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3A9F39D7" w:rsidR="003F580A" w:rsidRDefault="00D2684D" w:rsidP="003F580A">
      <w:pPr>
        <w:spacing w:before="360"/>
        <w:jc w:val="center"/>
        <w:rPr>
          <w:b/>
          <w:szCs w:val="24"/>
        </w:rPr>
      </w:pPr>
      <w:r>
        <w:rPr>
          <w:b/>
          <w:szCs w:val="24"/>
        </w:rPr>
        <w:t>December 5</w:t>
      </w:r>
      <w:r w:rsidR="003F580A">
        <w:rPr>
          <w:b/>
          <w:szCs w:val="24"/>
        </w:rPr>
        <w:t>, 202</w:t>
      </w:r>
      <w:r w:rsidR="00BD655B">
        <w:rPr>
          <w:b/>
          <w:szCs w:val="24"/>
        </w:rPr>
        <w:t>5</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622F04A" w14:textId="579E4846" w:rsidR="00793B91" w:rsidRDefault="003F580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849" w:history="1">
        <w:r w:rsidR="00793B91" w:rsidRPr="00E946AE">
          <w:rPr>
            <w:rStyle w:val="Hyperlink"/>
          </w:rPr>
          <w:t>26</w:t>
        </w:r>
        <w:r w:rsidR="00793B91">
          <w:rPr>
            <w:rFonts w:asciiTheme="minorHAnsi" w:eastAsiaTheme="minorEastAsia" w:hAnsiTheme="minorHAnsi" w:cstheme="minorBidi"/>
            <w:b w:val="0"/>
            <w:bCs w:val="0"/>
            <w:sz w:val="22"/>
            <w:szCs w:val="22"/>
          </w:rPr>
          <w:tab/>
        </w:r>
        <w:r w:rsidR="00793B91" w:rsidRPr="00E946AE">
          <w:rPr>
            <w:rStyle w:val="Hyperlink"/>
          </w:rPr>
          <w:t>Securitization default charges</w:t>
        </w:r>
        <w:r w:rsidR="00793B91">
          <w:rPr>
            <w:webHidden/>
          </w:rPr>
          <w:tab/>
        </w:r>
        <w:r w:rsidR="00793B91">
          <w:rPr>
            <w:webHidden/>
          </w:rPr>
          <w:fldChar w:fldCharType="begin"/>
        </w:r>
        <w:r w:rsidR="00793B91">
          <w:rPr>
            <w:webHidden/>
          </w:rPr>
          <w:instrText xml:space="preserve"> PAGEREF _Toc141427849 \h </w:instrText>
        </w:r>
        <w:r w:rsidR="00793B91">
          <w:rPr>
            <w:webHidden/>
          </w:rPr>
        </w:r>
        <w:r w:rsidR="00793B91">
          <w:rPr>
            <w:webHidden/>
          </w:rPr>
          <w:fldChar w:fldCharType="separate"/>
        </w:r>
        <w:r w:rsidR="00B7401C">
          <w:rPr>
            <w:webHidden/>
          </w:rPr>
          <w:t>26-1</w:t>
        </w:r>
        <w:r w:rsidR="00793B91">
          <w:rPr>
            <w:webHidden/>
          </w:rPr>
          <w:fldChar w:fldCharType="end"/>
        </w:r>
      </w:hyperlink>
    </w:p>
    <w:p w14:paraId="45691230" w14:textId="11CD7894" w:rsidR="00793B91" w:rsidRPr="00E028C2" w:rsidRDefault="00793B91">
      <w:pPr>
        <w:pStyle w:val="TOC2"/>
        <w:rPr>
          <w:rFonts w:asciiTheme="minorHAnsi" w:eastAsiaTheme="minorEastAsia" w:hAnsiTheme="minorHAnsi" w:cstheme="minorBidi"/>
          <w:noProof/>
        </w:rPr>
      </w:pPr>
      <w:hyperlink w:anchor="_Toc141427850" w:history="1">
        <w:r w:rsidRPr="00E028C2">
          <w:rPr>
            <w:rStyle w:val="Hyperlink"/>
            <w:noProof/>
            <w:u w:val="none"/>
          </w:rPr>
          <w:t>26.1</w:t>
        </w:r>
        <w:r w:rsidRPr="00E028C2">
          <w:rPr>
            <w:rFonts w:asciiTheme="minorHAnsi" w:eastAsiaTheme="minorEastAsia" w:hAnsiTheme="minorHAnsi" w:cstheme="minorBidi"/>
            <w:noProof/>
          </w:rPr>
          <w:tab/>
        </w:r>
        <w:r w:rsidRPr="00E028C2">
          <w:rPr>
            <w:rStyle w:val="Hyperlink"/>
            <w:noProof/>
            <w:u w:val="none"/>
          </w:rPr>
          <w:t>Overview</w:t>
        </w:r>
        <w:r w:rsidRPr="00E028C2">
          <w:rPr>
            <w:noProof/>
            <w:webHidden/>
          </w:rPr>
          <w:tab/>
        </w:r>
        <w:r w:rsidRPr="00E028C2">
          <w:rPr>
            <w:noProof/>
            <w:webHidden/>
          </w:rPr>
          <w:fldChar w:fldCharType="begin"/>
        </w:r>
        <w:r w:rsidRPr="00E028C2">
          <w:rPr>
            <w:noProof/>
            <w:webHidden/>
          </w:rPr>
          <w:instrText xml:space="preserve"> PAGEREF _Toc141427850 \h </w:instrText>
        </w:r>
        <w:r w:rsidRPr="00E028C2">
          <w:rPr>
            <w:noProof/>
            <w:webHidden/>
          </w:rPr>
        </w:r>
        <w:r w:rsidRPr="00E028C2">
          <w:rPr>
            <w:noProof/>
            <w:webHidden/>
          </w:rPr>
          <w:fldChar w:fldCharType="separate"/>
        </w:r>
        <w:r w:rsidR="00B7401C">
          <w:rPr>
            <w:noProof/>
            <w:webHidden/>
          </w:rPr>
          <w:t>26-1</w:t>
        </w:r>
        <w:r w:rsidRPr="00E028C2">
          <w:rPr>
            <w:noProof/>
            <w:webHidden/>
          </w:rPr>
          <w:fldChar w:fldCharType="end"/>
        </w:r>
      </w:hyperlink>
    </w:p>
    <w:p w14:paraId="6AEB83F7" w14:textId="5D48F184" w:rsidR="00793B91" w:rsidRPr="00E028C2" w:rsidRDefault="00793B91">
      <w:pPr>
        <w:pStyle w:val="TOC2"/>
        <w:rPr>
          <w:rFonts w:asciiTheme="minorHAnsi" w:eastAsiaTheme="minorEastAsia" w:hAnsiTheme="minorHAnsi" w:cstheme="minorBidi"/>
          <w:noProof/>
        </w:rPr>
      </w:pPr>
      <w:hyperlink w:anchor="_Toc141427851" w:history="1">
        <w:r w:rsidRPr="00E028C2">
          <w:rPr>
            <w:rStyle w:val="Hyperlink"/>
            <w:noProof/>
            <w:u w:val="none"/>
          </w:rPr>
          <w:t>26.2</w:t>
        </w:r>
        <w:r w:rsidRPr="00E028C2">
          <w:rPr>
            <w:rFonts w:asciiTheme="minorHAnsi" w:eastAsiaTheme="minorEastAsia" w:hAnsiTheme="minorHAnsi" w:cstheme="minorBidi"/>
            <w:noProof/>
          </w:rPr>
          <w:tab/>
        </w:r>
        <w:r w:rsidRPr="00E028C2">
          <w:rPr>
            <w:rStyle w:val="Hyperlink"/>
            <w:noProof/>
            <w:u w:val="none"/>
          </w:rPr>
          <w:t>Securitization Default Charges</w:t>
        </w:r>
        <w:r w:rsidRPr="00E028C2">
          <w:rPr>
            <w:noProof/>
            <w:webHidden/>
          </w:rPr>
          <w:tab/>
        </w:r>
        <w:r w:rsidRPr="00E028C2">
          <w:rPr>
            <w:noProof/>
            <w:webHidden/>
          </w:rPr>
          <w:fldChar w:fldCharType="begin"/>
        </w:r>
        <w:r w:rsidRPr="00E028C2">
          <w:rPr>
            <w:noProof/>
            <w:webHidden/>
          </w:rPr>
          <w:instrText xml:space="preserve"> PAGEREF _Toc141427851 \h </w:instrText>
        </w:r>
        <w:r w:rsidRPr="00E028C2">
          <w:rPr>
            <w:noProof/>
            <w:webHidden/>
          </w:rPr>
        </w:r>
        <w:r w:rsidRPr="00E028C2">
          <w:rPr>
            <w:noProof/>
            <w:webHidden/>
          </w:rPr>
          <w:fldChar w:fldCharType="separate"/>
        </w:r>
        <w:r w:rsidR="00B7401C">
          <w:rPr>
            <w:noProof/>
            <w:webHidden/>
          </w:rPr>
          <w:t>26-1</w:t>
        </w:r>
        <w:r w:rsidRPr="00E028C2">
          <w:rPr>
            <w:noProof/>
            <w:webHidden/>
          </w:rPr>
          <w:fldChar w:fldCharType="end"/>
        </w:r>
      </w:hyperlink>
    </w:p>
    <w:p w14:paraId="68329456" w14:textId="501AEC92" w:rsidR="00793B91" w:rsidRPr="00E028C2" w:rsidRDefault="00793B91">
      <w:pPr>
        <w:pStyle w:val="TOC2"/>
        <w:rPr>
          <w:rFonts w:asciiTheme="minorHAnsi" w:eastAsiaTheme="minorEastAsia" w:hAnsiTheme="minorHAnsi" w:cstheme="minorBidi"/>
          <w:noProof/>
        </w:rPr>
      </w:pPr>
      <w:hyperlink w:anchor="_Toc141427852" w:history="1">
        <w:r w:rsidRPr="00E028C2">
          <w:rPr>
            <w:rStyle w:val="Hyperlink"/>
            <w:noProof/>
            <w:u w:val="none"/>
          </w:rPr>
          <w:t xml:space="preserve">26.3 </w:t>
        </w:r>
        <w:r w:rsidRPr="00E028C2">
          <w:rPr>
            <w:rFonts w:asciiTheme="minorHAnsi" w:eastAsiaTheme="minorEastAsia" w:hAnsiTheme="minorHAnsi" w:cstheme="minorBidi"/>
            <w:noProof/>
          </w:rPr>
          <w:tab/>
        </w:r>
        <w:r w:rsidRPr="00E028C2">
          <w:rPr>
            <w:rStyle w:val="Hyperlink"/>
            <w:noProof/>
            <w:u w:val="none"/>
          </w:rPr>
          <w:t>Securitization Default Charge Invoices</w:t>
        </w:r>
        <w:r w:rsidRPr="00E028C2">
          <w:rPr>
            <w:noProof/>
            <w:webHidden/>
          </w:rPr>
          <w:tab/>
        </w:r>
        <w:r w:rsidRPr="00E028C2">
          <w:rPr>
            <w:noProof/>
            <w:webHidden/>
          </w:rPr>
          <w:fldChar w:fldCharType="begin"/>
        </w:r>
        <w:r w:rsidRPr="00E028C2">
          <w:rPr>
            <w:noProof/>
            <w:webHidden/>
          </w:rPr>
          <w:instrText xml:space="preserve"> PAGEREF _Toc141427852 \h </w:instrText>
        </w:r>
        <w:r w:rsidRPr="00E028C2">
          <w:rPr>
            <w:noProof/>
            <w:webHidden/>
          </w:rPr>
        </w:r>
        <w:r w:rsidRPr="00E028C2">
          <w:rPr>
            <w:noProof/>
            <w:webHidden/>
          </w:rPr>
          <w:fldChar w:fldCharType="separate"/>
        </w:r>
        <w:r w:rsidR="00B7401C">
          <w:rPr>
            <w:noProof/>
            <w:webHidden/>
          </w:rPr>
          <w:t>26-7</w:t>
        </w:r>
        <w:r w:rsidRPr="00E028C2">
          <w:rPr>
            <w:noProof/>
            <w:webHidden/>
          </w:rPr>
          <w:fldChar w:fldCharType="end"/>
        </w:r>
      </w:hyperlink>
    </w:p>
    <w:p w14:paraId="77719FF3" w14:textId="3FCAA571" w:rsidR="00793B91" w:rsidRPr="00E028C2" w:rsidRDefault="00793B91" w:rsidP="00E028C2">
      <w:pPr>
        <w:pStyle w:val="TOC3"/>
        <w:rPr>
          <w:rFonts w:asciiTheme="minorHAnsi" w:eastAsiaTheme="minorEastAsia" w:hAnsiTheme="minorHAnsi" w:cstheme="minorBidi"/>
          <w:i w:val="0"/>
          <w:iCs w:val="0"/>
          <w:noProof/>
        </w:rPr>
      </w:pPr>
      <w:hyperlink w:anchor="_Toc141427853" w:history="1">
        <w:r w:rsidRPr="00E028C2">
          <w:rPr>
            <w:rStyle w:val="Hyperlink"/>
            <w:i w:val="0"/>
            <w:iCs w:val="0"/>
            <w:noProof/>
            <w:u w:val="none"/>
          </w:rPr>
          <w:t>26.3.1</w:t>
        </w:r>
        <w:r w:rsidRPr="00E028C2">
          <w:rPr>
            <w:rFonts w:asciiTheme="minorHAnsi" w:eastAsiaTheme="minorEastAsia" w:hAnsiTheme="minorHAnsi" w:cstheme="minorBidi"/>
            <w:i w:val="0"/>
            <w:iCs w:val="0"/>
            <w:noProof/>
          </w:rPr>
          <w:tab/>
        </w:r>
        <w:r w:rsidRPr="00E028C2">
          <w:rPr>
            <w:rStyle w:val="Hyperlink"/>
            <w:i w:val="0"/>
            <w:iCs w:val="0"/>
            <w:noProof/>
            <w:u w:val="none"/>
          </w:rPr>
          <w:t>Payment Process for Securitization Default Charge Invoices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_Toc141427853 \h </w:instrText>
        </w:r>
        <w:r w:rsidRPr="00E028C2">
          <w:rPr>
            <w:i w:val="0"/>
            <w:iCs w:val="0"/>
            <w:noProof/>
            <w:webHidden/>
          </w:rPr>
        </w:r>
        <w:r w:rsidRPr="00E028C2">
          <w:rPr>
            <w:i w:val="0"/>
            <w:iCs w:val="0"/>
            <w:noProof/>
            <w:webHidden/>
          </w:rPr>
          <w:fldChar w:fldCharType="separate"/>
        </w:r>
        <w:r w:rsidR="00B7401C">
          <w:rPr>
            <w:i w:val="0"/>
            <w:iCs w:val="0"/>
            <w:noProof/>
            <w:webHidden/>
          </w:rPr>
          <w:t>26-8</w:t>
        </w:r>
        <w:r w:rsidRPr="00E028C2">
          <w:rPr>
            <w:i w:val="0"/>
            <w:iCs w:val="0"/>
            <w:noProof/>
            <w:webHidden/>
          </w:rPr>
          <w:fldChar w:fldCharType="end"/>
        </w:r>
      </w:hyperlink>
    </w:p>
    <w:p w14:paraId="5D121F04" w14:textId="649ED089" w:rsidR="00793B91" w:rsidRPr="00E028C2" w:rsidRDefault="00793B91">
      <w:pPr>
        <w:pStyle w:val="TOC4"/>
        <w:rPr>
          <w:rFonts w:asciiTheme="minorHAnsi" w:eastAsiaTheme="minorEastAsia" w:hAnsiTheme="minorHAnsi" w:cstheme="minorBidi"/>
          <w:noProof/>
          <w:sz w:val="20"/>
          <w:szCs w:val="20"/>
        </w:rPr>
      </w:pPr>
      <w:hyperlink w:anchor="_Toc141427854" w:history="1">
        <w:r w:rsidRPr="00E028C2">
          <w:rPr>
            <w:rStyle w:val="Hyperlink"/>
            <w:noProof/>
            <w:sz w:val="20"/>
            <w:szCs w:val="20"/>
            <w:u w:val="none"/>
          </w:rPr>
          <w:t>26.3.1.1</w:t>
        </w:r>
        <w:r w:rsidRPr="00E028C2">
          <w:rPr>
            <w:rFonts w:asciiTheme="minorHAnsi" w:eastAsiaTheme="minorEastAsia" w:hAnsiTheme="minorHAnsi" w:cstheme="minorBidi"/>
            <w:noProof/>
            <w:sz w:val="20"/>
            <w:szCs w:val="20"/>
          </w:rPr>
          <w:tab/>
        </w:r>
        <w:r w:rsidRPr="00E028C2">
          <w:rPr>
            <w:rStyle w:val="Hyperlink"/>
            <w:noProof/>
            <w:sz w:val="20"/>
            <w:szCs w:val="20"/>
            <w:u w:val="none"/>
          </w:rPr>
          <w:t>Invoice Recipient Payment to ERCOT for Securitization Default Charge Invoices</w:t>
        </w:r>
        <w:r w:rsidRPr="00E028C2">
          <w:rPr>
            <w:noProof/>
            <w:webHidden/>
            <w:sz w:val="20"/>
            <w:szCs w:val="20"/>
          </w:rPr>
          <w:tab/>
        </w:r>
        <w:r w:rsidRPr="00E028C2">
          <w:rPr>
            <w:noProof/>
            <w:webHidden/>
            <w:sz w:val="20"/>
            <w:szCs w:val="20"/>
          </w:rPr>
          <w:fldChar w:fldCharType="begin"/>
        </w:r>
        <w:r w:rsidRPr="00E028C2">
          <w:rPr>
            <w:noProof/>
            <w:webHidden/>
            <w:sz w:val="20"/>
            <w:szCs w:val="20"/>
          </w:rPr>
          <w:instrText xml:space="preserve"> PAGEREF _Toc141427854 \h </w:instrText>
        </w:r>
        <w:r w:rsidRPr="00E028C2">
          <w:rPr>
            <w:noProof/>
            <w:webHidden/>
            <w:sz w:val="20"/>
            <w:szCs w:val="20"/>
          </w:rPr>
        </w:r>
        <w:r w:rsidRPr="00E028C2">
          <w:rPr>
            <w:noProof/>
            <w:webHidden/>
            <w:sz w:val="20"/>
            <w:szCs w:val="20"/>
          </w:rPr>
          <w:fldChar w:fldCharType="separate"/>
        </w:r>
        <w:r w:rsidR="00B7401C">
          <w:rPr>
            <w:noProof/>
            <w:webHidden/>
            <w:sz w:val="20"/>
            <w:szCs w:val="20"/>
          </w:rPr>
          <w:t>26-8</w:t>
        </w:r>
        <w:r w:rsidRPr="00E028C2">
          <w:rPr>
            <w:noProof/>
            <w:webHidden/>
            <w:sz w:val="20"/>
            <w:szCs w:val="20"/>
          </w:rPr>
          <w:fldChar w:fldCharType="end"/>
        </w:r>
      </w:hyperlink>
    </w:p>
    <w:p w14:paraId="1B3CD278" w14:textId="00C0FEA8" w:rsidR="00793B91" w:rsidRPr="00E028C2" w:rsidRDefault="00793B91">
      <w:pPr>
        <w:pStyle w:val="TOC4"/>
        <w:rPr>
          <w:rFonts w:asciiTheme="minorHAnsi" w:eastAsiaTheme="minorEastAsia" w:hAnsiTheme="minorHAnsi" w:cstheme="minorBidi"/>
          <w:noProof/>
          <w:sz w:val="20"/>
          <w:szCs w:val="20"/>
        </w:rPr>
      </w:pPr>
      <w:hyperlink w:anchor="_Toc141427855" w:history="1">
        <w:r w:rsidRPr="00E028C2">
          <w:rPr>
            <w:rStyle w:val="Hyperlink"/>
            <w:noProof/>
            <w:sz w:val="20"/>
            <w:szCs w:val="20"/>
            <w:u w:val="none"/>
          </w:rPr>
          <w:t>26.3.1.2</w:t>
        </w:r>
        <w:r w:rsidRPr="00E028C2">
          <w:rPr>
            <w:rFonts w:asciiTheme="minorHAnsi" w:eastAsiaTheme="minorEastAsia" w:hAnsiTheme="minorHAnsi" w:cstheme="minorBidi"/>
            <w:noProof/>
            <w:sz w:val="20"/>
            <w:szCs w:val="20"/>
          </w:rPr>
          <w:tab/>
        </w:r>
        <w:r w:rsidRPr="00E028C2">
          <w:rPr>
            <w:rStyle w:val="Hyperlink"/>
            <w:noProof/>
            <w:sz w:val="20"/>
            <w:szCs w:val="20"/>
            <w:u w:val="none"/>
          </w:rPr>
          <w:t>Insufficient Payments by Invoice Recipients for Securitization Default Charge Invoices</w:t>
        </w:r>
        <w:r w:rsidRPr="00E028C2">
          <w:rPr>
            <w:noProof/>
            <w:webHidden/>
            <w:sz w:val="20"/>
            <w:szCs w:val="20"/>
          </w:rPr>
          <w:tab/>
        </w:r>
        <w:r w:rsidRPr="00E028C2">
          <w:rPr>
            <w:noProof/>
            <w:webHidden/>
            <w:sz w:val="20"/>
            <w:szCs w:val="20"/>
          </w:rPr>
          <w:fldChar w:fldCharType="begin"/>
        </w:r>
        <w:r w:rsidRPr="00E028C2">
          <w:rPr>
            <w:noProof/>
            <w:webHidden/>
            <w:sz w:val="20"/>
            <w:szCs w:val="20"/>
          </w:rPr>
          <w:instrText xml:space="preserve"> PAGEREF _Toc141427855 \h </w:instrText>
        </w:r>
        <w:r w:rsidRPr="00E028C2">
          <w:rPr>
            <w:noProof/>
            <w:webHidden/>
            <w:sz w:val="20"/>
            <w:szCs w:val="20"/>
          </w:rPr>
        </w:r>
        <w:r w:rsidRPr="00E028C2">
          <w:rPr>
            <w:noProof/>
            <w:webHidden/>
            <w:sz w:val="20"/>
            <w:szCs w:val="20"/>
          </w:rPr>
          <w:fldChar w:fldCharType="separate"/>
        </w:r>
        <w:r w:rsidR="00B7401C">
          <w:rPr>
            <w:noProof/>
            <w:webHidden/>
            <w:sz w:val="20"/>
            <w:szCs w:val="20"/>
          </w:rPr>
          <w:t>26-8</w:t>
        </w:r>
        <w:r w:rsidRPr="00E028C2">
          <w:rPr>
            <w:noProof/>
            <w:webHidden/>
            <w:sz w:val="20"/>
            <w:szCs w:val="20"/>
          </w:rPr>
          <w:fldChar w:fldCharType="end"/>
        </w:r>
      </w:hyperlink>
    </w:p>
    <w:p w14:paraId="0762FC4C" w14:textId="1A04402E" w:rsidR="00793B91" w:rsidRPr="00E028C2" w:rsidRDefault="00793B91">
      <w:pPr>
        <w:pStyle w:val="TOC2"/>
        <w:rPr>
          <w:rFonts w:asciiTheme="minorHAnsi" w:eastAsiaTheme="minorEastAsia" w:hAnsiTheme="minorHAnsi" w:cstheme="minorBidi"/>
          <w:noProof/>
        </w:rPr>
      </w:pPr>
      <w:hyperlink w:anchor="_Toc141427856" w:history="1">
        <w:r w:rsidRPr="00E028C2">
          <w:rPr>
            <w:rStyle w:val="Hyperlink"/>
            <w:noProof/>
            <w:u w:val="none"/>
          </w:rPr>
          <w:t xml:space="preserve">26.4 </w:t>
        </w:r>
        <w:r w:rsidRPr="00E028C2">
          <w:rPr>
            <w:rFonts w:asciiTheme="minorHAnsi" w:eastAsiaTheme="minorEastAsia" w:hAnsiTheme="minorHAnsi" w:cstheme="minorBidi"/>
            <w:noProof/>
          </w:rPr>
          <w:tab/>
        </w:r>
        <w:r w:rsidRPr="00E028C2">
          <w:rPr>
            <w:rStyle w:val="Hyperlink"/>
            <w:noProof/>
            <w:u w:val="none"/>
          </w:rPr>
          <w:t>Securitization Default Charge Supporting Data Reporting</w:t>
        </w:r>
        <w:r w:rsidRPr="00E028C2">
          <w:rPr>
            <w:noProof/>
            <w:webHidden/>
          </w:rPr>
          <w:tab/>
        </w:r>
        <w:r w:rsidRPr="00E028C2">
          <w:rPr>
            <w:noProof/>
            <w:webHidden/>
          </w:rPr>
          <w:fldChar w:fldCharType="begin"/>
        </w:r>
        <w:r w:rsidRPr="00E028C2">
          <w:rPr>
            <w:noProof/>
            <w:webHidden/>
          </w:rPr>
          <w:instrText xml:space="preserve"> PAGEREF _Toc141427856 \h </w:instrText>
        </w:r>
        <w:r w:rsidRPr="00E028C2">
          <w:rPr>
            <w:noProof/>
            <w:webHidden/>
          </w:rPr>
        </w:r>
        <w:r w:rsidRPr="00E028C2">
          <w:rPr>
            <w:noProof/>
            <w:webHidden/>
          </w:rPr>
          <w:fldChar w:fldCharType="separate"/>
        </w:r>
        <w:r w:rsidR="00B7401C">
          <w:rPr>
            <w:noProof/>
            <w:webHidden/>
          </w:rPr>
          <w:t>26-10</w:t>
        </w:r>
        <w:r w:rsidRPr="00E028C2">
          <w:rPr>
            <w:noProof/>
            <w:webHidden/>
          </w:rPr>
          <w:fldChar w:fldCharType="end"/>
        </w:r>
      </w:hyperlink>
    </w:p>
    <w:p w14:paraId="7B7593A6" w14:textId="23E18D49" w:rsidR="00793B91" w:rsidRPr="00E028C2" w:rsidRDefault="00793B91">
      <w:pPr>
        <w:pStyle w:val="TOC2"/>
        <w:rPr>
          <w:rFonts w:asciiTheme="minorHAnsi" w:eastAsiaTheme="minorEastAsia" w:hAnsiTheme="minorHAnsi" w:cstheme="minorBidi"/>
          <w:noProof/>
        </w:rPr>
      </w:pPr>
      <w:hyperlink w:anchor="_Toc141427857" w:history="1">
        <w:r w:rsidRPr="00E028C2">
          <w:rPr>
            <w:rStyle w:val="Hyperlink"/>
            <w:noProof/>
            <w:u w:val="none"/>
          </w:rPr>
          <w:t>26.5</w:t>
        </w:r>
        <w:r w:rsidRPr="00E028C2">
          <w:rPr>
            <w:rFonts w:asciiTheme="minorHAnsi" w:eastAsiaTheme="minorEastAsia" w:hAnsiTheme="minorHAnsi" w:cstheme="minorBidi"/>
            <w:noProof/>
          </w:rPr>
          <w:tab/>
        </w:r>
        <w:r w:rsidRPr="00E028C2">
          <w:rPr>
            <w:rStyle w:val="Hyperlink"/>
            <w:noProof/>
            <w:u w:val="none"/>
          </w:rPr>
          <w:t>Securitization Default Charge Escrow Deposit Requirements</w:t>
        </w:r>
        <w:r w:rsidRPr="00E028C2">
          <w:rPr>
            <w:noProof/>
            <w:webHidden/>
          </w:rPr>
          <w:tab/>
        </w:r>
        <w:r w:rsidRPr="00E028C2">
          <w:rPr>
            <w:noProof/>
            <w:webHidden/>
          </w:rPr>
          <w:fldChar w:fldCharType="begin"/>
        </w:r>
        <w:r w:rsidRPr="00E028C2">
          <w:rPr>
            <w:noProof/>
            <w:webHidden/>
          </w:rPr>
          <w:instrText xml:space="preserve"> PAGEREF _Toc141427857 \h </w:instrText>
        </w:r>
        <w:r w:rsidRPr="00E028C2">
          <w:rPr>
            <w:noProof/>
            <w:webHidden/>
          </w:rPr>
        </w:r>
        <w:r w:rsidRPr="00E028C2">
          <w:rPr>
            <w:noProof/>
            <w:webHidden/>
          </w:rPr>
          <w:fldChar w:fldCharType="separate"/>
        </w:r>
        <w:r w:rsidR="00B7401C">
          <w:rPr>
            <w:noProof/>
            <w:webHidden/>
          </w:rPr>
          <w:t>26-10</w:t>
        </w:r>
        <w:r w:rsidRPr="00E028C2">
          <w:rPr>
            <w:noProof/>
            <w:webHidden/>
          </w:rPr>
          <w:fldChar w:fldCharType="end"/>
        </w:r>
      </w:hyperlink>
    </w:p>
    <w:p w14:paraId="68AE2F4E" w14:textId="33925077" w:rsidR="00793B91" w:rsidRPr="00E028C2" w:rsidRDefault="00793B91" w:rsidP="00E028C2">
      <w:pPr>
        <w:pStyle w:val="TOC3"/>
        <w:rPr>
          <w:rFonts w:asciiTheme="minorHAnsi" w:eastAsiaTheme="minorEastAsia" w:hAnsiTheme="minorHAnsi" w:cstheme="minorBidi"/>
          <w:i w:val="0"/>
          <w:iCs w:val="0"/>
          <w:noProof/>
        </w:rPr>
      </w:pPr>
      <w:hyperlink w:anchor="_Toc141427858" w:history="1">
        <w:r w:rsidRPr="00E028C2">
          <w:rPr>
            <w:rStyle w:val="Hyperlink"/>
            <w:i w:val="0"/>
            <w:iCs w:val="0"/>
            <w:noProof/>
            <w:u w:val="none"/>
          </w:rPr>
          <w:t xml:space="preserve">26.5.1 </w:t>
        </w:r>
        <w:r w:rsidRPr="00E028C2">
          <w:rPr>
            <w:rFonts w:asciiTheme="minorHAnsi" w:eastAsiaTheme="minorEastAsia" w:hAnsiTheme="minorHAnsi" w:cstheme="minorBidi"/>
            <w:i w:val="0"/>
            <w:iCs w:val="0"/>
            <w:noProof/>
          </w:rPr>
          <w:tab/>
        </w:r>
        <w:r w:rsidRPr="00E028C2">
          <w:rPr>
            <w:rStyle w:val="Hyperlink"/>
            <w:i w:val="0"/>
            <w:iCs w:val="0"/>
            <w:noProof/>
            <w:u w:val="none"/>
          </w:rPr>
          <w:t>Securitization Default Charge Escrow</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_Toc141427858 \h </w:instrText>
        </w:r>
        <w:r w:rsidRPr="00E028C2">
          <w:rPr>
            <w:i w:val="0"/>
            <w:iCs w:val="0"/>
            <w:noProof/>
            <w:webHidden/>
          </w:rPr>
        </w:r>
        <w:r w:rsidRPr="00E028C2">
          <w:rPr>
            <w:i w:val="0"/>
            <w:iCs w:val="0"/>
            <w:noProof/>
            <w:webHidden/>
          </w:rPr>
          <w:fldChar w:fldCharType="separate"/>
        </w:r>
        <w:r w:rsidR="00B7401C">
          <w:rPr>
            <w:i w:val="0"/>
            <w:iCs w:val="0"/>
            <w:noProof/>
            <w:webHidden/>
          </w:rPr>
          <w:t>26-10</w:t>
        </w:r>
        <w:r w:rsidRPr="00E028C2">
          <w:rPr>
            <w:i w:val="0"/>
            <w:iCs w:val="0"/>
            <w:noProof/>
            <w:webHidden/>
          </w:rPr>
          <w:fldChar w:fldCharType="end"/>
        </w:r>
      </w:hyperlink>
    </w:p>
    <w:p w14:paraId="7D59A1AB" w14:textId="1AF03AB7" w:rsidR="00793B91" w:rsidRPr="00E028C2" w:rsidRDefault="00793B91" w:rsidP="00E028C2">
      <w:pPr>
        <w:pStyle w:val="TOC3"/>
        <w:rPr>
          <w:rFonts w:asciiTheme="minorHAnsi" w:eastAsiaTheme="minorEastAsia" w:hAnsiTheme="minorHAnsi" w:cstheme="minorBidi"/>
          <w:i w:val="0"/>
          <w:iCs w:val="0"/>
          <w:noProof/>
        </w:rPr>
      </w:pPr>
      <w:hyperlink w:anchor="_Toc141427859" w:history="1">
        <w:r w:rsidRPr="00E028C2">
          <w:rPr>
            <w:rStyle w:val="Hyperlink"/>
            <w:i w:val="0"/>
            <w:iCs w:val="0"/>
            <w:noProof/>
            <w:u w:val="none"/>
          </w:rPr>
          <w:t xml:space="preserve">26.5.2 </w:t>
        </w:r>
        <w:r w:rsidRPr="00E028C2">
          <w:rPr>
            <w:rFonts w:asciiTheme="minorHAnsi" w:eastAsiaTheme="minorEastAsia" w:hAnsiTheme="minorHAnsi" w:cstheme="minorBidi"/>
            <w:i w:val="0"/>
            <w:iCs w:val="0"/>
            <w:noProof/>
          </w:rPr>
          <w:tab/>
        </w:r>
        <w:r w:rsidRPr="00E028C2">
          <w:rPr>
            <w:rStyle w:val="Hyperlink"/>
            <w:i w:val="0"/>
            <w:iCs w:val="0"/>
            <w:noProof/>
            <w:u w:val="none"/>
          </w:rPr>
          <w:t>ERCOT Securitization Default Charge Credit Requirements for Counter-Parties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_Toc141427859 \h </w:instrText>
        </w:r>
        <w:r w:rsidRPr="00E028C2">
          <w:rPr>
            <w:i w:val="0"/>
            <w:iCs w:val="0"/>
            <w:noProof/>
            <w:webHidden/>
          </w:rPr>
        </w:r>
        <w:r w:rsidRPr="00E028C2">
          <w:rPr>
            <w:i w:val="0"/>
            <w:iCs w:val="0"/>
            <w:noProof/>
            <w:webHidden/>
          </w:rPr>
          <w:fldChar w:fldCharType="separate"/>
        </w:r>
        <w:r w:rsidR="00B7401C">
          <w:rPr>
            <w:i w:val="0"/>
            <w:iCs w:val="0"/>
            <w:noProof/>
            <w:webHidden/>
          </w:rPr>
          <w:t>26-10</w:t>
        </w:r>
        <w:r w:rsidRPr="00E028C2">
          <w:rPr>
            <w:i w:val="0"/>
            <w:iCs w:val="0"/>
            <w:noProof/>
            <w:webHidden/>
          </w:rPr>
          <w:fldChar w:fldCharType="end"/>
        </w:r>
      </w:hyperlink>
    </w:p>
    <w:p w14:paraId="729C1142" w14:textId="69F96CCB" w:rsidR="00793B91" w:rsidRPr="00E028C2" w:rsidRDefault="00793B91" w:rsidP="00E028C2">
      <w:pPr>
        <w:pStyle w:val="TOC3"/>
        <w:rPr>
          <w:rFonts w:asciiTheme="minorHAnsi" w:eastAsiaTheme="minorEastAsia" w:hAnsiTheme="minorHAnsi" w:cstheme="minorBidi"/>
          <w:i w:val="0"/>
          <w:iCs w:val="0"/>
          <w:noProof/>
        </w:rPr>
      </w:pPr>
      <w:hyperlink w:anchor="_Toc141427860" w:history="1">
        <w:r w:rsidRPr="00E028C2">
          <w:rPr>
            <w:rStyle w:val="Hyperlink"/>
            <w:i w:val="0"/>
            <w:iCs w:val="0"/>
            <w:noProof/>
            <w:u w:val="none"/>
          </w:rPr>
          <w:t>26.5.3</w:t>
        </w:r>
        <w:r w:rsidRPr="00E028C2">
          <w:rPr>
            <w:rFonts w:asciiTheme="minorHAnsi" w:eastAsiaTheme="minorEastAsia" w:hAnsiTheme="minorHAnsi" w:cstheme="minorBidi"/>
            <w:i w:val="0"/>
            <w:iCs w:val="0"/>
            <w:noProof/>
          </w:rPr>
          <w:tab/>
        </w:r>
        <w:r w:rsidRPr="00E028C2">
          <w:rPr>
            <w:rStyle w:val="Hyperlink"/>
            <w:i w:val="0"/>
            <w:iCs w:val="0"/>
            <w:noProof/>
            <w:u w:val="none"/>
          </w:rPr>
          <w:t>Means of Satisfying Securitization Default Charge Credit Requirements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_Toc141427860 \h </w:instrText>
        </w:r>
        <w:r w:rsidRPr="00E028C2">
          <w:rPr>
            <w:i w:val="0"/>
            <w:iCs w:val="0"/>
            <w:noProof/>
            <w:webHidden/>
          </w:rPr>
        </w:r>
        <w:r w:rsidRPr="00E028C2">
          <w:rPr>
            <w:i w:val="0"/>
            <w:iCs w:val="0"/>
            <w:noProof/>
            <w:webHidden/>
          </w:rPr>
          <w:fldChar w:fldCharType="separate"/>
        </w:r>
        <w:r w:rsidR="00B7401C">
          <w:rPr>
            <w:i w:val="0"/>
            <w:iCs w:val="0"/>
            <w:noProof/>
            <w:webHidden/>
          </w:rPr>
          <w:t>26-11</w:t>
        </w:r>
        <w:r w:rsidRPr="00E028C2">
          <w:rPr>
            <w:i w:val="0"/>
            <w:iCs w:val="0"/>
            <w:noProof/>
            <w:webHidden/>
          </w:rPr>
          <w:fldChar w:fldCharType="end"/>
        </w:r>
      </w:hyperlink>
    </w:p>
    <w:p w14:paraId="684EFFCB" w14:textId="424337A9" w:rsidR="00793B91" w:rsidRPr="00E028C2" w:rsidRDefault="00793B91" w:rsidP="00E028C2">
      <w:pPr>
        <w:pStyle w:val="TOC3"/>
        <w:rPr>
          <w:rFonts w:asciiTheme="minorHAnsi" w:eastAsiaTheme="minorEastAsia" w:hAnsiTheme="minorHAnsi" w:cstheme="minorBidi"/>
          <w:i w:val="0"/>
          <w:iCs w:val="0"/>
          <w:noProof/>
        </w:rPr>
      </w:pPr>
      <w:hyperlink w:anchor="_Toc141427861" w:history="1">
        <w:r w:rsidRPr="00E028C2">
          <w:rPr>
            <w:rStyle w:val="Hyperlink"/>
            <w:i w:val="0"/>
            <w:iCs w:val="0"/>
            <w:noProof/>
            <w:u w:val="none"/>
          </w:rPr>
          <w:t>26.5.4</w:t>
        </w:r>
        <w:r w:rsidRPr="00E028C2">
          <w:rPr>
            <w:rFonts w:asciiTheme="minorHAnsi" w:eastAsiaTheme="minorEastAsia" w:hAnsiTheme="minorHAnsi" w:cstheme="minorBidi"/>
            <w:i w:val="0"/>
            <w:iCs w:val="0"/>
            <w:noProof/>
          </w:rPr>
          <w:tab/>
        </w:r>
        <w:r w:rsidRPr="00E028C2">
          <w:rPr>
            <w:rStyle w:val="Hyperlink"/>
            <w:i w:val="0"/>
            <w:iCs w:val="0"/>
            <w:noProof/>
            <w:u w:val="none"/>
          </w:rPr>
          <w:t>Determination of Securitization Default Charge Credit Exposure for a Counter-Party</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_Toc141427861 \h </w:instrText>
        </w:r>
        <w:r w:rsidRPr="00E028C2">
          <w:rPr>
            <w:i w:val="0"/>
            <w:iCs w:val="0"/>
            <w:noProof/>
            <w:webHidden/>
          </w:rPr>
        </w:r>
        <w:r w:rsidRPr="00E028C2">
          <w:rPr>
            <w:i w:val="0"/>
            <w:iCs w:val="0"/>
            <w:noProof/>
            <w:webHidden/>
          </w:rPr>
          <w:fldChar w:fldCharType="separate"/>
        </w:r>
        <w:r w:rsidR="00B7401C">
          <w:rPr>
            <w:i w:val="0"/>
            <w:iCs w:val="0"/>
            <w:noProof/>
            <w:webHidden/>
          </w:rPr>
          <w:t>26-12</w:t>
        </w:r>
        <w:r w:rsidRPr="00E028C2">
          <w:rPr>
            <w:i w:val="0"/>
            <w:iCs w:val="0"/>
            <w:noProof/>
            <w:webHidden/>
          </w:rPr>
          <w:fldChar w:fldCharType="end"/>
        </w:r>
      </w:hyperlink>
    </w:p>
    <w:p w14:paraId="39B80176" w14:textId="69860EDF" w:rsidR="00793B91" w:rsidRPr="00E028C2" w:rsidRDefault="00793B91" w:rsidP="00E028C2">
      <w:pPr>
        <w:pStyle w:val="TOC3"/>
        <w:rPr>
          <w:rFonts w:asciiTheme="minorHAnsi" w:eastAsiaTheme="minorEastAsia" w:hAnsiTheme="minorHAnsi" w:cstheme="minorBidi"/>
          <w:i w:val="0"/>
          <w:iCs w:val="0"/>
          <w:noProof/>
        </w:rPr>
      </w:pPr>
      <w:hyperlink w:anchor="_Toc141427862" w:history="1">
        <w:r w:rsidRPr="00E028C2">
          <w:rPr>
            <w:rStyle w:val="Hyperlink"/>
            <w:i w:val="0"/>
            <w:iCs w:val="0"/>
            <w:noProof/>
            <w:u w:val="none"/>
          </w:rPr>
          <w:t>26.5.5</w:t>
        </w:r>
        <w:r w:rsidRPr="00E028C2">
          <w:rPr>
            <w:rFonts w:asciiTheme="minorHAnsi" w:eastAsiaTheme="minorEastAsia" w:hAnsiTheme="minorHAnsi" w:cstheme="minorBidi"/>
            <w:i w:val="0"/>
            <w:iCs w:val="0"/>
            <w:noProof/>
          </w:rPr>
          <w:tab/>
        </w:r>
        <w:r w:rsidRPr="00E028C2">
          <w:rPr>
            <w:rStyle w:val="Hyperlink"/>
            <w:i w:val="0"/>
            <w:iCs w:val="0"/>
            <w:noProof/>
            <w:u w:val="none"/>
          </w:rPr>
          <w:t>Monitoring of a Counter-Party’s Securitization Default Charge Credit Exposure by ERCOT</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_Toc141427862 \h </w:instrText>
        </w:r>
        <w:r w:rsidRPr="00E028C2">
          <w:rPr>
            <w:i w:val="0"/>
            <w:iCs w:val="0"/>
            <w:noProof/>
            <w:webHidden/>
          </w:rPr>
        </w:r>
        <w:r w:rsidRPr="00E028C2">
          <w:rPr>
            <w:i w:val="0"/>
            <w:iCs w:val="0"/>
            <w:noProof/>
            <w:webHidden/>
          </w:rPr>
          <w:fldChar w:fldCharType="separate"/>
        </w:r>
        <w:r w:rsidR="00B7401C">
          <w:rPr>
            <w:i w:val="0"/>
            <w:iCs w:val="0"/>
            <w:noProof/>
            <w:webHidden/>
          </w:rPr>
          <w:t>26-13</w:t>
        </w:r>
        <w:r w:rsidRPr="00E028C2">
          <w:rPr>
            <w:i w:val="0"/>
            <w:iCs w:val="0"/>
            <w:noProof/>
            <w:webHidden/>
          </w:rPr>
          <w:fldChar w:fldCharType="end"/>
        </w:r>
      </w:hyperlink>
    </w:p>
    <w:p w14:paraId="631CE93A" w14:textId="6D180AA1" w:rsidR="00793B91" w:rsidRPr="00E028C2" w:rsidRDefault="00793B91" w:rsidP="00E028C2">
      <w:pPr>
        <w:pStyle w:val="TOC3"/>
        <w:rPr>
          <w:rFonts w:asciiTheme="minorHAnsi" w:eastAsiaTheme="minorEastAsia" w:hAnsiTheme="minorHAnsi" w:cstheme="minorBidi"/>
          <w:i w:val="0"/>
          <w:iCs w:val="0"/>
          <w:noProof/>
        </w:rPr>
      </w:pPr>
      <w:hyperlink w:anchor="_Toc141427863" w:history="1">
        <w:r w:rsidRPr="00E028C2">
          <w:rPr>
            <w:rStyle w:val="Hyperlink"/>
            <w:i w:val="0"/>
            <w:iCs w:val="0"/>
            <w:noProof/>
            <w:u w:val="none"/>
          </w:rPr>
          <w:t>26.5.6</w:t>
        </w:r>
        <w:r w:rsidRPr="00E028C2">
          <w:rPr>
            <w:rFonts w:asciiTheme="minorHAnsi" w:eastAsiaTheme="minorEastAsia" w:hAnsiTheme="minorHAnsi" w:cstheme="minorBidi"/>
            <w:i w:val="0"/>
            <w:iCs w:val="0"/>
            <w:noProof/>
          </w:rPr>
          <w:tab/>
        </w:r>
        <w:r w:rsidRPr="00E028C2">
          <w:rPr>
            <w:rStyle w:val="Hyperlink"/>
            <w:i w:val="0"/>
            <w:iCs w:val="0"/>
            <w:noProof/>
            <w:u w:val="none"/>
          </w:rPr>
          <w:t>Payment Breach and Late Payments by Market Participants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_Toc141427863 \h </w:instrText>
        </w:r>
        <w:r w:rsidRPr="00E028C2">
          <w:rPr>
            <w:i w:val="0"/>
            <w:iCs w:val="0"/>
            <w:noProof/>
            <w:webHidden/>
          </w:rPr>
        </w:r>
        <w:r w:rsidRPr="00E028C2">
          <w:rPr>
            <w:i w:val="0"/>
            <w:iCs w:val="0"/>
            <w:noProof/>
            <w:webHidden/>
          </w:rPr>
          <w:fldChar w:fldCharType="separate"/>
        </w:r>
        <w:r w:rsidR="00B7401C">
          <w:rPr>
            <w:i w:val="0"/>
            <w:iCs w:val="0"/>
            <w:noProof/>
            <w:webHidden/>
          </w:rPr>
          <w:t>26-14</w:t>
        </w:r>
        <w:r w:rsidRPr="00E028C2">
          <w:rPr>
            <w:i w:val="0"/>
            <w:iCs w:val="0"/>
            <w:noProof/>
            <w:webHidden/>
          </w:rPr>
          <w:fldChar w:fldCharType="end"/>
        </w:r>
      </w:hyperlink>
    </w:p>
    <w:p w14:paraId="672C3C58" w14:textId="118573A7" w:rsidR="00793B91" w:rsidRPr="00E028C2" w:rsidRDefault="00793B91" w:rsidP="00E028C2">
      <w:pPr>
        <w:pStyle w:val="TOC3"/>
        <w:rPr>
          <w:rFonts w:asciiTheme="minorHAnsi" w:eastAsiaTheme="minorEastAsia" w:hAnsiTheme="minorHAnsi" w:cstheme="minorBidi"/>
          <w:i w:val="0"/>
          <w:iCs w:val="0"/>
          <w:noProof/>
        </w:rPr>
      </w:pPr>
      <w:hyperlink w:anchor="_Toc141427864" w:history="1">
        <w:r w:rsidRPr="00E028C2">
          <w:rPr>
            <w:rStyle w:val="Hyperlink"/>
            <w:i w:val="0"/>
            <w:iCs w:val="0"/>
            <w:noProof/>
            <w:u w:val="none"/>
          </w:rPr>
          <w:t>26.5.7</w:t>
        </w:r>
        <w:r w:rsidRPr="00E028C2">
          <w:rPr>
            <w:rFonts w:asciiTheme="minorHAnsi" w:eastAsiaTheme="minorEastAsia" w:hAnsiTheme="minorHAnsi" w:cstheme="minorBidi"/>
            <w:i w:val="0"/>
            <w:iCs w:val="0"/>
            <w:noProof/>
          </w:rPr>
          <w:tab/>
        </w:r>
        <w:r w:rsidRPr="00E028C2">
          <w:rPr>
            <w:rStyle w:val="Hyperlink"/>
            <w:i w:val="0"/>
            <w:iCs w:val="0"/>
            <w:noProof/>
            <w:u w:val="none"/>
          </w:rPr>
          <w:t>Release of Market Participant’s Securitization Default Charge Escrow Deposit Requirement</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_Toc141427864 \h </w:instrText>
        </w:r>
        <w:r w:rsidRPr="00E028C2">
          <w:rPr>
            <w:i w:val="0"/>
            <w:iCs w:val="0"/>
            <w:noProof/>
            <w:webHidden/>
          </w:rPr>
        </w:r>
        <w:r w:rsidRPr="00E028C2">
          <w:rPr>
            <w:i w:val="0"/>
            <w:iCs w:val="0"/>
            <w:noProof/>
            <w:webHidden/>
          </w:rPr>
          <w:fldChar w:fldCharType="separate"/>
        </w:r>
        <w:r w:rsidR="00B7401C">
          <w:rPr>
            <w:i w:val="0"/>
            <w:iCs w:val="0"/>
            <w:noProof/>
            <w:webHidden/>
          </w:rPr>
          <w:t>26-15</w:t>
        </w:r>
        <w:r w:rsidRPr="00E028C2">
          <w:rPr>
            <w:i w:val="0"/>
            <w:iCs w:val="0"/>
            <w:noProof/>
            <w:webHidden/>
          </w:rPr>
          <w:fldChar w:fldCharType="end"/>
        </w:r>
      </w:hyperlink>
    </w:p>
    <w:p w14:paraId="25DBD037" w14:textId="2713F9DA"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141427849"/>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141427850"/>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309731112"/>
      <w:bookmarkStart w:id="3" w:name="_Toc405814085"/>
      <w:bookmarkStart w:id="4" w:name="_Toc422207976"/>
      <w:bookmarkStart w:id="5" w:name="_Toc438044887"/>
      <w:bookmarkStart w:id="6" w:name="_Toc447622670"/>
      <w:bookmarkStart w:id="7" w:name="_Toc54881773"/>
      <w:bookmarkStart w:id="8"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bookmarkStart w:id="9" w:name="_Toc141427851"/>
      <w:r w:rsidRPr="00D24933">
        <w:rPr>
          <w:b/>
          <w:bCs/>
        </w:rPr>
        <w:t>26</w:t>
      </w:r>
      <w:r w:rsidRPr="00ED3498">
        <w:rPr>
          <w:b/>
          <w:iCs/>
        </w:rPr>
        <w:t>.2</w:t>
      </w:r>
      <w:r w:rsidRPr="00ED3498">
        <w:rPr>
          <w:b/>
          <w:iCs/>
        </w:rPr>
        <w:tab/>
        <w:t>Securitization Default Charges</w:t>
      </w:r>
      <w:bookmarkEnd w:id="9"/>
      <w:r w:rsidRPr="00ED3498">
        <w:rPr>
          <w:b/>
          <w:iCs/>
        </w:rPr>
        <w:t xml:space="preserve"> </w:t>
      </w:r>
      <w:bookmarkEnd w:id="2"/>
      <w:bookmarkEnd w:id="3"/>
      <w:bookmarkEnd w:id="4"/>
      <w:bookmarkEnd w:id="5"/>
      <w:bookmarkEnd w:id="6"/>
      <w:bookmarkEnd w:id="7"/>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46CFFC74"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049D9971" w:rsidR="003F580A" w:rsidRPr="00ED3498" w:rsidRDefault="003F580A" w:rsidP="003F580A">
      <w:pPr>
        <w:spacing w:after="240"/>
        <w:ind w:left="3330" w:hanging="450"/>
      </w:pPr>
      <w:r w:rsidRPr="00ED3498">
        <w:t>∑</w:t>
      </w:r>
      <w:proofErr w:type="spellStart"/>
      <w:r w:rsidRPr="00ED3498">
        <w:rPr>
          <w:rFonts w:eastAsia="Calibri"/>
          <w:i/>
          <w:vertAlign w:val="subscript"/>
        </w:rPr>
        <w:t>mp</w:t>
      </w:r>
      <w:proofErr w:type="spellEnd"/>
      <w:r w:rsidRPr="00ED3498">
        <w:rPr>
          <w:rFonts w:eastAsia="Calibri"/>
        </w:rPr>
        <w:t> </w:t>
      </w:r>
      <w:r w:rsidRPr="00ED3498">
        <w:t>(</w:t>
      </w:r>
      <w:r w:rsidRPr="00ED3498">
        <w:rPr>
          <w:rFonts w:eastAsia="Calibri"/>
        </w:rPr>
        <w:t>SDCDAOPT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 SDCDAOBL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proofErr w:type="spellStart"/>
      <w:r w:rsidRPr="00ED3498">
        <w:rPr>
          <w:rFonts w:eastAsia="Calibri"/>
          <w:i/>
          <w:vertAlign w:val="subscript"/>
        </w:rPr>
        <w:t>mp</w:t>
      </w:r>
      <w:proofErr w:type="spellEnd"/>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481F65CF"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r, p, i</w:t>
      </w:r>
      <w:r w:rsidRPr="00ED3498">
        <w:rPr>
          <w:bCs/>
        </w:rPr>
        <w:t xml:space="preserve"> (RTMG </w:t>
      </w:r>
      <w:proofErr w:type="spellStart"/>
      <w:r w:rsidRPr="00ED3498">
        <w:rPr>
          <w:bCs/>
          <w:i/>
          <w:vertAlign w:val="subscript"/>
        </w:rPr>
        <w:t>mp</w:t>
      </w:r>
      <w:proofErr w:type="spellEnd"/>
      <w:r w:rsidRPr="00ED3498">
        <w:rPr>
          <w:bCs/>
          <w:i/>
          <w:vertAlign w:val="subscript"/>
        </w:rPr>
        <w:t>,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BD60A11"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w:t>
      </w:r>
      <w:r w:rsidR="00931C15" w:rsidRPr="000D6487">
        <w:rPr>
          <w:rStyle w:val="ui-provider"/>
        </w:rPr>
        <w:t>EXSECM</w:t>
      </w:r>
      <w:r w:rsidRPr="00ED3498">
        <w:rPr>
          <w:bCs/>
        </w:rPr>
        <w:t>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689325B2"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 xml:space="preserve">—The maximum MWh activity of all Market Participants represented by the </w:t>
            </w:r>
            <w:proofErr w:type="gramStart"/>
            <w:r w:rsidRPr="00ED3498">
              <w:rPr>
                <w:iCs/>
                <w:sz w:val="20"/>
              </w:rPr>
              <w:t>Counter-Party</w:t>
            </w:r>
            <w:proofErr w:type="gramEnd"/>
            <w:r w:rsidRPr="00ED3498">
              <w:rPr>
                <w:iCs/>
                <w:sz w:val="20"/>
              </w:rPr>
              <w:t xml:space="preserve">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8F375B9" w14:textId="13BF6DD2" w:rsidR="00BD655B"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p w14:paraId="319DEC72" w14:textId="65BFC4F2" w:rsidR="003F580A" w:rsidRPr="00ED3498" w:rsidRDefault="003F580A" w:rsidP="000C6618">
            <w:pPr>
              <w:spacing w:after="60"/>
              <w:rPr>
                <w:iCs/>
                <w:sz w:val="20"/>
              </w:rPr>
            </w:pP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97C04B" w14:textId="7372D769"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w:t>
            </w:r>
            <w:proofErr w:type="gramStart"/>
            <w:r w:rsidRPr="00ED3498">
              <w:rPr>
                <w:iCs/>
                <w:sz w:val="20"/>
              </w:rPr>
              <w:t>Counter-Party</w:t>
            </w:r>
            <w:proofErr w:type="gramEnd"/>
            <w:r w:rsidRPr="00ED3498">
              <w:rPr>
                <w:iCs/>
                <w:sz w:val="20"/>
              </w:rPr>
              <w:t xml:space="preserve">. </w:t>
            </w: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as an importer into the ERCOT System where the Market Participant is a QSE assigned to a registered Counter-Party.</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12E7C274" w:rsidR="003F580A" w:rsidRPr="00ED3498" w:rsidRDefault="003F580A" w:rsidP="000C6618">
            <w:pPr>
              <w:spacing w:after="60"/>
              <w:rPr>
                <w:iCs/>
                <w:sz w:val="20"/>
              </w:rPr>
            </w:pPr>
            <w:r w:rsidRPr="00ED3498">
              <w:rPr>
                <w:iCs/>
                <w:color w:val="000000"/>
                <w:kern w:val="24"/>
                <w:sz w:val="20"/>
              </w:rPr>
              <w:t>RTAML</w:t>
            </w:r>
            <w:r w:rsidR="00931C15" w:rsidRPr="00931C15">
              <w:rPr>
                <w:iCs/>
                <w:color w:val="000000"/>
                <w:kern w:val="24"/>
                <w:sz w:val="20"/>
              </w:rPr>
              <w:t>EXSECM</w:t>
            </w:r>
            <w:r w:rsidRPr="00ED3498">
              <w:rPr>
                <w:iCs/>
                <w:color w:val="000000"/>
                <w:kern w:val="24"/>
                <w:sz w:val="20"/>
              </w:rPr>
              <w:t xml:space="preserve">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3175E408" w:rsidR="003F580A" w:rsidRPr="00ED3498" w:rsidRDefault="003F580A" w:rsidP="000C6618">
            <w:pPr>
              <w:spacing w:after="60"/>
              <w:rPr>
                <w:iCs/>
                <w:sz w:val="20"/>
              </w:rPr>
            </w:pPr>
            <w:r w:rsidRPr="00ED3498">
              <w:rPr>
                <w:i/>
                <w:iCs/>
                <w:sz w:val="20"/>
              </w:rPr>
              <w:t xml:space="preserve">Real-Time Adjusted Metered Load </w:t>
            </w:r>
            <w:r w:rsidR="00931C15" w:rsidRPr="000D6487">
              <w:rPr>
                <w:i/>
                <w:iCs/>
                <w:sz w:val="20"/>
              </w:rPr>
              <w:t>Excluding Load Exempt from Sub M</w:t>
            </w:r>
            <w:r w:rsidR="00931C15" w:rsidRPr="00ED3498">
              <w:rPr>
                <w:i/>
                <w:iCs/>
                <w:sz w:val="20"/>
              </w:rPr>
              <w:t xml:space="preserve"> </w:t>
            </w:r>
            <w:r w:rsidRPr="00ED3498">
              <w:rPr>
                <w:i/>
                <w:iCs/>
                <w:sz w:val="20"/>
              </w:rPr>
              <w:t>per Market Participant per Settlement Point</w:t>
            </w:r>
            <w:r w:rsidRPr="00ED3498">
              <w:rPr>
                <w:iCs/>
                <w:sz w:val="20"/>
              </w:rPr>
              <w:t>—The sum of the Adjusted Metered Load (AML)</w:t>
            </w:r>
            <w:r w:rsidR="00931C15" w:rsidRPr="00F47B42">
              <w:rPr>
                <w:iCs/>
                <w:sz w:val="20"/>
              </w:rPr>
              <w:t xml:space="preserve">, excluding </w:t>
            </w:r>
            <w:r w:rsidR="00931C15">
              <w:rPr>
                <w:iCs/>
                <w:sz w:val="20"/>
              </w:rPr>
              <w:t>L</w:t>
            </w:r>
            <w:r w:rsidR="00931C15" w:rsidRPr="00F47B42">
              <w:rPr>
                <w:iCs/>
                <w:sz w:val="20"/>
              </w:rPr>
              <w:t xml:space="preserve">oad that is exempt from Securitization Default Charges pursuant to the Declaratory Order entered by the Public Utility Commission of Texas (PUCT) in PUCT Docket No. 56122, </w:t>
            </w:r>
            <w:r w:rsidR="00931C15" w:rsidRPr="0094034C">
              <w:rPr>
                <w:iCs/>
                <w:sz w:val="20"/>
              </w:rPr>
              <w:t>Petition of Electric Reliability Council of Texas, Inc. for Expedited Declaratory Order Regarding Public Utility Regulatory Act Chapter 39, Subchapter M</w:t>
            </w:r>
            <w:r w:rsidR="00931C15" w:rsidRPr="00F47B42">
              <w:rPr>
                <w:iCs/>
                <w:sz w:val="20"/>
              </w:rPr>
              <w:t>,</w:t>
            </w:r>
            <w:r w:rsidRPr="00ED3498">
              <w:rPr>
                <w:iCs/>
                <w:sz w:val="20"/>
              </w:rPr>
              <w:t xml:space="preserve">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05DA5339"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—The monthly sum in the reference month of the AML</w:t>
            </w:r>
            <w:r w:rsidR="00931C15" w:rsidRPr="0040079A">
              <w:rPr>
                <w:iCs/>
                <w:sz w:val="20"/>
              </w:rPr>
              <w:t xml:space="preserve">, excluding </w:t>
            </w:r>
            <w:r w:rsidR="00931C15">
              <w:rPr>
                <w:iCs/>
                <w:sz w:val="20"/>
              </w:rPr>
              <w:t>L</w:t>
            </w:r>
            <w:r w:rsidR="00931C15" w:rsidRPr="0040079A">
              <w:rPr>
                <w:iCs/>
                <w:sz w:val="20"/>
              </w:rPr>
              <w:t xml:space="preserve">oad exempt from Securitization Default Charges </w:t>
            </w:r>
            <w:r w:rsidR="00931C15" w:rsidRPr="0040079A">
              <w:rPr>
                <w:bCs/>
                <w:iCs/>
                <w:sz w:val="20"/>
              </w:rPr>
              <w:t>pursuant to the Declaratory Order entered by the PUCT in PUCT Docket No. 56122</w:t>
            </w:r>
            <w:r w:rsidR="00931C15" w:rsidRPr="0040079A">
              <w:rPr>
                <w:iCs/>
                <w:sz w:val="20"/>
              </w:rPr>
              <w:t>,</w:t>
            </w:r>
            <w:r w:rsidRPr="00ED3498">
              <w:rPr>
                <w:iCs/>
                <w:sz w:val="20"/>
              </w:rPr>
              <w:t xml:space="preserve"> represented by Market Participant </w:t>
            </w:r>
            <w:r w:rsidRPr="00ED3498">
              <w:rPr>
                <w:i/>
                <w:iCs/>
                <w:sz w:val="20"/>
              </w:rPr>
              <w:t>mp</w:t>
            </w:r>
            <w:r w:rsidRPr="00ED3498">
              <w:rPr>
                <w:iCs/>
                <w:sz w:val="20"/>
              </w:rPr>
              <w:t>, where the Market Participant is a QSE assigned to the registered Counter-Party.</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lastRenderedPageBreak/>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’s cleared Three-Part Supply Offers in the DAM and cleared DAM Energy-Only Offer Curves, where the Market Participant is a QSE assigned to the registered Counter-Party.</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4D9C863" w14:textId="77777777" w:rsidR="009C7B51"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9C7B51" w:rsidRPr="00812ECB" w14:paraId="0991C368" w14:textId="77777777" w:rsidTr="00194BF0">
              <w:tc>
                <w:tcPr>
                  <w:tcW w:w="9332" w:type="dxa"/>
                  <w:shd w:val="pct12" w:color="auto" w:fill="auto"/>
                </w:tcPr>
                <w:p w14:paraId="01E940A8" w14:textId="791BF85F" w:rsidR="009C7B51" w:rsidRPr="00812ECB" w:rsidRDefault="009C7B51" w:rsidP="009C7B51">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6C621378" w14:textId="0A1AF205" w:rsidR="009C7B51" w:rsidRPr="00812ECB" w:rsidRDefault="009C7B51" w:rsidP="009C7B51">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7967928" w14:textId="0F56ED49" w:rsidR="003F580A" w:rsidRPr="00ED3498" w:rsidRDefault="003F580A" w:rsidP="000C6618">
            <w:pPr>
              <w:spacing w:after="60"/>
              <w:rPr>
                <w:iCs/>
                <w:sz w:val="20"/>
              </w:rPr>
            </w:pP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80BA445" w14:textId="77777777" w:rsidR="009C7B51"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 xml:space="preserve">’s cleared DAM Energy Bids, where the Market Participant is a QSE assigned to the registered </w:t>
            </w:r>
            <w:proofErr w:type="gramStart"/>
            <w:r w:rsidRPr="00ED3498">
              <w:rPr>
                <w:iCs/>
                <w:sz w:val="20"/>
              </w:rPr>
              <w:t>Counter-Party</w:t>
            </w:r>
            <w:proofErr w:type="gramEnd"/>
            <w:r w:rsidRPr="00ED3498">
              <w:rPr>
                <w:i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9C7B51" w:rsidRPr="00812ECB" w14:paraId="214C1B39" w14:textId="77777777" w:rsidTr="00194BF0">
              <w:tc>
                <w:tcPr>
                  <w:tcW w:w="9332" w:type="dxa"/>
                  <w:shd w:val="pct12" w:color="auto" w:fill="auto"/>
                </w:tcPr>
                <w:p w14:paraId="31A9CD00" w14:textId="77777777" w:rsidR="009C7B51" w:rsidRPr="00812ECB" w:rsidRDefault="009C7B51" w:rsidP="009C7B51">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5A2A3BFC" w14:textId="1F056306" w:rsidR="009C7B51" w:rsidRPr="00812ECB" w:rsidRDefault="009C7B51" w:rsidP="009C7B51">
                  <w:pPr>
                    <w:spacing w:after="60"/>
                  </w:pPr>
                  <w:r w:rsidRPr="00812ECB">
                    <w:rPr>
                      <w:i/>
                      <w:iCs/>
                      <w:sz w:val="20"/>
                    </w:rPr>
                    <w:t>Securitization Default Charge Day-Ahead Energy Purchase per Market Participant</w:t>
                  </w:r>
                  <w:r w:rsidRPr="00812ECB">
                    <w:rPr>
                      <w:iCs/>
                      <w:sz w:val="20"/>
                    </w:rPr>
                    <w:t xml:space="preserve">—The monthly total in the reference month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79300EC9" w14:textId="74A9FAE9" w:rsidR="003F580A" w:rsidRPr="00ED3498" w:rsidRDefault="003F580A" w:rsidP="000C6618">
            <w:pPr>
              <w:spacing w:after="60"/>
              <w:rPr>
                <w:i/>
                <w:iCs/>
                <w:sz w:val="20"/>
              </w:rPr>
            </w:pP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r w:rsidRPr="00ED3498">
              <w:rPr>
                <w:i/>
                <w:iCs/>
                <w:sz w:val="20"/>
              </w:rPr>
              <w:t>mp</w:t>
            </w:r>
            <w:r w:rsidRPr="00ED3498">
              <w:rPr>
                <w:iCs/>
                <w:sz w:val="20"/>
              </w:rPr>
              <w:t xml:space="preserve">’s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r w:rsidRPr="00ED3498">
              <w:rPr>
                <w:i/>
                <w:iCs/>
                <w:sz w:val="20"/>
              </w:rPr>
              <w:t>mp</w:t>
            </w:r>
            <w:r w:rsidRPr="00ED3498">
              <w:rPr>
                <w:iCs/>
                <w:sz w:val="20"/>
              </w:rPr>
              <w:t>’s PTP Obligations settled in Real-Time, counting the quantity only once per source and sink pair, and where the Market Participant is a QSE assigned to the registered Counter-Party.</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lastRenderedPageBreak/>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offers awarded in CRR Auctions, counting the awarded quantity only once per source and sink pair, where the Market Participant is a CRR Account Holder assigned to the registered Counter-Party.</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offers awarded in CRR Auctions, counting the quantity only once per source and sink pair, where the Market Participant is a CRR Account Holder assigned to the registered Counter-Party.</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bids awarded in CRR Auctions, counting the quantity only once per source and sink pair, where the Market Participant is a CRR Account Holder assigned to the registered Counter-Party.</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lastRenderedPageBreak/>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bids awarded in CRR Auctions, counting the quantity only once per source and sink pair, where the Market Participant is a CRR Account Holder assigned to the registered Counter-Party.</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r w:rsidRPr="00ED3498">
              <w:rPr>
                <w:i/>
                <w:sz w:val="20"/>
              </w:rPr>
              <w:t>mp</w:t>
            </w:r>
            <w:r w:rsidRPr="00ED3498">
              <w:rPr>
                <w:sz w:val="20"/>
              </w:rPr>
              <w:t>’s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613F9E00"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PUC</w:t>
            </w:r>
            <w:r w:rsidR="000505C8">
              <w:rPr>
                <w:bCs/>
                <w:iCs/>
                <w:sz w:val="20"/>
              </w:rPr>
              <w:t>T</w:t>
            </w:r>
            <w:r w:rsidR="000505C8" w:rsidRPr="00ED3498">
              <w:rPr>
                <w:bCs/>
                <w:iCs/>
                <w:sz w:val="20"/>
              </w:rPr>
              <w:t xml:space="preserve">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2B0892">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8"/>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w:t>
      </w:r>
      <w:r w:rsidRPr="00ED3498">
        <w:lastRenderedPageBreak/>
        <w:t xml:space="preserve">the beginning of the month in which the new TSDCMA will be used to calculate the Securitization Default Charges. </w:t>
      </w:r>
    </w:p>
    <w:p w14:paraId="5F4513B7" w14:textId="332D2B6B" w:rsidR="003A2E8C" w:rsidRPr="00ED3498" w:rsidRDefault="003A2E8C" w:rsidP="003A2E8C">
      <w:pPr>
        <w:keepNext/>
        <w:tabs>
          <w:tab w:val="left" w:pos="900"/>
        </w:tabs>
        <w:spacing w:before="240" w:after="240"/>
        <w:outlineLvl w:val="1"/>
        <w:rPr>
          <w:b/>
          <w:bCs/>
        </w:rPr>
      </w:pPr>
      <w:bookmarkStart w:id="12" w:name="_Toc141427852"/>
      <w:bookmarkStart w:id="13" w:name="_Hlk89869930"/>
      <w:bookmarkStart w:id="14" w:name="_Hlk85627052"/>
      <w:bookmarkStart w:id="15" w:name="_Hlk85018596"/>
      <w:r w:rsidRPr="00ED3498">
        <w:rPr>
          <w:b/>
          <w:bCs/>
        </w:rPr>
        <w:t xml:space="preserve">26.3 </w:t>
      </w:r>
      <w:r w:rsidRPr="00ED3498">
        <w:rPr>
          <w:b/>
          <w:bCs/>
        </w:rPr>
        <w:tab/>
        <w:t>Securitization Default Charge Invoices</w:t>
      </w:r>
      <w:bookmarkEnd w:id="12"/>
      <w:r w:rsidRPr="00ED3498">
        <w:rPr>
          <w:b/>
          <w:bCs/>
        </w:rPr>
        <w:t xml:space="preserve">  </w:t>
      </w:r>
    </w:p>
    <w:p w14:paraId="78124B71" w14:textId="77777777" w:rsidR="003A2E8C" w:rsidRPr="00ED3498" w:rsidRDefault="003A2E8C" w:rsidP="003A2E8C">
      <w:pPr>
        <w:spacing w:after="240"/>
        <w:ind w:left="720" w:hanging="720"/>
        <w:rPr>
          <w:iCs/>
        </w:rPr>
      </w:pPr>
      <w:r w:rsidRPr="00ED3498">
        <w:rPr>
          <w:iCs/>
        </w:rPr>
        <w:t>(1)</w:t>
      </w:r>
      <w:r w:rsidRPr="00ED3498">
        <w:rPr>
          <w:iCs/>
        </w:rPr>
        <w:tab/>
        <w:t xml:space="preserve">ERCOT shall prepare </w:t>
      </w:r>
      <w:r w:rsidRPr="00ED3498">
        <w:t xml:space="preserve">Securitization </w:t>
      </w:r>
      <w:r w:rsidRPr="00ED3498">
        <w:rPr>
          <w:iCs/>
        </w:rPr>
        <w:t xml:space="preserve">Default Charge Invoices </w:t>
      </w:r>
      <w:proofErr w:type="gramStart"/>
      <w:r w:rsidRPr="00ED3498">
        <w:rPr>
          <w:iCs/>
        </w:rPr>
        <w:t>on a monthly basis</w:t>
      </w:r>
      <w:proofErr w:type="gramEnd"/>
      <w:r w:rsidRPr="00ED3498">
        <w:rPr>
          <w:iCs/>
        </w:rPr>
        <w:t xml:space="preserve">, as specified in Section 9.1.2, Settlement Calendar, on the seventh Business Day of </w:t>
      </w:r>
      <w:proofErr w:type="gramStart"/>
      <w:r w:rsidRPr="00ED3498">
        <w:rPr>
          <w:iCs/>
        </w:rPr>
        <w:t>a month</w:t>
      </w:r>
      <w:proofErr w:type="gramEnd"/>
      <w:r w:rsidRPr="00ED3498">
        <w:rPr>
          <w:iCs/>
        </w:rPr>
        <w:t xml:space="preserve">.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70E51779" w14:textId="77777777" w:rsidR="003A2E8C" w:rsidRPr="00ED3498" w:rsidRDefault="003A2E8C" w:rsidP="003A2E8C">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 xml:space="preserve">Invoice on the payment due date, </w:t>
      </w:r>
      <w:proofErr w:type="gramStart"/>
      <w:r w:rsidRPr="00ED3498">
        <w:t>whether or not</w:t>
      </w:r>
      <w:proofErr w:type="gramEnd"/>
      <w:r w:rsidRPr="00ED3498">
        <w:t xml:space="preserve"> there is any Settlement and billing dispute regarding the amount of the debit.</w:t>
      </w:r>
    </w:p>
    <w:p w14:paraId="1FC26CAD" w14:textId="77777777" w:rsidR="003A2E8C" w:rsidRPr="00ED3498" w:rsidRDefault="003A2E8C" w:rsidP="003A2E8C">
      <w:pPr>
        <w:spacing w:after="240"/>
        <w:ind w:left="720" w:hanging="720"/>
        <w:rPr>
          <w:iCs/>
        </w:rPr>
      </w:pPr>
      <w:r w:rsidRPr="00ED3498">
        <w:rPr>
          <w:iCs/>
        </w:rPr>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00CFFC19" w14:textId="77777777" w:rsidR="003A2E8C" w:rsidRPr="00ED3498" w:rsidRDefault="003A2E8C" w:rsidP="003A2E8C">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606F6FD" w14:textId="77777777" w:rsidR="003A2E8C" w:rsidRPr="00ED3498" w:rsidRDefault="003A2E8C" w:rsidP="003A2E8C">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143E32B0" w14:textId="77777777" w:rsidR="003A2E8C" w:rsidRPr="00ED3498" w:rsidRDefault="003A2E8C" w:rsidP="003A2E8C">
      <w:pPr>
        <w:spacing w:after="240"/>
        <w:ind w:left="1440" w:hanging="720"/>
      </w:pPr>
      <w:r w:rsidRPr="00ED3498">
        <w:t>(a)</w:t>
      </w:r>
      <w:r w:rsidRPr="00ED3498">
        <w:tab/>
        <w:t>The Invoice Recipient’s name;</w:t>
      </w:r>
    </w:p>
    <w:p w14:paraId="312B42A9" w14:textId="77777777" w:rsidR="003A2E8C" w:rsidRPr="00ED3498" w:rsidRDefault="003A2E8C" w:rsidP="003A2E8C">
      <w:pPr>
        <w:spacing w:after="240"/>
        <w:ind w:left="1440" w:hanging="720"/>
      </w:pPr>
      <w:r w:rsidRPr="00ED3498">
        <w:t>(b)</w:t>
      </w:r>
      <w:r w:rsidRPr="00ED3498">
        <w:tab/>
        <w:t>The ERCOT identifier (Settlement identification number issued by ERCOT);</w:t>
      </w:r>
    </w:p>
    <w:p w14:paraId="63A91420" w14:textId="77777777" w:rsidR="003A2E8C" w:rsidRPr="00ED3498" w:rsidRDefault="003A2E8C" w:rsidP="003A2E8C">
      <w:pPr>
        <w:spacing w:after="240"/>
        <w:ind w:left="1440" w:hanging="720"/>
      </w:pPr>
      <w:r w:rsidRPr="00ED3498">
        <w:t>(c)</w:t>
      </w:r>
      <w:r w:rsidRPr="00ED3498">
        <w:tab/>
        <w:t>Net Amount Owed– the charge owed by an Invoice Recipient;</w:t>
      </w:r>
    </w:p>
    <w:p w14:paraId="6875FB72" w14:textId="77777777" w:rsidR="003A2E8C" w:rsidRPr="00ED3498" w:rsidRDefault="003A2E8C" w:rsidP="003A2E8C">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113C2CDE" w14:textId="77777777" w:rsidR="003A2E8C" w:rsidRPr="00ED3498" w:rsidRDefault="003A2E8C" w:rsidP="003A2E8C">
      <w:pPr>
        <w:spacing w:after="240"/>
        <w:ind w:left="1440" w:hanging="720"/>
      </w:pPr>
      <w:r w:rsidRPr="00ED3498">
        <w:t>(e)</w:t>
      </w:r>
      <w:r w:rsidRPr="00ED3498">
        <w:tab/>
        <w:t>Run Date – the date on which the Invoice was created and published;</w:t>
      </w:r>
    </w:p>
    <w:p w14:paraId="4C91FC11" w14:textId="77777777" w:rsidR="003A2E8C" w:rsidRPr="00ED3498" w:rsidRDefault="003A2E8C" w:rsidP="003A2E8C">
      <w:pPr>
        <w:spacing w:after="240"/>
        <w:ind w:left="1440" w:hanging="720"/>
      </w:pPr>
      <w:r w:rsidRPr="00ED3498">
        <w:t>(f)</w:t>
      </w:r>
      <w:r w:rsidRPr="00ED3498">
        <w:tab/>
        <w:t>Invoice Reference Number – a unique number generated by ERCOT for payment tracking purposes;</w:t>
      </w:r>
    </w:p>
    <w:p w14:paraId="177FF397" w14:textId="77777777" w:rsidR="003A2E8C" w:rsidRPr="00ED3498" w:rsidRDefault="003A2E8C" w:rsidP="003A2E8C">
      <w:pPr>
        <w:spacing w:after="240"/>
        <w:ind w:left="1440" w:hanging="720"/>
      </w:pPr>
      <w:r w:rsidRPr="00ED3498">
        <w:t>(g)</w:t>
      </w:r>
      <w:r w:rsidRPr="00ED3498">
        <w:tab/>
        <w:t>Payment Date and Time – the date and time the Invoice amounts must be paid;</w:t>
      </w:r>
    </w:p>
    <w:p w14:paraId="22B0B269" w14:textId="77777777" w:rsidR="003A2E8C" w:rsidRPr="00ED3498" w:rsidRDefault="003A2E8C" w:rsidP="003A2E8C">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FB935B7" w14:textId="77777777" w:rsidR="003A2E8C" w:rsidRPr="00ED3498" w:rsidRDefault="003A2E8C" w:rsidP="003A2E8C">
      <w:pPr>
        <w:spacing w:after="240"/>
        <w:ind w:left="1440" w:hanging="720"/>
      </w:pPr>
      <w:r w:rsidRPr="00ED3498">
        <w:t>(i)</w:t>
      </w:r>
      <w:r w:rsidRPr="00ED3498">
        <w:tab/>
        <w:t xml:space="preserve">Overdue Terms – the terms that would apply if the payments were received late. </w:t>
      </w:r>
    </w:p>
    <w:p w14:paraId="2F4EA9F0" w14:textId="77777777" w:rsidR="003A2E8C" w:rsidRPr="00ED3498" w:rsidRDefault="003A2E8C" w:rsidP="003A2E8C">
      <w:pPr>
        <w:spacing w:after="240"/>
        <w:ind w:left="720" w:hanging="720"/>
      </w:pPr>
      <w:r w:rsidRPr="00ED3498">
        <w:lastRenderedPageBreak/>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77DA2AC9" w14:textId="77777777" w:rsidR="003A2E8C" w:rsidRPr="00D24933" w:rsidRDefault="003A2E8C" w:rsidP="003A2E8C">
      <w:pPr>
        <w:tabs>
          <w:tab w:val="left" w:pos="1080"/>
        </w:tabs>
        <w:spacing w:before="240" w:after="240"/>
        <w:ind w:left="1080" w:hanging="1080"/>
        <w:outlineLvl w:val="2"/>
        <w:rPr>
          <w:b/>
          <w:bCs/>
          <w:i/>
        </w:rPr>
      </w:pPr>
      <w:bookmarkStart w:id="16" w:name="_Toc141427853"/>
      <w:r w:rsidRPr="00D24933">
        <w:rPr>
          <w:b/>
          <w:bCs/>
          <w:i/>
        </w:rPr>
        <w:t>26.3.1</w:t>
      </w:r>
      <w:r w:rsidRPr="00D24933">
        <w:rPr>
          <w:b/>
          <w:bCs/>
          <w:i/>
        </w:rPr>
        <w:tab/>
        <w:t>Payment Process for Securitization Default Charge Invoices</w:t>
      </w:r>
      <w:bookmarkEnd w:id="16"/>
    </w:p>
    <w:p w14:paraId="07A84F9E" w14:textId="77777777" w:rsidR="003A2E8C" w:rsidRPr="00ED3498" w:rsidRDefault="003A2E8C" w:rsidP="003A2E8C">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F0317C5" w14:textId="77777777" w:rsidR="003A2E8C" w:rsidRPr="00D24933" w:rsidRDefault="003A2E8C" w:rsidP="003A2E8C">
      <w:pPr>
        <w:pStyle w:val="H4"/>
      </w:pPr>
      <w:bookmarkStart w:id="17" w:name="_Toc141427854"/>
      <w:r w:rsidRPr="00D24933">
        <w:t>26.3.1.1</w:t>
      </w:r>
      <w:r w:rsidRPr="00D24933">
        <w:tab/>
        <w:t>Invoice Recipient Payment to ERCOT for Securitization Default Charge Invoices</w:t>
      </w:r>
      <w:bookmarkEnd w:id="17"/>
    </w:p>
    <w:p w14:paraId="14B3C353" w14:textId="77777777" w:rsidR="003A2E8C" w:rsidRPr="00ED3498" w:rsidRDefault="003A2E8C" w:rsidP="003A2E8C">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4F590A10" w14:textId="77777777" w:rsidR="003A2E8C" w:rsidRPr="00ED3498" w:rsidRDefault="003A2E8C" w:rsidP="003A2E8C">
      <w:pPr>
        <w:spacing w:after="240"/>
        <w:ind w:left="720" w:hanging="720"/>
      </w:pPr>
      <w:r w:rsidRPr="00ED3498">
        <w:t>(2)</w:t>
      </w:r>
      <w:r w:rsidRPr="00ED3498">
        <w:tab/>
        <w:t xml:space="preserve">All </w:t>
      </w:r>
      <w:r w:rsidRPr="00ED3498">
        <w:rPr>
          <w:iCs/>
        </w:rPr>
        <w:t xml:space="preserve">Securitization </w:t>
      </w:r>
      <w:r w:rsidRPr="00ED3498">
        <w:t>Default Charge Invoices due, with funds owed by an Invoice Recipient, must be paid to ERCOT in U.S. Dollars (USDs) by Electronic Funds Transfer (EFT) in immediately available or good funds (i.e., not subject to reversal) on or before the payment due date.  EFTs must be with U.S. banks only.</w:t>
      </w:r>
    </w:p>
    <w:p w14:paraId="25E3E985" w14:textId="77777777" w:rsidR="003A2E8C" w:rsidRPr="00ED3498" w:rsidRDefault="003A2E8C" w:rsidP="003A2E8C">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338267C3" w14:textId="77777777" w:rsidR="003A2E8C" w:rsidRPr="00ED3498" w:rsidRDefault="003A2E8C" w:rsidP="003A2E8C">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2CD37284" w14:textId="77777777" w:rsidR="003A2E8C" w:rsidRPr="00D24933" w:rsidRDefault="003A2E8C" w:rsidP="003A2E8C">
      <w:pPr>
        <w:pStyle w:val="H4"/>
      </w:pPr>
      <w:bookmarkStart w:id="18" w:name="_Toc141427855"/>
      <w:r w:rsidRPr="00D24933">
        <w:t>26.3.1.2</w:t>
      </w:r>
      <w:r w:rsidRPr="00ED3498">
        <w:tab/>
      </w:r>
      <w:r w:rsidRPr="00D24933">
        <w:t>Insufficient Payments by Invoice Recipients for Securitization Default Charge Invoices</w:t>
      </w:r>
      <w:bookmarkEnd w:id="18"/>
      <w:r w:rsidRPr="00D24933">
        <w:t xml:space="preserve"> </w:t>
      </w:r>
    </w:p>
    <w:p w14:paraId="46DD0127" w14:textId="77777777" w:rsidR="003A2E8C" w:rsidRPr="00ED3498" w:rsidRDefault="003A2E8C" w:rsidP="003A2E8C">
      <w:pPr>
        <w:keepNext/>
        <w:spacing w:after="240"/>
        <w:ind w:left="720" w:hanging="720"/>
      </w:pPr>
      <w:r w:rsidRPr="00ED3498">
        <w:t>(1)</w:t>
      </w:r>
      <w:r w:rsidRPr="00ED3498">
        <w:tab/>
        <w:t xml:space="preserve">If an Invoice Recipient owing funds does not pay its Securitization Default Charge Invoice in full (short-pay) by the payment due date and time set forth in Section 26.3.1.1, </w:t>
      </w:r>
      <w:r w:rsidRPr="00103DE2">
        <w:t>Invoice Recipient Payment to ERCOT for Securitization Default Charge Invoices</w:t>
      </w:r>
      <w:r>
        <w:t>,</w:t>
      </w:r>
      <w:r w:rsidRPr="00103DE2">
        <w:t xml:space="preserve"> </w:t>
      </w:r>
      <w:r w:rsidRPr="00ED3498">
        <w:t>ERCOT shall follow the procedure set forth below:</w:t>
      </w:r>
    </w:p>
    <w:p w14:paraId="27820EC9" w14:textId="77777777" w:rsidR="003A2E8C" w:rsidRPr="00ED3498" w:rsidRDefault="003A2E8C" w:rsidP="003A2E8C">
      <w:pPr>
        <w:spacing w:after="240"/>
        <w:ind w:left="1440" w:hanging="720"/>
      </w:pPr>
      <w:r w:rsidRPr="00ED3498">
        <w:t>(a)</w:t>
      </w:r>
      <w:r w:rsidRPr="00ED3498">
        <w:tab/>
        <w:t xml:space="preserve">ERCOT shall draw on any available Securitization Default Charge escrow deposits by the Invoice Recipient. </w:t>
      </w:r>
    </w:p>
    <w:p w14:paraId="437DF1C9" w14:textId="77777777" w:rsidR="003A2E8C" w:rsidRDefault="003A2E8C" w:rsidP="003A2E8C">
      <w:pPr>
        <w:spacing w:after="240"/>
        <w:ind w:left="1440" w:hanging="720"/>
      </w:pPr>
      <w:r>
        <w:lastRenderedPageBreak/>
        <w:t>(b)</w:t>
      </w:r>
      <w:r>
        <w:tab/>
        <w:t>If available Securitization Default Charge escrow deposits are insufficient to cover the short-paid amount, ERCOT will utilize Financial Security held with respect to other ERCOT market activities as determined in Section 16.11.4, Determination and Monitoring of Counter-Party Credit Exposure.  ERCOT may not utilize Securitization Uplift Charge escrow deposits to cover short-pays of Securitization Default Charges.</w:t>
      </w:r>
    </w:p>
    <w:p w14:paraId="51B191C5" w14:textId="77777777" w:rsidR="003A2E8C" w:rsidRDefault="003A2E8C" w:rsidP="003A2E8C">
      <w:pPr>
        <w:spacing w:after="240"/>
        <w:ind w:left="1440" w:hanging="720"/>
      </w:pPr>
      <w:r>
        <w:t>(c)</w:t>
      </w:r>
      <w:r>
        <w:tab/>
        <w:t>In the event that an Invoice Recipient short-pays:</w:t>
      </w:r>
    </w:p>
    <w:p w14:paraId="24322608" w14:textId="77777777" w:rsidR="003A2E8C" w:rsidRDefault="003A2E8C" w:rsidP="003A2E8C">
      <w:pPr>
        <w:spacing w:after="240"/>
        <w:ind w:left="2137" w:hanging="720"/>
      </w:pPr>
      <w:r>
        <w:t>(i)</w:t>
      </w:r>
      <w:r>
        <w:tab/>
        <w:t>Both a Securitization Default Charge Invoice and a Securitization Uplift Charge Initial Invoice, or;</w:t>
      </w:r>
    </w:p>
    <w:p w14:paraId="32E9D73A" w14:textId="77777777" w:rsidR="003A2E8C" w:rsidRDefault="003A2E8C" w:rsidP="003A2E8C">
      <w:pPr>
        <w:spacing w:after="240"/>
        <w:ind w:left="2137" w:hanging="720"/>
      </w:pPr>
      <w:r>
        <w:t>(ii)</w:t>
      </w:r>
      <w:r>
        <w:tab/>
        <w:t xml:space="preserve">One or </w:t>
      </w:r>
      <w:proofErr w:type="gramStart"/>
      <w:r>
        <w:t>both of the above</w:t>
      </w:r>
      <w:proofErr w:type="gramEnd"/>
      <w:r>
        <w:t xml:space="preserve"> securitization Invoices as well as any other ERCOT Invoice,</w:t>
      </w:r>
    </w:p>
    <w:p w14:paraId="4FF28923" w14:textId="77777777" w:rsidR="003A2E8C" w:rsidRDefault="003A2E8C" w:rsidP="003A2E8C">
      <w:pPr>
        <w:spacing w:after="240"/>
        <w:ind w:left="1515"/>
      </w:pPr>
      <w:r>
        <w:t>and it is necessary to utilize Financial Security held with respect to other ERCOT market activities, funds drawn from Financial Security will be allocated first to cover short-pays of Invoices for non-</w:t>
      </w:r>
      <w:r w:rsidRPr="00007CCE">
        <w:t xml:space="preserve">securitization activity. </w:t>
      </w:r>
      <w:r>
        <w:t xml:space="preserve"> </w:t>
      </w:r>
      <w:r w:rsidRPr="00007CCE">
        <w:t xml:space="preserve">Any remaining Financial Security will be allocated pro rata </w:t>
      </w:r>
      <w:proofErr w:type="gramStart"/>
      <w:r w:rsidRPr="00007CCE">
        <w:t>on the basis of</w:t>
      </w:r>
      <w:proofErr w:type="gramEnd"/>
      <w:r w:rsidRPr="00007CCE">
        <w:t xml:space="preserve"> unpaid Invoice amounts to Securitization Uplift Charge Initial Invoices</w:t>
      </w:r>
      <w:r>
        <w:t xml:space="preserve"> and Securitization Default Charge Invoices.</w:t>
      </w:r>
    </w:p>
    <w:p w14:paraId="2683DEFB" w14:textId="77777777" w:rsidR="003A2E8C" w:rsidRPr="00ED3498" w:rsidRDefault="003A2E8C" w:rsidP="003A2E8C">
      <w:pPr>
        <w:spacing w:after="240"/>
        <w:ind w:left="1440" w:hanging="720"/>
      </w:pPr>
      <w:r w:rsidRPr="00ED3498">
        <w:t>(</w:t>
      </w:r>
      <w:r>
        <w:t>d</w:t>
      </w:r>
      <w:r w:rsidRPr="00ED3498">
        <w:t>)</w:t>
      </w:r>
      <w:r w:rsidRPr="00ED3498">
        <w:tab/>
        <w:t>Regardless of whether ERCOT’s draw on available Securitization Default Charge escrow deposits</w:t>
      </w:r>
      <w:r>
        <w:t xml:space="preserve"> or other Financial Security</w:t>
      </w:r>
      <w:r w:rsidRPr="00ED3498">
        <w:t xml:space="preserve"> under paragraph</w:t>
      </w:r>
      <w:r>
        <w:t>s</w:t>
      </w:r>
      <w:r w:rsidRPr="00ED3498">
        <w:t xml:space="preserve"> (a) </w:t>
      </w:r>
      <w:r>
        <w:t xml:space="preserve">through (c) </w:t>
      </w:r>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2C0DFFCD" w14:textId="77777777" w:rsidR="003A2E8C" w:rsidRPr="00ED3498" w:rsidRDefault="003A2E8C" w:rsidP="003A2E8C">
      <w:pPr>
        <w:spacing w:after="240"/>
        <w:ind w:left="1440" w:hanging="720"/>
      </w:pPr>
      <w:r w:rsidRPr="00ED3498">
        <w:t>(</w:t>
      </w:r>
      <w:r>
        <w:t>e</w:t>
      </w:r>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r>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577290F8" w14:textId="301B334A" w:rsidR="003A2E8C" w:rsidRPr="00ED3498" w:rsidRDefault="003A2E8C" w:rsidP="003A2E8C">
      <w:pPr>
        <w:spacing w:after="240"/>
        <w:ind w:left="1440" w:hanging="720"/>
      </w:pPr>
      <w:r w:rsidRPr="00ED3498">
        <w:t>(</w:t>
      </w:r>
      <w:r>
        <w:t>f</w:t>
      </w:r>
      <w:r w:rsidRPr="00ED3498">
        <w:t>)</w:t>
      </w:r>
      <w:r w:rsidRPr="00ED3498">
        <w:tab/>
        <w:t xml:space="preserve">Any action taken by under this </w:t>
      </w:r>
      <w:r>
        <w:t>S</w:t>
      </w:r>
      <w:r w:rsidRPr="00ED3498">
        <w:t>ection does not relieve or otherwise excuse the short paying Market Participant of its obligation to fully pay all outstanding financial obligations to ERCOT, including is obligation to fully pay all Securitization Default Charge Invoices.</w:t>
      </w:r>
    </w:p>
    <w:p w14:paraId="7806C0EE" w14:textId="64B0DBAC" w:rsidR="003A2E8C" w:rsidRPr="00ED3498" w:rsidRDefault="003A2E8C" w:rsidP="003A2E8C">
      <w:pPr>
        <w:keepNext/>
        <w:tabs>
          <w:tab w:val="left" w:pos="900"/>
        </w:tabs>
        <w:spacing w:before="240" w:after="240"/>
        <w:outlineLvl w:val="1"/>
        <w:rPr>
          <w:b/>
          <w:bCs/>
        </w:rPr>
      </w:pPr>
      <w:bookmarkStart w:id="19" w:name="_Toc141427856"/>
      <w:bookmarkEnd w:id="13"/>
      <w:bookmarkEnd w:id="14"/>
      <w:bookmarkEnd w:id="15"/>
      <w:r w:rsidRPr="00D24933">
        <w:rPr>
          <w:b/>
        </w:rPr>
        <w:lastRenderedPageBreak/>
        <w:t>26</w:t>
      </w:r>
      <w:r w:rsidRPr="00ED3498">
        <w:rPr>
          <w:b/>
          <w:bCs/>
        </w:rPr>
        <w:t>.4</w:t>
      </w:r>
      <w:r w:rsidRPr="00ED3498">
        <w:rPr>
          <w:b/>
          <w:bCs/>
        </w:rPr>
        <w:tab/>
        <w:t>Securitization Default Charge Supporting Data Reporting</w:t>
      </w:r>
      <w:bookmarkEnd w:id="19"/>
    </w:p>
    <w:p w14:paraId="36246DBC" w14:textId="09BAC0BC" w:rsidR="003A2E8C" w:rsidRPr="00ED3498" w:rsidRDefault="003A2E8C" w:rsidP="003A2E8C">
      <w:pPr>
        <w:spacing w:after="240"/>
        <w:ind w:left="720" w:hanging="720"/>
      </w:pPr>
      <w:r w:rsidRPr="00ED3498">
        <w:t>(1)</w:t>
      </w:r>
      <w:r w:rsidRPr="00ED3498">
        <w:tab/>
        <w:t>On a monthly basis, ERCOT shall post the following information on the Market Information System (MIS) Certified Area:</w:t>
      </w:r>
    </w:p>
    <w:p w14:paraId="2E92A821" w14:textId="77777777" w:rsidR="003A2E8C" w:rsidRPr="00ED3498" w:rsidRDefault="003A2E8C" w:rsidP="003A2E8C">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4B48C3DE" w14:textId="77777777" w:rsidR="003A2E8C" w:rsidRPr="00ED3498" w:rsidRDefault="003A2E8C" w:rsidP="003A2E8C">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418EF93C" w14:textId="324A972C" w:rsidR="003A2E8C" w:rsidRPr="00ED3498" w:rsidRDefault="003A2E8C" w:rsidP="003A2E8C">
      <w:pPr>
        <w:spacing w:after="240"/>
        <w:ind w:left="1440" w:hanging="720"/>
      </w:pPr>
      <w:r w:rsidRPr="00ED3498">
        <w:t>(c)</w:t>
      </w:r>
      <w:r w:rsidRPr="00ED3498">
        <w:tab/>
      </w:r>
      <w:r w:rsidRPr="00ED3498">
        <w:rPr>
          <w:iCs/>
        </w:rPr>
        <w:t xml:space="preserve">Securitization Default Charge </w:t>
      </w:r>
      <w:r w:rsidRPr="00ED3498">
        <w:t>Maximum MWh Activity Ratio Share (SDCMMARS)</w:t>
      </w:r>
      <w:r w:rsidR="003E0A6B">
        <w:t>;</w:t>
      </w:r>
      <w:r w:rsidRPr="00ED3498">
        <w:t xml:space="preserve"> and </w:t>
      </w:r>
    </w:p>
    <w:p w14:paraId="24FC479E" w14:textId="5E23C42F" w:rsidR="003A2E8C" w:rsidRPr="00ED3498" w:rsidRDefault="003A2E8C" w:rsidP="003A2E8C">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Default Charge</w:t>
      </w:r>
      <w:r w:rsidR="004E75C0">
        <w:t>s</w:t>
      </w:r>
      <w:r w:rsidRPr="00ED3498">
        <w:t xml:space="preserve">. </w:t>
      </w:r>
    </w:p>
    <w:p w14:paraId="5B568627" w14:textId="3C3D945C" w:rsidR="00AE36F0" w:rsidRPr="00ED3498" w:rsidRDefault="00AE36F0" w:rsidP="00AE36F0">
      <w:pPr>
        <w:spacing w:after="240"/>
        <w:ind w:left="720" w:hanging="720"/>
      </w:pPr>
      <w:bookmarkStart w:id="20" w:name="_Toc141427857"/>
      <w:r w:rsidRPr="00ED3498">
        <w:t>(2)</w:t>
      </w:r>
      <w:r w:rsidRPr="00ED3498">
        <w:tab/>
      </w:r>
      <w:r w:rsidR="009F0D37" w:rsidRPr="00ED3498">
        <w:t xml:space="preserve">ERCOT shall post a report containing Initial Settlement data as such data becomes available. </w:t>
      </w:r>
      <w:r w:rsidR="009F0D37">
        <w:t xml:space="preserve"> </w:t>
      </w:r>
      <w:r w:rsidR="009F0D37" w:rsidRPr="00ED3498">
        <w:t>The report shall be updated with Final Settlement data as such data becomes available.</w:t>
      </w:r>
    </w:p>
    <w:p w14:paraId="6958834F" w14:textId="02D0B628" w:rsidR="003F580A" w:rsidRPr="00ED3498" w:rsidRDefault="003F580A" w:rsidP="00E028C2">
      <w:pPr>
        <w:keepNext/>
        <w:tabs>
          <w:tab w:val="left" w:pos="900"/>
        </w:tabs>
        <w:spacing w:before="240" w:after="240"/>
        <w:outlineLvl w:val="1"/>
        <w:rPr>
          <w:b/>
          <w:bCs/>
        </w:rPr>
      </w:pPr>
      <w:r w:rsidRPr="00D24933">
        <w:rPr>
          <w:b/>
        </w:rPr>
        <w:t>26</w:t>
      </w:r>
      <w:r w:rsidRPr="00ED3498">
        <w:rPr>
          <w:b/>
          <w:bCs/>
        </w:rPr>
        <w:t>.5</w:t>
      </w:r>
      <w:r w:rsidRPr="00ED3498">
        <w:rPr>
          <w:b/>
          <w:bCs/>
        </w:rPr>
        <w:tab/>
        <w:t>Securitization Default Charge Escrow Deposit Requirements</w:t>
      </w:r>
      <w:bookmarkEnd w:id="20"/>
    </w:p>
    <w:p w14:paraId="03B25435" w14:textId="77777777" w:rsidR="003F580A" w:rsidRPr="003F580A" w:rsidRDefault="003F580A" w:rsidP="003F580A">
      <w:pPr>
        <w:tabs>
          <w:tab w:val="left" w:pos="1080"/>
        </w:tabs>
        <w:spacing w:before="240" w:after="240"/>
        <w:ind w:left="1080" w:hanging="1080"/>
        <w:outlineLvl w:val="2"/>
        <w:rPr>
          <w:b/>
          <w:bCs/>
          <w:i/>
        </w:rPr>
      </w:pPr>
      <w:bookmarkStart w:id="21" w:name="_Toc141427858"/>
      <w:r w:rsidRPr="003F580A">
        <w:rPr>
          <w:b/>
          <w:bCs/>
          <w:i/>
        </w:rPr>
        <w:t xml:space="preserve">26.5.1 </w:t>
      </w:r>
      <w:r w:rsidRPr="003F580A">
        <w:rPr>
          <w:b/>
          <w:bCs/>
          <w:i/>
        </w:rPr>
        <w:tab/>
        <w:t>Securitization Default Charge Escrow</w:t>
      </w:r>
      <w:bookmarkEnd w:id="21"/>
    </w:p>
    <w:p w14:paraId="6B5514F2" w14:textId="77777777" w:rsidR="003F580A" w:rsidRPr="00ED3498" w:rsidRDefault="003F580A" w:rsidP="003F580A">
      <w:pPr>
        <w:numPr>
          <w:ilvl w:val="0"/>
          <w:numId w:val="31"/>
        </w:numPr>
        <w:spacing w:after="240"/>
        <w:ind w:left="720"/>
        <w:rPr>
          <w:iCs/>
        </w:rPr>
      </w:pPr>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22" w:name="_Toc141427859"/>
      <w:r w:rsidRPr="003F580A">
        <w:rPr>
          <w:b/>
          <w:bCs/>
          <w:i/>
        </w:rPr>
        <w:t xml:space="preserve">26.5.2 </w:t>
      </w:r>
      <w:r w:rsidRPr="003F580A">
        <w:rPr>
          <w:b/>
          <w:bCs/>
          <w:i/>
        </w:rPr>
        <w:tab/>
        <w:t>ERCOT Securitization Default Charge Credit Requirements for Counter-Parties</w:t>
      </w:r>
      <w:bookmarkEnd w:id="22"/>
      <w:r w:rsidRPr="003F580A">
        <w:rPr>
          <w:b/>
          <w:bCs/>
          <w:i/>
        </w:rPr>
        <w:t xml:space="preserve">  </w:t>
      </w:r>
    </w:p>
    <w:p w14:paraId="07CC86BC" w14:textId="77777777" w:rsidR="003F580A" w:rsidRPr="00ED3498" w:rsidRDefault="003F580A" w:rsidP="003F580A">
      <w:pPr>
        <w:numPr>
          <w:ilvl w:val="0"/>
          <w:numId w:val="32"/>
        </w:numPr>
        <w:spacing w:after="240"/>
      </w:pPr>
      <w:bookmarkStart w:id="23" w:name="_Hlk85616426"/>
      <w:r w:rsidRPr="00ED3498">
        <w:t xml:space="preserve">A </w:t>
      </w:r>
      <w:proofErr w:type="gramStart"/>
      <w:r w:rsidRPr="00ED3498">
        <w:t>Counter-Party</w:t>
      </w:r>
      <w:proofErr w:type="gramEnd"/>
      <w:r w:rsidRPr="00ED3498">
        <w:t xml:space="preserve"> must, </w:t>
      </w:r>
      <w:proofErr w:type="gramStart"/>
      <w:r w:rsidRPr="00ED3498">
        <w:t>at all times</w:t>
      </w:r>
      <w:proofErr w:type="gramEnd"/>
      <w:r w:rsidRPr="00ED3498">
        <w:t xml:space="preserve">,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23"/>
    <w:p w14:paraId="4C599F3B" w14:textId="77777777" w:rsidR="003F580A" w:rsidRPr="00ED3498" w:rsidRDefault="003F580A" w:rsidP="003F580A">
      <w:pPr>
        <w:numPr>
          <w:ilvl w:val="0"/>
          <w:numId w:val="32"/>
        </w:numPr>
        <w:spacing w:after="240"/>
      </w:pPr>
      <w:r w:rsidRPr="00ED3498">
        <w:lastRenderedPageBreak/>
        <w:t xml:space="preserve">If at any time a </w:t>
      </w:r>
      <w:proofErr w:type="gramStart"/>
      <w:r w:rsidRPr="00ED3498">
        <w:t>Counter-Party</w:t>
      </w:r>
      <w:proofErr w:type="gramEnd"/>
      <w:r w:rsidRPr="00ED3498">
        <w:t xml:space="preserve"> does not meet ERCOT’s SDCCE  requirements, then the </w:t>
      </w:r>
      <w:proofErr w:type="gramStart"/>
      <w:r w:rsidRPr="00ED3498">
        <w:t>Counter-Party</w:t>
      </w:r>
      <w:proofErr w:type="gramEnd"/>
      <w:r w:rsidRPr="00ED3498">
        <w:t xml:space="preserve"> will </w:t>
      </w:r>
      <w:proofErr w:type="gramStart"/>
      <w:r w:rsidRPr="00ED3498">
        <w:t>be considered to be</w:t>
      </w:r>
      <w:proofErr w:type="gramEnd"/>
      <w:r w:rsidRPr="00ED3498">
        <w:t xml:space="preserve"> in Payment Breach and ERCOT may suspend the Counter-Party’s rights under these Protocols until it meets the SDCCE requirements.  </w:t>
      </w:r>
    </w:p>
    <w:p w14:paraId="253E7878" w14:textId="10B19A2E" w:rsidR="003F580A" w:rsidRPr="00ED3498" w:rsidRDefault="003F580A" w:rsidP="003F580A">
      <w:pPr>
        <w:numPr>
          <w:ilvl w:val="0"/>
          <w:numId w:val="32"/>
        </w:numPr>
        <w:spacing w:after="240"/>
      </w:pPr>
      <w:r w:rsidRPr="00ED3498">
        <w:t xml:space="preserve">ERCOT’s failure to suspend a Counter-Party’s rights on any </w:t>
      </w:r>
      <w:proofErr w:type="gramStart"/>
      <w:r w:rsidRPr="00ED3498">
        <w:t>particular occasion</w:t>
      </w:r>
      <w:proofErr w:type="gramEnd"/>
      <w:r w:rsidRPr="00ED3498">
        <w:t xml:space="preserve">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Account Holder’s ability to bid on future CRRs or a Qualified Scheduling Entity’s</w:t>
      </w:r>
      <w:r w:rsidR="00103DE2">
        <w:t xml:space="preserve"> (QSE’s)</w:t>
      </w:r>
      <w:r w:rsidRPr="00ED3498">
        <w:t xml:space="preserve">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24" w:name="_Toc141427860"/>
      <w:bookmarkStart w:id="25" w:name="_Hlk85615753"/>
      <w:r w:rsidRPr="003F580A">
        <w:rPr>
          <w:b/>
          <w:bCs/>
          <w:i/>
        </w:rPr>
        <w:t>26.5.3</w:t>
      </w:r>
      <w:r w:rsidRPr="003F580A">
        <w:rPr>
          <w:b/>
          <w:bCs/>
          <w:i/>
        </w:rPr>
        <w:tab/>
        <w:t>Means of Satisfying Securitization Default Charge Credit Requirements</w:t>
      </w:r>
      <w:bookmarkEnd w:id="24"/>
    </w:p>
    <w:p w14:paraId="6D56AFB6" w14:textId="77777777" w:rsidR="003F580A" w:rsidRPr="00ED3498" w:rsidRDefault="003F580A" w:rsidP="003F580A">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319FBC53" w14:textId="2D2DBBC3" w:rsidR="003F580A" w:rsidRPr="00ED3498" w:rsidRDefault="003F580A" w:rsidP="003F580A">
      <w:pPr>
        <w:spacing w:after="240"/>
        <w:ind w:left="1440" w:hanging="720"/>
      </w:pPr>
      <w:bookmarkStart w:id="26" w:name="_Hlk82022676"/>
      <w:r w:rsidRPr="00ED3498">
        <w:t>(a)</w:t>
      </w:r>
      <w:r w:rsidRPr="00ED3498">
        <w:tab/>
        <w:t xml:space="preserve">The Counter-Party may give an unconditional, irrevocable letter of credit naming TEMSFM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26"/>
    <w:p w14:paraId="2A4D4BBC" w14:textId="77777777" w:rsidR="003F580A" w:rsidRPr="00ED3498" w:rsidRDefault="003F580A" w:rsidP="003F580A">
      <w:pPr>
        <w:spacing w:after="240"/>
        <w:ind w:left="1440" w:hanging="720"/>
      </w:pPr>
      <w:r w:rsidRPr="00ED3498">
        <w:t>(d)</w:t>
      </w:r>
      <w:r w:rsidRPr="00ED3498">
        <w:tab/>
        <w:t xml:space="preserve">The </w:t>
      </w:r>
      <w:proofErr w:type="gramStart"/>
      <w:r w:rsidRPr="00ED3498">
        <w:t>Counter-Party</w:t>
      </w:r>
      <w:proofErr w:type="gramEnd"/>
      <w:r w:rsidRPr="00ED3498">
        <w:t xml:space="preserve"> may deposit cash with </w:t>
      </w:r>
      <w:r w:rsidR="00221F1C" w:rsidRPr="004F34AC">
        <w:t xml:space="preserve">TEMSFM through </w:t>
      </w:r>
      <w:r w:rsidRPr="00ED3498">
        <w:t xml:space="preserve">ERCOT with the understanding that ERCOT may draw part or </w:t>
      </w:r>
      <w:proofErr w:type="gramStart"/>
      <w:r w:rsidRPr="00ED3498">
        <w:t>all of</w:t>
      </w:r>
      <w:proofErr w:type="gramEnd"/>
      <w:r w:rsidRPr="00ED3498">
        <w:t xml:space="preserve"> the deposited cash to satisfy any overdue payments owed by the </w:t>
      </w:r>
      <w:proofErr w:type="gramStart"/>
      <w:r w:rsidRPr="00ED3498">
        <w:t>Counter-Party</w:t>
      </w:r>
      <w:proofErr w:type="gramEnd"/>
      <w:r w:rsidRPr="00ED3498">
        <w:t xml:space="preserve">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143D658E" w14:textId="4E88F431" w:rsidR="003F580A" w:rsidRPr="00ED3498" w:rsidRDefault="003F580A" w:rsidP="003F580A">
      <w:pPr>
        <w:spacing w:after="240"/>
        <w:ind w:left="720" w:hanging="720"/>
      </w:pPr>
      <w:r w:rsidRPr="00ED3498">
        <w:lastRenderedPageBreak/>
        <w:t>(2)</w:t>
      </w:r>
      <w:r w:rsidRPr="00ED3498">
        <w:tab/>
        <w:t xml:space="preserve">Securitization Default Charge escrow deposits are held solely for the purpose of collateralizing </w:t>
      </w:r>
      <w:r w:rsidR="00103DE2">
        <w:t>SDCCE</w:t>
      </w:r>
      <w:r w:rsidR="00221F1C" w:rsidRPr="00221F1C">
        <w:t xml:space="preserve"> </w:t>
      </w:r>
      <w:r w:rsidR="00221F1C">
        <w:t>and shall not be used for any other purpose</w:t>
      </w:r>
      <w:r w:rsidRPr="00ED3498">
        <w:t xml:space="preserve">. </w:t>
      </w:r>
      <w:r w:rsidR="000505C8">
        <w:t xml:space="preserve"> </w:t>
      </w:r>
      <w:r w:rsidRPr="00ED3498">
        <w:t>They are independent of and in addition to any other Financial Security obligations of the Counter-Party arising under Section 16.11, Financial Security for Counter-Parties</w:t>
      </w:r>
      <w:r w:rsidR="00221F1C" w:rsidRPr="00ED3498">
        <w:t>, or Section 27, Securitization Uplift Charges</w:t>
      </w:r>
      <w:r w:rsidRPr="00ED3498">
        <w:t xml:space="preserve">. </w:t>
      </w:r>
    </w:p>
    <w:p w14:paraId="740CCA16" w14:textId="013E7CD8" w:rsidR="009E2081" w:rsidRPr="00ED3498" w:rsidRDefault="009E2081" w:rsidP="009E2081">
      <w:pPr>
        <w:spacing w:after="240"/>
        <w:ind w:left="720" w:hanging="720"/>
      </w:pPr>
      <w:r>
        <w:t>(3)</w:t>
      </w:r>
      <w:r>
        <w:tab/>
      </w:r>
      <w:bookmarkStart w:id="27" w:name="_Hlk95138507"/>
      <w:r>
        <w:t xml:space="preserve">Funds provided for Securitization Default Charge escrow deposits must be made to the account designated for Securitization Default Charge escrow deposits.  If a payment is not made to the correct account, ERCOT is not responsible for transferring the funds to the correct escrow deposit account.  Failure to remit funds to the correct account by the date and time required will result in a Late Payment and/or Payment </w:t>
      </w:r>
      <w:r w:rsidR="00103DE2">
        <w:t>B</w:t>
      </w:r>
      <w:r>
        <w:t>reach.</w:t>
      </w:r>
      <w:bookmarkEnd w:id="27"/>
    </w:p>
    <w:p w14:paraId="126DC5C4" w14:textId="0811A9D3" w:rsidR="003F580A" w:rsidRPr="00ED3498" w:rsidRDefault="003F580A" w:rsidP="003F580A">
      <w:pPr>
        <w:spacing w:after="240"/>
        <w:ind w:left="720" w:hanging="720"/>
      </w:pPr>
      <w:r w:rsidRPr="00ED3498">
        <w:t>(</w:t>
      </w:r>
      <w:r w:rsidR="009E2081">
        <w:t>4</w:t>
      </w:r>
      <w:r w:rsidRPr="00ED3498">
        <w:t>)</w:t>
      </w:r>
      <w:r w:rsidRPr="00ED3498">
        <w:tab/>
        <w:t xml:space="preserve">A </w:t>
      </w:r>
      <w:proofErr w:type="gramStart"/>
      <w:r w:rsidRPr="00ED3498">
        <w:t>Counter-Party</w:t>
      </w:r>
      <w:proofErr w:type="gramEnd"/>
      <w:r w:rsidRPr="00ED3498">
        <w:t xml:space="preserve"> with excess cash held with respect to one or more Securitization Default Charge escrow deposit requirements may request ERCOT to return some or </w:t>
      </w:r>
      <w:proofErr w:type="gramStart"/>
      <w:r w:rsidRPr="00ED3498">
        <w:t>all of</w:t>
      </w:r>
      <w:proofErr w:type="gramEnd"/>
      <w:r w:rsidRPr="00ED3498">
        <w:t xml:space="preserve"> the excess cash to the </w:t>
      </w:r>
      <w:proofErr w:type="gramStart"/>
      <w:r w:rsidRPr="00ED3498">
        <w:t>Counter-Party</w:t>
      </w:r>
      <w:proofErr w:type="gramEnd"/>
      <w:r w:rsidRPr="00ED3498">
        <w:t xml:space="preserve">. </w:t>
      </w:r>
    </w:p>
    <w:p w14:paraId="1848A721" w14:textId="6C11CBD2" w:rsidR="003F580A" w:rsidRPr="00ED3498" w:rsidRDefault="003F580A" w:rsidP="003F580A">
      <w:pPr>
        <w:spacing w:after="240"/>
        <w:ind w:left="720" w:hanging="720"/>
      </w:pPr>
      <w:r w:rsidRPr="00ED3498">
        <w:t>(</w:t>
      </w:r>
      <w:r w:rsidR="009E2081">
        <w:t>5</w:t>
      </w:r>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Invoice Recipients for Securitization Default Charge</w:t>
      </w:r>
      <w:r w:rsidR="00770F6D">
        <w:t xml:space="preserve"> Invoices</w:t>
      </w:r>
      <w:r w:rsidRPr="00ED3498">
        <w:t>.</w:t>
      </w:r>
    </w:p>
    <w:p w14:paraId="364055EF" w14:textId="37867138" w:rsidR="003F580A" w:rsidRPr="00ED3498" w:rsidRDefault="003F580A" w:rsidP="003F580A">
      <w:pPr>
        <w:spacing w:after="240"/>
        <w:ind w:left="720" w:hanging="720"/>
      </w:pPr>
      <w:r w:rsidRPr="00ED3498">
        <w:t>(</w:t>
      </w:r>
      <w:r w:rsidR="009E2081">
        <w:t>6</w:t>
      </w:r>
      <w:r w:rsidRPr="00ED3498">
        <w:t>)</w:t>
      </w:r>
      <w:r w:rsidRPr="00ED3498">
        <w:tab/>
        <w:t xml:space="preserve">Securitization Default Charge escrow deposits </w:t>
      </w:r>
      <w:proofErr w:type="gramStart"/>
      <w:r w:rsidRPr="00ED3498">
        <w:t>in excess of</w:t>
      </w:r>
      <w:proofErr w:type="gramEnd"/>
      <w:r w:rsidRPr="00ED3498">
        <w:t xml:space="preserve"> the </w:t>
      </w:r>
      <w:r w:rsidR="00103DE2">
        <w:t>SDCCE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proofErr w:type="gramStart"/>
      <w:r w:rsidR="00221F1C" w:rsidRPr="0032586F">
        <w:t>in excess of</w:t>
      </w:r>
      <w:proofErr w:type="gramEnd"/>
      <w:r w:rsidR="00221F1C" w:rsidRPr="0032586F">
        <w:t xml:space="preserve"> the </w:t>
      </w:r>
      <w:r w:rsidR="00103DE2">
        <w:t>SDCCE</w:t>
      </w:r>
      <w:r w:rsidR="00221F1C" w:rsidRPr="0032586F">
        <w:t xml:space="preserve"> </w:t>
      </w:r>
      <w:r w:rsidR="00221F1C">
        <w:t>shall not 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28" w:name="_Toc141427861"/>
      <w:bookmarkEnd w:id="25"/>
      <w:r w:rsidRPr="00D24933">
        <w:rPr>
          <w:b/>
          <w:bCs/>
          <w:i/>
        </w:rPr>
        <w:t>26.5.4</w:t>
      </w:r>
      <w:r w:rsidRPr="00D24933">
        <w:rPr>
          <w:b/>
          <w:bCs/>
          <w:i/>
        </w:rPr>
        <w:tab/>
        <w:t>Determination of Securitization Default Charge Credit Exposure for a Counter-Party</w:t>
      </w:r>
      <w:bookmarkEnd w:id="28"/>
    </w:p>
    <w:p w14:paraId="3798C754" w14:textId="3BB23D06" w:rsidR="003F580A" w:rsidRPr="00ED3498" w:rsidRDefault="003F580A" w:rsidP="003F580A">
      <w:pPr>
        <w:spacing w:after="240"/>
        <w:ind w:left="720" w:hanging="720"/>
      </w:pPr>
      <w:bookmarkStart w:id="29" w:name="_Hlk83215642"/>
      <w:r w:rsidRPr="00ED3498">
        <w:t>(1)</w:t>
      </w:r>
      <w:r w:rsidRPr="00ED3498">
        <w:tab/>
      </w:r>
      <w:bookmarkEnd w:id="29"/>
      <w:r w:rsidRPr="00ED3498">
        <w:t xml:space="preserve">For each Counter-Party, ERCOT shall calculate the </w:t>
      </w:r>
      <w:r w:rsidR="00103DE2">
        <w:t>SDCCE</w:t>
      </w:r>
      <w:r w:rsidRPr="00ED3498">
        <w:t xml:space="preserve"> as follows:</w:t>
      </w:r>
    </w:p>
    <w:p w14:paraId="7B23A4B9" w14:textId="3FDBD430"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07CB3533" w:rsidR="003F580A" w:rsidRPr="00ED3498" w:rsidRDefault="003F580A" w:rsidP="000C6618">
            <w:pPr>
              <w:spacing w:after="60"/>
              <w:rPr>
                <w:iCs/>
                <w:sz w:val="20"/>
              </w:rPr>
            </w:pPr>
            <w:r w:rsidRPr="00ED3498">
              <w:rPr>
                <w:iCs/>
                <w:sz w:val="20"/>
              </w:rPr>
              <w:t>SDCMMARS</w:t>
            </w:r>
            <w:r w:rsidRPr="00ED3498">
              <w:rPr>
                <w:i/>
                <w:sz w:val="20"/>
                <w:vertAlign w:val="subscript"/>
              </w:rPr>
              <w:t xml:space="preserve"> cp, </w:t>
            </w:r>
            <w:r w:rsidR="009E2081">
              <w:rPr>
                <w:i/>
                <w:sz w:val="20"/>
                <w:vertAlign w:val="subscript"/>
              </w:rPr>
              <w:t>r</w:t>
            </w:r>
            <w:r w:rsidRPr="00ED3498">
              <w:rPr>
                <w:i/>
                <w:sz w:val="20"/>
                <w:vertAlign w:val="subscript"/>
              </w:rPr>
              <w:t>m</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lastRenderedPageBreak/>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3B0CA40" w14:textId="26178E12" w:rsidR="003F580A" w:rsidRPr="00ED3498" w:rsidRDefault="003F580A" w:rsidP="000C6618">
            <w:pPr>
              <w:spacing w:after="60"/>
              <w:rPr>
                <w:sz w:val="20"/>
              </w:rPr>
            </w:pPr>
            <w:r w:rsidRPr="00ED3498">
              <w:rPr>
                <w:i/>
                <w:sz w:val="20"/>
              </w:rPr>
              <w:t xml:space="preserve">Total Securitization Default Charge Monthly Amount </w:t>
            </w:r>
            <w:r w:rsidRPr="00ED3498">
              <w:rPr>
                <w:iCs/>
                <w:sz w:val="20"/>
              </w:rPr>
              <w:t xml:space="preserve">– The amount ERCOT determines must be collected for the month </w:t>
            </w:r>
            <w:proofErr w:type="gramStart"/>
            <w:r w:rsidRPr="00ED3498">
              <w:rPr>
                <w:iCs/>
                <w:sz w:val="20"/>
              </w:rPr>
              <w:t>in order to</w:t>
            </w:r>
            <w:proofErr w:type="gramEnd"/>
            <w:r w:rsidRPr="00ED3498">
              <w:rPr>
                <w:iCs/>
                <w:sz w:val="20"/>
              </w:rPr>
              <w:t xml:space="preserve">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A registered Counter-Party.</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539F5358" w:rsidR="003F580A" w:rsidRPr="00D24933" w:rsidRDefault="003F580A" w:rsidP="000505C8">
      <w:pPr>
        <w:tabs>
          <w:tab w:val="left" w:pos="1080"/>
        </w:tabs>
        <w:spacing w:before="480" w:after="240"/>
        <w:ind w:left="1080" w:hanging="1080"/>
        <w:outlineLvl w:val="2"/>
        <w:rPr>
          <w:b/>
          <w:bCs/>
          <w:i/>
        </w:rPr>
      </w:pPr>
      <w:bookmarkStart w:id="30" w:name="_Toc70591646"/>
      <w:bookmarkStart w:id="31" w:name="_Toc141427862"/>
      <w:r w:rsidRPr="00D24933">
        <w:rPr>
          <w:b/>
          <w:bCs/>
          <w:i/>
        </w:rPr>
        <w:t>26.5.5</w:t>
      </w:r>
      <w:r w:rsidRPr="00D24933">
        <w:rPr>
          <w:b/>
          <w:bCs/>
          <w:i/>
        </w:rPr>
        <w:tab/>
        <w:t>Monitoring of a Counter-Party’s Securitization Default Charge Credit Exposure by ERCOT</w:t>
      </w:r>
      <w:bookmarkEnd w:id="30"/>
      <w:bookmarkEnd w:id="31"/>
    </w:p>
    <w:p w14:paraId="2AFD3D69" w14:textId="70B21C88" w:rsidR="003F580A" w:rsidRPr="00ED3498" w:rsidRDefault="003F580A" w:rsidP="003F580A">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w:t>
      </w:r>
      <w:r w:rsidR="00103DE2">
        <w:t>SDCCE</w:t>
      </w:r>
      <w:r w:rsidRPr="00ED3498">
        <w:t xml:space="preserve">.  </w:t>
      </w:r>
    </w:p>
    <w:p w14:paraId="5029B7B7" w14:textId="46FDE490" w:rsidR="003F580A" w:rsidRPr="00ED3498" w:rsidRDefault="003F580A" w:rsidP="003F580A">
      <w:pPr>
        <w:spacing w:after="240"/>
        <w:ind w:left="720" w:hanging="720"/>
      </w:pPr>
      <w:r w:rsidRPr="00ED3498">
        <w:t>(2)</w:t>
      </w:r>
      <w:r w:rsidRPr="00ED3498">
        <w:tab/>
        <w:t xml:space="preserve">A </w:t>
      </w:r>
      <w:proofErr w:type="gramStart"/>
      <w:r w:rsidRPr="00ED3498">
        <w:t>Counter-Party</w:t>
      </w:r>
      <w:proofErr w:type="gramEnd"/>
      <w:r w:rsidRPr="00ED3498">
        <w:t xml:space="preserve"> </w:t>
      </w:r>
      <w:proofErr w:type="gramStart"/>
      <w:r w:rsidRPr="00ED3498">
        <w:t>is responsible at all times</w:t>
      </w:r>
      <w:proofErr w:type="gramEnd"/>
      <w:r w:rsidRPr="00ED3498">
        <w:t xml:space="preserve"> for maintaining Securitization Default Charge escrow deposits in an amount equal to or greater than that </w:t>
      </w:r>
      <w:proofErr w:type="gramStart"/>
      <w:r w:rsidRPr="00ED3498">
        <w:t>Counter-Party’s</w:t>
      </w:r>
      <w:proofErr w:type="gramEnd"/>
      <w:r w:rsidRPr="00ED3498">
        <w:t xml:space="preserve"> </w:t>
      </w:r>
      <w:r w:rsidR="00103DE2">
        <w:t>SDCCE</w:t>
      </w:r>
      <w:r w:rsidRPr="00ED3498">
        <w:t xml:space="preserve">. </w:t>
      </w:r>
    </w:p>
    <w:p w14:paraId="6B79C7C3" w14:textId="77777777" w:rsidR="003F580A" w:rsidRPr="00ED3498" w:rsidRDefault="003F580A" w:rsidP="003F580A">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60DEBBB2" w:rsidR="003F580A" w:rsidRPr="00ED3498" w:rsidRDefault="003F580A" w:rsidP="003F580A">
      <w:pPr>
        <w:spacing w:after="240"/>
        <w:ind w:left="720" w:hanging="720"/>
      </w:pPr>
      <w:r w:rsidRPr="00ED3498">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lastRenderedPageBreak/>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2ABA6EC9" w14:textId="77777777" w:rsidR="009E2081" w:rsidRDefault="009E2081" w:rsidP="009E2081">
      <w:pPr>
        <w:spacing w:after="240"/>
        <w:ind w:left="1440" w:hanging="720"/>
      </w:pPr>
      <w:r>
        <w:t>(b)</w:t>
      </w:r>
      <w:r>
        <w:tab/>
        <w:t>If the Counter-Party does not increase its Securitization Default Charge escrow deposit to the required amount by the specified time, ERCOT may utilize Financial Security held with respect to other ERCOT market activities as determined under Section 16.11.4,</w:t>
      </w:r>
      <w:r w:rsidRPr="00BA0745">
        <w:t xml:space="preserve"> </w:t>
      </w:r>
      <w:r>
        <w:t xml:space="preserve">Determination and Monitoring of Counter-Party Credit Exposure, up to the amount of the Securitization Default Charge escrow deposit shortfall. </w:t>
      </w:r>
    </w:p>
    <w:p w14:paraId="4D38E365" w14:textId="07491CDB" w:rsidR="009E2081" w:rsidRDefault="009E2081" w:rsidP="009E2081">
      <w:pPr>
        <w:spacing w:after="240"/>
        <w:ind w:left="1440" w:hanging="720"/>
      </w:pPr>
      <w:r>
        <w:t>(c)</w:t>
      </w:r>
      <w:r>
        <w:tab/>
        <w:t xml:space="preserve">In the event that a Counter-Party is required to increase both its Securitization Default Charge escrow deposit and its Securitization </w:t>
      </w:r>
      <w:r w:rsidRPr="00007CCE">
        <w:t>Uplift Charge escrow deposit, and ERCOT utilizes</w:t>
      </w:r>
      <w:r>
        <w:t xml:space="preserve"> </w:t>
      </w:r>
      <w:r w:rsidRPr="00007CCE">
        <w:t>the Counter-Party’s Financial Security, available Financial Security funds will be allocated on a pro rata basis to Securitization Uplift Charge and Securitization Default Charge escrow deposit</w:t>
      </w:r>
      <w:r>
        <w:t xml:space="preserve"> requirements.</w:t>
      </w:r>
    </w:p>
    <w:p w14:paraId="14E8EA52" w14:textId="61910BFE" w:rsidR="003F580A" w:rsidRPr="00ED3498" w:rsidRDefault="003F580A" w:rsidP="003F580A">
      <w:pPr>
        <w:spacing w:after="240"/>
        <w:ind w:left="1440" w:hanging="720"/>
      </w:pPr>
      <w:r w:rsidRPr="00ED3498">
        <w:t>(</w:t>
      </w:r>
      <w:r w:rsidR="009E2081">
        <w:t>d</w:t>
      </w:r>
      <w:r w:rsidRPr="00ED3498">
        <w:t>)</w:t>
      </w:r>
      <w:r w:rsidRPr="00ED3498">
        <w:tab/>
        <w:t xml:space="preserve">ERCOT shall notify </w:t>
      </w:r>
      <w:r w:rsidR="000505C8" w:rsidRPr="00ED3498">
        <w:t xml:space="preserve">the QSE’s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1485F7E0" w:rsidR="003F580A" w:rsidRPr="00ED3498" w:rsidRDefault="003F580A" w:rsidP="003F580A">
      <w:pPr>
        <w:spacing w:after="240"/>
        <w:ind w:left="1440" w:hanging="720"/>
      </w:pPr>
      <w:r w:rsidRPr="00ED3498">
        <w:t>(</w:t>
      </w:r>
      <w:r w:rsidR="009E2081">
        <w:t>e</w:t>
      </w:r>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32" w:name="_Toc141427863"/>
      <w:r w:rsidRPr="00D24933">
        <w:rPr>
          <w:b/>
          <w:bCs/>
          <w:i/>
        </w:rPr>
        <w:t>26.5.6</w:t>
      </w:r>
      <w:r w:rsidRPr="00D24933">
        <w:rPr>
          <w:b/>
          <w:bCs/>
          <w:i/>
        </w:rPr>
        <w:tab/>
        <w:t>Payment Breach and Late Payments by Market Participants</w:t>
      </w:r>
      <w:bookmarkEnd w:id="32"/>
    </w:p>
    <w:p w14:paraId="0C2DD24F" w14:textId="77777777" w:rsidR="003F580A" w:rsidRPr="00ED3498" w:rsidRDefault="003F580A" w:rsidP="003F580A">
      <w:pPr>
        <w:spacing w:after="240"/>
        <w:ind w:left="720" w:hanging="720"/>
      </w:pPr>
      <w:r w:rsidRPr="00ED3498">
        <w:t>(1)</w:t>
      </w:r>
      <w:r w:rsidRPr="00ED3498">
        <w:tab/>
        <w:t xml:space="preserve">In the event of a Payment Breach or Late Payment by a Market Participant with respect to Securitization Default Charge Invoices or required Securitization Default Charge escrow </w:t>
      </w:r>
      <w:r w:rsidRPr="00ED3498">
        <w:lastRenderedPageBreak/>
        <w:t>deposits</w:t>
      </w:r>
      <w:bookmarkStart w:id="33"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34" w:name="_Toc141427864"/>
      <w:bookmarkEnd w:id="33"/>
      <w:r w:rsidRPr="00D24933">
        <w:rPr>
          <w:b/>
          <w:bCs/>
          <w:i/>
        </w:rPr>
        <w:t>26.5.7</w:t>
      </w:r>
      <w:r w:rsidRPr="00D24933">
        <w:rPr>
          <w:b/>
          <w:bCs/>
          <w:i/>
        </w:rPr>
        <w:tab/>
        <w:t>Release of Market Participant’s Securitization Default Charge Escrow Deposit Requirement</w:t>
      </w:r>
      <w:bookmarkEnd w:id="34"/>
    </w:p>
    <w:p w14:paraId="2C0FD668" w14:textId="728315BA" w:rsidR="003F580A" w:rsidRPr="00ED3498" w:rsidRDefault="003F580A" w:rsidP="003F580A">
      <w:pPr>
        <w:spacing w:after="240"/>
        <w:ind w:left="720" w:hanging="720"/>
      </w:pPr>
      <w:r w:rsidRPr="00ED3498">
        <w:t>(1)</w:t>
      </w:r>
      <w:r w:rsidRPr="00ED3498">
        <w:tab/>
        <w:t xml:space="preserve">ERCOT shall </w:t>
      </w:r>
      <w:r w:rsidR="009E2081">
        <w:t xml:space="preserve">continue to </w:t>
      </w:r>
      <w:r w:rsidRPr="00ED3498">
        <w:t xml:space="preserve">retain all Securitization Default Charge escrow deposits to cover, if necessary, potential future obligations for Securitization Default Charges. </w:t>
      </w:r>
    </w:p>
    <w:p w14:paraId="76A1162A" w14:textId="29E57A1B" w:rsidR="003F580A" w:rsidRPr="00D24933" w:rsidRDefault="003F580A" w:rsidP="003F580A">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r w:rsidR="009E2081">
        <w:t>a</w:t>
      </w:r>
      <w:r w:rsidRPr="00ED3498">
        <w:t xml:space="preserve"> terminated Market Participant.</w:t>
      </w:r>
    </w:p>
    <w:p w14:paraId="1CDC46EA" w14:textId="77777777" w:rsidR="00D24933" w:rsidRPr="003F580A" w:rsidRDefault="00D24933" w:rsidP="003F580A"/>
    <w:sectPr w:rsidR="00D24933" w:rsidRPr="003F580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A8244" w14:textId="0EB276C6" w:rsidR="003F580A" w:rsidRDefault="003F580A">
    <w:pPr>
      <w:pStyle w:val="Footer"/>
      <w:spacing w:before="0" w:after="0"/>
    </w:pPr>
    <w:r>
      <w:t xml:space="preserve">ERCOT Nodal Protocols – </w:t>
    </w:r>
    <w:r w:rsidR="00D2684D">
      <w:t>December 5</w:t>
    </w:r>
    <w:r>
      <w:t>, 202</w:t>
    </w:r>
    <w:r w:rsidR="00BD655B">
      <w:t>5</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0F79A" w14:textId="63AEEE10" w:rsidR="00D24933" w:rsidRDefault="00D24933">
    <w:pPr>
      <w:pStyle w:val="Footer"/>
      <w:spacing w:before="0" w:after="0"/>
      <w:rPr>
        <w:rStyle w:val="PageNumber"/>
      </w:rPr>
    </w:pPr>
    <w:r>
      <w:t xml:space="preserve">ERCOT Nodal Protocols – </w:t>
    </w:r>
    <w:r w:rsidR="00D2684D">
      <w:t>December 5</w:t>
    </w:r>
    <w:r>
      <w:t xml:space="preserve">, </w:t>
    </w:r>
    <w:proofErr w:type="gramStart"/>
    <w:r>
      <w:t>202</w:t>
    </w:r>
    <w:r w:rsidR="00BD655B">
      <w:t>5</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6643000">
    <w:abstractNumId w:val="21"/>
  </w:num>
  <w:num w:numId="2" w16cid:durableId="1652053557">
    <w:abstractNumId w:val="9"/>
  </w:num>
  <w:num w:numId="3" w16cid:durableId="1358266185">
    <w:abstractNumId w:val="7"/>
  </w:num>
  <w:num w:numId="4" w16cid:durableId="2130472309">
    <w:abstractNumId w:val="6"/>
  </w:num>
  <w:num w:numId="5" w16cid:durableId="1554149365">
    <w:abstractNumId w:val="5"/>
  </w:num>
  <w:num w:numId="6" w16cid:durableId="3750269">
    <w:abstractNumId w:val="4"/>
  </w:num>
  <w:num w:numId="7" w16cid:durableId="1210268542">
    <w:abstractNumId w:val="8"/>
  </w:num>
  <w:num w:numId="8" w16cid:durableId="1177184968">
    <w:abstractNumId w:val="3"/>
  </w:num>
  <w:num w:numId="9" w16cid:durableId="1601794384">
    <w:abstractNumId w:val="2"/>
  </w:num>
  <w:num w:numId="10" w16cid:durableId="499396141">
    <w:abstractNumId w:val="1"/>
  </w:num>
  <w:num w:numId="11" w16cid:durableId="1946303493">
    <w:abstractNumId w:val="0"/>
  </w:num>
  <w:num w:numId="12" w16cid:durableId="880246511">
    <w:abstractNumId w:val="10"/>
  </w:num>
  <w:num w:numId="13" w16cid:durableId="1667632038">
    <w:abstractNumId w:val="26"/>
  </w:num>
  <w:num w:numId="14" w16cid:durableId="283314590">
    <w:abstractNumId w:val="27"/>
  </w:num>
  <w:num w:numId="15" w16cid:durableId="284852073">
    <w:abstractNumId w:val="11"/>
  </w:num>
  <w:num w:numId="16" w16cid:durableId="1245142501">
    <w:abstractNumId w:val="16"/>
  </w:num>
  <w:num w:numId="17" w16cid:durableId="624458786">
    <w:abstractNumId w:val="20"/>
  </w:num>
  <w:num w:numId="18" w16cid:durableId="1925070329">
    <w:abstractNumId w:val="23"/>
  </w:num>
  <w:num w:numId="19" w16cid:durableId="1074740550">
    <w:abstractNumId w:val="25"/>
  </w:num>
  <w:num w:numId="20" w16cid:durableId="1931506840">
    <w:abstractNumId w:val="17"/>
  </w:num>
  <w:num w:numId="21" w16cid:durableId="122235906">
    <w:abstractNumId w:val="22"/>
  </w:num>
  <w:num w:numId="22" w16cid:durableId="1649935802">
    <w:abstractNumId w:val="15"/>
  </w:num>
  <w:num w:numId="23" w16cid:durableId="1593977473">
    <w:abstractNumId w:val="19"/>
  </w:num>
  <w:num w:numId="24" w16cid:durableId="2037147862">
    <w:abstractNumId w:val="13"/>
  </w:num>
  <w:num w:numId="25" w16cid:durableId="2014454965">
    <w:abstractNumId w:val="12"/>
  </w:num>
  <w:num w:numId="26" w16cid:durableId="1372194088">
    <w:abstractNumId w:val="18"/>
  </w:num>
  <w:num w:numId="27" w16cid:durableId="1706635597">
    <w:abstractNumId w:val="28"/>
  </w:num>
  <w:num w:numId="28" w16cid:durableId="16276628">
    <w:abstractNumId w:val="14"/>
  </w:num>
  <w:num w:numId="29" w16cid:durableId="1921941324">
    <w:abstractNumId w:val="24"/>
  </w:num>
  <w:num w:numId="30" w16cid:durableId="1662923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245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8993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137C2"/>
    <w:rsid w:val="00013ABB"/>
    <w:rsid w:val="00020782"/>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59DA"/>
    <w:rsid w:val="00056548"/>
    <w:rsid w:val="0006082B"/>
    <w:rsid w:val="00063EF0"/>
    <w:rsid w:val="00066B18"/>
    <w:rsid w:val="00067966"/>
    <w:rsid w:val="000708EE"/>
    <w:rsid w:val="00071147"/>
    <w:rsid w:val="000755E1"/>
    <w:rsid w:val="00081EDE"/>
    <w:rsid w:val="00082CB5"/>
    <w:rsid w:val="00083BFB"/>
    <w:rsid w:val="00085B8E"/>
    <w:rsid w:val="00085EAD"/>
    <w:rsid w:val="00093653"/>
    <w:rsid w:val="000947BA"/>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3DE2"/>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47A4"/>
    <w:rsid w:val="00147169"/>
    <w:rsid w:val="00147DBF"/>
    <w:rsid w:val="00150057"/>
    <w:rsid w:val="00160DE6"/>
    <w:rsid w:val="00160F14"/>
    <w:rsid w:val="00161EB6"/>
    <w:rsid w:val="00163446"/>
    <w:rsid w:val="001648A3"/>
    <w:rsid w:val="0016529C"/>
    <w:rsid w:val="0016715C"/>
    <w:rsid w:val="00171BE5"/>
    <w:rsid w:val="00171EF7"/>
    <w:rsid w:val="001745B7"/>
    <w:rsid w:val="00180464"/>
    <w:rsid w:val="00183051"/>
    <w:rsid w:val="001844E7"/>
    <w:rsid w:val="00186525"/>
    <w:rsid w:val="0018761D"/>
    <w:rsid w:val="001918D1"/>
    <w:rsid w:val="00191A7A"/>
    <w:rsid w:val="001A0C65"/>
    <w:rsid w:val="001A19CD"/>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1F6AA3"/>
    <w:rsid w:val="002002D1"/>
    <w:rsid w:val="00201626"/>
    <w:rsid w:val="00201A4C"/>
    <w:rsid w:val="0020301C"/>
    <w:rsid w:val="00204362"/>
    <w:rsid w:val="002048BD"/>
    <w:rsid w:val="00205879"/>
    <w:rsid w:val="00206CF3"/>
    <w:rsid w:val="002071AA"/>
    <w:rsid w:val="00211EBD"/>
    <w:rsid w:val="00214538"/>
    <w:rsid w:val="00214A0B"/>
    <w:rsid w:val="002175B0"/>
    <w:rsid w:val="00221F1C"/>
    <w:rsid w:val="002232DC"/>
    <w:rsid w:val="0022450A"/>
    <w:rsid w:val="00226522"/>
    <w:rsid w:val="002325F7"/>
    <w:rsid w:val="00234DC8"/>
    <w:rsid w:val="00235107"/>
    <w:rsid w:val="00236629"/>
    <w:rsid w:val="0024094E"/>
    <w:rsid w:val="00242528"/>
    <w:rsid w:val="00242B20"/>
    <w:rsid w:val="002441AB"/>
    <w:rsid w:val="00246FD3"/>
    <w:rsid w:val="00250433"/>
    <w:rsid w:val="00250643"/>
    <w:rsid w:val="00251909"/>
    <w:rsid w:val="00252948"/>
    <w:rsid w:val="00252BE0"/>
    <w:rsid w:val="00253557"/>
    <w:rsid w:val="00253C93"/>
    <w:rsid w:val="00261EB0"/>
    <w:rsid w:val="0026307F"/>
    <w:rsid w:val="0026416B"/>
    <w:rsid w:val="00265942"/>
    <w:rsid w:val="0027128D"/>
    <w:rsid w:val="00272E3D"/>
    <w:rsid w:val="00272F1F"/>
    <w:rsid w:val="0027779A"/>
    <w:rsid w:val="002800C9"/>
    <w:rsid w:val="00281166"/>
    <w:rsid w:val="00285F2A"/>
    <w:rsid w:val="00290A7B"/>
    <w:rsid w:val="00291EC0"/>
    <w:rsid w:val="00292C62"/>
    <w:rsid w:val="00293CA4"/>
    <w:rsid w:val="00293E99"/>
    <w:rsid w:val="00294083"/>
    <w:rsid w:val="002951E2"/>
    <w:rsid w:val="00296824"/>
    <w:rsid w:val="002A0A8E"/>
    <w:rsid w:val="002A1127"/>
    <w:rsid w:val="002A13DC"/>
    <w:rsid w:val="002A1D73"/>
    <w:rsid w:val="002A2A80"/>
    <w:rsid w:val="002A2DA9"/>
    <w:rsid w:val="002B0892"/>
    <w:rsid w:val="002B138E"/>
    <w:rsid w:val="002B3B59"/>
    <w:rsid w:val="002B56CF"/>
    <w:rsid w:val="002B5C51"/>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2E8C"/>
    <w:rsid w:val="003A4253"/>
    <w:rsid w:val="003A4817"/>
    <w:rsid w:val="003A49A0"/>
    <w:rsid w:val="003A5B80"/>
    <w:rsid w:val="003A5FD2"/>
    <w:rsid w:val="003B1EED"/>
    <w:rsid w:val="003B64A7"/>
    <w:rsid w:val="003B6C4D"/>
    <w:rsid w:val="003C21AA"/>
    <w:rsid w:val="003C5049"/>
    <w:rsid w:val="003D26CE"/>
    <w:rsid w:val="003D6DF8"/>
    <w:rsid w:val="003E07D7"/>
    <w:rsid w:val="003E0A6B"/>
    <w:rsid w:val="003E1247"/>
    <w:rsid w:val="003E15FE"/>
    <w:rsid w:val="003E66E6"/>
    <w:rsid w:val="003F197D"/>
    <w:rsid w:val="003F391C"/>
    <w:rsid w:val="003F4A82"/>
    <w:rsid w:val="003F580A"/>
    <w:rsid w:val="00402766"/>
    <w:rsid w:val="00402E00"/>
    <w:rsid w:val="00403487"/>
    <w:rsid w:val="00403ADC"/>
    <w:rsid w:val="0040428D"/>
    <w:rsid w:val="004067A1"/>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0E2B"/>
    <w:rsid w:val="00453481"/>
    <w:rsid w:val="00453D3C"/>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6D93"/>
    <w:rsid w:val="004E75C0"/>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604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C6188"/>
    <w:rsid w:val="005D281B"/>
    <w:rsid w:val="005D4619"/>
    <w:rsid w:val="005D5E8B"/>
    <w:rsid w:val="005D7A1E"/>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3656F"/>
    <w:rsid w:val="00642868"/>
    <w:rsid w:val="006439CE"/>
    <w:rsid w:val="006459C0"/>
    <w:rsid w:val="006503A0"/>
    <w:rsid w:val="0065052C"/>
    <w:rsid w:val="00655C6A"/>
    <w:rsid w:val="00656F6C"/>
    <w:rsid w:val="00657D04"/>
    <w:rsid w:val="00660ED3"/>
    <w:rsid w:val="00661B66"/>
    <w:rsid w:val="006639BC"/>
    <w:rsid w:val="00672091"/>
    <w:rsid w:val="00672846"/>
    <w:rsid w:val="00673C77"/>
    <w:rsid w:val="0067451A"/>
    <w:rsid w:val="0067556D"/>
    <w:rsid w:val="006766E6"/>
    <w:rsid w:val="006772EC"/>
    <w:rsid w:val="00681A15"/>
    <w:rsid w:val="006822B0"/>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1678"/>
    <w:rsid w:val="006C2755"/>
    <w:rsid w:val="006C2837"/>
    <w:rsid w:val="006D27AD"/>
    <w:rsid w:val="006D3549"/>
    <w:rsid w:val="006D7C6D"/>
    <w:rsid w:val="006E068D"/>
    <w:rsid w:val="006E1956"/>
    <w:rsid w:val="006E32CE"/>
    <w:rsid w:val="006E631F"/>
    <w:rsid w:val="006E797A"/>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2DB0"/>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0F6D"/>
    <w:rsid w:val="0077177A"/>
    <w:rsid w:val="0077281D"/>
    <w:rsid w:val="00773589"/>
    <w:rsid w:val="00774092"/>
    <w:rsid w:val="00775CFE"/>
    <w:rsid w:val="0078006B"/>
    <w:rsid w:val="00786C26"/>
    <w:rsid w:val="00791141"/>
    <w:rsid w:val="00792DE7"/>
    <w:rsid w:val="00793B91"/>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3AE3"/>
    <w:rsid w:val="0081505A"/>
    <w:rsid w:val="00817ABD"/>
    <w:rsid w:val="00821435"/>
    <w:rsid w:val="008233F3"/>
    <w:rsid w:val="00830A7A"/>
    <w:rsid w:val="008335B5"/>
    <w:rsid w:val="00834D02"/>
    <w:rsid w:val="00836781"/>
    <w:rsid w:val="00837214"/>
    <w:rsid w:val="00840089"/>
    <w:rsid w:val="008436F5"/>
    <w:rsid w:val="008523DC"/>
    <w:rsid w:val="00857C7B"/>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0E4F"/>
    <w:rsid w:val="008E4139"/>
    <w:rsid w:val="008E421F"/>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2DD2"/>
    <w:rsid w:val="009260BB"/>
    <w:rsid w:val="00926C4B"/>
    <w:rsid w:val="00931C15"/>
    <w:rsid w:val="00934039"/>
    <w:rsid w:val="00934926"/>
    <w:rsid w:val="00934DBB"/>
    <w:rsid w:val="00936295"/>
    <w:rsid w:val="00936F53"/>
    <w:rsid w:val="0094034C"/>
    <w:rsid w:val="00940731"/>
    <w:rsid w:val="009515C2"/>
    <w:rsid w:val="00952A87"/>
    <w:rsid w:val="009541DB"/>
    <w:rsid w:val="00955F72"/>
    <w:rsid w:val="00956262"/>
    <w:rsid w:val="009563DF"/>
    <w:rsid w:val="00957C3D"/>
    <w:rsid w:val="00957C8F"/>
    <w:rsid w:val="009634D0"/>
    <w:rsid w:val="009641F0"/>
    <w:rsid w:val="009644E2"/>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B51"/>
    <w:rsid w:val="009C7EAA"/>
    <w:rsid w:val="009D05E9"/>
    <w:rsid w:val="009D1657"/>
    <w:rsid w:val="009D2CFF"/>
    <w:rsid w:val="009E0ADE"/>
    <w:rsid w:val="009E2081"/>
    <w:rsid w:val="009E5B8E"/>
    <w:rsid w:val="009F0903"/>
    <w:rsid w:val="009F09AC"/>
    <w:rsid w:val="009F0B1C"/>
    <w:rsid w:val="009F0D37"/>
    <w:rsid w:val="009F5B12"/>
    <w:rsid w:val="009F5FB6"/>
    <w:rsid w:val="009F6FA6"/>
    <w:rsid w:val="00A00929"/>
    <w:rsid w:val="00A0123C"/>
    <w:rsid w:val="00A04C52"/>
    <w:rsid w:val="00A04F41"/>
    <w:rsid w:val="00A06E01"/>
    <w:rsid w:val="00A0709E"/>
    <w:rsid w:val="00A11307"/>
    <w:rsid w:val="00A11754"/>
    <w:rsid w:val="00A11A83"/>
    <w:rsid w:val="00A27DF3"/>
    <w:rsid w:val="00A30919"/>
    <w:rsid w:val="00A31F5E"/>
    <w:rsid w:val="00A327D9"/>
    <w:rsid w:val="00A33960"/>
    <w:rsid w:val="00A366C8"/>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6741A"/>
    <w:rsid w:val="00A72037"/>
    <w:rsid w:val="00A7219F"/>
    <w:rsid w:val="00A739B7"/>
    <w:rsid w:val="00A74809"/>
    <w:rsid w:val="00A75C9C"/>
    <w:rsid w:val="00A75DF8"/>
    <w:rsid w:val="00A8151D"/>
    <w:rsid w:val="00A81766"/>
    <w:rsid w:val="00A81CDE"/>
    <w:rsid w:val="00A828AC"/>
    <w:rsid w:val="00A83E2D"/>
    <w:rsid w:val="00A85BCD"/>
    <w:rsid w:val="00A86A56"/>
    <w:rsid w:val="00A8785C"/>
    <w:rsid w:val="00A91195"/>
    <w:rsid w:val="00A9261D"/>
    <w:rsid w:val="00A927C1"/>
    <w:rsid w:val="00A95999"/>
    <w:rsid w:val="00AA2B4C"/>
    <w:rsid w:val="00AA3B01"/>
    <w:rsid w:val="00AA4115"/>
    <w:rsid w:val="00AA43F8"/>
    <w:rsid w:val="00AA494E"/>
    <w:rsid w:val="00AA671F"/>
    <w:rsid w:val="00AA729C"/>
    <w:rsid w:val="00AA72D6"/>
    <w:rsid w:val="00AB0B54"/>
    <w:rsid w:val="00AB4C5C"/>
    <w:rsid w:val="00AB4FCB"/>
    <w:rsid w:val="00AC12CB"/>
    <w:rsid w:val="00AC397E"/>
    <w:rsid w:val="00AC45D1"/>
    <w:rsid w:val="00AC51AD"/>
    <w:rsid w:val="00AD4FFA"/>
    <w:rsid w:val="00AD6B53"/>
    <w:rsid w:val="00AE36F0"/>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01C"/>
    <w:rsid w:val="00B7465A"/>
    <w:rsid w:val="00B74C5D"/>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55B"/>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6F9D"/>
    <w:rsid w:val="00C17663"/>
    <w:rsid w:val="00C20A8B"/>
    <w:rsid w:val="00C22141"/>
    <w:rsid w:val="00C2257A"/>
    <w:rsid w:val="00C260FF"/>
    <w:rsid w:val="00C3143D"/>
    <w:rsid w:val="00C32638"/>
    <w:rsid w:val="00C339F8"/>
    <w:rsid w:val="00C341B5"/>
    <w:rsid w:val="00C342E1"/>
    <w:rsid w:val="00C376A6"/>
    <w:rsid w:val="00C37901"/>
    <w:rsid w:val="00C426EE"/>
    <w:rsid w:val="00C45481"/>
    <w:rsid w:val="00C47F35"/>
    <w:rsid w:val="00C50831"/>
    <w:rsid w:val="00C562E9"/>
    <w:rsid w:val="00C60453"/>
    <w:rsid w:val="00C610E1"/>
    <w:rsid w:val="00C63FE0"/>
    <w:rsid w:val="00C65B19"/>
    <w:rsid w:val="00C668DB"/>
    <w:rsid w:val="00C715A2"/>
    <w:rsid w:val="00C723DE"/>
    <w:rsid w:val="00C738D0"/>
    <w:rsid w:val="00C74063"/>
    <w:rsid w:val="00C745C0"/>
    <w:rsid w:val="00C748BF"/>
    <w:rsid w:val="00C76E36"/>
    <w:rsid w:val="00C76F59"/>
    <w:rsid w:val="00C80487"/>
    <w:rsid w:val="00C8154C"/>
    <w:rsid w:val="00C82FE1"/>
    <w:rsid w:val="00C8373A"/>
    <w:rsid w:val="00C83788"/>
    <w:rsid w:val="00C86594"/>
    <w:rsid w:val="00C91093"/>
    <w:rsid w:val="00C92C22"/>
    <w:rsid w:val="00CA140F"/>
    <w:rsid w:val="00CA42CE"/>
    <w:rsid w:val="00CA6168"/>
    <w:rsid w:val="00CA7E6C"/>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0FC5"/>
    <w:rsid w:val="00D212C9"/>
    <w:rsid w:val="00D2227E"/>
    <w:rsid w:val="00D22854"/>
    <w:rsid w:val="00D24933"/>
    <w:rsid w:val="00D2684D"/>
    <w:rsid w:val="00D26C2F"/>
    <w:rsid w:val="00D32259"/>
    <w:rsid w:val="00D33F7C"/>
    <w:rsid w:val="00D3504C"/>
    <w:rsid w:val="00D35C13"/>
    <w:rsid w:val="00D37542"/>
    <w:rsid w:val="00D41086"/>
    <w:rsid w:val="00D4135D"/>
    <w:rsid w:val="00D41430"/>
    <w:rsid w:val="00D417F5"/>
    <w:rsid w:val="00D43AB7"/>
    <w:rsid w:val="00D43D04"/>
    <w:rsid w:val="00D45051"/>
    <w:rsid w:val="00D4593D"/>
    <w:rsid w:val="00D45A31"/>
    <w:rsid w:val="00D53A39"/>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E47A1"/>
    <w:rsid w:val="00DF015C"/>
    <w:rsid w:val="00DF24EE"/>
    <w:rsid w:val="00DF3232"/>
    <w:rsid w:val="00DF38D3"/>
    <w:rsid w:val="00DF5A03"/>
    <w:rsid w:val="00DF6481"/>
    <w:rsid w:val="00DF681F"/>
    <w:rsid w:val="00DF7D9B"/>
    <w:rsid w:val="00E0267F"/>
    <w:rsid w:val="00E028C2"/>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2D5"/>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A63"/>
    <w:rsid w:val="00F52B5F"/>
    <w:rsid w:val="00F53B62"/>
    <w:rsid w:val="00F53E4C"/>
    <w:rsid w:val="00F5542E"/>
    <w:rsid w:val="00F56172"/>
    <w:rsid w:val="00F6161A"/>
    <w:rsid w:val="00F6481F"/>
    <w:rsid w:val="00F70F4F"/>
    <w:rsid w:val="00F721FD"/>
    <w:rsid w:val="00F73C28"/>
    <w:rsid w:val="00F7504C"/>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D6930"/>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46081"/>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E028C2"/>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931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17</Pages>
  <Words>5779</Words>
  <Characters>32708</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38411</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2019-02-26T20:05:00Z</cp:lastPrinted>
  <dcterms:created xsi:type="dcterms:W3CDTF">2025-11-24T21:28:00Z</dcterms:created>
  <dcterms:modified xsi:type="dcterms:W3CDTF">2025-11-24T21:29:00Z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893e3cc1-9ea8-4765-9b52-34e5b1f24ccd</vt:lpwstr>
  </property>
  <property fmtid="{D5CDD505-2E9C-101B-9397-08002B2CF9AE}" pid="8" name="MSIP_Label_7084cbda-52b8-46fb-a7b7-cb5bd465ed85_ContentBits">
    <vt:lpwstr>0</vt:lpwstr>
  </property>
</Properties>
</file>