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48A52" w14:textId="31D0CC82"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41E9222D" w:rsidR="00FC1C5F" w:rsidRDefault="008112F3">
      <w:pPr>
        <w:spacing w:before="360"/>
        <w:jc w:val="center"/>
        <w:rPr>
          <w:b/>
          <w:szCs w:val="24"/>
        </w:rPr>
      </w:pPr>
      <w:r>
        <w:rPr>
          <w:b/>
          <w:szCs w:val="24"/>
        </w:rPr>
        <w:t>December</w:t>
      </w:r>
      <w:r w:rsidR="00A90C41">
        <w:rPr>
          <w:b/>
          <w:szCs w:val="24"/>
        </w:rPr>
        <w:t xml:space="preserve"> </w:t>
      </w:r>
      <w:r w:rsidR="00DD26EB">
        <w:rPr>
          <w:b/>
          <w:szCs w:val="24"/>
        </w:rPr>
        <w:t>1</w:t>
      </w:r>
      <w:r w:rsidR="00AD6911">
        <w:rPr>
          <w:b/>
          <w:szCs w:val="24"/>
        </w:rPr>
        <w:t>5</w:t>
      </w:r>
      <w:r w:rsidR="008E158D">
        <w:rPr>
          <w:b/>
          <w:szCs w:val="24"/>
        </w:rPr>
        <w:t>, 20</w:t>
      </w:r>
      <w:r w:rsidR="003F41DA">
        <w:rPr>
          <w:b/>
          <w:szCs w:val="24"/>
        </w:rPr>
        <w:t>2</w:t>
      </w:r>
      <w:r w:rsidR="00B57B60">
        <w:rPr>
          <w:b/>
          <w:szCs w:val="24"/>
        </w:rPr>
        <w:t>5</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32D1D907" w14:textId="6335D3FB" w:rsidR="0043549E" w:rsidRPr="0043549E" w:rsidRDefault="00816A7E" w:rsidP="0043549E">
      <w:pPr>
        <w:pStyle w:val="TOC1"/>
        <w:rPr>
          <w:rFonts w:eastAsiaTheme="minorEastAsia"/>
          <w:kern w:val="2"/>
          <w14:ligatures w14:val="standardContextual"/>
        </w:rPr>
      </w:pPr>
      <w:r w:rsidRPr="0043549E">
        <w:lastRenderedPageBreak/>
        <w:fldChar w:fldCharType="begin"/>
      </w:r>
      <w:r w:rsidR="0005725D" w:rsidRPr="0043549E">
        <w:instrText xml:space="preserve"> TOC \o "1-5" \h \z \u </w:instrText>
      </w:r>
      <w:r w:rsidRPr="0043549E">
        <w:fldChar w:fldCharType="separate"/>
      </w:r>
      <w:hyperlink w:anchor="_Toc214886871" w:history="1">
        <w:r w:rsidR="0043549E" w:rsidRPr="0043549E">
          <w:rPr>
            <w:rStyle w:val="Hyperlink"/>
          </w:rPr>
          <w:t>16</w:t>
        </w:r>
        <w:r w:rsidR="0043549E" w:rsidRPr="0043549E">
          <w:rPr>
            <w:rFonts w:eastAsiaTheme="minorEastAsia"/>
            <w:kern w:val="2"/>
            <w14:ligatures w14:val="standardContextual"/>
          </w:rPr>
          <w:tab/>
        </w:r>
        <w:r w:rsidR="0043549E" w:rsidRPr="0043549E">
          <w:rPr>
            <w:rStyle w:val="Hyperlink"/>
          </w:rPr>
          <w:t>REGISTRATION AND QUALIFICATION OF MARKET PARTICIPANTS</w:t>
        </w:r>
        <w:r w:rsidR="0043549E" w:rsidRPr="0043549E">
          <w:rPr>
            <w:webHidden/>
          </w:rPr>
          <w:tab/>
        </w:r>
        <w:r w:rsidR="0043549E" w:rsidRPr="0043549E">
          <w:rPr>
            <w:webHidden/>
          </w:rPr>
          <w:fldChar w:fldCharType="begin"/>
        </w:r>
        <w:r w:rsidR="0043549E" w:rsidRPr="0043549E">
          <w:rPr>
            <w:webHidden/>
          </w:rPr>
          <w:instrText xml:space="preserve"> PAGEREF _Toc214886871 \h </w:instrText>
        </w:r>
        <w:r w:rsidR="0043549E" w:rsidRPr="0043549E">
          <w:rPr>
            <w:webHidden/>
          </w:rPr>
        </w:r>
        <w:r w:rsidR="0043549E" w:rsidRPr="0043549E">
          <w:rPr>
            <w:webHidden/>
          </w:rPr>
          <w:fldChar w:fldCharType="separate"/>
        </w:r>
        <w:r w:rsidR="00661D56">
          <w:rPr>
            <w:webHidden/>
          </w:rPr>
          <w:t>16-1</w:t>
        </w:r>
        <w:r w:rsidR="0043549E" w:rsidRPr="0043549E">
          <w:rPr>
            <w:webHidden/>
          </w:rPr>
          <w:fldChar w:fldCharType="end"/>
        </w:r>
      </w:hyperlink>
    </w:p>
    <w:p w14:paraId="377FBE61" w14:textId="573F4AB6" w:rsidR="0043549E" w:rsidRPr="0043549E" w:rsidRDefault="0043549E">
      <w:pPr>
        <w:pStyle w:val="TOC2"/>
        <w:rPr>
          <w:rFonts w:eastAsiaTheme="minorEastAsia"/>
          <w:kern w:val="2"/>
          <w14:ligatures w14:val="standardContextual"/>
        </w:rPr>
      </w:pPr>
      <w:hyperlink w:anchor="_Toc214886872" w:history="1">
        <w:r w:rsidRPr="0043549E">
          <w:rPr>
            <w:rStyle w:val="Hyperlink"/>
          </w:rPr>
          <w:t>16.1</w:t>
        </w:r>
        <w:r w:rsidRPr="0043549E">
          <w:rPr>
            <w:rFonts w:eastAsiaTheme="minorEastAsia"/>
            <w:kern w:val="2"/>
            <w14:ligatures w14:val="standardContextual"/>
          </w:rPr>
          <w:tab/>
        </w:r>
        <w:r w:rsidRPr="0043549E">
          <w:rPr>
            <w:rStyle w:val="Hyperlink"/>
          </w:rPr>
          <w:t>Registration and Execution of Agreements</w:t>
        </w:r>
        <w:r w:rsidRPr="0043549E">
          <w:rPr>
            <w:webHidden/>
          </w:rPr>
          <w:tab/>
        </w:r>
        <w:r w:rsidRPr="0043549E">
          <w:rPr>
            <w:webHidden/>
          </w:rPr>
          <w:fldChar w:fldCharType="begin"/>
        </w:r>
        <w:r w:rsidRPr="0043549E">
          <w:rPr>
            <w:webHidden/>
          </w:rPr>
          <w:instrText xml:space="preserve"> PAGEREF _Toc214886872 \h </w:instrText>
        </w:r>
        <w:r w:rsidRPr="0043549E">
          <w:rPr>
            <w:webHidden/>
          </w:rPr>
        </w:r>
        <w:r w:rsidRPr="0043549E">
          <w:rPr>
            <w:webHidden/>
          </w:rPr>
          <w:fldChar w:fldCharType="separate"/>
        </w:r>
        <w:r w:rsidR="00661D56">
          <w:rPr>
            <w:webHidden/>
          </w:rPr>
          <w:t>16-1</w:t>
        </w:r>
        <w:r w:rsidRPr="0043549E">
          <w:rPr>
            <w:webHidden/>
          </w:rPr>
          <w:fldChar w:fldCharType="end"/>
        </w:r>
      </w:hyperlink>
    </w:p>
    <w:p w14:paraId="3AB76B1A" w14:textId="58BBAA37" w:rsidR="0043549E" w:rsidRPr="0043549E" w:rsidRDefault="0043549E">
      <w:pPr>
        <w:pStyle w:val="TOC3"/>
        <w:rPr>
          <w:rFonts w:eastAsiaTheme="minorEastAsia"/>
          <w:i w:val="0"/>
          <w:iCs w:val="0"/>
          <w:noProof/>
          <w:kern w:val="2"/>
          <w14:ligatures w14:val="standardContextual"/>
        </w:rPr>
      </w:pPr>
      <w:hyperlink w:anchor="_Toc214886873" w:history="1">
        <w:r w:rsidRPr="0043549E">
          <w:rPr>
            <w:rStyle w:val="Hyperlink"/>
            <w:i w:val="0"/>
            <w:iCs w:val="0"/>
            <w:noProof/>
          </w:rPr>
          <w:t>16.1.1</w:t>
        </w:r>
        <w:r w:rsidRPr="0043549E">
          <w:rPr>
            <w:rFonts w:eastAsiaTheme="minorEastAsia"/>
            <w:i w:val="0"/>
            <w:iCs w:val="0"/>
            <w:noProof/>
            <w:kern w:val="2"/>
            <w14:ligatures w14:val="standardContextual"/>
          </w:rPr>
          <w:tab/>
        </w:r>
        <w:r w:rsidRPr="0043549E">
          <w:rPr>
            <w:rStyle w:val="Hyperlink"/>
            <w:i w:val="0"/>
            <w:iCs w:val="0"/>
            <w:noProof/>
          </w:rPr>
          <w:t>Re-Registration as a Market Participant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_Toc214886873 \h </w:instrText>
        </w:r>
        <w:r w:rsidRPr="0043549E">
          <w:rPr>
            <w:i w:val="0"/>
            <w:iCs w:val="0"/>
            <w:noProof/>
            <w:webHidden/>
          </w:rPr>
        </w:r>
        <w:r w:rsidRPr="0043549E">
          <w:rPr>
            <w:i w:val="0"/>
            <w:iCs w:val="0"/>
            <w:noProof/>
            <w:webHidden/>
          </w:rPr>
          <w:fldChar w:fldCharType="separate"/>
        </w:r>
        <w:r w:rsidR="00661D56">
          <w:rPr>
            <w:i w:val="0"/>
            <w:iCs w:val="0"/>
            <w:noProof/>
            <w:webHidden/>
          </w:rPr>
          <w:t>16-1</w:t>
        </w:r>
        <w:r w:rsidRPr="0043549E">
          <w:rPr>
            <w:i w:val="0"/>
            <w:iCs w:val="0"/>
            <w:noProof/>
            <w:webHidden/>
          </w:rPr>
          <w:fldChar w:fldCharType="end"/>
        </w:r>
      </w:hyperlink>
    </w:p>
    <w:p w14:paraId="29949273" w14:textId="23339670" w:rsidR="0043549E" w:rsidRPr="0043549E" w:rsidRDefault="0043549E">
      <w:pPr>
        <w:pStyle w:val="TOC3"/>
        <w:rPr>
          <w:rFonts w:eastAsiaTheme="minorEastAsia"/>
          <w:i w:val="0"/>
          <w:iCs w:val="0"/>
          <w:noProof/>
          <w:kern w:val="2"/>
          <w14:ligatures w14:val="standardContextual"/>
        </w:rPr>
      </w:pPr>
      <w:hyperlink w:anchor="_Toc214886874" w:history="1">
        <w:r w:rsidRPr="0043549E">
          <w:rPr>
            <w:rStyle w:val="Hyperlink"/>
            <w:i w:val="0"/>
            <w:iCs w:val="0"/>
            <w:noProof/>
          </w:rPr>
          <w:t>16.1.2</w:t>
        </w:r>
        <w:r w:rsidRPr="0043549E">
          <w:rPr>
            <w:rFonts w:eastAsiaTheme="minorEastAsia"/>
            <w:i w:val="0"/>
            <w:iCs w:val="0"/>
            <w:noProof/>
            <w:kern w:val="2"/>
            <w14:ligatures w14:val="standardContextual"/>
          </w:rPr>
          <w:tab/>
        </w:r>
        <w:r w:rsidRPr="0043549E">
          <w:rPr>
            <w:rStyle w:val="Hyperlink"/>
            <w:i w:val="0"/>
            <w:iCs w:val="0"/>
            <w:noProof/>
          </w:rPr>
          <w:t>Principal of a Market Participant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_Toc214886874 \h </w:instrText>
        </w:r>
        <w:r w:rsidRPr="0043549E">
          <w:rPr>
            <w:i w:val="0"/>
            <w:iCs w:val="0"/>
            <w:noProof/>
            <w:webHidden/>
          </w:rPr>
        </w:r>
        <w:r w:rsidRPr="0043549E">
          <w:rPr>
            <w:i w:val="0"/>
            <w:iCs w:val="0"/>
            <w:noProof/>
            <w:webHidden/>
          </w:rPr>
          <w:fldChar w:fldCharType="separate"/>
        </w:r>
        <w:r w:rsidR="00661D56">
          <w:rPr>
            <w:i w:val="0"/>
            <w:iCs w:val="0"/>
            <w:noProof/>
            <w:webHidden/>
          </w:rPr>
          <w:t>16-2</w:t>
        </w:r>
        <w:r w:rsidRPr="0043549E">
          <w:rPr>
            <w:i w:val="0"/>
            <w:iCs w:val="0"/>
            <w:noProof/>
            <w:webHidden/>
          </w:rPr>
          <w:fldChar w:fldCharType="end"/>
        </w:r>
      </w:hyperlink>
    </w:p>
    <w:p w14:paraId="43C2FCA0" w14:textId="726B4603" w:rsidR="0043549E" w:rsidRPr="0043549E" w:rsidRDefault="0043549E">
      <w:pPr>
        <w:pStyle w:val="TOC3"/>
        <w:rPr>
          <w:rFonts w:eastAsiaTheme="minorEastAsia"/>
          <w:i w:val="0"/>
          <w:iCs w:val="0"/>
          <w:noProof/>
          <w:kern w:val="2"/>
          <w14:ligatures w14:val="standardContextual"/>
        </w:rPr>
      </w:pPr>
      <w:hyperlink w:anchor="_Toc214886875" w:history="1">
        <w:r w:rsidRPr="0043549E">
          <w:rPr>
            <w:rStyle w:val="Hyperlink"/>
            <w:i w:val="0"/>
            <w:iCs w:val="0"/>
            <w:noProof/>
          </w:rPr>
          <w:t>16.1.3</w:t>
        </w:r>
        <w:r w:rsidRPr="0043549E">
          <w:rPr>
            <w:rFonts w:eastAsiaTheme="minorEastAsia"/>
            <w:i w:val="0"/>
            <w:iCs w:val="0"/>
            <w:noProof/>
            <w:kern w:val="2"/>
            <w14:ligatures w14:val="standardContextual"/>
          </w:rPr>
          <w:tab/>
        </w:r>
        <w:r w:rsidRPr="0043549E">
          <w:rPr>
            <w:rStyle w:val="Hyperlink"/>
            <w:i w:val="0"/>
            <w:iCs w:val="0"/>
            <w:noProof/>
          </w:rPr>
          <w:t>Market Participant Citizenship, Ownership, or Headquarters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_Toc214886875 \h </w:instrText>
        </w:r>
        <w:r w:rsidRPr="0043549E">
          <w:rPr>
            <w:i w:val="0"/>
            <w:iCs w:val="0"/>
            <w:noProof/>
            <w:webHidden/>
          </w:rPr>
        </w:r>
        <w:r w:rsidRPr="0043549E">
          <w:rPr>
            <w:i w:val="0"/>
            <w:iCs w:val="0"/>
            <w:noProof/>
            <w:webHidden/>
          </w:rPr>
          <w:fldChar w:fldCharType="separate"/>
        </w:r>
        <w:r w:rsidR="00661D56">
          <w:rPr>
            <w:i w:val="0"/>
            <w:iCs w:val="0"/>
            <w:noProof/>
            <w:webHidden/>
          </w:rPr>
          <w:t>16-2</w:t>
        </w:r>
        <w:r w:rsidRPr="0043549E">
          <w:rPr>
            <w:i w:val="0"/>
            <w:iCs w:val="0"/>
            <w:noProof/>
            <w:webHidden/>
          </w:rPr>
          <w:fldChar w:fldCharType="end"/>
        </w:r>
      </w:hyperlink>
    </w:p>
    <w:p w14:paraId="2A625E78" w14:textId="46FB9565" w:rsidR="0043549E" w:rsidRPr="0043549E" w:rsidRDefault="0043549E">
      <w:pPr>
        <w:pStyle w:val="TOC3"/>
        <w:rPr>
          <w:rFonts w:eastAsiaTheme="minorEastAsia"/>
          <w:i w:val="0"/>
          <w:iCs w:val="0"/>
          <w:noProof/>
          <w:kern w:val="2"/>
          <w14:ligatures w14:val="standardContextual"/>
        </w:rPr>
      </w:pPr>
      <w:hyperlink w:anchor="_Toc214886876" w:history="1">
        <w:r w:rsidRPr="0043549E">
          <w:rPr>
            <w:rStyle w:val="Hyperlink"/>
            <w:i w:val="0"/>
            <w:iCs w:val="0"/>
            <w:noProof/>
          </w:rPr>
          <w:t>16.1.4</w:t>
        </w:r>
        <w:r w:rsidRPr="0043549E">
          <w:rPr>
            <w:rFonts w:eastAsiaTheme="minorEastAsia"/>
            <w:i w:val="0"/>
            <w:iCs w:val="0"/>
            <w:noProof/>
            <w:kern w:val="2"/>
            <w14:ligatures w14:val="standardContextual"/>
          </w:rPr>
          <w:tab/>
        </w:r>
        <w:r w:rsidRPr="0043549E">
          <w:rPr>
            <w:rStyle w:val="Hyperlink"/>
            <w:i w:val="0"/>
            <w:iCs w:val="0"/>
            <w:noProof/>
          </w:rPr>
          <w:t>Market Participant Reporting of Critical Electric Grid Equipment and Services-Related Purchases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_Toc214886876 \h </w:instrText>
        </w:r>
        <w:r w:rsidRPr="0043549E">
          <w:rPr>
            <w:i w:val="0"/>
            <w:iCs w:val="0"/>
            <w:noProof/>
            <w:webHidden/>
          </w:rPr>
        </w:r>
        <w:r w:rsidRPr="0043549E">
          <w:rPr>
            <w:i w:val="0"/>
            <w:iCs w:val="0"/>
            <w:noProof/>
            <w:webHidden/>
          </w:rPr>
          <w:fldChar w:fldCharType="separate"/>
        </w:r>
        <w:r w:rsidR="00661D56">
          <w:rPr>
            <w:i w:val="0"/>
            <w:iCs w:val="0"/>
            <w:noProof/>
            <w:webHidden/>
          </w:rPr>
          <w:t>16-3</w:t>
        </w:r>
        <w:r w:rsidRPr="0043549E">
          <w:rPr>
            <w:i w:val="0"/>
            <w:iCs w:val="0"/>
            <w:noProof/>
            <w:webHidden/>
          </w:rPr>
          <w:fldChar w:fldCharType="end"/>
        </w:r>
      </w:hyperlink>
    </w:p>
    <w:p w14:paraId="1ACEDAFE" w14:textId="61FEA519" w:rsidR="0043549E" w:rsidRPr="0043549E" w:rsidRDefault="0043549E">
      <w:pPr>
        <w:pStyle w:val="TOC2"/>
        <w:rPr>
          <w:rFonts w:eastAsiaTheme="minorEastAsia"/>
          <w:kern w:val="2"/>
          <w14:ligatures w14:val="standardContextual"/>
        </w:rPr>
      </w:pPr>
      <w:hyperlink w:anchor="_Toc214886877" w:history="1">
        <w:r w:rsidRPr="0043549E">
          <w:rPr>
            <w:rStyle w:val="Hyperlink"/>
          </w:rPr>
          <w:t>16.2</w:t>
        </w:r>
        <w:r w:rsidRPr="0043549E">
          <w:rPr>
            <w:rFonts w:eastAsiaTheme="minorEastAsia"/>
            <w:kern w:val="2"/>
            <w14:ligatures w14:val="standardContextual"/>
          </w:rPr>
          <w:tab/>
        </w:r>
        <w:r w:rsidRPr="0043549E">
          <w:rPr>
            <w:rStyle w:val="Hyperlink"/>
          </w:rPr>
          <w:t>Registration and Qualification of Qualified Scheduling Entities</w:t>
        </w:r>
        <w:r w:rsidRPr="0043549E">
          <w:rPr>
            <w:webHidden/>
          </w:rPr>
          <w:tab/>
        </w:r>
        <w:r w:rsidRPr="0043549E">
          <w:rPr>
            <w:webHidden/>
          </w:rPr>
          <w:fldChar w:fldCharType="begin"/>
        </w:r>
        <w:r w:rsidRPr="0043549E">
          <w:rPr>
            <w:webHidden/>
          </w:rPr>
          <w:instrText xml:space="preserve"> PAGEREF _Toc214886877 \h </w:instrText>
        </w:r>
        <w:r w:rsidRPr="0043549E">
          <w:rPr>
            <w:webHidden/>
          </w:rPr>
        </w:r>
        <w:r w:rsidRPr="0043549E">
          <w:rPr>
            <w:webHidden/>
          </w:rPr>
          <w:fldChar w:fldCharType="separate"/>
        </w:r>
        <w:r w:rsidR="00661D56">
          <w:rPr>
            <w:webHidden/>
          </w:rPr>
          <w:t>16-5</w:t>
        </w:r>
        <w:r w:rsidRPr="0043549E">
          <w:rPr>
            <w:webHidden/>
          </w:rPr>
          <w:fldChar w:fldCharType="end"/>
        </w:r>
      </w:hyperlink>
    </w:p>
    <w:p w14:paraId="0CB3FAFF" w14:textId="26347A06" w:rsidR="0043549E" w:rsidRPr="0043549E" w:rsidRDefault="0043549E">
      <w:pPr>
        <w:pStyle w:val="TOC3"/>
        <w:rPr>
          <w:rFonts w:eastAsiaTheme="minorEastAsia"/>
          <w:i w:val="0"/>
          <w:iCs w:val="0"/>
          <w:noProof/>
          <w:kern w:val="2"/>
          <w14:ligatures w14:val="standardContextual"/>
        </w:rPr>
      </w:pPr>
      <w:hyperlink w:anchor="_Toc214886878" w:history="1">
        <w:r w:rsidRPr="0043549E">
          <w:rPr>
            <w:rStyle w:val="Hyperlink"/>
            <w:i w:val="0"/>
            <w:iCs w:val="0"/>
            <w:noProof/>
          </w:rPr>
          <w:t>16.2.1</w:t>
        </w:r>
        <w:r w:rsidRPr="0043549E">
          <w:rPr>
            <w:rFonts w:eastAsiaTheme="minorEastAsia"/>
            <w:i w:val="0"/>
            <w:iCs w:val="0"/>
            <w:noProof/>
            <w:kern w:val="2"/>
            <w14:ligatures w14:val="standardContextual"/>
          </w:rPr>
          <w:tab/>
        </w:r>
        <w:r w:rsidRPr="0043549E">
          <w:rPr>
            <w:rStyle w:val="Hyperlink"/>
            <w:i w:val="0"/>
            <w:iCs w:val="0"/>
            <w:noProof/>
          </w:rPr>
          <w:t>Criteria for Qualification as a Qualified Scheduling Entity</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_Toc214886878 \h </w:instrText>
        </w:r>
        <w:r w:rsidRPr="0043549E">
          <w:rPr>
            <w:i w:val="0"/>
            <w:iCs w:val="0"/>
            <w:noProof/>
            <w:webHidden/>
          </w:rPr>
        </w:r>
        <w:r w:rsidRPr="0043549E">
          <w:rPr>
            <w:i w:val="0"/>
            <w:iCs w:val="0"/>
            <w:noProof/>
            <w:webHidden/>
          </w:rPr>
          <w:fldChar w:fldCharType="separate"/>
        </w:r>
        <w:r w:rsidR="00661D56">
          <w:rPr>
            <w:i w:val="0"/>
            <w:iCs w:val="0"/>
            <w:noProof/>
            <w:webHidden/>
          </w:rPr>
          <w:t>16-5</w:t>
        </w:r>
        <w:r w:rsidRPr="0043549E">
          <w:rPr>
            <w:i w:val="0"/>
            <w:iCs w:val="0"/>
            <w:noProof/>
            <w:webHidden/>
          </w:rPr>
          <w:fldChar w:fldCharType="end"/>
        </w:r>
      </w:hyperlink>
    </w:p>
    <w:p w14:paraId="6FB0CF5E" w14:textId="097E04E9" w:rsidR="0043549E" w:rsidRPr="0043549E" w:rsidRDefault="0043549E">
      <w:pPr>
        <w:pStyle w:val="TOC4"/>
        <w:rPr>
          <w:rFonts w:eastAsiaTheme="minorEastAsia"/>
          <w:kern w:val="2"/>
          <w:sz w:val="20"/>
          <w:szCs w:val="20"/>
          <w14:ligatures w14:val="standardContextual"/>
        </w:rPr>
      </w:pPr>
      <w:hyperlink w:anchor="_Toc214886879" w:history="1">
        <w:r w:rsidRPr="0043549E">
          <w:rPr>
            <w:rStyle w:val="Hyperlink"/>
            <w:sz w:val="20"/>
            <w:szCs w:val="20"/>
          </w:rPr>
          <w:t>16.2.1.1</w:t>
        </w:r>
        <w:r w:rsidRPr="0043549E">
          <w:rPr>
            <w:rFonts w:eastAsiaTheme="minorEastAsia"/>
            <w:kern w:val="2"/>
            <w:sz w:val="20"/>
            <w:szCs w:val="20"/>
            <w14:ligatures w14:val="standardContextual"/>
          </w:rPr>
          <w:tab/>
        </w:r>
        <w:r w:rsidRPr="0043549E">
          <w:rPr>
            <w:rStyle w:val="Hyperlink"/>
            <w:sz w:val="20"/>
            <w:szCs w:val="20"/>
          </w:rPr>
          <w:t>QSE Background Check Process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_Toc214886879 \h </w:instrText>
        </w:r>
        <w:r w:rsidRPr="0043549E">
          <w:rPr>
            <w:webHidden/>
            <w:sz w:val="20"/>
            <w:szCs w:val="20"/>
          </w:rPr>
        </w:r>
        <w:r w:rsidRPr="0043549E">
          <w:rPr>
            <w:webHidden/>
            <w:sz w:val="20"/>
            <w:szCs w:val="20"/>
          </w:rPr>
          <w:fldChar w:fldCharType="separate"/>
        </w:r>
        <w:r w:rsidR="00661D56">
          <w:rPr>
            <w:webHidden/>
            <w:sz w:val="20"/>
            <w:szCs w:val="20"/>
          </w:rPr>
          <w:t>16-8</w:t>
        </w:r>
        <w:r w:rsidRPr="0043549E">
          <w:rPr>
            <w:webHidden/>
            <w:sz w:val="20"/>
            <w:szCs w:val="20"/>
          </w:rPr>
          <w:fldChar w:fldCharType="end"/>
        </w:r>
      </w:hyperlink>
    </w:p>
    <w:p w14:paraId="6D1034F8" w14:textId="14C7B36D" w:rsidR="0043549E" w:rsidRPr="0043549E" w:rsidRDefault="0043549E">
      <w:pPr>
        <w:pStyle w:val="TOC4"/>
        <w:rPr>
          <w:rFonts w:eastAsiaTheme="minorEastAsia"/>
          <w:kern w:val="2"/>
          <w:sz w:val="20"/>
          <w:szCs w:val="20"/>
          <w14:ligatures w14:val="standardContextual"/>
        </w:rPr>
      </w:pPr>
      <w:hyperlink w:anchor="_Toc214886880" w:history="1">
        <w:r w:rsidRPr="0043549E">
          <w:rPr>
            <w:rStyle w:val="Hyperlink"/>
            <w:sz w:val="20"/>
            <w:szCs w:val="20"/>
          </w:rPr>
          <w:t>16.2.1.2</w:t>
        </w:r>
        <w:r w:rsidRPr="0043549E">
          <w:rPr>
            <w:rFonts w:eastAsiaTheme="minorEastAsia"/>
            <w:kern w:val="2"/>
            <w:sz w:val="20"/>
            <w:szCs w:val="20"/>
            <w14:ligatures w14:val="standardContextual"/>
          </w:rPr>
          <w:tab/>
        </w:r>
        <w:r w:rsidRPr="0043549E">
          <w:rPr>
            <w:rStyle w:val="Hyperlink"/>
            <w:sz w:val="20"/>
            <w:szCs w:val="20"/>
          </w:rPr>
          <w:t>Data Agent-Only Qualified Scheduling Entities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_Toc214886880 \h </w:instrText>
        </w:r>
        <w:r w:rsidRPr="0043549E">
          <w:rPr>
            <w:webHidden/>
            <w:sz w:val="20"/>
            <w:szCs w:val="20"/>
          </w:rPr>
        </w:r>
        <w:r w:rsidRPr="0043549E">
          <w:rPr>
            <w:webHidden/>
            <w:sz w:val="20"/>
            <w:szCs w:val="20"/>
          </w:rPr>
          <w:fldChar w:fldCharType="separate"/>
        </w:r>
        <w:r w:rsidR="00661D56">
          <w:rPr>
            <w:webHidden/>
            <w:sz w:val="20"/>
            <w:szCs w:val="20"/>
          </w:rPr>
          <w:t>16-9</w:t>
        </w:r>
        <w:r w:rsidRPr="0043549E">
          <w:rPr>
            <w:webHidden/>
            <w:sz w:val="20"/>
            <w:szCs w:val="20"/>
          </w:rPr>
          <w:fldChar w:fldCharType="end"/>
        </w:r>
      </w:hyperlink>
    </w:p>
    <w:p w14:paraId="21CCF69F" w14:textId="22250461" w:rsidR="0043549E" w:rsidRPr="0043549E" w:rsidRDefault="0043549E">
      <w:pPr>
        <w:pStyle w:val="TOC3"/>
        <w:rPr>
          <w:rFonts w:eastAsiaTheme="minorEastAsia"/>
          <w:i w:val="0"/>
          <w:iCs w:val="0"/>
          <w:noProof/>
          <w:kern w:val="2"/>
          <w14:ligatures w14:val="standardContextual"/>
        </w:rPr>
      </w:pPr>
      <w:hyperlink w:anchor="_Toc214886881" w:history="1">
        <w:r w:rsidRPr="0043549E">
          <w:rPr>
            <w:rStyle w:val="Hyperlink"/>
            <w:i w:val="0"/>
            <w:iCs w:val="0"/>
            <w:noProof/>
          </w:rPr>
          <w:t>16.2.2</w:t>
        </w:r>
        <w:r w:rsidRPr="0043549E">
          <w:rPr>
            <w:rFonts w:eastAsiaTheme="minorEastAsia"/>
            <w:i w:val="0"/>
            <w:iCs w:val="0"/>
            <w:noProof/>
            <w:kern w:val="2"/>
            <w14:ligatures w14:val="standardContextual"/>
          </w:rPr>
          <w:tab/>
        </w:r>
        <w:r w:rsidRPr="0043549E">
          <w:rPr>
            <w:rStyle w:val="Hyperlink"/>
            <w:i w:val="0"/>
            <w:iCs w:val="0"/>
            <w:noProof/>
          </w:rPr>
          <w:t>QSE Application Process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_Toc214886881 \h </w:instrText>
        </w:r>
        <w:r w:rsidRPr="0043549E">
          <w:rPr>
            <w:i w:val="0"/>
            <w:iCs w:val="0"/>
            <w:noProof/>
            <w:webHidden/>
          </w:rPr>
        </w:r>
        <w:r w:rsidRPr="0043549E">
          <w:rPr>
            <w:i w:val="0"/>
            <w:iCs w:val="0"/>
            <w:noProof/>
            <w:webHidden/>
          </w:rPr>
          <w:fldChar w:fldCharType="separate"/>
        </w:r>
        <w:r w:rsidR="00661D56">
          <w:rPr>
            <w:i w:val="0"/>
            <w:iCs w:val="0"/>
            <w:noProof/>
            <w:webHidden/>
          </w:rPr>
          <w:t>16-10</w:t>
        </w:r>
        <w:r w:rsidRPr="0043549E">
          <w:rPr>
            <w:i w:val="0"/>
            <w:iCs w:val="0"/>
            <w:noProof/>
            <w:webHidden/>
          </w:rPr>
          <w:fldChar w:fldCharType="end"/>
        </w:r>
      </w:hyperlink>
    </w:p>
    <w:p w14:paraId="4F1DF439" w14:textId="7F5DC14F" w:rsidR="0043549E" w:rsidRPr="0043549E" w:rsidRDefault="0043549E">
      <w:pPr>
        <w:pStyle w:val="TOC4"/>
        <w:rPr>
          <w:rFonts w:eastAsiaTheme="minorEastAsia"/>
          <w:kern w:val="2"/>
          <w:sz w:val="20"/>
          <w:szCs w:val="20"/>
          <w14:ligatures w14:val="standardContextual"/>
        </w:rPr>
      </w:pPr>
      <w:hyperlink w:anchor="_Toc214886882" w:history="1">
        <w:r w:rsidRPr="0043549E">
          <w:rPr>
            <w:rStyle w:val="Hyperlink"/>
            <w:sz w:val="20"/>
            <w:szCs w:val="20"/>
          </w:rPr>
          <w:t>16.2.2.1</w:t>
        </w:r>
        <w:r w:rsidRPr="0043549E">
          <w:rPr>
            <w:rFonts w:eastAsiaTheme="minorEastAsia"/>
            <w:kern w:val="2"/>
            <w:sz w:val="20"/>
            <w:szCs w:val="20"/>
            <w14:ligatures w14:val="standardContextual"/>
          </w:rPr>
          <w:tab/>
        </w:r>
        <w:r w:rsidRPr="0043549E">
          <w:rPr>
            <w:rStyle w:val="Hyperlink"/>
            <w:sz w:val="20"/>
            <w:szCs w:val="20"/>
          </w:rPr>
          <w:t>Notice of Receipt of Qualified Scheduling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_Toc214886882 \h </w:instrText>
        </w:r>
        <w:r w:rsidRPr="0043549E">
          <w:rPr>
            <w:webHidden/>
            <w:sz w:val="20"/>
            <w:szCs w:val="20"/>
          </w:rPr>
        </w:r>
        <w:r w:rsidRPr="0043549E">
          <w:rPr>
            <w:webHidden/>
            <w:sz w:val="20"/>
            <w:szCs w:val="20"/>
          </w:rPr>
          <w:fldChar w:fldCharType="separate"/>
        </w:r>
        <w:r w:rsidR="00661D56">
          <w:rPr>
            <w:webHidden/>
            <w:sz w:val="20"/>
            <w:szCs w:val="20"/>
          </w:rPr>
          <w:t>16-10</w:t>
        </w:r>
        <w:r w:rsidRPr="0043549E">
          <w:rPr>
            <w:webHidden/>
            <w:sz w:val="20"/>
            <w:szCs w:val="20"/>
          </w:rPr>
          <w:fldChar w:fldCharType="end"/>
        </w:r>
      </w:hyperlink>
    </w:p>
    <w:p w14:paraId="4B2F0CF7" w14:textId="4D0043B5" w:rsidR="0043549E" w:rsidRPr="0043549E" w:rsidRDefault="0043549E">
      <w:pPr>
        <w:pStyle w:val="TOC4"/>
        <w:rPr>
          <w:rFonts w:eastAsiaTheme="minorEastAsia"/>
          <w:kern w:val="2"/>
          <w:sz w:val="20"/>
          <w:szCs w:val="20"/>
          <w14:ligatures w14:val="standardContextual"/>
        </w:rPr>
      </w:pPr>
      <w:hyperlink w:anchor="_Toc214886883" w:history="1">
        <w:r w:rsidRPr="0043549E">
          <w:rPr>
            <w:rStyle w:val="Hyperlink"/>
            <w:sz w:val="20"/>
            <w:szCs w:val="20"/>
          </w:rPr>
          <w:t>16.2.2.2</w:t>
        </w:r>
        <w:r w:rsidRPr="0043549E">
          <w:rPr>
            <w:rFonts w:eastAsiaTheme="minorEastAsia"/>
            <w:kern w:val="2"/>
            <w:sz w:val="20"/>
            <w:szCs w:val="20"/>
            <w14:ligatures w14:val="standardContextual"/>
          </w:rPr>
          <w:tab/>
        </w:r>
        <w:r w:rsidRPr="0043549E">
          <w:rPr>
            <w:rStyle w:val="Hyperlink"/>
            <w:sz w:val="20"/>
            <w:szCs w:val="20"/>
          </w:rPr>
          <w:t>Incomplete QSE Applications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_Toc214886883 \h </w:instrText>
        </w:r>
        <w:r w:rsidRPr="0043549E">
          <w:rPr>
            <w:webHidden/>
            <w:sz w:val="20"/>
            <w:szCs w:val="20"/>
          </w:rPr>
        </w:r>
        <w:r w:rsidRPr="0043549E">
          <w:rPr>
            <w:webHidden/>
            <w:sz w:val="20"/>
            <w:szCs w:val="20"/>
          </w:rPr>
          <w:fldChar w:fldCharType="separate"/>
        </w:r>
        <w:r w:rsidR="00661D56">
          <w:rPr>
            <w:webHidden/>
            <w:sz w:val="20"/>
            <w:szCs w:val="20"/>
          </w:rPr>
          <w:t>16-11</w:t>
        </w:r>
        <w:r w:rsidRPr="0043549E">
          <w:rPr>
            <w:webHidden/>
            <w:sz w:val="20"/>
            <w:szCs w:val="20"/>
          </w:rPr>
          <w:fldChar w:fldCharType="end"/>
        </w:r>
      </w:hyperlink>
    </w:p>
    <w:p w14:paraId="67114CE6" w14:textId="27A0FBF9" w:rsidR="0043549E" w:rsidRPr="0043549E" w:rsidRDefault="0043549E">
      <w:pPr>
        <w:pStyle w:val="TOC4"/>
        <w:rPr>
          <w:rFonts w:eastAsiaTheme="minorEastAsia"/>
          <w:kern w:val="2"/>
          <w:sz w:val="20"/>
          <w:szCs w:val="20"/>
          <w14:ligatures w14:val="standardContextual"/>
        </w:rPr>
      </w:pPr>
      <w:hyperlink w:anchor="_Toc214886884" w:history="1">
        <w:r w:rsidRPr="0043549E">
          <w:rPr>
            <w:rStyle w:val="Hyperlink"/>
            <w:sz w:val="20"/>
            <w:szCs w:val="20"/>
          </w:rPr>
          <w:t>16.2.2.3</w:t>
        </w:r>
        <w:r w:rsidRPr="0043549E">
          <w:rPr>
            <w:rFonts w:eastAsiaTheme="minorEastAsia"/>
            <w:kern w:val="2"/>
            <w:sz w:val="20"/>
            <w:szCs w:val="20"/>
            <w14:ligatures w14:val="standardContextual"/>
          </w:rPr>
          <w:tab/>
        </w:r>
        <w:r w:rsidRPr="0043549E">
          <w:rPr>
            <w:rStyle w:val="Hyperlink"/>
            <w:sz w:val="20"/>
            <w:szCs w:val="20"/>
          </w:rPr>
          <w:t>ERCOT Approval or Rejection of Qualified Scheduling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_Toc214886884 \h </w:instrText>
        </w:r>
        <w:r w:rsidRPr="0043549E">
          <w:rPr>
            <w:webHidden/>
            <w:sz w:val="20"/>
            <w:szCs w:val="20"/>
          </w:rPr>
        </w:r>
        <w:r w:rsidRPr="0043549E">
          <w:rPr>
            <w:webHidden/>
            <w:sz w:val="20"/>
            <w:szCs w:val="20"/>
          </w:rPr>
          <w:fldChar w:fldCharType="separate"/>
        </w:r>
        <w:r w:rsidR="00661D56">
          <w:rPr>
            <w:webHidden/>
            <w:sz w:val="20"/>
            <w:szCs w:val="20"/>
          </w:rPr>
          <w:t>16-11</w:t>
        </w:r>
        <w:r w:rsidRPr="0043549E">
          <w:rPr>
            <w:webHidden/>
            <w:sz w:val="20"/>
            <w:szCs w:val="20"/>
          </w:rPr>
          <w:fldChar w:fldCharType="end"/>
        </w:r>
      </w:hyperlink>
    </w:p>
    <w:p w14:paraId="1DC00659" w14:textId="02D0A3BB" w:rsidR="0043549E" w:rsidRPr="0043549E" w:rsidRDefault="0043549E">
      <w:pPr>
        <w:pStyle w:val="TOC3"/>
        <w:rPr>
          <w:rFonts w:eastAsiaTheme="minorEastAsia"/>
          <w:i w:val="0"/>
          <w:iCs w:val="0"/>
          <w:noProof/>
          <w:kern w:val="2"/>
          <w14:ligatures w14:val="standardContextual"/>
        </w:rPr>
      </w:pPr>
      <w:hyperlink w:anchor="_Toc214886885" w:history="1">
        <w:r w:rsidRPr="0043549E">
          <w:rPr>
            <w:rStyle w:val="Hyperlink"/>
            <w:i w:val="0"/>
            <w:iCs w:val="0"/>
            <w:noProof/>
          </w:rPr>
          <w:t>16.2.3</w:t>
        </w:r>
        <w:r w:rsidRPr="0043549E">
          <w:rPr>
            <w:rFonts w:eastAsiaTheme="minorEastAsia"/>
            <w:i w:val="0"/>
            <w:iCs w:val="0"/>
            <w:noProof/>
            <w:kern w:val="2"/>
            <w14:ligatures w14:val="standardContextual"/>
          </w:rPr>
          <w:tab/>
        </w:r>
        <w:r w:rsidRPr="0043549E">
          <w:rPr>
            <w:rStyle w:val="Hyperlink"/>
            <w:i w:val="0"/>
            <w:iCs w:val="0"/>
            <w:noProof/>
          </w:rPr>
          <w:t>Remaining Steps for Qualified Scheduling Entity Registration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_Toc214886885 \h </w:instrText>
        </w:r>
        <w:r w:rsidRPr="0043549E">
          <w:rPr>
            <w:i w:val="0"/>
            <w:iCs w:val="0"/>
            <w:noProof/>
            <w:webHidden/>
          </w:rPr>
        </w:r>
        <w:r w:rsidRPr="0043549E">
          <w:rPr>
            <w:i w:val="0"/>
            <w:iCs w:val="0"/>
            <w:noProof/>
            <w:webHidden/>
          </w:rPr>
          <w:fldChar w:fldCharType="separate"/>
        </w:r>
        <w:r w:rsidR="00661D56">
          <w:rPr>
            <w:i w:val="0"/>
            <w:iCs w:val="0"/>
            <w:noProof/>
            <w:webHidden/>
          </w:rPr>
          <w:t>16-12</w:t>
        </w:r>
        <w:r w:rsidRPr="0043549E">
          <w:rPr>
            <w:i w:val="0"/>
            <w:iCs w:val="0"/>
            <w:noProof/>
            <w:webHidden/>
          </w:rPr>
          <w:fldChar w:fldCharType="end"/>
        </w:r>
      </w:hyperlink>
    </w:p>
    <w:p w14:paraId="6AC0424C" w14:textId="2A54089F" w:rsidR="0043549E" w:rsidRPr="0043549E" w:rsidRDefault="0043549E">
      <w:pPr>
        <w:pStyle w:val="TOC4"/>
        <w:rPr>
          <w:rFonts w:eastAsiaTheme="minorEastAsia"/>
          <w:kern w:val="2"/>
          <w:sz w:val="20"/>
          <w:szCs w:val="20"/>
          <w14:ligatures w14:val="standardContextual"/>
        </w:rPr>
      </w:pPr>
      <w:hyperlink w:anchor="_Toc214886886" w:history="1">
        <w:r w:rsidRPr="0043549E">
          <w:rPr>
            <w:rStyle w:val="Hyperlink"/>
            <w:sz w:val="20"/>
            <w:szCs w:val="20"/>
          </w:rPr>
          <w:t>16.2.3.1</w:t>
        </w:r>
        <w:r w:rsidRPr="0043549E">
          <w:rPr>
            <w:rFonts w:eastAsiaTheme="minorEastAsia"/>
            <w:kern w:val="2"/>
            <w:sz w:val="20"/>
            <w:szCs w:val="20"/>
            <w14:ligatures w14:val="standardContextual"/>
          </w:rPr>
          <w:tab/>
        </w:r>
        <w:r w:rsidRPr="0043549E">
          <w:rPr>
            <w:rStyle w:val="Hyperlink"/>
            <w:sz w:val="20"/>
            <w:szCs w:val="20"/>
          </w:rPr>
          <w:t>Maintaining and Updating QSE Information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_Toc214886886 \h </w:instrText>
        </w:r>
        <w:r w:rsidRPr="0043549E">
          <w:rPr>
            <w:webHidden/>
            <w:sz w:val="20"/>
            <w:szCs w:val="20"/>
          </w:rPr>
        </w:r>
        <w:r w:rsidRPr="0043549E">
          <w:rPr>
            <w:webHidden/>
            <w:sz w:val="20"/>
            <w:szCs w:val="20"/>
          </w:rPr>
          <w:fldChar w:fldCharType="separate"/>
        </w:r>
        <w:r w:rsidR="00661D56">
          <w:rPr>
            <w:webHidden/>
            <w:sz w:val="20"/>
            <w:szCs w:val="20"/>
          </w:rPr>
          <w:t>16-13</w:t>
        </w:r>
        <w:r w:rsidRPr="0043549E">
          <w:rPr>
            <w:webHidden/>
            <w:sz w:val="20"/>
            <w:szCs w:val="20"/>
          </w:rPr>
          <w:fldChar w:fldCharType="end"/>
        </w:r>
      </w:hyperlink>
    </w:p>
    <w:p w14:paraId="6CBC3FC3" w14:textId="5A4AA243" w:rsidR="0043549E" w:rsidRPr="0043549E" w:rsidRDefault="0043549E">
      <w:pPr>
        <w:pStyle w:val="TOC4"/>
        <w:rPr>
          <w:rFonts w:eastAsiaTheme="minorEastAsia"/>
          <w:kern w:val="2"/>
          <w:sz w:val="20"/>
          <w:szCs w:val="20"/>
          <w14:ligatures w14:val="standardContextual"/>
        </w:rPr>
      </w:pPr>
      <w:hyperlink w:anchor="_Toc214886887" w:history="1">
        <w:r w:rsidRPr="0043549E">
          <w:rPr>
            <w:rStyle w:val="Hyperlink"/>
            <w:sz w:val="20"/>
            <w:szCs w:val="20"/>
          </w:rPr>
          <w:t>16.2.3.2</w:t>
        </w:r>
        <w:r w:rsidRPr="0043549E">
          <w:rPr>
            <w:rFonts w:eastAsiaTheme="minorEastAsia"/>
            <w:kern w:val="2"/>
            <w:sz w:val="20"/>
            <w:szCs w:val="20"/>
            <w14:ligatures w14:val="standardContextual"/>
          </w:rPr>
          <w:tab/>
        </w:r>
        <w:r w:rsidRPr="0043549E">
          <w:rPr>
            <w:rStyle w:val="Hyperlink"/>
            <w:sz w:val="20"/>
            <w:szCs w:val="20"/>
          </w:rPr>
          <w:t>Qualified Scheduling Entity Service Termination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_Toc214886887 \h </w:instrText>
        </w:r>
        <w:r w:rsidRPr="0043549E">
          <w:rPr>
            <w:webHidden/>
            <w:sz w:val="20"/>
            <w:szCs w:val="20"/>
          </w:rPr>
        </w:r>
        <w:r w:rsidRPr="0043549E">
          <w:rPr>
            <w:webHidden/>
            <w:sz w:val="20"/>
            <w:szCs w:val="20"/>
          </w:rPr>
          <w:fldChar w:fldCharType="separate"/>
        </w:r>
        <w:r w:rsidR="00661D56">
          <w:rPr>
            <w:webHidden/>
            <w:sz w:val="20"/>
            <w:szCs w:val="20"/>
          </w:rPr>
          <w:t>16-13</w:t>
        </w:r>
        <w:r w:rsidRPr="0043549E">
          <w:rPr>
            <w:webHidden/>
            <w:sz w:val="20"/>
            <w:szCs w:val="20"/>
          </w:rPr>
          <w:fldChar w:fldCharType="end"/>
        </w:r>
      </w:hyperlink>
    </w:p>
    <w:p w14:paraId="0CE71A19" w14:textId="3C8C3ED9" w:rsidR="0043549E" w:rsidRPr="0043549E" w:rsidRDefault="0043549E">
      <w:pPr>
        <w:pStyle w:val="TOC3"/>
        <w:rPr>
          <w:rFonts w:eastAsiaTheme="minorEastAsia"/>
          <w:i w:val="0"/>
          <w:iCs w:val="0"/>
          <w:noProof/>
          <w:kern w:val="2"/>
          <w14:ligatures w14:val="standardContextual"/>
        </w:rPr>
      </w:pPr>
      <w:hyperlink w:anchor="_Toc214886888" w:history="1">
        <w:r w:rsidRPr="0043549E">
          <w:rPr>
            <w:rStyle w:val="Hyperlink"/>
            <w:i w:val="0"/>
            <w:iCs w:val="0"/>
            <w:noProof/>
          </w:rPr>
          <w:t>16.2.4</w:t>
        </w:r>
        <w:r w:rsidRPr="0043549E">
          <w:rPr>
            <w:rFonts w:eastAsiaTheme="minorEastAsia"/>
            <w:i w:val="0"/>
            <w:iCs w:val="0"/>
            <w:noProof/>
            <w:kern w:val="2"/>
            <w14:ligatures w14:val="standardContextual"/>
          </w:rPr>
          <w:tab/>
        </w:r>
        <w:r w:rsidRPr="0043549E">
          <w:rPr>
            <w:rStyle w:val="Hyperlink"/>
            <w:i w:val="0"/>
            <w:iCs w:val="0"/>
            <w:noProof/>
          </w:rPr>
          <w:t>Posting of Qualified Scheduling Entity List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_Toc214886888 \h </w:instrText>
        </w:r>
        <w:r w:rsidRPr="0043549E">
          <w:rPr>
            <w:i w:val="0"/>
            <w:iCs w:val="0"/>
            <w:noProof/>
            <w:webHidden/>
          </w:rPr>
        </w:r>
        <w:r w:rsidRPr="0043549E">
          <w:rPr>
            <w:i w:val="0"/>
            <w:iCs w:val="0"/>
            <w:noProof/>
            <w:webHidden/>
          </w:rPr>
          <w:fldChar w:fldCharType="separate"/>
        </w:r>
        <w:r w:rsidR="00661D56">
          <w:rPr>
            <w:i w:val="0"/>
            <w:iCs w:val="0"/>
            <w:noProof/>
            <w:webHidden/>
          </w:rPr>
          <w:t>16-14</w:t>
        </w:r>
        <w:r w:rsidRPr="0043549E">
          <w:rPr>
            <w:i w:val="0"/>
            <w:iCs w:val="0"/>
            <w:noProof/>
            <w:webHidden/>
          </w:rPr>
          <w:fldChar w:fldCharType="end"/>
        </w:r>
      </w:hyperlink>
    </w:p>
    <w:p w14:paraId="18E0E71C" w14:textId="6B5F30B5" w:rsidR="0043549E" w:rsidRPr="0043549E" w:rsidRDefault="0043549E">
      <w:pPr>
        <w:pStyle w:val="TOC3"/>
        <w:rPr>
          <w:rFonts w:eastAsiaTheme="minorEastAsia"/>
          <w:i w:val="0"/>
          <w:iCs w:val="0"/>
          <w:noProof/>
          <w:kern w:val="2"/>
          <w14:ligatures w14:val="standardContextual"/>
        </w:rPr>
      </w:pPr>
      <w:hyperlink w:anchor="_Toc214886889" w:history="1">
        <w:r w:rsidRPr="0043549E">
          <w:rPr>
            <w:rStyle w:val="Hyperlink"/>
            <w:i w:val="0"/>
            <w:iCs w:val="0"/>
            <w:noProof/>
          </w:rPr>
          <w:t>16.2.5</w:t>
        </w:r>
        <w:r w:rsidRPr="0043549E">
          <w:rPr>
            <w:rFonts w:eastAsiaTheme="minorEastAsia"/>
            <w:i w:val="0"/>
            <w:iCs w:val="0"/>
            <w:noProof/>
            <w:kern w:val="2"/>
            <w14:ligatures w14:val="standardContextual"/>
          </w:rPr>
          <w:tab/>
        </w:r>
        <w:r w:rsidRPr="0043549E">
          <w:rPr>
            <w:rStyle w:val="Hyperlink"/>
            <w:i w:val="0"/>
            <w:iCs w:val="0"/>
            <w:noProof/>
          </w:rPr>
          <w:t>Suspended or Terminated Qualified Scheduling Entity – Notification to LSEs and Resource Entities Represented</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_Toc214886889 \h </w:instrText>
        </w:r>
        <w:r w:rsidRPr="0043549E">
          <w:rPr>
            <w:i w:val="0"/>
            <w:iCs w:val="0"/>
            <w:noProof/>
            <w:webHidden/>
          </w:rPr>
        </w:r>
        <w:r w:rsidRPr="0043549E">
          <w:rPr>
            <w:i w:val="0"/>
            <w:iCs w:val="0"/>
            <w:noProof/>
            <w:webHidden/>
          </w:rPr>
          <w:fldChar w:fldCharType="separate"/>
        </w:r>
        <w:r w:rsidR="00661D56">
          <w:rPr>
            <w:i w:val="0"/>
            <w:iCs w:val="0"/>
            <w:noProof/>
            <w:webHidden/>
          </w:rPr>
          <w:t>16-14</w:t>
        </w:r>
        <w:r w:rsidRPr="0043549E">
          <w:rPr>
            <w:i w:val="0"/>
            <w:iCs w:val="0"/>
            <w:noProof/>
            <w:webHidden/>
          </w:rPr>
          <w:fldChar w:fldCharType="end"/>
        </w:r>
      </w:hyperlink>
    </w:p>
    <w:p w14:paraId="070ECF3A" w14:textId="5185EBD6" w:rsidR="0043549E" w:rsidRPr="0043549E" w:rsidRDefault="0043549E">
      <w:pPr>
        <w:pStyle w:val="TOC3"/>
        <w:rPr>
          <w:rFonts w:eastAsiaTheme="minorEastAsia"/>
          <w:i w:val="0"/>
          <w:iCs w:val="0"/>
          <w:noProof/>
          <w:kern w:val="2"/>
          <w14:ligatures w14:val="standardContextual"/>
        </w:rPr>
      </w:pPr>
      <w:hyperlink w:anchor="_Toc214886890" w:history="1">
        <w:r w:rsidRPr="0043549E">
          <w:rPr>
            <w:rStyle w:val="Hyperlink"/>
            <w:i w:val="0"/>
            <w:iCs w:val="0"/>
            <w:noProof/>
          </w:rPr>
          <w:t>16.2.6</w:t>
        </w:r>
        <w:r w:rsidRPr="0043549E">
          <w:rPr>
            <w:rFonts w:eastAsiaTheme="minorEastAsia"/>
            <w:i w:val="0"/>
            <w:iCs w:val="0"/>
            <w:noProof/>
            <w:kern w:val="2"/>
            <w14:ligatures w14:val="standardContextual"/>
          </w:rPr>
          <w:tab/>
        </w:r>
        <w:r w:rsidRPr="0043549E">
          <w:rPr>
            <w:rStyle w:val="Hyperlink"/>
            <w:i w:val="0"/>
            <w:iCs w:val="0"/>
            <w:noProof/>
          </w:rPr>
          <w:t>Emergency Qualified Scheduling Entity</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_Toc214886890 \h </w:instrText>
        </w:r>
        <w:r w:rsidRPr="0043549E">
          <w:rPr>
            <w:i w:val="0"/>
            <w:iCs w:val="0"/>
            <w:noProof/>
            <w:webHidden/>
          </w:rPr>
        </w:r>
        <w:r w:rsidRPr="0043549E">
          <w:rPr>
            <w:i w:val="0"/>
            <w:iCs w:val="0"/>
            <w:noProof/>
            <w:webHidden/>
          </w:rPr>
          <w:fldChar w:fldCharType="separate"/>
        </w:r>
        <w:r w:rsidR="00661D56">
          <w:rPr>
            <w:i w:val="0"/>
            <w:iCs w:val="0"/>
            <w:noProof/>
            <w:webHidden/>
          </w:rPr>
          <w:t>16-14</w:t>
        </w:r>
        <w:r w:rsidRPr="0043549E">
          <w:rPr>
            <w:i w:val="0"/>
            <w:iCs w:val="0"/>
            <w:noProof/>
            <w:webHidden/>
          </w:rPr>
          <w:fldChar w:fldCharType="end"/>
        </w:r>
      </w:hyperlink>
    </w:p>
    <w:p w14:paraId="5E30A46F" w14:textId="78C54045" w:rsidR="0043549E" w:rsidRPr="0043549E" w:rsidRDefault="0043549E">
      <w:pPr>
        <w:pStyle w:val="TOC4"/>
        <w:rPr>
          <w:rFonts w:eastAsiaTheme="minorEastAsia"/>
          <w:kern w:val="2"/>
          <w:sz w:val="20"/>
          <w:szCs w:val="20"/>
          <w14:ligatures w14:val="standardContextual"/>
        </w:rPr>
      </w:pPr>
      <w:hyperlink w:anchor="_Toc214886891" w:history="1">
        <w:r w:rsidRPr="0043549E">
          <w:rPr>
            <w:rStyle w:val="Hyperlink"/>
            <w:sz w:val="20"/>
            <w:szCs w:val="20"/>
          </w:rPr>
          <w:t>16.2.6.1</w:t>
        </w:r>
        <w:r w:rsidRPr="0043549E">
          <w:rPr>
            <w:rFonts w:eastAsiaTheme="minorEastAsia"/>
            <w:kern w:val="2"/>
            <w:sz w:val="20"/>
            <w:szCs w:val="20"/>
            <w14:ligatures w14:val="standardContextual"/>
          </w:rPr>
          <w:tab/>
        </w:r>
        <w:r w:rsidRPr="0043549E">
          <w:rPr>
            <w:rStyle w:val="Hyperlink"/>
            <w:sz w:val="20"/>
            <w:szCs w:val="20"/>
          </w:rPr>
          <w:t>Designation as an Emergency Qualified Scheduling Entity or Virtual Qualified Scheduling Entity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_Toc214886891 \h </w:instrText>
        </w:r>
        <w:r w:rsidRPr="0043549E">
          <w:rPr>
            <w:webHidden/>
            <w:sz w:val="20"/>
            <w:szCs w:val="20"/>
          </w:rPr>
        </w:r>
        <w:r w:rsidRPr="0043549E">
          <w:rPr>
            <w:webHidden/>
            <w:sz w:val="20"/>
            <w:szCs w:val="20"/>
          </w:rPr>
          <w:fldChar w:fldCharType="separate"/>
        </w:r>
        <w:r w:rsidR="00661D56">
          <w:rPr>
            <w:webHidden/>
            <w:sz w:val="20"/>
            <w:szCs w:val="20"/>
          </w:rPr>
          <w:t>16-14</w:t>
        </w:r>
        <w:r w:rsidRPr="0043549E">
          <w:rPr>
            <w:webHidden/>
            <w:sz w:val="20"/>
            <w:szCs w:val="20"/>
          </w:rPr>
          <w:fldChar w:fldCharType="end"/>
        </w:r>
      </w:hyperlink>
    </w:p>
    <w:p w14:paraId="0B21114A" w14:textId="0DB6DC44" w:rsidR="0043549E" w:rsidRPr="0043549E" w:rsidRDefault="0043549E">
      <w:pPr>
        <w:pStyle w:val="TOC4"/>
        <w:rPr>
          <w:rFonts w:eastAsiaTheme="minorEastAsia"/>
          <w:kern w:val="2"/>
          <w:sz w:val="20"/>
          <w:szCs w:val="20"/>
          <w14:ligatures w14:val="standardContextual"/>
        </w:rPr>
      </w:pPr>
      <w:hyperlink w:anchor="_Toc214886892" w:history="1">
        <w:r w:rsidRPr="0043549E">
          <w:rPr>
            <w:rStyle w:val="Hyperlink"/>
            <w:sz w:val="20"/>
            <w:szCs w:val="20"/>
          </w:rPr>
          <w:t>16.2.6.2</w:t>
        </w:r>
        <w:r w:rsidRPr="0043549E">
          <w:rPr>
            <w:rFonts w:eastAsiaTheme="minorEastAsia"/>
            <w:kern w:val="2"/>
            <w:sz w:val="20"/>
            <w:szCs w:val="20"/>
            <w14:ligatures w14:val="standardContextual"/>
          </w:rPr>
          <w:tab/>
        </w:r>
        <w:r w:rsidRPr="0043549E">
          <w:rPr>
            <w:rStyle w:val="Hyperlink"/>
            <w:sz w:val="20"/>
            <w:szCs w:val="20"/>
          </w:rPr>
          <w:t>Market Participation by an Emergency Qualified Scheduling Entity or a Virtual Qualified Scheduling Entity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_Toc214886892 \h </w:instrText>
        </w:r>
        <w:r w:rsidRPr="0043549E">
          <w:rPr>
            <w:webHidden/>
            <w:sz w:val="20"/>
            <w:szCs w:val="20"/>
          </w:rPr>
        </w:r>
        <w:r w:rsidRPr="0043549E">
          <w:rPr>
            <w:webHidden/>
            <w:sz w:val="20"/>
            <w:szCs w:val="20"/>
          </w:rPr>
          <w:fldChar w:fldCharType="separate"/>
        </w:r>
        <w:r w:rsidR="00661D56">
          <w:rPr>
            <w:webHidden/>
            <w:sz w:val="20"/>
            <w:szCs w:val="20"/>
          </w:rPr>
          <w:t>16-16</w:t>
        </w:r>
        <w:r w:rsidRPr="0043549E">
          <w:rPr>
            <w:webHidden/>
            <w:sz w:val="20"/>
            <w:szCs w:val="20"/>
          </w:rPr>
          <w:fldChar w:fldCharType="end"/>
        </w:r>
      </w:hyperlink>
    </w:p>
    <w:p w14:paraId="0EA10AFE" w14:textId="4854F472" w:rsidR="0043549E" w:rsidRPr="0043549E" w:rsidRDefault="0043549E">
      <w:pPr>
        <w:pStyle w:val="TOC4"/>
        <w:rPr>
          <w:rFonts w:eastAsiaTheme="minorEastAsia"/>
          <w:kern w:val="2"/>
          <w:sz w:val="20"/>
          <w:szCs w:val="20"/>
          <w14:ligatures w14:val="standardContextual"/>
        </w:rPr>
      </w:pPr>
      <w:hyperlink w:anchor="_Toc214886893" w:history="1">
        <w:r w:rsidRPr="0043549E">
          <w:rPr>
            <w:rStyle w:val="Hyperlink"/>
            <w:sz w:val="20"/>
            <w:szCs w:val="20"/>
          </w:rPr>
          <w:t>16.2.6.3</w:t>
        </w:r>
        <w:r w:rsidRPr="0043549E">
          <w:rPr>
            <w:rFonts w:eastAsiaTheme="minorEastAsia"/>
            <w:kern w:val="2"/>
            <w:sz w:val="20"/>
            <w:szCs w:val="20"/>
            <w14:ligatures w14:val="standardContextual"/>
          </w:rPr>
          <w:tab/>
        </w:r>
        <w:r w:rsidRPr="0043549E">
          <w:rPr>
            <w:rStyle w:val="Hyperlink"/>
            <w:sz w:val="20"/>
            <w:szCs w:val="20"/>
          </w:rPr>
          <w:t>Requirement to Obtain New Qualified Scheduling Entity or Qualified Scheduling Entity Qualification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_Toc214886893 \h </w:instrText>
        </w:r>
        <w:r w:rsidRPr="0043549E">
          <w:rPr>
            <w:webHidden/>
            <w:sz w:val="20"/>
            <w:szCs w:val="20"/>
          </w:rPr>
        </w:r>
        <w:r w:rsidRPr="0043549E">
          <w:rPr>
            <w:webHidden/>
            <w:sz w:val="20"/>
            <w:szCs w:val="20"/>
          </w:rPr>
          <w:fldChar w:fldCharType="separate"/>
        </w:r>
        <w:r w:rsidR="00661D56">
          <w:rPr>
            <w:webHidden/>
            <w:sz w:val="20"/>
            <w:szCs w:val="20"/>
          </w:rPr>
          <w:t>16-16</w:t>
        </w:r>
        <w:r w:rsidRPr="0043549E">
          <w:rPr>
            <w:webHidden/>
            <w:sz w:val="20"/>
            <w:szCs w:val="20"/>
          </w:rPr>
          <w:fldChar w:fldCharType="end"/>
        </w:r>
      </w:hyperlink>
    </w:p>
    <w:p w14:paraId="532F7436" w14:textId="4437D54F" w:rsidR="0043549E" w:rsidRPr="0043549E" w:rsidRDefault="0043549E">
      <w:pPr>
        <w:pStyle w:val="TOC3"/>
        <w:rPr>
          <w:rFonts w:eastAsiaTheme="minorEastAsia"/>
          <w:i w:val="0"/>
          <w:iCs w:val="0"/>
          <w:noProof/>
          <w:kern w:val="2"/>
          <w14:ligatures w14:val="standardContextual"/>
        </w:rPr>
      </w:pPr>
      <w:hyperlink w:anchor="_Toc214886894" w:history="1">
        <w:r w:rsidRPr="0043549E">
          <w:rPr>
            <w:rStyle w:val="Hyperlink"/>
            <w:i w:val="0"/>
            <w:iCs w:val="0"/>
            <w:noProof/>
          </w:rPr>
          <w:t>16.2.7</w:t>
        </w:r>
        <w:r w:rsidRPr="0043549E">
          <w:rPr>
            <w:rFonts w:eastAsiaTheme="minorEastAsia"/>
            <w:i w:val="0"/>
            <w:iCs w:val="0"/>
            <w:noProof/>
            <w:kern w:val="2"/>
            <w14:ligatures w14:val="standardContextual"/>
          </w:rPr>
          <w:tab/>
        </w:r>
        <w:r w:rsidRPr="0043549E">
          <w:rPr>
            <w:rStyle w:val="Hyperlink"/>
            <w:i w:val="0"/>
            <w:iCs w:val="0"/>
            <w:noProof/>
          </w:rPr>
          <w:t>Acceleration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_Toc214886894 \h </w:instrText>
        </w:r>
        <w:r w:rsidRPr="0043549E">
          <w:rPr>
            <w:i w:val="0"/>
            <w:iCs w:val="0"/>
            <w:noProof/>
            <w:webHidden/>
          </w:rPr>
        </w:r>
        <w:r w:rsidRPr="0043549E">
          <w:rPr>
            <w:i w:val="0"/>
            <w:iCs w:val="0"/>
            <w:noProof/>
            <w:webHidden/>
          </w:rPr>
          <w:fldChar w:fldCharType="separate"/>
        </w:r>
        <w:r w:rsidR="00661D56">
          <w:rPr>
            <w:i w:val="0"/>
            <w:iCs w:val="0"/>
            <w:noProof/>
            <w:webHidden/>
          </w:rPr>
          <w:t>16-17</w:t>
        </w:r>
        <w:r w:rsidRPr="0043549E">
          <w:rPr>
            <w:i w:val="0"/>
            <w:iCs w:val="0"/>
            <w:noProof/>
            <w:webHidden/>
          </w:rPr>
          <w:fldChar w:fldCharType="end"/>
        </w:r>
      </w:hyperlink>
    </w:p>
    <w:p w14:paraId="5E8A0F76" w14:textId="6F92CBCA" w:rsidR="0043549E" w:rsidRPr="0043549E" w:rsidRDefault="0043549E">
      <w:pPr>
        <w:pStyle w:val="TOC2"/>
        <w:rPr>
          <w:rFonts w:eastAsiaTheme="minorEastAsia"/>
          <w:kern w:val="2"/>
          <w14:ligatures w14:val="standardContextual"/>
        </w:rPr>
      </w:pPr>
      <w:hyperlink w:anchor="_Toc214886895" w:history="1">
        <w:r w:rsidRPr="0043549E">
          <w:rPr>
            <w:rStyle w:val="Hyperlink"/>
          </w:rPr>
          <w:t>16.3</w:t>
        </w:r>
        <w:r w:rsidRPr="0043549E">
          <w:rPr>
            <w:rFonts w:eastAsiaTheme="minorEastAsia"/>
            <w:kern w:val="2"/>
            <w14:ligatures w14:val="standardContextual"/>
          </w:rPr>
          <w:tab/>
        </w:r>
        <w:r w:rsidRPr="0043549E">
          <w:rPr>
            <w:rStyle w:val="Hyperlink"/>
          </w:rPr>
          <w:t>Registration of Load Serving Entities</w:t>
        </w:r>
        <w:r w:rsidRPr="0043549E">
          <w:rPr>
            <w:webHidden/>
          </w:rPr>
          <w:tab/>
        </w:r>
        <w:r w:rsidRPr="0043549E">
          <w:rPr>
            <w:webHidden/>
          </w:rPr>
          <w:fldChar w:fldCharType="begin"/>
        </w:r>
        <w:r w:rsidRPr="0043549E">
          <w:rPr>
            <w:webHidden/>
          </w:rPr>
          <w:instrText xml:space="preserve"> PAGEREF _Toc214886895 \h </w:instrText>
        </w:r>
        <w:r w:rsidRPr="0043549E">
          <w:rPr>
            <w:webHidden/>
          </w:rPr>
        </w:r>
        <w:r w:rsidRPr="0043549E">
          <w:rPr>
            <w:webHidden/>
          </w:rPr>
          <w:fldChar w:fldCharType="separate"/>
        </w:r>
        <w:r w:rsidR="00661D56">
          <w:rPr>
            <w:webHidden/>
          </w:rPr>
          <w:t>16-17</w:t>
        </w:r>
        <w:r w:rsidRPr="0043549E">
          <w:rPr>
            <w:webHidden/>
          </w:rPr>
          <w:fldChar w:fldCharType="end"/>
        </w:r>
      </w:hyperlink>
    </w:p>
    <w:p w14:paraId="71800585" w14:textId="2391E93A" w:rsidR="0043549E" w:rsidRPr="0043549E" w:rsidRDefault="0043549E">
      <w:pPr>
        <w:pStyle w:val="TOC3"/>
        <w:rPr>
          <w:rFonts w:eastAsiaTheme="minorEastAsia"/>
          <w:i w:val="0"/>
          <w:iCs w:val="0"/>
          <w:noProof/>
          <w:kern w:val="2"/>
          <w14:ligatures w14:val="standardContextual"/>
        </w:rPr>
      </w:pPr>
      <w:hyperlink w:anchor="_Toc214886896" w:history="1">
        <w:r w:rsidRPr="0043549E">
          <w:rPr>
            <w:rStyle w:val="Hyperlink"/>
            <w:i w:val="0"/>
            <w:iCs w:val="0"/>
            <w:noProof/>
          </w:rPr>
          <w:t>16.3.1</w:t>
        </w:r>
        <w:r w:rsidRPr="0043549E">
          <w:rPr>
            <w:rFonts w:eastAsiaTheme="minorEastAsia"/>
            <w:i w:val="0"/>
            <w:iCs w:val="0"/>
            <w:noProof/>
            <w:kern w:val="2"/>
            <w14:ligatures w14:val="standardContextual"/>
          </w:rPr>
          <w:tab/>
        </w:r>
        <w:r w:rsidRPr="0043549E">
          <w:rPr>
            <w:rStyle w:val="Hyperlink"/>
            <w:i w:val="0"/>
            <w:iCs w:val="0"/>
            <w:noProof/>
          </w:rPr>
          <w:t>Technical and Managerial Requirements for LSE Applicants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_Toc214886896 \h </w:instrText>
        </w:r>
        <w:r w:rsidRPr="0043549E">
          <w:rPr>
            <w:i w:val="0"/>
            <w:iCs w:val="0"/>
            <w:noProof/>
            <w:webHidden/>
          </w:rPr>
        </w:r>
        <w:r w:rsidRPr="0043549E">
          <w:rPr>
            <w:i w:val="0"/>
            <w:iCs w:val="0"/>
            <w:noProof/>
            <w:webHidden/>
          </w:rPr>
          <w:fldChar w:fldCharType="separate"/>
        </w:r>
        <w:r w:rsidR="00661D56">
          <w:rPr>
            <w:i w:val="0"/>
            <w:iCs w:val="0"/>
            <w:noProof/>
            <w:webHidden/>
          </w:rPr>
          <w:t>16-17</w:t>
        </w:r>
        <w:r w:rsidRPr="0043549E">
          <w:rPr>
            <w:i w:val="0"/>
            <w:iCs w:val="0"/>
            <w:noProof/>
            <w:webHidden/>
          </w:rPr>
          <w:fldChar w:fldCharType="end"/>
        </w:r>
      </w:hyperlink>
    </w:p>
    <w:p w14:paraId="5760AF7C" w14:textId="7E0ABCC5" w:rsidR="0043549E" w:rsidRPr="0043549E" w:rsidRDefault="0043549E">
      <w:pPr>
        <w:pStyle w:val="TOC4"/>
        <w:rPr>
          <w:rFonts w:eastAsiaTheme="minorEastAsia"/>
          <w:kern w:val="2"/>
          <w:sz w:val="20"/>
          <w:szCs w:val="20"/>
          <w14:ligatures w14:val="standardContextual"/>
        </w:rPr>
      </w:pPr>
      <w:hyperlink w:anchor="_Toc214886897" w:history="1">
        <w:r w:rsidRPr="0043549E">
          <w:rPr>
            <w:rStyle w:val="Hyperlink"/>
            <w:sz w:val="20"/>
            <w:szCs w:val="20"/>
          </w:rPr>
          <w:t>16.3.1.1</w:t>
        </w:r>
        <w:r w:rsidRPr="0043549E">
          <w:rPr>
            <w:rFonts w:eastAsiaTheme="minorEastAsia"/>
            <w:kern w:val="2"/>
            <w:sz w:val="20"/>
            <w:szCs w:val="20"/>
            <w14:ligatures w14:val="standardContextual"/>
          </w:rPr>
          <w:tab/>
        </w:r>
        <w:r w:rsidRPr="0043549E">
          <w:rPr>
            <w:rStyle w:val="Hyperlink"/>
            <w:sz w:val="20"/>
            <w:szCs w:val="20"/>
          </w:rPr>
          <w:t>Designation of a Qualified Scheduling Entity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_Toc214886897 \h </w:instrText>
        </w:r>
        <w:r w:rsidRPr="0043549E">
          <w:rPr>
            <w:webHidden/>
            <w:sz w:val="20"/>
            <w:szCs w:val="20"/>
          </w:rPr>
        </w:r>
        <w:r w:rsidRPr="0043549E">
          <w:rPr>
            <w:webHidden/>
            <w:sz w:val="20"/>
            <w:szCs w:val="20"/>
          </w:rPr>
          <w:fldChar w:fldCharType="separate"/>
        </w:r>
        <w:r w:rsidR="00661D56">
          <w:rPr>
            <w:webHidden/>
            <w:sz w:val="20"/>
            <w:szCs w:val="20"/>
          </w:rPr>
          <w:t>16-18</w:t>
        </w:r>
        <w:r w:rsidRPr="0043549E">
          <w:rPr>
            <w:webHidden/>
            <w:sz w:val="20"/>
            <w:szCs w:val="20"/>
          </w:rPr>
          <w:fldChar w:fldCharType="end"/>
        </w:r>
      </w:hyperlink>
    </w:p>
    <w:p w14:paraId="3338FEBD" w14:textId="073A2B86" w:rsidR="0043549E" w:rsidRPr="0043549E" w:rsidRDefault="0043549E">
      <w:pPr>
        <w:pStyle w:val="TOC3"/>
        <w:rPr>
          <w:rFonts w:eastAsiaTheme="minorEastAsia"/>
          <w:i w:val="0"/>
          <w:iCs w:val="0"/>
          <w:noProof/>
          <w:kern w:val="2"/>
          <w14:ligatures w14:val="standardContextual"/>
        </w:rPr>
      </w:pPr>
      <w:hyperlink w:anchor="_Toc214886898" w:history="1">
        <w:r w:rsidRPr="0043549E">
          <w:rPr>
            <w:rStyle w:val="Hyperlink"/>
            <w:i w:val="0"/>
            <w:iCs w:val="0"/>
            <w:noProof/>
          </w:rPr>
          <w:t>16.3.2</w:t>
        </w:r>
        <w:r w:rsidRPr="0043549E">
          <w:rPr>
            <w:rFonts w:eastAsiaTheme="minorEastAsia"/>
            <w:i w:val="0"/>
            <w:iCs w:val="0"/>
            <w:noProof/>
            <w:kern w:val="2"/>
            <w14:ligatures w14:val="standardContextual"/>
          </w:rPr>
          <w:tab/>
        </w:r>
        <w:r w:rsidRPr="0043549E">
          <w:rPr>
            <w:rStyle w:val="Hyperlink"/>
            <w:i w:val="0"/>
            <w:iCs w:val="0"/>
            <w:noProof/>
          </w:rPr>
          <w:t>Registration Process for Load Serving Entities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_Toc214886898 \h </w:instrText>
        </w:r>
        <w:r w:rsidRPr="0043549E">
          <w:rPr>
            <w:i w:val="0"/>
            <w:iCs w:val="0"/>
            <w:noProof/>
            <w:webHidden/>
          </w:rPr>
        </w:r>
        <w:r w:rsidRPr="0043549E">
          <w:rPr>
            <w:i w:val="0"/>
            <w:iCs w:val="0"/>
            <w:noProof/>
            <w:webHidden/>
          </w:rPr>
          <w:fldChar w:fldCharType="separate"/>
        </w:r>
        <w:r w:rsidR="00661D56">
          <w:rPr>
            <w:i w:val="0"/>
            <w:iCs w:val="0"/>
            <w:noProof/>
            <w:webHidden/>
          </w:rPr>
          <w:t>16-18</w:t>
        </w:r>
        <w:r w:rsidRPr="0043549E">
          <w:rPr>
            <w:i w:val="0"/>
            <w:iCs w:val="0"/>
            <w:noProof/>
            <w:webHidden/>
          </w:rPr>
          <w:fldChar w:fldCharType="end"/>
        </w:r>
      </w:hyperlink>
    </w:p>
    <w:p w14:paraId="2C917892" w14:textId="689BDE25" w:rsidR="0043549E" w:rsidRPr="0043549E" w:rsidRDefault="0043549E">
      <w:pPr>
        <w:pStyle w:val="TOC4"/>
        <w:rPr>
          <w:rFonts w:eastAsiaTheme="minorEastAsia"/>
          <w:kern w:val="2"/>
          <w:sz w:val="20"/>
          <w:szCs w:val="20"/>
          <w14:ligatures w14:val="standardContextual"/>
        </w:rPr>
      </w:pPr>
      <w:hyperlink w:anchor="_Toc214886899" w:history="1">
        <w:r w:rsidRPr="0043549E">
          <w:rPr>
            <w:rStyle w:val="Hyperlink"/>
            <w:sz w:val="20"/>
            <w:szCs w:val="20"/>
          </w:rPr>
          <w:t>16.3.2.1</w:t>
        </w:r>
        <w:r w:rsidRPr="0043549E">
          <w:rPr>
            <w:rFonts w:eastAsiaTheme="minorEastAsia"/>
            <w:kern w:val="2"/>
            <w:sz w:val="20"/>
            <w:szCs w:val="20"/>
            <w14:ligatures w14:val="standardContextual"/>
          </w:rPr>
          <w:tab/>
        </w:r>
        <w:r w:rsidRPr="0043549E">
          <w:rPr>
            <w:rStyle w:val="Hyperlink"/>
            <w:sz w:val="20"/>
            <w:szCs w:val="20"/>
          </w:rPr>
          <w:t>Notice of Receipt of Load Serving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_Toc214886899 \h </w:instrText>
        </w:r>
        <w:r w:rsidRPr="0043549E">
          <w:rPr>
            <w:webHidden/>
            <w:sz w:val="20"/>
            <w:szCs w:val="20"/>
          </w:rPr>
        </w:r>
        <w:r w:rsidRPr="0043549E">
          <w:rPr>
            <w:webHidden/>
            <w:sz w:val="20"/>
            <w:szCs w:val="20"/>
          </w:rPr>
          <w:fldChar w:fldCharType="separate"/>
        </w:r>
        <w:r w:rsidR="00661D56">
          <w:rPr>
            <w:webHidden/>
            <w:sz w:val="20"/>
            <w:szCs w:val="20"/>
          </w:rPr>
          <w:t>16-18</w:t>
        </w:r>
        <w:r w:rsidRPr="0043549E">
          <w:rPr>
            <w:webHidden/>
            <w:sz w:val="20"/>
            <w:szCs w:val="20"/>
          </w:rPr>
          <w:fldChar w:fldCharType="end"/>
        </w:r>
      </w:hyperlink>
    </w:p>
    <w:p w14:paraId="63CB3FB2" w14:textId="540D9139" w:rsidR="0043549E" w:rsidRPr="0043549E" w:rsidRDefault="0043549E">
      <w:pPr>
        <w:pStyle w:val="TOC4"/>
        <w:rPr>
          <w:rFonts w:eastAsiaTheme="minorEastAsia"/>
          <w:kern w:val="2"/>
          <w:sz w:val="20"/>
          <w:szCs w:val="20"/>
          <w14:ligatures w14:val="standardContextual"/>
        </w:rPr>
      </w:pPr>
      <w:hyperlink w:anchor="_Toc214886900" w:history="1">
        <w:r w:rsidRPr="0043549E">
          <w:rPr>
            <w:rStyle w:val="Hyperlink"/>
            <w:sz w:val="20"/>
            <w:szCs w:val="20"/>
          </w:rPr>
          <w:t>16.3.2.2</w:t>
        </w:r>
        <w:r w:rsidRPr="0043549E">
          <w:rPr>
            <w:rFonts w:eastAsiaTheme="minorEastAsia"/>
            <w:kern w:val="2"/>
            <w:sz w:val="20"/>
            <w:szCs w:val="20"/>
            <w14:ligatures w14:val="standardContextual"/>
          </w:rPr>
          <w:tab/>
        </w:r>
        <w:r w:rsidRPr="0043549E">
          <w:rPr>
            <w:rStyle w:val="Hyperlink"/>
            <w:sz w:val="20"/>
            <w:szCs w:val="20"/>
          </w:rPr>
          <w:t>Incomplete Load Serving Entity Applications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_Toc214886900 \h </w:instrText>
        </w:r>
        <w:r w:rsidRPr="0043549E">
          <w:rPr>
            <w:webHidden/>
            <w:sz w:val="20"/>
            <w:szCs w:val="20"/>
          </w:rPr>
        </w:r>
        <w:r w:rsidRPr="0043549E">
          <w:rPr>
            <w:webHidden/>
            <w:sz w:val="20"/>
            <w:szCs w:val="20"/>
          </w:rPr>
          <w:fldChar w:fldCharType="separate"/>
        </w:r>
        <w:r w:rsidR="00661D56">
          <w:rPr>
            <w:webHidden/>
            <w:sz w:val="20"/>
            <w:szCs w:val="20"/>
          </w:rPr>
          <w:t>16-19</w:t>
        </w:r>
        <w:r w:rsidRPr="0043549E">
          <w:rPr>
            <w:webHidden/>
            <w:sz w:val="20"/>
            <w:szCs w:val="20"/>
          </w:rPr>
          <w:fldChar w:fldCharType="end"/>
        </w:r>
      </w:hyperlink>
    </w:p>
    <w:p w14:paraId="07577485" w14:textId="4CFE445E" w:rsidR="0043549E" w:rsidRPr="0043549E" w:rsidRDefault="0043549E">
      <w:pPr>
        <w:pStyle w:val="TOC4"/>
        <w:rPr>
          <w:rFonts w:eastAsiaTheme="minorEastAsia"/>
          <w:kern w:val="2"/>
          <w:sz w:val="20"/>
          <w:szCs w:val="20"/>
          <w14:ligatures w14:val="standardContextual"/>
        </w:rPr>
      </w:pPr>
      <w:hyperlink w:anchor="_Toc214886901" w:history="1">
        <w:r w:rsidRPr="0043549E">
          <w:rPr>
            <w:rStyle w:val="Hyperlink"/>
            <w:sz w:val="20"/>
            <w:szCs w:val="20"/>
          </w:rPr>
          <w:t>16.3.2.3</w:t>
        </w:r>
        <w:r w:rsidRPr="0043549E">
          <w:rPr>
            <w:rFonts w:eastAsiaTheme="minorEastAsia"/>
            <w:kern w:val="2"/>
            <w:sz w:val="20"/>
            <w:szCs w:val="20"/>
            <w14:ligatures w14:val="standardContextual"/>
          </w:rPr>
          <w:tab/>
        </w:r>
        <w:r w:rsidRPr="0043549E">
          <w:rPr>
            <w:rStyle w:val="Hyperlink"/>
            <w:sz w:val="20"/>
            <w:szCs w:val="20"/>
          </w:rPr>
          <w:t>ERCOT Approval or Rejection of Load Serving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_Toc214886901 \h </w:instrText>
        </w:r>
        <w:r w:rsidRPr="0043549E">
          <w:rPr>
            <w:webHidden/>
            <w:sz w:val="20"/>
            <w:szCs w:val="20"/>
          </w:rPr>
        </w:r>
        <w:r w:rsidRPr="0043549E">
          <w:rPr>
            <w:webHidden/>
            <w:sz w:val="20"/>
            <w:szCs w:val="20"/>
          </w:rPr>
          <w:fldChar w:fldCharType="separate"/>
        </w:r>
        <w:r w:rsidR="00661D56">
          <w:rPr>
            <w:webHidden/>
            <w:sz w:val="20"/>
            <w:szCs w:val="20"/>
          </w:rPr>
          <w:t>16-19</w:t>
        </w:r>
        <w:r w:rsidRPr="0043549E">
          <w:rPr>
            <w:webHidden/>
            <w:sz w:val="20"/>
            <w:szCs w:val="20"/>
          </w:rPr>
          <w:fldChar w:fldCharType="end"/>
        </w:r>
      </w:hyperlink>
    </w:p>
    <w:p w14:paraId="411DD886" w14:textId="37BD8F6F" w:rsidR="0043549E" w:rsidRPr="0043549E" w:rsidRDefault="0043549E">
      <w:pPr>
        <w:pStyle w:val="TOC3"/>
        <w:rPr>
          <w:rFonts w:eastAsiaTheme="minorEastAsia"/>
          <w:i w:val="0"/>
          <w:iCs w:val="0"/>
          <w:noProof/>
          <w:kern w:val="2"/>
          <w14:ligatures w14:val="standardContextual"/>
        </w:rPr>
      </w:pPr>
      <w:hyperlink w:anchor="_Toc214886902" w:history="1">
        <w:r w:rsidRPr="0043549E">
          <w:rPr>
            <w:rStyle w:val="Hyperlink"/>
            <w:i w:val="0"/>
            <w:iCs w:val="0"/>
            <w:noProof/>
          </w:rPr>
          <w:t xml:space="preserve">16.3.3 </w:t>
        </w:r>
        <w:r w:rsidRPr="0043549E">
          <w:rPr>
            <w:rFonts w:eastAsiaTheme="minorEastAsia"/>
            <w:i w:val="0"/>
            <w:iCs w:val="0"/>
            <w:noProof/>
            <w:kern w:val="2"/>
            <w14:ligatures w14:val="standardContextual"/>
          </w:rPr>
          <w:tab/>
        </w:r>
        <w:r w:rsidRPr="0043549E">
          <w:rPr>
            <w:rStyle w:val="Hyperlink"/>
            <w:i w:val="0"/>
            <w:iCs w:val="0"/>
            <w:noProof/>
          </w:rPr>
          <w:t>Changing QSE Designation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_Toc214886902 \h </w:instrText>
        </w:r>
        <w:r w:rsidRPr="0043549E">
          <w:rPr>
            <w:i w:val="0"/>
            <w:iCs w:val="0"/>
            <w:noProof/>
            <w:webHidden/>
          </w:rPr>
        </w:r>
        <w:r w:rsidRPr="0043549E">
          <w:rPr>
            <w:i w:val="0"/>
            <w:iCs w:val="0"/>
            <w:noProof/>
            <w:webHidden/>
          </w:rPr>
          <w:fldChar w:fldCharType="separate"/>
        </w:r>
        <w:r w:rsidR="00661D56">
          <w:rPr>
            <w:i w:val="0"/>
            <w:iCs w:val="0"/>
            <w:noProof/>
            <w:webHidden/>
          </w:rPr>
          <w:t>16-20</w:t>
        </w:r>
        <w:r w:rsidRPr="0043549E">
          <w:rPr>
            <w:i w:val="0"/>
            <w:iCs w:val="0"/>
            <w:noProof/>
            <w:webHidden/>
          </w:rPr>
          <w:fldChar w:fldCharType="end"/>
        </w:r>
      </w:hyperlink>
    </w:p>
    <w:p w14:paraId="31086E16" w14:textId="45906EFA" w:rsidR="0043549E" w:rsidRPr="0043549E" w:rsidRDefault="0043549E">
      <w:pPr>
        <w:pStyle w:val="TOC3"/>
        <w:rPr>
          <w:rFonts w:eastAsiaTheme="minorEastAsia"/>
          <w:i w:val="0"/>
          <w:iCs w:val="0"/>
          <w:noProof/>
          <w:kern w:val="2"/>
          <w14:ligatures w14:val="standardContextual"/>
        </w:rPr>
      </w:pPr>
      <w:hyperlink w:anchor="_Toc214886903" w:history="1">
        <w:r w:rsidRPr="0043549E">
          <w:rPr>
            <w:rStyle w:val="Hyperlink"/>
            <w:i w:val="0"/>
            <w:iCs w:val="0"/>
            <w:noProof/>
          </w:rPr>
          <w:t>16.3.4</w:t>
        </w:r>
        <w:r w:rsidRPr="0043549E">
          <w:rPr>
            <w:rFonts w:eastAsiaTheme="minorEastAsia"/>
            <w:i w:val="0"/>
            <w:iCs w:val="0"/>
            <w:noProof/>
            <w:kern w:val="2"/>
            <w14:ligatures w14:val="standardContextual"/>
          </w:rPr>
          <w:tab/>
        </w:r>
        <w:r w:rsidRPr="0043549E">
          <w:rPr>
            <w:rStyle w:val="Hyperlink"/>
            <w:i w:val="0"/>
            <w:iCs w:val="0"/>
            <w:noProof/>
          </w:rPr>
          <w:t>Maintaining and Updating LSE Information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_Toc214886903 \h </w:instrText>
        </w:r>
        <w:r w:rsidRPr="0043549E">
          <w:rPr>
            <w:i w:val="0"/>
            <w:iCs w:val="0"/>
            <w:noProof/>
            <w:webHidden/>
          </w:rPr>
        </w:r>
        <w:r w:rsidRPr="0043549E">
          <w:rPr>
            <w:i w:val="0"/>
            <w:iCs w:val="0"/>
            <w:noProof/>
            <w:webHidden/>
          </w:rPr>
          <w:fldChar w:fldCharType="separate"/>
        </w:r>
        <w:r w:rsidR="00661D56">
          <w:rPr>
            <w:i w:val="0"/>
            <w:iCs w:val="0"/>
            <w:noProof/>
            <w:webHidden/>
          </w:rPr>
          <w:t>16-20</w:t>
        </w:r>
        <w:r w:rsidRPr="0043549E">
          <w:rPr>
            <w:i w:val="0"/>
            <w:iCs w:val="0"/>
            <w:noProof/>
            <w:webHidden/>
          </w:rPr>
          <w:fldChar w:fldCharType="end"/>
        </w:r>
      </w:hyperlink>
    </w:p>
    <w:p w14:paraId="2B7420EE" w14:textId="608B4F0A" w:rsidR="0043549E" w:rsidRPr="0043549E" w:rsidRDefault="0043549E">
      <w:pPr>
        <w:pStyle w:val="TOC2"/>
        <w:rPr>
          <w:rFonts w:eastAsiaTheme="minorEastAsia"/>
          <w:kern w:val="2"/>
          <w14:ligatures w14:val="standardContextual"/>
        </w:rPr>
      </w:pPr>
      <w:hyperlink w:anchor="_Toc214886904" w:history="1">
        <w:r w:rsidRPr="0043549E">
          <w:rPr>
            <w:rStyle w:val="Hyperlink"/>
          </w:rPr>
          <w:t>16.4</w:t>
        </w:r>
        <w:r w:rsidRPr="0043549E">
          <w:rPr>
            <w:rFonts w:eastAsiaTheme="minorEastAsia"/>
            <w:kern w:val="2"/>
            <w14:ligatures w14:val="standardContextual"/>
          </w:rPr>
          <w:tab/>
        </w:r>
        <w:r w:rsidRPr="0043549E">
          <w:rPr>
            <w:rStyle w:val="Hyperlink"/>
          </w:rPr>
          <w:t>Registration of Transmission and Distribution Service Providers</w:t>
        </w:r>
        <w:r w:rsidRPr="0043549E">
          <w:rPr>
            <w:webHidden/>
          </w:rPr>
          <w:tab/>
        </w:r>
        <w:r w:rsidRPr="0043549E">
          <w:rPr>
            <w:webHidden/>
          </w:rPr>
          <w:fldChar w:fldCharType="begin"/>
        </w:r>
        <w:r w:rsidRPr="0043549E">
          <w:rPr>
            <w:webHidden/>
          </w:rPr>
          <w:instrText xml:space="preserve"> PAGEREF _Toc214886904 \h </w:instrText>
        </w:r>
        <w:r w:rsidRPr="0043549E">
          <w:rPr>
            <w:webHidden/>
          </w:rPr>
        </w:r>
        <w:r w:rsidRPr="0043549E">
          <w:rPr>
            <w:webHidden/>
          </w:rPr>
          <w:fldChar w:fldCharType="separate"/>
        </w:r>
        <w:r w:rsidR="00661D56">
          <w:rPr>
            <w:webHidden/>
          </w:rPr>
          <w:t>16-20</w:t>
        </w:r>
        <w:r w:rsidRPr="0043549E">
          <w:rPr>
            <w:webHidden/>
          </w:rPr>
          <w:fldChar w:fldCharType="end"/>
        </w:r>
      </w:hyperlink>
    </w:p>
    <w:p w14:paraId="21200342" w14:textId="0529E66E" w:rsidR="0043549E" w:rsidRPr="0043549E" w:rsidRDefault="0043549E">
      <w:pPr>
        <w:pStyle w:val="TOC2"/>
        <w:rPr>
          <w:rFonts w:eastAsiaTheme="minorEastAsia"/>
          <w:kern w:val="2"/>
          <w14:ligatures w14:val="standardContextual"/>
        </w:rPr>
      </w:pPr>
      <w:hyperlink w:anchor="_Toc214886905" w:history="1">
        <w:r w:rsidRPr="0043549E">
          <w:rPr>
            <w:rStyle w:val="Hyperlink"/>
          </w:rPr>
          <w:t>16.5</w:t>
        </w:r>
        <w:r w:rsidRPr="0043549E">
          <w:rPr>
            <w:rFonts w:eastAsiaTheme="minorEastAsia"/>
            <w:kern w:val="2"/>
            <w14:ligatures w14:val="standardContextual"/>
          </w:rPr>
          <w:tab/>
        </w:r>
        <w:r w:rsidRPr="0043549E">
          <w:rPr>
            <w:rStyle w:val="Hyperlink"/>
          </w:rPr>
          <w:t>Registration of a Resource Entity</w:t>
        </w:r>
        <w:r w:rsidRPr="0043549E">
          <w:rPr>
            <w:webHidden/>
          </w:rPr>
          <w:tab/>
        </w:r>
        <w:r w:rsidRPr="0043549E">
          <w:rPr>
            <w:webHidden/>
          </w:rPr>
          <w:fldChar w:fldCharType="begin"/>
        </w:r>
        <w:r w:rsidRPr="0043549E">
          <w:rPr>
            <w:webHidden/>
          </w:rPr>
          <w:instrText xml:space="preserve"> PAGEREF _Toc214886905 \h </w:instrText>
        </w:r>
        <w:r w:rsidRPr="0043549E">
          <w:rPr>
            <w:webHidden/>
          </w:rPr>
        </w:r>
        <w:r w:rsidRPr="0043549E">
          <w:rPr>
            <w:webHidden/>
          </w:rPr>
          <w:fldChar w:fldCharType="separate"/>
        </w:r>
        <w:r w:rsidR="00661D56">
          <w:rPr>
            <w:webHidden/>
          </w:rPr>
          <w:t>16-21</w:t>
        </w:r>
        <w:r w:rsidRPr="0043549E">
          <w:rPr>
            <w:webHidden/>
          </w:rPr>
          <w:fldChar w:fldCharType="end"/>
        </w:r>
      </w:hyperlink>
    </w:p>
    <w:p w14:paraId="6429C8AD" w14:textId="49D766A4" w:rsidR="0043549E" w:rsidRPr="0043549E" w:rsidRDefault="0043549E">
      <w:pPr>
        <w:pStyle w:val="TOC3"/>
        <w:rPr>
          <w:rFonts w:eastAsiaTheme="minorEastAsia"/>
          <w:i w:val="0"/>
          <w:iCs w:val="0"/>
          <w:noProof/>
          <w:kern w:val="2"/>
          <w14:ligatures w14:val="standardContextual"/>
        </w:rPr>
      </w:pPr>
      <w:hyperlink w:anchor="_Toc214886906" w:history="1">
        <w:r w:rsidRPr="0043549E">
          <w:rPr>
            <w:rStyle w:val="Hyperlink"/>
            <w:i w:val="0"/>
            <w:iCs w:val="0"/>
            <w:noProof/>
          </w:rPr>
          <w:t>16.5.1</w:t>
        </w:r>
        <w:r w:rsidRPr="0043549E">
          <w:rPr>
            <w:rFonts w:eastAsiaTheme="minorEastAsia"/>
            <w:i w:val="0"/>
            <w:iCs w:val="0"/>
            <w:noProof/>
            <w:kern w:val="2"/>
            <w14:ligatures w14:val="standardContextual"/>
          </w:rPr>
          <w:tab/>
        </w:r>
        <w:r w:rsidRPr="0043549E">
          <w:rPr>
            <w:rStyle w:val="Hyperlink"/>
            <w:i w:val="0"/>
            <w:iCs w:val="0"/>
            <w:noProof/>
          </w:rPr>
          <w:t>Technical and Managerial Requirements for Resource Entity Applicants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_Toc214886906 \h </w:instrText>
        </w:r>
        <w:r w:rsidRPr="0043549E">
          <w:rPr>
            <w:i w:val="0"/>
            <w:iCs w:val="0"/>
            <w:noProof/>
            <w:webHidden/>
          </w:rPr>
        </w:r>
        <w:r w:rsidRPr="0043549E">
          <w:rPr>
            <w:i w:val="0"/>
            <w:iCs w:val="0"/>
            <w:noProof/>
            <w:webHidden/>
          </w:rPr>
          <w:fldChar w:fldCharType="separate"/>
        </w:r>
        <w:r w:rsidR="00661D56">
          <w:rPr>
            <w:i w:val="0"/>
            <w:iCs w:val="0"/>
            <w:noProof/>
            <w:webHidden/>
          </w:rPr>
          <w:t>16-24</w:t>
        </w:r>
        <w:r w:rsidRPr="0043549E">
          <w:rPr>
            <w:i w:val="0"/>
            <w:iCs w:val="0"/>
            <w:noProof/>
            <w:webHidden/>
          </w:rPr>
          <w:fldChar w:fldCharType="end"/>
        </w:r>
      </w:hyperlink>
    </w:p>
    <w:p w14:paraId="32047C8D" w14:textId="3E4288D2" w:rsidR="0043549E" w:rsidRPr="0043549E" w:rsidRDefault="0043549E">
      <w:pPr>
        <w:pStyle w:val="TOC4"/>
        <w:rPr>
          <w:rFonts w:eastAsiaTheme="minorEastAsia"/>
          <w:kern w:val="2"/>
          <w:sz w:val="20"/>
          <w:szCs w:val="20"/>
          <w14:ligatures w14:val="standardContextual"/>
        </w:rPr>
      </w:pPr>
      <w:hyperlink w:anchor="_Toc214886907" w:history="1">
        <w:r w:rsidRPr="0043549E">
          <w:rPr>
            <w:rStyle w:val="Hyperlink"/>
            <w:sz w:val="20"/>
            <w:szCs w:val="20"/>
          </w:rPr>
          <w:t>16.5.1.1</w:t>
        </w:r>
        <w:r w:rsidRPr="0043549E">
          <w:rPr>
            <w:rFonts w:eastAsiaTheme="minorEastAsia"/>
            <w:kern w:val="2"/>
            <w:sz w:val="20"/>
            <w:szCs w:val="20"/>
            <w14:ligatures w14:val="standardContextual"/>
          </w:rPr>
          <w:tab/>
        </w:r>
        <w:r w:rsidRPr="0043549E">
          <w:rPr>
            <w:rStyle w:val="Hyperlink"/>
            <w:sz w:val="20"/>
            <w:szCs w:val="20"/>
          </w:rPr>
          <w:t>Designation of a Qualified Scheduling Entity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_Toc214886907 \h </w:instrText>
        </w:r>
        <w:r w:rsidRPr="0043549E">
          <w:rPr>
            <w:webHidden/>
            <w:sz w:val="20"/>
            <w:szCs w:val="20"/>
          </w:rPr>
        </w:r>
        <w:r w:rsidRPr="0043549E">
          <w:rPr>
            <w:webHidden/>
            <w:sz w:val="20"/>
            <w:szCs w:val="20"/>
          </w:rPr>
          <w:fldChar w:fldCharType="separate"/>
        </w:r>
        <w:r w:rsidR="00661D56">
          <w:rPr>
            <w:webHidden/>
            <w:sz w:val="20"/>
            <w:szCs w:val="20"/>
          </w:rPr>
          <w:t>16-24</w:t>
        </w:r>
        <w:r w:rsidRPr="0043549E">
          <w:rPr>
            <w:webHidden/>
            <w:sz w:val="20"/>
            <w:szCs w:val="20"/>
          </w:rPr>
          <w:fldChar w:fldCharType="end"/>
        </w:r>
      </w:hyperlink>
    </w:p>
    <w:p w14:paraId="712AEFAE" w14:textId="61CD1FB8" w:rsidR="0043549E" w:rsidRPr="0043549E" w:rsidRDefault="0043549E">
      <w:pPr>
        <w:pStyle w:val="TOC4"/>
        <w:rPr>
          <w:rFonts w:eastAsiaTheme="minorEastAsia"/>
          <w:kern w:val="2"/>
          <w:sz w:val="20"/>
          <w:szCs w:val="20"/>
          <w14:ligatures w14:val="standardContextual"/>
        </w:rPr>
      </w:pPr>
      <w:hyperlink w:anchor="_Toc214886908" w:history="1">
        <w:r w:rsidRPr="0043549E">
          <w:rPr>
            <w:rStyle w:val="Hyperlink"/>
            <w:sz w:val="20"/>
            <w:szCs w:val="20"/>
          </w:rPr>
          <w:t>16.5.1.2</w:t>
        </w:r>
        <w:r w:rsidRPr="0043549E">
          <w:rPr>
            <w:rFonts w:eastAsiaTheme="minorEastAsia"/>
            <w:kern w:val="2"/>
            <w:sz w:val="20"/>
            <w:szCs w:val="20"/>
            <w14:ligatures w14:val="standardContextual"/>
          </w:rPr>
          <w:tab/>
        </w:r>
        <w:r w:rsidRPr="0043549E">
          <w:rPr>
            <w:rStyle w:val="Hyperlink"/>
            <w:sz w:val="20"/>
            <w:szCs w:val="20"/>
          </w:rPr>
          <w:t>Waiver for Federal Hydroelectric Facilities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_Toc214886908 \h </w:instrText>
        </w:r>
        <w:r w:rsidRPr="0043549E">
          <w:rPr>
            <w:webHidden/>
            <w:sz w:val="20"/>
            <w:szCs w:val="20"/>
          </w:rPr>
        </w:r>
        <w:r w:rsidRPr="0043549E">
          <w:rPr>
            <w:webHidden/>
            <w:sz w:val="20"/>
            <w:szCs w:val="20"/>
          </w:rPr>
          <w:fldChar w:fldCharType="separate"/>
        </w:r>
        <w:r w:rsidR="00661D56">
          <w:rPr>
            <w:webHidden/>
            <w:sz w:val="20"/>
            <w:szCs w:val="20"/>
          </w:rPr>
          <w:t>16-25</w:t>
        </w:r>
        <w:r w:rsidRPr="0043549E">
          <w:rPr>
            <w:webHidden/>
            <w:sz w:val="20"/>
            <w:szCs w:val="20"/>
          </w:rPr>
          <w:fldChar w:fldCharType="end"/>
        </w:r>
      </w:hyperlink>
    </w:p>
    <w:p w14:paraId="1739EAD6" w14:textId="786049B8" w:rsidR="0043549E" w:rsidRPr="0043549E" w:rsidRDefault="0043549E">
      <w:pPr>
        <w:pStyle w:val="TOC4"/>
        <w:rPr>
          <w:rFonts w:eastAsiaTheme="minorEastAsia"/>
          <w:kern w:val="2"/>
          <w:sz w:val="20"/>
          <w:szCs w:val="20"/>
          <w14:ligatures w14:val="standardContextual"/>
        </w:rPr>
      </w:pPr>
      <w:hyperlink w:anchor="_Toc214886909" w:history="1">
        <w:r w:rsidRPr="0043549E">
          <w:rPr>
            <w:rStyle w:val="Hyperlink"/>
            <w:sz w:val="20"/>
            <w:szCs w:val="20"/>
          </w:rPr>
          <w:t>16.5.1.3</w:t>
        </w:r>
        <w:r w:rsidRPr="0043549E">
          <w:rPr>
            <w:rFonts w:eastAsiaTheme="minorEastAsia"/>
            <w:kern w:val="2"/>
            <w:sz w:val="20"/>
            <w:szCs w:val="20"/>
            <w14:ligatures w14:val="standardContextual"/>
          </w:rPr>
          <w:tab/>
        </w:r>
        <w:r w:rsidRPr="0043549E">
          <w:rPr>
            <w:rStyle w:val="Hyperlink"/>
            <w:sz w:val="20"/>
            <w:szCs w:val="20"/>
          </w:rPr>
          <w:t>Waiver for Block Load Transfer Resources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_Toc214886909 \h </w:instrText>
        </w:r>
        <w:r w:rsidRPr="0043549E">
          <w:rPr>
            <w:webHidden/>
            <w:sz w:val="20"/>
            <w:szCs w:val="20"/>
          </w:rPr>
        </w:r>
        <w:r w:rsidRPr="0043549E">
          <w:rPr>
            <w:webHidden/>
            <w:sz w:val="20"/>
            <w:szCs w:val="20"/>
          </w:rPr>
          <w:fldChar w:fldCharType="separate"/>
        </w:r>
        <w:r w:rsidR="00661D56">
          <w:rPr>
            <w:webHidden/>
            <w:sz w:val="20"/>
            <w:szCs w:val="20"/>
          </w:rPr>
          <w:t>16-26</w:t>
        </w:r>
        <w:r w:rsidRPr="0043549E">
          <w:rPr>
            <w:webHidden/>
            <w:sz w:val="20"/>
            <w:szCs w:val="20"/>
          </w:rPr>
          <w:fldChar w:fldCharType="end"/>
        </w:r>
      </w:hyperlink>
    </w:p>
    <w:p w14:paraId="23F2DAB4" w14:textId="5A0DACBB" w:rsidR="0043549E" w:rsidRPr="0043549E" w:rsidRDefault="0043549E">
      <w:pPr>
        <w:pStyle w:val="TOC3"/>
        <w:rPr>
          <w:rFonts w:eastAsiaTheme="minorEastAsia"/>
          <w:i w:val="0"/>
          <w:iCs w:val="0"/>
          <w:noProof/>
          <w:kern w:val="2"/>
          <w14:ligatures w14:val="standardContextual"/>
        </w:rPr>
      </w:pPr>
      <w:hyperlink w:anchor="_Toc214886910" w:history="1">
        <w:r w:rsidRPr="0043549E">
          <w:rPr>
            <w:rStyle w:val="Hyperlink"/>
            <w:i w:val="0"/>
            <w:iCs w:val="0"/>
            <w:noProof/>
          </w:rPr>
          <w:t>16.5.2</w:t>
        </w:r>
        <w:r w:rsidRPr="0043549E">
          <w:rPr>
            <w:rFonts w:eastAsiaTheme="minorEastAsia"/>
            <w:i w:val="0"/>
            <w:iCs w:val="0"/>
            <w:noProof/>
            <w:kern w:val="2"/>
            <w14:ligatures w14:val="standardContextual"/>
          </w:rPr>
          <w:tab/>
        </w:r>
        <w:r w:rsidRPr="0043549E">
          <w:rPr>
            <w:rStyle w:val="Hyperlink"/>
            <w:i w:val="0"/>
            <w:iCs w:val="0"/>
            <w:noProof/>
          </w:rPr>
          <w:t>Registration Process for a Resource Entity</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_Toc214886910 \h </w:instrText>
        </w:r>
        <w:r w:rsidRPr="0043549E">
          <w:rPr>
            <w:i w:val="0"/>
            <w:iCs w:val="0"/>
            <w:noProof/>
            <w:webHidden/>
          </w:rPr>
        </w:r>
        <w:r w:rsidRPr="0043549E">
          <w:rPr>
            <w:i w:val="0"/>
            <w:iCs w:val="0"/>
            <w:noProof/>
            <w:webHidden/>
          </w:rPr>
          <w:fldChar w:fldCharType="separate"/>
        </w:r>
        <w:r w:rsidR="00661D56">
          <w:rPr>
            <w:i w:val="0"/>
            <w:iCs w:val="0"/>
            <w:noProof/>
            <w:webHidden/>
          </w:rPr>
          <w:t>16-26</w:t>
        </w:r>
        <w:r w:rsidRPr="0043549E">
          <w:rPr>
            <w:i w:val="0"/>
            <w:iCs w:val="0"/>
            <w:noProof/>
            <w:webHidden/>
          </w:rPr>
          <w:fldChar w:fldCharType="end"/>
        </w:r>
      </w:hyperlink>
    </w:p>
    <w:p w14:paraId="36BCDF64" w14:textId="0C6796DC" w:rsidR="0043549E" w:rsidRPr="0043549E" w:rsidRDefault="0043549E">
      <w:pPr>
        <w:pStyle w:val="TOC4"/>
        <w:rPr>
          <w:rFonts w:eastAsiaTheme="minorEastAsia"/>
          <w:kern w:val="2"/>
          <w:sz w:val="20"/>
          <w:szCs w:val="20"/>
          <w14:ligatures w14:val="standardContextual"/>
        </w:rPr>
      </w:pPr>
      <w:hyperlink w:anchor="_Toc214886911" w:history="1">
        <w:r w:rsidRPr="0043549E">
          <w:rPr>
            <w:rStyle w:val="Hyperlink"/>
            <w:sz w:val="20"/>
            <w:szCs w:val="20"/>
          </w:rPr>
          <w:t>16.5.2.1</w:t>
        </w:r>
        <w:r w:rsidRPr="0043549E">
          <w:rPr>
            <w:rFonts w:eastAsiaTheme="minorEastAsia"/>
            <w:kern w:val="2"/>
            <w:sz w:val="20"/>
            <w:szCs w:val="20"/>
            <w14:ligatures w14:val="standardContextual"/>
          </w:rPr>
          <w:tab/>
        </w:r>
        <w:r w:rsidRPr="0043549E">
          <w:rPr>
            <w:rStyle w:val="Hyperlink"/>
            <w:sz w:val="20"/>
            <w:szCs w:val="20"/>
          </w:rPr>
          <w:t>Notice of Receipt of Resource Entity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_Toc214886911 \h </w:instrText>
        </w:r>
        <w:r w:rsidRPr="0043549E">
          <w:rPr>
            <w:webHidden/>
            <w:sz w:val="20"/>
            <w:szCs w:val="20"/>
          </w:rPr>
        </w:r>
        <w:r w:rsidRPr="0043549E">
          <w:rPr>
            <w:webHidden/>
            <w:sz w:val="20"/>
            <w:szCs w:val="20"/>
          </w:rPr>
          <w:fldChar w:fldCharType="separate"/>
        </w:r>
        <w:r w:rsidR="00661D56">
          <w:rPr>
            <w:webHidden/>
            <w:sz w:val="20"/>
            <w:szCs w:val="20"/>
          </w:rPr>
          <w:t>16-27</w:t>
        </w:r>
        <w:r w:rsidRPr="0043549E">
          <w:rPr>
            <w:webHidden/>
            <w:sz w:val="20"/>
            <w:szCs w:val="20"/>
          </w:rPr>
          <w:fldChar w:fldCharType="end"/>
        </w:r>
      </w:hyperlink>
    </w:p>
    <w:p w14:paraId="06D2DB6B" w14:textId="2E5DAB71" w:rsidR="0043549E" w:rsidRPr="0043549E" w:rsidRDefault="0043549E">
      <w:pPr>
        <w:pStyle w:val="TOC4"/>
        <w:rPr>
          <w:rFonts w:eastAsiaTheme="minorEastAsia"/>
          <w:kern w:val="2"/>
          <w:sz w:val="20"/>
          <w:szCs w:val="20"/>
          <w14:ligatures w14:val="standardContextual"/>
        </w:rPr>
      </w:pPr>
      <w:hyperlink w:anchor="_Toc214886912" w:history="1">
        <w:r w:rsidRPr="0043549E">
          <w:rPr>
            <w:rStyle w:val="Hyperlink"/>
            <w:sz w:val="20"/>
            <w:szCs w:val="20"/>
          </w:rPr>
          <w:t>16.5.2.2</w:t>
        </w:r>
        <w:r w:rsidRPr="0043549E">
          <w:rPr>
            <w:rFonts w:eastAsiaTheme="minorEastAsia"/>
            <w:kern w:val="2"/>
            <w:sz w:val="20"/>
            <w:szCs w:val="20"/>
            <w14:ligatures w14:val="standardContextual"/>
          </w:rPr>
          <w:tab/>
        </w:r>
        <w:r w:rsidRPr="0043549E">
          <w:rPr>
            <w:rStyle w:val="Hyperlink"/>
            <w:sz w:val="20"/>
            <w:szCs w:val="20"/>
          </w:rPr>
          <w:t>Incomplete Resource Entity Applications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_Toc214886912 \h </w:instrText>
        </w:r>
        <w:r w:rsidRPr="0043549E">
          <w:rPr>
            <w:webHidden/>
            <w:sz w:val="20"/>
            <w:szCs w:val="20"/>
          </w:rPr>
        </w:r>
        <w:r w:rsidRPr="0043549E">
          <w:rPr>
            <w:webHidden/>
            <w:sz w:val="20"/>
            <w:szCs w:val="20"/>
          </w:rPr>
          <w:fldChar w:fldCharType="separate"/>
        </w:r>
        <w:r w:rsidR="00661D56">
          <w:rPr>
            <w:webHidden/>
            <w:sz w:val="20"/>
            <w:szCs w:val="20"/>
          </w:rPr>
          <w:t>16-27</w:t>
        </w:r>
        <w:r w:rsidRPr="0043549E">
          <w:rPr>
            <w:webHidden/>
            <w:sz w:val="20"/>
            <w:szCs w:val="20"/>
          </w:rPr>
          <w:fldChar w:fldCharType="end"/>
        </w:r>
      </w:hyperlink>
    </w:p>
    <w:p w14:paraId="62385469" w14:textId="7B50F672" w:rsidR="0043549E" w:rsidRPr="0043549E" w:rsidRDefault="0043549E">
      <w:pPr>
        <w:pStyle w:val="TOC3"/>
        <w:rPr>
          <w:rFonts w:eastAsiaTheme="minorEastAsia"/>
          <w:i w:val="0"/>
          <w:iCs w:val="0"/>
          <w:noProof/>
          <w:kern w:val="2"/>
          <w14:ligatures w14:val="standardContextual"/>
        </w:rPr>
      </w:pPr>
      <w:hyperlink w:anchor="_Toc214886913" w:history="1">
        <w:r w:rsidRPr="0043549E">
          <w:rPr>
            <w:rStyle w:val="Hyperlink"/>
            <w:i w:val="0"/>
            <w:iCs w:val="0"/>
            <w:noProof/>
          </w:rPr>
          <w:t>16.5.3</w:t>
        </w:r>
        <w:r w:rsidRPr="0043549E">
          <w:rPr>
            <w:rFonts w:eastAsiaTheme="minorEastAsia"/>
            <w:i w:val="0"/>
            <w:iCs w:val="0"/>
            <w:noProof/>
            <w:kern w:val="2"/>
            <w14:ligatures w14:val="standardContextual"/>
          </w:rPr>
          <w:tab/>
        </w:r>
        <w:r w:rsidRPr="0043549E">
          <w:rPr>
            <w:rStyle w:val="Hyperlink"/>
            <w:i w:val="0"/>
            <w:iCs w:val="0"/>
            <w:noProof/>
          </w:rPr>
          <w:t>Changing QSE Designation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_Toc214886913 \h </w:instrText>
        </w:r>
        <w:r w:rsidRPr="0043549E">
          <w:rPr>
            <w:i w:val="0"/>
            <w:iCs w:val="0"/>
            <w:noProof/>
            <w:webHidden/>
          </w:rPr>
        </w:r>
        <w:r w:rsidRPr="0043549E">
          <w:rPr>
            <w:i w:val="0"/>
            <w:iCs w:val="0"/>
            <w:noProof/>
            <w:webHidden/>
          </w:rPr>
          <w:fldChar w:fldCharType="separate"/>
        </w:r>
        <w:r w:rsidR="00661D56">
          <w:rPr>
            <w:i w:val="0"/>
            <w:iCs w:val="0"/>
            <w:noProof/>
            <w:webHidden/>
          </w:rPr>
          <w:t>16-28</w:t>
        </w:r>
        <w:r w:rsidRPr="0043549E">
          <w:rPr>
            <w:i w:val="0"/>
            <w:iCs w:val="0"/>
            <w:noProof/>
            <w:webHidden/>
          </w:rPr>
          <w:fldChar w:fldCharType="end"/>
        </w:r>
      </w:hyperlink>
    </w:p>
    <w:p w14:paraId="260B375B" w14:textId="2E2BD5EE" w:rsidR="0043549E" w:rsidRPr="0043549E" w:rsidRDefault="0043549E">
      <w:pPr>
        <w:pStyle w:val="TOC3"/>
        <w:rPr>
          <w:rFonts w:eastAsiaTheme="minorEastAsia"/>
          <w:i w:val="0"/>
          <w:iCs w:val="0"/>
          <w:noProof/>
          <w:kern w:val="2"/>
          <w14:ligatures w14:val="standardContextual"/>
        </w:rPr>
      </w:pPr>
      <w:hyperlink w:anchor="_Toc214886914" w:history="1">
        <w:r w:rsidRPr="0043549E">
          <w:rPr>
            <w:rStyle w:val="Hyperlink"/>
            <w:i w:val="0"/>
            <w:iCs w:val="0"/>
            <w:noProof/>
          </w:rPr>
          <w:t>16.5.4</w:t>
        </w:r>
        <w:r w:rsidRPr="0043549E">
          <w:rPr>
            <w:rFonts w:eastAsiaTheme="minorEastAsia"/>
            <w:i w:val="0"/>
            <w:iCs w:val="0"/>
            <w:noProof/>
            <w:kern w:val="2"/>
            <w14:ligatures w14:val="standardContextual"/>
          </w:rPr>
          <w:tab/>
        </w:r>
        <w:r w:rsidRPr="0043549E">
          <w:rPr>
            <w:rStyle w:val="Hyperlink"/>
            <w:i w:val="0"/>
            <w:iCs w:val="0"/>
            <w:noProof/>
          </w:rPr>
          <w:t>Maintaining and Updating Resource Entity Information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_Toc214886914 \h </w:instrText>
        </w:r>
        <w:r w:rsidRPr="0043549E">
          <w:rPr>
            <w:i w:val="0"/>
            <w:iCs w:val="0"/>
            <w:noProof/>
            <w:webHidden/>
          </w:rPr>
        </w:r>
        <w:r w:rsidRPr="0043549E">
          <w:rPr>
            <w:i w:val="0"/>
            <w:iCs w:val="0"/>
            <w:noProof/>
            <w:webHidden/>
          </w:rPr>
          <w:fldChar w:fldCharType="separate"/>
        </w:r>
        <w:r w:rsidR="00661D56">
          <w:rPr>
            <w:i w:val="0"/>
            <w:iCs w:val="0"/>
            <w:noProof/>
            <w:webHidden/>
          </w:rPr>
          <w:t>16-29</w:t>
        </w:r>
        <w:r w:rsidRPr="0043549E">
          <w:rPr>
            <w:i w:val="0"/>
            <w:iCs w:val="0"/>
            <w:noProof/>
            <w:webHidden/>
          </w:rPr>
          <w:fldChar w:fldCharType="end"/>
        </w:r>
      </w:hyperlink>
    </w:p>
    <w:p w14:paraId="17577787" w14:textId="322D441D" w:rsidR="0043549E" w:rsidRPr="0043549E" w:rsidRDefault="0043549E">
      <w:pPr>
        <w:pStyle w:val="TOC2"/>
        <w:rPr>
          <w:rFonts w:eastAsiaTheme="minorEastAsia"/>
          <w:kern w:val="2"/>
          <w14:ligatures w14:val="standardContextual"/>
        </w:rPr>
      </w:pPr>
      <w:hyperlink w:anchor="_Toc214886915" w:history="1">
        <w:r w:rsidRPr="0043549E">
          <w:rPr>
            <w:rStyle w:val="Hyperlink"/>
          </w:rPr>
          <w:t>16.6</w:t>
        </w:r>
        <w:r w:rsidRPr="0043549E">
          <w:rPr>
            <w:rFonts w:eastAsiaTheme="minorEastAsia"/>
            <w:kern w:val="2"/>
            <w14:ligatures w14:val="standardContextual"/>
          </w:rPr>
          <w:tab/>
        </w:r>
        <w:r w:rsidRPr="0043549E">
          <w:rPr>
            <w:rStyle w:val="Hyperlink"/>
          </w:rPr>
          <w:t>Registration of Municipally Owned Utilities and Electric Cooperatives in the ERCOT Region</w:t>
        </w:r>
        <w:r w:rsidRPr="0043549E">
          <w:rPr>
            <w:webHidden/>
          </w:rPr>
          <w:tab/>
        </w:r>
        <w:r w:rsidRPr="0043549E">
          <w:rPr>
            <w:webHidden/>
          </w:rPr>
          <w:fldChar w:fldCharType="begin"/>
        </w:r>
        <w:r w:rsidRPr="0043549E">
          <w:rPr>
            <w:webHidden/>
          </w:rPr>
          <w:instrText xml:space="preserve"> PAGEREF _Toc214886915 \h </w:instrText>
        </w:r>
        <w:r w:rsidRPr="0043549E">
          <w:rPr>
            <w:webHidden/>
          </w:rPr>
        </w:r>
        <w:r w:rsidRPr="0043549E">
          <w:rPr>
            <w:webHidden/>
          </w:rPr>
          <w:fldChar w:fldCharType="separate"/>
        </w:r>
        <w:r w:rsidR="00661D56">
          <w:rPr>
            <w:webHidden/>
          </w:rPr>
          <w:t>16-29</w:t>
        </w:r>
        <w:r w:rsidRPr="0043549E">
          <w:rPr>
            <w:webHidden/>
          </w:rPr>
          <w:fldChar w:fldCharType="end"/>
        </w:r>
      </w:hyperlink>
    </w:p>
    <w:p w14:paraId="119124E0" w14:textId="40048FB7" w:rsidR="0043549E" w:rsidRPr="0043549E" w:rsidRDefault="0043549E">
      <w:pPr>
        <w:pStyle w:val="TOC2"/>
        <w:rPr>
          <w:rFonts w:eastAsiaTheme="minorEastAsia"/>
          <w:kern w:val="2"/>
          <w14:ligatures w14:val="standardContextual"/>
        </w:rPr>
      </w:pPr>
      <w:hyperlink w:anchor="_Toc214886916" w:history="1">
        <w:r w:rsidRPr="0043549E">
          <w:rPr>
            <w:rStyle w:val="Hyperlink"/>
          </w:rPr>
          <w:t>16.7</w:t>
        </w:r>
        <w:r w:rsidRPr="0043549E">
          <w:rPr>
            <w:rFonts w:eastAsiaTheme="minorEastAsia"/>
            <w:kern w:val="2"/>
            <w14:ligatures w14:val="standardContextual"/>
          </w:rPr>
          <w:tab/>
        </w:r>
        <w:r w:rsidRPr="0043549E">
          <w:rPr>
            <w:rStyle w:val="Hyperlink"/>
          </w:rPr>
          <w:t>Registration of Renewable Energy Credit Account Holders</w:t>
        </w:r>
        <w:r w:rsidRPr="0043549E">
          <w:rPr>
            <w:webHidden/>
          </w:rPr>
          <w:tab/>
        </w:r>
        <w:r w:rsidRPr="0043549E">
          <w:rPr>
            <w:webHidden/>
          </w:rPr>
          <w:fldChar w:fldCharType="begin"/>
        </w:r>
        <w:r w:rsidRPr="0043549E">
          <w:rPr>
            <w:webHidden/>
          </w:rPr>
          <w:instrText xml:space="preserve"> PAGEREF _Toc214886916 \h </w:instrText>
        </w:r>
        <w:r w:rsidRPr="0043549E">
          <w:rPr>
            <w:webHidden/>
          </w:rPr>
        </w:r>
        <w:r w:rsidRPr="0043549E">
          <w:rPr>
            <w:webHidden/>
          </w:rPr>
          <w:fldChar w:fldCharType="separate"/>
        </w:r>
        <w:r w:rsidR="00661D56">
          <w:rPr>
            <w:webHidden/>
          </w:rPr>
          <w:t>16-30</w:t>
        </w:r>
        <w:r w:rsidRPr="0043549E">
          <w:rPr>
            <w:webHidden/>
          </w:rPr>
          <w:fldChar w:fldCharType="end"/>
        </w:r>
      </w:hyperlink>
    </w:p>
    <w:p w14:paraId="08406D03" w14:textId="532F85BD" w:rsidR="0043549E" w:rsidRPr="0043549E" w:rsidRDefault="0043549E">
      <w:pPr>
        <w:pStyle w:val="TOC2"/>
        <w:rPr>
          <w:rFonts w:eastAsiaTheme="minorEastAsia"/>
          <w:kern w:val="2"/>
          <w14:ligatures w14:val="standardContextual"/>
        </w:rPr>
      </w:pPr>
      <w:hyperlink w:anchor="_Toc214886917" w:history="1">
        <w:r w:rsidRPr="0043549E">
          <w:rPr>
            <w:rStyle w:val="Hyperlink"/>
          </w:rPr>
          <w:t>16.8</w:t>
        </w:r>
        <w:r w:rsidRPr="0043549E">
          <w:rPr>
            <w:rFonts w:eastAsiaTheme="minorEastAsia"/>
            <w:kern w:val="2"/>
            <w14:ligatures w14:val="standardContextual"/>
          </w:rPr>
          <w:tab/>
        </w:r>
        <w:r w:rsidRPr="0043549E">
          <w:rPr>
            <w:rStyle w:val="Hyperlink"/>
          </w:rPr>
          <w:t>Registration and Qualification of Congestion Revenue Rights Account Holders</w:t>
        </w:r>
        <w:r w:rsidRPr="0043549E">
          <w:rPr>
            <w:webHidden/>
          </w:rPr>
          <w:tab/>
        </w:r>
        <w:r w:rsidRPr="0043549E">
          <w:rPr>
            <w:webHidden/>
          </w:rPr>
          <w:fldChar w:fldCharType="begin"/>
        </w:r>
        <w:r w:rsidRPr="0043549E">
          <w:rPr>
            <w:webHidden/>
          </w:rPr>
          <w:instrText xml:space="preserve"> PAGEREF _Toc214886917 \h </w:instrText>
        </w:r>
        <w:r w:rsidRPr="0043549E">
          <w:rPr>
            <w:webHidden/>
          </w:rPr>
        </w:r>
        <w:r w:rsidRPr="0043549E">
          <w:rPr>
            <w:webHidden/>
          </w:rPr>
          <w:fldChar w:fldCharType="separate"/>
        </w:r>
        <w:r w:rsidR="00661D56">
          <w:rPr>
            <w:webHidden/>
          </w:rPr>
          <w:t>16-30</w:t>
        </w:r>
        <w:r w:rsidRPr="0043549E">
          <w:rPr>
            <w:webHidden/>
          </w:rPr>
          <w:fldChar w:fldCharType="end"/>
        </w:r>
      </w:hyperlink>
    </w:p>
    <w:p w14:paraId="2AA2B215" w14:textId="2C1E52D3" w:rsidR="0043549E" w:rsidRPr="0043549E" w:rsidRDefault="0043549E">
      <w:pPr>
        <w:pStyle w:val="TOC3"/>
        <w:rPr>
          <w:rFonts w:eastAsiaTheme="minorEastAsia"/>
          <w:i w:val="0"/>
          <w:iCs w:val="0"/>
          <w:noProof/>
          <w:kern w:val="2"/>
          <w14:ligatures w14:val="standardContextual"/>
        </w:rPr>
      </w:pPr>
      <w:hyperlink w:anchor="_Toc214886918" w:history="1">
        <w:r w:rsidRPr="0043549E">
          <w:rPr>
            <w:rStyle w:val="Hyperlink"/>
            <w:i w:val="0"/>
            <w:iCs w:val="0"/>
            <w:noProof/>
          </w:rPr>
          <w:t>16.8.1</w:t>
        </w:r>
        <w:r w:rsidRPr="0043549E">
          <w:rPr>
            <w:rFonts w:eastAsiaTheme="minorEastAsia"/>
            <w:i w:val="0"/>
            <w:iCs w:val="0"/>
            <w:noProof/>
            <w:kern w:val="2"/>
            <w14:ligatures w14:val="standardContextual"/>
          </w:rPr>
          <w:tab/>
        </w:r>
        <w:r w:rsidRPr="0043549E">
          <w:rPr>
            <w:rStyle w:val="Hyperlink"/>
            <w:i w:val="0"/>
            <w:iCs w:val="0"/>
            <w:noProof/>
          </w:rPr>
          <w:t>Criteria for Qualification as a CRR Account Holder</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_Toc214886918 \h </w:instrText>
        </w:r>
        <w:r w:rsidRPr="0043549E">
          <w:rPr>
            <w:i w:val="0"/>
            <w:iCs w:val="0"/>
            <w:noProof/>
            <w:webHidden/>
          </w:rPr>
        </w:r>
        <w:r w:rsidRPr="0043549E">
          <w:rPr>
            <w:i w:val="0"/>
            <w:iCs w:val="0"/>
            <w:noProof/>
            <w:webHidden/>
          </w:rPr>
          <w:fldChar w:fldCharType="separate"/>
        </w:r>
        <w:r w:rsidR="00661D56">
          <w:rPr>
            <w:i w:val="0"/>
            <w:iCs w:val="0"/>
            <w:noProof/>
            <w:webHidden/>
          </w:rPr>
          <w:t>16-30</w:t>
        </w:r>
        <w:r w:rsidRPr="0043549E">
          <w:rPr>
            <w:i w:val="0"/>
            <w:iCs w:val="0"/>
            <w:noProof/>
            <w:webHidden/>
          </w:rPr>
          <w:fldChar w:fldCharType="end"/>
        </w:r>
      </w:hyperlink>
    </w:p>
    <w:p w14:paraId="3E9686A0" w14:textId="3CD3137A" w:rsidR="0043549E" w:rsidRPr="0043549E" w:rsidRDefault="0043549E">
      <w:pPr>
        <w:pStyle w:val="TOC3"/>
        <w:rPr>
          <w:rFonts w:eastAsiaTheme="minorEastAsia"/>
          <w:i w:val="0"/>
          <w:iCs w:val="0"/>
          <w:noProof/>
          <w:kern w:val="2"/>
          <w14:ligatures w14:val="standardContextual"/>
        </w:rPr>
      </w:pPr>
      <w:hyperlink w:anchor="_Toc214886919" w:history="1">
        <w:r w:rsidRPr="0043549E">
          <w:rPr>
            <w:rStyle w:val="Hyperlink"/>
            <w:i w:val="0"/>
            <w:iCs w:val="0"/>
            <w:noProof/>
          </w:rPr>
          <w:t>16.8.2</w:t>
        </w:r>
        <w:r w:rsidRPr="0043549E">
          <w:rPr>
            <w:rFonts w:eastAsiaTheme="minorEastAsia"/>
            <w:i w:val="0"/>
            <w:iCs w:val="0"/>
            <w:noProof/>
            <w:kern w:val="2"/>
            <w14:ligatures w14:val="standardContextual"/>
          </w:rPr>
          <w:tab/>
        </w:r>
        <w:r w:rsidRPr="0043549E">
          <w:rPr>
            <w:rStyle w:val="Hyperlink"/>
            <w:i w:val="0"/>
            <w:iCs w:val="0"/>
            <w:noProof/>
          </w:rPr>
          <w:t>CRR Account Holder Application Process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_Toc214886919 \h </w:instrText>
        </w:r>
        <w:r w:rsidRPr="0043549E">
          <w:rPr>
            <w:i w:val="0"/>
            <w:iCs w:val="0"/>
            <w:noProof/>
            <w:webHidden/>
          </w:rPr>
        </w:r>
        <w:r w:rsidRPr="0043549E">
          <w:rPr>
            <w:i w:val="0"/>
            <w:iCs w:val="0"/>
            <w:noProof/>
            <w:webHidden/>
          </w:rPr>
          <w:fldChar w:fldCharType="separate"/>
        </w:r>
        <w:r w:rsidR="00661D56">
          <w:rPr>
            <w:i w:val="0"/>
            <w:iCs w:val="0"/>
            <w:noProof/>
            <w:webHidden/>
          </w:rPr>
          <w:t>16-33</w:t>
        </w:r>
        <w:r w:rsidRPr="0043549E">
          <w:rPr>
            <w:i w:val="0"/>
            <w:iCs w:val="0"/>
            <w:noProof/>
            <w:webHidden/>
          </w:rPr>
          <w:fldChar w:fldCharType="end"/>
        </w:r>
      </w:hyperlink>
    </w:p>
    <w:p w14:paraId="2FB78E67" w14:textId="466CB236" w:rsidR="0043549E" w:rsidRPr="0043549E" w:rsidRDefault="0043549E">
      <w:pPr>
        <w:pStyle w:val="TOC4"/>
        <w:rPr>
          <w:rFonts w:eastAsiaTheme="minorEastAsia"/>
          <w:kern w:val="2"/>
          <w:sz w:val="20"/>
          <w:szCs w:val="20"/>
          <w14:ligatures w14:val="standardContextual"/>
        </w:rPr>
      </w:pPr>
      <w:hyperlink w:anchor="_Toc214886920" w:history="1">
        <w:r w:rsidRPr="0043549E">
          <w:rPr>
            <w:rStyle w:val="Hyperlink"/>
            <w:sz w:val="20"/>
            <w:szCs w:val="20"/>
          </w:rPr>
          <w:t>16.8.2.1</w:t>
        </w:r>
        <w:r w:rsidRPr="0043549E">
          <w:rPr>
            <w:rFonts w:eastAsiaTheme="minorEastAsia"/>
            <w:kern w:val="2"/>
            <w:sz w:val="20"/>
            <w:szCs w:val="20"/>
            <w14:ligatures w14:val="standardContextual"/>
          </w:rPr>
          <w:tab/>
        </w:r>
        <w:r w:rsidRPr="0043549E">
          <w:rPr>
            <w:rStyle w:val="Hyperlink"/>
            <w:sz w:val="20"/>
            <w:szCs w:val="20"/>
          </w:rPr>
          <w:t>Notice of Receipt of CRR Account Holder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_Toc214886920 \h </w:instrText>
        </w:r>
        <w:r w:rsidRPr="0043549E">
          <w:rPr>
            <w:webHidden/>
            <w:sz w:val="20"/>
            <w:szCs w:val="20"/>
          </w:rPr>
        </w:r>
        <w:r w:rsidRPr="0043549E">
          <w:rPr>
            <w:webHidden/>
            <w:sz w:val="20"/>
            <w:szCs w:val="20"/>
          </w:rPr>
          <w:fldChar w:fldCharType="separate"/>
        </w:r>
        <w:r w:rsidR="00661D56">
          <w:rPr>
            <w:webHidden/>
            <w:sz w:val="20"/>
            <w:szCs w:val="20"/>
          </w:rPr>
          <w:t>16-33</w:t>
        </w:r>
        <w:r w:rsidRPr="0043549E">
          <w:rPr>
            <w:webHidden/>
            <w:sz w:val="20"/>
            <w:szCs w:val="20"/>
          </w:rPr>
          <w:fldChar w:fldCharType="end"/>
        </w:r>
      </w:hyperlink>
    </w:p>
    <w:p w14:paraId="2FDEDCEF" w14:textId="748E4875" w:rsidR="0043549E" w:rsidRPr="0043549E" w:rsidRDefault="0043549E">
      <w:pPr>
        <w:pStyle w:val="TOC4"/>
        <w:rPr>
          <w:rFonts w:eastAsiaTheme="minorEastAsia"/>
          <w:kern w:val="2"/>
          <w:sz w:val="20"/>
          <w:szCs w:val="20"/>
          <w14:ligatures w14:val="standardContextual"/>
        </w:rPr>
      </w:pPr>
      <w:hyperlink w:anchor="_Toc214886921" w:history="1">
        <w:r w:rsidRPr="0043549E">
          <w:rPr>
            <w:rStyle w:val="Hyperlink"/>
            <w:sz w:val="20"/>
            <w:szCs w:val="20"/>
          </w:rPr>
          <w:t>16.8.2.2</w:t>
        </w:r>
        <w:r w:rsidRPr="0043549E">
          <w:rPr>
            <w:rFonts w:eastAsiaTheme="minorEastAsia"/>
            <w:kern w:val="2"/>
            <w:sz w:val="20"/>
            <w:szCs w:val="20"/>
            <w14:ligatures w14:val="standardContextual"/>
          </w:rPr>
          <w:tab/>
        </w:r>
        <w:r w:rsidRPr="0043549E">
          <w:rPr>
            <w:rStyle w:val="Hyperlink"/>
            <w:sz w:val="20"/>
            <w:szCs w:val="20"/>
          </w:rPr>
          <w:t>Incomplete CRR Account Holder Applications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_Toc214886921 \h </w:instrText>
        </w:r>
        <w:r w:rsidRPr="0043549E">
          <w:rPr>
            <w:webHidden/>
            <w:sz w:val="20"/>
            <w:szCs w:val="20"/>
          </w:rPr>
        </w:r>
        <w:r w:rsidRPr="0043549E">
          <w:rPr>
            <w:webHidden/>
            <w:sz w:val="20"/>
            <w:szCs w:val="20"/>
          </w:rPr>
          <w:fldChar w:fldCharType="separate"/>
        </w:r>
        <w:r w:rsidR="00661D56">
          <w:rPr>
            <w:webHidden/>
            <w:sz w:val="20"/>
            <w:szCs w:val="20"/>
          </w:rPr>
          <w:t>16-33</w:t>
        </w:r>
        <w:r w:rsidRPr="0043549E">
          <w:rPr>
            <w:webHidden/>
            <w:sz w:val="20"/>
            <w:szCs w:val="20"/>
          </w:rPr>
          <w:fldChar w:fldCharType="end"/>
        </w:r>
      </w:hyperlink>
    </w:p>
    <w:p w14:paraId="13CE9CA9" w14:textId="31D15070" w:rsidR="0043549E" w:rsidRPr="0043549E" w:rsidRDefault="0043549E">
      <w:pPr>
        <w:pStyle w:val="TOC4"/>
        <w:rPr>
          <w:rFonts w:eastAsiaTheme="minorEastAsia"/>
          <w:kern w:val="2"/>
          <w:sz w:val="20"/>
          <w:szCs w:val="20"/>
          <w14:ligatures w14:val="standardContextual"/>
        </w:rPr>
      </w:pPr>
      <w:hyperlink w:anchor="_Toc214886922" w:history="1">
        <w:r w:rsidRPr="0043549E">
          <w:rPr>
            <w:rStyle w:val="Hyperlink"/>
            <w:sz w:val="20"/>
            <w:szCs w:val="20"/>
          </w:rPr>
          <w:t>16.8.2.3</w:t>
        </w:r>
        <w:r w:rsidRPr="0043549E">
          <w:rPr>
            <w:rFonts w:eastAsiaTheme="minorEastAsia"/>
            <w:kern w:val="2"/>
            <w:sz w:val="20"/>
            <w:szCs w:val="20"/>
            <w14:ligatures w14:val="standardContextual"/>
          </w:rPr>
          <w:tab/>
        </w:r>
        <w:r w:rsidRPr="0043549E">
          <w:rPr>
            <w:rStyle w:val="Hyperlink"/>
            <w:sz w:val="20"/>
            <w:szCs w:val="20"/>
          </w:rPr>
          <w:t>ERCOT Approval or Rejection of CRR Account Holder Application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_Toc214886922 \h </w:instrText>
        </w:r>
        <w:r w:rsidRPr="0043549E">
          <w:rPr>
            <w:webHidden/>
            <w:sz w:val="20"/>
            <w:szCs w:val="20"/>
          </w:rPr>
        </w:r>
        <w:r w:rsidRPr="0043549E">
          <w:rPr>
            <w:webHidden/>
            <w:sz w:val="20"/>
            <w:szCs w:val="20"/>
          </w:rPr>
          <w:fldChar w:fldCharType="separate"/>
        </w:r>
        <w:r w:rsidR="00661D56">
          <w:rPr>
            <w:webHidden/>
            <w:sz w:val="20"/>
            <w:szCs w:val="20"/>
          </w:rPr>
          <w:t>16-34</w:t>
        </w:r>
        <w:r w:rsidRPr="0043549E">
          <w:rPr>
            <w:webHidden/>
            <w:sz w:val="20"/>
            <w:szCs w:val="20"/>
          </w:rPr>
          <w:fldChar w:fldCharType="end"/>
        </w:r>
      </w:hyperlink>
    </w:p>
    <w:p w14:paraId="785CBF15" w14:textId="7D189D8F" w:rsidR="0043549E" w:rsidRPr="0043549E" w:rsidRDefault="0043549E">
      <w:pPr>
        <w:pStyle w:val="TOC3"/>
        <w:rPr>
          <w:rFonts w:eastAsiaTheme="minorEastAsia"/>
          <w:i w:val="0"/>
          <w:iCs w:val="0"/>
          <w:noProof/>
          <w:kern w:val="2"/>
          <w14:ligatures w14:val="standardContextual"/>
        </w:rPr>
      </w:pPr>
      <w:hyperlink w:anchor="_Toc214886923" w:history="1">
        <w:r w:rsidRPr="0043549E">
          <w:rPr>
            <w:rStyle w:val="Hyperlink"/>
            <w:i w:val="0"/>
            <w:iCs w:val="0"/>
            <w:noProof/>
          </w:rPr>
          <w:t>16.8.3</w:t>
        </w:r>
        <w:r w:rsidRPr="0043549E">
          <w:rPr>
            <w:rFonts w:eastAsiaTheme="minorEastAsia"/>
            <w:i w:val="0"/>
            <w:iCs w:val="0"/>
            <w:noProof/>
            <w:kern w:val="2"/>
            <w14:ligatures w14:val="standardContextual"/>
          </w:rPr>
          <w:tab/>
        </w:r>
        <w:r w:rsidRPr="0043549E">
          <w:rPr>
            <w:rStyle w:val="Hyperlink"/>
            <w:i w:val="0"/>
            <w:iCs w:val="0"/>
            <w:noProof/>
          </w:rPr>
          <w:t>Remaining Steps for CRR Account Holder Registration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_Toc214886923 \h </w:instrText>
        </w:r>
        <w:r w:rsidRPr="0043549E">
          <w:rPr>
            <w:i w:val="0"/>
            <w:iCs w:val="0"/>
            <w:noProof/>
            <w:webHidden/>
          </w:rPr>
        </w:r>
        <w:r w:rsidRPr="0043549E">
          <w:rPr>
            <w:i w:val="0"/>
            <w:iCs w:val="0"/>
            <w:noProof/>
            <w:webHidden/>
          </w:rPr>
          <w:fldChar w:fldCharType="separate"/>
        </w:r>
        <w:r w:rsidR="00661D56">
          <w:rPr>
            <w:i w:val="0"/>
            <w:iCs w:val="0"/>
            <w:noProof/>
            <w:webHidden/>
          </w:rPr>
          <w:t>16-35</w:t>
        </w:r>
        <w:r w:rsidRPr="0043549E">
          <w:rPr>
            <w:i w:val="0"/>
            <w:iCs w:val="0"/>
            <w:noProof/>
            <w:webHidden/>
          </w:rPr>
          <w:fldChar w:fldCharType="end"/>
        </w:r>
      </w:hyperlink>
    </w:p>
    <w:p w14:paraId="191B719B" w14:textId="37B0F9A1" w:rsidR="0043549E" w:rsidRPr="0043549E" w:rsidRDefault="0043549E">
      <w:pPr>
        <w:pStyle w:val="TOC4"/>
        <w:rPr>
          <w:rFonts w:eastAsiaTheme="minorEastAsia"/>
          <w:kern w:val="2"/>
          <w:sz w:val="20"/>
          <w:szCs w:val="20"/>
          <w14:ligatures w14:val="standardContextual"/>
        </w:rPr>
      </w:pPr>
      <w:hyperlink w:anchor="_Toc214886924" w:history="1">
        <w:r w:rsidRPr="0043549E">
          <w:rPr>
            <w:rStyle w:val="Hyperlink"/>
            <w:sz w:val="20"/>
            <w:szCs w:val="20"/>
          </w:rPr>
          <w:t>16.8.3.1</w:t>
        </w:r>
        <w:r w:rsidRPr="0043549E">
          <w:rPr>
            <w:rFonts w:eastAsiaTheme="minorEastAsia"/>
            <w:kern w:val="2"/>
            <w:sz w:val="20"/>
            <w:szCs w:val="20"/>
            <w14:ligatures w14:val="standardContextual"/>
          </w:rPr>
          <w:tab/>
        </w:r>
        <w:r w:rsidRPr="0043549E">
          <w:rPr>
            <w:rStyle w:val="Hyperlink"/>
            <w:sz w:val="20"/>
            <w:szCs w:val="20"/>
          </w:rPr>
          <w:t>Maintaining and Updating CRR Account Holder Information</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_Toc214886924 \h </w:instrText>
        </w:r>
        <w:r w:rsidRPr="0043549E">
          <w:rPr>
            <w:webHidden/>
            <w:sz w:val="20"/>
            <w:szCs w:val="20"/>
          </w:rPr>
        </w:r>
        <w:r w:rsidRPr="0043549E">
          <w:rPr>
            <w:webHidden/>
            <w:sz w:val="20"/>
            <w:szCs w:val="20"/>
          </w:rPr>
          <w:fldChar w:fldCharType="separate"/>
        </w:r>
        <w:r w:rsidR="00661D56">
          <w:rPr>
            <w:webHidden/>
            <w:sz w:val="20"/>
            <w:szCs w:val="20"/>
          </w:rPr>
          <w:t>16-35</w:t>
        </w:r>
        <w:r w:rsidRPr="0043549E">
          <w:rPr>
            <w:webHidden/>
            <w:sz w:val="20"/>
            <w:szCs w:val="20"/>
          </w:rPr>
          <w:fldChar w:fldCharType="end"/>
        </w:r>
      </w:hyperlink>
    </w:p>
    <w:p w14:paraId="4CE20D37" w14:textId="198D249D" w:rsidR="0043549E" w:rsidRPr="0043549E" w:rsidRDefault="0043549E">
      <w:pPr>
        <w:pStyle w:val="TOC2"/>
        <w:rPr>
          <w:rFonts w:eastAsiaTheme="minorEastAsia"/>
          <w:kern w:val="2"/>
          <w14:ligatures w14:val="standardContextual"/>
        </w:rPr>
      </w:pPr>
      <w:hyperlink w:anchor="_Toc214886925" w:history="1">
        <w:r w:rsidRPr="0043549E">
          <w:rPr>
            <w:rStyle w:val="Hyperlink"/>
          </w:rPr>
          <w:t>16.9</w:t>
        </w:r>
        <w:r w:rsidRPr="0043549E">
          <w:rPr>
            <w:rFonts w:eastAsiaTheme="minorEastAsia"/>
            <w:kern w:val="2"/>
            <w14:ligatures w14:val="standardContextual"/>
          </w:rPr>
          <w:tab/>
        </w:r>
        <w:r w:rsidRPr="0043549E">
          <w:rPr>
            <w:rStyle w:val="Hyperlink"/>
          </w:rPr>
          <w:t>Resources Providing Reliability Must-Run Service</w:t>
        </w:r>
        <w:r w:rsidRPr="0043549E">
          <w:rPr>
            <w:webHidden/>
          </w:rPr>
          <w:tab/>
        </w:r>
        <w:r w:rsidRPr="0043549E">
          <w:rPr>
            <w:webHidden/>
          </w:rPr>
          <w:fldChar w:fldCharType="begin"/>
        </w:r>
        <w:r w:rsidRPr="0043549E">
          <w:rPr>
            <w:webHidden/>
          </w:rPr>
          <w:instrText xml:space="preserve"> PAGEREF _Toc214886925 \h </w:instrText>
        </w:r>
        <w:r w:rsidRPr="0043549E">
          <w:rPr>
            <w:webHidden/>
          </w:rPr>
        </w:r>
        <w:r w:rsidRPr="0043549E">
          <w:rPr>
            <w:webHidden/>
          </w:rPr>
          <w:fldChar w:fldCharType="separate"/>
        </w:r>
        <w:r w:rsidR="00661D56">
          <w:rPr>
            <w:webHidden/>
          </w:rPr>
          <w:t>16-35</w:t>
        </w:r>
        <w:r w:rsidRPr="0043549E">
          <w:rPr>
            <w:webHidden/>
          </w:rPr>
          <w:fldChar w:fldCharType="end"/>
        </w:r>
      </w:hyperlink>
    </w:p>
    <w:p w14:paraId="1721E2E1" w14:textId="67596FC1" w:rsidR="0043549E" w:rsidRPr="0043549E" w:rsidRDefault="0043549E">
      <w:pPr>
        <w:pStyle w:val="TOC2"/>
        <w:rPr>
          <w:rFonts w:eastAsiaTheme="minorEastAsia"/>
          <w:kern w:val="2"/>
          <w14:ligatures w14:val="standardContextual"/>
        </w:rPr>
      </w:pPr>
      <w:hyperlink w:anchor="_Toc214886926" w:history="1">
        <w:r w:rsidRPr="0043549E">
          <w:rPr>
            <w:rStyle w:val="Hyperlink"/>
          </w:rPr>
          <w:t>16.10</w:t>
        </w:r>
        <w:r w:rsidRPr="0043549E">
          <w:rPr>
            <w:rFonts w:eastAsiaTheme="minorEastAsia"/>
            <w:kern w:val="2"/>
            <w14:ligatures w14:val="standardContextual"/>
          </w:rPr>
          <w:tab/>
        </w:r>
        <w:r w:rsidRPr="0043549E">
          <w:rPr>
            <w:rStyle w:val="Hyperlink"/>
          </w:rPr>
          <w:t>Resources Providing Black Start Service</w:t>
        </w:r>
        <w:r w:rsidRPr="0043549E">
          <w:rPr>
            <w:webHidden/>
          </w:rPr>
          <w:tab/>
        </w:r>
        <w:r w:rsidRPr="0043549E">
          <w:rPr>
            <w:webHidden/>
          </w:rPr>
          <w:fldChar w:fldCharType="begin"/>
        </w:r>
        <w:r w:rsidRPr="0043549E">
          <w:rPr>
            <w:webHidden/>
          </w:rPr>
          <w:instrText xml:space="preserve"> PAGEREF _Toc214886926 \h </w:instrText>
        </w:r>
        <w:r w:rsidRPr="0043549E">
          <w:rPr>
            <w:webHidden/>
          </w:rPr>
        </w:r>
        <w:r w:rsidRPr="0043549E">
          <w:rPr>
            <w:webHidden/>
          </w:rPr>
          <w:fldChar w:fldCharType="separate"/>
        </w:r>
        <w:r w:rsidR="00661D56">
          <w:rPr>
            <w:webHidden/>
          </w:rPr>
          <w:t>16-35</w:t>
        </w:r>
        <w:r w:rsidRPr="0043549E">
          <w:rPr>
            <w:webHidden/>
          </w:rPr>
          <w:fldChar w:fldCharType="end"/>
        </w:r>
      </w:hyperlink>
    </w:p>
    <w:p w14:paraId="0A099ACC" w14:textId="33EA1574" w:rsidR="0043549E" w:rsidRPr="0043549E" w:rsidRDefault="0043549E">
      <w:pPr>
        <w:pStyle w:val="TOC2"/>
        <w:rPr>
          <w:rFonts w:eastAsiaTheme="minorEastAsia"/>
          <w:kern w:val="2"/>
          <w14:ligatures w14:val="standardContextual"/>
        </w:rPr>
      </w:pPr>
      <w:hyperlink w:anchor="_Toc214886927" w:history="1">
        <w:r w:rsidRPr="0043549E">
          <w:rPr>
            <w:rStyle w:val="Hyperlink"/>
          </w:rPr>
          <w:t>16.11</w:t>
        </w:r>
        <w:r w:rsidRPr="0043549E">
          <w:rPr>
            <w:rFonts w:eastAsiaTheme="minorEastAsia"/>
            <w:kern w:val="2"/>
            <w14:ligatures w14:val="standardContextual"/>
          </w:rPr>
          <w:tab/>
        </w:r>
        <w:r w:rsidRPr="0043549E">
          <w:rPr>
            <w:rStyle w:val="Hyperlink"/>
          </w:rPr>
          <w:t>Financial Security for Counter-Parties</w:t>
        </w:r>
        <w:r w:rsidRPr="0043549E">
          <w:rPr>
            <w:webHidden/>
          </w:rPr>
          <w:tab/>
        </w:r>
        <w:r w:rsidRPr="0043549E">
          <w:rPr>
            <w:webHidden/>
          </w:rPr>
          <w:fldChar w:fldCharType="begin"/>
        </w:r>
        <w:r w:rsidRPr="0043549E">
          <w:rPr>
            <w:webHidden/>
          </w:rPr>
          <w:instrText xml:space="preserve"> PAGEREF _Toc214886927 \h </w:instrText>
        </w:r>
        <w:r w:rsidRPr="0043549E">
          <w:rPr>
            <w:webHidden/>
          </w:rPr>
        </w:r>
        <w:r w:rsidRPr="0043549E">
          <w:rPr>
            <w:webHidden/>
          </w:rPr>
          <w:fldChar w:fldCharType="separate"/>
        </w:r>
        <w:r w:rsidR="00661D56">
          <w:rPr>
            <w:webHidden/>
          </w:rPr>
          <w:t>16-36</w:t>
        </w:r>
        <w:r w:rsidRPr="0043549E">
          <w:rPr>
            <w:webHidden/>
          </w:rPr>
          <w:fldChar w:fldCharType="end"/>
        </w:r>
      </w:hyperlink>
    </w:p>
    <w:p w14:paraId="2D843B68" w14:textId="3D686A2E" w:rsidR="0043549E" w:rsidRPr="0043549E" w:rsidRDefault="0043549E">
      <w:pPr>
        <w:pStyle w:val="TOC3"/>
        <w:rPr>
          <w:rFonts w:eastAsiaTheme="minorEastAsia"/>
          <w:i w:val="0"/>
          <w:iCs w:val="0"/>
          <w:noProof/>
          <w:kern w:val="2"/>
          <w14:ligatures w14:val="standardContextual"/>
        </w:rPr>
      </w:pPr>
      <w:hyperlink w:anchor="_Toc214886928" w:history="1">
        <w:r w:rsidRPr="0043549E">
          <w:rPr>
            <w:rStyle w:val="Hyperlink"/>
            <w:i w:val="0"/>
            <w:iCs w:val="0"/>
            <w:noProof/>
          </w:rPr>
          <w:t>16.11.1</w:t>
        </w:r>
        <w:r w:rsidRPr="0043549E">
          <w:rPr>
            <w:rFonts w:eastAsiaTheme="minorEastAsia"/>
            <w:i w:val="0"/>
            <w:iCs w:val="0"/>
            <w:noProof/>
            <w:kern w:val="2"/>
            <w14:ligatures w14:val="standardContextual"/>
          </w:rPr>
          <w:tab/>
        </w:r>
        <w:r w:rsidRPr="0043549E">
          <w:rPr>
            <w:rStyle w:val="Hyperlink"/>
            <w:i w:val="0"/>
            <w:iCs w:val="0"/>
            <w:noProof/>
          </w:rPr>
          <w:t>ERCOT Creditworthiness Requirements for Counter-Parties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_Toc214886928 \h </w:instrText>
        </w:r>
        <w:r w:rsidRPr="0043549E">
          <w:rPr>
            <w:i w:val="0"/>
            <w:iCs w:val="0"/>
            <w:noProof/>
            <w:webHidden/>
          </w:rPr>
        </w:r>
        <w:r w:rsidRPr="0043549E">
          <w:rPr>
            <w:i w:val="0"/>
            <w:iCs w:val="0"/>
            <w:noProof/>
            <w:webHidden/>
          </w:rPr>
          <w:fldChar w:fldCharType="separate"/>
        </w:r>
        <w:r w:rsidR="00661D56">
          <w:rPr>
            <w:i w:val="0"/>
            <w:iCs w:val="0"/>
            <w:noProof/>
            <w:webHidden/>
          </w:rPr>
          <w:t>16-36</w:t>
        </w:r>
        <w:r w:rsidRPr="0043549E">
          <w:rPr>
            <w:i w:val="0"/>
            <w:iCs w:val="0"/>
            <w:noProof/>
            <w:webHidden/>
          </w:rPr>
          <w:fldChar w:fldCharType="end"/>
        </w:r>
      </w:hyperlink>
    </w:p>
    <w:p w14:paraId="44E7E092" w14:textId="4313ACD8" w:rsidR="0043549E" w:rsidRPr="0043549E" w:rsidRDefault="0043549E">
      <w:pPr>
        <w:pStyle w:val="TOC4"/>
        <w:rPr>
          <w:rFonts w:eastAsiaTheme="minorEastAsia"/>
          <w:kern w:val="2"/>
          <w:sz w:val="20"/>
          <w:szCs w:val="20"/>
          <w14:ligatures w14:val="standardContextual"/>
        </w:rPr>
      </w:pPr>
      <w:hyperlink w:anchor="_Toc214886929" w:history="1">
        <w:r w:rsidRPr="0043549E">
          <w:rPr>
            <w:rStyle w:val="Hyperlink"/>
            <w:sz w:val="20"/>
            <w:szCs w:val="20"/>
          </w:rPr>
          <w:t>16.11.1.1</w:t>
        </w:r>
        <w:r w:rsidRPr="0043549E">
          <w:rPr>
            <w:rFonts w:eastAsiaTheme="minorEastAsia"/>
            <w:kern w:val="2"/>
            <w:sz w:val="20"/>
            <w:szCs w:val="20"/>
            <w14:ligatures w14:val="standardContextual"/>
          </w:rPr>
          <w:tab/>
        </w:r>
        <w:r w:rsidRPr="0043549E">
          <w:rPr>
            <w:rStyle w:val="Hyperlink"/>
            <w:sz w:val="20"/>
            <w:szCs w:val="20"/>
          </w:rPr>
          <w:t>Review of Counter-Party Eligibility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_Toc214886929 \h </w:instrText>
        </w:r>
        <w:r w:rsidRPr="0043549E">
          <w:rPr>
            <w:webHidden/>
            <w:sz w:val="20"/>
            <w:szCs w:val="20"/>
          </w:rPr>
        </w:r>
        <w:r w:rsidRPr="0043549E">
          <w:rPr>
            <w:webHidden/>
            <w:sz w:val="20"/>
            <w:szCs w:val="20"/>
          </w:rPr>
          <w:fldChar w:fldCharType="separate"/>
        </w:r>
        <w:r w:rsidR="00661D56">
          <w:rPr>
            <w:webHidden/>
            <w:sz w:val="20"/>
            <w:szCs w:val="20"/>
          </w:rPr>
          <w:t>16-36</w:t>
        </w:r>
        <w:r w:rsidRPr="0043549E">
          <w:rPr>
            <w:webHidden/>
            <w:sz w:val="20"/>
            <w:szCs w:val="20"/>
          </w:rPr>
          <w:fldChar w:fldCharType="end"/>
        </w:r>
      </w:hyperlink>
    </w:p>
    <w:p w14:paraId="0E9F0813" w14:textId="79EC9982" w:rsidR="0043549E" w:rsidRPr="0043549E" w:rsidRDefault="0043549E">
      <w:pPr>
        <w:pStyle w:val="TOC5"/>
        <w:tabs>
          <w:tab w:val="left" w:pos="3614"/>
        </w:tabs>
        <w:rPr>
          <w:rFonts w:eastAsiaTheme="minorEastAsia"/>
          <w:i w:val="0"/>
          <w:kern w:val="2"/>
          <w:sz w:val="20"/>
          <w:szCs w:val="20"/>
          <w14:ligatures w14:val="standardContextual"/>
        </w:rPr>
      </w:pPr>
      <w:hyperlink w:anchor="_Toc214886930" w:history="1">
        <w:r w:rsidRPr="0043549E">
          <w:rPr>
            <w:rStyle w:val="Hyperlink"/>
            <w:i w:val="0"/>
            <w:sz w:val="20"/>
            <w:szCs w:val="20"/>
          </w:rPr>
          <w:t>16.11.1.1.1</w:t>
        </w:r>
        <w:r w:rsidRPr="0043549E">
          <w:rPr>
            <w:rFonts w:eastAsiaTheme="minorEastAsia"/>
            <w:i w:val="0"/>
            <w:kern w:val="2"/>
            <w:sz w:val="20"/>
            <w:szCs w:val="20"/>
            <w14:ligatures w14:val="standardContextual"/>
          </w:rPr>
          <w:tab/>
        </w:r>
        <w:r w:rsidRPr="0043549E">
          <w:rPr>
            <w:rStyle w:val="Hyperlink"/>
            <w:i w:val="0"/>
            <w:sz w:val="20"/>
            <w:szCs w:val="20"/>
          </w:rPr>
          <w:t>Failure to Maintain Eligibility</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_Toc214886930 \h </w:instrText>
        </w:r>
        <w:r w:rsidRPr="0043549E">
          <w:rPr>
            <w:i w:val="0"/>
            <w:webHidden/>
            <w:sz w:val="20"/>
            <w:szCs w:val="20"/>
          </w:rPr>
        </w:r>
        <w:r w:rsidRPr="0043549E">
          <w:rPr>
            <w:i w:val="0"/>
            <w:webHidden/>
            <w:sz w:val="20"/>
            <w:szCs w:val="20"/>
          </w:rPr>
          <w:fldChar w:fldCharType="separate"/>
        </w:r>
        <w:r w:rsidR="00661D56">
          <w:rPr>
            <w:i w:val="0"/>
            <w:webHidden/>
            <w:sz w:val="20"/>
            <w:szCs w:val="20"/>
          </w:rPr>
          <w:t>16-37</w:t>
        </w:r>
        <w:r w:rsidRPr="0043549E">
          <w:rPr>
            <w:i w:val="0"/>
            <w:webHidden/>
            <w:sz w:val="20"/>
            <w:szCs w:val="20"/>
          </w:rPr>
          <w:fldChar w:fldCharType="end"/>
        </w:r>
      </w:hyperlink>
    </w:p>
    <w:p w14:paraId="06057BE0" w14:textId="1CBE62C6" w:rsidR="0043549E" w:rsidRPr="0043549E" w:rsidRDefault="0043549E">
      <w:pPr>
        <w:pStyle w:val="TOC3"/>
        <w:rPr>
          <w:rFonts w:eastAsiaTheme="minorEastAsia"/>
          <w:i w:val="0"/>
          <w:iCs w:val="0"/>
          <w:noProof/>
          <w:kern w:val="2"/>
          <w14:ligatures w14:val="standardContextual"/>
        </w:rPr>
      </w:pPr>
      <w:hyperlink w:anchor="_Toc214886931" w:history="1">
        <w:r w:rsidRPr="0043549E">
          <w:rPr>
            <w:rStyle w:val="Hyperlink"/>
            <w:i w:val="0"/>
            <w:iCs w:val="0"/>
            <w:noProof/>
          </w:rPr>
          <w:t>16.11.2</w:t>
        </w:r>
        <w:r w:rsidRPr="0043549E">
          <w:rPr>
            <w:rFonts w:eastAsiaTheme="minorEastAsia"/>
            <w:i w:val="0"/>
            <w:iCs w:val="0"/>
            <w:noProof/>
            <w:kern w:val="2"/>
            <w14:ligatures w14:val="standardContextual"/>
          </w:rPr>
          <w:tab/>
        </w:r>
        <w:r w:rsidRPr="0043549E">
          <w:rPr>
            <w:rStyle w:val="Hyperlink"/>
            <w:i w:val="0"/>
            <w:iCs w:val="0"/>
            <w:noProof/>
          </w:rPr>
          <w:t>[RESERVED]</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_Toc214886931 \h </w:instrText>
        </w:r>
        <w:r w:rsidRPr="0043549E">
          <w:rPr>
            <w:i w:val="0"/>
            <w:iCs w:val="0"/>
            <w:noProof/>
            <w:webHidden/>
          </w:rPr>
        </w:r>
        <w:r w:rsidRPr="0043549E">
          <w:rPr>
            <w:i w:val="0"/>
            <w:iCs w:val="0"/>
            <w:noProof/>
            <w:webHidden/>
          </w:rPr>
          <w:fldChar w:fldCharType="separate"/>
        </w:r>
        <w:r w:rsidR="00661D56">
          <w:rPr>
            <w:i w:val="0"/>
            <w:iCs w:val="0"/>
            <w:noProof/>
            <w:webHidden/>
          </w:rPr>
          <w:t>16-37</w:t>
        </w:r>
        <w:r w:rsidRPr="0043549E">
          <w:rPr>
            <w:i w:val="0"/>
            <w:iCs w:val="0"/>
            <w:noProof/>
            <w:webHidden/>
          </w:rPr>
          <w:fldChar w:fldCharType="end"/>
        </w:r>
      </w:hyperlink>
    </w:p>
    <w:p w14:paraId="1B6DF1FB" w14:textId="6032026D" w:rsidR="0043549E" w:rsidRPr="0043549E" w:rsidRDefault="0043549E">
      <w:pPr>
        <w:pStyle w:val="TOC3"/>
        <w:rPr>
          <w:rFonts w:eastAsiaTheme="minorEastAsia"/>
          <w:i w:val="0"/>
          <w:iCs w:val="0"/>
          <w:noProof/>
          <w:kern w:val="2"/>
          <w14:ligatures w14:val="standardContextual"/>
        </w:rPr>
      </w:pPr>
      <w:hyperlink w:anchor="_Toc214886932" w:history="1">
        <w:r w:rsidRPr="0043549E">
          <w:rPr>
            <w:rStyle w:val="Hyperlink"/>
            <w:i w:val="0"/>
            <w:iCs w:val="0"/>
            <w:noProof/>
          </w:rPr>
          <w:t>16.11.3</w:t>
        </w:r>
        <w:r w:rsidRPr="0043549E">
          <w:rPr>
            <w:rFonts w:eastAsiaTheme="minorEastAsia"/>
            <w:i w:val="0"/>
            <w:iCs w:val="0"/>
            <w:noProof/>
            <w:kern w:val="2"/>
            <w14:ligatures w14:val="standardContextual"/>
          </w:rPr>
          <w:tab/>
        </w:r>
        <w:r w:rsidRPr="0043549E">
          <w:rPr>
            <w:rStyle w:val="Hyperlink"/>
            <w:i w:val="0"/>
            <w:iCs w:val="0"/>
            <w:noProof/>
          </w:rPr>
          <w:t>Alternative Means of Satisfying ERCOT Creditworthiness Requirements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_Toc214886932 \h </w:instrText>
        </w:r>
        <w:r w:rsidRPr="0043549E">
          <w:rPr>
            <w:i w:val="0"/>
            <w:iCs w:val="0"/>
            <w:noProof/>
            <w:webHidden/>
          </w:rPr>
        </w:r>
        <w:r w:rsidRPr="0043549E">
          <w:rPr>
            <w:i w:val="0"/>
            <w:iCs w:val="0"/>
            <w:noProof/>
            <w:webHidden/>
          </w:rPr>
          <w:fldChar w:fldCharType="separate"/>
        </w:r>
        <w:r w:rsidR="00661D56">
          <w:rPr>
            <w:i w:val="0"/>
            <w:iCs w:val="0"/>
            <w:noProof/>
            <w:webHidden/>
          </w:rPr>
          <w:t>16-37</w:t>
        </w:r>
        <w:r w:rsidRPr="0043549E">
          <w:rPr>
            <w:i w:val="0"/>
            <w:iCs w:val="0"/>
            <w:noProof/>
            <w:webHidden/>
          </w:rPr>
          <w:fldChar w:fldCharType="end"/>
        </w:r>
      </w:hyperlink>
    </w:p>
    <w:p w14:paraId="63E8E719" w14:textId="41CD1683" w:rsidR="0043549E" w:rsidRPr="0043549E" w:rsidRDefault="0043549E">
      <w:pPr>
        <w:pStyle w:val="TOC3"/>
        <w:rPr>
          <w:rFonts w:eastAsiaTheme="minorEastAsia"/>
          <w:i w:val="0"/>
          <w:iCs w:val="0"/>
          <w:noProof/>
          <w:kern w:val="2"/>
          <w14:ligatures w14:val="standardContextual"/>
        </w:rPr>
      </w:pPr>
      <w:hyperlink w:anchor="_Toc214886933" w:history="1">
        <w:r w:rsidRPr="0043549E">
          <w:rPr>
            <w:rStyle w:val="Hyperlink"/>
            <w:i w:val="0"/>
            <w:iCs w:val="0"/>
            <w:noProof/>
          </w:rPr>
          <w:t>16.11.4</w:t>
        </w:r>
        <w:r w:rsidRPr="0043549E">
          <w:rPr>
            <w:rFonts w:eastAsiaTheme="minorEastAsia"/>
            <w:i w:val="0"/>
            <w:iCs w:val="0"/>
            <w:noProof/>
            <w:kern w:val="2"/>
            <w14:ligatures w14:val="standardContextual"/>
          </w:rPr>
          <w:tab/>
        </w:r>
        <w:r w:rsidRPr="0043549E">
          <w:rPr>
            <w:rStyle w:val="Hyperlink"/>
            <w:i w:val="0"/>
            <w:iCs w:val="0"/>
            <w:noProof/>
          </w:rPr>
          <w:t>Determination and Monitoring of Counter-Party Credit Exposure</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_Toc214886933 \h </w:instrText>
        </w:r>
        <w:r w:rsidRPr="0043549E">
          <w:rPr>
            <w:i w:val="0"/>
            <w:iCs w:val="0"/>
            <w:noProof/>
            <w:webHidden/>
          </w:rPr>
        </w:r>
        <w:r w:rsidRPr="0043549E">
          <w:rPr>
            <w:i w:val="0"/>
            <w:iCs w:val="0"/>
            <w:noProof/>
            <w:webHidden/>
          </w:rPr>
          <w:fldChar w:fldCharType="separate"/>
        </w:r>
        <w:r w:rsidR="00661D56">
          <w:rPr>
            <w:i w:val="0"/>
            <w:iCs w:val="0"/>
            <w:noProof/>
            <w:webHidden/>
          </w:rPr>
          <w:t>16-40</w:t>
        </w:r>
        <w:r w:rsidRPr="0043549E">
          <w:rPr>
            <w:i w:val="0"/>
            <w:iCs w:val="0"/>
            <w:noProof/>
            <w:webHidden/>
          </w:rPr>
          <w:fldChar w:fldCharType="end"/>
        </w:r>
      </w:hyperlink>
    </w:p>
    <w:p w14:paraId="78F69DC5" w14:textId="41DD84D0" w:rsidR="0043549E" w:rsidRPr="0043549E" w:rsidRDefault="0043549E">
      <w:pPr>
        <w:pStyle w:val="TOC4"/>
        <w:rPr>
          <w:rFonts w:eastAsiaTheme="minorEastAsia"/>
          <w:kern w:val="2"/>
          <w:sz w:val="20"/>
          <w:szCs w:val="20"/>
          <w14:ligatures w14:val="standardContextual"/>
        </w:rPr>
      </w:pPr>
      <w:hyperlink w:anchor="_Toc214886934" w:history="1">
        <w:r w:rsidRPr="0043549E">
          <w:rPr>
            <w:rStyle w:val="Hyperlink"/>
            <w:sz w:val="20"/>
            <w:szCs w:val="20"/>
          </w:rPr>
          <w:t>16.11.4.1</w:t>
        </w:r>
        <w:r w:rsidRPr="0043549E">
          <w:rPr>
            <w:rFonts w:eastAsiaTheme="minorEastAsia"/>
            <w:kern w:val="2"/>
            <w:sz w:val="20"/>
            <w:szCs w:val="20"/>
            <w14:ligatures w14:val="standardContextual"/>
          </w:rPr>
          <w:tab/>
        </w:r>
        <w:r w:rsidRPr="0043549E">
          <w:rPr>
            <w:rStyle w:val="Hyperlink"/>
            <w:sz w:val="20"/>
            <w:szCs w:val="20"/>
          </w:rPr>
          <w:t>Determination of Total Potential Exposure for a Counter-Party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_Toc214886934 \h </w:instrText>
        </w:r>
        <w:r w:rsidRPr="0043549E">
          <w:rPr>
            <w:webHidden/>
            <w:sz w:val="20"/>
            <w:szCs w:val="20"/>
          </w:rPr>
        </w:r>
        <w:r w:rsidRPr="0043549E">
          <w:rPr>
            <w:webHidden/>
            <w:sz w:val="20"/>
            <w:szCs w:val="20"/>
          </w:rPr>
          <w:fldChar w:fldCharType="separate"/>
        </w:r>
        <w:r w:rsidR="00661D56">
          <w:rPr>
            <w:webHidden/>
            <w:sz w:val="20"/>
            <w:szCs w:val="20"/>
          </w:rPr>
          <w:t>16-40</w:t>
        </w:r>
        <w:r w:rsidRPr="0043549E">
          <w:rPr>
            <w:webHidden/>
            <w:sz w:val="20"/>
            <w:szCs w:val="20"/>
          </w:rPr>
          <w:fldChar w:fldCharType="end"/>
        </w:r>
      </w:hyperlink>
    </w:p>
    <w:p w14:paraId="280F79CA" w14:textId="62EA51CD" w:rsidR="0043549E" w:rsidRPr="0043549E" w:rsidRDefault="0043549E">
      <w:pPr>
        <w:pStyle w:val="TOC4"/>
        <w:rPr>
          <w:rFonts w:eastAsiaTheme="minorEastAsia"/>
          <w:kern w:val="2"/>
          <w:sz w:val="20"/>
          <w:szCs w:val="20"/>
          <w14:ligatures w14:val="standardContextual"/>
        </w:rPr>
      </w:pPr>
      <w:hyperlink w:anchor="_Toc214886935" w:history="1">
        <w:r w:rsidRPr="0043549E">
          <w:rPr>
            <w:rStyle w:val="Hyperlink"/>
            <w:sz w:val="20"/>
            <w:szCs w:val="20"/>
          </w:rPr>
          <w:t>16.11.4.2</w:t>
        </w:r>
        <w:r w:rsidRPr="0043549E">
          <w:rPr>
            <w:rFonts w:eastAsiaTheme="minorEastAsia"/>
            <w:kern w:val="2"/>
            <w:sz w:val="20"/>
            <w:szCs w:val="20"/>
            <w14:ligatures w14:val="standardContextual"/>
          </w:rPr>
          <w:tab/>
        </w:r>
        <w:r w:rsidRPr="0043549E">
          <w:rPr>
            <w:rStyle w:val="Hyperlink"/>
            <w:sz w:val="20"/>
            <w:szCs w:val="20"/>
          </w:rPr>
          <w:t>Determination of Counter-Party Initial Estimated Liability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_Toc214886935 \h </w:instrText>
        </w:r>
        <w:r w:rsidRPr="0043549E">
          <w:rPr>
            <w:webHidden/>
            <w:sz w:val="20"/>
            <w:szCs w:val="20"/>
          </w:rPr>
        </w:r>
        <w:r w:rsidRPr="0043549E">
          <w:rPr>
            <w:webHidden/>
            <w:sz w:val="20"/>
            <w:szCs w:val="20"/>
          </w:rPr>
          <w:fldChar w:fldCharType="separate"/>
        </w:r>
        <w:r w:rsidR="00661D56">
          <w:rPr>
            <w:webHidden/>
            <w:sz w:val="20"/>
            <w:szCs w:val="20"/>
          </w:rPr>
          <w:t>16-46</w:t>
        </w:r>
        <w:r w:rsidRPr="0043549E">
          <w:rPr>
            <w:webHidden/>
            <w:sz w:val="20"/>
            <w:szCs w:val="20"/>
          </w:rPr>
          <w:fldChar w:fldCharType="end"/>
        </w:r>
      </w:hyperlink>
    </w:p>
    <w:p w14:paraId="74C01186" w14:textId="6828B829" w:rsidR="0043549E" w:rsidRPr="0043549E" w:rsidRDefault="0043549E">
      <w:pPr>
        <w:pStyle w:val="TOC4"/>
        <w:rPr>
          <w:rFonts w:eastAsiaTheme="minorEastAsia"/>
          <w:kern w:val="2"/>
          <w:sz w:val="20"/>
          <w:szCs w:val="20"/>
          <w14:ligatures w14:val="standardContextual"/>
        </w:rPr>
      </w:pPr>
      <w:hyperlink w:anchor="_Toc214886936" w:history="1">
        <w:r w:rsidRPr="0043549E">
          <w:rPr>
            <w:rStyle w:val="Hyperlink"/>
            <w:sz w:val="20"/>
            <w:szCs w:val="20"/>
          </w:rPr>
          <w:t>16.11.4.3</w:t>
        </w:r>
        <w:r w:rsidRPr="0043549E">
          <w:rPr>
            <w:rFonts w:eastAsiaTheme="minorEastAsia"/>
            <w:kern w:val="2"/>
            <w:sz w:val="20"/>
            <w:szCs w:val="20"/>
            <w14:ligatures w14:val="standardContextual"/>
          </w:rPr>
          <w:tab/>
        </w:r>
        <w:r w:rsidRPr="0043549E">
          <w:rPr>
            <w:rStyle w:val="Hyperlink"/>
            <w:sz w:val="20"/>
            <w:szCs w:val="20"/>
          </w:rPr>
          <w:t>Determination of Counter-Party Estimated Aggregate Liability</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_Toc214886936 \h </w:instrText>
        </w:r>
        <w:r w:rsidRPr="0043549E">
          <w:rPr>
            <w:webHidden/>
            <w:sz w:val="20"/>
            <w:szCs w:val="20"/>
          </w:rPr>
        </w:r>
        <w:r w:rsidRPr="0043549E">
          <w:rPr>
            <w:webHidden/>
            <w:sz w:val="20"/>
            <w:szCs w:val="20"/>
          </w:rPr>
          <w:fldChar w:fldCharType="separate"/>
        </w:r>
        <w:r w:rsidR="00661D56">
          <w:rPr>
            <w:webHidden/>
            <w:sz w:val="20"/>
            <w:szCs w:val="20"/>
          </w:rPr>
          <w:t>16-48</w:t>
        </w:r>
        <w:r w:rsidRPr="0043549E">
          <w:rPr>
            <w:webHidden/>
            <w:sz w:val="20"/>
            <w:szCs w:val="20"/>
          </w:rPr>
          <w:fldChar w:fldCharType="end"/>
        </w:r>
      </w:hyperlink>
    </w:p>
    <w:p w14:paraId="076D250A" w14:textId="11648EB6" w:rsidR="0043549E" w:rsidRPr="0043549E" w:rsidRDefault="0043549E">
      <w:pPr>
        <w:pStyle w:val="TOC5"/>
        <w:tabs>
          <w:tab w:val="left" w:pos="3614"/>
        </w:tabs>
        <w:rPr>
          <w:rFonts w:eastAsiaTheme="minorEastAsia"/>
          <w:i w:val="0"/>
          <w:kern w:val="2"/>
          <w:sz w:val="20"/>
          <w:szCs w:val="20"/>
          <w14:ligatures w14:val="standardContextual"/>
        </w:rPr>
      </w:pPr>
      <w:hyperlink w:anchor="_Toc214886937" w:history="1">
        <w:r w:rsidRPr="0043549E">
          <w:rPr>
            <w:rStyle w:val="Hyperlink"/>
            <w:i w:val="0"/>
            <w:sz w:val="20"/>
            <w:szCs w:val="20"/>
          </w:rPr>
          <w:t>16.11.4.3.1</w:t>
        </w:r>
        <w:r w:rsidRPr="0043549E">
          <w:rPr>
            <w:rFonts w:eastAsiaTheme="minorEastAsia"/>
            <w:i w:val="0"/>
            <w:kern w:val="2"/>
            <w:sz w:val="20"/>
            <w:szCs w:val="20"/>
            <w14:ligatures w14:val="standardContextual"/>
          </w:rPr>
          <w:tab/>
        </w:r>
        <w:r w:rsidRPr="0043549E">
          <w:rPr>
            <w:rStyle w:val="Hyperlink"/>
            <w:i w:val="0"/>
            <w:sz w:val="20"/>
            <w:szCs w:val="20"/>
          </w:rPr>
          <w:t>Day-Ahead Liability Estimate</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_Toc214886937 \h </w:instrText>
        </w:r>
        <w:r w:rsidRPr="0043549E">
          <w:rPr>
            <w:i w:val="0"/>
            <w:webHidden/>
            <w:sz w:val="20"/>
            <w:szCs w:val="20"/>
          </w:rPr>
        </w:r>
        <w:r w:rsidRPr="0043549E">
          <w:rPr>
            <w:i w:val="0"/>
            <w:webHidden/>
            <w:sz w:val="20"/>
            <w:szCs w:val="20"/>
          </w:rPr>
          <w:fldChar w:fldCharType="separate"/>
        </w:r>
        <w:r w:rsidR="00661D56">
          <w:rPr>
            <w:i w:val="0"/>
            <w:webHidden/>
            <w:sz w:val="20"/>
            <w:szCs w:val="20"/>
          </w:rPr>
          <w:t>16-55</w:t>
        </w:r>
        <w:r w:rsidRPr="0043549E">
          <w:rPr>
            <w:i w:val="0"/>
            <w:webHidden/>
            <w:sz w:val="20"/>
            <w:szCs w:val="20"/>
          </w:rPr>
          <w:fldChar w:fldCharType="end"/>
        </w:r>
      </w:hyperlink>
    </w:p>
    <w:p w14:paraId="01329EB8" w14:textId="4E9A2FBA" w:rsidR="0043549E" w:rsidRPr="0043549E" w:rsidRDefault="0043549E">
      <w:pPr>
        <w:pStyle w:val="TOC5"/>
        <w:tabs>
          <w:tab w:val="left" w:pos="3614"/>
        </w:tabs>
        <w:rPr>
          <w:rFonts w:eastAsiaTheme="minorEastAsia"/>
          <w:i w:val="0"/>
          <w:kern w:val="2"/>
          <w:sz w:val="20"/>
          <w:szCs w:val="20"/>
          <w14:ligatures w14:val="standardContextual"/>
        </w:rPr>
      </w:pPr>
      <w:hyperlink w:anchor="_Toc214886938" w:history="1">
        <w:r w:rsidRPr="0043549E">
          <w:rPr>
            <w:rStyle w:val="Hyperlink"/>
            <w:i w:val="0"/>
            <w:sz w:val="20"/>
            <w:szCs w:val="20"/>
          </w:rPr>
          <w:t>16.11.4.3.2</w:t>
        </w:r>
        <w:r w:rsidRPr="0043549E">
          <w:rPr>
            <w:rFonts w:eastAsiaTheme="minorEastAsia"/>
            <w:i w:val="0"/>
            <w:kern w:val="2"/>
            <w:sz w:val="20"/>
            <w:szCs w:val="20"/>
            <w14:ligatures w14:val="standardContextual"/>
          </w:rPr>
          <w:tab/>
        </w:r>
        <w:r w:rsidRPr="0043549E">
          <w:rPr>
            <w:rStyle w:val="Hyperlink"/>
            <w:i w:val="0"/>
            <w:sz w:val="20"/>
            <w:szCs w:val="20"/>
          </w:rPr>
          <w:t>Real-Time Liability Estimate</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_Toc214886938 \h </w:instrText>
        </w:r>
        <w:r w:rsidRPr="0043549E">
          <w:rPr>
            <w:i w:val="0"/>
            <w:webHidden/>
            <w:sz w:val="20"/>
            <w:szCs w:val="20"/>
          </w:rPr>
        </w:r>
        <w:r w:rsidRPr="0043549E">
          <w:rPr>
            <w:i w:val="0"/>
            <w:webHidden/>
            <w:sz w:val="20"/>
            <w:szCs w:val="20"/>
          </w:rPr>
          <w:fldChar w:fldCharType="separate"/>
        </w:r>
        <w:r w:rsidR="00661D56">
          <w:rPr>
            <w:i w:val="0"/>
            <w:webHidden/>
            <w:sz w:val="20"/>
            <w:szCs w:val="20"/>
          </w:rPr>
          <w:t>16-56</w:t>
        </w:r>
        <w:r w:rsidRPr="0043549E">
          <w:rPr>
            <w:i w:val="0"/>
            <w:webHidden/>
            <w:sz w:val="20"/>
            <w:szCs w:val="20"/>
          </w:rPr>
          <w:fldChar w:fldCharType="end"/>
        </w:r>
      </w:hyperlink>
    </w:p>
    <w:p w14:paraId="0DFFA129" w14:textId="277A9445" w:rsidR="0043549E" w:rsidRPr="0043549E" w:rsidRDefault="0043549E">
      <w:pPr>
        <w:pStyle w:val="TOC5"/>
        <w:tabs>
          <w:tab w:val="left" w:pos="3614"/>
        </w:tabs>
        <w:rPr>
          <w:rFonts w:eastAsiaTheme="minorEastAsia"/>
          <w:i w:val="0"/>
          <w:kern w:val="2"/>
          <w:sz w:val="20"/>
          <w:szCs w:val="20"/>
          <w14:ligatures w14:val="standardContextual"/>
        </w:rPr>
      </w:pPr>
      <w:hyperlink w:anchor="_Toc214886939" w:history="1">
        <w:r w:rsidRPr="0043549E">
          <w:rPr>
            <w:rStyle w:val="Hyperlink"/>
            <w:i w:val="0"/>
            <w:sz w:val="20"/>
            <w:szCs w:val="20"/>
          </w:rPr>
          <w:t>16.11.4.3.3</w:t>
        </w:r>
        <w:r w:rsidRPr="0043549E">
          <w:rPr>
            <w:rFonts w:eastAsiaTheme="minorEastAsia"/>
            <w:i w:val="0"/>
            <w:kern w:val="2"/>
            <w:sz w:val="20"/>
            <w:szCs w:val="20"/>
            <w14:ligatures w14:val="standardContextual"/>
          </w:rPr>
          <w:tab/>
        </w:r>
        <w:r w:rsidRPr="0043549E">
          <w:rPr>
            <w:rStyle w:val="Hyperlink"/>
            <w:i w:val="0"/>
            <w:sz w:val="20"/>
            <w:szCs w:val="20"/>
          </w:rPr>
          <w:t>Forward Adjustment Factors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_Toc214886939 \h </w:instrText>
        </w:r>
        <w:r w:rsidRPr="0043549E">
          <w:rPr>
            <w:i w:val="0"/>
            <w:webHidden/>
            <w:sz w:val="20"/>
            <w:szCs w:val="20"/>
          </w:rPr>
        </w:r>
        <w:r w:rsidRPr="0043549E">
          <w:rPr>
            <w:i w:val="0"/>
            <w:webHidden/>
            <w:sz w:val="20"/>
            <w:szCs w:val="20"/>
          </w:rPr>
          <w:fldChar w:fldCharType="separate"/>
        </w:r>
        <w:r w:rsidR="00661D56">
          <w:rPr>
            <w:i w:val="0"/>
            <w:webHidden/>
            <w:sz w:val="20"/>
            <w:szCs w:val="20"/>
          </w:rPr>
          <w:t>16-57</w:t>
        </w:r>
        <w:r w:rsidRPr="0043549E">
          <w:rPr>
            <w:i w:val="0"/>
            <w:webHidden/>
            <w:sz w:val="20"/>
            <w:szCs w:val="20"/>
          </w:rPr>
          <w:fldChar w:fldCharType="end"/>
        </w:r>
      </w:hyperlink>
    </w:p>
    <w:p w14:paraId="22D64ABC" w14:textId="2E93C418" w:rsidR="0043549E" w:rsidRPr="0043549E" w:rsidRDefault="0043549E">
      <w:pPr>
        <w:pStyle w:val="TOC4"/>
        <w:rPr>
          <w:rFonts w:eastAsiaTheme="minorEastAsia"/>
          <w:kern w:val="2"/>
          <w:sz w:val="20"/>
          <w:szCs w:val="20"/>
          <w14:ligatures w14:val="standardContextual"/>
        </w:rPr>
      </w:pPr>
      <w:hyperlink w:anchor="_Toc214886940" w:history="1">
        <w:r w:rsidRPr="0043549E">
          <w:rPr>
            <w:rStyle w:val="Hyperlink"/>
            <w:sz w:val="20"/>
            <w:szCs w:val="20"/>
          </w:rPr>
          <w:t>16.11.4.4</w:t>
        </w:r>
        <w:r w:rsidRPr="0043549E">
          <w:rPr>
            <w:rFonts w:eastAsiaTheme="minorEastAsia"/>
            <w:kern w:val="2"/>
            <w:sz w:val="20"/>
            <w:szCs w:val="20"/>
            <w14:ligatures w14:val="standardContextual"/>
          </w:rPr>
          <w:tab/>
        </w:r>
        <w:r w:rsidRPr="0043549E">
          <w:rPr>
            <w:rStyle w:val="Hyperlink"/>
            <w:sz w:val="20"/>
            <w:szCs w:val="20"/>
          </w:rPr>
          <w:t>[RESERVED]</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_Toc214886940 \h </w:instrText>
        </w:r>
        <w:r w:rsidRPr="0043549E">
          <w:rPr>
            <w:webHidden/>
            <w:sz w:val="20"/>
            <w:szCs w:val="20"/>
          </w:rPr>
        </w:r>
        <w:r w:rsidRPr="0043549E">
          <w:rPr>
            <w:webHidden/>
            <w:sz w:val="20"/>
            <w:szCs w:val="20"/>
          </w:rPr>
          <w:fldChar w:fldCharType="separate"/>
        </w:r>
        <w:r w:rsidR="00661D56">
          <w:rPr>
            <w:webHidden/>
            <w:sz w:val="20"/>
            <w:szCs w:val="20"/>
          </w:rPr>
          <w:t>16-59</w:t>
        </w:r>
        <w:r w:rsidRPr="0043549E">
          <w:rPr>
            <w:webHidden/>
            <w:sz w:val="20"/>
            <w:szCs w:val="20"/>
          </w:rPr>
          <w:fldChar w:fldCharType="end"/>
        </w:r>
      </w:hyperlink>
    </w:p>
    <w:p w14:paraId="11FDCD0D" w14:textId="38392296" w:rsidR="0043549E" w:rsidRPr="0043549E" w:rsidRDefault="0043549E">
      <w:pPr>
        <w:pStyle w:val="TOC4"/>
        <w:rPr>
          <w:rFonts w:eastAsiaTheme="minorEastAsia"/>
          <w:kern w:val="2"/>
          <w:sz w:val="20"/>
          <w:szCs w:val="20"/>
          <w14:ligatures w14:val="standardContextual"/>
        </w:rPr>
      </w:pPr>
      <w:hyperlink w:anchor="_Toc214886941" w:history="1">
        <w:r w:rsidRPr="0043549E">
          <w:rPr>
            <w:rStyle w:val="Hyperlink"/>
            <w:snapToGrid w:val="0"/>
            <w:sz w:val="20"/>
            <w:szCs w:val="20"/>
          </w:rPr>
          <w:t>16.11.4.5</w:t>
        </w:r>
        <w:r w:rsidRPr="0043549E">
          <w:rPr>
            <w:rFonts w:eastAsiaTheme="minorEastAsia"/>
            <w:kern w:val="2"/>
            <w:sz w:val="20"/>
            <w:szCs w:val="20"/>
            <w14:ligatures w14:val="standardContextual"/>
          </w:rPr>
          <w:tab/>
        </w:r>
        <w:r w:rsidRPr="0043549E">
          <w:rPr>
            <w:rStyle w:val="Hyperlink"/>
            <w:snapToGrid w:val="0"/>
            <w:sz w:val="20"/>
            <w:szCs w:val="20"/>
          </w:rPr>
          <w:t>Determination of the Counter-Party Future Credit Exposure</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_Toc214886941 \h </w:instrText>
        </w:r>
        <w:r w:rsidRPr="0043549E">
          <w:rPr>
            <w:webHidden/>
            <w:sz w:val="20"/>
            <w:szCs w:val="20"/>
          </w:rPr>
        </w:r>
        <w:r w:rsidRPr="0043549E">
          <w:rPr>
            <w:webHidden/>
            <w:sz w:val="20"/>
            <w:szCs w:val="20"/>
          </w:rPr>
          <w:fldChar w:fldCharType="separate"/>
        </w:r>
        <w:r w:rsidR="00661D56">
          <w:rPr>
            <w:webHidden/>
            <w:sz w:val="20"/>
            <w:szCs w:val="20"/>
          </w:rPr>
          <w:t>16-59</w:t>
        </w:r>
        <w:r w:rsidRPr="0043549E">
          <w:rPr>
            <w:webHidden/>
            <w:sz w:val="20"/>
            <w:szCs w:val="20"/>
          </w:rPr>
          <w:fldChar w:fldCharType="end"/>
        </w:r>
      </w:hyperlink>
    </w:p>
    <w:p w14:paraId="50B03723" w14:textId="76BB57C1" w:rsidR="0043549E" w:rsidRPr="0043549E" w:rsidRDefault="0043549E">
      <w:pPr>
        <w:pStyle w:val="TOC4"/>
        <w:rPr>
          <w:rFonts w:eastAsiaTheme="minorEastAsia"/>
          <w:kern w:val="2"/>
          <w:sz w:val="20"/>
          <w:szCs w:val="20"/>
          <w14:ligatures w14:val="standardContextual"/>
        </w:rPr>
      </w:pPr>
      <w:hyperlink w:anchor="_Toc214886942" w:history="1">
        <w:r w:rsidRPr="0043549E">
          <w:rPr>
            <w:rStyle w:val="Hyperlink"/>
            <w:sz w:val="20"/>
            <w:szCs w:val="20"/>
          </w:rPr>
          <w:t>16.11.4.6</w:t>
        </w:r>
        <w:r w:rsidRPr="0043549E">
          <w:rPr>
            <w:rFonts w:eastAsiaTheme="minorEastAsia"/>
            <w:kern w:val="2"/>
            <w:sz w:val="20"/>
            <w:szCs w:val="20"/>
            <w14:ligatures w14:val="standardContextual"/>
          </w:rPr>
          <w:tab/>
        </w:r>
        <w:r w:rsidRPr="0043549E">
          <w:rPr>
            <w:rStyle w:val="Hyperlink"/>
            <w:sz w:val="20"/>
            <w:szCs w:val="20"/>
          </w:rPr>
          <w:t>Determination of Counter-Party Available Credit Limits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_Toc214886942 \h </w:instrText>
        </w:r>
        <w:r w:rsidRPr="0043549E">
          <w:rPr>
            <w:webHidden/>
            <w:sz w:val="20"/>
            <w:szCs w:val="20"/>
          </w:rPr>
        </w:r>
        <w:r w:rsidRPr="0043549E">
          <w:rPr>
            <w:webHidden/>
            <w:sz w:val="20"/>
            <w:szCs w:val="20"/>
          </w:rPr>
          <w:fldChar w:fldCharType="separate"/>
        </w:r>
        <w:r w:rsidR="00661D56">
          <w:rPr>
            <w:webHidden/>
            <w:sz w:val="20"/>
            <w:szCs w:val="20"/>
          </w:rPr>
          <w:t>16-62</w:t>
        </w:r>
        <w:r w:rsidRPr="0043549E">
          <w:rPr>
            <w:webHidden/>
            <w:sz w:val="20"/>
            <w:szCs w:val="20"/>
          </w:rPr>
          <w:fldChar w:fldCharType="end"/>
        </w:r>
      </w:hyperlink>
    </w:p>
    <w:p w14:paraId="13401FE2" w14:textId="2C5A9583" w:rsidR="0043549E" w:rsidRPr="0043549E" w:rsidRDefault="0043549E">
      <w:pPr>
        <w:pStyle w:val="TOC5"/>
        <w:tabs>
          <w:tab w:val="left" w:pos="3614"/>
        </w:tabs>
        <w:rPr>
          <w:rFonts w:eastAsiaTheme="minorEastAsia"/>
          <w:i w:val="0"/>
          <w:kern w:val="2"/>
          <w:sz w:val="20"/>
          <w:szCs w:val="20"/>
          <w14:ligatures w14:val="standardContextual"/>
        </w:rPr>
      </w:pPr>
      <w:hyperlink w:anchor="_Toc214886943" w:history="1">
        <w:r w:rsidRPr="0043549E">
          <w:rPr>
            <w:rStyle w:val="Hyperlink"/>
            <w:i w:val="0"/>
            <w:sz w:val="20"/>
            <w:szCs w:val="20"/>
          </w:rPr>
          <w:t>16.11.4.6.1</w:t>
        </w:r>
        <w:r w:rsidRPr="0043549E">
          <w:rPr>
            <w:rFonts w:eastAsiaTheme="minorEastAsia"/>
            <w:i w:val="0"/>
            <w:kern w:val="2"/>
            <w:sz w:val="20"/>
            <w:szCs w:val="20"/>
            <w14:ligatures w14:val="standardContextual"/>
          </w:rPr>
          <w:tab/>
        </w:r>
        <w:r w:rsidRPr="0043549E">
          <w:rPr>
            <w:rStyle w:val="Hyperlink"/>
            <w:i w:val="0"/>
            <w:sz w:val="20"/>
            <w:szCs w:val="20"/>
          </w:rPr>
          <w:t>Credit Requirements for CRR Auction Participation</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_Toc214886943 \h </w:instrText>
        </w:r>
        <w:r w:rsidRPr="0043549E">
          <w:rPr>
            <w:i w:val="0"/>
            <w:webHidden/>
            <w:sz w:val="20"/>
            <w:szCs w:val="20"/>
          </w:rPr>
        </w:r>
        <w:r w:rsidRPr="0043549E">
          <w:rPr>
            <w:i w:val="0"/>
            <w:webHidden/>
            <w:sz w:val="20"/>
            <w:szCs w:val="20"/>
          </w:rPr>
          <w:fldChar w:fldCharType="separate"/>
        </w:r>
        <w:r w:rsidR="00661D56">
          <w:rPr>
            <w:i w:val="0"/>
            <w:webHidden/>
            <w:sz w:val="20"/>
            <w:szCs w:val="20"/>
          </w:rPr>
          <w:t>16-63</w:t>
        </w:r>
        <w:r w:rsidRPr="0043549E">
          <w:rPr>
            <w:i w:val="0"/>
            <w:webHidden/>
            <w:sz w:val="20"/>
            <w:szCs w:val="20"/>
          </w:rPr>
          <w:fldChar w:fldCharType="end"/>
        </w:r>
      </w:hyperlink>
    </w:p>
    <w:p w14:paraId="1E13DAF3" w14:textId="7E8EC432" w:rsidR="0043549E" w:rsidRPr="0043549E" w:rsidRDefault="0043549E">
      <w:pPr>
        <w:pStyle w:val="TOC5"/>
        <w:tabs>
          <w:tab w:val="left" w:pos="3614"/>
        </w:tabs>
        <w:rPr>
          <w:rFonts w:eastAsiaTheme="minorEastAsia"/>
          <w:i w:val="0"/>
          <w:kern w:val="2"/>
          <w:sz w:val="20"/>
          <w:szCs w:val="20"/>
          <w14:ligatures w14:val="standardContextual"/>
        </w:rPr>
      </w:pPr>
      <w:hyperlink w:anchor="_Toc214886944" w:history="1">
        <w:r w:rsidRPr="0043549E">
          <w:rPr>
            <w:rStyle w:val="Hyperlink"/>
            <w:i w:val="0"/>
            <w:sz w:val="20"/>
            <w:szCs w:val="20"/>
          </w:rPr>
          <w:t>16.11.4.6.2</w:t>
        </w:r>
        <w:r w:rsidRPr="0043549E">
          <w:rPr>
            <w:rFonts w:eastAsiaTheme="minorEastAsia"/>
            <w:i w:val="0"/>
            <w:kern w:val="2"/>
            <w:sz w:val="20"/>
            <w:szCs w:val="20"/>
            <w14:ligatures w14:val="standardContextual"/>
          </w:rPr>
          <w:tab/>
        </w:r>
        <w:r w:rsidRPr="0043549E">
          <w:rPr>
            <w:rStyle w:val="Hyperlink"/>
            <w:i w:val="0"/>
            <w:sz w:val="20"/>
            <w:szCs w:val="20"/>
          </w:rPr>
          <w:t>Credit Requirements for DAM Participation</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_Toc214886944 \h </w:instrText>
        </w:r>
        <w:r w:rsidRPr="0043549E">
          <w:rPr>
            <w:i w:val="0"/>
            <w:webHidden/>
            <w:sz w:val="20"/>
            <w:szCs w:val="20"/>
          </w:rPr>
        </w:r>
        <w:r w:rsidRPr="0043549E">
          <w:rPr>
            <w:i w:val="0"/>
            <w:webHidden/>
            <w:sz w:val="20"/>
            <w:szCs w:val="20"/>
          </w:rPr>
          <w:fldChar w:fldCharType="separate"/>
        </w:r>
        <w:r w:rsidR="00661D56">
          <w:rPr>
            <w:i w:val="0"/>
            <w:webHidden/>
            <w:sz w:val="20"/>
            <w:szCs w:val="20"/>
          </w:rPr>
          <w:t>16-64</w:t>
        </w:r>
        <w:r w:rsidRPr="0043549E">
          <w:rPr>
            <w:i w:val="0"/>
            <w:webHidden/>
            <w:sz w:val="20"/>
            <w:szCs w:val="20"/>
          </w:rPr>
          <w:fldChar w:fldCharType="end"/>
        </w:r>
      </w:hyperlink>
    </w:p>
    <w:p w14:paraId="7AC35871" w14:textId="7C6043F4" w:rsidR="0043549E" w:rsidRPr="0043549E" w:rsidRDefault="0043549E">
      <w:pPr>
        <w:pStyle w:val="TOC4"/>
        <w:rPr>
          <w:rFonts w:eastAsiaTheme="minorEastAsia"/>
          <w:kern w:val="2"/>
          <w:sz w:val="20"/>
          <w:szCs w:val="20"/>
          <w14:ligatures w14:val="standardContextual"/>
        </w:rPr>
      </w:pPr>
      <w:hyperlink w:anchor="_Toc214886945" w:history="1">
        <w:r w:rsidRPr="0043549E">
          <w:rPr>
            <w:rStyle w:val="Hyperlink"/>
            <w:sz w:val="20"/>
            <w:szCs w:val="20"/>
          </w:rPr>
          <w:t>16.11.4.7</w:t>
        </w:r>
        <w:r w:rsidRPr="0043549E">
          <w:rPr>
            <w:rFonts w:eastAsiaTheme="minorEastAsia"/>
            <w:kern w:val="2"/>
            <w:sz w:val="20"/>
            <w:szCs w:val="20"/>
            <w14:ligatures w14:val="standardContextual"/>
          </w:rPr>
          <w:tab/>
        </w:r>
        <w:r w:rsidRPr="0043549E">
          <w:rPr>
            <w:rStyle w:val="Hyperlink"/>
            <w:sz w:val="20"/>
            <w:szCs w:val="20"/>
          </w:rPr>
          <w:t>Credit Monitoring and Management Reports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_Toc214886945 \h </w:instrText>
        </w:r>
        <w:r w:rsidRPr="0043549E">
          <w:rPr>
            <w:webHidden/>
            <w:sz w:val="20"/>
            <w:szCs w:val="20"/>
          </w:rPr>
        </w:r>
        <w:r w:rsidRPr="0043549E">
          <w:rPr>
            <w:webHidden/>
            <w:sz w:val="20"/>
            <w:szCs w:val="20"/>
          </w:rPr>
          <w:fldChar w:fldCharType="separate"/>
        </w:r>
        <w:r w:rsidR="00661D56">
          <w:rPr>
            <w:webHidden/>
            <w:sz w:val="20"/>
            <w:szCs w:val="20"/>
          </w:rPr>
          <w:t>16-64</w:t>
        </w:r>
        <w:r w:rsidRPr="0043549E">
          <w:rPr>
            <w:webHidden/>
            <w:sz w:val="20"/>
            <w:szCs w:val="20"/>
          </w:rPr>
          <w:fldChar w:fldCharType="end"/>
        </w:r>
      </w:hyperlink>
    </w:p>
    <w:p w14:paraId="3324E1C9" w14:textId="205187F3" w:rsidR="0043549E" w:rsidRPr="0043549E" w:rsidRDefault="0043549E">
      <w:pPr>
        <w:pStyle w:val="TOC3"/>
        <w:rPr>
          <w:rFonts w:eastAsiaTheme="minorEastAsia"/>
          <w:i w:val="0"/>
          <w:iCs w:val="0"/>
          <w:noProof/>
          <w:kern w:val="2"/>
          <w14:ligatures w14:val="standardContextual"/>
        </w:rPr>
      </w:pPr>
      <w:hyperlink w:anchor="_Toc214886946" w:history="1">
        <w:r w:rsidRPr="0043549E">
          <w:rPr>
            <w:rStyle w:val="Hyperlink"/>
            <w:i w:val="0"/>
            <w:iCs w:val="0"/>
            <w:noProof/>
          </w:rPr>
          <w:t>16.11.5</w:t>
        </w:r>
        <w:r w:rsidRPr="0043549E">
          <w:rPr>
            <w:rFonts w:eastAsiaTheme="minorEastAsia"/>
            <w:i w:val="0"/>
            <w:iCs w:val="0"/>
            <w:noProof/>
            <w:kern w:val="2"/>
            <w14:ligatures w14:val="standardContextual"/>
          </w:rPr>
          <w:tab/>
        </w:r>
        <w:r w:rsidRPr="0043549E">
          <w:rPr>
            <w:rStyle w:val="Hyperlink"/>
            <w:i w:val="0"/>
            <w:iCs w:val="0"/>
            <w:noProof/>
          </w:rPr>
          <w:t>Monitoring of a Counter-Party’s Creditworthiness and Credit Exposure by ERCOT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_Toc214886946 \h </w:instrText>
        </w:r>
        <w:r w:rsidRPr="0043549E">
          <w:rPr>
            <w:i w:val="0"/>
            <w:iCs w:val="0"/>
            <w:noProof/>
            <w:webHidden/>
          </w:rPr>
        </w:r>
        <w:r w:rsidRPr="0043549E">
          <w:rPr>
            <w:i w:val="0"/>
            <w:iCs w:val="0"/>
            <w:noProof/>
            <w:webHidden/>
          </w:rPr>
          <w:fldChar w:fldCharType="separate"/>
        </w:r>
        <w:r w:rsidR="00661D56">
          <w:rPr>
            <w:i w:val="0"/>
            <w:iCs w:val="0"/>
            <w:noProof/>
            <w:webHidden/>
          </w:rPr>
          <w:t>16-65</w:t>
        </w:r>
        <w:r w:rsidRPr="0043549E">
          <w:rPr>
            <w:i w:val="0"/>
            <w:iCs w:val="0"/>
            <w:noProof/>
            <w:webHidden/>
          </w:rPr>
          <w:fldChar w:fldCharType="end"/>
        </w:r>
      </w:hyperlink>
    </w:p>
    <w:p w14:paraId="28F6A3E1" w14:textId="7D068110" w:rsidR="0043549E" w:rsidRPr="0043549E" w:rsidRDefault="0043549E">
      <w:pPr>
        <w:pStyle w:val="TOC3"/>
        <w:rPr>
          <w:rFonts w:eastAsiaTheme="minorEastAsia"/>
          <w:i w:val="0"/>
          <w:iCs w:val="0"/>
          <w:noProof/>
          <w:kern w:val="2"/>
          <w14:ligatures w14:val="standardContextual"/>
        </w:rPr>
      </w:pPr>
      <w:hyperlink w:anchor="_Toc214886947" w:history="1">
        <w:r w:rsidRPr="0043549E">
          <w:rPr>
            <w:rStyle w:val="Hyperlink"/>
            <w:i w:val="0"/>
            <w:iCs w:val="0"/>
            <w:noProof/>
          </w:rPr>
          <w:t>16.11.6</w:t>
        </w:r>
        <w:r w:rsidRPr="0043549E">
          <w:rPr>
            <w:rFonts w:eastAsiaTheme="minorEastAsia"/>
            <w:i w:val="0"/>
            <w:iCs w:val="0"/>
            <w:noProof/>
            <w:kern w:val="2"/>
            <w14:ligatures w14:val="standardContextual"/>
          </w:rPr>
          <w:tab/>
        </w:r>
        <w:r w:rsidRPr="0043549E">
          <w:rPr>
            <w:rStyle w:val="Hyperlink"/>
            <w:i w:val="0"/>
            <w:iCs w:val="0"/>
            <w:noProof/>
          </w:rPr>
          <w:t>Payment Breach and Late Payments by Market Participants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_Toc214886947 \h </w:instrText>
        </w:r>
        <w:r w:rsidRPr="0043549E">
          <w:rPr>
            <w:i w:val="0"/>
            <w:iCs w:val="0"/>
            <w:noProof/>
            <w:webHidden/>
          </w:rPr>
        </w:r>
        <w:r w:rsidRPr="0043549E">
          <w:rPr>
            <w:i w:val="0"/>
            <w:iCs w:val="0"/>
            <w:noProof/>
            <w:webHidden/>
          </w:rPr>
          <w:fldChar w:fldCharType="separate"/>
        </w:r>
        <w:r w:rsidR="00661D56">
          <w:rPr>
            <w:i w:val="0"/>
            <w:iCs w:val="0"/>
            <w:noProof/>
            <w:webHidden/>
          </w:rPr>
          <w:t>16-68</w:t>
        </w:r>
        <w:r w:rsidRPr="0043549E">
          <w:rPr>
            <w:i w:val="0"/>
            <w:iCs w:val="0"/>
            <w:noProof/>
            <w:webHidden/>
          </w:rPr>
          <w:fldChar w:fldCharType="end"/>
        </w:r>
      </w:hyperlink>
    </w:p>
    <w:p w14:paraId="18F9A9A2" w14:textId="6D10B549" w:rsidR="0043549E" w:rsidRPr="0043549E" w:rsidRDefault="0043549E">
      <w:pPr>
        <w:pStyle w:val="TOC4"/>
        <w:rPr>
          <w:rFonts w:eastAsiaTheme="minorEastAsia"/>
          <w:kern w:val="2"/>
          <w:sz w:val="20"/>
          <w:szCs w:val="20"/>
          <w14:ligatures w14:val="standardContextual"/>
        </w:rPr>
      </w:pPr>
      <w:hyperlink w:anchor="_Toc214886948" w:history="1">
        <w:r w:rsidRPr="0043549E">
          <w:rPr>
            <w:rStyle w:val="Hyperlink"/>
            <w:sz w:val="20"/>
            <w:szCs w:val="20"/>
          </w:rPr>
          <w:t>16.11.6.1</w:t>
        </w:r>
        <w:r w:rsidRPr="0043549E">
          <w:rPr>
            <w:rFonts w:eastAsiaTheme="minorEastAsia"/>
            <w:kern w:val="2"/>
            <w:sz w:val="20"/>
            <w:szCs w:val="20"/>
            <w14:ligatures w14:val="standardContextual"/>
          </w:rPr>
          <w:tab/>
        </w:r>
        <w:r w:rsidRPr="0043549E">
          <w:rPr>
            <w:rStyle w:val="Hyperlink"/>
            <w:sz w:val="20"/>
            <w:szCs w:val="20"/>
          </w:rPr>
          <w:t>ERCOT’s Remedies</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_Toc214886948 \h </w:instrText>
        </w:r>
        <w:r w:rsidRPr="0043549E">
          <w:rPr>
            <w:webHidden/>
            <w:sz w:val="20"/>
            <w:szCs w:val="20"/>
          </w:rPr>
        </w:r>
        <w:r w:rsidRPr="0043549E">
          <w:rPr>
            <w:webHidden/>
            <w:sz w:val="20"/>
            <w:szCs w:val="20"/>
          </w:rPr>
          <w:fldChar w:fldCharType="separate"/>
        </w:r>
        <w:r w:rsidR="00661D56">
          <w:rPr>
            <w:webHidden/>
            <w:sz w:val="20"/>
            <w:szCs w:val="20"/>
          </w:rPr>
          <w:t>16-69</w:t>
        </w:r>
        <w:r w:rsidRPr="0043549E">
          <w:rPr>
            <w:webHidden/>
            <w:sz w:val="20"/>
            <w:szCs w:val="20"/>
          </w:rPr>
          <w:fldChar w:fldCharType="end"/>
        </w:r>
      </w:hyperlink>
    </w:p>
    <w:p w14:paraId="3CED7CD9" w14:textId="124BBD03" w:rsidR="0043549E" w:rsidRPr="0043549E" w:rsidRDefault="0043549E">
      <w:pPr>
        <w:pStyle w:val="TOC5"/>
        <w:tabs>
          <w:tab w:val="left" w:pos="3614"/>
        </w:tabs>
        <w:rPr>
          <w:rFonts w:eastAsiaTheme="minorEastAsia"/>
          <w:i w:val="0"/>
          <w:kern w:val="2"/>
          <w:sz w:val="20"/>
          <w:szCs w:val="20"/>
          <w14:ligatures w14:val="standardContextual"/>
        </w:rPr>
      </w:pPr>
      <w:hyperlink w:anchor="_Toc214886949" w:history="1">
        <w:r w:rsidRPr="0043549E">
          <w:rPr>
            <w:rStyle w:val="Hyperlink"/>
            <w:i w:val="0"/>
            <w:sz w:val="20"/>
            <w:szCs w:val="20"/>
          </w:rPr>
          <w:t>16.11.6.1.1</w:t>
        </w:r>
        <w:r w:rsidRPr="0043549E">
          <w:rPr>
            <w:rFonts w:eastAsiaTheme="minorEastAsia"/>
            <w:i w:val="0"/>
            <w:kern w:val="2"/>
            <w:sz w:val="20"/>
            <w:szCs w:val="20"/>
            <w14:ligatures w14:val="standardContextual"/>
          </w:rPr>
          <w:tab/>
        </w:r>
        <w:r w:rsidRPr="0043549E">
          <w:rPr>
            <w:rStyle w:val="Hyperlink"/>
            <w:i w:val="0"/>
            <w:sz w:val="20"/>
            <w:szCs w:val="20"/>
          </w:rPr>
          <w:t>No Payments by ERCOT to Market Participant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_Toc214886949 \h </w:instrText>
        </w:r>
        <w:r w:rsidRPr="0043549E">
          <w:rPr>
            <w:i w:val="0"/>
            <w:webHidden/>
            <w:sz w:val="20"/>
            <w:szCs w:val="20"/>
          </w:rPr>
        </w:r>
        <w:r w:rsidRPr="0043549E">
          <w:rPr>
            <w:i w:val="0"/>
            <w:webHidden/>
            <w:sz w:val="20"/>
            <w:szCs w:val="20"/>
          </w:rPr>
          <w:fldChar w:fldCharType="separate"/>
        </w:r>
        <w:r w:rsidR="00661D56">
          <w:rPr>
            <w:i w:val="0"/>
            <w:webHidden/>
            <w:sz w:val="20"/>
            <w:szCs w:val="20"/>
          </w:rPr>
          <w:t>16-69</w:t>
        </w:r>
        <w:r w:rsidRPr="0043549E">
          <w:rPr>
            <w:i w:val="0"/>
            <w:webHidden/>
            <w:sz w:val="20"/>
            <w:szCs w:val="20"/>
          </w:rPr>
          <w:fldChar w:fldCharType="end"/>
        </w:r>
      </w:hyperlink>
    </w:p>
    <w:p w14:paraId="7DDB783B" w14:textId="07DC1D58" w:rsidR="0043549E" w:rsidRPr="0043549E" w:rsidRDefault="0043549E">
      <w:pPr>
        <w:pStyle w:val="TOC5"/>
        <w:tabs>
          <w:tab w:val="left" w:pos="3614"/>
        </w:tabs>
        <w:rPr>
          <w:rFonts w:eastAsiaTheme="minorEastAsia"/>
          <w:i w:val="0"/>
          <w:kern w:val="2"/>
          <w:sz w:val="20"/>
          <w:szCs w:val="20"/>
          <w14:ligatures w14:val="standardContextual"/>
        </w:rPr>
      </w:pPr>
      <w:hyperlink w:anchor="_Toc214886950" w:history="1">
        <w:r w:rsidRPr="0043549E">
          <w:rPr>
            <w:rStyle w:val="Hyperlink"/>
            <w:i w:val="0"/>
            <w:sz w:val="20"/>
            <w:szCs w:val="20"/>
          </w:rPr>
          <w:t>16.11.6.1.2</w:t>
        </w:r>
        <w:r w:rsidRPr="0043549E">
          <w:rPr>
            <w:rFonts w:eastAsiaTheme="minorEastAsia"/>
            <w:i w:val="0"/>
            <w:kern w:val="2"/>
            <w:sz w:val="20"/>
            <w:szCs w:val="20"/>
            <w14:ligatures w14:val="standardContextual"/>
          </w:rPr>
          <w:tab/>
        </w:r>
        <w:r w:rsidRPr="0043549E">
          <w:rPr>
            <w:rStyle w:val="Hyperlink"/>
            <w:i w:val="0"/>
            <w:sz w:val="20"/>
            <w:szCs w:val="20"/>
          </w:rPr>
          <w:t>ERCOT May Draw On, Hold or Distribute Funds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_Toc214886950 \h </w:instrText>
        </w:r>
        <w:r w:rsidRPr="0043549E">
          <w:rPr>
            <w:i w:val="0"/>
            <w:webHidden/>
            <w:sz w:val="20"/>
            <w:szCs w:val="20"/>
          </w:rPr>
        </w:r>
        <w:r w:rsidRPr="0043549E">
          <w:rPr>
            <w:i w:val="0"/>
            <w:webHidden/>
            <w:sz w:val="20"/>
            <w:szCs w:val="20"/>
          </w:rPr>
          <w:fldChar w:fldCharType="separate"/>
        </w:r>
        <w:r w:rsidR="00661D56">
          <w:rPr>
            <w:i w:val="0"/>
            <w:webHidden/>
            <w:sz w:val="20"/>
            <w:szCs w:val="20"/>
          </w:rPr>
          <w:t>16-70</w:t>
        </w:r>
        <w:r w:rsidRPr="0043549E">
          <w:rPr>
            <w:i w:val="0"/>
            <w:webHidden/>
            <w:sz w:val="20"/>
            <w:szCs w:val="20"/>
          </w:rPr>
          <w:fldChar w:fldCharType="end"/>
        </w:r>
      </w:hyperlink>
    </w:p>
    <w:p w14:paraId="67A062BF" w14:textId="68FE007F" w:rsidR="0043549E" w:rsidRPr="0043549E" w:rsidRDefault="0043549E">
      <w:pPr>
        <w:pStyle w:val="TOC5"/>
        <w:tabs>
          <w:tab w:val="left" w:pos="3614"/>
        </w:tabs>
        <w:rPr>
          <w:rFonts w:eastAsiaTheme="minorEastAsia"/>
          <w:i w:val="0"/>
          <w:kern w:val="2"/>
          <w:sz w:val="20"/>
          <w:szCs w:val="20"/>
          <w14:ligatures w14:val="standardContextual"/>
        </w:rPr>
      </w:pPr>
      <w:hyperlink w:anchor="_Toc214886951" w:history="1">
        <w:r w:rsidRPr="0043549E">
          <w:rPr>
            <w:rStyle w:val="Hyperlink"/>
            <w:i w:val="0"/>
            <w:sz w:val="20"/>
            <w:szCs w:val="20"/>
          </w:rPr>
          <w:t>16.11.6.1.3</w:t>
        </w:r>
        <w:r w:rsidRPr="0043549E">
          <w:rPr>
            <w:rFonts w:eastAsiaTheme="minorEastAsia"/>
            <w:i w:val="0"/>
            <w:kern w:val="2"/>
            <w:sz w:val="20"/>
            <w:szCs w:val="20"/>
            <w14:ligatures w14:val="standardContextual"/>
          </w:rPr>
          <w:tab/>
        </w:r>
        <w:r w:rsidRPr="0043549E">
          <w:rPr>
            <w:rStyle w:val="Hyperlink"/>
            <w:i w:val="0"/>
            <w:sz w:val="20"/>
            <w:szCs w:val="20"/>
          </w:rPr>
          <w:t>Aggregate Amount Owed by Breaching Market Participant Immediately Due</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_Toc214886951 \h </w:instrText>
        </w:r>
        <w:r w:rsidRPr="0043549E">
          <w:rPr>
            <w:i w:val="0"/>
            <w:webHidden/>
            <w:sz w:val="20"/>
            <w:szCs w:val="20"/>
          </w:rPr>
        </w:r>
        <w:r w:rsidRPr="0043549E">
          <w:rPr>
            <w:i w:val="0"/>
            <w:webHidden/>
            <w:sz w:val="20"/>
            <w:szCs w:val="20"/>
          </w:rPr>
          <w:fldChar w:fldCharType="separate"/>
        </w:r>
        <w:r w:rsidR="00661D56">
          <w:rPr>
            <w:i w:val="0"/>
            <w:webHidden/>
            <w:sz w:val="20"/>
            <w:szCs w:val="20"/>
          </w:rPr>
          <w:t>16-70</w:t>
        </w:r>
        <w:r w:rsidRPr="0043549E">
          <w:rPr>
            <w:i w:val="0"/>
            <w:webHidden/>
            <w:sz w:val="20"/>
            <w:szCs w:val="20"/>
          </w:rPr>
          <w:fldChar w:fldCharType="end"/>
        </w:r>
      </w:hyperlink>
    </w:p>
    <w:p w14:paraId="0EF92835" w14:textId="4D552E4B" w:rsidR="0043549E" w:rsidRPr="0043549E" w:rsidRDefault="0043549E">
      <w:pPr>
        <w:pStyle w:val="TOC5"/>
        <w:tabs>
          <w:tab w:val="left" w:pos="3614"/>
        </w:tabs>
        <w:rPr>
          <w:rFonts w:eastAsiaTheme="minorEastAsia"/>
          <w:i w:val="0"/>
          <w:kern w:val="2"/>
          <w:sz w:val="20"/>
          <w:szCs w:val="20"/>
          <w14:ligatures w14:val="standardContextual"/>
        </w:rPr>
      </w:pPr>
      <w:hyperlink w:anchor="_Toc214886952" w:history="1">
        <w:r w:rsidRPr="0043549E">
          <w:rPr>
            <w:rStyle w:val="Hyperlink"/>
            <w:i w:val="0"/>
            <w:sz w:val="20"/>
            <w:szCs w:val="20"/>
          </w:rPr>
          <w:t>16.11.6.1.4</w:t>
        </w:r>
        <w:r w:rsidRPr="0043549E">
          <w:rPr>
            <w:rFonts w:eastAsiaTheme="minorEastAsia"/>
            <w:i w:val="0"/>
            <w:kern w:val="2"/>
            <w:sz w:val="20"/>
            <w:szCs w:val="20"/>
            <w14:ligatures w14:val="standardContextual"/>
          </w:rPr>
          <w:tab/>
        </w:r>
        <w:r w:rsidRPr="0043549E">
          <w:rPr>
            <w:rStyle w:val="Hyperlink"/>
            <w:i w:val="0"/>
            <w:sz w:val="20"/>
            <w:szCs w:val="20"/>
          </w:rPr>
          <w:t>Repossession of CRRs by ERCOT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_Toc214886952 \h </w:instrText>
        </w:r>
        <w:r w:rsidRPr="0043549E">
          <w:rPr>
            <w:i w:val="0"/>
            <w:webHidden/>
            <w:sz w:val="20"/>
            <w:szCs w:val="20"/>
          </w:rPr>
        </w:r>
        <w:r w:rsidRPr="0043549E">
          <w:rPr>
            <w:i w:val="0"/>
            <w:webHidden/>
            <w:sz w:val="20"/>
            <w:szCs w:val="20"/>
          </w:rPr>
          <w:fldChar w:fldCharType="separate"/>
        </w:r>
        <w:r w:rsidR="00661D56">
          <w:rPr>
            <w:i w:val="0"/>
            <w:webHidden/>
            <w:sz w:val="20"/>
            <w:szCs w:val="20"/>
          </w:rPr>
          <w:t>16-70</w:t>
        </w:r>
        <w:r w:rsidRPr="0043549E">
          <w:rPr>
            <w:i w:val="0"/>
            <w:webHidden/>
            <w:sz w:val="20"/>
            <w:szCs w:val="20"/>
          </w:rPr>
          <w:fldChar w:fldCharType="end"/>
        </w:r>
      </w:hyperlink>
    </w:p>
    <w:p w14:paraId="07884589" w14:textId="35D9B94F" w:rsidR="0043549E" w:rsidRPr="0043549E" w:rsidRDefault="0043549E">
      <w:pPr>
        <w:pStyle w:val="TOC5"/>
        <w:tabs>
          <w:tab w:val="left" w:pos="3614"/>
        </w:tabs>
        <w:rPr>
          <w:rFonts w:eastAsiaTheme="minorEastAsia"/>
          <w:i w:val="0"/>
          <w:kern w:val="2"/>
          <w:sz w:val="20"/>
          <w:szCs w:val="20"/>
          <w14:ligatures w14:val="standardContextual"/>
        </w:rPr>
      </w:pPr>
      <w:hyperlink w:anchor="_Toc214886953" w:history="1">
        <w:r w:rsidRPr="0043549E">
          <w:rPr>
            <w:rStyle w:val="Hyperlink"/>
            <w:i w:val="0"/>
            <w:sz w:val="20"/>
            <w:szCs w:val="20"/>
          </w:rPr>
          <w:t>16.11.6.1.5</w:t>
        </w:r>
        <w:r w:rsidRPr="0043549E">
          <w:rPr>
            <w:rFonts w:eastAsiaTheme="minorEastAsia"/>
            <w:i w:val="0"/>
            <w:kern w:val="2"/>
            <w:sz w:val="20"/>
            <w:szCs w:val="20"/>
            <w14:ligatures w14:val="standardContextual"/>
          </w:rPr>
          <w:tab/>
        </w:r>
        <w:r w:rsidRPr="0043549E">
          <w:rPr>
            <w:rStyle w:val="Hyperlink"/>
            <w:i w:val="0"/>
            <w:sz w:val="20"/>
            <w:szCs w:val="20"/>
          </w:rPr>
          <w:t>Declaration of Forfeit of CRRs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_Toc214886953 \h </w:instrText>
        </w:r>
        <w:r w:rsidRPr="0043549E">
          <w:rPr>
            <w:i w:val="0"/>
            <w:webHidden/>
            <w:sz w:val="20"/>
            <w:szCs w:val="20"/>
          </w:rPr>
        </w:r>
        <w:r w:rsidRPr="0043549E">
          <w:rPr>
            <w:i w:val="0"/>
            <w:webHidden/>
            <w:sz w:val="20"/>
            <w:szCs w:val="20"/>
          </w:rPr>
          <w:fldChar w:fldCharType="separate"/>
        </w:r>
        <w:r w:rsidR="00661D56">
          <w:rPr>
            <w:i w:val="0"/>
            <w:webHidden/>
            <w:sz w:val="20"/>
            <w:szCs w:val="20"/>
          </w:rPr>
          <w:t>16-71</w:t>
        </w:r>
        <w:r w:rsidRPr="0043549E">
          <w:rPr>
            <w:i w:val="0"/>
            <w:webHidden/>
            <w:sz w:val="20"/>
            <w:szCs w:val="20"/>
          </w:rPr>
          <w:fldChar w:fldCharType="end"/>
        </w:r>
      </w:hyperlink>
    </w:p>
    <w:p w14:paraId="11E048CD" w14:textId="07B7F2C4" w:rsidR="0043549E" w:rsidRPr="0043549E" w:rsidRDefault="0043549E">
      <w:pPr>
        <w:pStyle w:val="TOC5"/>
        <w:tabs>
          <w:tab w:val="left" w:pos="3614"/>
        </w:tabs>
        <w:rPr>
          <w:rFonts w:eastAsiaTheme="minorEastAsia"/>
          <w:i w:val="0"/>
          <w:kern w:val="2"/>
          <w:sz w:val="20"/>
          <w:szCs w:val="20"/>
          <w14:ligatures w14:val="standardContextual"/>
        </w:rPr>
      </w:pPr>
      <w:hyperlink w:anchor="_Toc214886954" w:history="1">
        <w:r w:rsidRPr="0043549E">
          <w:rPr>
            <w:rStyle w:val="Hyperlink"/>
            <w:i w:val="0"/>
            <w:sz w:val="20"/>
            <w:szCs w:val="20"/>
          </w:rPr>
          <w:t>16.11.6.1.6</w:t>
        </w:r>
        <w:r w:rsidRPr="0043549E">
          <w:rPr>
            <w:rFonts w:eastAsiaTheme="minorEastAsia"/>
            <w:i w:val="0"/>
            <w:kern w:val="2"/>
            <w:sz w:val="20"/>
            <w:szCs w:val="20"/>
            <w14:ligatures w14:val="standardContextual"/>
          </w:rPr>
          <w:tab/>
        </w:r>
        <w:r w:rsidRPr="0043549E">
          <w:rPr>
            <w:rStyle w:val="Hyperlink"/>
            <w:i w:val="0"/>
            <w:sz w:val="20"/>
            <w:szCs w:val="20"/>
          </w:rPr>
          <w:t>Liquidation of Repossessed or Forfeited CRRs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_Toc214886954 \h </w:instrText>
        </w:r>
        <w:r w:rsidRPr="0043549E">
          <w:rPr>
            <w:i w:val="0"/>
            <w:webHidden/>
            <w:sz w:val="20"/>
            <w:szCs w:val="20"/>
          </w:rPr>
        </w:r>
        <w:r w:rsidRPr="0043549E">
          <w:rPr>
            <w:i w:val="0"/>
            <w:webHidden/>
            <w:sz w:val="20"/>
            <w:szCs w:val="20"/>
          </w:rPr>
          <w:fldChar w:fldCharType="separate"/>
        </w:r>
        <w:r w:rsidR="00661D56">
          <w:rPr>
            <w:i w:val="0"/>
            <w:webHidden/>
            <w:sz w:val="20"/>
            <w:szCs w:val="20"/>
          </w:rPr>
          <w:t>16-72</w:t>
        </w:r>
        <w:r w:rsidRPr="0043549E">
          <w:rPr>
            <w:i w:val="0"/>
            <w:webHidden/>
            <w:sz w:val="20"/>
            <w:szCs w:val="20"/>
          </w:rPr>
          <w:fldChar w:fldCharType="end"/>
        </w:r>
      </w:hyperlink>
    </w:p>
    <w:p w14:paraId="6455A481" w14:textId="3223913B" w:rsidR="0043549E" w:rsidRPr="0043549E" w:rsidRDefault="0043549E">
      <w:pPr>
        <w:pStyle w:val="TOC5"/>
        <w:tabs>
          <w:tab w:val="left" w:pos="3614"/>
        </w:tabs>
        <w:rPr>
          <w:rFonts w:eastAsiaTheme="minorEastAsia"/>
          <w:i w:val="0"/>
          <w:kern w:val="2"/>
          <w:sz w:val="20"/>
          <w:szCs w:val="20"/>
          <w14:ligatures w14:val="standardContextual"/>
        </w:rPr>
      </w:pPr>
      <w:hyperlink w:anchor="_Toc214886955" w:history="1">
        <w:r w:rsidRPr="0043549E">
          <w:rPr>
            <w:rStyle w:val="Hyperlink"/>
            <w:i w:val="0"/>
            <w:sz w:val="20"/>
            <w:szCs w:val="20"/>
          </w:rPr>
          <w:t>16.11.6.1.6</w:t>
        </w:r>
        <w:r w:rsidRPr="0043549E">
          <w:rPr>
            <w:rFonts w:eastAsiaTheme="minorEastAsia"/>
            <w:i w:val="0"/>
            <w:kern w:val="2"/>
            <w:sz w:val="20"/>
            <w:szCs w:val="20"/>
            <w14:ligatures w14:val="standardContextual"/>
          </w:rPr>
          <w:tab/>
        </w:r>
        <w:r w:rsidRPr="0043549E">
          <w:rPr>
            <w:rStyle w:val="Hyperlink"/>
            <w:i w:val="0"/>
            <w:sz w:val="20"/>
            <w:szCs w:val="20"/>
          </w:rPr>
          <w:t>Revocation of a Market Participant’s Rights and Termination of Agreements</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_Toc214886955 \h </w:instrText>
        </w:r>
        <w:r w:rsidRPr="0043549E">
          <w:rPr>
            <w:i w:val="0"/>
            <w:webHidden/>
            <w:sz w:val="20"/>
            <w:szCs w:val="20"/>
          </w:rPr>
        </w:r>
        <w:r w:rsidRPr="0043549E">
          <w:rPr>
            <w:i w:val="0"/>
            <w:webHidden/>
            <w:sz w:val="20"/>
            <w:szCs w:val="20"/>
          </w:rPr>
          <w:fldChar w:fldCharType="separate"/>
        </w:r>
        <w:r w:rsidR="00661D56">
          <w:rPr>
            <w:i w:val="0"/>
            <w:webHidden/>
            <w:sz w:val="20"/>
            <w:szCs w:val="20"/>
          </w:rPr>
          <w:t>16-74</w:t>
        </w:r>
        <w:r w:rsidRPr="0043549E">
          <w:rPr>
            <w:i w:val="0"/>
            <w:webHidden/>
            <w:sz w:val="20"/>
            <w:szCs w:val="20"/>
          </w:rPr>
          <w:fldChar w:fldCharType="end"/>
        </w:r>
      </w:hyperlink>
    </w:p>
    <w:p w14:paraId="4494E65E" w14:textId="0F697399" w:rsidR="0043549E" w:rsidRPr="0043549E" w:rsidRDefault="0043549E">
      <w:pPr>
        <w:pStyle w:val="TOC4"/>
        <w:rPr>
          <w:rFonts w:eastAsiaTheme="minorEastAsia"/>
          <w:kern w:val="2"/>
          <w:sz w:val="20"/>
          <w:szCs w:val="20"/>
          <w14:ligatures w14:val="standardContextual"/>
        </w:rPr>
      </w:pPr>
      <w:hyperlink w:anchor="_Toc214886956" w:history="1">
        <w:r w:rsidRPr="0043549E">
          <w:rPr>
            <w:rStyle w:val="Hyperlink"/>
            <w:sz w:val="20"/>
            <w:szCs w:val="20"/>
          </w:rPr>
          <w:t>16.11.6.2</w:t>
        </w:r>
        <w:r w:rsidRPr="0043549E">
          <w:rPr>
            <w:rFonts w:eastAsiaTheme="minorEastAsia"/>
            <w:kern w:val="2"/>
            <w:sz w:val="20"/>
            <w:szCs w:val="20"/>
            <w14:ligatures w14:val="standardContextual"/>
          </w:rPr>
          <w:tab/>
        </w:r>
        <w:r w:rsidRPr="0043549E">
          <w:rPr>
            <w:rStyle w:val="Hyperlink"/>
            <w:sz w:val="20"/>
            <w:szCs w:val="20"/>
          </w:rPr>
          <w:t>ERCOT’s Remedies for Late Payments by a Market Participant</w:t>
        </w:r>
        <w:r w:rsidRPr="0043549E">
          <w:rPr>
            <w:webHidden/>
            <w:sz w:val="20"/>
            <w:szCs w:val="20"/>
          </w:rPr>
          <w:tab/>
        </w:r>
        <w:r w:rsidRPr="0043549E">
          <w:rPr>
            <w:webHidden/>
            <w:sz w:val="20"/>
            <w:szCs w:val="20"/>
          </w:rPr>
          <w:fldChar w:fldCharType="begin"/>
        </w:r>
        <w:r w:rsidRPr="0043549E">
          <w:rPr>
            <w:webHidden/>
            <w:sz w:val="20"/>
            <w:szCs w:val="20"/>
          </w:rPr>
          <w:instrText xml:space="preserve"> PAGEREF _Toc214886956 \h </w:instrText>
        </w:r>
        <w:r w:rsidRPr="0043549E">
          <w:rPr>
            <w:webHidden/>
            <w:sz w:val="20"/>
            <w:szCs w:val="20"/>
          </w:rPr>
        </w:r>
        <w:r w:rsidRPr="0043549E">
          <w:rPr>
            <w:webHidden/>
            <w:sz w:val="20"/>
            <w:szCs w:val="20"/>
          </w:rPr>
          <w:fldChar w:fldCharType="separate"/>
        </w:r>
        <w:r w:rsidR="00661D56">
          <w:rPr>
            <w:webHidden/>
            <w:sz w:val="20"/>
            <w:szCs w:val="20"/>
          </w:rPr>
          <w:t>16-74</w:t>
        </w:r>
        <w:r w:rsidRPr="0043549E">
          <w:rPr>
            <w:webHidden/>
            <w:sz w:val="20"/>
            <w:szCs w:val="20"/>
          </w:rPr>
          <w:fldChar w:fldCharType="end"/>
        </w:r>
      </w:hyperlink>
    </w:p>
    <w:p w14:paraId="1F568781" w14:textId="7B6F4A83" w:rsidR="0043549E" w:rsidRPr="0043549E" w:rsidRDefault="0043549E">
      <w:pPr>
        <w:pStyle w:val="TOC5"/>
        <w:tabs>
          <w:tab w:val="left" w:pos="3614"/>
        </w:tabs>
        <w:rPr>
          <w:rFonts w:eastAsiaTheme="minorEastAsia"/>
          <w:i w:val="0"/>
          <w:kern w:val="2"/>
          <w:sz w:val="20"/>
          <w:szCs w:val="20"/>
          <w14:ligatures w14:val="standardContextual"/>
        </w:rPr>
      </w:pPr>
      <w:hyperlink w:anchor="_Toc214886957" w:history="1">
        <w:r w:rsidRPr="0043549E">
          <w:rPr>
            <w:rStyle w:val="Hyperlink"/>
            <w:i w:val="0"/>
            <w:sz w:val="20"/>
            <w:szCs w:val="20"/>
          </w:rPr>
          <w:t>16.11.6.2.1</w:t>
        </w:r>
        <w:r w:rsidRPr="0043549E">
          <w:rPr>
            <w:rFonts w:eastAsiaTheme="minorEastAsia"/>
            <w:i w:val="0"/>
            <w:kern w:val="2"/>
            <w:sz w:val="20"/>
            <w:szCs w:val="20"/>
            <w14:ligatures w14:val="standardContextual"/>
          </w:rPr>
          <w:tab/>
        </w:r>
        <w:r w:rsidRPr="0043549E">
          <w:rPr>
            <w:rStyle w:val="Hyperlink"/>
            <w:i w:val="0"/>
            <w:sz w:val="20"/>
            <w:szCs w:val="20"/>
          </w:rPr>
          <w:t>First Late Payment in Any Rolling 12-Month Period</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_Toc214886957 \h </w:instrText>
        </w:r>
        <w:r w:rsidRPr="0043549E">
          <w:rPr>
            <w:i w:val="0"/>
            <w:webHidden/>
            <w:sz w:val="20"/>
            <w:szCs w:val="20"/>
          </w:rPr>
        </w:r>
        <w:r w:rsidRPr="0043549E">
          <w:rPr>
            <w:i w:val="0"/>
            <w:webHidden/>
            <w:sz w:val="20"/>
            <w:szCs w:val="20"/>
          </w:rPr>
          <w:fldChar w:fldCharType="separate"/>
        </w:r>
        <w:r w:rsidR="00661D56">
          <w:rPr>
            <w:i w:val="0"/>
            <w:webHidden/>
            <w:sz w:val="20"/>
            <w:szCs w:val="20"/>
          </w:rPr>
          <w:t>16-75</w:t>
        </w:r>
        <w:r w:rsidRPr="0043549E">
          <w:rPr>
            <w:i w:val="0"/>
            <w:webHidden/>
            <w:sz w:val="20"/>
            <w:szCs w:val="20"/>
          </w:rPr>
          <w:fldChar w:fldCharType="end"/>
        </w:r>
      </w:hyperlink>
    </w:p>
    <w:p w14:paraId="55993428" w14:textId="4F75CF09" w:rsidR="0043549E" w:rsidRPr="0043549E" w:rsidRDefault="0043549E">
      <w:pPr>
        <w:pStyle w:val="TOC5"/>
        <w:tabs>
          <w:tab w:val="left" w:pos="3614"/>
        </w:tabs>
        <w:rPr>
          <w:rFonts w:eastAsiaTheme="minorEastAsia"/>
          <w:i w:val="0"/>
          <w:kern w:val="2"/>
          <w:sz w:val="20"/>
          <w:szCs w:val="20"/>
          <w14:ligatures w14:val="standardContextual"/>
        </w:rPr>
      </w:pPr>
      <w:hyperlink w:anchor="_Toc214886958" w:history="1">
        <w:r w:rsidRPr="0043549E">
          <w:rPr>
            <w:rStyle w:val="Hyperlink"/>
            <w:i w:val="0"/>
            <w:sz w:val="20"/>
            <w:szCs w:val="20"/>
          </w:rPr>
          <w:t>16.11.6.2.2</w:t>
        </w:r>
        <w:r w:rsidRPr="0043549E">
          <w:rPr>
            <w:rFonts w:eastAsiaTheme="minorEastAsia"/>
            <w:i w:val="0"/>
            <w:kern w:val="2"/>
            <w:sz w:val="20"/>
            <w:szCs w:val="20"/>
            <w14:ligatures w14:val="standardContextual"/>
          </w:rPr>
          <w:tab/>
        </w:r>
        <w:r w:rsidRPr="0043549E">
          <w:rPr>
            <w:rStyle w:val="Hyperlink"/>
            <w:i w:val="0"/>
            <w:sz w:val="20"/>
            <w:szCs w:val="20"/>
          </w:rPr>
          <w:t>Second Late Payment in Any Rolling 12-Month Period</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_Toc214886958 \h </w:instrText>
        </w:r>
        <w:r w:rsidRPr="0043549E">
          <w:rPr>
            <w:i w:val="0"/>
            <w:webHidden/>
            <w:sz w:val="20"/>
            <w:szCs w:val="20"/>
          </w:rPr>
        </w:r>
        <w:r w:rsidRPr="0043549E">
          <w:rPr>
            <w:i w:val="0"/>
            <w:webHidden/>
            <w:sz w:val="20"/>
            <w:szCs w:val="20"/>
          </w:rPr>
          <w:fldChar w:fldCharType="separate"/>
        </w:r>
        <w:r w:rsidR="00661D56">
          <w:rPr>
            <w:i w:val="0"/>
            <w:webHidden/>
            <w:sz w:val="20"/>
            <w:szCs w:val="20"/>
          </w:rPr>
          <w:t>16-75</w:t>
        </w:r>
        <w:r w:rsidRPr="0043549E">
          <w:rPr>
            <w:i w:val="0"/>
            <w:webHidden/>
            <w:sz w:val="20"/>
            <w:szCs w:val="20"/>
          </w:rPr>
          <w:fldChar w:fldCharType="end"/>
        </w:r>
      </w:hyperlink>
    </w:p>
    <w:p w14:paraId="7172C9A1" w14:textId="2941E39F" w:rsidR="0043549E" w:rsidRPr="0043549E" w:rsidRDefault="0043549E">
      <w:pPr>
        <w:pStyle w:val="TOC5"/>
        <w:tabs>
          <w:tab w:val="left" w:pos="3614"/>
        </w:tabs>
        <w:rPr>
          <w:rFonts w:eastAsiaTheme="minorEastAsia"/>
          <w:i w:val="0"/>
          <w:kern w:val="2"/>
          <w:sz w:val="20"/>
          <w:szCs w:val="20"/>
          <w14:ligatures w14:val="standardContextual"/>
        </w:rPr>
      </w:pPr>
      <w:hyperlink w:anchor="_Toc214886959" w:history="1">
        <w:r w:rsidRPr="0043549E">
          <w:rPr>
            <w:rStyle w:val="Hyperlink"/>
            <w:i w:val="0"/>
            <w:sz w:val="20"/>
            <w:szCs w:val="20"/>
          </w:rPr>
          <w:t>16.11.6.2.3</w:t>
        </w:r>
        <w:r w:rsidRPr="0043549E">
          <w:rPr>
            <w:rFonts w:eastAsiaTheme="minorEastAsia"/>
            <w:i w:val="0"/>
            <w:kern w:val="2"/>
            <w:sz w:val="20"/>
            <w:szCs w:val="20"/>
            <w14:ligatures w14:val="standardContextual"/>
          </w:rPr>
          <w:tab/>
        </w:r>
        <w:r w:rsidRPr="0043549E">
          <w:rPr>
            <w:rStyle w:val="Hyperlink"/>
            <w:i w:val="0"/>
            <w:sz w:val="20"/>
            <w:szCs w:val="20"/>
          </w:rPr>
          <w:t>Third Late Payment in Any Rolling 12-Month Period</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_Toc214886959 \h </w:instrText>
        </w:r>
        <w:r w:rsidRPr="0043549E">
          <w:rPr>
            <w:i w:val="0"/>
            <w:webHidden/>
            <w:sz w:val="20"/>
            <w:szCs w:val="20"/>
          </w:rPr>
        </w:r>
        <w:r w:rsidRPr="0043549E">
          <w:rPr>
            <w:i w:val="0"/>
            <w:webHidden/>
            <w:sz w:val="20"/>
            <w:szCs w:val="20"/>
          </w:rPr>
          <w:fldChar w:fldCharType="separate"/>
        </w:r>
        <w:r w:rsidR="00661D56">
          <w:rPr>
            <w:i w:val="0"/>
            <w:webHidden/>
            <w:sz w:val="20"/>
            <w:szCs w:val="20"/>
          </w:rPr>
          <w:t>16-75</w:t>
        </w:r>
        <w:r w:rsidRPr="0043549E">
          <w:rPr>
            <w:i w:val="0"/>
            <w:webHidden/>
            <w:sz w:val="20"/>
            <w:szCs w:val="20"/>
          </w:rPr>
          <w:fldChar w:fldCharType="end"/>
        </w:r>
      </w:hyperlink>
    </w:p>
    <w:p w14:paraId="5BAE234B" w14:textId="785C23D2" w:rsidR="0043549E" w:rsidRPr="0043549E" w:rsidRDefault="0043549E">
      <w:pPr>
        <w:pStyle w:val="TOC5"/>
        <w:tabs>
          <w:tab w:val="left" w:pos="3614"/>
        </w:tabs>
        <w:rPr>
          <w:rFonts w:eastAsiaTheme="minorEastAsia"/>
          <w:i w:val="0"/>
          <w:kern w:val="2"/>
          <w:sz w:val="20"/>
          <w:szCs w:val="20"/>
          <w14:ligatures w14:val="standardContextual"/>
        </w:rPr>
      </w:pPr>
      <w:hyperlink w:anchor="_Toc214886960" w:history="1">
        <w:r w:rsidRPr="0043549E">
          <w:rPr>
            <w:rStyle w:val="Hyperlink"/>
            <w:i w:val="0"/>
            <w:sz w:val="20"/>
            <w:szCs w:val="20"/>
          </w:rPr>
          <w:t>16.11.6.2.4</w:t>
        </w:r>
        <w:r w:rsidRPr="0043549E">
          <w:rPr>
            <w:rFonts w:eastAsiaTheme="minorEastAsia"/>
            <w:i w:val="0"/>
            <w:kern w:val="2"/>
            <w:sz w:val="20"/>
            <w:szCs w:val="20"/>
            <w14:ligatures w14:val="standardContextual"/>
          </w:rPr>
          <w:tab/>
        </w:r>
        <w:r w:rsidRPr="0043549E">
          <w:rPr>
            <w:rStyle w:val="Hyperlink"/>
            <w:i w:val="0"/>
            <w:sz w:val="20"/>
            <w:szCs w:val="20"/>
          </w:rPr>
          <w:t>Fourth Late Payment in Any Rolling 12-Month Period</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_Toc214886960 \h </w:instrText>
        </w:r>
        <w:r w:rsidRPr="0043549E">
          <w:rPr>
            <w:i w:val="0"/>
            <w:webHidden/>
            <w:sz w:val="20"/>
            <w:szCs w:val="20"/>
          </w:rPr>
        </w:r>
        <w:r w:rsidRPr="0043549E">
          <w:rPr>
            <w:i w:val="0"/>
            <w:webHidden/>
            <w:sz w:val="20"/>
            <w:szCs w:val="20"/>
          </w:rPr>
          <w:fldChar w:fldCharType="separate"/>
        </w:r>
        <w:r w:rsidR="00661D56">
          <w:rPr>
            <w:i w:val="0"/>
            <w:webHidden/>
            <w:sz w:val="20"/>
            <w:szCs w:val="20"/>
          </w:rPr>
          <w:t>16-75</w:t>
        </w:r>
        <w:r w:rsidRPr="0043549E">
          <w:rPr>
            <w:i w:val="0"/>
            <w:webHidden/>
            <w:sz w:val="20"/>
            <w:szCs w:val="20"/>
          </w:rPr>
          <w:fldChar w:fldCharType="end"/>
        </w:r>
      </w:hyperlink>
    </w:p>
    <w:p w14:paraId="428CCD30" w14:textId="0221427A" w:rsidR="0043549E" w:rsidRPr="0043549E" w:rsidRDefault="0043549E">
      <w:pPr>
        <w:pStyle w:val="TOC5"/>
        <w:tabs>
          <w:tab w:val="left" w:pos="3614"/>
        </w:tabs>
        <w:rPr>
          <w:rFonts w:eastAsiaTheme="minorEastAsia"/>
          <w:i w:val="0"/>
          <w:kern w:val="2"/>
          <w:sz w:val="20"/>
          <w:szCs w:val="20"/>
          <w14:ligatures w14:val="standardContextual"/>
        </w:rPr>
      </w:pPr>
      <w:hyperlink w:anchor="_Toc214886961" w:history="1">
        <w:r w:rsidRPr="0043549E">
          <w:rPr>
            <w:rStyle w:val="Hyperlink"/>
            <w:i w:val="0"/>
            <w:sz w:val="20"/>
            <w:szCs w:val="20"/>
          </w:rPr>
          <w:t>16.11.6.2.5</w:t>
        </w:r>
        <w:r w:rsidRPr="0043549E">
          <w:rPr>
            <w:rFonts w:eastAsiaTheme="minorEastAsia"/>
            <w:i w:val="0"/>
            <w:kern w:val="2"/>
            <w:sz w:val="20"/>
            <w:szCs w:val="20"/>
            <w14:ligatures w14:val="standardContextual"/>
          </w:rPr>
          <w:tab/>
        </w:r>
        <w:r w:rsidRPr="0043549E">
          <w:rPr>
            <w:rStyle w:val="Hyperlink"/>
            <w:i w:val="0"/>
            <w:sz w:val="20"/>
            <w:szCs w:val="20"/>
          </w:rPr>
          <w:t>Level I Enforcement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_Toc214886961 \h </w:instrText>
        </w:r>
        <w:r w:rsidRPr="0043549E">
          <w:rPr>
            <w:i w:val="0"/>
            <w:webHidden/>
            <w:sz w:val="20"/>
            <w:szCs w:val="20"/>
          </w:rPr>
        </w:r>
        <w:r w:rsidRPr="0043549E">
          <w:rPr>
            <w:i w:val="0"/>
            <w:webHidden/>
            <w:sz w:val="20"/>
            <w:szCs w:val="20"/>
          </w:rPr>
          <w:fldChar w:fldCharType="separate"/>
        </w:r>
        <w:r w:rsidR="00661D56">
          <w:rPr>
            <w:i w:val="0"/>
            <w:webHidden/>
            <w:sz w:val="20"/>
            <w:szCs w:val="20"/>
          </w:rPr>
          <w:t>16-76</w:t>
        </w:r>
        <w:r w:rsidRPr="0043549E">
          <w:rPr>
            <w:i w:val="0"/>
            <w:webHidden/>
            <w:sz w:val="20"/>
            <w:szCs w:val="20"/>
          </w:rPr>
          <w:fldChar w:fldCharType="end"/>
        </w:r>
      </w:hyperlink>
    </w:p>
    <w:p w14:paraId="2EA87538" w14:textId="173AD23F" w:rsidR="0043549E" w:rsidRPr="0043549E" w:rsidRDefault="0043549E">
      <w:pPr>
        <w:pStyle w:val="TOC5"/>
        <w:tabs>
          <w:tab w:val="left" w:pos="3614"/>
        </w:tabs>
        <w:rPr>
          <w:rFonts w:eastAsiaTheme="minorEastAsia"/>
          <w:i w:val="0"/>
          <w:kern w:val="2"/>
          <w:sz w:val="20"/>
          <w:szCs w:val="20"/>
          <w14:ligatures w14:val="standardContextual"/>
        </w:rPr>
      </w:pPr>
      <w:hyperlink w:anchor="_Toc214886962" w:history="1">
        <w:r w:rsidRPr="0043549E">
          <w:rPr>
            <w:rStyle w:val="Hyperlink"/>
            <w:i w:val="0"/>
            <w:sz w:val="20"/>
            <w:szCs w:val="20"/>
          </w:rPr>
          <w:t>16.11.6.2.6</w:t>
        </w:r>
        <w:r w:rsidRPr="0043549E">
          <w:rPr>
            <w:rFonts w:eastAsiaTheme="minorEastAsia"/>
            <w:i w:val="0"/>
            <w:kern w:val="2"/>
            <w:sz w:val="20"/>
            <w:szCs w:val="20"/>
            <w14:ligatures w14:val="standardContextual"/>
          </w:rPr>
          <w:tab/>
        </w:r>
        <w:r w:rsidRPr="0043549E">
          <w:rPr>
            <w:rStyle w:val="Hyperlink"/>
            <w:i w:val="0"/>
            <w:sz w:val="20"/>
            <w:szCs w:val="20"/>
          </w:rPr>
          <w:t>Level II Enforcement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_Toc214886962 \h </w:instrText>
        </w:r>
        <w:r w:rsidRPr="0043549E">
          <w:rPr>
            <w:i w:val="0"/>
            <w:webHidden/>
            <w:sz w:val="20"/>
            <w:szCs w:val="20"/>
          </w:rPr>
        </w:r>
        <w:r w:rsidRPr="0043549E">
          <w:rPr>
            <w:i w:val="0"/>
            <w:webHidden/>
            <w:sz w:val="20"/>
            <w:szCs w:val="20"/>
          </w:rPr>
          <w:fldChar w:fldCharType="separate"/>
        </w:r>
        <w:r w:rsidR="00661D56">
          <w:rPr>
            <w:i w:val="0"/>
            <w:webHidden/>
            <w:sz w:val="20"/>
            <w:szCs w:val="20"/>
          </w:rPr>
          <w:t>16-76</w:t>
        </w:r>
        <w:r w:rsidRPr="0043549E">
          <w:rPr>
            <w:i w:val="0"/>
            <w:webHidden/>
            <w:sz w:val="20"/>
            <w:szCs w:val="20"/>
          </w:rPr>
          <w:fldChar w:fldCharType="end"/>
        </w:r>
      </w:hyperlink>
    </w:p>
    <w:p w14:paraId="0FA5A376" w14:textId="70562B1A" w:rsidR="0043549E" w:rsidRPr="0043549E" w:rsidRDefault="0043549E">
      <w:pPr>
        <w:pStyle w:val="TOC5"/>
        <w:tabs>
          <w:tab w:val="left" w:pos="3614"/>
        </w:tabs>
        <w:rPr>
          <w:rFonts w:eastAsiaTheme="minorEastAsia"/>
          <w:i w:val="0"/>
          <w:kern w:val="2"/>
          <w:sz w:val="20"/>
          <w:szCs w:val="20"/>
          <w14:ligatures w14:val="standardContextual"/>
        </w:rPr>
      </w:pPr>
      <w:hyperlink w:anchor="_Toc214886963" w:history="1">
        <w:r w:rsidRPr="0043549E">
          <w:rPr>
            <w:rStyle w:val="Hyperlink"/>
            <w:i w:val="0"/>
            <w:sz w:val="20"/>
            <w:szCs w:val="20"/>
          </w:rPr>
          <w:t>16.11.6.2.7</w:t>
        </w:r>
        <w:r w:rsidRPr="0043549E">
          <w:rPr>
            <w:rFonts w:eastAsiaTheme="minorEastAsia"/>
            <w:i w:val="0"/>
            <w:kern w:val="2"/>
            <w:sz w:val="20"/>
            <w:szCs w:val="20"/>
            <w14:ligatures w14:val="standardContextual"/>
          </w:rPr>
          <w:tab/>
        </w:r>
        <w:r w:rsidRPr="0043549E">
          <w:rPr>
            <w:rStyle w:val="Hyperlink"/>
            <w:i w:val="0"/>
            <w:sz w:val="20"/>
            <w:szCs w:val="20"/>
          </w:rPr>
          <w:t>Level III Enforcement</w:t>
        </w:r>
        <w:r w:rsidRPr="0043549E">
          <w:rPr>
            <w:i w:val="0"/>
            <w:webHidden/>
            <w:sz w:val="20"/>
            <w:szCs w:val="20"/>
          </w:rPr>
          <w:tab/>
        </w:r>
        <w:r w:rsidRPr="0043549E">
          <w:rPr>
            <w:i w:val="0"/>
            <w:webHidden/>
            <w:sz w:val="20"/>
            <w:szCs w:val="20"/>
          </w:rPr>
          <w:fldChar w:fldCharType="begin"/>
        </w:r>
        <w:r w:rsidRPr="0043549E">
          <w:rPr>
            <w:i w:val="0"/>
            <w:webHidden/>
            <w:sz w:val="20"/>
            <w:szCs w:val="20"/>
          </w:rPr>
          <w:instrText xml:space="preserve"> PAGEREF _Toc214886963 \h </w:instrText>
        </w:r>
        <w:r w:rsidRPr="0043549E">
          <w:rPr>
            <w:i w:val="0"/>
            <w:webHidden/>
            <w:sz w:val="20"/>
            <w:szCs w:val="20"/>
          </w:rPr>
        </w:r>
        <w:r w:rsidRPr="0043549E">
          <w:rPr>
            <w:i w:val="0"/>
            <w:webHidden/>
            <w:sz w:val="20"/>
            <w:szCs w:val="20"/>
          </w:rPr>
          <w:fldChar w:fldCharType="separate"/>
        </w:r>
        <w:r w:rsidR="00661D56">
          <w:rPr>
            <w:i w:val="0"/>
            <w:webHidden/>
            <w:sz w:val="20"/>
            <w:szCs w:val="20"/>
          </w:rPr>
          <w:t>16-76</w:t>
        </w:r>
        <w:r w:rsidRPr="0043549E">
          <w:rPr>
            <w:i w:val="0"/>
            <w:webHidden/>
            <w:sz w:val="20"/>
            <w:szCs w:val="20"/>
          </w:rPr>
          <w:fldChar w:fldCharType="end"/>
        </w:r>
      </w:hyperlink>
    </w:p>
    <w:p w14:paraId="607CAF98" w14:textId="75B864D0" w:rsidR="0043549E" w:rsidRPr="0043549E" w:rsidRDefault="0043549E">
      <w:pPr>
        <w:pStyle w:val="TOC3"/>
        <w:rPr>
          <w:rFonts w:eastAsiaTheme="minorEastAsia"/>
          <w:i w:val="0"/>
          <w:iCs w:val="0"/>
          <w:noProof/>
          <w:kern w:val="2"/>
          <w14:ligatures w14:val="standardContextual"/>
        </w:rPr>
      </w:pPr>
      <w:hyperlink w:anchor="_Toc214886964" w:history="1">
        <w:r w:rsidRPr="0043549E">
          <w:rPr>
            <w:rStyle w:val="Hyperlink"/>
            <w:i w:val="0"/>
            <w:iCs w:val="0"/>
            <w:noProof/>
          </w:rPr>
          <w:t>16.11.7</w:t>
        </w:r>
        <w:r w:rsidRPr="0043549E">
          <w:rPr>
            <w:rFonts w:eastAsiaTheme="minorEastAsia"/>
            <w:i w:val="0"/>
            <w:iCs w:val="0"/>
            <w:noProof/>
            <w:kern w:val="2"/>
            <w14:ligatures w14:val="standardContextual"/>
          </w:rPr>
          <w:tab/>
        </w:r>
        <w:r w:rsidRPr="0043549E">
          <w:rPr>
            <w:rStyle w:val="Hyperlink"/>
            <w:i w:val="0"/>
            <w:iCs w:val="0"/>
            <w:noProof/>
          </w:rPr>
          <w:t>Release of Market Participant’s Financial Security Requirement</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_Toc214886964 \h </w:instrText>
        </w:r>
        <w:r w:rsidRPr="0043549E">
          <w:rPr>
            <w:i w:val="0"/>
            <w:iCs w:val="0"/>
            <w:noProof/>
            <w:webHidden/>
          </w:rPr>
        </w:r>
        <w:r w:rsidRPr="0043549E">
          <w:rPr>
            <w:i w:val="0"/>
            <w:iCs w:val="0"/>
            <w:noProof/>
            <w:webHidden/>
          </w:rPr>
          <w:fldChar w:fldCharType="separate"/>
        </w:r>
        <w:r w:rsidR="00661D56">
          <w:rPr>
            <w:i w:val="0"/>
            <w:iCs w:val="0"/>
            <w:noProof/>
            <w:webHidden/>
          </w:rPr>
          <w:t>16-77</w:t>
        </w:r>
        <w:r w:rsidRPr="0043549E">
          <w:rPr>
            <w:i w:val="0"/>
            <w:iCs w:val="0"/>
            <w:noProof/>
            <w:webHidden/>
          </w:rPr>
          <w:fldChar w:fldCharType="end"/>
        </w:r>
      </w:hyperlink>
    </w:p>
    <w:p w14:paraId="2A69503C" w14:textId="70C3F37A" w:rsidR="0043549E" w:rsidRPr="0043549E" w:rsidRDefault="0043549E">
      <w:pPr>
        <w:pStyle w:val="TOC3"/>
        <w:rPr>
          <w:rFonts w:eastAsiaTheme="minorEastAsia"/>
          <w:i w:val="0"/>
          <w:iCs w:val="0"/>
          <w:noProof/>
          <w:kern w:val="2"/>
          <w14:ligatures w14:val="standardContextual"/>
        </w:rPr>
      </w:pPr>
      <w:hyperlink w:anchor="_Toc214886965" w:history="1">
        <w:r w:rsidRPr="0043549E">
          <w:rPr>
            <w:rStyle w:val="Hyperlink"/>
            <w:i w:val="0"/>
            <w:iCs w:val="0"/>
            <w:noProof/>
          </w:rPr>
          <w:t>16.11.8</w:t>
        </w:r>
        <w:r w:rsidRPr="0043549E">
          <w:rPr>
            <w:rFonts w:eastAsiaTheme="minorEastAsia"/>
            <w:i w:val="0"/>
            <w:iCs w:val="0"/>
            <w:noProof/>
            <w:kern w:val="2"/>
            <w14:ligatures w14:val="standardContextual"/>
          </w:rPr>
          <w:tab/>
        </w:r>
        <w:r w:rsidRPr="0043549E">
          <w:rPr>
            <w:rStyle w:val="Hyperlink"/>
            <w:i w:val="0"/>
            <w:iCs w:val="0"/>
            <w:noProof/>
          </w:rPr>
          <w:t>Acceleration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_Toc214886965 \h </w:instrText>
        </w:r>
        <w:r w:rsidRPr="0043549E">
          <w:rPr>
            <w:i w:val="0"/>
            <w:iCs w:val="0"/>
            <w:noProof/>
            <w:webHidden/>
          </w:rPr>
        </w:r>
        <w:r w:rsidRPr="0043549E">
          <w:rPr>
            <w:i w:val="0"/>
            <w:iCs w:val="0"/>
            <w:noProof/>
            <w:webHidden/>
          </w:rPr>
          <w:fldChar w:fldCharType="separate"/>
        </w:r>
        <w:r w:rsidR="00661D56">
          <w:rPr>
            <w:i w:val="0"/>
            <w:iCs w:val="0"/>
            <w:noProof/>
            <w:webHidden/>
          </w:rPr>
          <w:t>16-78</w:t>
        </w:r>
        <w:r w:rsidRPr="0043549E">
          <w:rPr>
            <w:i w:val="0"/>
            <w:iCs w:val="0"/>
            <w:noProof/>
            <w:webHidden/>
          </w:rPr>
          <w:fldChar w:fldCharType="end"/>
        </w:r>
      </w:hyperlink>
    </w:p>
    <w:p w14:paraId="2537C47F" w14:textId="67D01652" w:rsidR="0043549E" w:rsidRPr="0043549E" w:rsidRDefault="0043549E">
      <w:pPr>
        <w:pStyle w:val="TOC2"/>
        <w:rPr>
          <w:rFonts w:eastAsiaTheme="minorEastAsia"/>
          <w:kern w:val="2"/>
          <w14:ligatures w14:val="standardContextual"/>
        </w:rPr>
      </w:pPr>
      <w:hyperlink w:anchor="_Toc214886966" w:history="1">
        <w:r w:rsidRPr="0043549E">
          <w:rPr>
            <w:rStyle w:val="Hyperlink"/>
          </w:rPr>
          <w:t>16.12</w:t>
        </w:r>
        <w:r w:rsidRPr="0043549E">
          <w:rPr>
            <w:rFonts w:eastAsiaTheme="minorEastAsia"/>
            <w:kern w:val="2"/>
            <w14:ligatures w14:val="standardContextual"/>
          </w:rPr>
          <w:tab/>
        </w:r>
        <w:r w:rsidRPr="0043549E">
          <w:rPr>
            <w:rStyle w:val="Hyperlink"/>
          </w:rPr>
          <w:t>User Security Administrator and Digital Certificates</w:t>
        </w:r>
        <w:r w:rsidRPr="0043549E">
          <w:rPr>
            <w:webHidden/>
          </w:rPr>
          <w:tab/>
        </w:r>
        <w:r w:rsidRPr="0043549E">
          <w:rPr>
            <w:webHidden/>
          </w:rPr>
          <w:fldChar w:fldCharType="begin"/>
        </w:r>
        <w:r w:rsidRPr="0043549E">
          <w:rPr>
            <w:webHidden/>
          </w:rPr>
          <w:instrText xml:space="preserve"> PAGEREF _Toc214886966 \h </w:instrText>
        </w:r>
        <w:r w:rsidRPr="0043549E">
          <w:rPr>
            <w:webHidden/>
          </w:rPr>
        </w:r>
        <w:r w:rsidRPr="0043549E">
          <w:rPr>
            <w:webHidden/>
          </w:rPr>
          <w:fldChar w:fldCharType="separate"/>
        </w:r>
        <w:r w:rsidR="00661D56">
          <w:rPr>
            <w:webHidden/>
          </w:rPr>
          <w:t>16-78</w:t>
        </w:r>
        <w:r w:rsidRPr="0043549E">
          <w:rPr>
            <w:webHidden/>
          </w:rPr>
          <w:fldChar w:fldCharType="end"/>
        </w:r>
      </w:hyperlink>
    </w:p>
    <w:p w14:paraId="677A068A" w14:textId="16C7C1B4" w:rsidR="0043549E" w:rsidRPr="0043549E" w:rsidRDefault="0043549E">
      <w:pPr>
        <w:pStyle w:val="TOC3"/>
        <w:rPr>
          <w:rFonts w:eastAsiaTheme="minorEastAsia"/>
          <w:i w:val="0"/>
          <w:iCs w:val="0"/>
          <w:noProof/>
          <w:kern w:val="2"/>
          <w14:ligatures w14:val="standardContextual"/>
        </w:rPr>
      </w:pPr>
      <w:hyperlink w:anchor="_Toc214886967" w:history="1">
        <w:r w:rsidRPr="0043549E">
          <w:rPr>
            <w:rStyle w:val="Hyperlink"/>
            <w:i w:val="0"/>
            <w:iCs w:val="0"/>
            <w:noProof/>
          </w:rPr>
          <w:t>16.12.1</w:t>
        </w:r>
        <w:r w:rsidRPr="0043549E">
          <w:rPr>
            <w:rFonts w:eastAsiaTheme="minorEastAsia"/>
            <w:i w:val="0"/>
            <w:iCs w:val="0"/>
            <w:noProof/>
            <w:kern w:val="2"/>
            <w14:ligatures w14:val="standardContextual"/>
          </w:rPr>
          <w:tab/>
        </w:r>
        <w:r w:rsidRPr="0043549E">
          <w:rPr>
            <w:rStyle w:val="Hyperlink"/>
            <w:i w:val="0"/>
            <w:iCs w:val="0"/>
            <w:noProof/>
          </w:rPr>
          <w:t>USA Responsibilities and Qualifications for Digital Certificate Holders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_Toc214886967 \h </w:instrText>
        </w:r>
        <w:r w:rsidRPr="0043549E">
          <w:rPr>
            <w:i w:val="0"/>
            <w:iCs w:val="0"/>
            <w:noProof/>
            <w:webHidden/>
          </w:rPr>
        </w:r>
        <w:r w:rsidRPr="0043549E">
          <w:rPr>
            <w:i w:val="0"/>
            <w:iCs w:val="0"/>
            <w:noProof/>
            <w:webHidden/>
          </w:rPr>
          <w:fldChar w:fldCharType="separate"/>
        </w:r>
        <w:r w:rsidR="00661D56">
          <w:rPr>
            <w:i w:val="0"/>
            <w:iCs w:val="0"/>
            <w:noProof/>
            <w:webHidden/>
          </w:rPr>
          <w:t>16-80</w:t>
        </w:r>
        <w:r w:rsidRPr="0043549E">
          <w:rPr>
            <w:i w:val="0"/>
            <w:iCs w:val="0"/>
            <w:noProof/>
            <w:webHidden/>
          </w:rPr>
          <w:fldChar w:fldCharType="end"/>
        </w:r>
      </w:hyperlink>
    </w:p>
    <w:p w14:paraId="4F59C422" w14:textId="190CA916" w:rsidR="0043549E" w:rsidRPr="0043549E" w:rsidRDefault="0043549E">
      <w:pPr>
        <w:pStyle w:val="TOC3"/>
        <w:rPr>
          <w:rFonts w:eastAsiaTheme="minorEastAsia"/>
          <w:i w:val="0"/>
          <w:iCs w:val="0"/>
          <w:noProof/>
          <w:kern w:val="2"/>
          <w14:ligatures w14:val="standardContextual"/>
        </w:rPr>
      </w:pPr>
      <w:hyperlink w:anchor="_Toc214886968" w:history="1">
        <w:r w:rsidRPr="0043549E">
          <w:rPr>
            <w:rStyle w:val="Hyperlink"/>
            <w:i w:val="0"/>
            <w:iCs w:val="0"/>
            <w:noProof/>
          </w:rPr>
          <w:t>16.12.2</w:t>
        </w:r>
        <w:r w:rsidRPr="0043549E">
          <w:rPr>
            <w:rFonts w:eastAsiaTheme="minorEastAsia"/>
            <w:i w:val="0"/>
            <w:iCs w:val="0"/>
            <w:noProof/>
            <w:kern w:val="2"/>
            <w14:ligatures w14:val="standardContextual"/>
          </w:rPr>
          <w:tab/>
        </w:r>
        <w:r w:rsidRPr="0043549E">
          <w:rPr>
            <w:rStyle w:val="Hyperlink"/>
            <w:i w:val="0"/>
            <w:iCs w:val="0"/>
            <w:noProof/>
          </w:rPr>
          <w:t>Requirements for Use of Digital Certificates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_Toc214886968 \h </w:instrText>
        </w:r>
        <w:r w:rsidRPr="0043549E">
          <w:rPr>
            <w:i w:val="0"/>
            <w:iCs w:val="0"/>
            <w:noProof/>
            <w:webHidden/>
          </w:rPr>
        </w:r>
        <w:r w:rsidRPr="0043549E">
          <w:rPr>
            <w:i w:val="0"/>
            <w:iCs w:val="0"/>
            <w:noProof/>
            <w:webHidden/>
          </w:rPr>
          <w:fldChar w:fldCharType="separate"/>
        </w:r>
        <w:r w:rsidR="00661D56">
          <w:rPr>
            <w:i w:val="0"/>
            <w:iCs w:val="0"/>
            <w:noProof/>
            <w:webHidden/>
          </w:rPr>
          <w:t>16-81</w:t>
        </w:r>
        <w:r w:rsidRPr="0043549E">
          <w:rPr>
            <w:i w:val="0"/>
            <w:iCs w:val="0"/>
            <w:noProof/>
            <w:webHidden/>
          </w:rPr>
          <w:fldChar w:fldCharType="end"/>
        </w:r>
      </w:hyperlink>
    </w:p>
    <w:p w14:paraId="41C62AB0" w14:textId="34D8693B" w:rsidR="0043549E" w:rsidRPr="0043549E" w:rsidRDefault="0043549E">
      <w:pPr>
        <w:pStyle w:val="TOC3"/>
        <w:rPr>
          <w:rFonts w:eastAsiaTheme="minorEastAsia"/>
          <w:i w:val="0"/>
          <w:iCs w:val="0"/>
          <w:noProof/>
          <w:kern w:val="2"/>
          <w14:ligatures w14:val="standardContextual"/>
        </w:rPr>
      </w:pPr>
      <w:hyperlink w:anchor="_Toc214886969" w:history="1">
        <w:r w:rsidRPr="0043549E">
          <w:rPr>
            <w:rStyle w:val="Hyperlink"/>
            <w:i w:val="0"/>
            <w:iCs w:val="0"/>
            <w:noProof/>
          </w:rPr>
          <w:t>16.12.3</w:t>
        </w:r>
        <w:r w:rsidRPr="0043549E">
          <w:rPr>
            <w:rFonts w:eastAsiaTheme="minorEastAsia"/>
            <w:i w:val="0"/>
            <w:iCs w:val="0"/>
            <w:noProof/>
            <w:kern w:val="2"/>
            <w14:ligatures w14:val="standardContextual"/>
          </w:rPr>
          <w:tab/>
        </w:r>
        <w:r w:rsidRPr="0043549E">
          <w:rPr>
            <w:rStyle w:val="Hyperlink"/>
            <w:i w:val="0"/>
            <w:iCs w:val="0"/>
            <w:noProof/>
          </w:rPr>
          <w:t>Market Participant Audits of User Security Administrators and Digital Certificates</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_Toc214886969 \h </w:instrText>
        </w:r>
        <w:r w:rsidRPr="0043549E">
          <w:rPr>
            <w:i w:val="0"/>
            <w:iCs w:val="0"/>
            <w:noProof/>
            <w:webHidden/>
          </w:rPr>
        </w:r>
        <w:r w:rsidRPr="0043549E">
          <w:rPr>
            <w:i w:val="0"/>
            <w:iCs w:val="0"/>
            <w:noProof/>
            <w:webHidden/>
          </w:rPr>
          <w:fldChar w:fldCharType="separate"/>
        </w:r>
        <w:r w:rsidR="00661D56">
          <w:rPr>
            <w:i w:val="0"/>
            <w:iCs w:val="0"/>
            <w:noProof/>
            <w:webHidden/>
          </w:rPr>
          <w:t>16-82</w:t>
        </w:r>
        <w:r w:rsidRPr="0043549E">
          <w:rPr>
            <w:i w:val="0"/>
            <w:iCs w:val="0"/>
            <w:noProof/>
            <w:webHidden/>
          </w:rPr>
          <w:fldChar w:fldCharType="end"/>
        </w:r>
      </w:hyperlink>
    </w:p>
    <w:p w14:paraId="6A606FB6" w14:textId="4ABA6004" w:rsidR="0043549E" w:rsidRPr="0043549E" w:rsidRDefault="0043549E">
      <w:pPr>
        <w:pStyle w:val="TOC2"/>
        <w:rPr>
          <w:rFonts w:eastAsiaTheme="minorEastAsia"/>
          <w:kern w:val="2"/>
          <w14:ligatures w14:val="standardContextual"/>
        </w:rPr>
      </w:pPr>
      <w:hyperlink w:anchor="_Toc214886970" w:history="1">
        <w:r w:rsidRPr="0043549E">
          <w:rPr>
            <w:rStyle w:val="Hyperlink"/>
          </w:rPr>
          <w:t>16.13</w:t>
        </w:r>
        <w:r w:rsidRPr="0043549E">
          <w:rPr>
            <w:rFonts w:eastAsiaTheme="minorEastAsia"/>
            <w:kern w:val="2"/>
            <w14:ligatures w14:val="standardContextual"/>
          </w:rPr>
          <w:tab/>
        </w:r>
        <w:r w:rsidRPr="0043549E">
          <w:rPr>
            <w:rStyle w:val="Hyperlink"/>
          </w:rPr>
          <w:t>Registration of Emergency Response Service Resources</w:t>
        </w:r>
        <w:r w:rsidRPr="0043549E">
          <w:rPr>
            <w:webHidden/>
          </w:rPr>
          <w:tab/>
        </w:r>
        <w:r w:rsidRPr="0043549E">
          <w:rPr>
            <w:webHidden/>
          </w:rPr>
          <w:fldChar w:fldCharType="begin"/>
        </w:r>
        <w:r w:rsidRPr="0043549E">
          <w:rPr>
            <w:webHidden/>
          </w:rPr>
          <w:instrText xml:space="preserve"> PAGEREF _Toc214886970 \h </w:instrText>
        </w:r>
        <w:r w:rsidRPr="0043549E">
          <w:rPr>
            <w:webHidden/>
          </w:rPr>
        </w:r>
        <w:r w:rsidRPr="0043549E">
          <w:rPr>
            <w:webHidden/>
          </w:rPr>
          <w:fldChar w:fldCharType="separate"/>
        </w:r>
        <w:r w:rsidR="00661D56">
          <w:rPr>
            <w:webHidden/>
          </w:rPr>
          <w:t>16-84</w:t>
        </w:r>
        <w:r w:rsidRPr="0043549E">
          <w:rPr>
            <w:webHidden/>
          </w:rPr>
          <w:fldChar w:fldCharType="end"/>
        </w:r>
      </w:hyperlink>
    </w:p>
    <w:p w14:paraId="10AA87CA" w14:textId="09F21D2D" w:rsidR="0043549E" w:rsidRPr="0043549E" w:rsidRDefault="0043549E">
      <w:pPr>
        <w:pStyle w:val="TOC2"/>
        <w:rPr>
          <w:rFonts w:eastAsiaTheme="minorEastAsia"/>
          <w:kern w:val="2"/>
          <w14:ligatures w14:val="standardContextual"/>
        </w:rPr>
      </w:pPr>
      <w:hyperlink w:anchor="_Toc214886971" w:history="1">
        <w:r w:rsidRPr="0043549E">
          <w:rPr>
            <w:rStyle w:val="Hyperlink"/>
          </w:rPr>
          <w:t>16.14</w:t>
        </w:r>
        <w:r w:rsidRPr="0043549E">
          <w:rPr>
            <w:rFonts w:eastAsiaTheme="minorEastAsia"/>
            <w:kern w:val="2"/>
            <w14:ligatures w14:val="standardContextual"/>
          </w:rPr>
          <w:tab/>
        </w:r>
        <w:r w:rsidRPr="0043549E">
          <w:rPr>
            <w:rStyle w:val="Hyperlink"/>
          </w:rPr>
          <w:t>Termination of Access Privileges to Restricted Computer Systems and Control Systems</w:t>
        </w:r>
        <w:r w:rsidRPr="0043549E">
          <w:rPr>
            <w:webHidden/>
          </w:rPr>
          <w:tab/>
        </w:r>
        <w:r w:rsidRPr="0043549E">
          <w:rPr>
            <w:webHidden/>
          </w:rPr>
          <w:fldChar w:fldCharType="begin"/>
        </w:r>
        <w:r w:rsidRPr="0043549E">
          <w:rPr>
            <w:webHidden/>
          </w:rPr>
          <w:instrText xml:space="preserve"> PAGEREF _Toc214886971 \h </w:instrText>
        </w:r>
        <w:r w:rsidRPr="0043549E">
          <w:rPr>
            <w:webHidden/>
          </w:rPr>
        </w:r>
        <w:r w:rsidRPr="0043549E">
          <w:rPr>
            <w:webHidden/>
          </w:rPr>
          <w:fldChar w:fldCharType="separate"/>
        </w:r>
        <w:r w:rsidR="00661D56">
          <w:rPr>
            <w:webHidden/>
          </w:rPr>
          <w:t>16-84</w:t>
        </w:r>
        <w:r w:rsidRPr="0043549E">
          <w:rPr>
            <w:webHidden/>
          </w:rPr>
          <w:fldChar w:fldCharType="end"/>
        </w:r>
      </w:hyperlink>
    </w:p>
    <w:p w14:paraId="79280EB8" w14:textId="629F79AF" w:rsidR="0043549E" w:rsidRPr="0043549E" w:rsidRDefault="0043549E">
      <w:pPr>
        <w:pStyle w:val="TOC2"/>
        <w:rPr>
          <w:rFonts w:eastAsiaTheme="minorEastAsia"/>
          <w:kern w:val="2"/>
          <w14:ligatures w14:val="standardContextual"/>
        </w:rPr>
      </w:pPr>
      <w:hyperlink w:anchor="_Toc214886972" w:history="1">
        <w:r w:rsidRPr="0043549E">
          <w:rPr>
            <w:rStyle w:val="Hyperlink"/>
          </w:rPr>
          <w:t>16.15</w:t>
        </w:r>
        <w:r w:rsidRPr="0043549E">
          <w:rPr>
            <w:rFonts w:eastAsiaTheme="minorEastAsia"/>
            <w:kern w:val="2"/>
            <w14:ligatures w14:val="standardContextual"/>
          </w:rPr>
          <w:tab/>
        </w:r>
        <w:r w:rsidRPr="0043549E">
          <w:rPr>
            <w:rStyle w:val="Hyperlink"/>
          </w:rPr>
          <w:t>Registration of Independent Market Information System Registered Entity</w:t>
        </w:r>
        <w:r w:rsidRPr="0043549E">
          <w:rPr>
            <w:webHidden/>
          </w:rPr>
          <w:tab/>
        </w:r>
        <w:r w:rsidRPr="0043549E">
          <w:rPr>
            <w:webHidden/>
          </w:rPr>
          <w:fldChar w:fldCharType="begin"/>
        </w:r>
        <w:r w:rsidRPr="0043549E">
          <w:rPr>
            <w:webHidden/>
          </w:rPr>
          <w:instrText xml:space="preserve"> PAGEREF _Toc214886972 \h </w:instrText>
        </w:r>
        <w:r w:rsidRPr="0043549E">
          <w:rPr>
            <w:webHidden/>
          </w:rPr>
        </w:r>
        <w:r w:rsidRPr="0043549E">
          <w:rPr>
            <w:webHidden/>
          </w:rPr>
          <w:fldChar w:fldCharType="separate"/>
        </w:r>
        <w:r w:rsidR="00661D56">
          <w:rPr>
            <w:webHidden/>
          </w:rPr>
          <w:t>16-85</w:t>
        </w:r>
        <w:r w:rsidRPr="0043549E">
          <w:rPr>
            <w:webHidden/>
          </w:rPr>
          <w:fldChar w:fldCharType="end"/>
        </w:r>
      </w:hyperlink>
    </w:p>
    <w:p w14:paraId="10C9ADD8" w14:textId="123823DE" w:rsidR="0043549E" w:rsidRPr="0043549E" w:rsidRDefault="0043549E">
      <w:pPr>
        <w:pStyle w:val="TOC2"/>
        <w:rPr>
          <w:rFonts w:eastAsiaTheme="minorEastAsia"/>
          <w:kern w:val="2"/>
          <w14:ligatures w14:val="standardContextual"/>
        </w:rPr>
      </w:pPr>
      <w:hyperlink w:anchor="_Toc214886973" w:history="1">
        <w:r w:rsidRPr="0043549E">
          <w:rPr>
            <w:rStyle w:val="Hyperlink"/>
          </w:rPr>
          <w:t>16.16</w:t>
        </w:r>
        <w:r w:rsidRPr="0043549E">
          <w:rPr>
            <w:rFonts w:eastAsiaTheme="minorEastAsia"/>
            <w:kern w:val="2"/>
            <w14:ligatures w14:val="standardContextual"/>
          </w:rPr>
          <w:tab/>
        </w:r>
        <w:r w:rsidRPr="0043549E">
          <w:rPr>
            <w:rStyle w:val="Hyperlink"/>
          </w:rPr>
          <w:t>Additional Counter-Party Qualification Requirements</w:t>
        </w:r>
        <w:r w:rsidRPr="0043549E">
          <w:rPr>
            <w:webHidden/>
          </w:rPr>
          <w:tab/>
        </w:r>
        <w:r w:rsidRPr="0043549E">
          <w:rPr>
            <w:webHidden/>
          </w:rPr>
          <w:fldChar w:fldCharType="begin"/>
        </w:r>
        <w:r w:rsidRPr="0043549E">
          <w:rPr>
            <w:webHidden/>
          </w:rPr>
          <w:instrText xml:space="preserve"> PAGEREF _Toc214886973 \h </w:instrText>
        </w:r>
        <w:r w:rsidRPr="0043549E">
          <w:rPr>
            <w:webHidden/>
          </w:rPr>
        </w:r>
        <w:r w:rsidRPr="0043549E">
          <w:rPr>
            <w:webHidden/>
          </w:rPr>
          <w:fldChar w:fldCharType="separate"/>
        </w:r>
        <w:r w:rsidR="00661D56">
          <w:rPr>
            <w:webHidden/>
          </w:rPr>
          <w:t>16-86</w:t>
        </w:r>
        <w:r w:rsidRPr="0043549E">
          <w:rPr>
            <w:webHidden/>
          </w:rPr>
          <w:fldChar w:fldCharType="end"/>
        </w:r>
      </w:hyperlink>
    </w:p>
    <w:p w14:paraId="241EFAD5" w14:textId="04677D21" w:rsidR="0043549E" w:rsidRPr="0043549E" w:rsidRDefault="0043549E">
      <w:pPr>
        <w:pStyle w:val="TOC3"/>
        <w:rPr>
          <w:rFonts w:eastAsiaTheme="minorEastAsia"/>
          <w:i w:val="0"/>
          <w:iCs w:val="0"/>
          <w:noProof/>
          <w:kern w:val="2"/>
          <w14:ligatures w14:val="standardContextual"/>
        </w:rPr>
      </w:pPr>
      <w:hyperlink w:anchor="_Toc214886974" w:history="1">
        <w:r w:rsidRPr="0043549E">
          <w:rPr>
            <w:rStyle w:val="Hyperlink"/>
            <w:i w:val="0"/>
            <w:iCs w:val="0"/>
            <w:noProof/>
          </w:rPr>
          <w:t>16.16.1</w:t>
        </w:r>
        <w:r w:rsidRPr="0043549E">
          <w:rPr>
            <w:rFonts w:eastAsiaTheme="minorEastAsia"/>
            <w:i w:val="0"/>
            <w:iCs w:val="0"/>
            <w:noProof/>
            <w:kern w:val="2"/>
            <w14:ligatures w14:val="standardContextual"/>
          </w:rPr>
          <w:tab/>
        </w:r>
        <w:r w:rsidRPr="0043549E">
          <w:rPr>
            <w:rStyle w:val="Hyperlink"/>
            <w:i w:val="0"/>
            <w:iCs w:val="0"/>
            <w:noProof/>
          </w:rPr>
          <w:t>Counter-Party Criteria</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_Toc214886974 \h </w:instrText>
        </w:r>
        <w:r w:rsidRPr="0043549E">
          <w:rPr>
            <w:i w:val="0"/>
            <w:iCs w:val="0"/>
            <w:noProof/>
            <w:webHidden/>
          </w:rPr>
        </w:r>
        <w:r w:rsidRPr="0043549E">
          <w:rPr>
            <w:i w:val="0"/>
            <w:iCs w:val="0"/>
            <w:noProof/>
            <w:webHidden/>
          </w:rPr>
          <w:fldChar w:fldCharType="separate"/>
        </w:r>
        <w:r w:rsidR="00661D56">
          <w:rPr>
            <w:i w:val="0"/>
            <w:iCs w:val="0"/>
            <w:noProof/>
            <w:webHidden/>
          </w:rPr>
          <w:t>16-86</w:t>
        </w:r>
        <w:r w:rsidRPr="0043549E">
          <w:rPr>
            <w:i w:val="0"/>
            <w:iCs w:val="0"/>
            <w:noProof/>
            <w:webHidden/>
          </w:rPr>
          <w:fldChar w:fldCharType="end"/>
        </w:r>
      </w:hyperlink>
    </w:p>
    <w:p w14:paraId="53897C2B" w14:textId="1CBA5EBA" w:rsidR="0043549E" w:rsidRPr="0043549E" w:rsidRDefault="0043549E">
      <w:pPr>
        <w:pStyle w:val="TOC3"/>
        <w:rPr>
          <w:rFonts w:eastAsiaTheme="minorEastAsia"/>
          <w:i w:val="0"/>
          <w:iCs w:val="0"/>
          <w:noProof/>
          <w:kern w:val="2"/>
          <w14:ligatures w14:val="standardContextual"/>
        </w:rPr>
      </w:pPr>
      <w:hyperlink w:anchor="_Toc214886975" w:history="1">
        <w:r w:rsidRPr="0043549E">
          <w:rPr>
            <w:rStyle w:val="Hyperlink"/>
            <w:i w:val="0"/>
            <w:iCs w:val="0"/>
            <w:noProof/>
          </w:rPr>
          <w:t>16.16.2</w:t>
        </w:r>
        <w:r w:rsidRPr="0043549E">
          <w:rPr>
            <w:rFonts w:eastAsiaTheme="minorEastAsia"/>
            <w:i w:val="0"/>
            <w:iCs w:val="0"/>
            <w:noProof/>
            <w:kern w:val="2"/>
            <w14:ligatures w14:val="standardContextual"/>
          </w:rPr>
          <w:tab/>
        </w:r>
        <w:r w:rsidRPr="0043549E">
          <w:rPr>
            <w:rStyle w:val="Hyperlink"/>
            <w:i w:val="0"/>
            <w:iCs w:val="0"/>
            <w:noProof/>
          </w:rPr>
          <w:t>Annual Certification</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_Toc214886975 \h </w:instrText>
        </w:r>
        <w:r w:rsidRPr="0043549E">
          <w:rPr>
            <w:i w:val="0"/>
            <w:iCs w:val="0"/>
            <w:noProof/>
            <w:webHidden/>
          </w:rPr>
        </w:r>
        <w:r w:rsidRPr="0043549E">
          <w:rPr>
            <w:i w:val="0"/>
            <w:iCs w:val="0"/>
            <w:noProof/>
            <w:webHidden/>
          </w:rPr>
          <w:fldChar w:fldCharType="separate"/>
        </w:r>
        <w:r w:rsidR="00661D56">
          <w:rPr>
            <w:i w:val="0"/>
            <w:iCs w:val="0"/>
            <w:noProof/>
            <w:webHidden/>
          </w:rPr>
          <w:t>16-87</w:t>
        </w:r>
        <w:r w:rsidRPr="0043549E">
          <w:rPr>
            <w:i w:val="0"/>
            <w:iCs w:val="0"/>
            <w:noProof/>
            <w:webHidden/>
          </w:rPr>
          <w:fldChar w:fldCharType="end"/>
        </w:r>
      </w:hyperlink>
    </w:p>
    <w:p w14:paraId="5C6D5FB3" w14:textId="21AED13E" w:rsidR="0043549E" w:rsidRPr="0043549E" w:rsidRDefault="0043549E">
      <w:pPr>
        <w:pStyle w:val="TOC3"/>
        <w:rPr>
          <w:rFonts w:eastAsiaTheme="minorEastAsia"/>
          <w:i w:val="0"/>
          <w:iCs w:val="0"/>
          <w:noProof/>
          <w:kern w:val="2"/>
          <w14:ligatures w14:val="standardContextual"/>
        </w:rPr>
      </w:pPr>
      <w:hyperlink w:anchor="_Toc214886976" w:history="1">
        <w:r w:rsidRPr="0043549E">
          <w:rPr>
            <w:rStyle w:val="Hyperlink"/>
            <w:i w:val="0"/>
            <w:iCs w:val="0"/>
            <w:noProof/>
          </w:rPr>
          <w:t>16.16.3</w:t>
        </w:r>
        <w:r w:rsidRPr="0043549E">
          <w:rPr>
            <w:rFonts w:eastAsiaTheme="minorEastAsia"/>
            <w:i w:val="0"/>
            <w:iCs w:val="0"/>
            <w:noProof/>
            <w:kern w:val="2"/>
            <w14:ligatures w14:val="standardContextual"/>
          </w:rPr>
          <w:tab/>
        </w:r>
        <w:r w:rsidRPr="0043549E">
          <w:rPr>
            <w:rStyle w:val="Hyperlink"/>
            <w:i w:val="0"/>
            <w:iCs w:val="0"/>
            <w:noProof/>
          </w:rPr>
          <w:t>Verification of Risk Management Framework</w:t>
        </w:r>
        <w:r w:rsidRPr="0043549E">
          <w:rPr>
            <w:i w:val="0"/>
            <w:iCs w:val="0"/>
            <w:noProof/>
            <w:webHidden/>
          </w:rPr>
          <w:tab/>
        </w:r>
        <w:r w:rsidRPr="0043549E">
          <w:rPr>
            <w:i w:val="0"/>
            <w:iCs w:val="0"/>
            <w:noProof/>
            <w:webHidden/>
          </w:rPr>
          <w:fldChar w:fldCharType="begin"/>
        </w:r>
        <w:r w:rsidRPr="0043549E">
          <w:rPr>
            <w:i w:val="0"/>
            <w:iCs w:val="0"/>
            <w:noProof/>
            <w:webHidden/>
          </w:rPr>
          <w:instrText xml:space="preserve"> PAGEREF _Toc214886976 \h </w:instrText>
        </w:r>
        <w:r w:rsidRPr="0043549E">
          <w:rPr>
            <w:i w:val="0"/>
            <w:iCs w:val="0"/>
            <w:noProof/>
            <w:webHidden/>
          </w:rPr>
        </w:r>
        <w:r w:rsidRPr="0043549E">
          <w:rPr>
            <w:i w:val="0"/>
            <w:iCs w:val="0"/>
            <w:noProof/>
            <w:webHidden/>
          </w:rPr>
          <w:fldChar w:fldCharType="separate"/>
        </w:r>
        <w:r w:rsidR="00661D56">
          <w:rPr>
            <w:i w:val="0"/>
            <w:iCs w:val="0"/>
            <w:noProof/>
            <w:webHidden/>
          </w:rPr>
          <w:t>16-88</w:t>
        </w:r>
        <w:r w:rsidRPr="0043549E">
          <w:rPr>
            <w:i w:val="0"/>
            <w:iCs w:val="0"/>
            <w:noProof/>
            <w:webHidden/>
          </w:rPr>
          <w:fldChar w:fldCharType="end"/>
        </w:r>
      </w:hyperlink>
    </w:p>
    <w:p w14:paraId="6AFD4D50" w14:textId="1F4D8E4D" w:rsidR="0043549E" w:rsidRPr="0043549E" w:rsidRDefault="0043549E">
      <w:pPr>
        <w:pStyle w:val="TOC2"/>
        <w:rPr>
          <w:rFonts w:eastAsiaTheme="minorEastAsia"/>
          <w:kern w:val="2"/>
          <w14:ligatures w14:val="standardContextual"/>
        </w:rPr>
      </w:pPr>
      <w:hyperlink w:anchor="_Toc214886977" w:history="1">
        <w:r w:rsidRPr="0043549E">
          <w:rPr>
            <w:rStyle w:val="Hyperlink"/>
          </w:rPr>
          <w:t>16.17</w:t>
        </w:r>
        <w:r w:rsidRPr="0043549E">
          <w:rPr>
            <w:rFonts w:eastAsiaTheme="minorEastAsia"/>
            <w:kern w:val="2"/>
            <w14:ligatures w14:val="standardContextual"/>
          </w:rPr>
          <w:tab/>
        </w:r>
        <w:r w:rsidRPr="0043549E">
          <w:rPr>
            <w:rStyle w:val="Hyperlink"/>
          </w:rPr>
          <w:t>Exemption for Qualified Scheduling Entities Participating Only in Emergency Response Service</w:t>
        </w:r>
        <w:r w:rsidRPr="0043549E">
          <w:rPr>
            <w:webHidden/>
          </w:rPr>
          <w:tab/>
        </w:r>
        <w:r w:rsidRPr="0043549E">
          <w:rPr>
            <w:webHidden/>
          </w:rPr>
          <w:fldChar w:fldCharType="begin"/>
        </w:r>
        <w:r w:rsidRPr="0043549E">
          <w:rPr>
            <w:webHidden/>
          </w:rPr>
          <w:instrText xml:space="preserve"> PAGEREF _Toc214886977 \h </w:instrText>
        </w:r>
        <w:r w:rsidRPr="0043549E">
          <w:rPr>
            <w:webHidden/>
          </w:rPr>
        </w:r>
        <w:r w:rsidRPr="0043549E">
          <w:rPr>
            <w:webHidden/>
          </w:rPr>
          <w:fldChar w:fldCharType="separate"/>
        </w:r>
        <w:r w:rsidR="00661D56">
          <w:rPr>
            <w:webHidden/>
          </w:rPr>
          <w:t>16-90</w:t>
        </w:r>
        <w:r w:rsidRPr="0043549E">
          <w:rPr>
            <w:webHidden/>
          </w:rPr>
          <w:fldChar w:fldCharType="end"/>
        </w:r>
      </w:hyperlink>
    </w:p>
    <w:p w14:paraId="128BD680" w14:textId="496983B4" w:rsidR="0043549E" w:rsidRPr="0043549E" w:rsidRDefault="0043549E">
      <w:pPr>
        <w:pStyle w:val="TOC2"/>
        <w:rPr>
          <w:rFonts w:eastAsiaTheme="minorEastAsia"/>
          <w:kern w:val="2"/>
          <w14:ligatures w14:val="standardContextual"/>
        </w:rPr>
      </w:pPr>
      <w:hyperlink w:anchor="_Toc214886978" w:history="1">
        <w:r w:rsidRPr="0043549E">
          <w:rPr>
            <w:rStyle w:val="Hyperlink"/>
          </w:rPr>
          <w:t>16.18</w:t>
        </w:r>
        <w:r w:rsidRPr="0043549E">
          <w:rPr>
            <w:rFonts w:eastAsiaTheme="minorEastAsia"/>
            <w:kern w:val="2"/>
            <w14:ligatures w14:val="standardContextual"/>
          </w:rPr>
          <w:tab/>
        </w:r>
        <w:r w:rsidRPr="0043549E">
          <w:rPr>
            <w:rStyle w:val="Hyperlink"/>
          </w:rPr>
          <w:t>Registration of a Direct Current Tie Operator</w:t>
        </w:r>
        <w:r w:rsidRPr="0043549E">
          <w:rPr>
            <w:webHidden/>
          </w:rPr>
          <w:tab/>
        </w:r>
        <w:r w:rsidRPr="0043549E">
          <w:rPr>
            <w:webHidden/>
          </w:rPr>
          <w:fldChar w:fldCharType="begin"/>
        </w:r>
        <w:r w:rsidRPr="0043549E">
          <w:rPr>
            <w:webHidden/>
          </w:rPr>
          <w:instrText xml:space="preserve"> PAGEREF _Toc214886978 \h </w:instrText>
        </w:r>
        <w:r w:rsidRPr="0043549E">
          <w:rPr>
            <w:webHidden/>
          </w:rPr>
        </w:r>
        <w:r w:rsidRPr="0043549E">
          <w:rPr>
            <w:webHidden/>
          </w:rPr>
          <w:fldChar w:fldCharType="separate"/>
        </w:r>
        <w:r w:rsidR="00661D56">
          <w:rPr>
            <w:webHidden/>
          </w:rPr>
          <w:t>16-91</w:t>
        </w:r>
        <w:r w:rsidRPr="0043549E">
          <w:rPr>
            <w:webHidden/>
          </w:rPr>
          <w:fldChar w:fldCharType="end"/>
        </w:r>
      </w:hyperlink>
    </w:p>
    <w:p w14:paraId="19B09749" w14:textId="0117A4E0" w:rsidR="0043549E" w:rsidRPr="0043549E" w:rsidRDefault="0043549E">
      <w:pPr>
        <w:pStyle w:val="TOC2"/>
        <w:rPr>
          <w:rFonts w:eastAsiaTheme="minorEastAsia"/>
          <w:kern w:val="2"/>
          <w14:ligatures w14:val="standardContextual"/>
        </w:rPr>
      </w:pPr>
      <w:hyperlink w:anchor="_Toc214886979" w:history="1">
        <w:r w:rsidRPr="0043549E">
          <w:rPr>
            <w:rStyle w:val="Hyperlink"/>
          </w:rPr>
          <w:t>16.18</w:t>
        </w:r>
        <w:r w:rsidRPr="0043549E">
          <w:rPr>
            <w:rFonts w:eastAsiaTheme="minorEastAsia"/>
            <w:kern w:val="2"/>
            <w14:ligatures w14:val="standardContextual"/>
          </w:rPr>
          <w:tab/>
        </w:r>
        <w:r w:rsidRPr="0043549E">
          <w:rPr>
            <w:rStyle w:val="Hyperlink"/>
          </w:rPr>
          <w:t>Cybersecurity Incident Notification</w:t>
        </w:r>
        <w:r w:rsidRPr="0043549E">
          <w:rPr>
            <w:webHidden/>
          </w:rPr>
          <w:tab/>
        </w:r>
        <w:r w:rsidRPr="0043549E">
          <w:rPr>
            <w:webHidden/>
          </w:rPr>
          <w:fldChar w:fldCharType="begin"/>
        </w:r>
        <w:r w:rsidRPr="0043549E">
          <w:rPr>
            <w:webHidden/>
          </w:rPr>
          <w:instrText xml:space="preserve"> PAGEREF _Toc214886979 \h </w:instrText>
        </w:r>
        <w:r w:rsidRPr="0043549E">
          <w:rPr>
            <w:webHidden/>
          </w:rPr>
        </w:r>
        <w:r w:rsidRPr="0043549E">
          <w:rPr>
            <w:webHidden/>
          </w:rPr>
          <w:fldChar w:fldCharType="separate"/>
        </w:r>
        <w:r w:rsidR="00661D56">
          <w:rPr>
            <w:webHidden/>
          </w:rPr>
          <w:t>16-92</w:t>
        </w:r>
        <w:r w:rsidRPr="0043549E">
          <w:rPr>
            <w:webHidden/>
          </w:rPr>
          <w:fldChar w:fldCharType="end"/>
        </w:r>
      </w:hyperlink>
    </w:p>
    <w:p w14:paraId="26A89A7F" w14:textId="65CF5CD4" w:rsidR="0043549E" w:rsidRPr="0043549E" w:rsidRDefault="0043549E">
      <w:pPr>
        <w:pStyle w:val="TOC2"/>
        <w:rPr>
          <w:rFonts w:eastAsiaTheme="minorEastAsia"/>
          <w:kern w:val="2"/>
          <w14:ligatures w14:val="standardContextual"/>
        </w:rPr>
      </w:pPr>
      <w:hyperlink w:anchor="_Toc214886980" w:history="1">
        <w:r w:rsidRPr="0043549E">
          <w:rPr>
            <w:rStyle w:val="Hyperlink"/>
            <w:snapToGrid w:val="0"/>
          </w:rPr>
          <w:t>16.19</w:t>
        </w:r>
        <w:r w:rsidRPr="0043549E">
          <w:rPr>
            <w:rFonts w:eastAsiaTheme="minorEastAsia"/>
            <w:kern w:val="2"/>
            <w14:ligatures w14:val="standardContextual"/>
          </w:rPr>
          <w:tab/>
        </w:r>
        <w:r w:rsidRPr="0043549E">
          <w:rPr>
            <w:rStyle w:val="Hyperlink"/>
          </w:rPr>
          <w:t>Designation</w:t>
        </w:r>
        <w:r w:rsidRPr="0043549E">
          <w:rPr>
            <w:rStyle w:val="Hyperlink"/>
            <w:snapToGrid w:val="0"/>
          </w:rPr>
          <w:t xml:space="preserve"> of Transmission Operators</w:t>
        </w:r>
        <w:r w:rsidRPr="0043549E">
          <w:rPr>
            <w:webHidden/>
          </w:rPr>
          <w:tab/>
        </w:r>
        <w:r w:rsidRPr="0043549E">
          <w:rPr>
            <w:webHidden/>
          </w:rPr>
          <w:fldChar w:fldCharType="begin"/>
        </w:r>
        <w:r w:rsidRPr="0043549E">
          <w:rPr>
            <w:webHidden/>
          </w:rPr>
          <w:instrText xml:space="preserve"> PAGEREF _Toc214886980 \h </w:instrText>
        </w:r>
        <w:r w:rsidRPr="0043549E">
          <w:rPr>
            <w:webHidden/>
          </w:rPr>
        </w:r>
        <w:r w:rsidRPr="0043549E">
          <w:rPr>
            <w:webHidden/>
          </w:rPr>
          <w:fldChar w:fldCharType="separate"/>
        </w:r>
        <w:r w:rsidR="00661D56">
          <w:rPr>
            <w:webHidden/>
          </w:rPr>
          <w:t>16-93</w:t>
        </w:r>
        <w:r w:rsidRPr="0043549E">
          <w:rPr>
            <w:webHidden/>
          </w:rPr>
          <w:fldChar w:fldCharType="end"/>
        </w:r>
      </w:hyperlink>
    </w:p>
    <w:p w14:paraId="2D3BBED9" w14:textId="3ED9560B" w:rsidR="0043549E" w:rsidRPr="0043549E" w:rsidRDefault="0043549E">
      <w:pPr>
        <w:pStyle w:val="TOC2"/>
        <w:rPr>
          <w:rFonts w:eastAsiaTheme="minorEastAsia"/>
          <w:kern w:val="2"/>
          <w14:ligatures w14:val="standardContextual"/>
        </w:rPr>
      </w:pPr>
      <w:hyperlink w:anchor="_Toc214886981" w:history="1">
        <w:r w:rsidRPr="0043549E">
          <w:rPr>
            <w:rStyle w:val="Hyperlink"/>
            <w:snapToGrid w:val="0"/>
          </w:rPr>
          <w:t>16.19</w:t>
        </w:r>
        <w:r w:rsidRPr="0043549E">
          <w:rPr>
            <w:rFonts w:eastAsiaTheme="minorEastAsia"/>
            <w:kern w:val="2"/>
            <w14:ligatures w14:val="standardContextual"/>
          </w:rPr>
          <w:tab/>
        </w:r>
        <w:r w:rsidRPr="0043549E">
          <w:rPr>
            <w:rStyle w:val="Hyperlink"/>
            <w:snapToGrid w:val="0"/>
          </w:rPr>
          <w:t>Designation of Transmission Operators</w:t>
        </w:r>
        <w:r w:rsidRPr="0043549E">
          <w:rPr>
            <w:webHidden/>
          </w:rPr>
          <w:tab/>
        </w:r>
        <w:r w:rsidRPr="0043549E">
          <w:rPr>
            <w:webHidden/>
          </w:rPr>
          <w:fldChar w:fldCharType="begin"/>
        </w:r>
        <w:r w:rsidRPr="0043549E">
          <w:rPr>
            <w:webHidden/>
          </w:rPr>
          <w:instrText xml:space="preserve"> PAGEREF _Toc214886981 \h </w:instrText>
        </w:r>
        <w:r w:rsidRPr="0043549E">
          <w:rPr>
            <w:webHidden/>
          </w:rPr>
        </w:r>
        <w:r w:rsidRPr="0043549E">
          <w:rPr>
            <w:webHidden/>
          </w:rPr>
          <w:fldChar w:fldCharType="separate"/>
        </w:r>
        <w:r w:rsidR="00661D56">
          <w:rPr>
            <w:webHidden/>
          </w:rPr>
          <w:t>16-94</w:t>
        </w:r>
        <w:r w:rsidRPr="0043549E">
          <w:rPr>
            <w:webHidden/>
          </w:rPr>
          <w:fldChar w:fldCharType="end"/>
        </w:r>
      </w:hyperlink>
    </w:p>
    <w:p w14:paraId="5217AED2" w14:textId="681553F6" w:rsidR="00FC1C5F" w:rsidRPr="0043549E" w:rsidRDefault="00816A7E">
      <w:pPr>
        <w:pStyle w:val="Heading1"/>
        <w:numPr>
          <w:ilvl w:val="0"/>
          <w:numId w:val="0"/>
        </w:numPr>
        <w:rPr>
          <w:b w:val="0"/>
          <w:caps w:val="0"/>
          <w:sz w:val="20"/>
        </w:rPr>
        <w:sectPr w:rsidR="00FC1C5F" w:rsidRPr="0043549E">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43549E">
        <w:rPr>
          <w:b w:val="0"/>
          <w:sz w:val="20"/>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214886871"/>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214886872"/>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6910A9D3" w14:textId="77777777" w:rsidR="009769B9" w:rsidRDefault="00B22CBC" w:rsidP="009769B9">
      <w:pPr>
        <w:pStyle w:val="List"/>
      </w:pPr>
      <w:r>
        <w:t>(e)</w:t>
      </w:r>
      <w:r>
        <w:tab/>
        <w:t xml:space="preserve">An </w:t>
      </w:r>
      <w:r w:rsidRPr="003A2715">
        <w:t>attestation</w:t>
      </w:r>
      <w:r>
        <w:t xml:space="preserve"> regarding citizenship, ownership, or headquarters of the Entity seeking to register as a Market Participant.</w:t>
      </w:r>
    </w:p>
    <w:p w14:paraId="3F5002F5" w14:textId="77777777" w:rsidR="009769B9" w:rsidRPr="00BA2009" w:rsidRDefault="009769B9" w:rsidP="009769B9">
      <w:pPr>
        <w:pStyle w:val="BodyText"/>
        <w:ind w:left="720" w:hanging="720"/>
      </w:pPr>
      <w:r>
        <w:t>(4)</w:t>
      </w:r>
      <w:r>
        <w:tab/>
        <w:t>A Market Participant shall subscribe to any public distribution lists for Market Notices that are relevant to the Market Participant’s operations or obligations.</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214886873"/>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0377C880" w:rsidR="00271ED3" w:rsidRDefault="00825A48" w:rsidP="00271ED3">
      <w:pPr>
        <w:pStyle w:val="List"/>
      </w:pPr>
      <w:r>
        <w:t>(c</w:t>
      </w:r>
      <w:r w:rsidR="00271ED3" w:rsidRPr="00927386">
        <w:t>)</w:t>
      </w:r>
      <w:r w:rsidR="00271ED3" w:rsidRPr="00927386">
        <w:tab/>
        <w:t xml:space="preserve">Its Customers dropped to a </w:t>
      </w:r>
      <w:r w:rsidR="00461E7A">
        <w:t>G</w:t>
      </w:r>
      <w:r w:rsidR="00271ED3" w:rsidRPr="00927386">
        <w:t xml:space="preserve">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214886874"/>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214886875"/>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214886876"/>
      <w:r w:rsidRPr="00AC0350">
        <w:t>16.1.4</w:t>
      </w:r>
      <w:r w:rsidRPr="00461B44">
        <w:tab/>
      </w:r>
      <w:bookmarkStart w:id="39" w:name="_Hlk158744000"/>
      <w:r w:rsidRPr="00461B44">
        <w:t>Market Participant Reporting of Critical Electric Grid Equipment and Services-Related Purchases</w:t>
      </w:r>
      <w:bookmarkEnd w:id="39"/>
      <w:bookmarkEnd w:id="38"/>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p w14:paraId="0ED3520E" w14:textId="77777777" w:rsidR="00FC1C5F" w:rsidRDefault="00727E32" w:rsidP="00FE610C">
      <w:pPr>
        <w:pStyle w:val="H2"/>
      </w:pPr>
      <w:bookmarkStart w:id="42" w:name="_Toc214886877"/>
      <w:bookmarkEnd w:id="41"/>
      <w:r>
        <w:t>16.2</w:t>
      </w:r>
      <w:r>
        <w:tab/>
        <w:t>Registration and Qualification of Qualified Scheduling Entities</w:t>
      </w:r>
      <w:bookmarkEnd w:id="25"/>
      <w:bookmarkEnd w:id="26"/>
      <w:bookmarkEnd w:id="30"/>
      <w:bookmarkEnd w:id="31"/>
      <w:bookmarkEnd w:id="32"/>
      <w:bookmarkEnd w:id="33"/>
      <w:bookmarkEnd w:id="34"/>
      <w:bookmarkEnd w:id="35"/>
      <w:bookmarkEnd w:id="42"/>
    </w:p>
    <w:p w14:paraId="5BFF98A9" w14:textId="77777777" w:rsidR="00FC1C5F" w:rsidRDefault="00727E32">
      <w:pPr>
        <w:pStyle w:val="H3"/>
      </w:pPr>
      <w:bookmarkStart w:id="43" w:name="_Toc71369172"/>
      <w:bookmarkStart w:id="44" w:name="_Toc71539388"/>
      <w:bookmarkStart w:id="45" w:name="_Toc390438913"/>
      <w:bookmarkStart w:id="46" w:name="_Toc405897610"/>
      <w:bookmarkStart w:id="47" w:name="_Toc415055714"/>
      <w:bookmarkStart w:id="48" w:name="_Toc415055840"/>
      <w:bookmarkStart w:id="49" w:name="_Toc415055939"/>
      <w:bookmarkStart w:id="50" w:name="_Toc415056040"/>
      <w:bookmarkStart w:id="51" w:name="_Toc214886878"/>
      <w:r>
        <w:t>16.2.1</w:t>
      </w:r>
      <w:r>
        <w:tab/>
        <w:t>Criteria for Qualification as a Qualified Scheduling Entity</w:t>
      </w:r>
      <w:bookmarkEnd w:id="43"/>
      <w:bookmarkEnd w:id="44"/>
      <w:bookmarkEnd w:id="45"/>
      <w:bookmarkEnd w:id="46"/>
      <w:bookmarkEnd w:id="47"/>
      <w:bookmarkEnd w:id="48"/>
      <w:bookmarkEnd w:id="49"/>
      <w:bookmarkEnd w:id="50"/>
      <w:bookmarkEnd w:id="51"/>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2"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2"/>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is capable of performing the functions of a QSE; </w:t>
      </w:r>
    </w:p>
    <w:p w14:paraId="32C57ABA" w14:textId="45543E55"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3" w:name="_Hlk147130589"/>
      <w:r w:rsidR="007642E6">
        <w:rPr>
          <w:szCs w:val="24"/>
        </w:rPr>
        <w:t>D</w:t>
      </w:r>
      <w:r w:rsidR="007642E6">
        <w:t xml:space="preserve">emonstrate to ERCOT’s reasonable satisfaction that the Entity can </w:t>
      </w:r>
      <w:bookmarkEnd w:id="53"/>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4" w:name="_Hlk90904129"/>
      <w:r>
        <w:t>(3)</w:t>
      </w:r>
      <w:r>
        <w:tab/>
      </w:r>
      <w:bookmarkStart w:id="55"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5"/>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6" w:name="_Hlk90904142"/>
      <w:bookmarkEnd w:id="54"/>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6"/>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7" w:name="_Toc214886879"/>
      <w:r w:rsidRPr="0028005C">
        <w:rPr>
          <w:b/>
        </w:rPr>
        <w:t>16.2.1.1</w:t>
      </w:r>
      <w:r w:rsidRPr="0028005C">
        <w:rPr>
          <w:b/>
        </w:rPr>
        <w:tab/>
        <w:t>QSE Background Check Process</w:t>
      </w:r>
      <w:bookmarkEnd w:id="57"/>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8" w:name="_Toc214886880"/>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9" w:name="_Toc390438914"/>
      <w:bookmarkStart w:id="60" w:name="_Toc405897611"/>
      <w:bookmarkStart w:id="61" w:name="_Toc415055715"/>
      <w:bookmarkStart w:id="62" w:name="_Toc415055841"/>
      <w:bookmarkStart w:id="63" w:name="_Toc415055940"/>
      <w:bookmarkStart w:id="64" w:name="_Toc415056041"/>
      <w:bookmarkStart w:id="65" w:name="_Toc214886881"/>
      <w:bookmarkStart w:id="66" w:name="_Toc71369174"/>
      <w:bookmarkStart w:id="67" w:name="_Toc71539390"/>
      <w:r>
        <w:t>16.2.2</w:t>
      </w:r>
      <w:r>
        <w:tab/>
        <w:t>QSE Application Process</w:t>
      </w:r>
      <w:bookmarkEnd w:id="59"/>
      <w:bookmarkEnd w:id="60"/>
      <w:bookmarkEnd w:id="61"/>
      <w:bookmarkEnd w:id="62"/>
      <w:bookmarkEnd w:id="63"/>
      <w:bookmarkEnd w:id="64"/>
      <w:bookmarkEnd w:id="65"/>
      <w:r>
        <w:t xml:space="preserve">  </w:t>
      </w:r>
      <w:bookmarkEnd w:id="66"/>
      <w:bookmarkEnd w:id="67"/>
    </w:p>
    <w:p w14:paraId="6471AA3D" w14:textId="49A9E130" w:rsidR="00FC1C5F" w:rsidRDefault="00853D39" w:rsidP="009F10FE">
      <w:pPr>
        <w:pStyle w:val="BodyText"/>
        <w:ind w:left="720" w:hanging="720"/>
      </w:pPr>
      <w:bookmarkStart w:id="6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8"/>
    </w:p>
    <w:p w14:paraId="779CE263" w14:textId="77777777" w:rsidR="00FC1C5F" w:rsidRPr="00D63F95" w:rsidRDefault="00727E32" w:rsidP="00FE610C">
      <w:pPr>
        <w:pStyle w:val="H4"/>
        <w:ind w:left="1267" w:hanging="1267"/>
        <w:rPr>
          <w:b/>
        </w:rPr>
      </w:pPr>
      <w:bookmarkStart w:id="69" w:name="_Toc390438915"/>
      <w:bookmarkStart w:id="70" w:name="_Toc405897612"/>
      <w:bookmarkStart w:id="71" w:name="_Toc415055716"/>
      <w:bookmarkStart w:id="72" w:name="_Toc415055842"/>
      <w:bookmarkStart w:id="73" w:name="_Toc415055941"/>
      <w:bookmarkStart w:id="74" w:name="_Toc415056042"/>
      <w:bookmarkStart w:id="75" w:name="_Toc214886882"/>
      <w:r w:rsidRPr="00D63F95">
        <w:rPr>
          <w:b/>
        </w:rPr>
        <w:t>16.2.2.1</w:t>
      </w:r>
      <w:r w:rsidRPr="00D63F95">
        <w:rPr>
          <w:b/>
        </w:rPr>
        <w:tab/>
        <w:t>Notice of Receipt of Qualified Scheduling Entity Application</w:t>
      </w:r>
      <w:bookmarkEnd w:id="69"/>
      <w:bookmarkEnd w:id="70"/>
      <w:bookmarkEnd w:id="71"/>
      <w:bookmarkEnd w:id="72"/>
      <w:bookmarkEnd w:id="73"/>
      <w:bookmarkEnd w:id="74"/>
      <w:bookmarkEnd w:id="75"/>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6" w:name="_Toc390438916"/>
      <w:bookmarkStart w:id="77" w:name="_Toc405897613"/>
      <w:bookmarkStart w:id="78" w:name="_Toc415055717"/>
      <w:bookmarkStart w:id="79" w:name="_Toc415055843"/>
      <w:bookmarkStart w:id="80" w:name="_Toc415055942"/>
      <w:bookmarkStart w:id="81" w:name="_Toc415056043"/>
      <w:bookmarkStart w:id="82" w:name="_Toc214886883"/>
      <w:bookmarkStart w:id="83" w:name="_Hlk90904178"/>
      <w:r w:rsidRPr="00D63F95">
        <w:rPr>
          <w:b/>
        </w:rPr>
        <w:t>16.2.2.2</w:t>
      </w:r>
      <w:r w:rsidRPr="00D63F95">
        <w:rPr>
          <w:b/>
        </w:rPr>
        <w:tab/>
        <w:t xml:space="preserve">Incomplete </w:t>
      </w:r>
      <w:r w:rsidR="00BB1306">
        <w:rPr>
          <w:b/>
        </w:rPr>
        <w:t xml:space="preserve">QSE </w:t>
      </w:r>
      <w:r w:rsidRPr="00D63F95">
        <w:rPr>
          <w:b/>
        </w:rPr>
        <w:t>Applications</w:t>
      </w:r>
      <w:bookmarkEnd w:id="76"/>
      <w:bookmarkEnd w:id="77"/>
      <w:bookmarkEnd w:id="78"/>
      <w:bookmarkEnd w:id="79"/>
      <w:bookmarkEnd w:id="80"/>
      <w:bookmarkEnd w:id="81"/>
      <w:bookmarkEnd w:id="82"/>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4" w:name="_Toc390438917"/>
      <w:bookmarkStart w:id="85" w:name="_Toc405897614"/>
      <w:bookmarkStart w:id="86" w:name="_Toc415055718"/>
      <w:bookmarkStart w:id="87" w:name="_Toc415055844"/>
      <w:bookmarkStart w:id="88" w:name="_Toc415055943"/>
      <w:bookmarkStart w:id="89" w:name="_Toc415056044"/>
      <w:bookmarkStart w:id="90" w:name="_Toc214886884"/>
      <w:bookmarkEnd w:id="83"/>
      <w:r w:rsidRPr="00D63F95">
        <w:rPr>
          <w:b/>
        </w:rPr>
        <w:t>16.2.2.3</w:t>
      </w:r>
      <w:r w:rsidRPr="00D63F95">
        <w:rPr>
          <w:b/>
        </w:rPr>
        <w:tab/>
        <w:t>ERCOT Approval or Rejection of Qualified Scheduling Entity Application</w:t>
      </w:r>
      <w:bookmarkEnd w:id="84"/>
      <w:bookmarkEnd w:id="85"/>
      <w:bookmarkEnd w:id="86"/>
      <w:bookmarkEnd w:id="87"/>
      <w:bookmarkEnd w:id="88"/>
      <w:bookmarkEnd w:id="89"/>
      <w:bookmarkEnd w:id="90"/>
    </w:p>
    <w:p w14:paraId="668D3C04" w14:textId="375DC34F" w:rsidR="00FC1C5F" w:rsidRDefault="00727E32">
      <w:pPr>
        <w:pStyle w:val="BodyTextNumbered"/>
      </w:pPr>
      <w:bookmarkStart w:id="9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3" w:name="_Toc71369175"/>
      <w:bookmarkStart w:id="94" w:name="_Toc71539391"/>
      <w:bookmarkStart w:id="95" w:name="_Toc390438918"/>
      <w:bookmarkStart w:id="96" w:name="_Toc405897615"/>
      <w:bookmarkStart w:id="97" w:name="_Toc415055719"/>
      <w:bookmarkStart w:id="98" w:name="_Toc415055845"/>
      <w:bookmarkStart w:id="99" w:name="_Toc415055944"/>
      <w:bookmarkStart w:id="100" w:name="_Toc415056045"/>
      <w:bookmarkStart w:id="101" w:name="_Toc214886885"/>
      <w:bookmarkEnd w:id="92"/>
      <w:r>
        <w:t>16.2.3</w:t>
      </w:r>
      <w:r>
        <w:tab/>
        <w:t xml:space="preserve">Remaining Steps for Qualified Scheduling Entity </w:t>
      </w:r>
      <w:bookmarkEnd w:id="93"/>
      <w:bookmarkEnd w:id="94"/>
      <w:r>
        <w:t>Registration</w:t>
      </w:r>
      <w:bookmarkEnd w:id="95"/>
      <w:bookmarkEnd w:id="96"/>
      <w:bookmarkEnd w:id="97"/>
      <w:bookmarkEnd w:id="98"/>
      <w:bookmarkEnd w:id="99"/>
      <w:bookmarkEnd w:id="100"/>
      <w:bookmarkEnd w:id="10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47E7C0DB" w14:textId="4A065E1A" w:rsidR="00FC1C5F" w:rsidRDefault="00727E32" w:rsidP="0043549E">
      <w:pPr>
        <w:pStyle w:val="Heading4"/>
        <w:numPr>
          <w:ilvl w:val="0"/>
          <w:numId w:val="0"/>
        </w:numPr>
        <w:tabs>
          <w:tab w:val="left" w:pos="1620"/>
        </w:tabs>
      </w:pPr>
      <w:bookmarkStart w:id="102" w:name="_Toc390438920"/>
      <w:bookmarkStart w:id="103" w:name="_Toc405897617"/>
      <w:bookmarkStart w:id="104" w:name="_Toc415055721"/>
      <w:bookmarkStart w:id="105" w:name="_Toc415055847"/>
      <w:bookmarkStart w:id="106" w:name="_Toc415055946"/>
      <w:bookmarkStart w:id="107" w:name="_Toc415056047"/>
      <w:bookmarkStart w:id="108" w:name="_Toc214886886"/>
      <w:r>
        <w:lastRenderedPageBreak/>
        <w:t>16.2.3.</w:t>
      </w:r>
      <w:r w:rsidR="00AD6911">
        <w:t>1</w:t>
      </w:r>
      <w:r>
        <w:tab/>
        <w:t>Maintaining and Updating QSE Information</w:t>
      </w:r>
      <w:bookmarkEnd w:id="102"/>
      <w:bookmarkEnd w:id="103"/>
      <w:bookmarkEnd w:id="104"/>
      <w:bookmarkEnd w:id="105"/>
      <w:bookmarkEnd w:id="106"/>
      <w:bookmarkEnd w:id="107"/>
      <w:bookmarkEnd w:id="108"/>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09" w:name="_Hlk90904203"/>
      <w:r>
        <w:t>(b)</w:t>
      </w:r>
      <w:r>
        <w:tab/>
        <w:t xml:space="preserve">A list of Principals, as defined in Section </w:t>
      </w:r>
      <w:r w:rsidRPr="00942972">
        <w:t>16.1.2</w:t>
      </w:r>
      <w:r>
        <w:t>,</w:t>
      </w:r>
      <w:r w:rsidRPr="00880886">
        <w:t xml:space="preserve"> Principal of a Market Participant</w:t>
      </w:r>
      <w:r>
        <w:t>;</w:t>
      </w:r>
    </w:p>
    <w:bookmarkEnd w:id="109"/>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5B99BC9F" w:rsidR="00FC1C5F" w:rsidRPr="00D63F95" w:rsidRDefault="00727E32">
      <w:pPr>
        <w:pStyle w:val="H4"/>
        <w:rPr>
          <w:b/>
        </w:rPr>
      </w:pPr>
      <w:bookmarkStart w:id="110" w:name="_Toc390438921"/>
      <w:bookmarkStart w:id="111" w:name="_Toc405897618"/>
      <w:bookmarkStart w:id="112" w:name="_Toc415055722"/>
      <w:bookmarkStart w:id="113" w:name="_Toc415055848"/>
      <w:bookmarkStart w:id="114" w:name="_Toc415055947"/>
      <w:bookmarkStart w:id="115" w:name="_Toc415056048"/>
      <w:bookmarkStart w:id="116" w:name="_Toc214886887"/>
      <w:r w:rsidRPr="00D63F95">
        <w:rPr>
          <w:b/>
        </w:rPr>
        <w:t>16.2.3.</w:t>
      </w:r>
      <w:r w:rsidR="00AD6911">
        <w:rPr>
          <w:b/>
        </w:rPr>
        <w:t>2</w:t>
      </w:r>
      <w:r w:rsidRPr="00D63F95">
        <w:rPr>
          <w:b/>
        </w:rPr>
        <w:tab/>
        <w:t>Qualified Scheduling Entity Service Termination</w:t>
      </w:r>
      <w:bookmarkEnd w:id="110"/>
      <w:bookmarkEnd w:id="111"/>
      <w:bookmarkEnd w:id="112"/>
      <w:bookmarkEnd w:id="113"/>
      <w:bookmarkEnd w:id="114"/>
      <w:bookmarkEnd w:id="115"/>
      <w:bookmarkEnd w:id="116"/>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lastRenderedPageBreak/>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7" w:name="_Toc71369182"/>
      <w:bookmarkStart w:id="118" w:name="_Toc71539398"/>
      <w:bookmarkStart w:id="119" w:name="_Toc390438922"/>
      <w:bookmarkStart w:id="120" w:name="_Toc405897619"/>
      <w:bookmarkStart w:id="121" w:name="_Toc415055723"/>
      <w:bookmarkStart w:id="122" w:name="_Toc415055849"/>
      <w:bookmarkStart w:id="123" w:name="_Toc415055948"/>
      <w:bookmarkStart w:id="124" w:name="_Toc415056049"/>
      <w:bookmarkStart w:id="125" w:name="_Toc214886888"/>
      <w:r>
        <w:t>16.2.4</w:t>
      </w:r>
      <w:r>
        <w:tab/>
        <w:t>Posting of Qualified Scheduling Entity List</w:t>
      </w:r>
      <w:bookmarkEnd w:id="117"/>
      <w:bookmarkEnd w:id="118"/>
      <w:bookmarkEnd w:id="119"/>
      <w:bookmarkEnd w:id="120"/>
      <w:bookmarkEnd w:id="121"/>
      <w:bookmarkEnd w:id="122"/>
      <w:bookmarkEnd w:id="123"/>
      <w:bookmarkEnd w:id="124"/>
      <w:bookmarkEnd w:id="125"/>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6" w:name="_Toc71369183"/>
      <w:bookmarkStart w:id="127" w:name="_Toc71539399"/>
      <w:bookmarkStart w:id="128" w:name="_Toc390438923"/>
      <w:bookmarkStart w:id="129" w:name="_Toc405897620"/>
      <w:bookmarkStart w:id="130" w:name="_Toc415055724"/>
      <w:bookmarkStart w:id="131" w:name="_Toc415055850"/>
      <w:bookmarkStart w:id="132" w:name="_Toc415055949"/>
      <w:bookmarkStart w:id="133" w:name="_Toc415056050"/>
      <w:bookmarkStart w:id="134" w:name="_Toc214886889"/>
      <w:r>
        <w:t>16.2.5</w:t>
      </w:r>
      <w:r>
        <w:tab/>
        <w:t xml:space="preserve">Suspended </w:t>
      </w:r>
      <w:r w:rsidR="00296FC2">
        <w:t xml:space="preserve">or Terminated </w:t>
      </w:r>
      <w:r>
        <w:t>Qualified Scheduling Entity</w:t>
      </w:r>
      <w:bookmarkEnd w:id="126"/>
      <w:bookmarkEnd w:id="127"/>
      <w:r>
        <w:t xml:space="preserve"> – Notification to LSEs and Resource Entities Represented</w:t>
      </w:r>
      <w:bookmarkEnd w:id="128"/>
      <w:bookmarkEnd w:id="129"/>
      <w:bookmarkEnd w:id="130"/>
      <w:bookmarkEnd w:id="131"/>
      <w:bookmarkEnd w:id="132"/>
      <w:bookmarkEnd w:id="133"/>
      <w:bookmarkEnd w:id="134"/>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5" w:name="_Toc71369184"/>
      <w:bookmarkStart w:id="136" w:name="_Toc71539400"/>
      <w:bookmarkStart w:id="137" w:name="_Toc390438924"/>
      <w:bookmarkStart w:id="138" w:name="_Toc405897621"/>
      <w:bookmarkStart w:id="139" w:name="_Toc415055725"/>
      <w:bookmarkStart w:id="140" w:name="_Toc415055851"/>
      <w:bookmarkStart w:id="141" w:name="_Toc415055950"/>
      <w:bookmarkStart w:id="142" w:name="_Toc415056051"/>
      <w:bookmarkStart w:id="143" w:name="_Toc214886890"/>
      <w:r>
        <w:t>16.2.6</w:t>
      </w:r>
      <w:r>
        <w:tab/>
        <w:t>Emergency Qualified Scheduling Entity</w:t>
      </w:r>
      <w:bookmarkEnd w:id="135"/>
      <w:bookmarkEnd w:id="136"/>
      <w:bookmarkEnd w:id="137"/>
      <w:bookmarkEnd w:id="138"/>
      <w:bookmarkEnd w:id="139"/>
      <w:bookmarkEnd w:id="140"/>
      <w:bookmarkEnd w:id="141"/>
      <w:bookmarkEnd w:id="142"/>
      <w:bookmarkEnd w:id="143"/>
    </w:p>
    <w:p w14:paraId="7C87EB4A" w14:textId="77777777" w:rsidR="00FC1C5F" w:rsidRPr="00D63F95" w:rsidRDefault="00727E32">
      <w:pPr>
        <w:pStyle w:val="H4"/>
        <w:spacing w:after="120"/>
        <w:rPr>
          <w:b/>
        </w:rPr>
      </w:pPr>
      <w:bookmarkStart w:id="144" w:name="_Toc390438925"/>
      <w:bookmarkStart w:id="145" w:name="_Toc405897622"/>
      <w:bookmarkStart w:id="146" w:name="_Toc415055726"/>
      <w:bookmarkStart w:id="147" w:name="_Toc415055852"/>
      <w:bookmarkStart w:id="148" w:name="_Toc415055951"/>
      <w:bookmarkStart w:id="149" w:name="_Toc415056052"/>
      <w:bookmarkStart w:id="150" w:name="_Toc214886891"/>
      <w:r w:rsidRPr="00D63F95">
        <w:rPr>
          <w:b/>
        </w:rPr>
        <w:t>16.2.6.1</w:t>
      </w:r>
      <w:r w:rsidRPr="00D63F95">
        <w:rPr>
          <w:b/>
        </w:rPr>
        <w:tab/>
        <w:t>Designation as an Emergency Qualified Scheduling Entity or Virtual Qualified Scheduling Entity</w:t>
      </w:r>
      <w:bookmarkEnd w:id="144"/>
      <w:bookmarkEnd w:id="145"/>
      <w:bookmarkEnd w:id="146"/>
      <w:bookmarkEnd w:id="147"/>
      <w:bookmarkEnd w:id="148"/>
      <w:bookmarkEnd w:id="149"/>
      <w:bookmarkEnd w:id="150"/>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lastRenderedPageBreak/>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w:t>
      </w:r>
      <w:r>
        <w:lastRenderedPageBreak/>
        <w:t xml:space="preserve">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1" w:name="_Toc390438926"/>
      <w:bookmarkStart w:id="152" w:name="_Toc405897623"/>
      <w:bookmarkStart w:id="153" w:name="_Toc415055727"/>
      <w:bookmarkStart w:id="154" w:name="_Toc415055853"/>
      <w:bookmarkStart w:id="155" w:name="_Toc415055952"/>
      <w:bookmarkStart w:id="156" w:name="_Toc415056053"/>
      <w:bookmarkStart w:id="157" w:name="_Toc214886892"/>
      <w:r w:rsidRPr="00D63F95">
        <w:rPr>
          <w:b/>
        </w:rPr>
        <w:t>16.2.6.2</w:t>
      </w:r>
      <w:r w:rsidRPr="00D63F95">
        <w:rPr>
          <w:b/>
        </w:rPr>
        <w:tab/>
        <w:t>Market Participation by an Emergency Qualified Scheduling Entity or a Virtual Qualified Scheduling Entity</w:t>
      </w:r>
      <w:bookmarkEnd w:id="151"/>
      <w:bookmarkEnd w:id="152"/>
      <w:bookmarkEnd w:id="153"/>
      <w:bookmarkEnd w:id="154"/>
      <w:bookmarkEnd w:id="155"/>
      <w:bookmarkEnd w:id="156"/>
      <w:bookmarkEnd w:id="157"/>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58" w:name="_Toc390438927"/>
      <w:bookmarkStart w:id="159" w:name="_Toc405897624"/>
      <w:bookmarkStart w:id="160" w:name="_Toc415055728"/>
      <w:bookmarkStart w:id="161" w:name="_Toc415055854"/>
      <w:bookmarkStart w:id="162" w:name="_Toc415055953"/>
      <w:bookmarkStart w:id="163" w:name="_Toc415056054"/>
      <w:bookmarkStart w:id="164" w:name="_Toc214886893"/>
      <w:r w:rsidRPr="00D63F95">
        <w:rPr>
          <w:b/>
        </w:rPr>
        <w:t>16.2.6.3</w:t>
      </w:r>
      <w:r w:rsidRPr="00D63F95">
        <w:rPr>
          <w:b/>
        </w:rPr>
        <w:tab/>
        <w:t>Requirement to Obtain New Qualified Scheduling Entity or Qualified Scheduling Entity Qualification</w:t>
      </w:r>
      <w:bookmarkEnd w:id="158"/>
      <w:bookmarkEnd w:id="159"/>
      <w:bookmarkEnd w:id="160"/>
      <w:bookmarkEnd w:id="161"/>
      <w:bookmarkEnd w:id="162"/>
      <w:bookmarkEnd w:id="163"/>
      <w:bookmarkEnd w:id="164"/>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5" w:name="_Toc390438928"/>
      <w:bookmarkStart w:id="166" w:name="_Toc405897625"/>
      <w:bookmarkStart w:id="167" w:name="_Toc415055729"/>
      <w:bookmarkStart w:id="168" w:name="_Toc415055855"/>
      <w:bookmarkStart w:id="169" w:name="_Toc415055954"/>
      <w:bookmarkStart w:id="170" w:name="_Toc415056055"/>
      <w:bookmarkStart w:id="171" w:name="_Toc214886894"/>
      <w:bookmarkStart w:id="172" w:name="_Toc71369185"/>
      <w:bookmarkStart w:id="173" w:name="_Toc71539401"/>
      <w:r>
        <w:lastRenderedPageBreak/>
        <w:t>16.2.7</w:t>
      </w:r>
      <w:r>
        <w:tab/>
        <w:t>Acceleration</w:t>
      </w:r>
      <w:bookmarkEnd w:id="165"/>
      <w:bookmarkEnd w:id="166"/>
      <w:bookmarkEnd w:id="167"/>
      <w:bookmarkEnd w:id="168"/>
      <w:bookmarkEnd w:id="169"/>
      <w:bookmarkEnd w:id="170"/>
      <w:bookmarkEnd w:id="171"/>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4" w:name="_Toc390438929"/>
      <w:bookmarkStart w:id="175" w:name="_Toc405897626"/>
      <w:bookmarkStart w:id="176" w:name="_Toc415055730"/>
      <w:bookmarkStart w:id="177" w:name="_Toc415055856"/>
      <w:bookmarkStart w:id="178" w:name="_Toc415055955"/>
      <w:bookmarkStart w:id="179" w:name="_Toc415056056"/>
      <w:bookmarkStart w:id="180" w:name="_Toc214886895"/>
      <w:r>
        <w:t>16.3</w:t>
      </w:r>
      <w:r>
        <w:tab/>
        <w:t>Registration of Load Serving Entities</w:t>
      </w:r>
      <w:bookmarkEnd w:id="172"/>
      <w:bookmarkEnd w:id="173"/>
      <w:bookmarkEnd w:id="174"/>
      <w:bookmarkEnd w:id="175"/>
      <w:bookmarkEnd w:id="176"/>
      <w:bookmarkEnd w:id="177"/>
      <w:bookmarkEnd w:id="178"/>
      <w:bookmarkEnd w:id="179"/>
      <w:bookmarkEnd w:id="180"/>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1" w:name="_Toc390438930"/>
      <w:bookmarkStart w:id="182" w:name="_Toc405897627"/>
      <w:bookmarkStart w:id="183" w:name="_Toc415055731"/>
      <w:bookmarkStart w:id="184" w:name="_Toc415055857"/>
      <w:bookmarkStart w:id="185" w:name="_Toc415055956"/>
      <w:bookmarkStart w:id="186" w:name="_Toc415056057"/>
      <w:bookmarkStart w:id="187" w:name="_Toc214886896"/>
      <w:r>
        <w:t>16.3.1</w:t>
      </w:r>
      <w:r>
        <w:tab/>
        <w:t>Technical and Managerial Requirements for LSE Applicants</w:t>
      </w:r>
      <w:bookmarkEnd w:id="181"/>
      <w:bookmarkEnd w:id="182"/>
      <w:bookmarkEnd w:id="183"/>
      <w:bookmarkEnd w:id="184"/>
      <w:bookmarkEnd w:id="185"/>
      <w:bookmarkEnd w:id="186"/>
      <w:bookmarkEnd w:id="187"/>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88" w:name="_Toc390438931"/>
      <w:bookmarkStart w:id="189" w:name="_Toc405897628"/>
      <w:bookmarkStart w:id="190" w:name="_Toc415055732"/>
      <w:bookmarkStart w:id="191" w:name="_Toc415055858"/>
      <w:bookmarkStart w:id="192" w:name="_Toc415055957"/>
      <w:bookmarkStart w:id="193" w:name="_Toc415056058"/>
      <w:bookmarkStart w:id="194" w:name="_Toc214886897"/>
      <w:r w:rsidRPr="00D63F95">
        <w:rPr>
          <w:b/>
        </w:rPr>
        <w:t>16.3.1.1</w:t>
      </w:r>
      <w:r w:rsidRPr="00D63F95">
        <w:rPr>
          <w:b/>
        </w:rPr>
        <w:tab/>
        <w:t>Designation of a Qualified Scheduling Entity</w:t>
      </w:r>
      <w:bookmarkEnd w:id="188"/>
      <w:bookmarkEnd w:id="189"/>
      <w:bookmarkEnd w:id="190"/>
      <w:bookmarkEnd w:id="191"/>
      <w:bookmarkEnd w:id="192"/>
      <w:bookmarkEnd w:id="193"/>
      <w:bookmarkEnd w:id="194"/>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5" w:name="_Toc71369186"/>
      <w:bookmarkStart w:id="196" w:name="_Toc71539402"/>
      <w:bookmarkStart w:id="197" w:name="_Toc390438932"/>
      <w:bookmarkStart w:id="198" w:name="_Toc405897629"/>
      <w:bookmarkStart w:id="199" w:name="_Toc415055733"/>
      <w:bookmarkStart w:id="200" w:name="_Toc415055859"/>
      <w:bookmarkStart w:id="201" w:name="_Toc415055958"/>
      <w:bookmarkStart w:id="202" w:name="_Toc415056059"/>
      <w:bookmarkStart w:id="203" w:name="_Toc214886898"/>
      <w:r>
        <w:t>16.3.2</w:t>
      </w:r>
      <w:r>
        <w:tab/>
        <w:t>Registration Process for Load Serving Entities</w:t>
      </w:r>
      <w:bookmarkEnd w:id="195"/>
      <w:bookmarkEnd w:id="196"/>
      <w:bookmarkEnd w:id="197"/>
      <w:bookmarkEnd w:id="198"/>
      <w:bookmarkEnd w:id="199"/>
      <w:bookmarkEnd w:id="200"/>
      <w:bookmarkEnd w:id="201"/>
      <w:bookmarkEnd w:id="202"/>
      <w:bookmarkEnd w:id="203"/>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4" w:name="_Toc390438933"/>
      <w:bookmarkStart w:id="205" w:name="_Toc405897630"/>
      <w:bookmarkStart w:id="206" w:name="_Toc415055734"/>
      <w:bookmarkStart w:id="207" w:name="_Toc415055860"/>
      <w:bookmarkStart w:id="208" w:name="_Toc415055959"/>
      <w:bookmarkStart w:id="209" w:name="_Toc415056060"/>
      <w:bookmarkStart w:id="210" w:name="_Toc214886899"/>
      <w:r w:rsidRPr="00D63F95">
        <w:rPr>
          <w:b/>
        </w:rPr>
        <w:t>16.3.2.1</w:t>
      </w:r>
      <w:r w:rsidRPr="00D63F95">
        <w:rPr>
          <w:b/>
        </w:rPr>
        <w:tab/>
        <w:t>Notice of Receipt of Load Serving Entity Application</w:t>
      </w:r>
      <w:bookmarkEnd w:id="204"/>
      <w:bookmarkEnd w:id="205"/>
      <w:bookmarkEnd w:id="206"/>
      <w:bookmarkEnd w:id="207"/>
      <w:bookmarkEnd w:id="208"/>
      <w:bookmarkEnd w:id="209"/>
      <w:bookmarkEnd w:id="210"/>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1" w:name="_Toc390438934"/>
      <w:bookmarkStart w:id="212" w:name="_Toc405897631"/>
      <w:bookmarkStart w:id="213" w:name="_Toc415055735"/>
      <w:bookmarkStart w:id="214" w:name="_Toc415055861"/>
      <w:bookmarkStart w:id="215" w:name="_Toc415055960"/>
      <w:bookmarkStart w:id="216" w:name="_Toc415056061"/>
      <w:bookmarkStart w:id="217" w:name="_Toc214886900"/>
      <w:r w:rsidRPr="00D63F95">
        <w:rPr>
          <w:b/>
        </w:rPr>
        <w:t>16.3.2.2</w:t>
      </w:r>
      <w:r w:rsidRPr="00D63F95">
        <w:rPr>
          <w:b/>
        </w:rPr>
        <w:tab/>
        <w:t>Incomplete Load Serving Entity Applications</w:t>
      </w:r>
      <w:bookmarkEnd w:id="211"/>
      <w:bookmarkEnd w:id="212"/>
      <w:bookmarkEnd w:id="213"/>
      <w:bookmarkEnd w:id="214"/>
      <w:bookmarkEnd w:id="215"/>
      <w:bookmarkEnd w:id="216"/>
      <w:bookmarkEnd w:id="217"/>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18" w:name="_Toc390438935"/>
      <w:bookmarkStart w:id="219" w:name="_Toc405897632"/>
      <w:bookmarkStart w:id="220" w:name="_Toc415055736"/>
      <w:bookmarkStart w:id="221" w:name="_Toc415055862"/>
      <w:bookmarkStart w:id="222" w:name="_Toc415055961"/>
      <w:bookmarkStart w:id="223" w:name="_Toc415056062"/>
      <w:bookmarkStart w:id="224" w:name="_Toc214886901"/>
      <w:r w:rsidRPr="00D63F95">
        <w:rPr>
          <w:b/>
        </w:rPr>
        <w:t>16.3.2.3</w:t>
      </w:r>
      <w:r w:rsidRPr="00D63F95">
        <w:rPr>
          <w:b/>
        </w:rPr>
        <w:tab/>
        <w:t>ERCOT Approval or Rejection of Load Serving Entity Application</w:t>
      </w:r>
      <w:bookmarkEnd w:id="218"/>
      <w:bookmarkEnd w:id="219"/>
      <w:bookmarkEnd w:id="220"/>
      <w:bookmarkEnd w:id="221"/>
      <w:bookmarkEnd w:id="222"/>
      <w:bookmarkEnd w:id="223"/>
      <w:bookmarkEnd w:id="224"/>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5" w:name="_Toc390438936"/>
      <w:bookmarkStart w:id="226" w:name="_Toc405897633"/>
      <w:bookmarkStart w:id="227" w:name="_Toc415055737"/>
      <w:bookmarkStart w:id="228" w:name="_Toc415055863"/>
      <w:bookmarkStart w:id="229" w:name="_Toc415055962"/>
      <w:bookmarkStart w:id="230" w:name="_Toc415056063"/>
      <w:bookmarkStart w:id="231" w:name="_Toc214886902"/>
      <w:r>
        <w:lastRenderedPageBreak/>
        <w:t xml:space="preserve">16.3.3 </w:t>
      </w:r>
      <w:r>
        <w:tab/>
        <w:t>Changing QSE Designation</w:t>
      </w:r>
      <w:bookmarkEnd w:id="225"/>
      <w:bookmarkEnd w:id="226"/>
      <w:bookmarkEnd w:id="227"/>
      <w:bookmarkEnd w:id="228"/>
      <w:bookmarkEnd w:id="229"/>
      <w:bookmarkEnd w:id="230"/>
      <w:bookmarkEnd w:id="231"/>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2" w:name="_Toc390438937"/>
      <w:bookmarkStart w:id="233" w:name="_Toc405897634"/>
      <w:bookmarkStart w:id="234" w:name="_Toc415055738"/>
      <w:bookmarkStart w:id="235" w:name="_Toc415055864"/>
      <w:bookmarkStart w:id="236" w:name="_Toc415055963"/>
      <w:bookmarkStart w:id="237" w:name="_Toc415056064"/>
      <w:bookmarkStart w:id="238" w:name="_Toc214886903"/>
      <w:r>
        <w:t>16.3.4</w:t>
      </w:r>
      <w:r>
        <w:tab/>
        <w:t>Maintaining and Updating LSE Information</w:t>
      </w:r>
      <w:bookmarkEnd w:id="232"/>
      <w:bookmarkEnd w:id="233"/>
      <w:bookmarkEnd w:id="234"/>
      <w:bookmarkEnd w:id="235"/>
      <w:bookmarkEnd w:id="236"/>
      <w:bookmarkEnd w:id="237"/>
      <w:bookmarkEnd w:id="238"/>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39" w:name="_Toc71369189"/>
      <w:bookmarkStart w:id="240" w:name="_Toc71539405"/>
      <w:bookmarkStart w:id="241" w:name="_Toc390438938"/>
      <w:bookmarkStart w:id="242" w:name="_Toc405897635"/>
      <w:bookmarkStart w:id="243" w:name="_Toc415055739"/>
      <w:bookmarkStart w:id="244" w:name="_Toc415055865"/>
      <w:bookmarkStart w:id="245" w:name="_Toc415055964"/>
      <w:bookmarkStart w:id="246" w:name="_Toc415056065"/>
      <w:bookmarkStart w:id="247" w:name="_Toc214886904"/>
      <w:r>
        <w:t>16.4</w:t>
      </w:r>
      <w:r>
        <w:tab/>
        <w:t>Registration of Transmission and Distribution Service Providers</w:t>
      </w:r>
      <w:bookmarkEnd w:id="239"/>
      <w:bookmarkEnd w:id="240"/>
      <w:bookmarkEnd w:id="241"/>
      <w:bookmarkEnd w:id="242"/>
      <w:bookmarkEnd w:id="243"/>
      <w:bookmarkEnd w:id="244"/>
      <w:bookmarkEnd w:id="245"/>
      <w:bookmarkEnd w:id="246"/>
      <w:bookmarkEnd w:id="247"/>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48" w:name="_Toc390438939"/>
      <w:bookmarkStart w:id="249" w:name="_Toc405897636"/>
      <w:bookmarkStart w:id="250" w:name="_Toc415055740"/>
      <w:bookmarkStart w:id="251" w:name="_Toc415055866"/>
      <w:bookmarkStart w:id="252" w:name="_Toc415055965"/>
      <w:bookmarkStart w:id="253" w:name="_Toc415056066"/>
      <w:bookmarkStart w:id="254" w:name="_Toc214886905"/>
      <w:bookmarkStart w:id="255" w:name="_Toc71369190"/>
      <w:bookmarkStart w:id="256" w:name="_Toc71539406"/>
      <w:r>
        <w:t>16.5</w:t>
      </w:r>
      <w:r>
        <w:tab/>
        <w:t>Registration of a Resource Entity</w:t>
      </w:r>
      <w:bookmarkEnd w:id="248"/>
      <w:bookmarkEnd w:id="249"/>
      <w:bookmarkEnd w:id="250"/>
      <w:bookmarkEnd w:id="251"/>
      <w:bookmarkEnd w:id="252"/>
      <w:bookmarkEnd w:id="253"/>
      <w:bookmarkEnd w:id="254"/>
      <w:r>
        <w:t xml:space="preserve"> </w:t>
      </w:r>
      <w:bookmarkEnd w:id="255"/>
      <w:bookmarkEnd w:id="256"/>
    </w:p>
    <w:p w14:paraId="3AF7C54E" w14:textId="77777777" w:rsidR="007C3D02" w:rsidRPr="009733D9" w:rsidRDefault="007C3D02" w:rsidP="007C3D02">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6645B82B" w14:textId="77777777" w:rsidTr="001945C9">
        <w:tc>
          <w:tcPr>
            <w:tcW w:w="9558" w:type="dxa"/>
            <w:shd w:val="pct12" w:color="auto" w:fill="auto"/>
          </w:tcPr>
          <w:p w14:paraId="4E59103C" w14:textId="39764634" w:rsidR="007C3D02" w:rsidRPr="009733D9" w:rsidRDefault="007C3D02" w:rsidP="001945C9">
            <w:pPr>
              <w:spacing w:before="120" w:after="240"/>
              <w:rPr>
                <w:b/>
                <w:i/>
                <w:iCs/>
                <w:szCs w:val="24"/>
              </w:rPr>
            </w:pPr>
            <w:r w:rsidRPr="009733D9">
              <w:rPr>
                <w:b/>
                <w:i/>
                <w:iCs/>
                <w:szCs w:val="24"/>
              </w:rPr>
              <w:t>[NPRR995</w:t>
            </w:r>
            <w:r w:rsidR="008112F3">
              <w:rPr>
                <w:b/>
                <w:i/>
                <w:iCs/>
                <w:szCs w:val="24"/>
              </w:rPr>
              <w:t xml:space="preserve"> and NPRR1265</w:t>
            </w:r>
            <w:r w:rsidRPr="009733D9">
              <w:rPr>
                <w:b/>
                <w:i/>
                <w:iCs/>
                <w:szCs w:val="24"/>
              </w:rPr>
              <w:t xml:space="preserve">:  Replace </w:t>
            </w:r>
            <w:r w:rsidR="008112F3">
              <w:rPr>
                <w:b/>
                <w:i/>
                <w:iCs/>
                <w:szCs w:val="24"/>
              </w:rPr>
              <w:t xml:space="preserve">applicable portions of </w:t>
            </w:r>
            <w:r w:rsidRPr="009733D9">
              <w:rPr>
                <w:b/>
                <w:i/>
                <w:iCs/>
                <w:szCs w:val="24"/>
              </w:rPr>
              <w:t xml:space="preserve">paragraph (1) above with the following upon system implementation:] </w:t>
            </w:r>
          </w:p>
          <w:p w14:paraId="49D0B1E7" w14:textId="1A3BD6EC" w:rsidR="007C3D02" w:rsidRPr="009733D9" w:rsidRDefault="007C3D02" w:rsidP="001945C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w:t>
            </w:r>
            <w:r w:rsidR="008112F3">
              <w:t>an Unregistered</w:t>
            </w:r>
            <w:r w:rsidR="008112F3" w:rsidRPr="009733D9">
              <w:t xml:space="preserve"> </w:t>
            </w:r>
            <w:r w:rsidRPr="009733D9">
              <w:t>Distribut</w:t>
            </w:r>
            <w:r w:rsidR="008112F3">
              <w:t>ion</w:t>
            </w:r>
            <w:r w:rsidRPr="009733D9">
              <w:t xml:space="preserve"> Generat</w:t>
            </w:r>
            <w:r w:rsidR="008112F3">
              <w:t>or</w:t>
            </w:r>
            <w:r w:rsidRPr="009733D9">
              <w:t xml:space="preserve"> (</w:t>
            </w:r>
            <w:r w:rsidR="008112F3">
              <w:t>U</w:t>
            </w:r>
            <w:r w:rsidRPr="009733D9">
              <w:t xml:space="preserve">DG).  A Resource Entity may submit a proposal to register </w:t>
            </w:r>
            <w:r w:rsidRPr="009733D9">
              <w:lastRenderedPageBreak/>
              <w:t xml:space="preserve">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1BB72DE1" w14:textId="77777777" w:rsidR="007C3D02" w:rsidRPr="009733D9" w:rsidRDefault="007C3D02" w:rsidP="007C3D02">
      <w:pPr>
        <w:spacing w:before="240" w:after="240"/>
        <w:ind w:left="720" w:hanging="720"/>
        <w:rPr>
          <w:iCs/>
        </w:rPr>
      </w:pPr>
      <w:r w:rsidRPr="009733D9">
        <w:rPr>
          <w:iCs/>
        </w:rPr>
        <w:lastRenderedPageBreak/>
        <w:t>(2)</w:t>
      </w:r>
      <w:r w:rsidRPr="009733D9">
        <w:rPr>
          <w:iCs/>
        </w:rPr>
        <w:tab/>
        <w:t>Prior to commissioning, Resources Entities will regularly update the data necessary for modeling.  These updates will reflect the best available information at the time submitted.</w:t>
      </w:r>
    </w:p>
    <w:p w14:paraId="5D67C590" w14:textId="77777777" w:rsidR="007C3D02" w:rsidRPr="009733D9" w:rsidRDefault="007C3D02" w:rsidP="007C3D02">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331AC66" w14:textId="77777777" w:rsidTr="008112F3">
        <w:tc>
          <w:tcPr>
            <w:tcW w:w="9332" w:type="dxa"/>
            <w:shd w:val="pct12" w:color="auto" w:fill="auto"/>
          </w:tcPr>
          <w:p w14:paraId="71130152" w14:textId="77777777" w:rsidR="007C3D02" w:rsidRPr="009733D9" w:rsidRDefault="007C3D02" w:rsidP="001945C9">
            <w:pPr>
              <w:spacing w:before="120" w:after="240"/>
              <w:rPr>
                <w:b/>
                <w:i/>
                <w:iCs/>
                <w:szCs w:val="24"/>
              </w:rPr>
            </w:pPr>
            <w:r w:rsidRPr="009733D9">
              <w:rPr>
                <w:b/>
                <w:i/>
                <w:iCs/>
                <w:szCs w:val="24"/>
              </w:rPr>
              <w:t xml:space="preserve">[NPRR995:  Replace paragraph (3) above with the following upon system implementation:] </w:t>
            </w:r>
          </w:p>
          <w:p w14:paraId="0126A918" w14:textId="77777777" w:rsidR="007C3D02" w:rsidRPr="009733D9" w:rsidRDefault="007C3D02" w:rsidP="001945C9">
            <w:pPr>
              <w:spacing w:after="240"/>
              <w:ind w:left="720" w:hanging="720"/>
              <w:rPr>
                <w:iCs/>
              </w:rPr>
            </w:pPr>
            <w:r w:rsidRPr="009733D9">
              <w:rPr>
                <w:iCs/>
              </w:rPr>
              <w:t>(3)</w:t>
            </w:r>
            <w:r w:rsidRPr="009733D9">
              <w:rPr>
                <w:iCs/>
              </w:rPr>
              <w:tab/>
            </w:r>
            <w:r w:rsidRPr="009733D9">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w:t>
            </w:r>
            <w:r w:rsidRPr="009733D9">
              <w:lastRenderedPageBreak/>
              <w:t>Generation Resource, ESR, SOG, or SOESS violates any operational standards established in the Protocols, Planning Guide, Nodal Operating Guides, and Other Binding Documents or from taking any appropriate action based on that determination.</w:t>
            </w:r>
          </w:p>
        </w:tc>
      </w:tr>
    </w:tbl>
    <w:p w14:paraId="37DFEA47" w14:textId="77777777" w:rsidR="008112F3" w:rsidRDefault="008112F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2F3" w:rsidRPr="009733D9" w14:paraId="3A412DA6" w14:textId="77777777" w:rsidTr="008112F3">
        <w:tc>
          <w:tcPr>
            <w:tcW w:w="9332" w:type="dxa"/>
            <w:shd w:val="pct12" w:color="auto" w:fill="auto"/>
          </w:tcPr>
          <w:p w14:paraId="6CAA4126" w14:textId="2259288F" w:rsidR="008112F3" w:rsidRPr="009733D9" w:rsidRDefault="008112F3" w:rsidP="007E5638">
            <w:pPr>
              <w:spacing w:before="120" w:after="240"/>
              <w:rPr>
                <w:b/>
                <w:i/>
                <w:iCs/>
                <w:szCs w:val="24"/>
              </w:rPr>
            </w:pPr>
            <w:r w:rsidRPr="009733D9">
              <w:rPr>
                <w:b/>
                <w:i/>
                <w:iCs/>
                <w:szCs w:val="24"/>
              </w:rPr>
              <w:t>[NPRR</w:t>
            </w:r>
            <w:r>
              <w:rPr>
                <w:b/>
                <w:i/>
                <w:iCs/>
                <w:szCs w:val="24"/>
              </w:rPr>
              <w:t>1283</w:t>
            </w:r>
            <w:r w:rsidRPr="009733D9">
              <w:rPr>
                <w:b/>
                <w:i/>
                <w:iCs/>
                <w:szCs w:val="24"/>
              </w:rPr>
              <w:t xml:space="preserve">:  </w:t>
            </w:r>
            <w:r>
              <w:rPr>
                <w:b/>
                <w:i/>
                <w:iCs/>
                <w:szCs w:val="24"/>
              </w:rPr>
              <w:t>Insert</w:t>
            </w:r>
            <w:r w:rsidRPr="009733D9">
              <w:rPr>
                <w:b/>
                <w:i/>
                <w:iCs/>
                <w:szCs w:val="24"/>
              </w:rPr>
              <w:t xml:space="preserve"> paragraph (</w:t>
            </w:r>
            <w:r>
              <w:rPr>
                <w:b/>
                <w:i/>
                <w:iCs/>
                <w:szCs w:val="24"/>
              </w:rPr>
              <w:t>4</w:t>
            </w:r>
            <w:r w:rsidRPr="009733D9">
              <w:rPr>
                <w:b/>
                <w:i/>
                <w:iCs/>
                <w:szCs w:val="24"/>
              </w:rPr>
              <w:t xml:space="preserve">) </w:t>
            </w:r>
            <w:r>
              <w:rPr>
                <w:b/>
                <w:i/>
                <w:iCs/>
                <w:szCs w:val="24"/>
              </w:rPr>
              <w:t>below</w:t>
            </w:r>
            <w:r w:rsidRPr="009733D9">
              <w:rPr>
                <w:b/>
                <w:i/>
                <w:iCs/>
                <w:szCs w:val="24"/>
              </w:rPr>
              <w:t xml:space="preserve"> </w:t>
            </w:r>
            <w:r>
              <w:rPr>
                <w:b/>
                <w:i/>
                <w:iCs/>
                <w:szCs w:val="24"/>
              </w:rPr>
              <w:t>on January 1, 2026 and renumber accordingly</w:t>
            </w:r>
            <w:r w:rsidRPr="009733D9">
              <w:rPr>
                <w:b/>
                <w:i/>
                <w:iCs/>
                <w:szCs w:val="24"/>
              </w:rPr>
              <w:t xml:space="preserve">:] </w:t>
            </w:r>
          </w:p>
          <w:p w14:paraId="5A92512E" w14:textId="379B5DE8" w:rsidR="008112F3" w:rsidRPr="008112F3" w:rsidRDefault="008112F3" w:rsidP="008112F3">
            <w:pPr>
              <w:spacing w:after="240"/>
              <w:ind w:left="720" w:hanging="720"/>
              <w:rPr>
                <w:szCs w:val="24"/>
              </w:rPr>
            </w:pPr>
            <w:r w:rsidRPr="008112F3">
              <w:rPr>
                <w:szCs w:val="24"/>
              </w:rPr>
              <w:t>(4)</w:t>
            </w:r>
            <w:r w:rsidRPr="008112F3">
              <w:rPr>
                <w:szCs w:val="24"/>
              </w:rPr>
              <w:tab/>
              <w:t>An Interconnecting Entity (IE) shall not proceed to Initial Energization of a Generation Resource,</w:t>
            </w:r>
            <w:r w:rsidRPr="008112F3">
              <w:rPr>
                <w:iCs/>
                <w:szCs w:val="24"/>
              </w:rPr>
              <w:t xml:space="preserve"> ESR,</w:t>
            </w:r>
            <w:r w:rsidRPr="008112F3">
              <w:rPr>
                <w:szCs w:val="24"/>
              </w:rPr>
              <w:t xml:space="preserve"> Settlement Only Transmission Generator (SOTG), or Settlement Only Transmission Self-Generator (SOTSG) in the event any required Subsynchronous Oscillation (SSO) studies, SSO Mitigation plan, SSO Protection, and SSO monitoring have not been completed and approved by ERCOT in accordance with Section 3.22, Subsynchronous Oscillation.</w:t>
            </w:r>
          </w:p>
        </w:tc>
      </w:tr>
    </w:tbl>
    <w:p w14:paraId="4D66F05A" w14:textId="77777777" w:rsidR="008112F3" w:rsidRDefault="008112F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8112F3" w:rsidRPr="008112F3" w14:paraId="4DC2B710" w14:textId="77777777" w:rsidTr="008112F3">
        <w:tc>
          <w:tcPr>
            <w:tcW w:w="9445" w:type="dxa"/>
            <w:shd w:val="pct12" w:color="auto" w:fill="auto"/>
          </w:tcPr>
          <w:p w14:paraId="6AD6FCAB" w14:textId="77777777" w:rsidR="008112F3" w:rsidRPr="008112F3" w:rsidRDefault="008112F3" w:rsidP="008112F3">
            <w:pPr>
              <w:spacing w:before="120" w:after="240"/>
              <w:rPr>
                <w:b/>
                <w:i/>
                <w:iCs/>
                <w:szCs w:val="24"/>
              </w:rPr>
            </w:pPr>
            <w:r w:rsidRPr="008112F3">
              <w:rPr>
                <w:b/>
                <w:i/>
                <w:iCs/>
                <w:szCs w:val="24"/>
              </w:rPr>
              <w:t xml:space="preserve">[NPRR995:  Replace paragraph (4) above with the following upon system implementation:] </w:t>
            </w:r>
          </w:p>
          <w:p w14:paraId="54A80B34" w14:textId="77777777" w:rsidR="008112F3" w:rsidRPr="008112F3" w:rsidRDefault="008112F3" w:rsidP="008112F3">
            <w:pPr>
              <w:spacing w:after="240"/>
              <w:ind w:left="720" w:hanging="720"/>
              <w:rPr>
                <w:szCs w:val="24"/>
              </w:rPr>
            </w:pPr>
            <w:r w:rsidRPr="008112F3">
              <w:rPr>
                <w:szCs w:val="24"/>
              </w:rPr>
              <w:t>(4)</w:t>
            </w:r>
            <w:r w:rsidRPr="008112F3">
              <w:rPr>
                <w:szCs w:val="24"/>
              </w:rPr>
              <w:tab/>
              <w:t>An Interconnecting Entity (IE) shall not proceed to Initial Energization of a Generation Resource, ESR, Settlement Only Transmission Generator (SOTG), Settlement Only Transmission Self-Generator (SOTSG), or Settlement Only Transmission Energy Storage System (SOTESS) in the event any required Subsynchronous Oscillation (SSO) studies, SSO Mitigation Plan, SSO Protection, and SSO monitoring have not been completed and approved by ERCOT in accordance with Section 3.22, Subsynchronous Oscillation.</w:t>
            </w:r>
          </w:p>
        </w:tc>
      </w:tr>
    </w:tbl>
    <w:p w14:paraId="63AFA51D" w14:textId="556559C7" w:rsidR="007C3D02" w:rsidRPr="009733D9" w:rsidRDefault="007C3D02" w:rsidP="007C3D02">
      <w:pPr>
        <w:spacing w:before="240" w:after="240"/>
        <w:ind w:left="720" w:hanging="720"/>
      </w:pPr>
      <w:r w:rsidRPr="009733D9">
        <w:t>(4)</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645E2997" w14:textId="77777777" w:rsidR="007C3D02" w:rsidRPr="009733D9" w:rsidRDefault="007C3D02" w:rsidP="007C3D02">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p>
    <w:p w14:paraId="0B6E80D1" w14:textId="77777777" w:rsidR="007C3D02" w:rsidRPr="009733D9" w:rsidRDefault="007C3D02" w:rsidP="007C3D02">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Pr="009733D9">
        <w:t>; or</w:t>
      </w:r>
    </w:p>
    <w:p w14:paraId="2950882D" w14:textId="2F71EB3D" w:rsidR="007C3D02" w:rsidRPr="009733D9" w:rsidRDefault="007C3D02" w:rsidP="007C3D02">
      <w:pPr>
        <w:spacing w:after="240"/>
        <w:ind w:left="1440" w:hanging="720"/>
      </w:pPr>
      <w:r w:rsidRPr="009733D9">
        <w:t>(c)</w:t>
      </w:r>
      <w:r w:rsidRPr="009733D9">
        <w:tab/>
        <w:t xml:space="preserve">Any required Subsynchronous Resonance (SSR) studies, </w:t>
      </w:r>
      <w:r w:rsidR="002A6112" w:rsidRPr="002A6112">
        <w:t>Subsynchronous Oscillation</w:t>
      </w:r>
      <w:r w:rsidR="002A6112">
        <w:t xml:space="preserve"> (</w:t>
      </w:r>
      <w:r w:rsidR="00DD7713" w:rsidRPr="009733D9">
        <w:t>SS</w:t>
      </w:r>
      <w:r w:rsidR="00DD7713">
        <w:t>O</w:t>
      </w:r>
      <w:r w:rsidR="002A6112">
        <w:t>)</w:t>
      </w:r>
      <w:r w:rsidR="00DD7713" w:rsidRPr="009733D9">
        <w:t xml:space="preserve"> </w:t>
      </w:r>
      <w:r w:rsidR="00D77FE3">
        <w:t>M</w:t>
      </w:r>
      <w:r w:rsidRPr="009733D9">
        <w:t xml:space="preserve">itigation </w:t>
      </w:r>
      <w:r w:rsidR="0034463B">
        <w:t>p</w:t>
      </w:r>
      <w:r w:rsidRPr="009733D9">
        <w:t xml:space="preserve">lan, </w:t>
      </w:r>
      <w:r w:rsidR="00660E40" w:rsidRPr="009733D9">
        <w:t>SS</w:t>
      </w:r>
      <w:r w:rsidR="00660E40">
        <w:t>O</w:t>
      </w:r>
      <w:r w:rsidR="00660E40" w:rsidRPr="009733D9">
        <w:t xml:space="preserve"> </w:t>
      </w:r>
      <w:r w:rsidR="00D77FE3">
        <w:t>P</w:t>
      </w:r>
      <w:r w:rsidRPr="009733D9">
        <w:t>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D968505" w14:textId="77777777" w:rsidTr="001945C9">
        <w:tc>
          <w:tcPr>
            <w:tcW w:w="9558" w:type="dxa"/>
            <w:shd w:val="pct12" w:color="auto" w:fill="auto"/>
          </w:tcPr>
          <w:p w14:paraId="1184ED4F" w14:textId="203C7EB2" w:rsidR="007C3D02" w:rsidRPr="009733D9" w:rsidRDefault="007C3D02" w:rsidP="001945C9">
            <w:pPr>
              <w:spacing w:before="120" w:after="240"/>
              <w:rPr>
                <w:b/>
                <w:i/>
                <w:iCs/>
                <w:szCs w:val="24"/>
              </w:rPr>
            </w:pPr>
            <w:r w:rsidRPr="009733D9">
              <w:rPr>
                <w:b/>
                <w:i/>
                <w:iCs/>
                <w:szCs w:val="24"/>
              </w:rPr>
              <w:lastRenderedPageBreak/>
              <w:t>[NPRR995</w:t>
            </w:r>
            <w:r w:rsidR="008112F3">
              <w:rPr>
                <w:b/>
                <w:i/>
                <w:iCs/>
                <w:szCs w:val="24"/>
              </w:rPr>
              <w:t xml:space="preserve"> and NPRR1283</w:t>
            </w:r>
            <w:r w:rsidRPr="009733D9">
              <w:rPr>
                <w:b/>
                <w:i/>
                <w:iCs/>
                <w:szCs w:val="24"/>
              </w:rPr>
              <w:t xml:space="preserve">:  Replace </w:t>
            </w:r>
            <w:r w:rsidR="0040705E">
              <w:rPr>
                <w:b/>
                <w:i/>
                <w:iCs/>
                <w:szCs w:val="24"/>
              </w:rPr>
              <w:t xml:space="preserve">applicable </w:t>
            </w:r>
            <w:r w:rsidR="007149D6">
              <w:rPr>
                <w:b/>
                <w:i/>
                <w:iCs/>
                <w:szCs w:val="24"/>
              </w:rPr>
              <w:t xml:space="preserve">portions of </w:t>
            </w:r>
            <w:r w:rsidRPr="009733D9">
              <w:rPr>
                <w:b/>
                <w:i/>
                <w:iCs/>
                <w:szCs w:val="24"/>
              </w:rPr>
              <w:t>paragraph (4) above with the following upon system implementation</w:t>
            </w:r>
            <w:r w:rsidR="008112F3">
              <w:rPr>
                <w:b/>
                <w:i/>
                <w:iCs/>
                <w:szCs w:val="24"/>
              </w:rPr>
              <w:t xml:space="preserve"> for NPRR995; or on January 1, 2026 for NPRR1283</w:t>
            </w:r>
            <w:r w:rsidRPr="009733D9">
              <w:rPr>
                <w:b/>
                <w:i/>
                <w:iCs/>
                <w:szCs w:val="24"/>
              </w:rPr>
              <w:t xml:space="preserve">:] </w:t>
            </w:r>
          </w:p>
          <w:p w14:paraId="3390A3B3" w14:textId="77777777" w:rsidR="007C3D02" w:rsidRPr="009733D9" w:rsidRDefault="007C3D02" w:rsidP="001945C9">
            <w:pPr>
              <w:spacing w:after="240"/>
              <w:ind w:left="720" w:hanging="720"/>
            </w:pPr>
            <w:r w:rsidRPr="009733D9">
              <w:t>(4)</w:t>
            </w:r>
            <w:r w:rsidRPr="009733D9">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4EE4E61D" w14:textId="0F4F74C0" w:rsidR="007C3D02" w:rsidRPr="009733D9" w:rsidRDefault="007C3D02" w:rsidP="001945C9">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r w:rsidR="008112F3">
              <w:t xml:space="preserve"> or</w:t>
            </w:r>
          </w:p>
          <w:p w14:paraId="08A8C4E7" w14:textId="23A5DA8F" w:rsidR="007C3D02" w:rsidRPr="009733D9" w:rsidRDefault="007C3D02" w:rsidP="00DD26EB">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008112F3">
              <w:t>.</w:t>
            </w:r>
          </w:p>
        </w:tc>
      </w:tr>
    </w:tbl>
    <w:p w14:paraId="2279E603" w14:textId="77777777" w:rsidR="007C3D02" w:rsidRPr="009733D9" w:rsidRDefault="007C3D02" w:rsidP="007C3D02">
      <w:pPr>
        <w:spacing w:before="240" w:after="240"/>
        <w:ind w:left="720" w:hanging="720"/>
        <w:rPr>
          <w:iCs/>
        </w:rPr>
      </w:pPr>
      <w:r w:rsidRPr="009733D9">
        <w:rPr>
          <w:iCs/>
        </w:rPr>
        <w:t>(5)</w:t>
      </w:r>
      <w:r w:rsidRPr="009733D9">
        <w:rPr>
          <w:iCs/>
        </w:rPr>
        <w:tab/>
      </w:r>
      <w:r w:rsidRPr="009733D9">
        <w:t xml:space="preserve">DG with an installed capacity greater than one MW, the DG registration threshold, which exports energy into a Distribution System, must register with ERCOT.  </w:t>
      </w:r>
    </w:p>
    <w:p w14:paraId="271AF791" w14:textId="6179FB9E" w:rsidR="00FC1C5F" w:rsidRDefault="00727E32" w:rsidP="0043549E">
      <w:pPr>
        <w:pStyle w:val="H3"/>
      </w:pPr>
      <w:bookmarkStart w:id="257" w:name="_Toc390438940"/>
      <w:bookmarkStart w:id="258" w:name="_Toc405897637"/>
      <w:bookmarkStart w:id="259" w:name="_Toc415055741"/>
      <w:bookmarkStart w:id="260" w:name="_Toc415055867"/>
      <w:bookmarkStart w:id="261" w:name="_Toc415055966"/>
      <w:bookmarkStart w:id="262" w:name="_Toc415056067"/>
      <w:bookmarkStart w:id="263" w:name="_Toc214886906"/>
      <w:r>
        <w:t>16.5.1</w:t>
      </w:r>
      <w:r>
        <w:tab/>
        <w:t>Technical and Managerial Requirements for Resource Entity Applicants</w:t>
      </w:r>
      <w:bookmarkEnd w:id="257"/>
      <w:bookmarkEnd w:id="258"/>
      <w:bookmarkEnd w:id="259"/>
      <w:bookmarkEnd w:id="260"/>
      <w:bookmarkEnd w:id="261"/>
      <w:bookmarkEnd w:id="262"/>
      <w:bookmarkEnd w:id="263"/>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4" w:name="_Toc390438941"/>
      <w:bookmarkStart w:id="265" w:name="_Toc405897638"/>
      <w:bookmarkStart w:id="266" w:name="_Toc415055742"/>
      <w:bookmarkStart w:id="267" w:name="_Toc415055868"/>
      <w:bookmarkStart w:id="268" w:name="_Toc415055967"/>
      <w:bookmarkStart w:id="269" w:name="_Toc415056068"/>
      <w:bookmarkStart w:id="270" w:name="_Toc214886907"/>
      <w:r w:rsidRPr="00D63F95">
        <w:rPr>
          <w:b/>
        </w:rPr>
        <w:t>16.5.1.1</w:t>
      </w:r>
      <w:r w:rsidRPr="00D63F95">
        <w:rPr>
          <w:b/>
        </w:rPr>
        <w:tab/>
        <w:t>Designation of a Qualified Scheduling Entity</w:t>
      </w:r>
      <w:bookmarkEnd w:id="264"/>
      <w:bookmarkEnd w:id="265"/>
      <w:bookmarkEnd w:id="266"/>
      <w:bookmarkEnd w:id="267"/>
      <w:bookmarkEnd w:id="268"/>
      <w:bookmarkEnd w:id="269"/>
      <w:bookmarkEnd w:id="270"/>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w:t>
      </w:r>
      <w:r w:rsidR="000E3528">
        <w:lastRenderedPageBreak/>
        <w:t>Model change date</w:t>
      </w:r>
      <w:r w:rsidR="000E3528" w:rsidRPr="00940B2B">
        <w:t xml:space="preserve">, </w:t>
      </w:r>
      <w:r w:rsidR="000E3528" w:rsidRPr="00940B2B">
        <w:rPr>
          <w:szCs w:val="24"/>
        </w:rPr>
        <w:t xml:space="preserve">as described in Section </w:t>
      </w:r>
      <w:bookmarkStart w:id="271" w:name="_Toc333405817"/>
      <w:bookmarkStart w:id="272" w:name="_Toc204048545"/>
      <w:bookmarkEnd w:id="271"/>
      <w:bookmarkEnd w:id="272"/>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3" w:name="_Toc390438942"/>
      <w:bookmarkStart w:id="274" w:name="_Toc405897639"/>
      <w:bookmarkStart w:id="275" w:name="_Toc415055743"/>
      <w:bookmarkStart w:id="276" w:name="_Toc415055869"/>
      <w:bookmarkStart w:id="277" w:name="_Toc415055968"/>
      <w:bookmarkStart w:id="278" w:name="_Toc415056069"/>
      <w:bookmarkStart w:id="279" w:name="_Toc214886908"/>
      <w:r w:rsidRPr="00D63F95">
        <w:rPr>
          <w:b/>
        </w:rPr>
        <w:t>16.5.1.2</w:t>
      </w:r>
      <w:r w:rsidRPr="00D63F95">
        <w:rPr>
          <w:b/>
        </w:rPr>
        <w:tab/>
        <w:t>Waiver for Federal Hydroelectric Facilities</w:t>
      </w:r>
      <w:bookmarkEnd w:id="273"/>
      <w:bookmarkEnd w:id="274"/>
      <w:bookmarkEnd w:id="275"/>
      <w:bookmarkEnd w:id="276"/>
      <w:bookmarkEnd w:id="277"/>
      <w:bookmarkEnd w:id="278"/>
      <w:bookmarkEnd w:id="279"/>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0" w:name="_Toc390438943"/>
            <w:bookmarkStart w:id="281" w:name="_Toc405897640"/>
            <w:bookmarkStart w:id="282" w:name="_Toc415055744"/>
            <w:bookmarkStart w:id="283" w:name="_Toc415055870"/>
            <w:bookmarkStart w:id="284" w:name="_Toc415055969"/>
            <w:bookmarkStart w:id="285"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lastRenderedPageBreak/>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6" w:name="_Toc214886909"/>
      <w:r w:rsidRPr="00D63F95">
        <w:rPr>
          <w:b/>
        </w:rPr>
        <w:lastRenderedPageBreak/>
        <w:t>16.5.1.3</w:t>
      </w:r>
      <w:r w:rsidRPr="00D63F95">
        <w:rPr>
          <w:b/>
        </w:rPr>
        <w:tab/>
        <w:t>Waiver for Block Load Transfer Resources</w:t>
      </w:r>
      <w:bookmarkEnd w:id="280"/>
      <w:bookmarkEnd w:id="281"/>
      <w:bookmarkEnd w:id="282"/>
      <w:bookmarkEnd w:id="283"/>
      <w:bookmarkEnd w:id="284"/>
      <w:bookmarkEnd w:id="285"/>
      <w:bookmarkEnd w:id="286"/>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7" w:name="_Toc390438944"/>
      <w:bookmarkStart w:id="288" w:name="_Toc405897641"/>
      <w:bookmarkStart w:id="289" w:name="_Toc415055745"/>
      <w:bookmarkStart w:id="290" w:name="_Toc415055871"/>
      <w:bookmarkStart w:id="291" w:name="_Toc415055970"/>
      <w:bookmarkStart w:id="292" w:name="_Toc415056071"/>
      <w:bookmarkStart w:id="293" w:name="_Toc214886910"/>
      <w:r>
        <w:t>16.5.2</w:t>
      </w:r>
      <w:r>
        <w:tab/>
        <w:t>Registration Process for a Resource Entity</w:t>
      </w:r>
      <w:bookmarkEnd w:id="287"/>
      <w:bookmarkEnd w:id="288"/>
      <w:bookmarkEnd w:id="289"/>
      <w:bookmarkEnd w:id="290"/>
      <w:bookmarkEnd w:id="291"/>
      <w:bookmarkEnd w:id="292"/>
      <w:bookmarkEnd w:id="293"/>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4" w:name="_Toc390438945"/>
      <w:bookmarkStart w:id="295" w:name="_Toc405897642"/>
      <w:bookmarkStart w:id="296" w:name="_Toc415055746"/>
      <w:bookmarkStart w:id="297" w:name="_Toc415055872"/>
      <w:bookmarkStart w:id="298" w:name="_Toc415055971"/>
      <w:bookmarkStart w:id="299" w:name="_Toc415056072"/>
      <w:bookmarkStart w:id="300" w:name="_Toc214886911"/>
      <w:r w:rsidRPr="00D63F95">
        <w:rPr>
          <w:b/>
        </w:rPr>
        <w:lastRenderedPageBreak/>
        <w:t>16.5.2.1</w:t>
      </w:r>
      <w:r w:rsidRPr="00D63F95">
        <w:rPr>
          <w:b/>
        </w:rPr>
        <w:tab/>
        <w:t>Notice of Receipt of Resource Entity Application</w:t>
      </w:r>
      <w:bookmarkEnd w:id="294"/>
      <w:bookmarkEnd w:id="295"/>
      <w:bookmarkEnd w:id="296"/>
      <w:bookmarkEnd w:id="297"/>
      <w:bookmarkEnd w:id="298"/>
      <w:bookmarkEnd w:id="299"/>
      <w:bookmarkEnd w:id="300"/>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1" w:name="_Toc390438946"/>
      <w:bookmarkStart w:id="302" w:name="_Toc405897643"/>
      <w:bookmarkStart w:id="303" w:name="_Toc415055747"/>
      <w:bookmarkStart w:id="304" w:name="_Toc415055873"/>
      <w:bookmarkStart w:id="305" w:name="_Toc415055972"/>
      <w:bookmarkStart w:id="306" w:name="_Toc415056073"/>
      <w:bookmarkStart w:id="307" w:name="_Toc214886912"/>
      <w:r w:rsidRPr="00D63F95">
        <w:rPr>
          <w:b/>
        </w:rPr>
        <w:t>16.5.2.2</w:t>
      </w:r>
      <w:r w:rsidRPr="00D63F95">
        <w:rPr>
          <w:b/>
        </w:rPr>
        <w:tab/>
        <w:t>Incomplete Resource Entity Applications</w:t>
      </w:r>
      <w:bookmarkEnd w:id="301"/>
      <w:bookmarkEnd w:id="302"/>
      <w:bookmarkEnd w:id="303"/>
      <w:bookmarkEnd w:id="304"/>
      <w:bookmarkEnd w:id="305"/>
      <w:bookmarkEnd w:id="306"/>
      <w:bookmarkEnd w:id="307"/>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08" w:name="_Toc71369193"/>
      <w:bookmarkStart w:id="309" w:name="_Toc71539409"/>
      <w:bookmarkStart w:id="310" w:name="_Toc390438947"/>
      <w:bookmarkStart w:id="311" w:name="_Toc405897644"/>
      <w:bookmarkStart w:id="312" w:name="_Toc415055748"/>
      <w:bookmarkStart w:id="313" w:name="_Toc415055874"/>
      <w:bookmarkStart w:id="314" w:name="_Toc415055973"/>
      <w:bookmarkStart w:id="315" w:name="_Toc415056074"/>
      <w:bookmarkStart w:id="316" w:name="_Toc214886913"/>
      <w:r>
        <w:lastRenderedPageBreak/>
        <w:t>16.5.3</w:t>
      </w:r>
      <w:r>
        <w:tab/>
        <w:t>Changing QSE Designation</w:t>
      </w:r>
      <w:bookmarkEnd w:id="308"/>
      <w:bookmarkEnd w:id="309"/>
      <w:bookmarkEnd w:id="310"/>
      <w:bookmarkEnd w:id="311"/>
      <w:bookmarkEnd w:id="312"/>
      <w:bookmarkEnd w:id="313"/>
      <w:bookmarkEnd w:id="314"/>
      <w:bookmarkEnd w:id="315"/>
      <w:bookmarkEnd w:id="316"/>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7" w:name="_Toc390438948"/>
      <w:bookmarkStart w:id="318" w:name="_Toc405897645"/>
      <w:bookmarkStart w:id="319" w:name="_Toc415055749"/>
      <w:bookmarkStart w:id="320" w:name="_Toc415055875"/>
      <w:bookmarkStart w:id="321" w:name="_Toc415055974"/>
      <w:bookmarkStart w:id="322" w:name="_Toc415056075"/>
      <w:bookmarkStart w:id="323" w:name="_Toc214886914"/>
      <w:r>
        <w:lastRenderedPageBreak/>
        <w:t>16.5.4</w:t>
      </w:r>
      <w:r>
        <w:tab/>
        <w:t>Maintaining and Updating Resource Entity Information</w:t>
      </w:r>
      <w:bookmarkEnd w:id="317"/>
      <w:bookmarkEnd w:id="318"/>
      <w:bookmarkEnd w:id="319"/>
      <w:bookmarkEnd w:id="320"/>
      <w:bookmarkEnd w:id="321"/>
      <w:bookmarkEnd w:id="322"/>
      <w:bookmarkEnd w:id="323"/>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745DDDD1" w14:textId="2D30C90D" w:rsidR="000E4B76" w:rsidRDefault="00727E32">
      <w:pPr>
        <w:pStyle w:val="BodyText"/>
        <w:ind w:left="720" w:hanging="720"/>
        <w:rPr>
          <w:color w:val="000000"/>
        </w:rPr>
      </w:pPr>
      <w:r>
        <w:t>(2)</w:t>
      </w:r>
      <w:r>
        <w:tab/>
      </w:r>
      <w:r w:rsidR="00B57B60">
        <w:rPr>
          <w:color w:val="000000"/>
        </w:rPr>
        <w:t xml:space="preserve">A Resource Entity that has a Switchable Generation Resource (SWGR) shall submit a report to ERCOT in writing indicating whether or not it has any contractual requirement in a non-ERCOT Control Area for each season as defined in Section </w:t>
      </w:r>
      <w:r w:rsidR="00B57B60" w:rsidRPr="00F0693E">
        <w:rPr>
          <w:color w:val="000000"/>
        </w:rPr>
        <w:t>3.2.6.</w:t>
      </w:r>
      <w:r w:rsidR="00B57B60">
        <w:rPr>
          <w:color w:val="000000"/>
        </w:rPr>
        <w:t xml:space="preserve">4, </w:t>
      </w:r>
      <w:r w:rsidR="00B57B60" w:rsidRPr="00F0693E">
        <w:rPr>
          <w:color w:val="000000"/>
        </w:rPr>
        <w:t>Total Capacity Estimate</w:t>
      </w:r>
      <w:r w:rsidR="00B57B60">
        <w:rPr>
          <w:color w:val="000000"/>
        </w:rPr>
        <w:t xml:space="preserve">s, which may cause the identified capacity to not be available to the ERCOT System for the subsequent ten years.  The initial </w:t>
      </w:r>
      <w:r w:rsidR="00B57B60" w:rsidRPr="00127F54">
        <w:t xml:space="preserve">communication </w:t>
      </w:r>
      <w:r w:rsidR="00B57B60">
        <w:rPr>
          <w:color w:val="000000"/>
        </w:rPr>
        <w:t>and subsequent updates to previously reported unavailable capacity</w:t>
      </w:r>
      <w:r w:rsidR="00B57B60" w:rsidRPr="00127F54">
        <w:t xml:space="preserve"> shall be </w:t>
      </w:r>
      <w:r w:rsidR="00B57B60">
        <w:t>filed with ERCOT as soon as possible, but in no event later than ten Business Days after the information is obtained</w:t>
      </w:r>
      <w:r w:rsidR="00B57B60" w:rsidRPr="00127F54">
        <w:t>.</w:t>
      </w:r>
      <w:r w:rsidR="00B57B60">
        <w:t xml:space="preserve">  The communications should reflect the Resource Entity’s best estimate of the required information at the time the filing is made.</w:t>
      </w:r>
      <w:r w:rsidR="00B57B60" w:rsidRPr="00127F54">
        <w:t xml:space="preserve"> </w:t>
      </w:r>
      <w:r w:rsidR="00B57B60">
        <w:t xml:space="preserve"> </w:t>
      </w:r>
      <w:r w:rsidR="00B57B60" w:rsidRPr="00127F54">
        <w:t>ERCOT</w:t>
      </w:r>
      <w:r w:rsidR="00B57B60">
        <w:rPr>
          <w:color w:val="000000"/>
        </w:rPr>
        <w:t xml:space="preserve"> shall use the provided data for preparation of the Report on Capacity, Demand and Reserves in the ERCOT Region (CDR) and other planning purposes.  The </w:t>
      </w:r>
      <w:r w:rsidR="00B57B60" w:rsidRPr="004A30B1">
        <w:rPr>
          <w:color w:val="000000"/>
        </w:rPr>
        <w:t>SWGR</w:t>
      </w:r>
      <w:r w:rsidR="00B57B60">
        <w:rPr>
          <w:color w:val="000000"/>
        </w:rPr>
        <w:t xml:space="preserve"> information reporting form is located on the ERCOT website.</w:t>
      </w:r>
    </w:p>
    <w:p w14:paraId="50D432B4" w14:textId="77777777" w:rsidR="00FC1C5F" w:rsidRDefault="00727E32" w:rsidP="00E849F2">
      <w:pPr>
        <w:pStyle w:val="H2"/>
      </w:pPr>
      <w:bookmarkStart w:id="324" w:name="_Toc71369194"/>
      <w:bookmarkStart w:id="325" w:name="_Toc71539410"/>
      <w:bookmarkStart w:id="326" w:name="_Toc390438949"/>
      <w:bookmarkStart w:id="327" w:name="_Toc405897646"/>
      <w:bookmarkStart w:id="328" w:name="_Toc415055750"/>
      <w:bookmarkStart w:id="329" w:name="_Toc415055876"/>
      <w:bookmarkStart w:id="330" w:name="_Toc415055975"/>
      <w:bookmarkStart w:id="331" w:name="_Toc415056076"/>
      <w:bookmarkStart w:id="332" w:name="_Toc214886915"/>
      <w:r>
        <w:t>16.6</w:t>
      </w:r>
      <w:r>
        <w:tab/>
        <w:t>Registration of Municipally Owned Utilities and Electric Cooperatives in the ERCOT Region</w:t>
      </w:r>
      <w:bookmarkEnd w:id="324"/>
      <w:bookmarkEnd w:id="325"/>
      <w:bookmarkEnd w:id="326"/>
      <w:bookmarkEnd w:id="327"/>
      <w:bookmarkEnd w:id="328"/>
      <w:bookmarkEnd w:id="329"/>
      <w:bookmarkEnd w:id="330"/>
      <w:bookmarkEnd w:id="331"/>
      <w:bookmarkEnd w:id="332"/>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3" w:name="_Toc71369195"/>
      <w:bookmarkStart w:id="334" w:name="_Toc71539411"/>
      <w:bookmarkStart w:id="335" w:name="_Toc390438950"/>
      <w:bookmarkStart w:id="336" w:name="_Toc405897647"/>
      <w:bookmarkStart w:id="337" w:name="_Toc415055751"/>
      <w:bookmarkStart w:id="338" w:name="_Toc415055877"/>
      <w:bookmarkStart w:id="339" w:name="_Toc415055976"/>
      <w:bookmarkStart w:id="340" w:name="_Toc415056077"/>
      <w:bookmarkStart w:id="341" w:name="_Toc214886916"/>
      <w:r>
        <w:lastRenderedPageBreak/>
        <w:t>16.7</w:t>
      </w:r>
      <w:r>
        <w:tab/>
        <w:t>Registration of Renewable Energy Credit Account Holders</w:t>
      </w:r>
      <w:bookmarkEnd w:id="333"/>
      <w:bookmarkEnd w:id="334"/>
      <w:bookmarkEnd w:id="335"/>
      <w:bookmarkEnd w:id="336"/>
      <w:bookmarkEnd w:id="337"/>
      <w:bookmarkEnd w:id="338"/>
      <w:bookmarkEnd w:id="339"/>
      <w:bookmarkEnd w:id="340"/>
      <w:bookmarkEnd w:id="341"/>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2" w:name="_Toc71369196"/>
      <w:bookmarkStart w:id="343" w:name="_Toc71539412"/>
      <w:bookmarkStart w:id="344" w:name="_Toc390438951"/>
      <w:bookmarkStart w:id="345" w:name="_Toc405897648"/>
      <w:bookmarkStart w:id="346" w:name="_Toc415055752"/>
      <w:bookmarkStart w:id="347" w:name="_Toc415055878"/>
      <w:bookmarkStart w:id="348" w:name="_Toc415055977"/>
      <w:bookmarkStart w:id="349" w:name="_Toc415056078"/>
      <w:bookmarkStart w:id="350" w:name="_Toc214886917"/>
      <w:r>
        <w:t>16.8</w:t>
      </w:r>
      <w:r>
        <w:tab/>
        <w:t>Registration and Qualification of Congestion Revenue Rights Account Holders</w:t>
      </w:r>
      <w:bookmarkEnd w:id="342"/>
      <w:bookmarkEnd w:id="343"/>
      <w:bookmarkEnd w:id="344"/>
      <w:bookmarkEnd w:id="345"/>
      <w:bookmarkEnd w:id="346"/>
      <w:bookmarkEnd w:id="347"/>
      <w:bookmarkEnd w:id="348"/>
      <w:bookmarkEnd w:id="349"/>
      <w:bookmarkEnd w:id="350"/>
    </w:p>
    <w:p w14:paraId="2F565950" w14:textId="77777777" w:rsidR="00FC1C5F" w:rsidRDefault="00727E32" w:rsidP="00FC1C5F">
      <w:pPr>
        <w:pStyle w:val="H3"/>
      </w:pPr>
      <w:bookmarkStart w:id="351" w:name="_Toc390438952"/>
      <w:bookmarkStart w:id="352" w:name="_Toc405897649"/>
      <w:bookmarkStart w:id="353" w:name="_Toc415055753"/>
      <w:bookmarkStart w:id="354" w:name="_Toc415055879"/>
      <w:bookmarkStart w:id="355" w:name="_Toc415055978"/>
      <w:bookmarkStart w:id="356" w:name="_Toc415056079"/>
      <w:bookmarkStart w:id="357" w:name="_Toc214886918"/>
      <w:r>
        <w:t>16.8.1</w:t>
      </w:r>
      <w:r>
        <w:tab/>
        <w:t>Criteria for Qualification as a CRR Account Holder</w:t>
      </w:r>
      <w:bookmarkEnd w:id="351"/>
      <w:bookmarkEnd w:id="352"/>
      <w:bookmarkEnd w:id="353"/>
      <w:bookmarkEnd w:id="354"/>
      <w:bookmarkEnd w:id="355"/>
      <w:bookmarkEnd w:id="356"/>
      <w:bookmarkEnd w:id="357"/>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58"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58"/>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lastRenderedPageBreak/>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59"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0" w:name="_Hlk90904242"/>
      <w:bookmarkEnd w:id="359"/>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w:t>
      </w:r>
      <w:r w:rsidR="00400902" w:rsidRPr="008B4413">
        <w:lastRenderedPageBreak/>
        <w:t>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0"/>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1" w:name="_Toc390438953"/>
      <w:bookmarkStart w:id="362" w:name="_Toc405897650"/>
      <w:bookmarkStart w:id="363" w:name="_Toc415055754"/>
      <w:bookmarkStart w:id="364" w:name="_Toc415055880"/>
      <w:bookmarkStart w:id="365" w:name="_Toc415055979"/>
      <w:bookmarkStart w:id="366"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w:t>
      </w:r>
      <w:r w:rsidRPr="00494EB0">
        <w:lastRenderedPageBreak/>
        <w:t>satisfy the background check requirement, including any change to information that must be disclosed.</w:t>
      </w:r>
      <w:r>
        <w:t xml:space="preserve"> </w:t>
      </w:r>
    </w:p>
    <w:p w14:paraId="5305745E" w14:textId="77777777" w:rsidR="00FC1C5F" w:rsidRDefault="00727E32">
      <w:pPr>
        <w:pStyle w:val="H3"/>
      </w:pPr>
      <w:bookmarkStart w:id="367" w:name="_Toc214886919"/>
      <w:r>
        <w:t>16.8.2</w:t>
      </w:r>
      <w:r>
        <w:tab/>
        <w:t>CRR Account Holder Application Process</w:t>
      </w:r>
      <w:bookmarkEnd w:id="361"/>
      <w:bookmarkEnd w:id="362"/>
      <w:bookmarkEnd w:id="363"/>
      <w:bookmarkEnd w:id="364"/>
      <w:bookmarkEnd w:id="365"/>
      <w:bookmarkEnd w:id="366"/>
      <w:bookmarkEnd w:id="367"/>
      <w:r>
        <w:t xml:space="preserve">  </w:t>
      </w:r>
    </w:p>
    <w:p w14:paraId="134E0E98" w14:textId="4CA91440" w:rsidR="00FC1C5F" w:rsidRDefault="00853D39" w:rsidP="009F10FE">
      <w:pPr>
        <w:pStyle w:val="BodyText"/>
        <w:ind w:left="720" w:hanging="720"/>
      </w:pPr>
      <w:bookmarkStart w:id="368"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69" w:name="_Toc390438954"/>
      <w:bookmarkStart w:id="370" w:name="_Toc405897651"/>
      <w:bookmarkStart w:id="371" w:name="_Toc415055755"/>
      <w:bookmarkStart w:id="372" w:name="_Toc415055881"/>
      <w:bookmarkStart w:id="373" w:name="_Toc415055980"/>
      <w:bookmarkStart w:id="374" w:name="_Toc415056081"/>
      <w:bookmarkStart w:id="375" w:name="_Toc214886920"/>
      <w:bookmarkEnd w:id="368"/>
      <w:r w:rsidRPr="00D63F95">
        <w:rPr>
          <w:b/>
        </w:rPr>
        <w:t>16.8.2.1</w:t>
      </w:r>
      <w:r w:rsidRPr="00D63F95">
        <w:rPr>
          <w:b/>
        </w:rPr>
        <w:tab/>
        <w:t>Notice of Receipt of CRR Account Holder Application</w:t>
      </w:r>
      <w:bookmarkEnd w:id="369"/>
      <w:bookmarkEnd w:id="370"/>
      <w:bookmarkEnd w:id="371"/>
      <w:bookmarkEnd w:id="372"/>
      <w:bookmarkEnd w:id="373"/>
      <w:bookmarkEnd w:id="374"/>
      <w:bookmarkEnd w:id="375"/>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6" w:name="_Toc390438955"/>
      <w:bookmarkStart w:id="377" w:name="_Toc405897652"/>
      <w:bookmarkStart w:id="378" w:name="_Toc415055756"/>
      <w:bookmarkStart w:id="379" w:name="_Toc415055882"/>
      <w:bookmarkStart w:id="380" w:name="_Toc415055981"/>
      <w:bookmarkStart w:id="381" w:name="_Toc415056082"/>
      <w:bookmarkStart w:id="382" w:name="_Toc214886921"/>
      <w:bookmarkStart w:id="383"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76"/>
      <w:bookmarkEnd w:id="377"/>
      <w:bookmarkEnd w:id="378"/>
      <w:bookmarkEnd w:id="379"/>
      <w:bookmarkEnd w:id="380"/>
      <w:bookmarkEnd w:id="381"/>
      <w:bookmarkEnd w:id="382"/>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lastRenderedPageBreak/>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4" w:name="_Toc390438956"/>
      <w:bookmarkStart w:id="385" w:name="_Toc405897653"/>
      <w:bookmarkStart w:id="386" w:name="_Toc415055757"/>
      <w:bookmarkStart w:id="387" w:name="_Toc415055883"/>
      <w:bookmarkStart w:id="388" w:name="_Toc415055982"/>
      <w:bookmarkStart w:id="389" w:name="_Toc415056083"/>
      <w:bookmarkStart w:id="390" w:name="_Toc214886922"/>
      <w:bookmarkEnd w:id="383"/>
      <w:r w:rsidRPr="00D63F95">
        <w:rPr>
          <w:b/>
        </w:rPr>
        <w:t>16.8.2.3</w:t>
      </w:r>
      <w:r w:rsidRPr="00D63F95">
        <w:rPr>
          <w:b/>
        </w:rPr>
        <w:tab/>
        <w:t>ERCOT Approval or Rejection of CRR Account Holder Application</w:t>
      </w:r>
      <w:bookmarkEnd w:id="384"/>
      <w:bookmarkEnd w:id="385"/>
      <w:bookmarkEnd w:id="386"/>
      <w:bookmarkEnd w:id="387"/>
      <w:bookmarkEnd w:id="388"/>
      <w:bookmarkEnd w:id="389"/>
      <w:bookmarkEnd w:id="390"/>
    </w:p>
    <w:p w14:paraId="2ED72D18" w14:textId="6A2A95C2" w:rsidR="00FC1C5F" w:rsidRDefault="00727E32">
      <w:pPr>
        <w:pStyle w:val="BodyTextNumbered"/>
      </w:pPr>
      <w:bookmarkStart w:id="391"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1"/>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2"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3" w:name="_Toc390438957"/>
      <w:bookmarkStart w:id="394" w:name="_Toc405897654"/>
      <w:bookmarkStart w:id="395" w:name="_Toc415055758"/>
      <w:bookmarkStart w:id="396" w:name="_Toc415055884"/>
      <w:bookmarkStart w:id="397" w:name="_Toc415055983"/>
      <w:bookmarkStart w:id="398" w:name="_Toc415056084"/>
      <w:bookmarkStart w:id="399" w:name="_Toc214886923"/>
      <w:bookmarkEnd w:id="392"/>
      <w:r>
        <w:lastRenderedPageBreak/>
        <w:t>16.8.3</w:t>
      </w:r>
      <w:r>
        <w:tab/>
        <w:t>Remaining Steps for CRR Account Holder Registration</w:t>
      </w:r>
      <w:bookmarkEnd w:id="393"/>
      <w:bookmarkEnd w:id="394"/>
      <w:bookmarkEnd w:id="395"/>
      <w:bookmarkEnd w:id="396"/>
      <w:bookmarkEnd w:id="397"/>
      <w:bookmarkEnd w:id="398"/>
      <w:bookmarkEnd w:id="399"/>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0" w:name="_Toc390438958"/>
      <w:bookmarkStart w:id="401" w:name="_Toc405897655"/>
      <w:bookmarkStart w:id="402" w:name="_Toc415055759"/>
      <w:bookmarkStart w:id="403" w:name="_Toc415055885"/>
      <w:bookmarkStart w:id="404" w:name="_Toc415055984"/>
      <w:bookmarkStart w:id="405" w:name="_Toc415056085"/>
      <w:bookmarkStart w:id="406" w:name="_Toc214886924"/>
      <w:r>
        <w:t>16.8.3.1</w:t>
      </w:r>
      <w:r>
        <w:tab/>
        <w:t>Maintaining and Updating CRR Account Holder Information</w:t>
      </w:r>
      <w:bookmarkEnd w:id="400"/>
      <w:bookmarkEnd w:id="401"/>
      <w:bookmarkEnd w:id="402"/>
      <w:bookmarkEnd w:id="403"/>
      <w:bookmarkEnd w:id="404"/>
      <w:bookmarkEnd w:id="405"/>
      <w:bookmarkEnd w:id="406"/>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7" w:name="_Hlk90904282"/>
      <w:r>
        <w:t>(b)</w:t>
      </w:r>
      <w:r>
        <w:tab/>
        <w:t>A list of Principals;</w:t>
      </w:r>
    </w:p>
    <w:bookmarkEnd w:id="407"/>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telephone and e-mail addresses for those persons. </w:t>
      </w:r>
    </w:p>
    <w:p w14:paraId="53BD24E3" w14:textId="77777777" w:rsidR="00FC1C5F" w:rsidRDefault="00727E32">
      <w:pPr>
        <w:pStyle w:val="H2"/>
      </w:pPr>
      <w:bookmarkStart w:id="408" w:name="_Toc390438959"/>
      <w:bookmarkStart w:id="409" w:name="_Toc405897656"/>
      <w:bookmarkStart w:id="410" w:name="_Toc415055760"/>
      <w:bookmarkStart w:id="411" w:name="_Toc415055886"/>
      <w:bookmarkStart w:id="412" w:name="_Toc415055985"/>
      <w:bookmarkStart w:id="413" w:name="_Toc415056086"/>
      <w:bookmarkStart w:id="414" w:name="_Toc214886925"/>
      <w:bookmarkStart w:id="415" w:name="_Toc71369199"/>
      <w:bookmarkStart w:id="416" w:name="_Toc71539414"/>
      <w:r>
        <w:t>16.9</w:t>
      </w:r>
      <w:r>
        <w:tab/>
        <w:t>Resources Providing Reliability Must-Run Service</w:t>
      </w:r>
      <w:bookmarkEnd w:id="408"/>
      <w:bookmarkEnd w:id="409"/>
      <w:bookmarkEnd w:id="410"/>
      <w:bookmarkEnd w:id="411"/>
      <w:bookmarkEnd w:id="412"/>
      <w:bookmarkEnd w:id="413"/>
      <w:bookmarkEnd w:id="414"/>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7" w:name="_Toc390438960"/>
      <w:bookmarkStart w:id="418" w:name="_Toc405897657"/>
      <w:bookmarkStart w:id="419" w:name="_Toc415055761"/>
      <w:bookmarkStart w:id="420" w:name="_Toc415055887"/>
      <w:bookmarkStart w:id="421" w:name="_Toc415055986"/>
      <w:bookmarkStart w:id="422" w:name="_Toc415056087"/>
      <w:bookmarkStart w:id="423" w:name="_Toc214886926"/>
      <w:r>
        <w:t>16.10</w:t>
      </w:r>
      <w:r>
        <w:tab/>
        <w:t>Resources Providing Black Start Service</w:t>
      </w:r>
      <w:bookmarkEnd w:id="417"/>
      <w:bookmarkEnd w:id="418"/>
      <w:bookmarkEnd w:id="419"/>
      <w:bookmarkEnd w:id="420"/>
      <w:bookmarkEnd w:id="421"/>
      <w:bookmarkEnd w:id="422"/>
      <w:bookmarkEnd w:id="423"/>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4" w:name="_Toc390438961"/>
      <w:bookmarkStart w:id="425" w:name="_Toc405897658"/>
      <w:bookmarkStart w:id="426" w:name="_Toc415055762"/>
      <w:bookmarkStart w:id="427" w:name="_Toc415055888"/>
      <w:bookmarkStart w:id="428" w:name="_Toc415055987"/>
      <w:bookmarkStart w:id="429" w:name="_Toc415056088"/>
      <w:bookmarkStart w:id="430" w:name="_Toc214886927"/>
      <w:bookmarkStart w:id="431" w:name="_Toc69636432"/>
      <w:bookmarkStart w:id="432" w:name="_Toc71369201"/>
      <w:bookmarkStart w:id="433" w:name="_Toc71539416"/>
      <w:bookmarkEnd w:id="415"/>
      <w:bookmarkEnd w:id="416"/>
      <w:r w:rsidRPr="0002450E">
        <w:lastRenderedPageBreak/>
        <w:t>16.11</w:t>
      </w:r>
      <w:r w:rsidRPr="0002450E">
        <w:tab/>
        <w:t>Financial Security for Counter-Parties</w:t>
      </w:r>
      <w:bookmarkEnd w:id="424"/>
      <w:bookmarkEnd w:id="425"/>
      <w:bookmarkEnd w:id="426"/>
      <w:bookmarkEnd w:id="427"/>
      <w:bookmarkEnd w:id="428"/>
      <w:bookmarkEnd w:id="429"/>
      <w:bookmarkEnd w:id="43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34" w:name="_Toc390438962"/>
      <w:bookmarkStart w:id="435" w:name="_Toc405897659"/>
      <w:bookmarkStart w:id="436" w:name="_Toc415055763"/>
      <w:bookmarkStart w:id="437" w:name="_Toc415055889"/>
      <w:bookmarkStart w:id="438" w:name="_Toc415055988"/>
      <w:bookmarkStart w:id="439" w:name="_Toc415056089"/>
      <w:bookmarkStart w:id="440" w:name="_Toc214886928"/>
      <w:r>
        <w:t>16.11.1</w:t>
      </w:r>
      <w:r>
        <w:tab/>
        <w:t>ERCOT Creditworthiness Requirements for Counter-Parties</w:t>
      </w:r>
      <w:bookmarkEnd w:id="434"/>
      <w:bookmarkEnd w:id="435"/>
      <w:bookmarkEnd w:id="436"/>
      <w:bookmarkEnd w:id="437"/>
      <w:bookmarkEnd w:id="438"/>
      <w:bookmarkEnd w:id="439"/>
      <w:bookmarkEnd w:id="440"/>
      <w:r>
        <w:t xml:space="preserve"> </w:t>
      </w:r>
    </w:p>
    <w:p w14:paraId="4C1A178F" w14:textId="345BAD2A" w:rsidR="00FE57D4" w:rsidRDefault="00853D39" w:rsidP="00FE57D4">
      <w:pPr>
        <w:spacing w:after="240"/>
        <w:ind w:left="720" w:hanging="720"/>
      </w:pPr>
      <w:r>
        <w:t>(1)</w:t>
      </w:r>
      <w:r>
        <w:tab/>
      </w:r>
      <w:r w:rsidR="005C04D0" w:rsidRPr="00593C45">
        <w:t>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1" w:name="_Toc214886929"/>
      <w:bookmarkStart w:id="442" w:name="_Toc390438963"/>
      <w:bookmarkStart w:id="443" w:name="_Toc405897660"/>
      <w:bookmarkStart w:id="444" w:name="_Toc415055764"/>
      <w:bookmarkStart w:id="445" w:name="_Toc415055890"/>
      <w:bookmarkStart w:id="446" w:name="_Toc415055989"/>
      <w:bookmarkStart w:id="447" w:name="_Toc415056090"/>
      <w:r w:rsidRPr="0028005C">
        <w:t>16.11.1.</w:t>
      </w:r>
      <w:r w:rsidR="00A34A95">
        <w:t>1</w:t>
      </w:r>
      <w:r w:rsidRPr="0028005C">
        <w:tab/>
        <w:t>Review of Counter-Party Eligibility</w:t>
      </w:r>
      <w:bookmarkEnd w:id="441"/>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lastRenderedPageBreak/>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48" w:name="_Toc214886930"/>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48"/>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49" w:name="_Toc214886931"/>
      <w:r>
        <w:t>16.11.2</w:t>
      </w:r>
      <w:r>
        <w:tab/>
      </w:r>
      <w:r w:rsidR="005C04D0">
        <w:t>[RESERVED]</w:t>
      </w:r>
      <w:bookmarkEnd w:id="442"/>
      <w:bookmarkEnd w:id="443"/>
      <w:bookmarkEnd w:id="444"/>
      <w:bookmarkEnd w:id="445"/>
      <w:bookmarkEnd w:id="446"/>
      <w:bookmarkEnd w:id="447"/>
      <w:bookmarkEnd w:id="449"/>
    </w:p>
    <w:p w14:paraId="065D1685" w14:textId="77777777" w:rsidR="00FC1C5F" w:rsidRDefault="00727E32" w:rsidP="00FB1643">
      <w:pPr>
        <w:pStyle w:val="H3"/>
        <w:ind w:left="0" w:firstLine="0"/>
      </w:pPr>
      <w:bookmarkStart w:id="450" w:name="_Toc390438964"/>
      <w:bookmarkStart w:id="451" w:name="_Toc405897661"/>
      <w:bookmarkStart w:id="452" w:name="_Toc415055765"/>
      <w:bookmarkStart w:id="453" w:name="_Toc415055891"/>
      <w:bookmarkStart w:id="454" w:name="_Toc415055990"/>
      <w:bookmarkStart w:id="455" w:name="_Toc415056091"/>
      <w:bookmarkStart w:id="456" w:name="_Toc214886932"/>
      <w:r>
        <w:t>16.11.3</w:t>
      </w:r>
      <w:r>
        <w:tab/>
        <w:t>Alternative Means of Satisfying ERCOT Creditworthiness Requirements</w:t>
      </w:r>
      <w:bookmarkEnd w:id="450"/>
      <w:bookmarkEnd w:id="451"/>
      <w:bookmarkEnd w:id="452"/>
      <w:bookmarkEnd w:id="453"/>
      <w:bookmarkEnd w:id="454"/>
      <w:bookmarkEnd w:id="455"/>
      <w:bookmarkEnd w:id="456"/>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lastRenderedPageBreak/>
        <w:t>All letters of credit must be drawn on a U.S. domestic bank or a U.S. domestic office of a foreign bank.</w:t>
      </w:r>
    </w:p>
    <w:p w14:paraId="43CB862B" w14:textId="41A51405" w:rsidR="005C04D0" w:rsidRDefault="005C04D0" w:rsidP="005C04D0">
      <w:pPr>
        <w:pStyle w:val="List"/>
        <w:ind w:left="2160"/>
      </w:pPr>
      <w:r w:rsidRPr="00CC731E">
        <w:t>(ii</w:t>
      </w:r>
      <w:r>
        <w:t>i</w:t>
      </w:r>
      <w:r w:rsidRPr="00CC731E">
        <w:t>)</w:t>
      </w:r>
      <w:r w:rsidRPr="00CC731E">
        <w:tab/>
      </w:r>
      <w:r w:rsidR="00876957" w:rsidRPr="00B20198">
        <w:t xml:space="preserve">Letters of credit must be issued by a bank or other financial institution that is acceptable to ERCOT, with a minimum rating of A- with S&amp;P </w:t>
      </w:r>
      <w:r w:rsidR="00876957">
        <w:t>and</w:t>
      </w:r>
      <w:r w:rsidR="00876957" w:rsidRPr="00B20198">
        <w:t xml:space="preserve"> Fitch </w:t>
      </w:r>
      <w:r w:rsidR="00876957">
        <w:t>and</w:t>
      </w:r>
      <w:r w:rsidR="00876957" w:rsidRPr="00B20198">
        <w:t xml:space="preserve"> A3 with Moody’s.</w:t>
      </w:r>
      <w:r w:rsidR="00876957">
        <w:t xml:space="preserve">  No letters of credit will be accepted from banks which are rated below A-/A3 by one or more rating agencies.  If there are split ratings amongst rating agencies, ERCOT will use the lowest of </w:t>
      </w:r>
      <w:r w:rsidR="00876957" w:rsidRPr="00E57FBD">
        <w:t xml:space="preserve">different ratings </w:t>
      </w:r>
      <w:r w:rsidR="00876957" w:rsidRPr="000E72B5">
        <w:t>within</w:t>
      </w:r>
      <w:r w:rsidR="00876957" w:rsidRPr="00CF23D4">
        <w:t xml:space="preserve"> </w:t>
      </w:r>
      <w:r w:rsidR="00876957" w:rsidRPr="00E57FBD">
        <w:t xml:space="preserve">the same rating agency </w:t>
      </w:r>
      <w:r w:rsidR="00876957" w:rsidRPr="000E72B5">
        <w:t>and</w:t>
      </w:r>
      <w:r w:rsidR="00876957" w:rsidRPr="00CF23D4">
        <w:t xml:space="preserve"> </w:t>
      </w:r>
      <w:r w:rsidR="00876957" w:rsidRPr="00E57FBD">
        <w:t xml:space="preserve">amongst </w:t>
      </w:r>
      <w:r w:rsidR="00876957">
        <w:t xml:space="preserve">different </w:t>
      </w:r>
      <w:r w:rsidR="00876957" w:rsidRPr="00E57FBD">
        <w:t>rating agencies</w:t>
      </w:r>
      <w:r w:rsidR="00876957">
        <w:t>.  The r</w:t>
      </w:r>
      <w:r w:rsidR="00876957" w:rsidRPr="00E57FBD">
        <w:t xml:space="preserve">atings </w:t>
      </w:r>
      <w:r w:rsidR="00876957">
        <w:t xml:space="preserve">are defined </w:t>
      </w:r>
      <w:r w:rsidR="00876957" w:rsidRPr="00E57FBD">
        <w:t xml:space="preserve">as follows (if available): Long term issuer rating, </w:t>
      </w:r>
      <w:r w:rsidR="00876957">
        <w:t>Long</w:t>
      </w:r>
      <w:r w:rsidR="00876957" w:rsidRPr="00E57FBD">
        <w:t xml:space="preserve"> term </w:t>
      </w:r>
      <w:r w:rsidR="00876957">
        <w:t>S</w:t>
      </w:r>
      <w:r w:rsidR="00876957" w:rsidRPr="00E57FBD">
        <w:t xml:space="preserve">enior </w:t>
      </w:r>
      <w:r w:rsidR="00876957">
        <w:t>U</w:t>
      </w:r>
      <w:r w:rsidR="00876957" w:rsidRPr="00E57FBD">
        <w:t xml:space="preserve">nsecured </w:t>
      </w:r>
      <w:r w:rsidR="00876957">
        <w:t xml:space="preserve">rating </w:t>
      </w:r>
      <w:r w:rsidR="00876957" w:rsidRPr="00E57FBD">
        <w:t xml:space="preserve">or Long Term Counterparty Risk Assessment (for Moody’s). </w:t>
      </w:r>
      <w:r w:rsidR="00876957">
        <w:t xml:space="preserve"> For U.S. offices of foreign banks, </w:t>
      </w:r>
      <w:r w:rsidR="00876957" w:rsidRPr="00E57FBD">
        <w:t>U</w:t>
      </w:r>
      <w:r w:rsidR="00876957">
        <w:t>.</w:t>
      </w:r>
      <w:r w:rsidR="00876957" w:rsidRPr="00E57FBD">
        <w:t>S</w:t>
      </w:r>
      <w:r w:rsidR="00876957">
        <w:t>.</w:t>
      </w:r>
      <w:r w:rsidR="00876957" w:rsidRPr="00E57FBD">
        <w:t xml:space="preserve"> </w:t>
      </w:r>
      <w:r w:rsidR="00876957">
        <w:t>b</w:t>
      </w:r>
      <w:r w:rsidR="00876957" w:rsidRPr="00E57FBD">
        <w:t>ranch/office</w:t>
      </w:r>
      <w:r w:rsidR="00876957">
        <w:t xml:space="preserve"> must h</w:t>
      </w:r>
      <w:r w:rsidR="00876957" w:rsidRPr="00E57FBD">
        <w:t>ave an acceptable rating on its own by at least one of the rating agencies.</w:t>
      </w:r>
    </w:p>
    <w:p w14:paraId="71E6E693" w14:textId="6113F4F9" w:rsidR="005C04D0" w:rsidRPr="00CC731E" w:rsidRDefault="005C04D0" w:rsidP="00650C6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w:t>
      </w:r>
      <w:r w:rsidRPr="00CC731E">
        <w:lastRenderedPageBreak/>
        <w:t xml:space="preserve">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5CF8368" w14:textId="6F350AC5" w:rsidR="00876957" w:rsidRPr="00B20198" w:rsidRDefault="00876957" w:rsidP="00876957">
      <w:pPr>
        <w:spacing w:after="240"/>
        <w:ind w:left="1440" w:hanging="720"/>
      </w:pPr>
      <w:r w:rsidRPr="00B20198">
        <w:t>(b)</w:t>
      </w:r>
      <w:r w:rsidRPr="00B20198">
        <w:tab/>
        <w:t xml:space="preserve">The Counter-Party may give a surety bond naming ERCOT as the beneficiary.  </w:t>
      </w:r>
    </w:p>
    <w:p w14:paraId="54F0DE9C" w14:textId="77777777" w:rsidR="00876957" w:rsidRPr="00B20198" w:rsidRDefault="00876957" w:rsidP="00876957">
      <w:pPr>
        <w:spacing w:after="240"/>
        <w:ind w:left="2160" w:hanging="720"/>
      </w:pPr>
      <w:r w:rsidRPr="00B20198">
        <w:t>(i)</w:t>
      </w:r>
      <w:r w:rsidRPr="00B20198">
        <w:tab/>
        <w:t>The surety bond must be signed by a surety acceptable to ERCOT, in its sole discretion and must be in the form of ERCOT’s standard surety bond form approved by the ERCOT Board.  No modifications to the form are permitted.</w:t>
      </w:r>
    </w:p>
    <w:p w14:paraId="3798D87F" w14:textId="77777777" w:rsidR="00876957" w:rsidRPr="00B20198" w:rsidRDefault="00876957" w:rsidP="0087695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7DB64119" w14:textId="77777777" w:rsidR="00876957" w:rsidRDefault="00876957" w:rsidP="00876957">
      <w:pPr>
        <w:pStyle w:val="List"/>
        <w:ind w:left="2160"/>
      </w:pPr>
      <w:r w:rsidRPr="00B20198">
        <w:t>(iii)</w:t>
      </w:r>
      <w:r w:rsidRPr="00B20198">
        <w:tab/>
        <w:t xml:space="preserve">Surety bonds are subject to a limit of $10 million per Counter-Party per insurer and an overall limit of $100 million per insurer for all ERCOT Counter-Parties. </w:t>
      </w:r>
      <w:r>
        <w:t xml:space="preserve"> This overall limit is aggregated for the entire corporate family in case of multiple insurance companies belonging to the same corporate family.</w:t>
      </w:r>
    </w:p>
    <w:p w14:paraId="6854DBEF" w14:textId="53EC486D" w:rsidR="00876957" w:rsidRPr="00CC731E" w:rsidRDefault="00876957" w:rsidP="00876957">
      <w:pPr>
        <w:pStyle w:val="List"/>
        <w:ind w:left="2160"/>
      </w:pPr>
      <w:r>
        <w:t>(iv)</w:t>
      </w:r>
      <w:r>
        <w:tab/>
      </w:r>
      <w:r w:rsidRPr="00CC731E">
        <w:t xml:space="preserve">The surety bond must be issued by an insurance company with a minimum </w:t>
      </w:r>
      <w:r>
        <w:t>financial size category of XII as determined by AM Best.</w:t>
      </w:r>
    </w:p>
    <w:p w14:paraId="7369192F" w14:textId="2F852136" w:rsidR="005C04D0" w:rsidRDefault="005C04D0" w:rsidP="00650C66">
      <w:pPr>
        <w:spacing w:after="240"/>
        <w:ind w:left="1440" w:hanging="720"/>
      </w:pPr>
      <w:r w:rsidRPr="00AF4A46">
        <w:lastRenderedPageBreak/>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p w14:paraId="59EA7BE2" w14:textId="0DEFACAF" w:rsidR="00B87B1F" w:rsidRDefault="00B87B1F" w:rsidP="00FE4B56">
      <w:pPr>
        <w:pStyle w:val="List"/>
        <w:ind w:left="2160"/>
      </w:pPr>
      <w:r>
        <w:t xml:space="preserve">(iii)      </w:t>
      </w:r>
      <w:r w:rsidRPr="002A0C70">
        <w:t>In addition, ERCOT will provide a report containing details on how the interest amount was calculated for that month, which shall include, at a minimum, the daily principal amount of the Cash Collateral held from the Counter-Party and the imputed yield.</w:t>
      </w:r>
    </w:p>
    <w:p w14:paraId="147657AA" w14:textId="56303BEF" w:rsidR="002D6ABD" w:rsidRDefault="005C04D0" w:rsidP="000C1414">
      <w:pPr>
        <w:spacing w:after="240"/>
        <w:ind w:left="2160" w:hanging="720"/>
      </w:pPr>
      <w:r>
        <w:t>(i</w:t>
      </w:r>
      <w:r w:rsidR="00B87B1F">
        <w:t>v</w:t>
      </w:r>
      <w:r>
        <w:t>)</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57" w:name="_Toc390438965"/>
      <w:bookmarkStart w:id="458" w:name="_Toc405897662"/>
      <w:bookmarkStart w:id="459" w:name="_Toc415055766"/>
      <w:bookmarkStart w:id="460" w:name="_Toc415055892"/>
      <w:bookmarkStart w:id="461" w:name="_Toc415055991"/>
      <w:bookmarkStart w:id="462" w:name="_Toc415056092"/>
      <w:bookmarkStart w:id="463" w:name="_Toc214886933"/>
      <w:r>
        <w:t>16.11.4</w:t>
      </w:r>
      <w:r>
        <w:tab/>
        <w:t>Determination and Monitoring of Counter-Party Credit Exposure</w:t>
      </w:r>
      <w:bookmarkEnd w:id="457"/>
      <w:bookmarkEnd w:id="458"/>
      <w:bookmarkEnd w:id="459"/>
      <w:bookmarkEnd w:id="460"/>
      <w:bookmarkEnd w:id="461"/>
      <w:bookmarkEnd w:id="462"/>
      <w:bookmarkEnd w:id="463"/>
    </w:p>
    <w:p w14:paraId="6A413844" w14:textId="77777777" w:rsidR="00856F40" w:rsidRPr="0002450E" w:rsidRDefault="00856F40" w:rsidP="00856F40">
      <w:pPr>
        <w:pStyle w:val="H4"/>
        <w:spacing w:before="120"/>
        <w:ind w:left="1267" w:hanging="1267"/>
        <w:rPr>
          <w:b/>
          <w:bCs/>
        </w:rPr>
      </w:pPr>
      <w:bookmarkStart w:id="464" w:name="_Toc390438966"/>
      <w:bookmarkStart w:id="465" w:name="_Toc405897663"/>
      <w:bookmarkStart w:id="466" w:name="_Toc415055767"/>
      <w:bookmarkStart w:id="467" w:name="_Toc415055893"/>
      <w:bookmarkStart w:id="468" w:name="_Toc415055992"/>
      <w:bookmarkStart w:id="469" w:name="_Toc415056093"/>
      <w:bookmarkStart w:id="470" w:name="_Toc214886934"/>
      <w:r w:rsidRPr="0002450E">
        <w:rPr>
          <w:b/>
          <w:bCs/>
        </w:rPr>
        <w:t>16.11.4.1</w:t>
      </w:r>
      <w:r w:rsidRPr="0002450E">
        <w:rPr>
          <w:b/>
          <w:bCs/>
        </w:rPr>
        <w:tab/>
        <w:t>Determination of Total Potential Exposure for a Counter-Party</w:t>
      </w:r>
      <w:bookmarkEnd w:id="464"/>
      <w:bookmarkEnd w:id="465"/>
      <w:bookmarkEnd w:id="466"/>
      <w:bookmarkEnd w:id="467"/>
      <w:bookmarkEnd w:id="468"/>
      <w:bookmarkEnd w:id="469"/>
      <w:bookmarkEnd w:id="470"/>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lastRenderedPageBreak/>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3"/>
        <w:gridCol w:w="1051"/>
        <w:gridCol w:w="6668"/>
      </w:tblGrid>
      <w:tr w:rsidR="002D0D49" w14:paraId="6A2B50C5" w14:textId="77777777" w:rsidTr="0043549E">
        <w:trPr>
          <w:trHeight w:val="351"/>
          <w:tblHeader/>
        </w:trPr>
        <w:tc>
          <w:tcPr>
            <w:tcW w:w="1637" w:type="dxa"/>
          </w:tcPr>
          <w:p w14:paraId="22FE4A5B" w14:textId="77777777" w:rsidR="002D0D49" w:rsidRDefault="002D0D49" w:rsidP="0031595F">
            <w:pPr>
              <w:pStyle w:val="TableHead"/>
            </w:pPr>
            <w:r>
              <w:t>Variable</w:t>
            </w:r>
          </w:p>
        </w:tc>
        <w:tc>
          <w:tcPr>
            <w:tcW w:w="1057" w:type="dxa"/>
          </w:tcPr>
          <w:p w14:paraId="10773D1C" w14:textId="77777777" w:rsidR="002D0D49" w:rsidRDefault="002D0D49" w:rsidP="0031595F">
            <w:pPr>
              <w:pStyle w:val="TableHead"/>
            </w:pPr>
            <w:r>
              <w:t>Unit</w:t>
            </w:r>
          </w:p>
        </w:tc>
        <w:tc>
          <w:tcPr>
            <w:tcW w:w="6638" w:type="dxa"/>
          </w:tcPr>
          <w:p w14:paraId="4970098D" w14:textId="77777777" w:rsidR="002D0D49" w:rsidRDefault="002D0D49" w:rsidP="0031595F">
            <w:pPr>
              <w:pStyle w:val="TableHead"/>
            </w:pPr>
            <w:r>
              <w:t>Description</w:t>
            </w:r>
          </w:p>
        </w:tc>
      </w:tr>
      <w:tr w:rsidR="002D0D49" w14:paraId="0485A70D" w14:textId="77777777" w:rsidTr="0043549E">
        <w:trPr>
          <w:trHeight w:val="519"/>
        </w:trPr>
        <w:tc>
          <w:tcPr>
            <w:tcW w:w="1637"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1057" w:type="dxa"/>
          </w:tcPr>
          <w:p w14:paraId="4B5BE70E" w14:textId="77777777" w:rsidR="002D0D49" w:rsidRPr="00906156" w:rsidRDefault="002D0D49" w:rsidP="0031595F">
            <w:pPr>
              <w:pStyle w:val="TableBody"/>
            </w:pPr>
            <w:r w:rsidRPr="00906156">
              <w:t>$</w:t>
            </w:r>
          </w:p>
        </w:tc>
        <w:tc>
          <w:tcPr>
            <w:tcW w:w="6638"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43549E">
        <w:trPr>
          <w:trHeight w:val="519"/>
        </w:trPr>
        <w:tc>
          <w:tcPr>
            <w:tcW w:w="1637" w:type="dxa"/>
          </w:tcPr>
          <w:p w14:paraId="16664BF5" w14:textId="77777777" w:rsidR="002D0D49" w:rsidRDefault="002D0D49" w:rsidP="0031595F">
            <w:pPr>
              <w:pStyle w:val="TableBody"/>
            </w:pPr>
            <w:r>
              <w:t xml:space="preserve">EAL </w:t>
            </w:r>
            <w:r w:rsidRPr="00D857C2">
              <w:rPr>
                <w:i/>
                <w:vertAlign w:val="subscript"/>
              </w:rPr>
              <w:t>t</w:t>
            </w:r>
          </w:p>
        </w:tc>
        <w:tc>
          <w:tcPr>
            <w:tcW w:w="1057" w:type="dxa"/>
          </w:tcPr>
          <w:p w14:paraId="6D7CAC40" w14:textId="77777777" w:rsidR="002D0D49" w:rsidRDefault="002D0D49" w:rsidP="0031595F">
            <w:pPr>
              <w:pStyle w:val="TableBody"/>
            </w:pPr>
            <w:r>
              <w:t>$</w:t>
            </w:r>
          </w:p>
        </w:tc>
        <w:tc>
          <w:tcPr>
            <w:tcW w:w="6638"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43549E">
        <w:trPr>
          <w:trHeight w:val="519"/>
        </w:trPr>
        <w:tc>
          <w:tcPr>
            <w:tcW w:w="1637" w:type="dxa"/>
          </w:tcPr>
          <w:p w14:paraId="4C701A60" w14:textId="77777777" w:rsidR="002D0D49" w:rsidRDefault="002D0D49" w:rsidP="0031595F">
            <w:pPr>
              <w:pStyle w:val="TableBody"/>
            </w:pPr>
            <w:r>
              <w:t xml:space="preserve">EAL </w:t>
            </w:r>
            <w:r w:rsidRPr="00D77426">
              <w:rPr>
                <w:i/>
                <w:vertAlign w:val="subscript"/>
              </w:rPr>
              <w:t>a</w:t>
            </w:r>
          </w:p>
        </w:tc>
        <w:tc>
          <w:tcPr>
            <w:tcW w:w="1057" w:type="dxa"/>
          </w:tcPr>
          <w:p w14:paraId="03B0B3AA" w14:textId="77777777" w:rsidR="002D0D49" w:rsidRDefault="002D0D49" w:rsidP="0031595F">
            <w:pPr>
              <w:pStyle w:val="TableBody"/>
            </w:pPr>
            <w:r>
              <w:t>$</w:t>
            </w:r>
          </w:p>
        </w:tc>
        <w:tc>
          <w:tcPr>
            <w:tcW w:w="6638"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43549E">
        <w:trPr>
          <w:trHeight w:val="519"/>
        </w:trPr>
        <w:tc>
          <w:tcPr>
            <w:tcW w:w="1637" w:type="dxa"/>
          </w:tcPr>
          <w:p w14:paraId="5FA14A8E" w14:textId="77777777" w:rsidR="002D0D49" w:rsidRDefault="002D0D49" w:rsidP="0031595F">
            <w:pPr>
              <w:pStyle w:val="TableBody"/>
            </w:pPr>
            <w:r w:rsidRPr="005D51CF">
              <w:t>PUL</w:t>
            </w:r>
          </w:p>
        </w:tc>
        <w:tc>
          <w:tcPr>
            <w:tcW w:w="1057" w:type="dxa"/>
          </w:tcPr>
          <w:p w14:paraId="49B61974" w14:textId="77777777" w:rsidR="002D0D49" w:rsidRDefault="002D0D49" w:rsidP="0031595F">
            <w:pPr>
              <w:pStyle w:val="TableBody"/>
            </w:pPr>
            <w:r w:rsidRPr="005D51CF">
              <w:t>$</w:t>
            </w:r>
          </w:p>
        </w:tc>
        <w:tc>
          <w:tcPr>
            <w:tcW w:w="6638"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43549E">
        <w:trPr>
          <w:trHeight w:val="519"/>
        </w:trPr>
        <w:tc>
          <w:tcPr>
            <w:tcW w:w="1637" w:type="dxa"/>
          </w:tcPr>
          <w:p w14:paraId="31E39058" w14:textId="77777777" w:rsidR="002D0D49" w:rsidRDefault="002D0D49" w:rsidP="0031595F">
            <w:pPr>
              <w:pStyle w:val="TableBody"/>
            </w:pPr>
            <w:r>
              <w:t xml:space="preserve">FCE </w:t>
            </w:r>
            <w:r w:rsidRPr="00D77426">
              <w:rPr>
                <w:i/>
                <w:vertAlign w:val="subscript"/>
              </w:rPr>
              <w:t>a</w:t>
            </w:r>
          </w:p>
        </w:tc>
        <w:tc>
          <w:tcPr>
            <w:tcW w:w="1057" w:type="dxa"/>
          </w:tcPr>
          <w:p w14:paraId="02254C2D" w14:textId="77777777" w:rsidR="002D0D49" w:rsidRDefault="002D0D49" w:rsidP="0031595F">
            <w:pPr>
              <w:pStyle w:val="TableBody"/>
            </w:pPr>
            <w:r>
              <w:t>$</w:t>
            </w:r>
          </w:p>
        </w:tc>
        <w:tc>
          <w:tcPr>
            <w:tcW w:w="6638"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43549E">
        <w:trPr>
          <w:trHeight w:val="519"/>
        </w:trPr>
        <w:tc>
          <w:tcPr>
            <w:tcW w:w="1637" w:type="dxa"/>
          </w:tcPr>
          <w:p w14:paraId="706DC6BD" w14:textId="77777777" w:rsidR="002D0D49" w:rsidRDefault="002D0D49" w:rsidP="0031595F">
            <w:pPr>
              <w:pStyle w:val="TableBody"/>
            </w:pPr>
            <w:r>
              <w:t>MCE</w:t>
            </w:r>
          </w:p>
        </w:tc>
        <w:tc>
          <w:tcPr>
            <w:tcW w:w="1057" w:type="dxa"/>
          </w:tcPr>
          <w:p w14:paraId="3E6E44D6" w14:textId="77777777" w:rsidR="002D0D49" w:rsidRDefault="002D0D49" w:rsidP="0031595F">
            <w:pPr>
              <w:pStyle w:val="TableBody"/>
            </w:pPr>
            <w:r>
              <w:t>$</w:t>
            </w:r>
          </w:p>
        </w:tc>
        <w:tc>
          <w:tcPr>
            <w:tcW w:w="6638"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1EA70571" w:rsidR="002D0D49" w:rsidRPr="00FF36D0" w:rsidRDefault="002D0D49" w:rsidP="0031595F">
            <w:pPr>
              <w:pStyle w:val="TableBody"/>
              <w:ind w:left="1643" w:hanging="1373"/>
            </w:pPr>
            <w:r w:rsidRPr="00FF36D0">
              <w:t xml:space="preserve">                      </w:t>
            </w:r>
            <w:r w:rsidR="00C35ED3" w:rsidRPr="00FF36D0">
              <w:t>{</w:t>
            </w:r>
            <w:r w:rsidRPr="00FF36D0">
              <w:t>{</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r w:rsidR="00C35ED3">
              <w:t xml:space="preserve"> </w:t>
            </w:r>
            <m:oMath>
              <m:r>
                <w:rPr>
                  <w:rFonts w:ascii="Cambria Math" w:hAnsi="Cambria Math"/>
                </w:rPr>
                <m:t>+</m:t>
              </m:r>
            </m:oMath>
            <w:r w:rsidR="00C35ED3" w:rsidRPr="009F4E0B">
              <w:t>{</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oMath>
            <w:r w:rsidR="00C35ED3">
              <w:t>DARTASONET</w:t>
            </w:r>
            <w:r w:rsidR="00C35ED3" w:rsidRPr="009F4E0B">
              <w:rPr>
                <w:i/>
                <w:vertAlign w:val="subscript"/>
              </w:rPr>
              <w:t xml:space="preserve"> </w:t>
            </w:r>
            <w:r w:rsidR="00C35ED3">
              <w:rPr>
                <w:i/>
                <w:vertAlign w:val="subscript"/>
              </w:rPr>
              <w:t xml:space="preserve">i, od, </w:t>
            </w:r>
            <w:r w:rsidR="00C35ED3" w:rsidRPr="009F4E0B">
              <w:rPr>
                <w:i/>
                <w:vertAlign w:val="subscript"/>
              </w:rPr>
              <w:t>c</w:t>
            </w:r>
            <w:r w:rsidR="00C35ED3">
              <w:rPr>
                <w:i/>
                <w:vertAlign w:val="subscript"/>
              </w:rPr>
              <w:t xml:space="preserve"> </w:t>
            </w:r>
            <w:r w:rsidR="00C35ED3" w:rsidRPr="007119F8">
              <w:rPr>
                <w:i/>
              </w:rPr>
              <w:t>* T4/n</w:t>
            </w:r>
            <w:r w:rsidR="00C35ED3" w:rsidRPr="007119F8">
              <w:t>}</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4pt" o:ole="">
                  <v:imagedata r:id="rId17" o:title=""/>
                </v:shape>
                <o:OLEObject Type="Embed" ProgID="Equation.3" ShapeID="_x0000_i1025" DrawAspect="Content" ObjectID="_1826702623"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2pt;height:24pt" o:ole="">
                  <v:imagedata r:id="rId17" o:title=""/>
                </v:shape>
                <o:OLEObject Type="Embed" ProgID="Equation.3" ShapeID="_x0000_i1026" DrawAspect="Content" ObjectID="_1826702624"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0C6A5069" w14:textId="77777777" w:rsidR="00C35ED3" w:rsidRPr="00C35ED3" w:rsidRDefault="00C35ED3" w:rsidP="00C35ED3">
            <w:pPr>
              <w:spacing w:after="60"/>
              <w:ind w:left="1402" w:hanging="1170"/>
              <w:rPr>
                <w:iCs/>
                <w:color w:val="000000"/>
                <w:sz w:val="20"/>
              </w:rPr>
            </w:pPr>
          </w:p>
          <w:p w14:paraId="1B44D3E0" w14:textId="77777777" w:rsidR="00C35ED3" w:rsidRPr="00C35ED3" w:rsidRDefault="00C35ED3" w:rsidP="00C35ED3">
            <w:pPr>
              <w:spacing w:after="60"/>
              <w:ind w:left="1402" w:hanging="1170"/>
              <w:rPr>
                <w:iCs/>
                <w:color w:val="000000"/>
                <w:sz w:val="20"/>
              </w:rPr>
            </w:pPr>
            <w:r w:rsidRPr="00C35ED3">
              <w:rPr>
                <w:iCs/>
                <w:color w:val="000000"/>
                <w:sz w:val="20"/>
              </w:rPr>
              <w:t>DARTASONET</w:t>
            </w:r>
            <w:r w:rsidRPr="00C35ED3">
              <w:rPr>
                <w:i/>
                <w:iCs/>
                <w:sz w:val="20"/>
                <w:vertAlign w:val="subscript"/>
              </w:rPr>
              <w:t xml:space="preserve"> i, od</w:t>
            </w:r>
            <w:r w:rsidRPr="00C35ED3">
              <w:rPr>
                <w:iCs/>
                <w:color w:val="000000"/>
                <w:sz w:val="20"/>
              </w:rPr>
              <w:t xml:space="preserve"> = DAM ASOO Cleared </w:t>
            </w:r>
            <w:r w:rsidRPr="00C35ED3">
              <w:rPr>
                <w:i/>
                <w:iCs/>
                <w:sz w:val="20"/>
                <w:vertAlign w:val="subscript"/>
              </w:rPr>
              <w:t>i, od</w:t>
            </w:r>
            <w:r w:rsidRPr="00C35ED3">
              <w:rPr>
                <w:iCs/>
                <w:color w:val="000000"/>
                <w:sz w:val="20"/>
              </w:rPr>
              <w:t xml:space="preserve"> * DARTMCPC</w:t>
            </w:r>
            <w:r w:rsidRPr="00C35ED3">
              <w:rPr>
                <w:i/>
                <w:iCs/>
                <w:sz w:val="20"/>
                <w:vertAlign w:val="subscript"/>
              </w:rPr>
              <w:t xml:space="preserve"> i, od</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lastRenderedPageBreak/>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5B9AFA77" w14:textId="77777777" w:rsidR="00C35ED3" w:rsidRPr="00C35ED3" w:rsidRDefault="00C35ED3" w:rsidP="00C35ED3">
            <w:pPr>
              <w:tabs>
                <w:tab w:val="right" w:pos="9360"/>
              </w:tabs>
              <w:spacing w:after="60"/>
              <w:ind w:left="1733" w:hanging="1440"/>
              <w:rPr>
                <w:i/>
                <w:iCs/>
                <w:sz w:val="20"/>
              </w:rPr>
            </w:pPr>
            <w:r w:rsidRPr="00C35ED3">
              <w:rPr>
                <w:iCs/>
                <w:color w:val="000000"/>
                <w:sz w:val="20"/>
              </w:rPr>
              <w:t>DARTASONET</w:t>
            </w:r>
            <w:r w:rsidRPr="00C35ED3">
              <w:rPr>
                <w:i/>
                <w:iCs/>
                <w:sz w:val="20"/>
                <w:vertAlign w:val="subscript"/>
              </w:rPr>
              <w:t xml:space="preserve"> i, od</w:t>
            </w:r>
            <w:r w:rsidRPr="00C35ED3">
              <w:rPr>
                <w:iCs/>
                <w:color w:val="000000"/>
                <w:sz w:val="20"/>
              </w:rPr>
              <w:t xml:space="preserve">  = </w:t>
            </w:r>
            <w:r w:rsidRPr="00C35ED3">
              <w:rPr>
                <w:i/>
                <w:iCs/>
                <w:sz w:val="20"/>
              </w:rPr>
              <w:t>Net DAM  Ancillary Service Only activities</w:t>
            </w:r>
            <w:r w:rsidRPr="00C35ED3">
              <w:rPr>
                <w:iCs/>
                <w:sz w:val="20"/>
              </w:rPr>
              <w:t xml:space="preserve"> for interval </w:t>
            </w:r>
            <w:r w:rsidRPr="00C35ED3">
              <w:rPr>
                <w:i/>
                <w:iCs/>
                <w:sz w:val="20"/>
              </w:rPr>
              <w:t>i</w:t>
            </w:r>
            <w:r w:rsidRPr="00C35ED3">
              <w:rPr>
                <w:iCs/>
                <w:sz w:val="20"/>
              </w:rPr>
              <w:t xml:space="preserve"> for Operating Day </w:t>
            </w:r>
            <w:r w:rsidRPr="00C35ED3">
              <w:rPr>
                <w:i/>
                <w:iCs/>
                <w:sz w:val="20"/>
              </w:rPr>
              <w:t>od</w:t>
            </w:r>
            <w:r w:rsidRPr="00C35ED3">
              <w:rPr>
                <w:iCs/>
                <w:sz w:val="20"/>
              </w:rPr>
              <w:t xml:space="preserve"> </w:t>
            </w:r>
          </w:p>
          <w:p w14:paraId="6387815E" w14:textId="77777777" w:rsidR="00C35ED3" w:rsidRPr="00C35ED3" w:rsidRDefault="00C35ED3" w:rsidP="00C35ED3">
            <w:pPr>
              <w:tabs>
                <w:tab w:val="right" w:pos="9360"/>
              </w:tabs>
              <w:spacing w:after="60"/>
              <w:ind w:left="1733" w:hanging="1440"/>
              <w:rPr>
                <w:iCs/>
                <w:color w:val="000000"/>
                <w:sz w:val="20"/>
              </w:rPr>
            </w:pPr>
            <w:r w:rsidRPr="00C35ED3">
              <w:rPr>
                <w:iCs/>
                <w:color w:val="000000"/>
                <w:sz w:val="20"/>
              </w:rPr>
              <w:t xml:space="preserve">DAM ASOO Cleared </w:t>
            </w:r>
            <w:r w:rsidRPr="00C35ED3">
              <w:rPr>
                <w:i/>
                <w:iCs/>
                <w:sz w:val="20"/>
                <w:vertAlign w:val="subscript"/>
              </w:rPr>
              <w:t>i, od</w:t>
            </w:r>
            <w:r w:rsidRPr="00C35ED3">
              <w:rPr>
                <w:iCs/>
                <w:color w:val="000000"/>
                <w:sz w:val="20"/>
              </w:rPr>
              <w:t xml:space="preserve">  = DAM Ancillary Service Only Offers Cleared in DAM</w:t>
            </w:r>
            <w:r w:rsidRPr="00C35ED3">
              <w:rPr>
                <w:iCs/>
                <w:sz w:val="20"/>
              </w:rPr>
              <w:t xml:space="preserve"> for interval </w:t>
            </w:r>
            <w:r w:rsidRPr="00C35ED3">
              <w:rPr>
                <w:i/>
                <w:iCs/>
                <w:sz w:val="20"/>
              </w:rPr>
              <w:t>i</w:t>
            </w:r>
            <w:r w:rsidRPr="00C35ED3">
              <w:rPr>
                <w:iCs/>
                <w:sz w:val="20"/>
              </w:rPr>
              <w:t xml:space="preserve"> for Operating Day </w:t>
            </w:r>
            <w:r w:rsidRPr="00C35ED3">
              <w:rPr>
                <w:i/>
                <w:iCs/>
                <w:sz w:val="20"/>
              </w:rPr>
              <w:t>od</w:t>
            </w:r>
          </w:p>
          <w:p w14:paraId="607AE0B1" w14:textId="77777777" w:rsidR="00C35ED3" w:rsidRPr="00C35ED3" w:rsidRDefault="00C35ED3" w:rsidP="00C35ED3">
            <w:pPr>
              <w:tabs>
                <w:tab w:val="right" w:pos="9360"/>
              </w:tabs>
              <w:spacing w:after="60"/>
              <w:ind w:left="1733" w:hanging="1440"/>
              <w:rPr>
                <w:iCs/>
                <w:sz w:val="20"/>
              </w:rPr>
            </w:pPr>
            <w:r w:rsidRPr="00C35ED3">
              <w:rPr>
                <w:iCs/>
                <w:color w:val="000000"/>
                <w:sz w:val="20"/>
              </w:rPr>
              <w:t>DARTMCPC</w:t>
            </w:r>
            <w:r w:rsidRPr="00C35ED3">
              <w:rPr>
                <w:i/>
                <w:iCs/>
                <w:sz w:val="20"/>
                <w:vertAlign w:val="subscript"/>
              </w:rPr>
              <w:t xml:space="preserve"> i, od</w:t>
            </w:r>
            <w:r w:rsidRPr="00C35ED3">
              <w:rPr>
                <w:iCs/>
                <w:color w:val="000000"/>
                <w:sz w:val="20"/>
              </w:rPr>
              <w:t xml:space="preserve"> = Day-Ahead – Real Time MCPC Spread for interval </w:t>
            </w:r>
            <w:r w:rsidRPr="00C35ED3">
              <w:rPr>
                <w:i/>
                <w:iCs/>
                <w:color w:val="000000"/>
                <w:sz w:val="20"/>
              </w:rPr>
              <w:t>i</w:t>
            </w:r>
            <w:r w:rsidRPr="00C35ED3">
              <w:rPr>
                <w:iCs/>
                <w:color w:val="000000"/>
                <w:sz w:val="20"/>
              </w:rPr>
              <w:t xml:space="preserve"> for Operating Day </w:t>
            </w:r>
            <w:r w:rsidRPr="00C35ED3">
              <w:rPr>
                <w:i/>
                <w:iCs/>
                <w:color w:val="000000"/>
                <w:sz w:val="20"/>
              </w:rPr>
              <w:t>od</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lastRenderedPageBreak/>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519BEED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w:t>
            </w:r>
            <w:r w:rsidR="00AD6911">
              <w:t xml:space="preserve">Day-Ahead </w:t>
            </w:r>
            <w:r w:rsidRPr="00FF36D0">
              <w:t>System-Wide Offer Cap (</w:t>
            </w:r>
            <w:r w:rsidR="00AD6911">
              <w:t>DA</w:t>
            </w:r>
            <w:r w:rsidRPr="00FF36D0">
              <w:t>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19ED3947" w:rsidR="004033D4" w:rsidRPr="0002450E" w:rsidRDefault="004033D4" w:rsidP="004033D4">
                  <w:pPr>
                    <w:pStyle w:val="Instructions"/>
                    <w:spacing w:before="120"/>
                    <w:rPr>
                      <w:iCs/>
                    </w:rPr>
                  </w:pPr>
                  <w:r>
                    <w:lastRenderedPageBreak/>
                    <w:t>[</w:t>
                  </w:r>
                  <w:r w:rsidR="00461E7A">
                    <w:t>NPRR1188</w:t>
                  </w:r>
                  <w:r w:rsidR="00AD6911">
                    <w:t xml:space="preserve"> and</w:t>
                  </w:r>
                  <w:r w:rsidR="00BF5098">
                    <w:t xml:space="preserve"> </w:t>
                  </w:r>
                  <w:r w:rsidR="007A52BB">
                    <w:t>NPRR1277</w:t>
                  </w:r>
                  <w:r w:rsidRPr="0002450E">
                    <w:t xml:space="preserve">:  Replace </w:t>
                  </w:r>
                  <w:r w:rsidR="00461E7A">
                    <w:t xml:space="preserve">applicable portions of </w:t>
                  </w:r>
                  <w:r>
                    <w:t>the variable “MCE”</w:t>
                  </w:r>
                  <w:r w:rsidRPr="0002450E">
                    <w:t xml:space="preserve"> above with the following upon system implementation:]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3CFAA2E1"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007A52BB" w:rsidRPr="00901E45">
                          <w:rPr>
                            <w:sz w:val="20"/>
                          </w:rPr>
                          <w:t xml:space="preserve">T6 * </w:t>
                        </w:r>
                        <w:r w:rsidRPr="009F4E0B">
                          <w:rPr>
                            <w:iCs/>
                            <w:sz w:val="20"/>
                          </w:rPr>
                          <w:t xml:space="preserve">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6pt;height:24pt" o:ole="">
                              <v:imagedata r:id="rId17" o:title=""/>
                            </v:shape>
                            <o:OLEObject Type="Embed" ProgID="Equation.3" ShapeID="_x0000_i1027" DrawAspect="Content" ObjectID="_1826702625"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6pt;height:24pt" o:ole="">
                              <v:imagedata r:id="rId17" o:title=""/>
                            </v:shape>
                            <o:OLEObject Type="Embed" ProgID="Equation.3" ShapeID="_x0000_i1028" DrawAspect="Content" ObjectID="_1826702626"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5533AE40"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w:t>
                        </w:r>
                        <w:r w:rsidR="00461E7A">
                          <w:rPr>
                            <w:i/>
                            <w:iCs/>
                            <w:sz w:val="20"/>
                          </w:rPr>
                          <w:t xml:space="preserve"> Net</w:t>
                        </w:r>
                        <w:r w:rsidRPr="009F4E0B">
                          <w:rPr>
                            <w:i/>
                            <w:iCs/>
                            <w:sz w:val="20"/>
                          </w:rPr>
                          <w:t xml:space="preserve"> Metered Generation at all Resource Nodes</w:t>
                        </w:r>
                        <w:r w:rsidR="00461E7A" w:rsidRPr="00812ECB">
                          <w:rPr>
                            <w:i/>
                            <w:iCs/>
                            <w:sz w:val="20"/>
                          </w:rPr>
                          <w:t>,</w:t>
                        </w:r>
                        <w:r w:rsidR="00461E7A" w:rsidRPr="00812ECB">
                          <w:rPr>
                            <w:iCs/>
                            <w:sz w:val="20"/>
                          </w:rPr>
                          <w:t xml:space="preserve"> </w:t>
                        </w:r>
                        <w:r w:rsidR="00461E7A" w:rsidRPr="00812ECB">
                          <w:rPr>
                            <w:i/>
                            <w:iCs/>
                            <w:sz w:val="20"/>
                          </w:rPr>
                          <w:t>including Wholesale Storage Load</w:t>
                        </w:r>
                        <w:r w:rsidR="000174CD">
                          <w:rPr>
                            <w:i/>
                            <w:iCs/>
                            <w:sz w:val="20"/>
                          </w:rPr>
                          <w:t xml:space="preserve"> (WSL)</w:t>
                        </w:r>
                        <w:r w:rsidR="00461E7A" w:rsidRPr="00812ECB">
                          <w:rPr>
                            <w:i/>
                            <w:iCs/>
                            <w:sz w:val="20"/>
                          </w:rPr>
                          <w:t xml:space="preserve"> and Controllable Load Resources (CLRs) that are not Aggregate Load Resources (ALRs)</w:t>
                        </w:r>
                        <w:r w:rsidR="000174CD">
                          <w:rPr>
                            <w:i/>
                            <w:iCs/>
                            <w:sz w:val="20"/>
                          </w:rPr>
                          <w:t>,</w:t>
                        </w:r>
                        <w:r w:rsidRPr="009F4E0B">
                          <w:rPr>
                            <w:iCs/>
                            <w:sz w:val="20"/>
                          </w:rPr>
                          <w:t xml:space="preserve"> for the Counter-</w:t>
                        </w:r>
                        <w:r w:rsidRPr="009F4E0B">
                          <w:rPr>
                            <w:iCs/>
                            <w:sz w:val="20"/>
                          </w:rPr>
                          <w:lastRenderedPageBreak/>
                          <w:t xml:space="preserve">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44E02618"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00461E7A" w:rsidRPr="00812ECB">
                          <w:rPr>
                            <w:i/>
                            <w:iCs/>
                            <w:sz w:val="20"/>
                          </w:rPr>
                          <w:t>,</w:t>
                        </w:r>
                        <w:r w:rsidR="00461E7A" w:rsidRPr="00812ECB">
                          <w:rPr>
                            <w:iCs/>
                            <w:sz w:val="20"/>
                          </w:rPr>
                          <w:t xml:space="preserve"> </w:t>
                        </w:r>
                        <w:r w:rsidR="00461E7A" w:rsidRPr="00812ECB">
                          <w:rPr>
                            <w:i/>
                            <w:iCs/>
                            <w:sz w:val="20"/>
                          </w:rPr>
                          <w:t>excluding CLR Load of CLRs that are not ALRs</w:t>
                        </w:r>
                        <w:r w:rsidR="000174CD">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1CAA0CFC"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00461E7A">
                          <w:rPr>
                            <w:i/>
                            <w:iCs/>
                            <w:sz w:val="20"/>
                          </w:rPr>
                          <w:t>A</w:t>
                        </w:r>
                        <w:r w:rsidRPr="009F4E0B">
                          <w:rPr>
                            <w:i/>
                            <w:iCs/>
                            <w:sz w:val="20"/>
                          </w:rPr>
                          <w:t>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0F60AA49"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 xml:space="preserve">Net DAM </w:t>
                        </w:r>
                        <w:r w:rsidR="00461E7A">
                          <w:rPr>
                            <w:i/>
                            <w:iCs/>
                            <w:sz w:val="20"/>
                          </w:rPr>
                          <w:t>A</w:t>
                        </w:r>
                        <w:r w:rsidRPr="009F4E0B">
                          <w:rPr>
                            <w:i/>
                            <w:iCs/>
                            <w:sz w:val="20"/>
                          </w:rPr>
                          <w:t>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16B5B5C0"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 xml:space="preserve">DAM Energy Only Bids </w:t>
                        </w:r>
                        <w:r w:rsidR="00461E7A" w:rsidRPr="00812ECB">
                          <w:rPr>
                            <w:i/>
                            <w:iCs/>
                            <w:sz w:val="20"/>
                          </w:rPr>
                          <w:t>and Energy Bid Curves</w:t>
                        </w:r>
                        <w:r w:rsidR="00461E7A" w:rsidRPr="009F4E0B">
                          <w:rPr>
                            <w:i/>
                            <w:iCs/>
                            <w:sz w:val="20"/>
                          </w:rPr>
                          <w:t xml:space="preserve"> </w:t>
                        </w:r>
                        <w:r w:rsidRPr="009F4E0B">
                          <w:rPr>
                            <w:i/>
                            <w:iCs/>
                            <w:sz w:val="20"/>
                          </w:rPr>
                          <w:t>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lastRenderedPageBreak/>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1554F69D"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w:t>
                        </w:r>
                        <w:r w:rsidR="00BF5098">
                          <w:rPr>
                            <w:iCs/>
                            <w:sz w:val="20"/>
                          </w:rPr>
                          <w:t xml:space="preserve">Day-Ahead </w:t>
                        </w:r>
                        <w:r w:rsidRPr="009F4E0B">
                          <w:rPr>
                            <w:iCs/>
                            <w:sz w:val="20"/>
                          </w:rPr>
                          <w:t>System-Wide Offer Cap (</w:t>
                        </w:r>
                        <w:r w:rsidR="00BF5098">
                          <w:rPr>
                            <w:iCs/>
                            <w:sz w:val="20"/>
                          </w:rPr>
                          <w:t>DA</w:t>
                        </w:r>
                        <w:r w:rsidRPr="009F4E0B">
                          <w:rPr>
                            <w:iCs/>
                            <w:sz w:val="20"/>
                          </w:rPr>
                          <w:t>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43549E">
        <w:trPr>
          <w:trHeight w:val="91"/>
        </w:trPr>
        <w:tc>
          <w:tcPr>
            <w:tcW w:w="1637" w:type="dxa"/>
          </w:tcPr>
          <w:p w14:paraId="74614C8B" w14:textId="77777777" w:rsidR="002D0D49" w:rsidRPr="00906156" w:rsidRDefault="002D0D49" w:rsidP="0031595F">
            <w:pPr>
              <w:pStyle w:val="TableBody"/>
            </w:pPr>
            <w:r w:rsidRPr="00906156">
              <w:lastRenderedPageBreak/>
              <w:t>IMCE</w:t>
            </w:r>
          </w:p>
        </w:tc>
        <w:tc>
          <w:tcPr>
            <w:tcW w:w="1057" w:type="dxa"/>
          </w:tcPr>
          <w:p w14:paraId="53C26958" w14:textId="77777777" w:rsidR="002D0D49" w:rsidRPr="004F59D3" w:rsidRDefault="002D0D49" w:rsidP="0031595F">
            <w:pPr>
              <w:pStyle w:val="TableBody"/>
            </w:pPr>
            <w:r w:rsidRPr="004F59D3">
              <w:t>$</w:t>
            </w:r>
          </w:p>
        </w:tc>
        <w:tc>
          <w:tcPr>
            <w:tcW w:w="6638"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0BF305D9" w:rsidR="002D0D49" w:rsidRPr="00367720" w:rsidRDefault="002D0D49" w:rsidP="0031595F">
            <w:pPr>
              <w:pStyle w:val="TableBody"/>
              <w:ind w:left="1757" w:hanging="1440"/>
            </w:pPr>
            <w:r w:rsidRPr="00484E48">
              <w:t xml:space="preserve">IMCE =   </w:t>
            </w:r>
            <w:r w:rsidRPr="00484E48">
              <w:tab/>
              <w:t>TOA * (</w:t>
            </w:r>
            <w:r w:rsidR="00AD6911">
              <w:t>DA</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43549E">
        <w:trPr>
          <w:trHeight w:val="91"/>
        </w:trPr>
        <w:tc>
          <w:tcPr>
            <w:tcW w:w="1637" w:type="dxa"/>
          </w:tcPr>
          <w:p w14:paraId="08EB3676" w14:textId="77777777" w:rsidR="002D0D49" w:rsidRPr="00906156" w:rsidRDefault="002D0D49" w:rsidP="0031595F">
            <w:pPr>
              <w:pStyle w:val="TableBody"/>
            </w:pPr>
            <w:r w:rsidRPr="00906156">
              <w:t>TOA</w:t>
            </w:r>
          </w:p>
        </w:tc>
        <w:tc>
          <w:tcPr>
            <w:tcW w:w="1057" w:type="dxa"/>
          </w:tcPr>
          <w:p w14:paraId="42950FA1" w14:textId="77777777" w:rsidR="002D0D49" w:rsidRPr="004F59D3" w:rsidRDefault="002D0D49" w:rsidP="0031595F">
            <w:pPr>
              <w:pStyle w:val="TableBody"/>
            </w:pPr>
            <w:r w:rsidRPr="004F59D3">
              <w:t>None</w:t>
            </w:r>
          </w:p>
        </w:tc>
        <w:tc>
          <w:tcPr>
            <w:tcW w:w="6638"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43549E">
        <w:trPr>
          <w:trHeight w:val="91"/>
        </w:trPr>
        <w:tc>
          <w:tcPr>
            <w:tcW w:w="1637" w:type="dxa"/>
          </w:tcPr>
          <w:p w14:paraId="14B2E6C3" w14:textId="77777777" w:rsidR="002D0D49" w:rsidRPr="00906156" w:rsidRDefault="002D0D49" w:rsidP="0031595F">
            <w:pPr>
              <w:pStyle w:val="TableBody"/>
              <w:rPr>
                <w:i/>
              </w:rPr>
            </w:pPr>
            <w:r w:rsidRPr="00906156">
              <w:rPr>
                <w:i/>
              </w:rPr>
              <w:t>q</w:t>
            </w:r>
          </w:p>
        </w:tc>
        <w:tc>
          <w:tcPr>
            <w:tcW w:w="1057" w:type="dxa"/>
          </w:tcPr>
          <w:p w14:paraId="2E4B7DC4" w14:textId="1EA6EDF4" w:rsidR="002D0D49" w:rsidRPr="004F59D3" w:rsidRDefault="002D0D49" w:rsidP="0031595F">
            <w:pPr>
              <w:pStyle w:val="TableBody"/>
            </w:pPr>
            <w:r w:rsidRPr="004F59D3">
              <w:t>None</w:t>
            </w:r>
          </w:p>
        </w:tc>
        <w:tc>
          <w:tcPr>
            <w:tcW w:w="6638"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43549E">
        <w:trPr>
          <w:trHeight w:val="91"/>
        </w:trPr>
        <w:tc>
          <w:tcPr>
            <w:tcW w:w="1637" w:type="dxa"/>
          </w:tcPr>
          <w:p w14:paraId="69AF5082" w14:textId="77777777" w:rsidR="002D0D49" w:rsidRPr="00906156" w:rsidRDefault="002D0D49" w:rsidP="0031595F">
            <w:pPr>
              <w:pStyle w:val="TableBody"/>
              <w:rPr>
                <w:i/>
              </w:rPr>
            </w:pPr>
            <w:r w:rsidRPr="00906156">
              <w:rPr>
                <w:i/>
              </w:rPr>
              <w:t>a</w:t>
            </w:r>
          </w:p>
        </w:tc>
        <w:tc>
          <w:tcPr>
            <w:tcW w:w="1057" w:type="dxa"/>
          </w:tcPr>
          <w:p w14:paraId="05B074CE" w14:textId="05037ACB" w:rsidR="002D0D49" w:rsidRPr="004F59D3" w:rsidRDefault="002D0D49" w:rsidP="0031595F">
            <w:pPr>
              <w:pStyle w:val="TableBody"/>
            </w:pPr>
            <w:r w:rsidRPr="004F59D3">
              <w:t>None</w:t>
            </w:r>
          </w:p>
        </w:tc>
        <w:tc>
          <w:tcPr>
            <w:tcW w:w="6638"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43549E">
        <w:trPr>
          <w:trHeight w:val="91"/>
        </w:trPr>
        <w:tc>
          <w:tcPr>
            <w:tcW w:w="1637" w:type="dxa"/>
          </w:tcPr>
          <w:p w14:paraId="0F314784" w14:textId="77777777" w:rsidR="002D0D49" w:rsidRPr="00951B55" w:rsidRDefault="002D0D49" w:rsidP="0031595F">
            <w:pPr>
              <w:pStyle w:val="TableBody"/>
            </w:pPr>
            <w:r>
              <w:t>IA</w:t>
            </w:r>
          </w:p>
        </w:tc>
        <w:tc>
          <w:tcPr>
            <w:tcW w:w="1057" w:type="dxa"/>
          </w:tcPr>
          <w:p w14:paraId="70915410" w14:textId="77777777" w:rsidR="002D0D49" w:rsidRDefault="002D0D49" w:rsidP="0031595F">
            <w:pPr>
              <w:pStyle w:val="TableBody"/>
            </w:pPr>
            <w:r>
              <w:t>$</w:t>
            </w:r>
          </w:p>
        </w:tc>
        <w:tc>
          <w:tcPr>
            <w:tcW w:w="6638"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43549E">
        <w:trPr>
          <w:trHeight w:val="91"/>
        </w:trPr>
        <w:tc>
          <w:tcPr>
            <w:tcW w:w="1637" w:type="dxa"/>
          </w:tcPr>
          <w:p w14:paraId="14F490A8" w14:textId="77777777" w:rsidR="002D0D49" w:rsidRDefault="002D0D49" w:rsidP="0031595F">
            <w:pPr>
              <w:pStyle w:val="TableBody"/>
            </w:pPr>
            <w:r>
              <w:t>RFAF</w:t>
            </w:r>
          </w:p>
        </w:tc>
        <w:tc>
          <w:tcPr>
            <w:tcW w:w="1057" w:type="dxa"/>
          </w:tcPr>
          <w:p w14:paraId="055E2DAA" w14:textId="77777777" w:rsidR="002D0D49" w:rsidRDefault="002D0D49" w:rsidP="0031595F">
            <w:pPr>
              <w:pStyle w:val="TableBody"/>
            </w:pPr>
            <w:r>
              <w:t>None</w:t>
            </w:r>
          </w:p>
        </w:tc>
        <w:tc>
          <w:tcPr>
            <w:tcW w:w="6638"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4"/>
        <w:gridCol w:w="2082"/>
        <w:gridCol w:w="5316"/>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lastRenderedPageBreak/>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7A52BB" w:rsidRPr="00BE4766" w14:paraId="7232D850" w14:textId="77777777" w:rsidTr="00C206C3">
        <w:trPr>
          <w:trHeight w:val="519"/>
        </w:trPr>
        <w:tc>
          <w:tcPr>
            <w:tcW w:w="9270"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7A52BB" w:rsidRPr="00B35DA1" w14:paraId="59B26FF1" w14:textId="77777777" w:rsidTr="00E7519F">
              <w:tc>
                <w:tcPr>
                  <w:tcW w:w="9134" w:type="dxa"/>
                  <w:shd w:val="pct12" w:color="auto" w:fill="auto"/>
                </w:tcPr>
                <w:p w14:paraId="156F1654" w14:textId="0DD1E7D6" w:rsidR="007A52BB" w:rsidRPr="0002450E" w:rsidRDefault="007A52BB" w:rsidP="007A52BB">
                  <w:pPr>
                    <w:pStyle w:val="Instructions"/>
                    <w:spacing w:before="120"/>
                    <w:rPr>
                      <w:iCs/>
                    </w:rPr>
                  </w:pPr>
                  <w:r>
                    <w:t>[NPRR1277</w:t>
                  </w:r>
                  <w:r w:rsidRPr="0002450E">
                    <w:t xml:space="preserve">:  </w:t>
                  </w:r>
                  <w:r>
                    <w:t>Insert the parameter “T6”</w:t>
                  </w:r>
                  <w:r w:rsidRPr="0002450E">
                    <w:t xml:space="preserve"> </w:t>
                  </w:r>
                  <w:r w:rsidR="006A5E16">
                    <w:t>below</w:t>
                  </w:r>
                  <w:r w:rsidRPr="0002450E">
                    <w:t xml:space="preserve"> upon system implementation:]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7A52BB" w:rsidRPr="00367720" w14:paraId="44A95E13" w14:textId="77777777" w:rsidTr="00E7519F">
                    <w:trPr>
                      <w:trHeight w:val="91"/>
                    </w:trPr>
                    <w:tc>
                      <w:tcPr>
                        <w:tcW w:w="1619" w:type="dxa"/>
                      </w:tcPr>
                      <w:p w14:paraId="61B853FA" w14:textId="312BE1FD" w:rsidR="007A52BB" w:rsidRPr="00906156" w:rsidRDefault="007A52BB" w:rsidP="007A52BB">
                        <w:pPr>
                          <w:pStyle w:val="TableBody"/>
                        </w:pPr>
                        <w:r>
                          <w:rPr>
                            <w:i/>
                          </w:rPr>
                          <w:t>T6</w:t>
                        </w:r>
                      </w:p>
                    </w:tc>
                    <w:tc>
                      <w:tcPr>
                        <w:tcW w:w="880" w:type="dxa"/>
                      </w:tcPr>
                      <w:p w14:paraId="777A9840" w14:textId="63038F9B" w:rsidR="007A52BB" w:rsidRPr="004F59D3" w:rsidRDefault="007A52BB" w:rsidP="007A52BB">
                        <w:pPr>
                          <w:pStyle w:val="TableBody"/>
                        </w:pPr>
                        <w:r>
                          <w:t>Days</w:t>
                        </w:r>
                      </w:p>
                    </w:tc>
                    <w:tc>
                      <w:tcPr>
                        <w:tcW w:w="6504" w:type="dxa"/>
                      </w:tcPr>
                      <w:p w14:paraId="0007C1FB" w14:textId="561FA149" w:rsidR="007A52BB" w:rsidRPr="00BF5098" w:rsidRDefault="007A52BB" w:rsidP="007A52BB">
                        <w:pPr>
                          <w:pStyle w:val="TableBody"/>
                          <w:rPr>
                            <w:iCs w:val="0"/>
                          </w:rPr>
                        </w:pPr>
                        <w:r>
                          <w:t>2</w:t>
                        </w:r>
                      </w:p>
                    </w:tc>
                  </w:tr>
                </w:tbl>
                <w:p w14:paraId="308AD8F8" w14:textId="77777777" w:rsidR="007A52BB" w:rsidRPr="00B35DA1" w:rsidRDefault="007A52BB" w:rsidP="007A52BB">
                  <w:pPr>
                    <w:pStyle w:val="TableBody"/>
                    <w:ind w:left="1710"/>
                  </w:pPr>
                </w:p>
              </w:tc>
            </w:tr>
          </w:tbl>
          <w:p w14:paraId="4281374A" w14:textId="77777777" w:rsidR="007A52BB" w:rsidRDefault="007A52BB" w:rsidP="0031595F">
            <w:pPr>
              <w:pStyle w:val="TableBody"/>
            </w:pP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26EB8CBF"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the ERCOT Board</w:t>
            </w:r>
            <w:r w:rsidR="007A52BB">
              <w:t xml:space="preserve"> and approved by the Public Utility Commission of Texas (PUCT)</w:t>
            </w:r>
            <w:r w:rsidRPr="00126667">
              <w:t xml:space="preserve">.  ERCOT shall update parameter values on the first day of the month following </w:t>
            </w:r>
            <w:r w:rsidR="007A52BB">
              <w:t>PUCT</w:t>
            </w:r>
            <w:r w:rsidRPr="00126667">
              <w:t xml:space="preserve"> approval unless otherwise directed.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1" w:name="_Toc344279648"/>
      <w:bookmarkStart w:id="472" w:name="_Toc344279748"/>
      <w:bookmarkStart w:id="473" w:name="_Toc349821800"/>
      <w:r w:rsidRPr="00D77FC8">
        <w:rPr>
          <w:iCs/>
        </w:rPr>
        <w:t>(4)</w:t>
      </w:r>
      <w:r w:rsidRPr="00D77FC8">
        <w:rPr>
          <w:iCs/>
        </w:rPr>
        <w:tab/>
        <w:t>ERCOT shall monitor and calculate each Counter-Party’s TPEA and TPES daily.</w:t>
      </w:r>
      <w:bookmarkEnd w:id="471"/>
      <w:bookmarkEnd w:id="472"/>
      <w:bookmarkEnd w:id="473"/>
    </w:p>
    <w:p w14:paraId="474B16BD" w14:textId="77777777" w:rsidR="00F56ABB" w:rsidRPr="00D63F95" w:rsidRDefault="00727E32" w:rsidP="00866318">
      <w:pPr>
        <w:pStyle w:val="H4"/>
        <w:keepNext w:val="0"/>
        <w:ind w:left="1267" w:hanging="1267"/>
        <w:rPr>
          <w:b/>
        </w:rPr>
      </w:pPr>
      <w:bookmarkStart w:id="474" w:name="_Toc390438967"/>
      <w:bookmarkStart w:id="475" w:name="_Toc405897664"/>
      <w:bookmarkStart w:id="476" w:name="_Toc415055768"/>
      <w:bookmarkStart w:id="477" w:name="_Toc415055894"/>
      <w:bookmarkStart w:id="478" w:name="_Toc415055993"/>
      <w:bookmarkStart w:id="479" w:name="_Toc415056094"/>
      <w:bookmarkStart w:id="480" w:name="_Toc214886935"/>
      <w:r w:rsidRPr="004F59D3">
        <w:rPr>
          <w:b/>
        </w:rPr>
        <w:t>16.11.4.2</w:t>
      </w:r>
      <w:r w:rsidRPr="00D63F95">
        <w:rPr>
          <w:b/>
        </w:rPr>
        <w:tab/>
        <w:t>Determination of Counter-Party Initial Estimated Liability</w:t>
      </w:r>
      <w:bookmarkEnd w:id="474"/>
      <w:bookmarkEnd w:id="475"/>
      <w:bookmarkEnd w:id="476"/>
      <w:bookmarkEnd w:id="477"/>
      <w:bookmarkEnd w:id="478"/>
      <w:bookmarkEnd w:id="479"/>
      <w:bookmarkEnd w:id="480"/>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w:t>
            </w:r>
            <w:r>
              <w:lastRenderedPageBreak/>
              <w:t>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lastRenderedPageBreak/>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1" w:name="_Toc390438968"/>
      <w:bookmarkStart w:id="482" w:name="_Toc405897665"/>
      <w:bookmarkStart w:id="483" w:name="_Toc415055769"/>
      <w:bookmarkStart w:id="484" w:name="_Toc415055895"/>
      <w:bookmarkStart w:id="485" w:name="_Toc415055994"/>
      <w:bookmarkStart w:id="486" w:name="_Toc415056095"/>
      <w:bookmarkStart w:id="487" w:name="_Toc214886936"/>
      <w:r w:rsidRPr="0002450E">
        <w:rPr>
          <w:b/>
          <w:bCs/>
        </w:rPr>
        <w:t>16.11.4.3</w:t>
      </w:r>
      <w:r w:rsidRPr="0002450E">
        <w:rPr>
          <w:b/>
          <w:bCs/>
        </w:rPr>
        <w:tab/>
        <w:t>Determination of Counter-Party Estimated Aggregate Liability</w:t>
      </w:r>
      <w:bookmarkEnd w:id="481"/>
      <w:bookmarkEnd w:id="482"/>
      <w:bookmarkEnd w:id="483"/>
      <w:bookmarkEnd w:id="484"/>
      <w:bookmarkEnd w:id="485"/>
      <w:bookmarkEnd w:id="486"/>
      <w:bookmarkEnd w:id="487"/>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A52BB" w14:paraId="066629A6" w14:textId="77777777" w:rsidTr="007A52BB">
        <w:tc>
          <w:tcPr>
            <w:tcW w:w="9332" w:type="dxa"/>
            <w:shd w:val="pct12" w:color="auto" w:fill="auto"/>
          </w:tcPr>
          <w:p w14:paraId="73A220D6" w14:textId="5E24EEDD" w:rsidR="007A52BB" w:rsidRPr="0002450E" w:rsidRDefault="007A52BB" w:rsidP="00E7519F">
            <w:pPr>
              <w:pStyle w:val="Instructions"/>
              <w:spacing w:before="120"/>
              <w:rPr>
                <w:iCs/>
              </w:rPr>
            </w:pPr>
            <w:r>
              <w:rPr>
                <w:iCs/>
              </w:rPr>
              <w:t>[NPRR1277</w:t>
            </w:r>
            <w:r w:rsidRPr="0002450E">
              <w:rPr>
                <w:iCs/>
              </w:rPr>
              <w:t xml:space="preserve">:  Replace </w:t>
            </w:r>
            <w:r>
              <w:rPr>
                <w:iCs/>
              </w:rPr>
              <w:t>the formula “</w:t>
            </w:r>
            <w:r w:rsidRPr="00753977">
              <w:t>EAL</w:t>
            </w:r>
            <w:r>
              <w:t xml:space="preserve"> </w:t>
            </w:r>
            <w:r w:rsidRPr="00D77426">
              <w:rPr>
                <w:vertAlign w:val="subscript"/>
              </w:rPr>
              <w:t>q</w:t>
            </w:r>
            <w:r>
              <w:rPr>
                <w:iCs/>
              </w:rPr>
              <w:t xml:space="preserve">” </w:t>
            </w:r>
            <w:r w:rsidRPr="0002450E">
              <w:rPr>
                <w:iCs/>
              </w:rPr>
              <w:t xml:space="preserve">above with the following upon system implementation:] </w:t>
            </w:r>
          </w:p>
          <w:p w14:paraId="2DD2ADE6" w14:textId="6218BB74" w:rsidR="007A52BB" w:rsidRPr="007A52BB" w:rsidRDefault="007A52BB" w:rsidP="007A52BB">
            <w:pPr>
              <w:tabs>
                <w:tab w:val="left" w:pos="1440"/>
              </w:tabs>
              <w:spacing w:after="240"/>
              <w:ind w:left="2160" w:hanging="1440"/>
              <w:rPr>
                <w:b/>
                <w:i/>
                <w:szCs w:val="24"/>
              </w:rPr>
            </w:pPr>
            <w:bookmarkStart w:id="488" w:name="_Hlk209522725"/>
            <w:r w:rsidRPr="007A52BB">
              <w:rPr>
                <w:b/>
                <w:szCs w:val="24"/>
              </w:rPr>
              <w:t xml:space="preserve">EAL </w:t>
            </w:r>
            <w:r w:rsidRPr="007A52BB">
              <w:rPr>
                <w:b/>
                <w:i/>
                <w:szCs w:val="24"/>
                <w:vertAlign w:val="subscript"/>
              </w:rPr>
              <w:t>q</w:t>
            </w:r>
            <w:r w:rsidRPr="007A52BB">
              <w:rPr>
                <w:b/>
                <w:szCs w:val="24"/>
              </w:rPr>
              <w:t xml:space="preserve"> =</w:t>
            </w:r>
            <w:r w:rsidRPr="007A52BB">
              <w:rPr>
                <w:b/>
                <w:szCs w:val="24"/>
              </w:rPr>
              <w:tab/>
              <w:t xml:space="preserve">Max [IEL during the first 40-day period only beginning on the date that the Counter-Party commences activity in ERCOT markets,  Max [ Max (RFAF * RTLE) during the previous </w:t>
            </w:r>
            <w:r w:rsidRPr="007A52BB">
              <w:rPr>
                <w:b/>
                <w:i/>
                <w:szCs w:val="24"/>
              </w:rPr>
              <w:t xml:space="preserve">lrqrtle </w:t>
            </w:r>
            <w:r w:rsidRPr="007A52BB">
              <w:rPr>
                <w:b/>
                <w:szCs w:val="24"/>
              </w:rPr>
              <w:t xml:space="preserve">days, RTLF] + DFAF * DALE + Max [RTLCNS, Max {URTA during the previous </w:t>
            </w:r>
            <w:r w:rsidRPr="007A52BB">
              <w:rPr>
                <w:b/>
                <w:i/>
                <w:szCs w:val="24"/>
              </w:rPr>
              <w:t xml:space="preserve">lrqurta </w:t>
            </w:r>
            <w:r w:rsidRPr="007A52BB">
              <w:rPr>
                <w:b/>
                <w:szCs w:val="24"/>
              </w:rPr>
              <w:t>days}] + OUT</w:t>
            </w:r>
            <w:r w:rsidRPr="007A52BB">
              <w:rPr>
                <w:b/>
                <w:i/>
                <w:szCs w:val="24"/>
                <w:vertAlign w:val="subscript"/>
              </w:rPr>
              <w:t xml:space="preserve"> q</w:t>
            </w:r>
            <w:r w:rsidRPr="007A52BB">
              <w:rPr>
                <w:b/>
                <w:szCs w:val="24"/>
              </w:rPr>
              <w:t xml:space="preserve"> + ILE</w:t>
            </w:r>
            <w:r w:rsidRPr="007A52BB">
              <w:rPr>
                <w:b/>
                <w:szCs w:val="24"/>
                <w:vertAlign w:val="subscript"/>
              </w:rPr>
              <w:t xml:space="preserve"> </w:t>
            </w:r>
            <w:r w:rsidRPr="007A52BB">
              <w:rPr>
                <w:b/>
                <w:i/>
                <w:szCs w:val="24"/>
                <w:vertAlign w:val="subscript"/>
              </w:rPr>
              <w:t>q</w:t>
            </w:r>
            <w:bookmarkEnd w:id="488"/>
          </w:p>
        </w:tc>
      </w:tr>
    </w:tbl>
    <w:p w14:paraId="341CD427" w14:textId="4ECB82B5" w:rsidR="00DF0271" w:rsidRDefault="00DF0271" w:rsidP="00740C70">
      <w:pPr>
        <w:pStyle w:val="BodyText"/>
        <w:tabs>
          <w:tab w:val="left" w:pos="1440"/>
        </w:tabs>
        <w:spacing w:before="240"/>
        <w:ind w:left="2160" w:hanging="1440"/>
        <w:rPr>
          <w:b/>
        </w:rPr>
      </w:pPr>
      <w:r w:rsidRPr="004F59D3">
        <w:rPr>
          <w:b/>
        </w:rPr>
        <w:lastRenderedPageBreak/>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A52BB" w14:paraId="1B6613FA" w14:textId="77777777" w:rsidTr="007A52BB">
        <w:tc>
          <w:tcPr>
            <w:tcW w:w="9332" w:type="dxa"/>
            <w:shd w:val="pct12" w:color="auto" w:fill="auto"/>
          </w:tcPr>
          <w:p w14:paraId="3EFA0064" w14:textId="17230EE2" w:rsidR="007A52BB" w:rsidRPr="0002450E" w:rsidRDefault="007A52BB" w:rsidP="00E7519F">
            <w:pPr>
              <w:pStyle w:val="Instructions"/>
              <w:spacing w:before="120"/>
              <w:rPr>
                <w:iCs/>
              </w:rPr>
            </w:pPr>
            <w:r>
              <w:rPr>
                <w:iCs/>
              </w:rPr>
              <w:t>[NPRR1277</w:t>
            </w:r>
            <w:r w:rsidRPr="0002450E">
              <w:rPr>
                <w:iCs/>
              </w:rPr>
              <w:t xml:space="preserve">:  Replace </w:t>
            </w:r>
            <w:r>
              <w:rPr>
                <w:iCs/>
              </w:rPr>
              <w:t>the formula “</w:t>
            </w:r>
            <w:r w:rsidRPr="00753977">
              <w:t>EAL</w:t>
            </w:r>
            <w:r>
              <w:t xml:space="preserve"> </w:t>
            </w:r>
            <w:r>
              <w:rPr>
                <w:vertAlign w:val="subscript"/>
              </w:rPr>
              <w:t>t</w:t>
            </w:r>
            <w:r>
              <w:rPr>
                <w:iCs/>
              </w:rPr>
              <w:t xml:space="preserve">” </w:t>
            </w:r>
            <w:r w:rsidRPr="0002450E">
              <w:rPr>
                <w:iCs/>
              </w:rPr>
              <w:t xml:space="preserve">above with the following upon system implementation:] </w:t>
            </w:r>
          </w:p>
          <w:p w14:paraId="17EDDDE3" w14:textId="6DFA4B13" w:rsidR="007A52BB" w:rsidRPr="007A52BB" w:rsidRDefault="007A52BB" w:rsidP="007A52BB">
            <w:pPr>
              <w:tabs>
                <w:tab w:val="left" w:pos="1440"/>
              </w:tabs>
              <w:spacing w:after="240"/>
              <w:ind w:left="2160" w:hanging="1440"/>
              <w:rPr>
                <w:b/>
                <w:i/>
                <w:szCs w:val="24"/>
              </w:rPr>
            </w:pPr>
            <w:bookmarkStart w:id="489" w:name="_Hlk209522735"/>
            <w:r w:rsidRPr="007A52BB">
              <w:rPr>
                <w:b/>
                <w:szCs w:val="24"/>
              </w:rPr>
              <w:t xml:space="preserve">EAL </w:t>
            </w:r>
            <w:r w:rsidRPr="007A52BB">
              <w:rPr>
                <w:b/>
                <w:i/>
                <w:szCs w:val="24"/>
                <w:vertAlign w:val="subscript"/>
              </w:rPr>
              <w:t>t</w:t>
            </w:r>
            <w:r w:rsidRPr="007A52BB">
              <w:rPr>
                <w:b/>
                <w:szCs w:val="24"/>
              </w:rPr>
              <w:t xml:space="preserve"> =</w:t>
            </w:r>
            <w:r w:rsidRPr="007A52BB">
              <w:rPr>
                <w:b/>
                <w:szCs w:val="24"/>
              </w:rPr>
              <w:tab/>
              <w:t xml:space="preserve">Max [Max (RFAF * RTLE) during the previous </w:t>
            </w:r>
            <w:r w:rsidRPr="007A52BB">
              <w:rPr>
                <w:b/>
                <w:i/>
                <w:szCs w:val="24"/>
              </w:rPr>
              <w:t>lrt</w:t>
            </w:r>
            <w:r w:rsidRPr="007A52BB">
              <w:rPr>
                <w:b/>
                <w:szCs w:val="24"/>
              </w:rPr>
              <w:t xml:space="preserve"> days, RTLF] + DFAF * DALE + Max [RTLCNS, Max {URTA during the previous </w:t>
            </w:r>
            <w:r w:rsidRPr="007A52BB">
              <w:rPr>
                <w:b/>
                <w:i/>
                <w:szCs w:val="24"/>
              </w:rPr>
              <w:t>lrt</w:t>
            </w:r>
            <w:r w:rsidRPr="007A52BB">
              <w:rPr>
                <w:b/>
                <w:szCs w:val="24"/>
              </w:rPr>
              <w:t xml:space="preserve"> days}] + OUT</w:t>
            </w:r>
            <w:r w:rsidRPr="007A52BB">
              <w:rPr>
                <w:b/>
                <w:i/>
                <w:szCs w:val="24"/>
                <w:vertAlign w:val="subscript"/>
              </w:rPr>
              <w:t xml:space="preserve"> t</w:t>
            </w:r>
            <w:bookmarkEnd w:id="489"/>
          </w:p>
        </w:tc>
      </w:tr>
    </w:tbl>
    <w:p w14:paraId="5103B987" w14:textId="77777777" w:rsidR="00DF0271" w:rsidRDefault="00DF0271" w:rsidP="00740C70">
      <w:pPr>
        <w:pStyle w:val="BodyText"/>
        <w:tabs>
          <w:tab w:val="left" w:pos="1440"/>
        </w:tabs>
        <w:spacing w:before="240"/>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5"/>
        <w:gridCol w:w="967"/>
        <w:gridCol w:w="6800"/>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lastRenderedPageBreak/>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lastRenderedPageBreak/>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w:t>
            </w:r>
            <w:r w:rsidRPr="00300257">
              <w:rPr>
                <w:sz w:val="20"/>
              </w:rPr>
              <w:lastRenderedPageBreak/>
              <w:t xml:space="preserve">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w:t>
            </w:r>
            <w:r w:rsidRPr="00300257">
              <w:rPr>
                <w:sz w:val="20"/>
              </w:rPr>
              <w:lastRenderedPageBreak/>
              <w:t xml:space="preserve">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t xml:space="preserve">Where: </w:t>
            </w:r>
            <w:r>
              <w:tab/>
            </w:r>
          </w:p>
          <w:p w14:paraId="6D775A27" w14:textId="77777777" w:rsidR="005C04D0" w:rsidRDefault="005C04D0" w:rsidP="005C04D0">
            <w:pPr>
              <w:pStyle w:val="TableBody"/>
              <w:ind w:left="1823" w:hanging="1440"/>
            </w:pPr>
            <w:r>
              <w:t xml:space="preserve">u = </w:t>
            </w:r>
            <w:r>
              <w:tab/>
              <w:t xml:space="preserve">(ESIn/r)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r>
              <w:t>ESIn =</w:t>
            </w:r>
            <w:r>
              <w:tab/>
              <w:t xml:space="preserve">Number of ESI IDs associated with an individual Counter-Party.  This value will be updated no less often than annually by ERCOT and updated values communicated to </w:t>
            </w:r>
            <w:r>
              <w:lastRenderedPageBreak/>
              <w:t>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7A52BB" w:rsidRPr="007F29AF" w14:paraId="5B1E30C9" w14:textId="77777777" w:rsidTr="00740C70">
        <w:tblPrEx>
          <w:tblLook w:val="01E0" w:firstRow="1" w:lastRow="1" w:firstColumn="1" w:lastColumn="1" w:noHBand="0" w:noVBand="0"/>
        </w:tblPrEx>
        <w:trPr>
          <w:trHeight w:val="260"/>
        </w:trPr>
        <w:tc>
          <w:tcPr>
            <w:tcW w:w="90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F6D9F" w14:textId="5584CBB8" w:rsidR="007A52BB" w:rsidRPr="0002450E" w:rsidRDefault="007A52BB" w:rsidP="007A52BB">
            <w:pPr>
              <w:pStyle w:val="Instructions"/>
              <w:spacing w:before="120"/>
              <w:rPr>
                <w:iCs/>
              </w:rPr>
            </w:pPr>
            <w:r>
              <w:rPr>
                <w:iCs/>
              </w:rPr>
              <w:t>[NPRR1277</w:t>
            </w:r>
            <w:r w:rsidRPr="0002450E">
              <w:rPr>
                <w:iCs/>
              </w:rPr>
              <w:t xml:space="preserve">:  Replace </w:t>
            </w:r>
            <w:r>
              <w:rPr>
                <w:iCs/>
              </w:rPr>
              <w:t xml:space="preserve">the variable “lrq” </w:t>
            </w:r>
            <w:r w:rsidRPr="0002450E">
              <w:rPr>
                <w:iCs/>
              </w:rPr>
              <w:t xml:space="preserve">above with the following upon system implementation:]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3"/>
              <w:gridCol w:w="886"/>
              <w:gridCol w:w="6701"/>
            </w:tblGrid>
            <w:tr w:rsidR="007A52BB" w:rsidRPr="00BE4766" w14:paraId="58EB64E5" w14:textId="77777777" w:rsidTr="00E7519F">
              <w:trPr>
                <w:trHeight w:val="260"/>
              </w:trPr>
              <w:tc>
                <w:tcPr>
                  <w:tcW w:w="1503" w:type="dxa"/>
                  <w:tcBorders>
                    <w:top w:val="single" w:sz="4" w:space="0" w:color="auto"/>
                    <w:left w:val="single" w:sz="4" w:space="0" w:color="auto"/>
                    <w:bottom w:val="single" w:sz="4" w:space="0" w:color="auto"/>
                    <w:right w:val="single" w:sz="4" w:space="0" w:color="auto"/>
                  </w:tcBorders>
                </w:tcPr>
                <w:p w14:paraId="141F62BF" w14:textId="55AEE871" w:rsidR="007A52BB" w:rsidRDefault="007A52BB" w:rsidP="007A52BB">
                  <w:pPr>
                    <w:pStyle w:val="TableBody"/>
                    <w:tabs>
                      <w:tab w:val="right" w:pos="9360"/>
                    </w:tabs>
                  </w:pPr>
                  <w:bookmarkStart w:id="490" w:name="_Hlk209522757"/>
                  <w:r>
                    <w:rPr>
                      <w:i/>
                    </w:rPr>
                    <w:t>l</w:t>
                  </w:r>
                  <w:r w:rsidRPr="00934A67">
                    <w:rPr>
                      <w:i/>
                    </w:rPr>
                    <w:t>rq</w:t>
                  </w:r>
                  <w:r>
                    <w:rPr>
                      <w:i/>
                    </w:rPr>
                    <w:t>rtle</w:t>
                  </w:r>
                </w:p>
              </w:tc>
              <w:tc>
                <w:tcPr>
                  <w:tcW w:w="886" w:type="dxa"/>
                  <w:tcBorders>
                    <w:top w:val="single" w:sz="4" w:space="0" w:color="auto"/>
                    <w:left w:val="single" w:sz="4" w:space="0" w:color="auto"/>
                    <w:bottom w:val="single" w:sz="4" w:space="0" w:color="auto"/>
                    <w:right w:val="single" w:sz="4" w:space="0" w:color="auto"/>
                  </w:tcBorders>
                </w:tcPr>
                <w:p w14:paraId="131BF40F" w14:textId="5F445865" w:rsidR="007A52BB" w:rsidRPr="00BE4766" w:rsidRDefault="007A52BB" w:rsidP="007A52BB">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326E9F8B" w14:textId="3C1576DB" w:rsidR="007A52BB" w:rsidRPr="00BE4766" w:rsidRDefault="007A52BB" w:rsidP="007A52BB">
                  <w:pPr>
                    <w:pStyle w:val="TableBody"/>
                  </w:pPr>
                  <w:r w:rsidRPr="00DF6B12">
                    <w:t>Look-back period for R</w:t>
                  </w:r>
                  <w:r>
                    <w:t>TM</w:t>
                  </w:r>
                  <w:r w:rsidRPr="00DF6B12">
                    <w:t xml:space="preserve"> </w:t>
                  </w:r>
                  <w:r>
                    <w:t xml:space="preserve">to find the </w:t>
                  </w:r>
                  <w:r w:rsidRPr="00013D43">
                    <w:t xml:space="preserve">maximum of RTLE </w:t>
                  </w:r>
                  <w:r w:rsidRPr="00DF6B12">
                    <w:t xml:space="preserve">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7A52BB" w:rsidRPr="00BE4766" w14:paraId="3272EE35" w14:textId="77777777" w:rsidTr="00E7519F">
              <w:trPr>
                <w:trHeight w:val="260"/>
              </w:trPr>
              <w:tc>
                <w:tcPr>
                  <w:tcW w:w="1503" w:type="dxa"/>
                  <w:tcBorders>
                    <w:top w:val="single" w:sz="4" w:space="0" w:color="auto"/>
                    <w:left w:val="single" w:sz="4" w:space="0" w:color="auto"/>
                    <w:bottom w:val="single" w:sz="4" w:space="0" w:color="auto"/>
                    <w:right w:val="single" w:sz="4" w:space="0" w:color="auto"/>
                  </w:tcBorders>
                </w:tcPr>
                <w:p w14:paraId="231A7708" w14:textId="52828EEA" w:rsidR="007A52BB" w:rsidRPr="00934A67" w:rsidRDefault="007A52BB" w:rsidP="007A52BB">
                  <w:pPr>
                    <w:pStyle w:val="TableBody"/>
                    <w:tabs>
                      <w:tab w:val="right" w:pos="9360"/>
                    </w:tabs>
                    <w:rPr>
                      <w:i/>
                    </w:rPr>
                  </w:pPr>
                  <w:r>
                    <w:rPr>
                      <w:i/>
                    </w:rPr>
                    <w:t>l</w:t>
                  </w:r>
                  <w:r w:rsidRPr="00934A67">
                    <w:rPr>
                      <w:i/>
                    </w:rPr>
                    <w:t>rq</w:t>
                  </w:r>
                  <w:r>
                    <w:rPr>
                      <w:i/>
                    </w:rPr>
                    <w:t>urta</w:t>
                  </w:r>
                </w:p>
              </w:tc>
              <w:tc>
                <w:tcPr>
                  <w:tcW w:w="886" w:type="dxa"/>
                  <w:tcBorders>
                    <w:top w:val="single" w:sz="4" w:space="0" w:color="auto"/>
                    <w:left w:val="single" w:sz="4" w:space="0" w:color="auto"/>
                    <w:bottom w:val="single" w:sz="4" w:space="0" w:color="auto"/>
                    <w:right w:val="single" w:sz="4" w:space="0" w:color="auto"/>
                  </w:tcBorders>
                </w:tcPr>
                <w:p w14:paraId="4955365D" w14:textId="35CB54F4" w:rsidR="007A52BB" w:rsidRDefault="007A52BB" w:rsidP="007A52BB">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65135A0F" w14:textId="45A16679" w:rsidR="007A52BB" w:rsidRPr="00DF6B12" w:rsidRDefault="007A52BB" w:rsidP="007A52BB">
                  <w:pPr>
                    <w:pStyle w:val="TableBody"/>
                  </w:pPr>
                  <w:r w:rsidRPr="00DF6B12">
                    <w:t>Look-back period for R</w:t>
                  </w:r>
                  <w:r>
                    <w:t>TM</w:t>
                  </w:r>
                  <w:r w:rsidRPr="00DF6B12">
                    <w:t xml:space="preserve"> </w:t>
                  </w:r>
                  <w:r>
                    <w:t xml:space="preserve">to find the </w:t>
                  </w:r>
                  <w:r w:rsidRPr="00013D43">
                    <w:t>maximum of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bookmarkEnd w:id="490"/>
          </w:tbl>
          <w:p w14:paraId="14033BEA" w14:textId="3F895F72" w:rsidR="007A52BB" w:rsidRPr="00DF6B12" w:rsidRDefault="007A52BB" w:rsidP="007A52BB">
            <w:pPr>
              <w:pStyle w:val="TableBody"/>
            </w:pP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lastRenderedPageBreak/>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7A52BB" w:rsidRPr="00BE4766" w14:paraId="2E476ADA" w14:textId="77777777" w:rsidTr="00740C70">
        <w:trPr>
          <w:trHeight w:val="519"/>
        </w:trPr>
        <w:tc>
          <w:tcPr>
            <w:tcW w:w="9090" w:type="dxa"/>
            <w:gridSpan w:val="3"/>
            <w:shd w:val="clear" w:color="auto" w:fill="D9D9D9" w:themeFill="background1" w:themeFillShade="D9"/>
          </w:tcPr>
          <w:p w14:paraId="46EE2D9E" w14:textId="61C99A1E" w:rsidR="007A52BB" w:rsidRPr="0002450E" w:rsidRDefault="007A52BB" w:rsidP="007A52BB">
            <w:pPr>
              <w:pStyle w:val="Instructions"/>
              <w:spacing w:before="120"/>
              <w:rPr>
                <w:iCs/>
              </w:rPr>
            </w:pPr>
            <w:r>
              <w:rPr>
                <w:iCs/>
              </w:rPr>
              <w:t>[NPRR1277</w:t>
            </w:r>
            <w:r w:rsidRPr="0002450E">
              <w:rPr>
                <w:iCs/>
              </w:rPr>
              <w:t xml:space="preserve">:  Replace </w:t>
            </w:r>
            <w:r>
              <w:rPr>
                <w:iCs/>
              </w:rPr>
              <w:t xml:space="preserve">the </w:t>
            </w:r>
            <w:r w:rsidR="00815E71">
              <w:rPr>
                <w:iCs/>
              </w:rPr>
              <w:t>parameter</w:t>
            </w:r>
            <w:r>
              <w:rPr>
                <w:iCs/>
              </w:rPr>
              <w:t xml:space="preserve"> “lrq” </w:t>
            </w:r>
            <w:r w:rsidRPr="0002450E">
              <w:rPr>
                <w:iCs/>
              </w:rPr>
              <w:t xml:space="preserve">above with the following upon system implementation:] </w:t>
            </w:r>
          </w:p>
          <w:tbl>
            <w:tblPr>
              <w:tblW w:w="884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3"/>
              <w:gridCol w:w="886"/>
              <w:gridCol w:w="6456"/>
            </w:tblGrid>
            <w:tr w:rsidR="007A52BB" w:rsidRPr="00BE4766" w14:paraId="22B0DDE2" w14:textId="77777777" w:rsidTr="00740C70">
              <w:trPr>
                <w:trHeight w:val="260"/>
              </w:trPr>
              <w:tc>
                <w:tcPr>
                  <w:tcW w:w="1503" w:type="dxa"/>
                  <w:tcBorders>
                    <w:top w:val="single" w:sz="4" w:space="0" w:color="auto"/>
                    <w:left w:val="single" w:sz="4" w:space="0" w:color="auto"/>
                    <w:bottom w:val="single" w:sz="4" w:space="0" w:color="auto"/>
                    <w:right w:val="single" w:sz="4" w:space="0" w:color="auto"/>
                  </w:tcBorders>
                </w:tcPr>
                <w:p w14:paraId="3A58D7C5" w14:textId="7A923116" w:rsidR="007A52BB" w:rsidRDefault="007A52BB" w:rsidP="007A52BB">
                  <w:pPr>
                    <w:pStyle w:val="TableBody"/>
                    <w:tabs>
                      <w:tab w:val="right" w:pos="9360"/>
                    </w:tabs>
                  </w:pPr>
                  <w:bookmarkStart w:id="491" w:name="_Hlk209522775"/>
                  <w:r w:rsidRPr="00901E45">
                    <w:rPr>
                      <w:i/>
                      <w:iCs w:val="0"/>
                    </w:rPr>
                    <w:t>l</w:t>
                  </w:r>
                  <w:r w:rsidRPr="00901E45">
                    <w:rPr>
                      <w:i/>
                    </w:rPr>
                    <w:t>rq</w:t>
                  </w:r>
                  <w:r>
                    <w:rPr>
                      <w:i/>
                    </w:rPr>
                    <w:t>rtle</w:t>
                  </w:r>
                </w:p>
              </w:tc>
              <w:tc>
                <w:tcPr>
                  <w:tcW w:w="886" w:type="dxa"/>
                  <w:tcBorders>
                    <w:top w:val="single" w:sz="4" w:space="0" w:color="auto"/>
                    <w:left w:val="single" w:sz="4" w:space="0" w:color="auto"/>
                    <w:bottom w:val="single" w:sz="4" w:space="0" w:color="auto"/>
                    <w:right w:val="single" w:sz="4" w:space="0" w:color="auto"/>
                  </w:tcBorders>
                </w:tcPr>
                <w:p w14:paraId="7D5A8471" w14:textId="13BF1630" w:rsidR="007A52BB" w:rsidRPr="00BE4766" w:rsidRDefault="007A52BB" w:rsidP="007A52BB">
                  <w:pPr>
                    <w:pStyle w:val="TableBody"/>
                    <w:tabs>
                      <w:tab w:val="right" w:pos="9360"/>
                    </w:tabs>
                  </w:pPr>
                  <w:r w:rsidRPr="00901E45">
                    <w:t>Days</w:t>
                  </w:r>
                </w:p>
              </w:tc>
              <w:tc>
                <w:tcPr>
                  <w:tcW w:w="6456" w:type="dxa"/>
                  <w:tcBorders>
                    <w:top w:val="single" w:sz="4" w:space="0" w:color="auto"/>
                    <w:left w:val="single" w:sz="4" w:space="0" w:color="auto"/>
                    <w:bottom w:val="single" w:sz="4" w:space="0" w:color="auto"/>
                    <w:right w:val="single" w:sz="4" w:space="0" w:color="auto"/>
                  </w:tcBorders>
                </w:tcPr>
                <w:p w14:paraId="017D2BD3" w14:textId="77777777" w:rsidR="007A52BB" w:rsidRPr="00901E45" w:rsidRDefault="007A52BB" w:rsidP="007A52BB">
                  <w:pPr>
                    <w:pStyle w:val="TableBody"/>
                  </w:pPr>
                  <w:r w:rsidRPr="00901E45">
                    <w:t>40 from May 16 through Sep 15 (summer months)</w:t>
                  </w:r>
                </w:p>
                <w:p w14:paraId="1497E820" w14:textId="3A06FBEB" w:rsidR="007A52BB" w:rsidRPr="00BE4766" w:rsidRDefault="007A52BB" w:rsidP="007A52BB">
                  <w:pPr>
                    <w:pStyle w:val="TableBody"/>
                  </w:pPr>
                  <w:r w:rsidRPr="00901E45">
                    <w:t>20 from Sep 16 through May 15 (non</w:t>
                  </w:r>
                  <w:r>
                    <w:t>-</w:t>
                  </w:r>
                  <w:r w:rsidRPr="00901E45">
                    <w:t>summer months)</w:t>
                  </w:r>
                </w:p>
              </w:tc>
            </w:tr>
            <w:tr w:rsidR="007A52BB" w:rsidRPr="00BE4766" w14:paraId="5204F0F8" w14:textId="77777777" w:rsidTr="00740C70">
              <w:trPr>
                <w:trHeight w:val="260"/>
              </w:trPr>
              <w:tc>
                <w:tcPr>
                  <w:tcW w:w="1503" w:type="dxa"/>
                  <w:tcBorders>
                    <w:top w:val="single" w:sz="4" w:space="0" w:color="auto"/>
                    <w:left w:val="single" w:sz="4" w:space="0" w:color="auto"/>
                    <w:bottom w:val="single" w:sz="4" w:space="0" w:color="auto"/>
                    <w:right w:val="single" w:sz="4" w:space="0" w:color="auto"/>
                  </w:tcBorders>
                </w:tcPr>
                <w:p w14:paraId="763CDACD" w14:textId="3A31E00C" w:rsidR="007A52BB" w:rsidRPr="00934A67" w:rsidRDefault="007A52BB" w:rsidP="007A52BB">
                  <w:pPr>
                    <w:pStyle w:val="TableBody"/>
                    <w:tabs>
                      <w:tab w:val="right" w:pos="9360"/>
                    </w:tabs>
                    <w:rPr>
                      <w:i/>
                    </w:rPr>
                  </w:pPr>
                  <w:r>
                    <w:rPr>
                      <w:i/>
                    </w:rPr>
                    <w:t>l</w:t>
                  </w:r>
                  <w:r w:rsidRPr="00934A67">
                    <w:rPr>
                      <w:i/>
                    </w:rPr>
                    <w:t>rq</w:t>
                  </w:r>
                  <w:r>
                    <w:rPr>
                      <w:i/>
                    </w:rPr>
                    <w:t>urta</w:t>
                  </w:r>
                </w:p>
              </w:tc>
              <w:tc>
                <w:tcPr>
                  <w:tcW w:w="886" w:type="dxa"/>
                  <w:tcBorders>
                    <w:top w:val="single" w:sz="4" w:space="0" w:color="auto"/>
                    <w:left w:val="single" w:sz="4" w:space="0" w:color="auto"/>
                    <w:bottom w:val="single" w:sz="4" w:space="0" w:color="auto"/>
                    <w:right w:val="single" w:sz="4" w:space="0" w:color="auto"/>
                  </w:tcBorders>
                </w:tcPr>
                <w:p w14:paraId="17A2D10D" w14:textId="3E5D322B" w:rsidR="007A52BB" w:rsidRDefault="007A52BB" w:rsidP="007A52BB">
                  <w:pPr>
                    <w:pStyle w:val="TableBody"/>
                    <w:tabs>
                      <w:tab w:val="right" w:pos="9360"/>
                    </w:tabs>
                  </w:pPr>
                  <w:r>
                    <w:t>Days</w:t>
                  </w:r>
                </w:p>
              </w:tc>
              <w:tc>
                <w:tcPr>
                  <w:tcW w:w="6456" w:type="dxa"/>
                  <w:tcBorders>
                    <w:top w:val="single" w:sz="4" w:space="0" w:color="auto"/>
                    <w:left w:val="single" w:sz="4" w:space="0" w:color="auto"/>
                    <w:bottom w:val="single" w:sz="4" w:space="0" w:color="auto"/>
                    <w:right w:val="single" w:sz="4" w:space="0" w:color="auto"/>
                  </w:tcBorders>
                </w:tcPr>
                <w:p w14:paraId="5C3AACD3" w14:textId="272D76F2" w:rsidR="007A52BB" w:rsidRPr="00DF6B12" w:rsidRDefault="007A52BB" w:rsidP="007A52BB">
                  <w:pPr>
                    <w:pStyle w:val="TableBody"/>
                  </w:pPr>
                  <w:r>
                    <w:t>40</w:t>
                  </w:r>
                </w:p>
              </w:tc>
            </w:tr>
            <w:bookmarkEnd w:id="491"/>
          </w:tbl>
          <w:p w14:paraId="15AD23E9" w14:textId="77777777" w:rsidR="007A52BB" w:rsidRPr="007822E6" w:rsidRDefault="007A52BB" w:rsidP="007A52BB">
            <w:pPr>
              <w:pStyle w:val="TableBody"/>
            </w:pPr>
          </w:p>
        </w:tc>
      </w:tr>
      <w:tr w:rsidR="007A52BB" w:rsidRPr="00BE4766" w14:paraId="24C2A1F1" w14:textId="77777777" w:rsidTr="00504E97">
        <w:trPr>
          <w:trHeight w:val="519"/>
        </w:trPr>
        <w:tc>
          <w:tcPr>
            <w:tcW w:w="2153" w:type="dxa"/>
          </w:tcPr>
          <w:p w14:paraId="2CBABA1E" w14:textId="77777777" w:rsidR="007A52BB" w:rsidRDefault="007A52BB" w:rsidP="007A52BB">
            <w:pPr>
              <w:pStyle w:val="TableBody"/>
              <w:rPr>
                <w:i/>
              </w:rPr>
            </w:pPr>
            <w:r>
              <w:rPr>
                <w:i/>
              </w:rPr>
              <w:t>lrt</w:t>
            </w:r>
          </w:p>
        </w:tc>
        <w:tc>
          <w:tcPr>
            <w:tcW w:w="2300" w:type="dxa"/>
          </w:tcPr>
          <w:p w14:paraId="1282EAF7" w14:textId="77777777" w:rsidR="007A52BB" w:rsidRDefault="007A52BB" w:rsidP="007A52BB">
            <w:pPr>
              <w:pStyle w:val="TableBody"/>
            </w:pPr>
            <w:r>
              <w:t>Days</w:t>
            </w:r>
          </w:p>
        </w:tc>
        <w:tc>
          <w:tcPr>
            <w:tcW w:w="4637" w:type="dxa"/>
          </w:tcPr>
          <w:p w14:paraId="437CC5F2" w14:textId="77777777" w:rsidR="007A52BB" w:rsidRPr="00545E0B" w:rsidRDefault="007A52BB" w:rsidP="007A52BB">
            <w:pPr>
              <w:pStyle w:val="TableBody"/>
            </w:pPr>
            <w:r w:rsidRPr="007822E6">
              <w:t>20</w:t>
            </w:r>
          </w:p>
        </w:tc>
      </w:tr>
      <w:tr w:rsidR="007A52BB" w:rsidRPr="00BE4766" w14:paraId="6BAA841A" w14:textId="77777777" w:rsidTr="00504E97">
        <w:trPr>
          <w:trHeight w:val="519"/>
        </w:trPr>
        <w:tc>
          <w:tcPr>
            <w:tcW w:w="9090" w:type="dxa"/>
            <w:gridSpan w:val="3"/>
          </w:tcPr>
          <w:p w14:paraId="59CB69E6" w14:textId="1FB3B5B0" w:rsidR="007A52BB" w:rsidRDefault="007A52BB" w:rsidP="007A52BB">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the ERCOT Board</w:t>
            </w:r>
            <w:r>
              <w:t xml:space="preserve"> and approved by the Public Utility Commission of Texas (PUCT)</w:t>
            </w:r>
            <w:r w:rsidRPr="00126667">
              <w:t xml:space="preserve">.  ERCOT shall update parameter values on the first day of the month following </w:t>
            </w:r>
            <w:r>
              <w:t>PUCT</w:t>
            </w:r>
            <w:r w:rsidRPr="00126667">
              <w:t xml:space="preserve"> approval unless otherwise directed.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2" w:name="_Toc419200621"/>
      <w:bookmarkStart w:id="493" w:name="_Toc405814007"/>
      <w:bookmarkStart w:id="494" w:name="_Toc309731025"/>
      <w:bookmarkStart w:id="495" w:name="_Toc214886937"/>
      <w:bookmarkStart w:id="496" w:name="_Toc390438969"/>
      <w:bookmarkStart w:id="497" w:name="_Toc405897667"/>
      <w:bookmarkStart w:id="498" w:name="_Toc415055771"/>
      <w:bookmarkStart w:id="499" w:name="_Toc415055897"/>
      <w:bookmarkStart w:id="500" w:name="_Toc415055996"/>
      <w:bookmarkStart w:id="501" w:name="_Toc415056097"/>
      <w:r w:rsidRPr="00613851">
        <w:rPr>
          <w:b/>
          <w:bCs/>
          <w:i/>
          <w:iCs/>
          <w:szCs w:val="26"/>
        </w:rPr>
        <w:t>16.11.4.3.1</w:t>
      </w:r>
      <w:r w:rsidRPr="00613851">
        <w:rPr>
          <w:b/>
          <w:bCs/>
          <w:i/>
          <w:iCs/>
          <w:szCs w:val="26"/>
        </w:rPr>
        <w:tab/>
        <w:t>Day-Ahead Liability Estimate</w:t>
      </w:r>
      <w:bookmarkEnd w:id="492"/>
      <w:bookmarkEnd w:id="493"/>
      <w:bookmarkEnd w:id="494"/>
      <w:bookmarkEnd w:id="495"/>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lastRenderedPageBreak/>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2" w:name="_Toc214886938"/>
      <w:r w:rsidRPr="00613851">
        <w:rPr>
          <w:b/>
          <w:bCs/>
          <w:i/>
          <w:iCs/>
          <w:szCs w:val="26"/>
        </w:rPr>
        <w:t>16.11.4.3.2</w:t>
      </w:r>
      <w:r w:rsidRPr="00613851">
        <w:rPr>
          <w:b/>
          <w:bCs/>
          <w:i/>
          <w:iCs/>
          <w:szCs w:val="26"/>
        </w:rPr>
        <w:tab/>
        <w:t>Real-Time Liability Estimate</w:t>
      </w:r>
      <w:bookmarkEnd w:id="502"/>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61E7A" w14:paraId="0BC830BE" w14:textId="77777777" w:rsidTr="00194BF0">
        <w:tc>
          <w:tcPr>
            <w:tcW w:w="9332" w:type="dxa"/>
            <w:shd w:val="pct12" w:color="auto" w:fill="auto"/>
          </w:tcPr>
          <w:p w14:paraId="478DC3C3" w14:textId="24FFE55C" w:rsidR="00461E7A" w:rsidRPr="0002450E" w:rsidRDefault="00461E7A" w:rsidP="00194BF0">
            <w:pPr>
              <w:pStyle w:val="Instructions"/>
              <w:spacing w:before="120"/>
              <w:rPr>
                <w:iCs/>
              </w:rPr>
            </w:pPr>
            <w:r>
              <w:rPr>
                <w:iCs/>
              </w:rPr>
              <w:t>[NPRR1188</w:t>
            </w:r>
            <w:r w:rsidRPr="0002450E">
              <w:rPr>
                <w:iCs/>
              </w:rPr>
              <w:t xml:space="preserve">:  Replace </w:t>
            </w:r>
            <w:r>
              <w:rPr>
                <w:iCs/>
              </w:rPr>
              <w:t>item (a)</w:t>
            </w:r>
            <w:r w:rsidRPr="0002450E">
              <w:rPr>
                <w:iCs/>
              </w:rPr>
              <w:t xml:space="preserve"> above with the following upon system implementation:] </w:t>
            </w:r>
          </w:p>
          <w:p w14:paraId="249BE5B6" w14:textId="116C50D7" w:rsidR="00461E7A" w:rsidRPr="00B35DA1" w:rsidRDefault="00461E7A" w:rsidP="00461E7A">
            <w:pPr>
              <w:spacing w:after="240"/>
              <w:ind w:left="1440" w:hanging="720"/>
            </w:pPr>
            <w:r w:rsidRPr="00812ECB">
              <w:t>(a)</w:t>
            </w:r>
            <w:r w:rsidRPr="00812ECB">
              <w:tab/>
              <w:t>Section 6.6.3.1, Real-Time Energy Imbalance Payment or Charge at a Resource Node, using Real-Time Net Metered Generation (RTMG) including CLRs that are not ALRs</w:t>
            </w:r>
            <w:r w:rsidRPr="00812ECB">
              <w:rPr>
                <w:i/>
                <w:iCs/>
                <w:sz w:val="20"/>
              </w:rPr>
              <w:t xml:space="preserve"> </w:t>
            </w:r>
            <w:r w:rsidRPr="00812ECB">
              <w:t>as generation estimate;</w:t>
            </w:r>
          </w:p>
        </w:tc>
      </w:tr>
    </w:tbl>
    <w:p w14:paraId="70059D2F" w14:textId="0A98E87C" w:rsidR="00613851" w:rsidRPr="00613851" w:rsidRDefault="00613851" w:rsidP="00184B4B">
      <w:pPr>
        <w:spacing w:before="240"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lastRenderedPageBreak/>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489B4BC6" w:rsid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w:t>
      </w:r>
    </w:p>
    <w:p w14:paraId="35279487" w14:textId="4E1E9EE7" w:rsidR="00AD6911" w:rsidRDefault="00AD6911" w:rsidP="00AD6911">
      <w:pPr>
        <w:spacing w:after="240"/>
        <w:ind w:left="1440" w:hanging="720"/>
      </w:pPr>
      <w:r>
        <w:t>(g)</w:t>
      </w:r>
      <w:r>
        <w:tab/>
        <w:t>Section 6.7.</w:t>
      </w:r>
      <w:r w:rsidR="00DF6434">
        <w:t>2</w:t>
      </w:r>
      <w:r>
        <w:t>.</w:t>
      </w:r>
      <w:r w:rsidR="008A152F">
        <w:t>2</w:t>
      </w:r>
      <w:r>
        <w:t xml:space="preserve">, Regulation Up </w:t>
      </w:r>
      <w:r w:rsidR="007131DA">
        <w:t xml:space="preserve">Service </w:t>
      </w:r>
      <w:r>
        <w:t xml:space="preserve">Payments and Charges; </w:t>
      </w:r>
    </w:p>
    <w:p w14:paraId="4A79C58D" w14:textId="719F7F33" w:rsidR="00AD6911" w:rsidRDefault="00AD6911" w:rsidP="00AD6911">
      <w:pPr>
        <w:spacing w:after="240"/>
        <w:ind w:left="1440" w:hanging="720"/>
      </w:pPr>
      <w:r>
        <w:t>(h)</w:t>
      </w:r>
      <w:r>
        <w:tab/>
        <w:t>Section 6.7.</w:t>
      </w:r>
      <w:r w:rsidR="00DF6434">
        <w:t>2</w:t>
      </w:r>
      <w:r>
        <w:t>.</w:t>
      </w:r>
      <w:r w:rsidR="008A152F">
        <w:t>3</w:t>
      </w:r>
      <w:r>
        <w:t xml:space="preserve">, Regulation Down </w:t>
      </w:r>
      <w:r w:rsidR="007131DA">
        <w:t xml:space="preserve">Service </w:t>
      </w:r>
      <w:r>
        <w:t xml:space="preserve">Payments and Charges; </w:t>
      </w:r>
    </w:p>
    <w:p w14:paraId="3C9C8924" w14:textId="38E8864F" w:rsidR="00AD6911" w:rsidRDefault="00AD6911" w:rsidP="00AD6911">
      <w:pPr>
        <w:spacing w:after="240"/>
        <w:ind w:left="1440" w:hanging="720"/>
      </w:pPr>
      <w:r>
        <w:t>(i)</w:t>
      </w:r>
      <w:r>
        <w:tab/>
        <w:t>Section 6.7.</w:t>
      </w:r>
      <w:r w:rsidR="00DF6434">
        <w:t>2</w:t>
      </w:r>
      <w:r>
        <w:t>.</w:t>
      </w:r>
      <w:r w:rsidR="008A152F">
        <w:t>4</w:t>
      </w:r>
      <w:r>
        <w:t xml:space="preserve">, Responsive Reserve Payments and Charges; </w:t>
      </w:r>
    </w:p>
    <w:p w14:paraId="5C45F887" w14:textId="0AC956CA" w:rsidR="00AD6911" w:rsidRDefault="00AD6911" w:rsidP="00AD6911">
      <w:pPr>
        <w:spacing w:after="240"/>
        <w:ind w:left="1440" w:hanging="720"/>
      </w:pPr>
      <w:r>
        <w:t>(j)</w:t>
      </w:r>
      <w:r>
        <w:tab/>
        <w:t>Section 6.7.</w:t>
      </w:r>
      <w:r w:rsidR="00DF6434">
        <w:t>2</w:t>
      </w:r>
      <w:r>
        <w:t>.</w:t>
      </w:r>
      <w:r w:rsidR="008A152F">
        <w:t>5</w:t>
      </w:r>
      <w:r>
        <w:t xml:space="preserve">, Non-Spinning Reserve </w:t>
      </w:r>
      <w:r w:rsidR="007131DA">
        <w:t xml:space="preserve">Service </w:t>
      </w:r>
      <w:r>
        <w:t xml:space="preserve">Payments and Charges; </w:t>
      </w:r>
    </w:p>
    <w:p w14:paraId="4ACD00E8" w14:textId="6C2B8E7D" w:rsidR="00AD6911" w:rsidRPr="00613851" w:rsidRDefault="00AD6911" w:rsidP="00AD6911">
      <w:pPr>
        <w:spacing w:after="240"/>
        <w:ind w:left="1440" w:hanging="720"/>
      </w:pPr>
      <w:r>
        <w:t>(k)</w:t>
      </w:r>
      <w:r>
        <w:tab/>
        <w:t>Section 6.7.</w:t>
      </w:r>
      <w:r w:rsidR="00DF6434">
        <w:t>2</w:t>
      </w:r>
      <w:r>
        <w:t>.</w:t>
      </w:r>
      <w:r w:rsidR="008A152F">
        <w:t>6</w:t>
      </w:r>
      <w:r>
        <w:t>, ERCOT Contingency Reserve Service Payments and Charges</w:t>
      </w:r>
      <w:r w:rsidR="00EC1FD1">
        <w:t>; and</w:t>
      </w:r>
    </w:p>
    <w:p w14:paraId="193F3B9F" w14:textId="2DA95F4F" w:rsidR="00613851" w:rsidRDefault="00613851" w:rsidP="0043549E">
      <w:pPr>
        <w:spacing w:after="240"/>
        <w:ind w:left="1440" w:hanging="720"/>
      </w:pPr>
      <w:bookmarkStart w:id="503" w:name="_Toc397670191"/>
      <w:bookmarkStart w:id="504" w:name="_Toc405805793"/>
      <w:bookmarkStart w:id="505" w:name="_Toc422205968"/>
      <w:r w:rsidRPr="00613851">
        <w:t>(</w:t>
      </w:r>
      <w:r w:rsidR="00AD6911">
        <w:t>l</w:t>
      </w:r>
      <w:r w:rsidRPr="00613851">
        <w:t>)</w:t>
      </w:r>
      <w:r w:rsidRPr="00613851">
        <w:tab/>
        <w:t>Section 7.9.2.1,</w:t>
      </w:r>
      <w:bookmarkEnd w:id="503"/>
      <w:bookmarkEnd w:id="504"/>
      <w:bookmarkEnd w:id="505"/>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6" w:name="_Toc214886939"/>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506"/>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lastRenderedPageBreak/>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 xml:space="preserve">ble, until such time as a substitute electricity futures product(s) is selected and implemented by ERCOT.  ERCOT will notify Market Participants of any change in the electricity futures product(s) at least 60 days prior to the beginning of their use.  In the event </w:t>
            </w:r>
            <w:r>
              <w:lastRenderedPageBreak/>
              <w:t>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lastRenderedPageBreak/>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7" w:name="_Toc214886940"/>
      <w:r w:rsidRPr="00EA38A1">
        <w:rPr>
          <w:b/>
          <w:iCs w:val="0"/>
        </w:rPr>
        <w:t>16</w:t>
      </w:r>
      <w:r w:rsidRPr="00D63F95">
        <w:rPr>
          <w:b/>
        </w:rPr>
        <w:t>.11.4.4</w:t>
      </w:r>
      <w:r w:rsidRPr="00D63F95">
        <w:rPr>
          <w:b/>
        </w:rPr>
        <w:tab/>
      </w:r>
      <w:r w:rsidR="00E12AFD" w:rsidRPr="00DD1960">
        <w:rPr>
          <w:b/>
          <w:i/>
        </w:rPr>
        <w:t>[RESERVED]</w:t>
      </w:r>
      <w:bookmarkEnd w:id="496"/>
      <w:bookmarkEnd w:id="497"/>
      <w:bookmarkEnd w:id="498"/>
      <w:bookmarkEnd w:id="499"/>
      <w:bookmarkEnd w:id="500"/>
      <w:bookmarkEnd w:id="501"/>
      <w:bookmarkEnd w:id="507"/>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08" w:name="_Toc390438970"/>
      <w:bookmarkStart w:id="509" w:name="_Toc405897668"/>
      <w:bookmarkStart w:id="510" w:name="_Toc415055772"/>
      <w:bookmarkStart w:id="511" w:name="_Toc415055898"/>
      <w:bookmarkStart w:id="512" w:name="_Toc415055997"/>
      <w:bookmarkStart w:id="513" w:name="_Toc415056098"/>
      <w:bookmarkStart w:id="514" w:name="_Toc214886941"/>
      <w:r w:rsidRPr="00341696">
        <w:rPr>
          <w:b/>
          <w:bCs/>
          <w:snapToGrid w:val="0"/>
        </w:rPr>
        <w:t>16.11.4.5</w:t>
      </w:r>
      <w:r w:rsidRPr="00341696">
        <w:rPr>
          <w:b/>
          <w:bCs/>
          <w:snapToGrid w:val="0"/>
        </w:rPr>
        <w:tab/>
        <w:t>Determination of the Counter-Party Future Credit Exposure</w:t>
      </w:r>
      <w:bookmarkEnd w:id="508"/>
      <w:bookmarkEnd w:id="509"/>
      <w:bookmarkEnd w:id="510"/>
      <w:bookmarkEnd w:id="511"/>
      <w:bookmarkEnd w:id="512"/>
      <w:bookmarkEnd w:id="513"/>
      <w:bookmarkEnd w:id="514"/>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lastRenderedPageBreak/>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5" w:name="_Toc390438971"/>
      <w:bookmarkStart w:id="516" w:name="_Toc405897669"/>
      <w:bookmarkStart w:id="517" w:name="_Toc415055773"/>
      <w:bookmarkStart w:id="518" w:name="_Toc415055899"/>
      <w:bookmarkStart w:id="519" w:name="_Toc415055998"/>
      <w:bookmarkStart w:id="520" w:name="_Toc415056099"/>
      <w:bookmarkStart w:id="521" w:name="_Toc214886942"/>
      <w:r w:rsidRPr="0002450E">
        <w:rPr>
          <w:b/>
          <w:bCs/>
        </w:rPr>
        <w:t>16.11.4.6</w:t>
      </w:r>
      <w:r w:rsidRPr="0002450E">
        <w:rPr>
          <w:b/>
          <w:bCs/>
        </w:rPr>
        <w:tab/>
        <w:t>Determination of Counter-Party Available Credit Limits</w:t>
      </w:r>
      <w:bookmarkEnd w:id="515"/>
      <w:bookmarkEnd w:id="516"/>
      <w:bookmarkEnd w:id="517"/>
      <w:bookmarkEnd w:id="518"/>
      <w:bookmarkEnd w:id="519"/>
      <w:bookmarkEnd w:id="520"/>
      <w:bookmarkEnd w:id="521"/>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2" w:name="_Toc390438972"/>
      <w:bookmarkStart w:id="523" w:name="_Toc405897670"/>
      <w:bookmarkStart w:id="524" w:name="_Toc415055774"/>
      <w:bookmarkStart w:id="525" w:name="_Toc415055900"/>
      <w:bookmarkStart w:id="526" w:name="_Toc415055999"/>
      <w:bookmarkStart w:id="527" w:name="_Toc415056100"/>
      <w:bookmarkStart w:id="528" w:name="_Toc214886943"/>
      <w:r>
        <w:t>16.11.4.6.1</w:t>
      </w:r>
      <w:r>
        <w:tab/>
        <w:t>Credit Requirements for CRR Auction Participation</w:t>
      </w:r>
      <w:bookmarkEnd w:id="522"/>
      <w:bookmarkEnd w:id="523"/>
      <w:bookmarkEnd w:id="524"/>
      <w:bookmarkEnd w:id="525"/>
      <w:bookmarkEnd w:id="526"/>
      <w:bookmarkEnd w:id="527"/>
      <w:bookmarkEnd w:id="528"/>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9" w:name="_Toc390438973"/>
      <w:bookmarkStart w:id="530" w:name="_Toc405897671"/>
      <w:bookmarkStart w:id="531" w:name="_Toc415055775"/>
      <w:bookmarkStart w:id="532" w:name="_Toc415055901"/>
      <w:bookmarkStart w:id="533" w:name="_Toc415056000"/>
      <w:bookmarkStart w:id="534" w:name="_Toc415056101"/>
      <w:bookmarkStart w:id="535" w:name="_Toc214886944"/>
      <w:r>
        <w:t>16.11.4.6.2</w:t>
      </w:r>
      <w:r>
        <w:tab/>
        <w:t>Credit Requirements for DAM Participation</w:t>
      </w:r>
      <w:bookmarkEnd w:id="529"/>
      <w:bookmarkEnd w:id="530"/>
      <w:bookmarkEnd w:id="531"/>
      <w:bookmarkEnd w:id="532"/>
      <w:bookmarkEnd w:id="533"/>
      <w:bookmarkEnd w:id="534"/>
      <w:bookmarkEnd w:id="535"/>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6" w:name="_Toc191443421"/>
      <w:bookmarkStart w:id="537" w:name="_Toc390438974"/>
      <w:bookmarkStart w:id="538" w:name="_Toc405897672"/>
      <w:bookmarkStart w:id="539" w:name="_Toc415055776"/>
      <w:bookmarkStart w:id="540" w:name="_Toc415055902"/>
      <w:bookmarkStart w:id="541" w:name="_Toc415056001"/>
      <w:bookmarkStart w:id="542" w:name="_Toc415056102"/>
      <w:bookmarkStart w:id="543" w:name="_Toc214886945"/>
      <w:r w:rsidRPr="00D63F95">
        <w:rPr>
          <w:b/>
          <w:szCs w:val="24"/>
        </w:rPr>
        <w:t>16.11.4.7</w:t>
      </w:r>
      <w:r w:rsidRPr="00D63F95">
        <w:rPr>
          <w:b/>
          <w:szCs w:val="24"/>
        </w:rPr>
        <w:tab/>
      </w:r>
      <w:bookmarkEnd w:id="536"/>
      <w:r w:rsidRPr="00D63F95">
        <w:rPr>
          <w:b/>
          <w:szCs w:val="24"/>
        </w:rPr>
        <w:t>Credit Monitoring and Management Reports</w:t>
      </w:r>
      <w:bookmarkEnd w:id="537"/>
      <w:bookmarkEnd w:id="538"/>
      <w:bookmarkEnd w:id="539"/>
      <w:bookmarkEnd w:id="540"/>
      <w:bookmarkEnd w:id="541"/>
      <w:bookmarkEnd w:id="542"/>
      <w:bookmarkEnd w:id="543"/>
    </w:p>
    <w:p w14:paraId="20FB8D39" w14:textId="0D369B45" w:rsidR="005610DA" w:rsidRDefault="005610DA" w:rsidP="005610DA">
      <w:pPr>
        <w:autoSpaceDE w:val="0"/>
        <w:autoSpaceDN w:val="0"/>
        <w:adjustRightInd w:val="0"/>
        <w:spacing w:after="240"/>
        <w:ind w:left="720" w:hanging="720"/>
        <w:rPr>
          <w:szCs w:val="24"/>
        </w:rPr>
      </w:pPr>
      <w:bookmarkStart w:id="544" w:name="_Toc390438975"/>
      <w:bookmarkStart w:id="545" w:name="_Toc405897673"/>
      <w:bookmarkStart w:id="546" w:name="_Toc415055777"/>
      <w:bookmarkStart w:id="547" w:name="_Toc415055903"/>
      <w:bookmarkStart w:id="548" w:name="_Toc415056002"/>
      <w:bookmarkStart w:id="549"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753F6417" w14:textId="77777777" w:rsidR="00B87B1F" w:rsidRPr="002A0C70" w:rsidRDefault="00B87B1F" w:rsidP="00B87B1F">
      <w:pPr>
        <w:autoSpaceDE w:val="0"/>
        <w:autoSpaceDN w:val="0"/>
        <w:adjustRightInd w:val="0"/>
        <w:spacing w:before="240"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1BEFBF4B" w14:textId="77777777" w:rsidR="00B87B1F" w:rsidRPr="002A0C70" w:rsidRDefault="00B87B1F" w:rsidP="00B87B1F">
      <w:pPr>
        <w:spacing w:after="240"/>
        <w:ind w:left="1440" w:hanging="720"/>
      </w:pPr>
      <w:r w:rsidRPr="002A0C70">
        <w:t>(a)</w:t>
      </w:r>
      <w:r w:rsidRPr="002A0C70">
        <w:tab/>
        <w:t>Monthly Collateral and Interest Report; and</w:t>
      </w:r>
    </w:p>
    <w:p w14:paraId="275C68A8" w14:textId="578A5A50" w:rsidR="008115B2" w:rsidRDefault="00B87B1F" w:rsidP="00B87B1F">
      <w:pPr>
        <w:spacing w:after="240"/>
        <w:ind w:left="1440" w:hanging="720"/>
      </w:pPr>
      <w:r w:rsidRPr="002A0C70">
        <w:t>(b)</w:t>
      </w:r>
      <w:r w:rsidRPr="002A0C70">
        <w:tab/>
        <w:t>Annual Collateral and Interest Report.</w:t>
      </w:r>
    </w:p>
    <w:p w14:paraId="6F76BA13" w14:textId="690043F9" w:rsidR="008115B2" w:rsidRDefault="00B8113A" w:rsidP="000C1414">
      <w:pPr>
        <w:autoSpaceDE w:val="0"/>
        <w:autoSpaceDN w:val="0"/>
        <w:adjustRightInd w:val="0"/>
        <w:spacing w:after="240"/>
        <w:ind w:left="720" w:hanging="720"/>
      </w:pPr>
      <w:r>
        <w:t>(</w:t>
      </w:r>
      <w:r w:rsidR="00B87B1F">
        <w:t>3</w:t>
      </w:r>
      <w:r>
        <w:t>)</w:t>
      </w:r>
      <w:r>
        <w:tab/>
      </w:r>
      <w:r w:rsidR="00B87B1F" w:rsidRPr="002A0C70">
        <w:t>The reports listed in paragraph</w:t>
      </w:r>
      <w:r w:rsidR="00B87B1F">
        <w:t>s</w:t>
      </w:r>
      <w:r w:rsidR="00B87B1F" w:rsidRPr="002A0C70">
        <w:t xml:space="preserve"> (1)</w:t>
      </w:r>
      <w:r w:rsidR="00B87B1F">
        <w:t xml:space="preserve"> and (2)</w:t>
      </w:r>
      <w:r w:rsidR="00B87B1F" w:rsidRPr="002A0C70">
        <w:t xml:space="preserve"> above </w:t>
      </w:r>
      <w:r w:rsidR="00B87B1F">
        <w:t>shall</w:t>
      </w:r>
      <w:r w:rsidR="00B87B1F" w:rsidRPr="002A0C70">
        <w:t xml:space="preserve"> be posted to the MIS Certified Area in Portable Document File (PDF) format and Microsoft Excel (XLS) format.  There shall be a provision to “open”, “save” and “print” each report.</w:t>
      </w:r>
    </w:p>
    <w:p w14:paraId="5309A2BC" w14:textId="77777777" w:rsidR="00FC1C5F" w:rsidRDefault="00727E32" w:rsidP="000C1414">
      <w:pPr>
        <w:pStyle w:val="H3"/>
        <w:ind w:left="0" w:firstLine="0"/>
      </w:pPr>
      <w:bookmarkStart w:id="550" w:name="_Toc214886946"/>
      <w:r>
        <w:t>16.11.5</w:t>
      </w:r>
      <w:r>
        <w:tab/>
        <w:t>Monitoring of a Counter-Party’s Creditworthiness and Credit Exposure by ERCOT</w:t>
      </w:r>
      <w:bookmarkEnd w:id="544"/>
      <w:bookmarkEnd w:id="545"/>
      <w:bookmarkEnd w:id="546"/>
      <w:bookmarkEnd w:id="547"/>
      <w:bookmarkEnd w:id="548"/>
      <w:bookmarkEnd w:id="549"/>
      <w:bookmarkEnd w:id="550"/>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lastRenderedPageBreak/>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w:t>
      </w:r>
      <w:r w:rsidRPr="0013104B">
        <w:rPr>
          <w:szCs w:val="24"/>
        </w:rPr>
        <w:lastRenderedPageBreak/>
        <w:t xml:space="preserve">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lastRenderedPageBreak/>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1" w:name="_Toc390438976"/>
      <w:bookmarkStart w:id="552" w:name="_Toc405897674"/>
      <w:bookmarkStart w:id="553" w:name="_Toc415055778"/>
      <w:bookmarkStart w:id="554" w:name="_Toc415055904"/>
      <w:bookmarkStart w:id="555" w:name="_Toc415056003"/>
      <w:bookmarkStart w:id="556" w:name="_Toc415056104"/>
      <w:bookmarkStart w:id="557" w:name="_Toc214886947"/>
      <w:r>
        <w:t>16.11.6</w:t>
      </w:r>
      <w:r>
        <w:tab/>
        <w:t>Payment Breach and Late Payments by Market Participants</w:t>
      </w:r>
      <w:bookmarkEnd w:id="551"/>
      <w:bookmarkEnd w:id="552"/>
      <w:bookmarkEnd w:id="553"/>
      <w:bookmarkEnd w:id="554"/>
      <w:bookmarkEnd w:id="555"/>
      <w:bookmarkEnd w:id="556"/>
      <w:bookmarkEnd w:id="557"/>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58" w:name="_Toc415055779"/>
      <w:bookmarkStart w:id="559" w:name="_Toc415055905"/>
      <w:bookmarkStart w:id="560" w:name="_Toc415056004"/>
      <w:bookmarkStart w:id="561" w:name="_Toc390438977"/>
      <w:bookmarkStart w:id="562"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lastRenderedPageBreak/>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58"/>
      <w:bookmarkEnd w:id="559"/>
      <w:bookmarkEnd w:id="560"/>
    </w:p>
    <w:p w14:paraId="4267E51F" w14:textId="77777777" w:rsidR="00FC1C5F" w:rsidRPr="00D63F95" w:rsidRDefault="00727E32" w:rsidP="0078184C">
      <w:pPr>
        <w:pStyle w:val="H4"/>
        <w:rPr>
          <w:b/>
        </w:rPr>
      </w:pPr>
      <w:bookmarkStart w:id="563" w:name="_Toc415055780"/>
      <w:bookmarkStart w:id="564" w:name="_Toc415055906"/>
      <w:bookmarkStart w:id="565" w:name="_Toc415056005"/>
      <w:bookmarkStart w:id="566" w:name="_Toc415056105"/>
      <w:bookmarkStart w:id="567" w:name="_Toc214886948"/>
      <w:r w:rsidRPr="00D63F95">
        <w:rPr>
          <w:b/>
        </w:rPr>
        <w:t>16.11.6.1</w:t>
      </w:r>
      <w:r w:rsidRPr="00D63F95">
        <w:rPr>
          <w:b/>
        </w:rPr>
        <w:tab/>
        <w:t>ERCOT’s Remedies</w:t>
      </w:r>
      <w:bookmarkEnd w:id="561"/>
      <w:bookmarkEnd w:id="562"/>
      <w:bookmarkEnd w:id="563"/>
      <w:bookmarkEnd w:id="564"/>
      <w:bookmarkEnd w:id="565"/>
      <w:bookmarkEnd w:id="566"/>
      <w:bookmarkEnd w:id="567"/>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68" w:name="_Toc390438978"/>
      <w:bookmarkStart w:id="569" w:name="_Toc405897677"/>
      <w:bookmarkStart w:id="570" w:name="_Toc415055781"/>
      <w:bookmarkStart w:id="571" w:name="_Toc415055907"/>
      <w:bookmarkStart w:id="572" w:name="_Toc415056006"/>
      <w:bookmarkStart w:id="573" w:name="_Toc415056106"/>
      <w:bookmarkStart w:id="574" w:name="_Toc214886949"/>
      <w:r>
        <w:t>16.11.6.1.1</w:t>
      </w:r>
      <w:r>
        <w:tab/>
        <w:t>No Payments by ERCOT to Market Participant</w:t>
      </w:r>
      <w:bookmarkEnd w:id="568"/>
      <w:bookmarkEnd w:id="569"/>
      <w:bookmarkEnd w:id="570"/>
      <w:bookmarkEnd w:id="571"/>
      <w:bookmarkEnd w:id="572"/>
      <w:bookmarkEnd w:id="573"/>
      <w:bookmarkEnd w:id="574"/>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5" w:name="_Toc390438979"/>
      <w:bookmarkStart w:id="576" w:name="_Toc405897679"/>
      <w:bookmarkStart w:id="577" w:name="_Toc415055782"/>
      <w:bookmarkStart w:id="578" w:name="_Toc415055908"/>
      <w:bookmarkStart w:id="579" w:name="_Toc415056007"/>
      <w:bookmarkStart w:id="580" w:name="_Toc415056107"/>
      <w:bookmarkStart w:id="581" w:name="_Toc214886950"/>
      <w:r>
        <w:lastRenderedPageBreak/>
        <w:t>16.11.6.1.2</w:t>
      </w:r>
      <w:r>
        <w:tab/>
        <w:t>ERCOT May Draw On, Hold or Distribute Funds</w:t>
      </w:r>
      <w:bookmarkEnd w:id="575"/>
      <w:bookmarkEnd w:id="576"/>
      <w:bookmarkEnd w:id="577"/>
      <w:bookmarkEnd w:id="578"/>
      <w:bookmarkEnd w:id="579"/>
      <w:bookmarkEnd w:id="580"/>
      <w:bookmarkEnd w:id="581"/>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2" w:name="_Toc390438980"/>
      <w:bookmarkStart w:id="583" w:name="_Toc405897681"/>
      <w:bookmarkStart w:id="584" w:name="_Toc415055783"/>
      <w:bookmarkStart w:id="585" w:name="_Toc415055909"/>
      <w:bookmarkStart w:id="586" w:name="_Toc415056008"/>
      <w:bookmarkStart w:id="587" w:name="_Toc415056108"/>
      <w:bookmarkStart w:id="588" w:name="_Toc214886951"/>
      <w:r>
        <w:t>16.11.6.1.3</w:t>
      </w:r>
      <w:r>
        <w:tab/>
        <w:t>Aggregate Amount Owed by Breaching Market Participant Immediately Due</w:t>
      </w:r>
      <w:bookmarkEnd w:id="582"/>
      <w:bookmarkEnd w:id="583"/>
      <w:bookmarkEnd w:id="584"/>
      <w:bookmarkEnd w:id="585"/>
      <w:bookmarkEnd w:id="586"/>
      <w:bookmarkEnd w:id="587"/>
      <w:bookmarkEnd w:id="588"/>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9" w:name="_Toc390438981"/>
      <w:bookmarkStart w:id="590" w:name="_Toc405897683"/>
      <w:bookmarkStart w:id="591" w:name="_Toc415055784"/>
      <w:bookmarkStart w:id="592" w:name="_Toc415055910"/>
      <w:bookmarkStart w:id="593" w:name="_Toc415056009"/>
      <w:bookmarkStart w:id="594" w:name="_Toc415056109"/>
      <w:bookmarkStart w:id="595" w:name="_Toc214886952"/>
      <w:r>
        <w:t>16.11.6.1.4</w:t>
      </w:r>
      <w:r>
        <w:tab/>
        <w:t>Repossession of CRRs by ERCOT</w:t>
      </w:r>
      <w:bookmarkEnd w:id="589"/>
      <w:bookmarkEnd w:id="590"/>
      <w:bookmarkEnd w:id="591"/>
      <w:bookmarkEnd w:id="592"/>
      <w:bookmarkEnd w:id="593"/>
      <w:bookmarkEnd w:id="594"/>
      <w:bookmarkEnd w:id="595"/>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w:t>
            </w:r>
            <w:r w:rsidRPr="002D2785">
              <w:lastRenderedPageBreak/>
              <w:t xml:space="preserve">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6" w:name="_Toc390438982"/>
      <w:bookmarkStart w:id="597" w:name="_Toc405897685"/>
      <w:bookmarkStart w:id="598" w:name="_Toc415055785"/>
      <w:bookmarkStart w:id="599" w:name="_Toc415055911"/>
      <w:bookmarkStart w:id="600" w:name="_Toc415056010"/>
      <w:bookmarkStart w:id="601" w:name="_Toc415056110"/>
      <w:bookmarkStart w:id="602" w:name="_Toc214886953"/>
      <w:r>
        <w:lastRenderedPageBreak/>
        <w:t>16.11.6.1.5</w:t>
      </w:r>
      <w:r>
        <w:tab/>
        <w:t>Declaration of Forfeit of CRRs</w:t>
      </w:r>
      <w:bookmarkEnd w:id="596"/>
      <w:bookmarkEnd w:id="597"/>
      <w:bookmarkEnd w:id="598"/>
      <w:bookmarkEnd w:id="599"/>
      <w:bookmarkEnd w:id="600"/>
      <w:bookmarkEnd w:id="601"/>
      <w:bookmarkEnd w:id="602"/>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3" w:name="_Toc149469980"/>
      <w:r>
        <w:t xml:space="preserve">Section 7.5.7, Method for Distributing </w:t>
      </w:r>
      <w:smartTag w:uri="urn:schemas-microsoft-com:office:smarttags" w:element="stockticker">
        <w:r>
          <w:t>CRR</w:t>
        </w:r>
      </w:smartTag>
      <w:r>
        <w:t xml:space="preserve"> Auction Revenues</w:t>
      </w:r>
      <w:bookmarkEnd w:id="603"/>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4" w:name="_Toc390438983"/>
            <w:bookmarkStart w:id="605" w:name="_Toc405897686"/>
            <w:bookmarkStart w:id="606" w:name="_Toc415055786"/>
            <w:bookmarkStart w:id="607" w:name="_Toc415055912"/>
            <w:bookmarkStart w:id="608" w:name="_Toc415056011"/>
            <w:bookmarkStart w:id="609"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w:t>
            </w:r>
            <w:r>
              <w:lastRenderedPageBreak/>
              <w:t xml:space="preserve">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0" w:name="_Toc85094702"/>
            <w:bookmarkStart w:id="611" w:name="_Toc91061018"/>
            <w:bookmarkStart w:id="612" w:name="_Toc134442868"/>
            <w:bookmarkStart w:id="613" w:name="_Toc146274809"/>
            <w:bookmarkStart w:id="614" w:name="_Toc148960891"/>
            <w:bookmarkStart w:id="615" w:name="_Toc175159183"/>
            <w:bookmarkStart w:id="616" w:name="_Toc214886954"/>
            <w:r w:rsidRPr="004E603E">
              <w:rPr>
                <w:b/>
                <w:bCs/>
                <w:i/>
                <w:iCs/>
                <w:szCs w:val="26"/>
              </w:rPr>
              <w:t>16.11.6.1.6</w:t>
            </w:r>
            <w:r w:rsidRPr="004E603E">
              <w:rPr>
                <w:b/>
                <w:bCs/>
                <w:i/>
                <w:iCs/>
                <w:szCs w:val="26"/>
              </w:rPr>
              <w:tab/>
              <w:t>Liquidation of Repossessed or Forfeited CRRs</w:t>
            </w:r>
            <w:bookmarkEnd w:id="610"/>
            <w:bookmarkEnd w:id="611"/>
            <w:bookmarkEnd w:id="612"/>
            <w:bookmarkEnd w:id="613"/>
            <w:bookmarkEnd w:id="614"/>
            <w:bookmarkEnd w:id="615"/>
            <w:bookmarkEnd w:id="616"/>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lastRenderedPageBreak/>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 xml:space="preserve">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w:t>
            </w:r>
            <w:r w:rsidRPr="004E603E">
              <w:rPr>
                <w:szCs w:val="24"/>
              </w:rPr>
              <w:lastRenderedPageBreak/>
              <w:t>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7" w:name="_Toc70591655"/>
      <w:bookmarkStart w:id="618" w:name="_Toc214886955"/>
      <w:r>
        <w:lastRenderedPageBreak/>
        <w:t>16.11.6.1.6</w:t>
      </w:r>
      <w:r>
        <w:tab/>
        <w:t>Revocation of a Market Participant’s Rights and Termination of Agreements</w:t>
      </w:r>
      <w:bookmarkEnd w:id="604"/>
      <w:bookmarkEnd w:id="605"/>
      <w:bookmarkEnd w:id="606"/>
      <w:bookmarkEnd w:id="607"/>
      <w:bookmarkEnd w:id="608"/>
      <w:bookmarkEnd w:id="609"/>
      <w:bookmarkEnd w:id="617"/>
      <w:bookmarkEnd w:id="618"/>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19" w:name="_Toc390438984"/>
      <w:bookmarkStart w:id="620" w:name="_Toc405897687"/>
      <w:bookmarkStart w:id="621" w:name="_Toc415055787"/>
      <w:bookmarkStart w:id="622" w:name="_Toc415055913"/>
      <w:bookmarkStart w:id="623" w:name="_Toc415056012"/>
      <w:bookmarkStart w:id="624" w:name="_Toc415056112"/>
      <w:bookmarkStart w:id="625" w:name="_Toc214886956"/>
      <w:r w:rsidRPr="00D63F95">
        <w:rPr>
          <w:b/>
        </w:rPr>
        <w:t>16.11.6.2</w:t>
      </w:r>
      <w:r w:rsidRPr="00D63F95">
        <w:rPr>
          <w:b/>
        </w:rPr>
        <w:tab/>
        <w:t>ERCOT’s Remedies for Late Payments by a Market Participant</w:t>
      </w:r>
      <w:bookmarkEnd w:id="619"/>
      <w:bookmarkEnd w:id="620"/>
      <w:bookmarkEnd w:id="621"/>
      <w:bookmarkEnd w:id="622"/>
      <w:bookmarkEnd w:id="623"/>
      <w:bookmarkEnd w:id="624"/>
      <w:bookmarkEnd w:id="625"/>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 xml:space="preserve">If a Market Participant makes any Late Payments, and even if ERCOT does not immediately implement the above-referenced remedies for any Payment Breach by a </w:t>
      </w:r>
      <w:r w:rsidR="006B2812" w:rsidRPr="002D2785">
        <w:rPr>
          <w:szCs w:val="24"/>
        </w:rPr>
        <w:lastRenderedPageBreak/>
        <w:t>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6" w:name="_Toc390438986"/>
      <w:bookmarkStart w:id="627" w:name="_Toc405897691"/>
      <w:bookmarkStart w:id="628" w:name="_Toc415055789"/>
      <w:bookmarkStart w:id="629" w:name="_Toc415055915"/>
      <w:bookmarkStart w:id="630" w:name="_Toc415056014"/>
      <w:bookmarkStart w:id="631" w:name="_Toc415056114"/>
      <w:bookmarkStart w:id="632" w:name="_Toc214886957"/>
      <w:r>
        <w:t>16.11.6.2.</w:t>
      </w:r>
      <w:r w:rsidR="002F409F">
        <w:t>1</w:t>
      </w:r>
      <w:r>
        <w:tab/>
      </w:r>
      <w:r w:rsidR="002F409F">
        <w:t>First</w:t>
      </w:r>
      <w:r>
        <w:t xml:space="preserve"> Late Payment in Any Rolling 12-Month Period</w:t>
      </w:r>
      <w:bookmarkEnd w:id="626"/>
      <w:bookmarkEnd w:id="627"/>
      <w:bookmarkEnd w:id="628"/>
      <w:bookmarkEnd w:id="629"/>
      <w:bookmarkEnd w:id="630"/>
      <w:bookmarkEnd w:id="631"/>
      <w:bookmarkEnd w:id="632"/>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33" w:name="_Toc390438987"/>
      <w:bookmarkStart w:id="634" w:name="_Toc405897693"/>
      <w:bookmarkStart w:id="635" w:name="_Toc415055790"/>
      <w:bookmarkStart w:id="636" w:name="_Toc415055916"/>
      <w:bookmarkStart w:id="637" w:name="_Toc415056015"/>
      <w:bookmarkStart w:id="638" w:name="_Toc415056115"/>
      <w:bookmarkStart w:id="639" w:name="_Toc214886958"/>
      <w:r>
        <w:t>16.11.6.2.</w:t>
      </w:r>
      <w:r w:rsidR="002F409F">
        <w:t>2</w:t>
      </w:r>
      <w:r>
        <w:tab/>
      </w:r>
      <w:r w:rsidR="002F409F">
        <w:t>Second</w:t>
      </w:r>
      <w:r>
        <w:t xml:space="preserve"> Late Payment in Any Rolling 12-Month Period</w:t>
      </w:r>
      <w:bookmarkEnd w:id="633"/>
      <w:bookmarkEnd w:id="634"/>
      <w:bookmarkEnd w:id="635"/>
      <w:bookmarkEnd w:id="636"/>
      <w:bookmarkEnd w:id="637"/>
      <w:bookmarkEnd w:id="638"/>
      <w:bookmarkEnd w:id="639"/>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0" w:name="_Toc214886959"/>
      <w:bookmarkStart w:id="641" w:name="_Toc390438988"/>
      <w:bookmarkStart w:id="642" w:name="_Toc405897695"/>
      <w:bookmarkStart w:id="643" w:name="_Toc415055791"/>
      <w:bookmarkStart w:id="644" w:name="_Toc415055917"/>
      <w:bookmarkStart w:id="645" w:name="_Toc415056016"/>
      <w:bookmarkStart w:id="646" w:name="_Toc415056116"/>
      <w:r>
        <w:t>16.11.6.2.3</w:t>
      </w:r>
      <w:r>
        <w:tab/>
        <w:t>Third Late Payment in Any Rolling 12-Month Period</w:t>
      </w:r>
      <w:bookmarkEnd w:id="640"/>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7" w:name="_Toc214886960"/>
      <w:r>
        <w:t>16.11.6.2.4</w:t>
      </w:r>
      <w:r>
        <w:tab/>
        <w:t>Fourth Late Payment in Any Rolling 12-Month Period</w:t>
      </w:r>
      <w:bookmarkEnd w:id="641"/>
      <w:bookmarkEnd w:id="642"/>
      <w:bookmarkEnd w:id="643"/>
      <w:bookmarkEnd w:id="644"/>
      <w:bookmarkEnd w:id="645"/>
      <w:bookmarkEnd w:id="646"/>
      <w:bookmarkEnd w:id="647"/>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48" w:name="_Toc390438989"/>
      <w:bookmarkStart w:id="649" w:name="_Toc405897697"/>
      <w:bookmarkStart w:id="650" w:name="_Toc415055792"/>
      <w:bookmarkStart w:id="651" w:name="_Toc415055918"/>
      <w:bookmarkStart w:id="652" w:name="_Toc415056017"/>
      <w:bookmarkStart w:id="653" w:name="_Toc415056117"/>
      <w:bookmarkStart w:id="654" w:name="_Toc214886961"/>
      <w:r>
        <w:lastRenderedPageBreak/>
        <w:t>16.11.6.2.5</w:t>
      </w:r>
      <w:r>
        <w:tab/>
        <w:t>Level I Enforcement</w:t>
      </w:r>
      <w:bookmarkEnd w:id="648"/>
      <w:bookmarkEnd w:id="649"/>
      <w:bookmarkEnd w:id="650"/>
      <w:bookmarkEnd w:id="651"/>
      <w:bookmarkEnd w:id="652"/>
      <w:bookmarkEnd w:id="653"/>
      <w:bookmarkEnd w:id="654"/>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5" w:name="_Toc390438990"/>
      <w:bookmarkStart w:id="656" w:name="_Toc405897699"/>
      <w:bookmarkStart w:id="657" w:name="_Toc415055793"/>
      <w:bookmarkStart w:id="658" w:name="_Toc415055919"/>
      <w:bookmarkStart w:id="659" w:name="_Toc415056018"/>
      <w:bookmarkStart w:id="660" w:name="_Toc415056118"/>
      <w:bookmarkStart w:id="661" w:name="_Toc214886962"/>
      <w:r>
        <w:t>16.11.6.2.6</w:t>
      </w:r>
      <w:r>
        <w:tab/>
        <w:t>Level II Enforcement</w:t>
      </w:r>
      <w:bookmarkEnd w:id="655"/>
      <w:bookmarkEnd w:id="656"/>
      <w:bookmarkEnd w:id="657"/>
      <w:bookmarkEnd w:id="658"/>
      <w:bookmarkEnd w:id="659"/>
      <w:bookmarkEnd w:id="660"/>
      <w:bookmarkEnd w:id="661"/>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62" w:name="_Toc390438991"/>
      <w:bookmarkStart w:id="663" w:name="_Toc405897701"/>
      <w:bookmarkStart w:id="664" w:name="_Toc415055794"/>
      <w:bookmarkStart w:id="665" w:name="_Toc415055920"/>
      <w:bookmarkStart w:id="666" w:name="_Toc415056019"/>
      <w:bookmarkStart w:id="667" w:name="_Toc415056119"/>
      <w:bookmarkStart w:id="668" w:name="_Toc214886963"/>
      <w:r>
        <w:t>16.11.6.2.7</w:t>
      </w:r>
      <w:r>
        <w:tab/>
        <w:t>Level III Enforcement</w:t>
      </w:r>
      <w:bookmarkEnd w:id="662"/>
      <w:bookmarkEnd w:id="663"/>
      <w:bookmarkEnd w:id="664"/>
      <w:bookmarkEnd w:id="665"/>
      <w:bookmarkEnd w:id="666"/>
      <w:bookmarkEnd w:id="667"/>
      <w:bookmarkEnd w:id="668"/>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 xml:space="preserve">Increased Financial Security requirements under this Section remain in effect for a minimum of 90 days and remain in effect thereafter until ERCOT, at its sole discretion, </w:t>
      </w:r>
      <w:r>
        <w:rPr>
          <w:iCs/>
        </w:rPr>
        <w:lastRenderedPageBreak/>
        <w:t>determines to reduce such Financial Security requirements to the normally applicable levels.</w:t>
      </w:r>
    </w:p>
    <w:p w14:paraId="69F8BAE6" w14:textId="77777777" w:rsidR="00FC1C5F" w:rsidRDefault="00727E32" w:rsidP="00FC1C5F">
      <w:pPr>
        <w:pStyle w:val="H3"/>
      </w:pPr>
      <w:bookmarkStart w:id="669" w:name="_Toc98060312"/>
      <w:bookmarkStart w:id="670" w:name="_Toc390438992"/>
      <w:bookmarkStart w:id="671" w:name="_Toc405897703"/>
      <w:bookmarkStart w:id="672" w:name="_Toc415055795"/>
      <w:bookmarkStart w:id="673" w:name="_Toc415055921"/>
      <w:bookmarkStart w:id="674" w:name="_Toc415056020"/>
      <w:bookmarkStart w:id="675" w:name="_Toc415056120"/>
      <w:bookmarkStart w:id="676" w:name="_Toc214886964"/>
      <w:r>
        <w:t>16.11.7</w:t>
      </w:r>
      <w:r>
        <w:tab/>
        <w:t>Release of Market Participant’s Financial Security Requirement</w:t>
      </w:r>
      <w:bookmarkEnd w:id="669"/>
      <w:bookmarkEnd w:id="670"/>
      <w:bookmarkEnd w:id="671"/>
      <w:bookmarkEnd w:id="672"/>
      <w:bookmarkEnd w:id="673"/>
      <w:bookmarkEnd w:id="674"/>
      <w:bookmarkEnd w:id="675"/>
      <w:bookmarkEnd w:id="676"/>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 xml:space="preserve">If a terminated Market Participant elects to withdraw non-cash Financial Security following termination, and ERCOT determines that Financial Security continues to be necessary to cover potential future obligations, then the terminated Market Participant </w:t>
      </w:r>
      <w:r>
        <w:lastRenderedPageBreak/>
        <w:t>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77" w:name="_Toc98060322"/>
            <w:bookmarkStart w:id="678" w:name="_Toc390438993"/>
            <w:bookmarkStart w:id="679" w:name="_Toc405897704"/>
            <w:bookmarkStart w:id="680" w:name="_Toc415055796"/>
            <w:bookmarkStart w:id="681" w:name="_Toc415055922"/>
            <w:bookmarkStart w:id="682" w:name="_Toc415056021"/>
            <w:bookmarkStart w:id="683"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4" w:name="_Toc214886965"/>
      <w:r>
        <w:t>16.11.8</w:t>
      </w:r>
      <w:r>
        <w:tab/>
        <w:t>Acceleration</w:t>
      </w:r>
      <w:bookmarkEnd w:id="677"/>
      <w:bookmarkEnd w:id="678"/>
      <w:bookmarkEnd w:id="679"/>
      <w:bookmarkEnd w:id="680"/>
      <w:bookmarkEnd w:id="681"/>
      <w:bookmarkEnd w:id="682"/>
      <w:bookmarkEnd w:id="683"/>
      <w:bookmarkEnd w:id="684"/>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1"/>
      <w:bookmarkEnd w:id="432"/>
      <w:bookmarkEnd w:id="433"/>
    </w:p>
    <w:p w14:paraId="6EA1CA23" w14:textId="77777777" w:rsidR="00C2117B" w:rsidRPr="002631D7" w:rsidRDefault="00C2117B" w:rsidP="00C2117B">
      <w:pPr>
        <w:pStyle w:val="H2"/>
        <w:rPr>
          <w:lang w:val="en-US" w:eastAsia="en-US"/>
        </w:rPr>
      </w:pPr>
      <w:bookmarkStart w:id="685" w:name="_Toc390438994"/>
      <w:bookmarkStart w:id="686" w:name="_Toc405897705"/>
      <w:bookmarkStart w:id="687" w:name="_Toc415055797"/>
      <w:bookmarkStart w:id="688" w:name="_Toc415055923"/>
      <w:bookmarkStart w:id="689" w:name="_Toc415056022"/>
      <w:bookmarkStart w:id="690" w:name="_Toc415056122"/>
      <w:bookmarkStart w:id="691" w:name="_Toc214886966"/>
      <w:r w:rsidRPr="002631D7">
        <w:rPr>
          <w:lang w:val="en-US" w:eastAsia="en-US"/>
        </w:rPr>
        <w:t>16.12</w:t>
      </w:r>
      <w:r w:rsidRPr="002631D7">
        <w:rPr>
          <w:lang w:val="en-US" w:eastAsia="en-US"/>
        </w:rPr>
        <w:tab/>
        <w:t>User Security Administrator and Digital Certificates</w:t>
      </w:r>
      <w:bookmarkEnd w:id="685"/>
      <w:bookmarkEnd w:id="686"/>
      <w:bookmarkEnd w:id="687"/>
      <w:bookmarkEnd w:id="688"/>
      <w:bookmarkEnd w:id="689"/>
      <w:bookmarkEnd w:id="690"/>
      <w:bookmarkEnd w:id="691"/>
    </w:p>
    <w:p w14:paraId="4FD49CDF" w14:textId="77777777" w:rsidR="00462B48" w:rsidRDefault="00462B48" w:rsidP="00462B48">
      <w:pPr>
        <w:pStyle w:val="H2"/>
        <w:tabs>
          <w:tab w:val="clear" w:pos="900"/>
        </w:tabs>
        <w:spacing w:before="0"/>
        <w:ind w:left="720" w:hanging="720"/>
        <w:outlineLvl w:val="9"/>
        <w:rPr>
          <w:b w:val="0"/>
        </w:rPr>
      </w:pPr>
      <w:bookmarkStart w:id="692"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w:t>
      </w:r>
      <w:r w:rsidR="005C5A94">
        <w:rPr>
          <w:b w:val="0"/>
        </w:rPr>
        <w:lastRenderedPageBreak/>
        <w:t>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319F345C"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r w:rsidR="00C92E2C">
        <w:rPr>
          <w:b w:val="0"/>
        </w:rPr>
        <w:t xml:space="preserve"> </w:t>
      </w:r>
      <w:bookmarkStart w:id="693" w:name="_Hlk188527351"/>
      <w:r w:rsidR="00C92E2C">
        <w:rPr>
          <w:b w:val="0"/>
        </w:rPr>
        <w:t xml:space="preserve">In addition, </w:t>
      </w:r>
      <w:r w:rsidR="00C92E2C" w:rsidRPr="003D6B39">
        <w:rPr>
          <w:b w:val="0"/>
        </w:rPr>
        <w:t>Comision Federal de Electricidad (CFE)</w:t>
      </w:r>
      <w:r w:rsidR="00C92E2C" w:rsidRPr="005716C8">
        <w:rPr>
          <w:b w:val="0"/>
          <w:bCs/>
        </w:rPr>
        <w:t xml:space="preserve"> </w:t>
      </w:r>
      <w:r w:rsidR="00C92E2C" w:rsidRPr="00651EBD">
        <w:rPr>
          <w:b w:val="0"/>
          <w:bCs/>
        </w:rPr>
        <w:t xml:space="preserve">may be eligible to opt out of designating a USA and receiving Digital Certificates </w:t>
      </w:r>
      <w:r w:rsidR="00C92E2C">
        <w:rPr>
          <w:b w:val="0"/>
          <w:bCs/>
        </w:rPr>
        <w:t>upon</w:t>
      </w:r>
      <w:r w:rsidR="00C92E2C" w:rsidRPr="00651EBD">
        <w:rPr>
          <w:b w:val="0"/>
          <w:bCs/>
        </w:rPr>
        <w:t xml:space="preserve"> demonstrat</w:t>
      </w:r>
      <w:r w:rsidR="00C92E2C">
        <w:rPr>
          <w:b w:val="0"/>
          <w:bCs/>
        </w:rPr>
        <w:t xml:space="preserve">ing </w:t>
      </w:r>
      <w:r w:rsidR="00C92E2C" w:rsidRPr="00651EBD">
        <w:rPr>
          <w:b w:val="0"/>
          <w:bCs/>
        </w:rPr>
        <w:t>to ERCOT’s satisfaction that it does not need a Digital Certificate to perform its obligations under the ERCOT Protocols, market guides, or other applicable rules.</w:t>
      </w:r>
      <w:bookmarkEnd w:id="693"/>
    </w:p>
    <w:p w14:paraId="64EA7721" w14:textId="60FDD2C2" w:rsidR="00462B48" w:rsidRPr="00DB1C2A" w:rsidRDefault="00462B48" w:rsidP="00462B48">
      <w:pPr>
        <w:pStyle w:val="H2"/>
        <w:tabs>
          <w:tab w:val="clear" w:pos="900"/>
        </w:tabs>
        <w:spacing w:before="0"/>
        <w:ind w:left="720" w:hanging="720"/>
        <w:outlineLvl w:val="9"/>
        <w:rPr>
          <w:b w:val="0"/>
        </w:rPr>
      </w:pPr>
      <w:r w:rsidRPr="00DB1C2A">
        <w:rPr>
          <w:b w:val="0"/>
        </w:rPr>
        <w:t>(4)</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xml:space="preserve">, Market Participant Audits of User Security Administrators and Digital </w:t>
      </w:r>
      <w:r w:rsidRPr="00DB1C2A">
        <w:rPr>
          <w:b w:val="0"/>
        </w:rPr>
        <w:lastRenderedPageBreak/>
        <w:t>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2"/>
    </w:p>
    <w:p w14:paraId="6A7269C2" w14:textId="77777777" w:rsidR="00FC1C5F" w:rsidRDefault="00727E32" w:rsidP="003E021A">
      <w:pPr>
        <w:pStyle w:val="H3"/>
      </w:pPr>
      <w:bookmarkStart w:id="694" w:name="_Toc390438995"/>
      <w:bookmarkStart w:id="695" w:name="_Toc405897706"/>
      <w:bookmarkStart w:id="696" w:name="_Toc415055798"/>
      <w:bookmarkStart w:id="697" w:name="_Toc415055924"/>
      <w:bookmarkStart w:id="698" w:name="_Toc415056023"/>
      <w:bookmarkStart w:id="699" w:name="_Toc415056123"/>
      <w:bookmarkStart w:id="700" w:name="_Toc214886967"/>
      <w:r>
        <w:t>16.12.1</w:t>
      </w:r>
      <w:r>
        <w:tab/>
        <w:t>USA Responsibilities and Qualifications for Digital Certificate Holders</w:t>
      </w:r>
      <w:bookmarkEnd w:id="694"/>
      <w:bookmarkEnd w:id="695"/>
      <w:bookmarkEnd w:id="696"/>
      <w:bookmarkEnd w:id="697"/>
      <w:bookmarkEnd w:id="698"/>
      <w:bookmarkEnd w:id="699"/>
      <w:bookmarkEnd w:id="700"/>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 xml:space="preserve">The Certificate Holder does not violate the conditions of use specified by the software vendor that provides the Digital Certificates for the Market </w:t>
      </w:r>
      <w:r>
        <w:lastRenderedPageBreak/>
        <w:t>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1" w:name="_Toc390438996"/>
      <w:bookmarkStart w:id="702" w:name="_Toc405897707"/>
      <w:bookmarkStart w:id="703" w:name="_Toc415055799"/>
      <w:bookmarkStart w:id="704" w:name="_Toc415055925"/>
      <w:bookmarkStart w:id="705" w:name="_Toc415056024"/>
      <w:bookmarkStart w:id="706" w:name="_Toc415056124"/>
      <w:bookmarkStart w:id="707" w:name="_Toc214886968"/>
      <w:r>
        <w:t>16.12.2</w:t>
      </w:r>
      <w:r>
        <w:tab/>
        <w:t>Requirements for Use of Digital Certificates</w:t>
      </w:r>
      <w:bookmarkEnd w:id="701"/>
      <w:bookmarkEnd w:id="702"/>
      <w:bookmarkEnd w:id="703"/>
      <w:bookmarkEnd w:id="704"/>
      <w:bookmarkEnd w:id="705"/>
      <w:bookmarkEnd w:id="706"/>
      <w:bookmarkEnd w:id="707"/>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lastRenderedPageBreak/>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8" w:name="_Toc390438997"/>
      <w:bookmarkStart w:id="709" w:name="_Toc405897708"/>
      <w:bookmarkStart w:id="710" w:name="_Toc415055800"/>
      <w:bookmarkStart w:id="711" w:name="_Toc415055926"/>
      <w:bookmarkStart w:id="712" w:name="_Toc415056025"/>
      <w:bookmarkStart w:id="713" w:name="_Toc415056125"/>
      <w:bookmarkStart w:id="714" w:name="_Toc214886969"/>
      <w:r>
        <w:t>16.12.3</w:t>
      </w:r>
      <w:r>
        <w:tab/>
        <w:t>Market Participant Audits of User Security Administrators and Digital Certificates</w:t>
      </w:r>
      <w:bookmarkEnd w:id="708"/>
      <w:bookmarkEnd w:id="709"/>
      <w:bookmarkEnd w:id="710"/>
      <w:bookmarkEnd w:id="711"/>
      <w:bookmarkEnd w:id="712"/>
      <w:bookmarkEnd w:id="713"/>
      <w:bookmarkEnd w:id="714"/>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w:t>
      </w:r>
      <w:r>
        <w:rPr>
          <w:iCs w:val="0"/>
        </w:rPr>
        <w:lastRenderedPageBreak/>
        <w:t xml:space="preserve">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lastRenderedPageBreak/>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5" w:name="_Toc390438998"/>
      <w:bookmarkStart w:id="716" w:name="_Toc405897709"/>
      <w:bookmarkStart w:id="717" w:name="_Toc415055801"/>
      <w:bookmarkStart w:id="718" w:name="_Toc415055927"/>
      <w:bookmarkStart w:id="719" w:name="_Toc415056026"/>
      <w:bookmarkStart w:id="720" w:name="_Toc415056126"/>
      <w:bookmarkStart w:id="721" w:name="_Toc214886970"/>
      <w:r w:rsidRPr="00C83EFD">
        <w:rPr>
          <w:b/>
        </w:rPr>
        <w:t>16.13</w:t>
      </w:r>
      <w:r w:rsidRPr="00C83EFD">
        <w:rPr>
          <w:b/>
        </w:rPr>
        <w:tab/>
        <w:t>Registration of Emergency Response Service Resources</w:t>
      </w:r>
      <w:bookmarkEnd w:id="715"/>
      <w:bookmarkEnd w:id="716"/>
      <w:bookmarkEnd w:id="717"/>
      <w:bookmarkEnd w:id="718"/>
      <w:bookmarkEnd w:id="719"/>
      <w:bookmarkEnd w:id="720"/>
      <w:bookmarkEnd w:id="721"/>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2" w:name="_Toc390438999"/>
      <w:bookmarkStart w:id="723" w:name="_Toc405897710"/>
      <w:bookmarkStart w:id="724" w:name="_Toc415055802"/>
      <w:bookmarkStart w:id="725" w:name="_Toc415055928"/>
      <w:bookmarkStart w:id="726" w:name="_Toc415056027"/>
      <w:bookmarkStart w:id="727" w:name="_Toc415056127"/>
      <w:bookmarkStart w:id="728" w:name="_Toc214886971"/>
      <w:r>
        <w:t>16.14</w:t>
      </w:r>
      <w:r>
        <w:tab/>
        <w:t>Termination of Access Privileges to Restricted Computer Systems and Control Systems</w:t>
      </w:r>
      <w:bookmarkEnd w:id="722"/>
      <w:bookmarkEnd w:id="723"/>
      <w:bookmarkEnd w:id="724"/>
      <w:bookmarkEnd w:id="725"/>
      <w:bookmarkEnd w:id="726"/>
      <w:bookmarkEnd w:id="727"/>
      <w:bookmarkEnd w:id="728"/>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4DF474B9" w:rsidR="00D629DE" w:rsidRDefault="002B3DDF">
      <w:pPr>
        <w:pStyle w:val="List2"/>
        <w:tabs>
          <w:tab w:val="num" w:pos="1620"/>
        </w:tabs>
        <w:ind w:left="1440"/>
      </w:pPr>
      <w:r>
        <w:t>(a)</w:t>
      </w:r>
      <w:r>
        <w:tab/>
        <w:t>G</w:t>
      </w:r>
      <w:r w:rsidRPr="006C61CC">
        <w:t xml:space="preserve">eneration </w:t>
      </w:r>
      <w:r>
        <w:t>R</w:t>
      </w:r>
      <w:r w:rsidRPr="006C61CC">
        <w:t>esources</w:t>
      </w:r>
      <w:r w:rsidR="00C35ED3" w:rsidRPr="00C35ED3">
        <w:t xml:space="preserve"> </w:t>
      </w:r>
      <w:r w:rsidR="00C35ED3">
        <w:t>and Energy Storage Resources (ESRs)</w:t>
      </w:r>
      <w:r w:rsidRPr="006C61CC">
        <w:t xml:space="preserve">; </w:t>
      </w:r>
    </w:p>
    <w:p w14:paraId="6E2B3CD3" w14:textId="71A23A63" w:rsidR="00D629DE" w:rsidRDefault="002B3DDF" w:rsidP="0043549E">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lastRenderedPageBreak/>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29" w:name="_Toc390439000"/>
      <w:bookmarkStart w:id="730" w:name="_Toc405897711"/>
      <w:bookmarkStart w:id="731" w:name="_Toc415055803"/>
      <w:bookmarkStart w:id="732" w:name="_Toc415055929"/>
      <w:bookmarkStart w:id="733" w:name="_Toc415056028"/>
      <w:bookmarkStart w:id="734" w:name="_Toc415056128"/>
      <w:bookmarkStart w:id="735" w:name="_Toc214886972"/>
      <w:r w:rsidRPr="002631D7">
        <w:rPr>
          <w:lang w:val="en-US" w:eastAsia="en-US"/>
        </w:rPr>
        <w:t>16.15</w:t>
      </w:r>
      <w:r w:rsidRPr="002631D7">
        <w:rPr>
          <w:lang w:val="en-US" w:eastAsia="en-US"/>
        </w:rPr>
        <w:tab/>
        <w:t>Registration of Independent Market Information System Registered Entity</w:t>
      </w:r>
      <w:bookmarkEnd w:id="729"/>
      <w:bookmarkEnd w:id="730"/>
      <w:bookmarkEnd w:id="731"/>
      <w:bookmarkEnd w:id="732"/>
      <w:bookmarkEnd w:id="733"/>
      <w:bookmarkEnd w:id="734"/>
      <w:bookmarkEnd w:id="735"/>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6" w:name="_Toc390439001"/>
      <w:bookmarkStart w:id="737" w:name="_Toc405897712"/>
      <w:bookmarkStart w:id="738" w:name="_Toc415055804"/>
      <w:bookmarkStart w:id="739" w:name="_Toc415055930"/>
      <w:bookmarkStart w:id="740" w:name="_Toc415056029"/>
      <w:bookmarkStart w:id="741" w:name="_Toc415056129"/>
      <w:bookmarkStart w:id="742" w:name="_Toc214886973"/>
      <w:r w:rsidRPr="002631D7">
        <w:rPr>
          <w:szCs w:val="24"/>
          <w:lang w:val="en-US" w:eastAsia="en-US"/>
        </w:rPr>
        <w:lastRenderedPageBreak/>
        <w:t>16.16</w:t>
      </w:r>
      <w:r w:rsidRPr="002631D7">
        <w:rPr>
          <w:szCs w:val="24"/>
          <w:lang w:val="en-US" w:eastAsia="en-US"/>
        </w:rPr>
        <w:tab/>
        <w:t>Additional Counter-Party Qualification Requirements</w:t>
      </w:r>
      <w:bookmarkEnd w:id="736"/>
      <w:bookmarkEnd w:id="737"/>
      <w:bookmarkEnd w:id="738"/>
      <w:bookmarkEnd w:id="739"/>
      <w:bookmarkEnd w:id="740"/>
      <w:bookmarkEnd w:id="741"/>
      <w:bookmarkEnd w:id="742"/>
      <w:r w:rsidRPr="002631D7">
        <w:rPr>
          <w:szCs w:val="24"/>
          <w:lang w:val="en-US" w:eastAsia="en-US"/>
        </w:rPr>
        <w:t xml:space="preserve"> </w:t>
      </w:r>
    </w:p>
    <w:p w14:paraId="2C3DD08D" w14:textId="77777777" w:rsidR="00770ABB" w:rsidRDefault="00770ABB" w:rsidP="00770ABB">
      <w:pPr>
        <w:pStyle w:val="H3"/>
      </w:pPr>
      <w:bookmarkStart w:id="743" w:name="_Toc390439002"/>
      <w:bookmarkStart w:id="744" w:name="_Toc405897713"/>
      <w:bookmarkStart w:id="745" w:name="_Toc415055805"/>
      <w:bookmarkStart w:id="746" w:name="_Toc415055931"/>
      <w:bookmarkStart w:id="747" w:name="_Toc415056030"/>
      <w:bookmarkStart w:id="748" w:name="_Toc415056130"/>
      <w:bookmarkStart w:id="749" w:name="_Toc214886974"/>
      <w:r>
        <w:t>16.16.1</w:t>
      </w:r>
      <w:r>
        <w:tab/>
      </w:r>
      <w:r>
        <w:rPr>
          <w:szCs w:val="24"/>
        </w:rPr>
        <w:t>Counter-Party Criteria</w:t>
      </w:r>
      <w:bookmarkEnd w:id="743"/>
      <w:bookmarkEnd w:id="744"/>
      <w:bookmarkEnd w:id="745"/>
      <w:bookmarkEnd w:id="746"/>
      <w:bookmarkEnd w:id="747"/>
      <w:bookmarkEnd w:id="748"/>
      <w:bookmarkEnd w:id="749"/>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lastRenderedPageBreak/>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50" w:name="_Toc390439003"/>
      <w:bookmarkStart w:id="751" w:name="_Toc405897714"/>
      <w:bookmarkStart w:id="752" w:name="_Toc415055806"/>
      <w:bookmarkStart w:id="753" w:name="_Toc415055932"/>
      <w:bookmarkStart w:id="754" w:name="_Toc415056031"/>
      <w:bookmarkStart w:id="755" w:name="_Toc415056131"/>
      <w:bookmarkStart w:id="756" w:name="_Toc214886975"/>
      <w:r>
        <w:t>16.16.2</w:t>
      </w:r>
      <w:r>
        <w:tab/>
        <w:t>Annual Certification</w:t>
      </w:r>
      <w:bookmarkEnd w:id="750"/>
      <w:bookmarkEnd w:id="751"/>
      <w:bookmarkEnd w:id="752"/>
      <w:bookmarkEnd w:id="753"/>
      <w:bookmarkEnd w:id="754"/>
      <w:bookmarkEnd w:id="755"/>
      <w:bookmarkEnd w:id="756"/>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7" w:name="_Toc390439004"/>
      <w:bookmarkStart w:id="758" w:name="_Toc405897715"/>
      <w:bookmarkStart w:id="759" w:name="_Toc415055807"/>
      <w:bookmarkStart w:id="760" w:name="_Toc415055933"/>
      <w:bookmarkStart w:id="761" w:name="_Toc415056032"/>
      <w:bookmarkStart w:id="762" w:name="_Toc415056132"/>
      <w:bookmarkStart w:id="763" w:name="_Toc214886976"/>
      <w:r>
        <w:lastRenderedPageBreak/>
        <w:t>16.16.3</w:t>
      </w:r>
      <w:r>
        <w:tab/>
      </w:r>
      <w:r w:rsidRPr="00945FF8">
        <w:rPr>
          <w:szCs w:val="24"/>
        </w:rPr>
        <w:t>Verification of Risk Management Framework</w:t>
      </w:r>
      <w:bookmarkEnd w:id="757"/>
      <w:bookmarkEnd w:id="758"/>
      <w:bookmarkEnd w:id="759"/>
      <w:bookmarkEnd w:id="760"/>
      <w:bookmarkEnd w:id="761"/>
      <w:bookmarkEnd w:id="762"/>
      <w:bookmarkEnd w:id="763"/>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lastRenderedPageBreak/>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 xml:space="preserve">reach under the Counter-Party’s Standard Form Market </w:t>
      </w:r>
      <w:r w:rsidRPr="00C37DC7">
        <w:rPr>
          <w:rFonts w:ascii="Times New Roman" w:hAnsi="Times New Roman"/>
          <w:sz w:val="24"/>
          <w:szCs w:val="24"/>
        </w:rPr>
        <w:lastRenderedPageBreak/>
        <w:t>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4" w:name="_Toc214886977"/>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4"/>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lastRenderedPageBreak/>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5" w:name="_Toc10024122"/>
            <w:bookmarkStart w:id="766" w:name="_Toc11053083"/>
            <w:bookmarkStart w:id="767" w:name="_Toc34728550"/>
            <w:bookmarkStart w:id="768" w:name="_Toc44403983"/>
            <w:bookmarkStart w:id="769" w:name="_Toc54882179"/>
            <w:bookmarkStart w:id="770" w:name="_Toc54882284"/>
            <w:bookmarkStart w:id="771" w:name="_Toc85094726"/>
            <w:bookmarkStart w:id="772" w:name="_Toc91061042"/>
            <w:bookmarkStart w:id="773" w:name="_Toc134442892"/>
            <w:bookmarkStart w:id="774" w:name="_Toc146274833"/>
            <w:bookmarkStart w:id="775" w:name="_Toc214886978"/>
            <w:r w:rsidRPr="00E55E72">
              <w:rPr>
                <w:b/>
              </w:rPr>
              <w:t>16.1</w:t>
            </w:r>
            <w:r>
              <w:rPr>
                <w:b/>
              </w:rPr>
              <w:t>8</w:t>
            </w:r>
            <w:r w:rsidRPr="003B7BC8">
              <w:rPr>
                <w:b/>
              </w:rPr>
              <w:tab/>
            </w:r>
            <w:r w:rsidRPr="00E55E72">
              <w:rPr>
                <w:b/>
              </w:rPr>
              <w:t>Registration of a Direct Current Tie Operator</w:t>
            </w:r>
            <w:bookmarkEnd w:id="765"/>
            <w:bookmarkEnd w:id="766"/>
            <w:bookmarkEnd w:id="767"/>
            <w:bookmarkEnd w:id="768"/>
            <w:bookmarkEnd w:id="769"/>
            <w:bookmarkEnd w:id="770"/>
            <w:bookmarkEnd w:id="771"/>
            <w:bookmarkEnd w:id="772"/>
            <w:bookmarkEnd w:id="773"/>
            <w:bookmarkEnd w:id="774"/>
            <w:bookmarkEnd w:id="775"/>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w:t>
            </w:r>
            <w:r w:rsidRPr="00E55E72">
              <w:lastRenderedPageBreak/>
              <w:t>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6" w:name="_Toc70591679"/>
      <w:bookmarkStart w:id="777" w:name="_Toc148960916"/>
      <w:bookmarkStart w:id="778" w:name="_Toc175159208"/>
      <w:bookmarkStart w:id="779" w:name="_Toc214886979"/>
      <w:r w:rsidRPr="009A08C4">
        <w:lastRenderedPageBreak/>
        <w:t>16.1</w:t>
      </w:r>
      <w:r w:rsidR="00D611BB">
        <w:rPr>
          <w:lang w:val="en-US"/>
        </w:rPr>
        <w:t>8</w:t>
      </w:r>
      <w:r w:rsidRPr="009A08C4">
        <w:tab/>
        <w:t>Cybersecurity Incident Notification</w:t>
      </w:r>
      <w:bookmarkEnd w:id="776"/>
      <w:bookmarkEnd w:id="777"/>
      <w:bookmarkEnd w:id="778"/>
      <w:bookmarkEnd w:id="779"/>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lastRenderedPageBreak/>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80" w:name="_Toc214886980"/>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80"/>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w:t>
      </w:r>
      <w:r w:rsidRPr="006C277F">
        <w:rPr>
          <w:iCs/>
          <w:color w:val="000000"/>
          <w:szCs w:val="24"/>
        </w:rPr>
        <w:lastRenderedPageBreak/>
        <w:t xml:space="preserve">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81" w:name="_Toc70591681"/>
            <w:bookmarkStart w:id="782" w:name="_Toc91061045"/>
            <w:bookmarkStart w:id="783" w:name="_Toc134442895"/>
            <w:bookmarkStart w:id="784" w:name="_Toc146274836"/>
            <w:bookmarkStart w:id="785" w:name="_Toc148960918"/>
            <w:bookmarkStart w:id="786" w:name="_Toc175159210"/>
            <w:bookmarkStart w:id="787" w:name="_Toc214886981"/>
            <w:r w:rsidRPr="006C277F">
              <w:rPr>
                <w:bCs/>
                <w:snapToGrid w:val="0"/>
              </w:rPr>
              <w:t>16.19</w:t>
            </w:r>
            <w:r w:rsidRPr="006C277F">
              <w:rPr>
                <w:bCs/>
                <w:snapToGrid w:val="0"/>
              </w:rPr>
              <w:tab/>
              <w:t>Designation of Transmission Operators</w:t>
            </w:r>
            <w:bookmarkEnd w:id="781"/>
            <w:bookmarkEnd w:id="782"/>
            <w:bookmarkEnd w:id="783"/>
            <w:bookmarkEnd w:id="784"/>
            <w:bookmarkEnd w:id="785"/>
            <w:bookmarkEnd w:id="786"/>
            <w:bookmarkEnd w:id="787"/>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t>
            </w:r>
            <w:r w:rsidRPr="006C277F">
              <w:rPr>
                <w:iCs/>
                <w:color w:val="000000"/>
                <w:szCs w:val="24"/>
              </w:rPr>
              <w:lastRenderedPageBreak/>
              <w:t xml:space="preserve">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4373E8">
      <w:pPr>
        <w:pStyle w:val="BodyText"/>
        <w:spacing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373E8" w:rsidRPr="009733D9" w14:paraId="130FC26C" w14:textId="77777777" w:rsidTr="000F6E5A">
        <w:tc>
          <w:tcPr>
            <w:tcW w:w="9558" w:type="dxa"/>
            <w:shd w:val="pct12" w:color="auto" w:fill="auto"/>
          </w:tcPr>
          <w:p w14:paraId="5BE70FBF" w14:textId="3891E289" w:rsidR="004373E8" w:rsidRPr="009733D9" w:rsidRDefault="004373E8" w:rsidP="000F6E5A">
            <w:pPr>
              <w:spacing w:before="120" w:after="240"/>
              <w:rPr>
                <w:b/>
                <w:i/>
                <w:iCs/>
                <w:szCs w:val="24"/>
              </w:rPr>
            </w:pPr>
            <w:r w:rsidRPr="009733D9">
              <w:rPr>
                <w:b/>
                <w:i/>
                <w:iCs/>
                <w:szCs w:val="24"/>
              </w:rPr>
              <w:t>[NPRR</w:t>
            </w:r>
            <w:r>
              <w:rPr>
                <w:b/>
                <w:i/>
                <w:iCs/>
                <w:szCs w:val="24"/>
              </w:rPr>
              <w:t>1238</w:t>
            </w:r>
            <w:r w:rsidRPr="009733D9">
              <w:rPr>
                <w:b/>
                <w:i/>
                <w:iCs/>
                <w:szCs w:val="24"/>
              </w:rPr>
              <w:t xml:space="preserve">:  </w:t>
            </w:r>
            <w:r>
              <w:rPr>
                <w:b/>
                <w:i/>
                <w:iCs/>
                <w:szCs w:val="24"/>
              </w:rPr>
              <w:t>Insert Section 16.20 below</w:t>
            </w:r>
            <w:r w:rsidRPr="009733D9">
              <w:rPr>
                <w:b/>
                <w:i/>
                <w:iCs/>
                <w:szCs w:val="24"/>
              </w:rPr>
              <w:t xml:space="preserve"> upon system implementation:] </w:t>
            </w:r>
          </w:p>
          <w:p w14:paraId="5C92E29E" w14:textId="77777777" w:rsidR="004373E8" w:rsidRPr="004373E8" w:rsidRDefault="004373E8" w:rsidP="009862F8">
            <w:pPr>
              <w:spacing w:before="240" w:after="240"/>
              <w:ind w:left="1440" w:hanging="1440"/>
              <w:rPr>
                <w:b/>
                <w:bCs/>
                <w:i/>
                <w:iCs/>
                <w:szCs w:val="26"/>
              </w:rPr>
            </w:pPr>
            <w:r w:rsidRPr="004373E8">
              <w:rPr>
                <w:b/>
                <w:bCs/>
                <w:i/>
                <w:iCs/>
                <w:szCs w:val="26"/>
              </w:rPr>
              <w:t>16.20</w:t>
            </w:r>
            <w:r w:rsidRPr="004373E8">
              <w:rPr>
                <w:b/>
                <w:bCs/>
                <w:i/>
                <w:iCs/>
                <w:szCs w:val="26"/>
              </w:rPr>
              <w:tab/>
              <w:t xml:space="preserve">Designation of a Qualified Scheduling Entity by a Voluntary </w:t>
            </w:r>
            <w:r w:rsidRPr="004373E8">
              <w:rPr>
                <w:b/>
                <w:i/>
                <w:iCs/>
              </w:rPr>
              <w:t>Early Curtailment Load</w:t>
            </w:r>
          </w:p>
          <w:p w14:paraId="0A0CB998" w14:textId="77777777" w:rsidR="004373E8" w:rsidRPr="004373E8" w:rsidRDefault="004373E8" w:rsidP="004373E8">
            <w:pPr>
              <w:spacing w:after="240"/>
              <w:ind w:left="720" w:hanging="720"/>
              <w:rPr>
                <w:color w:val="000000"/>
                <w:szCs w:val="24"/>
              </w:rPr>
            </w:pPr>
            <w:r w:rsidRPr="004373E8">
              <w:rPr>
                <w:szCs w:val="24"/>
              </w:rPr>
              <w:t>(1)</w:t>
            </w:r>
            <w:r w:rsidRPr="004373E8">
              <w:rPr>
                <w:szCs w:val="24"/>
              </w:rPr>
              <w:tab/>
            </w:r>
            <w:r w:rsidRPr="004373E8">
              <w:rPr>
                <w:color w:val="000000"/>
                <w:szCs w:val="24"/>
              </w:rPr>
              <w:t xml:space="preserve">A Customer that is willing to curtail its Load during the conditions described in paragraph (3), below, and that has secured the consent of each of its interconnecting Transmission and/or Distribution Service Providers (TDSPs) and the Transmission Operator (TO) that represents each of those TDSPs may register its Load as a Voluntary Early Curtailment Load (VECL) using Section 23, Form T, Voluntary Early Curtailment Load Designation Form.  </w:t>
            </w:r>
          </w:p>
          <w:p w14:paraId="2538A8CE" w14:textId="77777777" w:rsidR="004373E8" w:rsidRPr="004373E8" w:rsidRDefault="004373E8" w:rsidP="004373E8">
            <w:pPr>
              <w:spacing w:after="240"/>
              <w:ind w:left="1398" w:hanging="720"/>
              <w:rPr>
                <w:color w:val="000000"/>
                <w:szCs w:val="24"/>
              </w:rPr>
            </w:pPr>
            <w:r w:rsidRPr="004373E8">
              <w:rPr>
                <w:szCs w:val="24"/>
              </w:rPr>
              <w:t>(a)</w:t>
            </w:r>
            <w:r w:rsidRPr="004373E8">
              <w:rPr>
                <w:szCs w:val="24"/>
              </w:rPr>
              <w:tab/>
            </w:r>
            <w:r w:rsidRPr="004373E8">
              <w:rPr>
                <w:color w:val="000000"/>
                <w:szCs w:val="24"/>
              </w:rPr>
              <w:t>A Load shall not be registered as a VECL if:</w:t>
            </w:r>
          </w:p>
          <w:p w14:paraId="09B09D3D" w14:textId="19D48404" w:rsidR="004373E8" w:rsidRPr="004373E8" w:rsidRDefault="004373E8" w:rsidP="004373E8">
            <w:pPr>
              <w:spacing w:after="240"/>
              <w:ind w:left="2208" w:hanging="768"/>
              <w:rPr>
                <w:color w:val="000000"/>
                <w:szCs w:val="24"/>
              </w:rPr>
            </w:pPr>
            <w:r w:rsidRPr="004373E8">
              <w:rPr>
                <w:szCs w:val="24"/>
              </w:rPr>
              <w:t>(i)</w:t>
            </w:r>
            <w:r w:rsidRPr="004373E8">
              <w:rPr>
                <w:szCs w:val="24"/>
              </w:rPr>
              <w:tab/>
            </w:r>
            <w:r>
              <w:rPr>
                <w:color w:val="000000"/>
                <w:szCs w:val="24"/>
              </w:rPr>
              <w:t>I</w:t>
            </w:r>
            <w:r w:rsidRPr="004373E8">
              <w:rPr>
                <w:color w:val="000000"/>
                <w:szCs w:val="24"/>
              </w:rPr>
              <w:t>t is registered as a Load Resource;</w:t>
            </w:r>
          </w:p>
          <w:p w14:paraId="578CDBB1" w14:textId="4D5F3C28" w:rsidR="004373E8" w:rsidRPr="004373E8" w:rsidRDefault="004373E8" w:rsidP="004373E8">
            <w:pPr>
              <w:spacing w:after="240"/>
              <w:ind w:left="2208" w:hanging="768"/>
              <w:rPr>
                <w:color w:val="000000"/>
                <w:szCs w:val="24"/>
              </w:rPr>
            </w:pPr>
            <w:r w:rsidRPr="004373E8">
              <w:rPr>
                <w:color w:val="000000"/>
                <w:szCs w:val="24"/>
              </w:rPr>
              <w:t>(ii)</w:t>
            </w:r>
            <w:r w:rsidRPr="004373E8">
              <w:rPr>
                <w:color w:val="000000"/>
                <w:szCs w:val="24"/>
              </w:rPr>
              <w:tab/>
            </w:r>
            <w:r>
              <w:rPr>
                <w:color w:val="000000"/>
                <w:szCs w:val="24"/>
              </w:rPr>
              <w:t>I</w:t>
            </w:r>
            <w:r w:rsidRPr="004373E8">
              <w:rPr>
                <w:color w:val="000000"/>
                <w:szCs w:val="24"/>
              </w:rPr>
              <w:t>t is participating as an Emergency Response Service (ERS) Resource; or</w:t>
            </w:r>
          </w:p>
          <w:p w14:paraId="51D4E76C" w14:textId="38B6E051" w:rsidR="004373E8" w:rsidRPr="004373E8" w:rsidRDefault="004373E8" w:rsidP="004373E8">
            <w:pPr>
              <w:spacing w:after="240"/>
              <w:ind w:left="2208" w:hanging="768"/>
              <w:rPr>
                <w:color w:val="000000"/>
                <w:szCs w:val="24"/>
              </w:rPr>
            </w:pPr>
            <w:r w:rsidRPr="004373E8">
              <w:rPr>
                <w:color w:val="000000"/>
                <w:szCs w:val="24"/>
              </w:rPr>
              <w:t>(iii)</w:t>
            </w:r>
            <w:r w:rsidRPr="004373E8">
              <w:rPr>
                <w:color w:val="000000"/>
                <w:szCs w:val="24"/>
              </w:rPr>
              <w:tab/>
            </w:r>
            <w:r>
              <w:rPr>
                <w:color w:val="000000"/>
                <w:szCs w:val="24"/>
              </w:rPr>
              <w:t>I</w:t>
            </w:r>
            <w:r w:rsidRPr="004373E8">
              <w:rPr>
                <w:color w:val="000000"/>
                <w:szCs w:val="24"/>
              </w:rPr>
              <w:t xml:space="preserve">t is part of an aggregation that is registered as a Load Resource or as an ERS Resource. </w:t>
            </w:r>
          </w:p>
          <w:p w14:paraId="6FBEF711" w14:textId="77777777" w:rsidR="004373E8" w:rsidRPr="004373E8" w:rsidRDefault="004373E8" w:rsidP="004373E8">
            <w:pPr>
              <w:spacing w:after="240"/>
              <w:ind w:left="1398" w:hanging="720"/>
              <w:rPr>
                <w:color w:val="000000"/>
                <w:szCs w:val="24"/>
              </w:rPr>
            </w:pPr>
            <w:r w:rsidRPr="004373E8">
              <w:rPr>
                <w:color w:val="000000"/>
                <w:szCs w:val="24"/>
              </w:rPr>
              <w:lastRenderedPageBreak/>
              <w:t>(b)</w:t>
            </w:r>
            <w:r w:rsidRPr="004373E8">
              <w:rPr>
                <w:color w:val="000000"/>
                <w:szCs w:val="24"/>
              </w:rPr>
              <w:tab/>
              <w:t>A Customer whose Load is registered as a VECL shall not:</w:t>
            </w:r>
          </w:p>
          <w:p w14:paraId="0C194968" w14:textId="568AB176" w:rsidR="004373E8" w:rsidRPr="004373E8" w:rsidRDefault="004373E8" w:rsidP="004373E8">
            <w:pPr>
              <w:spacing w:after="240"/>
              <w:ind w:left="2208" w:hanging="768"/>
              <w:rPr>
                <w:color w:val="000000"/>
                <w:szCs w:val="24"/>
              </w:rPr>
            </w:pPr>
            <w:r>
              <w:rPr>
                <w:color w:val="000000"/>
                <w:szCs w:val="24"/>
              </w:rPr>
              <w:t>(i)</w:t>
            </w:r>
            <w:r w:rsidRPr="004373E8">
              <w:rPr>
                <w:color w:val="000000"/>
                <w:szCs w:val="24"/>
              </w:rPr>
              <w:tab/>
            </w:r>
            <w:r>
              <w:rPr>
                <w:color w:val="000000"/>
                <w:szCs w:val="24"/>
              </w:rPr>
              <w:t>R</w:t>
            </w:r>
            <w:r w:rsidRPr="004373E8">
              <w:rPr>
                <w:color w:val="000000"/>
                <w:szCs w:val="24"/>
              </w:rPr>
              <w:t>egister the same Load as a Load Resource;</w:t>
            </w:r>
          </w:p>
          <w:p w14:paraId="4121C292" w14:textId="22F88C3C" w:rsidR="004373E8" w:rsidRPr="004373E8" w:rsidRDefault="004373E8" w:rsidP="004373E8">
            <w:pPr>
              <w:spacing w:after="240"/>
              <w:ind w:left="2208" w:hanging="768"/>
              <w:rPr>
                <w:color w:val="000000"/>
                <w:szCs w:val="24"/>
              </w:rPr>
            </w:pPr>
            <w:r>
              <w:rPr>
                <w:color w:val="000000"/>
                <w:szCs w:val="24"/>
              </w:rPr>
              <w:t>(ii)</w:t>
            </w:r>
            <w:r w:rsidRPr="004373E8">
              <w:rPr>
                <w:color w:val="000000"/>
                <w:szCs w:val="24"/>
              </w:rPr>
              <w:tab/>
            </w:r>
            <w:r>
              <w:rPr>
                <w:color w:val="000000"/>
                <w:szCs w:val="24"/>
              </w:rPr>
              <w:t>I</w:t>
            </w:r>
            <w:r w:rsidRPr="004373E8">
              <w:rPr>
                <w:color w:val="000000"/>
                <w:szCs w:val="24"/>
              </w:rPr>
              <w:t>nclude that Load in a participating ERS Resource; or</w:t>
            </w:r>
          </w:p>
          <w:p w14:paraId="47321FD3" w14:textId="1428AF18" w:rsidR="004373E8" w:rsidRPr="004373E8" w:rsidRDefault="004373E8" w:rsidP="004373E8">
            <w:pPr>
              <w:spacing w:after="240"/>
              <w:ind w:left="2208" w:hanging="768"/>
              <w:rPr>
                <w:color w:val="000000"/>
                <w:szCs w:val="24"/>
              </w:rPr>
            </w:pPr>
            <w:r w:rsidRPr="004373E8">
              <w:rPr>
                <w:color w:val="000000"/>
                <w:szCs w:val="24"/>
              </w:rPr>
              <w:t>(iii)</w:t>
            </w:r>
            <w:r w:rsidRPr="004373E8">
              <w:rPr>
                <w:color w:val="000000"/>
                <w:szCs w:val="24"/>
              </w:rPr>
              <w:tab/>
            </w:r>
            <w:r>
              <w:rPr>
                <w:color w:val="000000"/>
                <w:szCs w:val="24"/>
              </w:rPr>
              <w:t>I</w:t>
            </w:r>
            <w:r w:rsidRPr="004373E8">
              <w:rPr>
                <w:color w:val="000000"/>
                <w:szCs w:val="24"/>
              </w:rPr>
              <w:t>nclude that Load in an aggregation that is proposed for registration as a Load Resource or as an ERS Resource.</w:t>
            </w:r>
          </w:p>
          <w:p w14:paraId="68FBB1C0" w14:textId="77777777" w:rsidR="004373E8" w:rsidRPr="004373E8" w:rsidRDefault="004373E8" w:rsidP="004373E8">
            <w:pPr>
              <w:spacing w:after="240"/>
              <w:ind w:left="720" w:hanging="720"/>
            </w:pPr>
            <w:r w:rsidRPr="004373E8">
              <w:t>(2)</w:t>
            </w:r>
            <w:r w:rsidRPr="004373E8">
              <w:tab/>
              <w:t xml:space="preserve">A Customer electing to register its Facility as a VECL shall designate a Qualified Scheduling Entity (QSE) that will provide accurate telemetry to ERCOT for the following values: </w:t>
            </w:r>
          </w:p>
          <w:p w14:paraId="1ADEF343" w14:textId="77777777" w:rsidR="004373E8" w:rsidRPr="004373E8" w:rsidRDefault="004373E8" w:rsidP="004373E8">
            <w:pPr>
              <w:spacing w:after="240"/>
              <w:ind w:left="1440" w:hanging="720"/>
            </w:pPr>
            <w:r w:rsidRPr="004373E8">
              <w:t>(a)</w:t>
            </w:r>
            <w:r w:rsidRPr="004373E8">
              <w:tab/>
              <w:t>Current VECL Demand in MW; and</w:t>
            </w:r>
          </w:p>
          <w:p w14:paraId="76270304" w14:textId="77777777" w:rsidR="004373E8" w:rsidRPr="004373E8" w:rsidRDefault="004373E8" w:rsidP="004373E8">
            <w:pPr>
              <w:spacing w:after="240"/>
              <w:ind w:left="1440" w:hanging="720"/>
            </w:pPr>
            <w:r w:rsidRPr="004373E8">
              <w:t>(b)</w:t>
            </w:r>
            <w:r w:rsidRPr="004373E8">
              <w:tab/>
              <w:t>VECL deployment instruction issued by the QSE to the Customer in MW.</w:t>
            </w:r>
          </w:p>
          <w:p w14:paraId="51AB9AB3" w14:textId="77777777" w:rsidR="004373E8" w:rsidRPr="004373E8" w:rsidRDefault="004373E8" w:rsidP="004373E8">
            <w:pPr>
              <w:spacing w:after="240"/>
              <w:ind w:left="720"/>
            </w:pPr>
            <w:r w:rsidRPr="004373E8">
              <w:t xml:space="preserve">The QSE shall timely instruct the VECL to reduce consumption consistent with ERCOT instructions in the event of a VECL deployment as described in Section 6.5.9.4.1, General Procedures Prior to EEA Operations.  The VECL’s QSE designation must be submitted to ERCOT no later than 45 days prior to the VECL’s Network Operations Model change date, </w:t>
            </w:r>
            <w:r w:rsidRPr="004373E8">
              <w:rPr>
                <w:szCs w:val="24"/>
              </w:rPr>
              <w:t>as described in Section 3.10.1, Time Line for Network Operations Model Changes</w:t>
            </w:r>
            <w:r w:rsidRPr="004373E8">
              <w:t>.</w:t>
            </w:r>
          </w:p>
          <w:p w14:paraId="3F5AB4BF" w14:textId="77777777" w:rsidR="004373E8" w:rsidRPr="004373E8" w:rsidRDefault="004373E8" w:rsidP="004373E8">
            <w:pPr>
              <w:tabs>
                <w:tab w:val="left" w:pos="1530"/>
              </w:tabs>
              <w:spacing w:after="240"/>
              <w:ind w:left="720" w:hanging="720"/>
              <w:rPr>
                <w:szCs w:val="24"/>
              </w:rPr>
            </w:pPr>
            <w:r w:rsidRPr="004373E8">
              <w:rPr>
                <w:szCs w:val="24"/>
              </w:rPr>
              <w:t>(3)</w:t>
            </w:r>
            <w:r w:rsidRPr="004373E8">
              <w:rPr>
                <w:szCs w:val="24"/>
              </w:rPr>
              <w:tab/>
              <w:t xml:space="preserve">A Customer with one or more VECLs may change its designated QSE with written notice and effective date to ERCOT no later than 45 days prior to the effective date.  The Customer shall maintain a QSE at all times.  </w:t>
            </w:r>
          </w:p>
          <w:p w14:paraId="15D4D68F" w14:textId="77777777" w:rsidR="004373E8" w:rsidRPr="004373E8" w:rsidRDefault="004373E8" w:rsidP="004373E8">
            <w:pPr>
              <w:spacing w:after="240"/>
              <w:ind w:left="720" w:hanging="720"/>
            </w:pPr>
            <w:r w:rsidRPr="004373E8">
              <w:t>(4)</w:t>
            </w:r>
            <w:r w:rsidRPr="004373E8">
              <w:tab/>
            </w:r>
            <w:r w:rsidRPr="004373E8">
              <w:rPr>
                <w:szCs w:val="24"/>
              </w:rPr>
              <w:t xml:space="preserve">If the Customer intends to be represented by a different QSE, the Customer shall provide the name of the newly designated QSE to ERCOT along with </w:t>
            </w:r>
            <w:r w:rsidRPr="004373E8">
              <w:t>a written statement from the designated QSE acknowledging that the QSE accepts responsibility for the accurate telemetry and timely instruction to the VECL in the event of a VECL deployment under these Protocols (Section 23, Form T</w:t>
            </w:r>
            <w:r w:rsidRPr="004373E8">
              <w:rPr>
                <w:bCs/>
              </w:rPr>
              <w:t>)</w:t>
            </w:r>
            <w:r w:rsidRPr="004373E8">
              <w:t xml:space="preserve">.  </w:t>
            </w:r>
          </w:p>
          <w:p w14:paraId="2137F741" w14:textId="77777777" w:rsidR="004373E8" w:rsidRPr="004373E8" w:rsidRDefault="004373E8" w:rsidP="004373E8">
            <w:pPr>
              <w:spacing w:after="240"/>
              <w:ind w:left="720" w:hanging="720"/>
            </w:pPr>
            <w:r w:rsidRPr="004373E8">
              <w:t>(5)</w:t>
            </w:r>
            <w:r w:rsidRPr="004373E8">
              <w:tab/>
              <w:t xml:space="preserve">A Customer may terminate its VECL registration only with the written consent of each of its interconnecting TDSPs and its TO.  The Customer may request termination of its VECL registration by submitting a completed Voluntary </w:t>
            </w:r>
            <w:r w:rsidRPr="004373E8">
              <w:rPr>
                <w:color w:val="000000"/>
              </w:rPr>
              <w:t>Early Curtailment Load Designation Form,</w:t>
            </w:r>
            <w:r w:rsidRPr="004373E8">
              <w:t xml:space="preserve"> that includes the acknowledgement of the Customer and each interconnecting TDSP no later than 45 days prior to the proposed effective date of the change.</w:t>
            </w:r>
          </w:p>
          <w:p w14:paraId="7B154124" w14:textId="77777777" w:rsidR="004373E8" w:rsidRPr="004373E8" w:rsidRDefault="004373E8" w:rsidP="004373E8">
            <w:pPr>
              <w:spacing w:after="240"/>
              <w:ind w:left="720" w:hanging="720"/>
            </w:pPr>
            <w:r w:rsidRPr="004373E8">
              <w:t>(6)</w:t>
            </w:r>
            <w:r w:rsidRPr="004373E8">
              <w:tab/>
              <w:t>For each VECL:</w:t>
            </w:r>
          </w:p>
          <w:p w14:paraId="7970FBAF" w14:textId="77777777" w:rsidR="004373E8" w:rsidRPr="004373E8" w:rsidRDefault="004373E8" w:rsidP="004373E8">
            <w:pPr>
              <w:spacing w:after="240"/>
              <w:ind w:left="1440" w:hanging="720"/>
            </w:pPr>
            <w:r w:rsidRPr="004373E8">
              <w:t>(a)</w:t>
            </w:r>
            <w:r w:rsidRPr="004373E8">
              <w:tab/>
              <w:t xml:space="preserve">The designated QSE shall install all telemetry required by these Protocols for the requesting Customer and schedule point-to-point data verification with ERCOT.  </w:t>
            </w:r>
          </w:p>
          <w:p w14:paraId="7E746148" w14:textId="77777777" w:rsidR="004373E8" w:rsidRPr="004373E8" w:rsidRDefault="004373E8" w:rsidP="004373E8">
            <w:pPr>
              <w:spacing w:after="240"/>
              <w:ind w:left="1440" w:hanging="720"/>
            </w:pPr>
            <w:r w:rsidRPr="004373E8">
              <w:lastRenderedPageBreak/>
              <w:t>(b)</w:t>
            </w:r>
            <w:r w:rsidRPr="004373E8">
              <w:tab/>
              <w:t>The designated QSE shall submit telemetry data descriptions to ERCOT to meet ERCOT’s normal model update process.</w:t>
            </w:r>
          </w:p>
          <w:p w14:paraId="51C4F8F9" w14:textId="77777777" w:rsidR="004373E8" w:rsidRPr="004373E8" w:rsidRDefault="004373E8" w:rsidP="004373E8">
            <w:pPr>
              <w:spacing w:after="240"/>
              <w:ind w:left="1440" w:hanging="720"/>
            </w:pPr>
            <w:r w:rsidRPr="004373E8">
              <w:t>(c)</w:t>
            </w:r>
            <w:r w:rsidRPr="004373E8">
              <w:tab/>
              <w:t xml:space="preserve">The designated QSE for a Resource co-located with a VECL must submit any changes in telemetry on behalf of the Customer according to Section 3.3.2.1, Information to Be Provided to ERCOT.  </w:t>
            </w:r>
          </w:p>
          <w:p w14:paraId="0C903F01" w14:textId="77777777" w:rsidR="004373E8" w:rsidRPr="004373E8" w:rsidRDefault="004373E8" w:rsidP="004373E8">
            <w:pPr>
              <w:spacing w:after="240"/>
              <w:ind w:left="1440" w:hanging="720"/>
            </w:pPr>
            <w:r w:rsidRPr="004373E8">
              <w:t>(d)</w:t>
            </w:r>
            <w:r w:rsidRPr="004373E8">
              <w:tab/>
              <w:t>The interconnecting Transmission Service Provider (TSP) must submit any changes in system topology on behalf of the VECL according to Section 3.3.2.1.</w:t>
            </w:r>
          </w:p>
          <w:p w14:paraId="14CDB4F9" w14:textId="77777777" w:rsidR="004373E8" w:rsidRPr="004373E8" w:rsidRDefault="004373E8" w:rsidP="004373E8">
            <w:pPr>
              <w:spacing w:after="240"/>
              <w:ind w:left="1440" w:hanging="720"/>
            </w:pPr>
            <w:r w:rsidRPr="004373E8">
              <w:t>(e)</w:t>
            </w:r>
            <w:r w:rsidRPr="004373E8">
              <w:tab/>
              <w:t xml:space="preserve">The effective date for the newly designated QSE, TO, or TDSP shall be in accordance with Section 3.10.1.  </w:t>
            </w:r>
          </w:p>
          <w:p w14:paraId="4A53FCA2" w14:textId="32A4835C" w:rsidR="004373E8" w:rsidRPr="009733D9" w:rsidRDefault="004373E8" w:rsidP="002F2EDC">
            <w:pPr>
              <w:spacing w:after="240"/>
              <w:ind w:left="1398" w:hanging="630"/>
            </w:pPr>
            <w:r w:rsidRPr="004373E8">
              <w:rPr>
                <w:szCs w:val="24"/>
              </w:rPr>
              <w:t>(f)</w:t>
            </w:r>
            <w:r w:rsidRPr="004373E8">
              <w:rPr>
                <w:szCs w:val="24"/>
              </w:rPr>
              <w:tab/>
              <w:t>ERCOT may request the Customer to develop a transition implementation plan to be approved by ERCOT that sets appropriate deadlines for completion of all required data and telemetry verification and cutover testing activities with ERCOT.</w:t>
            </w:r>
          </w:p>
        </w:tc>
      </w:tr>
    </w:tbl>
    <w:p w14:paraId="31D72A77" w14:textId="77777777" w:rsidR="004373E8" w:rsidRDefault="004373E8" w:rsidP="00CC002A">
      <w:pPr>
        <w:pStyle w:val="BodyText"/>
      </w:pPr>
    </w:p>
    <w:sectPr w:rsidR="004373E8"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7B75E" w14:textId="092EFD6B" w:rsidR="00743263" w:rsidRDefault="00743263">
    <w:pPr>
      <w:pStyle w:val="Footer"/>
      <w:tabs>
        <w:tab w:val="right" w:pos="9450"/>
      </w:tabs>
      <w:spacing w:before="0" w:after="0"/>
    </w:pPr>
    <w:r>
      <w:t xml:space="preserve">ERCOT Nodal Protocols – </w:t>
    </w:r>
    <w:r w:rsidR="008112F3">
      <w:t>December</w:t>
    </w:r>
    <w:r w:rsidR="00B55C27">
      <w:t xml:space="preserve"> </w:t>
    </w:r>
    <w:r w:rsidR="00DD26EB">
      <w:t>1</w:t>
    </w:r>
    <w:r w:rsidR="00AD6911">
      <w:t>5</w:t>
    </w:r>
    <w:r>
      <w:t>, 202</w:t>
    </w:r>
    <w:r w:rsidR="00B57B60">
      <w:t>5</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823F6" w14:textId="5E50C4A7" w:rsidR="00743263" w:rsidRDefault="00743263">
    <w:pPr>
      <w:pStyle w:val="Footer"/>
      <w:tabs>
        <w:tab w:val="right" w:pos="9450"/>
      </w:tabs>
      <w:spacing w:before="0" w:after="0"/>
      <w:rPr>
        <w:rStyle w:val="PageNumber"/>
      </w:rPr>
    </w:pPr>
    <w:r>
      <w:t xml:space="preserve">ERCOT Nodal Protocols – </w:t>
    </w:r>
    <w:r w:rsidR="008112F3">
      <w:t>December</w:t>
    </w:r>
    <w:r w:rsidR="00B55C27">
      <w:t xml:space="preserve"> </w:t>
    </w:r>
    <w:r w:rsidR="00DD26EB">
      <w:t>1</w:t>
    </w:r>
    <w:r w:rsidR="00AD6911">
      <w:t>5</w:t>
    </w:r>
    <w:r>
      <w:t>, 202</w:t>
    </w:r>
    <w:r w:rsidR="00B57B60">
      <w:t>5</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9C1294"/>
    <w:multiLevelType w:val="hybridMultilevel"/>
    <w:tmpl w:val="3EC8DB0A"/>
    <w:lvl w:ilvl="0" w:tplc="D05623BC">
      <w:start w:val="1"/>
      <w:numFmt w:val="lowerRoman"/>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7"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8"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8"/>
  </w:num>
  <w:num w:numId="2" w16cid:durableId="419064234">
    <w:abstractNumId w:val="20"/>
  </w:num>
  <w:num w:numId="3" w16cid:durableId="2028017912">
    <w:abstractNumId w:val="0"/>
  </w:num>
  <w:num w:numId="4" w16cid:durableId="1569226112">
    <w:abstractNumId w:val="15"/>
  </w:num>
  <w:num w:numId="5" w16cid:durableId="170871631">
    <w:abstractNumId w:val="14"/>
  </w:num>
  <w:num w:numId="6" w16cid:durableId="1075780549">
    <w:abstractNumId w:val="9"/>
  </w:num>
  <w:num w:numId="7" w16cid:durableId="1641105810">
    <w:abstractNumId w:val="8"/>
  </w:num>
  <w:num w:numId="8" w16cid:durableId="330304825">
    <w:abstractNumId w:val="17"/>
  </w:num>
  <w:num w:numId="9" w16cid:durableId="580021196">
    <w:abstractNumId w:val="16"/>
  </w:num>
  <w:num w:numId="10" w16cid:durableId="334505247">
    <w:abstractNumId w:val="23"/>
  </w:num>
  <w:num w:numId="11" w16cid:durableId="1778022888">
    <w:abstractNumId w:val="1"/>
  </w:num>
  <w:num w:numId="12" w16cid:durableId="953486547">
    <w:abstractNumId w:val="6"/>
  </w:num>
  <w:num w:numId="13" w16cid:durableId="1215700576">
    <w:abstractNumId w:val="12"/>
  </w:num>
  <w:num w:numId="14" w16cid:durableId="1919289813">
    <w:abstractNumId w:val="19"/>
  </w:num>
  <w:num w:numId="15" w16cid:durableId="2072922151">
    <w:abstractNumId w:val="3"/>
  </w:num>
  <w:num w:numId="16" w16cid:durableId="86195807">
    <w:abstractNumId w:val="5"/>
  </w:num>
  <w:num w:numId="17" w16cid:durableId="651912598">
    <w:abstractNumId w:val="7"/>
  </w:num>
  <w:num w:numId="18" w16cid:durableId="2030909065">
    <w:abstractNumId w:val="18"/>
  </w:num>
  <w:num w:numId="19" w16cid:durableId="1148211589">
    <w:abstractNumId w:val="22"/>
  </w:num>
  <w:num w:numId="20" w16cid:durableId="1941065261">
    <w:abstractNumId w:val="11"/>
  </w:num>
  <w:num w:numId="21" w16cid:durableId="665472804">
    <w:abstractNumId w:val="2"/>
  </w:num>
  <w:num w:numId="22" w16cid:durableId="866600187">
    <w:abstractNumId w:val="13"/>
  </w:num>
  <w:num w:numId="23" w16cid:durableId="161167462">
    <w:abstractNumId w:val="21"/>
  </w:num>
  <w:num w:numId="24" w16cid:durableId="758529171">
    <w:abstractNumId w:val="10"/>
  </w:num>
  <w:num w:numId="25" w16cid:durableId="308439206">
    <w:abstractNumId w:val="18"/>
  </w:num>
  <w:num w:numId="26" w16cid:durableId="197290171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07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174CD"/>
    <w:rsid w:val="00022A2E"/>
    <w:rsid w:val="00023149"/>
    <w:rsid w:val="000232E6"/>
    <w:rsid w:val="0002345B"/>
    <w:rsid w:val="00023AB4"/>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0C9"/>
    <w:rsid w:val="00087B14"/>
    <w:rsid w:val="0009030F"/>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109E"/>
    <w:rsid w:val="000C1414"/>
    <w:rsid w:val="000C22D2"/>
    <w:rsid w:val="000C3577"/>
    <w:rsid w:val="000C3CFF"/>
    <w:rsid w:val="000C5AE0"/>
    <w:rsid w:val="000C7043"/>
    <w:rsid w:val="000C7269"/>
    <w:rsid w:val="000C7415"/>
    <w:rsid w:val="000C76A4"/>
    <w:rsid w:val="000D00F4"/>
    <w:rsid w:val="000D36D7"/>
    <w:rsid w:val="000D71F8"/>
    <w:rsid w:val="000E23B0"/>
    <w:rsid w:val="000E3528"/>
    <w:rsid w:val="000E49BB"/>
    <w:rsid w:val="000E4B76"/>
    <w:rsid w:val="000E65BB"/>
    <w:rsid w:val="000E695C"/>
    <w:rsid w:val="000E72B5"/>
    <w:rsid w:val="000E7458"/>
    <w:rsid w:val="000F0BE1"/>
    <w:rsid w:val="000F17D7"/>
    <w:rsid w:val="000F1E71"/>
    <w:rsid w:val="000F24BA"/>
    <w:rsid w:val="000F40DF"/>
    <w:rsid w:val="000F5E03"/>
    <w:rsid w:val="000F619B"/>
    <w:rsid w:val="001037E0"/>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40AE"/>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15B1"/>
    <w:rsid w:val="0018288A"/>
    <w:rsid w:val="00183BC3"/>
    <w:rsid w:val="00184B4B"/>
    <w:rsid w:val="001856AB"/>
    <w:rsid w:val="001856C4"/>
    <w:rsid w:val="001868F9"/>
    <w:rsid w:val="00193BF2"/>
    <w:rsid w:val="00194EEE"/>
    <w:rsid w:val="001A085D"/>
    <w:rsid w:val="001A1224"/>
    <w:rsid w:val="001A1562"/>
    <w:rsid w:val="001A17DD"/>
    <w:rsid w:val="001A55B7"/>
    <w:rsid w:val="001A683A"/>
    <w:rsid w:val="001A738B"/>
    <w:rsid w:val="001A7AB9"/>
    <w:rsid w:val="001B30AF"/>
    <w:rsid w:val="001B3DAE"/>
    <w:rsid w:val="001B4A1F"/>
    <w:rsid w:val="001B5901"/>
    <w:rsid w:val="001C00D9"/>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776"/>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487"/>
    <w:rsid w:val="0028363C"/>
    <w:rsid w:val="00284BF0"/>
    <w:rsid w:val="002864A5"/>
    <w:rsid w:val="002877C9"/>
    <w:rsid w:val="00290196"/>
    <w:rsid w:val="00296FC2"/>
    <w:rsid w:val="002A15C4"/>
    <w:rsid w:val="002A209E"/>
    <w:rsid w:val="002A20D9"/>
    <w:rsid w:val="002A5374"/>
    <w:rsid w:val="002A5591"/>
    <w:rsid w:val="002A6112"/>
    <w:rsid w:val="002A61C4"/>
    <w:rsid w:val="002A6390"/>
    <w:rsid w:val="002A7728"/>
    <w:rsid w:val="002B06F8"/>
    <w:rsid w:val="002B0F9B"/>
    <w:rsid w:val="002B1B83"/>
    <w:rsid w:val="002B1C61"/>
    <w:rsid w:val="002B1F67"/>
    <w:rsid w:val="002B20DD"/>
    <w:rsid w:val="002B286A"/>
    <w:rsid w:val="002B2C07"/>
    <w:rsid w:val="002B3DDF"/>
    <w:rsid w:val="002B43B7"/>
    <w:rsid w:val="002B49F7"/>
    <w:rsid w:val="002B565A"/>
    <w:rsid w:val="002B668C"/>
    <w:rsid w:val="002B72D0"/>
    <w:rsid w:val="002C19E5"/>
    <w:rsid w:val="002C305A"/>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2EDC"/>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06EF"/>
    <w:rsid w:val="00311559"/>
    <w:rsid w:val="003126BC"/>
    <w:rsid w:val="00312F55"/>
    <w:rsid w:val="003135AE"/>
    <w:rsid w:val="00313674"/>
    <w:rsid w:val="00314DBD"/>
    <w:rsid w:val="0031594F"/>
    <w:rsid w:val="0031595F"/>
    <w:rsid w:val="003167F7"/>
    <w:rsid w:val="003203A2"/>
    <w:rsid w:val="00324551"/>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463B"/>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39EF"/>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6BA6"/>
    <w:rsid w:val="003D76D8"/>
    <w:rsid w:val="003D7970"/>
    <w:rsid w:val="003E021A"/>
    <w:rsid w:val="003E09AF"/>
    <w:rsid w:val="003E1243"/>
    <w:rsid w:val="003E1CB9"/>
    <w:rsid w:val="003E2750"/>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2192"/>
    <w:rsid w:val="004032AE"/>
    <w:rsid w:val="004033D4"/>
    <w:rsid w:val="00403872"/>
    <w:rsid w:val="00406383"/>
    <w:rsid w:val="0040645E"/>
    <w:rsid w:val="00406893"/>
    <w:rsid w:val="00406A47"/>
    <w:rsid w:val="0040705E"/>
    <w:rsid w:val="004077E1"/>
    <w:rsid w:val="0041089D"/>
    <w:rsid w:val="00410F09"/>
    <w:rsid w:val="00413194"/>
    <w:rsid w:val="00413864"/>
    <w:rsid w:val="00414A3C"/>
    <w:rsid w:val="004171B4"/>
    <w:rsid w:val="00417FC4"/>
    <w:rsid w:val="00425EC8"/>
    <w:rsid w:val="004341B2"/>
    <w:rsid w:val="0043549E"/>
    <w:rsid w:val="00436220"/>
    <w:rsid w:val="00436ECE"/>
    <w:rsid w:val="004373E8"/>
    <w:rsid w:val="00437E04"/>
    <w:rsid w:val="004411CA"/>
    <w:rsid w:val="00442DC9"/>
    <w:rsid w:val="00443D81"/>
    <w:rsid w:val="0044531C"/>
    <w:rsid w:val="00445B12"/>
    <w:rsid w:val="00445EDD"/>
    <w:rsid w:val="00451058"/>
    <w:rsid w:val="0045278E"/>
    <w:rsid w:val="0045424F"/>
    <w:rsid w:val="00454BC0"/>
    <w:rsid w:val="004551DD"/>
    <w:rsid w:val="004569B6"/>
    <w:rsid w:val="00456C37"/>
    <w:rsid w:val="00461B44"/>
    <w:rsid w:val="00461E7A"/>
    <w:rsid w:val="004628C3"/>
    <w:rsid w:val="00462B48"/>
    <w:rsid w:val="00463FB0"/>
    <w:rsid w:val="0046533E"/>
    <w:rsid w:val="00466B3B"/>
    <w:rsid w:val="00466F24"/>
    <w:rsid w:val="00470392"/>
    <w:rsid w:val="00470627"/>
    <w:rsid w:val="00471783"/>
    <w:rsid w:val="00471909"/>
    <w:rsid w:val="00475155"/>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17FB"/>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6D58"/>
    <w:rsid w:val="005874B4"/>
    <w:rsid w:val="005900F1"/>
    <w:rsid w:val="005918BE"/>
    <w:rsid w:val="00592980"/>
    <w:rsid w:val="00592FF0"/>
    <w:rsid w:val="00594F28"/>
    <w:rsid w:val="005962F1"/>
    <w:rsid w:val="00596FCF"/>
    <w:rsid w:val="005A19D9"/>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0E71"/>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6E05"/>
    <w:rsid w:val="00627A8D"/>
    <w:rsid w:val="00631551"/>
    <w:rsid w:val="00634F5C"/>
    <w:rsid w:val="00635A03"/>
    <w:rsid w:val="00636329"/>
    <w:rsid w:val="0063656F"/>
    <w:rsid w:val="0064086E"/>
    <w:rsid w:val="00640B38"/>
    <w:rsid w:val="00642E33"/>
    <w:rsid w:val="00643A57"/>
    <w:rsid w:val="00643E5E"/>
    <w:rsid w:val="00644274"/>
    <w:rsid w:val="00644C98"/>
    <w:rsid w:val="00645D22"/>
    <w:rsid w:val="0064702E"/>
    <w:rsid w:val="00650C66"/>
    <w:rsid w:val="00650D06"/>
    <w:rsid w:val="00651F88"/>
    <w:rsid w:val="0065206B"/>
    <w:rsid w:val="006520F5"/>
    <w:rsid w:val="00660E40"/>
    <w:rsid w:val="00661D56"/>
    <w:rsid w:val="006623FA"/>
    <w:rsid w:val="00662A93"/>
    <w:rsid w:val="00662CE1"/>
    <w:rsid w:val="006646CD"/>
    <w:rsid w:val="00665D95"/>
    <w:rsid w:val="00665DAD"/>
    <w:rsid w:val="00666351"/>
    <w:rsid w:val="006677AF"/>
    <w:rsid w:val="00673A1A"/>
    <w:rsid w:val="0067419D"/>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2CF4"/>
    <w:rsid w:val="006A535F"/>
    <w:rsid w:val="006A5D2B"/>
    <w:rsid w:val="006A5E16"/>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0726"/>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4DCE"/>
    <w:rsid w:val="00705029"/>
    <w:rsid w:val="00705103"/>
    <w:rsid w:val="00705882"/>
    <w:rsid w:val="007066E2"/>
    <w:rsid w:val="00706CCB"/>
    <w:rsid w:val="00707317"/>
    <w:rsid w:val="00712065"/>
    <w:rsid w:val="00712AC3"/>
    <w:rsid w:val="007131DA"/>
    <w:rsid w:val="00713B7A"/>
    <w:rsid w:val="00714287"/>
    <w:rsid w:val="007146EA"/>
    <w:rsid w:val="007149D6"/>
    <w:rsid w:val="00715B28"/>
    <w:rsid w:val="00720B51"/>
    <w:rsid w:val="00721DAB"/>
    <w:rsid w:val="00722C82"/>
    <w:rsid w:val="00723F73"/>
    <w:rsid w:val="00725DCF"/>
    <w:rsid w:val="00727575"/>
    <w:rsid w:val="007276FC"/>
    <w:rsid w:val="00727761"/>
    <w:rsid w:val="00727E32"/>
    <w:rsid w:val="007349BB"/>
    <w:rsid w:val="00734DD3"/>
    <w:rsid w:val="00737D2D"/>
    <w:rsid w:val="00740809"/>
    <w:rsid w:val="00740987"/>
    <w:rsid w:val="00740C70"/>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52BB"/>
    <w:rsid w:val="007A687F"/>
    <w:rsid w:val="007A74E0"/>
    <w:rsid w:val="007B157A"/>
    <w:rsid w:val="007B2FC7"/>
    <w:rsid w:val="007B37EF"/>
    <w:rsid w:val="007B6516"/>
    <w:rsid w:val="007B6AF9"/>
    <w:rsid w:val="007B72E7"/>
    <w:rsid w:val="007C05DE"/>
    <w:rsid w:val="007C0CBF"/>
    <w:rsid w:val="007C0E99"/>
    <w:rsid w:val="007C0F43"/>
    <w:rsid w:val="007C3D02"/>
    <w:rsid w:val="007C3FBD"/>
    <w:rsid w:val="007C6CFD"/>
    <w:rsid w:val="007D0909"/>
    <w:rsid w:val="007D1348"/>
    <w:rsid w:val="007D179C"/>
    <w:rsid w:val="007D222C"/>
    <w:rsid w:val="007D280D"/>
    <w:rsid w:val="007D2DA7"/>
    <w:rsid w:val="007D3565"/>
    <w:rsid w:val="007D37D4"/>
    <w:rsid w:val="007D6E02"/>
    <w:rsid w:val="007D6F2E"/>
    <w:rsid w:val="007E08C9"/>
    <w:rsid w:val="007E15D9"/>
    <w:rsid w:val="007E1826"/>
    <w:rsid w:val="007E46F8"/>
    <w:rsid w:val="007E5719"/>
    <w:rsid w:val="007E7364"/>
    <w:rsid w:val="007F2BD2"/>
    <w:rsid w:val="007F3EB6"/>
    <w:rsid w:val="007F6FDC"/>
    <w:rsid w:val="007F7012"/>
    <w:rsid w:val="00800210"/>
    <w:rsid w:val="008012E7"/>
    <w:rsid w:val="0080241C"/>
    <w:rsid w:val="00803167"/>
    <w:rsid w:val="00804491"/>
    <w:rsid w:val="00805649"/>
    <w:rsid w:val="00810680"/>
    <w:rsid w:val="008107C4"/>
    <w:rsid w:val="008112F3"/>
    <w:rsid w:val="008115B2"/>
    <w:rsid w:val="00811E9B"/>
    <w:rsid w:val="008137B6"/>
    <w:rsid w:val="0081541F"/>
    <w:rsid w:val="00815E71"/>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7F7"/>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6957"/>
    <w:rsid w:val="008779D4"/>
    <w:rsid w:val="00877B2F"/>
    <w:rsid w:val="00880123"/>
    <w:rsid w:val="0088125F"/>
    <w:rsid w:val="008823C1"/>
    <w:rsid w:val="00886D05"/>
    <w:rsid w:val="0088783B"/>
    <w:rsid w:val="00891D7E"/>
    <w:rsid w:val="00892FC2"/>
    <w:rsid w:val="008932A4"/>
    <w:rsid w:val="00893FB4"/>
    <w:rsid w:val="00896D89"/>
    <w:rsid w:val="00897AA5"/>
    <w:rsid w:val="008A0E79"/>
    <w:rsid w:val="008A152F"/>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5EF"/>
    <w:rsid w:val="00910A0B"/>
    <w:rsid w:val="009123E8"/>
    <w:rsid w:val="009126B3"/>
    <w:rsid w:val="00913629"/>
    <w:rsid w:val="009163B3"/>
    <w:rsid w:val="009178A1"/>
    <w:rsid w:val="009200FE"/>
    <w:rsid w:val="009209AF"/>
    <w:rsid w:val="00925CF6"/>
    <w:rsid w:val="009271FC"/>
    <w:rsid w:val="00927F43"/>
    <w:rsid w:val="00931BE1"/>
    <w:rsid w:val="009322B5"/>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69B9"/>
    <w:rsid w:val="009774A2"/>
    <w:rsid w:val="009822E2"/>
    <w:rsid w:val="00983313"/>
    <w:rsid w:val="009862F8"/>
    <w:rsid w:val="0098663E"/>
    <w:rsid w:val="00997369"/>
    <w:rsid w:val="0099753C"/>
    <w:rsid w:val="009A04A4"/>
    <w:rsid w:val="009A0D56"/>
    <w:rsid w:val="009A1098"/>
    <w:rsid w:val="009A1A38"/>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5F8"/>
    <w:rsid w:val="00A13EEA"/>
    <w:rsid w:val="00A15FCC"/>
    <w:rsid w:val="00A17206"/>
    <w:rsid w:val="00A2075E"/>
    <w:rsid w:val="00A2125F"/>
    <w:rsid w:val="00A214CD"/>
    <w:rsid w:val="00A23A1D"/>
    <w:rsid w:val="00A23FC6"/>
    <w:rsid w:val="00A257BA"/>
    <w:rsid w:val="00A30349"/>
    <w:rsid w:val="00A325E3"/>
    <w:rsid w:val="00A327C2"/>
    <w:rsid w:val="00A34A95"/>
    <w:rsid w:val="00A35655"/>
    <w:rsid w:val="00A3641A"/>
    <w:rsid w:val="00A36A5A"/>
    <w:rsid w:val="00A37CA1"/>
    <w:rsid w:val="00A4088A"/>
    <w:rsid w:val="00A408BA"/>
    <w:rsid w:val="00A41575"/>
    <w:rsid w:val="00A439CB"/>
    <w:rsid w:val="00A44688"/>
    <w:rsid w:val="00A44D5D"/>
    <w:rsid w:val="00A44D99"/>
    <w:rsid w:val="00A51DE4"/>
    <w:rsid w:val="00A52B9E"/>
    <w:rsid w:val="00A5311D"/>
    <w:rsid w:val="00A53560"/>
    <w:rsid w:val="00A55DAB"/>
    <w:rsid w:val="00A5763A"/>
    <w:rsid w:val="00A61A15"/>
    <w:rsid w:val="00A61B32"/>
    <w:rsid w:val="00A627EF"/>
    <w:rsid w:val="00A63004"/>
    <w:rsid w:val="00A64189"/>
    <w:rsid w:val="00A643DE"/>
    <w:rsid w:val="00A64F62"/>
    <w:rsid w:val="00A65B06"/>
    <w:rsid w:val="00A669A2"/>
    <w:rsid w:val="00A675A9"/>
    <w:rsid w:val="00A67E26"/>
    <w:rsid w:val="00A704D7"/>
    <w:rsid w:val="00A71039"/>
    <w:rsid w:val="00A723FE"/>
    <w:rsid w:val="00A7244B"/>
    <w:rsid w:val="00A81BF6"/>
    <w:rsid w:val="00A82DA2"/>
    <w:rsid w:val="00A8702E"/>
    <w:rsid w:val="00A90C41"/>
    <w:rsid w:val="00A9389C"/>
    <w:rsid w:val="00A93E8D"/>
    <w:rsid w:val="00A94A72"/>
    <w:rsid w:val="00A95E4E"/>
    <w:rsid w:val="00A95EE7"/>
    <w:rsid w:val="00A96B38"/>
    <w:rsid w:val="00A97A91"/>
    <w:rsid w:val="00A97D78"/>
    <w:rsid w:val="00AA0F13"/>
    <w:rsid w:val="00AA207C"/>
    <w:rsid w:val="00AA270D"/>
    <w:rsid w:val="00AA3246"/>
    <w:rsid w:val="00AA3583"/>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D6911"/>
    <w:rsid w:val="00AE0436"/>
    <w:rsid w:val="00AE0C90"/>
    <w:rsid w:val="00AE2678"/>
    <w:rsid w:val="00AE5E12"/>
    <w:rsid w:val="00AE708C"/>
    <w:rsid w:val="00AF0019"/>
    <w:rsid w:val="00AF167A"/>
    <w:rsid w:val="00AF3110"/>
    <w:rsid w:val="00AF314F"/>
    <w:rsid w:val="00AF4579"/>
    <w:rsid w:val="00AF4A46"/>
    <w:rsid w:val="00AF599D"/>
    <w:rsid w:val="00AF7C38"/>
    <w:rsid w:val="00B003BE"/>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008"/>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19FC"/>
    <w:rsid w:val="00B53ED7"/>
    <w:rsid w:val="00B54B1B"/>
    <w:rsid w:val="00B55518"/>
    <w:rsid w:val="00B557D2"/>
    <w:rsid w:val="00B55C27"/>
    <w:rsid w:val="00B55EFB"/>
    <w:rsid w:val="00B57B60"/>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633"/>
    <w:rsid w:val="00B80BB0"/>
    <w:rsid w:val="00B8113A"/>
    <w:rsid w:val="00B81B85"/>
    <w:rsid w:val="00B8248C"/>
    <w:rsid w:val="00B82E02"/>
    <w:rsid w:val="00B84002"/>
    <w:rsid w:val="00B84C5B"/>
    <w:rsid w:val="00B84D90"/>
    <w:rsid w:val="00B84F25"/>
    <w:rsid w:val="00B84F8F"/>
    <w:rsid w:val="00B85A78"/>
    <w:rsid w:val="00B87502"/>
    <w:rsid w:val="00B87B1F"/>
    <w:rsid w:val="00B90581"/>
    <w:rsid w:val="00B91B01"/>
    <w:rsid w:val="00B927B3"/>
    <w:rsid w:val="00B93AE0"/>
    <w:rsid w:val="00B93E20"/>
    <w:rsid w:val="00B96795"/>
    <w:rsid w:val="00B96953"/>
    <w:rsid w:val="00BA1BE1"/>
    <w:rsid w:val="00BA31A2"/>
    <w:rsid w:val="00BA4149"/>
    <w:rsid w:val="00BA4C23"/>
    <w:rsid w:val="00BA4CDE"/>
    <w:rsid w:val="00BA61CA"/>
    <w:rsid w:val="00BA73E7"/>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098"/>
    <w:rsid w:val="00BF55F0"/>
    <w:rsid w:val="00BF5B1E"/>
    <w:rsid w:val="00BF6551"/>
    <w:rsid w:val="00BF70F1"/>
    <w:rsid w:val="00C01D93"/>
    <w:rsid w:val="00C0339E"/>
    <w:rsid w:val="00C0480F"/>
    <w:rsid w:val="00C07898"/>
    <w:rsid w:val="00C12A63"/>
    <w:rsid w:val="00C13694"/>
    <w:rsid w:val="00C13C33"/>
    <w:rsid w:val="00C14669"/>
    <w:rsid w:val="00C156FE"/>
    <w:rsid w:val="00C1642D"/>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35ED3"/>
    <w:rsid w:val="00C40F1B"/>
    <w:rsid w:val="00C418AC"/>
    <w:rsid w:val="00C420F0"/>
    <w:rsid w:val="00C42795"/>
    <w:rsid w:val="00C42CCF"/>
    <w:rsid w:val="00C44724"/>
    <w:rsid w:val="00C45FD3"/>
    <w:rsid w:val="00C5441E"/>
    <w:rsid w:val="00C553E7"/>
    <w:rsid w:val="00C558E8"/>
    <w:rsid w:val="00C565B9"/>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2E2C"/>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4D8B"/>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677"/>
    <w:rsid w:val="00D12B84"/>
    <w:rsid w:val="00D1459E"/>
    <w:rsid w:val="00D15697"/>
    <w:rsid w:val="00D1579B"/>
    <w:rsid w:val="00D15A7B"/>
    <w:rsid w:val="00D169BA"/>
    <w:rsid w:val="00D20B3F"/>
    <w:rsid w:val="00D239AF"/>
    <w:rsid w:val="00D24867"/>
    <w:rsid w:val="00D24ED8"/>
    <w:rsid w:val="00D27228"/>
    <w:rsid w:val="00D30EDA"/>
    <w:rsid w:val="00D31ACE"/>
    <w:rsid w:val="00D31E07"/>
    <w:rsid w:val="00D31EDC"/>
    <w:rsid w:val="00D329F1"/>
    <w:rsid w:val="00D339A9"/>
    <w:rsid w:val="00D33F03"/>
    <w:rsid w:val="00D34060"/>
    <w:rsid w:val="00D34CD1"/>
    <w:rsid w:val="00D35407"/>
    <w:rsid w:val="00D35C97"/>
    <w:rsid w:val="00D36347"/>
    <w:rsid w:val="00D36786"/>
    <w:rsid w:val="00D3712A"/>
    <w:rsid w:val="00D40878"/>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4643"/>
    <w:rsid w:val="00D77426"/>
    <w:rsid w:val="00D77FC8"/>
    <w:rsid w:val="00D77FE3"/>
    <w:rsid w:val="00D809AA"/>
    <w:rsid w:val="00D81C2C"/>
    <w:rsid w:val="00D85756"/>
    <w:rsid w:val="00D86381"/>
    <w:rsid w:val="00D867D9"/>
    <w:rsid w:val="00D868D3"/>
    <w:rsid w:val="00D87186"/>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6B9D"/>
    <w:rsid w:val="00DC741B"/>
    <w:rsid w:val="00DD1960"/>
    <w:rsid w:val="00DD1F6F"/>
    <w:rsid w:val="00DD2208"/>
    <w:rsid w:val="00DD23A9"/>
    <w:rsid w:val="00DD26EB"/>
    <w:rsid w:val="00DD32A5"/>
    <w:rsid w:val="00DD363C"/>
    <w:rsid w:val="00DD5BE9"/>
    <w:rsid w:val="00DD7713"/>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434"/>
    <w:rsid w:val="00DF67DA"/>
    <w:rsid w:val="00DF7125"/>
    <w:rsid w:val="00DF77BB"/>
    <w:rsid w:val="00E00BA1"/>
    <w:rsid w:val="00E019E9"/>
    <w:rsid w:val="00E01E12"/>
    <w:rsid w:val="00E02020"/>
    <w:rsid w:val="00E0227D"/>
    <w:rsid w:val="00E03A7D"/>
    <w:rsid w:val="00E06A3F"/>
    <w:rsid w:val="00E06DB2"/>
    <w:rsid w:val="00E10526"/>
    <w:rsid w:val="00E1138C"/>
    <w:rsid w:val="00E11B09"/>
    <w:rsid w:val="00E12AFD"/>
    <w:rsid w:val="00E157A8"/>
    <w:rsid w:val="00E161E9"/>
    <w:rsid w:val="00E179DD"/>
    <w:rsid w:val="00E17FA1"/>
    <w:rsid w:val="00E2137E"/>
    <w:rsid w:val="00E218E6"/>
    <w:rsid w:val="00E2331B"/>
    <w:rsid w:val="00E272E8"/>
    <w:rsid w:val="00E27D3F"/>
    <w:rsid w:val="00E30EAB"/>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6F6"/>
    <w:rsid w:val="00E8287D"/>
    <w:rsid w:val="00E849F2"/>
    <w:rsid w:val="00E8538E"/>
    <w:rsid w:val="00E90DE8"/>
    <w:rsid w:val="00E92CCF"/>
    <w:rsid w:val="00E932A3"/>
    <w:rsid w:val="00E94CD6"/>
    <w:rsid w:val="00E95B44"/>
    <w:rsid w:val="00E96474"/>
    <w:rsid w:val="00E96711"/>
    <w:rsid w:val="00E97CAB"/>
    <w:rsid w:val="00E97D2C"/>
    <w:rsid w:val="00E97DBA"/>
    <w:rsid w:val="00EA02C7"/>
    <w:rsid w:val="00EA0E9B"/>
    <w:rsid w:val="00EA0EEB"/>
    <w:rsid w:val="00EA195D"/>
    <w:rsid w:val="00EA1A5F"/>
    <w:rsid w:val="00EA1F0A"/>
    <w:rsid w:val="00EA38A1"/>
    <w:rsid w:val="00EA57C1"/>
    <w:rsid w:val="00EA7776"/>
    <w:rsid w:val="00EB156E"/>
    <w:rsid w:val="00EB3E10"/>
    <w:rsid w:val="00EB7546"/>
    <w:rsid w:val="00EC01AB"/>
    <w:rsid w:val="00EC08DD"/>
    <w:rsid w:val="00EC1FD1"/>
    <w:rsid w:val="00EC2334"/>
    <w:rsid w:val="00EC3B71"/>
    <w:rsid w:val="00EC4F5C"/>
    <w:rsid w:val="00EC629B"/>
    <w:rsid w:val="00EC6DBF"/>
    <w:rsid w:val="00EC7099"/>
    <w:rsid w:val="00EC79AF"/>
    <w:rsid w:val="00ED1347"/>
    <w:rsid w:val="00ED1CA1"/>
    <w:rsid w:val="00ED2359"/>
    <w:rsid w:val="00ED2FF8"/>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DF8"/>
    <w:rsid w:val="00F66F3E"/>
    <w:rsid w:val="00F71A4D"/>
    <w:rsid w:val="00F73D09"/>
    <w:rsid w:val="00F7773B"/>
    <w:rsid w:val="00F80DFA"/>
    <w:rsid w:val="00F80EE9"/>
    <w:rsid w:val="00F85395"/>
    <w:rsid w:val="00F85523"/>
    <w:rsid w:val="00F85A6E"/>
    <w:rsid w:val="00F910D7"/>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53C6"/>
    <w:rsid w:val="00FD6AC1"/>
    <w:rsid w:val="00FD6B07"/>
    <w:rsid w:val="00FD7031"/>
    <w:rsid w:val="00FD7CF9"/>
    <w:rsid w:val="00FE0D99"/>
    <w:rsid w:val="00FE312D"/>
    <w:rsid w:val="00FE3617"/>
    <w:rsid w:val="00FE3E05"/>
    <w:rsid w:val="00FE413E"/>
    <w:rsid w:val="00FE47CA"/>
    <w:rsid w:val="00FE4B56"/>
    <w:rsid w:val="00FE57D4"/>
    <w:rsid w:val="00FE610C"/>
    <w:rsid w:val="00FE6A71"/>
    <w:rsid w:val="00FE77EE"/>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date"/>
  <w:smartTagType w:namespaceuri="urn:schemas-microsoft-com:office:smarttags" w:name="stockticker"/>
  <w:shapeDefaults>
    <o:shapedefaults v:ext="edit" spidmax="200705"/>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43549E"/>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612904259">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4</TotalTime>
  <Pages>101</Pages>
  <Words>38879</Words>
  <Characters>211114</Characters>
  <Application>Microsoft Office Word</Application>
  <DocSecurity>0</DocSecurity>
  <Lines>4139</Lines>
  <Paragraphs>1908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248085</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4</cp:revision>
  <cp:lastPrinted>2019-04-29T19:52:00Z</cp:lastPrinted>
  <dcterms:created xsi:type="dcterms:W3CDTF">2025-12-08T18:20:00Z</dcterms:created>
  <dcterms:modified xsi:type="dcterms:W3CDTF">2025-12-08T18:37:00Z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