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6C5C1E66" w:rsidR="002F5868" w:rsidRDefault="0025502E" w:rsidP="00A927C1">
      <w:pPr>
        <w:spacing w:before="360"/>
        <w:jc w:val="center"/>
        <w:rPr>
          <w:b/>
          <w:szCs w:val="24"/>
        </w:rPr>
      </w:pPr>
      <w:r>
        <w:rPr>
          <w:b/>
          <w:szCs w:val="24"/>
        </w:rPr>
        <w:t>December 5</w:t>
      </w:r>
      <w:r w:rsidR="001349D5">
        <w:rPr>
          <w:b/>
          <w:szCs w:val="24"/>
        </w:rPr>
        <w:t>, 20</w:t>
      </w:r>
      <w:r w:rsidR="006D4C93">
        <w:rPr>
          <w:b/>
          <w:szCs w:val="24"/>
        </w:rPr>
        <w:t>2</w:t>
      </w:r>
      <w:r w:rsidR="00623C42">
        <w:rPr>
          <w:b/>
          <w:szCs w:val="24"/>
        </w:rPr>
        <w:t>5</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74C202A3" w14:textId="70F46B36" w:rsidR="00F67B40" w:rsidRDefault="00B10807">
      <w:pPr>
        <w:pStyle w:val="TOC1"/>
        <w:rPr>
          <w:rFonts w:asciiTheme="minorHAnsi" w:eastAsiaTheme="minorEastAsia" w:hAnsiTheme="minorHAnsi" w:cstheme="minorBidi"/>
          <w:b w:val="0"/>
          <w:bCs w:val="0"/>
          <w:kern w:val="2"/>
          <w14:ligatures w14:val="standardContextual"/>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214882238" w:history="1">
        <w:r w:rsidR="00F67B40" w:rsidRPr="00B7583C">
          <w:rPr>
            <w:rStyle w:val="Hyperlink"/>
          </w:rPr>
          <w:t>9</w:t>
        </w:r>
        <w:r w:rsidR="00F67B40">
          <w:rPr>
            <w:rFonts w:asciiTheme="minorHAnsi" w:eastAsiaTheme="minorEastAsia" w:hAnsiTheme="minorHAnsi" w:cstheme="minorBidi"/>
            <w:b w:val="0"/>
            <w:bCs w:val="0"/>
            <w:kern w:val="2"/>
            <w14:ligatures w14:val="standardContextual"/>
          </w:rPr>
          <w:tab/>
        </w:r>
        <w:r w:rsidR="00F67B40" w:rsidRPr="00B7583C">
          <w:rPr>
            <w:rStyle w:val="Hyperlink"/>
          </w:rPr>
          <w:t>SETTLEMENT AND BILLING</w:t>
        </w:r>
        <w:r w:rsidR="00F67B40">
          <w:rPr>
            <w:webHidden/>
          </w:rPr>
          <w:tab/>
        </w:r>
        <w:r w:rsidR="00F67B40">
          <w:rPr>
            <w:webHidden/>
          </w:rPr>
          <w:fldChar w:fldCharType="begin"/>
        </w:r>
        <w:r w:rsidR="00F67B40">
          <w:rPr>
            <w:webHidden/>
          </w:rPr>
          <w:instrText xml:space="preserve"> PAGEREF _Toc214882238 \h </w:instrText>
        </w:r>
        <w:r w:rsidR="00F67B40">
          <w:rPr>
            <w:webHidden/>
          </w:rPr>
        </w:r>
        <w:r w:rsidR="00F67B40">
          <w:rPr>
            <w:webHidden/>
          </w:rPr>
          <w:fldChar w:fldCharType="separate"/>
        </w:r>
        <w:r w:rsidR="00F67B40">
          <w:rPr>
            <w:webHidden/>
          </w:rPr>
          <w:t>9-1</w:t>
        </w:r>
        <w:r w:rsidR="00F67B40">
          <w:rPr>
            <w:webHidden/>
          </w:rPr>
          <w:fldChar w:fldCharType="end"/>
        </w:r>
      </w:hyperlink>
    </w:p>
    <w:p w14:paraId="51EC1116" w14:textId="0704D7A2" w:rsidR="00F67B40" w:rsidRPr="00F67B40" w:rsidRDefault="00F67B40">
      <w:pPr>
        <w:pStyle w:val="TOC2"/>
        <w:rPr>
          <w:rFonts w:eastAsiaTheme="minorEastAsia"/>
          <w:noProof/>
          <w:kern w:val="2"/>
          <w14:ligatures w14:val="standardContextual"/>
        </w:rPr>
      </w:pPr>
      <w:hyperlink w:anchor="_Toc214882239" w:history="1">
        <w:r w:rsidRPr="00F67B40">
          <w:rPr>
            <w:rStyle w:val="Hyperlink"/>
            <w:noProof/>
          </w:rPr>
          <w:t>9.1</w:t>
        </w:r>
        <w:r w:rsidRPr="00F67B40">
          <w:rPr>
            <w:rFonts w:eastAsiaTheme="minorEastAsia"/>
            <w:noProof/>
            <w:kern w:val="2"/>
            <w14:ligatures w14:val="standardContextual"/>
          </w:rPr>
          <w:tab/>
        </w:r>
        <w:r w:rsidRPr="00F67B40">
          <w:rPr>
            <w:rStyle w:val="Hyperlink"/>
            <w:noProof/>
          </w:rPr>
          <w:t>General</w:t>
        </w:r>
        <w:r w:rsidRPr="00F67B40">
          <w:rPr>
            <w:noProof/>
            <w:webHidden/>
          </w:rPr>
          <w:tab/>
        </w:r>
        <w:r w:rsidRPr="00F67B40">
          <w:rPr>
            <w:noProof/>
            <w:webHidden/>
          </w:rPr>
          <w:fldChar w:fldCharType="begin"/>
        </w:r>
        <w:r w:rsidRPr="00F67B40">
          <w:rPr>
            <w:noProof/>
            <w:webHidden/>
          </w:rPr>
          <w:instrText xml:space="preserve"> PAGEREF _Toc214882239 \h </w:instrText>
        </w:r>
        <w:r w:rsidRPr="00F67B40">
          <w:rPr>
            <w:noProof/>
            <w:webHidden/>
          </w:rPr>
        </w:r>
        <w:r w:rsidRPr="00F67B40">
          <w:rPr>
            <w:noProof/>
            <w:webHidden/>
          </w:rPr>
          <w:fldChar w:fldCharType="separate"/>
        </w:r>
        <w:r w:rsidRPr="00F67B40">
          <w:rPr>
            <w:noProof/>
            <w:webHidden/>
          </w:rPr>
          <w:t>9-1</w:t>
        </w:r>
        <w:r w:rsidRPr="00F67B40">
          <w:rPr>
            <w:noProof/>
            <w:webHidden/>
          </w:rPr>
          <w:fldChar w:fldCharType="end"/>
        </w:r>
      </w:hyperlink>
    </w:p>
    <w:p w14:paraId="68586C28" w14:textId="71771CD8" w:rsidR="00F67B40" w:rsidRPr="00F67B40" w:rsidRDefault="00F67B40">
      <w:pPr>
        <w:pStyle w:val="TOC3"/>
        <w:rPr>
          <w:rFonts w:eastAsiaTheme="minorEastAsia"/>
          <w:i w:val="0"/>
          <w:iCs w:val="0"/>
          <w:noProof/>
          <w:kern w:val="2"/>
          <w14:ligatures w14:val="standardContextual"/>
        </w:rPr>
      </w:pPr>
      <w:hyperlink w:anchor="_Toc214882240" w:history="1">
        <w:r w:rsidRPr="00F67B40">
          <w:rPr>
            <w:rStyle w:val="Hyperlink"/>
            <w:i w:val="0"/>
            <w:iCs w:val="0"/>
            <w:noProof/>
          </w:rPr>
          <w:t>9.1.1</w:t>
        </w:r>
        <w:r w:rsidRPr="00F67B40">
          <w:rPr>
            <w:rFonts w:eastAsiaTheme="minorEastAsia"/>
            <w:i w:val="0"/>
            <w:iCs w:val="0"/>
            <w:noProof/>
            <w:kern w:val="2"/>
            <w14:ligatures w14:val="standardContextual"/>
          </w:rPr>
          <w:tab/>
        </w:r>
        <w:r w:rsidRPr="00F67B40">
          <w:rPr>
            <w:rStyle w:val="Hyperlink"/>
            <w:i w:val="0"/>
            <w:iCs w:val="0"/>
            <w:noProof/>
          </w:rPr>
          <w:t>Settlement and Billing Process Overview</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_Toc214882240 \h </w:instrText>
        </w:r>
        <w:r w:rsidRPr="00F67B40">
          <w:rPr>
            <w:i w:val="0"/>
            <w:iCs w:val="0"/>
            <w:noProof/>
            <w:webHidden/>
          </w:rPr>
        </w:r>
        <w:r w:rsidRPr="00F67B40">
          <w:rPr>
            <w:i w:val="0"/>
            <w:iCs w:val="0"/>
            <w:noProof/>
            <w:webHidden/>
          </w:rPr>
          <w:fldChar w:fldCharType="separate"/>
        </w:r>
        <w:r w:rsidRPr="00F67B40">
          <w:rPr>
            <w:i w:val="0"/>
            <w:iCs w:val="0"/>
            <w:noProof/>
            <w:webHidden/>
          </w:rPr>
          <w:t>9-1</w:t>
        </w:r>
        <w:r w:rsidRPr="00F67B40">
          <w:rPr>
            <w:i w:val="0"/>
            <w:iCs w:val="0"/>
            <w:noProof/>
            <w:webHidden/>
          </w:rPr>
          <w:fldChar w:fldCharType="end"/>
        </w:r>
      </w:hyperlink>
    </w:p>
    <w:p w14:paraId="233A1B57" w14:textId="1CD8A77F" w:rsidR="00F67B40" w:rsidRPr="00F67B40" w:rsidRDefault="00F67B40">
      <w:pPr>
        <w:pStyle w:val="TOC3"/>
        <w:rPr>
          <w:rFonts w:eastAsiaTheme="minorEastAsia"/>
          <w:i w:val="0"/>
          <w:iCs w:val="0"/>
          <w:noProof/>
          <w:kern w:val="2"/>
          <w14:ligatures w14:val="standardContextual"/>
        </w:rPr>
      </w:pPr>
      <w:hyperlink w:anchor="_Toc214882241" w:history="1">
        <w:r w:rsidRPr="00F67B40">
          <w:rPr>
            <w:rStyle w:val="Hyperlink"/>
            <w:i w:val="0"/>
            <w:iCs w:val="0"/>
            <w:noProof/>
          </w:rPr>
          <w:t>9.1.2</w:t>
        </w:r>
        <w:r w:rsidRPr="00F67B40">
          <w:rPr>
            <w:rFonts w:eastAsiaTheme="minorEastAsia"/>
            <w:i w:val="0"/>
            <w:iCs w:val="0"/>
            <w:noProof/>
            <w:kern w:val="2"/>
            <w14:ligatures w14:val="standardContextual"/>
          </w:rPr>
          <w:tab/>
        </w:r>
        <w:r w:rsidRPr="00F67B40">
          <w:rPr>
            <w:rStyle w:val="Hyperlink"/>
            <w:i w:val="0"/>
            <w:iCs w:val="0"/>
            <w:noProof/>
          </w:rPr>
          <w:t>Settlement Calendar</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_Toc214882241 \h </w:instrText>
        </w:r>
        <w:r w:rsidRPr="00F67B40">
          <w:rPr>
            <w:i w:val="0"/>
            <w:iCs w:val="0"/>
            <w:noProof/>
            <w:webHidden/>
          </w:rPr>
        </w:r>
        <w:r w:rsidRPr="00F67B40">
          <w:rPr>
            <w:i w:val="0"/>
            <w:iCs w:val="0"/>
            <w:noProof/>
            <w:webHidden/>
          </w:rPr>
          <w:fldChar w:fldCharType="separate"/>
        </w:r>
        <w:r w:rsidRPr="00F67B40">
          <w:rPr>
            <w:i w:val="0"/>
            <w:iCs w:val="0"/>
            <w:noProof/>
            <w:webHidden/>
          </w:rPr>
          <w:t>9-1</w:t>
        </w:r>
        <w:r w:rsidRPr="00F67B40">
          <w:rPr>
            <w:i w:val="0"/>
            <w:iCs w:val="0"/>
            <w:noProof/>
            <w:webHidden/>
          </w:rPr>
          <w:fldChar w:fldCharType="end"/>
        </w:r>
      </w:hyperlink>
    </w:p>
    <w:p w14:paraId="0737A629" w14:textId="623D1F62" w:rsidR="00F67B40" w:rsidRPr="00F67B40" w:rsidRDefault="00F67B40">
      <w:pPr>
        <w:pStyle w:val="TOC3"/>
        <w:rPr>
          <w:rFonts w:eastAsiaTheme="minorEastAsia"/>
          <w:i w:val="0"/>
          <w:iCs w:val="0"/>
          <w:noProof/>
          <w:kern w:val="2"/>
          <w14:ligatures w14:val="standardContextual"/>
        </w:rPr>
      </w:pPr>
      <w:hyperlink w:anchor="_Toc214882242" w:history="1">
        <w:r w:rsidRPr="00F67B40">
          <w:rPr>
            <w:rStyle w:val="Hyperlink"/>
            <w:i w:val="0"/>
            <w:iCs w:val="0"/>
            <w:noProof/>
          </w:rPr>
          <w:t>9.1.3</w:t>
        </w:r>
        <w:r w:rsidRPr="00F67B40">
          <w:rPr>
            <w:rFonts w:eastAsiaTheme="minorEastAsia"/>
            <w:i w:val="0"/>
            <w:iCs w:val="0"/>
            <w:noProof/>
            <w:kern w:val="2"/>
            <w14:ligatures w14:val="standardContextual"/>
          </w:rPr>
          <w:tab/>
        </w:r>
        <w:r w:rsidRPr="00F67B40">
          <w:rPr>
            <w:rStyle w:val="Hyperlink"/>
            <w:i w:val="0"/>
            <w:iCs w:val="0"/>
            <w:noProof/>
          </w:rPr>
          <w:t>Settlement Statement and Invoice Access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_Toc214882242 \h </w:instrText>
        </w:r>
        <w:r w:rsidRPr="00F67B40">
          <w:rPr>
            <w:i w:val="0"/>
            <w:iCs w:val="0"/>
            <w:noProof/>
            <w:webHidden/>
          </w:rPr>
        </w:r>
        <w:r w:rsidRPr="00F67B40">
          <w:rPr>
            <w:i w:val="0"/>
            <w:iCs w:val="0"/>
            <w:noProof/>
            <w:webHidden/>
          </w:rPr>
          <w:fldChar w:fldCharType="separate"/>
        </w:r>
        <w:r w:rsidRPr="00F67B40">
          <w:rPr>
            <w:i w:val="0"/>
            <w:iCs w:val="0"/>
            <w:noProof/>
            <w:webHidden/>
          </w:rPr>
          <w:t>9-2</w:t>
        </w:r>
        <w:r w:rsidRPr="00F67B40">
          <w:rPr>
            <w:i w:val="0"/>
            <w:iCs w:val="0"/>
            <w:noProof/>
            <w:webHidden/>
          </w:rPr>
          <w:fldChar w:fldCharType="end"/>
        </w:r>
      </w:hyperlink>
    </w:p>
    <w:p w14:paraId="7CEE264B" w14:textId="6E37F281" w:rsidR="00F67B40" w:rsidRPr="00F67B40" w:rsidRDefault="00F67B40">
      <w:pPr>
        <w:pStyle w:val="TOC3"/>
        <w:rPr>
          <w:rFonts w:eastAsiaTheme="minorEastAsia"/>
          <w:i w:val="0"/>
          <w:iCs w:val="0"/>
          <w:noProof/>
          <w:kern w:val="2"/>
          <w14:ligatures w14:val="standardContextual"/>
        </w:rPr>
      </w:pPr>
      <w:hyperlink w:anchor="_Toc214882243" w:history="1">
        <w:r w:rsidRPr="00F67B40">
          <w:rPr>
            <w:rStyle w:val="Hyperlink"/>
            <w:i w:val="0"/>
            <w:iCs w:val="0"/>
            <w:noProof/>
          </w:rPr>
          <w:t>9.1.4</w:t>
        </w:r>
        <w:r w:rsidRPr="00F67B40">
          <w:rPr>
            <w:rFonts w:eastAsiaTheme="minorEastAsia"/>
            <w:i w:val="0"/>
            <w:iCs w:val="0"/>
            <w:noProof/>
            <w:kern w:val="2"/>
            <w14:ligatures w14:val="standardContextual"/>
          </w:rPr>
          <w:tab/>
        </w:r>
        <w:r w:rsidRPr="00F67B40">
          <w:rPr>
            <w:rStyle w:val="Hyperlink"/>
            <w:i w:val="0"/>
            <w:iCs w:val="0"/>
            <w:noProof/>
          </w:rPr>
          <w:t>Settlement Statement and Invoice Timing</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_Toc214882243 \h </w:instrText>
        </w:r>
        <w:r w:rsidRPr="00F67B40">
          <w:rPr>
            <w:i w:val="0"/>
            <w:iCs w:val="0"/>
            <w:noProof/>
            <w:webHidden/>
          </w:rPr>
        </w:r>
        <w:r w:rsidRPr="00F67B40">
          <w:rPr>
            <w:i w:val="0"/>
            <w:iCs w:val="0"/>
            <w:noProof/>
            <w:webHidden/>
          </w:rPr>
          <w:fldChar w:fldCharType="separate"/>
        </w:r>
        <w:r w:rsidRPr="00F67B40">
          <w:rPr>
            <w:i w:val="0"/>
            <w:iCs w:val="0"/>
            <w:noProof/>
            <w:webHidden/>
          </w:rPr>
          <w:t>9-3</w:t>
        </w:r>
        <w:r w:rsidRPr="00F67B40">
          <w:rPr>
            <w:i w:val="0"/>
            <w:iCs w:val="0"/>
            <w:noProof/>
            <w:webHidden/>
          </w:rPr>
          <w:fldChar w:fldCharType="end"/>
        </w:r>
      </w:hyperlink>
    </w:p>
    <w:p w14:paraId="573FFC50" w14:textId="252641D4" w:rsidR="00F67B40" w:rsidRPr="00F67B40" w:rsidRDefault="00F67B40">
      <w:pPr>
        <w:pStyle w:val="TOC3"/>
        <w:rPr>
          <w:rFonts w:eastAsiaTheme="minorEastAsia"/>
          <w:i w:val="0"/>
          <w:iCs w:val="0"/>
          <w:noProof/>
          <w:kern w:val="2"/>
          <w14:ligatures w14:val="standardContextual"/>
        </w:rPr>
      </w:pPr>
      <w:hyperlink w:anchor="_Toc214882244" w:history="1">
        <w:r w:rsidRPr="00F67B40">
          <w:rPr>
            <w:rStyle w:val="Hyperlink"/>
            <w:i w:val="0"/>
            <w:iCs w:val="0"/>
            <w:noProof/>
          </w:rPr>
          <w:t>9.1.5</w:t>
        </w:r>
        <w:r w:rsidRPr="00F67B40">
          <w:rPr>
            <w:rFonts w:eastAsiaTheme="minorEastAsia"/>
            <w:i w:val="0"/>
            <w:iCs w:val="0"/>
            <w:noProof/>
            <w:kern w:val="2"/>
            <w14:ligatures w14:val="standardContextual"/>
          </w:rPr>
          <w:tab/>
        </w:r>
        <w:r w:rsidRPr="00F67B40">
          <w:rPr>
            <w:rStyle w:val="Hyperlink"/>
            <w:i w:val="0"/>
            <w:iCs w:val="0"/>
            <w:noProof/>
          </w:rPr>
          <w:t>Settlement Payment Convention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_Toc214882244 \h </w:instrText>
        </w:r>
        <w:r w:rsidRPr="00F67B40">
          <w:rPr>
            <w:i w:val="0"/>
            <w:iCs w:val="0"/>
            <w:noProof/>
            <w:webHidden/>
          </w:rPr>
        </w:r>
        <w:r w:rsidRPr="00F67B40">
          <w:rPr>
            <w:i w:val="0"/>
            <w:iCs w:val="0"/>
            <w:noProof/>
            <w:webHidden/>
          </w:rPr>
          <w:fldChar w:fldCharType="separate"/>
        </w:r>
        <w:r w:rsidRPr="00F67B40">
          <w:rPr>
            <w:i w:val="0"/>
            <w:iCs w:val="0"/>
            <w:noProof/>
            <w:webHidden/>
          </w:rPr>
          <w:t>9-3</w:t>
        </w:r>
        <w:r w:rsidRPr="00F67B40">
          <w:rPr>
            <w:i w:val="0"/>
            <w:iCs w:val="0"/>
            <w:noProof/>
            <w:webHidden/>
          </w:rPr>
          <w:fldChar w:fldCharType="end"/>
        </w:r>
      </w:hyperlink>
    </w:p>
    <w:p w14:paraId="4CBF66A6" w14:textId="7E50BB18" w:rsidR="00F67B40" w:rsidRPr="00F67B40" w:rsidRDefault="00F67B40">
      <w:pPr>
        <w:pStyle w:val="TOC2"/>
        <w:rPr>
          <w:rFonts w:eastAsiaTheme="minorEastAsia"/>
          <w:noProof/>
          <w:kern w:val="2"/>
          <w14:ligatures w14:val="standardContextual"/>
        </w:rPr>
      </w:pPr>
      <w:hyperlink w:anchor="_Toc214882245" w:history="1">
        <w:r w:rsidRPr="00F67B40">
          <w:rPr>
            <w:rStyle w:val="Hyperlink"/>
            <w:noProof/>
          </w:rPr>
          <w:t>9.2</w:t>
        </w:r>
        <w:r w:rsidRPr="00F67B40">
          <w:rPr>
            <w:rFonts w:eastAsiaTheme="minorEastAsia"/>
            <w:noProof/>
            <w:kern w:val="2"/>
            <w14:ligatures w14:val="standardContextual"/>
          </w:rPr>
          <w:tab/>
        </w:r>
        <w:r w:rsidRPr="00F67B40">
          <w:rPr>
            <w:rStyle w:val="Hyperlink"/>
            <w:noProof/>
          </w:rPr>
          <w:t>Settlement Statements for the Day-Ahead Market</w:t>
        </w:r>
        <w:r w:rsidRPr="00F67B40">
          <w:rPr>
            <w:noProof/>
            <w:webHidden/>
          </w:rPr>
          <w:tab/>
        </w:r>
        <w:r w:rsidRPr="00F67B40">
          <w:rPr>
            <w:noProof/>
            <w:webHidden/>
          </w:rPr>
          <w:fldChar w:fldCharType="begin"/>
        </w:r>
        <w:r w:rsidRPr="00F67B40">
          <w:rPr>
            <w:noProof/>
            <w:webHidden/>
          </w:rPr>
          <w:instrText xml:space="preserve"> PAGEREF _Toc214882245 \h </w:instrText>
        </w:r>
        <w:r w:rsidRPr="00F67B40">
          <w:rPr>
            <w:noProof/>
            <w:webHidden/>
          </w:rPr>
        </w:r>
        <w:r w:rsidRPr="00F67B40">
          <w:rPr>
            <w:noProof/>
            <w:webHidden/>
          </w:rPr>
          <w:fldChar w:fldCharType="separate"/>
        </w:r>
        <w:r w:rsidRPr="00F67B40">
          <w:rPr>
            <w:noProof/>
            <w:webHidden/>
          </w:rPr>
          <w:t>9-3</w:t>
        </w:r>
        <w:r w:rsidRPr="00F67B40">
          <w:rPr>
            <w:noProof/>
            <w:webHidden/>
          </w:rPr>
          <w:fldChar w:fldCharType="end"/>
        </w:r>
      </w:hyperlink>
    </w:p>
    <w:p w14:paraId="65D1C31F" w14:textId="32D77EE1" w:rsidR="00F67B40" w:rsidRPr="00F67B40" w:rsidRDefault="00F67B40">
      <w:pPr>
        <w:pStyle w:val="TOC3"/>
        <w:rPr>
          <w:rFonts w:eastAsiaTheme="minorEastAsia"/>
          <w:i w:val="0"/>
          <w:iCs w:val="0"/>
          <w:noProof/>
          <w:kern w:val="2"/>
          <w14:ligatures w14:val="standardContextual"/>
        </w:rPr>
      </w:pPr>
      <w:hyperlink w:anchor="_Toc214882246" w:history="1">
        <w:r w:rsidRPr="00F67B40">
          <w:rPr>
            <w:rStyle w:val="Hyperlink"/>
            <w:i w:val="0"/>
            <w:iCs w:val="0"/>
            <w:noProof/>
          </w:rPr>
          <w:t>9.2.1</w:t>
        </w:r>
        <w:r w:rsidRPr="00F67B40">
          <w:rPr>
            <w:rFonts w:eastAsiaTheme="minorEastAsia"/>
            <w:i w:val="0"/>
            <w:iCs w:val="0"/>
            <w:noProof/>
            <w:kern w:val="2"/>
            <w14:ligatures w14:val="standardContextual"/>
          </w:rPr>
          <w:tab/>
        </w:r>
        <w:r w:rsidRPr="00F67B40">
          <w:rPr>
            <w:rStyle w:val="Hyperlink"/>
            <w:i w:val="0"/>
            <w:iCs w:val="0"/>
            <w:noProof/>
          </w:rPr>
          <w:t>Settlement Statement Process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_Toc214882246 \h </w:instrText>
        </w:r>
        <w:r w:rsidRPr="00F67B40">
          <w:rPr>
            <w:i w:val="0"/>
            <w:iCs w:val="0"/>
            <w:noProof/>
            <w:webHidden/>
          </w:rPr>
        </w:r>
        <w:r w:rsidRPr="00F67B40">
          <w:rPr>
            <w:i w:val="0"/>
            <w:iCs w:val="0"/>
            <w:noProof/>
            <w:webHidden/>
          </w:rPr>
          <w:fldChar w:fldCharType="separate"/>
        </w:r>
        <w:r w:rsidRPr="00F67B40">
          <w:rPr>
            <w:i w:val="0"/>
            <w:iCs w:val="0"/>
            <w:noProof/>
            <w:webHidden/>
          </w:rPr>
          <w:t>9-3</w:t>
        </w:r>
        <w:r w:rsidRPr="00F67B40">
          <w:rPr>
            <w:i w:val="0"/>
            <w:iCs w:val="0"/>
            <w:noProof/>
            <w:webHidden/>
          </w:rPr>
          <w:fldChar w:fldCharType="end"/>
        </w:r>
      </w:hyperlink>
    </w:p>
    <w:p w14:paraId="3B376DC7" w14:textId="68C8E613" w:rsidR="00F67B40" w:rsidRPr="00F67B40" w:rsidRDefault="00F67B40">
      <w:pPr>
        <w:pStyle w:val="TOC3"/>
        <w:rPr>
          <w:rFonts w:eastAsiaTheme="minorEastAsia"/>
          <w:i w:val="0"/>
          <w:iCs w:val="0"/>
          <w:noProof/>
          <w:kern w:val="2"/>
          <w14:ligatures w14:val="standardContextual"/>
        </w:rPr>
      </w:pPr>
      <w:hyperlink w:anchor="_Toc214882247" w:history="1">
        <w:r w:rsidRPr="00F67B40">
          <w:rPr>
            <w:rStyle w:val="Hyperlink"/>
            <w:i w:val="0"/>
            <w:iCs w:val="0"/>
            <w:noProof/>
          </w:rPr>
          <w:t>9.2.2</w:t>
        </w:r>
        <w:r w:rsidRPr="00F67B40">
          <w:rPr>
            <w:rFonts w:eastAsiaTheme="minorEastAsia"/>
            <w:i w:val="0"/>
            <w:iCs w:val="0"/>
            <w:noProof/>
            <w:kern w:val="2"/>
            <w14:ligatures w14:val="standardContextual"/>
          </w:rPr>
          <w:tab/>
        </w:r>
        <w:r w:rsidRPr="00F67B40">
          <w:rPr>
            <w:rStyle w:val="Hyperlink"/>
            <w:i w:val="0"/>
            <w:iCs w:val="0"/>
            <w:noProof/>
          </w:rPr>
          <w:t xml:space="preserve"> Settlement Statements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_Toc214882247 \h </w:instrText>
        </w:r>
        <w:r w:rsidRPr="00F67B40">
          <w:rPr>
            <w:i w:val="0"/>
            <w:iCs w:val="0"/>
            <w:noProof/>
            <w:webHidden/>
          </w:rPr>
        </w:r>
        <w:r w:rsidRPr="00F67B40">
          <w:rPr>
            <w:i w:val="0"/>
            <w:iCs w:val="0"/>
            <w:noProof/>
            <w:webHidden/>
          </w:rPr>
          <w:fldChar w:fldCharType="separate"/>
        </w:r>
        <w:r w:rsidRPr="00F67B40">
          <w:rPr>
            <w:i w:val="0"/>
            <w:iCs w:val="0"/>
            <w:noProof/>
            <w:webHidden/>
          </w:rPr>
          <w:t>9-3</w:t>
        </w:r>
        <w:r w:rsidRPr="00F67B40">
          <w:rPr>
            <w:i w:val="0"/>
            <w:iCs w:val="0"/>
            <w:noProof/>
            <w:webHidden/>
          </w:rPr>
          <w:fldChar w:fldCharType="end"/>
        </w:r>
      </w:hyperlink>
    </w:p>
    <w:p w14:paraId="587B4C40" w14:textId="79995F3D" w:rsidR="00F67B40" w:rsidRPr="00F67B40" w:rsidRDefault="00F67B40">
      <w:pPr>
        <w:pStyle w:val="TOC3"/>
        <w:rPr>
          <w:rFonts w:eastAsiaTheme="minorEastAsia"/>
          <w:i w:val="0"/>
          <w:iCs w:val="0"/>
          <w:noProof/>
          <w:kern w:val="2"/>
          <w14:ligatures w14:val="standardContextual"/>
        </w:rPr>
      </w:pPr>
      <w:hyperlink w:anchor="_Toc214882248" w:history="1">
        <w:r w:rsidRPr="00F67B40">
          <w:rPr>
            <w:rStyle w:val="Hyperlink"/>
            <w:i w:val="0"/>
            <w:iCs w:val="0"/>
            <w:noProof/>
          </w:rPr>
          <w:t>9.2.3</w:t>
        </w:r>
        <w:r w:rsidRPr="00F67B40">
          <w:rPr>
            <w:rFonts w:eastAsiaTheme="minorEastAsia"/>
            <w:i w:val="0"/>
            <w:iCs w:val="0"/>
            <w:noProof/>
            <w:kern w:val="2"/>
            <w14:ligatures w14:val="standardContextual"/>
          </w:rPr>
          <w:tab/>
        </w:r>
        <w:r w:rsidRPr="00F67B40">
          <w:rPr>
            <w:rStyle w:val="Hyperlink"/>
            <w:i w:val="0"/>
            <w:iCs w:val="0"/>
            <w:noProof/>
          </w:rPr>
          <w:t>DAM Settlement Charge Types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_Toc214882248 \h </w:instrText>
        </w:r>
        <w:r w:rsidRPr="00F67B40">
          <w:rPr>
            <w:i w:val="0"/>
            <w:iCs w:val="0"/>
            <w:noProof/>
            <w:webHidden/>
          </w:rPr>
        </w:r>
        <w:r w:rsidRPr="00F67B40">
          <w:rPr>
            <w:i w:val="0"/>
            <w:iCs w:val="0"/>
            <w:noProof/>
            <w:webHidden/>
          </w:rPr>
          <w:fldChar w:fldCharType="separate"/>
        </w:r>
        <w:r w:rsidRPr="00F67B40">
          <w:rPr>
            <w:i w:val="0"/>
            <w:iCs w:val="0"/>
            <w:noProof/>
            <w:webHidden/>
          </w:rPr>
          <w:t>9-4</w:t>
        </w:r>
        <w:r w:rsidRPr="00F67B40">
          <w:rPr>
            <w:i w:val="0"/>
            <w:iCs w:val="0"/>
            <w:noProof/>
            <w:webHidden/>
          </w:rPr>
          <w:fldChar w:fldCharType="end"/>
        </w:r>
      </w:hyperlink>
    </w:p>
    <w:p w14:paraId="0D290EBE" w14:textId="5076F342" w:rsidR="00F67B40" w:rsidRPr="00F67B40" w:rsidRDefault="00F67B40">
      <w:pPr>
        <w:pStyle w:val="TOC3"/>
        <w:rPr>
          <w:rFonts w:eastAsiaTheme="minorEastAsia"/>
          <w:i w:val="0"/>
          <w:iCs w:val="0"/>
          <w:noProof/>
          <w:kern w:val="2"/>
          <w14:ligatures w14:val="standardContextual"/>
        </w:rPr>
      </w:pPr>
      <w:hyperlink w:anchor="_Toc214882249" w:history="1">
        <w:r w:rsidRPr="00F67B40">
          <w:rPr>
            <w:rStyle w:val="Hyperlink"/>
            <w:i w:val="0"/>
            <w:iCs w:val="0"/>
            <w:noProof/>
          </w:rPr>
          <w:t>9.2.4</w:t>
        </w:r>
        <w:r w:rsidRPr="00F67B40">
          <w:rPr>
            <w:rFonts w:eastAsiaTheme="minorEastAsia"/>
            <w:i w:val="0"/>
            <w:iCs w:val="0"/>
            <w:noProof/>
            <w:kern w:val="2"/>
            <w14:ligatures w14:val="standardContextual"/>
          </w:rPr>
          <w:tab/>
        </w:r>
        <w:r w:rsidRPr="00F67B40">
          <w:rPr>
            <w:rStyle w:val="Hyperlink"/>
            <w:i w:val="0"/>
            <w:iCs w:val="0"/>
            <w:noProof/>
          </w:rPr>
          <w:t>DAM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_Toc214882249 \h </w:instrText>
        </w:r>
        <w:r w:rsidRPr="00F67B40">
          <w:rPr>
            <w:i w:val="0"/>
            <w:iCs w:val="0"/>
            <w:noProof/>
            <w:webHidden/>
          </w:rPr>
        </w:r>
        <w:r w:rsidRPr="00F67B40">
          <w:rPr>
            <w:i w:val="0"/>
            <w:iCs w:val="0"/>
            <w:noProof/>
            <w:webHidden/>
          </w:rPr>
          <w:fldChar w:fldCharType="separate"/>
        </w:r>
        <w:r w:rsidRPr="00F67B40">
          <w:rPr>
            <w:i w:val="0"/>
            <w:iCs w:val="0"/>
            <w:noProof/>
            <w:webHidden/>
          </w:rPr>
          <w:t>9-5</w:t>
        </w:r>
        <w:r w:rsidRPr="00F67B40">
          <w:rPr>
            <w:i w:val="0"/>
            <w:iCs w:val="0"/>
            <w:noProof/>
            <w:webHidden/>
          </w:rPr>
          <w:fldChar w:fldCharType="end"/>
        </w:r>
      </w:hyperlink>
    </w:p>
    <w:p w14:paraId="7B273A2E" w14:textId="1CE147C4" w:rsidR="00F67B40" w:rsidRPr="00F67B40" w:rsidRDefault="00F67B40">
      <w:pPr>
        <w:pStyle w:val="TOC3"/>
        <w:rPr>
          <w:rFonts w:eastAsiaTheme="minorEastAsia"/>
          <w:i w:val="0"/>
          <w:iCs w:val="0"/>
          <w:noProof/>
          <w:kern w:val="2"/>
          <w14:ligatures w14:val="standardContextual"/>
        </w:rPr>
      </w:pPr>
      <w:hyperlink w:anchor="_Toc214882250" w:history="1">
        <w:r w:rsidRPr="00F67B40">
          <w:rPr>
            <w:rStyle w:val="Hyperlink"/>
            <w:i w:val="0"/>
            <w:iCs w:val="0"/>
            <w:noProof/>
          </w:rPr>
          <w:t>9.2.5</w:t>
        </w:r>
        <w:r w:rsidRPr="00F67B40">
          <w:rPr>
            <w:rFonts w:eastAsiaTheme="minorEastAsia"/>
            <w:i w:val="0"/>
            <w:iCs w:val="0"/>
            <w:noProof/>
            <w:kern w:val="2"/>
            <w14:ligatures w14:val="standardContextual"/>
          </w:rPr>
          <w:tab/>
        </w:r>
        <w:r w:rsidRPr="00F67B40">
          <w:rPr>
            <w:rStyle w:val="Hyperlink"/>
            <w:i w:val="0"/>
            <w:iCs w:val="0"/>
            <w:noProof/>
          </w:rPr>
          <w:t>DAM Resettlement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_Toc214882250 \h </w:instrText>
        </w:r>
        <w:r w:rsidRPr="00F67B40">
          <w:rPr>
            <w:i w:val="0"/>
            <w:iCs w:val="0"/>
            <w:noProof/>
            <w:webHidden/>
          </w:rPr>
        </w:r>
        <w:r w:rsidRPr="00F67B40">
          <w:rPr>
            <w:i w:val="0"/>
            <w:iCs w:val="0"/>
            <w:noProof/>
            <w:webHidden/>
          </w:rPr>
          <w:fldChar w:fldCharType="separate"/>
        </w:r>
        <w:r w:rsidRPr="00F67B40">
          <w:rPr>
            <w:i w:val="0"/>
            <w:iCs w:val="0"/>
            <w:noProof/>
            <w:webHidden/>
          </w:rPr>
          <w:t>9-5</w:t>
        </w:r>
        <w:r w:rsidRPr="00F67B40">
          <w:rPr>
            <w:i w:val="0"/>
            <w:iCs w:val="0"/>
            <w:noProof/>
            <w:webHidden/>
          </w:rPr>
          <w:fldChar w:fldCharType="end"/>
        </w:r>
      </w:hyperlink>
    </w:p>
    <w:p w14:paraId="2AEFE887" w14:textId="31CE5235" w:rsidR="00F67B40" w:rsidRPr="00F67B40" w:rsidRDefault="00F67B40">
      <w:pPr>
        <w:pStyle w:val="TOC3"/>
        <w:rPr>
          <w:rFonts w:eastAsiaTheme="minorEastAsia"/>
          <w:i w:val="0"/>
          <w:iCs w:val="0"/>
          <w:noProof/>
          <w:kern w:val="2"/>
          <w14:ligatures w14:val="standardContextual"/>
        </w:rPr>
      </w:pPr>
      <w:hyperlink w:anchor="_Toc214882251" w:history="1">
        <w:r w:rsidRPr="00F67B40">
          <w:rPr>
            <w:rStyle w:val="Hyperlink"/>
            <w:i w:val="0"/>
            <w:iCs w:val="0"/>
            <w:noProof/>
          </w:rPr>
          <w:t>9.2.6</w:t>
        </w:r>
        <w:r w:rsidRPr="00F67B40">
          <w:rPr>
            <w:rFonts w:eastAsiaTheme="minorEastAsia"/>
            <w:i w:val="0"/>
            <w:iCs w:val="0"/>
            <w:noProof/>
            <w:kern w:val="2"/>
            <w14:ligatures w14:val="standardContextual"/>
          </w:rPr>
          <w:tab/>
        </w:r>
        <w:r w:rsidRPr="00F67B40">
          <w:rPr>
            <w:rStyle w:val="Hyperlink"/>
            <w:i w:val="0"/>
            <w:iCs w:val="0"/>
            <w:noProof/>
          </w:rPr>
          <w:t>Notice of Resettlement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_Toc214882251 \h </w:instrText>
        </w:r>
        <w:r w:rsidRPr="00F67B40">
          <w:rPr>
            <w:i w:val="0"/>
            <w:iCs w:val="0"/>
            <w:noProof/>
            <w:webHidden/>
          </w:rPr>
        </w:r>
        <w:r w:rsidRPr="00F67B40">
          <w:rPr>
            <w:i w:val="0"/>
            <w:iCs w:val="0"/>
            <w:noProof/>
            <w:webHidden/>
          </w:rPr>
          <w:fldChar w:fldCharType="separate"/>
        </w:r>
        <w:r w:rsidRPr="00F67B40">
          <w:rPr>
            <w:i w:val="0"/>
            <w:iCs w:val="0"/>
            <w:noProof/>
            <w:webHidden/>
          </w:rPr>
          <w:t>9-6</w:t>
        </w:r>
        <w:r w:rsidRPr="00F67B40">
          <w:rPr>
            <w:i w:val="0"/>
            <w:iCs w:val="0"/>
            <w:noProof/>
            <w:webHidden/>
          </w:rPr>
          <w:fldChar w:fldCharType="end"/>
        </w:r>
      </w:hyperlink>
    </w:p>
    <w:p w14:paraId="50B85996" w14:textId="23488B65" w:rsidR="00F67B40" w:rsidRPr="00F67B40" w:rsidRDefault="00F67B40">
      <w:pPr>
        <w:pStyle w:val="TOC3"/>
        <w:rPr>
          <w:rFonts w:eastAsiaTheme="minorEastAsia"/>
          <w:i w:val="0"/>
          <w:iCs w:val="0"/>
          <w:noProof/>
          <w:kern w:val="2"/>
          <w14:ligatures w14:val="standardContextual"/>
        </w:rPr>
      </w:pPr>
      <w:hyperlink w:anchor="_Toc214882252" w:history="1">
        <w:r w:rsidRPr="00F67B40">
          <w:rPr>
            <w:rStyle w:val="Hyperlink"/>
            <w:i w:val="0"/>
            <w:iCs w:val="0"/>
            <w:noProof/>
          </w:rPr>
          <w:t>9.2.7</w:t>
        </w:r>
        <w:r w:rsidRPr="00F67B40">
          <w:rPr>
            <w:rFonts w:eastAsiaTheme="minorEastAsia"/>
            <w:i w:val="0"/>
            <w:iCs w:val="0"/>
            <w:noProof/>
            <w:kern w:val="2"/>
            <w14:ligatures w14:val="standardContextual"/>
          </w:rPr>
          <w:tab/>
        </w:r>
        <w:r w:rsidRPr="00F67B40">
          <w:rPr>
            <w:rStyle w:val="Hyperlink"/>
            <w:i w:val="0"/>
            <w:iCs w:val="0"/>
            <w:noProof/>
          </w:rPr>
          <w:t>Confirmation of Statement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_Toc214882252 \h </w:instrText>
        </w:r>
        <w:r w:rsidRPr="00F67B40">
          <w:rPr>
            <w:i w:val="0"/>
            <w:iCs w:val="0"/>
            <w:noProof/>
            <w:webHidden/>
          </w:rPr>
        </w:r>
        <w:r w:rsidRPr="00F67B40">
          <w:rPr>
            <w:i w:val="0"/>
            <w:iCs w:val="0"/>
            <w:noProof/>
            <w:webHidden/>
          </w:rPr>
          <w:fldChar w:fldCharType="separate"/>
        </w:r>
        <w:r w:rsidRPr="00F67B40">
          <w:rPr>
            <w:i w:val="0"/>
            <w:iCs w:val="0"/>
            <w:noProof/>
            <w:webHidden/>
          </w:rPr>
          <w:t>9-6</w:t>
        </w:r>
        <w:r w:rsidRPr="00F67B40">
          <w:rPr>
            <w:i w:val="0"/>
            <w:iCs w:val="0"/>
            <w:noProof/>
            <w:webHidden/>
          </w:rPr>
          <w:fldChar w:fldCharType="end"/>
        </w:r>
      </w:hyperlink>
    </w:p>
    <w:p w14:paraId="4B51A177" w14:textId="0D76E513" w:rsidR="00F67B40" w:rsidRPr="00F67B40" w:rsidRDefault="00F67B40">
      <w:pPr>
        <w:pStyle w:val="TOC3"/>
        <w:rPr>
          <w:rFonts w:eastAsiaTheme="minorEastAsia"/>
          <w:i w:val="0"/>
          <w:iCs w:val="0"/>
          <w:noProof/>
          <w:kern w:val="2"/>
          <w14:ligatures w14:val="standardContextual"/>
        </w:rPr>
      </w:pPr>
      <w:hyperlink w:anchor="_Toc214882253" w:history="1">
        <w:r w:rsidRPr="00F67B40">
          <w:rPr>
            <w:rStyle w:val="Hyperlink"/>
            <w:i w:val="0"/>
            <w:iCs w:val="0"/>
            <w:noProof/>
          </w:rPr>
          <w:t>9.2.8</w:t>
        </w:r>
        <w:r w:rsidRPr="00F67B40">
          <w:rPr>
            <w:rFonts w:eastAsiaTheme="minorEastAsia"/>
            <w:i w:val="0"/>
            <w:iCs w:val="0"/>
            <w:noProof/>
            <w:kern w:val="2"/>
            <w14:ligatures w14:val="standardContextual"/>
          </w:rPr>
          <w:tab/>
        </w:r>
        <w:r w:rsidRPr="00F67B40">
          <w:rPr>
            <w:rStyle w:val="Hyperlink"/>
            <w:i w:val="0"/>
            <w:iCs w:val="0"/>
            <w:noProof/>
          </w:rPr>
          <w:t>Validation of the Settlement Statement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_Toc214882253 \h </w:instrText>
        </w:r>
        <w:r w:rsidRPr="00F67B40">
          <w:rPr>
            <w:i w:val="0"/>
            <w:iCs w:val="0"/>
            <w:noProof/>
            <w:webHidden/>
          </w:rPr>
        </w:r>
        <w:r w:rsidRPr="00F67B40">
          <w:rPr>
            <w:i w:val="0"/>
            <w:iCs w:val="0"/>
            <w:noProof/>
            <w:webHidden/>
          </w:rPr>
          <w:fldChar w:fldCharType="separate"/>
        </w:r>
        <w:r w:rsidRPr="00F67B40">
          <w:rPr>
            <w:i w:val="0"/>
            <w:iCs w:val="0"/>
            <w:noProof/>
            <w:webHidden/>
          </w:rPr>
          <w:t>9-7</w:t>
        </w:r>
        <w:r w:rsidRPr="00F67B40">
          <w:rPr>
            <w:i w:val="0"/>
            <w:iCs w:val="0"/>
            <w:noProof/>
            <w:webHidden/>
          </w:rPr>
          <w:fldChar w:fldCharType="end"/>
        </w:r>
      </w:hyperlink>
    </w:p>
    <w:p w14:paraId="15AC2122" w14:textId="70D79C39" w:rsidR="00F67B40" w:rsidRPr="00F67B40" w:rsidRDefault="00F67B40">
      <w:pPr>
        <w:pStyle w:val="TOC3"/>
        <w:rPr>
          <w:rFonts w:eastAsiaTheme="minorEastAsia"/>
          <w:i w:val="0"/>
          <w:iCs w:val="0"/>
          <w:noProof/>
          <w:kern w:val="2"/>
          <w14:ligatures w14:val="standardContextual"/>
        </w:rPr>
      </w:pPr>
      <w:hyperlink w:anchor="_Toc214882254" w:history="1">
        <w:r w:rsidRPr="00F67B40">
          <w:rPr>
            <w:rStyle w:val="Hyperlink"/>
            <w:i w:val="0"/>
            <w:iCs w:val="0"/>
            <w:noProof/>
          </w:rPr>
          <w:t>9.2.9</w:t>
        </w:r>
        <w:r w:rsidRPr="00F67B40">
          <w:rPr>
            <w:rFonts w:eastAsiaTheme="minorEastAsia"/>
            <w:i w:val="0"/>
            <w:iCs w:val="0"/>
            <w:noProof/>
            <w:kern w:val="2"/>
            <w14:ligatures w14:val="standardContextual"/>
          </w:rPr>
          <w:tab/>
        </w:r>
        <w:r w:rsidRPr="00F67B40">
          <w:rPr>
            <w:rStyle w:val="Hyperlink"/>
            <w:i w:val="0"/>
            <w:iCs w:val="0"/>
            <w:noProof/>
          </w:rPr>
          <w:t>Suspension of Issuing Settlement Statements for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_Toc214882254 \h </w:instrText>
        </w:r>
        <w:r w:rsidRPr="00F67B40">
          <w:rPr>
            <w:i w:val="0"/>
            <w:iCs w:val="0"/>
            <w:noProof/>
            <w:webHidden/>
          </w:rPr>
        </w:r>
        <w:r w:rsidRPr="00F67B40">
          <w:rPr>
            <w:i w:val="0"/>
            <w:iCs w:val="0"/>
            <w:noProof/>
            <w:webHidden/>
          </w:rPr>
          <w:fldChar w:fldCharType="separate"/>
        </w:r>
        <w:r w:rsidRPr="00F67B40">
          <w:rPr>
            <w:i w:val="0"/>
            <w:iCs w:val="0"/>
            <w:noProof/>
            <w:webHidden/>
          </w:rPr>
          <w:t>9-7</w:t>
        </w:r>
        <w:r w:rsidRPr="00F67B40">
          <w:rPr>
            <w:i w:val="0"/>
            <w:iCs w:val="0"/>
            <w:noProof/>
            <w:webHidden/>
          </w:rPr>
          <w:fldChar w:fldCharType="end"/>
        </w:r>
      </w:hyperlink>
    </w:p>
    <w:p w14:paraId="077FD319" w14:textId="4B42D073" w:rsidR="00F67B40" w:rsidRPr="00F67B40" w:rsidRDefault="00F67B40">
      <w:pPr>
        <w:pStyle w:val="TOC2"/>
        <w:rPr>
          <w:rFonts w:eastAsiaTheme="minorEastAsia"/>
          <w:noProof/>
          <w:kern w:val="2"/>
          <w14:ligatures w14:val="standardContextual"/>
        </w:rPr>
      </w:pPr>
      <w:hyperlink w:anchor="_Toc214882255" w:history="1">
        <w:r w:rsidRPr="00F67B40">
          <w:rPr>
            <w:rStyle w:val="Hyperlink"/>
            <w:noProof/>
          </w:rPr>
          <w:t>9.3</w:t>
        </w:r>
        <w:r w:rsidRPr="00F67B40">
          <w:rPr>
            <w:rFonts w:eastAsiaTheme="minorEastAsia"/>
            <w:noProof/>
            <w:kern w:val="2"/>
            <w14:ligatures w14:val="standardContextual"/>
          </w:rPr>
          <w:tab/>
        </w:r>
        <w:r w:rsidRPr="00F67B40">
          <w:rPr>
            <w:rStyle w:val="Hyperlink"/>
            <w:noProof/>
          </w:rPr>
          <w:t>[RESERVED]</w:t>
        </w:r>
        <w:r w:rsidRPr="00F67B40">
          <w:rPr>
            <w:noProof/>
            <w:webHidden/>
          </w:rPr>
          <w:tab/>
        </w:r>
        <w:r w:rsidRPr="00F67B40">
          <w:rPr>
            <w:noProof/>
            <w:webHidden/>
          </w:rPr>
          <w:fldChar w:fldCharType="begin"/>
        </w:r>
        <w:r w:rsidRPr="00F67B40">
          <w:rPr>
            <w:noProof/>
            <w:webHidden/>
          </w:rPr>
          <w:instrText xml:space="preserve"> PAGEREF _Toc214882255 \h </w:instrText>
        </w:r>
        <w:r w:rsidRPr="00F67B40">
          <w:rPr>
            <w:noProof/>
            <w:webHidden/>
          </w:rPr>
        </w:r>
        <w:r w:rsidRPr="00F67B40">
          <w:rPr>
            <w:noProof/>
            <w:webHidden/>
          </w:rPr>
          <w:fldChar w:fldCharType="separate"/>
        </w:r>
        <w:r w:rsidRPr="00F67B40">
          <w:rPr>
            <w:noProof/>
            <w:webHidden/>
          </w:rPr>
          <w:t>9-7</w:t>
        </w:r>
        <w:r w:rsidRPr="00F67B40">
          <w:rPr>
            <w:noProof/>
            <w:webHidden/>
          </w:rPr>
          <w:fldChar w:fldCharType="end"/>
        </w:r>
      </w:hyperlink>
    </w:p>
    <w:p w14:paraId="4DD20CF8" w14:textId="079FCB4A" w:rsidR="00F67B40" w:rsidRPr="00F67B40" w:rsidRDefault="00F67B40">
      <w:pPr>
        <w:pStyle w:val="TOC2"/>
        <w:rPr>
          <w:rFonts w:eastAsiaTheme="minorEastAsia"/>
          <w:noProof/>
          <w:kern w:val="2"/>
          <w14:ligatures w14:val="standardContextual"/>
        </w:rPr>
      </w:pPr>
      <w:hyperlink w:anchor="_Toc214882256" w:history="1">
        <w:r w:rsidRPr="00F67B40">
          <w:rPr>
            <w:rStyle w:val="Hyperlink"/>
            <w:noProof/>
          </w:rPr>
          <w:t>9.4</w:t>
        </w:r>
        <w:r w:rsidRPr="00F67B40">
          <w:rPr>
            <w:rFonts w:eastAsiaTheme="minorEastAsia"/>
            <w:noProof/>
            <w:kern w:val="2"/>
            <w14:ligatures w14:val="standardContextual"/>
          </w:rPr>
          <w:tab/>
        </w:r>
        <w:r w:rsidRPr="00F67B40">
          <w:rPr>
            <w:rStyle w:val="Hyperlink"/>
            <w:noProof/>
          </w:rPr>
          <w:t>[RESERVED]</w:t>
        </w:r>
        <w:r w:rsidRPr="00F67B40">
          <w:rPr>
            <w:noProof/>
            <w:webHidden/>
          </w:rPr>
          <w:tab/>
        </w:r>
        <w:r w:rsidRPr="00F67B40">
          <w:rPr>
            <w:noProof/>
            <w:webHidden/>
          </w:rPr>
          <w:fldChar w:fldCharType="begin"/>
        </w:r>
        <w:r w:rsidRPr="00F67B40">
          <w:rPr>
            <w:noProof/>
            <w:webHidden/>
          </w:rPr>
          <w:instrText xml:space="preserve"> PAGEREF _Toc214882256 \h </w:instrText>
        </w:r>
        <w:r w:rsidRPr="00F67B40">
          <w:rPr>
            <w:noProof/>
            <w:webHidden/>
          </w:rPr>
        </w:r>
        <w:r w:rsidRPr="00F67B40">
          <w:rPr>
            <w:noProof/>
            <w:webHidden/>
          </w:rPr>
          <w:fldChar w:fldCharType="separate"/>
        </w:r>
        <w:r w:rsidRPr="00F67B40">
          <w:rPr>
            <w:noProof/>
            <w:webHidden/>
          </w:rPr>
          <w:t>9-7</w:t>
        </w:r>
        <w:r w:rsidRPr="00F67B40">
          <w:rPr>
            <w:noProof/>
            <w:webHidden/>
          </w:rPr>
          <w:fldChar w:fldCharType="end"/>
        </w:r>
      </w:hyperlink>
    </w:p>
    <w:p w14:paraId="0E486A5A" w14:textId="65247F30" w:rsidR="00F67B40" w:rsidRPr="00F67B40" w:rsidRDefault="00F67B40">
      <w:pPr>
        <w:pStyle w:val="TOC2"/>
        <w:rPr>
          <w:rFonts w:eastAsiaTheme="minorEastAsia"/>
          <w:noProof/>
          <w:kern w:val="2"/>
          <w14:ligatures w14:val="standardContextual"/>
        </w:rPr>
      </w:pPr>
      <w:hyperlink w:anchor="_Toc214882257" w:history="1">
        <w:r w:rsidRPr="00F67B40">
          <w:rPr>
            <w:rStyle w:val="Hyperlink"/>
            <w:noProof/>
          </w:rPr>
          <w:t>9.5</w:t>
        </w:r>
        <w:r w:rsidRPr="00F67B40">
          <w:rPr>
            <w:rFonts w:eastAsiaTheme="minorEastAsia"/>
            <w:noProof/>
            <w:kern w:val="2"/>
            <w14:ligatures w14:val="standardContextual"/>
          </w:rPr>
          <w:tab/>
        </w:r>
        <w:r w:rsidRPr="00F67B40">
          <w:rPr>
            <w:rStyle w:val="Hyperlink"/>
            <w:noProof/>
          </w:rPr>
          <w:t>Settlement Statements for Real-Time Market</w:t>
        </w:r>
        <w:r w:rsidRPr="00F67B40">
          <w:rPr>
            <w:noProof/>
            <w:webHidden/>
          </w:rPr>
          <w:tab/>
        </w:r>
        <w:r w:rsidRPr="00F67B40">
          <w:rPr>
            <w:noProof/>
            <w:webHidden/>
          </w:rPr>
          <w:fldChar w:fldCharType="begin"/>
        </w:r>
        <w:r w:rsidRPr="00F67B40">
          <w:rPr>
            <w:noProof/>
            <w:webHidden/>
          </w:rPr>
          <w:instrText xml:space="preserve"> PAGEREF _Toc214882257 \h </w:instrText>
        </w:r>
        <w:r w:rsidRPr="00F67B40">
          <w:rPr>
            <w:noProof/>
            <w:webHidden/>
          </w:rPr>
        </w:r>
        <w:r w:rsidRPr="00F67B40">
          <w:rPr>
            <w:noProof/>
            <w:webHidden/>
          </w:rPr>
          <w:fldChar w:fldCharType="separate"/>
        </w:r>
        <w:r w:rsidRPr="00F67B40">
          <w:rPr>
            <w:noProof/>
            <w:webHidden/>
          </w:rPr>
          <w:t>9-7</w:t>
        </w:r>
        <w:r w:rsidRPr="00F67B40">
          <w:rPr>
            <w:noProof/>
            <w:webHidden/>
          </w:rPr>
          <w:fldChar w:fldCharType="end"/>
        </w:r>
      </w:hyperlink>
    </w:p>
    <w:p w14:paraId="0B24B386" w14:textId="08C7FBD2" w:rsidR="00F67B40" w:rsidRPr="00F67B40" w:rsidRDefault="00F67B40">
      <w:pPr>
        <w:pStyle w:val="TOC3"/>
        <w:rPr>
          <w:rFonts w:eastAsiaTheme="minorEastAsia"/>
          <w:i w:val="0"/>
          <w:iCs w:val="0"/>
          <w:noProof/>
          <w:kern w:val="2"/>
          <w14:ligatures w14:val="standardContextual"/>
        </w:rPr>
      </w:pPr>
      <w:hyperlink w:anchor="_Toc214882258" w:history="1">
        <w:r w:rsidRPr="00F67B40">
          <w:rPr>
            <w:rStyle w:val="Hyperlink"/>
            <w:i w:val="0"/>
            <w:iCs w:val="0"/>
            <w:noProof/>
          </w:rPr>
          <w:t>9.5.1</w:t>
        </w:r>
        <w:r w:rsidRPr="00F67B40">
          <w:rPr>
            <w:rFonts w:eastAsiaTheme="minorEastAsia"/>
            <w:i w:val="0"/>
            <w:iCs w:val="0"/>
            <w:noProof/>
            <w:kern w:val="2"/>
            <w14:ligatures w14:val="standardContextual"/>
          </w:rPr>
          <w:tab/>
        </w:r>
        <w:r w:rsidRPr="00F67B40">
          <w:rPr>
            <w:rStyle w:val="Hyperlink"/>
            <w:i w:val="0"/>
            <w:iCs w:val="0"/>
            <w:noProof/>
          </w:rPr>
          <w:t>Settlement Statement Process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_Toc214882258 \h </w:instrText>
        </w:r>
        <w:r w:rsidRPr="00F67B40">
          <w:rPr>
            <w:i w:val="0"/>
            <w:iCs w:val="0"/>
            <w:noProof/>
            <w:webHidden/>
          </w:rPr>
        </w:r>
        <w:r w:rsidRPr="00F67B40">
          <w:rPr>
            <w:i w:val="0"/>
            <w:iCs w:val="0"/>
            <w:noProof/>
            <w:webHidden/>
          </w:rPr>
          <w:fldChar w:fldCharType="separate"/>
        </w:r>
        <w:r w:rsidRPr="00F67B40">
          <w:rPr>
            <w:i w:val="0"/>
            <w:iCs w:val="0"/>
            <w:noProof/>
            <w:webHidden/>
          </w:rPr>
          <w:t>9-7</w:t>
        </w:r>
        <w:r w:rsidRPr="00F67B40">
          <w:rPr>
            <w:i w:val="0"/>
            <w:iCs w:val="0"/>
            <w:noProof/>
            <w:webHidden/>
          </w:rPr>
          <w:fldChar w:fldCharType="end"/>
        </w:r>
      </w:hyperlink>
    </w:p>
    <w:p w14:paraId="1A07D155" w14:textId="56DC8385" w:rsidR="00F67B40" w:rsidRPr="00F67B40" w:rsidRDefault="00F67B40">
      <w:pPr>
        <w:pStyle w:val="TOC3"/>
        <w:rPr>
          <w:rFonts w:eastAsiaTheme="minorEastAsia"/>
          <w:i w:val="0"/>
          <w:iCs w:val="0"/>
          <w:noProof/>
          <w:kern w:val="2"/>
          <w14:ligatures w14:val="standardContextual"/>
        </w:rPr>
      </w:pPr>
      <w:hyperlink w:anchor="_Toc214882259" w:history="1">
        <w:r w:rsidRPr="00F67B40">
          <w:rPr>
            <w:rStyle w:val="Hyperlink"/>
            <w:i w:val="0"/>
            <w:iCs w:val="0"/>
            <w:noProof/>
          </w:rPr>
          <w:t>9.5.2</w:t>
        </w:r>
        <w:r w:rsidRPr="00F67B40">
          <w:rPr>
            <w:rFonts w:eastAsiaTheme="minorEastAsia"/>
            <w:i w:val="0"/>
            <w:iCs w:val="0"/>
            <w:noProof/>
            <w:kern w:val="2"/>
            <w14:ligatures w14:val="standardContextual"/>
          </w:rPr>
          <w:tab/>
        </w:r>
        <w:r w:rsidRPr="00F67B40">
          <w:rPr>
            <w:rStyle w:val="Hyperlink"/>
            <w:i w:val="0"/>
            <w:iCs w:val="0"/>
            <w:noProof/>
          </w:rPr>
          <w:t>Settlement Statements for the RTM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_Toc214882259 \h </w:instrText>
        </w:r>
        <w:r w:rsidRPr="00F67B40">
          <w:rPr>
            <w:i w:val="0"/>
            <w:iCs w:val="0"/>
            <w:noProof/>
            <w:webHidden/>
          </w:rPr>
        </w:r>
        <w:r w:rsidRPr="00F67B40">
          <w:rPr>
            <w:i w:val="0"/>
            <w:iCs w:val="0"/>
            <w:noProof/>
            <w:webHidden/>
          </w:rPr>
          <w:fldChar w:fldCharType="separate"/>
        </w:r>
        <w:r w:rsidRPr="00F67B40">
          <w:rPr>
            <w:i w:val="0"/>
            <w:iCs w:val="0"/>
            <w:noProof/>
            <w:webHidden/>
          </w:rPr>
          <w:t>9-7</w:t>
        </w:r>
        <w:r w:rsidRPr="00F67B40">
          <w:rPr>
            <w:i w:val="0"/>
            <w:iCs w:val="0"/>
            <w:noProof/>
            <w:webHidden/>
          </w:rPr>
          <w:fldChar w:fldCharType="end"/>
        </w:r>
      </w:hyperlink>
    </w:p>
    <w:p w14:paraId="38F65F74" w14:textId="138D704A" w:rsidR="00F67B40" w:rsidRPr="00F67B40" w:rsidRDefault="00F67B40">
      <w:pPr>
        <w:pStyle w:val="TOC3"/>
        <w:rPr>
          <w:rFonts w:eastAsiaTheme="minorEastAsia"/>
          <w:i w:val="0"/>
          <w:iCs w:val="0"/>
          <w:noProof/>
          <w:kern w:val="2"/>
          <w14:ligatures w14:val="standardContextual"/>
        </w:rPr>
      </w:pPr>
      <w:hyperlink w:anchor="_Toc214882260" w:history="1">
        <w:r w:rsidRPr="00F67B40">
          <w:rPr>
            <w:rStyle w:val="Hyperlink"/>
            <w:i w:val="0"/>
            <w:iCs w:val="0"/>
            <w:noProof/>
          </w:rPr>
          <w:t>9.5.3</w:t>
        </w:r>
        <w:r w:rsidRPr="00F67B40">
          <w:rPr>
            <w:rFonts w:eastAsiaTheme="minorEastAsia"/>
            <w:i w:val="0"/>
            <w:iCs w:val="0"/>
            <w:noProof/>
            <w:kern w:val="2"/>
            <w14:ligatures w14:val="standardContextual"/>
          </w:rPr>
          <w:tab/>
        </w:r>
        <w:r w:rsidRPr="00F67B40">
          <w:rPr>
            <w:rStyle w:val="Hyperlink"/>
            <w:i w:val="0"/>
            <w:iCs w:val="0"/>
            <w:noProof/>
          </w:rPr>
          <w:t>Real-Time Market Settlement Charge Types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_Toc214882260 \h </w:instrText>
        </w:r>
        <w:r w:rsidRPr="00F67B40">
          <w:rPr>
            <w:i w:val="0"/>
            <w:iCs w:val="0"/>
            <w:noProof/>
            <w:webHidden/>
          </w:rPr>
        </w:r>
        <w:r w:rsidRPr="00F67B40">
          <w:rPr>
            <w:i w:val="0"/>
            <w:iCs w:val="0"/>
            <w:noProof/>
            <w:webHidden/>
          </w:rPr>
          <w:fldChar w:fldCharType="separate"/>
        </w:r>
        <w:r w:rsidRPr="00F67B40">
          <w:rPr>
            <w:i w:val="0"/>
            <w:iCs w:val="0"/>
            <w:noProof/>
            <w:webHidden/>
          </w:rPr>
          <w:t>9-9</w:t>
        </w:r>
        <w:r w:rsidRPr="00F67B40">
          <w:rPr>
            <w:i w:val="0"/>
            <w:iCs w:val="0"/>
            <w:noProof/>
            <w:webHidden/>
          </w:rPr>
          <w:fldChar w:fldCharType="end"/>
        </w:r>
      </w:hyperlink>
    </w:p>
    <w:p w14:paraId="5EB8BA1C" w14:textId="5060EE21" w:rsidR="00F67B40" w:rsidRPr="00F67B40" w:rsidRDefault="00F67B40">
      <w:pPr>
        <w:pStyle w:val="TOC3"/>
        <w:rPr>
          <w:rFonts w:eastAsiaTheme="minorEastAsia"/>
          <w:i w:val="0"/>
          <w:iCs w:val="0"/>
          <w:noProof/>
          <w:kern w:val="2"/>
          <w14:ligatures w14:val="standardContextual"/>
        </w:rPr>
      </w:pPr>
      <w:hyperlink w:anchor="_Toc214882261" w:history="1">
        <w:r w:rsidRPr="00F67B40">
          <w:rPr>
            <w:rStyle w:val="Hyperlink"/>
            <w:i w:val="0"/>
            <w:iCs w:val="0"/>
            <w:noProof/>
          </w:rPr>
          <w:t>9.5.4</w:t>
        </w:r>
        <w:r w:rsidRPr="00F67B40">
          <w:rPr>
            <w:rFonts w:eastAsiaTheme="minorEastAsia"/>
            <w:i w:val="0"/>
            <w:iCs w:val="0"/>
            <w:noProof/>
            <w:kern w:val="2"/>
            <w14:ligatures w14:val="standardContextual"/>
          </w:rPr>
          <w:tab/>
        </w:r>
        <w:r w:rsidRPr="00F67B40">
          <w:rPr>
            <w:rStyle w:val="Hyperlink"/>
            <w:i w:val="0"/>
            <w:iCs w:val="0"/>
            <w:noProof/>
          </w:rPr>
          <w:t>RTM Initial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_Toc214882261 \h </w:instrText>
        </w:r>
        <w:r w:rsidRPr="00F67B40">
          <w:rPr>
            <w:i w:val="0"/>
            <w:iCs w:val="0"/>
            <w:noProof/>
            <w:webHidden/>
          </w:rPr>
        </w:r>
        <w:r w:rsidRPr="00F67B40">
          <w:rPr>
            <w:i w:val="0"/>
            <w:iCs w:val="0"/>
            <w:noProof/>
            <w:webHidden/>
          </w:rPr>
          <w:fldChar w:fldCharType="separate"/>
        </w:r>
        <w:r w:rsidRPr="00F67B40">
          <w:rPr>
            <w:i w:val="0"/>
            <w:iCs w:val="0"/>
            <w:noProof/>
            <w:webHidden/>
          </w:rPr>
          <w:t>9-14</w:t>
        </w:r>
        <w:r w:rsidRPr="00F67B40">
          <w:rPr>
            <w:i w:val="0"/>
            <w:iCs w:val="0"/>
            <w:noProof/>
            <w:webHidden/>
          </w:rPr>
          <w:fldChar w:fldCharType="end"/>
        </w:r>
      </w:hyperlink>
    </w:p>
    <w:p w14:paraId="6FC89D42" w14:textId="51B5FDC6" w:rsidR="00F67B40" w:rsidRPr="00F67B40" w:rsidRDefault="00F67B40">
      <w:pPr>
        <w:pStyle w:val="TOC3"/>
        <w:rPr>
          <w:rFonts w:eastAsiaTheme="minorEastAsia"/>
          <w:i w:val="0"/>
          <w:iCs w:val="0"/>
          <w:noProof/>
          <w:kern w:val="2"/>
          <w14:ligatures w14:val="standardContextual"/>
        </w:rPr>
      </w:pPr>
      <w:hyperlink w:anchor="_Toc214882262" w:history="1">
        <w:r w:rsidRPr="00F67B40">
          <w:rPr>
            <w:rStyle w:val="Hyperlink"/>
            <w:i w:val="0"/>
            <w:iCs w:val="0"/>
            <w:noProof/>
          </w:rPr>
          <w:t>9.5.5</w:t>
        </w:r>
        <w:r w:rsidRPr="00F67B40">
          <w:rPr>
            <w:rFonts w:eastAsiaTheme="minorEastAsia"/>
            <w:i w:val="0"/>
            <w:iCs w:val="0"/>
            <w:noProof/>
            <w:kern w:val="2"/>
            <w14:ligatures w14:val="standardContextual"/>
          </w:rPr>
          <w:tab/>
        </w:r>
        <w:r w:rsidRPr="00F67B40">
          <w:rPr>
            <w:rStyle w:val="Hyperlink"/>
            <w:i w:val="0"/>
            <w:iCs w:val="0"/>
            <w:noProof/>
          </w:rPr>
          <w:t>RTM Final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_Toc214882262 \h </w:instrText>
        </w:r>
        <w:r w:rsidRPr="00F67B40">
          <w:rPr>
            <w:i w:val="0"/>
            <w:iCs w:val="0"/>
            <w:noProof/>
            <w:webHidden/>
          </w:rPr>
        </w:r>
        <w:r w:rsidRPr="00F67B40">
          <w:rPr>
            <w:i w:val="0"/>
            <w:iCs w:val="0"/>
            <w:noProof/>
            <w:webHidden/>
          </w:rPr>
          <w:fldChar w:fldCharType="separate"/>
        </w:r>
        <w:r w:rsidRPr="00F67B40">
          <w:rPr>
            <w:i w:val="0"/>
            <w:iCs w:val="0"/>
            <w:noProof/>
            <w:webHidden/>
          </w:rPr>
          <w:t>9-15</w:t>
        </w:r>
        <w:r w:rsidRPr="00F67B40">
          <w:rPr>
            <w:i w:val="0"/>
            <w:iCs w:val="0"/>
            <w:noProof/>
            <w:webHidden/>
          </w:rPr>
          <w:fldChar w:fldCharType="end"/>
        </w:r>
      </w:hyperlink>
    </w:p>
    <w:p w14:paraId="7E45EC0D" w14:textId="1223B4EE" w:rsidR="00F67B40" w:rsidRPr="00F67B40" w:rsidRDefault="00F67B40">
      <w:pPr>
        <w:pStyle w:val="TOC3"/>
        <w:rPr>
          <w:rFonts w:eastAsiaTheme="minorEastAsia"/>
          <w:i w:val="0"/>
          <w:iCs w:val="0"/>
          <w:noProof/>
          <w:kern w:val="2"/>
          <w14:ligatures w14:val="standardContextual"/>
        </w:rPr>
      </w:pPr>
      <w:hyperlink w:anchor="_Toc214882263" w:history="1">
        <w:r w:rsidRPr="00F67B40">
          <w:rPr>
            <w:rStyle w:val="Hyperlink"/>
            <w:i w:val="0"/>
            <w:iCs w:val="0"/>
            <w:noProof/>
          </w:rPr>
          <w:t>9.5.6</w:t>
        </w:r>
        <w:r w:rsidRPr="00F67B40">
          <w:rPr>
            <w:rFonts w:eastAsiaTheme="minorEastAsia"/>
            <w:i w:val="0"/>
            <w:iCs w:val="0"/>
            <w:noProof/>
            <w:kern w:val="2"/>
            <w14:ligatures w14:val="standardContextual"/>
          </w:rPr>
          <w:tab/>
        </w:r>
        <w:r w:rsidRPr="00F67B40">
          <w:rPr>
            <w:rStyle w:val="Hyperlink"/>
            <w:i w:val="0"/>
            <w:iCs w:val="0"/>
            <w:noProof/>
          </w:rPr>
          <w:t>RTM Resettlement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_Toc214882263 \h </w:instrText>
        </w:r>
        <w:r w:rsidRPr="00F67B40">
          <w:rPr>
            <w:i w:val="0"/>
            <w:iCs w:val="0"/>
            <w:noProof/>
            <w:webHidden/>
          </w:rPr>
        </w:r>
        <w:r w:rsidRPr="00F67B40">
          <w:rPr>
            <w:i w:val="0"/>
            <w:iCs w:val="0"/>
            <w:noProof/>
            <w:webHidden/>
          </w:rPr>
          <w:fldChar w:fldCharType="separate"/>
        </w:r>
        <w:r w:rsidRPr="00F67B40">
          <w:rPr>
            <w:i w:val="0"/>
            <w:iCs w:val="0"/>
            <w:noProof/>
            <w:webHidden/>
          </w:rPr>
          <w:t>9-15</w:t>
        </w:r>
        <w:r w:rsidRPr="00F67B40">
          <w:rPr>
            <w:i w:val="0"/>
            <w:iCs w:val="0"/>
            <w:noProof/>
            <w:webHidden/>
          </w:rPr>
          <w:fldChar w:fldCharType="end"/>
        </w:r>
      </w:hyperlink>
    </w:p>
    <w:p w14:paraId="5B7DB152" w14:textId="0E4C3392" w:rsidR="00F67B40" w:rsidRPr="00F67B40" w:rsidRDefault="00F67B40">
      <w:pPr>
        <w:pStyle w:val="TOC3"/>
        <w:rPr>
          <w:rFonts w:eastAsiaTheme="minorEastAsia"/>
          <w:i w:val="0"/>
          <w:iCs w:val="0"/>
          <w:noProof/>
          <w:kern w:val="2"/>
          <w14:ligatures w14:val="standardContextual"/>
        </w:rPr>
      </w:pPr>
      <w:hyperlink w:anchor="_Toc214882264" w:history="1">
        <w:r w:rsidRPr="00F67B40">
          <w:rPr>
            <w:rStyle w:val="Hyperlink"/>
            <w:i w:val="0"/>
            <w:iCs w:val="0"/>
            <w:noProof/>
          </w:rPr>
          <w:t>9.5.7</w:t>
        </w:r>
        <w:r w:rsidRPr="00F67B40">
          <w:rPr>
            <w:rFonts w:eastAsiaTheme="minorEastAsia"/>
            <w:i w:val="0"/>
            <w:iCs w:val="0"/>
            <w:noProof/>
            <w:kern w:val="2"/>
            <w14:ligatures w14:val="standardContextual"/>
          </w:rPr>
          <w:tab/>
        </w:r>
        <w:r w:rsidRPr="00F67B40">
          <w:rPr>
            <w:rStyle w:val="Hyperlink"/>
            <w:i w:val="0"/>
            <w:iCs w:val="0"/>
            <w:noProof/>
          </w:rPr>
          <w:t>Notice of Resettlement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_Toc214882264 \h </w:instrText>
        </w:r>
        <w:r w:rsidRPr="00F67B40">
          <w:rPr>
            <w:i w:val="0"/>
            <w:iCs w:val="0"/>
            <w:noProof/>
            <w:webHidden/>
          </w:rPr>
        </w:r>
        <w:r w:rsidRPr="00F67B40">
          <w:rPr>
            <w:i w:val="0"/>
            <w:iCs w:val="0"/>
            <w:noProof/>
            <w:webHidden/>
          </w:rPr>
          <w:fldChar w:fldCharType="separate"/>
        </w:r>
        <w:r w:rsidRPr="00F67B40">
          <w:rPr>
            <w:i w:val="0"/>
            <w:iCs w:val="0"/>
            <w:noProof/>
            <w:webHidden/>
          </w:rPr>
          <w:t>9-16</w:t>
        </w:r>
        <w:r w:rsidRPr="00F67B40">
          <w:rPr>
            <w:i w:val="0"/>
            <w:iCs w:val="0"/>
            <w:noProof/>
            <w:webHidden/>
          </w:rPr>
          <w:fldChar w:fldCharType="end"/>
        </w:r>
      </w:hyperlink>
    </w:p>
    <w:p w14:paraId="000887B6" w14:textId="234B4FCC" w:rsidR="00F67B40" w:rsidRPr="00F67B40" w:rsidRDefault="00F67B40">
      <w:pPr>
        <w:pStyle w:val="TOC3"/>
        <w:rPr>
          <w:rFonts w:eastAsiaTheme="minorEastAsia"/>
          <w:i w:val="0"/>
          <w:iCs w:val="0"/>
          <w:noProof/>
          <w:kern w:val="2"/>
          <w14:ligatures w14:val="standardContextual"/>
        </w:rPr>
      </w:pPr>
      <w:hyperlink w:anchor="_Toc214882265" w:history="1">
        <w:r w:rsidRPr="00F67B40">
          <w:rPr>
            <w:rStyle w:val="Hyperlink"/>
            <w:i w:val="0"/>
            <w:iCs w:val="0"/>
            <w:noProof/>
          </w:rPr>
          <w:t>9.5.8</w:t>
        </w:r>
        <w:r w:rsidRPr="00F67B40">
          <w:rPr>
            <w:rFonts w:eastAsiaTheme="minorEastAsia"/>
            <w:i w:val="0"/>
            <w:iCs w:val="0"/>
            <w:noProof/>
            <w:kern w:val="2"/>
            <w14:ligatures w14:val="standardContextual"/>
          </w:rPr>
          <w:tab/>
        </w:r>
        <w:r w:rsidRPr="00F67B40">
          <w:rPr>
            <w:rStyle w:val="Hyperlink"/>
            <w:i w:val="0"/>
            <w:iCs w:val="0"/>
            <w:noProof/>
          </w:rPr>
          <w:t>RTM True-Up Statement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_Toc214882265 \h </w:instrText>
        </w:r>
        <w:r w:rsidRPr="00F67B40">
          <w:rPr>
            <w:i w:val="0"/>
            <w:iCs w:val="0"/>
            <w:noProof/>
            <w:webHidden/>
          </w:rPr>
        </w:r>
        <w:r w:rsidRPr="00F67B40">
          <w:rPr>
            <w:i w:val="0"/>
            <w:iCs w:val="0"/>
            <w:noProof/>
            <w:webHidden/>
          </w:rPr>
          <w:fldChar w:fldCharType="separate"/>
        </w:r>
        <w:r w:rsidRPr="00F67B40">
          <w:rPr>
            <w:i w:val="0"/>
            <w:iCs w:val="0"/>
            <w:noProof/>
            <w:webHidden/>
          </w:rPr>
          <w:t>9-17</w:t>
        </w:r>
        <w:r w:rsidRPr="00F67B40">
          <w:rPr>
            <w:i w:val="0"/>
            <w:iCs w:val="0"/>
            <w:noProof/>
            <w:webHidden/>
          </w:rPr>
          <w:fldChar w:fldCharType="end"/>
        </w:r>
      </w:hyperlink>
    </w:p>
    <w:p w14:paraId="624AFA53" w14:textId="28A40C1C" w:rsidR="00F67B40" w:rsidRPr="00F67B40" w:rsidRDefault="00F67B40">
      <w:pPr>
        <w:pStyle w:val="TOC3"/>
        <w:rPr>
          <w:rFonts w:eastAsiaTheme="minorEastAsia"/>
          <w:i w:val="0"/>
          <w:iCs w:val="0"/>
          <w:noProof/>
          <w:kern w:val="2"/>
          <w14:ligatures w14:val="standardContextual"/>
        </w:rPr>
      </w:pPr>
      <w:hyperlink w:anchor="_Toc214882266" w:history="1">
        <w:r w:rsidRPr="00F67B40">
          <w:rPr>
            <w:rStyle w:val="Hyperlink"/>
            <w:i w:val="0"/>
            <w:iCs w:val="0"/>
            <w:noProof/>
          </w:rPr>
          <w:t>9.5.9</w:t>
        </w:r>
        <w:r w:rsidRPr="00F67B40">
          <w:rPr>
            <w:rFonts w:eastAsiaTheme="minorEastAsia"/>
            <w:i w:val="0"/>
            <w:iCs w:val="0"/>
            <w:noProof/>
            <w:kern w:val="2"/>
            <w14:ligatures w14:val="standardContextual"/>
          </w:rPr>
          <w:tab/>
        </w:r>
        <w:r w:rsidRPr="00F67B40">
          <w:rPr>
            <w:rStyle w:val="Hyperlink"/>
            <w:i w:val="0"/>
            <w:iCs w:val="0"/>
            <w:noProof/>
          </w:rPr>
          <w:t>Notice of True-Up Settlement Timeline Changes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_Toc214882266 \h </w:instrText>
        </w:r>
        <w:r w:rsidRPr="00F67B40">
          <w:rPr>
            <w:i w:val="0"/>
            <w:iCs w:val="0"/>
            <w:noProof/>
            <w:webHidden/>
          </w:rPr>
        </w:r>
        <w:r w:rsidRPr="00F67B40">
          <w:rPr>
            <w:i w:val="0"/>
            <w:iCs w:val="0"/>
            <w:noProof/>
            <w:webHidden/>
          </w:rPr>
          <w:fldChar w:fldCharType="separate"/>
        </w:r>
        <w:r w:rsidRPr="00F67B40">
          <w:rPr>
            <w:i w:val="0"/>
            <w:iCs w:val="0"/>
            <w:noProof/>
            <w:webHidden/>
          </w:rPr>
          <w:t>9-17</w:t>
        </w:r>
        <w:r w:rsidRPr="00F67B40">
          <w:rPr>
            <w:i w:val="0"/>
            <w:iCs w:val="0"/>
            <w:noProof/>
            <w:webHidden/>
          </w:rPr>
          <w:fldChar w:fldCharType="end"/>
        </w:r>
      </w:hyperlink>
    </w:p>
    <w:p w14:paraId="71723E9B" w14:textId="71BB8C3E" w:rsidR="00F67B40" w:rsidRPr="00F67B40" w:rsidRDefault="00F67B40">
      <w:pPr>
        <w:pStyle w:val="TOC3"/>
        <w:rPr>
          <w:rFonts w:eastAsiaTheme="minorEastAsia"/>
          <w:i w:val="0"/>
          <w:iCs w:val="0"/>
          <w:noProof/>
          <w:kern w:val="2"/>
          <w14:ligatures w14:val="standardContextual"/>
        </w:rPr>
      </w:pPr>
      <w:hyperlink w:anchor="_Toc214882267" w:history="1">
        <w:r w:rsidRPr="00F67B40">
          <w:rPr>
            <w:rStyle w:val="Hyperlink"/>
            <w:i w:val="0"/>
            <w:iCs w:val="0"/>
            <w:noProof/>
          </w:rPr>
          <w:t>9.5.10</w:t>
        </w:r>
        <w:r w:rsidRPr="00F67B40">
          <w:rPr>
            <w:rFonts w:eastAsiaTheme="minorEastAsia"/>
            <w:i w:val="0"/>
            <w:iCs w:val="0"/>
            <w:noProof/>
            <w:kern w:val="2"/>
            <w14:ligatures w14:val="standardContextual"/>
          </w:rPr>
          <w:tab/>
        </w:r>
        <w:r w:rsidRPr="00F67B40">
          <w:rPr>
            <w:rStyle w:val="Hyperlink"/>
            <w:i w:val="0"/>
            <w:iCs w:val="0"/>
            <w:noProof/>
          </w:rPr>
          <w:t>Confirmation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_Toc214882267 \h </w:instrText>
        </w:r>
        <w:r w:rsidRPr="00F67B40">
          <w:rPr>
            <w:i w:val="0"/>
            <w:iCs w:val="0"/>
            <w:noProof/>
            <w:webHidden/>
          </w:rPr>
        </w:r>
        <w:r w:rsidRPr="00F67B40">
          <w:rPr>
            <w:i w:val="0"/>
            <w:iCs w:val="0"/>
            <w:noProof/>
            <w:webHidden/>
          </w:rPr>
          <w:fldChar w:fldCharType="separate"/>
        </w:r>
        <w:r w:rsidRPr="00F67B40">
          <w:rPr>
            <w:i w:val="0"/>
            <w:iCs w:val="0"/>
            <w:noProof/>
            <w:webHidden/>
          </w:rPr>
          <w:t>9-17</w:t>
        </w:r>
        <w:r w:rsidRPr="00F67B40">
          <w:rPr>
            <w:i w:val="0"/>
            <w:iCs w:val="0"/>
            <w:noProof/>
            <w:webHidden/>
          </w:rPr>
          <w:fldChar w:fldCharType="end"/>
        </w:r>
      </w:hyperlink>
    </w:p>
    <w:p w14:paraId="46D8C2D5" w14:textId="7550DC8B" w:rsidR="00F67B40" w:rsidRPr="00F67B40" w:rsidRDefault="00F67B40">
      <w:pPr>
        <w:pStyle w:val="TOC3"/>
        <w:rPr>
          <w:rFonts w:eastAsiaTheme="minorEastAsia"/>
          <w:i w:val="0"/>
          <w:iCs w:val="0"/>
          <w:noProof/>
          <w:kern w:val="2"/>
          <w14:ligatures w14:val="standardContextual"/>
        </w:rPr>
      </w:pPr>
      <w:hyperlink w:anchor="_Toc214882268" w:history="1">
        <w:r w:rsidRPr="00F67B40">
          <w:rPr>
            <w:rStyle w:val="Hyperlink"/>
            <w:i w:val="0"/>
            <w:iCs w:val="0"/>
            <w:noProof/>
          </w:rPr>
          <w:t>9.5.11</w:t>
        </w:r>
        <w:r w:rsidRPr="00F67B40">
          <w:rPr>
            <w:rFonts w:eastAsiaTheme="minorEastAsia"/>
            <w:i w:val="0"/>
            <w:iCs w:val="0"/>
            <w:noProof/>
            <w:kern w:val="2"/>
            <w14:ligatures w14:val="standardContextual"/>
          </w:rPr>
          <w:tab/>
        </w:r>
        <w:r w:rsidRPr="00F67B40">
          <w:rPr>
            <w:rStyle w:val="Hyperlink"/>
            <w:i w:val="0"/>
            <w:iCs w:val="0"/>
            <w:noProof/>
          </w:rPr>
          <w:t>Validation of the True-Up Statement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_Toc214882268 \h </w:instrText>
        </w:r>
        <w:r w:rsidRPr="00F67B40">
          <w:rPr>
            <w:i w:val="0"/>
            <w:iCs w:val="0"/>
            <w:noProof/>
            <w:webHidden/>
          </w:rPr>
        </w:r>
        <w:r w:rsidRPr="00F67B40">
          <w:rPr>
            <w:i w:val="0"/>
            <w:iCs w:val="0"/>
            <w:noProof/>
            <w:webHidden/>
          </w:rPr>
          <w:fldChar w:fldCharType="separate"/>
        </w:r>
        <w:r w:rsidRPr="00F67B40">
          <w:rPr>
            <w:i w:val="0"/>
            <w:iCs w:val="0"/>
            <w:noProof/>
            <w:webHidden/>
          </w:rPr>
          <w:t>9-18</w:t>
        </w:r>
        <w:r w:rsidRPr="00F67B40">
          <w:rPr>
            <w:i w:val="0"/>
            <w:iCs w:val="0"/>
            <w:noProof/>
            <w:webHidden/>
          </w:rPr>
          <w:fldChar w:fldCharType="end"/>
        </w:r>
      </w:hyperlink>
    </w:p>
    <w:p w14:paraId="04B74F68" w14:textId="6BA4E94C" w:rsidR="00F67B40" w:rsidRPr="00F67B40" w:rsidRDefault="00F67B40">
      <w:pPr>
        <w:pStyle w:val="TOC3"/>
        <w:rPr>
          <w:rFonts w:eastAsiaTheme="minorEastAsia"/>
          <w:i w:val="0"/>
          <w:iCs w:val="0"/>
          <w:noProof/>
          <w:kern w:val="2"/>
          <w14:ligatures w14:val="standardContextual"/>
        </w:rPr>
      </w:pPr>
      <w:hyperlink w:anchor="_Toc214882269" w:history="1">
        <w:r w:rsidRPr="00F67B40">
          <w:rPr>
            <w:rStyle w:val="Hyperlink"/>
            <w:i w:val="0"/>
            <w:iCs w:val="0"/>
            <w:noProof/>
          </w:rPr>
          <w:t>9.5.12</w:t>
        </w:r>
        <w:r w:rsidRPr="00F67B40">
          <w:rPr>
            <w:rFonts w:eastAsiaTheme="minorEastAsia"/>
            <w:i w:val="0"/>
            <w:iCs w:val="0"/>
            <w:noProof/>
            <w:kern w:val="2"/>
            <w14:ligatures w14:val="standardContextual"/>
          </w:rPr>
          <w:tab/>
        </w:r>
        <w:r w:rsidRPr="00F67B40">
          <w:rPr>
            <w:rStyle w:val="Hyperlink"/>
            <w:i w:val="0"/>
            <w:iCs w:val="0"/>
            <w:noProof/>
          </w:rPr>
          <w:t>Suspension of Issuing Settlement Statements for the Real-Time Market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_Toc214882269 \h </w:instrText>
        </w:r>
        <w:r w:rsidRPr="00F67B40">
          <w:rPr>
            <w:i w:val="0"/>
            <w:iCs w:val="0"/>
            <w:noProof/>
            <w:webHidden/>
          </w:rPr>
        </w:r>
        <w:r w:rsidRPr="00F67B40">
          <w:rPr>
            <w:i w:val="0"/>
            <w:iCs w:val="0"/>
            <w:noProof/>
            <w:webHidden/>
          </w:rPr>
          <w:fldChar w:fldCharType="separate"/>
        </w:r>
        <w:r w:rsidRPr="00F67B40">
          <w:rPr>
            <w:i w:val="0"/>
            <w:iCs w:val="0"/>
            <w:noProof/>
            <w:webHidden/>
          </w:rPr>
          <w:t>9-18</w:t>
        </w:r>
        <w:r w:rsidRPr="00F67B40">
          <w:rPr>
            <w:i w:val="0"/>
            <w:iCs w:val="0"/>
            <w:noProof/>
            <w:webHidden/>
          </w:rPr>
          <w:fldChar w:fldCharType="end"/>
        </w:r>
      </w:hyperlink>
    </w:p>
    <w:p w14:paraId="076DFD16" w14:textId="29B62DDD" w:rsidR="00F67B40" w:rsidRPr="00F67B40" w:rsidRDefault="00F67B40">
      <w:pPr>
        <w:pStyle w:val="TOC2"/>
        <w:rPr>
          <w:rFonts w:eastAsiaTheme="minorEastAsia"/>
          <w:noProof/>
          <w:kern w:val="2"/>
          <w14:ligatures w14:val="standardContextual"/>
        </w:rPr>
      </w:pPr>
      <w:hyperlink w:anchor="_Toc214882270" w:history="1">
        <w:r w:rsidRPr="00F67B40">
          <w:rPr>
            <w:rStyle w:val="Hyperlink"/>
            <w:noProof/>
          </w:rPr>
          <w:t>9.6</w:t>
        </w:r>
        <w:r w:rsidRPr="00F67B40">
          <w:rPr>
            <w:rFonts w:eastAsiaTheme="minorEastAsia"/>
            <w:noProof/>
            <w:kern w:val="2"/>
            <w14:ligatures w14:val="standardContextual"/>
          </w:rPr>
          <w:tab/>
        </w:r>
        <w:r w:rsidRPr="00F67B40">
          <w:rPr>
            <w:rStyle w:val="Hyperlink"/>
            <w:noProof/>
          </w:rPr>
          <w:t>Settlement Invoices for the Day-Ahead Market and Real-Time Market</w:t>
        </w:r>
        <w:r w:rsidRPr="00F67B40">
          <w:rPr>
            <w:noProof/>
            <w:webHidden/>
          </w:rPr>
          <w:tab/>
        </w:r>
        <w:r w:rsidRPr="00F67B40">
          <w:rPr>
            <w:noProof/>
            <w:webHidden/>
          </w:rPr>
          <w:fldChar w:fldCharType="begin"/>
        </w:r>
        <w:r w:rsidRPr="00F67B40">
          <w:rPr>
            <w:noProof/>
            <w:webHidden/>
          </w:rPr>
          <w:instrText xml:space="preserve"> PAGEREF _Toc214882270 \h </w:instrText>
        </w:r>
        <w:r w:rsidRPr="00F67B40">
          <w:rPr>
            <w:noProof/>
            <w:webHidden/>
          </w:rPr>
        </w:r>
        <w:r w:rsidRPr="00F67B40">
          <w:rPr>
            <w:noProof/>
            <w:webHidden/>
          </w:rPr>
          <w:fldChar w:fldCharType="separate"/>
        </w:r>
        <w:r w:rsidRPr="00F67B40">
          <w:rPr>
            <w:noProof/>
            <w:webHidden/>
          </w:rPr>
          <w:t>9-18</w:t>
        </w:r>
        <w:r w:rsidRPr="00F67B40">
          <w:rPr>
            <w:noProof/>
            <w:webHidden/>
          </w:rPr>
          <w:fldChar w:fldCharType="end"/>
        </w:r>
      </w:hyperlink>
    </w:p>
    <w:p w14:paraId="2192E03A" w14:textId="1FB1ABFB" w:rsidR="00F67B40" w:rsidRPr="00F67B40" w:rsidRDefault="00F67B40">
      <w:pPr>
        <w:pStyle w:val="TOC2"/>
        <w:rPr>
          <w:rFonts w:eastAsiaTheme="minorEastAsia"/>
          <w:noProof/>
          <w:kern w:val="2"/>
          <w14:ligatures w14:val="standardContextual"/>
        </w:rPr>
      </w:pPr>
      <w:hyperlink w:anchor="_Toc214882271" w:history="1">
        <w:r w:rsidRPr="00F67B40">
          <w:rPr>
            <w:rStyle w:val="Hyperlink"/>
            <w:noProof/>
          </w:rPr>
          <w:t>9.7</w:t>
        </w:r>
        <w:r w:rsidRPr="00F67B40">
          <w:rPr>
            <w:rFonts w:eastAsiaTheme="minorEastAsia"/>
            <w:noProof/>
            <w:kern w:val="2"/>
            <w14:ligatures w14:val="standardContextual"/>
          </w:rPr>
          <w:tab/>
        </w:r>
        <w:r w:rsidRPr="00F67B40">
          <w:rPr>
            <w:rStyle w:val="Hyperlink"/>
            <w:noProof/>
          </w:rPr>
          <w:t>Payment Process for the Settlement Invoices</w:t>
        </w:r>
        <w:r w:rsidRPr="00F67B40">
          <w:rPr>
            <w:noProof/>
            <w:webHidden/>
          </w:rPr>
          <w:tab/>
        </w:r>
        <w:r w:rsidRPr="00F67B40">
          <w:rPr>
            <w:noProof/>
            <w:webHidden/>
          </w:rPr>
          <w:fldChar w:fldCharType="begin"/>
        </w:r>
        <w:r w:rsidRPr="00F67B40">
          <w:rPr>
            <w:noProof/>
            <w:webHidden/>
          </w:rPr>
          <w:instrText xml:space="preserve"> PAGEREF _Toc214882271 \h </w:instrText>
        </w:r>
        <w:r w:rsidRPr="00F67B40">
          <w:rPr>
            <w:noProof/>
            <w:webHidden/>
          </w:rPr>
        </w:r>
        <w:r w:rsidRPr="00F67B40">
          <w:rPr>
            <w:noProof/>
            <w:webHidden/>
          </w:rPr>
          <w:fldChar w:fldCharType="separate"/>
        </w:r>
        <w:r w:rsidRPr="00F67B40">
          <w:rPr>
            <w:noProof/>
            <w:webHidden/>
          </w:rPr>
          <w:t>9-19</w:t>
        </w:r>
        <w:r w:rsidRPr="00F67B40">
          <w:rPr>
            <w:noProof/>
            <w:webHidden/>
          </w:rPr>
          <w:fldChar w:fldCharType="end"/>
        </w:r>
      </w:hyperlink>
    </w:p>
    <w:p w14:paraId="1AB0E37E" w14:textId="1941BE98" w:rsidR="00F67B40" w:rsidRPr="00F67B40" w:rsidRDefault="00F67B40">
      <w:pPr>
        <w:pStyle w:val="TOC3"/>
        <w:rPr>
          <w:rFonts w:eastAsiaTheme="minorEastAsia"/>
          <w:i w:val="0"/>
          <w:iCs w:val="0"/>
          <w:noProof/>
          <w:kern w:val="2"/>
          <w14:ligatures w14:val="standardContextual"/>
        </w:rPr>
      </w:pPr>
      <w:hyperlink w:anchor="_Toc214882272" w:history="1">
        <w:r w:rsidRPr="00F67B40">
          <w:rPr>
            <w:rStyle w:val="Hyperlink"/>
            <w:i w:val="0"/>
            <w:iCs w:val="0"/>
            <w:noProof/>
          </w:rPr>
          <w:t>9.7.1</w:t>
        </w:r>
        <w:r w:rsidRPr="00F67B40">
          <w:rPr>
            <w:rFonts w:eastAsiaTheme="minorEastAsia"/>
            <w:i w:val="0"/>
            <w:iCs w:val="0"/>
            <w:noProof/>
            <w:kern w:val="2"/>
            <w14:ligatures w14:val="standardContextual"/>
          </w:rPr>
          <w:tab/>
        </w:r>
        <w:r w:rsidRPr="00F67B40">
          <w:rPr>
            <w:rStyle w:val="Hyperlink"/>
            <w:i w:val="0"/>
            <w:iCs w:val="0"/>
            <w:noProof/>
          </w:rPr>
          <w:t>Invoice Recipient Payment to ERCOT for the Settlement Invoices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_Toc214882272 \h </w:instrText>
        </w:r>
        <w:r w:rsidRPr="00F67B40">
          <w:rPr>
            <w:i w:val="0"/>
            <w:iCs w:val="0"/>
            <w:noProof/>
            <w:webHidden/>
          </w:rPr>
        </w:r>
        <w:r w:rsidRPr="00F67B40">
          <w:rPr>
            <w:i w:val="0"/>
            <w:iCs w:val="0"/>
            <w:noProof/>
            <w:webHidden/>
          </w:rPr>
          <w:fldChar w:fldCharType="separate"/>
        </w:r>
        <w:r w:rsidRPr="00F67B40">
          <w:rPr>
            <w:i w:val="0"/>
            <w:iCs w:val="0"/>
            <w:noProof/>
            <w:webHidden/>
          </w:rPr>
          <w:t>9-19</w:t>
        </w:r>
        <w:r w:rsidRPr="00F67B40">
          <w:rPr>
            <w:i w:val="0"/>
            <w:iCs w:val="0"/>
            <w:noProof/>
            <w:webHidden/>
          </w:rPr>
          <w:fldChar w:fldCharType="end"/>
        </w:r>
      </w:hyperlink>
    </w:p>
    <w:p w14:paraId="0F142B1F" w14:textId="5A0E09B7" w:rsidR="00F67B40" w:rsidRPr="00F67B40" w:rsidRDefault="00F67B40">
      <w:pPr>
        <w:pStyle w:val="TOC3"/>
        <w:rPr>
          <w:rFonts w:eastAsiaTheme="minorEastAsia"/>
          <w:i w:val="0"/>
          <w:iCs w:val="0"/>
          <w:noProof/>
          <w:kern w:val="2"/>
          <w14:ligatures w14:val="standardContextual"/>
        </w:rPr>
      </w:pPr>
      <w:hyperlink w:anchor="_Toc214882273" w:history="1">
        <w:r w:rsidRPr="00F67B40">
          <w:rPr>
            <w:rStyle w:val="Hyperlink"/>
            <w:i w:val="0"/>
            <w:iCs w:val="0"/>
            <w:noProof/>
          </w:rPr>
          <w:t>9.7.2</w:t>
        </w:r>
        <w:r w:rsidRPr="00F67B40">
          <w:rPr>
            <w:rFonts w:eastAsiaTheme="minorEastAsia"/>
            <w:i w:val="0"/>
            <w:iCs w:val="0"/>
            <w:noProof/>
            <w:kern w:val="2"/>
            <w14:ligatures w14:val="standardContextual"/>
          </w:rPr>
          <w:tab/>
        </w:r>
        <w:r w:rsidRPr="00F67B40">
          <w:rPr>
            <w:rStyle w:val="Hyperlink"/>
            <w:i w:val="0"/>
            <w:iCs w:val="0"/>
            <w:noProof/>
          </w:rPr>
          <w:t>ERCOT Payment to Invoice Recipients for the Settlement Invoices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_Toc214882273 \h </w:instrText>
        </w:r>
        <w:r w:rsidRPr="00F67B40">
          <w:rPr>
            <w:i w:val="0"/>
            <w:iCs w:val="0"/>
            <w:noProof/>
            <w:webHidden/>
          </w:rPr>
        </w:r>
        <w:r w:rsidRPr="00F67B40">
          <w:rPr>
            <w:i w:val="0"/>
            <w:iCs w:val="0"/>
            <w:noProof/>
            <w:webHidden/>
          </w:rPr>
          <w:fldChar w:fldCharType="separate"/>
        </w:r>
        <w:r w:rsidRPr="00F67B40">
          <w:rPr>
            <w:i w:val="0"/>
            <w:iCs w:val="0"/>
            <w:noProof/>
            <w:webHidden/>
          </w:rPr>
          <w:t>9-19</w:t>
        </w:r>
        <w:r w:rsidRPr="00F67B40">
          <w:rPr>
            <w:i w:val="0"/>
            <w:iCs w:val="0"/>
            <w:noProof/>
            <w:webHidden/>
          </w:rPr>
          <w:fldChar w:fldCharType="end"/>
        </w:r>
      </w:hyperlink>
    </w:p>
    <w:p w14:paraId="13C70FA5" w14:textId="3E523D3C" w:rsidR="00F67B40" w:rsidRPr="00F67B40" w:rsidRDefault="00F67B40">
      <w:pPr>
        <w:pStyle w:val="TOC3"/>
        <w:rPr>
          <w:rFonts w:eastAsiaTheme="minorEastAsia"/>
          <w:i w:val="0"/>
          <w:iCs w:val="0"/>
          <w:noProof/>
          <w:kern w:val="2"/>
          <w14:ligatures w14:val="standardContextual"/>
        </w:rPr>
      </w:pPr>
      <w:hyperlink w:anchor="_Toc214882274" w:history="1">
        <w:r w:rsidRPr="00F67B40">
          <w:rPr>
            <w:rStyle w:val="Hyperlink"/>
            <w:i w:val="0"/>
            <w:iCs w:val="0"/>
            <w:noProof/>
          </w:rPr>
          <w:t>9.7.3</w:t>
        </w:r>
        <w:r w:rsidRPr="00F67B40">
          <w:rPr>
            <w:rFonts w:eastAsiaTheme="minorEastAsia"/>
            <w:i w:val="0"/>
            <w:iCs w:val="0"/>
            <w:noProof/>
            <w:kern w:val="2"/>
            <w14:ligatures w14:val="standardContextual"/>
          </w:rPr>
          <w:tab/>
        </w:r>
        <w:r w:rsidRPr="00F67B40">
          <w:rPr>
            <w:rStyle w:val="Hyperlink"/>
            <w:i w:val="0"/>
            <w:iCs w:val="0"/>
            <w:noProof/>
          </w:rPr>
          <w:t>Enforcing the Financial Security of a Short-Paying Invoice Recipient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_Toc214882274 \h </w:instrText>
        </w:r>
        <w:r w:rsidRPr="00F67B40">
          <w:rPr>
            <w:i w:val="0"/>
            <w:iCs w:val="0"/>
            <w:noProof/>
            <w:webHidden/>
          </w:rPr>
        </w:r>
        <w:r w:rsidRPr="00F67B40">
          <w:rPr>
            <w:i w:val="0"/>
            <w:iCs w:val="0"/>
            <w:noProof/>
            <w:webHidden/>
          </w:rPr>
          <w:fldChar w:fldCharType="separate"/>
        </w:r>
        <w:r w:rsidRPr="00F67B40">
          <w:rPr>
            <w:i w:val="0"/>
            <w:iCs w:val="0"/>
            <w:noProof/>
            <w:webHidden/>
          </w:rPr>
          <w:t>9-20</w:t>
        </w:r>
        <w:r w:rsidRPr="00F67B40">
          <w:rPr>
            <w:i w:val="0"/>
            <w:iCs w:val="0"/>
            <w:noProof/>
            <w:webHidden/>
          </w:rPr>
          <w:fldChar w:fldCharType="end"/>
        </w:r>
      </w:hyperlink>
    </w:p>
    <w:p w14:paraId="56AFD613" w14:textId="56EFD207" w:rsidR="00F67B40" w:rsidRPr="00F67B40" w:rsidRDefault="00F67B40">
      <w:pPr>
        <w:pStyle w:val="TOC2"/>
        <w:rPr>
          <w:rFonts w:eastAsiaTheme="minorEastAsia"/>
          <w:noProof/>
          <w:kern w:val="2"/>
          <w14:ligatures w14:val="standardContextual"/>
        </w:rPr>
      </w:pPr>
      <w:hyperlink w:anchor="_Toc214882275" w:history="1">
        <w:r w:rsidRPr="00F67B40">
          <w:rPr>
            <w:rStyle w:val="Hyperlink"/>
            <w:noProof/>
          </w:rPr>
          <w:t>9.8</w:t>
        </w:r>
        <w:r w:rsidRPr="00F67B40">
          <w:rPr>
            <w:rFonts w:eastAsiaTheme="minorEastAsia"/>
            <w:noProof/>
            <w:kern w:val="2"/>
            <w14:ligatures w14:val="standardContextual"/>
          </w:rPr>
          <w:tab/>
        </w:r>
        <w:r w:rsidRPr="00F67B40">
          <w:rPr>
            <w:rStyle w:val="Hyperlink"/>
            <w:noProof/>
          </w:rPr>
          <w:t>CRR Auction Award Invoices</w:t>
        </w:r>
        <w:r w:rsidRPr="00F67B40">
          <w:rPr>
            <w:noProof/>
            <w:webHidden/>
          </w:rPr>
          <w:tab/>
        </w:r>
        <w:r w:rsidRPr="00F67B40">
          <w:rPr>
            <w:noProof/>
            <w:webHidden/>
          </w:rPr>
          <w:fldChar w:fldCharType="begin"/>
        </w:r>
        <w:r w:rsidRPr="00F67B40">
          <w:rPr>
            <w:noProof/>
            <w:webHidden/>
          </w:rPr>
          <w:instrText xml:space="preserve"> PAGEREF _Toc214882275 \h </w:instrText>
        </w:r>
        <w:r w:rsidRPr="00F67B40">
          <w:rPr>
            <w:noProof/>
            <w:webHidden/>
          </w:rPr>
        </w:r>
        <w:r w:rsidRPr="00F67B40">
          <w:rPr>
            <w:noProof/>
            <w:webHidden/>
          </w:rPr>
          <w:fldChar w:fldCharType="separate"/>
        </w:r>
        <w:r w:rsidRPr="00F67B40">
          <w:rPr>
            <w:noProof/>
            <w:webHidden/>
          </w:rPr>
          <w:t>9-20</w:t>
        </w:r>
        <w:r w:rsidRPr="00F67B40">
          <w:rPr>
            <w:noProof/>
            <w:webHidden/>
          </w:rPr>
          <w:fldChar w:fldCharType="end"/>
        </w:r>
      </w:hyperlink>
    </w:p>
    <w:p w14:paraId="32B48C64" w14:textId="7D00F883" w:rsidR="00F67B40" w:rsidRPr="00F67B40" w:rsidRDefault="00F67B40">
      <w:pPr>
        <w:pStyle w:val="TOC2"/>
        <w:rPr>
          <w:rFonts w:eastAsiaTheme="minorEastAsia"/>
          <w:noProof/>
          <w:kern w:val="2"/>
          <w14:ligatures w14:val="standardContextual"/>
        </w:rPr>
      </w:pPr>
      <w:hyperlink w:anchor="_Toc214882276" w:history="1">
        <w:r w:rsidRPr="00F67B40">
          <w:rPr>
            <w:rStyle w:val="Hyperlink"/>
            <w:noProof/>
          </w:rPr>
          <w:t>9.9</w:t>
        </w:r>
        <w:r w:rsidRPr="00F67B40">
          <w:rPr>
            <w:rFonts w:eastAsiaTheme="minorEastAsia"/>
            <w:noProof/>
            <w:kern w:val="2"/>
            <w14:ligatures w14:val="standardContextual"/>
          </w:rPr>
          <w:tab/>
        </w:r>
        <w:r w:rsidRPr="00F67B40">
          <w:rPr>
            <w:rStyle w:val="Hyperlink"/>
            <w:noProof/>
          </w:rPr>
          <w:t>Payment Process for CRR Auction Invoices</w:t>
        </w:r>
        <w:r w:rsidRPr="00F67B40">
          <w:rPr>
            <w:noProof/>
            <w:webHidden/>
          </w:rPr>
          <w:tab/>
        </w:r>
        <w:r w:rsidRPr="00F67B40">
          <w:rPr>
            <w:noProof/>
            <w:webHidden/>
          </w:rPr>
          <w:fldChar w:fldCharType="begin"/>
        </w:r>
        <w:r w:rsidRPr="00F67B40">
          <w:rPr>
            <w:noProof/>
            <w:webHidden/>
          </w:rPr>
          <w:instrText xml:space="preserve"> PAGEREF _Toc214882276 \h </w:instrText>
        </w:r>
        <w:r w:rsidRPr="00F67B40">
          <w:rPr>
            <w:noProof/>
            <w:webHidden/>
          </w:rPr>
        </w:r>
        <w:r w:rsidRPr="00F67B40">
          <w:rPr>
            <w:noProof/>
            <w:webHidden/>
          </w:rPr>
          <w:fldChar w:fldCharType="separate"/>
        </w:r>
        <w:r w:rsidRPr="00F67B40">
          <w:rPr>
            <w:noProof/>
            <w:webHidden/>
          </w:rPr>
          <w:t>9-21</w:t>
        </w:r>
        <w:r w:rsidRPr="00F67B40">
          <w:rPr>
            <w:noProof/>
            <w:webHidden/>
          </w:rPr>
          <w:fldChar w:fldCharType="end"/>
        </w:r>
      </w:hyperlink>
    </w:p>
    <w:p w14:paraId="537AAAF9" w14:textId="32CC323C" w:rsidR="00F67B40" w:rsidRPr="00F67B40" w:rsidRDefault="00F67B40">
      <w:pPr>
        <w:pStyle w:val="TOC3"/>
        <w:rPr>
          <w:rFonts w:eastAsiaTheme="minorEastAsia"/>
          <w:i w:val="0"/>
          <w:iCs w:val="0"/>
          <w:noProof/>
          <w:kern w:val="2"/>
          <w14:ligatures w14:val="standardContextual"/>
        </w:rPr>
      </w:pPr>
      <w:hyperlink w:anchor="_Toc214882277" w:history="1">
        <w:r w:rsidRPr="00F67B40">
          <w:rPr>
            <w:rStyle w:val="Hyperlink"/>
            <w:i w:val="0"/>
            <w:iCs w:val="0"/>
            <w:noProof/>
          </w:rPr>
          <w:t>9.9.1</w:t>
        </w:r>
        <w:r w:rsidRPr="00F67B40">
          <w:rPr>
            <w:rFonts w:eastAsiaTheme="minorEastAsia"/>
            <w:i w:val="0"/>
            <w:iCs w:val="0"/>
            <w:noProof/>
            <w:kern w:val="2"/>
            <w14:ligatures w14:val="standardContextual"/>
          </w:rPr>
          <w:tab/>
        </w:r>
        <w:r w:rsidRPr="00F67B40">
          <w:rPr>
            <w:rStyle w:val="Hyperlink"/>
            <w:i w:val="0"/>
            <w:iCs w:val="0"/>
            <w:noProof/>
          </w:rPr>
          <w:t>Invoice Recipient Payment to ERCOT for the CRR Auction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_Toc214882277 \h </w:instrText>
        </w:r>
        <w:r w:rsidRPr="00F67B40">
          <w:rPr>
            <w:i w:val="0"/>
            <w:iCs w:val="0"/>
            <w:noProof/>
            <w:webHidden/>
          </w:rPr>
        </w:r>
        <w:r w:rsidRPr="00F67B40">
          <w:rPr>
            <w:i w:val="0"/>
            <w:iCs w:val="0"/>
            <w:noProof/>
            <w:webHidden/>
          </w:rPr>
          <w:fldChar w:fldCharType="separate"/>
        </w:r>
        <w:r w:rsidRPr="00F67B40">
          <w:rPr>
            <w:i w:val="0"/>
            <w:iCs w:val="0"/>
            <w:noProof/>
            <w:webHidden/>
          </w:rPr>
          <w:t>9-21</w:t>
        </w:r>
        <w:r w:rsidRPr="00F67B40">
          <w:rPr>
            <w:i w:val="0"/>
            <w:iCs w:val="0"/>
            <w:noProof/>
            <w:webHidden/>
          </w:rPr>
          <w:fldChar w:fldCharType="end"/>
        </w:r>
      </w:hyperlink>
    </w:p>
    <w:p w14:paraId="23FDF9B6" w14:textId="20F97EDD" w:rsidR="00F67B40" w:rsidRPr="00F67B40" w:rsidRDefault="00F67B40">
      <w:pPr>
        <w:pStyle w:val="TOC3"/>
        <w:rPr>
          <w:rFonts w:eastAsiaTheme="minorEastAsia"/>
          <w:i w:val="0"/>
          <w:iCs w:val="0"/>
          <w:noProof/>
          <w:kern w:val="2"/>
          <w14:ligatures w14:val="standardContextual"/>
        </w:rPr>
      </w:pPr>
      <w:hyperlink w:anchor="_Toc214882278" w:history="1">
        <w:r w:rsidRPr="00F67B40">
          <w:rPr>
            <w:rStyle w:val="Hyperlink"/>
            <w:i w:val="0"/>
            <w:iCs w:val="0"/>
            <w:noProof/>
          </w:rPr>
          <w:t>9.9.2</w:t>
        </w:r>
        <w:r w:rsidRPr="00F67B40">
          <w:rPr>
            <w:rFonts w:eastAsiaTheme="minorEastAsia"/>
            <w:i w:val="0"/>
            <w:iCs w:val="0"/>
            <w:noProof/>
            <w:kern w:val="2"/>
            <w14:ligatures w14:val="standardContextual"/>
          </w:rPr>
          <w:tab/>
        </w:r>
        <w:r w:rsidRPr="00F67B40">
          <w:rPr>
            <w:rStyle w:val="Hyperlink"/>
            <w:i w:val="0"/>
            <w:iCs w:val="0"/>
            <w:noProof/>
          </w:rPr>
          <w:t>ERCOT Payment to Invoice Recipients for the CRR Auction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_Toc214882278 \h </w:instrText>
        </w:r>
        <w:r w:rsidRPr="00F67B40">
          <w:rPr>
            <w:i w:val="0"/>
            <w:iCs w:val="0"/>
            <w:noProof/>
            <w:webHidden/>
          </w:rPr>
        </w:r>
        <w:r w:rsidRPr="00F67B40">
          <w:rPr>
            <w:i w:val="0"/>
            <w:iCs w:val="0"/>
            <w:noProof/>
            <w:webHidden/>
          </w:rPr>
          <w:fldChar w:fldCharType="separate"/>
        </w:r>
        <w:r w:rsidRPr="00F67B40">
          <w:rPr>
            <w:i w:val="0"/>
            <w:iCs w:val="0"/>
            <w:noProof/>
            <w:webHidden/>
          </w:rPr>
          <w:t>9-22</w:t>
        </w:r>
        <w:r w:rsidRPr="00F67B40">
          <w:rPr>
            <w:i w:val="0"/>
            <w:iCs w:val="0"/>
            <w:noProof/>
            <w:webHidden/>
          </w:rPr>
          <w:fldChar w:fldCharType="end"/>
        </w:r>
      </w:hyperlink>
    </w:p>
    <w:p w14:paraId="61617A21" w14:textId="6262671E" w:rsidR="00F67B40" w:rsidRPr="00F67B40" w:rsidRDefault="00F67B40">
      <w:pPr>
        <w:pStyle w:val="TOC3"/>
        <w:rPr>
          <w:rFonts w:eastAsiaTheme="minorEastAsia"/>
          <w:i w:val="0"/>
          <w:iCs w:val="0"/>
          <w:noProof/>
          <w:kern w:val="2"/>
          <w14:ligatures w14:val="standardContextual"/>
        </w:rPr>
      </w:pPr>
      <w:hyperlink w:anchor="_Toc214882279" w:history="1">
        <w:r w:rsidRPr="00F67B40">
          <w:rPr>
            <w:rStyle w:val="Hyperlink"/>
            <w:i w:val="0"/>
            <w:iCs w:val="0"/>
            <w:noProof/>
          </w:rPr>
          <w:t>9.9.3</w:t>
        </w:r>
        <w:r w:rsidRPr="00F67B40">
          <w:rPr>
            <w:rFonts w:eastAsiaTheme="minorEastAsia"/>
            <w:i w:val="0"/>
            <w:iCs w:val="0"/>
            <w:noProof/>
            <w:kern w:val="2"/>
            <w14:ligatures w14:val="standardContextual"/>
          </w:rPr>
          <w:tab/>
        </w:r>
        <w:r w:rsidRPr="00F67B40">
          <w:rPr>
            <w:rStyle w:val="Hyperlink"/>
            <w:i w:val="0"/>
            <w:iCs w:val="0"/>
            <w:noProof/>
          </w:rPr>
          <w:t>Enforcing the Security of a Short-Paying CRR Auction Invoice Recipient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_Toc214882279 \h </w:instrText>
        </w:r>
        <w:r w:rsidRPr="00F67B40">
          <w:rPr>
            <w:i w:val="0"/>
            <w:iCs w:val="0"/>
            <w:noProof/>
            <w:webHidden/>
          </w:rPr>
        </w:r>
        <w:r w:rsidRPr="00F67B40">
          <w:rPr>
            <w:i w:val="0"/>
            <w:iCs w:val="0"/>
            <w:noProof/>
            <w:webHidden/>
          </w:rPr>
          <w:fldChar w:fldCharType="separate"/>
        </w:r>
        <w:r w:rsidRPr="00F67B40">
          <w:rPr>
            <w:i w:val="0"/>
            <w:iCs w:val="0"/>
            <w:noProof/>
            <w:webHidden/>
          </w:rPr>
          <w:t>9-22</w:t>
        </w:r>
        <w:r w:rsidRPr="00F67B40">
          <w:rPr>
            <w:i w:val="0"/>
            <w:iCs w:val="0"/>
            <w:noProof/>
            <w:webHidden/>
          </w:rPr>
          <w:fldChar w:fldCharType="end"/>
        </w:r>
      </w:hyperlink>
    </w:p>
    <w:p w14:paraId="73973AF9" w14:textId="461B2A0F" w:rsidR="00F67B40" w:rsidRPr="00F67B40" w:rsidRDefault="00F67B40">
      <w:pPr>
        <w:pStyle w:val="TOC2"/>
        <w:rPr>
          <w:rFonts w:eastAsiaTheme="minorEastAsia"/>
          <w:noProof/>
          <w:kern w:val="2"/>
          <w14:ligatures w14:val="standardContextual"/>
        </w:rPr>
      </w:pPr>
      <w:hyperlink w:anchor="_Toc214882280" w:history="1">
        <w:r w:rsidRPr="00F67B40">
          <w:rPr>
            <w:rStyle w:val="Hyperlink"/>
            <w:noProof/>
          </w:rPr>
          <w:t>9.10</w:t>
        </w:r>
        <w:r w:rsidRPr="00F67B40">
          <w:rPr>
            <w:rFonts w:eastAsiaTheme="minorEastAsia"/>
            <w:noProof/>
            <w:kern w:val="2"/>
            <w14:ligatures w14:val="standardContextual"/>
          </w:rPr>
          <w:tab/>
        </w:r>
        <w:r w:rsidRPr="00F67B40">
          <w:rPr>
            <w:rStyle w:val="Hyperlink"/>
            <w:noProof/>
          </w:rPr>
          <w:t>CRR Auction Revenue Distribution Invoices</w:t>
        </w:r>
        <w:r w:rsidRPr="00F67B40">
          <w:rPr>
            <w:noProof/>
            <w:webHidden/>
          </w:rPr>
          <w:tab/>
        </w:r>
        <w:r w:rsidRPr="00F67B40">
          <w:rPr>
            <w:noProof/>
            <w:webHidden/>
          </w:rPr>
          <w:fldChar w:fldCharType="begin"/>
        </w:r>
        <w:r w:rsidRPr="00F67B40">
          <w:rPr>
            <w:noProof/>
            <w:webHidden/>
          </w:rPr>
          <w:instrText xml:space="preserve"> PAGEREF _Toc214882280 \h </w:instrText>
        </w:r>
        <w:r w:rsidRPr="00F67B40">
          <w:rPr>
            <w:noProof/>
            <w:webHidden/>
          </w:rPr>
        </w:r>
        <w:r w:rsidRPr="00F67B40">
          <w:rPr>
            <w:noProof/>
            <w:webHidden/>
          </w:rPr>
          <w:fldChar w:fldCharType="separate"/>
        </w:r>
        <w:r w:rsidRPr="00F67B40">
          <w:rPr>
            <w:noProof/>
            <w:webHidden/>
          </w:rPr>
          <w:t>9-22</w:t>
        </w:r>
        <w:r w:rsidRPr="00F67B40">
          <w:rPr>
            <w:noProof/>
            <w:webHidden/>
          </w:rPr>
          <w:fldChar w:fldCharType="end"/>
        </w:r>
      </w:hyperlink>
    </w:p>
    <w:p w14:paraId="0BBE4D62" w14:textId="1CFBF36B" w:rsidR="00F67B40" w:rsidRPr="00F67B40" w:rsidRDefault="00F67B40">
      <w:pPr>
        <w:pStyle w:val="TOC2"/>
        <w:rPr>
          <w:rFonts w:eastAsiaTheme="minorEastAsia"/>
          <w:noProof/>
          <w:kern w:val="2"/>
          <w14:ligatures w14:val="standardContextual"/>
        </w:rPr>
      </w:pPr>
      <w:hyperlink w:anchor="_Toc214882281" w:history="1">
        <w:r w:rsidRPr="00F67B40">
          <w:rPr>
            <w:rStyle w:val="Hyperlink"/>
            <w:noProof/>
          </w:rPr>
          <w:t>9.11</w:t>
        </w:r>
        <w:r w:rsidRPr="00F67B40">
          <w:rPr>
            <w:rFonts w:eastAsiaTheme="minorEastAsia"/>
            <w:noProof/>
            <w:kern w:val="2"/>
            <w14:ligatures w14:val="standardContextual"/>
          </w:rPr>
          <w:tab/>
        </w:r>
        <w:r w:rsidRPr="00F67B40">
          <w:rPr>
            <w:rStyle w:val="Hyperlink"/>
            <w:noProof/>
          </w:rPr>
          <w:t>Payment Process for CRR Auction Revenue Distribution</w:t>
        </w:r>
        <w:r w:rsidRPr="00F67B40">
          <w:rPr>
            <w:noProof/>
            <w:webHidden/>
          </w:rPr>
          <w:tab/>
        </w:r>
        <w:r w:rsidRPr="00F67B40">
          <w:rPr>
            <w:noProof/>
            <w:webHidden/>
          </w:rPr>
          <w:fldChar w:fldCharType="begin"/>
        </w:r>
        <w:r w:rsidRPr="00F67B40">
          <w:rPr>
            <w:noProof/>
            <w:webHidden/>
          </w:rPr>
          <w:instrText xml:space="preserve"> PAGEREF _Toc214882281 \h </w:instrText>
        </w:r>
        <w:r w:rsidRPr="00F67B40">
          <w:rPr>
            <w:noProof/>
            <w:webHidden/>
          </w:rPr>
        </w:r>
        <w:r w:rsidRPr="00F67B40">
          <w:rPr>
            <w:noProof/>
            <w:webHidden/>
          </w:rPr>
          <w:fldChar w:fldCharType="separate"/>
        </w:r>
        <w:r w:rsidRPr="00F67B40">
          <w:rPr>
            <w:noProof/>
            <w:webHidden/>
          </w:rPr>
          <w:t>9-23</w:t>
        </w:r>
        <w:r w:rsidRPr="00F67B40">
          <w:rPr>
            <w:noProof/>
            <w:webHidden/>
          </w:rPr>
          <w:fldChar w:fldCharType="end"/>
        </w:r>
      </w:hyperlink>
    </w:p>
    <w:p w14:paraId="1EAB63DF" w14:textId="4CD5DA89" w:rsidR="00F67B40" w:rsidRPr="00F67B40" w:rsidRDefault="00F67B40">
      <w:pPr>
        <w:pStyle w:val="TOC3"/>
        <w:rPr>
          <w:rFonts w:eastAsiaTheme="minorEastAsia"/>
          <w:i w:val="0"/>
          <w:iCs w:val="0"/>
          <w:noProof/>
          <w:kern w:val="2"/>
          <w14:ligatures w14:val="standardContextual"/>
        </w:rPr>
      </w:pPr>
      <w:hyperlink w:anchor="_Toc214882282" w:history="1">
        <w:r w:rsidRPr="00F67B40">
          <w:rPr>
            <w:rStyle w:val="Hyperlink"/>
            <w:i w:val="0"/>
            <w:iCs w:val="0"/>
            <w:noProof/>
          </w:rPr>
          <w:t>9.11.1</w:t>
        </w:r>
        <w:r w:rsidRPr="00F67B40">
          <w:rPr>
            <w:rFonts w:eastAsiaTheme="minorEastAsia"/>
            <w:i w:val="0"/>
            <w:iCs w:val="0"/>
            <w:noProof/>
            <w:kern w:val="2"/>
            <w14:ligatures w14:val="standardContextual"/>
          </w:rPr>
          <w:tab/>
        </w:r>
        <w:r w:rsidRPr="00F67B40">
          <w:rPr>
            <w:rStyle w:val="Hyperlink"/>
            <w:i w:val="0"/>
            <w:iCs w:val="0"/>
            <w:noProof/>
          </w:rPr>
          <w:t>Invoice Recipient Payment to ERCOT for CRR Auction Revenue Distribution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_Toc214882282 \h </w:instrText>
        </w:r>
        <w:r w:rsidRPr="00F67B40">
          <w:rPr>
            <w:i w:val="0"/>
            <w:iCs w:val="0"/>
            <w:noProof/>
            <w:webHidden/>
          </w:rPr>
        </w:r>
        <w:r w:rsidRPr="00F67B40">
          <w:rPr>
            <w:i w:val="0"/>
            <w:iCs w:val="0"/>
            <w:noProof/>
            <w:webHidden/>
          </w:rPr>
          <w:fldChar w:fldCharType="separate"/>
        </w:r>
        <w:r w:rsidRPr="00F67B40">
          <w:rPr>
            <w:i w:val="0"/>
            <w:iCs w:val="0"/>
            <w:noProof/>
            <w:webHidden/>
          </w:rPr>
          <w:t>9-23</w:t>
        </w:r>
        <w:r w:rsidRPr="00F67B40">
          <w:rPr>
            <w:i w:val="0"/>
            <w:iCs w:val="0"/>
            <w:noProof/>
            <w:webHidden/>
          </w:rPr>
          <w:fldChar w:fldCharType="end"/>
        </w:r>
      </w:hyperlink>
    </w:p>
    <w:p w14:paraId="30232F7D" w14:textId="44C42D85" w:rsidR="00F67B40" w:rsidRPr="00F67B40" w:rsidRDefault="00F67B40">
      <w:pPr>
        <w:pStyle w:val="TOC3"/>
        <w:rPr>
          <w:rFonts w:eastAsiaTheme="minorEastAsia"/>
          <w:i w:val="0"/>
          <w:iCs w:val="0"/>
          <w:noProof/>
          <w:kern w:val="2"/>
          <w14:ligatures w14:val="standardContextual"/>
        </w:rPr>
      </w:pPr>
      <w:hyperlink w:anchor="_Toc214882283" w:history="1">
        <w:r w:rsidRPr="00F67B40">
          <w:rPr>
            <w:rStyle w:val="Hyperlink"/>
            <w:i w:val="0"/>
            <w:iCs w:val="0"/>
            <w:noProof/>
          </w:rPr>
          <w:t>9.11.2</w:t>
        </w:r>
        <w:r w:rsidRPr="00F67B40">
          <w:rPr>
            <w:rFonts w:eastAsiaTheme="minorEastAsia"/>
            <w:i w:val="0"/>
            <w:iCs w:val="0"/>
            <w:noProof/>
            <w:kern w:val="2"/>
            <w14:ligatures w14:val="standardContextual"/>
          </w:rPr>
          <w:tab/>
        </w:r>
        <w:r w:rsidRPr="00F67B40">
          <w:rPr>
            <w:rStyle w:val="Hyperlink"/>
            <w:i w:val="0"/>
            <w:iCs w:val="0"/>
            <w:noProof/>
          </w:rPr>
          <w:t>ERCOT Payment to Invoice Recipients for CRR Auction Revenue Distribution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_Toc214882283 \h </w:instrText>
        </w:r>
        <w:r w:rsidRPr="00F67B40">
          <w:rPr>
            <w:i w:val="0"/>
            <w:iCs w:val="0"/>
            <w:noProof/>
            <w:webHidden/>
          </w:rPr>
        </w:r>
        <w:r w:rsidRPr="00F67B40">
          <w:rPr>
            <w:i w:val="0"/>
            <w:iCs w:val="0"/>
            <w:noProof/>
            <w:webHidden/>
          </w:rPr>
          <w:fldChar w:fldCharType="separate"/>
        </w:r>
        <w:r w:rsidRPr="00F67B40">
          <w:rPr>
            <w:i w:val="0"/>
            <w:iCs w:val="0"/>
            <w:noProof/>
            <w:webHidden/>
          </w:rPr>
          <w:t>9-24</w:t>
        </w:r>
        <w:r w:rsidRPr="00F67B40">
          <w:rPr>
            <w:i w:val="0"/>
            <w:iCs w:val="0"/>
            <w:noProof/>
            <w:webHidden/>
          </w:rPr>
          <w:fldChar w:fldCharType="end"/>
        </w:r>
      </w:hyperlink>
    </w:p>
    <w:p w14:paraId="50E1A135" w14:textId="38761E04" w:rsidR="00F67B40" w:rsidRPr="00F67B40" w:rsidRDefault="00F67B40">
      <w:pPr>
        <w:pStyle w:val="TOC3"/>
        <w:rPr>
          <w:rFonts w:eastAsiaTheme="minorEastAsia"/>
          <w:i w:val="0"/>
          <w:iCs w:val="0"/>
          <w:noProof/>
          <w:kern w:val="2"/>
          <w14:ligatures w14:val="standardContextual"/>
        </w:rPr>
      </w:pPr>
      <w:hyperlink w:anchor="_Toc214882284" w:history="1">
        <w:r w:rsidRPr="00F67B40">
          <w:rPr>
            <w:rStyle w:val="Hyperlink"/>
            <w:i w:val="0"/>
            <w:iCs w:val="0"/>
            <w:noProof/>
          </w:rPr>
          <w:t>9.11.3</w:t>
        </w:r>
        <w:r w:rsidRPr="00F67B40">
          <w:rPr>
            <w:rFonts w:eastAsiaTheme="minorEastAsia"/>
            <w:i w:val="0"/>
            <w:iCs w:val="0"/>
            <w:noProof/>
            <w:kern w:val="2"/>
            <w14:ligatures w14:val="standardContextual"/>
          </w:rPr>
          <w:tab/>
        </w:r>
        <w:r w:rsidRPr="00F67B40">
          <w:rPr>
            <w:rStyle w:val="Hyperlink"/>
            <w:i w:val="0"/>
            <w:iCs w:val="0"/>
            <w:noProof/>
          </w:rPr>
          <w:t>Partial Payments by Invoice Recipients for CRR Auction Revenue Distribution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_Toc214882284 \h </w:instrText>
        </w:r>
        <w:r w:rsidRPr="00F67B40">
          <w:rPr>
            <w:i w:val="0"/>
            <w:iCs w:val="0"/>
            <w:noProof/>
            <w:webHidden/>
          </w:rPr>
        </w:r>
        <w:r w:rsidRPr="00F67B40">
          <w:rPr>
            <w:i w:val="0"/>
            <w:iCs w:val="0"/>
            <w:noProof/>
            <w:webHidden/>
          </w:rPr>
          <w:fldChar w:fldCharType="separate"/>
        </w:r>
        <w:r w:rsidRPr="00F67B40">
          <w:rPr>
            <w:i w:val="0"/>
            <w:iCs w:val="0"/>
            <w:noProof/>
            <w:webHidden/>
          </w:rPr>
          <w:t>9-24</w:t>
        </w:r>
        <w:r w:rsidRPr="00F67B40">
          <w:rPr>
            <w:i w:val="0"/>
            <w:iCs w:val="0"/>
            <w:noProof/>
            <w:webHidden/>
          </w:rPr>
          <w:fldChar w:fldCharType="end"/>
        </w:r>
      </w:hyperlink>
    </w:p>
    <w:p w14:paraId="7AF23D13" w14:textId="58AB6705" w:rsidR="00F67B40" w:rsidRPr="00F67B40" w:rsidRDefault="00F67B40">
      <w:pPr>
        <w:pStyle w:val="TOC3"/>
        <w:rPr>
          <w:rFonts w:eastAsiaTheme="minorEastAsia"/>
          <w:i w:val="0"/>
          <w:iCs w:val="0"/>
          <w:noProof/>
          <w:kern w:val="2"/>
          <w14:ligatures w14:val="standardContextual"/>
        </w:rPr>
      </w:pPr>
      <w:hyperlink w:anchor="_Toc214882285" w:history="1">
        <w:r w:rsidRPr="00F67B40">
          <w:rPr>
            <w:rStyle w:val="Hyperlink"/>
            <w:i w:val="0"/>
            <w:iCs w:val="0"/>
            <w:noProof/>
          </w:rPr>
          <w:t>9.11.4</w:t>
        </w:r>
        <w:r w:rsidRPr="00F67B40">
          <w:rPr>
            <w:rFonts w:eastAsiaTheme="minorEastAsia"/>
            <w:i w:val="0"/>
            <w:iCs w:val="0"/>
            <w:noProof/>
            <w:kern w:val="2"/>
            <w14:ligatures w14:val="standardContextual"/>
          </w:rPr>
          <w:tab/>
        </w:r>
        <w:r w:rsidRPr="00F67B40">
          <w:rPr>
            <w:rStyle w:val="Hyperlink"/>
            <w:i w:val="0"/>
            <w:iCs w:val="0"/>
            <w:noProof/>
          </w:rPr>
          <w:t>Enforcing the Security of a Short-Paying CARD Invoice Recipient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_Toc214882285 \h </w:instrText>
        </w:r>
        <w:r w:rsidRPr="00F67B40">
          <w:rPr>
            <w:i w:val="0"/>
            <w:iCs w:val="0"/>
            <w:noProof/>
            <w:webHidden/>
          </w:rPr>
        </w:r>
        <w:r w:rsidRPr="00F67B40">
          <w:rPr>
            <w:i w:val="0"/>
            <w:iCs w:val="0"/>
            <w:noProof/>
            <w:webHidden/>
          </w:rPr>
          <w:fldChar w:fldCharType="separate"/>
        </w:r>
        <w:r w:rsidRPr="00F67B40">
          <w:rPr>
            <w:i w:val="0"/>
            <w:iCs w:val="0"/>
            <w:noProof/>
            <w:webHidden/>
          </w:rPr>
          <w:t>9-25</w:t>
        </w:r>
        <w:r w:rsidRPr="00F67B40">
          <w:rPr>
            <w:i w:val="0"/>
            <w:iCs w:val="0"/>
            <w:noProof/>
            <w:webHidden/>
          </w:rPr>
          <w:fldChar w:fldCharType="end"/>
        </w:r>
      </w:hyperlink>
    </w:p>
    <w:p w14:paraId="3A1E0567" w14:textId="79AD0D32" w:rsidR="00F67B40" w:rsidRPr="00F67B40" w:rsidRDefault="00F67B40">
      <w:pPr>
        <w:pStyle w:val="TOC2"/>
        <w:rPr>
          <w:rFonts w:eastAsiaTheme="minorEastAsia"/>
          <w:noProof/>
          <w:kern w:val="2"/>
          <w14:ligatures w14:val="standardContextual"/>
        </w:rPr>
      </w:pPr>
      <w:hyperlink w:anchor="_Toc214882286" w:history="1">
        <w:r w:rsidRPr="00F67B40">
          <w:rPr>
            <w:rStyle w:val="Hyperlink"/>
            <w:noProof/>
          </w:rPr>
          <w:t>9.12</w:t>
        </w:r>
        <w:r w:rsidRPr="00F67B40">
          <w:rPr>
            <w:rFonts w:eastAsiaTheme="minorEastAsia"/>
            <w:noProof/>
            <w:kern w:val="2"/>
            <w14:ligatures w14:val="standardContextual"/>
          </w:rPr>
          <w:tab/>
        </w:r>
        <w:r w:rsidRPr="00F67B40">
          <w:rPr>
            <w:rStyle w:val="Hyperlink"/>
            <w:noProof/>
          </w:rPr>
          <w:t>CRR Balancing Account Invoices</w:t>
        </w:r>
        <w:r w:rsidRPr="00F67B40">
          <w:rPr>
            <w:noProof/>
            <w:webHidden/>
          </w:rPr>
          <w:tab/>
        </w:r>
        <w:r w:rsidRPr="00F67B40">
          <w:rPr>
            <w:noProof/>
            <w:webHidden/>
          </w:rPr>
          <w:fldChar w:fldCharType="begin"/>
        </w:r>
        <w:r w:rsidRPr="00F67B40">
          <w:rPr>
            <w:noProof/>
            <w:webHidden/>
          </w:rPr>
          <w:instrText xml:space="preserve"> PAGEREF _Toc214882286 \h </w:instrText>
        </w:r>
        <w:r w:rsidRPr="00F67B40">
          <w:rPr>
            <w:noProof/>
            <w:webHidden/>
          </w:rPr>
        </w:r>
        <w:r w:rsidRPr="00F67B40">
          <w:rPr>
            <w:noProof/>
            <w:webHidden/>
          </w:rPr>
          <w:fldChar w:fldCharType="separate"/>
        </w:r>
        <w:r w:rsidRPr="00F67B40">
          <w:rPr>
            <w:noProof/>
            <w:webHidden/>
          </w:rPr>
          <w:t>9-25</w:t>
        </w:r>
        <w:r w:rsidRPr="00F67B40">
          <w:rPr>
            <w:noProof/>
            <w:webHidden/>
          </w:rPr>
          <w:fldChar w:fldCharType="end"/>
        </w:r>
      </w:hyperlink>
    </w:p>
    <w:p w14:paraId="2CC211DE" w14:textId="79C76DC1" w:rsidR="00F67B40" w:rsidRPr="00F67B40" w:rsidRDefault="00F67B40">
      <w:pPr>
        <w:pStyle w:val="TOC2"/>
        <w:rPr>
          <w:rFonts w:eastAsiaTheme="minorEastAsia"/>
          <w:noProof/>
          <w:kern w:val="2"/>
          <w14:ligatures w14:val="standardContextual"/>
        </w:rPr>
      </w:pPr>
      <w:hyperlink w:anchor="_Toc214882287" w:history="1">
        <w:r w:rsidRPr="00F67B40">
          <w:rPr>
            <w:rStyle w:val="Hyperlink"/>
            <w:noProof/>
          </w:rPr>
          <w:t>9.13</w:t>
        </w:r>
        <w:r w:rsidRPr="00F67B40">
          <w:rPr>
            <w:rFonts w:eastAsiaTheme="minorEastAsia"/>
            <w:noProof/>
            <w:kern w:val="2"/>
            <w14:ligatures w14:val="standardContextual"/>
          </w:rPr>
          <w:tab/>
        </w:r>
        <w:r w:rsidRPr="00F67B40">
          <w:rPr>
            <w:rStyle w:val="Hyperlink"/>
            <w:noProof/>
          </w:rPr>
          <w:t>Payment Process for the CRR Balancing Account</w:t>
        </w:r>
        <w:r w:rsidRPr="00F67B40">
          <w:rPr>
            <w:noProof/>
            <w:webHidden/>
          </w:rPr>
          <w:tab/>
        </w:r>
        <w:r w:rsidRPr="00F67B40">
          <w:rPr>
            <w:noProof/>
            <w:webHidden/>
          </w:rPr>
          <w:fldChar w:fldCharType="begin"/>
        </w:r>
        <w:r w:rsidRPr="00F67B40">
          <w:rPr>
            <w:noProof/>
            <w:webHidden/>
          </w:rPr>
          <w:instrText xml:space="preserve"> PAGEREF _Toc214882287 \h </w:instrText>
        </w:r>
        <w:r w:rsidRPr="00F67B40">
          <w:rPr>
            <w:noProof/>
            <w:webHidden/>
          </w:rPr>
        </w:r>
        <w:r w:rsidRPr="00F67B40">
          <w:rPr>
            <w:noProof/>
            <w:webHidden/>
          </w:rPr>
          <w:fldChar w:fldCharType="separate"/>
        </w:r>
        <w:r w:rsidRPr="00F67B40">
          <w:rPr>
            <w:noProof/>
            <w:webHidden/>
          </w:rPr>
          <w:t>9-26</w:t>
        </w:r>
        <w:r w:rsidRPr="00F67B40">
          <w:rPr>
            <w:noProof/>
            <w:webHidden/>
          </w:rPr>
          <w:fldChar w:fldCharType="end"/>
        </w:r>
      </w:hyperlink>
    </w:p>
    <w:p w14:paraId="2C343622" w14:textId="5F88B93D" w:rsidR="00F67B40" w:rsidRPr="00F67B40" w:rsidRDefault="00F67B40">
      <w:pPr>
        <w:pStyle w:val="TOC3"/>
        <w:rPr>
          <w:rFonts w:eastAsiaTheme="minorEastAsia"/>
          <w:i w:val="0"/>
          <w:iCs w:val="0"/>
          <w:noProof/>
          <w:kern w:val="2"/>
          <w14:ligatures w14:val="standardContextual"/>
        </w:rPr>
      </w:pPr>
      <w:hyperlink w:anchor="_Toc214882288" w:history="1">
        <w:r w:rsidRPr="00F67B40">
          <w:rPr>
            <w:rStyle w:val="Hyperlink"/>
            <w:i w:val="0"/>
            <w:iCs w:val="0"/>
            <w:noProof/>
          </w:rPr>
          <w:t>9.13.1</w:t>
        </w:r>
        <w:r w:rsidRPr="00F67B40">
          <w:rPr>
            <w:rFonts w:eastAsiaTheme="minorEastAsia"/>
            <w:i w:val="0"/>
            <w:iCs w:val="0"/>
            <w:noProof/>
            <w:kern w:val="2"/>
            <w14:ligatures w14:val="standardContextual"/>
          </w:rPr>
          <w:tab/>
        </w:r>
        <w:r w:rsidRPr="00F67B40">
          <w:rPr>
            <w:rStyle w:val="Hyperlink"/>
            <w:i w:val="0"/>
            <w:iCs w:val="0"/>
            <w:noProof/>
          </w:rPr>
          <w:t>Payment Process for the Initial CRR Balancing Account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_Toc214882288 \h </w:instrText>
        </w:r>
        <w:r w:rsidRPr="00F67B40">
          <w:rPr>
            <w:i w:val="0"/>
            <w:iCs w:val="0"/>
            <w:noProof/>
            <w:webHidden/>
          </w:rPr>
        </w:r>
        <w:r w:rsidRPr="00F67B40">
          <w:rPr>
            <w:i w:val="0"/>
            <w:iCs w:val="0"/>
            <w:noProof/>
            <w:webHidden/>
          </w:rPr>
          <w:fldChar w:fldCharType="separate"/>
        </w:r>
        <w:r w:rsidRPr="00F67B40">
          <w:rPr>
            <w:i w:val="0"/>
            <w:iCs w:val="0"/>
            <w:noProof/>
            <w:webHidden/>
          </w:rPr>
          <w:t>9-26</w:t>
        </w:r>
        <w:r w:rsidRPr="00F67B40">
          <w:rPr>
            <w:i w:val="0"/>
            <w:iCs w:val="0"/>
            <w:noProof/>
            <w:webHidden/>
          </w:rPr>
          <w:fldChar w:fldCharType="end"/>
        </w:r>
      </w:hyperlink>
    </w:p>
    <w:p w14:paraId="6A0D90F0" w14:textId="3224BC39" w:rsidR="00F67B40" w:rsidRPr="00F67B40" w:rsidRDefault="00F67B40">
      <w:pPr>
        <w:pStyle w:val="TOC3"/>
        <w:rPr>
          <w:rFonts w:eastAsiaTheme="minorEastAsia"/>
          <w:i w:val="0"/>
          <w:iCs w:val="0"/>
          <w:noProof/>
          <w:kern w:val="2"/>
          <w14:ligatures w14:val="standardContextual"/>
        </w:rPr>
      </w:pPr>
      <w:hyperlink w:anchor="_Toc214882289" w:history="1">
        <w:r w:rsidRPr="00F67B40">
          <w:rPr>
            <w:rStyle w:val="Hyperlink"/>
            <w:i w:val="0"/>
            <w:iCs w:val="0"/>
            <w:noProof/>
          </w:rPr>
          <w:t xml:space="preserve">9.13.2 </w:t>
        </w:r>
        <w:r w:rsidRPr="00F67B40">
          <w:rPr>
            <w:rFonts w:eastAsiaTheme="minorEastAsia"/>
            <w:i w:val="0"/>
            <w:iCs w:val="0"/>
            <w:noProof/>
            <w:kern w:val="2"/>
            <w14:ligatures w14:val="standardContextual"/>
          </w:rPr>
          <w:tab/>
        </w:r>
        <w:r w:rsidRPr="00F67B40">
          <w:rPr>
            <w:rStyle w:val="Hyperlink"/>
            <w:i w:val="0"/>
            <w:iCs w:val="0"/>
            <w:noProof/>
          </w:rPr>
          <w:t>Payment Process for Resettlement of the CRR Balancing Account</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_Toc214882289 \h </w:instrText>
        </w:r>
        <w:r w:rsidRPr="00F67B40">
          <w:rPr>
            <w:i w:val="0"/>
            <w:iCs w:val="0"/>
            <w:noProof/>
            <w:webHidden/>
          </w:rPr>
        </w:r>
        <w:r w:rsidRPr="00F67B40">
          <w:rPr>
            <w:i w:val="0"/>
            <w:iCs w:val="0"/>
            <w:noProof/>
            <w:webHidden/>
          </w:rPr>
          <w:fldChar w:fldCharType="separate"/>
        </w:r>
        <w:r w:rsidRPr="00F67B40">
          <w:rPr>
            <w:i w:val="0"/>
            <w:iCs w:val="0"/>
            <w:noProof/>
            <w:webHidden/>
          </w:rPr>
          <w:t>9-27</w:t>
        </w:r>
        <w:r w:rsidRPr="00F67B40">
          <w:rPr>
            <w:i w:val="0"/>
            <w:iCs w:val="0"/>
            <w:noProof/>
            <w:webHidden/>
          </w:rPr>
          <w:fldChar w:fldCharType="end"/>
        </w:r>
      </w:hyperlink>
    </w:p>
    <w:p w14:paraId="257E382E" w14:textId="5CAE2735" w:rsidR="00F67B40" w:rsidRPr="00F67B40" w:rsidRDefault="00F67B40">
      <w:pPr>
        <w:pStyle w:val="TOC4"/>
        <w:rPr>
          <w:rFonts w:eastAsiaTheme="minorEastAsia"/>
          <w:noProof/>
          <w:kern w:val="2"/>
          <w:sz w:val="20"/>
          <w:szCs w:val="20"/>
          <w14:ligatures w14:val="standardContextual"/>
        </w:rPr>
      </w:pPr>
      <w:hyperlink w:anchor="_Toc214882290" w:history="1">
        <w:r w:rsidRPr="00F67B40">
          <w:rPr>
            <w:rStyle w:val="Hyperlink"/>
            <w:noProof/>
            <w:sz w:val="20"/>
            <w:szCs w:val="20"/>
          </w:rPr>
          <w:t>9.13.2.1</w:t>
        </w:r>
        <w:r w:rsidRPr="00F67B40">
          <w:rPr>
            <w:rFonts w:eastAsiaTheme="minorEastAsia"/>
            <w:noProof/>
            <w:kern w:val="2"/>
            <w:sz w:val="20"/>
            <w:szCs w:val="20"/>
            <w14:ligatures w14:val="standardContextual"/>
          </w:rPr>
          <w:tab/>
        </w:r>
        <w:r w:rsidRPr="00F67B40">
          <w:rPr>
            <w:rStyle w:val="Hyperlink"/>
            <w:noProof/>
            <w:sz w:val="20"/>
            <w:szCs w:val="20"/>
          </w:rPr>
          <w:t>Invoice Recipient Payment to ERCOT for Resettlement of the CRR Balancing Account</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_Toc214882290 \h </w:instrText>
        </w:r>
        <w:r w:rsidRPr="00F67B40">
          <w:rPr>
            <w:noProof/>
            <w:webHidden/>
            <w:sz w:val="20"/>
            <w:szCs w:val="20"/>
          </w:rPr>
        </w:r>
        <w:r w:rsidRPr="00F67B40">
          <w:rPr>
            <w:noProof/>
            <w:webHidden/>
            <w:sz w:val="20"/>
            <w:szCs w:val="20"/>
          </w:rPr>
          <w:fldChar w:fldCharType="separate"/>
        </w:r>
        <w:r w:rsidRPr="00F67B40">
          <w:rPr>
            <w:noProof/>
            <w:webHidden/>
            <w:sz w:val="20"/>
            <w:szCs w:val="20"/>
          </w:rPr>
          <w:t>9-27</w:t>
        </w:r>
        <w:r w:rsidRPr="00F67B40">
          <w:rPr>
            <w:noProof/>
            <w:webHidden/>
            <w:sz w:val="20"/>
            <w:szCs w:val="20"/>
          </w:rPr>
          <w:fldChar w:fldCharType="end"/>
        </w:r>
      </w:hyperlink>
    </w:p>
    <w:p w14:paraId="763E1340" w14:textId="7ACBAB6B" w:rsidR="00F67B40" w:rsidRPr="00F67B40" w:rsidRDefault="00F67B40">
      <w:pPr>
        <w:pStyle w:val="TOC4"/>
        <w:rPr>
          <w:rFonts w:eastAsiaTheme="minorEastAsia"/>
          <w:noProof/>
          <w:kern w:val="2"/>
          <w:sz w:val="20"/>
          <w:szCs w:val="20"/>
          <w14:ligatures w14:val="standardContextual"/>
        </w:rPr>
      </w:pPr>
      <w:hyperlink w:anchor="_Toc214882291" w:history="1">
        <w:r w:rsidRPr="00F67B40">
          <w:rPr>
            <w:rStyle w:val="Hyperlink"/>
            <w:noProof/>
            <w:sz w:val="20"/>
            <w:szCs w:val="20"/>
          </w:rPr>
          <w:t>9.13.2.2</w:t>
        </w:r>
        <w:r w:rsidRPr="00F67B40">
          <w:rPr>
            <w:rFonts w:eastAsiaTheme="minorEastAsia"/>
            <w:noProof/>
            <w:kern w:val="2"/>
            <w:sz w:val="20"/>
            <w:szCs w:val="20"/>
            <w14:ligatures w14:val="standardContextual"/>
          </w:rPr>
          <w:tab/>
        </w:r>
        <w:r w:rsidRPr="00F67B40">
          <w:rPr>
            <w:rStyle w:val="Hyperlink"/>
            <w:noProof/>
            <w:sz w:val="20"/>
            <w:szCs w:val="20"/>
          </w:rPr>
          <w:t>ERCOT Payment to Invoice Recipients for Resettlement of the CRR Balancing Account</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_Toc214882291 \h </w:instrText>
        </w:r>
        <w:r w:rsidRPr="00F67B40">
          <w:rPr>
            <w:noProof/>
            <w:webHidden/>
            <w:sz w:val="20"/>
            <w:szCs w:val="20"/>
          </w:rPr>
        </w:r>
        <w:r w:rsidRPr="00F67B40">
          <w:rPr>
            <w:noProof/>
            <w:webHidden/>
            <w:sz w:val="20"/>
            <w:szCs w:val="20"/>
          </w:rPr>
          <w:fldChar w:fldCharType="separate"/>
        </w:r>
        <w:r w:rsidRPr="00F67B40">
          <w:rPr>
            <w:noProof/>
            <w:webHidden/>
            <w:sz w:val="20"/>
            <w:szCs w:val="20"/>
          </w:rPr>
          <w:t>9-27</w:t>
        </w:r>
        <w:r w:rsidRPr="00F67B40">
          <w:rPr>
            <w:noProof/>
            <w:webHidden/>
            <w:sz w:val="20"/>
            <w:szCs w:val="20"/>
          </w:rPr>
          <w:fldChar w:fldCharType="end"/>
        </w:r>
      </w:hyperlink>
    </w:p>
    <w:p w14:paraId="46757696" w14:textId="1FACF791" w:rsidR="00F67B40" w:rsidRPr="00F67B40" w:rsidRDefault="00F67B40">
      <w:pPr>
        <w:pStyle w:val="TOC4"/>
        <w:rPr>
          <w:rFonts w:eastAsiaTheme="minorEastAsia"/>
          <w:noProof/>
          <w:kern w:val="2"/>
          <w:sz w:val="20"/>
          <w:szCs w:val="20"/>
          <w14:ligatures w14:val="standardContextual"/>
        </w:rPr>
      </w:pPr>
      <w:hyperlink w:anchor="_Toc214882292" w:history="1">
        <w:r w:rsidRPr="00F67B40">
          <w:rPr>
            <w:rStyle w:val="Hyperlink"/>
            <w:noProof/>
            <w:sz w:val="20"/>
            <w:szCs w:val="20"/>
          </w:rPr>
          <w:t>9.13.2.3</w:t>
        </w:r>
        <w:r w:rsidRPr="00F67B40">
          <w:rPr>
            <w:rFonts w:eastAsiaTheme="minorEastAsia"/>
            <w:noProof/>
            <w:kern w:val="2"/>
            <w:sz w:val="20"/>
            <w:szCs w:val="20"/>
            <w14:ligatures w14:val="standardContextual"/>
          </w:rPr>
          <w:tab/>
        </w:r>
        <w:r w:rsidRPr="00F67B40">
          <w:rPr>
            <w:rStyle w:val="Hyperlink"/>
            <w:noProof/>
            <w:sz w:val="20"/>
            <w:szCs w:val="20"/>
          </w:rPr>
          <w:t>Partial Payments by Invoice Recipients for Resettlement of CRR Balancing Account</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_Toc214882292 \h </w:instrText>
        </w:r>
        <w:r w:rsidRPr="00F67B40">
          <w:rPr>
            <w:noProof/>
            <w:webHidden/>
            <w:sz w:val="20"/>
            <w:szCs w:val="20"/>
          </w:rPr>
        </w:r>
        <w:r w:rsidRPr="00F67B40">
          <w:rPr>
            <w:noProof/>
            <w:webHidden/>
            <w:sz w:val="20"/>
            <w:szCs w:val="20"/>
          </w:rPr>
          <w:fldChar w:fldCharType="separate"/>
        </w:r>
        <w:r w:rsidRPr="00F67B40">
          <w:rPr>
            <w:noProof/>
            <w:webHidden/>
            <w:sz w:val="20"/>
            <w:szCs w:val="20"/>
          </w:rPr>
          <w:t>9-27</w:t>
        </w:r>
        <w:r w:rsidRPr="00F67B40">
          <w:rPr>
            <w:noProof/>
            <w:webHidden/>
            <w:sz w:val="20"/>
            <w:szCs w:val="20"/>
          </w:rPr>
          <w:fldChar w:fldCharType="end"/>
        </w:r>
      </w:hyperlink>
    </w:p>
    <w:p w14:paraId="2353278B" w14:textId="6E873E06" w:rsidR="00F67B40" w:rsidRPr="00F67B40" w:rsidRDefault="00F67B40">
      <w:pPr>
        <w:pStyle w:val="TOC2"/>
        <w:rPr>
          <w:rFonts w:eastAsiaTheme="minorEastAsia"/>
          <w:noProof/>
          <w:kern w:val="2"/>
          <w14:ligatures w14:val="standardContextual"/>
        </w:rPr>
      </w:pPr>
      <w:hyperlink w:anchor="_Toc214882293" w:history="1">
        <w:r w:rsidRPr="00F67B40">
          <w:rPr>
            <w:rStyle w:val="Hyperlink"/>
            <w:noProof/>
          </w:rPr>
          <w:t>9.14</w:t>
        </w:r>
        <w:r w:rsidRPr="00F67B40">
          <w:rPr>
            <w:rFonts w:eastAsiaTheme="minorEastAsia"/>
            <w:noProof/>
            <w:kern w:val="2"/>
            <w14:ligatures w14:val="standardContextual"/>
          </w:rPr>
          <w:tab/>
        </w:r>
        <w:r w:rsidRPr="00F67B40">
          <w:rPr>
            <w:rStyle w:val="Hyperlink"/>
            <w:noProof/>
          </w:rPr>
          <w:t>Settlement and Billing Dispute Process</w:t>
        </w:r>
        <w:r w:rsidRPr="00F67B40">
          <w:rPr>
            <w:noProof/>
            <w:webHidden/>
          </w:rPr>
          <w:tab/>
        </w:r>
        <w:r w:rsidRPr="00F67B40">
          <w:rPr>
            <w:noProof/>
            <w:webHidden/>
          </w:rPr>
          <w:fldChar w:fldCharType="begin"/>
        </w:r>
        <w:r w:rsidRPr="00F67B40">
          <w:rPr>
            <w:noProof/>
            <w:webHidden/>
          </w:rPr>
          <w:instrText xml:space="preserve"> PAGEREF _Toc214882293 \h </w:instrText>
        </w:r>
        <w:r w:rsidRPr="00F67B40">
          <w:rPr>
            <w:noProof/>
            <w:webHidden/>
          </w:rPr>
        </w:r>
        <w:r w:rsidRPr="00F67B40">
          <w:rPr>
            <w:noProof/>
            <w:webHidden/>
          </w:rPr>
          <w:fldChar w:fldCharType="separate"/>
        </w:r>
        <w:r w:rsidRPr="00F67B40">
          <w:rPr>
            <w:noProof/>
            <w:webHidden/>
          </w:rPr>
          <w:t>9-28</w:t>
        </w:r>
        <w:r w:rsidRPr="00F67B40">
          <w:rPr>
            <w:noProof/>
            <w:webHidden/>
          </w:rPr>
          <w:fldChar w:fldCharType="end"/>
        </w:r>
      </w:hyperlink>
    </w:p>
    <w:p w14:paraId="4820CB2C" w14:textId="62643BCB" w:rsidR="00F67B40" w:rsidRPr="00F67B40" w:rsidRDefault="00F67B40">
      <w:pPr>
        <w:pStyle w:val="TOC3"/>
        <w:rPr>
          <w:rFonts w:eastAsiaTheme="minorEastAsia"/>
          <w:i w:val="0"/>
          <w:iCs w:val="0"/>
          <w:noProof/>
          <w:kern w:val="2"/>
          <w14:ligatures w14:val="standardContextual"/>
        </w:rPr>
      </w:pPr>
      <w:hyperlink w:anchor="_Toc214882294" w:history="1">
        <w:r w:rsidRPr="00F67B40">
          <w:rPr>
            <w:rStyle w:val="Hyperlink"/>
            <w:i w:val="0"/>
            <w:iCs w:val="0"/>
            <w:noProof/>
          </w:rPr>
          <w:t>9.14.1</w:t>
        </w:r>
        <w:r w:rsidRPr="00F67B40">
          <w:rPr>
            <w:rFonts w:eastAsiaTheme="minorEastAsia"/>
            <w:i w:val="0"/>
            <w:iCs w:val="0"/>
            <w:noProof/>
            <w:kern w:val="2"/>
            <w14:ligatures w14:val="standardContextual"/>
          </w:rPr>
          <w:tab/>
        </w:r>
        <w:r w:rsidRPr="00F67B40">
          <w:rPr>
            <w:rStyle w:val="Hyperlink"/>
            <w:i w:val="0"/>
            <w:iCs w:val="0"/>
            <w:noProof/>
          </w:rPr>
          <w:t>Data Review, Validation, Confirmation, and Dispute of Settlement Statements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_Toc214882294 \h </w:instrText>
        </w:r>
        <w:r w:rsidRPr="00F67B40">
          <w:rPr>
            <w:i w:val="0"/>
            <w:iCs w:val="0"/>
            <w:noProof/>
            <w:webHidden/>
          </w:rPr>
        </w:r>
        <w:r w:rsidRPr="00F67B40">
          <w:rPr>
            <w:i w:val="0"/>
            <w:iCs w:val="0"/>
            <w:noProof/>
            <w:webHidden/>
          </w:rPr>
          <w:fldChar w:fldCharType="separate"/>
        </w:r>
        <w:r w:rsidRPr="00F67B40">
          <w:rPr>
            <w:i w:val="0"/>
            <w:iCs w:val="0"/>
            <w:noProof/>
            <w:webHidden/>
          </w:rPr>
          <w:t>9-28</w:t>
        </w:r>
        <w:r w:rsidRPr="00F67B40">
          <w:rPr>
            <w:i w:val="0"/>
            <w:iCs w:val="0"/>
            <w:noProof/>
            <w:webHidden/>
          </w:rPr>
          <w:fldChar w:fldCharType="end"/>
        </w:r>
      </w:hyperlink>
    </w:p>
    <w:p w14:paraId="2D1F425C" w14:textId="306B15D7" w:rsidR="00F67B40" w:rsidRPr="00F67B40" w:rsidRDefault="00F67B40">
      <w:pPr>
        <w:pStyle w:val="TOC3"/>
        <w:rPr>
          <w:rFonts w:eastAsiaTheme="minorEastAsia"/>
          <w:i w:val="0"/>
          <w:iCs w:val="0"/>
          <w:noProof/>
          <w:kern w:val="2"/>
          <w14:ligatures w14:val="standardContextual"/>
        </w:rPr>
      </w:pPr>
      <w:hyperlink w:anchor="_Toc214882295" w:history="1">
        <w:r w:rsidRPr="00F67B40">
          <w:rPr>
            <w:rStyle w:val="Hyperlink"/>
            <w:i w:val="0"/>
            <w:iCs w:val="0"/>
            <w:noProof/>
          </w:rPr>
          <w:t>9.14.2</w:t>
        </w:r>
        <w:r w:rsidRPr="00F67B40">
          <w:rPr>
            <w:rFonts w:eastAsiaTheme="minorEastAsia"/>
            <w:i w:val="0"/>
            <w:iCs w:val="0"/>
            <w:noProof/>
            <w:kern w:val="2"/>
            <w14:ligatures w14:val="standardContextual"/>
          </w:rPr>
          <w:tab/>
        </w:r>
        <w:r w:rsidRPr="00F67B40">
          <w:rPr>
            <w:rStyle w:val="Hyperlink"/>
            <w:i w:val="0"/>
            <w:iCs w:val="0"/>
            <w:noProof/>
          </w:rPr>
          <w:t>Notice of Dispute</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_Toc214882295 \h </w:instrText>
        </w:r>
        <w:r w:rsidRPr="00F67B40">
          <w:rPr>
            <w:i w:val="0"/>
            <w:iCs w:val="0"/>
            <w:noProof/>
            <w:webHidden/>
          </w:rPr>
        </w:r>
        <w:r w:rsidRPr="00F67B40">
          <w:rPr>
            <w:i w:val="0"/>
            <w:iCs w:val="0"/>
            <w:noProof/>
            <w:webHidden/>
          </w:rPr>
          <w:fldChar w:fldCharType="separate"/>
        </w:r>
        <w:r w:rsidRPr="00F67B40">
          <w:rPr>
            <w:i w:val="0"/>
            <w:iCs w:val="0"/>
            <w:noProof/>
            <w:webHidden/>
          </w:rPr>
          <w:t>9-29</w:t>
        </w:r>
        <w:r w:rsidRPr="00F67B40">
          <w:rPr>
            <w:i w:val="0"/>
            <w:iCs w:val="0"/>
            <w:noProof/>
            <w:webHidden/>
          </w:rPr>
          <w:fldChar w:fldCharType="end"/>
        </w:r>
      </w:hyperlink>
    </w:p>
    <w:p w14:paraId="23418210" w14:textId="66073DFA" w:rsidR="00F67B40" w:rsidRPr="00F67B40" w:rsidRDefault="00F67B40">
      <w:pPr>
        <w:pStyle w:val="TOC3"/>
        <w:rPr>
          <w:rFonts w:eastAsiaTheme="minorEastAsia"/>
          <w:i w:val="0"/>
          <w:iCs w:val="0"/>
          <w:noProof/>
          <w:kern w:val="2"/>
          <w14:ligatures w14:val="standardContextual"/>
        </w:rPr>
      </w:pPr>
      <w:hyperlink w:anchor="_Toc214882296" w:history="1">
        <w:r w:rsidRPr="00F67B40">
          <w:rPr>
            <w:rStyle w:val="Hyperlink"/>
            <w:i w:val="0"/>
            <w:iCs w:val="0"/>
            <w:noProof/>
          </w:rPr>
          <w:t>9.14.3</w:t>
        </w:r>
        <w:r w:rsidRPr="00F67B40">
          <w:rPr>
            <w:rFonts w:eastAsiaTheme="minorEastAsia"/>
            <w:i w:val="0"/>
            <w:iCs w:val="0"/>
            <w:noProof/>
            <w:kern w:val="2"/>
            <w14:ligatures w14:val="standardContextual"/>
          </w:rPr>
          <w:tab/>
        </w:r>
        <w:r w:rsidRPr="00F67B40">
          <w:rPr>
            <w:rStyle w:val="Hyperlink"/>
            <w:i w:val="0"/>
            <w:iCs w:val="0"/>
            <w:noProof/>
          </w:rPr>
          <w:t>Contents of Notice</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_Toc214882296 \h </w:instrText>
        </w:r>
        <w:r w:rsidRPr="00F67B40">
          <w:rPr>
            <w:i w:val="0"/>
            <w:iCs w:val="0"/>
            <w:noProof/>
            <w:webHidden/>
          </w:rPr>
        </w:r>
        <w:r w:rsidRPr="00F67B40">
          <w:rPr>
            <w:i w:val="0"/>
            <w:iCs w:val="0"/>
            <w:noProof/>
            <w:webHidden/>
          </w:rPr>
          <w:fldChar w:fldCharType="separate"/>
        </w:r>
        <w:r w:rsidRPr="00F67B40">
          <w:rPr>
            <w:i w:val="0"/>
            <w:iCs w:val="0"/>
            <w:noProof/>
            <w:webHidden/>
          </w:rPr>
          <w:t>9-30</w:t>
        </w:r>
        <w:r w:rsidRPr="00F67B40">
          <w:rPr>
            <w:i w:val="0"/>
            <w:iCs w:val="0"/>
            <w:noProof/>
            <w:webHidden/>
          </w:rPr>
          <w:fldChar w:fldCharType="end"/>
        </w:r>
      </w:hyperlink>
    </w:p>
    <w:p w14:paraId="232773F6" w14:textId="6C5B2AAD" w:rsidR="00F67B40" w:rsidRPr="00F67B40" w:rsidRDefault="00F67B40">
      <w:pPr>
        <w:pStyle w:val="TOC3"/>
        <w:rPr>
          <w:rFonts w:eastAsiaTheme="minorEastAsia"/>
          <w:i w:val="0"/>
          <w:iCs w:val="0"/>
          <w:noProof/>
          <w:kern w:val="2"/>
          <w14:ligatures w14:val="standardContextual"/>
        </w:rPr>
      </w:pPr>
      <w:hyperlink w:anchor="_Toc214882297" w:history="1">
        <w:r w:rsidRPr="00F67B40">
          <w:rPr>
            <w:rStyle w:val="Hyperlink"/>
            <w:i w:val="0"/>
            <w:iCs w:val="0"/>
            <w:noProof/>
          </w:rPr>
          <w:t>9.14.4</w:t>
        </w:r>
        <w:r w:rsidRPr="00F67B40">
          <w:rPr>
            <w:rFonts w:eastAsiaTheme="minorEastAsia"/>
            <w:i w:val="0"/>
            <w:iCs w:val="0"/>
            <w:noProof/>
            <w:kern w:val="2"/>
            <w14:ligatures w14:val="standardContextual"/>
          </w:rPr>
          <w:tab/>
        </w:r>
        <w:r w:rsidRPr="00F67B40">
          <w:rPr>
            <w:rStyle w:val="Hyperlink"/>
            <w:i w:val="0"/>
            <w:iCs w:val="0"/>
            <w:noProof/>
          </w:rPr>
          <w:t>ERCOT Processing of Disputes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_Toc214882297 \h </w:instrText>
        </w:r>
        <w:r w:rsidRPr="00F67B40">
          <w:rPr>
            <w:i w:val="0"/>
            <w:iCs w:val="0"/>
            <w:noProof/>
            <w:webHidden/>
          </w:rPr>
        </w:r>
        <w:r w:rsidRPr="00F67B40">
          <w:rPr>
            <w:i w:val="0"/>
            <w:iCs w:val="0"/>
            <w:noProof/>
            <w:webHidden/>
          </w:rPr>
          <w:fldChar w:fldCharType="separate"/>
        </w:r>
        <w:r w:rsidRPr="00F67B40">
          <w:rPr>
            <w:i w:val="0"/>
            <w:iCs w:val="0"/>
            <w:noProof/>
            <w:webHidden/>
          </w:rPr>
          <w:t>9-31</w:t>
        </w:r>
        <w:r w:rsidRPr="00F67B40">
          <w:rPr>
            <w:i w:val="0"/>
            <w:iCs w:val="0"/>
            <w:noProof/>
            <w:webHidden/>
          </w:rPr>
          <w:fldChar w:fldCharType="end"/>
        </w:r>
      </w:hyperlink>
    </w:p>
    <w:p w14:paraId="3B98572B" w14:textId="7264EC07" w:rsidR="00F67B40" w:rsidRPr="00F67B40" w:rsidRDefault="00F67B40">
      <w:pPr>
        <w:pStyle w:val="TOC4"/>
        <w:rPr>
          <w:rFonts w:eastAsiaTheme="minorEastAsia"/>
          <w:noProof/>
          <w:kern w:val="2"/>
          <w:sz w:val="20"/>
          <w:szCs w:val="20"/>
          <w14:ligatures w14:val="standardContextual"/>
        </w:rPr>
      </w:pPr>
      <w:hyperlink w:anchor="_Toc214882298" w:history="1">
        <w:r w:rsidRPr="00F67B40">
          <w:rPr>
            <w:rStyle w:val="Hyperlink"/>
            <w:noProof/>
            <w:sz w:val="20"/>
            <w:szCs w:val="20"/>
          </w:rPr>
          <w:t>9.14.4.1</w:t>
        </w:r>
        <w:r w:rsidRPr="00F67B40">
          <w:rPr>
            <w:rFonts w:eastAsiaTheme="minorEastAsia"/>
            <w:noProof/>
            <w:kern w:val="2"/>
            <w:sz w:val="20"/>
            <w:szCs w:val="20"/>
            <w14:ligatures w14:val="standardContextual"/>
          </w:rPr>
          <w:tab/>
        </w:r>
        <w:r w:rsidRPr="00F67B40">
          <w:rPr>
            <w:rStyle w:val="Hyperlink"/>
            <w:noProof/>
            <w:sz w:val="20"/>
            <w:szCs w:val="20"/>
          </w:rPr>
          <w:t>Status of Dispute</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_Toc214882298 \h </w:instrText>
        </w:r>
        <w:r w:rsidRPr="00F67B40">
          <w:rPr>
            <w:noProof/>
            <w:webHidden/>
            <w:sz w:val="20"/>
            <w:szCs w:val="20"/>
          </w:rPr>
        </w:r>
        <w:r w:rsidRPr="00F67B40">
          <w:rPr>
            <w:noProof/>
            <w:webHidden/>
            <w:sz w:val="20"/>
            <w:szCs w:val="20"/>
          </w:rPr>
          <w:fldChar w:fldCharType="separate"/>
        </w:r>
        <w:r w:rsidRPr="00F67B40">
          <w:rPr>
            <w:noProof/>
            <w:webHidden/>
            <w:sz w:val="20"/>
            <w:szCs w:val="20"/>
          </w:rPr>
          <w:t>9-32</w:t>
        </w:r>
        <w:r w:rsidRPr="00F67B40">
          <w:rPr>
            <w:noProof/>
            <w:webHidden/>
            <w:sz w:val="20"/>
            <w:szCs w:val="20"/>
          </w:rPr>
          <w:fldChar w:fldCharType="end"/>
        </w:r>
      </w:hyperlink>
    </w:p>
    <w:p w14:paraId="5E54EC4E" w14:textId="6AD8D7DD" w:rsidR="00F67B40" w:rsidRPr="00F67B40" w:rsidRDefault="00F67B40">
      <w:pPr>
        <w:pStyle w:val="TOC5"/>
        <w:rPr>
          <w:rFonts w:eastAsiaTheme="minorEastAsia"/>
          <w:i w:val="0"/>
          <w:kern w:val="2"/>
          <w:sz w:val="20"/>
          <w:szCs w:val="20"/>
          <w14:ligatures w14:val="standardContextual"/>
        </w:rPr>
      </w:pPr>
      <w:hyperlink w:anchor="_Toc214882299" w:history="1">
        <w:r w:rsidRPr="00F67B40">
          <w:rPr>
            <w:rStyle w:val="Hyperlink"/>
            <w:i w:val="0"/>
            <w:sz w:val="20"/>
            <w:szCs w:val="20"/>
          </w:rPr>
          <w:t>9.14.4.1.1</w:t>
        </w:r>
        <w:r w:rsidRPr="00F67B40">
          <w:rPr>
            <w:rFonts w:eastAsiaTheme="minorEastAsia"/>
            <w:i w:val="0"/>
            <w:kern w:val="2"/>
            <w:sz w:val="20"/>
            <w:szCs w:val="20"/>
            <w14:ligatures w14:val="standardContextual"/>
          </w:rPr>
          <w:tab/>
        </w:r>
        <w:r w:rsidRPr="00F67B40">
          <w:rPr>
            <w:rStyle w:val="Hyperlink"/>
            <w:i w:val="0"/>
            <w:sz w:val="20"/>
            <w:szCs w:val="20"/>
          </w:rPr>
          <w:t>Not Started</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_Toc214882299 \h </w:instrText>
        </w:r>
        <w:r w:rsidRPr="00F67B40">
          <w:rPr>
            <w:i w:val="0"/>
            <w:webHidden/>
            <w:sz w:val="20"/>
            <w:szCs w:val="20"/>
          </w:rPr>
        </w:r>
        <w:r w:rsidRPr="00F67B40">
          <w:rPr>
            <w:i w:val="0"/>
            <w:webHidden/>
            <w:sz w:val="20"/>
            <w:szCs w:val="20"/>
          </w:rPr>
          <w:fldChar w:fldCharType="separate"/>
        </w:r>
        <w:r w:rsidRPr="00F67B40">
          <w:rPr>
            <w:i w:val="0"/>
            <w:webHidden/>
            <w:sz w:val="20"/>
            <w:szCs w:val="20"/>
          </w:rPr>
          <w:t>9-32</w:t>
        </w:r>
        <w:r w:rsidRPr="00F67B40">
          <w:rPr>
            <w:i w:val="0"/>
            <w:webHidden/>
            <w:sz w:val="20"/>
            <w:szCs w:val="20"/>
          </w:rPr>
          <w:fldChar w:fldCharType="end"/>
        </w:r>
      </w:hyperlink>
    </w:p>
    <w:p w14:paraId="7AFA4473" w14:textId="371F646E" w:rsidR="00F67B40" w:rsidRPr="00F67B40" w:rsidRDefault="00F67B40">
      <w:pPr>
        <w:pStyle w:val="TOC5"/>
        <w:rPr>
          <w:rFonts w:eastAsiaTheme="minorEastAsia"/>
          <w:i w:val="0"/>
          <w:kern w:val="2"/>
          <w:sz w:val="20"/>
          <w:szCs w:val="20"/>
          <w14:ligatures w14:val="standardContextual"/>
        </w:rPr>
      </w:pPr>
      <w:hyperlink w:anchor="_Toc214882300" w:history="1">
        <w:r w:rsidRPr="00F67B40">
          <w:rPr>
            <w:rStyle w:val="Hyperlink"/>
            <w:i w:val="0"/>
            <w:sz w:val="20"/>
            <w:szCs w:val="20"/>
          </w:rPr>
          <w:t>9.14.4.1.2</w:t>
        </w:r>
        <w:r w:rsidRPr="00F67B40">
          <w:rPr>
            <w:rFonts w:eastAsiaTheme="minorEastAsia"/>
            <w:i w:val="0"/>
            <w:kern w:val="2"/>
            <w:sz w:val="20"/>
            <w:szCs w:val="20"/>
            <w14:ligatures w14:val="standardContextual"/>
          </w:rPr>
          <w:tab/>
        </w:r>
        <w:r w:rsidRPr="00F67B40">
          <w:rPr>
            <w:rStyle w:val="Hyperlink"/>
            <w:i w:val="0"/>
            <w:sz w:val="20"/>
            <w:szCs w:val="20"/>
          </w:rPr>
          <w:t>Open</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_Toc214882300 \h </w:instrText>
        </w:r>
        <w:r w:rsidRPr="00F67B40">
          <w:rPr>
            <w:i w:val="0"/>
            <w:webHidden/>
            <w:sz w:val="20"/>
            <w:szCs w:val="20"/>
          </w:rPr>
        </w:r>
        <w:r w:rsidRPr="00F67B40">
          <w:rPr>
            <w:i w:val="0"/>
            <w:webHidden/>
            <w:sz w:val="20"/>
            <w:szCs w:val="20"/>
          </w:rPr>
          <w:fldChar w:fldCharType="separate"/>
        </w:r>
        <w:r w:rsidRPr="00F67B40">
          <w:rPr>
            <w:i w:val="0"/>
            <w:webHidden/>
            <w:sz w:val="20"/>
            <w:szCs w:val="20"/>
          </w:rPr>
          <w:t>9-33</w:t>
        </w:r>
        <w:r w:rsidRPr="00F67B40">
          <w:rPr>
            <w:i w:val="0"/>
            <w:webHidden/>
            <w:sz w:val="20"/>
            <w:szCs w:val="20"/>
          </w:rPr>
          <w:fldChar w:fldCharType="end"/>
        </w:r>
      </w:hyperlink>
    </w:p>
    <w:p w14:paraId="6E20E0FE" w14:textId="60F08360" w:rsidR="00F67B40" w:rsidRPr="00F67B40" w:rsidRDefault="00F67B40">
      <w:pPr>
        <w:pStyle w:val="TOC5"/>
        <w:rPr>
          <w:rFonts w:eastAsiaTheme="minorEastAsia"/>
          <w:i w:val="0"/>
          <w:kern w:val="2"/>
          <w:sz w:val="20"/>
          <w:szCs w:val="20"/>
          <w14:ligatures w14:val="standardContextual"/>
        </w:rPr>
      </w:pPr>
      <w:hyperlink w:anchor="_Toc214882301" w:history="1">
        <w:r w:rsidRPr="00F67B40">
          <w:rPr>
            <w:rStyle w:val="Hyperlink"/>
            <w:i w:val="0"/>
            <w:sz w:val="20"/>
            <w:szCs w:val="20"/>
          </w:rPr>
          <w:t>9.14.4.1.3</w:t>
        </w:r>
        <w:r w:rsidRPr="00F67B40">
          <w:rPr>
            <w:rFonts w:eastAsiaTheme="minorEastAsia"/>
            <w:i w:val="0"/>
            <w:kern w:val="2"/>
            <w:sz w:val="20"/>
            <w:szCs w:val="20"/>
            <w14:ligatures w14:val="standardContextual"/>
          </w:rPr>
          <w:tab/>
        </w:r>
        <w:r w:rsidRPr="00F67B40">
          <w:rPr>
            <w:rStyle w:val="Hyperlink"/>
            <w:i w:val="0"/>
            <w:sz w:val="20"/>
            <w:szCs w:val="20"/>
          </w:rPr>
          <w:t>Closed</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_Toc214882301 \h </w:instrText>
        </w:r>
        <w:r w:rsidRPr="00F67B40">
          <w:rPr>
            <w:i w:val="0"/>
            <w:webHidden/>
            <w:sz w:val="20"/>
            <w:szCs w:val="20"/>
          </w:rPr>
        </w:r>
        <w:r w:rsidRPr="00F67B40">
          <w:rPr>
            <w:i w:val="0"/>
            <w:webHidden/>
            <w:sz w:val="20"/>
            <w:szCs w:val="20"/>
          </w:rPr>
          <w:fldChar w:fldCharType="separate"/>
        </w:r>
        <w:r w:rsidRPr="00F67B40">
          <w:rPr>
            <w:i w:val="0"/>
            <w:webHidden/>
            <w:sz w:val="20"/>
            <w:szCs w:val="20"/>
          </w:rPr>
          <w:t>9-33</w:t>
        </w:r>
        <w:r w:rsidRPr="00F67B40">
          <w:rPr>
            <w:i w:val="0"/>
            <w:webHidden/>
            <w:sz w:val="20"/>
            <w:szCs w:val="20"/>
          </w:rPr>
          <w:fldChar w:fldCharType="end"/>
        </w:r>
      </w:hyperlink>
    </w:p>
    <w:p w14:paraId="7E645BCB" w14:textId="6ABC370E" w:rsidR="00F67B40" w:rsidRPr="00F67B40" w:rsidRDefault="00F67B40">
      <w:pPr>
        <w:pStyle w:val="TOC5"/>
        <w:rPr>
          <w:rFonts w:eastAsiaTheme="minorEastAsia"/>
          <w:i w:val="0"/>
          <w:kern w:val="2"/>
          <w:sz w:val="20"/>
          <w:szCs w:val="20"/>
          <w14:ligatures w14:val="standardContextual"/>
        </w:rPr>
      </w:pPr>
      <w:hyperlink w:anchor="_Toc214882302" w:history="1">
        <w:r w:rsidRPr="00F67B40">
          <w:rPr>
            <w:rStyle w:val="Hyperlink"/>
            <w:i w:val="0"/>
            <w:sz w:val="20"/>
            <w:szCs w:val="20"/>
          </w:rPr>
          <w:t>9.14.4.1.4</w:t>
        </w:r>
        <w:r w:rsidRPr="00F67B40">
          <w:rPr>
            <w:rFonts w:eastAsiaTheme="minorEastAsia"/>
            <w:i w:val="0"/>
            <w:kern w:val="2"/>
            <w:sz w:val="20"/>
            <w:szCs w:val="20"/>
            <w14:ligatures w14:val="standardContextual"/>
          </w:rPr>
          <w:tab/>
        </w:r>
        <w:r w:rsidRPr="00F67B40">
          <w:rPr>
            <w:rStyle w:val="Hyperlink"/>
            <w:i w:val="0"/>
            <w:sz w:val="20"/>
            <w:szCs w:val="20"/>
          </w:rPr>
          <w:t>Rejected</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_Toc214882302 \h </w:instrText>
        </w:r>
        <w:r w:rsidRPr="00F67B40">
          <w:rPr>
            <w:i w:val="0"/>
            <w:webHidden/>
            <w:sz w:val="20"/>
            <w:szCs w:val="20"/>
          </w:rPr>
        </w:r>
        <w:r w:rsidRPr="00F67B40">
          <w:rPr>
            <w:i w:val="0"/>
            <w:webHidden/>
            <w:sz w:val="20"/>
            <w:szCs w:val="20"/>
          </w:rPr>
          <w:fldChar w:fldCharType="separate"/>
        </w:r>
        <w:r w:rsidRPr="00F67B40">
          <w:rPr>
            <w:i w:val="0"/>
            <w:webHidden/>
            <w:sz w:val="20"/>
            <w:szCs w:val="20"/>
          </w:rPr>
          <w:t>9-33</w:t>
        </w:r>
        <w:r w:rsidRPr="00F67B40">
          <w:rPr>
            <w:i w:val="0"/>
            <w:webHidden/>
            <w:sz w:val="20"/>
            <w:szCs w:val="20"/>
          </w:rPr>
          <w:fldChar w:fldCharType="end"/>
        </w:r>
      </w:hyperlink>
    </w:p>
    <w:p w14:paraId="6B226DC2" w14:textId="74877C46" w:rsidR="00F67B40" w:rsidRPr="00F67B40" w:rsidRDefault="00F67B40">
      <w:pPr>
        <w:pStyle w:val="TOC5"/>
        <w:rPr>
          <w:rFonts w:eastAsiaTheme="minorEastAsia"/>
          <w:i w:val="0"/>
          <w:kern w:val="2"/>
          <w:sz w:val="20"/>
          <w:szCs w:val="20"/>
          <w14:ligatures w14:val="standardContextual"/>
        </w:rPr>
      </w:pPr>
      <w:hyperlink w:anchor="_Toc214882303" w:history="1">
        <w:r w:rsidRPr="00F67B40">
          <w:rPr>
            <w:rStyle w:val="Hyperlink"/>
            <w:i w:val="0"/>
            <w:sz w:val="20"/>
            <w:szCs w:val="20"/>
          </w:rPr>
          <w:t>9.14.4.1.5</w:t>
        </w:r>
        <w:r w:rsidRPr="00F67B40">
          <w:rPr>
            <w:rFonts w:eastAsiaTheme="minorEastAsia"/>
            <w:i w:val="0"/>
            <w:kern w:val="2"/>
            <w:sz w:val="20"/>
            <w:szCs w:val="20"/>
            <w14:ligatures w14:val="standardContextual"/>
          </w:rPr>
          <w:tab/>
        </w:r>
        <w:r w:rsidRPr="00F67B40">
          <w:rPr>
            <w:rStyle w:val="Hyperlink"/>
            <w:i w:val="0"/>
            <w:sz w:val="20"/>
            <w:szCs w:val="20"/>
          </w:rPr>
          <w:t>Withdrawn</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_Toc214882303 \h </w:instrText>
        </w:r>
        <w:r w:rsidRPr="00F67B40">
          <w:rPr>
            <w:i w:val="0"/>
            <w:webHidden/>
            <w:sz w:val="20"/>
            <w:szCs w:val="20"/>
          </w:rPr>
        </w:r>
        <w:r w:rsidRPr="00F67B40">
          <w:rPr>
            <w:i w:val="0"/>
            <w:webHidden/>
            <w:sz w:val="20"/>
            <w:szCs w:val="20"/>
          </w:rPr>
          <w:fldChar w:fldCharType="separate"/>
        </w:r>
        <w:r w:rsidRPr="00F67B40">
          <w:rPr>
            <w:i w:val="0"/>
            <w:webHidden/>
            <w:sz w:val="20"/>
            <w:szCs w:val="20"/>
          </w:rPr>
          <w:t>9-34</w:t>
        </w:r>
        <w:r w:rsidRPr="00F67B40">
          <w:rPr>
            <w:i w:val="0"/>
            <w:webHidden/>
            <w:sz w:val="20"/>
            <w:szCs w:val="20"/>
          </w:rPr>
          <w:fldChar w:fldCharType="end"/>
        </w:r>
      </w:hyperlink>
    </w:p>
    <w:p w14:paraId="22D9A4CA" w14:textId="7602D639" w:rsidR="00F67B40" w:rsidRPr="00F67B40" w:rsidRDefault="00F67B40">
      <w:pPr>
        <w:pStyle w:val="TOC5"/>
        <w:rPr>
          <w:rFonts w:eastAsiaTheme="minorEastAsia"/>
          <w:i w:val="0"/>
          <w:kern w:val="2"/>
          <w:sz w:val="20"/>
          <w:szCs w:val="20"/>
          <w14:ligatures w14:val="standardContextual"/>
        </w:rPr>
      </w:pPr>
      <w:hyperlink w:anchor="_Toc214882304" w:history="1">
        <w:r w:rsidRPr="00F67B40">
          <w:rPr>
            <w:rStyle w:val="Hyperlink"/>
            <w:i w:val="0"/>
            <w:sz w:val="20"/>
            <w:szCs w:val="20"/>
          </w:rPr>
          <w:t>9.14.4.1.6</w:t>
        </w:r>
        <w:r w:rsidRPr="00F67B40">
          <w:rPr>
            <w:rFonts w:eastAsiaTheme="minorEastAsia"/>
            <w:i w:val="0"/>
            <w:kern w:val="2"/>
            <w:sz w:val="20"/>
            <w:szCs w:val="20"/>
            <w14:ligatures w14:val="standardContextual"/>
          </w:rPr>
          <w:tab/>
        </w:r>
        <w:r w:rsidRPr="00F67B40">
          <w:rPr>
            <w:rStyle w:val="Hyperlink"/>
            <w:i w:val="0"/>
            <w:sz w:val="20"/>
            <w:szCs w:val="20"/>
          </w:rPr>
          <w:t>ADR</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_Toc214882304 \h </w:instrText>
        </w:r>
        <w:r w:rsidRPr="00F67B40">
          <w:rPr>
            <w:i w:val="0"/>
            <w:webHidden/>
            <w:sz w:val="20"/>
            <w:szCs w:val="20"/>
          </w:rPr>
        </w:r>
        <w:r w:rsidRPr="00F67B40">
          <w:rPr>
            <w:i w:val="0"/>
            <w:webHidden/>
            <w:sz w:val="20"/>
            <w:szCs w:val="20"/>
          </w:rPr>
          <w:fldChar w:fldCharType="separate"/>
        </w:r>
        <w:r w:rsidRPr="00F67B40">
          <w:rPr>
            <w:i w:val="0"/>
            <w:webHidden/>
            <w:sz w:val="20"/>
            <w:szCs w:val="20"/>
          </w:rPr>
          <w:t>9-34</w:t>
        </w:r>
        <w:r w:rsidRPr="00F67B40">
          <w:rPr>
            <w:i w:val="0"/>
            <w:webHidden/>
            <w:sz w:val="20"/>
            <w:szCs w:val="20"/>
          </w:rPr>
          <w:fldChar w:fldCharType="end"/>
        </w:r>
      </w:hyperlink>
    </w:p>
    <w:p w14:paraId="12938FDC" w14:textId="0BDFA530" w:rsidR="00F67B40" w:rsidRPr="00F67B40" w:rsidRDefault="00F67B40">
      <w:pPr>
        <w:pStyle w:val="TOC4"/>
        <w:rPr>
          <w:rFonts w:eastAsiaTheme="minorEastAsia"/>
          <w:noProof/>
          <w:kern w:val="2"/>
          <w:sz w:val="20"/>
          <w:szCs w:val="20"/>
          <w14:ligatures w14:val="standardContextual"/>
        </w:rPr>
      </w:pPr>
      <w:hyperlink w:anchor="_Toc214882305" w:history="1">
        <w:r w:rsidRPr="00F67B40">
          <w:rPr>
            <w:rStyle w:val="Hyperlink"/>
            <w:noProof/>
            <w:sz w:val="20"/>
            <w:szCs w:val="20"/>
          </w:rPr>
          <w:t>9.14.4.2</w:t>
        </w:r>
        <w:r w:rsidRPr="00F67B40">
          <w:rPr>
            <w:rFonts w:eastAsiaTheme="minorEastAsia"/>
            <w:noProof/>
            <w:kern w:val="2"/>
            <w:sz w:val="20"/>
            <w:szCs w:val="20"/>
            <w14:ligatures w14:val="standardContextual"/>
          </w:rPr>
          <w:tab/>
        </w:r>
        <w:r w:rsidRPr="00F67B40">
          <w:rPr>
            <w:rStyle w:val="Hyperlink"/>
            <w:noProof/>
            <w:sz w:val="20"/>
            <w:szCs w:val="20"/>
          </w:rPr>
          <w:t>Resolution of Dispute</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_Toc214882305 \h </w:instrText>
        </w:r>
        <w:r w:rsidRPr="00F67B40">
          <w:rPr>
            <w:noProof/>
            <w:webHidden/>
            <w:sz w:val="20"/>
            <w:szCs w:val="20"/>
          </w:rPr>
        </w:r>
        <w:r w:rsidRPr="00F67B40">
          <w:rPr>
            <w:noProof/>
            <w:webHidden/>
            <w:sz w:val="20"/>
            <w:szCs w:val="20"/>
          </w:rPr>
          <w:fldChar w:fldCharType="separate"/>
        </w:r>
        <w:r w:rsidRPr="00F67B40">
          <w:rPr>
            <w:noProof/>
            <w:webHidden/>
            <w:sz w:val="20"/>
            <w:szCs w:val="20"/>
          </w:rPr>
          <w:t>9-34</w:t>
        </w:r>
        <w:r w:rsidRPr="00F67B40">
          <w:rPr>
            <w:noProof/>
            <w:webHidden/>
            <w:sz w:val="20"/>
            <w:szCs w:val="20"/>
          </w:rPr>
          <w:fldChar w:fldCharType="end"/>
        </w:r>
      </w:hyperlink>
    </w:p>
    <w:p w14:paraId="4202A06C" w14:textId="72B640A1" w:rsidR="00F67B40" w:rsidRPr="00F67B40" w:rsidRDefault="00F67B40">
      <w:pPr>
        <w:pStyle w:val="TOC5"/>
        <w:rPr>
          <w:rFonts w:eastAsiaTheme="minorEastAsia"/>
          <w:i w:val="0"/>
          <w:kern w:val="2"/>
          <w:sz w:val="20"/>
          <w:szCs w:val="20"/>
          <w14:ligatures w14:val="standardContextual"/>
        </w:rPr>
      </w:pPr>
      <w:hyperlink w:anchor="_Toc214882306" w:history="1">
        <w:r w:rsidRPr="00F67B40">
          <w:rPr>
            <w:rStyle w:val="Hyperlink"/>
            <w:i w:val="0"/>
            <w:sz w:val="20"/>
            <w:szCs w:val="20"/>
          </w:rPr>
          <w:t>9.14.4.2.1</w:t>
        </w:r>
        <w:r w:rsidRPr="00F67B40">
          <w:rPr>
            <w:rFonts w:eastAsiaTheme="minorEastAsia"/>
            <w:i w:val="0"/>
            <w:kern w:val="2"/>
            <w:sz w:val="20"/>
            <w:szCs w:val="20"/>
            <w14:ligatures w14:val="standardContextual"/>
          </w:rPr>
          <w:tab/>
        </w:r>
        <w:r w:rsidRPr="00F67B40">
          <w:rPr>
            <w:rStyle w:val="Hyperlink"/>
            <w:i w:val="0"/>
            <w:sz w:val="20"/>
            <w:szCs w:val="20"/>
          </w:rPr>
          <w:t>Denied</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_Toc214882306 \h </w:instrText>
        </w:r>
        <w:r w:rsidRPr="00F67B40">
          <w:rPr>
            <w:i w:val="0"/>
            <w:webHidden/>
            <w:sz w:val="20"/>
            <w:szCs w:val="20"/>
          </w:rPr>
        </w:r>
        <w:r w:rsidRPr="00F67B40">
          <w:rPr>
            <w:i w:val="0"/>
            <w:webHidden/>
            <w:sz w:val="20"/>
            <w:szCs w:val="20"/>
          </w:rPr>
          <w:fldChar w:fldCharType="separate"/>
        </w:r>
        <w:r w:rsidRPr="00F67B40">
          <w:rPr>
            <w:i w:val="0"/>
            <w:webHidden/>
            <w:sz w:val="20"/>
            <w:szCs w:val="20"/>
          </w:rPr>
          <w:t>9-35</w:t>
        </w:r>
        <w:r w:rsidRPr="00F67B40">
          <w:rPr>
            <w:i w:val="0"/>
            <w:webHidden/>
            <w:sz w:val="20"/>
            <w:szCs w:val="20"/>
          </w:rPr>
          <w:fldChar w:fldCharType="end"/>
        </w:r>
      </w:hyperlink>
    </w:p>
    <w:p w14:paraId="79D11D3B" w14:textId="5807201E" w:rsidR="00F67B40" w:rsidRPr="00F67B40" w:rsidRDefault="00F67B40">
      <w:pPr>
        <w:pStyle w:val="TOC5"/>
        <w:rPr>
          <w:rFonts w:eastAsiaTheme="minorEastAsia"/>
          <w:i w:val="0"/>
          <w:kern w:val="2"/>
          <w:sz w:val="20"/>
          <w:szCs w:val="20"/>
          <w14:ligatures w14:val="standardContextual"/>
        </w:rPr>
      </w:pPr>
      <w:hyperlink w:anchor="_Toc214882307" w:history="1">
        <w:r w:rsidRPr="00F67B40">
          <w:rPr>
            <w:rStyle w:val="Hyperlink"/>
            <w:i w:val="0"/>
            <w:sz w:val="20"/>
            <w:szCs w:val="20"/>
          </w:rPr>
          <w:t>9.14.4.2.2</w:t>
        </w:r>
        <w:r w:rsidRPr="00F67B40">
          <w:rPr>
            <w:rFonts w:eastAsiaTheme="minorEastAsia"/>
            <w:i w:val="0"/>
            <w:kern w:val="2"/>
            <w:sz w:val="20"/>
            <w:szCs w:val="20"/>
            <w14:ligatures w14:val="standardContextual"/>
          </w:rPr>
          <w:tab/>
        </w:r>
        <w:r w:rsidRPr="00F67B40">
          <w:rPr>
            <w:rStyle w:val="Hyperlink"/>
            <w:i w:val="0"/>
            <w:sz w:val="20"/>
            <w:szCs w:val="20"/>
          </w:rPr>
          <w:t>Granted</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_Toc214882307 \h </w:instrText>
        </w:r>
        <w:r w:rsidRPr="00F67B40">
          <w:rPr>
            <w:i w:val="0"/>
            <w:webHidden/>
            <w:sz w:val="20"/>
            <w:szCs w:val="20"/>
          </w:rPr>
        </w:r>
        <w:r w:rsidRPr="00F67B40">
          <w:rPr>
            <w:i w:val="0"/>
            <w:webHidden/>
            <w:sz w:val="20"/>
            <w:szCs w:val="20"/>
          </w:rPr>
          <w:fldChar w:fldCharType="separate"/>
        </w:r>
        <w:r w:rsidRPr="00F67B40">
          <w:rPr>
            <w:i w:val="0"/>
            <w:webHidden/>
            <w:sz w:val="20"/>
            <w:szCs w:val="20"/>
          </w:rPr>
          <w:t>9-35</w:t>
        </w:r>
        <w:r w:rsidRPr="00F67B40">
          <w:rPr>
            <w:i w:val="0"/>
            <w:webHidden/>
            <w:sz w:val="20"/>
            <w:szCs w:val="20"/>
          </w:rPr>
          <w:fldChar w:fldCharType="end"/>
        </w:r>
      </w:hyperlink>
    </w:p>
    <w:p w14:paraId="665B6401" w14:textId="4816AA48" w:rsidR="00F67B40" w:rsidRPr="00F67B40" w:rsidRDefault="00F67B40">
      <w:pPr>
        <w:pStyle w:val="TOC5"/>
        <w:rPr>
          <w:rFonts w:eastAsiaTheme="minorEastAsia"/>
          <w:i w:val="0"/>
          <w:kern w:val="2"/>
          <w:sz w:val="20"/>
          <w:szCs w:val="20"/>
          <w14:ligatures w14:val="standardContextual"/>
        </w:rPr>
      </w:pPr>
      <w:hyperlink w:anchor="_Toc214882308" w:history="1">
        <w:r w:rsidRPr="00F67B40">
          <w:rPr>
            <w:rStyle w:val="Hyperlink"/>
            <w:i w:val="0"/>
            <w:sz w:val="20"/>
            <w:szCs w:val="20"/>
          </w:rPr>
          <w:t>9.14.4.2.3</w:t>
        </w:r>
        <w:r w:rsidRPr="00F67B40">
          <w:rPr>
            <w:rFonts w:eastAsiaTheme="minorEastAsia"/>
            <w:i w:val="0"/>
            <w:kern w:val="2"/>
            <w:sz w:val="20"/>
            <w:szCs w:val="20"/>
            <w14:ligatures w14:val="standardContextual"/>
          </w:rPr>
          <w:tab/>
        </w:r>
        <w:r w:rsidRPr="00F67B40">
          <w:rPr>
            <w:rStyle w:val="Hyperlink"/>
            <w:i w:val="0"/>
            <w:sz w:val="20"/>
            <w:szCs w:val="20"/>
          </w:rPr>
          <w:t>Granted with Exceptions</w:t>
        </w:r>
        <w:r w:rsidRPr="00F67B40">
          <w:rPr>
            <w:i w:val="0"/>
            <w:webHidden/>
            <w:sz w:val="20"/>
            <w:szCs w:val="20"/>
          </w:rPr>
          <w:tab/>
        </w:r>
        <w:r w:rsidRPr="00F67B40">
          <w:rPr>
            <w:i w:val="0"/>
            <w:webHidden/>
            <w:sz w:val="20"/>
            <w:szCs w:val="20"/>
          </w:rPr>
          <w:fldChar w:fldCharType="begin"/>
        </w:r>
        <w:r w:rsidRPr="00F67B40">
          <w:rPr>
            <w:i w:val="0"/>
            <w:webHidden/>
            <w:sz w:val="20"/>
            <w:szCs w:val="20"/>
          </w:rPr>
          <w:instrText xml:space="preserve"> PAGEREF _Toc214882308 \h </w:instrText>
        </w:r>
        <w:r w:rsidRPr="00F67B40">
          <w:rPr>
            <w:i w:val="0"/>
            <w:webHidden/>
            <w:sz w:val="20"/>
            <w:szCs w:val="20"/>
          </w:rPr>
        </w:r>
        <w:r w:rsidRPr="00F67B40">
          <w:rPr>
            <w:i w:val="0"/>
            <w:webHidden/>
            <w:sz w:val="20"/>
            <w:szCs w:val="20"/>
          </w:rPr>
          <w:fldChar w:fldCharType="separate"/>
        </w:r>
        <w:r w:rsidRPr="00F67B40">
          <w:rPr>
            <w:i w:val="0"/>
            <w:webHidden/>
            <w:sz w:val="20"/>
            <w:szCs w:val="20"/>
          </w:rPr>
          <w:t>9-35</w:t>
        </w:r>
        <w:r w:rsidRPr="00F67B40">
          <w:rPr>
            <w:i w:val="0"/>
            <w:webHidden/>
            <w:sz w:val="20"/>
            <w:szCs w:val="20"/>
          </w:rPr>
          <w:fldChar w:fldCharType="end"/>
        </w:r>
      </w:hyperlink>
    </w:p>
    <w:p w14:paraId="5B187911" w14:textId="22ACFDC4" w:rsidR="00F67B40" w:rsidRPr="00F67B40" w:rsidRDefault="00F67B40">
      <w:pPr>
        <w:pStyle w:val="TOC3"/>
        <w:rPr>
          <w:rFonts w:eastAsiaTheme="minorEastAsia"/>
          <w:i w:val="0"/>
          <w:iCs w:val="0"/>
          <w:noProof/>
          <w:kern w:val="2"/>
          <w14:ligatures w14:val="standardContextual"/>
        </w:rPr>
      </w:pPr>
      <w:hyperlink w:anchor="_Toc214882309" w:history="1">
        <w:r w:rsidRPr="00F67B40">
          <w:rPr>
            <w:rStyle w:val="Hyperlink"/>
            <w:i w:val="0"/>
            <w:iCs w:val="0"/>
            <w:noProof/>
          </w:rPr>
          <w:t>9.14.5</w:t>
        </w:r>
        <w:r w:rsidRPr="00F67B40">
          <w:rPr>
            <w:rFonts w:eastAsiaTheme="minorEastAsia"/>
            <w:i w:val="0"/>
            <w:iCs w:val="0"/>
            <w:noProof/>
            <w:kern w:val="2"/>
            <w14:ligatures w14:val="standardContextual"/>
          </w:rPr>
          <w:tab/>
        </w:r>
        <w:r w:rsidRPr="00F67B40">
          <w:rPr>
            <w:rStyle w:val="Hyperlink"/>
            <w:i w:val="0"/>
            <w:iCs w:val="0"/>
            <w:noProof/>
          </w:rPr>
          <w:t>Settlement of Emergency Response Service</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_Toc214882309 \h </w:instrText>
        </w:r>
        <w:r w:rsidRPr="00F67B40">
          <w:rPr>
            <w:i w:val="0"/>
            <w:iCs w:val="0"/>
            <w:noProof/>
            <w:webHidden/>
          </w:rPr>
        </w:r>
        <w:r w:rsidRPr="00F67B40">
          <w:rPr>
            <w:i w:val="0"/>
            <w:iCs w:val="0"/>
            <w:noProof/>
            <w:webHidden/>
          </w:rPr>
          <w:fldChar w:fldCharType="separate"/>
        </w:r>
        <w:r w:rsidRPr="00F67B40">
          <w:rPr>
            <w:i w:val="0"/>
            <w:iCs w:val="0"/>
            <w:noProof/>
            <w:webHidden/>
          </w:rPr>
          <w:t>9-36</w:t>
        </w:r>
        <w:r w:rsidRPr="00F67B40">
          <w:rPr>
            <w:i w:val="0"/>
            <w:iCs w:val="0"/>
            <w:noProof/>
            <w:webHidden/>
          </w:rPr>
          <w:fldChar w:fldCharType="end"/>
        </w:r>
      </w:hyperlink>
    </w:p>
    <w:p w14:paraId="54E960EF" w14:textId="6C552CC4" w:rsidR="00F67B40" w:rsidRPr="00F67B40" w:rsidRDefault="00F67B40">
      <w:pPr>
        <w:pStyle w:val="TOC3"/>
        <w:rPr>
          <w:rFonts w:eastAsiaTheme="minorEastAsia"/>
          <w:i w:val="0"/>
          <w:iCs w:val="0"/>
          <w:noProof/>
          <w:kern w:val="2"/>
          <w14:ligatures w14:val="standardContextual"/>
        </w:rPr>
      </w:pPr>
      <w:hyperlink w:anchor="_Toc214882310" w:history="1">
        <w:r w:rsidRPr="00F67B40">
          <w:rPr>
            <w:rStyle w:val="Hyperlink"/>
            <w:i w:val="0"/>
            <w:iCs w:val="0"/>
            <w:noProof/>
          </w:rPr>
          <w:t>9.14.6</w:t>
        </w:r>
        <w:r w:rsidRPr="00F67B40">
          <w:rPr>
            <w:rFonts w:eastAsiaTheme="minorEastAsia"/>
            <w:i w:val="0"/>
            <w:iCs w:val="0"/>
            <w:noProof/>
            <w:kern w:val="2"/>
            <w14:ligatures w14:val="standardContextual"/>
          </w:rPr>
          <w:tab/>
        </w:r>
        <w:r w:rsidRPr="00F67B40">
          <w:rPr>
            <w:rStyle w:val="Hyperlink"/>
            <w:i w:val="0"/>
            <w:iCs w:val="0"/>
            <w:noProof/>
          </w:rPr>
          <w:t>Disputes for Operations Decisions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_Toc214882310 \h </w:instrText>
        </w:r>
        <w:r w:rsidRPr="00F67B40">
          <w:rPr>
            <w:i w:val="0"/>
            <w:iCs w:val="0"/>
            <w:noProof/>
            <w:webHidden/>
          </w:rPr>
        </w:r>
        <w:r w:rsidRPr="00F67B40">
          <w:rPr>
            <w:i w:val="0"/>
            <w:iCs w:val="0"/>
            <w:noProof/>
            <w:webHidden/>
          </w:rPr>
          <w:fldChar w:fldCharType="separate"/>
        </w:r>
        <w:r w:rsidRPr="00F67B40">
          <w:rPr>
            <w:i w:val="0"/>
            <w:iCs w:val="0"/>
            <w:noProof/>
            <w:webHidden/>
          </w:rPr>
          <w:t>9-36</w:t>
        </w:r>
        <w:r w:rsidRPr="00F67B40">
          <w:rPr>
            <w:i w:val="0"/>
            <w:iCs w:val="0"/>
            <w:noProof/>
            <w:webHidden/>
          </w:rPr>
          <w:fldChar w:fldCharType="end"/>
        </w:r>
      </w:hyperlink>
    </w:p>
    <w:p w14:paraId="18388FE9" w14:textId="086C5128" w:rsidR="00F67B40" w:rsidRPr="00F67B40" w:rsidRDefault="00F67B40">
      <w:pPr>
        <w:pStyle w:val="TOC3"/>
        <w:rPr>
          <w:rFonts w:eastAsiaTheme="minorEastAsia"/>
          <w:i w:val="0"/>
          <w:iCs w:val="0"/>
          <w:noProof/>
          <w:kern w:val="2"/>
          <w14:ligatures w14:val="standardContextual"/>
        </w:rPr>
      </w:pPr>
      <w:hyperlink w:anchor="_Toc214882311" w:history="1">
        <w:r w:rsidRPr="00F67B40">
          <w:rPr>
            <w:rStyle w:val="Hyperlink"/>
            <w:i w:val="0"/>
            <w:iCs w:val="0"/>
            <w:noProof/>
          </w:rPr>
          <w:t>9.14.7</w:t>
        </w:r>
        <w:r w:rsidRPr="00F67B40">
          <w:rPr>
            <w:rFonts w:eastAsiaTheme="minorEastAsia"/>
            <w:i w:val="0"/>
            <w:iCs w:val="0"/>
            <w:noProof/>
            <w:kern w:val="2"/>
            <w14:ligatures w14:val="standardContextual"/>
          </w:rPr>
          <w:tab/>
        </w:r>
        <w:r w:rsidRPr="00F67B40">
          <w:rPr>
            <w:rStyle w:val="Hyperlink"/>
            <w:i w:val="0"/>
            <w:iCs w:val="0"/>
            <w:noProof/>
          </w:rPr>
          <w:t>Disputes for RUC Make-Whole Payment for Fuel Costs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_Toc214882311 \h </w:instrText>
        </w:r>
        <w:r w:rsidRPr="00F67B40">
          <w:rPr>
            <w:i w:val="0"/>
            <w:iCs w:val="0"/>
            <w:noProof/>
            <w:webHidden/>
          </w:rPr>
        </w:r>
        <w:r w:rsidRPr="00F67B40">
          <w:rPr>
            <w:i w:val="0"/>
            <w:iCs w:val="0"/>
            <w:noProof/>
            <w:webHidden/>
          </w:rPr>
          <w:fldChar w:fldCharType="separate"/>
        </w:r>
        <w:r w:rsidRPr="00F67B40">
          <w:rPr>
            <w:i w:val="0"/>
            <w:iCs w:val="0"/>
            <w:noProof/>
            <w:webHidden/>
          </w:rPr>
          <w:t>9-36</w:t>
        </w:r>
        <w:r w:rsidRPr="00F67B40">
          <w:rPr>
            <w:i w:val="0"/>
            <w:iCs w:val="0"/>
            <w:noProof/>
            <w:webHidden/>
          </w:rPr>
          <w:fldChar w:fldCharType="end"/>
        </w:r>
      </w:hyperlink>
    </w:p>
    <w:p w14:paraId="4CF5A460" w14:textId="38B81CF2" w:rsidR="00F67B40" w:rsidRPr="00F67B40" w:rsidRDefault="00F67B40">
      <w:pPr>
        <w:pStyle w:val="TOC3"/>
        <w:rPr>
          <w:rFonts w:eastAsiaTheme="minorEastAsia"/>
          <w:i w:val="0"/>
          <w:iCs w:val="0"/>
          <w:noProof/>
          <w:kern w:val="2"/>
          <w14:ligatures w14:val="standardContextual"/>
        </w:rPr>
      </w:pPr>
      <w:hyperlink w:anchor="_Toc214882312" w:history="1">
        <w:r w:rsidRPr="00F67B40">
          <w:rPr>
            <w:rStyle w:val="Hyperlink"/>
            <w:i w:val="0"/>
            <w:iCs w:val="0"/>
            <w:noProof/>
          </w:rPr>
          <w:t>9.14.8</w:t>
        </w:r>
        <w:r w:rsidRPr="00F67B40">
          <w:rPr>
            <w:rFonts w:eastAsiaTheme="minorEastAsia"/>
            <w:i w:val="0"/>
            <w:iCs w:val="0"/>
            <w:noProof/>
            <w:kern w:val="2"/>
            <w14:ligatures w14:val="standardContextual"/>
          </w:rPr>
          <w:tab/>
        </w:r>
        <w:r w:rsidRPr="00F67B40">
          <w:rPr>
            <w:rStyle w:val="Hyperlink"/>
            <w:i w:val="0"/>
            <w:iCs w:val="0"/>
            <w:noProof/>
          </w:rPr>
          <w:t>Disputes for Settlement Application of Integrated Telemetry for Split Generation Resources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_Toc214882312 \h </w:instrText>
        </w:r>
        <w:r w:rsidRPr="00F67B40">
          <w:rPr>
            <w:i w:val="0"/>
            <w:iCs w:val="0"/>
            <w:noProof/>
            <w:webHidden/>
          </w:rPr>
        </w:r>
        <w:r w:rsidRPr="00F67B40">
          <w:rPr>
            <w:i w:val="0"/>
            <w:iCs w:val="0"/>
            <w:noProof/>
            <w:webHidden/>
          </w:rPr>
          <w:fldChar w:fldCharType="separate"/>
        </w:r>
        <w:r w:rsidRPr="00F67B40">
          <w:rPr>
            <w:i w:val="0"/>
            <w:iCs w:val="0"/>
            <w:noProof/>
            <w:webHidden/>
          </w:rPr>
          <w:t>9-39</w:t>
        </w:r>
        <w:r w:rsidRPr="00F67B40">
          <w:rPr>
            <w:i w:val="0"/>
            <w:iCs w:val="0"/>
            <w:noProof/>
            <w:webHidden/>
          </w:rPr>
          <w:fldChar w:fldCharType="end"/>
        </w:r>
      </w:hyperlink>
    </w:p>
    <w:p w14:paraId="06AFE2B3" w14:textId="1EC8AB74" w:rsidR="00F67B40" w:rsidRPr="00F67B40" w:rsidRDefault="00F67B40">
      <w:pPr>
        <w:pStyle w:val="TOC3"/>
        <w:rPr>
          <w:rFonts w:eastAsiaTheme="minorEastAsia"/>
          <w:i w:val="0"/>
          <w:iCs w:val="0"/>
          <w:noProof/>
          <w:kern w:val="2"/>
          <w14:ligatures w14:val="standardContextual"/>
        </w:rPr>
      </w:pPr>
      <w:hyperlink w:anchor="_Toc214882313" w:history="1">
        <w:r w:rsidRPr="00F67B40">
          <w:rPr>
            <w:rStyle w:val="Hyperlink"/>
            <w:i w:val="0"/>
            <w:iCs w:val="0"/>
            <w:noProof/>
          </w:rPr>
          <w:t>9.14.9</w:t>
        </w:r>
        <w:r w:rsidRPr="00F67B40">
          <w:rPr>
            <w:rFonts w:eastAsiaTheme="minorEastAsia"/>
            <w:i w:val="0"/>
            <w:iCs w:val="0"/>
            <w:noProof/>
            <w:kern w:val="2"/>
            <w14:ligatures w14:val="standardContextual"/>
          </w:rPr>
          <w:tab/>
        </w:r>
        <w:r w:rsidRPr="00F67B40">
          <w:rPr>
            <w:rStyle w:val="Hyperlink"/>
            <w:i w:val="0"/>
            <w:iCs w:val="0"/>
            <w:noProof/>
          </w:rPr>
          <w:t>Incremental Fuel Costs for Switchable Generation Make-Whole Payment Disputes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_Toc214882313 \h </w:instrText>
        </w:r>
        <w:r w:rsidRPr="00F67B40">
          <w:rPr>
            <w:i w:val="0"/>
            <w:iCs w:val="0"/>
            <w:noProof/>
            <w:webHidden/>
          </w:rPr>
        </w:r>
        <w:r w:rsidRPr="00F67B40">
          <w:rPr>
            <w:i w:val="0"/>
            <w:iCs w:val="0"/>
            <w:noProof/>
            <w:webHidden/>
          </w:rPr>
          <w:fldChar w:fldCharType="separate"/>
        </w:r>
        <w:r w:rsidRPr="00F67B40">
          <w:rPr>
            <w:i w:val="0"/>
            <w:iCs w:val="0"/>
            <w:noProof/>
            <w:webHidden/>
          </w:rPr>
          <w:t>9-39</w:t>
        </w:r>
        <w:r w:rsidRPr="00F67B40">
          <w:rPr>
            <w:i w:val="0"/>
            <w:iCs w:val="0"/>
            <w:noProof/>
            <w:webHidden/>
          </w:rPr>
          <w:fldChar w:fldCharType="end"/>
        </w:r>
      </w:hyperlink>
    </w:p>
    <w:p w14:paraId="2498AF1E" w14:textId="540E76C9" w:rsidR="00F67B40" w:rsidRPr="00F67B40" w:rsidRDefault="00F67B40">
      <w:pPr>
        <w:pStyle w:val="TOC3"/>
        <w:rPr>
          <w:rFonts w:eastAsiaTheme="minorEastAsia"/>
          <w:i w:val="0"/>
          <w:iCs w:val="0"/>
          <w:noProof/>
          <w:kern w:val="2"/>
          <w14:ligatures w14:val="standardContextual"/>
        </w:rPr>
      </w:pPr>
      <w:hyperlink w:anchor="_Toc214882314" w:history="1">
        <w:r w:rsidRPr="00F67B40">
          <w:rPr>
            <w:rStyle w:val="Hyperlink"/>
            <w:i w:val="0"/>
            <w:iCs w:val="0"/>
            <w:noProof/>
          </w:rPr>
          <w:t>9.14.10</w:t>
        </w:r>
        <w:r w:rsidRPr="00F67B40">
          <w:rPr>
            <w:rFonts w:eastAsiaTheme="minorEastAsia"/>
            <w:i w:val="0"/>
            <w:iCs w:val="0"/>
            <w:noProof/>
            <w:kern w:val="2"/>
            <w14:ligatures w14:val="standardContextual"/>
          </w:rPr>
          <w:tab/>
        </w:r>
        <w:r w:rsidRPr="00F67B40">
          <w:rPr>
            <w:rStyle w:val="Hyperlink"/>
            <w:i w:val="0"/>
            <w:iCs w:val="0"/>
            <w:noProof/>
          </w:rPr>
          <w:t>Settlement for Market Participants Impacted by Omitted Procedures or Manual Actions to Resolve the DAM</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_Toc214882314 \h </w:instrText>
        </w:r>
        <w:r w:rsidRPr="00F67B40">
          <w:rPr>
            <w:i w:val="0"/>
            <w:iCs w:val="0"/>
            <w:noProof/>
            <w:webHidden/>
          </w:rPr>
        </w:r>
        <w:r w:rsidRPr="00F67B40">
          <w:rPr>
            <w:i w:val="0"/>
            <w:iCs w:val="0"/>
            <w:noProof/>
            <w:webHidden/>
          </w:rPr>
          <w:fldChar w:fldCharType="separate"/>
        </w:r>
        <w:r w:rsidRPr="00F67B40">
          <w:rPr>
            <w:i w:val="0"/>
            <w:iCs w:val="0"/>
            <w:noProof/>
            <w:webHidden/>
          </w:rPr>
          <w:t>9-40</w:t>
        </w:r>
        <w:r w:rsidRPr="00F67B40">
          <w:rPr>
            <w:i w:val="0"/>
            <w:iCs w:val="0"/>
            <w:noProof/>
            <w:webHidden/>
          </w:rPr>
          <w:fldChar w:fldCharType="end"/>
        </w:r>
      </w:hyperlink>
    </w:p>
    <w:p w14:paraId="1082CD52" w14:textId="0FD375F4" w:rsidR="00F67B40" w:rsidRPr="00F67B40" w:rsidRDefault="00F67B40">
      <w:pPr>
        <w:pStyle w:val="TOC2"/>
        <w:rPr>
          <w:rFonts w:eastAsiaTheme="minorEastAsia"/>
          <w:noProof/>
          <w:kern w:val="2"/>
          <w14:ligatures w14:val="standardContextual"/>
        </w:rPr>
      </w:pPr>
      <w:hyperlink w:anchor="_Toc214882315" w:history="1">
        <w:r w:rsidRPr="00F67B40">
          <w:rPr>
            <w:rStyle w:val="Hyperlink"/>
            <w:noProof/>
          </w:rPr>
          <w:t>9.15</w:t>
        </w:r>
        <w:r w:rsidRPr="00F67B40">
          <w:rPr>
            <w:rFonts w:eastAsiaTheme="minorEastAsia"/>
            <w:noProof/>
            <w:kern w:val="2"/>
            <w14:ligatures w14:val="standardContextual"/>
          </w:rPr>
          <w:tab/>
        </w:r>
        <w:r w:rsidRPr="00F67B40">
          <w:rPr>
            <w:rStyle w:val="Hyperlink"/>
            <w:noProof/>
          </w:rPr>
          <w:t>Settlement Charges</w:t>
        </w:r>
        <w:r w:rsidRPr="00F67B40">
          <w:rPr>
            <w:noProof/>
            <w:webHidden/>
          </w:rPr>
          <w:tab/>
        </w:r>
        <w:r w:rsidRPr="00F67B40">
          <w:rPr>
            <w:noProof/>
            <w:webHidden/>
          </w:rPr>
          <w:fldChar w:fldCharType="begin"/>
        </w:r>
        <w:r w:rsidRPr="00F67B40">
          <w:rPr>
            <w:noProof/>
            <w:webHidden/>
          </w:rPr>
          <w:instrText xml:space="preserve"> PAGEREF _Toc214882315 \h </w:instrText>
        </w:r>
        <w:r w:rsidRPr="00F67B40">
          <w:rPr>
            <w:noProof/>
            <w:webHidden/>
          </w:rPr>
        </w:r>
        <w:r w:rsidRPr="00F67B40">
          <w:rPr>
            <w:noProof/>
            <w:webHidden/>
          </w:rPr>
          <w:fldChar w:fldCharType="separate"/>
        </w:r>
        <w:r w:rsidRPr="00F67B40">
          <w:rPr>
            <w:noProof/>
            <w:webHidden/>
          </w:rPr>
          <w:t>9-44</w:t>
        </w:r>
        <w:r w:rsidRPr="00F67B40">
          <w:rPr>
            <w:noProof/>
            <w:webHidden/>
          </w:rPr>
          <w:fldChar w:fldCharType="end"/>
        </w:r>
      </w:hyperlink>
    </w:p>
    <w:p w14:paraId="050B77D8" w14:textId="20F58764" w:rsidR="00F67B40" w:rsidRPr="00F67B40" w:rsidRDefault="00F67B40">
      <w:pPr>
        <w:pStyle w:val="TOC3"/>
        <w:rPr>
          <w:rFonts w:eastAsiaTheme="minorEastAsia"/>
          <w:i w:val="0"/>
          <w:iCs w:val="0"/>
          <w:noProof/>
          <w:kern w:val="2"/>
          <w14:ligatures w14:val="standardContextual"/>
        </w:rPr>
      </w:pPr>
      <w:hyperlink w:anchor="_Toc214882316" w:history="1">
        <w:r w:rsidRPr="00F67B40">
          <w:rPr>
            <w:rStyle w:val="Hyperlink"/>
            <w:i w:val="0"/>
            <w:iCs w:val="0"/>
            <w:noProof/>
          </w:rPr>
          <w:t>9.15.1</w:t>
        </w:r>
        <w:r w:rsidRPr="00F67B40">
          <w:rPr>
            <w:rFonts w:eastAsiaTheme="minorEastAsia"/>
            <w:i w:val="0"/>
            <w:iCs w:val="0"/>
            <w:noProof/>
            <w:kern w:val="2"/>
            <w14:ligatures w14:val="standardContextual"/>
          </w:rPr>
          <w:tab/>
        </w:r>
        <w:r w:rsidRPr="00F67B40">
          <w:rPr>
            <w:rStyle w:val="Hyperlink"/>
            <w:i w:val="0"/>
            <w:iCs w:val="0"/>
            <w:noProof/>
          </w:rPr>
          <w:t>Charge Type Matrix</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_Toc214882316 \h </w:instrText>
        </w:r>
        <w:r w:rsidRPr="00F67B40">
          <w:rPr>
            <w:i w:val="0"/>
            <w:iCs w:val="0"/>
            <w:noProof/>
            <w:webHidden/>
          </w:rPr>
        </w:r>
        <w:r w:rsidRPr="00F67B40">
          <w:rPr>
            <w:i w:val="0"/>
            <w:iCs w:val="0"/>
            <w:noProof/>
            <w:webHidden/>
          </w:rPr>
          <w:fldChar w:fldCharType="separate"/>
        </w:r>
        <w:r w:rsidRPr="00F67B40">
          <w:rPr>
            <w:i w:val="0"/>
            <w:iCs w:val="0"/>
            <w:noProof/>
            <w:webHidden/>
          </w:rPr>
          <w:t>9-44</w:t>
        </w:r>
        <w:r w:rsidRPr="00F67B40">
          <w:rPr>
            <w:i w:val="0"/>
            <w:iCs w:val="0"/>
            <w:noProof/>
            <w:webHidden/>
          </w:rPr>
          <w:fldChar w:fldCharType="end"/>
        </w:r>
      </w:hyperlink>
    </w:p>
    <w:p w14:paraId="24013DA9" w14:textId="73606C0F" w:rsidR="00F67B40" w:rsidRPr="00F67B40" w:rsidRDefault="00F67B40">
      <w:pPr>
        <w:pStyle w:val="TOC2"/>
        <w:rPr>
          <w:rFonts w:eastAsiaTheme="minorEastAsia"/>
          <w:noProof/>
          <w:kern w:val="2"/>
          <w14:ligatures w14:val="standardContextual"/>
        </w:rPr>
      </w:pPr>
      <w:hyperlink w:anchor="_Toc214882317" w:history="1">
        <w:r w:rsidRPr="00F67B40">
          <w:rPr>
            <w:rStyle w:val="Hyperlink"/>
            <w:noProof/>
          </w:rPr>
          <w:t>9.16</w:t>
        </w:r>
        <w:r w:rsidRPr="00F67B40">
          <w:rPr>
            <w:rFonts w:eastAsiaTheme="minorEastAsia"/>
            <w:noProof/>
            <w:kern w:val="2"/>
            <w14:ligatures w14:val="standardContextual"/>
          </w:rPr>
          <w:tab/>
        </w:r>
        <w:r w:rsidRPr="00F67B40">
          <w:rPr>
            <w:rStyle w:val="Hyperlink"/>
            <w:noProof/>
          </w:rPr>
          <w:t>ERCOT System Administration and User Fees</w:t>
        </w:r>
        <w:r w:rsidRPr="00F67B40">
          <w:rPr>
            <w:noProof/>
            <w:webHidden/>
          </w:rPr>
          <w:tab/>
        </w:r>
        <w:r w:rsidRPr="00F67B40">
          <w:rPr>
            <w:noProof/>
            <w:webHidden/>
          </w:rPr>
          <w:fldChar w:fldCharType="begin"/>
        </w:r>
        <w:r w:rsidRPr="00F67B40">
          <w:rPr>
            <w:noProof/>
            <w:webHidden/>
          </w:rPr>
          <w:instrText xml:space="preserve"> PAGEREF _Toc214882317 \h </w:instrText>
        </w:r>
        <w:r w:rsidRPr="00F67B40">
          <w:rPr>
            <w:noProof/>
            <w:webHidden/>
          </w:rPr>
        </w:r>
        <w:r w:rsidRPr="00F67B40">
          <w:rPr>
            <w:noProof/>
            <w:webHidden/>
          </w:rPr>
          <w:fldChar w:fldCharType="separate"/>
        </w:r>
        <w:r w:rsidRPr="00F67B40">
          <w:rPr>
            <w:noProof/>
            <w:webHidden/>
          </w:rPr>
          <w:t>9-45</w:t>
        </w:r>
        <w:r w:rsidRPr="00F67B40">
          <w:rPr>
            <w:noProof/>
            <w:webHidden/>
          </w:rPr>
          <w:fldChar w:fldCharType="end"/>
        </w:r>
      </w:hyperlink>
    </w:p>
    <w:p w14:paraId="5EA74BF8" w14:textId="0C1EB724" w:rsidR="00F67B40" w:rsidRPr="00F67B40" w:rsidRDefault="00F67B40">
      <w:pPr>
        <w:pStyle w:val="TOC3"/>
        <w:rPr>
          <w:rFonts w:eastAsiaTheme="minorEastAsia"/>
          <w:i w:val="0"/>
          <w:iCs w:val="0"/>
          <w:noProof/>
          <w:kern w:val="2"/>
          <w14:ligatures w14:val="standardContextual"/>
        </w:rPr>
      </w:pPr>
      <w:hyperlink w:anchor="_Toc214882318" w:history="1">
        <w:r w:rsidRPr="00F67B40">
          <w:rPr>
            <w:rStyle w:val="Hyperlink"/>
            <w:i w:val="0"/>
            <w:iCs w:val="0"/>
            <w:noProof/>
          </w:rPr>
          <w:t>9.16.1</w:t>
        </w:r>
        <w:r w:rsidRPr="00F67B40">
          <w:rPr>
            <w:rFonts w:eastAsiaTheme="minorEastAsia"/>
            <w:i w:val="0"/>
            <w:iCs w:val="0"/>
            <w:noProof/>
            <w:kern w:val="2"/>
            <w14:ligatures w14:val="standardContextual"/>
          </w:rPr>
          <w:tab/>
        </w:r>
        <w:r w:rsidRPr="00F67B40">
          <w:rPr>
            <w:rStyle w:val="Hyperlink"/>
            <w:i w:val="0"/>
            <w:iCs w:val="0"/>
            <w:noProof/>
          </w:rPr>
          <w:t>ERCOT System Administration Fee</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_Toc214882318 \h </w:instrText>
        </w:r>
        <w:r w:rsidRPr="00F67B40">
          <w:rPr>
            <w:i w:val="0"/>
            <w:iCs w:val="0"/>
            <w:noProof/>
            <w:webHidden/>
          </w:rPr>
        </w:r>
        <w:r w:rsidRPr="00F67B40">
          <w:rPr>
            <w:i w:val="0"/>
            <w:iCs w:val="0"/>
            <w:noProof/>
            <w:webHidden/>
          </w:rPr>
          <w:fldChar w:fldCharType="separate"/>
        </w:r>
        <w:r w:rsidRPr="00F67B40">
          <w:rPr>
            <w:i w:val="0"/>
            <w:iCs w:val="0"/>
            <w:noProof/>
            <w:webHidden/>
          </w:rPr>
          <w:t>9-45</w:t>
        </w:r>
        <w:r w:rsidRPr="00F67B40">
          <w:rPr>
            <w:i w:val="0"/>
            <w:iCs w:val="0"/>
            <w:noProof/>
            <w:webHidden/>
          </w:rPr>
          <w:fldChar w:fldCharType="end"/>
        </w:r>
      </w:hyperlink>
    </w:p>
    <w:p w14:paraId="531A3F2F" w14:textId="5C80091B" w:rsidR="00F67B40" w:rsidRPr="00F67B40" w:rsidRDefault="00F67B40">
      <w:pPr>
        <w:pStyle w:val="TOC3"/>
        <w:rPr>
          <w:rFonts w:eastAsiaTheme="minorEastAsia"/>
          <w:i w:val="0"/>
          <w:iCs w:val="0"/>
          <w:noProof/>
          <w:kern w:val="2"/>
          <w14:ligatures w14:val="standardContextual"/>
        </w:rPr>
      </w:pPr>
      <w:hyperlink w:anchor="_Toc214882319" w:history="1">
        <w:r w:rsidRPr="00F67B40">
          <w:rPr>
            <w:rStyle w:val="Hyperlink"/>
            <w:i w:val="0"/>
            <w:iCs w:val="0"/>
            <w:noProof/>
          </w:rPr>
          <w:t>9.16.2</w:t>
        </w:r>
        <w:r w:rsidRPr="00F67B40">
          <w:rPr>
            <w:rFonts w:eastAsiaTheme="minorEastAsia"/>
            <w:i w:val="0"/>
            <w:iCs w:val="0"/>
            <w:noProof/>
            <w:kern w:val="2"/>
            <w14:ligatures w14:val="standardContextual"/>
          </w:rPr>
          <w:tab/>
        </w:r>
        <w:r w:rsidRPr="00F67B40">
          <w:rPr>
            <w:rStyle w:val="Hyperlink"/>
            <w:i w:val="0"/>
            <w:iCs w:val="0"/>
            <w:noProof/>
          </w:rPr>
          <w:t>User Fees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_Toc214882319 \h </w:instrText>
        </w:r>
        <w:r w:rsidRPr="00F67B40">
          <w:rPr>
            <w:i w:val="0"/>
            <w:iCs w:val="0"/>
            <w:noProof/>
            <w:webHidden/>
          </w:rPr>
        </w:r>
        <w:r w:rsidRPr="00F67B40">
          <w:rPr>
            <w:i w:val="0"/>
            <w:iCs w:val="0"/>
            <w:noProof/>
            <w:webHidden/>
          </w:rPr>
          <w:fldChar w:fldCharType="separate"/>
        </w:r>
        <w:r w:rsidRPr="00F67B40">
          <w:rPr>
            <w:i w:val="0"/>
            <w:iCs w:val="0"/>
            <w:noProof/>
            <w:webHidden/>
          </w:rPr>
          <w:t>9-45</w:t>
        </w:r>
        <w:r w:rsidRPr="00F67B40">
          <w:rPr>
            <w:i w:val="0"/>
            <w:iCs w:val="0"/>
            <w:noProof/>
            <w:webHidden/>
          </w:rPr>
          <w:fldChar w:fldCharType="end"/>
        </w:r>
      </w:hyperlink>
    </w:p>
    <w:p w14:paraId="30F6E2F7" w14:textId="54D121AB" w:rsidR="00F67B40" w:rsidRPr="00F67B40" w:rsidRDefault="00F67B40">
      <w:pPr>
        <w:pStyle w:val="TOC2"/>
        <w:rPr>
          <w:rFonts w:eastAsiaTheme="minorEastAsia"/>
          <w:noProof/>
          <w:kern w:val="2"/>
          <w14:ligatures w14:val="standardContextual"/>
        </w:rPr>
      </w:pPr>
      <w:hyperlink w:anchor="_Toc214882320" w:history="1">
        <w:r w:rsidRPr="00F67B40">
          <w:rPr>
            <w:rStyle w:val="Hyperlink"/>
            <w:noProof/>
          </w:rPr>
          <w:t>9.17</w:t>
        </w:r>
        <w:r w:rsidRPr="00F67B40">
          <w:rPr>
            <w:rFonts w:eastAsiaTheme="minorEastAsia"/>
            <w:noProof/>
            <w:kern w:val="2"/>
            <w14:ligatures w14:val="standardContextual"/>
          </w:rPr>
          <w:tab/>
        </w:r>
        <w:r w:rsidRPr="00F67B40">
          <w:rPr>
            <w:rStyle w:val="Hyperlink"/>
            <w:noProof/>
          </w:rPr>
          <w:t>Transmission Billing Determinant Calculation</w:t>
        </w:r>
        <w:r w:rsidRPr="00F67B40">
          <w:rPr>
            <w:noProof/>
            <w:webHidden/>
          </w:rPr>
          <w:tab/>
        </w:r>
        <w:r w:rsidRPr="00F67B40">
          <w:rPr>
            <w:noProof/>
            <w:webHidden/>
          </w:rPr>
          <w:fldChar w:fldCharType="begin"/>
        </w:r>
        <w:r w:rsidRPr="00F67B40">
          <w:rPr>
            <w:noProof/>
            <w:webHidden/>
          </w:rPr>
          <w:instrText xml:space="preserve"> PAGEREF _Toc214882320 \h </w:instrText>
        </w:r>
        <w:r w:rsidRPr="00F67B40">
          <w:rPr>
            <w:noProof/>
            <w:webHidden/>
          </w:rPr>
        </w:r>
        <w:r w:rsidRPr="00F67B40">
          <w:rPr>
            <w:noProof/>
            <w:webHidden/>
          </w:rPr>
          <w:fldChar w:fldCharType="separate"/>
        </w:r>
        <w:r w:rsidRPr="00F67B40">
          <w:rPr>
            <w:noProof/>
            <w:webHidden/>
          </w:rPr>
          <w:t>9-46</w:t>
        </w:r>
        <w:r w:rsidRPr="00F67B40">
          <w:rPr>
            <w:noProof/>
            <w:webHidden/>
          </w:rPr>
          <w:fldChar w:fldCharType="end"/>
        </w:r>
      </w:hyperlink>
    </w:p>
    <w:p w14:paraId="0A6DDEFF" w14:textId="4BD99FB8" w:rsidR="00F67B40" w:rsidRPr="00F67B40" w:rsidRDefault="00F67B40">
      <w:pPr>
        <w:pStyle w:val="TOC3"/>
        <w:rPr>
          <w:rFonts w:eastAsiaTheme="minorEastAsia"/>
          <w:i w:val="0"/>
          <w:iCs w:val="0"/>
          <w:noProof/>
          <w:kern w:val="2"/>
          <w14:ligatures w14:val="standardContextual"/>
        </w:rPr>
      </w:pPr>
      <w:hyperlink w:anchor="_Toc214882321" w:history="1">
        <w:r w:rsidRPr="00F67B40">
          <w:rPr>
            <w:rStyle w:val="Hyperlink"/>
            <w:i w:val="0"/>
            <w:iCs w:val="0"/>
            <w:noProof/>
          </w:rPr>
          <w:t>9.17.1</w:t>
        </w:r>
        <w:r w:rsidRPr="00F67B40">
          <w:rPr>
            <w:rFonts w:eastAsiaTheme="minorEastAsia"/>
            <w:i w:val="0"/>
            <w:iCs w:val="0"/>
            <w:noProof/>
            <w:kern w:val="2"/>
            <w14:ligatures w14:val="standardContextual"/>
          </w:rPr>
          <w:tab/>
        </w:r>
        <w:r w:rsidRPr="00F67B40">
          <w:rPr>
            <w:rStyle w:val="Hyperlink"/>
            <w:i w:val="0"/>
            <w:iCs w:val="0"/>
            <w:noProof/>
          </w:rPr>
          <w:t>Billing Determinant Data Elements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_Toc214882321 \h </w:instrText>
        </w:r>
        <w:r w:rsidRPr="00F67B40">
          <w:rPr>
            <w:i w:val="0"/>
            <w:iCs w:val="0"/>
            <w:noProof/>
            <w:webHidden/>
          </w:rPr>
        </w:r>
        <w:r w:rsidRPr="00F67B40">
          <w:rPr>
            <w:i w:val="0"/>
            <w:iCs w:val="0"/>
            <w:noProof/>
            <w:webHidden/>
          </w:rPr>
          <w:fldChar w:fldCharType="separate"/>
        </w:r>
        <w:r w:rsidRPr="00F67B40">
          <w:rPr>
            <w:i w:val="0"/>
            <w:iCs w:val="0"/>
            <w:noProof/>
            <w:webHidden/>
          </w:rPr>
          <w:t>9-46</w:t>
        </w:r>
        <w:r w:rsidRPr="00F67B40">
          <w:rPr>
            <w:i w:val="0"/>
            <w:iCs w:val="0"/>
            <w:noProof/>
            <w:webHidden/>
          </w:rPr>
          <w:fldChar w:fldCharType="end"/>
        </w:r>
      </w:hyperlink>
    </w:p>
    <w:p w14:paraId="34109821" w14:textId="51B1E329" w:rsidR="00F67B40" w:rsidRPr="00F67B40" w:rsidRDefault="00F67B40">
      <w:pPr>
        <w:pStyle w:val="TOC3"/>
        <w:rPr>
          <w:rFonts w:eastAsiaTheme="minorEastAsia"/>
          <w:i w:val="0"/>
          <w:iCs w:val="0"/>
          <w:noProof/>
          <w:kern w:val="2"/>
          <w14:ligatures w14:val="standardContextual"/>
        </w:rPr>
      </w:pPr>
      <w:hyperlink w:anchor="_Toc214882322" w:history="1">
        <w:r w:rsidRPr="00F67B40">
          <w:rPr>
            <w:rStyle w:val="Hyperlink"/>
            <w:i w:val="0"/>
            <w:iCs w:val="0"/>
            <w:noProof/>
          </w:rPr>
          <w:t>9.17.2</w:t>
        </w:r>
        <w:r w:rsidRPr="00F67B40">
          <w:rPr>
            <w:rFonts w:eastAsiaTheme="minorEastAsia"/>
            <w:i w:val="0"/>
            <w:iCs w:val="0"/>
            <w:noProof/>
            <w:kern w:val="2"/>
            <w14:ligatures w14:val="standardContextual"/>
          </w:rPr>
          <w:tab/>
        </w:r>
        <w:r w:rsidRPr="00F67B40">
          <w:rPr>
            <w:rStyle w:val="Hyperlink"/>
            <w:i w:val="0"/>
            <w:iCs w:val="0"/>
            <w:noProof/>
          </w:rPr>
          <w:t>Direct Current Tie Schedule Information</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_Toc214882322 \h </w:instrText>
        </w:r>
        <w:r w:rsidRPr="00F67B40">
          <w:rPr>
            <w:i w:val="0"/>
            <w:iCs w:val="0"/>
            <w:noProof/>
            <w:webHidden/>
          </w:rPr>
        </w:r>
        <w:r w:rsidRPr="00F67B40">
          <w:rPr>
            <w:i w:val="0"/>
            <w:iCs w:val="0"/>
            <w:noProof/>
            <w:webHidden/>
          </w:rPr>
          <w:fldChar w:fldCharType="separate"/>
        </w:r>
        <w:r w:rsidRPr="00F67B40">
          <w:rPr>
            <w:i w:val="0"/>
            <w:iCs w:val="0"/>
            <w:noProof/>
            <w:webHidden/>
          </w:rPr>
          <w:t>9-48</w:t>
        </w:r>
        <w:r w:rsidRPr="00F67B40">
          <w:rPr>
            <w:i w:val="0"/>
            <w:iCs w:val="0"/>
            <w:noProof/>
            <w:webHidden/>
          </w:rPr>
          <w:fldChar w:fldCharType="end"/>
        </w:r>
      </w:hyperlink>
    </w:p>
    <w:p w14:paraId="7BA90C5E" w14:textId="196CFA51" w:rsidR="00F67B40" w:rsidRPr="00F67B40" w:rsidRDefault="00F67B40">
      <w:pPr>
        <w:pStyle w:val="TOC2"/>
        <w:rPr>
          <w:rFonts w:eastAsiaTheme="minorEastAsia"/>
          <w:noProof/>
          <w:kern w:val="2"/>
          <w14:ligatures w14:val="standardContextual"/>
        </w:rPr>
      </w:pPr>
      <w:hyperlink w:anchor="_Toc214882323" w:history="1">
        <w:r w:rsidRPr="00F67B40">
          <w:rPr>
            <w:rStyle w:val="Hyperlink"/>
            <w:noProof/>
          </w:rPr>
          <w:t>9.18</w:t>
        </w:r>
        <w:r w:rsidRPr="00F67B40">
          <w:rPr>
            <w:rFonts w:eastAsiaTheme="minorEastAsia"/>
            <w:noProof/>
            <w:kern w:val="2"/>
            <w14:ligatures w14:val="standardContextual"/>
          </w:rPr>
          <w:tab/>
        </w:r>
        <w:r w:rsidRPr="00F67B40">
          <w:rPr>
            <w:rStyle w:val="Hyperlink"/>
            <w:noProof/>
          </w:rPr>
          <w:t>Profile Development Cost Recovery Fee for Non-ERCOT Sponsored Load Profile Segment</w:t>
        </w:r>
        <w:r w:rsidRPr="00F67B40">
          <w:rPr>
            <w:noProof/>
            <w:webHidden/>
          </w:rPr>
          <w:tab/>
        </w:r>
        <w:r w:rsidRPr="00F67B40">
          <w:rPr>
            <w:noProof/>
            <w:webHidden/>
          </w:rPr>
          <w:fldChar w:fldCharType="begin"/>
        </w:r>
        <w:r w:rsidRPr="00F67B40">
          <w:rPr>
            <w:noProof/>
            <w:webHidden/>
          </w:rPr>
          <w:instrText xml:space="preserve"> PAGEREF _Toc214882323 \h </w:instrText>
        </w:r>
        <w:r w:rsidRPr="00F67B40">
          <w:rPr>
            <w:noProof/>
            <w:webHidden/>
          </w:rPr>
        </w:r>
        <w:r w:rsidRPr="00F67B40">
          <w:rPr>
            <w:noProof/>
            <w:webHidden/>
          </w:rPr>
          <w:fldChar w:fldCharType="separate"/>
        </w:r>
        <w:r w:rsidRPr="00F67B40">
          <w:rPr>
            <w:noProof/>
            <w:webHidden/>
          </w:rPr>
          <w:t>9-48</w:t>
        </w:r>
        <w:r w:rsidRPr="00F67B40">
          <w:rPr>
            <w:noProof/>
            <w:webHidden/>
          </w:rPr>
          <w:fldChar w:fldCharType="end"/>
        </w:r>
      </w:hyperlink>
    </w:p>
    <w:p w14:paraId="1F4C5EF2" w14:textId="14CDAF93" w:rsidR="00F67B40" w:rsidRPr="00F67B40" w:rsidRDefault="00F67B40">
      <w:pPr>
        <w:pStyle w:val="TOC2"/>
        <w:rPr>
          <w:rFonts w:eastAsiaTheme="minorEastAsia"/>
          <w:noProof/>
          <w:kern w:val="2"/>
          <w14:ligatures w14:val="standardContextual"/>
        </w:rPr>
      </w:pPr>
      <w:hyperlink w:anchor="_Toc214882324" w:history="1">
        <w:r w:rsidRPr="00F67B40">
          <w:rPr>
            <w:rStyle w:val="Hyperlink"/>
            <w:noProof/>
          </w:rPr>
          <w:t>9.19</w:t>
        </w:r>
        <w:r w:rsidRPr="00F67B40">
          <w:rPr>
            <w:rFonts w:eastAsiaTheme="minorEastAsia"/>
            <w:noProof/>
            <w:kern w:val="2"/>
            <w14:ligatures w14:val="standardContextual"/>
          </w:rPr>
          <w:tab/>
        </w:r>
        <w:r w:rsidRPr="00F67B40">
          <w:rPr>
            <w:rStyle w:val="Hyperlink"/>
            <w:noProof/>
          </w:rPr>
          <w:t>Partial Payments by Invoice Recipients</w:t>
        </w:r>
        <w:r w:rsidRPr="00F67B40">
          <w:rPr>
            <w:noProof/>
            <w:webHidden/>
          </w:rPr>
          <w:tab/>
        </w:r>
        <w:r w:rsidRPr="00F67B40">
          <w:rPr>
            <w:noProof/>
            <w:webHidden/>
          </w:rPr>
          <w:fldChar w:fldCharType="begin"/>
        </w:r>
        <w:r w:rsidRPr="00F67B40">
          <w:rPr>
            <w:noProof/>
            <w:webHidden/>
          </w:rPr>
          <w:instrText xml:space="preserve"> PAGEREF _Toc214882324 \h </w:instrText>
        </w:r>
        <w:r w:rsidRPr="00F67B40">
          <w:rPr>
            <w:noProof/>
            <w:webHidden/>
          </w:rPr>
        </w:r>
        <w:r w:rsidRPr="00F67B40">
          <w:rPr>
            <w:noProof/>
            <w:webHidden/>
          </w:rPr>
          <w:fldChar w:fldCharType="separate"/>
        </w:r>
        <w:r w:rsidRPr="00F67B40">
          <w:rPr>
            <w:noProof/>
            <w:webHidden/>
          </w:rPr>
          <w:t>9-50</w:t>
        </w:r>
        <w:r w:rsidRPr="00F67B40">
          <w:rPr>
            <w:noProof/>
            <w:webHidden/>
          </w:rPr>
          <w:fldChar w:fldCharType="end"/>
        </w:r>
      </w:hyperlink>
    </w:p>
    <w:p w14:paraId="4FE339DD" w14:textId="60FC6CAF" w:rsidR="00F67B40" w:rsidRPr="00F67B40" w:rsidRDefault="00F67B40">
      <w:pPr>
        <w:pStyle w:val="TOC3"/>
        <w:rPr>
          <w:rFonts w:eastAsiaTheme="minorEastAsia"/>
          <w:i w:val="0"/>
          <w:iCs w:val="0"/>
          <w:noProof/>
          <w:kern w:val="2"/>
          <w14:ligatures w14:val="standardContextual"/>
        </w:rPr>
      </w:pPr>
      <w:hyperlink w:anchor="_Toc214882325" w:history="1">
        <w:r w:rsidRPr="00F67B40">
          <w:rPr>
            <w:rStyle w:val="Hyperlink"/>
            <w:i w:val="0"/>
            <w:iCs w:val="0"/>
            <w:noProof/>
          </w:rPr>
          <w:t>9.19.1</w:t>
        </w:r>
        <w:r w:rsidRPr="00F67B40">
          <w:rPr>
            <w:rFonts w:eastAsiaTheme="minorEastAsia"/>
            <w:i w:val="0"/>
            <w:iCs w:val="0"/>
            <w:noProof/>
            <w:kern w:val="2"/>
            <w14:ligatures w14:val="standardContextual"/>
          </w:rPr>
          <w:tab/>
        </w:r>
        <w:r w:rsidRPr="00F67B40">
          <w:rPr>
            <w:rStyle w:val="Hyperlink"/>
            <w:i w:val="0"/>
            <w:iCs w:val="0"/>
            <w:noProof/>
          </w:rPr>
          <w:t>Default Uplift Invoices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_Toc214882325 \h </w:instrText>
        </w:r>
        <w:r w:rsidRPr="00F67B40">
          <w:rPr>
            <w:i w:val="0"/>
            <w:iCs w:val="0"/>
            <w:noProof/>
            <w:webHidden/>
          </w:rPr>
        </w:r>
        <w:r w:rsidRPr="00F67B40">
          <w:rPr>
            <w:i w:val="0"/>
            <w:iCs w:val="0"/>
            <w:noProof/>
            <w:webHidden/>
          </w:rPr>
          <w:fldChar w:fldCharType="separate"/>
        </w:r>
        <w:r w:rsidRPr="00F67B40">
          <w:rPr>
            <w:i w:val="0"/>
            <w:iCs w:val="0"/>
            <w:noProof/>
            <w:webHidden/>
          </w:rPr>
          <w:t>9-52</w:t>
        </w:r>
        <w:r w:rsidRPr="00F67B40">
          <w:rPr>
            <w:i w:val="0"/>
            <w:iCs w:val="0"/>
            <w:noProof/>
            <w:webHidden/>
          </w:rPr>
          <w:fldChar w:fldCharType="end"/>
        </w:r>
      </w:hyperlink>
    </w:p>
    <w:p w14:paraId="5B2FA5DB" w14:textId="5AB72B0F" w:rsidR="00F67B40" w:rsidRPr="00F67B40" w:rsidRDefault="00F67B40">
      <w:pPr>
        <w:pStyle w:val="TOC3"/>
        <w:rPr>
          <w:rFonts w:eastAsiaTheme="minorEastAsia"/>
          <w:i w:val="0"/>
          <w:iCs w:val="0"/>
          <w:noProof/>
          <w:kern w:val="2"/>
          <w14:ligatures w14:val="standardContextual"/>
        </w:rPr>
      </w:pPr>
      <w:hyperlink w:anchor="_Toc214882326" w:history="1">
        <w:r w:rsidRPr="00F67B40">
          <w:rPr>
            <w:rStyle w:val="Hyperlink"/>
            <w:i w:val="0"/>
            <w:iCs w:val="0"/>
            <w:noProof/>
          </w:rPr>
          <w:t>9.19.2</w:t>
        </w:r>
        <w:r w:rsidRPr="00F67B40">
          <w:rPr>
            <w:rFonts w:eastAsiaTheme="minorEastAsia"/>
            <w:i w:val="0"/>
            <w:iCs w:val="0"/>
            <w:noProof/>
            <w:kern w:val="2"/>
            <w14:ligatures w14:val="standardContextual"/>
          </w:rPr>
          <w:tab/>
        </w:r>
        <w:r w:rsidRPr="00F67B40">
          <w:rPr>
            <w:rStyle w:val="Hyperlink"/>
            <w:i w:val="0"/>
            <w:iCs w:val="0"/>
            <w:noProof/>
          </w:rPr>
          <w:t>Payment Process for Default Uplift Invoices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_Toc214882326 \h </w:instrText>
        </w:r>
        <w:r w:rsidRPr="00F67B40">
          <w:rPr>
            <w:i w:val="0"/>
            <w:iCs w:val="0"/>
            <w:noProof/>
            <w:webHidden/>
          </w:rPr>
        </w:r>
        <w:r w:rsidRPr="00F67B40">
          <w:rPr>
            <w:i w:val="0"/>
            <w:iCs w:val="0"/>
            <w:noProof/>
            <w:webHidden/>
          </w:rPr>
          <w:fldChar w:fldCharType="separate"/>
        </w:r>
        <w:r w:rsidRPr="00F67B40">
          <w:rPr>
            <w:i w:val="0"/>
            <w:iCs w:val="0"/>
            <w:noProof/>
            <w:webHidden/>
          </w:rPr>
          <w:t>9-61</w:t>
        </w:r>
        <w:r w:rsidRPr="00F67B40">
          <w:rPr>
            <w:i w:val="0"/>
            <w:iCs w:val="0"/>
            <w:noProof/>
            <w:webHidden/>
          </w:rPr>
          <w:fldChar w:fldCharType="end"/>
        </w:r>
      </w:hyperlink>
    </w:p>
    <w:p w14:paraId="4DFAA2D7" w14:textId="38103297" w:rsidR="00F67B40" w:rsidRPr="00F67B40" w:rsidRDefault="00F67B40">
      <w:pPr>
        <w:pStyle w:val="TOC4"/>
        <w:rPr>
          <w:rFonts w:eastAsiaTheme="minorEastAsia"/>
          <w:noProof/>
          <w:kern w:val="2"/>
          <w:sz w:val="20"/>
          <w:szCs w:val="20"/>
          <w14:ligatures w14:val="standardContextual"/>
        </w:rPr>
      </w:pPr>
      <w:hyperlink w:anchor="_Toc214882327" w:history="1">
        <w:r w:rsidRPr="00F67B40">
          <w:rPr>
            <w:rStyle w:val="Hyperlink"/>
            <w:noProof/>
            <w:sz w:val="20"/>
            <w:szCs w:val="20"/>
          </w:rPr>
          <w:t>9.19.2.1</w:t>
        </w:r>
        <w:r w:rsidRPr="00F67B40">
          <w:rPr>
            <w:rFonts w:eastAsiaTheme="minorEastAsia"/>
            <w:noProof/>
            <w:kern w:val="2"/>
            <w:sz w:val="20"/>
            <w:szCs w:val="20"/>
            <w14:ligatures w14:val="standardContextual"/>
          </w:rPr>
          <w:tab/>
        </w:r>
        <w:r w:rsidRPr="00F67B40">
          <w:rPr>
            <w:rStyle w:val="Hyperlink"/>
            <w:noProof/>
            <w:sz w:val="20"/>
            <w:szCs w:val="20"/>
          </w:rPr>
          <w:t>Invoice Recipient Payment to ERCOT for Default Uplift</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_Toc214882327 \h </w:instrText>
        </w:r>
        <w:r w:rsidRPr="00F67B40">
          <w:rPr>
            <w:noProof/>
            <w:webHidden/>
            <w:sz w:val="20"/>
            <w:szCs w:val="20"/>
          </w:rPr>
        </w:r>
        <w:r w:rsidRPr="00F67B40">
          <w:rPr>
            <w:noProof/>
            <w:webHidden/>
            <w:sz w:val="20"/>
            <w:szCs w:val="20"/>
          </w:rPr>
          <w:fldChar w:fldCharType="separate"/>
        </w:r>
        <w:r w:rsidRPr="00F67B40">
          <w:rPr>
            <w:noProof/>
            <w:webHidden/>
            <w:sz w:val="20"/>
            <w:szCs w:val="20"/>
          </w:rPr>
          <w:t>9-62</w:t>
        </w:r>
        <w:r w:rsidRPr="00F67B40">
          <w:rPr>
            <w:noProof/>
            <w:webHidden/>
            <w:sz w:val="20"/>
            <w:szCs w:val="20"/>
          </w:rPr>
          <w:fldChar w:fldCharType="end"/>
        </w:r>
      </w:hyperlink>
    </w:p>
    <w:p w14:paraId="2345FB9B" w14:textId="7F417AF1" w:rsidR="00F67B40" w:rsidRPr="00F67B40" w:rsidRDefault="00F67B40">
      <w:pPr>
        <w:pStyle w:val="TOC4"/>
        <w:rPr>
          <w:rFonts w:eastAsiaTheme="minorEastAsia"/>
          <w:noProof/>
          <w:kern w:val="2"/>
          <w:sz w:val="20"/>
          <w:szCs w:val="20"/>
          <w14:ligatures w14:val="standardContextual"/>
        </w:rPr>
      </w:pPr>
      <w:hyperlink w:anchor="_Toc214882328" w:history="1">
        <w:r w:rsidRPr="00F67B40">
          <w:rPr>
            <w:rStyle w:val="Hyperlink"/>
            <w:noProof/>
            <w:sz w:val="20"/>
            <w:szCs w:val="20"/>
          </w:rPr>
          <w:t>9.19.2.2</w:t>
        </w:r>
        <w:r w:rsidRPr="00F67B40">
          <w:rPr>
            <w:rFonts w:eastAsiaTheme="minorEastAsia"/>
            <w:noProof/>
            <w:kern w:val="2"/>
            <w:sz w:val="20"/>
            <w:szCs w:val="20"/>
            <w14:ligatures w14:val="standardContextual"/>
          </w:rPr>
          <w:tab/>
        </w:r>
        <w:r w:rsidRPr="00F67B40">
          <w:rPr>
            <w:rStyle w:val="Hyperlink"/>
            <w:noProof/>
            <w:sz w:val="20"/>
            <w:szCs w:val="20"/>
          </w:rPr>
          <w:t>ERCOT Payment to Invoice Recipients for Default Uplift</w:t>
        </w:r>
        <w:r w:rsidRPr="00F67B40">
          <w:rPr>
            <w:noProof/>
            <w:webHidden/>
            <w:sz w:val="20"/>
            <w:szCs w:val="20"/>
          </w:rPr>
          <w:tab/>
        </w:r>
        <w:r w:rsidRPr="00F67B40">
          <w:rPr>
            <w:noProof/>
            <w:webHidden/>
            <w:sz w:val="20"/>
            <w:szCs w:val="20"/>
          </w:rPr>
          <w:fldChar w:fldCharType="begin"/>
        </w:r>
        <w:r w:rsidRPr="00F67B40">
          <w:rPr>
            <w:noProof/>
            <w:webHidden/>
            <w:sz w:val="20"/>
            <w:szCs w:val="20"/>
          </w:rPr>
          <w:instrText xml:space="preserve"> PAGEREF _Toc214882328 \h </w:instrText>
        </w:r>
        <w:r w:rsidRPr="00F67B40">
          <w:rPr>
            <w:noProof/>
            <w:webHidden/>
            <w:sz w:val="20"/>
            <w:szCs w:val="20"/>
          </w:rPr>
        </w:r>
        <w:r w:rsidRPr="00F67B40">
          <w:rPr>
            <w:noProof/>
            <w:webHidden/>
            <w:sz w:val="20"/>
            <w:szCs w:val="20"/>
          </w:rPr>
          <w:fldChar w:fldCharType="separate"/>
        </w:r>
        <w:r w:rsidRPr="00F67B40">
          <w:rPr>
            <w:noProof/>
            <w:webHidden/>
            <w:sz w:val="20"/>
            <w:szCs w:val="20"/>
          </w:rPr>
          <w:t>9-62</w:t>
        </w:r>
        <w:r w:rsidRPr="00F67B40">
          <w:rPr>
            <w:noProof/>
            <w:webHidden/>
            <w:sz w:val="20"/>
            <w:szCs w:val="20"/>
          </w:rPr>
          <w:fldChar w:fldCharType="end"/>
        </w:r>
      </w:hyperlink>
    </w:p>
    <w:p w14:paraId="4ED2398E" w14:textId="0C2C237D" w:rsidR="00F67B40" w:rsidRPr="00F67B40" w:rsidRDefault="00F67B40">
      <w:pPr>
        <w:pStyle w:val="TOC3"/>
        <w:rPr>
          <w:rFonts w:eastAsiaTheme="minorEastAsia"/>
          <w:i w:val="0"/>
          <w:iCs w:val="0"/>
          <w:noProof/>
          <w:kern w:val="2"/>
          <w14:ligatures w14:val="standardContextual"/>
        </w:rPr>
      </w:pPr>
      <w:hyperlink w:anchor="_Toc214882329" w:history="1">
        <w:r w:rsidRPr="00F67B40">
          <w:rPr>
            <w:rStyle w:val="Hyperlink"/>
            <w:i w:val="0"/>
            <w:iCs w:val="0"/>
            <w:noProof/>
          </w:rPr>
          <w:t>9.19.3</w:t>
        </w:r>
        <w:r w:rsidRPr="00F67B40">
          <w:rPr>
            <w:rFonts w:eastAsiaTheme="minorEastAsia"/>
            <w:i w:val="0"/>
            <w:iCs w:val="0"/>
            <w:noProof/>
            <w:kern w:val="2"/>
            <w14:ligatures w14:val="standardContextual"/>
          </w:rPr>
          <w:tab/>
        </w:r>
        <w:r w:rsidRPr="00F67B40">
          <w:rPr>
            <w:rStyle w:val="Hyperlink"/>
            <w:i w:val="0"/>
            <w:iCs w:val="0"/>
            <w:noProof/>
          </w:rPr>
          <w:t>Default Uplift Supporting Data Reporting</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_Toc214882329 \h </w:instrText>
        </w:r>
        <w:r w:rsidRPr="00F67B40">
          <w:rPr>
            <w:i w:val="0"/>
            <w:iCs w:val="0"/>
            <w:noProof/>
            <w:webHidden/>
          </w:rPr>
        </w:r>
        <w:r w:rsidRPr="00F67B40">
          <w:rPr>
            <w:i w:val="0"/>
            <w:iCs w:val="0"/>
            <w:noProof/>
            <w:webHidden/>
          </w:rPr>
          <w:fldChar w:fldCharType="separate"/>
        </w:r>
        <w:r w:rsidRPr="00F67B40">
          <w:rPr>
            <w:i w:val="0"/>
            <w:iCs w:val="0"/>
            <w:noProof/>
            <w:webHidden/>
          </w:rPr>
          <w:t>9-62</w:t>
        </w:r>
        <w:r w:rsidRPr="00F67B40">
          <w:rPr>
            <w:i w:val="0"/>
            <w:iCs w:val="0"/>
            <w:noProof/>
            <w:webHidden/>
          </w:rPr>
          <w:fldChar w:fldCharType="end"/>
        </w:r>
      </w:hyperlink>
    </w:p>
    <w:p w14:paraId="71F6EB07" w14:textId="5F587F0F" w:rsidR="00F67B40" w:rsidRPr="00F67B40" w:rsidRDefault="00F67B40">
      <w:pPr>
        <w:pStyle w:val="TOC3"/>
        <w:rPr>
          <w:rFonts w:eastAsiaTheme="minorEastAsia"/>
          <w:i w:val="0"/>
          <w:iCs w:val="0"/>
          <w:noProof/>
          <w:kern w:val="2"/>
          <w14:ligatures w14:val="standardContextual"/>
        </w:rPr>
      </w:pPr>
      <w:hyperlink w:anchor="_Toc214882330" w:history="1">
        <w:r w:rsidRPr="00F67B40">
          <w:rPr>
            <w:rStyle w:val="Hyperlink"/>
            <w:i w:val="0"/>
            <w:iCs w:val="0"/>
            <w:noProof/>
          </w:rPr>
          <w:t>9.19.4</w:t>
        </w:r>
        <w:r w:rsidRPr="00F67B40">
          <w:rPr>
            <w:rFonts w:eastAsiaTheme="minorEastAsia"/>
            <w:i w:val="0"/>
            <w:iCs w:val="0"/>
            <w:noProof/>
            <w:kern w:val="2"/>
            <w14:ligatures w14:val="standardContextual"/>
          </w:rPr>
          <w:tab/>
        </w:r>
        <w:r w:rsidRPr="00F67B40">
          <w:rPr>
            <w:rStyle w:val="Hyperlink"/>
            <w:i w:val="0"/>
            <w:iCs w:val="0"/>
            <w:noProof/>
          </w:rPr>
          <w:t>Exemption for Central Counter-Party Clearinghouses Regulated as Derivatives Clearing Organizations</w:t>
        </w:r>
        <w:r w:rsidRPr="00F67B40">
          <w:rPr>
            <w:i w:val="0"/>
            <w:iCs w:val="0"/>
            <w:noProof/>
            <w:webHidden/>
          </w:rPr>
          <w:tab/>
        </w:r>
        <w:r w:rsidRPr="00F67B40">
          <w:rPr>
            <w:i w:val="0"/>
            <w:iCs w:val="0"/>
            <w:noProof/>
            <w:webHidden/>
          </w:rPr>
          <w:fldChar w:fldCharType="begin"/>
        </w:r>
        <w:r w:rsidRPr="00F67B40">
          <w:rPr>
            <w:i w:val="0"/>
            <w:iCs w:val="0"/>
            <w:noProof/>
            <w:webHidden/>
          </w:rPr>
          <w:instrText xml:space="preserve"> PAGEREF _Toc214882330 \h </w:instrText>
        </w:r>
        <w:r w:rsidRPr="00F67B40">
          <w:rPr>
            <w:i w:val="0"/>
            <w:iCs w:val="0"/>
            <w:noProof/>
            <w:webHidden/>
          </w:rPr>
        </w:r>
        <w:r w:rsidRPr="00F67B40">
          <w:rPr>
            <w:i w:val="0"/>
            <w:iCs w:val="0"/>
            <w:noProof/>
            <w:webHidden/>
          </w:rPr>
          <w:fldChar w:fldCharType="separate"/>
        </w:r>
        <w:r w:rsidRPr="00F67B40">
          <w:rPr>
            <w:i w:val="0"/>
            <w:iCs w:val="0"/>
            <w:noProof/>
            <w:webHidden/>
          </w:rPr>
          <w:t>9-63</w:t>
        </w:r>
        <w:r w:rsidRPr="00F67B40">
          <w:rPr>
            <w:i w:val="0"/>
            <w:iCs w:val="0"/>
            <w:noProof/>
            <w:webHidden/>
          </w:rPr>
          <w:fldChar w:fldCharType="end"/>
        </w:r>
      </w:hyperlink>
    </w:p>
    <w:p w14:paraId="28A361B5" w14:textId="257C5B86" w:rsidR="00F67B40" w:rsidRPr="00F67B40" w:rsidRDefault="00F67B40">
      <w:pPr>
        <w:pStyle w:val="TOC2"/>
        <w:rPr>
          <w:rFonts w:eastAsiaTheme="minorEastAsia"/>
          <w:noProof/>
          <w:kern w:val="2"/>
          <w14:ligatures w14:val="standardContextual"/>
        </w:rPr>
      </w:pPr>
      <w:hyperlink w:anchor="_Toc214882331" w:history="1">
        <w:r w:rsidRPr="00F67B40">
          <w:rPr>
            <w:rStyle w:val="Hyperlink"/>
            <w:noProof/>
          </w:rPr>
          <w:t>9.20</w:t>
        </w:r>
        <w:r w:rsidRPr="00F67B40">
          <w:rPr>
            <w:rFonts w:eastAsiaTheme="minorEastAsia"/>
            <w:noProof/>
            <w:kern w:val="2"/>
            <w14:ligatures w14:val="standardContextual"/>
          </w:rPr>
          <w:tab/>
        </w:r>
        <w:r w:rsidRPr="00F67B40">
          <w:rPr>
            <w:rStyle w:val="Hyperlink"/>
            <w:noProof/>
          </w:rPr>
          <w:t>ERCOT Invoice Report</w:t>
        </w:r>
        <w:r w:rsidRPr="00F67B40">
          <w:rPr>
            <w:noProof/>
            <w:webHidden/>
          </w:rPr>
          <w:tab/>
        </w:r>
        <w:r w:rsidRPr="00F67B40">
          <w:rPr>
            <w:noProof/>
            <w:webHidden/>
          </w:rPr>
          <w:fldChar w:fldCharType="begin"/>
        </w:r>
        <w:r w:rsidRPr="00F67B40">
          <w:rPr>
            <w:noProof/>
            <w:webHidden/>
          </w:rPr>
          <w:instrText xml:space="preserve"> PAGEREF _Toc214882331 \h </w:instrText>
        </w:r>
        <w:r w:rsidRPr="00F67B40">
          <w:rPr>
            <w:noProof/>
            <w:webHidden/>
          </w:rPr>
        </w:r>
        <w:r w:rsidRPr="00F67B40">
          <w:rPr>
            <w:noProof/>
            <w:webHidden/>
          </w:rPr>
          <w:fldChar w:fldCharType="separate"/>
        </w:r>
        <w:r w:rsidRPr="00F67B40">
          <w:rPr>
            <w:noProof/>
            <w:webHidden/>
          </w:rPr>
          <w:t>9-63</w:t>
        </w:r>
        <w:r w:rsidRPr="00F67B40">
          <w:rPr>
            <w:noProof/>
            <w:webHidden/>
          </w:rPr>
          <w:fldChar w:fldCharType="end"/>
        </w:r>
      </w:hyperlink>
    </w:p>
    <w:p w14:paraId="447B4BC7" w14:textId="1EE82177"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214882238"/>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214882239"/>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214882240"/>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w:t>
      </w:r>
      <w:proofErr w:type="gramStart"/>
      <w:r w:rsidR="00A46174">
        <w:t>RTM)</w:t>
      </w:r>
      <w:r w:rsidR="00DD1AC6">
        <w:t>)</w:t>
      </w:r>
      <w:proofErr w:type="gramEnd"/>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214882241"/>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 xml:space="preserve">ERCOT shall notify Market Participants if any of the </w:t>
      </w:r>
      <w:proofErr w:type="gramStart"/>
      <w:r>
        <w:t>aforementioned data</w:t>
      </w:r>
      <w:proofErr w:type="gramEnd"/>
      <w:r>
        <w:t xml:space="preserve">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214882242"/>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214882243"/>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214882244"/>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 xml:space="preserve">A Settlement Statement or Invoice containing a negative amount represents a payment due by ERCOT to the Market Participant that received the Statement or Invoice.  A Settlement Statement or Invoice containing a positive amount represents </w:t>
      </w:r>
      <w:proofErr w:type="gramStart"/>
      <w:r w:rsidR="00DD1AC6">
        <w:t>a payment</w:t>
      </w:r>
      <w:proofErr w:type="gramEnd"/>
      <w:r w:rsidR="00DD1AC6">
        <w:t xml:space="preserve">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214882245"/>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214882246"/>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 xml:space="preserve">ERCOT shall produce daily Settlement Statements for the Day-Ahead Market (DAM), as defined in Section </w:t>
      </w:r>
      <w:proofErr w:type="gramStart"/>
      <w:r w:rsidR="00DD1AC6">
        <w:t>9.2.2</w:t>
      </w:r>
      <w:proofErr w:type="gramEnd"/>
      <w:r w:rsidR="00DD1AC6">
        <w:t>,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214882247"/>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214882248"/>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proofErr w:type="gramStart"/>
      <w:r>
        <w:t>(</w:t>
      </w:r>
      <w:r w:rsidR="00397195">
        <w:t>t</w:t>
      </w:r>
      <w:r>
        <w:t>)</w:t>
      </w:r>
      <w:r>
        <w:tab/>
        <w:t>Section</w:t>
      </w:r>
      <w:proofErr w:type="gramEnd"/>
      <w:r>
        <w:t xml:space="preserve">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214882249"/>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 xml:space="preserve">ERCOT shall produce a DAM Statement for each Statement Recipient for the given DAM on the second Business Day after </w:t>
      </w:r>
      <w:proofErr w:type="gramStart"/>
      <w:r w:rsidR="00DD1AC6">
        <w:t>the Operating</w:t>
      </w:r>
      <w:proofErr w:type="gramEnd"/>
      <w:r w:rsidR="00DD1AC6">
        <w:t xml:space="preserve">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214882250"/>
      <w:r w:rsidRPr="008910B8">
        <w:rPr>
          <w:b/>
          <w:i/>
        </w:rPr>
        <w:t>9.2.5</w:t>
      </w:r>
      <w:r w:rsidRPr="008910B8">
        <w:rPr>
          <w:b/>
          <w:i/>
        </w:rPr>
        <w:tab/>
        <w:t>DAM Resettlement Statement</w:t>
      </w:r>
      <w:bookmarkEnd w:id="73"/>
      <w:bookmarkEnd w:id="74"/>
      <w:bookmarkEnd w:id="75"/>
      <w:bookmarkEnd w:id="76"/>
      <w:bookmarkEnd w:id="77"/>
      <w:bookmarkEnd w:id="78"/>
    </w:p>
    <w:p w14:paraId="2A8BA561" w14:textId="5AAB44F9" w:rsidR="00D41086" w:rsidRPr="00A10FC3" w:rsidRDefault="00D41086" w:rsidP="00D41086">
      <w:pPr>
        <w:spacing w:after="240"/>
        <w:ind w:left="720" w:hanging="720"/>
      </w:pPr>
      <w:r w:rsidRPr="00A10FC3">
        <w:t>(1)</w:t>
      </w:r>
      <w:r w:rsidRPr="00A10FC3">
        <w:tab/>
        <w:t>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w:t>
      </w:r>
      <w:r w:rsidR="008044F9">
        <w:t>2</w:t>
      </w:r>
      <w:r w:rsidRPr="00A10FC3">
        <w:t xml:space="preserve">,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bookmarkStart w:id="84" w:name="_Toc214882251"/>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214882252"/>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w:t>
      </w:r>
      <w:proofErr w:type="gramStart"/>
      <w:r w:rsidR="00DD1AC6">
        <w:t>on</w:t>
      </w:r>
      <w:proofErr w:type="gramEnd"/>
      <w:r w:rsidR="00DD1AC6">
        <w:t xml:space="preserve">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214882253"/>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214882254"/>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214882255"/>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214882256"/>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214882257"/>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214882258"/>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214882259"/>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 xml:space="preserve">ERCOT may create an RTM Resettlement Statement for any Operating Day, depending on the criteria set forth in Section 9.5.6, RTM Resettlement Statement.  When actual validated data is available and </w:t>
      </w:r>
      <w:proofErr w:type="gramStart"/>
      <w:r>
        <w:t>all of</w:t>
      </w:r>
      <w:proofErr w:type="gramEnd"/>
      <w:r>
        <w:t xml:space="preserve">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214882260"/>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490D6970" w:rsidR="002F5868" w:rsidRPr="00627AAF" w:rsidRDefault="00DD1AC6" w:rsidP="00900C27">
      <w:pPr>
        <w:pStyle w:val="List"/>
        <w:tabs>
          <w:tab w:val="left" w:pos="8280"/>
        </w:tabs>
      </w:pPr>
      <w:r>
        <w:t>(</w:t>
      </w:r>
      <w:r w:rsidR="00680ED0">
        <w:t>q</w:t>
      </w:r>
      <w:r w:rsidRPr="00627AAF">
        <w:t>)</w:t>
      </w:r>
      <w:r w:rsidRPr="00627AAF">
        <w:tab/>
        <w:t>Section 6.6.5.</w:t>
      </w:r>
      <w:r w:rsidR="002355FF">
        <w:t>2</w:t>
      </w:r>
      <w:r w:rsidR="00562448">
        <w:t>,</w:t>
      </w:r>
      <w:r w:rsidRPr="00627AAF">
        <w:t xml:space="preserve"> </w:t>
      </w:r>
      <w:r w:rsidR="0025502E" w:rsidRPr="00627AAF">
        <w:t>Set</w:t>
      </w:r>
      <w:r w:rsidRPr="00627AAF">
        <w:t xml:space="preserve"> Point Deviation Charge for Over Generation</w:t>
      </w:r>
      <w:r w:rsidR="001A2B58" w:rsidRPr="00627AAF">
        <w:t>;</w:t>
      </w:r>
      <w:r w:rsidRPr="00627AAF">
        <w:t xml:space="preserve"> </w:t>
      </w:r>
    </w:p>
    <w:p w14:paraId="79B6A9C5" w14:textId="70802ADF" w:rsidR="008A04B3" w:rsidRPr="00627AAF" w:rsidRDefault="00DD1AC6">
      <w:pPr>
        <w:pStyle w:val="List"/>
      </w:pPr>
      <w:r w:rsidRPr="00627AAF">
        <w:t>(</w:t>
      </w:r>
      <w:r w:rsidR="00680ED0" w:rsidRPr="00627AAF">
        <w:t>r</w:t>
      </w:r>
      <w:r w:rsidRPr="00627AAF">
        <w:t>)</w:t>
      </w:r>
      <w:r w:rsidRPr="00627AAF">
        <w:tab/>
        <w:t>Section 6.6.5.</w:t>
      </w:r>
      <w:r w:rsidR="002355FF">
        <w:t>2.1</w:t>
      </w:r>
      <w:r w:rsidRPr="00627AAF">
        <w:t xml:space="preserve">, </w:t>
      </w:r>
      <w:r w:rsidR="0025502E" w:rsidRPr="00627AAF">
        <w:t>Set</w:t>
      </w:r>
      <w:r w:rsidRPr="00627AAF">
        <w:t xml:space="preserve"> Point Deviation Charge for Under Generation</w:t>
      </w:r>
      <w:r w:rsidR="001A2B58" w:rsidRPr="00627AAF">
        <w:t>;</w:t>
      </w:r>
      <w:r w:rsidRPr="00627AAF">
        <w:t xml:space="preserve"> </w:t>
      </w:r>
    </w:p>
    <w:p w14:paraId="6F8A9E5D" w14:textId="7E4BBA5B" w:rsidR="0025502E" w:rsidRPr="00900C27" w:rsidRDefault="0025502E" w:rsidP="0025502E">
      <w:pPr>
        <w:spacing w:after="240"/>
        <w:ind w:left="1440" w:hanging="720"/>
      </w:pPr>
      <w:r w:rsidRPr="00627AAF">
        <w:lastRenderedPageBreak/>
        <w:t>(s)</w:t>
      </w:r>
      <w:r w:rsidRPr="00627AAF">
        <w:tab/>
        <w:t>Section 6.6.5.3, Controllabl</w:t>
      </w:r>
      <w:r w:rsidRPr="00900C27">
        <w:t xml:space="preserve">e Load Resource Set Point Deviation Charge for Over Consumption; </w:t>
      </w:r>
    </w:p>
    <w:p w14:paraId="33EA3625" w14:textId="1902B525" w:rsidR="0025502E" w:rsidRPr="00900C27" w:rsidRDefault="0025502E" w:rsidP="0025502E">
      <w:pPr>
        <w:spacing w:after="240"/>
        <w:ind w:left="1440" w:hanging="720"/>
      </w:pPr>
      <w:r w:rsidRPr="00900C27">
        <w:t>(t)</w:t>
      </w:r>
      <w:r w:rsidRPr="00900C27">
        <w:tab/>
        <w:t>Section 6.6.5.</w:t>
      </w:r>
      <w:r w:rsidR="002355FF" w:rsidRPr="00900C27">
        <w:t>3.1</w:t>
      </w:r>
      <w:r w:rsidR="00562448" w:rsidRPr="00900C27">
        <w:t xml:space="preserve">, </w:t>
      </w:r>
      <w:r w:rsidRPr="00900C27">
        <w:t>Controllable Load Resource Set Point Deviation Charge for Under Consumption;</w:t>
      </w:r>
    </w:p>
    <w:p w14:paraId="65B4E22A" w14:textId="0AC551A5" w:rsidR="002F5868" w:rsidRPr="00900C27" w:rsidRDefault="00DD1AC6" w:rsidP="002B4852">
      <w:pPr>
        <w:pStyle w:val="List"/>
      </w:pPr>
      <w:r w:rsidRPr="00900C27">
        <w:t>(</w:t>
      </w:r>
      <w:r w:rsidR="00666292" w:rsidRPr="00900C27">
        <w:t>u</w:t>
      </w:r>
      <w:r w:rsidRPr="00900C27">
        <w:t>)</w:t>
      </w:r>
      <w:r w:rsidRPr="00900C27">
        <w:tab/>
        <w:t>Section 6.6.5.</w:t>
      </w:r>
      <w:r w:rsidR="002355FF" w:rsidRPr="00900C27">
        <w:t>4</w:t>
      </w:r>
      <w:r w:rsidRPr="00900C27">
        <w:t xml:space="preserve">, IRR Generation Resource </w:t>
      </w:r>
      <w:r w:rsidR="0025502E" w:rsidRPr="00900C27">
        <w:t>Set</w:t>
      </w:r>
      <w:r w:rsidR="00AC12CB" w:rsidRPr="00900C27">
        <w:t xml:space="preserve"> </w:t>
      </w:r>
      <w:r w:rsidRPr="00900C27">
        <w:t xml:space="preserve">Point Deviation Charge; </w:t>
      </w:r>
    </w:p>
    <w:p w14:paraId="1323DA1F" w14:textId="47EC989E" w:rsidR="002F5868" w:rsidRPr="00900C27" w:rsidRDefault="00DD1AC6" w:rsidP="002B4852">
      <w:pPr>
        <w:pStyle w:val="List"/>
      </w:pPr>
      <w:r w:rsidRPr="00900C27">
        <w:t>(</w:t>
      </w:r>
      <w:r w:rsidR="00666292" w:rsidRPr="00900C27">
        <w:t>v</w:t>
      </w:r>
      <w:r w:rsidRPr="00900C27">
        <w:t>)</w:t>
      </w:r>
      <w:r w:rsidRPr="00900C27">
        <w:tab/>
        <w:t>Section 6.6.5.</w:t>
      </w:r>
      <w:r w:rsidR="002355FF" w:rsidRPr="00900C27">
        <w:t>7</w:t>
      </w:r>
      <w:r w:rsidRPr="00900C27">
        <w:t xml:space="preserve">, </w:t>
      </w:r>
      <w:r w:rsidR="0025502E" w:rsidRPr="00900C27">
        <w:t>Set</w:t>
      </w:r>
      <w:r w:rsidRPr="00900C27">
        <w:t xml:space="preserve"> Point Deviation Payment;</w:t>
      </w:r>
    </w:p>
    <w:p w14:paraId="61738604" w14:textId="41BA1E81" w:rsidR="002F5868" w:rsidRPr="00F452AF" w:rsidRDefault="00DD1AC6" w:rsidP="004C53DD">
      <w:pPr>
        <w:pStyle w:val="List"/>
      </w:pPr>
      <w:r w:rsidRPr="00900C27">
        <w:t>(</w:t>
      </w:r>
      <w:r w:rsidR="00666292" w:rsidRPr="00900C27">
        <w:t>w</w:t>
      </w:r>
      <w:r w:rsidRPr="00900C27">
        <w:t>)</w:t>
      </w:r>
      <w:r w:rsidRPr="00900C27">
        <w:tab/>
        <w:t>Section 6.6.6.1, RMR Standby Payment;</w:t>
      </w:r>
    </w:p>
    <w:p w14:paraId="27E92E7B" w14:textId="0DF6D090" w:rsidR="002F5868" w:rsidRDefault="00DD1AC6">
      <w:pPr>
        <w:pStyle w:val="List"/>
      </w:pPr>
      <w:r>
        <w:t>(</w:t>
      </w:r>
      <w:r w:rsidR="00666292">
        <w:t>x</w:t>
      </w:r>
      <w:r>
        <w:t>)</w:t>
      </w:r>
      <w:r>
        <w:tab/>
        <w:t>Section 6.6.6.2, RMR Payment for Energy;</w:t>
      </w:r>
    </w:p>
    <w:p w14:paraId="37A8F528" w14:textId="51E893CA" w:rsidR="002F5868" w:rsidRDefault="00DD1AC6">
      <w:pPr>
        <w:pStyle w:val="List"/>
      </w:pPr>
      <w:r>
        <w:t>(</w:t>
      </w:r>
      <w:r w:rsidR="00666292">
        <w:t>y</w:t>
      </w:r>
      <w:r>
        <w:t>)</w:t>
      </w:r>
      <w:r>
        <w:tab/>
        <w:t>Section 6.6.6.3, RMR Adjustment Charge;</w:t>
      </w:r>
    </w:p>
    <w:p w14:paraId="67D1DC84" w14:textId="27EC3504" w:rsidR="002F5868" w:rsidRDefault="00DD1AC6">
      <w:pPr>
        <w:pStyle w:val="List"/>
      </w:pPr>
      <w:r>
        <w:t>(</w:t>
      </w:r>
      <w:r w:rsidR="00666292">
        <w:t>z</w:t>
      </w:r>
      <w:r>
        <w:t>)</w:t>
      </w:r>
      <w:r>
        <w:tab/>
        <w:t>Section 6.6.6.4, RMR Charge for Unexcused Misconduct;</w:t>
      </w:r>
    </w:p>
    <w:p w14:paraId="79059DC0" w14:textId="4978DB5E" w:rsidR="002F5868" w:rsidRDefault="00DD1AC6">
      <w:pPr>
        <w:pStyle w:val="List"/>
      </w:pPr>
      <w:r>
        <w:t>(</w:t>
      </w:r>
      <w:r w:rsidR="00666292">
        <w:t>aa</w:t>
      </w:r>
      <w:r>
        <w:t>)</w:t>
      </w:r>
      <w:r>
        <w:tab/>
        <w:t>Section 6.6.6.5, RMR Service Charge;</w:t>
      </w:r>
    </w:p>
    <w:p w14:paraId="6781BADF" w14:textId="30892999" w:rsidR="005F19AF" w:rsidRDefault="005F19AF" w:rsidP="005F19AF">
      <w:pPr>
        <w:spacing w:after="240"/>
        <w:ind w:left="1440" w:hanging="720"/>
      </w:pPr>
      <w:r>
        <w:t>(</w:t>
      </w:r>
      <w:r w:rsidR="00666292">
        <w:t>bb</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5063026C" w:rsidR="002F5868" w:rsidRDefault="00DD1AC6" w:rsidP="002B4852">
      <w:pPr>
        <w:pStyle w:val="List"/>
      </w:pPr>
      <w:r>
        <w:t>(</w:t>
      </w:r>
      <w:r w:rsidR="00666292">
        <w:t>cc</w:t>
      </w:r>
      <w:r>
        <w:t>)</w:t>
      </w:r>
      <w:r>
        <w:tab/>
        <w:t>Paragraph (</w:t>
      </w:r>
      <w:r w:rsidR="0025502E">
        <w:t>3</w:t>
      </w:r>
      <w:r>
        <w:t>) of Section 6.6.7.1, Voltage Support Service Payments;</w:t>
      </w:r>
    </w:p>
    <w:p w14:paraId="056CC198" w14:textId="336BD783" w:rsidR="002F5868" w:rsidRDefault="00DD1AC6">
      <w:pPr>
        <w:pStyle w:val="List"/>
      </w:pPr>
      <w:r>
        <w:t>(</w:t>
      </w:r>
      <w:r w:rsidR="00666292">
        <w:t>dd</w:t>
      </w:r>
      <w:r>
        <w:t>)</w:t>
      </w:r>
      <w:r>
        <w:tab/>
        <w:t>Paragraph (</w:t>
      </w:r>
      <w:r w:rsidR="0025502E">
        <w:t>5</w:t>
      </w:r>
      <w:r>
        <w:t>) of Section 6.6.7.1;</w:t>
      </w:r>
    </w:p>
    <w:p w14:paraId="384B9C31" w14:textId="0A253DC3" w:rsidR="002F5868" w:rsidRPr="00F452AF" w:rsidRDefault="00DD1AC6" w:rsidP="004C53DD">
      <w:pPr>
        <w:pStyle w:val="List"/>
      </w:pPr>
      <w:r w:rsidRPr="00F452AF">
        <w:t>(</w:t>
      </w:r>
      <w:r w:rsidR="00666292">
        <w:t>ee</w:t>
      </w:r>
      <w:r w:rsidRPr="00F452AF">
        <w:t>)</w:t>
      </w:r>
      <w:r w:rsidRPr="00F452AF">
        <w:tab/>
        <w:t>Section 6.6.7.2, Voltage Support Charge;</w:t>
      </w:r>
    </w:p>
    <w:p w14:paraId="47B3D194" w14:textId="78839AB9" w:rsidR="002F5868" w:rsidRDefault="00DD1AC6">
      <w:pPr>
        <w:pStyle w:val="List"/>
      </w:pPr>
      <w:r>
        <w:t>(</w:t>
      </w:r>
      <w:r w:rsidR="00666292">
        <w:t>ff</w:t>
      </w:r>
      <w:r>
        <w:t>)</w:t>
      </w:r>
      <w:r>
        <w:tab/>
        <w:t xml:space="preserve">Section 6.6.8.1, Black Start </w:t>
      </w:r>
      <w:r w:rsidR="00EB4EA8">
        <w:t>Hourly Standby Fee</w:t>
      </w:r>
      <w:r>
        <w:t xml:space="preserve"> Payment;</w:t>
      </w:r>
    </w:p>
    <w:p w14:paraId="587BE312" w14:textId="490D80A4" w:rsidR="002F5868" w:rsidRDefault="00DD1AC6">
      <w:pPr>
        <w:pStyle w:val="List"/>
      </w:pPr>
      <w:r>
        <w:t>(</w:t>
      </w:r>
      <w:proofErr w:type="gramStart"/>
      <w:r w:rsidR="00666292">
        <w:t>gg</w:t>
      </w:r>
      <w:proofErr w:type="gramEnd"/>
      <w:r>
        <w:t>)</w:t>
      </w:r>
      <w:r>
        <w:tab/>
        <w:t>Section 6.6.8.2, Black Start Capacity Charge;</w:t>
      </w:r>
    </w:p>
    <w:p w14:paraId="23C30E3F" w14:textId="292F8693" w:rsidR="002F5868" w:rsidRDefault="00DD1AC6">
      <w:pPr>
        <w:pStyle w:val="List"/>
      </w:pPr>
      <w:r>
        <w:t>(</w:t>
      </w:r>
      <w:proofErr w:type="spellStart"/>
      <w:r w:rsidR="00666292">
        <w:t>hh</w:t>
      </w:r>
      <w:proofErr w:type="spellEnd"/>
      <w:r>
        <w:t>)</w:t>
      </w:r>
      <w:r>
        <w:tab/>
        <w:t xml:space="preserve">Section 6.6.9.1, Payment for Emergency </w:t>
      </w:r>
      <w:r w:rsidR="0025502E" w:rsidRPr="00A552C3">
        <w:t>Operations Settlement</w:t>
      </w:r>
      <w:r>
        <w:t>;</w:t>
      </w:r>
    </w:p>
    <w:p w14:paraId="0D063F29" w14:textId="41E4D742" w:rsidR="002F5868" w:rsidRDefault="00DD1AC6">
      <w:pPr>
        <w:pStyle w:val="List"/>
      </w:pPr>
      <w:r>
        <w:t>(</w:t>
      </w:r>
      <w:r w:rsidR="00666292">
        <w:t>ii</w:t>
      </w:r>
      <w:r>
        <w:t>)</w:t>
      </w:r>
      <w:r>
        <w:tab/>
        <w:t xml:space="preserve">Section 6.6.9.2, Charge for Emergency </w:t>
      </w:r>
      <w:r w:rsidR="0025502E" w:rsidRPr="00A552C3">
        <w:t>Operations Settlement</w:t>
      </w:r>
      <w:r>
        <w:t>;</w:t>
      </w:r>
    </w:p>
    <w:p w14:paraId="43B1CB2E" w14:textId="347437C7" w:rsidR="002F5868" w:rsidRDefault="00DD1AC6">
      <w:pPr>
        <w:pStyle w:val="List"/>
      </w:pPr>
      <w:r>
        <w:t>(</w:t>
      </w:r>
      <w:proofErr w:type="spellStart"/>
      <w:r w:rsidR="00666292">
        <w:t>jj</w:t>
      </w:r>
      <w:proofErr w:type="spellEnd"/>
      <w:r>
        <w:t>)</w:t>
      </w:r>
      <w:r>
        <w:tab/>
        <w:t>Section 6.6.10, Real-Time Revenue Neutrality Allocation;</w:t>
      </w:r>
    </w:p>
    <w:p w14:paraId="4C7BE7F1" w14:textId="77777777" w:rsidR="0025502E" w:rsidRPr="0025502E" w:rsidRDefault="0025502E" w:rsidP="0025502E">
      <w:pPr>
        <w:spacing w:after="240"/>
        <w:ind w:left="1440" w:hanging="720"/>
      </w:pPr>
      <w:r w:rsidRPr="0025502E">
        <w:t>(kk)</w:t>
      </w:r>
      <w:r w:rsidRPr="0025502E">
        <w:tab/>
        <w:t xml:space="preserve">Section 6.6.11.1, Emergency Response Service Capacity Payments; </w:t>
      </w:r>
    </w:p>
    <w:p w14:paraId="3932238E" w14:textId="77777777" w:rsidR="0025502E" w:rsidRDefault="0025502E" w:rsidP="0025502E">
      <w:pPr>
        <w:spacing w:after="240"/>
        <w:ind w:left="1440" w:hanging="720"/>
      </w:pPr>
      <w:r w:rsidRPr="0025502E">
        <w:t>(</w:t>
      </w:r>
      <w:proofErr w:type="spellStart"/>
      <w:r w:rsidRPr="0025502E">
        <w:t>ll</w:t>
      </w:r>
      <w:proofErr w:type="spellEnd"/>
      <w:r w:rsidRPr="0025502E">
        <w:t>)</w:t>
      </w:r>
      <w:r w:rsidRPr="0025502E">
        <w:tab/>
        <w:t>Section 6.6.11.2, Emergency Response Service Capacity Charge;</w:t>
      </w:r>
    </w:p>
    <w:p w14:paraId="16533DBF" w14:textId="17BF98E8" w:rsidR="007603E3" w:rsidRPr="000C3B2F" w:rsidRDefault="007603E3" w:rsidP="0025502E">
      <w:pPr>
        <w:spacing w:after="240"/>
        <w:ind w:left="1440" w:hanging="720"/>
      </w:pPr>
      <w:r w:rsidRPr="000C3B2F">
        <w:t>(</w:t>
      </w:r>
      <w:r w:rsidR="00666292">
        <w:t>mm</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08D3E650" w:rsidR="007603E3" w:rsidRPr="000C3B2F" w:rsidRDefault="007603E3" w:rsidP="007603E3">
      <w:pPr>
        <w:spacing w:after="240"/>
        <w:ind w:left="1440" w:hanging="720"/>
      </w:pPr>
      <w:r w:rsidRPr="000C3B2F">
        <w:t>(</w:t>
      </w:r>
      <w:proofErr w:type="spellStart"/>
      <w:r w:rsidR="00666292">
        <w:t>nn</w:t>
      </w:r>
      <w:proofErr w:type="spellEnd"/>
      <w:r w:rsidRPr="000C3B2F">
        <w:t>)</w:t>
      </w:r>
      <w:r w:rsidRPr="000C3B2F">
        <w:tab/>
        <w:t>Section 6.6.1</w:t>
      </w:r>
      <w:r w:rsidR="0013016F">
        <w:t>4</w:t>
      </w:r>
      <w:r w:rsidRPr="000C3B2F">
        <w:t>.</w:t>
      </w:r>
      <w:r>
        <w:t>3</w:t>
      </w:r>
      <w:r w:rsidRPr="000C3B2F">
        <w:t>, Firm Fuel Supply Service Capacity Charge</w:t>
      </w:r>
      <w:r>
        <w:t>;</w:t>
      </w:r>
    </w:p>
    <w:p w14:paraId="46AC5EC2" w14:textId="6B8B6727" w:rsidR="00C648EB" w:rsidRPr="00C648EB" w:rsidRDefault="00C648EB" w:rsidP="00C648EB">
      <w:pPr>
        <w:spacing w:after="240"/>
        <w:ind w:left="1440" w:hanging="720"/>
      </w:pPr>
      <w:r w:rsidRPr="00C648EB">
        <w:lastRenderedPageBreak/>
        <w:t>(</w:t>
      </w:r>
      <w:proofErr w:type="spellStart"/>
      <w:r w:rsidR="00666292">
        <w:t>oo</w:t>
      </w:r>
      <w:proofErr w:type="spellEnd"/>
      <w:r w:rsidRPr="00C648EB">
        <w:t>)</w:t>
      </w:r>
      <w:r w:rsidRPr="00C648EB">
        <w:tab/>
        <w:t>Section 6.7.</w:t>
      </w:r>
      <w:r w:rsidR="00D7414E">
        <w:t>1</w:t>
      </w:r>
      <w:r w:rsidRPr="00C648EB">
        <w:t xml:space="preserve">, Real-Time Settlement for Updated </w:t>
      </w:r>
      <w:r w:rsidRPr="00C648EB">
        <w:rPr>
          <w:szCs w:val="24"/>
        </w:rPr>
        <w:t>Day-Ahead Market</w:t>
      </w:r>
      <w:r w:rsidRPr="00C648EB">
        <w:t xml:space="preserve"> Ancillary Service Obligations;</w:t>
      </w:r>
    </w:p>
    <w:p w14:paraId="5DBC0FF9" w14:textId="1B95DF44" w:rsidR="00C648EB" w:rsidRPr="00C648EB" w:rsidRDefault="00C648EB" w:rsidP="00C648EB">
      <w:pPr>
        <w:spacing w:after="240"/>
        <w:ind w:left="1440" w:hanging="720"/>
      </w:pPr>
      <w:r w:rsidRPr="00C648EB">
        <w:t>(</w:t>
      </w:r>
      <w:r w:rsidR="00666292">
        <w:t>pp</w:t>
      </w:r>
      <w:r w:rsidRPr="00C648EB">
        <w:t xml:space="preserve">) </w:t>
      </w:r>
      <w:r w:rsidRPr="00C648EB">
        <w:tab/>
        <w:t>Section 6.7.</w:t>
      </w:r>
      <w:r w:rsidR="00D7414E">
        <w:t>2</w:t>
      </w:r>
      <w:r w:rsidRPr="00C648EB">
        <w:t>.2, Regulation Up Service Payments and Charges;</w:t>
      </w:r>
    </w:p>
    <w:p w14:paraId="12BDAB29" w14:textId="1C578DBE" w:rsidR="00C648EB" w:rsidRPr="00C648EB" w:rsidRDefault="00C648EB" w:rsidP="00C648EB">
      <w:pPr>
        <w:spacing w:after="240"/>
        <w:ind w:left="1440" w:hanging="720"/>
      </w:pPr>
      <w:r w:rsidRPr="00C648EB">
        <w:t>(</w:t>
      </w:r>
      <w:proofErr w:type="spellStart"/>
      <w:r w:rsidR="00666292">
        <w:t>qq</w:t>
      </w:r>
      <w:proofErr w:type="spellEnd"/>
      <w:r w:rsidRPr="00C648EB">
        <w:t xml:space="preserve">) </w:t>
      </w:r>
      <w:r w:rsidRPr="00C648EB">
        <w:tab/>
        <w:t>Section 6.7.</w:t>
      </w:r>
      <w:r w:rsidR="00D7414E">
        <w:t>2</w:t>
      </w:r>
      <w:r w:rsidRPr="00C648EB">
        <w:t>.3, Regulation Down Service Payments and Charges;</w:t>
      </w:r>
    </w:p>
    <w:p w14:paraId="115C065C" w14:textId="22889FC7" w:rsidR="00C648EB" w:rsidRPr="00C648EB" w:rsidRDefault="00C648EB" w:rsidP="00C648EB">
      <w:pPr>
        <w:spacing w:after="240"/>
        <w:ind w:left="1440" w:hanging="720"/>
      </w:pPr>
      <w:r w:rsidRPr="00C648EB">
        <w:t>(</w:t>
      </w:r>
      <w:proofErr w:type="spellStart"/>
      <w:r w:rsidR="00666292">
        <w:t>rr</w:t>
      </w:r>
      <w:proofErr w:type="spellEnd"/>
      <w:r w:rsidRPr="00C648EB">
        <w:t xml:space="preserve">) </w:t>
      </w:r>
      <w:r w:rsidRPr="00C648EB">
        <w:tab/>
        <w:t>Section 6.7.</w:t>
      </w:r>
      <w:r w:rsidR="00D7414E">
        <w:t>2</w:t>
      </w:r>
      <w:r w:rsidRPr="00C648EB">
        <w:t>.4, Responsive Reserve Payments and Charges;</w:t>
      </w:r>
    </w:p>
    <w:p w14:paraId="126CAF52" w14:textId="16A7769E" w:rsidR="00C648EB" w:rsidRPr="00C648EB" w:rsidRDefault="00C648EB" w:rsidP="00C648EB">
      <w:pPr>
        <w:spacing w:after="240"/>
        <w:ind w:left="1440" w:hanging="720"/>
      </w:pPr>
      <w:r w:rsidRPr="00C648EB">
        <w:t>(</w:t>
      </w:r>
      <w:r w:rsidR="00666292">
        <w:t>ss</w:t>
      </w:r>
      <w:r w:rsidRPr="00C648EB">
        <w:t xml:space="preserve">) </w:t>
      </w:r>
      <w:r w:rsidRPr="00C648EB">
        <w:tab/>
        <w:t>Section 6.7.</w:t>
      </w:r>
      <w:r w:rsidR="00D7414E">
        <w:t>2</w:t>
      </w:r>
      <w:r w:rsidRPr="00C648EB">
        <w:t>.5</w:t>
      </w:r>
      <w:r w:rsidRPr="00C648EB">
        <w:tab/>
        <w:t xml:space="preserve">, Non-Spinning Reserve </w:t>
      </w:r>
      <w:r w:rsidR="00562448">
        <w:t xml:space="preserve">Service </w:t>
      </w:r>
      <w:r w:rsidRPr="00C648EB">
        <w:t>Payments and Charges;</w:t>
      </w:r>
    </w:p>
    <w:p w14:paraId="6E8EA398" w14:textId="34C5259B" w:rsidR="00C648EB" w:rsidRPr="00C648EB" w:rsidRDefault="00C648EB" w:rsidP="00C648EB">
      <w:pPr>
        <w:spacing w:after="240"/>
        <w:ind w:left="1440" w:hanging="720"/>
      </w:pPr>
      <w:r w:rsidRPr="00C648EB">
        <w:t>(</w:t>
      </w:r>
      <w:proofErr w:type="spellStart"/>
      <w:r w:rsidR="00666292">
        <w:t>tt</w:t>
      </w:r>
      <w:proofErr w:type="spellEnd"/>
      <w:r w:rsidRPr="00C648EB">
        <w:t xml:space="preserve">) </w:t>
      </w:r>
      <w:r w:rsidRPr="00C648EB">
        <w:tab/>
        <w:t>Section 6.7.</w:t>
      </w:r>
      <w:r w:rsidR="00D7414E">
        <w:t>2</w:t>
      </w:r>
      <w:r w:rsidRPr="00C648EB">
        <w:t>.6</w:t>
      </w:r>
      <w:r w:rsidRPr="00C648EB">
        <w:tab/>
        <w:t>, ERCOT Contingency Reserve Service Payments and Charges;</w:t>
      </w:r>
    </w:p>
    <w:p w14:paraId="7126F102" w14:textId="5809AFC1" w:rsidR="00C648EB" w:rsidRPr="00C648EB" w:rsidRDefault="00C648EB" w:rsidP="00C648EB">
      <w:pPr>
        <w:spacing w:after="240"/>
        <w:ind w:left="1440" w:hanging="720"/>
      </w:pPr>
      <w:r w:rsidRPr="00C648EB">
        <w:t>(</w:t>
      </w:r>
      <w:proofErr w:type="spellStart"/>
      <w:r w:rsidR="00666292">
        <w:t>uu</w:t>
      </w:r>
      <w:proofErr w:type="spellEnd"/>
      <w:r w:rsidRPr="00C648EB">
        <w:t xml:space="preserve">) </w:t>
      </w:r>
      <w:r w:rsidRPr="00C648EB">
        <w:tab/>
        <w:t>Section 6.7.</w:t>
      </w:r>
      <w:r w:rsidR="00D7414E">
        <w:t>2</w:t>
      </w:r>
      <w:r w:rsidRPr="00C648EB">
        <w:t>.7</w:t>
      </w:r>
      <w:r w:rsidRPr="00C648EB">
        <w:tab/>
        <w:t>, Real-Time Derated Ancillary Service Capability Payment;</w:t>
      </w:r>
    </w:p>
    <w:p w14:paraId="7DF8BE0D" w14:textId="41C2AB75" w:rsidR="00C648EB" w:rsidRPr="00C648EB" w:rsidRDefault="00C648EB" w:rsidP="00C648EB">
      <w:pPr>
        <w:spacing w:after="240"/>
        <w:ind w:left="1440" w:hanging="720"/>
      </w:pPr>
      <w:r w:rsidRPr="00C648EB">
        <w:t>(</w:t>
      </w:r>
      <w:proofErr w:type="spellStart"/>
      <w:r w:rsidR="00666292">
        <w:t>vv</w:t>
      </w:r>
      <w:proofErr w:type="spellEnd"/>
      <w:r w:rsidRPr="00C648EB">
        <w:t xml:space="preserve">) </w:t>
      </w:r>
      <w:r w:rsidRPr="00C648EB">
        <w:tab/>
        <w:t>Section 6.7.</w:t>
      </w:r>
      <w:r w:rsidR="00D7414E">
        <w:t>2</w:t>
      </w:r>
      <w:r w:rsidRPr="00C648EB">
        <w:t>.8</w:t>
      </w:r>
      <w:r w:rsidRPr="00C648EB">
        <w:tab/>
        <w:t>, Real-Time Derated Ancillary Service Capability Charge;</w:t>
      </w:r>
    </w:p>
    <w:p w14:paraId="7DFE1A62" w14:textId="0AE1EEC8" w:rsidR="00C74063" w:rsidRDefault="00C74063" w:rsidP="009868C6">
      <w:pPr>
        <w:pStyle w:val="List"/>
      </w:pPr>
      <w:r>
        <w:t>(</w:t>
      </w:r>
      <w:r w:rsidR="004C40F5">
        <w:t>ww</w:t>
      </w:r>
      <w:r>
        <w:t>)</w:t>
      </w:r>
      <w:r>
        <w:tab/>
        <w:t>Section 6.7.</w:t>
      </w:r>
      <w:r w:rsidR="00562448">
        <w:t>3</w:t>
      </w:r>
      <w:r>
        <w:t xml:space="preserve">, </w:t>
      </w:r>
      <w:r w:rsidR="00F033E3">
        <w:t>Real-</w:t>
      </w:r>
      <w:r>
        <w:t>Time Ancillary Service Revenue Neutrality Allocation;</w:t>
      </w:r>
    </w:p>
    <w:p w14:paraId="78B8524F" w14:textId="0BA12EFA" w:rsidR="002F5868" w:rsidRDefault="00DD1AC6" w:rsidP="00246FD3">
      <w:pPr>
        <w:pStyle w:val="List"/>
      </w:pPr>
      <w:r>
        <w:t>(</w:t>
      </w:r>
      <w:r w:rsidR="004C40F5">
        <w:t>xx</w:t>
      </w:r>
      <w:r>
        <w:t>)</w:t>
      </w:r>
      <w:r>
        <w:tab/>
        <w:t>Section 7.9.2.1, Payments and Charges for PTP Obligations Settled in Real-Time;</w:t>
      </w:r>
      <w:r w:rsidR="00246FD3">
        <w:t xml:space="preserve"> and</w:t>
      </w:r>
    </w:p>
    <w:p w14:paraId="523A948A" w14:textId="5385B140" w:rsidR="00BC66E2" w:rsidRDefault="00DD1AC6">
      <w:pPr>
        <w:pStyle w:val="List"/>
      </w:pPr>
      <w:r>
        <w:t>(</w:t>
      </w:r>
      <w:proofErr w:type="spellStart"/>
      <w:r w:rsidR="004C40F5">
        <w:t>yy</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099DC3C9"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NPRR995</w:t>
            </w:r>
            <w:r w:rsidR="003E3547">
              <w:rPr>
                <w:b/>
                <w:i/>
                <w:iCs/>
              </w:rPr>
              <w:t>, NPRR1216</w:t>
            </w:r>
            <w:r w:rsidR="00FD1DE6">
              <w:rPr>
                <w:b/>
                <w:i/>
                <w:iCs/>
              </w:rPr>
              <w:t>, and NPRR1229</w:t>
            </w:r>
            <w:r w:rsidRPr="00E566EB">
              <w:rPr>
                <w:b/>
                <w:i/>
                <w:iCs/>
              </w:rPr>
              <w:t xml:space="preserve">: </w:t>
            </w:r>
            <w:r>
              <w:rPr>
                <w:b/>
                <w:i/>
                <w:iCs/>
              </w:rPr>
              <w:t xml:space="preserve"> Replace applicable portions of paragraph (1) above with the following upon </w:t>
            </w:r>
            <w:r w:rsidRPr="00E566EB">
              <w:rPr>
                <w:b/>
                <w:i/>
                <w:iCs/>
              </w:rPr>
              <w:t>system implementation:]</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lastRenderedPageBreak/>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4A25E9D0" w14:textId="77777777" w:rsidR="00FD1DE6" w:rsidRPr="00FD1DE6" w:rsidRDefault="00FD1DE6" w:rsidP="00FD1DE6">
            <w:pPr>
              <w:spacing w:after="240"/>
              <w:ind w:left="1447" w:hanging="720"/>
            </w:pPr>
            <w:r w:rsidRPr="00FD1DE6">
              <w:t>(p)</w:t>
            </w:r>
            <w:r w:rsidRPr="00FD1DE6">
              <w:tab/>
              <w:t>Section 6.6.3.9, Real-Time Constraint Management Plan Cost Recovery Payment;</w:t>
            </w:r>
          </w:p>
          <w:p w14:paraId="2969D0B7" w14:textId="77777777" w:rsidR="00FD1DE6" w:rsidRDefault="00FD1DE6" w:rsidP="00FD1DE6">
            <w:pPr>
              <w:spacing w:after="240"/>
              <w:ind w:left="1440" w:hanging="720"/>
            </w:pPr>
            <w:r w:rsidRPr="00FD1DE6">
              <w:t>(q)</w:t>
            </w:r>
            <w:r w:rsidRPr="00FD1DE6">
              <w:tab/>
              <w:t>Section 6.6.3.10, Real-Time Constraint Management Plan Cost Recovery Charge;</w:t>
            </w:r>
          </w:p>
          <w:p w14:paraId="575854A9" w14:textId="372D8435" w:rsidR="004C53DD" w:rsidRPr="00561931" w:rsidRDefault="00544C15" w:rsidP="00FD1DE6">
            <w:pPr>
              <w:spacing w:after="240"/>
              <w:ind w:left="1440" w:hanging="720"/>
            </w:pPr>
            <w:r>
              <w:t>(</w:t>
            </w:r>
            <w:r w:rsidR="00FD1DE6">
              <w:t>r</w:t>
            </w:r>
            <w:r w:rsidR="004C53DD" w:rsidRPr="00561931">
              <w:t>)</w:t>
            </w:r>
            <w:r w:rsidR="004C53DD" w:rsidRPr="00561931">
              <w:tab/>
              <w:t>Section 6.6.4, Real-Time Congestion Payment or Charge for Self-Schedules;</w:t>
            </w:r>
          </w:p>
          <w:p w14:paraId="72B4BB32" w14:textId="1277EF72" w:rsidR="004C53DD" w:rsidRPr="00561931" w:rsidRDefault="00544C15" w:rsidP="004C53DD">
            <w:pPr>
              <w:spacing w:after="240"/>
              <w:ind w:left="1440" w:hanging="720"/>
            </w:pPr>
            <w:r>
              <w:t>(</w:t>
            </w:r>
            <w:r w:rsidR="00FD1DE6">
              <w:t>s</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719B2FB6" w:rsidR="004C53DD" w:rsidRDefault="00544C15" w:rsidP="004C53DD">
            <w:pPr>
              <w:spacing w:after="240"/>
              <w:ind w:left="1440" w:hanging="720"/>
            </w:pPr>
            <w:proofErr w:type="gramStart"/>
            <w:r>
              <w:t>(</w:t>
            </w:r>
            <w:r w:rsidR="00FD1DE6">
              <w:t>t</w:t>
            </w:r>
            <w:r w:rsidR="004C53DD" w:rsidRPr="00561931">
              <w:t>)</w:t>
            </w:r>
            <w:r w:rsidR="004C53DD" w:rsidRPr="00561931">
              <w:tab/>
              <w:t>Section</w:t>
            </w:r>
            <w:proofErr w:type="gramEnd"/>
            <w:r w:rsidR="004C53DD" w:rsidRPr="00561931">
              <w:t xml:space="preserve"> 6.6.5.</w:t>
            </w:r>
            <w:r w:rsidR="00F033E3">
              <w:t>2.</w:t>
            </w:r>
            <w:r w:rsidR="004C53DD" w:rsidRPr="00561931">
              <w:t xml:space="preserve">1, </w:t>
            </w:r>
            <w:r w:rsidR="004C53DD">
              <w:t>Set</w:t>
            </w:r>
            <w:r w:rsidR="004C53DD" w:rsidRPr="00561931">
              <w:t xml:space="preserve"> Point Deviation Charge for Under Generation; </w:t>
            </w:r>
          </w:p>
          <w:p w14:paraId="7EE60483" w14:textId="0DDD2A2A" w:rsidR="004C53DD" w:rsidRDefault="00544C15" w:rsidP="004C53DD">
            <w:pPr>
              <w:spacing w:after="240"/>
              <w:ind w:left="1440" w:hanging="720"/>
            </w:pPr>
            <w:r>
              <w:t>(</w:t>
            </w:r>
            <w:r w:rsidR="00FD1DE6">
              <w:t>u</w:t>
            </w:r>
            <w:r w:rsidR="004C53DD">
              <w:t>)</w:t>
            </w:r>
            <w:r w:rsidR="004C53DD">
              <w:tab/>
              <w:t>Section 6.6.5.</w:t>
            </w:r>
            <w:r w:rsidR="00F033E3">
              <w:t>3</w:t>
            </w:r>
            <w:r w:rsidR="004C53DD">
              <w:t xml:space="preserve">, Controllable Load Resource Set Point Deviation Charge for Over Consumption; </w:t>
            </w:r>
          </w:p>
          <w:p w14:paraId="59481C9C" w14:textId="158E6756" w:rsidR="004C53DD" w:rsidRPr="00561931" w:rsidRDefault="00544C15" w:rsidP="004C53DD">
            <w:pPr>
              <w:spacing w:after="240"/>
              <w:ind w:left="1440" w:hanging="720"/>
            </w:pPr>
            <w:r>
              <w:t>(</w:t>
            </w:r>
            <w:r w:rsidR="00FD1DE6">
              <w:t>v</w:t>
            </w:r>
            <w:r w:rsidR="004C53DD">
              <w:t>)</w:t>
            </w:r>
            <w:r w:rsidR="004C53DD">
              <w:tab/>
              <w:t>Section 6.6.5.</w:t>
            </w:r>
            <w:r w:rsidR="00F033E3">
              <w:t>3.</w:t>
            </w:r>
            <w:r w:rsidR="004C53DD">
              <w:t>1, Controllable Load Resource Set Point Deviation Charge for Under Consumption;</w:t>
            </w:r>
          </w:p>
          <w:p w14:paraId="19AEAD2A" w14:textId="72508D11" w:rsidR="004C53DD" w:rsidRPr="00561931" w:rsidRDefault="004C53DD" w:rsidP="004C53DD">
            <w:pPr>
              <w:spacing w:after="240"/>
              <w:ind w:left="1440" w:hanging="720"/>
            </w:pPr>
            <w:r w:rsidRPr="00561931">
              <w:t>(</w:t>
            </w:r>
            <w:r w:rsidR="00FD1DE6">
              <w:t>w</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562DFAD9" w:rsidR="004C53DD" w:rsidRPr="00561931" w:rsidRDefault="004C53DD" w:rsidP="004C53DD">
            <w:pPr>
              <w:spacing w:after="240"/>
              <w:ind w:left="1440" w:hanging="720"/>
            </w:pPr>
            <w:r w:rsidRPr="00561931">
              <w:t>(</w:t>
            </w:r>
            <w:r w:rsidR="00FD1DE6">
              <w:t>x</w:t>
            </w:r>
            <w:r w:rsidRPr="00561931">
              <w:t>)</w:t>
            </w:r>
            <w:r w:rsidRPr="00561931">
              <w:tab/>
              <w:t>Section 6.6.5.</w:t>
            </w:r>
            <w:r w:rsidR="006C32D1">
              <w:t>7</w:t>
            </w:r>
            <w:r w:rsidRPr="00561931">
              <w:t xml:space="preserve">, </w:t>
            </w:r>
            <w:r>
              <w:t>Set</w:t>
            </w:r>
            <w:r w:rsidRPr="00561931">
              <w:t xml:space="preserve"> Point Deviation Payment;</w:t>
            </w:r>
          </w:p>
          <w:p w14:paraId="0EE41263" w14:textId="612F607B" w:rsidR="004C53DD" w:rsidRPr="00D566D5" w:rsidRDefault="004C53DD" w:rsidP="004C53DD">
            <w:pPr>
              <w:spacing w:after="240"/>
              <w:ind w:left="1440" w:hanging="720"/>
            </w:pPr>
            <w:r w:rsidRPr="00D566D5">
              <w:t>(</w:t>
            </w:r>
            <w:r w:rsidR="00FD1DE6">
              <w:t>y</w:t>
            </w:r>
            <w:r w:rsidRPr="00D566D5">
              <w:t>)</w:t>
            </w:r>
            <w:r w:rsidRPr="00D566D5">
              <w:tab/>
              <w:t xml:space="preserve">Section 6.6.5.5, Energy Storage Resource </w:t>
            </w:r>
            <w:r>
              <w:t>Set</w:t>
            </w:r>
            <w:r w:rsidRPr="00D566D5">
              <w:t xml:space="preserve"> Point Deviation Charge for Over Performance; </w:t>
            </w:r>
          </w:p>
          <w:p w14:paraId="01A0207E" w14:textId="639A70CF" w:rsidR="004C53DD" w:rsidRDefault="004C53DD" w:rsidP="004C53DD">
            <w:pPr>
              <w:spacing w:after="240"/>
              <w:ind w:left="1440" w:hanging="720"/>
            </w:pPr>
            <w:r w:rsidRPr="00D566D5">
              <w:t>(</w:t>
            </w:r>
            <w:r w:rsidR="00FD1DE6">
              <w:t>z</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366D6C2F" w:rsidR="004C53DD" w:rsidRPr="00561931" w:rsidRDefault="00544C15" w:rsidP="004C53DD">
            <w:pPr>
              <w:spacing w:after="240"/>
              <w:ind w:left="1440" w:hanging="720"/>
            </w:pPr>
            <w:r>
              <w:t>(</w:t>
            </w:r>
            <w:proofErr w:type="gramStart"/>
            <w:r w:rsidR="00FD1DE6">
              <w:t>aa</w:t>
            </w:r>
            <w:proofErr w:type="gramEnd"/>
            <w:r w:rsidR="004C53DD" w:rsidRPr="00561931">
              <w:t>)</w:t>
            </w:r>
            <w:r w:rsidR="004C53DD" w:rsidRPr="00561931">
              <w:tab/>
              <w:t>Section 6.6.6.1, RMR Standby Payment;</w:t>
            </w:r>
          </w:p>
          <w:p w14:paraId="7A00050E" w14:textId="23E3FBD3" w:rsidR="004C53DD" w:rsidRPr="00561931" w:rsidRDefault="004C53DD" w:rsidP="004C53DD">
            <w:pPr>
              <w:spacing w:after="240"/>
              <w:ind w:left="1440" w:hanging="720"/>
            </w:pPr>
            <w:r w:rsidRPr="00561931">
              <w:t>(</w:t>
            </w:r>
            <w:r w:rsidR="00FD1DE6">
              <w:t>bb</w:t>
            </w:r>
            <w:r w:rsidRPr="00561931">
              <w:t>)</w:t>
            </w:r>
            <w:r w:rsidRPr="00561931">
              <w:tab/>
              <w:t>Section 6.6.6.2, RMR Payment for Energy;</w:t>
            </w:r>
          </w:p>
          <w:p w14:paraId="6DCEE0D8" w14:textId="794BC17F" w:rsidR="004C53DD" w:rsidRPr="00561931" w:rsidRDefault="004C53DD" w:rsidP="004C53DD">
            <w:pPr>
              <w:spacing w:after="240"/>
              <w:ind w:left="1440" w:hanging="720"/>
            </w:pPr>
            <w:r w:rsidRPr="00561931">
              <w:t>(</w:t>
            </w:r>
            <w:r w:rsidR="00FD1DE6">
              <w:t>cc</w:t>
            </w:r>
            <w:r w:rsidRPr="00561931">
              <w:t>)</w:t>
            </w:r>
            <w:r w:rsidRPr="00561931">
              <w:tab/>
              <w:t>Section 6.6.6.3, RMR Adjustment Charge;</w:t>
            </w:r>
          </w:p>
          <w:p w14:paraId="3494BAED" w14:textId="527DACB6" w:rsidR="004C53DD" w:rsidRPr="00561931" w:rsidRDefault="004C53DD" w:rsidP="004C53DD">
            <w:pPr>
              <w:spacing w:after="240"/>
              <w:ind w:left="1440" w:hanging="720"/>
            </w:pPr>
            <w:r w:rsidRPr="00561931">
              <w:t>(</w:t>
            </w:r>
            <w:r w:rsidR="00FD1DE6">
              <w:t>dd</w:t>
            </w:r>
            <w:r w:rsidRPr="00561931">
              <w:t>)</w:t>
            </w:r>
            <w:r w:rsidRPr="00561931">
              <w:tab/>
              <w:t>Section 6.6.6.4, RMR Charge for Unexcused Misconduct;</w:t>
            </w:r>
          </w:p>
          <w:p w14:paraId="48D3E4B2" w14:textId="7A906623" w:rsidR="004C53DD" w:rsidRPr="00561931" w:rsidRDefault="004C53DD" w:rsidP="004C53DD">
            <w:pPr>
              <w:spacing w:after="240"/>
              <w:ind w:left="1440" w:hanging="720"/>
            </w:pPr>
            <w:r w:rsidRPr="00561931">
              <w:lastRenderedPageBreak/>
              <w:t>(</w:t>
            </w:r>
            <w:r w:rsidR="00FD1DE6">
              <w:t>ee</w:t>
            </w:r>
            <w:r w:rsidRPr="00561931">
              <w:t>)</w:t>
            </w:r>
            <w:r w:rsidRPr="00561931">
              <w:tab/>
              <w:t>Section 6.6.6.5, RMR Service Charge;</w:t>
            </w:r>
          </w:p>
          <w:p w14:paraId="03F96F43" w14:textId="3B8320FA" w:rsidR="004C53DD" w:rsidRDefault="004C53DD" w:rsidP="004C53DD">
            <w:pPr>
              <w:spacing w:after="240"/>
              <w:ind w:left="1440" w:hanging="720"/>
            </w:pPr>
            <w:r w:rsidRPr="00561931">
              <w:t>(</w:t>
            </w:r>
            <w:r w:rsidR="00FD1DE6">
              <w:t>ff</w:t>
            </w:r>
            <w:r w:rsidRPr="00561931">
              <w:t>)</w:t>
            </w:r>
            <w:r w:rsidRPr="00561931">
              <w:tab/>
              <w:t>Section 6.6.6.6, Method for Reconciling RMR Actual Eligible Costs, RMR and MRA Contributed Capital Expenditures, and Miscellaneous RMR Incurred Expenses;</w:t>
            </w:r>
          </w:p>
          <w:p w14:paraId="371E8FA3" w14:textId="21652CA6" w:rsidR="004C53DD" w:rsidRPr="00561931" w:rsidRDefault="004C53DD" w:rsidP="004C53DD">
            <w:pPr>
              <w:spacing w:after="240"/>
              <w:ind w:left="1440" w:hanging="720"/>
            </w:pPr>
            <w:r w:rsidRPr="00561931">
              <w:t>(</w:t>
            </w:r>
            <w:proofErr w:type="gramStart"/>
            <w:r w:rsidR="00FD1DE6">
              <w:t>gg</w:t>
            </w:r>
            <w:proofErr w:type="gramEnd"/>
            <w:r w:rsidRPr="00561931">
              <w:t>)</w:t>
            </w:r>
            <w:r w:rsidRPr="00561931">
              <w:tab/>
              <w:t>Section 6.6.6.7, MRA Standby Payment;</w:t>
            </w:r>
          </w:p>
          <w:p w14:paraId="2A7943B9" w14:textId="1AFF258E" w:rsidR="004C53DD" w:rsidRPr="00561931" w:rsidRDefault="004C53DD" w:rsidP="004C53DD">
            <w:pPr>
              <w:spacing w:after="240"/>
              <w:ind w:left="1440" w:hanging="720"/>
            </w:pPr>
            <w:r w:rsidRPr="00561931">
              <w:t>(</w:t>
            </w:r>
            <w:proofErr w:type="spellStart"/>
            <w:r w:rsidR="00FD1DE6">
              <w:t>hh</w:t>
            </w:r>
            <w:proofErr w:type="spellEnd"/>
            <w:r w:rsidRPr="00561931">
              <w:t>)</w:t>
            </w:r>
            <w:r w:rsidRPr="00561931">
              <w:tab/>
              <w:t>Section 6.6.6.8, MRA Contributed Capital Expenditures Payment;</w:t>
            </w:r>
          </w:p>
          <w:p w14:paraId="0927CC14" w14:textId="6002DCF2" w:rsidR="004C53DD" w:rsidRPr="00561931" w:rsidRDefault="004C53DD" w:rsidP="004C53DD">
            <w:pPr>
              <w:spacing w:after="240"/>
              <w:ind w:left="1440" w:hanging="720"/>
            </w:pPr>
            <w:r w:rsidRPr="00561931">
              <w:t>(</w:t>
            </w:r>
            <w:r w:rsidR="00FD1DE6">
              <w:t>ii</w:t>
            </w:r>
            <w:r w:rsidRPr="00561931">
              <w:t>)</w:t>
            </w:r>
            <w:r w:rsidRPr="00561931">
              <w:tab/>
              <w:t>Section 6.6.6.9, MRA Payment for Deployment Event;</w:t>
            </w:r>
          </w:p>
          <w:p w14:paraId="56CCD3C3" w14:textId="5F0C80D3" w:rsidR="004C53DD" w:rsidRPr="00561931" w:rsidRDefault="004C53DD" w:rsidP="004C53DD">
            <w:pPr>
              <w:spacing w:after="240"/>
              <w:ind w:left="1440" w:hanging="720"/>
            </w:pPr>
            <w:r w:rsidRPr="00561931">
              <w:t>(</w:t>
            </w:r>
            <w:proofErr w:type="spellStart"/>
            <w:r w:rsidR="00FD1DE6">
              <w:t>jj</w:t>
            </w:r>
            <w:proofErr w:type="spellEnd"/>
            <w:r w:rsidRPr="00561931">
              <w:t>)</w:t>
            </w:r>
            <w:r w:rsidRPr="00561931">
              <w:tab/>
              <w:t xml:space="preserve">Section 6.6.6.10, MRA Variable Payment for Deployment; </w:t>
            </w:r>
          </w:p>
          <w:p w14:paraId="0AE4B809" w14:textId="714B2ED1" w:rsidR="004C53DD" w:rsidRPr="00561931" w:rsidRDefault="004C53DD" w:rsidP="004C53DD">
            <w:pPr>
              <w:spacing w:after="240"/>
              <w:ind w:left="1440" w:hanging="720"/>
            </w:pPr>
            <w:r w:rsidRPr="00561931">
              <w:t>(</w:t>
            </w:r>
            <w:r w:rsidR="00FD1DE6">
              <w:t>kk</w:t>
            </w:r>
            <w:r w:rsidRPr="00561931">
              <w:t>)</w:t>
            </w:r>
            <w:r w:rsidRPr="00561931">
              <w:tab/>
              <w:t>Section 6.6.6.11, MRA Charge for Unexcused Misconduct;</w:t>
            </w:r>
          </w:p>
          <w:p w14:paraId="442E1669" w14:textId="0C09EB8F" w:rsidR="004C53DD" w:rsidRPr="00561931" w:rsidRDefault="004C53DD" w:rsidP="004C53DD">
            <w:pPr>
              <w:spacing w:after="240"/>
              <w:ind w:left="1440" w:hanging="720"/>
            </w:pPr>
            <w:r w:rsidRPr="00561931">
              <w:t>(</w:t>
            </w:r>
            <w:proofErr w:type="spellStart"/>
            <w:r w:rsidR="00FD1DE6">
              <w:t>ll</w:t>
            </w:r>
            <w:proofErr w:type="spellEnd"/>
            <w:r w:rsidRPr="00561931">
              <w:t>)</w:t>
            </w:r>
            <w:r w:rsidRPr="00561931">
              <w:tab/>
              <w:t>Section 6.6.6.12, MRA Service Charge;</w:t>
            </w:r>
          </w:p>
          <w:p w14:paraId="76BB5D5A" w14:textId="1F76A253" w:rsidR="004C53DD" w:rsidRPr="00561931" w:rsidRDefault="004C53DD" w:rsidP="004C53DD">
            <w:pPr>
              <w:spacing w:after="240"/>
              <w:ind w:left="1440" w:hanging="720"/>
            </w:pPr>
            <w:r w:rsidRPr="00561931">
              <w:t>(</w:t>
            </w:r>
            <w:r w:rsidR="00FD1DE6">
              <w:t>mm</w:t>
            </w:r>
            <w:r w:rsidRPr="00561931">
              <w:t>)</w:t>
            </w:r>
            <w:r w:rsidRPr="00561931">
              <w:tab/>
              <w:t>Paragraph (</w:t>
            </w:r>
            <w:r>
              <w:t>3</w:t>
            </w:r>
            <w:r w:rsidRPr="00561931">
              <w:t>) of Section 6.6.7.1, Voltage Support Service Payments;</w:t>
            </w:r>
          </w:p>
          <w:p w14:paraId="0CF92B74" w14:textId="60075BE3" w:rsidR="004C53DD" w:rsidRPr="00561931" w:rsidRDefault="004C53DD" w:rsidP="004C53DD">
            <w:pPr>
              <w:spacing w:after="240"/>
              <w:ind w:left="1440" w:hanging="720"/>
            </w:pPr>
            <w:r w:rsidRPr="00561931">
              <w:t>(</w:t>
            </w:r>
            <w:proofErr w:type="spellStart"/>
            <w:r w:rsidR="00FD1DE6">
              <w:t>nn</w:t>
            </w:r>
            <w:proofErr w:type="spellEnd"/>
            <w:r w:rsidRPr="00561931">
              <w:t>)</w:t>
            </w:r>
            <w:r w:rsidRPr="00561931">
              <w:tab/>
              <w:t>Paragraph (</w:t>
            </w:r>
            <w:r>
              <w:t>5</w:t>
            </w:r>
            <w:r w:rsidRPr="00561931">
              <w:t>) of Section 6.6.7.1;</w:t>
            </w:r>
          </w:p>
          <w:p w14:paraId="4E04A807" w14:textId="79501ABB" w:rsidR="004C53DD" w:rsidRPr="00561931" w:rsidRDefault="004C53DD" w:rsidP="004C53DD">
            <w:pPr>
              <w:spacing w:after="240"/>
              <w:ind w:left="1440" w:hanging="720"/>
            </w:pPr>
            <w:r w:rsidRPr="00561931">
              <w:t>(</w:t>
            </w:r>
            <w:proofErr w:type="spellStart"/>
            <w:r w:rsidR="00FD1DE6">
              <w:t>oo</w:t>
            </w:r>
            <w:proofErr w:type="spellEnd"/>
            <w:r w:rsidRPr="00561931">
              <w:t>)</w:t>
            </w:r>
            <w:r w:rsidRPr="00561931">
              <w:tab/>
              <w:t>Section 6.6.7.2, Voltage Support Charge;</w:t>
            </w:r>
          </w:p>
          <w:p w14:paraId="23AEF8CD" w14:textId="2D51CB9B" w:rsidR="004C53DD" w:rsidRPr="00561931" w:rsidRDefault="004C53DD" w:rsidP="004C53DD">
            <w:pPr>
              <w:spacing w:after="240"/>
              <w:ind w:left="1440" w:hanging="720"/>
            </w:pPr>
            <w:r w:rsidRPr="00561931">
              <w:t>(</w:t>
            </w:r>
            <w:r w:rsidR="00FD1DE6">
              <w:t>pp</w:t>
            </w:r>
            <w:r w:rsidRPr="00561931">
              <w:t>)</w:t>
            </w:r>
            <w:r w:rsidRPr="00561931">
              <w:tab/>
              <w:t>Section 6.6.8.1, Black Start Hourly Standby Fee Payment;</w:t>
            </w:r>
          </w:p>
          <w:p w14:paraId="0A8B854D" w14:textId="73D5ADAD" w:rsidR="004C53DD" w:rsidRPr="00561931" w:rsidRDefault="004C53DD" w:rsidP="004C53DD">
            <w:pPr>
              <w:spacing w:after="240"/>
              <w:ind w:left="1440" w:hanging="720"/>
            </w:pPr>
            <w:r w:rsidRPr="00561931">
              <w:t>(</w:t>
            </w:r>
            <w:proofErr w:type="spellStart"/>
            <w:r w:rsidR="00FD1DE6">
              <w:t>qq</w:t>
            </w:r>
            <w:proofErr w:type="spellEnd"/>
            <w:r w:rsidRPr="00561931">
              <w:t>)</w:t>
            </w:r>
            <w:r w:rsidRPr="00561931">
              <w:tab/>
              <w:t>Section 6.6.8.2, Black Start Capacity Charge;</w:t>
            </w:r>
          </w:p>
          <w:p w14:paraId="258590A0" w14:textId="56CA1122" w:rsidR="004C53DD" w:rsidRPr="00561931" w:rsidRDefault="004C53DD" w:rsidP="004C53DD">
            <w:pPr>
              <w:spacing w:after="240"/>
              <w:ind w:left="1440" w:hanging="720"/>
            </w:pPr>
            <w:r w:rsidRPr="00561931">
              <w:t>(</w:t>
            </w:r>
            <w:proofErr w:type="spellStart"/>
            <w:r w:rsidR="00FD1DE6">
              <w:t>rr</w:t>
            </w:r>
            <w:proofErr w:type="spellEnd"/>
            <w:r w:rsidRPr="00561931">
              <w:t>)</w:t>
            </w:r>
            <w:r w:rsidRPr="00561931">
              <w:tab/>
              <w:t xml:space="preserve">Section 6.6.9.1, Payment for Emergency </w:t>
            </w:r>
            <w:r w:rsidR="00AA58A1" w:rsidRPr="00A552C3">
              <w:t>Operations Settlement</w:t>
            </w:r>
            <w:r w:rsidRPr="00561931">
              <w:t>;</w:t>
            </w:r>
          </w:p>
          <w:p w14:paraId="1009FFB4" w14:textId="75483668" w:rsidR="004C53DD" w:rsidRPr="00561931" w:rsidRDefault="004C53DD" w:rsidP="004C53DD">
            <w:pPr>
              <w:spacing w:after="240"/>
              <w:ind w:left="1440" w:hanging="720"/>
            </w:pPr>
            <w:r w:rsidRPr="00561931">
              <w:t>(</w:t>
            </w:r>
            <w:r w:rsidR="00FD1DE6">
              <w:t>ss</w:t>
            </w:r>
            <w:r w:rsidRPr="00561931">
              <w:t>)</w:t>
            </w:r>
            <w:r w:rsidRPr="00561931">
              <w:tab/>
              <w:t xml:space="preserve">Section 6.6.9.2, Charge for Emergency </w:t>
            </w:r>
            <w:r w:rsidR="00AA58A1" w:rsidRPr="00A552C3">
              <w:t>Operations Settlement</w:t>
            </w:r>
            <w:r w:rsidRPr="00561931">
              <w:t>;</w:t>
            </w:r>
          </w:p>
          <w:p w14:paraId="6AA34AFE" w14:textId="1C110949" w:rsidR="004C53DD" w:rsidRDefault="004C53DD" w:rsidP="004C53DD">
            <w:pPr>
              <w:spacing w:after="240"/>
              <w:ind w:left="1440" w:hanging="720"/>
            </w:pPr>
            <w:r w:rsidRPr="00561931">
              <w:t>(</w:t>
            </w:r>
            <w:proofErr w:type="spellStart"/>
            <w:r w:rsidR="00FD1DE6">
              <w:t>tt</w:t>
            </w:r>
            <w:proofErr w:type="spellEnd"/>
            <w:r w:rsidRPr="00561931">
              <w:t>)</w:t>
            </w:r>
            <w:r w:rsidRPr="00561931">
              <w:tab/>
              <w:t>Section 6.6.10, Real-Time Revenue Neutrality Allocation;</w:t>
            </w:r>
          </w:p>
          <w:p w14:paraId="1580F1BB" w14:textId="79155D71" w:rsidR="004C53DD" w:rsidRDefault="004C53DD" w:rsidP="004C53DD">
            <w:pPr>
              <w:spacing w:after="240"/>
              <w:ind w:left="1440" w:hanging="720"/>
            </w:pPr>
            <w:r>
              <w:t>(</w:t>
            </w:r>
            <w:proofErr w:type="spellStart"/>
            <w:r w:rsidR="00FD1DE6">
              <w:t>uu</w:t>
            </w:r>
            <w:proofErr w:type="spellEnd"/>
            <w:r>
              <w:t>)</w:t>
            </w:r>
            <w:r>
              <w:tab/>
              <w:t xml:space="preserve">Section 6.6.11.1, Emergency Response Service Capacity Payments; </w:t>
            </w:r>
          </w:p>
          <w:p w14:paraId="0EC6454A" w14:textId="0BC327F7" w:rsidR="004C53DD" w:rsidRPr="00561931" w:rsidRDefault="004C53DD" w:rsidP="004C53DD">
            <w:pPr>
              <w:spacing w:after="240"/>
              <w:ind w:left="1440" w:hanging="720"/>
            </w:pPr>
            <w:r>
              <w:t>(</w:t>
            </w:r>
            <w:proofErr w:type="spellStart"/>
            <w:r w:rsidR="00FD1DE6">
              <w:t>vv</w:t>
            </w:r>
            <w:proofErr w:type="spellEnd"/>
            <w:r w:rsidR="00544C15">
              <w:t>)</w:t>
            </w:r>
            <w:r>
              <w:tab/>
              <w:t xml:space="preserve">Section 6.6.11.2, Emergency Response Service Capacity Charge; </w:t>
            </w:r>
          </w:p>
          <w:p w14:paraId="63CB0E6E" w14:textId="26C22C8A" w:rsidR="00484E17" w:rsidRPr="000C3B2F" w:rsidRDefault="00484E17" w:rsidP="00484E17">
            <w:pPr>
              <w:spacing w:after="240"/>
              <w:ind w:left="1440" w:hanging="720"/>
            </w:pPr>
            <w:r w:rsidRPr="00400932">
              <w:t>(</w:t>
            </w:r>
            <w:r w:rsidR="00FD1DE6">
              <w:t>ww</w:t>
            </w:r>
            <w:r w:rsidRPr="00400932">
              <w:t>)</w:t>
            </w:r>
            <w:r w:rsidRPr="00400932">
              <w:tab/>
              <w:t>Section 6.6.1</w:t>
            </w:r>
            <w:r w:rsidR="006439F4" w:rsidRPr="00400932">
              <w:t>4</w:t>
            </w:r>
            <w:r w:rsidRPr="00400932">
              <w:t>.2, Firm Fuel Supply Service Hourly Standby Fee Payment and Fuel Replacement Cost Recovery;</w:t>
            </w:r>
          </w:p>
          <w:p w14:paraId="7FF56FD8" w14:textId="0EA01649" w:rsidR="00484E17" w:rsidRPr="000C3B2F" w:rsidRDefault="00484E17" w:rsidP="00484E17">
            <w:pPr>
              <w:spacing w:after="240"/>
              <w:ind w:left="1440" w:hanging="720"/>
            </w:pPr>
            <w:r w:rsidRPr="00400932">
              <w:t>(</w:t>
            </w:r>
            <w:r w:rsidR="00FD1DE6">
              <w:t>xx</w:t>
            </w:r>
            <w:r w:rsidRPr="00400932">
              <w:t>)</w:t>
            </w:r>
            <w:r w:rsidRPr="00400932">
              <w:tab/>
              <w:t>Section 6.6.1</w:t>
            </w:r>
            <w:r w:rsidR="006439F4" w:rsidRPr="00400932">
              <w:t>4</w:t>
            </w:r>
            <w:r w:rsidRPr="00400932">
              <w:t>.3, Firm Fuel Supply Service Capacity Charge;</w:t>
            </w:r>
          </w:p>
          <w:p w14:paraId="675CDDC1" w14:textId="54606E31" w:rsidR="004C53DD" w:rsidRDefault="00544C15" w:rsidP="004C53DD">
            <w:pPr>
              <w:spacing w:after="240"/>
              <w:ind w:left="1440" w:hanging="720"/>
            </w:pPr>
            <w:r>
              <w:t>(</w:t>
            </w:r>
            <w:proofErr w:type="spellStart"/>
            <w:r w:rsidR="00FD1DE6">
              <w:t>yy</w:t>
            </w:r>
            <w:proofErr w:type="spellEnd"/>
            <w:r w:rsidR="004C53DD">
              <w:t>)</w:t>
            </w:r>
            <w:r w:rsidR="004C53DD">
              <w:tab/>
              <w:t xml:space="preserve">Section </w:t>
            </w:r>
            <w:r w:rsidR="004C53DD" w:rsidRPr="00B81A98">
              <w:t>6.7.</w:t>
            </w:r>
            <w:r w:rsidR="00D7414E">
              <w:t>1</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78A97DB" w:rsidR="004C53DD" w:rsidRDefault="00544C15" w:rsidP="004C53DD">
            <w:pPr>
              <w:spacing w:after="240"/>
              <w:ind w:left="1440" w:hanging="720"/>
            </w:pPr>
            <w:r>
              <w:t>(</w:t>
            </w:r>
            <w:proofErr w:type="spellStart"/>
            <w:r w:rsidR="00FD1DE6">
              <w:t>zz</w:t>
            </w:r>
            <w:proofErr w:type="spellEnd"/>
            <w:r>
              <w:t>)</w:t>
            </w:r>
            <w:r w:rsidR="004C53DD">
              <w:tab/>
              <w:t xml:space="preserve">Section </w:t>
            </w:r>
            <w:r w:rsidR="004C53DD" w:rsidRPr="00BC31EE">
              <w:t>6.7.</w:t>
            </w:r>
            <w:r w:rsidR="00D7414E">
              <w:t>2</w:t>
            </w:r>
            <w:r w:rsidR="004C53DD" w:rsidRPr="00BC31EE">
              <w:t>.</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044D4225" w:rsidR="004C53DD" w:rsidRDefault="00544C15" w:rsidP="004C53DD">
            <w:pPr>
              <w:spacing w:after="240"/>
              <w:ind w:left="1440" w:hanging="720"/>
            </w:pPr>
            <w:r>
              <w:lastRenderedPageBreak/>
              <w:t>(</w:t>
            </w:r>
            <w:proofErr w:type="spellStart"/>
            <w:r w:rsidR="00FD1DE6">
              <w:t>aaa</w:t>
            </w:r>
            <w:proofErr w:type="spellEnd"/>
            <w:r>
              <w:t>)</w:t>
            </w:r>
            <w:r w:rsidR="004C53DD">
              <w:tab/>
              <w:t xml:space="preserve">Section </w:t>
            </w:r>
            <w:r w:rsidR="004C53DD" w:rsidRPr="00BC31EE">
              <w:t>6.7.</w:t>
            </w:r>
            <w:r w:rsidR="00D7414E">
              <w:t>2</w:t>
            </w:r>
            <w:r w:rsidR="004C53DD" w:rsidRPr="00BC31EE">
              <w:t>.</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691163B9" w:rsidR="004C53DD" w:rsidRDefault="00544C15" w:rsidP="004C53DD">
            <w:pPr>
              <w:spacing w:after="240"/>
              <w:ind w:left="1440" w:hanging="720"/>
            </w:pPr>
            <w:r>
              <w:t>(</w:t>
            </w:r>
            <w:proofErr w:type="spellStart"/>
            <w:r w:rsidR="00FD1DE6">
              <w:t>bbb</w:t>
            </w:r>
            <w:proofErr w:type="spellEnd"/>
            <w:r>
              <w:t>)</w:t>
            </w:r>
            <w:r w:rsidR="004C53DD">
              <w:tab/>
              <w:t xml:space="preserve">Section </w:t>
            </w:r>
            <w:r w:rsidR="004C53DD" w:rsidRPr="00BC31EE">
              <w:t>6.7.</w:t>
            </w:r>
            <w:r w:rsidR="00D7414E">
              <w:t>2</w:t>
            </w:r>
            <w:r w:rsidR="004C53DD" w:rsidRPr="00BC31EE">
              <w:t>.</w:t>
            </w:r>
            <w:r w:rsidR="004C53DD">
              <w:t xml:space="preserve">4, </w:t>
            </w:r>
            <w:r w:rsidR="004C53DD" w:rsidRPr="00B81A98">
              <w:t>Responsive Reserve Payments and Charges</w:t>
            </w:r>
            <w:r w:rsidR="004C53DD">
              <w:t>;</w:t>
            </w:r>
          </w:p>
          <w:p w14:paraId="6D03347C" w14:textId="7D25D883" w:rsidR="004C53DD" w:rsidRDefault="00544C15" w:rsidP="004C53DD">
            <w:pPr>
              <w:spacing w:after="240"/>
              <w:ind w:left="1440" w:hanging="720"/>
            </w:pPr>
            <w:r>
              <w:t>(</w:t>
            </w:r>
            <w:r w:rsidR="00FD1DE6">
              <w:t>ccc</w:t>
            </w:r>
            <w:r>
              <w:t>)</w:t>
            </w:r>
            <w:r w:rsidR="004C53DD">
              <w:tab/>
              <w:t xml:space="preserve">Section </w:t>
            </w:r>
            <w:r w:rsidR="004C53DD" w:rsidRPr="00BC31EE">
              <w:t>6.7.</w:t>
            </w:r>
            <w:r w:rsidR="00D7414E">
              <w:t>2</w:t>
            </w:r>
            <w:r w:rsidR="004C53DD" w:rsidRPr="00BC31EE">
              <w:t>.</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0C46DCFD" w:rsidR="004C53DD" w:rsidRDefault="00544C15" w:rsidP="004C53DD">
            <w:pPr>
              <w:spacing w:after="240"/>
              <w:ind w:left="1440" w:hanging="720"/>
            </w:pPr>
            <w:r>
              <w:t>(</w:t>
            </w:r>
            <w:proofErr w:type="spellStart"/>
            <w:r w:rsidR="00FD1DE6">
              <w:t>ddd</w:t>
            </w:r>
            <w:proofErr w:type="spellEnd"/>
            <w:r>
              <w:t>)</w:t>
            </w:r>
            <w:r w:rsidR="004C53DD">
              <w:tab/>
              <w:t xml:space="preserve">Section </w:t>
            </w:r>
            <w:r w:rsidR="004C53DD" w:rsidRPr="00BC31EE">
              <w:t>6.7.</w:t>
            </w:r>
            <w:r w:rsidR="00D7414E">
              <w:t>2</w:t>
            </w:r>
            <w:r w:rsidR="004C53DD" w:rsidRPr="00BC31EE">
              <w:t>.</w:t>
            </w:r>
            <w:r w:rsidR="004C53DD">
              <w:t>6</w:t>
            </w:r>
            <w:r w:rsidR="004C53DD" w:rsidRPr="00BC31EE">
              <w:tab/>
            </w:r>
            <w:r w:rsidR="004C53DD">
              <w:t xml:space="preserve">, </w:t>
            </w:r>
            <w:r w:rsidR="004C53DD" w:rsidRPr="00BC31EE">
              <w:t>ERCOT Contingency Reserve Service Payments and Charges</w:t>
            </w:r>
            <w:r w:rsidR="004C53DD">
              <w:t>;</w:t>
            </w:r>
          </w:p>
          <w:p w14:paraId="62CF8973" w14:textId="525D843B" w:rsidR="004C53DD" w:rsidRDefault="00544C15" w:rsidP="004C53DD">
            <w:pPr>
              <w:spacing w:after="240"/>
              <w:ind w:left="1440" w:hanging="720"/>
            </w:pPr>
            <w:r>
              <w:t>(</w:t>
            </w:r>
            <w:proofErr w:type="spellStart"/>
            <w:r w:rsidR="00FD1DE6">
              <w:t>eee</w:t>
            </w:r>
            <w:proofErr w:type="spellEnd"/>
            <w:r>
              <w:t>)</w:t>
            </w:r>
            <w:r w:rsidR="004C53DD">
              <w:tab/>
              <w:t xml:space="preserve">Section </w:t>
            </w:r>
            <w:r w:rsidR="004C53DD" w:rsidRPr="00BC31EE">
              <w:t>6.7.</w:t>
            </w:r>
            <w:r w:rsidR="00D7414E">
              <w:t>2</w:t>
            </w:r>
            <w:r w:rsidR="004C53DD" w:rsidRPr="00BC31EE">
              <w:t>.</w:t>
            </w:r>
            <w:r w:rsidR="004C53DD">
              <w:t>7</w:t>
            </w:r>
            <w:r w:rsidR="004C53DD" w:rsidRPr="00BC31EE">
              <w:tab/>
            </w:r>
            <w:r w:rsidR="004C53DD">
              <w:t xml:space="preserve">, </w:t>
            </w:r>
            <w:r w:rsidR="004C53DD" w:rsidRPr="00BC31EE">
              <w:t>Real-Time Derated Ancillary Service Capability Payment</w:t>
            </w:r>
            <w:r w:rsidR="004C53DD">
              <w:t>;</w:t>
            </w:r>
          </w:p>
          <w:p w14:paraId="4ED8E4BB" w14:textId="2DD9FA88" w:rsidR="004C53DD" w:rsidRPr="00561931" w:rsidRDefault="00544C15" w:rsidP="004C53DD">
            <w:pPr>
              <w:spacing w:after="240"/>
              <w:ind w:left="1440" w:hanging="720"/>
            </w:pPr>
            <w:r>
              <w:t>(</w:t>
            </w:r>
            <w:proofErr w:type="spellStart"/>
            <w:r w:rsidR="00FD1DE6">
              <w:t>fff</w:t>
            </w:r>
            <w:proofErr w:type="spellEnd"/>
            <w:r>
              <w:t>)</w:t>
            </w:r>
            <w:r w:rsidR="004C53DD">
              <w:tab/>
              <w:t xml:space="preserve">Section </w:t>
            </w:r>
            <w:r w:rsidR="004C53DD" w:rsidRPr="00BC31EE">
              <w:t>6.7.</w:t>
            </w:r>
            <w:r w:rsidR="00D7414E">
              <w:t>2</w:t>
            </w:r>
            <w:r w:rsidR="004C53DD" w:rsidRPr="00BC31EE">
              <w:t>.</w:t>
            </w:r>
            <w:r w:rsidR="004C53DD">
              <w:t>8</w:t>
            </w:r>
            <w:r w:rsidR="004C53DD" w:rsidRPr="00BC31EE">
              <w:tab/>
            </w:r>
            <w:r w:rsidR="004C53DD">
              <w:t xml:space="preserve">, </w:t>
            </w:r>
            <w:r w:rsidR="004C53DD" w:rsidRPr="00BC31EE">
              <w:t>Real-Time Derated Ancillary Service Capability Charge</w:t>
            </w:r>
            <w:r w:rsidR="004C53DD">
              <w:t>;</w:t>
            </w:r>
          </w:p>
          <w:p w14:paraId="71CBBF9C" w14:textId="266045F6" w:rsidR="004C53DD" w:rsidRPr="00561931" w:rsidRDefault="004C53DD" w:rsidP="004C53DD">
            <w:pPr>
              <w:spacing w:after="240"/>
              <w:ind w:left="1440" w:hanging="720"/>
            </w:pPr>
            <w:r w:rsidRPr="00561931">
              <w:t>(</w:t>
            </w:r>
            <w:proofErr w:type="spellStart"/>
            <w:r w:rsidR="00FD1DE6">
              <w:t>ggg</w:t>
            </w:r>
            <w:proofErr w:type="spellEnd"/>
            <w:r w:rsidRPr="00561931">
              <w:t>)</w:t>
            </w:r>
            <w:r w:rsidRPr="00561931">
              <w:tab/>
              <w:t>Section 6.7.</w:t>
            </w:r>
            <w:r w:rsidR="00562448">
              <w:t>3</w:t>
            </w:r>
            <w:r w:rsidRPr="00561931">
              <w:t>, Real</w:t>
            </w:r>
            <w:r w:rsidR="00EA4531">
              <w:t>-</w:t>
            </w:r>
            <w:r w:rsidRPr="00561931">
              <w:t>Time Ancillary Service Revenue Neutrality Allocation</w:t>
            </w:r>
            <w:r>
              <w:t>;</w:t>
            </w:r>
          </w:p>
          <w:p w14:paraId="1054BBDD" w14:textId="302BD318" w:rsidR="003E3547" w:rsidRPr="00CF7EAF" w:rsidRDefault="003E3547" w:rsidP="003E3547">
            <w:pPr>
              <w:spacing w:after="240"/>
              <w:ind w:left="1440" w:hanging="720"/>
            </w:pPr>
            <w:r w:rsidRPr="00CF7EAF">
              <w:t>(</w:t>
            </w:r>
            <w:proofErr w:type="spellStart"/>
            <w:r w:rsidR="00FD1DE6">
              <w:t>hhh</w:t>
            </w:r>
            <w:proofErr w:type="spellEnd"/>
            <w:r w:rsidRPr="00CF7EAF">
              <w:t>)</w:t>
            </w:r>
            <w:r w:rsidRPr="00CF7EAF">
              <w:tab/>
              <w:t>Section 6.8.2, Recovery of Operating Losses During an LCAP or ECAP Effective Period;</w:t>
            </w:r>
          </w:p>
          <w:p w14:paraId="1DB7C70F" w14:textId="1B0A54E2" w:rsidR="003E3547" w:rsidRPr="00CF7EAF" w:rsidRDefault="003E3547" w:rsidP="003E3547">
            <w:pPr>
              <w:spacing w:after="240"/>
              <w:ind w:left="1440" w:hanging="720"/>
            </w:pPr>
            <w:r w:rsidRPr="00CF7EAF">
              <w:t>(</w:t>
            </w:r>
            <w:r w:rsidR="00FD1DE6">
              <w:t>iii</w:t>
            </w:r>
            <w:r w:rsidRPr="00CF7EAF">
              <w:t xml:space="preserve">)   </w:t>
            </w:r>
            <w:r w:rsidR="006E6949">
              <w:t xml:space="preserve">   </w:t>
            </w:r>
            <w:r w:rsidRPr="00CF7EAF">
              <w:t>Section 6.8.3, Charges for Operating Losses During an LCAP or ECAP Effective Period;</w:t>
            </w:r>
          </w:p>
          <w:p w14:paraId="3082B02B" w14:textId="22A310B9" w:rsidR="004C53DD" w:rsidRPr="00561931" w:rsidRDefault="004C53DD" w:rsidP="004C53DD">
            <w:pPr>
              <w:spacing w:after="240"/>
              <w:ind w:left="1440" w:hanging="720"/>
            </w:pPr>
            <w:r w:rsidRPr="00561931">
              <w:t>(</w:t>
            </w:r>
            <w:proofErr w:type="spellStart"/>
            <w:r w:rsidR="00FD1DE6">
              <w:t>jjj</w:t>
            </w:r>
            <w:proofErr w:type="spellEnd"/>
            <w:r w:rsidRPr="00561931">
              <w:t>)</w:t>
            </w:r>
            <w:r w:rsidRPr="00561931">
              <w:tab/>
              <w:t>Section 7.9.2.1, Payments and Charges for PTP Obligations Settled in Real-Time; and</w:t>
            </w:r>
          </w:p>
          <w:p w14:paraId="4AFCB896" w14:textId="2F410234" w:rsidR="004C53DD" w:rsidRPr="008A04B3" w:rsidRDefault="004C53DD" w:rsidP="004C53DD">
            <w:pPr>
              <w:spacing w:after="240"/>
              <w:ind w:left="1440" w:hanging="720"/>
            </w:pPr>
            <w:r w:rsidRPr="00561931">
              <w:t>(</w:t>
            </w:r>
            <w:proofErr w:type="spellStart"/>
            <w:r w:rsidR="00FD1DE6">
              <w:t>kkk</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xml:space="preserve">, ERCOT shall provide, </w:t>
      </w:r>
      <w:proofErr w:type="gramStart"/>
      <w:r>
        <w:t>on</w:t>
      </w:r>
      <w:proofErr w:type="gramEnd"/>
      <w:r>
        <w:t xml:space="preserve">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214882261"/>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 xml:space="preserve">Notwithstanding the above, </w:t>
      </w:r>
      <w:proofErr w:type="gramStart"/>
      <w:r w:rsidR="001349D5">
        <w:rPr>
          <w:iCs/>
        </w:rPr>
        <w:t>i</w:t>
      </w:r>
      <w:r w:rsidR="001349D5">
        <w:t>f</w:t>
      </w:r>
      <w:proofErr w:type="gramEnd"/>
      <w:r w:rsidR="001349D5">
        <w:t xml:space="preserve">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214882262"/>
      <w:r w:rsidRPr="008910B8">
        <w:rPr>
          <w:b/>
          <w:i/>
        </w:rPr>
        <w:lastRenderedPageBreak/>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214882263"/>
      <w:r w:rsidRPr="008910B8">
        <w:rPr>
          <w:b/>
          <w:i/>
        </w:rPr>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w:t>
      </w:r>
      <w:proofErr w:type="gramStart"/>
      <w:r w:rsidRPr="00A10FC3">
        <w:t>a</w:t>
      </w:r>
      <w:proofErr w:type="gramEnd"/>
      <w:r w:rsidRPr="00A10FC3">
        <w:t xml:space="preserve">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 xml:space="preserve">ERCOT shall issue </w:t>
      </w:r>
      <w:proofErr w:type="gramStart"/>
      <w:r w:rsidRPr="00A10FC3">
        <w:t>a</w:t>
      </w:r>
      <w:proofErr w:type="gramEnd"/>
      <w:r w:rsidRPr="00A10FC3">
        <w:t xml:space="preserve">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w:t>
      </w:r>
      <w:proofErr w:type="gramStart"/>
      <w:r w:rsidRPr="00A10FC3">
        <w:t>effect</w:t>
      </w:r>
      <w:proofErr w:type="gramEnd"/>
      <w:r w:rsidRPr="00A10FC3">
        <w:t xml:space="preserve">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w:t>
      </w:r>
      <w:proofErr w:type="gramStart"/>
      <w:r w:rsidRPr="00A10FC3">
        <w:t>effect</w:t>
      </w:r>
      <w:proofErr w:type="gramEnd"/>
      <w:r w:rsidRPr="00A10FC3">
        <w:t xml:space="preserve"> the resolution of any dispute submitted more than 15 Business Days after the issuance of the RTM Initial Statement on the next available Resettlement or </w:t>
      </w:r>
      <w:r w:rsidRPr="00A10FC3">
        <w:lastRenderedPageBreak/>
        <w:t xml:space="preserve">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w:t>
      </w:r>
      <w:proofErr w:type="gramStart"/>
      <w:r w:rsidRPr="00A10FC3">
        <w:t>on</w:t>
      </w:r>
      <w:proofErr w:type="gramEnd"/>
      <w:r w:rsidRPr="00A10FC3">
        <w:t xml:space="preserve">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 xml:space="preserve">ERCOT may not issue an RTM Resettlement Statement less than 20 days before a scheduled RTM Final Statement or RTM True-Up Statement for the relevant Operating Day.  An RTM Resettlement Statement will reflect differences to financial records generated </w:t>
      </w:r>
      <w:proofErr w:type="gramStart"/>
      <w:r w:rsidRPr="00A10FC3">
        <w:t>on</w:t>
      </w:r>
      <w:proofErr w:type="gramEnd"/>
      <w:r w:rsidRPr="00A10FC3">
        <w:t xml:space="preserve">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w:t>
      </w:r>
      <w:proofErr w:type="gramStart"/>
      <w:r w:rsidRPr="00F057BA">
        <w:t>in order to</w:t>
      </w:r>
      <w:proofErr w:type="gramEnd"/>
      <w:r w:rsidRPr="00F057BA">
        <w:t xml:space="preserve"> resolve approved disputes related to Section 5.6.5.2, RUC Make-Whole Payment and RUC </w:t>
      </w:r>
      <w:proofErr w:type="spellStart"/>
      <w:r w:rsidRPr="00F057BA">
        <w:t>Clawback</w:t>
      </w:r>
      <w:proofErr w:type="spellEnd"/>
      <w:r w:rsidRPr="00F057BA">
        <w:t xml:space="preserve">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bookmarkStart w:id="167" w:name="_Toc214882264"/>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proofErr w:type="gramStart"/>
      <w:r w:rsidRPr="00A10FC3">
        <w:t>)</w:t>
      </w:r>
      <w:r w:rsidRPr="00A10FC3">
        <w:tab/>
        <w:t>Affected</w:t>
      </w:r>
      <w:proofErr w:type="gramEnd"/>
      <w:r w:rsidRPr="00A10FC3">
        <w:t xml:space="preserve">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214882265"/>
      <w:r w:rsidRPr="008910B8">
        <w:rPr>
          <w:b/>
          <w:i/>
        </w:rPr>
        <w:lastRenderedPageBreak/>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w:t>
      </w:r>
      <w:proofErr w:type="gramStart"/>
      <w:r>
        <w:t>a</w:t>
      </w:r>
      <w:proofErr w:type="gramEnd"/>
      <w:r>
        <w:t xml:space="preserve">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 xml:space="preserve">An RTM True-Up Statement will reflect differences </w:t>
      </w:r>
      <w:proofErr w:type="gramStart"/>
      <w:r>
        <w:t>to financial</w:t>
      </w:r>
      <w:proofErr w:type="gramEnd"/>
      <w:r>
        <w:t xml:space="preserve">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214882266"/>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214882267"/>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w:t>
      </w:r>
      <w:proofErr w:type="gramStart"/>
      <w:r w:rsidR="00DD1AC6">
        <w:t>on</w:t>
      </w:r>
      <w:proofErr w:type="gramEnd"/>
      <w:r w:rsidR="00DD1AC6">
        <w:t xml:space="preserve"> the Settlement Calendar, unless it notifies ERCOT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214882268"/>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214882269"/>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309731054"/>
      <w:bookmarkStart w:id="203" w:name="_Toc214882270"/>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3"/>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 xml:space="preserve">Each Invoice Recipient shall pay any net debit and be entitled to receive any net credit shown on the Settlement Invoice on the payment due date, </w:t>
      </w:r>
      <w:proofErr w:type="gramStart"/>
      <w:r w:rsidRPr="00A06E01">
        <w:rPr>
          <w:iCs/>
        </w:rPr>
        <w:t>whether or not</w:t>
      </w:r>
      <w:proofErr w:type="gramEnd"/>
      <w:r w:rsidRPr="00A06E01">
        <w:rPr>
          <w:iCs/>
        </w:rPr>
        <w:t xml:space="preserve">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lastRenderedPageBreak/>
        <w:t>(c)</w:t>
      </w:r>
      <w:r>
        <w:tab/>
        <w:t>Net Amount Due/Payable – the aggregate summary of all charges owed by or due to the Invoice Recipient;</w:t>
      </w:r>
    </w:p>
    <w:p w14:paraId="1C2B9CD9" w14:textId="77777777" w:rsidR="00171BE5" w:rsidRDefault="00171BE5" w:rsidP="00171BE5">
      <w:pPr>
        <w:pStyle w:val="List"/>
      </w:pPr>
      <w:r>
        <w:t>(d)</w:t>
      </w:r>
      <w:r>
        <w:tab/>
        <w:t xml:space="preserve">Time Periods – the </w:t>
      </w:r>
      <w:proofErr w:type="gramStart"/>
      <w:r>
        <w:t>time period</w:t>
      </w:r>
      <w:proofErr w:type="gramEnd"/>
      <w:r>
        <w:t xml:space="preserve">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309731056"/>
      <w:bookmarkStart w:id="213" w:name="_Toc214882271"/>
      <w:bookmarkEnd w:id="202"/>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3"/>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2"/>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309731058"/>
      <w:bookmarkStart w:id="219" w:name="_Toc214882272"/>
      <w:r w:rsidRPr="00A06E01">
        <w:rPr>
          <w:b/>
          <w:bCs/>
          <w:i/>
        </w:rPr>
        <w:t>9.7.1</w:t>
      </w:r>
      <w:r w:rsidRPr="00A06E01">
        <w:rPr>
          <w:b/>
          <w:bCs/>
          <w:i/>
        </w:rPr>
        <w:tab/>
        <w:t>Invoice Recipient Payment to ERCOT for the Settlement Invoices</w:t>
      </w:r>
      <w:bookmarkEnd w:id="214"/>
      <w:bookmarkEnd w:id="215"/>
      <w:bookmarkEnd w:id="216"/>
      <w:bookmarkEnd w:id="217"/>
      <w:bookmarkEnd w:id="219"/>
    </w:p>
    <w:p w14:paraId="0757805D" w14:textId="77777777" w:rsidR="00171BE5" w:rsidRPr="00A06E01" w:rsidRDefault="00171BE5" w:rsidP="00171BE5">
      <w:pPr>
        <w:pStyle w:val="BodyTextNumbered"/>
        <w:rPr>
          <w:iCs/>
        </w:rPr>
      </w:pPr>
      <w:r w:rsidRPr="00A06E01">
        <w:rPr>
          <w:iCs/>
        </w:rPr>
        <w:t>(1)</w:t>
      </w:r>
      <w:r w:rsidRPr="00A06E01">
        <w:rPr>
          <w:iCs/>
        </w:rPr>
        <w:tab/>
        <w:t xml:space="preserve">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w:t>
      </w:r>
      <w:proofErr w:type="gramStart"/>
      <w:r w:rsidRPr="00A06E01">
        <w:rPr>
          <w:iCs/>
        </w:rPr>
        <w:t>a Business</w:t>
      </w:r>
      <w:proofErr w:type="gramEnd"/>
      <w:r w:rsidRPr="00A06E01">
        <w:rPr>
          <w:iCs/>
        </w:rPr>
        <w:t xml:space="preserve">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8"/>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309731061"/>
      <w:bookmarkStart w:id="225" w:name="_Toc214882273"/>
      <w:r w:rsidRPr="00A06E01">
        <w:rPr>
          <w:b/>
          <w:bCs/>
          <w:i/>
        </w:rPr>
        <w:t>9.7.2</w:t>
      </w:r>
      <w:r w:rsidRPr="00A06E01">
        <w:rPr>
          <w:b/>
          <w:bCs/>
          <w:i/>
        </w:rPr>
        <w:tab/>
        <w:t>ERCOT Payment to Invoice Recipients for the Settlement Invoices</w:t>
      </w:r>
      <w:bookmarkEnd w:id="220"/>
      <w:bookmarkEnd w:id="221"/>
      <w:bookmarkEnd w:id="222"/>
      <w:bookmarkEnd w:id="223"/>
      <w:bookmarkEnd w:id="225"/>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w:t>
      </w:r>
      <w:r w:rsidRPr="00A06E01">
        <w:rPr>
          <w:iCs/>
        </w:rPr>
        <w:lastRenderedPageBreak/>
        <w:t xml:space="preserve">ERCOT’s right to withhold payments for any reason set forth in these Protocols or as a matter of law, unless that next Bank Business Day is not a Business Day.  If </w:t>
      </w:r>
      <w:proofErr w:type="gramStart"/>
      <w:r w:rsidRPr="00A06E01">
        <w:rPr>
          <w:iCs/>
        </w:rPr>
        <w:t>that</w:t>
      </w:r>
      <w:proofErr w:type="gramEnd"/>
      <w:r w:rsidRPr="00A06E01">
        <w:rPr>
          <w:iCs/>
        </w:rPr>
        <w:t xml:space="preserve"> next Bank Business Day is not a Business Day, the payment is due on the next Bank Business </w:t>
      </w:r>
      <w:proofErr w:type="gramStart"/>
      <w:r w:rsidRPr="00082CB5">
        <w:rPr>
          <w:iCs/>
        </w:rPr>
        <w:t>Day</w:t>
      </w:r>
      <w:proofErr w:type="gramEnd"/>
      <w:r w:rsidRPr="00082CB5">
        <w:rPr>
          <w:iCs/>
        </w:rPr>
        <w:t xml:space="preserve"> thereafter </w:t>
      </w:r>
      <w:proofErr w:type="gramStart"/>
      <w:r w:rsidRPr="00082CB5">
        <w:rPr>
          <w:iCs/>
        </w:rPr>
        <w:t>that</w:t>
      </w:r>
      <w:proofErr w:type="gramEnd"/>
      <w:r w:rsidRPr="00082CB5">
        <w:rPr>
          <w:iCs/>
        </w:rPr>
        <w:t xml:space="preserve"> is also </w:t>
      </w:r>
      <w:proofErr w:type="gramStart"/>
      <w:r w:rsidRPr="00082CB5">
        <w:rPr>
          <w:iCs/>
        </w:rPr>
        <w:t>a Business</w:t>
      </w:r>
      <w:proofErr w:type="gramEnd"/>
      <w:r w:rsidRPr="00082CB5">
        <w:rPr>
          <w:iCs/>
        </w:rPr>
        <w:t xml:space="preserve">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4"/>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214882274"/>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w:t>
      </w:r>
      <w:proofErr w:type="gramStart"/>
      <w:r w:rsidRPr="008436F5">
        <w:t>provide to</w:t>
      </w:r>
      <w:proofErr w:type="gramEnd"/>
      <w:r w:rsidRPr="008436F5">
        <w:t xml:space="preserve"> all </w:t>
      </w:r>
      <w:r w:rsidRPr="00F222E9">
        <w:t xml:space="preserve">Market Participants payment details on all short payments and subsequent reimbursements of short </w:t>
      </w:r>
      <w:proofErr w:type="gramStart"/>
      <w:r w:rsidRPr="00F222E9">
        <w:t>pays</w:t>
      </w:r>
      <w:proofErr w:type="gramEnd"/>
      <w:r w:rsidRPr="00F222E9">
        <w:t>.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214882275"/>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t>
      </w:r>
      <w:proofErr w:type="gramStart"/>
      <w:r>
        <w:t>whether or not</w:t>
      </w:r>
      <w:proofErr w:type="gramEnd"/>
      <w:r>
        <w:t xml:space="preserve">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lastRenderedPageBreak/>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214882276"/>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214882277"/>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lastRenderedPageBreak/>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214882278"/>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 xml:space="preserve">ERCOT shall give irrevocable instructions to the ERCOT financial institution to </w:t>
      </w:r>
      <w:proofErr w:type="gramStart"/>
      <w:r>
        <w:t>remit,</w:t>
      </w:r>
      <w:proofErr w:type="gramEnd"/>
      <w:r>
        <w:t xml:space="preserve">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214882279"/>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214882280"/>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 xml:space="preserve">ERCOT shall prepare Invoices for Congestion Revenue Right (CRR) Auction Revenue Distribution (CARD) </w:t>
      </w:r>
      <w:proofErr w:type="gramStart"/>
      <w:r w:rsidR="005902CB">
        <w:t>on a monthly basis</w:t>
      </w:r>
      <w:proofErr w:type="gramEnd"/>
      <w:r w:rsidR="005902CB">
        <w:t xml:space="preserve">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 xml:space="preserve">evenues by posting additional Settlement Invoices on the first Business Day following the RTM Final Settlement posting of the last day of the month on the date specified in the Settlement Calendar.  A </w:t>
      </w:r>
      <w:proofErr w:type="gramStart"/>
      <w:r>
        <w:t>trued up</w:t>
      </w:r>
      <w:proofErr w:type="gramEnd"/>
      <w:r>
        <w:t xml:space="preserve">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t>
      </w:r>
      <w:proofErr w:type="gramStart"/>
      <w:r>
        <w:t>whether or not</w:t>
      </w:r>
      <w:proofErr w:type="gramEnd"/>
      <w:r>
        <w:t xml:space="preserve"> there is any Settlement and </w:t>
      </w:r>
      <w:r w:rsidR="00A16DB0">
        <w:t>b</w:t>
      </w:r>
      <w:r>
        <w:t>illing dispute regarding the amount of the payment.</w:t>
      </w:r>
    </w:p>
    <w:p w14:paraId="61FDDDC5" w14:textId="77777777" w:rsidR="002F5868" w:rsidRDefault="00DD1AC6">
      <w:pPr>
        <w:pStyle w:val="BodyTextNumbered"/>
      </w:pPr>
      <w:r>
        <w:lastRenderedPageBreak/>
        <w:t>(5)</w:t>
      </w:r>
      <w:r>
        <w:tab/>
        <w:t xml:space="preserve">ERCOT shall post on the MIS Certified Area for each Invoice Recipient a CARD Invoice </w:t>
      </w:r>
      <w:proofErr w:type="gramStart"/>
      <w:r>
        <w:t>based</w:t>
      </w:r>
      <w:proofErr w:type="gramEnd"/>
      <w:r>
        <w:t xml:space="preserve">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214882281"/>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214882282"/>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 xml:space="preserve">Bank Business Day is not a Business Day.  If the fifth Bank Business Day is not a Business Day, the payment is due by 1700 on the next Bank Business Day after the fifth Bank Business Day that is also </w:t>
      </w:r>
      <w:proofErr w:type="gramStart"/>
      <w:r>
        <w:t>a Business</w:t>
      </w:r>
      <w:proofErr w:type="gramEnd"/>
      <w:r>
        <w:t xml:space="preserve"> Day.</w:t>
      </w:r>
    </w:p>
    <w:p w14:paraId="5472802D" w14:textId="77777777" w:rsidR="002F5868" w:rsidRDefault="00C114BB" w:rsidP="00C114BB">
      <w:pPr>
        <w:pStyle w:val="List"/>
        <w:ind w:left="720"/>
      </w:pPr>
      <w:r>
        <w:lastRenderedPageBreak/>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214882283"/>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w:t>
      </w:r>
      <w:proofErr w:type="gramStart"/>
      <w:r>
        <w:t>remit,</w:t>
      </w:r>
      <w:proofErr w:type="gramEnd"/>
      <w:r>
        <w:t xml:space="preserve">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214882284"/>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w:t>
      </w:r>
      <w:proofErr w:type="gramStart"/>
      <w:r w:rsidR="00DD1AC6">
        <w:t>short-pay</w:t>
      </w:r>
      <w:proofErr w:type="gramEnd"/>
      <w:r w:rsidR="00DD1AC6">
        <w:t>),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proofErr w:type="gramStart"/>
      <w:r>
        <w:rPr>
          <w:rFonts w:ascii="TimesNewRomanPSMT" w:hAnsi="TimesNewRomanPSMT"/>
          <w:iCs/>
        </w:rPr>
        <w:t>(d)</w:t>
      </w:r>
      <w:r>
        <w:rPr>
          <w:rFonts w:ascii="TimesNewRomanPSMT" w:hAnsi="TimesNewRomanPSMT"/>
          <w:iCs/>
        </w:rPr>
        <w:tab/>
        <w:t>If</w:t>
      </w:r>
      <w:proofErr w:type="gramEnd"/>
      <w:r>
        <w:rPr>
          <w:rFonts w:ascii="TimesNewRomanPSMT" w:hAnsi="TimesNewRomanPSMT"/>
          <w:iCs/>
        </w:rPr>
        <w:t>,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w:t>
      </w:r>
      <w:proofErr w:type="gramStart"/>
      <w:r>
        <w:rPr>
          <w:rFonts w:ascii="TimesNewRomanPSMT" w:hAnsi="TimesNewRomanPSMT"/>
          <w:iCs/>
        </w:rPr>
        <w:t>pro rata</w:t>
      </w:r>
      <w:proofErr w:type="gramEnd"/>
      <w:r>
        <w:rPr>
          <w:rFonts w:ascii="TimesNewRomanPSMT" w:hAnsi="TimesNewRomanPSMT"/>
          <w:iCs/>
        </w:rPr>
        <w:t xml:space="preserve"> basis of monies owed to each CARD Invoice Recipient, to the extent necessary to clear ERCOT’s accounts on the payment due date to achieve revenue </w:t>
      </w:r>
      <w:r>
        <w:rPr>
          <w:rFonts w:ascii="TimesNewRomanPSMT" w:hAnsi="TimesNewRomanPSMT"/>
          <w:iCs/>
        </w:rPr>
        <w:lastRenderedPageBreak/>
        <w:t xml:space="preserve">neutrality for ERCOT.  ERCOT shall </w:t>
      </w:r>
      <w:proofErr w:type="gramStart"/>
      <w:r>
        <w:rPr>
          <w:rFonts w:ascii="TimesNewRomanPSMT" w:hAnsi="TimesNewRomanPSMT"/>
          <w:iCs/>
        </w:rPr>
        <w:t>provide to</w:t>
      </w:r>
      <w:proofErr w:type="gramEnd"/>
      <w:r>
        <w:rPr>
          <w:rFonts w:ascii="TimesNewRomanPSMT" w:hAnsi="TimesNewRomanPSMT"/>
          <w:iCs/>
        </w:rPr>
        <w:t xml:space="preserve"> all Market Participants payment details on all short payments and subsequent reimbursements of short </w:t>
      </w:r>
      <w:proofErr w:type="gramStart"/>
      <w:r>
        <w:rPr>
          <w:rFonts w:ascii="TimesNewRomanPSMT" w:hAnsi="TimesNewRomanPSMT"/>
          <w:iCs/>
        </w:rPr>
        <w:t>pays</w:t>
      </w:r>
      <w:proofErr w:type="gramEnd"/>
      <w:r>
        <w:rPr>
          <w:rFonts w:ascii="TimesNewRomanPSMT" w:hAnsi="TimesNewRomanPSMT"/>
          <w:iCs/>
        </w:rPr>
        <w:t>.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214882285"/>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214882286"/>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 xml:space="preserve">nvoices for the Congestion Revenue Right (CRR) Balancing Account (CRRBA) </w:t>
      </w:r>
      <w:proofErr w:type="gramStart"/>
      <w:r w:rsidR="005902CB" w:rsidRPr="005B1106">
        <w:t>on a monthly basis</w:t>
      </w:r>
      <w:proofErr w:type="gramEnd"/>
      <w:r w:rsidR="005902CB" w:rsidRPr="005B1106">
        <w:t xml:space="preserve">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w:t>
      </w:r>
      <w:proofErr w:type="gramStart"/>
      <w:r w:rsidR="005902CB">
        <w:t>in the event that</w:t>
      </w:r>
      <w:proofErr w:type="gramEnd"/>
      <w:r w:rsidR="005902CB">
        <w:t xml:space="preserve">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lastRenderedPageBreak/>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 xml:space="preserve">Time Period – the </w:t>
      </w:r>
      <w:proofErr w:type="gramStart"/>
      <w:r>
        <w:t>time period</w:t>
      </w:r>
      <w:proofErr w:type="gramEnd"/>
      <w:r>
        <w:t xml:space="preserve">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t>
      </w:r>
      <w:proofErr w:type="gramStart"/>
      <w:r w:rsidRPr="00B73E11">
        <w:t>whether or not</w:t>
      </w:r>
      <w:proofErr w:type="gramEnd"/>
      <w:r w:rsidRPr="00B73E11">
        <w:t xml:space="preserve">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214882287"/>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214882288"/>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 xml:space="preserve">ERCOT shall give irrevocable instructions to the ERCOT financial institution to </w:t>
      </w:r>
      <w:proofErr w:type="gramStart"/>
      <w:r>
        <w:t>remit,</w:t>
      </w:r>
      <w:proofErr w:type="gramEnd"/>
      <w:r>
        <w:t xml:space="preserve">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214882289"/>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214882290"/>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 xml:space="preserve">Bank Business Day is not a Business Day.  If the fifth Bank Business Day is not a Business Day, the payment is due by 1700 on the next Bank Business Day after the fifth Bank Business Day that is also </w:t>
      </w:r>
      <w:proofErr w:type="gramStart"/>
      <w:r>
        <w:t>a Business</w:t>
      </w:r>
      <w:proofErr w:type="gramEnd"/>
      <w:r>
        <w:t xml:space="preserve">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214882291"/>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214882292"/>
      <w:r w:rsidRPr="005125D9">
        <w:t>9.13.2.3</w:t>
      </w:r>
      <w:r w:rsidRPr="00CC2C42">
        <w:tab/>
      </w:r>
      <w:bookmarkEnd w:id="334"/>
      <w:r w:rsidRPr="005125D9">
        <w:t xml:space="preserve">Partial Payments by Invoice Recipients for Resettlement of CRR Balancing </w:t>
      </w:r>
      <w:r w:rsidRPr="005125D9">
        <w:lastRenderedPageBreak/>
        <w:t>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w:t>
      </w:r>
      <w:proofErr w:type="gramStart"/>
      <w:r>
        <w:t>short-pay</w:t>
      </w:r>
      <w:proofErr w:type="gramEnd"/>
      <w:r>
        <w:t>),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w:t>
      </w:r>
      <w:proofErr w:type="gramStart"/>
      <w:r>
        <w:rPr>
          <w:rFonts w:ascii="TimesNewRomanPSMT" w:hAnsi="TimesNewRomanPSMT"/>
          <w:iCs/>
        </w:rPr>
        <w:t>provide to</w:t>
      </w:r>
      <w:proofErr w:type="gramEnd"/>
      <w:r>
        <w:rPr>
          <w:rFonts w:ascii="TimesNewRomanPSMT" w:hAnsi="TimesNewRomanPSMT"/>
          <w:iCs/>
        </w:rPr>
        <w:t xml:space="preserve"> all Market Participants payment details on all short payments and subsequent reimbursements of short </w:t>
      </w:r>
      <w:proofErr w:type="gramStart"/>
      <w:r>
        <w:rPr>
          <w:rFonts w:ascii="TimesNewRomanPSMT" w:hAnsi="TimesNewRomanPSMT"/>
          <w:iCs/>
        </w:rPr>
        <w:t>pays</w:t>
      </w:r>
      <w:proofErr w:type="gramEnd"/>
      <w:r>
        <w:rPr>
          <w:rFonts w:ascii="TimesNewRomanPSMT" w:hAnsi="TimesNewRomanPSMT"/>
          <w:iCs/>
        </w:rPr>
        <w:t xml:space="preserve">.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214882293"/>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214882294"/>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214882295"/>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 xml:space="preserve">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w:t>
      </w:r>
      <w:proofErr w:type="gramStart"/>
      <w:r>
        <w:t>a DAM</w:t>
      </w:r>
      <w:proofErr w:type="gramEnd"/>
      <w:r>
        <w:t xml:space="preserve">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214882296"/>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214882297"/>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194A73F" w14:textId="77777777" w:rsidTr="00F26542">
        <w:trPr>
          <w:trHeight w:val="656"/>
        </w:trPr>
        <w:tc>
          <w:tcPr>
            <w:tcW w:w="9350" w:type="dxa"/>
            <w:shd w:val="pct12" w:color="auto" w:fill="auto"/>
          </w:tcPr>
          <w:p w14:paraId="4697F911" w14:textId="41A7D5B0" w:rsidR="00623C42" w:rsidRPr="006D0E4C" w:rsidRDefault="00623C42" w:rsidP="00F26542">
            <w:pPr>
              <w:spacing w:after="240"/>
              <w:rPr>
                <w:b/>
                <w:i/>
                <w:iCs/>
              </w:rPr>
            </w:pPr>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Pr>
                <w:b/>
                <w:i/>
                <w:iCs/>
              </w:rPr>
              <w:t>3</w:t>
            </w:r>
            <w:r w:rsidRPr="006D0E4C">
              <w:rPr>
                <w:b/>
                <w:i/>
                <w:iCs/>
              </w:rPr>
              <w:t>) above with the following upon system implementation:]</w:t>
            </w:r>
          </w:p>
          <w:p w14:paraId="4F3AE5F4" w14:textId="529CF316" w:rsidR="00623C42" w:rsidRPr="00FA3373" w:rsidRDefault="00623C42" w:rsidP="00623C42">
            <w:pPr>
              <w:spacing w:after="240"/>
              <w:ind w:left="720" w:hanging="720"/>
            </w:pPr>
            <w:r w:rsidRPr="00E62DE9">
              <w:lastRenderedPageBreak/>
              <w:t>(3)</w:t>
            </w:r>
            <w:r w:rsidRPr="00E62DE9">
              <w:tab/>
              <w:t xml:space="preserve">On each Business Day, ERCOT shall issue an aggregated Settlement and billing dispute resolution report on the </w:t>
            </w:r>
            <w:r>
              <w:t>ERCOT website</w:t>
            </w:r>
            <w:r w:rsidRPr="00E62DE9">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submitted dispute.  The report shall identify the disputed charge type(s), status of the dispute, resolution and resolution date, if applicable, and a financial impact in dollars of the dispute as submitted by disputing Entity.</w:t>
            </w:r>
            <w:r>
              <w:t xml:space="preserve"> </w:t>
            </w:r>
          </w:p>
        </w:tc>
      </w:tr>
    </w:tbl>
    <w:p w14:paraId="3EEDC3BD" w14:textId="6285F2C0" w:rsidR="002F5868" w:rsidRDefault="00DD1AC6" w:rsidP="00AA013E">
      <w:pPr>
        <w:pStyle w:val="BodyTextNumbered"/>
        <w:spacing w:before="240"/>
      </w:pPr>
      <w:r>
        <w:lastRenderedPageBreak/>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w:t>
      </w:r>
      <w:proofErr w:type="gramStart"/>
      <w:r>
        <w:t>all of</w:t>
      </w:r>
      <w:proofErr w:type="gramEnd"/>
      <w:r>
        <w:t xml:space="preserve">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214882298"/>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 xml:space="preserve">ERCOT will assign </w:t>
      </w:r>
      <w:proofErr w:type="gramStart"/>
      <w:r w:rsidR="00DD1AC6">
        <w:t>a status</w:t>
      </w:r>
      <w:proofErr w:type="gramEnd"/>
      <w:r w:rsidR="00DD1AC6">
        <w:t xml:space="preserve">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214882299"/>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214882300"/>
      <w:r>
        <w:lastRenderedPageBreak/>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214882301"/>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214882302"/>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 xml:space="preserve">or Invoice Recipient submits the required information and ERCOT determines the </w:t>
      </w:r>
      <w:r w:rsidRPr="005A498B">
        <w:rPr>
          <w:iCs/>
        </w:rPr>
        <w:lastRenderedPageBreak/>
        <w:t>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214882303"/>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214882304"/>
      <w:r>
        <w:t>9.14.4.1.</w:t>
      </w:r>
      <w:r w:rsidR="00A739B7">
        <w:t>6</w:t>
      </w:r>
      <w:r>
        <w:tab/>
        <w:t>ADR</w:t>
      </w:r>
      <w:bookmarkEnd w:id="406"/>
      <w:bookmarkEnd w:id="407"/>
      <w:bookmarkEnd w:id="408"/>
      <w:bookmarkEnd w:id="409"/>
      <w:bookmarkEnd w:id="410"/>
      <w:bookmarkEnd w:id="411"/>
    </w:p>
    <w:p w14:paraId="29A922CA" w14:textId="43FE7D45" w:rsidR="002F5868" w:rsidRDefault="00A0123C" w:rsidP="00660ED3">
      <w:pPr>
        <w:pStyle w:val="BodyTextNumbered"/>
      </w:pPr>
      <w:r>
        <w:t>(1)</w:t>
      </w:r>
      <w:r>
        <w:tab/>
        <w:t xml:space="preserve">Requests for ADR shall be considered Protected Information in accordance with paragraph </w:t>
      </w:r>
      <w:r w:rsidR="00A46174">
        <w:t>(1)</w:t>
      </w:r>
      <w:r>
        <w:t>(</w:t>
      </w:r>
      <w:r w:rsidR="00E07B5A">
        <w:t>ee</w:t>
      </w:r>
      <w:r>
        <w:t>)</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w:t>
      </w:r>
      <w:proofErr w:type="gramStart"/>
      <w:r w:rsidR="00DD1AC6">
        <w:t>as long as</w:t>
      </w:r>
      <w:proofErr w:type="gramEnd"/>
      <w:r w:rsidR="00DD1AC6">
        <w:t xml:space="preserve">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8790C9E" w14:textId="77777777" w:rsidTr="00F26542">
        <w:trPr>
          <w:trHeight w:val="656"/>
        </w:trPr>
        <w:tc>
          <w:tcPr>
            <w:tcW w:w="9350" w:type="dxa"/>
            <w:shd w:val="pct12" w:color="auto" w:fill="auto"/>
          </w:tcPr>
          <w:p w14:paraId="1196A3BB" w14:textId="7F967C29" w:rsidR="00623C42" w:rsidRPr="006D0E4C" w:rsidRDefault="00623C42" w:rsidP="00F26542">
            <w:pPr>
              <w:spacing w:after="240"/>
              <w:rPr>
                <w:b/>
                <w:i/>
                <w:iCs/>
              </w:rPr>
            </w:pPr>
            <w:bookmarkStart w:id="412" w:name="_Toc309731091"/>
            <w:bookmarkStart w:id="413" w:name="_Toc405814067"/>
            <w:bookmarkStart w:id="414" w:name="_Toc422207957"/>
            <w:bookmarkStart w:id="415" w:name="_Toc438044868"/>
            <w:bookmarkStart w:id="416" w:name="_Toc447622651"/>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sidR="00972EE8">
              <w:rPr>
                <w:b/>
                <w:i/>
                <w:iCs/>
              </w:rPr>
              <w:t>1</w:t>
            </w:r>
            <w:r w:rsidRPr="006D0E4C">
              <w:rPr>
                <w:b/>
                <w:i/>
                <w:iCs/>
              </w:rPr>
              <w:t>) above with the following upon system implementation:]</w:t>
            </w:r>
          </w:p>
          <w:p w14:paraId="5B13FA60" w14:textId="621C8734" w:rsidR="00623C42" w:rsidRPr="00FA3373" w:rsidRDefault="00B1377D" w:rsidP="00AA013E">
            <w:pPr>
              <w:pStyle w:val="BodyTextNumbered"/>
            </w:pPr>
            <w:r>
              <w:t>(1)</w:t>
            </w:r>
            <w:r>
              <w:tab/>
              <w:t>Requests for ADR shall be considered Protected Information in accordance with paragraph (1)(</w:t>
            </w:r>
            <w:r w:rsidR="00E07B5A">
              <w:t>ee</w:t>
            </w:r>
            <w:r>
              <w:t>)</w:t>
            </w:r>
            <w:r w:rsidRPr="0058740E">
              <w:t xml:space="preserve"> </w:t>
            </w:r>
            <w:r>
              <w:t xml:space="preserve">of Section 1.3.1.1, Items Considered Protected Information, and Section 20, Alternative Dispute Resolution Procedure and Procedure for Return of Settlement Funds.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ERCOT website.  The dispute will remain in the ADR status </w:t>
            </w:r>
            <w:proofErr w:type="gramStart"/>
            <w:r>
              <w:t>as long as</w:t>
            </w:r>
            <w:proofErr w:type="gramEnd"/>
            <w:r>
              <w:t xml:space="preserve"> the Market Participant has an active ADR.  At the end of the ADR process, ERCOT shall post a Settlement and billing dispute status of “Closed” to the aggregated Settlement and billing dispute resolution report on the ERCOT website.</w:t>
            </w:r>
          </w:p>
        </w:tc>
      </w:tr>
    </w:tbl>
    <w:p w14:paraId="58A86118" w14:textId="77777777" w:rsidR="002F5868" w:rsidRDefault="00DD1AC6" w:rsidP="00AA013E">
      <w:pPr>
        <w:pStyle w:val="H4"/>
        <w:spacing w:before="480"/>
      </w:pPr>
      <w:bookmarkStart w:id="417" w:name="_Toc214882305"/>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214882306"/>
      <w:r>
        <w:lastRenderedPageBreak/>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214882307"/>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w:t>
      </w:r>
      <w:proofErr w:type="gramStart"/>
      <w:r w:rsidR="00DD1AC6">
        <w:t>it</w:t>
      </w:r>
      <w:proofErr w:type="gramEnd"/>
      <w:r w:rsidR="00DD1AC6">
        <w:t xml:space="preserve">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214882308"/>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w:t>
      </w:r>
      <w:proofErr w:type="gramStart"/>
      <w:r>
        <w:t>exception</w:t>
      </w:r>
      <w:proofErr w:type="gramEnd"/>
      <w:r>
        <w:t xml:space="preserve">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lastRenderedPageBreak/>
        <w:t>(2)</w:t>
      </w:r>
      <w:r>
        <w:tab/>
        <w:t xml:space="preserve">If a Settlement Invoice or Statement Recipient rejects the outcome of a dispute “Granted with Exceptions,” ERCOT must investigate the dispute further.  ERCOT must include the granted portion of the dispute </w:t>
      </w:r>
      <w:proofErr w:type="gramStart"/>
      <w:r>
        <w:t>on</w:t>
      </w:r>
      <w:proofErr w:type="gramEnd"/>
      <w:r>
        <w:t xml:space="preserve">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309731095"/>
      <w:bookmarkStart w:id="441" w:name="_Toc214882309"/>
      <w:r w:rsidRPr="00C83EFD">
        <w:rPr>
          <w:b/>
          <w:bCs/>
          <w:i/>
        </w:rPr>
        <w:t>9.14.5</w:t>
      </w:r>
      <w:r w:rsidRPr="00C83EFD">
        <w:rPr>
          <w:b/>
          <w:bCs/>
          <w:i/>
        </w:rPr>
        <w:tab/>
        <w:t>Settlement of Emergency Response Service</w:t>
      </w:r>
      <w:bookmarkEnd w:id="436"/>
      <w:bookmarkEnd w:id="437"/>
      <w:bookmarkEnd w:id="438"/>
      <w:bookmarkEnd w:id="439"/>
      <w:bookmarkEnd w:id="441"/>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0"/>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214882310"/>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214882311"/>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lastRenderedPageBreak/>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lastRenderedPageBreak/>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 xml:space="preserve">he cost of fuel may also include penalties for fuel delivery outside of RUC-Committed Intervals in accordance with the </w:t>
      </w:r>
      <w:proofErr w:type="gramStart"/>
      <w:r w:rsidRPr="00845B39">
        <w:t>ratable</w:t>
      </w:r>
      <w:proofErr w:type="gramEnd"/>
      <w:r w:rsidRPr="00845B39">
        <w:t xml:space="preserv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xml:space="preserve">) above, the QSE must provide documentation (invoices) that identifies purchases of fuel oil by the QSE, Resource Entity, or Generation Entity to replace oil consumed for a RUC-Committed Interval.  In addition, the QSE must provide proof that the Resource </w:t>
      </w:r>
      <w:proofErr w:type="gramStart"/>
      <w:r w:rsidRPr="00882B9A">
        <w:rPr>
          <w:iCs/>
        </w:rPr>
        <w:t>actually consumed</w:t>
      </w:r>
      <w:proofErr w:type="gramEnd"/>
      <w:r w:rsidRPr="00882B9A">
        <w:rPr>
          <w:iCs/>
        </w:rPr>
        <w:t xml:space="preserve"> fuel oil during the RUC-Committed Interval.  Proof of actual consumption may be based on the Resource’s technical specifications or flow meters as appropriate.  Documentation </w:t>
      </w:r>
      <w:proofErr w:type="gramStart"/>
      <w:r w:rsidRPr="00882B9A">
        <w:rPr>
          <w:iCs/>
        </w:rPr>
        <w:t>of</w:t>
      </w:r>
      <w:proofErr w:type="gramEnd"/>
      <w:r w:rsidRPr="00882B9A">
        <w:rPr>
          <w:iCs/>
        </w:rPr>
        <w:t xml:space="preserve">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bookmarkStart w:id="460" w:name="_Toc214882312"/>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214882313"/>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w:t>
      </w:r>
      <w:r w:rsidRPr="00A959CA">
        <w:rPr>
          <w:szCs w:val="24"/>
        </w:rPr>
        <w:lastRenderedPageBreak/>
        <w:t xml:space="preserve">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w:t>
      </w:r>
      <w:proofErr w:type="gramStart"/>
      <w:r w:rsidRPr="00A959CA">
        <w:rPr>
          <w:szCs w:val="24"/>
        </w:rPr>
        <w:t>actually consumed</w:t>
      </w:r>
      <w:proofErr w:type="gramEnd"/>
      <w:r w:rsidRPr="00A959CA">
        <w:rPr>
          <w:szCs w:val="24"/>
        </w:rPr>
        <w:t xml:space="preserve">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r>
      <w:proofErr w:type="gramStart"/>
      <w:r w:rsidRPr="00A959CA">
        <w:rPr>
          <w:szCs w:val="24"/>
        </w:rPr>
        <w:t>A QSE</w:t>
      </w:r>
      <w:proofErr w:type="gramEnd"/>
      <w:r w:rsidRPr="00A959CA">
        <w:rPr>
          <w:szCs w:val="24"/>
        </w:rPr>
        <w:t xml:space="preserv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309731099"/>
      <w:bookmarkStart w:id="464" w:name="_Toc405814075"/>
      <w:bookmarkStart w:id="465" w:name="_Toc422207966"/>
      <w:bookmarkStart w:id="466" w:name="_Toc438044877"/>
      <w:bookmarkStart w:id="467" w:name="_Toc447622660"/>
      <w:bookmarkStart w:id="468" w:name="_Toc214882314"/>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8"/>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4D22BAFD" w14:textId="68ACFC22" w:rsidR="00343BD8"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w:t>
      </w:r>
      <w:r w:rsidR="00DA2F7E" w:rsidRPr="00D476E3">
        <w:t>Resource-Specific</w:t>
      </w:r>
      <w:r w:rsidR="00DA2F7E" w:rsidRPr="00A26DE0">
        <w:t xml:space="preserve"> </w:t>
      </w:r>
      <w:r w:rsidRPr="00A26DE0">
        <w:t xml:space="preserve">Ancillary Service Offers, </w:t>
      </w:r>
      <w:r w:rsidR="00DA2F7E" w:rsidRPr="00D476E3">
        <w:t xml:space="preserve">Ancillary Service Only Offers, </w:t>
      </w:r>
      <w:r w:rsidRPr="00A26DE0">
        <w:t xml:space="preserve">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67947956" w:rsidR="003E0384" w:rsidRPr="00E566EB" w:rsidRDefault="003E0384" w:rsidP="00194BF0">
            <w:pPr>
              <w:spacing w:before="120" w:after="240"/>
              <w:rPr>
                <w:b/>
                <w:i/>
                <w:iCs/>
              </w:rPr>
            </w:pPr>
            <w:r>
              <w:rPr>
                <w:b/>
                <w:i/>
                <w:iCs/>
              </w:rPr>
              <w:lastRenderedPageBreak/>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66433FD7"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w:t>
            </w:r>
            <w:r w:rsidR="00666292" w:rsidRPr="00A26DE0">
              <w:t xml:space="preserve"> </w:t>
            </w:r>
            <w:r w:rsidR="00666292" w:rsidRPr="00D476E3">
              <w:t>Ancillary Service Only Offers,</w:t>
            </w:r>
            <w:r w:rsidRPr="00812ECB">
              <w:t xml:space="preserve">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proofErr w:type="gramStart"/>
      <w:r w:rsidRPr="00A26DE0">
        <w:t>(d)</w:t>
      </w:r>
      <w:r w:rsidRPr="00A26DE0">
        <w:tab/>
        <w:t>For</w:t>
      </w:r>
      <w:proofErr w:type="gramEnd"/>
      <w:r w:rsidRPr="00A26DE0">
        <w:t xml:space="preserve"> linked offers of energy and Ancillary Services, the available capacity will be allocated to the offers that would have created the greatest value for the Market Participant seeking recovery;</w:t>
      </w:r>
    </w:p>
    <w:p w14:paraId="327E7874" w14:textId="77777777" w:rsidR="00666292" w:rsidRPr="00D476E3" w:rsidRDefault="00666292" w:rsidP="00666292">
      <w:pPr>
        <w:spacing w:after="240"/>
        <w:ind w:left="1440" w:hanging="720"/>
      </w:pPr>
      <w:r w:rsidRPr="00D476E3">
        <w:t>(e)</w:t>
      </w:r>
      <w:r w:rsidRPr="00D476E3">
        <w:tab/>
        <w:t>All impacted positions will be summed based on their positive or negative value with respect to Real-Time prices;</w:t>
      </w:r>
    </w:p>
    <w:p w14:paraId="38DFC272" w14:textId="77777777" w:rsidR="00666292" w:rsidRPr="00D476E3" w:rsidRDefault="00666292" w:rsidP="00666292">
      <w:pPr>
        <w:spacing w:after="240"/>
        <w:ind w:left="720" w:firstLine="720"/>
        <w:rPr>
          <w:iCs/>
        </w:rPr>
      </w:pPr>
      <w:r w:rsidRPr="00D476E3">
        <w:rPr>
          <w:iCs/>
        </w:rPr>
        <w:t>Day-Ahead Energy Sales Impact</w:t>
      </w:r>
    </w:p>
    <w:p w14:paraId="7B33741D" w14:textId="77777777" w:rsidR="00666292" w:rsidRPr="00D476E3" w:rsidRDefault="00666292" w:rsidP="00666292">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656F77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pt;height:19.95pt" o:ole="">
            <v:imagedata r:id="rId14" o:title=""/>
          </v:shape>
          <o:OLEObject Type="Embed" ProgID="Equation.3" ShapeID="_x0000_i1025" DrawAspect="Content" ObjectID="_1825495314" r:id="rId15"/>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7FFA8188" w14:textId="77777777" w:rsidR="00666292" w:rsidRPr="00D476E3" w:rsidRDefault="00666292" w:rsidP="00666292">
      <w:pPr>
        <w:spacing w:after="240"/>
        <w:ind w:left="720" w:firstLine="720"/>
        <w:rPr>
          <w:iCs/>
        </w:rPr>
      </w:pPr>
      <w:r w:rsidRPr="00D476E3">
        <w:rPr>
          <w:iCs/>
        </w:rPr>
        <w:t>Day-Ahead Energy Purchase Impact</w:t>
      </w:r>
    </w:p>
    <w:p w14:paraId="48482821" w14:textId="77777777" w:rsidR="00666292" w:rsidRPr="00D476E3" w:rsidRDefault="00666292" w:rsidP="00666292">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004824FF">
          <v:shape id="_x0000_i1026" type="#_x0000_t75" style="width:13.3pt;height:19.95pt" o:ole="">
            <v:imagedata r:id="rId14" o:title=""/>
          </v:shape>
          <o:OLEObject Type="Embed" ProgID="Equation.3" ShapeID="_x0000_i1026" DrawAspect="Content" ObjectID="_1825495315" r:id="rId16"/>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13385F38" w14:textId="77777777" w:rsidR="00666292" w:rsidRPr="00D476E3" w:rsidRDefault="00666292" w:rsidP="00666292">
      <w:pPr>
        <w:spacing w:after="240"/>
        <w:ind w:left="720" w:firstLine="720"/>
        <w:rPr>
          <w:iCs/>
        </w:rPr>
      </w:pPr>
      <w:r w:rsidRPr="00D476E3">
        <w:rPr>
          <w:iCs/>
        </w:rPr>
        <w:t>Day-Ahead Ancillary Services Sales Impact</w:t>
      </w:r>
    </w:p>
    <w:p w14:paraId="74A9AA07" w14:textId="77777777" w:rsidR="00666292" w:rsidRPr="00D476E3" w:rsidRDefault="00666292" w:rsidP="00666292">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25EF0FE7" wp14:editId="5F41DF4B">
            <wp:extent cx="175260" cy="274320"/>
            <wp:effectExtent l="0" t="0" r="0" b="0"/>
            <wp:docPr id="15778793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r w:rsidRPr="00D476E3">
        <w:rPr>
          <w:iCs/>
        </w:rPr>
        <w:t>RTMCPCRU</w:t>
      </w:r>
      <w:r w:rsidRPr="00D476E3">
        <w:t xml:space="preserve">) * (1/4) * PCRUR </w:t>
      </w:r>
      <w:r w:rsidRPr="00D476E3">
        <w:rPr>
          <w:i/>
          <w:iCs/>
          <w:vertAlign w:val="subscript"/>
        </w:rPr>
        <w:t>q, r, DAM</w:t>
      </w:r>
      <w:r w:rsidRPr="00D476E3">
        <w:rPr>
          <w:iCs/>
        </w:rPr>
        <w:t>)</w:t>
      </w:r>
      <w:r w:rsidRPr="00D476E3" w:rsidDel="007B2A73">
        <w:rPr>
          <w:iCs/>
        </w:rPr>
        <w:t xml:space="preserve"> </w:t>
      </w:r>
    </w:p>
    <w:p w14:paraId="2BECC1B6" w14:textId="77777777" w:rsidR="00666292" w:rsidRPr="00D476E3" w:rsidRDefault="00666292" w:rsidP="00666292">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RTMCPCRD) * </w:t>
      </w:r>
      <w:r w:rsidRPr="00D476E3">
        <w:t xml:space="preserve">(1/4) * </w:t>
      </w:r>
      <w:r w:rsidRPr="00D476E3">
        <w:rPr>
          <w:iCs/>
        </w:rPr>
        <w:t xml:space="preserve">PCRDR </w:t>
      </w:r>
      <w:r w:rsidRPr="00D476E3">
        <w:rPr>
          <w:i/>
          <w:iCs/>
          <w:vertAlign w:val="subscript"/>
        </w:rPr>
        <w:t>q, r, DAM</w:t>
      </w:r>
      <w:r w:rsidRPr="00D476E3">
        <w:rPr>
          <w:iCs/>
        </w:rPr>
        <w:t>)</w:t>
      </w:r>
    </w:p>
    <w:p w14:paraId="34D01DA3" w14:textId="77777777" w:rsidR="00666292" w:rsidRPr="00D476E3" w:rsidRDefault="00666292" w:rsidP="00666292">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 xml:space="preserve">(1/4) * </w:t>
      </w:r>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2F0DCABC" w14:textId="77777777" w:rsidR="00666292" w:rsidRPr="00D476E3" w:rsidRDefault="00666292" w:rsidP="00666292">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 xml:space="preserve">(1/4) * </w:t>
      </w:r>
      <w:r w:rsidRPr="00D476E3">
        <w:rPr>
          <w:iCs/>
        </w:rPr>
        <w:t xml:space="preserve">PCECRR </w:t>
      </w:r>
      <w:r w:rsidRPr="00D476E3">
        <w:rPr>
          <w:i/>
          <w:iCs/>
          <w:vertAlign w:val="subscript"/>
        </w:rPr>
        <w:t>q, r, DAM</w:t>
      </w:r>
      <w:r w:rsidRPr="00D476E3">
        <w:rPr>
          <w:iCs/>
        </w:rPr>
        <w:t>)</w:t>
      </w:r>
    </w:p>
    <w:p w14:paraId="3F2763F1" w14:textId="77777777" w:rsidR="00666292" w:rsidRPr="00D476E3" w:rsidRDefault="00666292" w:rsidP="00666292">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 xml:space="preserve">(1/4) * </w:t>
      </w:r>
      <w:r w:rsidRPr="00D476E3">
        <w:rPr>
          <w:iCs/>
        </w:rPr>
        <w:t xml:space="preserve">PCNSR </w:t>
      </w:r>
      <w:r w:rsidRPr="00D476E3">
        <w:rPr>
          <w:i/>
          <w:iCs/>
          <w:vertAlign w:val="subscript"/>
        </w:rPr>
        <w:t>q, r, DAM</w:t>
      </w:r>
      <w:r w:rsidRPr="00D476E3">
        <w:rPr>
          <w:iCs/>
        </w:rPr>
        <w:t>)</w:t>
      </w:r>
    </w:p>
    <w:p w14:paraId="6531DFA1" w14:textId="77777777" w:rsidR="00666292" w:rsidRPr="00D476E3" w:rsidRDefault="00666292" w:rsidP="00666292">
      <w:pPr>
        <w:spacing w:after="240"/>
        <w:ind w:left="2160"/>
        <w:rPr>
          <w:iCs/>
        </w:rPr>
      </w:pPr>
      <w:r w:rsidRPr="00D476E3">
        <w:rPr>
          <w:iCs/>
        </w:rPr>
        <w:t xml:space="preserve">+ ((MCPCRU </w:t>
      </w:r>
      <w:r w:rsidRPr="00D476E3">
        <w:rPr>
          <w:i/>
          <w:iCs/>
          <w:vertAlign w:val="subscript"/>
        </w:rPr>
        <w:t>DAM</w:t>
      </w:r>
      <w:r w:rsidRPr="00D476E3">
        <w:rPr>
          <w:iCs/>
        </w:rPr>
        <w:t xml:space="preserve"> – RTMCPCRU) * </w:t>
      </w:r>
      <w:r w:rsidRPr="00D476E3">
        <w:t>(1/4) * DARUOAWD</w:t>
      </w:r>
      <w:r w:rsidRPr="00D476E3">
        <w:rPr>
          <w:iCs/>
        </w:rPr>
        <w:t xml:space="preserve"> </w:t>
      </w:r>
      <w:r w:rsidRPr="00D476E3">
        <w:rPr>
          <w:i/>
          <w:iCs/>
          <w:vertAlign w:val="subscript"/>
        </w:rPr>
        <w:t>q</w:t>
      </w:r>
      <w:r w:rsidRPr="00D476E3">
        <w:rPr>
          <w:iCs/>
        </w:rPr>
        <w:t>)</w:t>
      </w:r>
    </w:p>
    <w:p w14:paraId="455CFD7A" w14:textId="77777777" w:rsidR="00666292" w:rsidRPr="00D476E3" w:rsidRDefault="00666292" w:rsidP="00666292">
      <w:pPr>
        <w:spacing w:after="240"/>
        <w:ind w:left="2160"/>
        <w:rPr>
          <w:iCs/>
        </w:rPr>
      </w:pPr>
      <w:r w:rsidRPr="00D476E3">
        <w:rPr>
          <w:iCs/>
        </w:rPr>
        <w:t xml:space="preserve">+ ((MCPCRD </w:t>
      </w:r>
      <w:r w:rsidRPr="00D476E3">
        <w:rPr>
          <w:i/>
          <w:iCs/>
          <w:vertAlign w:val="subscript"/>
        </w:rPr>
        <w:t>DAM</w:t>
      </w:r>
      <w:r w:rsidRPr="00D476E3">
        <w:rPr>
          <w:iCs/>
        </w:rPr>
        <w:t xml:space="preserve"> – RTMCPCRD) *</w:t>
      </w:r>
      <w:r w:rsidRPr="00D476E3">
        <w:t xml:space="preserve">(1/4) * </w:t>
      </w:r>
      <w:r w:rsidRPr="00D476E3">
        <w:rPr>
          <w:iCs/>
        </w:rPr>
        <w:t xml:space="preserve"> </w:t>
      </w:r>
      <w:r w:rsidRPr="00D476E3">
        <w:t>DARDOAWD</w:t>
      </w:r>
      <w:r w:rsidRPr="00D476E3">
        <w:rPr>
          <w:iCs/>
        </w:rPr>
        <w:t xml:space="preserve"> </w:t>
      </w:r>
      <w:r w:rsidRPr="00D476E3">
        <w:rPr>
          <w:i/>
          <w:iCs/>
          <w:vertAlign w:val="subscript"/>
        </w:rPr>
        <w:t>q</w:t>
      </w:r>
      <w:r w:rsidRPr="00D476E3">
        <w:rPr>
          <w:iCs/>
        </w:rPr>
        <w:t>)</w:t>
      </w:r>
    </w:p>
    <w:p w14:paraId="1B7510EE" w14:textId="77777777" w:rsidR="00666292" w:rsidRPr="00D476E3" w:rsidRDefault="00666292" w:rsidP="00666292">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(1/4) * DARROAWD</w:t>
      </w:r>
      <w:r w:rsidRPr="00D476E3">
        <w:rPr>
          <w:iCs/>
        </w:rPr>
        <w:t xml:space="preserve"> </w:t>
      </w:r>
      <w:r w:rsidRPr="00D476E3">
        <w:rPr>
          <w:i/>
          <w:iCs/>
          <w:vertAlign w:val="subscript"/>
        </w:rPr>
        <w:t>q</w:t>
      </w:r>
      <w:r w:rsidRPr="00D476E3">
        <w:rPr>
          <w:iCs/>
        </w:rPr>
        <w:t>)</w:t>
      </w:r>
    </w:p>
    <w:p w14:paraId="75174B9B" w14:textId="77777777" w:rsidR="00666292" w:rsidRPr="00D476E3" w:rsidRDefault="00666292" w:rsidP="00666292">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(1/4) * DAECROAWD</w:t>
      </w:r>
      <w:r w:rsidRPr="00D476E3">
        <w:rPr>
          <w:iCs/>
        </w:rPr>
        <w:t xml:space="preserve"> </w:t>
      </w:r>
      <w:r w:rsidRPr="00D476E3">
        <w:rPr>
          <w:i/>
          <w:iCs/>
          <w:vertAlign w:val="subscript"/>
        </w:rPr>
        <w:t>q</w:t>
      </w:r>
      <w:r w:rsidRPr="00D476E3">
        <w:rPr>
          <w:iCs/>
        </w:rPr>
        <w:t>)</w:t>
      </w:r>
    </w:p>
    <w:p w14:paraId="19BC6EA6" w14:textId="77777777" w:rsidR="00666292" w:rsidRPr="00D476E3" w:rsidRDefault="00666292" w:rsidP="00666292">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(1/4) * DANSOAWD</w:t>
      </w:r>
      <w:r w:rsidRPr="00D476E3">
        <w:rPr>
          <w:iCs/>
        </w:rPr>
        <w:t xml:space="preserve"> </w:t>
      </w:r>
      <w:r w:rsidRPr="00D476E3">
        <w:rPr>
          <w:i/>
          <w:iCs/>
          <w:vertAlign w:val="subscript"/>
        </w:rPr>
        <w:t>q</w:t>
      </w:r>
      <w:r w:rsidRPr="00D476E3">
        <w:rPr>
          <w:iCs/>
        </w:rPr>
        <w:t>))</w:t>
      </w:r>
    </w:p>
    <w:p w14:paraId="6CED9B29" w14:textId="77777777" w:rsidR="00666292" w:rsidRPr="00D476E3" w:rsidRDefault="00666292" w:rsidP="00666292">
      <w:pPr>
        <w:spacing w:after="240"/>
        <w:ind w:left="1440"/>
        <w:rPr>
          <w:iCs/>
        </w:rPr>
      </w:pPr>
      <w:r w:rsidRPr="00D476E3">
        <w:rPr>
          <w:iCs/>
        </w:rPr>
        <w:lastRenderedPageBreak/>
        <w:t>Day-Ahead Point-to-Point Obligation Impact</w:t>
      </w:r>
    </w:p>
    <w:p w14:paraId="72667152" w14:textId="77777777" w:rsidR="00666292" w:rsidRPr="00D476E3" w:rsidRDefault="00666292" w:rsidP="00666292">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6AC006A7">
          <v:shape id="_x0000_i1027" type="#_x0000_t75" style="width:13.3pt;height:19.95pt" o:ole="">
            <v:imagedata r:id="rId18" o:title=""/>
          </v:shape>
          <o:OLEObject Type="Embed" ProgID="Equation.3" ShapeID="_x0000_i1027" DrawAspect="Content" ObjectID="_1825495316" r:id="rId19"/>
        </w:object>
      </w:r>
      <w:r w:rsidRPr="00D476E3">
        <w:rPr>
          <w:iCs/>
          <w:position w:val="-20"/>
        </w:rPr>
        <w:object w:dxaOrig="220" w:dyaOrig="440" w14:anchorId="63CC2177">
          <v:shape id="_x0000_i1028" type="#_x0000_t75" style="width:13.3pt;height:21.8pt" o:ole="">
            <v:imagedata r:id="rId20" o:title=""/>
          </v:shape>
          <o:OLEObject Type="Embed" ProgID="Equation.3" ShapeID="_x0000_i1028" DrawAspect="Content" ObjectID="_1825495317" r:id="rId21"/>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5F1659B0" w14:textId="77777777" w:rsidR="00666292" w:rsidRPr="00D476E3" w:rsidRDefault="00666292" w:rsidP="00666292">
      <w:pPr>
        <w:ind w:left="1440"/>
        <w:rPr>
          <w:iCs/>
          <w:lang w:val="sv-SE"/>
        </w:rPr>
      </w:pPr>
      <w:r w:rsidRPr="00D476E3">
        <w:rPr>
          <w:iCs/>
          <w:lang w:val="sv-SE"/>
        </w:rPr>
        <w:t>Where:</w:t>
      </w:r>
    </w:p>
    <w:p w14:paraId="777B9B5D" w14:textId="77777777" w:rsidR="00666292" w:rsidRPr="00D476E3" w:rsidRDefault="00666292" w:rsidP="00666292">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292CB091">
          <v:shape id="_x0000_i1029" type="#_x0000_t75" style="width:13.3pt;height:27.85pt" o:ole="">
            <v:imagedata r:id="rId22" o:title=""/>
          </v:shape>
          <o:OLEObject Type="Embed" ProgID="Equation.3" ShapeID="_x0000_i1029" DrawAspect="Content" ObjectID="_1825495318" r:id="rId23"/>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5C76CE00" w14:textId="31FD52A3" w:rsidR="00A26DE0" w:rsidRPr="00A26DE0" w:rsidRDefault="00666292" w:rsidP="00A26DE0">
      <w:pPr>
        <w:tabs>
          <w:tab w:val="left" w:pos="2340"/>
          <w:tab w:val="left" w:pos="2700"/>
        </w:tabs>
        <w:spacing w:after="240"/>
        <w:ind w:left="4500" w:hanging="2340"/>
        <w:rPr>
          <w:bCs/>
          <w:szCs w:val="24"/>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p w14:paraId="54C9B04A" w14:textId="424983D8" w:rsidR="00A26DE0" w:rsidRPr="00A26DE0" w:rsidRDefault="00A26DE0" w:rsidP="00900C27">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tcPr>
          <w:p w14:paraId="5C4795F8" w14:textId="77777777" w:rsidR="00A26DE0" w:rsidRPr="00A26DE0" w:rsidRDefault="00A26DE0" w:rsidP="00A26DE0">
            <w:pPr>
              <w:spacing w:after="60"/>
              <w:jc w:val="center"/>
              <w:rPr>
                <w:iCs/>
                <w:sz w:val="20"/>
              </w:rPr>
            </w:pPr>
            <w:r w:rsidRPr="00A26DE0">
              <w:rPr>
                <w:iCs/>
                <w:sz w:val="20"/>
              </w:rPr>
              <w:t>$</w:t>
            </w:r>
          </w:p>
        </w:tc>
        <w:tc>
          <w:tcPr>
            <w:tcW w:w="3541" w:type="pct"/>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tcPr>
          <w:p w14:paraId="2CDCDB59" w14:textId="77777777" w:rsidR="00A26DE0" w:rsidRPr="00A26DE0" w:rsidRDefault="00A26DE0" w:rsidP="00A26DE0">
            <w:pPr>
              <w:spacing w:after="60"/>
              <w:jc w:val="center"/>
              <w:rPr>
                <w:iCs/>
                <w:sz w:val="20"/>
              </w:rPr>
            </w:pPr>
            <w:r w:rsidRPr="00A26DE0">
              <w:rPr>
                <w:iCs/>
                <w:sz w:val="20"/>
              </w:rPr>
              <w:t>$</w:t>
            </w:r>
          </w:p>
        </w:tc>
        <w:tc>
          <w:tcPr>
            <w:tcW w:w="3541" w:type="pct"/>
          </w:tcPr>
          <w:p w14:paraId="3ABB0E5E" w14:textId="49E5E4A4" w:rsidR="00343BD8"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w:t>
            </w:r>
            <w:r w:rsidR="00666292" w:rsidRPr="00D476E3">
              <w:rPr>
                <w:iCs/>
                <w:sz w:val="20"/>
              </w:rPr>
              <w:t>15-minute Settlement Interval</w:t>
            </w:r>
            <w:r w:rsidRPr="00A26DE0">
              <w:rPr>
                <w:iCs/>
                <w:sz w:val="20"/>
              </w:rPr>
              <w:t xml:space="preserve">. </w:t>
            </w:r>
          </w:p>
          <w:p w14:paraId="2FD7B8BB" w14:textId="679DB417" w:rsidR="00A26DE0" w:rsidRPr="00A26DE0" w:rsidRDefault="00A26DE0" w:rsidP="00A26DE0">
            <w:pPr>
              <w:spacing w:after="60"/>
              <w:rPr>
                <w:iCs/>
                <w:sz w:val="20"/>
              </w:rPr>
            </w:pPr>
          </w:p>
        </w:tc>
      </w:tr>
      <w:tr w:rsidR="00A26DE0" w:rsidRPr="00A26DE0" w14:paraId="657C3F15" w14:textId="77777777" w:rsidTr="00353B99">
        <w:tc>
          <w:tcPr>
            <w:tcW w:w="1060" w:type="pct"/>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tcPr>
          <w:p w14:paraId="585F6606" w14:textId="77777777" w:rsidR="00A26DE0" w:rsidRPr="00A26DE0" w:rsidRDefault="00A26DE0" w:rsidP="00A26DE0">
            <w:pPr>
              <w:spacing w:after="60"/>
              <w:jc w:val="center"/>
              <w:rPr>
                <w:iCs/>
                <w:sz w:val="20"/>
              </w:rPr>
            </w:pPr>
            <w:r w:rsidRPr="00A26DE0">
              <w:rPr>
                <w:iCs/>
                <w:sz w:val="20"/>
              </w:rPr>
              <w:t>$</w:t>
            </w:r>
          </w:p>
        </w:tc>
        <w:tc>
          <w:tcPr>
            <w:tcW w:w="3541" w:type="pct"/>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tcPr>
          <w:p w14:paraId="36DC86D2" w14:textId="77777777" w:rsidR="00A26DE0" w:rsidRPr="00A26DE0" w:rsidRDefault="00A26DE0" w:rsidP="00A26DE0">
            <w:pPr>
              <w:spacing w:after="60"/>
              <w:jc w:val="center"/>
              <w:rPr>
                <w:iCs/>
                <w:sz w:val="20"/>
              </w:rPr>
            </w:pPr>
            <w:r w:rsidRPr="00A26DE0">
              <w:rPr>
                <w:iCs/>
                <w:sz w:val="20"/>
              </w:rPr>
              <w:t>MW</w:t>
            </w:r>
          </w:p>
        </w:tc>
        <w:tc>
          <w:tcPr>
            <w:tcW w:w="3541" w:type="pct"/>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tcPr>
          <w:p w14:paraId="312ABCE0" w14:textId="77777777" w:rsidR="00A26DE0" w:rsidRPr="00A26DE0" w:rsidRDefault="00A26DE0" w:rsidP="00A26DE0">
            <w:pPr>
              <w:spacing w:after="60"/>
              <w:jc w:val="center"/>
              <w:rPr>
                <w:iCs/>
                <w:sz w:val="20"/>
              </w:rPr>
            </w:pPr>
            <w:r w:rsidRPr="00A26DE0">
              <w:rPr>
                <w:iCs/>
                <w:sz w:val="20"/>
              </w:rPr>
              <w:t>MW</w:t>
            </w:r>
          </w:p>
        </w:tc>
        <w:tc>
          <w:tcPr>
            <w:tcW w:w="3541" w:type="pct"/>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tcPr>
          <w:p w14:paraId="51FE5E59" w14:textId="77777777" w:rsidR="00A26DE0" w:rsidRPr="00A26DE0" w:rsidRDefault="00A26DE0" w:rsidP="00A26DE0">
            <w:pPr>
              <w:spacing w:after="60"/>
              <w:jc w:val="center"/>
              <w:rPr>
                <w:iCs/>
                <w:sz w:val="20"/>
              </w:rPr>
            </w:pPr>
            <w:r w:rsidRPr="00A26DE0">
              <w:rPr>
                <w:iCs/>
                <w:sz w:val="20"/>
              </w:rPr>
              <w:t>MW</w:t>
            </w:r>
          </w:p>
        </w:tc>
        <w:tc>
          <w:tcPr>
            <w:tcW w:w="3541" w:type="pct"/>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lastRenderedPageBreak/>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tcPr>
          <w:p w14:paraId="0962E94C" w14:textId="45FB80A0" w:rsidR="00A26DE0" w:rsidRPr="00A26DE0" w:rsidRDefault="00A26DE0" w:rsidP="00A26DE0">
            <w:pPr>
              <w:spacing w:after="60"/>
              <w:rPr>
                <w:iCs/>
                <w:sz w:val="20"/>
              </w:rPr>
            </w:pPr>
            <w:r w:rsidRPr="00A26DE0">
              <w:rPr>
                <w:iCs/>
                <w:sz w:val="20"/>
              </w:rPr>
              <w:lastRenderedPageBreak/>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329CBBDD" w14:textId="77777777" w:rsidR="00A26DE0" w:rsidRPr="00A26DE0" w:rsidRDefault="00A26DE0" w:rsidP="00A26DE0">
            <w:pPr>
              <w:spacing w:after="60"/>
              <w:jc w:val="center"/>
              <w:rPr>
                <w:iCs/>
                <w:sz w:val="20"/>
              </w:rPr>
            </w:pPr>
            <w:r w:rsidRPr="00A26DE0">
              <w:rPr>
                <w:iCs/>
                <w:sz w:val="20"/>
              </w:rPr>
              <w:t>MW</w:t>
            </w:r>
          </w:p>
        </w:tc>
        <w:tc>
          <w:tcPr>
            <w:tcW w:w="3541" w:type="pct"/>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0BD4308E" w14:textId="77777777" w:rsidR="00A26DE0" w:rsidRPr="00A26DE0" w:rsidRDefault="00A26DE0" w:rsidP="00A26DE0">
            <w:pPr>
              <w:spacing w:after="60"/>
              <w:jc w:val="center"/>
              <w:rPr>
                <w:iCs/>
                <w:sz w:val="20"/>
              </w:rPr>
            </w:pPr>
            <w:r w:rsidRPr="00A26DE0">
              <w:rPr>
                <w:iCs/>
                <w:sz w:val="20"/>
              </w:rPr>
              <w:t>MW</w:t>
            </w:r>
          </w:p>
        </w:tc>
        <w:tc>
          <w:tcPr>
            <w:tcW w:w="3541" w:type="pct"/>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45DEECDE" w14:textId="77777777" w:rsidR="00A26DE0" w:rsidRPr="00A26DE0" w:rsidRDefault="00A26DE0" w:rsidP="00A26DE0">
            <w:pPr>
              <w:spacing w:after="60"/>
              <w:jc w:val="center"/>
              <w:rPr>
                <w:iCs/>
                <w:sz w:val="20"/>
              </w:rPr>
            </w:pPr>
            <w:r w:rsidRPr="00A26DE0">
              <w:rPr>
                <w:iCs/>
                <w:sz w:val="20"/>
              </w:rPr>
              <w:t>MW</w:t>
            </w:r>
          </w:p>
        </w:tc>
        <w:tc>
          <w:tcPr>
            <w:tcW w:w="3541" w:type="pct"/>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58FC5BE0" w14:textId="77777777" w:rsidR="00A26DE0" w:rsidRPr="00A26DE0" w:rsidRDefault="00A26DE0" w:rsidP="00A26DE0">
            <w:pPr>
              <w:spacing w:after="60"/>
              <w:jc w:val="center"/>
              <w:rPr>
                <w:iCs/>
                <w:sz w:val="20"/>
              </w:rPr>
            </w:pPr>
            <w:r w:rsidRPr="00A26DE0">
              <w:rPr>
                <w:iCs/>
                <w:sz w:val="20"/>
              </w:rPr>
              <w:t>MW</w:t>
            </w:r>
          </w:p>
        </w:tc>
        <w:tc>
          <w:tcPr>
            <w:tcW w:w="3541" w:type="pct"/>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1CA098CD" w14:textId="16E8742D" w:rsidR="00434F7C" w:rsidRPr="00A26DE0" w:rsidRDefault="00434F7C" w:rsidP="00434F7C">
            <w:pPr>
              <w:spacing w:after="60"/>
              <w:jc w:val="center"/>
              <w:rPr>
                <w:iCs/>
                <w:sz w:val="20"/>
              </w:rPr>
            </w:pPr>
            <w:r w:rsidRPr="00A26DE0">
              <w:rPr>
                <w:iCs/>
                <w:sz w:val="20"/>
              </w:rPr>
              <w:t>MW</w:t>
            </w:r>
          </w:p>
        </w:tc>
        <w:tc>
          <w:tcPr>
            <w:tcW w:w="3541" w:type="pct"/>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666292" w:rsidRPr="00A26DE0" w14:paraId="3060EB68" w14:textId="77777777" w:rsidTr="00353B99">
        <w:tc>
          <w:tcPr>
            <w:tcW w:w="1060" w:type="pct"/>
          </w:tcPr>
          <w:p w14:paraId="2E794D49" w14:textId="1059AE1E" w:rsidR="00666292" w:rsidRPr="00A26DE0" w:rsidRDefault="00666292" w:rsidP="00666292">
            <w:pPr>
              <w:spacing w:after="60"/>
              <w:rPr>
                <w:iCs/>
                <w:sz w:val="20"/>
              </w:rPr>
            </w:pPr>
            <w:r w:rsidRPr="00D476E3">
              <w:rPr>
                <w:iCs/>
                <w:sz w:val="20"/>
              </w:rPr>
              <w:t xml:space="preserve">DARUOAWD </w:t>
            </w:r>
            <w:r w:rsidRPr="00D476E3">
              <w:rPr>
                <w:i/>
                <w:sz w:val="20"/>
                <w:vertAlign w:val="subscript"/>
              </w:rPr>
              <w:t>q</w:t>
            </w:r>
          </w:p>
        </w:tc>
        <w:tc>
          <w:tcPr>
            <w:tcW w:w="399" w:type="pct"/>
          </w:tcPr>
          <w:p w14:paraId="7E96A71B" w14:textId="5B797BC7" w:rsidR="00666292" w:rsidRPr="00A26DE0" w:rsidRDefault="00666292" w:rsidP="00666292">
            <w:pPr>
              <w:spacing w:after="60"/>
              <w:jc w:val="center"/>
              <w:rPr>
                <w:iCs/>
                <w:sz w:val="20"/>
              </w:rPr>
            </w:pPr>
            <w:r w:rsidRPr="00D476E3">
              <w:rPr>
                <w:iCs/>
                <w:sz w:val="20"/>
              </w:rPr>
              <w:t>MW</w:t>
            </w:r>
          </w:p>
        </w:tc>
        <w:tc>
          <w:tcPr>
            <w:tcW w:w="3541" w:type="pct"/>
          </w:tcPr>
          <w:p w14:paraId="7495C2D9" w14:textId="5E8E7B0D" w:rsidR="00666292" w:rsidRPr="00A26DE0" w:rsidRDefault="00666292" w:rsidP="00666292">
            <w:pPr>
              <w:spacing w:after="60"/>
              <w:rPr>
                <w:i/>
                <w:iCs/>
                <w:sz w:val="20"/>
              </w:rPr>
            </w:pPr>
            <w:r w:rsidRPr="00D476E3">
              <w:rPr>
                <w:i/>
                <w:iCs/>
                <w:sz w:val="20"/>
              </w:rPr>
              <w:t>Day-Ahead Reg-Up Only Award per QSE—</w:t>
            </w:r>
            <w:r w:rsidRPr="00D476E3">
              <w:rPr>
                <w:sz w:val="20"/>
              </w:rPr>
              <w:t xml:space="preserve">The Reg-Up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666292" w:rsidRPr="00A26DE0" w14:paraId="71CF2307" w14:textId="77777777" w:rsidTr="00353B99">
        <w:tc>
          <w:tcPr>
            <w:tcW w:w="1060" w:type="pct"/>
          </w:tcPr>
          <w:p w14:paraId="29F7C693" w14:textId="1B1381EF" w:rsidR="00666292" w:rsidRPr="00A26DE0" w:rsidRDefault="00666292" w:rsidP="00666292">
            <w:pPr>
              <w:spacing w:after="60"/>
              <w:rPr>
                <w:iCs/>
                <w:sz w:val="20"/>
              </w:rPr>
            </w:pPr>
            <w:r w:rsidRPr="00D476E3">
              <w:rPr>
                <w:iCs/>
                <w:sz w:val="20"/>
              </w:rPr>
              <w:t xml:space="preserve">DARDOAWD </w:t>
            </w:r>
            <w:r w:rsidRPr="00D476E3">
              <w:rPr>
                <w:i/>
                <w:sz w:val="20"/>
                <w:vertAlign w:val="subscript"/>
              </w:rPr>
              <w:t>q</w:t>
            </w:r>
          </w:p>
        </w:tc>
        <w:tc>
          <w:tcPr>
            <w:tcW w:w="399" w:type="pct"/>
          </w:tcPr>
          <w:p w14:paraId="2189C295" w14:textId="566C69FE" w:rsidR="00666292" w:rsidRPr="00A26DE0" w:rsidRDefault="00666292" w:rsidP="00666292">
            <w:pPr>
              <w:spacing w:after="60"/>
              <w:jc w:val="center"/>
              <w:rPr>
                <w:iCs/>
                <w:sz w:val="20"/>
              </w:rPr>
            </w:pPr>
            <w:r w:rsidRPr="00D476E3">
              <w:rPr>
                <w:iCs/>
                <w:sz w:val="20"/>
              </w:rPr>
              <w:t>MW</w:t>
            </w:r>
          </w:p>
        </w:tc>
        <w:tc>
          <w:tcPr>
            <w:tcW w:w="3541" w:type="pct"/>
          </w:tcPr>
          <w:p w14:paraId="3CFA850D" w14:textId="182B09A5" w:rsidR="00666292" w:rsidRPr="00A26DE0" w:rsidRDefault="00666292" w:rsidP="00666292">
            <w:pPr>
              <w:spacing w:after="60"/>
              <w:rPr>
                <w:i/>
                <w:iCs/>
                <w:sz w:val="20"/>
              </w:rPr>
            </w:pPr>
            <w:r w:rsidRPr="00D476E3">
              <w:rPr>
                <w:i/>
                <w:iCs/>
                <w:sz w:val="20"/>
              </w:rPr>
              <w:t>Day-Ahead Reg-Down Only Award per QSE—</w:t>
            </w:r>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666292" w:rsidRPr="00A26DE0" w14:paraId="0060810F" w14:textId="77777777" w:rsidTr="00353B99">
        <w:tc>
          <w:tcPr>
            <w:tcW w:w="1060" w:type="pct"/>
          </w:tcPr>
          <w:p w14:paraId="1ED9727A" w14:textId="461DC6A6" w:rsidR="00666292" w:rsidRPr="00A26DE0" w:rsidRDefault="00666292" w:rsidP="00666292">
            <w:pPr>
              <w:spacing w:after="60"/>
              <w:rPr>
                <w:iCs/>
                <w:sz w:val="20"/>
              </w:rPr>
            </w:pPr>
            <w:r w:rsidRPr="00D476E3">
              <w:rPr>
                <w:sz w:val="20"/>
              </w:rPr>
              <w:t xml:space="preserve">DARROAWD </w:t>
            </w:r>
            <w:r w:rsidRPr="00D476E3">
              <w:rPr>
                <w:i/>
                <w:sz w:val="20"/>
                <w:vertAlign w:val="subscript"/>
              </w:rPr>
              <w:t>q</w:t>
            </w:r>
          </w:p>
        </w:tc>
        <w:tc>
          <w:tcPr>
            <w:tcW w:w="399" w:type="pct"/>
          </w:tcPr>
          <w:p w14:paraId="1709742F" w14:textId="7F5AA19F" w:rsidR="00666292" w:rsidRPr="00A26DE0" w:rsidRDefault="00666292" w:rsidP="00666292">
            <w:pPr>
              <w:spacing w:after="60"/>
              <w:jc w:val="center"/>
              <w:rPr>
                <w:iCs/>
                <w:sz w:val="20"/>
              </w:rPr>
            </w:pPr>
            <w:r w:rsidRPr="00D476E3">
              <w:rPr>
                <w:sz w:val="20"/>
              </w:rPr>
              <w:t>MW</w:t>
            </w:r>
          </w:p>
        </w:tc>
        <w:tc>
          <w:tcPr>
            <w:tcW w:w="3541" w:type="pct"/>
          </w:tcPr>
          <w:p w14:paraId="60BAFBF3" w14:textId="52F7505D" w:rsidR="00666292" w:rsidRPr="00A26DE0" w:rsidRDefault="00666292" w:rsidP="00666292">
            <w:pPr>
              <w:spacing w:after="60"/>
              <w:rPr>
                <w:i/>
                <w:iCs/>
                <w:sz w:val="20"/>
              </w:rPr>
            </w:pPr>
            <w:r w:rsidRPr="00D476E3">
              <w:rPr>
                <w:i/>
                <w:sz w:val="20"/>
              </w:rPr>
              <w:t>Day-Ahead Responsive Reserve Only Award per QSE</w:t>
            </w:r>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666292" w:rsidRPr="00A26DE0" w14:paraId="269DDD87" w14:textId="77777777" w:rsidTr="00353B99">
        <w:tc>
          <w:tcPr>
            <w:tcW w:w="1060" w:type="pct"/>
          </w:tcPr>
          <w:p w14:paraId="2F82235F" w14:textId="74D2E682" w:rsidR="00666292" w:rsidRPr="00A26DE0" w:rsidRDefault="00666292" w:rsidP="00666292">
            <w:pPr>
              <w:spacing w:after="60"/>
              <w:rPr>
                <w:iCs/>
                <w:sz w:val="20"/>
              </w:rPr>
            </w:pPr>
            <w:r w:rsidRPr="00D476E3">
              <w:rPr>
                <w:iCs/>
                <w:sz w:val="20"/>
              </w:rPr>
              <w:t xml:space="preserve">DANSOAWD </w:t>
            </w:r>
            <w:r w:rsidRPr="00D476E3">
              <w:rPr>
                <w:i/>
                <w:sz w:val="20"/>
                <w:vertAlign w:val="subscript"/>
              </w:rPr>
              <w:t>q</w:t>
            </w:r>
          </w:p>
        </w:tc>
        <w:tc>
          <w:tcPr>
            <w:tcW w:w="399" w:type="pct"/>
          </w:tcPr>
          <w:p w14:paraId="2E93B560" w14:textId="59E20A8D" w:rsidR="00666292" w:rsidRPr="00A26DE0" w:rsidRDefault="00666292" w:rsidP="00666292">
            <w:pPr>
              <w:spacing w:after="60"/>
              <w:jc w:val="center"/>
              <w:rPr>
                <w:iCs/>
                <w:sz w:val="20"/>
              </w:rPr>
            </w:pPr>
            <w:r w:rsidRPr="00D476E3">
              <w:rPr>
                <w:iCs/>
                <w:sz w:val="20"/>
              </w:rPr>
              <w:t>MW</w:t>
            </w:r>
          </w:p>
        </w:tc>
        <w:tc>
          <w:tcPr>
            <w:tcW w:w="3541" w:type="pct"/>
          </w:tcPr>
          <w:p w14:paraId="73A1F0C0" w14:textId="4FBBB0D8" w:rsidR="00666292" w:rsidRPr="00A26DE0" w:rsidRDefault="00666292" w:rsidP="00666292">
            <w:pPr>
              <w:spacing w:after="60"/>
              <w:rPr>
                <w:i/>
                <w:iCs/>
                <w:sz w:val="20"/>
              </w:rPr>
            </w:pPr>
            <w:r w:rsidRPr="00D476E3">
              <w:rPr>
                <w:i/>
                <w:iCs/>
                <w:sz w:val="20"/>
              </w:rPr>
              <w:t>Day-Ahead Non-Spin Only Award per QSE—</w:t>
            </w:r>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666292" w:rsidRPr="00A26DE0" w14:paraId="53ED7095" w14:textId="77777777" w:rsidTr="00353B99">
        <w:tc>
          <w:tcPr>
            <w:tcW w:w="1060" w:type="pct"/>
          </w:tcPr>
          <w:p w14:paraId="7CD15AA5" w14:textId="6E7C1E57" w:rsidR="00666292" w:rsidRPr="00A26DE0" w:rsidRDefault="00666292" w:rsidP="00666292">
            <w:pPr>
              <w:spacing w:after="60"/>
              <w:rPr>
                <w:iCs/>
                <w:sz w:val="20"/>
              </w:rPr>
            </w:pPr>
            <w:r w:rsidRPr="00D476E3">
              <w:rPr>
                <w:iCs/>
                <w:sz w:val="20"/>
              </w:rPr>
              <w:t>DAECROAWD</w:t>
            </w:r>
            <w:r w:rsidRPr="00D476E3">
              <w:rPr>
                <w:i/>
                <w:sz w:val="20"/>
                <w:vertAlign w:val="subscript"/>
              </w:rPr>
              <w:t xml:space="preserve"> q</w:t>
            </w:r>
          </w:p>
        </w:tc>
        <w:tc>
          <w:tcPr>
            <w:tcW w:w="399" w:type="pct"/>
          </w:tcPr>
          <w:p w14:paraId="068F63FB" w14:textId="2AA4E193" w:rsidR="00666292" w:rsidRPr="00A26DE0" w:rsidRDefault="00666292" w:rsidP="00666292">
            <w:pPr>
              <w:spacing w:after="60"/>
              <w:jc w:val="center"/>
              <w:rPr>
                <w:iCs/>
                <w:sz w:val="20"/>
              </w:rPr>
            </w:pPr>
            <w:r w:rsidRPr="00D476E3">
              <w:rPr>
                <w:iCs/>
                <w:sz w:val="20"/>
              </w:rPr>
              <w:t>MW</w:t>
            </w:r>
          </w:p>
        </w:tc>
        <w:tc>
          <w:tcPr>
            <w:tcW w:w="3541" w:type="pct"/>
          </w:tcPr>
          <w:p w14:paraId="45FB475C" w14:textId="126E8285" w:rsidR="00666292" w:rsidRPr="00A26DE0" w:rsidRDefault="00666292" w:rsidP="00666292">
            <w:pPr>
              <w:spacing w:after="60"/>
              <w:rPr>
                <w:i/>
                <w:iCs/>
                <w:sz w:val="20"/>
              </w:rPr>
            </w:pPr>
            <w:r w:rsidRPr="00D476E3">
              <w:rPr>
                <w:i/>
                <w:iCs/>
                <w:sz w:val="20"/>
              </w:rPr>
              <w:t>Day-Ahead ERCOT Contingency Reserve Service Only Award per QSE—</w:t>
            </w:r>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p>
        </w:tc>
      </w:tr>
      <w:tr w:rsidR="00A26DE0" w:rsidRPr="00A26DE0" w14:paraId="1BDB3CB0" w14:textId="77777777" w:rsidTr="00900C27">
        <w:trPr>
          <w:trHeight w:val="525"/>
        </w:trPr>
        <w:tc>
          <w:tcPr>
            <w:tcW w:w="1060" w:type="pct"/>
            <w:tcBorders>
              <w:top w:val="nil"/>
            </w:tcBorders>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tcBorders>
              <w:top w:val="nil"/>
            </w:tcBorders>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tcBorders>
              <w:top w:val="nil"/>
            </w:tcBorders>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tcPr>
          <w:p w14:paraId="280483EE" w14:textId="77777777" w:rsidR="00A26DE0" w:rsidRPr="00A26DE0" w:rsidRDefault="00A26DE0" w:rsidP="00A26DE0">
            <w:pPr>
              <w:spacing w:after="60"/>
              <w:rPr>
                <w:iCs/>
                <w:sz w:val="20"/>
              </w:rPr>
            </w:pPr>
            <w:r w:rsidRPr="00A26DE0">
              <w:rPr>
                <w:iCs/>
                <w:sz w:val="20"/>
              </w:rPr>
              <w:lastRenderedPageBreak/>
              <w:t xml:space="preserve">MCPCRR </w:t>
            </w:r>
            <w:r w:rsidRPr="00A26DE0">
              <w:rPr>
                <w:i/>
                <w:iCs/>
                <w:sz w:val="20"/>
                <w:vertAlign w:val="subscript"/>
              </w:rPr>
              <w:t>DAM</w:t>
            </w:r>
          </w:p>
        </w:tc>
        <w:tc>
          <w:tcPr>
            <w:tcW w:w="399" w:type="pct"/>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666292" w:rsidRPr="00A26DE0" w14:paraId="7A6D831D" w14:textId="77777777" w:rsidTr="00353B99">
        <w:trPr>
          <w:trHeight w:val="525"/>
        </w:trPr>
        <w:tc>
          <w:tcPr>
            <w:tcW w:w="1060" w:type="pct"/>
          </w:tcPr>
          <w:p w14:paraId="31EA55E5" w14:textId="3A131BCE" w:rsidR="00666292" w:rsidRPr="00A26DE0" w:rsidRDefault="00666292" w:rsidP="00666292">
            <w:pPr>
              <w:spacing w:after="60"/>
              <w:rPr>
                <w:sz w:val="20"/>
              </w:rPr>
            </w:pPr>
            <w:r w:rsidRPr="00D476E3">
              <w:rPr>
                <w:sz w:val="20"/>
              </w:rPr>
              <w:t xml:space="preserve">RTMCPCRU </w:t>
            </w:r>
          </w:p>
        </w:tc>
        <w:tc>
          <w:tcPr>
            <w:tcW w:w="399" w:type="pct"/>
          </w:tcPr>
          <w:p w14:paraId="05EE0118" w14:textId="0A1E8B46" w:rsidR="00666292" w:rsidRPr="00A26DE0" w:rsidRDefault="00666292" w:rsidP="00666292">
            <w:pPr>
              <w:spacing w:after="60"/>
              <w:jc w:val="center"/>
              <w:rPr>
                <w:iCs/>
                <w:sz w:val="20"/>
              </w:rPr>
            </w:pPr>
            <w:r w:rsidRPr="00D476E3">
              <w:rPr>
                <w:iCs/>
                <w:sz w:val="20"/>
              </w:rPr>
              <w:t>$/MW</w:t>
            </w:r>
          </w:p>
        </w:tc>
        <w:tc>
          <w:tcPr>
            <w:tcW w:w="3541" w:type="pct"/>
          </w:tcPr>
          <w:p w14:paraId="16ACB376" w14:textId="50D1C350" w:rsidR="00666292" w:rsidRPr="00A26DE0" w:rsidRDefault="00666292" w:rsidP="00666292">
            <w:pPr>
              <w:spacing w:after="60"/>
              <w:rPr>
                <w:i/>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666292" w:rsidRPr="00A26DE0" w14:paraId="3381A6A6" w14:textId="77777777" w:rsidTr="00353B99">
        <w:trPr>
          <w:trHeight w:val="525"/>
        </w:trPr>
        <w:tc>
          <w:tcPr>
            <w:tcW w:w="1060" w:type="pct"/>
          </w:tcPr>
          <w:p w14:paraId="0927F9A6" w14:textId="1A3EA776" w:rsidR="00666292" w:rsidRPr="00A26DE0" w:rsidRDefault="00666292" w:rsidP="00666292">
            <w:pPr>
              <w:spacing w:after="60"/>
              <w:rPr>
                <w:sz w:val="20"/>
              </w:rPr>
            </w:pPr>
            <w:r w:rsidRPr="00D476E3">
              <w:rPr>
                <w:sz w:val="20"/>
              </w:rPr>
              <w:t>RTMCPCRD</w:t>
            </w:r>
          </w:p>
        </w:tc>
        <w:tc>
          <w:tcPr>
            <w:tcW w:w="399" w:type="pct"/>
          </w:tcPr>
          <w:p w14:paraId="5DA11A16" w14:textId="70AB13B6" w:rsidR="00666292" w:rsidRPr="00A26DE0" w:rsidRDefault="00666292" w:rsidP="00666292">
            <w:pPr>
              <w:spacing w:after="60"/>
              <w:jc w:val="center"/>
              <w:rPr>
                <w:iCs/>
                <w:sz w:val="20"/>
              </w:rPr>
            </w:pPr>
            <w:r w:rsidRPr="00D476E3">
              <w:rPr>
                <w:iCs/>
                <w:sz w:val="20"/>
              </w:rPr>
              <w:t>$/MW</w:t>
            </w:r>
          </w:p>
        </w:tc>
        <w:tc>
          <w:tcPr>
            <w:tcW w:w="3541" w:type="pct"/>
          </w:tcPr>
          <w:p w14:paraId="0872B475" w14:textId="6E200FA5" w:rsidR="00666292" w:rsidRPr="00A26DE0" w:rsidRDefault="00666292" w:rsidP="00666292">
            <w:pPr>
              <w:spacing w:after="60"/>
              <w:rPr>
                <w:i/>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666292" w:rsidRPr="00A26DE0" w14:paraId="77E20A6F" w14:textId="77777777" w:rsidTr="00353B99">
        <w:trPr>
          <w:trHeight w:val="525"/>
        </w:trPr>
        <w:tc>
          <w:tcPr>
            <w:tcW w:w="1060" w:type="pct"/>
          </w:tcPr>
          <w:p w14:paraId="5F0527BF" w14:textId="77777777" w:rsidR="00666292" w:rsidRPr="00D476E3" w:rsidRDefault="00666292" w:rsidP="00666292">
            <w:pPr>
              <w:spacing w:after="60"/>
              <w:rPr>
                <w:sz w:val="20"/>
              </w:rPr>
            </w:pPr>
            <w:r w:rsidRPr="00D476E3">
              <w:rPr>
                <w:sz w:val="20"/>
              </w:rPr>
              <w:t>RTMCPCRR</w:t>
            </w:r>
          </w:p>
          <w:p w14:paraId="3D7CD936" w14:textId="77777777" w:rsidR="00666292" w:rsidRPr="00A26DE0" w:rsidRDefault="00666292" w:rsidP="00666292">
            <w:pPr>
              <w:spacing w:after="60"/>
              <w:rPr>
                <w:sz w:val="20"/>
              </w:rPr>
            </w:pPr>
          </w:p>
        </w:tc>
        <w:tc>
          <w:tcPr>
            <w:tcW w:w="399" w:type="pct"/>
          </w:tcPr>
          <w:p w14:paraId="79A5AEC7" w14:textId="63D2BF7F" w:rsidR="00666292" w:rsidRPr="00A26DE0" w:rsidRDefault="00666292" w:rsidP="00666292">
            <w:pPr>
              <w:spacing w:after="60"/>
              <w:jc w:val="center"/>
              <w:rPr>
                <w:iCs/>
                <w:sz w:val="20"/>
              </w:rPr>
            </w:pPr>
            <w:r w:rsidRPr="00D476E3">
              <w:rPr>
                <w:iCs/>
                <w:sz w:val="20"/>
              </w:rPr>
              <w:t>$/MW</w:t>
            </w:r>
          </w:p>
        </w:tc>
        <w:tc>
          <w:tcPr>
            <w:tcW w:w="3541" w:type="pct"/>
          </w:tcPr>
          <w:p w14:paraId="642EF10A" w14:textId="270967AB" w:rsidR="00666292" w:rsidRPr="00A26DE0" w:rsidRDefault="00666292" w:rsidP="00666292">
            <w:pPr>
              <w:spacing w:after="60"/>
              <w:rPr>
                <w:i/>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666292" w:rsidRPr="00A26DE0" w14:paraId="31CD8F14" w14:textId="77777777" w:rsidTr="00353B99">
        <w:trPr>
          <w:trHeight w:val="525"/>
        </w:trPr>
        <w:tc>
          <w:tcPr>
            <w:tcW w:w="1060" w:type="pct"/>
          </w:tcPr>
          <w:p w14:paraId="3A96F410" w14:textId="2EDAE09E" w:rsidR="00666292" w:rsidRPr="00A26DE0" w:rsidRDefault="00666292" w:rsidP="00666292">
            <w:pPr>
              <w:spacing w:after="60"/>
              <w:rPr>
                <w:sz w:val="20"/>
              </w:rPr>
            </w:pPr>
            <w:r w:rsidRPr="00D476E3">
              <w:rPr>
                <w:sz w:val="20"/>
              </w:rPr>
              <w:t>RTMCPCNS</w:t>
            </w:r>
          </w:p>
        </w:tc>
        <w:tc>
          <w:tcPr>
            <w:tcW w:w="399" w:type="pct"/>
          </w:tcPr>
          <w:p w14:paraId="4C1DCFB8" w14:textId="1DE7CA8B" w:rsidR="00666292" w:rsidRPr="00A26DE0" w:rsidRDefault="00666292" w:rsidP="00666292">
            <w:pPr>
              <w:spacing w:after="60"/>
              <w:jc w:val="center"/>
              <w:rPr>
                <w:iCs/>
                <w:sz w:val="20"/>
              </w:rPr>
            </w:pPr>
            <w:r w:rsidRPr="00D476E3">
              <w:rPr>
                <w:iCs/>
                <w:sz w:val="20"/>
              </w:rPr>
              <w:t>$/MW</w:t>
            </w:r>
          </w:p>
        </w:tc>
        <w:tc>
          <w:tcPr>
            <w:tcW w:w="3541" w:type="pct"/>
          </w:tcPr>
          <w:p w14:paraId="2EB6B1BE" w14:textId="6051F25D" w:rsidR="00666292" w:rsidRPr="00A26DE0" w:rsidRDefault="00666292" w:rsidP="00666292">
            <w:pPr>
              <w:spacing w:after="60"/>
              <w:rPr>
                <w:i/>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666292" w:rsidRPr="00A26DE0" w14:paraId="44ED11D5" w14:textId="77777777" w:rsidTr="00353B99">
        <w:trPr>
          <w:trHeight w:val="525"/>
        </w:trPr>
        <w:tc>
          <w:tcPr>
            <w:tcW w:w="1060" w:type="pct"/>
          </w:tcPr>
          <w:p w14:paraId="5839C4E7" w14:textId="42CBB8A5" w:rsidR="00666292" w:rsidRPr="00A26DE0" w:rsidRDefault="00666292" w:rsidP="00666292">
            <w:pPr>
              <w:spacing w:after="60"/>
              <w:rPr>
                <w:sz w:val="20"/>
              </w:rPr>
            </w:pPr>
            <w:r w:rsidRPr="00D476E3">
              <w:rPr>
                <w:sz w:val="20"/>
              </w:rPr>
              <w:t>RTMCPCECR</w:t>
            </w:r>
          </w:p>
        </w:tc>
        <w:tc>
          <w:tcPr>
            <w:tcW w:w="399" w:type="pct"/>
          </w:tcPr>
          <w:p w14:paraId="3B43C1F0" w14:textId="1C776A22" w:rsidR="00666292" w:rsidRPr="00A26DE0" w:rsidRDefault="00666292" w:rsidP="00666292">
            <w:pPr>
              <w:spacing w:after="60"/>
              <w:jc w:val="center"/>
              <w:rPr>
                <w:iCs/>
                <w:sz w:val="20"/>
              </w:rPr>
            </w:pPr>
            <w:r w:rsidRPr="00D476E3">
              <w:rPr>
                <w:bCs/>
                <w:iCs/>
                <w:sz w:val="20"/>
              </w:rPr>
              <w:t>$/MW</w:t>
            </w:r>
          </w:p>
        </w:tc>
        <w:tc>
          <w:tcPr>
            <w:tcW w:w="3541" w:type="pct"/>
          </w:tcPr>
          <w:p w14:paraId="3173DCDF" w14:textId="2C2F6C2D" w:rsidR="00666292" w:rsidRPr="00A26DE0" w:rsidRDefault="00666292" w:rsidP="00666292">
            <w:pPr>
              <w:spacing w:after="60"/>
              <w:rPr>
                <w:i/>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900C27">
        <w:trPr>
          <w:cantSplit/>
          <w:trHeight w:val="309"/>
        </w:trPr>
        <w:tc>
          <w:tcPr>
            <w:tcW w:w="1062" w:type="pct"/>
            <w:tcBorders>
              <w:top w:val="nil"/>
              <w:left w:val="single" w:sz="4" w:space="0" w:color="auto"/>
              <w:bottom w:val="single" w:sz="4" w:space="0" w:color="auto"/>
              <w:right w:val="single" w:sz="4"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nil"/>
              <w:left w:val="single" w:sz="4" w:space="0" w:color="auto"/>
              <w:bottom w:val="single" w:sz="4" w:space="0" w:color="auto"/>
              <w:right w:val="single" w:sz="4"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nil"/>
              <w:left w:val="single" w:sz="4" w:space="0" w:color="auto"/>
              <w:bottom w:val="single" w:sz="4"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900C27">
        <w:trPr>
          <w:cantSplit/>
          <w:trHeight w:val="309"/>
        </w:trPr>
        <w:tc>
          <w:tcPr>
            <w:tcW w:w="1062" w:type="pct"/>
            <w:tcBorders>
              <w:top w:val="single" w:sz="4"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4" w:space="0" w:color="auto"/>
              <w:left w:val="single" w:sz="6" w:space="0" w:color="auto"/>
              <w:bottom w:val="single" w:sz="6" w:space="0" w:color="auto"/>
              <w:right w:val="single" w:sz="4" w:space="0" w:color="auto"/>
            </w:tcBorders>
          </w:tcPr>
          <w:p w14:paraId="102CF330" w14:textId="4725E538" w:rsidR="00C80FEF" w:rsidRPr="00A26DE0" w:rsidRDefault="00A26DE0" w:rsidP="00A26DE0">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00666292">
              <w:rPr>
                <w:bCs/>
                <w:iCs/>
                <w:sz w:val="20"/>
              </w:rPr>
              <w:t>hour</w:t>
            </w:r>
            <w:r w:rsidRPr="00A26DE0">
              <w:rPr>
                <w:bCs/>
                <w:iCs/>
                <w:sz w:val="20"/>
              </w:rPr>
              <w:t>.</w:t>
            </w:r>
          </w:p>
          <w:p w14:paraId="1688CC25" w14:textId="1FBC26E5" w:rsidR="00A26DE0" w:rsidRPr="00A26DE0" w:rsidRDefault="00A26DE0" w:rsidP="00A26DE0">
            <w:pPr>
              <w:spacing w:after="60"/>
              <w:rPr>
                <w:bCs/>
                <w:i/>
                <w:iCs/>
                <w:sz w:val="20"/>
              </w:rPr>
            </w:pP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214882315"/>
      <w:r>
        <w:t>9.15</w:t>
      </w:r>
      <w:r>
        <w:tab/>
        <w:t>Settlement Charges</w:t>
      </w:r>
      <w:bookmarkEnd w:id="463"/>
      <w:bookmarkEnd w:id="464"/>
      <w:bookmarkEnd w:id="465"/>
      <w:bookmarkEnd w:id="466"/>
      <w:bookmarkEnd w:id="467"/>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214882316"/>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214882317"/>
      <w:r>
        <w:lastRenderedPageBreak/>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214882318"/>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40" type="#_x0000_t75" style="width:14.5pt;height:21.2pt" o:ole="">
            <v:imagedata r:id="rId24" o:title=""/>
          </v:shape>
          <o:OLEObject Type="Embed" ProgID="Equation.3" ShapeID="_x0000_i1040" DrawAspect="Content" ObjectID="_1825495319"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 xml:space="preserve">The summation is over </w:t>
            </w:r>
            <w:proofErr w:type="gramStart"/>
            <w:r w:rsidR="006A6713" w:rsidRPr="00881336">
              <w:rPr>
                <w:b w:val="0"/>
                <w:i w:val="0"/>
                <w:iCs/>
                <w:sz w:val="20"/>
                <w:szCs w:val="20"/>
              </w:rPr>
              <w:t>all of</w:t>
            </w:r>
            <w:proofErr w:type="gramEnd"/>
            <w:r w:rsidR="006A6713" w:rsidRPr="00881336">
              <w:rPr>
                <w:b w:val="0"/>
                <w:i w:val="0"/>
                <w:iCs/>
                <w:sz w:val="20"/>
                <w:szCs w:val="20"/>
              </w:rPr>
              <w:t xml:space="preserve">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214882319"/>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214882320"/>
      <w:r>
        <w:lastRenderedPageBreak/>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214882321"/>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w:t>
      </w:r>
      <w:proofErr w:type="gramStart"/>
      <w:r>
        <w:t>provide to</w:t>
      </w:r>
      <w:proofErr w:type="gramEnd"/>
      <w:r>
        <w:t xml:space="preserve"> Market Participants on the </w:t>
      </w:r>
      <w:r w:rsidR="004B2A63">
        <w:rPr>
          <w:iCs/>
        </w:rPr>
        <w:t xml:space="preserve">ERCOT </w:t>
      </w:r>
      <w:proofErr w:type="gramStart"/>
      <w:r w:rsidR="004B2A63">
        <w:rPr>
          <w:iCs/>
        </w:rPr>
        <w:t>website</w:t>
      </w:r>
      <w:proofErr w:type="gramEnd"/>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xml:space="preserve">, as applicable, </w:t>
      </w:r>
      <w:proofErr w:type="gramStart"/>
      <w:r>
        <w:t>coincident to</w:t>
      </w:r>
      <w:proofErr w:type="gramEnd"/>
      <w:r>
        <w:t xml:space="preserve">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638708B2"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5502E">
        <w:t xml:space="preserve">Energy Storage Resources (ESRs)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24128EDE"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0025502E">
              <w:rPr>
                <w:b/>
                <w:i/>
                <w:iCs/>
              </w:rPr>
              <w:t xml:space="preserve"> and</w:t>
            </w:r>
            <w:r w:rsidR="00600516">
              <w:rPr>
                <w:b/>
                <w:i/>
                <w:iCs/>
              </w:rPr>
              <w:t xml:space="preserve"> NPRR1188</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p>
          <w:p w14:paraId="6D94AB8E" w14:textId="2EA40ECB"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w:t>
            </w:r>
            <w:r w:rsidR="0070250D">
              <w:t xml:space="preserve">Energy Storage Resources (ESRs) + </w:t>
            </w:r>
            <w:r w:rsidRPr="00B37522">
              <w:t xml:space="preserve">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w:t>
            </w:r>
            <w:r w:rsidRPr="00B37522">
              <w:lastRenderedPageBreak/>
              <w:t xml:space="preserve">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lastRenderedPageBreak/>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 xml:space="preserve">The Load Ratio Share (LRS) for each DSP and ELSE coincident </w:t>
            </w:r>
            <w:proofErr w:type="gramStart"/>
            <w:r w:rsidRPr="0012618F">
              <w:rPr>
                <w:iCs/>
                <w:sz w:val="20"/>
              </w:rPr>
              <w:t>to</w:t>
            </w:r>
            <w:proofErr w:type="gramEnd"/>
            <w:r w:rsidRPr="0012618F">
              <w:rPr>
                <w:iCs/>
                <w:sz w:val="20"/>
              </w:rPr>
              <w:t xml:space="preserve">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proofErr w:type="spellStart"/>
            <w:r w:rsidRPr="00812ECB">
              <w:rPr>
                <w:b/>
                <w:i/>
                <w:vertAlign w:val="subscript"/>
              </w:rPr>
              <w:t>tdsp</w:t>
            </w:r>
            <w:proofErr w:type="spellEnd"/>
            <w:r w:rsidRPr="00812ECB">
              <w:rPr>
                <w:b/>
                <w:vertAlign w:val="subscript"/>
              </w:rPr>
              <w:t xml:space="preserve"> = </w:t>
            </w:r>
            <w:r w:rsidRPr="00812ECB">
              <w:rPr>
                <w:b/>
              </w:rPr>
              <w:t xml:space="preserve">(PLTDSP4CPLRS </w:t>
            </w:r>
            <w:proofErr w:type="spellStart"/>
            <w:r w:rsidRPr="00812ECB">
              <w:rPr>
                <w:b/>
                <w:vertAlign w:val="subscript"/>
              </w:rPr>
              <w:t>t</w:t>
            </w:r>
            <w:r w:rsidRPr="00812ECB">
              <w:rPr>
                <w:b/>
                <w:i/>
                <w:vertAlign w:val="subscript"/>
              </w:rPr>
              <w:t>dsp</w:t>
            </w:r>
            <w:proofErr w:type="spellEnd"/>
            <w:r w:rsidRPr="00812ECB">
              <w:rPr>
                <w:b/>
              </w:rPr>
              <w:t xml:space="preserve"> * NLADJ) + PLTDSP4CP </w:t>
            </w:r>
            <w:proofErr w:type="spellStart"/>
            <w:r w:rsidRPr="00812ECB">
              <w:rPr>
                <w:b/>
                <w:i/>
                <w:vertAlign w:val="subscript"/>
              </w:rPr>
              <w:t>tdsp</w:t>
            </w:r>
            <w:proofErr w:type="spellEnd"/>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lastRenderedPageBreak/>
                    <w:t>PLTDSP4CPLRS</w:t>
                  </w:r>
                  <w:r>
                    <w:rPr>
                      <w:iCs/>
                      <w:sz w:val="20"/>
                    </w:rPr>
                    <w:t xml:space="preserve"> </w:t>
                  </w:r>
                  <w:proofErr w:type="spellStart"/>
                  <w:r w:rsidRPr="0012618F">
                    <w:rPr>
                      <w:i/>
                      <w:iCs/>
                      <w:sz w:val="20"/>
                      <w:vertAlign w:val="subscript"/>
                    </w:rPr>
                    <w:t>tdsp</w:t>
                  </w:r>
                  <w:proofErr w:type="spellEnd"/>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 xml:space="preserve">The Load Ratio Share (LRS) for each DSP and ELSE coincident </w:t>
                  </w:r>
                  <w:proofErr w:type="gramStart"/>
                  <w:r w:rsidRPr="0012618F">
                    <w:rPr>
                      <w:iCs/>
                      <w:sz w:val="20"/>
                    </w:rPr>
                    <w:t>to</w:t>
                  </w:r>
                  <w:proofErr w:type="gramEnd"/>
                  <w:r w:rsidRPr="0012618F">
                    <w:rPr>
                      <w:iCs/>
                      <w:sz w:val="20"/>
                    </w:rPr>
                    <w:t xml:space="preserve">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proofErr w:type="spellStart"/>
                  <w:r w:rsidRPr="0012618F">
                    <w:rPr>
                      <w:i/>
                      <w:sz w:val="20"/>
                    </w:rPr>
                    <w:t>tdsp</w:t>
                  </w:r>
                  <w:proofErr w:type="spellEnd"/>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bookmarkStart w:id="511" w:name="_Toc214882322"/>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 xml:space="preserve">Megawatt-hours (MWh) </w:t>
      </w:r>
      <w:proofErr w:type="gramStart"/>
      <w:r>
        <w:t>actually transferred</w:t>
      </w:r>
      <w:proofErr w:type="gramEnd"/>
      <w:r>
        <w:t>;</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w:t>
      </w:r>
      <w:proofErr w:type="gramStart"/>
      <w:r>
        <w:t>requesting</w:t>
      </w:r>
      <w:proofErr w:type="gramEnd"/>
      <w:r>
        <w:t xml:space="preserve">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214882323"/>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lastRenderedPageBreak/>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proofErr w:type="gramStart"/>
      <w:r>
        <w:t>(2)</w:t>
      </w:r>
      <w:r>
        <w:tab/>
        <w:t>Within</w:t>
      </w:r>
      <w:proofErr w:type="gramEnd"/>
      <w:r>
        <w:t xml:space="preserve"> 30 days after a profile segment receives final approval from ERCOT, the </w:t>
      </w:r>
      <w:proofErr w:type="gramStart"/>
      <w:r>
        <w:t>requestor</w:t>
      </w:r>
      <w:proofErr w:type="gramEnd"/>
      <w:r>
        <w:t xml:space="preserve">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 xml:space="preserve">Requestor’s reasonable internal documented costs itemizing all </w:t>
      </w:r>
      <w:proofErr w:type="gramStart"/>
      <w:r>
        <w:t>persons</w:t>
      </w:r>
      <w:proofErr w:type="gramEnd"/>
      <w:r>
        <w:t>,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lastRenderedPageBreak/>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w:t>
      </w:r>
      <w:proofErr w:type="gramStart"/>
      <w:r>
        <w:t>subscribing</w:t>
      </w:r>
      <w:proofErr w:type="gramEnd"/>
      <w:r>
        <w:t xml:space="preserve"> </w:t>
      </w:r>
      <w:proofErr w:type="gramStart"/>
      <w:smartTag w:uri="urn:schemas-microsoft-com:office:smarttags" w:element="stockticker">
        <w:r>
          <w:t>REP</w:t>
        </w:r>
      </w:smartTag>
      <w:r>
        <w:t xml:space="preserve"> to the requestor and any previous</w:t>
      </w:r>
      <w:proofErr w:type="gramEnd"/>
      <w:r>
        <w:t xml:space="preserve">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t>
      </w:r>
      <w:proofErr w:type="gramStart"/>
      <w:r>
        <w:t>without being assessed</w:t>
      </w:r>
      <w:proofErr w:type="gramEnd"/>
      <w:r>
        <w:t xml:space="preserve">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214882324"/>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w:t>
      </w:r>
      <w:proofErr w:type="gramStart"/>
      <w:r w:rsidR="00082CB5">
        <w:t>short-pay</w:t>
      </w:r>
      <w:proofErr w:type="gramEnd"/>
      <w:r w:rsidR="00082CB5">
        <w:t>),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w:t>
      </w:r>
      <w:proofErr w:type="gramStart"/>
      <w:r w:rsidR="00E82827">
        <w:t>of</w:t>
      </w:r>
      <w:proofErr w:type="gramEnd"/>
      <w:r w:rsidR="00E82827">
        <w:t xml:space="preserve">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w:t>
      </w:r>
      <w:r>
        <w:lastRenderedPageBreak/>
        <w:t xml:space="preserve">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w:t>
      </w:r>
      <w:proofErr w:type="gramStart"/>
      <w:r w:rsidRPr="00A06E01">
        <w:rPr>
          <w:b w:val="0"/>
          <w:i w:val="0"/>
          <w:lang w:val="en-US" w:eastAsia="en-US"/>
        </w:rPr>
        <w:t>rata basis</w:t>
      </w:r>
      <w:proofErr w:type="gramEnd"/>
      <w:r w:rsidRPr="00A06E01">
        <w:rPr>
          <w:b w:val="0"/>
          <w:i w:val="0"/>
          <w:lang w:val="en-US" w:eastAsia="en-US"/>
        </w:rPr>
        <w:t xml:space="preserve"> of </w:t>
      </w:r>
      <w:proofErr w:type="gramStart"/>
      <w:r w:rsidRPr="00A06E01">
        <w:rPr>
          <w:b w:val="0"/>
          <w:i w:val="0"/>
          <w:lang w:val="en-US" w:eastAsia="en-US"/>
        </w:rPr>
        <w:t>monies</w:t>
      </w:r>
      <w:proofErr w:type="gramEnd"/>
      <w:r w:rsidRPr="00A06E01">
        <w:rPr>
          <w:b w:val="0"/>
          <w:i w:val="0"/>
          <w:lang w:val="en-US" w:eastAsia="en-US"/>
        </w:rPr>
        <w:t xml:space="preserve"> owed to each Settlement Invoice Recipient, to the extent necessary to clear ERCOT’s accounts on the payment due date to achieve revenue neutrality for ERCOT.  ERCOT shall </w:t>
      </w:r>
      <w:proofErr w:type="gramStart"/>
      <w:r w:rsidRPr="00A06E01">
        <w:rPr>
          <w:b w:val="0"/>
          <w:i w:val="0"/>
          <w:lang w:val="en-US" w:eastAsia="en-US"/>
        </w:rPr>
        <w:t>provide to</w:t>
      </w:r>
      <w:proofErr w:type="gramEnd"/>
      <w:r w:rsidRPr="00A06E01">
        <w:rPr>
          <w:b w:val="0"/>
          <w:i w:val="0"/>
          <w:lang w:val="en-US" w:eastAsia="en-US"/>
        </w:rPr>
        <w:t xml:space="preserve"> all Market </w:t>
      </w:r>
      <w:proofErr w:type="gramStart"/>
      <w:r w:rsidRPr="00A06E01">
        <w:rPr>
          <w:b w:val="0"/>
          <w:i w:val="0"/>
          <w:lang w:val="en-US" w:eastAsia="en-US"/>
        </w:rPr>
        <w:t>Participants</w:t>
      </w:r>
      <w:proofErr w:type="gramEnd"/>
      <w:r w:rsidRPr="00A06E01">
        <w:rPr>
          <w:b w:val="0"/>
          <w:i w:val="0"/>
          <w:lang w:val="en-US" w:eastAsia="en-US"/>
        </w:rPr>
        <w:t xml:space="preserve"> payment details on all short </w:t>
      </w:r>
      <w:proofErr w:type="gramStart"/>
      <w:r w:rsidRPr="00A06E01">
        <w:rPr>
          <w:b w:val="0"/>
          <w:i w:val="0"/>
          <w:lang w:val="en-US" w:eastAsia="en-US"/>
        </w:rPr>
        <w:t>pays</w:t>
      </w:r>
      <w:proofErr w:type="gramEnd"/>
      <w:r w:rsidRPr="00A06E01">
        <w:rPr>
          <w:b w:val="0"/>
          <w:i w:val="0"/>
          <w:lang w:val="en-US" w:eastAsia="en-US"/>
        </w:rPr>
        <w:t xml:space="preserve"> and subsequent reimbursements of short </w:t>
      </w:r>
      <w:proofErr w:type="gramStart"/>
      <w:r w:rsidRPr="00A06E01">
        <w:rPr>
          <w:b w:val="0"/>
          <w:i w:val="0"/>
          <w:lang w:val="en-US" w:eastAsia="en-US"/>
        </w:rPr>
        <w:t>pays</w:t>
      </w:r>
      <w:proofErr w:type="gramEnd"/>
      <w:r w:rsidRPr="00A06E01">
        <w:rPr>
          <w:b w:val="0"/>
          <w:i w:val="0"/>
          <w:lang w:val="en-US" w:eastAsia="en-US"/>
        </w:rPr>
        <w:t>.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proofErr w:type="gramStart"/>
      <w:r w:rsidRPr="00A761CE">
        <w:t>(</w:t>
      </w:r>
      <w:r>
        <w:t>f)</w:t>
      </w:r>
      <w:r>
        <w:tab/>
        <w:t>When</w:t>
      </w:r>
      <w:proofErr w:type="gramEnd"/>
      <w:r>
        <w:t xml:space="preserve"> ERCOT </w:t>
      </w:r>
      <w:proofErr w:type="gramStart"/>
      <w:r>
        <w:t>enters into</w:t>
      </w:r>
      <w:proofErr w:type="gramEnd"/>
      <w:r>
        <w:t xml:space="preserve">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 xml:space="preserve">The schedule of quantifiable expected payments, updated </w:t>
      </w:r>
      <w:proofErr w:type="gramStart"/>
      <w:r>
        <w:t>if and when</w:t>
      </w:r>
      <w:proofErr w:type="gramEnd"/>
      <w:r>
        <w:t xml:space="preserve">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4DD" w:rsidRPr="004B32CF" w14:paraId="79A63EE6" w14:textId="77777777" w:rsidTr="00F26542">
        <w:trPr>
          <w:trHeight w:val="656"/>
        </w:trPr>
        <w:tc>
          <w:tcPr>
            <w:tcW w:w="9350" w:type="dxa"/>
            <w:shd w:val="pct12" w:color="auto" w:fill="auto"/>
          </w:tcPr>
          <w:p w14:paraId="45710999" w14:textId="4965E612" w:rsidR="008824DD" w:rsidRPr="006D0E4C" w:rsidRDefault="008824DD" w:rsidP="00F26542">
            <w:pPr>
              <w:spacing w:after="240"/>
              <w:rPr>
                <w:b/>
                <w:i/>
                <w:iCs/>
              </w:rPr>
            </w:pPr>
            <w:r w:rsidRPr="006D0E4C">
              <w:rPr>
                <w:b/>
                <w:i/>
                <w:iCs/>
              </w:rPr>
              <w:t>[NPRR1</w:t>
            </w:r>
            <w:r>
              <w:rPr>
                <w:b/>
                <w:i/>
                <w:iCs/>
              </w:rPr>
              <w:t>239</w:t>
            </w:r>
            <w:r w:rsidRPr="006D0E4C">
              <w:rPr>
                <w:b/>
                <w:i/>
                <w:iCs/>
              </w:rPr>
              <w:t xml:space="preserve">: </w:t>
            </w:r>
            <w:r w:rsidR="00807F84">
              <w:rPr>
                <w:b/>
                <w:i/>
                <w:iCs/>
              </w:rPr>
              <w:t xml:space="preserve"> </w:t>
            </w:r>
            <w:r w:rsidRPr="006D0E4C">
              <w:rPr>
                <w:b/>
                <w:i/>
                <w:iCs/>
              </w:rPr>
              <w:t>Replace paragraph (</w:t>
            </w:r>
            <w:r>
              <w:rPr>
                <w:b/>
                <w:i/>
                <w:iCs/>
              </w:rPr>
              <w:t>f</w:t>
            </w:r>
            <w:r w:rsidRPr="006D0E4C">
              <w:rPr>
                <w:b/>
                <w:i/>
                <w:iCs/>
              </w:rPr>
              <w:t>) above with the following upon system implementation:]</w:t>
            </w:r>
          </w:p>
          <w:p w14:paraId="4B7D96EC" w14:textId="77777777" w:rsidR="008824DD" w:rsidRPr="00CF7537" w:rsidRDefault="008824DD" w:rsidP="008824DD">
            <w:pPr>
              <w:spacing w:after="240"/>
              <w:ind w:left="1440" w:hanging="720"/>
            </w:pPr>
            <w:r w:rsidRPr="00CF7537">
              <w:t>(f)</w:t>
            </w:r>
            <w:r w:rsidRPr="00CF7537">
              <w:tab/>
              <w:t xml:space="preserve">When ERCOT </w:t>
            </w:r>
            <w:proofErr w:type="gramStart"/>
            <w:r w:rsidRPr="00CF7537">
              <w:t>enters into</w:t>
            </w:r>
            <w:proofErr w:type="gramEnd"/>
            <w:r w:rsidRPr="00CF7537">
              <w:t xml:space="preserve"> a payment plan with a short-pay Invoice Recipient, ERCOT shall post to the </w:t>
            </w:r>
            <w:r>
              <w:t>ERCOT website</w:t>
            </w:r>
            <w:r w:rsidRPr="00CF7537">
              <w:t>:</w:t>
            </w:r>
          </w:p>
          <w:p w14:paraId="2C13CBE7" w14:textId="77777777" w:rsidR="008824DD" w:rsidRPr="00CF7537" w:rsidRDefault="008824DD" w:rsidP="008824DD">
            <w:pPr>
              <w:spacing w:after="240"/>
              <w:ind w:left="2160" w:hanging="720"/>
            </w:pPr>
            <w:r w:rsidRPr="00CF7537">
              <w:t>(i)</w:t>
            </w:r>
            <w:r w:rsidRPr="00CF7537">
              <w:tab/>
              <w:t>The short-pay plan;</w:t>
            </w:r>
          </w:p>
          <w:p w14:paraId="0E82338A" w14:textId="77777777" w:rsidR="008824DD" w:rsidRPr="00CF7537" w:rsidRDefault="008824DD" w:rsidP="008824DD">
            <w:pPr>
              <w:spacing w:after="240"/>
              <w:ind w:left="2160" w:hanging="720"/>
            </w:pPr>
            <w:r w:rsidRPr="00CF7537">
              <w:lastRenderedPageBreak/>
              <w:t>(ii)</w:t>
            </w:r>
            <w:r w:rsidRPr="00CF7537">
              <w:tab/>
              <w:t xml:space="preserve">The schedule of quantifiable expected payments, updated </w:t>
            </w:r>
            <w:proofErr w:type="gramStart"/>
            <w:r w:rsidRPr="00CF7537">
              <w:t>if and when</w:t>
            </w:r>
            <w:proofErr w:type="gramEnd"/>
            <w:r w:rsidRPr="00CF7537">
              <w:t xml:space="preserve"> modifications are made to the payment schedule; and</w:t>
            </w:r>
          </w:p>
          <w:p w14:paraId="1C8A1DCF" w14:textId="58F35321" w:rsidR="008824DD" w:rsidRPr="008824DD" w:rsidRDefault="008824DD" w:rsidP="008824DD">
            <w:pPr>
              <w:spacing w:after="240"/>
              <w:ind w:left="2160" w:hanging="720"/>
              <w:rPr>
                <w:iCs/>
              </w:rPr>
            </w:pPr>
            <w:r w:rsidRPr="00CF7537">
              <w:rPr>
                <w:iCs/>
              </w:rPr>
              <w:t>(iii)</w:t>
            </w:r>
            <w:r w:rsidRPr="00CF7537">
              <w:rPr>
                <w:iCs/>
              </w:rPr>
              <w:tab/>
              <w:t>Invoice dates to which the payments will be applied.</w:t>
            </w:r>
          </w:p>
        </w:tc>
      </w:tr>
    </w:tbl>
    <w:p w14:paraId="15C8B5CB" w14:textId="47828EBF" w:rsidR="00082CB5" w:rsidRPr="00350834" w:rsidRDefault="00082CB5" w:rsidP="00AA013E">
      <w:pPr>
        <w:pStyle w:val="List"/>
        <w:spacing w:before="240"/>
      </w:pPr>
      <w:r>
        <w:lastRenderedPageBreak/>
        <w:t>(g)</w:t>
      </w:r>
      <w:r>
        <w:tab/>
        <w:t xml:space="preserve">To the extent ERCOT </w:t>
      </w:r>
      <w:proofErr w:type="gramStart"/>
      <w:r>
        <w:t>is able to</w:t>
      </w:r>
      <w:proofErr w:type="gramEnd"/>
      <w:r>
        <w:t xml:space="preserve">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w:t>
      </w:r>
      <w:proofErr w:type="gramStart"/>
      <w:r>
        <w:t>a calendar</w:t>
      </w:r>
      <w:proofErr w:type="gramEnd"/>
      <w:r>
        <w:t xml:space="preserve">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 xml:space="preserve">To the extent ERCOT </w:t>
      </w:r>
      <w:proofErr w:type="gramStart"/>
      <w:r w:rsidRPr="008436F5">
        <w:t>is able to</w:t>
      </w:r>
      <w:proofErr w:type="gramEnd"/>
      <w:r w:rsidRPr="008436F5">
        <w:t xml:space="preserve">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w:t>
      </w:r>
      <w:proofErr w:type="gramStart"/>
      <w:r w:rsidRPr="008436F5">
        <w:t>exceed</w:t>
      </w:r>
      <w:proofErr w:type="gramEnd"/>
      <w:r w:rsidRPr="008436F5">
        <w:t xml:space="preserve">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243718293"/>
      <w:bookmarkStart w:id="529" w:name="_Toc214882325"/>
      <w:r w:rsidRPr="008910B8">
        <w:rPr>
          <w:b/>
          <w:i/>
        </w:rPr>
        <w:t>9.19.1</w:t>
      </w:r>
      <w:r w:rsidRPr="008910B8">
        <w:rPr>
          <w:b/>
          <w:i/>
        </w:rPr>
        <w:tab/>
        <w:t>Default Uplift Invoices</w:t>
      </w:r>
      <w:bookmarkEnd w:id="523"/>
      <w:bookmarkEnd w:id="524"/>
      <w:bookmarkEnd w:id="525"/>
      <w:bookmarkEnd w:id="526"/>
      <w:bookmarkEnd w:id="527"/>
      <w:bookmarkEnd w:id="529"/>
    </w:p>
    <w:p w14:paraId="4286C25E" w14:textId="77777777" w:rsidR="0014132B" w:rsidRDefault="00350834">
      <w:pPr>
        <w:pStyle w:val="List"/>
        <w:ind w:left="720"/>
      </w:pPr>
      <w:r w:rsidRPr="008436F5">
        <w:t>(1)</w:t>
      </w:r>
      <w:r w:rsidRPr="008436F5">
        <w:tab/>
        <w:t xml:space="preserve">ERCOT shall collect the total short-pay amount for all Settlement Invoices for a month, </w:t>
      </w:r>
      <w:proofErr w:type="gramStart"/>
      <w:r w:rsidRPr="008436F5">
        <w:t>less</w:t>
      </w:r>
      <w:proofErr w:type="gramEnd"/>
      <w:r w:rsidRPr="008436F5">
        <w:t xml:space="preserve"> the total </w:t>
      </w:r>
      <w:proofErr w:type="gramStart"/>
      <w:r w:rsidRPr="008436F5">
        <w:t>payments</w:t>
      </w:r>
      <w:proofErr w:type="gramEnd"/>
      <w:r w:rsidRPr="008436F5">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w:t>
      </w:r>
      <w:proofErr w:type="spellStart"/>
      <w:r w:rsidR="00D04163" w:rsidRPr="00DA21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lastRenderedPageBreak/>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5FC4E92D" w14:textId="46B50E76" w:rsidR="00C648EB" w:rsidRPr="00C648EB" w:rsidRDefault="00881601" w:rsidP="00C648EB">
      <w:pPr>
        <w:spacing w:after="240"/>
        <w:ind w:left="2160" w:firstLine="720"/>
        <w:rPr>
          <w:iCs/>
        </w:rPr>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w:t>
      </w:r>
      <w:r w:rsidRPr="00C648EB">
        <w:rPr>
          <w:rFonts w:eastAsia="Calibri"/>
        </w:rPr>
        <w:t>P </w:t>
      </w:r>
      <w:proofErr w:type="spellStart"/>
      <w:r w:rsidRPr="00C648EB">
        <w:rPr>
          <w:rFonts w:eastAsia="Calibri"/>
          <w:i/>
          <w:vertAlign w:val="subscript"/>
        </w:rPr>
        <w:t>mp</w:t>
      </w:r>
      <w:proofErr w:type="spellEnd"/>
      <w:r w:rsidRPr="00C648EB">
        <w:t>)</w:t>
      </w:r>
      <w:r w:rsidR="00C648EB" w:rsidRPr="00C648EB">
        <w:rPr>
          <w:iCs/>
        </w:rPr>
        <w:t>,</w:t>
      </w:r>
    </w:p>
    <w:p w14:paraId="6C9DFC91" w14:textId="7100215C" w:rsidR="00CD356A" w:rsidRDefault="00C648EB" w:rsidP="00C648EB">
      <w:pPr>
        <w:pStyle w:val="BodyText"/>
        <w:ind w:left="2160" w:firstLine="720"/>
      </w:pPr>
      <w:r w:rsidRPr="00C648EB">
        <w:rPr>
          <w:iCs w:val="0"/>
        </w:rPr>
        <w:t>∑</w:t>
      </w:r>
      <w:proofErr w:type="spellStart"/>
      <w:r w:rsidRPr="00C648EB">
        <w:rPr>
          <w:rFonts w:eastAsia="Calibri"/>
          <w:i/>
          <w:iCs w:val="0"/>
          <w:vertAlign w:val="subscript"/>
        </w:rPr>
        <w:t>mp</w:t>
      </w:r>
      <w:proofErr w:type="spellEnd"/>
      <w:r w:rsidRPr="00C648EB">
        <w:rPr>
          <w:rFonts w:eastAsia="Calibri"/>
          <w:iCs w:val="0"/>
        </w:rPr>
        <w:t> </w:t>
      </w:r>
      <w:r w:rsidRPr="00C648EB">
        <w:rPr>
          <w:rFonts w:eastAsia="Calibri"/>
          <w:iCs w:val="0"/>
          <w:szCs w:val="24"/>
        </w:rPr>
        <w:t xml:space="preserve"> UDAASOAWD </w:t>
      </w:r>
      <w:proofErr w:type="spellStart"/>
      <w:r w:rsidRPr="00C648EB">
        <w:rPr>
          <w:rFonts w:eastAsia="Calibri"/>
          <w:i/>
          <w:iCs w:val="0"/>
          <w:szCs w:val="24"/>
          <w:vertAlign w:val="subscript"/>
        </w:rPr>
        <w:t>mp</w:t>
      </w:r>
      <w:proofErr w:type="spellEnd"/>
      <w:r w:rsidR="00881601"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67106B3C" w:rsidR="00C4046B" w:rsidRPr="00E566EB" w:rsidRDefault="00C4046B" w:rsidP="00F3293A">
            <w:pPr>
              <w:spacing w:before="120" w:after="240"/>
              <w:rPr>
                <w:b/>
                <w:i/>
                <w:iCs/>
              </w:rPr>
            </w:pPr>
            <w:r>
              <w:rPr>
                <w:b/>
                <w:i/>
                <w:iCs/>
              </w:rPr>
              <w:t>[</w:t>
            </w:r>
            <w:r w:rsidR="00986EAF">
              <w:rPr>
                <w:b/>
                <w:i/>
                <w:iCs/>
              </w:rPr>
              <w:t>NPRR995</w:t>
            </w:r>
            <w:r w:rsidR="00AA306F">
              <w:rPr>
                <w:b/>
                <w:i/>
                <w:iCs/>
              </w:rPr>
              <w:t xml:space="preserve"> </w:t>
            </w:r>
            <w:r w:rsidR="003E0FF7">
              <w:rPr>
                <w:b/>
                <w:i/>
                <w:iCs/>
              </w:rPr>
              <w:t>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007D5143" w:rsidRPr="00DA2165">
              <w:rPr>
                <w:rFonts w:eastAsia="Calibri"/>
              </w:rPr>
              <w:t xml:space="preserve"> + USOGTOT</w:t>
            </w:r>
            <w:r w:rsidR="007D5143" w:rsidRPr="00DA2165">
              <w:rPr>
                <w:rFonts w:eastAsia="Calibri"/>
                <w:i/>
                <w:iCs/>
                <w:vertAlign w:val="subscript"/>
              </w:rPr>
              <w:t xml:space="preserve"> </w:t>
            </w:r>
            <w:proofErr w:type="spellStart"/>
            <w:r w:rsidR="007D5143" w:rsidRPr="00DA2165">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w:t>
            </w:r>
            <w:proofErr w:type="spellStart"/>
            <w:r w:rsidR="00986EAF" w:rsidRPr="005D0F36">
              <w:rPr>
                <w:i/>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iCs/>
              </w:rPr>
              <w:t xml:space="preserve">), </w:t>
            </w:r>
          </w:p>
          <w:p w14:paraId="140F7093" w14:textId="1FBB4E96" w:rsidR="00C4046B" w:rsidRPr="00C4046B" w:rsidRDefault="00D211B0" w:rsidP="0062198B">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proofErr w:type="spellStart"/>
      <w:r w:rsidRPr="00D465F5">
        <w:rPr>
          <w:b w:val="0"/>
          <w:bCs/>
          <w:i/>
          <w:vertAlign w:val="subscript"/>
        </w:rPr>
        <w:t>mp</w:t>
      </w:r>
      <w:proofErr w:type="spellEnd"/>
      <w:r w:rsidRPr="00D465F5">
        <w:rPr>
          <w:b w:val="0"/>
          <w:bCs/>
          <w:i/>
          <w:vertAlign w:val="subscript"/>
        </w:rPr>
        <w:t>,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lastRenderedPageBreak/>
        <w:t>URTAML</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proofErr w:type="spellStart"/>
      <w:r w:rsidRPr="00D465F5">
        <w:rPr>
          <w:b w:val="0"/>
          <w:bCs/>
          <w:i/>
          <w:vertAlign w:val="subscript"/>
        </w:rPr>
        <w:t>mp</w:t>
      </w:r>
      <w:proofErr w:type="spellEnd"/>
      <w:r w:rsidRPr="00D465F5">
        <w:rPr>
          <w:b w:val="0"/>
          <w:bCs/>
          <w:i/>
          <w:vertAlign w:val="subscript"/>
        </w:rPr>
        <w:t>,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proofErr w:type="spellStart"/>
      <w:r w:rsidRPr="00D465F5">
        <w:rPr>
          <w:b w:val="0"/>
          <w:bCs/>
          <w:i/>
          <w:vertAlign w:val="subscript"/>
        </w:rPr>
        <w:t>mp</w:t>
      </w:r>
      <w:proofErr w:type="spellEnd"/>
      <w:r w:rsidRPr="00D465F5">
        <w:rPr>
          <w:b w:val="0"/>
          <w:bCs/>
          <w:i/>
          <w:vertAlign w:val="subscript"/>
        </w:rPr>
        <w:t>,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proofErr w:type="spellStart"/>
      <w:r w:rsidRPr="00D465F5">
        <w:rPr>
          <w:b w:val="0"/>
          <w:bCs/>
          <w:i/>
          <w:vertAlign w:val="subscript"/>
        </w:rPr>
        <w:t>mp</w:t>
      </w:r>
      <w:proofErr w:type="spellEnd"/>
      <w:r w:rsidRPr="00D465F5">
        <w:rPr>
          <w:b w:val="0"/>
          <w:bCs/>
          <w:i/>
          <w:vertAlign w:val="subscript"/>
        </w:rPr>
        <w:t>,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proofErr w:type="spellStart"/>
      <w:r w:rsidRPr="00D465F5">
        <w:rPr>
          <w:b w:val="0"/>
          <w:bCs/>
          <w:i/>
          <w:vertAlign w:val="subscript"/>
        </w:rPr>
        <w:t>mp</w:t>
      </w:r>
      <w:proofErr w:type="spellEnd"/>
      <w:r w:rsidRPr="00D465F5">
        <w:rPr>
          <w:b w:val="0"/>
          <w:bCs/>
          <w:i/>
          <w:vertAlign w:val="subscript"/>
        </w:rPr>
        <w:t>,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xml:space="preserve">,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proofErr w:type="spellStart"/>
            <w:r w:rsidRPr="003E0FF7">
              <w:rPr>
                <w:b/>
                <w:i/>
                <w:iCs/>
                <w:vertAlign w:val="subscript"/>
                <w:lang w:val="x-none"/>
              </w:rPr>
              <w:t>mp</w:t>
            </w:r>
            <w:proofErr w:type="spellEnd"/>
            <w:r w:rsidRPr="005D0F36">
              <w:rPr>
                <w:b/>
                <w:i/>
                <w:iCs/>
              </w:rPr>
              <w:t>”</w:t>
            </w:r>
            <w:r>
              <w:rPr>
                <w:b/>
                <w:i/>
                <w:iCs/>
              </w:rPr>
              <w:t>, “</w:t>
            </w:r>
            <w:r w:rsidRPr="003E0FF7">
              <w:rPr>
                <w:b/>
                <w:i/>
                <w:iCs/>
              </w:rPr>
              <w:t>UOBLS</w:t>
            </w:r>
            <w:r w:rsidRPr="003E0FF7">
              <w:rPr>
                <w:b/>
                <w:i/>
                <w:iCs/>
                <w:lang w:val="x-none"/>
              </w:rPr>
              <w:t xml:space="preserve"> </w:t>
            </w:r>
            <w:proofErr w:type="spellStart"/>
            <w:r w:rsidRPr="003E0FF7">
              <w:rPr>
                <w:b/>
                <w:i/>
                <w:iCs/>
                <w:vertAlign w:val="subscript"/>
                <w:lang w:val="x-none"/>
              </w:rPr>
              <w:t>mp</w:t>
            </w:r>
            <w:proofErr w:type="spellEnd"/>
            <w:r>
              <w:rPr>
                <w:b/>
                <w:i/>
                <w:iCs/>
              </w:rPr>
              <w:t>”, “</w:t>
            </w:r>
            <w:r w:rsidRPr="003E0FF7">
              <w:rPr>
                <w:b/>
                <w:i/>
                <w:iCs/>
              </w:rPr>
              <w:t>UOPTP</w:t>
            </w:r>
            <w:r w:rsidRPr="003E0FF7">
              <w:rPr>
                <w:b/>
                <w:i/>
                <w:iCs/>
                <w:lang w:val="x-none"/>
              </w:rPr>
              <w:t xml:space="preserve"> </w:t>
            </w:r>
            <w:proofErr w:type="spellStart"/>
            <w:r w:rsidRPr="003E0FF7">
              <w:rPr>
                <w:b/>
                <w:i/>
                <w:iCs/>
                <w:vertAlign w:val="subscript"/>
                <w:lang w:val="x-none"/>
              </w:rPr>
              <w:t>mp</w:t>
            </w:r>
            <w:proofErr w:type="spellEnd"/>
            <w:r>
              <w:rPr>
                <w:b/>
                <w:i/>
                <w:iCs/>
              </w:rPr>
              <w:t>”, and “</w:t>
            </w:r>
            <w:r w:rsidRPr="003E0FF7">
              <w:rPr>
                <w:b/>
                <w:i/>
                <w:iCs/>
              </w:rPr>
              <w:t>UOBLP</w:t>
            </w:r>
            <w:r w:rsidRPr="003E0FF7">
              <w:rPr>
                <w:b/>
                <w:i/>
                <w:iCs/>
                <w:lang w:val="x-none"/>
              </w:rPr>
              <w:t xml:space="preserve"> </w:t>
            </w:r>
            <w:proofErr w:type="spellStart"/>
            <w:r w:rsidRPr="003E0FF7">
              <w:rPr>
                <w:b/>
                <w:i/>
                <w:iCs/>
                <w:vertAlign w:val="subscript"/>
                <w:lang w:val="x-none"/>
              </w:rPr>
              <w:t>mp</w:t>
            </w:r>
            <w:proofErr w:type="spellEnd"/>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Default="00326226" w:rsidP="00D465F5">
      <w:pPr>
        <w:pStyle w:val="FormulaBold"/>
        <w:rPr>
          <w:b w:val="0"/>
          <w:bCs/>
        </w:rPr>
      </w:pPr>
      <w:r w:rsidRPr="00D465F5">
        <w:rPr>
          <w:b w:val="0"/>
          <w:bCs/>
        </w:rPr>
        <w:t>UWSLTOT</w:t>
      </w:r>
      <w:r w:rsidRPr="00D465F5">
        <w:rPr>
          <w:b w:val="0"/>
          <w:bCs/>
          <w:i/>
          <w:vertAlign w:val="subscript"/>
        </w:rPr>
        <w:t xml:space="preserve"> </w:t>
      </w:r>
      <w:proofErr w:type="spellStart"/>
      <w:r w:rsidRPr="00D465F5">
        <w:rPr>
          <w:b w:val="0"/>
          <w:bCs/>
          <w:i/>
          <w:vertAlign w:val="subscript"/>
        </w:rPr>
        <w:t>mp</w:t>
      </w:r>
      <w:proofErr w:type="spellEnd"/>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proofErr w:type="spellStart"/>
      <w:r w:rsidRPr="00D465F5">
        <w:rPr>
          <w:b w:val="0"/>
          <w:bCs/>
          <w:i/>
          <w:vertAlign w:val="subscript"/>
        </w:rPr>
        <w:t>mp</w:t>
      </w:r>
      <w:proofErr w:type="spellEnd"/>
      <w:r w:rsidRPr="00D465F5">
        <w:rPr>
          <w:b w:val="0"/>
          <w:bCs/>
          <w:i/>
          <w:vertAlign w:val="subscript"/>
        </w:rPr>
        <w:t>,</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p w14:paraId="25840E90" w14:textId="77777777" w:rsidR="00C648EB" w:rsidRPr="00C648EB" w:rsidRDefault="00C648EB" w:rsidP="00C648EB">
      <w:pPr>
        <w:spacing w:after="240"/>
        <w:ind w:left="3420" w:hanging="1980"/>
        <w:rPr>
          <w:bCs/>
          <w:szCs w:val="24"/>
          <w:lang w:val="pt-BR"/>
        </w:rPr>
      </w:pPr>
      <w:proofErr w:type="spellStart"/>
      <w:r w:rsidRPr="00C648EB">
        <w:rPr>
          <w:rFonts w:eastAsia="Calibri"/>
          <w:bCs/>
          <w:szCs w:val="24"/>
        </w:rPr>
        <w:t>UDAASOAWD</w:t>
      </w:r>
      <w:r w:rsidRPr="00C648EB">
        <w:rPr>
          <w:rFonts w:eastAsia="Calibri"/>
          <w:bCs/>
          <w:i/>
          <w:szCs w:val="24"/>
          <w:vertAlign w:val="subscript"/>
        </w:rPr>
        <w:t>mp</w:t>
      </w:r>
      <w:proofErr w:type="spellEnd"/>
      <w:r w:rsidRPr="00C648EB">
        <w:rPr>
          <w:bCs/>
          <w:i/>
          <w:szCs w:val="24"/>
          <w:vertAlign w:val="subscript"/>
        </w:rPr>
        <w:t xml:space="preserve"> </w:t>
      </w:r>
      <w:r w:rsidRPr="00C648EB">
        <w:rPr>
          <w:rFonts w:eastAsia="Calibri"/>
          <w:bCs/>
          <w:szCs w:val="24"/>
        </w:rPr>
        <w:t xml:space="preserve"> = </w:t>
      </w:r>
      <w:r w:rsidRPr="00C648EB">
        <w:rPr>
          <w:bCs/>
          <w:szCs w:val="24"/>
        </w:rPr>
        <w:t>∑</w:t>
      </w:r>
      <w:r w:rsidRPr="00C648EB">
        <w:rPr>
          <w:bCs/>
          <w:i/>
          <w:szCs w:val="24"/>
          <w:vertAlign w:val="subscript"/>
        </w:rPr>
        <w:t>h</w:t>
      </w:r>
      <w:r w:rsidRPr="00C648EB">
        <w:rPr>
          <w:bCs/>
          <w:szCs w:val="24"/>
        </w:rPr>
        <w:t xml:space="preserve"> (</w:t>
      </w:r>
      <w:r w:rsidRPr="00C648EB">
        <w:rPr>
          <w:rFonts w:eastAsia="Calibri"/>
          <w:bCs/>
          <w:szCs w:val="24"/>
        </w:rPr>
        <w:t> DA</w:t>
      </w:r>
      <w:r w:rsidRPr="00C648EB">
        <w:rPr>
          <w:bCs/>
          <w:szCs w:val="24"/>
        </w:rPr>
        <w:t>RUOAWD</w:t>
      </w:r>
      <w:r w:rsidRPr="00C648EB">
        <w:rPr>
          <w:bCs/>
          <w:i/>
          <w:szCs w:val="24"/>
          <w:vertAlign w:val="subscript"/>
        </w:rPr>
        <w:t xml:space="preserve"> </w:t>
      </w:r>
      <w:proofErr w:type="spellStart"/>
      <w:r w:rsidRPr="00C648EB">
        <w:rPr>
          <w:bCs/>
          <w:i/>
          <w:szCs w:val="24"/>
          <w:vertAlign w:val="subscript"/>
        </w:rPr>
        <w:t>mp,h</w:t>
      </w:r>
      <w:proofErr w:type="spellEnd"/>
      <w:r w:rsidRPr="00C648EB">
        <w:rPr>
          <w:bCs/>
          <w:i/>
          <w:szCs w:val="24"/>
          <w:vertAlign w:val="subscript"/>
        </w:rPr>
        <w:t xml:space="preserve">  </w:t>
      </w:r>
      <w:r w:rsidRPr="00C648EB">
        <w:rPr>
          <w:rFonts w:eastAsia="Calibri"/>
          <w:bCs/>
          <w:szCs w:val="24"/>
        </w:rPr>
        <w:t>+ DA</w:t>
      </w:r>
      <w:r w:rsidRPr="00C648EB">
        <w:rPr>
          <w:bCs/>
          <w:szCs w:val="24"/>
        </w:rPr>
        <w:t>RDOAWD</w:t>
      </w:r>
      <w:r w:rsidRPr="00C648EB">
        <w:rPr>
          <w:bCs/>
          <w:i/>
          <w:szCs w:val="24"/>
          <w:vertAlign w:val="subscript"/>
        </w:rPr>
        <w:t xml:space="preserve"> </w:t>
      </w:r>
      <w:proofErr w:type="spellStart"/>
      <w:r w:rsidRPr="00C648EB">
        <w:rPr>
          <w:bCs/>
          <w:i/>
          <w:szCs w:val="24"/>
          <w:vertAlign w:val="subscript"/>
        </w:rPr>
        <w:t>mp,h</w:t>
      </w:r>
      <w:proofErr w:type="spellEnd"/>
      <w:r w:rsidRPr="00C648EB">
        <w:rPr>
          <w:bCs/>
          <w:i/>
          <w:szCs w:val="24"/>
          <w:vertAlign w:val="subscript"/>
        </w:rPr>
        <w:t xml:space="preserve"> </w:t>
      </w:r>
      <w:r w:rsidRPr="00C648EB">
        <w:rPr>
          <w:rFonts w:eastAsia="Calibri"/>
          <w:bCs/>
          <w:szCs w:val="24"/>
        </w:rPr>
        <w:t>+ DA</w:t>
      </w:r>
      <w:r w:rsidRPr="00C648EB">
        <w:rPr>
          <w:bCs/>
          <w:szCs w:val="24"/>
        </w:rPr>
        <w:t>RROAWD</w:t>
      </w:r>
      <w:r w:rsidRPr="00C648EB">
        <w:rPr>
          <w:bCs/>
          <w:i/>
          <w:szCs w:val="24"/>
          <w:vertAlign w:val="subscript"/>
        </w:rPr>
        <w:t xml:space="preserve"> </w:t>
      </w:r>
      <w:proofErr w:type="spellStart"/>
      <w:r w:rsidRPr="00C648EB">
        <w:rPr>
          <w:bCs/>
          <w:i/>
          <w:szCs w:val="24"/>
          <w:vertAlign w:val="subscript"/>
        </w:rPr>
        <w:t>mp,h</w:t>
      </w:r>
      <w:proofErr w:type="spellEnd"/>
      <w:r w:rsidRPr="00C648EB">
        <w:rPr>
          <w:bCs/>
          <w:i/>
          <w:szCs w:val="24"/>
          <w:vertAlign w:val="subscript"/>
        </w:rPr>
        <w:t xml:space="preserve"> </w:t>
      </w:r>
      <w:r w:rsidRPr="00C648EB">
        <w:rPr>
          <w:rFonts w:eastAsia="Calibri"/>
          <w:bCs/>
          <w:szCs w:val="24"/>
        </w:rPr>
        <w:t>+ DA</w:t>
      </w:r>
      <w:r w:rsidRPr="00C648EB">
        <w:rPr>
          <w:bCs/>
          <w:szCs w:val="24"/>
        </w:rPr>
        <w:t>NSOAWD</w:t>
      </w:r>
      <w:r w:rsidRPr="00C648EB">
        <w:rPr>
          <w:bCs/>
          <w:i/>
          <w:szCs w:val="24"/>
          <w:vertAlign w:val="subscript"/>
        </w:rPr>
        <w:t xml:space="preserve"> </w:t>
      </w:r>
      <w:proofErr w:type="spellStart"/>
      <w:r w:rsidRPr="00C648EB">
        <w:rPr>
          <w:bCs/>
          <w:i/>
          <w:szCs w:val="24"/>
          <w:vertAlign w:val="subscript"/>
        </w:rPr>
        <w:t>mp,h</w:t>
      </w:r>
      <w:proofErr w:type="spellEnd"/>
      <w:r w:rsidRPr="00C648EB">
        <w:rPr>
          <w:bCs/>
          <w:i/>
          <w:szCs w:val="24"/>
          <w:vertAlign w:val="subscript"/>
        </w:rPr>
        <w:t xml:space="preserve"> </w:t>
      </w:r>
      <w:r w:rsidRPr="00C648EB">
        <w:rPr>
          <w:rFonts w:eastAsia="Calibri"/>
          <w:bCs/>
          <w:szCs w:val="24"/>
        </w:rPr>
        <w:t>+ DA</w:t>
      </w:r>
      <w:r w:rsidRPr="00C648EB">
        <w:rPr>
          <w:bCs/>
          <w:szCs w:val="24"/>
        </w:rPr>
        <w:t>ECROAWD</w:t>
      </w:r>
      <w:r w:rsidRPr="00C648EB">
        <w:rPr>
          <w:bCs/>
          <w:i/>
          <w:szCs w:val="24"/>
          <w:vertAlign w:val="subscript"/>
        </w:rPr>
        <w:t xml:space="preserve"> </w:t>
      </w:r>
      <w:proofErr w:type="spellStart"/>
      <w:r w:rsidRPr="00C648EB">
        <w:rPr>
          <w:bCs/>
          <w:i/>
          <w:szCs w:val="24"/>
          <w:vertAlign w:val="subscript"/>
        </w:rPr>
        <w:t>mp</w:t>
      </w:r>
      <w:proofErr w:type="spellEnd"/>
      <w:r w:rsidRPr="00C648EB">
        <w:rPr>
          <w:bCs/>
          <w:i/>
          <w:szCs w:val="24"/>
          <w:vertAlign w:val="subscript"/>
        </w:rPr>
        <w:t xml:space="preserve">, h </w:t>
      </w:r>
      <w:r w:rsidRPr="00C648EB">
        <w:rPr>
          <w:bCs/>
          <w:szCs w:val="24"/>
        </w:rPr>
        <w:t>)</w:t>
      </w:r>
    </w:p>
    <w:p w14:paraId="1B9D3039" w14:textId="77777777" w:rsidR="00CD356A" w:rsidRDefault="00CD356A" w:rsidP="00900C27">
      <w:pPr>
        <w:tabs>
          <w:tab w:val="left" w:pos="2340"/>
          <w:tab w:val="left" w:pos="3420"/>
        </w:tabs>
        <w:spacing w:after="240"/>
        <w:ind w:left="3037" w:hanging="1597"/>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t xml:space="preserve"> (</w:t>
      </w:r>
      <w:r>
        <w:t>MEB</w:t>
      </w:r>
      <w:r w:rsidRPr="00357003">
        <w:t>SOG</w:t>
      </w:r>
      <w:r>
        <w:t>NET</w:t>
      </w:r>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w:t>
            </w:r>
            <w:proofErr w:type="spellStart"/>
            <w:r w:rsidRPr="005D0F36">
              <w:rPr>
                <w:b/>
                <w:i/>
                <w:iCs/>
                <w:vertAlign w:val="subscript"/>
              </w:rPr>
              <w:t>mp</w:t>
            </w:r>
            <w:proofErr w:type="spellEnd"/>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w:t>
            </w:r>
            <w:proofErr w:type="spellStart"/>
            <w:r w:rsidRPr="005D0F36">
              <w:rPr>
                <w:i/>
                <w:vertAlign w:val="subscript"/>
              </w:rPr>
              <w:t>mp</w:t>
            </w:r>
            <w:proofErr w:type="spellEnd"/>
            <w:r>
              <w:t xml:space="preserve"> = </w:t>
            </w:r>
            <w:r w:rsidRPr="005D0F36">
              <w:rPr>
                <w:lang w:val="x-none" w:eastAsia="x-none"/>
              </w:rPr>
              <w:t xml:space="preserve">(-1) * </w:t>
            </w:r>
            <w:r w:rsidRPr="005D0F36">
              <w:t>∑</w:t>
            </w:r>
            <w:proofErr w:type="spellStart"/>
            <w:r w:rsidRPr="005D0F36">
              <w:rPr>
                <w:i/>
                <w:vertAlign w:val="subscript"/>
              </w:rPr>
              <w:t>gsc</w:t>
            </w:r>
            <w:proofErr w:type="spellEnd"/>
            <w:r w:rsidRPr="005D0F36">
              <w:rPr>
                <w:i/>
                <w:vertAlign w:val="subscript"/>
              </w:rPr>
              <w:t>, b</w:t>
            </w:r>
            <w:r w:rsidRPr="005D0F36">
              <w:t xml:space="preserve"> </w:t>
            </w:r>
            <w:r w:rsidRPr="005D0F36">
              <w:rPr>
                <w:lang w:val="x-none" w:eastAsia="x-none"/>
              </w:rPr>
              <w:t>(</w:t>
            </w:r>
            <w:r w:rsidRPr="001E15B9">
              <w:rPr>
                <w:bCs/>
                <w:lang w:eastAsia="x-none"/>
              </w:rPr>
              <w:t xml:space="preserve">WSOL </w:t>
            </w:r>
            <w:proofErr w:type="spellStart"/>
            <w:r w:rsidRPr="001E15B9">
              <w:rPr>
                <w:bCs/>
                <w:i/>
                <w:vertAlign w:val="subscript"/>
                <w:lang w:eastAsia="x-none"/>
              </w:rPr>
              <w:t>mp</w:t>
            </w:r>
            <w:proofErr w:type="spellEnd"/>
            <w:r w:rsidRPr="001E15B9">
              <w:rPr>
                <w:bCs/>
                <w:i/>
                <w:vertAlign w:val="subscript"/>
                <w:lang w:eastAsia="x-none"/>
              </w:rPr>
              <w:t xml:space="preserve">, </w:t>
            </w:r>
            <w:proofErr w:type="spellStart"/>
            <w:r w:rsidRPr="001E15B9">
              <w:rPr>
                <w:bCs/>
                <w:i/>
                <w:vertAlign w:val="subscript"/>
                <w:lang w:eastAsia="x-none"/>
              </w:rPr>
              <w:t>gsc</w:t>
            </w:r>
            <w:proofErr w:type="spellEnd"/>
            <w:r w:rsidRPr="001E15B9">
              <w:rPr>
                <w:bCs/>
                <w:i/>
                <w:vertAlign w:val="subscript"/>
                <w:lang w:eastAsia="x-none"/>
              </w:rPr>
              <w:t>,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97"/>
        <w:gridCol w:w="858"/>
        <w:gridCol w:w="6595"/>
      </w:tblGrid>
      <w:tr w:rsidR="00881601" w14:paraId="10D0A308" w14:textId="77777777" w:rsidTr="00900C27">
        <w:trPr>
          <w:cantSplit/>
          <w:tblHeader/>
        </w:trPr>
        <w:tc>
          <w:tcPr>
            <w:tcW w:w="1005" w:type="pct"/>
          </w:tcPr>
          <w:p w14:paraId="2E5151F2" w14:textId="77777777" w:rsidR="00881601" w:rsidRDefault="00881601" w:rsidP="00463C16">
            <w:pPr>
              <w:pStyle w:val="TableHead"/>
            </w:pPr>
            <w:r>
              <w:t>Variable</w:t>
            </w:r>
          </w:p>
        </w:tc>
        <w:tc>
          <w:tcPr>
            <w:tcW w:w="464" w:type="pct"/>
          </w:tcPr>
          <w:p w14:paraId="00C17A93" w14:textId="77777777" w:rsidR="00881601" w:rsidRDefault="00881601" w:rsidP="00463C16">
            <w:pPr>
              <w:pStyle w:val="TableHead"/>
            </w:pPr>
            <w:r>
              <w:t>Unit</w:t>
            </w:r>
          </w:p>
        </w:tc>
        <w:tc>
          <w:tcPr>
            <w:tcW w:w="3531" w:type="pct"/>
          </w:tcPr>
          <w:p w14:paraId="1987FBB9" w14:textId="77777777" w:rsidR="00881601" w:rsidRDefault="00881601" w:rsidP="00463C16">
            <w:pPr>
              <w:pStyle w:val="TableHead"/>
            </w:pPr>
            <w:r>
              <w:t>Definition</w:t>
            </w:r>
          </w:p>
        </w:tc>
      </w:tr>
      <w:tr w:rsidR="00881601" w14:paraId="427B5AD1" w14:textId="77777777" w:rsidTr="00900C27">
        <w:trPr>
          <w:cantSplit/>
        </w:trPr>
        <w:tc>
          <w:tcPr>
            <w:tcW w:w="1005"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4" w:type="pct"/>
          </w:tcPr>
          <w:p w14:paraId="57CDC1B5" w14:textId="77777777" w:rsidR="00881601" w:rsidRDefault="00881601" w:rsidP="00463C16">
            <w:pPr>
              <w:pStyle w:val="TableBody"/>
            </w:pPr>
            <w:r>
              <w:rPr>
                <w:color w:val="000000"/>
                <w:kern w:val="24"/>
              </w:rPr>
              <w:t>$</w:t>
            </w:r>
          </w:p>
        </w:tc>
        <w:tc>
          <w:tcPr>
            <w:tcW w:w="3531"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900C27">
        <w:trPr>
          <w:cantSplit/>
        </w:trPr>
        <w:tc>
          <w:tcPr>
            <w:tcW w:w="1005"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4" w:type="pct"/>
          </w:tcPr>
          <w:p w14:paraId="74BAE4AA" w14:textId="77777777" w:rsidR="00881601" w:rsidRDefault="00881601" w:rsidP="00463C16">
            <w:pPr>
              <w:pStyle w:val="TableBody"/>
            </w:pPr>
            <w:r>
              <w:rPr>
                <w:color w:val="000000"/>
                <w:kern w:val="24"/>
              </w:rPr>
              <w:t>$</w:t>
            </w:r>
          </w:p>
        </w:tc>
        <w:tc>
          <w:tcPr>
            <w:tcW w:w="3531"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900C27">
        <w:trPr>
          <w:cantSplit/>
        </w:trPr>
        <w:tc>
          <w:tcPr>
            <w:tcW w:w="1005"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4" w:type="pct"/>
          </w:tcPr>
          <w:p w14:paraId="41917A01" w14:textId="77777777" w:rsidR="00881601" w:rsidRDefault="00881601" w:rsidP="00463C16">
            <w:pPr>
              <w:pStyle w:val="TableBody"/>
            </w:pPr>
            <w:r w:rsidRPr="00421EF2">
              <w:rPr>
                <w:color w:val="000000"/>
                <w:kern w:val="24"/>
              </w:rPr>
              <w:t>None</w:t>
            </w:r>
          </w:p>
        </w:tc>
        <w:tc>
          <w:tcPr>
            <w:tcW w:w="3531"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900C27">
        <w:trPr>
          <w:cantSplit/>
        </w:trPr>
        <w:tc>
          <w:tcPr>
            <w:tcW w:w="1005"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4" w:type="pct"/>
          </w:tcPr>
          <w:p w14:paraId="4401BB80" w14:textId="77777777" w:rsidR="00881601" w:rsidRDefault="00881601" w:rsidP="00463C16">
            <w:pPr>
              <w:pStyle w:val="TableBody"/>
            </w:pPr>
            <w:r>
              <w:rPr>
                <w:color w:val="000000"/>
                <w:kern w:val="24"/>
              </w:rPr>
              <w:t>MWh</w:t>
            </w:r>
          </w:p>
        </w:tc>
        <w:tc>
          <w:tcPr>
            <w:tcW w:w="3531"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w:t>
            </w:r>
            <w:proofErr w:type="gramStart"/>
            <w:r>
              <w:t>Counter-Party</w:t>
            </w:r>
            <w:proofErr w:type="gramEnd"/>
            <w:r>
              <w:t xml:space="preserve"> in the DAM, RTM and CRR Auction </w:t>
            </w:r>
            <w:r w:rsidR="006B44B4">
              <w:t>in the reference</w:t>
            </w:r>
            <w:r>
              <w:t xml:space="preserve"> month.</w:t>
            </w:r>
          </w:p>
        </w:tc>
      </w:tr>
      <w:tr w:rsidR="00881601" w14:paraId="31BA9D09" w14:textId="77777777" w:rsidTr="00900C27">
        <w:trPr>
          <w:cantSplit/>
        </w:trPr>
        <w:tc>
          <w:tcPr>
            <w:tcW w:w="1005"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4" w:type="pct"/>
          </w:tcPr>
          <w:p w14:paraId="1BCD8AC1" w14:textId="77777777" w:rsidR="00881601" w:rsidRDefault="00881601" w:rsidP="00463C16">
            <w:pPr>
              <w:pStyle w:val="TableBody"/>
            </w:pPr>
            <w:r>
              <w:rPr>
                <w:color w:val="000000"/>
                <w:kern w:val="24"/>
              </w:rPr>
              <w:t>MWh</w:t>
            </w:r>
          </w:p>
        </w:tc>
        <w:tc>
          <w:tcPr>
            <w:tcW w:w="3531"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900C27">
        <w:trPr>
          <w:cantSplit/>
        </w:trPr>
        <w:tc>
          <w:tcPr>
            <w:tcW w:w="1005"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p, r, i</w:t>
            </w:r>
          </w:p>
        </w:tc>
        <w:tc>
          <w:tcPr>
            <w:tcW w:w="464" w:type="pct"/>
          </w:tcPr>
          <w:p w14:paraId="7D14C88B" w14:textId="77777777" w:rsidR="00881601" w:rsidRDefault="00881601" w:rsidP="00463C16">
            <w:pPr>
              <w:pStyle w:val="TableBody"/>
            </w:pPr>
            <w:r>
              <w:t>MWh</w:t>
            </w:r>
          </w:p>
        </w:tc>
        <w:tc>
          <w:tcPr>
            <w:tcW w:w="3531" w:type="pct"/>
          </w:tcPr>
          <w:p w14:paraId="48603381" w14:textId="62A76775" w:rsidR="0070250D"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r>
              <w:rPr>
                <w:i/>
              </w:rPr>
              <w:t>i</w:t>
            </w:r>
            <w:r>
              <w:t>, where the Market Participant is a QSE.</w:t>
            </w:r>
          </w:p>
          <w:p w14:paraId="215E69BE" w14:textId="068F73F5" w:rsidR="00881601" w:rsidRDefault="00881601" w:rsidP="00463C16">
            <w:pPr>
              <w:pStyle w:val="TableBody"/>
            </w:pPr>
          </w:p>
        </w:tc>
      </w:tr>
      <w:tr w:rsidR="00881601" w14:paraId="5A446A20" w14:textId="77777777" w:rsidTr="00900C27">
        <w:trPr>
          <w:cantSplit/>
        </w:trPr>
        <w:tc>
          <w:tcPr>
            <w:tcW w:w="1005" w:type="pct"/>
          </w:tcPr>
          <w:p w14:paraId="5810B5D2" w14:textId="77777777" w:rsidR="00881601" w:rsidRDefault="00881601" w:rsidP="00463C16">
            <w:pPr>
              <w:pStyle w:val="TableBody"/>
            </w:pPr>
            <w:r>
              <w:rPr>
                <w:rFonts w:eastAsia="Calibri"/>
              </w:rPr>
              <w:t xml:space="preserve">URTMG </w:t>
            </w:r>
            <w:proofErr w:type="spellStart"/>
            <w:r w:rsidRPr="006C0ADB">
              <w:rPr>
                <w:rFonts w:eastAsia="Calibri"/>
                <w:i/>
                <w:vertAlign w:val="subscript"/>
              </w:rPr>
              <w:t>mp</w:t>
            </w:r>
            <w:proofErr w:type="spellEnd"/>
          </w:p>
        </w:tc>
        <w:tc>
          <w:tcPr>
            <w:tcW w:w="464" w:type="pct"/>
          </w:tcPr>
          <w:p w14:paraId="141C1395" w14:textId="77777777" w:rsidR="00881601" w:rsidRDefault="00881601" w:rsidP="00463C16">
            <w:pPr>
              <w:pStyle w:val="TableBody"/>
            </w:pPr>
            <w:r>
              <w:t>MWh</w:t>
            </w:r>
          </w:p>
        </w:tc>
        <w:tc>
          <w:tcPr>
            <w:tcW w:w="3531" w:type="pct"/>
          </w:tcPr>
          <w:p w14:paraId="70A19DF6" w14:textId="2E88DE17" w:rsidR="0070250D" w:rsidRDefault="00881601" w:rsidP="00463C16">
            <w:pPr>
              <w:pStyle w:val="TableBody"/>
              <w:rPr>
                <w:i/>
              </w:rPr>
            </w:pPr>
            <w:r w:rsidRPr="00FD7EBB">
              <w:rPr>
                <w:i/>
              </w:rPr>
              <w:t>Uplift Real-Time Metered Generation per Market Participant</w:t>
            </w:r>
            <w:r>
              <w:t xml:space="preserve">—The monthly sum of Real-Time energy produced by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w:t>
            </w:r>
            <w:proofErr w:type="gramStart"/>
            <w:r>
              <w:t>Counter-Party</w:t>
            </w:r>
            <w:proofErr w:type="gramEnd"/>
            <w:r>
              <w:t xml:space="preserve">. </w:t>
            </w:r>
          </w:p>
          <w:p w14:paraId="1427E9E3" w14:textId="6925F7D5" w:rsidR="00881601" w:rsidRDefault="00881601" w:rsidP="00463C16">
            <w:pPr>
              <w:pStyle w:val="TableBody"/>
              <w:rPr>
                <w:i/>
              </w:rPr>
            </w:pPr>
          </w:p>
        </w:tc>
      </w:tr>
      <w:tr w:rsidR="00881601" w14:paraId="10BD3766" w14:textId="77777777" w:rsidTr="00900C27">
        <w:trPr>
          <w:cantSplit/>
        </w:trPr>
        <w:tc>
          <w:tcPr>
            <w:tcW w:w="1005"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4" w:type="pct"/>
          </w:tcPr>
          <w:p w14:paraId="0B573FDB" w14:textId="77777777" w:rsidR="00881601" w:rsidRDefault="00881601" w:rsidP="00463C16">
            <w:pPr>
              <w:pStyle w:val="TableBody"/>
            </w:pPr>
            <w:r>
              <w:t>MW</w:t>
            </w:r>
          </w:p>
        </w:tc>
        <w:tc>
          <w:tcPr>
            <w:tcW w:w="3531"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900C27">
        <w:trPr>
          <w:cantSplit/>
        </w:trPr>
        <w:tc>
          <w:tcPr>
            <w:tcW w:w="1005"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64" w:type="pct"/>
          </w:tcPr>
          <w:p w14:paraId="7B7D06F6" w14:textId="77777777" w:rsidR="00881601" w:rsidRDefault="00881601" w:rsidP="00463C16">
            <w:pPr>
              <w:pStyle w:val="TableBody"/>
            </w:pPr>
            <w:r>
              <w:t>MW</w:t>
            </w:r>
          </w:p>
        </w:tc>
        <w:tc>
          <w:tcPr>
            <w:tcW w:w="3531"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 xml:space="preserve">as an importer into the ERCOT System where the Market Participant is a QSE assigned to a registered </w:t>
            </w:r>
            <w:proofErr w:type="gramStart"/>
            <w:r>
              <w:t>Counter-Party</w:t>
            </w:r>
            <w:proofErr w:type="gramEnd"/>
            <w:r>
              <w:t>.</w:t>
            </w:r>
          </w:p>
        </w:tc>
      </w:tr>
      <w:tr w:rsidR="00881601" w14:paraId="2EEF9A56" w14:textId="77777777" w:rsidTr="00900C27">
        <w:trPr>
          <w:cantSplit/>
        </w:trPr>
        <w:tc>
          <w:tcPr>
            <w:tcW w:w="1005"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4" w:type="pct"/>
          </w:tcPr>
          <w:p w14:paraId="304B5DC4" w14:textId="77777777" w:rsidR="00881601" w:rsidRDefault="00881601" w:rsidP="00463C16">
            <w:pPr>
              <w:pStyle w:val="TableBody"/>
            </w:pPr>
            <w:r>
              <w:t>MWh</w:t>
            </w:r>
          </w:p>
        </w:tc>
        <w:tc>
          <w:tcPr>
            <w:tcW w:w="3531"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r>
              <w:rPr>
                <w:i/>
              </w:rPr>
              <w:t>i</w:t>
            </w:r>
            <w:r>
              <w:t>, where the Market Participant is a QSE.</w:t>
            </w:r>
          </w:p>
        </w:tc>
      </w:tr>
      <w:tr w:rsidR="00881601" w14:paraId="66F96A74" w14:textId="77777777" w:rsidTr="00900C27">
        <w:trPr>
          <w:cantSplit/>
        </w:trPr>
        <w:tc>
          <w:tcPr>
            <w:tcW w:w="1005"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64" w:type="pct"/>
          </w:tcPr>
          <w:p w14:paraId="659AE03A" w14:textId="77777777" w:rsidR="00881601" w:rsidRDefault="00881601" w:rsidP="00463C16">
            <w:pPr>
              <w:pStyle w:val="TableBody"/>
            </w:pPr>
            <w:r>
              <w:t>MWh</w:t>
            </w:r>
          </w:p>
        </w:tc>
        <w:tc>
          <w:tcPr>
            <w:tcW w:w="3531"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xml:space="preserve">, where the Market Participant is a QSE assigned to the registered </w:t>
            </w:r>
            <w:proofErr w:type="gramStart"/>
            <w:r>
              <w:t>Counter-Party</w:t>
            </w:r>
            <w:proofErr w:type="gramEnd"/>
            <w:r>
              <w:t>.</w:t>
            </w:r>
          </w:p>
        </w:tc>
      </w:tr>
      <w:tr w:rsidR="00881601" w14:paraId="4812A177" w14:textId="77777777" w:rsidTr="00900C27">
        <w:trPr>
          <w:cantSplit/>
        </w:trPr>
        <w:tc>
          <w:tcPr>
            <w:tcW w:w="1005" w:type="pct"/>
          </w:tcPr>
          <w:p w14:paraId="0975E0FA" w14:textId="77777777" w:rsidR="00881601" w:rsidRDefault="00881601" w:rsidP="00463C16">
            <w:pPr>
              <w:pStyle w:val="TableBody"/>
            </w:pPr>
            <w:r>
              <w:rPr>
                <w:rFonts w:eastAsia="Calibri"/>
              </w:rPr>
              <w:lastRenderedPageBreak/>
              <w:t xml:space="preserve">RTQQES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4" w:type="pct"/>
          </w:tcPr>
          <w:p w14:paraId="0A4486EE" w14:textId="77777777" w:rsidR="00881601" w:rsidRDefault="00881601" w:rsidP="00463C16">
            <w:pPr>
              <w:pStyle w:val="TableBody"/>
            </w:pPr>
            <w:r>
              <w:t>MW</w:t>
            </w:r>
          </w:p>
        </w:tc>
        <w:tc>
          <w:tcPr>
            <w:tcW w:w="3531" w:type="pct"/>
          </w:tcPr>
          <w:p w14:paraId="01F8FD1B" w14:textId="77777777" w:rsidR="00881601" w:rsidRDefault="00881601" w:rsidP="00463C16">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900C27">
        <w:trPr>
          <w:cantSplit/>
        </w:trPr>
        <w:tc>
          <w:tcPr>
            <w:tcW w:w="1005"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64" w:type="pct"/>
          </w:tcPr>
          <w:p w14:paraId="7B280624" w14:textId="77777777" w:rsidR="00881601" w:rsidRDefault="00881601" w:rsidP="00463C16">
            <w:pPr>
              <w:pStyle w:val="TableBody"/>
            </w:pPr>
            <w:r>
              <w:t>MWh</w:t>
            </w:r>
          </w:p>
        </w:tc>
        <w:tc>
          <w:tcPr>
            <w:tcW w:w="3531" w:type="pct"/>
          </w:tcPr>
          <w:p w14:paraId="498082DF" w14:textId="77777777" w:rsidR="00881601" w:rsidRDefault="00881601" w:rsidP="00463C16">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w:t>
            </w:r>
            <w:proofErr w:type="gramStart"/>
            <w:r>
              <w:t>Counter-Party</w:t>
            </w:r>
            <w:proofErr w:type="gramEnd"/>
            <w:r>
              <w:t>.</w:t>
            </w:r>
          </w:p>
        </w:tc>
      </w:tr>
      <w:tr w:rsidR="00881601" w14:paraId="4904D205" w14:textId="77777777" w:rsidTr="00900C27">
        <w:trPr>
          <w:cantSplit/>
        </w:trPr>
        <w:tc>
          <w:tcPr>
            <w:tcW w:w="1005"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4" w:type="pct"/>
          </w:tcPr>
          <w:p w14:paraId="2ACFBF9A" w14:textId="77777777" w:rsidR="00881601" w:rsidRDefault="00881601" w:rsidP="00463C16">
            <w:pPr>
              <w:pStyle w:val="TableBody"/>
            </w:pPr>
            <w:r>
              <w:t>MW</w:t>
            </w:r>
          </w:p>
        </w:tc>
        <w:tc>
          <w:tcPr>
            <w:tcW w:w="3531"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900C27">
        <w:trPr>
          <w:cantSplit/>
        </w:trPr>
        <w:tc>
          <w:tcPr>
            <w:tcW w:w="1005"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64" w:type="pct"/>
          </w:tcPr>
          <w:p w14:paraId="07D2DC5C" w14:textId="77777777" w:rsidR="00881601" w:rsidRDefault="00881601" w:rsidP="00463C16">
            <w:pPr>
              <w:pStyle w:val="TableBody"/>
            </w:pPr>
            <w:r>
              <w:t>MWh</w:t>
            </w:r>
          </w:p>
        </w:tc>
        <w:tc>
          <w:tcPr>
            <w:tcW w:w="3531"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w:t>
            </w:r>
            <w:proofErr w:type="gramStart"/>
            <w:r>
              <w:t>Counter-Party</w:t>
            </w:r>
            <w:proofErr w:type="gramEnd"/>
            <w:r>
              <w:t>.</w:t>
            </w:r>
          </w:p>
        </w:tc>
      </w:tr>
      <w:tr w:rsidR="00881601" w14:paraId="77B6D6DB" w14:textId="77777777" w:rsidTr="00900C27">
        <w:trPr>
          <w:cantSplit/>
        </w:trPr>
        <w:tc>
          <w:tcPr>
            <w:tcW w:w="1005"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4" w:type="pct"/>
          </w:tcPr>
          <w:p w14:paraId="125E5134" w14:textId="77777777" w:rsidR="00881601" w:rsidRDefault="00881601" w:rsidP="00463C16">
            <w:pPr>
              <w:pStyle w:val="TableBody"/>
            </w:pPr>
            <w:r>
              <w:t>MW</w:t>
            </w:r>
          </w:p>
        </w:tc>
        <w:tc>
          <w:tcPr>
            <w:tcW w:w="3531"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900C27">
        <w:trPr>
          <w:cantSplit/>
        </w:trPr>
        <w:tc>
          <w:tcPr>
            <w:tcW w:w="1005" w:type="pct"/>
          </w:tcPr>
          <w:p w14:paraId="3C5D753D" w14:textId="77777777" w:rsidR="00881601" w:rsidRDefault="00881601" w:rsidP="00463C16">
            <w:pPr>
              <w:pStyle w:val="TableBody"/>
            </w:pPr>
            <w:r>
              <w:rPr>
                <w:rFonts w:eastAsia="Calibri"/>
              </w:rPr>
              <w:t xml:space="preserve">UDAES </w:t>
            </w:r>
            <w:proofErr w:type="spellStart"/>
            <w:r w:rsidRPr="004A7A0E">
              <w:rPr>
                <w:rFonts w:eastAsia="Calibri"/>
                <w:i/>
                <w:vertAlign w:val="subscript"/>
              </w:rPr>
              <w:t>mp</w:t>
            </w:r>
            <w:proofErr w:type="spellEnd"/>
          </w:p>
        </w:tc>
        <w:tc>
          <w:tcPr>
            <w:tcW w:w="464" w:type="pct"/>
          </w:tcPr>
          <w:p w14:paraId="68676B5E" w14:textId="77777777" w:rsidR="00881601" w:rsidRDefault="00881601" w:rsidP="00463C16">
            <w:pPr>
              <w:pStyle w:val="TableBody"/>
            </w:pPr>
            <w:r>
              <w:t>MWh</w:t>
            </w:r>
          </w:p>
        </w:tc>
        <w:tc>
          <w:tcPr>
            <w:tcW w:w="3531"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w:t>
            </w:r>
            <w:proofErr w:type="gramStart"/>
            <w:r>
              <w:t>Counter-Party</w:t>
            </w:r>
            <w:proofErr w:type="gramEnd"/>
            <w:r>
              <w:t>.</w:t>
            </w:r>
          </w:p>
        </w:tc>
      </w:tr>
      <w:tr w:rsidR="00881601" w14:paraId="78E1C6C6" w14:textId="77777777" w:rsidTr="00900C27">
        <w:trPr>
          <w:cantSplit/>
        </w:trPr>
        <w:tc>
          <w:tcPr>
            <w:tcW w:w="1005"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4" w:type="pct"/>
          </w:tcPr>
          <w:p w14:paraId="184F9306" w14:textId="77777777" w:rsidR="00881601" w:rsidRDefault="00881601" w:rsidP="00463C16">
            <w:pPr>
              <w:pStyle w:val="TableBody"/>
            </w:pPr>
            <w:r>
              <w:t>MW</w:t>
            </w:r>
          </w:p>
        </w:tc>
        <w:tc>
          <w:tcPr>
            <w:tcW w:w="3531"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900C27">
        <w:trPr>
          <w:cantSplit/>
        </w:trPr>
        <w:tc>
          <w:tcPr>
            <w:tcW w:w="1005"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64" w:type="pct"/>
          </w:tcPr>
          <w:p w14:paraId="2236748C" w14:textId="77777777" w:rsidR="00881601" w:rsidRDefault="00881601" w:rsidP="00463C16">
            <w:pPr>
              <w:pStyle w:val="TableBody"/>
            </w:pPr>
            <w:r>
              <w:t>MWh</w:t>
            </w:r>
          </w:p>
        </w:tc>
        <w:tc>
          <w:tcPr>
            <w:tcW w:w="3531"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w:t>
            </w:r>
            <w:proofErr w:type="gramStart"/>
            <w:r>
              <w:t>Counter-Party</w:t>
            </w:r>
            <w:proofErr w:type="gramEnd"/>
            <w: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1E21D2DD" w14:textId="1CF4AB0F" w:rsidR="00881601" w:rsidRDefault="00881601" w:rsidP="00463C16">
            <w:pPr>
              <w:pStyle w:val="TableBody"/>
              <w:rPr>
                <w:i/>
              </w:rPr>
            </w:pPr>
          </w:p>
        </w:tc>
      </w:tr>
      <w:tr w:rsidR="00881601" w14:paraId="6062AAF7" w14:textId="77777777" w:rsidTr="00900C27">
        <w:trPr>
          <w:cantSplit/>
        </w:trPr>
        <w:tc>
          <w:tcPr>
            <w:tcW w:w="1005"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64" w:type="pct"/>
          </w:tcPr>
          <w:p w14:paraId="5521B8B3" w14:textId="77777777" w:rsidR="00881601" w:rsidRDefault="00881601" w:rsidP="00463C16">
            <w:pPr>
              <w:pStyle w:val="TableBody"/>
            </w:pPr>
            <w:r>
              <w:t>MW</w:t>
            </w:r>
          </w:p>
        </w:tc>
        <w:tc>
          <w:tcPr>
            <w:tcW w:w="3531"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900C27">
        <w:trPr>
          <w:cantSplit/>
        </w:trPr>
        <w:tc>
          <w:tcPr>
            <w:tcW w:w="1005" w:type="pct"/>
          </w:tcPr>
          <w:p w14:paraId="4445B3BA" w14:textId="77777777" w:rsidR="00881601" w:rsidRDefault="00881601" w:rsidP="00463C16">
            <w:pPr>
              <w:pStyle w:val="TableBody"/>
              <w:rPr>
                <w:bCs/>
              </w:rPr>
            </w:pPr>
            <w:r>
              <w:rPr>
                <w:rFonts w:eastAsia="Calibri"/>
              </w:rPr>
              <w:lastRenderedPageBreak/>
              <w:t xml:space="preserve">URTOBL </w:t>
            </w:r>
            <w:proofErr w:type="spellStart"/>
            <w:r w:rsidRPr="004A7A0E">
              <w:rPr>
                <w:rFonts w:eastAsia="Calibri"/>
                <w:i/>
                <w:vertAlign w:val="subscript"/>
              </w:rPr>
              <w:t>mp</w:t>
            </w:r>
            <w:proofErr w:type="spellEnd"/>
          </w:p>
        </w:tc>
        <w:tc>
          <w:tcPr>
            <w:tcW w:w="464" w:type="pct"/>
          </w:tcPr>
          <w:p w14:paraId="410CB2EC" w14:textId="77777777" w:rsidR="00881601" w:rsidRDefault="00881601" w:rsidP="00463C16">
            <w:pPr>
              <w:pStyle w:val="TableBody"/>
              <w:rPr>
                <w:bCs/>
              </w:rPr>
            </w:pPr>
            <w:r>
              <w:t>MWh</w:t>
            </w:r>
          </w:p>
        </w:tc>
        <w:tc>
          <w:tcPr>
            <w:tcW w:w="3531"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w:t>
            </w:r>
            <w:proofErr w:type="gramStart"/>
            <w:r>
              <w:t>Counter-Party</w:t>
            </w:r>
            <w:proofErr w:type="gramEnd"/>
            <w:r>
              <w:t>.</w:t>
            </w:r>
          </w:p>
        </w:tc>
      </w:tr>
      <w:tr w:rsidR="00881601" w14:paraId="7A5D06B2" w14:textId="77777777" w:rsidTr="00900C27">
        <w:trPr>
          <w:cantSplit/>
        </w:trPr>
        <w:tc>
          <w:tcPr>
            <w:tcW w:w="1005"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4" w:type="pct"/>
          </w:tcPr>
          <w:p w14:paraId="4DB03500" w14:textId="77777777" w:rsidR="00881601" w:rsidRDefault="00881601" w:rsidP="00463C16">
            <w:pPr>
              <w:pStyle w:val="TableBody"/>
              <w:rPr>
                <w:bCs/>
              </w:rPr>
            </w:pPr>
            <w:r>
              <w:rPr>
                <w:bCs/>
              </w:rPr>
              <w:t>MW</w:t>
            </w:r>
          </w:p>
        </w:tc>
        <w:tc>
          <w:tcPr>
            <w:tcW w:w="3531" w:type="pct"/>
          </w:tcPr>
          <w:p w14:paraId="7BEE270D" w14:textId="77777777" w:rsidR="00881601" w:rsidRDefault="00881601" w:rsidP="00463C16">
            <w:pPr>
              <w:pStyle w:val="TableBody"/>
              <w:rPr>
                <w:bCs/>
                <w:i/>
              </w:rPr>
            </w:pPr>
            <w:r>
              <w:rPr>
                <w:bCs/>
                <w:i/>
              </w:rPr>
              <w:t xml:space="preserve">Real-Time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900C27">
        <w:trPr>
          <w:cantSplit/>
        </w:trPr>
        <w:tc>
          <w:tcPr>
            <w:tcW w:w="1005"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4" w:type="pct"/>
          </w:tcPr>
          <w:p w14:paraId="139AAACD" w14:textId="77777777" w:rsidR="00881601" w:rsidRDefault="00881601" w:rsidP="00463C16">
            <w:pPr>
              <w:pStyle w:val="TableBody"/>
              <w:rPr>
                <w:bCs/>
              </w:rPr>
            </w:pPr>
            <w:r>
              <w:rPr>
                <w:bCs/>
              </w:rPr>
              <w:t>MW</w:t>
            </w:r>
          </w:p>
        </w:tc>
        <w:tc>
          <w:tcPr>
            <w:tcW w:w="3531"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900C27">
        <w:trPr>
          <w:cantSplit/>
        </w:trPr>
        <w:tc>
          <w:tcPr>
            <w:tcW w:w="1005"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64" w:type="pct"/>
          </w:tcPr>
          <w:p w14:paraId="7342EEC8" w14:textId="77777777" w:rsidR="00881601" w:rsidRDefault="00881601" w:rsidP="00463C16">
            <w:pPr>
              <w:pStyle w:val="TableBody"/>
            </w:pPr>
            <w:r>
              <w:rPr>
                <w:bCs/>
              </w:rPr>
              <w:t>MW</w:t>
            </w:r>
          </w:p>
        </w:tc>
        <w:tc>
          <w:tcPr>
            <w:tcW w:w="3531"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900C27">
        <w:trPr>
          <w:cantSplit/>
        </w:trPr>
        <w:tc>
          <w:tcPr>
            <w:tcW w:w="1005" w:type="pct"/>
          </w:tcPr>
          <w:p w14:paraId="2E8CA0BE" w14:textId="77777777" w:rsidR="00881601" w:rsidRDefault="00881601" w:rsidP="00463C16">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64" w:type="pct"/>
          </w:tcPr>
          <w:p w14:paraId="63FF7269" w14:textId="77777777" w:rsidR="00881601" w:rsidRDefault="00881601" w:rsidP="00463C16">
            <w:pPr>
              <w:pStyle w:val="TableBody"/>
              <w:rPr>
                <w:bCs/>
              </w:rPr>
            </w:pPr>
            <w:r>
              <w:t>MWh</w:t>
            </w:r>
          </w:p>
        </w:tc>
        <w:tc>
          <w:tcPr>
            <w:tcW w:w="3531"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xml:space="preserve">, counting the ownership quantity only once per source and sink pair, and where the Market Participant is a CRR Account Holder assigned to the registered </w:t>
            </w:r>
            <w:proofErr w:type="gramStart"/>
            <w:r>
              <w:t>Counter-Party</w:t>
            </w:r>
            <w:proofErr w:type="gramEnd"/>
            <w:r>
              <w:t>.</w:t>
            </w:r>
          </w:p>
        </w:tc>
      </w:tr>
      <w:tr w:rsidR="00881601" w14:paraId="636D4EE6" w14:textId="77777777" w:rsidTr="00900C27">
        <w:trPr>
          <w:cantSplit/>
        </w:trPr>
        <w:tc>
          <w:tcPr>
            <w:tcW w:w="1005"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64" w:type="pct"/>
          </w:tcPr>
          <w:p w14:paraId="6572F3E8" w14:textId="77777777" w:rsidR="00881601" w:rsidRDefault="00881601" w:rsidP="00463C16">
            <w:pPr>
              <w:pStyle w:val="TableBody"/>
            </w:pPr>
            <w:r>
              <w:rPr>
                <w:bCs/>
              </w:rPr>
              <w:t>MW</w:t>
            </w:r>
          </w:p>
        </w:tc>
        <w:tc>
          <w:tcPr>
            <w:tcW w:w="3531"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900C27">
        <w:trPr>
          <w:cantSplit/>
        </w:trPr>
        <w:tc>
          <w:tcPr>
            <w:tcW w:w="1005"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64" w:type="pct"/>
          </w:tcPr>
          <w:p w14:paraId="7A44169F" w14:textId="77777777" w:rsidR="00881601" w:rsidRDefault="00881601" w:rsidP="00463C16">
            <w:pPr>
              <w:pStyle w:val="TableBody"/>
            </w:pPr>
            <w:r>
              <w:t>MWh</w:t>
            </w:r>
          </w:p>
        </w:tc>
        <w:tc>
          <w:tcPr>
            <w:tcW w:w="3531"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w:t>
            </w:r>
            <w:proofErr w:type="gramStart"/>
            <w:r>
              <w:t>Counter-Party</w:t>
            </w:r>
            <w:proofErr w:type="gramEnd"/>
            <w:r>
              <w:t>.</w:t>
            </w:r>
          </w:p>
        </w:tc>
      </w:tr>
      <w:tr w:rsidR="005F7F75" w14:paraId="194EF4BF"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531"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531"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w:t>
            </w:r>
            <w:proofErr w:type="gramStart"/>
            <w:r>
              <w:t>Counter-Party</w:t>
            </w:r>
            <w:proofErr w:type="gramEnd"/>
            <w:r>
              <w:t>.</w:t>
            </w:r>
          </w:p>
        </w:tc>
      </w:tr>
      <w:tr w:rsidR="005F7F75" w14:paraId="597E53D2"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531"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531"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w:t>
            </w:r>
            <w:proofErr w:type="gramStart"/>
            <w:r>
              <w:t>Counter-Party</w:t>
            </w:r>
            <w:proofErr w:type="gramEnd"/>
            <w:r>
              <w:t>.</w:t>
            </w:r>
          </w:p>
        </w:tc>
      </w:tr>
      <w:tr w:rsidR="005F7F75" w14:paraId="342A9F87"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lastRenderedPageBreak/>
              <w:t xml:space="preserve">OPTP </w:t>
            </w:r>
            <w:proofErr w:type="spellStart"/>
            <w:r w:rsidRPr="004A7A0E">
              <w:rPr>
                <w:rFonts w:eastAsia="Calibri"/>
                <w:i/>
                <w:vertAlign w:val="subscript"/>
              </w:rPr>
              <w:t>mp</w:t>
            </w:r>
            <w:proofErr w:type="spellEnd"/>
            <w:r w:rsidRPr="004A7A0E">
              <w:rPr>
                <w:i/>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531"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531"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w:t>
            </w:r>
            <w:proofErr w:type="gramStart"/>
            <w:r w:rsidR="005F7F75">
              <w:t>Counter-Party</w:t>
            </w:r>
            <w:proofErr w:type="gramEnd"/>
            <w:r w:rsidR="005F7F75">
              <w:t>.</w:t>
            </w:r>
          </w:p>
        </w:tc>
      </w:tr>
      <w:tr w:rsidR="005F7F75" w14:paraId="36A04F17"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531"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531"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w:t>
            </w:r>
            <w:proofErr w:type="gramStart"/>
            <w:r w:rsidR="005F7F75">
              <w:t>Counter-Party</w:t>
            </w:r>
            <w:proofErr w:type="gramEnd"/>
            <w:r w:rsidR="005F7F75">
              <w:t>.</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proofErr w:type="spellStart"/>
                  <w:r w:rsidR="0018762D" w:rsidRPr="004A7A0E">
                    <w:rPr>
                      <w:rFonts w:eastAsia="Calibri"/>
                      <w:vertAlign w:val="subscript"/>
                    </w:rPr>
                    <w:t>mp</w:t>
                  </w:r>
                  <w:proofErr w:type="spellEnd"/>
                  <w:r w:rsidR="0018762D" w:rsidRPr="004A7A0E">
                    <w:rPr>
                      <w:vertAlign w:val="subscript"/>
                    </w:rPr>
                    <w:t>, (j, k), a, h</w:t>
                  </w:r>
                  <w:r w:rsidR="0018762D">
                    <w:rPr>
                      <w:lang w:val="en-US"/>
                    </w:rPr>
                    <w:t>”, “</w:t>
                  </w:r>
                  <w:r w:rsidR="0018762D">
                    <w:rPr>
                      <w:rFonts w:eastAsia="Calibri"/>
                    </w:rPr>
                    <w:t xml:space="preserve">UOPTS </w:t>
                  </w:r>
                  <w:proofErr w:type="spellStart"/>
                  <w:r w:rsidR="0018762D" w:rsidRPr="004A7A0E">
                    <w:rPr>
                      <w:rFonts w:eastAsia="Calibri"/>
                      <w:vertAlign w:val="subscript"/>
                    </w:rPr>
                    <w:t>mp</w:t>
                  </w:r>
                  <w:proofErr w:type="spellEnd"/>
                  <w:r w:rsidR="0018762D">
                    <w:rPr>
                      <w:lang w:val="en-US"/>
                    </w:rPr>
                    <w:t>”, “</w:t>
                  </w:r>
                  <w:r w:rsidR="007B05E5">
                    <w:t xml:space="preserve">OBLS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proofErr w:type="spellStart"/>
                  <w:r w:rsidR="007B05E5" w:rsidRPr="004A7A0E">
                    <w:rPr>
                      <w:rFonts w:eastAsia="Calibri"/>
                      <w:vertAlign w:val="subscript"/>
                    </w:rPr>
                    <w:t>mp</w:t>
                  </w:r>
                  <w:proofErr w:type="spellEnd"/>
                  <w:r w:rsidR="007B05E5">
                    <w:rPr>
                      <w:lang w:val="en-US"/>
                    </w:rPr>
                    <w:t xml:space="preserve">”, </w:t>
                  </w:r>
                  <w:r w:rsidR="0018762D">
                    <w:rPr>
                      <w:lang w:val="en-US"/>
                    </w:rPr>
                    <w:t>“</w:t>
                  </w:r>
                  <w:r w:rsidR="007B05E5">
                    <w:t xml:space="preserve">OPTP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 “</w:t>
                  </w:r>
                  <w:r w:rsidR="007B05E5">
                    <w:rPr>
                      <w:rFonts w:eastAsia="Calibri"/>
                    </w:rPr>
                    <w:t xml:space="preserve">UOPTP </w:t>
                  </w:r>
                  <w:proofErr w:type="spellStart"/>
                  <w:r w:rsidR="007B05E5" w:rsidRPr="004A7A0E">
                    <w:rPr>
                      <w:rFonts w:eastAsia="Calibri"/>
                      <w:vertAlign w:val="subscript"/>
                    </w:rPr>
                    <w:t>mp</w:t>
                  </w:r>
                  <w:proofErr w:type="spellEnd"/>
                  <w:r w:rsidR="0018762D">
                    <w:rPr>
                      <w:lang w:val="en-US"/>
                    </w:rPr>
                    <w:t>”, “</w:t>
                  </w:r>
                  <w:r w:rsidR="007B05E5">
                    <w:t xml:space="preserve">OBLP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proofErr w:type="spellStart"/>
                  <w:r w:rsidR="007B05E5" w:rsidRPr="004A7A0E">
                    <w:rPr>
                      <w:rFonts w:eastAsia="Calibri"/>
                      <w:vertAlign w:val="subscript"/>
                    </w:rPr>
                    <w:t>mp</w:t>
                  </w:r>
                  <w:proofErr w:type="spellEnd"/>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531"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64"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531"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C648EB" w14:paraId="3B3912ED"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4E34D617" w14:textId="2E654293" w:rsidR="00C648EB" w:rsidRPr="00741BD7" w:rsidRDefault="00C648EB" w:rsidP="00C648EB">
            <w:pPr>
              <w:pStyle w:val="TableBody"/>
              <w:rPr>
                <w:bCs/>
                <w:iCs w:val="0"/>
              </w:rPr>
            </w:pPr>
            <w:r>
              <w:t>UDAASOAWD</w:t>
            </w:r>
            <w:r w:rsidRPr="00815A15">
              <w:rPr>
                <w:i/>
                <w:vertAlign w:val="subscript"/>
              </w:rPr>
              <w:t xml:space="preserve"> </w:t>
            </w:r>
            <w:proofErr w:type="spellStart"/>
            <w:r w:rsidRPr="00815A15">
              <w:rPr>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5C06016D" w14:textId="7DB7DB03" w:rsidR="00C648EB" w:rsidRPr="00741BD7" w:rsidRDefault="00C648EB" w:rsidP="00C648EB">
            <w:pPr>
              <w:pStyle w:val="TableBody"/>
              <w:rPr>
                <w:iCs w:val="0"/>
              </w:rPr>
            </w:pPr>
            <w:r>
              <w:t>MWh</w:t>
            </w:r>
          </w:p>
        </w:tc>
        <w:tc>
          <w:tcPr>
            <w:tcW w:w="3531" w:type="pct"/>
            <w:tcBorders>
              <w:top w:val="single" w:sz="6" w:space="0" w:color="auto"/>
              <w:left w:val="single" w:sz="6" w:space="0" w:color="auto"/>
              <w:bottom w:val="single" w:sz="6" w:space="0" w:color="auto"/>
              <w:right w:val="single" w:sz="4" w:space="0" w:color="auto"/>
            </w:tcBorders>
          </w:tcPr>
          <w:p w14:paraId="6D71A0F7" w14:textId="115A0B96" w:rsidR="00C648EB" w:rsidRPr="00741BD7" w:rsidRDefault="00C648EB" w:rsidP="00C648EB">
            <w:pPr>
              <w:pStyle w:val="TableBody"/>
              <w:rPr>
                <w:i/>
                <w:iCs w:val="0"/>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xml:space="preserve">, where the Market Participant is a QSE assigned to the registered </w:t>
            </w:r>
            <w:proofErr w:type="gramStart"/>
            <w:r w:rsidRPr="008649D0">
              <w:t>Counter-Party</w:t>
            </w:r>
            <w:proofErr w:type="gramEnd"/>
            <w:r w:rsidRPr="008649D0">
              <w:t>.</w:t>
            </w:r>
          </w:p>
        </w:tc>
      </w:tr>
      <w:tr w:rsidR="00C648EB" w14:paraId="1948D243"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70247FA2" w14:textId="467B38F5" w:rsidR="00C648EB" w:rsidRPr="00741BD7" w:rsidRDefault="00C648EB" w:rsidP="00C648EB">
            <w:pPr>
              <w:pStyle w:val="TableBody"/>
              <w:rPr>
                <w:bCs/>
                <w:iCs w:val="0"/>
              </w:rPr>
            </w:pPr>
            <w:r w:rsidRPr="008649D0">
              <w:t xml:space="preserve">DARUOAWD </w:t>
            </w:r>
            <w:proofErr w:type="spellStart"/>
            <w:r w:rsidRPr="008649D0">
              <w:rPr>
                <w:i/>
                <w:vertAlign w:val="subscript"/>
              </w:rPr>
              <w:t>mp</w:t>
            </w:r>
            <w:proofErr w:type="spellEnd"/>
            <w:r w:rsidRPr="008649D0">
              <w:rPr>
                <w:i/>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43415A9E" w14:textId="0044E314" w:rsidR="00C648EB" w:rsidRPr="00741BD7" w:rsidRDefault="00C648EB" w:rsidP="00C648EB">
            <w:pPr>
              <w:pStyle w:val="TableBody"/>
              <w:rPr>
                <w:iCs w:val="0"/>
              </w:rPr>
            </w:pPr>
            <w:r w:rsidRPr="008649D0">
              <w:t>MW</w:t>
            </w:r>
          </w:p>
        </w:tc>
        <w:tc>
          <w:tcPr>
            <w:tcW w:w="3531" w:type="pct"/>
            <w:tcBorders>
              <w:top w:val="single" w:sz="6" w:space="0" w:color="auto"/>
              <w:left w:val="single" w:sz="6" w:space="0" w:color="auto"/>
              <w:bottom w:val="single" w:sz="6" w:space="0" w:color="auto"/>
              <w:right w:val="single" w:sz="4" w:space="0" w:color="auto"/>
            </w:tcBorders>
          </w:tcPr>
          <w:p w14:paraId="3D3E4779" w14:textId="6DC82219" w:rsidR="00C648EB" w:rsidRPr="00741BD7" w:rsidRDefault="00C648EB" w:rsidP="00C648EB">
            <w:pPr>
              <w:pStyle w:val="TableBody"/>
              <w:rPr>
                <w:i/>
                <w:iCs w:val="0"/>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C648EB" w14:paraId="5E60A437"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35CEE11B" w14:textId="31D0FCE4" w:rsidR="00C648EB" w:rsidRPr="00741BD7" w:rsidRDefault="00C648EB" w:rsidP="00C648EB">
            <w:pPr>
              <w:pStyle w:val="TableBody"/>
              <w:rPr>
                <w:bCs/>
                <w:iCs w:val="0"/>
              </w:rPr>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5C9E9024" w14:textId="39827698" w:rsidR="00C648EB" w:rsidRPr="00741BD7" w:rsidRDefault="00C648EB" w:rsidP="00C648EB">
            <w:pPr>
              <w:pStyle w:val="TableBody"/>
              <w:rPr>
                <w:iCs w:val="0"/>
              </w:rPr>
            </w:pPr>
            <w:r w:rsidRPr="00815A15">
              <w:t>MW</w:t>
            </w:r>
          </w:p>
        </w:tc>
        <w:tc>
          <w:tcPr>
            <w:tcW w:w="3531" w:type="pct"/>
            <w:tcBorders>
              <w:top w:val="single" w:sz="6" w:space="0" w:color="auto"/>
              <w:left w:val="single" w:sz="6" w:space="0" w:color="auto"/>
              <w:bottom w:val="single" w:sz="6" w:space="0" w:color="auto"/>
              <w:right w:val="single" w:sz="4" w:space="0" w:color="auto"/>
            </w:tcBorders>
          </w:tcPr>
          <w:p w14:paraId="4A0C8BEB" w14:textId="5D0C6ECC" w:rsidR="00C648EB" w:rsidRPr="00741BD7" w:rsidRDefault="00C648EB" w:rsidP="00C648EB">
            <w:pPr>
              <w:pStyle w:val="TableBody"/>
              <w:rPr>
                <w:i/>
                <w:iCs w:val="0"/>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C648EB" w14:paraId="7EEB3358"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4773C8B4" w14:textId="4103702F" w:rsidR="00C648EB" w:rsidRPr="00741BD7" w:rsidRDefault="00C648EB" w:rsidP="00C648EB">
            <w:pPr>
              <w:pStyle w:val="TableBody"/>
              <w:rPr>
                <w:bCs/>
                <w:iCs w:val="0"/>
              </w:rPr>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3FE76ECB" w14:textId="3BF3A061" w:rsidR="00C648EB" w:rsidRPr="00741BD7" w:rsidRDefault="00C648EB" w:rsidP="00C648EB">
            <w:pPr>
              <w:pStyle w:val="TableBody"/>
              <w:rPr>
                <w:iCs w:val="0"/>
              </w:rPr>
            </w:pPr>
            <w:r w:rsidRPr="00815A15">
              <w:t>MW</w:t>
            </w:r>
          </w:p>
        </w:tc>
        <w:tc>
          <w:tcPr>
            <w:tcW w:w="3531" w:type="pct"/>
            <w:tcBorders>
              <w:top w:val="single" w:sz="6" w:space="0" w:color="auto"/>
              <w:left w:val="single" w:sz="6" w:space="0" w:color="auto"/>
              <w:bottom w:val="single" w:sz="6" w:space="0" w:color="auto"/>
              <w:right w:val="single" w:sz="4" w:space="0" w:color="auto"/>
            </w:tcBorders>
          </w:tcPr>
          <w:p w14:paraId="2C922D93" w14:textId="0C5C72E5" w:rsidR="00C648EB" w:rsidRPr="00741BD7" w:rsidRDefault="00C648EB" w:rsidP="00C648EB">
            <w:pPr>
              <w:pStyle w:val="TableBody"/>
              <w:rPr>
                <w:i/>
                <w:iCs w:val="0"/>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t>Responsive Reserve (RRS</w:t>
            </w:r>
            <w:proofErr w:type="gramStart"/>
            <w:r>
              <w:t>)</w:t>
            </w:r>
            <w:r w:rsidRPr="00815A15">
              <w:t xml:space="preserve"> Only</w:t>
            </w:r>
            <w:proofErr w:type="gramEnd"/>
            <w:r w:rsidRPr="00815A15">
              <w:t xml:space="preserve">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C648EB" w14:paraId="57992973"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43463D2D" w14:textId="51B083DF" w:rsidR="00C648EB" w:rsidRPr="00741BD7" w:rsidRDefault="00C648EB" w:rsidP="00C648EB">
            <w:pPr>
              <w:pStyle w:val="TableBody"/>
              <w:rPr>
                <w:bCs/>
                <w:iCs w:val="0"/>
              </w:rPr>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78A5ACCE" w14:textId="7BBFE331" w:rsidR="00C648EB" w:rsidRPr="00741BD7" w:rsidRDefault="00C648EB" w:rsidP="00C648EB">
            <w:pPr>
              <w:pStyle w:val="TableBody"/>
              <w:rPr>
                <w:iCs w:val="0"/>
              </w:rPr>
            </w:pPr>
            <w:r w:rsidRPr="00815A15">
              <w:t>MW</w:t>
            </w:r>
          </w:p>
        </w:tc>
        <w:tc>
          <w:tcPr>
            <w:tcW w:w="3531" w:type="pct"/>
            <w:tcBorders>
              <w:top w:val="single" w:sz="6" w:space="0" w:color="auto"/>
              <w:left w:val="single" w:sz="6" w:space="0" w:color="auto"/>
              <w:bottom w:val="single" w:sz="6" w:space="0" w:color="auto"/>
              <w:right w:val="single" w:sz="4" w:space="0" w:color="auto"/>
            </w:tcBorders>
          </w:tcPr>
          <w:p w14:paraId="06E3434A" w14:textId="0B7BBF32" w:rsidR="00C648EB" w:rsidRPr="00741BD7" w:rsidRDefault="00C648EB" w:rsidP="00C648EB">
            <w:pPr>
              <w:pStyle w:val="TableBody"/>
              <w:rPr>
                <w:i/>
                <w:iCs w:val="0"/>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C648EB" w14:paraId="407506ED"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4088B25D" w14:textId="2562A653" w:rsidR="00C648EB" w:rsidRPr="00741BD7" w:rsidRDefault="00C648EB" w:rsidP="00C648EB">
            <w:pPr>
              <w:pStyle w:val="TableBody"/>
              <w:rPr>
                <w:bCs/>
                <w:iCs w:val="0"/>
              </w:rPr>
            </w:pPr>
            <w:r>
              <w:lastRenderedPageBreak/>
              <w:t>DAECR</w:t>
            </w:r>
            <w:r w:rsidRPr="00815A15">
              <w:t xml:space="preserve">OAWD </w:t>
            </w:r>
            <w:proofErr w:type="spellStart"/>
            <w:r w:rsidRPr="00815A15">
              <w:rPr>
                <w:i/>
                <w:vertAlign w:val="subscript"/>
              </w:rPr>
              <w:t>mp</w:t>
            </w:r>
            <w:proofErr w:type="spellEnd"/>
            <w:r w:rsidRPr="00815A15">
              <w:rPr>
                <w:i/>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572F7C3D" w14:textId="54938ABA" w:rsidR="00C648EB" w:rsidRPr="00741BD7" w:rsidRDefault="00C648EB" w:rsidP="00C648EB">
            <w:pPr>
              <w:pStyle w:val="TableBody"/>
              <w:rPr>
                <w:iCs w:val="0"/>
              </w:rPr>
            </w:pPr>
            <w:r w:rsidRPr="00815A15">
              <w:t>MW</w:t>
            </w:r>
          </w:p>
        </w:tc>
        <w:tc>
          <w:tcPr>
            <w:tcW w:w="3531" w:type="pct"/>
            <w:tcBorders>
              <w:top w:val="single" w:sz="6" w:space="0" w:color="auto"/>
              <w:left w:val="single" w:sz="6" w:space="0" w:color="auto"/>
              <w:bottom w:val="single" w:sz="6" w:space="0" w:color="auto"/>
              <w:right w:val="single" w:sz="4" w:space="0" w:color="auto"/>
            </w:tcBorders>
          </w:tcPr>
          <w:p w14:paraId="53BE23EC" w14:textId="3B3DF3D6" w:rsidR="00C648EB" w:rsidRPr="00741BD7" w:rsidRDefault="00C648EB" w:rsidP="00C648EB">
            <w:pPr>
              <w:pStyle w:val="TableBody"/>
              <w:rPr>
                <w:i/>
                <w:iCs w:val="0"/>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t>ERCOT Contingency Reserve Service (ECRS)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FA77FA" w14:paraId="3FE54762"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proofErr w:type="spellStart"/>
            <w:r w:rsidRPr="00DA2165">
              <w:rPr>
                <w:rFonts w:eastAsia="Calibri"/>
                <w:i/>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531"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proofErr w:type="spellStart"/>
            <w:r w:rsidRPr="00DA2165">
              <w:rPr>
                <w:i/>
              </w:rPr>
              <w:t>mp</w:t>
            </w:r>
            <w:proofErr w:type="spellEnd"/>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proofErr w:type="spellStart"/>
                  <w:r w:rsidRPr="005D0F36">
                    <w:rPr>
                      <w:i/>
                    </w:rPr>
                    <w:t>mp</w:t>
                  </w:r>
                  <w:proofErr w:type="spellEnd"/>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proofErr w:type="spellStart"/>
                  <w:r w:rsidRPr="00FA77FA">
                    <w:rPr>
                      <w:rFonts w:eastAsia="Calibri"/>
                      <w:vertAlign w:val="subscript"/>
                    </w:rPr>
                    <w:t>mp</w:t>
                  </w:r>
                  <w:proofErr w:type="spellEnd"/>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proofErr w:type="spellStart"/>
                        <w:r w:rsidRPr="005D0F36">
                          <w:rPr>
                            <w:rFonts w:eastAsia="Calibri"/>
                            <w:i/>
                            <w:vertAlign w:val="subscript"/>
                          </w:rPr>
                          <w:t>mp</w:t>
                        </w:r>
                        <w:proofErr w:type="spellEnd"/>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proofErr w:type="spellStart"/>
                        <w:r w:rsidRPr="005D0F36">
                          <w:rPr>
                            <w:i/>
                          </w:rPr>
                          <w:t>mp</w:t>
                        </w:r>
                        <w:proofErr w:type="spellEnd"/>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900C27">
        <w:tc>
          <w:tcPr>
            <w:tcW w:w="1005"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proofErr w:type="spellStart"/>
            <w:r w:rsidRPr="00DA2165">
              <w:rPr>
                <w:i/>
                <w:vertAlign w:val="subscript"/>
              </w:rPr>
              <w:t>mp</w:t>
            </w:r>
            <w:proofErr w:type="spellEnd"/>
            <w:r w:rsidRPr="00DA2165">
              <w:rPr>
                <w:i/>
                <w:vertAlign w:val="subscript"/>
              </w:rPr>
              <w:t>. p, i</w:t>
            </w:r>
          </w:p>
        </w:tc>
        <w:tc>
          <w:tcPr>
            <w:tcW w:w="464"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531"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proofErr w:type="spellStart"/>
            <w:r w:rsidRPr="00CD2C01">
              <w:rPr>
                <w:i/>
              </w:rPr>
              <w:t>mp</w:t>
            </w:r>
            <w:proofErr w:type="spellEnd"/>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proofErr w:type="spellStart"/>
                  <w:r w:rsidRPr="005D0F36">
                    <w:rPr>
                      <w:i/>
                    </w:rPr>
                    <w:t>mp</w:t>
                  </w:r>
                  <w:proofErr w:type="spellEnd"/>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lastRenderedPageBreak/>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w:t>
            </w:r>
            <w:proofErr w:type="spellStart"/>
            <w:r w:rsidRPr="00DA2165">
              <w:rPr>
                <w:i/>
                <w:vertAlign w:val="subscript"/>
              </w:rPr>
              <w:t>gsc</w:t>
            </w:r>
            <w:proofErr w:type="spellEnd"/>
          </w:p>
        </w:tc>
        <w:tc>
          <w:tcPr>
            <w:tcW w:w="464"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531"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 xml:space="preserve">Net Metered energy at </w:t>
            </w:r>
            <w:proofErr w:type="spellStart"/>
            <w:r w:rsidRPr="00DA2165">
              <w:rPr>
                <w:i/>
              </w:rPr>
              <w:t>gsc</w:t>
            </w:r>
            <w:proofErr w:type="spellEnd"/>
            <w:r w:rsidRPr="00DA2165">
              <w:rPr>
                <w:i/>
              </w:rPr>
              <w:t xml:space="preserve"> for an SODG or SOTG Site</w:t>
            </w:r>
            <w:r w:rsidRPr="00DA2165">
              <w:sym w:font="Symbol" w:char="F0BE"/>
            </w:r>
            <w:r w:rsidRPr="00DA2165">
              <w:t>The net sum for all Settlement Meters for SODG or SOTG site</w:t>
            </w:r>
            <w:r w:rsidRPr="00DA2165">
              <w:rPr>
                <w:i/>
              </w:rPr>
              <w:t xml:space="preserve"> </w:t>
            </w:r>
            <w:proofErr w:type="spellStart"/>
            <w:r w:rsidRPr="00DA2165">
              <w:rPr>
                <w:i/>
              </w:rPr>
              <w:t>gsc</w:t>
            </w:r>
            <w:proofErr w:type="spellEnd"/>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w:t>
                  </w:r>
                  <w:proofErr w:type="spellStart"/>
                  <w:r w:rsidRPr="009752BE">
                    <w:rPr>
                      <w:i/>
                    </w:rPr>
                    <w:t>gsc</w:t>
                  </w:r>
                  <w:proofErr w:type="spellEnd"/>
                  <w:r w:rsidRPr="009752BE">
                    <w:rPr>
                      <w:i/>
                    </w:rPr>
                    <w:t xml:space="preserve">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proofErr w:type="spellStart"/>
                  <w:r w:rsidRPr="005D0F36">
                    <w:rPr>
                      <w:i/>
                    </w:rPr>
                    <w:t>gsc</w:t>
                  </w:r>
                  <w:proofErr w:type="spellEnd"/>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w:t>
                  </w:r>
                  <w:proofErr w:type="spellStart"/>
                  <w:r w:rsidRPr="00116EF1">
                    <w:rPr>
                      <w:rFonts w:eastAsia="Calibri"/>
                      <w:vertAlign w:val="subscript"/>
                    </w:rPr>
                    <w:t>mp</w:t>
                  </w:r>
                  <w:proofErr w:type="spellEnd"/>
                  <w:r w:rsidRPr="00116EF1">
                    <w:rPr>
                      <w:rFonts w:eastAsia="Calibri"/>
                      <w:vertAlign w:val="subscript"/>
                    </w:rPr>
                    <w:t xml:space="preserve">, </w:t>
                  </w:r>
                  <w:proofErr w:type="spellStart"/>
                  <w:r w:rsidRPr="00116EF1">
                    <w:rPr>
                      <w:rFonts w:eastAsia="Calibri"/>
                      <w:vertAlign w:val="subscript"/>
                    </w:rPr>
                    <w:t>gsc</w:t>
                  </w:r>
                  <w:proofErr w:type="spellEnd"/>
                  <w:r w:rsidRPr="00116EF1">
                    <w:rPr>
                      <w:rFonts w:eastAsia="Calibri"/>
                      <w:vertAlign w:val="subscript"/>
                    </w:rPr>
                    <w:t>,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proofErr w:type="spellStart"/>
                        <w:r>
                          <w:rPr>
                            <w:i/>
                            <w:vertAlign w:val="subscript"/>
                          </w:rPr>
                          <w:t>mp</w:t>
                        </w:r>
                        <w:proofErr w:type="spellEnd"/>
                        <w:r w:rsidRPr="00E61497">
                          <w:rPr>
                            <w:i/>
                            <w:vertAlign w:val="subscript"/>
                          </w:rPr>
                          <w:t>,</w:t>
                        </w:r>
                        <w:r>
                          <w:rPr>
                            <w:i/>
                            <w:vertAlign w:val="subscript"/>
                          </w:rPr>
                          <w:t xml:space="preserve"> </w:t>
                        </w:r>
                        <w:proofErr w:type="spellStart"/>
                        <w:r w:rsidRPr="00E61497">
                          <w:rPr>
                            <w:i/>
                            <w:vertAlign w:val="subscript"/>
                          </w:rPr>
                          <w:t>gsc</w:t>
                        </w:r>
                        <w:proofErr w:type="spellEnd"/>
                        <w:r w:rsidRPr="00E61497">
                          <w:rPr>
                            <w:i/>
                            <w:vertAlign w:val="subscript"/>
                          </w:rPr>
                          <w:t>,</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proofErr w:type="spellStart"/>
                        <w:r w:rsidRPr="001E15B9">
                          <w:rPr>
                            <w:i/>
                          </w:rPr>
                          <w:t>gsc</w:t>
                        </w:r>
                        <w:proofErr w:type="spellEnd"/>
                        <w:r w:rsidRPr="001E15B9">
                          <w:rPr>
                            <w:i/>
                          </w:rPr>
                          <w:t xml:space="preserve"> </w:t>
                        </w:r>
                        <w:r w:rsidRPr="00E61497">
                          <w:t xml:space="preserve">at Electrical Bus </w:t>
                        </w:r>
                        <w:r w:rsidRPr="001E15B9">
                          <w:rPr>
                            <w:i/>
                          </w:rPr>
                          <w:t>b</w:t>
                        </w:r>
                        <w:r w:rsidRPr="00E61497">
                          <w:t xml:space="preserve">, represented by </w:t>
                        </w:r>
                        <w:r>
                          <w:t xml:space="preserve">the Market Participant </w:t>
                        </w:r>
                        <w:proofErr w:type="spellStart"/>
                        <w:r>
                          <w:rPr>
                            <w:i/>
                          </w:rPr>
                          <w:t>mp</w:t>
                        </w:r>
                        <w:proofErr w:type="spellEnd"/>
                        <w:r>
                          <w:rPr>
                            <w:i/>
                          </w:rPr>
                          <w:t>,</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326226" w14:paraId="5F77BB57"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4"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4"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531"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4"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531"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4"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4"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4"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4"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531"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4"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531"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proofErr w:type="spellStart"/>
            <w:r w:rsidRPr="005D4689">
              <w:rPr>
                <w:i/>
              </w:rPr>
              <w:t>gsc</w:t>
            </w:r>
            <w:proofErr w:type="spellEnd"/>
          </w:p>
        </w:tc>
        <w:tc>
          <w:tcPr>
            <w:tcW w:w="464"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531"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900C27">
        <w:trPr>
          <w:cantSplit/>
        </w:trPr>
        <w:tc>
          <w:tcPr>
            <w:tcW w:w="1005"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4"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531"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8"/>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 xml:space="preserve">Any uplifted short-paid amount greater than $2,500,000 must be scheduled so that no amount greater than $2,500,000 is charged on each set of Default Uplift Invoices until </w:t>
      </w:r>
      <w:r>
        <w:lastRenderedPageBreak/>
        <w:t>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214882326"/>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214882327"/>
      <w:r>
        <w:lastRenderedPageBreak/>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214882328"/>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214882329"/>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214882330"/>
      <w:r>
        <w:rPr>
          <w:b/>
          <w:i/>
        </w:rPr>
        <w:lastRenderedPageBreak/>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bookmarkStart w:id="554" w:name="_Toc214882331"/>
            <w:r w:rsidRPr="004471AB">
              <w:t>9.20</w:t>
            </w:r>
            <w:r>
              <w:tab/>
            </w:r>
            <w:r w:rsidRPr="004471AB">
              <w:t>ERCOT Invoice Report</w:t>
            </w:r>
            <w:bookmarkEnd w:id="554"/>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92E0" w14:textId="5527198B" w:rsidR="007D681D" w:rsidRDefault="007D681D">
    <w:pPr>
      <w:pStyle w:val="Footer"/>
      <w:spacing w:before="0" w:after="0"/>
    </w:pPr>
    <w:r>
      <w:t xml:space="preserve">ERCOT Nodal Protocols – </w:t>
    </w:r>
    <w:r w:rsidR="0025502E">
      <w:t>December 5</w:t>
    </w:r>
    <w:r>
      <w:t>, 202</w:t>
    </w:r>
    <w:r w:rsidR="00623C42">
      <w:t>5</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105C" w14:textId="072CBBEA" w:rsidR="007D681D" w:rsidRDefault="007D681D">
    <w:pPr>
      <w:pStyle w:val="Footer"/>
      <w:spacing w:before="0" w:after="0"/>
    </w:pPr>
    <w:r>
      <w:t xml:space="preserve">ERCOT Nodal Protocols – </w:t>
    </w:r>
    <w:r w:rsidR="0025502E">
      <w:t>December 5</w:t>
    </w:r>
    <w:r>
      <w:t>, 202</w:t>
    </w:r>
    <w:r w:rsidR="00623C42">
      <w:t>5</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C67C2" w14:textId="2898B258" w:rsidR="007D681D" w:rsidRDefault="007D681D">
    <w:pPr>
      <w:pStyle w:val="Footer"/>
      <w:spacing w:before="0" w:after="0"/>
      <w:rPr>
        <w:rStyle w:val="PageNumber"/>
      </w:rPr>
    </w:pPr>
    <w:r>
      <w:t xml:space="preserve">ERCOT Nodal Protocols – </w:t>
    </w:r>
    <w:r w:rsidR="0025502E">
      <w:t>December 5</w:t>
    </w:r>
    <w:r>
      <w:t xml:space="preserve">, </w:t>
    </w:r>
    <w:proofErr w:type="gramStart"/>
    <w:r>
      <w:t>202</w:t>
    </w:r>
    <w:r w:rsidR="00623C42">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7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171E1"/>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1A9D"/>
    <w:rsid w:val="00052258"/>
    <w:rsid w:val="00054A8E"/>
    <w:rsid w:val="00054E2F"/>
    <w:rsid w:val="00056322"/>
    <w:rsid w:val="00056548"/>
    <w:rsid w:val="0006082B"/>
    <w:rsid w:val="00061A14"/>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109E"/>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0ECD"/>
    <w:rsid w:val="00111160"/>
    <w:rsid w:val="001121BB"/>
    <w:rsid w:val="00113C12"/>
    <w:rsid w:val="00116EF1"/>
    <w:rsid w:val="00117151"/>
    <w:rsid w:val="00117208"/>
    <w:rsid w:val="00117B75"/>
    <w:rsid w:val="0012035F"/>
    <w:rsid w:val="00120CFD"/>
    <w:rsid w:val="00122CD1"/>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558DD"/>
    <w:rsid w:val="00160DE6"/>
    <w:rsid w:val="00160F14"/>
    <w:rsid w:val="00163446"/>
    <w:rsid w:val="001648A3"/>
    <w:rsid w:val="00165BDC"/>
    <w:rsid w:val="0016715C"/>
    <w:rsid w:val="001700B6"/>
    <w:rsid w:val="00171BE5"/>
    <w:rsid w:val="00172A28"/>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082"/>
    <w:rsid w:val="001E138A"/>
    <w:rsid w:val="001E19BA"/>
    <w:rsid w:val="001E7A6D"/>
    <w:rsid w:val="001F73AB"/>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4495"/>
    <w:rsid w:val="002258DD"/>
    <w:rsid w:val="00226522"/>
    <w:rsid w:val="00226940"/>
    <w:rsid w:val="00226A9A"/>
    <w:rsid w:val="00234841"/>
    <w:rsid w:val="00234DC8"/>
    <w:rsid w:val="00235107"/>
    <w:rsid w:val="002355FF"/>
    <w:rsid w:val="00235E09"/>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5502E"/>
    <w:rsid w:val="00261EB0"/>
    <w:rsid w:val="0026416B"/>
    <w:rsid w:val="00265942"/>
    <w:rsid w:val="0027128D"/>
    <w:rsid w:val="00271E37"/>
    <w:rsid w:val="0027779A"/>
    <w:rsid w:val="00281166"/>
    <w:rsid w:val="00282FA6"/>
    <w:rsid w:val="00284002"/>
    <w:rsid w:val="00285F2A"/>
    <w:rsid w:val="002873B5"/>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BD8"/>
    <w:rsid w:val="00343EDE"/>
    <w:rsid w:val="003459E3"/>
    <w:rsid w:val="003460D2"/>
    <w:rsid w:val="00350834"/>
    <w:rsid w:val="00351268"/>
    <w:rsid w:val="00351A42"/>
    <w:rsid w:val="0035251C"/>
    <w:rsid w:val="00353B99"/>
    <w:rsid w:val="00353E26"/>
    <w:rsid w:val="003562CD"/>
    <w:rsid w:val="00357003"/>
    <w:rsid w:val="00360FAF"/>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2750"/>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0FD8"/>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40F5"/>
    <w:rsid w:val="004C53DD"/>
    <w:rsid w:val="004C5654"/>
    <w:rsid w:val="004D35E0"/>
    <w:rsid w:val="004D3B1C"/>
    <w:rsid w:val="004D45BB"/>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448"/>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13CA"/>
    <w:rsid w:val="005B4116"/>
    <w:rsid w:val="005B4921"/>
    <w:rsid w:val="005B5951"/>
    <w:rsid w:val="005B6FDB"/>
    <w:rsid w:val="005C0E71"/>
    <w:rsid w:val="005C29D8"/>
    <w:rsid w:val="005C544C"/>
    <w:rsid w:val="005D281B"/>
    <w:rsid w:val="005D3F0E"/>
    <w:rsid w:val="005D4619"/>
    <w:rsid w:val="005D5E8B"/>
    <w:rsid w:val="005D650E"/>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308"/>
    <w:rsid w:val="006154BC"/>
    <w:rsid w:val="00616A90"/>
    <w:rsid w:val="0061794E"/>
    <w:rsid w:val="00620036"/>
    <w:rsid w:val="006200C1"/>
    <w:rsid w:val="0062198B"/>
    <w:rsid w:val="00621AD4"/>
    <w:rsid w:val="00622553"/>
    <w:rsid w:val="0062315C"/>
    <w:rsid w:val="00623C42"/>
    <w:rsid w:val="00624C4D"/>
    <w:rsid w:val="0062542E"/>
    <w:rsid w:val="00625828"/>
    <w:rsid w:val="00626FE5"/>
    <w:rsid w:val="00627AAF"/>
    <w:rsid w:val="00627BEB"/>
    <w:rsid w:val="00630156"/>
    <w:rsid w:val="0063133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6292"/>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2D1"/>
    <w:rsid w:val="006C3580"/>
    <w:rsid w:val="006C690E"/>
    <w:rsid w:val="006D27AD"/>
    <w:rsid w:val="006D3549"/>
    <w:rsid w:val="006D4C93"/>
    <w:rsid w:val="006D7C6D"/>
    <w:rsid w:val="006E068D"/>
    <w:rsid w:val="006E1956"/>
    <w:rsid w:val="006E32CE"/>
    <w:rsid w:val="006E631F"/>
    <w:rsid w:val="006E6949"/>
    <w:rsid w:val="006E76AA"/>
    <w:rsid w:val="006F3394"/>
    <w:rsid w:val="006F4018"/>
    <w:rsid w:val="006F4A24"/>
    <w:rsid w:val="006F4D8C"/>
    <w:rsid w:val="007004AA"/>
    <w:rsid w:val="0070162F"/>
    <w:rsid w:val="0070210E"/>
    <w:rsid w:val="0070250D"/>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44F9"/>
    <w:rsid w:val="008055DB"/>
    <w:rsid w:val="00805BD8"/>
    <w:rsid w:val="00805DC0"/>
    <w:rsid w:val="00806C76"/>
    <w:rsid w:val="00807BAA"/>
    <w:rsid w:val="00807F84"/>
    <w:rsid w:val="00811723"/>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54314"/>
    <w:rsid w:val="00861226"/>
    <w:rsid w:val="00862BAE"/>
    <w:rsid w:val="00862F43"/>
    <w:rsid w:val="008657B6"/>
    <w:rsid w:val="00866CD3"/>
    <w:rsid w:val="00867102"/>
    <w:rsid w:val="008673D6"/>
    <w:rsid w:val="00870DFE"/>
    <w:rsid w:val="00873A65"/>
    <w:rsid w:val="00875F58"/>
    <w:rsid w:val="0087738E"/>
    <w:rsid w:val="00880123"/>
    <w:rsid w:val="00881601"/>
    <w:rsid w:val="00881D39"/>
    <w:rsid w:val="008824DD"/>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38CA"/>
    <w:rsid w:val="008D4343"/>
    <w:rsid w:val="008D4BED"/>
    <w:rsid w:val="008D5547"/>
    <w:rsid w:val="008D6C14"/>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0C27"/>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6D94"/>
    <w:rsid w:val="00967AB9"/>
    <w:rsid w:val="00970361"/>
    <w:rsid w:val="00971B33"/>
    <w:rsid w:val="00972EE8"/>
    <w:rsid w:val="00974D32"/>
    <w:rsid w:val="00975D78"/>
    <w:rsid w:val="00980773"/>
    <w:rsid w:val="009810FA"/>
    <w:rsid w:val="009824DC"/>
    <w:rsid w:val="00982752"/>
    <w:rsid w:val="00982EB9"/>
    <w:rsid w:val="0098333C"/>
    <w:rsid w:val="00983E12"/>
    <w:rsid w:val="00984538"/>
    <w:rsid w:val="009868C6"/>
    <w:rsid w:val="00986EAF"/>
    <w:rsid w:val="0099556D"/>
    <w:rsid w:val="00996D4B"/>
    <w:rsid w:val="00997FBD"/>
    <w:rsid w:val="009A1A1C"/>
    <w:rsid w:val="009A2477"/>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E2C5F"/>
    <w:rsid w:val="009F0903"/>
    <w:rsid w:val="009F09AC"/>
    <w:rsid w:val="009F0B1C"/>
    <w:rsid w:val="009F5B12"/>
    <w:rsid w:val="009F5FB6"/>
    <w:rsid w:val="009F6187"/>
    <w:rsid w:val="009F7EBA"/>
    <w:rsid w:val="00A0123C"/>
    <w:rsid w:val="00A04F41"/>
    <w:rsid w:val="00A06E01"/>
    <w:rsid w:val="00A0709E"/>
    <w:rsid w:val="00A0738D"/>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2875"/>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013E"/>
    <w:rsid w:val="00AA2B4C"/>
    <w:rsid w:val="00AA306F"/>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377D"/>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169"/>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691"/>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42D"/>
    <w:rsid w:val="00C16E4D"/>
    <w:rsid w:val="00C17663"/>
    <w:rsid w:val="00C20A8B"/>
    <w:rsid w:val="00C22141"/>
    <w:rsid w:val="00C2257A"/>
    <w:rsid w:val="00C260FF"/>
    <w:rsid w:val="00C27DC2"/>
    <w:rsid w:val="00C3071B"/>
    <w:rsid w:val="00C32638"/>
    <w:rsid w:val="00C339F8"/>
    <w:rsid w:val="00C341B5"/>
    <w:rsid w:val="00C342E1"/>
    <w:rsid w:val="00C376A6"/>
    <w:rsid w:val="00C4046B"/>
    <w:rsid w:val="00C45481"/>
    <w:rsid w:val="00C47FB4"/>
    <w:rsid w:val="00C50831"/>
    <w:rsid w:val="00C51A3E"/>
    <w:rsid w:val="00C562E9"/>
    <w:rsid w:val="00C60453"/>
    <w:rsid w:val="00C648EB"/>
    <w:rsid w:val="00C6585B"/>
    <w:rsid w:val="00C65B19"/>
    <w:rsid w:val="00C668DB"/>
    <w:rsid w:val="00C66B18"/>
    <w:rsid w:val="00C70EA2"/>
    <w:rsid w:val="00C71179"/>
    <w:rsid w:val="00C715A2"/>
    <w:rsid w:val="00C738D0"/>
    <w:rsid w:val="00C74063"/>
    <w:rsid w:val="00C748BF"/>
    <w:rsid w:val="00C75306"/>
    <w:rsid w:val="00C76E36"/>
    <w:rsid w:val="00C76F59"/>
    <w:rsid w:val="00C80487"/>
    <w:rsid w:val="00C80FEF"/>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414E"/>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2F7E"/>
    <w:rsid w:val="00DA3DE5"/>
    <w:rsid w:val="00DA45C6"/>
    <w:rsid w:val="00DA4A4B"/>
    <w:rsid w:val="00DA6ECC"/>
    <w:rsid w:val="00DB050B"/>
    <w:rsid w:val="00DB060E"/>
    <w:rsid w:val="00DB18E6"/>
    <w:rsid w:val="00DB343C"/>
    <w:rsid w:val="00DC154D"/>
    <w:rsid w:val="00DC3788"/>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07B5A"/>
    <w:rsid w:val="00E11944"/>
    <w:rsid w:val="00E12252"/>
    <w:rsid w:val="00E125AB"/>
    <w:rsid w:val="00E1370A"/>
    <w:rsid w:val="00E1441D"/>
    <w:rsid w:val="00E14FD5"/>
    <w:rsid w:val="00E1571F"/>
    <w:rsid w:val="00E162D3"/>
    <w:rsid w:val="00E16A8E"/>
    <w:rsid w:val="00E177D5"/>
    <w:rsid w:val="00E20193"/>
    <w:rsid w:val="00E20AAA"/>
    <w:rsid w:val="00E20BFA"/>
    <w:rsid w:val="00E216F1"/>
    <w:rsid w:val="00E23282"/>
    <w:rsid w:val="00E2470C"/>
    <w:rsid w:val="00E2546F"/>
    <w:rsid w:val="00E27569"/>
    <w:rsid w:val="00E27A9C"/>
    <w:rsid w:val="00E301D8"/>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0CA8"/>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2756"/>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40"/>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147B"/>
    <w:rsid w:val="00FC76EA"/>
    <w:rsid w:val="00FD073D"/>
    <w:rsid w:val="00FD1DE6"/>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6726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7</TotalTime>
  <Pages>66</Pages>
  <Words>23896</Words>
  <Characters>134609</Characters>
  <Application>Microsoft Office Word</Application>
  <DocSecurity>0</DocSecurity>
  <Lines>1121</Lines>
  <Paragraphs>316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158189</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4</cp:revision>
  <cp:lastPrinted>2019-04-29T20:58:00Z</cp:lastPrinted>
  <dcterms:created xsi:type="dcterms:W3CDTF">2025-11-24T19:03:00Z</dcterms:created>
  <dcterms:modified xsi:type="dcterms:W3CDTF">2025-11-24T19:10:00Z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