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6F94B39F" w:rsidR="00C51FB1" w:rsidRDefault="00CF4D0D" w:rsidP="00C51FB1">
      <w:pPr>
        <w:spacing w:before="360"/>
        <w:jc w:val="center"/>
        <w:rPr>
          <w:b/>
          <w:szCs w:val="24"/>
        </w:rPr>
      </w:pPr>
      <w:r>
        <w:rPr>
          <w:b/>
          <w:szCs w:val="24"/>
        </w:rPr>
        <w:t>December</w:t>
      </w:r>
      <w:r w:rsidR="00705F9C">
        <w:rPr>
          <w:b/>
          <w:szCs w:val="24"/>
        </w:rPr>
        <w:t xml:space="preserve"> </w:t>
      </w:r>
      <w:r w:rsidR="00707F06">
        <w:rPr>
          <w:b/>
          <w:szCs w:val="24"/>
        </w:rPr>
        <w:t>1</w:t>
      </w:r>
      <w:r w:rsidR="002D72D0">
        <w:rPr>
          <w:b/>
          <w:szCs w:val="24"/>
        </w:rPr>
        <w:t>, 20</w:t>
      </w:r>
      <w:r w:rsidR="005C3E46">
        <w:rPr>
          <w:b/>
          <w:szCs w:val="24"/>
        </w:rPr>
        <w:t>2</w:t>
      </w:r>
      <w:r w:rsidR="00F54775">
        <w:rPr>
          <w:b/>
          <w:szCs w:val="24"/>
        </w:rPr>
        <w:t>5</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0F9DFE7F" w14:textId="04DDC032" w:rsidR="00317F36" w:rsidRPr="00B87A9E" w:rsidRDefault="002246A8">
      <w:pPr>
        <w:pStyle w:val="TOC1"/>
        <w:rPr>
          <w:rFonts w:ascii="Times New Roman" w:eastAsiaTheme="minorEastAsia" w:hAnsi="Times New Roman"/>
          <w:b w:val="0"/>
          <w:bCs w:val="0"/>
          <w:kern w:val="2"/>
          <w:sz w:val="20"/>
          <w14:ligatures w14:val="standardContextual"/>
        </w:rPr>
      </w:pPr>
      <w:r w:rsidRPr="00B87A9E">
        <w:rPr>
          <w:rFonts w:ascii="Times New Roman" w:hAnsi="Times New Roman"/>
          <w:iCs/>
          <w:sz w:val="20"/>
        </w:rPr>
        <w:lastRenderedPageBreak/>
        <w:fldChar w:fldCharType="begin"/>
      </w:r>
      <w:r w:rsidR="002D238A" w:rsidRPr="00B87A9E">
        <w:rPr>
          <w:rFonts w:ascii="Times New Roman" w:hAnsi="Times New Roman"/>
          <w:iCs/>
          <w:sz w:val="20"/>
        </w:rPr>
        <w:instrText xml:space="preserve"> TOC \o "1-5" \h \z \u </w:instrText>
      </w:r>
      <w:r w:rsidRPr="00B87A9E">
        <w:rPr>
          <w:rFonts w:ascii="Times New Roman" w:hAnsi="Times New Roman"/>
          <w:iCs/>
          <w:sz w:val="20"/>
        </w:rPr>
        <w:fldChar w:fldCharType="separate"/>
      </w:r>
      <w:hyperlink w:anchor="_Toc199405190" w:history="1">
        <w:r w:rsidR="00317F36" w:rsidRPr="00B87A9E">
          <w:rPr>
            <w:rStyle w:val="Hyperlink"/>
            <w:rFonts w:ascii="Times New Roman" w:hAnsi="Times New Roman"/>
            <w:sz w:val="20"/>
          </w:rPr>
          <w:t>3</w:t>
        </w:r>
        <w:r w:rsidR="00317F36" w:rsidRPr="00B87A9E">
          <w:rPr>
            <w:rFonts w:ascii="Times New Roman" w:eastAsiaTheme="minorEastAsia" w:hAnsi="Times New Roman"/>
            <w:b w:val="0"/>
            <w:bCs w:val="0"/>
            <w:kern w:val="2"/>
            <w:sz w:val="20"/>
            <w14:ligatures w14:val="standardContextual"/>
          </w:rPr>
          <w:tab/>
        </w:r>
        <w:r w:rsidR="00317F36" w:rsidRPr="00B87A9E">
          <w:rPr>
            <w:rStyle w:val="Hyperlink"/>
            <w:rFonts w:ascii="Times New Roman" w:hAnsi="Times New Roman"/>
            <w:sz w:val="20"/>
          </w:rPr>
          <w:t>MANAGEMENT ACTIVITIES FOR THE ERCOT SYSTEM</w:t>
        </w:r>
        <w:r w:rsidR="00317F36" w:rsidRPr="00B87A9E">
          <w:rPr>
            <w:rFonts w:ascii="Times New Roman" w:hAnsi="Times New Roman"/>
            <w:webHidden/>
            <w:sz w:val="20"/>
          </w:rPr>
          <w:tab/>
        </w:r>
        <w:r w:rsidR="00317F36" w:rsidRPr="00B87A9E">
          <w:rPr>
            <w:rFonts w:ascii="Times New Roman" w:hAnsi="Times New Roman"/>
            <w:webHidden/>
            <w:sz w:val="20"/>
          </w:rPr>
          <w:fldChar w:fldCharType="begin"/>
        </w:r>
        <w:r w:rsidR="00317F36" w:rsidRPr="00B87A9E">
          <w:rPr>
            <w:rFonts w:ascii="Times New Roman" w:hAnsi="Times New Roman"/>
            <w:webHidden/>
            <w:sz w:val="20"/>
          </w:rPr>
          <w:instrText xml:space="preserve"> PAGEREF _Toc199405190 \h </w:instrText>
        </w:r>
        <w:r w:rsidR="00317F36" w:rsidRPr="00B87A9E">
          <w:rPr>
            <w:rFonts w:ascii="Times New Roman" w:hAnsi="Times New Roman"/>
            <w:webHidden/>
            <w:sz w:val="20"/>
          </w:rPr>
        </w:r>
        <w:r w:rsidR="00317F36" w:rsidRPr="00B87A9E">
          <w:rPr>
            <w:rFonts w:ascii="Times New Roman" w:hAnsi="Times New Roman"/>
            <w:webHidden/>
            <w:sz w:val="20"/>
          </w:rPr>
          <w:fldChar w:fldCharType="separate"/>
        </w:r>
        <w:r w:rsidR="009F5B92">
          <w:rPr>
            <w:rFonts w:ascii="Times New Roman" w:hAnsi="Times New Roman"/>
            <w:webHidden/>
            <w:sz w:val="20"/>
          </w:rPr>
          <w:t>3-1</w:t>
        </w:r>
        <w:r w:rsidR="00317F36" w:rsidRPr="00B87A9E">
          <w:rPr>
            <w:rFonts w:ascii="Times New Roman" w:hAnsi="Times New Roman"/>
            <w:webHidden/>
            <w:sz w:val="20"/>
          </w:rPr>
          <w:fldChar w:fldCharType="end"/>
        </w:r>
      </w:hyperlink>
    </w:p>
    <w:p w14:paraId="3B390FA0" w14:textId="0826B50B" w:rsidR="00317F36" w:rsidRPr="00B87A9E" w:rsidRDefault="00317F36">
      <w:pPr>
        <w:pStyle w:val="TOC2"/>
        <w:rPr>
          <w:rFonts w:eastAsiaTheme="minorEastAsia"/>
          <w:noProof/>
          <w:kern w:val="2"/>
          <w14:ligatures w14:val="standardContextual"/>
        </w:rPr>
      </w:pPr>
      <w:hyperlink w:anchor="_Toc199405191" w:history="1">
        <w:r w:rsidRPr="00B87A9E">
          <w:rPr>
            <w:rStyle w:val="Hyperlink"/>
            <w:noProof/>
            <w:u w:val="none"/>
          </w:rPr>
          <w:t>3.1</w:t>
        </w:r>
        <w:r w:rsidRPr="00B87A9E">
          <w:rPr>
            <w:rFonts w:eastAsiaTheme="minorEastAsia"/>
            <w:noProof/>
            <w:kern w:val="2"/>
            <w14:ligatures w14:val="standardContextual"/>
          </w:rPr>
          <w:tab/>
        </w:r>
        <w:r w:rsidRPr="00B87A9E">
          <w:rPr>
            <w:rStyle w:val="Hyperlink"/>
            <w:noProof/>
            <w:u w:val="none"/>
          </w:rPr>
          <w:t>Outage Coordination</w:t>
        </w:r>
        <w:r w:rsidRPr="00B87A9E">
          <w:rPr>
            <w:noProof/>
            <w:webHidden/>
          </w:rPr>
          <w:tab/>
        </w:r>
        <w:r w:rsidRPr="00B87A9E">
          <w:rPr>
            <w:noProof/>
            <w:webHidden/>
          </w:rPr>
          <w:fldChar w:fldCharType="begin"/>
        </w:r>
        <w:r w:rsidRPr="00B87A9E">
          <w:rPr>
            <w:noProof/>
            <w:webHidden/>
          </w:rPr>
          <w:instrText xml:space="preserve"> PAGEREF _Toc199405191 \h </w:instrText>
        </w:r>
        <w:r w:rsidRPr="00B87A9E">
          <w:rPr>
            <w:noProof/>
            <w:webHidden/>
          </w:rPr>
        </w:r>
        <w:r w:rsidRPr="00B87A9E">
          <w:rPr>
            <w:noProof/>
            <w:webHidden/>
          </w:rPr>
          <w:fldChar w:fldCharType="separate"/>
        </w:r>
        <w:r w:rsidR="009F5B92">
          <w:rPr>
            <w:noProof/>
            <w:webHidden/>
          </w:rPr>
          <w:t>3-1</w:t>
        </w:r>
        <w:r w:rsidRPr="00B87A9E">
          <w:rPr>
            <w:noProof/>
            <w:webHidden/>
          </w:rPr>
          <w:fldChar w:fldCharType="end"/>
        </w:r>
      </w:hyperlink>
    </w:p>
    <w:p w14:paraId="17193D87" w14:textId="3CE05687" w:rsidR="00317F36" w:rsidRPr="00B87A9E" w:rsidRDefault="00317F36">
      <w:pPr>
        <w:pStyle w:val="TOC3"/>
        <w:rPr>
          <w:rFonts w:eastAsiaTheme="minorEastAsia"/>
          <w:kern w:val="2"/>
          <w14:ligatures w14:val="standardContextual"/>
        </w:rPr>
      </w:pPr>
      <w:hyperlink w:anchor="_Toc199405192" w:history="1">
        <w:r w:rsidRPr="00B87A9E">
          <w:rPr>
            <w:rStyle w:val="Hyperlink"/>
            <w:u w:val="none"/>
          </w:rPr>
          <w:t>3.1.1</w:t>
        </w:r>
        <w:r w:rsidRPr="00B87A9E">
          <w:rPr>
            <w:rFonts w:eastAsiaTheme="minorEastAsia"/>
            <w:kern w:val="2"/>
            <w14:ligatures w14:val="standardContextual"/>
          </w:rPr>
          <w:tab/>
        </w:r>
        <w:r w:rsidRPr="00B87A9E">
          <w:rPr>
            <w:rStyle w:val="Hyperlink"/>
            <w:u w:val="none"/>
          </w:rPr>
          <w:t>Role of ERCOT</w:t>
        </w:r>
        <w:r w:rsidRPr="00B87A9E">
          <w:rPr>
            <w:webHidden/>
          </w:rPr>
          <w:tab/>
        </w:r>
        <w:r w:rsidRPr="00B87A9E">
          <w:rPr>
            <w:webHidden/>
          </w:rPr>
          <w:fldChar w:fldCharType="begin"/>
        </w:r>
        <w:r w:rsidRPr="00B87A9E">
          <w:rPr>
            <w:webHidden/>
          </w:rPr>
          <w:instrText xml:space="preserve"> PAGEREF _Toc199405192 \h </w:instrText>
        </w:r>
        <w:r w:rsidRPr="00B87A9E">
          <w:rPr>
            <w:webHidden/>
          </w:rPr>
        </w:r>
        <w:r w:rsidRPr="00B87A9E">
          <w:rPr>
            <w:webHidden/>
          </w:rPr>
          <w:fldChar w:fldCharType="separate"/>
        </w:r>
        <w:r w:rsidR="009F5B92">
          <w:rPr>
            <w:webHidden/>
          </w:rPr>
          <w:t>3-1</w:t>
        </w:r>
        <w:r w:rsidRPr="00B87A9E">
          <w:rPr>
            <w:webHidden/>
          </w:rPr>
          <w:fldChar w:fldCharType="end"/>
        </w:r>
      </w:hyperlink>
    </w:p>
    <w:p w14:paraId="3E5A13B3" w14:textId="1C059906" w:rsidR="00317F36" w:rsidRPr="00B87A9E" w:rsidRDefault="00317F36">
      <w:pPr>
        <w:pStyle w:val="TOC3"/>
        <w:rPr>
          <w:rFonts w:eastAsiaTheme="minorEastAsia"/>
          <w:kern w:val="2"/>
          <w14:ligatures w14:val="standardContextual"/>
        </w:rPr>
      </w:pPr>
      <w:hyperlink w:anchor="_Toc199405193" w:history="1">
        <w:r w:rsidRPr="00B87A9E">
          <w:rPr>
            <w:rStyle w:val="Hyperlink"/>
            <w:u w:val="none"/>
          </w:rPr>
          <w:t>3.1.2</w:t>
        </w:r>
        <w:r w:rsidRPr="00B87A9E">
          <w:rPr>
            <w:rFonts w:eastAsiaTheme="minorEastAsia"/>
            <w:kern w:val="2"/>
            <w14:ligatures w14:val="standardContextual"/>
          </w:rPr>
          <w:tab/>
        </w:r>
        <w:r w:rsidRPr="00B87A9E">
          <w:rPr>
            <w:rStyle w:val="Hyperlink"/>
            <w:u w:val="none"/>
          </w:rPr>
          <w:t>Planned Outage, Maintenance Outage, or Rescheduled Outage Data Reporting</w:t>
        </w:r>
        <w:r w:rsidRPr="00B87A9E">
          <w:rPr>
            <w:webHidden/>
          </w:rPr>
          <w:tab/>
        </w:r>
        <w:r w:rsidRPr="00B87A9E">
          <w:rPr>
            <w:webHidden/>
          </w:rPr>
          <w:fldChar w:fldCharType="begin"/>
        </w:r>
        <w:r w:rsidRPr="00B87A9E">
          <w:rPr>
            <w:webHidden/>
          </w:rPr>
          <w:instrText xml:space="preserve"> PAGEREF _Toc199405193 \h </w:instrText>
        </w:r>
        <w:r w:rsidRPr="00B87A9E">
          <w:rPr>
            <w:webHidden/>
          </w:rPr>
        </w:r>
        <w:r w:rsidRPr="00B87A9E">
          <w:rPr>
            <w:webHidden/>
          </w:rPr>
          <w:fldChar w:fldCharType="separate"/>
        </w:r>
        <w:r w:rsidR="009F5B92">
          <w:rPr>
            <w:webHidden/>
          </w:rPr>
          <w:t>3-3</w:t>
        </w:r>
        <w:r w:rsidRPr="00B87A9E">
          <w:rPr>
            <w:webHidden/>
          </w:rPr>
          <w:fldChar w:fldCharType="end"/>
        </w:r>
      </w:hyperlink>
    </w:p>
    <w:p w14:paraId="20B28196" w14:textId="758E17EC" w:rsidR="00317F36" w:rsidRPr="00B87A9E" w:rsidRDefault="00317F36">
      <w:pPr>
        <w:pStyle w:val="TOC3"/>
        <w:rPr>
          <w:rFonts w:eastAsiaTheme="minorEastAsia"/>
          <w:kern w:val="2"/>
          <w14:ligatures w14:val="standardContextual"/>
        </w:rPr>
      </w:pPr>
      <w:hyperlink w:anchor="_Toc199405194" w:history="1">
        <w:r w:rsidRPr="00B87A9E">
          <w:rPr>
            <w:rStyle w:val="Hyperlink"/>
            <w:u w:val="none"/>
          </w:rPr>
          <w:t>3.1.3</w:t>
        </w:r>
        <w:r w:rsidRPr="00B87A9E">
          <w:rPr>
            <w:rFonts w:eastAsiaTheme="minorEastAsia"/>
            <w:kern w:val="2"/>
            <w14:ligatures w14:val="standardContextual"/>
          </w:rPr>
          <w:tab/>
        </w:r>
        <w:r w:rsidRPr="00B87A9E">
          <w:rPr>
            <w:rStyle w:val="Hyperlink"/>
            <w:u w:val="none"/>
          </w:rPr>
          <w:t>Rolling 12-Month Outage Planning and Update</w:t>
        </w:r>
        <w:r w:rsidRPr="00B87A9E">
          <w:rPr>
            <w:webHidden/>
          </w:rPr>
          <w:tab/>
        </w:r>
        <w:r w:rsidRPr="00B87A9E">
          <w:rPr>
            <w:webHidden/>
          </w:rPr>
          <w:fldChar w:fldCharType="begin"/>
        </w:r>
        <w:r w:rsidRPr="00B87A9E">
          <w:rPr>
            <w:webHidden/>
          </w:rPr>
          <w:instrText xml:space="preserve"> PAGEREF _Toc199405194 \h </w:instrText>
        </w:r>
        <w:r w:rsidRPr="00B87A9E">
          <w:rPr>
            <w:webHidden/>
          </w:rPr>
        </w:r>
        <w:r w:rsidRPr="00B87A9E">
          <w:rPr>
            <w:webHidden/>
          </w:rPr>
          <w:fldChar w:fldCharType="separate"/>
        </w:r>
        <w:r w:rsidR="009F5B92">
          <w:rPr>
            <w:webHidden/>
          </w:rPr>
          <w:t>3-4</w:t>
        </w:r>
        <w:r w:rsidRPr="00B87A9E">
          <w:rPr>
            <w:webHidden/>
          </w:rPr>
          <w:fldChar w:fldCharType="end"/>
        </w:r>
      </w:hyperlink>
    </w:p>
    <w:p w14:paraId="7B221CDF" w14:textId="4C8DCED1" w:rsidR="00317F36" w:rsidRPr="00B87A9E" w:rsidRDefault="00317F36">
      <w:pPr>
        <w:pStyle w:val="TOC4"/>
        <w:rPr>
          <w:rFonts w:eastAsiaTheme="minorEastAsia"/>
          <w:bCs w:val="0"/>
          <w:snapToGrid/>
          <w:kern w:val="2"/>
          <w:sz w:val="20"/>
          <w:szCs w:val="20"/>
          <w14:ligatures w14:val="standardContextual"/>
        </w:rPr>
      </w:pPr>
      <w:hyperlink w:anchor="_Toc199405195" w:history="1">
        <w:r w:rsidRPr="00B87A9E">
          <w:rPr>
            <w:rStyle w:val="Hyperlink"/>
            <w:bCs w:val="0"/>
            <w:sz w:val="20"/>
            <w:szCs w:val="20"/>
            <w:u w:val="none"/>
          </w:rPr>
          <w:t>3.1.3.1</w:t>
        </w:r>
        <w:r w:rsidRPr="00B87A9E">
          <w:rPr>
            <w:rFonts w:eastAsiaTheme="minorEastAsia"/>
            <w:bCs w:val="0"/>
            <w:snapToGrid/>
            <w:kern w:val="2"/>
            <w:sz w:val="20"/>
            <w:szCs w:val="20"/>
            <w14:ligatures w14:val="standardContextual"/>
          </w:rPr>
          <w:tab/>
        </w:r>
        <w:r w:rsidRPr="00B87A9E">
          <w:rPr>
            <w:rStyle w:val="Hyperlink"/>
            <w:bCs w:val="0"/>
            <w:sz w:val="20"/>
            <w:szCs w:val="20"/>
            <w:u w:val="none"/>
          </w:rPr>
          <w:t>Transmission Facilities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_Toc199405195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3-4</w:t>
        </w:r>
        <w:r w:rsidRPr="00B87A9E">
          <w:rPr>
            <w:bCs w:val="0"/>
            <w:webHidden/>
            <w:sz w:val="20"/>
            <w:szCs w:val="20"/>
          </w:rPr>
          <w:fldChar w:fldCharType="end"/>
        </w:r>
      </w:hyperlink>
    </w:p>
    <w:p w14:paraId="66BA9EDB" w14:textId="6F087BB0" w:rsidR="00317F36" w:rsidRPr="00B87A9E" w:rsidRDefault="00317F36">
      <w:pPr>
        <w:pStyle w:val="TOC4"/>
        <w:rPr>
          <w:rFonts w:eastAsiaTheme="minorEastAsia"/>
          <w:bCs w:val="0"/>
          <w:snapToGrid/>
          <w:kern w:val="2"/>
          <w:sz w:val="20"/>
          <w:szCs w:val="20"/>
          <w14:ligatures w14:val="standardContextual"/>
        </w:rPr>
      </w:pPr>
      <w:hyperlink w:anchor="_Toc199405196" w:history="1">
        <w:r w:rsidRPr="00B87A9E">
          <w:rPr>
            <w:rStyle w:val="Hyperlink"/>
            <w:bCs w:val="0"/>
            <w:sz w:val="20"/>
            <w:szCs w:val="20"/>
            <w:u w:val="none"/>
          </w:rPr>
          <w:t>3.1.3.2</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Resources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_Toc199405196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3-5</w:t>
        </w:r>
        <w:r w:rsidRPr="00B87A9E">
          <w:rPr>
            <w:bCs w:val="0"/>
            <w:webHidden/>
            <w:sz w:val="20"/>
            <w:szCs w:val="20"/>
          </w:rPr>
          <w:fldChar w:fldCharType="end"/>
        </w:r>
      </w:hyperlink>
    </w:p>
    <w:p w14:paraId="206D1D8A" w14:textId="673D1944" w:rsidR="00317F36" w:rsidRPr="00B87A9E" w:rsidRDefault="00317F36">
      <w:pPr>
        <w:pStyle w:val="TOC3"/>
        <w:rPr>
          <w:rFonts w:eastAsiaTheme="minorEastAsia"/>
          <w:kern w:val="2"/>
          <w14:ligatures w14:val="standardContextual"/>
        </w:rPr>
      </w:pPr>
      <w:hyperlink w:anchor="_Toc199405197" w:history="1">
        <w:r w:rsidRPr="00B87A9E">
          <w:rPr>
            <w:rStyle w:val="Hyperlink"/>
            <w:u w:val="none"/>
          </w:rPr>
          <w:t>3.1.4</w:t>
        </w:r>
        <w:r w:rsidRPr="00B87A9E">
          <w:rPr>
            <w:rFonts w:eastAsiaTheme="minorEastAsia"/>
            <w:kern w:val="2"/>
            <w14:ligatures w14:val="standardContextual"/>
          </w:rPr>
          <w:tab/>
        </w:r>
        <w:r w:rsidRPr="00B87A9E">
          <w:rPr>
            <w:rStyle w:val="Hyperlink"/>
            <w:u w:val="none"/>
          </w:rPr>
          <w:t>Communications Regarding Resource and Transmission Facilities Outages</w:t>
        </w:r>
        <w:r w:rsidRPr="00B87A9E">
          <w:rPr>
            <w:webHidden/>
          </w:rPr>
          <w:tab/>
        </w:r>
        <w:r w:rsidRPr="00B87A9E">
          <w:rPr>
            <w:webHidden/>
          </w:rPr>
          <w:fldChar w:fldCharType="begin"/>
        </w:r>
        <w:r w:rsidRPr="00B87A9E">
          <w:rPr>
            <w:webHidden/>
          </w:rPr>
          <w:instrText xml:space="preserve"> PAGEREF _Toc199405197 \h </w:instrText>
        </w:r>
        <w:r w:rsidRPr="00B87A9E">
          <w:rPr>
            <w:webHidden/>
          </w:rPr>
        </w:r>
        <w:r w:rsidRPr="00B87A9E">
          <w:rPr>
            <w:webHidden/>
          </w:rPr>
          <w:fldChar w:fldCharType="separate"/>
        </w:r>
        <w:r w:rsidR="009F5B92">
          <w:rPr>
            <w:webHidden/>
          </w:rPr>
          <w:t>3-5</w:t>
        </w:r>
        <w:r w:rsidRPr="00B87A9E">
          <w:rPr>
            <w:webHidden/>
          </w:rPr>
          <w:fldChar w:fldCharType="end"/>
        </w:r>
      </w:hyperlink>
    </w:p>
    <w:p w14:paraId="1512F2C7" w14:textId="669DFD98" w:rsidR="00317F36" w:rsidRPr="00B87A9E" w:rsidRDefault="00317F36">
      <w:pPr>
        <w:pStyle w:val="TOC4"/>
        <w:rPr>
          <w:rFonts w:eastAsiaTheme="minorEastAsia"/>
          <w:bCs w:val="0"/>
          <w:snapToGrid/>
          <w:kern w:val="2"/>
          <w:sz w:val="20"/>
          <w:szCs w:val="20"/>
          <w14:ligatures w14:val="standardContextual"/>
        </w:rPr>
      </w:pPr>
      <w:hyperlink w:anchor="_Toc199405198" w:history="1">
        <w:r w:rsidRPr="00B87A9E">
          <w:rPr>
            <w:rStyle w:val="Hyperlink"/>
            <w:bCs w:val="0"/>
            <w:sz w:val="20"/>
            <w:szCs w:val="20"/>
            <w:u w:val="none"/>
          </w:rPr>
          <w:t>3.1.4.1</w:t>
        </w:r>
        <w:r w:rsidRPr="00B87A9E">
          <w:rPr>
            <w:rFonts w:eastAsiaTheme="minorEastAsia"/>
            <w:bCs w:val="0"/>
            <w:snapToGrid/>
            <w:kern w:val="2"/>
            <w:sz w:val="20"/>
            <w:szCs w:val="20"/>
            <w14:ligatures w14:val="standardContextual"/>
          </w:rPr>
          <w:tab/>
        </w:r>
        <w:r w:rsidRPr="00B87A9E">
          <w:rPr>
            <w:rStyle w:val="Hyperlink"/>
            <w:bCs w:val="0"/>
            <w:sz w:val="20"/>
            <w:szCs w:val="20"/>
            <w:u w:val="none"/>
          </w:rPr>
          <w:t>Single Point of Contact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_Toc199405198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3-5</w:t>
        </w:r>
        <w:r w:rsidRPr="00B87A9E">
          <w:rPr>
            <w:bCs w:val="0"/>
            <w:webHidden/>
            <w:sz w:val="20"/>
            <w:szCs w:val="20"/>
          </w:rPr>
          <w:fldChar w:fldCharType="end"/>
        </w:r>
      </w:hyperlink>
    </w:p>
    <w:p w14:paraId="12F88640" w14:textId="728AEAC6" w:rsidR="00317F36" w:rsidRPr="00B87A9E" w:rsidRDefault="00317F36">
      <w:pPr>
        <w:pStyle w:val="TOC4"/>
        <w:rPr>
          <w:rFonts w:eastAsiaTheme="minorEastAsia"/>
          <w:bCs w:val="0"/>
          <w:snapToGrid/>
          <w:kern w:val="2"/>
          <w:sz w:val="20"/>
          <w:szCs w:val="20"/>
          <w14:ligatures w14:val="standardContextual"/>
        </w:rPr>
      </w:pPr>
      <w:hyperlink w:anchor="_Toc199405199" w:history="1">
        <w:r w:rsidRPr="00B87A9E">
          <w:rPr>
            <w:rStyle w:val="Hyperlink"/>
            <w:bCs w:val="0"/>
            <w:sz w:val="20"/>
            <w:szCs w:val="20"/>
            <w:u w:val="none"/>
          </w:rPr>
          <w:t>3.1.4.2</w:t>
        </w:r>
        <w:r w:rsidRPr="00B87A9E">
          <w:rPr>
            <w:rFonts w:eastAsiaTheme="minorEastAsia"/>
            <w:bCs w:val="0"/>
            <w:snapToGrid/>
            <w:kern w:val="2"/>
            <w:sz w:val="20"/>
            <w:szCs w:val="20"/>
            <w14:ligatures w14:val="standardContextual"/>
          </w:rPr>
          <w:tab/>
        </w:r>
        <w:r w:rsidRPr="00B87A9E">
          <w:rPr>
            <w:rStyle w:val="Hyperlink"/>
            <w:bCs w:val="0"/>
            <w:sz w:val="20"/>
            <w:szCs w:val="20"/>
            <w:u w:val="none"/>
          </w:rPr>
          <w:t>Method of Communication</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_Toc199405199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3-7</w:t>
        </w:r>
        <w:r w:rsidRPr="00B87A9E">
          <w:rPr>
            <w:bCs w:val="0"/>
            <w:webHidden/>
            <w:sz w:val="20"/>
            <w:szCs w:val="20"/>
          </w:rPr>
          <w:fldChar w:fldCharType="end"/>
        </w:r>
      </w:hyperlink>
    </w:p>
    <w:p w14:paraId="63430370" w14:textId="5CBF887F" w:rsidR="00317F36" w:rsidRPr="00B87A9E" w:rsidRDefault="00317F36">
      <w:pPr>
        <w:pStyle w:val="TOC4"/>
        <w:rPr>
          <w:rFonts w:eastAsiaTheme="minorEastAsia"/>
          <w:bCs w:val="0"/>
          <w:snapToGrid/>
          <w:kern w:val="2"/>
          <w:sz w:val="20"/>
          <w:szCs w:val="20"/>
          <w14:ligatures w14:val="standardContextual"/>
        </w:rPr>
      </w:pPr>
      <w:hyperlink w:anchor="_Toc199405200" w:history="1">
        <w:r w:rsidRPr="00B87A9E">
          <w:rPr>
            <w:rStyle w:val="Hyperlink"/>
            <w:bCs w:val="0"/>
            <w:sz w:val="20"/>
            <w:szCs w:val="20"/>
            <w:u w:val="none"/>
          </w:rPr>
          <w:t>3.1.4.3</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Reporting for Planned Outages, Maintenance Outages, and Rescheduled Outages of Resource and Transmission Facilities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_Toc199405200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3-7</w:t>
        </w:r>
        <w:r w:rsidRPr="00B87A9E">
          <w:rPr>
            <w:bCs w:val="0"/>
            <w:webHidden/>
            <w:sz w:val="20"/>
            <w:szCs w:val="20"/>
          </w:rPr>
          <w:fldChar w:fldCharType="end"/>
        </w:r>
      </w:hyperlink>
    </w:p>
    <w:p w14:paraId="1CE7D6C0" w14:textId="0017EC83" w:rsidR="00317F36" w:rsidRPr="00B87A9E" w:rsidRDefault="00317F36">
      <w:pPr>
        <w:pStyle w:val="TOC4"/>
        <w:rPr>
          <w:rFonts w:eastAsiaTheme="minorEastAsia"/>
          <w:bCs w:val="0"/>
          <w:snapToGrid/>
          <w:kern w:val="2"/>
          <w:sz w:val="20"/>
          <w:szCs w:val="20"/>
          <w14:ligatures w14:val="standardContextual"/>
        </w:rPr>
      </w:pPr>
      <w:hyperlink w:anchor="_Toc199405201" w:history="1">
        <w:r w:rsidRPr="00B87A9E">
          <w:rPr>
            <w:rStyle w:val="Hyperlink"/>
            <w:bCs w:val="0"/>
            <w:sz w:val="20"/>
            <w:szCs w:val="20"/>
            <w:u w:val="none"/>
          </w:rPr>
          <w:t>3.1.4.4</w:t>
        </w:r>
        <w:r w:rsidRPr="00B87A9E">
          <w:rPr>
            <w:rFonts w:eastAsiaTheme="minorEastAsia"/>
            <w:bCs w:val="0"/>
            <w:snapToGrid/>
            <w:kern w:val="2"/>
            <w:sz w:val="20"/>
            <w:szCs w:val="20"/>
            <w14:ligatures w14:val="standardContextual"/>
          </w:rPr>
          <w:tab/>
        </w:r>
        <w:r w:rsidRPr="00B87A9E">
          <w:rPr>
            <w:rStyle w:val="Hyperlink"/>
            <w:bCs w:val="0"/>
            <w:sz w:val="20"/>
            <w:szCs w:val="20"/>
            <w:u w:val="none"/>
          </w:rPr>
          <w:t>Management of Forced Outages or Maintenance Outages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_Toc199405201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3-8</w:t>
        </w:r>
        <w:r w:rsidRPr="00B87A9E">
          <w:rPr>
            <w:bCs w:val="0"/>
            <w:webHidden/>
            <w:sz w:val="20"/>
            <w:szCs w:val="20"/>
          </w:rPr>
          <w:fldChar w:fldCharType="end"/>
        </w:r>
      </w:hyperlink>
    </w:p>
    <w:p w14:paraId="05264F48" w14:textId="06E7E69D" w:rsidR="00317F36" w:rsidRPr="00B87A9E" w:rsidRDefault="00317F36">
      <w:pPr>
        <w:pStyle w:val="TOC4"/>
        <w:rPr>
          <w:rFonts w:eastAsiaTheme="minorEastAsia"/>
          <w:bCs w:val="0"/>
          <w:snapToGrid/>
          <w:kern w:val="2"/>
          <w:sz w:val="20"/>
          <w:szCs w:val="20"/>
          <w14:ligatures w14:val="standardContextual"/>
        </w:rPr>
      </w:pPr>
      <w:hyperlink w:anchor="_Toc199405202" w:history="1">
        <w:r w:rsidRPr="00B87A9E">
          <w:rPr>
            <w:rStyle w:val="Hyperlink"/>
            <w:bCs w:val="0"/>
            <w:sz w:val="20"/>
            <w:szCs w:val="20"/>
            <w:u w:val="none"/>
          </w:rPr>
          <w:t>3.1.4.5</w:t>
        </w:r>
        <w:r w:rsidRPr="00B87A9E">
          <w:rPr>
            <w:rFonts w:eastAsiaTheme="minorEastAsia"/>
            <w:bCs w:val="0"/>
            <w:snapToGrid/>
            <w:kern w:val="2"/>
            <w:sz w:val="20"/>
            <w:szCs w:val="20"/>
            <w14:ligatures w14:val="standardContextual"/>
          </w:rPr>
          <w:tab/>
        </w:r>
        <w:r w:rsidRPr="00B87A9E">
          <w:rPr>
            <w:rStyle w:val="Hyperlink"/>
            <w:bCs w:val="0"/>
            <w:sz w:val="20"/>
            <w:szCs w:val="20"/>
            <w:u w:val="none"/>
          </w:rPr>
          <w:t>Notice of Forced Outage or Unavoidable Extension of Planned, Maintenance, or Rescheduled Outage Due to Unforeseen Events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_Toc199405202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3-10</w:t>
        </w:r>
        <w:r w:rsidRPr="00B87A9E">
          <w:rPr>
            <w:bCs w:val="0"/>
            <w:webHidden/>
            <w:sz w:val="20"/>
            <w:szCs w:val="20"/>
          </w:rPr>
          <w:fldChar w:fldCharType="end"/>
        </w:r>
      </w:hyperlink>
    </w:p>
    <w:p w14:paraId="29BC343B" w14:textId="344ADD00" w:rsidR="00317F36" w:rsidRPr="00B87A9E" w:rsidRDefault="00317F36">
      <w:pPr>
        <w:pStyle w:val="TOC4"/>
        <w:rPr>
          <w:rFonts w:eastAsiaTheme="minorEastAsia"/>
          <w:bCs w:val="0"/>
          <w:snapToGrid/>
          <w:kern w:val="2"/>
          <w:sz w:val="20"/>
          <w:szCs w:val="20"/>
          <w14:ligatures w14:val="standardContextual"/>
        </w:rPr>
      </w:pPr>
      <w:hyperlink w:anchor="_Toc199405203" w:history="1">
        <w:r w:rsidRPr="00B87A9E">
          <w:rPr>
            <w:rStyle w:val="Hyperlink"/>
            <w:bCs w:val="0"/>
            <w:sz w:val="20"/>
            <w:szCs w:val="20"/>
            <w:u w:val="none"/>
          </w:rPr>
          <w:t>3.1.4.6</w:t>
        </w:r>
        <w:r w:rsidRPr="00B87A9E">
          <w:rPr>
            <w:rFonts w:eastAsiaTheme="minorEastAsia"/>
            <w:bCs w:val="0"/>
            <w:snapToGrid/>
            <w:kern w:val="2"/>
            <w:sz w:val="20"/>
            <w:szCs w:val="20"/>
            <w14:ligatures w14:val="standardContextual"/>
          </w:rPr>
          <w:tab/>
        </w:r>
        <w:r w:rsidRPr="00B87A9E">
          <w:rPr>
            <w:rStyle w:val="Hyperlink"/>
            <w:bCs w:val="0"/>
            <w:sz w:val="20"/>
            <w:szCs w:val="20"/>
            <w:u w:val="none"/>
          </w:rPr>
          <w:t>Outage Coordination of Potential Transmission Emergency Conditions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_Toc199405203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3-12</w:t>
        </w:r>
        <w:r w:rsidRPr="00B87A9E">
          <w:rPr>
            <w:bCs w:val="0"/>
            <w:webHidden/>
            <w:sz w:val="20"/>
            <w:szCs w:val="20"/>
          </w:rPr>
          <w:fldChar w:fldCharType="end"/>
        </w:r>
      </w:hyperlink>
    </w:p>
    <w:p w14:paraId="342C8251" w14:textId="34D06698" w:rsidR="00317F36" w:rsidRPr="00B87A9E" w:rsidRDefault="00317F36">
      <w:pPr>
        <w:pStyle w:val="TOC4"/>
        <w:rPr>
          <w:rFonts w:eastAsiaTheme="minorEastAsia"/>
          <w:bCs w:val="0"/>
          <w:snapToGrid/>
          <w:kern w:val="2"/>
          <w:sz w:val="20"/>
          <w:szCs w:val="20"/>
          <w14:ligatures w14:val="standardContextual"/>
        </w:rPr>
      </w:pPr>
      <w:hyperlink w:anchor="_Toc199405204" w:history="1">
        <w:r w:rsidRPr="00B87A9E">
          <w:rPr>
            <w:rStyle w:val="Hyperlink"/>
            <w:bCs w:val="0"/>
            <w:sz w:val="20"/>
            <w:szCs w:val="20"/>
            <w:u w:val="none"/>
          </w:rPr>
          <w:t>3.1.4.7</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Reporting of Forced Derates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_Toc199405204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3-12</w:t>
        </w:r>
        <w:r w:rsidRPr="00B87A9E">
          <w:rPr>
            <w:bCs w:val="0"/>
            <w:webHidden/>
            <w:sz w:val="20"/>
            <w:szCs w:val="20"/>
          </w:rPr>
          <w:fldChar w:fldCharType="end"/>
        </w:r>
      </w:hyperlink>
    </w:p>
    <w:p w14:paraId="2A9030D3" w14:textId="28632480" w:rsidR="00317F36" w:rsidRPr="00B87A9E" w:rsidRDefault="00317F36">
      <w:pPr>
        <w:pStyle w:val="TOC4"/>
        <w:rPr>
          <w:rFonts w:eastAsiaTheme="minorEastAsia"/>
          <w:bCs w:val="0"/>
          <w:snapToGrid/>
          <w:kern w:val="2"/>
          <w:sz w:val="20"/>
          <w:szCs w:val="20"/>
          <w14:ligatures w14:val="standardContextual"/>
        </w:rPr>
      </w:pPr>
      <w:hyperlink w:anchor="_Toc199405205" w:history="1">
        <w:r w:rsidRPr="00B87A9E">
          <w:rPr>
            <w:rStyle w:val="Hyperlink"/>
            <w:bCs w:val="0"/>
            <w:sz w:val="20"/>
            <w:szCs w:val="20"/>
            <w:u w:val="none"/>
          </w:rPr>
          <w:t>3.1.4.8</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Resource Forced Outage Report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_Toc199405205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3-13</w:t>
        </w:r>
        <w:r w:rsidRPr="00B87A9E">
          <w:rPr>
            <w:bCs w:val="0"/>
            <w:webHidden/>
            <w:sz w:val="20"/>
            <w:szCs w:val="20"/>
          </w:rPr>
          <w:fldChar w:fldCharType="end"/>
        </w:r>
      </w:hyperlink>
    </w:p>
    <w:p w14:paraId="78ADC87E" w14:textId="1293609A" w:rsidR="00317F36" w:rsidRPr="00B87A9E" w:rsidRDefault="00317F36">
      <w:pPr>
        <w:pStyle w:val="TOC3"/>
        <w:rPr>
          <w:rFonts w:eastAsiaTheme="minorEastAsia"/>
          <w:kern w:val="2"/>
          <w14:ligatures w14:val="standardContextual"/>
        </w:rPr>
      </w:pPr>
      <w:hyperlink w:anchor="_Toc199405206" w:history="1">
        <w:r w:rsidRPr="00B87A9E">
          <w:rPr>
            <w:rStyle w:val="Hyperlink"/>
            <w:u w:val="none"/>
          </w:rPr>
          <w:t>3.1.5</w:t>
        </w:r>
        <w:r w:rsidRPr="00B87A9E">
          <w:rPr>
            <w:rFonts w:eastAsiaTheme="minorEastAsia"/>
            <w:kern w:val="2"/>
            <w14:ligatures w14:val="standardContextual"/>
          </w:rPr>
          <w:tab/>
        </w:r>
        <w:r w:rsidRPr="00B87A9E">
          <w:rPr>
            <w:rStyle w:val="Hyperlink"/>
            <w:u w:val="none"/>
          </w:rPr>
          <w:t>Transmission System Outages</w:t>
        </w:r>
        <w:r w:rsidRPr="00B87A9E">
          <w:rPr>
            <w:webHidden/>
          </w:rPr>
          <w:tab/>
        </w:r>
        <w:r w:rsidRPr="00B87A9E">
          <w:rPr>
            <w:webHidden/>
          </w:rPr>
          <w:fldChar w:fldCharType="begin"/>
        </w:r>
        <w:r w:rsidRPr="00B87A9E">
          <w:rPr>
            <w:webHidden/>
          </w:rPr>
          <w:instrText xml:space="preserve"> PAGEREF _Toc199405206 \h </w:instrText>
        </w:r>
        <w:r w:rsidRPr="00B87A9E">
          <w:rPr>
            <w:webHidden/>
          </w:rPr>
        </w:r>
        <w:r w:rsidRPr="00B87A9E">
          <w:rPr>
            <w:webHidden/>
          </w:rPr>
          <w:fldChar w:fldCharType="separate"/>
        </w:r>
        <w:r w:rsidR="009F5B92">
          <w:rPr>
            <w:webHidden/>
          </w:rPr>
          <w:t>3-14</w:t>
        </w:r>
        <w:r w:rsidRPr="00B87A9E">
          <w:rPr>
            <w:webHidden/>
          </w:rPr>
          <w:fldChar w:fldCharType="end"/>
        </w:r>
      </w:hyperlink>
    </w:p>
    <w:p w14:paraId="3DF192AB" w14:textId="27A52F54" w:rsidR="00317F36" w:rsidRPr="00B87A9E" w:rsidRDefault="00317F36">
      <w:pPr>
        <w:pStyle w:val="TOC4"/>
        <w:rPr>
          <w:rFonts w:eastAsiaTheme="minorEastAsia"/>
          <w:bCs w:val="0"/>
          <w:snapToGrid/>
          <w:kern w:val="2"/>
          <w:sz w:val="20"/>
          <w:szCs w:val="20"/>
          <w14:ligatures w14:val="standardContextual"/>
        </w:rPr>
      </w:pPr>
      <w:hyperlink w:anchor="_Toc199405207" w:history="1">
        <w:r w:rsidRPr="00B87A9E">
          <w:rPr>
            <w:rStyle w:val="Hyperlink"/>
            <w:bCs w:val="0"/>
            <w:sz w:val="20"/>
            <w:szCs w:val="20"/>
            <w:u w:val="none"/>
          </w:rPr>
          <w:t>3.1.5.1</w:t>
        </w:r>
        <w:r w:rsidRPr="00B87A9E">
          <w:rPr>
            <w:rFonts w:eastAsiaTheme="minorEastAsia"/>
            <w:bCs w:val="0"/>
            <w:snapToGrid/>
            <w:kern w:val="2"/>
            <w:sz w:val="20"/>
            <w:szCs w:val="20"/>
            <w14:ligatures w14:val="standardContextual"/>
          </w:rPr>
          <w:tab/>
        </w:r>
        <w:r w:rsidRPr="00B87A9E">
          <w:rPr>
            <w:rStyle w:val="Hyperlink"/>
            <w:bCs w:val="0"/>
            <w:sz w:val="20"/>
            <w:szCs w:val="20"/>
            <w:u w:val="none"/>
          </w:rPr>
          <w:t>ERCOT Evaluation of Planned Outage and Maintenance Outage of Transmission Facilities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_Toc199405207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3-14</w:t>
        </w:r>
        <w:r w:rsidRPr="00B87A9E">
          <w:rPr>
            <w:bCs w:val="0"/>
            <w:webHidden/>
            <w:sz w:val="20"/>
            <w:szCs w:val="20"/>
          </w:rPr>
          <w:fldChar w:fldCharType="end"/>
        </w:r>
      </w:hyperlink>
    </w:p>
    <w:p w14:paraId="77947E90" w14:textId="4E583CA7" w:rsidR="00317F36" w:rsidRPr="00B87A9E" w:rsidRDefault="00317F36">
      <w:pPr>
        <w:pStyle w:val="TOC4"/>
        <w:rPr>
          <w:rFonts w:eastAsiaTheme="minorEastAsia"/>
          <w:bCs w:val="0"/>
          <w:snapToGrid/>
          <w:kern w:val="2"/>
          <w:sz w:val="20"/>
          <w:szCs w:val="20"/>
          <w14:ligatures w14:val="standardContextual"/>
        </w:rPr>
      </w:pPr>
      <w:hyperlink w:anchor="_Toc199405208" w:history="1">
        <w:r w:rsidRPr="00B87A9E">
          <w:rPr>
            <w:rStyle w:val="Hyperlink"/>
            <w:bCs w:val="0"/>
            <w:sz w:val="20"/>
            <w:szCs w:val="20"/>
            <w:u w:val="none"/>
          </w:rPr>
          <w:t>3.1.5.2</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Receipt of TSP Requests by ERCOT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_Toc199405208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3-17</w:t>
        </w:r>
        <w:r w:rsidRPr="00B87A9E">
          <w:rPr>
            <w:bCs w:val="0"/>
            <w:webHidden/>
            <w:sz w:val="20"/>
            <w:szCs w:val="20"/>
          </w:rPr>
          <w:fldChar w:fldCharType="end"/>
        </w:r>
      </w:hyperlink>
    </w:p>
    <w:p w14:paraId="16C84F5A" w14:textId="049300DF" w:rsidR="00317F36" w:rsidRPr="00B87A9E" w:rsidRDefault="00317F36">
      <w:pPr>
        <w:pStyle w:val="TOC4"/>
        <w:rPr>
          <w:rFonts w:eastAsiaTheme="minorEastAsia"/>
          <w:bCs w:val="0"/>
          <w:snapToGrid/>
          <w:kern w:val="2"/>
          <w:sz w:val="20"/>
          <w:szCs w:val="20"/>
          <w14:ligatures w14:val="standardContextual"/>
        </w:rPr>
      </w:pPr>
      <w:hyperlink w:anchor="_Toc199405209" w:history="1">
        <w:r w:rsidRPr="00B87A9E">
          <w:rPr>
            <w:rStyle w:val="Hyperlink"/>
            <w:bCs w:val="0"/>
            <w:sz w:val="20"/>
            <w:szCs w:val="20"/>
            <w:u w:val="none"/>
          </w:rPr>
          <w:t>3.1.5.2</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Receipt of TSP and DCTO Requests by ERCOT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_Toc199405209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3-17</w:t>
        </w:r>
        <w:r w:rsidRPr="00B87A9E">
          <w:rPr>
            <w:bCs w:val="0"/>
            <w:webHidden/>
            <w:sz w:val="20"/>
            <w:szCs w:val="20"/>
          </w:rPr>
          <w:fldChar w:fldCharType="end"/>
        </w:r>
      </w:hyperlink>
    </w:p>
    <w:p w14:paraId="1D98FF0C" w14:textId="6C237661" w:rsidR="00317F36" w:rsidRPr="00B87A9E" w:rsidRDefault="00317F36">
      <w:pPr>
        <w:pStyle w:val="TOC4"/>
        <w:rPr>
          <w:rFonts w:eastAsiaTheme="minorEastAsia"/>
          <w:bCs w:val="0"/>
          <w:snapToGrid/>
          <w:kern w:val="2"/>
          <w:sz w:val="20"/>
          <w:szCs w:val="20"/>
          <w14:ligatures w14:val="standardContextual"/>
        </w:rPr>
      </w:pPr>
      <w:hyperlink w:anchor="_Toc199405210" w:history="1">
        <w:r w:rsidRPr="00B87A9E">
          <w:rPr>
            <w:rStyle w:val="Hyperlink"/>
            <w:bCs w:val="0"/>
            <w:sz w:val="20"/>
            <w:szCs w:val="20"/>
            <w:u w:val="none"/>
          </w:rPr>
          <w:t>3.1.5.3</w:t>
        </w:r>
        <w:r w:rsidRPr="00B87A9E">
          <w:rPr>
            <w:rFonts w:eastAsiaTheme="minorEastAsia"/>
            <w:bCs w:val="0"/>
            <w:snapToGrid/>
            <w:kern w:val="2"/>
            <w:sz w:val="20"/>
            <w:szCs w:val="20"/>
            <w14:ligatures w14:val="standardContextual"/>
          </w:rPr>
          <w:tab/>
        </w:r>
        <w:r w:rsidRPr="00B87A9E">
          <w:rPr>
            <w:rStyle w:val="Hyperlink"/>
            <w:bCs w:val="0"/>
            <w:sz w:val="20"/>
            <w:szCs w:val="20"/>
            <w:u w:val="none"/>
          </w:rPr>
          <w:t>Timelines for Response by ERCOT for TSP Requests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_Toc199405210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3-17</w:t>
        </w:r>
        <w:r w:rsidRPr="00B87A9E">
          <w:rPr>
            <w:bCs w:val="0"/>
            <w:webHidden/>
            <w:sz w:val="20"/>
            <w:szCs w:val="20"/>
          </w:rPr>
          <w:fldChar w:fldCharType="end"/>
        </w:r>
      </w:hyperlink>
    </w:p>
    <w:p w14:paraId="117D308D" w14:textId="4CC08785" w:rsidR="00317F36" w:rsidRPr="00B87A9E" w:rsidRDefault="00317F36">
      <w:pPr>
        <w:pStyle w:val="TOC4"/>
        <w:rPr>
          <w:rFonts w:eastAsiaTheme="minorEastAsia"/>
          <w:bCs w:val="0"/>
          <w:snapToGrid/>
          <w:kern w:val="2"/>
          <w:sz w:val="20"/>
          <w:szCs w:val="20"/>
          <w14:ligatures w14:val="standardContextual"/>
        </w:rPr>
      </w:pPr>
      <w:hyperlink w:anchor="_Toc199405211" w:history="1">
        <w:r w:rsidRPr="00B87A9E">
          <w:rPr>
            <w:rStyle w:val="Hyperlink"/>
            <w:bCs w:val="0"/>
            <w:sz w:val="20"/>
            <w:szCs w:val="20"/>
            <w:u w:val="none"/>
          </w:rPr>
          <w:t>3.1.5.3</w:t>
        </w:r>
        <w:r w:rsidRPr="00B87A9E">
          <w:rPr>
            <w:rFonts w:eastAsiaTheme="minorEastAsia"/>
            <w:bCs w:val="0"/>
            <w:snapToGrid/>
            <w:kern w:val="2"/>
            <w:sz w:val="20"/>
            <w:szCs w:val="20"/>
            <w14:ligatures w14:val="standardContextual"/>
          </w:rPr>
          <w:tab/>
        </w:r>
        <w:r w:rsidRPr="00B87A9E">
          <w:rPr>
            <w:rStyle w:val="Hyperlink"/>
            <w:bCs w:val="0"/>
            <w:sz w:val="20"/>
            <w:szCs w:val="20"/>
            <w:u w:val="none"/>
          </w:rPr>
          <w:t>Timelines for Response by ERCOT for TSP and DCTO Requests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_Toc199405211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3-18</w:t>
        </w:r>
        <w:r w:rsidRPr="00B87A9E">
          <w:rPr>
            <w:bCs w:val="0"/>
            <w:webHidden/>
            <w:sz w:val="20"/>
            <w:szCs w:val="20"/>
          </w:rPr>
          <w:fldChar w:fldCharType="end"/>
        </w:r>
      </w:hyperlink>
    </w:p>
    <w:p w14:paraId="0ABC45C0" w14:textId="61B06F40" w:rsidR="00317F36" w:rsidRPr="00B87A9E" w:rsidRDefault="00317F36">
      <w:pPr>
        <w:pStyle w:val="TOC4"/>
        <w:rPr>
          <w:rFonts w:eastAsiaTheme="minorEastAsia"/>
          <w:bCs w:val="0"/>
          <w:snapToGrid/>
          <w:kern w:val="2"/>
          <w:sz w:val="20"/>
          <w:szCs w:val="20"/>
          <w14:ligatures w14:val="standardContextual"/>
        </w:rPr>
      </w:pPr>
      <w:hyperlink w:anchor="_Toc199405212" w:history="1">
        <w:r w:rsidRPr="00B87A9E">
          <w:rPr>
            <w:rStyle w:val="Hyperlink"/>
            <w:bCs w:val="0"/>
            <w:sz w:val="20"/>
            <w:szCs w:val="20"/>
            <w:u w:val="none"/>
          </w:rPr>
          <w:t>3.1.5.4</w:t>
        </w:r>
        <w:r w:rsidRPr="00B87A9E">
          <w:rPr>
            <w:rFonts w:eastAsiaTheme="minorEastAsia"/>
            <w:bCs w:val="0"/>
            <w:snapToGrid/>
            <w:kern w:val="2"/>
            <w:sz w:val="20"/>
            <w:szCs w:val="20"/>
            <w14:ligatures w14:val="standardContextual"/>
          </w:rPr>
          <w:tab/>
        </w:r>
        <w:r w:rsidRPr="00B87A9E">
          <w:rPr>
            <w:rStyle w:val="Hyperlink"/>
            <w:bCs w:val="0"/>
            <w:sz w:val="20"/>
            <w:szCs w:val="20"/>
            <w:u w:val="none"/>
          </w:rPr>
          <w:t>Delay</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_Toc199405212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3-19</w:t>
        </w:r>
        <w:r w:rsidRPr="00B87A9E">
          <w:rPr>
            <w:bCs w:val="0"/>
            <w:webHidden/>
            <w:sz w:val="20"/>
            <w:szCs w:val="20"/>
          </w:rPr>
          <w:fldChar w:fldCharType="end"/>
        </w:r>
      </w:hyperlink>
    </w:p>
    <w:p w14:paraId="73CC96E3" w14:textId="3D334633" w:rsidR="00317F36" w:rsidRPr="00B87A9E" w:rsidRDefault="00317F36">
      <w:pPr>
        <w:pStyle w:val="TOC4"/>
        <w:rPr>
          <w:rFonts w:eastAsiaTheme="minorEastAsia"/>
          <w:bCs w:val="0"/>
          <w:snapToGrid/>
          <w:kern w:val="2"/>
          <w:sz w:val="20"/>
          <w:szCs w:val="20"/>
          <w14:ligatures w14:val="standardContextual"/>
        </w:rPr>
      </w:pPr>
      <w:hyperlink w:anchor="_Toc199405213" w:history="1">
        <w:r w:rsidRPr="00B87A9E">
          <w:rPr>
            <w:rStyle w:val="Hyperlink"/>
            <w:bCs w:val="0"/>
            <w:sz w:val="20"/>
            <w:szCs w:val="20"/>
            <w:u w:val="none"/>
          </w:rPr>
          <w:t>3.1.5.5</w:t>
        </w:r>
        <w:r w:rsidRPr="00B87A9E">
          <w:rPr>
            <w:rFonts w:eastAsiaTheme="minorEastAsia"/>
            <w:bCs w:val="0"/>
            <w:snapToGrid/>
            <w:kern w:val="2"/>
            <w:sz w:val="20"/>
            <w:szCs w:val="20"/>
            <w14:ligatures w14:val="standardContextual"/>
          </w:rPr>
          <w:tab/>
        </w:r>
        <w:r w:rsidRPr="00B87A9E">
          <w:rPr>
            <w:rStyle w:val="Hyperlink"/>
            <w:bCs w:val="0"/>
            <w:sz w:val="20"/>
            <w:szCs w:val="20"/>
            <w:u w:val="none"/>
          </w:rPr>
          <w:t>Opportunity Outage of Transmission Facilities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_Toc199405213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3-19</w:t>
        </w:r>
        <w:r w:rsidRPr="00B87A9E">
          <w:rPr>
            <w:bCs w:val="0"/>
            <w:webHidden/>
            <w:sz w:val="20"/>
            <w:szCs w:val="20"/>
          </w:rPr>
          <w:fldChar w:fldCharType="end"/>
        </w:r>
      </w:hyperlink>
    </w:p>
    <w:p w14:paraId="0AC56EE4" w14:textId="625B03B8" w:rsidR="00317F36" w:rsidRPr="00B87A9E" w:rsidRDefault="00317F36">
      <w:pPr>
        <w:pStyle w:val="TOC4"/>
        <w:rPr>
          <w:rFonts w:eastAsiaTheme="minorEastAsia"/>
          <w:bCs w:val="0"/>
          <w:snapToGrid/>
          <w:kern w:val="2"/>
          <w:sz w:val="20"/>
          <w:szCs w:val="20"/>
          <w14:ligatures w14:val="standardContextual"/>
        </w:rPr>
      </w:pPr>
      <w:hyperlink w:anchor="_Toc199405214" w:history="1">
        <w:r w:rsidRPr="00B87A9E">
          <w:rPr>
            <w:rStyle w:val="Hyperlink"/>
            <w:bCs w:val="0"/>
            <w:sz w:val="20"/>
            <w:szCs w:val="20"/>
            <w:u w:val="none"/>
          </w:rPr>
          <w:t>3.1.5.6</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Rejection Notice</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_Toc199405214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3-20</w:t>
        </w:r>
        <w:r w:rsidRPr="00B87A9E">
          <w:rPr>
            <w:bCs w:val="0"/>
            <w:webHidden/>
            <w:sz w:val="20"/>
            <w:szCs w:val="20"/>
          </w:rPr>
          <w:fldChar w:fldCharType="end"/>
        </w:r>
      </w:hyperlink>
    </w:p>
    <w:p w14:paraId="533BCE02" w14:textId="2F88EF6C" w:rsidR="00317F36" w:rsidRPr="00B87A9E" w:rsidRDefault="00317F36">
      <w:pPr>
        <w:pStyle w:val="TOC4"/>
        <w:rPr>
          <w:rFonts w:eastAsiaTheme="minorEastAsia"/>
          <w:bCs w:val="0"/>
          <w:snapToGrid/>
          <w:kern w:val="2"/>
          <w:sz w:val="20"/>
          <w:szCs w:val="20"/>
          <w14:ligatures w14:val="standardContextual"/>
        </w:rPr>
      </w:pPr>
      <w:hyperlink w:anchor="_Toc199405215" w:history="1">
        <w:r w:rsidRPr="00B87A9E">
          <w:rPr>
            <w:rStyle w:val="Hyperlink"/>
            <w:bCs w:val="0"/>
            <w:sz w:val="20"/>
            <w:szCs w:val="20"/>
            <w:u w:val="none"/>
          </w:rPr>
          <w:t>3.1.5.7</w:t>
        </w:r>
        <w:r w:rsidRPr="00B87A9E">
          <w:rPr>
            <w:rFonts w:eastAsiaTheme="minorEastAsia"/>
            <w:bCs w:val="0"/>
            <w:snapToGrid/>
            <w:kern w:val="2"/>
            <w:sz w:val="20"/>
            <w:szCs w:val="20"/>
            <w14:ligatures w14:val="standardContextual"/>
          </w:rPr>
          <w:tab/>
        </w:r>
        <w:r w:rsidRPr="00B87A9E">
          <w:rPr>
            <w:rStyle w:val="Hyperlink"/>
            <w:bCs w:val="0"/>
            <w:sz w:val="20"/>
            <w:szCs w:val="20"/>
            <w:u w:val="none"/>
          </w:rPr>
          <w:t>Withdrawal of Approval of Approved Planned Outages, Maintenance Outages, and Rescheduled Outages of Transmission Facilities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_Toc199405215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3-21</w:t>
        </w:r>
        <w:r w:rsidRPr="00B87A9E">
          <w:rPr>
            <w:bCs w:val="0"/>
            <w:webHidden/>
            <w:sz w:val="20"/>
            <w:szCs w:val="20"/>
          </w:rPr>
          <w:fldChar w:fldCharType="end"/>
        </w:r>
      </w:hyperlink>
    </w:p>
    <w:p w14:paraId="385B10DF" w14:textId="47D32268" w:rsidR="00317F36" w:rsidRPr="00B87A9E" w:rsidRDefault="00317F36">
      <w:pPr>
        <w:pStyle w:val="TOC4"/>
        <w:rPr>
          <w:rFonts w:eastAsiaTheme="minorEastAsia"/>
          <w:bCs w:val="0"/>
          <w:snapToGrid/>
          <w:kern w:val="2"/>
          <w:sz w:val="20"/>
          <w:szCs w:val="20"/>
          <w14:ligatures w14:val="standardContextual"/>
        </w:rPr>
      </w:pPr>
      <w:hyperlink w:anchor="_Toc199405216" w:history="1">
        <w:r w:rsidRPr="00B87A9E">
          <w:rPr>
            <w:rStyle w:val="Hyperlink"/>
            <w:bCs w:val="0"/>
            <w:sz w:val="20"/>
            <w:szCs w:val="20"/>
            <w:u w:val="none"/>
          </w:rPr>
          <w:t>3.1.5.8</w:t>
        </w:r>
        <w:r w:rsidRPr="00B87A9E">
          <w:rPr>
            <w:rFonts w:eastAsiaTheme="minorEastAsia"/>
            <w:bCs w:val="0"/>
            <w:snapToGrid/>
            <w:kern w:val="2"/>
            <w:sz w:val="20"/>
            <w:szCs w:val="20"/>
            <w14:ligatures w14:val="standardContextual"/>
          </w:rPr>
          <w:tab/>
        </w:r>
        <w:r w:rsidRPr="00B87A9E">
          <w:rPr>
            <w:rStyle w:val="Hyperlink"/>
            <w:bCs w:val="0"/>
            <w:sz w:val="20"/>
            <w:szCs w:val="20"/>
            <w:u w:val="none"/>
          </w:rPr>
          <w:t>Priority of Approved Planned, Maintenance, and Rescheduled Outages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_Toc199405216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3-23</w:t>
        </w:r>
        <w:r w:rsidRPr="00B87A9E">
          <w:rPr>
            <w:bCs w:val="0"/>
            <w:webHidden/>
            <w:sz w:val="20"/>
            <w:szCs w:val="20"/>
          </w:rPr>
          <w:fldChar w:fldCharType="end"/>
        </w:r>
      </w:hyperlink>
    </w:p>
    <w:p w14:paraId="18A3154E" w14:textId="076896B7" w:rsidR="00317F36" w:rsidRPr="00B87A9E" w:rsidRDefault="00317F36">
      <w:pPr>
        <w:pStyle w:val="TOC4"/>
        <w:rPr>
          <w:rFonts w:eastAsiaTheme="minorEastAsia"/>
          <w:bCs w:val="0"/>
          <w:snapToGrid/>
          <w:kern w:val="2"/>
          <w:sz w:val="20"/>
          <w:szCs w:val="20"/>
          <w14:ligatures w14:val="standardContextual"/>
        </w:rPr>
      </w:pPr>
      <w:hyperlink w:anchor="_Toc199405217" w:history="1">
        <w:r w:rsidRPr="00B87A9E">
          <w:rPr>
            <w:rStyle w:val="Hyperlink"/>
            <w:bCs w:val="0"/>
            <w:sz w:val="20"/>
            <w:szCs w:val="20"/>
            <w:u w:val="none"/>
          </w:rPr>
          <w:t>3.1.5.9</w:t>
        </w:r>
        <w:r w:rsidRPr="00B87A9E">
          <w:rPr>
            <w:rFonts w:eastAsiaTheme="minorEastAsia"/>
            <w:bCs w:val="0"/>
            <w:snapToGrid/>
            <w:kern w:val="2"/>
            <w:sz w:val="20"/>
            <w:szCs w:val="20"/>
            <w14:ligatures w14:val="standardContextual"/>
          </w:rPr>
          <w:tab/>
        </w:r>
        <w:r w:rsidRPr="00B87A9E">
          <w:rPr>
            <w:rStyle w:val="Hyperlink"/>
            <w:bCs w:val="0"/>
            <w:sz w:val="20"/>
            <w:szCs w:val="20"/>
            <w:u w:val="none"/>
          </w:rPr>
          <w:t>Information for Inclusion in Transmission Facilities Outage Requests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_Toc199405217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3-23</w:t>
        </w:r>
        <w:r w:rsidRPr="00B87A9E">
          <w:rPr>
            <w:bCs w:val="0"/>
            <w:webHidden/>
            <w:sz w:val="20"/>
            <w:szCs w:val="20"/>
          </w:rPr>
          <w:fldChar w:fldCharType="end"/>
        </w:r>
      </w:hyperlink>
    </w:p>
    <w:p w14:paraId="43750017" w14:textId="54EE3072" w:rsidR="00317F36" w:rsidRPr="00B87A9E" w:rsidRDefault="00317F36">
      <w:pPr>
        <w:pStyle w:val="TOC4"/>
        <w:rPr>
          <w:rFonts w:eastAsiaTheme="minorEastAsia"/>
          <w:bCs w:val="0"/>
          <w:snapToGrid/>
          <w:kern w:val="2"/>
          <w:sz w:val="20"/>
          <w:szCs w:val="20"/>
          <w14:ligatures w14:val="standardContextual"/>
        </w:rPr>
      </w:pPr>
      <w:hyperlink w:anchor="_Toc199405218" w:history="1">
        <w:r w:rsidRPr="00B87A9E">
          <w:rPr>
            <w:rStyle w:val="Hyperlink"/>
            <w:bCs w:val="0"/>
            <w:sz w:val="20"/>
            <w:szCs w:val="20"/>
            <w:u w:val="none"/>
          </w:rPr>
          <w:t>3.1.5.10</w:t>
        </w:r>
        <w:r w:rsidRPr="00B87A9E">
          <w:rPr>
            <w:rFonts w:eastAsiaTheme="minorEastAsia"/>
            <w:bCs w:val="0"/>
            <w:snapToGrid/>
            <w:kern w:val="2"/>
            <w:sz w:val="20"/>
            <w:szCs w:val="20"/>
            <w14:ligatures w14:val="standardContextual"/>
          </w:rPr>
          <w:tab/>
        </w:r>
        <w:r w:rsidRPr="00B87A9E">
          <w:rPr>
            <w:rStyle w:val="Hyperlink"/>
            <w:bCs w:val="0"/>
            <w:sz w:val="20"/>
            <w:szCs w:val="20"/>
            <w:u w:val="none"/>
          </w:rPr>
          <w:t>Additional Information Requests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_Toc199405218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3-25</w:t>
        </w:r>
        <w:r w:rsidRPr="00B87A9E">
          <w:rPr>
            <w:bCs w:val="0"/>
            <w:webHidden/>
            <w:sz w:val="20"/>
            <w:szCs w:val="20"/>
          </w:rPr>
          <w:fldChar w:fldCharType="end"/>
        </w:r>
      </w:hyperlink>
    </w:p>
    <w:p w14:paraId="7A915961" w14:textId="2A65A7F7" w:rsidR="00317F36" w:rsidRPr="00B87A9E" w:rsidRDefault="00317F36">
      <w:pPr>
        <w:pStyle w:val="TOC4"/>
        <w:rPr>
          <w:rFonts w:eastAsiaTheme="minorEastAsia"/>
          <w:bCs w:val="0"/>
          <w:snapToGrid/>
          <w:kern w:val="2"/>
          <w:sz w:val="20"/>
          <w:szCs w:val="20"/>
          <w14:ligatures w14:val="standardContextual"/>
        </w:rPr>
      </w:pPr>
      <w:hyperlink w:anchor="_Toc199405219" w:history="1">
        <w:r w:rsidRPr="00B87A9E">
          <w:rPr>
            <w:rStyle w:val="Hyperlink"/>
            <w:bCs w:val="0"/>
            <w:sz w:val="20"/>
            <w:szCs w:val="20"/>
            <w:u w:val="none"/>
          </w:rPr>
          <w:t>3.1.5.11</w:t>
        </w:r>
        <w:r w:rsidRPr="00B87A9E">
          <w:rPr>
            <w:rFonts w:eastAsiaTheme="minorEastAsia"/>
            <w:bCs w:val="0"/>
            <w:snapToGrid/>
            <w:kern w:val="2"/>
            <w:sz w:val="20"/>
            <w:szCs w:val="20"/>
            <w14:ligatures w14:val="standardContextual"/>
          </w:rPr>
          <w:tab/>
        </w:r>
        <w:r w:rsidRPr="00B87A9E">
          <w:rPr>
            <w:rStyle w:val="Hyperlink"/>
            <w:bCs w:val="0"/>
            <w:sz w:val="20"/>
            <w:szCs w:val="20"/>
            <w:u w:val="none"/>
          </w:rPr>
          <w:t>Evaluation of Transmission Facilities Planned Outage or Maintenance Outage Requests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_Toc199405219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3-25</w:t>
        </w:r>
        <w:r w:rsidRPr="00B87A9E">
          <w:rPr>
            <w:bCs w:val="0"/>
            <w:webHidden/>
            <w:sz w:val="20"/>
            <w:szCs w:val="20"/>
          </w:rPr>
          <w:fldChar w:fldCharType="end"/>
        </w:r>
      </w:hyperlink>
    </w:p>
    <w:p w14:paraId="351ED513" w14:textId="3B13B12C" w:rsidR="00317F36" w:rsidRPr="00B87A9E" w:rsidRDefault="00317F36">
      <w:pPr>
        <w:pStyle w:val="TOC4"/>
        <w:rPr>
          <w:rFonts w:eastAsiaTheme="minorEastAsia"/>
          <w:bCs w:val="0"/>
          <w:snapToGrid/>
          <w:kern w:val="2"/>
          <w:sz w:val="20"/>
          <w:szCs w:val="20"/>
          <w14:ligatures w14:val="standardContextual"/>
        </w:rPr>
      </w:pPr>
      <w:hyperlink w:anchor="_Toc199405220" w:history="1">
        <w:r w:rsidRPr="00B87A9E">
          <w:rPr>
            <w:rStyle w:val="Hyperlink"/>
            <w:bCs w:val="0"/>
            <w:sz w:val="20"/>
            <w:szCs w:val="20"/>
            <w:u w:val="none"/>
          </w:rPr>
          <w:t>3.1.5.12</w:t>
        </w:r>
        <w:r w:rsidRPr="00B87A9E">
          <w:rPr>
            <w:rFonts w:eastAsiaTheme="minorEastAsia"/>
            <w:bCs w:val="0"/>
            <w:snapToGrid/>
            <w:kern w:val="2"/>
            <w:sz w:val="20"/>
            <w:szCs w:val="20"/>
            <w14:ligatures w14:val="standardContextual"/>
          </w:rPr>
          <w:tab/>
        </w:r>
        <w:r w:rsidRPr="00B87A9E">
          <w:rPr>
            <w:rStyle w:val="Hyperlink"/>
            <w:bCs w:val="0"/>
            <w:sz w:val="20"/>
            <w:szCs w:val="20"/>
            <w:u w:val="none"/>
          </w:rPr>
          <w:t>Submittal Timeline for Transmission Facility Outage Requests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_Toc199405220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3-27</w:t>
        </w:r>
        <w:r w:rsidRPr="00B87A9E">
          <w:rPr>
            <w:bCs w:val="0"/>
            <w:webHidden/>
            <w:sz w:val="20"/>
            <w:szCs w:val="20"/>
          </w:rPr>
          <w:fldChar w:fldCharType="end"/>
        </w:r>
      </w:hyperlink>
    </w:p>
    <w:p w14:paraId="7AE11709" w14:textId="11786689" w:rsidR="00317F36" w:rsidRPr="00B87A9E" w:rsidRDefault="00317F36">
      <w:pPr>
        <w:pStyle w:val="TOC4"/>
        <w:rPr>
          <w:rFonts w:eastAsiaTheme="minorEastAsia"/>
          <w:bCs w:val="0"/>
          <w:snapToGrid/>
          <w:kern w:val="2"/>
          <w:sz w:val="20"/>
          <w:szCs w:val="20"/>
          <w14:ligatures w14:val="standardContextual"/>
        </w:rPr>
      </w:pPr>
      <w:hyperlink w:anchor="_Toc199405221" w:history="1">
        <w:r w:rsidRPr="00B87A9E">
          <w:rPr>
            <w:rStyle w:val="Hyperlink"/>
            <w:bCs w:val="0"/>
            <w:sz w:val="20"/>
            <w:szCs w:val="20"/>
            <w:u w:val="none"/>
          </w:rPr>
          <w:t>3.1.5.13</w:t>
        </w:r>
        <w:r w:rsidRPr="00B87A9E">
          <w:rPr>
            <w:rFonts w:eastAsiaTheme="minorEastAsia"/>
            <w:bCs w:val="0"/>
            <w:snapToGrid/>
            <w:kern w:val="2"/>
            <w:sz w:val="20"/>
            <w:szCs w:val="20"/>
            <w14:ligatures w14:val="standardContextual"/>
          </w:rPr>
          <w:tab/>
        </w:r>
        <w:r w:rsidRPr="00B87A9E">
          <w:rPr>
            <w:rStyle w:val="Hyperlink"/>
            <w:bCs w:val="0"/>
            <w:sz w:val="20"/>
            <w:szCs w:val="20"/>
            <w:u w:val="none"/>
          </w:rPr>
          <w:t>Transmission Report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_Toc199405221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3-28</w:t>
        </w:r>
        <w:r w:rsidRPr="00B87A9E">
          <w:rPr>
            <w:bCs w:val="0"/>
            <w:webHidden/>
            <w:sz w:val="20"/>
            <w:szCs w:val="20"/>
          </w:rPr>
          <w:fldChar w:fldCharType="end"/>
        </w:r>
      </w:hyperlink>
    </w:p>
    <w:p w14:paraId="283DAC02" w14:textId="59EDC64A" w:rsidR="00317F36" w:rsidRPr="00B87A9E" w:rsidRDefault="00317F36">
      <w:pPr>
        <w:pStyle w:val="TOC3"/>
        <w:rPr>
          <w:rFonts w:eastAsiaTheme="minorEastAsia"/>
          <w:kern w:val="2"/>
          <w14:ligatures w14:val="standardContextual"/>
        </w:rPr>
      </w:pPr>
      <w:hyperlink w:anchor="_Toc199405222" w:history="1">
        <w:r w:rsidRPr="00B87A9E">
          <w:rPr>
            <w:rStyle w:val="Hyperlink"/>
            <w:u w:val="none"/>
          </w:rPr>
          <w:t>3.1.6</w:t>
        </w:r>
        <w:r w:rsidRPr="00B87A9E">
          <w:rPr>
            <w:rFonts w:eastAsiaTheme="minorEastAsia"/>
            <w:kern w:val="2"/>
            <w14:ligatures w14:val="standardContextual"/>
          </w:rPr>
          <w:tab/>
        </w:r>
        <w:r w:rsidRPr="00B87A9E">
          <w:rPr>
            <w:rStyle w:val="Hyperlink"/>
            <w:u w:val="none"/>
          </w:rPr>
          <w:t>Outages of Resources Other than Reliability Resources</w:t>
        </w:r>
        <w:r w:rsidRPr="00B87A9E">
          <w:rPr>
            <w:webHidden/>
          </w:rPr>
          <w:tab/>
        </w:r>
        <w:r w:rsidRPr="00B87A9E">
          <w:rPr>
            <w:webHidden/>
          </w:rPr>
          <w:fldChar w:fldCharType="begin"/>
        </w:r>
        <w:r w:rsidRPr="00B87A9E">
          <w:rPr>
            <w:webHidden/>
          </w:rPr>
          <w:instrText xml:space="preserve"> PAGEREF _Toc199405222 \h </w:instrText>
        </w:r>
        <w:r w:rsidRPr="00B87A9E">
          <w:rPr>
            <w:webHidden/>
          </w:rPr>
        </w:r>
        <w:r w:rsidRPr="00B87A9E">
          <w:rPr>
            <w:webHidden/>
          </w:rPr>
          <w:fldChar w:fldCharType="separate"/>
        </w:r>
        <w:r w:rsidR="009F5B92">
          <w:rPr>
            <w:webHidden/>
          </w:rPr>
          <w:t>3-28</w:t>
        </w:r>
        <w:r w:rsidRPr="00B87A9E">
          <w:rPr>
            <w:webHidden/>
          </w:rPr>
          <w:fldChar w:fldCharType="end"/>
        </w:r>
      </w:hyperlink>
    </w:p>
    <w:p w14:paraId="60FC8664" w14:textId="07937CE3" w:rsidR="00317F36" w:rsidRPr="00B87A9E" w:rsidRDefault="00317F36">
      <w:pPr>
        <w:pStyle w:val="TOC4"/>
        <w:rPr>
          <w:rFonts w:eastAsiaTheme="minorEastAsia"/>
          <w:bCs w:val="0"/>
          <w:snapToGrid/>
          <w:kern w:val="2"/>
          <w:sz w:val="20"/>
          <w:szCs w:val="20"/>
          <w14:ligatures w14:val="standardContextual"/>
        </w:rPr>
      </w:pPr>
      <w:hyperlink w:anchor="_Toc199405223" w:history="1">
        <w:r w:rsidRPr="00B87A9E">
          <w:rPr>
            <w:rStyle w:val="Hyperlink"/>
            <w:bCs w:val="0"/>
            <w:sz w:val="20"/>
            <w:szCs w:val="20"/>
            <w:u w:val="none"/>
          </w:rPr>
          <w:t>3.1.6.1</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Receipt of Resource Requests by ERCOT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_Toc199405223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3-30</w:t>
        </w:r>
        <w:r w:rsidRPr="00B87A9E">
          <w:rPr>
            <w:bCs w:val="0"/>
            <w:webHidden/>
            <w:sz w:val="20"/>
            <w:szCs w:val="20"/>
          </w:rPr>
          <w:fldChar w:fldCharType="end"/>
        </w:r>
      </w:hyperlink>
    </w:p>
    <w:p w14:paraId="52BC96F9" w14:textId="0F1C43D8" w:rsidR="00317F36" w:rsidRPr="00B87A9E" w:rsidRDefault="00317F36">
      <w:pPr>
        <w:pStyle w:val="TOC4"/>
        <w:rPr>
          <w:rFonts w:eastAsiaTheme="minorEastAsia"/>
          <w:bCs w:val="0"/>
          <w:snapToGrid/>
          <w:kern w:val="2"/>
          <w:sz w:val="20"/>
          <w:szCs w:val="20"/>
          <w14:ligatures w14:val="standardContextual"/>
        </w:rPr>
      </w:pPr>
      <w:hyperlink w:anchor="_Toc199405224" w:history="1">
        <w:r w:rsidRPr="00B87A9E">
          <w:rPr>
            <w:rStyle w:val="Hyperlink"/>
            <w:bCs w:val="0"/>
            <w:sz w:val="20"/>
            <w:szCs w:val="20"/>
            <w:u w:val="none"/>
          </w:rPr>
          <w:t>3.1.6.2</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Resource Outage Plan</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_Toc199405224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3-30</w:t>
        </w:r>
        <w:r w:rsidRPr="00B87A9E">
          <w:rPr>
            <w:bCs w:val="0"/>
            <w:webHidden/>
            <w:sz w:val="20"/>
            <w:szCs w:val="20"/>
          </w:rPr>
          <w:fldChar w:fldCharType="end"/>
        </w:r>
      </w:hyperlink>
    </w:p>
    <w:p w14:paraId="27F8B6D5" w14:textId="3B88C68F" w:rsidR="00317F36" w:rsidRPr="00B87A9E" w:rsidRDefault="00317F36">
      <w:pPr>
        <w:pStyle w:val="TOC4"/>
        <w:rPr>
          <w:rFonts w:eastAsiaTheme="minorEastAsia"/>
          <w:bCs w:val="0"/>
          <w:snapToGrid/>
          <w:kern w:val="2"/>
          <w:sz w:val="20"/>
          <w:szCs w:val="20"/>
          <w14:ligatures w14:val="standardContextual"/>
        </w:rPr>
      </w:pPr>
      <w:hyperlink w:anchor="_Toc199405225" w:history="1">
        <w:r w:rsidRPr="00B87A9E">
          <w:rPr>
            <w:rStyle w:val="Hyperlink"/>
            <w:bCs w:val="0"/>
            <w:sz w:val="20"/>
            <w:szCs w:val="20"/>
            <w:u w:val="none"/>
          </w:rPr>
          <w:t>3.1.6.3</w:t>
        </w:r>
        <w:r w:rsidRPr="00B87A9E">
          <w:rPr>
            <w:rFonts w:eastAsiaTheme="minorEastAsia"/>
            <w:bCs w:val="0"/>
            <w:snapToGrid/>
            <w:kern w:val="2"/>
            <w:sz w:val="20"/>
            <w:szCs w:val="20"/>
            <w14:ligatures w14:val="standardContextual"/>
          </w:rPr>
          <w:tab/>
        </w:r>
        <w:r w:rsidRPr="00B87A9E">
          <w:rPr>
            <w:rStyle w:val="Hyperlink"/>
            <w:bCs w:val="0"/>
            <w:sz w:val="20"/>
            <w:szCs w:val="20"/>
            <w:u w:val="none"/>
          </w:rPr>
          <w:t>Additional Information Requests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_Toc199405225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3-30</w:t>
        </w:r>
        <w:r w:rsidRPr="00B87A9E">
          <w:rPr>
            <w:bCs w:val="0"/>
            <w:webHidden/>
            <w:sz w:val="20"/>
            <w:szCs w:val="20"/>
          </w:rPr>
          <w:fldChar w:fldCharType="end"/>
        </w:r>
      </w:hyperlink>
    </w:p>
    <w:p w14:paraId="0B8AE432" w14:textId="367079CD" w:rsidR="00317F36" w:rsidRPr="00B87A9E" w:rsidRDefault="00317F36">
      <w:pPr>
        <w:pStyle w:val="TOC4"/>
        <w:rPr>
          <w:rFonts w:eastAsiaTheme="minorEastAsia"/>
          <w:bCs w:val="0"/>
          <w:snapToGrid/>
          <w:kern w:val="2"/>
          <w:sz w:val="20"/>
          <w:szCs w:val="20"/>
          <w14:ligatures w14:val="standardContextual"/>
        </w:rPr>
      </w:pPr>
      <w:hyperlink w:anchor="_Toc199405226" w:history="1">
        <w:r w:rsidRPr="00B87A9E">
          <w:rPr>
            <w:rStyle w:val="Hyperlink"/>
            <w:bCs w:val="0"/>
            <w:sz w:val="20"/>
            <w:szCs w:val="20"/>
            <w:u w:val="none"/>
          </w:rPr>
          <w:t>3.1.6.4</w:t>
        </w:r>
        <w:r w:rsidRPr="00B87A9E">
          <w:rPr>
            <w:rFonts w:eastAsiaTheme="minorEastAsia"/>
            <w:bCs w:val="0"/>
            <w:snapToGrid/>
            <w:kern w:val="2"/>
            <w:sz w:val="20"/>
            <w:szCs w:val="20"/>
            <w14:ligatures w14:val="standardContextual"/>
          </w:rPr>
          <w:tab/>
        </w:r>
        <w:r w:rsidRPr="00B87A9E">
          <w:rPr>
            <w:rStyle w:val="Hyperlink"/>
            <w:bCs w:val="0"/>
            <w:sz w:val="20"/>
            <w:szCs w:val="20"/>
            <w:u w:val="none"/>
          </w:rPr>
          <w:t>Approval of Changes to a Resource Outage Plan</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_Toc199405226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3-30</w:t>
        </w:r>
        <w:r w:rsidRPr="00B87A9E">
          <w:rPr>
            <w:bCs w:val="0"/>
            <w:webHidden/>
            <w:sz w:val="20"/>
            <w:szCs w:val="20"/>
          </w:rPr>
          <w:fldChar w:fldCharType="end"/>
        </w:r>
      </w:hyperlink>
    </w:p>
    <w:p w14:paraId="6A610B55" w14:textId="0A4E1830" w:rsidR="00317F36" w:rsidRPr="00B87A9E" w:rsidRDefault="00317F36">
      <w:pPr>
        <w:pStyle w:val="TOC4"/>
        <w:rPr>
          <w:rFonts w:eastAsiaTheme="minorEastAsia"/>
          <w:bCs w:val="0"/>
          <w:snapToGrid/>
          <w:kern w:val="2"/>
          <w:sz w:val="20"/>
          <w:szCs w:val="20"/>
          <w14:ligatures w14:val="standardContextual"/>
        </w:rPr>
      </w:pPr>
      <w:hyperlink w:anchor="_Toc199405227" w:history="1">
        <w:r w:rsidRPr="00B87A9E">
          <w:rPr>
            <w:rStyle w:val="Hyperlink"/>
            <w:bCs w:val="0"/>
            <w:sz w:val="20"/>
            <w:szCs w:val="20"/>
            <w:u w:val="none"/>
          </w:rPr>
          <w:t>3.1.6.5</w:t>
        </w:r>
        <w:r w:rsidRPr="00B87A9E">
          <w:rPr>
            <w:rFonts w:eastAsiaTheme="minorEastAsia"/>
            <w:bCs w:val="0"/>
            <w:snapToGrid/>
            <w:kern w:val="2"/>
            <w:sz w:val="20"/>
            <w:szCs w:val="20"/>
            <w14:ligatures w14:val="standardContextual"/>
          </w:rPr>
          <w:tab/>
        </w:r>
        <w:r w:rsidRPr="00B87A9E">
          <w:rPr>
            <w:rStyle w:val="Hyperlink"/>
            <w:bCs w:val="0"/>
            <w:sz w:val="20"/>
            <w:szCs w:val="20"/>
            <w:u w:val="none"/>
          </w:rPr>
          <w:t>Evaluation of Proposed Resource Outage</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_Toc199405227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3-31</w:t>
        </w:r>
        <w:r w:rsidRPr="00B87A9E">
          <w:rPr>
            <w:bCs w:val="0"/>
            <w:webHidden/>
            <w:sz w:val="20"/>
            <w:szCs w:val="20"/>
          </w:rPr>
          <w:fldChar w:fldCharType="end"/>
        </w:r>
      </w:hyperlink>
    </w:p>
    <w:p w14:paraId="27FCAC6C" w14:textId="5EC853CD" w:rsidR="00317F36" w:rsidRPr="00B87A9E" w:rsidRDefault="00317F36">
      <w:pPr>
        <w:pStyle w:val="TOC4"/>
        <w:rPr>
          <w:rFonts w:eastAsiaTheme="minorEastAsia"/>
          <w:bCs w:val="0"/>
          <w:snapToGrid/>
          <w:kern w:val="2"/>
          <w:sz w:val="20"/>
          <w:szCs w:val="20"/>
          <w14:ligatures w14:val="standardContextual"/>
        </w:rPr>
      </w:pPr>
      <w:hyperlink w:anchor="_Toc199405228" w:history="1">
        <w:r w:rsidRPr="00B87A9E">
          <w:rPr>
            <w:rStyle w:val="Hyperlink"/>
            <w:bCs w:val="0"/>
            <w:sz w:val="20"/>
            <w:szCs w:val="20"/>
            <w:u w:val="none"/>
          </w:rPr>
          <w:t>3.1.6.6</w:t>
        </w:r>
        <w:r w:rsidRPr="00B87A9E">
          <w:rPr>
            <w:rFonts w:eastAsiaTheme="minorEastAsia"/>
            <w:bCs w:val="0"/>
            <w:snapToGrid/>
            <w:kern w:val="2"/>
            <w:sz w:val="20"/>
            <w:szCs w:val="20"/>
            <w14:ligatures w14:val="standardContextual"/>
          </w:rPr>
          <w:tab/>
        </w:r>
        <w:r w:rsidRPr="00B87A9E">
          <w:rPr>
            <w:rStyle w:val="Hyperlink"/>
            <w:bCs w:val="0"/>
            <w:sz w:val="20"/>
            <w:szCs w:val="20"/>
            <w:u w:val="none"/>
          </w:rPr>
          <w:t>Timelines for Response by ERCOT for Resource Planned Outages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_Toc199405228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3-32</w:t>
        </w:r>
        <w:r w:rsidRPr="00B87A9E">
          <w:rPr>
            <w:bCs w:val="0"/>
            <w:webHidden/>
            <w:sz w:val="20"/>
            <w:szCs w:val="20"/>
          </w:rPr>
          <w:fldChar w:fldCharType="end"/>
        </w:r>
      </w:hyperlink>
    </w:p>
    <w:p w14:paraId="236F7E55" w14:textId="32ECC37E" w:rsidR="00317F36" w:rsidRPr="00B87A9E" w:rsidRDefault="00317F36">
      <w:pPr>
        <w:pStyle w:val="TOC4"/>
        <w:rPr>
          <w:rFonts w:eastAsiaTheme="minorEastAsia"/>
          <w:bCs w:val="0"/>
          <w:snapToGrid/>
          <w:kern w:val="2"/>
          <w:sz w:val="20"/>
          <w:szCs w:val="20"/>
          <w14:ligatures w14:val="standardContextual"/>
        </w:rPr>
      </w:pPr>
      <w:hyperlink w:anchor="_Toc199405229" w:history="1">
        <w:r w:rsidRPr="00B87A9E">
          <w:rPr>
            <w:rStyle w:val="Hyperlink"/>
            <w:bCs w:val="0"/>
            <w:sz w:val="20"/>
            <w:szCs w:val="20"/>
            <w:u w:val="none"/>
          </w:rPr>
          <w:t>3.1.6.7</w:t>
        </w:r>
        <w:r w:rsidRPr="00B87A9E">
          <w:rPr>
            <w:rFonts w:eastAsiaTheme="minorEastAsia"/>
            <w:bCs w:val="0"/>
            <w:snapToGrid/>
            <w:kern w:val="2"/>
            <w:sz w:val="20"/>
            <w:szCs w:val="20"/>
            <w14:ligatures w14:val="standardContextual"/>
          </w:rPr>
          <w:tab/>
        </w:r>
        <w:r w:rsidRPr="00B87A9E">
          <w:rPr>
            <w:rStyle w:val="Hyperlink"/>
            <w:bCs w:val="0"/>
            <w:sz w:val="20"/>
            <w:szCs w:val="20"/>
            <w:u w:val="none"/>
          </w:rPr>
          <w:t xml:space="preserve"> Delay</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_Toc199405229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3-33</w:t>
        </w:r>
        <w:r w:rsidRPr="00B87A9E">
          <w:rPr>
            <w:bCs w:val="0"/>
            <w:webHidden/>
            <w:sz w:val="20"/>
            <w:szCs w:val="20"/>
          </w:rPr>
          <w:fldChar w:fldCharType="end"/>
        </w:r>
      </w:hyperlink>
    </w:p>
    <w:p w14:paraId="074E4738" w14:textId="787F2381" w:rsidR="00317F36" w:rsidRPr="00B87A9E" w:rsidRDefault="00317F36">
      <w:pPr>
        <w:pStyle w:val="TOC4"/>
        <w:rPr>
          <w:rFonts w:eastAsiaTheme="minorEastAsia"/>
          <w:bCs w:val="0"/>
          <w:snapToGrid/>
          <w:kern w:val="2"/>
          <w:sz w:val="20"/>
          <w:szCs w:val="20"/>
          <w14:ligatures w14:val="standardContextual"/>
        </w:rPr>
      </w:pPr>
      <w:hyperlink w:anchor="_Toc199405230" w:history="1">
        <w:r w:rsidRPr="00B87A9E">
          <w:rPr>
            <w:rStyle w:val="Hyperlink"/>
            <w:bCs w:val="0"/>
            <w:sz w:val="20"/>
            <w:szCs w:val="20"/>
            <w:u w:val="none"/>
          </w:rPr>
          <w:t>3.1.6.8</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Resource Outage Rejection Notice</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_Toc199405230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3-33</w:t>
        </w:r>
        <w:r w:rsidRPr="00B87A9E">
          <w:rPr>
            <w:bCs w:val="0"/>
            <w:webHidden/>
            <w:sz w:val="20"/>
            <w:szCs w:val="20"/>
          </w:rPr>
          <w:fldChar w:fldCharType="end"/>
        </w:r>
      </w:hyperlink>
    </w:p>
    <w:p w14:paraId="610ED5A1" w14:textId="3F0E53A9" w:rsidR="00317F36" w:rsidRPr="00B87A9E" w:rsidRDefault="00317F36">
      <w:pPr>
        <w:pStyle w:val="TOC4"/>
        <w:rPr>
          <w:rFonts w:eastAsiaTheme="minorEastAsia"/>
          <w:bCs w:val="0"/>
          <w:snapToGrid/>
          <w:kern w:val="2"/>
          <w:sz w:val="20"/>
          <w:szCs w:val="20"/>
          <w14:ligatures w14:val="standardContextual"/>
        </w:rPr>
      </w:pPr>
      <w:hyperlink w:anchor="_Toc199405231" w:history="1">
        <w:r w:rsidRPr="00B87A9E">
          <w:rPr>
            <w:rStyle w:val="Hyperlink"/>
            <w:bCs w:val="0"/>
            <w:sz w:val="20"/>
            <w:szCs w:val="20"/>
            <w:u w:val="none"/>
          </w:rPr>
          <w:t>3.1.6.9</w:t>
        </w:r>
        <w:r w:rsidRPr="00B87A9E">
          <w:rPr>
            <w:rFonts w:eastAsiaTheme="minorEastAsia"/>
            <w:bCs w:val="0"/>
            <w:snapToGrid/>
            <w:kern w:val="2"/>
            <w:sz w:val="20"/>
            <w:szCs w:val="20"/>
            <w14:ligatures w14:val="standardContextual"/>
          </w:rPr>
          <w:tab/>
        </w:r>
        <w:r w:rsidRPr="00B87A9E">
          <w:rPr>
            <w:rStyle w:val="Hyperlink"/>
            <w:bCs w:val="0"/>
            <w:sz w:val="20"/>
            <w:szCs w:val="20"/>
            <w:u w:val="none"/>
          </w:rPr>
          <w:t>Withdrawal of Approval and Rescheduling of Approved Planned Outages of Resource Facilities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_Toc199405231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3-34</w:t>
        </w:r>
        <w:r w:rsidRPr="00B87A9E">
          <w:rPr>
            <w:bCs w:val="0"/>
            <w:webHidden/>
            <w:sz w:val="20"/>
            <w:szCs w:val="20"/>
          </w:rPr>
          <w:fldChar w:fldCharType="end"/>
        </w:r>
      </w:hyperlink>
    </w:p>
    <w:p w14:paraId="11267ABA" w14:textId="007AD357" w:rsidR="00317F36" w:rsidRPr="00B87A9E" w:rsidRDefault="00317F36">
      <w:pPr>
        <w:pStyle w:val="TOC4"/>
        <w:rPr>
          <w:rFonts w:eastAsiaTheme="minorEastAsia"/>
          <w:bCs w:val="0"/>
          <w:snapToGrid/>
          <w:kern w:val="2"/>
          <w:sz w:val="20"/>
          <w:szCs w:val="20"/>
          <w14:ligatures w14:val="standardContextual"/>
        </w:rPr>
      </w:pPr>
      <w:hyperlink w:anchor="_Toc199405232" w:history="1">
        <w:r w:rsidRPr="00B87A9E">
          <w:rPr>
            <w:rStyle w:val="Hyperlink"/>
            <w:bCs w:val="0"/>
            <w:sz w:val="20"/>
            <w:szCs w:val="20"/>
            <w:u w:val="none"/>
          </w:rPr>
          <w:t>3.1.6.10</w:t>
        </w:r>
        <w:r w:rsidRPr="00B87A9E">
          <w:rPr>
            <w:rFonts w:eastAsiaTheme="minorEastAsia"/>
            <w:bCs w:val="0"/>
            <w:snapToGrid/>
            <w:kern w:val="2"/>
            <w:sz w:val="20"/>
            <w:szCs w:val="20"/>
            <w14:ligatures w14:val="standardContextual"/>
          </w:rPr>
          <w:tab/>
        </w:r>
        <w:r w:rsidRPr="00B87A9E">
          <w:rPr>
            <w:rStyle w:val="Hyperlink"/>
            <w:bCs w:val="0"/>
            <w:sz w:val="20"/>
            <w:szCs w:val="20"/>
            <w:u w:val="none"/>
          </w:rPr>
          <w:t>Opportunity Outage</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_Toc199405232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3-39</w:t>
        </w:r>
        <w:r w:rsidRPr="00B87A9E">
          <w:rPr>
            <w:bCs w:val="0"/>
            <w:webHidden/>
            <w:sz w:val="20"/>
            <w:szCs w:val="20"/>
          </w:rPr>
          <w:fldChar w:fldCharType="end"/>
        </w:r>
      </w:hyperlink>
    </w:p>
    <w:p w14:paraId="0C3EE101" w14:textId="593D13CF" w:rsidR="00317F36" w:rsidRPr="00B87A9E" w:rsidRDefault="00317F36">
      <w:pPr>
        <w:pStyle w:val="TOC4"/>
        <w:rPr>
          <w:rFonts w:eastAsiaTheme="minorEastAsia"/>
          <w:bCs w:val="0"/>
          <w:snapToGrid/>
          <w:kern w:val="2"/>
          <w:sz w:val="20"/>
          <w:szCs w:val="20"/>
          <w14:ligatures w14:val="standardContextual"/>
        </w:rPr>
      </w:pPr>
      <w:hyperlink w:anchor="_Toc199405233" w:history="1">
        <w:r w:rsidRPr="00B87A9E">
          <w:rPr>
            <w:rStyle w:val="Hyperlink"/>
            <w:bCs w:val="0"/>
            <w:sz w:val="20"/>
            <w:szCs w:val="20"/>
            <w:u w:val="none"/>
          </w:rPr>
          <w:t>3.1.6.11</w:t>
        </w:r>
        <w:r w:rsidRPr="00B87A9E">
          <w:rPr>
            <w:rFonts w:eastAsiaTheme="minorEastAsia"/>
            <w:bCs w:val="0"/>
            <w:snapToGrid/>
            <w:kern w:val="2"/>
            <w:sz w:val="20"/>
            <w:szCs w:val="20"/>
            <w14:ligatures w14:val="standardContextual"/>
          </w:rPr>
          <w:tab/>
        </w:r>
        <w:r w:rsidRPr="00B87A9E">
          <w:rPr>
            <w:rStyle w:val="Hyperlink"/>
            <w:bCs w:val="0"/>
            <w:sz w:val="20"/>
            <w:szCs w:val="20"/>
            <w:u w:val="none"/>
          </w:rPr>
          <w:t>Outage Returning Early</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_Toc199405233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3-40</w:t>
        </w:r>
        <w:r w:rsidRPr="00B87A9E">
          <w:rPr>
            <w:bCs w:val="0"/>
            <w:webHidden/>
            <w:sz w:val="20"/>
            <w:szCs w:val="20"/>
          </w:rPr>
          <w:fldChar w:fldCharType="end"/>
        </w:r>
      </w:hyperlink>
    </w:p>
    <w:p w14:paraId="634A9603" w14:textId="3597F86F" w:rsidR="00317F36" w:rsidRPr="00B87A9E" w:rsidRDefault="00317F36">
      <w:pPr>
        <w:pStyle w:val="TOC4"/>
        <w:rPr>
          <w:rFonts w:eastAsiaTheme="minorEastAsia"/>
          <w:bCs w:val="0"/>
          <w:snapToGrid/>
          <w:kern w:val="2"/>
          <w:sz w:val="20"/>
          <w:szCs w:val="20"/>
          <w14:ligatures w14:val="standardContextual"/>
        </w:rPr>
      </w:pPr>
      <w:hyperlink w:anchor="_Toc199405234" w:history="1">
        <w:r w:rsidRPr="00B87A9E">
          <w:rPr>
            <w:rStyle w:val="Hyperlink"/>
            <w:bCs w:val="0"/>
            <w:sz w:val="20"/>
            <w:szCs w:val="20"/>
            <w:u w:val="none"/>
          </w:rPr>
          <w:t>3.1.6.12</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Resource Coming On-Line</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_Toc199405234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3-40</w:t>
        </w:r>
        <w:r w:rsidRPr="00B87A9E">
          <w:rPr>
            <w:bCs w:val="0"/>
            <w:webHidden/>
            <w:sz w:val="20"/>
            <w:szCs w:val="20"/>
          </w:rPr>
          <w:fldChar w:fldCharType="end"/>
        </w:r>
      </w:hyperlink>
    </w:p>
    <w:p w14:paraId="3F69E933" w14:textId="6FE3DE8A" w:rsidR="00317F36" w:rsidRPr="00B87A9E" w:rsidRDefault="00317F36">
      <w:pPr>
        <w:pStyle w:val="TOC4"/>
        <w:rPr>
          <w:rFonts w:eastAsiaTheme="minorEastAsia"/>
          <w:bCs w:val="0"/>
          <w:snapToGrid/>
          <w:kern w:val="2"/>
          <w:sz w:val="20"/>
          <w:szCs w:val="20"/>
          <w14:ligatures w14:val="standardContextual"/>
        </w:rPr>
      </w:pPr>
      <w:hyperlink w:anchor="_Toc199405235" w:history="1">
        <w:r w:rsidRPr="00B87A9E">
          <w:rPr>
            <w:rStyle w:val="Hyperlink"/>
            <w:bCs w:val="0"/>
            <w:sz w:val="20"/>
            <w:szCs w:val="20"/>
            <w:u w:val="none"/>
          </w:rPr>
          <w:t>3.1.6.13</w:t>
        </w:r>
        <w:r w:rsidRPr="00B87A9E">
          <w:rPr>
            <w:rFonts w:eastAsiaTheme="minorEastAsia"/>
            <w:bCs w:val="0"/>
            <w:snapToGrid/>
            <w:kern w:val="2"/>
            <w:sz w:val="20"/>
            <w:szCs w:val="20"/>
            <w14:ligatures w14:val="standardContextual"/>
          </w:rPr>
          <w:tab/>
        </w:r>
        <w:r w:rsidRPr="00B87A9E">
          <w:rPr>
            <w:rStyle w:val="Hyperlink"/>
            <w:bCs w:val="0"/>
            <w:sz w:val="20"/>
            <w:szCs w:val="20"/>
            <w:u w:val="none"/>
          </w:rPr>
          <w:t>Maximum Daily Resource Planned Outage Capacity</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_Toc199405235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3-40</w:t>
        </w:r>
        <w:r w:rsidRPr="00B87A9E">
          <w:rPr>
            <w:bCs w:val="0"/>
            <w:webHidden/>
            <w:sz w:val="20"/>
            <w:szCs w:val="20"/>
          </w:rPr>
          <w:fldChar w:fldCharType="end"/>
        </w:r>
      </w:hyperlink>
    </w:p>
    <w:p w14:paraId="5D2429E2" w14:textId="6EB589A8" w:rsidR="00317F36" w:rsidRPr="00B87A9E" w:rsidRDefault="00317F36">
      <w:pPr>
        <w:pStyle w:val="TOC4"/>
        <w:rPr>
          <w:rFonts w:eastAsiaTheme="minorEastAsia"/>
          <w:bCs w:val="0"/>
          <w:snapToGrid/>
          <w:kern w:val="2"/>
          <w:sz w:val="20"/>
          <w:szCs w:val="20"/>
          <w14:ligatures w14:val="standardContextual"/>
        </w:rPr>
      </w:pPr>
      <w:hyperlink w:anchor="_Toc199405236" w:history="1">
        <w:r w:rsidRPr="00B87A9E">
          <w:rPr>
            <w:rStyle w:val="Hyperlink"/>
            <w:bCs w:val="0"/>
            <w:sz w:val="20"/>
            <w:szCs w:val="20"/>
            <w:u w:val="none"/>
          </w:rPr>
          <w:t>3.1.6.14</w:t>
        </w:r>
        <w:r w:rsidRPr="00B87A9E">
          <w:rPr>
            <w:rFonts w:eastAsiaTheme="minorEastAsia"/>
            <w:bCs w:val="0"/>
            <w:snapToGrid/>
            <w:kern w:val="2"/>
            <w:sz w:val="20"/>
            <w:szCs w:val="20"/>
            <w14:ligatures w14:val="standardContextual"/>
          </w:rPr>
          <w:tab/>
        </w:r>
        <w:r w:rsidRPr="00B87A9E">
          <w:rPr>
            <w:rStyle w:val="Hyperlink"/>
            <w:bCs w:val="0"/>
            <w:sz w:val="20"/>
            <w:szCs w:val="20"/>
            <w:u w:val="none"/>
          </w:rPr>
          <w:t>Distribution Facility Outages Impacting Distribution Generation Resources and Distribution Energy Storage Resources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_Toc199405236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3-41</w:t>
        </w:r>
        <w:r w:rsidRPr="00B87A9E">
          <w:rPr>
            <w:bCs w:val="0"/>
            <w:webHidden/>
            <w:sz w:val="20"/>
            <w:szCs w:val="20"/>
          </w:rPr>
          <w:fldChar w:fldCharType="end"/>
        </w:r>
      </w:hyperlink>
    </w:p>
    <w:p w14:paraId="4F67B391" w14:textId="3222AB4F" w:rsidR="00317F36" w:rsidRPr="00B87A9E" w:rsidRDefault="00317F36">
      <w:pPr>
        <w:pStyle w:val="TOC3"/>
        <w:rPr>
          <w:rFonts w:eastAsiaTheme="minorEastAsia"/>
          <w:kern w:val="2"/>
          <w14:ligatures w14:val="standardContextual"/>
        </w:rPr>
      </w:pPr>
      <w:hyperlink w:anchor="_Toc199405237" w:history="1">
        <w:r w:rsidRPr="00B87A9E">
          <w:rPr>
            <w:rStyle w:val="Hyperlink"/>
            <w:u w:val="none"/>
          </w:rPr>
          <w:t>3.1.7</w:t>
        </w:r>
        <w:r w:rsidRPr="00B87A9E">
          <w:rPr>
            <w:rFonts w:eastAsiaTheme="minorEastAsia"/>
            <w:kern w:val="2"/>
            <w14:ligatures w14:val="standardContextual"/>
          </w:rPr>
          <w:tab/>
        </w:r>
        <w:r w:rsidRPr="00B87A9E">
          <w:rPr>
            <w:rStyle w:val="Hyperlink"/>
            <w:u w:val="none"/>
          </w:rPr>
          <w:t>Reliability Resource Outages</w:t>
        </w:r>
        <w:r w:rsidRPr="00B87A9E">
          <w:rPr>
            <w:webHidden/>
          </w:rPr>
          <w:tab/>
        </w:r>
        <w:r w:rsidRPr="00B87A9E">
          <w:rPr>
            <w:webHidden/>
          </w:rPr>
          <w:fldChar w:fldCharType="begin"/>
        </w:r>
        <w:r w:rsidRPr="00B87A9E">
          <w:rPr>
            <w:webHidden/>
          </w:rPr>
          <w:instrText xml:space="preserve"> PAGEREF _Toc199405237 \h </w:instrText>
        </w:r>
        <w:r w:rsidRPr="00B87A9E">
          <w:rPr>
            <w:webHidden/>
          </w:rPr>
        </w:r>
        <w:r w:rsidRPr="00B87A9E">
          <w:rPr>
            <w:webHidden/>
          </w:rPr>
          <w:fldChar w:fldCharType="separate"/>
        </w:r>
        <w:r w:rsidR="009F5B92">
          <w:rPr>
            <w:webHidden/>
          </w:rPr>
          <w:t>3-42</w:t>
        </w:r>
        <w:r w:rsidRPr="00B87A9E">
          <w:rPr>
            <w:webHidden/>
          </w:rPr>
          <w:fldChar w:fldCharType="end"/>
        </w:r>
      </w:hyperlink>
    </w:p>
    <w:p w14:paraId="5860B42A" w14:textId="27B28D6D" w:rsidR="00317F36" w:rsidRPr="00B87A9E" w:rsidRDefault="00317F36">
      <w:pPr>
        <w:pStyle w:val="TOC4"/>
        <w:rPr>
          <w:rFonts w:eastAsiaTheme="minorEastAsia"/>
          <w:bCs w:val="0"/>
          <w:snapToGrid/>
          <w:kern w:val="2"/>
          <w:sz w:val="20"/>
          <w:szCs w:val="20"/>
          <w14:ligatures w14:val="standardContextual"/>
        </w:rPr>
      </w:pPr>
      <w:hyperlink w:anchor="_Toc199405238" w:history="1">
        <w:r w:rsidRPr="00B87A9E">
          <w:rPr>
            <w:rStyle w:val="Hyperlink"/>
            <w:bCs w:val="0"/>
            <w:sz w:val="20"/>
            <w:szCs w:val="20"/>
            <w:u w:val="none"/>
          </w:rPr>
          <w:t>3.1.7.1</w:t>
        </w:r>
        <w:r w:rsidRPr="00B87A9E">
          <w:rPr>
            <w:rFonts w:eastAsiaTheme="minorEastAsia"/>
            <w:bCs w:val="0"/>
            <w:snapToGrid/>
            <w:kern w:val="2"/>
            <w:sz w:val="20"/>
            <w:szCs w:val="20"/>
            <w14:ligatures w14:val="standardContextual"/>
          </w:rPr>
          <w:tab/>
        </w:r>
        <w:r w:rsidRPr="00B87A9E">
          <w:rPr>
            <w:rStyle w:val="Hyperlink"/>
            <w:bCs w:val="0"/>
            <w:sz w:val="20"/>
            <w:szCs w:val="20"/>
            <w:u w:val="none"/>
          </w:rPr>
          <w:t>Timelines for Response by ERCOT on Reliability Resource Outages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_Toc199405238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3-42</w:t>
        </w:r>
        <w:r w:rsidRPr="00B87A9E">
          <w:rPr>
            <w:bCs w:val="0"/>
            <w:webHidden/>
            <w:sz w:val="20"/>
            <w:szCs w:val="20"/>
          </w:rPr>
          <w:fldChar w:fldCharType="end"/>
        </w:r>
      </w:hyperlink>
    </w:p>
    <w:p w14:paraId="10EC9E14" w14:textId="3C363C18" w:rsidR="00317F36" w:rsidRPr="00B87A9E" w:rsidRDefault="00317F36">
      <w:pPr>
        <w:pStyle w:val="TOC4"/>
        <w:rPr>
          <w:rFonts w:eastAsiaTheme="minorEastAsia"/>
          <w:bCs w:val="0"/>
          <w:snapToGrid/>
          <w:kern w:val="2"/>
          <w:sz w:val="20"/>
          <w:szCs w:val="20"/>
          <w14:ligatures w14:val="standardContextual"/>
        </w:rPr>
      </w:pPr>
      <w:hyperlink w:anchor="_Toc199405239" w:history="1">
        <w:r w:rsidRPr="00B87A9E">
          <w:rPr>
            <w:rStyle w:val="Hyperlink"/>
            <w:bCs w:val="0"/>
            <w:sz w:val="20"/>
            <w:szCs w:val="20"/>
            <w:u w:val="none"/>
          </w:rPr>
          <w:t>3.1.7.2</w:t>
        </w:r>
        <w:r w:rsidRPr="00B87A9E">
          <w:rPr>
            <w:rFonts w:eastAsiaTheme="minorEastAsia"/>
            <w:bCs w:val="0"/>
            <w:snapToGrid/>
            <w:kern w:val="2"/>
            <w:sz w:val="20"/>
            <w:szCs w:val="20"/>
            <w14:ligatures w14:val="standardContextual"/>
          </w:rPr>
          <w:tab/>
        </w:r>
        <w:r w:rsidRPr="00B87A9E">
          <w:rPr>
            <w:rStyle w:val="Hyperlink"/>
            <w:bCs w:val="0"/>
            <w:sz w:val="20"/>
            <w:szCs w:val="20"/>
            <w:u w:val="none"/>
          </w:rPr>
          <w:t>Changes to an Approved Reliability Resource Outage Plan</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_Toc199405239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3-43</w:t>
        </w:r>
        <w:r w:rsidRPr="00B87A9E">
          <w:rPr>
            <w:bCs w:val="0"/>
            <w:webHidden/>
            <w:sz w:val="20"/>
            <w:szCs w:val="20"/>
          </w:rPr>
          <w:fldChar w:fldCharType="end"/>
        </w:r>
      </w:hyperlink>
    </w:p>
    <w:p w14:paraId="6079318A" w14:textId="038B5016" w:rsidR="00317F36" w:rsidRPr="00B87A9E" w:rsidRDefault="00317F36">
      <w:pPr>
        <w:pStyle w:val="TOC3"/>
        <w:rPr>
          <w:rFonts w:eastAsiaTheme="minorEastAsia"/>
          <w:kern w:val="2"/>
          <w14:ligatures w14:val="standardContextual"/>
        </w:rPr>
      </w:pPr>
      <w:hyperlink w:anchor="_Toc199405240" w:history="1">
        <w:r w:rsidRPr="00B87A9E">
          <w:rPr>
            <w:rStyle w:val="Hyperlink"/>
            <w:u w:val="none"/>
          </w:rPr>
          <w:t>3.1.8</w:t>
        </w:r>
        <w:r w:rsidRPr="00B87A9E">
          <w:rPr>
            <w:rFonts w:eastAsiaTheme="minorEastAsia"/>
            <w:kern w:val="2"/>
            <w14:ligatures w14:val="standardContextual"/>
          </w:rPr>
          <w:tab/>
        </w:r>
        <w:r w:rsidRPr="00B87A9E">
          <w:rPr>
            <w:rStyle w:val="Hyperlink"/>
            <w:u w:val="none"/>
          </w:rPr>
          <w:t>High Impact Transmission Element (HITE) Identification</w:t>
        </w:r>
        <w:r w:rsidRPr="00B87A9E">
          <w:rPr>
            <w:webHidden/>
          </w:rPr>
          <w:tab/>
        </w:r>
        <w:r w:rsidRPr="00B87A9E">
          <w:rPr>
            <w:webHidden/>
          </w:rPr>
          <w:fldChar w:fldCharType="begin"/>
        </w:r>
        <w:r w:rsidRPr="00B87A9E">
          <w:rPr>
            <w:webHidden/>
          </w:rPr>
          <w:instrText xml:space="preserve"> PAGEREF _Toc199405240 \h </w:instrText>
        </w:r>
        <w:r w:rsidRPr="00B87A9E">
          <w:rPr>
            <w:webHidden/>
          </w:rPr>
        </w:r>
        <w:r w:rsidRPr="00B87A9E">
          <w:rPr>
            <w:webHidden/>
          </w:rPr>
          <w:fldChar w:fldCharType="separate"/>
        </w:r>
        <w:r w:rsidR="009F5B92">
          <w:rPr>
            <w:webHidden/>
          </w:rPr>
          <w:t>3-43</w:t>
        </w:r>
        <w:r w:rsidRPr="00B87A9E">
          <w:rPr>
            <w:webHidden/>
          </w:rPr>
          <w:fldChar w:fldCharType="end"/>
        </w:r>
      </w:hyperlink>
    </w:p>
    <w:p w14:paraId="246E77E4" w14:textId="4AEDB645" w:rsidR="00317F36" w:rsidRPr="00B87A9E" w:rsidRDefault="00317F36">
      <w:pPr>
        <w:pStyle w:val="TOC2"/>
        <w:rPr>
          <w:rFonts w:eastAsiaTheme="minorEastAsia"/>
          <w:noProof/>
          <w:kern w:val="2"/>
          <w14:ligatures w14:val="standardContextual"/>
        </w:rPr>
      </w:pPr>
      <w:hyperlink w:anchor="_Toc199405241" w:history="1">
        <w:r w:rsidRPr="00B87A9E">
          <w:rPr>
            <w:rStyle w:val="Hyperlink"/>
            <w:noProof/>
            <w:u w:val="none"/>
          </w:rPr>
          <w:t xml:space="preserve">3.2 </w:t>
        </w:r>
        <w:r w:rsidRPr="00B87A9E">
          <w:rPr>
            <w:rFonts w:eastAsiaTheme="minorEastAsia"/>
            <w:noProof/>
            <w:kern w:val="2"/>
            <w14:ligatures w14:val="standardContextual"/>
          </w:rPr>
          <w:tab/>
        </w:r>
        <w:r w:rsidRPr="00B87A9E">
          <w:rPr>
            <w:rStyle w:val="Hyperlink"/>
            <w:noProof/>
            <w:u w:val="none"/>
          </w:rPr>
          <w:t>Analysis of Resource Adequacy</w:t>
        </w:r>
        <w:r w:rsidRPr="00B87A9E">
          <w:rPr>
            <w:noProof/>
            <w:webHidden/>
          </w:rPr>
          <w:tab/>
        </w:r>
        <w:r w:rsidRPr="00B87A9E">
          <w:rPr>
            <w:noProof/>
            <w:webHidden/>
          </w:rPr>
          <w:fldChar w:fldCharType="begin"/>
        </w:r>
        <w:r w:rsidRPr="00B87A9E">
          <w:rPr>
            <w:noProof/>
            <w:webHidden/>
          </w:rPr>
          <w:instrText xml:space="preserve"> PAGEREF _Toc199405241 \h </w:instrText>
        </w:r>
        <w:r w:rsidRPr="00B87A9E">
          <w:rPr>
            <w:noProof/>
            <w:webHidden/>
          </w:rPr>
        </w:r>
        <w:r w:rsidRPr="00B87A9E">
          <w:rPr>
            <w:noProof/>
            <w:webHidden/>
          </w:rPr>
          <w:fldChar w:fldCharType="separate"/>
        </w:r>
        <w:r w:rsidR="009F5B92">
          <w:rPr>
            <w:noProof/>
            <w:webHidden/>
          </w:rPr>
          <w:t>3-43</w:t>
        </w:r>
        <w:r w:rsidRPr="00B87A9E">
          <w:rPr>
            <w:noProof/>
            <w:webHidden/>
          </w:rPr>
          <w:fldChar w:fldCharType="end"/>
        </w:r>
      </w:hyperlink>
    </w:p>
    <w:p w14:paraId="3CFA29DD" w14:textId="68BAF866" w:rsidR="00317F36" w:rsidRPr="00B87A9E" w:rsidRDefault="00317F36">
      <w:pPr>
        <w:pStyle w:val="TOC3"/>
        <w:rPr>
          <w:rFonts w:eastAsiaTheme="minorEastAsia"/>
          <w:kern w:val="2"/>
          <w14:ligatures w14:val="standardContextual"/>
        </w:rPr>
      </w:pPr>
      <w:hyperlink w:anchor="_Toc199405242" w:history="1">
        <w:r w:rsidRPr="00B87A9E">
          <w:rPr>
            <w:rStyle w:val="Hyperlink"/>
            <w:u w:val="none"/>
          </w:rPr>
          <w:t>3.2.1</w:t>
        </w:r>
        <w:r w:rsidRPr="00B87A9E">
          <w:rPr>
            <w:rFonts w:eastAsiaTheme="minorEastAsia"/>
            <w:kern w:val="2"/>
            <w14:ligatures w14:val="standardContextual"/>
          </w:rPr>
          <w:tab/>
        </w:r>
        <w:r w:rsidRPr="00B87A9E">
          <w:rPr>
            <w:rStyle w:val="Hyperlink"/>
            <w:u w:val="none"/>
          </w:rPr>
          <w:t>Calculation of Aggregate Resource Capacity</w:t>
        </w:r>
        <w:r w:rsidRPr="00B87A9E">
          <w:rPr>
            <w:webHidden/>
          </w:rPr>
          <w:tab/>
        </w:r>
        <w:r w:rsidRPr="00B87A9E">
          <w:rPr>
            <w:webHidden/>
          </w:rPr>
          <w:fldChar w:fldCharType="begin"/>
        </w:r>
        <w:r w:rsidRPr="00B87A9E">
          <w:rPr>
            <w:webHidden/>
          </w:rPr>
          <w:instrText xml:space="preserve"> PAGEREF _Toc199405242 \h </w:instrText>
        </w:r>
        <w:r w:rsidRPr="00B87A9E">
          <w:rPr>
            <w:webHidden/>
          </w:rPr>
        </w:r>
        <w:r w:rsidRPr="00B87A9E">
          <w:rPr>
            <w:webHidden/>
          </w:rPr>
          <w:fldChar w:fldCharType="separate"/>
        </w:r>
        <w:r w:rsidR="009F5B92">
          <w:rPr>
            <w:webHidden/>
          </w:rPr>
          <w:t>3-43</w:t>
        </w:r>
        <w:r w:rsidRPr="00B87A9E">
          <w:rPr>
            <w:webHidden/>
          </w:rPr>
          <w:fldChar w:fldCharType="end"/>
        </w:r>
      </w:hyperlink>
    </w:p>
    <w:p w14:paraId="6424DA6D" w14:textId="5B576697" w:rsidR="00317F36" w:rsidRPr="00B87A9E" w:rsidRDefault="00317F36">
      <w:pPr>
        <w:pStyle w:val="TOC3"/>
        <w:rPr>
          <w:rFonts w:eastAsiaTheme="minorEastAsia"/>
          <w:kern w:val="2"/>
          <w14:ligatures w14:val="standardContextual"/>
        </w:rPr>
      </w:pPr>
      <w:hyperlink w:anchor="_Toc199405243" w:history="1">
        <w:r w:rsidRPr="00B87A9E">
          <w:rPr>
            <w:rStyle w:val="Hyperlink"/>
            <w:u w:val="none"/>
          </w:rPr>
          <w:t>3.2.2</w:t>
        </w:r>
        <w:r w:rsidRPr="00B87A9E">
          <w:rPr>
            <w:rFonts w:eastAsiaTheme="minorEastAsia"/>
            <w:kern w:val="2"/>
            <w14:ligatures w14:val="standardContextual"/>
          </w:rPr>
          <w:tab/>
        </w:r>
        <w:r w:rsidRPr="00B87A9E">
          <w:rPr>
            <w:rStyle w:val="Hyperlink"/>
            <w:u w:val="none"/>
          </w:rPr>
          <w:t>Demand Forecasts</w:t>
        </w:r>
        <w:r w:rsidRPr="00B87A9E">
          <w:rPr>
            <w:webHidden/>
          </w:rPr>
          <w:tab/>
        </w:r>
        <w:r w:rsidRPr="00B87A9E">
          <w:rPr>
            <w:webHidden/>
          </w:rPr>
          <w:fldChar w:fldCharType="begin"/>
        </w:r>
        <w:r w:rsidRPr="00B87A9E">
          <w:rPr>
            <w:webHidden/>
          </w:rPr>
          <w:instrText xml:space="preserve"> PAGEREF _Toc199405243 \h </w:instrText>
        </w:r>
        <w:r w:rsidRPr="00B87A9E">
          <w:rPr>
            <w:webHidden/>
          </w:rPr>
        </w:r>
        <w:r w:rsidRPr="00B87A9E">
          <w:rPr>
            <w:webHidden/>
          </w:rPr>
          <w:fldChar w:fldCharType="separate"/>
        </w:r>
        <w:r w:rsidR="009F5B92">
          <w:rPr>
            <w:webHidden/>
          </w:rPr>
          <w:t>3-45</w:t>
        </w:r>
        <w:r w:rsidRPr="00B87A9E">
          <w:rPr>
            <w:webHidden/>
          </w:rPr>
          <w:fldChar w:fldCharType="end"/>
        </w:r>
      </w:hyperlink>
    </w:p>
    <w:p w14:paraId="74DC6AF3" w14:textId="2857903D" w:rsidR="00317F36" w:rsidRPr="00B87A9E" w:rsidRDefault="00317F36">
      <w:pPr>
        <w:pStyle w:val="TOC3"/>
        <w:rPr>
          <w:rFonts w:eastAsiaTheme="minorEastAsia"/>
          <w:kern w:val="2"/>
          <w14:ligatures w14:val="standardContextual"/>
        </w:rPr>
      </w:pPr>
      <w:hyperlink w:anchor="_Toc199405244" w:history="1">
        <w:r w:rsidRPr="00B87A9E">
          <w:rPr>
            <w:rStyle w:val="Hyperlink"/>
            <w:u w:val="none"/>
          </w:rPr>
          <w:t>3.2.3</w:t>
        </w:r>
        <w:r w:rsidRPr="00B87A9E">
          <w:rPr>
            <w:rFonts w:eastAsiaTheme="minorEastAsia"/>
            <w:kern w:val="2"/>
            <w14:ligatures w14:val="standardContextual"/>
          </w:rPr>
          <w:tab/>
        </w:r>
        <w:r w:rsidRPr="00B87A9E">
          <w:rPr>
            <w:rStyle w:val="Hyperlink"/>
            <w:u w:val="none"/>
          </w:rPr>
          <w:t>Short-Term System Adequacy Reports</w:t>
        </w:r>
        <w:r w:rsidRPr="00B87A9E">
          <w:rPr>
            <w:webHidden/>
          </w:rPr>
          <w:tab/>
        </w:r>
        <w:r w:rsidRPr="00B87A9E">
          <w:rPr>
            <w:webHidden/>
          </w:rPr>
          <w:fldChar w:fldCharType="begin"/>
        </w:r>
        <w:r w:rsidRPr="00B87A9E">
          <w:rPr>
            <w:webHidden/>
          </w:rPr>
          <w:instrText xml:space="preserve"> PAGEREF _Toc199405244 \h </w:instrText>
        </w:r>
        <w:r w:rsidRPr="00B87A9E">
          <w:rPr>
            <w:webHidden/>
          </w:rPr>
        </w:r>
        <w:r w:rsidRPr="00B87A9E">
          <w:rPr>
            <w:webHidden/>
          </w:rPr>
          <w:fldChar w:fldCharType="separate"/>
        </w:r>
        <w:r w:rsidR="009F5B92">
          <w:rPr>
            <w:webHidden/>
          </w:rPr>
          <w:t>3-45</w:t>
        </w:r>
        <w:r w:rsidRPr="00B87A9E">
          <w:rPr>
            <w:webHidden/>
          </w:rPr>
          <w:fldChar w:fldCharType="end"/>
        </w:r>
      </w:hyperlink>
    </w:p>
    <w:p w14:paraId="46FFE6EF" w14:textId="1077C1AE" w:rsidR="00317F36" w:rsidRPr="00B87A9E" w:rsidRDefault="00317F36">
      <w:pPr>
        <w:pStyle w:val="TOC3"/>
        <w:rPr>
          <w:rFonts w:eastAsiaTheme="minorEastAsia"/>
          <w:kern w:val="2"/>
          <w14:ligatures w14:val="standardContextual"/>
        </w:rPr>
      </w:pPr>
      <w:hyperlink w:anchor="_Toc199405245" w:history="1">
        <w:r w:rsidRPr="00B87A9E">
          <w:rPr>
            <w:rStyle w:val="Hyperlink"/>
            <w:u w:val="none"/>
          </w:rPr>
          <w:t>3.2.3</w:t>
        </w:r>
        <w:r w:rsidRPr="00B87A9E">
          <w:rPr>
            <w:rFonts w:eastAsiaTheme="minorEastAsia"/>
            <w:kern w:val="2"/>
            <w14:ligatures w14:val="standardContextual"/>
          </w:rPr>
          <w:tab/>
        </w:r>
        <w:r w:rsidRPr="00B87A9E">
          <w:rPr>
            <w:rStyle w:val="Hyperlink"/>
            <w:u w:val="none"/>
          </w:rPr>
          <w:t>Short-Term System Adequacy Reports</w:t>
        </w:r>
        <w:r w:rsidRPr="00B87A9E">
          <w:rPr>
            <w:webHidden/>
          </w:rPr>
          <w:tab/>
        </w:r>
        <w:r w:rsidRPr="00B87A9E">
          <w:rPr>
            <w:webHidden/>
          </w:rPr>
          <w:fldChar w:fldCharType="begin"/>
        </w:r>
        <w:r w:rsidRPr="00B87A9E">
          <w:rPr>
            <w:webHidden/>
          </w:rPr>
          <w:instrText xml:space="preserve"> PAGEREF _Toc199405245 \h </w:instrText>
        </w:r>
        <w:r w:rsidRPr="00B87A9E">
          <w:rPr>
            <w:webHidden/>
          </w:rPr>
        </w:r>
        <w:r w:rsidRPr="00B87A9E">
          <w:rPr>
            <w:webHidden/>
          </w:rPr>
          <w:fldChar w:fldCharType="separate"/>
        </w:r>
        <w:r w:rsidR="009F5B92">
          <w:rPr>
            <w:webHidden/>
          </w:rPr>
          <w:t>3-47</w:t>
        </w:r>
        <w:r w:rsidRPr="00B87A9E">
          <w:rPr>
            <w:webHidden/>
          </w:rPr>
          <w:fldChar w:fldCharType="end"/>
        </w:r>
      </w:hyperlink>
    </w:p>
    <w:p w14:paraId="624B4600" w14:textId="33526AC7" w:rsidR="00317F36" w:rsidRPr="00B87A9E" w:rsidRDefault="00317F36">
      <w:pPr>
        <w:pStyle w:val="TOC3"/>
        <w:rPr>
          <w:rFonts w:eastAsiaTheme="minorEastAsia"/>
          <w:kern w:val="2"/>
          <w14:ligatures w14:val="standardContextual"/>
        </w:rPr>
      </w:pPr>
      <w:hyperlink w:anchor="_Toc199405246" w:history="1">
        <w:r w:rsidRPr="00B87A9E">
          <w:rPr>
            <w:rStyle w:val="Hyperlink"/>
            <w:u w:val="none"/>
          </w:rPr>
          <w:t>3.2.4</w:t>
        </w:r>
        <w:r w:rsidRPr="00B87A9E">
          <w:rPr>
            <w:rFonts w:eastAsiaTheme="minorEastAsia"/>
            <w:kern w:val="2"/>
            <w14:ligatures w14:val="standardContextual"/>
          </w:rPr>
          <w:tab/>
        </w:r>
        <w:r w:rsidRPr="00B87A9E">
          <w:rPr>
            <w:rStyle w:val="Hyperlink"/>
            <w:u w:val="none"/>
          </w:rPr>
          <w:t>[RESERVED]</w:t>
        </w:r>
        <w:r w:rsidRPr="00B87A9E">
          <w:rPr>
            <w:webHidden/>
          </w:rPr>
          <w:tab/>
        </w:r>
        <w:r w:rsidRPr="00B87A9E">
          <w:rPr>
            <w:webHidden/>
          </w:rPr>
          <w:fldChar w:fldCharType="begin"/>
        </w:r>
        <w:r w:rsidRPr="00B87A9E">
          <w:rPr>
            <w:webHidden/>
          </w:rPr>
          <w:instrText xml:space="preserve"> PAGEREF _Toc199405246 \h </w:instrText>
        </w:r>
        <w:r w:rsidRPr="00B87A9E">
          <w:rPr>
            <w:webHidden/>
          </w:rPr>
        </w:r>
        <w:r w:rsidRPr="00B87A9E">
          <w:rPr>
            <w:webHidden/>
          </w:rPr>
          <w:fldChar w:fldCharType="separate"/>
        </w:r>
        <w:r w:rsidR="009F5B92">
          <w:rPr>
            <w:webHidden/>
          </w:rPr>
          <w:t>3-49</w:t>
        </w:r>
        <w:r w:rsidRPr="00B87A9E">
          <w:rPr>
            <w:webHidden/>
          </w:rPr>
          <w:fldChar w:fldCharType="end"/>
        </w:r>
      </w:hyperlink>
    </w:p>
    <w:p w14:paraId="7CC94C68" w14:textId="3B124F5A" w:rsidR="00317F36" w:rsidRPr="00B87A9E" w:rsidRDefault="00317F36">
      <w:pPr>
        <w:pStyle w:val="TOC3"/>
        <w:rPr>
          <w:rFonts w:eastAsiaTheme="minorEastAsia"/>
          <w:kern w:val="2"/>
          <w14:ligatures w14:val="standardContextual"/>
        </w:rPr>
      </w:pPr>
      <w:hyperlink w:anchor="_Toc199405247" w:history="1">
        <w:r w:rsidRPr="00B87A9E">
          <w:rPr>
            <w:rStyle w:val="Hyperlink"/>
            <w:u w:val="none"/>
          </w:rPr>
          <w:t>3.2.5</w:t>
        </w:r>
        <w:r w:rsidRPr="00B87A9E">
          <w:rPr>
            <w:rFonts w:eastAsiaTheme="minorEastAsia"/>
            <w:kern w:val="2"/>
            <w14:ligatures w14:val="standardContextual"/>
          </w:rPr>
          <w:tab/>
        </w:r>
        <w:r w:rsidRPr="00B87A9E">
          <w:rPr>
            <w:rStyle w:val="Hyperlink"/>
            <w:u w:val="none"/>
          </w:rPr>
          <w:t>Publication of Resource and Load Information</w:t>
        </w:r>
        <w:r w:rsidRPr="00B87A9E">
          <w:rPr>
            <w:webHidden/>
          </w:rPr>
          <w:tab/>
        </w:r>
        <w:r w:rsidRPr="00B87A9E">
          <w:rPr>
            <w:webHidden/>
          </w:rPr>
          <w:fldChar w:fldCharType="begin"/>
        </w:r>
        <w:r w:rsidRPr="00B87A9E">
          <w:rPr>
            <w:webHidden/>
          </w:rPr>
          <w:instrText xml:space="preserve"> PAGEREF _Toc199405247 \h </w:instrText>
        </w:r>
        <w:r w:rsidRPr="00B87A9E">
          <w:rPr>
            <w:webHidden/>
          </w:rPr>
        </w:r>
        <w:r w:rsidRPr="00B87A9E">
          <w:rPr>
            <w:webHidden/>
          </w:rPr>
          <w:fldChar w:fldCharType="separate"/>
        </w:r>
        <w:r w:rsidR="009F5B92">
          <w:rPr>
            <w:webHidden/>
          </w:rPr>
          <w:t>3-49</w:t>
        </w:r>
        <w:r w:rsidRPr="00B87A9E">
          <w:rPr>
            <w:webHidden/>
          </w:rPr>
          <w:fldChar w:fldCharType="end"/>
        </w:r>
      </w:hyperlink>
    </w:p>
    <w:p w14:paraId="51852CE3" w14:textId="2A9E8B93" w:rsidR="00317F36" w:rsidRPr="00B87A9E" w:rsidRDefault="00317F36">
      <w:pPr>
        <w:pStyle w:val="TOC4"/>
        <w:rPr>
          <w:rFonts w:eastAsiaTheme="minorEastAsia"/>
          <w:bCs w:val="0"/>
          <w:snapToGrid/>
          <w:kern w:val="2"/>
          <w:sz w:val="20"/>
          <w:szCs w:val="20"/>
          <w14:ligatures w14:val="standardContextual"/>
        </w:rPr>
      </w:pPr>
      <w:hyperlink w:anchor="_Toc199405248" w:history="1">
        <w:r w:rsidRPr="00B87A9E">
          <w:rPr>
            <w:rStyle w:val="Hyperlink"/>
            <w:bCs w:val="0"/>
            <w:sz w:val="20"/>
            <w:szCs w:val="20"/>
            <w:u w:val="none"/>
          </w:rPr>
          <w:t>3.2.5.1</w:t>
        </w:r>
        <w:r w:rsidRPr="00B87A9E">
          <w:rPr>
            <w:rFonts w:eastAsiaTheme="minorEastAsia"/>
            <w:bCs w:val="0"/>
            <w:snapToGrid/>
            <w:kern w:val="2"/>
            <w:sz w:val="20"/>
            <w:szCs w:val="20"/>
            <w14:ligatures w14:val="standardContextual"/>
          </w:rPr>
          <w:tab/>
        </w:r>
        <w:r w:rsidRPr="00B87A9E">
          <w:rPr>
            <w:rStyle w:val="Hyperlink"/>
            <w:bCs w:val="0"/>
            <w:sz w:val="20"/>
            <w:szCs w:val="20"/>
            <w:u w:val="none"/>
          </w:rPr>
          <w:t>Unregistered Distributed Generation Reporting Requirements for Non Opt-In Entities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_Toc199405248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3-63</w:t>
        </w:r>
        <w:r w:rsidRPr="00B87A9E">
          <w:rPr>
            <w:bCs w:val="0"/>
            <w:webHidden/>
            <w:sz w:val="20"/>
            <w:szCs w:val="20"/>
          </w:rPr>
          <w:fldChar w:fldCharType="end"/>
        </w:r>
      </w:hyperlink>
    </w:p>
    <w:p w14:paraId="7D17EB16" w14:textId="09F4FC94" w:rsidR="00317F36" w:rsidRPr="00B87A9E" w:rsidRDefault="00317F36">
      <w:pPr>
        <w:pStyle w:val="TOC4"/>
        <w:rPr>
          <w:rFonts w:eastAsiaTheme="minorEastAsia"/>
          <w:bCs w:val="0"/>
          <w:snapToGrid/>
          <w:kern w:val="2"/>
          <w:sz w:val="20"/>
          <w:szCs w:val="20"/>
          <w14:ligatures w14:val="standardContextual"/>
        </w:rPr>
      </w:pPr>
      <w:hyperlink w:anchor="_Toc199405249" w:history="1">
        <w:r w:rsidRPr="00B87A9E">
          <w:rPr>
            <w:rStyle w:val="Hyperlink"/>
            <w:bCs w:val="0"/>
            <w:sz w:val="20"/>
            <w:szCs w:val="20"/>
            <w:u w:val="none"/>
          </w:rPr>
          <w:t>3.2.5.2</w:t>
        </w:r>
        <w:r w:rsidRPr="00B87A9E">
          <w:rPr>
            <w:rFonts w:eastAsiaTheme="minorEastAsia"/>
            <w:bCs w:val="0"/>
            <w:snapToGrid/>
            <w:kern w:val="2"/>
            <w:sz w:val="20"/>
            <w:szCs w:val="20"/>
            <w14:ligatures w14:val="standardContextual"/>
          </w:rPr>
          <w:tab/>
        </w:r>
        <w:r w:rsidRPr="00B87A9E">
          <w:rPr>
            <w:rStyle w:val="Hyperlink"/>
            <w:bCs w:val="0"/>
            <w:sz w:val="20"/>
            <w:szCs w:val="20"/>
            <w:u w:val="none"/>
          </w:rPr>
          <w:t>Unregistered Distributed Generation Reporting Requirements for Competitive Areas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_Toc199405249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3-64</w:t>
        </w:r>
        <w:r w:rsidRPr="00B87A9E">
          <w:rPr>
            <w:bCs w:val="0"/>
            <w:webHidden/>
            <w:sz w:val="20"/>
            <w:szCs w:val="20"/>
          </w:rPr>
          <w:fldChar w:fldCharType="end"/>
        </w:r>
      </w:hyperlink>
    </w:p>
    <w:p w14:paraId="19A2970B" w14:textId="284E5AC1" w:rsidR="00317F36" w:rsidRPr="00B87A9E" w:rsidRDefault="00317F36">
      <w:pPr>
        <w:pStyle w:val="TOC4"/>
        <w:rPr>
          <w:rFonts w:eastAsiaTheme="minorEastAsia"/>
          <w:bCs w:val="0"/>
          <w:snapToGrid/>
          <w:kern w:val="2"/>
          <w:sz w:val="20"/>
          <w:szCs w:val="20"/>
          <w14:ligatures w14:val="standardContextual"/>
        </w:rPr>
      </w:pPr>
      <w:hyperlink w:anchor="_Toc199405250" w:history="1">
        <w:r w:rsidRPr="00B87A9E">
          <w:rPr>
            <w:rStyle w:val="Hyperlink"/>
            <w:bCs w:val="0"/>
            <w:sz w:val="20"/>
            <w:szCs w:val="20"/>
            <w:u w:val="none"/>
          </w:rPr>
          <w:t>3.2.5.3</w:t>
        </w:r>
        <w:r w:rsidRPr="00B87A9E">
          <w:rPr>
            <w:rFonts w:eastAsiaTheme="minorEastAsia"/>
            <w:bCs w:val="0"/>
            <w:snapToGrid/>
            <w:kern w:val="2"/>
            <w:sz w:val="20"/>
            <w:szCs w:val="20"/>
            <w14:ligatures w14:val="standardContextual"/>
          </w:rPr>
          <w:tab/>
        </w:r>
        <w:r w:rsidRPr="00B87A9E">
          <w:rPr>
            <w:rStyle w:val="Hyperlink"/>
            <w:bCs w:val="0"/>
            <w:sz w:val="20"/>
            <w:szCs w:val="20"/>
            <w:u w:val="none"/>
          </w:rPr>
          <w:t>Unregistered Distributed Generation Reporting Requirements for ERCOT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_Toc199405250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3-65</w:t>
        </w:r>
        <w:r w:rsidRPr="00B87A9E">
          <w:rPr>
            <w:bCs w:val="0"/>
            <w:webHidden/>
            <w:sz w:val="20"/>
            <w:szCs w:val="20"/>
          </w:rPr>
          <w:fldChar w:fldCharType="end"/>
        </w:r>
      </w:hyperlink>
    </w:p>
    <w:p w14:paraId="0D8931C7" w14:textId="6ED86720" w:rsidR="00317F36" w:rsidRPr="00B87A9E" w:rsidRDefault="00317F36">
      <w:pPr>
        <w:pStyle w:val="TOC3"/>
        <w:rPr>
          <w:rFonts w:eastAsiaTheme="minorEastAsia"/>
          <w:kern w:val="2"/>
          <w14:ligatures w14:val="standardContextual"/>
        </w:rPr>
      </w:pPr>
      <w:hyperlink w:anchor="_Toc199405251" w:history="1">
        <w:r w:rsidRPr="00B87A9E">
          <w:rPr>
            <w:rStyle w:val="Hyperlink"/>
            <w:u w:val="none"/>
          </w:rPr>
          <w:t>3.2.6</w:t>
        </w:r>
        <w:r w:rsidRPr="00B87A9E">
          <w:rPr>
            <w:rFonts w:eastAsiaTheme="minorEastAsia"/>
            <w:kern w:val="2"/>
            <w14:ligatures w14:val="standardContextual"/>
          </w:rPr>
          <w:tab/>
        </w:r>
        <w:r w:rsidRPr="00B87A9E">
          <w:rPr>
            <w:rStyle w:val="Hyperlink"/>
            <w:u w:val="none"/>
          </w:rPr>
          <w:t>Report on Capacity, Demand and Reserves in the ERCOT Region</w:t>
        </w:r>
        <w:r w:rsidRPr="00B87A9E">
          <w:rPr>
            <w:webHidden/>
          </w:rPr>
          <w:tab/>
        </w:r>
        <w:r w:rsidRPr="00B87A9E">
          <w:rPr>
            <w:webHidden/>
          </w:rPr>
          <w:fldChar w:fldCharType="begin"/>
        </w:r>
        <w:r w:rsidRPr="00B87A9E">
          <w:rPr>
            <w:webHidden/>
          </w:rPr>
          <w:instrText xml:space="preserve"> PAGEREF _Toc199405251 \h </w:instrText>
        </w:r>
        <w:r w:rsidRPr="00B87A9E">
          <w:rPr>
            <w:webHidden/>
          </w:rPr>
        </w:r>
        <w:r w:rsidRPr="00B87A9E">
          <w:rPr>
            <w:webHidden/>
          </w:rPr>
          <w:fldChar w:fldCharType="separate"/>
        </w:r>
        <w:r w:rsidR="009F5B92">
          <w:rPr>
            <w:webHidden/>
          </w:rPr>
          <w:t>3-66</w:t>
        </w:r>
        <w:r w:rsidRPr="00B87A9E">
          <w:rPr>
            <w:webHidden/>
          </w:rPr>
          <w:fldChar w:fldCharType="end"/>
        </w:r>
      </w:hyperlink>
    </w:p>
    <w:p w14:paraId="63475C48" w14:textId="74ED9F18" w:rsidR="00317F36" w:rsidRPr="00B87A9E" w:rsidRDefault="00317F36">
      <w:pPr>
        <w:pStyle w:val="TOC4"/>
        <w:rPr>
          <w:rFonts w:eastAsiaTheme="minorEastAsia"/>
          <w:bCs w:val="0"/>
          <w:snapToGrid/>
          <w:kern w:val="2"/>
          <w:sz w:val="20"/>
          <w:szCs w:val="20"/>
          <w14:ligatures w14:val="standardContextual"/>
        </w:rPr>
      </w:pPr>
      <w:hyperlink w:anchor="_Toc199405252" w:history="1">
        <w:r w:rsidRPr="00B87A9E">
          <w:rPr>
            <w:rStyle w:val="Hyperlink"/>
            <w:bCs w:val="0"/>
            <w:sz w:val="20"/>
            <w:szCs w:val="20"/>
            <w:u w:val="none"/>
          </w:rPr>
          <w:t>3.2.6.1</w:t>
        </w:r>
        <w:r w:rsidRPr="00B87A9E">
          <w:rPr>
            <w:rFonts w:eastAsiaTheme="minorEastAsia"/>
            <w:bCs w:val="0"/>
            <w:snapToGrid/>
            <w:kern w:val="2"/>
            <w:sz w:val="20"/>
            <w:szCs w:val="20"/>
            <w14:ligatures w14:val="standardContextual"/>
          </w:rPr>
          <w:tab/>
        </w:r>
        <w:r w:rsidRPr="00B87A9E">
          <w:rPr>
            <w:rStyle w:val="Hyperlink"/>
            <w:bCs w:val="0"/>
            <w:sz w:val="20"/>
            <w:szCs w:val="20"/>
            <w:u w:val="none"/>
          </w:rPr>
          <w:t>Planning Reserve Margins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_Toc199405252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3-66</w:t>
        </w:r>
        <w:r w:rsidRPr="00B87A9E">
          <w:rPr>
            <w:bCs w:val="0"/>
            <w:webHidden/>
            <w:sz w:val="20"/>
            <w:szCs w:val="20"/>
          </w:rPr>
          <w:fldChar w:fldCharType="end"/>
        </w:r>
      </w:hyperlink>
    </w:p>
    <w:p w14:paraId="43AC30D0" w14:textId="655C0346" w:rsidR="00317F36" w:rsidRPr="00B87A9E" w:rsidRDefault="00317F36">
      <w:pPr>
        <w:pStyle w:val="TOC4"/>
        <w:rPr>
          <w:rFonts w:eastAsiaTheme="minorEastAsia"/>
          <w:bCs w:val="0"/>
          <w:snapToGrid/>
          <w:kern w:val="2"/>
          <w:sz w:val="20"/>
          <w:szCs w:val="20"/>
          <w14:ligatures w14:val="standardContextual"/>
        </w:rPr>
      </w:pPr>
      <w:hyperlink w:anchor="_Toc199405253" w:history="1">
        <w:r w:rsidRPr="00B87A9E">
          <w:rPr>
            <w:rStyle w:val="Hyperlink"/>
            <w:bCs w:val="0"/>
            <w:sz w:val="20"/>
            <w:szCs w:val="20"/>
            <w:u w:val="none"/>
          </w:rPr>
          <w:t>3.2.6.2</w:t>
        </w:r>
        <w:r w:rsidRPr="00B87A9E">
          <w:rPr>
            <w:rFonts w:eastAsiaTheme="minorEastAsia"/>
            <w:bCs w:val="0"/>
            <w:snapToGrid/>
            <w:kern w:val="2"/>
            <w:sz w:val="20"/>
            <w:szCs w:val="20"/>
            <w14:ligatures w14:val="standardContextual"/>
          </w:rPr>
          <w:tab/>
        </w:r>
        <w:r w:rsidRPr="00B87A9E">
          <w:rPr>
            <w:rStyle w:val="Hyperlink"/>
            <w:bCs w:val="0"/>
            <w:sz w:val="20"/>
            <w:szCs w:val="20"/>
            <w:u w:val="none"/>
          </w:rPr>
          <w:t>Effective Load Carrying Capability (ELCC) Studies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_Toc199405253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3-67</w:t>
        </w:r>
        <w:r w:rsidRPr="00B87A9E">
          <w:rPr>
            <w:bCs w:val="0"/>
            <w:webHidden/>
            <w:sz w:val="20"/>
            <w:szCs w:val="20"/>
          </w:rPr>
          <w:fldChar w:fldCharType="end"/>
        </w:r>
      </w:hyperlink>
    </w:p>
    <w:p w14:paraId="3FD982AA" w14:textId="7954A34C" w:rsidR="00317F36" w:rsidRPr="00B87A9E" w:rsidRDefault="00317F36">
      <w:pPr>
        <w:pStyle w:val="TOC4"/>
        <w:rPr>
          <w:rFonts w:eastAsiaTheme="minorEastAsia"/>
          <w:bCs w:val="0"/>
          <w:snapToGrid/>
          <w:kern w:val="2"/>
          <w:sz w:val="20"/>
          <w:szCs w:val="20"/>
          <w14:ligatures w14:val="standardContextual"/>
        </w:rPr>
      </w:pPr>
      <w:hyperlink w:anchor="_Toc199405254" w:history="1">
        <w:r w:rsidRPr="00B87A9E">
          <w:rPr>
            <w:rStyle w:val="Hyperlink"/>
            <w:bCs w:val="0"/>
            <w:sz w:val="20"/>
            <w:szCs w:val="20"/>
            <w:u w:val="none"/>
          </w:rPr>
          <w:t>3.2.6.3</w:t>
        </w:r>
        <w:r w:rsidRPr="00B87A9E">
          <w:rPr>
            <w:rFonts w:eastAsiaTheme="minorEastAsia"/>
            <w:bCs w:val="0"/>
            <w:snapToGrid/>
            <w:kern w:val="2"/>
            <w:sz w:val="20"/>
            <w:szCs w:val="20"/>
            <w14:ligatures w14:val="standardContextual"/>
          </w:rPr>
          <w:tab/>
        </w:r>
        <w:r w:rsidRPr="00B87A9E">
          <w:rPr>
            <w:rStyle w:val="Hyperlink"/>
            <w:bCs w:val="0"/>
            <w:sz w:val="20"/>
            <w:szCs w:val="20"/>
            <w:u w:val="none"/>
          </w:rPr>
          <w:t>Firm Peak Load and Firm Peak Net Load Estimates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_Toc199405254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3-67</w:t>
        </w:r>
        <w:r w:rsidRPr="00B87A9E">
          <w:rPr>
            <w:bCs w:val="0"/>
            <w:webHidden/>
            <w:sz w:val="20"/>
            <w:szCs w:val="20"/>
          </w:rPr>
          <w:fldChar w:fldCharType="end"/>
        </w:r>
      </w:hyperlink>
    </w:p>
    <w:p w14:paraId="16768B34" w14:textId="186AC3B3" w:rsidR="00317F36" w:rsidRPr="00B87A9E" w:rsidRDefault="00317F36">
      <w:pPr>
        <w:pStyle w:val="TOC4"/>
        <w:rPr>
          <w:rFonts w:eastAsiaTheme="minorEastAsia"/>
          <w:bCs w:val="0"/>
          <w:snapToGrid/>
          <w:kern w:val="2"/>
          <w:sz w:val="20"/>
          <w:szCs w:val="20"/>
          <w14:ligatures w14:val="standardContextual"/>
        </w:rPr>
      </w:pPr>
      <w:hyperlink w:anchor="_Toc199405255" w:history="1">
        <w:r w:rsidRPr="00B87A9E">
          <w:rPr>
            <w:rStyle w:val="Hyperlink"/>
            <w:bCs w:val="0"/>
            <w:sz w:val="20"/>
            <w:szCs w:val="20"/>
            <w:u w:val="none"/>
          </w:rPr>
          <w:t>3.2.6.4</w:t>
        </w:r>
        <w:r w:rsidRPr="00B87A9E">
          <w:rPr>
            <w:rFonts w:eastAsiaTheme="minorEastAsia"/>
            <w:bCs w:val="0"/>
            <w:snapToGrid/>
            <w:kern w:val="2"/>
            <w:sz w:val="20"/>
            <w:szCs w:val="20"/>
            <w14:ligatures w14:val="standardContextual"/>
          </w:rPr>
          <w:tab/>
        </w:r>
        <w:r w:rsidRPr="00B87A9E">
          <w:rPr>
            <w:rStyle w:val="Hyperlink"/>
            <w:bCs w:val="0"/>
            <w:sz w:val="20"/>
            <w:szCs w:val="20"/>
            <w:u w:val="none"/>
          </w:rPr>
          <w:t>Total Capacity Estimates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_Toc199405255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3-69</w:t>
        </w:r>
        <w:r w:rsidRPr="00B87A9E">
          <w:rPr>
            <w:bCs w:val="0"/>
            <w:webHidden/>
            <w:sz w:val="20"/>
            <w:szCs w:val="20"/>
          </w:rPr>
          <w:fldChar w:fldCharType="end"/>
        </w:r>
      </w:hyperlink>
    </w:p>
    <w:p w14:paraId="5CC6FC64" w14:textId="705107B5" w:rsidR="00317F36" w:rsidRPr="00B87A9E" w:rsidRDefault="00317F36">
      <w:pPr>
        <w:pStyle w:val="TOC2"/>
        <w:rPr>
          <w:rFonts w:eastAsiaTheme="minorEastAsia"/>
          <w:noProof/>
          <w:kern w:val="2"/>
          <w14:ligatures w14:val="standardContextual"/>
        </w:rPr>
      </w:pPr>
      <w:hyperlink w:anchor="_Toc199405256" w:history="1">
        <w:r w:rsidRPr="00B87A9E">
          <w:rPr>
            <w:rStyle w:val="Hyperlink"/>
            <w:noProof/>
            <w:u w:val="none"/>
          </w:rPr>
          <w:t>3.3</w:t>
        </w:r>
        <w:r w:rsidRPr="00B87A9E">
          <w:rPr>
            <w:rFonts w:eastAsiaTheme="minorEastAsia"/>
            <w:noProof/>
            <w:kern w:val="2"/>
            <w14:ligatures w14:val="standardContextual"/>
          </w:rPr>
          <w:tab/>
        </w:r>
        <w:r w:rsidRPr="00B87A9E">
          <w:rPr>
            <w:rStyle w:val="Hyperlink"/>
            <w:noProof/>
            <w:u w:val="none"/>
          </w:rPr>
          <w:t>Management of Changes to ERCOT Transmission Grid</w:t>
        </w:r>
        <w:r w:rsidRPr="00B87A9E">
          <w:rPr>
            <w:noProof/>
            <w:webHidden/>
          </w:rPr>
          <w:tab/>
        </w:r>
        <w:r w:rsidRPr="00B87A9E">
          <w:rPr>
            <w:noProof/>
            <w:webHidden/>
          </w:rPr>
          <w:fldChar w:fldCharType="begin"/>
        </w:r>
        <w:r w:rsidRPr="00B87A9E">
          <w:rPr>
            <w:noProof/>
            <w:webHidden/>
          </w:rPr>
          <w:instrText xml:space="preserve"> PAGEREF _Toc199405256 \h </w:instrText>
        </w:r>
        <w:r w:rsidRPr="00B87A9E">
          <w:rPr>
            <w:noProof/>
            <w:webHidden/>
          </w:rPr>
        </w:r>
        <w:r w:rsidRPr="00B87A9E">
          <w:rPr>
            <w:noProof/>
            <w:webHidden/>
          </w:rPr>
          <w:fldChar w:fldCharType="separate"/>
        </w:r>
        <w:r w:rsidR="009F5B92">
          <w:rPr>
            <w:noProof/>
            <w:webHidden/>
          </w:rPr>
          <w:t>3-74</w:t>
        </w:r>
        <w:r w:rsidRPr="00B87A9E">
          <w:rPr>
            <w:noProof/>
            <w:webHidden/>
          </w:rPr>
          <w:fldChar w:fldCharType="end"/>
        </w:r>
      </w:hyperlink>
    </w:p>
    <w:p w14:paraId="58CD7280" w14:textId="107E9B99" w:rsidR="00317F36" w:rsidRPr="00B87A9E" w:rsidRDefault="00317F36">
      <w:pPr>
        <w:pStyle w:val="TOC3"/>
        <w:rPr>
          <w:rFonts w:eastAsiaTheme="minorEastAsia"/>
          <w:kern w:val="2"/>
          <w14:ligatures w14:val="standardContextual"/>
        </w:rPr>
      </w:pPr>
      <w:hyperlink w:anchor="_Toc199405257" w:history="1">
        <w:r w:rsidRPr="00B87A9E">
          <w:rPr>
            <w:rStyle w:val="Hyperlink"/>
            <w:u w:val="none"/>
          </w:rPr>
          <w:t>3.3.1</w:t>
        </w:r>
        <w:r w:rsidRPr="00B87A9E">
          <w:rPr>
            <w:rFonts w:eastAsiaTheme="minorEastAsia"/>
            <w:kern w:val="2"/>
            <w14:ligatures w14:val="standardContextual"/>
          </w:rPr>
          <w:tab/>
        </w:r>
        <w:r w:rsidRPr="00B87A9E">
          <w:rPr>
            <w:rStyle w:val="Hyperlink"/>
            <w:u w:val="none"/>
          </w:rPr>
          <w:t>ERCOT Approval of New or Relocated Facilities</w:t>
        </w:r>
        <w:r w:rsidRPr="00B87A9E">
          <w:rPr>
            <w:webHidden/>
          </w:rPr>
          <w:tab/>
        </w:r>
        <w:r w:rsidRPr="00B87A9E">
          <w:rPr>
            <w:webHidden/>
          </w:rPr>
          <w:fldChar w:fldCharType="begin"/>
        </w:r>
        <w:r w:rsidRPr="00B87A9E">
          <w:rPr>
            <w:webHidden/>
          </w:rPr>
          <w:instrText xml:space="preserve"> PAGEREF _Toc199405257 \h </w:instrText>
        </w:r>
        <w:r w:rsidRPr="00B87A9E">
          <w:rPr>
            <w:webHidden/>
          </w:rPr>
        </w:r>
        <w:r w:rsidRPr="00B87A9E">
          <w:rPr>
            <w:webHidden/>
          </w:rPr>
          <w:fldChar w:fldCharType="separate"/>
        </w:r>
        <w:r w:rsidR="009F5B92">
          <w:rPr>
            <w:webHidden/>
          </w:rPr>
          <w:t>3-76</w:t>
        </w:r>
        <w:r w:rsidRPr="00B87A9E">
          <w:rPr>
            <w:webHidden/>
          </w:rPr>
          <w:fldChar w:fldCharType="end"/>
        </w:r>
      </w:hyperlink>
    </w:p>
    <w:p w14:paraId="5CAE8119" w14:textId="3CB0B8F2" w:rsidR="00317F36" w:rsidRPr="00B87A9E" w:rsidRDefault="00317F36">
      <w:pPr>
        <w:pStyle w:val="TOC3"/>
        <w:rPr>
          <w:rFonts w:eastAsiaTheme="minorEastAsia"/>
          <w:kern w:val="2"/>
          <w14:ligatures w14:val="standardContextual"/>
        </w:rPr>
      </w:pPr>
      <w:hyperlink w:anchor="_Toc199405258" w:history="1">
        <w:r w:rsidRPr="00B87A9E">
          <w:rPr>
            <w:rStyle w:val="Hyperlink"/>
            <w:u w:val="none"/>
          </w:rPr>
          <w:t>3.3.2</w:t>
        </w:r>
        <w:r w:rsidRPr="00B87A9E">
          <w:rPr>
            <w:rFonts w:eastAsiaTheme="minorEastAsia"/>
            <w:kern w:val="2"/>
            <w14:ligatures w14:val="standardContextual"/>
          </w:rPr>
          <w:tab/>
        </w:r>
        <w:r w:rsidRPr="00B87A9E">
          <w:rPr>
            <w:rStyle w:val="Hyperlink"/>
            <w:u w:val="none"/>
          </w:rPr>
          <w:t>Types of Work Requiring ERCOT Approval</w:t>
        </w:r>
        <w:r w:rsidRPr="00B87A9E">
          <w:rPr>
            <w:webHidden/>
          </w:rPr>
          <w:tab/>
        </w:r>
        <w:r w:rsidRPr="00B87A9E">
          <w:rPr>
            <w:webHidden/>
          </w:rPr>
          <w:fldChar w:fldCharType="begin"/>
        </w:r>
        <w:r w:rsidRPr="00B87A9E">
          <w:rPr>
            <w:webHidden/>
          </w:rPr>
          <w:instrText xml:space="preserve"> PAGEREF _Toc199405258 \h </w:instrText>
        </w:r>
        <w:r w:rsidRPr="00B87A9E">
          <w:rPr>
            <w:webHidden/>
          </w:rPr>
        </w:r>
        <w:r w:rsidRPr="00B87A9E">
          <w:rPr>
            <w:webHidden/>
          </w:rPr>
          <w:fldChar w:fldCharType="separate"/>
        </w:r>
        <w:r w:rsidR="009F5B92">
          <w:rPr>
            <w:webHidden/>
          </w:rPr>
          <w:t>3-76</w:t>
        </w:r>
        <w:r w:rsidRPr="00B87A9E">
          <w:rPr>
            <w:webHidden/>
          </w:rPr>
          <w:fldChar w:fldCharType="end"/>
        </w:r>
      </w:hyperlink>
    </w:p>
    <w:p w14:paraId="2D9B8BCD" w14:textId="412905CA" w:rsidR="00317F36" w:rsidRPr="00B87A9E" w:rsidRDefault="00317F36">
      <w:pPr>
        <w:pStyle w:val="TOC4"/>
        <w:rPr>
          <w:rFonts w:eastAsiaTheme="minorEastAsia"/>
          <w:bCs w:val="0"/>
          <w:snapToGrid/>
          <w:kern w:val="2"/>
          <w:sz w:val="20"/>
          <w:szCs w:val="20"/>
          <w14:ligatures w14:val="standardContextual"/>
        </w:rPr>
      </w:pPr>
      <w:hyperlink w:anchor="_Toc199405259" w:history="1">
        <w:r w:rsidRPr="00B87A9E">
          <w:rPr>
            <w:rStyle w:val="Hyperlink"/>
            <w:bCs w:val="0"/>
            <w:sz w:val="20"/>
            <w:szCs w:val="20"/>
            <w:u w:val="none"/>
          </w:rPr>
          <w:t>3.3.2.1</w:t>
        </w:r>
        <w:r w:rsidRPr="00B87A9E">
          <w:rPr>
            <w:rFonts w:eastAsiaTheme="minorEastAsia"/>
            <w:bCs w:val="0"/>
            <w:snapToGrid/>
            <w:kern w:val="2"/>
            <w:sz w:val="20"/>
            <w:szCs w:val="20"/>
            <w14:ligatures w14:val="standardContextual"/>
          </w:rPr>
          <w:tab/>
        </w:r>
        <w:r w:rsidRPr="00B87A9E">
          <w:rPr>
            <w:rStyle w:val="Hyperlink"/>
            <w:bCs w:val="0"/>
            <w:sz w:val="20"/>
            <w:szCs w:val="20"/>
            <w:u w:val="none"/>
          </w:rPr>
          <w:t>Information to Be Provided to ERCOT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_Toc199405259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3-77</w:t>
        </w:r>
        <w:r w:rsidRPr="00B87A9E">
          <w:rPr>
            <w:bCs w:val="0"/>
            <w:webHidden/>
            <w:sz w:val="20"/>
            <w:szCs w:val="20"/>
          </w:rPr>
          <w:fldChar w:fldCharType="end"/>
        </w:r>
      </w:hyperlink>
    </w:p>
    <w:p w14:paraId="434F0AA5" w14:textId="322E0B63" w:rsidR="00317F36" w:rsidRPr="00B87A9E" w:rsidRDefault="00317F36">
      <w:pPr>
        <w:pStyle w:val="TOC4"/>
        <w:rPr>
          <w:rFonts w:eastAsiaTheme="minorEastAsia"/>
          <w:bCs w:val="0"/>
          <w:snapToGrid/>
          <w:kern w:val="2"/>
          <w:sz w:val="20"/>
          <w:szCs w:val="20"/>
          <w14:ligatures w14:val="standardContextual"/>
        </w:rPr>
      </w:pPr>
      <w:hyperlink w:anchor="_Toc199405260" w:history="1">
        <w:r w:rsidRPr="00B87A9E">
          <w:rPr>
            <w:rStyle w:val="Hyperlink"/>
            <w:bCs w:val="0"/>
            <w:sz w:val="20"/>
            <w:szCs w:val="20"/>
            <w:u w:val="none"/>
          </w:rPr>
          <w:t>3.3.2.2</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Record of Approved Work</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_Toc199405260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3-80</w:t>
        </w:r>
        <w:r w:rsidRPr="00B87A9E">
          <w:rPr>
            <w:bCs w:val="0"/>
            <w:webHidden/>
            <w:sz w:val="20"/>
            <w:szCs w:val="20"/>
          </w:rPr>
          <w:fldChar w:fldCharType="end"/>
        </w:r>
      </w:hyperlink>
    </w:p>
    <w:p w14:paraId="4A58273E" w14:textId="77CF669E" w:rsidR="00317F36" w:rsidRPr="00B87A9E" w:rsidRDefault="00317F36">
      <w:pPr>
        <w:pStyle w:val="TOC2"/>
        <w:rPr>
          <w:rFonts w:eastAsiaTheme="minorEastAsia"/>
          <w:noProof/>
          <w:kern w:val="2"/>
          <w14:ligatures w14:val="standardContextual"/>
        </w:rPr>
      </w:pPr>
      <w:hyperlink w:anchor="_Toc199405261" w:history="1">
        <w:r w:rsidRPr="00B87A9E">
          <w:rPr>
            <w:rStyle w:val="Hyperlink"/>
            <w:noProof/>
            <w:u w:val="none"/>
          </w:rPr>
          <w:t>3.4</w:t>
        </w:r>
        <w:r w:rsidRPr="00B87A9E">
          <w:rPr>
            <w:rFonts w:eastAsiaTheme="minorEastAsia"/>
            <w:noProof/>
            <w:kern w:val="2"/>
            <w14:ligatures w14:val="standardContextual"/>
          </w:rPr>
          <w:tab/>
        </w:r>
        <w:r w:rsidRPr="00B87A9E">
          <w:rPr>
            <w:rStyle w:val="Hyperlink"/>
            <w:noProof/>
            <w:u w:val="none"/>
          </w:rPr>
          <w:t>Load Zones</w:t>
        </w:r>
        <w:r w:rsidRPr="00B87A9E">
          <w:rPr>
            <w:noProof/>
            <w:webHidden/>
          </w:rPr>
          <w:tab/>
        </w:r>
        <w:r w:rsidRPr="00B87A9E">
          <w:rPr>
            <w:noProof/>
            <w:webHidden/>
          </w:rPr>
          <w:fldChar w:fldCharType="begin"/>
        </w:r>
        <w:r w:rsidRPr="00B87A9E">
          <w:rPr>
            <w:noProof/>
            <w:webHidden/>
          </w:rPr>
          <w:instrText xml:space="preserve"> PAGEREF _Toc199405261 \h </w:instrText>
        </w:r>
        <w:r w:rsidRPr="00B87A9E">
          <w:rPr>
            <w:noProof/>
            <w:webHidden/>
          </w:rPr>
        </w:r>
        <w:r w:rsidRPr="00B87A9E">
          <w:rPr>
            <w:noProof/>
            <w:webHidden/>
          </w:rPr>
          <w:fldChar w:fldCharType="separate"/>
        </w:r>
        <w:r w:rsidR="009F5B92">
          <w:rPr>
            <w:noProof/>
            <w:webHidden/>
          </w:rPr>
          <w:t>3-80</w:t>
        </w:r>
        <w:r w:rsidRPr="00B87A9E">
          <w:rPr>
            <w:noProof/>
            <w:webHidden/>
          </w:rPr>
          <w:fldChar w:fldCharType="end"/>
        </w:r>
      </w:hyperlink>
    </w:p>
    <w:p w14:paraId="32E6646B" w14:textId="7A7183E2" w:rsidR="00317F36" w:rsidRPr="00B87A9E" w:rsidRDefault="00317F36">
      <w:pPr>
        <w:pStyle w:val="TOC3"/>
        <w:rPr>
          <w:rFonts w:eastAsiaTheme="minorEastAsia"/>
          <w:kern w:val="2"/>
          <w14:ligatures w14:val="standardContextual"/>
        </w:rPr>
      </w:pPr>
      <w:hyperlink w:anchor="_Toc199405262" w:history="1">
        <w:r w:rsidRPr="00B87A9E">
          <w:rPr>
            <w:rStyle w:val="Hyperlink"/>
            <w:u w:val="none"/>
          </w:rPr>
          <w:t>3.4.1</w:t>
        </w:r>
        <w:r w:rsidRPr="00B87A9E">
          <w:rPr>
            <w:rFonts w:eastAsiaTheme="minorEastAsia"/>
            <w:kern w:val="2"/>
            <w14:ligatures w14:val="standardContextual"/>
          </w:rPr>
          <w:tab/>
        </w:r>
        <w:r w:rsidRPr="00B87A9E">
          <w:rPr>
            <w:rStyle w:val="Hyperlink"/>
            <w:u w:val="none"/>
          </w:rPr>
          <w:t>Load Zone Types</w:t>
        </w:r>
        <w:r w:rsidRPr="00B87A9E">
          <w:rPr>
            <w:webHidden/>
          </w:rPr>
          <w:tab/>
        </w:r>
        <w:r w:rsidRPr="00B87A9E">
          <w:rPr>
            <w:webHidden/>
          </w:rPr>
          <w:fldChar w:fldCharType="begin"/>
        </w:r>
        <w:r w:rsidRPr="00B87A9E">
          <w:rPr>
            <w:webHidden/>
          </w:rPr>
          <w:instrText xml:space="preserve"> PAGEREF _Toc199405262 \h </w:instrText>
        </w:r>
        <w:r w:rsidRPr="00B87A9E">
          <w:rPr>
            <w:webHidden/>
          </w:rPr>
        </w:r>
        <w:r w:rsidRPr="00B87A9E">
          <w:rPr>
            <w:webHidden/>
          </w:rPr>
          <w:fldChar w:fldCharType="separate"/>
        </w:r>
        <w:r w:rsidR="009F5B92">
          <w:rPr>
            <w:webHidden/>
          </w:rPr>
          <w:t>3-81</w:t>
        </w:r>
        <w:r w:rsidRPr="00B87A9E">
          <w:rPr>
            <w:webHidden/>
          </w:rPr>
          <w:fldChar w:fldCharType="end"/>
        </w:r>
      </w:hyperlink>
    </w:p>
    <w:p w14:paraId="4BA7301E" w14:textId="4DA7F374" w:rsidR="00317F36" w:rsidRPr="00B87A9E" w:rsidRDefault="00317F36">
      <w:pPr>
        <w:pStyle w:val="TOC3"/>
        <w:rPr>
          <w:rFonts w:eastAsiaTheme="minorEastAsia"/>
          <w:kern w:val="2"/>
          <w14:ligatures w14:val="standardContextual"/>
        </w:rPr>
      </w:pPr>
      <w:hyperlink w:anchor="_Toc199405263" w:history="1">
        <w:r w:rsidRPr="00B87A9E">
          <w:rPr>
            <w:rStyle w:val="Hyperlink"/>
            <w:u w:val="none"/>
          </w:rPr>
          <w:t>3.4.2</w:t>
        </w:r>
        <w:r w:rsidRPr="00B87A9E">
          <w:rPr>
            <w:rFonts w:eastAsiaTheme="minorEastAsia"/>
            <w:kern w:val="2"/>
            <w14:ligatures w14:val="standardContextual"/>
          </w:rPr>
          <w:tab/>
        </w:r>
        <w:r w:rsidRPr="00B87A9E">
          <w:rPr>
            <w:rStyle w:val="Hyperlink"/>
            <w:u w:val="none"/>
          </w:rPr>
          <w:t>Load Zone Modifications</w:t>
        </w:r>
        <w:r w:rsidRPr="00B87A9E">
          <w:rPr>
            <w:webHidden/>
          </w:rPr>
          <w:tab/>
        </w:r>
        <w:r w:rsidRPr="00B87A9E">
          <w:rPr>
            <w:webHidden/>
          </w:rPr>
          <w:fldChar w:fldCharType="begin"/>
        </w:r>
        <w:r w:rsidRPr="00B87A9E">
          <w:rPr>
            <w:webHidden/>
          </w:rPr>
          <w:instrText xml:space="preserve"> PAGEREF _Toc199405263 \h </w:instrText>
        </w:r>
        <w:r w:rsidRPr="00B87A9E">
          <w:rPr>
            <w:webHidden/>
          </w:rPr>
        </w:r>
        <w:r w:rsidRPr="00B87A9E">
          <w:rPr>
            <w:webHidden/>
          </w:rPr>
          <w:fldChar w:fldCharType="separate"/>
        </w:r>
        <w:r w:rsidR="009F5B92">
          <w:rPr>
            <w:webHidden/>
          </w:rPr>
          <w:t>3-81</w:t>
        </w:r>
        <w:r w:rsidRPr="00B87A9E">
          <w:rPr>
            <w:webHidden/>
          </w:rPr>
          <w:fldChar w:fldCharType="end"/>
        </w:r>
      </w:hyperlink>
    </w:p>
    <w:p w14:paraId="67EDC12B" w14:textId="574AF78D" w:rsidR="00317F36" w:rsidRPr="00B87A9E" w:rsidRDefault="00317F36">
      <w:pPr>
        <w:pStyle w:val="TOC3"/>
        <w:rPr>
          <w:rFonts w:eastAsiaTheme="minorEastAsia"/>
          <w:kern w:val="2"/>
          <w14:ligatures w14:val="standardContextual"/>
        </w:rPr>
      </w:pPr>
      <w:hyperlink w:anchor="_Toc199405264" w:history="1">
        <w:r w:rsidRPr="00B87A9E">
          <w:rPr>
            <w:rStyle w:val="Hyperlink"/>
            <w:u w:val="none"/>
          </w:rPr>
          <w:t>3.4.3</w:t>
        </w:r>
        <w:r w:rsidRPr="00B87A9E">
          <w:rPr>
            <w:rFonts w:eastAsiaTheme="minorEastAsia"/>
            <w:kern w:val="2"/>
            <w14:ligatures w14:val="standardContextual"/>
          </w:rPr>
          <w:tab/>
        </w:r>
        <w:r w:rsidRPr="00B87A9E">
          <w:rPr>
            <w:rStyle w:val="Hyperlink"/>
            <w:u w:val="none"/>
          </w:rPr>
          <w:t>NOIE Load Zones</w:t>
        </w:r>
        <w:r w:rsidRPr="00B87A9E">
          <w:rPr>
            <w:webHidden/>
          </w:rPr>
          <w:tab/>
        </w:r>
        <w:r w:rsidRPr="00B87A9E">
          <w:rPr>
            <w:webHidden/>
          </w:rPr>
          <w:fldChar w:fldCharType="begin"/>
        </w:r>
        <w:r w:rsidRPr="00B87A9E">
          <w:rPr>
            <w:webHidden/>
          </w:rPr>
          <w:instrText xml:space="preserve"> PAGEREF _Toc199405264 \h </w:instrText>
        </w:r>
        <w:r w:rsidRPr="00B87A9E">
          <w:rPr>
            <w:webHidden/>
          </w:rPr>
        </w:r>
        <w:r w:rsidRPr="00B87A9E">
          <w:rPr>
            <w:webHidden/>
          </w:rPr>
          <w:fldChar w:fldCharType="separate"/>
        </w:r>
        <w:r w:rsidR="009F5B92">
          <w:rPr>
            <w:webHidden/>
          </w:rPr>
          <w:t>3-82</w:t>
        </w:r>
        <w:r w:rsidRPr="00B87A9E">
          <w:rPr>
            <w:webHidden/>
          </w:rPr>
          <w:fldChar w:fldCharType="end"/>
        </w:r>
      </w:hyperlink>
    </w:p>
    <w:p w14:paraId="27187965" w14:textId="49C6E726" w:rsidR="00317F36" w:rsidRPr="00B87A9E" w:rsidRDefault="00317F36">
      <w:pPr>
        <w:pStyle w:val="TOC3"/>
        <w:rPr>
          <w:rFonts w:eastAsiaTheme="minorEastAsia"/>
          <w:kern w:val="2"/>
          <w14:ligatures w14:val="standardContextual"/>
        </w:rPr>
      </w:pPr>
      <w:hyperlink w:anchor="_Toc199405265" w:history="1">
        <w:r w:rsidRPr="00B87A9E">
          <w:rPr>
            <w:rStyle w:val="Hyperlink"/>
            <w:u w:val="none"/>
          </w:rPr>
          <w:t>3.4.4</w:t>
        </w:r>
        <w:r w:rsidRPr="00B87A9E">
          <w:rPr>
            <w:rFonts w:eastAsiaTheme="minorEastAsia"/>
            <w:kern w:val="2"/>
            <w14:ligatures w14:val="standardContextual"/>
          </w:rPr>
          <w:tab/>
        </w:r>
        <w:r w:rsidRPr="00B87A9E">
          <w:rPr>
            <w:rStyle w:val="Hyperlink"/>
            <w:u w:val="none"/>
          </w:rPr>
          <w:t>DC Tie Load Zones</w:t>
        </w:r>
        <w:r w:rsidRPr="00B87A9E">
          <w:rPr>
            <w:webHidden/>
          </w:rPr>
          <w:tab/>
        </w:r>
        <w:r w:rsidRPr="00B87A9E">
          <w:rPr>
            <w:webHidden/>
          </w:rPr>
          <w:fldChar w:fldCharType="begin"/>
        </w:r>
        <w:r w:rsidRPr="00B87A9E">
          <w:rPr>
            <w:webHidden/>
          </w:rPr>
          <w:instrText xml:space="preserve"> PAGEREF _Toc199405265 \h </w:instrText>
        </w:r>
        <w:r w:rsidRPr="00B87A9E">
          <w:rPr>
            <w:webHidden/>
          </w:rPr>
        </w:r>
        <w:r w:rsidRPr="00B87A9E">
          <w:rPr>
            <w:webHidden/>
          </w:rPr>
          <w:fldChar w:fldCharType="separate"/>
        </w:r>
        <w:r w:rsidR="009F5B92">
          <w:rPr>
            <w:webHidden/>
          </w:rPr>
          <w:t>3-83</w:t>
        </w:r>
        <w:r w:rsidRPr="00B87A9E">
          <w:rPr>
            <w:webHidden/>
          </w:rPr>
          <w:fldChar w:fldCharType="end"/>
        </w:r>
      </w:hyperlink>
    </w:p>
    <w:p w14:paraId="70F5EB4F" w14:textId="3A3F0B7F" w:rsidR="00317F36" w:rsidRPr="00B87A9E" w:rsidRDefault="00317F36">
      <w:pPr>
        <w:pStyle w:val="TOC3"/>
        <w:rPr>
          <w:rFonts w:eastAsiaTheme="minorEastAsia"/>
          <w:kern w:val="2"/>
          <w14:ligatures w14:val="standardContextual"/>
        </w:rPr>
      </w:pPr>
      <w:hyperlink w:anchor="_Toc199405266" w:history="1">
        <w:r w:rsidRPr="00B87A9E">
          <w:rPr>
            <w:rStyle w:val="Hyperlink"/>
            <w:u w:val="none"/>
          </w:rPr>
          <w:t>3.4.5</w:t>
        </w:r>
        <w:r w:rsidRPr="00B87A9E">
          <w:rPr>
            <w:rFonts w:eastAsiaTheme="minorEastAsia"/>
            <w:kern w:val="2"/>
            <w14:ligatures w14:val="standardContextual"/>
          </w:rPr>
          <w:tab/>
        </w:r>
        <w:r w:rsidRPr="00B87A9E">
          <w:rPr>
            <w:rStyle w:val="Hyperlink"/>
            <w:u w:val="none"/>
          </w:rPr>
          <w:t>Additional Load Buses</w:t>
        </w:r>
        <w:r w:rsidRPr="00B87A9E">
          <w:rPr>
            <w:webHidden/>
          </w:rPr>
          <w:tab/>
        </w:r>
        <w:r w:rsidRPr="00B87A9E">
          <w:rPr>
            <w:webHidden/>
          </w:rPr>
          <w:fldChar w:fldCharType="begin"/>
        </w:r>
        <w:r w:rsidRPr="00B87A9E">
          <w:rPr>
            <w:webHidden/>
          </w:rPr>
          <w:instrText xml:space="preserve"> PAGEREF _Toc199405266 \h </w:instrText>
        </w:r>
        <w:r w:rsidRPr="00B87A9E">
          <w:rPr>
            <w:webHidden/>
          </w:rPr>
        </w:r>
        <w:r w:rsidRPr="00B87A9E">
          <w:rPr>
            <w:webHidden/>
          </w:rPr>
          <w:fldChar w:fldCharType="separate"/>
        </w:r>
        <w:r w:rsidR="009F5B92">
          <w:rPr>
            <w:webHidden/>
          </w:rPr>
          <w:t>3-83</w:t>
        </w:r>
        <w:r w:rsidRPr="00B87A9E">
          <w:rPr>
            <w:webHidden/>
          </w:rPr>
          <w:fldChar w:fldCharType="end"/>
        </w:r>
      </w:hyperlink>
    </w:p>
    <w:p w14:paraId="25512AD0" w14:textId="163BC17B" w:rsidR="00317F36" w:rsidRPr="00B87A9E" w:rsidRDefault="00317F36">
      <w:pPr>
        <w:pStyle w:val="TOC2"/>
        <w:rPr>
          <w:rFonts w:eastAsiaTheme="minorEastAsia"/>
          <w:noProof/>
          <w:kern w:val="2"/>
          <w14:ligatures w14:val="standardContextual"/>
        </w:rPr>
      </w:pPr>
      <w:hyperlink w:anchor="_Toc199405267" w:history="1">
        <w:r w:rsidRPr="00B87A9E">
          <w:rPr>
            <w:rStyle w:val="Hyperlink"/>
            <w:noProof/>
            <w:u w:val="none"/>
          </w:rPr>
          <w:t>3.5</w:t>
        </w:r>
        <w:r w:rsidRPr="00B87A9E">
          <w:rPr>
            <w:rFonts w:eastAsiaTheme="minorEastAsia"/>
            <w:noProof/>
            <w:kern w:val="2"/>
            <w14:ligatures w14:val="standardContextual"/>
          </w:rPr>
          <w:tab/>
        </w:r>
        <w:r w:rsidRPr="00B87A9E">
          <w:rPr>
            <w:rStyle w:val="Hyperlink"/>
            <w:noProof/>
            <w:u w:val="none"/>
          </w:rPr>
          <w:t>Hubs</w:t>
        </w:r>
        <w:r w:rsidRPr="00B87A9E">
          <w:rPr>
            <w:noProof/>
            <w:webHidden/>
          </w:rPr>
          <w:tab/>
        </w:r>
        <w:r w:rsidRPr="00B87A9E">
          <w:rPr>
            <w:noProof/>
            <w:webHidden/>
          </w:rPr>
          <w:fldChar w:fldCharType="begin"/>
        </w:r>
        <w:r w:rsidRPr="00B87A9E">
          <w:rPr>
            <w:noProof/>
            <w:webHidden/>
          </w:rPr>
          <w:instrText xml:space="preserve"> PAGEREF _Toc199405267 \h </w:instrText>
        </w:r>
        <w:r w:rsidRPr="00B87A9E">
          <w:rPr>
            <w:noProof/>
            <w:webHidden/>
          </w:rPr>
        </w:r>
        <w:r w:rsidRPr="00B87A9E">
          <w:rPr>
            <w:noProof/>
            <w:webHidden/>
          </w:rPr>
          <w:fldChar w:fldCharType="separate"/>
        </w:r>
        <w:r w:rsidR="009F5B92">
          <w:rPr>
            <w:noProof/>
            <w:webHidden/>
          </w:rPr>
          <w:t>3-83</w:t>
        </w:r>
        <w:r w:rsidRPr="00B87A9E">
          <w:rPr>
            <w:noProof/>
            <w:webHidden/>
          </w:rPr>
          <w:fldChar w:fldCharType="end"/>
        </w:r>
      </w:hyperlink>
    </w:p>
    <w:p w14:paraId="35E443CE" w14:textId="64AFCB9A" w:rsidR="00317F36" w:rsidRPr="00B87A9E" w:rsidRDefault="00317F36">
      <w:pPr>
        <w:pStyle w:val="TOC3"/>
        <w:rPr>
          <w:rFonts w:eastAsiaTheme="minorEastAsia"/>
          <w:kern w:val="2"/>
          <w14:ligatures w14:val="standardContextual"/>
        </w:rPr>
      </w:pPr>
      <w:hyperlink w:anchor="_Toc199405268" w:history="1">
        <w:r w:rsidRPr="00B87A9E">
          <w:rPr>
            <w:rStyle w:val="Hyperlink"/>
            <w:u w:val="none"/>
          </w:rPr>
          <w:t>3.5.1</w:t>
        </w:r>
        <w:r w:rsidRPr="00B87A9E">
          <w:rPr>
            <w:rFonts w:eastAsiaTheme="minorEastAsia"/>
            <w:kern w:val="2"/>
            <w14:ligatures w14:val="standardContextual"/>
          </w:rPr>
          <w:tab/>
        </w:r>
        <w:r w:rsidRPr="00B87A9E">
          <w:rPr>
            <w:rStyle w:val="Hyperlink"/>
            <w:u w:val="none"/>
          </w:rPr>
          <w:t>Process for Defining Hubs</w:t>
        </w:r>
        <w:r w:rsidRPr="00B87A9E">
          <w:rPr>
            <w:webHidden/>
          </w:rPr>
          <w:tab/>
        </w:r>
        <w:r w:rsidRPr="00B87A9E">
          <w:rPr>
            <w:webHidden/>
          </w:rPr>
          <w:fldChar w:fldCharType="begin"/>
        </w:r>
        <w:r w:rsidRPr="00B87A9E">
          <w:rPr>
            <w:webHidden/>
          </w:rPr>
          <w:instrText xml:space="preserve"> PAGEREF _Toc199405268 \h </w:instrText>
        </w:r>
        <w:r w:rsidRPr="00B87A9E">
          <w:rPr>
            <w:webHidden/>
          </w:rPr>
        </w:r>
        <w:r w:rsidRPr="00B87A9E">
          <w:rPr>
            <w:webHidden/>
          </w:rPr>
          <w:fldChar w:fldCharType="separate"/>
        </w:r>
        <w:r w:rsidR="009F5B92">
          <w:rPr>
            <w:webHidden/>
          </w:rPr>
          <w:t>3-83</w:t>
        </w:r>
        <w:r w:rsidRPr="00B87A9E">
          <w:rPr>
            <w:webHidden/>
          </w:rPr>
          <w:fldChar w:fldCharType="end"/>
        </w:r>
      </w:hyperlink>
    </w:p>
    <w:p w14:paraId="110A124D" w14:textId="45E6E469" w:rsidR="00317F36" w:rsidRPr="00B87A9E" w:rsidRDefault="00317F36">
      <w:pPr>
        <w:pStyle w:val="TOC3"/>
        <w:rPr>
          <w:rFonts w:eastAsiaTheme="minorEastAsia"/>
          <w:kern w:val="2"/>
          <w14:ligatures w14:val="standardContextual"/>
        </w:rPr>
      </w:pPr>
      <w:hyperlink w:anchor="_Toc199405269" w:history="1">
        <w:r w:rsidRPr="00B87A9E">
          <w:rPr>
            <w:rStyle w:val="Hyperlink"/>
            <w:u w:val="none"/>
          </w:rPr>
          <w:t>3.5.2</w:t>
        </w:r>
        <w:r w:rsidRPr="00B87A9E">
          <w:rPr>
            <w:rFonts w:eastAsiaTheme="minorEastAsia"/>
            <w:kern w:val="2"/>
            <w14:ligatures w14:val="standardContextual"/>
          </w:rPr>
          <w:tab/>
        </w:r>
        <w:r w:rsidRPr="00B87A9E">
          <w:rPr>
            <w:rStyle w:val="Hyperlink"/>
            <w:u w:val="none"/>
          </w:rPr>
          <w:t>Hub Definitions</w:t>
        </w:r>
        <w:r w:rsidRPr="00B87A9E">
          <w:rPr>
            <w:webHidden/>
          </w:rPr>
          <w:tab/>
        </w:r>
        <w:r w:rsidRPr="00B87A9E">
          <w:rPr>
            <w:webHidden/>
          </w:rPr>
          <w:fldChar w:fldCharType="begin"/>
        </w:r>
        <w:r w:rsidRPr="00B87A9E">
          <w:rPr>
            <w:webHidden/>
          </w:rPr>
          <w:instrText xml:space="preserve"> PAGEREF _Toc199405269 \h </w:instrText>
        </w:r>
        <w:r w:rsidRPr="00B87A9E">
          <w:rPr>
            <w:webHidden/>
          </w:rPr>
        </w:r>
        <w:r w:rsidRPr="00B87A9E">
          <w:rPr>
            <w:webHidden/>
          </w:rPr>
          <w:fldChar w:fldCharType="separate"/>
        </w:r>
        <w:r w:rsidR="009F5B92">
          <w:rPr>
            <w:webHidden/>
          </w:rPr>
          <w:t>3-84</w:t>
        </w:r>
        <w:r w:rsidRPr="00B87A9E">
          <w:rPr>
            <w:webHidden/>
          </w:rPr>
          <w:fldChar w:fldCharType="end"/>
        </w:r>
      </w:hyperlink>
    </w:p>
    <w:p w14:paraId="4A6CCCFE" w14:textId="4C328849" w:rsidR="00317F36" w:rsidRPr="00B87A9E" w:rsidRDefault="00317F36">
      <w:pPr>
        <w:pStyle w:val="TOC4"/>
        <w:rPr>
          <w:rFonts w:eastAsiaTheme="minorEastAsia"/>
          <w:bCs w:val="0"/>
          <w:snapToGrid/>
          <w:kern w:val="2"/>
          <w:sz w:val="20"/>
          <w:szCs w:val="20"/>
          <w14:ligatures w14:val="standardContextual"/>
        </w:rPr>
      </w:pPr>
      <w:hyperlink w:anchor="_Toc199405270" w:history="1">
        <w:r w:rsidRPr="00B87A9E">
          <w:rPr>
            <w:rStyle w:val="Hyperlink"/>
            <w:bCs w:val="0"/>
            <w:sz w:val="20"/>
            <w:szCs w:val="20"/>
            <w:u w:val="none"/>
          </w:rPr>
          <w:t>3.5.2.1</w:t>
        </w:r>
        <w:r w:rsidRPr="00B87A9E">
          <w:rPr>
            <w:rFonts w:eastAsiaTheme="minorEastAsia"/>
            <w:bCs w:val="0"/>
            <w:snapToGrid/>
            <w:kern w:val="2"/>
            <w:sz w:val="20"/>
            <w:szCs w:val="20"/>
            <w14:ligatures w14:val="standardContextual"/>
          </w:rPr>
          <w:tab/>
        </w:r>
        <w:r w:rsidRPr="00B87A9E">
          <w:rPr>
            <w:rStyle w:val="Hyperlink"/>
            <w:bCs w:val="0"/>
            <w:sz w:val="20"/>
            <w:szCs w:val="20"/>
            <w:u w:val="none"/>
          </w:rPr>
          <w:t>North 345 kV Hub (North 345)</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_Toc199405270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3-84</w:t>
        </w:r>
        <w:r w:rsidRPr="00B87A9E">
          <w:rPr>
            <w:bCs w:val="0"/>
            <w:webHidden/>
            <w:sz w:val="20"/>
            <w:szCs w:val="20"/>
          </w:rPr>
          <w:fldChar w:fldCharType="end"/>
        </w:r>
      </w:hyperlink>
    </w:p>
    <w:p w14:paraId="4B010EE1" w14:textId="7E3BCCED" w:rsidR="00317F36" w:rsidRPr="00B87A9E" w:rsidRDefault="00317F36">
      <w:pPr>
        <w:pStyle w:val="TOC4"/>
        <w:rPr>
          <w:rFonts w:eastAsiaTheme="minorEastAsia"/>
          <w:bCs w:val="0"/>
          <w:snapToGrid/>
          <w:kern w:val="2"/>
          <w:sz w:val="20"/>
          <w:szCs w:val="20"/>
          <w14:ligatures w14:val="standardContextual"/>
        </w:rPr>
      </w:pPr>
      <w:hyperlink w:anchor="_Toc199405271" w:history="1">
        <w:r w:rsidRPr="00B87A9E">
          <w:rPr>
            <w:rStyle w:val="Hyperlink"/>
            <w:bCs w:val="0"/>
            <w:sz w:val="20"/>
            <w:szCs w:val="20"/>
            <w:u w:val="none"/>
          </w:rPr>
          <w:t>3.5.2.2</w:t>
        </w:r>
        <w:r w:rsidRPr="00B87A9E">
          <w:rPr>
            <w:rFonts w:eastAsiaTheme="minorEastAsia"/>
            <w:bCs w:val="0"/>
            <w:snapToGrid/>
            <w:kern w:val="2"/>
            <w:sz w:val="20"/>
            <w:szCs w:val="20"/>
            <w14:ligatures w14:val="standardContextual"/>
          </w:rPr>
          <w:tab/>
        </w:r>
        <w:r w:rsidRPr="00B87A9E">
          <w:rPr>
            <w:rStyle w:val="Hyperlink"/>
            <w:bCs w:val="0"/>
            <w:sz w:val="20"/>
            <w:szCs w:val="20"/>
            <w:u w:val="none"/>
          </w:rPr>
          <w:t>South 345 kV Hub (South 345)</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_Toc199405271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3-90</w:t>
        </w:r>
        <w:r w:rsidRPr="00B87A9E">
          <w:rPr>
            <w:bCs w:val="0"/>
            <w:webHidden/>
            <w:sz w:val="20"/>
            <w:szCs w:val="20"/>
          </w:rPr>
          <w:fldChar w:fldCharType="end"/>
        </w:r>
      </w:hyperlink>
    </w:p>
    <w:p w14:paraId="02A4A914" w14:textId="014E708C" w:rsidR="00317F36" w:rsidRPr="00B87A9E" w:rsidRDefault="00317F36">
      <w:pPr>
        <w:pStyle w:val="TOC4"/>
        <w:rPr>
          <w:rFonts w:eastAsiaTheme="minorEastAsia"/>
          <w:bCs w:val="0"/>
          <w:snapToGrid/>
          <w:kern w:val="2"/>
          <w:sz w:val="20"/>
          <w:szCs w:val="20"/>
          <w14:ligatures w14:val="standardContextual"/>
        </w:rPr>
      </w:pPr>
      <w:hyperlink w:anchor="_Toc199405272" w:history="1">
        <w:r w:rsidRPr="00B87A9E">
          <w:rPr>
            <w:rStyle w:val="Hyperlink"/>
            <w:bCs w:val="0"/>
            <w:sz w:val="20"/>
            <w:szCs w:val="20"/>
            <w:u w:val="none"/>
          </w:rPr>
          <w:t>3.5.2.3</w:t>
        </w:r>
        <w:r w:rsidRPr="00B87A9E">
          <w:rPr>
            <w:rFonts w:eastAsiaTheme="minorEastAsia"/>
            <w:bCs w:val="0"/>
            <w:snapToGrid/>
            <w:kern w:val="2"/>
            <w:sz w:val="20"/>
            <w:szCs w:val="20"/>
            <w14:ligatures w14:val="standardContextual"/>
          </w:rPr>
          <w:tab/>
        </w:r>
        <w:r w:rsidRPr="00B87A9E">
          <w:rPr>
            <w:rStyle w:val="Hyperlink"/>
            <w:bCs w:val="0"/>
            <w:sz w:val="20"/>
            <w:szCs w:val="20"/>
            <w:u w:val="none"/>
          </w:rPr>
          <w:t>Houston 345 kV Hub (Houston 345)</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_Toc199405272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3-94</w:t>
        </w:r>
        <w:r w:rsidRPr="00B87A9E">
          <w:rPr>
            <w:bCs w:val="0"/>
            <w:webHidden/>
            <w:sz w:val="20"/>
            <w:szCs w:val="20"/>
          </w:rPr>
          <w:fldChar w:fldCharType="end"/>
        </w:r>
      </w:hyperlink>
    </w:p>
    <w:p w14:paraId="01F727DB" w14:textId="7AEA96D8" w:rsidR="00317F36" w:rsidRPr="00B87A9E" w:rsidRDefault="00317F36">
      <w:pPr>
        <w:pStyle w:val="TOC4"/>
        <w:rPr>
          <w:rFonts w:eastAsiaTheme="minorEastAsia"/>
          <w:bCs w:val="0"/>
          <w:snapToGrid/>
          <w:kern w:val="2"/>
          <w:sz w:val="20"/>
          <w:szCs w:val="20"/>
          <w14:ligatures w14:val="standardContextual"/>
        </w:rPr>
      </w:pPr>
      <w:hyperlink w:anchor="_Toc199405273" w:history="1">
        <w:r w:rsidRPr="00B87A9E">
          <w:rPr>
            <w:rStyle w:val="Hyperlink"/>
            <w:bCs w:val="0"/>
            <w:sz w:val="20"/>
            <w:szCs w:val="20"/>
            <w:u w:val="none"/>
          </w:rPr>
          <w:t>3.5.2.4</w:t>
        </w:r>
        <w:r w:rsidRPr="00B87A9E">
          <w:rPr>
            <w:rFonts w:eastAsiaTheme="minorEastAsia"/>
            <w:bCs w:val="0"/>
            <w:snapToGrid/>
            <w:kern w:val="2"/>
            <w:sz w:val="20"/>
            <w:szCs w:val="20"/>
            <w14:ligatures w14:val="standardContextual"/>
          </w:rPr>
          <w:tab/>
        </w:r>
        <w:r w:rsidRPr="00B87A9E">
          <w:rPr>
            <w:rStyle w:val="Hyperlink"/>
            <w:bCs w:val="0"/>
            <w:sz w:val="20"/>
            <w:szCs w:val="20"/>
            <w:u w:val="none"/>
          </w:rPr>
          <w:t>West 345 kV Hub (West 345)</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_Toc199405273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3-99</w:t>
        </w:r>
        <w:r w:rsidRPr="00B87A9E">
          <w:rPr>
            <w:bCs w:val="0"/>
            <w:webHidden/>
            <w:sz w:val="20"/>
            <w:szCs w:val="20"/>
          </w:rPr>
          <w:fldChar w:fldCharType="end"/>
        </w:r>
      </w:hyperlink>
    </w:p>
    <w:p w14:paraId="01C0A9E6" w14:textId="66FE109A" w:rsidR="00317F36" w:rsidRPr="00B87A9E" w:rsidRDefault="00317F36">
      <w:pPr>
        <w:pStyle w:val="TOC4"/>
        <w:rPr>
          <w:rFonts w:eastAsiaTheme="minorEastAsia"/>
          <w:bCs w:val="0"/>
          <w:snapToGrid/>
          <w:kern w:val="2"/>
          <w:sz w:val="20"/>
          <w:szCs w:val="20"/>
          <w14:ligatures w14:val="standardContextual"/>
        </w:rPr>
      </w:pPr>
      <w:hyperlink w:anchor="_Toc199405274" w:history="1">
        <w:r w:rsidRPr="00B87A9E">
          <w:rPr>
            <w:rStyle w:val="Hyperlink"/>
            <w:bCs w:val="0"/>
            <w:sz w:val="20"/>
            <w:szCs w:val="20"/>
            <w:u w:val="none"/>
          </w:rPr>
          <w:t>3.5.2.5</w:t>
        </w:r>
        <w:r w:rsidRPr="00B87A9E">
          <w:rPr>
            <w:rFonts w:eastAsiaTheme="minorEastAsia"/>
            <w:bCs w:val="0"/>
            <w:snapToGrid/>
            <w:kern w:val="2"/>
            <w:sz w:val="20"/>
            <w:szCs w:val="20"/>
            <w14:ligatures w14:val="standardContextual"/>
          </w:rPr>
          <w:tab/>
        </w:r>
        <w:r w:rsidRPr="00B87A9E">
          <w:rPr>
            <w:rStyle w:val="Hyperlink"/>
            <w:bCs w:val="0"/>
            <w:sz w:val="20"/>
            <w:szCs w:val="20"/>
            <w:u w:val="none"/>
          </w:rPr>
          <w:t>Panhandle 345 kV Hub (Pan 345)</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_Toc199405274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3-103</w:t>
        </w:r>
        <w:r w:rsidRPr="00B87A9E">
          <w:rPr>
            <w:bCs w:val="0"/>
            <w:webHidden/>
            <w:sz w:val="20"/>
            <w:szCs w:val="20"/>
          </w:rPr>
          <w:fldChar w:fldCharType="end"/>
        </w:r>
      </w:hyperlink>
    </w:p>
    <w:p w14:paraId="57427C8B" w14:textId="465BA9FB" w:rsidR="00317F36" w:rsidRPr="00B87A9E" w:rsidRDefault="00317F36">
      <w:pPr>
        <w:pStyle w:val="TOC4"/>
        <w:rPr>
          <w:rFonts w:eastAsiaTheme="minorEastAsia"/>
          <w:bCs w:val="0"/>
          <w:snapToGrid/>
          <w:kern w:val="2"/>
          <w:sz w:val="20"/>
          <w:szCs w:val="20"/>
          <w14:ligatures w14:val="standardContextual"/>
        </w:rPr>
      </w:pPr>
      <w:hyperlink w:anchor="_Toc199405275" w:history="1">
        <w:r w:rsidRPr="00B87A9E">
          <w:rPr>
            <w:rStyle w:val="Hyperlink"/>
            <w:bCs w:val="0"/>
            <w:sz w:val="20"/>
            <w:szCs w:val="20"/>
            <w:u w:val="none"/>
          </w:rPr>
          <w:t>3.5.2.6</w:t>
        </w:r>
        <w:r w:rsidRPr="00B87A9E">
          <w:rPr>
            <w:rFonts w:eastAsiaTheme="minorEastAsia"/>
            <w:bCs w:val="0"/>
            <w:snapToGrid/>
            <w:kern w:val="2"/>
            <w:sz w:val="20"/>
            <w:szCs w:val="20"/>
            <w14:ligatures w14:val="standardContextual"/>
          </w:rPr>
          <w:tab/>
        </w:r>
        <w:r w:rsidRPr="00B87A9E">
          <w:rPr>
            <w:rStyle w:val="Hyperlink"/>
            <w:bCs w:val="0"/>
            <w:sz w:val="20"/>
            <w:szCs w:val="20"/>
            <w:u w:val="none"/>
          </w:rPr>
          <w:t>Lower Rio Grande Valley Hub (LRGV 138/345)</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_Toc199405275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3-107</w:t>
        </w:r>
        <w:r w:rsidRPr="00B87A9E">
          <w:rPr>
            <w:bCs w:val="0"/>
            <w:webHidden/>
            <w:sz w:val="20"/>
            <w:szCs w:val="20"/>
          </w:rPr>
          <w:fldChar w:fldCharType="end"/>
        </w:r>
      </w:hyperlink>
    </w:p>
    <w:p w14:paraId="2CB0C837" w14:textId="54263A5B" w:rsidR="00317F36" w:rsidRPr="00B87A9E" w:rsidRDefault="00317F36">
      <w:pPr>
        <w:pStyle w:val="TOC4"/>
        <w:rPr>
          <w:rFonts w:eastAsiaTheme="minorEastAsia"/>
          <w:bCs w:val="0"/>
          <w:snapToGrid/>
          <w:kern w:val="2"/>
          <w:sz w:val="20"/>
          <w:szCs w:val="20"/>
          <w14:ligatures w14:val="standardContextual"/>
        </w:rPr>
      </w:pPr>
      <w:hyperlink w:anchor="_Toc199405276" w:history="1">
        <w:r w:rsidRPr="00B87A9E">
          <w:rPr>
            <w:rStyle w:val="Hyperlink"/>
            <w:bCs w:val="0"/>
            <w:sz w:val="20"/>
            <w:szCs w:val="20"/>
            <w:u w:val="none"/>
          </w:rPr>
          <w:t>3.5.2.6</w:t>
        </w:r>
        <w:r w:rsidRPr="00B87A9E">
          <w:rPr>
            <w:rFonts w:eastAsiaTheme="minorEastAsia"/>
            <w:bCs w:val="0"/>
            <w:snapToGrid/>
            <w:kern w:val="2"/>
            <w:sz w:val="20"/>
            <w:szCs w:val="20"/>
            <w14:ligatures w14:val="standardContextual"/>
          </w:rPr>
          <w:tab/>
        </w:r>
        <w:r w:rsidRPr="00B87A9E">
          <w:rPr>
            <w:rStyle w:val="Hyperlink"/>
            <w:bCs w:val="0"/>
            <w:sz w:val="20"/>
            <w:szCs w:val="20"/>
            <w:u w:val="none"/>
          </w:rPr>
          <w:t>ERCOT Hub Average 345 kV Hub (ERCOT 345)</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_Toc199405276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3-110</w:t>
        </w:r>
        <w:r w:rsidRPr="00B87A9E">
          <w:rPr>
            <w:bCs w:val="0"/>
            <w:webHidden/>
            <w:sz w:val="20"/>
            <w:szCs w:val="20"/>
          </w:rPr>
          <w:fldChar w:fldCharType="end"/>
        </w:r>
      </w:hyperlink>
    </w:p>
    <w:p w14:paraId="14FDAFF0" w14:textId="078CF47E" w:rsidR="00317F36" w:rsidRPr="00B87A9E" w:rsidRDefault="00317F36">
      <w:pPr>
        <w:pStyle w:val="TOC4"/>
        <w:rPr>
          <w:rFonts w:eastAsiaTheme="minorEastAsia"/>
          <w:bCs w:val="0"/>
          <w:snapToGrid/>
          <w:kern w:val="2"/>
          <w:sz w:val="20"/>
          <w:szCs w:val="20"/>
          <w14:ligatures w14:val="standardContextual"/>
        </w:rPr>
      </w:pPr>
      <w:hyperlink w:anchor="_Toc199405277" w:history="1">
        <w:r w:rsidRPr="00B87A9E">
          <w:rPr>
            <w:rStyle w:val="Hyperlink"/>
            <w:bCs w:val="0"/>
            <w:sz w:val="20"/>
            <w:szCs w:val="20"/>
            <w:u w:val="none"/>
          </w:rPr>
          <w:t>3.5.2.7</w:t>
        </w:r>
        <w:r w:rsidRPr="00B87A9E">
          <w:rPr>
            <w:rFonts w:eastAsiaTheme="minorEastAsia"/>
            <w:bCs w:val="0"/>
            <w:snapToGrid/>
            <w:kern w:val="2"/>
            <w:sz w:val="20"/>
            <w:szCs w:val="20"/>
            <w14:ligatures w14:val="standardContextual"/>
          </w:rPr>
          <w:tab/>
        </w:r>
        <w:r w:rsidRPr="00B87A9E">
          <w:rPr>
            <w:rStyle w:val="Hyperlink"/>
            <w:bCs w:val="0"/>
            <w:sz w:val="20"/>
            <w:szCs w:val="20"/>
            <w:u w:val="none"/>
          </w:rPr>
          <w:t>ERCOT Bus Average 345 kV Hub (ERCOT 345 Bus)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_Toc199405277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3-112</w:t>
        </w:r>
        <w:r w:rsidRPr="00B87A9E">
          <w:rPr>
            <w:bCs w:val="0"/>
            <w:webHidden/>
            <w:sz w:val="20"/>
            <w:szCs w:val="20"/>
          </w:rPr>
          <w:fldChar w:fldCharType="end"/>
        </w:r>
      </w:hyperlink>
    </w:p>
    <w:p w14:paraId="63534860" w14:textId="30FAD5D1" w:rsidR="00317F36" w:rsidRPr="00B87A9E" w:rsidRDefault="00317F36">
      <w:pPr>
        <w:pStyle w:val="TOC3"/>
        <w:rPr>
          <w:rFonts w:eastAsiaTheme="minorEastAsia"/>
          <w:kern w:val="2"/>
          <w14:ligatures w14:val="standardContextual"/>
        </w:rPr>
      </w:pPr>
      <w:hyperlink w:anchor="_Toc199405278" w:history="1">
        <w:r w:rsidRPr="00B87A9E">
          <w:rPr>
            <w:rStyle w:val="Hyperlink"/>
            <w:u w:val="none"/>
          </w:rPr>
          <w:t>3.5.3</w:t>
        </w:r>
        <w:r w:rsidRPr="00B87A9E">
          <w:rPr>
            <w:rFonts w:eastAsiaTheme="minorEastAsia"/>
            <w:kern w:val="2"/>
            <w14:ligatures w14:val="standardContextual"/>
          </w:rPr>
          <w:tab/>
        </w:r>
        <w:r w:rsidRPr="00B87A9E">
          <w:rPr>
            <w:rStyle w:val="Hyperlink"/>
            <w:u w:val="none"/>
          </w:rPr>
          <w:t>ERCOT Responsibilities for Managing Hubs</w:t>
        </w:r>
        <w:r w:rsidRPr="00B87A9E">
          <w:rPr>
            <w:webHidden/>
          </w:rPr>
          <w:tab/>
        </w:r>
        <w:r w:rsidRPr="00B87A9E">
          <w:rPr>
            <w:webHidden/>
          </w:rPr>
          <w:fldChar w:fldCharType="begin"/>
        </w:r>
        <w:r w:rsidRPr="00B87A9E">
          <w:rPr>
            <w:webHidden/>
          </w:rPr>
          <w:instrText xml:space="preserve"> PAGEREF _Toc199405278 \h </w:instrText>
        </w:r>
        <w:r w:rsidRPr="00B87A9E">
          <w:rPr>
            <w:webHidden/>
          </w:rPr>
        </w:r>
        <w:r w:rsidRPr="00B87A9E">
          <w:rPr>
            <w:webHidden/>
          </w:rPr>
          <w:fldChar w:fldCharType="separate"/>
        </w:r>
        <w:r w:rsidR="009F5B92">
          <w:rPr>
            <w:webHidden/>
          </w:rPr>
          <w:t>3-116</w:t>
        </w:r>
        <w:r w:rsidRPr="00B87A9E">
          <w:rPr>
            <w:webHidden/>
          </w:rPr>
          <w:fldChar w:fldCharType="end"/>
        </w:r>
      </w:hyperlink>
    </w:p>
    <w:p w14:paraId="0D0C81F1" w14:textId="00B87A20" w:rsidR="00317F36" w:rsidRPr="00B87A9E" w:rsidRDefault="00317F36">
      <w:pPr>
        <w:pStyle w:val="TOC4"/>
        <w:rPr>
          <w:rFonts w:eastAsiaTheme="minorEastAsia"/>
          <w:bCs w:val="0"/>
          <w:snapToGrid/>
          <w:kern w:val="2"/>
          <w:sz w:val="20"/>
          <w:szCs w:val="20"/>
          <w14:ligatures w14:val="standardContextual"/>
        </w:rPr>
      </w:pPr>
      <w:hyperlink w:anchor="_Toc199405279" w:history="1">
        <w:r w:rsidRPr="00B87A9E">
          <w:rPr>
            <w:rStyle w:val="Hyperlink"/>
            <w:bCs w:val="0"/>
            <w:sz w:val="20"/>
            <w:szCs w:val="20"/>
            <w:u w:val="none"/>
          </w:rPr>
          <w:t>3.5.3.1</w:t>
        </w:r>
        <w:r w:rsidRPr="00B87A9E">
          <w:rPr>
            <w:rFonts w:eastAsiaTheme="minorEastAsia"/>
            <w:bCs w:val="0"/>
            <w:snapToGrid/>
            <w:kern w:val="2"/>
            <w:sz w:val="20"/>
            <w:szCs w:val="20"/>
            <w14:ligatures w14:val="standardContextual"/>
          </w:rPr>
          <w:tab/>
        </w:r>
        <w:r w:rsidRPr="00B87A9E">
          <w:rPr>
            <w:rStyle w:val="Hyperlink"/>
            <w:bCs w:val="0"/>
            <w:sz w:val="20"/>
            <w:szCs w:val="20"/>
            <w:u w:val="none"/>
          </w:rPr>
          <w:t>Posting of Hub Buses and Electrical Buses included in Hubs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_Toc199405279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3-116</w:t>
        </w:r>
        <w:r w:rsidRPr="00B87A9E">
          <w:rPr>
            <w:bCs w:val="0"/>
            <w:webHidden/>
            <w:sz w:val="20"/>
            <w:szCs w:val="20"/>
          </w:rPr>
          <w:fldChar w:fldCharType="end"/>
        </w:r>
      </w:hyperlink>
    </w:p>
    <w:p w14:paraId="33E19FB7" w14:textId="02C2CD2E" w:rsidR="00317F36" w:rsidRPr="00B87A9E" w:rsidRDefault="00317F36">
      <w:pPr>
        <w:pStyle w:val="TOC4"/>
        <w:rPr>
          <w:rFonts w:eastAsiaTheme="minorEastAsia"/>
          <w:bCs w:val="0"/>
          <w:snapToGrid/>
          <w:kern w:val="2"/>
          <w:sz w:val="20"/>
          <w:szCs w:val="20"/>
          <w14:ligatures w14:val="standardContextual"/>
        </w:rPr>
      </w:pPr>
      <w:hyperlink w:anchor="_Toc199405280" w:history="1">
        <w:r w:rsidRPr="00B87A9E">
          <w:rPr>
            <w:rStyle w:val="Hyperlink"/>
            <w:bCs w:val="0"/>
            <w:sz w:val="20"/>
            <w:szCs w:val="20"/>
            <w:u w:val="none"/>
          </w:rPr>
          <w:t>3.5.3.2</w:t>
        </w:r>
        <w:r w:rsidRPr="00B87A9E">
          <w:rPr>
            <w:rFonts w:eastAsiaTheme="minorEastAsia"/>
            <w:bCs w:val="0"/>
            <w:snapToGrid/>
            <w:kern w:val="2"/>
            <w:sz w:val="20"/>
            <w:szCs w:val="20"/>
            <w14:ligatures w14:val="standardContextual"/>
          </w:rPr>
          <w:tab/>
        </w:r>
        <w:r w:rsidRPr="00B87A9E">
          <w:rPr>
            <w:rStyle w:val="Hyperlink"/>
            <w:bCs w:val="0"/>
            <w:sz w:val="20"/>
            <w:szCs w:val="20"/>
            <w:u w:val="none"/>
          </w:rPr>
          <w:t>Calculation of Hub Prices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_Toc199405280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3-116</w:t>
        </w:r>
        <w:r w:rsidRPr="00B87A9E">
          <w:rPr>
            <w:bCs w:val="0"/>
            <w:webHidden/>
            <w:sz w:val="20"/>
            <w:szCs w:val="20"/>
          </w:rPr>
          <w:fldChar w:fldCharType="end"/>
        </w:r>
      </w:hyperlink>
    </w:p>
    <w:p w14:paraId="71B90CEA" w14:textId="460E10A0" w:rsidR="00317F36" w:rsidRPr="00B87A9E" w:rsidRDefault="00317F36">
      <w:pPr>
        <w:pStyle w:val="TOC2"/>
        <w:rPr>
          <w:rFonts w:eastAsiaTheme="minorEastAsia"/>
          <w:noProof/>
          <w:kern w:val="2"/>
          <w14:ligatures w14:val="standardContextual"/>
        </w:rPr>
      </w:pPr>
      <w:hyperlink w:anchor="_Toc199405281" w:history="1">
        <w:r w:rsidRPr="00B87A9E">
          <w:rPr>
            <w:rStyle w:val="Hyperlink"/>
            <w:noProof/>
            <w:u w:val="none"/>
          </w:rPr>
          <w:t>3.6</w:t>
        </w:r>
        <w:r w:rsidRPr="00B87A9E">
          <w:rPr>
            <w:rFonts w:eastAsiaTheme="minorEastAsia"/>
            <w:noProof/>
            <w:kern w:val="2"/>
            <w14:ligatures w14:val="standardContextual"/>
          </w:rPr>
          <w:tab/>
        </w:r>
        <w:r w:rsidRPr="00B87A9E">
          <w:rPr>
            <w:rStyle w:val="Hyperlink"/>
            <w:noProof/>
            <w:u w:val="none"/>
          </w:rPr>
          <w:t>Load Participation</w:t>
        </w:r>
        <w:r w:rsidRPr="00B87A9E">
          <w:rPr>
            <w:noProof/>
            <w:webHidden/>
          </w:rPr>
          <w:tab/>
        </w:r>
        <w:r w:rsidRPr="00B87A9E">
          <w:rPr>
            <w:noProof/>
            <w:webHidden/>
          </w:rPr>
          <w:fldChar w:fldCharType="begin"/>
        </w:r>
        <w:r w:rsidRPr="00B87A9E">
          <w:rPr>
            <w:noProof/>
            <w:webHidden/>
          </w:rPr>
          <w:instrText xml:space="preserve"> PAGEREF _Toc199405281 \h </w:instrText>
        </w:r>
        <w:r w:rsidRPr="00B87A9E">
          <w:rPr>
            <w:noProof/>
            <w:webHidden/>
          </w:rPr>
        </w:r>
        <w:r w:rsidRPr="00B87A9E">
          <w:rPr>
            <w:noProof/>
            <w:webHidden/>
          </w:rPr>
          <w:fldChar w:fldCharType="separate"/>
        </w:r>
        <w:r w:rsidR="009F5B92">
          <w:rPr>
            <w:noProof/>
            <w:webHidden/>
          </w:rPr>
          <w:t>3-116</w:t>
        </w:r>
        <w:r w:rsidRPr="00B87A9E">
          <w:rPr>
            <w:noProof/>
            <w:webHidden/>
          </w:rPr>
          <w:fldChar w:fldCharType="end"/>
        </w:r>
      </w:hyperlink>
    </w:p>
    <w:p w14:paraId="63315A40" w14:textId="13454492" w:rsidR="00317F36" w:rsidRPr="00B87A9E" w:rsidRDefault="00317F36">
      <w:pPr>
        <w:pStyle w:val="TOC3"/>
        <w:rPr>
          <w:rFonts w:eastAsiaTheme="minorEastAsia"/>
          <w:kern w:val="2"/>
          <w14:ligatures w14:val="standardContextual"/>
        </w:rPr>
      </w:pPr>
      <w:hyperlink w:anchor="_Toc199405282" w:history="1">
        <w:r w:rsidRPr="00B87A9E">
          <w:rPr>
            <w:rStyle w:val="Hyperlink"/>
            <w:u w:val="none"/>
          </w:rPr>
          <w:t>3.6.1</w:t>
        </w:r>
        <w:r w:rsidRPr="00B87A9E">
          <w:rPr>
            <w:rFonts w:eastAsiaTheme="minorEastAsia"/>
            <w:kern w:val="2"/>
            <w14:ligatures w14:val="standardContextual"/>
          </w:rPr>
          <w:tab/>
        </w:r>
        <w:r w:rsidRPr="00B87A9E">
          <w:rPr>
            <w:rStyle w:val="Hyperlink"/>
            <w:u w:val="none"/>
          </w:rPr>
          <w:t>Load Resource Participation</w:t>
        </w:r>
        <w:r w:rsidRPr="00B87A9E">
          <w:rPr>
            <w:webHidden/>
          </w:rPr>
          <w:tab/>
        </w:r>
        <w:r w:rsidRPr="00B87A9E">
          <w:rPr>
            <w:webHidden/>
          </w:rPr>
          <w:fldChar w:fldCharType="begin"/>
        </w:r>
        <w:r w:rsidRPr="00B87A9E">
          <w:rPr>
            <w:webHidden/>
          </w:rPr>
          <w:instrText xml:space="preserve"> PAGEREF _Toc199405282 \h </w:instrText>
        </w:r>
        <w:r w:rsidRPr="00B87A9E">
          <w:rPr>
            <w:webHidden/>
          </w:rPr>
        </w:r>
        <w:r w:rsidRPr="00B87A9E">
          <w:rPr>
            <w:webHidden/>
          </w:rPr>
          <w:fldChar w:fldCharType="separate"/>
        </w:r>
        <w:r w:rsidR="009F5B92">
          <w:rPr>
            <w:webHidden/>
          </w:rPr>
          <w:t>3-116</w:t>
        </w:r>
        <w:r w:rsidRPr="00B87A9E">
          <w:rPr>
            <w:webHidden/>
          </w:rPr>
          <w:fldChar w:fldCharType="end"/>
        </w:r>
      </w:hyperlink>
    </w:p>
    <w:p w14:paraId="77604328" w14:textId="338507D2" w:rsidR="00317F36" w:rsidRPr="00B87A9E" w:rsidRDefault="00317F36">
      <w:pPr>
        <w:pStyle w:val="TOC3"/>
        <w:rPr>
          <w:rFonts w:eastAsiaTheme="minorEastAsia"/>
          <w:kern w:val="2"/>
          <w14:ligatures w14:val="standardContextual"/>
        </w:rPr>
      </w:pPr>
      <w:hyperlink w:anchor="_Toc199405283" w:history="1">
        <w:r w:rsidRPr="00B87A9E">
          <w:rPr>
            <w:rStyle w:val="Hyperlink"/>
            <w:u w:val="none"/>
          </w:rPr>
          <w:t>3.6.2</w:t>
        </w:r>
        <w:r w:rsidRPr="00B87A9E">
          <w:rPr>
            <w:rFonts w:eastAsiaTheme="minorEastAsia"/>
            <w:kern w:val="2"/>
            <w14:ligatures w14:val="standardContextual"/>
          </w:rPr>
          <w:tab/>
        </w:r>
        <w:r w:rsidRPr="00B87A9E">
          <w:rPr>
            <w:rStyle w:val="Hyperlink"/>
            <w:u w:val="none"/>
          </w:rPr>
          <w:t>Decision Making Entity for a Resource</w:t>
        </w:r>
        <w:r w:rsidRPr="00B87A9E">
          <w:rPr>
            <w:webHidden/>
          </w:rPr>
          <w:tab/>
        </w:r>
        <w:r w:rsidRPr="00B87A9E">
          <w:rPr>
            <w:webHidden/>
          </w:rPr>
          <w:fldChar w:fldCharType="begin"/>
        </w:r>
        <w:r w:rsidRPr="00B87A9E">
          <w:rPr>
            <w:webHidden/>
          </w:rPr>
          <w:instrText xml:space="preserve"> PAGEREF _Toc199405283 \h </w:instrText>
        </w:r>
        <w:r w:rsidRPr="00B87A9E">
          <w:rPr>
            <w:webHidden/>
          </w:rPr>
        </w:r>
        <w:r w:rsidRPr="00B87A9E">
          <w:rPr>
            <w:webHidden/>
          </w:rPr>
          <w:fldChar w:fldCharType="separate"/>
        </w:r>
        <w:r w:rsidR="009F5B92">
          <w:rPr>
            <w:webHidden/>
          </w:rPr>
          <w:t>3-119</w:t>
        </w:r>
        <w:r w:rsidRPr="00B87A9E">
          <w:rPr>
            <w:webHidden/>
          </w:rPr>
          <w:fldChar w:fldCharType="end"/>
        </w:r>
      </w:hyperlink>
    </w:p>
    <w:p w14:paraId="42FD43AD" w14:textId="5BDEA08B" w:rsidR="00317F36" w:rsidRPr="00B87A9E" w:rsidRDefault="00317F36">
      <w:pPr>
        <w:pStyle w:val="TOC2"/>
        <w:rPr>
          <w:rFonts w:eastAsiaTheme="minorEastAsia"/>
          <w:noProof/>
          <w:kern w:val="2"/>
          <w14:ligatures w14:val="standardContextual"/>
        </w:rPr>
      </w:pPr>
      <w:hyperlink w:anchor="_Toc199405284" w:history="1">
        <w:r w:rsidRPr="00B87A9E">
          <w:rPr>
            <w:rStyle w:val="Hyperlink"/>
            <w:noProof/>
            <w:u w:val="none"/>
          </w:rPr>
          <w:t>3.7</w:t>
        </w:r>
        <w:r w:rsidRPr="00B87A9E">
          <w:rPr>
            <w:rFonts w:eastAsiaTheme="minorEastAsia"/>
            <w:noProof/>
            <w:kern w:val="2"/>
            <w14:ligatures w14:val="standardContextual"/>
          </w:rPr>
          <w:tab/>
        </w:r>
        <w:r w:rsidRPr="00B87A9E">
          <w:rPr>
            <w:rStyle w:val="Hyperlink"/>
            <w:noProof/>
            <w:u w:val="none"/>
          </w:rPr>
          <w:t>Resource Parameters</w:t>
        </w:r>
        <w:r w:rsidRPr="00B87A9E">
          <w:rPr>
            <w:noProof/>
            <w:webHidden/>
          </w:rPr>
          <w:tab/>
        </w:r>
        <w:r w:rsidRPr="00B87A9E">
          <w:rPr>
            <w:noProof/>
            <w:webHidden/>
          </w:rPr>
          <w:fldChar w:fldCharType="begin"/>
        </w:r>
        <w:r w:rsidRPr="00B87A9E">
          <w:rPr>
            <w:noProof/>
            <w:webHidden/>
          </w:rPr>
          <w:instrText xml:space="preserve"> PAGEREF _Toc199405284 \h </w:instrText>
        </w:r>
        <w:r w:rsidRPr="00B87A9E">
          <w:rPr>
            <w:noProof/>
            <w:webHidden/>
          </w:rPr>
        </w:r>
        <w:r w:rsidRPr="00B87A9E">
          <w:rPr>
            <w:noProof/>
            <w:webHidden/>
          </w:rPr>
          <w:fldChar w:fldCharType="separate"/>
        </w:r>
        <w:r w:rsidR="009F5B92">
          <w:rPr>
            <w:noProof/>
            <w:webHidden/>
          </w:rPr>
          <w:t>3-120</w:t>
        </w:r>
        <w:r w:rsidRPr="00B87A9E">
          <w:rPr>
            <w:noProof/>
            <w:webHidden/>
          </w:rPr>
          <w:fldChar w:fldCharType="end"/>
        </w:r>
      </w:hyperlink>
    </w:p>
    <w:p w14:paraId="091A1E4A" w14:textId="1CE73D09" w:rsidR="00317F36" w:rsidRPr="00B87A9E" w:rsidRDefault="00317F36">
      <w:pPr>
        <w:pStyle w:val="TOC3"/>
        <w:rPr>
          <w:rFonts w:eastAsiaTheme="minorEastAsia"/>
          <w:kern w:val="2"/>
          <w14:ligatures w14:val="standardContextual"/>
        </w:rPr>
      </w:pPr>
      <w:hyperlink w:anchor="_Toc199405285" w:history="1">
        <w:r w:rsidRPr="00B87A9E">
          <w:rPr>
            <w:rStyle w:val="Hyperlink"/>
            <w:u w:val="none"/>
          </w:rPr>
          <w:t>3.7.1</w:t>
        </w:r>
        <w:r w:rsidRPr="00B87A9E">
          <w:rPr>
            <w:rFonts w:eastAsiaTheme="minorEastAsia"/>
            <w:kern w:val="2"/>
            <w14:ligatures w14:val="standardContextual"/>
          </w:rPr>
          <w:tab/>
        </w:r>
        <w:r w:rsidRPr="00B87A9E">
          <w:rPr>
            <w:rStyle w:val="Hyperlink"/>
            <w:u w:val="none"/>
          </w:rPr>
          <w:t>Resource Parameter Criteria</w:t>
        </w:r>
        <w:r w:rsidRPr="00B87A9E">
          <w:rPr>
            <w:webHidden/>
          </w:rPr>
          <w:tab/>
        </w:r>
        <w:r w:rsidRPr="00B87A9E">
          <w:rPr>
            <w:webHidden/>
          </w:rPr>
          <w:fldChar w:fldCharType="begin"/>
        </w:r>
        <w:r w:rsidRPr="00B87A9E">
          <w:rPr>
            <w:webHidden/>
          </w:rPr>
          <w:instrText xml:space="preserve"> PAGEREF _Toc199405285 \h </w:instrText>
        </w:r>
        <w:r w:rsidRPr="00B87A9E">
          <w:rPr>
            <w:webHidden/>
          </w:rPr>
        </w:r>
        <w:r w:rsidRPr="00B87A9E">
          <w:rPr>
            <w:webHidden/>
          </w:rPr>
          <w:fldChar w:fldCharType="separate"/>
        </w:r>
        <w:r w:rsidR="009F5B92">
          <w:rPr>
            <w:webHidden/>
          </w:rPr>
          <w:t>3-120</w:t>
        </w:r>
        <w:r w:rsidRPr="00B87A9E">
          <w:rPr>
            <w:webHidden/>
          </w:rPr>
          <w:fldChar w:fldCharType="end"/>
        </w:r>
      </w:hyperlink>
    </w:p>
    <w:p w14:paraId="4A08B993" w14:textId="644C4DA3" w:rsidR="00317F36" w:rsidRPr="00B87A9E" w:rsidRDefault="00317F36">
      <w:pPr>
        <w:pStyle w:val="TOC4"/>
        <w:rPr>
          <w:rFonts w:eastAsiaTheme="minorEastAsia"/>
          <w:bCs w:val="0"/>
          <w:snapToGrid/>
          <w:kern w:val="2"/>
          <w:sz w:val="20"/>
          <w:szCs w:val="20"/>
          <w14:ligatures w14:val="standardContextual"/>
        </w:rPr>
      </w:pPr>
      <w:hyperlink w:anchor="_Toc199405286" w:history="1">
        <w:r w:rsidRPr="00B87A9E">
          <w:rPr>
            <w:rStyle w:val="Hyperlink"/>
            <w:bCs w:val="0"/>
            <w:sz w:val="20"/>
            <w:szCs w:val="20"/>
            <w:u w:val="none"/>
          </w:rPr>
          <w:t>3.7.1.1</w:t>
        </w:r>
        <w:r w:rsidRPr="00B87A9E">
          <w:rPr>
            <w:rFonts w:eastAsiaTheme="minorEastAsia"/>
            <w:bCs w:val="0"/>
            <w:snapToGrid/>
            <w:kern w:val="2"/>
            <w:sz w:val="20"/>
            <w:szCs w:val="20"/>
            <w14:ligatures w14:val="standardContextual"/>
          </w:rPr>
          <w:tab/>
        </w:r>
        <w:r w:rsidRPr="00B87A9E">
          <w:rPr>
            <w:rStyle w:val="Hyperlink"/>
            <w:bCs w:val="0"/>
            <w:sz w:val="20"/>
            <w:szCs w:val="20"/>
            <w:u w:val="none"/>
          </w:rPr>
          <w:t>Generation Resource Parameters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_Toc199405286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3-120</w:t>
        </w:r>
        <w:r w:rsidRPr="00B87A9E">
          <w:rPr>
            <w:bCs w:val="0"/>
            <w:webHidden/>
            <w:sz w:val="20"/>
            <w:szCs w:val="20"/>
          </w:rPr>
          <w:fldChar w:fldCharType="end"/>
        </w:r>
      </w:hyperlink>
    </w:p>
    <w:p w14:paraId="4BC41B30" w14:textId="5BA6D959" w:rsidR="00317F36" w:rsidRPr="00B87A9E" w:rsidRDefault="00317F36">
      <w:pPr>
        <w:pStyle w:val="TOC4"/>
        <w:rPr>
          <w:rFonts w:eastAsiaTheme="minorEastAsia"/>
          <w:bCs w:val="0"/>
          <w:snapToGrid/>
          <w:kern w:val="2"/>
          <w:sz w:val="20"/>
          <w:szCs w:val="20"/>
          <w14:ligatures w14:val="standardContextual"/>
        </w:rPr>
      </w:pPr>
      <w:hyperlink w:anchor="_Toc199405287" w:history="1">
        <w:r w:rsidRPr="00B87A9E">
          <w:rPr>
            <w:rStyle w:val="Hyperlink"/>
            <w:bCs w:val="0"/>
            <w:sz w:val="20"/>
            <w:szCs w:val="20"/>
            <w:u w:val="none"/>
          </w:rPr>
          <w:t>3.7.1.2</w:t>
        </w:r>
        <w:r w:rsidRPr="00B87A9E">
          <w:rPr>
            <w:rFonts w:eastAsiaTheme="minorEastAsia"/>
            <w:bCs w:val="0"/>
            <w:snapToGrid/>
            <w:kern w:val="2"/>
            <w:sz w:val="20"/>
            <w:szCs w:val="20"/>
            <w14:ligatures w14:val="standardContextual"/>
          </w:rPr>
          <w:tab/>
        </w:r>
        <w:r w:rsidRPr="00B87A9E">
          <w:rPr>
            <w:rStyle w:val="Hyperlink"/>
            <w:bCs w:val="0"/>
            <w:sz w:val="20"/>
            <w:szCs w:val="20"/>
            <w:u w:val="none"/>
          </w:rPr>
          <w:t>Load Resource Parameters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_Toc199405287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3-121</w:t>
        </w:r>
        <w:r w:rsidRPr="00B87A9E">
          <w:rPr>
            <w:bCs w:val="0"/>
            <w:webHidden/>
            <w:sz w:val="20"/>
            <w:szCs w:val="20"/>
          </w:rPr>
          <w:fldChar w:fldCharType="end"/>
        </w:r>
      </w:hyperlink>
    </w:p>
    <w:p w14:paraId="3D53D1A9" w14:textId="3F1B261B" w:rsidR="00317F36" w:rsidRPr="00B87A9E" w:rsidRDefault="00317F36">
      <w:pPr>
        <w:pStyle w:val="TOC4"/>
        <w:rPr>
          <w:rFonts w:eastAsiaTheme="minorEastAsia"/>
          <w:bCs w:val="0"/>
          <w:snapToGrid/>
          <w:kern w:val="2"/>
          <w:sz w:val="20"/>
          <w:szCs w:val="20"/>
          <w14:ligatures w14:val="standardContextual"/>
        </w:rPr>
      </w:pPr>
      <w:hyperlink w:anchor="_Toc199405288" w:history="1">
        <w:r w:rsidRPr="00B87A9E">
          <w:rPr>
            <w:rStyle w:val="Hyperlink"/>
            <w:bCs w:val="0"/>
            <w:sz w:val="20"/>
            <w:szCs w:val="20"/>
            <w:u w:val="none"/>
          </w:rPr>
          <w:t>3.7.1.3</w:t>
        </w:r>
        <w:r w:rsidRPr="00B87A9E">
          <w:rPr>
            <w:rFonts w:eastAsiaTheme="minorEastAsia"/>
            <w:bCs w:val="0"/>
            <w:snapToGrid/>
            <w:kern w:val="2"/>
            <w:sz w:val="20"/>
            <w:szCs w:val="20"/>
            <w14:ligatures w14:val="standardContextual"/>
          </w:rPr>
          <w:tab/>
        </w:r>
        <w:r w:rsidRPr="00B87A9E">
          <w:rPr>
            <w:rStyle w:val="Hyperlink"/>
            <w:bCs w:val="0"/>
            <w:sz w:val="20"/>
            <w:szCs w:val="20"/>
            <w:u w:val="none"/>
          </w:rPr>
          <w:t xml:space="preserve"> Energy Storage Resource Parameters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_Toc199405288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3-122</w:t>
        </w:r>
        <w:r w:rsidRPr="00B87A9E">
          <w:rPr>
            <w:bCs w:val="0"/>
            <w:webHidden/>
            <w:sz w:val="20"/>
            <w:szCs w:val="20"/>
          </w:rPr>
          <w:fldChar w:fldCharType="end"/>
        </w:r>
      </w:hyperlink>
    </w:p>
    <w:p w14:paraId="539F1656" w14:textId="5AD5EEA2" w:rsidR="00317F36" w:rsidRPr="00B87A9E" w:rsidRDefault="00317F36">
      <w:pPr>
        <w:pStyle w:val="TOC3"/>
        <w:rPr>
          <w:rFonts w:eastAsiaTheme="minorEastAsia"/>
          <w:kern w:val="2"/>
          <w14:ligatures w14:val="standardContextual"/>
        </w:rPr>
      </w:pPr>
      <w:hyperlink w:anchor="_Toc199405289" w:history="1">
        <w:r w:rsidRPr="00B87A9E">
          <w:rPr>
            <w:rStyle w:val="Hyperlink"/>
            <w:u w:val="none"/>
          </w:rPr>
          <w:t>3.7.2</w:t>
        </w:r>
        <w:r w:rsidRPr="00B87A9E">
          <w:rPr>
            <w:rFonts w:eastAsiaTheme="minorEastAsia"/>
            <w:kern w:val="2"/>
            <w14:ligatures w14:val="standardContextual"/>
          </w:rPr>
          <w:tab/>
        </w:r>
        <w:r w:rsidRPr="00B87A9E">
          <w:rPr>
            <w:rStyle w:val="Hyperlink"/>
            <w:u w:val="none"/>
          </w:rPr>
          <w:t>Changes in Resource Parameters with Operational Impacts</w:t>
        </w:r>
        <w:r w:rsidRPr="00B87A9E">
          <w:rPr>
            <w:webHidden/>
          </w:rPr>
          <w:tab/>
        </w:r>
        <w:r w:rsidRPr="00B87A9E">
          <w:rPr>
            <w:webHidden/>
          </w:rPr>
          <w:fldChar w:fldCharType="begin"/>
        </w:r>
        <w:r w:rsidRPr="00B87A9E">
          <w:rPr>
            <w:webHidden/>
          </w:rPr>
          <w:instrText xml:space="preserve"> PAGEREF _Toc199405289 \h </w:instrText>
        </w:r>
        <w:r w:rsidRPr="00B87A9E">
          <w:rPr>
            <w:webHidden/>
          </w:rPr>
        </w:r>
        <w:r w:rsidRPr="00B87A9E">
          <w:rPr>
            <w:webHidden/>
          </w:rPr>
          <w:fldChar w:fldCharType="separate"/>
        </w:r>
        <w:r w:rsidR="009F5B92">
          <w:rPr>
            <w:webHidden/>
          </w:rPr>
          <w:t>3-122</w:t>
        </w:r>
        <w:r w:rsidRPr="00B87A9E">
          <w:rPr>
            <w:webHidden/>
          </w:rPr>
          <w:fldChar w:fldCharType="end"/>
        </w:r>
      </w:hyperlink>
    </w:p>
    <w:p w14:paraId="1928C832" w14:textId="02BC7ACB" w:rsidR="00317F36" w:rsidRPr="00B87A9E" w:rsidRDefault="00317F36">
      <w:pPr>
        <w:pStyle w:val="TOC3"/>
        <w:rPr>
          <w:rFonts w:eastAsiaTheme="minorEastAsia"/>
          <w:kern w:val="2"/>
          <w14:ligatures w14:val="standardContextual"/>
        </w:rPr>
      </w:pPr>
      <w:hyperlink w:anchor="_Toc199405290" w:history="1">
        <w:r w:rsidRPr="00B87A9E">
          <w:rPr>
            <w:rStyle w:val="Hyperlink"/>
            <w:u w:val="none"/>
          </w:rPr>
          <w:t>3.7.3</w:t>
        </w:r>
        <w:r w:rsidRPr="00B87A9E">
          <w:rPr>
            <w:rFonts w:eastAsiaTheme="minorEastAsia"/>
            <w:kern w:val="2"/>
            <w14:ligatures w14:val="standardContextual"/>
          </w:rPr>
          <w:tab/>
        </w:r>
        <w:r w:rsidRPr="00B87A9E">
          <w:rPr>
            <w:rStyle w:val="Hyperlink"/>
            <w:u w:val="none"/>
          </w:rPr>
          <w:t>Resource Parameter Validation</w:t>
        </w:r>
        <w:r w:rsidRPr="00B87A9E">
          <w:rPr>
            <w:webHidden/>
          </w:rPr>
          <w:tab/>
        </w:r>
        <w:r w:rsidRPr="00B87A9E">
          <w:rPr>
            <w:webHidden/>
          </w:rPr>
          <w:fldChar w:fldCharType="begin"/>
        </w:r>
        <w:r w:rsidRPr="00B87A9E">
          <w:rPr>
            <w:webHidden/>
          </w:rPr>
          <w:instrText xml:space="preserve"> PAGEREF _Toc199405290 \h </w:instrText>
        </w:r>
        <w:r w:rsidRPr="00B87A9E">
          <w:rPr>
            <w:webHidden/>
          </w:rPr>
        </w:r>
        <w:r w:rsidRPr="00B87A9E">
          <w:rPr>
            <w:webHidden/>
          </w:rPr>
          <w:fldChar w:fldCharType="separate"/>
        </w:r>
        <w:r w:rsidR="009F5B92">
          <w:rPr>
            <w:webHidden/>
          </w:rPr>
          <w:t>3-122</w:t>
        </w:r>
        <w:r w:rsidRPr="00B87A9E">
          <w:rPr>
            <w:webHidden/>
          </w:rPr>
          <w:fldChar w:fldCharType="end"/>
        </w:r>
      </w:hyperlink>
    </w:p>
    <w:p w14:paraId="4C94EFAB" w14:textId="5099A1D8" w:rsidR="00317F36" w:rsidRPr="00B87A9E" w:rsidRDefault="00317F36">
      <w:pPr>
        <w:pStyle w:val="TOC2"/>
        <w:rPr>
          <w:rFonts w:eastAsiaTheme="minorEastAsia"/>
          <w:noProof/>
          <w:kern w:val="2"/>
          <w14:ligatures w14:val="standardContextual"/>
        </w:rPr>
      </w:pPr>
      <w:hyperlink w:anchor="_Toc199405291" w:history="1">
        <w:r w:rsidRPr="00B87A9E">
          <w:rPr>
            <w:rStyle w:val="Hyperlink"/>
            <w:noProof/>
            <w:u w:val="none"/>
          </w:rPr>
          <w:t>3.8</w:t>
        </w:r>
        <w:r w:rsidRPr="00B87A9E">
          <w:rPr>
            <w:rFonts w:eastAsiaTheme="minorEastAsia"/>
            <w:noProof/>
            <w:kern w:val="2"/>
            <w14:ligatures w14:val="standardContextual"/>
          </w:rPr>
          <w:tab/>
        </w:r>
        <w:r w:rsidRPr="00B87A9E">
          <w:rPr>
            <w:rStyle w:val="Hyperlink"/>
            <w:noProof/>
            <w:u w:val="none"/>
          </w:rPr>
          <w:t>Special Considerations</w:t>
        </w:r>
        <w:r w:rsidRPr="00B87A9E">
          <w:rPr>
            <w:noProof/>
            <w:webHidden/>
          </w:rPr>
          <w:tab/>
        </w:r>
        <w:r w:rsidRPr="00B87A9E">
          <w:rPr>
            <w:noProof/>
            <w:webHidden/>
          </w:rPr>
          <w:fldChar w:fldCharType="begin"/>
        </w:r>
        <w:r w:rsidRPr="00B87A9E">
          <w:rPr>
            <w:noProof/>
            <w:webHidden/>
          </w:rPr>
          <w:instrText xml:space="preserve"> PAGEREF _Toc199405291 \h </w:instrText>
        </w:r>
        <w:r w:rsidRPr="00B87A9E">
          <w:rPr>
            <w:noProof/>
            <w:webHidden/>
          </w:rPr>
        </w:r>
        <w:r w:rsidRPr="00B87A9E">
          <w:rPr>
            <w:noProof/>
            <w:webHidden/>
          </w:rPr>
          <w:fldChar w:fldCharType="separate"/>
        </w:r>
        <w:r w:rsidR="009F5B92">
          <w:rPr>
            <w:noProof/>
            <w:webHidden/>
          </w:rPr>
          <w:t>3-123</w:t>
        </w:r>
        <w:r w:rsidRPr="00B87A9E">
          <w:rPr>
            <w:noProof/>
            <w:webHidden/>
          </w:rPr>
          <w:fldChar w:fldCharType="end"/>
        </w:r>
      </w:hyperlink>
    </w:p>
    <w:p w14:paraId="08BB543B" w14:textId="2554574A" w:rsidR="00317F36" w:rsidRPr="00B87A9E" w:rsidRDefault="00317F36">
      <w:pPr>
        <w:pStyle w:val="TOC3"/>
        <w:rPr>
          <w:rFonts w:eastAsiaTheme="minorEastAsia"/>
          <w:kern w:val="2"/>
          <w14:ligatures w14:val="standardContextual"/>
        </w:rPr>
      </w:pPr>
      <w:hyperlink w:anchor="_Toc199405292" w:history="1">
        <w:r w:rsidRPr="00B87A9E">
          <w:rPr>
            <w:rStyle w:val="Hyperlink"/>
            <w:u w:val="none"/>
          </w:rPr>
          <w:t>3.8.1</w:t>
        </w:r>
        <w:r w:rsidRPr="00B87A9E">
          <w:rPr>
            <w:rFonts w:eastAsiaTheme="minorEastAsia"/>
            <w:kern w:val="2"/>
            <w14:ligatures w14:val="standardContextual"/>
          </w:rPr>
          <w:tab/>
        </w:r>
        <w:r w:rsidRPr="00B87A9E">
          <w:rPr>
            <w:rStyle w:val="Hyperlink"/>
            <w:u w:val="none"/>
          </w:rPr>
          <w:t>Split Generation Resources</w:t>
        </w:r>
        <w:r w:rsidRPr="00B87A9E">
          <w:rPr>
            <w:webHidden/>
          </w:rPr>
          <w:tab/>
        </w:r>
        <w:r w:rsidRPr="00B87A9E">
          <w:rPr>
            <w:webHidden/>
          </w:rPr>
          <w:fldChar w:fldCharType="begin"/>
        </w:r>
        <w:r w:rsidRPr="00B87A9E">
          <w:rPr>
            <w:webHidden/>
          </w:rPr>
          <w:instrText xml:space="preserve"> PAGEREF _Toc199405292 \h </w:instrText>
        </w:r>
        <w:r w:rsidRPr="00B87A9E">
          <w:rPr>
            <w:webHidden/>
          </w:rPr>
        </w:r>
        <w:r w:rsidRPr="00B87A9E">
          <w:rPr>
            <w:webHidden/>
          </w:rPr>
          <w:fldChar w:fldCharType="separate"/>
        </w:r>
        <w:r w:rsidR="009F5B92">
          <w:rPr>
            <w:webHidden/>
          </w:rPr>
          <w:t>3-123</w:t>
        </w:r>
        <w:r w:rsidRPr="00B87A9E">
          <w:rPr>
            <w:webHidden/>
          </w:rPr>
          <w:fldChar w:fldCharType="end"/>
        </w:r>
      </w:hyperlink>
    </w:p>
    <w:p w14:paraId="159B1E7F" w14:textId="7C94306C" w:rsidR="00317F36" w:rsidRPr="00B87A9E" w:rsidRDefault="00317F36">
      <w:pPr>
        <w:pStyle w:val="TOC3"/>
        <w:rPr>
          <w:rFonts w:eastAsiaTheme="minorEastAsia"/>
          <w:kern w:val="2"/>
          <w14:ligatures w14:val="standardContextual"/>
        </w:rPr>
      </w:pPr>
      <w:hyperlink w:anchor="_Toc199405293" w:history="1">
        <w:r w:rsidRPr="00B87A9E">
          <w:rPr>
            <w:rStyle w:val="Hyperlink"/>
            <w:u w:val="none"/>
          </w:rPr>
          <w:t>3.8.2</w:t>
        </w:r>
        <w:r w:rsidRPr="00B87A9E">
          <w:rPr>
            <w:rFonts w:eastAsiaTheme="minorEastAsia"/>
            <w:kern w:val="2"/>
            <w14:ligatures w14:val="standardContextual"/>
          </w:rPr>
          <w:tab/>
        </w:r>
        <w:r w:rsidRPr="00B87A9E">
          <w:rPr>
            <w:rStyle w:val="Hyperlink"/>
            <w:u w:val="none"/>
          </w:rPr>
          <w:t>Combined Cycle Generation Resources</w:t>
        </w:r>
        <w:r w:rsidRPr="00B87A9E">
          <w:rPr>
            <w:webHidden/>
          </w:rPr>
          <w:tab/>
        </w:r>
        <w:r w:rsidRPr="00B87A9E">
          <w:rPr>
            <w:webHidden/>
          </w:rPr>
          <w:fldChar w:fldCharType="begin"/>
        </w:r>
        <w:r w:rsidRPr="00B87A9E">
          <w:rPr>
            <w:webHidden/>
          </w:rPr>
          <w:instrText xml:space="preserve"> PAGEREF _Toc199405293 \h </w:instrText>
        </w:r>
        <w:r w:rsidRPr="00B87A9E">
          <w:rPr>
            <w:webHidden/>
          </w:rPr>
        </w:r>
        <w:r w:rsidRPr="00B87A9E">
          <w:rPr>
            <w:webHidden/>
          </w:rPr>
          <w:fldChar w:fldCharType="separate"/>
        </w:r>
        <w:r w:rsidR="009F5B92">
          <w:rPr>
            <w:webHidden/>
          </w:rPr>
          <w:t>3-124</w:t>
        </w:r>
        <w:r w:rsidRPr="00B87A9E">
          <w:rPr>
            <w:webHidden/>
          </w:rPr>
          <w:fldChar w:fldCharType="end"/>
        </w:r>
      </w:hyperlink>
    </w:p>
    <w:p w14:paraId="7AEDB76A" w14:textId="45402F7B" w:rsidR="00317F36" w:rsidRPr="00B87A9E" w:rsidRDefault="00317F36">
      <w:pPr>
        <w:pStyle w:val="TOC3"/>
        <w:rPr>
          <w:rFonts w:eastAsiaTheme="minorEastAsia"/>
          <w:kern w:val="2"/>
          <w14:ligatures w14:val="standardContextual"/>
        </w:rPr>
      </w:pPr>
      <w:hyperlink w:anchor="_Toc199405294" w:history="1">
        <w:r w:rsidRPr="00B87A9E">
          <w:rPr>
            <w:rStyle w:val="Hyperlink"/>
            <w:u w:val="none"/>
          </w:rPr>
          <w:t>3.8.3</w:t>
        </w:r>
        <w:r w:rsidRPr="00B87A9E">
          <w:rPr>
            <w:rFonts w:eastAsiaTheme="minorEastAsia"/>
            <w:kern w:val="2"/>
            <w14:ligatures w14:val="standardContextual"/>
          </w:rPr>
          <w:tab/>
        </w:r>
        <w:r w:rsidRPr="00B87A9E">
          <w:rPr>
            <w:rStyle w:val="Hyperlink"/>
            <w:u w:val="none"/>
          </w:rPr>
          <w:t>Quick Start Generation Resources</w:t>
        </w:r>
        <w:r w:rsidRPr="00B87A9E">
          <w:rPr>
            <w:webHidden/>
          </w:rPr>
          <w:tab/>
        </w:r>
        <w:r w:rsidRPr="00B87A9E">
          <w:rPr>
            <w:webHidden/>
          </w:rPr>
          <w:fldChar w:fldCharType="begin"/>
        </w:r>
        <w:r w:rsidRPr="00B87A9E">
          <w:rPr>
            <w:webHidden/>
          </w:rPr>
          <w:instrText xml:space="preserve"> PAGEREF _Toc199405294 \h </w:instrText>
        </w:r>
        <w:r w:rsidRPr="00B87A9E">
          <w:rPr>
            <w:webHidden/>
          </w:rPr>
        </w:r>
        <w:r w:rsidRPr="00B87A9E">
          <w:rPr>
            <w:webHidden/>
          </w:rPr>
          <w:fldChar w:fldCharType="separate"/>
        </w:r>
        <w:r w:rsidR="009F5B92">
          <w:rPr>
            <w:webHidden/>
          </w:rPr>
          <w:t>3-127</w:t>
        </w:r>
        <w:r w:rsidRPr="00B87A9E">
          <w:rPr>
            <w:webHidden/>
          </w:rPr>
          <w:fldChar w:fldCharType="end"/>
        </w:r>
      </w:hyperlink>
    </w:p>
    <w:p w14:paraId="0CA25014" w14:textId="7BB01C34" w:rsidR="00317F36" w:rsidRPr="00B87A9E" w:rsidRDefault="00317F36">
      <w:pPr>
        <w:pStyle w:val="TOC4"/>
        <w:rPr>
          <w:rFonts w:eastAsiaTheme="minorEastAsia"/>
          <w:bCs w:val="0"/>
          <w:snapToGrid/>
          <w:kern w:val="2"/>
          <w:sz w:val="20"/>
          <w:szCs w:val="20"/>
          <w14:ligatures w14:val="standardContextual"/>
        </w:rPr>
      </w:pPr>
      <w:hyperlink w:anchor="_Toc199405295" w:history="1">
        <w:r w:rsidRPr="00B87A9E">
          <w:rPr>
            <w:rStyle w:val="Hyperlink"/>
            <w:bCs w:val="0"/>
            <w:sz w:val="20"/>
            <w:szCs w:val="20"/>
            <w:u w:val="none"/>
          </w:rPr>
          <w:t>3.8.3.1</w:t>
        </w:r>
        <w:r w:rsidRPr="00B87A9E">
          <w:rPr>
            <w:rFonts w:eastAsiaTheme="minorEastAsia"/>
            <w:bCs w:val="0"/>
            <w:snapToGrid/>
            <w:kern w:val="2"/>
            <w:sz w:val="20"/>
            <w:szCs w:val="20"/>
            <w14:ligatures w14:val="standardContextual"/>
          </w:rPr>
          <w:tab/>
        </w:r>
        <w:r w:rsidRPr="00B87A9E">
          <w:rPr>
            <w:rStyle w:val="Hyperlink"/>
            <w:bCs w:val="0"/>
            <w:sz w:val="20"/>
            <w:szCs w:val="20"/>
            <w:u w:val="none"/>
          </w:rPr>
          <w:t>Quick Start Generation Resource Decommitment Decision Process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_Toc199405295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3-129</w:t>
        </w:r>
        <w:r w:rsidRPr="00B87A9E">
          <w:rPr>
            <w:bCs w:val="0"/>
            <w:webHidden/>
            <w:sz w:val="20"/>
            <w:szCs w:val="20"/>
          </w:rPr>
          <w:fldChar w:fldCharType="end"/>
        </w:r>
      </w:hyperlink>
    </w:p>
    <w:p w14:paraId="49E6B867" w14:textId="64486C87" w:rsidR="00317F36" w:rsidRPr="00B87A9E" w:rsidRDefault="00317F36">
      <w:pPr>
        <w:pStyle w:val="TOC3"/>
        <w:rPr>
          <w:rFonts w:eastAsiaTheme="minorEastAsia"/>
          <w:kern w:val="2"/>
          <w14:ligatures w14:val="standardContextual"/>
        </w:rPr>
      </w:pPr>
      <w:hyperlink w:anchor="_Toc199405296" w:history="1">
        <w:r w:rsidRPr="00B87A9E">
          <w:rPr>
            <w:rStyle w:val="Hyperlink"/>
            <w:u w:val="none"/>
          </w:rPr>
          <w:t>3.8.4</w:t>
        </w:r>
        <w:r w:rsidRPr="00B87A9E">
          <w:rPr>
            <w:rFonts w:eastAsiaTheme="minorEastAsia"/>
            <w:kern w:val="2"/>
            <w14:ligatures w14:val="standardContextual"/>
          </w:rPr>
          <w:tab/>
        </w:r>
        <w:r w:rsidRPr="00B87A9E">
          <w:rPr>
            <w:rStyle w:val="Hyperlink"/>
            <w:u w:val="none"/>
          </w:rPr>
          <w:t>Generation Resources Operating in Synchronous Condenser Fast-Response Mode</w:t>
        </w:r>
        <w:r w:rsidRPr="00B87A9E">
          <w:rPr>
            <w:webHidden/>
          </w:rPr>
          <w:tab/>
        </w:r>
        <w:r w:rsidRPr="00B87A9E">
          <w:rPr>
            <w:webHidden/>
          </w:rPr>
          <w:fldChar w:fldCharType="begin"/>
        </w:r>
        <w:r w:rsidRPr="00B87A9E">
          <w:rPr>
            <w:webHidden/>
          </w:rPr>
          <w:instrText xml:space="preserve"> PAGEREF _Toc199405296 \h </w:instrText>
        </w:r>
        <w:r w:rsidRPr="00B87A9E">
          <w:rPr>
            <w:webHidden/>
          </w:rPr>
        </w:r>
        <w:r w:rsidRPr="00B87A9E">
          <w:rPr>
            <w:webHidden/>
          </w:rPr>
          <w:fldChar w:fldCharType="separate"/>
        </w:r>
        <w:r w:rsidR="009F5B92">
          <w:rPr>
            <w:webHidden/>
          </w:rPr>
          <w:t>3-129</w:t>
        </w:r>
        <w:r w:rsidRPr="00B87A9E">
          <w:rPr>
            <w:webHidden/>
          </w:rPr>
          <w:fldChar w:fldCharType="end"/>
        </w:r>
      </w:hyperlink>
    </w:p>
    <w:p w14:paraId="333D168B" w14:textId="0A49B038" w:rsidR="00317F36" w:rsidRPr="00B87A9E" w:rsidRDefault="00317F36">
      <w:pPr>
        <w:pStyle w:val="TOC3"/>
        <w:rPr>
          <w:rFonts w:eastAsiaTheme="minorEastAsia"/>
          <w:kern w:val="2"/>
          <w14:ligatures w14:val="standardContextual"/>
        </w:rPr>
      </w:pPr>
      <w:hyperlink w:anchor="_Toc199405297" w:history="1">
        <w:r w:rsidRPr="00B87A9E">
          <w:rPr>
            <w:rStyle w:val="Hyperlink"/>
            <w:u w:val="none"/>
          </w:rPr>
          <w:t>3.8.5</w:t>
        </w:r>
        <w:r w:rsidRPr="00B87A9E">
          <w:rPr>
            <w:rFonts w:eastAsiaTheme="minorEastAsia"/>
            <w:kern w:val="2"/>
            <w14:ligatures w14:val="standardContextual"/>
          </w:rPr>
          <w:tab/>
        </w:r>
        <w:r w:rsidRPr="00B87A9E">
          <w:rPr>
            <w:rStyle w:val="Hyperlink"/>
            <w:u w:val="none"/>
          </w:rPr>
          <w:t>Energy Storage Resources</w:t>
        </w:r>
        <w:r w:rsidRPr="00B87A9E">
          <w:rPr>
            <w:webHidden/>
          </w:rPr>
          <w:tab/>
        </w:r>
        <w:r w:rsidRPr="00B87A9E">
          <w:rPr>
            <w:webHidden/>
          </w:rPr>
          <w:fldChar w:fldCharType="begin"/>
        </w:r>
        <w:r w:rsidRPr="00B87A9E">
          <w:rPr>
            <w:webHidden/>
          </w:rPr>
          <w:instrText xml:space="preserve"> PAGEREF _Toc199405297 \h </w:instrText>
        </w:r>
        <w:r w:rsidRPr="00B87A9E">
          <w:rPr>
            <w:webHidden/>
          </w:rPr>
        </w:r>
        <w:r w:rsidRPr="00B87A9E">
          <w:rPr>
            <w:webHidden/>
          </w:rPr>
          <w:fldChar w:fldCharType="separate"/>
        </w:r>
        <w:r w:rsidR="009F5B92">
          <w:rPr>
            <w:webHidden/>
          </w:rPr>
          <w:t>3-129</w:t>
        </w:r>
        <w:r w:rsidRPr="00B87A9E">
          <w:rPr>
            <w:webHidden/>
          </w:rPr>
          <w:fldChar w:fldCharType="end"/>
        </w:r>
      </w:hyperlink>
    </w:p>
    <w:p w14:paraId="4996A524" w14:textId="6FD43ADE" w:rsidR="00317F36" w:rsidRPr="00B87A9E" w:rsidRDefault="00317F36">
      <w:pPr>
        <w:pStyle w:val="TOC3"/>
        <w:rPr>
          <w:rFonts w:eastAsiaTheme="minorEastAsia"/>
          <w:kern w:val="2"/>
          <w14:ligatures w14:val="standardContextual"/>
        </w:rPr>
      </w:pPr>
      <w:hyperlink w:anchor="_Toc199405298" w:history="1">
        <w:r w:rsidRPr="00B87A9E">
          <w:rPr>
            <w:rStyle w:val="Hyperlink"/>
            <w:u w:val="none"/>
          </w:rPr>
          <w:t>3.8.6</w:t>
        </w:r>
        <w:r w:rsidRPr="00B87A9E">
          <w:rPr>
            <w:rFonts w:eastAsiaTheme="minorEastAsia"/>
            <w:kern w:val="2"/>
            <w14:ligatures w14:val="standardContextual"/>
          </w:rPr>
          <w:tab/>
        </w:r>
        <w:r w:rsidRPr="00B87A9E">
          <w:rPr>
            <w:rStyle w:val="Hyperlink"/>
            <w:u w:val="none"/>
          </w:rPr>
          <w:t>Distribution Generation Resources (DGRs) and Distribution Energy Storage Resources (DESRs)</w:t>
        </w:r>
        <w:r w:rsidRPr="00B87A9E">
          <w:rPr>
            <w:webHidden/>
          </w:rPr>
          <w:tab/>
        </w:r>
        <w:r w:rsidRPr="00B87A9E">
          <w:rPr>
            <w:webHidden/>
          </w:rPr>
          <w:fldChar w:fldCharType="begin"/>
        </w:r>
        <w:r w:rsidRPr="00B87A9E">
          <w:rPr>
            <w:webHidden/>
          </w:rPr>
          <w:instrText xml:space="preserve"> PAGEREF _Toc199405298 \h </w:instrText>
        </w:r>
        <w:r w:rsidRPr="00B87A9E">
          <w:rPr>
            <w:webHidden/>
          </w:rPr>
        </w:r>
        <w:r w:rsidRPr="00B87A9E">
          <w:rPr>
            <w:webHidden/>
          </w:rPr>
          <w:fldChar w:fldCharType="separate"/>
        </w:r>
        <w:r w:rsidR="009F5B92">
          <w:rPr>
            <w:webHidden/>
          </w:rPr>
          <w:t>3-130</w:t>
        </w:r>
        <w:r w:rsidRPr="00B87A9E">
          <w:rPr>
            <w:webHidden/>
          </w:rPr>
          <w:fldChar w:fldCharType="end"/>
        </w:r>
      </w:hyperlink>
    </w:p>
    <w:p w14:paraId="334A3D55" w14:textId="2CD2BB55" w:rsidR="00317F36" w:rsidRPr="00B87A9E" w:rsidRDefault="00317F36">
      <w:pPr>
        <w:pStyle w:val="TOC3"/>
        <w:rPr>
          <w:rFonts w:eastAsiaTheme="minorEastAsia"/>
          <w:kern w:val="2"/>
          <w14:ligatures w14:val="standardContextual"/>
        </w:rPr>
      </w:pPr>
      <w:hyperlink w:anchor="_Toc199405299" w:history="1">
        <w:r w:rsidRPr="00B87A9E">
          <w:rPr>
            <w:rStyle w:val="Hyperlink"/>
            <w:u w:val="none"/>
          </w:rPr>
          <w:t>3.8.7</w:t>
        </w:r>
        <w:r w:rsidRPr="00B87A9E">
          <w:rPr>
            <w:rFonts w:eastAsiaTheme="minorEastAsia"/>
            <w:kern w:val="2"/>
            <w14:ligatures w14:val="standardContextual"/>
          </w:rPr>
          <w:tab/>
        </w:r>
        <w:r w:rsidRPr="00B87A9E">
          <w:rPr>
            <w:rStyle w:val="Hyperlink"/>
            <w:u w:val="none"/>
          </w:rPr>
          <w:t>Self-Limiting Facility</w:t>
        </w:r>
        <w:r w:rsidRPr="00B87A9E">
          <w:rPr>
            <w:webHidden/>
          </w:rPr>
          <w:tab/>
        </w:r>
        <w:r w:rsidRPr="00B87A9E">
          <w:rPr>
            <w:webHidden/>
          </w:rPr>
          <w:fldChar w:fldCharType="begin"/>
        </w:r>
        <w:r w:rsidRPr="00B87A9E">
          <w:rPr>
            <w:webHidden/>
          </w:rPr>
          <w:instrText xml:space="preserve"> PAGEREF _Toc199405299 \h </w:instrText>
        </w:r>
        <w:r w:rsidRPr="00B87A9E">
          <w:rPr>
            <w:webHidden/>
          </w:rPr>
        </w:r>
        <w:r w:rsidRPr="00B87A9E">
          <w:rPr>
            <w:webHidden/>
          </w:rPr>
          <w:fldChar w:fldCharType="separate"/>
        </w:r>
        <w:r w:rsidR="009F5B92">
          <w:rPr>
            <w:webHidden/>
          </w:rPr>
          <w:t>3-133</w:t>
        </w:r>
        <w:r w:rsidRPr="00B87A9E">
          <w:rPr>
            <w:webHidden/>
          </w:rPr>
          <w:fldChar w:fldCharType="end"/>
        </w:r>
      </w:hyperlink>
    </w:p>
    <w:p w14:paraId="421FA4E5" w14:textId="6FC3F7C9" w:rsidR="00317F36" w:rsidRPr="00B87A9E" w:rsidRDefault="00317F36">
      <w:pPr>
        <w:pStyle w:val="TOC2"/>
        <w:rPr>
          <w:rFonts w:eastAsiaTheme="minorEastAsia"/>
          <w:noProof/>
          <w:kern w:val="2"/>
          <w14:ligatures w14:val="standardContextual"/>
        </w:rPr>
      </w:pPr>
      <w:hyperlink w:anchor="_Toc199405300" w:history="1">
        <w:r w:rsidRPr="00B87A9E">
          <w:rPr>
            <w:rStyle w:val="Hyperlink"/>
            <w:noProof/>
            <w:u w:val="none"/>
          </w:rPr>
          <w:t>3.9</w:t>
        </w:r>
        <w:r w:rsidRPr="00B87A9E">
          <w:rPr>
            <w:rFonts w:eastAsiaTheme="minorEastAsia"/>
            <w:noProof/>
            <w:kern w:val="2"/>
            <w14:ligatures w14:val="standardContextual"/>
          </w:rPr>
          <w:tab/>
        </w:r>
        <w:r w:rsidRPr="00B87A9E">
          <w:rPr>
            <w:rStyle w:val="Hyperlink"/>
            <w:noProof/>
            <w:u w:val="none"/>
          </w:rPr>
          <w:t>Current Operating Plan (COP)</w:t>
        </w:r>
        <w:r w:rsidRPr="00B87A9E">
          <w:rPr>
            <w:noProof/>
            <w:webHidden/>
          </w:rPr>
          <w:tab/>
        </w:r>
        <w:r w:rsidRPr="00B87A9E">
          <w:rPr>
            <w:noProof/>
            <w:webHidden/>
          </w:rPr>
          <w:fldChar w:fldCharType="begin"/>
        </w:r>
        <w:r w:rsidRPr="00B87A9E">
          <w:rPr>
            <w:noProof/>
            <w:webHidden/>
          </w:rPr>
          <w:instrText xml:space="preserve"> PAGEREF _Toc199405300 \h </w:instrText>
        </w:r>
        <w:r w:rsidRPr="00B87A9E">
          <w:rPr>
            <w:noProof/>
            <w:webHidden/>
          </w:rPr>
        </w:r>
        <w:r w:rsidRPr="00B87A9E">
          <w:rPr>
            <w:noProof/>
            <w:webHidden/>
          </w:rPr>
          <w:fldChar w:fldCharType="separate"/>
        </w:r>
        <w:r w:rsidR="009F5B92">
          <w:rPr>
            <w:noProof/>
            <w:webHidden/>
          </w:rPr>
          <w:t>3-136</w:t>
        </w:r>
        <w:r w:rsidRPr="00B87A9E">
          <w:rPr>
            <w:noProof/>
            <w:webHidden/>
          </w:rPr>
          <w:fldChar w:fldCharType="end"/>
        </w:r>
      </w:hyperlink>
    </w:p>
    <w:p w14:paraId="5305B5D0" w14:textId="2602FD8C" w:rsidR="00317F36" w:rsidRPr="00B87A9E" w:rsidRDefault="00317F36">
      <w:pPr>
        <w:pStyle w:val="TOC3"/>
        <w:rPr>
          <w:rFonts w:eastAsiaTheme="minorEastAsia"/>
          <w:kern w:val="2"/>
          <w14:ligatures w14:val="standardContextual"/>
        </w:rPr>
      </w:pPr>
      <w:hyperlink w:anchor="_Toc199405301" w:history="1">
        <w:r w:rsidRPr="00B87A9E">
          <w:rPr>
            <w:rStyle w:val="Hyperlink"/>
            <w:u w:val="none"/>
          </w:rPr>
          <w:t>3.9.1</w:t>
        </w:r>
        <w:r w:rsidRPr="00B87A9E">
          <w:rPr>
            <w:rFonts w:eastAsiaTheme="minorEastAsia"/>
            <w:kern w:val="2"/>
            <w14:ligatures w14:val="standardContextual"/>
          </w:rPr>
          <w:tab/>
        </w:r>
        <w:r w:rsidRPr="00B87A9E">
          <w:rPr>
            <w:rStyle w:val="Hyperlink"/>
            <w:u w:val="none"/>
          </w:rPr>
          <w:t>Current Operating Plan (COP) Criteria</w:t>
        </w:r>
        <w:r w:rsidRPr="00B87A9E">
          <w:rPr>
            <w:webHidden/>
          </w:rPr>
          <w:tab/>
        </w:r>
        <w:r w:rsidRPr="00B87A9E">
          <w:rPr>
            <w:webHidden/>
          </w:rPr>
          <w:fldChar w:fldCharType="begin"/>
        </w:r>
        <w:r w:rsidRPr="00B87A9E">
          <w:rPr>
            <w:webHidden/>
          </w:rPr>
          <w:instrText xml:space="preserve"> PAGEREF _Toc199405301 \h </w:instrText>
        </w:r>
        <w:r w:rsidRPr="00B87A9E">
          <w:rPr>
            <w:webHidden/>
          </w:rPr>
        </w:r>
        <w:r w:rsidRPr="00B87A9E">
          <w:rPr>
            <w:webHidden/>
          </w:rPr>
          <w:fldChar w:fldCharType="separate"/>
        </w:r>
        <w:r w:rsidR="009F5B92">
          <w:rPr>
            <w:webHidden/>
          </w:rPr>
          <w:t>3-137</w:t>
        </w:r>
        <w:r w:rsidRPr="00B87A9E">
          <w:rPr>
            <w:webHidden/>
          </w:rPr>
          <w:fldChar w:fldCharType="end"/>
        </w:r>
      </w:hyperlink>
    </w:p>
    <w:p w14:paraId="1D1CD77D" w14:textId="0D95EC78" w:rsidR="00317F36" w:rsidRPr="00B87A9E" w:rsidRDefault="00317F36">
      <w:pPr>
        <w:pStyle w:val="TOC3"/>
        <w:rPr>
          <w:rFonts w:eastAsiaTheme="minorEastAsia"/>
          <w:kern w:val="2"/>
          <w14:ligatures w14:val="standardContextual"/>
        </w:rPr>
      </w:pPr>
      <w:hyperlink w:anchor="_Toc199405302" w:history="1">
        <w:r w:rsidRPr="00B87A9E">
          <w:rPr>
            <w:rStyle w:val="Hyperlink"/>
            <w:u w:val="none"/>
          </w:rPr>
          <w:t>3.9.2</w:t>
        </w:r>
        <w:r w:rsidRPr="00B87A9E">
          <w:rPr>
            <w:rFonts w:eastAsiaTheme="minorEastAsia"/>
            <w:kern w:val="2"/>
            <w14:ligatures w14:val="standardContextual"/>
          </w:rPr>
          <w:tab/>
        </w:r>
        <w:r w:rsidRPr="00B87A9E">
          <w:rPr>
            <w:rStyle w:val="Hyperlink"/>
            <w:u w:val="none"/>
          </w:rPr>
          <w:t>Current Operating Plan Validation</w:t>
        </w:r>
        <w:r w:rsidRPr="00B87A9E">
          <w:rPr>
            <w:webHidden/>
          </w:rPr>
          <w:tab/>
        </w:r>
        <w:r w:rsidRPr="00B87A9E">
          <w:rPr>
            <w:webHidden/>
          </w:rPr>
          <w:fldChar w:fldCharType="begin"/>
        </w:r>
        <w:r w:rsidRPr="00B87A9E">
          <w:rPr>
            <w:webHidden/>
          </w:rPr>
          <w:instrText xml:space="preserve"> PAGEREF _Toc199405302 \h </w:instrText>
        </w:r>
        <w:r w:rsidRPr="00B87A9E">
          <w:rPr>
            <w:webHidden/>
          </w:rPr>
        </w:r>
        <w:r w:rsidRPr="00B87A9E">
          <w:rPr>
            <w:webHidden/>
          </w:rPr>
          <w:fldChar w:fldCharType="separate"/>
        </w:r>
        <w:r w:rsidR="009F5B92">
          <w:rPr>
            <w:webHidden/>
          </w:rPr>
          <w:t>3-150</w:t>
        </w:r>
        <w:r w:rsidRPr="00B87A9E">
          <w:rPr>
            <w:webHidden/>
          </w:rPr>
          <w:fldChar w:fldCharType="end"/>
        </w:r>
      </w:hyperlink>
    </w:p>
    <w:p w14:paraId="7683919A" w14:textId="0D5C05C6" w:rsidR="00317F36" w:rsidRPr="00B87A9E" w:rsidRDefault="00317F36">
      <w:pPr>
        <w:pStyle w:val="TOC2"/>
        <w:rPr>
          <w:rFonts w:eastAsiaTheme="minorEastAsia"/>
          <w:noProof/>
          <w:kern w:val="2"/>
          <w14:ligatures w14:val="standardContextual"/>
        </w:rPr>
      </w:pPr>
      <w:hyperlink w:anchor="_Toc199405303" w:history="1">
        <w:r w:rsidRPr="00B87A9E">
          <w:rPr>
            <w:rStyle w:val="Hyperlink"/>
            <w:noProof/>
            <w:u w:val="none"/>
          </w:rPr>
          <w:t>3.10</w:t>
        </w:r>
        <w:r w:rsidRPr="00B87A9E">
          <w:rPr>
            <w:rFonts w:eastAsiaTheme="minorEastAsia"/>
            <w:noProof/>
            <w:kern w:val="2"/>
            <w14:ligatures w14:val="standardContextual"/>
          </w:rPr>
          <w:tab/>
        </w:r>
        <w:r w:rsidRPr="00B87A9E">
          <w:rPr>
            <w:rStyle w:val="Hyperlink"/>
            <w:noProof/>
            <w:u w:val="none"/>
          </w:rPr>
          <w:t>Network Operations Modeling and Telemetry</w:t>
        </w:r>
        <w:r w:rsidRPr="00B87A9E">
          <w:rPr>
            <w:noProof/>
            <w:webHidden/>
          </w:rPr>
          <w:tab/>
        </w:r>
        <w:r w:rsidRPr="00B87A9E">
          <w:rPr>
            <w:noProof/>
            <w:webHidden/>
          </w:rPr>
          <w:fldChar w:fldCharType="begin"/>
        </w:r>
        <w:r w:rsidRPr="00B87A9E">
          <w:rPr>
            <w:noProof/>
            <w:webHidden/>
          </w:rPr>
          <w:instrText xml:space="preserve"> PAGEREF _Toc199405303 \h </w:instrText>
        </w:r>
        <w:r w:rsidRPr="00B87A9E">
          <w:rPr>
            <w:noProof/>
            <w:webHidden/>
          </w:rPr>
        </w:r>
        <w:r w:rsidRPr="00B87A9E">
          <w:rPr>
            <w:noProof/>
            <w:webHidden/>
          </w:rPr>
          <w:fldChar w:fldCharType="separate"/>
        </w:r>
        <w:r w:rsidR="009F5B92">
          <w:rPr>
            <w:noProof/>
            <w:webHidden/>
          </w:rPr>
          <w:t>3-151</w:t>
        </w:r>
        <w:r w:rsidRPr="00B87A9E">
          <w:rPr>
            <w:noProof/>
            <w:webHidden/>
          </w:rPr>
          <w:fldChar w:fldCharType="end"/>
        </w:r>
      </w:hyperlink>
    </w:p>
    <w:p w14:paraId="3075ADD1" w14:textId="7DE99BE1" w:rsidR="00317F36" w:rsidRPr="00B87A9E" w:rsidRDefault="00317F36">
      <w:pPr>
        <w:pStyle w:val="TOC3"/>
        <w:rPr>
          <w:rFonts w:eastAsiaTheme="minorEastAsia"/>
          <w:kern w:val="2"/>
          <w14:ligatures w14:val="standardContextual"/>
        </w:rPr>
      </w:pPr>
      <w:hyperlink w:anchor="_Toc199405304" w:history="1">
        <w:r w:rsidRPr="00B87A9E">
          <w:rPr>
            <w:rStyle w:val="Hyperlink"/>
            <w:u w:val="none"/>
          </w:rPr>
          <w:t>3.10.1</w:t>
        </w:r>
        <w:r w:rsidRPr="00B87A9E">
          <w:rPr>
            <w:rFonts w:eastAsiaTheme="minorEastAsia"/>
            <w:kern w:val="2"/>
            <w14:ligatures w14:val="standardContextual"/>
          </w:rPr>
          <w:tab/>
        </w:r>
        <w:r w:rsidRPr="00B87A9E">
          <w:rPr>
            <w:rStyle w:val="Hyperlink"/>
            <w:u w:val="none"/>
          </w:rPr>
          <w:t>Time Line for Network Operations Model Changes</w:t>
        </w:r>
        <w:r w:rsidRPr="00B87A9E">
          <w:rPr>
            <w:webHidden/>
          </w:rPr>
          <w:tab/>
        </w:r>
        <w:r w:rsidRPr="00B87A9E">
          <w:rPr>
            <w:webHidden/>
          </w:rPr>
          <w:fldChar w:fldCharType="begin"/>
        </w:r>
        <w:r w:rsidRPr="00B87A9E">
          <w:rPr>
            <w:webHidden/>
          </w:rPr>
          <w:instrText xml:space="preserve"> PAGEREF _Toc199405304 \h </w:instrText>
        </w:r>
        <w:r w:rsidRPr="00B87A9E">
          <w:rPr>
            <w:webHidden/>
          </w:rPr>
        </w:r>
        <w:r w:rsidRPr="00B87A9E">
          <w:rPr>
            <w:webHidden/>
          </w:rPr>
          <w:fldChar w:fldCharType="separate"/>
        </w:r>
        <w:r w:rsidR="009F5B92">
          <w:rPr>
            <w:webHidden/>
          </w:rPr>
          <w:t>3-156</w:t>
        </w:r>
        <w:r w:rsidRPr="00B87A9E">
          <w:rPr>
            <w:webHidden/>
          </w:rPr>
          <w:fldChar w:fldCharType="end"/>
        </w:r>
      </w:hyperlink>
    </w:p>
    <w:p w14:paraId="2D9A01EB" w14:textId="2C4B711D" w:rsidR="00317F36" w:rsidRPr="00B87A9E" w:rsidRDefault="00317F36">
      <w:pPr>
        <w:pStyle w:val="TOC3"/>
        <w:rPr>
          <w:rFonts w:eastAsiaTheme="minorEastAsia"/>
          <w:kern w:val="2"/>
          <w14:ligatures w14:val="standardContextual"/>
        </w:rPr>
      </w:pPr>
      <w:hyperlink w:anchor="_Toc199405305" w:history="1">
        <w:r w:rsidRPr="00B87A9E">
          <w:rPr>
            <w:rStyle w:val="Hyperlink"/>
            <w:u w:val="none"/>
          </w:rPr>
          <w:t>3.10.2</w:t>
        </w:r>
        <w:r w:rsidRPr="00B87A9E">
          <w:rPr>
            <w:rFonts w:eastAsiaTheme="minorEastAsia"/>
            <w:kern w:val="2"/>
            <w14:ligatures w14:val="standardContextual"/>
          </w:rPr>
          <w:tab/>
        </w:r>
        <w:r w:rsidRPr="00B87A9E">
          <w:rPr>
            <w:rStyle w:val="Hyperlink"/>
            <w:u w:val="none"/>
          </w:rPr>
          <w:t>Annual Planning Model</w:t>
        </w:r>
        <w:r w:rsidRPr="00B87A9E">
          <w:rPr>
            <w:webHidden/>
          </w:rPr>
          <w:tab/>
        </w:r>
        <w:r w:rsidRPr="00B87A9E">
          <w:rPr>
            <w:webHidden/>
          </w:rPr>
          <w:fldChar w:fldCharType="begin"/>
        </w:r>
        <w:r w:rsidRPr="00B87A9E">
          <w:rPr>
            <w:webHidden/>
          </w:rPr>
          <w:instrText xml:space="preserve"> PAGEREF _Toc199405305 \h </w:instrText>
        </w:r>
        <w:r w:rsidRPr="00B87A9E">
          <w:rPr>
            <w:webHidden/>
          </w:rPr>
        </w:r>
        <w:r w:rsidRPr="00B87A9E">
          <w:rPr>
            <w:webHidden/>
          </w:rPr>
          <w:fldChar w:fldCharType="separate"/>
        </w:r>
        <w:r w:rsidR="009F5B92">
          <w:rPr>
            <w:webHidden/>
          </w:rPr>
          <w:t>3-161</w:t>
        </w:r>
        <w:r w:rsidRPr="00B87A9E">
          <w:rPr>
            <w:webHidden/>
          </w:rPr>
          <w:fldChar w:fldCharType="end"/>
        </w:r>
      </w:hyperlink>
    </w:p>
    <w:p w14:paraId="084869CB" w14:textId="50AFCF17" w:rsidR="00317F36" w:rsidRPr="00B87A9E" w:rsidRDefault="00317F36">
      <w:pPr>
        <w:pStyle w:val="TOC3"/>
        <w:rPr>
          <w:rFonts w:eastAsiaTheme="minorEastAsia"/>
          <w:kern w:val="2"/>
          <w14:ligatures w14:val="standardContextual"/>
        </w:rPr>
      </w:pPr>
      <w:hyperlink w:anchor="_Toc199405306" w:history="1">
        <w:r w:rsidRPr="00B87A9E">
          <w:rPr>
            <w:rStyle w:val="Hyperlink"/>
            <w:u w:val="none"/>
          </w:rPr>
          <w:t>3.10.3</w:t>
        </w:r>
        <w:r w:rsidRPr="00B87A9E">
          <w:rPr>
            <w:rFonts w:eastAsiaTheme="minorEastAsia"/>
            <w:kern w:val="2"/>
            <w14:ligatures w14:val="standardContextual"/>
          </w:rPr>
          <w:tab/>
        </w:r>
        <w:r w:rsidRPr="00B87A9E">
          <w:rPr>
            <w:rStyle w:val="Hyperlink"/>
            <w:u w:val="none"/>
          </w:rPr>
          <w:t>CRR Network Model</w:t>
        </w:r>
        <w:r w:rsidRPr="00B87A9E">
          <w:rPr>
            <w:webHidden/>
          </w:rPr>
          <w:tab/>
        </w:r>
        <w:r w:rsidRPr="00B87A9E">
          <w:rPr>
            <w:webHidden/>
          </w:rPr>
          <w:fldChar w:fldCharType="begin"/>
        </w:r>
        <w:r w:rsidRPr="00B87A9E">
          <w:rPr>
            <w:webHidden/>
          </w:rPr>
          <w:instrText xml:space="preserve"> PAGEREF _Toc199405306 \h </w:instrText>
        </w:r>
        <w:r w:rsidRPr="00B87A9E">
          <w:rPr>
            <w:webHidden/>
          </w:rPr>
        </w:r>
        <w:r w:rsidRPr="00B87A9E">
          <w:rPr>
            <w:webHidden/>
          </w:rPr>
          <w:fldChar w:fldCharType="separate"/>
        </w:r>
        <w:r w:rsidR="009F5B92">
          <w:rPr>
            <w:webHidden/>
          </w:rPr>
          <w:t>3-162</w:t>
        </w:r>
        <w:r w:rsidRPr="00B87A9E">
          <w:rPr>
            <w:webHidden/>
          </w:rPr>
          <w:fldChar w:fldCharType="end"/>
        </w:r>
      </w:hyperlink>
    </w:p>
    <w:p w14:paraId="5D0F46EB" w14:textId="425AD731" w:rsidR="00317F36" w:rsidRPr="00B87A9E" w:rsidRDefault="00317F36">
      <w:pPr>
        <w:pStyle w:val="TOC4"/>
        <w:rPr>
          <w:rFonts w:eastAsiaTheme="minorEastAsia"/>
          <w:bCs w:val="0"/>
          <w:snapToGrid/>
          <w:kern w:val="2"/>
          <w:sz w:val="20"/>
          <w:szCs w:val="20"/>
          <w14:ligatures w14:val="standardContextual"/>
        </w:rPr>
      </w:pPr>
      <w:hyperlink w:anchor="_Toc199405307" w:history="1">
        <w:r w:rsidRPr="00B87A9E">
          <w:rPr>
            <w:rStyle w:val="Hyperlink"/>
            <w:bCs w:val="0"/>
            <w:sz w:val="20"/>
            <w:szCs w:val="20"/>
            <w:u w:val="none"/>
          </w:rPr>
          <w:t>3.10.3.1</w:t>
        </w:r>
        <w:r w:rsidRPr="00B87A9E">
          <w:rPr>
            <w:rFonts w:eastAsiaTheme="minorEastAsia"/>
            <w:bCs w:val="0"/>
            <w:snapToGrid/>
            <w:kern w:val="2"/>
            <w:sz w:val="20"/>
            <w:szCs w:val="20"/>
            <w14:ligatures w14:val="standardContextual"/>
          </w:rPr>
          <w:tab/>
        </w:r>
        <w:r w:rsidRPr="00B87A9E">
          <w:rPr>
            <w:rStyle w:val="Hyperlink"/>
            <w:bCs w:val="0"/>
            <w:sz w:val="20"/>
            <w:szCs w:val="20"/>
            <w:u w:val="none"/>
          </w:rPr>
          <w:t>Process for Managing Network Operations Model Updates for Point of Interconnection Bus Changes, Resource Retirements and Deletion of DC Tie Load Zones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_Toc199405307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3-163</w:t>
        </w:r>
        <w:r w:rsidRPr="00B87A9E">
          <w:rPr>
            <w:bCs w:val="0"/>
            <w:webHidden/>
            <w:sz w:val="20"/>
            <w:szCs w:val="20"/>
          </w:rPr>
          <w:fldChar w:fldCharType="end"/>
        </w:r>
      </w:hyperlink>
    </w:p>
    <w:p w14:paraId="2E208BB9" w14:textId="146F262E" w:rsidR="00317F36" w:rsidRPr="00B87A9E" w:rsidRDefault="00317F36">
      <w:pPr>
        <w:pStyle w:val="TOC3"/>
        <w:rPr>
          <w:rFonts w:eastAsiaTheme="minorEastAsia"/>
          <w:kern w:val="2"/>
          <w14:ligatures w14:val="standardContextual"/>
        </w:rPr>
      </w:pPr>
      <w:hyperlink w:anchor="_Toc199405308" w:history="1">
        <w:r w:rsidRPr="00B87A9E">
          <w:rPr>
            <w:rStyle w:val="Hyperlink"/>
            <w:u w:val="none"/>
          </w:rPr>
          <w:t>3.10.4</w:t>
        </w:r>
        <w:r w:rsidRPr="00B87A9E">
          <w:rPr>
            <w:rFonts w:eastAsiaTheme="minorEastAsia"/>
            <w:kern w:val="2"/>
            <w14:ligatures w14:val="standardContextual"/>
          </w:rPr>
          <w:tab/>
        </w:r>
        <w:r w:rsidRPr="00B87A9E">
          <w:rPr>
            <w:rStyle w:val="Hyperlink"/>
            <w:u w:val="none"/>
          </w:rPr>
          <w:t>ERCOT Responsibilities</w:t>
        </w:r>
        <w:r w:rsidRPr="00B87A9E">
          <w:rPr>
            <w:webHidden/>
          </w:rPr>
          <w:tab/>
        </w:r>
        <w:r w:rsidRPr="00B87A9E">
          <w:rPr>
            <w:webHidden/>
          </w:rPr>
          <w:fldChar w:fldCharType="begin"/>
        </w:r>
        <w:r w:rsidRPr="00B87A9E">
          <w:rPr>
            <w:webHidden/>
          </w:rPr>
          <w:instrText xml:space="preserve"> PAGEREF _Toc199405308 \h </w:instrText>
        </w:r>
        <w:r w:rsidRPr="00B87A9E">
          <w:rPr>
            <w:webHidden/>
          </w:rPr>
        </w:r>
        <w:r w:rsidRPr="00B87A9E">
          <w:rPr>
            <w:webHidden/>
          </w:rPr>
          <w:fldChar w:fldCharType="separate"/>
        </w:r>
        <w:r w:rsidR="009F5B92">
          <w:rPr>
            <w:webHidden/>
          </w:rPr>
          <w:t>3-164</w:t>
        </w:r>
        <w:r w:rsidRPr="00B87A9E">
          <w:rPr>
            <w:webHidden/>
          </w:rPr>
          <w:fldChar w:fldCharType="end"/>
        </w:r>
      </w:hyperlink>
    </w:p>
    <w:p w14:paraId="319D16B1" w14:textId="18B7437B" w:rsidR="00317F36" w:rsidRPr="00B87A9E" w:rsidRDefault="00317F36">
      <w:pPr>
        <w:pStyle w:val="TOC3"/>
        <w:rPr>
          <w:rFonts w:eastAsiaTheme="minorEastAsia"/>
          <w:kern w:val="2"/>
          <w14:ligatures w14:val="standardContextual"/>
        </w:rPr>
      </w:pPr>
      <w:hyperlink w:anchor="_Toc199405309" w:history="1">
        <w:r w:rsidRPr="00B87A9E">
          <w:rPr>
            <w:rStyle w:val="Hyperlink"/>
            <w:u w:val="none"/>
          </w:rPr>
          <w:t>3.10.5</w:t>
        </w:r>
        <w:r w:rsidRPr="00B87A9E">
          <w:rPr>
            <w:rFonts w:eastAsiaTheme="minorEastAsia"/>
            <w:kern w:val="2"/>
            <w14:ligatures w14:val="standardContextual"/>
          </w:rPr>
          <w:tab/>
        </w:r>
        <w:r w:rsidRPr="00B87A9E">
          <w:rPr>
            <w:rStyle w:val="Hyperlink"/>
            <w:u w:val="none"/>
          </w:rPr>
          <w:t>TSP Responsibilities</w:t>
        </w:r>
        <w:r w:rsidRPr="00B87A9E">
          <w:rPr>
            <w:webHidden/>
          </w:rPr>
          <w:tab/>
        </w:r>
        <w:r w:rsidRPr="00B87A9E">
          <w:rPr>
            <w:webHidden/>
          </w:rPr>
          <w:fldChar w:fldCharType="begin"/>
        </w:r>
        <w:r w:rsidRPr="00B87A9E">
          <w:rPr>
            <w:webHidden/>
          </w:rPr>
          <w:instrText xml:space="preserve"> PAGEREF _Toc199405309 \h </w:instrText>
        </w:r>
        <w:r w:rsidRPr="00B87A9E">
          <w:rPr>
            <w:webHidden/>
          </w:rPr>
        </w:r>
        <w:r w:rsidRPr="00B87A9E">
          <w:rPr>
            <w:webHidden/>
          </w:rPr>
          <w:fldChar w:fldCharType="separate"/>
        </w:r>
        <w:r w:rsidR="009F5B92">
          <w:rPr>
            <w:webHidden/>
          </w:rPr>
          <w:t>3-166</w:t>
        </w:r>
        <w:r w:rsidRPr="00B87A9E">
          <w:rPr>
            <w:webHidden/>
          </w:rPr>
          <w:fldChar w:fldCharType="end"/>
        </w:r>
      </w:hyperlink>
    </w:p>
    <w:p w14:paraId="727C6003" w14:textId="4F0174E2" w:rsidR="00317F36" w:rsidRPr="00B87A9E" w:rsidRDefault="00317F36">
      <w:pPr>
        <w:pStyle w:val="TOC3"/>
        <w:rPr>
          <w:rFonts w:eastAsiaTheme="minorEastAsia"/>
          <w:kern w:val="2"/>
          <w14:ligatures w14:val="standardContextual"/>
        </w:rPr>
      </w:pPr>
      <w:hyperlink w:anchor="_Toc199405310" w:history="1">
        <w:r w:rsidRPr="00B87A9E">
          <w:rPr>
            <w:rStyle w:val="Hyperlink"/>
            <w:u w:val="none"/>
          </w:rPr>
          <w:t>3.10.5</w:t>
        </w:r>
        <w:r w:rsidRPr="00B87A9E">
          <w:rPr>
            <w:rFonts w:eastAsiaTheme="minorEastAsia"/>
            <w:kern w:val="2"/>
            <w14:ligatures w14:val="standardContextual"/>
          </w:rPr>
          <w:tab/>
        </w:r>
        <w:r w:rsidRPr="00B87A9E">
          <w:rPr>
            <w:rStyle w:val="Hyperlink"/>
            <w:u w:val="none"/>
          </w:rPr>
          <w:t>TSP and DCTO Responsibilities</w:t>
        </w:r>
        <w:r w:rsidRPr="00B87A9E">
          <w:rPr>
            <w:webHidden/>
          </w:rPr>
          <w:tab/>
        </w:r>
        <w:r w:rsidRPr="00B87A9E">
          <w:rPr>
            <w:webHidden/>
          </w:rPr>
          <w:fldChar w:fldCharType="begin"/>
        </w:r>
        <w:r w:rsidRPr="00B87A9E">
          <w:rPr>
            <w:webHidden/>
          </w:rPr>
          <w:instrText xml:space="preserve"> PAGEREF _Toc199405310 \h </w:instrText>
        </w:r>
        <w:r w:rsidRPr="00B87A9E">
          <w:rPr>
            <w:webHidden/>
          </w:rPr>
        </w:r>
        <w:r w:rsidRPr="00B87A9E">
          <w:rPr>
            <w:webHidden/>
          </w:rPr>
          <w:fldChar w:fldCharType="separate"/>
        </w:r>
        <w:r w:rsidR="009F5B92">
          <w:rPr>
            <w:webHidden/>
          </w:rPr>
          <w:t>3-167</w:t>
        </w:r>
        <w:r w:rsidRPr="00B87A9E">
          <w:rPr>
            <w:webHidden/>
          </w:rPr>
          <w:fldChar w:fldCharType="end"/>
        </w:r>
      </w:hyperlink>
    </w:p>
    <w:p w14:paraId="287C3985" w14:textId="1B08FA51" w:rsidR="00317F36" w:rsidRPr="00B87A9E" w:rsidRDefault="00317F36">
      <w:pPr>
        <w:pStyle w:val="TOC3"/>
        <w:rPr>
          <w:rFonts w:eastAsiaTheme="minorEastAsia"/>
          <w:kern w:val="2"/>
          <w14:ligatures w14:val="standardContextual"/>
        </w:rPr>
      </w:pPr>
      <w:hyperlink w:anchor="_Toc199405311" w:history="1">
        <w:r w:rsidRPr="00B87A9E">
          <w:rPr>
            <w:rStyle w:val="Hyperlink"/>
            <w:u w:val="none"/>
          </w:rPr>
          <w:t>3.10.6</w:t>
        </w:r>
        <w:r w:rsidRPr="00B87A9E">
          <w:rPr>
            <w:rFonts w:eastAsiaTheme="minorEastAsia"/>
            <w:kern w:val="2"/>
            <w14:ligatures w14:val="standardContextual"/>
          </w:rPr>
          <w:tab/>
        </w:r>
        <w:r w:rsidRPr="00B87A9E">
          <w:rPr>
            <w:rStyle w:val="Hyperlink"/>
            <w:u w:val="none"/>
          </w:rPr>
          <w:t>QSE and Resource Entity Responsibilities</w:t>
        </w:r>
        <w:r w:rsidRPr="00B87A9E">
          <w:rPr>
            <w:webHidden/>
          </w:rPr>
          <w:tab/>
        </w:r>
        <w:r w:rsidRPr="00B87A9E">
          <w:rPr>
            <w:webHidden/>
          </w:rPr>
          <w:fldChar w:fldCharType="begin"/>
        </w:r>
        <w:r w:rsidRPr="00B87A9E">
          <w:rPr>
            <w:webHidden/>
          </w:rPr>
          <w:instrText xml:space="preserve"> PAGEREF _Toc199405311 \h </w:instrText>
        </w:r>
        <w:r w:rsidRPr="00B87A9E">
          <w:rPr>
            <w:webHidden/>
          </w:rPr>
        </w:r>
        <w:r w:rsidRPr="00B87A9E">
          <w:rPr>
            <w:webHidden/>
          </w:rPr>
          <w:fldChar w:fldCharType="separate"/>
        </w:r>
        <w:r w:rsidR="009F5B92">
          <w:rPr>
            <w:webHidden/>
          </w:rPr>
          <w:t>3-168</w:t>
        </w:r>
        <w:r w:rsidRPr="00B87A9E">
          <w:rPr>
            <w:webHidden/>
          </w:rPr>
          <w:fldChar w:fldCharType="end"/>
        </w:r>
      </w:hyperlink>
    </w:p>
    <w:p w14:paraId="40B7627B" w14:textId="21A427CE" w:rsidR="00317F36" w:rsidRPr="00B87A9E" w:rsidRDefault="00317F36">
      <w:pPr>
        <w:pStyle w:val="TOC3"/>
        <w:rPr>
          <w:rFonts w:eastAsiaTheme="minorEastAsia"/>
          <w:kern w:val="2"/>
          <w14:ligatures w14:val="standardContextual"/>
        </w:rPr>
      </w:pPr>
      <w:hyperlink w:anchor="_Toc199405312" w:history="1">
        <w:r w:rsidRPr="00B87A9E">
          <w:rPr>
            <w:rStyle w:val="Hyperlink"/>
            <w:u w:val="none"/>
          </w:rPr>
          <w:t>3.10.7</w:t>
        </w:r>
        <w:r w:rsidRPr="00B87A9E">
          <w:rPr>
            <w:rFonts w:eastAsiaTheme="minorEastAsia"/>
            <w:kern w:val="2"/>
            <w14:ligatures w14:val="standardContextual"/>
          </w:rPr>
          <w:tab/>
        </w:r>
        <w:r w:rsidRPr="00B87A9E">
          <w:rPr>
            <w:rStyle w:val="Hyperlink"/>
            <w:u w:val="none"/>
          </w:rPr>
          <w:t>ERCOT System Modeling Requirements</w:t>
        </w:r>
        <w:r w:rsidRPr="00B87A9E">
          <w:rPr>
            <w:webHidden/>
          </w:rPr>
          <w:tab/>
        </w:r>
        <w:r w:rsidRPr="00B87A9E">
          <w:rPr>
            <w:webHidden/>
          </w:rPr>
          <w:fldChar w:fldCharType="begin"/>
        </w:r>
        <w:r w:rsidRPr="00B87A9E">
          <w:rPr>
            <w:webHidden/>
          </w:rPr>
          <w:instrText xml:space="preserve"> PAGEREF _Toc199405312 \h </w:instrText>
        </w:r>
        <w:r w:rsidRPr="00B87A9E">
          <w:rPr>
            <w:webHidden/>
          </w:rPr>
        </w:r>
        <w:r w:rsidRPr="00B87A9E">
          <w:rPr>
            <w:webHidden/>
          </w:rPr>
          <w:fldChar w:fldCharType="separate"/>
        </w:r>
        <w:r w:rsidR="009F5B92">
          <w:rPr>
            <w:webHidden/>
          </w:rPr>
          <w:t>3-170</w:t>
        </w:r>
        <w:r w:rsidRPr="00B87A9E">
          <w:rPr>
            <w:webHidden/>
          </w:rPr>
          <w:fldChar w:fldCharType="end"/>
        </w:r>
      </w:hyperlink>
    </w:p>
    <w:p w14:paraId="5649E73E" w14:textId="1C61CDC2" w:rsidR="00317F36" w:rsidRPr="00B87A9E" w:rsidRDefault="00317F36">
      <w:pPr>
        <w:pStyle w:val="TOC4"/>
        <w:rPr>
          <w:rFonts w:eastAsiaTheme="minorEastAsia"/>
          <w:bCs w:val="0"/>
          <w:snapToGrid/>
          <w:kern w:val="2"/>
          <w:sz w:val="20"/>
          <w:szCs w:val="20"/>
          <w14:ligatures w14:val="standardContextual"/>
        </w:rPr>
      </w:pPr>
      <w:hyperlink w:anchor="_Toc199405313" w:history="1">
        <w:r w:rsidRPr="00B87A9E">
          <w:rPr>
            <w:rStyle w:val="Hyperlink"/>
            <w:bCs w:val="0"/>
            <w:sz w:val="20"/>
            <w:szCs w:val="20"/>
            <w:u w:val="none"/>
          </w:rPr>
          <w:t>3.10.7.1</w:t>
        </w:r>
        <w:r w:rsidRPr="00B87A9E">
          <w:rPr>
            <w:rFonts w:eastAsiaTheme="minorEastAsia"/>
            <w:bCs w:val="0"/>
            <w:snapToGrid/>
            <w:kern w:val="2"/>
            <w:sz w:val="20"/>
            <w:szCs w:val="20"/>
            <w14:ligatures w14:val="standardContextual"/>
          </w:rPr>
          <w:tab/>
        </w:r>
        <w:r w:rsidRPr="00B87A9E">
          <w:rPr>
            <w:rStyle w:val="Hyperlink"/>
            <w:bCs w:val="0"/>
            <w:sz w:val="20"/>
            <w:szCs w:val="20"/>
            <w:u w:val="none"/>
          </w:rPr>
          <w:t>Modeling of Transmission Elements and Parameters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_Toc199405313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3-171</w:t>
        </w:r>
        <w:r w:rsidRPr="00B87A9E">
          <w:rPr>
            <w:bCs w:val="0"/>
            <w:webHidden/>
            <w:sz w:val="20"/>
            <w:szCs w:val="20"/>
          </w:rPr>
          <w:fldChar w:fldCharType="end"/>
        </w:r>
      </w:hyperlink>
    </w:p>
    <w:p w14:paraId="6C391834" w14:textId="20AF0B20" w:rsidR="00317F36" w:rsidRPr="00B87A9E" w:rsidRDefault="00317F36">
      <w:pPr>
        <w:pStyle w:val="TOC5"/>
        <w:rPr>
          <w:rFonts w:eastAsiaTheme="minorEastAsia"/>
          <w:i w:val="0"/>
          <w:kern w:val="2"/>
          <w:sz w:val="20"/>
          <w:szCs w:val="20"/>
          <w14:ligatures w14:val="standardContextual"/>
        </w:rPr>
      </w:pPr>
      <w:hyperlink w:anchor="_Toc199405314" w:history="1">
        <w:r w:rsidRPr="00B87A9E">
          <w:rPr>
            <w:rStyle w:val="Hyperlink"/>
            <w:i w:val="0"/>
            <w:sz w:val="20"/>
            <w:szCs w:val="20"/>
            <w:u w:val="none"/>
          </w:rPr>
          <w:t>3.10.7.1.1</w:t>
        </w:r>
        <w:r w:rsidRPr="00B87A9E">
          <w:rPr>
            <w:rFonts w:eastAsiaTheme="minorEastAsia"/>
            <w:i w:val="0"/>
            <w:kern w:val="2"/>
            <w:sz w:val="20"/>
            <w:szCs w:val="20"/>
            <w14:ligatures w14:val="standardContextual"/>
          </w:rPr>
          <w:tab/>
        </w:r>
        <w:r w:rsidRPr="00B87A9E">
          <w:rPr>
            <w:rStyle w:val="Hyperlink"/>
            <w:i w:val="0"/>
            <w:sz w:val="20"/>
            <w:szCs w:val="20"/>
            <w:u w:val="none"/>
          </w:rPr>
          <w:t>Transmission Lines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_Toc199405314 \h </w:instrText>
        </w:r>
        <w:r w:rsidRPr="00B87A9E">
          <w:rPr>
            <w:i w:val="0"/>
            <w:webHidden/>
            <w:sz w:val="20"/>
            <w:szCs w:val="20"/>
          </w:rPr>
        </w:r>
        <w:r w:rsidRPr="00B87A9E">
          <w:rPr>
            <w:i w:val="0"/>
            <w:webHidden/>
            <w:sz w:val="20"/>
            <w:szCs w:val="20"/>
          </w:rPr>
          <w:fldChar w:fldCharType="separate"/>
        </w:r>
        <w:r w:rsidR="009F5B92">
          <w:rPr>
            <w:i w:val="0"/>
            <w:webHidden/>
            <w:sz w:val="20"/>
            <w:szCs w:val="20"/>
          </w:rPr>
          <w:t>3-172</w:t>
        </w:r>
        <w:r w:rsidRPr="00B87A9E">
          <w:rPr>
            <w:i w:val="0"/>
            <w:webHidden/>
            <w:sz w:val="20"/>
            <w:szCs w:val="20"/>
          </w:rPr>
          <w:fldChar w:fldCharType="end"/>
        </w:r>
      </w:hyperlink>
    </w:p>
    <w:p w14:paraId="65626532" w14:textId="40245D6D" w:rsidR="00317F36" w:rsidRPr="00B87A9E" w:rsidRDefault="00317F36">
      <w:pPr>
        <w:pStyle w:val="TOC5"/>
        <w:rPr>
          <w:rFonts w:eastAsiaTheme="minorEastAsia"/>
          <w:i w:val="0"/>
          <w:kern w:val="2"/>
          <w:sz w:val="20"/>
          <w:szCs w:val="20"/>
          <w14:ligatures w14:val="standardContextual"/>
        </w:rPr>
      </w:pPr>
      <w:hyperlink w:anchor="_Toc199405315" w:history="1">
        <w:r w:rsidRPr="00B87A9E">
          <w:rPr>
            <w:rStyle w:val="Hyperlink"/>
            <w:i w:val="0"/>
            <w:sz w:val="20"/>
            <w:szCs w:val="20"/>
            <w:u w:val="none"/>
          </w:rPr>
          <w:t>3.10.7.1.2</w:t>
        </w:r>
        <w:r w:rsidRPr="00B87A9E">
          <w:rPr>
            <w:rFonts w:eastAsiaTheme="minorEastAsia"/>
            <w:i w:val="0"/>
            <w:kern w:val="2"/>
            <w:sz w:val="20"/>
            <w:szCs w:val="20"/>
            <w14:ligatures w14:val="standardContextual"/>
          </w:rPr>
          <w:tab/>
        </w:r>
        <w:r w:rsidRPr="00B87A9E">
          <w:rPr>
            <w:rStyle w:val="Hyperlink"/>
            <w:i w:val="0"/>
            <w:sz w:val="20"/>
            <w:szCs w:val="20"/>
            <w:u w:val="none"/>
          </w:rPr>
          <w:t>Transmission Buses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_Toc199405315 \h </w:instrText>
        </w:r>
        <w:r w:rsidRPr="00B87A9E">
          <w:rPr>
            <w:i w:val="0"/>
            <w:webHidden/>
            <w:sz w:val="20"/>
            <w:szCs w:val="20"/>
          </w:rPr>
        </w:r>
        <w:r w:rsidRPr="00B87A9E">
          <w:rPr>
            <w:i w:val="0"/>
            <w:webHidden/>
            <w:sz w:val="20"/>
            <w:szCs w:val="20"/>
          </w:rPr>
          <w:fldChar w:fldCharType="separate"/>
        </w:r>
        <w:r w:rsidR="009F5B92">
          <w:rPr>
            <w:i w:val="0"/>
            <w:webHidden/>
            <w:sz w:val="20"/>
            <w:szCs w:val="20"/>
          </w:rPr>
          <w:t>3-174</w:t>
        </w:r>
        <w:r w:rsidRPr="00B87A9E">
          <w:rPr>
            <w:i w:val="0"/>
            <w:webHidden/>
            <w:sz w:val="20"/>
            <w:szCs w:val="20"/>
          </w:rPr>
          <w:fldChar w:fldCharType="end"/>
        </w:r>
      </w:hyperlink>
    </w:p>
    <w:p w14:paraId="0AD114FF" w14:textId="3316EEE5" w:rsidR="00317F36" w:rsidRPr="00B87A9E" w:rsidRDefault="00317F36">
      <w:pPr>
        <w:pStyle w:val="TOC5"/>
        <w:rPr>
          <w:rFonts w:eastAsiaTheme="minorEastAsia"/>
          <w:i w:val="0"/>
          <w:kern w:val="2"/>
          <w:sz w:val="20"/>
          <w:szCs w:val="20"/>
          <w14:ligatures w14:val="standardContextual"/>
        </w:rPr>
      </w:pPr>
      <w:hyperlink w:anchor="_Toc199405316" w:history="1">
        <w:r w:rsidRPr="00B87A9E">
          <w:rPr>
            <w:rStyle w:val="Hyperlink"/>
            <w:i w:val="0"/>
            <w:sz w:val="20"/>
            <w:szCs w:val="20"/>
            <w:u w:val="none"/>
          </w:rPr>
          <w:t>3.10.7.1.3</w:t>
        </w:r>
        <w:r w:rsidRPr="00B87A9E">
          <w:rPr>
            <w:rFonts w:eastAsiaTheme="minorEastAsia"/>
            <w:i w:val="0"/>
            <w:kern w:val="2"/>
            <w:sz w:val="20"/>
            <w:szCs w:val="20"/>
            <w14:ligatures w14:val="standardContextual"/>
          </w:rPr>
          <w:tab/>
        </w:r>
        <w:r w:rsidRPr="00B87A9E">
          <w:rPr>
            <w:rStyle w:val="Hyperlink"/>
            <w:i w:val="0"/>
            <w:sz w:val="20"/>
            <w:szCs w:val="20"/>
            <w:u w:val="none"/>
          </w:rPr>
          <w:t>Transmission Breakers and Switches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_Toc199405316 \h </w:instrText>
        </w:r>
        <w:r w:rsidRPr="00B87A9E">
          <w:rPr>
            <w:i w:val="0"/>
            <w:webHidden/>
            <w:sz w:val="20"/>
            <w:szCs w:val="20"/>
          </w:rPr>
        </w:r>
        <w:r w:rsidRPr="00B87A9E">
          <w:rPr>
            <w:i w:val="0"/>
            <w:webHidden/>
            <w:sz w:val="20"/>
            <w:szCs w:val="20"/>
          </w:rPr>
          <w:fldChar w:fldCharType="separate"/>
        </w:r>
        <w:r w:rsidR="009F5B92">
          <w:rPr>
            <w:i w:val="0"/>
            <w:webHidden/>
            <w:sz w:val="20"/>
            <w:szCs w:val="20"/>
          </w:rPr>
          <w:t>3-175</w:t>
        </w:r>
        <w:r w:rsidRPr="00B87A9E">
          <w:rPr>
            <w:i w:val="0"/>
            <w:webHidden/>
            <w:sz w:val="20"/>
            <w:szCs w:val="20"/>
          </w:rPr>
          <w:fldChar w:fldCharType="end"/>
        </w:r>
      </w:hyperlink>
    </w:p>
    <w:p w14:paraId="121F2859" w14:textId="25D2C79E" w:rsidR="00317F36" w:rsidRPr="00B87A9E" w:rsidRDefault="00317F36">
      <w:pPr>
        <w:pStyle w:val="TOC5"/>
        <w:rPr>
          <w:rFonts w:eastAsiaTheme="minorEastAsia"/>
          <w:i w:val="0"/>
          <w:kern w:val="2"/>
          <w:sz w:val="20"/>
          <w:szCs w:val="20"/>
          <w14:ligatures w14:val="standardContextual"/>
        </w:rPr>
      </w:pPr>
      <w:hyperlink w:anchor="_Toc199405317" w:history="1">
        <w:r w:rsidRPr="00B87A9E">
          <w:rPr>
            <w:rStyle w:val="Hyperlink"/>
            <w:i w:val="0"/>
            <w:sz w:val="20"/>
            <w:szCs w:val="20"/>
            <w:u w:val="none"/>
          </w:rPr>
          <w:t>3.10.7.1.4</w:t>
        </w:r>
        <w:r w:rsidRPr="00B87A9E">
          <w:rPr>
            <w:rFonts w:eastAsiaTheme="minorEastAsia"/>
            <w:i w:val="0"/>
            <w:kern w:val="2"/>
            <w:sz w:val="20"/>
            <w:szCs w:val="20"/>
            <w14:ligatures w14:val="standardContextual"/>
          </w:rPr>
          <w:tab/>
        </w:r>
        <w:r w:rsidRPr="00B87A9E">
          <w:rPr>
            <w:rStyle w:val="Hyperlink"/>
            <w:i w:val="0"/>
            <w:sz w:val="20"/>
            <w:szCs w:val="20"/>
            <w:u w:val="none"/>
          </w:rPr>
          <w:t>Transmission, Main Power Transformers (MPTs) and Generation Resource Step-Up Transformers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_Toc199405317 \h </w:instrText>
        </w:r>
        <w:r w:rsidRPr="00B87A9E">
          <w:rPr>
            <w:i w:val="0"/>
            <w:webHidden/>
            <w:sz w:val="20"/>
            <w:szCs w:val="20"/>
          </w:rPr>
        </w:r>
        <w:r w:rsidRPr="00B87A9E">
          <w:rPr>
            <w:i w:val="0"/>
            <w:webHidden/>
            <w:sz w:val="20"/>
            <w:szCs w:val="20"/>
          </w:rPr>
          <w:fldChar w:fldCharType="separate"/>
        </w:r>
        <w:r w:rsidR="009F5B92">
          <w:rPr>
            <w:i w:val="0"/>
            <w:webHidden/>
            <w:sz w:val="20"/>
            <w:szCs w:val="20"/>
          </w:rPr>
          <w:t>3-177</w:t>
        </w:r>
        <w:r w:rsidRPr="00B87A9E">
          <w:rPr>
            <w:i w:val="0"/>
            <w:webHidden/>
            <w:sz w:val="20"/>
            <w:szCs w:val="20"/>
          </w:rPr>
          <w:fldChar w:fldCharType="end"/>
        </w:r>
      </w:hyperlink>
    </w:p>
    <w:p w14:paraId="505B8A2A" w14:textId="4BBA1899" w:rsidR="00317F36" w:rsidRPr="00B87A9E" w:rsidRDefault="00317F36">
      <w:pPr>
        <w:pStyle w:val="TOC5"/>
        <w:rPr>
          <w:rFonts w:eastAsiaTheme="minorEastAsia"/>
          <w:i w:val="0"/>
          <w:kern w:val="2"/>
          <w:sz w:val="20"/>
          <w:szCs w:val="20"/>
          <w14:ligatures w14:val="standardContextual"/>
        </w:rPr>
      </w:pPr>
      <w:hyperlink w:anchor="_Toc199405318" w:history="1">
        <w:r w:rsidRPr="00B87A9E">
          <w:rPr>
            <w:rStyle w:val="Hyperlink"/>
            <w:i w:val="0"/>
            <w:sz w:val="20"/>
            <w:szCs w:val="20"/>
            <w:u w:val="none"/>
          </w:rPr>
          <w:t>3.10.7.1.4</w:t>
        </w:r>
        <w:r w:rsidRPr="00B87A9E">
          <w:rPr>
            <w:rFonts w:eastAsiaTheme="minorEastAsia"/>
            <w:i w:val="0"/>
            <w:kern w:val="2"/>
            <w:sz w:val="20"/>
            <w:szCs w:val="20"/>
            <w14:ligatures w14:val="standardContextual"/>
          </w:rPr>
          <w:tab/>
        </w:r>
        <w:r w:rsidRPr="00B87A9E">
          <w:rPr>
            <w:rStyle w:val="Hyperlink"/>
            <w:i w:val="0"/>
            <w:sz w:val="20"/>
            <w:szCs w:val="20"/>
            <w:u w:val="none"/>
          </w:rPr>
          <w:t>Transmission, Main Power Transformers (MPTs) and Generation Step-Up Transformers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_Toc199405318 \h </w:instrText>
        </w:r>
        <w:r w:rsidRPr="00B87A9E">
          <w:rPr>
            <w:i w:val="0"/>
            <w:webHidden/>
            <w:sz w:val="20"/>
            <w:szCs w:val="20"/>
          </w:rPr>
        </w:r>
        <w:r w:rsidRPr="00B87A9E">
          <w:rPr>
            <w:i w:val="0"/>
            <w:webHidden/>
            <w:sz w:val="20"/>
            <w:szCs w:val="20"/>
          </w:rPr>
          <w:fldChar w:fldCharType="separate"/>
        </w:r>
        <w:r w:rsidR="009F5B92">
          <w:rPr>
            <w:i w:val="0"/>
            <w:webHidden/>
            <w:sz w:val="20"/>
            <w:szCs w:val="20"/>
          </w:rPr>
          <w:t>3-177</w:t>
        </w:r>
        <w:r w:rsidRPr="00B87A9E">
          <w:rPr>
            <w:i w:val="0"/>
            <w:webHidden/>
            <w:sz w:val="20"/>
            <w:szCs w:val="20"/>
          </w:rPr>
          <w:fldChar w:fldCharType="end"/>
        </w:r>
      </w:hyperlink>
    </w:p>
    <w:p w14:paraId="62D0510F" w14:textId="46C5CE2A" w:rsidR="00317F36" w:rsidRPr="00B87A9E" w:rsidRDefault="00317F36">
      <w:pPr>
        <w:pStyle w:val="TOC5"/>
        <w:rPr>
          <w:rFonts w:eastAsiaTheme="minorEastAsia"/>
          <w:i w:val="0"/>
          <w:kern w:val="2"/>
          <w:sz w:val="20"/>
          <w:szCs w:val="20"/>
          <w14:ligatures w14:val="standardContextual"/>
        </w:rPr>
      </w:pPr>
      <w:hyperlink w:anchor="_Toc199405319" w:history="1">
        <w:r w:rsidRPr="00B87A9E">
          <w:rPr>
            <w:rStyle w:val="Hyperlink"/>
            <w:i w:val="0"/>
            <w:sz w:val="20"/>
            <w:szCs w:val="20"/>
            <w:u w:val="none"/>
          </w:rPr>
          <w:t>3.10.7.1.5</w:t>
        </w:r>
        <w:r w:rsidRPr="00B87A9E">
          <w:rPr>
            <w:rFonts w:eastAsiaTheme="minorEastAsia"/>
            <w:i w:val="0"/>
            <w:kern w:val="2"/>
            <w:sz w:val="20"/>
            <w:szCs w:val="20"/>
            <w14:ligatures w14:val="standardContextual"/>
          </w:rPr>
          <w:tab/>
        </w:r>
        <w:r w:rsidRPr="00B87A9E">
          <w:rPr>
            <w:rStyle w:val="Hyperlink"/>
            <w:i w:val="0"/>
            <w:sz w:val="20"/>
            <w:szCs w:val="20"/>
            <w:u w:val="none"/>
          </w:rPr>
          <w:t>Reactors, Capacitors, and other Reactive Controlled Sources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_Toc199405319 \h </w:instrText>
        </w:r>
        <w:r w:rsidRPr="00B87A9E">
          <w:rPr>
            <w:i w:val="0"/>
            <w:webHidden/>
            <w:sz w:val="20"/>
            <w:szCs w:val="20"/>
          </w:rPr>
        </w:r>
        <w:r w:rsidRPr="00B87A9E">
          <w:rPr>
            <w:i w:val="0"/>
            <w:webHidden/>
            <w:sz w:val="20"/>
            <w:szCs w:val="20"/>
          </w:rPr>
          <w:fldChar w:fldCharType="separate"/>
        </w:r>
        <w:r w:rsidR="009F5B92">
          <w:rPr>
            <w:i w:val="0"/>
            <w:webHidden/>
            <w:sz w:val="20"/>
            <w:szCs w:val="20"/>
          </w:rPr>
          <w:t>3-179</w:t>
        </w:r>
        <w:r w:rsidRPr="00B87A9E">
          <w:rPr>
            <w:i w:val="0"/>
            <w:webHidden/>
            <w:sz w:val="20"/>
            <w:szCs w:val="20"/>
          </w:rPr>
          <w:fldChar w:fldCharType="end"/>
        </w:r>
      </w:hyperlink>
    </w:p>
    <w:p w14:paraId="6CC2AA8D" w14:textId="5D83D543" w:rsidR="00317F36" w:rsidRPr="00B87A9E" w:rsidRDefault="00317F36">
      <w:pPr>
        <w:pStyle w:val="TOC4"/>
        <w:rPr>
          <w:rFonts w:eastAsiaTheme="minorEastAsia"/>
          <w:bCs w:val="0"/>
          <w:snapToGrid/>
          <w:kern w:val="2"/>
          <w:sz w:val="20"/>
          <w:szCs w:val="20"/>
          <w14:ligatures w14:val="standardContextual"/>
        </w:rPr>
      </w:pPr>
      <w:hyperlink w:anchor="_Toc199405320" w:history="1">
        <w:r w:rsidRPr="00B87A9E">
          <w:rPr>
            <w:rStyle w:val="Hyperlink"/>
            <w:bCs w:val="0"/>
            <w:sz w:val="20"/>
            <w:szCs w:val="20"/>
            <w:u w:val="none"/>
          </w:rPr>
          <w:t>3.10.7.2</w:t>
        </w:r>
        <w:r w:rsidRPr="00B87A9E">
          <w:rPr>
            <w:rFonts w:eastAsiaTheme="minorEastAsia"/>
            <w:bCs w:val="0"/>
            <w:snapToGrid/>
            <w:kern w:val="2"/>
            <w:sz w:val="20"/>
            <w:szCs w:val="20"/>
            <w14:ligatures w14:val="standardContextual"/>
          </w:rPr>
          <w:tab/>
        </w:r>
        <w:r w:rsidRPr="00B87A9E">
          <w:rPr>
            <w:rStyle w:val="Hyperlink"/>
            <w:bCs w:val="0"/>
            <w:sz w:val="20"/>
            <w:szCs w:val="20"/>
            <w:u w:val="none"/>
          </w:rPr>
          <w:t>Modeling of Resources and Transmission Loads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_Toc199405320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3-180</w:t>
        </w:r>
        <w:r w:rsidRPr="00B87A9E">
          <w:rPr>
            <w:bCs w:val="0"/>
            <w:webHidden/>
            <w:sz w:val="20"/>
            <w:szCs w:val="20"/>
          </w:rPr>
          <w:fldChar w:fldCharType="end"/>
        </w:r>
      </w:hyperlink>
    </w:p>
    <w:p w14:paraId="0315D7F7" w14:textId="0B67FD77" w:rsidR="00317F36" w:rsidRPr="00B87A9E" w:rsidRDefault="00317F36">
      <w:pPr>
        <w:pStyle w:val="TOC5"/>
        <w:rPr>
          <w:rFonts w:eastAsiaTheme="minorEastAsia"/>
          <w:i w:val="0"/>
          <w:kern w:val="2"/>
          <w:sz w:val="20"/>
          <w:szCs w:val="20"/>
          <w14:ligatures w14:val="standardContextual"/>
        </w:rPr>
      </w:pPr>
      <w:hyperlink w:anchor="_Toc199405321" w:history="1">
        <w:r w:rsidRPr="00B87A9E">
          <w:rPr>
            <w:rStyle w:val="Hyperlink"/>
            <w:i w:val="0"/>
            <w:sz w:val="20"/>
            <w:szCs w:val="20"/>
            <w:u w:val="none"/>
          </w:rPr>
          <w:t>3.10.7.2.1</w:t>
        </w:r>
        <w:r w:rsidRPr="00B87A9E">
          <w:rPr>
            <w:rFonts w:eastAsiaTheme="minorEastAsia"/>
            <w:i w:val="0"/>
            <w:kern w:val="2"/>
            <w:sz w:val="20"/>
            <w:szCs w:val="20"/>
            <w14:ligatures w14:val="standardContextual"/>
          </w:rPr>
          <w:tab/>
        </w:r>
        <w:r w:rsidRPr="00B87A9E">
          <w:rPr>
            <w:rStyle w:val="Hyperlink"/>
            <w:i w:val="0"/>
            <w:sz w:val="20"/>
            <w:szCs w:val="20"/>
            <w:u w:val="none"/>
          </w:rPr>
          <w:t>Reporting of Demand Response</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_Toc199405321 \h </w:instrText>
        </w:r>
        <w:r w:rsidRPr="00B87A9E">
          <w:rPr>
            <w:i w:val="0"/>
            <w:webHidden/>
            <w:sz w:val="20"/>
            <w:szCs w:val="20"/>
          </w:rPr>
        </w:r>
        <w:r w:rsidRPr="00B87A9E">
          <w:rPr>
            <w:i w:val="0"/>
            <w:webHidden/>
            <w:sz w:val="20"/>
            <w:szCs w:val="20"/>
          </w:rPr>
          <w:fldChar w:fldCharType="separate"/>
        </w:r>
        <w:r w:rsidR="009F5B92">
          <w:rPr>
            <w:i w:val="0"/>
            <w:webHidden/>
            <w:sz w:val="20"/>
            <w:szCs w:val="20"/>
          </w:rPr>
          <w:t>3-186</w:t>
        </w:r>
        <w:r w:rsidRPr="00B87A9E">
          <w:rPr>
            <w:i w:val="0"/>
            <w:webHidden/>
            <w:sz w:val="20"/>
            <w:szCs w:val="20"/>
          </w:rPr>
          <w:fldChar w:fldCharType="end"/>
        </w:r>
      </w:hyperlink>
    </w:p>
    <w:p w14:paraId="780AD234" w14:textId="1DC27B08" w:rsidR="00317F36" w:rsidRPr="00B87A9E" w:rsidRDefault="00317F36">
      <w:pPr>
        <w:pStyle w:val="TOC5"/>
        <w:rPr>
          <w:rFonts w:eastAsiaTheme="minorEastAsia"/>
          <w:i w:val="0"/>
          <w:kern w:val="2"/>
          <w:sz w:val="20"/>
          <w:szCs w:val="20"/>
          <w14:ligatures w14:val="standardContextual"/>
        </w:rPr>
      </w:pPr>
      <w:hyperlink w:anchor="_Toc199405322" w:history="1">
        <w:r w:rsidRPr="00B87A9E">
          <w:rPr>
            <w:rStyle w:val="Hyperlink"/>
            <w:i w:val="0"/>
            <w:sz w:val="20"/>
            <w:szCs w:val="20"/>
            <w:u w:val="none"/>
          </w:rPr>
          <w:t>3.10.7.2.2</w:t>
        </w:r>
        <w:r w:rsidRPr="00B87A9E">
          <w:rPr>
            <w:rFonts w:eastAsiaTheme="minorEastAsia"/>
            <w:i w:val="0"/>
            <w:kern w:val="2"/>
            <w:sz w:val="20"/>
            <w:szCs w:val="20"/>
            <w14:ligatures w14:val="standardContextual"/>
          </w:rPr>
          <w:tab/>
        </w:r>
        <w:r w:rsidRPr="00B87A9E">
          <w:rPr>
            <w:rStyle w:val="Hyperlink"/>
            <w:i w:val="0"/>
            <w:sz w:val="20"/>
            <w:szCs w:val="20"/>
            <w:u w:val="none"/>
          </w:rPr>
          <w:t>Annual Demand Response Report</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_Toc199405322 \h </w:instrText>
        </w:r>
        <w:r w:rsidRPr="00B87A9E">
          <w:rPr>
            <w:i w:val="0"/>
            <w:webHidden/>
            <w:sz w:val="20"/>
            <w:szCs w:val="20"/>
          </w:rPr>
        </w:r>
        <w:r w:rsidRPr="00B87A9E">
          <w:rPr>
            <w:i w:val="0"/>
            <w:webHidden/>
            <w:sz w:val="20"/>
            <w:szCs w:val="20"/>
          </w:rPr>
          <w:fldChar w:fldCharType="separate"/>
        </w:r>
        <w:r w:rsidR="009F5B92">
          <w:rPr>
            <w:i w:val="0"/>
            <w:webHidden/>
            <w:sz w:val="20"/>
            <w:szCs w:val="20"/>
          </w:rPr>
          <w:t>3-187</w:t>
        </w:r>
        <w:r w:rsidRPr="00B87A9E">
          <w:rPr>
            <w:i w:val="0"/>
            <w:webHidden/>
            <w:sz w:val="20"/>
            <w:szCs w:val="20"/>
          </w:rPr>
          <w:fldChar w:fldCharType="end"/>
        </w:r>
      </w:hyperlink>
    </w:p>
    <w:p w14:paraId="522F0CED" w14:textId="4DEEDFEF" w:rsidR="00317F36" w:rsidRPr="00B87A9E" w:rsidRDefault="00317F36">
      <w:pPr>
        <w:pStyle w:val="TOC4"/>
        <w:rPr>
          <w:rFonts w:eastAsiaTheme="minorEastAsia"/>
          <w:bCs w:val="0"/>
          <w:snapToGrid/>
          <w:kern w:val="2"/>
          <w:sz w:val="20"/>
          <w:szCs w:val="20"/>
          <w14:ligatures w14:val="standardContextual"/>
        </w:rPr>
      </w:pPr>
      <w:hyperlink w:anchor="_Toc199405323" w:history="1">
        <w:r w:rsidRPr="00B87A9E">
          <w:rPr>
            <w:rStyle w:val="Hyperlink"/>
            <w:bCs w:val="0"/>
            <w:sz w:val="20"/>
            <w:szCs w:val="20"/>
            <w:u w:val="none"/>
          </w:rPr>
          <w:t>3.10.7.3</w:t>
        </w:r>
        <w:r w:rsidRPr="00B87A9E">
          <w:rPr>
            <w:rFonts w:eastAsiaTheme="minorEastAsia"/>
            <w:bCs w:val="0"/>
            <w:snapToGrid/>
            <w:kern w:val="2"/>
            <w:sz w:val="20"/>
            <w:szCs w:val="20"/>
            <w14:ligatures w14:val="standardContextual"/>
          </w:rPr>
          <w:tab/>
        </w:r>
        <w:r w:rsidRPr="00B87A9E">
          <w:rPr>
            <w:rStyle w:val="Hyperlink"/>
            <w:bCs w:val="0"/>
            <w:sz w:val="20"/>
            <w:szCs w:val="20"/>
            <w:u w:val="none"/>
          </w:rPr>
          <w:t>Modeling of Private Use Networks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_Toc199405323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3-190</w:t>
        </w:r>
        <w:r w:rsidRPr="00B87A9E">
          <w:rPr>
            <w:bCs w:val="0"/>
            <w:webHidden/>
            <w:sz w:val="20"/>
            <w:szCs w:val="20"/>
          </w:rPr>
          <w:fldChar w:fldCharType="end"/>
        </w:r>
      </w:hyperlink>
    </w:p>
    <w:p w14:paraId="720FD090" w14:textId="0759D8CF" w:rsidR="00317F36" w:rsidRPr="00B87A9E" w:rsidRDefault="00317F36">
      <w:pPr>
        <w:pStyle w:val="TOC4"/>
        <w:rPr>
          <w:rFonts w:eastAsiaTheme="minorEastAsia"/>
          <w:bCs w:val="0"/>
          <w:snapToGrid/>
          <w:kern w:val="2"/>
          <w:sz w:val="20"/>
          <w:szCs w:val="20"/>
          <w14:ligatures w14:val="standardContextual"/>
        </w:rPr>
      </w:pPr>
      <w:hyperlink w:anchor="_Toc199405324" w:history="1">
        <w:r w:rsidRPr="00B87A9E">
          <w:rPr>
            <w:rStyle w:val="Hyperlink"/>
            <w:bCs w:val="0"/>
            <w:sz w:val="20"/>
            <w:szCs w:val="20"/>
            <w:u w:val="none"/>
          </w:rPr>
          <w:t>3.10.7.4</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Remedial Action Schemes, Automatic Mitigation Plans and Remedial Action Plans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_Toc199405324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3-192</w:t>
        </w:r>
        <w:r w:rsidRPr="00B87A9E">
          <w:rPr>
            <w:bCs w:val="0"/>
            <w:webHidden/>
            <w:sz w:val="20"/>
            <w:szCs w:val="20"/>
          </w:rPr>
          <w:fldChar w:fldCharType="end"/>
        </w:r>
      </w:hyperlink>
    </w:p>
    <w:p w14:paraId="63C116CD" w14:textId="6218BD0F" w:rsidR="00317F36" w:rsidRPr="00B87A9E" w:rsidRDefault="00317F36">
      <w:pPr>
        <w:pStyle w:val="TOC4"/>
        <w:rPr>
          <w:rFonts w:eastAsiaTheme="minorEastAsia"/>
          <w:bCs w:val="0"/>
          <w:snapToGrid/>
          <w:kern w:val="2"/>
          <w:sz w:val="20"/>
          <w:szCs w:val="20"/>
          <w14:ligatures w14:val="standardContextual"/>
        </w:rPr>
      </w:pPr>
      <w:hyperlink w:anchor="_Toc199405325" w:history="1">
        <w:r w:rsidRPr="00B87A9E">
          <w:rPr>
            <w:rStyle w:val="Hyperlink"/>
            <w:bCs w:val="0"/>
            <w:sz w:val="20"/>
            <w:szCs w:val="20"/>
            <w:u w:val="none"/>
          </w:rPr>
          <w:t>3.10.7.5</w:t>
        </w:r>
        <w:r w:rsidRPr="00B87A9E">
          <w:rPr>
            <w:rFonts w:eastAsiaTheme="minorEastAsia"/>
            <w:bCs w:val="0"/>
            <w:snapToGrid/>
            <w:kern w:val="2"/>
            <w:sz w:val="20"/>
            <w:szCs w:val="20"/>
            <w14:ligatures w14:val="standardContextual"/>
          </w:rPr>
          <w:tab/>
        </w:r>
        <w:r w:rsidRPr="00B87A9E">
          <w:rPr>
            <w:rStyle w:val="Hyperlink"/>
            <w:bCs w:val="0"/>
            <w:sz w:val="20"/>
            <w:szCs w:val="20"/>
            <w:u w:val="none"/>
          </w:rPr>
          <w:t>Telemetry Requirements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_Toc199405325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3-193</w:t>
        </w:r>
        <w:r w:rsidRPr="00B87A9E">
          <w:rPr>
            <w:bCs w:val="0"/>
            <w:webHidden/>
            <w:sz w:val="20"/>
            <w:szCs w:val="20"/>
          </w:rPr>
          <w:fldChar w:fldCharType="end"/>
        </w:r>
      </w:hyperlink>
    </w:p>
    <w:p w14:paraId="0194A54C" w14:textId="6F9AD25D" w:rsidR="00317F36" w:rsidRPr="00B87A9E" w:rsidRDefault="00317F36">
      <w:pPr>
        <w:pStyle w:val="TOC5"/>
        <w:rPr>
          <w:rFonts w:eastAsiaTheme="minorEastAsia"/>
          <w:i w:val="0"/>
          <w:kern w:val="2"/>
          <w:sz w:val="20"/>
          <w:szCs w:val="20"/>
          <w14:ligatures w14:val="standardContextual"/>
        </w:rPr>
      </w:pPr>
      <w:hyperlink w:anchor="_Toc199405326" w:history="1">
        <w:r w:rsidRPr="00B87A9E">
          <w:rPr>
            <w:rStyle w:val="Hyperlink"/>
            <w:i w:val="0"/>
            <w:sz w:val="20"/>
            <w:szCs w:val="20"/>
            <w:u w:val="none"/>
          </w:rPr>
          <w:t>3.10.7.5.1</w:t>
        </w:r>
        <w:r w:rsidRPr="00B87A9E">
          <w:rPr>
            <w:rFonts w:eastAsiaTheme="minorEastAsia"/>
            <w:i w:val="0"/>
            <w:kern w:val="2"/>
            <w:sz w:val="20"/>
            <w:szCs w:val="20"/>
            <w14:ligatures w14:val="standardContextual"/>
          </w:rPr>
          <w:tab/>
        </w:r>
        <w:r w:rsidRPr="00B87A9E">
          <w:rPr>
            <w:rStyle w:val="Hyperlink"/>
            <w:i w:val="0"/>
            <w:sz w:val="20"/>
            <w:szCs w:val="20"/>
            <w:u w:val="none"/>
          </w:rPr>
          <w:t>Continuous Telemetry of the Status of Breakers and Switches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_Toc199405326 \h </w:instrText>
        </w:r>
        <w:r w:rsidRPr="00B87A9E">
          <w:rPr>
            <w:i w:val="0"/>
            <w:webHidden/>
            <w:sz w:val="20"/>
            <w:szCs w:val="20"/>
          </w:rPr>
        </w:r>
        <w:r w:rsidRPr="00B87A9E">
          <w:rPr>
            <w:i w:val="0"/>
            <w:webHidden/>
            <w:sz w:val="20"/>
            <w:szCs w:val="20"/>
          </w:rPr>
          <w:fldChar w:fldCharType="separate"/>
        </w:r>
        <w:r w:rsidR="009F5B92">
          <w:rPr>
            <w:i w:val="0"/>
            <w:webHidden/>
            <w:sz w:val="20"/>
            <w:szCs w:val="20"/>
          </w:rPr>
          <w:t>3-195</w:t>
        </w:r>
        <w:r w:rsidRPr="00B87A9E">
          <w:rPr>
            <w:i w:val="0"/>
            <w:webHidden/>
            <w:sz w:val="20"/>
            <w:szCs w:val="20"/>
          </w:rPr>
          <w:fldChar w:fldCharType="end"/>
        </w:r>
      </w:hyperlink>
    </w:p>
    <w:p w14:paraId="3E95FA86" w14:textId="54BD9606" w:rsidR="00317F36" w:rsidRPr="00B87A9E" w:rsidRDefault="00317F36">
      <w:pPr>
        <w:pStyle w:val="TOC5"/>
        <w:rPr>
          <w:rFonts w:eastAsiaTheme="minorEastAsia"/>
          <w:i w:val="0"/>
          <w:kern w:val="2"/>
          <w:sz w:val="20"/>
          <w:szCs w:val="20"/>
          <w14:ligatures w14:val="standardContextual"/>
        </w:rPr>
      </w:pPr>
      <w:hyperlink w:anchor="_Toc199405327" w:history="1">
        <w:r w:rsidRPr="00B87A9E">
          <w:rPr>
            <w:rStyle w:val="Hyperlink"/>
            <w:i w:val="0"/>
            <w:sz w:val="20"/>
            <w:szCs w:val="20"/>
            <w:u w:val="none"/>
          </w:rPr>
          <w:t>3.10.7.5.2</w:t>
        </w:r>
        <w:r w:rsidRPr="00B87A9E">
          <w:rPr>
            <w:rFonts w:eastAsiaTheme="minorEastAsia"/>
            <w:i w:val="0"/>
            <w:kern w:val="2"/>
            <w:sz w:val="20"/>
            <w:szCs w:val="20"/>
            <w14:ligatures w14:val="standardContextual"/>
          </w:rPr>
          <w:tab/>
        </w:r>
        <w:r w:rsidRPr="00B87A9E">
          <w:rPr>
            <w:rStyle w:val="Hyperlink"/>
            <w:i w:val="0"/>
            <w:sz w:val="20"/>
            <w:szCs w:val="20"/>
            <w:u w:val="none"/>
          </w:rPr>
          <w:t>Continuous Telemetry of the Real-Time Measurements of Bus Load, Voltages, Tap Position, and Flows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_Toc199405327 \h </w:instrText>
        </w:r>
        <w:r w:rsidRPr="00B87A9E">
          <w:rPr>
            <w:i w:val="0"/>
            <w:webHidden/>
            <w:sz w:val="20"/>
            <w:szCs w:val="20"/>
          </w:rPr>
        </w:r>
        <w:r w:rsidRPr="00B87A9E">
          <w:rPr>
            <w:i w:val="0"/>
            <w:webHidden/>
            <w:sz w:val="20"/>
            <w:szCs w:val="20"/>
          </w:rPr>
          <w:fldChar w:fldCharType="separate"/>
        </w:r>
        <w:r w:rsidR="009F5B92">
          <w:rPr>
            <w:i w:val="0"/>
            <w:webHidden/>
            <w:sz w:val="20"/>
            <w:szCs w:val="20"/>
          </w:rPr>
          <w:t>3-198</w:t>
        </w:r>
        <w:r w:rsidRPr="00B87A9E">
          <w:rPr>
            <w:i w:val="0"/>
            <w:webHidden/>
            <w:sz w:val="20"/>
            <w:szCs w:val="20"/>
          </w:rPr>
          <w:fldChar w:fldCharType="end"/>
        </w:r>
      </w:hyperlink>
    </w:p>
    <w:p w14:paraId="1AB8BD13" w14:textId="01EE9CED" w:rsidR="00317F36" w:rsidRPr="00B87A9E" w:rsidRDefault="00317F36">
      <w:pPr>
        <w:pStyle w:val="TOC5"/>
        <w:rPr>
          <w:rFonts w:eastAsiaTheme="minorEastAsia"/>
          <w:i w:val="0"/>
          <w:kern w:val="2"/>
          <w:sz w:val="20"/>
          <w:szCs w:val="20"/>
          <w14:ligatures w14:val="standardContextual"/>
        </w:rPr>
      </w:pPr>
      <w:hyperlink w:anchor="_Toc199405328" w:history="1">
        <w:r w:rsidRPr="00B87A9E">
          <w:rPr>
            <w:rStyle w:val="Hyperlink"/>
            <w:i w:val="0"/>
            <w:sz w:val="20"/>
            <w:szCs w:val="20"/>
            <w:u w:val="none"/>
          </w:rPr>
          <w:t xml:space="preserve">3.10.7.5.3 </w:t>
        </w:r>
        <w:r w:rsidRPr="00B87A9E">
          <w:rPr>
            <w:rFonts w:eastAsiaTheme="minorEastAsia"/>
            <w:i w:val="0"/>
            <w:kern w:val="2"/>
            <w:sz w:val="20"/>
            <w:szCs w:val="20"/>
            <w14:ligatures w14:val="standardContextual"/>
          </w:rPr>
          <w:tab/>
        </w:r>
        <w:r w:rsidRPr="00B87A9E">
          <w:rPr>
            <w:rStyle w:val="Hyperlink"/>
            <w:i w:val="0"/>
            <w:sz w:val="20"/>
            <w:szCs w:val="20"/>
            <w:u w:val="none"/>
          </w:rPr>
          <w:t>Required Telemetry of Voltage and Power Flow</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_Toc199405328 \h </w:instrText>
        </w:r>
        <w:r w:rsidRPr="00B87A9E">
          <w:rPr>
            <w:i w:val="0"/>
            <w:webHidden/>
            <w:sz w:val="20"/>
            <w:szCs w:val="20"/>
          </w:rPr>
        </w:r>
        <w:r w:rsidRPr="00B87A9E">
          <w:rPr>
            <w:i w:val="0"/>
            <w:webHidden/>
            <w:sz w:val="20"/>
            <w:szCs w:val="20"/>
          </w:rPr>
          <w:fldChar w:fldCharType="separate"/>
        </w:r>
        <w:r w:rsidR="009F5B92">
          <w:rPr>
            <w:i w:val="0"/>
            <w:webHidden/>
            <w:sz w:val="20"/>
            <w:szCs w:val="20"/>
          </w:rPr>
          <w:t>3-201</w:t>
        </w:r>
        <w:r w:rsidRPr="00B87A9E">
          <w:rPr>
            <w:i w:val="0"/>
            <w:webHidden/>
            <w:sz w:val="20"/>
            <w:szCs w:val="20"/>
          </w:rPr>
          <w:fldChar w:fldCharType="end"/>
        </w:r>
      </w:hyperlink>
    </w:p>
    <w:p w14:paraId="3C3A5167" w14:textId="1234B8F6" w:rsidR="00317F36" w:rsidRPr="00B87A9E" w:rsidRDefault="00317F36">
      <w:pPr>
        <w:pStyle w:val="TOC5"/>
        <w:rPr>
          <w:rFonts w:eastAsiaTheme="minorEastAsia"/>
          <w:i w:val="0"/>
          <w:kern w:val="2"/>
          <w:sz w:val="20"/>
          <w:szCs w:val="20"/>
          <w14:ligatures w14:val="standardContextual"/>
        </w:rPr>
      </w:pPr>
      <w:hyperlink w:anchor="_Toc199405329" w:history="1">
        <w:r w:rsidRPr="00B87A9E">
          <w:rPr>
            <w:rStyle w:val="Hyperlink"/>
            <w:i w:val="0"/>
            <w:sz w:val="20"/>
            <w:szCs w:val="20"/>
            <w:u w:val="none"/>
          </w:rPr>
          <w:t>3.10.7.5.4</w:t>
        </w:r>
        <w:r w:rsidRPr="00B87A9E">
          <w:rPr>
            <w:rFonts w:eastAsiaTheme="minorEastAsia"/>
            <w:i w:val="0"/>
            <w:kern w:val="2"/>
            <w:sz w:val="20"/>
            <w:szCs w:val="20"/>
            <w14:ligatures w14:val="standardContextual"/>
          </w:rPr>
          <w:tab/>
        </w:r>
        <w:r w:rsidRPr="00B87A9E">
          <w:rPr>
            <w:rStyle w:val="Hyperlink"/>
            <w:i w:val="0"/>
            <w:sz w:val="20"/>
            <w:szCs w:val="20"/>
            <w:u w:val="none"/>
          </w:rPr>
          <w:t>General Telemetry Performance Criteria</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_Toc199405329 \h </w:instrText>
        </w:r>
        <w:r w:rsidRPr="00B87A9E">
          <w:rPr>
            <w:i w:val="0"/>
            <w:webHidden/>
            <w:sz w:val="20"/>
            <w:szCs w:val="20"/>
          </w:rPr>
        </w:r>
        <w:r w:rsidRPr="00B87A9E">
          <w:rPr>
            <w:i w:val="0"/>
            <w:webHidden/>
            <w:sz w:val="20"/>
            <w:szCs w:val="20"/>
          </w:rPr>
          <w:fldChar w:fldCharType="separate"/>
        </w:r>
        <w:r w:rsidR="009F5B92">
          <w:rPr>
            <w:i w:val="0"/>
            <w:webHidden/>
            <w:sz w:val="20"/>
            <w:szCs w:val="20"/>
          </w:rPr>
          <w:t>3-202</w:t>
        </w:r>
        <w:r w:rsidRPr="00B87A9E">
          <w:rPr>
            <w:i w:val="0"/>
            <w:webHidden/>
            <w:sz w:val="20"/>
            <w:szCs w:val="20"/>
          </w:rPr>
          <w:fldChar w:fldCharType="end"/>
        </w:r>
      </w:hyperlink>
    </w:p>
    <w:p w14:paraId="2451AB8B" w14:textId="57E8525D" w:rsidR="00317F36" w:rsidRPr="00B87A9E" w:rsidRDefault="00317F36">
      <w:pPr>
        <w:pStyle w:val="TOC5"/>
        <w:rPr>
          <w:rFonts w:eastAsiaTheme="minorEastAsia"/>
          <w:i w:val="0"/>
          <w:kern w:val="2"/>
          <w:sz w:val="20"/>
          <w:szCs w:val="20"/>
          <w14:ligatures w14:val="standardContextual"/>
        </w:rPr>
      </w:pPr>
      <w:hyperlink w:anchor="_Toc199405330" w:history="1">
        <w:r w:rsidRPr="00B87A9E">
          <w:rPr>
            <w:rStyle w:val="Hyperlink"/>
            <w:i w:val="0"/>
            <w:sz w:val="20"/>
            <w:szCs w:val="20"/>
            <w:u w:val="none"/>
          </w:rPr>
          <w:t>3.10.7.5.5</w:t>
        </w:r>
        <w:r w:rsidRPr="00B87A9E">
          <w:rPr>
            <w:rFonts w:eastAsiaTheme="minorEastAsia"/>
            <w:i w:val="0"/>
            <w:kern w:val="2"/>
            <w:sz w:val="20"/>
            <w:szCs w:val="20"/>
            <w14:ligatures w14:val="standardContextual"/>
          </w:rPr>
          <w:tab/>
        </w:r>
        <w:r w:rsidRPr="00B87A9E">
          <w:rPr>
            <w:rStyle w:val="Hyperlink"/>
            <w:i w:val="0"/>
            <w:sz w:val="20"/>
            <w:szCs w:val="20"/>
            <w:u w:val="none"/>
          </w:rPr>
          <w:t>Supplemental Telemetry Performance Criteria</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_Toc199405330 \h </w:instrText>
        </w:r>
        <w:r w:rsidRPr="00B87A9E">
          <w:rPr>
            <w:i w:val="0"/>
            <w:webHidden/>
            <w:sz w:val="20"/>
            <w:szCs w:val="20"/>
          </w:rPr>
        </w:r>
        <w:r w:rsidRPr="00B87A9E">
          <w:rPr>
            <w:i w:val="0"/>
            <w:webHidden/>
            <w:sz w:val="20"/>
            <w:szCs w:val="20"/>
          </w:rPr>
          <w:fldChar w:fldCharType="separate"/>
        </w:r>
        <w:r w:rsidR="009F5B92">
          <w:rPr>
            <w:i w:val="0"/>
            <w:webHidden/>
            <w:sz w:val="20"/>
            <w:szCs w:val="20"/>
          </w:rPr>
          <w:t>3-203</w:t>
        </w:r>
        <w:r w:rsidRPr="00B87A9E">
          <w:rPr>
            <w:i w:val="0"/>
            <w:webHidden/>
            <w:sz w:val="20"/>
            <w:szCs w:val="20"/>
          </w:rPr>
          <w:fldChar w:fldCharType="end"/>
        </w:r>
      </w:hyperlink>
    </w:p>
    <w:p w14:paraId="6C2EC624" w14:textId="0A4A8F21" w:rsidR="00317F36" w:rsidRPr="00B87A9E" w:rsidRDefault="00317F36">
      <w:pPr>
        <w:pStyle w:val="TOC5"/>
        <w:rPr>
          <w:rFonts w:eastAsiaTheme="minorEastAsia"/>
          <w:i w:val="0"/>
          <w:kern w:val="2"/>
          <w:sz w:val="20"/>
          <w:szCs w:val="20"/>
          <w14:ligatures w14:val="standardContextual"/>
        </w:rPr>
      </w:pPr>
      <w:hyperlink w:anchor="_Toc199405331" w:history="1">
        <w:r w:rsidRPr="00B87A9E">
          <w:rPr>
            <w:rStyle w:val="Hyperlink"/>
            <w:i w:val="0"/>
            <w:sz w:val="20"/>
            <w:szCs w:val="20"/>
            <w:u w:val="none"/>
          </w:rPr>
          <w:t>3.10.7.5.6</w:t>
        </w:r>
        <w:r w:rsidRPr="00B87A9E">
          <w:rPr>
            <w:rFonts w:eastAsiaTheme="minorEastAsia"/>
            <w:i w:val="0"/>
            <w:kern w:val="2"/>
            <w:sz w:val="20"/>
            <w:szCs w:val="20"/>
            <w14:ligatures w14:val="standardContextual"/>
          </w:rPr>
          <w:tab/>
        </w:r>
        <w:r w:rsidRPr="00B87A9E">
          <w:rPr>
            <w:rStyle w:val="Hyperlink"/>
            <w:i w:val="0"/>
            <w:sz w:val="20"/>
            <w:szCs w:val="20"/>
            <w:u w:val="none"/>
          </w:rPr>
          <w:t>TSP/QSE Telemetry Restoration</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_Toc199405331 \h </w:instrText>
        </w:r>
        <w:r w:rsidRPr="00B87A9E">
          <w:rPr>
            <w:i w:val="0"/>
            <w:webHidden/>
            <w:sz w:val="20"/>
            <w:szCs w:val="20"/>
          </w:rPr>
        </w:r>
        <w:r w:rsidRPr="00B87A9E">
          <w:rPr>
            <w:i w:val="0"/>
            <w:webHidden/>
            <w:sz w:val="20"/>
            <w:szCs w:val="20"/>
          </w:rPr>
          <w:fldChar w:fldCharType="separate"/>
        </w:r>
        <w:r w:rsidR="009F5B92">
          <w:rPr>
            <w:i w:val="0"/>
            <w:webHidden/>
            <w:sz w:val="20"/>
            <w:szCs w:val="20"/>
          </w:rPr>
          <w:t>3-204</w:t>
        </w:r>
        <w:r w:rsidRPr="00B87A9E">
          <w:rPr>
            <w:i w:val="0"/>
            <w:webHidden/>
            <w:sz w:val="20"/>
            <w:szCs w:val="20"/>
          </w:rPr>
          <w:fldChar w:fldCharType="end"/>
        </w:r>
      </w:hyperlink>
    </w:p>
    <w:p w14:paraId="59743A54" w14:textId="7B3E0710" w:rsidR="00317F36" w:rsidRPr="00B87A9E" w:rsidRDefault="00317F36">
      <w:pPr>
        <w:pStyle w:val="TOC5"/>
        <w:rPr>
          <w:rFonts w:eastAsiaTheme="minorEastAsia"/>
          <w:i w:val="0"/>
          <w:kern w:val="2"/>
          <w:sz w:val="20"/>
          <w:szCs w:val="20"/>
          <w14:ligatures w14:val="standardContextual"/>
        </w:rPr>
      </w:pPr>
      <w:hyperlink w:anchor="_Toc199405332" w:history="1">
        <w:r w:rsidRPr="00B87A9E">
          <w:rPr>
            <w:rStyle w:val="Hyperlink"/>
            <w:i w:val="0"/>
            <w:sz w:val="20"/>
            <w:szCs w:val="20"/>
            <w:u w:val="none"/>
          </w:rPr>
          <w:t>3.10.7.5.7</w:t>
        </w:r>
        <w:r w:rsidRPr="00B87A9E">
          <w:rPr>
            <w:rFonts w:eastAsiaTheme="minorEastAsia"/>
            <w:i w:val="0"/>
            <w:kern w:val="2"/>
            <w:sz w:val="20"/>
            <w:szCs w:val="20"/>
            <w14:ligatures w14:val="standardContextual"/>
          </w:rPr>
          <w:tab/>
        </w:r>
        <w:r w:rsidRPr="00B87A9E">
          <w:rPr>
            <w:rStyle w:val="Hyperlink"/>
            <w:i w:val="0"/>
            <w:sz w:val="20"/>
            <w:szCs w:val="20"/>
            <w:u w:val="none"/>
          </w:rPr>
          <w:t>Calibration, Quality Checking, and Testing</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_Toc199405332 \h </w:instrText>
        </w:r>
        <w:r w:rsidRPr="00B87A9E">
          <w:rPr>
            <w:i w:val="0"/>
            <w:webHidden/>
            <w:sz w:val="20"/>
            <w:szCs w:val="20"/>
          </w:rPr>
        </w:r>
        <w:r w:rsidRPr="00B87A9E">
          <w:rPr>
            <w:i w:val="0"/>
            <w:webHidden/>
            <w:sz w:val="20"/>
            <w:szCs w:val="20"/>
          </w:rPr>
          <w:fldChar w:fldCharType="separate"/>
        </w:r>
        <w:r w:rsidR="009F5B92">
          <w:rPr>
            <w:i w:val="0"/>
            <w:webHidden/>
            <w:sz w:val="20"/>
            <w:szCs w:val="20"/>
          </w:rPr>
          <w:t>3-205</w:t>
        </w:r>
        <w:r w:rsidRPr="00B87A9E">
          <w:rPr>
            <w:i w:val="0"/>
            <w:webHidden/>
            <w:sz w:val="20"/>
            <w:szCs w:val="20"/>
          </w:rPr>
          <w:fldChar w:fldCharType="end"/>
        </w:r>
      </w:hyperlink>
    </w:p>
    <w:p w14:paraId="5AEE8E0B" w14:textId="315C9487" w:rsidR="00317F36" w:rsidRPr="00B87A9E" w:rsidRDefault="00317F36">
      <w:pPr>
        <w:pStyle w:val="TOC5"/>
        <w:rPr>
          <w:rFonts w:eastAsiaTheme="minorEastAsia"/>
          <w:i w:val="0"/>
          <w:kern w:val="2"/>
          <w:sz w:val="20"/>
          <w:szCs w:val="20"/>
          <w14:ligatures w14:val="standardContextual"/>
        </w:rPr>
      </w:pPr>
      <w:hyperlink w:anchor="_Toc199405333" w:history="1">
        <w:r w:rsidRPr="00B87A9E">
          <w:rPr>
            <w:rStyle w:val="Hyperlink"/>
            <w:i w:val="0"/>
            <w:sz w:val="20"/>
            <w:szCs w:val="20"/>
            <w:u w:val="none"/>
          </w:rPr>
          <w:t>3.10.7.5.8</w:t>
        </w:r>
        <w:r w:rsidRPr="00B87A9E">
          <w:rPr>
            <w:rFonts w:eastAsiaTheme="minorEastAsia"/>
            <w:i w:val="0"/>
            <w:kern w:val="2"/>
            <w:sz w:val="20"/>
            <w:szCs w:val="20"/>
            <w14:ligatures w14:val="standardContextual"/>
          </w:rPr>
          <w:tab/>
        </w:r>
        <w:r w:rsidRPr="00B87A9E">
          <w:rPr>
            <w:rStyle w:val="Hyperlink"/>
            <w:i w:val="0"/>
            <w:sz w:val="20"/>
            <w:szCs w:val="20"/>
            <w:u w:val="none"/>
          </w:rPr>
          <w:t>Inter-Control Center Communications Protocol (ICCP) Links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_Toc199405333 \h </w:instrText>
        </w:r>
        <w:r w:rsidRPr="00B87A9E">
          <w:rPr>
            <w:i w:val="0"/>
            <w:webHidden/>
            <w:sz w:val="20"/>
            <w:szCs w:val="20"/>
          </w:rPr>
        </w:r>
        <w:r w:rsidRPr="00B87A9E">
          <w:rPr>
            <w:i w:val="0"/>
            <w:webHidden/>
            <w:sz w:val="20"/>
            <w:szCs w:val="20"/>
          </w:rPr>
          <w:fldChar w:fldCharType="separate"/>
        </w:r>
        <w:r w:rsidR="009F5B92">
          <w:rPr>
            <w:i w:val="0"/>
            <w:webHidden/>
            <w:sz w:val="20"/>
            <w:szCs w:val="20"/>
          </w:rPr>
          <w:t>3-205</w:t>
        </w:r>
        <w:r w:rsidRPr="00B87A9E">
          <w:rPr>
            <w:i w:val="0"/>
            <w:webHidden/>
            <w:sz w:val="20"/>
            <w:szCs w:val="20"/>
          </w:rPr>
          <w:fldChar w:fldCharType="end"/>
        </w:r>
      </w:hyperlink>
    </w:p>
    <w:p w14:paraId="0CCC1A8F" w14:textId="3708934C" w:rsidR="00317F36" w:rsidRPr="00B87A9E" w:rsidRDefault="00317F36">
      <w:pPr>
        <w:pStyle w:val="TOC4"/>
        <w:rPr>
          <w:rFonts w:eastAsiaTheme="minorEastAsia"/>
          <w:bCs w:val="0"/>
          <w:snapToGrid/>
          <w:kern w:val="2"/>
          <w:sz w:val="20"/>
          <w:szCs w:val="20"/>
          <w14:ligatures w14:val="standardContextual"/>
        </w:rPr>
      </w:pPr>
      <w:hyperlink w:anchor="_Toc199405334" w:history="1">
        <w:r w:rsidRPr="00B87A9E">
          <w:rPr>
            <w:rStyle w:val="Hyperlink"/>
            <w:bCs w:val="0"/>
            <w:sz w:val="20"/>
            <w:szCs w:val="20"/>
            <w:u w:val="none"/>
          </w:rPr>
          <w:t>3.10.7.5.8.1</w:t>
        </w:r>
        <w:r w:rsidRPr="00B87A9E">
          <w:rPr>
            <w:rFonts w:eastAsiaTheme="minorEastAsia"/>
            <w:bCs w:val="0"/>
            <w:snapToGrid/>
            <w:kern w:val="2"/>
            <w:sz w:val="20"/>
            <w:szCs w:val="20"/>
            <w14:ligatures w14:val="standardContextual"/>
          </w:rPr>
          <w:tab/>
        </w:r>
        <w:r w:rsidRPr="00B87A9E">
          <w:rPr>
            <w:rStyle w:val="Hyperlink"/>
            <w:bCs w:val="0"/>
            <w:sz w:val="20"/>
            <w:szCs w:val="20"/>
            <w:u w:val="none"/>
          </w:rPr>
          <w:t>Data Quality Codes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_Toc199405334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3-205</w:t>
        </w:r>
        <w:r w:rsidRPr="00B87A9E">
          <w:rPr>
            <w:bCs w:val="0"/>
            <w:webHidden/>
            <w:sz w:val="20"/>
            <w:szCs w:val="20"/>
          </w:rPr>
          <w:fldChar w:fldCharType="end"/>
        </w:r>
      </w:hyperlink>
    </w:p>
    <w:p w14:paraId="0D239C45" w14:textId="4C4615F0" w:rsidR="00317F36" w:rsidRPr="00B87A9E" w:rsidRDefault="00317F36">
      <w:pPr>
        <w:pStyle w:val="TOC4"/>
        <w:rPr>
          <w:rFonts w:eastAsiaTheme="minorEastAsia"/>
          <w:bCs w:val="0"/>
          <w:snapToGrid/>
          <w:kern w:val="2"/>
          <w:sz w:val="20"/>
          <w:szCs w:val="20"/>
          <w14:ligatures w14:val="standardContextual"/>
        </w:rPr>
      </w:pPr>
      <w:hyperlink w:anchor="_Toc199405335" w:history="1">
        <w:r w:rsidRPr="00B87A9E">
          <w:rPr>
            <w:rStyle w:val="Hyperlink"/>
            <w:bCs w:val="0"/>
            <w:sz w:val="20"/>
            <w:szCs w:val="20"/>
            <w:u w:val="none"/>
          </w:rPr>
          <w:t>3.10.7.5.8.2</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Reliability of ICCP Associations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_Toc199405335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3-205</w:t>
        </w:r>
        <w:r w:rsidRPr="00B87A9E">
          <w:rPr>
            <w:bCs w:val="0"/>
            <w:webHidden/>
            <w:sz w:val="20"/>
            <w:szCs w:val="20"/>
          </w:rPr>
          <w:fldChar w:fldCharType="end"/>
        </w:r>
      </w:hyperlink>
    </w:p>
    <w:p w14:paraId="2A2EBF03" w14:textId="16233B87" w:rsidR="00317F36" w:rsidRPr="00B87A9E" w:rsidRDefault="00317F36">
      <w:pPr>
        <w:pStyle w:val="TOC5"/>
        <w:rPr>
          <w:rFonts w:eastAsiaTheme="minorEastAsia"/>
          <w:i w:val="0"/>
          <w:kern w:val="2"/>
          <w:sz w:val="20"/>
          <w:szCs w:val="20"/>
          <w14:ligatures w14:val="standardContextual"/>
        </w:rPr>
      </w:pPr>
      <w:hyperlink w:anchor="_Toc199405336" w:history="1">
        <w:r w:rsidRPr="00B87A9E">
          <w:rPr>
            <w:rStyle w:val="Hyperlink"/>
            <w:i w:val="0"/>
            <w:sz w:val="20"/>
            <w:szCs w:val="20"/>
            <w:u w:val="none"/>
          </w:rPr>
          <w:t>3.10.7.5.9</w:t>
        </w:r>
        <w:r w:rsidRPr="00B87A9E">
          <w:rPr>
            <w:rFonts w:eastAsiaTheme="minorEastAsia"/>
            <w:i w:val="0"/>
            <w:kern w:val="2"/>
            <w:sz w:val="20"/>
            <w:szCs w:val="20"/>
            <w14:ligatures w14:val="standardContextual"/>
          </w:rPr>
          <w:tab/>
        </w:r>
        <w:r w:rsidRPr="00B87A9E">
          <w:rPr>
            <w:rStyle w:val="Hyperlink"/>
            <w:i w:val="0"/>
            <w:sz w:val="20"/>
            <w:szCs w:val="20"/>
            <w:u w:val="none"/>
          </w:rPr>
          <w:t>ERCOT Requests for Telemetry</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_Toc199405336 \h </w:instrText>
        </w:r>
        <w:r w:rsidRPr="00B87A9E">
          <w:rPr>
            <w:i w:val="0"/>
            <w:webHidden/>
            <w:sz w:val="20"/>
            <w:szCs w:val="20"/>
          </w:rPr>
        </w:r>
        <w:r w:rsidRPr="00B87A9E">
          <w:rPr>
            <w:i w:val="0"/>
            <w:webHidden/>
            <w:sz w:val="20"/>
            <w:szCs w:val="20"/>
          </w:rPr>
          <w:fldChar w:fldCharType="separate"/>
        </w:r>
        <w:r w:rsidR="009F5B92">
          <w:rPr>
            <w:i w:val="0"/>
            <w:webHidden/>
            <w:sz w:val="20"/>
            <w:szCs w:val="20"/>
          </w:rPr>
          <w:t>3-206</w:t>
        </w:r>
        <w:r w:rsidRPr="00B87A9E">
          <w:rPr>
            <w:i w:val="0"/>
            <w:webHidden/>
            <w:sz w:val="20"/>
            <w:szCs w:val="20"/>
          </w:rPr>
          <w:fldChar w:fldCharType="end"/>
        </w:r>
      </w:hyperlink>
    </w:p>
    <w:p w14:paraId="5E62958D" w14:textId="1EE79FC1" w:rsidR="00317F36" w:rsidRPr="00B87A9E" w:rsidRDefault="00317F36">
      <w:pPr>
        <w:pStyle w:val="TOC5"/>
        <w:rPr>
          <w:rFonts w:eastAsiaTheme="minorEastAsia"/>
          <w:i w:val="0"/>
          <w:kern w:val="2"/>
          <w:sz w:val="20"/>
          <w:szCs w:val="20"/>
          <w14:ligatures w14:val="standardContextual"/>
        </w:rPr>
      </w:pPr>
      <w:hyperlink w:anchor="_Toc199405337" w:history="1">
        <w:r w:rsidRPr="00B87A9E">
          <w:rPr>
            <w:rStyle w:val="Hyperlink"/>
            <w:i w:val="0"/>
            <w:sz w:val="20"/>
            <w:szCs w:val="20"/>
            <w:u w:val="none"/>
          </w:rPr>
          <w:t>3.10.7.5.10</w:t>
        </w:r>
        <w:r w:rsidRPr="00B87A9E">
          <w:rPr>
            <w:rFonts w:eastAsiaTheme="minorEastAsia"/>
            <w:i w:val="0"/>
            <w:kern w:val="2"/>
            <w:sz w:val="20"/>
            <w:szCs w:val="20"/>
            <w14:ligatures w14:val="standardContextual"/>
          </w:rPr>
          <w:tab/>
        </w:r>
        <w:r w:rsidRPr="00B87A9E">
          <w:rPr>
            <w:rStyle w:val="Hyperlink"/>
            <w:i w:val="0"/>
            <w:sz w:val="20"/>
            <w:szCs w:val="20"/>
            <w:u w:val="none"/>
          </w:rPr>
          <w:t>ERCOT Requests for Redundant Telemetry</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_Toc199405337 \h </w:instrText>
        </w:r>
        <w:r w:rsidRPr="00B87A9E">
          <w:rPr>
            <w:i w:val="0"/>
            <w:webHidden/>
            <w:sz w:val="20"/>
            <w:szCs w:val="20"/>
          </w:rPr>
        </w:r>
        <w:r w:rsidRPr="00B87A9E">
          <w:rPr>
            <w:i w:val="0"/>
            <w:webHidden/>
            <w:sz w:val="20"/>
            <w:szCs w:val="20"/>
          </w:rPr>
          <w:fldChar w:fldCharType="separate"/>
        </w:r>
        <w:r w:rsidR="009F5B92">
          <w:rPr>
            <w:i w:val="0"/>
            <w:webHidden/>
            <w:sz w:val="20"/>
            <w:szCs w:val="20"/>
          </w:rPr>
          <w:t>3-208</w:t>
        </w:r>
        <w:r w:rsidRPr="00B87A9E">
          <w:rPr>
            <w:i w:val="0"/>
            <w:webHidden/>
            <w:sz w:val="20"/>
            <w:szCs w:val="20"/>
          </w:rPr>
          <w:fldChar w:fldCharType="end"/>
        </w:r>
      </w:hyperlink>
    </w:p>
    <w:p w14:paraId="07103CA9" w14:textId="19EDFCF0" w:rsidR="00317F36" w:rsidRPr="00B87A9E" w:rsidRDefault="00317F36">
      <w:pPr>
        <w:pStyle w:val="TOC4"/>
        <w:rPr>
          <w:rFonts w:eastAsiaTheme="minorEastAsia"/>
          <w:bCs w:val="0"/>
          <w:snapToGrid/>
          <w:kern w:val="2"/>
          <w:sz w:val="20"/>
          <w:szCs w:val="20"/>
          <w14:ligatures w14:val="standardContextual"/>
        </w:rPr>
      </w:pPr>
      <w:hyperlink w:anchor="_Toc199405338" w:history="1">
        <w:r w:rsidRPr="00B87A9E">
          <w:rPr>
            <w:rStyle w:val="Hyperlink"/>
            <w:bCs w:val="0"/>
            <w:sz w:val="20"/>
            <w:szCs w:val="20"/>
            <w:u w:val="none"/>
          </w:rPr>
          <w:t>3.10.7.6</w:t>
        </w:r>
        <w:r w:rsidRPr="00B87A9E">
          <w:rPr>
            <w:rFonts w:eastAsiaTheme="minorEastAsia"/>
            <w:bCs w:val="0"/>
            <w:snapToGrid/>
            <w:kern w:val="2"/>
            <w:sz w:val="20"/>
            <w:szCs w:val="20"/>
            <w14:ligatures w14:val="standardContextual"/>
          </w:rPr>
          <w:tab/>
        </w:r>
        <w:r w:rsidRPr="00B87A9E">
          <w:rPr>
            <w:rStyle w:val="Hyperlink"/>
            <w:bCs w:val="0"/>
            <w:sz w:val="20"/>
            <w:szCs w:val="20"/>
            <w:u w:val="none"/>
          </w:rPr>
          <w:t>Use of Generic Transmission Constraints and Generic Transmission Limits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_Toc199405338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3-209</w:t>
        </w:r>
        <w:r w:rsidRPr="00B87A9E">
          <w:rPr>
            <w:bCs w:val="0"/>
            <w:webHidden/>
            <w:sz w:val="20"/>
            <w:szCs w:val="20"/>
          </w:rPr>
          <w:fldChar w:fldCharType="end"/>
        </w:r>
      </w:hyperlink>
    </w:p>
    <w:p w14:paraId="14F3CB3B" w14:textId="187F6E08" w:rsidR="00317F36" w:rsidRPr="00B87A9E" w:rsidRDefault="00317F36">
      <w:pPr>
        <w:pStyle w:val="TOC4"/>
        <w:rPr>
          <w:rFonts w:eastAsiaTheme="minorEastAsia"/>
          <w:bCs w:val="0"/>
          <w:snapToGrid/>
          <w:kern w:val="2"/>
          <w:sz w:val="20"/>
          <w:szCs w:val="20"/>
          <w14:ligatures w14:val="standardContextual"/>
        </w:rPr>
      </w:pPr>
      <w:hyperlink w:anchor="_Toc199405339" w:history="1">
        <w:r w:rsidRPr="00B87A9E">
          <w:rPr>
            <w:rStyle w:val="Hyperlink"/>
            <w:bCs w:val="0"/>
            <w:sz w:val="20"/>
            <w:szCs w:val="20"/>
            <w:u w:val="none"/>
          </w:rPr>
          <w:t>3.10.7.7</w:t>
        </w:r>
        <w:r w:rsidRPr="00B87A9E">
          <w:rPr>
            <w:rFonts w:eastAsiaTheme="minorEastAsia"/>
            <w:bCs w:val="0"/>
            <w:snapToGrid/>
            <w:kern w:val="2"/>
            <w:sz w:val="20"/>
            <w:szCs w:val="20"/>
            <w14:ligatures w14:val="standardContextual"/>
          </w:rPr>
          <w:tab/>
        </w:r>
        <w:r w:rsidRPr="00B87A9E">
          <w:rPr>
            <w:rStyle w:val="Hyperlink"/>
            <w:bCs w:val="0"/>
            <w:sz w:val="20"/>
            <w:szCs w:val="20"/>
            <w:u w:val="none"/>
          </w:rPr>
          <w:t>DC Tie Limits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_Toc199405339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3-210</w:t>
        </w:r>
        <w:r w:rsidRPr="00B87A9E">
          <w:rPr>
            <w:bCs w:val="0"/>
            <w:webHidden/>
            <w:sz w:val="20"/>
            <w:szCs w:val="20"/>
          </w:rPr>
          <w:fldChar w:fldCharType="end"/>
        </w:r>
      </w:hyperlink>
    </w:p>
    <w:p w14:paraId="67C853DF" w14:textId="28681056" w:rsidR="00317F36" w:rsidRPr="00B87A9E" w:rsidRDefault="00317F36">
      <w:pPr>
        <w:pStyle w:val="TOC4"/>
        <w:rPr>
          <w:rFonts w:eastAsiaTheme="minorEastAsia"/>
          <w:bCs w:val="0"/>
          <w:snapToGrid/>
          <w:kern w:val="2"/>
          <w:sz w:val="20"/>
          <w:szCs w:val="20"/>
          <w14:ligatures w14:val="standardContextual"/>
        </w:rPr>
      </w:pPr>
      <w:hyperlink w:anchor="_Toc199405340" w:history="1">
        <w:r w:rsidRPr="00B87A9E">
          <w:rPr>
            <w:rStyle w:val="Hyperlink"/>
            <w:bCs w:val="0"/>
            <w:sz w:val="20"/>
            <w:szCs w:val="20"/>
            <w:u w:val="none"/>
            <w:lang w:val="x-none" w:eastAsia="x-none"/>
          </w:rPr>
          <w:t>3.10.7.7</w:t>
        </w:r>
        <w:r w:rsidRPr="00B87A9E">
          <w:rPr>
            <w:rFonts w:eastAsiaTheme="minorEastAsia"/>
            <w:bCs w:val="0"/>
            <w:snapToGrid/>
            <w:kern w:val="2"/>
            <w:sz w:val="20"/>
            <w:szCs w:val="20"/>
            <w14:ligatures w14:val="standardContextual"/>
          </w:rPr>
          <w:tab/>
        </w:r>
        <w:r w:rsidRPr="00B87A9E">
          <w:rPr>
            <w:rStyle w:val="Hyperlink"/>
            <w:bCs w:val="0"/>
            <w:sz w:val="20"/>
            <w:szCs w:val="20"/>
            <w:u w:val="none"/>
            <w:lang w:val="x-none" w:eastAsia="x-none"/>
          </w:rPr>
          <w:t xml:space="preserve">DC Tie </w:t>
        </w:r>
        <w:r w:rsidRPr="00B87A9E">
          <w:rPr>
            <w:rStyle w:val="Hyperlink"/>
            <w:bCs w:val="0"/>
            <w:sz w:val="20"/>
            <w:szCs w:val="20"/>
            <w:u w:val="none"/>
            <w:lang w:eastAsia="x-none"/>
          </w:rPr>
          <w:t xml:space="preserve">Advisory </w:t>
        </w:r>
        <w:r w:rsidRPr="00B87A9E">
          <w:rPr>
            <w:rStyle w:val="Hyperlink"/>
            <w:bCs w:val="0"/>
            <w:sz w:val="20"/>
            <w:szCs w:val="20"/>
            <w:u w:val="none"/>
            <w:lang w:val="x-none" w:eastAsia="x-none"/>
          </w:rPr>
          <w:t>Limits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_Toc199405340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3-211</w:t>
        </w:r>
        <w:r w:rsidRPr="00B87A9E">
          <w:rPr>
            <w:bCs w:val="0"/>
            <w:webHidden/>
            <w:sz w:val="20"/>
            <w:szCs w:val="20"/>
          </w:rPr>
          <w:fldChar w:fldCharType="end"/>
        </w:r>
      </w:hyperlink>
    </w:p>
    <w:p w14:paraId="0B46901F" w14:textId="143B4CA5" w:rsidR="00317F36" w:rsidRPr="00B87A9E" w:rsidRDefault="00317F36">
      <w:pPr>
        <w:pStyle w:val="TOC3"/>
        <w:rPr>
          <w:rFonts w:eastAsiaTheme="minorEastAsia"/>
          <w:kern w:val="2"/>
          <w14:ligatures w14:val="standardContextual"/>
        </w:rPr>
      </w:pPr>
      <w:hyperlink w:anchor="_Toc199405341" w:history="1">
        <w:r w:rsidRPr="00B87A9E">
          <w:rPr>
            <w:rStyle w:val="Hyperlink"/>
            <w:u w:val="none"/>
          </w:rPr>
          <w:t>3.10.8</w:t>
        </w:r>
        <w:r w:rsidRPr="00B87A9E">
          <w:rPr>
            <w:rFonts w:eastAsiaTheme="minorEastAsia"/>
            <w:kern w:val="2"/>
            <w14:ligatures w14:val="standardContextual"/>
          </w:rPr>
          <w:tab/>
        </w:r>
        <w:r w:rsidRPr="00B87A9E">
          <w:rPr>
            <w:rStyle w:val="Hyperlink"/>
            <w:u w:val="none"/>
          </w:rPr>
          <w:t>Dynamic Ratings</w:t>
        </w:r>
        <w:r w:rsidRPr="00B87A9E">
          <w:rPr>
            <w:webHidden/>
          </w:rPr>
          <w:tab/>
        </w:r>
        <w:r w:rsidRPr="00B87A9E">
          <w:rPr>
            <w:webHidden/>
          </w:rPr>
          <w:fldChar w:fldCharType="begin"/>
        </w:r>
        <w:r w:rsidRPr="00B87A9E">
          <w:rPr>
            <w:webHidden/>
          </w:rPr>
          <w:instrText xml:space="preserve"> PAGEREF _Toc199405341 \h </w:instrText>
        </w:r>
        <w:r w:rsidRPr="00B87A9E">
          <w:rPr>
            <w:webHidden/>
          </w:rPr>
        </w:r>
        <w:r w:rsidRPr="00B87A9E">
          <w:rPr>
            <w:webHidden/>
          </w:rPr>
          <w:fldChar w:fldCharType="separate"/>
        </w:r>
        <w:r w:rsidR="009F5B92">
          <w:rPr>
            <w:webHidden/>
          </w:rPr>
          <w:t>3-211</w:t>
        </w:r>
        <w:r w:rsidRPr="00B87A9E">
          <w:rPr>
            <w:webHidden/>
          </w:rPr>
          <w:fldChar w:fldCharType="end"/>
        </w:r>
      </w:hyperlink>
    </w:p>
    <w:p w14:paraId="2D139D46" w14:textId="2FD27282" w:rsidR="00317F36" w:rsidRPr="00B87A9E" w:rsidRDefault="00317F36">
      <w:pPr>
        <w:pStyle w:val="TOC4"/>
        <w:rPr>
          <w:rFonts w:eastAsiaTheme="minorEastAsia"/>
          <w:bCs w:val="0"/>
          <w:snapToGrid/>
          <w:kern w:val="2"/>
          <w:sz w:val="20"/>
          <w:szCs w:val="20"/>
          <w14:ligatures w14:val="standardContextual"/>
        </w:rPr>
      </w:pPr>
      <w:hyperlink w:anchor="_Toc199405342" w:history="1">
        <w:r w:rsidRPr="00B87A9E">
          <w:rPr>
            <w:rStyle w:val="Hyperlink"/>
            <w:bCs w:val="0"/>
            <w:sz w:val="20"/>
            <w:szCs w:val="20"/>
            <w:u w:val="none"/>
          </w:rPr>
          <w:t>3.10.8.1</w:t>
        </w:r>
        <w:r w:rsidRPr="00B87A9E">
          <w:rPr>
            <w:rFonts w:eastAsiaTheme="minorEastAsia"/>
            <w:bCs w:val="0"/>
            <w:snapToGrid/>
            <w:kern w:val="2"/>
            <w:sz w:val="20"/>
            <w:szCs w:val="20"/>
            <w14:ligatures w14:val="standardContextual"/>
          </w:rPr>
          <w:tab/>
        </w:r>
        <w:r w:rsidRPr="00B87A9E">
          <w:rPr>
            <w:rStyle w:val="Hyperlink"/>
            <w:bCs w:val="0"/>
            <w:sz w:val="20"/>
            <w:szCs w:val="20"/>
            <w:u w:val="none"/>
          </w:rPr>
          <w:t>Dynamic Ratings Delivered via ICCP</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_Toc199405342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3-212</w:t>
        </w:r>
        <w:r w:rsidRPr="00B87A9E">
          <w:rPr>
            <w:bCs w:val="0"/>
            <w:webHidden/>
            <w:sz w:val="20"/>
            <w:szCs w:val="20"/>
          </w:rPr>
          <w:fldChar w:fldCharType="end"/>
        </w:r>
      </w:hyperlink>
    </w:p>
    <w:p w14:paraId="6485601E" w14:textId="0C104898" w:rsidR="00317F36" w:rsidRPr="00B87A9E" w:rsidRDefault="00317F36">
      <w:pPr>
        <w:pStyle w:val="TOC4"/>
        <w:rPr>
          <w:rFonts w:eastAsiaTheme="minorEastAsia"/>
          <w:bCs w:val="0"/>
          <w:snapToGrid/>
          <w:kern w:val="2"/>
          <w:sz w:val="20"/>
          <w:szCs w:val="20"/>
          <w14:ligatures w14:val="standardContextual"/>
        </w:rPr>
      </w:pPr>
      <w:hyperlink w:anchor="_Toc199405343" w:history="1">
        <w:r w:rsidRPr="00B87A9E">
          <w:rPr>
            <w:rStyle w:val="Hyperlink"/>
            <w:bCs w:val="0"/>
            <w:sz w:val="20"/>
            <w:szCs w:val="20"/>
            <w:u w:val="none"/>
          </w:rPr>
          <w:t>3.10.8.2</w:t>
        </w:r>
        <w:r w:rsidRPr="00B87A9E">
          <w:rPr>
            <w:rFonts w:eastAsiaTheme="minorEastAsia"/>
            <w:bCs w:val="0"/>
            <w:snapToGrid/>
            <w:kern w:val="2"/>
            <w:sz w:val="20"/>
            <w:szCs w:val="20"/>
            <w14:ligatures w14:val="standardContextual"/>
          </w:rPr>
          <w:tab/>
        </w:r>
        <w:r w:rsidRPr="00B87A9E">
          <w:rPr>
            <w:rStyle w:val="Hyperlink"/>
            <w:bCs w:val="0"/>
            <w:sz w:val="20"/>
            <w:szCs w:val="20"/>
            <w:u w:val="none"/>
          </w:rPr>
          <w:t>Dynamic Ratings Delivered via Static Table and Telemetered Temperature</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_Toc199405343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3-212</w:t>
        </w:r>
        <w:r w:rsidRPr="00B87A9E">
          <w:rPr>
            <w:bCs w:val="0"/>
            <w:webHidden/>
            <w:sz w:val="20"/>
            <w:szCs w:val="20"/>
          </w:rPr>
          <w:fldChar w:fldCharType="end"/>
        </w:r>
      </w:hyperlink>
    </w:p>
    <w:p w14:paraId="6BC548FF" w14:textId="0078117D" w:rsidR="00317F36" w:rsidRPr="00B87A9E" w:rsidRDefault="00317F36">
      <w:pPr>
        <w:pStyle w:val="TOC4"/>
        <w:rPr>
          <w:rFonts w:eastAsiaTheme="minorEastAsia"/>
          <w:bCs w:val="0"/>
          <w:snapToGrid/>
          <w:kern w:val="2"/>
          <w:sz w:val="20"/>
          <w:szCs w:val="20"/>
          <w14:ligatures w14:val="standardContextual"/>
        </w:rPr>
      </w:pPr>
      <w:hyperlink w:anchor="_Toc199405344" w:history="1">
        <w:r w:rsidRPr="00B87A9E">
          <w:rPr>
            <w:rStyle w:val="Hyperlink"/>
            <w:bCs w:val="0"/>
            <w:sz w:val="20"/>
            <w:szCs w:val="20"/>
            <w:u w:val="none"/>
          </w:rPr>
          <w:t>3.10.8.3</w:t>
        </w:r>
        <w:r w:rsidRPr="00B87A9E">
          <w:rPr>
            <w:rFonts w:eastAsiaTheme="minorEastAsia"/>
            <w:bCs w:val="0"/>
            <w:snapToGrid/>
            <w:kern w:val="2"/>
            <w:sz w:val="20"/>
            <w:szCs w:val="20"/>
            <w14:ligatures w14:val="standardContextual"/>
          </w:rPr>
          <w:tab/>
        </w:r>
        <w:r w:rsidRPr="00B87A9E">
          <w:rPr>
            <w:rStyle w:val="Hyperlink"/>
            <w:bCs w:val="0"/>
            <w:sz w:val="20"/>
            <w:szCs w:val="20"/>
            <w:u w:val="none"/>
          </w:rPr>
          <w:t>Dynamic Rating Network Operations Model Change Requests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_Toc199405344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3-213</w:t>
        </w:r>
        <w:r w:rsidRPr="00B87A9E">
          <w:rPr>
            <w:bCs w:val="0"/>
            <w:webHidden/>
            <w:sz w:val="20"/>
            <w:szCs w:val="20"/>
          </w:rPr>
          <w:fldChar w:fldCharType="end"/>
        </w:r>
      </w:hyperlink>
    </w:p>
    <w:p w14:paraId="0A8E4046" w14:textId="74669642" w:rsidR="00317F36" w:rsidRPr="00B87A9E" w:rsidRDefault="00317F36">
      <w:pPr>
        <w:pStyle w:val="TOC4"/>
        <w:rPr>
          <w:rFonts w:eastAsiaTheme="minorEastAsia"/>
          <w:bCs w:val="0"/>
          <w:snapToGrid/>
          <w:kern w:val="2"/>
          <w:sz w:val="20"/>
          <w:szCs w:val="20"/>
          <w14:ligatures w14:val="standardContextual"/>
        </w:rPr>
      </w:pPr>
      <w:hyperlink w:anchor="_Toc199405345" w:history="1">
        <w:r w:rsidRPr="00B87A9E">
          <w:rPr>
            <w:rStyle w:val="Hyperlink"/>
            <w:bCs w:val="0"/>
            <w:sz w:val="20"/>
            <w:szCs w:val="20"/>
            <w:u w:val="none"/>
          </w:rPr>
          <w:t>3.10.8.4</w:t>
        </w:r>
        <w:r w:rsidRPr="00B87A9E">
          <w:rPr>
            <w:rFonts w:eastAsiaTheme="minorEastAsia"/>
            <w:bCs w:val="0"/>
            <w:snapToGrid/>
            <w:kern w:val="2"/>
            <w:sz w:val="20"/>
            <w:szCs w:val="20"/>
            <w14:ligatures w14:val="standardContextual"/>
          </w:rPr>
          <w:tab/>
        </w:r>
        <w:r w:rsidRPr="00B87A9E">
          <w:rPr>
            <w:rStyle w:val="Hyperlink"/>
            <w:bCs w:val="0"/>
            <w:sz w:val="20"/>
            <w:szCs w:val="20"/>
            <w:u w:val="none"/>
          </w:rPr>
          <w:t>ERCOT Responsibilities Related to Dynamic Ratings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_Toc199405345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3-213</w:t>
        </w:r>
        <w:r w:rsidRPr="00B87A9E">
          <w:rPr>
            <w:bCs w:val="0"/>
            <w:webHidden/>
            <w:sz w:val="20"/>
            <w:szCs w:val="20"/>
          </w:rPr>
          <w:fldChar w:fldCharType="end"/>
        </w:r>
      </w:hyperlink>
    </w:p>
    <w:p w14:paraId="0E44649F" w14:textId="370F8D4B" w:rsidR="00317F36" w:rsidRPr="00B87A9E" w:rsidRDefault="00317F36">
      <w:pPr>
        <w:pStyle w:val="TOC4"/>
        <w:rPr>
          <w:rFonts w:eastAsiaTheme="minorEastAsia"/>
          <w:bCs w:val="0"/>
          <w:snapToGrid/>
          <w:kern w:val="2"/>
          <w:sz w:val="20"/>
          <w:szCs w:val="20"/>
          <w14:ligatures w14:val="standardContextual"/>
        </w:rPr>
      </w:pPr>
      <w:hyperlink w:anchor="_Toc199405346" w:history="1">
        <w:r w:rsidRPr="00B87A9E">
          <w:rPr>
            <w:rStyle w:val="Hyperlink"/>
            <w:bCs w:val="0"/>
            <w:sz w:val="20"/>
            <w:szCs w:val="20"/>
            <w:u w:val="none"/>
          </w:rPr>
          <w:t>3.10.8.5</w:t>
        </w:r>
        <w:r w:rsidRPr="00B87A9E">
          <w:rPr>
            <w:rFonts w:eastAsiaTheme="minorEastAsia"/>
            <w:bCs w:val="0"/>
            <w:snapToGrid/>
            <w:kern w:val="2"/>
            <w:sz w:val="20"/>
            <w:szCs w:val="20"/>
            <w14:ligatures w14:val="standardContextual"/>
          </w:rPr>
          <w:tab/>
        </w:r>
        <w:r w:rsidRPr="00B87A9E">
          <w:rPr>
            <w:rStyle w:val="Hyperlink"/>
            <w:bCs w:val="0"/>
            <w:sz w:val="20"/>
            <w:szCs w:val="20"/>
            <w:u w:val="none"/>
          </w:rPr>
          <w:t>Transmission Service Provider Responsibilities Related to Dynamic Ratings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_Toc199405346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3-214</w:t>
        </w:r>
        <w:r w:rsidRPr="00B87A9E">
          <w:rPr>
            <w:bCs w:val="0"/>
            <w:webHidden/>
            <w:sz w:val="20"/>
            <w:szCs w:val="20"/>
          </w:rPr>
          <w:fldChar w:fldCharType="end"/>
        </w:r>
      </w:hyperlink>
    </w:p>
    <w:p w14:paraId="70D4DB29" w14:textId="18F5F4DD" w:rsidR="00317F36" w:rsidRPr="00B87A9E" w:rsidRDefault="00317F36">
      <w:pPr>
        <w:pStyle w:val="TOC3"/>
        <w:rPr>
          <w:rFonts w:eastAsiaTheme="minorEastAsia"/>
          <w:kern w:val="2"/>
          <w14:ligatures w14:val="standardContextual"/>
        </w:rPr>
      </w:pPr>
      <w:hyperlink w:anchor="_Toc199405347" w:history="1">
        <w:r w:rsidRPr="00B87A9E">
          <w:rPr>
            <w:rStyle w:val="Hyperlink"/>
            <w:u w:val="none"/>
          </w:rPr>
          <w:t>3.10.9</w:t>
        </w:r>
        <w:r w:rsidRPr="00B87A9E">
          <w:rPr>
            <w:rFonts w:eastAsiaTheme="minorEastAsia"/>
            <w:kern w:val="2"/>
            <w14:ligatures w14:val="standardContextual"/>
          </w:rPr>
          <w:tab/>
        </w:r>
        <w:r w:rsidRPr="00B87A9E">
          <w:rPr>
            <w:rStyle w:val="Hyperlink"/>
            <w:u w:val="none"/>
          </w:rPr>
          <w:t>State Estimator Requirements</w:t>
        </w:r>
        <w:r w:rsidRPr="00B87A9E">
          <w:rPr>
            <w:webHidden/>
          </w:rPr>
          <w:tab/>
        </w:r>
        <w:r w:rsidRPr="00B87A9E">
          <w:rPr>
            <w:webHidden/>
          </w:rPr>
          <w:fldChar w:fldCharType="begin"/>
        </w:r>
        <w:r w:rsidRPr="00B87A9E">
          <w:rPr>
            <w:webHidden/>
          </w:rPr>
          <w:instrText xml:space="preserve"> PAGEREF _Toc199405347 \h </w:instrText>
        </w:r>
        <w:r w:rsidRPr="00B87A9E">
          <w:rPr>
            <w:webHidden/>
          </w:rPr>
        </w:r>
        <w:r w:rsidRPr="00B87A9E">
          <w:rPr>
            <w:webHidden/>
          </w:rPr>
          <w:fldChar w:fldCharType="separate"/>
        </w:r>
        <w:r w:rsidR="009F5B92">
          <w:rPr>
            <w:webHidden/>
          </w:rPr>
          <w:t>3-214</w:t>
        </w:r>
        <w:r w:rsidRPr="00B87A9E">
          <w:rPr>
            <w:webHidden/>
          </w:rPr>
          <w:fldChar w:fldCharType="end"/>
        </w:r>
      </w:hyperlink>
    </w:p>
    <w:p w14:paraId="30E8A4F6" w14:textId="304CD9FF" w:rsidR="00317F36" w:rsidRPr="00B87A9E" w:rsidRDefault="00317F36">
      <w:pPr>
        <w:pStyle w:val="TOC4"/>
        <w:rPr>
          <w:rFonts w:eastAsiaTheme="minorEastAsia"/>
          <w:bCs w:val="0"/>
          <w:snapToGrid/>
          <w:kern w:val="2"/>
          <w:sz w:val="20"/>
          <w:szCs w:val="20"/>
          <w14:ligatures w14:val="standardContextual"/>
        </w:rPr>
      </w:pPr>
      <w:hyperlink w:anchor="_Toc199405348" w:history="1">
        <w:r w:rsidRPr="00B87A9E">
          <w:rPr>
            <w:rStyle w:val="Hyperlink"/>
            <w:bCs w:val="0"/>
            <w:sz w:val="20"/>
            <w:szCs w:val="20"/>
            <w:u w:val="none"/>
          </w:rPr>
          <w:t>3.10.9.1</w:t>
        </w:r>
        <w:r w:rsidRPr="00B87A9E">
          <w:rPr>
            <w:rFonts w:eastAsiaTheme="minorEastAsia"/>
            <w:bCs w:val="0"/>
            <w:snapToGrid/>
            <w:kern w:val="2"/>
            <w:sz w:val="20"/>
            <w:szCs w:val="20"/>
            <w14:ligatures w14:val="standardContextual"/>
          </w:rPr>
          <w:tab/>
        </w:r>
        <w:r w:rsidRPr="00B87A9E">
          <w:rPr>
            <w:rStyle w:val="Hyperlink"/>
            <w:bCs w:val="0"/>
            <w:sz w:val="20"/>
            <w:szCs w:val="20"/>
            <w:u w:val="none"/>
          </w:rPr>
          <w:t>Considerations for State Estimator Requirements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_Toc199405348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3-215</w:t>
        </w:r>
        <w:r w:rsidRPr="00B87A9E">
          <w:rPr>
            <w:bCs w:val="0"/>
            <w:webHidden/>
            <w:sz w:val="20"/>
            <w:szCs w:val="20"/>
          </w:rPr>
          <w:fldChar w:fldCharType="end"/>
        </w:r>
      </w:hyperlink>
    </w:p>
    <w:p w14:paraId="680D4EF3" w14:textId="26DFD991" w:rsidR="00317F36" w:rsidRPr="00B87A9E" w:rsidRDefault="00317F36">
      <w:pPr>
        <w:pStyle w:val="TOC4"/>
        <w:rPr>
          <w:rFonts w:eastAsiaTheme="minorEastAsia"/>
          <w:bCs w:val="0"/>
          <w:snapToGrid/>
          <w:kern w:val="2"/>
          <w:sz w:val="20"/>
          <w:szCs w:val="20"/>
          <w14:ligatures w14:val="standardContextual"/>
        </w:rPr>
      </w:pPr>
      <w:hyperlink w:anchor="_Toc199405349" w:history="1">
        <w:r w:rsidRPr="00B87A9E">
          <w:rPr>
            <w:rStyle w:val="Hyperlink"/>
            <w:bCs w:val="0"/>
            <w:sz w:val="20"/>
            <w:szCs w:val="20"/>
            <w:u w:val="none"/>
          </w:rPr>
          <w:t>3.10.9.2</w:t>
        </w:r>
        <w:r w:rsidRPr="00B87A9E">
          <w:rPr>
            <w:rFonts w:eastAsiaTheme="minorEastAsia"/>
            <w:bCs w:val="0"/>
            <w:snapToGrid/>
            <w:kern w:val="2"/>
            <w:sz w:val="20"/>
            <w:szCs w:val="20"/>
            <w14:ligatures w14:val="standardContextual"/>
          </w:rPr>
          <w:tab/>
        </w:r>
        <w:r w:rsidRPr="00B87A9E">
          <w:rPr>
            <w:rStyle w:val="Hyperlink"/>
            <w:bCs w:val="0"/>
            <w:sz w:val="20"/>
            <w:szCs w:val="20"/>
            <w:u w:val="none"/>
          </w:rPr>
          <w:t>State Estimator Data</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_Toc199405349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3-216</w:t>
        </w:r>
        <w:r w:rsidRPr="00B87A9E">
          <w:rPr>
            <w:bCs w:val="0"/>
            <w:webHidden/>
            <w:sz w:val="20"/>
            <w:szCs w:val="20"/>
          </w:rPr>
          <w:fldChar w:fldCharType="end"/>
        </w:r>
      </w:hyperlink>
    </w:p>
    <w:p w14:paraId="619ABB75" w14:textId="18F11762" w:rsidR="00317F36" w:rsidRPr="00B87A9E" w:rsidRDefault="00317F36">
      <w:pPr>
        <w:pStyle w:val="TOC4"/>
        <w:rPr>
          <w:rFonts w:eastAsiaTheme="minorEastAsia"/>
          <w:bCs w:val="0"/>
          <w:snapToGrid/>
          <w:kern w:val="2"/>
          <w:sz w:val="20"/>
          <w:szCs w:val="20"/>
          <w14:ligatures w14:val="standardContextual"/>
        </w:rPr>
      </w:pPr>
      <w:hyperlink w:anchor="_Toc199405350" w:history="1">
        <w:r w:rsidRPr="00B87A9E">
          <w:rPr>
            <w:rStyle w:val="Hyperlink"/>
            <w:bCs w:val="0"/>
            <w:sz w:val="20"/>
            <w:szCs w:val="20"/>
            <w:u w:val="none"/>
          </w:rPr>
          <w:t>3.10.9.3</w:t>
        </w:r>
        <w:r w:rsidRPr="00B87A9E">
          <w:rPr>
            <w:rFonts w:eastAsiaTheme="minorEastAsia"/>
            <w:bCs w:val="0"/>
            <w:snapToGrid/>
            <w:kern w:val="2"/>
            <w:sz w:val="20"/>
            <w:szCs w:val="20"/>
            <w14:ligatures w14:val="standardContextual"/>
          </w:rPr>
          <w:tab/>
        </w:r>
        <w:r w:rsidRPr="00B87A9E">
          <w:rPr>
            <w:rStyle w:val="Hyperlink"/>
            <w:bCs w:val="0"/>
            <w:sz w:val="20"/>
            <w:szCs w:val="20"/>
            <w:u w:val="none"/>
          </w:rPr>
          <w:t>Telemetry Status and Analog Measurements Data</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_Toc199405350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3-216</w:t>
        </w:r>
        <w:r w:rsidRPr="00B87A9E">
          <w:rPr>
            <w:bCs w:val="0"/>
            <w:webHidden/>
            <w:sz w:val="20"/>
            <w:szCs w:val="20"/>
          </w:rPr>
          <w:fldChar w:fldCharType="end"/>
        </w:r>
      </w:hyperlink>
    </w:p>
    <w:p w14:paraId="08166906" w14:textId="2C0CCABB" w:rsidR="00317F36" w:rsidRPr="00B87A9E" w:rsidRDefault="00317F36">
      <w:pPr>
        <w:pStyle w:val="TOC4"/>
        <w:rPr>
          <w:rFonts w:eastAsiaTheme="minorEastAsia"/>
          <w:bCs w:val="0"/>
          <w:snapToGrid/>
          <w:kern w:val="2"/>
          <w:sz w:val="20"/>
          <w:szCs w:val="20"/>
          <w14:ligatures w14:val="standardContextual"/>
        </w:rPr>
      </w:pPr>
      <w:hyperlink w:anchor="_Toc199405351" w:history="1">
        <w:r w:rsidRPr="00B87A9E">
          <w:rPr>
            <w:rStyle w:val="Hyperlink"/>
            <w:bCs w:val="0"/>
            <w:sz w:val="20"/>
            <w:szCs w:val="20"/>
            <w:u w:val="none"/>
          </w:rPr>
          <w:t>3.10.9.4</w:t>
        </w:r>
        <w:r w:rsidRPr="00B87A9E">
          <w:rPr>
            <w:rFonts w:eastAsiaTheme="minorEastAsia"/>
            <w:bCs w:val="0"/>
            <w:snapToGrid/>
            <w:kern w:val="2"/>
            <w:sz w:val="20"/>
            <w:szCs w:val="20"/>
            <w14:ligatures w14:val="standardContextual"/>
          </w:rPr>
          <w:tab/>
        </w:r>
        <w:r w:rsidRPr="00B87A9E">
          <w:rPr>
            <w:rStyle w:val="Hyperlink"/>
            <w:bCs w:val="0"/>
            <w:sz w:val="20"/>
            <w:szCs w:val="20"/>
            <w:u w:val="none"/>
          </w:rPr>
          <w:t>State Estimator Performance Requirements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_Toc199405351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3-216</w:t>
        </w:r>
        <w:r w:rsidRPr="00B87A9E">
          <w:rPr>
            <w:bCs w:val="0"/>
            <w:webHidden/>
            <w:sz w:val="20"/>
            <w:szCs w:val="20"/>
          </w:rPr>
          <w:fldChar w:fldCharType="end"/>
        </w:r>
      </w:hyperlink>
    </w:p>
    <w:p w14:paraId="5EC7C5C6" w14:textId="2ADB1113" w:rsidR="00317F36" w:rsidRPr="00B87A9E" w:rsidRDefault="00317F36">
      <w:pPr>
        <w:pStyle w:val="TOC4"/>
        <w:rPr>
          <w:rFonts w:eastAsiaTheme="minorEastAsia"/>
          <w:bCs w:val="0"/>
          <w:snapToGrid/>
          <w:kern w:val="2"/>
          <w:sz w:val="20"/>
          <w:szCs w:val="20"/>
          <w14:ligatures w14:val="standardContextual"/>
        </w:rPr>
      </w:pPr>
      <w:hyperlink w:anchor="_Toc199405352" w:history="1">
        <w:r w:rsidRPr="00B87A9E">
          <w:rPr>
            <w:rStyle w:val="Hyperlink"/>
            <w:bCs w:val="0"/>
            <w:sz w:val="20"/>
            <w:szCs w:val="20"/>
            <w:u w:val="none"/>
          </w:rPr>
          <w:t>3.10.9.5</w:t>
        </w:r>
        <w:r w:rsidRPr="00B87A9E">
          <w:rPr>
            <w:rFonts w:eastAsiaTheme="minorEastAsia"/>
            <w:bCs w:val="0"/>
            <w:snapToGrid/>
            <w:kern w:val="2"/>
            <w:sz w:val="20"/>
            <w:szCs w:val="20"/>
            <w14:ligatures w14:val="standardContextual"/>
          </w:rPr>
          <w:tab/>
        </w:r>
        <w:r w:rsidRPr="00B87A9E">
          <w:rPr>
            <w:rStyle w:val="Hyperlink"/>
            <w:bCs w:val="0"/>
            <w:sz w:val="20"/>
            <w:szCs w:val="20"/>
            <w:u w:val="none"/>
          </w:rPr>
          <w:t>ERCOT Directives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_Toc199405352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3-217</w:t>
        </w:r>
        <w:r w:rsidRPr="00B87A9E">
          <w:rPr>
            <w:bCs w:val="0"/>
            <w:webHidden/>
            <w:sz w:val="20"/>
            <w:szCs w:val="20"/>
          </w:rPr>
          <w:fldChar w:fldCharType="end"/>
        </w:r>
      </w:hyperlink>
    </w:p>
    <w:p w14:paraId="30FB186B" w14:textId="075FB948" w:rsidR="00317F36" w:rsidRPr="00B87A9E" w:rsidRDefault="00317F36">
      <w:pPr>
        <w:pStyle w:val="TOC4"/>
        <w:rPr>
          <w:rFonts w:eastAsiaTheme="minorEastAsia"/>
          <w:bCs w:val="0"/>
          <w:snapToGrid/>
          <w:kern w:val="2"/>
          <w:sz w:val="20"/>
          <w:szCs w:val="20"/>
          <w14:ligatures w14:val="standardContextual"/>
        </w:rPr>
      </w:pPr>
      <w:hyperlink w:anchor="_Toc199405353" w:history="1">
        <w:r w:rsidRPr="00B87A9E">
          <w:rPr>
            <w:rStyle w:val="Hyperlink"/>
            <w:bCs w:val="0"/>
            <w:sz w:val="20"/>
            <w:szCs w:val="20"/>
            <w:u w:val="none"/>
          </w:rPr>
          <w:t>3.10.9.6</w:t>
        </w:r>
        <w:r w:rsidRPr="00B87A9E">
          <w:rPr>
            <w:rFonts w:eastAsiaTheme="minorEastAsia"/>
            <w:bCs w:val="0"/>
            <w:snapToGrid/>
            <w:kern w:val="2"/>
            <w:sz w:val="20"/>
            <w:szCs w:val="20"/>
            <w14:ligatures w14:val="standardContextual"/>
          </w:rPr>
          <w:tab/>
        </w:r>
        <w:r w:rsidRPr="00B87A9E">
          <w:rPr>
            <w:rStyle w:val="Hyperlink"/>
            <w:bCs w:val="0"/>
            <w:sz w:val="20"/>
            <w:szCs w:val="20"/>
            <w:u w:val="none"/>
          </w:rPr>
          <w:t>Telemetry and State Estimator Performance Monitoring</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_Toc199405353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3-217</w:t>
        </w:r>
        <w:r w:rsidRPr="00B87A9E">
          <w:rPr>
            <w:bCs w:val="0"/>
            <w:webHidden/>
            <w:sz w:val="20"/>
            <w:szCs w:val="20"/>
          </w:rPr>
          <w:fldChar w:fldCharType="end"/>
        </w:r>
      </w:hyperlink>
    </w:p>
    <w:p w14:paraId="2BE49265" w14:textId="49612C44" w:rsidR="00317F36" w:rsidRPr="00B87A9E" w:rsidRDefault="00317F36">
      <w:pPr>
        <w:pStyle w:val="TOC2"/>
        <w:rPr>
          <w:rFonts w:eastAsiaTheme="minorEastAsia"/>
          <w:noProof/>
          <w:kern w:val="2"/>
          <w14:ligatures w14:val="standardContextual"/>
        </w:rPr>
      </w:pPr>
      <w:hyperlink w:anchor="_Toc199405354" w:history="1">
        <w:r w:rsidRPr="00B87A9E">
          <w:rPr>
            <w:rStyle w:val="Hyperlink"/>
            <w:noProof/>
            <w:u w:val="none"/>
          </w:rPr>
          <w:t>3.11</w:t>
        </w:r>
        <w:r w:rsidRPr="00B87A9E">
          <w:rPr>
            <w:rFonts w:eastAsiaTheme="minorEastAsia"/>
            <w:noProof/>
            <w:kern w:val="2"/>
            <w14:ligatures w14:val="standardContextual"/>
          </w:rPr>
          <w:tab/>
        </w:r>
        <w:r w:rsidRPr="00B87A9E">
          <w:rPr>
            <w:rStyle w:val="Hyperlink"/>
            <w:noProof/>
            <w:u w:val="none"/>
          </w:rPr>
          <w:t>Transmission Planning</w:t>
        </w:r>
        <w:r w:rsidRPr="00B87A9E">
          <w:rPr>
            <w:noProof/>
            <w:webHidden/>
          </w:rPr>
          <w:tab/>
        </w:r>
        <w:r w:rsidRPr="00B87A9E">
          <w:rPr>
            <w:noProof/>
            <w:webHidden/>
          </w:rPr>
          <w:fldChar w:fldCharType="begin"/>
        </w:r>
        <w:r w:rsidRPr="00B87A9E">
          <w:rPr>
            <w:noProof/>
            <w:webHidden/>
          </w:rPr>
          <w:instrText xml:space="preserve"> PAGEREF _Toc199405354 \h </w:instrText>
        </w:r>
        <w:r w:rsidRPr="00B87A9E">
          <w:rPr>
            <w:noProof/>
            <w:webHidden/>
          </w:rPr>
        </w:r>
        <w:r w:rsidRPr="00B87A9E">
          <w:rPr>
            <w:noProof/>
            <w:webHidden/>
          </w:rPr>
          <w:fldChar w:fldCharType="separate"/>
        </w:r>
        <w:r w:rsidR="009F5B92">
          <w:rPr>
            <w:noProof/>
            <w:webHidden/>
          </w:rPr>
          <w:t>3-218</w:t>
        </w:r>
        <w:r w:rsidRPr="00B87A9E">
          <w:rPr>
            <w:noProof/>
            <w:webHidden/>
          </w:rPr>
          <w:fldChar w:fldCharType="end"/>
        </w:r>
      </w:hyperlink>
    </w:p>
    <w:p w14:paraId="7AD0F824" w14:textId="00221259" w:rsidR="00317F36" w:rsidRPr="00B87A9E" w:rsidRDefault="00317F36">
      <w:pPr>
        <w:pStyle w:val="TOC3"/>
        <w:rPr>
          <w:rFonts w:eastAsiaTheme="minorEastAsia"/>
          <w:kern w:val="2"/>
          <w14:ligatures w14:val="standardContextual"/>
        </w:rPr>
      </w:pPr>
      <w:hyperlink w:anchor="_Toc199405355" w:history="1">
        <w:r w:rsidRPr="00B87A9E">
          <w:rPr>
            <w:rStyle w:val="Hyperlink"/>
            <w:u w:val="none"/>
          </w:rPr>
          <w:t>3.11.1</w:t>
        </w:r>
        <w:r w:rsidRPr="00B87A9E">
          <w:rPr>
            <w:rFonts w:eastAsiaTheme="minorEastAsia"/>
            <w:kern w:val="2"/>
            <w14:ligatures w14:val="standardContextual"/>
          </w:rPr>
          <w:tab/>
        </w:r>
        <w:r w:rsidRPr="00B87A9E">
          <w:rPr>
            <w:rStyle w:val="Hyperlink"/>
            <w:u w:val="none"/>
          </w:rPr>
          <w:t>Overview</w:t>
        </w:r>
        <w:r w:rsidRPr="00B87A9E">
          <w:rPr>
            <w:webHidden/>
          </w:rPr>
          <w:tab/>
        </w:r>
        <w:r w:rsidRPr="00B87A9E">
          <w:rPr>
            <w:webHidden/>
          </w:rPr>
          <w:fldChar w:fldCharType="begin"/>
        </w:r>
        <w:r w:rsidRPr="00B87A9E">
          <w:rPr>
            <w:webHidden/>
          </w:rPr>
          <w:instrText xml:space="preserve"> PAGEREF _Toc199405355 \h </w:instrText>
        </w:r>
        <w:r w:rsidRPr="00B87A9E">
          <w:rPr>
            <w:webHidden/>
          </w:rPr>
        </w:r>
        <w:r w:rsidRPr="00B87A9E">
          <w:rPr>
            <w:webHidden/>
          </w:rPr>
          <w:fldChar w:fldCharType="separate"/>
        </w:r>
        <w:r w:rsidR="009F5B92">
          <w:rPr>
            <w:webHidden/>
          </w:rPr>
          <w:t>3-218</w:t>
        </w:r>
        <w:r w:rsidRPr="00B87A9E">
          <w:rPr>
            <w:webHidden/>
          </w:rPr>
          <w:fldChar w:fldCharType="end"/>
        </w:r>
      </w:hyperlink>
    </w:p>
    <w:p w14:paraId="3DCC79E9" w14:textId="37DFD886" w:rsidR="00317F36" w:rsidRPr="00B87A9E" w:rsidRDefault="00317F36">
      <w:pPr>
        <w:pStyle w:val="TOC3"/>
        <w:rPr>
          <w:rFonts w:eastAsiaTheme="minorEastAsia"/>
          <w:kern w:val="2"/>
          <w14:ligatures w14:val="standardContextual"/>
        </w:rPr>
      </w:pPr>
      <w:hyperlink w:anchor="_Toc199405356" w:history="1">
        <w:r w:rsidRPr="00B87A9E">
          <w:rPr>
            <w:rStyle w:val="Hyperlink"/>
            <w:u w:val="none"/>
          </w:rPr>
          <w:t>3.11.2</w:t>
        </w:r>
        <w:r w:rsidRPr="00B87A9E">
          <w:rPr>
            <w:rFonts w:eastAsiaTheme="minorEastAsia"/>
            <w:kern w:val="2"/>
            <w14:ligatures w14:val="standardContextual"/>
          </w:rPr>
          <w:tab/>
        </w:r>
        <w:r w:rsidRPr="00B87A9E">
          <w:rPr>
            <w:rStyle w:val="Hyperlink"/>
            <w:u w:val="none"/>
          </w:rPr>
          <w:t>Planning Criteria</w:t>
        </w:r>
        <w:r w:rsidRPr="00B87A9E">
          <w:rPr>
            <w:webHidden/>
          </w:rPr>
          <w:tab/>
        </w:r>
        <w:r w:rsidRPr="00B87A9E">
          <w:rPr>
            <w:webHidden/>
          </w:rPr>
          <w:fldChar w:fldCharType="begin"/>
        </w:r>
        <w:r w:rsidRPr="00B87A9E">
          <w:rPr>
            <w:webHidden/>
          </w:rPr>
          <w:instrText xml:space="preserve"> PAGEREF _Toc199405356 \h </w:instrText>
        </w:r>
        <w:r w:rsidRPr="00B87A9E">
          <w:rPr>
            <w:webHidden/>
          </w:rPr>
        </w:r>
        <w:r w:rsidRPr="00B87A9E">
          <w:rPr>
            <w:webHidden/>
          </w:rPr>
          <w:fldChar w:fldCharType="separate"/>
        </w:r>
        <w:r w:rsidR="009F5B92">
          <w:rPr>
            <w:webHidden/>
          </w:rPr>
          <w:t>3-218</w:t>
        </w:r>
        <w:r w:rsidRPr="00B87A9E">
          <w:rPr>
            <w:webHidden/>
          </w:rPr>
          <w:fldChar w:fldCharType="end"/>
        </w:r>
      </w:hyperlink>
    </w:p>
    <w:p w14:paraId="686DAACC" w14:textId="47C7BFB3" w:rsidR="00317F36" w:rsidRPr="00B87A9E" w:rsidRDefault="00317F36">
      <w:pPr>
        <w:pStyle w:val="TOC3"/>
        <w:rPr>
          <w:rFonts w:eastAsiaTheme="minorEastAsia"/>
          <w:kern w:val="2"/>
          <w14:ligatures w14:val="standardContextual"/>
        </w:rPr>
      </w:pPr>
      <w:hyperlink w:anchor="_Toc199405357" w:history="1">
        <w:r w:rsidRPr="00B87A9E">
          <w:rPr>
            <w:rStyle w:val="Hyperlink"/>
            <w:u w:val="none"/>
          </w:rPr>
          <w:t>3.11.3</w:t>
        </w:r>
        <w:r w:rsidRPr="00B87A9E">
          <w:rPr>
            <w:rFonts w:eastAsiaTheme="minorEastAsia"/>
            <w:kern w:val="2"/>
            <w14:ligatures w14:val="standardContextual"/>
          </w:rPr>
          <w:tab/>
        </w:r>
        <w:r w:rsidRPr="00B87A9E">
          <w:rPr>
            <w:rStyle w:val="Hyperlink"/>
            <w:u w:val="none"/>
          </w:rPr>
          <w:t>Regional Planning Group</w:t>
        </w:r>
        <w:r w:rsidRPr="00B87A9E">
          <w:rPr>
            <w:webHidden/>
          </w:rPr>
          <w:tab/>
        </w:r>
        <w:r w:rsidRPr="00B87A9E">
          <w:rPr>
            <w:webHidden/>
          </w:rPr>
          <w:fldChar w:fldCharType="begin"/>
        </w:r>
        <w:r w:rsidRPr="00B87A9E">
          <w:rPr>
            <w:webHidden/>
          </w:rPr>
          <w:instrText xml:space="preserve"> PAGEREF _Toc199405357 \h </w:instrText>
        </w:r>
        <w:r w:rsidRPr="00B87A9E">
          <w:rPr>
            <w:webHidden/>
          </w:rPr>
        </w:r>
        <w:r w:rsidRPr="00B87A9E">
          <w:rPr>
            <w:webHidden/>
          </w:rPr>
          <w:fldChar w:fldCharType="separate"/>
        </w:r>
        <w:r w:rsidR="009F5B92">
          <w:rPr>
            <w:webHidden/>
          </w:rPr>
          <w:t>3-219</w:t>
        </w:r>
        <w:r w:rsidRPr="00B87A9E">
          <w:rPr>
            <w:webHidden/>
          </w:rPr>
          <w:fldChar w:fldCharType="end"/>
        </w:r>
      </w:hyperlink>
    </w:p>
    <w:p w14:paraId="523E3511" w14:textId="1FC00B29" w:rsidR="00317F36" w:rsidRPr="00B87A9E" w:rsidRDefault="00317F36">
      <w:pPr>
        <w:pStyle w:val="TOC3"/>
        <w:rPr>
          <w:rFonts w:eastAsiaTheme="minorEastAsia"/>
          <w:kern w:val="2"/>
          <w14:ligatures w14:val="standardContextual"/>
        </w:rPr>
      </w:pPr>
      <w:hyperlink w:anchor="_Toc199405358" w:history="1">
        <w:r w:rsidRPr="00B87A9E">
          <w:rPr>
            <w:rStyle w:val="Hyperlink"/>
            <w:u w:val="none"/>
          </w:rPr>
          <w:t>3.11.4</w:t>
        </w:r>
        <w:r w:rsidRPr="00B87A9E">
          <w:rPr>
            <w:rFonts w:eastAsiaTheme="minorEastAsia"/>
            <w:kern w:val="2"/>
            <w14:ligatures w14:val="standardContextual"/>
          </w:rPr>
          <w:tab/>
        </w:r>
        <w:r w:rsidRPr="00B87A9E">
          <w:rPr>
            <w:rStyle w:val="Hyperlink"/>
            <w:u w:val="none"/>
          </w:rPr>
          <w:t>Regional Planning Group Project Review Process</w:t>
        </w:r>
        <w:r w:rsidRPr="00B87A9E">
          <w:rPr>
            <w:webHidden/>
          </w:rPr>
          <w:tab/>
        </w:r>
        <w:r w:rsidRPr="00B87A9E">
          <w:rPr>
            <w:webHidden/>
          </w:rPr>
          <w:fldChar w:fldCharType="begin"/>
        </w:r>
        <w:r w:rsidRPr="00B87A9E">
          <w:rPr>
            <w:webHidden/>
          </w:rPr>
          <w:instrText xml:space="preserve"> PAGEREF _Toc199405358 \h </w:instrText>
        </w:r>
        <w:r w:rsidRPr="00B87A9E">
          <w:rPr>
            <w:webHidden/>
          </w:rPr>
        </w:r>
        <w:r w:rsidRPr="00B87A9E">
          <w:rPr>
            <w:webHidden/>
          </w:rPr>
          <w:fldChar w:fldCharType="separate"/>
        </w:r>
        <w:r w:rsidR="009F5B92">
          <w:rPr>
            <w:webHidden/>
          </w:rPr>
          <w:t>3-220</w:t>
        </w:r>
        <w:r w:rsidRPr="00B87A9E">
          <w:rPr>
            <w:webHidden/>
          </w:rPr>
          <w:fldChar w:fldCharType="end"/>
        </w:r>
      </w:hyperlink>
    </w:p>
    <w:p w14:paraId="3786A8AA" w14:textId="59370677" w:rsidR="00317F36" w:rsidRPr="00B87A9E" w:rsidRDefault="00317F36">
      <w:pPr>
        <w:pStyle w:val="TOC4"/>
        <w:rPr>
          <w:rFonts w:eastAsiaTheme="minorEastAsia"/>
          <w:bCs w:val="0"/>
          <w:snapToGrid/>
          <w:kern w:val="2"/>
          <w:sz w:val="20"/>
          <w:szCs w:val="20"/>
          <w14:ligatures w14:val="standardContextual"/>
        </w:rPr>
      </w:pPr>
      <w:hyperlink w:anchor="_Toc199405359" w:history="1">
        <w:r w:rsidRPr="00B87A9E">
          <w:rPr>
            <w:rStyle w:val="Hyperlink"/>
            <w:bCs w:val="0"/>
            <w:sz w:val="20"/>
            <w:szCs w:val="20"/>
            <w:u w:val="none"/>
          </w:rPr>
          <w:t>3.11.4.1</w:t>
        </w:r>
        <w:r w:rsidRPr="00B87A9E">
          <w:rPr>
            <w:rFonts w:eastAsiaTheme="minorEastAsia"/>
            <w:bCs w:val="0"/>
            <w:snapToGrid/>
            <w:kern w:val="2"/>
            <w:sz w:val="20"/>
            <w:szCs w:val="20"/>
            <w14:ligatures w14:val="standardContextual"/>
          </w:rPr>
          <w:tab/>
        </w:r>
        <w:r w:rsidRPr="00B87A9E">
          <w:rPr>
            <w:rStyle w:val="Hyperlink"/>
            <w:bCs w:val="0"/>
            <w:sz w:val="20"/>
            <w:szCs w:val="20"/>
            <w:u w:val="none"/>
          </w:rPr>
          <w:t>Project Submission</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_Toc199405359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3-220</w:t>
        </w:r>
        <w:r w:rsidRPr="00B87A9E">
          <w:rPr>
            <w:bCs w:val="0"/>
            <w:webHidden/>
            <w:sz w:val="20"/>
            <w:szCs w:val="20"/>
          </w:rPr>
          <w:fldChar w:fldCharType="end"/>
        </w:r>
      </w:hyperlink>
    </w:p>
    <w:p w14:paraId="44015348" w14:textId="02E021D2" w:rsidR="00317F36" w:rsidRPr="00B87A9E" w:rsidRDefault="00317F36">
      <w:pPr>
        <w:pStyle w:val="TOC5"/>
        <w:rPr>
          <w:rFonts w:eastAsiaTheme="minorEastAsia"/>
          <w:i w:val="0"/>
          <w:kern w:val="2"/>
          <w:sz w:val="20"/>
          <w:szCs w:val="20"/>
          <w14:ligatures w14:val="standardContextual"/>
        </w:rPr>
      </w:pPr>
      <w:hyperlink w:anchor="_Toc199405360" w:history="1">
        <w:r w:rsidRPr="00B87A9E">
          <w:rPr>
            <w:rStyle w:val="Hyperlink"/>
            <w:i w:val="0"/>
            <w:sz w:val="20"/>
            <w:szCs w:val="20"/>
            <w:u w:val="none"/>
          </w:rPr>
          <w:t>3.11.4.1.1</w:t>
        </w:r>
        <w:r w:rsidRPr="00B87A9E">
          <w:rPr>
            <w:rFonts w:eastAsiaTheme="minorEastAsia"/>
            <w:i w:val="0"/>
            <w:kern w:val="2"/>
            <w:sz w:val="20"/>
            <w:szCs w:val="20"/>
            <w14:ligatures w14:val="standardContextual"/>
          </w:rPr>
          <w:tab/>
        </w:r>
        <w:r w:rsidRPr="00B87A9E">
          <w:rPr>
            <w:rStyle w:val="Hyperlink"/>
            <w:i w:val="0"/>
            <w:sz w:val="20"/>
            <w:szCs w:val="20"/>
            <w:u w:val="none"/>
          </w:rPr>
          <w:t>Project Submissions Based on Unsubstantiated Load</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_Toc199405360 \h </w:instrText>
        </w:r>
        <w:r w:rsidRPr="00B87A9E">
          <w:rPr>
            <w:i w:val="0"/>
            <w:webHidden/>
            <w:sz w:val="20"/>
            <w:szCs w:val="20"/>
          </w:rPr>
        </w:r>
        <w:r w:rsidRPr="00B87A9E">
          <w:rPr>
            <w:i w:val="0"/>
            <w:webHidden/>
            <w:sz w:val="20"/>
            <w:szCs w:val="20"/>
          </w:rPr>
          <w:fldChar w:fldCharType="separate"/>
        </w:r>
        <w:r w:rsidR="009F5B92">
          <w:rPr>
            <w:i w:val="0"/>
            <w:webHidden/>
            <w:sz w:val="20"/>
            <w:szCs w:val="20"/>
          </w:rPr>
          <w:t>3-220</w:t>
        </w:r>
        <w:r w:rsidRPr="00B87A9E">
          <w:rPr>
            <w:i w:val="0"/>
            <w:webHidden/>
            <w:sz w:val="20"/>
            <w:szCs w:val="20"/>
          </w:rPr>
          <w:fldChar w:fldCharType="end"/>
        </w:r>
      </w:hyperlink>
    </w:p>
    <w:p w14:paraId="01E4BC9D" w14:textId="22136C35" w:rsidR="00317F36" w:rsidRPr="00B87A9E" w:rsidRDefault="00317F36">
      <w:pPr>
        <w:pStyle w:val="TOC4"/>
        <w:rPr>
          <w:rFonts w:eastAsiaTheme="minorEastAsia"/>
          <w:bCs w:val="0"/>
          <w:snapToGrid/>
          <w:kern w:val="2"/>
          <w:sz w:val="20"/>
          <w:szCs w:val="20"/>
          <w14:ligatures w14:val="standardContextual"/>
        </w:rPr>
      </w:pPr>
      <w:hyperlink w:anchor="_Toc199405361" w:history="1">
        <w:r w:rsidRPr="00B87A9E">
          <w:rPr>
            <w:rStyle w:val="Hyperlink"/>
            <w:bCs w:val="0"/>
            <w:sz w:val="20"/>
            <w:szCs w:val="20"/>
            <w:u w:val="none"/>
          </w:rPr>
          <w:t>3.11.4.2</w:t>
        </w:r>
        <w:r w:rsidRPr="00B87A9E">
          <w:rPr>
            <w:rFonts w:eastAsiaTheme="minorEastAsia"/>
            <w:bCs w:val="0"/>
            <w:snapToGrid/>
            <w:kern w:val="2"/>
            <w:sz w:val="20"/>
            <w:szCs w:val="20"/>
            <w14:ligatures w14:val="standardContextual"/>
          </w:rPr>
          <w:tab/>
        </w:r>
        <w:r w:rsidRPr="00B87A9E">
          <w:rPr>
            <w:rStyle w:val="Hyperlink"/>
            <w:bCs w:val="0"/>
            <w:sz w:val="20"/>
            <w:szCs w:val="20"/>
            <w:u w:val="none"/>
          </w:rPr>
          <w:t>Project Comment Process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_Toc199405361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3-220</w:t>
        </w:r>
        <w:r w:rsidRPr="00B87A9E">
          <w:rPr>
            <w:bCs w:val="0"/>
            <w:webHidden/>
            <w:sz w:val="20"/>
            <w:szCs w:val="20"/>
          </w:rPr>
          <w:fldChar w:fldCharType="end"/>
        </w:r>
      </w:hyperlink>
    </w:p>
    <w:p w14:paraId="3F248324" w14:textId="7C5F1BBF" w:rsidR="00317F36" w:rsidRPr="00B87A9E" w:rsidRDefault="00317F36">
      <w:pPr>
        <w:pStyle w:val="TOC4"/>
        <w:rPr>
          <w:rFonts w:eastAsiaTheme="minorEastAsia"/>
          <w:bCs w:val="0"/>
          <w:snapToGrid/>
          <w:kern w:val="2"/>
          <w:sz w:val="20"/>
          <w:szCs w:val="20"/>
          <w14:ligatures w14:val="standardContextual"/>
        </w:rPr>
      </w:pPr>
      <w:hyperlink w:anchor="_Toc199405362" w:history="1">
        <w:r w:rsidRPr="00B87A9E">
          <w:rPr>
            <w:rStyle w:val="Hyperlink"/>
            <w:bCs w:val="0"/>
            <w:sz w:val="20"/>
            <w:szCs w:val="20"/>
            <w:u w:val="none"/>
          </w:rPr>
          <w:t>3.11.4.3</w:t>
        </w:r>
        <w:r w:rsidRPr="00B87A9E">
          <w:rPr>
            <w:rFonts w:eastAsiaTheme="minorEastAsia"/>
            <w:bCs w:val="0"/>
            <w:snapToGrid/>
            <w:kern w:val="2"/>
            <w:sz w:val="20"/>
            <w:szCs w:val="20"/>
            <w14:ligatures w14:val="standardContextual"/>
          </w:rPr>
          <w:tab/>
        </w:r>
        <w:r w:rsidRPr="00B87A9E">
          <w:rPr>
            <w:rStyle w:val="Hyperlink"/>
            <w:bCs w:val="0"/>
            <w:sz w:val="20"/>
            <w:szCs w:val="20"/>
            <w:u w:val="none"/>
          </w:rPr>
          <w:t>Categorization of Proposed Transmission Projects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_Toc199405362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3-220</w:t>
        </w:r>
        <w:r w:rsidRPr="00B87A9E">
          <w:rPr>
            <w:bCs w:val="0"/>
            <w:webHidden/>
            <w:sz w:val="20"/>
            <w:szCs w:val="20"/>
          </w:rPr>
          <w:fldChar w:fldCharType="end"/>
        </w:r>
      </w:hyperlink>
    </w:p>
    <w:p w14:paraId="76C7C715" w14:textId="549A51CB" w:rsidR="00317F36" w:rsidRPr="00B87A9E" w:rsidRDefault="00317F36">
      <w:pPr>
        <w:pStyle w:val="TOC4"/>
        <w:rPr>
          <w:rFonts w:eastAsiaTheme="minorEastAsia"/>
          <w:bCs w:val="0"/>
          <w:snapToGrid/>
          <w:kern w:val="2"/>
          <w:sz w:val="20"/>
          <w:szCs w:val="20"/>
          <w14:ligatures w14:val="standardContextual"/>
        </w:rPr>
      </w:pPr>
      <w:hyperlink w:anchor="_Toc199405363" w:history="1">
        <w:r w:rsidRPr="00B87A9E">
          <w:rPr>
            <w:rStyle w:val="Hyperlink"/>
            <w:bCs w:val="0"/>
            <w:sz w:val="20"/>
            <w:szCs w:val="20"/>
            <w:u w:val="none"/>
          </w:rPr>
          <w:t>3.11.4.4</w:t>
        </w:r>
        <w:r w:rsidRPr="00B87A9E">
          <w:rPr>
            <w:rFonts w:eastAsiaTheme="minorEastAsia"/>
            <w:bCs w:val="0"/>
            <w:snapToGrid/>
            <w:kern w:val="2"/>
            <w:sz w:val="20"/>
            <w:szCs w:val="20"/>
            <w14:ligatures w14:val="standardContextual"/>
          </w:rPr>
          <w:tab/>
        </w:r>
        <w:r w:rsidRPr="00B87A9E">
          <w:rPr>
            <w:rStyle w:val="Hyperlink"/>
            <w:bCs w:val="0"/>
            <w:sz w:val="20"/>
            <w:szCs w:val="20"/>
            <w:u w:val="none"/>
          </w:rPr>
          <w:t>Processing of Tier 4 Projects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_Toc199405363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3-222</w:t>
        </w:r>
        <w:r w:rsidRPr="00B87A9E">
          <w:rPr>
            <w:bCs w:val="0"/>
            <w:webHidden/>
            <w:sz w:val="20"/>
            <w:szCs w:val="20"/>
          </w:rPr>
          <w:fldChar w:fldCharType="end"/>
        </w:r>
      </w:hyperlink>
    </w:p>
    <w:p w14:paraId="692D5AA6" w14:textId="27346CA5" w:rsidR="00317F36" w:rsidRPr="00B87A9E" w:rsidRDefault="00317F36">
      <w:pPr>
        <w:pStyle w:val="TOC4"/>
        <w:rPr>
          <w:rFonts w:eastAsiaTheme="minorEastAsia"/>
          <w:bCs w:val="0"/>
          <w:snapToGrid/>
          <w:kern w:val="2"/>
          <w:sz w:val="20"/>
          <w:szCs w:val="20"/>
          <w14:ligatures w14:val="standardContextual"/>
        </w:rPr>
      </w:pPr>
      <w:hyperlink w:anchor="_Toc199405364" w:history="1">
        <w:r w:rsidRPr="00B87A9E">
          <w:rPr>
            <w:rStyle w:val="Hyperlink"/>
            <w:bCs w:val="0"/>
            <w:sz w:val="20"/>
            <w:szCs w:val="20"/>
            <w:u w:val="none"/>
          </w:rPr>
          <w:t>3.11.4.5</w:t>
        </w:r>
        <w:r w:rsidRPr="00B87A9E">
          <w:rPr>
            <w:rFonts w:eastAsiaTheme="minorEastAsia"/>
            <w:bCs w:val="0"/>
            <w:snapToGrid/>
            <w:kern w:val="2"/>
            <w:sz w:val="20"/>
            <w:szCs w:val="20"/>
            <w14:ligatures w14:val="standardContextual"/>
          </w:rPr>
          <w:tab/>
        </w:r>
        <w:r w:rsidRPr="00B87A9E">
          <w:rPr>
            <w:rStyle w:val="Hyperlink"/>
            <w:bCs w:val="0"/>
            <w:sz w:val="20"/>
            <w:szCs w:val="20"/>
            <w:u w:val="none"/>
          </w:rPr>
          <w:t>Processing of Tier 3 Projects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_Toc199405364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3-222</w:t>
        </w:r>
        <w:r w:rsidRPr="00B87A9E">
          <w:rPr>
            <w:bCs w:val="0"/>
            <w:webHidden/>
            <w:sz w:val="20"/>
            <w:szCs w:val="20"/>
          </w:rPr>
          <w:fldChar w:fldCharType="end"/>
        </w:r>
      </w:hyperlink>
    </w:p>
    <w:p w14:paraId="0BFB9369" w14:textId="2D17B6F3" w:rsidR="00317F36" w:rsidRPr="00B87A9E" w:rsidRDefault="00317F36">
      <w:pPr>
        <w:pStyle w:val="TOC4"/>
        <w:rPr>
          <w:rFonts w:eastAsiaTheme="minorEastAsia"/>
          <w:bCs w:val="0"/>
          <w:snapToGrid/>
          <w:kern w:val="2"/>
          <w:sz w:val="20"/>
          <w:szCs w:val="20"/>
          <w14:ligatures w14:val="standardContextual"/>
        </w:rPr>
      </w:pPr>
      <w:hyperlink w:anchor="_Toc199405365" w:history="1">
        <w:r w:rsidRPr="00B87A9E">
          <w:rPr>
            <w:rStyle w:val="Hyperlink"/>
            <w:bCs w:val="0"/>
            <w:sz w:val="20"/>
            <w:szCs w:val="20"/>
            <w:u w:val="none"/>
          </w:rPr>
          <w:t>3.11.4.6</w:t>
        </w:r>
        <w:r w:rsidRPr="00B87A9E">
          <w:rPr>
            <w:rFonts w:eastAsiaTheme="minorEastAsia"/>
            <w:bCs w:val="0"/>
            <w:snapToGrid/>
            <w:kern w:val="2"/>
            <w:sz w:val="20"/>
            <w:szCs w:val="20"/>
            <w14:ligatures w14:val="standardContextual"/>
          </w:rPr>
          <w:tab/>
        </w:r>
        <w:r w:rsidRPr="00B87A9E">
          <w:rPr>
            <w:rStyle w:val="Hyperlink"/>
            <w:bCs w:val="0"/>
            <w:sz w:val="20"/>
            <w:szCs w:val="20"/>
            <w:u w:val="none"/>
          </w:rPr>
          <w:t>Processing of Tier 2 Projects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_Toc199405365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3-223</w:t>
        </w:r>
        <w:r w:rsidRPr="00B87A9E">
          <w:rPr>
            <w:bCs w:val="0"/>
            <w:webHidden/>
            <w:sz w:val="20"/>
            <w:szCs w:val="20"/>
          </w:rPr>
          <w:fldChar w:fldCharType="end"/>
        </w:r>
      </w:hyperlink>
    </w:p>
    <w:p w14:paraId="4D52D559" w14:textId="10A75EA6" w:rsidR="00317F36" w:rsidRPr="00B87A9E" w:rsidRDefault="00317F36">
      <w:pPr>
        <w:pStyle w:val="TOC4"/>
        <w:rPr>
          <w:rFonts w:eastAsiaTheme="minorEastAsia"/>
          <w:bCs w:val="0"/>
          <w:snapToGrid/>
          <w:kern w:val="2"/>
          <w:sz w:val="20"/>
          <w:szCs w:val="20"/>
          <w14:ligatures w14:val="standardContextual"/>
        </w:rPr>
      </w:pPr>
      <w:hyperlink w:anchor="_Toc199405366" w:history="1">
        <w:r w:rsidRPr="00B87A9E">
          <w:rPr>
            <w:rStyle w:val="Hyperlink"/>
            <w:bCs w:val="0"/>
            <w:sz w:val="20"/>
            <w:szCs w:val="20"/>
            <w:u w:val="none"/>
          </w:rPr>
          <w:t>3.11.4.7</w:t>
        </w:r>
        <w:r w:rsidRPr="00B87A9E">
          <w:rPr>
            <w:rFonts w:eastAsiaTheme="minorEastAsia"/>
            <w:bCs w:val="0"/>
            <w:snapToGrid/>
            <w:kern w:val="2"/>
            <w:sz w:val="20"/>
            <w:szCs w:val="20"/>
            <w14:ligatures w14:val="standardContextual"/>
          </w:rPr>
          <w:tab/>
        </w:r>
        <w:r w:rsidRPr="00B87A9E">
          <w:rPr>
            <w:rStyle w:val="Hyperlink"/>
            <w:bCs w:val="0"/>
            <w:sz w:val="20"/>
            <w:szCs w:val="20"/>
            <w:u w:val="none"/>
          </w:rPr>
          <w:t>Processing of Tier 1 Projects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_Toc199405366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3-223</w:t>
        </w:r>
        <w:r w:rsidRPr="00B87A9E">
          <w:rPr>
            <w:bCs w:val="0"/>
            <w:webHidden/>
            <w:sz w:val="20"/>
            <w:szCs w:val="20"/>
          </w:rPr>
          <w:fldChar w:fldCharType="end"/>
        </w:r>
      </w:hyperlink>
    </w:p>
    <w:p w14:paraId="7DCF85A1" w14:textId="7CC079FF" w:rsidR="00317F36" w:rsidRPr="00B87A9E" w:rsidRDefault="00317F36">
      <w:pPr>
        <w:pStyle w:val="TOC4"/>
        <w:rPr>
          <w:rFonts w:eastAsiaTheme="minorEastAsia"/>
          <w:bCs w:val="0"/>
          <w:snapToGrid/>
          <w:kern w:val="2"/>
          <w:sz w:val="20"/>
          <w:szCs w:val="20"/>
          <w14:ligatures w14:val="standardContextual"/>
        </w:rPr>
      </w:pPr>
      <w:hyperlink w:anchor="_Toc199405367" w:history="1">
        <w:r w:rsidRPr="00B87A9E">
          <w:rPr>
            <w:rStyle w:val="Hyperlink"/>
            <w:bCs w:val="0"/>
            <w:sz w:val="20"/>
            <w:szCs w:val="20"/>
            <w:u w:val="none"/>
          </w:rPr>
          <w:t>3.11.4.8</w:t>
        </w:r>
        <w:r w:rsidRPr="00B87A9E">
          <w:rPr>
            <w:rFonts w:eastAsiaTheme="minorEastAsia"/>
            <w:bCs w:val="0"/>
            <w:snapToGrid/>
            <w:kern w:val="2"/>
            <w:sz w:val="20"/>
            <w:szCs w:val="20"/>
            <w14:ligatures w14:val="standardContextual"/>
          </w:rPr>
          <w:tab/>
        </w:r>
        <w:r w:rsidRPr="00B87A9E">
          <w:rPr>
            <w:rStyle w:val="Hyperlink"/>
            <w:bCs w:val="0"/>
            <w:sz w:val="20"/>
            <w:szCs w:val="20"/>
            <w:u w:val="none"/>
          </w:rPr>
          <w:t>Determine Designated Providers of Transmission Additions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_Toc199405367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3-224</w:t>
        </w:r>
        <w:r w:rsidRPr="00B87A9E">
          <w:rPr>
            <w:bCs w:val="0"/>
            <w:webHidden/>
            <w:sz w:val="20"/>
            <w:szCs w:val="20"/>
          </w:rPr>
          <w:fldChar w:fldCharType="end"/>
        </w:r>
      </w:hyperlink>
    </w:p>
    <w:p w14:paraId="1D466A93" w14:textId="26A8AB2E" w:rsidR="00317F36" w:rsidRPr="00B87A9E" w:rsidRDefault="00317F36">
      <w:pPr>
        <w:pStyle w:val="TOC4"/>
        <w:rPr>
          <w:rFonts w:eastAsiaTheme="minorEastAsia"/>
          <w:bCs w:val="0"/>
          <w:snapToGrid/>
          <w:kern w:val="2"/>
          <w:sz w:val="20"/>
          <w:szCs w:val="20"/>
          <w14:ligatures w14:val="standardContextual"/>
        </w:rPr>
      </w:pPr>
      <w:hyperlink w:anchor="_Toc199405368" w:history="1">
        <w:r w:rsidRPr="00B87A9E">
          <w:rPr>
            <w:rStyle w:val="Hyperlink"/>
            <w:bCs w:val="0"/>
            <w:sz w:val="20"/>
            <w:szCs w:val="20"/>
            <w:u w:val="none"/>
          </w:rPr>
          <w:t>3.11.4.9</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Regional Planning Group Acceptance and ERCOT Endorsement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_Toc199405368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3-224</w:t>
        </w:r>
        <w:r w:rsidRPr="00B87A9E">
          <w:rPr>
            <w:bCs w:val="0"/>
            <w:webHidden/>
            <w:sz w:val="20"/>
            <w:szCs w:val="20"/>
          </w:rPr>
          <w:fldChar w:fldCharType="end"/>
        </w:r>
      </w:hyperlink>
    </w:p>
    <w:p w14:paraId="31735143" w14:textId="13248D2F" w:rsidR="00317F36" w:rsidRPr="00B87A9E" w:rsidRDefault="00317F36">
      <w:pPr>
        <w:pStyle w:val="TOC4"/>
        <w:rPr>
          <w:rFonts w:eastAsiaTheme="minorEastAsia"/>
          <w:bCs w:val="0"/>
          <w:snapToGrid/>
          <w:kern w:val="2"/>
          <w:sz w:val="20"/>
          <w:szCs w:val="20"/>
          <w14:ligatures w14:val="standardContextual"/>
        </w:rPr>
      </w:pPr>
      <w:hyperlink w:anchor="_Toc199405369" w:history="1">
        <w:r w:rsidRPr="00B87A9E">
          <w:rPr>
            <w:rStyle w:val="Hyperlink"/>
            <w:bCs w:val="0"/>
            <w:sz w:val="20"/>
            <w:szCs w:val="20"/>
            <w:u w:val="none"/>
          </w:rPr>
          <w:t>3.11.4.10</w:t>
        </w:r>
        <w:r w:rsidRPr="00B87A9E">
          <w:rPr>
            <w:rFonts w:eastAsiaTheme="minorEastAsia"/>
            <w:bCs w:val="0"/>
            <w:snapToGrid/>
            <w:kern w:val="2"/>
            <w:sz w:val="20"/>
            <w:szCs w:val="20"/>
            <w14:ligatures w14:val="standardContextual"/>
          </w:rPr>
          <w:tab/>
        </w:r>
        <w:r w:rsidRPr="00B87A9E">
          <w:rPr>
            <w:rStyle w:val="Hyperlink"/>
            <w:bCs w:val="0"/>
            <w:sz w:val="20"/>
            <w:szCs w:val="20"/>
            <w:u w:val="none"/>
          </w:rPr>
          <w:t>Modifications to ERCOT Endorsed Projects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_Toc199405369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3-225</w:t>
        </w:r>
        <w:r w:rsidRPr="00B87A9E">
          <w:rPr>
            <w:bCs w:val="0"/>
            <w:webHidden/>
            <w:sz w:val="20"/>
            <w:szCs w:val="20"/>
          </w:rPr>
          <w:fldChar w:fldCharType="end"/>
        </w:r>
      </w:hyperlink>
    </w:p>
    <w:p w14:paraId="3001323C" w14:textId="1C811CB6" w:rsidR="00317F36" w:rsidRPr="00B87A9E" w:rsidRDefault="00317F36">
      <w:pPr>
        <w:pStyle w:val="TOC4"/>
        <w:rPr>
          <w:rFonts w:eastAsiaTheme="minorEastAsia"/>
          <w:bCs w:val="0"/>
          <w:snapToGrid/>
          <w:kern w:val="2"/>
          <w:sz w:val="20"/>
          <w:szCs w:val="20"/>
          <w14:ligatures w14:val="standardContextual"/>
        </w:rPr>
      </w:pPr>
      <w:hyperlink w:anchor="_Toc199405370" w:history="1">
        <w:r w:rsidRPr="00B87A9E">
          <w:rPr>
            <w:rStyle w:val="Hyperlink"/>
            <w:bCs w:val="0"/>
            <w:sz w:val="20"/>
            <w:szCs w:val="20"/>
            <w:u w:val="none"/>
          </w:rPr>
          <w:t>3.11.4.11</w:t>
        </w:r>
        <w:r w:rsidRPr="00B87A9E">
          <w:rPr>
            <w:rFonts w:eastAsiaTheme="minorEastAsia"/>
            <w:bCs w:val="0"/>
            <w:snapToGrid/>
            <w:kern w:val="2"/>
            <w:sz w:val="20"/>
            <w:szCs w:val="20"/>
            <w14:ligatures w14:val="standardContextual"/>
          </w:rPr>
          <w:tab/>
        </w:r>
        <w:r w:rsidRPr="00B87A9E">
          <w:rPr>
            <w:rStyle w:val="Hyperlink"/>
            <w:bCs w:val="0"/>
            <w:sz w:val="20"/>
            <w:szCs w:val="20"/>
            <w:u w:val="none"/>
          </w:rPr>
          <w:t>Customer or Resource Entity Funded Transmission Projects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_Toc199405370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3-225</w:t>
        </w:r>
        <w:r w:rsidRPr="00B87A9E">
          <w:rPr>
            <w:bCs w:val="0"/>
            <w:webHidden/>
            <w:sz w:val="20"/>
            <w:szCs w:val="20"/>
          </w:rPr>
          <w:fldChar w:fldCharType="end"/>
        </w:r>
      </w:hyperlink>
    </w:p>
    <w:p w14:paraId="38F0F8CC" w14:textId="76A393F4" w:rsidR="00317F36" w:rsidRPr="00B87A9E" w:rsidRDefault="00317F36">
      <w:pPr>
        <w:pStyle w:val="TOC3"/>
        <w:rPr>
          <w:rFonts w:eastAsiaTheme="minorEastAsia"/>
          <w:kern w:val="2"/>
          <w14:ligatures w14:val="standardContextual"/>
        </w:rPr>
      </w:pPr>
      <w:hyperlink w:anchor="_Toc199405371" w:history="1">
        <w:r w:rsidRPr="00B87A9E">
          <w:rPr>
            <w:rStyle w:val="Hyperlink"/>
            <w:u w:val="none"/>
          </w:rPr>
          <w:t>3.11.5</w:t>
        </w:r>
        <w:r w:rsidRPr="00B87A9E">
          <w:rPr>
            <w:rFonts w:eastAsiaTheme="minorEastAsia"/>
            <w:kern w:val="2"/>
            <w14:ligatures w14:val="standardContextual"/>
          </w:rPr>
          <w:tab/>
        </w:r>
        <w:r w:rsidRPr="00B87A9E">
          <w:rPr>
            <w:rStyle w:val="Hyperlink"/>
            <w:u w:val="none"/>
          </w:rPr>
          <w:t>Transmission Service Provider and Distribution Service Provider Access to Interval Data</w:t>
        </w:r>
        <w:r w:rsidRPr="00B87A9E">
          <w:rPr>
            <w:webHidden/>
          </w:rPr>
          <w:tab/>
        </w:r>
        <w:r w:rsidRPr="00B87A9E">
          <w:rPr>
            <w:webHidden/>
          </w:rPr>
          <w:fldChar w:fldCharType="begin"/>
        </w:r>
        <w:r w:rsidRPr="00B87A9E">
          <w:rPr>
            <w:webHidden/>
          </w:rPr>
          <w:instrText xml:space="preserve"> PAGEREF _Toc199405371 \h </w:instrText>
        </w:r>
        <w:r w:rsidRPr="00B87A9E">
          <w:rPr>
            <w:webHidden/>
          </w:rPr>
        </w:r>
        <w:r w:rsidRPr="00B87A9E">
          <w:rPr>
            <w:webHidden/>
          </w:rPr>
          <w:fldChar w:fldCharType="separate"/>
        </w:r>
        <w:r w:rsidR="009F5B92">
          <w:rPr>
            <w:webHidden/>
          </w:rPr>
          <w:t>3-226</w:t>
        </w:r>
        <w:r w:rsidRPr="00B87A9E">
          <w:rPr>
            <w:webHidden/>
          </w:rPr>
          <w:fldChar w:fldCharType="end"/>
        </w:r>
      </w:hyperlink>
    </w:p>
    <w:p w14:paraId="0F856B27" w14:textId="1B282CE1" w:rsidR="00317F36" w:rsidRPr="00B87A9E" w:rsidRDefault="00317F36">
      <w:pPr>
        <w:pStyle w:val="TOC3"/>
        <w:rPr>
          <w:rFonts w:eastAsiaTheme="minorEastAsia"/>
          <w:kern w:val="2"/>
          <w14:ligatures w14:val="standardContextual"/>
        </w:rPr>
      </w:pPr>
      <w:hyperlink w:anchor="_Toc199405372" w:history="1">
        <w:r w:rsidRPr="00B87A9E">
          <w:rPr>
            <w:rStyle w:val="Hyperlink"/>
            <w:u w:val="none"/>
          </w:rPr>
          <w:t>3.11.6</w:t>
        </w:r>
        <w:r w:rsidRPr="00B87A9E">
          <w:rPr>
            <w:rFonts w:eastAsiaTheme="minorEastAsia"/>
            <w:kern w:val="2"/>
            <w14:ligatures w14:val="standardContextual"/>
          </w:rPr>
          <w:tab/>
        </w:r>
        <w:r w:rsidRPr="00B87A9E">
          <w:rPr>
            <w:rStyle w:val="Hyperlink"/>
            <w:u w:val="none"/>
          </w:rPr>
          <w:t>Generation Interconnection Process</w:t>
        </w:r>
        <w:r w:rsidRPr="00B87A9E">
          <w:rPr>
            <w:webHidden/>
          </w:rPr>
          <w:tab/>
        </w:r>
        <w:r w:rsidRPr="00B87A9E">
          <w:rPr>
            <w:webHidden/>
          </w:rPr>
          <w:fldChar w:fldCharType="begin"/>
        </w:r>
        <w:r w:rsidRPr="00B87A9E">
          <w:rPr>
            <w:webHidden/>
          </w:rPr>
          <w:instrText xml:space="preserve"> PAGEREF _Toc199405372 \h </w:instrText>
        </w:r>
        <w:r w:rsidRPr="00B87A9E">
          <w:rPr>
            <w:webHidden/>
          </w:rPr>
        </w:r>
        <w:r w:rsidRPr="00B87A9E">
          <w:rPr>
            <w:webHidden/>
          </w:rPr>
          <w:fldChar w:fldCharType="separate"/>
        </w:r>
        <w:r w:rsidR="009F5B92">
          <w:rPr>
            <w:webHidden/>
          </w:rPr>
          <w:t>3-226</w:t>
        </w:r>
        <w:r w:rsidRPr="00B87A9E">
          <w:rPr>
            <w:webHidden/>
          </w:rPr>
          <w:fldChar w:fldCharType="end"/>
        </w:r>
      </w:hyperlink>
    </w:p>
    <w:p w14:paraId="0C6C5DC2" w14:textId="5F9FEE46" w:rsidR="00317F36" w:rsidRPr="00B87A9E" w:rsidRDefault="00317F36">
      <w:pPr>
        <w:pStyle w:val="TOC2"/>
        <w:rPr>
          <w:rFonts w:eastAsiaTheme="minorEastAsia"/>
          <w:noProof/>
          <w:kern w:val="2"/>
          <w14:ligatures w14:val="standardContextual"/>
        </w:rPr>
      </w:pPr>
      <w:hyperlink w:anchor="_Toc199405373" w:history="1">
        <w:r w:rsidRPr="00B87A9E">
          <w:rPr>
            <w:rStyle w:val="Hyperlink"/>
            <w:noProof/>
            <w:u w:val="none"/>
          </w:rPr>
          <w:t>3.12</w:t>
        </w:r>
        <w:r w:rsidRPr="00B87A9E">
          <w:rPr>
            <w:rFonts w:eastAsiaTheme="minorEastAsia"/>
            <w:noProof/>
            <w:kern w:val="2"/>
            <w14:ligatures w14:val="standardContextual"/>
          </w:rPr>
          <w:tab/>
        </w:r>
        <w:r w:rsidRPr="00B87A9E">
          <w:rPr>
            <w:rStyle w:val="Hyperlink"/>
            <w:noProof/>
            <w:u w:val="none"/>
          </w:rPr>
          <w:t>Load Forecasting</w:t>
        </w:r>
        <w:r w:rsidRPr="00B87A9E">
          <w:rPr>
            <w:noProof/>
            <w:webHidden/>
          </w:rPr>
          <w:tab/>
        </w:r>
        <w:r w:rsidRPr="00B87A9E">
          <w:rPr>
            <w:noProof/>
            <w:webHidden/>
          </w:rPr>
          <w:fldChar w:fldCharType="begin"/>
        </w:r>
        <w:r w:rsidRPr="00B87A9E">
          <w:rPr>
            <w:noProof/>
            <w:webHidden/>
          </w:rPr>
          <w:instrText xml:space="preserve"> PAGEREF _Toc199405373 \h </w:instrText>
        </w:r>
        <w:r w:rsidRPr="00B87A9E">
          <w:rPr>
            <w:noProof/>
            <w:webHidden/>
          </w:rPr>
        </w:r>
        <w:r w:rsidRPr="00B87A9E">
          <w:rPr>
            <w:noProof/>
            <w:webHidden/>
          </w:rPr>
          <w:fldChar w:fldCharType="separate"/>
        </w:r>
        <w:r w:rsidR="009F5B92">
          <w:rPr>
            <w:noProof/>
            <w:webHidden/>
          </w:rPr>
          <w:t>3-227</w:t>
        </w:r>
        <w:r w:rsidRPr="00B87A9E">
          <w:rPr>
            <w:noProof/>
            <w:webHidden/>
          </w:rPr>
          <w:fldChar w:fldCharType="end"/>
        </w:r>
      </w:hyperlink>
    </w:p>
    <w:p w14:paraId="3455A3DC" w14:textId="60D0E523" w:rsidR="00317F36" w:rsidRPr="00B87A9E" w:rsidRDefault="00317F36">
      <w:pPr>
        <w:pStyle w:val="TOC3"/>
        <w:rPr>
          <w:rFonts w:eastAsiaTheme="minorEastAsia"/>
          <w:kern w:val="2"/>
          <w14:ligatures w14:val="standardContextual"/>
        </w:rPr>
      </w:pPr>
      <w:hyperlink w:anchor="_Toc199405374" w:history="1">
        <w:r w:rsidRPr="00B87A9E">
          <w:rPr>
            <w:rStyle w:val="Hyperlink"/>
            <w:u w:val="none"/>
          </w:rPr>
          <w:t>3.12.1</w:t>
        </w:r>
        <w:r w:rsidRPr="00B87A9E">
          <w:rPr>
            <w:rFonts w:eastAsiaTheme="minorEastAsia"/>
            <w:kern w:val="2"/>
            <w14:ligatures w14:val="standardContextual"/>
          </w:rPr>
          <w:tab/>
        </w:r>
        <w:r w:rsidRPr="00B87A9E">
          <w:rPr>
            <w:rStyle w:val="Hyperlink"/>
            <w:u w:val="none"/>
          </w:rPr>
          <w:t>Seven-Day Load Forecast</w:t>
        </w:r>
        <w:r w:rsidRPr="00B87A9E">
          <w:rPr>
            <w:webHidden/>
          </w:rPr>
          <w:tab/>
        </w:r>
        <w:r w:rsidRPr="00B87A9E">
          <w:rPr>
            <w:webHidden/>
          </w:rPr>
          <w:fldChar w:fldCharType="begin"/>
        </w:r>
        <w:r w:rsidRPr="00B87A9E">
          <w:rPr>
            <w:webHidden/>
          </w:rPr>
          <w:instrText xml:space="preserve"> PAGEREF _Toc199405374 \h </w:instrText>
        </w:r>
        <w:r w:rsidRPr="00B87A9E">
          <w:rPr>
            <w:webHidden/>
          </w:rPr>
        </w:r>
        <w:r w:rsidRPr="00B87A9E">
          <w:rPr>
            <w:webHidden/>
          </w:rPr>
          <w:fldChar w:fldCharType="separate"/>
        </w:r>
        <w:r w:rsidR="009F5B92">
          <w:rPr>
            <w:webHidden/>
          </w:rPr>
          <w:t>3-228</w:t>
        </w:r>
        <w:r w:rsidRPr="00B87A9E">
          <w:rPr>
            <w:webHidden/>
          </w:rPr>
          <w:fldChar w:fldCharType="end"/>
        </w:r>
      </w:hyperlink>
    </w:p>
    <w:p w14:paraId="547BF43B" w14:textId="1C6E9B60" w:rsidR="00317F36" w:rsidRPr="00B87A9E" w:rsidRDefault="00317F36">
      <w:pPr>
        <w:pStyle w:val="TOC3"/>
        <w:rPr>
          <w:rFonts w:eastAsiaTheme="minorEastAsia"/>
          <w:kern w:val="2"/>
          <w14:ligatures w14:val="standardContextual"/>
        </w:rPr>
      </w:pPr>
      <w:hyperlink w:anchor="_Toc199405375" w:history="1">
        <w:r w:rsidRPr="00B87A9E">
          <w:rPr>
            <w:rStyle w:val="Hyperlink"/>
            <w:u w:val="none"/>
          </w:rPr>
          <w:t>3.12.2</w:t>
        </w:r>
        <w:r w:rsidRPr="00B87A9E">
          <w:rPr>
            <w:rFonts w:eastAsiaTheme="minorEastAsia"/>
            <w:kern w:val="2"/>
            <w14:ligatures w14:val="standardContextual"/>
          </w:rPr>
          <w:tab/>
        </w:r>
        <w:r w:rsidRPr="00B87A9E">
          <w:rPr>
            <w:rStyle w:val="Hyperlink"/>
            <w:u w:val="none"/>
          </w:rPr>
          <w:t>Study Areas</w:t>
        </w:r>
        <w:r w:rsidRPr="00B87A9E">
          <w:rPr>
            <w:webHidden/>
          </w:rPr>
          <w:tab/>
        </w:r>
        <w:r w:rsidRPr="00B87A9E">
          <w:rPr>
            <w:webHidden/>
          </w:rPr>
          <w:fldChar w:fldCharType="begin"/>
        </w:r>
        <w:r w:rsidRPr="00B87A9E">
          <w:rPr>
            <w:webHidden/>
          </w:rPr>
          <w:instrText xml:space="preserve"> PAGEREF _Toc199405375 \h </w:instrText>
        </w:r>
        <w:r w:rsidRPr="00B87A9E">
          <w:rPr>
            <w:webHidden/>
          </w:rPr>
        </w:r>
        <w:r w:rsidRPr="00B87A9E">
          <w:rPr>
            <w:webHidden/>
          </w:rPr>
          <w:fldChar w:fldCharType="separate"/>
        </w:r>
        <w:r w:rsidR="009F5B92">
          <w:rPr>
            <w:webHidden/>
          </w:rPr>
          <w:t>3-229</w:t>
        </w:r>
        <w:r w:rsidRPr="00B87A9E">
          <w:rPr>
            <w:webHidden/>
          </w:rPr>
          <w:fldChar w:fldCharType="end"/>
        </w:r>
      </w:hyperlink>
    </w:p>
    <w:p w14:paraId="325555F3" w14:textId="6E98080D" w:rsidR="00317F36" w:rsidRPr="00B87A9E" w:rsidRDefault="00317F36">
      <w:pPr>
        <w:pStyle w:val="TOC3"/>
        <w:rPr>
          <w:rFonts w:eastAsiaTheme="minorEastAsia"/>
          <w:kern w:val="2"/>
          <w14:ligatures w14:val="standardContextual"/>
        </w:rPr>
      </w:pPr>
      <w:hyperlink w:anchor="_Toc199405376" w:history="1">
        <w:r w:rsidRPr="00B87A9E">
          <w:rPr>
            <w:rStyle w:val="Hyperlink"/>
            <w:u w:val="none"/>
          </w:rPr>
          <w:t>3.12.3</w:t>
        </w:r>
        <w:r w:rsidRPr="00B87A9E">
          <w:rPr>
            <w:rFonts w:eastAsiaTheme="minorEastAsia"/>
            <w:kern w:val="2"/>
            <w14:ligatures w14:val="standardContextual"/>
          </w:rPr>
          <w:tab/>
        </w:r>
        <w:r w:rsidRPr="00B87A9E">
          <w:rPr>
            <w:rStyle w:val="Hyperlink"/>
            <w:u w:val="none"/>
          </w:rPr>
          <w:t>Seven-Day Study Area Load Forecast</w:t>
        </w:r>
        <w:r w:rsidRPr="00B87A9E">
          <w:rPr>
            <w:webHidden/>
          </w:rPr>
          <w:tab/>
        </w:r>
        <w:r w:rsidRPr="00B87A9E">
          <w:rPr>
            <w:webHidden/>
          </w:rPr>
          <w:fldChar w:fldCharType="begin"/>
        </w:r>
        <w:r w:rsidRPr="00B87A9E">
          <w:rPr>
            <w:webHidden/>
          </w:rPr>
          <w:instrText xml:space="preserve"> PAGEREF _Toc199405376 \h </w:instrText>
        </w:r>
        <w:r w:rsidRPr="00B87A9E">
          <w:rPr>
            <w:webHidden/>
          </w:rPr>
        </w:r>
        <w:r w:rsidRPr="00B87A9E">
          <w:rPr>
            <w:webHidden/>
          </w:rPr>
          <w:fldChar w:fldCharType="separate"/>
        </w:r>
        <w:r w:rsidR="009F5B92">
          <w:rPr>
            <w:webHidden/>
          </w:rPr>
          <w:t>3-229</w:t>
        </w:r>
        <w:r w:rsidRPr="00B87A9E">
          <w:rPr>
            <w:webHidden/>
          </w:rPr>
          <w:fldChar w:fldCharType="end"/>
        </w:r>
      </w:hyperlink>
    </w:p>
    <w:p w14:paraId="0ECF0EF1" w14:textId="0B8388C5" w:rsidR="00317F36" w:rsidRPr="00B87A9E" w:rsidRDefault="00317F36">
      <w:pPr>
        <w:pStyle w:val="TOC2"/>
        <w:rPr>
          <w:rFonts w:eastAsiaTheme="minorEastAsia"/>
          <w:noProof/>
          <w:kern w:val="2"/>
          <w14:ligatures w14:val="standardContextual"/>
        </w:rPr>
      </w:pPr>
      <w:hyperlink w:anchor="_Toc199405377" w:history="1">
        <w:r w:rsidRPr="00B87A9E">
          <w:rPr>
            <w:rStyle w:val="Hyperlink"/>
            <w:noProof/>
            <w:u w:val="none"/>
          </w:rPr>
          <w:t>3.13</w:t>
        </w:r>
        <w:r w:rsidRPr="00B87A9E">
          <w:rPr>
            <w:rFonts w:eastAsiaTheme="minorEastAsia"/>
            <w:noProof/>
            <w:kern w:val="2"/>
            <w14:ligatures w14:val="standardContextual"/>
          </w:rPr>
          <w:tab/>
        </w:r>
        <w:r w:rsidRPr="00B87A9E">
          <w:rPr>
            <w:rStyle w:val="Hyperlink"/>
            <w:noProof/>
            <w:u w:val="none"/>
          </w:rPr>
          <w:t>Renewable Production Potential Forecasts</w:t>
        </w:r>
        <w:r w:rsidRPr="00B87A9E">
          <w:rPr>
            <w:noProof/>
            <w:webHidden/>
          </w:rPr>
          <w:tab/>
        </w:r>
        <w:r w:rsidRPr="00B87A9E">
          <w:rPr>
            <w:noProof/>
            <w:webHidden/>
          </w:rPr>
          <w:fldChar w:fldCharType="begin"/>
        </w:r>
        <w:r w:rsidRPr="00B87A9E">
          <w:rPr>
            <w:noProof/>
            <w:webHidden/>
          </w:rPr>
          <w:instrText xml:space="preserve"> PAGEREF _Toc199405377 \h </w:instrText>
        </w:r>
        <w:r w:rsidRPr="00B87A9E">
          <w:rPr>
            <w:noProof/>
            <w:webHidden/>
          </w:rPr>
        </w:r>
        <w:r w:rsidRPr="00B87A9E">
          <w:rPr>
            <w:noProof/>
            <w:webHidden/>
          </w:rPr>
          <w:fldChar w:fldCharType="separate"/>
        </w:r>
        <w:r w:rsidR="009F5B92">
          <w:rPr>
            <w:noProof/>
            <w:webHidden/>
          </w:rPr>
          <w:t>3-229</w:t>
        </w:r>
        <w:r w:rsidRPr="00B87A9E">
          <w:rPr>
            <w:noProof/>
            <w:webHidden/>
          </w:rPr>
          <w:fldChar w:fldCharType="end"/>
        </w:r>
      </w:hyperlink>
    </w:p>
    <w:p w14:paraId="387CE7DA" w14:textId="46A5324F" w:rsidR="00317F36" w:rsidRPr="00B87A9E" w:rsidRDefault="00317F36">
      <w:pPr>
        <w:pStyle w:val="TOC2"/>
        <w:rPr>
          <w:rFonts w:eastAsiaTheme="minorEastAsia"/>
          <w:noProof/>
          <w:kern w:val="2"/>
          <w14:ligatures w14:val="standardContextual"/>
        </w:rPr>
      </w:pPr>
      <w:hyperlink w:anchor="_Toc199405378" w:history="1">
        <w:r w:rsidRPr="00B87A9E">
          <w:rPr>
            <w:rStyle w:val="Hyperlink"/>
            <w:noProof/>
            <w:u w:val="none"/>
          </w:rPr>
          <w:t>3.14</w:t>
        </w:r>
        <w:r w:rsidRPr="00B87A9E">
          <w:rPr>
            <w:rFonts w:eastAsiaTheme="minorEastAsia"/>
            <w:noProof/>
            <w:kern w:val="2"/>
            <w14:ligatures w14:val="standardContextual"/>
          </w:rPr>
          <w:tab/>
        </w:r>
        <w:r w:rsidRPr="00B87A9E">
          <w:rPr>
            <w:rStyle w:val="Hyperlink"/>
            <w:noProof/>
            <w:u w:val="none"/>
          </w:rPr>
          <w:t>Contracts for Reliability Resources and Emergency Response Service Resources</w:t>
        </w:r>
        <w:r w:rsidRPr="00B87A9E">
          <w:rPr>
            <w:noProof/>
            <w:webHidden/>
          </w:rPr>
          <w:tab/>
        </w:r>
        <w:r w:rsidRPr="00B87A9E">
          <w:rPr>
            <w:noProof/>
            <w:webHidden/>
          </w:rPr>
          <w:fldChar w:fldCharType="begin"/>
        </w:r>
        <w:r w:rsidRPr="00B87A9E">
          <w:rPr>
            <w:noProof/>
            <w:webHidden/>
          </w:rPr>
          <w:instrText xml:space="preserve"> PAGEREF _Toc199405378 \h </w:instrText>
        </w:r>
        <w:r w:rsidRPr="00B87A9E">
          <w:rPr>
            <w:noProof/>
            <w:webHidden/>
          </w:rPr>
        </w:r>
        <w:r w:rsidRPr="00B87A9E">
          <w:rPr>
            <w:noProof/>
            <w:webHidden/>
          </w:rPr>
          <w:fldChar w:fldCharType="separate"/>
        </w:r>
        <w:r w:rsidR="009F5B92">
          <w:rPr>
            <w:noProof/>
            <w:webHidden/>
          </w:rPr>
          <w:t>3-230</w:t>
        </w:r>
        <w:r w:rsidRPr="00B87A9E">
          <w:rPr>
            <w:noProof/>
            <w:webHidden/>
          </w:rPr>
          <w:fldChar w:fldCharType="end"/>
        </w:r>
      </w:hyperlink>
    </w:p>
    <w:p w14:paraId="2AD767CB" w14:textId="592DCDD8" w:rsidR="00317F36" w:rsidRPr="00B87A9E" w:rsidRDefault="00317F36">
      <w:pPr>
        <w:pStyle w:val="TOC3"/>
        <w:rPr>
          <w:rFonts w:eastAsiaTheme="minorEastAsia"/>
          <w:kern w:val="2"/>
          <w14:ligatures w14:val="standardContextual"/>
        </w:rPr>
      </w:pPr>
      <w:hyperlink w:anchor="_Toc199405379" w:history="1">
        <w:r w:rsidRPr="00B87A9E">
          <w:rPr>
            <w:rStyle w:val="Hyperlink"/>
            <w:u w:val="none"/>
          </w:rPr>
          <w:t>3.14.1</w:t>
        </w:r>
        <w:r w:rsidRPr="00B87A9E">
          <w:rPr>
            <w:rFonts w:eastAsiaTheme="minorEastAsia"/>
            <w:kern w:val="2"/>
            <w14:ligatures w14:val="standardContextual"/>
          </w:rPr>
          <w:tab/>
        </w:r>
        <w:r w:rsidRPr="00B87A9E">
          <w:rPr>
            <w:rStyle w:val="Hyperlink"/>
            <w:u w:val="none"/>
          </w:rPr>
          <w:t>Reliability Must Run</w:t>
        </w:r>
        <w:r w:rsidRPr="00B87A9E">
          <w:rPr>
            <w:webHidden/>
          </w:rPr>
          <w:tab/>
        </w:r>
        <w:r w:rsidRPr="00B87A9E">
          <w:rPr>
            <w:webHidden/>
          </w:rPr>
          <w:fldChar w:fldCharType="begin"/>
        </w:r>
        <w:r w:rsidRPr="00B87A9E">
          <w:rPr>
            <w:webHidden/>
          </w:rPr>
          <w:instrText xml:space="preserve"> PAGEREF _Toc199405379 \h </w:instrText>
        </w:r>
        <w:r w:rsidRPr="00B87A9E">
          <w:rPr>
            <w:webHidden/>
          </w:rPr>
        </w:r>
        <w:r w:rsidRPr="00B87A9E">
          <w:rPr>
            <w:webHidden/>
          </w:rPr>
          <w:fldChar w:fldCharType="separate"/>
        </w:r>
        <w:r w:rsidR="009F5B92">
          <w:rPr>
            <w:webHidden/>
          </w:rPr>
          <w:t>3-231</w:t>
        </w:r>
        <w:r w:rsidRPr="00B87A9E">
          <w:rPr>
            <w:webHidden/>
          </w:rPr>
          <w:fldChar w:fldCharType="end"/>
        </w:r>
      </w:hyperlink>
    </w:p>
    <w:p w14:paraId="24B5A92B" w14:textId="13F338E0" w:rsidR="00317F36" w:rsidRPr="00B87A9E" w:rsidRDefault="00317F36">
      <w:pPr>
        <w:pStyle w:val="TOC4"/>
        <w:rPr>
          <w:rFonts w:eastAsiaTheme="minorEastAsia"/>
          <w:bCs w:val="0"/>
          <w:snapToGrid/>
          <w:kern w:val="2"/>
          <w:sz w:val="20"/>
          <w:szCs w:val="20"/>
          <w14:ligatures w14:val="standardContextual"/>
        </w:rPr>
      </w:pPr>
      <w:hyperlink w:anchor="_Toc199405380" w:history="1">
        <w:r w:rsidRPr="00B87A9E">
          <w:rPr>
            <w:rStyle w:val="Hyperlink"/>
            <w:bCs w:val="0"/>
            <w:sz w:val="20"/>
            <w:szCs w:val="20"/>
            <w:u w:val="none"/>
          </w:rPr>
          <w:t>3.14.1.1</w:t>
        </w:r>
        <w:r w:rsidRPr="00B87A9E">
          <w:rPr>
            <w:rFonts w:eastAsiaTheme="minorEastAsia"/>
            <w:bCs w:val="0"/>
            <w:snapToGrid/>
            <w:kern w:val="2"/>
            <w:sz w:val="20"/>
            <w:szCs w:val="20"/>
            <w14:ligatures w14:val="standardContextual"/>
          </w:rPr>
          <w:tab/>
        </w:r>
        <w:r w:rsidRPr="00B87A9E">
          <w:rPr>
            <w:rStyle w:val="Hyperlink"/>
            <w:bCs w:val="0"/>
            <w:sz w:val="20"/>
            <w:szCs w:val="20"/>
            <w:u w:val="none"/>
          </w:rPr>
          <w:t>Notification of Suspension of Operations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_Toc199405380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3-233</w:t>
        </w:r>
        <w:r w:rsidRPr="00B87A9E">
          <w:rPr>
            <w:bCs w:val="0"/>
            <w:webHidden/>
            <w:sz w:val="20"/>
            <w:szCs w:val="20"/>
          </w:rPr>
          <w:fldChar w:fldCharType="end"/>
        </w:r>
      </w:hyperlink>
    </w:p>
    <w:p w14:paraId="6827A8F7" w14:textId="5722EE08" w:rsidR="00317F36" w:rsidRPr="00B87A9E" w:rsidRDefault="00317F36">
      <w:pPr>
        <w:pStyle w:val="TOC4"/>
        <w:rPr>
          <w:rFonts w:eastAsiaTheme="minorEastAsia"/>
          <w:bCs w:val="0"/>
          <w:snapToGrid/>
          <w:kern w:val="2"/>
          <w:sz w:val="20"/>
          <w:szCs w:val="20"/>
          <w14:ligatures w14:val="standardContextual"/>
        </w:rPr>
      </w:pPr>
      <w:hyperlink w:anchor="_Toc199405381" w:history="1">
        <w:r w:rsidRPr="00B87A9E">
          <w:rPr>
            <w:rStyle w:val="Hyperlink"/>
            <w:bCs w:val="0"/>
            <w:sz w:val="20"/>
            <w:szCs w:val="20"/>
            <w:u w:val="none"/>
          </w:rPr>
          <w:t>3.14.1.2</w:t>
        </w:r>
        <w:r w:rsidRPr="00B87A9E">
          <w:rPr>
            <w:rFonts w:eastAsiaTheme="minorEastAsia"/>
            <w:bCs w:val="0"/>
            <w:snapToGrid/>
            <w:kern w:val="2"/>
            <w:sz w:val="20"/>
            <w:szCs w:val="20"/>
            <w14:ligatures w14:val="standardContextual"/>
          </w:rPr>
          <w:tab/>
        </w:r>
        <w:r w:rsidRPr="00B87A9E">
          <w:rPr>
            <w:rStyle w:val="Hyperlink"/>
            <w:bCs w:val="0"/>
            <w:sz w:val="20"/>
            <w:szCs w:val="20"/>
            <w:u w:val="none"/>
          </w:rPr>
          <w:t>ERCOT Evaluation Process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_Toc199405381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3-234</w:t>
        </w:r>
        <w:r w:rsidRPr="00B87A9E">
          <w:rPr>
            <w:bCs w:val="0"/>
            <w:webHidden/>
            <w:sz w:val="20"/>
            <w:szCs w:val="20"/>
          </w:rPr>
          <w:fldChar w:fldCharType="end"/>
        </w:r>
      </w:hyperlink>
    </w:p>
    <w:p w14:paraId="5489FD78" w14:textId="17A335CB" w:rsidR="00317F36" w:rsidRPr="00B87A9E" w:rsidRDefault="00317F36">
      <w:pPr>
        <w:pStyle w:val="TOC5"/>
        <w:rPr>
          <w:rFonts w:eastAsiaTheme="minorEastAsia"/>
          <w:i w:val="0"/>
          <w:kern w:val="2"/>
          <w:sz w:val="20"/>
          <w:szCs w:val="20"/>
          <w14:ligatures w14:val="standardContextual"/>
        </w:rPr>
      </w:pPr>
      <w:hyperlink w:anchor="_Toc199405382" w:history="1">
        <w:r w:rsidRPr="00B87A9E">
          <w:rPr>
            <w:rStyle w:val="Hyperlink"/>
            <w:i w:val="0"/>
            <w:sz w:val="20"/>
            <w:szCs w:val="20"/>
            <w:u w:val="none"/>
          </w:rPr>
          <w:t>3.14.1.2.1</w:t>
        </w:r>
        <w:r w:rsidRPr="00B87A9E">
          <w:rPr>
            <w:rFonts w:eastAsiaTheme="minorEastAsia"/>
            <w:i w:val="0"/>
            <w:kern w:val="2"/>
            <w:sz w:val="20"/>
            <w:szCs w:val="20"/>
            <w14:ligatures w14:val="standardContextual"/>
          </w:rPr>
          <w:tab/>
        </w:r>
        <w:r w:rsidRPr="00B87A9E">
          <w:rPr>
            <w:rStyle w:val="Hyperlink"/>
            <w:i w:val="0"/>
            <w:snapToGrid w:val="0"/>
            <w:sz w:val="20"/>
            <w:szCs w:val="20"/>
            <w:u w:val="none"/>
          </w:rPr>
          <w:t>ERCOT Evaluation of Seasonal Mothball Status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_Toc199405382 \h </w:instrText>
        </w:r>
        <w:r w:rsidRPr="00B87A9E">
          <w:rPr>
            <w:i w:val="0"/>
            <w:webHidden/>
            <w:sz w:val="20"/>
            <w:szCs w:val="20"/>
          </w:rPr>
        </w:r>
        <w:r w:rsidRPr="00B87A9E">
          <w:rPr>
            <w:i w:val="0"/>
            <w:webHidden/>
            <w:sz w:val="20"/>
            <w:szCs w:val="20"/>
          </w:rPr>
          <w:fldChar w:fldCharType="separate"/>
        </w:r>
        <w:r w:rsidR="009F5B92">
          <w:rPr>
            <w:i w:val="0"/>
            <w:webHidden/>
            <w:sz w:val="20"/>
            <w:szCs w:val="20"/>
          </w:rPr>
          <w:t>3-237</w:t>
        </w:r>
        <w:r w:rsidRPr="00B87A9E">
          <w:rPr>
            <w:i w:val="0"/>
            <w:webHidden/>
            <w:sz w:val="20"/>
            <w:szCs w:val="20"/>
          </w:rPr>
          <w:fldChar w:fldCharType="end"/>
        </w:r>
      </w:hyperlink>
    </w:p>
    <w:p w14:paraId="4CCDDA75" w14:textId="2F05FDF8" w:rsidR="00317F36" w:rsidRPr="00B87A9E" w:rsidRDefault="00317F36">
      <w:pPr>
        <w:pStyle w:val="TOC4"/>
        <w:rPr>
          <w:rFonts w:eastAsiaTheme="minorEastAsia"/>
          <w:bCs w:val="0"/>
          <w:snapToGrid/>
          <w:kern w:val="2"/>
          <w:sz w:val="20"/>
          <w:szCs w:val="20"/>
          <w14:ligatures w14:val="standardContextual"/>
        </w:rPr>
      </w:pPr>
      <w:hyperlink w:anchor="_Toc199405383" w:history="1">
        <w:r w:rsidRPr="00B87A9E">
          <w:rPr>
            <w:rStyle w:val="Hyperlink"/>
            <w:bCs w:val="0"/>
            <w:sz w:val="20"/>
            <w:szCs w:val="20"/>
            <w:u w:val="none"/>
          </w:rPr>
          <w:t>3.14.1.3</w:t>
        </w:r>
        <w:r w:rsidRPr="00B87A9E">
          <w:rPr>
            <w:rFonts w:eastAsiaTheme="minorEastAsia"/>
            <w:bCs w:val="0"/>
            <w:snapToGrid/>
            <w:kern w:val="2"/>
            <w:sz w:val="20"/>
            <w:szCs w:val="20"/>
            <w14:ligatures w14:val="standardContextual"/>
          </w:rPr>
          <w:tab/>
        </w:r>
        <w:r w:rsidRPr="00B87A9E">
          <w:rPr>
            <w:rStyle w:val="Hyperlink"/>
            <w:bCs w:val="0"/>
            <w:sz w:val="20"/>
            <w:szCs w:val="20"/>
            <w:u w:val="none"/>
          </w:rPr>
          <w:t>ERCOT Board Approval of RMR and MRA Agreements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_Toc199405383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3-238</w:t>
        </w:r>
        <w:r w:rsidRPr="00B87A9E">
          <w:rPr>
            <w:bCs w:val="0"/>
            <w:webHidden/>
            <w:sz w:val="20"/>
            <w:szCs w:val="20"/>
          </w:rPr>
          <w:fldChar w:fldCharType="end"/>
        </w:r>
      </w:hyperlink>
    </w:p>
    <w:p w14:paraId="104289A2" w14:textId="55DDFCC4" w:rsidR="00317F36" w:rsidRPr="00B87A9E" w:rsidRDefault="00317F36">
      <w:pPr>
        <w:pStyle w:val="TOC4"/>
        <w:rPr>
          <w:rFonts w:eastAsiaTheme="minorEastAsia"/>
          <w:bCs w:val="0"/>
          <w:snapToGrid/>
          <w:kern w:val="2"/>
          <w:sz w:val="20"/>
          <w:szCs w:val="20"/>
          <w14:ligatures w14:val="standardContextual"/>
        </w:rPr>
      </w:pPr>
      <w:hyperlink w:anchor="_Toc199405384" w:history="1">
        <w:r w:rsidRPr="00B87A9E">
          <w:rPr>
            <w:rStyle w:val="Hyperlink"/>
            <w:bCs w:val="0"/>
            <w:sz w:val="20"/>
            <w:szCs w:val="20"/>
            <w:u w:val="none"/>
          </w:rPr>
          <w:t>3.14.1.4</w:t>
        </w:r>
        <w:r w:rsidRPr="00B87A9E">
          <w:rPr>
            <w:rFonts w:eastAsiaTheme="minorEastAsia"/>
            <w:bCs w:val="0"/>
            <w:snapToGrid/>
            <w:kern w:val="2"/>
            <w:sz w:val="20"/>
            <w:szCs w:val="20"/>
            <w14:ligatures w14:val="standardContextual"/>
          </w:rPr>
          <w:tab/>
        </w:r>
        <w:r w:rsidRPr="00B87A9E">
          <w:rPr>
            <w:rStyle w:val="Hyperlink"/>
            <w:bCs w:val="0"/>
            <w:sz w:val="20"/>
            <w:szCs w:val="20"/>
            <w:u w:val="none"/>
          </w:rPr>
          <w:t>Exit Strategy from an RMR Agreement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_Toc199405384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3-239</w:t>
        </w:r>
        <w:r w:rsidRPr="00B87A9E">
          <w:rPr>
            <w:bCs w:val="0"/>
            <w:webHidden/>
            <w:sz w:val="20"/>
            <w:szCs w:val="20"/>
          </w:rPr>
          <w:fldChar w:fldCharType="end"/>
        </w:r>
      </w:hyperlink>
    </w:p>
    <w:p w14:paraId="63A6B822" w14:textId="733D8E1A" w:rsidR="00317F36" w:rsidRPr="00B87A9E" w:rsidRDefault="00317F36">
      <w:pPr>
        <w:pStyle w:val="TOC4"/>
        <w:rPr>
          <w:rFonts w:eastAsiaTheme="minorEastAsia"/>
          <w:bCs w:val="0"/>
          <w:snapToGrid/>
          <w:kern w:val="2"/>
          <w:sz w:val="20"/>
          <w:szCs w:val="20"/>
          <w14:ligatures w14:val="standardContextual"/>
        </w:rPr>
      </w:pPr>
      <w:hyperlink w:anchor="_Toc199405385" w:history="1">
        <w:r w:rsidRPr="00B87A9E">
          <w:rPr>
            <w:rStyle w:val="Hyperlink"/>
            <w:bCs w:val="0"/>
            <w:sz w:val="20"/>
            <w:szCs w:val="20"/>
            <w:u w:val="none"/>
          </w:rPr>
          <w:t>3.14.1.5</w:t>
        </w:r>
        <w:r w:rsidRPr="00B87A9E">
          <w:rPr>
            <w:rFonts w:eastAsiaTheme="minorEastAsia"/>
            <w:bCs w:val="0"/>
            <w:snapToGrid/>
            <w:kern w:val="2"/>
            <w:sz w:val="20"/>
            <w:szCs w:val="20"/>
            <w14:ligatures w14:val="standardContextual"/>
          </w:rPr>
          <w:tab/>
        </w:r>
        <w:r w:rsidRPr="00B87A9E">
          <w:rPr>
            <w:rStyle w:val="Hyperlink"/>
            <w:bCs w:val="0"/>
            <w:sz w:val="20"/>
            <w:szCs w:val="20"/>
            <w:u w:val="none"/>
          </w:rPr>
          <w:t>Evaluation of Alternatives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_Toc199405385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3-239</w:t>
        </w:r>
        <w:r w:rsidRPr="00B87A9E">
          <w:rPr>
            <w:bCs w:val="0"/>
            <w:webHidden/>
            <w:sz w:val="20"/>
            <w:szCs w:val="20"/>
          </w:rPr>
          <w:fldChar w:fldCharType="end"/>
        </w:r>
      </w:hyperlink>
    </w:p>
    <w:p w14:paraId="0DF2D79B" w14:textId="25BAA771" w:rsidR="00317F36" w:rsidRPr="00B87A9E" w:rsidRDefault="00317F36">
      <w:pPr>
        <w:pStyle w:val="TOC4"/>
        <w:rPr>
          <w:rFonts w:eastAsiaTheme="minorEastAsia"/>
          <w:bCs w:val="0"/>
          <w:snapToGrid/>
          <w:kern w:val="2"/>
          <w:sz w:val="20"/>
          <w:szCs w:val="20"/>
          <w14:ligatures w14:val="standardContextual"/>
        </w:rPr>
      </w:pPr>
      <w:hyperlink w:anchor="_Toc199405386" w:history="1">
        <w:r w:rsidRPr="00B87A9E">
          <w:rPr>
            <w:rStyle w:val="Hyperlink"/>
            <w:bCs w:val="0"/>
            <w:sz w:val="20"/>
            <w:szCs w:val="20"/>
            <w:u w:val="none"/>
          </w:rPr>
          <w:t>3.14.1.6</w:t>
        </w:r>
        <w:r w:rsidRPr="00B87A9E">
          <w:rPr>
            <w:rFonts w:eastAsiaTheme="minorEastAsia"/>
            <w:bCs w:val="0"/>
            <w:snapToGrid/>
            <w:kern w:val="2"/>
            <w:sz w:val="20"/>
            <w:szCs w:val="20"/>
            <w14:ligatures w14:val="standardContextual"/>
          </w:rPr>
          <w:tab/>
        </w:r>
        <w:r w:rsidRPr="00B87A9E">
          <w:rPr>
            <w:rStyle w:val="Hyperlink"/>
            <w:bCs w:val="0"/>
            <w:sz w:val="20"/>
            <w:szCs w:val="20"/>
            <w:u w:val="none"/>
          </w:rPr>
          <w:t>Transmission System Upgrades Associated with an RMR and/or MRA Exit Strategy</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_Toc199405386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3-241</w:t>
        </w:r>
        <w:r w:rsidRPr="00B87A9E">
          <w:rPr>
            <w:bCs w:val="0"/>
            <w:webHidden/>
            <w:sz w:val="20"/>
            <w:szCs w:val="20"/>
          </w:rPr>
          <w:fldChar w:fldCharType="end"/>
        </w:r>
      </w:hyperlink>
    </w:p>
    <w:p w14:paraId="38461453" w14:textId="191FF742" w:rsidR="00317F36" w:rsidRPr="00B87A9E" w:rsidRDefault="00317F36">
      <w:pPr>
        <w:pStyle w:val="TOC4"/>
        <w:rPr>
          <w:rFonts w:eastAsiaTheme="minorEastAsia"/>
          <w:bCs w:val="0"/>
          <w:snapToGrid/>
          <w:kern w:val="2"/>
          <w:sz w:val="20"/>
          <w:szCs w:val="20"/>
          <w14:ligatures w14:val="standardContextual"/>
        </w:rPr>
      </w:pPr>
      <w:hyperlink w:anchor="_Toc199405387" w:history="1">
        <w:r w:rsidRPr="00B87A9E">
          <w:rPr>
            <w:rStyle w:val="Hyperlink"/>
            <w:bCs w:val="0"/>
            <w:sz w:val="20"/>
            <w:szCs w:val="20"/>
            <w:u w:val="none"/>
          </w:rPr>
          <w:t>3.14.1.7</w:t>
        </w:r>
        <w:r w:rsidRPr="00B87A9E">
          <w:rPr>
            <w:rFonts w:eastAsiaTheme="minorEastAsia"/>
            <w:bCs w:val="0"/>
            <w:snapToGrid/>
            <w:kern w:val="2"/>
            <w:sz w:val="20"/>
            <w:szCs w:val="20"/>
            <w14:ligatures w14:val="standardContextual"/>
          </w:rPr>
          <w:tab/>
        </w:r>
        <w:r w:rsidRPr="00B87A9E">
          <w:rPr>
            <w:rStyle w:val="Hyperlink"/>
            <w:bCs w:val="0"/>
            <w:sz w:val="20"/>
            <w:szCs w:val="20"/>
            <w:u w:val="none"/>
          </w:rPr>
          <w:t>RMR or MRA Contract Termination</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_Toc199405387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3-241</w:t>
        </w:r>
        <w:r w:rsidRPr="00B87A9E">
          <w:rPr>
            <w:bCs w:val="0"/>
            <w:webHidden/>
            <w:sz w:val="20"/>
            <w:szCs w:val="20"/>
          </w:rPr>
          <w:fldChar w:fldCharType="end"/>
        </w:r>
      </w:hyperlink>
    </w:p>
    <w:p w14:paraId="738684C6" w14:textId="0B2A6F5B" w:rsidR="00317F36" w:rsidRPr="00B87A9E" w:rsidRDefault="00317F36">
      <w:pPr>
        <w:pStyle w:val="TOC4"/>
        <w:rPr>
          <w:rFonts w:eastAsiaTheme="minorEastAsia"/>
          <w:bCs w:val="0"/>
          <w:snapToGrid/>
          <w:kern w:val="2"/>
          <w:sz w:val="20"/>
          <w:szCs w:val="20"/>
          <w14:ligatures w14:val="standardContextual"/>
        </w:rPr>
      </w:pPr>
      <w:hyperlink w:anchor="_Toc199405388" w:history="1">
        <w:r w:rsidRPr="00B87A9E">
          <w:rPr>
            <w:rStyle w:val="Hyperlink"/>
            <w:bCs w:val="0"/>
            <w:sz w:val="20"/>
            <w:szCs w:val="20"/>
            <w:u w:val="none"/>
          </w:rPr>
          <w:t>3.14.1.8</w:t>
        </w:r>
        <w:r w:rsidRPr="00B87A9E">
          <w:rPr>
            <w:rFonts w:eastAsiaTheme="minorEastAsia"/>
            <w:bCs w:val="0"/>
            <w:snapToGrid/>
            <w:kern w:val="2"/>
            <w:sz w:val="20"/>
            <w:szCs w:val="20"/>
            <w14:ligatures w14:val="standardContextual"/>
          </w:rPr>
          <w:tab/>
        </w:r>
        <w:r w:rsidRPr="00B87A9E">
          <w:rPr>
            <w:rStyle w:val="Hyperlink"/>
            <w:bCs w:val="0"/>
            <w:sz w:val="20"/>
            <w:szCs w:val="20"/>
            <w:u w:val="none"/>
          </w:rPr>
          <w:t>RMR and/or MRA Contract Extension</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_Toc199405388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3-242</w:t>
        </w:r>
        <w:r w:rsidRPr="00B87A9E">
          <w:rPr>
            <w:bCs w:val="0"/>
            <w:webHidden/>
            <w:sz w:val="20"/>
            <w:szCs w:val="20"/>
          </w:rPr>
          <w:fldChar w:fldCharType="end"/>
        </w:r>
      </w:hyperlink>
    </w:p>
    <w:p w14:paraId="0AA08ADB" w14:textId="7A046F12" w:rsidR="00317F36" w:rsidRPr="00B87A9E" w:rsidRDefault="00317F36">
      <w:pPr>
        <w:pStyle w:val="TOC4"/>
        <w:rPr>
          <w:rFonts w:eastAsiaTheme="minorEastAsia"/>
          <w:bCs w:val="0"/>
          <w:snapToGrid/>
          <w:kern w:val="2"/>
          <w:sz w:val="20"/>
          <w:szCs w:val="20"/>
          <w14:ligatures w14:val="standardContextual"/>
        </w:rPr>
      </w:pPr>
      <w:hyperlink w:anchor="_Toc199405389" w:history="1">
        <w:r w:rsidRPr="00B87A9E">
          <w:rPr>
            <w:rStyle w:val="Hyperlink"/>
            <w:bCs w:val="0"/>
            <w:sz w:val="20"/>
            <w:szCs w:val="20"/>
            <w:u w:val="none"/>
          </w:rPr>
          <w:t>3.14.1.9</w:t>
        </w:r>
        <w:r w:rsidRPr="00B87A9E">
          <w:rPr>
            <w:rFonts w:eastAsiaTheme="minorEastAsia"/>
            <w:bCs w:val="0"/>
            <w:snapToGrid/>
            <w:kern w:val="2"/>
            <w:sz w:val="20"/>
            <w:szCs w:val="20"/>
            <w14:ligatures w14:val="standardContextual"/>
          </w:rPr>
          <w:tab/>
        </w:r>
        <w:r w:rsidRPr="00B87A9E">
          <w:rPr>
            <w:rStyle w:val="Hyperlink"/>
            <w:bCs w:val="0"/>
            <w:sz w:val="20"/>
            <w:szCs w:val="20"/>
            <w:u w:val="none"/>
          </w:rPr>
          <w:t>Generation Resource Status Updates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_Toc199405389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3-244</w:t>
        </w:r>
        <w:r w:rsidRPr="00B87A9E">
          <w:rPr>
            <w:bCs w:val="0"/>
            <w:webHidden/>
            <w:sz w:val="20"/>
            <w:szCs w:val="20"/>
          </w:rPr>
          <w:fldChar w:fldCharType="end"/>
        </w:r>
      </w:hyperlink>
    </w:p>
    <w:p w14:paraId="4BFBAED4" w14:textId="536CBC99" w:rsidR="00317F36" w:rsidRPr="00B87A9E" w:rsidRDefault="00317F36">
      <w:pPr>
        <w:pStyle w:val="TOC4"/>
        <w:rPr>
          <w:rFonts w:eastAsiaTheme="minorEastAsia"/>
          <w:bCs w:val="0"/>
          <w:snapToGrid/>
          <w:kern w:val="2"/>
          <w:sz w:val="20"/>
          <w:szCs w:val="20"/>
          <w14:ligatures w14:val="standardContextual"/>
        </w:rPr>
      </w:pPr>
      <w:hyperlink w:anchor="_Toc199405390" w:history="1">
        <w:r w:rsidRPr="00B87A9E">
          <w:rPr>
            <w:rStyle w:val="Hyperlink"/>
            <w:bCs w:val="0"/>
            <w:sz w:val="20"/>
            <w:szCs w:val="20"/>
            <w:u w:val="none"/>
          </w:rPr>
          <w:t>3.14.1.9</w:t>
        </w:r>
        <w:r w:rsidRPr="00B87A9E">
          <w:rPr>
            <w:rFonts w:eastAsiaTheme="minorEastAsia"/>
            <w:bCs w:val="0"/>
            <w:snapToGrid/>
            <w:kern w:val="2"/>
            <w:sz w:val="20"/>
            <w:szCs w:val="20"/>
            <w14:ligatures w14:val="standardContextual"/>
          </w:rPr>
          <w:tab/>
        </w:r>
        <w:r w:rsidRPr="00B87A9E">
          <w:rPr>
            <w:rStyle w:val="Hyperlink"/>
            <w:bCs w:val="0"/>
            <w:sz w:val="20"/>
            <w:szCs w:val="20"/>
            <w:u w:val="none"/>
          </w:rPr>
          <w:t>Generation Resource/Energy Storage Resource Status Updates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_Toc199405390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3-247</w:t>
        </w:r>
        <w:r w:rsidRPr="00B87A9E">
          <w:rPr>
            <w:bCs w:val="0"/>
            <w:webHidden/>
            <w:sz w:val="20"/>
            <w:szCs w:val="20"/>
          </w:rPr>
          <w:fldChar w:fldCharType="end"/>
        </w:r>
      </w:hyperlink>
    </w:p>
    <w:p w14:paraId="116EC87F" w14:textId="5496F8A2" w:rsidR="00317F36" w:rsidRPr="00B87A9E" w:rsidRDefault="00317F36">
      <w:pPr>
        <w:pStyle w:val="TOC4"/>
        <w:rPr>
          <w:rFonts w:eastAsiaTheme="minorEastAsia"/>
          <w:bCs w:val="0"/>
          <w:snapToGrid/>
          <w:kern w:val="2"/>
          <w:sz w:val="20"/>
          <w:szCs w:val="20"/>
          <w14:ligatures w14:val="standardContextual"/>
        </w:rPr>
      </w:pPr>
      <w:hyperlink w:anchor="_Toc199405391" w:history="1">
        <w:r w:rsidRPr="00B87A9E">
          <w:rPr>
            <w:rStyle w:val="Hyperlink"/>
            <w:bCs w:val="0"/>
            <w:sz w:val="20"/>
            <w:szCs w:val="20"/>
            <w:u w:val="none"/>
          </w:rPr>
          <w:t>3.14.1.10</w:t>
        </w:r>
        <w:r w:rsidRPr="00B87A9E">
          <w:rPr>
            <w:rFonts w:eastAsiaTheme="minorEastAsia"/>
            <w:bCs w:val="0"/>
            <w:snapToGrid/>
            <w:kern w:val="2"/>
            <w:sz w:val="20"/>
            <w:szCs w:val="20"/>
            <w14:ligatures w14:val="standardContextual"/>
          </w:rPr>
          <w:tab/>
        </w:r>
        <w:r w:rsidRPr="00B87A9E">
          <w:rPr>
            <w:rStyle w:val="Hyperlink"/>
            <w:bCs w:val="0"/>
            <w:sz w:val="20"/>
            <w:szCs w:val="20"/>
            <w:u w:val="none"/>
          </w:rPr>
          <w:t>Eligible Costs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_Toc199405391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3-250</w:t>
        </w:r>
        <w:r w:rsidRPr="00B87A9E">
          <w:rPr>
            <w:bCs w:val="0"/>
            <w:webHidden/>
            <w:sz w:val="20"/>
            <w:szCs w:val="20"/>
          </w:rPr>
          <w:fldChar w:fldCharType="end"/>
        </w:r>
      </w:hyperlink>
    </w:p>
    <w:p w14:paraId="620E5C91" w14:textId="2B5C39E1" w:rsidR="00317F36" w:rsidRPr="00B87A9E" w:rsidRDefault="00317F36">
      <w:pPr>
        <w:pStyle w:val="TOC4"/>
        <w:rPr>
          <w:rFonts w:eastAsiaTheme="minorEastAsia"/>
          <w:bCs w:val="0"/>
          <w:snapToGrid/>
          <w:kern w:val="2"/>
          <w:sz w:val="20"/>
          <w:szCs w:val="20"/>
          <w14:ligatures w14:val="standardContextual"/>
        </w:rPr>
      </w:pPr>
      <w:hyperlink w:anchor="_Toc199405392" w:history="1">
        <w:r w:rsidRPr="00B87A9E">
          <w:rPr>
            <w:rStyle w:val="Hyperlink"/>
            <w:bCs w:val="0"/>
            <w:sz w:val="20"/>
            <w:szCs w:val="20"/>
            <w:u w:val="none"/>
          </w:rPr>
          <w:t>3.14.1.11</w:t>
        </w:r>
        <w:r w:rsidRPr="00B87A9E">
          <w:rPr>
            <w:rFonts w:eastAsiaTheme="minorEastAsia"/>
            <w:bCs w:val="0"/>
            <w:snapToGrid/>
            <w:kern w:val="2"/>
            <w:sz w:val="20"/>
            <w:szCs w:val="20"/>
            <w14:ligatures w14:val="standardContextual"/>
          </w:rPr>
          <w:tab/>
        </w:r>
        <w:r w:rsidRPr="00B87A9E">
          <w:rPr>
            <w:rStyle w:val="Hyperlink"/>
            <w:bCs w:val="0"/>
            <w:sz w:val="20"/>
            <w:szCs w:val="20"/>
            <w:u w:val="none"/>
          </w:rPr>
          <w:t>Budgeting Eligible Costs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_Toc199405392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3-252</w:t>
        </w:r>
        <w:r w:rsidRPr="00B87A9E">
          <w:rPr>
            <w:bCs w:val="0"/>
            <w:webHidden/>
            <w:sz w:val="20"/>
            <w:szCs w:val="20"/>
          </w:rPr>
          <w:fldChar w:fldCharType="end"/>
        </w:r>
      </w:hyperlink>
    </w:p>
    <w:p w14:paraId="5C021BDD" w14:textId="385CB38D" w:rsidR="00317F36" w:rsidRPr="00B87A9E" w:rsidRDefault="00317F36">
      <w:pPr>
        <w:pStyle w:val="TOC4"/>
        <w:rPr>
          <w:rFonts w:eastAsiaTheme="minorEastAsia"/>
          <w:bCs w:val="0"/>
          <w:snapToGrid/>
          <w:kern w:val="2"/>
          <w:sz w:val="20"/>
          <w:szCs w:val="20"/>
          <w14:ligatures w14:val="standardContextual"/>
        </w:rPr>
      </w:pPr>
      <w:hyperlink w:anchor="_Toc199405393" w:history="1">
        <w:r w:rsidRPr="00B87A9E">
          <w:rPr>
            <w:rStyle w:val="Hyperlink"/>
            <w:bCs w:val="0"/>
            <w:sz w:val="20"/>
            <w:szCs w:val="20"/>
            <w:u w:val="none"/>
          </w:rPr>
          <w:t>3.14.1.12</w:t>
        </w:r>
        <w:r w:rsidRPr="00B87A9E">
          <w:rPr>
            <w:rFonts w:eastAsiaTheme="minorEastAsia"/>
            <w:bCs w:val="0"/>
            <w:snapToGrid/>
            <w:kern w:val="2"/>
            <w:sz w:val="20"/>
            <w:szCs w:val="20"/>
            <w14:ligatures w14:val="standardContextual"/>
          </w:rPr>
          <w:tab/>
        </w:r>
        <w:r w:rsidRPr="00B87A9E">
          <w:rPr>
            <w:rStyle w:val="Hyperlink"/>
            <w:bCs w:val="0"/>
            <w:sz w:val="20"/>
            <w:szCs w:val="20"/>
            <w:u w:val="none"/>
          </w:rPr>
          <w:t>Calculation of the Initial Standby Cost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_Toc199405393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3-255</w:t>
        </w:r>
        <w:r w:rsidRPr="00B87A9E">
          <w:rPr>
            <w:bCs w:val="0"/>
            <w:webHidden/>
            <w:sz w:val="20"/>
            <w:szCs w:val="20"/>
          </w:rPr>
          <w:fldChar w:fldCharType="end"/>
        </w:r>
      </w:hyperlink>
    </w:p>
    <w:p w14:paraId="57F3CA6B" w14:textId="4A8ADE35" w:rsidR="00317F36" w:rsidRPr="00B87A9E" w:rsidRDefault="00317F36">
      <w:pPr>
        <w:pStyle w:val="TOC4"/>
        <w:rPr>
          <w:rFonts w:eastAsiaTheme="minorEastAsia"/>
          <w:bCs w:val="0"/>
          <w:snapToGrid/>
          <w:kern w:val="2"/>
          <w:sz w:val="20"/>
          <w:szCs w:val="20"/>
          <w14:ligatures w14:val="standardContextual"/>
        </w:rPr>
      </w:pPr>
      <w:hyperlink w:anchor="_Toc199405394" w:history="1">
        <w:r w:rsidRPr="00B87A9E">
          <w:rPr>
            <w:rStyle w:val="Hyperlink"/>
            <w:bCs w:val="0"/>
            <w:sz w:val="20"/>
            <w:szCs w:val="20"/>
            <w:u w:val="none"/>
          </w:rPr>
          <w:t>3.14.1.13</w:t>
        </w:r>
        <w:r w:rsidRPr="00B87A9E">
          <w:rPr>
            <w:rFonts w:eastAsiaTheme="minorEastAsia"/>
            <w:bCs w:val="0"/>
            <w:snapToGrid/>
            <w:kern w:val="2"/>
            <w:sz w:val="20"/>
            <w:szCs w:val="20"/>
            <w14:ligatures w14:val="standardContextual"/>
          </w:rPr>
          <w:tab/>
        </w:r>
        <w:r w:rsidRPr="00B87A9E">
          <w:rPr>
            <w:rStyle w:val="Hyperlink"/>
            <w:bCs w:val="0"/>
            <w:sz w:val="20"/>
            <w:szCs w:val="20"/>
            <w:u w:val="none"/>
          </w:rPr>
          <w:t>Updated Budgets During the Term of an RMR Agreement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_Toc199405394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3-256</w:t>
        </w:r>
        <w:r w:rsidRPr="00B87A9E">
          <w:rPr>
            <w:bCs w:val="0"/>
            <w:webHidden/>
            <w:sz w:val="20"/>
            <w:szCs w:val="20"/>
          </w:rPr>
          <w:fldChar w:fldCharType="end"/>
        </w:r>
      </w:hyperlink>
    </w:p>
    <w:p w14:paraId="3EA9629B" w14:textId="68349DA3" w:rsidR="00317F36" w:rsidRPr="00B87A9E" w:rsidRDefault="00317F36">
      <w:pPr>
        <w:pStyle w:val="TOC4"/>
        <w:rPr>
          <w:rFonts w:eastAsiaTheme="minorEastAsia"/>
          <w:bCs w:val="0"/>
          <w:snapToGrid/>
          <w:kern w:val="2"/>
          <w:sz w:val="20"/>
          <w:szCs w:val="20"/>
          <w14:ligatures w14:val="standardContextual"/>
        </w:rPr>
      </w:pPr>
      <w:hyperlink w:anchor="_Toc199405395" w:history="1">
        <w:r w:rsidRPr="00B87A9E">
          <w:rPr>
            <w:rStyle w:val="Hyperlink"/>
            <w:bCs w:val="0"/>
            <w:sz w:val="20"/>
            <w:szCs w:val="20"/>
            <w:u w:val="none"/>
          </w:rPr>
          <w:t>3.14.1.14</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Reporting Actual RMR Eligible Costs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_Toc199405395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3-256</w:t>
        </w:r>
        <w:r w:rsidRPr="00B87A9E">
          <w:rPr>
            <w:bCs w:val="0"/>
            <w:webHidden/>
            <w:sz w:val="20"/>
            <w:szCs w:val="20"/>
          </w:rPr>
          <w:fldChar w:fldCharType="end"/>
        </w:r>
      </w:hyperlink>
    </w:p>
    <w:p w14:paraId="0338B831" w14:textId="49C2BD9B" w:rsidR="00317F36" w:rsidRPr="00B87A9E" w:rsidRDefault="00317F36">
      <w:pPr>
        <w:pStyle w:val="TOC4"/>
        <w:rPr>
          <w:rFonts w:eastAsiaTheme="minorEastAsia"/>
          <w:bCs w:val="0"/>
          <w:snapToGrid/>
          <w:kern w:val="2"/>
          <w:sz w:val="20"/>
          <w:szCs w:val="20"/>
          <w14:ligatures w14:val="standardContextual"/>
        </w:rPr>
      </w:pPr>
      <w:hyperlink w:anchor="_Toc199405396" w:history="1">
        <w:r w:rsidRPr="00B87A9E">
          <w:rPr>
            <w:rStyle w:val="Hyperlink"/>
            <w:bCs w:val="0"/>
            <w:sz w:val="20"/>
            <w:szCs w:val="20"/>
            <w:u w:val="none"/>
          </w:rPr>
          <w:t>3.14.1.15</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Reporting Actual MRA Eligible Costs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_Toc199405396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3-257</w:t>
        </w:r>
        <w:r w:rsidRPr="00B87A9E">
          <w:rPr>
            <w:bCs w:val="0"/>
            <w:webHidden/>
            <w:sz w:val="20"/>
            <w:szCs w:val="20"/>
          </w:rPr>
          <w:fldChar w:fldCharType="end"/>
        </w:r>
      </w:hyperlink>
    </w:p>
    <w:p w14:paraId="31FEE826" w14:textId="2FFEA57E" w:rsidR="00317F36" w:rsidRPr="00B87A9E" w:rsidRDefault="00317F36">
      <w:pPr>
        <w:pStyle w:val="TOC4"/>
        <w:rPr>
          <w:rFonts w:eastAsiaTheme="minorEastAsia"/>
          <w:bCs w:val="0"/>
          <w:snapToGrid/>
          <w:kern w:val="2"/>
          <w:sz w:val="20"/>
          <w:szCs w:val="20"/>
          <w14:ligatures w14:val="standardContextual"/>
        </w:rPr>
      </w:pPr>
      <w:hyperlink w:anchor="_Toc199405397" w:history="1">
        <w:r w:rsidRPr="00B87A9E">
          <w:rPr>
            <w:rStyle w:val="Hyperlink"/>
            <w:bCs w:val="0"/>
            <w:sz w:val="20"/>
            <w:szCs w:val="20"/>
            <w:u w:val="none"/>
          </w:rPr>
          <w:t>3.14.1.16</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Reconciliation of Actual Eligible Costs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_Toc199405397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3-257</w:t>
        </w:r>
        <w:r w:rsidRPr="00B87A9E">
          <w:rPr>
            <w:bCs w:val="0"/>
            <w:webHidden/>
            <w:sz w:val="20"/>
            <w:szCs w:val="20"/>
          </w:rPr>
          <w:fldChar w:fldCharType="end"/>
        </w:r>
      </w:hyperlink>
    </w:p>
    <w:p w14:paraId="1B1CC410" w14:textId="552E2A5F" w:rsidR="00317F36" w:rsidRPr="00B87A9E" w:rsidRDefault="00317F36">
      <w:pPr>
        <w:pStyle w:val="TOC4"/>
        <w:rPr>
          <w:rFonts w:eastAsiaTheme="minorEastAsia"/>
          <w:bCs w:val="0"/>
          <w:snapToGrid/>
          <w:kern w:val="2"/>
          <w:sz w:val="20"/>
          <w:szCs w:val="20"/>
          <w14:ligatures w14:val="standardContextual"/>
        </w:rPr>
      </w:pPr>
      <w:hyperlink w:anchor="_Toc199405398" w:history="1">
        <w:r w:rsidRPr="00B87A9E">
          <w:rPr>
            <w:rStyle w:val="Hyperlink"/>
            <w:bCs w:val="0"/>
            <w:sz w:val="20"/>
            <w:szCs w:val="20"/>
            <w:u w:val="none"/>
          </w:rPr>
          <w:t>3.14.1.17</w:t>
        </w:r>
        <w:r w:rsidRPr="00B87A9E">
          <w:rPr>
            <w:rFonts w:eastAsiaTheme="minorEastAsia"/>
            <w:bCs w:val="0"/>
            <w:snapToGrid/>
            <w:kern w:val="2"/>
            <w:sz w:val="20"/>
            <w:szCs w:val="20"/>
            <w14:ligatures w14:val="standardContextual"/>
          </w:rPr>
          <w:tab/>
        </w:r>
        <w:r w:rsidRPr="00B87A9E">
          <w:rPr>
            <w:rStyle w:val="Hyperlink"/>
            <w:bCs w:val="0"/>
            <w:sz w:val="20"/>
            <w:szCs w:val="20"/>
            <w:u w:val="none"/>
          </w:rPr>
          <w:t>Incentive Factor</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_Toc199405398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3-257</w:t>
        </w:r>
        <w:r w:rsidRPr="00B87A9E">
          <w:rPr>
            <w:bCs w:val="0"/>
            <w:webHidden/>
            <w:sz w:val="20"/>
            <w:szCs w:val="20"/>
          </w:rPr>
          <w:fldChar w:fldCharType="end"/>
        </w:r>
      </w:hyperlink>
    </w:p>
    <w:p w14:paraId="399A6484" w14:textId="3CE8D808" w:rsidR="00317F36" w:rsidRPr="00B87A9E" w:rsidRDefault="00317F36">
      <w:pPr>
        <w:pStyle w:val="TOC4"/>
        <w:rPr>
          <w:rFonts w:eastAsiaTheme="minorEastAsia"/>
          <w:bCs w:val="0"/>
          <w:snapToGrid/>
          <w:kern w:val="2"/>
          <w:sz w:val="20"/>
          <w:szCs w:val="20"/>
          <w14:ligatures w14:val="standardContextual"/>
        </w:rPr>
      </w:pPr>
      <w:hyperlink w:anchor="_Toc199405399" w:history="1">
        <w:r w:rsidRPr="00B87A9E">
          <w:rPr>
            <w:rStyle w:val="Hyperlink"/>
            <w:bCs w:val="0"/>
            <w:sz w:val="20"/>
            <w:szCs w:val="20"/>
            <w:u w:val="none"/>
          </w:rPr>
          <w:t>3.14.1.18</w:t>
        </w:r>
        <w:r w:rsidRPr="00B87A9E">
          <w:rPr>
            <w:rFonts w:eastAsiaTheme="minorEastAsia"/>
            <w:bCs w:val="0"/>
            <w:snapToGrid/>
            <w:kern w:val="2"/>
            <w:sz w:val="20"/>
            <w:szCs w:val="20"/>
            <w14:ligatures w14:val="standardContextual"/>
          </w:rPr>
          <w:tab/>
        </w:r>
        <w:r w:rsidRPr="00B87A9E">
          <w:rPr>
            <w:rStyle w:val="Hyperlink"/>
            <w:bCs w:val="0"/>
            <w:sz w:val="20"/>
            <w:szCs w:val="20"/>
            <w:u w:val="none"/>
          </w:rPr>
          <w:t>Major Equipment Modifications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_Toc199405399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3-258</w:t>
        </w:r>
        <w:r w:rsidRPr="00B87A9E">
          <w:rPr>
            <w:bCs w:val="0"/>
            <w:webHidden/>
            <w:sz w:val="20"/>
            <w:szCs w:val="20"/>
          </w:rPr>
          <w:fldChar w:fldCharType="end"/>
        </w:r>
      </w:hyperlink>
    </w:p>
    <w:p w14:paraId="730EF976" w14:textId="48FFB4A4" w:rsidR="00317F36" w:rsidRPr="00B87A9E" w:rsidRDefault="00317F36">
      <w:pPr>
        <w:pStyle w:val="TOC4"/>
        <w:rPr>
          <w:rFonts w:eastAsiaTheme="minorEastAsia"/>
          <w:bCs w:val="0"/>
          <w:snapToGrid/>
          <w:kern w:val="2"/>
          <w:sz w:val="20"/>
          <w:szCs w:val="20"/>
          <w14:ligatures w14:val="standardContextual"/>
        </w:rPr>
      </w:pPr>
      <w:hyperlink w:anchor="_Toc199405400" w:history="1">
        <w:r w:rsidRPr="00B87A9E">
          <w:rPr>
            <w:rStyle w:val="Hyperlink"/>
            <w:bCs w:val="0"/>
            <w:sz w:val="20"/>
            <w:szCs w:val="20"/>
            <w:u w:val="none"/>
          </w:rPr>
          <w:t>3.14.1.19</w:t>
        </w:r>
        <w:r w:rsidRPr="00B87A9E">
          <w:rPr>
            <w:rFonts w:eastAsiaTheme="minorEastAsia"/>
            <w:bCs w:val="0"/>
            <w:snapToGrid/>
            <w:kern w:val="2"/>
            <w:sz w:val="20"/>
            <w:szCs w:val="20"/>
            <w14:ligatures w14:val="standardContextual"/>
          </w:rPr>
          <w:tab/>
        </w:r>
        <w:r w:rsidRPr="00B87A9E">
          <w:rPr>
            <w:rStyle w:val="Hyperlink"/>
            <w:bCs w:val="0"/>
            <w:sz w:val="20"/>
            <w:szCs w:val="20"/>
            <w:u w:val="none"/>
          </w:rPr>
          <w:t>Charge for Contributed Capital Expenditures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_Toc199405400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3-258</w:t>
        </w:r>
        <w:r w:rsidRPr="00B87A9E">
          <w:rPr>
            <w:bCs w:val="0"/>
            <w:webHidden/>
            <w:sz w:val="20"/>
            <w:szCs w:val="20"/>
          </w:rPr>
          <w:fldChar w:fldCharType="end"/>
        </w:r>
      </w:hyperlink>
    </w:p>
    <w:p w14:paraId="20851815" w14:textId="0E30B79D" w:rsidR="00317F36" w:rsidRPr="00B87A9E" w:rsidRDefault="00317F36">
      <w:pPr>
        <w:pStyle w:val="TOC4"/>
        <w:rPr>
          <w:rFonts w:eastAsiaTheme="minorEastAsia"/>
          <w:bCs w:val="0"/>
          <w:snapToGrid/>
          <w:kern w:val="2"/>
          <w:sz w:val="20"/>
          <w:szCs w:val="20"/>
          <w14:ligatures w14:val="standardContextual"/>
        </w:rPr>
      </w:pPr>
      <w:hyperlink w:anchor="_Toc199405401" w:history="1">
        <w:r w:rsidRPr="00B87A9E">
          <w:rPr>
            <w:rStyle w:val="Hyperlink"/>
            <w:bCs w:val="0"/>
            <w:sz w:val="20"/>
            <w:szCs w:val="20"/>
            <w:u w:val="none"/>
          </w:rPr>
          <w:t>3.14.1.20</w:t>
        </w:r>
        <w:r w:rsidRPr="00B87A9E">
          <w:rPr>
            <w:rFonts w:eastAsiaTheme="minorEastAsia"/>
            <w:bCs w:val="0"/>
            <w:snapToGrid/>
            <w:kern w:val="2"/>
            <w:sz w:val="20"/>
            <w:szCs w:val="20"/>
            <w14:ligatures w14:val="standardContextual"/>
          </w:rPr>
          <w:tab/>
        </w:r>
        <w:r w:rsidRPr="00B87A9E">
          <w:rPr>
            <w:rStyle w:val="Hyperlink"/>
            <w:bCs w:val="0"/>
            <w:sz w:val="20"/>
            <w:szCs w:val="20"/>
            <w:u w:val="none"/>
          </w:rPr>
          <w:t>Budgeting Fuel Costs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_Toc199405401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3-260</w:t>
        </w:r>
        <w:r w:rsidRPr="00B87A9E">
          <w:rPr>
            <w:bCs w:val="0"/>
            <w:webHidden/>
            <w:sz w:val="20"/>
            <w:szCs w:val="20"/>
          </w:rPr>
          <w:fldChar w:fldCharType="end"/>
        </w:r>
      </w:hyperlink>
    </w:p>
    <w:p w14:paraId="2CF9ACFB" w14:textId="7C61646E" w:rsidR="00317F36" w:rsidRPr="00B87A9E" w:rsidRDefault="00317F36">
      <w:pPr>
        <w:pStyle w:val="TOC4"/>
        <w:rPr>
          <w:rFonts w:eastAsiaTheme="minorEastAsia"/>
          <w:bCs w:val="0"/>
          <w:snapToGrid/>
          <w:kern w:val="2"/>
          <w:sz w:val="20"/>
          <w:szCs w:val="20"/>
          <w14:ligatures w14:val="standardContextual"/>
        </w:rPr>
      </w:pPr>
      <w:hyperlink w:anchor="_Toc199405402" w:history="1">
        <w:r w:rsidRPr="00B87A9E">
          <w:rPr>
            <w:rStyle w:val="Hyperlink"/>
            <w:bCs w:val="0"/>
            <w:sz w:val="20"/>
            <w:szCs w:val="20"/>
            <w:u w:val="none"/>
          </w:rPr>
          <w:t>3.14.1.21</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Reporting Actual Eligible Fuel Costs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_Toc199405402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3-260</w:t>
        </w:r>
        <w:r w:rsidRPr="00B87A9E">
          <w:rPr>
            <w:bCs w:val="0"/>
            <w:webHidden/>
            <w:sz w:val="20"/>
            <w:szCs w:val="20"/>
          </w:rPr>
          <w:fldChar w:fldCharType="end"/>
        </w:r>
      </w:hyperlink>
    </w:p>
    <w:p w14:paraId="016DDA60" w14:textId="10A43F5B" w:rsidR="00317F36" w:rsidRPr="00B87A9E" w:rsidRDefault="00317F36">
      <w:pPr>
        <w:pStyle w:val="TOC3"/>
        <w:rPr>
          <w:rFonts w:eastAsiaTheme="minorEastAsia"/>
          <w:kern w:val="2"/>
          <w14:ligatures w14:val="standardContextual"/>
        </w:rPr>
      </w:pPr>
      <w:hyperlink w:anchor="_Toc199405403" w:history="1">
        <w:r w:rsidRPr="00B87A9E">
          <w:rPr>
            <w:rStyle w:val="Hyperlink"/>
            <w:u w:val="none"/>
          </w:rPr>
          <w:t>3.14.2</w:t>
        </w:r>
        <w:r w:rsidRPr="00B87A9E">
          <w:rPr>
            <w:rFonts w:eastAsiaTheme="minorEastAsia"/>
            <w:kern w:val="2"/>
            <w14:ligatures w14:val="standardContextual"/>
          </w:rPr>
          <w:tab/>
        </w:r>
        <w:r w:rsidRPr="00B87A9E">
          <w:rPr>
            <w:rStyle w:val="Hyperlink"/>
            <w:u w:val="none"/>
          </w:rPr>
          <w:t>Black Start</w:t>
        </w:r>
        <w:r w:rsidRPr="00B87A9E">
          <w:rPr>
            <w:webHidden/>
          </w:rPr>
          <w:tab/>
        </w:r>
        <w:r w:rsidRPr="00B87A9E">
          <w:rPr>
            <w:webHidden/>
          </w:rPr>
          <w:fldChar w:fldCharType="begin"/>
        </w:r>
        <w:r w:rsidRPr="00B87A9E">
          <w:rPr>
            <w:webHidden/>
          </w:rPr>
          <w:instrText xml:space="preserve"> PAGEREF _Toc199405403 \h </w:instrText>
        </w:r>
        <w:r w:rsidRPr="00B87A9E">
          <w:rPr>
            <w:webHidden/>
          </w:rPr>
        </w:r>
        <w:r w:rsidRPr="00B87A9E">
          <w:rPr>
            <w:webHidden/>
          </w:rPr>
          <w:fldChar w:fldCharType="separate"/>
        </w:r>
        <w:r w:rsidR="009F5B92">
          <w:rPr>
            <w:webHidden/>
          </w:rPr>
          <w:t>3-261</w:t>
        </w:r>
        <w:r w:rsidRPr="00B87A9E">
          <w:rPr>
            <w:webHidden/>
          </w:rPr>
          <w:fldChar w:fldCharType="end"/>
        </w:r>
      </w:hyperlink>
    </w:p>
    <w:p w14:paraId="6E5F4966" w14:textId="4FE643BD" w:rsidR="00317F36" w:rsidRPr="00B87A9E" w:rsidRDefault="00317F36">
      <w:pPr>
        <w:pStyle w:val="TOC3"/>
        <w:rPr>
          <w:rFonts w:eastAsiaTheme="minorEastAsia"/>
          <w:kern w:val="2"/>
          <w14:ligatures w14:val="standardContextual"/>
        </w:rPr>
      </w:pPr>
      <w:hyperlink w:anchor="_Toc199405404" w:history="1">
        <w:r w:rsidRPr="00B87A9E">
          <w:rPr>
            <w:rStyle w:val="Hyperlink"/>
            <w:u w:val="none"/>
          </w:rPr>
          <w:t>3.14.3</w:t>
        </w:r>
        <w:r w:rsidRPr="00B87A9E">
          <w:rPr>
            <w:rFonts w:eastAsiaTheme="minorEastAsia"/>
            <w:kern w:val="2"/>
            <w14:ligatures w14:val="standardContextual"/>
          </w:rPr>
          <w:tab/>
        </w:r>
        <w:r w:rsidRPr="00B87A9E">
          <w:rPr>
            <w:rStyle w:val="Hyperlink"/>
            <w:u w:val="none"/>
          </w:rPr>
          <w:t>Emergency Response Service</w:t>
        </w:r>
        <w:r w:rsidRPr="00B87A9E">
          <w:rPr>
            <w:webHidden/>
          </w:rPr>
          <w:tab/>
        </w:r>
        <w:r w:rsidRPr="00B87A9E">
          <w:rPr>
            <w:webHidden/>
          </w:rPr>
          <w:fldChar w:fldCharType="begin"/>
        </w:r>
        <w:r w:rsidRPr="00B87A9E">
          <w:rPr>
            <w:webHidden/>
          </w:rPr>
          <w:instrText xml:space="preserve"> PAGEREF _Toc199405404 \h </w:instrText>
        </w:r>
        <w:r w:rsidRPr="00B87A9E">
          <w:rPr>
            <w:webHidden/>
          </w:rPr>
        </w:r>
        <w:r w:rsidRPr="00B87A9E">
          <w:rPr>
            <w:webHidden/>
          </w:rPr>
          <w:fldChar w:fldCharType="separate"/>
        </w:r>
        <w:r w:rsidR="009F5B92">
          <w:rPr>
            <w:webHidden/>
          </w:rPr>
          <w:t>3-264</w:t>
        </w:r>
        <w:r w:rsidRPr="00B87A9E">
          <w:rPr>
            <w:webHidden/>
          </w:rPr>
          <w:fldChar w:fldCharType="end"/>
        </w:r>
      </w:hyperlink>
    </w:p>
    <w:p w14:paraId="588FB48E" w14:textId="70639D43" w:rsidR="00317F36" w:rsidRPr="00B87A9E" w:rsidRDefault="00317F36">
      <w:pPr>
        <w:pStyle w:val="TOC4"/>
        <w:rPr>
          <w:rFonts w:eastAsiaTheme="minorEastAsia"/>
          <w:bCs w:val="0"/>
          <w:snapToGrid/>
          <w:kern w:val="2"/>
          <w:sz w:val="20"/>
          <w:szCs w:val="20"/>
          <w14:ligatures w14:val="standardContextual"/>
        </w:rPr>
      </w:pPr>
      <w:hyperlink w:anchor="_Toc199405405" w:history="1">
        <w:r w:rsidRPr="00B87A9E">
          <w:rPr>
            <w:rStyle w:val="Hyperlink"/>
            <w:bCs w:val="0"/>
            <w:sz w:val="20"/>
            <w:szCs w:val="20"/>
            <w:u w:val="none"/>
          </w:rPr>
          <w:t>3.14.3.1</w:t>
        </w:r>
        <w:r w:rsidRPr="00B87A9E">
          <w:rPr>
            <w:rFonts w:eastAsiaTheme="minorEastAsia"/>
            <w:bCs w:val="0"/>
            <w:snapToGrid/>
            <w:kern w:val="2"/>
            <w:sz w:val="20"/>
            <w:szCs w:val="20"/>
            <w14:ligatures w14:val="standardContextual"/>
          </w:rPr>
          <w:tab/>
        </w:r>
        <w:r w:rsidRPr="00B87A9E">
          <w:rPr>
            <w:rStyle w:val="Hyperlink"/>
            <w:bCs w:val="0"/>
            <w:sz w:val="20"/>
            <w:szCs w:val="20"/>
            <w:u w:val="none"/>
          </w:rPr>
          <w:t>Emergency Response Service Procurement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_Toc199405405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3-264</w:t>
        </w:r>
        <w:r w:rsidRPr="00B87A9E">
          <w:rPr>
            <w:bCs w:val="0"/>
            <w:webHidden/>
            <w:sz w:val="20"/>
            <w:szCs w:val="20"/>
          </w:rPr>
          <w:fldChar w:fldCharType="end"/>
        </w:r>
      </w:hyperlink>
    </w:p>
    <w:p w14:paraId="1C0EA38C" w14:textId="30543DC3" w:rsidR="00317F36" w:rsidRPr="00B87A9E" w:rsidRDefault="00317F36">
      <w:pPr>
        <w:pStyle w:val="TOC4"/>
        <w:rPr>
          <w:rFonts w:eastAsiaTheme="minorEastAsia"/>
          <w:bCs w:val="0"/>
          <w:snapToGrid/>
          <w:kern w:val="2"/>
          <w:sz w:val="20"/>
          <w:szCs w:val="20"/>
          <w14:ligatures w14:val="standardContextual"/>
        </w:rPr>
      </w:pPr>
      <w:hyperlink w:anchor="_Toc199405406" w:history="1">
        <w:r w:rsidRPr="00B87A9E">
          <w:rPr>
            <w:rStyle w:val="Hyperlink"/>
            <w:bCs w:val="0"/>
            <w:sz w:val="20"/>
            <w:szCs w:val="20"/>
            <w:u w:val="none"/>
          </w:rPr>
          <w:t>3.14.3.2</w:t>
        </w:r>
        <w:r w:rsidRPr="00B87A9E">
          <w:rPr>
            <w:rFonts w:eastAsiaTheme="minorEastAsia"/>
            <w:bCs w:val="0"/>
            <w:snapToGrid/>
            <w:kern w:val="2"/>
            <w:sz w:val="20"/>
            <w:szCs w:val="20"/>
            <w14:ligatures w14:val="standardContextual"/>
          </w:rPr>
          <w:tab/>
        </w:r>
        <w:r w:rsidRPr="00B87A9E">
          <w:rPr>
            <w:rStyle w:val="Hyperlink"/>
            <w:bCs w:val="0"/>
            <w:sz w:val="20"/>
            <w:szCs w:val="20"/>
            <w:u w:val="none"/>
          </w:rPr>
          <w:t>Emergency Response Service Self-Provision</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_Toc199405406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3-271</w:t>
        </w:r>
        <w:r w:rsidRPr="00B87A9E">
          <w:rPr>
            <w:bCs w:val="0"/>
            <w:webHidden/>
            <w:sz w:val="20"/>
            <w:szCs w:val="20"/>
          </w:rPr>
          <w:fldChar w:fldCharType="end"/>
        </w:r>
      </w:hyperlink>
    </w:p>
    <w:p w14:paraId="78A50447" w14:textId="3C44B659" w:rsidR="00317F36" w:rsidRPr="00B87A9E" w:rsidRDefault="00317F36">
      <w:pPr>
        <w:pStyle w:val="TOC4"/>
        <w:rPr>
          <w:rFonts w:eastAsiaTheme="minorEastAsia"/>
          <w:bCs w:val="0"/>
          <w:snapToGrid/>
          <w:kern w:val="2"/>
          <w:sz w:val="20"/>
          <w:szCs w:val="20"/>
          <w14:ligatures w14:val="standardContextual"/>
        </w:rPr>
      </w:pPr>
      <w:hyperlink w:anchor="_Toc199405407" w:history="1">
        <w:r w:rsidRPr="00B87A9E">
          <w:rPr>
            <w:rStyle w:val="Hyperlink"/>
            <w:bCs w:val="0"/>
            <w:sz w:val="20"/>
            <w:szCs w:val="20"/>
            <w:u w:val="none"/>
          </w:rPr>
          <w:t>3.14.3.3</w:t>
        </w:r>
        <w:r w:rsidRPr="00B87A9E">
          <w:rPr>
            <w:rFonts w:eastAsiaTheme="minorEastAsia"/>
            <w:bCs w:val="0"/>
            <w:snapToGrid/>
            <w:kern w:val="2"/>
            <w:sz w:val="20"/>
            <w:szCs w:val="20"/>
            <w14:ligatures w14:val="standardContextual"/>
          </w:rPr>
          <w:tab/>
        </w:r>
        <w:r w:rsidRPr="00B87A9E">
          <w:rPr>
            <w:rStyle w:val="Hyperlink"/>
            <w:bCs w:val="0"/>
            <w:sz w:val="20"/>
            <w:szCs w:val="20"/>
            <w:u w:val="none"/>
          </w:rPr>
          <w:t>Emergency Response Service Provision and Technical Requirements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_Toc199405407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3-272</w:t>
        </w:r>
        <w:r w:rsidRPr="00B87A9E">
          <w:rPr>
            <w:bCs w:val="0"/>
            <w:webHidden/>
            <w:sz w:val="20"/>
            <w:szCs w:val="20"/>
          </w:rPr>
          <w:fldChar w:fldCharType="end"/>
        </w:r>
      </w:hyperlink>
    </w:p>
    <w:p w14:paraId="6DA21080" w14:textId="0B3607C1" w:rsidR="00317F36" w:rsidRPr="00B87A9E" w:rsidRDefault="00317F36">
      <w:pPr>
        <w:pStyle w:val="TOC4"/>
        <w:rPr>
          <w:rFonts w:eastAsiaTheme="minorEastAsia"/>
          <w:bCs w:val="0"/>
          <w:snapToGrid/>
          <w:kern w:val="2"/>
          <w:sz w:val="20"/>
          <w:szCs w:val="20"/>
          <w14:ligatures w14:val="standardContextual"/>
        </w:rPr>
      </w:pPr>
      <w:hyperlink w:anchor="_Toc199405408" w:history="1">
        <w:r w:rsidRPr="00B87A9E">
          <w:rPr>
            <w:rStyle w:val="Hyperlink"/>
            <w:bCs w:val="0"/>
            <w:sz w:val="20"/>
            <w:szCs w:val="20"/>
            <w:u w:val="none"/>
          </w:rPr>
          <w:t>3.14.3.4</w:t>
        </w:r>
        <w:r w:rsidRPr="00B87A9E">
          <w:rPr>
            <w:rFonts w:eastAsiaTheme="minorEastAsia"/>
            <w:bCs w:val="0"/>
            <w:snapToGrid/>
            <w:kern w:val="2"/>
            <w:sz w:val="20"/>
            <w:szCs w:val="20"/>
            <w14:ligatures w14:val="standardContextual"/>
          </w:rPr>
          <w:tab/>
        </w:r>
        <w:r w:rsidRPr="00B87A9E">
          <w:rPr>
            <w:rStyle w:val="Hyperlink"/>
            <w:bCs w:val="0"/>
            <w:sz w:val="20"/>
            <w:szCs w:val="20"/>
            <w:u w:val="none"/>
          </w:rPr>
          <w:t>Emergency Response Service Reporting and Market Communications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_Toc199405408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3-274</w:t>
        </w:r>
        <w:r w:rsidRPr="00B87A9E">
          <w:rPr>
            <w:bCs w:val="0"/>
            <w:webHidden/>
            <w:sz w:val="20"/>
            <w:szCs w:val="20"/>
          </w:rPr>
          <w:fldChar w:fldCharType="end"/>
        </w:r>
      </w:hyperlink>
    </w:p>
    <w:p w14:paraId="7D5FF050" w14:textId="3A2817F1" w:rsidR="00317F36" w:rsidRPr="00B87A9E" w:rsidRDefault="00317F36">
      <w:pPr>
        <w:pStyle w:val="TOC3"/>
        <w:rPr>
          <w:rFonts w:eastAsiaTheme="minorEastAsia"/>
          <w:kern w:val="2"/>
          <w14:ligatures w14:val="standardContextual"/>
        </w:rPr>
      </w:pPr>
      <w:hyperlink w:anchor="_Toc199405409" w:history="1">
        <w:r w:rsidRPr="00B87A9E">
          <w:rPr>
            <w:rStyle w:val="Hyperlink"/>
            <w:u w:val="none"/>
          </w:rPr>
          <w:t>3.14.4</w:t>
        </w:r>
        <w:r w:rsidRPr="00B87A9E">
          <w:rPr>
            <w:rFonts w:eastAsiaTheme="minorEastAsia"/>
            <w:kern w:val="2"/>
            <w14:ligatures w14:val="standardContextual"/>
          </w:rPr>
          <w:tab/>
        </w:r>
        <w:r w:rsidRPr="00B87A9E">
          <w:rPr>
            <w:rStyle w:val="Hyperlink"/>
            <w:u w:val="none"/>
          </w:rPr>
          <w:t>Must-Run Alternative Service</w:t>
        </w:r>
        <w:r w:rsidRPr="00B87A9E">
          <w:rPr>
            <w:webHidden/>
          </w:rPr>
          <w:tab/>
        </w:r>
        <w:r w:rsidRPr="00B87A9E">
          <w:rPr>
            <w:webHidden/>
          </w:rPr>
          <w:fldChar w:fldCharType="begin"/>
        </w:r>
        <w:r w:rsidRPr="00B87A9E">
          <w:rPr>
            <w:webHidden/>
          </w:rPr>
          <w:instrText xml:space="preserve"> PAGEREF _Toc199405409 \h </w:instrText>
        </w:r>
        <w:r w:rsidRPr="00B87A9E">
          <w:rPr>
            <w:webHidden/>
          </w:rPr>
        </w:r>
        <w:r w:rsidRPr="00B87A9E">
          <w:rPr>
            <w:webHidden/>
          </w:rPr>
          <w:fldChar w:fldCharType="separate"/>
        </w:r>
        <w:r w:rsidR="009F5B92">
          <w:rPr>
            <w:webHidden/>
          </w:rPr>
          <w:t>3-276</w:t>
        </w:r>
        <w:r w:rsidRPr="00B87A9E">
          <w:rPr>
            <w:webHidden/>
          </w:rPr>
          <w:fldChar w:fldCharType="end"/>
        </w:r>
      </w:hyperlink>
    </w:p>
    <w:p w14:paraId="649329F7" w14:textId="17CD3E07" w:rsidR="00317F36" w:rsidRPr="00B87A9E" w:rsidRDefault="00317F36">
      <w:pPr>
        <w:pStyle w:val="TOC4"/>
        <w:rPr>
          <w:rFonts w:eastAsiaTheme="minorEastAsia"/>
          <w:bCs w:val="0"/>
          <w:snapToGrid/>
          <w:kern w:val="2"/>
          <w:sz w:val="20"/>
          <w:szCs w:val="20"/>
          <w14:ligatures w14:val="standardContextual"/>
        </w:rPr>
      </w:pPr>
      <w:hyperlink w:anchor="_Toc199405410" w:history="1">
        <w:r w:rsidRPr="00B87A9E">
          <w:rPr>
            <w:rStyle w:val="Hyperlink"/>
            <w:bCs w:val="0"/>
            <w:sz w:val="20"/>
            <w:szCs w:val="20"/>
            <w:u w:val="none"/>
          </w:rPr>
          <w:t>3.14.4.1</w:t>
        </w:r>
        <w:r w:rsidRPr="00B87A9E">
          <w:rPr>
            <w:rFonts w:eastAsiaTheme="minorEastAsia"/>
            <w:bCs w:val="0"/>
            <w:snapToGrid/>
            <w:kern w:val="2"/>
            <w:sz w:val="20"/>
            <w:szCs w:val="20"/>
            <w14:ligatures w14:val="standardContextual"/>
          </w:rPr>
          <w:tab/>
        </w:r>
        <w:r w:rsidRPr="00B87A9E">
          <w:rPr>
            <w:rStyle w:val="Hyperlink"/>
            <w:bCs w:val="0"/>
            <w:sz w:val="20"/>
            <w:szCs w:val="20"/>
            <w:u w:val="none"/>
          </w:rPr>
          <w:t>Overview and Description of MRAs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_Toc199405410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3-276</w:t>
        </w:r>
        <w:r w:rsidRPr="00B87A9E">
          <w:rPr>
            <w:bCs w:val="0"/>
            <w:webHidden/>
            <w:sz w:val="20"/>
            <w:szCs w:val="20"/>
          </w:rPr>
          <w:fldChar w:fldCharType="end"/>
        </w:r>
      </w:hyperlink>
    </w:p>
    <w:p w14:paraId="7CBDE123" w14:textId="050A0C60" w:rsidR="00317F36" w:rsidRPr="00B87A9E" w:rsidRDefault="00317F36">
      <w:pPr>
        <w:pStyle w:val="TOC4"/>
        <w:rPr>
          <w:rFonts w:eastAsiaTheme="minorEastAsia"/>
          <w:bCs w:val="0"/>
          <w:snapToGrid/>
          <w:kern w:val="2"/>
          <w:sz w:val="20"/>
          <w:szCs w:val="20"/>
          <w14:ligatures w14:val="standardContextual"/>
        </w:rPr>
      </w:pPr>
      <w:hyperlink w:anchor="_Toc199405411" w:history="1">
        <w:r w:rsidRPr="00B87A9E">
          <w:rPr>
            <w:rStyle w:val="Hyperlink"/>
            <w:bCs w:val="0"/>
            <w:sz w:val="20"/>
            <w:szCs w:val="20"/>
            <w:u w:val="none"/>
          </w:rPr>
          <w:t>3.14.4.2</w:t>
        </w:r>
        <w:r w:rsidRPr="00B87A9E">
          <w:rPr>
            <w:rFonts w:eastAsiaTheme="minorEastAsia"/>
            <w:bCs w:val="0"/>
            <w:snapToGrid/>
            <w:kern w:val="2"/>
            <w:sz w:val="20"/>
            <w:szCs w:val="20"/>
            <w14:ligatures w14:val="standardContextual"/>
          </w:rPr>
          <w:tab/>
        </w:r>
        <w:r w:rsidRPr="00B87A9E">
          <w:rPr>
            <w:rStyle w:val="Hyperlink"/>
            <w:bCs w:val="0"/>
            <w:sz w:val="20"/>
            <w:szCs w:val="20"/>
            <w:u w:val="none"/>
          </w:rPr>
          <w:t>Preliminary Review of Prospective Demand Response MRAs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_Toc199405411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3-279</w:t>
        </w:r>
        <w:r w:rsidRPr="00B87A9E">
          <w:rPr>
            <w:bCs w:val="0"/>
            <w:webHidden/>
            <w:sz w:val="20"/>
            <w:szCs w:val="20"/>
          </w:rPr>
          <w:fldChar w:fldCharType="end"/>
        </w:r>
      </w:hyperlink>
    </w:p>
    <w:p w14:paraId="1B72F7F3" w14:textId="74D3C87F" w:rsidR="00317F36" w:rsidRPr="00B87A9E" w:rsidRDefault="00317F36">
      <w:pPr>
        <w:pStyle w:val="TOC4"/>
        <w:rPr>
          <w:rFonts w:eastAsiaTheme="minorEastAsia"/>
          <w:bCs w:val="0"/>
          <w:snapToGrid/>
          <w:kern w:val="2"/>
          <w:sz w:val="20"/>
          <w:szCs w:val="20"/>
          <w14:ligatures w14:val="standardContextual"/>
        </w:rPr>
      </w:pPr>
      <w:hyperlink w:anchor="_Toc199405412" w:history="1">
        <w:r w:rsidRPr="00B87A9E">
          <w:rPr>
            <w:rStyle w:val="Hyperlink"/>
            <w:bCs w:val="0"/>
            <w:sz w:val="20"/>
            <w:szCs w:val="20"/>
            <w:u w:val="none"/>
          </w:rPr>
          <w:t>3.14.4.3</w:t>
        </w:r>
        <w:r w:rsidRPr="00B87A9E">
          <w:rPr>
            <w:rFonts w:eastAsiaTheme="minorEastAsia"/>
            <w:bCs w:val="0"/>
            <w:snapToGrid/>
            <w:kern w:val="2"/>
            <w:sz w:val="20"/>
            <w:szCs w:val="20"/>
            <w14:ligatures w14:val="standardContextual"/>
          </w:rPr>
          <w:tab/>
        </w:r>
        <w:r w:rsidRPr="00B87A9E">
          <w:rPr>
            <w:rStyle w:val="Hyperlink"/>
            <w:bCs w:val="0"/>
            <w:sz w:val="20"/>
            <w:szCs w:val="20"/>
            <w:u w:val="none"/>
          </w:rPr>
          <w:t>MRA Substitution</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_Toc199405412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3-280</w:t>
        </w:r>
        <w:r w:rsidRPr="00B87A9E">
          <w:rPr>
            <w:bCs w:val="0"/>
            <w:webHidden/>
            <w:sz w:val="20"/>
            <w:szCs w:val="20"/>
          </w:rPr>
          <w:fldChar w:fldCharType="end"/>
        </w:r>
      </w:hyperlink>
    </w:p>
    <w:p w14:paraId="249EDF0D" w14:textId="4E1105C5" w:rsidR="00317F36" w:rsidRPr="00B87A9E" w:rsidRDefault="00317F36">
      <w:pPr>
        <w:pStyle w:val="TOC4"/>
        <w:rPr>
          <w:rFonts w:eastAsiaTheme="minorEastAsia"/>
          <w:bCs w:val="0"/>
          <w:snapToGrid/>
          <w:kern w:val="2"/>
          <w:sz w:val="20"/>
          <w:szCs w:val="20"/>
          <w14:ligatures w14:val="standardContextual"/>
        </w:rPr>
      </w:pPr>
      <w:hyperlink w:anchor="_Toc199405413" w:history="1">
        <w:r w:rsidRPr="00B87A9E">
          <w:rPr>
            <w:rStyle w:val="Hyperlink"/>
            <w:bCs w:val="0"/>
            <w:sz w:val="20"/>
            <w:szCs w:val="20"/>
            <w:u w:val="none"/>
          </w:rPr>
          <w:t>3.14.4.4</w:t>
        </w:r>
        <w:r w:rsidRPr="00B87A9E">
          <w:rPr>
            <w:rFonts w:eastAsiaTheme="minorEastAsia"/>
            <w:bCs w:val="0"/>
            <w:snapToGrid/>
            <w:kern w:val="2"/>
            <w:sz w:val="20"/>
            <w:szCs w:val="20"/>
            <w14:ligatures w14:val="standardContextual"/>
          </w:rPr>
          <w:tab/>
        </w:r>
        <w:r w:rsidRPr="00B87A9E">
          <w:rPr>
            <w:rStyle w:val="Hyperlink"/>
            <w:bCs w:val="0"/>
            <w:sz w:val="20"/>
            <w:szCs w:val="20"/>
            <w:u w:val="none"/>
          </w:rPr>
          <w:t>Commitment and Dispatch</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_Toc199405413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3-281</w:t>
        </w:r>
        <w:r w:rsidRPr="00B87A9E">
          <w:rPr>
            <w:bCs w:val="0"/>
            <w:webHidden/>
            <w:sz w:val="20"/>
            <w:szCs w:val="20"/>
          </w:rPr>
          <w:fldChar w:fldCharType="end"/>
        </w:r>
      </w:hyperlink>
    </w:p>
    <w:p w14:paraId="7DDFAAEB" w14:textId="5CEB27FD" w:rsidR="00317F36" w:rsidRPr="00B87A9E" w:rsidRDefault="00317F36">
      <w:pPr>
        <w:pStyle w:val="TOC4"/>
        <w:rPr>
          <w:rFonts w:eastAsiaTheme="minorEastAsia"/>
          <w:bCs w:val="0"/>
          <w:snapToGrid/>
          <w:kern w:val="2"/>
          <w:sz w:val="20"/>
          <w:szCs w:val="20"/>
          <w14:ligatures w14:val="standardContextual"/>
        </w:rPr>
      </w:pPr>
      <w:hyperlink w:anchor="_Toc199405414" w:history="1">
        <w:r w:rsidRPr="00B87A9E">
          <w:rPr>
            <w:rStyle w:val="Hyperlink"/>
            <w:bCs w:val="0"/>
            <w:sz w:val="20"/>
            <w:szCs w:val="20"/>
            <w:u w:val="none"/>
          </w:rPr>
          <w:t>3.14.4.5</w:t>
        </w:r>
        <w:r w:rsidRPr="00B87A9E">
          <w:rPr>
            <w:rFonts w:eastAsiaTheme="minorEastAsia"/>
            <w:bCs w:val="0"/>
            <w:snapToGrid/>
            <w:kern w:val="2"/>
            <w:sz w:val="20"/>
            <w:szCs w:val="20"/>
            <w14:ligatures w14:val="standardContextual"/>
          </w:rPr>
          <w:tab/>
        </w:r>
        <w:r w:rsidRPr="00B87A9E">
          <w:rPr>
            <w:rStyle w:val="Hyperlink"/>
            <w:bCs w:val="0"/>
            <w:sz w:val="20"/>
            <w:szCs w:val="20"/>
            <w:u w:val="none"/>
          </w:rPr>
          <w:t>Standards for Generation Resource MRAs and ESR MRAs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_Toc199405414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3-281</w:t>
        </w:r>
        <w:r w:rsidRPr="00B87A9E">
          <w:rPr>
            <w:bCs w:val="0"/>
            <w:webHidden/>
            <w:sz w:val="20"/>
            <w:szCs w:val="20"/>
          </w:rPr>
          <w:fldChar w:fldCharType="end"/>
        </w:r>
      </w:hyperlink>
    </w:p>
    <w:p w14:paraId="08ACF83A" w14:textId="53BD0DF1" w:rsidR="00317F36" w:rsidRPr="00B87A9E" w:rsidRDefault="00317F36">
      <w:pPr>
        <w:pStyle w:val="TOC4"/>
        <w:rPr>
          <w:rFonts w:eastAsiaTheme="minorEastAsia"/>
          <w:bCs w:val="0"/>
          <w:snapToGrid/>
          <w:kern w:val="2"/>
          <w:sz w:val="20"/>
          <w:szCs w:val="20"/>
          <w14:ligatures w14:val="standardContextual"/>
        </w:rPr>
      </w:pPr>
      <w:hyperlink w:anchor="_Toc199405415" w:history="1">
        <w:r w:rsidRPr="00B87A9E">
          <w:rPr>
            <w:rStyle w:val="Hyperlink"/>
            <w:bCs w:val="0"/>
            <w:sz w:val="20"/>
            <w:szCs w:val="20"/>
            <w:u w:val="none"/>
          </w:rPr>
          <w:t>3.14.4.6</w:t>
        </w:r>
        <w:r w:rsidRPr="00B87A9E">
          <w:rPr>
            <w:rFonts w:eastAsiaTheme="minorEastAsia"/>
            <w:bCs w:val="0"/>
            <w:snapToGrid/>
            <w:kern w:val="2"/>
            <w:sz w:val="20"/>
            <w:szCs w:val="20"/>
            <w14:ligatures w14:val="standardContextual"/>
          </w:rPr>
          <w:tab/>
        </w:r>
        <w:r w:rsidRPr="00B87A9E">
          <w:rPr>
            <w:rStyle w:val="Hyperlink"/>
            <w:bCs w:val="0"/>
            <w:sz w:val="20"/>
            <w:szCs w:val="20"/>
            <w:u w:val="none"/>
          </w:rPr>
          <w:t>Standards for Other Generation MRAs and Demand Response MRAs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_Toc199405415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3-281</w:t>
        </w:r>
        <w:r w:rsidRPr="00B87A9E">
          <w:rPr>
            <w:bCs w:val="0"/>
            <w:webHidden/>
            <w:sz w:val="20"/>
            <w:szCs w:val="20"/>
          </w:rPr>
          <w:fldChar w:fldCharType="end"/>
        </w:r>
      </w:hyperlink>
    </w:p>
    <w:p w14:paraId="6EBB9079" w14:textId="3F39D5A1" w:rsidR="00317F36" w:rsidRPr="00B87A9E" w:rsidRDefault="00317F36">
      <w:pPr>
        <w:pStyle w:val="TOC5"/>
        <w:rPr>
          <w:rFonts w:eastAsiaTheme="minorEastAsia"/>
          <w:i w:val="0"/>
          <w:kern w:val="2"/>
          <w:sz w:val="20"/>
          <w:szCs w:val="20"/>
          <w14:ligatures w14:val="standardContextual"/>
        </w:rPr>
      </w:pPr>
      <w:hyperlink w:anchor="_Toc199405416" w:history="1">
        <w:r w:rsidRPr="00B87A9E">
          <w:rPr>
            <w:rStyle w:val="Hyperlink"/>
            <w:i w:val="0"/>
            <w:sz w:val="20"/>
            <w:szCs w:val="20"/>
            <w:u w:val="none"/>
          </w:rPr>
          <w:t>3.14.4.6.1</w:t>
        </w:r>
        <w:r w:rsidRPr="00B87A9E">
          <w:rPr>
            <w:rFonts w:eastAsiaTheme="minorEastAsia"/>
            <w:i w:val="0"/>
            <w:kern w:val="2"/>
            <w:sz w:val="20"/>
            <w:szCs w:val="20"/>
            <w14:ligatures w14:val="standardContextual"/>
          </w:rPr>
          <w:tab/>
        </w:r>
        <w:r w:rsidRPr="00B87A9E">
          <w:rPr>
            <w:rStyle w:val="Hyperlink"/>
            <w:i w:val="0"/>
            <w:sz w:val="20"/>
            <w:szCs w:val="20"/>
            <w:u w:val="none"/>
          </w:rPr>
          <w:t>MRA Telemetry Requirements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_Toc199405416 \h </w:instrText>
        </w:r>
        <w:r w:rsidRPr="00B87A9E">
          <w:rPr>
            <w:i w:val="0"/>
            <w:webHidden/>
            <w:sz w:val="20"/>
            <w:szCs w:val="20"/>
          </w:rPr>
        </w:r>
        <w:r w:rsidRPr="00B87A9E">
          <w:rPr>
            <w:i w:val="0"/>
            <w:webHidden/>
            <w:sz w:val="20"/>
            <w:szCs w:val="20"/>
          </w:rPr>
          <w:fldChar w:fldCharType="separate"/>
        </w:r>
        <w:r w:rsidR="009F5B92">
          <w:rPr>
            <w:i w:val="0"/>
            <w:webHidden/>
            <w:sz w:val="20"/>
            <w:szCs w:val="20"/>
          </w:rPr>
          <w:t>3-281</w:t>
        </w:r>
        <w:r w:rsidRPr="00B87A9E">
          <w:rPr>
            <w:i w:val="0"/>
            <w:webHidden/>
            <w:sz w:val="20"/>
            <w:szCs w:val="20"/>
          </w:rPr>
          <w:fldChar w:fldCharType="end"/>
        </w:r>
      </w:hyperlink>
    </w:p>
    <w:p w14:paraId="2CA27622" w14:textId="7FEFCCAE" w:rsidR="00317F36" w:rsidRPr="00B87A9E" w:rsidRDefault="00317F36">
      <w:pPr>
        <w:pStyle w:val="TOC5"/>
        <w:rPr>
          <w:rFonts w:eastAsiaTheme="minorEastAsia"/>
          <w:i w:val="0"/>
          <w:kern w:val="2"/>
          <w:sz w:val="20"/>
          <w:szCs w:val="20"/>
          <w14:ligatures w14:val="standardContextual"/>
        </w:rPr>
      </w:pPr>
      <w:hyperlink w:anchor="_Toc199405417" w:history="1">
        <w:r w:rsidRPr="00B87A9E">
          <w:rPr>
            <w:rStyle w:val="Hyperlink"/>
            <w:i w:val="0"/>
            <w:sz w:val="20"/>
            <w:szCs w:val="20"/>
            <w:u w:val="none"/>
          </w:rPr>
          <w:t>3.14.4.6.2</w:t>
        </w:r>
        <w:r w:rsidRPr="00B87A9E">
          <w:rPr>
            <w:rFonts w:eastAsiaTheme="minorEastAsia"/>
            <w:i w:val="0"/>
            <w:kern w:val="2"/>
            <w:sz w:val="20"/>
            <w:szCs w:val="20"/>
            <w14:ligatures w14:val="standardContextual"/>
          </w:rPr>
          <w:tab/>
        </w:r>
        <w:r w:rsidRPr="00B87A9E">
          <w:rPr>
            <w:rStyle w:val="Hyperlink"/>
            <w:i w:val="0"/>
            <w:sz w:val="20"/>
            <w:szCs w:val="20"/>
            <w:u w:val="none"/>
          </w:rPr>
          <w:t>Baseline Performance Evaluation Methodology for Demand Response MRAs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_Toc199405417 \h </w:instrText>
        </w:r>
        <w:r w:rsidRPr="00B87A9E">
          <w:rPr>
            <w:i w:val="0"/>
            <w:webHidden/>
            <w:sz w:val="20"/>
            <w:szCs w:val="20"/>
          </w:rPr>
        </w:r>
        <w:r w:rsidRPr="00B87A9E">
          <w:rPr>
            <w:i w:val="0"/>
            <w:webHidden/>
            <w:sz w:val="20"/>
            <w:szCs w:val="20"/>
          </w:rPr>
          <w:fldChar w:fldCharType="separate"/>
        </w:r>
        <w:r w:rsidR="009F5B92">
          <w:rPr>
            <w:i w:val="0"/>
            <w:webHidden/>
            <w:sz w:val="20"/>
            <w:szCs w:val="20"/>
          </w:rPr>
          <w:t>3-282</w:t>
        </w:r>
        <w:r w:rsidRPr="00B87A9E">
          <w:rPr>
            <w:i w:val="0"/>
            <w:webHidden/>
            <w:sz w:val="20"/>
            <w:szCs w:val="20"/>
          </w:rPr>
          <w:fldChar w:fldCharType="end"/>
        </w:r>
      </w:hyperlink>
    </w:p>
    <w:p w14:paraId="6F9AB9B6" w14:textId="4ECEEC42" w:rsidR="00317F36" w:rsidRPr="00B87A9E" w:rsidRDefault="00317F36">
      <w:pPr>
        <w:pStyle w:val="TOC5"/>
        <w:rPr>
          <w:rFonts w:eastAsiaTheme="minorEastAsia"/>
          <w:i w:val="0"/>
          <w:kern w:val="2"/>
          <w:sz w:val="20"/>
          <w:szCs w:val="20"/>
          <w14:ligatures w14:val="standardContextual"/>
        </w:rPr>
      </w:pPr>
      <w:hyperlink w:anchor="_Toc199405418" w:history="1">
        <w:r w:rsidRPr="00B87A9E">
          <w:rPr>
            <w:rStyle w:val="Hyperlink"/>
            <w:i w:val="0"/>
            <w:sz w:val="20"/>
            <w:szCs w:val="20"/>
            <w:u w:val="none"/>
          </w:rPr>
          <w:t>3.14.4.6.3</w:t>
        </w:r>
        <w:r w:rsidRPr="00B87A9E">
          <w:rPr>
            <w:rFonts w:eastAsiaTheme="minorEastAsia"/>
            <w:i w:val="0"/>
            <w:kern w:val="2"/>
            <w:sz w:val="20"/>
            <w:szCs w:val="20"/>
            <w14:ligatures w14:val="standardContextual"/>
          </w:rPr>
          <w:tab/>
        </w:r>
        <w:r w:rsidRPr="00B87A9E">
          <w:rPr>
            <w:rStyle w:val="Hyperlink"/>
            <w:i w:val="0"/>
            <w:sz w:val="20"/>
            <w:szCs w:val="20"/>
            <w:u w:val="none"/>
          </w:rPr>
          <w:t>MRA Metering and Metering Data</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_Toc199405418 \h </w:instrText>
        </w:r>
        <w:r w:rsidRPr="00B87A9E">
          <w:rPr>
            <w:i w:val="0"/>
            <w:webHidden/>
            <w:sz w:val="20"/>
            <w:szCs w:val="20"/>
          </w:rPr>
        </w:r>
        <w:r w:rsidRPr="00B87A9E">
          <w:rPr>
            <w:i w:val="0"/>
            <w:webHidden/>
            <w:sz w:val="20"/>
            <w:szCs w:val="20"/>
          </w:rPr>
          <w:fldChar w:fldCharType="separate"/>
        </w:r>
        <w:r w:rsidR="009F5B92">
          <w:rPr>
            <w:i w:val="0"/>
            <w:webHidden/>
            <w:sz w:val="20"/>
            <w:szCs w:val="20"/>
          </w:rPr>
          <w:t>3-282</w:t>
        </w:r>
        <w:r w:rsidRPr="00B87A9E">
          <w:rPr>
            <w:i w:val="0"/>
            <w:webHidden/>
            <w:sz w:val="20"/>
            <w:szCs w:val="20"/>
          </w:rPr>
          <w:fldChar w:fldCharType="end"/>
        </w:r>
      </w:hyperlink>
    </w:p>
    <w:p w14:paraId="1DD36046" w14:textId="426D1996" w:rsidR="00317F36" w:rsidRPr="00B87A9E" w:rsidRDefault="00317F36">
      <w:pPr>
        <w:pStyle w:val="TOC5"/>
        <w:rPr>
          <w:rFonts w:eastAsiaTheme="minorEastAsia"/>
          <w:i w:val="0"/>
          <w:kern w:val="2"/>
          <w:sz w:val="20"/>
          <w:szCs w:val="20"/>
          <w14:ligatures w14:val="standardContextual"/>
        </w:rPr>
      </w:pPr>
      <w:hyperlink w:anchor="_Toc199405419" w:history="1">
        <w:r w:rsidRPr="00B87A9E">
          <w:rPr>
            <w:rStyle w:val="Hyperlink"/>
            <w:i w:val="0"/>
            <w:sz w:val="20"/>
            <w:szCs w:val="20"/>
            <w:u w:val="none"/>
          </w:rPr>
          <w:t>3.14.4.6.4</w:t>
        </w:r>
        <w:r w:rsidRPr="00B87A9E">
          <w:rPr>
            <w:rFonts w:eastAsiaTheme="minorEastAsia"/>
            <w:i w:val="0"/>
            <w:kern w:val="2"/>
            <w:sz w:val="20"/>
            <w:szCs w:val="20"/>
            <w14:ligatures w14:val="standardContextual"/>
          </w:rPr>
          <w:tab/>
        </w:r>
        <w:r w:rsidRPr="00B87A9E">
          <w:rPr>
            <w:rStyle w:val="Hyperlink"/>
            <w:i w:val="0"/>
            <w:sz w:val="20"/>
            <w:szCs w:val="20"/>
            <w:u w:val="none"/>
          </w:rPr>
          <w:t>MRA Availability Measurement and Verification</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_Toc199405419 \h </w:instrText>
        </w:r>
        <w:r w:rsidRPr="00B87A9E">
          <w:rPr>
            <w:i w:val="0"/>
            <w:webHidden/>
            <w:sz w:val="20"/>
            <w:szCs w:val="20"/>
          </w:rPr>
        </w:r>
        <w:r w:rsidRPr="00B87A9E">
          <w:rPr>
            <w:i w:val="0"/>
            <w:webHidden/>
            <w:sz w:val="20"/>
            <w:szCs w:val="20"/>
          </w:rPr>
          <w:fldChar w:fldCharType="separate"/>
        </w:r>
        <w:r w:rsidR="009F5B92">
          <w:rPr>
            <w:i w:val="0"/>
            <w:webHidden/>
            <w:sz w:val="20"/>
            <w:szCs w:val="20"/>
          </w:rPr>
          <w:t>3-283</w:t>
        </w:r>
        <w:r w:rsidRPr="00B87A9E">
          <w:rPr>
            <w:i w:val="0"/>
            <w:webHidden/>
            <w:sz w:val="20"/>
            <w:szCs w:val="20"/>
          </w:rPr>
          <w:fldChar w:fldCharType="end"/>
        </w:r>
      </w:hyperlink>
    </w:p>
    <w:p w14:paraId="5121194C" w14:textId="756AD66C" w:rsidR="00317F36" w:rsidRPr="00B87A9E" w:rsidRDefault="00317F36">
      <w:pPr>
        <w:pStyle w:val="TOC5"/>
        <w:rPr>
          <w:rFonts w:eastAsiaTheme="minorEastAsia"/>
          <w:i w:val="0"/>
          <w:kern w:val="2"/>
          <w:sz w:val="20"/>
          <w:szCs w:val="20"/>
          <w14:ligatures w14:val="standardContextual"/>
        </w:rPr>
      </w:pPr>
      <w:hyperlink w:anchor="_Toc199405420" w:history="1">
        <w:r w:rsidRPr="00B87A9E">
          <w:rPr>
            <w:rStyle w:val="Hyperlink"/>
            <w:i w:val="0"/>
            <w:sz w:val="20"/>
            <w:szCs w:val="20"/>
            <w:u w:val="none"/>
          </w:rPr>
          <w:t>3.14.4.6.5</w:t>
        </w:r>
        <w:r w:rsidRPr="00B87A9E">
          <w:rPr>
            <w:rFonts w:eastAsiaTheme="minorEastAsia"/>
            <w:i w:val="0"/>
            <w:kern w:val="2"/>
            <w:sz w:val="20"/>
            <w:szCs w:val="20"/>
            <w14:ligatures w14:val="standardContextual"/>
          </w:rPr>
          <w:tab/>
        </w:r>
        <w:r w:rsidRPr="00B87A9E">
          <w:rPr>
            <w:rStyle w:val="Hyperlink"/>
            <w:i w:val="0"/>
            <w:sz w:val="20"/>
            <w:szCs w:val="20"/>
            <w:u w:val="none"/>
          </w:rPr>
          <w:t>MRA Event Performance Measurement and Verification</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_Toc199405420 \h </w:instrText>
        </w:r>
        <w:r w:rsidRPr="00B87A9E">
          <w:rPr>
            <w:i w:val="0"/>
            <w:webHidden/>
            <w:sz w:val="20"/>
            <w:szCs w:val="20"/>
          </w:rPr>
        </w:r>
        <w:r w:rsidRPr="00B87A9E">
          <w:rPr>
            <w:i w:val="0"/>
            <w:webHidden/>
            <w:sz w:val="20"/>
            <w:szCs w:val="20"/>
          </w:rPr>
          <w:fldChar w:fldCharType="separate"/>
        </w:r>
        <w:r w:rsidR="009F5B92">
          <w:rPr>
            <w:i w:val="0"/>
            <w:webHidden/>
            <w:sz w:val="20"/>
            <w:szCs w:val="20"/>
          </w:rPr>
          <w:t>3-285</w:t>
        </w:r>
        <w:r w:rsidRPr="00B87A9E">
          <w:rPr>
            <w:i w:val="0"/>
            <w:webHidden/>
            <w:sz w:val="20"/>
            <w:szCs w:val="20"/>
          </w:rPr>
          <w:fldChar w:fldCharType="end"/>
        </w:r>
      </w:hyperlink>
    </w:p>
    <w:p w14:paraId="7DD45777" w14:textId="65D01E8A" w:rsidR="00317F36" w:rsidRPr="00B87A9E" w:rsidRDefault="00317F36">
      <w:pPr>
        <w:pStyle w:val="TOC5"/>
        <w:rPr>
          <w:rFonts w:eastAsiaTheme="minorEastAsia"/>
          <w:i w:val="0"/>
          <w:kern w:val="2"/>
          <w:sz w:val="20"/>
          <w:szCs w:val="20"/>
          <w14:ligatures w14:val="standardContextual"/>
        </w:rPr>
      </w:pPr>
      <w:hyperlink w:anchor="_Toc199405421" w:history="1">
        <w:r w:rsidRPr="00B87A9E">
          <w:rPr>
            <w:rStyle w:val="Hyperlink"/>
            <w:i w:val="0"/>
            <w:sz w:val="20"/>
            <w:szCs w:val="20"/>
            <w:u w:val="none"/>
          </w:rPr>
          <w:t>3.14.4.6.5.1</w:t>
        </w:r>
        <w:r w:rsidRPr="00B87A9E">
          <w:rPr>
            <w:rFonts w:eastAsiaTheme="minorEastAsia"/>
            <w:i w:val="0"/>
            <w:kern w:val="2"/>
            <w:sz w:val="20"/>
            <w:szCs w:val="20"/>
            <w14:ligatures w14:val="standardContextual"/>
          </w:rPr>
          <w:tab/>
        </w:r>
        <w:r w:rsidRPr="00B87A9E">
          <w:rPr>
            <w:rStyle w:val="Hyperlink"/>
            <w:i w:val="0"/>
            <w:sz w:val="20"/>
            <w:szCs w:val="20"/>
            <w:u w:val="none"/>
          </w:rPr>
          <w:t>Event Performance Measurement and Verification for Co-Located Demand Response MRAs and Other Generation MRAs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_Toc199405421 \h </w:instrText>
        </w:r>
        <w:r w:rsidRPr="00B87A9E">
          <w:rPr>
            <w:i w:val="0"/>
            <w:webHidden/>
            <w:sz w:val="20"/>
            <w:szCs w:val="20"/>
          </w:rPr>
        </w:r>
        <w:r w:rsidRPr="00B87A9E">
          <w:rPr>
            <w:i w:val="0"/>
            <w:webHidden/>
            <w:sz w:val="20"/>
            <w:szCs w:val="20"/>
          </w:rPr>
          <w:fldChar w:fldCharType="separate"/>
        </w:r>
        <w:r w:rsidR="009F5B92">
          <w:rPr>
            <w:i w:val="0"/>
            <w:webHidden/>
            <w:sz w:val="20"/>
            <w:szCs w:val="20"/>
          </w:rPr>
          <w:t>3-288</w:t>
        </w:r>
        <w:r w:rsidRPr="00B87A9E">
          <w:rPr>
            <w:i w:val="0"/>
            <w:webHidden/>
            <w:sz w:val="20"/>
            <w:szCs w:val="20"/>
          </w:rPr>
          <w:fldChar w:fldCharType="end"/>
        </w:r>
      </w:hyperlink>
    </w:p>
    <w:p w14:paraId="562C6EC9" w14:textId="71C11176" w:rsidR="00317F36" w:rsidRPr="00B87A9E" w:rsidRDefault="00317F36">
      <w:pPr>
        <w:pStyle w:val="TOC4"/>
        <w:rPr>
          <w:rFonts w:eastAsiaTheme="minorEastAsia"/>
          <w:bCs w:val="0"/>
          <w:snapToGrid/>
          <w:kern w:val="2"/>
          <w:sz w:val="20"/>
          <w:szCs w:val="20"/>
          <w14:ligatures w14:val="standardContextual"/>
        </w:rPr>
      </w:pPr>
      <w:hyperlink w:anchor="_Toc199405422" w:history="1">
        <w:r w:rsidRPr="00B87A9E">
          <w:rPr>
            <w:rStyle w:val="Hyperlink"/>
            <w:bCs w:val="0"/>
            <w:sz w:val="20"/>
            <w:szCs w:val="20"/>
            <w:u w:val="none"/>
          </w:rPr>
          <w:t>3.14.4.7</w:t>
        </w:r>
        <w:r w:rsidRPr="00B87A9E">
          <w:rPr>
            <w:rFonts w:eastAsiaTheme="minorEastAsia"/>
            <w:bCs w:val="0"/>
            <w:snapToGrid/>
            <w:kern w:val="2"/>
            <w:sz w:val="20"/>
            <w:szCs w:val="20"/>
            <w14:ligatures w14:val="standardContextual"/>
          </w:rPr>
          <w:tab/>
        </w:r>
        <w:r w:rsidRPr="00B87A9E">
          <w:rPr>
            <w:rStyle w:val="Hyperlink"/>
            <w:bCs w:val="0"/>
            <w:sz w:val="20"/>
            <w:szCs w:val="20"/>
            <w:u w:val="none"/>
          </w:rPr>
          <w:t>MRA Testing</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_Toc199405422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3-289</w:t>
        </w:r>
        <w:r w:rsidRPr="00B87A9E">
          <w:rPr>
            <w:bCs w:val="0"/>
            <w:webHidden/>
            <w:sz w:val="20"/>
            <w:szCs w:val="20"/>
          </w:rPr>
          <w:fldChar w:fldCharType="end"/>
        </w:r>
      </w:hyperlink>
    </w:p>
    <w:p w14:paraId="01A2E6EC" w14:textId="744F187A" w:rsidR="00317F36" w:rsidRPr="00B87A9E" w:rsidRDefault="00317F36">
      <w:pPr>
        <w:pStyle w:val="TOC4"/>
        <w:rPr>
          <w:rFonts w:eastAsiaTheme="minorEastAsia"/>
          <w:bCs w:val="0"/>
          <w:snapToGrid/>
          <w:kern w:val="2"/>
          <w:sz w:val="20"/>
          <w:szCs w:val="20"/>
          <w14:ligatures w14:val="standardContextual"/>
        </w:rPr>
      </w:pPr>
      <w:hyperlink w:anchor="_Toc199405423" w:history="1">
        <w:r w:rsidRPr="00B87A9E">
          <w:rPr>
            <w:rStyle w:val="Hyperlink"/>
            <w:bCs w:val="0"/>
            <w:sz w:val="20"/>
            <w:szCs w:val="20"/>
            <w:u w:val="none"/>
          </w:rPr>
          <w:t>3.14.4.8</w:t>
        </w:r>
        <w:r w:rsidRPr="00B87A9E">
          <w:rPr>
            <w:rFonts w:eastAsiaTheme="minorEastAsia"/>
            <w:bCs w:val="0"/>
            <w:snapToGrid/>
            <w:kern w:val="2"/>
            <w:sz w:val="20"/>
            <w:szCs w:val="20"/>
            <w14:ligatures w14:val="standardContextual"/>
          </w:rPr>
          <w:tab/>
        </w:r>
        <w:r w:rsidRPr="00B87A9E">
          <w:rPr>
            <w:rStyle w:val="Hyperlink"/>
            <w:bCs w:val="0"/>
            <w:sz w:val="20"/>
            <w:szCs w:val="20"/>
            <w:u w:val="none"/>
          </w:rPr>
          <w:t>MRA Misconduct Events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_Toc199405423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3-289</w:t>
        </w:r>
        <w:r w:rsidRPr="00B87A9E">
          <w:rPr>
            <w:bCs w:val="0"/>
            <w:webHidden/>
            <w:sz w:val="20"/>
            <w:szCs w:val="20"/>
          </w:rPr>
          <w:fldChar w:fldCharType="end"/>
        </w:r>
      </w:hyperlink>
    </w:p>
    <w:p w14:paraId="61818D4D" w14:textId="6C6876D1" w:rsidR="00317F36" w:rsidRPr="00B87A9E" w:rsidRDefault="00317F36">
      <w:pPr>
        <w:pStyle w:val="TOC4"/>
        <w:rPr>
          <w:rFonts w:eastAsiaTheme="minorEastAsia"/>
          <w:bCs w:val="0"/>
          <w:snapToGrid/>
          <w:kern w:val="2"/>
          <w:sz w:val="20"/>
          <w:szCs w:val="20"/>
          <w14:ligatures w14:val="standardContextual"/>
        </w:rPr>
      </w:pPr>
      <w:hyperlink w:anchor="_Toc199405424" w:history="1">
        <w:r w:rsidRPr="00B87A9E">
          <w:rPr>
            <w:rStyle w:val="Hyperlink"/>
            <w:bCs w:val="0"/>
            <w:sz w:val="20"/>
            <w:szCs w:val="20"/>
            <w:u w:val="none"/>
          </w:rPr>
          <w:t>3.14.4.9</w:t>
        </w:r>
        <w:r w:rsidRPr="00B87A9E">
          <w:rPr>
            <w:rFonts w:eastAsiaTheme="minorEastAsia"/>
            <w:bCs w:val="0"/>
            <w:snapToGrid/>
            <w:kern w:val="2"/>
            <w:sz w:val="20"/>
            <w:szCs w:val="20"/>
            <w14:ligatures w14:val="standardContextual"/>
          </w:rPr>
          <w:tab/>
        </w:r>
        <w:r w:rsidRPr="00B87A9E">
          <w:rPr>
            <w:rStyle w:val="Hyperlink"/>
            <w:bCs w:val="0"/>
            <w:sz w:val="20"/>
            <w:szCs w:val="20"/>
            <w:u w:val="none"/>
          </w:rPr>
          <w:t>MRA Reporting to Transmission and/or Distribution Service Providers (TDSPs)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_Toc199405424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3-290</w:t>
        </w:r>
        <w:r w:rsidRPr="00B87A9E">
          <w:rPr>
            <w:bCs w:val="0"/>
            <w:webHidden/>
            <w:sz w:val="20"/>
            <w:szCs w:val="20"/>
          </w:rPr>
          <w:fldChar w:fldCharType="end"/>
        </w:r>
      </w:hyperlink>
    </w:p>
    <w:p w14:paraId="4216AB33" w14:textId="1BCD84F8" w:rsidR="00317F36" w:rsidRPr="00B87A9E" w:rsidRDefault="00317F36">
      <w:pPr>
        <w:pStyle w:val="TOC3"/>
        <w:rPr>
          <w:rFonts w:eastAsiaTheme="minorEastAsia"/>
          <w:kern w:val="2"/>
          <w14:ligatures w14:val="standardContextual"/>
        </w:rPr>
      </w:pPr>
      <w:hyperlink w:anchor="_Toc199405425" w:history="1">
        <w:r w:rsidRPr="00B87A9E">
          <w:rPr>
            <w:rStyle w:val="Hyperlink"/>
            <w:u w:val="none"/>
          </w:rPr>
          <w:t>3.14.5</w:t>
        </w:r>
        <w:r w:rsidRPr="00B87A9E">
          <w:rPr>
            <w:rFonts w:eastAsiaTheme="minorEastAsia"/>
            <w:kern w:val="2"/>
            <w14:ligatures w14:val="standardContextual"/>
          </w:rPr>
          <w:tab/>
        </w:r>
        <w:r w:rsidRPr="00B87A9E">
          <w:rPr>
            <w:rStyle w:val="Hyperlink"/>
            <w:u w:val="none"/>
          </w:rPr>
          <w:t>Firm Fuel Supply Service</w:t>
        </w:r>
        <w:r w:rsidRPr="00B87A9E">
          <w:rPr>
            <w:webHidden/>
          </w:rPr>
          <w:tab/>
        </w:r>
        <w:r w:rsidRPr="00B87A9E">
          <w:rPr>
            <w:webHidden/>
          </w:rPr>
          <w:fldChar w:fldCharType="begin"/>
        </w:r>
        <w:r w:rsidRPr="00B87A9E">
          <w:rPr>
            <w:webHidden/>
          </w:rPr>
          <w:instrText xml:space="preserve"> PAGEREF _Toc199405425 \h </w:instrText>
        </w:r>
        <w:r w:rsidRPr="00B87A9E">
          <w:rPr>
            <w:webHidden/>
          </w:rPr>
        </w:r>
        <w:r w:rsidRPr="00B87A9E">
          <w:rPr>
            <w:webHidden/>
          </w:rPr>
          <w:fldChar w:fldCharType="separate"/>
        </w:r>
        <w:r w:rsidR="009F5B92">
          <w:rPr>
            <w:webHidden/>
          </w:rPr>
          <w:t>3-290</w:t>
        </w:r>
        <w:r w:rsidRPr="00B87A9E">
          <w:rPr>
            <w:webHidden/>
          </w:rPr>
          <w:fldChar w:fldCharType="end"/>
        </w:r>
      </w:hyperlink>
    </w:p>
    <w:p w14:paraId="7AB29BDD" w14:textId="4531CCDB" w:rsidR="00317F36" w:rsidRPr="00B87A9E" w:rsidRDefault="00317F36">
      <w:pPr>
        <w:pStyle w:val="TOC2"/>
        <w:rPr>
          <w:rFonts w:eastAsiaTheme="minorEastAsia"/>
          <w:noProof/>
          <w:kern w:val="2"/>
          <w14:ligatures w14:val="standardContextual"/>
        </w:rPr>
      </w:pPr>
      <w:hyperlink w:anchor="_Toc199405426" w:history="1">
        <w:r w:rsidRPr="00B87A9E">
          <w:rPr>
            <w:rStyle w:val="Hyperlink"/>
            <w:noProof/>
            <w:u w:val="none"/>
          </w:rPr>
          <w:t>3.15</w:t>
        </w:r>
        <w:r w:rsidRPr="00B87A9E">
          <w:rPr>
            <w:rFonts w:eastAsiaTheme="minorEastAsia"/>
            <w:noProof/>
            <w:kern w:val="2"/>
            <w14:ligatures w14:val="standardContextual"/>
          </w:rPr>
          <w:tab/>
        </w:r>
        <w:r w:rsidRPr="00B87A9E">
          <w:rPr>
            <w:rStyle w:val="Hyperlink"/>
            <w:noProof/>
            <w:u w:val="none"/>
          </w:rPr>
          <w:t>Voltage Support</w:t>
        </w:r>
        <w:r w:rsidRPr="00B87A9E">
          <w:rPr>
            <w:noProof/>
            <w:webHidden/>
          </w:rPr>
          <w:tab/>
        </w:r>
        <w:r w:rsidRPr="00B87A9E">
          <w:rPr>
            <w:noProof/>
            <w:webHidden/>
          </w:rPr>
          <w:fldChar w:fldCharType="begin"/>
        </w:r>
        <w:r w:rsidRPr="00B87A9E">
          <w:rPr>
            <w:noProof/>
            <w:webHidden/>
          </w:rPr>
          <w:instrText xml:space="preserve"> PAGEREF _Toc199405426 \h </w:instrText>
        </w:r>
        <w:r w:rsidRPr="00B87A9E">
          <w:rPr>
            <w:noProof/>
            <w:webHidden/>
          </w:rPr>
        </w:r>
        <w:r w:rsidRPr="00B87A9E">
          <w:rPr>
            <w:noProof/>
            <w:webHidden/>
          </w:rPr>
          <w:fldChar w:fldCharType="separate"/>
        </w:r>
        <w:r w:rsidR="009F5B92">
          <w:rPr>
            <w:noProof/>
            <w:webHidden/>
          </w:rPr>
          <w:t>3-297</w:t>
        </w:r>
        <w:r w:rsidRPr="00B87A9E">
          <w:rPr>
            <w:noProof/>
            <w:webHidden/>
          </w:rPr>
          <w:fldChar w:fldCharType="end"/>
        </w:r>
      </w:hyperlink>
    </w:p>
    <w:p w14:paraId="31127368" w14:textId="6E795636" w:rsidR="00317F36" w:rsidRPr="00B87A9E" w:rsidRDefault="00317F36">
      <w:pPr>
        <w:pStyle w:val="TOC3"/>
        <w:rPr>
          <w:rFonts w:eastAsiaTheme="minorEastAsia"/>
          <w:kern w:val="2"/>
          <w14:ligatures w14:val="standardContextual"/>
        </w:rPr>
      </w:pPr>
      <w:hyperlink w:anchor="_Toc199405427" w:history="1">
        <w:r w:rsidRPr="00B87A9E">
          <w:rPr>
            <w:rStyle w:val="Hyperlink"/>
            <w:u w:val="none"/>
          </w:rPr>
          <w:t>3.15.1</w:t>
        </w:r>
        <w:r w:rsidRPr="00B87A9E">
          <w:rPr>
            <w:rFonts w:eastAsiaTheme="minorEastAsia"/>
            <w:kern w:val="2"/>
            <w14:ligatures w14:val="standardContextual"/>
          </w:rPr>
          <w:tab/>
        </w:r>
        <w:r w:rsidRPr="00B87A9E">
          <w:rPr>
            <w:rStyle w:val="Hyperlink"/>
            <w:u w:val="none"/>
          </w:rPr>
          <w:t>ERCOT Responsibilities Related to Voltage Support</w:t>
        </w:r>
        <w:r w:rsidRPr="00B87A9E">
          <w:rPr>
            <w:webHidden/>
          </w:rPr>
          <w:tab/>
        </w:r>
        <w:r w:rsidRPr="00B87A9E">
          <w:rPr>
            <w:webHidden/>
          </w:rPr>
          <w:fldChar w:fldCharType="begin"/>
        </w:r>
        <w:r w:rsidRPr="00B87A9E">
          <w:rPr>
            <w:webHidden/>
          </w:rPr>
          <w:instrText xml:space="preserve"> PAGEREF _Toc199405427 \h </w:instrText>
        </w:r>
        <w:r w:rsidRPr="00B87A9E">
          <w:rPr>
            <w:webHidden/>
          </w:rPr>
        </w:r>
        <w:r w:rsidRPr="00B87A9E">
          <w:rPr>
            <w:webHidden/>
          </w:rPr>
          <w:fldChar w:fldCharType="separate"/>
        </w:r>
        <w:r w:rsidR="009F5B92">
          <w:rPr>
            <w:webHidden/>
          </w:rPr>
          <w:t>3-302</w:t>
        </w:r>
        <w:r w:rsidRPr="00B87A9E">
          <w:rPr>
            <w:webHidden/>
          </w:rPr>
          <w:fldChar w:fldCharType="end"/>
        </w:r>
      </w:hyperlink>
    </w:p>
    <w:p w14:paraId="2BE23C04" w14:textId="3EC5A9A0" w:rsidR="00317F36" w:rsidRPr="00B87A9E" w:rsidRDefault="00317F36">
      <w:pPr>
        <w:pStyle w:val="TOC3"/>
        <w:rPr>
          <w:rFonts w:eastAsiaTheme="minorEastAsia"/>
          <w:kern w:val="2"/>
          <w14:ligatures w14:val="standardContextual"/>
        </w:rPr>
      </w:pPr>
      <w:hyperlink w:anchor="_Toc199405428" w:history="1">
        <w:r w:rsidRPr="00B87A9E">
          <w:rPr>
            <w:rStyle w:val="Hyperlink"/>
            <w:u w:val="none"/>
          </w:rPr>
          <w:t>3.15.2</w:t>
        </w:r>
        <w:r w:rsidRPr="00B87A9E">
          <w:rPr>
            <w:rFonts w:eastAsiaTheme="minorEastAsia"/>
            <w:kern w:val="2"/>
            <w14:ligatures w14:val="standardContextual"/>
          </w:rPr>
          <w:tab/>
        </w:r>
        <w:r w:rsidRPr="00B87A9E">
          <w:rPr>
            <w:rStyle w:val="Hyperlink"/>
            <w:u w:val="none"/>
          </w:rPr>
          <w:t>DSP Responsibilities Related to Voltage Support</w:t>
        </w:r>
        <w:r w:rsidRPr="00B87A9E">
          <w:rPr>
            <w:webHidden/>
          </w:rPr>
          <w:tab/>
        </w:r>
        <w:r w:rsidRPr="00B87A9E">
          <w:rPr>
            <w:webHidden/>
          </w:rPr>
          <w:fldChar w:fldCharType="begin"/>
        </w:r>
        <w:r w:rsidRPr="00B87A9E">
          <w:rPr>
            <w:webHidden/>
          </w:rPr>
          <w:instrText xml:space="preserve"> PAGEREF _Toc199405428 \h </w:instrText>
        </w:r>
        <w:r w:rsidRPr="00B87A9E">
          <w:rPr>
            <w:webHidden/>
          </w:rPr>
        </w:r>
        <w:r w:rsidRPr="00B87A9E">
          <w:rPr>
            <w:webHidden/>
          </w:rPr>
          <w:fldChar w:fldCharType="separate"/>
        </w:r>
        <w:r w:rsidR="009F5B92">
          <w:rPr>
            <w:webHidden/>
          </w:rPr>
          <w:t>3-303</w:t>
        </w:r>
        <w:r w:rsidRPr="00B87A9E">
          <w:rPr>
            <w:webHidden/>
          </w:rPr>
          <w:fldChar w:fldCharType="end"/>
        </w:r>
      </w:hyperlink>
    </w:p>
    <w:p w14:paraId="21253A20" w14:textId="125BB419" w:rsidR="00317F36" w:rsidRPr="00B87A9E" w:rsidRDefault="00317F36">
      <w:pPr>
        <w:pStyle w:val="TOC3"/>
        <w:rPr>
          <w:rFonts w:eastAsiaTheme="minorEastAsia"/>
          <w:kern w:val="2"/>
          <w14:ligatures w14:val="standardContextual"/>
        </w:rPr>
      </w:pPr>
      <w:hyperlink w:anchor="_Toc199405429" w:history="1">
        <w:r w:rsidRPr="00B87A9E">
          <w:rPr>
            <w:rStyle w:val="Hyperlink"/>
            <w:u w:val="none"/>
          </w:rPr>
          <w:t>3.15.3</w:t>
        </w:r>
        <w:r w:rsidRPr="00B87A9E">
          <w:rPr>
            <w:rFonts w:eastAsiaTheme="minorEastAsia"/>
            <w:kern w:val="2"/>
            <w14:ligatures w14:val="standardContextual"/>
          </w:rPr>
          <w:tab/>
        </w:r>
        <w:r w:rsidRPr="00B87A9E">
          <w:rPr>
            <w:rStyle w:val="Hyperlink"/>
            <w:u w:val="none"/>
          </w:rPr>
          <w:t>Generation Resource and Energy Storage Resource Requirements Related to Voltage Support</w:t>
        </w:r>
        <w:r w:rsidRPr="00B87A9E">
          <w:rPr>
            <w:webHidden/>
          </w:rPr>
          <w:tab/>
        </w:r>
        <w:r w:rsidRPr="00B87A9E">
          <w:rPr>
            <w:webHidden/>
          </w:rPr>
          <w:fldChar w:fldCharType="begin"/>
        </w:r>
        <w:r w:rsidRPr="00B87A9E">
          <w:rPr>
            <w:webHidden/>
          </w:rPr>
          <w:instrText xml:space="preserve"> PAGEREF _Toc199405429 \h </w:instrText>
        </w:r>
        <w:r w:rsidRPr="00B87A9E">
          <w:rPr>
            <w:webHidden/>
          </w:rPr>
        </w:r>
        <w:r w:rsidRPr="00B87A9E">
          <w:rPr>
            <w:webHidden/>
          </w:rPr>
          <w:fldChar w:fldCharType="separate"/>
        </w:r>
        <w:r w:rsidR="009F5B92">
          <w:rPr>
            <w:webHidden/>
          </w:rPr>
          <w:t>3-304</w:t>
        </w:r>
        <w:r w:rsidRPr="00B87A9E">
          <w:rPr>
            <w:webHidden/>
          </w:rPr>
          <w:fldChar w:fldCharType="end"/>
        </w:r>
      </w:hyperlink>
    </w:p>
    <w:p w14:paraId="2C339AD8" w14:textId="6EB69835" w:rsidR="00317F36" w:rsidRPr="00B87A9E" w:rsidRDefault="00317F36">
      <w:pPr>
        <w:pStyle w:val="TOC3"/>
        <w:rPr>
          <w:rFonts w:eastAsiaTheme="minorEastAsia"/>
          <w:kern w:val="2"/>
          <w14:ligatures w14:val="standardContextual"/>
        </w:rPr>
      </w:pPr>
      <w:hyperlink w:anchor="_Toc199405430" w:history="1">
        <w:r w:rsidRPr="00B87A9E">
          <w:rPr>
            <w:rStyle w:val="Hyperlink"/>
            <w:u w:val="none"/>
          </w:rPr>
          <w:t>3.15.4</w:t>
        </w:r>
        <w:r w:rsidRPr="00B87A9E">
          <w:rPr>
            <w:rFonts w:eastAsiaTheme="minorEastAsia"/>
            <w:kern w:val="2"/>
            <w14:ligatures w14:val="standardContextual"/>
          </w:rPr>
          <w:tab/>
        </w:r>
        <w:r w:rsidRPr="00B87A9E">
          <w:rPr>
            <w:rStyle w:val="Hyperlink"/>
            <w:u w:val="none"/>
          </w:rPr>
          <w:t>Direct Current Tie Owner and Direct Current Tie Operator (DCTO) Responsibilities Related to Voltage Support</w:t>
        </w:r>
        <w:r w:rsidRPr="00B87A9E">
          <w:rPr>
            <w:webHidden/>
          </w:rPr>
          <w:tab/>
        </w:r>
        <w:r w:rsidRPr="00B87A9E">
          <w:rPr>
            <w:webHidden/>
          </w:rPr>
          <w:fldChar w:fldCharType="begin"/>
        </w:r>
        <w:r w:rsidRPr="00B87A9E">
          <w:rPr>
            <w:webHidden/>
          </w:rPr>
          <w:instrText xml:space="preserve"> PAGEREF _Toc199405430 \h </w:instrText>
        </w:r>
        <w:r w:rsidRPr="00B87A9E">
          <w:rPr>
            <w:webHidden/>
          </w:rPr>
        </w:r>
        <w:r w:rsidRPr="00B87A9E">
          <w:rPr>
            <w:webHidden/>
          </w:rPr>
          <w:fldChar w:fldCharType="separate"/>
        </w:r>
        <w:r w:rsidR="009F5B92">
          <w:rPr>
            <w:webHidden/>
          </w:rPr>
          <w:t>3-306</w:t>
        </w:r>
        <w:r w:rsidRPr="00B87A9E">
          <w:rPr>
            <w:webHidden/>
          </w:rPr>
          <w:fldChar w:fldCharType="end"/>
        </w:r>
      </w:hyperlink>
    </w:p>
    <w:p w14:paraId="52C8134E" w14:textId="03C29DCB" w:rsidR="00317F36" w:rsidRPr="00B87A9E" w:rsidRDefault="00317F36">
      <w:pPr>
        <w:pStyle w:val="TOC2"/>
        <w:rPr>
          <w:rFonts w:eastAsiaTheme="minorEastAsia"/>
          <w:noProof/>
          <w:kern w:val="2"/>
          <w14:ligatures w14:val="standardContextual"/>
        </w:rPr>
      </w:pPr>
      <w:hyperlink w:anchor="_Toc199405431" w:history="1">
        <w:r w:rsidRPr="00B87A9E">
          <w:rPr>
            <w:rStyle w:val="Hyperlink"/>
            <w:noProof/>
            <w:u w:val="none"/>
          </w:rPr>
          <w:t>3.16</w:t>
        </w:r>
        <w:r w:rsidRPr="00B87A9E">
          <w:rPr>
            <w:rFonts w:eastAsiaTheme="minorEastAsia"/>
            <w:noProof/>
            <w:kern w:val="2"/>
            <w14:ligatures w14:val="standardContextual"/>
          </w:rPr>
          <w:tab/>
        </w:r>
        <w:r w:rsidRPr="00B87A9E">
          <w:rPr>
            <w:rStyle w:val="Hyperlink"/>
            <w:noProof/>
            <w:u w:val="none"/>
          </w:rPr>
          <w:t>Standards for Determining Ancillary Service Quantities</w:t>
        </w:r>
        <w:r w:rsidRPr="00B87A9E">
          <w:rPr>
            <w:noProof/>
            <w:webHidden/>
          </w:rPr>
          <w:tab/>
        </w:r>
        <w:r w:rsidRPr="00B87A9E">
          <w:rPr>
            <w:noProof/>
            <w:webHidden/>
          </w:rPr>
          <w:fldChar w:fldCharType="begin"/>
        </w:r>
        <w:r w:rsidRPr="00B87A9E">
          <w:rPr>
            <w:noProof/>
            <w:webHidden/>
          </w:rPr>
          <w:instrText xml:space="preserve"> PAGEREF _Toc199405431 \h </w:instrText>
        </w:r>
        <w:r w:rsidRPr="00B87A9E">
          <w:rPr>
            <w:noProof/>
            <w:webHidden/>
          </w:rPr>
        </w:r>
        <w:r w:rsidRPr="00B87A9E">
          <w:rPr>
            <w:noProof/>
            <w:webHidden/>
          </w:rPr>
          <w:fldChar w:fldCharType="separate"/>
        </w:r>
        <w:r w:rsidR="009F5B92">
          <w:rPr>
            <w:noProof/>
            <w:webHidden/>
          </w:rPr>
          <w:t>3-307</w:t>
        </w:r>
        <w:r w:rsidRPr="00B87A9E">
          <w:rPr>
            <w:noProof/>
            <w:webHidden/>
          </w:rPr>
          <w:fldChar w:fldCharType="end"/>
        </w:r>
      </w:hyperlink>
    </w:p>
    <w:p w14:paraId="60997213" w14:textId="68404BE6" w:rsidR="00317F36" w:rsidRPr="00B87A9E" w:rsidRDefault="00317F36">
      <w:pPr>
        <w:pStyle w:val="TOC2"/>
        <w:rPr>
          <w:rFonts w:eastAsiaTheme="minorEastAsia"/>
          <w:noProof/>
          <w:kern w:val="2"/>
          <w14:ligatures w14:val="standardContextual"/>
        </w:rPr>
      </w:pPr>
      <w:hyperlink w:anchor="_Toc199405432" w:history="1">
        <w:r w:rsidRPr="00B87A9E">
          <w:rPr>
            <w:rStyle w:val="Hyperlink"/>
            <w:noProof/>
            <w:u w:val="none"/>
          </w:rPr>
          <w:t>3.17</w:t>
        </w:r>
        <w:r w:rsidRPr="00B87A9E">
          <w:rPr>
            <w:rFonts w:eastAsiaTheme="minorEastAsia"/>
            <w:noProof/>
            <w:kern w:val="2"/>
            <w14:ligatures w14:val="standardContextual"/>
          </w:rPr>
          <w:tab/>
        </w:r>
        <w:r w:rsidRPr="00B87A9E">
          <w:rPr>
            <w:rStyle w:val="Hyperlink"/>
            <w:noProof/>
            <w:u w:val="none"/>
          </w:rPr>
          <w:t>Ancillary Service Capacity Products</w:t>
        </w:r>
        <w:r w:rsidRPr="00B87A9E">
          <w:rPr>
            <w:noProof/>
            <w:webHidden/>
          </w:rPr>
          <w:tab/>
        </w:r>
        <w:r w:rsidRPr="00B87A9E">
          <w:rPr>
            <w:noProof/>
            <w:webHidden/>
          </w:rPr>
          <w:fldChar w:fldCharType="begin"/>
        </w:r>
        <w:r w:rsidRPr="00B87A9E">
          <w:rPr>
            <w:noProof/>
            <w:webHidden/>
          </w:rPr>
          <w:instrText xml:space="preserve"> PAGEREF _Toc199405432 \h </w:instrText>
        </w:r>
        <w:r w:rsidRPr="00B87A9E">
          <w:rPr>
            <w:noProof/>
            <w:webHidden/>
          </w:rPr>
        </w:r>
        <w:r w:rsidRPr="00B87A9E">
          <w:rPr>
            <w:noProof/>
            <w:webHidden/>
          </w:rPr>
          <w:fldChar w:fldCharType="separate"/>
        </w:r>
        <w:r w:rsidR="009F5B92">
          <w:rPr>
            <w:noProof/>
            <w:webHidden/>
          </w:rPr>
          <w:t>3-311</w:t>
        </w:r>
        <w:r w:rsidRPr="00B87A9E">
          <w:rPr>
            <w:noProof/>
            <w:webHidden/>
          </w:rPr>
          <w:fldChar w:fldCharType="end"/>
        </w:r>
      </w:hyperlink>
    </w:p>
    <w:p w14:paraId="79BA1B77" w14:textId="1B3A5D64" w:rsidR="00317F36" w:rsidRPr="00B87A9E" w:rsidRDefault="00317F36">
      <w:pPr>
        <w:pStyle w:val="TOC3"/>
        <w:rPr>
          <w:rFonts w:eastAsiaTheme="minorEastAsia"/>
          <w:kern w:val="2"/>
          <w14:ligatures w14:val="standardContextual"/>
        </w:rPr>
      </w:pPr>
      <w:hyperlink w:anchor="_Toc199405433" w:history="1">
        <w:r w:rsidRPr="00B87A9E">
          <w:rPr>
            <w:rStyle w:val="Hyperlink"/>
            <w:u w:val="none"/>
          </w:rPr>
          <w:t>3.17.1</w:t>
        </w:r>
        <w:r w:rsidRPr="00B87A9E">
          <w:rPr>
            <w:rFonts w:eastAsiaTheme="minorEastAsia"/>
            <w:kern w:val="2"/>
            <w14:ligatures w14:val="standardContextual"/>
          </w:rPr>
          <w:tab/>
        </w:r>
        <w:r w:rsidRPr="00B87A9E">
          <w:rPr>
            <w:rStyle w:val="Hyperlink"/>
            <w:u w:val="none"/>
          </w:rPr>
          <w:t>Regulation Service</w:t>
        </w:r>
        <w:r w:rsidRPr="00B87A9E">
          <w:rPr>
            <w:webHidden/>
          </w:rPr>
          <w:tab/>
        </w:r>
        <w:r w:rsidRPr="00B87A9E">
          <w:rPr>
            <w:webHidden/>
          </w:rPr>
          <w:fldChar w:fldCharType="begin"/>
        </w:r>
        <w:r w:rsidRPr="00B87A9E">
          <w:rPr>
            <w:webHidden/>
          </w:rPr>
          <w:instrText xml:space="preserve"> PAGEREF _Toc199405433 \h </w:instrText>
        </w:r>
        <w:r w:rsidRPr="00B87A9E">
          <w:rPr>
            <w:webHidden/>
          </w:rPr>
        </w:r>
        <w:r w:rsidRPr="00B87A9E">
          <w:rPr>
            <w:webHidden/>
          </w:rPr>
          <w:fldChar w:fldCharType="separate"/>
        </w:r>
        <w:r w:rsidR="009F5B92">
          <w:rPr>
            <w:webHidden/>
          </w:rPr>
          <w:t>3-311</w:t>
        </w:r>
        <w:r w:rsidRPr="00B87A9E">
          <w:rPr>
            <w:webHidden/>
          </w:rPr>
          <w:fldChar w:fldCharType="end"/>
        </w:r>
      </w:hyperlink>
    </w:p>
    <w:p w14:paraId="73BC98E4" w14:textId="10810966" w:rsidR="00317F36" w:rsidRPr="00B87A9E" w:rsidRDefault="00317F36">
      <w:pPr>
        <w:pStyle w:val="TOC3"/>
        <w:rPr>
          <w:rFonts w:eastAsiaTheme="minorEastAsia"/>
          <w:kern w:val="2"/>
          <w14:ligatures w14:val="standardContextual"/>
        </w:rPr>
      </w:pPr>
      <w:hyperlink w:anchor="_Toc199405434" w:history="1">
        <w:r w:rsidRPr="00B87A9E">
          <w:rPr>
            <w:rStyle w:val="Hyperlink"/>
            <w:u w:val="none"/>
          </w:rPr>
          <w:t>3.17.2</w:t>
        </w:r>
        <w:r w:rsidRPr="00B87A9E">
          <w:rPr>
            <w:rFonts w:eastAsiaTheme="minorEastAsia"/>
            <w:kern w:val="2"/>
            <w14:ligatures w14:val="standardContextual"/>
          </w:rPr>
          <w:tab/>
        </w:r>
        <w:r w:rsidRPr="00B87A9E">
          <w:rPr>
            <w:rStyle w:val="Hyperlink"/>
            <w:u w:val="none"/>
          </w:rPr>
          <w:t>Responsive Reserve Service</w:t>
        </w:r>
        <w:r w:rsidRPr="00B87A9E">
          <w:rPr>
            <w:webHidden/>
          </w:rPr>
          <w:tab/>
        </w:r>
        <w:r w:rsidRPr="00B87A9E">
          <w:rPr>
            <w:webHidden/>
          </w:rPr>
          <w:fldChar w:fldCharType="begin"/>
        </w:r>
        <w:r w:rsidRPr="00B87A9E">
          <w:rPr>
            <w:webHidden/>
          </w:rPr>
          <w:instrText xml:space="preserve"> PAGEREF _Toc199405434 \h </w:instrText>
        </w:r>
        <w:r w:rsidRPr="00B87A9E">
          <w:rPr>
            <w:webHidden/>
          </w:rPr>
        </w:r>
        <w:r w:rsidRPr="00B87A9E">
          <w:rPr>
            <w:webHidden/>
          </w:rPr>
          <w:fldChar w:fldCharType="separate"/>
        </w:r>
        <w:r w:rsidR="009F5B92">
          <w:rPr>
            <w:webHidden/>
          </w:rPr>
          <w:t>3-312</w:t>
        </w:r>
        <w:r w:rsidRPr="00B87A9E">
          <w:rPr>
            <w:webHidden/>
          </w:rPr>
          <w:fldChar w:fldCharType="end"/>
        </w:r>
      </w:hyperlink>
    </w:p>
    <w:p w14:paraId="25425BFD" w14:textId="3D1A5AC2" w:rsidR="00317F36" w:rsidRPr="00B87A9E" w:rsidRDefault="00317F36">
      <w:pPr>
        <w:pStyle w:val="TOC3"/>
        <w:rPr>
          <w:rFonts w:eastAsiaTheme="minorEastAsia"/>
          <w:kern w:val="2"/>
          <w14:ligatures w14:val="standardContextual"/>
        </w:rPr>
      </w:pPr>
      <w:hyperlink w:anchor="_Toc199405435" w:history="1">
        <w:r w:rsidRPr="00B87A9E">
          <w:rPr>
            <w:rStyle w:val="Hyperlink"/>
            <w:u w:val="none"/>
          </w:rPr>
          <w:t>3.17.3</w:t>
        </w:r>
        <w:r w:rsidRPr="00B87A9E">
          <w:rPr>
            <w:rFonts w:eastAsiaTheme="minorEastAsia"/>
            <w:kern w:val="2"/>
            <w14:ligatures w14:val="standardContextual"/>
          </w:rPr>
          <w:tab/>
        </w:r>
        <w:r w:rsidRPr="00B87A9E">
          <w:rPr>
            <w:rStyle w:val="Hyperlink"/>
            <w:u w:val="none"/>
          </w:rPr>
          <w:t>Non-Spinning Reserve Service</w:t>
        </w:r>
        <w:r w:rsidRPr="00B87A9E">
          <w:rPr>
            <w:webHidden/>
          </w:rPr>
          <w:tab/>
        </w:r>
        <w:r w:rsidRPr="00B87A9E">
          <w:rPr>
            <w:webHidden/>
          </w:rPr>
          <w:fldChar w:fldCharType="begin"/>
        </w:r>
        <w:r w:rsidRPr="00B87A9E">
          <w:rPr>
            <w:webHidden/>
          </w:rPr>
          <w:instrText xml:space="preserve"> PAGEREF _Toc199405435 \h </w:instrText>
        </w:r>
        <w:r w:rsidRPr="00B87A9E">
          <w:rPr>
            <w:webHidden/>
          </w:rPr>
        </w:r>
        <w:r w:rsidRPr="00B87A9E">
          <w:rPr>
            <w:webHidden/>
          </w:rPr>
          <w:fldChar w:fldCharType="separate"/>
        </w:r>
        <w:r w:rsidR="009F5B92">
          <w:rPr>
            <w:webHidden/>
          </w:rPr>
          <w:t>3-313</w:t>
        </w:r>
        <w:r w:rsidRPr="00B87A9E">
          <w:rPr>
            <w:webHidden/>
          </w:rPr>
          <w:fldChar w:fldCharType="end"/>
        </w:r>
      </w:hyperlink>
    </w:p>
    <w:p w14:paraId="7DCFC7CE" w14:textId="7D2C83B7" w:rsidR="00317F36" w:rsidRPr="00B87A9E" w:rsidRDefault="00317F36">
      <w:pPr>
        <w:pStyle w:val="TOC3"/>
        <w:rPr>
          <w:rFonts w:eastAsiaTheme="minorEastAsia"/>
          <w:kern w:val="2"/>
          <w14:ligatures w14:val="standardContextual"/>
        </w:rPr>
      </w:pPr>
      <w:hyperlink w:anchor="_Toc199405436" w:history="1">
        <w:r w:rsidRPr="00B87A9E">
          <w:rPr>
            <w:rStyle w:val="Hyperlink"/>
            <w:u w:val="none"/>
          </w:rPr>
          <w:t>3.17.4</w:t>
        </w:r>
        <w:r w:rsidRPr="00B87A9E">
          <w:rPr>
            <w:rFonts w:eastAsiaTheme="minorEastAsia"/>
            <w:kern w:val="2"/>
            <w14:ligatures w14:val="standardContextual"/>
          </w:rPr>
          <w:tab/>
        </w:r>
        <w:r w:rsidRPr="00B87A9E">
          <w:rPr>
            <w:rStyle w:val="Hyperlink"/>
            <w:u w:val="none"/>
          </w:rPr>
          <w:t>ERCOT Contingency Reserve Service</w:t>
        </w:r>
        <w:r w:rsidRPr="00B87A9E">
          <w:rPr>
            <w:webHidden/>
          </w:rPr>
          <w:tab/>
        </w:r>
        <w:r w:rsidRPr="00B87A9E">
          <w:rPr>
            <w:webHidden/>
          </w:rPr>
          <w:fldChar w:fldCharType="begin"/>
        </w:r>
        <w:r w:rsidRPr="00B87A9E">
          <w:rPr>
            <w:webHidden/>
          </w:rPr>
          <w:instrText xml:space="preserve"> PAGEREF _Toc199405436 \h </w:instrText>
        </w:r>
        <w:r w:rsidRPr="00B87A9E">
          <w:rPr>
            <w:webHidden/>
          </w:rPr>
        </w:r>
        <w:r w:rsidRPr="00B87A9E">
          <w:rPr>
            <w:webHidden/>
          </w:rPr>
          <w:fldChar w:fldCharType="separate"/>
        </w:r>
        <w:r w:rsidR="009F5B92">
          <w:rPr>
            <w:webHidden/>
          </w:rPr>
          <w:t>3-314</w:t>
        </w:r>
        <w:r w:rsidRPr="00B87A9E">
          <w:rPr>
            <w:webHidden/>
          </w:rPr>
          <w:fldChar w:fldCharType="end"/>
        </w:r>
      </w:hyperlink>
    </w:p>
    <w:p w14:paraId="2731344E" w14:textId="13B8E4C0" w:rsidR="00317F36" w:rsidRPr="00B87A9E" w:rsidRDefault="00317F36">
      <w:pPr>
        <w:pStyle w:val="TOC2"/>
        <w:rPr>
          <w:rFonts w:eastAsiaTheme="minorEastAsia"/>
          <w:noProof/>
          <w:kern w:val="2"/>
          <w14:ligatures w14:val="standardContextual"/>
        </w:rPr>
      </w:pPr>
      <w:hyperlink w:anchor="_Toc199405437" w:history="1">
        <w:r w:rsidRPr="00B87A9E">
          <w:rPr>
            <w:rStyle w:val="Hyperlink"/>
            <w:noProof/>
            <w:u w:val="none"/>
          </w:rPr>
          <w:t>3.18</w:t>
        </w:r>
        <w:r w:rsidRPr="00B87A9E">
          <w:rPr>
            <w:rFonts w:eastAsiaTheme="minorEastAsia"/>
            <w:noProof/>
            <w:kern w:val="2"/>
            <w14:ligatures w14:val="standardContextual"/>
          </w:rPr>
          <w:tab/>
        </w:r>
        <w:r w:rsidRPr="00B87A9E">
          <w:rPr>
            <w:rStyle w:val="Hyperlink"/>
            <w:noProof/>
            <w:u w:val="none"/>
          </w:rPr>
          <w:t>Resource Limits in Providing Ancillary Service</w:t>
        </w:r>
        <w:r w:rsidRPr="00B87A9E">
          <w:rPr>
            <w:noProof/>
            <w:webHidden/>
          </w:rPr>
          <w:tab/>
        </w:r>
        <w:r w:rsidRPr="00B87A9E">
          <w:rPr>
            <w:noProof/>
            <w:webHidden/>
          </w:rPr>
          <w:fldChar w:fldCharType="begin"/>
        </w:r>
        <w:r w:rsidRPr="00B87A9E">
          <w:rPr>
            <w:noProof/>
            <w:webHidden/>
          </w:rPr>
          <w:instrText xml:space="preserve"> PAGEREF _Toc199405437 \h </w:instrText>
        </w:r>
        <w:r w:rsidRPr="00B87A9E">
          <w:rPr>
            <w:noProof/>
            <w:webHidden/>
          </w:rPr>
        </w:r>
        <w:r w:rsidRPr="00B87A9E">
          <w:rPr>
            <w:noProof/>
            <w:webHidden/>
          </w:rPr>
          <w:fldChar w:fldCharType="separate"/>
        </w:r>
        <w:r w:rsidR="009F5B92">
          <w:rPr>
            <w:noProof/>
            <w:webHidden/>
          </w:rPr>
          <w:t>3-315</w:t>
        </w:r>
        <w:r w:rsidRPr="00B87A9E">
          <w:rPr>
            <w:noProof/>
            <w:webHidden/>
          </w:rPr>
          <w:fldChar w:fldCharType="end"/>
        </w:r>
      </w:hyperlink>
    </w:p>
    <w:p w14:paraId="25B06197" w14:textId="7EF05772" w:rsidR="00317F36" w:rsidRPr="00B87A9E" w:rsidRDefault="00317F36">
      <w:pPr>
        <w:pStyle w:val="TOC2"/>
        <w:rPr>
          <w:rFonts w:eastAsiaTheme="minorEastAsia"/>
          <w:noProof/>
          <w:kern w:val="2"/>
          <w14:ligatures w14:val="standardContextual"/>
        </w:rPr>
      </w:pPr>
      <w:hyperlink w:anchor="_Toc199405438" w:history="1">
        <w:r w:rsidRPr="00B87A9E">
          <w:rPr>
            <w:rStyle w:val="Hyperlink"/>
            <w:noProof/>
            <w:u w:val="none"/>
          </w:rPr>
          <w:t>3.19</w:t>
        </w:r>
        <w:r w:rsidRPr="00B87A9E">
          <w:rPr>
            <w:rFonts w:eastAsiaTheme="minorEastAsia"/>
            <w:noProof/>
            <w:kern w:val="2"/>
            <w14:ligatures w14:val="standardContextual"/>
          </w:rPr>
          <w:tab/>
        </w:r>
        <w:r w:rsidRPr="00B87A9E">
          <w:rPr>
            <w:rStyle w:val="Hyperlink"/>
            <w:noProof/>
            <w:u w:val="none"/>
          </w:rPr>
          <w:t>Constraint Competitiveness Tests</w:t>
        </w:r>
        <w:r w:rsidRPr="00B87A9E">
          <w:rPr>
            <w:noProof/>
            <w:webHidden/>
          </w:rPr>
          <w:tab/>
        </w:r>
        <w:r w:rsidRPr="00B87A9E">
          <w:rPr>
            <w:noProof/>
            <w:webHidden/>
          </w:rPr>
          <w:fldChar w:fldCharType="begin"/>
        </w:r>
        <w:r w:rsidRPr="00B87A9E">
          <w:rPr>
            <w:noProof/>
            <w:webHidden/>
          </w:rPr>
          <w:instrText xml:space="preserve"> PAGEREF _Toc199405438 \h </w:instrText>
        </w:r>
        <w:r w:rsidRPr="00B87A9E">
          <w:rPr>
            <w:noProof/>
            <w:webHidden/>
          </w:rPr>
        </w:r>
        <w:r w:rsidRPr="00B87A9E">
          <w:rPr>
            <w:noProof/>
            <w:webHidden/>
          </w:rPr>
          <w:fldChar w:fldCharType="separate"/>
        </w:r>
        <w:r w:rsidR="009F5B92">
          <w:rPr>
            <w:noProof/>
            <w:webHidden/>
          </w:rPr>
          <w:t>3-318</w:t>
        </w:r>
        <w:r w:rsidRPr="00B87A9E">
          <w:rPr>
            <w:noProof/>
            <w:webHidden/>
          </w:rPr>
          <w:fldChar w:fldCharType="end"/>
        </w:r>
      </w:hyperlink>
    </w:p>
    <w:p w14:paraId="7A9C9BBE" w14:textId="5C8178B2" w:rsidR="00317F36" w:rsidRPr="00B87A9E" w:rsidRDefault="00317F36">
      <w:pPr>
        <w:pStyle w:val="TOC3"/>
        <w:rPr>
          <w:rFonts w:eastAsiaTheme="minorEastAsia"/>
          <w:kern w:val="2"/>
          <w14:ligatures w14:val="standardContextual"/>
        </w:rPr>
      </w:pPr>
      <w:hyperlink w:anchor="_Toc199405439" w:history="1">
        <w:r w:rsidRPr="00B87A9E">
          <w:rPr>
            <w:rStyle w:val="Hyperlink"/>
            <w:u w:val="none"/>
          </w:rPr>
          <w:t>3.19.1</w:t>
        </w:r>
        <w:r w:rsidRPr="00B87A9E">
          <w:rPr>
            <w:rFonts w:eastAsiaTheme="minorEastAsia"/>
            <w:kern w:val="2"/>
            <w14:ligatures w14:val="standardContextual"/>
          </w:rPr>
          <w:tab/>
        </w:r>
        <w:r w:rsidRPr="00B87A9E">
          <w:rPr>
            <w:rStyle w:val="Hyperlink"/>
            <w:u w:val="none"/>
          </w:rPr>
          <w:t>Constraint Competitiveness Test Definitions</w:t>
        </w:r>
        <w:r w:rsidRPr="00B87A9E">
          <w:rPr>
            <w:webHidden/>
          </w:rPr>
          <w:tab/>
        </w:r>
        <w:r w:rsidRPr="00B87A9E">
          <w:rPr>
            <w:webHidden/>
          </w:rPr>
          <w:fldChar w:fldCharType="begin"/>
        </w:r>
        <w:r w:rsidRPr="00B87A9E">
          <w:rPr>
            <w:webHidden/>
          </w:rPr>
          <w:instrText xml:space="preserve"> PAGEREF _Toc199405439 \h </w:instrText>
        </w:r>
        <w:r w:rsidRPr="00B87A9E">
          <w:rPr>
            <w:webHidden/>
          </w:rPr>
        </w:r>
        <w:r w:rsidRPr="00B87A9E">
          <w:rPr>
            <w:webHidden/>
          </w:rPr>
          <w:fldChar w:fldCharType="separate"/>
        </w:r>
        <w:r w:rsidR="009F5B92">
          <w:rPr>
            <w:webHidden/>
          </w:rPr>
          <w:t>3-318</w:t>
        </w:r>
        <w:r w:rsidRPr="00B87A9E">
          <w:rPr>
            <w:webHidden/>
          </w:rPr>
          <w:fldChar w:fldCharType="end"/>
        </w:r>
      </w:hyperlink>
    </w:p>
    <w:p w14:paraId="650FC993" w14:textId="1DDCD095" w:rsidR="00317F36" w:rsidRPr="00B87A9E" w:rsidRDefault="00317F36">
      <w:pPr>
        <w:pStyle w:val="TOC3"/>
        <w:rPr>
          <w:rFonts w:eastAsiaTheme="minorEastAsia"/>
          <w:kern w:val="2"/>
          <w14:ligatures w14:val="standardContextual"/>
        </w:rPr>
      </w:pPr>
      <w:hyperlink w:anchor="_Toc199405440" w:history="1">
        <w:r w:rsidRPr="00B87A9E">
          <w:rPr>
            <w:rStyle w:val="Hyperlink"/>
            <w:u w:val="none"/>
          </w:rPr>
          <w:t>3.19.2</w:t>
        </w:r>
        <w:r w:rsidRPr="00B87A9E">
          <w:rPr>
            <w:rFonts w:eastAsiaTheme="minorEastAsia"/>
            <w:kern w:val="2"/>
            <w14:ligatures w14:val="standardContextual"/>
          </w:rPr>
          <w:tab/>
        </w:r>
        <w:r w:rsidRPr="00B87A9E">
          <w:rPr>
            <w:rStyle w:val="Hyperlink"/>
            <w:u w:val="none"/>
          </w:rPr>
          <w:t>Element Competitiveness Index Calculation</w:t>
        </w:r>
        <w:r w:rsidRPr="00B87A9E">
          <w:rPr>
            <w:webHidden/>
          </w:rPr>
          <w:tab/>
        </w:r>
        <w:r w:rsidRPr="00B87A9E">
          <w:rPr>
            <w:webHidden/>
          </w:rPr>
          <w:fldChar w:fldCharType="begin"/>
        </w:r>
        <w:r w:rsidRPr="00B87A9E">
          <w:rPr>
            <w:webHidden/>
          </w:rPr>
          <w:instrText xml:space="preserve"> PAGEREF _Toc199405440 \h </w:instrText>
        </w:r>
        <w:r w:rsidRPr="00B87A9E">
          <w:rPr>
            <w:webHidden/>
          </w:rPr>
        </w:r>
        <w:r w:rsidRPr="00B87A9E">
          <w:rPr>
            <w:webHidden/>
          </w:rPr>
          <w:fldChar w:fldCharType="separate"/>
        </w:r>
        <w:r w:rsidR="009F5B92">
          <w:rPr>
            <w:webHidden/>
          </w:rPr>
          <w:t>3-320</w:t>
        </w:r>
        <w:r w:rsidRPr="00B87A9E">
          <w:rPr>
            <w:webHidden/>
          </w:rPr>
          <w:fldChar w:fldCharType="end"/>
        </w:r>
      </w:hyperlink>
    </w:p>
    <w:p w14:paraId="29B4E87E" w14:textId="1F94A2CF" w:rsidR="00317F36" w:rsidRPr="00B87A9E" w:rsidRDefault="00317F36">
      <w:pPr>
        <w:pStyle w:val="TOC3"/>
        <w:rPr>
          <w:rFonts w:eastAsiaTheme="minorEastAsia"/>
          <w:kern w:val="2"/>
          <w14:ligatures w14:val="standardContextual"/>
        </w:rPr>
      </w:pPr>
      <w:hyperlink w:anchor="_Toc199405441" w:history="1">
        <w:r w:rsidRPr="00B87A9E">
          <w:rPr>
            <w:rStyle w:val="Hyperlink"/>
            <w:u w:val="none"/>
          </w:rPr>
          <w:t>3.19.3</w:t>
        </w:r>
        <w:r w:rsidRPr="00B87A9E">
          <w:rPr>
            <w:rFonts w:eastAsiaTheme="minorEastAsia"/>
            <w:kern w:val="2"/>
            <w14:ligatures w14:val="standardContextual"/>
          </w:rPr>
          <w:tab/>
        </w:r>
        <w:r w:rsidRPr="00B87A9E">
          <w:rPr>
            <w:rStyle w:val="Hyperlink"/>
            <w:u w:val="none"/>
          </w:rPr>
          <w:t>Long-Term Constraint Competitiveness Test</w:t>
        </w:r>
        <w:r w:rsidRPr="00B87A9E">
          <w:rPr>
            <w:webHidden/>
          </w:rPr>
          <w:tab/>
        </w:r>
        <w:r w:rsidRPr="00B87A9E">
          <w:rPr>
            <w:webHidden/>
          </w:rPr>
          <w:fldChar w:fldCharType="begin"/>
        </w:r>
        <w:r w:rsidRPr="00B87A9E">
          <w:rPr>
            <w:webHidden/>
          </w:rPr>
          <w:instrText xml:space="preserve"> PAGEREF _Toc199405441 \h </w:instrText>
        </w:r>
        <w:r w:rsidRPr="00B87A9E">
          <w:rPr>
            <w:webHidden/>
          </w:rPr>
        </w:r>
        <w:r w:rsidRPr="00B87A9E">
          <w:rPr>
            <w:webHidden/>
          </w:rPr>
          <w:fldChar w:fldCharType="separate"/>
        </w:r>
        <w:r w:rsidR="009F5B92">
          <w:rPr>
            <w:webHidden/>
          </w:rPr>
          <w:t>3-321</w:t>
        </w:r>
        <w:r w:rsidRPr="00B87A9E">
          <w:rPr>
            <w:webHidden/>
          </w:rPr>
          <w:fldChar w:fldCharType="end"/>
        </w:r>
      </w:hyperlink>
    </w:p>
    <w:p w14:paraId="1C47E651" w14:textId="1A4BEE70" w:rsidR="00317F36" w:rsidRPr="00B87A9E" w:rsidRDefault="00317F36">
      <w:pPr>
        <w:pStyle w:val="TOC3"/>
        <w:rPr>
          <w:rFonts w:eastAsiaTheme="minorEastAsia"/>
          <w:kern w:val="2"/>
          <w14:ligatures w14:val="standardContextual"/>
        </w:rPr>
      </w:pPr>
      <w:hyperlink w:anchor="_Toc199405442" w:history="1">
        <w:r w:rsidRPr="00B87A9E">
          <w:rPr>
            <w:rStyle w:val="Hyperlink"/>
            <w:u w:val="none"/>
          </w:rPr>
          <w:t>3.19.4</w:t>
        </w:r>
        <w:r w:rsidRPr="00B87A9E">
          <w:rPr>
            <w:rFonts w:eastAsiaTheme="minorEastAsia"/>
            <w:kern w:val="2"/>
            <w14:ligatures w14:val="standardContextual"/>
          </w:rPr>
          <w:tab/>
        </w:r>
        <w:r w:rsidRPr="00B87A9E">
          <w:rPr>
            <w:rStyle w:val="Hyperlink"/>
            <w:u w:val="none"/>
          </w:rPr>
          <w:t>Security-Constrained Economic Dispatch Constraint Competitiveness Test</w:t>
        </w:r>
        <w:r w:rsidRPr="00B87A9E">
          <w:rPr>
            <w:webHidden/>
          </w:rPr>
          <w:tab/>
        </w:r>
        <w:r w:rsidRPr="00B87A9E">
          <w:rPr>
            <w:webHidden/>
          </w:rPr>
          <w:fldChar w:fldCharType="begin"/>
        </w:r>
        <w:r w:rsidRPr="00B87A9E">
          <w:rPr>
            <w:webHidden/>
          </w:rPr>
          <w:instrText xml:space="preserve"> PAGEREF _Toc199405442 \h </w:instrText>
        </w:r>
        <w:r w:rsidRPr="00B87A9E">
          <w:rPr>
            <w:webHidden/>
          </w:rPr>
        </w:r>
        <w:r w:rsidRPr="00B87A9E">
          <w:rPr>
            <w:webHidden/>
          </w:rPr>
          <w:fldChar w:fldCharType="separate"/>
        </w:r>
        <w:r w:rsidR="009F5B92">
          <w:rPr>
            <w:webHidden/>
          </w:rPr>
          <w:t>3-322</w:t>
        </w:r>
        <w:r w:rsidRPr="00B87A9E">
          <w:rPr>
            <w:webHidden/>
          </w:rPr>
          <w:fldChar w:fldCharType="end"/>
        </w:r>
      </w:hyperlink>
    </w:p>
    <w:p w14:paraId="0D5B8247" w14:textId="3D30015F" w:rsidR="00317F36" w:rsidRPr="00B87A9E" w:rsidRDefault="00317F36">
      <w:pPr>
        <w:pStyle w:val="TOC2"/>
        <w:rPr>
          <w:rFonts w:eastAsiaTheme="minorEastAsia"/>
          <w:noProof/>
          <w:kern w:val="2"/>
          <w14:ligatures w14:val="standardContextual"/>
        </w:rPr>
      </w:pPr>
      <w:hyperlink w:anchor="_Toc199405443" w:history="1">
        <w:r w:rsidRPr="00B87A9E">
          <w:rPr>
            <w:rStyle w:val="Hyperlink"/>
            <w:noProof/>
            <w:u w:val="none"/>
          </w:rPr>
          <w:t>3.20</w:t>
        </w:r>
        <w:r w:rsidRPr="00B87A9E">
          <w:rPr>
            <w:rFonts w:eastAsiaTheme="minorEastAsia"/>
            <w:noProof/>
            <w:kern w:val="2"/>
            <w14:ligatures w14:val="standardContextual"/>
          </w:rPr>
          <w:tab/>
        </w:r>
        <w:r w:rsidRPr="00B87A9E">
          <w:rPr>
            <w:rStyle w:val="Hyperlink"/>
            <w:noProof/>
            <w:u w:val="none"/>
          </w:rPr>
          <w:t>Identification of Chronic Congestion</w:t>
        </w:r>
        <w:r w:rsidRPr="00B87A9E">
          <w:rPr>
            <w:noProof/>
            <w:webHidden/>
          </w:rPr>
          <w:tab/>
        </w:r>
        <w:r w:rsidRPr="00B87A9E">
          <w:rPr>
            <w:noProof/>
            <w:webHidden/>
          </w:rPr>
          <w:fldChar w:fldCharType="begin"/>
        </w:r>
        <w:r w:rsidRPr="00B87A9E">
          <w:rPr>
            <w:noProof/>
            <w:webHidden/>
          </w:rPr>
          <w:instrText xml:space="preserve"> PAGEREF _Toc199405443 \h </w:instrText>
        </w:r>
        <w:r w:rsidRPr="00B87A9E">
          <w:rPr>
            <w:noProof/>
            <w:webHidden/>
          </w:rPr>
        </w:r>
        <w:r w:rsidRPr="00B87A9E">
          <w:rPr>
            <w:noProof/>
            <w:webHidden/>
          </w:rPr>
          <w:fldChar w:fldCharType="separate"/>
        </w:r>
        <w:r w:rsidR="009F5B92">
          <w:rPr>
            <w:noProof/>
            <w:webHidden/>
          </w:rPr>
          <w:t>3-324</w:t>
        </w:r>
        <w:r w:rsidRPr="00B87A9E">
          <w:rPr>
            <w:noProof/>
            <w:webHidden/>
          </w:rPr>
          <w:fldChar w:fldCharType="end"/>
        </w:r>
      </w:hyperlink>
    </w:p>
    <w:p w14:paraId="0AA190E6" w14:textId="02EAC437" w:rsidR="00317F36" w:rsidRPr="00B87A9E" w:rsidRDefault="00317F36">
      <w:pPr>
        <w:pStyle w:val="TOC3"/>
        <w:rPr>
          <w:rFonts w:eastAsiaTheme="minorEastAsia"/>
          <w:kern w:val="2"/>
          <w14:ligatures w14:val="standardContextual"/>
        </w:rPr>
      </w:pPr>
      <w:hyperlink w:anchor="_Toc199405444" w:history="1">
        <w:r w:rsidRPr="00B87A9E">
          <w:rPr>
            <w:rStyle w:val="Hyperlink"/>
            <w:u w:val="none"/>
          </w:rPr>
          <w:t>3.20.1</w:t>
        </w:r>
        <w:r w:rsidRPr="00B87A9E">
          <w:rPr>
            <w:rFonts w:eastAsiaTheme="minorEastAsia"/>
            <w:kern w:val="2"/>
            <w14:ligatures w14:val="standardContextual"/>
          </w:rPr>
          <w:tab/>
        </w:r>
        <w:r w:rsidRPr="00B87A9E">
          <w:rPr>
            <w:rStyle w:val="Hyperlink"/>
            <w:u w:val="none"/>
          </w:rPr>
          <w:t>Evaluation of Chronic Congestion</w:t>
        </w:r>
        <w:r w:rsidRPr="00B87A9E">
          <w:rPr>
            <w:webHidden/>
          </w:rPr>
          <w:tab/>
        </w:r>
        <w:r w:rsidRPr="00B87A9E">
          <w:rPr>
            <w:webHidden/>
          </w:rPr>
          <w:fldChar w:fldCharType="begin"/>
        </w:r>
        <w:r w:rsidRPr="00B87A9E">
          <w:rPr>
            <w:webHidden/>
          </w:rPr>
          <w:instrText xml:space="preserve"> PAGEREF _Toc199405444 \h </w:instrText>
        </w:r>
        <w:r w:rsidRPr="00B87A9E">
          <w:rPr>
            <w:webHidden/>
          </w:rPr>
        </w:r>
        <w:r w:rsidRPr="00B87A9E">
          <w:rPr>
            <w:webHidden/>
          </w:rPr>
          <w:fldChar w:fldCharType="separate"/>
        </w:r>
        <w:r w:rsidR="009F5B92">
          <w:rPr>
            <w:webHidden/>
          </w:rPr>
          <w:t>3-324</w:t>
        </w:r>
        <w:r w:rsidRPr="00B87A9E">
          <w:rPr>
            <w:webHidden/>
          </w:rPr>
          <w:fldChar w:fldCharType="end"/>
        </w:r>
      </w:hyperlink>
    </w:p>
    <w:p w14:paraId="73407662" w14:textId="5069C74C" w:rsidR="00317F36" w:rsidRPr="00B87A9E" w:rsidRDefault="00317F36">
      <w:pPr>
        <w:pStyle w:val="TOC3"/>
        <w:rPr>
          <w:rFonts w:eastAsiaTheme="minorEastAsia"/>
          <w:kern w:val="2"/>
          <w14:ligatures w14:val="standardContextual"/>
        </w:rPr>
      </w:pPr>
      <w:hyperlink w:anchor="_Toc199405445" w:history="1">
        <w:r w:rsidRPr="00B87A9E">
          <w:rPr>
            <w:rStyle w:val="Hyperlink"/>
            <w:u w:val="none"/>
          </w:rPr>
          <w:t>3.20.2</w:t>
        </w:r>
        <w:r w:rsidRPr="00B87A9E">
          <w:rPr>
            <w:rFonts w:eastAsiaTheme="minorEastAsia"/>
            <w:kern w:val="2"/>
            <w14:ligatures w14:val="standardContextual"/>
          </w:rPr>
          <w:tab/>
        </w:r>
        <w:r w:rsidRPr="00B87A9E">
          <w:rPr>
            <w:rStyle w:val="Hyperlink"/>
            <w:u w:val="none"/>
          </w:rPr>
          <w:t>Topology and Model Verification</w:t>
        </w:r>
        <w:r w:rsidRPr="00B87A9E">
          <w:rPr>
            <w:webHidden/>
          </w:rPr>
          <w:tab/>
        </w:r>
        <w:r w:rsidRPr="00B87A9E">
          <w:rPr>
            <w:webHidden/>
          </w:rPr>
          <w:fldChar w:fldCharType="begin"/>
        </w:r>
        <w:r w:rsidRPr="00B87A9E">
          <w:rPr>
            <w:webHidden/>
          </w:rPr>
          <w:instrText xml:space="preserve"> PAGEREF _Toc199405445 \h </w:instrText>
        </w:r>
        <w:r w:rsidRPr="00B87A9E">
          <w:rPr>
            <w:webHidden/>
          </w:rPr>
        </w:r>
        <w:r w:rsidRPr="00B87A9E">
          <w:rPr>
            <w:webHidden/>
          </w:rPr>
          <w:fldChar w:fldCharType="separate"/>
        </w:r>
        <w:r w:rsidR="009F5B92">
          <w:rPr>
            <w:webHidden/>
          </w:rPr>
          <w:t>3-324</w:t>
        </w:r>
        <w:r w:rsidRPr="00B87A9E">
          <w:rPr>
            <w:webHidden/>
          </w:rPr>
          <w:fldChar w:fldCharType="end"/>
        </w:r>
      </w:hyperlink>
    </w:p>
    <w:p w14:paraId="0B0A7B9A" w14:textId="5AC94BB0" w:rsidR="00317F36" w:rsidRPr="00B87A9E" w:rsidRDefault="00317F36">
      <w:pPr>
        <w:pStyle w:val="TOC2"/>
        <w:rPr>
          <w:rFonts w:eastAsiaTheme="minorEastAsia"/>
          <w:noProof/>
          <w:kern w:val="2"/>
          <w14:ligatures w14:val="standardContextual"/>
        </w:rPr>
      </w:pPr>
      <w:hyperlink w:anchor="_Toc199405446" w:history="1">
        <w:r w:rsidRPr="00B87A9E">
          <w:rPr>
            <w:rStyle w:val="Hyperlink"/>
            <w:noProof/>
            <w:u w:val="none"/>
          </w:rPr>
          <w:t>3.21</w:t>
        </w:r>
        <w:r w:rsidRPr="00B87A9E">
          <w:rPr>
            <w:rFonts w:eastAsiaTheme="minorEastAsia"/>
            <w:noProof/>
            <w:kern w:val="2"/>
            <w14:ligatures w14:val="standardContextual"/>
          </w:rPr>
          <w:tab/>
        </w:r>
        <w:r w:rsidRPr="00B87A9E">
          <w:rPr>
            <w:rStyle w:val="Hyperlink"/>
            <w:noProof/>
            <w:u w:val="none"/>
          </w:rPr>
          <w:t>Submission of Declarations of Natural Gas Pipeline Coordination</w:t>
        </w:r>
        <w:r w:rsidRPr="00B87A9E">
          <w:rPr>
            <w:noProof/>
            <w:webHidden/>
          </w:rPr>
          <w:tab/>
        </w:r>
        <w:r w:rsidRPr="00B87A9E">
          <w:rPr>
            <w:noProof/>
            <w:webHidden/>
          </w:rPr>
          <w:fldChar w:fldCharType="begin"/>
        </w:r>
        <w:r w:rsidRPr="00B87A9E">
          <w:rPr>
            <w:noProof/>
            <w:webHidden/>
          </w:rPr>
          <w:instrText xml:space="preserve"> PAGEREF _Toc199405446 \h </w:instrText>
        </w:r>
        <w:r w:rsidRPr="00B87A9E">
          <w:rPr>
            <w:noProof/>
            <w:webHidden/>
          </w:rPr>
        </w:r>
        <w:r w:rsidRPr="00B87A9E">
          <w:rPr>
            <w:noProof/>
            <w:webHidden/>
          </w:rPr>
          <w:fldChar w:fldCharType="separate"/>
        </w:r>
        <w:r w:rsidR="009F5B92">
          <w:rPr>
            <w:noProof/>
            <w:webHidden/>
          </w:rPr>
          <w:t>3-325</w:t>
        </w:r>
        <w:r w:rsidRPr="00B87A9E">
          <w:rPr>
            <w:noProof/>
            <w:webHidden/>
          </w:rPr>
          <w:fldChar w:fldCharType="end"/>
        </w:r>
      </w:hyperlink>
    </w:p>
    <w:p w14:paraId="2C3468EF" w14:textId="2181C142" w:rsidR="00317F36" w:rsidRPr="00B87A9E" w:rsidRDefault="00317F36">
      <w:pPr>
        <w:pStyle w:val="TOC2"/>
        <w:rPr>
          <w:rFonts w:eastAsiaTheme="minorEastAsia"/>
          <w:noProof/>
          <w:kern w:val="2"/>
          <w14:ligatures w14:val="standardContextual"/>
        </w:rPr>
      </w:pPr>
      <w:hyperlink w:anchor="_Toc199405447" w:history="1">
        <w:r w:rsidRPr="00B87A9E">
          <w:rPr>
            <w:rStyle w:val="Hyperlink"/>
            <w:noProof/>
            <w:u w:val="none"/>
          </w:rPr>
          <w:t>3.22</w:t>
        </w:r>
        <w:r w:rsidRPr="00B87A9E">
          <w:rPr>
            <w:rFonts w:eastAsiaTheme="minorEastAsia"/>
            <w:noProof/>
            <w:kern w:val="2"/>
            <w14:ligatures w14:val="standardContextual"/>
          </w:rPr>
          <w:tab/>
        </w:r>
        <w:r w:rsidRPr="00B87A9E">
          <w:rPr>
            <w:rStyle w:val="Hyperlink"/>
            <w:noProof/>
            <w:u w:val="none"/>
          </w:rPr>
          <w:t>Subsynchronous Resonance</w:t>
        </w:r>
        <w:r w:rsidRPr="00B87A9E">
          <w:rPr>
            <w:noProof/>
            <w:webHidden/>
          </w:rPr>
          <w:tab/>
        </w:r>
        <w:r w:rsidRPr="00B87A9E">
          <w:rPr>
            <w:noProof/>
            <w:webHidden/>
          </w:rPr>
          <w:fldChar w:fldCharType="begin"/>
        </w:r>
        <w:r w:rsidRPr="00B87A9E">
          <w:rPr>
            <w:noProof/>
            <w:webHidden/>
          </w:rPr>
          <w:instrText xml:space="preserve"> PAGEREF _Toc199405447 \h </w:instrText>
        </w:r>
        <w:r w:rsidRPr="00B87A9E">
          <w:rPr>
            <w:noProof/>
            <w:webHidden/>
          </w:rPr>
        </w:r>
        <w:r w:rsidRPr="00B87A9E">
          <w:rPr>
            <w:noProof/>
            <w:webHidden/>
          </w:rPr>
          <w:fldChar w:fldCharType="separate"/>
        </w:r>
        <w:r w:rsidR="009F5B92">
          <w:rPr>
            <w:noProof/>
            <w:webHidden/>
          </w:rPr>
          <w:t>3-326</w:t>
        </w:r>
        <w:r w:rsidRPr="00B87A9E">
          <w:rPr>
            <w:noProof/>
            <w:webHidden/>
          </w:rPr>
          <w:fldChar w:fldCharType="end"/>
        </w:r>
      </w:hyperlink>
    </w:p>
    <w:p w14:paraId="71AA762F" w14:textId="0E41EA0E" w:rsidR="00317F36" w:rsidRPr="00B87A9E" w:rsidRDefault="00317F36">
      <w:pPr>
        <w:pStyle w:val="TOC2"/>
        <w:rPr>
          <w:rFonts w:eastAsiaTheme="minorEastAsia"/>
          <w:noProof/>
          <w:kern w:val="2"/>
          <w14:ligatures w14:val="standardContextual"/>
        </w:rPr>
      </w:pPr>
      <w:hyperlink w:anchor="_Toc199405448" w:history="1">
        <w:r w:rsidRPr="00B87A9E">
          <w:rPr>
            <w:rStyle w:val="Hyperlink"/>
            <w:noProof/>
            <w:u w:val="none"/>
          </w:rPr>
          <w:t>3.22</w:t>
        </w:r>
        <w:r w:rsidRPr="00B87A9E">
          <w:rPr>
            <w:rFonts w:eastAsiaTheme="minorEastAsia"/>
            <w:noProof/>
            <w:kern w:val="2"/>
            <w14:ligatures w14:val="standardContextual"/>
          </w:rPr>
          <w:tab/>
        </w:r>
        <w:r w:rsidRPr="00B87A9E">
          <w:rPr>
            <w:rStyle w:val="Hyperlink"/>
            <w:noProof/>
            <w:u w:val="none"/>
          </w:rPr>
          <w:t>Subsynchronous Oscillation</w:t>
        </w:r>
        <w:r w:rsidRPr="00B87A9E">
          <w:rPr>
            <w:noProof/>
            <w:webHidden/>
          </w:rPr>
          <w:tab/>
        </w:r>
        <w:r w:rsidRPr="00B87A9E">
          <w:rPr>
            <w:noProof/>
            <w:webHidden/>
          </w:rPr>
          <w:fldChar w:fldCharType="begin"/>
        </w:r>
        <w:r w:rsidRPr="00B87A9E">
          <w:rPr>
            <w:noProof/>
            <w:webHidden/>
          </w:rPr>
          <w:instrText xml:space="preserve"> PAGEREF _Toc199405448 \h </w:instrText>
        </w:r>
        <w:r w:rsidRPr="00B87A9E">
          <w:rPr>
            <w:noProof/>
            <w:webHidden/>
          </w:rPr>
        </w:r>
        <w:r w:rsidRPr="00B87A9E">
          <w:rPr>
            <w:noProof/>
            <w:webHidden/>
          </w:rPr>
          <w:fldChar w:fldCharType="separate"/>
        </w:r>
        <w:r w:rsidR="009F5B92">
          <w:rPr>
            <w:noProof/>
            <w:webHidden/>
          </w:rPr>
          <w:t>3-326</w:t>
        </w:r>
        <w:r w:rsidRPr="00B87A9E">
          <w:rPr>
            <w:noProof/>
            <w:webHidden/>
          </w:rPr>
          <w:fldChar w:fldCharType="end"/>
        </w:r>
      </w:hyperlink>
    </w:p>
    <w:p w14:paraId="3384CF5A" w14:textId="61C63F8B" w:rsidR="00317F36" w:rsidRPr="00B87A9E" w:rsidRDefault="00317F36">
      <w:pPr>
        <w:pStyle w:val="TOC3"/>
        <w:rPr>
          <w:rFonts w:eastAsiaTheme="minorEastAsia"/>
          <w:kern w:val="2"/>
          <w14:ligatures w14:val="standardContextual"/>
        </w:rPr>
      </w:pPr>
      <w:hyperlink w:anchor="_Toc199405449" w:history="1">
        <w:r w:rsidRPr="00B87A9E">
          <w:rPr>
            <w:rStyle w:val="Hyperlink"/>
            <w:u w:val="none"/>
          </w:rPr>
          <w:t>3.22.1</w:t>
        </w:r>
        <w:r w:rsidRPr="00B87A9E">
          <w:rPr>
            <w:rFonts w:eastAsiaTheme="minorEastAsia"/>
            <w:kern w:val="2"/>
            <w14:ligatures w14:val="standardContextual"/>
          </w:rPr>
          <w:tab/>
        </w:r>
        <w:r w:rsidRPr="00B87A9E">
          <w:rPr>
            <w:rStyle w:val="Hyperlink"/>
            <w:u w:val="none"/>
          </w:rPr>
          <w:t>Subsynchronous Resonance Vulnerability Assessment</w:t>
        </w:r>
        <w:r w:rsidRPr="00B87A9E">
          <w:rPr>
            <w:webHidden/>
          </w:rPr>
          <w:tab/>
        </w:r>
        <w:r w:rsidRPr="00B87A9E">
          <w:rPr>
            <w:webHidden/>
          </w:rPr>
          <w:fldChar w:fldCharType="begin"/>
        </w:r>
        <w:r w:rsidRPr="00B87A9E">
          <w:rPr>
            <w:webHidden/>
          </w:rPr>
          <w:instrText xml:space="preserve"> PAGEREF _Toc199405449 \h </w:instrText>
        </w:r>
        <w:r w:rsidRPr="00B87A9E">
          <w:rPr>
            <w:webHidden/>
          </w:rPr>
        </w:r>
        <w:r w:rsidRPr="00B87A9E">
          <w:rPr>
            <w:webHidden/>
          </w:rPr>
          <w:fldChar w:fldCharType="separate"/>
        </w:r>
        <w:r w:rsidR="009F5B92">
          <w:rPr>
            <w:webHidden/>
          </w:rPr>
          <w:t>3-326</w:t>
        </w:r>
        <w:r w:rsidRPr="00B87A9E">
          <w:rPr>
            <w:webHidden/>
          </w:rPr>
          <w:fldChar w:fldCharType="end"/>
        </w:r>
      </w:hyperlink>
    </w:p>
    <w:p w14:paraId="0913874A" w14:textId="60B35910" w:rsidR="00317F36" w:rsidRPr="00B87A9E" w:rsidRDefault="00317F36">
      <w:pPr>
        <w:pStyle w:val="TOC3"/>
        <w:rPr>
          <w:rFonts w:eastAsiaTheme="minorEastAsia"/>
          <w:kern w:val="2"/>
          <w14:ligatures w14:val="standardContextual"/>
        </w:rPr>
      </w:pPr>
      <w:hyperlink w:anchor="_Toc199405450" w:history="1">
        <w:r w:rsidRPr="00B87A9E">
          <w:rPr>
            <w:rStyle w:val="Hyperlink"/>
            <w:u w:val="none"/>
          </w:rPr>
          <w:t>3.22.1</w:t>
        </w:r>
        <w:r w:rsidRPr="00B87A9E">
          <w:rPr>
            <w:rFonts w:eastAsiaTheme="minorEastAsia"/>
            <w:kern w:val="2"/>
            <w14:ligatures w14:val="standardContextual"/>
          </w:rPr>
          <w:tab/>
        </w:r>
        <w:r w:rsidRPr="00B87A9E">
          <w:rPr>
            <w:rStyle w:val="Hyperlink"/>
            <w:u w:val="none"/>
          </w:rPr>
          <w:t>Subsynchronous Oscillation Vulnerability Assessment</w:t>
        </w:r>
        <w:r w:rsidRPr="00B87A9E">
          <w:rPr>
            <w:webHidden/>
          </w:rPr>
          <w:tab/>
        </w:r>
        <w:r w:rsidRPr="00B87A9E">
          <w:rPr>
            <w:webHidden/>
          </w:rPr>
          <w:fldChar w:fldCharType="begin"/>
        </w:r>
        <w:r w:rsidRPr="00B87A9E">
          <w:rPr>
            <w:webHidden/>
          </w:rPr>
          <w:instrText xml:space="preserve"> PAGEREF _Toc199405450 \h </w:instrText>
        </w:r>
        <w:r w:rsidRPr="00B87A9E">
          <w:rPr>
            <w:webHidden/>
          </w:rPr>
        </w:r>
        <w:r w:rsidRPr="00B87A9E">
          <w:rPr>
            <w:webHidden/>
          </w:rPr>
          <w:fldChar w:fldCharType="separate"/>
        </w:r>
        <w:r w:rsidR="009F5B92">
          <w:rPr>
            <w:webHidden/>
          </w:rPr>
          <w:t>3-327</w:t>
        </w:r>
        <w:r w:rsidRPr="00B87A9E">
          <w:rPr>
            <w:webHidden/>
          </w:rPr>
          <w:fldChar w:fldCharType="end"/>
        </w:r>
      </w:hyperlink>
    </w:p>
    <w:p w14:paraId="4D39E252" w14:textId="118ABEA0" w:rsidR="00317F36" w:rsidRPr="00B87A9E" w:rsidRDefault="00317F36">
      <w:pPr>
        <w:pStyle w:val="TOC4"/>
        <w:rPr>
          <w:rFonts w:eastAsiaTheme="minorEastAsia"/>
          <w:bCs w:val="0"/>
          <w:snapToGrid/>
          <w:kern w:val="2"/>
          <w:sz w:val="20"/>
          <w:szCs w:val="20"/>
          <w14:ligatures w14:val="standardContextual"/>
        </w:rPr>
      </w:pPr>
      <w:hyperlink w:anchor="_Toc199405451" w:history="1">
        <w:r w:rsidRPr="00B87A9E">
          <w:rPr>
            <w:rStyle w:val="Hyperlink"/>
            <w:bCs w:val="0"/>
            <w:sz w:val="20"/>
            <w:szCs w:val="20"/>
            <w:u w:val="none"/>
          </w:rPr>
          <w:t xml:space="preserve">3.22.1.1 </w:t>
        </w:r>
        <w:r w:rsidRPr="00B87A9E">
          <w:rPr>
            <w:rFonts w:eastAsiaTheme="minorEastAsia"/>
            <w:bCs w:val="0"/>
            <w:snapToGrid/>
            <w:kern w:val="2"/>
            <w:sz w:val="20"/>
            <w:szCs w:val="20"/>
            <w14:ligatures w14:val="standardContextual"/>
          </w:rPr>
          <w:tab/>
        </w:r>
        <w:r w:rsidRPr="00B87A9E">
          <w:rPr>
            <w:rStyle w:val="Hyperlink"/>
            <w:bCs w:val="0"/>
            <w:sz w:val="20"/>
            <w:szCs w:val="20"/>
            <w:u w:val="none"/>
          </w:rPr>
          <w:t>Existing Generation Resource Assessment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_Toc199405451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3-327</w:t>
        </w:r>
        <w:r w:rsidRPr="00B87A9E">
          <w:rPr>
            <w:bCs w:val="0"/>
            <w:webHidden/>
            <w:sz w:val="20"/>
            <w:szCs w:val="20"/>
          </w:rPr>
          <w:fldChar w:fldCharType="end"/>
        </w:r>
      </w:hyperlink>
    </w:p>
    <w:p w14:paraId="40AC45B8" w14:textId="0F9FA1F2" w:rsidR="00317F36" w:rsidRPr="00B87A9E" w:rsidRDefault="00317F36">
      <w:pPr>
        <w:pStyle w:val="TOC4"/>
        <w:rPr>
          <w:rFonts w:eastAsiaTheme="minorEastAsia"/>
          <w:bCs w:val="0"/>
          <w:snapToGrid/>
          <w:kern w:val="2"/>
          <w:sz w:val="20"/>
          <w:szCs w:val="20"/>
          <w14:ligatures w14:val="standardContextual"/>
        </w:rPr>
      </w:pPr>
      <w:hyperlink w:anchor="_Toc199405452" w:history="1">
        <w:r w:rsidRPr="00B87A9E">
          <w:rPr>
            <w:rStyle w:val="Hyperlink"/>
            <w:bCs w:val="0"/>
            <w:sz w:val="20"/>
            <w:szCs w:val="20"/>
            <w:u w:val="none"/>
          </w:rPr>
          <w:t xml:space="preserve">3.22.1.2 </w:t>
        </w:r>
        <w:r w:rsidRPr="00B87A9E">
          <w:rPr>
            <w:rFonts w:eastAsiaTheme="minorEastAsia"/>
            <w:bCs w:val="0"/>
            <w:snapToGrid/>
            <w:kern w:val="2"/>
            <w:sz w:val="20"/>
            <w:szCs w:val="20"/>
            <w14:ligatures w14:val="standardContextual"/>
          </w:rPr>
          <w:tab/>
        </w:r>
        <w:r w:rsidRPr="00B87A9E">
          <w:rPr>
            <w:rStyle w:val="Hyperlink"/>
            <w:bCs w:val="0"/>
            <w:sz w:val="20"/>
            <w:szCs w:val="20"/>
            <w:u w:val="none"/>
          </w:rPr>
          <w:t>Generation Resource or Energy Storage Resource Interconnection Assessment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_Toc199405452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3-328</w:t>
        </w:r>
        <w:r w:rsidRPr="00B87A9E">
          <w:rPr>
            <w:bCs w:val="0"/>
            <w:webHidden/>
            <w:sz w:val="20"/>
            <w:szCs w:val="20"/>
          </w:rPr>
          <w:fldChar w:fldCharType="end"/>
        </w:r>
      </w:hyperlink>
    </w:p>
    <w:p w14:paraId="2BFB8D32" w14:textId="52BBF212" w:rsidR="00317F36" w:rsidRPr="00B87A9E" w:rsidRDefault="00317F36">
      <w:pPr>
        <w:pStyle w:val="TOC4"/>
        <w:rPr>
          <w:rFonts w:eastAsiaTheme="minorEastAsia"/>
          <w:bCs w:val="0"/>
          <w:snapToGrid/>
          <w:kern w:val="2"/>
          <w:sz w:val="20"/>
          <w:szCs w:val="20"/>
          <w14:ligatures w14:val="standardContextual"/>
        </w:rPr>
      </w:pPr>
      <w:hyperlink w:anchor="_Toc199405453" w:history="1">
        <w:r w:rsidRPr="00B87A9E">
          <w:rPr>
            <w:rStyle w:val="Hyperlink"/>
            <w:bCs w:val="0"/>
            <w:sz w:val="20"/>
            <w:szCs w:val="20"/>
            <w:u w:val="none"/>
          </w:rPr>
          <w:t xml:space="preserve">3.22.1.3 </w:t>
        </w:r>
        <w:r w:rsidRPr="00B87A9E">
          <w:rPr>
            <w:rFonts w:eastAsiaTheme="minorEastAsia"/>
            <w:bCs w:val="0"/>
            <w:snapToGrid/>
            <w:kern w:val="2"/>
            <w:sz w:val="20"/>
            <w:szCs w:val="20"/>
            <w14:ligatures w14:val="standardContextual"/>
          </w:rPr>
          <w:tab/>
        </w:r>
        <w:r w:rsidRPr="00B87A9E">
          <w:rPr>
            <w:rStyle w:val="Hyperlink"/>
            <w:bCs w:val="0"/>
            <w:sz w:val="20"/>
            <w:szCs w:val="20"/>
            <w:u w:val="none"/>
          </w:rPr>
          <w:t>Transmission Project Assessment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_Toc199405453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3-331</w:t>
        </w:r>
        <w:r w:rsidRPr="00B87A9E">
          <w:rPr>
            <w:bCs w:val="0"/>
            <w:webHidden/>
            <w:sz w:val="20"/>
            <w:szCs w:val="20"/>
          </w:rPr>
          <w:fldChar w:fldCharType="end"/>
        </w:r>
      </w:hyperlink>
    </w:p>
    <w:p w14:paraId="6C647979" w14:textId="4011FCCE" w:rsidR="00317F36" w:rsidRPr="00B87A9E" w:rsidRDefault="00317F36">
      <w:pPr>
        <w:pStyle w:val="TOC4"/>
        <w:rPr>
          <w:rFonts w:eastAsiaTheme="minorEastAsia"/>
          <w:bCs w:val="0"/>
          <w:snapToGrid/>
          <w:kern w:val="2"/>
          <w:sz w:val="20"/>
          <w:szCs w:val="20"/>
          <w14:ligatures w14:val="standardContextual"/>
        </w:rPr>
      </w:pPr>
      <w:hyperlink w:anchor="_Toc199405454" w:history="1">
        <w:r w:rsidRPr="00B87A9E">
          <w:rPr>
            <w:rStyle w:val="Hyperlink"/>
            <w:bCs w:val="0"/>
            <w:sz w:val="20"/>
            <w:szCs w:val="20"/>
            <w:u w:val="none"/>
          </w:rPr>
          <w:t>3.22.1.4</w:t>
        </w:r>
        <w:r w:rsidRPr="00B87A9E">
          <w:rPr>
            <w:rFonts w:eastAsiaTheme="minorEastAsia"/>
            <w:bCs w:val="0"/>
            <w:snapToGrid/>
            <w:kern w:val="2"/>
            <w:sz w:val="20"/>
            <w:szCs w:val="20"/>
            <w14:ligatures w14:val="standardContextual"/>
          </w:rPr>
          <w:tab/>
        </w:r>
        <w:r w:rsidRPr="00B87A9E">
          <w:rPr>
            <w:rStyle w:val="Hyperlink"/>
            <w:bCs w:val="0"/>
            <w:sz w:val="20"/>
            <w:szCs w:val="20"/>
            <w:u w:val="none"/>
          </w:rPr>
          <w:t>Large Load Interconnection Assessment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_Toc199405454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3-335</w:t>
        </w:r>
        <w:r w:rsidRPr="00B87A9E">
          <w:rPr>
            <w:bCs w:val="0"/>
            <w:webHidden/>
            <w:sz w:val="20"/>
            <w:szCs w:val="20"/>
          </w:rPr>
          <w:fldChar w:fldCharType="end"/>
        </w:r>
      </w:hyperlink>
    </w:p>
    <w:p w14:paraId="65950DA4" w14:textId="296687E7" w:rsidR="00317F36" w:rsidRPr="00B87A9E" w:rsidRDefault="00317F36">
      <w:pPr>
        <w:pStyle w:val="TOC4"/>
        <w:rPr>
          <w:rFonts w:eastAsiaTheme="minorEastAsia"/>
          <w:bCs w:val="0"/>
          <w:snapToGrid/>
          <w:kern w:val="2"/>
          <w:sz w:val="20"/>
          <w:szCs w:val="20"/>
          <w14:ligatures w14:val="standardContextual"/>
        </w:rPr>
      </w:pPr>
      <w:hyperlink w:anchor="_Toc199405455" w:history="1">
        <w:r w:rsidRPr="00B87A9E">
          <w:rPr>
            <w:rStyle w:val="Hyperlink"/>
            <w:bCs w:val="0"/>
            <w:sz w:val="20"/>
            <w:szCs w:val="20"/>
            <w:u w:val="none"/>
          </w:rPr>
          <w:t xml:space="preserve">3.22.1.4 </w:t>
        </w:r>
        <w:r w:rsidRPr="00B87A9E">
          <w:rPr>
            <w:rFonts w:eastAsiaTheme="minorEastAsia"/>
            <w:bCs w:val="0"/>
            <w:snapToGrid/>
            <w:kern w:val="2"/>
            <w:sz w:val="20"/>
            <w:szCs w:val="20"/>
            <w14:ligatures w14:val="standardContextual"/>
          </w:rPr>
          <w:tab/>
        </w:r>
        <w:r w:rsidRPr="00B87A9E">
          <w:rPr>
            <w:rStyle w:val="Hyperlink"/>
            <w:bCs w:val="0"/>
            <w:sz w:val="20"/>
            <w:szCs w:val="20"/>
            <w:u w:val="none"/>
          </w:rPr>
          <w:t>Annual SSR Review</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_Toc199405455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3-336</w:t>
        </w:r>
        <w:r w:rsidRPr="00B87A9E">
          <w:rPr>
            <w:bCs w:val="0"/>
            <w:webHidden/>
            <w:sz w:val="20"/>
            <w:szCs w:val="20"/>
          </w:rPr>
          <w:fldChar w:fldCharType="end"/>
        </w:r>
      </w:hyperlink>
    </w:p>
    <w:p w14:paraId="223941FE" w14:textId="785B56E6" w:rsidR="00317F36" w:rsidRPr="00B87A9E" w:rsidRDefault="00317F36">
      <w:pPr>
        <w:pStyle w:val="TOC4"/>
        <w:rPr>
          <w:rFonts w:eastAsiaTheme="minorEastAsia"/>
          <w:bCs w:val="0"/>
          <w:snapToGrid/>
          <w:kern w:val="2"/>
          <w:sz w:val="20"/>
          <w:szCs w:val="20"/>
          <w14:ligatures w14:val="standardContextual"/>
        </w:rPr>
      </w:pPr>
      <w:hyperlink w:anchor="_Toc199405456" w:history="1">
        <w:r w:rsidRPr="00B87A9E">
          <w:rPr>
            <w:rStyle w:val="Hyperlink"/>
            <w:bCs w:val="0"/>
            <w:sz w:val="20"/>
            <w:szCs w:val="20"/>
            <w:u w:val="none"/>
          </w:rPr>
          <w:t>3.22.1.5</w:t>
        </w:r>
        <w:r w:rsidRPr="00B87A9E">
          <w:rPr>
            <w:rFonts w:eastAsiaTheme="minorEastAsia"/>
            <w:bCs w:val="0"/>
            <w:snapToGrid/>
            <w:kern w:val="2"/>
            <w:sz w:val="20"/>
            <w:szCs w:val="20"/>
            <w14:ligatures w14:val="standardContextual"/>
          </w:rPr>
          <w:tab/>
        </w:r>
        <w:r w:rsidRPr="00B87A9E">
          <w:rPr>
            <w:rStyle w:val="Hyperlink"/>
            <w:bCs w:val="0"/>
            <w:sz w:val="20"/>
            <w:szCs w:val="20"/>
            <w:u w:val="none"/>
          </w:rPr>
          <w:t>Annual SSO Review</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_Toc199405456 \h </w:instrText>
        </w:r>
        <w:r w:rsidRPr="00B87A9E">
          <w:rPr>
            <w:bCs w:val="0"/>
            <w:webHidden/>
            <w:sz w:val="20"/>
            <w:szCs w:val="20"/>
          </w:rPr>
        </w:r>
        <w:r w:rsidRPr="00B87A9E">
          <w:rPr>
            <w:bCs w:val="0"/>
            <w:webHidden/>
            <w:sz w:val="20"/>
            <w:szCs w:val="20"/>
          </w:rPr>
          <w:fldChar w:fldCharType="separate"/>
        </w:r>
        <w:r w:rsidR="009F5B92">
          <w:rPr>
            <w:bCs w:val="0"/>
            <w:webHidden/>
            <w:sz w:val="20"/>
            <w:szCs w:val="20"/>
          </w:rPr>
          <w:t>3-336</w:t>
        </w:r>
        <w:r w:rsidRPr="00B87A9E">
          <w:rPr>
            <w:bCs w:val="0"/>
            <w:webHidden/>
            <w:sz w:val="20"/>
            <w:szCs w:val="20"/>
          </w:rPr>
          <w:fldChar w:fldCharType="end"/>
        </w:r>
      </w:hyperlink>
    </w:p>
    <w:p w14:paraId="09A578F4" w14:textId="027A6741" w:rsidR="00317F36" w:rsidRPr="00B87A9E" w:rsidRDefault="00317F36">
      <w:pPr>
        <w:pStyle w:val="TOC3"/>
        <w:rPr>
          <w:rFonts w:eastAsiaTheme="minorEastAsia"/>
          <w:kern w:val="2"/>
          <w14:ligatures w14:val="standardContextual"/>
        </w:rPr>
      </w:pPr>
      <w:hyperlink w:anchor="_Toc199405457" w:history="1">
        <w:r w:rsidRPr="00B87A9E">
          <w:rPr>
            <w:rStyle w:val="Hyperlink"/>
            <w:u w:val="none"/>
          </w:rPr>
          <w:t>3.22.2</w:t>
        </w:r>
        <w:r w:rsidRPr="00B87A9E">
          <w:rPr>
            <w:rFonts w:eastAsiaTheme="minorEastAsia"/>
            <w:kern w:val="2"/>
            <w14:ligatures w14:val="standardContextual"/>
          </w:rPr>
          <w:tab/>
        </w:r>
        <w:r w:rsidRPr="00B87A9E">
          <w:rPr>
            <w:rStyle w:val="Hyperlink"/>
            <w:u w:val="none"/>
          </w:rPr>
          <w:t>Subsynchronous Resonance Vulnerability Assessment Criteria</w:t>
        </w:r>
        <w:r w:rsidRPr="00B87A9E">
          <w:rPr>
            <w:webHidden/>
          </w:rPr>
          <w:tab/>
        </w:r>
        <w:r w:rsidRPr="00B87A9E">
          <w:rPr>
            <w:webHidden/>
          </w:rPr>
          <w:fldChar w:fldCharType="begin"/>
        </w:r>
        <w:r w:rsidRPr="00B87A9E">
          <w:rPr>
            <w:webHidden/>
          </w:rPr>
          <w:instrText xml:space="preserve"> PAGEREF _Toc199405457 \h </w:instrText>
        </w:r>
        <w:r w:rsidRPr="00B87A9E">
          <w:rPr>
            <w:webHidden/>
          </w:rPr>
        </w:r>
        <w:r w:rsidRPr="00B87A9E">
          <w:rPr>
            <w:webHidden/>
          </w:rPr>
          <w:fldChar w:fldCharType="separate"/>
        </w:r>
        <w:r w:rsidR="009F5B92">
          <w:rPr>
            <w:webHidden/>
          </w:rPr>
          <w:t>3-339</w:t>
        </w:r>
        <w:r w:rsidRPr="00B87A9E">
          <w:rPr>
            <w:webHidden/>
          </w:rPr>
          <w:fldChar w:fldCharType="end"/>
        </w:r>
      </w:hyperlink>
    </w:p>
    <w:p w14:paraId="2C1DEDA7" w14:textId="486BA012" w:rsidR="00317F36" w:rsidRPr="00B87A9E" w:rsidRDefault="00317F36">
      <w:pPr>
        <w:pStyle w:val="TOC3"/>
        <w:rPr>
          <w:rFonts w:eastAsiaTheme="minorEastAsia"/>
          <w:kern w:val="2"/>
          <w14:ligatures w14:val="standardContextual"/>
        </w:rPr>
      </w:pPr>
      <w:hyperlink w:anchor="_Toc199405458" w:history="1">
        <w:r w:rsidRPr="00B87A9E">
          <w:rPr>
            <w:rStyle w:val="Hyperlink"/>
            <w:u w:val="none"/>
          </w:rPr>
          <w:t>3.22.3</w:t>
        </w:r>
        <w:r w:rsidRPr="00B87A9E">
          <w:rPr>
            <w:rFonts w:eastAsiaTheme="minorEastAsia"/>
            <w:kern w:val="2"/>
            <w14:ligatures w14:val="standardContextual"/>
          </w:rPr>
          <w:tab/>
        </w:r>
        <w:r w:rsidRPr="00B87A9E">
          <w:rPr>
            <w:rStyle w:val="Hyperlink"/>
            <w:u w:val="none"/>
          </w:rPr>
          <w:t>Subsynchronous Resonance Monitoring</w:t>
        </w:r>
        <w:r w:rsidRPr="00B87A9E">
          <w:rPr>
            <w:webHidden/>
          </w:rPr>
          <w:tab/>
        </w:r>
        <w:r w:rsidRPr="00B87A9E">
          <w:rPr>
            <w:webHidden/>
          </w:rPr>
          <w:fldChar w:fldCharType="begin"/>
        </w:r>
        <w:r w:rsidRPr="00B87A9E">
          <w:rPr>
            <w:webHidden/>
          </w:rPr>
          <w:instrText xml:space="preserve"> PAGEREF _Toc199405458 \h </w:instrText>
        </w:r>
        <w:r w:rsidRPr="00B87A9E">
          <w:rPr>
            <w:webHidden/>
          </w:rPr>
        </w:r>
        <w:r w:rsidRPr="00B87A9E">
          <w:rPr>
            <w:webHidden/>
          </w:rPr>
          <w:fldChar w:fldCharType="separate"/>
        </w:r>
        <w:r w:rsidR="009F5B92">
          <w:rPr>
            <w:webHidden/>
          </w:rPr>
          <w:t>3-342</w:t>
        </w:r>
        <w:r w:rsidRPr="00B87A9E">
          <w:rPr>
            <w:webHidden/>
          </w:rPr>
          <w:fldChar w:fldCharType="end"/>
        </w:r>
      </w:hyperlink>
    </w:p>
    <w:p w14:paraId="1332DE50" w14:textId="5F23FC64" w:rsidR="00317F36" w:rsidRPr="00B87A9E" w:rsidRDefault="00317F36">
      <w:pPr>
        <w:pStyle w:val="TOC2"/>
        <w:rPr>
          <w:rFonts w:eastAsiaTheme="minorEastAsia"/>
          <w:noProof/>
          <w:kern w:val="2"/>
          <w14:ligatures w14:val="standardContextual"/>
        </w:rPr>
      </w:pPr>
      <w:hyperlink w:anchor="_Toc199405459" w:history="1">
        <w:r w:rsidRPr="00B87A9E">
          <w:rPr>
            <w:rStyle w:val="Hyperlink"/>
            <w:noProof/>
            <w:u w:val="none"/>
          </w:rPr>
          <w:t>3.23</w:t>
        </w:r>
        <w:r w:rsidRPr="00B87A9E">
          <w:rPr>
            <w:rFonts w:eastAsiaTheme="minorEastAsia"/>
            <w:noProof/>
            <w:kern w:val="2"/>
            <w14:ligatures w14:val="standardContextual"/>
          </w:rPr>
          <w:tab/>
        </w:r>
        <w:r w:rsidRPr="00B87A9E">
          <w:rPr>
            <w:rStyle w:val="Hyperlink"/>
            <w:noProof/>
            <w:u w:val="none"/>
          </w:rPr>
          <w:t>Agreements between ERCOT and other Control Area Operators</w:t>
        </w:r>
        <w:r w:rsidRPr="00B87A9E">
          <w:rPr>
            <w:noProof/>
            <w:webHidden/>
          </w:rPr>
          <w:tab/>
        </w:r>
        <w:r w:rsidRPr="00B87A9E">
          <w:rPr>
            <w:noProof/>
            <w:webHidden/>
          </w:rPr>
          <w:fldChar w:fldCharType="begin"/>
        </w:r>
        <w:r w:rsidRPr="00B87A9E">
          <w:rPr>
            <w:noProof/>
            <w:webHidden/>
          </w:rPr>
          <w:instrText xml:space="preserve"> PAGEREF _Toc199405459 \h </w:instrText>
        </w:r>
        <w:r w:rsidRPr="00B87A9E">
          <w:rPr>
            <w:noProof/>
            <w:webHidden/>
          </w:rPr>
        </w:r>
        <w:r w:rsidRPr="00B87A9E">
          <w:rPr>
            <w:noProof/>
            <w:webHidden/>
          </w:rPr>
          <w:fldChar w:fldCharType="separate"/>
        </w:r>
        <w:r w:rsidR="009F5B92">
          <w:rPr>
            <w:noProof/>
            <w:webHidden/>
          </w:rPr>
          <w:t>3-344</w:t>
        </w:r>
        <w:r w:rsidRPr="00B87A9E">
          <w:rPr>
            <w:noProof/>
            <w:webHidden/>
          </w:rPr>
          <w:fldChar w:fldCharType="end"/>
        </w:r>
      </w:hyperlink>
    </w:p>
    <w:p w14:paraId="218750D9" w14:textId="2A38D308" w:rsidR="00317F36" w:rsidRPr="00B87A9E" w:rsidRDefault="00317F36">
      <w:pPr>
        <w:pStyle w:val="TOC2"/>
        <w:rPr>
          <w:rFonts w:eastAsiaTheme="minorEastAsia"/>
          <w:noProof/>
          <w:kern w:val="2"/>
          <w14:ligatures w14:val="standardContextual"/>
        </w:rPr>
      </w:pPr>
      <w:hyperlink w:anchor="_Toc199405460" w:history="1">
        <w:r w:rsidRPr="00B87A9E">
          <w:rPr>
            <w:rStyle w:val="Hyperlink"/>
            <w:noProof/>
            <w:u w:val="none"/>
          </w:rPr>
          <w:t>3.24</w:t>
        </w:r>
        <w:r w:rsidRPr="00B87A9E">
          <w:rPr>
            <w:rFonts w:eastAsiaTheme="minorEastAsia"/>
            <w:noProof/>
            <w:kern w:val="2"/>
            <w14:ligatures w14:val="standardContextual"/>
          </w:rPr>
          <w:tab/>
        </w:r>
        <w:r w:rsidRPr="00B87A9E">
          <w:rPr>
            <w:rStyle w:val="Hyperlink"/>
            <w:noProof/>
            <w:u w:val="none"/>
          </w:rPr>
          <w:t>Notification of Low Coal and Lignite Inventory Levels</w:t>
        </w:r>
        <w:r w:rsidRPr="00B87A9E">
          <w:rPr>
            <w:noProof/>
            <w:webHidden/>
          </w:rPr>
          <w:tab/>
        </w:r>
        <w:r w:rsidRPr="00B87A9E">
          <w:rPr>
            <w:noProof/>
            <w:webHidden/>
          </w:rPr>
          <w:fldChar w:fldCharType="begin"/>
        </w:r>
        <w:r w:rsidRPr="00B87A9E">
          <w:rPr>
            <w:noProof/>
            <w:webHidden/>
          </w:rPr>
          <w:instrText xml:space="preserve"> PAGEREF _Toc199405460 \h </w:instrText>
        </w:r>
        <w:r w:rsidRPr="00B87A9E">
          <w:rPr>
            <w:noProof/>
            <w:webHidden/>
          </w:rPr>
        </w:r>
        <w:r w:rsidRPr="00B87A9E">
          <w:rPr>
            <w:noProof/>
            <w:webHidden/>
          </w:rPr>
          <w:fldChar w:fldCharType="separate"/>
        </w:r>
        <w:r w:rsidR="009F5B92">
          <w:rPr>
            <w:noProof/>
            <w:webHidden/>
          </w:rPr>
          <w:t>3-345</w:t>
        </w:r>
        <w:r w:rsidRPr="00B87A9E">
          <w:rPr>
            <w:noProof/>
            <w:webHidden/>
          </w:rPr>
          <w:fldChar w:fldCharType="end"/>
        </w:r>
      </w:hyperlink>
    </w:p>
    <w:p w14:paraId="5F3547A2" w14:textId="090E0811" w:rsidR="00317F36" w:rsidRPr="00B87A9E" w:rsidRDefault="00317F36">
      <w:pPr>
        <w:pStyle w:val="TOC2"/>
        <w:rPr>
          <w:rFonts w:eastAsiaTheme="minorEastAsia"/>
          <w:noProof/>
          <w:kern w:val="2"/>
          <w14:ligatures w14:val="standardContextual"/>
        </w:rPr>
      </w:pPr>
      <w:hyperlink w:anchor="_Toc199405461" w:history="1">
        <w:r w:rsidRPr="00B87A9E">
          <w:rPr>
            <w:rStyle w:val="Hyperlink"/>
            <w:noProof/>
            <w:u w:val="none"/>
          </w:rPr>
          <w:t>3.25</w:t>
        </w:r>
        <w:r w:rsidRPr="00B87A9E">
          <w:rPr>
            <w:rFonts w:eastAsiaTheme="minorEastAsia"/>
            <w:noProof/>
            <w:kern w:val="2"/>
            <w14:ligatures w14:val="standardContextual"/>
          </w:rPr>
          <w:tab/>
        </w:r>
        <w:r w:rsidRPr="00B87A9E">
          <w:rPr>
            <w:rStyle w:val="Hyperlink"/>
            <w:noProof/>
            <w:u w:val="none"/>
          </w:rPr>
          <w:t>Submission of Gas Supply Disruption</w:t>
        </w:r>
        <w:r w:rsidRPr="00B87A9E">
          <w:rPr>
            <w:noProof/>
            <w:webHidden/>
          </w:rPr>
          <w:tab/>
        </w:r>
        <w:r w:rsidRPr="00B87A9E">
          <w:rPr>
            <w:noProof/>
            <w:webHidden/>
          </w:rPr>
          <w:fldChar w:fldCharType="begin"/>
        </w:r>
        <w:r w:rsidRPr="00B87A9E">
          <w:rPr>
            <w:noProof/>
            <w:webHidden/>
          </w:rPr>
          <w:instrText xml:space="preserve"> PAGEREF _Toc199405461 \h </w:instrText>
        </w:r>
        <w:r w:rsidRPr="00B87A9E">
          <w:rPr>
            <w:noProof/>
            <w:webHidden/>
          </w:rPr>
        </w:r>
        <w:r w:rsidRPr="00B87A9E">
          <w:rPr>
            <w:noProof/>
            <w:webHidden/>
          </w:rPr>
          <w:fldChar w:fldCharType="separate"/>
        </w:r>
        <w:r w:rsidR="009F5B92">
          <w:rPr>
            <w:noProof/>
            <w:webHidden/>
          </w:rPr>
          <w:t>3-345</w:t>
        </w:r>
        <w:r w:rsidRPr="00B87A9E">
          <w:rPr>
            <w:noProof/>
            <w:webHidden/>
          </w:rPr>
          <w:fldChar w:fldCharType="end"/>
        </w:r>
      </w:hyperlink>
    </w:p>
    <w:p w14:paraId="5F222659" w14:textId="1A09F18A" w:rsidR="00CB13B2" w:rsidRPr="00B87A9E" w:rsidRDefault="002246A8">
      <w:pPr>
        <w:pStyle w:val="BodyText"/>
        <w:rPr>
          <w:sz w:val="20"/>
        </w:rPr>
        <w:sectPr w:rsidR="00CB13B2" w:rsidRPr="00B87A9E">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B87A9E">
        <w:rPr>
          <w:bCs/>
          <w:i/>
          <w:iCs w:val="0"/>
          <w:sz w:val="20"/>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99405190"/>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99405191"/>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99405192"/>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52B84A7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r w:rsidRPr="00746FD8">
        <w:t xml:space="preserve">Subsynchronous Resonance </w:t>
      </w:r>
      <w:r>
        <w:t>(</w:t>
      </w:r>
      <w:r w:rsidRPr="00227BDD">
        <w:t>SSR</w:t>
      </w:r>
      <w:r>
        <w:t>)</w:t>
      </w:r>
      <w:r w:rsidRPr="00227BDD">
        <w:t xml:space="preserve"> vulnerable Generation Resources that do not have SSR </w:t>
      </w:r>
      <w:r w:rsidR="00570255">
        <w:t>m</w:t>
      </w:r>
      <w:r w:rsidRPr="00227BDD">
        <w:t>itigation</w:t>
      </w:r>
      <w:r w:rsidRPr="00227BDD" w:rsidDel="00B130D6">
        <w:t xml:space="preserve"> </w:t>
      </w:r>
      <w:r w:rsidRPr="00227BDD">
        <w:t>in the event of five or six concurrent transmission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05F9C" w14:paraId="224B6562"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DF88D40" w14:textId="5B8234EF" w:rsidR="00705F9C" w:rsidRDefault="00705F9C" w:rsidP="00514D72">
            <w:pPr>
              <w:spacing w:before="120" w:after="240"/>
              <w:rPr>
                <w:b/>
                <w:i/>
              </w:rPr>
            </w:pPr>
            <w:r>
              <w:rPr>
                <w:b/>
                <w:i/>
              </w:rPr>
              <w:t>[</w:t>
            </w:r>
            <w:r w:rsidR="00C73A90">
              <w:rPr>
                <w:b/>
                <w:i/>
              </w:rPr>
              <w:t xml:space="preserve">NPRR1234 and </w:t>
            </w:r>
            <w:r>
              <w:rPr>
                <w:b/>
                <w:i/>
              </w:rPr>
              <w:t>NPRR1</w:t>
            </w:r>
            <w:r w:rsidR="00D5418C">
              <w:rPr>
                <w:b/>
                <w:i/>
              </w:rPr>
              <w:t>246</w:t>
            </w:r>
            <w:r w:rsidRPr="004B0726">
              <w:rPr>
                <w:b/>
                <w:i/>
              </w:rPr>
              <w:t xml:space="preserve">: </w:t>
            </w:r>
            <w:r>
              <w:rPr>
                <w:b/>
                <w:i/>
              </w:rPr>
              <w:t xml:space="preserve"> Replace </w:t>
            </w:r>
            <w:r w:rsidR="00C73A90">
              <w:rPr>
                <w:b/>
                <w:i/>
              </w:rPr>
              <w:t xml:space="preserve">applicable portions of </w:t>
            </w:r>
            <w:r>
              <w:rPr>
                <w:b/>
                <w:i/>
              </w:rPr>
              <w:t xml:space="preserve">paragraph (f) above with the following upon system implementation </w:t>
            </w:r>
            <w:r w:rsidR="00C73A90">
              <w:rPr>
                <w:b/>
                <w:i/>
              </w:rPr>
              <w:t xml:space="preserve">for NPRR1234; or upon system implementation </w:t>
            </w:r>
            <w:r>
              <w:rPr>
                <w:b/>
                <w:i/>
              </w:rPr>
              <w:t>of the Real-Time Co-Optimization (RTC) project</w:t>
            </w:r>
            <w:r w:rsidR="00C73A90">
              <w:rPr>
                <w:b/>
                <w:i/>
              </w:rPr>
              <w:t xml:space="preserve"> for NPRR1246</w:t>
            </w:r>
            <w:r>
              <w:rPr>
                <w:b/>
                <w:i/>
              </w:rPr>
              <w:t>:</w:t>
            </w:r>
            <w:r w:rsidRPr="004B0726">
              <w:rPr>
                <w:b/>
                <w:i/>
              </w:rPr>
              <w:t>]</w:t>
            </w:r>
          </w:p>
          <w:p w14:paraId="034FAA78" w14:textId="132DA210" w:rsidR="00705F9C" w:rsidRPr="005901EB" w:rsidRDefault="00705F9C" w:rsidP="00705F9C">
            <w:pPr>
              <w:spacing w:after="240"/>
              <w:ind w:left="1440" w:hanging="720"/>
            </w:pPr>
            <w:r w:rsidRPr="00F32066">
              <w:t>(f)</w:t>
            </w:r>
            <w:r w:rsidRPr="00F32066">
              <w:tab/>
              <w:t xml:space="preserve">Coordinating and approving or rejecting Outage plans affecting Subsynchronous Resonance (SSR) vulnerable Generation Resources </w:t>
            </w:r>
            <w:r>
              <w:t xml:space="preserve">and Energy Storage Resources (ESRs) </w:t>
            </w:r>
            <w:r w:rsidRPr="00F32066">
              <w:t>that do not have SS</w:t>
            </w:r>
            <w:r w:rsidR="00C73A90">
              <w:t>O</w:t>
            </w:r>
            <w:r w:rsidRPr="00F32066">
              <w:t xml:space="preserve"> Mitigation</w:t>
            </w:r>
            <w:r w:rsidRPr="00F32066" w:rsidDel="00B130D6">
              <w:t xml:space="preserve"> </w:t>
            </w:r>
            <w:r w:rsidRPr="00F32066">
              <w:t>in the event of five or six concurrent transmission Outages;</w:t>
            </w:r>
          </w:p>
        </w:tc>
      </w:tr>
    </w:tbl>
    <w:p w14:paraId="74443BCF" w14:textId="50F2565B" w:rsidR="00CB13B2" w:rsidRDefault="002D238A" w:rsidP="008B3CCE">
      <w:pPr>
        <w:pStyle w:val="List"/>
        <w:spacing w:before="240"/>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lastRenderedPageBreak/>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99405193"/>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w:t>
            </w:r>
            <w:r w:rsidRPr="00E55E72">
              <w:rPr>
                <w:iCs/>
              </w:rPr>
              <w:lastRenderedPageBreak/>
              <w:t xml:space="preserve">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99405194"/>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99405195"/>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99405196"/>
      <w:r w:rsidRPr="00AE0E6D">
        <w:rPr>
          <w:b/>
        </w:rPr>
        <w:lastRenderedPageBreak/>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5418C" w14:paraId="68075C42"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280804E9" w14:textId="622DED81" w:rsidR="00D5418C" w:rsidRDefault="00D5418C" w:rsidP="00514D72">
            <w:pPr>
              <w:spacing w:before="120" w:after="240"/>
              <w:rPr>
                <w:b/>
                <w:i/>
              </w:rPr>
            </w:pPr>
            <w:r>
              <w:rPr>
                <w:b/>
                <w:i/>
              </w:rPr>
              <w:t>[NPRR1246</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56B139E8" w14:textId="57008E62" w:rsidR="00D5418C" w:rsidRPr="00D5418C" w:rsidRDefault="00D5418C" w:rsidP="00D5418C">
            <w:pPr>
              <w:spacing w:after="240"/>
              <w:ind w:left="720" w:hanging="720"/>
              <w:rPr>
                <w:iCs/>
              </w:rPr>
            </w:pPr>
            <w:r w:rsidRPr="00F32066">
              <w:rPr>
                <w:iCs/>
              </w:rPr>
              <w:t>(1)</w:t>
            </w:r>
            <w:r w:rsidRPr="00F32066">
              <w:rPr>
                <w:iCs/>
              </w:rPr>
              <w:tab/>
              <w:t xml:space="preserve">Each Resource Entity shall provide to ERCOT a Planned Outage and Maintenance Outage plan for Generation Resources </w:t>
            </w:r>
            <w:r>
              <w:rPr>
                <w:iCs/>
              </w:rPr>
              <w:t xml:space="preserve">and ESRs </w:t>
            </w:r>
            <w:r w:rsidRPr="00F32066">
              <w:rPr>
                <w:iCs/>
              </w:rPr>
              <w:t>in an ERCOT-provided format for at least the next 12 months updated monthly.  Planned Outage and Maintenance Outage plans must be updated as soon as practicable following any change.  Updates, through an electronic interface as specified by ERCOT, must identify any changes to previously proposed Planned Outages or Maintenance Outages and any additional Planned Outages or Maintenance Outages.</w:t>
            </w:r>
          </w:p>
        </w:tc>
      </w:tr>
    </w:tbl>
    <w:p w14:paraId="71340528" w14:textId="7E0E7CBB" w:rsidR="00CB13B2" w:rsidRDefault="002D238A" w:rsidP="008B3CCE">
      <w:pPr>
        <w:pStyle w:val="BodyTextNumbered"/>
        <w:spacing w:before="240"/>
      </w:pPr>
      <w:r>
        <w:t>(2)</w:t>
      </w:r>
      <w:r>
        <w:tab/>
        <w:t xml:space="preserve">ERCOT shall report statistics monthly on how Resource Planned Outages compare with actual Resource Outages, and post those statistics to the MIS Secure Area.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FA6A0B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21F87B2" w14:textId="32881F25" w:rsidR="007F7DC3" w:rsidRDefault="007F7DC3" w:rsidP="00444C95">
            <w:pPr>
              <w:spacing w:before="120" w:after="240"/>
              <w:rPr>
                <w:b/>
                <w:i/>
              </w:rPr>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r>
              <w:rPr>
                <w:b/>
                <w:i/>
              </w:rPr>
              <w:t>[NPRR1240:  Replace paragraph (2) above with the following upon system implementation:]</w:t>
            </w:r>
          </w:p>
          <w:p w14:paraId="1EA589DD" w14:textId="746C56B3" w:rsidR="007F7DC3" w:rsidRPr="007F7DC3" w:rsidRDefault="007F7DC3" w:rsidP="007F7DC3">
            <w:pPr>
              <w:pStyle w:val="BodyTextNumbered"/>
            </w:pPr>
            <w:r>
              <w:t>(2)</w:t>
            </w:r>
            <w:r>
              <w:tab/>
              <w:t>ERCOT shall report statistics monthly on how Resource Planned Outages compare with actual Resource Outages, and post those statistics to the ERCOT website.</w:t>
            </w:r>
          </w:p>
        </w:tc>
      </w:tr>
    </w:tbl>
    <w:p w14:paraId="73B6D14E" w14:textId="77777777" w:rsidR="00CB13B2" w:rsidRDefault="002D238A" w:rsidP="006E0CB7">
      <w:pPr>
        <w:pStyle w:val="H3"/>
        <w:spacing w:before="480"/>
      </w:pPr>
      <w:bookmarkStart w:id="87" w:name="_Toc199405197"/>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99405198"/>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 xml:space="preserve">when changes occur to a Single Point of Contact.  This identification must be confirmed in all communications with </w:t>
      </w:r>
      <w:r w:rsidR="0035394A">
        <w:lastRenderedPageBreak/>
        <w:t>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99405199"/>
      <w:r w:rsidRPr="00AE0E6D">
        <w:rPr>
          <w:b/>
        </w:rPr>
        <w:lastRenderedPageBreak/>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B63A90C"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99405200"/>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lastRenderedPageBreak/>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99405201"/>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lastRenderedPageBreak/>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lastRenderedPageBreak/>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t>(c)</w:t>
      </w:r>
      <w:r w:rsidRPr="000844EC">
        <w:rPr>
          <w:szCs w:val="24"/>
        </w:rPr>
        <w:tab/>
        <w:t>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 xml:space="preserve">(1) Southern Cross provides ERCOT with funds to cover the entire estimated cost of the project; and (2) Southern Cross has signed an interconnection agreement with a TSP and the TSP gives ERCOT written notice that </w:t>
            </w:r>
            <w:r w:rsidR="009A3256"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lastRenderedPageBreak/>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99405202"/>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lastRenderedPageBreak/>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216B27CF" w:rsidR="00131791" w:rsidRDefault="00131791" w:rsidP="00132310">
      <w:pPr>
        <w:pStyle w:val="BodyTextNumbered"/>
      </w:pPr>
      <w:r>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rsidR="005449D8" w:rsidRPr="005449D8">
        <w:t>, and Ancillary Service Capacity Performance Metrics</w:t>
      </w:r>
      <w:r>
        <w:t>, the QSE will notify ERCOT Operators by voice communication of every Forced Outage, Forced Derate, or Startup Load</w:t>
      </w:r>
      <w:r w:rsidR="00F94E46">
        <w:t>ing</w:t>
      </w:r>
      <w:r>
        <w:t xml:space="preserve"> Failure within 15 minutes.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5418C" w14:paraId="336C1C1D"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2FCB74A" w14:textId="5C8B0314" w:rsidR="00D5418C" w:rsidRDefault="00D5418C" w:rsidP="00514D72">
            <w:pPr>
              <w:spacing w:before="120" w:after="240"/>
              <w:rPr>
                <w:b/>
                <w:i/>
              </w:rPr>
            </w:pPr>
            <w:r>
              <w:rPr>
                <w:b/>
                <w:i/>
              </w:rPr>
              <w:t>[NPRR1246</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74106127" w14:textId="483256BB" w:rsidR="00D5418C" w:rsidRPr="00D5418C" w:rsidRDefault="00D5418C" w:rsidP="00D5418C">
            <w:pPr>
              <w:spacing w:after="240"/>
              <w:ind w:left="720" w:hanging="720"/>
              <w:rPr>
                <w:iCs/>
              </w:rPr>
            </w:pPr>
            <w:r w:rsidRPr="00F32066">
              <w:rPr>
                <w:iCs/>
              </w:rPr>
              <w:t>(4)</w:t>
            </w:r>
            <w:r w:rsidRPr="00F32066">
              <w:rPr>
                <w:iCs/>
              </w:rPr>
              <w:tab/>
              <w:t>If the QSE is to receive the exemption described in paragraph (6)(d) of Section 8.1.1.4.1, Regulation Service and Generation Resource/Controllable Load Resource</w:t>
            </w:r>
            <w:r>
              <w:rPr>
                <w:iCs/>
              </w:rPr>
              <w:t>/Energy Storage Resource</w:t>
            </w:r>
            <w:r w:rsidRPr="00F32066">
              <w:rPr>
                <w:iCs/>
              </w:rPr>
              <w:t xml:space="preserve"> Energy Deployment Performance, and Ancillary Service Capacity Performance Metrics, the QSE will notify ERCOT Operators by voice communication of every Forced Outage, Forced Derate, or Startup Loading Failure within 15 minutes.</w:t>
            </w:r>
          </w:p>
        </w:tc>
      </w:tr>
    </w:tbl>
    <w:p w14:paraId="172479A5" w14:textId="4BF54FFE" w:rsidR="00132310" w:rsidRDefault="00132310" w:rsidP="008B3CCE">
      <w:pPr>
        <w:spacing w:before="240"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99405203"/>
      <w:r w:rsidRPr="00AE0E6D">
        <w:rPr>
          <w:b/>
        </w:rPr>
        <w:lastRenderedPageBreak/>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99405204"/>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w:t>
      </w:r>
      <w:r>
        <w:lastRenderedPageBreak/>
        <w:t xml:space="preserve">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199405205"/>
      <w:r w:rsidRPr="000A721A">
        <w:rPr>
          <w:b/>
        </w:rPr>
        <w:t>3.1.4.8</w:t>
      </w:r>
      <w:r w:rsidRPr="000A721A">
        <w:rPr>
          <w:b/>
        </w:rPr>
        <w:tab/>
        <w:t>Resource Forced Outage Report</w:t>
      </w:r>
      <w:bookmarkEnd w:id="165"/>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lastRenderedPageBreak/>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99405206"/>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99405207"/>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w:t>
            </w:r>
            <w:r w:rsidRPr="00E55E72">
              <w:rPr>
                <w:iCs/>
              </w:rPr>
              <w:lastRenderedPageBreak/>
              <w:t xml:space="preserve">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20BDA" w14:paraId="1668B76E"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2E80591" w14:textId="77777777" w:rsidR="00C20BDA" w:rsidRDefault="00C20BDA" w:rsidP="00514D72">
            <w:pPr>
              <w:spacing w:before="120" w:after="240"/>
              <w:rPr>
                <w:b/>
                <w:i/>
              </w:rPr>
            </w:pPr>
            <w:r>
              <w:rPr>
                <w:b/>
                <w:i/>
              </w:rPr>
              <w:lastRenderedPageBreak/>
              <w:t>[NPRR1246</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0A2A5E1A" w14:textId="4152A196" w:rsidR="00C20BDA" w:rsidRPr="00D5418C" w:rsidRDefault="00C20BDA" w:rsidP="00C20BDA">
            <w:pPr>
              <w:spacing w:after="240"/>
              <w:ind w:left="720" w:hanging="720"/>
              <w:rPr>
                <w:iCs/>
              </w:rPr>
            </w:pPr>
            <w:r w:rsidRPr="00F32066">
              <w:rPr>
                <w:iCs/>
              </w:rPr>
              <w:t>(4)</w:t>
            </w:r>
            <w:r w:rsidRPr="00F32066">
              <w:rPr>
                <w:iCs/>
              </w:rPr>
              <w:tab/>
              <w:t xml:space="preserve">To the extent authorized by its tariff, an External Load Serving Entity (ELSE) or Non-Opt-In Entity (NOIE) that provides retail service to a Resource Entity that owns or operates a Generation Resource </w:t>
            </w:r>
            <w:r>
              <w:rPr>
                <w:iCs/>
              </w:rPr>
              <w:t xml:space="preserve">or ESR </w:t>
            </w:r>
            <w:r w:rsidRPr="00F32066">
              <w:rPr>
                <w:iCs/>
              </w:rPr>
              <w:t>may request that the TSP to which the Resource is interconnected disconnect the Resource due to the Resource Entity’s failure to comply with the payment requirements in the ELSE’s or NOIE’s retail tariff.</w:t>
            </w:r>
          </w:p>
        </w:tc>
      </w:tr>
    </w:tbl>
    <w:p w14:paraId="629631E8" w14:textId="6C716D84" w:rsidR="00824150" w:rsidRPr="0052647C" w:rsidRDefault="00824150" w:rsidP="008B3CCE">
      <w:pPr>
        <w:spacing w:before="240"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20BDA" w14:paraId="6B8AAF0C"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62C57F41" w14:textId="44C9F334" w:rsidR="00C20BDA" w:rsidRDefault="00C20BDA" w:rsidP="00514D72">
            <w:pPr>
              <w:spacing w:before="120" w:after="240"/>
              <w:rPr>
                <w:b/>
                <w:i/>
              </w:rPr>
            </w:pPr>
            <w:r>
              <w:rPr>
                <w:b/>
                <w:i/>
              </w:rPr>
              <w:t>[NPRR1246</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4DAFC7A4" w14:textId="72D1B0F4" w:rsidR="00C20BDA" w:rsidRPr="00D5418C" w:rsidRDefault="00C20BDA" w:rsidP="00C20BDA">
            <w:pPr>
              <w:spacing w:after="240"/>
              <w:ind w:left="720" w:hanging="720"/>
              <w:rPr>
                <w:iCs/>
              </w:rPr>
            </w:pPr>
            <w:r w:rsidRPr="00F32066">
              <w:rPr>
                <w:iCs/>
              </w:rPr>
              <w:t>(5)</w:t>
            </w:r>
            <w:r w:rsidRPr="00F32066">
              <w:rPr>
                <w:iCs/>
              </w:rPr>
              <w:tab/>
              <w:t xml:space="preserve">Within five Business Days after receiving a request from a Load Serving Entity (LSE) to disconnect a Generation Resource </w:t>
            </w:r>
            <w:r>
              <w:rPr>
                <w:iCs/>
              </w:rPr>
              <w:t xml:space="preserve">or ESR </w:t>
            </w:r>
            <w:r w:rsidRPr="00F32066">
              <w:rPr>
                <w:iCs/>
              </w:rPr>
              <w:t xml:space="preserve">due to the Resource Entity’s failure to comply with LSE’s payment requirements, including a request received pursuant to paragraph (4) above, the interconnecting TSP shall enter a request in the Outage Scheduler for an Outage of any Transmission Facilities interconnecting the Resource to the ERCOT System.  </w:t>
            </w:r>
            <w:r w:rsidRPr="00F32066">
              <w:t xml:space="preserve">Any Outage requested or taken pursuant to this Section shall be treated as a Planned Outage for all purposes under the Protocols.  For any such Outage request, the requesting TSP shall enter a start date that it is at least four days after the date the request is submitted in the Outage Scheduler and shall enter an Outage end date that is 14 days from the date of the requested start date.  Unless storm or system reliability issues prevent immediate dispatch of personnel, for any LSE request to reconnect a Customer that was disconnected pursuant to this section, the </w:t>
            </w:r>
            <w:r w:rsidRPr="00F32066">
              <w:lastRenderedPageBreak/>
              <w:t xml:space="preserve">interconnecting TSP shall end the Outage and reconnect the Resource the same Business Day if the request is received by 1200, or the next Business Day if the request is received after 1200.  If a reconnect request is not received within four days of the Outage end date, the interconnecting TSP shall enter another request in the Outage Scheduler for an Outage of any Transmission Facilities interconnecting the Resource to the ERCOT System with an Outage end date 14 days beyond the prior Outage end date.  At any time, ERCOT may withdraw approval of the Outage and instruct the TSP to reconnect the Resource </w:t>
            </w:r>
            <w:r w:rsidRPr="00F32066">
              <w:rPr>
                <w:iCs/>
              </w:rPr>
              <w:t>if it deems cancellation necessary to address reliability concerns.</w:t>
            </w:r>
          </w:p>
        </w:tc>
      </w:tr>
    </w:tbl>
    <w:p w14:paraId="1B710278" w14:textId="77777777" w:rsidR="00CB13B2" w:rsidRPr="00AE0E6D" w:rsidRDefault="002D238A" w:rsidP="008B3CCE">
      <w:pPr>
        <w:pStyle w:val="H4"/>
        <w:spacing w:before="480"/>
        <w:rPr>
          <w:b/>
        </w:rPr>
      </w:pPr>
      <w:bookmarkStart w:id="198" w:name="_Toc199405208"/>
      <w:r w:rsidRPr="00AE0E6D">
        <w:rPr>
          <w:b/>
        </w:rPr>
        <w:lastRenderedPageBreak/>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bookmarkStart w:id="237" w:name="_Toc160026527"/>
            <w:bookmarkStart w:id="238" w:name="_Toc176255157"/>
            <w:bookmarkStart w:id="239" w:name="_Toc178232029"/>
            <w:bookmarkStart w:id="240" w:name="_Toc199405209"/>
            <w:r w:rsidRPr="00E55E72">
              <w:rPr>
                <w:b/>
                <w:snapToGrid w:val="0"/>
              </w:rPr>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41" w:name="_Toc199405210"/>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41"/>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lastRenderedPageBreak/>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42" w:name="_Toc204048481"/>
            <w:bookmarkStart w:id="243" w:name="_Toc400526066"/>
            <w:bookmarkStart w:id="244" w:name="_Toc405534384"/>
            <w:bookmarkStart w:id="245" w:name="_Toc406570397"/>
            <w:bookmarkStart w:id="246" w:name="_Toc410910549"/>
            <w:bookmarkStart w:id="247" w:name="_Toc411840977"/>
            <w:bookmarkStart w:id="248" w:name="_Toc422146939"/>
            <w:bookmarkStart w:id="249" w:name="_Toc433020535"/>
            <w:bookmarkStart w:id="250" w:name="_Toc437261976"/>
            <w:bookmarkStart w:id="251"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52" w:name="_Toc491967103"/>
            <w:bookmarkStart w:id="253" w:name="_Toc162095"/>
            <w:bookmarkStart w:id="254" w:name="_Toc2078036"/>
            <w:bookmarkStart w:id="255" w:name="_Toc5182726"/>
            <w:bookmarkStart w:id="256" w:name="_Toc10015381"/>
            <w:bookmarkStart w:id="257" w:name="_Toc10017672"/>
            <w:bookmarkStart w:id="258" w:name="_Toc17706262"/>
            <w:bookmarkStart w:id="259" w:name="_Toc28421462"/>
            <w:bookmarkStart w:id="260" w:name="_Toc33773502"/>
            <w:bookmarkStart w:id="261" w:name="_Toc38964894"/>
            <w:bookmarkStart w:id="262" w:name="_Toc44313174"/>
            <w:bookmarkStart w:id="263" w:name="_Toc46954703"/>
            <w:bookmarkStart w:id="264" w:name="_Toc49589339"/>
            <w:bookmarkStart w:id="265" w:name="_Toc56671684"/>
            <w:bookmarkStart w:id="266" w:name="_Toc60037225"/>
            <w:bookmarkStart w:id="267" w:name="_Toc65141312"/>
            <w:bookmarkStart w:id="268" w:name="_Toc68163645"/>
            <w:bookmarkStart w:id="269" w:name="_Toc75942369"/>
            <w:bookmarkStart w:id="270" w:name="_Toc91055021"/>
            <w:bookmarkStart w:id="271" w:name="_Toc94099715"/>
            <w:bookmarkStart w:id="272" w:name="_Toc94100169"/>
            <w:bookmarkStart w:id="273" w:name="_Toc109631683"/>
            <w:bookmarkStart w:id="274" w:name="_Toc110057559"/>
            <w:bookmarkStart w:id="275" w:name="_Toc111272565"/>
            <w:bookmarkStart w:id="276" w:name="_Toc112226017"/>
            <w:bookmarkStart w:id="277" w:name="_Toc121253169"/>
            <w:bookmarkStart w:id="278" w:name="_Toc125014568"/>
            <w:bookmarkStart w:id="279" w:name="_Toc135988889"/>
            <w:bookmarkStart w:id="280" w:name="_Toc160026529"/>
            <w:bookmarkStart w:id="281" w:name="_Toc176255159"/>
            <w:bookmarkStart w:id="282" w:name="_Toc178232031"/>
            <w:bookmarkStart w:id="283" w:name="_Toc199405211"/>
            <w:r w:rsidRPr="00E55E72">
              <w:rPr>
                <w:b/>
                <w:snapToGrid w:val="0"/>
              </w:rPr>
              <w:t>3.1.5.3</w:t>
            </w:r>
            <w:r w:rsidRPr="00E55E72">
              <w:rPr>
                <w:b/>
                <w:snapToGrid w:val="0"/>
              </w:rPr>
              <w:tab/>
              <w:t>Timelines for Response by ERCOT for TSP and DCTO Requests</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 xml:space="preserve">For Outages scheduled at least three days before the scheduled start date of the proposed Outage, ERCOT shall make reasonable attempts to accommodate unusual </w:t>
            </w:r>
            <w:r w:rsidRPr="00E55E72">
              <w:rPr>
                <w:iCs/>
              </w:rPr>
              <w:lastRenderedPageBreak/>
              <w:t>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84" w:name="_Toc199405212"/>
      <w:r w:rsidRPr="00AE0E6D">
        <w:rPr>
          <w:b/>
        </w:rPr>
        <w:lastRenderedPageBreak/>
        <w:t>3.1.5.4</w:t>
      </w:r>
      <w:r w:rsidRPr="00AE0E6D">
        <w:rPr>
          <w:b/>
        </w:rPr>
        <w:tab/>
        <w:t>Delay</w:t>
      </w:r>
      <w:bookmarkEnd w:id="242"/>
      <w:bookmarkEnd w:id="243"/>
      <w:bookmarkEnd w:id="244"/>
      <w:bookmarkEnd w:id="245"/>
      <w:bookmarkEnd w:id="246"/>
      <w:bookmarkEnd w:id="247"/>
      <w:bookmarkEnd w:id="248"/>
      <w:bookmarkEnd w:id="249"/>
      <w:bookmarkEnd w:id="250"/>
      <w:bookmarkEnd w:id="251"/>
      <w:bookmarkEnd w:id="284"/>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85" w:name="_Toc204048482"/>
            <w:bookmarkStart w:id="286" w:name="_Toc400526067"/>
            <w:bookmarkStart w:id="287" w:name="_Toc405534385"/>
            <w:bookmarkStart w:id="288" w:name="_Toc406570398"/>
            <w:bookmarkStart w:id="289" w:name="_Toc410910550"/>
            <w:bookmarkStart w:id="290" w:name="_Toc411840978"/>
            <w:bookmarkStart w:id="291" w:name="_Toc422146940"/>
            <w:bookmarkStart w:id="292" w:name="_Toc433020536"/>
            <w:bookmarkStart w:id="293" w:name="_Toc437261977"/>
            <w:bookmarkStart w:id="294"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95" w:name="_Toc199405213"/>
      <w:r w:rsidRPr="00AE0E6D">
        <w:rPr>
          <w:b/>
        </w:rPr>
        <w:t>3.1.5.5</w:t>
      </w:r>
      <w:r w:rsidRPr="00AE0E6D">
        <w:rPr>
          <w:b/>
        </w:rPr>
        <w:tab/>
        <w:t>Opportunity Outage of Transmission Facilities</w:t>
      </w:r>
      <w:bookmarkEnd w:id="285"/>
      <w:bookmarkEnd w:id="286"/>
      <w:bookmarkEnd w:id="287"/>
      <w:bookmarkEnd w:id="288"/>
      <w:bookmarkEnd w:id="289"/>
      <w:bookmarkEnd w:id="290"/>
      <w:bookmarkEnd w:id="291"/>
      <w:bookmarkEnd w:id="292"/>
      <w:bookmarkEnd w:id="293"/>
      <w:bookmarkEnd w:id="294"/>
      <w:bookmarkEnd w:id="295"/>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96" w:name="_Toc204048483"/>
      <w:bookmarkStart w:id="297" w:name="_Toc400526068"/>
      <w:bookmarkStart w:id="298" w:name="_Toc405534386"/>
      <w:bookmarkStart w:id="299" w:name="_Toc406570399"/>
      <w:bookmarkStart w:id="300" w:name="_Toc410910551"/>
      <w:bookmarkStart w:id="301" w:name="_Toc411840979"/>
      <w:bookmarkStart w:id="302" w:name="_Toc422146941"/>
      <w:bookmarkStart w:id="303" w:name="_Toc433020537"/>
      <w:bookmarkStart w:id="304" w:name="_Toc437261978"/>
      <w:bookmarkStart w:id="305" w:name="_Toc478375147"/>
      <w:bookmarkStart w:id="306" w:name="_Toc199405214"/>
      <w:r w:rsidRPr="00AE0E6D">
        <w:rPr>
          <w:b/>
        </w:rPr>
        <w:lastRenderedPageBreak/>
        <w:t>3.1.5.6</w:t>
      </w:r>
      <w:r w:rsidRPr="00AE0E6D">
        <w:rPr>
          <w:b/>
        </w:rPr>
        <w:tab/>
        <w:t>Rejection Notice</w:t>
      </w:r>
      <w:bookmarkEnd w:id="296"/>
      <w:bookmarkEnd w:id="297"/>
      <w:bookmarkEnd w:id="298"/>
      <w:bookmarkEnd w:id="299"/>
      <w:bookmarkEnd w:id="300"/>
      <w:bookmarkEnd w:id="301"/>
      <w:bookmarkEnd w:id="302"/>
      <w:bookmarkEnd w:id="303"/>
      <w:bookmarkEnd w:id="304"/>
      <w:bookmarkEnd w:id="305"/>
      <w:bookmarkEnd w:id="306"/>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lastRenderedPageBreak/>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307" w:name="_Toc204048484"/>
            <w:bookmarkStart w:id="308" w:name="_Toc400526069"/>
            <w:bookmarkStart w:id="309" w:name="_Toc405534387"/>
            <w:bookmarkStart w:id="310" w:name="_Toc406570400"/>
            <w:bookmarkStart w:id="311" w:name="_Toc410910552"/>
            <w:bookmarkStart w:id="312" w:name="_Toc411840980"/>
            <w:bookmarkStart w:id="313" w:name="_Toc422146942"/>
            <w:bookmarkStart w:id="314" w:name="_Toc433020538"/>
            <w:bookmarkStart w:id="315" w:name="_Toc437261979"/>
            <w:bookmarkStart w:id="316"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17" w:name="_Toc199405215"/>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307"/>
      <w:bookmarkEnd w:id="308"/>
      <w:bookmarkEnd w:id="309"/>
      <w:bookmarkEnd w:id="310"/>
      <w:bookmarkEnd w:id="311"/>
      <w:bookmarkEnd w:id="312"/>
      <w:bookmarkEnd w:id="313"/>
      <w:bookmarkEnd w:id="314"/>
      <w:bookmarkEnd w:id="315"/>
      <w:bookmarkEnd w:id="316"/>
      <w:bookmarkEnd w:id="317"/>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w:t>
            </w:r>
            <w:r w:rsidRPr="00E55E72">
              <w:lastRenderedPageBreak/>
              <w:t>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8" w:name="_Toc204048485"/>
            <w:bookmarkStart w:id="319" w:name="_Toc400526070"/>
            <w:bookmarkStart w:id="320" w:name="_Toc405534388"/>
            <w:bookmarkStart w:id="321" w:name="_Toc406570401"/>
            <w:bookmarkStart w:id="322" w:name="_Toc410910553"/>
            <w:bookmarkStart w:id="323" w:name="_Toc411840981"/>
            <w:bookmarkStart w:id="324" w:name="_Toc422146943"/>
            <w:bookmarkStart w:id="325" w:name="_Toc433020539"/>
            <w:bookmarkStart w:id="326" w:name="_Toc437261980"/>
            <w:bookmarkStart w:id="327"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 xml:space="preserve">Prior to withdrawing the approval of a High Impact Outage (HIO) submitted with greater than 90-days’ notice, ERCOT shall coordinate with the TSP or DCTO and may convert the Planned Outage to a Rescheduled Outage.  The Rescheduled Outage shall </w:t>
            </w:r>
            <w:r w:rsidRPr="00E55E72">
              <w:lastRenderedPageBreak/>
              <w:t>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8" w:name="_Toc199405216"/>
      <w:r w:rsidRPr="00AE0E6D">
        <w:rPr>
          <w:b/>
        </w:rPr>
        <w:lastRenderedPageBreak/>
        <w:t>3.1.5.8</w:t>
      </w:r>
      <w:r w:rsidRPr="00AE0E6D">
        <w:rPr>
          <w:b/>
        </w:rPr>
        <w:tab/>
        <w:t>Priority of Approved Planned</w:t>
      </w:r>
      <w:r w:rsidR="002E1653" w:rsidRPr="00DA7696">
        <w:rPr>
          <w:b/>
        </w:rPr>
        <w:t>, Maintenance, and Rescheduled</w:t>
      </w:r>
      <w:r w:rsidRPr="00AE0E6D">
        <w:rPr>
          <w:b/>
        </w:rPr>
        <w:t xml:space="preserve"> Outages</w:t>
      </w:r>
      <w:bookmarkEnd w:id="318"/>
      <w:bookmarkEnd w:id="319"/>
      <w:bookmarkEnd w:id="320"/>
      <w:bookmarkEnd w:id="321"/>
      <w:bookmarkEnd w:id="322"/>
      <w:bookmarkEnd w:id="323"/>
      <w:bookmarkEnd w:id="324"/>
      <w:bookmarkEnd w:id="325"/>
      <w:bookmarkEnd w:id="326"/>
      <w:bookmarkEnd w:id="327"/>
      <w:bookmarkEnd w:id="328"/>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9" w:name="_Toc204048486"/>
            <w:bookmarkStart w:id="330" w:name="_Toc400526071"/>
            <w:bookmarkStart w:id="331" w:name="_Toc405534389"/>
            <w:bookmarkStart w:id="332" w:name="_Toc406570402"/>
            <w:bookmarkStart w:id="333" w:name="_Toc410910554"/>
            <w:bookmarkStart w:id="334" w:name="_Toc411840982"/>
            <w:bookmarkStart w:id="335" w:name="_Toc422146944"/>
            <w:bookmarkStart w:id="336" w:name="_Toc433020540"/>
            <w:bookmarkStart w:id="337" w:name="_Toc437261981"/>
            <w:bookmarkStart w:id="338"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9" w:name="_Toc199405217"/>
      <w:r w:rsidRPr="00AE0E6D">
        <w:rPr>
          <w:b/>
        </w:rPr>
        <w:t>3.1.5.9</w:t>
      </w:r>
      <w:r w:rsidRPr="00AE0E6D">
        <w:rPr>
          <w:b/>
        </w:rPr>
        <w:tab/>
        <w:t>Information for Inclusion in Transmission Facilities Outage Requests</w:t>
      </w:r>
      <w:bookmarkEnd w:id="329"/>
      <w:bookmarkEnd w:id="330"/>
      <w:bookmarkEnd w:id="331"/>
      <w:bookmarkEnd w:id="332"/>
      <w:bookmarkEnd w:id="333"/>
      <w:bookmarkEnd w:id="334"/>
      <w:bookmarkEnd w:id="335"/>
      <w:bookmarkEnd w:id="336"/>
      <w:bookmarkEnd w:id="337"/>
      <w:bookmarkEnd w:id="338"/>
      <w:bookmarkEnd w:id="339"/>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lastRenderedPageBreak/>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40" w:name="_Toc204048487"/>
            <w:bookmarkStart w:id="341" w:name="_Toc400526072"/>
            <w:bookmarkStart w:id="342" w:name="_Toc405534390"/>
            <w:bookmarkStart w:id="343" w:name="_Toc406570403"/>
            <w:bookmarkStart w:id="344" w:name="_Toc410910555"/>
            <w:bookmarkStart w:id="345" w:name="_Toc411840983"/>
            <w:bookmarkStart w:id="346" w:name="_Toc422146945"/>
            <w:bookmarkStart w:id="347" w:name="_Toc433020541"/>
            <w:bookmarkStart w:id="348" w:name="_Toc437261982"/>
            <w:bookmarkStart w:id="349"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50" w:name="_Toc199405218"/>
      <w:r w:rsidRPr="00AE0E6D">
        <w:rPr>
          <w:b/>
        </w:rPr>
        <w:lastRenderedPageBreak/>
        <w:t>3.1.5.10</w:t>
      </w:r>
      <w:r w:rsidRPr="00AE0E6D">
        <w:rPr>
          <w:b/>
        </w:rPr>
        <w:tab/>
        <w:t>Additional Information Requests</w:t>
      </w:r>
      <w:bookmarkEnd w:id="340"/>
      <w:bookmarkEnd w:id="341"/>
      <w:bookmarkEnd w:id="342"/>
      <w:bookmarkEnd w:id="343"/>
      <w:bookmarkEnd w:id="344"/>
      <w:bookmarkEnd w:id="345"/>
      <w:bookmarkEnd w:id="346"/>
      <w:bookmarkEnd w:id="347"/>
      <w:bookmarkEnd w:id="348"/>
      <w:bookmarkEnd w:id="349"/>
      <w:bookmarkEnd w:id="350"/>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51" w:name="_Toc204048488"/>
            <w:bookmarkStart w:id="352" w:name="_Toc400526073"/>
            <w:bookmarkStart w:id="353" w:name="_Toc405534391"/>
            <w:bookmarkStart w:id="354" w:name="_Toc406570404"/>
            <w:bookmarkStart w:id="355" w:name="_Toc410910556"/>
            <w:bookmarkStart w:id="356" w:name="_Toc411840984"/>
            <w:bookmarkStart w:id="357" w:name="_Toc422146946"/>
            <w:bookmarkStart w:id="358" w:name="_Toc433020542"/>
            <w:bookmarkStart w:id="359" w:name="_Toc437261983"/>
            <w:bookmarkStart w:id="360"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61" w:name="_Toc199405219"/>
      <w:r w:rsidRPr="00AE0E6D">
        <w:rPr>
          <w:b/>
        </w:rPr>
        <w:t>3.1.5.11</w:t>
      </w:r>
      <w:r w:rsidRPr="00AE0E6D">
        <w:rPr>
          <w:b/>
        </w:rPr>
        <w:tab/>
        <w:t>Evaluation of Transmission Facilities Planned Outage or Maintenance Outage Requests</w:t>
      </w:r>
      <w:bookmarkEnd w:id="351"/>
      <w:bookmarkEnd w:id="352"/>
      <w:bookmarkEnd w:id="353"/>
      <w:bookmarkEnd w:id="354"/>
      <w:bookmarkEnd w:id="355"/>
      <w:bookmarkEnd w:id="356"/>
      <w:bookmarkEnd w:id="357"/>
      <w:bookmarkEnd w:id="358"/>
      <w:bookmarkEnd w:id="359"/>
      <w:bookmarkEnd w:id="360"/>
      <w:bookmarkEnd w:id="361"/>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lastRenderedPageBreak/>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2247B5FD" w:rsidR="009F6BAB" w:rsidRDefault="009F6BAB">
      <w:pPr>
        <w:pStyle w:val="List"/>
      </w:pPr>
      <w:r>
        <w:t>(e)</w:t>
      </w:r>
      <w:r>
        <w:tab/>
      </w:r>
      <w:r w:rsidRPr="00227BDD">
        <w:t xml:space="preserve">Potential for the proposed Outages to cause SSR vulnerability to Generation Resources that do not have SSR </w:t>
      </w:r>
      <w:r w:rsidR="00570255">
        <w:t>m</w:t>
      </w:r>
      <w:r w:rsidRPr="00227BDD">
        <w:t>itigation</w:t>
      </w:r>
      <w:r w:rsidRPr="00227BDD" w:rsidDel="00B130D6">
        <w:t xml:space="preserve"> </w:t>
      </w:r>
      <w:r w:rsidRPr="00227BDD">
        <w:t>in the event of five or six concurrent transmission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20BDA" w14:paraId="1795BB47"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5FE5EC3" w14:textId="7D8FEC3F" w:rsidR="00C20BDA" w:rsidRDefault="00C20BDA" w:rsidP="00514D72">
            <w:pPr>
              <w:spacing w:before="120" w:after="240"/>
              <w:rPr>
                <w:b/>
                <w:i/>
              </w:rPr>
            </w:pPr>
            <w:r>
              <w:rPr>
                <w:b/>
                <w:i/>
              </w:rPr>
              <w:t>[</w:t>
            </w:r>
            <w:r w:rsidR="00C73A90">
              <w:rPr>
                <w:b/>
                <w:i/>
              </w:rPr>
              <w:t xml:space="preserve">NPRR1234 and </w:t>
            </w:r>
            <w:r>
              <w:rPr>
                <w:b/>
                <w:i/>
              </w:rPr>
              <w:t>NPRR1246</w:t>
            </w:r>
            <w:r w:rsidRPr="004B0726">
              <w:rPr>
                <w:b/>
                <w:i/>
              </w:rPr>
              <w:t xml:space="preserve">: </w:t>
            </w:r>
            <w:r>
              <w:rPr>
                <w:b/>
                <w:i/>
              </w:rPr>
              <w:t xml:space="preserve"> Replace</w:t>
            </w:r>
            <w:r w:rsidR="00C73A90">
              <w:rPr>
                <w:b/>
                <w:i/>
              </w:rPr>
              <w:t xml:space="preserve"> applicable portions of</w:t>
            </w:r>
            <w:r>
              <w:rPr>
                <w:b/>
                <w:i/>
              </w:rPr>
              <w:t xml:space="preserve"> item (e) above with the following upon system implementation </w:t>
            </w:r>
            <w:r w:rsidR="00C73A90">
              <w:rPr>
                <w:b/>
                <w:i/>
              </w:rPr>
              <w:t xml:space="preserve">for NPRR1234; or upon system implementation </w:t>
            </w:r>
            <w:r>
              <w:rPr>
                <w:b/>
                <w:i/>
              </w:rPr>
              <w:t>of the Real-Time Co-Optimization (RTC) project</w:t>
            </w:r>
            <w:r w:rsidR="00C73A90">
              <w:rPr>
                <w:b/>
                <w:i/>
              </w:rPr>
              <w:t xml:space="preserve"> for NPRR1246</w:t>
            </w:r>
            <w:r>
              <w:rPr>
                <w:b/>
                <w:i/>
              </w:rPr>
              <w:t>:</w:t>
            </w:r>
            <w:r w:rsidRPr="004B0726">
              <w:rPr>
                <w:b/>
                <w:i/>
              </w:rPr>
              <w:t>]</w:t>
            </w:r>
          </w:p>
          <w:p w14:paraId="4A862712" w14:textId="004DA438" w:rsidR="00C20BDA" w:rsidRPr="00C20BDA" w:rsidRDefault="00C20BDA" w:rsidP="00C20BDA">
            <w:pPr>
              <w:spacing w:after="240"/>
              <w:ind w:left="1440" w:hanging="720"/>
            </w:pPr>
            <w:r w:rsidRPr="00F32066">
              <w:t>(e)</w:t>
            </w:r>
            <w:r w:rsidRPr="00F32066">
              <w:tab/>
              <w:t>Potential for the proposed Outages to cause SSR vulnerability to Generation Resources</w:t>
            </w:r>
            <w:r>
              <w:t xml:space="preserve"> or ESRs</w:t>
            </w:r>
            <w:r w:rsidRPr="00F32066">
              <w:t xml:space="preserve"> that do not have SS</w:t>
            </w:r>
            <w:r w:rsidR="00C73A90">
              <w:t>O</w:t>
            </w:r>
            <w:r w:rsidRPr="00F32066">
              <w:t xml:space="preserve"> Mitigation</w:t>
            </w:r>
            <w:r w:rsidRPr="00F32066" w:rsidDel="00B130D6">
              <w:t xml:space="preserve"> </w:t>
            </w:r>
            <w:r w:rsidRPr="00F32066">
              <w:t>in the event of five or six concurrent transmission Outages;</w:t>
            </w:r>
          </w:p>
        </w:tc>
      </w:tr>
    </w:tbl>
    <w:p w14:paraId="4D58B80A" w14:textId="5347046A" w:rsidR="00CB13B2" w:rsidRDefault="002D238A" w:rsidP="008B3CCE">
      <w:pPr>
        <w:pStyle w:val="List"/>
        <w:spacing w:before="240"/>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62" w:name="_Toc204048489"/>
            <w:bookmarkStart w:id="363" w:name="_Toc400526074"/>
            <w:bookmarkStart w:id="364" w:name="_Toc405534392"/>
            <w:bookmarkStart w:id="365" w:name="_Toc406570405"/>
            <w:bookmarkStart w:id="366" w:name="_Toc410910557"/>
            <w:bookmarkStart w:id="367" w:name="_Toc411840985"/>
            <w:bookmarkStart w:id="368" w:name="_Toc422146947"/>
            <w:bookmarkStart w:id="369" w:name="_Toc433020543"/>
            <w:bookmarkStart w:id="370" w:name="_Toc437261984"/>
            <w:bookmarkStart w:id="371"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w:t>
            </w:r>
            <w:r w:rsidR="00ED2B32"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72" w:name="_Toc199405220"/>
      <w:r w:rsidRPr="00AE0E6D">
        <w:rPr>
          <w:b/>
        </w:rPr>
        <w:lastRenderedPageBreak/>
        <w:t>3.1.5.12</w:t>
      </w:r>
      <w:r w:rsidRPr="00AE0E6D">
        <w:rPr>
          <w:b/>
        </w:rPr>
        <w:tab/>
        <w:t>Submittal Timeline for Transmission Facility Outage Requests</w:t>
      </w:r>
      <w:bookmarkEnd w:id="362"/>
      <w:bookmarkEnd w:id="363"/>
      <w:bookmarkEnd w:id="364"/>
      <w:bookmarkEnd w:id="365"/>
      <w:bookmarkEnd w:id="366"/>
      <w:bookmarkEnd w:id="367"/>
      <w:bookmarkEnd w:id="368"/>
      <w:bookmarkEnd w:id="369"/>
      <w:bookmarkEnd w:id="370"/>
      <w:bookmarkEnd w:id="371"/>
      <w:bookmarkEnd w:id="372"/>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lastRenderedPageBreak/>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73" w:name="_Toc204048490"/>
      <w:bookmarkStart w:id="374" w:name="_Toc400526075"/>
      <w:bookmarkStart w:id="375" w:name="_Toc405534393"/>
      <w:bookmarkStart w:id="376" w:name="_Toc406570406"/>
      <w:bookmarkStart w:id="377" w:name="_Toc410910558"/>
      <w:bookmarkStart w:id="378" w:name="_Toc411840986"/>
      <w:bookmarkStart w:id="379" w:name="_Toc422146948"/>
      <w:bookmarkStart w:id="380" w:name="_Toc433020544"/>
      <w:bookmarkStart w:id="381" w:name="_Toc437261985"/>
      <w:bookmarkStart w:id="382" w:name="_Toc478375156"/>
      <w:bookmarkStart w:id="383" w:name="_Toc199405221"/>
      <w:r w:rsidRPr="00AE0E6D">
        <w:rPr>
          <w:b/>
        </w:rPr>
        <w:t>3.1.5.13</w:t>
      </w:r>
      <w:r w:rsidRPr="00AE0E6D">
        <w:rPr>
          <w:b/>
        </w:rPr>
        <w:tab/>
        <w:t>Transmission Report</w:t>
      </w:r>
      <w:bookmarkEnd w:id="373"/>
      <w:bookmarkEnd w:id="374"/>
      <w:bookmarkEnd w:id="375"/>
      <w:bookmarkEnd w:id="376"/>
      <w:bookmarkEnd w:id="377"/>
      <w:bookmarkEnd w:id="378"/>
      <w:bookmarkEnd w:id="379"/>
      <w:bookmarkEnd w:id="380"/>
      <w:bookmarkEnd w:id="381"/>
      <w:bookmarkEnd w:id="382"/>
      <w:bookmarkEnd w:id="383"/>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03103D6"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6024B20" w14:textId="1F501F6E" w:rsidR="007F7DC3" w:rsidRDefault="007F7DC3" w:rsidP="00444C95">
            <w:pPr>
              <w:spacing w:before="120" w:after="240"/>
              <w:rPr>
                <w:b/>
                <w:i/>
              </w:rPr>
            </w:pPr>
            <w:bookmarkStart w:id="384" w:name="_Toc400526076"/>
            <w:bookmarkStart w:id="385" w:name="_Toc405534394"/>
            <w:bookmarkStart w:id="386" w:name="_Toc406570407"/>
            <w:bookmarkStart w:id="387" w:name="_Toc410910559"/>
            <w:bookmarkStart w:id="388" w:name="_Toc411840987"/>
            <w:bookmarkStart w:id="389" w:name="_Toc422146949"/>
            <w:bookmarkStart w:id="390" w:name="_Toc433020545"/>
            <w:bookmarkStart w:id="391" w:name="_Toc437261986"/>
            <w:bookmarkStart w:id="392" w:name="_Toc478375157"/>
            <w:r>
              <w:rPr>
                <w:b/>
                <w:i/>
              </w:rPr>
              <w:t>[NPRR1240:  Insert paragraph (f) below upon system implementation:]</w:t>
            </w:r>
          </w:p>
          <w:p w14:paraId="0108F87A" w14:textId="078086D1" w:rsidR="007F7DC3" w:rsidRPr="007F7DC3" w:rsidRDefault="007F7DC3" w:rsidP="007F7DC3">
            <w:pPr>
              <w:pStyle w:val="List"/>
            </w:pPr>
            <w:r>
              <w:t>(f)</w:t>
            </w:r>
            <w:r>
              <w:tab/>
              <w:t>An updated list of current and future equipment in the Outage Scheduler by operator.</w:t>
            </w:r>
          </w:p>
        </w:tc>
      </w:tr>
    </w:tbl>
    <w:p w14:paraId="2AAE5D39" w14:textId="77777777" w:rsidR="00942B11" w:rsidRDefault="00942B11" w:rsidP="006E0CB7">
      <w:pPr>
        <w:pStyle w:val="H3"/>
        <w:spacing w:before="480"/>
      </w:pPr>
      <w:bookmarkStart w:id="393" w:name="_Toc199405222"/>
      <w:r>
        <w:t>3.1.6</w:t>
      </w:r>
      <w:r>
        <w:tab/>
        <w:t>Outages of Resources Other than Reliability Resources</w:t>
      </w:r>
      <w:bookmarkEnd w:id="384"/>
      <w:bookmarkEnd w:id="385"/>
      <w:bookmarkEnd w:id="386"/>
      <w:bookmarkEnd w:id="387"/>
      <w:bookmarkEnd w:id="388"/>
      <w:bookmarkEnd w:id="389"/>
      <w:bookmarkEnd w:id="390"/>
      <w:bookmarkEnd w:id="391"/>
      <w:bookmarkEnd w:id="392"/>
      <w:bookmarkEnd w:id="393"/>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lastRenderedPageBreak/>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94" w:name="_Toc204048492"/>
      <w:bookmarkStart w:id="395" w:name="_Toc400526077"/>
      <w:bookmarkStart w:id="396" w:name="_Toc405534395"/>
      <w:bookmarkStart w:id="397" w:name="_Toc406570408"/>
      <w:bookmarkStart w:id="398" w:name="_Toc410910560"/>
      <w:bookmarkStart w:id="399" w:name="_Toc411840988"/>
      <w:bookmarkStart w:id="400" w:name="_Toc422146950"/>
      <w:bookmarkStart w:id="401" w:name="_Toc433020546"/>
      <w:bookmarkStart w:id="402" w:name="_Toc437261987"/>
      <w:bookmarkStart w:id="403" w:name="_Toc478375158"/>
      <w:bookmarkStart w:id="404" w:name="_Toc199405223"/>
      <w:r w:rsidRPr="00AE0E6D">
        <w:rPr>
          <w:b/>
        </w:rPr>
        <w:lastRenderedPageBreak/>
        <w:t>3.1.6.1</w:t>
      </w:r>
      <w:r w:rsidRPr="00AE0E6D">
        <w:rPr>
          <w:b/>
        </w:rPr>
        <w:tab/>
        <w:t>Receipt of Resource Requests by ERCOT</w:t>
      </w:r>
      <w:bookmarkEnd w:id="394"/>
      <w:bookmarkEnd w:id="395"/>
      <w:bookmarkEnd w:id="396"/>
      <w:bookmarkEnd w:id="397"/>
      <w:bookmarkEnd w:id="398"/>
      <w:bookmarkEnd w:id="399"/>
      <w:bookmarkEnd w:id="400"/>
      <w:bookmarkEnd w:id="401"/>
      <w:bookmarkEnd w:id="402"/>
      <w:bookmarkEnd w:id="403"/>
      <w:bookmarkEnd w:id="404"/>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405" w:name="_Toc204048493"/>
      <w:bookmarkStart w:id="406" w:name="_Toc400526078"/>
      <w:bookmarkStart w:id="407" w:name="_Toc405534396"/>
      <w:bookmarkStart w:id="408" w:name="_Toc406570409"/>
      <w:bookmarkStart w:id="409" w:name="_Toc410910561"/>
      <w:bookmarkStart w:id="410" w:name="_Toc411840989"/>
      <w:bookmarkStart w:id="411" w:name="_Toc422146951"/>
      <w:bookmarkStart w:id="412" w:name="_Toc433020547"/>
      <w:bookmarkStart w:id="413" w:name="_Toc437261988"/>
      <w:bookmarkStart w:id="414" w:name="_Toc478375159"/>
      <w:bookmarkStart w:id="415" w:name="_Toc199405224"/>
      <w:r w:rsidRPr="00AE0E6D">
        <w:rPr>
          <w:b/>
        </w:rPr>
        <w:t>3.1.6.2</w:t>
      </w:r>
      <w:r w:rsidRPr="00AE0E6D">
        <w:rPr>
          <w:b/>
        </w:rPr>
        <w:tab/>
        <w:t>Resource Outage Plan</w:t>
      </w:r>
      <w:bookmarkEnd w:id="405"/>
      <w:bookmarkEnd w:id="406"/>
      <w:bookmarkEnd w:id="407"/>
      <w:bookmarkEnd w:id="408"/>
      <w:bookmarkEnd w:id="409"/>
      <w:bookmarkEnd w:id="410"/>
      <w:bookmarkEnd w:id="411"/>
      <w:bookmarkEnd w:id="412"/>
      <w:bookmarkEnd w:id="413"/>
      <w:bookmarkEnd w:id="414"/>
      <w:bookmarkEnd w:id="415"/>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16" w:name="_Toc204048494"/>
      <w:bookmarkStart w:id="417" w:name="_Toc400526079"/>
      <w:bookmarkStart w:id="418" w:name="_Toc405534397"/>
      <w:bookmarkStart w:id="419" w:name="_Toc406570410"/>
      <w:bookmarkStart w:id="420" w:name="_Toc410910562"/>
      <w:bookmarkStart w:id="421" w:name="_Toc411840990"/>
      <w:bookmarkStart w:id="422" w:name="_Toc422146952"/>
      <w:bookmarkStart w:id="423" w:name="_Toc433020548"/>
      <w:bookmarkStart w:id="424" w:name="_Toc437261989"/>
      <w:bookmarkStart w:id="425" w:name="_Toc478375160"/>
      <w:bookmarkStart w:id="426" w:name="_Toc199405225"/>
      <w:r w:rsidRPr="00AE0E6D">
        <w:rPr>
          <w:b/>
        </w:rPr>
        <w:t>3.1.6.3</w:t>
      </w:r>
      <w:r w:rsidRPr="00AE0E6D">
        <w:rPr>
          <w:b/>
        </w:rPr>
        <w:tab/>
        <w:t>Additional Information Requests</w:t>
      </w:r>
      <w:bookmarkEnd w:id="416"/>
      <w:bookmarkEnd w:id="417"/>
      <w:bookmarkEnd w:id="418"/>
      <w:bookmarkEnd w:id="419"/>
      <w:bookmarkEnd w:id="420"/>
      <w:bookmarkEnd w:id="421"/>
      <w:bookmarkEnd w:id="422"/>
      <w:bookmarkEnd w:id="423"/>
      <w:bookmarkEnd w:id="424"/>
      <w:bookmarkEnd w:id="425"/>
      <w:bookmarkEnd w:id="426"/>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27" w:name="_Toc400526080"/>
      <w:bookmarkStart w:id="428" w:name="_Toc405534398"/>
      <w:bookmarkStart w:id="429" w:name="_Toc406570411"/>
      <w:bookmarkStart w:id="430" w:name="_Toc410910563"/>
      <w:bookmarkStart w:id="431" w:name="_Toc411840991"/>
      <w:bookmarkStart w:id="432" w:name="_Toc422146953"/>
      <w:bookmarkStart w:id="433" w:name="_Toc433020549"/>
      <w:bookmarkStart w:id="434" w:name="_Toc437261990"/>
      <w:bookmarkStart w:id="435" w:name="_Toc478375161"/>
      <w:bookmarkStart w:id="436" w:name="_Toc199405226"/>
      <w:bookmarkStart w:id="437" w:name="_Toc204048495"/>
      <w:r w:rsidRPr="00E7468E">
        <w:rPr>
          <w:b/>
          <w:bCs/>
        </w:rPr>
        <w:t>3.1.6.4</w:t>
      </w:r>
      <w:r w:rsidRPr="00E7468E">
        <w:rPr>
          <w:b/>
          <w:bCs/>
        </w:rPr>
        <w:tab/>
        <w:t>Approval of Changes to a Resource Outage Plan</w:t>
      </w:r>
      <w:bookmarkEnd w:id="427"/>
      <w:bookmarkEnd w:id="428"/>
      <w:bookmarkEnd w:id="429"/>
      <w:bookmarkEnd w:id="430"/>
      <w:bookmarkEnd w:id="431"/>
      <w:bookmarkEnd w:id="432"/>
      <w:bookmarkEnd w:id="433"/>
      <w:bookmarkEnd w:id="434"/>
      <w:bookmarkEnd w:id="435"/>
      <w:bookmarkEnd w:id="436"/>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lastRenderedPageBreak/>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8" w:name="_Toc400526081"/>
      <w:bookmarkStart w:id="439" w:name="_Toc405534399"/>
      <w:bookmarkStart w:id="440" w:name="_Toc406570412"/>
      <w:bookmarkStart w:id="441" w:name="_Toc410910564"/>
      <w:bookmarkStart w:id="442" w:name="_Toc411840992"/>
      <w:bookmarkStart w:id="443" w:name="_Toc422146954"/>
      <w:bookmarkStart w:id="444" w:name="_Toc433020550"/>
      <w:bookmarkStart w:id="445" w:name="_Toc437261991"/>
      <w:bookmarkStart w:id="446" w:name="_Toc478375162"/>
      <w:bookmarkStart w:id="447" w:name="_Toc199405227"/>
      <w:bookmarkStart w:id="448" w:name="_Toc204048496"/>
      <w:bookmarkEnd w:id="437"/>
      <w:r w:rsidRPr="00E7468E">
        <w:rPr>
          <w:b/>
          <w:bCs/>
        </w:rPr>
        <w:t>3.1.6.5</w:t>
      </w:r>
      <w:r w:rsidRPr="00E7468E">
        <w:rPr>
          <w:b/>
          <w:bCs/>
        </w:rPr>
        <w:tab/>
        <w:t>Evaluation of Proposed Resource Outage</w:t>
      </w:r>
      <w:bookmarkEnd w:id="438"/>
      <w:bookmarkEnd w:id="439"/>
      <w:bookmarkEnd w:id="440"/>
      <w:bookmarkEnd w:id="441"/>
      <w:bookmarkEnd w:id="442"/>
      <w:bookmarkEnd w:id="443"/>
      <w:bookmarkEnd w:id="444"/>
      <w:bookmarkEnd w:id="445"/>
      <w:bookmarkEnd w:id="446"/>
      <w:bookmarkEnd w:id="447"/>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9" w:name="_Toc400526082"/>
      <w:bookmarkStart w:id="450" w:name="_Toc405534400"/>
      <w:bookmarkStart w:id="451" w:name="_Toc406570413"/>
      <w:bookmarkStart w:id="452" w:name="_Toc410910565"/>
      <w:bookmarkStart w:id="453" w:name="_Toc411840993"/>
      <w:bookmarkStart w:id="454" w:name="_Toc422146955"/>
      <w:bookmarkStart w:id="455" w:name="_Toc433020551"/>
      <w:bookmarkStart w:id="456" w:name="_Toc437261992"/>
      <w:bookmarkStart w:id="457" w:name="_Toc478375163"/>
      <w:bookmarkStart w:id="458" w:name="_Toc199405228"/>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9"/>
      <w:bookmarkEnd w:id="450"/>
      <w:bookmarkEnd w:id="451"/>
      <w:bookmarkEnd w:id="452"/>
      <w:bookmarkEnd w:id="453"/>
      <w:bookmarkEnd w:id="454"/>
      <w:bookmarkEnd w:id="455"/>
      <w:bookmarkEnd w:id="456"/>
      <w:bookmarkEnd w:id="457"/>
      <w:bookmarkEnd w:id="458"/>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8"/>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lastRenderedPageBreak/>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9" w:name="_Toc204048498"/>
      <w:bookmarkStart w:id="460" w:name="_Toc400526083"/>
      <w:bookmarkStart w:id="461" w:name="_Toc405534401"/>
      <w:bookmarkStart w:id="462" w:name="_Toc406570414"/>
      <w:bookmarkStart w:id="463" w:name="_Toc410910566"/>
      <w:bookmarkStart w:id="464" w:name="_Toc411840994"/>
      <w:bookmarkStart w:id="465" w:name="_Toc422146956"/>
      <w:bookmarkStart w:id="466" w:name="_Toc433020552"/>
      <w:bookmarkStart w:id="467" w:name="_Toc437261993"/>
      <w:bookmarkStart w:id="468" w:name="_Toc478375164"/>
    </w:p>
    <w:p w14:paraId="7AB294E3" w14:textId="09271D87" w:rsidR="004A7E7E" w:rsidRPr="0020649A" w:rsidRDefault="002D238A" w:rsidP="0020649A">
      <w:pPr>
        <w:pStyle w:val="H4"/>
        <w:ind w:left="1267" w:hanging="1267"/>
        <w:rPr>
          <w:b/>
          <w:bCs/>
        </w:rPr>
      </w:pPr>
      <w:bookmarkStart w:id="469" w:name="_Toc199405229"/>
      <w:r w:rsidRPr="0020649A">
        <w:rPr>
          <w:b/>
          <w:bCs/>
        </w:rPr>
        <w:t>3.1.6.7</w:t>
      </w:r>
      <w:r w:rsidRPr="0020649A">
        <w:rPr>
          <w:b/>
          <w:bCs/>
        </w:rPr>
        <w:tab/>
      </w:r>
      <w:r w:rsidR="00726C1E" w:rsidRPr="0020649A">
        <w:rPr>
          <w:b/>
          <w:bCs/>
        </w:rPr>
        <w:tab/>
      </w:r>
      <w:r w:rsidRPr="0020649A">
        <w:rPr>
          <w:b/>
          <w:bCs/>
        </w:rPr>
        <w:t>Delay</w:t>
      </w:r>
      <w:bookmarkEnd w:id="459"/>
      <w:bookmarkEnd w:id="460"/>
      <w:bookmarkEnd w:id="461"/>
      <w:bookmarkEnd w:id="462"/>
      <w:bookmarkEnd w:id="463"/>
      <w:bookmarkEnd w:id="464"/>
      <w:bookmarkEnd w:id="465"/>
      <w:bookmarkEnd w:id="466"/>
      <w:bookmarkEnd w:id="467"/>
      <w:bookmarkEnd w:id="468"/>
      <w:bookmarkEnd w:id="469"/>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70" w:name="_Toc400526084"/>
      <w:bookmarkStart w:id="471" w:name="_Toc405534402"/>
      <w:bookmarkStart w:id="472" w:name="_Toc406570415"/>
      <w:bookmarkStart w:id="473" w:name="_Toc410910567"/>
      <w:bookmarkStart w:id="474" w:name="_Toc411840995"/>
      <w:bookmarkStart w:id="475" w:name="_Toc422146957"/>
      <w:bookmarkStart w:id="476" w:name="_Toc433020553"/>
      <w:bookmarkStart w:id="477" w:name="_Toc437261994"/>
      <w:bookmarkStart w:id="478" w:name="_Toc478375165"/>
      <w:bookmarkStart w:id="479" w:name="_Toc199405230"/>
      <w:r w:rsidRPr="00436E9F">
        <w:rPr>
          <w:b/>
          <w:bCs/>
          <w:snapToGrid w:val="0"/>
        </w:rPr>
        <w:t>3.1.6.8</w:t>
      </w:r>
      <w:r w:rsidRPr="00436E9F">
        <w:rPr>
          <w:b/>
          <w:bCs/>
          <w:snapToGrid w:val="0"/>
        </w:rPr>
        <w:tab/>
        <w:t>Resource Outage Rejection Notice</w:t>
      </w:r>
      <w:bookmarkEnd w:id="470"/>
      <w:bookmarkEnd w:id="471"/>
      <w:bookmarkEnd w:id="472"/>
      <w:bookmarkEnd w:id="473"/>
      <w:bookmarkEnd w:id="474"/>
      <w:bookmarkEnd w:id="475"/>
      <w:bookmarkEnd w:id="476"/>
      <w:bookmarkEnd w:id="477"/>
      <w:bookmarkEnd w:id="478"/>
      <w:bookmarkEnd w:id="479"/>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80" w:name="_Toc400526085"/>
      <w:bookmarkStart w:id="481" w:name="_Toc405534403"/>
      <w:bookmarkStart w:id="482" w:name="_Toc406570416"/>
      <w:bookmarkStart w:id="483" w:name="_Toc410910568"/>
      <w:bookmarkStart w:id="484" w:name="_Toc411840996"/>
      <w:bookmarkStart w:id="485" w:name="_Toc422146958"/>
      <w:bookmarkStart w:id="486" w:name="_Toc433020554"/>
      <w:bookmarkStart w:id="487" w:name="_Toc437261995"/>
      <w:bookmarkStart w:id="488" w:name="_Toc478375166"/>
      <w:bookmarkStart w:id="489" w:name="_Toc199405231"/>
      <w:r w:rsidRPr="00436E9F">
        <w:rPr>
          <w:b/>
          <w:bCs/>
          <w:snapToGrid w:val="0"/>
        </w:rPr>
        <w:lastRenderedPageBreak/>
        <w:t>3.1.6.9</w:t>
      </w:r>
      <w:r w:rsidRPr="00436E9F">
        <w:rPr>
          <w:b/>
          <w:bCs/>
          <w:snapToGrid w:val="0"/>
        </w:rPr>
        <w:tab/>
      </w:r>
      <w:bookmarkStart w:id="490" w:name="_Hlk111129302"/>
      <w:r w:rsidRPr="00436E9F">
        <w:rPr>
          <w:b/>
          <w:bCs/>
          <w:snapToGrid w:val="0"/>
        </w:rPr>
        <w:t>Withdrawal of Approval and Rescheduling of Approved Planned Outages of Resource Facilities</w:t>
      </w:r>
      <w:bookmarkEnd w:id="480"/>
      <w:bookmarkEnd w:id="481"/>
      <w:bookmarkEnd w:id="482"/>
      <w:bookmarkEnd w:id="483"/>
      <w:bookmarkEnd w:id="484"/>
      <w:bookmarkEnd w:id="485"/>
      <w:bookmarkEnd w:id="486"/>
      <w:bookmarkEnd w:id="487"/>
      <w:bookmarkEnd w:id="488"/>
      <w:bookmarkEnd w:id="490"/>
      <w:bookmarkEnd w:id="489"/>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lastRenderedPageBreak/>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 xml:space="preserve">anticipated On-Line period </w:t>
      </w:r>
      <w:r w:rsidR="004F7229" w:rsidRPr="00A83AE0">
        <w:lastRenderedPageBreak/>
        <w:t>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8545B66" w14:textId="77777777" w:rsidR="0039361B"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9361B" w14:paraId="2E6ABA73" w14:textId="77777777" w:rsidTr="00F16B94">
        <w:tc>
          <w:tcPr>
            <w:tcW w:w="9332" w:type="dxa"/>
            <w:tcBorders>
              <w:top w:val="single" w:sz="4" w:space="0" w:color="auto"/>
              <w:left w:val="single" w:sz="4" w:space="0" w:color="auto"/>
              <w:bottom w:val="single" w:sz="4" w:space="0" w:color="auto"/>
              <w:right w:val="single" w:sz="4" w:space="0" w:color="auto"/>
            </w:tcBorders>
            <w:shd w:val="clear" w:color="auto" w:fill="D9D9D9"/>
          </w:tcPr>
          <w:p w14:paraId="47431EDD" w14:textId="62E09766" w:rsidR="0039361B" w:rsidRDefault="0039361B" w:rsidP="00F16B94">
            <w:pPr>
              <w:spacing w:before="120" w:after="240"/>
              <w:rPr>
                <w:b/>
                <w:i/>
              </w:rPr>
            </w:pPr>
            <w:r>
              <w:rPr>
                <w:b/>
                <w:i/>
              </w:rPr>
              <w:t>[NPRR1290</w:t>
            </w:r>
            <w:r w:rsidRPr="004B0726">
              <w:rPr>
                <w:b/>
                <w:i/>
              </w:rPr>
              <w:t xml:space="preserve">: </w:t>
            </w:r>
            <w:r>
              <w:rPr>
                <w:b/>
                <w:i/>
              </w:rPr>
              <w:t xml:space="preserve"> Replace paragraph (iv) above with the following upon system implementation of the Real-Time Co-Optimization (RTC) project:</w:t>
            </w:r>
            <w:r w:rsidRPr="004B0726">
              <w:rPr>
                <w:b/>
                <w:i/>
              </w:rPr>
              <w:t>]</w:t>
            </w:r>
          </w:p>
          <w:p w14:paraId="7503D0B6" w14:textId="4C765F63" w:rsidR="0039361B" w:rsidRPr="0039361B" w:rsidRDefault="0039361B" w:rsidP="0039361B">
            <w:pPr>
              <w:spacing w:after="240"/>
              <w:ind w:left="2160" w:hanging="720"/>
              <w:rPr>
                <w:iCs/>
              </w:rPr>
            </w:pPr>
            <w:r w:rsidRPr="0039361B">
              <w:rPr>
                <w:iCs/>
              </w:rPr>
              <w:t>(iv)</w:t>
            </w:r>
            <w:r w:rsidRPr="0039361B">
              <w:rPr>
                <w:iCs/>
              </w:rPr>
              <w:tab/>
              <w:t>The QSE must update the Resource’s Energy Offer Curve to be equal to the Real-Time System-Wide Offer Cap (RTSWCAP) for all MW levels from 0 MW to the HSL; and</w:t>
            </w:r>
          </w:p>
        </w:tc>
      </w:tr>
    </w:tbl>
    <w:p w14:paraId="20B6AEAF" w14:textId="77777777" w:rsidR="0039361B" w:rsidRPr="00F057BA" w:rsidRDefault="0039361B" w:rsidP="009F5B92">
      <w:pPr>
        <w:pStyle w:val="BodyTextNumbered"/>
        <w:spacing w:after="0"/>
        <w:ind w:left="216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t>(</w:t>
      </w:r>
      <w:r w:rsidR="00CC3ABD">
        <w:t>v</w:t>
      </w:r>
      <w:r w:rsidRPr="00F057BA">
        <w:t>)</w:t>
      </w:r>
      <w:r w:rsidRPr="00F057BA">
        <w:tab/>
      </w:r>
      <w:r w:rsidR="00CC3ABD" w:rsidRPr="00A83AE0">
        <w:t>The QSE for the Resource cannot submit a Three Part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lastRenderedPageBreak/>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lastRenderedPageBreak/>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lastRenderedPageBreak/>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91" w:name="_Toc204048499"/>
      <w:bookmarkStart w:id="492" w:name="_Toc304959517"/>
      <w:bookmarkStart w:id="493" w:name="_Toc400526086"/>
      <w:bookmarkStart w:id="494" w:name="_Toc405534404"/>
      <w:bookmarkStart w:id="495" w:name="_Toc406570417"/>
      <w:bookmarkStart w:id="496" w:name="_Toc410910569"/>
      <w:bookmarkStart w:id="497" w:name="_Toc411840997"/>
      <w:bookmarkStart w:id="498" w:name="_Toc422146959"/>
      <w:bookmarkStart w:id="499" w:name="_Toc433020555"/>
      <w:bookmarkStart w:id="500" w:name="_Toc437261996"/>
      <w:bookmarkStart w:id="501" w:name="_Toc478375167"/>
      <w:bookmarkStart w:id="502" w:name="_Toc199405232"/>
      <w:r w:rsidRPr="00AE0E6D">
        <w:rPr>
          <w:b/>
        </w:rPr>
        <w:t>3.1.6.</w:t>
      </w:r>
      <w:r w:rsidR="00E51010" w:rsidRPr="00AE0E6D">
        <w:rPr>
          <w:b/>
        </w:rPr>
        <w:t>10</w:t>
      </w:r>
      <w:r w:rsidRPr="00AE0E6D">
        <w:rPr>
          <w:b/>
        </w:rPr>
        <w:tab/>
        <w:t>Opportunity Outage</w:t>
      </w:r>
      <w:bookmarkEnd w:id="491"/>
      <w:bookmarkEnd w:id="492"/>
      <w:bookmarkEnd w:id="493"/>
      <w:bookmarkEnd w:id="494"/>
      <w:bookmarkEnd w:id="495"/>
      <w:bookmarkEnd w:id="496"/>
      <w:bookmarkEnd w:id="497"/>
      <w:bookmarkEnd w:id="498"/>
      <w:bookmarkEnd w:id="499"/>
      <w:bookmarkEnd w:id="500"/>
      <w:bookmarkEnd w:id="501"/>
      <w:bookmarkEnd w:id="502"/>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503" w:name="_Toc204048500"/>
      <w:bookmarkStart w:id="504" w:name="_Toc304959518"/>
      <w:bookmarkStart w:id="505" w:name="_Toc400526087"/>
      <w:bookmarkStart w:id="506" w:name="_Toc405534405"/>
      <w:bookmarkStart w:id="507" w:name="_Toc406570418"/>
      <w:bookmarkStart w:id="508" w:name="_Toc410910570"/>
      <w:bookmarkStart w:id="509" w:name="_Toc411840998"/>
      <w:bookmarkStart w:id="510" w:name="_Toc422146960"/>
      <w:bookmarkStart w:id="511" w:name="_Toc433020556"/>
      <w:bookmarkStart w:id="512" w:name="_Toc437261997"/>
      <w:bookmarkStart w:id="513" w:name="_Toc478375168"/>
      <w:bookmarkStart w:id="514" w:name="_Toc199405233"/>
      <w:r w:rsidRPr="00AE0E6D">
        <w:rPr>
          <w:b/>
        </w:rPr>
        <w:lastRenderedPageBreak/>
        <w:t>3.1.6.</w:t>
      </w:r>
      <w:r w:rsidR="00E51010" w:rsidRPr="00AE0E6D">
        <w:rPr>
          <w:b/>
        </w:rPr>
        <w:t>11</w:t>
      </w:r>
      <w:r w:rsidRPr="00AE0E6D">
        <w:rPr>
          <w:b/>
        </w:rPr>
        <w:tab/>
        <w:t>Outage Returning Early</w:t>
      </w:r>
      <w:bookmarkEnd w:id="503"/>
      <w:bookmarkEnd w:id="504"/>
      <w:bookmarkEnd w:id="505"/>
      <w:bookmarkEnd w:id="506"/>
      <w:bookmarkEnd w:id="507"/>
      <w:bookmarkEnd w:id="508"/>
      <w:bookmarkEnd w:id="509"/>
      <w:bookmarkEnd w:id="510"/>
      <w:bookmarkEnd w:id="511"/>
      <w:bookmarkEnd w:id="512"/>
      <w:bookmarkEnd w:id="513"/>
      <w:bookmarkEnd w:id="514"/>
    </w:p>
    <w:p w14:paraId="56EE142B" w14:textId="0EF77ECE"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15" w:name="_Toc204048501"/>
      <w:bookmarkStart w:id="516" w:name="_Toc400526088"/>
      <w:bookmarkStart w:id="517" w:name="_Toc405534406"/>
      <w:bookmarkStart w:id="518" w:name="_Toc406570419"/>
      <w:bookmarkStart w:id="519" w:name="_Toc410910571"/>
      <w:bookmarkStart w:id="520" w:name="_Toc411840999"/>
      <w:bookmarkStart w:id="521" w:name="_Toc422146961"/>
      <w:bookmarkStart w:id="522" w:name="_Toc433020557"/>
      <w:bookmarkStart w:id="523" w:name="_Toc437261998"/>
      <w:bookmarkStart w:id="524" w:name="_Toc478375169"/>
      <w:bookmarkStart w:id="525" w:name="_Toc199405234"/>
      <w:r w:rsidRPr="00AE0E6D">
        <w:rPr>
          <w:b/>
        </w:rPr>
        <w:t>3.1.6.1</w:t>
      </w:r>
      <w:r w:rsidR="00E51010" w:rsidRPr="00AE0E6D">
        <w:rPr>
          <w:b/>
        </w:rPr>
        <w:t>2</w:t>
      </w:r>
      <w:r w:rsidRPr="00AE0E6D">
        <w:rPr>
          <w:b/>
        </w:rPr>
        <w:tab/>
        <w:t>Resource Coming On-Line</w:t>
      </w:r>
      <w:bookmarkEnd w:id="515"/>
      <w:bookmarkEnd w:id="516"/>
      <w:bookmarkEnd w:id="517"/>
      <w:bookmarkEnd w:id="518"/>
      <w:bookmarkEnd w:id="519"/>
      <w:bookmarkEnd w:id="520"/>
      <w:bookmarkEnd w:id="521"/>
      <w:bookmarkEnd w:id="522"/>
      <w:bookmarkEnd w:id="523"/>
      <w:bookmarkEnd w:id="524"/>
      <w:bookmarkEnd w:id="525"/>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26" w:name="_Toc199405235"/>
      <w:r w:rsidRPr="00B070BB">
        <w:rPr>
          <w:b/>
        </w:rPr>
        <w:t>3.1.6.13</w:t>
      </w:r>
      <w:r w:rsidRPr="00B070BB">
        <w:rPr>
          <w:b/>
        </w:rPr>
        <w:tab/>
        <w:t>Maximum Daily Resource Planned Outage Capacity</w:t>
      </w:r>
      <w:bookmarkEnd w:id="526"/>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lastRenderedPageBreak/>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27" w:name="_Toc199405236"/>
      <w:bookmarkStart w:id="528"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27"/>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w:t>
      </w:r>
      <w:r>
        <w:lastRenderedPageBreak/>
        <w:t xml:space="preserve">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9" w:name="_Toc204048502"/>
      <w:bookmarkStart w:id="530" w:name="_Toc400526089"/>
      <w:bookmarkStart w:id="531" w:name="_Toc405534407"/>
      <w:bookmarkStart w:id="532" w:name="_Toc406570420"/>
      <w:bookmarkStart w:id="533" w:name="_Toc410910572"/>
      <w:bookmarkStart w:id="534" w:name="_Toc411841000"/>
      <w:bookmarkStart w:id="535" w:name="_Toc422146962"/>
      <w:bookmarkStart w:id="536" w:name="_Toc433020558"/>
      <w:bookmarkStart w:id="537" w:name="_Toc437261999"/>
      <w:bookmarkStart w:id="538" w:name="_Toc478375170"/>
      <w:bookmarkStart w:id="539" w:name="_Toc199405237"/>
      <w:bookmarkEnd w:id="528"/>
      <w:r>
        <w:t>3.1.7</w:t>
      </w:r>
      <w:r>
        <w:tab/>
        <w:t>Reliability Resource Outages</w:t>
      </w:r>
      <w:bookmarkEnd w:id="529"/>
      <w:bookmarkEnd w:id="530"/>
      <w:bookmarkEnd w:id="531"/>
      <w:bookmarkEnd w:id="532"/>
      <w:bookmarkEnd w:id="533"/>
      <w:bookmarkEnd w:id="534"/>
      <w:bookmarkEnd w:id="535"/>
      <w:bookmarkEnd w:id="536"/>
      <w:bookmarkEnd w:id="537"/>
      <w:bookmarkEnd w:id="538"/>
      <w:bookmarkEnd w:id="539"/>
    </w:p>
    <w:p w14:paraId="00D5BD76" w14:textId="45FC59C9" w:rsidR="00CB13B2" w:rsidRDefault="00F0611D" w:rsidP="00D405A7">
      <w:pPr>
        <w:pStyle w:val="BodyTextNumbered"/>
      </w:pPr>
      <w:r>
        <w:t>(1)</w:t>
      </w:r>
      <w:r>
        <w:tab/>
      </w:r>
      <w:r w:rsidR="002D238A">
        <w:t>ERCOT shall evaluate requests for approval of an Outage of a Reliability Resource to determine if any one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40" w:name="_Toc204048503"/>
      <w:bookmarkStart w:id="541" w:name="_Toc400526090"/>
      <w:bookmarkStart w:id="542" w:name="_Toc405534408"/>
      <w:bookmarkStart w:id="543" w:name="_Toc406570421"/>
      <w:bookmarkStart w:id="544" w:name="_Toc410910573"/>
      <w:bookmarkStart w:id="545" w:name="_Toc411841001"/>
      <w:bookmarkStart w:id="546" w:name="_Toc422146963"/>
      <w:bookmarkStart w:id="547" w:name="_Toc433020559"/>
      <w:bookmarkStart w:id="548" w:name="_Toc437262000"/>
      <w:bookmarkStart w:id="549" w:name="_Toc478375171"/>
      <w:bookmarkStart w:id="550" w:name="_Toc199405238"/>
      <w:r w:rsidRPr="00AE0E6D">
        <w:rPr>
          <w:b/>
        </w:rPr>
        <w:t>3.1.7.1</w:t>
      </w:r>
      <w:r w:rsidRPr="00AE0E6D">
        <w:rPr>
          <w:b/>
        </w:rPr>
        <w:tab/>
        <w:t>Timelines for Response by ERCOT on Reliability Resource Outages</w:t>
      </w:r>
      <w:bookmarkEnd w:id="540"/>
      <w:bookmarkEnd w:id="541"/>
      <w:bookmarkEnd w:id="542"/>
      <w:bookmarkEnd w:id="543"/>
      <w:bookmarkEnd w:id="544"/>
      <w:bookmarkEnd w:id="545"/>
      <w:bookmarkEnd w:id="546"/>
      <w:bookmarkEnd w:id="547"/>
      <w:bookmarkEnd w:id="548"/>
      <w:bookmarkEnd w:id="549"/>
      <w:bookmarkEnd w:id="550"/>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lastRenderedPageBreak/>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51" w:name="_Toc204048504"/>
      <w:bookmarkStart w:id="552" w:name="_Toc400526091"/>
      <w:bookmarkStart w:id="553" w:name="_Toc405534409"/>
      <w:bookmarkStart w:id="554" w:name="_Toc406570422"/>
      <w:bookmarkStart w:id="555" w:name="_Toc410910574"/>
      <w:bookmarkStart w:id="556" w:name="_Toc411841002"/>
      <w:bookmarkStart w:id="557" w:name="_Toc422146964"/>
      <w:bookmarkStart w:id="558" w:name="_Toc433020560"/>
      <w:bookmarkStart w:id="559" w:name="_Toc437262001"/>
      <w:bookmarkStart w:id="560" w:name="_Toc478375172"/>
      <w:bookmarkStart w:id="561" w:name="_Toc199405239"/>
      <w:r w:rsidRPr="00AE0E6D">
        <w:rPr>
          <w:b/>
        </w:rPr>
        <w:t>3.1.7.2</w:t>
      </w:r>
      <w:r w:rsidRPr="00AE0E6D">
        <w:rPr>
          <w:b/>
        </w:rPr>
        <w:tab/>
        <w:t>Changes to an Approved Reliability Resource Outage Plan</w:t>
      </w:r>
      <w:bookmarkEnd w:id="551"/>
      <w:bookmarkEnd w:id="552"/>
      <w:bookmarkEnd w:id="553"/>
      <w:bookmarkEnd w:id="554"/>
      <w:bookmarkEnd w:id="555"/>
      <w:bookmarkEnd w:id="556"/>
      <w:bookmarkEnd w:id="557"/>
      <w:bookmarkEnd w:id="558"/>
      <w:bookmarkEnd w:id="559"/>
      <w:bookmarkEnd w:id="560"/>
      <w:bookmarkEnd w:id="561"/>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62" w:name="_Toc478375173"/>
      <w:bookmarkStart w:id="563" w:name="_Toc199405240"/>
      <w:r w:rsidRPr="003A4D10">
        <w:t>3.1.8</w:t>
      </w:r>
      <w:r w:rsidRPr="003A4D10">
        <w:tab/>
        <w:t>High Impact Transmission Element (HITE) Identification</w:t>
      </w:r>
      <w:bookmarkEnd w:id="562"/>
      <w:bookmarkEnd w:id="563"/>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335222E"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028FCCA" w14:textId="4C86770F" w:rsidR="007F7DC3" w:rsidRDefault="007F7DC3" w:rsidP="00444C95">
            <w:pPr>
              <w:spacing w:before="120" w:after="240"/>
              <w:rPr>
                <w:b/>
                <w:i/>
              </w:rPr>
            </w:pPr>
            <w:bookmarkStart w:id="564" w:name="_Toc204048505"/>
            <w:bookmarkStart w:id="565" w:name="_Toc400526092"/>
            <w:bookmarkStart w:id="566" w:name="_Toc405534410"/>
            <w:bookmarkStart w:id="567" w:name="_Toc406570423"/>
            <w:bookmarkStart w:id="568" w:name="_Toc410910575"/>
            <w:bookmarkStart w:id="569" w:name="_Toc411841003"/>
            <w:bookmarkStart w:id="570" w:name="_Toc422146965"/>
            <w:bookmarkStart w:id="571" w:name="_Toc433020561"/>
            <w:bookmarkStart w:id="572" w:name="_Toc437262002"/>
            <w:bookmarkStart w:id="573" w:name="_Toc478375174"/>
            <w:r>
              <w:rPr>
                <w:b/>
                <w:i/>
              </w:rPr>
              <w:t>[NPRR1240:  Replace paragraph (1) above with the following upon system implementation:]</w:t>
            </w:r>
          </w:p>
          <w:p w14:paraId="3F7694BE" w14:textId="76DFEF2E" w:rsidR="007F7DC3" w:rsidRPr="007F7DC3" w:rsidRDefault="007F7DC3" w:rsidP="007F7DC3">
            <w:pPr>
              <w:pStyle w:val="BodyTextNumbered"/>
            </w:pPr>
            <w:r>
              <w:rPr>
                <w:iCs w:val="0"/>
              </w:rPr>
              <w:t>(</w:t>
            </w:r>
            <w:r w:rsidRPr="00F0611D">
              <w:rPr>
                <w:iCs w:val="0"/>
              </w:rPr>
              <w:t>1)</w:t>
            </w:r>
            <w:r w:rsidRPr="00F0611D">
              <w:rPr>
                <w:iCs w:val="0"/>
              </w:rPr>
              <w:tab/>
              <w:t>ERCOT, with input from Market Participants, shall develop a list of HITEs</w:t>
            </w:r>
            <w:r>
              <w:rPr>
                <w:iCs w:val="0"/>
              </w:rPr>
              <w:t xml:space="preserve">.  </w:t>
            </w:r>
            <w:r>
              <w:t xml:space="preserve">ERCOT, with input from Market Participants, shall develop a list of </w:t>
            </w:r>
            <w:r w:rsidR="00A178D3">
              <w:t>m</w:t>
            </w:r>
            <w:r>
              <w:t xml:space="preserve">ajor </w:t>
            </w:r>
            <w:r w:rsidR="00A178D3">
              <w:t>t</w:t>
            </w:r>
            <w:r>
              <w:t xml:space="preserve">ransmission </w:t>
            </w:r>
            <w:r w:rsidR="00A178D3">
              <w:t>e</w:t>
            </w:r>
            <w:r>
              <w:t>lements</w:t>
            </w:r>
            <w:r w:rsidRPr="00F0611D">
              <w:rPr>
                <w:iCs w:val="0"/>
              </w:rPr>
              <w:t xml:space="preserve"> for review and approval at least annually by </w:t>
            </w:r>
            <w:r>
              <w:rPr>
                <w:iCs w:val="0"/>
              </w:rPr>
              <w:t xml:space="preserve">the </w:t>
            </w:r>
            <w:r w:rsidRPr="00F0611D">
              <w:rPr>
                <w:iCs w:val="0"/>
              </w:rPr>
              <w:t>TAC.</w:t>
            </w:r>
          </w:p>
        </w:tc>
      </w:tr>
    </w:tbl>
    <w:p w14:paraId="443B01F8" w14:textId="77777777" w:rsidR="00CB13B2" w:rsidRDefault="002D238A" w:rsidP="006E0CB7">
      <w:pPr>
        <w:pStyle w:val="H2"/>
        <w:spacing w:before="480"/>
      </w:pPr>
      <w:bookmarkStart w:id="574" w:name="_Toc199405241"/>
      <w:r>
        <w:t xml:space="preserve">3.2 </w:t>
      </w:r>
      <w:r>
        <w:tab/>
        <w:t>Analysis of Resource Adequacy</w:t>
      </w:r>
      <w:bookmarkEnd w:id="564"/>
      <w:bookmarkEnd w:id="565"/>
      <w:bookmarkEnd w:id="566"/>
      <w:bookmarkEnd w:id="567"/>
      <w:bookmarkEnd w:id="568"/>
      <w:bookmarkEnd w:id="569"/>
      <w:bookmarkEnd w:id="570"/>
      <w:bookmarkEnd w:id="571"/>
      <w:bookmarkEnd w:id="572"/>
      <w:bookmarkEnd w:id="573"/>
      <w:bookmarkEnd w:id="574"/>
    </w:p>
    <w:p w14:paraId="26C767C1" w14:textId="77777777" w:rsidR="00CB13B2" w:rsidRDefault="002D238A">
      <w:pPr>
        <w:pStyle w:val="H3"/>
      </w:pPr>
      <w:bookmarkStart w:id="575" w:name="_Toc204048506"/>
      <w:bookmarkStart w:id="576" w:name="_Toc400526093"/>
      <w:bookmarkStart w:id="577" w:name="_Toc405534411"/>
      <w:bookmarkStart w:id="578" w:name="_Toc406570424"/>
      <w:bookmarkStart w:id="579" w:name="_Toc410910576"/>
      <w:bookmarkStart w:id="580" w:name="_Toc411841004"/>
      <w:bookmarkStart w:id="581" w:name="_Toc422146966"/>
      <w:bookmarkStart w:id="582" w:name="_Toc433020562"/>
      <w:bookmarkStart w:id="583" w:name="_Toc437262003"/>
      <w:bookmarkStart w:id="584" w:name="_Toc478375175"/>
      <w:bookmarkStart w:id="585" w:name="_Toc199405242"/>
      <w:r>
        <w:t>3.2.1</w:t>
      </w:r>
      <w:r>
        <w:tab/>
        <w:t>Calculation of Aggregate Resource Capacity</w:t>
      </w:r>
      <w:bookmarkEnd w:id="575"/>
      <w:bookmarkEnd w:id="576"/>
      <w:bookmarkEnd w:id="577"/>
      <w:bookmarkEnd w:id="578"/>
      <w:bookmarkEnd w:id="579"/>
      <w:bookmarkEnd w:id="580"/>
      <w:bookmarkEnd w:id="581"/>
      <w:bookmarkEnd w:id="582"/>
      <w:bookmarkEnd w:id="583"/>
      <w:bookmarkEnd w:id="584"/>
      <w:bookmarkEnd w:id="585"/>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lastRenderedPageBreak/>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86" w:name="_Hlk43472096"/>
            <w:r w:rsidRPr="00A552C3">
              <w:rPr>
                <w:iCs/>
                <w:color w:val="000000"/>
              </w:rPr>
              <w:t>capacity, ESR capacity,</w:t>
            </w:r>
            <w:bookmarkEnd w:id="586"/>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87" w:name="_Toc204048507"/>
      <w:bookmarkStart w:id="588" w:name="_Toc400526094"/>
      <w:bookmarkStart w:id="589" w:name="_Toc405534412"/>
      <w:bookmarkStart w:id="590" w:name="_Toc406570425"/>
      <w:bookmarkStart w:id="591" w:name="_Toc410910577"/>
      <w:bookmarkStart w:id="592" w:name="_Toc411841005"/>
      <w:bookmarkStart w:id="593" w:name="_Toc422146967"/>
      <w:bookmarkStart w:id="594" w:name="_Toc433020563"/>
      <w:bookmarkStart w:id="595" w:name="_Toc437262004"/>
      <w:bookmarkStart w:id="596" w:name="_Toc478375176"/>
      <w:bookmarkStart w:id="597" w:name="_Toc199405243"/>
      <w:r>
        <w:lastRenderedPageBreak/>
        <w:t>3.2.2</w:t>
      </w:r>
      <w:r>
        <w:tab/>
        <w:t>Demand Forecasts</w:t>
      </w:r>
      <w:bookmarkEnd w:id="587"/>
      <w:bookmarkEnd w:id="588"/>
      <w:bookmarkEnd w:id="589"/>
      <w:bookmarkEnd w:id="590"/>
      <w:bookmarkEnd w:id="591"/>
      <w:bookmarkEnd w:id="592"/>
      <w:bookmarkEnd w:id="593"/>
      <w:bookmarkEnd w:id="594"/>
      <w:bookmarkEnd w:id="595"/>
      <w:bookmarkEnd w:id="596"/>
      <w:bookmarkEnd w:id="597"/>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158DD0F6"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4127399" w14:textId="77777777" w:rsidR="007F7DC3" w:rsidRDefault="007F7DC3" w:rsidP="00444C95">
            <w:pPr>
              <w:spacing w:before="120" w:after="240"/>
              <w:rPr>
                <w:b/>
                <w:i/>
              </w:rPr>
            </w:pPr>
            <w:r>
              <w:rPr>
                <w:b/>
                <w:i/>
              </w:rPr>
              <w:t>[NPRR1240:  Replace paragraph (1) above with the following upon system implementation:]</w:t>
            </w:r>
          </w:p>
          <w:p w14:paraId="42E991DE" w14:textId="31410B53" w:rsidR="007F7DC3" w:rsidRPr="007F7DC3" w:rsidRDefault="007F7DC3" w:rsidP="007F7DC3">
            <w:pPr>
              <w:pStyle w:val="BodyTextNumbered"/>
            </w:pPr>
            <w:r>
              <w:t>(1)</w:t>
            </w:r>
            <w:r>
              <w:tab/>
              <w:t>Monthly, ERCOT shall post on the ERCOT website the weekly peak hour Demand forecast for the ERCOT Region and for the Forecast Zones based on the 36-Month Load Forecast as described in Section 3.12, Load Forecasting, for the following 36 months, starting with the second week</w:t>
            </w:r>
            <w:r>
              <w:rPr>
                <w:rStyle w:val="DeltaViewInsertion"/>
                <w:color w:val="000000"/>
              </w:rPr>
              <w:t>.</w:t>
            </w:r>
            <w:r>
              <w:t xml:space="preserve">  During the development of this forecast, ERCOT may consult with Qualified Scheduling Entities (QSEs), Transmission Service Providers (TSPs), and other Market </w:t>
            </w:r>
            <w:r w:rsidRPr="002D7D98">
              <w:t>Participants that may have knowledge of potential Load growth.</w:t>
            </w:r>
          </w:p>
        </w:tc>
      </w:tr>
    </w:tbl>
    <w:p w14:paraId="58551256" w14:textId="153AB169" w:rsidR="00CB13B2" w:rsidRDefault="002D238A" w:rsidP="006E0CB7">
      <w:pPr>
        <w:pStyle w:val="BodyTextNumbered"/>
        <w:spacing w:before="240"/>
      </w:pPr>
      <w:r>
        <w:t>(2)</w:t>
      </w:r>
      <w:r>
        <w:tab/>
        <w:t xml:space="preserve">ERCOT may, at its discretion, publish on the </w:t>
      </w:r>
      <w:r w:rsidR="00CA25D8">
        <w:t>Market Information System (</w:t>
      </w:r>
      <w:r>
        <w:t>MIS</w:t>
      </w:r>
      <w:r w:rsidR="00CA25D8">
        <w:t>)</w:t>
      </w:r>
      <w:r w:rsidR="008637FB">
        <w:t xml:space="preserve"> Secure Area,</w:t>
      </w:r>
      <w:r>
        <w:t xml:space="preserve"> additional peak Demand analyses for periods beyond 36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0DEDD95"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50C5DCA" w14:textId="4EF3C1A1" w:rsidR="007F7DC3" w:rsidRDefault="007F7DC3" w:rsidP="00444C95">
            <w:pPr>
              <w:spacing w:before="120" w:after="240"/>
              <w:rPr>
                <w:b/>
                <w:i/>
              </w:rPr>
            </w:pPr>
            <w:r>
              <w:rPr>
                <w:b/>
                <w:i/>
              </w:rPr>
              <w:t>[NPRR1240:  Replace paragraph (2) above with the following upon system implementation:]</w:t>
            </w:r>
          </w:p>
          <w:p w14:paraId="76771148" w14:textId="18BA7F8E" w:rsidR="007F7DC3" w:rsidRPr="007F7DC3" w:rsidRDefault="007F7DC3" w:rsidP="007F7DC3">
            <w:pPr>
              <w:pStyle w:val="BodyTextNumbered"/>
            </w:pPr>
            <w:r w:rsidRPr="002D7D98">
              <w:t>(2)</w:t>
            </w:r>
            <w:r w:rsidRPr="002D7D98">
              <w:tab/>
              <w:t xml:space="preserve">ERCOT may, at its discretion, publish on the </w:t>
            </w:r>
            <w:r>
              <w:t>ERCOT website</w:t>
            </w:r>
            <w:r w:rsidRPr="002D7D98">
              <w:t>, additional peak Demand analyses for periods beyond 36 months.</w:t>
            </w:r>
          </w:p>
        </w:tc>
      </w:tr>
    </w:tbl>
    <w:p w14:paraId="52AD40C9" w14:textId="4887BCAE" w:rsidR="00C50BB4" w:rsidRPr="00C50BB4" w:rsidRDefault="002D238A" w:rsidP="006E0CB7">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8" w:name="_Toc204048508"/>
      <w:bookmarkStart w:id="599" w:name="_Toc400526095"/>
      <w:bookmarkStart w:id="600" w:name="_Toc405534413"/>
      <w:bookmarkStart w:id="601" w:name="_Toc406570426"/>
      <w:bookmarkStart w:id="602" w:name="_Toc410910578"/>
      <w:bookmarkStart w:id="603" w:name="_Toc411841006"/>
      <w:bookmarkStart w:id="604" w:name="_Toc422146968"/>
      <w:bookmarkStart w:id="605" w:name="_Toc433020564"/>
      <w:bookmarkStart w:id="606" w:name="_Toc437262005"/>
      <w:bookmarkStart w:id="607" w:name="_Toc478375177"/>
      <w:bookmarkStart w:id="608" w:name="_Toc91055053"/>
      <w:bookmarkStart w:id="609" w:name="_Toc199405244"/>
      <w:r>
        <w:t>3.2.3</w:t>
      </w:r>
      <w:r>
        <w:tab/>
      </w:r>
      <w:r w:rsidR="002D28EA">
        <w:t xml:space="preserve">Short-Term </w:t>
      </w:r>
      <w:r>
        <w:t>System Adequacy Reports</w:t>
      </w:r>
      <w:bookmarkEnd w:id="598"/>
      <w:bookmarkEnd w:id="599"/>
      <w:bookmarkEnd w:id="600"/>
      <w:bookmarkEnd w:id="601"/>
      <w:bookmarkEnd w:id="602"/>
      <w:bookmarkEnd w:id="603"/>
      <w:bookmarkEnd w:id="604"/>
      <w:bookmarkEnd w:id="605"/>
      <w:bookmarkEnd w:id="606"/>
      <w:bookmarkEnd w:id="607"/>
      <w:bookmarkEnd w:id="608"/>
      <w:bookmarkEnd w:id="609"/>
    </w:p>
    <w:p w14:paraId="0188DFDF" w14:textId="476374A3" w:rsidR="00933223" w:rsidRDefault="00933223" w:rsidP="00933223">
      <w:pPr>
        <w:pStyle w:val="BodyTextNumbered"/>
        <w:rPr>
          <w:color w:val="000000"/>
          <w:szCs w:val="24"/>
        </w:rPr>
      </w:pPr>
      <w:bookmarkStart w:id="610"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lastRenderedPageBreak/>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5D456210"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w:t>
      </w:r>
    </w:p>
    <w:p w14:paraId="26CEE2A4" w14:textId="1BFDA02C" w:rsidR="00EC4D23" w:rsidRDefault="00B82FA9" w:rsidP="00EC4D23">
      <w:pPr>
        <w:pStyle w:val="List"/>
        <w:rPr>
          <w:iCs/>
        </w:rPr>
      </w:pPr>
      <w:bookmarkStart w:id="611" w:name="_Toc400526096"/>
      <w:bookmarkStart w:id="612" w:name="_Toc405534414"/>
      <w:bookmarkStart w:id="613" w:name="_Toc406570427"/>
      <w:bookmarkStart w:id="614" w:name="_Toc410910579"/>
      <w:bookmarkStart w:id="615" w:name="_Toc411841007"/>
      <w:bookmarkStart w:id="616" w:name="_Toc422146969"/>
      <w:bookmarkStart w:id="617" w:name="_Toc433020565"/>
      <w:bookmarkStart w:id="618" w:name="_Toc437262006"/>
      <w:bookmarkStart w:id="619"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294EB0">
        <w:rPr>
          <w:iCs/>
        </w:rPr>
        <w:t>;</w:t>
      </w:r>
    </w:p>
    <w:p w14:paraId="7CCF3EE5" w14:textId="2EEA8741"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 xml:space="preserve">y will be calculated as the sum of the Seasonal HSLs for non-IRR Generation Resources including seasonal Private Use Network capacity and </w:t>
      </w:r>
      <w:r w:rsidRPr="00B10404">
        <w:rPr>
          <w:iCs/>
        </w:rPr>
        <w:lastRenderedPageBreak/>
        <w:t>the forecasted output for IRRs minus the total capacity of accepted or approved Resource Outages</w:t>
      </w:r>
      <w:r w:rsidR="00294EB0">
        <w:rPr>
          <w:iCs/>
        </w:rPr>
        <w:t>;</w:t>
      </w:r>
    </w:p>
    <w:p w14:paraId="4075A888" w14:textId="7242BA27" w:rsidR="0085778F"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r w:rsidR="00294EB0">
        <w:rPr>
          <w:iCs/>
        </w:rPr>
        <w:t>; and</w:t>
      </w:r>
    </w:p>
    <w:p w14:paraId="35B476AA" w14:textId="06F55E48" w:rsidR="00294EB0" w:rsidRPr="00294EB0" w:rsidRDefault="00294EB0" w:rsidP="00294EB0">
      <w:pPr>
        <w:spacing w:after="240"/>
        <w:ind w:left="1440" w:hanging="720"/>
        <w:rPr>
          <w:color w:val="000000"/>
          <w:szCs w:val="24"/>
        </w:rPr>
      </w:pPr>
      <w:r w:rsidRPr="00432FE4">
        <w:rPr>
          <w:color w:val="000000"/>
          <w:szCs w:val="24"/>
        </w:rPr>
        <w:t>(</w:t>
      </w:r>
      <w:r>
        <w:rPr>
          <w:color w:val="000000"/>
          <w:szCs w:val="24"/>
        </w:rPr>
        <w:t>i</w:t>
      </w:r>
      <w:r w:rsidRPr="00432FE4">
        <w:rPr>
          <w:color w:val="000000"/>
          <w:szCs w:val="24"/>
        </w:rPr>
        <w:t>)</w:t>
      </w:r>
      <w:r w:rsidRPr="00432FE4">
        <w:rPr>
          <w:color w:val="000000"/>
          <w:szCs w:val="24"/>
        </w:rPr>
        <w:tab/>
        <w:t xml:space="preserve">For each DC Tie, the sum of any ERCOT-approved DC Tie Schedules for each 15-minute interval for the first seven days.  The sum shall be displayed as an absolute value and classified as a net import or net export.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2F8B1EEE" w:rsidR="00D11299" w:rsidRDefault="00D11299" w:rsidP="00D52513">
            <w:pPr>
              <w:spacing w:before="120" w:after="240"/>
              <w:rPr>
                <w:b/>
                <w:i/>
              </w:rPr>
            </w:pPr>
            <w:r>
              <w:rPr>
                <w:b/>
                <w:i/>
              </w:rPr>
              <w:t>[</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20" w:name="_Toc10017703"/>
            <w:bookmarkStart w:id="621" w:name="_Toc33773534"/>
            <w:bookmarkStart w:id="622" w:name="_Toc38964926"/>
            <w:bookmarkStart w:id="623" w:name="_Toc44313206"/>
            <w:bookmarkStart w:id="624" w:name="_Toc46954735"/>
            <w:bookmarkStart w:id="625" w:name="_Toc49589372"/>
            <w:bookmarkStart w:id="626" w:name="_Toc56671717"/>
            <w:bookmarkStart w:id="627" w:name="_Toc60037258"/>
            <w:bookmarkStart w:id="628" w:name="_Toc65141345"/>
            <w:bookmarkStart w:id="629" w:name="_Toc68163678"/>
            <w:bookmarkStart w:id="630" w:name="_Toc75942402"/>
            <w:bookmarkStart w:id="631" w:name="_Toc94099748"/>
            <w:bookmarkStart w:id="632" w:name="_Toc94100202"/>
            <w:bookmarkStart w:id="633" w:name="_Toc109631721"/>
            <w:bookmarkStart w:id="634" w:name="_Toc110057597"/>
            <w:bookmarkStart w:id="635" w:name="_Toc111272599"/>
            <w:bookmarkStart w:id="636" w:name="_Toc112226051"/>
            <w:bookmarkStart w:id="637" w:name="_Toc121253203"/>
            <w:bookmarkStart w:id="638" w:name="_Toc125014602"/>
            <w:bookmarkStart w:id="639" w:name="_Toc135988923"/>
            <w:bookmarkStart w:id="640" w:name="_Toc160026563"/>
            <w:bookmarkStart w:id="641" w:name="_Toc176255193"/>
            <w:bookmarkStart w:id="642" w:name="_Toc178232065"/>
            <w:bookmarkStart w:id="643" w:name="_Toc199405245"/>
            <w:r w:rsidRPr="005274A2">
              <w:rPr>
                <w:b/>
                <w:bCs/>
                <w:i/>
              </w:rPr>
              <w:t>3.2.3</w:t>
            </w:r>
            <w:r w:rsidRPr="005274A2">
              <w:rPr>
                <w:b/>
                <w:bCs/>
                <w:i/>
              </w:rPr>
              <w:tab/>
              <w:t>Short-Term System Adequacy Reports</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lastRenderedPageBreak/>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072E4A89"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xml:space="preserve">; </w:t>
            </w:r>
          </w:p>
          <w:p w14:paraId="7107318E" w14:textId="296C7C71" w:rsidR="005274A2" w:rsidRPr="00432FE4" w:rsidRDefault="005274A2" w:rsidP="00432FE4">
            <w:pPr>
              <w:spacing w:after="240"/>
              <w:ind w:left="1440" w:hanging="720"/>
              <w:rPr>
                <w:color w:val="000000"/>
                <w:szCs w:val="24"/>
              </w:rPr>
            </w:pPr>
            <w:bookmarkStart w:id="644" w:name="_Toc33773535"/>
            <w:bookmarkStart w:id="645" w:name="_Toc38964927"/>
            <w:bookmarkStart w:id="646"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DF613C">
              <w:rPr>
                <w:color w:val="000000"/>
                <w:szCs w:val="24"/>
              </w:rPr>
              <w:t>;</w:t>
            </w:r>
            <w:bookmarkEnd w:id="644"/>
            <w:bookmarkEnd w:id="645"/>
            <w:bookmarkEnd w:id="646"/>
            <w:r w:rsidRPr="00432FE4">
              <w:rPr>
                <w:color w:val="000000"/>
                <w:szCs w:val="24"/>
              </w:rPr>
              <w:t xml:space="preserve"> </w:t>
            </w:r>
          </w:p>
          <w:p w14:paraId="0813C632" w14:textId="41EEC71A" w:rsidR="00D52513" w:rsidRPr="00432FE4" w:rsidRDefault="005274A2" w:rsidP="00432FE4">
            <w:pPr>
              <w:spacing w:after="240"/>
              <w:ind w:left="1440" w:hanging="720"/>
              <w:rPr>
                <w:color w:val="000000"/>
                <w:szCs w:val="24"/>
              </w:rPr>
            </w:pPr>
            <w:bookmarkStart w:id="647" w:name="_Toc33773536"/>
            <w:bookmarkStart w:id="648" w:name="_Toc38964928"/>
            <w:bookmarkStart w:id="649" w:name="_Toc44313208"/>
            <w:r w:rsidRPr="00432FE4">
              <w:rPr>
                <w:color w:val="000000"/>
                <w:szCs w:val="24"/>
              </w:rPr>
              <w:lastRenderedPageBreak/>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47"/>
            <w:bookmarkEnd w:id="648"/>
            <w:bookmarkEnd w:id="649"/>
            <w:r w:rsidR="00DF613C">
              <w:rPr>
                <w:color w:val="000000"/>
                <w:szCs w:val="24"/>
              </w:rPr>
              <w:t>;</w:t>
            </w:r>
            <w:r w:rsidR="00D52513" w:rsidRPr="00432FE4">
              <w:rPr>
                <w:color w:val="000000"/>
                <w:szCs w:val="24"/>
              </w:rPr>
              <w:t xml:space="preserve"> </w:t>
            </w:r>
          </w:p>
          <w:p w14:paraId="09EE0051" w14:textId="60784714" w:rsidR="00D11299" w:rsidRPr="00432FE4" w:rsidRDefault="005274A2" w:rsidP="00432FE4">
            <w:pPr>
              <w:spacing w:after="240"/>
              <w:ind w:left="1440" w:hanging="720"/>
              <w:rPr>
                <w:color w:val="000000"/>
                <w:szCs w:val="24"/>
              </w:rPr>
            </w:pPr>
            <w:bookmarkStart w:id="650" w:name="_Toc33773537"/>
            <w:bookmarkStart w:id="651" w:name="_Toc38964929"/>
            <w:bookmarkStart w:id="652"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50"/>
            <w:bookmarkEnd w:id="651"/>
            <w:bookmarkEnd w:id="652"/>
            <w:r w:rsidR="00DF613C">
              <w:rPr>
                <w:color w:val="000000"/>
                <w:szCs w:val="24"/>
              </w:rPr>
              <w:t>; and</w:t>
            </w:r>
          </w:p>
          <w:p w14:paraId="56FC1AD0" w14:textId="5F73D18C" w:rsidR="00D11299" w:rsidRPr="00D11299" w:rsidRDefault="005274A2" w:rsidP="00840A78">
            <w:pPr>
              <w:spacing w:after="240"/>
              <w:ind w:left="1440" w:hanging="720"/>
              <w:rPr>
                <w:b/>
                <w:bCs/>
                <w:i/>
                <w:iCs/>
              </w:rPr>
            </w:pPr>
            <w:bookmarkStart w:id="653" w:name="_Toc33773538"/>
            <w:bookmarkStart w:id="654" w:name="_Toc38964930"/>
            <w:bookmarkStart w:id="655"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53"/>
            <w:bookmarkEnd w:id="654"/>
            <w:bookmarkEnd w:id="655"/>
            <w:r w:rsidR="00D11299" w:rsidRPr="0065776D">
              <w:t xml:space="preserve">  </w:t>
            </w:r>
          </w:p>
        </w:tc>
      </w:tr>
    </w:tbl>
    <w:p w14:paraId="32367F3D" w14:textId="31F16E83" w:rsidR="00CB13B2" w:rsidRDefault="002D238A" w:rsidP="001739A1">
      <w:pPr>
        <w:pStyle w:val="H3"/>
        <w:spacing w:before="480"/>
        <w:rPr>
          <w:color w:val="000000"/>
          <w:szCs w:val="24"/>
        </w:rPr>
      </w:pPr>
      <w:bookmarkStart w:id="656" w:name="_Toc199405246"/>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10"/>
      <w:bookmarkEnd w:id="611"/>
      <w:bookmarkEnd w:id="612"/>
      <w:bookmarkEnd w:id="613"/>
      <w:bookmarkEnd w:id="614"/>
      <w:bookmarkEnd w:id="615"/>
      <w:bookmarkEnd w:id="616"/>
      <w:bookmarkEnd w:id="617"/>
      <w:bookmarkEnd w:id="618"/>
      <w:bookmarkEnd w:id="619"/>
      <w:bookmarkEnd w:id="656"/>
    </w:p>
    <w:p w14:paraId="1CEC49F6" w14:textId="77777777" w:rsidR="00CB13B2" w:rsidRDefault="002D238A" w:rsidP="00797863">
      <w:pPr>
        <w:pStyle w:val="H3"/>
      </w:pPr>
      <w:bookmarkStart w:id="657" w:name="_Toc400526097"/>
      <w:bookmarkStart w:id="658" w:name="_Toc405534415"/>
      <w:bookmarkStart w:id="659" w:name="_Toc406570428"/>
      <w:bookmarkStart w:id="660" w:name="_Toc410910580"/>
      <w:bookmarkStart w:id="661" w:name="_Toc411841008"/>
      <w:bookmarkStart w:id="662" w:name="_Toc422146970"/>
      <w:bookmarkStart w:id="663" w:name="_Toc433020566"/>
      <w:bookmarkStart w:id="664" w:name="_Toc437262007"/>
      <w:bookmarkStart w:id="665" w:name="_Toc478375179"/>
      <w:bookmarkStart w:id="666" w:name="_Toc199405247"/>
      <w:r>
        <w:t>3.2.5</w:t>
      </w:r>
      <w:r>
        <w:tab/>
        <w:t>Publication of Resource and Load Information</w:t>
      </w:r>
      <w:bookmarkEnd w:id="657"/>
      <w:bookmarkEnd w:id="658"/>
      <w:bookmarkEnd w:id="659"/>
      <w:bookmarkEnd w:id="660"/>
      <w:bookmarkEnd w:id="661"/>
      <w:bookmarkEnd w:id="662"/>
      <w:bookmarkEnd w:id="663"/>
      <w:bookmarkEnd w:id="664"/>
      <w:bookmarkEnd w:id="665"/>
      <w:bookmarkEnd w:id="666"/>
    </w:p>
    <w:p w14:paraId="2FDE2F05" w14:textId="7DC7DEED"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w:t>
      </w:r>
      <w:r w:rsidR="00940707">
        <w:t xml:space="preserve">(CLRs) </w:t>
      </w:r>
      <w:r w:rsidR="00066DF1" w:rsidRPr="003B2FB8">
        <w:t>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3E5FBCA6"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w:t>
            </w:r>
            <w:r w:rsidR="00940707">
              <w:t xml:space="preserve"> (CLRs)</w:t>
            </w:r>
            <w:r w:rsidRPr="00282040">
              <w:t xml:space="preserve"> physically located in the defined Disclosure Area.  This information shall not be posted if the posting of the information </w:t>
            </w:r>
            <w:r w:rsidRPr="00282040">
              <w:lastRenderedPageBreak/>
              <w:t>would reveal any individual Market Participant’s Protected Information.  The information posted by ERCOT shall include:</w:t>
            </w:r>
          </w:p>
        </w:tc>
      </w:tr>
    </w:tbl>
    <w:p w14:paraId="79BEA5AF" w14:textId="49D7DEA8" w:rsidR="00CB13B2" w:rsidRDefault="002D238A" w:rsidP="00080344">
      <w:pPr>
        <w:pStyle w:val="List"/>
        <w:spacing w:before="240"/>
      </w:pPr>
      <w:r>
        <w:lastRenderedPageBreak/>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lastRenderedPageBreak/>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310FDAC0"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w:t>
      </w:r>
      <w:r w:rsidR="00940707">
        <w:t xml:space="preserve">CLRs </w:t>
      </w:r>
      <w:r w:rsidRPr="006A6281">
        <w:t xml:space="preserve">with RTM Energy Bids, with the dispatch for each Controllable Load Resource constrained between the </w:t>
      </w:r>
      <w:r w:rsidR="00940707">
        <w:t>CLR</w:t>
      </w:r>
      <w:r w:rsidRPr="006A6281">
        <w:t xml:space="preserve">’s LPC and MPC.  The result will represent the ERCOT System Demand response capability available to SCED of the </w:t>
      </w:r>
      <w:r w:rsidR="00940707">
        <w:t>CLRs</w:t>
      </w:r>
      <w:r w:rsidRPr="006A6281">
        <w:t xml:space="preserve">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3932CA77" w:rsidR="002A1D9B" w:rsidRDefault="002A1D9B" w:rsidP="002A1D9B">
            <w:pPr>
              <w:spacing w:before="120" w:after="240"/>
              <w:rPr>
                <w:b/>
                <w:i/>
              </w:rPr>
            </w:pPr>
            <w:r>
              <w:rPr>
                <w:b/>
                <w:i/>
              </w:rPr>
              <w:t>[NPRR1014</w:t>
            </w:r>
            <w:r w:rsidR="00227AAE">
              <w:rPr>
                <w:b/>
                <w:i/>
              </w:rPr>
              <w:t xml:space="preserve"> and NPRR1188</w:t>
            </w:r>
            <w:r w:rsidRPr="004B0726">
              <w:rPr>
                <w:b/>
                <w:i/>
              </w:rPr>
              <w:t xml:space="preserve">: </w:t>
            </w:r>
            <w:r>
              <w:rPr>
                <w:b/>
                <w:i/>
              </w:rPr>
              <w:t xml:space="preserve"> Replace</w:t>
            </w:r>
            <w:r w:rsidR="00227AAE">
              <w:rPr>
                <w:b/>
                <w:i/>
              </w:rPr>
              <w:t xml:space="preserve"> applicable portions of</w:t>
            </w:r>
            <w:r>
              <w:rPr>
                <w:b/>
                <w:i/>
              </w:rPr>
              <w:t xml:space="preserve"> paragraph (g) above with the following upon system implementation:</w:t>
            </w:r>
            <w:r w:rsidRPr="004B0726">
              <w:rPr>
                <w:b/>
                <w:i/>
              </w:rPr>
              <w:t>]</w:t>
            </w:r>
          </w:p>
          <w:p w14:paraId="1B1F26AD" w14:textId="715D3D49" w:rsidR="002A1D9B" w:rsidRPr="005901EB" w:rsidRDefault="002A1D9B" w:rsidP="002A1D9B">
            <w:pPr>
              <w:spacing w:after="240"/>
              <w:ind w:left="1440" w:hanging="720"/>
            </w:pPr>
            <w:r w:rsidRPr="00A552C3">
              <w:t>(h)</w:t>
            </w:r>
            <w:r w:rsidRPr="00A552C3">
              <w:tab/>
              <w:t xml:space="preserve">An aggregate energy Demand curve based on the Energy Bid </w:t>
            </w:r>
            <w:r w:rsidR="00227AAE">
              <w:t>C</w:t>
            </w:r>
            <w:r w:rsidRPr="00A552C3">
              <w:t xml:space="preserve">urves available to SCED.  The energy Demand curve will be calculated beginning at the sum of the Low Power Consumptions (LPCs) and ending at the sum of the Maximum Power Consumptions (MPCs), with the dispatch for each </w:t>
            </w:r>
            <w:r w:rsidR="00940707">
              <w:t>CLR</w:t>
            </w:r>
            <w:r w:rsidRPr="00A552C3">
              <w:t xml:space="preserve"> constrained between the </w:t>
            </w:r>
            <w:r w:rsidR="00940707">
              <w:t>CLR’s</w:t>
            </w:r>
            <w:r w:rsidRPr="00A552C3">
              <w:t xml:space="preserve"> LPC and MPC.  The result will represent the ERCOT </w:t>
            </w:r>
            <w:r w:rsidRPr="00A552C3">
              <w:lastRenderedPageBreak/>
              <w:t xml:space="preserve">System Demand response capability available to SCED of the </w:t>
            </w:r>
            <w:r w:rsidR="00940707">
              <w:t>CLRs</w:t>
            </w:r>
            <w:r w:rsidRPr="00A552C3">
              <w:t xml:space="preserve"> with Energy Bid</w:t>
            </w:r>
            <w:r w:rsidR="00227AAE">
              <w:t xml:space="preserve"> Curve</w:t>
            </w:r>
            <w:r w:rsidRPr="00A552C3">
              <w:t>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C8E3D29" w:rsidR="008A1ADA" w:rsidRDefault="008A1ADA" w:rsidP="002A1D9B">
            <w:pPr>
              <w:spacing w:before="120" w:after="240"/>
              <w:rPr>
                <w:b/>
                <w:i/>
              </w:rPr>
            </w:pPr>
            <w:r>
              <w:rPr>
                <w:b/>
                <w:i/>
              </w:rPr>
              <w:t>[NPRR1007</w:t>
            </w:r>
            <w:r w:rsidR="0045093E">
              <w:rPr>
                <w:b/>
                <w:i/>
              </w:rPr>
              <w:t>,</w:t>
            </w:r>
            <w:r w:rsidR="002A1D9B">
              <w:rPr>
                <w:b/>
                <w:i/>
              </w:rPr>
              <w:t xml:space="preserve"> NPRR1014</w:t>
            </w:r>
            <w:r w:rsidR="0045093E">
              <w:rPr>
                <w:b/>
                <w:i/>
              </w:rPr>
              <w:t>, and NPRR1245</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w:t>
            </w:r>
            <w:r w:rsidR="0045093E">
              <w:rPr>
                <w:b/>
                <w:i/>
              </w:rPr>
              <w:t xml:space="preserve"> and NPRR1245</w:t>
            </w:r>
            <w:r w:rsidR="002A1D9B">
              <w:rPr>
                <w:b/>
                <w:i/>
              </w:rPr>
              <w:t>; or upon system implementation</w:t>
            </w:r>
            <w:r w:rsidR="0072058D">
              <w:rPr>
                <w:b/>
                <w:i/>
              </w:rPr>
              <w:t xml:space="preserve"> for</w:t>
            </w:r>
            <w:r w:rsidR="00ED7A25">
              <w:rPr>
                <w:b/>
                <w:i/>
              </w:rPr>
              <w:t xml:space="preserve"> NPRR1014</w:t>
            </w:r>
            <w:r>
              <w:rPr>
                <w:b/>
                <w:i/>
              </w:rPr>
              <w:t>:</w:t>
            </w:r>
            <w:r w:rsidRPr="004B0726">
              <w:rPr>
                <w:b/>
                <w:i/>
              </w:rPr>
              <w:t>]</w:t>
            </w:r>
          </w:p>
          <w:p w14:paraId="6B797BD5" w14:textId="2F60749E" w:rsidR="002A1D9B" w:rsidRPr="00A552C3" w:rsidRDefault="002A1D9B" w:rsidP="002A1D9B">
            <w:pPr>
              <w:spacing w:after="240"/>
              <w:ind w:left="1440" w:hanging="660"/>
            </w:pPr>
            <w:r w:rsidRPr="00A552C3">
              <w:t>(i)</w:t>
            </w:r>
            <w:r w:rsidRPr="00A552C3">
              <w:tab/>
            </w:r>
            <w:r w:rsidR="0045093E" w:rsidRPr="00D476E3">
              <w:t>The aggregate Ancillary Service Offers (prices and quantities) in the RTM for each type of Ancillary Service regardless of a Resource’s On-Line or Off-Line status.  For RRS, ERCOT shall separately post aggregated offers from Resources providing Primary Frequency Response, Fast Frequency Response (FFR), and Load Resources controlled by high-set under-frequency relays.  For ERCOT Contingency Reserve Service (ECRS) and Non-Spinning Reserve (Non-Spin), ERCOT shall separately post aggregated offers from Resources that are SCED-dispatchable and those that are manually dispatched.  Linked Ancillary Service Offers will be included as non-linked Ancillary Service Offers</w:t>
            </w:r>
            <w:r w:rsidRPr="00A552C3">
              <w:t>;</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lastRenderedPageBreak/>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491A03FA" w:rsidR="00CB13B2" w:rsidRDefault="002D238A">
      <w:pPr>
        <w:pStyle w:val="List"/>
      </w:pPr>
      <w:bookmarkStart w:id="667" w:name="_Hlk135827987"/>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xml:space="preserve">.  </w:t>
      </w:r>
      <w:r w:rsidR="00137744">
        <w:t>For</w:t>
      </w:r>
      <w:r w:rsidR="00137744" w:rsidRPr="00842433">
        <w:t xml:space="preserve"> ERCOT Contingency Reserve Service (ECRS), ERCOT shall separately post aggregated offers from Resources</w:t>
      </w:r>
      <w:r w:rsidR="00137744">
        <w:t xml:space="preserve"> that are SCED-dispatchable and those that are manually dispatched</w:t>
      </w:r>
      <w:r w:rsidR="00137744" w:rsidRPr="00842433">
        <w:t xml:space="preserve">.  </w:t>
      </w:r>
      <w:r>
        <w:t>Linked Ancillary Service Offers will be included as non-linked Ancillary Service Offers;</w:t>
      </w:r>
    </w:p>
    <w:p w14:paraId="463F29E0" w14:textId="3B391960"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rsidR="00137744">
        <w:t>.  For ECRS</w:t>
      </w:r>
      <w:r w:rsidR="00137744" w:rsidRPr="002D2A69">
        <w:t xml:space="preserve">, ERCOT shall separately post aggregated </w:t>
      </w:r>
      <w:r w:rsidR="00137744">
        <w:t xml:space="preserve">Self-Arranged Ancillary Service Quantities </w:t>
      </w:r>
      <w:r w:rsidR="00137744" w:rsidRPr="002D2A69">
        <w:t>from Resources that are SCED-dispatchable and those</w:t>
      </w:r>
      <w:r w:rsidR="00137744">
        <w:t xml:space="preserve"> that are manually dispatched</w:t>
      </w:r>
      <w:r>
        <w:t>;</w:t>
      </w:r>
    </w:p>
    <w:p w14:paraId="00364FC5" w14:textId="08BABF97"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rsidR="00137744">
        <w:t xml:space="preserve">.  </w:t>
      </w:r>
      <w:r w:rsidR="00137744" w:rsidRPr="002D2A69">
        <w:t xml:space="preserve">For ECRS, ERCOT shall separately post aggregated </w:t>
      </w:r>
      <w:r w:rsidR="00137744">
        <w:t xml:space="preserve">Ancillary Service Offers </w:t>
      </w:r>
      <w:r w:rsidR="00137744" w:rsidRPr="002D2A69">
        <w:t>from Resources that are SCED-dispatchable and those</w:t>
      </w:r>
      <w:r w:rsidR="00137744">
        <w:t xml:space="preserve"> that are manually dispatched</w:t>
      </w:r>
      <w:r>
        <w:t>; and</w:t>
      </w:r>
    </w:p>
    <w:bookmarkEnd w:id="667"/>
    <w:p w14:paraId="3E9EE06E" w14:textId="22292347" w:rsidR="00CB13B2" w:rsidRDefault="002D238A" w:rsidP="00080344">
      <w:pPr>
        <w:pStyle w:val="List"/>
      </w:pPr>
      <w:r>
        <w:lastRenderedPageBreak/>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1AFAEF15" w:rsidR="00523C82" w:rsidRDefault="00523C82" w:rsidP="00041D0B">
            <w:pPr>
              <w:spacing w:before="120" w:after="240"/>
              <w:rPr>
                <w:b/>
                <w:i/>
              </w:rPr>
            </w:pPr>
            <w:r>
              <w:rPr>
                <w:b/>
                <w:i/>
              </w:rPr>
              <w:t>[NPRR1007</w:t>
            </w:r>
            <w:r w:rsidR="00227AAE">
              <w:rPr>
                <w:b/>
                <w:i/>
              </w:rPr>
              <w:t>,</w:t>
            </w:r>
            <w:r>
              <w:rPr>
                <w:b/>
                <w:i/>
              </w:rPr>
              <w:t xml:space="preserve"> NPRR1014</w:t>
            </w:r>
            <w:r w:rsidR="00227AAE">
              <w:rPr>
                <w:b/>
                <w:i/>
              </w:rPr>
              <w:t>, NPRR1188</w:t>
            </w:r>
            <w:r w:rsidR="0045093E">
              <w:rPr>
                <w:b/>
                <w:i/>
              </w:rPr>
              <w:t>, and NPRR1245</w:t>
            </w:r>
            <w:r w:rsidRPr="004B0726">
              <w:rPr>
                <w:b/>
                <w:i/>
              </w:rPr>
              <w:t xml:space="preserve">: </w:t>
            </w:r>
            <w:r>
              <w:rPr>
                <w:b/>
                <w:i/>
              </w:rPr>
              <w:t xml:space="preserve"> Replace applicable portions of paragraph (3) above with the </w:t>
            </w:r>
            <w:r w:rsidR="00A3557B">
              <w:rPr>
                <w:b/>
                <w:i/>
              </w:rPr>
              <w:t>following upon system implementation for NPRR1014</w:t>
            </w:r>
            <w:r w:rsidR="00227AAE">
              <w:rPr>
                <w:b/>
                <w:i/>
              </w:rPr>
              <w:t xml:space="preserve"> or NPRR1188</w:t>
            </w:r>
            <w:r w:rsidR="00A3557B">
              <w:rPr>
                <w:b/>
                <w:i/>
              </w:rPr>
              <w:t xml:space="preserve">; or </w:t>
            </w:r>
            <w:r>
              <w:rPr>
                <w:b/>
                <w:i/>
              </w:rPr>
              <w:t>upon system implementation of the Real-Time Co-Optimization (RTC) project for NPRR1007</w:t>
            </w:r>
            <w:r w:rsidR="0045093E">
              <w:rPr>
                <w:b/>
                <w:i/>
              </w:rPr>
              <w:t xml:space="preserve"> and NPRR1245</w:t>
            </w:r>
            <w:r>
              <w:rPr>
                <w:b/>
                <w:i/>
              </w:rPr>
              <w:t>:</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300E4583" w:rsidR="00523C82" w:rsidRPr="00A552C3" w:rsidRDefault="00523C82" w:rsidP="00523C82">
            <w:pPr>
              <w:spacing w:after="240"/>
              <w:ind w:left="1440" w:hanging="720"/>
            </w:pPr>
            <w:r w:rsidRPr="00A552C3">
              <w:t>(c)</w:t>
            </w:r>
            <w:r w:rsidRPr="00A552C3">
              <w:tab/>
              <w:t>An aggregate energy Demand curve based on the DAM Energy Bid</w:t>
            </w:r>
            <w:r w:rsidR="00227AAE">
              <w:t>s and Energy Bid</w:t>
            </w:r>
            <w:r w:rsidRPr="00A552C3">
              <w:t xml:space="preserve"> </w:t>
            </w:r>
            <w:r w:rsidR="00227AAE">
              <w:t>C</w:t>
            </w:r>
            <w:r w:rsidRPr="00A552C3">
              <w:t>urves</w:t>
            </w:r>
            <w:r w:rsidR="00227AAE" w:rsidRPr="00812ECB">
              <w:t xml:space="preserve"> from CLRs</w:t>
            </w:r>
            <w:r w:rsidRPr="00A552C3">
              <w:t xml:space="preserve">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4F09D70E"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FFR, and Load Resources controlled by high-set under-frequency relays.  For ECRS</w:t>
            </w:r>
            <w:r w:rsidR="0045093E">
              <w:t xml:space="preserve"> and Non-Spin</w:t>
            </w:r>
            <w:r w:rsidRPr="00A552C3">
              <w:t>,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2817A5B9"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w:t>
            </w:r>
            <w:r w:rsidR="0045093E">
              <w:t xml:space="preserve"> and Non-Spin</w:t>
            </w:r>
            <w:r w:rsidRPr="00A552C3">
              <w:t xml:space="preserve">, ERCOT shall separately post </w:t>
            </w:r>
            <w:r w:rsidRPr="00A552C3">
              <w:lastRenderedPageBreak/>
              <w:t>aggregated Self-Arranged Ancillary Service Quantities from Resources that are SCED-dispatchable and those that are manually dispatched;</w:t>
            </w:r>
          </w:p>
          <w:p w14:paraId="384CEFBB" w14:textId="19A1EB5E"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w:t>
            </w:r>
            <w:r w:rsidR="0045093E">
              <w:t xml:space="preserve"> and Non-Spin</w:t>
            </w:r>
            <w:r w:rsidRPr="00A552C3">
              <w:t>,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7AAE" w14:paraId="367679F5"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558103D3" w14:textId="6865FC8A" w:rsidR="00227AAE" w:rsidRDefault="00227AAE" w:rsidP="00B3679A">
            <w:pPr>
              <w:spacing w:before="120" w:after="240"/>
              <w:rPr>
                <w:b/>
                <w:i/>
              </w:rPr>
            </w:pPr>
            <w:r>
              <w:rPr>
                <w:b/>
                <w:i/>
              </w:rPr>
              <w:t>[NPRR1188</w:t>
            </w:r>
            <w:r w:rsidRPr="004B0726">
              <w:rPr>
                <w:b/>
                <w:i/>
              </w:rPr>
              <w:t xml:space="preserve">: </w:t>
            </w:r>
            <w:r>
              <w:rPr>
                <w:b/>
                <w:i/>
              </w:rPr>
              <w:t xml:space="preserve"> Replace paragraph (b) above with the following upon system implementation:</w:t>
            </w:r>
            <w:r w:rsidRPr="004B0726">
              <w:rPr>
                <w:b/>
                <w:i/>
              </w:rPr>
              <w:t>]</w:t>
            </w:r>
          </w:p>
          <w:p w14:paraId="517CA944" w14:textId="52D6A080" w:rsidR="00227AAE" w:rsidRPr="00227AAE" w:rsidRDefault="00227AAE" w:rsidP="00227AAE">
            <w:pPr>
              <w:spacing w:after="240"/>
              <w:ind w:left="1440" w:hanging="720"/>
              <w:rPr>
                <w:iCs/>
              </w:rPr>
            </w:pPr>
            <w:r w:rsidRPr="00812ECB">
              <w:rPr>
                <w:iCs/>
              </w:rPr>
              <w:t>(b)</w:t>
            </w:r>
            <w:r w:rsidRPr="00812ECB">
              <w:rPr>
                <w:iCs/>
              </w:rPr>
              <w:tab/>
              <w:t>The Load Resource name and the Load Resource’s Energy Bid Curve (prices and quantities);</w:t>
            </w:r>
          </w:p>
        </w:tc>
      </w:tr>
    </w:tbl>
    <w:p w14:paraId="4881D4B5" w14:textId="1EDE5A7D" w:rsidR="00CB13B2" w:rsidRDefault="002D238A" w:rsidP="008C4B83">
      <w:pPr>
        <w:pStyle w:val="List"/>
        <w:spacing w:before="240"/>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lastRenderedPageBreak/>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008DC84A" w:rsidR="00BC5136" w:rsidRDefault="00BC5136" w:rsidP="00BC5136">
      <w:pPr>
        <w:pStyle w:val="List2"/>
      </w:pPr>
      <w:r>
        <w:t>(v)</w:t>
      </w:r>
      <w:r>
        <w:tab/>
        <w:t xml:space="preserve">The Load Resource HASL, LASL, HDL, and LDL, for a </w:t>
      </w:r>
      <w:r w:rsidR="00940707">
        <w:t>CLR</w:t>
      </w:r>
      <w:r>
        <w:t xml:space="preserve"> that has a Resource Status of ONRGL or ONCLR for the interval snapshot;</w:t>
      </w:r>
    </w:p>
    <w:p w14:paraId="606E33CA" w14:textId="5596DE7D" w:rsidR="00BC5136" w:rsidRDefault="00BC5136" w:rsidP="00BC5136">
      <w:pPr>
        <w:pStyle w:val="List2"/>
      </w:pPr>
      <w:r>
        <w:lastRenderedPageBreak/>
        <w:t>(vi)</w:t>
      </w:r>
      <w:r>
        <w:tab/>
        <w:t xml:space="preserve">The Load Resource Base Point from SCED, for a </w:t>
      </w:r>
      <w:r w:rsidR="00940707">
        <w:t>CLR</w:t>
      </w:r>
      <w:r>
        <w:t xml:space="preserv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3328B4CD" w:rsidR="00326D27" w:rsidRDefault="00326D27" w:rsidP="002A1D9B">
            <w:pPr>
              <w:spacing w:before="120" w:after="240"/>
              <w:rPr>
                <w:b/>
                <w:i/>
              </w:rPr>
            </w:pPr>
            <w:r>
              <w:rPr>
                <w:b/>
                <w:i/>
              </w:rPr>
              <w:t>[NPRR1007</w:t>
            </w:r>
            <w:r w:rsidR="004739A8">
              <w:rPr>
                <w:b/>
                <w:i/>
              </w:rPr>
              <w:t>,</w:t>
            </w:r>
            <w:r w:rsidR="00523C82">
              <w:rPr>
                <w:b/>
                <w:i/>
              </w:rPr>
              <w:t xml:space="preserve"> NPRR1014</w:t>
            </w:r>
            <w:r w:rsidR="004739A8">
              <w:rPr>
                <w:b/>
                <w:i/>
              </w:rPr>
              <w:t>, and NPRR1204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w:t>
            </w:r>
            <w:r w:rsidR="004739A8">
              <w:rPr>
                <w:b/>
                <w:i/>
              </w:rPr>
              <w:t xml:space="preserve"> and NPRR1204</w:t>
            </w:r>
            <w:r w:rsidR="00523C82">
              <w:rPr>
                <w:b/>
                <w:i/>
              </w:rPr>
              <w:t>;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0764ECBB" w:rsidR="00326D27" w:rsidRPr="00282040" w:rsidRDefault="00326D27" w:rsidP="00326D27">
            <w:pPr>
              <w:spacing w:after="240"/>
              <w:ind w:left="2160" w:hanging="720"/>
            </w:pPr>
            <w:r w:rsidRPr="00282040">
              <w:t>(v)</w:t>
            </w:r>
            <w:r w:rsidRPr="00282040">
              <w:tab/>
              <w:t>The Load Resource HDL and LDL, for a C</w:t>
            </w:r>
            <w:r w:rsidR="00940707">
              <w:t>LR</w:t>
            </w:r>
            <w:r w:rsidRPr="00282040">
              <w:t xml:space="preserve"> that has a Resource Status of </w:t>
            </w:r>
            <w:r>
              <w:t>ONL</w:t>
            </w:r>
            <w:r w:rsidRPr="00282040">
              <w:t>;</w:t>
            </w:r>
          </w:p>
          <w:p w14:paraId="718C70B8" w14:textId="7F91C989" w:rsidR="00326D27" w:rsidRPr="00282040" w:rsidRDefault="00326D27" w:rsidP="00326D27">
            <w:pPr>
              <w:spacing w:after="240"/>
              <w:ind w:left="2160" w:hanging="720"/>
            </w:pPr>
            <w:r w:rsidRPr="00282040">
              <w:t>(vi)</w:t>
            </w:r>
            <w:r w:rsidRPr="00282040">
              <w:tab/>
              <w:t xml:space="preserve">The Load Resource Base Point from SCED, for a </w:t>
            </w:r>
            <w:r w:rsidR="00940707">
              <w:t>CLR</w:t>
            </w:r>
            <w:r w:rsidRPr="00282040">
              <w:t xml:space="preserv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lastRenderedPageBreak/>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40BDC8EF" w:rsidR="003A4845" w:rsidRPr="00A552C3" w:rsidRDefault="003A4845" w:rsidP="003A4845">
            <w:pPr>
              <w:spacing w:after="240"/>
              <w:ind w:left="2160" w:hanging="720"/>
            </w:pPr>
            <w:r w:rsidRPr="00A552C3">
              <w:t xml:space="preserve">(viii) </w:t>
            </w:r>
            <w:r w:rsidRPr="00A552C3">
              <w:tab/>
              <w:t>The telemetered Ancillary Service capabilities;</w:t>
            </w:r>
          </w:p>
          <w:p w14:paraId="037C9AEA" w14:textId="0AAAF3A7" w:rsidR="003A4845" w:rsidRDefault="003A4845" w:rsidP="003A4845">
            <w:pPr>
              <w:spacing w:after="240"/>
              <w:ind w:left="2160" w:hanging="720"/>
            </w:pPr>
            <w:r w:rsidRPr="00A552C3">
              <w:t>(ix)</w:t>
            </w:r>
            <w:r w:rsidRPr="00A552C3">
              <w:tab/>
              <w:t>The teleme</w:t>
            </w:r>
            <w:r>
              <w:t>tered State of Charge in MWh</w:t>
            </w:r>
            <w:r w:rsidR="004739A8">
              <w:t>;</w:t>
            </w:r>
          </w:p>
          <w:p w14:paraId="30678FD0" w14:textId="77777777" w:rsidR="004739A8" w:rsidRDefault="004739A8" w:rsidP="004739A8">
            <w:pPr>
              <w:spacing w:after="240"/>
              <w:ind w:left="2160" w:hanging="720"/>
            </w:pPr>
            <w:r>
              <w:t>(x)</w:t>
            </w:r>
            <w:r w:rsidRPr="00423202">
              <w:tab/>
            </w:r>
            <w:r>
              <w:t>The telemetered Minimum State of Charge (MinSOC) in MWh; and</w:t>
            </w:r>
          </w:p>
          <w:p w14:paraId="5111452E" w14:textId="1004F2A3" w:rsidR="004739A8" w:rsidRPr="005901EB" w:rsidRDefault="004739A8" w:rsidP="004739A8">
            <w:pPr>
              <w:spacing w:after="240"/>
              <w:ind w:left="2160" w:hanging="720"/>
            </w:pPr>
            <w:r>
              <w:t>(xi)</w:t>
            </w:r>
            <w:r w:rsidRPr="00423202">
              <w:tab/>
            </w:r>
            <w:r>
              <w:t>The telemetered Maximum State of Charge (MaxSOC)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69698696"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w:t>
            </w:r>
            <w:r w:rsidR="007237A3">
              <w:rPr>
                <w:b/>
                <w:i/>
              </w:rPr>
              <w:t xml:space="preserve">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lastRenderedPageBreak/>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w:t>
      </w:r>
      <w:r>
        <w:lastRenderedPageBreak/>
        <w:t xml:space="preserve">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lastRenderedPageBreak/>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lastRenderedPageBreak/>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AE19027" w:rsidR="009220DC" w:rsidRDefault="009220DC" w:rsidP="009220DC">
      <w:pPr>
        <w:pStyle w:val="List"/>
      </w:pPr>
      <w:r>
        <w:t>(f)</w:t>
      </w:r>
      <w:r>
        <w:tab/>
        <w:t xml:space="preserve">The awards for each Ancillary Service from </w:t>
      </w:r>
      <w:r w:rsidR="00227AAE">
        <w:t xml:space="preserve">the </w:t>
      </w:r>
      <w:r>
        <w:t>DAM for each Generation Resource;</w:t>
      </w:r>
    </w:p>
    <w:p w14:paraId="31C2F9C8" w14:textId="3F3DD8E4" w:rsidR="009220DC" w:rsidRDefault="009220DC" w:rsidP="009220DC">
      <w:pPr>
        <w:pStyle w:val="List"/>
      </w:pPr>
      <w:r>
        <w:t>(g)</w:t>
      </w:r>
      <w:r>
        <w:tab/>
        <w:t xml:space="preserve">The awards for each Ancillary Service from </w:t>
      </w:r>
      <w:r w:rsidR="00227AAE">
        <w:t xml:space="preserve">the </w:t>
      </w:r>
      <w:r>
        <w:t>DAM for each Load Resource;</w:t>
      </w:r>
    </w:p>
    <w:p w14:paraId="1FF53597" w14:textId="3F9C22C5" w:rsidR="009220DC" w:rsidRDefault="009220DC" w:rsidP="009220DC">
      <w:pPr>
        <w:pStyle w:val="List"/>
      </w:pPr>
      <w:r>
        <w:t>(h)</w:t>
      </w:r>
      <w:r>
        <w:tab/>
        <w:t xml:space="preserve">The award </w:t>
      </w:r>
      <w:r w:rsidR="00227AAE">
        <w:t>for</w:t>
      </w:r>
      <w:r>
        <w:t xml:space="preserve">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292F0C39" w14:textId="77777777" w:rsidR="00227AAE"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7AAE" w14:paraId="195769D4" w14:textId="77777777" w:rsidTr="00B3679A">
        <w:tc>
          <w:tcPr>
            <w:tcW w:w="9332" w:type="dxa"/>
            <w:tcBorders>
              <w:top w:val="single" w:sz="4" w:space="0" w:color="auto"/>
              <w:left w:val="single" w:sz="4" w:space="0" w:color="auto"/>
              <w:bottom w:val="single" w:sz="4" w:space="0" w:color="auto"/>
              <w:right w:val="single" w:sz="4" w:space="0" w:color="auto"/>
            </w:tcBorders>
            <w:shd w:val="clear" w:color="auto" w:fill="D9D9D9"/>
          </w:tcPr>
          <w:p w14:paraId="0CF4A37A" w14:textId="6BC0AC06" w:rsidR="00227AAE" w:rsidRDefault="00227AAE" w:rsidP="00B3679A">
            <w:pPr>
              <w:spacing w:before="120" w:after="240"/>
              <w:rPr>
                <w:b/>
                <w:i/>
              </w:rPr>
            </w:pPr>
            <w:r>
              <w:rPr>
                <w:b/>
                <w:i/>
              </w:rPr>
              <w:t>[NPRR1188</w:t>
            </w:r>
            <w:r w:rsidRPr="004B0726">
              <w:rPr>
                <w:b/>
                <w:i/>
              </w:rPr>
              <w:t xml:space="preserve">: </w:t>
            </w:r>
            <w:r>
              <w:rPr>
                <w:b/>
                <w:i/>
              </w:rPr>
              <w:t xml:space="preserve"> Insert items (l) and (m) below upon system implementation and renumber accordingly:</w:t>
            </w:r>
            <w:r w:rsidRPr="004B0726">
              <w:rPr>
                <w:b/>
                <w:i/>
              </w:rPr>
              <w:t>]</w:t>
            </w:r>
          </w:p>
          <w:p w14:paraId="3EFFEAAA" w14:textId="594923A6" w:rsidR="00227AAE" w:rsidRPr="00812ECB" w:rsidRDefault="00227AAE" w:rsidP="00227AAE">
            <w:pPr>
              <w:spacing w:after="240"/>
              <w:ind w:left="1440" w:hanging="720"/>
            </w:pPr>
            <w:r w:rsidRPr="00812ECB">
              <w:t xml:space="preserve">(l) </w:t>
            </w:r>
            <w:r w:rsidRPr="00812ECB">
              <w:tab/>
              <w:t>The CLR name and the CLR’s Energy Bid Curve (prices and quantities) available for the DAM; and</w:t>
            </w:r>
          </w:p>
          <w:p w14:paraId="111CCFAA" w14:textId="2F5BC631" w:rsidR="00227AAE" w:rsidRPr="005901EB" w:rsidRDefault="00227AAE" w:rsidP="00227AAE">
            <w:pPr>
              <w:spacing w:after="240"/>
              <w:ind w:left="1440" w:hanging="720"/>
            </w:pPr>
            <w:r w:rsidRPr="00812ECB">
              <w:t>(m)</w:t>
            </w:r>
            <w:r w:rsidRPr="00812ECB">
              <w:tab/>
              <w:t>The award for each CLR’s Energy Bid Curve from the DAM and the name of the QSE receiving the award.</w:t>
            </w:r>
          </w:p>
        </w:tc>
      </w:tr>
    </w:tbl>
    <w:p w14:paraId="0308D5C9" w14:textId="77777777" w:rsidR="00227AAE" w:rsidRDefault="00227AAE" w:rsidP="00227AAE">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34413C8D" w:rsidR="00A10D88" w:rsidRPr="005901EB" w:rsidRDefault="00A10D88" w:rsidP="00A10D88">
            <w:pPr>
              <w:spacing w:after="240"/>
              <w:ind w:left="1440" w:hanging="720"/>
            </w:pPr>
            <w:r w:rsidRPr="00A552C3">
              <w:t>(o)</w:t>
            </w:r>
            <w:r w:rsidRPr="00A552C3">
              <w:tab/>
              <w:t xml:space="preserve">The award </w:t>
            </w:r>
            <w:r w:rsidR="00227AAE">
              <w:t>for</w:t>
            </w:r>
            <w:r w:rsidRPr="00A552C3">
              <w:t xml:space="preserve"> each Energy Bid/Offer Curve from the DAM and the name </w:t>
            </w:r>
            <w:r>
              <w:t>of the QSE receiving the award.</w:t>
            </w:r>
          </w:p>
        </w:tc>
      </w:tr>
    </w:tbl>
    <w:p w14:paraId="66F794C9" w14:textId="6D62900E" w:rsidR="00AB62C5" w:rsidRDefault="00AB62C5" w:rsidP="00080344">
      <w:pPr>
        <w:spacing w:before="240" w:after="240"/>
        <w:ind w:left="720" w:hanging="720"/>
      </w:pPr>
      <w:r>
        <w:lastRenderedPageBreak/>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68" w:name="_Toc316459836"/>
            <w:bookmarkStart w:id="669" w:name="_Toc478375180"/>
            <w:bookmarkStart w:id="670" w:name="_Toc289696698"/>
            <w:bookmarkStart w:id="671" w:name="_Toc400526098"/>
            <w:bookmarkStart w:id="672" w:name="_Toc405534416"/>
            <w:bookmarkStart w:id="673" w:name="_Toc406570429"/>
            <w:bookmarkStart w:id="674" w:name="_Toc410910581"/>
            <w:bookmarkStart w:id="675" w:name="_Toc411841009"/>
            <w:bookmarkStart w:id="676" w:name="_Toc422146971"/>
            <w:bookmarkStart w:id="677" w:name="_Toc433020567"/>
            <w:bookmarkStart w:id="678"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79" w:name="_Toc199405248"/>
      <w:r w:rsidRPr="00FB2863">
        <w:rPr>
          <w:b/>
          <w:bCs/>
        </w:rPr>
        <w:t>3.2.5.1</w:t>
      </w:r>
      <w:r w:rsidRPr="00FB2863">
        <w:rPr>
          <w:b/>
          <w:bCs/>
        </w:rPr>
        <w:tab/>
        <w:t>Unregistered Distributed Generation Reporting Requirements for Non Opt-In Entities</w:t>
      </w:r>
      <w:bookmarkEnd w:id="668"/>
      <w:bookmarkEnd w:id="669"/>
      <w:bookmarkEnd w:id="679"/>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80" w:name="_Toc316459837"/>
      <w:bookmarkStart w:id="681"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lastRenderedPageBreak/>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CF4D0D" w14:paraId="5558FCA7" w14:textId="77777777" w:rsidTr="00F16B94">
        <w:tc>
          <w:tcPr>
            <w:tcW w:w="9450" w:type="dxa"/>
            <w:tcBorders>
              <w:top w:val="single" w:sz="4" w:space="0" w:color="auto"/>
              <w:left w:val="single" w:sz="4" w:space="0" w:color="auto"/>
              <w:bottom w:val="single" w:sz="4" w:space="0" w:color="auto"/>
              <w:right w:val="single" w:sz="4" w:space="0" w:color="auto"/>
            </w:tcBorders>
            <w:shd w:val="clear" w:color="auto" w:fill="D9D9D9"/>
          </w:tcPr>
          <w:p w14:paraId="3F367F3F" w14:textId="191826D7" w:rsidR="00CF4D0D" w:rsidRDefault="00CF4D0D" w:rsidP="00F16B94">
            <w:pPr>
              <w:spacing w:before="120" w:after="240"/>
              <w:rPr>
                <w:b/>
                <w:i/>
              </w:rPr>
            </w:pPr>
            <w:bookmarkStart w:id="682" w:name="_Toc199405249"/>
            <w:r>
              <w:rPr>
                <w:b/>
                <w:i/>
              </w:rPr>
              <w:t>[NPRR1265</w:t>
            </w:r>
            <w:r w:rsidRPr="004B0726">
              <w:rPr>
                <w:b/>
                <w:i/>
              </w:rPr>
              <w:t xml:space="preserve">: </w:t>
            </w:r>
            <w:r>
              <w:rPr>
                <w:b/>
                <w:i/>
              </w:rPr>
              <w:t xml:space="preserve"> Replace Section 3.2.5.1 above with the following upon system implementation:</w:t>
            </w:r>
            <w:r w:rsidRPr="004B0726">
              <w:rPr>
                <w:b/>
                <w:i/>
              </w:rPr>
              <w:t>]</w:t>
            </w:r>
          </w:p>
          <w:p w14:paraId="371D8526" w14:textId="04E846B2" w:rsidR="00CF4D0D" w:rsidRPr="00FA64E9" w:rsidRDefault="00CF4D0D" w:rsidP="00FA64E9">
            <w:pPr>
              <w:keepNext/>
              <w:widowControl w:val="0"/>
              <w:tabs>
                <w:tab w:val="left" w:pos="1260"/>
              </w:tabs>
              <w:spacing w:after="240"/>
              <w:ind w:left="1267" w:hanging="1267"/>
              <w:outlineLvl w:val="3"/>
              <w:rPr>
                <w:b/>
                <w:bCs/>
                <w:snapToGrid w:val="0"/>
              </w:rPr>
            </w:pPr>
            <w:r w:rsidRPr="00CF4D0D">
              <w:rPr>
                <w:b/>
                <w:bCs/>
                <w:snapToGrid w:val="0"/>
              </w:rPr>
              <w:t>3.2.5.1</w:t>
            </w:r>
            <w:r w:rsidR="00FA64E9" w:rsidRPr="00CF4D0D">
              <w:rPr>
                <w:b/>
                <w:bCs/>
                <w:snapToGrid w:val="0"/>
              </w:rPr>
              <w:tab/>
            </w:r>
            <w:r w:rsidRPr="00CF4D0D">
              <w:rPr>
                <w:b/>
                <w:bCs/>
                <w:snapToGrid w:val="0"/>
              </w:rPr>
              <w:t xml:space="preserve">Unregistered Distributed Generator Reporting Requirements </w:t>
            </w:r>
          </w:p>
          <w:p w14:paraId="0289CC17" w14:textId="77777777" w:rsidR="00CF4D0D" w:rsidRPr="00CF4D0D" w:rsidRDefault="00CF4D0D" w:rsidP="00CF4D0D">
            <w:pPr>
              <w:spacing w:after="240"/>
              <w:ind w:left="720" w:hanging="720"/>
              <w:rPr>
                <w:iCs/>
                <w:szCs w:val="24"/>
              </w:rPr>
            </w:pPr>
            <w:r w:rsidRPr="00CF4D0D">
              <w:rPr>
                <w:iCs/>
                <w:szCs w:val="24"/>
              </w:rPr>
              <w:t>(1)</w:t>
            </w:r>
            <w:r w:rsidRPr="00CF4D0D">
              <w:rPr>
                <w:iCs/>
                <w:szCs w:val="24"/>
              </w:rPr>
              <w:tab/>
              <w:t>As a condition for approval of the interconnection of an Unregistered Distributed Generator (UDG) to a Distribution System, the interconnecting Distribution Service Provider (DSP) shall require the following information from the Entity that owns the UDG or the Customer to whom the UDG is interconnecting:</w:t>
            </w:r>
          </w:p>
          <w:p w14:paraId="7B673431" w14:textId="77777777" w:rsidR="00CF4D0D" w:rsidRPr="00CF4D0D" w:rsidRDefault="00CF4D0D" w:rsidP="00CF4D0D">
            <w:pPr>
              <w:spacing w:after="240"/>
              <w:ind w:left="720"/>
              <w:rPr>
                <w:szCs w:val="24"/>
              </w:rPr>
            </w:pPr>
            <w:r w:rsidRPr="00CF4D0D">
              <w:rPr>
                <w:szCs w:val="24"/>
              </w:rPr>
              <w:t>(a)</w:t>
            </w:r>
            <w:r w:rsidRPr="00CF4D0D">
              <w:rPr>
                <w:szCs w:val="24"/>
              </w:rPr>
              <w:tab/>
              <w:t xml:space="preserve">Fuel Type (Solar, Wind, Natural Gas, Diesel, Energy Storage, etc.); </w:t>
            </w:r>
          </w:p>
          <w:p w14:paraId="414A3197" w14:textId="77777777" w:rsidR="00CF4D0D" w:rsidRPr="00CF4D0D" w:rsidRDefault="00CF4D0D" w:rsidP="00CF4D0D">
            <w:pPr>
              <w:spacing w:after="240"/>
              <w:ind w:left="1440" w:hanging="720"/>
              <w:rPr>
                <w:szCs w:val="24"/>
              </w:rPr>
            </w:pPr>
            <w:r w:rsidRPr="00CF4D0D">
              <w:rPr>
                <w:szCs w:val="24"/>
              </w:rPr>
              <w:t>(b)</w:t>
            </w:r>
            <w:r w:rsidRPr="00CF4D0D">
              <w:rPr>
                <w:szCs w:val="24"/>
              </w:rPr>
              <w:tab/>
              <w:t xml:space="preserve">Aggregate Nameplate capacity in kW (by fuel type); </w:t>
            </w:r>
          </w:p>
          <w:p w14:paraId="565D4D17" w14:textId="77777777" w:rsidR="00CF4D0D" w:rsidRPr="00CF4D0D" w:rsidRDefault="00CF4D0D" w:rsidP="00CF4D0D">
            <w:pPr>
              <w:spacing w:after="240"/>
              <w:ind w:left="1440" w:hanging="720"/>
              <w:rPr>
                <w:szCs w:val="24"/>
              </w:rPr>
            </w:pPr>
            <w:r w:rsidRPr="00CF4D0D">
              <w:rPr>
                <w:szCs w:val="24"/>
              </w:rPr>
              <w:t xml:space="preserve">(c) </w:t>
            </w:r>
            <w:r w:rsidRPr="00CF4D0D">
              <w:rPr>
                <w:szCs w:val="24"/>
              </w:rPr>
              <w:tab/>
              <w:t xml:space="preserve">Energy storage capacity in kWh (energy storage only); </w:t>
            </w:r>
          </w:p>
          <w:p w14:paraId="54634006" w14:textId="77777777" w:rsidR="00CF4D0D" w:rsidRPr="00CF4D0D" w:rsidRDefault="00CF4D0D" w:rsidP="00CF4D0D">
            <w:pPr>
              <w:spacing w:after="240"/>
              <w:ind w:left="1440" w:hanging="720"/>
              <w:rPr>
                <w:szCs w:val="24"/>
              </w:rPr>
            </w:pPr>
            <w:r w:rsidRPr="00CF4D0D">
              <w:rPr>
                <w:szCs w:val="24"/>
              </w:rPr>
              <w:t xml:space="preserve">(d) </w:t>
            </w:r>
            <w:r w:rsidRPr="00CF4D0D">
              <w:rPr>
                <w:szCs w:val="24"/>
              </w:rPr>
              <w:tab/>
              <w:t>Aggregate Leading and Lagging Reactive power capability in operation; and</w:t>
            </w:r>
          </w:p>
          <w:p w14:paraId="7E9C09C2" w14:textId="633DF41A" w:rsidR="00CF4D0D" w:rsidRPr="00CF4D0D" w:rsidRDefault="00CF4D0D" w:rsidP="00CF4D0D">
            <w:pPr>
              <w:spacing w:after="240"/>
              <w:ind w:left="1440" w:hanging="720"/>
              <w:rPr>
                <w:szCs w:val="24"/>
              </w:rPr>
            </w:pPr>
            <w:r w:rsidRPr="00CF4D0D">
              <w:rPr>
                <w:szCs w:val="24"/>
              </w:rPr>
              <w:t>(e)</w:t>
            </w:r>
            <w:r w:rsidRPr="00CF4D0D">
              <w:rPr>
                <w:szCs w:val="24"/>
              </w:rPr>
              <w:tab/>
              <w:t>Status of compliance with applicable frequency and voltage ride through requirements included in P.U.C. S</w:t>
            </w:r>
            <w:r w:rsidRPr="00CF4D0D">
              <w:rPr>
                <w:smallCaps/>
                <w:szCs w:val="24"/>
              </w:rPr>
              <w:t>ubst</w:t>
            </w:r>
            <w:r w:rsidRPr="00CF4D0D">
              <w:rPr>
                <w:szCs w:val="24"/>
              </w:rPr>
              <w:t>. R. 25.212</w:t>
            </w:r>
            <w:r w:rsidR="00CA25D8">
              <w:rPr>
                <w:szCs w:val="24"/>
              </w:rPr>
              <w:t xml:space="preserve">, </w:t>
            </w:r>
            <w:r w:rsidR="00CA25D8" w:rsidRPr="00CA25D8">
              <w:rPr>
                <w:szCs w:val="24"/>
              </w:rPr>
              <w:t>Technical Requirements for Interconnection and Parallel Operation of On-Site Distributed Generation</w:t>
            </w:r>
            <w:r w:rsidRPr="00CF4D0D">
              <w:rPr>
                <w:szCs w:val="24"/>
              </w:rPr>
              <w:t>.</w:t>
            </w:r>
          </w:p>
          <w:p w14:paraId="432F40AD" w14:textId="77777777" w:rsidR="00CF4D0D" w:rsidRPr="00CF4D0D" w:rsidRDefault="00CF4D0D" w:rsidP="00CF4D0D">
            <w:pPr>
              <w:spacing w:after="240"/>
              <w:ind w:left="720" w:hanging="720"/>
              <w:rPr>
                <w:iCs/>
                <w:szCs w:val="24"/>
              </w:rPr>
            </w:pPr>
            <w:r w:rsidRPr="00CF4D0D">
              <w:rPr>
                <w:szCs w:val="24"/>
              </w:rPr>
              <w:t>(2)</w:t>
            </w:r>
            <w:r w:rsidRPr="00CF4D0D">
              <w:rPr>
                <w:szCs w:val="24"/>
              </w:rPr>
              <w:tab/>
              <w:t>By January 15 of each year, ERCOT will generate and post to MIS Certified Area a single file containing pre-populated fields for each TSP reflecting TSP-specific associated Loads, by substation, contained in the Network Operations Model.</w:t>
            </w:r>
            <w:r w:rsidRPr="00CF4D0D">
              <w:rPr>
                <w:iCs/>
                <w:szCs w:val="24"/>
              </w:rPr>
              <w:t xml:space="preserve"> </w:t>
            </w:r>
          </w:p>
          <w:p w14:paraId="06D10797" w14:textId="22450887" w:rsidR="00CF4D0D" w:rsidRPr="00CF4D0D" w:rsidRDefault="00CF4D0D" w:rsidP="00CF4D0D">
            <w:pPr>
              <w:spacing w:after="240"/>
              <w:ind w:left="720" w:hanging="720"/>
              <w:rPr>
                <w:iCs/>
                <w:szCs w:val="24"/>
              </w:rPr>
            </w:pPr>
            <w:r w:rsidRPr="00CF4D0D">
              <w:rPr>
                <w:iCs/>
                <w:szCs w:val="24"/>
              </w:rPr>
              <w:t>(3)</w:t>
            </w:r>
            <w:r w:rsidRPr="00CF4D0D">
              <w:rPr>
                <w:iCs/>
                <w:szCs w:val="24"/>
              </w:rPr>
              <w:tab/>
            </w:r>
            <w:r w:rsidRPr="00CF4D0D">
              <w:rPr>
                <w:szCs w:val="24"/>
              </w:rPr>
              <w:t xml:space="preserve">By </w:t>
            </w:r>
            <w:r w:rsidRPr="00CF4D0D">
              <w:rPr>
                <w:iCs/>
                <w:szCs w:val="24"/>
              </w:rPr>
              <w:t>February</w:t>
            </w:r>
            <w:r w:rsidRPr="00CF4D0D">
              <w:rPr>
                <w:szCs w:val="24"/>
              </w:rPr>
              <w:t xml:space="preserve"> 1 of each year, </w:t>
            </w:r>
            <w:r w:rsidRPr="00CF4D0D">
              <w:rPr>
                <w:iCs/>
                <w:szCs w:val="24"/>
              </w:rPr>
              <w:t xml:space="preserve">a DSP shall report the data described in paragraph (1)(a)-(e) above, for all UDGs interconnected in the DSP’s service area as of December 31 of the previous year, aggregated by Common Information Model (CIM) load at the Substation, to the TSP whose equipment serves the facility where the UDG interconnects on a form prescribed by ERCOT.  </w:t>
            </w:r>
          </w:p>
          <w:p w14:paraId="1C1CDE0F" w14:textId="77777777" w:rsidR="00CF4D0D" w:rsidRPr="00CF4D0D" w:rsidRDefault="00CF4D0D" w:rsidP="00CF4D0D">
            <w:pPr>
              <w:spacing w:after="240"/>
              <w:ind w:left="1440" w:hanging="720"/>
              <w:rPr>
                <w:iCs/>
                <w:szCs w:val="24"/>
              </w:rPr>
            </w:pPr>
            <w:r w:rsidRPr="00CF4D0D">
              <w:rPr>
                <w:iCs/>
                <w:szCs w:val="24"/>
              </w:rPr>
              <w:lastRenderedPageBreak/>
              <w:t>(a)</w:t>
            </w:r>
            <w:r w:rsidRPr="00CF4D0D">
              <w:rPr>
                <w:iCs/>
                <w:szCs w:val="24"/>
              </w:rPr>
              <w:tab/>
              <w:t>The DSP may submit additional information relating to the data on its submission to the TSP on the ERCOT-prescribed form, which the TSP will subsequently provide to ERCOT.</w:t>
            </w:r>
          </w:p>
          <w:p w14:paraId="1A7FB3C0" w14:textId="77777777" w:rsidR="00CF4D0D" w:rsidRPr="00CF4D0D" w:rsidRDefault="00CF4D0D" w:rsidP="00CF4D0D">
            <w:pPr>
              <w:spacing w:after="240"/>
              <w:ind w:left="720" w:hanging="720"/>
              <w:rPr>
                <w:szCs w:val="24"/>
              </w:rPr>
            </w:pPr>
            <w:r w:rsidRPr="00CF4D0D">
              <w:rPr>
                <w:szCs w:val="24"/>
              </w:rPr>
              <w:t>(4)</w:t>
            </w:r>
            <w:r w:rsidRPr="00CF4D0D">
              <w:rPr>
                <w:szCs w:val="24"/>
              </w:rPr>
              <w:tab/>
              <w:t xml:space="preserve">For UDGs interconnected prior to September 1, 2023, if the DSP does not have the information described in paragraph (1)(a)-(e) above for a UDG in its service area, then the DSP shall request the information from an Entity that owns the UDG or the Customer to whom the UDG is interconnected.  </w:t>
            </w:r>
          </w:p>
          <w:p w14:paraId="301F9F79" w14:textId="344ABC42" w:rsidR="00CF4D0D" w:rsidRPr="00CF4D0D" w:rsidRDefault="00CF4D0D" w:rsidP="00CF4D0D">
            <w:pPr>
              <w:spacing w:after="240"/>
              <w:ind w:left="1440" w:hanging="720"/>
              <w:rPr>
                <w:szCs w:val="24"/>
              </w:rPr>
            </w:pPr>
            <w:r w:rsidRPr="00CF4D0D">
              <w:rPr>
                <w:szCs w:val="24"/>
              </w:rPr>
              <w:t>(a)</w:t>
            </w:r>
            <w:r w:rsidRPr="00CF4D0D">
              <w:rPr>
                <w:szCs w:val="24"/>
              </w:rPr>
              <w:tab/>
              <w:t>In the absence of any timely response by the Entity that owns the UDG or the Customer to whom the UDG is interconnected to the DSP’s request for information or if the information reasonably appears to be incorrect, the DSP shall provide in its report to the TSP a good-faith estimate of the information based on field observation, other data using reasonable engineering judgment, or data submitted to the DSP as required in paragraph (1)(a)-(e) above, if the DSP reasonably believes the information is accurate.</w:t>
            </w:r>
          </w:p>
          <w:p w14:paraId="4835ACD0" w14:textId="77777777" w:rsidR="00CF4D0D" w:rsidRPr="00CF4D0D" w:rsidRDefault="00CF4D0D" w:rsidP="00CF4D0D">
            <w:pPr>
              <w:spacing w:after="240"/>
              <w:ind w:left="720" w:hanging="720"/>
              <w:rPr>
                <w:iCs/>
                <w:szCs w:val="24"/>
              </w:rPr>
            </w:pPr>
            <w:r w:rsidRPr="00CF4D0D">
              <w:rPr>
                <w:iCs/>
                <w:szCs w:val="24"/>
              </w:rPr>
              <w:t>(5)</w:t>
            </w:r>
            <w:r w:rsidRPr="00CF4D0D">
              <w:rPr>
                <w:iCs/>
                <w:szCs w:val="24"/>
              </w:rPr>
              <w:tab/>
              <w:t>By March 30 of each year, a TSP shall update the Network Operations Model file described in paragraph (2) above based on the UDG information described in paragraph (1)(a)-(e) above that the TSP has received as of February 1 of that year.</w:t>
            </w:r>
          </w:p>
          <w:p w14:paraId="5D746524" w14:textId="21D0E4B7" w:rsidR="00CF4D0D" w:rsidRPr="00253CED" w:rsidRDefault="00CF4D0D" w:rsidP="00CF4D0D">
            <w:pPr>
              <w:spacing w:after="240"/>
              <w:ind w:left="1440" w:hanging="720"/>
              <w:rPr>
                <w:iCs/>
                <w:color w:val="000000"/>
              </w:rPr>
            </w:pPr>
            <w:r w:rsidRPr="00CF4D0D">
              <w:rPr>
                <w:iCs/>
                <w:szCs w:val="24"/>
              </w:rPr>
              <w:t>(a)</w:t>
            </w:r>
            <w:r w:rsidRPr="00CF4D0D">
              <w:rPr>
                <w:iCs/>
                <w:szCs w:val="24"/>
              </w:rPr>
              <w:tab/>
              <w:t xml:space="preserve">A TSP shall indicate if a DSP has either failed to provide the data described in </w:t>
            </w:r>
            <w:r w:rsidRPr="00CF4D0D">
              <w:rPr>
                <w:szCs w:val="24"/>
              </w:rPr>
              <w:t>paragraph</w:t>
            </w:r>
            <w:r w:rsidRPr="00CF4D0D">
              <w:rPr>
                <w:iCs/>
                <w:szCs w:val="24"/>
              </w:rPr>
              <w:t xml:space="preserve"> (1)(a)-(e</w:t>
            </w:r>
            <w:r w:rsidR="00F02669">
              <w:rPr>
                <w:iCs/>
                <w:szCs w:val="24"/>
              </w:rPr>
              <w:t>)</w:t>
            </w:r>
            <w:r w:rsidRPr="00CF4D0D">
              <w:rPr>
                <w:iCs/>
                <w:szCs w:val="24"/>
              </w:rPr>
              <w:t xml:space="preserve"> above or has provided incomplete data described in paragraph (1)(a)-(e) above.</w:t>
            </w:r>
          </w:p>
        </w:tc>
      </w:tr>
    </w:tbl>
    <w:p w14:paraId="4F9E6D8A" w14:textId="3B4AB462" w:rsidR="00FB2863" w:rsidRPr="00FB2863" w:rsidRDefault="00FB2863" w:rsidP="009F5B92">
      <w:pPr>
        <w:pStyle w:val="H4"/>
        <w:spacing w:before="480"/>
        <w:ind w:left="1267" w:hanging="1267"/>
        <w:rPr>
          <w:b/>
          <w:bCs/>
        </w:rPr>
      </w:pPr>
      <w:r w:rsidRPr="00FB2863">
        <w:rPr>
          <w:b/>
          <w:bCs/>
        </w:rPr>
        <w:lastRenderedPageBreak/>
        <w:t>3.2.5.2</w:t>
      </w:r>
      <w:r w:rsidRPr="00FB2863">
        <w:rPr>
          <w:b/>
          <w:bCs/>
        </w:rPr>
        <w:tab/>
        <w:t>Unregistered Distributed Generation Reporting Requirements for Competitive Areas</w:t>
      </w:r>
      <w:bookmarkEnd w:id="680"/>
      <w:bookmarkEnd w:id="681"/>
      <w:bookmarkEnd w:id="682"/>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CF4D0D" w14:paraId="23F44F7D" w14:textId="77777777" w:rsidTr="00F16B94">
        <w:tc>
          <w:tcPr>
            <w:tcW w:w="9450" w:type="dxa"/>
            <w:tcBorders>
              <w:top w:val="single" w:sz="4" w:space="0" w:color="auto"/>
              <w:left w:val="single" w:sz="4" w:space="0" w:color="auto"/>
              <w:bottom w:val="single" w:sz="4" w:space="0" w:color="auto"/>
              <w:right w:val="single" w:sz="4" w:space="0" w:color="auto"/>
            </w:tcBorders>
            <w:shd w:val="clear" w:color="auto" w:fill="D9D9D9"/>
          </w:tcPr>
          <w:p w14:paraId="1BE7BAC1" w14:textId="0B98CACF" w:rsidR="00CF4D0D" w:rsidRPr="00CF4D0D" w:rsidRDefault="00CF4D0D" w:rsidP="00CF4D0D">
            <w:pPr>
              <w:spacing w:before="120" w:after="240"/>
              <w:rPr>
                <w:b/>
                <w:i/>
              </w:rPr>
            </w:pPr>
            <w:bookmarkStart w:id="683" w:name="_Toc316459838"/>
            <w:bookmarkStart w:id="684" w:name="_Toc478375182"/>
            <w:bookmarkStart w:id="685" w:name="_Toc199405250"/>
            <w:r>
              <w:rPr>
                <w:b/>
                <w:i/>
              </w:rPr>
              <w:t>[NPRR1265</w:t>
            </w:r>
            <w:r w:rsidRPr="004B0726">
              <w:rPr>
                <w:b/>
                <w:i/>
              </w:rPr>
              <w:t xml:space="preserve">: </w:t>
            </w:r>
            <w:r>
              <w:rPr>
                <w:b/>
                <w:i/>
              </w:rPr>
              <w:t xml:space="preserve"> Delete Section 3.2.5.2 above upon system implementation and renumber accordingly</w:t>
            </w:r>
            <w:r w:rsidR="00C1047B">
              <w:rPr>
                <w:b/>
                <w:i/>
              </w:rPr>
              <w:t>.</w:t>
            </w:r>
            <w:r w:rsidRPr="004B0726">
              <w:rPr>
                <w:b/>
                <w:i/>
              </w:rPr>
              <w:t>]</w:t>
            </w:r>
          </w:p>
        </w:tc>
      </w:tr>
    </w:tbl>
    <w:p w14:paraId="3E99F2DE" w14:textId="77777777" w:rsidR="00FB2863" w:rsidRPr="00FB2863" w:rsidRDefault="00FB2863" w:rsidP="00FB2863">
      <w:pPr>
        <w:pStyle w:val="H4"/>
        <w:spacing w:before="480"/>
        <w:ind w:left="1267" w:hanging="1267"/>
        <w:rPr>
          <w:b/>
          <w:bCs/>
        </w:rPr>
      </w:pPr>
      <w:r w:rsidRPr="00FB2863">
        <w:rPr>
          <w:b/>
          <w:bCs/>
        </w:rPr>
        <w:t>3.2.5.3</w:t>
      </w:r>
      <w:r w:rsidRPr="00FB2863">
        <w:rPr>
          <w:b/>
          <w:bCs/>
        </w:rPr>
        <w:tab/>
        <w:t>Unregistered Distributed Generation Reporting Requirements for ERCOT</w:t>
      </w:r>
      <w:bookmarkEnd w:id="683"/>
      <w:bookmarkEnd w:id="684"/>
      <w:bookmarkEnd w:id="685"/>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lastRenderedPageBreak/>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CF4D0D" w14:paraId="0DB2611E" w14:textId="77777777" w:rsidTr="00F16B94">
        <w:tc>
          <w:tcPr>
            <w:tcW w:w="9450" w:type="dxa"/>
            <w:tcBorders>
              <w:top w:val="single" w:sz="4" w:space="0" w:color="auto"/>
              <w:left w:val="single" w:sz="4" w:space="0" w:color="auto"/>
              <w:bottom w:val="single" w:sz="4" w:space="0" w:color="auto"/>
              <w:right w:val="single" w:sz="4" w:space="0" w:color="auto"/>
            </w:tcBorders>
            <w:shd w:val="clear" w:color="auto" w:fill="D9D9D9"/>
          </w:tcPr>
          <w:p w14:paraId="60C88949" w14:textId="05AF9068" w:rsidR="00CF4D0D" w:rsidRDefault="00CF4D0D" w:rsidP="00F16B94">
            <w:pPr>
              <w:spacing w:before="120" w:after="240"/>
              <w:rPr>
                <w:b/>
                <w:i/>
              </w:rPr>
            </w:pPr>
            <w:bookmarkStart w:id="686" w:name="_Toc135988929"/>
            <w:bookmarkStart w:id="687" w:name="_Toc199405251"/>
            <w:bookmarkStart w:id="688" w:name="_Toc478375183"/>
            <w:r>
              <w:rPr>
                <w:b/>
                <w:i/>
              </w:rPr>
              <w:t>[NPRR1265</w:t>
            </w:r>
            <w:r w:rsidRPr="004B0726">
              <w:rPr>
                <w:b/>
                <w:i/>
              </w:rPr>
              <w:t xml:space="preserve">: </w:t>
            </w:r>
            <w:r>
              <w:rPr>
                <w:b/>
                <w:i/>
              </w:rPr>
              <w:t xml:space="preserve"> Replace Section 3.2.5.3 above with the following upon system implementation:</w:t>
            </w:r>
            <w:r w:rsidRPr="004B0726">
              <w:rPr>
                <w:b/>
                <w:i/>
              </w:rPr>
              <w:t>]</w:t>
            </w:r>
          </w:p>
          <w:p w14:paraId="5FE54D0A" w14:textId="77777777" w:rsidR="00CF4D0D" w:rsidRPr="00CF4D0D" w:rsidRDefault="00CF4D0D" w:rsidP="00CF4D0D">
            <w:pPr>
              <w:keepNext/>
              <w:widowControl w:val="0"/>
              <w:tabs>
                <w:tab w:val="left" w:pos="1260"/>
              </w:tabs>
              <w:spacing w:after="240"/>
              <w:ind w:left="1267" w:hanging="1267"/>
              <w:outlineLvl w:val="3"/>
              <w:rPr>
                <w:b/>
                <w:bCs/>
                <w:snapToGrid w:val="0"/>
              </w:rPr>
            </w:pPr>
            <w:bookmarkStart w:id="689" w:name="_Toc178232070"/>
            <w:r w:rsidRPr="00CF4D0D">
              <w:rPr>
                <w:b/>
                <w:bCs/>
                <w:snapToGrid w:val="0"/>
              </w:rPr>
              <w:t>3.2.5.2</w:t>
            </w:r>
            <w:r w:rsidRPr="00CF4D0D">
              <w:rPr>
                <w:b/>
                <w:bCs/>
                <w:snapToGrid w:val="0"/>
              </w:rPr>
              <w:tab/>
              <w:t>Unregistered Distributed Generator Reporting Requirements for ERCOT</w:t>
            </w:r>
            <w:bookmarkEnd w:id="689"/>
          </w:p>
          <w:p w14:paraId="3FD5F204" w14:textId="1513AA37" w:rsidR="00CF4D0D" w:rsidRPr="00CF4D0D" w:rsidRDefault="00CF4D0D" w:rsidP="00CF4D0D">
            <w:pPr>
              <w:spacing w:after="240"/>
              <w:ind w:left="720" w:hanging="720"/>
              <w:rPr>
                <w:szCs w:val="24"/>
              </w:rPr>
            </w:pPr>
            <w:r w:rsidRPr="00CF4D0D">
              <w:rPr>
                <w:iCs/>
                <w:szCs w:val="24"/>
              </w:rPr>
              <w:t>(1)</w:t>
            </w:r>
            <w:r w:rsidRPr="00CF4D0D">
              <w:rPr>
                <w:iCs/>
                <w:szCs w:val="24"/>
              </w:rPr>
              <w:tab/>
            </w:r>
            <w:bookmarkStart w:id="690" w:name="_Hlk181353148"/>
            <w:r w:rsidRPr="00CF4D0D">
              <w:rPr>
                <w:szCs w:val="24"/>
              </w:rPr>
              <w:t>ERCOT will generate and post to the ERCOT website a complete annual report of each year summarizing the cumulative growth of all UDG as reported by TSPs in accordance with Section 3.2.5.1, Unregistered Distributed Generator Reporting Requirements.</w:t>
            </w:r>
            <w:bookmarkEnd w:id="690"/>
          </w:p>
        </w:tc>
      </w:tr>
    </w:tbl>
    <w:p w14:paraId="06BBD34C" w14:textId="77777777" w:rsidR="001E6E73" w:rsidRDefault="001E6E73" w:rsidP="009F5B92">
      <w:pPr>
        <w:pStyle w:val="H3"/>
        <w:spacing w:before="480"/>
      </w:pPr>
      <w:r>
        <w:t>3.2.6</w:t>
      </w:r>
      <w:r w:rsidRPr="006A0091">
        <w:tab/>
      </w:r>
      <w:r w:rsidRPr="00D91111">
        <w:t xml:space="preserve">Report </w:t>
      </w:r>
      <w:r w:rsidRPr="004243A9">
        <w:t>on Capacity, Demand and Reserves in the ERCOT Region</w:t>
      </w:r>
      <w:bookmarkEnd w:id="686"/>
      <w:bookmarkEnd w:id="687"/>
    </w:p>
    <w:p w14:paraId="6EA5C0A1" w14:textId="77777777" w:rsidR="001E6E73" w:rsidRPr="00332271" w:rsidRDefault="001E6E73" w:rsidP="001E6E73">
      <w:pPr>
        <w:spacing w:after="240"/>
        <w:ind w:left="720" w:hanging="720"/>
      </w:pPr>
      <w:r w:rsidRPr="00332271">
        <w:t>(1)</w:t>
      </w:r>
      <w:r w:rsidRPr="00332271">
        <w:tab/>
        <w:t>ERCOT shall prepare and publish the Report on Capacity, Demand and Reserves in the ERCOT Region (CDR) twice per year.  ERCOT will target the posting of the preliminary CDR during the third week of each May and the final CDR during the third week of each December.  ERCOT will issue a Market Notice indicating a revised posting date if that date is anticipated to occur prior to or after the target posting week.</w:t>
      </w:r>
    </w:p>
    <w:p w14:paraId="79111A6D" w14:textId="77777777" w:rsidR="001E6E73" w:rsidRPr="00332271" w:rsidRDefault="001E6E73" w:rsidP="001E6E73">
      <w:pPr>
        <w:spacing w:after="240"/>
        <w:ind w:left="720" w:hanging="720"/>
      </w:pPr>
      <w:r w:rsidRPr="00332271">
        <w:t>(2)</w:t>
      </w:r>
      <w:r w:rsidRPr="00332271">
        <w:tab/>
        <w:t>Load and capacity forecasts shall be reported for at least the next five years beyond the year that the CDR</w:t>
      </w:r>
      <w:r>
        <w:t xml:space="preserve">s </w:t>
      </w:r>
      <w:r w:rsidRPr="00332271">
        <w:t>are published.  Seasonal forecasts, as defined in Section 3.2.6.1, Planning Reserve Margins, shall also be prepared and published for each forecast year.</w:t>
      </w:r>
    </w:p>
    <w:p w14:paraId="643BF35A" w14:textId="77777777" w:rsidR="001E6E73" w:rsidRPr="00332271" w:rsidRDefault="001E6E73" w:rsidP="001E6E73">
      <w:pPr>
        <w:spacing w:after="240"/>
        <w:ind w:left="720" w:hanging="720"/>
      </w:pPr>
      <w:r w:rsidRPr="00332271">
        <w:t>(3)</w:t>
      </w:r>
      <w:r w:rsidRPr="00332271">
        <w:tab/>
        <w:t>The format and other contents of this report shall be developed by ERCOT with guidance from the Wholesale Market Subcommittee (WMS) and its working group designated to periodically review the report contents.</w:t>
      </w:r>
    </w:p>
    <w:p w14:paraId="4EE211ED" w14:textId="0792F9A3" w:rsidR="001E6E73" w:rsidRDefault="001E6E73" w:rsidP="001E6E73">
      <w:pPr>
        <w:spacing w:after="240"/>
        <w:ind w:left="720" w:hanging="720"/>
      </w:pPr>
      <w:r w:rsidRPr="00332271">
        <w:t>(4)</w:t>
      </w:r>
      <w:r w:rsidRPr="00332271">
        <w:tab/>
        <w:t xml:space="preserve">The CDR shall provide peak Load, peak Net Load, and capacity estimates based on the methodologies in Section 3.2.6.1, Section 3.2.6.2, Effective Load Carrying Capability (ELCC) Studies, Section 3.2.6.3, Firm Peak Load and Firm Peak </w:t>
      </w:r>
      <w:r w:rsidR="009E7986">
        <w:t xml:space="preserve">Net </w:t>
      </w:r>
      <w:r w:rsidRPr="00332271">
        <w:t>Load Estimates, and Section 3.2.6.4, Total Capacity Estimates.</w:t>
      </w:r>
    </w:p>
    <w:p w14:paraId="5051852A" w14:textId="00722545" w:rsidR="001A78C0" w:rsidRPr="001E6E73" w:rsidRDefault="001A78C0" w:rsidP="00752F4F">
      <w:pPr>
        <w:pStyle w:val="H4"/>
        <w:ind w:left="1267" w:hanging="1267"/>
      </w:pPr>
      <w:bookmarkStart w:id="691" w:name="_Toc199405252"/>
      <w:r w:rsidRPr="001E6E73">
        <w:rPr>
          <w:b/>
          <w:bCs/>
        </w:rPr>
        <w:t>3.2.6</w:t>
      </w:r>
      <w:r w:rsidR="001E6E73" w:rsidRPr="001E6E73">
        <w:rPr>
          <w:b/>
          <w:bCs/>
        </w:rPr>
        <w:t>.1</w:t>
      </w:r>
      <w:r w:rsidRPr="001E6E73">
        <w:rPr>
          <w:b/>
          <w:bCs/>
        </w:rPr>
        <w:tab/>
        <w:t>Planning Reserve Margin</w:t>
      </w:r>
      <w:bookmarkEnd w:id="670"/>
      <w:bookmarkEnd w:id="671"/>
      <w:bookmarkEnd w:id="672"/>
      <w:bookmarkEnd w:id="673"/>
      <w:bookmarkEnd w:id="674"/>
      <w:bookmarkEnd w:id="675"/>
      <w:bookmarkEnd w:id="676"/>
      <w:bookmarkEnd w:id="677"/>
      <w:bookmarkEnd w:id="678"/>
      <w:bookmarkEnd w:id="688"/>
      <w:r w:rsidR="001E6E73">
        <w:rPr>
          <w:b/>
          <w:bCs/>
        </w:rPr>
        <w:t>s</w:t>
      </w:r>
      <w:bookmarkEnd w:id="691"/>
    </w:p>
    <w:p w14:paraId="626E865B" w14:textId="4657BD0C" w:rsidR="001A78C0" w:rsidRPr="006A0091" w:rsidRDefault="00685343" w:rsidP="006D5EC8">
      <w:pPr>
        <w:pStyle w:val="List"/>
        <w:ind w:left="720"/>
        <w:rPr>
          <w:iCs/>
        </w:rPr>
      </w:pPr>
      <w:r>
        <w:rPr>
          <w:iCs/>
        </w:rPr>
        <w:t>(1)</w:t>
      </w:r>
      <w:r>
        <w:rPr>
          <w:iCs/>
        </w:rPr>
        <w:tab/>
      </w:r>
      <w:r w:rsidR="001A78C0" w:rsidRPr="006A0091">
        <w:rPr>
          <w:iCs/>
        </w:rPr>
        <w:t xml:space="preserve">ERCOT shall calculate </w:t>
      </w:r>
      <w:r w:rsidR="001E6E73">
        <w:rPr>
          <w:iCs/>
        </w:rPr>
        <w:t>a</w:t>
      </w:r>
      <w:r w:rsidR="001A78C0" w:rsidRPr="006A0091">
        <w:rPr>
          <w:iCs/>
        </w:rPr>
        <w:t xml:space="preserve"> Planning Reserve Margin (PRM) for each </w:t>
      </w:r>
      <w:r w:rsidR="001E6E73">
        <w:rPr>
          <w:iCs/>
        </w:rPr>
        <w:t>s</w:t>
      </w:r>
      <w:r w:rsidR="001A78C0" w:rsidRPr="006A0091">
        <w:rPr>
          <w:iCs/>
        </w:rPr>
        <w:t>eason</w:t>
      </w:r>
      <w:r w:rsidR="001A78C0">
        <w:rPr>
          <w:iCs/>
        </w:rPr>
        <w:t xml:space="preserve"> </w:t>
      </w:r>
      <w:r w:rsidR="001E6E73">
        <w:rPr>
          <w:iCs/>
        </w:rPr>
        <w:t xml:space="preserve">of each future year reflecting Loads and </w:t>
      </w:r>
      <w:r w:rsidR="001E6E73" w:rsidRPr="00D8017E">
        <w:rPr>
          <w:iCs/>
        </w:rPr>
        <w:t>resources</w:t>
      </w:r>
      <w:r w:rsidR="001E6E73">
        <w:rPr>
          <w:iCs/>
        </w:rPr>
        <w:t xml:space="preserve"> for the forecasted peak Load hour and peak Net Load hour </w:t>
      </w:r>
      <w:r w:rsidR="001A78C0">
        <w:rPr>
          <w:iCs/>
        </w:rPr>
        <w:t>as follows</w:t>
      </w:r>
      <w:r w:rsidR="001A78C0" w:rsidRPr="006A0091">
        <w:rPr>
          <w:iCs/>
        </w:rPr>
        <w:t>:</w:t>
      </w:r>
    </w:p>
    <w:p w14:paraId="452532B1" w14:textId="43FE91C1" w:rsidR="001A78C0" w:rsidRPr="006A0091" w:rsidRDefault="001A78C0" w:rsidP="001A78C0">
      <w:pPr>
        <w:spacing w:after="240"/>
        <w:jc w:val="center"/>
        <w:rPr>
          <w:i/>
          <w:vertAlign w:val="subscript"/>
        </w:rPr>
      </w:pPr>
      <w:r w:rsidRPr="006A0091">
        <w:rPr>
          <w:b/>
          <w:bCs/>
        </w:rPr>
        <w:lastRenderedPageBreak/>
        <w:t>PRM</w:t>
      </w:r>
      <w:r w:rsidR="008D496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xml:space="preserve">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92"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4A3AC277" w:rsidR="001A78C0" w:rsidRPr="006A0091" w:rsidRDefault="001A78C0" w:rsidP="001A78C0">
            <w:pPr>
              <w:spacing w:after="60"/>
              <w:rPr>
                <w:iCs/>
                <w:sz w:val="20"/>
              </w:rPr>
            </w:pPr>
            <w:r w:rsidRPr="006A0091">
              <w:rPr>
                <w:iCs/>
                <w:sz w:val="20"/>
              </w:rPr>
              <w:t xml:space="preserve">PRM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5ED47CE4"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4FFA6420" w:rsidR="001A78C0" w:rsidRPr="006A0091" w:rsidRDefault="001A78C0" w:rsidP="001A78C0">
            <w:pPr>
              <w:spacing w:after="60"/>
              <w:rPr>
                <w:iCs/>
                <w:sz w:val="20"/>
              </w:rPr>
            </w:pPr>
            <w:r w:rsidRPr="006A0091">
              <w:rPr>
                <w:iCs/>
                <w:sz w:val="20"/>
              </w:rPr>
              <w:t xml:space="preserve">TOTCAP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3ABC3420"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w:t>
            </w:r>
            <w:r w:rsidR="00C119D6">
              <w:rPr>
                <w:iCs/>
                <w:sz w:val="20"/>
              </w:rPr>
              <w:t xml:space="preserve">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6A21B038" w:rsidR="001A78C0" w:rsidRPr="006A0091" w:rsidRDefault="001A78C0" w:rsidP="001A78C0">
            <w:pPr>
              <w:spacing w:after="60"/>
              <w:rPr>
                <w:iCs/>
                <w:sz w:val="20"/>
              </w:rPr>
            </w:pPr>
            <w:r w:rsidRPr="006A0091">
              <w:rPr>
                <w:iCs/>
                <w:sz w:val="20"/>
              </w:rPr>
              <w:t xml:space="preserve">FIRMPKLD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133791B2" w:rsidR="001A78C0" w:rsidRPr="006A0091" w:rsidRDefault="001A78C0" w:rsidP="001A78C0">
            <w:pPr>
              <w:spacing w:after="60"/>
              <w:rPr>
                <w:iCs/>
                <w:sz w:val="20"/>
              </w:rPr>
            </w:pPr>
            <w:r w:rsidRPr="00545FF6">
              <w:rPr>
                <w:i/>
                <w:iCs/>
                <w:sz w:val="20"/>
              </w:rPr>
              <w:t>Firm Peak Load</w:t>
            </w:r>
            <w:r w:rsidRPr="006A0091">
              <w:rPr>
                <w:iCs/>
                <w:sz w:val="20"/>
              </w:rPr>
              <w:t xml:space="preserve">—Firm Peak Load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Pr="006A0091">
              <w:rPr>
                <w:iCs/>
                <w:sz w:val="20"/>
              </w:rPr>
              <w:t xml:space="preserve">the </w:t>
            </w:r>
            <w:r w:rsidR="00D54EFC">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D54EFC" w:rsidRPr="006A0091" w14:paraId="1434D4E6" w14:textId="77777777" w:rsidTr="001A78C0">
        <w:tc>
          <w:tcPr>
            <w:tcW w:w="876" w:type="pct"/>
          </w:tcPr>
          <w:p w14:paraId="2AD526C7" w14:textId="567DE95B" w:rsidR="00D54EFC" w:rsidRPr="006A0091" w:rsidRDefault="00D54EFC" w:rsidP="00D54EFC">
            <w:pPr>
              <w:spacing w:after="60"/>
              <w:rPr>
                <w:iCs/>
                <w:sz w:val="20"/>
              </w:rPr>
            </w:pPr>
            <w:r w:rsidRPr="00484200">
              <w:rPr>
                <w:i/>
                <w:sz w:val="20"/>
              </w:rPr>
              <w:t>h</w:t>
            </w:r>
          </w:p>
        </w:tc>
        <w:tc>
          <w:tcPr>
            <w:tcW w:w="455" w:type="pct"/>
          </w:tcPr>
          <w:p w14:paraId="4E3D751C" w14:textId="376E2CEA" w:rsidR="00D54EFC" w:rsidRPr="00545FF6" w:rsidRDefault="00D54EFC" w:rsidP="00D54EFC">
            <w:pPr>
              <w:spacing w:after="60"/>
              <w:rPr>
                <w:iCs/>
                <w:sz w:val="20"/>
              </w:rPr>
            </w:pPr>
            <w:r>
              <w:rPr>
                <w:iCs/>
                <w:sz w:val="20"/>
              </w:rPr>
              <w:t>None</w:t>
            </w:r>
          </w:p>
        </w:tc>
        <w:tc>
          <w:tcPr>
            <w:tcW w:w="3669" w:type="pct"/>
          </w:tcPr>
          <w:p w14:paraId="26C2A4B1" w14:textId="18BDD338" w:rsidR="00D54EFC" w:rsidRPr="00545FF6" w:rsidRDefault="00D54EFC" w:rsidP="00D54EFC">
            <w:pPr>
              <w:spacing w:after="60"/>
              <w:rPr>
                <w:i/>
                <w:iCs/>
                <w:sz w:val="20"/>
              </w:rPr>
            </w:pPr>
            <w:r w:rsidRPr="00A06D01">
              <w:rPr>
                <w:sz w:val="20"/>
              </w:rPr>
              <w:t>The forecasted peak Load hour and peak Net Load hour.</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93" w:name="_Toc289696699"/>
            <w:r w:rsidRPr="006A0091">
              <w:rPr>
                <w:i/>
              </w:rPr>
              <w:t>i</w:t>
            </w:r>
            <w:bookmarkEnd w:id="693"/>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94" w:name="_Toc289696700"/>
            <w:r w:rsidRPr="00545FF6">
              <w:t>None</w:t>
            </w:r>
            <w:bookmarkEnd w:id="694"/>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95" w:name="_Toc289696701"/>
            <w:r>
              <w:t>Y</w:t>
            </w:r>
            <w:r w:rsidRPr="006A0091">
              <w:t>ear</w:t>
            </w:r>
            <w:bookmarkEnd w:id="695"/>
            <w:r>
              <w:t>.</w:t>
            </w:r>
          </w:p>
        </w:tc>
      </w:tr>
      <w:tr w:rsidR="001A78C0" w:rsidRPr="006A0091" w14:paraId="50386788" w14:textId="77777777" w:rsidTr="00D54EFC">
        <w:tc>
          <w:tcPr>
            <w:tcW w:w="876" w:type="pct"/>
            <w:tcBorders>
              <w:top w:val="single" w:sz="6" w:space="0" w:color="auto"/>
              <w:left w:val="single" w:sz="4" w:space="0" w:color="auto"/>
              <w:bottom w:val="single" w:sz="6" w:space="0" w:color="auto"/>
              <w:right w:val="single" w:sz="6" w:space="0" w:color="auto"/>
            </w:tcBorders>
          </w:tcPr>
          <w:p w14:paraId="04DB518E" w14:textId="77777777" w:rsidR="001A78C0" w:rsidRPr="006A0091" w:rsidRDefault="001A78C0" w:rsidP="001A78C0">
            <w:pPr>
              <w:pStyle w:val="TableBody"/>
              <w:rPr>
                <w:i/>
              </w:rPr>
            </w:pPr>
            <w:bookmarkStart w:id="696" w:name="_Toc289696702"/>
            <w:r w:rsidRPr="006A0091">
              <w:rPr>
                <w:i/>
              </w:rPr>
              <w:t>s</w:t>
            </w:r>
            <w:bookmarkEnd w:id="696"/>
          </w:p>
        </w:tc>
        <w:tc>
          <w:tcPr>
            <w:tcW w:w="455" w:type="pct"/>
            <w:tcBorders>
              <w:top w:val="single" w:sz="6" w:space="0" w:color="auto"/>
              <w:left w:val="single" w:sz="6" w:space="0" w:color="auto"/>
              <w:bottom w:val="single" w:sz="6" w:space="0" w:color="auto"/>
              <w:right w:val="single" w:sz="6" w:space="0" w:color="auto"/>
            </w:tcBorders>
          </w:tcPr>
          <w:p w14:paraId="6CD46C1B" w14:textId="77777777" w:rsidR="001A78C0" w:rsidRPr="00545FF6" w:rsidRDefault="001A78C0" w:rsidP="001A78C0">
            <w:pPr>
              <w:pStyle w:val="TableBody"/>
            </w:pPr>
            <w:bookmarkStart w:id="697" w:name="_Toc289696703"/>
            <w:r w:rsidRPr="00545FF6">
              <w:t>None</w:t>
            </w:r>
            <w:bookmarkEnd w:id="697"/>
          </w:p>
        </w:tc>
        <w:tc>
          <w:tcPr>
            <w:tcW w:w="3669" w:type="pct"/>
            <w:tcBorders>
              <w:top w:val="single" w:sz="6" w:space="0" w:color="auto"/>
              <w:left w:val="single" w:sz="6" w:space="0" w:color="auto"/>
              <w:bottom w:val="single" w:sz="6" w:space="0" w:color="auto"/>
              <w:right w:val="single" w:sz="4" w:space="0" w:color="auto"/>
            </w:tcBorders>
          </w:tcPr>
          <w:p w14:paraId="2C443881" w14:textId="7AEA9AF0" w:rsidR="001A78C0" w:rsidRPr="006A0091" w:rsidRDefault="00F54775" w:rsidP="001A78C0">
            <w:pPr>
              <w:pStyle w:val="TableBody"/>
            </w:pPr>
            <w:bookmarkStart w:id="698" w:name="_Toc289696704"/>
            <w:r w:rsidRPr="00A97032">
              <w:t xml:space="preserve">Season. </w:t>
            </w:r>
            <w:r>
              <w:t xml:space="preserve"> </w:t>
            </w:r>
            <w:r w:rsidRPr="00A97032">
              <w:t xml:space="preserve">Summer Peak Load Season, Winter Peak Load Season, Spring (March, April, May), and Fall (October and November), for year </w:t>
            </w:r>
            <w:r w:rsidRPr="00A97032">
              <w:rPr>
                <w:i/>
              </w:rPr>
              <w:t>i</w:t>
            </w:r>
            <w:r w:rsidRPr="00A97032">
              <w:t>.</w:t>
            </w:r>
            <w:bookmarkEnd w:id="698"/>
          </w:p>
        </w:tc>
      </w:tr>
    </w:tbl>
    <w:p w14:paraId="4328D0F6" w14:textId="4E86BB9F" w:rsidR="00D54EFC" w:rsidRPr="00517CD7" w:rsidRDefault="00D54EFC" w:rsidP="007E57F8">
      <w:pPr>
        <w:pStyle w:val="H4"/>
        <w:spacing w:before="480"/>
        <w:rPr>
          <w:b/>
          <w:bCs/>
        </w:rPr>
      </w:pPr>
      <w:bookmarkStart w:id="699" w:name="_Toc199405253"/>
      <w:bookmarkStart w:id="700" w:name="_Toc266254155"/>
      <w:bookmarkStart w:id="701" w:name="_Toc289696706"/>
      <w:bookmarkStart w:id="702" w:name="_Toc400526100"/>
      <w:bookmarkStart w:id="703" w:name="_Toc405534418"/>
      <w:bookmarkStart w:id="704" w:name="_Toc406570431"/>
      <w:bookmarkStart w:id="705" w:name="_Toc410910583"/>
      <w:bookmarkStart w:id="706" w:name="_Toc411841011"/>
      <w:bookmarkStart w:id="707" w:name="_Toc422146973"/>
      <w:bookmarkStart w:id="708" w:name="_Toc433020569"/>
      <w:bookmarkStart w:id="709" w:name="_Toc437262010"/>
      <w:bookmarkStart w:id="710" w:name="_Toc478375185"/>
      <w:bookmarkEnd w:id="692"/>
      <w:r w:rsidRPr="00774B81">
        <w:rPr>
          <w:b/>
          <w:bCs/>
        </w:rPr>
        <w:t>3.2.6</w:t>
      </w:r>
      <w:r>
        <w:rPr>
          <w:b/>
          <w:bCs/>
        </w:rPr>
        <w:t>.2</w:t>
      </w:r>
      <w:r>
        <w:rPr>
          <w:b/>
          <w:bCs/>
        </w:rPr>
        <w:tab/>
      </w:r>
      <w:r w:rsidRPr="00517CD7">
        <w:rPr>
          <w:b/>
          <w:bCs/>
        </w:rPr>
        <w:t>Effective Load Carrying Capability (ELCC) Studies</w:t>
      </w:r>
      <w:bookmarkEnd w:id="699"/>
    </w:p>
    <w:p w14:paraId="0FE552AC" w14:textId="77777777" w:rsidR="00D54EFC" w:rsidRPr="008A69A6" w:rsidRDefault="00D54EFC" w:rsidP="00D54EFC">
      <w:pPr>
        <w:spacing w:after="240"/>
        <w:ind w:left="720" w:hanging="720"/>
        <w:rPr>
          <w:color w:val="000000" w:themeColor="text1"/>
        </w:rPr>
      </w:pPr>
      <w:r w:rsidRPr="008A69A6">
        <w:rPr>
          <w:color w:val="000000" w:themeColor="text1"/>
        </w:rPr>
        <w:t>(1)</w:t>
      </w:r>
      <w:r w:rsidRPr="008A69A6">
        <w:rPr>
          <w:color w:val="000000" w:themeColor="text1"/>
        </w:rPr>
        <w:tab/>
        <w:t xml:space="preserve">ERCOT shall conduct an Effective Load Carrying Capability (ELCC) study every three years or as necessary based on reviews of expected </w:t>
      </w:r>
      <w:r w:rsidRPr="00D8017E">
        <w:rPr>
          <w:color w:val="000000" w:themeColor="text1"/>
        </w:rPr>
        <w:t>resource</w:t>
      </w:r>
      <w:r w:rsidRPr="008A69A6">
        <w:rPr>
          <w:color w:val="000000" w:themeColor="text1"/>
        </w:rPr>
        <w:t xml:space="preserve"> penetration and generation technology trends using Generator Interconnection or Modification (GIM) data. </w:t>
      </w:r>
      <w:r>
        <w:rPr>
          <w:color w:val="000000" w:themeColor="text1"/>
        </w:rPr>
        <w:t xml:space="preserve"> </w:t>
      </w:r>
      <w:r w:rsidRPr="008A69A6">
        <w:rPr>
          <w:color w:val="000000" w:themeColor="text1"/>
        </w:rPr>
        <w:t xml:space="preserve">ERCOT shall provide the appropriate WMS working group with a draft ELCC report and subsequent review and comment period before finalizing the ELCC report. </w:t>
      </w:r>
      <w:r>
        <w:rPr>
          <w:color w:val="000000" w:themeColor="text1"/>
        </w:rPr>
        <w:t xml:space="preserve"> </w:t>
      </w:r>
      <w:r w:rsidRPr="008A69A6">
        <w:rPr>
          <w:color w:val="000000" w:themeColor="text1"/>
        </w:rPr>
        <w:t>The ELCC reports shall be posted to the ERCOT website.</w:t>
      </w:r>
    </w:p>
    <w:p w14:paraId="6BA15A23" w14:textId="77777777" w:rsidR="00D54EFC" w:rsidRPr="008A69A6" w:rsidRDefault="00D54EFC" w:rsidP="00D54EFC">
      <w:pPr>
        <w:spacing w:after="240"/>
        <w:ind w:left="720" w:hanging="720"/>
      </w:pPr>
      <w:r w:rsidRPr="008A69A6">
        <w:t>(2)</w:t>
      </w:r>
      <w:r w:rsidRPr="008A69A6">
        <w:tab/>
        <w:t>The ELCC study shall be based on the Reliability Standard established by the Public Utility Commission of Texas (PUCT).</w:t>
      </w:r>
    </w:p>
    <w:p w14:paraId="280BDFC3" w14:textId="77777777" w:rsidR="00D54EFC" w:rsidRPr="008A69A6" w:rsidRDefault="00D54EFC" w:rsidP="00D54EFC">
      <w:pPr>
        <w:spacing w:after="240"/>
        <w:ind w:left="720" w:hanging="720"/>
      </w:pPr>
      <w:r w:rsidRPr="008A69A6">
        <w:t>(3)</w:t>
      </w:r>
      <w:r w:rsidRPr="008A69A6">
        <w:tab/>
        <w:t>ERCOT shall use a Monte Carlo system simulation tool for determining the ELCC values.</w:t>
      </w:r>
    </w:p>
    <w:p w14:paraId="6A93F6CE" w14:textId="0CF4CA48" w:rsidR="00D54EFC" w:rsidRPr="008A69A6" w:rsidRDefault="00D54EFC" w:rsidP="00D54EFC">
      <w:pPr>
        <w:spacing w:after="240"/>
        <w:ind w:left="720" w:hanging="720"/>
      </w:pPr>
      <w:r w:rsidRPr="008A69A6">
        <w:t>(4)</w:t>
      </w:r>
      <w:r w:rsidRPr="008A69A6">
        <w:tab/>
        <w:t xml:space="preserve">The ELCC study will determine average ELCCs for aggregate </w:t>
      </w:r>
      <w:r w:rsidRPr="004A30B1">
        <w:t xml:space="preserve">WGRs, PVGRs and </w:t>
      </w:r>
      <w:r w:rsidR="00456C62">
        <w:t>Energy Storage Resources (</w:t>
      </w:r>
      <w:r w:rsidRPr="004A30B1">
        <w:t>ESRs</w:t>
      </w:r>
      <w:r w:rsidR="00456C62">
        <w:t>)</w:t>
      </w:r>
      <w:r w:rsidRPr="008A69A6">
        <w:t xml:space="preserve"> by </w:t>
      </w:r>
      <w:r>
        <w:t>r</w:t>
      </w:r>
      <w:r w:rsidRPr="008A69A6">
        <w:t xml:space="preserve">eserve </w:t>
      </w:r>
      <w:r>
        <w:t>r</w:t>
      </w:r>
      <w:r w:rsidRPr="008A69A6">
        <w:t xml:space="preserve">isk </w:t>
      </w:r>
      <w:r>
        <w:t>p</w:t>
      </w:r>
      <w:r w:rsidRPr="008A69A6">
        <w:t xml:space="preserve">eriod and applicable CDR </w:t>
      </w:r>
      <w:r w:rsidRPr="00D8017E">
        <w:t>resource</w:t>
      </w:r>
      <w:r w:rsidRPr="008A69A6">
        <w:t xml:space="preserve"> regions as defined in Section 3.</w:t>
      </w:r>
      <w:r w:rsidRPr="006A646A">
        <w:t>2.6.4, Total Capacity Estimates.  Average ELCCs for aggregate ESRs shall be based on duration categories specified in the ELCC study.</w:t>
      </w:r>
    </w:p>
    <w:p w14:paraId="10DBBB39" w14:textId="77777777" w:rsidR="00D54EFC" w:rsidRDefault="00D54EFC" w:rsidP="00D54EFC">
      <w:pPr>
        <w:spacing w:after="240"/>
        <w:ind w:left="720" w:hanging="720"/>
      </w:pPr>
      <w:r w:rsidRPr="006A646A">
        <w:t>(5)</w:t>
      </w:r>
      <w:r w:rsidRPr="008A69A6">
        <w:tab/>
        <w:t xml:space="preserve">The ELCC study shall produce a range of ELCC values reflecting feasible future mixes of WGRs, PVGRs, ESRs and Load forecasts for the next five future years. </w:t>
      </w:r>
      <w:r>
        <w:t xml:space="preserve"> </w:t>
      </w:r>
      <w:r w:rsidRPr="008A69A6">
        <w:t>Each CDR</w:t>
      </w:r>
      <w:r>
        <w:t xml:space="preserve"> </w:t>
      </w:r>
      <w:r w:rsidRPr="008A69A6">
        <w:t xml:space="preserve">will include the ELCCs associated with the </w:t>
      </w:r>
      <w:r w:rsidRPr="00D8017E">
        <w:t>resource</w:t>
      </w:r>
      <w:r w:rsidRPr="008A69A6">
        <w:t xml:space="preserve"> mix and load forecast for the given forecast year, season, and CDR </w:t>
      </w:r>
      <w:r w:rsidRPr="00D8017E">
        <w:t>resource</w:t>
      </w:r>
      <w:r w:rsidRPr="008A69A6">
        <w:t xml:space="preserve"> region (in the case of WGRs and PVGRs).</w:t>
      </w:r>
    </w:p>
    <w:p w14:paraId="061E67F8" w14:textId="77777777" w:rsidR="00D54EFC" w:rsidRPr="00D54EFC" w:rsidRDefault="00D54EFC" w:rsidP="006148E1">
      <w:pPr>
        <w:pStyle w:val="H4"/>
        <w:rPr>
          <w:b/>
          <w:bCs/>
        </w:rPr>
      </w:pPr>
      <w:bookmarkStart w:id="711" w:name="_Toc199405254"/>
      <w:bookmarkStart w:id="712" w:name="_Toc204048510"/>
      <w:bookmarkStart w:id="713" w:name="_Toc400526103"/>
      <w:bookmarkStart w:id="714" w:name="_Toc405534421"/>
      <w:bookmarkStart w:id="715" w:name="_Toc406570434"/>
      <w:bookmarkStart w:id="716" w:name="_Toc410910586"/>
      <w:bookmarkStart w:id="717" w:name="_Toc411841014"/>
      <w:bookmarkStart w:id="718" w:name="_Toc422146976"/>
      <w:bookmarkStart w:id="719" w:name="_Toc433020572"/>
      <w:bookmarkStart w:id="720" w:name="_Toc437262013"/>
      <w:bookmarkStart w:id="721" w:name="_Toc478375188"/>
      <w:bookmarkEnd w:id="700"/>
      <w:bookmarkEnd w:id="701"/>
      <w:bookmarkEnd w:id="702"/>
      <w:bookmarkEnd w:id="703"/>
      <w:bookmarkEnd w:id="704"/>
      <w:bookmarkEnd w:id="705"/>
      <w:bookmarkEnd w:id="706"/>
      <w:bookmarkEnd w:id="707"/>
      <w:bookmarkEnd w:id="708"/>
      <w:bookmarkEnd w:id="709"/>
      <w:bookmarkEnd w:id="710"/>
      <w:r w:rsidRPr="00D54EFC">
        <w:rPr>
          <w:b/>
          <w:bCs/>
        </w:rPr>
        <w:t>3.2.6.3</w:t>
      </w:r>
      <w:r w:rsidRPr="00D54EFC">
        <w:rPr>
          <w:b/>
          <w:bCs/>
        </w:rPr>
        <w:tab/>
        <w:t>Firm Peak Load and Firm Peak Net Load Estimates</w:t>
      </w:r>
      <w:bookmarkEnd w:id="711"/>
    </w:p>
    <w:p w14:paraId="5787407A" w14:textId="77777777" w:rsidR="00D54EFC" w:rsidRPr="00D54EFC" w:rsidRDefault="00D54EFC" w:rsidP="00D54EFC">
      <w:pPr>
        <w:spacing w:after="240"/>
        <w:ind w:left="720" w:hanging="720"/>
        <w:rPr>
          <w:iCs/>
        </w:rPr>
      </w:pPr>
      <w:r w:rsidRPr="00D54EFC">
        <w:rPr>
          <w:iCs/>
        </w:rPr>
        <w:t>(1)</w:t>
      </w:r>
      <w:r w:rsidRPr="00D54EFC">
        <w:rPr>
          <w:iCs/>
        </w:rPr>
        <w:tab/>
        <w:t xml:space="preserve">ERCOT shall prepare, at least annually, a forecast of total hourly Loads for a minimum of ten future years using an econometric forecast, taking into account econometric inputs, weather conditions, demographic data and other variables as deemed appropriate by ERCOT.  For the CDR, firm peak Load and firm peak Net Load estimates shall be determined by the following equation: </w:t>
      </w:r>
    </w:p>
    <w:p w14:paraId="7AC168AD" w14:textId="11AD417B" w:rsidR="00D54EFC" w:rsidRPr="00D54EFC" w:rsidRDefault="00D54EFC" w:rsidP="00D54EFC">
      <w:pPr>
        <w:tabs>
          <w:tab w:val="left" w:pos="2340"/>
          <w:tab w:val="left" w:pos="3420"/>
        </w:tabs>
        <w:spacing w:after="240"/>
        <w:ind w:left="3420" w:hanging="2700"/>
        <w:rPr>
          <w:b/>
          <w:bCs/>
          <w:szCs w:val="24"/>
        </w:rPr>
      </w:pPr>
      <w:r w:rsidRPr="00D54EFC">
        <w:rPr>
          <w:b/>
          <w:bCs/>
          <w:szCs w:val="24"/>
        </w:rPr>
        <w:lastRenderedPageBreak/>
        <w:t xml:space="preserve">FIRMPKLD </w:t>
      </w:r>
      <w:r w:rsidRPr="00D54EFC">
        <w:rPr>
          <w:b/>
          <w:bCs/>
          <w:i/>
          <w:iCs/>
          <w:szCs w:val="24"/>
          <w:vertAlign w:val="subscript"/>
        </w:rPr>
        <w:t>h,</w:t>
      </w:r>
      <w:r w:rsidRPr="00D54EFC">
        <w:rPr>
          <w:b/>
          <w:bCs/>
          <w:szCs w:val="24"/>
        </w:rPr>
        <w:t xml:space="preserve"> </w:t>
      </w:r>
      <w:r w:rsidRPr="00D54EFC">
        <w:rPr>
          <w:b/>
          <w:bCs/>
          <w:i/>
          <w:szCs w:val="24"/>
          <w:vertAlign w:val="subscript"/>
        </w:rPr>
        <w:t>s, i</w:t>
      </w:r>
      <w:r w:rsidRPr="00D54EFC">
        <w:rPr>
          <w:b/>
          <w:bCs/>
          <w:szCs w:val="24"/>
        </w:rPr>
        <w:tab/>
        <w:t>=</w:t>
      </w:r>
      <w:r w:rsidRPr="00D54EFC">
        <w:rPr>
          <w:b/>
          <w:bCs/>
          <w:szCs w:val="24"/>
        </w:rPr>
        <w:tab/>
        <w:t xml:space="preserve">TOTPKLD </w:t>
      </w:r>
      <w:r w:rsidRPr="00D54EFC">
        <w:rPr>
          <w:b/>
          <w:bCs/>
          <w:i/>
          <w:iCs/>
          <w:szCs w:val="24"/>
          <w:vertAlign w:val="subscript"/>
        </w:rPr>
        <w:t>h,</w:t>
      </w:r>
      <w:r w:rsidRPr="00D54EFC">
        <w:rPr>
          <w:b/>
          <w:bCs/>
          <w:szCs w:val="24"/>
        </w:rPr>
        <w:t xml:space="preserve"> </w:t>
      </w:r>
      <w:r w:rsidRPr="00D54EFC">
        <w:rPr>
          <w:b/>
          <w:bCs/>
          <w:i/>
          <w:iCs/>
          <w:szCs w:val="24"/>
          <w:vertAlign w:val="subscript"/>
        </w:rPr>
        <w:t>s</w:t>
      </w:r>
      <w:r w:rsidRPr="00D54EFC">
        <w:rPr>
          <w:b/>
          <w:bCs/>
          <w:szCs w:val="24"/>
          <w:vertAlign w:val="subscript"/>
        </w:rPr>
        <w:t xml:space="preserve">, </w:t>
      </w:r>
      <w:r w:rsidRPr="00D54EFC">
        <w:rPr>
          <w:b/>
          <w:bCs/>
          <w:i/>
          <w:szCs w:val="24"/>
          <w:vertAlign w:val="subscript"/>
        </w:rPr>
        <w:t>i</w:t>
      </w:r>
      <w:r w:rsidR="007E57F8" w:rsidRPr="00D54EFC">
        <w:rPr>
          <w:b/>
          <w:bCs/>
          <w:i/>
          <w:szCs w:val="24"/>
        </w:rPr>
        <w:t xml:space="preserve"> </w:t>
      </w:r>
      <w:r w:rsidRPr="00D54EFC">
        <w:rPr>
          <w:b/>
          <w:bCs/>
          <w:szCs w:val="24"/>
        </w:rPr>
        <w:t xml:space="preserve">– LRRRS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007E57F8" w:rsidRPr="00D54EFC">
        <w:rPr>
          <w:b/>
          <w:bCs/>
          <w:i/>
          <w:szCs w:val="24"/>
        </w:rPr>
        <w:t xml:space="preserve"> </w:t>
      </w:r>
      <w:r w:rsidRPr="00D54EFC">
        <w:rPr>
          <w:b/>
          <w:bCs/>
          <w:szCs w:val="24"/>
        </w:rPr>
        <w:t>–</w:t>
      </w:r>
      <w:r w:rsidRPr="00D54EFC">
        <w:rPr>
          <w:b/>
          <w:bCs/>
          <w:i/>
          <w:szCs w:val="24"/>
        </w:rPr>
        <w:t xml:space="preserve"> </w:t>
      </w:r>
      <w:r w:rsidRPr="00D54EFC">
        <w:rPr>
          <w:b/>
          <w:bCs/>
          <w:szCs w:val="24"/>
        </w:rPr>
        <w:t xml:space="preserve">LRECRS </w:t>
      </w:r>
      <w:r w:rsidRPr="00D54EFC">
        <w:rPr>
          <w:b/>
          <w:bCs/>
          <w:i/>
          <w:iCs/>
          <w:szCs w:val="24"/>
          <w:vertAlign w:val="subscript"/>
        </w:rPr>
        <w:t>h</w:t>
      </w:r>
      <w:r w:rsidRPr="00D54EFC">
        <w:rPr>
          <w:b/>
          <w:bCs/>
          <w:szCs w:val="24"/>
          <w:vertAlign w:val="subscript"/>
        </w:rPr>
        <w:t>,</w:t>
      </w:r>
      <w:r w:rsidR="00FA3132">
        <w:rPr>
          <w:b/>
          <w:bCs/>
          <w:szCs w:val="24"/>
          <w:vertAlign w:val="subscript"/>
        </w:rPr>
        <w:t xml:space="preserve"> </w:t>
      </w:r>
      <w:r w:rsidRPr="00D54EFC">
        <w:rPr>
          <w:b/>
          <w:bCs/>
          <w:i/>
          <w:szCs w:val="24"/>
          <w:vertAlign w:val="subscript"/>
        </w:rPr>
        <w:t>s, i</w:t>
      </w:r>
      <w:r w:rsidRPr="00D54EFC">
        <w:rPr>
          <w:b/>
          <w:bCs/>
          <w:szCs w:val="24"/>
        </w:rPr>
        <w:t xml:space="preserve"> </w:t>
      </w:r>
      <w:bookmarkStart w:id="722" w:name="_Hlk184816025"/>
      <w:r w:rsidRPr="00D54EFC">
        <w:rPr>
          <w:b/>
          <w:bCs/>
          <w:szCs w:val="24"/>
        </w:rPr>
        <w:t>–</w:t>
      </w:r>
      <w:bookmarkEnd w:id="722"/>
      <w:r w:rsidRPr="00D54EFC">
        <w:rPr>
          <w:b/>
          <w:bCs/>
          <w:i/>
          <w:szCs w:val="24"/>
        </w:rPr>
        <w:t xml:space="preserve"> </w:t>
      </w:r>
      <w:r w:rsidRPr="00D54EFC">
        <w:rPr>
          <w:b/>
          <w:bCs/>
          <w:szCs w:val="24"/>
        </w:rPr>
        <w:t>LRNSRS</w:t>
      </w:r>
      <w:r w:rsidRPr="00D54EFC">
        <w:rPr>
          <w:b/>
          <w:bCs/>
          <w:szCs w:val="24"/>
        </w:rPr>
        <w:softHyphen/>
      </w:r>
      <w:r w:rsidR="007E57F8">
        <w:rPr>
          <w:b/>
          <w:bCs/>
          <w:szCs w:val="24"/>
        </w:rPr>
        <w:t xml:space="preserve">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ERS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DVR </w:t>
      </w:r>
      <w:r w:rsidRPr="00752F4F">
        <w:rPr>
          <w:b/>
          <w:bCs/>
          <w:i/>
          <w:iCs/>
          <w:szCs w:val="24"/>
          <w:vertAlign w:val="subscript"/>
        </w:rPr>
        <w:t>s,</w:t>
      </w:r>
      <w:r w:rsidR="00FA3132" w:rsidRPr="00752F4F">
        <w:rPr>
          <w:b/>
          <w:bCs/>
          <w:i/>
          <w:iCs/>
          <w:szCs w:val="24"/>
          <w:vertAlign w:val="subscript"/>
        </w:rPr>
        <w:t xml:space="preserve"> </w:t>
      </w:r>
      <w:r w:rsidRPr="00752F4F">
        <w:rPr>
          <w:b/>
          <w:bCs/>
          <w:i/>
          <w:iCs/>
          <w:szCs w:val="24"/>
          <w:vertAlign w:val="subscript"/>
        </w:rPr>
        <w:t>i</w:t>
      </w:r>
      <w:r w:rsidRPr="00D54EFC">
        <w:rPr>
          <w:b/>
          <w:bCs/>
          <w:szCs w:val="24"/>
        </w:rPr>
        <w:t xml:space="preserve"> </w:t>
      </w:r>
      <w:r w:rsidR="00041C8C" w:rsidRPr="00D54EFC">
        <w:rPr>
          <w:b/>
          <w:bCs/>
          <w:szCs w:val="24"/>
        </w:rPr>
        <w:t>–</w:t>
      </w:r>
      <w:r w:rsidRPr="00D54EFC">
        <w:rPr>
          <w:b/>
          <w:bCs/>
          <w:szCs w:val="24"/>
        </w:rPr>
        <w:t xml:space="preserve"> CLR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p>
    <w:p w14:paraId="68D9A550"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D54EFC" w:rsidRPr="00D54EFC" w14:paraId="4565097D" w14:textId="77777777" w:rsidTr="000666D2">
        <w:tc>
          <w:tcPr>
            <w:tcW w:w="876" w:type="pct"/>
          </w:tcPr>
          <w:p w14:paraId="00A7E0A2" w14:textId="77777777" w:rsidR="00D54EFC" w:rsidRPr="00D54EFC" w:rsidRDefault="00D54EFC" w:rsidP="00D54EFC">
            <w:pPr>
              <w:spacing w:after="240"/>
              <w:rPr>
                <w:b/>
                <w:sz w:val="20"/>
              </w:rPr>
            </w:pPr>
            <w:r w:rsidRPr="00D54EFC">
              <w:rPr>
                <w:b/>
                <w:sz w:val="20"/>
              </w:rPr>
              <w:t>Variable</w:t>
            </w:r>
          </w:p>
        </w:tc>
        <w:tc>
          <w:tcPr>
            <w:tcW w:w="455" w:type="pct"/>
          </w:tcPr>
          <w:p w14:paraId="43614FEA" w14:textId="77777777" w:rsidR="00D54EFC" w:rsidRPr="00D54EFC" w:rsidRDefault="00D54EFC" w:rsidP="00D54EFC">
            <w:pPr>
              <w:spacing w:after="240"/>
              <w:rPr>
                <w:b/>
                <w:sz w:val="20"/>
              </w:rPr>
            </w:pPr>
            <w:r w:rsidRPr="00D54EFC">
              <w:rPr>
                <w:b/>
                <w:sz w:val="20"/>
              </w:rPr>
              <w:t>Unit</w:t>
            </w:r>
          </w:p>
        </w:tc>
        <w:tc>
          <w:tcPr>
            <w:tcW w:w="3669" w:type="pct"/>
          </w:tcPr>
          <w:p w14:paraId="07438C2B" w14:textId="77777777" w:rsidR="00D54EFC" w:rsidRPr="00D54EFC" w:rsidRDefault="00D54EFC" w:rsidP="00D54EFC">
            <w:pPr>
              <w:spacing w:after="240"/>
              <w:rPr>
                <w:b/>
                <w:sz w:val="20"/>
              </w:rPr>
            </w:pPr>
            <w:r w:rsidRPr="00D54EFC">
              <w:rPr>
                <w:b/>
                <w:sz w:val="20"/>
              </w:rPr>
              <w:t>Definition</w:t>
            </w:r>
          </w:p>
        </w:tc>
      </w:tr>
      <w:tr w:rsidR="00D54EFC" w:rsidRPr="00D54EFC" w14:paraId="59397C6F" w14:textId="77777777" w:rsidTr="000666D2">
        <w:tc>
          <w:tcPr>
            <w:tcW w:w="876" w:type="pct"/>
          </w:tcPr>
          <w:p w14:paraId="5029DF45" w14:textId="77777777" w:rsidR="00D54EFC" w:rsidRPr="00D54EFC" w:rsidRDefault="00D54EFC" w:rsidP="00D54EFC">
            <w:pPr>
              <w:spacing w:after="60"/>
              <w:rPr>
                <w:iCs/>
                <w:sz w:val="20"/>
                <w:szCs w:val="24"/>
              </w:rPr>
            </w:pPr>
            <w:r w:rsidRPr="00D54EFC">
              <w:rPr>
                <w:iCs/>
                <w:sz w:val="20"/>
                <w:szCs w:val="24"/>
              </w:rPr>
              <w:t xml:space="preserve">FIRMPKLD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455" w:type="pct"/>
          </w:tcPr>
          <w:p w14:paraId="71673241"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EFFDFCD" w14:textId="1A9A2D82" w:rsidR="00D54EFC" w:rsidRPr="00D54EFC" w:rsidRDefault="00D54EFC" w:rsidP="00D54EFC">
            <w:pPr>
              <w:spacing w:after="60"/>
              <w:rPr>
                <w:iCs/>
                <w:sz w:val="20"/>
                <w:szCs w:val="24"/>
              </w:rPr>
            </w:pPr>
            <w:r w:rsidRPr="00D54EFC">
              <w:rPr>
                <w:i/>
                <w:iCs/>
                <w:sz w:val="20"/>
                <w:szCs w:val="24"/>
              </w:rPr>
              <w:t>Firm Peak Load Estimates</w:t>
            </w:r>
            <w:r w:rsidRPr="00D54EFC">
              <w:rPr>
                <w:iCs/>
                <w:sz w:val="20"/>
                <w:szCs w:val="24"/>
              </w:rPr>
              <w:t>—The Firm Load forecasts for</w:t>
            </w:r>
            <w:r w:rsidR="006148E1">
              <w:rPr>
                <w:iCs/>
                <w:sz w:val="20"/>
                <w:szCs w:val="24"/>
              </w:rPr>
              <w:t xml:space="preserve"> hour</w:t>
            </w:r>
            <w:r w:rsidRPr="00D54EFC">
              <w:rPr>
                <w:iCs/>
                <w:sz w:val="20"/>
                <w:szCs w:val="24"/>
              </w:rPr>
              <w:t xml:space="preserve">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CD31681" w14:textId="77777777" w:rsidTr="000666D2">
        <w:trPr>
          <w:tblHeader/>
        </w:trPr>
        <w:tc>
          <w:tcPr>
            <w:tcW w:w="876" w:type="pct"/>
          </w:tcPr>
          <w:p w14:paraId="0D679AAD" w14:textId="77777777" w:rsidR="00D54EFC" w:rsidRPr="00D54EFC" w:rsidRDefault="00D54EFC" w:rsidP="00D54EFC">
            <w:pPr>
              <w:spacing w:after="60"/>
              <w:rPr>
                <w:iCs/>
                <w:sz w:val="20"/>
                <w:szCs w:val="24"/>
              </w:rPr>
            </w:pPr>
            <w:r w:rsidRPr="00D54EFC">
              <w:rPr>
                <w:iCs/>
                <w:sz w:val="20"/>
                <w:szCs w:val="24"/>
              </w:rPr>
              <w:t xml:space="preserve">TOTPKLD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Pr>
          <w:p w14:paraId="5AA584F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AEBA2D9" w14:textId="1282BD0C" w:rsidR="00D54EFC" w:rsidRPr="00D54EFC" w:rsidRDefault="00D54EFC" w:rsidP="00D54EFC">
            <w:pPr>
              <w:spacing w:after="60"/>
              <w:rPr>
                <w:i/>
                <w:iCs/>
                <w:sz w:val="20"/>
                <w:szCs w:val="24"/>
              </w:rPr>
            </w:pPr>
            <w:r w:rsidRPr="00D54EFC">
              <w:rPr>
                <w:i/>
                <w:iCs/>
                <w:sz w:val="20"/>
                <w:szCs w:val="24"/>
              </w:rPr>
              <w:t>Total Peak Load Estimates</w:t>
            </w:r>
            <w:r w:rsidRPr="00D54EFC">
              <w:rPr>
                <w:iCs/>
                <w:sz w:val="20"/>
                <w:szCs w:val="24"/>
              </w:rPr>
              <w:t xml:space="preserve">—The Firm Load forecasts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sz w:val="20"/>
                <w:szCs w:val="24"/>
              </w:rPr>
              <w:t>i</w:t>
            </w:r>
            <w:r w:rsidRPr="00D54EFC">
              <w:rPr>
                <w:iCs/>
                <w:sz w:val="20"/>
                <w:szCs w:val="24"/>
              </w:rPr>
              <w:t>.</w:t>
            </w:r>
          </w:p>
        </w:tc>
      </w:tr>
      <w:tr w:rsidR="00D54EFC" w:rsidRPr="00D54EFC" w14:paraId="219326DC" w14:textId="77777777" w:rsidTr="000666D2">
        <w:trPr>
          <w:tblHeader/>
        </w:trPr>
        <w:tc>
          <w:tcPr>
            <w:tcW w:w="876" w:type="pct"/>
            <w:tcBorders>
              <w:bottom w:val="single" w:sz="4" w:space="0" w:color="auto"/>
            </w:tcBorders>
          </w:tcPr>
          <w:p w14:paraId="29132B21" w14:textId="77777777" w:rsidR="00D54EFC" w:rsidRPr="00D54EFC" w:rsidRDefault="00D54EFC" w:rsidP="00D54EFC">
            <w:pPr>
              <w:spacing w:after="60"/>
              <w:rPr>
                <w:iCs/>
                <w:sz w:val="20"/>
                <w:szCs w:val="24"/>
              </w:rPr>
            </w:pPr>
            <w:r w:rsidRPr="00D54EFC">
              <w:rPr>
                <w:iCs/>
                <w:sz w:val="20"/>
                <w:szCs w:val="24"/>
              </w:rPr>
              <w:t xml:space="preserve">LRRRS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bottom w:val="single" w:sz="4" w:space="0" w:color="auto"/>
            </w:tcBorders>
          </w:tcPr>
          <w:p w14:paraId="5F6A69C7" w14:textId="77777777" w:rsidR="00D54EFC" w:rsidRPr="00D54EFC" w:rsidRDefault="00D54EFC" w:rsidP="00D54EFC">
            <w:pPr>
              <w:spacing w:after="60"/>
              <w:rPr>
                <w:iCs/>
                <w:sz w:val="20"/>
                <w:szCs w:val="24"/>
              </w:rPr>
            </w:pPr>
            <w:r w:rsidRPr="00D54EFC">
              <w:rPr>
                <w:iCs/>
                <w:sz w:val="20"/>
                <w:szCs w:val="24"/>
              </w:rPr>
              <w:t>MW</w:t>
            </w:r>
          </w:p>
        </w:tc>
        <w:tc>
          <w:tcPr>
            <w:tcW w:w="3669" w:type="pct"/>
            <w:tcBorders>
              <w:bottom w:val="single" w:sz="4" w:space="0" w:color="auto"/>
            </w:tcBorders>
          </w:tcPr>
          <w:p w14:paraId="1068DA80" w14:textId="02508268" w:rsidR="00D54EFC" w:rsidRPr="00D54EFC" w:rsidRDefault="00D54EFC" w:rsidP="00D54EFC">
            <w:pPr>
              <w:spacing w:after="60"/>
              <w:rPr>
                <w:iCs/>
                <w:sz w:val="20"/>
                <w:szCs w:val="24"/>
              </w:rPr>
            </w:pPr>
            <w:r w:rsidRPr="00D54EFC">
              <w:rPr>
                <w:i/>
                <w:iCs/>
                <w:sz w:val="20"/>
                <w:szCs w:val="24"/>
              </w:rPr>
              <w:t>Load Resource providing RRS</w:t>
            </w:r>
            <w:r w:rsidRPr="00D54EFC">
              <w:rPr>
                <w:iCs/>
                <w:sz w:val="20"/>
                <w:szCs w:val="24"/>
              </w:rPr>
              <w:t xml:space="preserve">—The amount of RRS a Load Resource is providing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290534CA"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25468EE7" w14:textId="77777777" w:rsidR="00D54EFC" w:rsidRPr="00D54EFC" w:rsidRDefault="00D54EFC" w:rsidP="00D54EFC">
            <w:pPr>
              <w:spacing w:after="60"/>
              <w:rPr>
                <w:iCs/>
                <w:sz w:val="20"/>
                <w:szCs w:val="24"/>
              </w:rPr>
            </w:pPr>
            <w:r w:rsidRPr="00D54EFC">
              <w:rPr>
                <w:iCs/>
                <w:sz w:val="20"/>
                <w:szCs w:val="24"/>
              </w:rPr>
              <w:t xml:space="preserve">LRECRS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1EE50A9D"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53D4E294" w14:textId="01AAC4FA" w:rsidR="00D54EFC" w:rsidRPr="00D54EFC" w:rsidRDefault="00D54EFC" w:rsidP="00D54EFC">
            <w:pPr>
              <w:spacing w:after="60"/>
              <w:rPr>
                <w:i/>
                <w:iCs/>
                <w:sz w:val="20"/>
                <w:szCs w:val="24"/>
              </w:rPr>
            </w:pPr>
            <w:r w:rsidRPr="00D54EFC">
              <w:rPr>
                <w:i/>
                <w:iCs/>
                <w:sz w:val="20"/>
                <w:szCs w:val="24"/>
              </w:rPr>
              <w:t>Load Resource providing ECRS</w:t>
            </w:r>
            <w:r w:rsidRPr="00D54EFC">
              <w:rPr>
                <w:iCs/>
                <w:sz w:val="20"/>
                <w:szCs w:val="24"/>
              </w:rPr>
              <w:t xml:space="preserve">—The amount of ECRS a Load Resource is providing for hour </w:t>
            </w:r>
            <w:r w:rsidRPr="00D54EFC">
              <w:rPr>
                <w:i/>
                <w:sz w:val="20"/>
                <w:szCs w:val="24"/>
              </w:rPr>
              <w:t>h</w:t>
            </w:r>
            <w:r w:rsidRPr="00D54EFC">
              <w:rPr>
                <w:iCs/>
                <w:sz w:val="20"/>
                <w:szCs w:val="24"/>
              </w:rPr>
              <w:t xml:space="preserve">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57C179B4"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47C6E7DF" w14:textId="77777777" w:rsidR="00D54EFC" w:rsidRPr="00D54EFC" w:rsidRDefault="00D54EFC" w:rsidP="00D54EFC">
            <w:pPr>
              <w:spacing w:after="60"/>
              <w:rPr>
                <w:iCs/>
                <w:sz w:val="20"/>
                <w:szCs w:val="24"/>
              </w:rPr>
            </w:pPr>
            <w:r w:rsidRPr="00D54EFC">
              <w:rPr>
                <w:iCs/>
                <w:sz w:val="20"/>
                <w:szCs w:val="24"/>
              </w:rPr>
              <w:t xml:space="preserve">LRNSRS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4BA4295"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68992F89" w14:textId="1CEA4A3E" w:rsidR="00D54EFC" w:rsidRPr="00D54EFC" w:rsidRDefault="00D54EFC" w:rsidP="00D54EFC">
            <w:pPr>
              <w:spacing w:after="60"/>
              <w:rPr>
                <w:iCs/>
                <w:sz w:val="20"/>
                <w:szCs w:val="24"/>
              </w:rPr>
            </w:pPr>
            <w:r w:rsidRPr="00D54EFC">
              <w:rPr>
                <w:i/>
                <w:iCs/>
                <w:sz w:val="20"/>
                <w:szCs w:val="24"/>
              </w:rPr>
              <w:t>Load Resource providing Non-Spinning Reserve (Non-Spin)</w:t>
            </w:r>
            <w:r w:rsidRPr="00D54EFC">
              <w:rPr>
                <w:iCs/>
                <w:sz w:val="20"/>
                <w:szCs w:val="24"/>
              </w:rPr>
              <w:t xml:space="preserve">—The estimated amount of Non-Spin that Load Resources are providing for hour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B92B158" w14:textId="77777777" w:rsidTr="000666D2">
        <w:trPr>
          <w:tblHeader/>
        </w:trPr>
        <w:tc>
          <w:tcPr>
            <w:tcW w:w="876" w:type="pct"/>
            <w:tcBorders>
              <w:top w:val="single" w:sz="4" w:space="0" w:color="auto"/>
            </w:tcBorders>
          </w:tcPr>
          <w:p w14:paraId="3466CD8D" w14:textId="77777777" w:rsidR="00D54EFC" w:rsidRPr="00D54EFC" w:rsidRDefault="00D54EFC" w:rsidP="00D54EFC">
            <w:pPr>
              <w:spacing w:after="60"/>
              <w:rPr>
                <w:iCs/>
                <w:sz w:val="20"/>
                <w:szCs w:val="24"/>
              </w:rPr>
            </w:pPr>
            <w:r w:rsidRPr="00D54EFC">
              <w:rPr>
                <w:iCs/>
                <w:sz w:val="20"/>
                <w:szCs w:val="24"/>
              </w:rPr>
              <w:t xml:space="preserve">ERS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tcBorders>
          </w:tcPr>
          <w:p w14:paraId="66E867EC"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tcBorders>
          </w:tcPr>
          <w:p w14:paraId="7CE7B06F" w14:textId="54F54179" w:rsidR="00D54EFC" w:rsidRPr="00D54EFC" w:rsidRDefault="00D54EFC" w:rsidP="00D54EFC">
            <w:pPr>
              <w:spacing w:after="60"/>
              <w:rPr>
                <w:iCs/>
                <w:sz w:val="20"/>
                <w:szCs w:val="24"/>
              </w:rPr>
            </w:pPr>
            <w:r w:rsidRPr="00D54EFC">
              <w:rPr>
                <w:i/>
                <w:iCs/>
                <w:sz w:val="20"/>
                <w:szCs w:val="24"/>
              </w:rPr>
              <w:t>Emergency Response Service (ERS)</w:t>
            </w:r>
            <w:r w:rsidRPr="00D54EFC">
              <w:rPr>
                <w:iCs/>
                <w:sz w:val="20"/>
                <w:szCs w:val="24"/>
              </w:rPr>
              <w:t xml:space="preserve">—The estimated amount of ERS for hour </w:t>
            </w:r>
            <w:r w:rsidR="006148E1">
              <w:rPr>
                <w:i/>
                <w:sz w:val="20"/>
                <w:szCs w:val="24"/>
              </w:rPr>
              <w:t>h</w:t>
            </w:r>
            <w:r w:rsidRPr="00D54EFC">
              <w:rPr>
                <w:iCs/>
                <w:sz w:val="20"/>
                <w:szCs w:val="24"/>
              </w:rPr>
              <w:t xml:space="preserve">, season </w:t>
            </w:r>
            <w:r w:rsidRPr="006148E1">
              <w:rPr>
                <w:i/>
                <w:sz w:val="20"/>
                <w:szCs w:val="24"/>
              </w:rPr>
              <w:t>s</w:t>
            </w:r>
            <w:r w:rsidRPr="00D54EFC">
              <w:rPr>
                <w:iCs/>
                <w:sz w:val="20"/>
                <w:szCs w:val="24"/>
              </w:rPr>
              <w:t xml:space="preserve">, and year </w:t>
            </w:r>
            <w:r w:rsidRPr="006148E1">
              <w:rPr>
                <w:i/>
                <w:sz w:val="20"/>
                <w:szCs w:val="24"/>
              </w:rPr>
              <w:t>i</w:t>
            </w:r>
            <w:r w:rsidRPr="00D54EFC">
              <w:rPr>
                <w:iCs/>
                <w:sz w:val="20"/>
                <w:szCs w:val="24"/>
              </w:rPr>
              <w:t xml:space="preserve">. </w:t>
            </w:r>
            <w:r w:rsidR="00FA3132">
              <w:rPr>
                <w:iCs/>
                <w:sz w:val="20"/>
                <w:szCs w:val="24"/>
              </w:rPr>
              <w:t xml:space="preserve"> </w:t>
            </w:r>
            <w:r w:rsidRPr="00D54EFC">
              <w:rPr>
                <w:iCs/>
                <w:sz w:val="20"/>
                <w:szCs w:val="24"/>
              </w:rPr>
              <w:t xml:space="preserve">For the first and subsequent forecast years, the seasonal and hourly forecast values are based on the most recent past procurements for the Standard Contract Term and ERS Time Periods during which the peak Load hour and peak Net Load hour are expected to occur. </w:t>
            </w:r>
            <w:r w:rsidR="00FA3132">
              <w:rPr>
                <w:iCs/>
                <w:sz w:val="20"/>
                <w:szCs w:val="24"/>
              </w:rPr>
              <w:t xml:space="preserve"> </w:t>
            </w:r>
            <w:r w:rsidRPr="00D54EFC">
              <w:rPr>
                <w:iCs/>
                <w:sz w:val="20"/>
                <w:szCs w:val="24"/>
              </w:rPr>
              <w:t>The seasonal ERS Contract Terms are as follows:</w:t>
            </w:r>
          </w:p>
          <w:p w14:paraId="5F687B26" w14:textId="77777777" w:rsidR="00D54EFC" w:rsidRPr="00D54EFC" w:rsidRDefault="00D54EFC" w:rsidP="00D54EFC">
            <w:pPr>
              <w:spacing w:after="60"/>
              <w:rPr>
                <w:iCs/>
                <w:sz w:val="20"/>
                <w:szCs w:val="24"/>
                <w:highlight w:val="yellow"/>
              </w:rPr>
            </w:pPr>
          </w:p>
          <w:tbl>
            <w:tblPr>
              <w:tblStyle w:val="TableGrid1"/>
              <w:tblW w:w="0" w:type="auto"/>
              <w:tblInd w:w="959" w:type="dxa"/>
              <w:tblLook w:val="04A0" w:firstRow="1" w:lastRow="0" w:firstColumn="1" w:lastColumn="0" w:noHBand="0" w:noVBand="1"/>
            </w:tblPr>
            <w:tblGrid>
              <w:gridCol w:w="900"/>
              <w:gridCol w:w="2906"/>
            </w:tblGrid>
            <w:tr w:rsidR="00D54EFC" w:rsidRPr="00D54EFC" w14:paraId="683B3ADD" w14:textId="77777777" w:rsidTr="000666D2">
              <w:tc>
                <w:tcPr>
                  <w:tcW w:w="900" w:type="dxa"/>
                </w:tcPr>
                <w:p w14:paraId="46493F24" w14:textId="77777777" w:rsidR="00D54EFC" w:rsidRPr="00D54EFC" w:rsidRDefault="00D54EFC" w:rsidP="00D54EFC">
                  <w:pPr>
                    <w:spacing w:after="60"/>
                    <w:jc w:val="center"/>
                    <w:rPr>
                      <w:iCs/>
                      <w:sz w:val="20"/>
                      <w:szCs w:val="24"/>
                    </w:rPr>
                  </w:pPr>
                  <w:r w:rsidRPr="00D54EFC">
                    <w:rPr>
                      <w:b/>
                      <w:bCs/>
                      <w:iCs/>
                      <w:sz w:val="20"/>
                      <w:szCs w:val="24"/>
                    </w:rPr>
                    <w:t>Season</w:t>
                  </w:r>
                </w:p>
              </w:tc>
              <w:tc>
                <w:tcPr>
                  <w:tcW w:w="2906" w:type="dxa"/>
                </w:tcPr>
                <w:p w14:paraId="030815DC" w14:textId="77777777" w:rsidR="00D54EFC" w:rsidRPr="00D54EFC" w:rsidRDefault="00D54EFC" w:rsidP="00D54EFC">
                  <w:pPr>
                    <w:spacing w:after="60"/>
                    <w:jc w:val="center"/>
                    <w:rPr>
                      <w:b/>
                      <w:bCs/>
                      <w:iCs/>
                      <w:sz w:val="20"/>
                      <w:szCs w:val="24"/>
                    </w:rPr>
                  </w:pPr>
                  <w:r w:rsidRPr="00D54EFC">
                    <w:rPr>
                      <w:b/>
                      <w:bCs/>
                      <w:iCs/>
                      <w:sz w:val="20"/>
                      <w:szCs w:val="24"/>
                    </w:rPr>
                    <w:t>Contract Term</w:t>
                  </w:r>
                </w:p>
              </w:tc>
            </w:tr>
            <w:tr w:rsidR="00D54EFC" w:rsidRPr="00D54EFC" w14:paraId="72C89270" w14:textId="77777777" w:rsidTr="000666D2">
              <w:tc>
                <w:tcPr>
                  <w:tcW w:w="900" w:type="dxa"/>
                </w:tcPr>
                <w:p w14:paraId="434E14FE" w14:textId="77777777" w:rsidR="00D54EFC" w:rsidRPr="00D54EFC" w:rsidRDefault="00D54EFC" w:rsidP="00D54EFC">
                  <w:pPr>
                    <w:spacing w:after="60"/>
                    <w:jc w:val="center"/>
                    <w:rPr>
                      <w:iCs/>
                      <w:sz w:val="20"/>
                      <w:szCs w:val="24"/>
                    </w:rPr>
                  </w:pPr>
                  <w:r w:rsidRPr="00D54EFC">
                    <w:rPr>
                      <w:iCs/>
                      <w:sz w:val="20"/>
                      <w:szCs w:val="24"/>
                    </w:rPr>
                    <w:t>Winter</w:t>
                  </w:r>
                </w:p>
              </w:tc>
              <w:tc>
                <w:tcPr>
                  <w:tcW w:w="2906" w:type="dxa"/>
                </w:tcPr>
                <w:p w14:paraId="2588238D" w14:textId="77777777" w:rsidR="00D54EFC" w:rsidRPr="00D54EFC" w:rsidRDefault="00D54EFC" w:rsidP="00D54EFC">
                  <w:pPr>
                    <w:spacing w:after="60"/>
                    <w:rPr>
                      <w:iCs/>
                      <w:sz w:val="20"/>
                      <w:szCs w:val="24"/>
                    </w:rPr>
                  </w:pPr>
                  <w:r w:rsidRPr="00D54EFC">
                    <w:rPr>
                      <w:iCs/>
                      <w:sz w:val="20"/>
                      <w:szCs w:val="24"/>
                    </w:rPr>
                    <w:t>December 1 to March 31</w:t>
                  </w:r>
                </w:p>
              </w:tc>
            </w:tr>
            <w:tr w:rsidR="00F54775" w:rsidRPr="00D54EFC" w14:paraId="70B40240" w14:textId="77777777" w:rsidTr="000666D2">
              <w:tc>
                <w:tcPr>
                  <w:tcW w:w="900" w:type="dxa"/>
                </w:tcPr>
                <w:p w14:paraId="70A00F7D" w14:textId="4515F4AC" w:rsidR="00F54775" w:rsidRPr="00D54EFC" w:rsidRDefault="00F54775" w:rsidP="00F54775">
                  <w:pPr>
                    <w:spacing w:after="60"/>
                    <w:jc w:val="center"/>
                    <w:rPr>
                      <w:iCs/>
                      <w:sz w:val="20"/>
                      <w:szCs w:val="24"/>
                    </w:rPr>
                  </w:pPr>
                  <w:r w:rsidRPr="00D54EFC">
                    <w:rPr>
                      <w:iCs/>
                      <w:sz w:val="20"/>
                      <w:szCs w:val="24"/>
                    </w:rPr>
                    <w:t>Spring</w:t>
                  </w:r>
                </w:p>
              </w:tc>
              <w:tc>
                <w:tcPr>
                  <w:tcW w:w="2906" w:type="dxa"/>
                </w:tcPr>
                <w:p w14:paraId="477F10CA" w14:textId="76583FAD" w:rsidR="00F54775" w:rsidRPr="00D54EFC" w:rsidRDefault="00F54775" w:rsidP="00F54775">
                  <w:pPr>
                    <w:spacing w:after="60"/>
                    <w:rPr>
                      <w:iCs/>
                      <w:sz w:val="20"/>
                      <w:szCs w:val="24"/>
                    </w:rPr>
                  </w:pPr>
                  <w:r w:rsidRPr="00D54EFC">
                    <w:rPr>
                      <w:iCs/>
                      <w:sz w:val="20"/>
                      <w:szCs w:val="24"/>
                    </w:rPr>
                    <w:t>April 1 through May 31</w:t>
                  </w:r>
                </w:p>
              </w:tc>
            </w:tr>
            <w:tr w:rsidR="00D54EFC" w:rsidRPr="00D54EFC" w14:paraId="53A72300" w14:textId="77777777" w:rsidTr="000666D2">
              <w:tc>
                <w:tcPr>
                  <w:tcW w:w="900" w:type="dxa"/>
                </w:tcPr>
                <w:p w14:paraId="72AF180B" w14:textId="77777777" w:rsidR="00D54EFC" w:rsidRPr="00D54EFC" w:rsidRDefault="00D54EFC" w:rsidP="00D54EFC">
                  <w:pPr>
                    <w:spacing w:after="60"/>
                    <w:jc w:val="center"/>
                    <w:rPr>
                      <w:iCs/>
                      <w:sz w:val="20"/>
                      <w:szCs w:val="24"/>
                    </w:rPr>
                  </w:pPr>
                  <w:r w:rsidRPr="00D54EFC">
                    <w:rPr>
                      <w:iCs/>
                      <w:sz w:val="20"/>
                      <w:szCs w:val="24"/>
                    </w:rPr>
                    <w:t>Summer</w:t>
                  </w:r>
                </w:p>
              </w:tc>
              <w:tc>
                <w:tcPr>
                  <w:tcW w:w="2906" w:type="dxa"/>
                </w:tcPr>
                <w:p w14:paraId="423A5A4D" w14:textId="77777777" w:rsidR="00D54EFC" w:rsidRPr="00D54EFC" w:rsidRDefault="00D54EFC" w:rsidP="00D54EFC">
                  <w:pPr>
                    <w:spacing w:after="60"/>
                    <w:rPr>
                      <w:iCs/>
                      <w:sz w:val="20"/>
                      <w:szCs w:val="24"/>
                    </w:rPr>
                  </w:pPr>
                  <w:r w:rsidRPr="00D54EFC">
                    <w:rPr>
                      <w:iCs/>
                      <w:sz w:val="20"/>
                      <w:szCs w:val="24"/>
                    </w:rPr>
                    <w:t>June 1 through September 30</w:t>
                  </w:r>
                </w:p>
              </w:tc>
            </w:tr>
            <w:tr w:rsidR="00F54775" w:rsidRPr="00D54EFC" w14:paraId="7B24E8BE" w14:textId="77777777" w:rsidTr="000666D2">
              <w:tc>
                <w:tcPr>
                  <w:tcW w:w="900" w:type="dxa"/>
                </w:tcPr>
                <w:p w14:paraId="104DD3C7" w14:textId="08E37667" w:rsidR="00F54775" w:rsidRPr="00D54EFC" w:rsidRDefault="00F54775" w:rsidP="00F54775">
                  <w:pPr>
                    <w:spacing w:after="60"/>
                    <w:jc w:val="center"/>
                    <w:rPr>
                      <w:iCs/>
                      <w:sz w:val="20"/>
                      <w:szCs w:val="24"/>
                    </w:rPr>
                  </w:pPr>
                  <w:r w:rsidRPr="00D54EFC">
                    <w:rPr>
                      <w:iCs/>
                      <w:sz w:val="20"/>
                      <w:szCs w:val="24"/>
                    </w:rPr>
                    <w:t>Fall</w:t>
                  </w:r>
                </w:p>
              </w:tc>
              <w:tc>
                <w:tcPr>
                  <w:tcW w:w="2906" w:type="dxa"/>
                </w:tcPr>
                <w:p w14:paraId="14C2402E" w14:textId="1942070A" w:rsidR="00F54775" w:rsidRPr="00D54EFC" w:rsidRDefault="00F54775" w:rsidP="00F54775">
                  <w:pPr>
                    <w:spacing w:after="60"/>
                    <w:rPr>
                      <w:iCs/>
                      <w:sz w:val="20"/>
                      <w:szCs w:val="24"/>
                    </w:rPr>
                  </w:pPr>
                  <w:r w:rsidRPr="00D54EFC">
                    <w:rPr>
                      <w:iCs/>
                      <w:sz w:val="20"/>
                      <w:szCs w:val="24"/>
                    </w:rPr>
                    <w:t>October 1 through November 30</w:t>
                  </w:r>
                </w:p>
              </w:tc>
            </w:tr>
          </w:tbl>
          <w:p w14:paraId="5617DE74" w14:textId="77777777" w:rsidR="00D54EFC" w:rsidRPr="00D54EFC" w:rsidRDefault="00D54EFC" w:rsidP="00D54EFC">
            <w:pPr>
              <w:spacing w:after="60"/>
              <w:rPr>
                <w:iCs/>
                <w:sz w:val="20"/>
                <w:szCs w:val="24"/>
              </w:rPr>
            </w:pPr>
          </w:p>
          <w:p w14:paraId="3BD7A99D" w14:textId="7FFC19BF" w:rsidR="00D54EFC" w:rsidRPr="00D54EFC" w:rsidRDefault="00D54EFC" w:rsidP="00D54EFC">
            <w:pPr>
              <w:spacing w:after="60"/>
              <w:rPr>
                <w:iCs/>
                <w:sz w:val="20"/>
                <w:szCs w:val="24"/>
              </w:rPr>
            </w:pPr>
            <w:r w:rsidRPr="00D54EFC">
              <w:rPr>
                <w:iCs/>
                <w:sz w:val="20"/>
                <w:szCs w:val="24"/>
              </w:rPr>
              <w:t xml:space="preserve">Adjustments to the ERS amounts may be applied for each forecast year based on ERCOT consideration of expected program modifications, procurement methodology changes, changes in the seasonal risk assessments, and ERS time period expenditure limits. </w:t>
            </w:r>
          </w:p>
        </w:tc>
      </w:tr>
      <w:tr w:rsidR="00D54EFC" w:rsidRPr="00D54EFC" w14:paraId="049E7779" w14:textId="77777777" w:rsidTr="000666D2">
        <w:trPr>
          <w:tblHeader/>
        </w:trPr>
        <w:tc>
          <w:tcPr>
            <w:tcW w:w="876" w:type="pct"/>
          </w:tcPr>
          <w:p w14:paraId="25AA577C" w14:textId="77777777" w:rsidR="00D54EFC" w:rsidRPr="00D54EFC" w:rsidRDefault="00D54EFC" w:rsidP="00D54EFC">
            <w:pPr>
              <w:spacing w:after="60"/>
              <w:rPr>
                <w:iCs/>
                <w:sz w:val="20"/>
                <w:szCs w:val="24"/>
              </w:rPr>
            </w:pPr>
            <w:r w:rsidRPr="00D54EFC">
              <w:rPr>
                <w:iCs/>
                <w:sz w:val="20"/>
                <w:szCs w:val="24"/>
              </w:rPr>
              <w:t xml:space="preserve">DVR </w:t>
            </w:r>
            <w:r w:rsidRPr="00D54EFC">
              <w:rPr>
                <w:i/>
                <w:sz w:val="20"/>
                <w:szCs w:val="24"/>
                <w:vertAlign w:val="subscript"/>
              </w:rPr>
              <w:t>h</w:t>
            </w:r>
            <w:r w:rsidRPr="00D54EFC">
              <w:rPr>
                <w:iCs/>
                <w:sz w:val="20"/>
                <w:szCs w:val="24"/>
                <w:vertAlign w:val="subscript"/>
              </w:rPr>
              <w:t>,</w:t>
            </w:r>
            <w:r w:rsidRPr="007E57F8">
              <w:rPr>
                <w:i/>
                <w:sz w:val="20"/>
                <w:szCs w:val="24"/>
              </w:rPr>
              <w:t xml:space="preserve"> </w:t>
            </w:r>
            <w:r w:rsidRPr="007E57F8">
              <w:rPr>
                <w:i/>
                <w:sz w:val="20"/>
                <w:szCs w:val="24"/>
                <w:vertAlign w:val="subscript"/>
              </w:rPr>
              <w:t>s, i</w:t>
            </w:r>
          </w:p>
        </w:tc>
        <w:tc>
          <w:tcPr>
            <w:tcW w:w="455" w:type="pct"/>
          </w:tcPr>
          <w:p w14:paraId="12EAF3B6"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5A94416A" w14:textId="5561ABA1" w:rsidR="00D54EFC" w:rsidRPr="00D54EFC" w:rsidRDefault="00D54EFC" w:rsidP="00D54EFC">
            <w:pPr>
              <w:spacing w:after="60"/>
              <w:rPr>
                <w:i/>
                <w:iCs/>
                <w:sz w:val="20"/>
                <w:szCs w:val="24"/>
              </w:rPr>
            </w:pPr>
            <w:r w:rsidRPr="00D54EFC">
              <w:rPr>
                <w:i/>
                <w:iCs/>
                <w:sz w:val="20"/>
                <w:szCs w:val="24"/>
              </w:rPr>
              <w:t>Distribution Voltage Reduction</w:t>
            </w:r>
            <w:r w:rsidRPr="00D54EFC">
              <w:rPr>
                <w:iCs/>
                <w:sz w:val="20"/>
                <w:szCs w:val="24"/>
              </w:rPr>
              <w:t>—</w:t>
            </w:r>
            <w:r w:rsidRPr="00D54EFC">
              <w:rPr>
                <w:sz w:val="20"/>
                <w:szCs w:val="24"/>
              </w:rPr>
              <w:t xml:space="preserve">ERCOT-directed deployment of distribution voltage reduction measures </w:t>
            </w:r>
            <w:r w:rsidRPr="00D54EFC">
              <w:rPr>
                <w:iCs/>
                <w:sz w:val="20"/>
                <w:szCs w:val="24"/>
              </w:rPr>
              <w:t xml:space="preserve">for hour </w:t>
            </w:r>
            <w:r w:rsidRPr="00D54EFC">
              <w:rPr>
                <w:i/>
                <w:sz w:val="20"/>
                <w:szCs w:val="24"/>
              </w:rPr>
              <w:t>h</w:t>
            </w:r>
            <w:r w:rsidRPr="00D54EFC">
              <w:rPr>
                <w:iCs/>
                <w:sz w:val="20"/>
                <w:szCs w:val="24"/>
              </w:rPr>
              <w:t xml:space="preserve"> of season </w:t>
            </w:r>
            <w:r w:rsidRPr="00D54EFC">
              <w:rPr>
                <w:i/>
                <w:iCs/>
                <w:sz w:val="20"/>
                <w:szCs w:val="24"/>
              </w:rPr>
              <w:t xml:space="preserve">s </w:t>
            </w:r>
            <w:r w:rsidRPr="00D54EFC">
              <w:rPr>
                <w:iCs/>
                <w:sz w:val="20"/>
                <w:szCs w:val="24"/>
              </w:rPr>
              <w:t xml:space="preserve">of the year </w:t>
            </w:r>
            <w:r w:rsidRPr="00D54EFC">
              <w:rPr>
                <w:i/>
                <w:sz w:val="20"/>
                <w:szCs w:val="24"/>
              </w:rPr>
              <w:t>i</w:t>
            </w:r>
            <w:r w:rsidRPr="00D54EFC">
              <w:rPr>
                <w:iCs/>
                <w:sz w:val="20"/>
                <w:szCs w:val="24"/>
              </w:rPr>
              <w:t xml:space="preserve"> based on reduction estimates provided by Transmission and</w:t>
            </w:r>
            <w:r w:rsidR="006148E1">
              <w:rPr>
                <w:iCs/>
                <w:sz w:val="20"/>
                <w:szCs w:val="24"/>
              </w:rPr>
              <w:t>/or</w:t>
            </w:r>
            <w:r w:rsidRPr="00D54EFC">
              <w:rPr>
                <w:iCs/>
                <w:sz w:val="20"/>
                <w:szCs w:val="24"/>
              </w:rPr>
              <w:t xml:space="preserve"> Distribution Service Providers</w:t>
            </w:r>
            <w:r w:rsidR="006148E1">
              <w:rPr>
                <w:iCs/>
                <w:sz w:val="20"/>
                <w:szCs w:val="24"/>
              </w:rPr>
              <w:t xml:space="preserve"> (TDSPs)</w:t>
            </w:r>
            <w:r w:rsidRPr="00D54EFC">
              <w:rPr>
                <w:iCs/>
                <w:sz w:val="20"/>
                <w:szCs w:val="24"/>
              </w:rPr>
              <w:t>.</w:t>
            </w:r>
          </w:p>
        </w:tc>
      </w:tr>
      <w:tr w:rsidR="00D54EFC" w:rsidRPr="00D54EFC" w14:paraId="33C041D8" w14:textId="77777777" w:rsidTr="000666D2">
        <w:trPr>
          <w:trHeight w:val="390"/>
          <w:tblHeader/>
        </w:trPr>
        <w:tc>
          <w:tcPr>
            <w:tcW w:w="876" w:type="pct"/>
          </w:tcPr>
          <w:p w14:paraId="4E5A0904" w14:textId="77777777" w:rsidR="00D54EFC" w:rsidRPr="00D54EFC" w:rsidRDefault="00D54EFC" w:rsidP="00D54EFC">
            <w:pPr>
              <w:spacing w:after="60"/>
              <w:rPr>
                <w:iCs/>
                <w:sz w:val="20"/>
                <w:szCs w:val="24"/>
              </w:rPr>
            </w:pPr>
            <w:r w:rsidRPr="00D54EFC">
              <w:rPr>
                <w:iCs/>
                <w:sz w:val="20"/>
                <w:szCs w:val="24"/>
              </w:rPr>
              <w:t xml:space="preserve">CLR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Pr>
          <w:p w14:paraId="6F18B0C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214373DA" w14:textId="480E4E5D" w:rsidR="00D54EFC" w:rsidRPr="00D54EFC" w:rsidRDefault="00D54EFC" w:rsidP="00D54EFC">
            <w:pPr>
              <w:spacing w:after="60"/>
              <w:rPr>
                <w:iCs/>
                <w:sz w:val="20"/>
                <w:szCs w:val="24"/>
              </w:rPr>
            </w:pPr>
            <w:r w:rsidRPr="00D54EFC">
              <w:rPr>
                <w:i/>
                <w:iCs/>
                <w:sz w:val="20"/>
                <w:szCs w:val="24"/>
              </w:rPr>
              <w:t>Amount of Controllable Load Resource</w:t>
            </w:r>
            <w:r w:rsidRPr="00D54EFC">
              <w:rPr>
                <w:iCs/>
                <w:sz w:val="20"/>
                <w:szCs w:val="24"/>
              </w:rPr>
              <w:t xml:space="preserve">—Estimated amount of Controllable Load Resources that is available for Dispatch by ERCOT during the current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for hour </w:t>
            </w:r>
            <w:r w:rsidRPr="00D54EFC">
              <w:rPr>
                <w:i/>
                <w:sz w:val="20"/>
                <w:szCs w:val="24"/>
              </w:rPr>
              <w:t>h</w:t>
            </w:r>
            <w:r w:rsidRPr="00D54EFC">
              <w:rPr>
                <w:iCs/>
                <w:sz w:val="20"/>
                <w:szCs w:val="24"/>
              </w:rPr>
              <w:t xml:space="preserve"> and </w:t>
            </w:r>
            <w:r w:rsidR="006148E1">
              <w:rPr>
                <w:iCs/>
                <w:sz w:val="20"/>
                <w:szCs w:val="24"/>
              </w:rPr>
              <w:t>s</w:t>
            </w:r>
            <w:r w:rsidRPr="00D54EFC">
              <w:rPr>
                <w:iCs/>
                <w:sz w:val="20"/>
                <w:szCs w:val="24"/>
              </w:rPr>
              <w:t xml:space="preserve">eason </w:t>
            </w:r>
            <w:r w:rsidRPr="00D54EFC">
              <w:rPr>
                <w:i/>
                <w:iCs/>
                <w:sz w:val="20"/>
                <w:szCs w:val="24"/>
              </w:rPr>
              <w:t>s</w:t>
            </w:r>
            <w:r w:rsidRPr="00D54EFC">
              <w:rPr>
                <w:sz w:val="20"/>
                <w:szCs w:val="24"/>
              </w:rPr>
              <w:t>,</w:t>
            </w:r>
            <w:r w:rsidRPr="00D54EFC">
              <w:rPr>
                <w:i/>
                <w:iCs/>
                <w:sz w:val="20"/>
                <w:szCs w:val="24"/>
              </w:rPr>
              <w:t xml:space="preserve"> </w:t>
            </w:r>
            <w:r w:rsidRPr="00D54EFC">
              <w:rPr>
                <w:iCs/>
                <w:sz w:val="20"/>
                <w:szCs w:val="24"/>
              </w:rPr>
              <w:t>not already included in LRRRS, LRECRS, or LRNSRS.  This value does not include Wholesale Storage Load (WSL).</w:t>
            </w:r>
          </w:p>
        </w:tc>
      </w:tr>
      <w:tr w:rsidR="00D54EFC" w:rsidRPr="00D54EFC" w14:paraId="171A76BC"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71AAD887" w14:textId="77777777" w:rsidR="00D54EFC" w:rsidRPr="00D54EFC" w:rsidRDefault="00D54EFC" w:rsidP="00D54EFC">
            <w:pPr>
              <w:spacing w:after="60"/>
              <w:rPr>
                <w:i/>
                <w:iCs/>
                <w:sz w:val="20"/>
              </w:rPr>
            </w:pPr>
            <w:r w:rsidRPr="00D54EFC">
              <w:rPr>
                <w:i/>
                <w:iCs/>
                <w:sz w:val="20"/>
              </w:rPr>
              <w:t>h</w:t>
            </w:r>
          </w:p>
        </w:tc>
        <w:tc>
          <w:tcPr>
            <w:tcW w:w="455" w:type="pct"/>
            <w:tcBorders>
              <w:top w:val="single" w:sz="6" w:space="0" w:color="auto"/>
              <w:left w:val="single" w:sz="6" w:space="0" w:color="auto"/>
              <w:bottom w:val="single" w:sz="6" w:space="0" w:color="auto"/>
              <w:right w:val="single" w:sz="6" w:space="0" w:color="auto"/>
            </w:tcBorders>
          </w:tcPr>
          <w:p w14:paraId="4241A3CF"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6B362446" w14:textId="77777777" w:rsidR="00D54EFC" w:rsidRPr="00D54EFC" w:rsidRDefault="00D54EFC" w:rsidP="00D54EFC">
            <w:pPr>
              <w:spacing w:after="60"/>
              <w:rPr>
                <w:iCs/>
                <w:sz w:val="20"/>
              </w:rPr>
            </w:pPr>
            <w:r w:rsidRPr="00D54EFC">
              <w:rPr>
                <w:iCs/>
                <w:sz w:val="20"/>
              </w:rPr>
              <w:t>The forecasted peak Load hour and forecasted peak Net Load hour.</w:t>
            </w:r>
          </w:p>
        </w:tc>
      </w:tr>
      <w:tr w:rsidR="00D54EFC" w:rsidRPr="00D54EFC" w14:paraId="17551C3B"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6D49D3F3" w14:textId="77777777" w:rsidR="00D54EFC" w:rsidRPr="00D54EFC" w:rsidRDefault="00D54EFC" w:rsidP="00D54EFC">
            <w:pPr>
              <w:spacing w:after="60"/>
              <w:rPr>
                <w:i/>
                <w:iCs/>
                <w:sz w:val="20"/>
              </w:rPr>
            </w:pPr>
            <w:r w:rsidRPr="00D54EFC">
              <w:rPr>
                <w:i/>
                <w:iCs/>
                <w:sz w:val="20"/>
              </w:rPr>
              <w:t>i</w:t>
            </w:r>
          </w:p>
        </w:tc>
        <w:tc>
          <w:tcPr>
            <w:tcW w:w="455" w:type="pct"/>
            <w:tcBorders>
              <w:top w:val="single" w:sz="6" w:space="0" w:color="auto"/>
              <w:left w:val="single" w:sz="6" w:space="0" w:color="auto"/>
              <w:bottom w:val="single" w:sz="6" w:space="0" w:color="auto"/>
              <w:right w:val="single" w:sz="6" w:space="0" w:color="auto"/>
            </w:tcBorders>
          </w:tcPr>
          <w:p w14:paraId="44550052"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0BFA2B20" w14:textId="77777777" w:rsidR="00D54EFC" w:rsidRPr="00D54EFC" w:rsidRDefault="00D54EFC" w:rsidP="00D54EFC">
            <w:pPr>
              <w:spacing w:after="60"/>
              <w:rPr>
                <w:iCs/>
                <w:sz w:val="20"/>
              </w:rPr>
            </w:pPr>
            <w:r w:rsidRPr="00D54EFC">
              <w:rPr>
                <w:iCs/>
                <w:sz w:val="20"/>
              </w:rPr>
              <w:t>Year.</w:t>
            </w:r>
          </w:p>
        </w:tc>
      </w:tr>
      <w:tr w:rsidR="00D54EFC" w:rsidRPr="00D54EFC" w14:paraId="06794FB4" w14:textId="77777777" w:rsidTr="000666D2">
        <w:trPr>
          <w:tblHeader/>
        </w:trPr>
        <w:tc>
          <w:tcPr>
            <w:tcW w:w="876" w:type="pct"/>
            <w:tcBorders>
              <w:top w:val="single" w:sz="6" w:space="0" w:color="auto"/>
              <w:left w:val="single" w:sz="4" w:space="0" w:color="auto"/>
              <w:bottom w:val="single" w:sz="6" w:space="0" w:color="auto"/>
              <w:right w:val="single" w:sz="6" w:space="0" w:color="auto"/>
            </w:tcBorders>
          </w:tcPr>
          <w:p w14:paraId="3728C05A" w14:textId="77777777" w:rsidR="00D54EFC" w:rsidRPr="00D54EFC" w:rsidRDefault="00D54EFC" w:rsidP="00D54EFC">
            <w:pPr>
              <w:spacing w:after="60"/>
              <w:rPr>
                <w:i/>
                <w:iCs/>
                <w:sz w:val="20"/>
              </w:rPr>
            </w:pPr>
            <w:r w:rsidRPr="00D54EFC">
              <w:rPr>
                <w:i/>
                <w:iCs/>
                <w:sz w:val="20"/>
              </w:rPr>
              <w:t>s</w:t>
            </w:r>
          </w:p>
        </w:tc>
        <w:tc>
          <w:tcPr>
            <w:tcW w:w="455" w:type="pct"/>
            <w:tcBorders>
              <w:top w:val="single" w:sz="6" w:space="0" w:color="auto"/>
              <w:left w:val="single" w:sz="6" w:space="0" w:color="auto"/>
              <w:bottom w:val="single" w:sz="6" w:space="0" w:color="auto"/>
              <w:right w:val="single" w:sz="6" w:space="0" w:color="auto"/>
            </w:tcBorders>
          </w:tcPr>
          <w:p w14:paraId="31680A06"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7F554D09" w14:textId="1B035384" w:rsidR="00D54EFC" w:rsidRPr="00D54EFC" w:rsidRDefault="00F54775" w:rsidP="00D54EFC">
            <w:pPr>
              <w:spacing w:after="60"/>
              <w:rPr>
                <w:iCs/>
                <w:sz w:val="20"/>
              </w:rPr>
            </w:pPr>
            <w:r w:rsidRPr="00D54EFC">
              <w:rPr>
                <w:sz w:val="20"/>
              </w:rPr>
              <w:t xml:space="preserve">Season. </w:t>
            </w:r>
            <w:r>
              <w:rPr>
                <w:sz w:val="20"/>
              </w:rPr>
              <w:t xml:space="preserve"> </w:t>
            </w:r>
            <w:r w:rsidRPr="00D54EFC">
              <w:rPr>
                <w:sz w:val="20"/>
              </w:rPr>
              <w:t xml:space="preserve">Summer Peak Load Season, Winter Peak Load Season, Spring (March, April, May), and Fall (October and November), for year </w:t>
            </w:r>
            <w:r w:rsidRPr="00D54EFC">
              <w:rPr>
                <w:i/>
                <w:sz w:val="20"/>
              </w:rPr>
              <w:t>i</w:t>
            </w:r>
            <w:r w:rsidRPr="00D54EFC">
              <w:rPr>
                <w:sz w:val="20"/>
              </w:rPr>
              <w:t>.</w:t>
            </w:r>
          </w:p>
        </w:tc>
      </w:tr>
    </w:tbl>
    <w:p w14:paraId="474753B5" w14:textId="39A76BC7" w:rsidR="00D54EFC" w:rsidRPr="00D54EFC" w:rsidRDefault="00D54EFC" w:rsidP="007E57F8">
      <w:pPr>
        <w:spacing w:before="240" w:after="240"/>
        <w:ind w:left="720" w:hanging="720"/>
        <w:rPr>
          <w:szCs w:val="24"/>
        </w:rPr>
      </w:pPr>
      <w:r w:rsidRPr="00D54EFC">
        <w:rPr>
          <w:szCs w:val="24"/>
        </w:rPr>
        <w:lastRenderedPageBreak/>
        <w:t>(2)</w:t>
      </w:r>
      <w:r w:rsidRPr="00D54EFC">
        <w:rPr>
          <w:szCs w:val="24"/>
        </w:rPr>
        <w:tab/>
        <w:t xml:space="preserve">The CDR shall also provide the estimated </w:t>
      </w:r>
      <w:r w:rsidRPr="00D54EFC">
        <w:rPr>
          <w:iCs/>
          <w:szCs w:val="24"/>
        </w:rPr>
        <w:t>annual peak Load reduction amounts reflected in the firm peak Load forecast due to energy efficiency programs procured by TDSPs pursuant to P.U.C. S</w:t>
      </w:r>
      <w:r w:rsidRPr="00D54EFC">
        <w:rPr>
          <w:iCs/>
          <w:smallCaps/>
          <w:szCs w:val="24"/>
        </w:rPr>
        <w:t>ubst</w:t>
      </w:r>
      <w:r w:rsidRPr="00D54EFC">
        <w:rPr>
          <w:iCs/>
          <w:szCs w:val="24"/>
        </w:rPr>
        <w:t xml:space="preserve">. R. 25.181, Energy Efficiency Goal, for </w:t>
      </w:r>
      <w:r w:rsidR="006148E1">
        <w:rPr>
          <w:iCs/>
          <w:szCs w:val="24"/>
        </w:rPr>
        <w:t>y</w:t>
      </w:r>
      <w:r w:rsidRPr="00D54EFC">
        <w:rPr>
          <w:iCs/>
          <w:szCs w:val="24"/>
        </w:rPr>
        <w:t xml:space="preserve">ear </w:t>
      </w:r>
      <w:r w:rsidRPr="00D54EFC">
        <w:rPr>
          <w:i/>
          <w:iCs/>
          <w:szCs w:val="24"/>
        </w:rPr>
        <w:t xml:space="preserve">i.  </w:t>
      </w:r>
      <w:r w:rsidRPr="00D54EFC">
        <w:rPr>
          <w:iCs/>
          <w:szCs w:val="24"/>
        </w:rPr>
        <w:t>ERCOT will also include energy efficiency and/or Demand response initiatives reported by NOIEs.</w:t>
      </w:r>
      <w:bookmarkStart w:id="723" w:name="_Toc135988933"/>
    </w:p>
    <w:p w14:paraId="1663167B" w14:textId="53E865F7" w:rsidR="00D54EFC" w:rsidRPr="00D54EFC" w:rsidRDefault="00D54EFC" w:rsidP="006148E1">
      <w:pPr>
        <w:pStyle w:val="H4"/>
        <w:rPr>
          <w:b/>
          <w:bCs/>
        </w:rPr>
      </w:pPr>
      <w:bookmarkStart w:id="724" w:name="_Toc199405255"/>
      <w:bookmarkStart w:id="725" w:name="_Hlk157095195"/>
      <w:r w:rsidRPr="00D54EFC">
        <w:rPr>
          <w:b/>
          <w:bCs/>
        </w:rPr>
        <w:t>3.2.6.4</w:t>
      </w:r>
      <w:r w:rsidRPr="00D54EFC">
        <w:rPr>
          <w:b/>
          <w:bCs/>
        </w:rPr>
        <w:tab/>
        <w:t>Total Capacity Estimates</w:t>
      </w:r>
      <w:bookmarkEnd w:id="724"/>
    </w:p>
    <w:p w14:paraId="72622A59" w14:textId="77777777" w:rsidR="00D54EFC" w:rsidRPr="00D54EFC" w:rsidRDefault="00D54EFC" w:rsidP="006148E1">
      <w:pPr>
        <w:spacing w:after="240"/>
        <w:ind w:left="720" w:hanging="720"/>
        <w:rPr>
          <w:iCs/>
        </w:rPr>
      </w:pPr>
      <w:r w:rsidRPr="00D54EFC">
        <w:rPr>
          <w:iCs/>
        </w:rPr>
        <w:t>(1)</w:t>
      </w:r>
      <w:r w:rsidRPr="00D54EFC">
        <w:rPr>
          <w:iCs/>
        </w:rPr>
        <w:tab/>
        <w:t xml:space="preserve">Total capacity estimates will be based on generation availability at the time of the forecasted peak Load hour and peak Net Load hour for each future season and year. </w:t>
      </w:r>
    </w:p>
    <w:p w14:paraId="3AFF84FB" w14:textId="77777777" w:rsidR="00D54EFC" w:rsidRPr="00D54EFC" w:rsidRDefault="00D54EFC" w:rsidP="006148E1">
      <w:pPr>
        <w:spacing w:after="240"/>
        <w:rPr>
          <w:iCs/>
        </w:rPr>
      </w:pPr>
      <w:r w:rsidRPr="00D54EFC">
        <w:rPr>
          <w:iCs/>
        </w:rPr>
        <w:t>(2)</w:t>
      </w:r>
      <w:r w:rsidRPr="00D54EFC">
        <w:rPr>
          <w:iCs/>
        </w:rPr>
        <w:tab/>
        <w:t>The total capacity estimates shall be determined based on the following equation:</w:t>
      </w:r>
    </w:p>
    <w:p w14:paraId="69933FB7" w14:textId="7FE591D5" w:rsidR="00D54EFC" w:rsidRPr="00D54EFC" w:rsidRDefault="00D54EFC" w:rsidP="00D54EFC">
      <w:pPr>
        <w:tabs>
          <w:tab w:val="left" w:pos="2340"/>
          <w:tab w:val="left" w:pos="3240"/>
        </w:tabs>
        <w:spacing w:after="240"/>
        <w:ind w:left="3240" w:hanging="2520"/>
        <w:rPr>
          <w:b/>
          <w:bCs/>
          <w:szCs w:val="24"/>
        </w:rPr>
      </w:pPr>
      <w:r w:rsidRPr="00D54EFC">
        <w:rPr>
          <w:b/>
          <w:bCs/>
          <w:szCs w:val="24"/>
        </w:rPr>
        <w:t xml:space="preserve">TOTCAP </w:t>
      </w:r>
      <w:r w:rsidRPr="00D54EFC">
        <w:rPr>
          <w:b/>
          <w:bCs/>
          <w:i/>
          <w:iCs/>
          <w:szCs w:val="24"/>
          <w:vertAlign w:val="subscript"/>
        </w:rPr>
        <w:t>h,</w:t>
      </w:r>
      <w:r w:rsidRPr="00D54EFC">
        <w:rPr>
          <w:b/>
          <w:bCs/>
          <w:szCs w:val="24"/>
        </w:rPr>
        <w:t xml:space="preserve"> </w:t>
      </w:r>
      <w:r w:rsidRPr="00D54EFC">
        <w:rPr>
          <w:b/>
          <w:bCs/>
          <w:i/>
          <w:szCs w:val="24"/>
          <w:vertAlign w:val="subscript"/>
        </w:rPr>
        <w:t>s,</w:t>
      </w:r>
      <w:r w:rsidR="006148E1">
        <w:rPr>
          <w:b/>
          <w:bCs/>
          <w:i/>
          <w:szCs w:val="24"/>
          <w:vertAlign w:val="subscript"/>
        </w:rPr>
        <w:t xml:space="preserve"> </w:t>
      </w:r>
      <w:r w:rsidRPr="00D54EFC">
        <w:rPr>
          <w:b/>
          <w:bCs/>
          <w:i/>
          <w:szCs w:val="24"/>
          <w:vertAlign w:val="subscript"/>
        </w:rPr>
        <w:t>i</w:t>
      </w:r>
      <w:r w:rsidRPr="00D54EFC">
        <w:rPr>
          <w:b/>
          <w:bCs/>
          <w:szCs w:val="24"/>
        </w:rPr>
        <w:tab/>
        <w:t>=</w:t>
      </w:r>
      <w:r w:rsidRPr="00D54EFC">
        <w:rPr>
          <w:b/>
          <w:bCs/>
          <w:szCs w:val="24"/>
        </w:rPr>
        <w:tab/>
        <w:t xml:space="preserve">INSTTHERMCAP </w:t>
      </w:r>
      <w:r w:rsidRPr="00D54EFC">
        <w:rPr>
          <w:b/>
          <w:bCs/>
          <w:i/>
          <w:szCs w:val="24"/>
          <w:vertAlign w:val="subscript"/>
        </w:rPr>
        <w:t>s</w:t>
      </w:r>
      <w:r w:rsidRPr="00D54EFC">
        <w:rPr>
          <w:b/>
          <w:bCs/>
          <w:szCs w:val="24"/>
          <w:vertAlign w:val="subscript"/>
        </w:rPr>
        <w:t xml:space="preserve">, </w:t>
      </w:r>
      <w:r w:rsidRPr="00D54EFC">
        <w:rPr>
          <w:b/>
          <w:bCs/>
          <w:i/>
          <w:szCs w:val="24"/>
          <w:vertAlign w:val="subscript"/>
        </w:rPr>
        <w:t xml:space="preserve">i </w:t>
      </w:r>
      <w:r w:rsidRPr="00D54EFC">
        <w:rPr>
          <w:b/>
          <w:bCs/>
          <w:i/>
          <w:szCs w:val="24"/>
        </w:rPr>
        <w:t xml:space="preserve">+ </w:t>
      </w:r>
      <w:r w:rsidRPr="00D54EFC">
        <w:rPr>
          <w:b/>
          <w:bCs/>
          <w:szCs w:val="24"/>
        </w:rPr>
        <w:t xml:space="preserve">PUNCAP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t>
      </w:r>
      <w:r w:rsidRPr="00D54EFC">
        <w:rPr>
          <w:b/>
          <w:bCs/>
          <w:i/>
          <w:szCs w:val="24"/>
        </w:rPr>
        <w:t xml:space="preserve">+ </w:t>
      </w:r>
      <w:r w:rsidRPr="00D54EFC">
        <w:rPr>
          <w:b/>
          <w:bCs/>
          <w:szCs w:val="24"/>
        </w:rPr>
        <w:t xml:space="preserve">WINDCAP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wr </w:t>
      </w:r>
      <w:r w:rsidRPr="00D54EFC">
        <w:rPr>
          <w:b/>
          <w:bCs/>
          <w:szCs w:val="24"/>
        </w:rPr>
        <w:t xml:space="preserve">+ HYDROCAP </w:t>
      </w:r>
      <w:r w:rsidRPr="00D54EFC">
        <w:rPr>
          <w:b/>
          <w:bCs/>
          <w:i/>
          <w:iCs/>
          <w:szCs w:val="24"/>
          <w:vertAlign w:val="subscript"/>
        </w:rPr>
        <w:t>p,</w:t>
      </w:r>
      <w:r w:rsidRPr="00D54EFC">
        <w:rPr>
          <w:b/>
          <w:bCs/>
          <w:szCs w:val="24"/>
        </w:rPr>
        <w:t xml:space="preserve"> </w:t>
      </w:r>
      <w:r w:rsidRPr="00D54EFC">
        <w:rPr>
          <w:b/>
          <w:bCs/>
          <w:i/>
          <w:szCs w:val="24"/>
          <w:vertAlign w:val="subscript"/>
        </w:rPr>
        <w:t>s, i</w:t>
      </w:r>
      <w:r w:rsidRPr="00D54EFC">
        <w:rPr>
          <w:b/>
          <w:bCs/>
          <w:szCs w:val="24"/>
        </w:rPr>
        <w:t xml:space="preserve"> + SOLARCAP </w:t>
      </w:r>
      <w:r w:rsidRPr="00D54EFC">
        <w:rPr>
          <w:b/>
          <w:bCs/>
          <w:i/>
          <w:iCs/>
          <w:szCs w:val="24"/>
          <w:vertAlign w:val="subscript"/>
        </w:rPr>
        <w:t>p,</w:t>
      </w:r>
      <w:r w:rsidRPr="00D54EFC">
        <w:rPr>
          <w:b/>
          <w:bCs/>
          <w:szCs w:val="24"/>
        </w:rPr>
        <w:t xml:space="preserve"> </w:t>
      </w:r>
      <w:r w:rsidRPr="00D54EFC">
        <w:rPr>
          <w:b/>
          <w:bCs/>
          <w:i/>
          <w:szCs w:val="24"/>
          <w:vertAlign w:val="subscript"/>
        </w:rPr>
        <w:t>s,</w:t>
      </w:r>
      <w:r w:rsidRPr="00D54EFC">
        <w:rPr>
          <w:szCs w:val="24"/>
        </w:rPr>
        <w:t> </w:t>
      </w:r>
      <w:r w:rsidRPr="00D54EFC">
        <w:rPr>
          <w:b/>
          <w:bCs/>
          <w:i/>
          <w:szCs w:val="24"/>
          <w:vertAlign w:val="subscript"/>
        </w:rPr>
        <w:t xml:space="preserve">i, </w:t>
      </w:r>
      <w:r w:rsidRPr="00D54EFC">
        <w:rPr>
          <w:b/>
          <w:bCs/>
          <w:i/>
          <w:iCs/>
          <w:szCs w:val="24"/>
          <w:vertAlign w:val="subscript"/>
        </w:rPr>
        <w:t>sr</w:t>
      </w:r>
      <w:r w:rsidRPr="00D54EFC">
        <w:rPr>
          <w:b/>
          <w:bCs/>
          <w:szCs w:val="24"/>
        </w:rPr>
        <w:t xml:space="preserve"> + ESRCAP </w:t>
      </w:r>
      <w:r w:rsidRPr="00D54EFC">
        <w:rPr>
          <w:b/>
          <w:bCs/>
          <w:i/>
          <w:szCs w:val="24"/>
          <w:vertAlign w:val="subscript"/>
        </w:rPr>
        <w:t>p, s, i</w:t>
      </w:r>
      <w:r w:rsidRPr="00D54EFC">
        <w:rPr>
          <w:b/>
          <w:bCs/>
          <w:szCs w:val="24"/>
        </w:rPr>
        <w:t xml:space="preserve"> + RMRCAP </w:t>
      </w:r>
      <w:r w:rsidRPr="00D54EFC">
        <w:rPr>
          <w:b/>
          <w:bCs/>
          <w:i/>
          <w:szCs w:val="24"/>
          <w:vertAlign w:val="subscript"/>
        </w:rPr>
        <w:t>s,</w:t>
      </w:r>
      <w:r w:rsidRPr="00D54EFC">
        <w:rPr>
          <w:szCs w:val="24"/>
        </w:rPr>
        <w:t> </w:t>
      </w:r>
      <w:r w:rsidRPr="00D54EFC">
        <w:rPr>
          <w:b/>
          <w:bCs/>
          <w:i/>
          <w:szCs w:val="24"/>
          <w:vertAlign w:val="subscript"/>
        </w:rPr>
        <w:t>i</w:t>
      </w:r>
      <w:r w:rsidRPr="00D54EFC">
        <w:rPr>
          <w:b/>
          <w:bCs/>
          <w:szCs w:val="24"/>
        </w:rPr>
        <w:t xml:space="preserve"> + DCTIECAP </w:t>
      </w:r>
      <w:r w:rsidRPr="00D54EFC">
        <w:rPr>
          <w:b/>
          <w:bCs/>
          <w:i/>
          <w:szCs w:val="24"/>
          <w:vertAlign w:val="subscript"/>
        </w:rPr>
        <w:t>s</w:t>
      </w:r>
      <w:r w:rsidRPr="00D54EFC">
        <w:rPr>
          <w:b/>
          <w:bCs/>
          <w:szCs w:val="24"/>
        </w:rPr>
        <w:t xml:space="preserve"> + PLANDCTIECAP </w:t>
      </w:r>
      <w:r w:rsidRPr="00D54EFC">
        <w:rPr>
          <w:i/>
          <w:iCs/>
          <w:sz w:val="20"/>
          <w:szCs w:val="24"/>
          <w:vertAlign w:val="subscript"/>
        </w:rPr>
        <w:t>s</w:t>
      </w:r>
      <w:r w:rsidRPr="00D54EFC">
        <w:rPr>
          <w:b/>
          <w:bCs/>
          <w:szCs w:val="24"/>
        </w:rPr>
        <w:t xml:space="preserve"> + SWITCHCAP </w:t>
      </w:r>
      <w:r w:rsidRPr="00D54EFC">
        <w:rPr>
          <w:b/>
          <w:bCs/>
          <w:i/>
          <w:szCs w:val="24"/>
          <w:vertAlign w:val="subscript"/>
        </w:rPr>
        <w:t>s, i</w:t>
      </w:r>
      <w:r w:rsidRPr="00D54EFC">
        <w:rPr>
          <w:b/>
          <w:bCs/>
          <w:szCs w:val="24"/>
        </w:rPr>
        <w:t xml:space="preserve"> + MOTHCAP </w:t>
      </w:r>
      <w:r w:rsidRPr="00D54EFC">
        <w:rPr>
          <w:b/>
          <w:bCs/>
          <w:i/>
          <w:szCs w:val="24"/>
          <w:vertAlign w:val="subscript"/>
        </w:rPr>
        <w:t>s, i</w:t>
      </w:r>
      <w:r w:rsidRPr="00D54EFC">
        <w:rPr>
          <w:b/>
          <w:bCs/>
          <w:szCs w:val="24"/>
        </w:rPr>
        <w:t xml:space="preserve"> + PLANTHERMCAP </w:t>
      </w:r>
      <w:r w:rsidRPr="00D54EFC">
        <w:rPr>
          <w:b/>
          <w:bCs/>
          <w:i/>
          <w:szCs w:val="24"/>
          <w:vertAlign w:val="subscript"/>
        </w:rPr>
        <w:t>s, i</w:t>
      </w:r>
      <w:r w:rsidRPr="00D54EFC">
        <w:rPr>
          <w:b/>
          <w:bCs/>
          <w:szCs w:val="24"/>
        </w:rPr>
        <w:t xml:space="preserve"> + PLANWINDCAP </w:t>
      </w:r>
      <w:r w:rsidRPr="00D54EFC">
        <w:rPr>
          <w:b/>
          <w:bCs/>
          <w:i/>
          <w:iCs/>
          <w:szCs w:val="24"/>
          <w:vertAlign w:val="subscript"/>
        </w:rPr>
        <w:t>p,</w:t>
      </w:r>
      <w:r w:rsidRPr="00D54EFC">
        <w:rPr>
          <w:b/>
          <w:bCs/>
          <w:szCs w:val="24"/>
        </w:rPr>
        <w:t xml:space="preserve"> </w:t>
      </w:r>
      <w:r w:rsidRPr="00D54EFC">
        <w:rPr>
          <w:b/>
          <w:bCs/>
          <w:i/>
          <w:szCs w:val="24"/>
          <w:vertAlign w:val="subscript"/>
        </w:rPr>
        <w:t>s, i, wr</w:t>
      </w:r>
      <w:r w:rsidRPr="00D54EFC">
        <w:rPr>
          <w:b/>
          <w:bCs/>
          <w:szCs w:val="24"/>
        </w:rPr>
        <w:t xml:space="preserve"> + PLANSOLARCAP </w:t>
      </w:r>
      <w:r w:rsidRPr="00D54EFC">
        <w:rPr>
          <w:b/>
          <w:bCs/>
          <w:i/>
          <w:iCs/>
          <w:szCs w:val="24"/>
          <w:vertAlign w:val="subscript"/>
        </w:rPr>
        <w:t>p,</w:t>
      </w:r>
      <w:r w:rsidRPr="00D54EFC">
        <w:rPr>
          <w:b/>
          <w:bCs/>
          <w:szCs w:val="24"/>
        </w:rPr>
        <w:t xml:space="preserve"> </w:t>
      </w:r>
      <w:r w:rsidRPr="00D54EFC">
        <w:rPr>
          <w:b/>
          <w:bCs/>
          <w:i/>
          <w:szCs w:val="24"/>
          <w:vertAlign w:val="subscript"/>
        </w:rPr>
        <w:t>s, i, sr</w:t>
      </w:r>
      <w:r w:rsidRPr="00D54EFC">
        <w:rPr>
          <w:b/>
          <w:bCs/>
          <w:szCs w:val="24"/>
        </w:rPr>
        <w:t xml:space="preserve"> + PLANESRCAP</w:t>
      </w:r>
      <w:r w:rsidRPr="00D54EFC">
        <w:rPr>
          <w:i/>
          <w:iCs/>
          <w:sz w:val="20"/>
          <w:szCs w:val="24"/>
          <w:vertAlign w:val="subscript"/>
        </w:rPr>
        <w:t xml:space="preserve"> p</w:t>
      </w:r>
      <w:r w:rsidRPr="00D54EFC">
        <w:rPr>
          <w:i/>
          <w:sz w:val="20"/>
          <w:szCs w:val="24"/>
          <w:vertAlign w:val="subscript"/>
        </w:rPr>
        <w:t xml:space="preserve">, s, i </w:t>
      </w:r>
      <w:r w:rsidRPr="00D54EFC">
        <w:rPr>
          <w:b/>
          <w:bCs/>
          <w:szCs w:val="24"/>
        </w:rPr>
        <w:t xml:space="preserve">– LTOUTAGE </w:t>
      </w:r>
      <w:r w:rsidRPr="00D54EFC">
        <w:rPr>
          <w:b/>
          <w:bCs/>
          <w:i/>
          <w:szCs w:val="24"/>
          <w:vertAlign w:val="subscript"/>
        </w:rPr>
        <w:t>s, i</w:t>
      </w:r>
      <w:r w:rsidRPr="00D54EFC">
        <w:rPr>
          <w:b/>
          <w:bCs/>
          <w:szCs w:val="24"/>
        </w:rPr>
        <w:t xml:space="preserve"> – UNSWITCH </w:t>
      </w:r>
      <w:r w:rsidRPr="00D54EFC">
        <w:rPr>
          <w:b/>
          <w:bCs/>
          <w:i/>
          <w:szCs w:val="24"/>
          <w:vertAlign w:val="subscript"/>
        </w:rPr>
        <w:t>s, i</w:t>
      </w:r>
      <w:r w:rsidRPr="00D54EFC">
        <w:rPr>
          <w:b/>
          <w:bCs/>
          <w:szCs w:val="24"/>
        </w:rPr>
        <w:t xml:space="preserve"> – RETCAPNSO </w:t>
      </w:r>
      <w:r w:rsidRPr="00D54EFC">
        <w:rPr>
          <w:b/>
          <w:bCs/>
          <w:i/>
          <w:szCs w:val="24"/>
          <w:vertAlign w:val="subscript"/>
        </w:rPr>
        <w:t>s, i</w:t>
      </w:r>
      <w:r w:rsidRPr="00D54EFC">
        <w:rPr>
          <w:b/>
          <w:bCs/>
          <w:szCs w:val="24"/>
        </w:rPr>
        <w:t xml:space="preserve"> – RETCAPUNC </w:t>
      </w:r>
      <w:r w:rsidRPr="00D54EFC">
        <w:rPr>
          <w:b/>
          <w:bCs/>
          <w:i/>
          <w:szCs w:val="24"/>
          <w:vertAlign w:val="subscript"/>
        </w:rPr>
        <w:t>s, i</w:t>
      </w:r>
    </w:p>
    <w:p w14:paraId="51004D49"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95"/>
        <w:gridCol w:w="653"/>
        <w:gridCol w:w="6102"/>
      </w:tblGrid>
      <w:tr w:rsidR="00D54EFC" w:rsidRPr="00D54EFC" w14:paraId="42E9D9C3" w14:textId="77777777" w:rsidTr="00B87A9E">
        <w:trPr>
          <w:cantSplit/>
          <w:tblHeader/>
        </w:trPr>
        <w:tc>
          <w:tcPr>
            <w:tcW w:w="1388" w:type="pct"/>
          </w:tcPr>
          <w:p w14:paraId="13A1C263" w14:textId="77777777" w:rsidR="00D54EFC" w:rsidRPr="00D54EFC" w:rsidRDefault="00D54EFC" w:rsidP="00D54EFC">
            <w:pPr>
              <w:spacing w:after="240"/>
              <w:rPr>
                <w:sz w:val="20"/>
              </w:rPr>
            </w:pPr>
            <w:r w:rsidRPr="00D54EFC">
              <w:rPr>
                <w:b/>
                <w:sz w:val="20"/>
              </w:rPr>
              <w:t>Variable</w:t>
            </w:r>
          </w:p>
        </w:tc>
        <w:tc>
          <w:tcPr>
            <w:tcW w:w="349" w:type="pct"/>
          </w:tcPr>
          <w:p w14:paraId="3FAB13C6" w14:textId="77777777" w:rsidR="00D54EFC" w:rsidRPr="00D54EFC" w:rsidRDefault="00D54EFC" w:rsidP="00D54EFC">
            <w:pPr>
              <w:spacing w:after="240"/>
              <w:rPr>
                <w:sz w:val="20"/>
              </w:rPr>
            </w:pPr>
            <w:r w:rsidRPr="00D54EFC">
              <w:rPr>
                <w:b/>
                <w:sz w:val="20"/>
              </w:rPr>
              <w:t>Unit</w:t>
            </w:r>
          </w:p>
        </w:tc>
        <w:tc>
          <w:tcPr>
            <w:tcW w:w="3264" w:type="pct"/>
          </w:tcPr>
          <w:p w14:paraId="21227B88" w14:textId="77777777" w:rsidR="00D54EFC" w:rsidRPr="00D54EFC" w:rsidRDefault="00D54EFC" w:rsidP="00D54EFC">
            <w:pPr>
              <w:spacing w:after="240"/>
              <w:rPr>
                <w:sz w:val="20"/>
              </w:rPr>
            </w:pPr>
            <w:r w:rsidRPr="00D54EFC">
              <w:rPr>
                <w:b/>
                <w:sz w:val="20"/>
              </w:rPr>
              <w:t>Definition</w:t>
            </w:r>
          </w:p>
        </w:tc>
      </w:tr>
      <w:tr w:rsidR="00D54EFC" w:rsidRPr="00D54EFC" w14:paraId="7BB2CFF3" w14:textId="77777777" w:rsidTr="00B87A9E">
        <w:trPr>
          <w:cantSplit/>
        </w:trPr>
        <w:tc>
          <w:tcPr>
            <w:tcW w:w="1388" w:type="pct"/>
          </w:tcPr>
          <w:p w14:paraId="2053E103" w14:textId="77777777" w:rsidR="00D54EFC" w:rsidRPr="00D54EFC" w:rsidRDefault="00D54EFC" w:rsidP="00D54EFC">
            <w:pPr>
              <w:spacing w:after="60"/>
              <w:rPr>
                <w:iCs/>
                <w:sz w:val="20"/>
                <w:szCs w:val="24"/>
              </w:rPr>
            </w:pPr>
            <w:r w:rsidRPr="00D54EFC">
              <w:rPr>
                <w:iCs/>
                <w:sz w:val="20"/>
                <w:szCs w:val="24"/>
              </w:rPr>
              <w:t xml:space="preserve">TOTCAP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9" w:type="pct"/>
          </w:tcPr>
          <w:p w14:paraId="4CEBFB6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4181A3A" w14:textId="09066546" w:rsidR="00D54EFC" w:rsidRPr="00D54EFC" w:rsidRDefault="00D54EFC" w:rsidP="00D54EFC">
            <w:pPr>
              <w:spacing w:after="60"/>
              <w:rPr>
                <w:i/>
                <w:iCs/>
                <w:sz w:val="20"/>
                <w:szCs w:val="24"/>
              </w:rPr>
            </w:pPr>
            <w:r w:rsidRPr="00D54EFC">
              <w:rPr>
                <w:i/>
                <w:iCs/>
                <w:sz w:val="20"/>
                <w:szCs w:val="24"/>
              </w:rPr>
              <w:t>Total Capacity</w:t>
            </w:r>
            <w:r w:rsidRPr="00D54EFC">
              <w:rPr>
                <w:iCs/>
                <w:sz w:val="20"/>
                <w:szCs w:val="24"/>
              </w:rPr>
              <w:t xml:space="preserve">—Estimated total capacity available during the peak Load hour and peak Net Load hour </w:t>
            </w:r>
            <w:r w:rsidR="006148E1">
              <w:rPr>
                <w:i/>
                <w:iCs/>
                <w:sz w:val="20"/>
                <w:szCs w:val="24"/>
              </w:rPr>
              <w:t>h</w:t>
            </w:r>
            <w:r w:rsidR="006148E1" w:rsidRPr="00D54EFC">
              <w:rPr>
                <w:iCs/>
                <w:sz w:val="20"/>
                <w:szCs w:val="24"/>
              </w:rPr>
              <w:t xml:space="preserve"> </w:t>
            </w:r>
            <w:r w:rsidRPr="00D54EFC">
              <w:rPr>
                <w:iCs/>
                <w:sz w:val="20"/>
                <w:szCs w:val="24"/>
              </w:rPr>
              <w:t xml:space="preserve">for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the year </w:t>
            </w:r>
            <w:r w:rsidRPr="00D54EFC">
              <w:rPr>
                <w:i/>
                <w:iCs/>
                <w:sz w:val="20"/>
                <w:szCs w:val="24"/>
              </w:rPr>
              <w:t>i.</w:t>
            </w:r>
          </w:p>
        </w:tc>
      </w:tr>
      <w:tr w:rsidR="00D54EFC" w:rsidRPr="00D54EFC" w14:paraId="5E6A964E" w14:textId="77777777" w:rsidTr="00B87A9E">
        <w:trPr>
          <w:cantSplit/>
        </w:trPr>
        <w:tc>
          <w:tcPr>
            <w:tcW w:w="1388" w:type="pct"/>
          </w:tcPr>
          <w:p w14:paraId="15E095EA" w14:textId="77777777" w:rsidR="00D54EFC" w:rsidRPr="00D54EFC" w:rsidRDefault="00D54EFC" w:rsidP="00D54EFC">
            <w:pPr>
              <w:spacing w:after="60"/>
              <w:rPr>
                <w:iCs/>
                <w:sz w:val="20"/>
                <w:szCs w:val="24"/>
              </w:rPr>
            </w:pPr>
            <w:r w:rsidRPr="00D54EFC">
              <w:rPr>
                <w:iCs/>
                <w:sz w:val="20"/>
                <w:szCs w:val="24"/>
              </w:rPr>
              <w:t xml:space="preserve">INSTTHERMCAP </w:t>
            </w:r>
            <w:r w:rsidRPr="00D54EFC">
              <w:rPr>
                <w:bCs/>
                <w:i/>
                <w:iCs/>
                <w:sz w:val="20"/>
                <w:szCs w:val="24"/>
                <w:vertAlign w:val="subscript"/>
              </w:rPr>
              <w:t>s, i</w:t>
            </w:r>
          </w:p>
        </w:tc>
        <w:tc>
          <w:tcPr>
            <w:tcW w:w="349" w:type="pct"/>
          </w:tcPr>
          <w:p w14:paraId="63E3F69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3B76FA3C" w14:textId="34E6C6F7" w:rsidR="00D54EFC" w:rsidRPr="00D54EFC" w:rsidRDefault="00D54EFC" w:rsidP="00D54EFC">
            <w:pPr>
              <w:spacing w:after="60"/>
              <w:rPr>
                <w:iCs/>
                <w:sz w:val="20"/>
                <w:szCs w:val="24"/>
              </w:rPr>
            </w:pPr>
            <w:r w:rsidRPr="00D54EFC">
              <w:rPr>
                <w:i/>
                <w:iCs/>
                <w:sz w:val="20"/>
                <w:szCs w:val="24"/>
              </w:rPr>
              <w:t>Seasonal Net Max Sustainable Rating for each Thermal Generation Resource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Resource Integration and Ongoing Operations (RIOO) system for each thermal operating Generation Resource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excluding Resources operating under RMR Agreements, Mothballed Generation Resources, and Generation Resources capable of “switching” from the ERCOT Region to a non-ERCOT Region.  For thermal generation resources classified as small generators in accordance with paragraph (3) of Planning Guide Section 5.2.1, Applicability, capacity is considered operational once a Model Ready Date has been assigned to the resource.</w:t>
            </w:r>
          </w:p>
        </w:tc>
      </w:tr>
      <w:tr w:rsidR="00D54EFC" w:rsidRPr="00D54EFC" w14:paraId="3F705492" w14:textId="77777777" w:rsidTr="00B87A9E">
        <w:trPr>
          <w:cantSplit/>
        </w:trPr>
        <w:tc>
          <w:tcPr>
            <w:tcW w:w="1388" w:type="pct"/>
          </w:tcPr>
          <w:p w14:paraId="3A150541" w14:textId="77777777" w:rsidR="00D54EFC" w:rsidRPr="00D54EFC" w:rsidRDefault="00D54EFC" w:rsidP="00D54EFC">
            <w:pPr>
              <w:spacing w:after="60"/>
              <w:rPr>
                <w:iCs/>
                <w:sz w:val="20"/>
                <w:szCs w:val="24"/>
              </w:rPr>
            </w:pPr>
            <w:r w:rsidRPr="00D54EFC">
              <w:rPr>
                <w:iCs/>
                <w:sz w:val="20"/>
                <w:szCs w:val="24"/>
              </w:rPr>
              <w:lastRenderedPageBreak/>
              <w:t xml:space="preserve">PUNCAP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9" w:type="pct"/>
          </w:tcPr>
          <w:p w14:paraId="53775D10"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53A0F79" w14:textId="68D8D040" w:rsidR="00D54EFC" w:rsidRPr="00D54EFC" w:rsidRDefault="00D54EFC" w:rsidP="00D54EFC">
            <w:pPr>
              <w:spacing w:after="60"/>
              <w:rPr>
                <w:i/>
                <w:iCs/>
                <w:sz w:val="20"/>
                <w:szCs w:val="24"/>
              </w:rPr>
            </w:pPr>
            <w:r w:rsidRPr="00D54EFC">
              <w:rPr>
                <w:i/>
                <w:iCs/>
                <w:sz w:val="20"/>
                <w:szCs w:val="24"/>
              </w:rPr>
              <w:t>Private Use Network Capacity</w:t>
            </w:r>
            <w:r w:rsidRPr="00D54EFC">
              <w:rPr>
                <w:iCs/>
                <w:sz w:val="20"/>
                <w:szCs w:val="24"/>
              </w:rPr>
              <w:t xml:space="preserve">—The forecasted generation capacity available to the ERCOT Transmission Grid, net of self-serve load, from Generation Resources and Settlement Only Generators (SOGs) in Private Use Networks for hour </w:t>
            </w:r>
            <w:r w:rsidRPr="00376BF0">
              <w:rPr>
                <w:i/>
                <w:sz w:val="20"/>
                <w:szCs w:val="24"/>
              </w:rPr>
              <w:t>h</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
                <w:iCs/>
                <w:sz w:val="20"/>
                <w:szCs w:val="24"/>
              </w:rPr>
              <w:t>,</w:t>
            </w:r>
            <w:r w:rsidRPr="00D54EFC">
              <w:rPr>
                <w:iCs/>
                <w:sz w:val="20"/>
                <w:szCs w:val="24"/>
              </w:rPr>
              <w:t xml:space="preserve"> and year </w:t>
            </w:r>
            <w:r w:rsidRPr="00D54EFC">
              <w:rPr>
                <w:i/>
                <w:iCs/>
                <w:sz w:val="20"/>
                <w:szCs w:val="24"/>
              </w:rPr>
              <w:t>i</w:t>
            </w:r>
            <w:r w:rsidRPr="00D54EFC">
              <w:rPr>
                <w:iCs/>
                <w:sz w:val="20"/>
                <w:szCs w:val="24"/>
              </w:rPr>
              <w:t xml:space="preserve">.  The capacity forecasts are developed as follows.  First, a base capacity forecast, determined from SCED data, is calculated as the average net generation capacity available to the ERCOT Transmission Grid during the 20 highest system-wide peak Load and peak Net Load hours for each preceding three-year period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year </w:t>
            </w:r>
            <w:r w:rsidRPr="00D54EFC">
              <w:rPr>
                <w:i/>
                <w:iCs/>
                <w:sz w:val="20"/>
                <w:szCs w:val="24"/>
              </w:rPr>
              <w:t>i</w:t>
            </w:r>
            <w:r w:rsidRPr="00D54EFC">
              <w:rPr>
                <w:iCs/>
                <w:sz w:val="20"/>
                <w:szCs w:val="24"/>
              </w:rPr>
              <w:t xml:space="preserve">.  The base capacity forecast is then adjusted by adding the aggregated incremental forecasted annual changes in net generation capacity as of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forecast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reported for Private Use Networks pursuant to Section 10.3.2.4, Reporting of Net Generation Capacity.  This calculation is limited to Generation Resources and SOGs in Private Use Networks (1) with a Resource Commissioning Date that occurs no later than the start of the most current Season used for the calculation, and (2) that have not been permanently retired by the start of the most current Season used for the calculation.</w:t>
            </w:r>
            <w:r w:rsidRPr="00D54EFC" w:rsidDel="00E320B3">
              <w:rPr>
                <w:i/>
                <w:iCs/>
                <w:sz w:val="20"/>
                <w:szCs w:val="24"/>
              </w:rPr>
              <w:t xml:space="preserve"> </w:t>
            </w:r>
          </w:p>
        </w:tc>
      </w:tr>
      <w:tr w:rsidR="00D54EFC" w:rsidRPr="00D54EFC" w14:paraId="774C6418" w14:textId="77777777" w:rsidTr="00B87A9E">
        <w:trPr>
          <w:cantSplit/>
        </w:trPr>
        <w:tc>
          <w:tcPr>
            <w:tcW w:w="1388" w:type="pct"/>
          </w:tcPr>
          <w:p w14:paraId="5369470B" w14:textId="77777777" w:rsidR="00D54EFC" w:rsidRPr="00D54EFC" w:rsidRDefault="00D54EFC" w:rsidP="00D54EFC">
            <w:pPr>
              <w:spacing w:after="60"/>
              <w:rPr>
                <w:iCs/>
                <w:sz w:val="20"/>
                <w:szCs w:val="24"/>
              </w:rPr>
            </w:pPr>
            <w:r w:rsidRPr="00D54EFC">
              <w:rPr>
                <w:iCs/>
                <w:sz w:val="20"/>
                <w:szCs w:val="24"/>
              </w:rPr>
              <w:t xml:space="preserve">HYDROCAP </w:t>
            </w:r>
            <w:r w:rsidRPr="00D54EFC">
              <w:rPr>
                <w:i/>
                <w:sz w:val="20"/>
                <w:szCs w:val="24"/>
                <w:vertAlign w:val="subscript"/>
              </w:rPr>
              <w:t>p</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349" w:type="pct"/>
          </w:tcPr>
          <w:p w14:paraId="08D7615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9BD1E9E" w14:textId="21F2CE1E" w:rsidR="00D54EFC" w:rsidRPr="00D54EFC" w:rsidRDefault="00D54EFC" w:rsidP="00D54EFC">
            <w:pPr>
              <w:spacing w:after="60"/>
              <w:rPr>
                <w:i/>
                <w:iCs/>
                <w:sz w:val="20"/>
                <w:szCs w:val="24"/>
              </w:rPr>
            </w:pPr>
            <w:r w:rsidRPr="00D54EFC">
              <w:rPr>
                <w:i/>
                <w:iCs/>
                <w:sz w:val="20"/>
                <w:szCs w:val="24"/>
              </w:rPr>
              <w:t>Hydro Unit Capacity</w:t>
            </w:r>
            <w:r w:rsidRPr="00D54EFC">
              <w:rPr>
                <w:iCs/>
                <w:sz w:val="20"/>
                <w:szCs w:val="24"/>
              </w:rPr>
              <w:t xml:space="preserve">—The average hydro Generation Resource capacity available, as determined from SCED data during the highest 20 peak Load hours for each preceding three-year period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Cs/>
                <w:sz w:val="20"/>
                <w:szCs w:val="24"/>
              </w:rPr>
              <w:t xml:space="preserve">, </w:t>
            </w:r>
            <w:r w:rsidRPr="00D54EFC">
              <w:rPr>
                <w:iCs/>
                <w:sz w:val="20"/>
                <w:szCs w:val="24"/>
              </w:rPr>
              <w:t xml:space="preserve">and year </w:t>
            </w:r>
            <w:r w:rsidRPr="00D54EFC">
              <w:rPr>
                <w:i/>
                <w:iCs/>
                <w:sz w:val="20"/>
                <w:szCs w:val="24"/>
              </w:rPr>
              <w:t>i</w:t>
            </w:r>
            <w:r w:rsidRPr="00D54EFC">
              <w:rPr>
                <w:iCs/>
                <w:sz w:val="20"/>
                <w:szCs w:val="24"/>
              </w:rPr>
              <w:t>.  This calculation is limited to hydro Generation Resources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D54EFC" w:rsidRPr="00D54EFC" w14:paraId="1B26657C" w14:textId="77777777" w:rsidTr="00B87A9E">
        <w:trPr>
          <w:cantSplit/>
        </w:trPr>
        <w:tc>
          <w:tcPr>
            <w:tcW w:w="1388" w:type="pct"/>
          </w:tcPr>
          <w:p w14:paraId="48A8DE9C" w14:textId="77777777" w:rsidR="00D54EFC" w:rsidRPr="00D54EFC" w:rsidRDefault="00D54EFC" w:rsidP="00D54EFC">
            <w:pPr>
              <w:spacing w:after="60"/>
              <w:rPr>
                <w:iCs/>
                <w:sz w:val="20"/>
                <w:szCs w:val="24"/>
              </w:rPr>
            </w:pPr>
            <w:r w:rsidRPr="00D54EFC">
              <w:rPr>
                <w:iCs/>
                <w:sz w:val="20"/>
                <w:szCs w:val="24"/>
              </w:rPr>
              <w:t xml:space="preserve">WINDELCC </w:t>
            </w:r>
            <w:r w:rsidRPr="00D54EFC">
              <w:rPr>
                <w:i/>
                <w:sz w:val="20"/>
                <w:szCs w:val="24"/>
                <w:vertAlign w:val="subscript"/>
              </w:rPr>
              <w:t xml:space="preserve">p, </w:t>
            </w:r>
            <w:r w:rsidRPr="00D54EFC">
              <w:rPr>
                <w:i/>
                <w:iCs/>
                <w:sz w:val="20"/>
                <w:szCs w:val="24"/>
                <w:vertAlign w:val="subscript"/>
              </w:rPr>
              <w:t>s, i, wr</w:t>
            </w:r>
          </w:p>
        </w:tc>
        <w:tc>
          <w:tcPr>
            <w:tcW w:w="349" w:type="pct"/>
          </w:tcPr>
          <w:p w14:paraId="1170E4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32EBCD0E" w14:textId="06D89E4F" w:rsidR="00D54EFC" w:rsidRPr="00D54EFC" w:rsidRDefault="000D18DD" w:rsidP="00D54EFC">
            <w:pPr>
              <w:spacing w:after="60"/>
              <w:rPr>
                <w:i/>
                <w:iCs/>
                <w:sz w:val="20"/>
                <w:szCs w:val="24"/>
              </w:rPr>
            </w:pPr>
            <w:r>
              <w:rPr>
                <w:i/>
                <w:iCs/>
                <w:sz w:val="20"/>
                <w:szCs w:val="24"/>
              </w:rPr>
              <w:t>Effective Load Carrying Capability f</w:t>
            </w:r>
            <w:r w:rsidR="00D54EFC" w:rsidRPr="00D54EFC">
              <w:rPr>
                <w:i/>
                <w:iCs/>
                <w:sz w:val="20"/>
                <w:szCs w:val="24"/>
              </w:rPr>
              <w:t>or Wind</w:t>
            </w:r>
            <w:r w:rsidR="00D54EFC" w:rsidRPr="00D54EFC">
              <w:rPr>
                <w:iCs/>
                <w:sz w:val="20"/>
                <w:szCs w:val="24"/>
              </w:rPr>
              <w:t xml:space="preserve">—The average ELCC for all WGRs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year </w:t>
            </w:r>
            <w:r w:rsidR="00D54EFC" w:rsidRPr="00D54EFC">
              <w:rPr>
                <w:i/>
                <w:sz w:val="20"/>
                <w:szCs w:val="24"/>
              </w:rPr>
              <w:t>i</w:t>
            </w:r>
            <w:r w:rsidR="00D54EFC" w:rsidRPr="00D54EFC">
              <w:rPr>
                <w:iCs/>
                <w:sz w:val="20"/>
                <w:szCs w:val="24"/>
              </w:rPr>
              <w:t xml:space="preserve">, and region </w:t>
            </w:r>
            <w:r w:rsidR="00D54EFC" w:rsidRPr="00D54EFC">
              <w:rPr>
                <w:i/>
                <w:sz w:val="20"/>
                <w:szCs w:val="24"/>
              </w:rPr>
              <w:t>wr</w:t>
            </w:r>
            <w:r w:rsidR="00D54EFC" w:rsidRPr="00D54EFC">
              <w:rPr>
                <w:sz w:val="20"/>
                <w:szCs w:val="24"/>
              </w:rPr>
              <w:t xml:space="preserve">, </w:t>
            </w:r>
            <w:r w:rsidR="00D54EFC" w:rsidRPr="00D54EFC">
              <w:rPr>
                <w:iCs/>
                <w:sz w:val="20"/>
                <w:szCs w:val="24"/>
              </w:rPr>
              <w:t>expressed as a percentage.</w:t>
            </w:r>
          </w:p>
        </w:tc>
      </w:tr>
      <w:tr w:rsidR="00D54EFC" w:rsidRPr="00D54EFC" w14:paraId="32366C74" w14:textId="77777777" w:rsidTr="00B87A9E">
        <w:trPr>
          <w:cantSplit/>
        </w:trPr>
        <w:tc>
          <w:tcPr>
            <w:tcW w:w="1388" w:type="pct"/>
          </w:tcPr>
          <w:p w14:paraId="2B0FFFE5" w14:textId="77777777" w:rsidR="00D54EFC" w:rsidRPr="00D54EFC" w:rsidRDefault="00D54EFC" w:rsidP="00D54EFC">
            <w:pPr>
              <w:spacing w:after="60"/>
              <w:rPr>
                <w:iCs/>
                <w:sz w:val="20"/>
                <w:szCs w:val="24"/>
              </w:rPr>
            </w:pPr>
            <w:r w:rsidRPr="00D54EFC">
              <w:rPr>
                <w:iCs/>
                <w:sz w:val="20"/>
                <w:szCs w:val="24"/>
              </w:rPr>
              <w:t xml:space="preserve">WINDCAP </w:t>
            </w:r>
            <w:r w:rsidRPr="00D54EFC">
              <w:rPr>
                <w:i/>
                <w:sz w:val="20"/>
                <w:szCs w:val="24"/>
                <w:vertAlign w:val="subscript"/>
              </w:rPr>
              <w:t>p,</w:t>
            </w:r>
            <w:r w:rsidRPr="00D54EFC">
              <w:rPr>
                <w:iCs/>
                <w:sz w:val="20"/>
                <w:szCs w:val="24"/>
              </w:rPr>
              <w:t xml:space="preserve"> </w:t>
            </w:r>
            <w:r w:rsidRPr="00D54EFC">
              <w:rPr>
                <w:bCs/>
                <w:i/>
                <w:iCs/>
                <w:sz w:val="20"/>
                <w:szCs w:val="24"/>
                <w:vertAlign w:val="subscript"/>
              </w:rPr>
              <w:t>s, i, wr</w:t>
            </w:r>
          </w:p>
        </w:tc>
        <w:tc>
          <w:tcPr>
            <w:tcW w:w="349" w:type="pct"/>
          </w:tcPr>
          <w:p w14:paraId="1FD8B05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56F28DCA" w14:textId="3B2FE9AB" w:rsidR="00D54EFC" w:rsidRPr="00D54EFC" w:rsidRDefault="00D54EFC" w:rsidP="00D54EFC">
            <w:pPr>
              <w:spacing w:after="60"/>
              <w:rPr>
                <w:iCs/>
                <w:sz w:val="20"/>
                <w:szCs w:val="24"/>
              </w:rPr>
            </w:pPr>
            <w:r w:rsidRPr="00D54EFC">
              <w:rPr>
                <w:i/>
                <w:iCs/>
                <w:sz w:val="20"/>
                <w:szCs w:val="24"/>
              </w:rPr>
              <w:t>Existing WGR Capacity</w:t>
            </w:r>
            <w:r w:rsidRPr="00D54EFC">
              <w:rPr>
                <w:iCs/>
                <w:sz w:val="20"/>
                <w:szCs w:val="24"/>
              </w:rPr>
              <w:t xml:space="preserve">—The amount of currently operational WGRs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year </w:t>
            </w:r>
            <w:r w:rsidRPr="00D54EFC">
              <w:rPr>
                <w:i/>
                <w:iCs/>
                <w:sz w:val="20"/>
                <w:szCs w:val="24"/>
              </w:rPr>
              <w:t>i</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multiplied by WINDELCC </w:t>
            </w:r>
            <w:r w:rsidRPr="00D54EFC">
              <w:rPr>
                <w:i/>
                <w:sz w:val="20"/>
                <w:szCs w:val="24"/>
                <w:vertAlign w:val="subscript"/>
              </w:rPr>
              <w:t>p</w:t>
            </w:r>
            <w:r w:rsidRPr="00D54EFC">
              <w:rPr>
                <w:iCs/>
                <w:sz w:val="20"/>
                <w:szCs w:val="24"/>
                <w:vertAlign w:val="subscript"/>
              </w:rPr>
              <w:t xml:space="preserve">, </w:t>
            </w:r>
            <w:r w:rsidRPr="00D54EFC">
              <w:rPr>
                <w:i/>
                <w:sz w:val="20"/>
                <w:szCs w:val="24"/>
                <w:vertAlign w:val="subscript"/>
              </w:rPr>
              <w:t>s</w:t>
            </w:r>
            <w:r w:rsidRPr="00D54EFC">
              <w:rPr>
                <w:iCs/>
                <w:sz w:val="20"/>
                <w:szCs w:val="24"/>
                <w:vertAlign w:val="subscript"/>
              </w:rPr>
              <w:t xml:space="preserve">, </w:t>
            </w:r>
            <w:r w:rsidRPr="00D54EFC">
              <w:rPr>
                <w:i/>
                <w:sz w:val="20"/>
                <w:szCs w:val="24"/>
                <w:vertAlign w:val="subscript"/>
              </w:rPr>
              <w:t>i</w:t>
            </w:r>
            <w:r w:rsidRPr="00D54EFC">
              <w:rPr>
                <w:sz w:val="20"/>
                <w:szCs w:val="24"/>
                <w:vertAlign w:val="subscript"/>
              </w:rPr>
              <w:t>,</w:t>
            </w:r>
            <w:r w:rsidRPr="00D54EFC">
              <w:rPr>
                <w:iCs/>
                <w:sz w:val="20"/>
                <w:szCs w:val="24"/>
                <w:vertAlign w:val="subscript"/>
              </w:rPr>
              <w:t xml:space="preserve"> wr</w:t>
            </w:r>
            <w:r w:rsidRPr="00D54EFC">
              <w:rPr>
                <w:iCs/>
                <w:sz w:val="20"/>
                <w:szCs w:val="24"/>
              </w:rPr>
              <w:t xml:space="preserve">. </w:t>
            </w:r>
            <w:r w:rsidR="003F3069">
              <w:rPr>
                <w:iCs/>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3F3069">
              <w:rPr>
                <w:sz w:val="20"/>
                <w:szCs w:val="24"/>
              </w:rPr>
              <w:t xml:space="preserve"> </w:t>
            </w:r>
            <w:r w:rsidRPr="00D54EFC">
              <w:rPr>
                <w:iCs/>
                <w:sz w:val="20"/>
                <w:szCs w:val="24"/>
              </w:rPr>
              <w:t>For wind resources classified as small generators in accordance with paragraph (3) of Planning Guide Section 5.2.1, capacity is considered operational once a Model Ready Date has been assigned to the resource.</w:t>
            </w:r>
          </w:p>
        </w:tc>
      </w:tr>
      <w:tr w:rsidR="00D54EFC" w:rsidRPr="00D54EFC" w14:paraId="757749BB" w14:textId="77777777" w:rsidTr="00B87A9E">
        <w:trPr>
          <w:cantSplit/>
        </w:trPr>
        <w:tc>
          <w:tcPr>
            <w:tcW w:w="1388" w:type="pct"/>
          </w:tcPr>
          <w:p w14:paraId="6CEB7175" w14:textId="77777777" w:rsidR="00D54EFC" w:rsidRPr="00D54EFC" w:rsidRDefault="00D54EFC" w:rsidP="00D54EFC">
            <w:pPr>
              <w:spacing w:after="60"/>
              <w:rPr>
                <w:iCs/>
                <w:sz w:val="20"/>
                <w:szCs w:val="24"/>
              </w:rPr>
            </w:pPr>
            <w:r w:rsidRPr="00D54EFC">
              <w:rPr>
                <w:iCs/>
                <w:sz w:val="20"/>
                <w:szCs w:val="24"/>
              </w:rPr>
              <w:t xml:space="preserve">SOLARELCC </w:t>
            </w:r>
            <w:r w:rsidRPr="00D54EFC">
              <w:rPr>
                <w:i/>
                <w:sz w:val="20"/>
                <w:szCs w:val="24"/>
                <w:vertAlign w:val="subscript"/>
              </w:rPr>
              <w:t xml:space="preserve">p, </w:t>
            </w:r>
            <w:r w:rsidRPr="00D54EFC">
              <w:rPr>
                <w:i/>
                <w:iCs/>
                <w:sz w:val="20"/>
                <w:szCs w:val="24"/>
                <w:vertAlign w:val="subscript"/>
              </w:rPr>
              <w:t>s, i, sr</w:t>
            </w:r>
          </w:p>
        </w:tc>
        <w:tc>
          <w:tcPr>
            <w:tcW w:w="349" w:type="pct"/>
          </w:tcPr>
          <w:p w14:paraId="1F6C95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23A1138A" w14:textId="209CD326"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Solar</w:t>
            </w:r>
            <w:r w:rsidR="00D54EFC" w:rsidRPr="00D54EFC">
              <w:rPr>
                <w:iCs/>
                <w:sz w:val="20"/>
                <w:szCs w:val="24"/>
              </w:rPr>
              <w:t xml:space="preserve">—The average ELCC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xml:space="preserve">, and </w:t>
            </w:r>
            <w:r w:rsidR="00160D80">
              <w:rPr>
                <w:iCs/>
                <w:sz w:val="20"/>
                <w:szCs w:val="24"/>
              </w:rPr>
              <w:t>r</w:t>
            </w:r>
            <w:r w:rsidR="00D54EFC" w:rsidRPr="00D54EFC">
              <w:rPr>
                <w:iCs/>
                <w:sz w:val="20"/>
                <w:szCs w:val="24"/>
              </w:rPr>
              <w:t>egion s</w:t>
            </w:r>
            <w:r w:rsidR="00D54EFC" w:rsidRPr="00D54EFC">
              <w:rPr>
                <w:i/>
                <w:sz w:val="20"/>
                <w:szCs w:val="24"/>
              </w:rPr>
              <w:t>r</w:t>
            </w:r>
            <w:r w:rsidR="00D54EFC" w:rsidRPr="00D54EFC">
              <w:rPr>
                <w:sz w:val="20"/>
                <w:szCs w:val="24"/>
              </w:rPr>
              <w:t xml:space="preserve">, </w:t>
            </w:r>
            <w:r w:rsidR="00D54EFC" w:rsidRPr="00D54EFC">
              <w:rPr>
                <w:iCs/>
                <w:sz w:val="20"/>
                <w:szCs w:val="24"/>
              </w:rPr>
              <w:t>expressed as a percentage.</w:t>
            </w:r>
          </w:p>
        </w:tc>
      </w:tr>
      <w:tr w:rsidR="00D54EFC" w:rsidRPr="00D54EFC" w14:paraId="5823425A" w14:textId="77777777" w:rsidTr="00B87A9E">
        <w:trPr>
          <w:cantSplit/>
        </w:trPr>
        <w:tc>
          <w:tcPr>
            <w:tcW w:w="1388" w:type="pct"/>
          </w:tcPr>
          <w:p w14:paraId="7C547867" w14:textId="77777777" w:rsidR="00D54EFC" w:rsidRPr="00D54EFC" w:rsidRDefault="00D54EFC" w:rsidP="00D54EFC">
            <w:pPr>
              <w:spacing w:after="60"/>
              <w:rPr>
                <w:iCs/>
                <w:sz w:val="20"/>
                <w:szCs w:val="24"/>
              </w:rPr>
            </w:pPr>
            <w:r w:rsidRPr="00D54EFC">
              <w:rPr>
                <w:iCs/>
                <w:sz w:val="20"/>
                <w:szCs w:val="24"/>
              </w:rPr>
              <w:t xml:space="preserve">SOLARCAP </w:t>
            </w:r>
            <w:r w:rsidRPr="00D54EFC">
              <w:rPr>
                <w:i/>
                <w:sz w:val="20"/>
                <w:szCs w:val="24"/>
                <w:vertAlign w:val="subscript"/>
              </w:rPr>
              <w:t xml:space="preserve">p, </w:t>
            </w:r>
            <w:r w:rsidRPr="00D54EFC">
              <w:rPr>
                <w:i/>
                <w:iCs/>
                <w:sz w:val="20"/>
                <w:szCs w:val="24"/>
                <w:vertAlign w:val="subscript"/>
              </w:rPr>
              <w:t>s, i, sr</w:t>
            </w:r>
          </w:p>
        </w:tc>
        <w:tc>
          <w:tcPr>
            <w:tcW w:w="349" w:type="pct"/>
          </w:tcPr>
          <w:p w14:paraId="4F9BEFC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C4B19A3" w14:textId="6B80EFCA" w:rsidR="00D54EFC" w:rsidRPr="00D54EFC" w:rsidRDefault="00D54EFC" w:rsidP="00D54EFC">
            <w:pPr>
              <w:spacing w:after="60"/>
              <w:rPr>
                <w:i/>
                <w:iCs/>
                <w:sz w:val="20"/>
                <w:szCs w:val="24"/>
              </w:rPr>
            </w:pPr>
            <w:r w:rsidRPr="00D54EFC">
              <w:rPr>
                <w:i/>
                <w:iCs/>
                <w:sz w:val="20"/>
                <w:szCs w:val="24"/>
              </w:rPr>
              <w:t>Available PVGR and Small Generator Capacity</w:t>
            </w:r>
            <w:r w:rsidRPr="00D54EFC">
              <w:rPr>
                <w:iCs/>
                <w:sz w:val="20"/>
                <w:szCs w:val="24"/>
              </w:rPr>
              <w:t xml:space="preserve">—The amount of PVGR capacity that is currently operational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Pr="00D54EFC">
              <w:rPr>
                <w:sz w:val="20"/>
                <w:szCs w:val="24"/>
              </w:rPr>
              <w:t xml:space="preserve"> </w:t>
            </w:r>
            <w:r w:rsidR="00160D80">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w:t>
            </w:r>
            <w:r w:rsidR="00160D80">
              <w:rPr>
                <w:iCs/>
                <w:sz w:val="20"/>
                <w:szCs w:val="24"/>
              </w:rPr>
              <w:t>r</w:t>
            </w:r>
            <w:r w:rsidRPr="00D54EFC">
              <w:rPr>
                <w:iCs/>
                <w:sz w:val="20"/>
                <w:szCs w:val="24"/>
              </w:rPr>
              <w:t xml:space="preserve">egion </w:t>
            </w:r>
            <w:r w:rsidRPr="00D54EFC">
              <w:rPr>
                <w:i/>
                <w:sz w:val="20"/>
                <w:szCs w:val="24"/>
              </w:rPr>
              <w:t>s</w:t>
            </w:r>
            <w:r w:rsidRPr="00D54EFC">
              <w:rPr>
                <w:i/>
                <w:iCs/>
                <w:sz w:val="20"/>
                <w:szCs w:val="24"/>
              </w:rPr>
              <w:t>r</w:t>
            </w:r>
            <w:r w:rsidRPr="00D54EFC">
              <w:rPr>
                <w:iCs/>
                <w:sz w:val="20"/>
                <w:szCs w:val="24"/>
              </w:rPr>
              <w:t xml:space="preserve">, multiplied by SOLARELCC </w:t>
            </w:r>
            <w:r w:rsidRPr="00D54EFC">
              <w:rPr>
                <w:i/>
                <w:sz w:val="20"/>
                <w:szCs w:val="24"/>
                <w:vertAlign w:val="subscript"/>
              </w:rPr>
              <w:t>p,</w:t>
            </w:r>
            <w:r w:rsidRPr="00D54EFC">
              <w:rPr>
                <w:iCs/>
                <w:sz w:val="20"/>
                <w:szCs w:val="24"/>
              </w:rPr>
              <w:t xml:space="preserve"> </w:t>
            </w:r>
            <w:r w:rsidRPr="00D54EFC">
              <w:rPr>
                <w:i/>
                <w:iCs/>
                <w:sz w:val="20"/>
                <w:szCs w:val="24"/>
                <w:vertAlign w:val="subscript"/>
              </w:rPr>
              <w:t>s, i, sr</w:t>
            </w:r>
            <w:r w:rsidRPr="00D54EFC">
              <w:rPr>
                <w:sz w:val="20"/>
                <w:szCs w:val="24"/>
              </w:rPr>
              <w:t xml:space="preserve">. </w:t>
            </w:r>
            <w:r w:rsidR="00103892">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160D80">
              <w:rPr>
                <w:sz w:val="20"/>
                <w:szCs w:val="24"/>
              </w:rPr>
              <w:t xml:space="preserve"> </w:t>
            </w:r>
            <w:r w:rsidRPr="00D54EFC">
              <w:rPr>
                <w:iCs/>
                <w:sz w:val="20"/>
                <w:szCs w:val="24"/>
              </w:rPr>
              <w:t>For solar resources classified as small generators in accordance with paragraph (3) of Planning Guide Section 5.2.1, capacity is considered operational once a Model Ready Date has been assigned to the resource.</w:t>
            </w:r>
          </w:p>
        </w:tc>
      </w:tr>
      <w:tr w:rsidR="00D54EFC" w:rsidRPr="00D54EFC" w14:paraId="467B8890" w14:textId="77777777" w:rsidTr="00B87A9E">
        <w:trPr>
          <w:cantSplit/>
        </w:trPr>
        <w:tc>
          <w:tcPr>
            <w:tcW w:w="1388" w:type="pct"/>
          </w:tcPr>
          <w:p w14:paraId="5BB5631D" w14:textId="77777777" w:rsidR="00D54EFC" w:rsidRPr="00D54EFC" w:rsidRDefault="00D54EFC" w:rsidP="00D54EFC">
            <w:pPr>
              <w:spacing w:after="60"/>
              <w:rPr>
                <w:iCs/>
                <w:sz w:val="20"/>
                <w:szCs w:val="24"/>
              </w:rPr>
            </w:pPr>
            <w:r w:rsidRPr="00D54EFC">
              <w:rPr>
                <w:sz w:val="20"/>
                <w:szCs w:val="24"/>
              </w:rPr>
              <w:lastRenderedPageBreak/>
              <w:t>ESRELCC</w:t>
            </w:r>
            <w:r w:rsidRPr="00D54EFC">
              <w:rPr>
                <w:szCs w:val="24"/>
              </w:rPr>
              <w:t xml:space="preserve"> </w:t>
            </w:r>
            <w:r w:rsidRPr="00D54EFC">
              <w:rPr>
                <w:i/>
                <w:iCs/>
                <w:sz w:val="20"/>
                <w:szCs w:val="24"/>
                <w:vertAlign w:val="subscript"/>
              </w:rPr>
              <w:t>p</w:t>
            </w:r>
            <w:r w:rsidRPr="00D54EFC">
              <w:rPr>
                <w:i/>
                <w:sz w:val="20"/>
                <w:szCs w:val="24"/>
                <w:vertAlign w:val="subscript"/>
              </w:rPr>
              <w:t>,</w:t>
            </w:r>
            <w:r w:rsidRPr="00D54EFC">
              <w:rPr>
                <w:i/>
                <w:iCs/>
                <w:sz w:val="20"/>
                <w:szCs w:val="24"/>
                <w:vertAlign w:val="subscript"/>
              </w:rPr>
              <w:t xml:space="preserve"> </w:t>
            </w:r>
            <w:r w:rsidRPr="00D54EFC">
              <w:rPr>
                <w:i/>
                <w:sz w:val="20"/>
                <w:szCs w:val="24"/>
                <w:vertAlign w:val="subscript"/>
              </w:rPr>
              <w:t>s, i</w:t>
            </w:r>
          </w:p>
        </w:tc>
        <w:tc>
          <w:tcPr>
            <w:tcW w:w="349" w:type="pct"/>
          </w:tcPr>
          <w:p w14:paraId="58A8495E" w14:textId="77777777" w:rsidR="00D54EFC" w:rsidRPr="00D54EFC" w:rsidRDefault="00D54EFC" w:rsidP="00D54EFC">
            <w:pPr>
              <w:spacing w:after="60"/>
              <w:rPr>
                <w:iCs/>
                <w:sz w:val="20"/>
                <w:szCs w:val="24"/>
              </w:rPr>
            </w:pPr>
            <w:r w:rsidRPr="00D54EFC">
              <w:rPr>
                <w:iCs/>
                <w:sz w:val="20"/>
                <w:szCs w:val="24"/>
              </w:rPr>
              <w:t>%</w:t>
            </w:r>
          </w:p>
        </w:tc>
        <w:tc>
          <w:tcPr>
            <w:tcW w:w="3264" w:type="pct"/>
          </w:tcPr>
          <w:p w14:paraId="4B138253" w14:textId="30906F92"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E</w:t>
            </w:r>
            <w:r>
              <w:rPr>
                <w:i/>
                <w:iCs/>
                <w:sz w:val="20"/>
                <w:szCs w:val="24"/>
              </w:rPr>
              <w:t>nergy Storage Resource</w:t>
            </w:r>
            <w:r w:rsidR="00D54EFC" w:rsidRPr="00D54EFC">
              <w:rPr>
                <w:i/>
                <w:iCs/>
                <w:sz w:val="20"/>
                <w:szCs w:val="24"/>
              </w:rPr>
              <w:t>s</w:t>
            </w:r>
            <w:r w:rsidR="00D54EFC" w:rsidRPr="00D54EFC">
              <w:rPr>
                <w:iCs/>
                <w:sz w:val="20"/>
                <w:szCs w:val="24"/>
              </w:rPr>
              <w:t xml:space="preserve">—The average ELCC for Reserve Risk Period </w:t>
            </w:r>
            <w:r w:rsidR="00D54EFC" w:rsidRPr="00D54EFC">
              <w:rPr>
                <w:i/>
                <w:sz w:val="20"/>
                <w:szCs w:val="24"/>
              </w:rPr>
              <w:t>p</w:t>
            </w:r>
            <w:r w:rsidR="00D54EFC" w:rsidRPr="00D54EFC">
              <w:rPr>
                <w:sz w:val="20"/>
                <w:szCs w:val="24"/>
              </w:rPr>
              <w:t xml:space="preserve">, </w:t>
            </w:r>
            <w:r w:rsidR="00160D80">
              <w:rPr>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and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expressed as a percentage.</w:t>
            </w:r>
          </w:p>
        </w:tc>
      </w:tr>
      <w:tr w:rsidR="00D54EFC" w:rsidRPr="00D54EFC" w14:paraId="40599493" w14:textId="77777777" w:rsidTr="00B87A9E">
        <w:trPr>
          <w:cantSplit/>
        </w:trPr>
        <w:tc>
          <w:tcPr>
            <w:tcW w:w="1388" w:type="pct"/>
          </w:tcPr>
          <w:p w14:paraId="0C32D10F" w14:textId="77777777" w:rsidR="00D54EFC" w:rsidRPr="00D54EFC" w:rsidRDefault="00D54EFC" w:rsidP="00D54EFC">
            <w:pPr>
              <w:spacing w:after="60"/>
              <w:rPr>
                <w:iCs/>
                <w:sz w:val="20"/>
                <w:szCs w:val="24"/>
              </w:rPr>
            </w:pPr>
            <w:r w:rsidRPr="00D54EFC">
              <w:rPr>
                <w:sz w:val="20"/>
                <w:szCs w:val="24"/>
              </w:rPr>
              <w:t>ESRCAP</w:t>
            </w:r>
            <w:r w:rsidRPr="00D54EFC">
              <w:rPr>
                <w:szCs w:val="24"/>
              </w:rPr>
              <w:t xml:space="preserve"> </w:t>
            </w:r>
            <w:r w:rsidRPr="00D54EFC">
              <w:rPr>
                <w:i/>
                <w:iCs/>
                <w:sz w:val="20"/>
                <w:szCs w:val="24"/>
                <w:vertAlign w:val="subscript"/>
              </w:rPr>
              <w:t>p</w:t>
            </w:r>
            <w:r w:rsidRPr="00D54EFC">
              <w:rPr>
                <w:i/>
                <w:sz w:val="20"/>
                <w:szCs w:val="24"/>
                <w:vertAlign w:val="subscript"/>
              </w:rPr>
              <w:t>, s, i</w:t>
            </w:r>
          </w:p>
        </w:tc>
        <w:tc>
          <w:tcPr>
            <w:tcW w:w="349" w:type="pct"/>
          </w:tcPr>
          <w:p w14:paraId="148AF0A3" w14:textId="77777777" w:rsidR="00D54EFC" w:rsidRPr="00D54EFC" w:rsidRDefault="00D54EFC" w:rsidP="00D54EFC">
            <w:pPr>
              <w:spacing w:after="60"/>
              <w:rPr>
                <w:iCs/>
                <w:sz w:val="20"/>
                <w:szCs w:val="24"/>
              </w:rPr>
            </w:pPr>
            <w:r w:rsidRPr="00D54EFC">
              <w:rPr>
                <w:iCs/>
                <w:sz w:val="20"/>
                <w:szCs w:val="24"/>
              </w:rPr>
              <w:t>%</w:t>
            </w:r>
          </w:p>
        </w:tc>
        <w:tc>
          <w:tcPr>
            <w:tcW w:w="3264" w:type="pct"/>
          </w:tcPr>
          <w:p w14:paraId="313E5BEE" w14:textId="47A9E58B" w:rsidR="00D54EFC" w:rsidRPr="00D54EFC" w:rsidRDefault="00D54EFC" w:rsidP="00D54EFC">
            <w:pPr>
              <w:spacing w:after="60"/>
              <w:rPr>
                <w:i/>
                <w:iCs/>
                <w:sz w:val="20"/>
                <w:szCs w:val="24"/>
              </w:rPr>
            </w:pPr>
            <w:r w:rsidRPr="00D54EFC">
              <w:rPr>
                <w:i/>
                <w:iCs/>
                <w:sz w:val="20"/>
                <w:szCs w:val="24"/>
              </w:rPr>
              <w:t xml:space="preserve">Available </w:t>
            </w:r>
            <w:r w:rsidR="000D18DD">
              <w:rPr>
                <w:i/>
                <w:iCs/>
                <w:sz w:val="20"/>
                <w:szCs w:val="24"/>
              </w:rPr>
              <w:t>Energy Storage Resource</w:t>
            </w:r>
            <w:r w:rsidRPr="00D54EFC">
              <w:rPr>
                <w:i/>
                <w:iCs/>
                <w:sz w:val="20"/>
                <w:szCs w:val="24"/>
              </w:rPr>
              <w:t xml:space="preserve"> Capacity</w:t>
            </w:r>
            <w:r w:rsidRPr="00D54EFC">
              <w:rPr>
                <w:iCs/>
                <w:sz w:val="20"/>
                <w:szCs w:val="24"/>
              </w:rPr>
              <w:t xml:space="preserve">—The amount of ESR capacity by Reserve Risk Period </w:t>
            </w:r>
            <w:r w:rsidRPr="00160D80">
              <w:rPr>
                <w:i/>
                <w:iCs/>
                <w:sz w:val="20"/>
                <w:szCs w:val="24"/>
              </w:rPr>
              <w:t>p</w:t>
            </w:r>
            <w:r w:rsidRPr="00D54EFC">
              <w:rPr>
                <w:sz w:val="20"/>
                <w:szCs w:val="24"/>
              </w:rPr>
              <w:t xml:space="preserve">, </w:t>
            </w:r>
            <w:r w:rsidR="00160D80">
              <w:rPr>
                <w:iCs/>
                <w:sz w:val="20"/>
                <w:szCs w:val="24"/>
              </w:rPr>
              <w:t>s</w:t>
            </w:r>
            <w:r w:rsidRPr="00D54EFC">
              <w:rPr>
                <w:iCs/>
                <w:sz w:val="20"/>
                <w:szCs w:val="24"/>
              </w:rPr>
              <w:t xml:space="preserve">eason </w:t>
            </w:r>
            <w:r w:rsidRPr="00D54EFC">
              <w:rPr>
                <w:i/>
                <w:sz w:val="20"/>
                <w:szCs w:val="24"/>
              </w:rPr>
              <w:t>s</w:t>
            </w:r>
            <w:r w:rsidRPr="00D54EFC">
              <w:rPr>
                <w:iCs/>
                <w:sz w:val="20"/>
                <w:szCs w:val="24"/>
              </w:rPr>
              <w:t xml:space="preserve">, and </w:t>
            </w:r>
            <w:r w:rsidR="00160D80">
              <w:rPr>
                <w:iCs/>
                <w:sz w:val="20"/>
                <w:szCs w:val="24"/>
              </w:rPr>
              <w:t>y</w:t>
            </w:r>
            <w:r w:rsidRPr="00D54EFC">
              <w:rPr>
                <w:iCs/>
                <w:sz w:val="20"/>
                <w:szCs w:val="24"/>
              </w:rPr>
              <w:t xml:space="preserve">ear </w:t>
            </w:r>
            <w:r w:rsidR="00160D80" w:rsidRPr="00160D80">
              <w:rPr>
                <w:i/>
                <w:sz w:val="20"/>
                <w:szCs w:val="24"/>
              </w:rPr>
              <w:t>i</w:t>
            </w:r>
            <w:r w:rsidRPr="00D54EFC">
              <w:rPr>
                <w:iCs/>
                <w:sz w:val="20"/>
                <w:szCs w:val="24"/>
              </w:rPr>
              <w:t xml:space="preserve"> that is currently operational, multiplied by ESRELCC </w:t>
            </w:r>
            <w:r w:rsidRPr="00D54EFC">
              <w:rPr>
                <w:i/>
                <w:sz w:val="20"/>
                <w:szCs w:val="24"/>
                <w:vertAlign w:val="subscript"/>
              </w:rPr>
              <w:t xml:space="preserve">p, r, </w:t>
            </w:r>
            <w:r w:rsidRPr="00D54EFC">
              <w:rPr>
                <w:i/>
                <w:iCs/>
                <w:sz w:val="20"/>
                <w:szCs w:val="24"/>
                <w:vertAlign w:val="subscript"/>
              </w:rPr>
              <w:t>s, i</w:t>
            </w:r>
            <w:r w:rsidRPr="00D54EFC">
              <w:rPr>
                <w:i/>
                <w:iCs/>
                <w:sz w:val="20"/>
                <w:szCs w:val="24"/>
              </w:rPr>
              <w:t>.</w:t>
            </w:r>
            <w:r w:rsidRPr="00D54EFC">
              <w:rPr>
                <w:sz w:val="20"/>
                <w:szCs w:val="24"/>
              </w:rPr>
              <w:t xml:space="preserve"> </w:t>
            </w:r>
            <w:r w:rsidR="00F44383">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w:t>
            </w:r>
            <w:r w:rsidRPr="00D54EFC">
              <w:rPr>
                <w:iCs/>
                <w:sz w:val="20"/>
                <w:szCs w:val="24"/>
              </w:rPr>
              <w:t xml:space="preserve"> </w:t>
            </w:r>
            <w:r w:rsidR="00160D80">
              <w:rPr>
                <w:iCs/>
                <w:sz w:val="20"/>
                <w:szCs w:val="24"/>
              </w:rPr>
              <w:t xml:space="preserve"> </w:t>
            </w:r>
            <w:r w:rsidRPr="00D54EFC">
              <w:rPr>
                <w:iCs/>
                <w:sz w:val="20"/>
                <w:szCs w:val="24"/>
              </w:rPr>
              <w:t>For ESRs classified as small generators in accordance with paragraph (3) of Planning Guide Section 5.2.1, capacity is considered operational once a Model Ready Date has been assigned to the resource.</w:t>
            </w:r>
          </w:p>
        </w:tc>
      </w:tr>
      <w:tr w:rsidR="00D54EFC" w:rsidRPr="00D54EFC" w14:paraId="6C87D8D5" w14:textId="77777777" w:rsidTr="00B87A9E">
        <w:trPr>
          <w:cantSplit/>
        </w:trPr>
        <w:tc>
          <w:tcPr>
            <w:tcW w:w="1388" w:type="pct"/>
          </w:tcPr>
          <w:p w14:paraId="47A5A072" w14:textId="77777777" w:rsidR="00D54EFC" w:rsidRPr="00D54EFC" w:rsidRDefault="00D54EFC" w:rsidP="00D54EFC">
            <w:pPr>
              <w:spacing w:after="60"/>
              <w:rPr>
                <w:iCs/>
                <w:sz w:val="20"/>
                <w:szCs w:val="24"/>
              </w:rPr>
            </w:pPr>
            <w:r w:rsidRPr="00D54EFC">
              <w:rPr>
                <w:iCs/>
                <w:sz w:val="20"/>
                <w:szCs w:val="24"/>
              </w:rPr>
              <w:t xml:space="preserve">RMRCAP </w:t>
            </w:r>
            <w:r w:rsidRPr="00D54EFC">
              <w:rPr>
                <w:bCs/>
                <w:i/>
                <w:iCs/>
                <w:sz w:val="20"/>
                <w:szCs w:val="24"/>
                <w:vertAlign w:val="subscript"/>
              </w:rPr>
              <w:t>s, i</w:t>
            </w:r>
          </w:p>
        </w:tc>
        <w:tc>
          <w:tcPr>
            <w:tcW w:w="349" w:type="pct"/>
          </w:tcPr>
          <w:p w14:paraId="38091579"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F89978D" w14:textId="576E742C" w:rsidR="00D54EFC" w:rsidRPr="00D54EFC" w:rsidRDefault="00D54EFC" w:rsidP="00D54EFC">
            <w:pPr>
              <w:spacing w:after="60"/>
              <w:rPr>
                <w:iCs/>
                <w:sz w:val="20"/>
                <w:szCs w:val="24"/>
              </w:rPr>
            </w:pPr>
            <w:r w:rsidRPr="00D54EFC">
              <w:rPr>
                <w:i/>
                <w:iCs/>
                <w:sz w:val="20"/>
                <w:szCs w:val="24"/>
              </w:rPr>
              <w:t>Seasonal Net Max Sustainable Rating for Generation Resource providing RMR Service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providing RMR Service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until the approved exit strategy for the RMR Resource is expected to be completed.</w:t>
            </w:r>
            <w:r w:rsidRPr="00D54EFC">
              <w:rPr>
                <w:i/>
                <w:iCs/>
                <w:sz w:val="20"/>
                <w:szCs w:val="24"/>
              </w:rPr>
              <w:t xml:space="preserve">  </w:t>
            </w:r>
          </w:p>
        </w:tc>
      </w:tr>
      <w:tr w:rsidR="00D54EFC" w:rsidRPr="00D54EFC" w14:paraId="0FE00C4F" w14:textId="77777777" w:rsidTr="00B87A9E">
        <w:trPr>
          <w:cantSplit/>
        </w:trPr>
        <w:tc>
          <w:tcPr>
            <w:tcW w:w="1388" w:type="pct"/>
          </w:tcPr>
          <w:p w14:paraId="329650B3" w14:textId="77777777" w:rsidR="00D54EFC" w:rsidRPr="00D54EFC" w:rsidRDefault="00D54EFC" w:rsidP="00D54EFC">
            <w:pPr>
              <w:spacing w:after="60"/>
              <w:rPr>
                <w:iCs/>
                <w:sz w:val="20"/>
                <w:szCs w:val="24"/>
              </w:rPr>
            </w:pPr>
            <w:r w:rsidRPr="00D54EFC">
              <w:rPr>
                <w:iCs/>
                <w:sz w:val="20"/>
                <w:szCs w:val="24"/>
              </w:rPr>
              <w:t xml:space="preserve">DCTIEPEAKPCT </w:t>
            </w:r>
            <w:r w:rsidRPr="00D54EFC">
              <w:rPr>
                <w:i/>
                <w:iCs/>
                <w:sz w:val="20"/>
                <w:szCs w:val="24"/>
                <w:vertAlign w:val="subscript"/>
              </w:rPr>
              <w:t>s</w:t>
            </w:r>
          </w:p>
        </w:tc>
        <w:tc>
          <w:tcPr>
            <w:tcW w:w="349" w:type="pct"/>
          </w:tcPr>
          <w:p w14:paraId="4BA2BD77" w14:textId="77777777" w:rsidR="00D54EFC" w:rsidRPr="00D54EFC" w:rsidRDefault="00D54EFC" w:rsidP="00D54EFC">
            <w:pPr>
              <w:spacing w:after="60"/>
              <w:rPr>
                <w:iCs/>
                <w:sz w:val="20"/>
                <w:szCs w:val="24"/>
              </w:rPr>
            </w:pPr>
            <w:r w:rsidRPr="00D54EFC">
              <w:rPr>
                <w:iCs/>
                <w:sz w:val="20"/>
                <w:szCs w:val="24"/>
              </w:rPr>
              <w:t>%</w:t>
            </w:r>
          </w:p>
        </w:tc>
        <w:tc>
          <w:tcPr>
            <w:tcW w:w="3264" w:type="pct"/>
          </w:tcPr>
          <w:p w14:paraId="3D4B6149" w14:textId="2EA78930" w:rsidR="00D54EFC" w:rsidRPr="00D54EFC" w:rsidRDefault="00D54EFC" w:rsidP="00D54EFC">
            <w:pPr>
              <w:spacing w:after="60"/>
              <w:rPr>
                <w:i/>
                <w:iCs/>
                <w:sz w:val="20"/>
                <w:szCs w:val="24"/>
              </w:rPr>
            </w:pPr>
            <w:r w:rsidRPr="00D54EFC">
              <w:rPr>
                <w:i/>
                <w:iCs/>
                <w:sz w:val="20"/>
                <w:szCs w:val="24"/>
              </w:rPr>
              <w:t>Seasonal Net Import Capacity for existing DC Tie Resources as a Percent of Installed DC Tie Capacity</w:t>
            </w:r>
            <w:r w:rsidRPr="00D54EFC">
              <w:rPr>
                <w:iCs/>
                <w:sz w:val="20"/>
                <w:szCs w:val="24"/>
              </w:rPr>
              <w:t xml:space="preserve">—The average net emergency DC Tie imports for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divided by the total installed DC Tie capacity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expressed as a percentage.  The average net emergency DC Tie imports is calculated for the SCED intervals during which ERCOT declared an Energy Emergency Alert (EEA).  This calculation is limited to the most recent Seasons in which an EEA was declared.  For the spring and fall seasons ERCOT will use the winter and summer values, respectively, if no EEA events have occurred for these seasons.  The total installed DC Tie capacity is the capacity amount at the start of the Seasons used for calculating the net DC Tie imports.</w:t>
            </w:r>
          </w:p>
        </w:tc>
      </w:tr>
      <w:tr w:rsidR="00D54EFC" w:rsidRPr="00D54EFC" w14:paraId="2827DB2A" w14:textId="77777777" w:rsidTr="00B87A9E">
        <w:trPr>
          <w:cantSplit/>
        </w:trPr>
        <w:tc>
          <w:tcPr>
            <w:tcW w:w="1388" w:type="pct"/>
          </w:tcPr>
          <w:p w14:paraId="2144DD8F" w14:textId="77777777" w:rsidR="00D54EFC" w:rsidRPr="00D54EFC" w:rsidRDefault="00D54EFC" w:rsidP="00D54EFC">
            <w:pPr>
              <w:spacing w:after="60"/>
              <w:rPr>
                <w:iCs/>
                <w:sz w:val="20"/>
                <w:szCs w:val="24"/>
              </w:rPr>
            </w:pPr>
            <w:r w:rsidRPr="00D54EFC">
              <w:rPr>
                <w:iCs/>
                <w:sz w:val="20"/>
                <w:szCs w:val="24"/>
              </w:rPr>
              <w:t xml:space="preserve">DCTIECAP </w:t>
            </w:r>
            <w:r w:rsidRPr="00D54EFC">
              <w:rPr>
                <w:i/>
                <w:iCs/>
                <w:sz w:val="20"/>
                <w:szCs w:val="24"/>
                <w:vertAlign w:val="subscript"/>
              </w:rPr>
              <w:t>s</w:t>
            </w:r>
          </w:p>
        </w:tc>
        <w:tc>
          <w:tcPr>
            <w:tcW w:w="349" w:type="pct"/>
          </w:tcPr>
          <w:p w14:paraId="69F48CE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5CDEDC7" w14:textId="5E17B6A7" w:rsidR="00D54EFC" w:rsidRPr="00D54EFC" w:rsidRDefault="00D54EFC" w:rsidP="00D54EFC">
            <w:pPr>
              <w:spacing w:after="60"/>
              <w:rPr>
                <w:iCs/>
                <w:sz w:val="20"/>
                <w:szCs w:val="24"/>
              </w:rPr>
            </w:pPr>
            <w:r w:rsidRPr="00D54EFC">
              <w:rPr>
                <w:i/>
                <w:iCs/>
                <w:sz w:val="20"/>
                <w:szCs w:val="24"/>
              </w:rPr>
              <w:t>Expected Existing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installed DC Tie capacity available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adjusted for any known capacity transfer limitations.</w:t>
            </w:r>
          </w:p>
        </w:tc>
      </w:tr>
      <w:tr w:rsidR="00D54EFC" w:rsidRPr="00D54EFC" w14:paraId="6B1443F0" w14:textId="77777777" w:rsidTr="00B87A9E">
        <w:trPr>
          <w:cantSplit/>
        </w:trPr>
        <w:tc>
          <w:tcPr>
            <w:tcW w:w="1388" w:type="pct"/>
          </w:tcPr>
          <w:p w14:paraId="1C0F9501" w14:textId="77777777" w:rsidR="00D54EFC" w:rsidRPr="00D54EFC" w:rsidRDefault="00D54EFC" w:rsidP="00D54EFC">
            <w:pPr>
              <w:spacing w:after="60"/>
              <w:rPr>
                <w:iCs/>
                <w:sz w:val="20"/>
                <w:szCs w:val="24"/>
              </w:rPr>
            </w:pPr>
            <w:r w:rsidRPr="00D54EFC">
              <w:rPr>
                <w:iCs/>
                <w:sz w:val="20"/>
                <w:szCs w:val="24"/>
              </w:rPr>
              <w:t xml:space="preserve">PLANDCTIECAP </w:t>
            </w:r>
            <w:r w:rsidRPr="00D54EFC">
              <w:rPr>
                <w:i/>
                <w:iCs/>
                <w:sz w:val="20"/>
                <w:szCs w:val="24"/>
                <w:vertAlign w:val="subscript"/>
              </w:rPr>
              <w:t>s</w:t>
            </w:r>
          </w:p>
        </w:tc>
        <w:tc>
          <w:tcPr>
            <w:tcW w:w="349" w:type="pct"/>
          </w:tcPr>
          <w:p w14:paraId="1CD40A6D"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A0C0E2" w14:textId="6BC219B1" w:rsidR="00D54EFC" w:rsidRPr="00D54EFC" w:rsidRDefault="00D54EFC" w:rsidP="00D54EFC">
            <w:pPr>
              <w:spacing w:after="60"/>
              <w:rPr>
                <w:i/>
                <w:iCs/>
                <w:sz w:val="20"/>
                <w:szCs w:val="24"/>
              </w:rPr>
            </w:pPr>
            <w:r w:rsidRPr="00D54EFC">
              <w:rPr>
                <w:i/>
                <w:iCs/>
                <w:sz w:val="20"/>
                <w:szCs w:val="24"/>
              </w:rPr>
              <w:t>Expected Planned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maximum peak import capacity of planned DC Tie projects included in the most recent Steady State Working Group (SSWG) base cases,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The import capacity may be adjusted to reflect known capacity transfer limitations indicated by transmission studies.</w:t>
            </w:r>
          </w:p>
        </w:tc>
      </w:tr>
      <w:tr w:rsidR="00D54EFC" w:rsidRPr="00D54EFC" w14:paraId="5EE4575E" w14:textId="77777777" w:rsidTr="00B87A9E">
        <w:trPr>
          <w:cantSplit/>
        </w:trPr>
        <w:tc>
          <w:tcPr>
            <w:tcW w:w="1388" w:type="pct"/>
          </w:tcPr>
          <w:p w14:paraId="037F43FB" w14:textId="77777777" w:rsidR="00D54EFC" w:rsidRPr="00D54EFC" w:rsidRDefault="00D54EFC" w:rsidP="00D54EFC">
            <w:pPr>
              <w:spacing w:after="60"/>
              <w:rPr>
                <w:iCs/>
                <w:sz w:val="20"/>
                <w:szCs w:val="24"/>
              </w:rPr>
            </w:pPr>
            <w:r w:rsidRPr="00D54EFC">
              <w:rPr>
                <w:iCs/>
                <w:sz w:val="20"/>
                <w:szCs w:val="24"/>
              </w:rPr>
              <w:t xml:space="preserve">SWITCHCAP </w:t>
            </w:r>
            <w:r w:rsidRPr="00D54EFC">
              <w:rPr>
                <w:bCs/>
                <w:i/>
                <w:iCs/>
                <w:sz w:val="20"/>
                <w:szCs w:val="24"/>
                <w:vertAlign w:val="subscript"/>
              </w:rPr>
              <w:t>s, i</w:t>
            </w:r>
          </w:p>
        </w:tc>
        <w:tc>
          <w:tcPr>
            <w:tcW w:w="349" w:type="pct"/>
          </w:tcPr>
          <w:p w14:paraId="445F95FA"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2096E97" w14:textId="2F134A85" w:rsidR="00D54EFC" w:rsidRPr="00D54EFC" w:rsidRDefault="00D54EFC" w:rsidP="00D54EFC">
            <w:pPr>
              <w:spacing w:after="60"/>
              <w:rPr>
                <w:iCs/>
                <w:sz w:val="20"/>
                <w:szCs w:val="24"/>
              </w:rPr>
            </w:pPr>
            <w:r w:rsidRPr="00D54EFC">
              <w:rPr>
                <w:i/>
                <w:iCs/>
                <w:sz w:val="20"/>
                <w:szCs w:val="24"/>
              </w:rPr>
              <w:t>Seasonal Net Max Sustainable Rating for Switchable Generation Resources</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can electrically connect (i.e., “switch”) from the ERCOT Region to another power region.</w:t>
            </w:r>
          </w:p>
        </w:tc>
      </w:tr>
      <w:tr w:rsidR="00D54EFC" w:rsidRPr="00D54EFC" w14:paraId="6112733E" w14:textId="77777777" w:rsidTr="00B87A9E">
        <w:trPr>
          <w:cantSplit/>
        </w:trPr>
        <w:tc>
          <w:tcPr>
            <w:tcW w:w="1388" w:type="pct"/>
          </w:tcPr>
          <w:p w14:paraId="78F89A0B" w14:textId="77777777" w:rsidR="00D54EFC" w:rsidRPr="00D54EFC" w:rsidRDefault="00D54EFC" w:rsidP="00D54EFC">
            <w:pPr>
              <w:spacing w:after="60"/>
              <w:rPr>
                <w:iCs/>
                <w:sz w:val="20"/>
                <w:szCs w:val="24"/>
              </w:rPr>
            </w:pPr>
            <w:r w:rsidRPr="00D54EFC">
              <w:rPr>
                <w:iCs/>
                <w:sz w:val="20"/>
                <w:szCs w:val="24"/>
              </w:rPr>
              <w:lastRenderedPageBreak/>
              <w:t xml:space="preserve">MOTHCAP </w:t>
            </w:r>
            <w:r w:rsidRPr="00D54EFC">
              <w:rPr>
                <w:bCs/>
                <w:i/>
                <w:iCs/>
                <w:sz w:val="20"/>
                <w:szCs w:val="24"/>
                <w:vertAlign w:val="subscript"/>
              </w:rPr>
              <w:t>s, i</w:t>
            </w:r>
          </w:p>
        </w:tc>
        <w:tc>
          <w:tcPr>
            <w:tcW w:w="349" w:type="pct"/>
          </w:tcPr>
          <w:p w14:paraId="743AA396"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8A29A9F" w14:textId="4BD420FB" w:rsidR="00D54EFC" w:rsidRPr="00D54EFC" w:rsidRDefault="00D54EFC" w:rsidP="00D54EFC">
            <w:pPr>
              <w:spacing w:after="60"/>
              <w:rPr>
                <w:iCs/>
                <w:sz w:val="20"/>
                <w:szCs w:val="24"/>
              </w:rPr>
            </w:pPr>
            <w:r w:rsidRPr="00D54EFC">
              <w:rPr>
                <w:i/>
                <w:iCs/>
                <w:sz w:val="20"/>
                <w:szCs w:val="24"/>
              </w:rPr>
              <w:t>Seasonal Net Max Sustainable Rating for Mothballed Generation Resource</w:t>
            </w:r>
            <w:r w:rsidRPr="00D54EFC">
              <w:rPr>
                <w:iCs/>
                <w:sz w:val="20"/>
                <w:szCs w:val="24"/>
              </w:rPr>
              <w:t xml:space="preserve">—The Seasonal net maximum sustainable rating for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as reported in the RIOO system for each Mothballed Generation Resource for year </w:t>
            </w:r>
            <w:r w:rsidRPr="00D54EFC">
              <w:rPr>
                <w:i/>
                <w:iCs/>
                <w:sz w:val="20"/>
                <w:szCs w:val="24"/>
              </w:rPr>
              <w:t>i</w:t>
            </w:r>
            <w:r w:rsidRPr="00D54EFC">
              <w:rPr>
                <w:iCs/>
                <w:sz w:val="20"/>
                <w:szCs w:val="24"/>
              </w:rPr>
              <w:t xml:space="preserve"> based on the lead time and probability information furnished by the owners of Mothballed Generation Resources pursuant to Section 3.14.1.9, Generation Resource Status Updates.</w:t>
            </w:r>
            <w:r w:rsidRPr="00D54EFC">
              <w:rPr>
                <w:i/>
                <w:iCs/>
                <w:sz w:val="20"/>
                <w:szCs w:val="24"/>
              </w:rPr>
              <w:t xml:space="preserve">  </w:t>
            </w:r>
            <w:r w:rsidRPr="00D54EFC">
              <w:rPr>
                <w:iCs/>
                <w:sz w:val="20"/>
                <w:szCs w:val="24"/>
              </w:rPr>
              <w:t xml:space="preserve">If the value furnished by the owner of a Mothballed Generation Resource pursuant to Section 3.14.1.9 is greater than or equal to 75%, then use 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the Mothballed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If the value furnished by the owner of a Mothballed Generation Resource pursuant to Section 3.14.1.9 is less than 75%, then exclude that Resource from the </w:t>
            </w:r>
            <w:r w:rsidRPr="00D54EFC">
              <w:rPr>
                <w:sz w:val="20"/>
                <w:szCs w:val="24"/>
              </w:rPr>
              <w:t>Total Capacity Estimate.</w:t>
            </w:r>
          </w:p>
        </w:tc>
      </w:tr>
      <w:tr w:rsidR="00D54EFC" w:rsidRPr="00D54EFC" w14:paraId="3B0D86FB" w14:textId="77777777" w:rsidTr="00B87A9E">
        <w:trPr>
          <w:cantSplit/>
        </w:trPr>
        <w:tc>
          <w:tcPr>
            <w:tcW w:w="1388" w:type="pct"/>
          </w:tcPr>
          <w:p w14:paraId="1BDBF52E" w14:textId="77777777" w:rsidR="00D54EFC" w:rsidRPr="00D54EFC" w:rsidRDefault="00D54EFC" w:rsidP="00D54EFC">
            <w:pPr>
              <w:spacing w:after="60"/>
              <w:rPr>
                <w:iCs/>
                <w:sz w:val="20"/>
                <w:szCs w:val="24"/>
              </w:rPr>
            </w:pPr>
            <w:r w:rsidRPr="00D54EFC">
              <w:rPr>
                <w:iCs/>
                <w:sz w:val="20"/>
                <w:szCs w:val="24"/>
              </w:rPr>
              <w:t xml:space="preserve">PLANTHERMCAP </w:t>
            </w:r>
            <w:r w:rsidRPr="00D54EFC">
              <w:rPr>
                <w:bCs/>
                <w:i/>
                <w:iCs/>
                <w:sz w:val="20"/>
                <w:szCs w:val="24"/>
                <w:vertAlign w:val="subscript"/>
              </w:rPr>
              <w:t>s, i</w:t>
            </w:r>
          </w:p>
        </w:tc>
        <w:tc>
          <w:tcPr>
            <w:tcW w:w="349" w:type="pct"/>
          </w:tcPr>
          <w:p w14:paraId="6059AF83"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BAF3191" w14:textId="17FD4A2C" w:rsidR="00D54EFC" w:rsidRPr="00D54EFC" w:rsidRDefault="00D54EFC" w:rsidP="00D54EFC">
            <w:pPr>
              <w:keepNext/>
              <w:tabs>
                <w:tab w:val="num" w:pos="576"/>
              </w:tabs>
              <w:spacing w:after="60"/>
              <w:rPr>
                <w:b/>
                <w:iCs/>
                <w:sz w:val="20"/>
                <w:szCs w:val="24"/>
              </w:rPr>
            </w:pPr>
            <w:r w:rsidRPr="00D54EFC">
              <w:rPr>
                <w:i/>
                <w:iCs/>
                <w:sz w:val="20"/>
                <w:szCs w:val="24"/>
              </w:rPr>
              <w:t>New Thermal Generating Capacity</w:t>
            </w:r>
            <w:r w:rsidRPr="00D54EFC">
              <w:rPr>
                <w:iCs/>
                <w:sz w:val="20"/>
                <w:szCs w:val="24"/>
              </w:rPr>
              <w:t xml:space="preserve">—The amount of new thermal generating capacity available by the start of </w:t>
            </w:r>
            <w:r w:rsidR="006148E1">
              <w:rPr>
                <w:iCs/>
                <w:sz w:val="20"/>
                <w:szCs w:val="24"/>
              </w:rPr>
              <w:t>s</w:t>
            </w:r>
            <w:r w:rsidRPr="00D54EFC">
              <w:rPr>
                <w:iCs/>
                <w:sz w:val="20"/>
                <w:szCs w:val="24"/>
              </w:rPr>
              <w:t xml:space="preserve">eason </w:t>
            </w:r>
            <w:r w:rsidRPr="00376BF0">
              <w:rPr>
                <w:i/>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(a) has a Texas Commission on Environmental Quality (TCEQ)-approved air permit, (b) has a federal Greenhouse Gas permit, if required, (c) has obtained water rights, contracts or groundwater supplies sufficient for the generation of electricity at the Resource, (d) has a signed Standard Generation Interconnection Agreement (SGIA), or a public, financially-binding agreement between the Resource owner and TSP under which generation interconnection facilities would be constructed; or for a Municipally Owned Utility (MOU) or Electric Cooperative (EC), a public commitment letter to construct a new Resource, (e) a written notice from the TSP that the Interconnecting Entity </w:t>
            </w:r>
            <w:r w:rsidR="009D4045">
              <w:rPr>
                <w:iCs/>
                <w:sz w:val="20"/>
                <w:szCs w:val="24"/>
              </w:rPr>
              <w:t xml:space="preserve">(IE) </w:t>
            </w:r>
            <w:r w:rsidRPr="00D54EFC">
              <w:rPr>
                <w:iCs/>
                <w:sz w:val="20"/>
                <w:szCs w:val="24"/>
              </w:rPr>
              <w:t xml:space="preserve">has provided notice to proceed with the construction of the interconnection, and (f) provided the TSP with sufficient financial security to fund the interconnection facilities.  New, Thermal generating capacity is excluded if the GIM project status in the RIOO interconnection services system is set to “Cancelled” or “Inactive” or if the Resource was previously mothballed or retired and does not have an owner that intends to operate it.  For the purposes of this section, ownership of a mothballed or retired Resource for which a new generation interconnection is sought can only be satisfied by proof of site control as described in paragraph (1)(a), (b), or (d) of Planning Guide Section 5.3.2.1, Proof of Site Control. </w:t>
            </w:r>
            <w:r w:rsidR="006B323B">
              <w:rPr>
                <w:iCs/>
                <w:sz w:val="20"/>
                <w:szCs w:val="24"/>
              </w:rPr>
              <w:t xml:space="preserve"> </w:t>
            </w:r>
            <w:r w:rsidRPr="00D54EFC">
              <w:rPr>
                <w:iCs/>
                <w:sz w:val="20"/>
                <w:szCs w:val="24"/>
              </w:rPr>
              <w:t>Thermal resources classified as small generators in accordance with paragraph (3) of Planning Guide Section 5.2.1 must have an ERCOT-assigned Model Ready Date.</w:t>
            </w:r>
          </w:p>
        </w:tc>
      </w:tr>
      <w:tr w:rsidR="00D54EFC" w:rsidRPr="00D54EFC" w:rsidDel="00CC3B79" w14:paraId="006DFC2B" w14:textId="77777777" w:rsidTr="00B87A9E">
        <w:trPr>
          <w:cantSplit/>
        </w:trPr>
        <w:tc>
          <w:tcPr>
            <w:tcW w:w="1388" w:type="pct"/>
          </w:tcPr>
          <w:p w14:paraId="1100160A" w14:textId="77777777" w:rsidR="00D54EFC" w:rsidRPr="00D54EFC" w:rsidDel="00CC3B79" w:rsidRDefault="00D54EFC" w:rsidP="00D54EFC">
            <w:pPr>
              <w:spacing w:after="60"/>
              <w:rPr>
                <w:iCs/>
                <w:sz w:val="20"/>
                <w:szCs w:val="24"/>
              </w:rPr>
            </w:pPr>
            <w:r w:rsidRPr="00D54EFC">
              <w:rPr>
                <w:iCs/>
                <w:sz w:val="20"/>
                <w:szCs w:val="24"/>
              </w:rPr>
              <w:t xml:space="preserve">PLANWINDCAP </w:t>
            </w:r>
            <w:r w:rsidRPr="00D54EFC">
              <w:rPr>
                <w:i/>
                <w:sz w:val="20"/>
                <w:szCs w:val="24"/>
                <w:vertAlign w:val="subscript"/>
              </w:rPr>
              <w:t xml:space="preserve">p, </w:t>
            </w:r>
            <w:r w:rsidRPr="00D54EFC">
              <w:rPr>
                <w:i/>
                <w:iCs/>
                <w:sz w:val="20"/>
                <w:szCs w:val="24"/>
                <w:vertAlign w:val="subscript"/>
              </w:rPr>
              <w:t>s, i, wr</w:t>
            </w:r>
          </w:p>
        </w:tc>
        <w:tc>
          <w:tcPr>
            <w:tcW w:w="349" w:type="pct"/>
          </w:tcPr>
          <w:p w14:paraId="4B5A42B7" w14:textId="77777777" w:rsidR="00D54EFC" w:rsidRPr="00D54EFC" w:rsidDel="00CC3B79" w:rsidRDefault="00D54EFC" w:rsidP="00D54EFC">
            <w:pPr>
              <w:spacing w:after="60"/>
              <w:rPr>
                <w:iCs/>
                <w:sz w:val="20"/>
                <w:szCs w:val="24"/>
              </w:rPr>
            </w:pPr>
          </w:p>
        </w:tc>
        <w:tc>
          <w:tcPr>
            <w:tcW w:w="3264" w:type="pct"/>
          </w:tcPr>
          <w:p w14:paraId="60BE5273" w14:textId="5FD2ACE5" w:rsidR="00D54EFC" w:rsidRPr="00D54EFC" w:rsidDel="00CC3B79" w:rsidRDefault="00D54EFC" w:rsidP="00D54EFC">
            <w:pPr>
              <w:spacing w:after="60"/>
              <w:rPr>
                <w:i/>
                <w:iCs/>
                <w:sz w:val="20"/>
                <w:szCs w:val="24"/>
              </w:rPr>
            </w:pPr>
            <w:r w:rsidRPr="00D54EFC">
              <w:rPr>
                <w:i/>
                <w:iCs/>
                <w:sz w:val="20"/>
                <w:szCs w:val="24"/>
              </w:rPr>
              <w:t>New WGR Capacity</w:t>
            </w:r>
            <w:r w:rsidRPr="00D54EFC">
              <w:rPr>
                <w:iCs/>
                <w:sz w:val="20"/>
                <w:szCs w:val="24"/>
              </w:rPr>
              <w:t xml:space="preserve">—For new WGRs, the capacity available by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Reserve Risk Period </w:t>
            </w:r>
            <w:r w:rsidRPr="00D54EFC">
              <w:rPr>
                <w:i/>
                <w:sz w:val="20"/>
                <w:szCs w:val="24"/>
              </w:rPr>
              <w:t>p</w:t>
            </w:r>
            <w:r w:rsidRPr="00D54EFC">
              <w:rPr>
                <w:iCs/>
                <w:sz w:val="20"/>
                <w:szCs w:val="24"/>
              </w:rPr>
              <w:t xml:space="preserv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region </w:t>
            </w:r>
            <w:r w:rsidRPr="00D54EFC">
              <w:rPr>
                <w:i/>
                <w:sz w:val="20"/>
                <w:szCs w:val="24"/>
              </w:rPr>
              <w:t>wr</w:t>
            </w:r>
            <w:r w:rsidRPr="00D54EFC">
              <w:rPr>
                <w:iCs/>
                <w:sz w:val="20"/>
                <w:szCs w:val="24"/>
              </w:rPr>
              <w:t xml:space="preserve">, multiplied by WINDELCC for season </w:t>
            </w:r>
            <w:r w:rsidRPr="00D54EFC">
              <w:rPr>
                <w:i/>
                <w:iCs/>
                <w:sz w:val="20"/>
                <w:szCs w:val="24"/>
              </w:rPr>
              <w:t xml:space="preserve">s </w:t>
            </w:r>
            <w:r w:rsidRPr="00D54EFC">
              <w:rPr>
                <w:sz w:val="20"/>
                <w:szCs w:val="24"/>
              </w:rPr>
              <w:t xml:space="preserve">for Reserve Risk Period </w:t>
            </w:r>
            <w:r w:rsidRPr="00D54EFC">
              <w:rPr>
                <w:i/>
                <w:iCs/>
                <w:sz w:val="20"/>
                <w:szCs w:val="24"/>
              </w:rPr>
              <w:t>p</w:t>
            </w:r>
            <w:r w:rsidRPr="00D54EFC">
              <w:rPr>
                <w:sz w:val="20"/>
                <w:szCs w:val="24"/>
              </w:rPr>
              <w:t>,</w:t>
            </w:r>
            <w:r w:rsidRPr="00D54EFC">
              <w:rPr>
                <w:i/>
                <w:iCs/>
                <w:sz w:val="20"/>
                <w:szCs w:val="24"/>
              </w:rPr>
              <w:t xml:space="preserve"> </w:t>
            </w:r>
            <w:r w:rsidRPr="00D54EFC">
              <w:rPr>
                <w:sz w:val="20"/>
                <w:szCs w:val="24"/>
              </w:rPr>
              <w:t xml:space="preserve">year </w:t>
            </w:r>
            <w:r w:rsidRPr="00D54EFC">
              <w:rPr>
                <w:i/>
                <w:iCs/>
                <w:sz w:val="20"/>
                <w:szCs w:val="24"/>
              </w:rPr>
              <w:t>i</w:t>
            </w:r>
            <w:r w:rsidRPr="00D54EFC">
              <w:rPr>
                <w:sz w:val="20"/>
                <w:szCs w:val="24"/>
              </w:rPr>
              <w:t>,</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w:t>
            </w:r>
            <w:r w:rsidR="006F3CA5">
              <w:rPr>
                <w:iCs/>
                <w:sz w:val="20"/>
                <w:szCs w:val="24"/>
              </w:rPr>
              <w:t xml:space="preserve"> </w:t>
            </w:r>
            <w:r w:rsidRPr="00D54EFC">
              <w:rPr>
                <w:iCs/>
                <w:sz w:val="20"/>
                <w:szCs w:val="24"/>
              </w:rPr>
              <w:t xml:space="preserve">New WGRs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5B0B0B">
              <w:rPr>
                <w:iCs/>
                <w:sz w:val="20"/>
                <w:szCs w:val="24"/>
              </w:rPr>
              <w:t xml:space="preserve"> </w:t>
            </w:r>
            <w:r w:rsidRPr="00D54EFC">
              <w:rPr>
                <w:iCs/>
                <w:sz w:val="20"/>
                <w:szCs w:val="24"/>
              </w:rPr>
              <w:t>Wind resources classified as small generators in accordance with paragraph (3) of Planning Guide Section 5.2.1 must have an ERCOT-assigned Model Ready Date.</w:t>
            </w:r>
          </w:p>
        </w:tc>
      </w:tr>
      <w:tr w:rsidR="00D54EFC" w:rsidRPr="00D54EFC" w:rsidDel="00CC3B79" w14:paraId="20DA3477" w14:textId="77777777" w:rsidTr="00B87A9E">
        <w:trPr>
          <w:cantSplit/>
        </w:trPr>
        <w:tc>
          <w:tcPr>
            <w:tcW w:w="1388" w:type="pct"/>
          </w:tcPr>
          <w:p w14:paraId="166FB0CD" w14:textId="77777777" w:rsidR="00D54EFC" w:rsidRPr="00D54EFC" w:rsidDel="00CC3B79" w:rsidRDefault="00D54EFC" w:rsidP="00D54EFC">
            <w:pPr>
              <w:spacing w:after="60"/>
              <w:rPr>
                <w:iCs/>
                <w:sz w:val="20"/>
                <w:szCs w:val="24"/>
              </w:rPr>
            </w:pPr>
            <w:r w:rsidRPr="00D54EFC">
              <w:rPr>
                <w:iCs/>
                <w:sz w:val="20"/>
                <w:szCs w:val="24"/>
              </w:rPr>
              <w:lastRenderedPageBreak/>
              <w:t>PLANSOLARCAP</w:t>
            </w:r>
            <w:r w:rsidRPr="00D54EFC">
              <w:rPr>
                <w:bCs/>
                <w:i/>
                <w:iCs/>
                <w:sz w:val="20"/>
                <w:szCs w:val="24"/>
                <w:vertAlign w:val="subscript"/>
              </w:rPr>
              <w:t xml:space="preserve"> </w:t>
            </w:r>
            <w:r w:rsidRPr="00D54EFC">
              <w:rPr>
                <w:i/>
                <w:sz w:val="20"/>
                <w:szCs w:val="24"/>
                <w:vertAlign w:val="subscript"/>
              </w:rPr>
              <w:t xml:space="preserve">p, </w:t>
            </w:r>
            <w:r w:rsidRPr="00D54EFC">
              <w:rPr>
                <w:i/>
                <w:iCs/>
                <w:sz w:val="20"/>
                <w:szCs w:val="24"/>
                <w:vertAlign w:val="subscript"/>
              </w:rPr>
              <w:t>s, i, sr</w:t>
            </w:r>
          </w:p>
        </w:tc>
        <w:tc>
          <w:tcPr>
            <w:tcW w:w="349" w:type="pct"/>
          </w:tcPr>
          <w:p w14:paraId="55DE5E45" w14:textId="77777777" w:rsidR="00D54EFC" w:rsidRPr="00D54EFC" w:rsidDel="00CC3B79" w:rsidRDefault="00D54EFC" w:rsidP="00D54EFC">
            <w:pPr>
              <w:spacing w:after="60"/>
              <w:rPr>
                <w:iCs/>
                <w:sz w:val="20"/>
                <w:szCs w:val="24"/>
              </w:rPr>
            </w:pPr>
          </w:p>
        </w:tc>
        <w:tc>
          <w:tcPr>
            <w:tcW w:w="3264" w:type="pct"/>
          </w:tcPr>
          <w:p w14:paraId="4ED37271" w14:textId="258BEFF7" w:rsidR="00D54EFC" w:rsidRPr="00D54EFC" w:rsidDel="00CC3B79" w:rsidRDefault="00D54EFC" w:rsidP="00D54EFC">
            <w:pPr>
              <w:spacing w:after="60"/>
              <w:rPr>
                <w:i/>
                <w:iCs/>
                <w:sz w:val="20"/>
                <w:szCs w:val="24"/>
              </w:rPr>
            </w:pPr>
            <w:r w:rsidRPr="00D54EFC">
              <w:rPr>
                <w:i/>
                <w:iCs/>
                <w:sz w:val="20"/>
                <w:szCs w:val="24"/>
              </w:rPr>
              <w:t>New PVGR Capacity</w:t>
            </w:r>
            <w:r w:rsidRPr="00D54EFC">
              <w:rPr>
                <w:iCs/>
                <w:sz w:val="20"/>
                <w:szCs w:val="24"/>
              </w:rPr>
              <w:t xml:space="preserve">—For new PVGRs, the capacity available by the start of season </w:t>
            </w:r>
            <w:r w:rsidRPr="00D54EFC">
              <w:rPr>
                <w:i/>
                <w:iCs/>
                <w:sz w:val="20"/>
                <w:szCs w:val="24"/>
              </w:rPr>
              <w:t xml:space="preserve">s </w:t>
            </w:r>
            <w:r w:rsidRPr="00D54EFC">
              <w:rPr>
                <w:iCs/>
                <w:sz w:val="20"/>
                <w:szCs w:val="24"/>
              </w:rPr>
              <w:t xml:space="preserve">for </w:t>
            </w:r>
            <w:r w:rsidR="0030570B">
              <w:rPr>
                <w:iCs/>
                <w:sz w:val="20"/>
                <w:szCs w:val="24"/>
              </w:rPr>
              <w:t xml:space="preserve">Reserve </w:t>
            </w:r>
            <w:r w:rsidRPr="00D54EFC">
              <w:rPr>
                <w:iCs/>
                <w:sz w:val="20"/>
                <w:szCs w:val="24"/>
              </w:rPr>
              <w:t xml:space="preserve">Risk Period </w:t>
            </w:r>
            <w:r w:rsidRPr="00D54EFC">
              <w:rPr>
                <w:i/>
                <w:sz w:val="20"/>
                <w:szCs w:val="24"/>
              </w:rPr>
              <w:t>p</w:t>
            </w:r>
            <w:r w:rsidRPr="00D54EFC">
              <w:rPr>
                <w:iCs/>
                <w:sz w:val="20"/>
                <w:szCs w:val="24"/>
              </w:rPr>
              <w:t xml:space="preserve">, </w:t>
            </w:r>
            <w:r w:rsidR="006B1517">
              <w:rPr>
                <w:iCs/>
                <w:sz w:val="20"/>
                <w:szCs w:val="24"/>
              </w:rPr>
              <w:t>y</w:t>
            </w:r>
            <w:r w:rsidR="006B1517" w:rsidRPr="00D54EFC">
              <w:rPr>
                <w:iCs/>
                <w:sz w:val="20"/>
                <w:szCs w:val="24"/>
              </w:rPr>
              <w:t xml:space="preserve">ear </w:t>
            </w:r>
            <w:r w:rsidRPr="00D54EFC">
              <w:rPr>
                <w:i/>
                <w:iCs/>
                <w:sz w:val="20"/>
                <w:szCs w:val="24"/>
              </w:rPr>
              <w:t>i</w:t>
            </w:r>
            <w:r w:rsidRPr="00D54EFC">
              <w:rPr>
                <w:iCs/>
                <w:sz w:val="20"/>
                <w:szCs w:val="24"/>
              </w:rPr>
              <w:t xml:space="preserve">, and region </w:t>
            </w:r>
            <w:r w:rsidRPr="00D54EFC">
              <w:rPr>
                <w:i/>
                <w:sz w:val="20"/>
                <w:szCs w:val="24"/>
              </w:rPr>
              <w:t>sr</w:t>
            </w:r>
            <w:r w:rsidRPr="00D54EFC">
              <w:rPr>
                <w:iCs/>
                <w:sz w:val="20"/>
                <w:szCs w:val="24"/>
              </w:rPr>
              <w:t xml:space="preserve">, multiplied by SOLARELCC </w:t>
            </w:r>
            <w:r w:rsidRPr="00D54EFC">
              <w:rPr>
                <w:i/>
                <w:iCs/>
                <w:sz w:val="20"/>
                <w:szCs w:val="24"/>
                <w:vertAlign w:val="subscript"/>
              </w:rPr>
              <w:t>p</w:t>
            </w:r>
            <w:r w:rsidRPr="00D54EFC">
              <w:rPr>
                <w:sz w:val="20"/>
                <w:szCs w:val="24"/>
                <w:vertAlign w:val="subscript"/>
              </w:rPr>
              <w:t xml:space="preserve">, </w:t>
            </w:r>
            <w:r w:rsidRPr="00D54EFC">
              <w:rPr>
                <w:i/>
                <w:iCs/>
                <w:sz w:val="20"/>
                <w:szCs w:val="24"/>
                <w:vertAlign w:val="subscript"/>
              </w:rPr>
              <w:t>s</w:t>
            </w:r>
            <w:r w:rsidRPr="00D54EFC">
              <w:rPr>
                <w:sz w:val="20"/>
                <w:szCs w:val="24"/>
                <w:vertAlign w:val="subscript"/>
              </w:rPr>
              <w:t>,</w:t>
            </w:r>
            <w:r w:rsidRPr="00D54EFC">
              <w:rPr>
                <w:iCs/>
                <w:sz w:val="20"/>
                <w:szCs w:val="24"/>
                <w:vertAlign w:val="subscript"/>
              </w:rPr>
              <w:t xml:space="preserve"> </w:t>
            </w:r>
            <w:r w:rsidRPr="00D54EFC">
              <w:rPr>
                <w:i/>
                <w:sz w:val="20"/>
                <w:szCs w:val="24"/>
                <w:vertAlign w:val="subscript"/>
              </w:rPr>
              <w:t>i</w:t>
            </w:r>
            <w:r w:rsidRPr="00D54EFC">
              <w:rPr>
                <w:iCs/>
                <w:sz w:val="20"/>
                <w:szCs w:val="24"/>
                <w:vertAlign w:val="subscript"/>
              </w:rPr>
              <w:t xml:space="preserve">, </w:t>
            </w:r>
            <w:r w:rsidRPr="00D54EFC">
              <w:rPr>
                <w:i/>
                <w:sz w:val="20"/>
                <w:szCs w:val="24"/>
                <w:vertAlign w:val="subscript"/>
              </w:rPr>
              <w:t>s</w:t>
            </w:r>
            <w:r w:rsidRPr="00D54EFC">
              <w:rPr>
                <w:i/>
                <w:iCs/>
                <w:sz w:val="20"/>
                <w:szCs w:val="24"/>
                <w:vertAlign w:val="subscript"/>
              </w:rPr>
              <w:t>r</w:t>
            </w:r>
            <w:r w:rsidRPr="00D54EFC">
              <w:rPr>
                <w:iCs/>
                <w:sz w:val="20"/>
                <w:szCs w:val="24"/>
              </w:rPr>
              <w:t xml:space="preserve">. </w:t>
            </w:r>
            <w:r w:rsidR="009B4645">
              <w:rPr>
                <w:iCs/>
                <w:sz w:val="20"/>
                <w:szCs w:val="24"/>
              </w:rPr>
              <w:t xml:space="preserve"> </w:t>
            </w:r>
            <w:r w:rsidRPr="00D54EFC">
              <w:rPr>
                <w:iCs/>
                <w:sz w:val="20"/>
                <w:szCs w:val="24"/>
              </w:rPr>
              <w:t xml:space="preserve">New PVGRs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326BDC">
              <w:rPr>
                <w:iCs/>
                <w:sz w:val="20"/>
                <w:szCs w:val="24"/>
              </w:rPr>
              <w:t xml:space="preserve"> </w:t>
            </w:r>
            <w:r w:rsidRPr="00D54EFC">
              <w:rPr>
                <w:iCs/>
                <w:sz w:val="20"/>
                <w:szCs w:val="24"/>
              </w:rPr>
              <w:t>Solar resources classified as small generators in accordance with paragraph (3) of Planning Guide Section 5.2.1 must have an ERCOT-assigned Model Ready Date.</w:t>
            </w:r>
          </w:p>
        </w:tc>
      </w:tr>
      <w:tr w:rsidR="00D54EFC" w:rsidRPr="00D54EFC" w:rsidDel="00CC3B79" w14:paraId="76A90153" w14:textId="77777777" w:rsidTr="00B87A9E">
        <w:trPr>
          <w:cantSplit/>
        </w:trPr>
        <w:tc>
          <w:tcPr>
            <w:tcW w:w="1388" w:type="pct"/>
          </w:tcPr>
          <w:p w14:paraId="6E1B83C8" w14:textId="77777777" w:rsidR="00D54EFC" w:rsidRPr="00D54EFC" w:rsidDel="00CC3B79" w:rsidRDefault="00D54EFC" w:rsidP="00D54EFC">
            <w:pPr>
              <w:spacing w:after="60"/>
              <w:rPr>
                <w:iCs/>
                <w:sz w:val="20"/>
                <w:szCs w:val="24"/>
              </w:rPr>
            </w:pPr>
            <w:r w:rsidRPr="00D54EFC">
              <w:rPr>
                <w:sz w:val="20"/>
                <w:szCs w:val="24"/>
              </w:rPr>
              <w:t xml:space="preserve">PLANESRCAP </w:t>
            </w:r>
            <w:r w:rsidRPr="00D54EFC">
              <w:rPr>
                <w:i/>
                <w:iCs/>
                <w:sz w:val="20"/>
                <w:szCs w:val="24"/>
                <w:vertAlign w:val="subscript"/>
              </w:rPr>
              <w:t>p</w:t>
            </w:r>
            <w:r w:rsidRPr="00D54EFC">
              <w:rPr>
                <w:i/>
                <w:sz w:val="20"/>
                <w:szCs w:val="24"/>
                <w:vertAlign w:val="subscript"/>
              </w:rPr>
              <w:t>, s, i</w:t>
            </w:r>
          </w:p>
        </w:tc>
        <w:tc>
          <w:tcPr>
            <w:tcW w:w="349" w:type="pct"/>
          </w:tcPr>
          <w:p w14:paraId="309B8598" w14:textId="77777777" w:rsidR="00D54EFC" w:rsidRPr="00D54EFC" w:rsidDel="00CC3B79" w:rsidRDefault="00D54EFC" w:rsidP="00D54EFC">
            <w:pPr>
              <w:spacing w:after="60"/>
              <w:rPr>
                <w:iCs/>
                <w:sz w:val="20"/>
                <w:szCs w:val="24"/>
              </w:rPr>
            </w:pPr>
            <w:r w:rsidRPr="00D54EFC">
              <w:rPr>
                <w:iCs/>
                <w:sz w:val="20"/>
                <w:szCs w:val="24"/>
              </w:rPr>
              <w:t>MW</w:t>
            </w:r>
          </w:p>
        </w:tc>
        <w:tc>
          <w:tcPr>
            <w:tcW w:w="3264" w:type="pct"/>
          </w:tcPr>
          <w:p w14:paraId="5960EE76" w14:textId="680A819F" w:rsidR="00D54EFC" w:rsidRPr="00D54EFC" w:rsidDel="00CC3B79" w:rsidRDefault="00D54EFC" w:rsidP="00D54EFC">
            <w:pPr>
              <w:spacing w:after="60"/>
              <w:rPr>
                <w:i/>
                <w:iCs/>
                <w:sz w:val="20"/>
                <w:szCs w:val="24"/>
              </w:rPr>
            </w:pPr>
            <w:r w:rsidRPr="00D54EFC">
              <w:rPr>
                <w:i/>
                <w:iCs/>
                <w:sz w:val="20"/>
                <w:szCs w:val="24"/>
              </w:rPr>
              <w:t>Available</w:t>
            </w:r>
            <w:r w:rsidR="000D18DD">
              <w:rPr>
                <w:i/>
                <w:iCs/>
                <w:sz w:val="20"/>
                <w:szCs w:val="24"/>
              </w:rPr>
              <w:t xml:space="preserve"> Energy Storage Resource</w:t>
            </w:r>
            <w:r w:rsidRPr="00D54EFC">
              <w:rPr>
                <w:i/>
                <w:iCs/>
                <w:sz w:val="20"/>
                <w:szCs w:val="24"/>
              </w:rPr>
              <w:t xml:space="preserve"> Capacity</w:t>
            </w:r>
            <w:r w:rsidRPr="00D54EFC">
              <w:rPr>
                <w:iCs/>
                <w:sz w:val="20"/>
                <w:szCs w:val="24"/>
              </w:rPr>
              <w:t xml:space="preserve">—The amount of ESR capacity that ERCOT has approved, or expects to approve, for grid synchronization by the start of season </w:t>
            </w:r>
            <w:r w:rsidRPr="00D54EFC">
              <w:rPr>
                <w:i/>
                <w:iCs/>
                <w:sz w:val="20"/>
                <w:szCs w:val="24"/>
              </w:rPr>
              <w:t>s</w:t>
            </w:r>
            <w:r w:rsidRPr="00D54EFC">
              <w:rPr>
                <w:sz w:val="20"/>
                <w:szCs w:val="24"/>
              </w:rPr>
              <w:t xml:space="preserve"> for Reserve Risk Period</w:t>
            </w:r>
            <w:r w:rsidRPr="00D54EFC">
              <w:rPr>
                <w:i/>
                <w:iCs/>
                <w:sz w:val="20"/>
                <w:szCs w:val="24"/>
              </w:rPr>
              <w:t xml:space="preserve"> p </w:t>
            </w:r>
            <w:r w:rsidRPr="00D54EFC">
              <w:rPr>
                <w:sz w:val="20"/>
                <w:szCs w:val="24"/>
              </w:rPr>
              <w:t xml:space="preserve">and </w:t>
            </w:r>
            <w:r w:rsidR="006148E1">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multiplied by ERSELCC </w:t>
            </w:r>
            <w:r w:rsidRPr="00D54EFC">
              <w:rPr>
                <w:i/>
                <w:sz w:val="20"/>
                <w:szCs w:val="24"/>
                <w:vertAlign w:val="subscript"/>
              </w:rPr>
              <w:t>p,</w:t>
            </w:r>
            <w:r w:rsidRPr="00D54EFC">
              <w:rPr>
                <w:iCs/>
                <w:sz w:val="20"/>
                <w:szCs w:val="24"/>
              </w:rPr>
              <w:t xml:space="preserve"> </w:t>
            </w:r>
            <w:r w:rsidRPr="00D54EFC">
              <w:rPr>
                <w:i/>
                <w:iCs/>
                <w:sz w:val="20"/>
                <w:szCs w:val="24"/>
                <w:vertAlign w:val="subscript"/>
              </w:rPr>
              <w:t>s, i.</w:t>
            </w:r>
          </w:p>
        </w:tc>
      </w:tr>
      <w:tr w:rsidR="00D54EFC" w:rsidRPr="00D54EFC" w14:paraId="7E2AEF45" w14:textId="77777777" w:rsidTr="00B87A9E">
        <w:trPr>
          <w:cantSplit/>
        </w:trPr>
        <w:tc>
          <w:tcPr>
            <w:tcW w:w="1388" w:type="pct"/>
          </w:tcPr>
          <w:p w14:paraId="4CA4D2E6" w14:textId="77777777" w:rsidR="00D54EFC" w:rsidRPr="00D54EFC" w:rsidRDefault="00D54EFC" w:rsidP="00D54EFC">
            <w:pPr>
              <w:spacing w:after="60"/>
              <w:rPr>
                <w:iCs/>
                <w:sz w:val="20"/>
                <w:szCs w:val="24"/>
              </w:rPr>
            </w:pPr>
            <w:r w:rsidRPr="00D54EFC">
              <w:rPr>
                <w:iCs/>
                <w:sz w:val="20"/>
                <w:szCs w:val="24"/>
              </w:rPr>
              <w:t xml:space="preserve">LTOUTAGE </w:t>
            </w:r>
            <w:r w:rsidRPr="00D54EFC">
              <w:rPr>
                <w:bCs/>
                <w:i/>
                <w:iCs/>
                <w:sz w:val="20"/>
                <w:szCs w:val="24"/>
                <w:vertAlign w:val="subscript"/>
              </w:rPr>
              <w:t>s, i</w:t>
            </w:r>
          </w:p>
        </w:tc>
        <w:tc>
          <w:tcPr>
            <w:tcW w:w="349" w:type="pct"/>
          </w:tcPr>
          <w:p w14:paraId="6A3BA43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18741B" w14:textId="7E4FB622" w:rsidR="00D54EFC" w:rsidRPr="00D54EFC" w:rsidRDefault="00D54EFC" w:rsidP="00D54EFC">
            <w:pPr>
              <w:spacing w:after="60"/>
              <w:rPr>
                <w:i/>
                <w:iCs/>
                <w:sz w:val="20"/>
                <w:szCs w:val="24"/>
              </w:rPr>
            </w:pPr>
            <w:r w:rsidRPr="00D54EFC">
              <w:rPr>
                <w:i/>
                <w:iCs/>
                <w:sz w:val="20"/>
                <w:szCs w:val="24"/>
              </w:rPr>
              <w:t>Forced Outage Capacity Reported in a Notification of Suspension of Operations—</w:t>
            </w:r>
            <w:r w:rsidRPr="00D54EFC">
              <w:rPr>
                <w:iCs/>
                <w:sz w:val="20"/>
                <w:szCs w:val="24"/>
              </w:rPr>
              <w:t xml:space="preserve">For Generation Resources whose operation has been suspended due to a Forced Outage as reported in a Notification of Suspension of Operations (NSO), the sum of Seasonal net maximum sustainable ratings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and</w:t>
            </w:r>
            <w:r w:rsidRPr="00D54EFC">
              <w:rPr>
                <w:iCs/>
                <w:sz w:val="20"/>
                <w:szCs w:val="24"/>
              </w:rPr>
              <w:t xml:space="preserv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as reported in the NSO forms.  For Inverter</w:t>
            </w:r>
            <w:r w:rsidR="00D01202">
              <w:rPr>
                <w:iCs/>
                <w:sz w:val="20"/>
                <w:szCs w:val="24"/>
              </w:rPr>
              <w:t>-</w:t>
            </w:r>
            <w:r w:rsidRPr="00D54EFC">
              <w:rPr>
                <w:iCs/>
                <w:sz w:val="20"/>
                <w:szCs w:val="24"/>
              </w:rPr>
              <w:t xml:space="preserve">Based Resources </w:t>
            </w:r>
            <w:r w:rsidR="00D01202">
              <w:rPr>
                <w:iCs/>
                <w:sz w:val="20"/>
                <w:szCs w:val="24"/>
              </w:rPr>
              <w:t xml:space="preserve">(IBRs) </w:t>
            </w:r>
            <w:r w:rsidRPr="00D54EFC">
              <w:rPr>
                <w:iCs/>
                <w:sz w:val="20"/>
                <w:szCs w:val="24"/>
              </w:rPr>
              <w:t>use WINDCAP, SOLARCAP, and ESRCAP rather than ratings reported in NSOs.</w:t>
            </w:r>
          </w:p>
        </w:tc>
      </w:tr>
      <w:tr w:rsidR="00D54EFC" w:rsidRPr="00D54EFC" w14:paraId="497DAB44" w14:textId="77777777" w:rsidTr="00B87A9E">
        <w:trPr>
          <w:cantSplit/>
        </w:trPr>
        <w:tc>
          <w:tcPr>
            <w:tcW w:w="1388" w:type="pct"/>
          </w:tcPr>
          <w:p w14:paraId="502A2480" w14:textId="77777777" w:rsidR="00D54EFC" w:rsidRPr="00D54EFC" w:rsidRDefault="00D54EFC" w:rsidP="00D54EFC">
            <w:pPr>
              <w:spacing w:after="60"/>
              <w:rPr>
                <w:iCs/>
                <w:sz w:val="20"/>
                <w:szCs w:val="24"/>
              </w:rPr>
            </w:pPr>
            <w:r w:rsidRPr="00D54EFC">
              <w:rPr>
                <w:iCs/>
                <w:sz w:val="20"/>
                <w:szCs w:val="24"/>
              </w:rPr>
              <w:t xml:space="preserve">UNSWITCH </w:t>
            </w:r>
            <w:r w:rsidRPr="00D54EFC">
              <w:rPr>
                <w:bCs/>
                <w:i/>
                <w:iCs/>
                <w:sz w:val="20"/>
                <w:szCs w:val="24"/>
                <w:vertAlign w:val="subscript"/>
              </w:rPr>
              <w:t xml:space="preserve">s, i </w:t>
            </w:r>
          </w:p>
        </w:tc>
        <w:tc>
          <w:tcPr>
            <w:tcW w:w="349" w:type="pct"/>
          </w:tcPr>
          <w:p w14:paraId="7BC714D8"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F779436" w14:textId="01A6B246" w:rsidR="00D54EFC" w:rsidRPr="00D54EFC" w:rsidRDefault="00D54EFC" w:rsidP="00D54EFC">
            <w:pPr>
              <w:spacing w:after="60"/>
              <w:rPr>
                <w:iCs/>
                <w:sz w:val="20"/>
                <w:szCs w:val="24"/>
              </w:rPr>
            </w:pPr>
            <w:r w:rsidRPr="00D54EFC">
              <w:rPr>
                <w:i/>
                <w:iCs/>
                <w:sz w:val="20"/>
                <w:szCs w:val="24"/>
              </w:rPr>
              <w:t>Capacity of Unavailable Switchable Generation Resource</w:t>
            </w:r>
            <w:r w:rsidRPr="00D54EFC">
              <w:rPr>
                <w:iCs/>
                <w:sz w:val="20"/>
                <w:szCs w:val="24"/>
              </w:rPr>
              <w:t xml:space="preserve">—The amount of capacity reported by the owners of a switchable Generation Resource that will be unavailable to ERCOT during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pursuant to paragraph (2) of Section 16.5.4, Maintaining and Updating Resource Entity Information.</w:t>
            </w:r>
          </w:p>
        </w:tc>
      </w:tr>
      <w:tr w:rsidR="00D54EFC" w:rsidRPr="00D54EFC" w14:paraId="0FA7FBFC" w14:textId="77777777" w:rsidTr="00B87A9E">
        <w:trPr>
          <w:cantSplit/>
        </w:trPr>
        <w:tc>
          <w:tcPr>
            <w:tcW w:w="1388" w:type="pct"/>
          </w:tcPr>
          <w:p w14:paraId="75202CC3" w14:textId="77777777" w:rsidR="00D54EFC" w:rsidRPr="00D54EFC" w:rsidRDefault="00D54EFC" w:rsidP="00D54EFC">
            <w:pPr>
              <w:spacing w:after="60"/>
              <w:rPr>
                <w:iCs/>
                <w:sz w:val="20"/>
                <w:szCs w:val="24"/>
              </w:rPr>
            </w:pPr>
            <w:r w:rsidRPr="00D54EFC">
              <w:rPr>
                <w:iCs/>
                <w:sz w:val="20"/>
                <w:szCs w:val="24"/>
              </w:rPr>
              <w:t xml:space="preserve">RETCAPNSO </w:t>
            </w:r>
            <w:r w:rsidRPr="00D54EFC">
              <w:rPr>
                <w:bCs/>
                <w:i/>
                <w:iCs/>
                <w:sz w:val="20"/>
                <w:szCs w:val="24"/>
                <w:vertAlign w:val="subscript"/>
              </w:rPr>
              <w:t>s, i</w:t>
            </w:r>
          </w:p>
        </w:tc>
        <w:tc>
          <w:tcPr>
            <w:tcW w:w="349" w:type="pct"/>
          </w:tcPr>
          <w:p w14:paraId="6E62259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6499362" w14:textId="39897BEE" w:rsidR="00D54EFC" w:rsidRPr="00D54EFC" w:rsidRDefault="00D54EFC" w:rsidP="00D54EFC">
            <w:pPr>
              <w:spacing w:after="60"/>
              <w:rPr>
                <w:iCs/>
                <w:sz w:val="20"/>
                <w:szCs w:val="24"/>
              </w:rPr>
            </w:pPr>
            <w:r w:rsidRPr="00D54EFC">
              <w:rPr>
                <w:i/>
                <w:iCs/>
                <w:sz w:val="20"/>
                <w:szCs w:val="24"/>
              </w:rPr>
              <w:t>Capacity Pending Retirement</w:t>
            </w:r>
            <w:r w:rsidRPr="00D54EFC">
              <w:rPr>
                <w:iCs/>
                <w:sz w:val="20"/>
                <w:szCs w:val="24"/>
              </w:rPr>
              <w:t xml:space="preserve">—The amount of capacity in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of </w:t>
            </w:r>
            <w:r w:rsidR="006B1517">
              <w:rPr>
                <w:iCs/>
                <w:sz w:val="20"/>
                <w:szCs w:val="24"/>
              </w:rPr>
              <w:t>y</w:t>
            </w:r>
            <w:r w:rsidR="006B1517" w:rsidRPr="00D54EFC">
              <w:rPr>
                <w:iCs/>
                <w:sz w:val="20"/>
                <w:szCs w:val="24"/>
              </w:rPr>
              <w:t xml:space="preserve">ear </w:t>
            </w:r>
            <w:r w:rsidRPr="00D54EFC">
              <w:rPr>
                <w:i/>
                <w:iCs/>
                <w:sz w:val="20"/>
                <w:szCs w:val="24"/>
              </w:rPr>
              <w:t>i</w:t>
            </w:r>
            <w:r w:rsidRPr="00D54EFC">
              <w:rPr>
                <w:iCs/>
                <w:sz w:val="20"/>
                <w:szCs w:val="24"/>
              </w:rPr>
              <w:t xml:space="preserve"> that is pending retirement based on information submitted on an NSO form (Section 22, Attachment E, Notification of Suspension of Operations) pursuant to Section 3.14.1.11, Budgeting Eligible Costs, but is under review by ERCOT pursuant to Section 3.14.1.2, ERCOT Evaluation Process, that has not otherwise been considered in any of the above defined categories.  For Generation Resources and SOGs within Private Use Networks, the retired capacity amount is deducted from PUNCAP.  </w:t>
            </w:r>
          </w:p>
        </w:tc>
      </w:tr>
      <w:tr w:rsidR="00D54EFC" w:rsidRPr="00D54EFC" w14:paraId="558EA0C7" w14:textId="77777777"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A7A9CCF" w14:textId="77777777" w:rsidR="00D54EFC" w:rsidRPr="00D54EFC" w:rsidRDefault="00D54EFC" w:rsidP="00D54EFC">
            <w:pPr>
              <w:spacing w:after="60"/>
              <w:rPr>
                <w:i/>
                <w:iCs/>
                <w:sz w:val="20"/>
              </w:rPr>
            </w:pPr>
            <w:r w:rsidRPr="00D54EFC">
              <w:rPr>
                <w:iCs/>
                <w:sz w:val="20"/>
              </w:rPr>
              <w:t xml:space="preserve">RETCAPUNC </w:t>
            </w:r>
            <w:r w:rsidRPr="00D54EFC">
              <w:rPr>
                <w:bCs/>
                <w:i/>
                <w:iCs/>
                <w:sz w:val="20"/>
                <w:vertAlign w:val="subscript"/>
              </w:rPr>
              <w:t>s, i</w:t>
            </w:r>
          </w:p>
        </w:tc>
        <w:tc>
          <w:tcPr>
            <w:tcW w:w="349" w:type="pct"/>
            <w:tcBorders>
              <w:top w:val="single" w:sz="6" w:space="0" w:color="auto"/>
              <w:left w:val="single" w:sz="6" w:space="0" w:color="auto"/>
              <w:bottom w:val="single" w:sz="6" w:space="0" w:color="auto"/>
              <w:right w:val="single" w:sz="6" w:space="0" w:color="auto"/>
            </w:tcBorders>
          </w:tcPr>
          <w:p w14:paraId="0CDE75C3" w14:textId="77777777" w:rsidR="00D54EFC" w:rsidRPr="00D54EFC" w:rsidRDefault="00D54EFC" w:rsidP="00D54EFC">
            <w:pPr>
              <w:spacing w:after="60"/>
              <w:rPr>
                <w:iCs/>
                <w:sz w:val="20"/>
              </w:rPr>
            </w:pPr>
            <w:r w:rsidRPr="00D54EFC">
              <w:rPr>
                <w:iCs/>
                <w:sz w:val="20"/>
              </w:rPr>
              <w:t>MW</w:t>
            </w:r>
          </w:p>
        </w:tc>
        <w:tc>
          <w:tcPr>
            <w:tcW w:w="3264" w:type="pct"/>
            <w:tcBorders>
              <w:top w:val="single" w:sz="6" w:space="0" w:color="auto"/>
              <w:left w:val="single" w:sz="6" w:space="0" w:color="auto"/>
              <w:bottom w:val="single" w:sz="6" w:space="0" w:color="auto"/>
              <w:right w:val="single" w:sz="4" w:space="0" w:color="auto"/>
            </w:tcBorders>
          </w:tcPr>
          <w:p w14:paraId="4D587508" w14:textId="3759D191" w:rsidR="00D54EFC" w:rsidRPr="00D54EFC" w:rsidRDefault="00D54EFC" w:rsidP="00D54EFC">
            <w:pPr>
              <w:spacing w:after="60"/>
              <w:rPr>
                <w:iCs/>
                <w:sz w:val="20"/>
              </w:rPr>
            </w:pPr>
            <w:r w:rsidRPr="00D54EFC">
              <w:rPr>
                <w:i/>
                <w:iCs/>
                <w:sz w:val="20"/>
              </w:rPr>
              <w:t>Unconfirmed Planned Retirements</w:t>
            </w:r>
            <w:r w:rsidRPr="00D54EFC">
              <w:rPr>
                <w:iCs/>
                <w:sz w:val="20"/>
              </w:rPr>
              <w:t xml:space="preserve">—The capacity of Generation Resources for which a public announcement of the intent to permanently shut the unit down has been released, but a Notice of Suspension of Operations for the unit has not been received by ERCOT. </w:t>
            </w:r>
            <w:r w:rsidR="00D33CC5">
              <w:rPr>
                <w:iCs/>
                <w:sz w:val="20"/>
              </w:rPr>
              <w:t xml:space="preserve"> </w:t>
            </w:r>
            <w:r w:rsidRPr="00D54EFC">
              <w:rPr>
                <w:iCs/>
                <w:sz w:val="20"/>
              </w:rPr>
              <w:t xml:space="preserve">To be considered an Unconfirmed Planned Retirement, the Generation Resource must meet the following criteria: (1) a specific retirement date is cited in the announcement, or other timing information is given that indicates the unit will be unavailable as of the start of </w:t>
            </w:r>
            <w:r w:rsidR="004E4508">
              <w:rPr>
                <w:iCs/>
                <w:sz w:val="20"/>
              </w:rPr>
              <w:t>s</w:t>
            </w:r>
            <w:r w:rsidR="004E4508" w:rsidRPr="00D54EFC">
              <w:rPr>
                <w:iCs/>
                <w:sz w:val="20"/>
              </w:rPr>
              <w:t xml:space="preserve">eason </w:t>
            </w:r>
            <w:r w:rsidRPr="00D54EFC">
              <w:rPr>
                <w:i/>
                <w:iCs/>
                <w:sz w:val="20"/>
              </w:rPr>
              <w:t>s</w:t>
            </w:r>
            <w:r w:rsidRPr="00D54EFC">
              <w:rPr>
                <w:iCs/>
                <w:sz w:val="20"/>
              </w:rPr>
              <w:t xml:space="preserve"> for </w:t>
            </w:r>
            <w:r w:rsidR="006B1517">
              <w:rPr>
                <w:iCs/>
                <w:sz w:val="20"/>
              </w:rPr>
              <w:t>y</w:t>
            </w:r>
            <w:r w:rsidR="006B1517" w:rsidRPr="00D54EFC">
              <w:rPr>
                <w:iCs/>
                <w:sz w:val="20"/>
              </w:rPr>
              <w:t xml:space="preserve">ear </w:t>
            </w:r>
            <w:r w:rsidRPr="00D54EFC">
              <w:rPr>
                <w:i/>
                <w:iCs/>
                <w:sz w:val="20"/>
              </w:rPr>
              <w:t>i</w:t>
            </w:r>
            <w:r w:rsidRPr="00D54EFC">
              <w:rPr>
                <w:iCs/>
                <w:sz w:val="20"/>
              </w:rPr>
              <w:t>, and (2) the announcement, with follow-up inquiry by ERCOT, does not indicate that retirement timing is highly speculative.</w:t>
            </w:r>
          </w:p>
        </w:tc>
      </w:tr>
      <w:tr w:rsidR="00D54EFC" w:rsidRPr="00D54EFC" w14:paraId="6EB5D523" w14:textId="77777777"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BBAC935" w14:textId="77777777" w:rsidR="00D54EFC" w:rsidRPr="00D54EFC" w:rsidRDefault="00D54EFC" w:rsidP="00D54EFC">
            <w:pPr>
              <w:spacing w:after="60"/>
              <w:rPr>
                <w:i/>
                <w:iCs/>
                <w:sz w:val="20"/>
              </w:rPr>
            </w:pPr>
            <w:r w:rsidRPr="00D54EFC">
              <w:rPr>
                <w:i/>
                <w:iCs/>
                <w:sz w:val="20"/>
              </w:rPr>
              <w:t>p</w:t>
            </w:r>
          </w:p>
        </w:tc>
        <w:tc>
          <w:tcPr>
            <w:tcW w:w="349" w:type="pct"/>
            <w:tcBorders>
              <w:top w:val="single" w:sz="6" w:space="0" w:color="auto"/>
              <w:left w:val="single" w:sz="6" w:space="0" w:color="auto"/>
              <w:bottom w:val="single" w:sz="6" w:space="0" w:color="auto"/>
              <w:right w:val="single" w:sz="6" w:space="0" w:color="auto"/>
            </w:tcBorders>
          </w:tcPr>
          <w:p w14:paraId="27C5EB12"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67B3905B" w14:textId="52277E9A" w:rsidR="00D54EFC" w:rsidRPr="006148E1" w:rsidRDefault="00D54EFC" w:rsidP="00D54EFC">
            <w:pPr>
              <w:spacing w:after="60"/>
              <w:rPr>
                <w:sz w:val="20"/>
                <w:szCs w:val="24"/>
              </w:rPr>
            </w:pPr>
            <w:r w:rsidRPr="00D54EFC">
              <w:rPr>
                <w:sz w:val="20"/>
                <w:szCs w:val="24"/>
              </w:rPr>
              <w:t xml:space="preserve">Reserve Risk Period. </w:t>
            </w:r>
            <w:r w:rsidR="00887552">
              <w:rPr>
                <w:sz w:val="20"/>
                <w:szCs w:val="24"/>
              </w:rPr>
              <w:t xml:space="preserve"> </w:t>
            </w:r>
            <w:r w:rsidRPr="00D54EFC">
              <w:rPr>
                <w:sz w:val="20"/>
                <w:szCs w:val="24"/>
              </w:rPr>
              <w:t>The range of consecutive hours having the highest risk of operating reserve shortages for each season as determined by an ELCC study per Section 3.2.6.2</w:t>
            </w:r>
            <w:r w:rsidR="002C7B77">
              <w:rPr>
                <w:sz w:val="20"/>
                <w:szCs w:val="24"/>
              </w:rPr>
              <w:t xml:space="preserve">, </w:t>
            </w:r>
            <w:r w:rsidR="002C7B77" w:rsidRPr="002C7B77">
              <w:rPr>
                <w:sz w:val="20"/>
                <w:szCs w:val="24"/>
              </w:rPr>
              <w:t>Effective Load Carrying Capability (ELCC) Studies</w:t>
            </w:r>
            <w:r w:rsidRPr="00D54EFC">
              <w:rPr>
                <w:sz w:val="20"/>
                <w:szCs w:val="24"/>
              </w:rPr>
              <w:t>.</w:t>
            </w:r>
          </w:p>
        </w:tc>
      </w:tr>
      <w:tr w:rsidR="006148E1" w:rsidRPr="00D54EFC" w14:paraId="1D341E2E" w14:textId="7B6B1EA9"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BB11439" w14:textId="5D44C563" w:rsidR="006148E1" w:rsidRPr="00D54EFC" w:rsidRDefault="006148E1" w:rsidP="006148E1">
            <w:pPr>
              <w:spacing w:after="60"/>
              <w:rPr>
                <w:i/>
                <w:iCs/>
                <w:sz w:val="20"/>
              </w:rPr>
            </w:pPr>
            <w:r w:rsidRPr="00D54EFC">
              <w:rPr>
                <w:i/>
                <w:iCs/>
                <w:sz w:val="20"/>
              </w:rPr>
              <w:lastRenderedPageBreak/>
              <w:t>h</w:t>
            </w:r>
          </w:p>
        </w:tc>
        <w:tc>
          <w:tcPr>
            <w:tcW w:w="349" w:type="pct"/>
            <w:tcBorders>
              <w:top w:val="single" w:sz="6" w:space="0" w:color="auto"/>
              <w:left w:val="single" w:sz="6" w:space="0" w:color="auto"/>
              <w:bottom w:val="single" w:sz="6" w:space="0" w:color="auto"/>
              <w:right w:val="single" w:sz="6" w:space="0" w:color="auto"/>
            </w:tcBorders>
          </w:tcPr>
          <w:p w14:paraId="1361B3F0" w14:textId="32555230" w:rsidR="006148E1" w:rsidRPr="00D54EFC" w:rsidRDefault="006148E1" w:rsidP="006148E1">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2640C0E0" w14:textId="1B1E7B41" w:rsidR="006148E1" w:rsidRPr="00D54EFC" w:rsidRDefault="006148E1" w:rsidP="006148E1">
            <w:pPr>
              <w:spacing w:after="60"/>
              <w:rPr>
                <w:iCs/>
                <w:sz w:val="20"/>
              </w:rPr>
            </w:pPr>
            <w:r w:rsidRPr="00D54EFC">
              <w:rPr>
                <w:iCs/>
                <w:sz w:val="20"/>
              </w:rPr>
              <w:t>The forecasted peak Load hour and forecasted peak Net Load hour.</w:t>
            </w:r>
          </w:p>
        </w:tc>
      </w:tr>
      <w:tr w:rsidR="00D54EFC" w:rsidRPr="00D54EFC" w14:paraId="210DAB10" w14:textId="77777777"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0BE9700" w14:textId="77777777" w:rsidR="00D54EFC" w:rsidRPr="00D54EFC" w:rsidRDefault="00D54EFC" w:rsidP="00D54EFC">
            <w:pPr>
              <w:spacing w:after="60"/>
              <w:rPr>
                <w:i/>
                <w:iCs/>
                <w:sz w:val="20"/>
              </w:rPr>
            </w:pPr>
            <w:r w:rsidRPr="00D54EFC">
              <w:rPr>
                <w:i/>
                <w:iCs/>
                <w:sz w:val="20"/>
              </w:rPr>
              <w:t>i</w:t>
            </w:r>
          </w:p>
        </w:tc>
        <w:tc>
          <w:tcPr>
            <w:tcW w:w="349" w:type="pct"/>
            <w:tcBorders>
              <w:top w:val="single" w:sz="6" w:space="0" w:color="auto"/>
              <w:left w:val="single" w:sz="6" w:space="0" w:color="auto"/>
              <w:bottom w:val="single" w:sz="6" w:space="0" w:color="auto"/>
              <w:right w:val="single" w:sz="6" w:space="0" w:color="auto"/>
            </w:tcBorders>
          </w:tcPr>
          <w:p w14:paraId="3AB3BB6F"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C2A6266" w14:textId="77777777" w:rsidR="00D54EFC" w:rsidRPr="00D54EFC" w:rsidRDefault="00D54EFC" w:rsidP="00D54EFC">
            <w:pPr>
              <w:spacing w:after="60"/>
              <w:rPr>
                <w:iCs/>
                <w:sz w:val="20"/>
              </w:rPr>
            </w:pPr>
            <w:r w:rsidRPr="00D54EFC">
              <w:rPr>
                <w:iCs/>
                <w:sz w:val="20"/>
              </w:rPr>
              <w:t>Year.</w:t>
            </w:r>
          </w:p>
        </w:tc>
      </w:tr>
      <w:tr w:rsidR="00D54EFC" w:rsidRPr="00D54EFC" w14:paraId="4152E5D9" w14:textId="77777777" w:rsidTr="00B87A9E">
        <w:trPr>
          <w:cantSplit/>
          <w:trHeight w:val="210"/>
        </w:trPr>
        <w:tc>
          <w:tcPr>
            <w:tcW w:w="1388" w:type="pct"/>
            <w:tcBorders>
              <w:top w:val="single" w:sz="6" w:space="0" w:color="auto"/>
              <w:left w:val="single" w:sz="4" w:space="0" w:color="auto"/>
              <w:bottom w:val="single" w:sz="6" w:space="0" w:color="auto"/>
              <w:right w:val="single" w:sz="6" w:space="0" w:color="auto"/>
            </w:tcBorders>
          </w:tcPr>
          <w:p w14:paraId="24684DA5" w14:textId="77777777" w:rsidR="00D54EFC" w:rsidRPr="00D54EFC" w:rsidRDefault="00D54EFC" w:rsidP="00D54EFC">
            <w:pPr>
              <w:spacing w:after="60"/>
              <w:rPr>
                <w:i/>
                <w:iCs/>
                <w:sz w:val="20"/>
              </w:rPr>
            </w:pPr>
            <w:r w:rsidRPr="00D54EFC">
              <w:rPr>
                <w:i/>
                <w:iCs/>
                <w:sz w:val="20"/>
              </w:rPr>
              <w:t>s</w:t>
            </w:r>
          </w:p>
        </w:tc>
        <w:tc>
          <w:tcPr>
            <w:tcW w:w="349" w:type="pct"/>
            <w:tcBorders>
              <w:top w:val="single" w:sz="6" w:space="0" w:color="auto"/>
              <w:left w:val="single" w:sz="6" w:space="0" w:color="auto"/>
              <w:bottom w:val="single" w:sz="6" w:space="0" w:color="auto"/>
              <w:right w:val="single" w:sz="6" w:space="0" w:color="auto"/>
            </w:tcBorders>
          </w:tcPr>
          <w:p w14:paraId="50777BB2"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2D143D1" w14:textId="77777777" w:rsidR="00D54EFC" w:rsidRPr="00D54EFC" w:rsidRDefault="00D54EFC" w:rsidP="00D54EFC">
            <w:pPr>
              <w:spacing w:after="60"/>
              <w:rPr>
                <w:iCs/>
                <w:sz w:val="20"/>
              </w:rPr>
            </w:pPr>
            <w:r w:rsidRPr="00D54EFC">
              <w:rPr>
                <w:iCs/>
                <w:sz w:val="20"/>
              </w:rPr>
              <w:t xml:space="preserve">Season. </w:t>
            </w:r>
          </w:p>
          <w:p w14:paraId="513537CA" w14:textId="77777777" w:rsidR="00F54775" w:rsidRPr="00D54EFC" w:rsidRDefault="00F54775" w:rsidP="00F54775">
            <w:pPr>
              <w:spacing w:after="60"/>
              <w:rPr>
                <w:iCs/>
                <w:sz w:val="20"/>
              </w:rPr>
            </w:pPr>
            <w:r w:rsidRPr="00D54EFC">
              <w:rPr>
                <w:iCs/>
                <w:sz w:val="20"/>
              </w:rPr>
              <w:t>Spring (March through May)</w:t>
            </w:r>
          </w:p>
          <w:p w14:paraId="01236ED7" w14:textId="77777777" w:rsidR="00D54EFC" w:rsidRPr="00D54EFC" w:rsidRDefault="00D54EFC" w:rsidP="00D54EFC">
            <w:pPr>
              <w:spacing w:after="60"/>
              <w:rPr>
                <w:iCs/>
                <w:sz w:val="20"/>
              </w:rPr>
            </w:pPr>
            <w:r w:rsidRPr="00D54EFC">
              <w:rPr>
                <w:iCs/>
                <w:sz w:val="20"/>
              </w:rPr>
              <w:t>Summer (June through September)</w:t>
            </w:r>
          </w:p>
          <w:p w14:paraId="6EDA9092" w14:textId="77777777" w:rsidR="00F54775" w:rsidRPr="00D54EFC" w:rsidRDefault="00F54775" w:rsidP="00F54775">
            <w:pPr>
              <w:spacing w:after="60"/>
              <w:rPr>
                <w:iCs/>
                <w:sz w:val="20"/>
              </w:rPr>
            </w:pPr>
            <w:r w:rsidRPr="00D54EFC">
              <w:rPr>
                <w:iCs/>
                <w:sz w:val="20"/>
              </w:rPr>
              <w:t>Fall (October through November)</w:t>
            </w:r>
          </w:p>
          <w:p w14:paraId="475FCD47" w14:textId="77777777" w:rsidR="00D54EFC" w:rsidRPr="00D54EFC" w:rsidRDefault="00D54EFC" w:rsidP="00D54EFC">
            <w:pPr>
              <w:spacing w:after="60"/>
              <w:rPr>
                <w:iCs/>
                <w:sz w:val="20"/>
              </w:rPr>
            </w:pPr>
            <w:r w:rsidRPr="00D54EFC">
              <w:rPr>
                <w:iCs/>
                <w:sz w:val="20"/>
              </w:rPr>
              <w:t>Winter (December through February)</w:t>
            </w:r>
          </w:p>
        </w:tc>
      </w:tr>
      <w:tr w:rsidR="00D54EFC" w:rsidRPr="00D54EFC" w14:paraId="4D9201B8" w14:textId="77777777" w:rsidTr="00B87A9E">
        <w:trPr>
          <w:cantSplit/>
        </w:trPr>
        <w:tc>
          <w:tcPr>
            <w:tcW w:w="1388" w:type="pct"/>
            <w:tcBorders>
              <w:top w:val="single" w:sz="6" w:space="0" w:color="auto"/>
              <w:left w:val="single" w:sz="4" w:space="0" w:color="auto"/>
              <w:bottom w:val="single" w:sz="4" w:space="0" w:color="auto"/>
              <w:right w:val="single" w:sz="6" w:space="0" w:color="auto"/>
            </w:tcBorders>
          </w:tcPr>
          <w:p w14:paraId="7DFEF9E0" w14:textId="77777777" w:rsidR="00D54EFC" w:rsidRPr="00D54EFC" w:rsidRDefault="00D54EFC" w:rsidP="00D54EFC">
            <w:pPr>
              <w:spacing w:after="60"/>
              <w:rPr>
                <w:i/>
                <w:iCs/>
                <w:sz w:val="20"/>
              </w:rPr>
            </w:pPr>
            <w:r w:rsidRPr="00D54EFC">
              <w:rPr>
                <w:i/>
                <w:iCs/>
                <w:sz w:val="20"/>
              </w:rPr>
              <w:t>sr</w:t>
            </w:r>
          </w:p>
        </w:tc>
        <w:tc>
          <w:tcPr>
            <w:tcW w:w="349" w:type="pct"/>
            <w:tcBorders>
              <w:top w:val="single" w:sz="6" w:space="0" w:color="auto"/>
              <w:left w:val="single" w:sz="6" w:space="0" w:color="auto"/>
              <w:bottom w:val="single" w:sz="4" w:space="0" w:color="auto"/>
              <w:right w:val="single" w:sz="6" w:space="0" w:color="auto"/>
            </w:tcBorders>
          </w:tcPr>
          <w:p w14:paraId="39C50CB9"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5785E2E8" w14:textId="4D4982BE" w:rsidR="00D54EFC" w:rsidRPr="00D54EFC" w:rsidRDefault="00D54EFC" w:rsidP="00D54EFC">
            <w:pPr>
              <w:spacing w:after="60"/>
              <w:rPr>
                <w:iCs/>
                <w:sz w:val="20"/>
              </w:rPr>
            </w:pPr>
            <w:r w:rsidRPr="00D54EFC">
              <w:rPr>
                <w:iCs/>
                <w:sz w:val="20"/>
              </w:rPr>
              <w:t xml:space="preserve">West, Far West, and Other solar regions. </w:t>
            </w:r>
            <w:r w:rsidR="00E32948">
              <w:rPr>
                <w:iCs/>
                <w:sz w:val="20"/>
              </w:rPr>
              <w:t xml:space="preserve"> </w:t>
            </w:r>
            <w:r w:rsidRPr="00D54EFC">
              <w:rPr>
                <w:iCs/>
                <w:sz w:val="20"/>
              </w:rPr>
              <w:t xml:space="preserve">PVGRs are classified into regions based on the county that contains their Point of Interconnection Bus (POIB). </w:t>
            </w:r>
          </w:p>
          <w:p w14:paraId="465EC5FB" w14:textId="77777777" w:rsidR="00D54EFC" w:rsidRPr="00D54EFC" w:rsidRDefault="00D54EFC" w:rsidP="00D54EFC">
            <w:pPr>
              <w:spacing w:after="60"/>
              <w:rPr>
                <w:iCs/>
                <w:sz w:val="20"/>
              </w:rPr>
            </w:pPr>
            <w:r w:rsidRPr="00D54EFC">
              <w:rPr>
                <w:iCs/>
                <w:sz w:val="20"/>
              </w:rPr>
              <w:t>The West region is defined as the following counties: Archer, Armstrong, Bailey, Baylor, Borden, Briscoe, Callahan, Carson, Castro, Childress, Clay, Cochran, Coke, Coleman, Collingsworth, Concho, Cottle, Crockett, Crosby, Dallam, Dawson, Deaf Smith, Dickens, Donley, Fisher, Floyd, Foard, Garza, Glasscock, Gray, Hale, Hall, Hansford, Hardeman, Hartley, Haskell, Hockley, Howard, Hutchinson, Irion, Jones, Kent, King, Knox, Lamb, Lipscomb, Lubbock, Lynn, Martin, Menard, Mitchell, Moore, Motley, Nolan, Ochiltree, Oldham, Parmer, Potter, Randall, Reagan, Roberts, Runnels, Schleicher, Scurry, Shackelford, Sherman, Sterling, Stonewall, Sutton, Swisher, Taylor, Terry, Throckmorton, Tom Green, Val Verde, Wheeler, Wichita.</w:t>
            </w:r>
          </w:p>
          <w:p w14:paraId="3CDE1702" w14:textId="77777777" w:rsidR="00D54EFC" w:rsidRPr="00D54EFC" w:rsidRDefault="00D54EFC" w:rsidP="00D54EFC">
            <w:pPr>
              <w:spacing w:after="60"/>
              <w:rPr>
                <w:iCs/>
                <w:sz w:val="20"/>
              </w:rPr>
            </w:pPr>
            <w:r w:rsidRPr="00D54EFC">
              <w:rPr>
                <w:iCs/>
                <w:sz w:val="20"/>
              </w:rPr>
              <w:t xml:space="preserve">The Far West region is defined as the following counties: Andrews, Brewster, Crane, Culberson, Ector, El Paso, Gaines, Hudspeth, Jeff Davis, Loving, Midland, Pecos, Presidio, Reeves, Terrell, Upton, Ward, Winkler, Yoakum. </w:t>
            </w:r>
          </w:p>
          <w:p w14:paraId="2F2585FD" w14:textId="77777777" w:rsidR="00D54EFC" w:rsidRPr="00D54EFC" w:rsidRDefault="00D54EFC" w:rsidP="00D54EFC">
            <w:pPr>
              <w:spacing w:after="60"/>
              <w:rPr>
                <w:iCs/>
                <w:sz w:val="20"/>
              </w:rPr>
            </w:pPr>
            <w:r w:rsidRPr="00D54EFC">
              <w:rPr>
                <w:iCs/>
                <w:sz w:val="20"/>
              </w:rPr>
              <w:t>The Other solar region consists of all other counties in the ERCOT Region.</w:t>
            </w:r>
          </w:p>
        </w:tc>
      </w:tr>
      <w:tr w:rsidR="00D54EFC" w:rsidRPr="00D54EFC" w14:paraId="0B661370" w14:textId="77777777" w:rsidTr="00B87A9E">
        <w:trPr>
          <w:cantSplit/>
        </w:trPr>
        <w:tc>
          <w:tcPr>
            <w:tcW w:w="1388" w:type="pct"/>
            <w:tcBorders>
              <w:top w:val="single" w:sz="6" w:space="0" w:color="auto"/>
              <w:left w:val="single" w:sz="4" w:space="0" w:color="auto"/>
              <w:bottom w:val="single" w:sz="4" w:space="0" w:color="auto"/>
              <w:right w:val="single" w:sz="6" w:space="0" w:color="auto"/>
            </w:tcBorders>
          </w:tcPr>
          <w:p w14:paraId="7558BC45" w14:textId="77777777" w:rsidR="00D54EFC" w:rsidRPr="00D54EFC" w:rsidRDefault="00D54EFC" w:rsidP="00D54EFC">
            <w:pPr>
              <w:spacing w:after="60"/>
              <w:rPr>
                <w:i/>
                <w:iCs/>
                <w:sz w:val="20"/>
              </w:rPr>
            </w:pPr>
            <w:r w:rsidRPr="00D54EFC">
              <w:rPr>
                <w:i/>
                <w:iCs/>
                <w:sz w:val="20"/>
              </w:rPr>
              <w:t>wr</w:t>
            </w:r>
          </w:p>
        </w:tc>
        <w:tc>
          <w:tcPr>
            <w:tcW w:w="349" w:type="pct"/>
            <w:tcBorders>
              <w:top w:val="single" w:sz="6" w:space="0" w:color="auto"/>
              <w:left w:val="single" w:sz="6" w:space="0" w:color="auto"/>
              <w:bottom w:val="single" w:sz="4" w:space="0" w:color="auto"/>
              <w:right w:val="single" w:sz="6" w:space="0" w:color="auto"/>
            </w:tcBorders>
          </w:tcPr>
          <w:p w14:paraId="683B8765"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4EC60FEC" w14:textId="17516853" w:rsidR="00D54EFC" w:rsidRPr="00D54EFC" w:rsidRDefault="00D54EFC" w:rsidP="00D54EFC">
            <w:pPr>
              <w:spacing w:after="60"/>
              <w:rPr>
                <w:iCs/>
                <w:sz w:val="20"/>
              </w:rPr>
            </w:pPr>
            <w:r w:rsidRPr="00D54EFC">
              <w:rPr>
                <w:iCs/>
                <w:sz w:val="20"/>
              </w:rPr>
              <w:t xml:space="preserve">Coastal, Panhandle, and Other wind regions.  WGRs are classified into regions based on the county that contains their POIB.  </w:t>
            </w:r>
          </w:p>
          <w:p w14:paraId="1F5DAF99" w14:textId="77777777" w:rsidR="00D54EFC" w:rsidRPr="00D54EFC" w:rsidRDefault="00D54EFC" w:rsidP="00D54EFC">
            <w:pPr>
              <w:spacing w:after="60"/>
              <w:rPr>
                <w:iCs/>
                <w:sz w:val="20"/>
              </w:rPr>
            </w:pPr>
            <w:r w:rsidRPr="00D54EFC">
              <w:rPr>
                <w:iCs/>
                <w:sz w:val="20"/>
              </w:rPr>
              <w:t xml:space="preserve">The Coastal region is defined as the following counties: Aransas, Brazoria, Calhoun, Cameron, Kenedy, Kleberg, Matagorda, Nueces, Refugio, San Patricio, and Willacy.  </w:t>
            </w:r>
          </w:p>
          <w:p w14:paraId="68263268" w14:textId="6C423E2B" w:rsidR="00D54EFC" w:rsidRPr="00D54EFC" w:rsidRDefault="00D54EFC" w:rsidP="00D54EFC">
            <w:pPr>
              <w:spacing w:after="60"/>
              <w:rPr>
                <w:iCs/>
                <w:sz w:val="20"/>
              </w:rPr>
            </w:pPr>
            <w:r w:rsidRPr="00D54EFC">
              <w:rPr>
                <w:iCs/>
                <w:sz w:val="20"/>
              </w:rPr>
              <w:t>The Panhandle region is defined as the following counties: Armstrong, Bailey, Briscoe, Carson, Castro, Childress, Cochran, Collingsworth, Crosby, Dallam, Deaf Smith, Dickens, Donley, Floyd, Gray, Hale, Hall, Hansford, Hartley, Hemphill, Hockley, Hutchinson, Lamb, Lipscomb, Lubbock, Moore, Motley, Ochiltree, Oldham, Parmer, Potter, Randall, Roberts, Sherman, Swisher, and Wheeler.</w:t>
            </w:r>
          </w:p>
          <w:p w14:paraId="7866660E" w14:textId="6CB812E4" w:rsidR="00D54EFC" w:rsidRPr="00D54EFC" w:rsidRDefault="00D54EFC" w:rsidP="00D54EFC">
            <w:pPr>
              <w:spacing w:after="60"/>
              <w:rPr>
                <w:iCs/>
                <w:sz w:val="20"/>
              </w:rPr>
            </w:pPr>
            <w:r w:rsidRPr="00D54EFC">
              <w:rPr>
                <w:iCs/>
                <w:sz w:val="20"/>
              </w:rPr>
              <w:t>The Other region consists of all other counties in the ERCOT Region.</w:t>
            </w:r>
          </w:p>
        </w:tc>
      </w:tr>
    </w:tbl>
    <w:p w14:paraId="3D5255A7" w14:textId="77777777" w:rsidR="00E362F3" w:rsidRDefault="00E362F3"/>
    <w:tbl>
      <w:tblPr>
        <w:tblW w:w="5051"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362F3" w14:paraId="2985A4C7" w14:textId="77777777" w:rsidTr="00E362F3">
        <w:tc>
          <w:tcPr>
            <w:tcW w:w="5000" w:type="pct"/>
            <w:tcBorders>
              <w:top w:val="single" w:sz="4" w:space="0" w:color="auto"/>
              <w:left w:val="single" w:sz="4" w:space="0" w:color="auto"/>
              <w:bottom w:val="single" w:sz="4" w:space="0" w:color="auto"/>
              <w:right w:val="single" w:sz="4" w:space="0" w:color="auto"/>
            </w:tcBorders>
            <w:shd w:val="clear" w:color="auto" w:fill="D9D9D9"/>
            <w:hideMark/>
          </w:tcPr>
          <w:p w14:paraId="37CF52EB" w14:textId="7880A0F4" w:rsidR="00E362F3" w:rsidRDefault="00E362F3" w:rsidP="000F6E5A">
            <w:pPr>
              <w:spacing w:before="120" w:after="240"/>
              <w:rPr>
                <w:b/>
                <w:i/>
              </w:rPr>
            </w:pPr>
            <w:bookmarkStart w:id="726" w:name="_Toc199405256"/>
            <w:bookmarkEnd w:id="723"/>
            <w:bookmarkEnd w:id="725"/>
            <w:r>
              <w:rPr>
                <w:b/>
                <w:i/>
              </w:rPr>
              <w:t>[NPRR1267:  Insert Section 3.2.7 below upon system implementation:]</w:t>
            </w:r>
          </w:p>
          <w:p w14:paraId="68B36BFC" w14:textId="77777777" w:rsidR="00E362F3" w:rsidRPr="00E362F3" w:rsidRDefault="00E362F3" w:rsidP="00E362F3">
            <w:pPr>
              <w:keepNext/>
              <w:tabs>
                <w:tab w:val="left" w:pos="1080"/>
              </w:tabs>
              <w:spacing w:after="240"/>
              <w:ind w:left="1080" w:hanging="1080"/>
              <w:outlineLvl w:val="2"/>
              <w:rPr>
                <w:b/>
                <w:bCs/>
                <w:i/>
                <w:lang w:val="x-none" w:eastAsia="x-none"/>
              </w:rPr>
            </w:pPr>
            <w:bookmarkStart w:id="727" w:name="_Hlk204323075"/>
            <w:r w:rsidRPr="00E362F3">
              <w:rPr>
                <w:b/>
                <w:bCs/>
                <w:i/>
                <w:lang w:val="x-none" w:eastAsia="x-none"/>
              </w:rPr>
              <w:t>3.2.7</w:t>
            </w:r>
            <w:r w:rsidRPr="00E362F3">
              <w:rPr>
                <w:b/>
                <w:bCs/>
                <w:i/>
                <w:lang w:val="x-none" w:eastAsia="x-none"/>
              </w:rPr>
              <w:tab/>
              <w:t xml:space="preserve">Large Load Interconnection Status Report </w:t>
            </w:r>
          </w:p>
          <w:p w14:paraId="46428394" w14:textId="3718A068" w:rsidR="00E362F3" w:rsidRPr="00E362F3" w:rsidRDefault="00E362F3" w:rsidP="00E362F3">
            <w:pPr>
              <w:spacing w:after="240"/>
              <w:ind w:left="720" w:hanging="720"/>
              <w:rPr>
                <w:szCs w:val="24"/>
              </w:rPr>
            </w:pPr>
            <w:r w:rsidRPr="00E362F3">
              <w:rPr>
                <w:iCs/>
              </w:rPr>
              <w:t>(1)</w:t>
            </w:r>
            <w:r w:rsidRPr="00E362F3">
              <w:rPr>
                <w:iCs/>
              </w:rPr>
              <w:tab/>
              <w:t xml:space="preserve">For purposes of this section, a Large Load is inclusive of </w:t>
            </w:r>
            <w:r w:rsidRPr="00E362F3">
              <w:rPr>
                <w:szCs w:val="24"/>
              </w:rPr>
              <w:t xml:space="preserve">one or more Facilities at a single site with an aggregate peak Demand greater than or equal to 75 MW behind one or more common Points of Interconnection (POIs) or Service Delivery Points that is </w:t>
            </w:r>
            <w:r w:rsidRPr="00E362F3">
              <w:rPr>
                <w:szCs w:val="24"/>
              </w:rPr>
              <w:lastRenderedPageBreak/>
              <w:t xml:space="preserve">seeking interconnection on or after March 25, 2022. </w:t>
            </w:r>
            <w:r>
              <w:rPr>
                <w:szCs w:val="24"/>
              </w:rPr>
              <w:t xml:space="preserve"> </w:t>
            </w:r>
            <w:r w:rsidRPr="00E362F3">
              <w:rPr>
                <w:szCs w:val="24"/>
              </w:rPr>
              <w:t>ERCOT may expand the criteria for including a Load as a Large Load, provided the defining criteria are clearly stated in the applicable report.</w:t>
            </w:r>
          </w:p>
          <w:p w14:paraId="00BEA73A" w14:textId="6AF197D8" w:rsidR="00E362F3" w:rsidRPr="00E362F3" w:rsidRDefault="00E362F3" w:rsidP="00E362F3">
            <w:pPr>
              <w:spacing w:after="240"/>
              <w:ind w:left="720" w:hanging="720"/>
              <w:rPr>
                <w:szCs w:val="24"/>
              </w:rPr>
            </w:pPr>
            <w:r w:rsidRPr="00E362F3">
              <w:rPr>
                <w:szCs w:val="24"/>
              </w:rPr>
              <w:t>(2)</w:t>
            </w:r>
            <w:r w:rsidRPr="00E362F3">
              <w:rPr>
                <w:szCs w:val="24"/>
              </w:rPr>
              <w:tab/>
              <w:t xml:space="preserve">ERCOT must publish a Large Load </w:t>
            </w:r>
            <w:r w:rsidR="00A22AC7">
              <w:rPr>
                <w:szCs w:val="24"/>
              </w:rPr>
              <w:t>i</w:t>
            </w:r>
            <w:r w:rsidRPr="00E362F3">
              <w:rPr>
                <w:szCs w:val="24"/>
              </w:rPr>
              <w:t xml:space="preserve">nterconnection status report each month to the ERCOT website that aggregates Large Load </w:t>
            </w:r>
            <w:r w:rsidR="00A22AC7">
              <w:rPr>
                <w:szCs w:val="24"/>
              </w:rPr>
              <w:t>i</w:t>
            </w:r>
            <w:r w:rsidRPr="00E362F3">
              <w:rPr>
                <w:szCs w:val="24"/>
              </w:rPr>
              <w:t>nterconnection requests across multiple dimensions with as much specificity as possible while maintaining the confidentiality of Customer data, including:</w:t>
            </w:r>
          </w:p>
          <w:p w14:paraId="2D22031C" w14:textId="77777777" w:rsidR="00E362F3" w:rsidRPr="00E362F3" w:rsidRDefault="00E362F3" w:rsidP="00E362F3">
            <w:pPr>
              <w:spacing w:after="240"/>
              <w:ind w:left="1440" w:hanging="720"/>
            </w:pPr>
            <w:r w:rsidRPr="00E362F3">
              <w:t>(a)</w:t>
            </w:r>
            <w:r w:rsidRPr="00E362F3">
              <w:tab/>
              <w:t>Load Zone;</w:t>
            </w:r>
          </w:p>
          <w:p w14:paraId="0CDE1501" w14:textId="77777777" w:rsidR="00E362F3" w:rsidRPr="00E362F3" w:rsidRDefault="00E362F3" w:rsidP="00E362F3">
            <w:pPr>
              <w:spacing w:after="240"/>
              <w:ind w:left="1440" w:hanging="720"/>
            </w:pPr>
            <w:r w:rsidRPr="00E362F3">
              <w:t>(b)</w:t>
            </w:r>
            <w:r w:rsidRPr="00E362F3">
              <w:tab/>
              <w:t>TSP;</w:t>
            </w:r>
          </w:p>
          <w:p w14:paraId="3ED87F73" w14:textId="3E8046A2" w:rsidR="00E362F3" w:rsidRPr="00E362F3" w:rsidRDefault="00E362F3" w:rsidP="00E362F3">
            <w:pPr>
              <w:spacing w:after="240"/>
              <w:ind w:left="1440" w:hanging="720"/>
            </w:pPr>
            <w:r w:rsidRPr="00E362F3">
              <w:t>(c)</w:t>
            </w:r>
            <w:r w:rsidRPr="00E362F3">
              <w:tab/>
              <w:t>Load type (as provided to the TSP, such as refinery, steel mill, data center, etc.);</w:t>
            </w:r>
          </w:p>
          <w:p w14:paraId="129E23D4" w14:textId="77777777" w:rsidR="00E362F3" w:rsidRPr="00E362F3" w:rsidRDefault="00E362F3" w:rsidP="00E362F3">
            <w:pPr>
              <w:spacing w:after="240"/>
              <w:ind w:left="1440" w:hanging="720"/>
            </w:pPr>
            <w:r w:rsidRPr="00E362F3">
              <w:t>(d)</w:t>
            </w:r>
            <w:r w:rsidRPr="00E362F3">
              <w:tab/>
              <w:t xml:space="preserve">Calendar quarter and year in which the interconnecting TSP submitted the project to ERCOT; </w:t>
            </w:r>
          </w:p>
          <w:p w14:paraId="57D12AEB" w14:textId="77777777" w:rsidR="00E362F3" w:rsidRPr="00E362F3" w:rsidRDefault="00E362F3" w:rsidP="00E362F3">
            <w:pPr>
              <w:spacing w:after="240"/>
              <w:ind w:left="1440" w:hanging="720"/>
            </w:pPr>
            <w:r w:rsidRPr="00E362F3">
              <w:t>(e)</w:t>
            </w:r>
            <w:r w:rsidRPr="00E362F3">
              <w:tab/>
              <w:t>Requested energization quarter and year;</w:t>
            </w:r>
          </w:p>
          <w:p w14:paraId="0E686E56" w14:textId="77777777" w:rsidR="00E362F3" w:rsidRPr="00E362F3" w:rsidRDefault="00E362F3" w:rsidP="00E362F3">
            <w:pPr>
              <w:spacing w:after="240"/>
              <w:ind w:left="1440" w:hanging="720"/>
            </w:pPr>
            <w:r w:rsidRPr="00E362F3">
              <w:t>(f)</w:t>
            </w:r>
            <w:r w:rsidRPr="00E362F3">
              <w:tab/>
              <w:t>Size range;</w:t>
            </w:r>
          </w:p>
          <w:p w14:paraId="575DA179" w14:textId="77777777" w:rsidR="00E362F3" w:rsidRPr="00E362F3" w:rsidRDefault="00E362F3" w:rsidP="00E362F3">
            <w:pPr>
              <w:spacing w:after="240"/>
              <w:ind w:left="1440" w:hanging="720"/>
            </w:pPr>
            <w:r w:rsidRPr="00E362F3">
              <w:t>(g)</w:t>
            </w:r>
            <w:r w:rsidRPr="00E362F3">
              <w:tab/>
              <w:t>Interconnection status (as defined by ERCOT to differentiate between operational, approved, under study, etc.); and</w:t>
            </w:r>
          </w:p>
          <w:p w14:paraId="3E087CB1" w14:textId="77777777" w:rsidR="00E362F3" w:rsidRPr="00E362F3" w:rsidRDefault="00E362F3" w:rsidP="00E362F3">
            <w:pPr>
              <w:spacing w:after="240"/>
              <w:ind w:left="1440" w:hanging="720"/>
            </w:pPr>
            <w:r w:rsidRPr="00E362F3">
              <w:t>(h)</w:t>
            </w:r>
            <w:r w:rsidRPr="00E362F3">
              <w:tab/>
              <w:t>Co-location status.</w:t>
            </w:r>
          </w:p>
          <w:p w14:paraId="66A4750E" w14:textId="77777777" w:rsidR="00E362F3" w:rsidRPr="00E362F3" w:rsidRDefault="00E362F3" w:rsidP="00E362F3">
            <w:pPr>
              <w:spacing w:after="240"/>
              <w:ind w:left="720" w:hanging="720"/>
              <w:rPr>
                <w:szCs w:val="24"/>
              </w:rPr>
            </w:pPr>
            <w:r w:rsidRPr="00E362F3">
              <w:rPr>
                <w:szCs w:val="24"/>
              </w:rPr>
              <w:t>(3)</w:t>
            </w:r>
            <w:r w:rsidRPr="00E362F3">
              <w:rPr>
                <w:szCs w:val="24"/>
              </w:rPr>
              <w:tab/>
              <w:t xml:space="preserve">ERCOT shall take actions such </w:t>
            </w:r>
            <w:r w:rsidRPr="00E362F3">
              <w:rPr>
                <w:position w:val="-1"/>
                <w:szCs w:val="24"/>
              </w:rPr>
              <w:t>as providing ranges of interconnection MW sizes, aggregate loads, and other similar actions</w:t>
            </w:r>
            <w:r w:rsidRPr="00E362F3">
              <w:rPr>
                <w:szCs w:val="24"/>
              </w:rPr>
              <w:t xml:space="preserve"> to protect, anonymize, and otherwise safeguard confidential and competitively-sensitive Customer data from public disclosure.  When aggregating Customer data, ERCOT should ensure that at least five Customers exist in a particular Load type subcategory prior to aggregation, to protect against accidental disclosure.  ERCOT may leave a certain category blank or aggregated with other Load types to avoid disclosure.</w:t>
            </w:r>
          </w:p>
          <w:p w14:paraId="4E2B835C" w14:textId="77777777" w:rsidR="00E362F3" w:rsidRPr="00E362F3" w:rsidRDefault="00E362F3" w:rsidP="00E362F3">
            <w:pPr>
              <w:spacing w:after="240"/>
              <w:ind w:left="720" w:hanging="720"/>
              <w:rPr>
                <w:rFonts w:ascii="Arial" w:hAnsi="Arial" w:cs="Arial"/>
                <w:b/>
                <w:i/>
                <w:color w:val="FF0000"/>
                <w:sz w:val="22"/>
                <w:szCs w:val="22"/>
              </w:rPr>
            </w:pPr>
            <w:r w:rsidRPr="00E362F3">
              <w:rPr>
                <w:szCs w:val="24"/>
              </w:rPr>
              <w:t>(4)</w:t>
            </w:r>
            <w:r w:rsidRPr="00E362F3">
              <w:rPr>
                <w:szCs w:val="24"/>
              </w:rPr>
              <w:tab/>
              <w:t>ERCOT shall report to TAC or its designated subcommittee its methodology for developing the report defined in paragraph (2) above whenever that methodology changes, but at least every two years.</w:t>
            </w:r>
          </w:p>
          <w:bookmarkEnd w:id="727"/>
          <w:p w14:paraId="27ACC170" w14:textId="705ADBE9" w:rsidR="00E362F3" w:rsidRPr="007F7DC3" w:rsidRDefault="00E362F3" w:rsidP="000F6E5A">
            <w:pPr>
              <w:pStyle w:val="List"/>
            </w:pPr>
          </w:p>
        </w:tc>
      </w:tr>
    </w:tbl>
    <w:p w14:paraId="2269EC1D" w14:textId="74ACDADF" w:rsidR="00CB13B2" w:rsidRDefault="002D238A" w:rsidP="002402BA">
      <w:pPr>
        <w:pStyle w:val="H2"/>
        <w:spacing w:before="480"/>
        <w:ind w:left="0" w:firstLine="0"/>
      </w:pPr>
      <w:r>
        <w:lastRenderedPageBreak/>
        <w:t>3.3</w:t>
      </w:r>
      <w:r>
        <w:tab/>
        <w:t>Management of Changes to ERCOT Transmission Grid</w:t>
      </w:r>
      <w:bookmarkEnd w:id="712"/>
      <w:bookmarkEnd w:id="713"/>
      <w:bookmarkEnd w:id="714"/>
      <w:bookmarkEnd w:id="715"/>
      <w:bookmarkEnd w:id="716"/>
      <w:bookmarkEnd w:id="717"/>
      <w:bookmarkEnd w:id="718"/>
      <w:bookmarkEnd w:id="719"/>
      <w:bookmarkEnd w:id="720"/>
      <w:bookmarkEnd w:id="721"/>
      <w:bookmarkEnd w:id="726"/>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28" w:name="_Toc204048511"/>
      <w:bookmarkStart w:id="729" w:name="_Toc400526104"/>
      <w:bookmarkStart w:id="730" w:name="_Toc405534422"/>
      <w:bookmarkStart w:id="731" w:name="_Toc406570435"/>
      <w:bookmarkStart w:id="732" w:name="_Toc410910587"/>
      <w:bookmarkStart w:id="733" w:name="_Toc411841015"/>
      <w:bookmarkStart w:id="734" w:name="_Toc422146977"/>
      <w:bookmarkStart w:id="735" w:name="_Toc433020573"/>
      <w:bookmarkStart w:id="736" w:name="_Toc437262014"/>
      <w:bookmarkStart w:id="737" w:name="_Toc478375189"/>
      <w:bookmarkStart w:id="738" w:name="_Toc199405257"/>
      <w:r>
        <w:lastRenderedPageBreak/>
        <w:t>3.3.1</w:t>
      </w:r>
      <w:r>
        <w:tab/>
        <w:t>ERCOT Approval of New or Relocated Facilities</w:t>
      </w:r>
      <w:bookmarkEnd w:id="728"/>
      <w:bookmarkEnd w:id="729"/>
      <w:bookmarkEnd w:id="730"/>
      <w:bookmarkEnd w:id="731"/>
      <w:bookmarkEnd w:id="732"/>
      <w:bookmarkEnd w:id="733"/>
      <w:bookmarkEnd w:id="734"/>
      <w:bookmarkEnd w:id="735"/>
      <w:bookmarkEnd w:id="736"/>
      <w:bookmarkEnd w:id="737"/>
      <w:bookmarkEnd w:id="738"/>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39" w:name="_Toc204048512"/>
            <w:bookmarkStart w:id="740" w:name="_Toc400526105"/>
            <w:bookmarkStart w:id="741" w:name="_Toc405534423"/>
            <w:bookmarkStart w:id="742" w:name="_Toc406570436"/>
            <w:bookmarkStart w:id="743" w:name="_Toc410910588"/>
            <w:bookmarkStart w:id="744" w:name="_Toc411841016"/>
            <w:bookmarkStart w:id="745" w:name="_Toc422146978"/>
            <w:bookmarkStart w:id="746" w:name="_Toc433020574"/>
            <w:bookmarkStart w:id="747" w:name="_Toc437262015"/>
            <w:bookmarkStart w:id="748"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49" w:name="_Toc199405258"/>
      <w:r>
        <w:t>3.3.2</w:t>
      </w:r>
      <w:r>
        <w:tab/>
        <w:t>Types of Work Requiring ERCOT Approval</w:t>
      </w:r>
      <w:bookmarkEnd w:id="739"/>
      <w:bookmarkEnd w:id="740"/>
      <w:bookmarkEnd w:id="741"/>
      <w:bookmarkEnd w:id="742"/>
      <w:bookmarkEnd w:id="743"/>
      <w:bookmarkEnd w:id="744"/>
      <w:bookmarkEnd w:id="745"/>
      <w:bookmarkEnd w:id="746"/>
      <w:bookmarkEnd w:id="747"/>
      <w:bookmarkEnd w:id="748"/>
      <w:bookmarkEnd w:id="749"/>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lastRenderedPageBreak/>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2D4E2FB6" w14:textId="77777777" w:rsidR="00C73A90"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3A90" w14:paraId="5AD7C8C8" w14:textId="77777777" w:rsidTr="00A54797">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B8911B1" w14:textId="5C71C0AD" w:rsidR="00C73A90" w:rsidRDefault="00C73A90" w:rsidP="00A54797">
            <w:pPr>
              <w:spacing w:before="120" w:after="240"/>
              <w:rPr>
                <w:b/>
                <w:i/>
              </w:rPr>
            </w:pPr>
            <w:r>
              <w:rPr>
                <w:b/>
                <w:i/>
              </w:rPr>
              <w:t>[NPRR1234:  Insert paragraph (e) below upon system implementation:]</w:t>
            </w:r>
          </w:p>
          <w:p w14:paraId="44786C19" w14:textId="3487F891" w:rsidR="00C73A90" w:rsidRPr="007F7DC3" w:rsidRDefault="00C73A90" w:rsidP="00C73A90">
            <w:pPr>
              <w:spacing w:after="240"/>
              <w:ind w:left="1440" w:hanging="720"/>
            </w:pPr>
            <w:r w:rsidRPr="003D6297">
              <w:t>(e)</w:t>
            </w:r>
            <w:r w:rsidRPr="003D6297">
              <w:tab/>
              <w:t>Large Load interconnections.</w:t>
            </w:r>
          </w:p>
        </w:tc>
      </w:tr>
    </w:tbl>
    <w:p w14:paraId="1CF07020" w14:textId="77777777" w:rsidR="00CB13B2" w:rsidRPr="00AE0E6D" w:rsidRDefault="002D238A" w:rsidP="00C73A90">
      <w:pPr>
        <w:pStyle w:val="H4"/>
        <w:keepNext w:val="0"/>
        <w:spacing w:before="480"/>
        <w:rPr>
          <w:b/>
        </w:rPr>
      </w:pPr>
      <w:bookmarkStart w:id="750" w:name="_Toc204048513"/>
      <w:bookmarkStart w:id="751" w:name="_Toc400526106"/>
      <w:bookmarkStart w:id="752" w:name="_Toc405534424"/>
      <w:bookmarkStart w:id="753" w:name="_Toc406570437"/>
      <w:bookmarkStart w:id="754" w:name="_Toc410910589"/>
      <w:bookmarkStart w:id="755" w:name="_Toc411841017"/>
      <w:bookmarkStart w:id="756" w:name="_Toc422146979"/>
      <w:bookmarkStart w:id="757" w:name="_Toc433020575"/>
      <w:bookmarkStart w:id="758" w:name="_Toc437262016"/>
      <w:bookmarkStart w:id="759" w:name="_Toc478375191"/>
      <w:bookmarkStart w:id="760" w:name="_Toc199405259"/>
      <w:r w:rsidRPr="00AE0E6D">
        <w:rPr>
          <w:b/>
        </w:rPr>
        <w:t>3.3.2.1</w:t>
      </w:r>
      <w:r w:rsidRPr="00AE0E6D">
        <w:rPr>
          <w:b/>
        </w:rPr>
        <w:tab/>
        <w:t>Information to Be Provided to ERCOT</w:t>
      </w:r>
      <w:bookmarkEnd w:id="750"/>
      <w:bookmarkEnd w:id="751"/>
      <w:bookmarkEnd w:id="752"/>
      <w:bookmarkEnd w:id="753"/>
      <w:bookmarkEnd w:id="754"/>
      <w:bookmarkEnd w:id="755"/>
      <w:bookmarkEnd w:id="756"/>
      <w:bookmarkEnd w:id="757"/>
      <w:bookmarkEnd w:id="758"/>
      <w:bookmarkEnd w:id="759"/>
      <w:bookmarkEnd w:id="760"/>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lastRenderedPageBreak/>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lastRenderedPageBreak/>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61" w:name="_Toc204048514"/>
            <w:bookmarkStart w:id="762" w:name="_Toc400526107"/>
            <w:bookmarkStart w:id="763" w:name="_Toc405534425"/>
            <w:bookmarkStart w:id="764" w:name="_Toc406570438"/>
            <w:bookmarkStart w:id="765" w:name="_Toc410910590"/>
            <w:bookmarkStart w:id="766" w:name="_Toc411841018"/>
            <w:bookmarkStart w:id="767" w:name="_Toc422146980"/>
            <w:bookmarkStart w:id="768" w:name="_Toc433020576"/>
            <w:bookmarkStart w:id="769" w:name="_Toc437262017"/>
            <w:bookmarkStart w:id="770"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lastRenderedPageBreak/>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71" w:name="_Toc199405260"/>
      <w:r w:rsidRPr="00AE0E6D">
        <w:rPr>
          <w:b/>
        </w:rPr>
        <w:lastRenderedPageBreak/>
        <w:t>3.3.2.2</w:t>
      </w:r>
      <w:r w:rsidRPr="00AE0E6D">
        <w:rPr>
          <w:b/>
        </w:rPr>
        <w:tab/>
        <w:t>Record of Approved Work</w:t>
      </w:r>
      <w:bookmarkEnd w:id="761"/>
      <w:bookmarkEnd w:id="762"/>
      <w:bookmarkEnd w:id="763"/>
      <w:bookmarkEnd w:id="764"/>
      <w:bookmarkEnd w:id="765"/>
      <w:bookmarkEnd w:id="766"/>
      <w:bookmarkEnd w:id="767"/>
      <w:bookmarkEnd w:id="768"/>
      <w:bookmarkEnd w:id="769"/>
      <w:bookmarkEnd w:id="770"/>
      <w:bookmarkEnd w:id="771"/>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72" w:name="_Toc204048515"/>
      <w:bookmarkStart w:id="773" w:name="_Toc400526108"/>
      <w:bookmarkStart w:id="774" w:name="_Toc405534426"/>
      <w:bookmarkStart w:id="775" w:name="_Toc406570439"/>
      <w:bookmarkStart w:id="776" w:name="_Toc410910591"/>
      <w:bookmarkStart w:id="777" w:name="_Toc411841019"/>
      <w:bookmarkStart w:id="778" w:name="_Toc422146981"/>
      <w:bookmarkStart w:id="779" w:name="_Toc433020577"/>
      <w:bookmarkStart w:id="780" w:name="_Toc437262018"/>
      <w:bookmarkStart w:id="781" w:name="_Toc478375193"/>
      <w:bookmarkStart w:id="782" w:name="_Toc199405261"/>
      <w:r>
        <w:t>3.4</w:t>
      </w:r>
      <w:r>
        <w:tab/>
        <w:t>Load Zones</w:t>
      </w:r>
      <w:bookmarkEnd w:id="772"/>
      <w:bookmarkEnd w:id="773"/>
      <w:bookmarkEnd w:id="774"/>
      <w:bookmarkEnd w:id="775"/>
      <w:bookmarkEnd w:id="776"/>
      <w:bookmarkEnd w:id="777"/>
      <w:bookmarkEnd w:id="778"/>
      <w:bookmarkEnd w:id="779"/>
      <w:bookmarkEnd w:id="780"/>
      <w:bookmarkEnd w:id="781"/>
      <w:bookmarkEnd w:id="782"/>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w:t>
      </w:r>
      <w:r w:rsidR="002D238A">
        <w:lastRenderedPageBreak/>
        <w:t xml:space="preserve">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83" w:name="_Toc204048516"/>
      <w:bookmarkStart w:id="784" w:name="_Toc400526109"/>
      <w:bookmarkStart w:id="785" w:name="_Toc405534427"/>
      <w:bookmarkStart w:id="786" w:name="_Toc406570440"/>
      <w:bookmarkStart w:id="787" w:name="_Toc410910592"/>
      <w:bookmarkStart w:id="788" w:name="_Toc411841020"/>
      <w:bookmarkStart w:id="789" w:name="_Toc422146982"/>
      <w:bookmarkStart w:id="790" w:name="_Toc433020578"/>
      <w:bookmarkStart w:id="791" w:name="_Toc437262019"/>
      <w:bookmarkStart w:id="792" w:name="_Toc478375194"/>
      <w:bookmarkStart w:id="793" w:name="_Toc199405262"/>
      <w:r>
        <w:t>3.4.1</w:t>
      </w:r>
      <w:r>
        <w:tab/>
        <w:t>Load Zone Types</w:t>
      </w:r>
      <w:bookmarkEnd w:id="783"/>
      <w:bookmarkEnd w:id="784"/>
      <w:bookmarkEnd w:id="785"/>
      <w:bookmarkEnd w:id="786"/>
      <w:bookmarkEnd w:id="787"/>
      <w:bookmarkEnd w:id="788"/>
      <w:bookmarkEnd w:id="789"/>
      <w:bookmarkEnd w:id="790"/>
      <w:bookmarkEnd w:id="791"/>
      <w:bookmarkEnd w:id="792"/>
      <w:bookmarkEnd w:id="793"/>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94" w:name="_Toc204048517"/>
      <w:bookmarkStart w:id="795" w:name="_Toc400526110"/>
      <w:bookmarkStart w:id="796" w:name="_Toc405534428"/>
      <w:bookmarkStart w:id="797" w:name="_Toc406570441"/>
      <w:bookmarkStart w:id="798" w:name="_Toc410910593"/>
      <w:bookmarkStart w:id="799" w:name="_Toc411841021"/>
      <w:bookmarkStart w:id="800" w:name="_Toc422146983"/>
      <w:bookmarkStart w:id="801" w:name="_Toc433020579"/>
      <w:bookmarkStart w:id="802" w:name="_Toc437262020"/>
      <w:bookmarkStart w:id="803" w:name="_Toc478375195"/>
      <w:bookmarkStart w:id="804" w:name="_Toc199405263"/>
      <w:r>
        <w:t>3.4.2</w:t>
      </w:r>
      <w:r>
        <w:tab/>
        <w:t>Load Zone Modifications</w:t>
      </w:r>
      <w:bookmarkEnd w:id="794"/>
      <w:bookmarkEnd w:id="795"/>
      <w:bookmarkEnd w:id="796"/>
      <w:bookmarkEnd w:id="797"/>
      <w:bookmarkEnd w:id="798"/>
      <w:bookmarkEnd w:id="799"/>
      <w:bookmarkEnd w:id="800"/>
      <w:bookmarkEnd w:id="801"/>
      <w:bookmarkEnd w:id="802"/>
      <w:bookmarkEnd w:id="803"/>
      <w:bookmarkEnd w:id="804"/>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05" w:name="_Toc204048518"/>
      <w:bookmarkStart w:id="806" w:name="_Toc400526111"/>
      <w:bookmarkStart w:id="807" w:name="_Toc405534429"/>
      <w:bookmarkStart w:id="808" w:name="_Toc406570442"/>
      <w:bookmarkStart w:id="809" w:name="_Toc410910594"/>
      <w:bookmarkStart w:id="810" w:name="_Toc411841022"/>
      <w:bookmarkStart w:id="811" w:name="_Toc422146984"/>
      <w:bookmarkStart w:id="812" w:name="_Toc433020580"/>
      <w:bookmarkStart w:id="813" w:name="_Toc437262021"/>
      <w:bookmarkStart w:id="814" w:name="_Toc478375196"/>
      <w:bookmarkStart w:id="815" w:name="_Toc199405264"/>
      <w:r>
        <w:lastRenderedPageBreak/>
        <w:t>3.4.3</w:t>
      </w:r>
      <w:r>
        <w:tab/>
        <w:t>NOIE Load Zones</w:t>
      </w:r>
      <w:bookmarkEnd w:id="805"/>
      <w:bookmarkEnd w:id="806"/>
      <w:bookmarkEnd w:id="807"/>
      <w:bookmarkEnd w:id="808"/>
      <w:bookmarkEnd w:id="809"/>
      <w:bookmarkEnd w:id="810"/>
      <w:bookmarkEnd w:id="811"/>
      <w:bookmarkEnd w:id="812"/>
      <w:bookmarkEnd w:id="813"/>
      <w:bookmarkEnd w:id="814"/>
      <w:bookmarkEnd w:id="815"/>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16" w:name="_Toc204048519"/>
      <w:bookmarkStart w:id="817" w:name="_Toc400526112"/>
      <w:bookmarkStart w:id="818" w:name="_Toc405534430"/>
      <w:bookmarkStart w:id="819" w:name="_Toc406570443"/>
      <w:bookmarkStart w:id="820" w:name="_Toc410910595"/>
      <w:bookmarkStart w:id="821" w:name="_Toc411841023"/>
      <w:bookmarkStart w:id="822" w:name="_Toc422146985"/>
      <w:bookmarkStart w:id="823" w:name="_Toc433020581"/>
      <w:bookmarkStart w:id="824" w:name="_Toc437262022"/>
      <w:bookmarkStart w:id="825" w:name="_Toc478375197"/>
      <w:bookmarkStart w:id="826" w:name="_Toc199405265"/>
      <w:r>
        <w:lastRenderedPageBreak/>
        <w:t>3.4.4</w:t>
      </w:r>
      <w:r>
        <w:tab/>
        <w:t>DC Tie Load Zones</w:t>
      </w:r>
      <w:bookmarkEnd w:id="816"/>
      <w:bookmarkEnd w:id="817"/>
      <w:bookmarkEnd w:id="818"/>
      <w:bookmarkEnd w:id="819"/>
      <w:bookmarkEnd w:id="820"/>
      <w:bookmarkEnd w:id="821"/>
      <w:bookmarkEnd w:id="822"/>
      <w:bookmarkEnd w:id="823"/>
      <w:bookmarkEnd w:id="824"/>
      <w:bookmarkEnd w:id="825"/>
      <w:bookmarkEnd w:id="826"/>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27" w:name="_Toc204048520"/>
      <w:bookmarkStart w:id="828" w:name="_Toc400526113"/>
      <w:bookmarkStart w:id="829" w:name="_Toc405534431"/>
      <w:bookmarkStart w:id="830" w:name="_Toc406570444"/>
      <w:bookmarkStart w:id="831" w:name="_Toc410910596"/>
      <w:bookmarkStart w:id="832" w:name="_Toc411841024"/>
      <w:bookmarkStart w:id="833" w:name="_Toc422146986"/>
      <w:bookmarkStart w:id="834" w:name="_Toc433020582"/>
      <w:bookmarkStart w:id="835" w:name="_Toc437262023"/>
      <w:bookmarkStart w:id="836" w:name="_Toc478375198"/>
      <w:bookmarkStart w:id="837" w:name="_Toc199405266"/>
      <w:r>
        <w:t>3.4.5</w:t>
      </w:r>
      <w:r>
        <w:tab/>
        <w:t>Additional Load Buses</w:t>
      </w:r>
      <w:bookmarkEnd w:id="827"/>
      <w:bookmarkEnd w:id="828"/>
      <w:bookmarkEnd w:id="829"/>
      <w:bookmarkEnd w:id="830"/>
      <w:bookmarkEnd w:id="831"/>
      <w:bookmarkEnd w:id="832"/>
      <w:bookmarkEnd w:id="833"/>
      <w:bookmarkEnd w:id="834"/>
      <w:bookmarkEnd w:id="835"/>
      <w:bookmarkEnd w:id="836"/>
      <w:bookmarkEnd w:id="837"/>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38" w:name="_Toc204048521"/>
      <w:bookmarkStart w:id="839" w:name="_Toc400526114"/>
      <w:bookmarkStart w:id="840" w:name="_Toc405534432"/>
      <w:bookmarkStart w:id="841" w:name="_Toc406570445"/>
      <w:bookmarkStart w:id="842" w:name="_Toc410910597"/>
      <w:bookmarkStart w:id="843" w:name="_Toc411841025"/>
      <w:bookmarkStart w:id="844" w:name="_Toc422146987"/>
      <w:bookmarkStart w:id="845" w:name="_Toc433020583"/>
      <w:bookmarkStart w:id="846" w:name="_Toc437262024"/>
      <w:bookmarkStart w:id="847" w:name="_Toc478375199"/>
      <w:bookmarkStart w:id="848" w:name="_Toc199405267"/>
      <w:r>
        <w:t>3.5</w:t>
      </w:r>
      <w:r>
        <w:tab/>
        <w:t>Hubs</w:t>
      </w:r>
      <w:bookmarkEnd w:id="838"/>
      <w:bookmarkEnd w:id="839"/>
      <w:bookmarkEnd w:id="840"/>
      <w:bookmarkEnd w:id="841"/>
      <w:bookmarkEnd w:id="842"/>
      <w:bookmarkEnd w:id="843"/>
      <w:bookmarkEnd w:id="844"/>
      <w:bookmarkEnd w:id="845"/>
      <w:bookmarkEnd w:id="846"/>
      <w:bookmarkEnd w:id="847"/>
      <w:bookmarkEnd w:id="848"/>
    </w:p>
    <w:p w14:paraId="346C5EFD" w14:textId="77777777" w:rsidR="00CB13B2" w:rsidRDefault="002D238A">
      <w:pPr>
        <w:pStyle w:val="H3"/>
      </w:pPr>
      <w:bookmarkStart w:id="849" w:name="_Toc204048522"/>
      <w:bookmarkStart w:id="850" w:name="_Toc400526115"/>
      <w:bookmarkStart w:id="851" w:name="_Toc405534433"/>
      <w:bookmarkStart w:id="852" w:name="_Toc406570446"/>
      <w:bookmarkStart w:id="853" w:name="_Toc410910598"/>
      <w:bookmarkStart w:id="854" w:name="_Toc411841026"/>
      <w:bookmarkStart w:id="855" w:name="_Toc422146988"/>
      <w:bookmarkStart w:id="856" w:name="_Toc433020584"/>
      <w:bookmarkStart w:id="857" w:name="_Toc437262025"/>
      <w:bookmarkStart w:id="858" w:name="_Toc478375200"/>
      <w:bookmarkStart w:id="859" w:name="_Toc199405268"/>
      <w:r>
        <w:t>3.5.1</w:t>
      </w:r>
      <w:r>
        <w:tab/>
        <w:t>Process for Defining Hubs</w:t>
      </w:r>
      <w:bookmarkEnd w:id="849"/>
      <w:bookmarkEnd w:id="850"/>
      <w:bookmarkEnd w:id="851"/>
      <w:bookmarkEnd w:id="852"/>
      <w:bookmarkEnd w:id="853"/>
      <w:bookmarkEnd w:id="854"/>
      <w:bookmarkEnd w:id="855"/>
      <w:bookmarkEnd w:id="856"/>
      <w:bookmarkEnd w:id="857"/>
      <w:bookmarkEnd w:id="858"/>
      <w:bookmarkEnd w:id="859"/>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 xml:space="preserve">ERCOT </w:t>
      </w:r>
      <w:r w:rsidR="00012253">
        <w:lastRenderedPageBreak/>
        <w:t>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60" w:name="_Toc204048523"/>
            <w:bookmarkStart w:id="861" w:name="_Toc400526116"/>
            <w:bookmarkStart w:id="862" w:name="_Toc405534434"/>
            <w:bookmarkStart w:id="863" w:name="_Toc406570447"/>
            <w:bookmarkStart w:id="864" w:name="_Toc410910599"/>
            <w:bookmarkStart w:id="865" w:name="_Toc411841027"/>
            <w:bookmarkStart w:id="866" w:name="_Toc422146989"/>
            <w:bookmarkStart w:id="867" w:name="_Toc433020585"/>
            <w:bookmarkStart w:id="868" w:name="_Toc437262026"/>
            <w:bookmarkStart w:id="869"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70" w:name="_Toc199405269"/>
      <w:r>
        <w:t>3.5.2</w:t>
      </w:r>
      <w:r>
        <w:tab/>
        <w:t>Hub Definitions</w:t>
      </w:r>
      <w:bookmarkEnd w:id="860"/>
      <w:bookmarkEnd w:id="861"/>
      <w:bookmarkEnd w:id="862"/>
      <w:bookmarkEnd w:id="863"/>
      <w:bookmarkEnd w:id="864"/>
      <w:bookmarkEnd w:id="865"/>
      <w:bookmarkEnd w:id="866"/>
      <w:bookmarkEnd w:id="867"/>
      <w:bookmarkEnd w:id="868"/>
      <w:bookmarkEnd w:id="869"/>
      <w:bookmarkEnd w:id="870"/>
    </w:p>
    <w:p w14:paraId="6614C0E2" w14:textId="77777777" w:rsidR="00C51FB1" w:rsidRPr="00AE0E6D" w:rsidRDefault="00C51FB1" w:rsidP="00C51FB1">
      <w:pPr>
        <w:pStyle w:val="H4"/>
        <w:rPr>
          <w:b/>
        </w:rPr>
      </w:pPr>
      <w:bookmarkStart w:id="871" w:name="_Toc204048524"/>
      <w:bookmarkStart w:id="872" w:name="_Toc400526117"/>
      <w:bookmarkStart w:id="873" w:name="_Toc405534435"/>
      <w:bookmarkStart w:id="874" w:name="_Toc406570448"/>
      <w:bookmarkStart w:id="875" w:name="_Toc410910600"/>
      <w:bookmarkStart w:id="876" w:name="_Toc411841028"/>
      <w:bookmarkStart w:id="877" w:name="_Toc422146990"/>
      <w:bookmarkStart w:id="878" w:name="_Toc433020586"/>
      <w:bookmarkStart w:id="879" w:name="_Toc437262027"/>
      <w:bookmarkStart w:id="880" w:name="_Toc478375202"/>
      <w:bookmarkStart w:id="881" w:name="_Toc199405270"/>
      <w:bookmarkStart w:id="882" w:name="_Toc204048526"/>
      <w:r w:rsidRPr="00AE0E6D">
        <w:rPr>
          <w:b/>
        </w:rPr>
        <w:t>3.5.2.1</w:t>
      </w:r>
      <w:r w:rsidRPr="00AE0E6D">
        <w:rPr>
          <w:b/>
        </w:rPr>
        <w:tab/>
        <w:t>North 345 kV Hub (North 345)</w:t>
      </w:r>
      <w:bookmarkEnd w:id="871"/>
      <w:bookmarkEnd w:id="872"/>
      <w:bookmarkEnd w:id="873"/>
      <w:bookmarkEnd w:id="874"/>
      <w:bookmarkEnd w:id="875"/>
      <w:bookmarkEnd w:id="876"/>
      <w:bookmarkEnd w:id="877"/>
      <w:bookmarkEnd w:id="878"/>
      <w:bookmarkEnd w:id="879"/>
      <w:bookmarkEnd w:id="880"/>
      <w:bookmarkEnd w:id="881"/>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6809F39" w14:textId="77777777" w:rsidR="00C51FB1" w:rsidRDefault="00C51FB1" w:rsidP="00286D10">
            <w:pPr>
              <w:jc w:val="right"/>
              <w:rPr>
                <w:rFonts w:ascii="Arial" w:hAnsi="Arial" w:cs="Arial"/>
                <w:sz w:val="20"/>
              </w:rPr>
            </w:pPr>
            <w:r>
              <w:rPr>
                <w:rFonts w:ascii="Arial" w:hAnsi="Arial" w:cs="Arial"/>
                <w:sz w:val="20"/>
              </w:rPr>
              <w:lastRenderedPageBreak/>
              <w:t>43</w:t>
            </w:r>
          </w:p>
        </w:tc>
        <w:tc>
          <w:tcPr>
            <w:tcW w:w="2147" w:type="dxa"/>
            <w:tcBorders>
              <w:top w:val="nil"/>
              <w:left w:val="nil"/>
              <w:bottom w:val="single" w:sz="8" w:space="0" w:color="auto"/>
              <w:right w:val="single" w:sz="8" w:space="0" w:color="auto"/>
            </w:tcBorders>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lastRenderedPageBreak/>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3.4pt" o:ole="">
            <v:imagedata r:id="rId15" o:title=""/>
          </v:shape>
          <o:OLEObject Type="Embed" ProgID="Equation.3" ShapeID="_x0000_i1025" DrawAspect="Content" ObjectID="_1820248949"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6pt" o:ole="">
            <v:imagedata r:id="rId17" o:title=""/>
          </v:shape>
          <o:OLEObject Type="Embed" ProgID="Equation.3" ShapeID="_x0000_i1026" DrawAspect="Content" ObjectID="_1820248950"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6pt" o:ole="">
            <v:imagedata r:id="rId19" o:title=""/>
          </v:shape>
          <o:OLEObject Type="Embed" ProgID="Equation.3" ShapeID="_x0000_i1027" DrawAspect="Content" ObjectID="_1820248951"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4pt" o:ole="">
            <v:imagedata r:id="rId21" o:title=""/>
          </v:shape>
          <o:OLEObject Type="Embed" ProgID="Equation.3" ShapeID="_x0000_i1028" DrawAspect="Content" ObjectID="_1820248952"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4pt" o:ole="">
            <v:imagedata r:id="rId21" o:title=""/>
          </v:shape>
          <o:OLEObject Type="Embed" ProgID="Equation.3" ShapeID="_x0000_i1029" DrawAspect="Content" ObjectID="_1820248953"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4pt" o:ole="">
            <v:imagedata r:id="rId21" o:title=""/>
          </v:shape>
          <o:OLEObject Type="Embed" ProgID="Equation.3" ShapeID="_x0000_i1030" DrawAspect="Content" ObjectID="_1820248954"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3.4pt" o:ole="">
            <v:imagedata r:id="rId25" o:title=""/>
          </v:shape>
          <o:OLEObject Type="Embed" ProgID="Equation.3" ShapeID="_x0000_i1031" DrawAspect="Content" ObjectID="_1820248955"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lastRenderedPageBreak/>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83" w:name="_Toc204048525"/>
      <w:bookmarkStart w:id="884" w:name="_Toc400526118"/>
      <w:bookmarkStart w:id="885" w:name="_Toc405534436"/>
      <w:bookmarkStart w:id="886" w:name="_Toc406570449"/>
      <w:bookmarkStart w:id="887" w:name="_Toc410910601"/>
      <w:bookmarkStart w:id="888" w:name="_Toc411841029"/>
      <w:bookmarkStart w:id="889" w:name="_Toc422146991"/>
      <w:bookmarkStart w:id="890" w:name="_Toc433020587"/>
      <w:bookmarkStart w:id="891" w:name="_Toc437262028"/>
      <w:bookmarkStart w:id="892"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4pt" o:ole="">
                  <v:imagedata r:id="rId21" o:title=""/>
                </v:shape>
                <o:OLEObject Type="Embed" ProgID="Equation.3" ShapeID="_x0000_i1032" DrawAspect="Content" ObjectID="_1820248956"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4pt" o:ole="">
                  <v:imagedata r:id="rId21" o:title=""/>
                </v:shape>
                <o:OLEObject Type="Embed" ProgID="Equation.3" ShapeID="_x0000_i1033" DrawAspect="Content" ObjectID="_1820248957"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4pt" o:ole="">
                  <v:imagedata r:id="rId21" o:title=""/>
                </v:shape>
                <o:OLEObject Type="Embed" ProgID="Equation.3" ShapeID="_x0000_i1034" DrawAspect="Content" ObjectID="_1820248958"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lastRenderedPageBreak/>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93" w:name="_Toc199405271"/>
      <w:r w:rsidRPr="00AE0E6D">
        <w:rPr>
          <w:b/>
        </w:rPr>
        <w:lastRenderedPageBreak/>
        <w:t>3.5.2.2</w:t>
      </w:r>
      <w:r w:rsidRPr="00AE0E6D">
        <w:rPr>
          <w:b/>
        </w:rPr>
        <w:tab/>
        <w:t>South 345 kV Hub (South 345)</w:t>
      </w:r>
      <w:bookmarkEnd w:id="883"/>
      <w:bookmarkEnd w:id="884"/>
      <w:bookmarkEnd w:id="885"/>
      <w:bookmarkEnd w:id="886"/>
      <w:bookmarkEnd w:id="887"/>
      <w:bookmarkEnd w:id="888"/>
      <w:bookmarkEnd w:id="889"/>
      <w:bookmarkEnd w:id="890"/>
      <w:bookmarkEnd w:id="891"/>
      <w:bookmarkEnd w:id="892"/>
      <w:bookmarkEnd w:id="893"/>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lastRenderedPageBreak/>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lastRenderedPageBreak/>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tab/>
      </w:r>
      <w:r>
        <w:tab/>
      </w:r>
      <w:r w:rsidR="00BD5C7F" w:rsidRPr="00CB13B2">
        <w:rPr>
          <w:position w:val="-20"/>
        </w:rPr>
        <w:object w:dxaOrig="225" w:dyaOrig="420" w14:anchorId="17102ABC">
          <v:shape id="_x0000_i1035" type="#_x0000_t75" style="width:14.4pt;height:23.4pt" o:ole="">
            <v:imagedata r:id="rId15" o:title=""/>
          </v:shape>
          <o:OLEObject Type="Embed" ProgID="Equation.3" ShapeID="_x0000_i1035" DrawAspect="Content" ObjectID="_1820248959"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4pt;height:21.6pt" o:ole="">
            <v:imagedata r:id="rId17" o:title=""/>
          </v:shape>
          <o:OLEObject Type="Embed" ProgID="Equation.3" ShapeID="_x0000_i1036" DrawAspect="Content" ObjectID="_1820248960"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6pt" o:ole="">
            <v:imagedata r:id="rId19" o:title=""/>
          </v:shape>
          <o:OLEObject Type="Embed" ProgID="Equation.3" ShapeID="_x0000_i1037" DrawAspect="Content" ObjectID="_1820248961"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4pt" o:ole="">
            <v:imagedata r:id="rId21" o:title=""/>
          </v:shape>
          <o:OLEObject Type="Embed" ProgID="Equation.3" ShapeID="_x0000_i1038" DrawAspect="Content" ObjectID="_1820248962"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4pt" o:ole="">
            <v:imagedata r:id="rId21" o:title=""/>
          </v:shape>
          <o:OLEObject Type="Embed" ProgID="Equation.3" ShapeID="_x0000_i1039" DrawAspect="Content" ObjectID="_1820248963"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lastRenderedPageBreak/>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4pt" o:ole="">
            <v:imagedata r:id="rId21" o:title=""/>
          </v:shape>
          <o:OLEObject Type="Embed" ProgID="Equation.3" ShapeID="_x0000_i1040" DrawAspect="Content" ObjectID="_1820248964"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4pt;height:23.4pt" o:ole="">
            <v:imagedata r:id="rId25" o:title=""/>
          </v:shape>
          <o:OLEObject Type="Embed" ProgID="Equation.3" ShapeID="_x0000_i1041" DrawAspect="Content" ObjectID="_1820248965"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94" w:name="_Toc400526119"/>
      <w:bookmarkStart w:id="895" w:name="_Toc405534437"/>
      <w:bookmarkStart w:id="896" w:name="_Toc406570450"/>
      <w:bookmarkStart w:id="897" w:name="_Toc410910602"/>
      <w:bookmarkStart w:id="898" w:name="_Toc411841030"/>
      <w:bookmarkStart w:id="899" w:name="_Toc422146992"/>
      <w:bookmarkStart w:id="900" w:name="_Toc433020588"/>
      <w:bookmarkStart w:id="901" w:name="_Toc437262029"/>
      <w:bookmarkStart w:id="902"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lastRenderedPageBreak/>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4pt" o:ole="">
                  <v:imagedata r:id="rId21" o:title=""/>
                </v:shape>
                <o:OLEObject Type="Embed" ProgID="Equation.3" ShapeID="_x0000_i1042" DrawAspect="Content" ObjectID="_1820248966"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4pt" o:ole="">
                  <v:imagedata r:id="rId21" o:title=""/>
                </v:shape>
                <o:OLEObject Type="Embed" ProgID="Equation.3" ShapeID="_x0000_i1043" DrawAspect="Content" ObjectID="_1820248967"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4pt" o:ole="">
                  <v:imagedata r:id="rId21" o:title=""/>
                </v:shape>
                <o:OLEObject Type="Embed" ProgID="Equation.3" ShapeID="_x0000_i1044" DrawAspect="Content" ObjectID="_1820248968"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03" w:name="_Toc199405272"/>
      <w:r w:rsidRPr="00AE0E6D">
        <w:rPr>
          <w:b/>
        </w:rPr>
        <w:t>3.5.2.3</w:t>
      </w:r>
      <w:r w:rsidRPr="00AE0E6D">
        <w:rPr>
          <w:b/>
        </w:rPr>
        <w:tab/>
        <w:t>Houston 345 kV Hub (Houston 345)</w:t>
      </w:r>
      <w:bookmarkEnd w:id="882"/>
      <w:bookmarkEnd w:id="894"/>
      <w:bookmarkEnd w:id="895"/>
      <w:bookmarkEnd w:id="896"/>
      <w:bookmarkEnd w:id="897"/>
      <w:bookmarkEnd w:id="898"/>
      <w:bookmarkEnd w:id="899"/>
      <w:bookmarkEnd w:id="900"/>
      <w:bookmarkEnd w:id="901"/>
      <w:bookmarkEnd w:id="902"/>
      <w:bookmarkEnd w:id="903"/>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lastRenderedPageBreak/>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04"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045" type="#_x0000_t75" style="width:14.4pt;height:23.4pt" o:ole="">
            <v:imagedata r:id="rId15" o:title=""/>
          </v:shape>
          <o:OLEObject Type="Embed" ProgID="Equation.3" ShapeID="_x0000_i1045" DrawAspect="Content" ObjectID="_1820248969"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4pt;height:21.6pt" o:ole="">
            <v:imagedata r:id="rId17" o:title=""/>
          </v:shape>
          <o:OLEObject Type="Embed" ProgID="Equation.3" ShapeID="_x0000_i1046" DrawAspect="Content" ObjectID="_1820248970"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6pt" o:ole="">
            <v:imagedata r:id="rId19" o:title=""/>
          </v:shape>
          <o:OLEObject Type="Embed" ProgID="Equation.3" ShapeID="_x0000_i1047" DrawAspect="Content" ObjectID="_1820248971"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4pt" o:ole="">
            <v:imagedata r:id="rId21" o:title=""/>
          </v:shape>
          <o:OLEObject Type="Embed" ProgID="Equation.3" ShapeID="_x0000_i1048" DrawAspect="Content" ObjectID="_1820248972"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4pt" o:ole="">
            <v:imagedata r:id="rId21" o:title=""/>
          </v:shape>
          <o:OLEObject Type="Embed" ProgID="Equation.3" ShapeID="_x0000_i1049" DrawAspect="Content" ObjectID="_1820248973"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4pt" o:ole="">
            <v:imagedata r:id="rId21" o:title=""/>
          </v:shape>
          <o:OLEObject Type="Embed" ProgID="Equation.3" ShapeID="_x0000_i1050" DrawAspect="Content" ObjectID="_1820248974"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4pt;height:23.4pt" o:ole="">
            <v:imagedata r:id="rId25" o:title=""/>
          </v:shape>
          <o:OLEObject Type="Embed" ProgID="Equation.3" ShapeID="_x0000_i1051" DrawAspect="Content" ObjectID="_1820248975"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lastRenderedPageBreak/>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05" w:name="_Toc400526120"/>
      <w:bookmarkStart w:id="906" w:name="_Toc405534438"/>
      <w:bookmarkStart w:id="907" w:name="_Toc406570451"/>
      <w:bookmarkStart w:id="908" w:name="_Toc410910603"/>
      <w:bookmarkStart w:id="909" w:name="_Toc411841031"/>
      <w:bookmarkStart w:id="910" w:name="_Toc422146993"/>
      <w:bookmarkStart w:id="911" w:name="_Toc433020589"/>
      <w:bookmarkStart w:id="912" w:name="_Toc437262030"/>
      <w:bookmarkStart w:id="913"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4pt" o:ole="">
                  <v:imagedata r:id="rId21" o:title=""/>
                </v:shape>
                <o:OLEObject Type="Embed" ProgID="Equation.3" ShapeID="_x0000_i1052" DrawAspect="Content" ObjectID="_1820248976"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4pt" o:ole="">
                  <v:imagedata r:id="rId21" o:title=""/>
                </v:shape>
                <o:OLEObject Type="Embed" ProgID="Equation.3" ShapeID="_x0000_i1053" DrawAspect="Content" ObjectID="_1820248977"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4pt" o:ole="">
                  <v:imagedata r:id="rId21" o:title=""/>
                </v:shape>
                <o:OLEObject Type="Embed" ProgID="Equation.3" ShapeID="_x0000_i1054" DrawAspect="Content" ObjectID="_1820248978"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14" w:name="_Toc199405273"/>
      <w:r w:rsidRPr="00AE0E6D">
        <w:rPr>
          <w:b/>
        </w:rPr>
        <w:lastRenderedPageBreak/>
        <w:t>3.5.2.4</w:t>
      </w:r>
      <w:r w:rsidRPr="00AE0E6D">
        <w:rPr>
          <w:b/>
        </w:rPr>
        <w:tab/>
        <w:t>West 345 kV Hub (West 345)</w:t>
      </w:r>
      <w:bookmarkEnd w:id="904"/>
      <w:bookmarkEnd w:id="905"/>
      <w:bookmarkEnd w:id="906"/>
      <w:bookmarkEnd w:id="907"/>
      <w:bookmarkEnd w:id="908"/>
      <w:bookmarkEnd w:id="909"/>
      <w:bookmarkEnd w:id="910"/>
      <w:bookmarkEnd w:id="911"/>
      <w:bookmarkEnd w:id="912"/>
      <w:bookmarkEnd w:id="913"/>
      <w:bookmarkEnd w:id="914"/>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15"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3.4pt" o:ole="">
            <v:imagedata r:id="rId15" o:title=""/>
          </v:shape>
          <o:OLEObject Type="Embed" ProgID="Equation.3" ShapeID="_x0000_i1055" DrawAspect="Content" ObjectID="_1820248979"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4pt;height:21.6pt" o:ole="">
            <v:imagedata r:id="rId17" o:title=""/>
          </v:shape>
          <o:OLEObject Type="Embed" ProgID="Equation.3" ShapeID="_x0000_i1056" DrawAspect="Content" ObjectID="_1820248980"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6pt" o:ole="">
            <v:imagedata r:id="rId19" o:title=""/>
          </v:shape>
          <o:OLEObject Type="Embed" ProgID="Equation.3" ShapeID="_x0000_i1057" DrawAspect="Content" ObjectID="_1820248981"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4pt" o:ole="">
            <v:imagedata r:id="rId21" o:title=""/>
          </v:shape>
          <o:OLEObject Type="Embed" ProgID="Equation.3" ShapeID="_x0000_i1058" DrawAspect="Content" ObjectID="_1820248982"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4pt" o:ole="">
            <v:imagedata r:id="rId21" o:title=""/>
          </v:shape>
          <o:OLEObject Type="Embed" ProgID="Equation.3" ShapeID="_x0000_i1059" DrawAspect="Content" ObjectID="_1820248983"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4pt" o:ole="">
            <v:imagedata r:id="rId21" o:title=""/>
          </v:shape>
          <o:OLEObject Type="Embed" ProgID="Equation.3" ShapeID="_x0000_i1060" DrawAspect="Content" ObjectID="_1820248984"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4pt;height:23.4pt" o:ole="">
            <v:imagedata r:id="rId25" o:title=""/>
          </v:shape>
          <o:OLEObject Type="Embed" ProgID="Equation.3" ShapeID="_x0000_i1061" DrawAspect="Content" ObjectID="_1820248985"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lastRenderedPageBreak/>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16" w:name="_Toc400526121"/>
      <w:bookmarkStart w:id="917" w:name="_Toc405534439"/>
      <w:bookmarkStart w:id="918" w:name="_Toc406570452"/>
      <w:bookmarkStart w:id="919" w:name="_Toc410910604"/>
      <w:bookmarkStart w:id="920" w:name="_Toc411841032"/>
      <w:bookmarkStart w:id="921" w:name="_Toc422146994"/>
      <w:bookmarkStart w:id="922" w:name="_Toc433020590"/>
      <w:bookmarkStart w:id="923" w:name="_Toc437262031"/>
      <w:bookmarkStart w:id="924"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4pt" o:ole="">
                  <v:imagedata r:id="rId21" o:title=""/>
                </v:shape>
                <o:OLEObject Type="Embed" ProgID="Equation.3" ShapeID="_x0000_i1062" DrawAspect="Content" ObjectID="_1820248986"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4pt" o:ole="">
                  <v:imagedata r:id="rId21" o:title=""/>
                </v:shape>
                <o:OLEObject Type="Embed" ProgID="Equation.3" ShapeID="_x0000_i1063" DrawAspect="Content" ObjectID="_1820248987"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4pt" o:ole="">
                  <v:imagedata r:id="rId21" o:title=""/>
                </v:shape>
                <o:OLEObject Type="Embed" ProgID="Equation.3" ShapeID="_x0000_i1064" DrawAspect="Content" ObjectID="_1820248988"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25" w:name="_Toc199405274"/>
      <w:r w:rsidRPr="00754830">
        <w:rPr>
          <w:b/>
        </w:rPr>
        <w:lastRenderedPageBreak/>
        <w:t>3.5.2.5</w:t>
      </w:r>
      <w:r w:rsidRPr="00754830">
        <w:rPr>
          <w:b/>
        </w:rPr>
        <w:tab/>
        <w:t>Panhandle 345 kV Hub (Pan 345)</w:t>
      </w:r>
      <w:bookmarkEnd w:id="925"/>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lastRenderedPageBreak/>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4pt;height:23.4pt" o:ole="">
            <v:imagedata r:id="rId60" o:title=""/>
          </v:shape>
          <o:OLEObject Type="Embed" ProgID="Equation.3" ShapeID="_x0000_i1065" DrawAspect="Content" ObjectID="_1820248989"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4pt" o:ole="">
            <v:imagedata r:id="rId21" o:title=""/>
          </v:shape>
          <o:OLEObject Type="Embed" ProgID="Equation.3" ShapeID="_x0000_i1066" DrawAspect="Content" ObjectID="_1820248990"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4pt" o:ole="">
            <v:imagedata r:id="rId21" o:title=""/>
          </v:shape>
          <o:OLEObject Type="Embed" ProgID="Equation.3" ShapeID="_x0000_i1067" DrawAspect="Content" ObjectID="_1820248991"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4pt" o:ole="">
            <v:imagedata r:id="rId21" o:title=""/>
          </v:shape>
          <o:OLEObject Type="Embed" ProgID="Equation.3" ShapeID="_x0000_i1068" DrawAspect="Content" ObjectID="_1820248992"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lastRenderedPageBreak/>
        <w:t xml:space="preserve">RTRDP                      </w:t>
      </w:r>
      <w:r w:rsidRPr="002B1F95">
        <w:tab/>
        <w:t xml:space="preserve">= </w:t>
      </w:r>
      <w:r>
        <w:t xml:space="preserve">         </w:t>
      </w:r>
      <w:r w:rsidRPr="0080555B">
        <w:rPr>
          <w:position w:val="-22"/>
        </w:rPr>
        <w:object w:dxaOrig="225" w:dyaOrig="465" w14:anchorId="3C24E608">
          <v:shape id="_x0000_i1069" type="#_x0000_t75" style="width:14.4pt;height:24pt" o:ole="">
            <v:imagedata r:id="rId21" o:title=""/>
          </v:shape>
          <o:OLEObject Type="Embed" ProgID="Equation.3" ShapeID="_x0000_i1069" DrawAspect="Content" ObjectID="_1820248993"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4pt" o:ole="">
            <v:imagedata r:id="rId21" o:title=""/>
          </v:shape>
          <o:OLEObject Type="Embed" ProgID="Equation.3" ShapeID="_x0000_i1070" DrawAspect="Content" ObjectID="_1820248994"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3.4pt" o:ole="">
            <v:imagedata r:id="rId25" o:title=""/>
          </v:shape>
          <o:OLEObject Type="Embed" ProgID="Equation.3" ShapeID="_x0000_i1071" DrawAspect="Content" ObjectID="_1820248995"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4pt" o:ole="">
                  <v:imagedata r:id="rId21" o:title=""/>
                </v:shape>
                <o:OLEObject Type="Embed" ProgID="Equation.3" ShapeID="_x0000_i1072" DrawAspect="Content" ObjectID="_1820248996"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4pt" o:ole="">
                  <v:imagedata r:id="rId21" o:title=""/>
                </v:shape>
                <o:OLEObject Type="Embed" ProgID="Equation.3" ShapeID="_x0000_i1073" DrawAspect="Content" ObjectID="_1820248997"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4pt" o:ole="">
                  <v:imagedata r:id="rId21" o:title=""/>
                </v:shape>
                <o:OLEObject Type="Embed" ProgID="Equation.3" ShapeID="_x0000_i1074" DrawAspect="Content" ObjectID="_1820248998"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26" w:name="_Toc28421523"/>
            <w:bookmarkStart w:id="927" w:name="_Toc33773569"/>
            <w:bookmarkStart w:id="928" w:name="_Toc38964961"/>
            <w:bookmarkStart w:id="929" w:name="_Toc44313241"/>
            <w:bookmarkStart w:id="930" w:name="_Toc46954766"/>
            <w:bookmarkStart w:id="931" w:name="_Toc49589403"/>
            <w:bookmarkStart w:id="932" w:name="_Toc56671747"/>
            <w:bookmarkStart w:id="933" w:name="_Toc60037288"/>
            <w:bookmarkStart w:id="934" w:name="_Toc65141375"/>
            <w:bookmarkStart w:id="935" w:name="_Toc68163708"/>
            <w:bookmarkStart w:id="936" w:name="_Toc75942432"/>
            <w:bookmarkStart w:id="937" w:name="_Toc91055084"/>
            <w:bookmarkStart w:id="938" w:name="_Toc94099778"/>
            <w:bookmarkStart w:id="939" w:name="_Toc94100232"/>
            <w:bookmarkStart w:id="940" w:name="_Toc109631751"/>
            <w:bookmarkStart w:id="941" w:name="_Toc110057627"/>
            <w:bookmarkStart w:id="942" w:name="_Toc111272629"/>
            <w:bookmarkStart w:id="943" w:name="_Toc112226081"/>
            <w:bookmarkStart w:id="944" w:name="_Toc121253233"/>
            <w:bookmarkStart w:id="945" w:name="_Toc125014632"/>
            <w:bookmarkStart w:id="946" w:name="_Toc135988953"/>
            <w:bookmarkStart w:id="947" w:name="_Toc160026593"/>
            <w:bookmarkStart w:id="948" w:name="_Toc176255223"/>
            <w:bookmarkStart w:id="949" w:name="_Toc178232095"/>
            <w:bookmarkStart w:id="950" w:name="_Toc199405275"/>
            <w:r w:rsidRPr="00754830">
              <w:rPr>
                <w:b/>
              </w:rPr>
              <w:lastRenderedPageBreak/>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33</w:t>
                  </w:r>
                </w:p>
              </w:tc>
              <w:tc>
                <w:tcPr>
                  <w:tcW w:w="3240" w:type="dxa"/>
                  <w:tcBorders>
                    <w:top w:val="nil"/>
                    <w:left w:val="nil"/>
                    <w:bottom w:val="single" w:sz="4" w:space="0" w:color="auto"/>
                    <w:right w:val="single" w:sz="4" w:space="0" w:color="auto"/>
                  </w:tcBorders>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lastRenderedPageBreak/>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lastRenderedPageBreak/>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51" w:name="_Toc199405276"/>
      <w:r w:rsidRPr="00AE0E6D">
        <w:rPr>
          <w:b/>
        </w:rPr>
        <w:lastRenderedPageBreak/>
        <w:t>3.5.2.</w:t>
      </w:r>
      <w:r w:rsidR="00B5084E">
        <w:rPr>
          <w:b/>
        </w:rPr>
        <w:t>6</w:t>
      </w:r>
      <w:r w:rsidRPr="00AE0E6D">
        <w:rPr>
          <w:b/>
        </w:rPr>
        <w:tab/>
        <w:t>ERCOT Hub Average 345 kV Hub (ERCOT 345)</w:t>
      </w:r>
      <w:bookmarkEnd w:id="915"/>
      <w:bookmarkEnd w:id="916"/>
      <w:bookmarkEnd w:id="917"/>
      <w:bookmarkEnd w:id="918"/>
      <w:bookmarkEnd w:id="919"/>
      <w:bookmarkEnd w:id="920"/>
      <w:bookmarkEnd w:id="921"/>
      <w:bookmarkEnd w:id="922"/>
      <w:bookmarkEnd w:id="923"/>
      <w:bookmarkEnd w:id="924"/>
      <w:bookmarkEnd w:id="951"/>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lastRenderedPageBreak/>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52" w:name="_Toc204048529"/>
      <w:bookmarkStart w:id="953" w:name="_Toc400526122"/>
      <w:bookmarkStart w:id="954" w:name="_Toc405534440"/>
      <w:bookmarkStart w:id="955" w:name="_Toc406570453"/>
      <w:bookmarkStart w:id="956" w:name="_Toc410910605"/>
      <w:bookmarkStart w:id="957" w:name="_Toc411841033"/>
      <w:bookmarkStart w:id="958" w:name="_Toc422146995"/>
      <w:bookmarkStart w:id="959" w:name="_Toc433020591"/>
      <w:bookmarkStart w:id="960" w:name="_Toc437262032"/>
      <w:bookmarkStart w:id="961" w:name="_Toc478375207"/>
      <w:bookmarkStart w:id="962" w:name="_Toc199405277"/>
      <w:r w:rsidRPr="00AE0E6D">
        <w:rPr>
          <w:b/>
        </w:rPr>
        <w:lastRenderedPageBreak/>
        <w:t>3.5.2.</w:t>
      </w:r>
      <w:r w:rsidR="00B5084E">
        <w:rPr>
          <w:b/>
        </w:rPr>
        <w:t>7</w:t>
      </w:r>
      <w:r w:rsidRPr="00AE0E6D">
        <w:rPr>
          <w:b/>
        </w:rPr>
        <w:tab/>
        <w:t>ERCOT Bus Average 345 kV Hub (ERCOT 345 Bus)</w:t>
      </w:r>
      <w:bookmarkEnd w:id="952"/>
      <w:bookmarkEnd w:id="953"/>
      <w:bookmarkEnd w:id="954"/>
      <w:bookmarkEnd w:id="955"/>
      <w:bookmarkEnd w:id="956"/>
      <w:bookmarkEnd w:id="957"/>
      <w:bookmarkEnd w:id="958"/>
      <w:bookmarkEnd w:id="959"/>
      <w:bookmarkEnd w:id="960"/>
      <w:bookmarkEnd w:id="961"/>
      <w:bookmarkEnd w:id="962"/>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lastRenderedPageBreak/>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3.4pt" o:ole="">
            <v:imagedata r:id="rId15" o:title=""/>
          </v:shape>
          <o:OLEObject Type="Embed" ProgID="Equation.3" ShapeID="_x0000_i1075" DrawAspect="Content" ObjectID="_1820248999"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4pt;height:21.6pt" o:ole="">
            <v:imagedata r:id="rId17" o:title=""/>
          </v:shape>
          <o:OLEObject Type="Embed" ProgID="Equation.3" ShapeID="_x0000_i1076" DrawAspect="Content" ObjectID="_1820249000"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6pt" o:ole="">
            <v:imagedata r:id="rId19" o:title=""/>
          </v:shape>
          <o:OLEObject Type="Embed" ProgID="Equation.3" ShapeID="_x0000_i1077" DrawAspect="Content" ObjectID="_1820249001"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lastRenderedPageBreak/>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4pt" o:ole="">
            <v:imagedata r:id="rId21" o:title=""/>
          </v:shape>
          <o:OLEObject Type="Embed" ProgID="Equation.3" ShapeID="_x0000_i1078" DrawAspect="Content" ObjectID="_1820249002"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4pt" o:ole="">
            <v:imagedata r:id="rId21" o:title=""/>
          </v:shape>
          <o:OLEObject Type="Embed" ProgID="Equation.3" ShapeID="_x0000_i1079" DrawAspect="Content" ObjectID="_1820249003"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4pt" o:ole="">
            <v:imagedata r:id="rId21" o:title=""/>
          </v:shape>
          <o:OLEObject Type="Embed" ProgID="Equation.3" ShapeID="_x0000_i1080" DrawAspect="Content" ObjectID="_1820249004"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4pt;height:23.4pt" o:ole="">
            <v:imagedata r:id="rId25" o:title=""/>
          </v:shape>
          <o:OLEObject Type="Embed" ProgID="Equation.3" ShapeID="_x0000_i1081" DrawAspect="Content" ObjectID="_1820249005"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lastRenderedPageBreak/>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63" w:name="_Toc204048530"/>
      <w:bookmarkStart w:id="964" w:name="_Toc400526123"/>
      <w:bookmarkStart w:id="965" w:name="_Toc405534441"/>
      <w:bookmarkStart w:id="966" w:name="_Toc406570454"/>
      <w:bookmarkStart w:id="967" w:name="_Toc410910606"/>
      <w:bookmarkStart w:id="968" w:name="_Toc411841034"/>
      <w:bookmarkStart w:id="969" w:name="_Toc422146996"/>
      <w:bookmarkStart w:id="970" w:name="_Toc433020592"/>
      <w:bookmarkStart w:id="971" w:name="_Toc437262033"/>
      <w:bookmarkStart w:id="972"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4pt" o:ole="">
                  <v:imagedata r:id="rId21" o:title=""/>
                </v:shape>
                <o:OLEObject Type="Embed" ProgID="Equation.3" ShapeID="_x0000_i1082" DrawAspect="Content" ObjectID="_1820249006"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4pt" o:ole="">
                  <v:imagedata r:id="rId21" o:title=""/>
                </v:shape>
                <o:OLEObject Type="Embed" ProgID="Equation.3" ShapeID="_x0000_i1083" DrawAspect="Content" ObjectID="_1820249007"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lastRenderedPageBreak/>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4pt" o:ole="">
                  <v:imagedata r:id="rId21" o:title=""/>
                </v:shape>
                <o:OLEObject Type="Embed" ProgID="Equation.3" ShapeID="_x0000_i1084" DrawAspect="Content" ObjectID="_1820249008"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73" w:name="_Toc199405278"/>
      <w:r>
        <w:lastRenderedPageBreak/>
        <w:t>3.5.3</w:t>
      </w:r>
      <w:r>
        <w:tab/>
        <w:t>ERCOT Responsibilities for Managing Hubs</w:t>
      </w:r>
      <w:bookmarkEnd w:id="963"/>
      <w:bookmarkEnd w:id="964"/>
      <w:bookmarkEnd w:id="965"/>
      <w:bookmarkEnd w:id="966"/>
      <w:bookmarkEnd w:id="967"/>
      <w:bookmarkEnd w:id="968"/>
      <w:bookmarkEnd w:id="969"/>
      <w:bookmarkEnd w:id="970"/>
      <w:bookmarkEnd w:id="971"/>
      <w:bookmarkEnd w:id="972"/>
      <w:bookmarkEnd w:id="973"/>
    </w:p>
    <w:p w14:paraId="3BB95366" w14:textId="77777777" w:rsidR="00CB13B2" w:rsidRPr="00AE0E6D" w:rsidRDefault="002D238A">
      <w:pPr>
        <w:pStyle w:val="H4"/>
        <w:rPr>
          <w:b/>
        </w:rPr>
      </w:pPr>
      <w:bookmarkStart w:id="974" w:name="_Toc204048531"/>
      <w:bookmarkStart w:id="975" w:name="_Toc400526124"/>
      <w:bookmarkStart w:id="976" w:name="_Toc405534442"/>
      <w:bookmarkStart w:id="977" w:name="_Toc406570455"/>
      <w:bookmarkStart w:id="978" w:name="_Toc410910607"/>
      <w:bookmarkStart w:id="979" w:name="_Toc411841035"/>
      <w:bookmarkStart w:id="980" w:name="_Toc422146997"/>
      <w:bookmarkStart w:id="981" w:name="_Toc433020593"/>
      <w:bookmarkStart w:id="982" w:name="_Toc437262034"/>
      <w:bookmarkStart w:id="983" w:name="_Toc478375209"/>
      <w:bookmarkStart w:id="984" w:name="_Toc199405279"/>
      <w:r w:rsidRPr="00AE0E6D">
        <w:rPr>
          <w:b/>
        </w:rPr>
        <w:t>3.5.3.1</w:t>
      </w:r>
      <w:r w:rsidRPr="00AE0E6D">
        <w:rPr>
          <w:b/>
        </w:rPr>
        <w:tab/>
        <w:t>Posting of Hub Buses and Electrical Buses included in Hubs</w:t>
      </w:r>
      <w:bookmarkEnd w:id="974"/>
      <w:bookmarkEnd w:id="975"/>
      <w:bookmarkEnd w:id="976"/>
      <w:bookmarkEnd w:id="977"/>
      <w:bookmarkEnd w:id="978"/>
      <w:bookmarkEnd w:id="979"/>
      <w:bookmarkEnd w:id="980"/>
      <w:bookmarkEnd w:id="981"/>
      <w:bookmarkEnd w:id="982"/>
      <w:bookmarkEnd w:id="983"/>
      <w:bookmarkEnd w:id="984"/>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85" w:name="_Toc204048532"/>
      <w:bookmarkStart w:id="986" w:name="_Toc400526125"/>
      <w:bookmarkStart w:id="987" w:name="_Toc405534443"/>
      <w:bookmarkStart w:id="988" w:name="_Toc406570456"/>
      <w:bookmarkStart w:id="989" w:name="_Toc410910608"/>
      <w:bookmarkStart w:id="990" w:name="_Toc411841036"/>
      <w:bookmarkStart w:id="991" w:name="_Toc422146998"/>
      <w:bookmarkStart w:id="992" w:name="_Toc433020594"/>
      <w:bookmarkStart w:id="993" w:name="_Toc437262035"/>
      <w:bookmarkStart w:id="994" w:name="_Toc478375210"/>
      <w:bookmarkStart w:id="995" w:name="_Toc199405280"/>
      <w:r w:rsidRPr="00AE0E6D">
        <w:rPr>
          <w:b/>
        </w:rPr>
        <w:t>3.5.3.2</w:t>
      </w:r>
      <w:r w:rsidRPr="00AE0E6D">
        <w:rPr>
          <w:b/>
        </w:rPr>
        <w:tab/>
        <w:t>Calculation of Hub Prices</w:t>
      </w:r>
      <w:bookmarkEnd w:id="985"/>
      <w:bookmarkEnd w:id="986"/>
      <w:bookmarkEnd w:id="987"/>
      <w:bookmarkEnd w:id="988"/>
      <w:bookmarkEnd w:id="989"/>
      <w:bookmarkEnd w:id="990"/>
      <w:bookmarkEnd w:id="991"/>
      <w:bookmarkEnd w:id="992"/>
      <w:bookmarkEnd w:id="993"/>
      <w:bookmarkEnd w:id="994"/>
      <w:bookmarkEnd w:id="995"/>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96" w:name="_Toc204048533"/>
      <w:bookmarkStart w:id="997" w:name="_Toc400526126"/>
      <w:bookmarkStart w:id="998" w:name="_Toc405534444"/>
      <w:bookmarkStart w:id="999" w:name="_Toc406570457"/>
      <w:bookmarkStart w:id="1000" w:name="_Toc410910609"/>
      <w:bookmarkStart w:id="1001" w:name="_Toc411841037"/>
      <w:bookmarkStart w:id="1002" w:name="_Toc422146999"/>
      <w:bookmarkStart w:id="1003" w:name="_Toc433020595"/>
      <w:bookmarkStart w:id="1004" w:name="_Toc437262036"/>
      <w:bookmarkStart w:id="1005" w:name="_Toc478375211"/>
      <w:bookmarkStart w:id="1006" w:name="_Toc199405281"/>
      <w:r>
        <w:t>3.6</w:t>
      </w:r>
      <w:r>
        <w:tab/>
        <w:t>Load Participation</w:t>
      </w:r>
      <w:bookmarkEnd w:id="996"/>
      <w:bookmarkEnd w:id="997"/>
      <w:bookmarkEnd w:id="998"/>
      <w:bookmarkEnd w:id="999"/>
      <w:bookmarkEnd w:id="1000"/>
      <w:bookmarkEnd w:id="1001"/>
      <w:bookmarkEnd w:id="1002"/>
      <w:bookmarkEnd w:id="1003"/>
      <w:bookmarkEnd w:id="1004"/>
      <w:bookmarkEnd w:id="1005"/>
      <w:bookmarkEnd w:id="1006"/>
    </w:p>
    <w:p w14:paraId="12997029" w14:textId="77777777" w:rsidR="00277082" w:rsidRPr="002047C1" w:rsidRDefault="00277082" w:rsidP="00277082">
      <w:pPr>
        <w:pStyle w:val="BodyText"/>
        <w:spacing w:before="240"/>
        <w:ind w:left="907" w:hanging="907"/>
        <w:outlineLvl w:val="2"/>
        <w:rPr>
          <w:b/>
          <w:i/>
        </w:rPr>
      </w:pPr>
      <w:bookmarkStart w:id="1007" w:name="_Toc400526127"/>
      <w:bookmarkStart w:id="1008" w:name="_Toc405534445"/>
      <w:bookmarkStart w:id="1009" w:name="_Toc406570458"/>
      <w:bookmarkStart w:id="1010" w:name="_Toc410910610"/>
      <w:bookmarkStart w:id="1011" w:name="_Toc411841038"/>
      <w:bookmarkStart w:id="1012" w:name="_Toc422147000"/>
      <w:bookmarkStart w:id="1013" w:name="_Toc433020596"/>
      <w:bookmarkStart w:id="1014" w:name="_Toc437262037"/>
      <w:bookmarkStart w:id="1015" w:name="_Toc478375212"/>
      <w:bookmarkStart w:id="1016" w:name="_Toc199405282"/>
      <w:r>
        <w:rPr>
          <w:b/>
          <w:i/>
        </w:rPr>
        <w:t>3.6.1</w:t>
      </w:r>
      <w:r>
        <w:rPr>
          <w:b/>
          <w:i/>
        </w:rPr>
        <w:tab/>
        <w:t>Load Resource Participation</w:t>
      </w:r>
      <w:bookmarkEnd w:id="1007"/>
      <w:bookmarkEnd w:id="1008"/>
      <w:bookmarkEnd w:id="1009"/>
      <w:bookmarkEnd w:id="1010"/>
      <w:bookmarkEnd w:id="1011"/>
      <w:bookmarkEnd w:id="1012"/>
      <w:bookmarkEnd w:id="1013"/>
      <w:bookmarkEnd w:id="1014"/>
      <w:bookmarkEnd w:id="1015"/>
      <w:bookmarkEnd w:id="1016"/>
    </w:p>
    <w:p w14:paraId="23709004" w14:textId="77777777" w:rsidR="00277082" w:rsidRDefault="00277082" w:rsidP="00277082">
      <w:pPr>
        <w:pStyle w:val="BodyTextNumbered"/>
      </w:pPr>
      <w:r>
        <w:lastRenderedPageBreak/>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233EFAC3" w:rsidR="00277082" w:rsidRDefault="00277082" w:rsidP="00277082">
      <w:pPr>
        <w:pStyle w:val="List2"/>
      </w:pPr>
      <w:r>
        <w:t>(i)</w:t>
      </w:r>
      <w:r>
        <w:tab/>
        <w:t xml:space="preserve">Regulation Up (Reg-Up) Service </w:t>
      </w:r>
      <w:r w:rsidRPr="006A6281">
        <w:t>as a Controllable Load Resource</w:t>
      </w:r>
      <w:r w:rsidR="00D905E1">
        <w:t xml:space="preserve"> (CLR)</w:t>
      </w:r>
      <w:r w:rsidRPr="006A6281">
        <w:t xml:space="preserve"> capable of providing Primary Frequency Response</w:t>
      </w:r>
      <w:r>
        <w:t>;</w:t>
      </w:r>
    </w:p>
    <w:p w14:paraId="1C9F1224" w14:textId="65525307" w:rsidR="00277082" w:rsidRDefault="00277082" w:rsidP="00277082">
      <w:pPr>
        <w:pStyle w:val="List2"/>
      </w:pPr>
      <w:r>
        <w:t>(ii)</w:t>
      </w:r>
      <w:r>
        <w:tab/>
        <w:t xml:space="preserve">Regulation Down (Reg-Down) Service </w:t>
      </w:r>
      <w:r w:rsidRPr="006A6281">
        <w:t xml:space="preserve">as a </w:t>
      </w:r>
      <w:r w:rsidR="00D905E1">
        <w:t>CLR</w:t>
      </w:r>
      <w:r w:rsidRPr="006A6281">
        <w:t xml:space="preserve"> capable of providing Primary Frequency Response</w:t>
      </w:r>
      <w:r>
        <w:t>;</w:t>
      </w:r>
    </w:p>
    <w:p w14:paraId="7BF732D1" w14:textId="656DC425" w:rsidR="00137744" w:rsidRDefault="00277082" w:rsidP="00277082">
      <w:pPr>
        <w:pStyle w:val="List2"/>
      </w:pPr>
      <w:r>
        <w:t>(iii)</w:t>
      </w:r>
      <w:r>
        <w:tab/>
        <w:t xml:space="preserve">Responsive Reserve (RRS) </w:t>
      </w:r>
      <w:r w:rsidRPr="006A6281">
        <w:t xml:space="preserve">as a </w:t>
      </w:r>
      <w:r w:rsidR="00D905E1">
        <w:t>CLR</w:t>
      </w:r>
      <w:r w:rsidRPr="006A6281">
        <w:t xml:space="preserve"> qualified for Security-Constrained Economic Dispatch (SCED) Dispatch and capable of providing Primary Frequency Response, or as a Load Resource controlled by high-set under-frequency relay</w:t>
      </w:r>
      <w:r>
        <w:t>;</w:t>
      </w:r>
    </w:p>
    <w:p w14:paraId="1D87ACE5" w14:textId="5B21C62D"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w:t>
      </w:r>
      <w:r w:rsidR="00D905E1">
        <w:t>CLR</w:t>
      </w:r>
      <w:r w:rsidRPr="0003648D">
        <w:t xml:space="preserve"> qualified for SCED Dispatch and capable of providing Primary Frequency Response, or as a Load Resource that may or may not be controlled by high</w:t>
      </w:r>
      <w:r>
        <w:t>-set under-frequency relay;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6C52" w14:paraId="3C53E1C9" w14:textId="77777777" w:rsidTr="00F5593C">
        <w:tc>
          <w:tcPr>
            <w:tcW w:w="9332" w:type="dxa"/>
            <w:tcBorders>
              <w:top w:val="single" w:sz="4" w:space="0" w:color="auto"/>
              <w:left w:val="single" w:sz="4" w:space="0" w:color="auto"/>
              <w:bottom w:val="single" w:sz="4" w:space="0" w:color="auto"/>
              <w:right w:val="single" w:sz="4" w:space="0" w:color="auto"/>
            </w:tcBorders>
            <w:shd w:val="clear" w:color="auto" w:fill="D9D9D9"/>
          </w:tcPr>
          <w:p w14:paraId="2FF173FE" w14:textId="237A729C" w:rsidR="00CD6C52" w:rsidRDefault="00CD6C52" w:rsidP="00F5593C">
            <w:pPr>
              <w:spacing w:before="120" w:after="240"/>
              <w:rPr>
                <w:b/>
                <w:i/>
              </w:rPr>
            </w:pPr>
            <w:r>
              <w:rPr>
                <w:b/>
                <w:i/>
              </w:rPr>
              <w:t>[NPRR1244</w:t>
            </w:r>
            <w:r w:rsidRPr="004B0726">
              <w:rPr>
                <w:b/>
                <w:i/>
              </w:rPr>
              <w:t xml:space="preserve">: </w:t>
            </w:r>
            <w:r>
              <w:rPr>
                <w:b/>
                <w:i/>
              </w:rPr>
              <w:t xml:space="preserve"> Replace paragraph (iv) above with the following upon system implementation:</w:t>
            </w:r>
            <w:r w:rsidRPr="004B0726">
              <w:rPr>
                <w:b/>
                <w:i/>
              </w:rPr>
              <w:t>]</w:t>
            </w:r>
          </w:p>
          <w:p w14:paraId="5CFBA0C7" w14:textId="51EBA11E" w:rsidR="00CD6C52" w:rsidRPr="005901EB" w:rsidRDefault="00CD6C52" w:rsidP="00CD6C52">
            <w:pPr>
              <w:spacing w:after="240"/>
              <w:ind w:left="2160" w:hanging="720"/>
            </w:pPr>
            <w:r w:rsidRPr="00EF7CD8">
              <w:t>(iv)</w:t>
            </w:r>
            <w:r w:rsidRPr="00EF7CD8">
              <w:tab/>
              <w:t xml:space="preserve">ERCOT Contingency Reserve </w:t>
            </w:r>
            <w:r w:rsidRPr="000327A9">
              <w:t>Service (ECRS) as a CLR qualified for SCED Dispatch, or as a Load Resource that may or may not be controlled by high-set under-frequency relay</w:t>
            </w:r>
            <w:r w:rsidRPr="00EF7CD8">
              <w:t>;</w:t>
            </w:r>
          </w:p>
        </w:tc>
      </w:tr>
    </w:tbl>
    <w:p w14:paraId="411E030B" w14:textId="5603A061" w:rsidR="00EF461A" w:rsidRDefault="00277082" w:rsidP="002F60B3">
      <w:pPr>
        <w:pStyle w:val="List2"/>
      </w:pPr>
      <w:r>
        <w:t>(v)</w:t>
      </w:r>
      <w:r>
        <w:tab/>
        <w:t xml:space="preserve">Non-Spinning Reserve (Non-Spin) </w:t>
      </w:r>
      <w:r w:rsidRPr="006A6281">
        <w:t xml:space="preserve">as a </w:t>
      </w:r>
      <w:r w:rsidR="00D905E1">
        <w:t>CLR</w:t>
      </w:r>
      <w:r w:rsidRPr="006A6281">
        <w:t xml:space="preserve"> qualified for SCED Dispatch</w:t>
      </w:r>
      <w:r w:rsidR="00EF461A" w:rsidRPr="00346B2A">
        <w:t xml:space="preserve"> or as a Load Resource </w:t>
      </w:r>
      <w:r w:rsidR="00EF461A">
        <w:t>that is not</w:t>
      </w:r>
      <w:r w:rsidR="00EF461A" w:rsidRPr="00346B2A">
        <w:t xml:space="preserve"> a </w:t>
      </w:r>
      <w:r w:rsidR="00D905E1">
        <w:t>CLR</w:t>
      </w:r>
      <w:r w:rsidR="00EF461A" w:rsidRPr="00346B2A">
        <w:t xml:space="preserve"> and that is not controlled by under-frequency relay</w:t>
      </w:r>
      <w:r>
        <w:t>;</w:t>
      </w:r>
      <w:r w:rsidR="00EF461A">
        <w:t xml:space="preserve"> and</w:t>
      </w:r>
    </w:p>
    <w:p w14:paraId="7900A168" w14:textId="79EAD88B" w:rsidR="00277082" w:rsidRDefault="00EF461A" w:rsidP="00EF461A">
      <w:pPr>
        <w:pStyle w:val="List2"/>
      </w:pPr>
      <w:r>
        <w:t>(v</w:t>
      </w:r>
      <w:r w:rsidR="00137744">
        <w:t>i</w:t>
      </w:r>
      <w:r>
        <w:t>)</w:t>
      </w:r>
      <w:r>
        <w:tab/>
        <w:t xml:space="preserve">A Load Resource that is not a </w:t>
      </w:r>
      <w:r w:rsidR="00D905E1">
        <w:t>CLR</w:t>
      </w:r>
      <w:r>
        <w:t xml:space="preserve"> cannot simultaneously provide </w:t>
      </w:r>
      <w:r w:rsidRPr="00444A38">
        <w:t>Non-Spin and RRS</w:t>
      </w:r>
      <w:r>
        <w:t xml:space="preserve"> in Real-Time;</w:t>
      </w:r>
    </w:p>
    <w:p w14:paraId="283D1948" w14:textId="1DF79873" w:rsidR="00277082" w:rsidRPr="006A6281" w:rsidRDefault="00277082" w:rsidP="00F812C2">
      <w:pPr>
        <w:pStyle w:val="List"/>
      </w:pPr>
      <w:r>
        <w:t>(b)</w:t>
      </w:r>
      <w:r>
        <w:tab/>
      </w:r>
      <w:r w:rsidRPr="006A6281">
        <w:t xml:space="preserve">Energy in the form of Demand response from a </w:t>
      </w:r>
      <w:r w:rsidR="00D905E1">
        <w:t>CLR</w:t>
      </w:r>
      <w:r w:rsidRPr="006A6281">
        <w:t xml:space="preserv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lastRenderedPageBreak/>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1DDDF60" w:rsidR="00CB13B2" w:rsidRDefault="00277082" w:rsidP="00D905E1">
      <w:pPr>
        <w:pStyle w:val="BodyTextNumbered"/>
      </w:pPr>
      <w:r w:rsidRPr="006A6281">
        <w:t>(</w:t>
      </w:r>
      <w:r w:rsidR="002A570D">
        <w:t>5</w:t>
      </w:r>
      <w:r w:rsidRPr="006A6281">
        <w:t>)</w:t>
      </w:r>
      <w:r w:rsidRPr="006A6281">
        <w:tab/>
      </w:r>
      <w:r w:rsidR="007B3D7F">
        <w:t xml:space="preserve">The </w:t>
      </w:r>
      <w:r w:rsidR="007B3D7F" w:rsidRPr="000179DC">
        <w:t xml:space="preserve">Settlement Point for a </w:t>
      </w:r>
      <w:r w:rsidR="003A3100">
        <w:t>CLR</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w:t>
      </w:r>
      <w:r w:rsidR="003A3100">
        <w:t>CLR</w:t>
      </w:r>
      <w:r w:rsidR="007B3D7F">
        <w:t xml:space="preserve"> associated with the ESR is the Resource Node of the modeled Generation Resource associated with the ESR.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39025769"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271ACBDD" w14:textId="7C7AEFC9" w:rsidR="00D905E1" w:rsidRDefault="00D905E1" w:rsidP="00B3679A">
            <w:pPr>
              <w:spacing w:before="120" w:after="240"/>
              <w:rPr>
                <w:b/>
                <w:i/>
              </w:rPr>
            </w:pPr>
            <w:bookmarkStart w:id="1017" w:name="_Toc400526128"/>
            <w:bookmarkStart w:id="1018" w:name="_Toc405534446"/>
            <w:bookmarkStart w:id="1019" w:name="_Toc406570459"/>
            <w:bookmarkStart w:id="1020" w:name="_Toc410910611"/>
            <w:bookmarkStart w:id="1021" w:name="_Toc411841039"/>
            <w:bookmarkStart w:id="1022" w:name="_Toc422147001"/>
            <w:bookmarkStart w:id="1023" w:name="_Toc433020597"/>
            <w:bookmarkStart w:id="1024" w:name="_Toc437262038"/>
            <w:r>
              <w:rPr>
                <w:b/>
                <w:i/>
              </w:rPr>
              <w:t>[NPRR1188</w:t>
            </w:r>
            <w:r w:rsidR="00C20BDA">
              <w:rPr>
                <w:b/>
                <w:i/>
              </w:rPr>
              <w:t xml:space="preserve"> and NPRR1246</w:t>
            </w:r>
            <w:r w:rsidRPr="004B0726">
              <w:rPr>
                <w:b/>
                <w:i/>
              </w:rPr>
              <w:t xml:space="preserve">: </w:t>
            </w:r>
            <w:r>
              <w:rPr>
                <w:b/>
                <w:i/>
              </w:rPr>
              <w:t xml:space="preserve"> Replace </w:t>
            </w:r>
            <w:r w:rsidR="00C20BDA">
              <w:rPr>
                <w:b/>
                <w:i/>
              </w:rPr>
              <w:t xml:space="preserve">applicable portions of </w:t>
            </w:r>
            <w:r>
              <w:rPr>
                <w:b/>
                <w:i/>
              </w:rPr>
              <w:t>paragraph (5) above with the following upon system implementation</w:t>
            </w:r>
            <w:r w:rsidR="00C20BDA">
              <w:rPr>
                <w:b/>
                <w:i/>
              </w:rPr>
              <w:t xml:space="preserve"> for NPRR1188; or upon system implementation of the Real-Time Co-Optimization (RTC) project for NPRR1246</w:t>
            </w:r>
            <w:r>
              <w:rPr>
                <w:b/>
                <w:i/>
              </w:rPr>
              <w:t>:</w:t>
            </w:r>
            <w:r w:rsidRPr="004B0726">
              <w:rPr>
                <w:b/>
                <w:i/>
              </w:rPr>
              <w:t>]</w:t>
            </w:r>
          </w:p>
          <w:p w14:paraId="4A0B928F" w14:textId="0CCFA576" w:rsidR="00D905E1" w:rsidRPr="00D905E1" w:rsidRDefault="00D905E1" w:rsidP="00B3679A">
            <w:pPr>
              <w:spacing w:after="240"/>
              <w:ind w:left="720" w:hanging="720"/>
              <w:rPr>
                <w:iCs/>
              </w:rPr>
            </w:pPr>
            <w:r w:rsidRPr="00812ECB">
              <w:rPr>
                <w:iCs/>
              </w:rPr>
              <w:t>(5)</w:t>
            </w:r>
            <w:r w:rsidRPr="00812ECB">
              <w:rPr>
                <w:iCs/>
              </w:rPr>
              <w:tab/>
              <w:t>The Settlement Point for a CLR that is not an ALR is its Resource Node Settlement Point.  The Settlement Point for an ALR is its Load Zone Settlement Point.</w:t>
            </w:r>
          </w:p>
        </w:tc>
      </w:tr>
    </w:tbl>
    <w:p w14:paraId="7607FDC5" w14:textId="5107DD3A" w:rsidR="005932C5" w:rsidRPr="005B21B8" w:rsidRDefault="005932C5" w:rsidP="008C4B83">
      <w:pPr>
        <w:spacing w:before="240" w:after="240"/>
        <w:ind w:left="720" w:hanging="720"/>
      </w:pPr>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25"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lastRenderedPageBreak/>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26"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27" w:name="_Toc199405283"/>
      <w:bookmarkEnd w:id="1026"/>
      <w:r w:rsidRPr="006A6281">
        <w:t>3.6.2</w:t>
      </w:r>
      <w:r w:rsidRPr="006A6281">
        <w:tab/>
        <w:t>Decision</w:t>
      </w:r>
      <w:r w:rsidR="00E7740A">
        <w:t xml:space="preserve"> </w:t>
      </w:r>
      <w:r w:rsidRPr="006A6281">
        <w:t xml:space="preserve">Making </w:t>
      </w:r>
      <w:r w:rsidR="00E7740A">
        <w:t>Entity</w:t>
      </w:r>
      <w:r w:rsidRPr="006A6281">
        <w:t xml:space="preserve"> for a Resource</w:t>
      </w:r>
      <w:bookmarkEnd w:id="1017"/>
      <w:bookmarkEnd w:id="1018"/>
      <w:bookmarkEnd w:id="1019"/>
      <w:bookmarkEnd w:id="1020"/>
      <w:bookmarkEnd w:id="1021"/>
      <w:bookmarkEnd w:id="1022"/>
      <w:bookmarkEnd w:id="1023"/>
      <w:bookmarkEnd w:id="1024"/>
      <w:bookmarkEnd w:id="1025"/>
      <w:bookmarkEnd w:id="1027"/>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28" w:name="_Toc204048534"/>
      <w:bookmarkStart w:id="1029" w:name="_Toc400526129"/>
      <w:bookmarkStart w:id="1030" w:name="_Toc405534447"/>
      <w:bookmarkStart w:id="1031" w:name="_Toc406570460"/>
      <w:bookmarkStart w:id="1032" w:name="_Toc410910612"/>
      <w:bookmarkStart w:id="1033" w:name="_Toc411841040"/>
      <w:bookmarkStart w:id="1034" w:name="_Toc422147002"/>
      <w:bookmarkStart w:id="1035" w:name="_Toc433020598"/>
      <w:bookmarkStart w:id="1036" w:name="_Toc437262039"/>
      <w:bookmarkStart w:id="1037" w:name="_Toc478375214"/>
      <w:bookmarkStart w:id="1038" w:name="_Toc199405284"/>
      <w:r>
        <w:lastRenderedPageBreak/>
        <w:t>3.7</w:t>
      </w:r>
      <w:r>
        <w:tab/>
        <w:t>Resource Parameters</w:t>
      </w:r>
      <w:bookmarkEnd w:id="1028"/>
      <w:bookmarkEnd w:id="1029"/>
      <w:bookmarkEnd w:id="1030"/>
      <w:bookmarkEnd w:id="1031"/>
      <w:bookmarkEnd w:id="1032"/>
      <w:bookmarkEnd w:id="1033"/>
      <w:bookmarkEnd w:id="1034"/>
      <w:bookmarkEnd w:id="1035"/>
      <w:bookmarkEnd w:id="1036"/>
      <w:bookmarkEnd w:id="1037"/>
      <w:bookmarkEnd w:id="1038"/>
      <w:r>
        <w:t xml:space="preserve">  </w:t>
      </w:r>
    </w:p>
    <w:p w14:paraId="42A68D6E" w14:textId="5F0CEB1C" w:rsidR="00CB13B2" w:rsidRDefault="002D238A">
      <w:pPr>
        <w:pStyle w:val="BodyTextNumbered"/>
      </w:pPr>
      <w:r>
        <w:t>(1)</w:t>
      </w:r>
      <w:r>
        <w:tab/>
      </w:r>
      <w:r w:rsidR="00E320B3">
        <w:t xml:space="preserve">A Resource Entity shall register </w:t>
      </w:r>
      <w:r w:rsidR="00DE06DA">
        <w:t xml:space="preserve">its </w:t>
      </w:r>
      <w:r w:rsidR="00E320B3">
        <w:rPr>
          <w:iCs w:val="0"/>
        </w:rPr>
        <w:t xml:space="preserve">Generation Resources, </w:t>
      </w:r>
      <w:r w:rsidR="00DE06DA">
        <w:rPr>
          <w:iCs w:val="0"/>
        </w:rPr>
        <w:t xml:space="preserve">Energy Storage Resources (ESRs), </w:t>
      </w:r>
      <w:r w:rsidR="00E320B3">
        <w:rPr>
          <w:iCs w:val="0"/>
        </w:rPr>
        <w:t>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E8992EE" w:rsidR="006300E7" w:rsidRDefault="006300E7" w:rsidP="00A26836">
            <w:pPr>
              <w:spacing w:before="120" w:after="240"/>
              <w:rPr>
                <w:b/>
                <w:i/>
              </w:rPr>
            </w:pPr>
            <w:r>
              <w:rPr>
                <w:b/>
                <w:i/>
              </w:rPr>
              <w:t>[</w:t>
            </w:r>
            <w:r w:rsidR="00AA6BA6">
              <w:rPr>
                <w:b/>
                <w:i/>
              </w:rPr>
              <w:t>NPRR995</w:t>
            </w:r>
            <w:r w:rsidRPr="004B0726">
              <w:rPr>
                <w:b/>
                <w:i/>
              </w:rPr>
              <w:t xml:space="preserve">: </w:t>
            </w:r>
            <w:r>
              <w:rPr>
                <w:b/>
                <w:i/>
              </w:rPr>
              <w:t xml:space="preserve"> Replace 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39" w:name="_Toc204048535"/>
      <w:bookmarkStart w:id="1040" w:name="_Toc400526130"/>
      <w:bookmarkStart w:id="1041" w:name="_Toc405534448"/>
      <w:bookmarkStart w:id="1042" w:name="_Toc406570461"/>
      <w:bookmarkStart w:id="1043" w:name="_Toc410910613"/>
      <w:bookmarkStart w:id="1044" w:name="_Toc411841041"/>
      <w:bookmarkStart w:id="1045" w:name="_Toc422147003"/>
      <w:bookmarkStart w:id="1046" w:name="_Toc433020599"/>
      <w:bookmarkStart w:id="1047" w:name="_Toc437262040"/>
      <w:bookmarkStart w:id="1048" w:name="_Toc478375215"/>
      <w:bookmarkStart w:id="1049" w:name="_Toc199405285"/>
      <w:r>
        <w:t>3.7.1</w:t>
      </w:r>
      <w:r>
        <w:tab/>
        <w:t>Resource Parameter Criteria</w:t>
      </w:r>
      <w:bookmarkEnd w:id="1039"/>
      <w:bookmarkEnd w:id="1040"/>
      <w:bookmarkEnd w:id="1041"/>
      <w:bookmarkEnd w:id="1042"/>
      <w:bookmarkEnd w:id="1043"/>
      <w:bookmarkEnd w:id="1044"/>
      <w:bookmarkEnd w:id="1045"/>
      <w:bookmarkEnd w:id="1046"/>
      <w:bookmarkEnd w:id="1047"/>
      <w:bookmarkEnd w:id="1048"/>
      <w:bookmarkEnd w:id="1049"/>
    </w:p>
    <w:p w14:paraId="471F494F" w14:textId="77777777" w:rsidR="00CB13B2" w:rsidRPr="00AE0E6D" w:rsidRDefault="002D238A">
      <w:pPr>
        <w:pStyle w:val="H4"/>
        <w:rPr>
          <w:b/>
        </w:rPr>
      </w:pPr>
      <w:bookmarkStart w:id="1050" w:name="_Toc204048536"/>
      <w:bookmarkStart w:id="1051" w:name="_Toc400526131"/>
      <w:bookmarkStart w:id="1052" w:name="_Toc405534449"/>
      <w:bookmarkStart w:id="1053" w:name="_Toc406570462"/>
      <w:bookmarkStart w:id="1054" w:name="_Toc410910614"/>
      <w:bookmarkStart w:id="1055" w:name="_Toc411841042"/>
      <w:bookmarkStart w:id="1056" w:name="_Toc422147004"/>
      <w:bookmarkStart w:id="1057" w:name="_Toc433020600"/>
      <w:bookmarkStart w:id="1058" w:name="_Toc437262041"/>
      <w:bookmarkStart w:id="1059" w:name="_Toc478375216"/>
      <w:bookmarkStart w:id="1060" w:name="_Toc199405286"/>
      <w:r w:rsidRPr="00AE0E6D">
        <w:rPr>
          <w:b/>
        </w:rPr>
        <w:t>3.7.1.1</w:t>
      </w:r>
      <w:r w:rsidRPr="00AE0E6D">
        <w:rPr>
          <w:b/>
        </w:rPr>
        <w:tab/>
        <w:t>Generation Resource Parameters</w:t>
      </w:r>
      <w:bookmarkEnd w:id="1050"/>
      <w:bookmarkEnd w:id="1051"/>
      <w:bookmarkEnd w:id="1052"/>
      <w:bookmarkEnd w:id="1053"/>
      <w:bookmarkEnd w:id="1054"/>
      <w:bookmarkEnd w:id="1055"/>
      <w:bookmarkEnd w:id="1056"/>
      <w:bookmarkEnd w:id="1057"/>
      <w:bookmarkEnd w:id="1058"/>
      <w:bookmarkEnd w:id="1059"/>
      <w:bookmarkEnd w:id="1060"/>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lastRenderedPageBreak/>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61" w:name="_Toc204048537"/>
      <w:bookmarkStart w:id="1062" w:name="_Toc400526132"/>
      <w:bookmarkStart w:id="1063" w:name="_Toc405534450"/>
      <w:bookmarkStart w:id="1064" w:name="_Toc406570463"/>
      <w:bookmarkStart w:id="1065" w:name="_Toc410910615"/>
      <w:bookmarkStart w:id="1066" w:name="_Toc411841043"/>
      <w:bookmarkStart w:id="1067" w:name="_Toc422147005"/>
      <w:bookmarkStart w:id="1068" w:name="_Toc433020601"/>
      <w:bookmarkStart w:id="1069" w:name="_Toc437262042"/>
      <w:bookmarkStart w:id="1070" w:name="_Toc478375217"/>
      <w:bookmarkStart w:id="1071" w:name="_Toc199405287"/>
      <w:r w:rsidRPr="00AE0E6D">
        <w:rPr>
          <w:b/>
        </w:rPr>
        <w:t>3.7.1.2</w:t>
      </w:r>
      <w:r w:rsidRPr="00AE0E6D">
        <w:rPr>
          <w:b/>
        </w:rPr>
        <w:tab/>
        <w:t>Load Resource Parameters</w:t>
      </w:r>
      <w:bookmarkEnd w:id="1061"/>
      <w:bookmarkEnd w:id="1062"/>
      <w:bookmarkEnd w:id="1063"/>
      <w:bookmarkEnd w:id="1064"/>
      <w:bookmarkEnd w:id="1065"/>
      <w:bookmarkEnd w:id="1066"/>
      <w:bookmarkEnd w:id="1067"/>
      <w:bookmarkEnd w:id="1068"/>
      <w:bookmarkEnd w:id="1069"/>
      <w:bookmarkEnd w:id="1070"/>
      <w:bookmarkEnd w:id="1071"/>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lastRenderedPageBreak/>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rPr>
          <w:iCs/>
        </w:rPr>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1C58013C" w14:textId="77777777" w:rsidR="00DE06DA" w:rsidRPr="00DE06DA" w:rsidRDefault="00DE06DA" w:rsidP="00DE06DA">
      <w:pPr>
        <w:pStyle w:val="H4"/>
        <w:rPr>
          <w:b/>
        </w:rPr>
      </w:pPr>
      <w:bookmarkStart w:id="1072" w:name="_Toc199405288"/>
      <w:r>
        <w:rPr>
          <w:b/>
        </w:rPr>
        <w:t>3.7.1.3</w:t>
      </w:r>
      <w:r w:rsidRPr="00396EA4">
        <w:rPr>
          <w:b/>
        </w:rPr>
        <w:tab/>
      </w:r>
      <w:r>
        <w:rPr>
          <w:b/>
        </w:rPr>
        <w:t xml:space="preserve"> Energy Storage</w:t>
      </w:r>
      <w:r w:rsidRPr="00396EA4">
        <w:rPr>
          <w:b/>
        </w:rPr>
        <w:t xml:space="preserve"> Resource Parameters</w:t>
      </w:r>
      <w:bookmarkEnd w:id="1072"/>
    </w:p>
    <w:p w14:paraId="7734165D" w14:textId="77777777" w:rsidR="00DE06DA" w:rsidRPr="00396EA4" w:rsidRDefault="00DE06DA" w:rsidP="00DE06DA">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244AD723" w14:textId="37E83A72" w:rsidR="00DE06DA" w:rsidRPr="00396EA4" w:rsidRDefault="00DE06DA" w:rsidP="00DE06DA">
      <w:pPr>
        <w:spacing w:after="240"/>
        <w:ind w:left="1440" w:hanging="720"/>
      </w:pPr>
      <w:r w:rsidRPr="00396EA4">
        <w:t>(a)</w:t>
      </w:r>
      <w:r w:rsidRPr="00396EA4">
        <w:tab/>
        <w:t>Normal Ramp Rate curve;</w:t>
      </w:r>
      <w:r>
        <w:t xml:space="preserve"> and</w:t>
      </w:r>
    </w:p>
    <w:p w14:paraId="7ED4E4C4" w14:textId="359F4C1F" w:rsidR="00DE06DA" w:rsidRDefault="00DE06DA" w:rsidP="00DE06DA">
      <w:pPr>
        <w:spacing w:after="240"/>
        <w:ind w:left="1440" w:hanging="720"/>
      </w:pPr>
      <w:r>
        <w:t>(b)</w:t>
      </w:r>
      <w:r>
        <w:tab/>
        <w:t>Emergency Ramp Rate curve.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647A4669" w:rsidR="006300E7" w:rsidRDefault="006300E7" w:rsidP="00A26836">
            <w:pPr>
              <w:spacing w:before="120" w:after="240"/>
              <w:rPr>
                <w:b/>
                <w:i/>
              </w:rPr>
            </w:pPr>
            <w:bookmarkStart w:id="1073" w:name="_Toc204048538"/>
            <w:bookmarkStart w:id="1074" w:name="_Toc400526133"/>
            <w:bookmarkStart w:id="1075" w:name="_Toc405534451"/>
            <w:bookmarkStart w:id="1076" w:name="_Toc406570464"/>
            <w:bookmarkStart w:id="1077" w:name="_Toc410910616"/>
            <w:bookmarkStart w:id="1078" w:name="_Toc411841044"/>
            <w:bookmarkStart w:id="1079" w:name="_Toc422147006"/>
            <w:bookmarkStart w:id="1080" w:name="_Toc433020602"/>
            <w:bookmarkStart w:id="1081" w:name="_Toc437262043"/>
            <w:bookmarkStart w:id="1082" w:name="_Toc478375218"/>
            <w:r>
              <w:rPr>
                <w:b/>
                <w:i/>
              </w:rPr>
              <w:t>[</w:t>
            </w:r>
            <w:r w:rsidR="004739A8">
              <w:rPr>
                <w:b/>
                <w:i/>
              </w:rPr>
              <w:t>NPRR1204</w:t>
            </w:r>
            <w:r w:rsidRPr="004B0726">
              <w:rPr>
                <w:b/>
                <w:i/>
              </w:rPr>
              <w:t xml:space="preserve">: </w:t>
            </w:r>
            <w:r>
              <w:rPr>
                <w:b/>
                <w:i/>
              </w:rPr>
              <w:t xml:space="preserve"> Insert </w:t>
            </w:r>
            <w:r w:rsidR="00DE06DA">
              <w:rPr>
                <w:b/>
                <w:i/>
              </w:rPr>
              <w:t>paragraph (c) below</w:t>
            </w:r>
            <w:r w:rsidR="004739A8">
              <w:rPr>
                <w:b/>
                <w:i/>
              </w:rPr>
              <w:t xml:space="preserve"> upon</w:t>
            </w:r>
            <w:r w:rsidR="004739A8" w:rsidRPr="00423202">
              <w:rPr>
                <w:b/>
                <w:i/>
              </w:rPr>
              <w:t xml:space="preserve"> system implementation of the Real-Time Co-Optimization (RTC) project</w:t>
            </w:r>
            <w:r>
              <w:rPr>
                <w:b/>
                <w:i/>
              </w:rPr>
              <w:t>:</w:t>
            </w:r>
            <w:r w:rsidRPr="004B0726">
              <w:rPr>
                <w:b/>
                <w:i/>
              </w:rPr>
              <w:t>]</w:t>
            </w:r>
          </w:p>
          <w:p w14:paraId="49D34F60" w14:textId="32A16FC9" w:rsidR="004739A8" w:rsidRPr="006300E7" w:rsidRDefault="004739A8" w:rsidP="006300E7">
            <w:pPr>
              <w:spacing w:after="240"/>
              <w:ind w:left="1440" w:hanging="720"/>
            </w:pPr>
            <w:r>
              <w:t>(c)</w:t>
            </w:r>
            <w:r w:rsidRPr="00423202">
              <w:tab/>
            </w:r>
            <w:r>
              <w:t>Round Trip Efficiency.</w:t>
            </w:r>
          </w:p>
        </w:tc>
      </w:tr>
    </w:tbl>
    <w:p w14:paraId="24022FDE" w14:textId="77777777" w:rsidR="00CB13B2" w:rsidRPr="002B331B" w:rsidRDefault="002D238A" w:rsidP="0092452E">
      <w:pPr>
        <w:pStyle w:val="H4"/>
        <w:spacing w:before="480"/>
        <w:ind w:left="1267" w:hanging="1267"/>
        <w:outlineLvl w:val="2"/>
        <w:rPr>
          <w:b/>
          <w:i/>
        </w:rPr>
      </w:pPr>
      <w:bookmarkStart w:id="1083" w:name="_Toc199405289"/>
      <w:r w:rsidRPr="002B331B">
        <w:rPr>
          <w:b/>
          <w:i/>
        </w:rPr>
        <w:t>3.7.</w:t>
      </w:r>
      <w:r w:rsidR="00E02827" w:rsidRPr="002B331B">
        <w:rPr>
          <w:b/>
          <w:i/>
        </w:rPr>
        <w:t>2</w:t>
      </w:r>
      <w:r w:rsidRPr="002B331B">
        <w:rPr>
          <w:b/>
          <w:i/>
        </w:rPr>
        <w:tab/>
        <w:t>Changes in Resource Parameters with Operational Impacts</w:t>
      </w:r>
      <w:bookmarkEnd w:id="1073"/>
      <w:bookmarkEnd w:id="1074"/>
      <w:bookmarkEnd w:id="1075"/>
      <w:bookmarkEnd w:id="1076"/>
      <w:bookmarkEnd w:id="1077"/>
      <w:bookmarkEnd w:id="1078"/>
      <w:bookmarkEnd w:id="1079"/>
      <w:bookmarkEnd w:id="1080"/>
      <w:bookmarkEnd w:id="1081"/>
      <w:bookmarkEnd w:id="1082"/>
      <w:bookmarkEnd w:id="1083"/>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84" w:name="_Toc204048539"/>
      <w:bookmarkStart w:id="1085" w:name="_Toc400526134"/>
      <w:bookmarkStart w:id="1086" w:name="_Toc405534452"/>
      <w:bookmarkStart w:id="1087" w:name="_Toc406570465"/>
      <w:bookmarkStart w:id="1088" w:name="_Toc410910617"/>
      <w:bookmarkStart w:id="1089" w:name="_Toc411841045"/>
      <w:bookmarkStart w:id="1090" w:name="_Toc422147007"/>
      <w:bookmarkStart w:id="1091" w:name="_Toc433020603"/>
      <w:bookmarkStart w:id="1092" w:name="_Toc437262044"/>
      <w:bookmarkStart w:id="1093" w:name="_Toc478375219"/>
      <w:bookmarkStart w:id="1094" w:name="_Toc199405290"/>
      <w:r>
        <w:t>3.7.</w:t>
      </w:r>
      <w:r w:rsidR="00E02827">
        <w:t>3</w:t>
      </w:r>
      <w:r>
        <w:tab/>
        <w:t>Resource Parameter Validation</w:t>
      </w:r>
      <w:bookmarkEnd w:id="1084"/>
      <w:bookmarkEnd w:id="1085"/>
      <w:bookmarkEnd w:id="1086"/>
      <w:bookmarkEnd w:id="1087"/>
      <w:bookmarkEnd w:id="1088"/>
      <w:bookmarkEnd w:id="1089"/>
      <w:bookmarkEnd w:id="1090"/>
      <w:bookmarkEnd w:id="1091"/>
      <w:bookmarkEnd w:id="1092"/>
      <w:bookmarkEnd w:id="1093"/>
      <w:bookmarkEnd w:id="1094"/>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0CD54A30" w:rsidR="00CB13B2" w:rsidRDefault="002D238A">
      <w:pPr>
        <w:pStyle w:val="H2"/>
      </w:pPr>
      <w:bookmarkStart w:id="1095" w:name="_Toc204048540"/>
      <w:bookmarkStart w:id="1096" w:name="_Toc400526135"/>
      <w:bookmarkStart w:id="1097" w:name="_Toc405534453"/>
      <w:bookmarkStart w:id="1098" w:name="_Toc406570466"/>
      <w:bookmarkStart w:id="1099" w:name="_Toc410910618"/>
      <w:bookmarkStart w:id="1100" w:name="_Toc411841046"/>
      <w:bookmarkStart w:id="1101" w:name="_Toc422147008"/>
      <w:bookmarkStart w:id="1102" w:name="_Toc433020604"/>
      <w:bookmarkStart w:id="1103" w:name="_Toc437262045"/>
      <w:bookmarkStart w:id="1104" w:name="_Toc478375220"/>
      <w:bookmarkStart w:id="1105" w:name="_Toc199405291"/>
      <w:r>
        <w:lastRenderedPageBreak/>
        <w:t>3.8</w:t>
      </w:r>
      <w:r>
        <w:tab/>
        <w:t>Special Considerations</w:t>
      </w:r>
      <w:bookmarkEnd w:id="1095"/>
      <w:bookmarkEnd w:id="1096"/>
      <w:bookmarkEnd w:id="1097"/>
      <w:bookmarkEnd w:id="1098"/>
      <w:bookmarkEnd w:id="1099"/>
      <w:bookmarkEnd w:id="1100"/>
      <w:bookmarkEnd w:id="1101"/>
      <w:bookmarkEnd w:id="1102"/>
      <w:bookmarkEnd w:id="1103"/>
      <w:bookmarkEnd w:id="1104"/>
      <w:bookmarkEnd w:id="1105"/>
    </w:p>
    <w:p w14:paraId="2A4BB4E2" w14:textId="77777777" w:rsidR="00E85FA7" w:rsidRPr="00413EEB" w:rsidRDefault="00F22AC4" w:rsidP="000716EE">
      <w:pPr>
        <w:pStyle w:val="Heading3"/>
        <w:numPr>
          <w:ilvl w:val="0"/>
          <w:numId w:val="0"/>
        </w:numPr>
      </w:pPr>
      <w:bookmarkStart w:id="1106" w:name="_Toc400526136"/>
      <w:bookmarkStart w:id="1107" w:name="_Toc405534454"/>
      <w:bookmarkStart w:id="1108" w:name="_Toc406570467"/>
      <w:bookmarkStart w:id="1109" w:name="_Toc410910619"/>
      <w:bookmarkStart w:id="1110" w:name="_Toc411841047"/>
      <w:bookmarkStart w:id="1111" w:name="_Toc422147009"/>
      <w:bookmarkStart w:id="1112" w:name="_Toc433020605"/>
      <w:bookmarkStart w:id="1113" w:name="_Toc437262046"/>
      <w:bookmarkStart w:id="1114" w:name="_Toc478375221"/>
      <w:bookmarkStart w:id="1115" w:name="_Toc199405292"/>
      <w:r w:rsidRPr="00975850">
        <w:t>3.8.1</w:t>
      </w:r>
      <w:r w:rsidRPr="00975850">
        <w:tab/>
        <w:t>Split Generation Resources</w:t>
      </w:r>
      <w:bookmarkEnd w:id="1106"/>
      <w:bookmarkEnd w:id="1107"/>
      <w:bookmarkEnd w:id="1108"/>
      <w:bookmarkEnd w:id="1109"/>
      <w:bookmarkEnd w:id="1110"/>
      <w:bookmarkEnd w:id="1111"/>
      <w:bookmarkEnd w:id="1112"/>
      <w:bookmarkEnd w:id="1113"/>
      <w:bookmarkEnd w:id="1114"/>
      <w:bookmarkEnd w:id="1115"/>
    </w:p>
    <w:p w14:paraId="356711D4" w14:textId="3A5B7325" w:rsidR="00CB13B2" w:rsidRDefault="002D238A">
      <w:pPr>
        <w:pStyle w:val="BodyTextNumbered"/>
      </w:pPr>
      <w:bookmarkStart w:id="1116"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r w:rsidR="00165A17">
        <w:t xml:space="preserve"> </w:t>
      </w:r>
      <w:r w:rsidR="00165A17" w:rsidRPr="00F06E8E">
        <w:t>An Energy Storage Resource (ESR) may not be registered in ERCOT as a Split Generation Resource.</w:t>
      </w:r>
    </w:p>
    <w:bookmarkEnd w:id="1116"/>
    <w:p w14:paraId="4E23AFAE" w14:textId="2AAF4456" w:rsidR="00CB13B2" w:rsidRDefault="002D238A" w:rsidP="0060410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5F6B6082" w:rsidR="00846977" w:rsidRDefault="00F70237">
      <w:pPr>
        <w:pStyle w:val="BodyTextNumbered"/>
        <w:ind w:left="1440"/>
        <w:rPr>
          <w:iCs w:val="0"/>
        </w:rPr>
      </w:pPr>
      <w:r>
        <w:rPr>
          <w:iCs w:val="0"/>
        </w:rPr>
        <w:t>(b)</w:t>
      </w:r>
      <w:r>
        <w:rPr>
          <w:iCs w:val="0"/>
        </w:rPr>
        <w:tab/>
        <w:t>P</w:t>
      </w:r>
      <w:r w:rsidRPr="00CE6FE9">
        <w:rPr>
          <w:iCs w:val="0"/>
        </w:rPr>
        <w:t>rovide real-time telemetry for the total Generation Resource, as specified in Section 6.5.5.2, Operational Data Requirements;</w:t>
      </w:r>
    </w:p>
    <w:p w14:paraId="46776D70" w14:textId="77777777" w:rsidR="007916A1" w:rsidRPr="00204B25" w:rsidRDefault="00F70237" w:rsidP="007916A1">
      <w:pPr>
        <w:spacing w:after="240"/>
        <w:ind w:left="1440" w:hanging="720"/>
        <w:rPr>
          <w:iCs/>
        </w:rPr>
      </w:pPr>
      <w:r>
        <w:t>(c)</w:t>
      </w:r>
      <w:r>
        <w:tab/>
        <w:t>R</w:t>
      </w:r>
      <w:r w:rsidRPr="00CE6FE9">
        <w:t>eceive Verbal Dispatch Instructions (VDIs) from ERCOT, as specified in Section 6.5.7.8, Dispatch Procedures</w:t>
      </w:r>
      <w:r w:rsidR="007916A1" w:rsidRPr="00204B25">
        <w:rPr>
          <w:iCs/>
        </w:rPr>
        <w:t>; and</w:t>
      </w:r>
    </w:p>
    <w:p w14:paraId="51DC3DEE" w14:textId="566EFB2F" w:rsidR="00846977" w:rsidRDefault="007916A1" w:rsidP="007916A1">
      <w:pPr>
        <w:pStyle w:val="BodyTextNumbered"/>
        <w:ind w:left="1440"/>
      </w:pPr>
      <w:r w:rsidRPr="00204B25">
        <w:t>(d)</w:t>
      </w:r>
      <w:r w:rsidRPr="00204B25">
        <w:tab/>
        <w:t xml:space="preserve">Within five Business Days, notify all other QSEs that represent the Split Generation Resource when the Resource received </w:t>
      </w:r>
      <w:r w:rsidR="00317F36">
        <w:t>a</w:t>
      </w:r>
      <w:r w:rsidRPr="00204B25">
        <w:t xml:space="preserve"> High Dispatch Limit (HDL) override instruction</w:t>
      </w:r>
      <w:r w:rsidR="00F70237" w:rsidRPr="00CE6FE9">
        <w:rPr>
          <w:iCs w:val="0"/>
        </w:rPr>
        <w:t xml:space="preserve">.  </w:t>
      </w:r>
    </w:p>
    <w:p w14:paraId="0940A68F" w14:textId="77777777" w:rsidR="00CB13B2" w:rsidRDefault="00F70237">
      <w:pPr>
        <w:pStyle w:val="BodyTextNumbered"/>
      </w:pPr>
      <w:r>
        <w:lastRenderedPageBreak/>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17" w:name="_Toc400526137"/>
      <w:bookmarkStart w:id="1118" w:name="_Toc405534455"/>
      <w:bookmarkStart w:id="1119" w:name="_Toc406570468"/>
      <w:bookmarkStart w:id="1120" w:name="_Toc410910620"/>
      <w:bookmarkStart w:id="1121" w:name="_Toc411841048"/>
      <w:bookmarkStart w:id="1122" w:name="_Toc422147010"/>
      <w:bookmarkStart w:id="1123" w:name="_Toc433020606"/>
      <w:bookmarkStart w:id="1124" w:name="_Toc437262047"/>
      <w:bookmarkStart w:id="1125" w:name="_Toc478375222"/>
      <w:bookmarkStart w:id="1126" w:name="_Toc199405293"/>
      <w:r>
        <w:rPr>
          <w:iCs/>
        </w:rPr>
        <w:t>3</w:t>
      </w:r>
      <w:r w:rsidRPr="00660A50">
        <w:rPr>
          <w:iCs/>
        </w:rPr>
        <w:t>.8.2</w:t>
      </w:r>
      <w:r>
        <w:rPr>
          <w:iCs/>
        </w:rPr>
        <w:tab/>
      </w:r>
      <w:r w:rsidRPr="00660A50">
        <w:rPr>
          <w:iCs/>
        </w:rPr>
        <w:t>Combined Cycle Generation Resources</w:t>
      </w:r>
      <w:bookmarkEnd w:id="1117"/>
      <w:bookmarkEnd w:id="1118"/>
      <w:bookmarkEnd w:id="1119"/>
      <w:bookmarkEnd w:id="1120"/>
      <w:bookmarkEnd w:id="1121"/>
      <w:bookmarkEnd w:id="1122"/>
      <w:bookmarkEnd w:id="1123"/>
      <w:bookmarkEnd w:id="1124"/>
      <w:bookmarkEnd w:id="1125"/>
      <w:bookmarkEnd w:id="1126"/>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w:t>
      </w:r>
      <w:r w:rsidRPr="00BD272E">
        <w:lastRenderedPageBreak/>
        <w:t>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 xml:space="preserve">data provided to ERCOT pursuant to Planning Guide </w:t>
      </w:r>
      <w:r w:rsidR="00855625">
        <w:rPr>
          <w:iCs/>
        </w:rPr>
        <w:lastRenderedPageBreak/>
        <w:t>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27" w:name="_Toc277141537"/>
      <w:bookmarkStart w:id="1128" w:name="_Toc400526138"/>
      <w:bookmarkStart w:id="1129" w:name="_Toc405534456"/>
      <w:bookmarkStart w:id="1130" w:name="_Toc406570469"/>
      <w:bookmarkStart w:id="1131" w:name="_Toc410910621"/>
      <w:bookmarkStart w:id="1132" w:name="_Toc411841049"/>
      <w:bookmarkStart w:id="1133" w:name="_Toc422147011"/>
      <w:bookmarkStart w:id="1134" w:name="_Toc433020607"/>
      <w:bookmarkStart w:id="1135" w:name="_Toc437262048"/>
      <w:bookmarkStart w:id="1136" w:name="_Toc478375223"/>
      <w:bookmarkStart w:id="1137" w:name="_Toc199405294"/>
      <w:r>
        <w:lastRenderedPageBreak/>
        <w:t>3.8.3</w:t>
      </w:r>
      <w:r>
        <w:rPr>
          <w:b w:val="0"/>
        </w:rPr>
        <w:tab/>
      </w:r>
      <w:r>
        <w:t>Quick Start Generation Resources</w:t>
      </w:r>
      <w:bookmarkEnd w:id="1127"/>
      <w:bookmarkEnd w:id="1128"/>
      <w:bookmarkEnd w:id="1129"/>
      <w:bookmarkEnd w:id="1130"/>
      <w:bookmarkEnd w:id="1131"/>
      <w:bookmarkEnd w:id="1132"/>
      <w:bookmarkEnd w:id="1133"/>
      <w:bookmarkEnd w:id="1134"/>
      <w:bookmarkEnd w:id="1135"/>
      <w:bookmarkEnd w:id="1136"/>
      <w:bookmarkEnd w:id="1137"/>
    </w:p>
    <w:p w14:paraId="059AC392" w14:textId="58877197" w:rsidR="006D0482" w:rsidRDefault="006D0482" w:rsidP="006D0482">
      <w:pPr>
        <w:pStyle w:val="BodyTextNumbered"/>
      </w:pPr>
      <w:r>
        <w:t>(1)</w:t>
      </w:r>
      <w:r>
        <w:tab/>
        <w:t>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w:t>
      </w:r>
      <w:r w:rsidR="00174FF1">
        <w:t xml:space="preserve">  </w:t>
      </w:r>
      <w:r w:rsidR="00174FF1" w:rsidRPr="0003648D">
        <w:rPr>
          <w:iCs w:val="0"/>
        </w:rPr>
        <w:t xml:space="preserve">If the QSGR is providing </w:t>
      </w:r>
      <w:r w:rsidR="00174FF1">
        <w:t>ERCOT Contingency Reserve Service</w:t>
      </w:r>
      <w:r w:rsidR="00174FF1" w:rsidRPr="0003648D">
        <w:rPr>
          <w:iCs w:val="0"/>
        </w:rPr>
        <w:t xml:space="preserve"> </w:t>
      </w:r>
      <w:r w:rsidR="00174FF1">
        <w:rPr>
          <w:iCs w:val="0"/>
        </w:rPr>
        <w:t>(ECRS)</w:t>
      </w:r>
      <w:r w:rsidR="00174FF1" w:rsidRPr="0003648D">
        <w:rPr>
          <w:iCs w:val="0"/>
        </w:rPr>
        <w:t xml:space="preserve">, then the Ancillary Service Resource Responsibility for </w:t>
      </w:r>
      <w:r w:rsidR="00174FF1">
        <w:rPr>
          <w:iCs w:val="0"/>
        </w:rPr>
        <w:t>ECRS</w:t>
      </w:r>
      <w:r w:rsidR="00174FF1" w:rsidRPr="0003648D">
        <w:rPr>
          <w:iCs w:val="0"/>
        </w:rPr>
        <w:t xml:space="preserve"> shall be set to the Resource’s QSE-assigned </w:t>
      </w:r>
      <w:r w:rsidR="00174FF1">
        <w:rPr>
          <w:iCs w:val="0"/>
        </w:rPr>
        <w:t>ECRS</w:t>
      </w:r>
      <w:r w:rsidR="00174FF1" w:rsidRPr="0003648D">
        <w:rPr>
          <w:iCs w:val="0"/>
        </w:rPr>
        <w:t xml:space="preserve"> responsibility in the COP.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3BBA8692" w:rsidR="00DD7476" w:rsidRDefault="00DD7476" w:rsidP="004F196D">
            <w:pPr>
              <w:spacing w:before="120" w:after="240"/>
              <w:rPr>
                <w:b/>
                <w:i/>
              </w:rPr>
            </w:pPr>
            <w:r>
              <w:rPr>
                <w:b/>
                <w:i/>
              </w:rPr>
              <w:t>[</w:t>
            </w:r>
            <w:r w:rsidR="008C1765">
              <w:rPr>
                <w:b/>
                <w:i/>
              </w:rPr>
              <w:t>NPRR1007</w:t>
            </w:r>
            <w:r w:rsidRPr="004B0726">
              <w:rPr>
                <w:b/>
                <w:i/>
              </w:rPr>
              <w:t xml:space="preserve">: </w:t>
            </w:r>
            <w:r>
              <w:rPr>
                <w:b/>
                <w:i/>
              </w:rPr>
              <w:t xml:space="preserve"> Replace paragraph (1) above with the following </w:t>
            </w:r>
            <w:r w:rsidR="008C1765">
              <w:rPr>
                <w:b/>
                <w:i/>
              </w:rPr>
              <w:t>upon system implementation of the Real-Time Co-Optimization (RTC) project</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xml:space="preserve">.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w:t>
            </w:r>
            <w:r w:rsidRPr="00282040">
              <w:rPr>
                <w:iCs/>
              </w:rPr>
              <w:lastRenderedPageBreak/>
              <w:t>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lastRenderedPageBreak/>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38" w:name="OLE_LINK1"/>
            <w:bookmarkStart w:id="1139"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38"/>
      <w:bookmarkEnd w:id="1139"/>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40" w:name="_Toc400526139"/>
      <w:bookmarkStart w:id="1141" w:name="_Toc405534457"/>
      <w:bookmarkStart w:id="1142" w:name="_Toc406570470"/>
      <w:bookmarkStart w:id="1143" w:name="_Toc410910622"/>
      <w:bookmarkStart w:id="1144" w:name="_Toc411841050"/>
      <w:bookmarkStart w:id="1145" w:name="_Toc422147012"/>
      <w:bookmarkStart w:id="1146" w:name="_Toc433020608"/>
      <w:bookmarkStart w:id="1147" w:name="_Toc437262049"/>
      <w:bookmarkStart w:id="1148" w:name="_Toc478375224"/>
      <w:bookmarkStart w:id="1149" w:name="_Toc199405295"/>
      <w:r w:rsidRPr="00392861">
        <w:rPr>
          <w:i w:val="0"/>
        </w:rPr>
        <w:lastRenderedPageBreak/>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40"/>
      <w:bookmarkEnd w:id="1141"/>
      <w:bookmarkEnd w:id="1142"/>
      <w:bookmarkEnd w:id="1143"/>
      <w:bookmarkEnd w:id="1144"/>
      <w:bookmarkEnd w:id="1145"/>
      <w:bookmarkEnd w:id="1146"/>
      <w:bookmarkEnd w:id="1147"/>
      <w:bookmarkEnd w:id="1148"/>
      <w:bookmarkEnd w:id="1149"/>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50" w:name="_Toc293314049"/>
      <w:bookmarkStart w:id="1151" w:name="_Toc400526140"/>
      <w:bookmarkStart w:id="1152" w:name="_Toc405534458"/>
      <w:bookmarkStart w:id="1153" w:name="_Toc406570471"/>
      <w:bookmarkStart w:id="1154" w:name="_Toc410910623"/>
      <w:bookmarkStart w:id="1155" w:name="_Toc411841051"/>
      <w:bookmarkStart w:id="1156" w:name="_Toc422147013"/>
      <w:bookmarkStart w:id="1157" w:name="_Toc433020609"/>
      <w:bookmarkStart w:id="1158" w:name="_Toc437262050"/>
      <w:bookmarkStart w:id="1159" w:name="_Toc478375225"/>
      <w:bookmarkStart w:id="1160" w:name="_Toc199405296"/>
      <w:r>
        <w:t>3.8.4</w:t>
      </w:r>
      <w:r w:rsidRPr="000B1BB5">
        <w:tab/>
      </w:r>
      <w:bookmarkEnd w:id="1150"/>
      <w:bookmarkEnd w:id="1151"/>
      <w:bookmarkEnd w:id="1152"/>
      <w:bookmarkEnd w:id="1153"/>
      <w:bookmarkEnd w:id="1154"/>
      <w:bookmarkEnd w:id="1155"/>
      <w:bookmarkEnd w:id="1156"/>
      <w:bookmarkEnd w:id="1157"/>
      <w:bookmarkEnd w:id="1158"/>
      <w:bookmarkEnd w:id="1159"/>
      <w:r w:rsidR="00364D90" w:rsidRPr="00364D90">
        <w:t>Generation Resources Operating in Synchronous Condenser Fast</w:t>
      </w:r>
      <w:r w:rsidR="00915E39">
        <w:t>-</w:t>
      </w:r>
      <w:r w:rsidR="00364D90" w:rsidRPr="00364D90">
        <w:t>Response Mode</w:t>
      </w:r>
      <w:bookmarkEnd w:id="1160"/>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61" w:name="_Toc28421546"/>
      <w:bookmarkStart w:id="1162" w:name="_Toc199405297"/>
      <w:bookmarkStart w:id="1163" w:name="_Toc204048541"/>
      <w:bookmarkStart w:id="1164" w:name="_Toc400526141"/>
      <w:bookmarkStart w:id="1165" w:name="_Toc405534459"/>
      <w:bookmarkStart w:id="1166" w:name="_Toc406570472"/>
      <w:bookmarkStart w:id="1167" w:name="_Toc410910624"/>
      <w:bookmarkStart w:id="1168" w:name="_Toc411841052"/>
      <w:bookmarkStart w:id="1169" w:name="_Toc422147014"/>
      <w:bookmarkStart w:id="1170" w:name="_Toc433020610"/>
      <w:bookmarkStart w:id="1171" w:name="_Toc437262051"/>
      <w:bookmarkStart w:id="1172" w:name="_Toc478375226"/>
      <w:bookmarkStart w:id="1173" w:name="_Toc204048542"/>
      <w:r>
        <w:t>3.8.</w:t>
      </w:r>
      <w:r w:rsidR="0079224A">
        <w:t>5</w:t>
      </w:r>
      <w:r>
        <w:tab/>
        <w:t>Energy Storage Resources</w:t>
      </w:r>
      <w:bookmarkEnd w:id="1161"/>
      <w:bookmarkEnd w:id="1162"/>
    </w:p>
    <w:p w14:paraId="32EE6D5C" w14:textId="7BDBCAAA" w:rsidR="004F04CD" w:rsidRDefault="004F04CD" w:rsidP="004F04CD">
      <w:pPr>
        <w:pStyle w:val="BodyTextNumbered"/>
        <w:rPr>
          <w:iCs w:val="0"/>
        </w:rPr>
      </w:pPr>
      <w:r>
        <w:rPr>
          <w:iCs w:val="0"/>
        </w:rPr>
        <w:t>(1)</w:t>
      </w:r>
      <w:r>
        <w:rPr>
          <w:iCs w:val="0"/>
        </w:rPr>
        <w:tab/>
      </w:r>
      <w:r w:rsidR="00DE06DA">
        <w:t>For the purposes of all ERCOT Protocols and Other Binding Documents,</w:t>
      </w:r>
      <w:r w:rsidR="00DE06DA" w:rsidRPr="00EB5680">
        <w:t xml:space="preserve"> all requirements </w:t>
      </w:r>
      <w:r w:rsidR="00DE06DA">
        <w:t>that apply to</w:t>
      </w:r>
      <w:r w:rsidR="00DE06DA" w:rsidRPr="00EB5680">
        <w:t xml:space="preserve"> Generation Resources and Controllable Load Resources</w:t>
      </w:r>
      <w:r w:rsidR="00DE06DA">
        <w:t xml:space="preserve"> shall be understood to apply to ESRs to the same extent</w:t>
      </w:r>
      <w:r w:rsidR="00DE06DA" w:rsidRPr="00EB5680">
        <w:t>,</w:t>
      </w:r>
      <w:r w:rsidR="00DE06DA">
        <w:t xml:space="preserve"> except where the Protocols explicitly provide otherwise</w:t>
      </w:r>
      <w:r w:rsidR="00DE06DA" w:rsidRPr="00EB568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20BDA" w14:paraId="4903D1BB"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13589975" w14:textId="18E4513B" w:rsidR="00C20BDA" w:rsidRPr="005901EB" w:rsidRDefault="00C20BDA" w:rsidP="00C20BDA">
            <w:pPr>
              <w:spacing w:before="120" w:after="240"/>
            </w:pPr>
            <w:r>
              <w:rPr>
                <w:b/>
                <w:i/>
              </w:rPr>
              <w:t>[NPRR1246</w:t>
            </w:r>
            <w:r w:rsidRPr="004B0726">
              <w:rPr>
                <w:b/>
                <w:i/>
              </w:rPr>
              <w:t xml:space="preserve">: </w:t>
            </w:r>
            <w:r>
              <w:rPr>
                <w:b/>
                <w:i/>
              </w:rPr>
              <w:t xml:space="preserve"> Delete paragraph (1) above upon system implementation of the Real-Time Co-Optimization (RTC) project and renumber accordingly</w:t>
            </w:r>
            <w:r w:rsidR="00AC288B">
              <w:rPr>
                <w:b/>
                <w:i/>
              </w:rPr>
              <w:t>.</w:t>
            </w:r>
            <w:r w:rsidRPr="004B0726">
              <w:rPr>
                <w:b/>
                <w:i/>
              </w:rPr>
              <w:t>]</w:t>
            </w:r>
          </w:p>
        </w:tc>
      </w:tr>
    </w:tbl>
    <w:p w14:paraId="1582658E" w14:textId="1C2213DB" w:rsidR="002A1F6F" w:rsidRPr="008841F9" w:rsidRDefault="002A1F6F" w:rsidP="008B3CCE">
      <w:pPr>
        <w:spacing w:before="240" w:after="240"/>
        <w:ind w:left="720" w:hanging="720"/>
      </w:pPr>
      <w:r w:rsidRPr="008841F9">
        <w:lastRenderedPageBreak/>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74" w:name="_Toc199405298"/>
      <w:bookmarkStart w:id="1175" w:name="_Hlk90900980"/>
      <w:r w:rsidRPr="00B3048F">
        <w:rPr>
          <w:b/>
          <w:bCs/>
          <w:i/>
        </w:rPr>
        <w:t>3.8.</w:t>
      </w:r>
      <w:r>
        <w:rPr>
          <w:b/>
          <w:bCs/>
          <w:i/>
        </w:rPr>
        <w:t>6</w:t>
      </w:r>
      <w:r w:rsidRPr="00B3048F">
        <w:rPr>
          <w:b/>
          <w:bCs/>
          <w:i/>
        </w:rPr>
        <w:tab/>
        <w:t>Distribution Generation Resources (DGRs) and Distribution Energy Storage Resources (DESRs)</w:t>
      </w:r>
      <w:bookmarkEnd w:id="1174"/>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lastRenderedPageBreak/>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FB5" w14:paraId="229C2D8D"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78E39C40" w14:textId="573FE7A2" w:rsidR="001C2FB5" w:rsidRDefault="001C2FB5" w:rsidP="0061655D">
            <w:pPr>
              <w:spacing w:before="120" w:after="240"/>
              <w:rPr>
                <w:b/>
                <w:i/>
              </w:rPr>
            </w:pPr>
            <w:r>
              <w:rPr>
                <w:b/>
                <w:i/>
              </w:rPr>
              <w:t>[NPRR1171</w:t>
            </w:r>
            <w:r w:rsidR="007C4269">
              <w:rPr>
                <w:b/>
                <w:i/>
              </w:rPr>
              <w:t xml:space="preserve"> and NPRR1213</w:t>
            </w:r>
            <w:r w:rsidRPr="004B0726">
              <w:rPr>
                <w:b/>
                <w:i/>
              </w:rPr>
              <w:t xml:space="preserve">: </w:t>
            </w:r>
            <w:r>
              <w:rPr>
                <w:b/>
                <w:i/>
              </w:rPr>
              <w:t xml:space="preserve"> Replace paragraph (1) above with the following upon system implementation</w:t>
            </w:r>
            <w:r w:rsidR="007372E1">
              <w:rPr>
                <w:b/>
                <w:i/>
              </w:rPr>
              <w:t xml:space="preserve"> for NPRR1171; or upon system implementation and </w:t>
            </w:r>
            <w:r w:rsidR="00FD0C47">
              <w:rPr>
                <w:b/>
                <w:i/>
              </w:rPr>
              <w:t xml:space="preserve">upon system implementation of </w:t>
            </w:r>
            <w:r w:rsidR="007372E1">
              <w:rPr>
                <w:b/>
                <w:i/>
              </w:rPr>
              <w:t>NPRR1171 for NPRR1213</w:t>
            </w:r>
            <w:r w:rsidR="00FD0C47">
              <w:rPr>
                <w:b/>
                <w:i/>
              </w:rPr>
              <w:t>,</w:t>
            </w:r>
            <w:r>
              <w:rPr>
                <w:b/>
                <w:i/>
              </w:rPr>
              <w:t xml:space="preserve"> and renumber accordingly:</w:t>
            </w:r>
            <w:r w:rsidRPr="004B0726">
              <w:rPr>
                <w:b/>
                <w:i/>
              </w:rPr>
              <w:t>]</w:t>
            </w:r>
          </w:p>
          <w:p w14:paraId="51946F7C" w14:textId="5687C41A" w:rsidR="001C2FB5" w:rsidRDefault="001C2FB5" w:rsidP="001C2FB5">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 xml:space="preserve">submit an executed Section 23, Form </w:t>
            </w:r>
            <w:r w:rsidR="003B7307">
              <w:t>R</w:t>
            </w:r>
            <w:r>
              <w:t>, Interconnection Circuit Designation for Distribution Generation Resources (DGRs) and Distribution Energy Storage Resources (DESRs).</w:t>
            </w:r>
          </w:p>
          <w:p w14:paraId="4685C9FA" w14:textId="77777777" w:rsidR="001C2FB5" w:rsidRDefault="001C2FB5" w:rsidP="001C2FB5">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15A2652C" w14:textId="6DF9E714" w:rsidR="001C2FB5" w:rsidRDefault="001C2FB5" w:rsidP="001C2FB5">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2100B4D" w14:textId="77777777" w:rsidR="001C2FB5" w:rsidRDefault="001C2FB5" w:rsidP="001C2FB5">
            <w:pPr>
              <w:spacing w:after="240"/>
              <w:ind w:left="2160" w:hanging="720"/>
            </w:pPr>
            <w:r>
              <w:t>(i)</w:t>
            </w:r>
            <w:r>
              <w:tab/>
            </w:r>
            <w:r w:rsidRPr="004237B6">
              <w:t xml:space="preserve">A DGR or DESR is connected to a distribution circuit which the DSP has excluded from Load shedding events, </w:t>
            </w:r>
            <w:r>
              <w:t xml:space="preserve">which may include, but is not </w:t>
            </w:r>
            <w:r>
              <w:lastRenderedPageBreak/>
              <w:t>limited to,</w:t>
            </w:r>
            <w:r w:rsidRPr="004237B6">
              <w:t xml:space="preserve"> a distribution circuit that interconnects only DGRs or DESRs</w:t>
            </w:r>
            <w:r>
              <w:t>;</w:t>
            </w:r>
            <w:r w:rsidRPr="004237B6">
              <w:t xml:space="preserve"> or</w:t>
            </w:r>
          </w:p>
          <w:p w14:paraId="0C8E32F0" w14:textId="77777777" w:rsidR="001C2FB5" w:rsidRDefault="001C2FB5" w:rsidP="001C2FB5">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4644C9E0" w14:textId="77777777" w:rsidR="001C2FB5" w:rsidRDefault="001C2FB5" w:rsidP="001C2FB5">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5801620D" w14:textId="1DE26A52" w:rsidR="001C2FB5" w:rsidRPr="00795168" w:rsidRDefault="001C2FB5" w:rsidP="001C2FB5">
            <w:pPr>
              <w:spacing w:after="240"/>
              <w:ind w:left="2160" w:hanging="720"/>
            </w:pPr>
            <w:r w:rsidRPr="00795168">
              <w:t>(i)</w:t>
            </w:r>
            <w:r w:rsidRPr="00795168">
              <w:tab/>
              <w:t>Non-Spinning Reserve</w:t>
            </w:r>
            <w:r>
              <w:t xml:space="preserve"> </w:t>
            </w:r>
            <w:r w:rsidRPr="00795168">
              <w:t>(Non-Spin);</w:t>
            </w:r>
          </w:p>
          <w:p w14:paraId="6D89FA22" w14:textId="1CE14D00" w:rsidR="00DC463A" w:rsidRDefault="00DC463A" w:rsidP="001C2FB5">
            <w:pPr>
              <w:spacing w:after="240"/>
              <w:ind w:left="2160" w:hanging="720"/>
            </w:pPr>
            <w:r>
              <w:t>(ii)</w:t>
            </w:r>
            <w:r>
              <w:tab/>
              <w:t xml:space="preserve">ERCOT Contingency Reserve Service (ECRS); and </w:t>
            </w:r>
          </w:p>
          <w:p w14:paraId="481B7818" w14:textId="06731F25" w:rsidR="001C2FB5" w:rsidRDefault="001C2FB5" w:rsidP="001C2FB5">
            <w:pPr>
              <w:spacing w:after="240"/>
              <w:ind w:left="2160" w:hanging="720"/>
            </w:pPr>
            <w:r w:rsidRPr="00795168">
              <w:t>(ii</w:t>
            </w:r>
            <w:r w:rsidR="00DC463A">
              <w:t>i</w:t>
            </w:r>
            <w:r w:rsidRPr="00795168">
              <w:t>)</w:t>
            </w:r>
            <w:r w:rsidRPr="00795168">
              <w:tab/>
              <w:t>Regulation Down Service (Reg-Down)</w:t>
            </w:r>
            <w:r>
              <w:t>.</w:t>
            </w:r>
          </w:p>
          <w:p w14:paraId="60DB15B8" w14:textId="77777777" w:rsidR="001C2FB5" w:rsidRDefault="001C2FB5" w:rsidP="001C2FB5">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4FDD2E5A" w14:textId="7CEEF206" w:rsidR="001C2FB5" w:rsidRPr="00B3048F" w:rsidRDefault="001C2FB5" w:rsidP="001C2FB5">
            <w:pPr>
              <w:spacing w:after="240"/>
              <w:ind w:left="1440" w:hanging="720"/>
            </w:pPr>
            <w:r>
              <w:t>(e)</w:t>
            </w:r>
            <w:r>
              <w:tab/>
              <w:t xml:space="preserve">The DSP shall identify on Section 23, Form </w:t>
            </w:r>
            <w:r w:rsidR="003B7307">
              <w:t>R</w:t>
            </w:r>
            <w:r>
              <w:t>,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Temporary limitations, such as may occur during maintenance outage conditions, are not required to be reported on Section 23, Form </w:t>
            </w:r>
            <w:r w:rsidR="003B7307">
              <w:t>R</w:t>
            </w:r>
            <w:r>
              <w:t>.</w:t>
            </w:r>
          </w:p>
          <w:p w14:paraId="73480BDB" w14:textId="77777777" w:rsidR="001C2FB5" w:rsidRPr="00B3048F" w:rsidRDefault="001C2FB5" w:rsidP="001C2FB5">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2DFBD69B" w14:textId="77777777" w:rsidR="001C2FB5" w:rsidRPr="00B3048F" w:rsidRDefault="001C2FB5" w:rsidP="001C2FB5">
            <w:pPr>
              <w:spacing w:after="240"/>
              <w:ind w:left="1440" w:hanging="720"/>
            </w:pPr>
            <w:r w:rsidRPr="00B3048F">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164D080" w14:textId="70A6A016" w:rsidR="001C2FB5" w:rsidRDefault="001C2FB5" w:rsidP="001C2FB5">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rsidR="003B7307">
              <w:t>R</w:t>
            </w:r>
            <w:r w:rsidRPr="00613C2B">
              <w:t>, to ERCOT and shall make a corresponding update to its Resource Registration data; and</w:t>
            </w:r>
          </w:p>
          <w:p w14:paraId="039F9053" w14:textId="77777777" w:rsidR="001C2FB5" w:rsidRPr="00613C2B" w:rsidRDefault="001C2FB5" w:rsidP="001C2FB5">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4EEE2F5F" w14:textId="3D1DA5EE" w:rsidR="001C2FB5" w:rsidRPr="00A670D8" w:rsidRDefault="001C2FB5" w:rsidP="001C2FB5">
            <w:pPr>
              <w:spacing w:after="240"/>
              <w:ind w:left="720" w:hanging="720"/>
            </w:pPr>
            <w:r w:rsidRPr="00D52E8A">
              <w:lastRenderedPageBreak/>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w:t>
            </w:r>
            <w:r w:rsidR="003B7307">
              <w:t>R</w:t>
            </w:r>
            <w:r>
              <w:t xml:space="preserve">, to </w:t>
            </w:r>
            <w:r w:rsidRPr="00B3048F">
              <w:t xml:space="preserve">ERCOT </w:t>
            </w:r>
            <w:r>
              <w:t xml:space="preserve">and shall make a corresponding update to its </w:t>
            </w:r>
            <w:r w:rsidRPr="00B3048F">
              <w:t xml:space="preserve">Resource Registration </w:t>
            </w:r>
            <w:r>
              <w:t>data</w:t>
            </w:r>
            <w:r w:rsidRPr="00B3048F">
              <w:t>.</w:t>
            </w:r>
          </w:p>
        </w:tc>
      </w:tr>
    </w:tbl>
    <w:p w14:paraId="2F971E8C" w14:textId="6AB55FD8" w:rsidR="00DB1D0C" w:rsidRPr="00B3048F" w:rsidRDefault="00DB1D0C" w:rsidP="00D3629D">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738FA8B7" w:rsidR="00A670D8" w:rsidRDefault="00A670D8" w:rsidP="00F245EC">
            <w:pPr>
              <w:spacing w:before="120" w:after="240"/>
              <w:rPr>
                <w:b/>
                <w:i/>
              </w:rPr>
            </w:pPr>
            <w:r>
              <w:rPr>
                <w:b/>
                <w:i/>
              </w:rPr>
              <w:t>[NPRR995</w:t>
            </w:r>
            <w:r w:rsidR="001C2FB5">
              <w:rPr>
                <w:b/>
                <w:i/>
              </w:rPr>
              <w:t xml:space="preserve"> and NPRR1171</w:t>
            </w:r>
            <w:r w:rsidRPr="004B0726">
              <w:rPr>
                <w:b/>
                <w:i/>
              </w:rPr>
              <w:t xml:space="preserve">: </w:t>
            </w:r>
            <w:r>
              <w:rPr>
                <w:b/>
                <w:i/>
              </w:rPr>
              <w:t xml:space="preserve"> Replace </w:t>
            </w:r>
            <w:r w:rsidR="001C2FB5">
              <w:rPr>
                <w:b/>
                <w:i/>
              </w:rPr>
              <w:t xml:space="preserve">applicable portions of </w:t>
            </w:r>
            <w:r>
              <w:rPr>
                <w:b/>
                <w:i/>
              </w:rPr>
              <w:t>paragraph (2) above with the following upon system implementation:</w:t>
            </w:r>
            <w:r w:rsidRPr="004B0726">
              <w:rPr>
                <w:b/>
                <w:i/>
              </w:rPr>
              <w:t>]</w:t>
            </w:r>
          </w:p>
          <w:p w14:paraId="0494AC5B" w14:textId="3086B14E"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rsidR="001C2FB5">
              <w:t xml:space="preserve"> the Resource Entity will follow the generation interconnection process outlined in Planning Guide Section 5, </w:t>
            </w:r>
            <w:r w:rsidR="001C2FB5" w:rsidRPr="00795168">
              <w:t>Generator Interconnection or Modification</w:t>
            </w:r>
            <w:r w:rsidRPr="00B3048F">
              <w:t>.</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p w14:paraId="5502BC82" w14:textId="77777777" w:rsidR="008C502E" w:rsidRPr="000C5836" w:rsidRDefault="008C502E" w:rsidP="000C5836">
      <w:pPr>
        <w:keepNext/>
        <w:tabs>
          <w:tab w:val="left" w:pos="1080"/>
        </w:tabs>
        <w:spacing w:before="240" w:after="240"/>
        <w:ind w:left="1080" w:hanging="1080"/>
        <w:outlineLvl w:val="2"/>
        <w:rPr>
          <w:b/>
          <w:bCs/>
          <w:i/>
        </w:rPr>
      </w:pPr>
      <w:bookmarkStart w:id="1176" w:name="_Toc199405299"/>
      <w:r w:rsidRPr="000C5836">
        <w:rPr>
          <w:b/>
          <w:bCs/>
          <w:i/>
        </w:rPr>
        <w:t>3.8.7</w:t>
      </w:r>
      <w:r w:rsidRPr="000C5836">
        <w:rPr>
          <w:b/>
          <w:bCs/>
          <w:i/>
        </w:rPr>
        <w:tab/>
        <w:t>Self-Limiting Facility</w:t>
      </w:r>
      <w:bookmarkEnd w:id="1176"/>
      <w:r w:rsidRPr="000C5836">
        <w:rPr>
          <w:b/>
          <w:bCs/>
          <w:i/>
        </w:rPr>
        <w:t xml:space="preserve"> </w:t>
      </w:r>
    </w:p>
    <w:p w14:paraId="6506AD5A" w14:textId="78737275"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w:t>
      </w:r>
      <w:r w:rsidRPr="008C502E">
        <w:rPr>
          <w:szCs w:val="24"/>
        </w:rPr>
        <w:lastRenderedPageBreak/>
        <w:t>Transmission and/or Distribution Service Provider (TDSP).  All Resources within a Self-Limiting Facility shall be represented by a single Resource Entity and a single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502E" w14:paraId="27AA5466"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9EBB99C" w14:textId="0BB74570" w:rsidR="008C502E" w:rsidRDefault="008C502E" w:rsidP="002C1F76">
            <w:pPr>
              <w:spacing w:before="120" w:after="240"/>
              <w:rPr>
                <w:b/>
                <w:i/>
              </w:rPr>
            </w:pPr>
            <w:r>
              <w:rPr>
                <w:b/>
                <w:i/>
              </w:rPr>
              <w:t>[NPRR1077</w:t>
            </w:r>
            <w:r w:rsidRPr="004B0726">
              <w:rPr>
                <w:b/>
                <w:i/>
              </w:rPr>
              <w:t xml:space="preserve">: </w:t>
            </w:r>
            <w:r>
              <w:rPr>
                <w:b/>
                <w:i/>
              </w:rPr>
              <w:t xml:space="preserve"> Replace paragraph (1) above with the following upon system implementation:</w:t>
            </w:r>
            <w:r w:rsidRPr="004B0726">
              <w:rPr>
                <w:b/>
                <w:i/>
              </w:rPr>
              <w:t>]</w:t>
            </w:r>
          </w:p>
          <w:p w14:paraId="633C9EF0" w14:textId="34BF4DF6"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w:t>
            </w:r>
            <w:r>
              <w:rPr>
                <w:szCs w:val="24"/>
              </w:rPr>
              <w:t>registered generators or Energy Storage Resources (ESRs)</w:t>
            </w:r>
            <w:r w:rsidRPr="008C502E">
              <w:rPr>
                <w:szCs w:val="24"/>
              </w:rPr>
              <w:t xml:space="preserve"> within a Self-Limiting Facility shall be represented by a single Resource Entity and a single QSE.</w:t>
            </w:r>
          </w:p>
        </w:tc>
      </w:tr>
    </w:tbl>
    <w:p w14:paraId="4C3545A3" w14:textId="50BDF6F3" w:rsidR="008C502E" w:rsidRPr="008C502E" w:rsidRDefault="008C502E" w:rsidP="000716EE">
      <w:pPr>
        <w:spacing w:before="240" w:after="240"/>
        <w:ind w:left="720" w:hanging="720"/>
        <w:rPr>
          <w:iCs/>
        </w:rPr>
      </w:pPr>
      <w:r w:rsidRPr="008C502E">
        <w:rPr>
          <w:iCs/>
        </w:rPr>
        <w:t>(2)</w:t>
      </w:r>
      <w:r w:rsidRPr="008C502E">
        <w:rPr>
          <w:iCs/>
        </w:rPr>
        <w:tab/>
        <w:t xml:space="preserve">A Self-Limiting Facility shall not inject or withdraw power in excess of its established MW Injection limit or its established MW Withdrawal limit. </w:t>
      </w:r>
    </w:p>
    <w:p w14:paraId="32BD664B" w14:textId="29EF87D3" w:rsidR="008C502E" w:rsidRPr="008C502E" w:rsidRDefault="008C502E" w:rsidP="008C502E">
      <w:pPr>
        <w:spacing w:after="240"/>
        <w:ind w:left="720" w:hanging="720"/>
        <w:rPr>
          <w:iCs/>
        </w:rPr>
      </w:pPr>
      <w:r w:rsidRPr="008C502E">
        <w:rPr>
          <w:iCs/>
        </w:rPr>
        <w:t>(3)</w:t>
      </w:r>
      <w:r w:rsidRPr="008C502E">
        <w:rPr>
          <w:iCs/>
        </w:rPr>
        <w:tab/>
        <w:t>On a monthly basis, ERCOT will report to the Reliability Monitor and IMM any instance where a Self-Limiting Facility’s actual MW Injections exceeded the MW Injection limit or where actual MW Withdrawals exceeded the MW Withdrawal limit established in the Resource Registration data for the Self-Limiting Facility, as described in Section 3.9.1, Current Operating Plan</w:t>
      </w:r>
      <w:r w:rsidR="00737943">
        <w:rPr>
          <w:iCs/>
        </w:rPr>
        <w:t xml:space="preserve"> (COP)</w:t>
      </w:r>
      <w:r w:rsidRPr="008C502E">
        <w:rPr>
          <w:iCs/>
        </w:rPr>
        <w:t xml:space="preserve"> Criteria.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41108F6F"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6F7D1F9" w14:textId="76B81079" w:rsidR="00436FCA" w:rsidRDefault="00436FCA" w:rsidP="002C1F76">
            <w:pPr>
              <w:spacing w:before="120" w:after="240"/>
              <w:rPr>
                <w:b/>
                <w:i/>
              </w:rPr>
            </w:pPr>
            <w:r>
              <w:rPr>
                <w:b/>
                <w:i/>
              </w:rPr>
              <w:t>[NPRR1077</w:t>
            </w:r>
            <w:r w:rsidRPr="004B0726">
              <w:rPr>
                <w:b/>
                <w:i/>
              </w:rPr>
              <w:t xml:space="preserve">: </w:t>
            </w:r>
            <w:r>
              <w:rPr>
                <w:b/>
                <w:i/>
              </w:rPr>
              <w:t xml:space="preserve"> Replace paragraph (3) above with the following upon system implementation:</w:t>
            </w:r>
            <w:r w:rsidRPr="004B0726">
              <w:rPr>
                <w:b/>
                <w:i/>
              </w:rPr>
              <w:t>]</w:t>
            </w:r>
          </w:p>
          <w:p w14:paraId="1C3F3CEA" w14:textId="78F25338" w:rsidR="00436FCA" w:rsidRPr="00436FCA" w:rsidRDefault="00436FCA" w:rsidP="00436FCA">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Self-Limiting Facility, based on the telemetry of the injection and withdrawal values provided by the QSE for the registered generator or ESS in the Self-Limiting Facility, as described in Section 3.9.1, Current Operating Plan (COP) Criteria, and in Section 6.5.5.2, Operational Data Requirements, or based on the meter data at the Point of Interconnection (POI) or Point of Common Coupling (POCC) for the Self-Limiting Facility</w:t>
            </w:r>
            <w:r w:rsidRPr="00AA1205">
              <w:t>.</w:t>
            </w:r>
          </w:p>
        </w:tc>
      </w:tr>
    </w:tbl>
    <w:p w14:paraId="270A0A30" w14:textId="2709795D" w:rsidR="008C502E" w:rsidRPr="008C502E" w:rsidRDefault="008C502E" w:rsidP="00436FCA">
      <w:pPr>
        <w:spacing w:before="240" w:after="240"/>
        <w:ind w:left="720" w:hanging="720"/>
        <w:rPr>
          <w:iCs/>
        </w:rPr>
      </w:pPr>
      <w:r w:rsidRPr="008C502E">
        <w:rPr>
          <w:iCs/>
        </w:rPr>
        <w:t>(4)</w:t>
      </w:r>
      <w:r w:rsidRPr="008C502E">
        <w:rPr>
          <w:iCs/>
        </w:rPr>
        <w:tab/>
        <w:t xml:space="preserve">If requested by ERCOT, the relevant QSE shall provide meter data to confirm whether the established limits for a Self-Limiting Facility were violated. </w:t>
      </w:r>
    </w:p>
    <w:p w14:paraId="47359D18" w14:textId="77777777" w:rsidR="008C502E" w:rsidRPr="008C502E" w:rsidRDefault="008C502E" w:rsidP="008C502E">
      <w:pPr>
        <w:spacing w:after="240"/>
        <w:ind w:left="720" w:hanging="720"/>
        <w:rPr>
          <w:szCs w:val="24"/>
        </w:rPr>
      </w:pPr>
      <w:r w:rsidRPr="008C502E">
        <w:rPr>
          <w:iCs/>
        </w:rPr>
        <w:t>(5)</w:t>
      </w:r>
      <w:r w:rsidRPr="008C502E">
        <w:rPr>
          <w:iCs/>
        </w:rPr>
        <w:tab/>
        <w:t xml:space="preserve">If ERCOT determines that a Self-Limiting Facility connected at transmission voltage has exceeded either its MW Injection limit or its MW Withdrawal limit established in the Resource Registration data by more than the greater of 5 MW or 3% of the limit, the Self-Limiting Facility shall submit a new generation interconnection request </w:t>
      </w:r>
      <w:r w:rsidRPr="008C502E">
        <w:rPr>
          <w:szCs w:val="24"/>
        </w:rPr>
        <w:t xml:space="preserve">based on the installed MW capacity of the individual Resource(s) and shall deregister as a Self-Limiting Facility at the completion of the generation interconnection process.  </w:t>
      </w:r>
      <w:r w:rsidRPr="008C502E">
        <w:rPr>
          <w:iCs/>
        </w:rPr>
        <w:t>The Self-</w:t>
      </w:r>
      <w:r w:rsidRPr="008C502E">
        <w:rPr>
          <w:iCs/>
        </w:rPr>
        <w:lastRenderedPageBreak/>
        <w:t xml:space="preserve">Limiting Facility shall be subject to the established MW Injection limit and any established MW Withdrawal limit until the generation interconnection process has been completed. </w:t>
      </w:r>
      <w:r w:rsidRPr="008C502E">
        <w:rPr>
          <w:szCs w:val="24"/>
        </w:rPr>
        <w:t xml:space="preserve">  </w:t>
      </w:r>
    </w:p>
    <w:p w14:paraId="6ED86A66" w14:textId="4C9DAFDD" w:rsidR="008C502E" w:rsidRPr="008C502E" w:rsidRDefault="008C502E" w:rsidP="008C502E">
      <w:pPr>
        <w:spacing w:after="240"/>
        <w:ind w:left="720" w:hanging="720"/>
        <w:rPr>
          <w:iCs/>
        </w:rPr>
      </w:pPr>
      <w:r w:rsidRPr="008C502E">
        <w:rPr>
          <w:szCs w:val="24"/>
        </w:rPr>
        <w:t>(6)</w:t>
      </w:r>
      <w:r w:rsidRPr="008C502E">
        <w:rPr>
          <w:szCs w:val="24"/>
        </w:rPr>
        <w:tab/>
        <w:t>A</w:t>
      </w:r>
      <w:r w:rsidRPr="008C502E">
        <w:rPr>
          <w:iCs/>
        </w:rPr>
        <w:t xml:space="preserve"> Distribution Service Provider (DSP) may limit injections and withdrawals from any Generation Resource or ESR based on Resource Registration data and the interconnection agreement between the DSP and the </w:t>
      </w:r>
      <w:r w:rsidR="00737943">
        <w:rPr>
          <w:iCs/>
        </w:rPr>
        <w:t>IE</w:t>
      </w:r>
      <w:r w:rsidRPr="008C502E">
        <w:rPr>
          <w:iCs/>
        </w:rPr>
        <w:t xml:space="preserve"> or Resource Entity.  In that case, the </w:t>
      </w:r>
      <w:r w:rsidR="00737943">
        <w:rPr>
          <w:iCs/>
        </w:rPr>
        <w:t>IE</w:t>
      </w:r>
      <w:r w:rsidRPr="008C502E">
        <w:rPr>
          <w:iCs/>
        </w:rPr>
        <w:t xml:space="preserve"> or Resource Entity shall submit the attestation required by paragraph (1) above, and shall be considered a Self-Limiting Facility.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24203E19"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11E31341" w14:textId="45D00EF0" w:rsidR="00436FCA" w:rsidRDefault="00436FCA" w:rsidP="002C1F76">
            <w:pPr>
              <w:spacing w:before="120" w:after="240"/>
              <w:rPr>
                <w:b/>
                <w:i/>
              </w:rPr>
            </w:pPr>
            <w:r>
              <w:rPr>
                <w:b/>
                <w:i/>
              </w:rPr>
              <w:t>[NPRR1077</w:t>
            </w:r>
            <w:r w:rsidRPr="004B0726">
              <w:rPr>
                <w:b/>
                <w:i/>
              </w:rPr>
              <w:t xml:space="preserve">: </w:t>
            </w:r>
            <w:r>
              <w:rPr>
                <w:b/>
                <w:i/>
              </w:rPr>
              <w:t xml:space="preserve"> Replace paragraph (6) above with the following upon system implementation:</w:t>
            </w:r>
            <w:r w:rsidRPr="004B0726">
              <w:rPr>
                <w:b/>
                <w:i/>
              </w:rPr>
              <w:t>]</w:t>
            </w:r>
          </w:p>
          <w:p w14:paraId="4F6656E4" w14:textId="10334137" w:rsidR="00436FCA" w:rsidRPr="00436FCA" w:rsidRDefault="00436FCA" w:rsidP="00436FCA">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t>, Settlement Only Generator (SOG),</w:t>
            </w:r>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In that case, the IE or Resource Entity shall submit the attestation required by paragraph (1) above, and shall be considered a Self-Limiting Facility.</w:t>
            </w:r>
          </w:p>
        </w:tc>
      </w:tr>
    </w:tbl>
    <w:p w14:paraId="7F76AC3C" w14:textId="42F6BEDF" w:rsidR="008C502E" w:rsidRPr="008C502E" w:rsidRDefault="008C502E" w:rsidP="00436FCA">
      <w:pPr>
        <w:spacing w:before="240" w:after="240"/>
        <w:ind w:left="720" w:hanging="720"/>
        <w:rPr>
          <w:szCs w:val="24"/>
        </w:rPr>
      </w:pPr>
      <w:r w:rsidRPr="008C502E">
        <w:rPr>
          <w:iCs/>
        </w:rPr>
        <w:t>(7)</w:t>
      </w:r>
      <w:r w:rsidRPr="008C502E">
        <w:rPr>
          <w:iCs/>
        </w:rPr>
        <w:tab/>
        <w:t xml:space="preserve">If ERCOT determines that a Self-Limiting Facility connected at distribution voltage has exceeded either its MW Injection limit or its MW Withdrawal limit established in the Resource Registration data, the Self-Limiting Facility shall submit a new generation interconnection request based on the installed MW capacity of the individual Resource(s) and shall be deregistered as a Self-Limiting Facility at the completion of the generation interconnection process.  The Self-Limiting Facility shall be subject to any MW Injection or MW Withdrawal limit until the generation interconnection process has been completed.    </w:t>
      </w:r>
      <w:r w:rsidRPr="008C502E">
        <w:rPr>
          <w:szCs w:val="24"/>
        </w:rPr>
        <w:t xml:space="preserve"> </w:t>
      </w:r>
    </w:p>
    <w:p w14:paraId="06BA6A45" w14:textId="77777777" w:rsidR="008C502E" w:rsidRPr="008C502E" w:rsidRDefault="008C502E" w:rsidP="008C502E">
      <w:pPr>
        <w:tabs>
          <w:tab w:val="left" w:pos="1440"/>
        </w:tabs>
        <w:spacing w:after="240"/>
        <w:ind w:left="720" w:hanging="720"/>
        <w:rPr>
          <w:iCs/>
          <w:szCs w:val="24"/>
        </w:rPr>
      </w:pPr>
      <w:r w:rsidRPr="008C502E">
        <w:rPr>
          <w:iCs/>
          <w:szCs w:val="24"/>
        </w:rPr>
        <w:t>(8)</w:t>
      </w:r>
      <w:r w:rsidRPr="008C502E">
        <w:rPr>
          <w:iCs/>
          <w:szCs w:val="24"/>
        </w:rPr>
        <w:tab/>
        <w:t xml:space="preserve">The interconnecting TDSP, at its sole discretion, may use relaying to ensure a Self-Limiting Facility does not inject or withdraw energy in excess of its MW Injection or MW Withdrawal limits in order to protect the TDSP’s limiting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175"/>
          <w:p w14:paraId="69913004" w14:textId="27C94D22"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14F7E0C9"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w:t>
            </w:r>
            <w:r w:rsidR="005449D8">
              <w:t xml:space="preserve"> </w:t>
            </w:r>
            <w:r w:rsidR="005449D8" w:rsidRPr="005449D8">
              <w:t>and Ancillary Service Capacity Performance Metrics</w:t>
            </w:r>
            <w:r w:rsidR="005449D8">
              <w:t>,</w:t>
            </w:r>
            <w:r>
              <w:t xml:space="preserve"> under one of the following conditions:</w:t>
            </w:r>
          </w:p>
          <w:p w14:paraId="5EEC5DD0" w14:textId="77777777" w:rsidR="00602B1A" w:rsidRDefault="00602B1A" w:rsidP="00602B1A">
            <w:pPr>
              <w:spacing w:after="240"/>
              <w:ind w:left="1440" w:hanging="720"/>
            </w:pPr>
            <w:r>
              <w:lastRenderedPageBreak/>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77" w:name="_Toc199405300"/>
      <w:r>
        <w:lastRenderedPageBreak/>
        <w:t>3.9</w:t>
      </w:r>
      <w:r>
        <w:tab/>
        <w:t>Current Operating Plan (COP)</w:t>
      </w:r>
      <w:bookmarkEnd w:id="1163"/>
      <w:bookmarkEnd w:id="1164"/>
      <w:bookmarkEnd w:id="1165"/>
      <w:bookmarkEnd w:id="1166"/>
      <w:bookmarkEnd w:id="1167"/>
      <w:bookmarkEnd w:id="1168"/>
      <w:bookmarkEnd w:id="1169"/>
      <w:bookmarkEnd w:id="1170"/>
      <w:bookmarkEnd w:id="1171"/>
      <w:bookmarkEnd w:id="1172"/>
      <w:bookmarkEnd w:id="1177"/>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t>
      </w:r>
      <w:r>
        <w:lastRenderedPageBreak/>
        <w:t xml:space="preserve">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178" w:name="_Hlk125616319"/>
      <w:r>
        <w:t>(9)</w:t>
      </w:r>
      <w:r>
        <w:tab/>
        <w:t>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179" w:name="_Toc400526142"/>
      <w:bookmarkStart w:id="1180" w:name="_Toc405534460"/>
      <w:bookmarkStart w:id="1181" w:name="_Toc406570473"/>
      <w:bookmarkStart w:id="1182" w:name="_Toc410910625"/>
      <w:bookmarkStart w:id="1183" w:name="_Toc411841053"/>
      <w:bookmarkStart w:id="1184" w:name="_Toc422147015"/>
      <w:bookmarkStart w:id="1185" w:name="_Toc433020611"/>
      <w:bookmarkStart w:id="1186" w:name="_Toc437262052"/>
      <w:bookmarkStart w:id="1187" w:name="_Toc478375227"/>
      <w:bookmarkStart w:id="1188" w:name="_Toc199405301"/>
      <w:bookmarkEnd w:id="1178"/>
      <w:r>
        <w:t>3.9.1</w:t>
      </w:r>
      <w:r>
        <w:tab/>
        <w:t>Current Operating Plan (COP) Criteria</w:t>
      </w:r>
      <w:bookmarkEnd w:id="1173"/>
      <w:bookmarkEnd w:id="1179"/>
      <w:bookmarkEnd w:id="1180"/>
      <w:bookmarkEnd w:id="1181"/>
      <w:bookmarkEnd w:id="1182"/>
      <w:bookmarkEnd w:id="1183"/>
      <w:bookmarkEnd w:id="1184"/>
      <w:bookmarkEnd w:id="1185"/>
      <w:bookmarkEnd w:id="1186"/>
      <w:bookmarkEnd w:id="1187"/>
      <w:bookmarkEnd w:id="1188"/>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 xml:space="preserve">Each QSE shall timely update its COP unless in the reasonable judgment of the QSE, such compliance would create an undue </w:t>
      </w:r>
      <w:r w:rsidR="00F02490" w:rsidRPr="00EE649C">
        <w:lastRenderedPageBreak/>
        <w:t>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6DD94184" w14:textId="5C800DF4" w:rsidR="007C4269" w:rsidRDefault="006D0482" w:rsidP="009A435A">
      <w:pPr>
        <w:pStyle w:val="BodyTextNumbered"/>
      </w:pPr>
      <w:r>
        <w:t>(3)</w:t>
      </w:r>
      <w:r>
        <w:tab/>
        <w:t>The Resource capacity in a QSE’s COP must be sufficient to supply the Ancillary Service Supply Responsibility of that QSE.</w:t>
      </w:r>
      <w:r w:rsidR="00165A17" w:rsidRPr="00165A17">
        <w:t xml:space="preserve"> </w:t>
      </w:r>
      <w:r w:rsidR="00165A17">
        <w:t xml:space="preserve"> </w:t>
      </w:r>
      <w:r w:rsidR="00165A17" w:rsidRPr="00F06E8E">
        <w:t xml:space="preserve">Additionally, for a COP provided for an ESR, the QSE shall ensure that the Hour Beginning Planned State of Charge </w:t>
      </w:r>
      <w:r w:rsidR="00B64532">
        <w:t xml:space="preserve">(HBSOC) </w:t>
      </w:r>
      <w:r w:rsidR="00165A17" w:rsidRPr="00F06E8E">
        <w:t>for any two consecutive hours shall be feasible based on the ESR’s maximum rate of charge or discharge.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854888" w14:paraId="14013F5F" w14:textId="77777777" w:rsidTr="00165A17">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23A4CCEA"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NPRR1029</w:t>
            </w:r>
            <w:r w:rsidR="00E34E44">
              <w:rPr>
                <w:b/>
                <w:i/>
              </w:rPr>
              <w:t>, and NPRR1204</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w:t>
            </w:r>
            <w:r w:rsidR="00E34E44">
              <w:rPr>
                <w:b/>
                <w:i/>
              </w:rPr>
              <w:t xml:space="preserve"> and NPRR1204</w:t>
            </w:r>
            <w:r w:rsidR="005602B2">
              <w:rPr>
                <w:b/>
                <w:i/>
              </w:rPr>
              <w:t>;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5BDEE01B"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r w:rsidR="00E34E44">
              <w:rPr>
                <w:iCs/>
              </w:rPr>
              <w:t xml:space="preserve">  </w:t>
            </w:r>
            <w:r w:rsidR="00E34E44" w:rsidRPr="00F06E8E">
              <w:t xml:space="preserve">Additionally, for a COP provided for an ESR, the QSE shall ensure that the Hour Beginning Planned State of Charge </w:t>
            </w:r>
            <w:r w:rsidR="00B64532">
              <w:t xml:space="preserve">(HBSOC) </w:t>
            </w:r>
            <w:r w:rsidR="00E34E44" w:rsidRPr="00F06E8E">
              <w:t>for any two consecutive hours shall be feasible based on the ESR’s maximum rate of charge or discharge.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lastRenderedPageBreak/>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lastRenderedPageBreak/>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 xml:space="preserve">award, </w:t>
            </w:r>
            <w:r>
              <w:lastRenderedPageBreak/>
              <w:t>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2BFAD2DB" w:rsidR="006D0482" w:rsidRDefault="006D0482" w:rsidP="00080344">
      <w:pPr>
        <w:pStyle w:val="List3"/>
        <w:spacing w:before="240"/>
      </w:pPr>
      <w:r>
        <w:lastRenderedPageBreak/>
        <w:t>(</w:t>
      </w:r>
      <w:r w:rsidR="004A67D4">
        <w:t>P</w:t>
      </w:r>
      <w:r>
        <w:t>)</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D0F3B99" w:rsidR="00364D90" w:rsidRDefault="00364D90" w:rsidP="00080344">
      <w:pPr>
        <w:pStyle w:val="List3"/>
        <w:spacing w:before="240"/>
      </w:pPr>
      <w:r w:rsidRPr="0003648D">
        <w:t>(</w:t>
      </w:r>
      <w:r w:rsidR="004A67D4">
        <w:t>Q</w:t>
      </w:r>
      <w:r w:rsidRPr="0003648D">
        <w:t>)</w:t>
      </w:r>
      <w:r w:rsidRPr="0003648D">
        <w:tab/>
        <w:t>ONFFR</w:t>
      </w:r>
      <w:r>
        <w:t>RRS</w:t>
      </w:r>
      <w:r w:rsidRPr="0003648D">
        <w:t xml:space="preserve"> – Available for Dispatch </w:t>
      </w:r>
      <w:r w:rsidRPr="00080341">
        <w:t xml:space="preserve">of RRS </w:t>
      </w:r>
      <w:r w:rsidR="008935A2">
        <w:t xml:space="preserve">when </w:t>
      </w:r>
      <w:r w:rsidRPr="00080341">
        <w:t>providing</w:t>
      </w:r>
      <w:r w:rsidRPr="0003648D">
        <w:t xml:space="preserve"> Fast Frequency Response (FFR) from Generation Resources.  This Resource Status is only to be used for Real-Time telemetry purposes</w:t>
      </w:r>
      <w:r w:rsidR="00174FF1">
        <w:t>.  A Resource with this Resource Status may also be providing Ancillary Services other than FFR</w:t>
      </w:r>
      <w:r>
        <w:t>;</w:t>
      </w:r>
      <w:r w:rsidR="009D242E">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31787CEE"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w:t>
            </w:r>
            <w:r w:rsidR="00F02490">
              <w:rPr>
                <w:b/>
                <w:i/>
              </w:rPr>
              <w:t xml:space="preserve"> and</w:t>
            </w:r>
            <w:r w:rsidR="00602B1A">
              <w:rPr>
                <w:b/>
                <w:i/>
              </w:rPr>
              <w:t xml:space="preserve"> NPRR1029</w:t>
            </w:r>
            <w:r w:rsidRPr="004B0726">
              <w:rPr>
                <w:b/>
                <w:i/>
              </w:rPr>
              <w:t xml:space="preserve">: </w:t>
            </w:r>
            <w:r>
              <w:rPr>
                <w:b/>
                <w:i/>
              </w:rPr>
              <w:t xml:space="preserve"> Insert</w:t>
            </w:r>
            <w:r w:rsidR="00CE2E1F">
              <w:rPr>
                <w:b/>
                <w:i/>
              </w:rPr>
              <w:t xml:space="preserve"> </w:t>
            </w:r>
            <w:r>
              <w:rPr>
                <w:b/>
                <w:i/>
              </w:rPr>
              <w:t xml:space="preserve"> item (K)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2490">
              <w:rPr>
                <w:b/>
                <w:i/>
              </w:rPr>
              <w:t xml:space="preserve"> or</w:t>
            </w:r>
            <w:r w:rsidR="00602B1A">
              <w:rPr>
                <w:b/>
                <w:i/>
              </w:rPr>
              <w:t xml:space="preserve"> NPRR1029</w:t>
            </w:r>
            <w:r>
              <w:rPr>
                <w:b/>
                <w:i/>
              </w:rPr>
              <w:t>:</w:t>
            </w:r>
            <w:r w:rsidRPr="004B0726">
              <w:rPr>
                <w:b/>
                <w:i/>
              </w:rPr>
              <w:t>]</w:t>
            </w:r>
          </w:p>
          <w:p w14:paraId="41F53FEF" w14:textId="3C901C90" w:rsidR="004B3505" w:rsidRPr="004B3505" w:rsidRDefault="004B3505" w:rsidP="00F02490">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70F06E19" w14:textId="791658D7" w:rsidR="00F02490" w:rsidRPr="00C33924" w:rsidRDefault="00F02490" w:rsidP="00F02490">
      <w:pPr>
        <w:spacing w:before="240" w:after="240"/>
        <w:ind w:left="2880" w:hanging="720"/>
      </w:pPr>
      <w:r w:rsidRPr="00C33924">
        <w:t>(</w:t>
      </w:r>
      <w:r>
        <w:t>R</w:t>
      </w:r>
      <w:r w:rsidRPr="00C33924">
        <w:t>)</w:t>
      </w:r>
      <w:r w:rsidRPr="00C33924">
        <w:tab/>
        <w:t xml:space="preserve">ONHOLD – Resource is On-Line but temporarily unavailable for Dispatch by SCED or for participating in Ancillary Services.  This </w:t>
      </w:r>
      <w:r w:rsidRPr="00C33924">
        <w:lastRenderedPageBreak/>
        <w:t>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5BD63B44" w:rsidR="00F02490" w:rsidRPr="00C33924" w:rsidRDefault="00F02490" w:rsidP="00317AF5">
            <w:pPr>
              <w:spacing w:before="120" w:after="240"/>
              <w:rPr>
                <w:b/>
                <w:i/>
              </w:rPr>
            </w:pPr>
            <w:r w:rsidRPr="00C33924">
              <w:rPr>
                <w:b/>
                <w:i/>
              </w:rPr>
              <w:t>[NPRR1007, NPRR1014, NPRR1029</w:t>
            </w:r>
            <w:r w:rsidR="00D905E1">
              <w:rPr>
                <w:b/>
                <w:i/>
              </w:rPr>
              <w:t>, and NPRR1188</w:t>
            </w:r>
            <w:r w:rsidRPr="00C33924">
              <w:rPr>
                <w:b/>
                <w:i/>
              </w:rPr>
              <w:t xml:space="preserve">: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w:t>
            </w:r>
            <w:r w:rsidR="00D905E1">
              <w:rPr>
                <w:b/>
                <w:i/>
              </w:rPr>
              <w:t>,</w:t>
            </w:r>
            <w:r w:rsidRPr="00C33924">
              <w:rPr>
                <w:b/>
                <w:i/>
              </w:rPr>
              <w:t xml:space="preserve"> NPRR1029</w:t>
            </w:r>
            <w:r w:rsidR="00D905E1">
              <w:rPr>
                <w:b/>
                <w:i/>
              </w:rPr>
              <w:t>, or NPRR1188</w:t>
            </w:r>
            <w:r w:rsidRPr="00C33924">
              <w:rPr>
                <w:b/>
                <w:i/>
              </w:rPr>
              <w:t>:]</w:t>
            </w:r>
          </w:p>
          <w:p w14:paraId="29C9029F" w14:textId="1ADD6E0C" w:rsidR="00F02490" w:rsidRPr="00C33924" w:rsidRDefault="00F02490" w:rsidP="00317AF5">
            <w:pPr>
              <w:spacing w:after="240"/>
              <w:ind w:left="2880" w:hanging="720"/>
            </w:pPr>
            <w:r w:rsidRPr="00C33924">
              <w:t>(</w:t>
            </w:r>
            <w:r>
              <w:t>R</w:t>
            </w:r>
            <w:r w:rsidRPr="00C33924">
              <w:t>)</w:t>
            </w:r>
            <w:r w:rsidRPr="00C33924">
              <w:tab/>
              <w:t>ONHOLD – Resource is On-Line but temporarily unavailable for Dispatch by SCED or Ancillary Service awards</w:t>
            </w:r>
            <w:r w:rsidR="00D905E1" w:rsidRPr="00812ECB">
              <w:t xml:space="preserve"> due to a valid and verifiable operational reason</w:t>
            </w:r>
            <w:r w:rsidRPr="00C33924">
              <w:t>.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 xml:space="preserve">as a Resource contracted by ERCOT under Section 3.14.1, Reliability Must Run, or under </w:t>
      </w:r>
      <w:r w:rsidRPr="0089588F">
        <w:lastRenderedPageBreak/>
        <w:t>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2DEA6109"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5A118527" w14:textId="77777777" w:rsidR="00D905E1" w:rsidRDefault="00D905E1" w:rsidP="00B3679A">
            <w:pPr>
              <w:spacing w:before="120" w:after="240"/>
              <w:rPr>
                <w:b/>
                <w:i/>
              </w:rPr>
            </w:pPr>
            <w:r>
              <w:rPr>
                <w:b/>
                <w:i/>
              </w:rPr>
              <w:t>[NPRR1188</w:t>
            </w:r>
            <w:r w:rsidRPr="004B0726">
              <w:rPr>
                <w:b/>
                <w:i/>
              </w:rPr>
              <w:t xml:space="preserve">: </w:t>
            </w:r>
            <w:r>
              <w:rPr>
                <w:b/>
                <w:i/>
              </w:rPr>
              <w:t xml:space="preserve"> Replace item (A) above with the following upon system implementation:</w:t>
            </w:r>
            <w:r w:rsidRPr="004B0726">
              <w:rPr>
                <w:b/>
                <w:i/>
              </w:rPr>
              <w:t>]</w:t>
            </w:r>
          </w:p>
          <w:p w14:paraId="3F9ABA50" w14:textId="430CABCA" w:rsidR="00D905E1" w:rsidRPr="00D905E1" w:rsidRDefault="00D905E1" w:rsidP="00D905E1">
            <w:pPr>
              <w:spacing w:after="240"/>
              <w:ind w:left="2880" w:hanging="720"/>
            </w:pPr>
            <w:r w:rsidRPr="00812ECB">
              <w:t>(A)</w:t>
            </w:r>
            <w:r w:rsidRPr="00812ECB">
              <w:tab/>
              <w:t>ONRGL – Available for Dispatch of Regulation Service by Load Frequency Control (LFC) and, for any remaining Dispatchable capacity, by SCED with an Energy Bid Curve;</w:t>
            </w:r>
          </w:p>
        </w:tc>
      </w:tr>
    </w:tbl>
    <w:p w14:paraId="583719BD" w14:textId="4EC79808" w:rsidR="006D0482" w:rsidRDefault="006D0482" w:rsidP="008C4B83">
      <w:pPr>
        <w:spacing w:before="240"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117D049F" w:rsidR="006D0482" w:rsidRPr="00987BF8" w:rsidRDefault="006D0482" w:rsidP="006D0482">
      <w:pPr>
        <w:spacing w:after="240"/>
        <w:ind w:left="2880" w:hanging="720"/>
      </w:pPr>
      <w:r>
        <w:t>(C)</w:t>
      </w:r>
      <w:r>
        <w:tab/>
      </w:r>
      <w:r w:rsidRPr="007F3331">
        <w:t xml:space="preserve">FRRSDN </w:t>
      </w:r>
      <w:r w:rsidR="00587CA8" w:rsidRPr="007F3331">
        <w:t>–</w:t>
      </w:r>
      <w:r w:rsidRPr="007F3331">
        <w:t xml:space="preserve">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42573C52" w:rsidR="006D0482" w:rsidRDefault="006D0482" w:rsidP="006D0482">
      <w:pPr>
        <w:pStyle w:val="List3"/>
      </w:pPr>
      <w:r>
        <w:t>(D)</w:t>
      </w:r>
      <w:r>
        <w:tab/>
        <w:t>ONCLR – Available for Dispatch as a Controllable Load Resource</w:t>
      </w:r>
      <w:r w:rsidR="00D905E1">
        <w:t xml:space="preserve"> (CLR)</w:t>
      </w:r>
      <w:r>
        <w:t xml:space="preserve"> by SCED with an RTM Energy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076B692E"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145343A9" w14:textId="18C96EA0" w:rsidR="00D905E1" w:rsidRDefault="00D905E1" w:rsidP="00B3679A">
            <w:pPr>
              <w:spacing w:before="120" w:after="240"/>
              <w:rPr>
                <w:b/>
                <w:i/>
              </w:rPr>
            </w:pPr>
            <w:r>
              <w:rPr>
                <w:b/>
                <w:i/>
              </w:rPr>
              <w:t>[NPRR1188</w:t>
            </w:r>
            <w:r w:rsidRPr="004B0726">
              <w:rPr>
                <w:b/>
                <w:i/>
              </w:rPr>
              <w:t xml:space="preserve">: </w:t>
            </w:r>
            <w:r>
              <w:rPr>
                <w:b/>
                <w:i/>
              </w:rPr>
              <w:t xml:space="preserve"> Replace item (D) above with the following upon system implementation:</w:t>
            </w:r>
            <w:r w:rsidRPr="004B0726">
              <w:rPr>
                <w:b/>
                <w:i/>
              </w:rPr>
              <w:t>]</w:t>
            </w:r>
          </w:p>
          <w:p w14:paraId="59575BD9" w14:textId="2745CA4A" w:rsidR="00D905E1" w:rsidRPr="00D905E1" w:rsidRDefault="00D905E1" w:rsidP="00D905E1">
            <w:pPr>
              <w:spacing w:after="240"/>
              <w:ind w:left="2880" w:hanging="720"/>
            </w:pPr>
            <w:r w:rsidRPr="00812ECB">
              <w:t>(D)</w:t>
            </w:r>
            <w:r w:rsidRPr="00812ECB">
              <w:tab/>
              <w:t>ONCLR – Available for Dispatch as a Controllable Load Resource (CLR) by SCED with an Energy Bid Curve;</w:t>
            </w:r>
          </w:p>
        </w:tc>
      </w:tr>
    </w:tbl>
    <w:p w14:paraId="2348A5DD" w14:textId="212AC27C" w:rsidR="00A67CAE" w:rsidRDefault="006D0482" w:rsidP="008C4B83">
      <w:pPr>
        <w:pStyle w:val="List3"/>
        <w:spacing w:before="240"/>
      </w:pPr>
      <w:r>
        <w:t>(E)</w:t>
      </w:r>
      <w:r>
        <w:tab/>
        <w:t>ONRL – Available for Dispatch of RRS</w:t>
      </w:r>
      <w:r w:rsidR="00EF461A">
        <w:t xml:space="preserve"> or Non-Spin</w:t>
      </w:r>
      <w:r>
        <w:t>, excluding CLRs</w:t>
      </w:r>
      <w:r w:rsidR="00197E84">
        <w:t>.  A Load Resource, excluding CLR, may not provide ECRS with this Resource Status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lastRenderedPageBreak/>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652BCFE9" w14:textId="77777777" w:rsidR="00D905E1" w:rsidRDefault="00D905E1" w:rsidP="00D905E1">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489E4830"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D5DCC" w14:textId="77777777" w:rsidR="00D905E1" w:rsidRDefault="00D905E1" w:rsidP="00B3679A">
            <w:pPr>
              <w:spacing w:before="120" w:after="240"/>
              <w:rPr>
                <w:b/>
                <w:i/>
              </w:rPr>
            </w:pPr>
            <w:r>
              <w:rPr>
                <w:b/>
                <w:i/>
              </w:rPr>
              <w:t>[NPRR1188</w:t>
            </w:r>
            <w:r w:rsidRPr="004B0726">
              <w:rPr>
                <w:b/>
                <w:i/>
              </w:rPr>
              <w:t xml:space="preserve">: </w:t>
            </w:r>
            <w:r>
              <w:rPr>
                <w:b/>
                <w:i/>
              </w:rPr>
              <w:t xml:space="preserve"> Insert items (F) and (G) below upon system implementation and renumber accordingly:</w:t>
            </w:r>
            <w:r w:rsidRPr="004B0726">
              <w:rPr>
                <w:b/>
                <w:i/>
              </w:rPr>
              <w:t>]</w:t>
            </w:r>
          </w:p>
          <w:p w14:paraId="4C7FB56A" w14:textId="0E9AEC49" w:rsidR="00D905E1" w:rsidRPr="00812ECB" w:rsidRDefault="00D905E1" w:rsidP="00D905E1">
            <w:pPr>
              <w:spacing w:after="240"/>
              <w:ind w:left="2880" w:hanging="720"/>
            </w:pPr>
            <w:r w:rsidRPr="00812ECB">
              <w:t>(F)</w:t>
            </w:r>
            <w:r w:rsidRPr="00812ECB">
              <w:tab/>
              <w:t>ONTEST – On-Line blocked from SCED for operations testing;</w:t>
            </w:r>
          </w:p>
          <w:p w14:paraId="4B52F56E" w14:textId="6040A49E" w:rsidR="00D905E1" w:rsidRPr="00D905E1" w:rsidRDefault="00D905E1" w:rsidP="00D905E1">
            <w:pPr>
              <w:spacing w:after="240"/>
              <w:ind w:left="2880" w:hanging="720"/>
            </w:pPr>
            <w:r w:rsidRPr="00812ECB">
              <w:t>(G)</w:t>
            </w:r>
            <w:r w:rsidRPr="00812ECB">
              <w:tab/>
              <w:t>ONHOLD – CLR is On-Line but temporarily unavailable for Dispatch by SCED or providing Ancillary Service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05860682" w14:textId="453D34F1" w:rsidR="00A61CE2" w:rsidRDefault="00223F40" w:rsidP="00223F40">
      <w:pPr>
        <w:pStyle w:val="List3"/>
        <w:spacing w:before="240"/>
      </w:pPr>
      <w:r>
        <w:t>(F)</w:t>
      </w:r>
      <w:r>
        <w:tab/>
        <w:t>ONEC</w:t>
      </w:r>
      <w:r w:rsidRPr="0003648D">
        <w:t xml:space="preserve">L – Available for Dispatch of </w:t>
      </w:r>
      <w:r>
        <w:t>ECRS</w:t>
      </w:r>
      <w:r w:rsidR="00197E84" w:rsidRPr="00197E84">
        <w:t xml:space="preserve"> </w:t>
      </w:r>
      <w:r w:rsidR="00197E84">
        <w:t>or available for Dispatch of ECRS and RRS simultaneously</w:t>
      </w:r>
      <w:r w:rsidRPr="0003648D">
        <w:t xml:space="preserve">, excluding </w:t>
      </w:r>
      <w:r w:rsidR="003A3100">
        <w:t>CLRs</w:t>
      </w:r>
      <w:r w:rsidRPr="0003648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737F286A"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BFCA9" w14:textId="10816C45" w:rsidR="00D905E1" w:rsidRDefault="00D905E1" w:rsidP="00B3679A">
            <w:pPr>
              <w:spacing w:before="120" w:after="240"/>
              <w:rPr>
                <w:b/>
                <w:i/>
              </w:rPr>
            </w:pPr>
            <w:r>
              <w:rPr>
                <w:b/>
                <w:i/>
              </w:rPr>
              <w:t>[NPRR1188</w:t>
            </w:r>
            <w:r w:rsidRPr="004B0726">
              <w:rPr>
                <w:b/>
                <w:i/>
              </w:rPr>
              <w:t xml:space="preserve">: </w:t>
            </w:r>
            <w:r>
              <w:rPr>
                <w:b/>
                <w:i/>
              </w:rPr>
              <w:t xml:space="preserve"> Replace item (G) above with the following upon system implementation:</w:t>
            </w:r>
            <w:r w:rsidRPr="004B0726">
              <w:rPr>
                <w:b/>
                <w:i/>
              </w:rPr>
              <w:t>]</w:t>
            </w:r>
          </w:p>
          <w:p w14:paraId="2DF38D44" w14:textId="6AE78D14" w:rsidR="00D905E1" w:rsidRPr="00D905E1" w:rsidRDefault="00D905E1" w:rsidP="00D905E1">
            <w:pPr>
              <w:spacing w:after="240"/>
              <w:ind w:left="2880" w:hanging="720"/>
            </w:pPr>
            <w:r w:rsidRPr="00812ECB">
              <w:t>(I)</w:t>
            </w:r>
            <w:r w:rsidRPr="00812ECB">
              <w:tab/>
              <w:t>OUTL – Not available.  For a CLR that is not an Aggregate Load Resource (ALR), this status can only be used when the Resource is Off-Line and unavailable with its energy consumption at zero;</w:t>
            </w:r>
          </w:p>
        </w:tc>
      </w:tr>
    </w:tbl>
    <w:p w14:paraId="4F0BCA4C" w14:textId="478A3720" w:rsidR="00223F40" w:rsidRDefault="00223F40" w:rsidP="008C4B83">
      <w:pPr>
        <w:pStyle w:val="List3"/>
        <w:spacing w:before="240"/>
      </w:pPr>
      <w:r w:rsidRPr="0003648D">
        <w:t>(</w:t>
      </w:r>
      <w:r>
        <w:t>H</w:t>
      </w:r>
      <w:r w:rsidRPr="0003648D">
        <w:t>)</w:t>
      </w:r>
      <w:r w:rsidRPr="0003648D">
        <w:tab/>
        <w:t>ONFFR</w:t>
      </w:r>
      <w:r>
        <w:t>RRS</w:t>
      </w:r>
      <w:r w:rsidRPr="0003648D">
        <w:t xml:space="preserve">L – Available for Dispatch of </w:t>
      </w:r>
      <w:r>
        <w:t>RRS</w:t>
      </w:r>
      <w:r w:rsidR="00174FF1">
        <w:t xml:space="preserve"> when providing FFR</w:t>
      </w:r>
      <w:r w:rsidRPr="0003648D">
        <w:t xml:space="preserve">, excluding </w:t>
      </w:r>
      <w:r w:rsidR="003A3100">
        <w:t>CLRs</w:t>
      </w:r>
      <w:r w:rsidRPr="0003648D">
        <w:t xml:space="preserve">. </w:t>
      </w:r>
      <w:r>
        <w:t xml:space="preserve"> </w:t>
      </w:r>
      <w:r w:rsidRPr="0003648D">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lastRenderedPageBreak/>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62D90A02" w:rsidR="00CE2E1F" w:rsidRPr="00A552C3" w:rsidRDefault="00CE2E1F" w:rsidP="00CE2E1F">
            <w:pPr>
              <w:spacing w:after="240"/>
              <w:ind w:left="2880" w:hanging="720"/>
            </w:pPr>
            <w:r w:rsidRPr="00A552C3">
              <w:t>(C)</w:t>
            </w:r>
            <w:r w:rsidRPr="00A552C3">
              <w:tab/>
              <w:t>ONTEST – On-Line blocked from SCED for operations testing (while ONTEST, an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t>(c)</w:t>
      </w:r>
      <w:r>
        <w:tab/>
        <w:t>The HSL;</w:t>
      </w:r>
    </w:p>
    <w:p w14:paraId="747E6D3B" w14:textId="3B61DA8D" w:rsidR="006D0482" w:rsidRDefault="006D0482" w:rsidP="006D0482">
      <w:pPr>
        <w:pStyle w:val="List"/>
        <w:ind w:left="2160"/>
      </w:pPr>
      <w:r>
        <w:t>(i)</w:t>
      </w:r>
      <w:r>
        <w:tab/>
      </w:r>
      <w:r w:rsidRPr="00462E48">
        <w:t xml:space="preserve">For Load Resources other than </w:t>
      </w:r>
      <w:r w:rsidR="003A3100">
        <w:t>CLRs</w:t>
      </w:r>
      <w:r w:rsidRPr="00462E48">
        <w:t>,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lastRenderedPageBreak/>
              <w:t>(ii)</w:t>
            </w:r>
            <w:r w:rsidRPr="00A552C3">
              <w:tab/>
              <w:t>For ESRs, the HSL may be negative;</w:t>
            </w:r>
          </w:p>
        </w:tc>
      </w:tr>
    </w:tbl>
    <w:p w14:paraId="313160FA" w14:textId="17BE32A7" w:rsidR="006D0482" w:rsidRDefault="006D0482" w:rsidP="00080344">
      <w:pPr>
        <w:pStyle w:val="List"/>
        <w:spacing w:before="240"/>
      </w:pPr>
      <w:r>
        <w:lastRenderedPageBreak/>
        <w:t>(d)</w:t>
      </w:r>
      <w:r>
        <w:tab/>
        <w:t>The LSL;</w:t>
      </w:r>
    </w:p>
    <w:p w14:paraId="4E622A11" w14:textId="047D7A48" w:rsidR="006D0482" w:rsidRDefault="006D0482" w:rsidP="006D0482">
      <w:pPr>
        <w:pStyle w:val="List"/>
        <w:ind w:left="2160"/>
      </w:pPr>
      <w:r>
        <w:t>(i)</w:t>
      </w:r>
      <w:r>
        <w:tab/>
      </w:r>
      <w:r w:rsidRPr="00462E48">
        <w:t xml:space="preserve">For Load Resources other than </w:t>
      </w:r>
      <w:r w:rsidR="003A3100">
        <w:t>CLRs</w:t>
      </w:r>
      <w:r w:rsidRPr="00462E48">
        <w:t xml:space="preserve">,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2BC187DE" w:rsidR="006D0482" w:rsidRDefault="006D0482" w:rsidP="00080344">
      <w:pPr>
        <w:pStyle w:val="List2"/>
        <w:spacing w:before="240"/>
      </w:pPr>
      <w:r>
        <w:t>(i)</w:t>
      </w:r>
      <w:r>
        <w:tab/>
        <w:t xml:space="preserve">Regulation Up </w:t>
      </w:r>
      <w:r w:rsidR="00B61CBA">
        <w:t xml:space="preserve">Service </w:t>
      </w:r>
      <w:r>
        <w:t>(Reg-Up);</w:t>
      </w:r>
    </w:p>
    <w:p w14:paraId="22B61DC6" w14:textId="666B1FB8" w:rsidR="006D0482" w:rsidRDefault="006D0482" w:rsidP="006D0482">
      <w:pPr>
        <w:pStyle w:val="List2"/>
      </w:pPr>
      <w:r>
        <w:t>(ii)</w:t>
      </w:r>
      <w:r>
        <w:tab/>
        <w:t xml:space="preserve">Regulation Down </w:t>
      </w:r>
      <w:r w:rsidR="003C2954">
        <w:t xml:space="preserve">Service </w:t>
      </w:r>
      <w:r>
        <w:t>(Reg-Down);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933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7C4269">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5D34C2E6" w14:textId="77777777" w:rsidR="00165A17" w:rsidRPr="00F06E8E" w:rsidRDefault="00165A17" w:rsidP="00165A17">
      <w:pPr>
        <w:spacing w:before="240" w:after="240"/>
        <w:ind w:left="1440" w:hanging="720"/>
      </w:pPr>
      <w:r w:rsidRPr="00F06E8E">
        <w:t>(h)</w:t>
      </w:r>
      <w:r w:rsidRPr="00F06E8E">
        <w:tab/>
        <w:t>For ESRs:</w:t>
      </w:r>
    </w:p>
    <w:p w14:paraId="4C25D403" w14:textId="77777777" w:rsidR="00165A17" w:rsidRPr="00F06E8E" w:rsidRDefault="00165A17" w:rsidP="00165A17">
      <w:pPr>
        <w:spacing w:after="240"/>
        <w:ind w:left="2160" w:hanging="720"/>
      </w:pPr>
      <w:r w:rsidRPr="00F06E8E">
        <w:t>(i)</w:t>
      </w:r>
      <w:r w:rsidRPr="00F06E8E">
        <w:tab/>
        <w:t>Minimum State of Charge (MinSOC);</w:t>
      </w:r>
    </w:p>
    <w:p w14:paraId="6243447D" w14:textId="77777777" w:rsidR="00165A17" w:rsidRPr="00F06E8E" w:rsidRDefault="00165A17" w:rsidP="00165A17">
      <w:pPr>
        <w:spacing w:after="240"/>
        <w:ind w:left="2160" w:hanging="720"/>
      </w:pPr>
      <w:r w:rsidRPr="00F06E8E">
        <w:t>(ii)</w:t>
      </w:r>
      <w:r w:rsidRPr="00F06E8E">
        <w:tab/>
        <w:t>Maximum State of Charge (MaxSOC); and</w:t>
      </w:r>
    </w:p>
    <w:p w14:paraId="38B21CF6" w14:textId="5FD3E1DF" w:rsidR="007C4269" w:rsidRDefault="00165A17" w:rsidP="00165A17">
      <w:pPr>
        <w:spacing w:after="240"/>
        <w:ind w:left="2160" w:hanging="720"/>
      </w:pPr>
      <w:r w:rsidRPr="00F06E8E">
        <w:lastRenderedPageBreak/>
        <w:t>(iii)</w:t>
      </w:r>
      <w:r w:rsidRPr="00F06E8E">
        <w:tab/>
      </w:r>
      <w:r w:rsidR="00B64532">
        <w:t>HBSOC</w:t>
      </w:r>
      <w:r w:rsidRPr="00F06E8E">
        <w:t>.</w:t>
      </w:r>
    </w:p>
    <w:p w14:paraId="17F848B5" w14:textId="2C4EA8DE" w:rsidR="006D0482" w:rsidRDefault="006D0482" w:rsidP="00604105">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lastRenderedPageBreak/>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 xml:space="preserve">A QSE representing a DC-Coupled Resource may override the COP HSL </w:t>
            </w:r>
            <w:r w:rsidRPr="00950C1F">
              <w:lastRenderedPageBreak/>
              <w:t>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lastRenderedPageBreak/>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lastRenderedPageBreak/>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510798BD" w14:textId="2318E341" w:rsidR="000C5836" w:rsidRDefault="000C5836" w:rsidP="006D0482">
      <w:pPr>
        <w:pStyle w:val="BodyTextNumbered"/>
      </w:pPr>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0FB1EA78" w:rsidR="004D1650" w:rsidRDefault="004D1650" w:rsidP="00D604F8">
            <w:pPr>
              <w:spacing w:before="120" w:after="240"/>
              <w:rPr>
                <w:b/>
                <w:i/>
              </w:rPr>
            </w:pPr>
            <w:bookmarkStart w:id="1189" w:name="_Toc204048543"/>
            <w:bookmarkStart w:id="1190" w:name="_Toc400526143"/>
            <w:bookmarkStart w:id="1191" w:name="_Toc405534461"/>
            <w:bookmarkStart w:id="1192" w:name="_Toc406570474"/>
            <w:bookmarkStart w:id="1193" w:name="_Toc410910626"/>
            <w:bookmarkStart w:id="1194" w:name="_Toc411841054"/>
            <w:bookmarkStart w:id="1195" w:name="_Toc422147016"/>
            <w:bookmarkStart w:id="1196" w:name="_Toc433020612"/>
            <w:bookmarkStart w:id="1197" w:name="_Toc437262053"/>
            <w:bookmarkStart w:id="1198" w:name="_Toc478375228"/>
            <w:r>
              <w:rPr>
                <w:b/>
                <w:i/>
              </w:rPr>
              <w:t>[NPRR1029</w:t>
            </w:r>
            <w:r w:rsidRPr="004B0726">
              <w:rPr>
                <w:b/>
                <w:i/>
              </w:rPr>
              <w:t xml:space="preserve">: </w:t>
            </w:r>
            <w:r>
              <w:rPr>
                <w:b/>
                <w:i/>
              </w:rPr>
              <w:t xml:space="preserve"> Insert paragraph (1</w:t>
            </w:r>
            <w:r w:rsidR="000C5836">
              <w:rPr>
                <w:b/>
                <w:i/>
              </w:rPr>
              <w:t>7</w:t>
            </w:r>
            <w:r>
              <w:rPr>
                <w:b/>
                <w:i/>
              </w:rPr>
              <w:t>) below upon system implementation</w:t>
            </w:r>
            <w:r w:rsidR="00165A17">
              <w:rPr>
                <w:b/>
                <w:i/>
              </w:rPr>
              <w:t xml:space="preserve"> and renumber accordingly</w:t>
            </w:r>
            <w:r>
              <w:rPr>
                <w:b/>
                <w:i/>
              </w:rPr>
              <w:t>:</w:t>
            </w:r>
            <w:r w:rsidRPr="004B0726">
              <w:rPr>
                <w:b/>
                <w:i/>
              </w:rPr>
              <w:t>]</w:t>
            </w:r>
          </w:p>
          <w:p w14:paraId="14303C49" w14:textId="51B54F47" w:rsidR="004D1650" w:rsidRPr="004D1650" w:rsidRDefault="004D1650" w:rsidP="004D1650">
            <w:pPr>
              <w:autoSpaceDE w:val="0"/>
              <w:autoSpaceDN w:val="0"/>
              <w:spacing w:after="240"/>
              <w:ind w:left="720" w:hanging="720"/>
            </w:pPr>
            <w:r w:rsidRPr="00950C1F">
              <w:t>(1</w:t>
            </w:r>
            <w:r w:rsidR="000C5836">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086EAAD8" w14:textId="237B34E6" w:rsidR="00165A17" w:rsidRPr="00F06E8E" w:rsidRDefault="00165A17" w:rsidP="00165A17">
      <w:pPr>
        <w:spacing w:before="240" w:after="240"/>
        <w:ind w:left="720" w:hanging="720"/>
      </w:pPr>
      <w:r w:rsidRPr="00F06E8E">
        <w:rPr>
          <w:iCs/>
        </w:rPr>
        <w:t>(1</w:t>
      </w:r>
      <w:r>
        <w:rPr>
          <w:iCs/>
        </w:rPr>
        <w:t>7</w:t>
      </w:r>
      <w:r w:rsidRPr="00F06E8E">
        <w:rPr>
          <w:iCs/>
        </w:rPr>
        <w:t>)</w:t>
      </w:r>
      <w:r w:rsidRPr="00F06E8E">
        <w:rPr>
          <w:iCs/>
        </w:rPr>
        <w:tab/>
      </w:r>
      <w:r w:rsidRPr="00F06E8E">
        <w:t>A QSE representing an ESR shall ensure that COP values for a given hour follow the following rules:</w:t>
      </w:r>
    </w:p>
    <w:p w14:paraId="189CE807" w14:textId="77777777" w:rsidR="00165A17" w:rsidRPr="00F06E8E" w:rsidRDefault="00165A17" w:rsidP="00165A17">
      <w:pPr>
        <w:spacing w:after="240"/>
        <w:ind w:left="1440" w:hanging="720"/>
      </w:pPr>
      <w:r w:rsidRPr="00F06E8E">
        <w:t>(a)</w:t>
      </w:r>
      <w:r w:rsidRPr="00F06E8E">
        <w:tab/>
        <w:t>MinSOC is greater than or equal to the nameplate minimum MWh operating SOC limit;</w:t>
      </w:r>
    </w:p>
    <w:p w14:paraId="567E19ED" w14:textId="77777777" w:rsidR="00165A17" w:rsidRPr="00F06E8E" w:rsidRDefault="00165A17" w:rsidP="00165A17">
      <w:pPr>
        <w:spacing w:after="240"/>
        <w:ind w:left="1440" w:hanging="720"/>
      </w:pPr>
      <w:r w:rsidRPr="00F06E8E">
        <w:t>(b)</w:t>
      </w:r>
      <w:r w:rsidRPr="00F06E8E">
        <w:tab/>
        <w:t>MaxSOC is less than or equal to the nameplate maximum MWh operating SOC limit; and</w:t>
      </w:r>
    </w:p>
    <w:p w14:paraId="1213D923" w14:textId="402EAA94" w:rsidR="007C4269" w:rsidRDefault="00165A17" w:rsidP="00604105">
      <w:pPr>
        <w:spacing w:after="240"/>
        <w:ind w:left="1440" w:hanging="720"/>
      </w:pPr>
      <w:r w:rsidRPr="00F06E8E">
        <w:t>(c)</w:t>
      </w:r>
      <w:r w:rsidRPr="00F06E8E">
        <w:tab/>
      </w:r>
      <w:r w:rsidR="00B64532">
        <w:t>HBSOC</w:t>
      </w:r>
      <w:r w:rsidRPr="00F06E8E">
        <w:t xml:space="preserve"> is a value between the corresponding COP values of MinSOC and MaxSOC.</w:t>
      </w:r>
    </w:p>
    <w:p w14:paraId="2115DEE5" w14:textId="0833F288" w:rsidR="00CB13B2" w:rsidRDefault="002D238A" w:rsidP="00604105">
      <w:pPr>
        <w:pStyle w:val="H3"/>
      </w:pPr>
      <w:bookmarkStart w:id="1199" w:name="_Toc199405302"/>
      <w:r>
        <w:t>3.9.2</w:t>
      </w:r>
      <w:r>
        <w:tab/>
        <w:t>Current Operating Plan Validation</w:t>
      </w:r>
      <w:bookmarkEnd w:id="1189"/>
      <w:bookmarkEnd w:id="1190"/>
      <w:bookmarkEnd w:id="1191"/>
      <w:bookmarkEnd w:id="1192"/>
      <w:bookmarkEnd w:id="1193"/>
      <w:bookmarkEnd w:id="1194"/>
      <w:bookmarkEnd w:id="1195"/>
      <w:bookmarkEnd w:id="1196"/>
      <w:bookmarkEnd w:id="1197"/>
      <w:bookmarkEnd w:id="1198"/>
      <w:bookmarkEnd w:id="1199"/>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 xml:space="preserve">s Ancillary Service Supply </w:t>
      </w:r>
      <w:r>
        <w:lastRenderedPageBreak/>
        <w:t>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00" w:name="_Toc204048544"/>
            <w:bookmarkStart w:id="1201" w:name="_Toc400526144"/>
            <w:bookmarkStart w:id="1202" w:name="_Toc405534462"/>
            <w:bookmarkStart w:id="1203" w:name="_Toc406570475"/>
            <w:bookmarkStart w:id="1204" w:name="_Toc410910627"/>
            <w:bookmarkStart w:id="1205" w:name="_Toc411841055"/>
            <w:bookmarkStart w:id="1206" w:name="_Toc422147017"/>
            <w:bookmarkStart w:id="1207" w:name="_Toc433020613"/>
            <w:bookmarkStart w:id="1208" w:name="_Toc437262054"/>
            <w:bookmarkStart w:id="1209"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10" w:name="_Toc199405303"/>
      <w:r>
        <w:t>3.10</w:t>
      </w:r>
      <w:r>
        <w:tab/>
        <w:t>Network Operations Modeling and Telemetry</w:t>
      </w:r>
      <w:bookmarkEnd w:id="1200"/>
      <w:bookmarkEnd w:id="1201"/>
      <w:bookmarkEnd w:id="1202"/>
      <w:bookmarkEnd w:id="1203"/>
      <w:bookmarkEnd w:id="1204"/>
      <w:bookmarkEnd w:id="1205"/>
      <w:bookmarkEnd w:id="1206"/>
      <w:bookmarkEnd w:id="1207"/>
      <w:bookmarkEnd w:id="1208"/>
      <w:bookmarkEnd w:id="1209"/>
      <w:bookmarkEnd w:id="1210"/>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ED2B32"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lastRenderedPageBreak/>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w:t>
      </w:r>
      <w:r>
        <w:lastRenderedPageBreak/>
        <w:t xml:space="preserve">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lastRenderedPageBreak/>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11" w:name="_Toc204048545"/>
            <w:bookmarkStart w:id="1212" w:name="_Toc400526145"/>
            <w:bookmarkStart w:id="1213" w:name="_Toc405534463"/>
            <w:bookmarkStart w:id="1214" w:name="_Toc406570476"/>
            <w:bookmarkStart w:id="1215" w:name="_Toc410910628"/>
            <w:bookmarkStart w:id="1216" w:name="_Toc411841056"/>
            <w:bookmarkStart w:id="1217" w:name="_Toc422147018"/>
            <w:bookmarkStart w:id="1218" w:name="_Toc433020614"/>
            <w:bookmarkStart w:id="1219" w:name="_Toc437262055"/>
            <w:bookmarkStart w:id="1220"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21" w:name="_Toc199405304"/>
      <w:r>
        <w:lastRenderedPageBreak/>
        <w:t>3.10.1</w:t>
      </w:r>
      <w:r>
        <w:tab/>
        <w:t>Time Line for Network Operations Model Change</w:t>
      </w:r>
      <w:r w:rsidR="00061D2A">
        <w:t>s</w:t>
      </w:r>
      <w:bookmarkEnd w:id="1211"/>
      <w:bookmarkEnd w:id="1212"/>
      <w:bookmarkEnd w:id="1213"/>
      <w:bookmarkEnd w:id="1214"/>
      <w:bookmarkEnd w:id="1215"/>
      <w:bookmarkEnd w:id="1216"/>
      <w:bookmarkEnd w:id="1217"/>
      <w:bookmarkEnd w:id="1218"/>
      <w:bookmarkEnd w:id="1219"/>
      <w:bookmarkEnd w:id="1220"/>
      <w:bookmarkEnd w:id="1221"/>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 xml:space="preserve">or Settlement Only Generator </w:t>
      </w:r>
      <w:r w:rsidR="00E320B3">
        <w:rPr>
          <w:iCs w:val="0"/>
        </w:rPr>
        <w:lastRenderedPageBreak/>
        <w:t>(SOG)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35AB348" w:rsidR="00AA6BA6" w:rsidRDefault="00AA6BA6" w:rsidP="004F7A86">
            <w:pPr>
              <w:spacing w:before="120" w:after="240"/>
              <w:rPr>
                <w:b/>
                <w:i/>
              </w:rPr>
            </w:pPr>
            <w:r>
              <w:rPr>
                <w:b/>
                <w:i/>
              </w:rPr>
              <w:t>[NPRR995</w:t>
            </w:r>
            <w:r w:rsidR="0025218E">
              <w:rPr>
                <w:b/>
                <w:i/>
              </w:rPr>
              <w:t xml:space="preserve"> and NPRR1246</w:t>
            </w:r>
            <w:r w:rsidRPr="004B0726">
              <w:rPr>
                <w:b/>
                <w:i/>
              </w:rPr>
              <w:t xml:space="preserve">: </w:t>
            </w:r>
            <w:r>
              <w:rPr>
                <w:b/>
                <w:i/>
              </w:rPr>
              <w:t xml:space="preserve"> Replace </w:t>
            </w:r>
            <w:r w:rsidR="0025218E">
              <w:rPr>
                <w:b/>
                <w:i/>
              </w:rPr>
              <w:t xml:space="preserve">applicable portions of </w:t>
            </w:r>
            <w:r>
              <w:rPr>
                <w:b/>
                <w:i/>
              </w:rPr>
              <w:t>paragraph (2) above with the following upon system implementation</w:t>
            </w:r>
            <w:r w:rsidR="0025218E">
              <w:rPr>
                <w:b/>
                <w:i/>
              </w:rPr>
              <w:t xml:space="preserve"> for NPRR995; or upon system implementation of the Real-Time Co-Optimization (RTC) project for NPRR1246</w:t>
            </w:r>
            <w:r>
              <w:rPr>
                <w:b/>
                <w:i/>
              </w:rPr>
              <w:t>:</w:t>
            </w:r>
            <w:r w:rsidRPr="004B0726">
              <w:rPr>
                <w:b/>
                <w:i/>
              </w:rPr>
              <w:t>]</w:t>
            </w:r>
          </w:p>
          <w:p w14:paraId="171437F2" w14:textId="307D06F6"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0025218E">
              <w:rPr>
                <w:iCs/>
              </w:rPr>
              <w:t xml:space="preserve"> Energy Storage Resource (ESR),</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w:t>
            </w:r>
            <w:r w:rsidR="0025218E">
              <w:t xml:space="preserve">ESR, </w:t>
            </w:r>
            <w:r w:rsidRPr="00DE72B5">
              <w:t>SOG</w:t>
            </w:r>
            <w:r>
              <w:t>, or SOESS</w:t>
            </w:r>
            <w:r w:rsidRPr="00DE72B5">
              <w:t>.</w:t>
            </w:r>
          </w:p>
        </w:tc>
      </w:tr>
    </w:tbl>
    <w:p w14:paraId="1255F64C" w14:textId="0E834DCF" w:rsidR="00BA6AC6" w:rsidRDefault="00BA6AC6" w:rsidP="002A58A6">
      <w:pPr>
        <w:pStyle w:val="BodyTextNumbered"/>
        <w:spacing w:before="240"/>
        <w:rPr>
          <w:szCs w:val="24"/>
        </w:rPr>
      </w:pPr>
      <w:r w:rsidRPr="009D12E9">
        <w:rPr>
          <w:szCs w:val="24"/>
        </w:rPr>
        <w:t>(3)</w:t>
      </w:r>
      <w:r w:rsidRPr="009D12E9">
        <w:rPr>
          <w:szCs w:val="24"/>
        </w:rPr>
        <w:tab/>
        <w:t xml:space="preserve">TSPs and Resource Entities shall submit </w:t>
      </w:r>
      <w:r w:rsidR="0094746C">
        <w:rPr>
          <w:szCs w:val="24"/>
        </w:rPr>
        <w:t xml:space="preserve">all </w:t>
      </w:r>
      <w:r w:rsidRPr="009D12E9">
        <w:rPr>
          <w:szCs w:val="24"/>
        </w:rPr>
        <w:t>Network Operations Model updates</w:t>
      </w:r>
      <w:r w:rsidR="0094746C">
        <w:rPr>
          <w:szCs w:val="24"/>
        </w:rPr>
        <w:t xml:space="preserve"> that are</w:t>
      </w:r>
      <w:r w:rsidR="0094746C" w:rsidRPr="009D12E9">
        <w:rPr>
          <w:szCs w:val="24"/>
        </w:rPr>
        <w:t xml:space="preserve"> </w:t>
      </w:r>
      <w:r w:rsidR="0094746C" w:rsidRPr="00DF4393">
        <w:rPr>
          <w:szCs w:val="24"/>
        </w:rPr>
        <w:t xml:space="preserve">not subject to the requirements of paragraph (4) below </w:t>
      </w:r>
      <w:r w:rsidR="0094746C">
        <w:rPr>
          <w:szCs w:val="24"/>
        </w:rPr>
        <w:t>by the applicable deadline to submit information to ERCOT for the target date of inclusion in the production model detailed in the table below</w:t>
      </w:r>
      <w:r w:rsidRPr="009D12E9">
        <w:rPr>
          <w:szCs w:val="24"/>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0215DF84" w:rsidR="00BA6AC6" w:rsidRPr="00846A5C" w:rsidRDefault="00BA6AC6" w:rsidP="00A521D8">
            <w:pPr>
              <w:pStyle w:val="TableHead"/>
            </w:pPr>
            <w:r>
              <w:t>Paragraph (</w:t>
            </w:r>
            <w:r w:rsidR="0094746C">
              <w:t>6</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lastRenderedPageBreak/>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448DA613"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w:t>
            </w:r>
            <w:r w:rsidR="00322A21">
              <w:rPr>
                <w:b/>
                <w:i/>
              </w:rPr>
              <w:t xml:space="preserve"> </w:t>
            </w:r>
            <w:r w:rsidR="00ED2B32"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6E5524">
              <w:rPr>
                <w:b/>
                <w:i/>
              </w:rPr>
              <w:t xml:space="preserve"> for NPRR857</w:t>
            </w:r>
            <w:r>
              <w:rPr>
                <w:b/>
                <w:i/>
              </w:rPr>
              <w:t>:</w:t>
            </w:r>
            <w:r w:rsidRPr="004B0726">
              <w:rPr>
                <w:b/>
                <w:i/>
              </w:rPr>
              <w:t>]</w:t>
            </w:r>
          </w:p>
          <w:p w14:paraId="661D21FA" w14:textId="465AA012" w:rsidR="00DA7DC3" w:rsidRPr="00E55E72" w:rsidRDefault="00DA7DC3" w:rsidP="00DA7DC3">
            <w:pPr>
              <w:spacing w:after="240"/>
              <w:ind w:left="720" w:hanging="720"/>
              <w:rPr>
                <w:iCs/>
              </w:rPr>
            </w:pPr>
            <w:r w:rsidRPr="00E55E72">
              <w:rPr>
                <w:iCs/>
              </w:rPr>
              <w:t>(3)</w:t>
            </w:r>
            <w:r w:rsidRPr="00E55E72">
              <w:rPr>
                <w:iCs/>
              </w:rPr>
              <w:tab/>
              <w:t xml:space="preserve">TSPs, DCTOs, and Resource Entities shall submit </w:t>
            </w:r>
            <w:r w:rsidR="006E5524">
              <w:rPr>
                <w:iCs/>
              </w:rPr>
              <w:t xml:space="preserve">all </w:t>
            </w:r>
            <w:r w:rsidRPr="00E55E72">
              <w:rPr>
                <w:iCs/>
              </w:rPr>
              <w:t xml:space="preserve">Network Operations Model updates </w:t>
            </w:r>
            <w:r w:rsidR="006E5524">
              <w:rPr>
                <w:iCs/>
              </w:rPr>
              <w:t xml:space="preserve">that are </w:t>
            </w:r>
            <w:r w:rsidR="006E5524" w:rsidRPr="00767AB7">
              <w:rPr>
                <w:iCs/>
              </w:rPr>
              <w:t xml:space="preserve">not subject to the requirements of paragraph (4) below </w:t>
            </w:r>
            <w:r w:rsidR="006E5524">
              <w:t>by the applicable deadline to submit information to ERCOT for the target date of inclusion in the production model detailed in the table below</w:t>
            </w:r>
            <w:r w:rsidRPr="00E55E72">
              <w:rPr>
                <w:iCs/>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3E2D52CE" w:rsidR="00DA7DC3" w:rsidRPr="00E55E72" w:rsidRDefault="00DA7DC3" w:rsidP="00DA7DC3">
                  <w:pPr>
                    <w:spacing w:after="120"/>
                    <w:rPr>
                      <w:b/>
                      <w:iCs/>
                      <w:sz w:val="20"/>
                    </w:rPr>
                  </w:pPr>
                  <w:r w:rsidRPr="00E55E72">
                    <w:rPr>
                      <w:b/>
                      <w:iCs/>
                      <w:sz w:val="20"/>
                    </w:rPr>
                    <w:t>Paragraph (</w:t>
                  </w:r>
                  <w:r w:rsidR="006E5524">
                    <w:rPr>
                      <w:b/>
                      <w:iCs/>
                      <w:sz w:val="20"/>
                    </w:rPr>
                    <w:t>6</w:t>
                  </w:r>
                  <w:r w:rsidRPr="00E55E72">
                    <w:rPr>
                      <w:b/>
                      <w:iCs/>
                      <w:sz w:val="20"/>
                    </w:rPr>
                    <w:t>)</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592E01CA" w:rsidR="00DA7DC3" w:rsidRPr="00E55E72" w:rsidRDefault="00DA7DC3" w:rsidP="00DA7DC3">
                  <w:pPr>
                    <w:spacing w:after="60"/>
                    <w:rPr>
                      <w:iCs/>
                      <w:sz w:val="20"/>
                    </w:rPr>
                  </w:pPr>
                  <w:r w:rsidRPr="00E55E72">
                    <w:rPr>
                      <w:iCs/>
                      <w:sz w:val="20"/>
                    </w:rPr>
                    <w:t>Jan</w:t>
                  </w:r>
                  <w:r w:rsidR="00F160D1">
                    <w:rPr>
                      <w:iCs/>
                      <w:sz w:val="20"/>
                    </w:rPr>
                    <w:t>uary</w:t>
                  </w:r>
                  <w:r w:rsidRPr="00E55E72">
                    <w:rPr>
                      <w:iCs/>
                      <w:sz w:val="20"/>
                    </w:rPr>
                    <w:t xml:space="preserve"> 1</w:t>
                  </w:r>
                </w:p>
              </w:tc>
              <w:tc>
                <w:tcPr>
                  <w:tcW w:w="991" w:type="pct"/>
                </w:tcPr>
                <w:p w14:paraId="637B3749" w14:textId="1A6E8493" w:rsidR="00DA7DC3" w:rsidRPr="00E55E72" w:rsidRDefault="00DA7DC3" w:rsidP="00DA7DC3">
                  <w:pPr>
                    <w:spacing w:after="60"/>
                    <w:rPr>
                      <w:iCs/>
                      <w:sz w:val="20"/>
                    </w:rPr>
                  </w:pPr>
                  <w:r w:rsidRPr="00E55E72">
                    <w:rPr>
                      <w:iCs/>
                      <w:sz w:val="20"/>
                    </w:rPr>
                    <w:t>Feb</w:t>
                  </w:r>
                  <w:r w:rsidR="00F160D1">
                    <w:rPr>
                      <w:iCs/>
                      <w:sz w:val="20"/>
                    </w:rPr>
                    <w:t>ruary</w:t>
                  </w:r>
                  <w:r w:rsidRPr="00E55E72">
                    <w:rPr>
                      <w:iCs/>
                      <w:sz w:val="20"/>
                    </w:rPr>
                    <w:t xml:space="preserve">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B2CA85B" w:rsidR="00DA7DC3" w:rsidRPr="00E55E72" w:rsidRDefault="00DA7DC3" w:rsidP="00DA7DC3">
                  <w:pPr>
                    <w:spacing w:after="60"/>
                    <w:rPr>
                      <w:iCs/>
                      <w:sz w:val="20"/>
                    </w:rPr>
                  </w:pPr>
                  <w:r w:rsidRPr="00E55E72">
                    <w:rPr>
                      <w:iCs/>
                      <w:sz w:val="20"/>
                    </w:rPr>
                    <w:t>Feb</w:t>
                  </w:r>
                  <w:r w:rsidR="00F160D1">
                    <w:rPr>
                      <w:iCs/>
                      <w:sz w:val="20"/>
                    </w:rPr>
                    <w:t>ruary</w:t>
                  </w:r>
                  <w:r w:rsidRPr="00E55E72">
                    <w:rPr>
                      <w:iCs/>
                      <w:sz w:val="20"/>
                    </w:rPr>
                    <w:t xml:space="preserve">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lastRenderedPageBreak/>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2ED142B4" w14:textId="77777777" w:rsidR="002927E1" w:rsidRPr="00C166BB" w:rsidRDefault="002927E1" w:rsidP="002927E1">
      <w:pPr>
        <w:pStyle w:val="note"/>
        <w:spacing w:before="240" w:after="240"/>
        <w:ind w:left="720" w:hanging="720"/>
        <w:rPr>
          <w:sz w:val="24"/>
          <w:szCs w:val="24"/>
        </w:rPr>
      </w:pPr>
      <w:r w:rsidRPr="00C166BB">
        <w:rPr>
          <w:sz w:val="24"/>
          <w:szCs w:val="24"/>
        </w:rPr>
        <w:lastRenderedPageBreak/>
        <w:t>(4)</w:t>
      </w:r>
      <w:r w:rsidRPr="00C166BB">
        <w:rPr>
          <w:sz w:val="24"/>
          <w:szCs w:val="24"/>
        </w:rPr>
        <w:tab/>
        <w:t xml:space="preserve">Resource Entities shall submit complete initial Resource Registration data for inclusion in the ERCOT Network Operations Model as described in paragraph (6) of Planning Guide Section 6.8.1, Resource Registration, </w:t>
      </w:r>
      <w:r w:rsidRPr="00C166BB">
        <w:rPr>
          <w:sz w:val="24"/>
          <w:szCs w:val="28"/>
        </w:rPr>
        <w:t>by the applicable deadline for the Resource Entity to submit complete information to ERCOT for the target date of inclusion in the production model detailed in the table below</w:t>
      </w:r>
      <w:r w:rsidRPr="00C166BB">
        <w:rPr>
          <w:sz w:val="24"/>
          <w:szCs w:val="24"/>
        </w:rPr>
        <w:t>.  ERCOT shall update the Network Operations Model according to the following table:</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20"/>
        <w:gridCol w:w="1551"/>
        <w:gridCol w:w="1545"/>
        <w:gridCol w:w="1544"/>
        <w:gridCol w:w="1544"/>
        <w:gridCol w:w="1544"/>
      </w:tblGrid>
      <w:tr w:rsidR="002927E1" w:rsidRPr="00846A5C" w14:paraId="3EFD6302" w14:textId="77777777" w:rsidTr="007323FA">
        <w:trPr>
          <w:tblHeader/>
        </w:trPr>
        <w:tc>
          <w:tcPr>
            <w:tcW w:w="866" w:type="pct"/>
          </w:tcPr>
          <w:p w14:paraId="5EB84FAF" w14:textId="77777777" w:rsidR="002927E1" w:rsidRPr="00846A5C" w:rsidRDefault="002927E1" w:rsidP="001E7481">
            <w:pPr>
              <w:pStyle w:val="TableHead"/>
            </w:pPr>
            <w:r w:rsidRPr="00846A5C">
              <w:lastRenderedPageBreak/>
              <w:t>Deadline</w:t>
            </w:r>
            <w:r>
              <w:t xml:space="preserve"> for Resource Entity</w:t>
            </w:r>
            <w:r w:rsidRPr="00846A5C">
              <w:t xml:space="preserve"> to Submit</w:t>
            </w:r>
            <w:r>
              <w:t xml:space="preserve"> Complete</w:t>
            </w:r>
            <w:r w:rsidRPr="00846A5C">
              <w:t xml:space="preserve"> Information to ERCOT </w:t>
            </w:r>
          </w:p>
          <w:p w14:paraId="5FD5D0AD" w14:textId="77777777" w:rsidR="002927E1" w:rsidRPr="00846A5C" w:rsidRDefault="002927E1" w:rsidP="001E7481">
            <w:pPr>
              <w:pStyle w:val="TableHead"/>
            </w:pPr>
            <w:r w:rsidRPr="00846A5C">
              <w:t>Note 1</w:t>
            </w:r>
          </w:p>
        </w:tc>
        <w:tc>
          <w:tcPr>
            <w:tcW w:w="829" w:type="pct"/>
          </w:tcPr>
          <w:p w14:paraId="28B37077" w14:textId="77777777" w:rsidR="002927E1" w:rsidRPr="00846A5C" w:rsidRDefault="002927E1" w:rsidP="001E7481">
            <w:pPr>
              <w:pStyle w:val="TableHead"/>
            </w:pPr>
            <w:r w:rsidRPr="00846A5C">
              <w:t xml:space="preserve">Deadline </w:t>
            </w:r>
            <w:r>
              <w:t>for Resource Registration Data to Meet Criteria for ERCOT Acceptance</w:t>
            </w:r>
          </w:p>
          <w:p w14:paraId="06EE4320" w14:textId="77777777" w:rsidR="002927E1" w:rsidRPr="00846A5C" w:rsidRDefault="002927E1" w:rsidP="001E7481">
            <w:pPr>
              <w:pStyle w:val="TableHead"/>
            </w:pPr>
            <w:r w:rsidRPr="00846A5C">
              <w:t xml:space="preserve">Note </w:t>
            </w:r>
            <w:r>
              <w:t>2</w:t>
            </w:r>
          </w:p>
        </w:tc>
        <w:tc>
          <w:tcPr>
            <w:tcW w:w="826" w:type="pct"/>
          </w:tcPr>
          <w:p w14:paraId="7D91D772" w14:textId="77777777" w:rsidR="002927E1" w:rsidRPr="00846A5C" w:rsidRDefault="002927E1" w:rsidP="001E7481">
            <w:pPr>
              <w:pStyle w:val="TableHead"/>
            </w:pPr>
            <w:r w:rsidRPr="00846A5C">
              <w:t xml:space="preserve">Model Complete and Available for Test </w:t>
            </w:r>
          </w:p>
          <w:p w14:paraId="5F0332CA" w14:textId="77777777" w:rsidR="002927E1" w:rsidRPr="00846A5C" w:rsidRDefault="002927E1" w:rsidP="001E7481">
            <w:pPr>
              <w:pStyle w:val="TableHead"/>
            </w:pPr>
            <w:r w:rsidRPr="00846A5C">
              <w:t xml:space="preserve">Note </w:t>
            </w:r>
            <w:r>
              <w:t>3</w:t>
            </w:r>
          </w:p>
        </w:tc>
        <w:tc>
          <w:tcPr>
            <w:tcW w:w="826" w:type="pct"/>
          </w:tcPr>
          <w:p w14:paraId="18C04B53" w14:textId="77777777" w:rsidR="002927E1" w:rsidRPr="00846A5C" w:rsidRDefault="002927E1" w:rsidP="001E7481">
            <w:pPr>
              <w:pStyle w:val="TableHead"/>
            </w:pPr>
            <w:r w:rsidRPr="00846A5C">
              <w:t>Updated Network Operations Model Testing Complete</w:t>
            </w:r>
          </w:p>
          <w:p w14:paraId="24165DC3" w14:textId="77777777" w:rsidR="002927E1" w:rsidRPr="00846A5C" w:rsidRDefault="002927E1" w:rsidP="001E7481">
            <w:pPr>
              <w:pStyle w:val="TableHead"/>
            </w:pPr>
            <w:r w:rsidRPr="00846A5C">
              <w:t xml:space="preserve">Note </w:t>
            </w:r>
            <w:r>
              <w:t>4</w:t>
            </w:r>
          </w:p>
          <w:p w14:paraId="0917B492" w14:textId="77777777" w:rsidR="002927E1" w:rsidRPr="00846A5C" w:rsidRDefault="002927E1" w:rsidP="001E7481">
            <w:pPr>
              <w:pStyle w:val="TableHead"/>
            </w:pPr>
            <w:r>
              <w:t>Paragraph (6</w:t>
            </w:r>
            <w:r w:rsidRPr="00846A5C">
              <w:t>)</w:t>
            </w:r>
          </w:p>
        </w:tc>
        <w:tc>
          <w:tcPr>
            <w:tcW w:w="826" w:type="pct"/>
          </w:tcPr>
          <w:p w14:paraId="6D76F763" w14:textId="77777777" w:rsidR="002927E1" w:rsidRPr="00846A5C" w:rsidRDefault="002927E1" w:rsidP="001E7481">
            <w:pPr>
              <w:pStyle w:val="TableHead"/>
            </w:pPr>
            <w:r w:rsidRPr="00846A5C">
              <w:t>Update Network Operations Model Production Environment</w:t>
            </w:r>
          </w:p>
        </w:tc>
        <w:tc>
          <w:tcPr>
            <w:tcW w:w="826" w:type="pct"/>
          </w:tcPr>
          <w:p w14:paraId="07FD9392" w14:textId="77777777" w:rsidR="002927E1" w:rsidRPr="00846A5C" w:rsidRDefault="002927E1" w:rsidP="001E7481">
            <w:pPr>
              <w:pStyle w:val="TableHead"/>
            </w:pPr>
            <w:r w:rsidRPr="00846A5C">
              <w:t xml:space="preserve">Target Physical Equipment included in Production Model </w:t>
            </w:r>
          </w:p>
          <w:p w14:paraId="2612EC3B" w14:textId="77777777" w:rsidR="002927E1" w:rsidRPr="00846A5C" w:rsidRDefault="002927E1" w:rsidP="001E7481">
            <w:pPr>
              <w:pStyle w:val="TableHead"/>
            </w:pPr>
            <w:r w:rsidRPr="00846A5C">
              <w:t xml:space="preserve">Note </w:t>
            </w:r>
            <w:r>
              <w:t>5</w:t>
            </w:r>
          </w:p>
        </w:tc>
      </w:tr>
      <w:tr w:rsidR="002927E1" w:rsidRPr="00846A5C" w14:paraId="670F33AE" w14:textId="77777777" w:rsidTr="007323FA">
        <w:tc>
          <w:tcPr>
            <w:tcW w:w="866" w:type="pct"/>
          </w:tcPr>
          <w:p w14:paraId="19CC19D2" w14:textId="77777777" w:rsidR="002927E1" w:rsidRPr="00846A5C" w:rsidRDefault="002927E1" w:rsidP="001E7481">
            <w:pPr>
              <w:pStyle w:val="TableBody"/>
            </w:pPr>
            <w:r>
              <w:t>December</w:t>
            </w:r>
            <w:r w:rsidRPr="00846A5C">
              <w:t xml:space="preserve"> 1</w:t>
            </w:r>
          </w:p>
        </w:tc>
        <w:tc>
          <w:tcPr>
            <w:tcW w:w="829" w:type="pct"/>
          </w:tcPr>
          <w:p w14:paraId="46075BD0" w14:textId="77777777" w:rsidR="002927E1" w:rsidRPr="00846A5C" w:rsidRDefault="002927E1" w:rsidP="001E7481">
            <w:pPr>
              <w:pStyle w:val="TableBody"/>
            </w:pPr>
            <w:r w:rsidRPr="00846A5C">
              <w:t>Jan</w:t>
            </w:r>
            <w:r>
              <w:t>uary</w:t>
            </w:r>
            <w:r w:rsidRPr="00846A5C">
              <w:t xml:space="preserve"> 1</w:t>
            </w:r>
          </w:p>
        </w:tc>
        <w:tc>
          <w:tcPr>
            <w:tcW w:w="826" w:type="pct"/>
          </w:tcPr>
          <w:p w14:paraId="235A2231" w14:textId="77777777" w:rsidR="002927E1" w:rsidRPr="00846A5C" w:rsidRDefault="002927E1" w:rsidP="001E7481">
            <w:pPr>
              <w:pStyle w:val="TableBody"/>
            </w:pPr>
            <w:r w:rsidRPr="00846A5C">
              <w:t>Feb</w:t>
            </w:r>
            <w:r>
              <w:t>ruary</w:t>
            </w:r>
            <w:r w:rsidRPr="00846A5C">
              <w:t xml:space="preserve"> 15</w:t>
            </w:r>
          </w:p>
        </w:tc>
        <w:tc>
          <w:tcPr>
            <w:tcW w:w="826" w:type="pct"/>
          </w:tcPr>
          <w:p w14:paraId="53DE6D4B" w14:textId="77777777" w:rsidR="002927E1" w:rsidRPr="00846A5C" w:rsidRDefault="002927E1" w:rsidP="001E7481">
            <w:pPr>
              <w:pStyle w:val="TableBody"/>
            </w:pPr>
            <w:r w:rsidRPr="00846A5C">
              <w:t>March 15</w:t>
            </w:r>
          </w:p>
        </w:tc>
        <w:tc>
          <w:tcPr>
            <w:tcW w:w="826" w:type="pct"/>
          </w:tcPr>
          <w:p w14:paraId="1713B8A1" w14:textId="77777777" w:rsidR="002927E1" w:rsidRPr="00846A5C" w:rsidRDefault="002927E1" w:rsidP="001E7481">
            <w:pPr>
              <w:pStyle w:val="TableBody"/>
            </w:pPr>
            <w:r w:rsidRPr="00846A5C">
              <w:t>April 1</w:t>
            </w:r>
          </w:p>
        </w:tc>
        <w:tc>
          <w:tcPr>
            <w:tcW w:w="826" w:type="pct"/>
          </w:tcPr>
          <w:p w14:paraId="6A9EBEEB" w14:textId="77777777" w:rsidR="002927E1" w:rsidRPr="00846A5C" w:rsidRDefault="002927E1" w:rsidP="001E7481">
            <w:pPr>
              <w:pStyle w:val="TableBody"/>
            </w:pPr>
            <w:r w:rsidRPr="00846A5C">
              <w:t>Month of April</w:t>
            </w:r>
          </w:p>
        </w:tc>
      </w:tr>
      <w:tr w:rsidR="002927E1" w:rsidRPr="00846A5C" w14:paraId="229B6D9E" w14:textId="77777777" w:rsidTr="007323FA">
        <w:tc>
          <w:tcPr>
            <w:tcW w:w="866" w:type="pct"/>
          </w:tcPr>
          <w:p w14:paraId="4D3E9325" w14:textId="77777777" w:rsidR="002927E1" w:rsidRPr="00846A5C" w:rsidRDefault="002927E1" w:rsidP="001E7481">
            <w:pPr>
              <w:pStyle w:val="TableBody"/>
            </w:pPr>
            <w:r>
              <w:t>January</w:t>
            </w:r>
            <w:r w:rsidRPr="00846A5C">
              <w:t xml:space="preserve"> 1</w:t>
            </w:r>
          </w:p>
        </w:tc>
        <w:tc>
          <w:tcPr>
            <w:tcW w:w="829" w:type="pct"/>
          </w:tcPr>
          <w:p w14:paraId="749FD2B9" w14:textId="77777777" w:rsidR="002927E1" w:rsidRPr="00846A5C" w:rsidRDefault="002927E1" w:rsidP="001E7481">
            <w:pPr>
              <w:pStyle w:val="TableBody"/>
            </w:pPr>
            <w:r w:rsidRPr="00846A5C">
              <w:t>Feb</w:t>
            </w:r>
            <w:r>
              <w:t>ruary</w:t>
            </w:r>
            <w:r w:rsidRPr="00846A5C">
              <w:t xml:space="preserve"> 1</w:t>
            </w:r>
          </w:p>
        </w:tc>
        <w:tc>
          <w:tcPr>
            <w:tcW w:w="826" w:type="pct"/>
          </w:tcPr>
          <w:p w14:paraId="3263ECB5" w14:textId="77777777" w:rsidR="002927E1" w:rsidRPr="00846A5C" w:rsidRDefault="002927E1" w:rsidP="001E7481">
            <w:pPr>
              <w:pStyle w:val="TableBody"/>
            </w:pPr>
            <w:r w:rsidRPr="00846A5C">
              <w:t>March 15</w:t>
            </w:r>
          </w:p>
        </w:tc>
        <w:tc>
          <w:tcPr>
            <w:tcW w:w="826" w:type="pct"/>
          </w:tcPr>
          <w:p w14:paraId="3E7CAC01" w14:textId="77777777" w:rsidR="002927E1" w:rsidRPr="00846A5C" w:rsidRDefault="002927E1" w:rsidP="001E7481">
            <w:pPr>
              <w:pStyle w:val="TableBody"/>
            </w:pPr>
            <w:r w:rsidRPr="00846A5C">
              <w:t>April 15</w:t>
            </w:r>
          </w:p>
        </w:tc>
        <w:tc>
          <w:tcPr>
            <w:tcW w:w="826" w:type="pct"/>
          </w:tcPr>
          <w:p w14:paraId="4FDF6A72" w14:textId="77777777" w:rsidR="002927E1" w:rsidRPr="00846A5C" w:rsidRDefault="002927E1" w:rsidP="001E7481">
            <w:pPr>
              <w:pStyle w:val="TableBody"/>
            </w:pPr>
            <w:r w:rsidRPr="00846A5C">
              <w:t>May 1</w:t>
            </w:r>
          </w:p>
        </w:tc>
        <w:tc>
          <w:tcPr>
            <w:tcW w:w="826" w:type="pct"/>
          </w:tcPr>
          <w:p w14:paraId="49036736" w14:textId="77777777" w:rsidR="002927E1" w:rsidRPr="00846A5C" w:rsidRDefault="002927E1" w:rsidP="001E7481">
            <w:pPr>
              <w:pStyle w:val="TableBody"/>
            </w:pPr>
            <w:r w:rsidRPr="00846A5C">
              <w:t>Month of May</w:t>
            </w:r>
          </w:p>
        </w:tc>
      </w:tr>
      <w:tr w:rsidR="002927E1" w:rsidRPr="00846A5C" w14:paraId="3EBC8D65" w14:textId="77777777" w:rsidTr="007323FA">
        <w:tc>
          <w:tcPr>
            <w:tcW w:w="866" w:type="pct"/>
          </w:tcPr>
          <w:p w14:paraId="3FC9088F" w14:textId="77777777" w:rsidR="002927E1" w:rsidRPr="00846A5C" w:rsidRDefault="002927E1" w:rsidP="001E7481">
            <w:pPr>
              <w:pStyle w:val="TableBody"/>
            </w:pPr>
            <w:r>
              <w:t>February</w:t>
            </w:r>
            <w:r w:rsidRPr="00846A5C">
              <w:t xml:space="preserve"> 1</w:t>
            </w:r>
          </w:p>
        </w:tc>
        <w:tc>
          <w:tcPr>
            <w:tcW w:w="829" w:type="pct"/>
          </w:tcPr>
          <w:p w14:paraId="1E5A3EB4" w14:textId="77777777" w:rsidR="002927E1" w:rsidRPr="00846A5C" w:rsidRDefault="002927E1" w:rsidP="001E7481">
            <w:pPr>
              <w:pStyle w:val="TableBody"/>
            </w:pPr>
            <w:r w:rsidRPr="00846A5C">
              <w:t>March 1</w:t>
            </w:r>
          </w:p>
        </w:tc>
        <w:tc>
          <w:tcPr>
            <w:tcW w:w="826" w:type="pct"/>
          </w:tcPr>
          <w:p w14:paraId="07243053" w14:textId="77777777" w:rsidR="002927E1" w:rsidRPr="00846A5C" w:rsidRDefault="002927E1" w:rsidP="001E7481">
            <w:pPr>
              <w:pStyle w:val="TableBody"/>
            </w:pPr>
            <w:r w:rsidRPr="00846A5C">
              <w:t>April 15</w:t>
            </w:r>
          </w:p>
        </w:tc>
        <w:tc>
          <w:tcPr>
            <w:tcW w:w="826" w:type="pct"/>
          </w:tcPr>
          <w:p w14:paraId="125E84B8" w14:textId="77777777" w:rsidR="002927E1" w:rsidRPr="00846A5C" w:rsidRDefault="002927E1" w:rsidP="001E7481">
            <w:pPr>
              <w:pStyle w:val="TableBody"/>
            </w:pPr>
            <w:r w:rsidRPr="00846A5C">
              <w:t>May 15</w:t>
            </w:r>
          </w:p>
        </w:tc>
        <w:tc>
          <w:tcPr>
            <w:tcW w:w="826" w:type="pct"/>
          </w:tcPr>
          <w:p w14:paraId="4F1652E5" w14:textId="77777777" w:rsidR="002927E1" w:rsidRPr="00846A5C" w:rsidRDefault="002927E1" w:rsidP="001E7481">
            <w:pPr>
              <w:pStyle w:val="TableBody"/>
            </w:pPr>
            <w:r w:rsidRPr="00846A5C">
              <w:t>June 1</w:t>
            </w:r>
          </w:p>
        </w:tc>
        <w:tc>
          <w:tcPr>
            <w:tcW w:w="826" w:type="pct"/>
          </w:tcPr>
          <w:p w14:paraId="2677030B" w14:textId="77777777" w:rsidR="002927E1" w:rsidRPr="00846A5C" w:rsidRDefault="002927E1" w:rsidP="001E7481">
            <w:pPr>
              <w:pStyle w:val="TableBody"/>
            </w:pPr>
            <w:r w:rsidRPr="00846A5C">
              <w:t>Month</w:t>
            </w:r>
            <w:r>
              <w:t xml:space="preserve"> </w:t>
            </w:r>
            <w:r w:rsidRPr="00846A5C">
              <w:t>of June</w:t>
            </w:r>
          </w:p>
        </w:tc>
      </w:tr>
      <w:tr w:rsidR="002927E1" w:rsidRPr="00846A5C" w14:paraId="713D7AA6" w14:textId="77777777" w:rsidTr="007323FA">
        <w:tc>
          <w:tcPr>
            <w:tcW w:w="866" w:type="pct"/>
          </w:tcPr>
          <w:p w14:paraId="628931B5" w14:textId="77777777" w:rsidR="002927E1" w:rsidRPr="00846A5C" w:rsidRDefault="002927E1" w:rsidP="001E7481">
            <w:pPr>
              <w:pStyle w:val="TableBody"/>
            </w:pPr>
            <w:r>
              <w:t>March 1</w:t>
            </w:r>
          </w:p>
        </w:tc>
        <w:tc>
          <w:tcPr>
            <w:tcW w:w="829" w:type="pct"/>
          </w:tcPr>
          <w:p w14:paraId="4444DAAC" w14:textId="77777777" w:rsidR="002927E1" w:rsidRDefault="002927E1" w:rsidP="001E7481">
            <w:pPr>
              <w:pStyle w:val="TableBody"/>
            </w:pPr>
            <w:r>
              <w:t>April 1</w:t>
            </w:r>
          </w:p>
        </w:tc>
        <w:tc>
          <w:tcPr>
            <w:tcW w:w="826" w:type="pct"/>
          </w:tcPr>
          <w:p w14:paraId="2085E43C" w14:textId="77777777" w:rsidR="002927E1" w:rsidRPr="00846A5C" w:rsidRDefault="002927E1" w:rsidP="001E7481">
            <w:pPr>
              <w:pStyle w:val="TableBody"/>
            </w:pPr>
            <w:r>
              <w:t>May 15</w:t>
            </w:r>
          </w:p>
        </w:tc>
        <w:tc>
          <w:tcPr>
            <w:tcW w:w="826" w:type="pct"/>
          </w:tcPr>
          <w:p w14:paraId="4B918CEA" w14:textId="77777777" w:rsidR="002927E1" w:rsidRPr="00846A5C" w:rsidRDefault="002927E1" w:rsidP="001E7481">
            <w:pPr>
              <w:pStyle w:val="TableBody"/>
            </w:pPr>
            <w:r>
              <w:t>June 15</w:t>
            </w:r>
          </w:p>
        </w:tc>
        <w:tc>
          <w:tcPr>
            <w:tcW w:w="826" w:type="pct"/>
          </w:tcPr>
          <w:p w14:paraId="29D7D2E9" w14:textId="77777777" w:rsidR="002927E1" w:rsidRPr="00846A5C" w:rsidRDefault="002927E1" w:rsidP="001E7481">
            <w:pPr>
              <w:pStyle w:val="TableBody"/>
            </w:pPr>
            <w:r>
              <w:t>July 1</w:t>
            </w:r>
          </w:p>
        </w:tc>
        <w:tc>
          <w:tcPr>
            <w:tcW w:w="826" w:type="pct"/>
          </w:tcPr>
          <w:p w14:paraId="57C30FAE" w14:textId="77777777" w:rsidR="002927E1" w:rsidRPr="00846A5C" w:rsidRDefault="002927E1" w:rsidP="001E7481">
            <w:pPr>
              <w:pStyle w:val="TableBody"/>
            </w:pPr>
            <w:r>
              <w:t>Month of July</w:t>
            </w:r>
          </w:p>
        </w:tc>
      </w:tr>
      <w:tr w:rsidR="002927E1" w:rsidRPr="00846A5C" w14:paraId="0F402015" w14:textId="77777777" w:rsidTr="007323FA">
        <w:tc>
          <w:tcPr>
            <w:tcW w:w="866" w:type="pct"/>
          </w:tcPr>
          <w:p w14:paraId="5E97167B" w14:textId="77777777" w:rsidR="002927E1" w:rsidRPr="00846A5C" w:rsidRDefault="002927E1" w:rsidP="001E7481">
            <w:pPr>
              <w:pStyle w:val="TableBody"/>
            </w:pPr>
            <w:r>
              <w:t>April 1</w:t>
            </w:r>
          </w:p>
        </w:tc>
        <w:tc>
          <w:tcPr>
            <w:tcW w:w="829" w:type="pct"/>
          </w:tcPr>
          <w:p w14:paraId="65466757" w14:textId="77777777" w:rsidR="002927E1" w:rsidRDefault="002927E1" w:rsidP="001E7481">
            <w:pPr>
              <w:pStyle w:val="TableBody"/>
            </w:pPr>
            <w:r>
              <w:t>May 1</w:t>
            </w:r>
          </w:p>
        </w:tc>
        <w:tc>
          <w:tcPr>
            <w:tcW w:w="826" w:type="pct"/>
          </w:tcPr>
          <w:p w14:paraId="58F75BB5" w14:textId="77777777" w:rsidR="002927E1" w:rsidRPr="00846A5C" w:rsidRDefault="002927E1" w:rsidP="001E7481">
            <w:pPr>
              <w:pStyle w:val="TableBody"/>
            </w:pPr>
            <w:r>
              <w:t>June 15</w:t>
            </w:r>
          </w:p>
        </w:tc>
        <w:tc>
          <w:tcPr>
            <w:tcW w:w="826" w:type="pct"/>
          </w:tcPr>
          <w:p w14:paraId="24860632" w14:textId="77777777" w:rsidR="002927E1" w:rsidRPr="00846A5C" w:rsidRDefault="002927E1" w:rsidP="001E7481">
            <w:pPr>
              <w:pStyle w:val="TableBody"/>
            </w:pPr>
            <w:r>
              <w:t>July 15</w:t>
            </w:r>
          </w:p>
        </w:tc>
        <w:tc>
          <w:tcPr>
            <w:tcW w:w="826" w:type="pct"/>
          </w:tcPr>
          <w:p w14:paraId="44A88507" w14:textId="77777777" w:rsidR="002927E1" w:rsidRPr="00846A5C" w:rsidRDefault="002927E1" w:rsidP="001E7481">
            <w:pPr>
              <w:pStyle w:val="TableBody"/>
            </w:pPr>
            <w:r>
              <w:t>August 1</w:t>
            </w:r>
          </w:p>
        </w:tc>
        <w:tc>
          <w:tcPr>
            <w:tcW w:w="826" w:type="pct"/>
          </w:tcPr>
          <w:p w14:paraId="100447B8" w14:textId="77777777" w:rsidR="002927E1" w:rsidRPr="00846A5C" w:rsidRDefault="002927E1" w:rsidP="001E7481">
            <w:pPr>
              <w:pStyle w:val="TableBody"/>
            </w:pPr>
            <w:r>
              <w:t>Month of August</w:t>
            </w:r>
          </w:p>
        </w:tc>
      </w:tr>
      <w:tr w:rsidR="002927E1" w:rsidRPr="00846A5C" w14:paraId="70E6492F" w14:textId="77777777" w:rsidTr="007323FA">
        <w:tc>
          <w:tcPr>
            <w:tcW w:w="866" w:type="pct"/>
          </w:tcPr>
          <w:p w14:paraId="2A1B8EFC" w14:textId="77777777" w:rsidR="002927E1" w:rsidRPr="00846A5C" w:rsidRDefault="002927E1" w:rsidP="001E7481">
            <w:pPr>
              <w:pStyle w:val="TableBody"/>
            </w:pPr>
            <w:r>
              <w:t>May</w:t>
            </w:r>
            <w:r w:rsidRPr="00846A5C">
              <w:t xml:space="preserve"> 1</w:t>
            </w:r>
          </w:p>
        </w:tc>
        <w:tc>
          <w:tcPr>
            <w:tcW w:w="829" w:type="pct"/>
          </w:tcPr>
          <w:p w14:paraId="7E492CB7" w14:textId="77777777" w:rsidR="002927E1" w:rsidRPr="00846A5C" w:rsidRDefault="002927E1" w:rsidP="001E7481">
            <w:pPr>
              <w:pStyle w:val="TableBody"/>
            </w:pPr>
            <w:r w:rsidRPr="00846A5C">
              <w:t>June 1</w:t>
            </w:r>
          </w:p>
        </w:tc>
        <w:tc>
          <w:tcPr>
            <w:tcW w:w="826" w:type="pct"/>
          </w:tcPr>
          <w:p w14:paraId="58455A25" w14:textId="77777777" w:rsidR="002927E1" w:rsidRPr="00846A5C" w:rsidRDefault="002927E1" w:rsidP="001E7481">
            <w:pPr>
              <w:pStyle w:val="TableBody"/>
            </w:pPr>
            <w:r w:rsidRPr="00846A5C">
              <w:t>July 15</w:t>
            </w:r>
          </w:p>
        </w:tc>
        <w:tc>
          <w:tcPr>
            <w:tcW w:w="826" w:type="pct"/>
          </w:tcPr>
          <w:p w14:paraId="77A02C68" w14:textId="77777777" w:rsidR="002927E1" w:rsidRPr="00846A5C" w:rsidRDefault="002927E1" w:rsidP="001E7481">
            <w:pPr>
              <w:pStyle w:val="TableBody"/>
            </w:pPr>
            <w:r w:rsidRPr="00846A5C">
              <w:t>August 15</w:t>
            </w:r>
          </w:p>
        </w:tc>
        <w:tc>
          <w:tcPr>
            <w:tcW w:w="826" w:type="pct"/>
          </w:tcPr>
          <w:p w14:paraId="56D4925B" w14:textId="77777777" w:rsidR="002927E1" w:rsidRPr="00846A5C" w:rsidRDefault="002927E1" w:rsidP="001E7481">
            <w:pPr>
              <w:pStyle w:val="TableBody"/>
            </w:pPr>
            <w:r w:rsidRPr="00846A5C">
              <w:t>September 1</w:t>
            </w:r>
          </w:p>
        </w:tc>
        <w:tc>
          <w:tcPr>
            <w:tcW w:w="826" w:type="pct"/>
          </w:tcPr>
          <w:p w14:paraId="33FFA193" w14:textId="77777777" w:rsidR="002927E1" w:rsidRPr="00846A5C" w:rsidRDefault="002927E1" w:rsidP="001E7481">
            <w:pPr>
              <w:pStyle w:val="TableBody"/>
            </w:pPr>
            <w:r w:rsidRPr="00846A5C">
              <w:t>Month of September</w:t>
            </w:r>
          </w:p>
        </w:tc>
      </w:tr>
      <w:tr w:rsidR="002927E1" w:rsidRPr="00846A5C" w14:paraId="1362E7E6" w14:textId="77777777" w:rsidTr="007323FA">
        <w:tc>
          <w:tcPr>
            <w:tcW w:w="866" w:type="pct"/>
          </w:tcPr>
          <w:p w14:paraId="4D928689" w14:textId="77777777" w:rsidR="002927E1" w:rsidRPr="00846A5C" w:rsidRDefault="002927E1" w:rsidP="001E7481">
            <w:pPr>
              <w:pStyle w:val="TableBody"/>
            </w:pPr>
            <w:r>
              <w:t>June</w:t>
            </w:r>
            <w:r w:rsidRPr="00846A5C">
              <w:t xml:space="preserve"> 1</w:t>
            </w:r>
          </w:p>
        </w:tc>
        <w:tc>
          <w:tcPr>
            <w:tcW w:w="829" w:type="pct"/>
          </w:tcPr>
          <w:p w14:paraId="0940165B" w14:textId="77777777" w:rsidR="002927E1" w:rsidRPr="00846A5C" w:rsidRDefault="002927E1" w:rsidP="001E7481">
            <w:pPr>
              <w:pStyle w:val="TableBody"/>
            </w:pPr>
            <w:r w:rsidRPr="00846A5C">
              <w:t>July 1</w:t>
            </w:r>
          </w:p>
        </w:tc>
        <w:tc>
          <w:tcPr>
            <w:tcW w:w="826" w:type="pct"/>
          </w:tcPr>
          <w:p w14:paraId="7AA659B3" w14:textId="77777777" w:rsidR="002927E1" w:rsidRPr="00846A5C" w:rsidRDefault="002927E1" w:rsidP="001E7481">
            <w:pPr>
              <w:pStyle w:val="TableBody"/>
            </w:pPr>
            <w:r w:rsidRPr="00846A5C">
              <w:t>August 15</w:t>
            </w:r>
          </w:p>
        </w:tc>
        <w:tc>
          <w:tcPr>
            <w:tcW w:w="826" w:type="pct"/>
          </w:tcPr>
          <w:p w14:paraId="5ACC3484" w14:textId="77777777" w:rsidR="002927E1" w:rsidRPr="00846A5C" w:rsidRDefault="002927E1" w:rsidP="001E7481">
            <w:pPr>
              <w:pStyle w:val="TableBody"/>
            </w:pPr>
            <w:r w:rsidRPr="00846A5C">
              <w:t>September 15</w:t>
            </w:r>
          </w:p>
        </w:tc>
        <w:tc>
          <w:tcPr>
            <w:tcW w:w="826" w:type="pct"/>
          </w:tcPr>
          <w:p w14:paraId="67079BF8" w14:textId="77777777" w:rsidR="002927E1" w:rsidRPr="00846A5C" w:rsidRDefault="002927E1" w:rsidP="001E7481">
            <w:pPr>
              <w:pStyle w:val="TableBody"/>
            </w:pPr>
            <w:r w:rsidRPr="00846A5C">
              <w:t>October 1</w:t>
            </w:r>
          </w:p>
        </w:tc>
        <w:tc>
          <w:tcPr>
            <w:tcW w:w="826" w:type="pct"/>
          </w:tcPr>
          <w:p w14:paraId="29F76824" w14:textId="77777777" w:rsidR="002927E1" w:rsidRPr="00846A5C" w:rsidRDefault="002927E1" w:rsidP="001E7481">
            <w:pPr>
              <w:pStyle w:val="TableBody"/>
            </w:pPr>
            <w:r w:rsidRPr="00846A5C">
              <w:t>Month of October</w:t>
            </w:r>
          </w:p>
        </w:tc>
      </w:tr>
      <w:tr w:rsidR="002927E1" w:rsidRPr="00846A5C" w14:paraId="23A1E748" w14:textId="77777777" w:rsidTr="007323FA">
        <w:tc>
          <w:tcPr>
            <w:tcW w:w="866" w:type="pct"/>
          </w:tcPr>
          <w:p w14:paraId="54672C95" w14:textId="77777777" w:rsidR="002927E1" w:rsidRPr="00846A5C" w:rsidRDefault="002927E1" w:rsidP="001E7481">
            <w:pPr>
              <w:pStyle w:val="TableBody"/>
            </w:pPr>
            <w:r>
              <w:t>July</w:t>
            </w:r>
            <w:r w:rsidRPr="00846A5C">
              <w:t xml:space="preserve"> 1</w:t>
            </w:r>
          </w:p>
        </w:tc>
        <w:tc>
          <w:tcPr>
            <w:tcW w:w="829" w:type="pct"/>
          </w:tcPr>
          <w:p w14:paraId="15263BA7" w14:textId="77777777" w:rsidR="002927E1" w:rsidRPr="00846A5C" w:rsidRDefault="002927E1" w:rsidP="001E7481">
            <w:pPr>
              <w:pStyle w:val="TableBody"/>
            </w:pPr>
            <w:r w:rsidRPr="00846A5C">
              <w:t>August 1</w:t>
            </w:r>
          </w:p>
        </w:tc>
        <w:tc>
          <w:tcPr>
            <w:tcW w:w="826" w:type="pct"/>
          </w:tcPr>
          <w:p w14:paraId="76CB423E" w14:textId="77777777" w:rsidR="002927E1" w:rsidRPr="00846A5C" w:rsidRDefault="002927E1" w:rsidP="001E7481">
            <w:pPr>
              <w:pStyle w:val="TableBody"/>
            </w:pPr>
            <w:r w:rsidRPr="00846A5C">
              <w:t>September 15</w:t>
            </w:r>
          </w:p>
        </w:tc>
        <w:tc>
          <w:tcPr>
            <w:tcW w:w="826" w:type="pct"/>
          </w:tcPr>
          <w:p w14:paraId="6EB936C9" w14:textId="77777777" w:rsidR="002927E1" w:rsidRPr="00846A5C" w:rsidRDefault="002927E1" w:rsidP="001E7481">
            <w:pPr>
              <w:pStyle w:val="TableBody"/>
            </w:pPr>
            <w:r w:rsidRPr="00846A5C">
              <w:t>October 15</w:t>
            </w:r>
          </w:p>
        </w:tc>
        <w:tc>
          <w:tcPr>
            <w:tcW w:w="826" w:type="pct"/>
          </w:tcPr>
          <w:p w14:paraId="5277BD5F" w14:textId="77777777" w:rsidR="002927E1" w:rsidRPr="00846A5C" w:rsidRDefault="002927E1" w:rsidP="001E7481">
            <w:pPr>
              <w:pStyle w:val="TableBody"/>
            </w:pPr>
            <w:r w:rsidRPr="00846A5C">
              <w:t>November 1</w:t>
            </w:r>
          </w:p>
        </w:tc>
        <w:tc>
          <w:tcPr>
            <w:tcW w:w="826" w:type="pct"/>
          </w:tcPr>
          <w:p w14:paraId="56A8C532" w14:textId="77777777" w:rsidR="002927E1" w:rsidRPr="00846A5C" w:rsidRDefault="002927E1" w:rsidP="001E7481">
            <w:pPr>
              <w:pStyle w:val="TableBody"/>
            </w:pPr>
            <w:r w:rsidRPr="00846A5C">
              <w:t>Month of November</w:t>
            </w:r>
          </w:p>
        </w:tc>
      </w:tr>
      <w:tr w:rsidR="002927E1" w:rsidRPr="00846A5C" w14:paraId="2839F021" w14:textId="77777777" w:rsidTr="007323FA">
        <w:tc>
          <w:tcPr>
            <w:tcW w:w="866" w:type="pct"/>
          </w:tcPr>
          <w:p w14:paraId="15328003" w14:textId="77777777" w:rsidR="002927E1" w:rsidRPr="00846A5C" w:rsidRDefault="002927E1" w:rsidP="001E7481">
            <w:pPr>
              <w:pStyle w:val="TableBody"/>
            </w:pPr>
            <w:r>
              <w:t>August</w:t>
            </w:r>
            <w:r w:rsidRPr="00846A5C">
              <w:t xml:space="preserve"> 1</w:t>
            </w:r>
          </w:p>
        </w:tc>
        <w:tc>
          <w:tcPr>
            <w:tcW w:w="829" w:type="pct"/>
          </w:tcPr>
          <w:p w14:paraId="4D65B82C" w14:textId="77777777" w:rsidR="002927E1" w:rsidRPr="00846A5C" w:rsidRDefault="002927E1" w:rsidP="001E7481">
            <w:pPr>
              <w:pStyle w:val="TableBody"/>
            </w:pPr>
            <w:r w:rsidRPr="00846A5C">
              <w:t>September 1</w:t>
            </w:r>
          </w:p>
        </w:tc>
        <w:tc>
          <w:tcPr>
            <w:tcW w:w="826" w:type="pct"/>
          </w:tcPr>
          <w:p w14:paraId="52575BF5" w14:textId="77777777" w:rsidR="002927E1" w:rsidRPr="00846A5C" w:rsidRDefault="002927E1" w:rsidP="001E7481">
            <w:pPr>
              <w:pStyle w:val="TableBody"/>
            </w:pPr>
            <w:r w:rsidRPr="00846A5C">
              <w:t>October 15</w:t>
            </w:r>
          </w:p>
        </w:tc>
        <w:tc>
          <w:tcPr>
            <w:tcW w:w="826" w:type="pct"/>
          </w:tcPr>
          <w:p w14:paraId="7C6F9606" w14:textId="77777777" w:rsidR="002927E1" w:rsidRPr="00846A5C" w:rsidRDefault="002927E1" w:rsidP="001E7481">
            <w:pPr>
              <w:pStyle w:val="TableBody"/>
            </w:pPr>
            <w:r w:rsidRPr="00846A5C">
              <w:t>November 15</w:t>
            </w:r>
          </w:p>
        </w:tc>
        <w:tc>
          <w:tcPr>
            <w:tcW w:w="826" w:type="pct"/>
          </w:tcPr>
          <w:p w14:paraId="5FDB6415" w14:textId="77777777" w:rsidR="002927E1" w:rsidRPr="00846A5C" w:rsidRDefault="002927E1" w:rsidP="001E7481">
            <w:pPr>
              <w:pStyle w:val="TableBody"/>
            </w:pPr>
            <w:r w:rsidRPr="00846A5C">
              <w:t>December 1</w:t>
            </w:r>
          </w:p>
        </w:tc>
        <w:tc>
          <w:tcPr>
            <w:tcW w:w="826" w:type="pct"/>
          </w:tcPr>
          <w:p w14:paraId="7E9B55DD" w14:textId="77777777" w:rsidR="002927E1" w:rsidRPr="00846A5C" w:rsidRDefault="002927E1" w:rsidP="001E7481">
            <w:pPr>
              <w:pStyle w:val="TableBody"/>
            </w:pPr>
            <w:r w:rsidRPr="00846A5C">
              <w:t>Month of December</w:t>
            </w:r>
          </w:p>
        </w:tc>
      </w:tr>
      <w:tr w:rsidR="002927E1" w:rsidRPr="00846A5C" w14:paraId="2DF20CF0" w14:textId="77777777" w:rsidTr="007323FA">
        <w:tc>
          <w:tcPr>
            <w:tcW w:w="866" w:type="pct"/>
          </w:tcPr>
          <w:p w14:paraId="51BDEABE" w14:textId="77777777" w:rsidR="002927E1" w:rsidRPr="00846A5C" w:rsidRDefault="002927E1" w:rsidP="001E7481">
            <w:pPr>
              <w:pStyle w:val="TableBody"/>
            </w:pPr>
            <w:r>
              <w:t>September</w:t>
            </w:r>
            <w:r w:rsidRPr="00846A5C">
              <w:t xml:space="preserve"> 1</w:t>
            </w:r>
          </w:p>
        </w:tc>
        <w:tc>
          <w:tcPr>
            <w:tcW w:w="829" w:type="pct"/>
          </w:tcPr>
          <w:p w14:paraId="7DE3632C" w14:textId="77777777" w:rsidR="002927E1" w:rsidRPr="00846A5C" w:rsidRDefault="002927E1" w:rsidP="001E7481">
            <w:pPr>
              <w:pStyle w:val="TableBody"/>
            </w:pPr>
            <w:r w:rsidRPr="00846A5C">
              <w:t>October 1</w:t>
            </w:r>
          </w:p>
        </w:tc>
        <w:tc>
          <w:tcPr>
            <w:tcW w:w="826" w:type="pct"/>
          </w:tcPr>
          <w:p w14:paraId="17607B42" w14:textId="77777777" w:rsidR="002927E1" w:rsidRPr="00846A5C" w:rsidRDefault="002927E1" w:rsidP="001E7481">
            <w:pPr>
              <w:pStyle w:val="TableBody"/>
            </w:pPr>
            <w:r w:rsidRPr="00846A5C">
              <w:t>November 15</w:t>
            </w:r>
          </w:p>
        </w:tc>
        <w:tc>
          <w:tcPr>
            <w:tcW w:w="826" w:type="pct"/>
          </w:tcPr>
          <w:p w14:paraId="6B655895" w14:textId="77777777" w:rsidR="002927E1" w:rsidRPr="00846A5C" w:rsidRDefault="002927E1" w:rsidP="001E7481">
            <w:pPr>
              <w:pStyle w:val="TableBody"/>
            </w:pPr>
            <w:r w:rsidRPr="00846A5C">
              <w:t>December 15</w:t>
            </w:r>
          </w:p>
        </w:tc>
        <w:tc>
          <w:tcPr>
            <w:tcW w:w="826" w:type="pct"/>
          </w:tcPr>
          <w:p w14:paraId="2A044284" w14:textId="77777777" w:rsidR="002927E1" w:rsidRPr="00846A5C" w:rsidRDefault="002927E1" w:rsidP="001E7481">
            <w:pPr>
              <w:pStyle w:val="TableBody"/>
            </w:pPr>
            <w:r w:rsidRPr="00846A5C">
              <w:t>January 1</w:t>
            </w:r>
          </w:p>
        </w:tc>
        <w:tc>
          <w:tcPr>
            <w:tcW w:w="826" w:type="pct"/>
          </w:tcPr>
          <w:p w14:paraId="00789B7F" w14:textId="77777777" w:rsidR="002927E1" w:rsidRPr="00846A5C" w:rsidRDefault="002927E1" w:rsidP="001E7481">
            <w:pPr>
              <w:pStyle w:val="TableBody"/>
            </w:pPr>
            <w:r w:rsidRPr="00846A5C">
              <w:t>Month of January (the next year)</w:t>
            </w:r>
          </w:p>
        </w:tc>
      </w:tr>
      <w:tr w:rsidR="002927E1" w:rsidRPr="00846A5C" w14:paraId="4710C2C3" w14:textId="77777777" w:rsidTr="007323FA">
        <w:tc>
          <w:tcPr>
            <w:tcW w:w="866" w:type="pct"/>
          </w:tcPr>
          <w:p w14:paraId="39E716B3" w14:textId="77777777" w:rsidR="002927E1" w:rsidRPr="00846A5C" w:rsidRDefault="002927E1" w:rsidP="001E7481">
            <w:pPr>
              <w:pStyle w:val="TableBody"/>
            </w:pPr>
            <w:r>
              <w:t>October</w:t>
            </w:r>
            <w:r w:rsidRPr="00846A5C">
              <w:t xml:space="preserve"> 1</w:t>
            </w:r>
          </w:p>
        </w:tc>
        <w:tc>
          <w:tcPr>
            <w:tcW w:w="829" w:type="pct"/>
          </w:tcPr>
          <w:p w14:paraId="715EA941" w14:textId="77777777" w:rsidR="002927E1" w:rsidRPr="00846A5C" w:rsidRDefault="002927E1" w:rsidP="001E7481">
            <w:pPr>
              <w:pStyle w:val="TableBody"/>
            </w:pPr>
            <w:r w:rsidRPr="00846A5C">
              <w:t>November 1</w:t>
            </w:r>
          </w:p>
        </w:tc>
        <w:tc>
          <w:tcPr>
            <w:tcW w:w="826" w:type="pct"/>
          </w:tcPr>
          <w:p w14:paraId="57900B10" w14:textId="77777777" w:rsidR="002927E1" w:rsidRPr="00846A5C" w:rsidRDefault="002927E1" w:rsidP="001E7481">
            <w:pPr>
              <w:pStyle w:val="TableBody"/>
            </w:pPr>
            <w:r w:rsidRPr="00846A5C">
              <w:t>December 15</w:t>
            </w:r>
          </w:p>
        </w:tc>
        <w:tc>
          <w:tcPr>
            <w:tcW w:w="826" w:type="pct"/>
          </w:tcPr>
          <w:p w14:paraId="4C0546BE" w14:textId="77777777" w:rsidR="002927E1" w:rsidRPr="00846A5C" w:rsidRDefault="002927E1" w:rsidP="001E7481">
            <w:pPr>
              <w:pStyle w:val="TableBody"/>
            </w:pPr>
            <w:r w:rsidRPr="00846A5C">
              <w:t>January 15</w:t>
            </w:r>
          </w:p>
        </w:tc>
        <w:tc>
          <w:tcPr>
            <w:tcW w:w="826" w:type="pct"/>
          </w:tcPr>
          <w:p w14:paraId="0177D060" w14:textId="77777777" w:rsidR="002927E1" w:rsidRPr="00846A5C" w:rsidRDefault="002927E1" w:rsidP="001E7481">
            <w:pPr>
              <w:pStyle w:val="TableBody"/>
            </w:pPr>
            <w:r w:rsidRPr="00846A5C">
              <w:t>February 1</w:t>
            </w:r>
          </w:p>
        </w:tc>
        <w:tc>
          <w:tcPr>
            <w:tcW w:w="826" w:type="pct"/>
          </w:tcPr>
          <w:p w14:paraId="6C81B52F" w14:textId="77777777" w:rsidR="002927E1" w:rsidRPr="00846A5C" w:rsidRDefault="002927E1" w:rsidP="001E7481">
            <w:pPr>
              <w:pStyle w:val="TableBody"/>
            </w:pPr>
            <w:r w:rsidRPr="00846A5C">
              <w:t>Month of February (the next year)</w:t>
            </w:r>
          </w:p>
        </w:tc>
      </w:tr>
      <w:tr w:rsidR="002927E1" w:rsidRPr="00846A5C" w14:paraId="2D9286BB" w14:textId="77777777" w:rsidTr="007323FA">
        <w:tc>
          <w:tcPr>
            <w:tcW w:w="866" w:type="pct"/>
          </w:tcPr>
          <w:p w14:paraId="690C8D6D" w14:textId="77777777" w:rsidR="002927E1" w:rsidRPr="00846A5C" w:rsidRDefault="002927E1" w:rsidP="001E7481">
            <w:pPr>
              <w:pStyle w:val="TableBody"/>
            </w:pPr>
            <w:r>
              <w:t>November</w:t>
            </w:r>
            <w:r w:rsidRPr="00846A5C">
              <w:t xml:space="preserve"> 1</w:t>
            </w:r>
          </w:p>
        </w:tc>
        <w:tc>
          <w:tcPr>
            <w:tcW w:w="829" w:type="pct"/>
          </w:tcPr>
          <w:p w14:paraId="219A7F97" w14:textId="77777777" w:rsidR="002927E1" w:rsidRPr="00846A5C" w:rsidRDefault="002927E1" w:rsidP="001E7481">
            <w:pPr>
              <w:pStyle w:val="TableBody"/>
            </w:pPr>
            <w:r w:rsidRPr="00846A5C">
              <w:t>December 1</w:t>
            </w:r>
          </w:p>
        </w:tc>
        <w:tc>
          <w:tcPr>
            <w:tcW w:w="826" w:type="pct"/>
          </w:tcPr>
          <w:p w14:paraId="3F1D9A66" w14:textId="77777777" w:rsidR="002927E1" w:rsidRPr="00846A5C" w:rsidRDefault="002927E1" w:rsidP="001E7481">
            <w:pPr>
              <w:pStyle w:val="TableBody"/>
            </w:pPr>
            <w:r w:rsidRPr="00846A5C">
              <w:t>January 15</w:t>
            </w:r>
          </w:p>
        </w:tc>
        <w:tc>
          <w:tcPr>
            <w:tcW w:w="826" w:type="pct"/>
          </w:tcPr>
          <w:p w14:paraId="6DB90D06" w14:textId="77777777" w:rsidR="002927E1" w:rsidRPr="00846A5C" w:rsidRDefault="002927E1" w:rsidP="001E7481">
            <w:pPr>
              <w:pStyle w:val="TableBody"/>
            </w:pPr>
            <w:r w:rsidRPr="00846A5C">
              <w:t>February 15</w:t>
            </w:r>
          </w:p>
        </w:tc>
        <w:tc>
          <w:tcPr>
            <w:tcW w:w="826" w:type="pct"/>
          </w:tcPr>
          <w:p w14:paraId="6F359471" w14:textId="77777777" w:rsidR="002927E1" w:rsidRPr="00846A5C" w:rsidRDefault="002927E1" w:rsidP="001E7481">
            <w:pPr>
              <w:pStyle w:val="TableBody"/>
            </w:pPr>
            <w:r w:rsidRPr="00846A5C">
              <w:t>March 1</w:t>
            </w:r>
          </w:p>
        </w:tc>
        <w:tc>
          <w:tcPr>
            <w:tcW w:w="826" w:type="pct"/>
          </w:tcPr>
          <w:p w14:paraId="758C973A" w14:textId="77777777" w:rsidR="002927E1" w:rsidRPr="00846A5C" w:rsidRDefault="002927E1" w:rsidP="001E7481">
            <w:pPr>
              <w:pStyle w:val="TableBody"/>
            </w:pPr>
            <w:r w:rsidRPr="00846A5C">
              <w:t>Month of March (the next year)</w:t>
            </w:r>
          </w:p>
        </w:tc>
      </w:tr>
    </w:tbl>
    <w:p w14:paraId="694774BF" w14:textId="029FF318" w:rsidR="002927E1" w:rsidRPr="00846A5C" w:rsidRDefault="002927E1" w:rsidP="002927E1">
      <w:pPr>
        <w:pStyle w:val="note"/>
        <w:rPr>
          <w:szCs w:val="22"/>
        </w:rPr>
      </w:pPr>
      <w:r w:rsidRPr="00846A5C">
        <w:rPr>
          <w:szCs w:val="22"/>
        </w:rPr>
        <w:t>Notes:</w:t>
      </w:r>
    </w:p>
    <w:p w14:paraId="7556A1CB" w14:textId="77777777" w:rsidR="002927E1" w:rsidRDefault="002927E1" w:rsidP="002927E1">
      <w:pPr>
        <w:pStyle w:val="note"/>
        <w:ind w:left="1440" w:hanging="720"/>
        <w:rPr>
          <w:szCs w:val="22"/>
        </w:rPr>
      </w:pPr>
    </w:p>
    <w:p w14:paraId="1789E3DB" w14:textId="54876F42" w:rsidR="002927E1" w:rsidRDefault="002927E1" w:rsidP="002927E1">
      <w:pPr>
        <w:pStyle w:val="note"/>
        <w:spacing w:after="120"/>
        <w:ind w:left="1440" w:hanging="720"/>
        <w:rPr>
          <w:szCs w:val="22"/>
        </w:rPr>
      </w:pPr>
      <w:r>
        <w:rPr>
          <w:szCs w:val="22"/>
        </w:rPr>
        <w:t>1.</w:t>
      </w:r>
      <w:r>
        <w:rPr>
          <w:szCs w:val="22"/>
        </w:rPr>
        <w:tab/>
      </w:r>
      <w:r w:rsidRPr="00234722">
        <w:rPr>
          <w:szCs w:val="22"/>
        </w:rPr>
        <w:t xml:space="preserve">The date listed in this column shall serve as the deadline for initial submission of complete Resource Registration data to ERCOT, as described in paragraph (2) of Planning Guide Section 6.8.2, Resource Registration Process.  ERCOT may work with the Resource Entity to resolve any data quality issues found in the Resource Registration data for up to one month after the submission date that corresponds to the date listed in this column.  If ERCOT determines any Resource Registration data deficiencies are not sufficiently resolved by the end of the one-month period, then that submission shall be treated as a new initial submission for the following month.  </w:t>
      </w:r>
    </w:p>
    <w:p w14:paraId="1FF70CD2" w14:textId="1923A773" w:rsidR="002927E1" w:rsidRDefault="002927E1" w:rsidP="002927E1">
      <w:pPr>
        <w:pStyle w:val="note"/>
        <w:spacing w:after="120"/>
        <w:ind w:left="1440" w:hanging="720"/>
        <w:rPr>
          <w:szCs w:val="22"/>
        </w:rPr>
      </w:pPr>
      <w:r>
        <w:rPr>
          <w:szCs w:val="22"/>
        </w:rPr>
        <w:t>2.</w:t>
      </w:r>
      <w:r>
        <w:rPr>
          <w:szCs w:val="22"/>
        </w:rPr>
        <w:tab/>
      </w:r>
      <w:r w:rsidRPr="00D50F17">
        <w:rPr>
          <w:szCs w:val="22"/>
        </w:rPr>
        <w:t>Resource Entity data submission must be deemed complete by ERCOT with all data deficiencies resolved per the process described in Planning Guide Section 6.8.2</w:t>
      </w:r>
      <w:r>
        <w:rPr>
          <w:szCs w:val="22"/>
        </w:rPr>
        <w:t xml:space="preserve"> </w:t>
      </w:r>
      <w:r w:rsidRPr="00D50F17">
        <w:rPr>
          <w:szCs w:val="22"/>
        </w:rPr>
        <w:t>by this date.</w:t>
      </w:r>
    </w:p>
    <w:p w14:paraId="63B399F8" w14:textId="0E7C659F" w:rsidR="002927E1" w:rsidRDefault="002927E1" w:rsidP="002927E1">
      <w:pPr>
        <w:pStyle w:val="note"/>
        <w:spacing w:after="120"/>
        <w:ind w:left="1440" w:hanging="720"/>
        <w:rPr>
          <w:szCs w:val="22"/>
        </w:rPr>
      </w:pPr>
      <w:r>
        <w:rPr>
          <w:szCs w:val="22"/>
        </w:rPr>
        <w:t>3.</w:t>
      </w:r>
      <w:r>
        <w:rPr>
          <w:szCs w:val="22"/>
        </w:rPr>
        <w:tab/>
      </w:r>
      <w:r w:rsidRPr="00846A5C">
        <w:rPr>
          <w:szCs w:val="22"/>
        </w:rPr>
        <w:t xml:space="preserve">Network Operations Model data changes and preliminary fidelity test complete by using the Network Operations Model test facility described in paragraph (3) of Section 3.10.4.  </w:t>
      </w:r>
      <w:r>
        <w:rPr>
          <w:szCs w:val="22"/>
        </w:rPr>
        <w:t>A</w:t>
      </w:r>
      <w:r w:rsidRPr="00846A5C">
        <w:rPr>
          <w:szCs w:val="22"/>
        </w:rPr>
        <w:t xml:space="preserve"> test version of the </w:t>
      </w:r>
      <w:r>
        <w:rPr>
          <w:szCs w:val="22"/>
        </w:rPr>
        <w:t xml:space="preserve">Redacted </w:t>
      </w:r>
      <w:r w:rsidRPr="00846A5C">
        <w:rPr>
          <w:szCs w:val="22"/>
        </w:rPr>
        <w:t xml:space="preserve">Network Operations Model will be posted to the MIS Secure Area for Market Participants and Network Operations Model to the MIS Certified </w:t>
      </w:r>
      <w:r w:rsidRPr="00846A5C">
        <w:rPr>
          <w:szCs w:val="22"/>
        </w:rPr>
        <w:lastRenderedPageBreak/>
        <w:t>Area for TSPs as described in paragraph (</w:t>
      </w:r>
      <w:r>
        <w:rPr>
          <w:szCs w:val="22"/>
        </w:rPr>
        <w:t>9</w:t>
      </w:r>
      <w:r w:rsidRPr="00846A5C">
        <w:rPr>
          <w:szCs w:val="22"/>
        </w:rPr>
        <w:t>) of Section 3.10.4,</w:t>
      </w:r>
      <w:r>
        <w:rPr>
          <w:szCs w:val="22"/>
        </w:rPr>
        <w:t xml:space="preserve"> </w:t>
      </w:r>
      <w:r w:rsidRPr="00846A5C">
        <w:rPr>
          <w:szCs w:val="22"/>
        </w:rPr>
        <w:t>for market review and further testing by Market Participants.</w:t>
      </w:r>
    </w:p>
    <w:p w14:paraId="7C26BC72" w14:textId="58713D4A" w:rsidR="002927E1" w:rsidRDefault="002927E1" w:rsidP="002927E1">
      <w:pPr>
        <w:pStyle w:val="note"/>
        <w:spacing w:after="120"/>
        <w:ind w:left="1440" w:hanging="720"/>
        <w:rPr>
          <w:szCs w:val="22"/>
        </w:rPr>
      </w:pPr>
      <w:r>
        <w:rPr>
          <w:szCs w:val="22"/>
        </w:rPr>
        <w:t>4.</w:t>
      </w:r>
      <w:r>
        <w:rPr>
          <w:szCs w:val="22"/>
        </w:rPr>
        <w:tab/>
      </w:r>
      <w:r w:rsidRPr="00846A5C">
        <w:rPr>
          <w:szCs w:val="22"/>
        </w:rPr>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w:t>
      </w:r>
      <w:r>
        <w:rPr>
          <w:szCs w:val="22"/>
        </w:rPr>
        <w:t xml:space="preserve">EMS </w:t>
      </w:r>
      <w:r w:rsidRPr="00846A5C">
        <w:rPr>
          <w:szCs w:val="22"/>
        </w:rPr>
        <w:t>testing prior to placing the new model into the production environment.</w:t>
      </w:r>
    </w:p>
    <w:p w14:paraId="6899CF98" w14:textId="66820712" w:rsidR="002927E1" w:rsidRPr="002927E1" w:rsidRDefault="002927E1" w:rsidP="002927E1">
      <w:pPr>
        <w:pStyle w:val="note"/>
        <w:spacing w:after="120"/>
        <w:ind w:left="1440" w:hanging="720"/>
        <w:rPr>
          <w:szCs w:val="22"/>
        </w:rPr>
      </w:pPr>
      <w:r>
        <w:rPr>
          <w:szCs w:val="22"/>
        </w:rPr>
        <w:t>5.</w:t>
      </w:r>
      <w:r>
        <w:rPr>
          <w:szCs w:val="22"/>
        </w:rPr>
        <w:tab/>
      </w:r>
      <w:r w:rsidRPr="00846A5C">
        <w:rPr>
          <w:szCs w:val="22"/>
        </w:rPr>
        <w:t>Updates include changes starting at this date and ending within the same month.</w:t>
      </w:r>
      <w:r>
        <w:rPr>
          <w:szCs w:val="22"/>
        </w:rPr>
        <w:t xml:space="preserve">  The schedule for Operations Model load dates will be published by ERCOT on the </w:t>
      </w:r>
      <w:r w:rsidRPr="00012253">
        <w:rPr>
          <w:szCs w:val="22"/>
        </w:rPr>
        <w:t>ERCOT website</w:t>
      </w:r>
      <w:r>
        <w:rPr>
          <w:szCs w:val="22"/>
        </w:rPr>
        <w:t>.</w:t>
      </w:r>
    </w:p>
    <w:p w14:paraId="7C624229" w14:textId="2226ABB6" w:rsidR="00CB13B2" w:rsidRPr="002927E1" w:rsidRDefault="002D238A" w:rsidP="002927E1">
      <w:pPr>
        <w:pStyle w:val="note"/>
        <w:spacing w:after="120"/>
        <w:ind w:left="720" w:hanging="720"/>
        <w:rPr>
          <w:sz w:val="24"/>
          <w:szCs w:val="24"/>
        </w:rPr>
      </w:pPr>
      <w:r w:rsidRPr="002927E1">
        <w:rPr>
          <w:sz w:val="24"/>
          <w:szCs w:val="24"/>
        </w:rPr>
        <w:t>(</w:t>
      </w:r>
      <w:r w:rsidR="002927E1" w:rsidRPr="002927E1">
        <w:rPr>
          <w:sz w:val="24"/>
          <w:szCs w:val="24"/>
        </w:rPr>
        <w:t>5</w:t>
      </w:r>
      <w:r w:rsidRPr="002927E1">
        <w:rPr>
          <w:sz w:val="24"/>
          <w:szCs w:val="24"/>
        </w:rPr>
        <w:t>)</w:t>
      </w:r>
      <w:r w:rsidRPr="002927E1">
        <w:rPr>
          <w:sz w:val="24"/>
          <w:szCs w:val="24"/>
        </w:rPr>
        <w:tab/>
        <w:t xml:space="preserve">ERCOT shall only approve energization requests when the Transmission Element is satisfactorily modeled in the Network Operations Model.  </w:t>
      </w:r>
    </w:p>
    <w:p w14:paraId="609115A7" w14:textId="02ABE6D6" w:rsidR="00BA6AC6" w:rsidRDefault="00BA6AC6" w:rsidP="00BA6AC6">
      <w:pPr>
        <w:pStyle w:val="BodyTextNumbered"/>
        <w:rPr>
          <w:szCs w:val="24"/>
        </w:rPr>
      </w:pPr>
      <w:r w:rsidRPr="002927E1">
        <w:rPr>
          <w:szCs w:val="24"/>
        </w:rPr>
        <w:t>(</w:t>
      </w:r>
      <w:r w:rsidR="002927E1" w:rsidRPr="002927E1">
        <w:rPr>
          <w:szCs w:val="24"/>
        </w:rPr>
        <w:t>6</w:t>
      </w:r>
      <w:r w:rsidRPr="002927E1">
        <w:rPr>
          <w:szCs w:val="24"/>
        </w:rPr>
        <w:t>)</w:t>
      </w:r>
      <w:r w:rsidRPr="002927E1">
        <w:rPr>
          <w:szCs w:val="24"/>
        </w:rPr>
        <w:tab/>
        <w:t>Changes to an existing NOMCR that modify only Inter-Control Center Communications Protocol (ICCP) data object names shall be provided 15 days prior to the Network Operations M</w:t>
      </w:r>
      <w:r>
        <w:rPr>
          <w:szCs w:val="24"/>
        </w:rPr>
        <w:t>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22" w:name="_Toc204048546"/>
      <w:bookmarkStart w:id="1223" w:name="_Toc400526146"/>
      <w:bookmarkStart w:id="1224" w:name="_Toc405534464"/>
      <w:bookmarkStart w:id="1225" w:name="_Toc406570477"/>
      <w:bookmarkStart w:id="1226" w:name="_Toc410910629"/>
      <w:bookmarkStart w:id="1227" w:name="_Toc411841057"/>
      <w:bookmarkStart w:id="1228" w:name="_Toc422147019"/>
      <w:bookmarkStart w:id="1229" w:name="_Toc433020615"/>
      <w:bookmarkStart w:id="1230" w:name="_Toc437262056"/>
      <w:bookmarkStart w:id="1231" w:name="_Toc478375231"/>
      <w:bookmarkStart w:id="1232" w:name="_Toc199405305"/>
      <w:r>
        <w:t>3.10.2</w:t>
      </w:r>
      <w:r>
        <w:tab/>
        <w:t>Annual Planning Model</w:t>
      </w:r>
      <w:bookmarkEnd w:id="1222"/>
      <w:bookmarkEnd w:id="1223"/>
      <w:bookmarkEnd w:id="1224"/>
      <w:bookmarkEnd w:id="1225"/>
      <w:bookmarkEnd w:id="1226"/>
      <w:bookmarkEnd w:id="1227"/>
      <w:bookmarkEnd w:id="1228"/>
      <w:bookmarkEnd w:id="1229"/>
      <w:bookmarkEnd w:id="1230"/>
      <w:bookmarkEnd w:id="1231"/>
      <w:bookmarkEnd w:id="1232"/>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w:t>
      </w:r>
      <w:r>
        <w:lastRenderedPageBreak/>
        <w:t xml:space="preserve">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73F36ED0"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E32C18A" w14:textId="59CB7CAD" w:rsidR="007F7DC3" w:rsidRDefault="007F7DC3" w:rsidP="00444C95">
            <w:pPr>
              <w:spacing w:before="120" w:after="240"/>
              <w:rPr>
                <w:b/>
                <w:i/>
              </w:rPr>
            </w:pPr>
            <w:r>
              <w:rPr>
                <w:b/>
                <w:i/>
              </w:rPr>
              <w:t>[NPRR1240:  Replace paragraph (4) above with the following upon system implementation:]</w:t>
            </w:r>
          </w:p>
          <w:p w14:paraId="2C37CE55" w14:textId="7D8F4F43" w:rsidR="007F7DC3" w:rsidRPr="007F7DC3" w:rsidRDefault="007F7DC3" w:rsidP="007F7DC3">
            <w:pPr>
              <w:pStyle w:val="BodyTextNumbered"/>
            </w:pPr>
            <w:r>
              <w:t>(4)</w:t>
            </w:r>
            <w:r>
              <w:tab/>
              <w:t>ERCOT shall make available to TSPs and/or Distribution Service Provider</w:t>
            </w:r>
            <w:r w:rsidR="00AE4ED7">
              <w:t>s</w:t>
            </w:r>
            <w:r>
              <w:t xml:space="preserve"> (DSPs) the schedule for updating transmission information.</w:t>
            </w:r>
          </w:p>
        </w:tc>
      </w:tr>
    </w:tbl>
    <w:p w14:paraId="49FD36A9" w14:textId="4A72C748" w:rsidR="00CB13B2" w:rsidRDefault="002D238A" w:rsidP="006E0CB7">
      <w:pPr>
        <w:pStyle w:val="BodyTextNumbered"/>
        <w:spacing w:before="240"/>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33" w:name="_Toc204048547"/>
      <w:bookmarkStart w:id="1234" w:name="_Toc400526147"/>
      <w:bookmarkStart w:id="1235" w:name="_Toc405534465"/>
      <w:bookmarkStart w:id="1236" w:name="_Toc406570478"/>
      <w:bookmarkStart w:id="1237" w:name="_Toc410910630"/>
      <w:bookmarkStart w:id="1238" w:name="_Toc411841058"/>
      <w:bookmarkStart w:id="1239" w:name="_Toc422147020"/>
      <w:bookmarkStart w:id="1240" w:name="_Toc433020616"/>
      <w:bookmarkStart w:id="1241" w:name="_Toc437262057"/>
      <w:bookmarkStart w:id="1242" w:name="_Toc478375232"/>
      <w:bookmarkStart w:id="1243" w:name="_Toc199405306"/>
      <w:bookmarkStart w:id="1244" w:name="_Toc204048548"/>
      <w:r>
        <w:t>3.10.3</w:t>
      </w:r>
      <w:r>
        <w:tab/>
        <w:t>CRR Network Model</w:t>
      </w:r>
      <w:bookmarkEnd w:id="1233"/>
      <w:bookmarkEnd w:id="1234"/>
      <w:bookmarkEnd w:id="1235"/>
      <w:bookmarkEnd w:id="1236"/>
      <w:bookmarkEnd w:id="1237"/>
      <w:bookmarkEnd w:id="1238"/>
      <w:bookmarkEnd w:id="1239"/>
      <w:bookmarkEnd w:id="1240"/>
      <w:bookmarkEnd w:id="1241"/>
      <w:bookmarkEnd w:id="1242"/>
      <w:bookmarkEnd w:id="1243"/>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218E" w14:paraId="7BF749BD"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0AF7216F" w14:textId="134DE10B" w:rsidR="0025218E" w:rsidRDefault="0025218E" w:rsidP="00514D72">
            <w:pPr>
              <w:spacing w:before="120" w:after="240"/>
              <w:rPr>
                <w:b/>
                <w:i/>
              </w:rPr>
            </w:pPr>
            <w:r>
              <w:rPr>
                <w:b/>
                <w:i/>
              </w:rPr>
              <w:t>[NPRR1246</w:t>
            </w:r>
            <w:r w:rsidRPr="004B0726">
              <w:rPr>
                <w:b/>
                <w:i/>
              </w:rPr>
              <w:t xml:space="preserve">: </w:t>
            </w:r>
            <w:r>
              <w:rPr>
                <w:b/>
                <w:i/>
              </w:rPr>
              <w:t xml:space="preserve"> Replace item (c) above with the following upon system implementation of the Real-Time Co-Optimization (RTC) project:</w:t>
            </w:r>
            <w:r w:rsidRPr="004B0726">
              <w:rPr>
                <w:b/>
                <w:i/>
              </w:rPr>
              <w:t>]</w:t>
            </w:r>
          </w:p>
          <w:p w14:paraId="45CA4649" w14:textId="018D29F8" w:rsidR="0025218E" w:rsidRPr="00C20BDA" w:rsidRDefault="0025218E" w:rsidP="0025218E">
            <w:pPr>
              <w:spacing w:after="240"/>
              <w:ind w:left="1440" w:hanging="720"/>
            </w:pPr>
            <w:r w:rsidRPr="00B50AAE">
              <w:t>(c)</w:t>
            </w:r>
            <w:r w:rsidRPr="00B50AAE">
              <w:tab/>
              <w:t xml:space="preserve">Generation Resource </w:t>
            </w:r>
            <w:r>
              <w:t xml:space="preserve">and ESR </w:t>
            </w:r>
            <w:r w:rsidRPr="00B50AAE">
              <w:t>locations;</w:t>
            </w:r>
          </w:p>
        </w:tc>
      </w:tr>
    </w:tbl>
    <w:p w14:paraId="62AB5376" w14:textId="3DC4D3DD" w:rsidR="00C51FB1" w:rsidRDefault="00C51FB1" w:rsidP="008B3CCE">
      <w:pPr>
        <w:pStyle w:val="List"/>
        <w:spacing w:before="240"/>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lastRenderedPageBreak/>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45" w:name="_Toc400526148"/>
      <w:bookmarkStart w:id="1246" w:name="_Toc405534466"/>
      <w:bookmarkStart w:id="1247" w:name="_Toc406570479"/>
      <w:bookmarkStart w:id="1248" w:name="_Toc410910631"/>
      <w:bookmarkStart w:id="1249" w:name="_Toc411841059"/>
      <w:bookmarkStart w:id="1250" w:name="_Toc422147021"/>
      <w:bookmarkStart w:id="1251" w:name="_Toc433020617"/>
      <w:bookmarkStart w:id="1252" w:name="_Toc437262058"/>
      <w:bookmarkStart w:id="1253" w:name="_Toc478375233"/>
      <w:bookmarkStart w:id="1254" w:name="_Toc199405307"/>
      <w:bookmarkStart w:id="1255" w:name="_Hlk99441715"/>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45"/>
      <w:bookmarkEnd w:id="1246"/>
      <w:bookmarkEnd w:id="1247"/>
      <w:bookmarkEnd w:id="1248"/>
      <w:bookmarkEnd w:id="1249"/>
      <w:bookmarkEnd w:id="1250"/>
      <w:bookmarkEnd w:id="1251"/>
      <w:bookmarkEnd w:id="1252"/>
      <w:bookmarkEnd w:id="1253"/>
      <w:r w:rsidR="00E30FE0" w:rsidRPr="00E30FE0">
        <w:rPr>
          <w:b/>
        </w:rPr>
        <w:t>, Resource Retirements and Deletion of DC Tie Load Zones</w:t>
      </w:r>
      <w:bookmarkEnd w:id="1254"/>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56" w:name="_Toc400526149"/>
      <w:bookmarkStart w:id="1257" w:name="_Toc405534467"/>
      <w:bookmarkStart w:id="1258" w:name="_Toc406570480"/>
      <w:bookmarkStart w:id="1259" w:name="_Toc410910632"/>
      <w:bookmarkStart w:id="1260" w:name="_Toc411841060"/>
      <w:bookmarkStart w:id="1261" w:name="_Toc422147022"/>
      <w:bookmarkStart w:id="1262" w:name="_Toc433020618"/>
      <w:bookmarkStart w:id="1263" w:name="_Toc437262059"/>
      <w:bookmarkStart w:id="1264" w:name="_Toc478375234"/>
      <w:bookmarkStart w:id="1265" w:name="_Toc199405308"/>
      <w:bookmarkEnd w:id="1255"/>
      <w:r>
        <w:lastRenderedPageBreak/>
        <w:t>3.10.4</w:t>
      </w:r>
      <w:r>
        <w:tab/>
        <w:t>ERCOT Responsibilities</w:t>
      </w:r>
      <w:bookmarkEnd w:id="1244"/>
      <w:bookmarkEnd w:id="1256"/>
      <w:bookmarkEnd w:id="1257"/>
      <w:bookmarkEnd w:id="1258"/>
      <w:bookmarkEnd w:id="1259"/>
      <w:bookmarkEnd w:id="1260"/>
      <w:bookmarkEnd w:id="1261"/>
      <w:bookmarkEnd w:id="1262"/>
      <w:bookmarkEnd w:id="1263"/>
      <w:bookmarkEnd w:id="1264"/>
      <w:bookmarkEnd w:id="1265"/>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424978B"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693031E" w14:textId="40C93D66" w:rsidR="007F7DC3" w:rsidRDefault="007F7DC3" w:rsidP="00444C95">
            <w:pPr>
              <w:spacing w:before="120" w:after="240"/>
              <w:rPr>
                <w:b/>
                <w:i/>
              </w:rPr>
            </w:pPr>
            <w:r>
              <w:rPr>
                <w:b/>
                <w:i/>
              </w:rPr>
              <w:t>[NPRR1240:  Replace paragraph (1) above with the following upon system implementation:]</w:t>
            </w:r>
          </w:p>
          <w:p w14:paraId="60EB7641" w14:textId="79491DD7" w:rsidR="007F7DC3" w:rsidRPr="007F7DC3" w:rsidRDefault="007F7DC3" w:rsidP="007F7DC3">
            <w:pPr>
              <w:pStyle w:val="BodyTextNumbered"/>
            </w:pPr>
            <w:r>
              <w:t>(1)</w:t>
            </w:r>
            <w:r>
              <w:tab/>
              <w:t>ERCOT shall design, install, operate, and maintain its systems and establish applicable related processes to meet the State Estimator Standards for Transmission Elements that under typical system conditions potentially affect the calculation of Locational Marginal Prices (LMPs) as described in Section 3.10.7.5, Telemetry Standards, and Section 3.10.9, State Estimator Standards.  ERCOT shall post all documents relating to the State Estimator Standards on the MIS Secure Area,</w:t>
            </w:r>
            <w:r w:rsidRPr="0074725E">
              <w:t xml:space="preserve"> </w:t>
            </w:r>
            <w:r>
              <w:t>except where otherwise stated in Section 3.10.9.6, Telemetry and State Estimator Performance Monitoring.</w:t>
            </w:r>
          </w:p>
        </w:tc>
      </w:tr>
    </w:tbl>
    <w:p w14:paraId="35438CED" w14:textId="0F4686B6" w:rsidR="00CB13B2" w:rsidRDefault="002D238A" w:rsidP="006E0CB7">
      <w:pPr>
        <w:pStyle w:val="BodyTextNumbered"/>
        <w:spacing w:before="240"/>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 xml:space="preserve">subsequent versions of the Network </w:t>
      </w:r>
      <w:r w:rsidR="00CB3FE0" w:rsidRPr="009369AC">
        <w:rPr>
          <w:iCs w:val="0"/>
        </w:rPr>
        <w:lastRenderedPageBreak/>
        <w:t>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66" w:name="_Toc204048549"/>
      <w:bookmarkStart w:id="1267" w:name="_Toc400526150"/>
      <w:bookmarkStart w:id="1268" w:name="_Toc405534468"/>
      <w:bookmarkStart w:id="1269" w:name="_Toc406570481"/>
      <w:bookmarkStart w:id="1270" w:name="_Toc410910633"/>
      <w:bookmarkStart w:id="1271" w:name="_Toc411841061"/>
      <w:bookmarkStart w:id="1272" w:name="_Toc422147023"/>
      <w:bookmarkStart w:id="1273" w:name="_Toc433020619"/>
      <w:bookmarkStart w:id="1274" w:name="_Toc437262060"/>
      <w:bookmarkStart w:id="1275" w:name="_Toc478375235"/>
      <w:bookmarkStart w:id="1276" w:name="_Toc199405309"/>
      <w:r>
        <w:t>3.10.5</w:t>
      </w:r>
      <w:r>
        <w:tab/>
        <w:t>TSP Responsibilities</w:t>
      </w:r>
      <w:bookmarkEnd w:id="1266"/>
      <w:bookmarkEnd w:id="1267"/>
      <w:bookmarkEnd w:id="1268"/>
      <w:bookmarkEnd w:id="1269"/>
      <w:bookmarkEnd w:id="1270"/>
      <w:bookmarkEnd w:id="1271"/>
      <w:bookmarkEnd w:id="1272"/>
      <w:bookmarkEnd w:id="1273"/>
      <w:bookmarkEnd w:id="1274"/>
      <w:bookmarkEnd w:id="1275"/>
      <w:bookmarkEnd w:id="1276"/>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lastRenderedPageBreak/>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77" w:name="_Toc204048550"/>
            <w:bookmarkStart w:id="1278" w:name="_Toc400526151"/>
            <w:bookmarkStart w:id="1279" w:name="_Toc405534469"/>
            <w:bookmarkStart w:id="1280" w:name="_Toc406570482"/>
            <w:bookmarkStart w:id="1281" w:name="_Toc410910634"/>
            <w:bookmarkStart w:id="1282" w:name="_Toc411841062"/>
            <w:bookmarkStart w:id="1283" w:name="_Toc422147024"/>
            <w:bookmarkStart w:id="1284" w:name="_Toc433020620"/>
            <w:bookmarkStart w:id="1285" w:name="_Toc437262061"/>
            <w:bookmarkStart w:id="1286"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87" w:name="_Toc491967192"/>
            <w:bookmarkStart w:id="1288" w:name="_Toc162186"/>
            <w:bookmarkStart w:id="1289" w:name="_Toc2078129"/>
            <w:bookmarkStart w:id="1290" w:name="_Toc5182819"/>
            <w:bookmarkStart w:id="1291" w:name="_Toc10015474"/>
            <w:bookmarkStart w:id="1292" w:name="_Toc17706355"/>
            <w:bookmarkStart w:id="1293" w:name="_Toc28421557"/>
            <w:bookmarkStart w:id="1294" w:name="_Toc33773602"/>
            <w:bookmarkStart w:id="1295" w:name="_Toc38964994"/>
            <w:bookmarkStart w:id="1296" w:name="_Toc44313274"/>
            <w:bookmarkStart w:id="1297" w:name="_Toc46954799"/>
            <w:bookmarkStart w:id="1298" w:name="_Toc49589437"/>
            <w:bookmarkStart w:id="1299" w:name="_Toc56671781"/>
            <w:bookmarkStart w:id="1300" w:name="_Toc60037322"/>
            <w:bookmarkStart w:id="1301" w:name="_Toc65141409"/>
            <w:bookmarkStart w:id="1302" w:name="_Toc68163741"/>
            <w:bookmarkStart w:id="1303" w:name="_Toc75942465"/>
            <w:bookmarkStart w:id="1304" w:name="_Toc91055118"/>
            <w:bookmarkStart w:id="1305" w:name="_Toc94099811"/>
            <w:bookmarkStart w:id="1306" w:name="_Toc94100265"/>
            <w:bookmarkStart w:id="1307" w:name="_Toc109631784"/>
            <w:bookmarkStart w:id="1308" w:name="_Toc110057660"/>
            <w:bookmarkStart w:id="1309" w:name="_Toc111272662"/>
            <w:bookmarkStart w:id="1310" w:name="_Toc112226114"/>
            <w:bookmarkStart w:id="1311" w:name="_Toc121253266"/>
            <w:bookmarkStart w:id="1312" w:name="_Toc125014665"/>
            <w:bookmarkStart w:id="1313" w:name="_Toc135988986"/>
            <w:bookmarkStart w:id="1314" w:name="_Toc176255258"/>
            <w:bookmarkStart w:id="1315" w:name="_Toc199405310"/>
            <w:r w:rsidRPr="00E55E72">
              <w:rPr>
                <w:b/>
                <w:bCs/>
                <w:i/>
              </w:rPr>
              <w:t>3.10.5</w:t>
            </w:r>
            <w:r w:rsidRPr="00E55E72">
              <w:rPr>
                <w:b/>
                <w:bCs/>
                <w:i/>
              </w:rPr>
              <w:tab/>
              <w:t>TSP and DCTO Responsibilities</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lastRenderedPageBreak/>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16" w:name="_Toc199405311"/>
      <w:bookmarkStart w:id="1317" w:name="_Hlk125616372"/>
      <w:r>
        <w:lastRenderedPageBreak/>
        <w:t>3.10.6</w:t>
      </w:r>
      <w:r>
        <w:tab/>
      </w:r>
      <w:r w:rsidR="00F02393">
        <w:t xml:space="preserve">QSE and </w:t>
      </w:r>
      <w:r>
        <w:t>Resource Entity Responsibilities</w:t>
      </w:r>
      <w:bookmarkEnd w:id="1277"/>
      <w:bookmarkEnd w:id="1278"/>
      <w:bookmarkEnd w:id="1279"/>
      <w:bookmarkEnd w:id="1280"/>
      <w:bookmarkEnd w:id="1281"/>
      <w:bookmarkEnd w:id="1282"/>
      <w:bookmarkEnd w:id="1283"/>
      <w:bookmarkEnd w:id="1284"/>
      <w:bookmarkEnd w:id="1285"/>
      <w:bookmarkEnd w:id="1286"/>
      <w:bookmarkEnd w:id="1316"/>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0E3699B" w:rsidR="00AA6BA6" w:rsidRDefault="00AA6BA6" w:rsidP="004F7A86">
            <w:pPr>
              <w:spacing w:before="120" w:after="240"/>
              <w:rPr>
                <w:b/>
                <w:i/>
              </w:rPr>
            </w:pPr>
            <w:r>
              <w:rPr>
                <w:b/>
                <w:i/>
              </w:rPr>
              <w:t>[NPRR995</w:t>
            </w:r>
            <w:r w:rsidR="0025218E">
              <w:rPr>
                <w:b/>
                <w:i/>
              </w:rPr>
              <w:t xml:space="preserve"> and NPRR1246</w:t>
            </w:r>
            <w:r w:rsidRPr="004B0726">
              <w:rPr>
                <w:b/>
                <w:i/>
              </w:rPr>
              <w:t xml:space="preserve">: </w:t>
            </w:r>
            <w:r>
              <w:rPr>
                <w:b/>
                <w:i/>
              </w:rPr>
              <w:t xml:space="preserve"> Replace</w:t>
            </w:r>
            <w:r w:rsidR="0025218E">
              <w:rPr>
                <w:b/>
                <w:i/>
              </w:rPr>
              <w:t xml:space="preserve"> applicable portions of</w:t>
            </w:r>
            <w:r>
              <w:rPr>
                <w:b/>
                <w:i/>
              </w:rPr>
              <w:t xml:space="preserve"> paragraph (1) above with the following upon system implementation</w:t>
            </w:r>
            <w:r w:rsidR="0025218E">
              <w:rPr>
                <w:b/>
                <w:i/>
              </w:rPr>
              <w:t xml:space="preserve"> for NPRR995; or upon system implementation of the Real-Time Co-Optimization (RTC) project for NPRR1246</w:t>
            </w:r>
            <w:r>
              <w:rPr>
                <w:b/>
                <w:i/>
              </w:rPr>
              <w:t>:</w:t>
            </w:r>
            <w:r w:rsidRPr="004B0726">
              <w:rPr>
                <w:b/>
                <w:i/>
              </w:rPr>
              <w:t>]</w:t>
            </w:r>
          </w:p>
          <w:p w14:paraId="68248858" w14:textId="1DE5C9BD" w:rsidR="00AA6BA6" w:rsidRPr="00F977F7" w:rsidRDefault="00AA6BA6" w:rsidP="00AA6BA6">
            <w:pPr>
              <w:spacing w:after="240"/>
              <w:ind w:left="720" w:hanging="720"/>
              <w:rPr>
                <w:iCs/>
              </w:rPr>
            </w:pPr>
            <w:r w:rsidRPr="00DE72B5">
              <w:rPr>
                <w:iCs/>
              </w:rPr>
              <w:t>(1)</w:t>
            </w:r>
            <w:r w:rsidRPr="00DE72B5">
              <w:rPr>
                <w:iCs/>
              </w:rPr>
              <w:tab/>
              <w:t>Resource Entities shall provide Resource Registration data pursuant to Planning Guide Section 6.8.2, Resource Registration Process, to ERCOT and to TSPs upon request.  The Resource Registration data will contain information describing each Generation Resource,</w:t>
            </w:r>
            <w:r w:rsidR="0025218E">
              <w:rPr>
                <w:iCs/>
              </w:rPr>
              <w:t xml:space="preserve"> ESR,</w:t>
            </w:r>
            <w:r w:rsidRPr="00DE72B5">
              <w:rPr>
                <w:iCs/>
              </w:rPr>
              <w:t xml:space="preserv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lastRenderedPageBreak/>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t>(A)</w:t>
      </w:r>
      <w:r w:rsidRPr="004441E4">
        <w:rPr>
          <w:iCs/>
        </w:rPr>
        <w:tab/>
        <w:t xml:space="preserve">Minimum ambient dry bulb temperature in degrees Fahrenheit at which the Resource was designed to operate without a Forced 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t>(ii)</w:t>
      </w:r>
      <w:r w:rsidRPr="004441E4">
        <w:rPr>
          <w:iCs/>
        </w:rPr>
        <w:tab/>
        <w:t xml:space="preserve">Maximum historical ambient dry bulb temperature in degrees Fahrenheit at which the Resource has operated without experiencing a Forced Derate greater than 10 MW and 5% of its summer Seasonal net maximum sustainable rating due to hot weather after at least one complete summer </w:t>
      </w:r>
      <w:r w:rsidRPr="004441E4">
        <w:rPr>
          <w:iCs/>
        </w:rPr>
        <w:lastRenderedPageBreak/>
        <w:t>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18" w:name="_Toc204048551"/>
      <w:bookmarkStart w:id="1319" w:name="_Toc400526152"/>
      <w:bookmarkStart w:id="1320" w:name="_Toc405534470"/>
      <w:bookmarkStart w:id="1321" w:name="_Toc406570483"/>
      <w:bookmarkStart w:id="1322" w:name="_Toc410910635"/>
      <w:bookmarkStart w:id="1323" w:name="_Toc411841063"/>
      <w:bookmarkStart w:id="1324" w:name="_Toc422147025"/>
      <w:bookmarkStart w:id="1325" w:name="_Toc433020621"/>
      <w:bookmarkStart w:id="1326" w:name="_Toc437262062"/>
      <w:bookmarkStart w:id="1327" w:name="_Toc478375237"/>
      <w:bookmarkStart w:id="1328" w:name="_Toc199405312"/>
      <w:bookmarkEnd w:id="1317"/>
      <w:r>
        <w:t>3.10.7</w:t>
      </w:r>
      <w:r>
        <w:tab/>
        <w:t>ERCOT System Modeling Requirements</w:t>
      </w:r>
      <w:bookmarkEnd w:id="1318"/>
      <w:bookmarkEnd w:id="1319"/>
      <w:bookmarkEnd w:id="1320"/>
      <w:bookmarkEnd w:id="1321"/>
      <w:bookmarkEnd w:id="1322"/>
      <w:bookmarkEnd w:id="1323"/>
      <w:bookmarkEnd w:id="1324"/>
      <w:bookmarkEnd w:id="1325"/>
      <w:bookmarkEnd w:id="1326"/>
      <w:bookmarkEnd w:id="1327"/>
      <w:bookmarkEnd w:id="1328"/>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29" w:name="_Toc204048552"/>
      <w:bookmarkStart w:id="1330" w:name="_Toc400526153"/>
      <w:bookmarkStart w:id="1331" w:name="_Toc405534471"/>
      <w:bookmarkStart w:id="1332" w:name="_Toc406570484"/>
      <w:bookmarkStart w:id="1333" w:name="_Toc410910636"/>
      <w:bookmarkStart w:id="1334" w:name="_Toc411841064"/>
      <w:bookmarkStart w:id="1335" w:name="_Toc422147026"/>
      <w:bookmarkStart w:id="1336" w:name="_Toc433020622"/>
      <w:bookmarkStart w:id="1337" w:name="_Toc437262063"/>
      <w:bookmarkStart w:id="1338" w:name="_Toc478375238"/>
      <w:bookmarkStart w:id="1339" w:name="_Toc199405313"/>
      <w:r w:rsidRPr="00AE0E6D">
        <w:rPr>
          <w:b/>
        </w:rPr>
        <w:lastRenderedPageBreak/>
        <w:t>3.10.7.1</w:t>
      </w:r>
      <w:r w:rsidRPr="00AE0E6D">
        <w:rPr>
          <w:b/>
        </w:rPr>
        <w:tab/>
        <w:t>Modeling of Transmission Elements and Parameters</w:t>
      </w:r>
      <w:bookmarkEnd w:id="1329"/>
      <w:bookmarkEnd w:id="1330"/>
      <w:bookmarkEnd w:id="1331"/>
      <w:bookmarkEnd w:id="1332"/>
      <w:bookmarkEnd w:id="1333"/>
      <w:bookmarkEnd w:id="1334"/>
      <w:bookmarkEnd w:id="1335"/>
      <w:bookmarkEnd w:id="1336"/>
      <w:bookmarkEnd w:id="1337"/>
      <w:bookmarkEnd w:id="1338"/>
      <w:bookmarkEnd w:id="1339"/>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40" w:name="OLE_LINK6"/>
      <w:bookmarkStart w:id="1341" w:name="OLE_LINK7"/>
      <w:r>
        <w:t>NOMCR</w:t>
      </w:r>
      <w:bookmarkEnd w:id="1340"/>
      <w:bookmarkEnd w:id="1341"/>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42" w:name="_Toc204048553"/>
            <w:bookmarkStart w:id="1343" w:name="_Toc400526154"/>
            <w:bookmarkStart w:id="1344" w:name="_Toc405534472"/>
            <w:bookmarkStart w:id="1345" w:name="_Toc406570485"/>
            <w:bookmarkStart w:id="1346" w:name="_Toc410910637"/>
            <w:bookmarkStart w:id="1347" w:name="_Toc411841065"/>
            <w:bookmarkStart w:id="1348" w:name="_Toc422147027"/>
            <w:bookmarkStart w:id="1349" w:name="_Toc433020623"/>
            <w:bookmarkStart w:id="1350" w:name="_Toc437262064"/>
            <w:bookmarkStart w:id="1351"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52" w:name="_Toc199405314"/>
      <w:r>
        <w:t>3.10.7.1.1</w:t>
      </w:r>
      <w:r>
        <w:tab/>
        <w:t>Transmission Lines</w:t>
      </w:r>
      <w:bookmarkEnd w:id="1342"/>
      <w:bookmarkEnd w:id="1343"/>
      <w:bookmarkEnd w:id="1344"/>
      <w:bookmarkEnd w:id="1345"/>
      <w:bookmarkEnd w:id="1346"/>
      <w:bookmarkEnd w:id="1347"/>
      <w:bookmarkEnd w:id="1348"/>
      <w:bookmarkEnd w:id="1349"/>
      <w:bookmarkEnd w:id="1350"/>
      <w:bookmarkEnd w:id="1351"/>
      <w:bookmarkEnd w:id="1352"/>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lastRenderedPageBreak/>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53" w:name="_Toc204048554"/>
      <w:bookmarkStart w:id="1354" w:name="_Toc400526155"/>
      <w:bookmarkStart w:id="1355" w:name="_Toc405534473"/>
      <w:bookmarkStart w:id="1356" w:name="_Toc406570486"/>
      <w:bookmarkStart w:id="1357" w:name="_Toc410910638"/>
      <w:bookmarkStart w:id="1358" w:name="_Toc411841066"/>
      <w:bookmarkStart w:id="1359" w:name="_Toc422147028"/>
      <w:bookmarkStart w:id="1360" w:name="_Toc433020624"/>
      <w:bookmarkStart w:id="1361" w:name="_Toc437262065"/>
      <w:bookmarkStart w:id="1362" w:name="_Toc478375240"/>
      <w:bookmarkStart w:id="1363" w:name="_Toc199405315"/>
      <w:r>
        <w:t>3.10.7.1.2</w:t>
      </w:r>
      <w:r>
        <w:tab/>
        <w:t>Transmission Buses</w:t>
      </w:r>
      <w:bookmarkEnd w:id="1353"/>
      <w:bookmarkEnd w:id="1354"/>
      <w:bookmarkEnd w:id="1355"/>
      <w:bookmarkEnd w:id="1356"/>
      <w:bookmarkEnd w:id="1357"/>
      <w:bookmarkEnd w:id="1358"/>
      <w:bookmarkEnd w:id="1359"/>
      <w:bookmarkEnd w:id="1360"/>
      <w:bookmarkEnd w:id="1361"/>
      <w:bookmarkEnd w:id="1362"/>
      <w:bookmarkEnd w:id="1363"/>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lastRenderedPageBreak/>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lastRenderedPageBreak/>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64" w:name="_Toc204048555"/>
            <w:bookmarkStart w:id="1365" w:name="_Toc400526156"/>
            <w:bookmarkStart w:id="1366" w:name="_Toc405534474"/>
            <w:bookmarkStart w:id="1367" w:name="_Toc406570487"/>
            <w:bookmarkStart w:id="1368" w:name="_Toc410910639"/>
            <w:bookmarkStart w:id="1369" w:name="_Toc411841067"/>
            <w:bookmarkStart w:id="1370" w:name="_Toc422147029"/>
            <w:bookmarkStart w:id="1371" w:name="_Toc433020625"/>
            <w:bookmarkStart w:id="1372" w:name="_Toc437262066"/>
            <w:bookmarkStart w:id="1373"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74" w:name="_Toc199405316"/>
      <w:r>
        <w:t>3.10.7.1.3</w:t>
      </w:r>
      <w:r>
        <w:tab/>
        <w:t>Transmission Breakers and Switches</w:t>
      </w:r>
      <w:bookmarkEnd w:id="1364"/>
      <w:bookmarkEnd w:id="1365"/>
      <w:bookmarkEnd w:id="1366"/>
      <w:bookmarkEnd w:id="1367"/>
      <w:bookmarkEnd w:id="1368"/>
      <w:bookmarkEnd w:id="1369"/>
      <w:bookmarkEnd w:id="1370"/>
      <w:bookmarkEnd w:id="1371"/>
      <w:bookmarkEnd w:id="1372"/>
      <w:bookmarkEnd w:id="1373"/>
      <w:bookmarkEnd w:id="1374"/>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0A60D9F5" w:rsidR="00035D44" w:rsidRDefault="00035D44">
      <w:pPr>
        <w:pStyle w:val="List"/>
      </w:pPr>
      <w:r>
        <w:t>(g)</w:t>
      </w:r>
      <w:r>
        <w:tab/>
        <w:t xml:space="preserve">Synchronism </w:t>
      </w:r>
      <w:r w:rsidR="00AE70FD">
        <w:t>C</w:t>
      </w:r>
      <w:r>
        <w:t xml:space="preserve">heck </w:t>
      </w:r>
      <w:r w:rsidR="00AE70FD">
        <w:t>R</w:t>
      </w:r>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7D89B304"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 xml:space="preserve">satisfying the following conditions: </w:t>
            </w:r>
            <w:r w:rsidR="002103C8">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54C1E">
              <w:rPr>
                <w:b/>
                <w:i/>
              </w:rPr>
              <w:t xml:space="preserve"> for NPRR857</w:t>
            </w:r>
            <w:r>
              <w:rPr>
                <w:b/>
                <w:i/>
              </w:rPr>
              <w:t>:</w:t>
            </w:r>
            <w:r w:rsidRPr="004B0726">
              <w:rPr>
                <w:b/>
                <w:i/>
              </w:rPr>
              <w:t>]</w:t>
            </w:r>
          </w:p>
          <w:p w14:paraId="4E5897AD" w14:textId="56F2CCC6" w:rsidR="002850C9" w:rsidRPr="002850C9" w:rsidRDefault="002850C9" w:rsidP="002850C9">
            <w:pPr>
              <w:spacing w:after="240"/>
              <w:ind w:left="1440" w:hanging="720"/>
            </w:pPr>
            <w:r w:rsidRPr="00E55E72">
              <w:t>(g)</w:t>
            </w:r>
            <w:r w:rsidRPr="00E55E72">
              <w:tab/>
              <w:t xml:space="preserve">Synchronism </w:t>
            </w:r>
            <w:r w:rsidR="00754C1E">
              <w:t>C</w:t>
            </w:r>
            <w:r w:rsidRPr="00E55E72">
              <w:t xml:space="preserve">heck </w:t>
            </w:r>
            <w:r w:rsidR="00754C1E">
              <w:t>R</w:t>
            </w:r>
            <w:r w:rsidRPr="00E55E72">
              <w:t xml:space="preserve">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w:t>
      </w:r>
      <w:r>
        <w:lastRenderedPageBreak/>
        <w:t>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75" w:name="_Toc204048556"/>
            <w:bookmarkStart w:id="1376" w:name="_Toc400526157"/>
            <w:bookmarkStart w:id="1377" w:name="_Toc405534475"/>
            <w:bookmarkStart w:id="1378" w:name="_Toc406570488"/>
            <w:bookmarkStart w:id="1379" w:name="_Toc410910640"/>
            <w:bookmarkStart w:id="1380" w:name="_Toc411841068"/>
            <w:bookmarkStart w:id="1381" w:name="_Toc422147030"/>
            <w:bookmarkStart w:id="1382" w:name="_Toc433020626"/>
            <w:bookmarkStart w:id="1383" w:name="_Toc437262067"/>
            <w:bookmarkStart w:id="1384"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385" w:name="_Toc199405317"/>
      <w:r>
        <w:t>3.10.7.1.4</w:t>
      </w:r>
      <w:r>
        <w:tab/>
        <w:t>Transmission</w:t>
      </w:r>
      <w:r w:rsidR="00387E69">
        <w:t>, Main Power Transformers (MPT</w:t>
      </w:r>
      <w:r w:rsidR="00DF0495">
        <w:t>s</w:t>
      </w:r>
      <w:r w:rsidR="00387E69">
        <w:t>)</w:t>
      </w:r>
      <w:r>
        <w:t xml:space="preserve"> and Generation Resource Step-Up Transformers</w:t>
      </w:r>
      <w:bookmarkEnd w:id="1375"/>
      <w:bookmarkEnd w:id="1376"/>
      <w:bookmarkEnd w:id="1377"/>
      <w:bookmarkEnd w:id="1378"/>
      <w:bookmarkEnd w:id="1379"/>
      <w:bookmarkEnd w:id="1380"/>
      <w:bookmarkEnd w:id="1381"/>
      <w:bookmarkEnd w:id="1382"/>
      <w:bookmarkEnd w:id="1383"/>
      <w:bookmarkEnd w:id="1384"/>
      <w:bookmarkEnd w:id="138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218E" w14:paraId="2B98100B"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796CCF8F" w14:textId="53B219F8" w:rsidR="0025218E" w:rsidRDefault="0025218E" w:rsidP="00514D72">
            <w:pPr>
              <w:spacing w:before="120" w:after="240"/>
              <w:rPr>
                <w:b/>
                <w:i/>
              </w:rPr>
            </w:pPr>
            <w:r>
              <w:rPr>
                <w:b/>
                <w:i/>
              </w:rPr>
              <w:t>[NPRR1246</w:t>
            </w:r>
            <w:r w:rsidRPr="004B0726">
              <w:rPr>
                <w:b/>
                <w:i/>
              </w:rPr>
              <w:t xml:space="preserve">: </w:t>
            </w:r>
            <w:r>
              <w:rPr>
                <w:b/>
                <w:i/>
              </w:rPr>
              <w:t xml:space="preserve"> Replace Section 3.10.7.1.4 above with the following upon system implementation of the Real-Time Co-Optimization (RTC) project:</w:t>
            </w:r>
            <w:r w:rsidRPr="004B0726">
              <w:rPr>
                <w:b/>
                <w:i/>
              </w:rPr>
              <w:t>]</w:t>
            </w:r>
          </w:p>
          <w:p w14:paraId="5E638953" w14:textId="18D3D264" w:rsidR="0025218E" w:rsidRPr="0025218E" w:rsidRDefault="0025218E" w:rsidP="0025218E">
            <w:pPr>
              <w:pStyle w:val="H5"/>
              <w:spacing w:before="0"/>
            </w:pPr>
            <w:bookmarkStart w:id="1386" w:name="_Toc199405318"/>
            <w:r>
              <w:t>3.10.7.1.4</w:t>
            </w:r>
            <w:r>
              <w:tab/>
              <w:t xml:space="preserve">Transmission, Main Power Transformers (MPTs) and </w:t>
            </w:r>
            <w:r w:rsidR="005C67BA">
              <w:t xml:space="preserve">Generation </w:t>
            </w:r>
            <w:r>
              <w:t>Step-Up Transformers</w:t>
            </w:r>
            <w:bookmarkEnd w:id="1386"/>
          </w:p>
        </w:tc>
      </w:tr>
    </w:tbl>
    <w:p w14:paraId="21C89E37" w14:textId="7AA84F39" w:rsidR="00CB13B2" w:rsidRDefault="002D238A" w:rsidP="008B3CCE">
      <w:pPr>
        <w:pStyle w:val="BodyTextNumbered"/>
        <w:spacing w:before="240"/>
      </w:pPr>
      <w:r>
        <w:t>(1)</w:t>
      </w:r>
      <w:r>
        <w:tab/>
        <w:t xml:space="preserve">ERCOT shall model all transformers with a nominal low side (i.e., secondary, nottertiary) voltage above 60 kV.  </w:t>
      </w:r>
    </w:p>
    <w:p w14:paraId="286A6D1D" w14:textId="5440570F" w:rsidR="00CB13B2" w:rsidRDefault="002D238A">
      <w:pPr>
        <w:pStyle w:val="BodyTextNumbered"/>
      </w:pPr>
      <w:r>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w:t>
      </w:r>
      <w:r>
        <w:lastRenderedPageBreak/>
        <w:t>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218E" w14:paraId="3D0F9200"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5816F637" w14:textId="7BB7C851" w:rsidR="0025218E" w:rsidRDefault="0025218E" w:rsidP="00514D72">
            <w:pPr>
              <w:spacing w:before="120" w:after="240"/>
              <w:rPr>
                <w:b/>
                <w:i/>
              </w:rPr>
            </w:pPr>
            <w:r>
              <w:rPr>
                <w:b/>
                <w:i/>
              </w:rPr>
              <w:t>[NPRR1246</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03F08449" w14:textId="7529885E" w:rsidR="0025218E" w:rsidRPr="0025218E" w:rsidRDefault="0025218E" w:rsidP="0025218E">
            <w:pPr>
              <w:spacing w:after="240"/>
              <w:ind w:left="720" w:hanging="720"/>
              <w:rPr>
                <w:iCs/>
              </w:rPr>
            </w:pPr>
            <w:r w:rsidRPr="00B50AAE">
              <w:rPr>
                <w:iCs/>
              </w:rPr>
              <w:t>(2)</w:t>
            </w:r>
            <w:r w:rsidRPr="00B50AAE">
              <w:rPr>
                <w:iCs/>
              </w:rPr>
              <w:tab/>
              <w:t>For Generation Resources</w:t>
            </w:r>
            <w:r>
              <w:rPr>
                <w:iCs/>
              </w:rPr>
              <w:t xml:space="preserve"> and ESRs</w:t>
            </w:r>
            <w:r w:rsidRPr="00B50AAE">
              <w:rPr>
                <w:iCs/>
              </w:rPr>
              <w:t>, ERCOT shall model all Main Power Transformers (MPTs) and Generator Step-Up (GSU)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B3C9E10" w:rsidR="00CB13B2" w:rsidRDefault="002D238A" w:rsidP="008B3CC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lastRenderedPageBreak/>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387"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w:t>
      </w:r>
      <w:r w:rsidR="00DF0495">
        <w:t xml:space="preserve">Section </w:t>
      </w:r>
      <w:r>
        <w:t xml:space="preserve">3.10.4, ERCOT Responsibilities, (except for emergency) prior to the tap position change implementation date.  </w:t>
      </w:r>
    </w:p>
    <w:bookmarkEnd w:id="1387"/>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88" w:name="_Toc204048557"/>
      <w:bookmarkStart w:id="1389" w:name="_Toc400526158"/>
      <w:bookmarkStart w:id="1390" w:name="_Toc405534476"/>
      <w:bookmarkStart w:id="1391" w:name="_Toc406570489"/>
      <w:bookmarkStart w:id="1392" w:name="_Toc410910641"/>
      <w:bookmarkStart w:id="1393" w:name="_Toc411841069"/>
      <w:bookmarkStart w:id="1394" w:name="_Toc422147031"/>
      <w:bookmarkStart w:id="1395" w:name="_Toc433020627"/>
      <w:bookmarkStart w:id="1396" w:name="_Toc437262068"/>
      <w:bookmarkStart w:id="1397" w:name="_Toc478375243"/>
      <w:bookmarkStart w:id="1398" w:name="_Toc199405319"/>
      <w:r>
        <w:t>3.10.7.1.5</w:t>
      </w:r>
      <w:r>
        <w:tab/>
        <w:t>Reactors, Capacitors, and other Reactive Controlled Sources</w:t>
      </w:r>
      <w:bookmarkEnd w:id="1388"/>
      <w:bookmarkEnd w:id="1389"/>
      <w:bookmarkEnd w:id="1390"/>
      <w:bookmarkEnd w:id="1391"/>
      <w:bookmarkEnd w:id="1392"/>
      <w:bookmarkEnd w:id="1393"/>
      <w:bookmarkEnd w:id="1394"/>
      <w:bookmarkEnd w:id="1395"/>
      <w:bookmarkEnd w:id="1396"/>
      <w:bookmarkEnd w:id="1397"/>
      <w:bookmarkEnd w:id="1398"/>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lastRenderedPageBreak/>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99" w:name="_Toc204048558"/>
      <w:bookmarkStart w:id="1400" w:name="_Toc400526159"/>
      <w:bookmarkStart w:id="1401" w:name="_Toc405534477"/>
      <w:bookmarkStart w:id="1402" w:name="_Toc406570490"/>
      <w:bookmarkStart w:id="1403" w:name="_Toc410910642"/>
      <w:bookmarkStart w:id="1404" w:name="_Toc411841070"/>
      <w:bookmarkStart w:id="1405" w:name="_Toc422147032"/>
      <w:bookmarkStart w:id="1406" w:name="_Toc433020628"/>
      <w:bookmarkStart w:id="1407" w:name="_Toc437262069"/>
      <w:bookmarkStart w:id="1408" w:name="_Toc478375244"/>
      <w:bookmarkStart w:id="1409" w:name="_Toc199405320"/>
      <w:r w:rsidRPr="00552CF9">
        <w:rPr>
          <w:b/>
        </w:rPr>
        <w:t>3.10.7.2</w:t>
      </w:r>
      <w:r w:rsidRPr="00552CF9">
        <w:rPr>
          <w:b/>
        </w:rPr>
        <w:tab/>
        <w:t>Modeling of Resources and Transmission Loads</w:t>
      </w:r>
      <w:bookmarkEnd w:id="1399"/>
      <w:bookmarkEnd w:id="1400"/>
      <w:bookmarkEnd w:id="1401"/>
      <w:bookmarkEnd w:id="1402"/>
      <w:bookmarkEnd w:id="1403"/>
      <w:bookmarkEnd w:id="1404"/>
      <w:bookmarkEnd w:id="1405"/>
      <w:bookmarkEnd w:id="1406"/>
      <w:bookmarkEnd w:id="1407"/>
      <w:bookmarkEnd w:id="1408"/>
      <w:bookmarkEnd w:id="1409"/>
    </w:p>
    <w:p w14:paraId="595639F2" w14:textId="02D51B2A" w:rsidR="00EA0791" w:rsidRDefault="002D238A">
      <w:pPr>
        <w:pStyle w:val="BodyTextNumbered"/>
      </w:pPr>
      <w:bookmarkStart w:id="1410"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10"/>
          <w:p w14:paraId="7884F5DC" w14:textId="04718C6F" w:rsidR="00B3048F" w:rsidRDefault="00B3048F" w:rsidP="00AB0C06">
            <w:pPr>
              <w:spacing w:before="120" w:after="240"/>
              <w:rPr>
                <w:b/>
                <w:i/>
              </w:rPr>
            </w:pPr>
            <w:r>
              <w:rPr>
                <w:b/>
                <w:i/>
              </w:rPr>
              <w:t>[</w:t>
            </w:r>
            <w:r w:rsidR="001479DD">
              <w:rPr>
                <w:b/>
                <w:i/>
              </w:rPr>
              <w:t>NPRR995</w:t>
            </w:r>
            <w:r w:rsidR="0025218E">
              <w:rPr>
                <w:b/>
                <w:i/>
              </w:rPr>
              <w:t xml:space="preserve"> and NPRR1246</w:t>
            </w:r>
            <w:r w:rsidRPr="004B0726">
              <w:rPr>
                <w:b/>
                <w:i/>
              </w:rPr>
              <w:t xml:space="preserve">: </w:t>
            </w:r>
            <w:r>
              <w:rPr>
                <w:b/>
                <w:i/>
              </w:rPr>
              <w:t xml:space="preserve"> Replace </w:t>
            </w:r>
            <w:r w:rsidR="0025218E">
              <w:rPr>
                <w:b/>
                <w:i/>
              </w:rPr>
              <w:t xml:space="preserve">applicable portions of </w:t>
            </w:r>
            <w:r>
              <w:rPr>
                <w:b/>
                <w:i/>
              </w:rPr>
              <w:t xml:space="preserve">paragraph (1) above with the following </w:t>
            </w:r>
            <w:r w:rsidR="00306E8D">
              <w:rPr>
                <w:b/>
                <w:i/>
              </w:rPr>
              <w:t>upon system implementation</w:t>
            </w:r>
            <w:r w:rsidR="0025218E">
              <w:rPr>
                <w:b/>
                <w:i/>
              </w:rPr>
              <w:t xml:space="preserve"> for NPRR995; upon system implementation of the Real-Time Co-Optimization (RTC) project for NPRR1246</w:t>
            </w:r>
            <w:r>
              <w:rPr>
                <w:b/>
                <w:i/>
              </w:rPr>
              <w:t>:</w:t>
            </w:r>
            <w:r w:rsidRPr="004B0726">
              <w:rPr>
                <w:b/>
                <w:i/>
              </w:rPr>
              <w:t>]</w:t>
            </w:r>
          </w:p>
          <w:p w14:paraId="1FD8E45F" w14:textId="3C10ED25" w:rsidR="00B3048F" w:rsidRPr="006D6B80" w:rsidRDefault="00B3048F" w:rsidP="005164E5">
            <w:pPr>
              <w:spacing w:after="240"/>
              <w:ind w:left="720" w:hanging="720"/>
            </w:pPr>
            <w:r>
              <w:rPr>
                <w:iCs/>
              </w:rPr>
              <w:t>(1</w:t>
            </w:r>
            <w:r>
              <w:t>)</w:t>
            </w:r>
            <w:r>
              <w:tab/>
              <w:t>Each Resource Entity shall provide ERCOT and its interconnecting TSP with information describing each of its Generation Resources,</w:t>
            </w:r>
            <w:r w:rsidR="0025218E">
              <w:t xml:space="preserve"> ESRs,</w:t>
            </w:r>
            <w:r>
              <w:t xml:space="preserve"> SOGs, </w:t>
            </w:r>
            <w:r w:rsidR="001479DD">
              <w:t xml:space="preserve">SOESSs, </w:t>
            </w:r>
            <w:r>
              <w:t xml:space="preserve">and Load Resources connected to the ERCOT System.  All Transmission Generation Resources (TGRs), </w:t>
            </w:r>
            <w:r w:rsidR="0025218E">
              <w:t xml:space="preserve">Transmission </w:t>
            </w:r>
            <w:r w:rsidR="0025218E">
              <w:rPr>
                <w:iCs/>
              </w:rPr>
              <w:t xml:space="preserve">ESRs (TESRs), </w:t>
            </w:r>
            <w:r>
              <w:t xml:space="preserve">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w:t>
            </w:r>
            <w:r w:rsidR="0025218E">
              <w:t xml:space="preserve">ESRs, </w:t>
            </w:r>
            <w:r>
              <w:t>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w:t>
      </w:r>
      <w:r w:rsidR="00B5084E" w:rsidRPr="000D3DD4">
        <w:rPr>
          <w:iCs w:val="0"/>
        </w:rPr>
        <w:lastRenderedPageBreak/>
        <w:t xml:space="preserve">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11"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12" w:name="_Hlk90901016"/>
      <w:bookmarkEnd w:id="1411"/>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12"/>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1A6F4611"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 xml:space="preserve">eneration facility to be represented in the Network Operations Model in accordance with Section 3.8, Special Considerations.  The Split Generation Resource must be 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lastRenderedPageBreak/>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4820C520" w:rsidR="002850C9" w:rsidRDefault="002850C9" w:rsidP="00C53595">
            <w:pPr>
              <w:spacing w:before="120" w:after="240"/>
              <w:rPr>
                <w:b/>
                <w:i/>
              </w:rPr>
            </w:pPr>
            <w:r>
              <w:rPr>
                <w:b/>
                <w:i/>
              </w:rPr>
              <w:t>[NPRR857</w:t>
            </w:r>
            <w:r w:rsidR="00C73A90">
              <w:rPr>
                <w:b/>
                <w:i/>
              </w:rPr>
              <w:t xml:space="preserve"> and NPRR1234</w:t>
            </w:r>
            <w:r w:rsidRPr="004B0726">
              <w:rPr>
                <w:b/>
                <w:i/>
              </w:rPr>
              <w:t xml:space="preserve">: </w:t>
            </w:r>
            <w:r>
              <w:rPr>
                <w:b/>
                <w:i/>
              </w:rPr>
              <w:t xml:space="preserve"> Replace </w:t>
            </w:r>
            <w:r w:rsidR="00C73A90">
              <w:rPr>
                <w:b/>
                <w:i/>
              </w:rPr>
              <w:t xml:space="preserve">applicable portions of </w:t>
            </w:r>
            <w:r>
              <w:rPr>
                <w:b/>
                <w:i/>
              </w:rPr>
              <w:t>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C73A90">
              <w:rPr>
                <w:b/>
                <w:i/>
              </w:rPr>
              <w:t xml:space="preserve"> for NPRR857; or upon system implementation for NPRR1234</w:t>
            </w:r>
            <w:r>
              <w:rPr>
                <w:b/>
                <w:i/>
              </w:rPr>
              <w:t>:</w:t>
            </w:r>
            <w:r w:rsidRPr="004B0726">
              <w:rPr>
                <w:b/>
                <w:i/>
              </w:rPr>
              <w:t>]</w:t>
            </w:r>
          </w:p>
          <w:p w14:paraId="16A7C397" w14:textId="74C4F880"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Load </w:t>
            </w:r>
            <w:r w:rsidR="00C73A90">
              <w:rPr>
                <w:iCs/>
              </w:rPr>
              <w:t xml:space="preserve">Point </w:t>
            </w:r>
            <w:r w:rsidRPr="00E55E72">
              <w:rPr>
                <w:iCs/>
              </w:rPr>
              <w:t>to facilitate state estimation of Loads that do not telemeter Load measurements.  ERCOT shall define “Load</w:t>
            </w:r>
            <w:r w:rsidR="00C73A90">
              <w:rPr>
                <w:iCs/>
              </w:rPr>
              <w:t xml:space="preserve"> Point</w:t>
            </w:r>
            <w:r w:rsidRPr="00E55E72">
              <w:rPr>
                <w:iCs/>
              </w:rPr>
              <w:t xml:space="preserve">s”, which may be one or more combined Loads, for use in its Network Operations Model.  A Load </w:t>
            </w:r>
            <w:r w:rsidR="00C73A90">
              <w:rPr>
                <w:iCs/>
              </w:rPr>
              <w:t xml:space="preserve">Point </w:t>
            </w:r>
            <w:r w:rsidRPr="00E55E72">
              <w:rPr>
                <w:iCs/>
              </w:rPr>
              <w:t>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w:t>
            </w:r>
            <w:r w:rsidRPr="00E55E72">
              <w:rPr>
                <w:iCs/>
              </w:rPr>
              <w:lastRenderedPageBreak/>
              <w:t>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lastRenderedPageBreak/>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218E" w14:paraId="59B8DB66"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7691F0B6" w14:textId="6CD36B59" w:rsidR="0025218E" w:rsidRDefault="0025218E" w:rsidP="00514D72">
            <w:pPr>
              <w:spacing w:before="120" w:after="240"/>
              <w:rPr>
                <w:b/>
                <w:i/>
              </w:rPr>
            </w:pPr>
            <w:bookmarkStart w:id="1413" w:name="_Hlk90901031"/>
            <w:r>
              <w:rPr>
                <w:b/>
                <w:i/>
              </w:rPr>
              <w:t>[NPRR1246</w:t>
            </w:r>
            <w:r w:rsidRPr="004B0726">
              <w:rPr>
                <w:b/>
                <w:i/>
              </w:rPr>
              <w:t xml:space="preserve">: </w:t>
            </w:r>
            <w:r>
              <w:rPr>
                <w:b/>
                <w:i/>
              </w:rPr>
              <w:t xml:space="preserve"> Replace paragraph (11) above with the following upon system implementation of the Real-Time Co-Optimization (RTC) project:</w:t>
            </w:r>
            <w:r w:rsidRPr="004B0726">
              <w:rPr>
                <w:b/>
                <w:i/>
              </w:rPr>
              <w:t>]</w:t>
            </w:r>
          </w:p>
          <w:p w14:paraId="57CC7532" w14:textId="172286E5" w:rsidR="0025218E" w:rsidRPr="0025218E" w:rsidRDefault="0025218E" w:rsidP="0025218E">
            <w:pPr>
              <w:spacing w:after="240"/>
              <w:ind w:left="720" w:hanging="720"/>
              <w:rPr>
                <w:iCs/>
              </w:rPr>
            </w:pPr>
            <w:r w:rsidRPr="00B50AAE">
              <w:rPr>
                <w:iCs/>
              </w:rPr>
              <w:t>(11)</w:t>
            </w:r>
            <w:r w:rsidRPr="00B50AAE">
              <w:rPr>
                <w:iCs/>
              </w:rPr>
              <w:tab/>
              <w:t xml:space="preserve">Loads associated with a Generation Resource </w:t>
            </w:r>
            <w:r>
              <w:rPr>
                <w:iCs/>
              </w:rPr>
              <w:t xml:space="preserve">or ESR </w:t>
            </w:r>
            <w:r w:rsidRPr="00B50AAE">
              <w:rPr>
                <w:iCs/>
              </w:rPr>
              <w:t>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w:t>
            </w:r>
          </w:p>
        </w:tc>
      </w:tr>
    </w:tbl>
    <w:p w14:paraId="290B39E7" w14:textId="1275018C" w:rsidR="009E272E" w:rsidRDefault="009E272E" w:rsidP="008B3CCE">
      <w:pPr>
        <w:spacing w:before="240" w:after="240"/>
        <w:ind w:left="720" w:hanging="720"/>
      </w:pPr>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13"/>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 xml:space="preserve">does not limit ERCOT’s ability to model the ERCOT Transmission Grid and the </w:t>
      </w:r>
      <w:r w:rsidRPr="00A261C3">
        <w:lastRenderedPageBreak/>
        <w:t>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9D96001" w14:textId="77777777" w:rsidR="002F1826"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19A81061" w14:textId="77777777" w:rsidR="00635BAB" w:rsidRPr="003D6297" w:rsidRDefault="00635BAB" w:rsidP="00635BAB">
      <w:pPr>
        <w:spacing w:after="240"/>
        <w:ind w:left="720" w:hanging="720"/>
        <w:rPr>
          <w:iCs/>
        </w:rPr>
      </w:pPr>
      <w:r w:rsidRPr="003D6297">
        <w:rPr>
          <w:iCs/>
        </w:rPr>
        <w:t>(14)</w:t>
      </w:r>
      <w:r w:rsidRPr="003D6297">
        <w:rPr>
          <w:iCs/>
        </w:rPr>
        <w:tab/>
        <w:t>For each Load Point within the ERCOT Network Operations Model, each TSP shall identify and provide an end-use industry classification when a Load Point represents a single end-use Customer or Service Delivery Point that has a historical or requested peak Demand of 25 MW or greater, either:</w:t>
      </w:r>
    </w:p>
    <w:p w14:paraId="5F890BBD" w14:textId="77777777" w:rsidR="00635BAB" w:rsidRPr="003D6297" w:rsidRDefault="00635BAB" w:rsidP="00635BAB">
      <w:pPr>
        <w:spacing w:after="240"/>
        <w:ind w:left="1440" w:hanging="720"/>
        <w:rPr>
          <w:iCs/>
        </w:rPr>
      </w:pPr>
      <w:r w:rsidRPr="003D6297">
        <w:rPr>
          <w:iCs/>
        </w:rPr>
        <w:t>(a)</w:t>
      </w:r>
      <w:r w:rsidRPr="003D6297">
        <w:rPr>
          <w:iCs/>
        </w:rPr>
        <w:tab/>
        <w:t>By itself;</w:t>
      </w:r>
    </w:p>
    <w:p w14:paraId="27943BD6" w14:textId="77777777" w:rsidR="00635BAB" w:rsidRPr="003D6297" w:rsidRDefault="00635BAB" w:rsidP="00635BAB">
      <w:pPr>
        <w:spacing w:after="240"/>
        <w:ind w:left="1440" w:hanging="720"/>
        <w:rPr>
          <w:iCs/>
        </w:rPr>
      </w:pPr>
      <w:r w:rsidRPr="003D6297">
        <w:rPr>
          <w:iCs/>
        </w:rPr>
        <w:t>(b)</w:t>
      </w:r>
      <w:r w:rsidRPr="003D6297">
        <w:rPr>
          <w:iCs/>
        </w:rPr>
        <w:tab/>
        <w:t xml:space="preserve">In combination with other Load Points in the same substation that serve the same Customer or Service Delivery Point;  </w:t>
      </w:r>
    </w:p>
    <w:p w14:paraId="7CC842FA" w14:textId="77777777" w:rsidR="00635BAB" w:rsidRPr="003D6297" w:rsidRDefault="00635BAB" w:rsidP="00635BAB">
      <w:pPr>
        <w:spacing w:after="240"/>
        <w:ind w:left="1440" w:hanging="720"/>
        <w:rPr>
          <w:iCs/>
        </w:rPr>
      </w:pPr>
      <w:r w:rsidRPr="003D6297">
        <w:rPr>
          <w:iCs/>
        </w:rPr>
        <w:t>(c)</w:t>
      </w:r>
      <w:r w:rsidRPr="003D6297">
        <w:rPr>
          <w:iCs/>
        </w:rPr>
        <w:tab/>
        <w:t>Where, in addition to a Customer or Service Delivery Point with a 25 MW or larger peak Demand, other Customers with historical or requested Demands smaller than 25 MW that are not required to be modeled also take service at the same Load Point; or</w:t>
      </w:r>
    </w:p>
    <w:p w14:paraId="29BE608A" w14:textId="77777777" w:rsidR="00635BAB" w:rsidRPr="003D6297" w:rsidRDefault="00635BAB" w:rsidP="00635BAB">
      <w:pPr>
        <w:spacing w:after="240"/>
        <w:ind w:left="1440" w:hanging="720"/>
        <w:rPr>
          <w:iCs/>
        </w:rPr>
      </w:pPr>
      <w:r w:rsidRPr="003D6297">
        <w:rPr>
          <w:iCs/>
        </w:rPr>
        <w:lastRenderedPageBreak/>
        <w:t>(d)</w:t>
      </w:r>
      <w:r w:rsidRPr="003D6297">
        <w:rPr>
          <w:iCs/>
        </w:rPr>
        <w:tab/>
        <w:t>Where the single Customer or Service Delivery Point is served by multiple substations.</w:t>
      </w:r>
      <w:r w:rsidRPr="003D6297">
        <w:rPr>
          <w:sz w:val="16"/>
          <w:szCs w:val="16"/>
        </w:rPr>
        <w:t xml:space="preserve"> </w:t>
      </w:r>
    </w:p>
    <w:p w14:paraId="078A6162" w14:textId="77777777" w:rsidR="00635BAB" w:rsidRPr="003D6297" w:rsidRDefault="00635BAB" w:rsidP="00635BAB">
      <w:pPr>
        <w:spacing w:after="240"/>
        <w:ind w:left="720" w:hanging="720"/>
        <w:rPr>
          <w:iCs/>
        </w:rPr>
      </w:pPr>
      <w:r w:rsidRPr="003D6297">
        <w:rPr>
          <w:iCs/>
        </w:rPr>
        <w:t>(15)</w:t>
      </w:r>
      <w:r w:rsidRPr="003D6297">
        <w:rPr>
          <w:iCs/>
        </w:rPr>
        <w:tab/>
        <w:t>The applicable TSP shall identify Load Points subject to the requirements of paragraph (14) above in the Network Operations Model according to the following schedule:</w:t>
      </w:r>
    </w:p>
    <w:p w14:paraId="62C69882" w14:textId="77777777" w:rsidR="00635BAB" w:rsidRPr="003D6297" w:rsidRDefault="00635BAB" w:rsidP="00635BAB">
      <w:pPr>
        <w:spacing w:after="240"/>
        <w:ind w:left="1440" w:hanging="720"/>
        <w:rPr>
          <w:iCs/>
        </w:rPr>
      </w:pPr>
      <w:r w:rsidRPr="003D6297">
        <w:rPr>
          <w:iCs/>
        </w:rPr>
        <w:t>(a)</w:t>
      </w:r>
      <w:r w:rsidRPr="003D6297">
        <w:rPr>
          <w:iCs/>
        </w:rPr>
        <w:tab/>
        <w:t>Load Points associated with an interconnecting Customer with a requested peak Demand of 25 MW or greater shall be modeled prior to energization;</w:t>
      </w:r>
    </w:p>
    <w:p w14:paraId="77D59DFF" w14:textId="77777777" w:rsidR="00635BAB" w:rsidRPr="003D6297" w:rsidRDefault="00635BAB" w:rsidP="00635BAB">
      <w:pPr>
        <w:spacing w:after="240"/>
        <w:ind w:left="1440" w:hanging="720"/>
        <w:rPr>
          <w:iCs/>
        </w:rPr>
      </w:pPr>
      <w:r w:rsidRPr="003D6297">
        <w:rPr>
          <w:iCs/>
        </w:rPr>
        <w:t>(b)</w:t>
      </w:r>
      <w:r w:rsidRPr="003D6297">
        <w:rPr>
          <w:iCs/>
        </w:rPr>
        <w:tab/>
        <w:t xml:space="preserve">Load Points associated with a Customer or Service Delivery Point with a historical peak Demand of 25 MW or greater achieved prior to January 1, 2025 shall be modeled via a spreadsheet NOMCR on or before </w:t>
      </w:r>
      <w:r>
        <w:rPr>
          <w:iCs/>
        </w:rPr>
        <w:t>September</w:t>
      </w:r>
      <w:r w:rsidRPr="003D6297">
        <w:rPr>
          <w:iCs/>
        </w:rPr>
        <w:t xml:space="preserve"> 1, 2025;</w:t>
      </w:r>
    </w:p>
    <w:p w14:paraId="591B399E" w14:textId="77777777" w:rsidR="00635BAB" w:rsidRPr="003D6297" w:rsidRDefault="00635BAB" w:rsidP="00635BAB">
      <w:pPr>
        <w:spacing w:after="240"/>
        <w:ind w:left="2160" w:hanging="720"/>
        <w:rPr>
          <w:iCs/>
        </w:rPr>
      </w:pPr>
      <w:r w:rsidRPr="003D6297">
        <w:rPr>
          <w:iCs/>
        </w:rPr>
        <w:t>(i)</w:t>
      </w:r>
      <w:r w:rsidRPr="003D6297">
        <w:rPr>
          <w:iCs/>
        </w:rPr>
        <w:tab/>
        <w:t xml:space="preserve">For Customers or Service Delivery Points served by a DSP via a wholesale point of delivery provided by a TSP, the DSP shall provide a list of Customers, including end-use industry classification, to the interconnecting TSP on or before </w:t>
      </w:r>
      <w:r>
        <w:rPr>
          <w:iCs/>
        </w:rPr>
        <w:t>August</w:t>
      </w:r>
      <w:r w:rsidRPr="003D6297">
        <w:rPr>
          <w:iCs/>
        </w:rPr>
        <w:t xml:space="preserve"> 1, 2025; and</w:t>
      </w:r>
    </w:p>
    <w:p w14:paraId="047E5784" w14:textId="77777777" w:rsidR="00635BAB" w:rsidRPr="003D6297" w:rsidRDefault="00635BAB" w:rsidP="00635BAB">
      <w:pPr>
        <w:spacing w:after="240"/>
        <w:ind w:left="1440" w:hanging="720"/>
        <w:rPr>
          <w:iCs/>
        </w:rPr>
      </w:pPr>
      <w:r w:rsidRPr="003D6297">
        <w:rPr>
          <w:iCs/>
        </w:rPr>
        <w:t>(c)</w:t>
      </w:r>
      <w:r w:rsidRPr="003D6297">
        <w:rPr>
          <w:iCs/>
        </w:rPr>
        <w:tab/>
        <w:t>If not already modeled pursuant to paragraph (b) above, Load Points associated with a Customer or Service Delivery Point that achieves a peak Demand of 25 MW or greater on or after January 1, 2025 shall be modeled on or before April 1 of the next calendar year after the peak Demand reached 25 MW via a spreadsheet NOMCR;</w:t>
      </w:r>
    </w:p>
    <w:p w14:paraId="7DF012C1" w14:textId="77777777" w:rsidR="00635BAB" w:rsidRPr="003D6297" w:rsidRDefault="00635BAB" w:rsidP="00635BAB">
      <w:pPr>
        <w:spacing w:after="240"/>
        <w:ind w:left="2160" w:hanging="720"/>
        <w:rPr>
          <w:iCs/>
        </w:rPr>
      </w:pPr>
      <w:r w:rsidRPr="003D6297">
        <w:rPr>
          <w:iCs/>
        </w:rPr>
        <w:t>(i)</w:t>
      </w:r>
      <w:r w:rsidRPr="003D6297">
        <w:rPr>
          <w:iCs/>
        </w:rPr>
        <w:tab/>
        <w:t>For Customers or Service Delivery Points served by a DSP via a wholesale point of delivery provided by a TSP, the DSP shall provide a list of Customers, including end-use industry classification, to the interconnecting TSP on or before March 1.</w:t>
      </w:r>
    </w:p>
    <w:p w14:paraId="7E0C71F7" w14:textId="4BDB6012" w:rsidR="00635BAB" w:rsidRPr="003D6297" w:rsidRDefault="00635BAB" w:rsidP="00635BAB">
      <w:pPr>
        <w:spacing w:after="240"/>
        <w:ind w:left="720" w:hanging="720"/>
        <w:rPr>
          <w:iCs/>
        </w:rPr>
      </w:pPr>
      <w:r w:rsidRPr="003D6297">
        <w:rPr>
          <w:iCs/>
        </w:rPr>
        <w:t>(16)</w:t>
      </w:r>
      <w:r w:rsidRPr="003D6297">
        <w:rPr>
          <w:iCs/>
        </w:rPr>
        <w:tab/>
        <w:t xml:space="preserve">Each Resource Entity or </w:t>
      </w:r>
      <w:r>
        <w:rPr>
          <w:iCs/>
        </w:rPr>
        <w:t>Interconnecting Entity (</w:t>
      </w:r>
      <w:r w:rsidRPr="003D6297">
        <w:rPr>
          <w:iCs/>
        </w:rPr>
        <w:t>IE</w:t>
      </w:r>
      <w:r>
        <w:rPr>
          <w:iCs/>
        </w:rPr>
        <w:t>)</w:t>
      </w:r>
      <w:r w:rsidRPr="003D6297">
        <w:rPr>
          <w:iCs/>
        </w:rPr>
        <w:t xml:space="preserve"> associated with an existing or proposed Generation Resource</w:t>
      </w:r>
      <w:r>
        <w:rPr>
          <w:iCs/>
        </w:rPr>
        <w:t xml:space="preserve"> or ESR</w:t>
      </w:r>
      <w:r w:rsidRPr="003D6297">
        <w:rPr>
          <w:iCs/>
        </w:rPr>
        <w:t xml:space="preserve"> co-located with a Load as described in Section 10.3.2.3 shall represent the co-located Load using one or more Load Points that are separate from auxiliary Loads for the generator. </w:t>
      </w:r>
      <w:r>
        <w:rPr>
          <w:iCs/>
        </w:rPr>
        <w:t xml:space="preserve"> </w:t>
      </w:r>
      <w:r w:rsidRPr="003D6297">
        <w:rPr>
          <w:iCs/>
        </w:rPr>
        <w:t>If the aggregate co-located Load has a historical or requested peak Demand of 25 MW or greater, the Resource Entity or IE shall provide the end-use industry classification best representing the facility for each Load Point that is not an auxiliary Load.  Calculation of peak Demand shall exclude the auxiliary Loads associated with Generation Resource</w:t>
      </w:r>
      <w:r>
        <w:rPr>
          <w:iCs/>
        </w:rPr>
        <w:t>s or ESRs</w:t>
      </w:r>
      <w:r w:rsidRPr="003D6297">
        <w:rPr>
          <w:iCs/>
        </w:rPr>
        <w:t>.</w:t>
      </w:r>
    </w:p>
    <w:p w14:paraId="3E7D1AAD" w14:textId="77777777" w:rsidR="00635BAB" w:rsidRPr="003D6297" w:rsidRDefault="00635BAB" w:rsidP="00635BAB">
      <w:pPr>
        <w:spacing w:after="240"/>
        <w:ind w:left="720" w:hanging="720"/>
        <w:rPr>
          <w:iCs/>
        </w:rPr>
      </w:pPr>
      <w:r w:rsidRPr="003D6297">
        <w:rPr>
          <w:iCs/>
        </w:rPr>
        <w:t>(17)</w:t>
      </w:r>
      <w:r w:rsidRPr="003D6297">
        <w:rPr>
          <w:iCs/>
        </w:rPr>
        <w:tab/>
        <w:t>A Resource Entity or IE with co-located Load that has a historical or requested peak Demand of 25 MW or greater provide end-use industry classification according to the following schedule:</w:t>
      </w:r>
    </w:p>
    <w:p w14:paraId="607521C2" w14:textId="77777777" w:rsidR="00635BAB" w:rsidRPr="003D6297" w:rsidRDefault="00635BAB" w:rsidP="00635BAB">
      <w:pPr>
        <w:spacing w:after="240"/>
        <w:ind w:left="1440" w:hanging="720"/>
        <w:rPr>
          <w:iCs/>
        </w:rPr>
      </w:pPr>
      <w:r w:rsidRPr="003D6297">
        <w:rPr>
          <w:iCs/>
        </w:rPr>
        <w:t>(a)</w:t>
      </w:r>
      <w:r w:rsidRPr="003D6297">
        <w:rPr>
          <w:iCs/>
        </w:rPr>
        <w:tab/>
        <w:t>The classification of a new co-located Load associated with a new generation interconnection request or with an operational Generation Resource</w:t>
      </w:r>
      <w:r>
        <w:rPr>
          <w:iCs/>
        </w:rPr>
        <w:t xml:space="preserve"> or ESR</w:t>
      </w:r>
      <w:r w:rsidRPr="003D6297">
        <w:rPr>
          <w:iCs/>
        </w:rPr>
        <w:t xml:space="preserve"> shall be provided in the Resource Registration data and included in the Network Operations Model prior to energization of the co-located Load;</w:t>
      </w:r>
    </w:p>
    <w:p w14:paraId="089CF130" w14:textId="77777777" w:rsidR="00635BAB" w:rsidRPr="003D6297" w:rsidRDefault="00635BAB" w:rsidP="00635BAB">
      <w:pPr>
        <w:spacing w:after="240"/>
        <w:ind w:left="1440" w:hanging="720"/>
        <w:rPr>
          <w:iCs/>
        </w:rPr>
      </w:pPr>
      <w:r w:rsidRPr="003D6297">
        <w:rPr>
          <w:iCs/>
        </w:rPr>
        <w:lastRenderedPageBreak/>
        <w:t>(b)</w:t>
      </w:r>
      <w:r w:rsidRPr="003D6297">
        <w:rPr>
          <w:iCs/>
        </w:rPr>
        <w:tab/>
        <w:t xml:space="preserve">The classification of an operational co-located Load with a historical peak Demand of 25 MW or greater achieved prior to January 1, 2025 shall be provided via an update to the Resource Registration data on or before </w:t>
      </w:r>
      <w:r>
        <w:rPr>
          <w:iCs/>
        </w:rPr>
        <w:t>September</w:t>
      </w:r>
      <w:r w:rsidRPr="003D6297">
        <w:rPr>
          <w:iCs/>
        </w:rPr>
        <w:t xml:space="preserve"> 1, 2025;</w:t>
      </w:r>
    </w:p>
    <w:p w14:paraId="07DD6C86" w14:textId="77777777" w:rsidR="00635BAB" w:rsidRPr="003D6297" w:rsidRDefault="00635BAB" w:rsidP="00635BAB">
      <w:pPr>
        <w:spacing w:after="240"/>
        <w:ind w:left="1440" w:hanging="720"/>
        <w:rPr>
          <w:iCs/>
        </w:rPr>
      </w:pPr>
      <w:r w:rsidRPr="003D6297">
        <w:rPr>
          <w:iCs/>
        </w:rPr>
        <w:t>(c)</w:t>
      </w:r>
      <w:r w:rsidRPr="003D6297">
        <w:rPr>
          <w:iCs/>
        </w:rPr>
        <w:tab/>
        <w:t>The classification of an operational co-located Load that achieves a peak Demand of 25 MW or greater on or after January 1, 2025 shall be provided via an update to the Resource Registration data within three months from the date peak Demand reaches 25 MW;</w:t>
      </w:r>
    </w:p>
    <w:p w14:paraId="5498F8FD" w14:textId="77777777" w:rsidR="00635BAB" w:rsidRPr="003D6297" w:rsidRDefault="00635BAB" w:rsidP="00635BAB">
      <w:pPr>
        <w:spacing w:after="240"/>
        <w:ind w:left="720" w:hanging="720"/>
        <w:rPr>
          <w:iCs/>
        </w:rPr>
      </w:pPr>
      <w:r w:rsidRPr="003D6297">
        <w:rPr>
          <w:iCs/>
        </w:rPr>
        <w:t>(18)</w:t>
      </w:r>
      <w:r w:rsidRPr="003D6297">
        <w:rPr>
          <w:iCs/>
        </w:rPr>
        <w:tab/>
        <w:t>ERCOT shall treat Load Point identification and end-use classification provided pursuant to paragraphs (14) through (17) of this Section as “Proprietary Customer Information,” as defined in paragraph (1)(r) of Section 1.3.1.1, Items Considered Protected Information.</w:t>
      </w:r>
    </w:p>
    <w:p w14:paraId="15D49C48" w14:textId="0B94F77A" w:rsidR="00635BAB" w:rsidRDefault="00635BAB" w:rsidP="00635BAB">
      <w:pPr>
        <w:spacing w:after="240"/>
        <w:ind w:left="720" w:hanging="720"/>
        <w:rPr>
          <w:iCs/>
        </w:rPr>
      </w:pPr>
      <w:r w:rsidRPr="003D6297">
        <w:rPr>
          <w:iCs/>
        </w:rPr>
        <w:t>(19)</w:t>
      </w:r>
      <w:r w:rsidRPr="003D6297">
        <w:rPr>
          <w:iCs/>
        </w:rPr>
        <w:tab/>
        <w:t>Each Large Load connected at transmission voltage shall be represented by a single Load Point or multiple Load Points at a single substation in the ERCOT Network Operations Model.  No other Loads shall be included in these Load Points.</w:t>
      </w:r>
    </w:p>
    <w:p w14:paraId="3CA1BB96" w14:textId="77777777" w:rsidR="00B9416A" w:rsidRPr="00813F94" w:rsidRDefault="00B9416A" w:rsidP="00491E2C">
      <w:pPr>
        <w:pStyle w:val="Default"/>
        <w:spacing w:before="240" w:after="240"/>
        <w:ind w:left="720" w:hanging="720"/>
        <w:outlineLvl w:val="4"/>
        <w:rPr>
          <w:rFonts w:ascii="Times New Roman" w:hAnsi="Times New Roman" w:cs="Times New Roman"/>
          <w:b/>
          <w:bCs/>
          <w:i/>
        </w:rPr>
      </w:pPr>
      <w:bookmarkStart w:id="1414" w:name="_Toc400526160"/>
      <w:bookmarkStart w:id="1415" w:name="_Toc405534478"/>
      <w:bookmarkStart w:id="1416" w:name="_Toc406570491"/>
      <w:bookmarkStart w:id="1417" w:name="_Toc410910643"/>
      <w:bookmarkStart w:id="1418" w:name="_Toc411841071"/>
      <w:bookmarkStart w:id="1419" w:name="_Toc422147033"/>
      <w:bookmarkStart w:id="1420" w:name="_Toc433020629"/>
      <w:bookmarkStart w:id="1421" w:name="_Toc437262070"/>
      <w:bookmarkStart w:id="1422" w:name="_Toc478375245"/>
      <w:bookmarkStart w:id="1423" w:name="_Toc199405321"/>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14"/>
      <w:bookmarkEnd w:id="1415"/>
      <w:bookmarkEnd w:id="1416"/>
      <w:bookmarkEnd w:id="1417"/>
      <w:bookmarkEnd w:id="1418"/>
      <w:bookmarkEnd w:id="1419"/>
      <w:bookmarkEnd w:id="1420"/>
      <w:bookmarkEnd w:id="1421"/>
      <w:bookmarkEnd w:id="1422"/>
      <w:bookmarkEnd w:id="1423"/>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w:t>
            </w:r>
            <w:r w:rsidRPr="00282040">
              <w:rPr>
                <w:color w:val="000000"/>
              </w:rPr>
              <w:lastRenderedPageBreak/>
              <w:t xml:space="preserve">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24" w:name="_Toc199405322"/>
      <w:r w:rsidRPr="00FA6A72">
        <w:rPr>
          <w:rFonts w:ascii="Times New Roman" w:hAnsi="Times New Roman" w:cs="Times New Roman"/>
          <w:b/>
          <w:bCs/>
          <w:i/>
        </w:rPr>
        <w:lastRenderedPageBreak/>
        <w:t>3.10.7.2.2</w:t>
      </w:r>
      <w:r w:rsidRPr="00FA6A72">
        <w:rPr>
          <w:rFonts w:ascii="Times New Roman" w:hAnsi="Times New Roman" w:cs="Times New Roman"/>
          <w:b/>
          <w:bCs/>
          <w:i/>
        </w:rPr>
        <w:tab/>
        <w:t>Annual Demand Response Report</w:t>
      </w:r>
      <w:bookmarkEnd w:id="1424"/>
    </w:p>
    <w:p w14:paraId="056D60C4" w14:textId="556930C6"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w:t>
      </w:r>
      <w:r w:rsidR="002E7130">
        <w:t>d</w:t>
      </w:r>
      <w:r>
        <w:t>)(5</w:t>
      </w:r>
      <w:r w:rsidRPr="00C82F76">
        <w:t>) of P.U.C. S</w:t>
      </w:r>
      <w:r w:rsidRPr="00C82F76">
        <w:rPr>
          <w:smallCaps/>
        </w:rPr>
        <w:t>ubst</w:t>
      </w:r>
      <w:r w:rsidRPr="00C82F76">
        <w:t>. R. 2</w:t>
      </w:r>
      <w:r>
        <w:t xml:space="preserve">5.505, </w:t>
      </w:r>
      <w:r w:rsidR="002E7130">
        <w:rPr>
          <w:szCs w:val="24"/>
        </w:rPr>
        <w:t>Resource Adequacy</w:t>
      </w:r>
      <w:r w:rsidR="002E7130">
        <w:t xml:space="preserve"> </w:t>
      </w:r>
      <w:r>
        <w:t>Reporting Requirements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sidR="002E7130">
        <w:rPr>
          <w:color w:val="000000"/>
        </w:rPr>
        <w:t>January</w:t>
      </w:r>
      <w:r>
        <w:rPr>
          <w:color w:val="000000"/>
        </w:rPr>
        <w:t xml:space="preserve"> </w:t>
      </w:r>
      <w:r w:rsidR="00C45F43">
        <w:rPr>
          <w:color w:val="000000"/>
        </w:rPr>
        <w:t>31</w:t>
      </w:r>
      <w:r w:rsidRPr="005A132B">
        <w:rPr>
          <w:color w:val="000000"/>
        </w:rPr>
        <w:t xml:space="preserve"> of </w:t>
      </w:r>
      <w:r w:rsidR="002E7130">
        <w:rPr>
          <w:color w:val="000000"/>
        </w:rPr>
        <w:t>the</w:t>
      </w:r>
      <w:r w:rsidRPr="005A132B">
        <w:rPr>
          <w:color w:val="000000"/>
        </w:rPr>
        <w:t xml:space="preserve"> year</w:t>
      </w:r>
      <w:r w:rsidR="002E7130">
        <w:rPr>
          <w:color w:val="000000"/>
        </w:rPr>
        <w:t xml:space="preserve"> following the survey year</w:t>
      </w:r>
      <w:r w:rsidRPr="005A132B">
        <w:rPr>
          <w:color w:val="000000"/>
        </w:rPr>
        <w:t>.</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 xml:space="preserve">ed </w:t>
      </w:r>
      <w:r w:rsidRPr="005462FB">
        <w:rPr>
          <w:szCs w:val="24"/>
        </w:rPr>
        <w:lastRenderedPageBreak/>
        <w:t>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307E33A6" w:rsidR="00AD5C49" w:rsidRPr="005462FB" w:rsidRDefault="00AD5C49" w:rsidP="00AD5C49">
      <w:pPr>
        <w:spacing w:after="240"/>
        <w:ind w:left="720" w:hangingChars="300" w:hanging="720"/>
      </w:pPr>
      <w:r>
        <w:t>(3)</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9501603" w:rsidR="00AD5C49" w:rsidRPr="008E10B9" w:rsidRDefault="00AD5C49" w:rsidP="00AD5C49">
      <w:pPr>
        <w:pStyle w:val="List"/>
      </w:pPr>
      <w:r w:rsidRPr="006767BC">
        <w:t>(b)</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26EDC943" w:rsidR="00AD5C49" w:rsidRPr="008E10B9" w:rsidRDefault="00AD5C49" w:rsidP="00AD5C49">
      <w:pPr>
        <w:spacing w:after="240"/>
        <w:ind w:left="720" w:hangingChars="300" w:hanging="720"/>
        <w:rPr>
          <w:szCs w:val="24"/>
        </w:rPr>
      </w:pPr>
      <w:r>
        <w:rPr>
          <w:szCs w:val="24"/>
        </w:rPr>
        <w:t>(4</w:t>
      </w:r>
      <w:r w:rsidRPr="008E10B9">
        <w:rPr>
          <w:szCs w:val="24"/>
        </w:rPr>
        <w:t>)</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62901125" w:rsidR="00AD5C49" w:rsidRPr="008E10B9" w:rsidRDefault="00AD5C49" w:rsidP="00AD5C49">
      <w:pPr>
        <w:ind w:left="1440" w:hanging="720"/>
      </w:pPr>
      <w:r w:rsidRPr="008E10B9">
        <w:t>(</w:t>
      </w:r>
      <w:r>
        <w:t>a</w:t>
      </w:r>
      <w:r w:rsidRPr="008E10B9">
        <w:t>)</w:t>
      </w:r>
      <w:r w:rsidRPr="008E10B9">
        <w:tab/>
        <w:t>An acknowledgement of the participation requirement;</w:t>
      </w:r>
      <w:r w:rsidRPr="008E10B9">
        <w:br/>
      </w:r>
    </w:p>
    <w:p w14:paraId="3811E9ED" w14:textId="15C08286" w:rsidR="00AD5C49" w:rsidRPr="008E10B9" w:rsidRDefault="00AD5C49" w:rsidP="00AD5C49">
      <w:pPr>
        <w:ind w:left="1440" w:hanging="720"/>
      </w:pPr>
      <w:r>
        <w:t>(b</w:t>
      </w:r>
      <w:r w:rsidRPr="008E10B9">
        <w:t>)</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5952BDD1" w:rsidR="00AD5C49" w:rsidRPr="008E10B9" w:rsidRDefault="00AD5C49" w:rsidP="00AD5C49">
      <w:pPr>
        <w:ind w:left="1440" w:hanging="720"/>
      </w:pPr>
      <w:r>
        <w:lastRenderedPageBreak/>
        <w:t>(d)</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68BBC612" w:rsidR="00AD5C49" w:rsidRPr="00737303" w:rsidRDefault="00AD5C49" w:rsidP="00AD5C49">
      <w:pPr>
        <w:ind w:left="1440" w:hanging="720"/>
      </w:pPr>
      <w:r>
        <w:t>(e</w:t>
      </w:r>
      <w:r w:rsidRPr="008E10B9">
        <w:t>)</w:t>
      </w:r>
      <w:r w:rsidRPr="008E10B9">
        <w:tab/>
        <w:t>Specifically for NOIEs, an indication as to whether the NOIE TDSP or the NOIE LSE is responsible for administering the Demand response programs within the NOIE TDSP area.</w:t>
      </w:r>
      <w:r>
        <w:br/>
      </w:r>
    </w:p>
    <w:p w14:paraId="4B051AC5" w14:textId="0C9A342E"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69A4324F" w:rsidR="00F16E81" w:rsidRDefault="00AD5C49" w:rsidP="00EC0BB3">
      <w:pPr>
        <w:spacing w:after="240"/>
        <w:ind w:left="720" w:hanging="720"/>
      </w:pPr>
      <w:r w:rsidRPr="0013311A">
        <w:rPr>
          <w:rFonts w:eastAsia="Calibri"/>
          <w:szCs w:val="24"/>
        </w:rPr>
        <w:lastRenderedPageBreak/>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 xml:space="preserve">Information provided by NOIEs and REPs to meet the </w:t>
      </w:r>
      <w:r w:rsidR="000A5E99" w:rsidRPr="0013311A">
        <w:rPr>
          <w:rFonts w:eastAsia="Calibri"/>
          <w:szCs w:val="24"/>
        </w:rPr>
        <w:t>above</w:t>
      </w:r>
      <w:r w:rsidR="000A5E99">
        <w:rPr>
          <w:rFonts w:eastAsia="Calibri"/>
          <w:szCs w:val="24"/>
        </w:rPr>
        <w:t>-</w:t>
      </w:r>
      <w:r w:rsidRPr="0013311A">
        <w:rPr>
          <w:rFonts w:eastAsia="Calibri"/>
          <w:szCs w:val="24"/>
        </w:rPr>
        <w:t>described reporting requirements shall be treated as Protected Information in accordance with Section 1.3, Confidentiality.</w:t>
      </w:r>
    </w:p>
    <w:p w14:paraId="2B68ACEE" w14:textId="77777777" w:rsidR="002E7130" w:rsidRPr="002E7130" w:rsidRDefault="002E7130" w:rsidP="002E7130">
      <w:pPr>
        <w:pStyle w:val="Default"/>
        <w:spacing w:before="240" w:after="240"/>
        <w:ind w:left="720" w:hanging="720"/>
        <w:outlineLvl w:val="4"/>
        <w:rPr>
          <w:rFonts w:ascii="Times New Roman" w:hAnsi="Times New Roman" w:cs="Times New Roman"/>
          <w:b/>
          <w:bCs/>
          <w:i/>
        </w:rPr>
      </w:pPr>
      <w:bookmarkStart w:id="1425" w:name="_Toc204048559"/>
      <w:bookmarkStart w:id="1426" w:name="_Toc400526161"/>
      <w:bookmarkStart w:id="1427" w:name="_Toc405534479"/>
      <w:bookmarkStart w:id="1428" w:name="_Toc406570492"/>
      <w:bookmarkStart w:id="1429" w:name="_Toc410910644"/>
      <w:bookmarkStart w:id="1430" w:name="_Toc411841072"/>
      <w:bookmarkStart w:id="1431" w:name="_Toc422147034"/>
      <w:bookmarkStart w:id="1432" w:name="_Toc433020630"/>
      <w:bookmarkStart w:id="1433" w:name="_Toc437262071"/>
      <w:bookmarkStart w:id="1434" w:name="_Toc478375246"/>
      <w:bookmarkStart w:id="1435" w:name="_Toc199405323"/>
      <w:r w:rsidRPr="002E7130">
        <w:rPr>
          <w:rFonts w:ascii="Times New Roman" w:hAnsi="Times New Roman" w:cs="Times New Roman"/>
          <w:b/>
          <w:bCs/>
          <w:i/>
        </w:rPr>
        <w:t>3.10.7.2.3</w:t>
      </w:r>
      <w:r w:rsidRPr="002E7130">
        <w:rPr>
          <w:rFonts w:ascii="Times New Roman" w:hAnsi="Times New Roman" w:cs="Times New Roman"/>
          <w:b/>
          <w:bCs/>
          <w:i/>
        </w:rPr>
        <w:tab/>
        <w:t>Quarterly Residential Demand Response Data Submission</w:t>
      </w:r>
    </w:p>
    <w:p w14:paraId="69BEF249" w14:textId="46AEB45E" w:rsidR="002E7130" w:rsidRPr="002E7130" w:rsidRDefault="002E7130" w:rsidP="002E7130">
      <w:pPr>
        <w:spacing w:after="240"/>
        <w:ind w:left="720" w:hanging="720"/>
        <w:rPr>
          <w:szCs w:val="24"/>
        </w:rPr>
      </w:pPr>
      <w:r w:rsidRPr="002E7130">
        <w:rPr>
          <w:szCs w:val="24"/>
        </w:rPr>
        <w:t>(1)</w:t>
      </w:r>
      <w:r w:rsidRPr="002E7130">
        <w:rPr>
          <w:szCs w:val="24"/>
        </w:rPr>
        <w:tab/>
      </w:r>
      <w:r w:rsidRPr="002E7130">
        <w:rPr>
          <w:color w:val="000000"/>
          <w:szCs w:val="24"/>
        </w:rPr>
        <w:t>P</w:t>
      </w:r>
      <w:r w:rsidRPr="002E7130">
        <w:rPr>
          <w:szCs w:val="24"/>
        </w:rPr>
        <w:t xml:space="preserve">ursuant to subsection (d) of P.U.C. </w:t>
      </w:r>
      <w:r w:rsidRPr="00C82F76">
        <w:t>S</w:t>
      </w:r>
      <w:r w:rsidRPr="00C82F76">
        <w:rPr>
          <w:smallCaps/>
        </w:rPr>
        <w:t>ubst</w:t>
      </w:r>
      <w:r w:rsidRPr="00C82F76">
        <w:t>. R</w:t>
      </w:r>
      <w:r w:rsidRPr="002E7130">
        <w:rPr>
          <w:szCs w:val="24"/>
        </w:rPr>
        <w:t xml:space="preserve">. 25.186, Goal for Average Total Residential Load Reduction, REPs in competitive regions of ERCOT are required to submit residential ESI ID-level data to ERCOT detailing the participation and deployment of Customers with smart appliances or devices enrolled in the REP’s responsive devices.  For purposes of meeting the reporting requirements applicable to ERCOT specified in the Rule, additional data is also required to be submitted to ERCOT by TDSPs regarding Residential Customer participation in their Load management programs implemented under P.U.C. </w:t>
      </w:r>
      <w:r w:rsidRPr="00C82F76">
        <w:t>S</w:t>
      </w:r>
      <w:r w:rsidRPr="00C82F76">
        <w:rPr>
          <w:smallCaps/>
        </w:rPr>
        <w:t>ubst</w:t>
      </w:r>
      <w:r w:rsidRPr="00C82F76">
        <w:t>. R.</w:t>
      </w:r>
      <w:r w:rsidRPr="002E7130">
        <w:t xml:space="preserve"> </w:t>
      </w:r>
      <w:r w:rsidRPr="002E7130">
        <w:rPr>
          <w:szCs w:val="24"/>
        </w:rPr>
        <w:t>25.181</w:t>
      </w:r>
      <w:r w:rsidR="002D77E7">
        <w:rPr>
          <w:szCs w:val="24"/>
        </w:rPr>
        <w:t>,</w:t>
      </w:r>
      <w:r w:rsidR="002D77E7" w:rsidRPr="002D77E7">
        <w:t xml:space="preserve"> </w:t>
      </w:r>
      <w:r w:rsidR="002D77E7" w:rsidRPr="002D77E7">
        <w:rPr>
          <w:szCs w:val="24"/>
        </w:rPr>
        <w:t>Energy Efficiency Goal</w:t>
      </w:r>
      <w:r w:rsidR="002D77E7">
        <w:rPr>
          <w:szCs w:val="24"/>
        </w:rPr>
        <w:t xml:space="preserve">, </w:t>
      </w:r>
      <w:r w:rsidR="002D77E7" w:rsidRPr="002E7130">
        <w:rPr>
          <w:szCs w:val="24"/>
        </w:rPr>
        <w:t xml:space="preserve">P.U.C. </w:t>
      </w:r>
      <w:r w:rsidR="002D77E7" w:rsidRPr="00C82F76">
        <w:t>S</w:t>
      </w:r>
      <w:r w:rsidR="002D77E7" w:rsidRPr="00C82F76">
        <w:rPr>
          <w:smallCaps/>
        </w:rPr>
        <w:t>ubst</w:t>
      </w:r>
      <w:r w:rsidR="002D77E7" w:rsidRPr="00C82F76">
        <w:t>. R.</w:t>
      </w:r>
      <w:r w:rsidR="002D77E7" w:rsidRPr="002E7130">
        <w:t xml:space="preserve"> </w:t>
      </w:r>
      <w:r w:rsidR="002D77E7" w:rsidRPr="002E7130">
        <w:rPr>
          <w:szCs w:val="24"/>
        </w:rPr>
        <w:t>25.18</w:t>
      </w:r>
      <w:r w:rsidR="002D77E7">
        <w:rPr>
          <w:szCs w:val="24"/>
        </w:rPr>
        <w:t>2,</w:t>
      </w:r>
      <w:r w:rsidR="002D77E7" w:rsidRPr="002D77E7">
        <w:t xml:space="preserve"> </w:t>
      </w:r>
      <w:r w:rsidR="002D77E7" w:rsidRPr="002D77E7">
        <w:rPr>
          <w:szCs w:val="24"/>
        </w:rPr>
        <w:t>Energy Efficiency Cost Recovery Factor</w:t>
      </w:r>
      <w:r w:rsidR="002D77E7">
        <w:rPr>
          <w:szCs w:val="24"/>
        </w:rPr>
        <w:t xml:space="preserve">, and </w:t>
      </w:r>
      <w:r w:rsidR="002D77E7" w:rsidRPr="002E7130">
        <w:rPr>
          <w:szCs w:val="24"/>
        </w:rPr>
        <w:t xml:space="preserve">P.U.C. </w:t>
      </w:r>
      <w:r w:rsidR="002D77E7" w:rsidRPr="00C82F76">
        <w:t>S</w:t>
      </w:r>
      <w:r w:rsidR="002D77E7" w:rsidRPr="00C82F76">
        <w:rPr>
          <w:smallCaps/>
        </w:rPr>
        <w:t>ubst</w:t>
      </w:r>
      <w:r w:rsidR="002D77E7" w:rsidRPr="00C82F76">
        <w:t>. R.</w:t>
      </w:r>
      <w:r w:rsidR="002D77E7" w:rsidRPr="002E7130">
        <w:t xml:space="preserve"> </w:t>
      </w:r>
      <w:r w:rsidR="002D77E7" w:rsidRPr="002E7130">
        <w:rPr>
          <w:szCs w:val="24"/>
        </w:rPr>
        <w:t>25.18</w:t>
      </w:r>
      <w:r w:rsidR="002D77E7">
        <w:rPr>
          <w:szCs w:val="24"/>
        </w:rPr>
        <w:t xml:space="preserve">3, </w:t>
      </w:r>
      <w:r w:rsidR="002D77E7" w:rsidRPr="002D77E7">
        <w:rPr>
          <w:szCs w:val="24"/>
        </w:rPr>
        <w:t>Reporting and Evaluation of Energy Efficiency Programs</w:t>
      </w:r>
      <w:r w:rsidRPr="002E7130">
        <w:rPr>
          <w:szCs w:val="24"/>
        </w:rPr>
        <w:t>.</w:t>
      </w:r>
    </w:p>
    <w:p w14:paraId="5D61D3D4" w14:textId="77777777" w:rsidR="002E7130" w:rsidRPr="002E7130" w:rsidRDefault="002E7130" w:rsidP="002E7130">
      <w:pPr>
        <w:spacing w:after="240"/>
        <w:ind w:left="1440" w:hanging="720"/>
        <w:rPr>
          <w:szCs w:val="24"/>
        </w:rPr>
      </w:pPr>
      <w:r w:rsidRPr="002E7130">
        <w:rPr>
          <w:szCs w:val="24"/>
        </w:rPr>
        <w:t>(a)</w:t>
      </w:r>
      <w:r w:rsidRPr="002E7130">
        <w:rPr>
          <w:szCs w:val="24"/>
        </w:rPr>
        <w:tab/>
        <w:t>REPs and TDSPs must submit this data to ERCOT no later than 45 days following the end of each calendar quarter.</w:t>
      </w:r>
    </w:p>
    <w:p w14:paraId="0D0848C8" w14:textId="77777777" w:rsidR="002E7130" w:rsidRPr="002E7130" w:rsidRDefault="002E7130" w:rsidP="002E7130">
      <w:pPr>
        <w:spacing w:after="240"/>
        <w:ind w:left="1440" w:hanging="720"/>
        <w:rPr>
          <w:szCs w:val="24"/>
        </w:rPr>
      </w:pPr>
      <w:r w:rsidRPr="002E7130">
        <w:rPr>
          <w:szCs w:val="24"/>
        </w:rPr>
        <w:t>(b)</w:t>
      </w:r>
      <w:r w:rsidRPr="002E7130">
        <w:rPr>
          <w:szCs w:val="24"/>
        </w:rPr>
        <w:tab/>
        <w:t>Section 22, Attachment T, Retail Electric Provider and Transmission and/or Distribution Service Providers Smart Device Demand Response Reporting Requirements, details the technical requirements for providing the required data to ERCOT.</w:t>
      </w:r>
    </w:p>
    <w:p w14:paraId="11DCCF31" w14:textId="590AA899" w:rsidR="002E7130" w:rsidRPr="002E7130" w:rsidRDefault="002E7130" w:rsidP="002E7130">
      <w:pPr>
        <w:spacing w:after="240"/>
        <w:ind w:left="1440" w:hanging="720"/>
        <w:rPr>
          <w:szCs w:val="24"/>
        </w:rPr>
      </w:pPr>
      <w:r w:rsidRPr="002E7130">
        <w:rPr>
          <w:szCs w:val="24"/>
        </w:rPr>
        <w:t>(c)</w:t>
      </w:r>
      <w:r w:rsidRPr="002E7130">
        <w:rPr>
          <w:szCs w:val="24"/>
        </w:rPr>
        <w:tab/>
        <w:t xml:space="preserve">REPs that do not have P.U.C. </w:t>
      </w:r>
      <w:r w:rsidRPr="00C82F76">
        <w:t>S</w:t>
      </w:r>
      <w:r w:rsidRPr="00C82F76">
        <w:rPr>
          <w:smallCaps/>
        </w:rPr>
        <w:t>ubst</w:t>
      </w:r>
      <w:r w:rsidRPr="00C82F76">
        <w:t>. R.</w:t>
      </w:r>
      <w:r w:rsidRPr="002E7130">
        <w:t xml:space="preserve"> </w:t>
      </w:r>
      <w:r w:rsidRPr="002E7130">
        <w:rPr>
          <w:szCs w:val="24"/>
        </w:rPr>
        <w:t>25.186 programs must send an email to ERCOT (</w:t>
      </w:r>
      <w:hyperlink r:id="rId81" w:history="1">
        <w:r w:rsidRPr="002E7130">
          <w:rPr>
            <w:color w:val="0000FF"/>
            <w:szCs w:val="24"/>
            <w:u w:val="single"/>
          </w:rPr>
          <w:t>drsurvey@ercot.com</w:t>
        </w:r>
      </w:hyperlink>
      <w:r w:rsidRPr="002E7130">
        <w:rPr>
          <w:szCs w:val="24"/>
        </w:rPr>
        <w:t>) no later than 15 days following the end of each calendar quarter indicating the absence of such programs.</w:t>
      </w:r>
    </w:p>
    <w:p w14:paraId="5F05368F" w14:textId="77777777" w:rsidR="002E7130" w:rsidRPr="002E7130" w:rsidRDefault="002E7130" w:rsidP="002E7130">
      <w:pPr>
        <w:spacing w:after="240"/>
        <w:ind w:left="1440" w:hanging="720"/>
        <w:rPr>
          <w:szCs w:val="24"/>
        </w:rPr>
      </w:pPr>
      <w:r w:rsidRPr="002E7130">
        <w:rPr>
          <w:szCs w:val="24"/>
        </w:rPr>
        <w:t>(d)</w:t>
      </w:r>
      <w:r w:rsidRPr="002E7130">
        <w:rPr>
          <w:szCs w:val="24"/>
        </w:rPr>
        <w:tab/>
        <w:t>TDSPs that do not have standard offer Load management programs must send an email to ERCOT (</w:t>
      </w:r>
      <w:hyperlink r:id="rId82" w:history="1">
        <w:r w:rsidRPr="002E7130">
          <w:rPr>
            <w:color w:val="0000FF"/>
            <w:szCs w:val="24"/>
            <w:u w:val="single"/>
          </w:rPr>
          <w:t>drsurvey@ercot.com</w:t>
        </w:r>
      </w:hyperlink>
      <w:r w:rsidRPr="002E7130">
        <w:rPr>
          <w:szCs w:val="24"/>
        </w:rPr>
        <w:t>) no later than 15 days following the end of each calendar quarter indicating the absence of such programs.</w:t>
      </w:r>
    </w:p>
    <w:p w14:paraId="660AE8C9" w14:textId="77777777" w:rsidR="002E7130" w:rsidRPr="002E7130" w:rsidRDefault="002E7130" w:rsidP="002E7130">
      <w:pPr>
        <w:spacing w:after="240"/>
        <w:ind w:left="1440" w:hanging="720"/>
        <w:rPr>
          <w:szCs w:val="24"/>
        </w:rPr>
      </w:pPr>
      <w:r w:rsidRPr="002E7130">
        <w:rPr>
          <w:szCs w:val="24"/>
        </w:rPr>
        <w:t>(e)</w:t>
      </w:r>
      <w:r w:rsidRPr="002E7130">
        <w:rPr>
          <w:szCs w:val="24"/>
        </w:rPr>
        <w:tab/>
        <w:t>All REPs must report participation of residential ESI IDs in programs involving deployment of smart appliances or devices enrolled in the REP’s responsive devices programs as specified in this section.  REPs with a reporting requirement pursuant to Section 3.10.7.2.2, Annual Demand Response Report, are not required to include participation in the ‘OLC’ category for these ESI IDs in their reporting for that section.</w:t>
      </w:r>
    </w:p>
    <w:p w14:paraId="159BD243" w14:textId="77777777" w:rsidR="002E7130" w:rsidRDefault="002E7130" w:rsidP="002E7130">
      <w:pPr>
        <w:spacing w:after="240"/>
        <w:ind w:left="720" w:hanging="720"/>
        <w:rPr>
          <w:rFonts w:eastAsia="Calibri"/>
          <w:szCs w:val="24"/>
        </w:rPr>
      </w:pPr>
      <w:r w:rsidRPr="002E7130">
        <w:rPr>
          <w:rFonts w:eastAsia="Calibri"/>
          <w:szCs w:val="24"/>
        </w:rPr>
        <w:t>(2)</w:t>
      </w:r>
      <w:r w:rsidRPr="002E7130">
        <w:rPr>
          <w:rFonts w:eastAsia="Calibri"/>
          <w:szCs w:val="24"/>
        </w:rPr>
        <w:tab/>
      </w:r>
      <w:r w:rsidRPr="002E7130">
        <w:rPr>
          <w:szCs w:val="24"/>
        </w:rPr>
        <w:t>Information</w:t>
      </w:r>
      <w:r w:rsidRPr="002E7130">
        <w:rPr>
          <w:rFonts w:eastAsia="Calibri"/>
          <w:szCs w:val="24"/>
        </w:rPr>
        <w:t xml:space="preserve"> provided by REPs and TDSPs to meet the above-described reporting requirements shall be treated as Protected Information in accordance with Section 1.3, Confidentiality.</w:t>
      </w:r>
    </w:p>
    <w:p w14:paraId="6EA05FF8" w14:textId="3B10FBE2" w:rsidR="00CB13B2" w:rsidRPr="00552CF9" w:rsidRDefault="002D238A" w:rsidP="002E7130">
      <w:pPr>
        <w:pStyle w:val="H4"/>
        <w:ind w:left="1267" w:hanging="1267"/>
        <w:rPr>
          <w:b/>
        </w:rPr>
      </w:pPr>
      <w:r w:rsidRPr="00552CF9">
        <w:rPr>
          <w:b/>
        </w:rPr>
        <w:lastRenderedPageBreak/>
        <w:t>3.10.7.3</w:t>
      </w:r>
      <w:r w:rsidRPr="00552CF9">
        <w:rPr>
          <w:b/>
        </w:rPr>
        <w:tab/>
        <w:t>Modeling of Private Use Networks</w:t>
      </w:r>
      <w:bookmarkEnd w:id="1425"/>
      <w:bookmarkEnd w:id="1426"/>
      <w:bookmarkEnd w:id="1427"/>
      <w:bookmarkEnd w:id="1428"/>
      <w:bookmarkEnd w:id="1429"/>
      <w:bookmarkEnd w:id="1430"/>
      <w:bookmarkEnd w:id="1431"/>
      <w:bookmarkEnd w:id="1432"/>
      <w:bookmarkEnd w:id="1433"/>
      <w:bookmarkEnd w:id="1434"/>
      <w:bookmarkEnd w:id="1435"/>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lastRenderedPageBreak/>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36" w:name="_Toc204048560"/>
      <w:bookmarkStart w:id="1437" w:name="_Toc400526162"/>
      <w:bookmarkStart w:id="1438" w:name="_Toc405534480"/>
      <w:bookmarkStart w:id="1439" w:name="_Toc406570493"/>
      <w:bookmarkStart w:id="1440" w:name="_Toc410910645"/>
      <w:bookmarkStart w:id="1441" w:name="_Toc411841073"/>
      <w:bookmarkStart w:id="1442" w:name="_Toc422147035"/>
      <w:bookmarkStart w:id="1443" w:name="_Toc433020631"/>
      <w:bookmarkStart w:id="1444" w:name="_Toc437262072"/>
      <w:bookmarkStart w:id="1445" w:name="_Toc478375247"/>
      <w:bookmarkStart w:id="1446" w:name="_Toc199405324"/>
      <w:r w:rsidRPr="00552CF9">
        <w:rPr>
          <w:b/>
        </w:rPr>
        <w:t>3.10.7.4</w:t>
      </w:r>
      <w:r w:rsidRPr="00552CF9">
        <w:rPr>
          <w:b/>
        </w:rPr>
        <w:tab/>
      </w:r>
      <w:r w:rsidR="006E44DA" w:rsidRPr="007D2202">
        <w:rPr>
          <w:b/>
          <w:bCs/>
        </w:rPr>
        <w:t>Remedial Action Schemes, Automatic Mitigation Plans and Remedial Action Plans</w:t>
      </w:r>
      <w:bookmarkEnd w:id="1436"/>
      <w:bookmarkEnd w:id="1437"/>
      <w:bookmarkEnd w:id="1438"/>
      <w:bookmarkEnd w:id="1439"/>
      <w:bookmarkEnd w:id="1440"/>
      <w:bookmarkEnd w:id="1441"/>
      <w:bookmarkEnd w:id="1442"/>
      <w:bookmarkEnd w:id="1443"/>
      <w:bookmarkEnd w:id="1444"/>
      <w:bookmarkEnd w:id="1445"/>
      <w:bookmarkEnd w:id="1446"/>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w:t>
            </w:r>
            <w:r w:rsidRPr="00E55E72">
              <w:rPr>
                <w:color w:val="000000"/>
                <w:szCs w:val="23"/>
              </w:rPr>
              <w:lastRenderedPageBreak/>
              <w:t xml:space="preserve">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lastRenderedPageBreak/>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47" w:name="_Toc144691952"/>
      <w:bookmarkStart w:id="1448" w:name="_Toc204048561"/>
      <w:bookmarkStart w:id="1449" w:name="_Toc400526163"/>
      <w:bookmarkStart w:id="1450" w:name="_Toc405534481"/>
      <w:bookmarkStart w:id="1451" w:name="_Toc406570494"/>
      <w:bookmarkStart w:id="1452" w:name="_Toc410910646"/>
      <w:bookmarkStart w:id="1453" w:name="_Toc411841074"/>
      <w:bookmarkStart w:id="1454" w:name="_Toc422147036"/>
      <w:bookmarkStart w:id="1455" w:name="_Toc433020632"/>
      <w:bookmarkStart w:id="1456" w:name="_Toc437262073"/>
      <w:bookmarkStart w:id="1457" w:name="_Toc478375248"/>
      <w:bookmarkStart w:id="1458" w:name="_Toc199405325"/>
      <w:r w:rsidRPr="00552CF9">
        <w:rPr>
          <w:b/>
        </w:rPr>
        <w:t>3.10.7.5</w:t>
      </w:r>
      <w:r w:rsidRPr="00552CF9">
        <w:rPr>
          <w:b/>
        </w:rPr>
        <w:tab/>
        <w:t xml:space="preserve">Telemetry </w:t>
      </w:r>
      <w:bookmarkEnd w:id="1447"/>
      <w:bookmarkEnd w:id="1448"/>
      <w:bookmarkEnd w:id="1449"/>
      <w:bookmarkEnd w:id="1450"/>
      <w:bookmarkEnd w:id="1451"/>
      <w:bookmarkEnd w:id="1452"/>
      <w:bookmarkEnd w:id="1453"/>
      <w:bookmarkEnd w:id="1454"/>
      <w:bookmarkEnd w:id="1455"/>
      <w:bookmarkEnd w:id="1456"/>
      <w:bookmarkEnd w:id="1457"/>
      <w:r w:rsidR="008F7DE7">
        <w:rPr>
          <w:b/>
        </w:rPr>
        <w:t>Requirements</w:t>
      </w:r>
      <w:bookmarkEnd w:id="1458"/>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lastRenderedPageBreak/>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lastRenderedPageBreak/>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739598F0" w14:textId="77777777" w:rsidR="005574E6" w:rsidRDefault="002D238A" w:rsidP="008C5A20">
      <w:pPr>
        <w:pStyle w:val="BodyTextNumbered"/>
        <w:spacing w:before="240"/>
      </w:pPr>
      <w:r>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lastRenderedPageBreak/>
        <w:t xml:space="preserve">additional telemetry may </w:t>
      </w:r>
      <w:r w:rsidR="008F7DE7" w:rsidRPr="006057F1">
        <w:t>be requested as described in Section 3.10.7.5.9, ERCOT Requests for Telemetry</w:t>
      </w:r>
      <w:r>
        <w: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5574E6" w14:paraId="0B13EDA9" w14:textId="77777777" w:rsidTr="005574E6">
        <w:tc>
          <w:tcPr>
            <w:tcW w:w="9450" w:type="dxa"/>
            <w:tcBorders>
              <w:top w:val="single" w:sz="4" w:space="0" w:color="auto"/>
              <w:left w:val="single" w:sz="4" w:space="0" w:color="auto"/>
              <w:bottom w:val="single" w:sz="4" w:space="0" w:color="auto"/>
              <w:right w:val="single" w:sz="4" w:space="0" w:color="auto"/>
            </w:tcBorders>
            <w:shd w:val="clear" w:color="auto" w:fill="D9D9D9"/>
          </w:tcPr>
          <w:p w14:paraId="4D193143" w14:textId="71BA88AF" w:rsidR="005574E6" w:rsidRDefault="005574E6" w:rsidP="00A54797">
            <w:pPr>
              <w:spacing w:before="120" w:after="240"/>
              <w:rPr>
                <w:b/>
                <w:i/>
              </w:rPr>
            </w:pPr>
            <w:r>
              <w:rPr>
                <w:b/>
                <w:i/>
              </w:rPr>
              <w:t>[NPRR1234</w:t>
            </w:r>
            <w:r w:rsidRPr="004B0726">
              <w:rPr>
                <w:b/>
                <w:i/>
              </w:rPr>
              <w:t xml:space="preserve">: </w:t>
            </w:r>
            <w:r>
              <w:rPr>
                <w:b/>
                <w:i/>
              </w:rPr>
              <w:t xml:space="preserve"> Replace paragraph (4) above with the following upon system implementation:</w:t>
            </w:r>
            <w:r w:rsidRPr="004B0726">
              <w:rPr>
                <w:b/>
                <w:i/>
              </w:rPr>
              <w:t>]</w:t>
            </w:r>
          </w:p>
          <w:p w14:paraId="5A83BDC4" w14:textId="77C3B58B" w:rsidR="005574E6" w:rsidRPr="005574E6" w:rsidRDefault="005574E6" w:rsidP="005574E6">
            <w:pPr>
              <w:spacing w:after="240"/>
              <w:ind w:left="720" w:hanging="720"/>
              <w:rPr>
                <w:iCs/>
              </w:rPr>
            </w:pPr>
            <w:r w:rsidRPr="003D6297">
              <w:rPr>
                <w:iCs/>
              </w:rPr>
              <w:t>(4)</w:t>
            </w:r>
            <w:r w:rsidRPr="003D6297">
              <w:rPr>
                <w:iCs/>
              </w:rPr>
              <w:tab/>
              <w:t>When ERCOT identifies a reliability concern, a deficiency in system observability, or a deficiency in measurement to support the representation of Load Points, and that concern or deficiency is not due to any inadequacy of the State Estimator program, additional telemetry may be requested as described in Section 3.10.7.5.9, ERCOT Requests for Telemetry.</w:t>
            </w:r>
          </w:p>
        </w:tc>
      </w:tr>
    </w:tbl>
    <w:p w14:paraId="43495BD0" w14:textId="77777777" w:rsidR="00CB13B2" w:rsidRDefault="002D238A" w:rsidP="005574E6">
      <w:pPr>
        <w:pStyle w:val="H5"/>
        <w:spacing w:before="480"/>
        <w:ind w:left="1627" w:hanging="1627"/>
      </w:pPr>
      <w:bookmarkStart w:id="1459" w:name="_Toc144691953"/>
      <w:bookmarkStart w:id="1460" w:name="_Toc204048562"/>
      <w:bookmarkStart w:id="1461" w:name="_Toc400526164"/>
      <w:bookmarkStart w:id="1462" w:name="_Toc405534482"/>
      <w:bookmarkStart w:id="1463" w:name="_Toc406570495"/>
      <w:bookmarkStart w:id="1464" w:name="_Toc410910647"/>
      <w:bookmarkStart w:id="1465" w:name="_Toc411841075"/>
      <w:bookmarkStart w:id="1466" w:name="_Toc422147037"/>
      <w:bookmarkStart w:id="1467" w:name="_Toc433020633"/>
      <w:bookmarkStart w:id="1468" w:name="_Toc437262074"/>
      <w:bookmarkStart w:id="1469" w:name="_Toc478375249"/>
      <w:bookmarkStart w:id="1470" w:name="_Toc199405326"/>
      <w:r>
        <w:t>3.10.7.5.1</w:t>
      </w:r>
      <w:r>
        <w:tab/>
        <w:t>Continuous Telemetry of the Status of Breakers and Switches</w:t>
      </w:r>
      <w:bookmarkEnd w:id="1459"/>
      <w:bookmarkEnd w:id="1460"/>
      <w:bookmarkEnd w:id="1461"/>
      <w:bookmarkEnd w:id="1462"/>
      <w:bookmarkEnd w:id="1463"/>
      <w:bookmarkEnd w:id="1464"/>
      <w:bookmarkEnd w:id="1465"/>
      <w:bookmarkEnd w:id="1466"/>
      <w:bookmarkEnd w:id="1467"/>
      <w:bookmarkEnd w:id="1468"/>
      <w:bookmarkEnd w:id="1469"/>
      <w:bookmarkEnd w:id="1470"/>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41B3E5C2" w:rsidR="002850C9" w:rsidRDefault="002850C9" w:rsidP="00C53595">
            <w:pPr>
              <w:spacing w:before="120" w:after="240"/>
              <w:rPr>
                <w:b/>
                <w:i/>
              </w:rPr>
            </w:pPr>
            <w:r>
              <w:rPr>
                <w:b/>
                <w:i/>
              </w:rPr>
              <w:lastRenderedPageBreak/>
              <w:t>[NPRR857</w:t>
            </w:r>
            <w:r w:rsidR="005574E6">
              <w:rPr>
                <w:b/>
                <w:i/>
              </w:rPr>
              <w:t xml:space="preserve"> and NPRR1234</w:t>
            </w:r>
            <w:r w:rsidRPr="004B0726">
              <w:rPr>
                <w:b/>
                <w:i/>
              </w:rPr>
              <w:t xml:space="preserve">: </w:t>
            </w:r>
            <w:r>
              <w:rPr>
                <w:b/>
                <w:i/>
              </w:rPr>
              <w:t xml:space="preserve"> Replace </w:t>
            </w:r>
            <w:r w:rsidR="005574E6">
              <w:rPr>
                <w:b/>
                <w:i/>
              </w:rPr>
              <w:t xml:space="preserve">applicable portions of </w:t>
            </w:r>
            <w:r>
              <w:rPr>
                <w:b/>
                <w:i/>
              </w:rPr>
              <w:t>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FE5E98">
              <w:rPr>
                <w:b/>
                <w:i/>
              </w:rPr>
              <w:t xml:space="preserve"> for NPRR857; and upon system implementation for NPRR1234</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1E0359BB"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Load</w:t>
            </w:r>
            <w:r w:rsidR="005574E6">
              <w:rPr>
                <w:iCs/>
              </w:rPr>
              <w:t xml:space="preserve"> Point</w:t>
            </w:r>
            <w:r w:rsidR="002850C9" w:rsidRPr="00E55E72">
              <w:rPr>
                <w:iCs/>
              </w:rPr>
              <w:t>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w:t>
            </w:r>
            <w:r w:rsidR="00056B83"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lastRenderedPageBreak/>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w:t>
            </w:r>
            <w:r w:rsidR="00056B83"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lastRenderedPageBreak/>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67910F1" w:rsidR="00CB13B2" w:rsidRDefault="002D238A">
      <w:pPr>
        <w:pStyle w:val="BodyTextNumbered"/>
      </w:pPr>
      <w:r>
        <w:t>(</w:t>
      </w:r>
      <w:r w:rsidR="00975D36">
        <w:t>9</w:t>
      </w:r>
      <w:r>
        <w:t>)</w:t>
      </w:r>
      <w:r>
        <w:tab/>
        <w:t>Each QSE that represents a Split Generation Resource, with metering according to Section 3.8, Special Considerations</w:t>
      </w:r>
      <w:r w:rsidR="00952DCF">
        <w:t>,</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71" w:name="_Toc144691954"/>
      <w:bookmarkStart w:id="1472" w:name="_Toc204048563"/>
      <w:bookmarkStart w:id="1473" w:name="_Toc400526165"/>
      <w:bookmarkStart w:id="1474" w:name="_Toc405534483"/>
      <w:bookmarkStart w:id="1475" w:name="_Toc406570496"/>
      <w:bookmarkStart w:id="1476" w:name="_Toc410910648"/>
      <w:bookmarkStart w:id="1477" w:name="_Toc411841076"/>
      <w:bookmarkStart w:id="1478" w:name="_Toc422147038"/>
      <w:bookmarkStart w:id="1479" w:name="_Toc433020634"/>
      <w:bookmarkStart w:id="1480" w:name="_Toc437262075"/>
      <w:bookmarkStart w:id="1481" w:name="_Toc478375250"/>
      <w:bookmarkStart w:id="1482" w:name="_Toc199405327"/>
      <w:r>
        <w:t>3.10.7.5.2</w:t>
      </w:r>
      <w:r>
        <w:tab/>
        <w:t>Continuous Telemetry of the Real-Time Measurements of Bus Load, Voltages, Tap Position, and Flows</w:t>
      </w:r>
      <w:bookmarkEnd w:id="1471"/>
      <w:bookmarkEnd w:id="1472"/>
      <w:bookmarkEnd w:id="1473"/>
      <w:bookmarkEnd w:id="1474"/>
      <w:bookmarkEnd w:id="1475"/>
      <w:bookmarkEnd w:id="1476"/>
      <w:bookmarkEnd w:id="1477"/>
      <w:bookmarkEnd w:id="1478"/>
      <w:bookmarkEnd w:id="1479"/>
      <w:bookmarkEnd w:id="1480"/>
      <w:bookmarkEnd w:id="1481"/>
      <w:bookmarkEnd w:id="1482"/>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6ED1EA54" w:rsidR="00CB13B2" w:rsidRDefault="002D238A" w:rsidP="008C5A20">
      <w:pPr>
        <w:pStyle w:val="BodyTextNumbered"/>
        <w:spacing w:before="240"/>
      </w:pPr>
      <w:r>
        <w:lastRenderedPageBreak/>
        <w:t>(2)</w:t>
      </w:r>
      <w:r>
        <w:tab/>
        <w:t>Each QSE that represents a Split Generation Resource, with metering according to Section 3.8, Special Considerations</w:t>
      </w:r>
      <w:r w:rsidR="00952DCF">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lastRenderedPageBreak/>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 xml:space="preserve">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w:t>
            </w:r>
            <w:r w:rsidRPr="00E55E72">
              <w:rPr>
                <w:iCs/>
              </w:rPr>
              <w:lastRenderedPageBreak/>
              <w:t>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483" w:name="_Toc204048564"/>
            <w:bookmarkStart w:id="1484" w:name="_Toc400526166"/>
            <w:bookmarkStart w:id="1485" w:name="_Toc405534484"/>
            <w:bookmarkStart w:id="1486" w:name="_Toc406570497"/>
            <w:bookmarkStart w:id="1487" w:name="_Toc410910649"/>
            <w:bookmarkStart w:id="1488" w:name="_Toc411841077"/>
            <w:bookmarkStart w:id="1489" w:name="_Toc422147039"/>
            <w:bookmarkStart w:id="1490" w:name="_Toc433020635"/>
            <w:bookmarkStart w:id="1491" w:name="_Toc437262076"/>
            <w:bookmarkStart w:id="1492"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493" w:name="_Toc199405328"/>
      <w:r>
        <w:t>3.10.7.5.3</w:t>
      </w:r>
      <w:r w:rsidRPr="000C1FFC">
        <w:t xml:space="preserve"> </w:t>
      </w:r>
      <w:r>
        <w:tab/>
        <w:t xml:space="preserve">Required </w:t>
      </w:r>
      <w:r w:rsidRPr="000C1FFC">
        <w:t>Telemetry of Voltage and Power Flow</w:t>
      </w:r>
      <w:bookmarkEnd w:id="1493"/>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lastRenderedPageBreak/>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494" w:name="_Toc199405329"/>
      <w:r>
        <w:rPr>
          <w:rFonts w:cs="Arial"/>
          <w:iCs w:val="0"/>
        </w:rPr>
        <w:t>3.10.7.5.4</w:t>
      </w:r>
      <w:r w:rsidRPr="000C1FFC">
        <w:rPr>
          <w:rFonts w:cs="Arial"/>
          <w:iCs w:val="0"/>
        </w:rPr>
        <w:tab/>
        <w:t>General Telemetry Performance Criteria</w:t>
      </w:r>
      <w:bookmarkEnd w:id="1494"/>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 xml:space="preserve">92% of all telemetry provided to ERCOT must achieve a quarterly availability of 80%.  Availability shall be measured based on end-to-end connectivity of the communications path and the passing of Real-Time </w:t>
      </w:r>
      <w:r w:rsidRPr="000C1FFC">
        <w:lastRenderedPageBreak/>
        <w:t>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495" w:name="_Toc199405330"/>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495"/>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lastRenderedPageBreak/>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496" w:name="_Toc199405331"/>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496"/>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497" w:name="_Toc199405332"/>
      <w:r>
        <w:rPr>
          <w:rFonts w:cs="Arial"/>
        </w:rPr>
        <w:lastRenderedPageBreak/>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497"/>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498" w:name="_Toc199405333"/>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498"/>
    </w:p>
    <w:p w14:paraId="0359D2FD" w14:textId="77777777" w:rsidR="00CC4EC4" w:rsidRPr="000C1FFC" w:rsidRDefault="00CC4EC4" w:rsidP="00CC4EC4">
      <w:pPr>
        <w:pStyle w:val="H2"/>
        <w:ind w:left="907" w:hanging="907"/>
        <w:outlineLvl w:val="3"/>
      </w:pPr>
      <w:bookmarkStart w:id="1499" w:name="_Toc199405334"/>
      <w:r>
        <w:t>3.10.7.5.8.1</w:t>
      </w:r>
      <w:r w:rsidRPr="000C1FFC">
        <w:tab/>
        <w:t>Data Quality Codes</w:t>
      </w:r>
      <w:bookmarkEnd w:id="1499"/>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00" w:name="_Toc199405335"/>
      <w:r>
        <w:t>3.10.7.5.8.2</w:t>
      </w:r>
      <w:r w:rsidRPr="000C1FFC">
        <w:tab/>
        <w:t>Reliability of ICCP Associations</w:t>
      </w:r>
      <w:bookmarkEnd w:id="1500"/>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01" w:name="_Toc199405336"/>
      <w:r w:rsidRPr="00D471F7">
        <w:rPr>
          <w:rFonts w:cs="Arial"/>
          <w:szCs w:val="24"/>
        </w:rPr>
        <w:lastRenderedPageBreak/>
        <w:t>3.10.7.5.9</w:t>
      </w:r>
      <w:r w:rsidRPr="00D471F7">
        <w:rPr>
          <w:rFonts w:cs="Arial"/>
          <w:szCs w:val="24"/>
        </w:rPr>
        <w:tab/>
        <w:t>ERCOT Requests for Telemetry</w:t>
      </w:r>
      <w:bookmarkEnd w:id="1501"/>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lastRenderedPageBreak/>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02" w:name="_Toc199405337"/>
      <w:r w:rsidRPr="00D471F7">
        <w:rPr>
          <w:rFonts w:cs="Arial"/>
          <w:szCs w:val="24"/>
        </w:rPr>
        <w:lastRenderedPageBreak/>
        <w:t>3.10.7.5.10</w:t>
      </w:r>
      <w:r w:rsidRPr="00D471F7">
        <w:rPr>
          <w:rFonts w:cs="Arial"/>
          <w:szCs w:val="24"/>
        </w:rPr>
        <w:tab/>
        <w:t>ERCOT Requests for Redundant Telemetry</w:t>
      </w:r>
      <w:bookmarkEnd w:id="1502"/>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w:t>
      </w:r>
      <w:r>
        <w:rPr>
          <w:iCs w:val="0"/>
        </w:rPr>
        <w:lastRenderedPageBreak/>
        <w:t xml:space="preserve">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03" w:name="_Toc199405338"/>
      <w:r w:rsidRPr="007F4287">
        <w:rPr>
          <w:b/>
        </w:rPr>
        <w:t>3.10.7.6</w:t>
      </w:r>
      <w:r w:rsidRPr="007F4287">
        <w:rPr>
          <w:b/>
        </w:rPr>
        <w:tab/>
      </w:r>
      <w:r w:rsidR="004661C6">
        <w:rPr>
          <w:b/>
        </w:rPr>
        <w:t>Use</w:t>
      </w:r>
      <w:r w:rsidRPr="007F4287">
        <w:rPr>
          <w:b/>
        </w:rPr>
        <w:t xml:space="preserve"> of Generic Transmission </w:t>
      </w:r>
      <w:bookmarkEnd w:id="1483"/>
      <w:r w:rsidR="004661C6" w:rsidRPr="004661C6">
        <w:rPr>
          <w:b/>
        </w:rPr>
        <w:t>Constraints and Generic Transmission Limits</w:t>
      </w:r>
      <w:bookmarkEnd w:id="1484"/>
      <w:bookmarkEnd w:id="1485"/>
      <w:bookmarkEnd w:id="1486"/>
      <w:bookmarkEnd w:id="1487"/>
      <w:bookmarkEnd w:id="1488"/>
      <w:bookmarkEnd w:id="1489"/>
      <w:bookmarkEnd w:id="1490"/>
      <w:bookmarkEnd w:id="1491"/>
      <w:bookmarkEnd w:id="1492"/>
      <w:bookmarkEnd w:id="1503"/>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2069" w14:paraId="268D44F3"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62B54DC8" w14:textId="10C1435D" w:rsidR="00BD2069" w:rsidRDefault="00BD2069" w:rsidP="00514D72">
            <w:pPr>
              <w:spacing w:before="120" w:after="240"/>
              <w:rPr>
                <w:b/>
                <w:i/>
              </w:rPr>
            </w:pPr>
            <w:r>
              <w:rPr>
                <w:b/>
                <w:i/>
              </w:rPr>
              <w:t>[NPRR1246</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075E98A" w14:textId="675A003A" w:rsidR="00BD2069" w:rsidRPr="0025218E" w:rsidRDefault="00BD2069" w:rsidP="00BD2069">
            <w:pPr>
              <w:spacing w:after="240"/>
              <w:ind w:left="720" w:hanging="720"/>
              <w:rPr>
                <w:iCs/>
              </w:rPr>
            </w:pPr>
            <w:r w:rsidRPr="00B50AAE">
              <w:rPr>
                <w:iCs/>
              </w:rPr>
              <w:t>(2)</w:t>
            </w:r>
            <w:r w:rsidRPr="00B50AAE">
              <w:rPr>
                <w:iCs/>
              </w:rPr>
              <w:tab/>
              <w:t>During the ERCOT quarterly stability assessment, performed pursuant to Planning Guide Section 5.3.5, ERCOT Quarterly Stability Assessment, if ERCOT determines a GTC is necessary for a new Generation Resource</w:t>
            </w:r>
            <w:r>
              <w:rPr>
                <w:iCs/>
              </w:rPr>
              <w:t>, ESR,</w:t>
            </w:r>
            <w:r w:rsidRPr="00B50AAE">
              <w:rPr>
                <w:iCs/>
              </w:rPr>
              <w:t xml:space="preserve"> </w:t>
            </w:r>
            <w:r>
              <w:rPr>
                <w:iCs/>
              </w:rPr>
              <w:t>or</w:t>
            </w:r>
            <w:r w:rsidRPr="00B50AAE">
              <w:rPr>
                <w:iCs/>
              </w:rPr>
              <w:t xml:space="preserve"> </w:t>
            </w:r>
            <w:r w:rsidRPr="00B50AAE">
              <w:t>SOTSG</w:t>
            </w:r>
            <w:r w:rsidRPr="00B50AAE">
              <w:rPr>
                <w:iCs/>
              </w:rPr>
              <w:t xml:space="preserve"> due to localized stability issues associated with the output of the interconnecting Generation Resource</w:t>
            </w:r>
            <w:r>
              <w:rPr>
                <w:iCs/>
              </w:rPr>
              <w:t>, ESR,</w:t>
            </w:r>
            <w:r w:rsidRPr="00B50AAE">
              <w:rPr>
                <w:iCs/>
              </w:rPr>
              <w:t xml:space="preserve"> or SOTSG, the GTL for the GTC shall be set to the lowest non-zero limit for all system conditions outside those in which the limit is zero.</w:t>
            </w:r>
          </w:p>
        </w:tc>
      </w:tr>
    </w:tbl>
    <w:p w14:paraId="45ADB08D" w14:textId="782EB58B" w:rsidR="00633CDA" w:rsidRDefault="002D238A" w:rsidP="008B3CCE">
      <w:pPr>
        <w:pStyle w:val="BodyTextNumbered"/>
        <w:spacing w:before="240"/>
      </w:pPr>
      <w:r>
        <w:lastRenderedPageBreak/>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04" w:name="_Toc478375252"/>
      <w:bookmarkStart w:id="1505" w:name="_Toc199405339"/>
      <w:r>
        <w:rPr>
          <w:b/>
        </w:rPr>
        <w:t>3.10.7.7</w:t>
      </w:r>
      <w:r>
        <w:tab/>
      </w:r>
      <w:r w:rsidR="00415452" w:rsidRPr="00415452">
        <w:rPr>
          <w:b/>
        </w:rPr>
        <w:t>DC Tie Limits</w:t>
      </w:r>
      <w:bookmarkEnd w:id="1504"/>
      <w:bookmarkEnd w:id="1505"/>
    </w:p>
    <w:p w14:paraId="7F3C1602" w14:textId="77777777" w:rsidR="00415452" w:rsidRPr="00415452" w:rsidRDefault="00415452" w:rsidP="00016388">
      <w:pPr>
        <w:pStyle w:val="BodyTextNumbered"/>
      </w:pPr>
      <w:bookmarkStart w:id="1506"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06"/>
      <w:r w:rsidRPr="00415452">
        <w:t xml:space="preserve"> </w:t>
      </w:r>
    </w:p>
    <w:p w14:paraId="3F253B58" w14:textId="77777777" w:rsidR="00415452" w:rsidRDefault="00415452" w:rsidP="00415452">
      <w:pPr>
        <w:pStyle w:val="BodyTextNumbered"/>
      </w:pPr>
      <w:r w:rsidRPr="00415452">
        <w:rPr>
          <w:iCs w:val="0"/>
          <w:lang w:val="x-none" w:eastAsia="x-none"/>
        </w:rPr>
        <w:lastRenderedPageBreak/>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3AA6A835" w:rsidR="006E67B8" w:rsidRDefault="006E67B8" w:rsidP="00244D45">
            <w:pPr>
              <w:spacing w:before="120" w:after="240"/>
              <w:rPr>
                <w:b/>
                <w:i/>
              </w:rPr>
            </w:pPr>
            <w:bookmarkStart w:id="1507" w:name="_Hlk192235295"/>
            <w:bookmarkStart w:id="1508" w:name="_Toc114235789"/>
            <w:bookmarkStart w:id="1509" w:name="_Toc144691955"/>
            <w:bookmarkStart w:id="1510" w:name="_Toc204048565"/>
            <w:bookmarkStart w:id="1511" w:name="_Toc400526167"/>
            <w:bookmarkStart w:id="1512" w:name="_Toc405534485"/>
            <w:bookmarkStart w:id="1513" w:name="_Toc406570498"/>
            <w:bookmarkStart w:id="1514" w:name="_Toc410910650"/>
            <w:bookmarkStart w:id="1515" w:name="_Toc411841078"/>
            <w:bookmarkStart w:id="1516" w:name="_Toc422147040"/>
            <w:bookmarkStart w:id="1517" w:name="_Toc433020636"/>
            <w:bookmarkStart w:id="1518" w:name="_Toc437262077"/>
            <w:bookmarkStart w:id="1519" w:name="_Toc478375254"/>
            <w:r>
              <w:rPr>
                <w:b/>
                <w:i/>
              </w:rPr>
              <w:t>[NPRR825</w:t>
            </w:r>
            <w:r w:rsidR="00BD2069">
              <w:rPr>
                <w:b/>
                <w:i/>
              </w:rPr>
              <w:t xml:space="preserve"> and NPRR1246</w:t>
            </w:r>
            <w:r w:rsidRPr="004B0726">
              <w:rPr>
                <w:b/>
                <w:i/>
              </w:rPr>
              <w:t xml:space="preserve">: </w:t>
            </w:r>
            <w:r>
              <w:rPr>
                <w:b/>
                <w:i/>
              </w:rPr>
              <w:t xml:space="preserve"> Replace </w:t>
            </w:r>
            <w:r w:rsidR="00BD2069">
              <w:rPr>
                <w:b/>
                <w:i/>
              </w:rPr>
              <w:t xml:space="preserve">applicable portions of </w:t>
            </w:r>
            <w:r>
              <w:rPr>
                <w:b/>
                <w:i/>
              </w:rPr>
              <w:t>Section 3.10.7.7 above with the following upon system implementation</w:t>
            </w:r>
            <w:r w:rsidR="00BD2069">
              <w:rPr>
                <w:b/>
                <w:i/>
              </w:rPr>
              <w:t xml:space="preserve"> for NPRR825; or upon system implementation of the Real-Time Co-Optimization (RTC) project for NPRR1246</w:t>
            </w:r>
            <w:r>
              <w:rPr>
                <w:b/>
                <w:i/>
              </w:rPr>
              <w:t>:</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20" w:name="_Toc505586443"/>
            <w:bookmarkStart w:id="1521" w:name="_Toc510513346"/>
            <w:bookmarkStart w:id="1522" w:name="_Toc517103790"/>
            <w:bookmarkStart w:id="1523" w:name="_Toc523224978"/>
            <w:bookmarkStart w:id="1524" w:name="_Toc527535307"/>
            <w:bookmarkStart w:id="1525" w:name="_Toc162204"/>
            <w:bookmarkStart w:id="1526" w:name="_Toc2078147"/>
            <w:bookmarkStart w:id="1527" w:name="_Toc5182837"/>
            <w:bookmarkStart w:id="1528" w:name="_Toc10015492"/>
            <w:bookmarkStart w:id="1529" w:name="_Toc10017783"/>
            <w:bookmarkStart w:id="1530" w:name="_Toc17706373"/>
            <w:bookmarkStart w:id="1531" w:name="_Toc28421575"/>
            <w:bookmarkStart w:id="1532" w:name="_Toc33773620"/>
            <w:bookmarkStart w:id="1533" w:name="_Toc38965012"/>
            <w:bookmarkStart w:id="1534" w:name="_Toc44313293"/>
            <w:bookmarkStart w:id="1535" w:name="_Toc46954818"/>
            <w:bookmarkStart w:id="1536" w:name="_Toc49589457"/>
            <w:bookmarkStart w:id="1537" w:name="_Toc56671801"/>
            <w:bookmarkStart w:id="1538" w:name="_Toc60037342"/>
            <w:bookmarkStart w:id="1539" w:name="_Toc65141429"/>
            <w:bookmarkStart w:id="1540" w:name="_Toc68163761"/>
            <w:bookmarkStart w:id="1541" w:name="_Toc75942495"/>
            <w:bookmarkStart w:id="1542" w:name="_Toc91055148"/>
            <w:bookmarkStart w:id="1543" w:name="_Toc94100295"/>
            <w:bookmarkStart w:id="1544" w:name="_Toc109631814"/>
            <w:bookmarkStart w:id="1545" w:name="_Toc110057690"/>
            <w:bookmarkStart w:id="1546" w:name="_Toc111272692"/>
            <w:bookmarkStart w:id="1547" w:name="_Toc112226144"/>
            <w:bookmarkStart w:id="1548" w:name="_Toc121253296"/>
            <w:bookmarkStart w:id="1549" w:name="_Toc125014695"/>
            <w:bookmarkStart w:id="1550" w:name="_Toc135989015"/>
            <w:bookmarkStart w:id="1551" w:name="_Toc160026656"/>
            <w:bookmarkStart w:id="1552" w:name="_Toc178232159"/>
            <w:bookmarkStart w:id="1553" w:name="_Toc199405340"/>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6B45CB8D"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w:t>
            </w:r>
            <w:r w:rsidR="00BD2069">
              <w:rPr>
                <w:iCs/>
                <w:lang w:val="x-none" w:eastAsia="x-none"/>
              </w:rPr>
              <w:t xml:space="preserve">or ESR </w:t>
            </w:r>
            <w:r w:rsidRPr="00D51F51">
              <w:rPr>
                <w:iCs/>
                <w:lang w:val="x-none" w:eastAsia="x-none"/>
              </w:rPr>
              <w:t xml:space="preserve">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w:t>
            </w:r>
            <w:r w:rsidR="00BD2069">
              <w:rPr>
                <w:iCs/>
                <w:lang w:val="x-none" w:eastAsia="x-none"/>
              </w:rPr>
              <w:t xml:space="preserve"> or ESR</w:t>
            </w:r>
            <w:r w:rsidRPr="00D51F51">
              <w:rPr>
                <w:iCs/>
                <w:lang w:val="x-none" w:eastAsia="x-none"/>
              </w:rPr>
              <w:t xml:space="preserv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54" w:name="_Toc199405341"/>
      <w:bookmarkEnd w:id="1507"/>
      <w:r>
        <w:t>3.10.8</w:t>
      </w:r>
      <w:r>
        <w:tab/>
        <w:t>Dynamic Ratings</w:t>
      </w:r>
      <w:bookmarkEnd w:id="1508"/>
      <w:bookmarkEnd w:id="1509"/>
      <w:bookmarkEnd w:id="1510"/>
      <w:bookmarkEnd w:id="1511"/>
      <w:bookmarkEnd w:id="1512"/>
      <w:bookmarkEnd w:id="1513"/>
      <w:bookmarkEnd w:id="1514"/>
      <w:bookmarkEnd w:id="1515"/>
      <w:bookmarkEnd w:id="1516"/>
      <w:bookmarkEnd w:id="1517"/>
      <w:bookmarkEnd w:id="1518"/>
      <w:bookmarkEnd w:id="1519"/>
      <w:bookmarkEnd w:id="1554"/>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lastRenderedPageBreak/>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55" w:name="_Toc144691956"/>
      <w:bookmarkStart w:id="1556" w:name="_Toc204048566"/>
      <w:bookmarkStart w:id="1557" w:name="_Toc400526168"/>
      <w:bookmarkStart w:id="1558" w:name="_Toc405534486"/>
      <w:bookmarkStart w:id="1559" w:name="_Toc406570499"/>
      <w:bookmarkStart w:id="1560" w:name="_Toc410910651"/>
      <w:bookmarkStart w:id="1561" w:name="_Toc411841079"/>
      <w:bookmarkStart w:id="1562" w:name="_Toc422147041"/>
      <w:bookmarkStart w:id="1563" w:name="_Toc433020637"/>
      <w:bookmarkStart w:id="1564" w:name="_Toc437262078"/>
      <w:bookmarkStart w:id="1565" w:name="_Toc478375255"/>
      <w:bookmarkStart w:id="1566" w:name="_Toc199405342"/>
      <w:r w:rsidRPr="00AE0E6D">
        <w:rPr>
          <w:b/>
        </w:rPr>
        <w:t>3.10.8.1</w:t>
      </w:r>
      <w:r w:rsidRPr="00AE0E6D">
        <w:rPr>
          <w:b/>
        </w:rPr>
        <w:tab/>
        <w:t>Dynamic Ratings Delivered via ICCP</w:t>
      </w:r>
      <w:bookmarkEnd w:id="1555"/>
      <w:bookmarkEnd w:id="1556"/>
      <w:bookmarkEnd w:id="1557"/>
      <w:bookmarkEnd w:id="1558"/>
      <w:bookmarkEnd w:id="1559"/>
      <w:bookmarkEnd w:id="1560"/>
      <w:bookmarkEnd w:id="1561"/>
      <w:bookmarkEnd w:id="1562"/>
      <w:bookmarkEnd w:id="1563"/>
      <w:bookmarkEnd w:id="1564"/>
      <w:bookmarkEnd w:id="1565"/>
      <w:bookmarkEnd w:id="1566"/>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67" w:name="_Toc144691957"/>
      <w:bookmarkStart w:id="1568" w:name="_Toc204048567"/>
      <w:bookmarkStart w:id="1569" w:name="_Toc400526169"/>
      <w:bookmarkStart w:id="1570" w:name="_Toc405534487"/>
      <w:bookmarkStart w:id="1571" w:name="_Toc406570500"/>
      <w:bookmarkStart w:id="1572" w:name="_Toc410910652"/>
      <w:bookmarkStart w:id="1573" w:name="_Toc411841080"/>
      <w:bookmarkStart w:id="1574" w:name="_Toc422147042"/>
      <w:bookmarkStart w:id="1575" w:name="_Toc433020638"/>
      <w:bookmarkStart w:id="1576" w:name="_Toc437262079"/>
      <w:bookmarkStart w:id="1577" w:name="_Toc478375256"/>
      <w:bookmarkStart w:id="1578" w:name="_Toc199405343"/>
      <w:r w:rsidRPr="00AE0E6D">
        <w:rPr>
          <w:b/>
        </w:rPr>
        <w:t>3.10.8.2</w:t>
      </w:r>
      <w:r w:rsidRPr="00AE0E6D">
        <w:rPr>
          <w:b/>
        </w:rPr>
        <w:tab/>
        <w:t>Dynamic Ratings Delivered via Static Table and Telemetered Temperature</w:t>
      </w:r>
      <w:bookmarkEnd w:id="1567"/>
      <w:bookmarkEnd w:id="1568"/>
      <w:bookmarkEnd w:id="1569"/>
      <w:bookmarkEnd w:id="1570"/>
      <w:bookmarkEnd w:id="1571"/>
      <w:bookmarkEnd w:id="1572"/>
      <w:bookmarkEnd w:id="1573"/>
      <w:bookmarkEnd w:id="1574"/>
      <w:bookmarkEnd w:id="1575"/>
      <w:bookmarkEnd w:id="1576"/>
      <w:bookmarkEnd w:id="1577"/>
      <w:bookmarkEnd w:id="1578"/>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lastRenderedPageBreak/>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79" w:name="_Toc144691958"/>
      <w:bookmarkStart w:id="1580" w:name="_Toc204048568"/>
      <w:bookmarkStart w:id="1581" w:name="_Toc400526170"/>
      <w:bookmarkStart w:id="1582" w:name="_Toc405534488"/>
      <w:bookmarkStart w:id="1583" w:name="_Toc406570501"/>
      <w:bookmarkStart w:id="1584" w:name="_Toc410910653"/>
      <w:bookmarkStart w:id="1585" w:name="_Toc411841081"/>
      <w:bookmarkStart w:id="1586" w:name="_Toc422147043"/>
      <w:bookmarkStart w:id="1587" w:name="_Toc433020639"/>
      <w:bookmarkStart w:id="1588" w:name="_Toc437262080"/>
      <w:bookmarkStart w:id="1589" w:name="_Toc478375257"/>
      <w:bookmarkStart w:id="1590" w:name="_Toc199405344"/>
      <w:r w:rsidRPr="00AE0E6D">
        <w:rPr>
          <w:b/>
        </w:rPr>
        <w:t>3.10.8.3</w:t>
      </w:r>
      <w:r w:rsidRPr="00AE0E6D">
        <w:rPr>
          <w:b/>
        </w:rPr>
        <w:tab/>
        <w:t>Dynamic Rating Network Operations Model Change Requests</w:t>
      </w:r>
      <w:bookmarkEnd w:id="1579"/>
      <w:bookmarkEnd w:id="1580"/>
      <w:bookmarkEnd w:id="1581"/>
      <w:bookmarkEnd w:id="1582"/>
      <w:bookmarkEnd w:id="1583"/>
      <w:bookmarkEnd w:id="1584"/>
      <w:bookmarkEnd w:id="1585"/>
      <w:bookmarkEnd w:id="1586"/>
      <w:bookmarkEnd w:id="1587"/>
      <w:bookmarkEnd w:id="1588"/>
      <w:bookmarkEnd w:id="1589"/>
      <w:bookmarkEnd w:id="1590"/>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91" w:name="_Toc144691959"/>
      <w:bookmarkStart w:id="1592" w:name="_Toc204048569"/>
      <w:bookmarkStart w:id="1593" w:name="_Toc400526171"/>
      <w:bookmarkStart w:id="1594" w:name="_Toc405534489"/>
      <w:bookmarkStart w:id="1595" w:name="_Toc406570502"/>
      <w:bookmarkStart w:id="1596" w:name="_Toc410910654"/>
      <w:bookmarkStart w:id="1597" w:name="_Toc411841082"/>
      <w:bookmarkStart w:id="1598" w:name="_Toc422147044"/>
      <w:bookmarkStart w:id="1599" w:name="_Toc433020640"/>
      <w:bookmarkStart w:id="1600" w:name="_Toc437262081"/>
      <w:bookmarkStart w:id="1601" w:name="_Toc478375258"/>
      <w:bookmarkStart w:id="1602" w:name="_Toc199405345"/>
      <w:r w:rsidRPr="00AE0E6D">
        <w:rPr>
          <w:b/>
        </w:rPr>
        <w:t>3.10.8.4</w:t>
      </w:r>
      <w:r w:rsidRPr="00AE0E6D">
        <w:rPr>
          <w:b/>
        </w:rPr>
        <w:tab/>
        <w:t>ERCOT Responsibilities Related to Dynamic Ratings</w:t>
      </w:r>
      <w:bookmarkEnd w:id="1591"/>
      <w:bookmarkEnd w:id="1592"/>
      <w:bookmarkEnd w:id="1593"/>
      <w:bookmarkEnd w:id="1594"/>
      <w:bookmarkEnd w:id="1595"/>
      <w:bookmarkEnd w:id="1596"/>
      <w:bookmarkEnd w:id="1597"/>
      <w:bookmarkEnd w:id="1598"/>
      <w:bookmarkEnd w:id="1599"/>
      <w:bookmarkEnd w:id="1600"/>
      <w:bookmarkEnd w:id="1601"/>
      <w:bookmarkEnd w:id="1602"/>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lastRenderedPageBreak/>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03" w:name="_Toc144691960"/>
      <w:bookmarkStart w:id="1604" w:name="_Toc204048570"/>
      <w:bookmarkStart w:id="1605" w:name="_Toc400526172"/>
      <w:bookmarkStart w:id="1606" w:name="_Toc405534490"/>
      <w:bookmarkStart w:id="1607" w:name="_Toc406570503"/>
      <w:bookmarkStart w:id="1608" w:name="_Toc410910655"/>
      <w:bookmarkStart w:id="1609" w:name="_Toc411841083"/>
      <w:bookmarkStart w:id="1610" w:name="_Toc422147045"/>
      <w:bookmarkStart w:id="1611" w:name="_Toc433020641"/>
      <w:bookmarkStart w:id="1612" w:name="_Toc437262082"/>
      <w:bookmarkStart w:id="1613" w:name="_Toc478375259"/>
      <w:bookmarkStart w:id="1614" w:name="_Toc199405346"/>
      <w:r w:rsidRPr="00AE0E6D">
        <w:rPr>
          <w:b/>
        </w:rPr>
        <w:t>3.10.8.5</w:t>
      </w:r>
      <w:r w:rsidRPr="00AE0E6D">
        <w:rPr>
          <w:b/>
        </w:rPr>
        <w:tab/>
        <w:t>Transmission Service Provider Responsibilities Related to Dynamic Ratings</w:t>
      </w:r>
      <w:bookmarkEnd w:id="1603"/>
      <w:bookmarkEnd w:id="1604"/>
      <w:bookmarkEnd w:id="1605"/>
      <w:bookmarkEnd w:id="1606"/>
      <w:bookmarkEnd w:id="1607"/>
      <w:bookmarkEnd w:id="1608"/>
      <w:bookmarkEnd w:id="1609"/>
      <w:bookmarkEnd w:id="1610"/>
      <w:bookmarkEnd w:id="1611"/>
      <w:bookmarkEnd w:id="1612"/>
      <w:bookmarkEnd w:id="1613"/>
      <w:bookmarkEnd w:id="1614"/>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15" w:name="_Toc114235790"/>
      <w:bookmarkStart w:id="1616" w:name="_Toc144691961"/>
      <w:bookmarkStart w:id="1617" w:name="_Toc204048571"/>
      <w:bookmarkStart w:id="1618" w:name="_Toc400526173"/>
      <w:bookmarkStart w:id="1619" w:name="_Toc405534491"/>
      <w:bookmarkStart w:id="1620" w:name="_Toc406570504"/>
      <w:bookmarkStart w:id="1621" w:name="_Toc410910656"/>
      <w:bookmarkStart w:id="1622" w:name="_Toc411841084"/>
      <w:bookmarkStart w:id="1623" w:name="_Toc422147046"/>
      <w:bookmarkStart w:id="1624" w:name="_Toc433020642"/>
      <w:bookmarkStart w:id="1625" w:name="_Toc437262083"/>
      <w:bookmarkStart w:id="1626" w:name="_Toc478375260"/>
      <w:bookmarkStart w:id="1627" w:name="_Toc199405347"/>
      <w:r>
        <w:t>3.10.9</w:t>
      </w:r>
      <w:r>
        <w:tab/>
        <w:t xml:space="preserve">State Estimator </w:t>
      </w:r>
      <w:bookmarkEnd w:id="1615"/>
      <w:bookmarkEnd w:id="1616"/>
      <w:bookmarkEnd w:id="1617"/>
      <w:bookmarkEnd w:id="1618"/>
      <w:bookmarkEnd w:id="1619"/>
      <w:bookmarkEnd w:id="1620"/>
      <w:bookmarkEnd w:id="1621"/>
      <w:bookmarkEnd w:id="1622"/>
      <w:bookmarkEnd w:id="1623"/>
      <w:bookmarkEnd w:id="1624"/>
      <w:bookmarkEnd w:id="1625"/>
      <w:bookmarkEnd w:id="1626"/>
      <w:r w:rsidR="00CC4EC4">
        <w:t>Requirements</w:t>
      </w:r>
      <w:bookmarkEnd w:id="1627"/>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28" w:name="_Toc144691962"/>
      <w:bookmarkStart w:id="1629" w:name="_Toc204048572"/>
      <w:bookmarkStart w:id="1630" w:name="_Toc400526174"/>
      <w:bookmarkStart w:id="1631" w:name="_Toc405534492"/>
      <w:bookmarkStart w:id="1632" w:name="_Toc406570505"/>
      <w:bookmarkStart w:id="1633" w:name="_Toc410910657"/>
      <w:bookmarkStart w:id="1634" w:name="_Toc411841085"/>
      <w:bookmarkStart w:id="1635" w:name="_Toc422147047"/>
      <w:bookmarkStart w:id="1636" w:name="_Toc433020643"/>
      <w:bookmarkStart w:id="1637" w:name="_Toc437262084"/>
      <w:bookmarkStart w:id="1638" w:name="_Toc478375261"/>
      <w:bookmarkStart w:id="1639" w:name="_Toc199405348"/>
      <w:r w:rsidRPr="00AE0E6D">
        <w:rPr>
          <w:b/>
        </w:rPr>
        <w:lastRenderedPageBreak/>
        <w:t>3.10.9.1</w:t>
      </w:r>
      <w:r w:rsidRPr="00AE0E6D">
        <w:rPr>
          <w:b/>
        </w:rPr>
        <w:tab/>
        <w:t xml:space="preserve">Considerations for </w:t>
      </w:r>
      <w:r w:rsidR="00D15E6C">
        <w:rPr>
          <w:b/>
        </w:rPr>
        <w:t xml:space="preserve">State Estimator </w:t>
      </w:r>
      <w:bookmarkEnd w:id="1628"/>
      <w:bookmarkEnd w:id="1629"/>
      <w:bookmarkEnd w:id="1630"/>
      <w:bookmarkEnd w:id="1631"/>
      <w:bookmarkEnd w:id="1632"/>
      <w:bookmarkEnd w:id="1633"/>
      <w:bookmarkEnd w:id="1634"/>
      <w:bookmarkEnd w:id="1635"/>
      <w:bookmarkEnd w:id="1636"/>
      <w:bookmarkEnd w:id="1637"/>
      <w:bookmarkEnd w:id="1638"/>
      <w:r w:rsidR="00CC4EC4">
        <w:rPr>
          <w:b/>
        </w:rPr>
        <w:t>Requirements</w:t>
      </w:r>
      <w:bookmarkEnd w:id="1639"/>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40" w:name="_Toc199405349"/>
      <w:bookmarkStart w:id="1641" w:name="_Toc144691963"/>
      <w:bookmarkStart w:id="1642" w:name="_Toc204048573"/>
      <w:bookmarkStart w:id="1643" w:name="_Toc400526175"/>
      <w:bookmarkStart w:id="1644" w:name="_Toc405534493"/>
      <w:bookmarkStart w:id="1645" w:name="_Toc406570506"/>
      <w:bookmarkStart w:id="1646" w:name="_Toc410910658"/>
      <w:bookmarkStart w:id="1647" w:name="_Toc411841086"/>
      <w:bookmarkStart w:id="1648" w:name="_Toc422147048"/>
      <w:bookmarkStart w:id="1649" w:name="_Toc433020644"/>
      <w:bookmarkStart w:id="1650" w:name="_Toc437262085"/>
      <w:bookmarkStart w:id="1651" w:name="_Toc478375262"/>
      <w:r w:rsidRPr="00795F57">
        <w:rPr>
          <w:b/>
        </w:rPr>
        <w:lastRenderedPageBreak/>
        <w:t>3.10.9.2</w:t>
      </w:r>
      <w:r w:rsidRPr="00795F57">
        <w:rPr>
          <w:b/>
        </w:rPr>
        <w:tab/>
        <w:t>State Estimator Data</w:t>
      </w:r>
      <w:bookmarkEnd w:id="1640"/>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52" w:name="_Toc199405350"/>
      <w:r w:rsidRPr="00795F57">
        <w:rPr>
          <w:b/>
        </w:rPr>
        <w:t>3.10.9.3</w:t>
      </w:r>
      <w:r w:rsidRPr="00795F57">
        <w:rPr>
          <w:b/>
        </w:rPr>
        <w:tab/>
        <w:t>Telemetry Status and Analog Measurements Data</w:t>
      </w:r>
      <w:bookmarkEnd w:id="1652"/>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53" w:name="_Toc199405351"/>
      <w:r w:rsidRPr="00795F57">
        <w:rPr>
          <w:b/>
        </w:rPr>
        <w:t>3.10.9.4</w:t>
      </w:r>
      <w:r w:rsidRPr="00795F57">
        <w:rPr>
          <w:b/>
        </w:rPr>
        <w:tab/>
        <w:t>State Estimator Performance Requirements</w:t>
      </w:r>
      <w:bookmarkEnd w:id="1653"/>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lastRenderedPageBreak/>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54" w:name="_Toc199405352"/>
      <w:r w:rsidRPr="00795F57">
        <w:rPr>
          <w:b/>
        </w:rPr>
        <w:t>3.10.9.5</w:t>
      </w:r>
      <w:r w:rsidRPr="00795F57">
        <w:rPr>
          <w:b/>
        </w:rPr>
        <w:tab/>
        <w:t>ERCOT Directives</w:t>
      </w:r>
      <w:bookmarkEnd w:id="1654"/>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55" w:name="_Toc199405353"/>
      <w:r w:rsidRPr="00AE0E6D">
        <w:rPr>
          <w:b/>
        </w:rPr>
        <w:t>3.10.9.</w:t>
      </w:r>
      <w:r w:rsidR="00F72349">
        <w:rPr>
          <w:b/>
        </w:rPr>
        <w:t>6</w:t>
      </w:r>
      <w:r w:rsidRPr="00AE0E6D">
        <w:rPr>
          <w:b/>
        </w:rPr>
        <w:tab/>
        <w:t>Telemetry and State Estimator Performance Monitoring</w:t>
      </w:r>
      <w:bookmarkEnd w:id="1641"/>
      <w:bookmarkEnd w:id="1642"/>
      <w:bookmarkEnd w:id="1643"/>
      <w:bookmarkEnd w:id="1644"/>
      <w:bookmarkEnd w:id="1645"/>
      <w:bookmarkEnd w:id="1646"/>
      <w:bookmarkEnd w:id="1647"/>
      <w:bookmarkEnd w:id="1648"/>
      <w:bookmarkEnd w:id="1649"/>
      <w:bookmarkEnd w:id="1650"/>
      <w:bookmarkEnd w:id="1651"/>
      <w:bookmarkEnd w:id="1655"/>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0C5839F2" w:rsidR="002850C9" w:rsidRDefault="002850C9" w:rsidP="00C53595">
            <w:pPr>
              <w:spacing w:before="120" w:after="240"/>
              <w:rPr>
                <w:b/>
                <w:i/>
              </w:rPr>
            </w:pPr>
            <w:bookmarkStart w:id="1656" w:name="_Toc114235791"/>
            <w:bookmarkStart w:id="1657" w:name="_Toc144691964"/>
            <w:bookmarkStart w:id="1658" w:name="_Toc204048574"/>
            <w:bookmarkStart w:id="1659" w:name="_Toc400526176"/>
            <w:bookmarkStart w:id="1660" w:name="_Toc405534494"/>
            <w:bookmarkStart w:id="1661" w:name="_Toc406570507"/>
            <w:bookmarkStart w:id="1662" w:name="_Toc410910659"/>
            <w:bookmarkStart w:id="1663" w:name="_Toc411841087"/>
            <w:bookmarkStart w:id="1664" w:name="_Toc422147049"/>
            <w:bookmarkStart w:id="1665" w:name="_Toc433020645"/>
            <w:bookmarkStart w:id="1666" w:name="_Toc437262086"/>
            <w:bookmarkStart w:id="1667" w:name="_Toc478375263"/>
            <w:r>
              <w:rPr>
                <w:b/>
                <w:i/>
              </w:rPr>
              <w:t>[NPRR857</w:t>
            </w:r>
            <w:r w:rsidR="007F7DC3">
              <w:rPr>
                <w:b/>
                <w:i/>
              </w:rPr>
              <w:t xml:space="preserve"> and NPRR1240</w:t>
            </w:r>
            <w:r w:rsidRPr="004B0726">
              <w:rPr>
                <w:b/>
                <w:i/>
              </w:rPr>
              <w:t xml:space="preserve">: </w:t>
            </w:r>
            <w:r>
              <w:rPr>
                <w:b/>
                <w:i/>
              </w:rPr>
              <w:t xml:space="preserve"> Replace </w:t>
            </w:r>
            <w:r w:rsidR="007F7DC3">
              <w:rPr>
                <w:b/>
                <w:i/>
              </w:rPr>
              <w:t xml:space="preserve">applicable portions of </w:t>
            </w:r>
            <w:r>
              <w:rPr>
                <w:b/>
                <w:i/>
              </w:rPr>
              <w:t>paragraph (1) above with the following upon system implementation</w:t>
            </w:r>
            <w:r w:rsidR="00056B83">
              <w:rPr>
                <w:b/>
                <w:i/>
              </w:rPr>
              <w:t xml:space="preserve"> and </w:t>
            </w:r>
            <w:r w:rsidR="00056B83" w:rsidRPr="00ED2B32">
              <w:rPr>
                <w:b/>
                <w:i/>
              </w:rPr>
              <w:t xml:space="preserve">satisfying the following conditions: </w:t>
            </w:r>
            <w:r w:rsidR="00FD36D3">
              <w:rPr>
                <w:b/>
                <w:i/>
              </w:rPr>
              <w:t xml:space="preserve"> </w:t>
            </w:r>
            <w:r w:rsidR="00056B83" w:rsidRPr="00ED2B32">
              <w:rPr>
                <w:b/>
                <w:i/>
              </w:rPr>
              <w:t xml:space="preserve">(1) Southern Cross provides ERCOT with funds to cover the entire estimated cost of the project; and (2) Southern Cross has signed an interconnection agreement with a TSP and the TSP gives </w:t>
            </w:r>
            <w:r w:rsidR="00056B83" w:rsidRPr="00ED2B32">
              <w:rPr>
                <w:b/>
                <w:i/>
              </w:rPr>
              <w:lastRenderedPageBreak/>
              <w:t>ERCOT written notice that Southern Cross has provided it with:  (a) Notice to proceed with the construction of the interconnection; and (b) The financial security required to fund the interconnection facilities</w:t>
            </w:r>
            <w:r w:rsidR="007F7DC3">
              <w:rPr>
                <w:b/>
                <w:i/>
              </w:rPr>
              <w:t xml:space="preserve"> for NPRR857; or upon system implementation for NPRR1240</w:t>
            </w:r>
            <w:r>
              <w:rPr>
                <w:b/>
                <w:i/>
              </w:rPr>
              <w:t>:</w:t>
            </w:r>
            <w:r w:rsidRPr="004B0726">
              <w:rPr>
                <w:b/>
                <w:i/>
              </w:rPr>
              <w:t>]</w:t>
            </w:r>
          </w:p>
          <w:p w14:paraId="6AB0CD72" w14:textId="306823E1"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w:t>
            </w:r>
            <w:r w:rsidR="007F7DC3">
              <w:rPr>
                <w:iCs/>
              </w:rPr>
              <w:t>, except for reports of State Estimator convergence rates that ERCOT shall post on the ERCOT website</w:t>
            </w:r>
            <w:r w:rsidRPr="00E55E72">
              <w:rPr>
                <w:iCs/>
              </w:rPr>
              <w:t>.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68" w:name="_Toc199405354"/>
      <w:r>
        <w:lastRenderedPageBreak/>
        <w:t>3.11</w:t>
      </w:r>
      <w:r>
        <w:tab/>
        <w:t>Transmission Planning</w:t>
      </w:r>
      <w:bookmarkEnd w:id="1656"/>
      <w:bookmarkEnd w:id="1657"/>
      <w:bookmarkEnd w:id="1658"/>
      <w:bookmarkEnd w:id="1659"/>
      <w:bookmarkEnd w:id="1660"/>
      <w:bookmarkEnd w:id="1661"/>
      <w:bookmarkEnd w:id="1662"/>
      <w:bookmarkEnd w:id="1663"/>
      <w:bookmarkEnd w:id="1664"/>
      <w:bookmarkEnd w:id="1665"/>
      <w:bookmarkEnd w:id="1666"/>
      <w:bookmarkEnd w:id="1667"/>
      <w:bookmarkEnd w:id="1668"/>
    </w:p>
    <w:p w14:paraId="4AFB26BE" w14:textId="77777777" w:rsidR="00CB13B2" w:rsidRDefault="002D238A">
      <w:pPr>
        <w:pStyle w:val="H3"/>
      </w:pPr>
      <w:bookmarkStart w:id="1669" w:name="_Toc114235792"/>
      <w:bookmarkStart w:id="1670" w:name="_Toc144691965"/>
      <w:bookmarkStart w:id="1671" w:name="_Toc204048575"/>
      <w:bookmarkStart w:id="1672" w:name="_Toc400526177"/>
      <w:bookmarkStart w:id="1673" w:name="_Toc405534495"/>
      <w:bookmarkStart w:id="1674" w:name="_Toc406570508"/>
      <w:bookmarkStart w:id="1675" w:name="_Toc410910660"/>
      <w:bookmarkStart w:id="1676" w:name="_Toc411841088"/>
      <w:bookmarkStart w:id="1677" w:name="_Toc422147050"/>
      <w:bookmarkStart w:id="1678" w:name="_Toc433020646"/>
      <w:bookmarkStart w:id="1679" w:name="_Toc437262087"/>
      <w:bookmarkStart w:id="1680" w:name="_Toc478375264"/>
      <w:bookmarkStart w:id="1681" w:name="_Toc199405355"/>
      <w:r>
        <w:t>3.11.1</w:t>
      </w:r>
      <w:r>
        <w:tab/>
        <w:t>Overview</w:t>
      </w:r>
      <w:bookmarkEnd w:id="1669"/>
      <w:bookmarkEnd w:id="1670"/>
      <w:bookmarkEnd w:id="1671"/>
      <w:bookmarkEnd w:id="1672"/>
      <w:bookmarkEnd w:id="1673"/>
      <w:bookmarkEnd w:id="1674"/>
      <w:bookmarkEnd w:id="1675"/>
      <w:bookmarkEnd w:id="1676"/>
      <w:bookmarkEnd w:id="1677"/>
      <w:bookmarkEnd w:id="1678"/>
      <w:bookmarkEnd w:id="1679"/>
      <w:bookmarkEnd w:id="1680"/>
      <w:bookmarkEnd w:id="1681"/>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82" w:name="_Toc114235793"/>
      <w:bookmarkStart w:id="1683" w:name="_Toc144691966"/>
      <w:bookmarkStart w:id="1684" w:name="_Toc204048576"/>
      <w:bookmarkStart w:id="1685" w:name="_Toc400526178"/>
      <w:bookmarkStart w:id="1686" w:name="_Toc405534496"/>
      <w:bookmarkStart w:id="1687" w:name="_Toc406570509"/>
      <w:bookmarkStart w:id="1688" w:name="_Toc410910661"/>
      <w:bookmarkStart w:id="1689" w:name="_Toc411841089"/>
      <w:bookmarkStart w:id="1690" w:name="_Toc422147051"/>
      <w:bookmarkStart w:id="1691" w:name="_Toc433020647"/>
      <w:bookmarkStart w:id="1692" w:name="_Toc437262088"/>
      <w:bookmarkStart w:id="1693" w:name="_Toc478375265"/>
      <w:bookmarkStart w:id="1694" w:name="_Toc199405356"/>
      <w:r>
        <w:t>3.11.2</w:t>
      </w:r>
      <w:r>
        <w:tab/>
        <w:t>Planning Criteria</w:t>
      </w:r>
      <w:bookmarkEnd w:id="1682"/>
      <w:bookmarkEnd w:id="1683"/>
      <w:bookmarkEnd w:id="1684"/>
      <w:bookmarkEnd w:id="1685"/>
      <w:bookmarkEnd w:id="1686"/>
      <w:bookmarkEnd w:id="1687"/>
      <w:bookmarkEnd w:id="1688"/>
      <w:bookmarkEnd w:id="1689"/>
      <w:bookmarkEnd w:id="1690"/>
      <w:bookmarkEnd w:id="1691"/>
      <w:bookmarkEnd w:id="1692"/>
      <w:bookmarkEnd w:id="1693"/>
      <w:bookmarkEnd w:id="1694"/>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5319D774" w:rsidR="00705DE6" w:rsidRPr="00350910" w:rsidRDefault="00705DE6" w:rsidP="00705DE6">
      <w:pPr>
        <w:pStyle w:val="BodyTextNumbered"/>
      </w:pPr>
      <w:r>
        <w:t>(4)</w:t>
      </w:r>
      <w:r>
        <w:tab/>
      </w:r>
      <w:r w:rsidR="006E5524" w:rsidRPr="00440D9E">
        <w:t>For economic projects, the net economic benefit of a proposed project, or set of projects, will be assessed over the project’s life based on the net benefit that is reasonably expected to accrue from the project as demonstrated through the production cost savings test or the congestion cost savings test.</w:t>
      </w:r>
      <w:r w:rsidR="006E5524">
        <w:t xml:space="preserve">  </w:t>
      </w:r>
      <w:r w:rsidR="006E5524" w:rsidRPr="00350910">
        <w:t xml:space="preserve">The current set of financial assumptions upon which the revenue requirement calculations </w:t>
      </w:r>
      <w:r w:rsidR="006E5524">
        <w:t>for these tests are</w:t>
      </w:r>
      <w:r w:rsidR="006E5524" w:rsidRPr="00350910">
        <w:t xml:space="preserve"> based will be </w:t>
      </w:r>
      <w:r w:rsidR="006E5524">
        <w:t xml:space="preserve">reviewed annually, updated as necessary by ERCOT, and </w:t>
      </w:r>
      <w:r w:rsidR="006E5524" w:rsidRPr="00350910">
        <w:t xml:space="preserve">posted on the </w:t>
      </w:r>
      <w:r w:rsidR="006E5524">
        <w:t>ERCOT website</w:t>
      </w:r>
      <w:r w:rsidR="006E5524" w:rsidRPr="00350910">
        <w:t xml:space="preserve">.  The expected </w:t>
      </w:r>
      <w:r w:rsidR="006E5524">
        <w:t>economic benefits</w:t>
      </w:r>
      <w:r w:rsidR="006E5524" w:rsidRPr="00350910">
        <w:t xml:space="preserve"> are based on chronological simulation</w:t>
      </w:r>
      <w:r w:rsidR="006E5524">
        <w:t>s</w:t>
      </w:r>
      <w:r w:rsidR="006E5524" w:rsidRPr="00350910">
        <w:t xml:space="preserve"> of the security-constrained unit commitment and economic dispatch of the generators connected to the ERCOT Transmission Grid to serve the expected ERCOT System Load over the planning </w:t>
      </w:r>
      <w:r w:rsidR="006E5524" w:rsidRPr="00350910">
        <w:lastRenderedPageBreak/>
        <w:t>horizon</w:t>
      </w:r>
      <w:r w:rsidR="006E5524">
        <w:t>, comparing simulations with and without the project</w:t>
      </w:r>
      <w:r w:rsidR="006E5524" w:rsidRPr="00350910">
        <w:t>.  Th</w:t>
      </w:r>
      <w:r w:rsidR="006E5524">
        <w:t>ese</w:t>
      </w:r>
      <w:r w:rsidR="006E5524" w:rsidRPr="00350910">
        <w:t xml:space="preserve"> market simulation</w:t>
      </w:r>
      <w:r w:rsidR="006E5524">
        <w:t>s</w:t>
      </w:r>
      <w:r w:rsidR="006E5524" w:rsidRPr="00350910">
        <w:t xml:space="preserve"> </w:t>
      </w:r>
      <w:r w:rsidR="006E5524">
        <w:t>are</w:t>
      </w:r>
      <w:r w:rsidR="006E5524" w:rsidRPr="00350910">
        <w:t xml:space="preserve"> intended to provide a reasonable representation of how the ERCOT System is expected to be operated over the simulated time period.  From a practical standpoint, it is not feasible to perform th</w:t>
      </w:r>
      <w:r w:rsidR="006E5524">
        <w:t>ese</w:t>
      </w:r>
      <w:r w:rsidR="006E5524" w:rsidRPr="00350910">
        <w:t xml:space="preserve"> simulation</w:t>
      </w:r>
      <w:r w:rsidR="006E5524">
        <w:t>s</w:t>
      </w:r>
      <w:r w:rsidR="006E5524" w:rsidRPr="00350910">
        <w:t xml:space="preserve"> for the entire 30 to 40</w:t>
      </w:r>
      <w:r w:rsidR="006E5524">
        <w:t xml:space="preserve"> </w:t>
      </w:r>
      <w:r w:rsidR="006E5524" w:rsidRPr="00350910">
        <w:t xml:space="preserve">year expected life of the project.  Therefore, the </w:t>
      </w:r>
      <w:r w:rsidR="006E5524">
        <w:t>economic benefits</w:t>
      </w:r>
      <w:r w:rsidR="006E5524" w:rsidRPr="00350910">
        <w:t xml:space="preserve"> are projected over the period for which simulation</w:t>
      </w:r>
      <w:r w:rsidR="006E5524">
        <w:t>s</w:t>
      </w:r>
      <w:r w:rsidR="006E5524" w:rsidRPr="00350910">
        <w:t xml:space="preserve"> </w:t>
      </w:r>
      <w:r w:rsidR="006E5524">
        <w:t>are</w:t>
      </w:r>
      <w:r w:rsidR="006E5524" w:rsidRPr="00350910">
        <w:t xml:space="preserve"> feasible</w:t>
      </w:r>
      <w:r w:rsidR="006E5524">
        <w:t>, which is the planning horizon established in Planning Guide Section 3.1.1.2, Regional Transmission Plan,</w:t>
      </w:r>
      <w:r w:rsidR="006E5524" w:rsidRPr="00350910">
        <w:t xml:space="preserve"> and a qualitative assessment is made of whether the factors driving the </w:t>
      </w:r>
      <w:r w:rsidR="006E5524">
        <w:t>economic benefits</w:t>
      </w:r>
      <w:r w:rsidR="006E5524" w:rsidRPr="00350910">
        <w:t xml:space="preserve"> due to the project can reasonably be expected to continue.</w:t>
      </w:r>
      <w:r w:rsidRPr="00350910">
        <w:t xml:space="preserve">  </w:t>
      </w:r>
    </w:p>
    <w:p w14:paraId="55EA3B07" w14:textId="77777777" w:rsidR="006E5524" w:rsidRDefault="006E5524" w:rsidP="006E5524">
      <w:pPr>
        <w:pStyle w:val="BodyTextNumbered"/>
      </w:pPr>
      <w:r>
        <w:t>(5)</w:t>
      </w:r>
      <w:r>
        <w:tab/>
      </w:r>
      <w:r w:rsidRPr="00F0231E">
        <w:t xml:space="preserve">To determine the </w:t>
      </w:r>
      <w:r>
        <w:t xml:space="preserve">economic </w:t>
      </w:r>
      <w:r w:rsidRPr="00F0231E">
        <w:t>benefit</w:t>
      </w:r>
      <w:r>
        <w:t>s</w:t>
      </w:r>
      <w:r w:rsidRPr="00F0231E">
        <w:t xml:space="preserve"> of a proposed project under the production cost savings test, the revenue requirement of the capital cost of the project is compared to the expected savings in system production costs resulting from the project over the expected life of the project.  Outputs from the market simulation</w:t>
      </w:r>
      <w:r>
        <w:t>s</w:t>
      </w:r>
      <w:r w:rsidRPr="00F0231E">
        <w:t xml:space="preserve"> described in paragraph (</w:t>
      </w:r>
      <w:r>
        <w:t>4</w:t>
      </w:r>
      <w:r w:rsidRPr="00F0231E">
        <w:t xml:space="preserve">) above will be used to provide an estimate of the expected reduction in total system-wide </w:t>
      </w:r>
      <w:r>
        <w:t>production</w:t>
      </w:r>
      <w:r w:rsidRPr="00F0231E">
        <w:t xml:space="preserve"> cost due to the project.  Other adequately quantifiable and ongoing direct and indirect costs and benefits to the transmission system attributable to the project may be considered as appropriate. </w:t>
      </w:r>
      <w:r>
        <w:t xml:space="preserve"> </w:t>
      </w:r>
      <w:r w:rsidRPr="00F0231E">
        <w:t xml:space="preserve">If the levelized ERCOT-wide annual production cost savings equals or exceeds </w:t>
      </w:r>
      <w:r w:rsidRPr="007F4105">
        <w:t>the first</w:t>
      </w:r>
      <w:r>
        <w:t>-</w:t>
      </w:r>
      <w:r w:rsidRPr="007F4105">
        <w:t>year annual revenue requirement of the transmission project</w:t>
      </w:r>
      <w:r w:rsidRPr="00F0231E">
        <w:t>, the project will be deemed to demonstrate sufficient economic benefit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production cost savings test if that information can be feasibly provided.</w:t>
      </w:r>
    </w:p>
    <w:p w14:paraId="15E751CA" w14:textId="77777777" w:rsidR="006E5524" w:rsidRDefault="006E5524" w:rsidP="006E5524">
      <w:pPr>
        <w:pStyle w:val="BodyTextNumbered"/>
      </w:pPr>
      <w:r>
        <w:t>(6)</w:t>
      </w:r>
      <w:r>
        <w:tab/>
      </w:r>
      <w:r w:rsidRPr="00A02EFC">
        <w:t xml:space="preserve">To determine the </w:t>
      </w:r>
      <w:r>
        <w:t xml:space="preserve">economic </w:t>
      </w:r>
      <w:r w:rsidRPr="00A02EFC">
        <w:t>benefit</w:t>
      </w:r>
      <w:r>
        <w:t>s</w:t>
      </w:r>
      <w:r w:rsidRPr="00A02EFC">
        <w:t xml:space="preserve"> of a proposed project</w:t>
      </w:r>
      <w:r>
        <w:t xml:space="preserve"> under the congestion cost savings test</w:t>
      </w:r>
      <w:r w:rsidRPr="00A02EFC">
        <w:t xml:space="preserve">, the revenue requirement of the capital cost of the project is compared to the expected </w:t>
      </w:r>
      <w:r>
        <w:t>system-wide consumer energy cost reduction</w:t>
      </w:r>
      <w:r w:rsidRPr="00A02EFC">
        <w:t xml:space="preserve"> resulting from the project over the expected life of the project</w:t>
      </w:r>
      <w:bookmarkStart w:id="1695" w:name="_Hlk177981103"/>
      <w:r w:rsidRPr="00A02EFC">
        <w:t xml:space="preserve">.  </w:t>
      </w:r>
      <w:r>
        <w:t>Outputs from the market simulations</w:t>
      </w:r>
      <w:r w:rsidRPr="00A02EFC">
        <w:t xml:space="preserve"> </w:t>
      </w:r>
      <w:r w:rsidRPr="00350910">
        <w:t xml:space="preserve">described </w:t>
      </w:r>
      <w:r>
        <w:t xml:space="preserve">in paragraph (4) </w:t>
      </w:r>
      <w:r w:rsidRPr="00350910">
        <w:t xml:space="preserve">above </w:t>
      </w:r>
      <w:r>
        <w:t xml:space="preserve">will be used to provide an estimate of the expected reduction in total system-wide consumer energy cost due to the project.  </w:t>
      </w:r>
      <w:bookmarkEnd w:id="1695"/>
      <w:r>
        <w:t>In the market simulations, system-wide consumer energy cost will be calculated using hourly load in MWh multiplied by hourly load nodal energy prices in $/MWh.</w:t>
      </w:r>
      <w:r w:rsidRPr="00A02EFC">
        <w:t xml:space="preserve"> </w:t>
      </w:r>
      <w:r>
        <w:t xml:space="preserve"> Other adequately quantifiable and ongoing direct and indirect costs and benefits to the transmission system attributable to the project may be considered as appropriate.  </w:t>
      </w:r>
      <w:r w:rsidRPr="00A02EFC">
        <w:t>If t</w:t>
      </w:r>
      <w:r>
        <w:t>he</w:t>
      </w:r>
      <w:r w:rsidRPr="00A02EFC">
        <w:t xml:space="preserve"> </w:t>
      </w:r>
      <w:r>
        <w:t>levelized system-wide consumer energy cost reduction</w:t>
      </w:r>
      <w:r w:rsidRPr="00A02EFC">
        <w:t xml:space="preserve"> equals or exceeds </w:t>
      </w:r>
      <w:r>
        <w:t>the average of the first three years’</w:t>
      </w:r>
      <w:r w:rsidRPr="00A02EFC">
        <w:t xml:space="preserve"> annual revenue requirement for the project, the project</w:t>
      </w:r>
      <w:r>
        <w:t xml:space="preserve"> will be deemed to</w:t>
      </w:r>
      <w:r w:rsidRPr="00A02EFC">
        <w:t xml:space="preserve"> </w:t>
      </w:r>
      <w:r>
        <w:t>demonstrate sufficient</w:t>
      </w:r>
      <w:r w:rsidRPr="00A02EFC">
        <w:t xml:space="preserve"> economic </w:t>
      </w:r>
      <w:r>
        <w:t>benefit</w:t>
      </w:r>
      <w:r w:rsidRPr="00A02EFC">
        <w:t xml:space="preserve">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congestion cost savings test if that information can be feasibly provided.</w:t>
      </w:r>
    </w:p>
    <w:p w14:paraId="5100EA0C" w14:textId="77777777" w:rsidR="00CB13B2" w:rsidRDefault="002D238A">
      <w:pPr>
        <w:pStyle w:val="H3"/>
      </w:pPr>
      <w:bookmarkStart w:id="1696" w:name="_Toc114235794"/>
      <w:bookmarkStart w:id="1697" w:name="_Toc144691967"/>
      <w:bookmarkStart w:id="1698" w:name="_Toc204048577"/>
      <w:bookmarkStart w:id="1699" w:name="_Toc400526179"/>
      <w:bookmarkStart w:id="1700" w:name="_Toc405534497"/>
      <w:bookmarkStart w:id="1701" w:name="_Toc406570510"/>
      <w:bookmarkStart w:id="1702" w:name="_Toc410910662"/>
      <w:bookmarkStart w:id="1703" w:name="_Toc411841090"/>
      <w:bookmarkStart w:id="1704" w:name="_Toc422147052"/>
      <w:bookmarkStart w:id="1705" w:name="_Toc433020648"/>
      <w:bookmarkStart w:id="1706" w:name="_Toc437262089"/>
      <w:bookmarkStart w:id="1707" w:name="_Toc478375266"/>
      <w:bookmarkStart w:id="1708" w:name="_Toc199405357"/>
      <w:r>
        <w:t>3.11.3</w:t>
      </w:r>
      <w:r>
        <w:tab/>
        <w:t>Regional Planning Group</w:t>
      </w:r>
      <w:bookmarkEnd w:id="1696"/>
      <w:bookmarkEnd w:id="1697"/>
      <w:bookmarkEnd w:id="1698"/>
      <w:bookmarkEnd w:id="1699"/>
      <w:bookmarkEnd w:id="1700"/>
      <w:bookmarkEnd w:id="1701"/>
      <w:bookmarkEnd w:id="1702"/>
      <w:bookmarkEnd w:id="1703"/>
      <w:bookmarkEnd w:id="1704"/>
      <w:bookmarkEnd w:id="1705"/>
      <w:bookmarkEnd w:id="1706"/>
      <w:bookmarkEnd w:id="1707"/>
      <w:bookmarkEnd w:id="1708"/>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w:t>
      </w:r>
      <w:r w:rsidR="00870115">
        <w:lastRenderedPageBreak/>
        <w:t xml:space="preserve">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09" w:name="_Toc400526180"/>
      <w:bookmarkStart w:id="1710" w:name="_Toc405534498"/>
      <w:bookmarkStart w:id="1711" w:name="_Toc406570511"/>
      <w:bookmarkStart w:id="1712" w:name="_Toc410910663"/>
      <w:bookmarkStart w:id="1713" w:name="_Toc411841091"/>
      <w:bookmarkStart w:id="1714" w:name="_Toc422147053"/>
      <w:bookmarkStart w:id="1715" w:name="_Toc433020649"/>
      <w:bookmarkStart w:id="1716" w:name="_Toc437262090"/>
      <w:bookmarkStart w:id="1717" w:name="_Toc478375267"/>
      <w:bookmarkStart w:id="1718" w:name="_Toc199405358"/>
      <w:r>
        <w:rPr>
          <w:b/>
          <w:bCs/>
          <w:i/>
        </w:rPr>
        <w:t>3.11.4</w:t>
      </w:r>
      <w:r>
        <w:rPr>
          <w:b/>
          <w:bCs/>
          <w:i/>
        </w:rPr>
        <w:tab/>
        <w:t>Regional Planning Group Project Review Process</w:t>
      </w:r>
      <w:bookmarkEnd w:id="1709"/>
      <w:bookmarkEnd w:id="1710"/>
      <w:bookmarkEnd w:id="1711"/>
      <w:bookmarkEnd w:id="1712"/>
      <w:bookmarkEnd w:id="1713"/>
      <w:bookmarkEnd w:id="1714"/>
      <w:bookmarkEnd w:id="1715"/>
      <w:bookmarkEnd w:id="1716"/>
      <w:bookmarkEnd w:id="1717"/>
      <w:bookmarkEnd w:id="1718"/>
    </w:p>
    <w:p w14:paraId="44BFB018" w14:textId="77777777" w:rsidR="00870115" w:rsidRPr="00AE0E6D" w:rsidRDefault="00870115" w:rsidP="00870115">
      <w:pPr>
        <w:pStyle w:val="H4"/>
        <w:rPr>
          <w:b/>
        </w:rPr>
      </w:pPr>
      <w:bookmarkStart w:id="1719" w:name="_Toc245029195"/>
      <w:bookmarkStart w:id="1720" w:name="_Toc400526181"/>
      <w:bookmarkStart w:id="1721" w:name="_Toc405534499"/>
      <w:bookmarkStart w:id="1722" w:name="_Toc406570512"/>
      <w:bookmarkStart w:id="1723" w:name="_Toc410910664"/>
      <w:bookmarkStart w:id="1724" w:name="_Toc411841092"/>
      <w:bookmarkStart w:id="1725" w:name="_Toc422147054"/>
      <w:bookmarkStart w:id="1726" w:name="_Toc433020650"/>
      <w:bookmarkStart w:id="1727" w:name="_Toc437262091"/>
      <w:bookmarkStart w:id="1728" w:name="_Toc478375268"/>
      <w:bookmarkStart w:id="1729" w:name="_Toc199405359"/>
      <w:r w:rsidRPr="00AE0E6D">
        <w:rPr>
          <w:b/>
        </w:rPr>
        <w:t>3.11.4.1</w:t>
      </w:r>
      <w:r w:rsidRPr="00AE0E6D">
        <w:rPr>
          <w:b/>
        </w:rPr>
        <w:tab/>
        <w:t>Project Submission</w:t>
      </w:r>
      <w:bookmarkEnd w:id="1719"/>
      <w:bookmarkEnd w:id="1720"/>
      <w:bookmarkEnd w:id="1721"/>
      <w:bookmarkEnd w:id="1722"/>
      <w:bookmarkEnd w:id="1723"/>
      <w:bookmarkEnd w:id="1724"/>
      <w:bookmarkEnd w:id="1725"/>
      <w:bookmarkEnd w:id="1726"/>
      <w:bookmarkEnd w:id="1727"/>
      <w:bookmarkEnd w:id="1728"/>
      <w:bookmarkEnd w:id="1729"/>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8F2A836" w14:textId="77777777" w:rsidR="00783593" w:rsidRPr="00783593" w:rsidRDefault="00783593" w:rsidP="00783593">
      <w:pPr>
        <w:pStyle w:val="H5"/>
        <w:rPr>
          <w:rFonts w:cs="Arial"/>
          <w:szCs w:val="24"/>
        </w:rPr>
      </w:pPr>
      <w:bookmarkStart w:id="1730" w:name="_Toc199405360"/>
      <w:bookmarkStart w:id="1731" w:name="_Toc400526182"/>
      <w:bookmarkStart w:id="1732" w:name="_Toc405534500"/>
      <w:bookmarkStart w:id="1733" w:name="_Toc406570513"/>
      <w:bookmarkStart w:id="1734" w:name="_Toc410910665"/>
      <w:bookmarkStart w:id="1735" w:name="_Toc411841093"/>
      <w:bookmarkStart w:id="1736" w:name="_Toc422147055"/>
      <w:bookmarkStart w:id="1737" w:name="_Toc433020651"/>
      <w:bookmarkStart w:id="1738" w:name="_Toc437262092"/>
      <w:bookmarkStart w:id="1739" w:name="_Toc478375269"/>
      <w:r w:rsidRPr="00783593">
        <w:rPr>
          <w:rFonts w:cs="Arial"/>
          <w:szCs w:val="24"/>
        </w:rPr>
        <w:t>3.11.4.1.1</w:t>
      </w:r>
      <w:r w:rsidRPr="00783593">
        <w:rPr>
          <w:rFonts w:cs="Arial"/>
          <w:szCs w:val="24"/>
        </w:rPr>
        <w:tab/>
        <w:t>Project Submissions Based on Unsubstantiated Load</w:t>
      </w:r>
      <w:bookmarkEnd w:id="1730"/>
    </w:p>
    <w:p w14:paraId="102C0779" w14:textId="77777777" w:rsidR="00783593" w:rsidRPr="00B94A3C" w:rsidRDefault="00783593" w:rsidP="00783593">
      <w:pPr>
        <w:spacing w:after="240"/>
        <w:ind w:left="720" w:hanging="720"/>
        <w:rPr>
          <w:iCs/>
        </w:rPr>
      </w:pPr>
      <w:bookmarkStart w:id="1740" w:name="_Hlk170499851"/>
      <w:r>
        <w:t>(1)</w:t>
      </w:r>
      <w:r>
        <w:tab/>
        <w:t>Following the submission of a project by a TSP, i</w:t>
      </w:r>
      <w:r w:rsidRPr="00604222">
        <w:t>f ERCOT determines that the asserted need for a Tier 1, Tier 2, or Tier 3 project is based in part or in whole on Unsubstantiated Load, ERCOT shall notify the submitting TSP and the RPG, and neither ERCOT nor the RPG will conduct any further review of the project.</w:t>
      </w:r>
    </w:p>
    <w:p w14:paraId="7F493E66" w14:textId="77777777" w:rsidR="00870115" w:rsidRPr="00AE0E6D" w:rsidRDefault="00870115" w:rsidP="00870115">
      <w:pPr>
        <w:pStyle w:val="H4"/>
        <w:rPr>
          <w:b/>
        </w:rPr>
      </w:pPr>
      <w:bookmarkStart w:id="1741" w:name="_Toc199405361"/>
      <w:bookmarkEnd w:id="1740"/>
      <w:r w:rsidRPr="00AE0E6D">
        <w:rPr>
          <w:b/>
        </w:rPr>
        <w:t>3.11.4.2</w:t>
      </w:r>
      <w:r w:rsidRPr="00AE0E6D">
        <w:rPr>
          <w:b/>
        </w:rPr>
        <w:tab/>
        <w:t>Project Comment Process</w:t>
      </w:r>
      <w:bookmarkEnd w:id="1731"/>
      <w:bookmarkEnd w:id="1732"/>
      <w:bookmarkEnd w:id="1733"/>
      <w:bookmarkEnd w:id="1734"/>
      <w:bookmarkEnd w:id="1735"/>
      <w:bookmarkEnd w:id="1736"/>
      <w:bookmarkEnd w:id="1737"/>
      <w:bookmarkEnd w:id="1738"/>
      <w:bookmarkEnd w:id="1739"/>
      <w:bookmarkEnd w:id="1741"/>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42" w:name="_Toc400526183"/>
      <w:bookmarkStart w:id="1743" w:name="_Toc405534501"/>
      <w:bookmarkStart w:id="1744" w:name="_Toc406570514"/>
      <w:bookmarkStart w:id="1745" w:name="_Toc410910666"/>
      <w:bookmarkStart w:id="1746" w:name="_Toc411841094"/>
      <w:bookmarkStart w:id="1747" w:name="_Toc422147056"/>
      <w:bookmarkStart w:id="1748" w:name="_Toc433020652"/>
      <w:bookmarkStart w:id="1749" w:name="_Toc437262093"/>
      <w:bookmarkStart w:id="1750" w:name="_Toc478375270"/>
      <w:bookmarkStart w:id="1751" w:name="_Toc199405362"/>
      <w:r w:rsidRPr="00AE0E6D">
        <w:rPr>
          <w:b/>
        </w:rPr>
        <w:t>3.11.4.3</w:t>
      </w:r>
      <w:r w:rsidRPr="00AE0E6D">
        <w:rPr>
          <w:b/>
        </w:rPr>
        <w:tab/>
        <w:t>Categorization of Proposed Transmission Projects</w:t>
      </w:r>
      <w:bookmarkEnd w:id="1742"/>
      <w:bookmarkEnd w:id="1743"/>
      <w:bookmarkEnd w:id="1744"/>
      <w:bookmarkEnd w:id="1745"/>
      <w:bookmarkEnd w:id="1746"/>
      <w:bookmarkEnd w:id="1747"/>
      <w:bookmarkEnd w:id="1748"/>
      <w:bookmarkEnd w:id="1749"/>
      <w:bookmarkEnd w:id="1750"/>
      <w:bookmarkEnd w:id="1751"/>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w:t>
      </w:r>
      <w:r w:rsidRPr="00350910">
        <w:lastRenderedPageBreak/>
        <w:t xml:space="preserve">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lastRenderedPageBreak/>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52" w:name="_Toc400526184"/>
      <w:bookmarkStart w:id="1753" w:name="_Toc405534502"/>
      <w:bookmarkStart w:id="1754" w:name="_Toc406570515"/>
      <w:bookmarkStart w:id="1755" w:name="_Toc410910667"/>
      <w:bookmarkStart w:id="1756" w:name="_Toc411841095"/>
      <w:bookmarkStart w:id="1757" w:name="_Toc422147057"/>
      <w:bookmarkStart w:id="1758" w:name="_Toc433020653"/>
      <w:bookmarkStart w:id="1759" w:name="_Toc437262094"/>
      <w:bookmarkStart w:id="1760"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61" w:name="_Toc199405363"/>
      <w:r w:rsidRPr="00AE0E6D">
        <w:rPr>
          <w:b/>
        </w:rPr>
        <w:t>3.11.4.4</w:t>
      </w:r>
      <w:r w:rsidRPr="00AE0E6D">
        <w:rPr>
          <w:b/>
        </w:rPr>
        <w:tab/>
      </w:r>
      <w:r w:rsidR="008E0F2D">
        <w:rPr>
          <w:b/>
          <w:bCs/>
        </w:rPr>
        <w:t xml:space="preserve">Processing of </w:t>
      </w:r>
      <w:r w:rsidRPr="00AE0E6D">
        <w:rPr>
          <w:b/>
        </w:rPr>
        <w:t>Tier 4</w:t>
      </w:r>
      <w:bookmarkEnd w:id="1752"/>
      <w:bookmarkEnd w:id="1753"/>
      <w:bookmarkEnd w:id="1754"/>
      <w:bookmarkEnd w:id="1755"/>
      <w:bookmarkEnd w:id="1756"/>
      <w:bookmarkEnd w:id="1757"/>
      <w:bookmarkEnd w:id="1758"/>
      <w:bookmarkEnd w:id="1759"/>
      <w:bookmarkEnd w:id="1760"/>
      <w:r w:rsidR="008E0F2D">
        <w:rPr>
          <w:b/>
        </w:rPr>
        <w:t xml:space="preserve"> Projects</w:t>
      </w:r>
      <w:bookmarkEnd w:id="1761"/>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62" w:name="_Toc245029191"/>
      <w:bookmarkStart w:id="1763" w:name="_Toc400526185"/>
      <w:bookmarkStart w:id="1764" w:name="_Toc405534503"/>
      <w:bookmarkStart w:id="1765" w:name="_Toc406570516"/>
      <w:bookmarkStart w:id="1766" w:name="_Toc410910668"/>
      <w:bookmarkStart w:id="1767" w:name="_Toc411841096"/>
      <w:bookmarkStart w:id="1768" w:name="_Toc422147058"/>
      <w:bookmarkStart w:id="1769" w:name="_Toc433020654"/>
      <w:bookmarkStart w:id="1770" w:name="_Toc437262095"/>
      <w:bookmarkStart w:id="1771" w:name="_Toc478375272"/>
      <w:bookmarkStart w:id="1772" w:name="_Toc199405364"/>
      <w:r w:rsidRPr="00AE0E6D">
        <w:rPr>
          <w:b/>
        </w:rPr>
        <w:t>3.11.4.5</w:t>
      </w:r>
      <w:r w:rsidRPr="00AE0E6D">
        <w:rPr>
          <w:b/>
        </w:rPr>
        <w:tab/>
      </w:r>
      <w:r w:rsidR="008E0F2D">
        <w:rPr>
          <w:b/>
          <w:bCs/>
        </w:rPr>
        <w:t xml:space="preserve">Processing of </w:t>
      </w:r>
      <w:r w:rsidRPr="00AE0E6D">
        <w:rPr>
          <w:b/>
        </w:rPr>
        <w:t>Tier 3</w:t>
      </w:r>
      <w:bookmarkEnd w:id="1762"/>
      <w:bookmarkEnd w:id="1763"/>
      <w:bookmarkEnd w:id="1764"/>
      <w:bookmarkEnd w:id="1765"/>
      <w:bookmarkEnd w:id="1766"/>
      <w:bookmarkEnd w:id="1767"/>
      <w:bookmarkEnd w:id="1768"/>
      <w:bookmarkEnd w:id="1769"/>
      <w:bookmarkEnd w:id="1770"/>
      <w:bookmarkEnd w:id="1771"/>
      <w:r w:rsidR="008E0F2D">
        <w:rPr>
          <w:b/>
        </w:rPr>
        <w:t xml:space="preserve"> Projects</w:t>
      </w:r>
      <w:bookmarkEnd w:id="1772"/>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73" w:name="_Toc245029192"/>
      <w:bookmarkStart w:id="1774" w:name="_Toc400526186"/>
      <w:bookmarkStart w:id="1775" w:name="_Toc405534504"/>
      <w:bookmarkStart w:id="1776" w:name="_Toc406570517"/>
      <w:bookmarkStart w:id="1777" w:name="_Toc410910669"/>
      <w:bookmarkStart w:id="1778" w:name="_Toc411841097"/>
      <w:bookmarkStart w:id="1779" w:name="_Toc422147059"/>
      <w:bookmarkStart w:id="1780" w:name="_Toc433020655"/>
      <w:bookmarkStart w:id="1781" w:name="_Toc437262096"/>
      <w:bookmarkStart w:id="1782" w:name="_Toc478375273"/>
      <w:bookmarkStart w:id="1783" w:name="_Toc199405365"/>
      <w:r w:rsidRPr="00AE0E6D">
        <w:rPr>
          <w:b/>
        </w:rPr>
        <w:lastRenderedPageBreak/>
        <w:t>3.11.4.6</w:t>
      </w:r>
      <w:r w:rsidRPr="00AE0E6D">
        <w:rPr>
          <w:b/>
        </w:rPr>
        <w:tab/>
      </w:r>
      <w:r w:rsidR="008E0F2D">
        <w:rPr>
          <w:b/>
        </w:rPr>
        <w:t xml:space="preserve">Processing of </w:t>
      </w:r>
      <w:r w:rsidRPr="00AE0E6D">
        <w:rPr>
          <w:b/>
        </w:rPr>
        <w:t>Tier 2</w:t>
      </w:r>
      <w:bookmarkEnd w:id="1773"/>
      <w:bookmarkEnd w:id="1774"/>
      <w:bookmarkEnd w:id="1775"/>
      <w:bookmarkEnd w:id="1776"/>
      <w:bookmarkEnd w:id="1777"/>
      <w:bookmarkEnd w:id="1778"/>
      <w:bookmarkEnd w:id="1779"/>
      <w:bookmarkEnd w:id="1780"/>
      <w:bookmarkEnd w:id="1781"/>
      <w:bookmarkEnd w:id="1782"/>
      <w:r w:rsidR="008E0F2D">
        <w:rPr>
          <w:b/>
        </w:rPr>
        <w:t xml:space="preserve"> Projects</w:t>
      </w:r>
      <w:bookmarkEnd w:id="1783"/>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84" w:name="_Toc245029193"/>
      <w:bookmarkStart w:id="1785" w:name="_Toc400526187"/>
      <w:bookmarkStart w:id="1786" w:name="_Toc405534505"/>
      <w:bookmarkStart w:id="1787" w:name="_Toc406570518"/>
      <w:bookmarkStart w:id="1788" w:name="_Toc410910670"/>
      <w:bookmarkStart w:id="1789" w:name="_Toc411841098"/>
      <w:bookmarkStart w:id="1790" w:name="_Toc422147060"/>
      <w:bookmarkStart w:id="1791" w:name="_Toc433020656"/>
      <w:bookmarkStart w:id="1792" w:name="_Toc437262097"/>
      <w:bookmarkStart w:id="1793" w:name="_Toc478375274"/>
      <w:bookmarkStart w:id="1794" w:name="_Toc199405366"/>
      <w:r w:rsidRPr="00AE0E6D">
        <w:rPr>
          <w:b/>
        </w:rPr>
        <w:t>3.11.4.7</w:t>
      </w:r>
      <w:r w:rsidRPr="00AE0E6D">
        <w:rPr>
          <w:b/>
        </w:rPr>
        <w:tab/>
      </w:r>
      <w:r w:rsidR="001311B3">
        <w:rPr>
          <w:b/>
        </w:rPr>
        <w:t xml:space="preserve">Processing of </w:t>
      </w:r>
      <w:r w:rsidRPr="00AE0E6D">
        <w:rPr>
          <w:b/>
        </w:rPr>
        <w:t>Tier 1</w:t>
      </w:r>
      <w:bookmarkEnd w:id="1784"/>
      <w:bookmarkEnd w:id="1785"/>
      <w:bookmarkEnd w:id="1786"/>
      <w:bookmarkEnd w:id="1787"/>
      <w:bookmarkEnd w:id="1788"/>
      <w:bookmarkEnd w:id="1789"/>
      <w:bookmarkEnd w:id="1790"/>
      <w:bookmarkEnd w:id="1791"/>
      <w:bookmarkEnd w:id="1792"/>
      <w:bookmarkEnd w:id="1793"/>
      <w:r w:rsidR="001311B3">
        <w:rPr>
          <w:b/>
        </w:rPr>
        <w:t xml:space="preserve"> Projects</w:t>
      </w:r>
      <w:bookmarkEnd w:id="1794"/>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lastRenderedPageBreak/>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95" w:name="_Toc400526188"/>
      <w:bookmarkStart w:id="1796" w:name="_Toc405534506"/>
      <w:bookmarkStart w:id="1797" w:name="_Toc406570519"/>
      <w:bookmarkStart w:id="1798" w:name="_Toc410910671"/>
      <w:bookmarkStart w:id="1799" w:name="_Toc411841099"/>
      <w:bookmarkStart w:id="1800" w:name="_Toc422147061"/>
      <w:bookmarkStart w:id="1801" w:name="_Toc433020657"/>
      <w:bookmarkStart w:id="1802" w:name="_Toc437262098"/>
      <w:bookmarkStart w:id="1803" w:name="_Toc478375275"/>
      <w:bookmarkStart w:id="1804" w:name="_Toc199405367"/>
      <w:r w:rsidRPr="00AE0E6D">
        <w:rPr>
          <w:b/>
        </w:rPr>
        <w:t>3.11.4.8</w:t>
      </w:r>
      <w:r w:rsidRPr="00AE0E6D">
        <w:rPr>
          <w:b/>
        </w:rPr>
        <w:tab/>
        <w:t>Determine Designated Providers of Transmission Additions</w:t>
      </w:r>
      <w:bookmarkEnd w:id="1795"/>
      <w:bookmarkEnd w:id="1796"/>
      <w:bookmarkEnd w:id="1797"/>
      <w:bookmarkEnd w:id="1798"/>
      <w:bookmarkEnd w:id="1799"/>
      <w:bookmarkEnd w:id="1800"/>
      <w:bookmarkEnd w:id="1801"/>
      <w:bookmarkEnd w:id="1802"/>
      <w:bookmarkEnd w:id="1803"/>
      <w:bookmarkEnd w:id="1804"/>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05" w:name="_Toc400526189"/>
      <w:bookmarkStart w:id="1806" w:name="_Toc405534507"/>
      <w:bookmarkStart w:id="1807" w:name="_Toc406570520"/>
      <w:bookmarkStart w:id="1808" w:name="_Toc410910672"/>
      <w:bookmarkStart w:id="1809" w:name="_Toc411841100"/>
      <w:bookmarkStart w:id="1810" w:name="_Toc422147062"/>
      <w:bookmarkStart w:id="1811" w:name="_Toc433020658"/>
      <w:bookmarkStart w:id="1812" w:name="_Toc437262099"/>
      <w:bookmarkStart w:id="1813" w:name="_Toc478375276"/>
      <w:bookmarkStart w:id="1814" w:name="_Toc199405368"/>
      <w:r w:rsidRPr="00AE0E6D">
        <w:rPr>
          <w:b/>
        </w:rPr>
        <w:t>3.11.4.9</w:t>
      </w:r>
      <w:r w:rsidRPr="00AE0E6D">
        <w:rPr>
          <w:b/>
        </w:rPr>
        <w:tab/>
        <w:t>Regional Planning Group Acceptance and ERCOT Endorsement</w:t>
      </w:r>
      <w:bookmarkEnd w:id="1805"/>
      <w:bookmarkEnd w:id="1806"/>
      <w:bookmarkEnd w:id="1807"/>
      <w:bookmarkEnd w:id="1808"/>
      <w:bookmarkEnd w:id="1809"/>
      <w:bookmarkEnd w:id="1810"/>
      <w:bookmarkEnd w:id="1811"/>
      <w:bookmarkEnd w:id="1812"/>
      <w:bookmarkEnd w:id="1813"/>
      <w:bookmarkEnd w:id="1814"/>
    </w:p>
    <w:p w14:paraId="5D51CF0C" w14:textId="0D77B121"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 xml:space="preserve">posted on the </w:t>
      </w:r>
      <w:r w:rsidR="00916DDC">
        <w:t>Market Information System (</w:t>
      </w:r>
      <w:r w:rsidR="009A6D29">
        <w:t>MIS</w:t>
      </w:r>
      <w:r w:rsidR="00916DDC">
        <w:t>)</w:t>
      </w:r>
      <w:r w:rsidR="009A6D29">
        <w:t xml:space="preserve">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w:t>
      </w:r>
      <w:r w:rsidR="008636F2">
        <w:rPr>
          <w:iCs w:val="0"/>
        </w:rPr>
        <w:t>3</w:t>
      </w:r>
      <w:r w:rsidR="009A6D29" w:rsidRPr="00415110">
        <w:rPr>
          <w:iCs w:val="0"/>
        </w:rPr>
        <w:t>) below</w:t>
      </w:r>
      <w:r w:rsidRPr="00350910">
        <w:t>.  For Tier 1 projects, ERCOT’s endorsement is obtained upon affirmative vote of the ERCOT Board</w:t>
      </w:r>
      <w:r w:rsidR="009A6D29" w:rsidRPr="00415110">
        <w:rPr>
          <w:iCs w:val="0"/>
        </w:rPr>
        <w:t xml:space="preserve"> except as noted in paragraph (</w:t>
      </w:r>
      <w:r w:rsidR="008636F2">
        <w:rPr>
          <w:iCs w:val="0"/>
        </w:rPr>
        <w:t>3</w:t>
      </w:r>
      <w:r w:rsidR="009A6D29" w:rsidRPr="00415110">
        <w:rPr>
          <w:iCs w:val="0"/>
        </w:rPr>
        <w:t>)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w:t>
      </w:r>
      <w:r w:rsidR="008636F2">
        <w:rPr>
          <w:iCs w:val="0"/>
        </w:rPr>
        <w:t>3</w:t>
      </w:r>
      <w:r w:rsidR="009A6D29" w:rsidRPr="00415110">
        <w:rPr>
          <w:iCs w:val="0"/>
        </w:rPr>
        <w:t>)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7B6BF35" w14:textId="42FABC0D" w:rsidR="009A6D29" w:rsidRPr="00415110" w:rsidRDefault="009A6D29" w:rsidP="009A6D29">
      <w:pPr>
        <w:spacing w:after="240"/>
        <w:ind w:left="720" w:hanging="720"/>
        <w:rPr>
          <w:iCs/>
          <w:color w:val="000000"/>
        </w:rPr>
      </w:pPr>
      <w:bookmarkStart w:id="1815" w:name="_Toc400526190"/>
      <w:bookmarkStart w:id="1816" w:name="_Toc405534508"/>
      <w:bookmarkStart w:id="1817" w:name="_Toc406570521"/>
      <w:bookmarkStart w:id="1818" w:name="_Toc410910673"/>
      <w:bookmarkStart w:id="1819" w:name="_Toc411841101"/>
      <w:bookmarkStart w:id="1820" w:name="_Toc422147063"/>
      <w:bookmarkStart w:id="1821" w:name="_Toc433020659"/>
      <w:bookmarkStart w:id="1822" w:name="_Toc437262100"/>
      <w:bookmarkStart w:id="1823" w:name="_Toc478375277"/>
      <w:r w:rsidRPr="00415110">
        <w:rPr>
          <w:iCs/>
          <w:color w:val="000000"/>
        </w:rPr>
        <w:t>(</w:t>
      </w:r>
      <w:r w:rsidR="000878E8">
        <w:rPr>
          <w:iCs/>
          <w:color w:val="000000"/>
        </w:rPr>
        <w:t>3</w:t>
      </w:r>
      <w:r w:rsidRPr="00415110">
        <w:rPr>
          <w:iCs/>
          <w:color w:val="000000"/>
        </w:rPr>
        <w:t>)</w:t>
      </w:r>
      <w:r w:rsidRPr="00415110">
        <w:rPr>
          <w:iCs/>
          <w:color w:val="000000"/>
        </w:rPr>
        <w:tab/>
        <w:t xml:space="preserve">If a TSP asserts a need for a proposed Tier 1 or Tier 2 project based in part or in whole on its own planning criteria, then </w:t>
      </w:r>
      <w:r w:rsidR="00BD6C05" w:rsidRPr="00415110">
        <w:rPr>
          <w:iCs/>
          <w:color w:val="000000"/>
        </w:rPr>
        <w:t>ERCOT</w:t>
      </w:r>
      <w:r w:rsidR="00BD6C05">
        <w:rPr>
          <w:iCs/>
          <w:color w:val="000000"/>
        </w:rPr>
        <w:t>’</w:t>
      </w:r>
      <w:r w:rsidR="00BD6C05" w:rsidRPr="00415110">
        <w:rPr>
          <w:iCs/>
          <w:color w:val="000000"/>
        </w:rPr>
        <w:t xml:space="preserve">s </w:t>
      </w:r>
      <w:r w:rsidRPr="00415110">
        <w:rPr>
          <w:iCs/>
          <w:color w:val="000000"/>
        </w:rPr>
        <w:t xml:space="preserve">independent review shall also consider whether a reliability need exists under the TSP’s criteria.  If ERCOT identifies a reliability need </w:t>
      </w:r>
      <w:r w:rsidRPr="00415110">
        <w:rPr>
          <w:iCs/>
          <w:color w:val="000000"/>
        </w:rPr>
        <w:lastRenderedPageBreak/>
        <w:t>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24" w:name="_Toc199405369"/>
      <w:r w:rsidRPr="00AE0E6D">
        <w:rPr>
          <w:b/>
          <w:bCs/>
        </w:rPr>
        <w:t>3.11.4.10</w:t>
      </w:r>
      <w:r w:rsidRPr="00AE0E6D">
        <w:rPr>
          <w:b/>
          <w:bCs/>
        </w:rPr>
        <w:tab/>
        <w:t>Modifications to ERCOT Endorsed Projects</w:t>
      </w:r>
      <w:bookmarkEnd w:id="1815"/>
      <w:bookmarkEnd w:id="1816"/>
      <w:bookmarkEnd w:id="1817"/>
      <w:bookmarkEnd w:id="1818"/>
      <w:bookmarkEnd w:id="1819"/>
      <w:bookmarkEnd w:id="1820"/>
      <w:bookmarkEnd w:id="1821"/>
      <w:bookmarkEnd w:id="1822"/>
      <w:bookmarkEnd w:id="1823"/>
      <w:bookmarkEnd w:id="1824"/>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25" w:name="_Toc114235795"/>
      <w:bookmarkStart w:id="1826" w:name="_Toc144691968"/>
      <w:bookmarkStart w:id="1827" w:name="_Toc204048578"/>
      <w:bookmarkStart w:id="1828" w:name="_Toc400526191"/>
      <w:bookmarkStart w:id="1829" w:name="_Toc405534509"/>
      <w:bookmarkStart w:id="1830" w:name="_Toc406570522"/>
      <w:bookmarkStart w:id="1831" w:name="_Toc410910674"/>
      <w:bookmarkStart w:id="1832" w:name="_Toc411841102"/>
      <w:bookmarkStart w:id="1833" w:name="_Toc422147064"/>
      <w:bookmarkStart w:id="1834" w:name="_Toc433020660"/>
      <w:bookmarkStart w:id="1835" w:name="_Toc437262101"/>
      <w:bookmarkStart w:id="1836"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37" w:name="_Toc199405370"/>
      <w:r w:rsidRPr="00AF46BB">
        <w:rPr>
          <w:b/>
          <w:bCs/>
        </w:rPr>
        <w:t>3.11.4.11</w:t>
      </w:r>
      <w:r w:rsidR="00EE6648">
        <w:rPr>
          <w:b/>
          <w:bCs/>
        </w:rPr>
        <w:tab/>
      </w:r>
      <w:r w:rsidRPr="00AF46BB">
        <w:rPr>
          <w:b/>
          <w:bCs/>
        </w:rPr>
        <w:t>Customer or Resource Entity Funded Transmission Projects</w:t>
      </w:r>
      <w:bookmarkEnd w:id="1837"/>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lastRenderedPageBreak/>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38" w:name="_Toc199405371"/>
      <w:r>
        <w:t>3.11.</w:t>
      </w:r>
      <w:r w:rsidR="00243C91">
        <w:t>5</w:t>
      </w:r>
      <w:r>
        <w:tab/>
      </w:r>
      <w:bookmarkEnd w:id="1825"/>
      <w:bookmarkEnd w:id="1826"/>
      <w:bookmarkEnd w:id="1827"/>
      <w:r w:rsidR="001C17B7" w:rsidRPr="004E3EDB">
        <w:t>Transmission Service Provider and Distribution Service Provider Access to Interval Data</w:t>
      </w:r>
      <w:bookmarkEnd w:id="1828"/>
      <w:bookmarkEnd w:id="1829"/>
      <w:bookmarkEnd w:id="1830"/>
      <w:bookmarkEnd w:id="1831"/>
      <w:bookmarkEnd w:id="1832"/>
      <w:bookmarkEnd w:id="1833"/>
      <w:bookmarkEnd w:id="1834"/>
      <w:bookmarkEnd w:id="1835"/>
      <w:bookmarkEnd w:id="1836"/>
      <w:bookmarkEnd w:id="1838"/>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39" w:name="_Toc400526192"/>
      <w:bookmarkStart w:id="1840" w:name="_Toc405534510"/>
      <w:bookmarkStart w:id="1841" w:name="_Toc406570523"/>
      <w:bookmarkStart w:id="1842" w:name="_Toc410910675"/>
      <w:bookmarkStart w:id="1843" w:name="_Toc411841103"/>
      <w:bookmarkStart w:id="1844" w:name="_Toc422147065"/>
      <w:bookmarkStart w:id="1845" w:name="_Toc433020661"/>
      <w:bookmarkStart w:id="1846" w:name="_Toc437262102"/>
      <w:bookmarkStart w:id="1847" w:name="_Toc478375279"/>
      <w:bookmarkStart w:id="1848" w:name="_Toc199405372"/>
      <w:r w:rsidRPr="00350910">
        <w:t>3.11.</w:t>
      </w:r>
      <w:r>
        <w:t>6</w:t>
      </w:r>
      <w:r w:rsidRPr="00350910">
        <w:tab/>
        <w:t>Generation Interconnection Process</w:t>
      </w:r>
      <w:bookmarkEnd w:id="1839"/>
      <w:bookmarkEnd w:id="1840"/>
      <w:bookmarkEnd w:id="1841"/>
      <w:bookmarkEnd w:id="1842"/>
      <w:bookmarkEnd w:id="1843"/>
      <w:bookmarkEnd w:id="1844"/>
      <w:bookmarkEnd w:id="1845"/>
      <w:bookmarkEnd w:id="1846"/>
      <w:bookmarkEnd w:id="1847"/>
      <w:bookmarkEnd w:id="1848"/>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lastRenderedPageBreak/>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49" w:name="_Toc204048579"/>
      <w:bookmarkStart w:id="1850" w:name="_Toc400526193"/>
      <w:bookmarkStart w:id="1851" w:name="_Toc405534511"/>
      <w:bookmarkStart w:id="1852" w:name="_Toc406570524"/>
      <w:bookmarkStart w:id="1853" w:name="_Toc410910676"/>
      <w:bookmarkStart w:id="1854" w:name="_Toc411841104"/>
      <w:bookmarkStart w:id="1855" w:name="_Toc422147066"/>
      <w:bookmarkStart w:id="1856" w:name="_Toc433020662"/>
      <w:bookmarkStart w:id="1857" w:name="_Toc437262103"/>
      <w:bookmarkStart w:id="1858" w:name="_Toc478375280"/>
      <w:bookmarkStart w:id="1859" w:name="_Toc199405373"/>
      <w:bookmarkStart w:id="1860" w:name="_Toc114235799"/>
      <w:bookmarkStart w:id="1861" w:name="_Toc144691972"/>
      <w:r>
        <w:t>3.12</w:t>
      </w:r>
      <w:r>
        <w:tab/>
        <w:t>Load Forecasting</w:t>
      </w:r>
      <w:bookmarkEnd w:id="1849"/>
      <w:bookmarkEnd w:id="1850"/>
      <w:bookmarkEnd w:id="1851"/>
      <w:bookmarkEnd w:id="1852"/>
      <w:bookmarkEnd w:id="1853"/>
      <w:bookmarkEnd w:id="1854"/>
      <w:bookmarkEnd w:id="1855"/>
      <w:bookmarkEnd w:id="1856"/>
      <w:bookmarkEnd w:id="1857"/>
      <w:bookmarkEnd w:id="1858"/>
      <w:bookmarkEnd w:id="1859"/>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6B480C7A" w14:textId="3269E516" w:rsidR="007F7DC3"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forecast for the next 36</w:t>
      </w:r>
      <w:r w:rsidR="00A178D3">
        <w:t xml:space="preserve"> </w:t>
      </w:r>
      <w:r>
        <w:t xml:space="preserve">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34508A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613A57F" w14:textId="4AD3C92F" w:rsidR="007F7DC3" w:rsidRDefault="007F7DC3" w:rsidP="00444C95">
            <w:pPr>
              <w:spacing w:before="120" w:after="240"/>
              <w:rPr>
                <w:b/>
                <w:i/>
              </w:rPr>
            </w:pPr>
            <w:r>
              <w:rPr>
                <w:b/>
                <w:i/>
              </w:rPr>
              <w:t>[NPRR1240:  Replace paragraph (b) above with the following upon system implementation:]</w:t>
            </w:r>
          </w:p>
          <w:p w14:paraId="7AC0D8AB" w14:textId="2345CDED" w:rsidR="007F7DC3" w:rsidRPr="007F7DC3" w:rsidRDefault="007F7DC3" w:rsidP="007F7DC3">
            <w:pPr>
              <w:pStyle w:val="List"/>
            </w:pPr>
            <w:r>
              <w:t>(b)</w:t>
            </w:r>
            <w:r>
              <w:tab/>
              <w:t>ERCOT shall develop and post monthly on the ERCOT website a “36-Month Load Forecast” that provides a daily minimum and maximum Load forecast for the next 36</w:t>
            </w:r>
            <w:r w:rsidR="00A178D3">
              <w:t xml:space="preserve"> </w:t>
            </w:r>
            <w:r>
              <w:t xml:space="preserve">months for the ERCOT Region, for each of the Weather Zones, and for each of the Forecast Zones.  The 36-Month Load Forecast is used in the Outage </w:t>
            </w:r>
            <w:r w:rsidRPr="009E5660">
              <w:t>c</w:t>
            </w:r>
            <w:r>
              <w:t>oordination process and for Resource adequacy reporting.</w:t>
            </w:r>
          </w:p>
        </w:tc>
      </w:tr>
    </w:tbl>
    <w:p w14:paraId="65052639" w14:textId="77777777" w:rsidR="007F7DC3" w:rsidRDefault="007F7DC3" w:rsidP="007F7DC3">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0323630D" w:rsidR="00CC2F56" w:rsidRDefault="00CC2F56" w:rsidP="00A26836">
            <w:pPr>
              <w:spacing w:before="120" w:after="240"/>
              <w:rPr>
                <w:b/>
                <w:i/>
              </w:rPr>
            </w:pPr>
            <w:r>
              <w:rPr>
                <w:b/>
                <w:i/>
              </w:rPr>
              <w:t>[NPRR1004</w:t>
            </w:r>
            <w:r w:rsidR="007F7DC3">
              <w:rPr>
                <w:b/>
                <w:i/>
              </w:rPr>
              <w:t xml:space="preserve"> and NPRR1240</w:t>
            </w:r>
            <w:r w:rsidRPr="004B0726">
              <w:rPr>
                <w:b/>
                <w:i/>
              </w:rPr>
              <w:t xml:space="preserve">: </w:t>
            </w:r>
            <w:r>
              <w:rPr>
                <w:b/>
                <w:i/>
              </w:rPr>
              <w:t xml:space="preserve"> Insert </w:t>
            </w:r>
            <w:r w:rsidR="007F7DC3">
              <w:rPr>
                <w:b/>
                <w:i/>
              </w:rPr>
              <w:t xml:space="preserve">applicable portions of </w:t>
            </w:r>
            <w:r>
              <w:rPr>
                <w:b/>
                <w:i/>
              </w:rPr>
              <w:t>paragraph (c) below upon system implementation:</w:t>
            </w:r>
            <w:r w:rsidRPr="004B0726">
              <w:rPr>
                <w:b/>
                <w:i/>
              </w:rPr>
              <w:t>]</w:t>
            </w:r>
          </w:p>
          <w:p w14:paraId="240594BF" w14:textId="32A7C883"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w:t>
            </w:r>
            <w:r w:rsidRPr="00E64C1E">
              <w:rPr>
                <w:iCs/>
              </w:rPr>
              <w:lastRenderedPageBreak/>
              <w:t xml:space="preserve">redacted from the </w:t>
            </w:r>
            <w:r w:rsidR="007F7DC3">
              <w:rPr>
                <w:iCs/>
              </w:rPr>
              <w:t>ERCOT website</w:t>
            </w:r>
            <w:r w:rsidRPr="00E64C1E">
              <w:rPr>
                <w:iCs/>
              </w:rPr>
              <w:t xml:space="preserve">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62" w:name="_Toc204048580"/>
      <w:bookmarkStart w:id="1863" w:name="_Toc400526194"/>
      <w:bookmarkStart w:id="1864" w:name="_Toc405534512"/>
      <w:bookmarkStart w:id="1865" w:name="_Toc406570525"/>
      <w:bookmarkStart w:id="1866" w:name="_Toc410910677"/>
      <w:bookmarkStart w:id="1867" w:name="_Toc411841105"/>
      <w:bookmarkStart w:id="1868" w:name="_Toc422147067"/>
      <w:bookmarkStart w:id="1869" w:name="_Toc433020663"/>
      <w:bookmarkStart w:id="1870" w:name="_Toc437262104"/>
      <w:bookmarkStart w:id="1871" w:name="_Toc478375281"/>
      <w:bookmarkStart w:id="1872" w:name="_Toc199405374"/>
      <w:r>
        <w:t>3.12.1</w:t>
      </w:r>
      <w:r>
        <w:tab/>
        <w:t>Seven-Day Load Forecast</w:t>
      </w:r>
      <w:bookmarkEnd w:id="1862"/>
      <w:bookmarkEnd w:id="1863"/>
      <w:bookmarkEnd w:id="1864"/>
      <w:bookmarkEnd w:id="1865"/>
      <w:bookmarkEnd w:id="1866"/>
      <w:bookmarkEnd w:id="1867"/>
      <w:bookmarkEnd w:id="1868"/>
      <w:bookmarkEnd w:id="1869"/>
      <w:bookmarkEnd w:id="1870"/>
      <w:bookmarkEnd w:id="1871"/>
      <w:bookmarkEnd w:id="1872"/>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73" w:name="_Toc199405375"/>
      <w:r w:rsidRPr="00B83665">
        <w:lastRenderedPageBreak/>
        <w:t>3.12.2</w:t>
      </w:r>
      <w:r w:rsidRPr="00B83665">
        <w:tab/>
        <w:t>Study Areas</w:t>
      </w:r>
      <w:bookmarkEnd w:id="1873"/>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74" w:name="_Toc199405376"/>
      <w:r>
        <w:t>3.12.3</w:t>
      </w:r>
      <w:r>
        <w:tab/>
        <w:t>Seven-Day Study Area Load Forecast</w:t>
      </w:r>
      <w:bookmarkEnd w:id="1874"/>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75" w:name="_Toc204048582"/>
      <w:bookmarkStart w:id="1876" w:name="_Toc400526195"/>
      <w:bookmarkStart w:id="1877" w:name="_Toc405534513"/>
      <w:bookmarkStart w:id="1878" w:name="_Toc406570526"/>
      <w:bookmarkStart w:id="1879" w:name="_Toc410910678"/>
      <w:bookmarkStart w:id="1880" w:name="_Toc411841106"/>
      <w:bookmarkStart w:id="1881" w:name="_Toc422147068"/>
      <w:bookmarkStart w:id="1882" w:name="_Toc433020664"/>
      <w:bookmarkStart w:id="1883" w:name="_Toc437262105"/>
      <w:bookmarkStart w:id="1884" w:name="_Toc478375282"/>
      <w:bookmarkStart w:id="1885" w:name="_Toc199405377"/>
      <w:r>
        <w:t>3.13</w:t>
      </w:r>
      <w:r>
        <w:tab/>
        <w:t>Renewable Production Potential Forecasts</w:t>
      </w:r>
      <w:bookmarkEnd w:id="1860"/>
      <w:bookmarkEnd w:id="1861"/>
      <w:bookmarkEnd w:id="1875"/>
      <w:bookmarkEnd w:id="1876"/>
      <w:bookmarkEnd w:id="1877"/>
      <w:bookmarkEnd w:id="1878"/>
      <w:bookmarkEnd w:id="1879"/>
      <w:bookmarkEnd w:id="1880"/>
      <w:bookmarkEnd w:id="1881"/>
      <w:bookmarkEnd w:id="1882"/>
      <w:bookmarkEnd w:id="1883"/>
      <w:bookmarkEnd w:id="1884"/>
      <w:bookmarkEnd w:id="1885"/>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w:t>
            </w:r>
            <w:r>
              <w:rPr>
                <w:iCs/>
              </w:rPr>
              <w:lastRenderedPageBreak/>
              <w:t>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0798F771"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xml:space="preserve">.  ERCOT shall use its best efforts to develop accurate and unbiased forecasts, as limited by the availability of relevant explanatory data.  ERCOT shall post on the </w:t>
      </w:r>
      <w:r w:rsidR="001816BE">
        <w:t>ERCOT website</w:t>
      </w:r>
      <w:r>
        <w:t xml:space="preserve">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1B936FA"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0FD04C5F"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xml:space="preserve">.  ERCOT shall use its best efforts to develop accurate and unbiased forecasts, as limited by the availability of relevant explanatory data.  ERCOT shall post on the </w:t>
            </w:r>
            <w:r w:rsidR="00146949">
              <w:rPr>
                <w:iCs/>
              </w:rPr>
              <w:t>ERCOT website</w:t>
            </w:r>
            <w:r w:rsidRPr="00950C1F">
              <w:rPr>
                <w:iCs/>
              </w:rPr>
              <w:t xml:space="preserve">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86" w:name="_Toc400526196"/>
      <w:bookmarkStart w:id="1887" w:name="_Toc405534514"/>
      <w:bookmarkStart w:id="1888" w:name="_Toc406570527"/>
      <w:bookmarkStart w:id="1889" w:name="_Toc410910679"/>
      <w:bookmarkStart w:id="1890" w:name="_Toc411841107"/>
      <w:bookmarkStart w:id="1891" w:name="_Toc422147069"/>
      <w:bookmarkStart w:id="1892" w:name="_Toc433020665"/>
      <w:bookmarkStart w:id="1893" w:name="_Toc437262106"/>
      <w:bookmarkStart w:id="1894" w:name="_Toc478375283"/>
      <w:bookmarkStart w:id="1895" w:name="_Toc199405378"/>
      <w:bookmarkStart w:id="1896" w:name="_Toc114235800"/>
      <w:bookmarkStart w:id="1897" w:name="_Toc144691973"/>
      <w:bookmarkStart w:id="1898" w:name="_Toc204048583"/>
      <w:r>
        <w:t>3.14</w:t>
      </w:r>
      <w:r>
        <w:tab/>
        <w:t>Contracts for Reliability Resources and Emergency Response Service Resources</w:t>
      </w:r>
      <w:bookmarkEnd w:id="1886"/>
      <w:bookmarkEnd w:id="1887"/>
      <w:bookmarkEnd w:id="1888"/>
      <w:bookmarkEnd w:id="1889"/>
      <w:bookmarkEnd w:id="1890"/>
      <w:bookmarkEnd w:id="1891"/>
      <w:bookmarkEnd w:id="1892"/>
      <w:bookmarkEnd w:id="1893"/>
      <w:bookmarkEnd w:id="1894"/>
      <w:bookmarkEnd w:id="1895"/>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96"/>
      <w:bookmarkEnd w:id="1897"/>
      <w:bookmarkEnd w:id="189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99" w:name="_Toc114235801"/>
            <w:bookmarkStart w:id="1900" w:name="_Toc144691974"/>
            <w:bookmarkStart w:id="1901" w:name="_Toc204048584"/>
            <w:bookmarkStart w:id="1902" w:name="_Toc400526197"/>
            <w:bookmarkStart w:id="1903" w:name="_Toc405534515"/>
            <w:bookmarkStart w:id="1904" w:name="_Toc406570528"/>
            <w:bookmarkStart w:id="1905" w:name="_Toc410910680"/>
            <w:bookmarkStart w:id="1906" w:name="_Toc411841108"/>
            <w:bookmarkStart w:id="1907" w:name="_Toc422147070"/>
            <w:bookmarkStart w:id="1908" w:name="_Toc433020666"/>
            <w:bookmarkStart w:id="1909" w:name="_Toc437262107"/>
            <w:bookmarkStart w:id="1910"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11" w:name="_Toc199405379"/>
      <w:r>
        <w:lastRenderedPageBreak/>
        <w:t>3.14.1</w:t>
      </w:r>
      <w:r>
        <w:tab/>
        <w:t>Reliability Must Run</w:t>
      </w:r>
      <w:bookmarkEnd w:id="1899"/>
      <w:bookmarkEnd w:id="1900"/>
      <w:bookmarkEnd w:id="1901"/>
      <w:bookmarkEnd w:id="1902"/>
      <w:bookmarkEnd w:id="1903"/>
      <w:bookmarkEnd w:id="1904"/>
      <w:bookmarkEnd w:id="1905"/>
      <w:bookmarkEnd w:id="1906"/>
      <w:bookmarkEnd w:id="1907"/>
      <w:bookmarkEnd w:id="1908"/>
      <w:bookmarkEnd w:id="1909"/>
      <w:bookmarkEnd w:id="1910"/>
      <w:bookmarkEnd w:id="1911"/>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w:t>
      </w:r>
      <w:r w:rsidR="00386025">
        <w:lastRenderedPageBreak/>
        <w:t xml:space="preserve">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3A6D4A5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w:t>
      </w:r>
    </w:p>
    <w:p w14:paraId="31012B04" w14:textId="04B9E4C7" w:rsidR="00CB13B2" w:rsidRDefault="002D238A" w:rsidP="00A64E44">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0B15A92E"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C5A26FE" w14:textId="15A8F851" w:rsidR="007F7DC3" w:rsidRDefault="007F7DC3" w:rsidP="00444C95">
            <w:pPr>
              <w:spacing w:before="120" w:after="240"/>
              <w:rPr>
                <w:b/>
                <w:i/>
              </w:rPr>
            </w:pPr>
            <w:r>
              <w:rPr>
                <w:b/>
                <w:i/>
              </w:rPr>
              <w:t>[NPRR1240:  Replace paragraph (i) above with the following upon system implementation:]</w:t>
            </w:r>
          </w:p>
          <w:p w14:paraId="5996D928" w14:textId="73681A4C" w:rsidR="007F7DC3" w:rsidRPr="007F7DC3" w:rsidRDefault="007F7DC3" w:rsidP="007F7DC3">
            <w:pPr>
              <w:pStyle w:val="List"/>
            </w:pPr>
            <w:r>
              <w:t>(i)</w:t>
            </w:r>
            <w:r>
              <w:tab/>
              <w:t>ERCOT shall post on the ERCOT website all information relative to the use of RMR Units including energy deployed monthly.</w:t>
            </w:r>
          </w:p>
        </w:tc>
      </w:tr>
    </w:tbl>
    <w:p w14:paraId="2FD33D2A" w14:textId="7BF64C43" w:rsidR="00CB13B2" w:rsidRDefault="002D238A" w:rsidP="006E0CB7">
      <w:pPr>
        <w:pStyle w:val="List"/>
        <w:spacing w:before="240"/>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lastRenderedPageBreak/>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12" w:name="_Toc144691975"/>
      <w:bookmarkStart w:id="1913" w:name="_Toc204048585"/>
      <w:bookmarkStart w:id="1914" w:name="_Toc400526198"/>
      <w:bookmarkStart w:id="1915" w:name="_Toc405534516"/>
      <w:bookmarkStart w:id="1916" w:name="_Toc406570529"/>
      <w:bookmarkStart w:id="1917" w:name="_Toc410910681"/>
      <w:bookmarkStart w:id="1918" w:name="_Toc411841109"/>
      <w:bookmarkStart w:id="1919" w:name="_Toc422147071"/>
      <w:bookmarkStart w:id="1920" w:name="_Toc433020667"/>
      <w:bookmarkStart w:id="1921" w:name="_Toc437262108"/>
      <w:bookmarkStart w:id="1922" w:name="_Toc478375285"/>
      <w:bookmarkStart w:id="1923" w:name="_Toc199405380"/>
      <w:bookmarkStart w:id="1924" w:name="_Hlk130901987"/>
      <w:r w:rsidRPr="00AE0E6D">
        <w:rPr>
          <w:b/>
        </w:rPr>
        <w:t>3.14.1.1</w:t>
      </w:r>
      <w:r w:rsidRPr="00AE0E6D">
        <w:rPr>
          <w:b/>
        </w:rPr>
        <w:tab/>
        <w:t>Notification of Suspension of Operations</w:t>
      </w:r>
      <w:bookmarkEnd w:id="1912"/>
      <w:bookmarkEnd w:id="1913"/>
      <w:bookmarkEnd w:id="1914"/>
      <w:bookmarkEnd w:id="1915"/>
      <w:bookmarkEnd w:id="1916"/>
      <w:bookmarkEnd w:id="1917"/>
      <w:bookmarkEnd w:id="1918"/>
      <w:bookmarkEnd w:id="1919"/>
      <w:bookmarkEnd w:id="1920"/>
      <w:bookmarkEnd w:id="1921"/>
      <w:bookmarkEnd w:id="1922"/>
      <w:bookmarkEnd w:id="1923"/>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t>(a)</w:t>
      </w:r>
      <w:r>
        <w:tab/>
      </w:r>
      <w:r w:rsidR="00DE29AB">
        <w:t>The Generation Resource w</w:t>
      </w:r>
      <w:r w:rsidR="000629D5">
        <w:t>ill not be evaluated for RMR status</w:t>
      </w:r>
      <w:r>
        <w:t>;</w:t>
      </w:r>
      <w:r w:rsidR="000629D5">
        <w:t xml:space="preserve">  </w:t>
      </w:r>
    </w:p>
    <w:p w14:paraId="545EAB73" w14:textId="4648E410" w:rsidR="00DE29AB" w:rsidRDefault="00941FA3" w:rsidP="00941FA3">
      <w:pPr>
        <w:pStyle w:val="BodyTextNumbered"/>
        <w:ind w:left="1440"/>
      </w:pPr>
      <w:r>
        <w:t>(b)</w:t>
      </w:r>
      <w:r>
        <w:tab/>
      </w:r>
      <w:r w:rsidR="00DE29AB">
        <w:t>The NSO w</w:t>
      </w:r>
      <w:r w:rsidR="000629D5">
        <w:t xml:space="preserve">ill not be posted on the </w:t>
      </w:r>
      <w:r w:rsidR="00E568B1">
        <w:t>ERCOT website</w:t>
      </w:r>
      <w:r>
        <w:t>, except that information contained in the NSO may be included in reports in accordance with Section 3.2.6.2.2, Total Capacity Estimate</w:t>
      </w:r>
      <w:r w:rsidR="00DE29AB">
        <w:t>; and</w:t>
      </w:r>
    </w:p>
    <w:p w14:paraId="47D3339A" w14:textId="42141B1F" w:rsidR="00E008FD" w:rsidRDefault="00DE29AB" w:rsidP="00A64E44">
      <w:pPr>
        <w:pStyle w:val="BodyTextNumbered"/>
        <w:ind w:left="1440"/>
      </w:pPr>
      <w:r>
        <w:lastRenderedPageBreak/>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25" w:name="_Toc144691976"/>
      <w:bookmarkStart w:id="1926" w:name="_Toc204048586"/>
      <w:bookmarkStart w:id="1927" w:name="_Toc400526199"/>
      <w:bookmarkStart w:id="1928" w:name="_Toc405534517"/>
      <w:bookmarkStart w:id="1929" w:name="_Toc406570530"/>
      <w:bookmarkStart w:id="1930" w:name="_Toc410910682"/>
      <w:bookmarkStart w:id="1931" w:name="_Toc411841110"/>
      <w:bookmarkStart w:id="1932" w:name="_Toc422147072"/>
      <w:bookmarkStart w:id="1933" w:name="_Toc433020668"/>
      <w:bookmarkStart w:id="1934" w:name="_Toc437262109"/>
      <w:bookmarkStart w:id="1935" w:name="_Toc478375286"/>
      <w:bookmarkStart w:id="1936" w:name="_Toc199405381"/>
      <w:r w:rsidRPr="00AE0E6D">
        <w:rPr>
          <w:b/>
        </w:rPr>
        <w:t>3.14.1.2</w:t>
      </w:r>
      <w:r w:rsidRPr="00AE0E6D">
        <w:rPr>
          <w:b/>
        </w:rPr>
        <w:tab/>
        <w:t>ERCOT Evaluation</w:t>
      </w:r>
      <w:bookmarkEnd w:id="1925"/>
      <w:bookmarkEnd w:id="1926"/>
      <w:bookmarkEnd w:id="1927"/>
      <w:bookmarkEnd w:id="1928"/>
      <w:bookmarkEnd w:id="1929"/>
      <w:bookmarkEnd w:id="1930"/>
      <w:bookmarkEnd w:id="1931"/>
      <w:bookmarkEnd w:id="1932"/>
      <w:bookmarkEnd w:id="1933"/>
      <w:bookmarkEnd w:id="1934"/>
      <w:bookmarkEnd w:id="1935"/>
      <w:r w:rsidR="006360D2">
        <w:rPr>
          <w:b/>
        </w:rPr>
        <w:t xml:space="preserve"> Process</w:t>
      </w:r>
      <w:bookmarkEnd w:id="1936"/>
    </w:p>
    <w:p w14:paraId="36C45247" w14:textId="22543476"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 xml:space="preserve">pon receipt of an NSO under Section 3.14.1.1 ERCOT shall post the NSO on the </w:t>
      </w:r>
      <w:r w:rsidR="00E568B1">
        <w:t>ERCOT website</w:t>
      </w:r>
      <w:r w:rsidR="006D2F5C">
        <w:t xml:space="preserve"> and shall post </w:t>
      </w:r>
      <w:r w:rsidR="00E568B1">
        <w:t xml:space="preserve">on the MIS Secure Area </w:t>
      </w:r>
      <w:r w:rsidR="006D2F5C">
        <w:t>all existing relevant studies and data and provide a Market Notice of the NSO and posting of the studies and data.</w:t>
      </w:r>
    </w:p>
    <w:p w14:paraId="2495490F" w14:textId="06D85A52" w:rsidR="00CB13B2" w:rsidRDefault="002D238A" w:rsidP="00A64E44">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to 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lastRenderedPageBreak/>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 xml:space="preserve">the Generation Resource is necessary to support ERCOT System reliability.  The past planning studies must have used the same or </w:t>
      </w:r>
      <w:r>
        <w:lastRenderedPageBreak/>
        <w:t>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59CA4CEE"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w:t>
      </w:r>
      <w:r w:rsidR="00583318">
        <w:t>“</w:t>
      </w:r>
      <w:r>
        <w:t>Request for Proposal</w:t>
      </w:r>
      <w:r w:rsidR="00583318">
        <w:t>”</w:t>
      </w:r>
      <w:r>
        <w:t xml:space="preserve">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389D86CC"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w:t>
      </w:r>
      <w:r w:rsidR="006D2F5C" w:rsidRPr="00447F75">
        <w:lastRenderedPageBreak/>
        <w:t xml:space="preserve">22, Attachment E, Notification of Suspension of Operations).  ERCOT shall post the Part III information on the </w:t>
      </w:r>
      <w:r w:rsidR="00E568B1">
        <w:t>ERCOT website</w:t>
      </w:r>
      <w:r w:rsidR="006D2F5C" w:rsidRPr="00447F75">
        <w:t xml:space="preserve">.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462559BD" w:rsidR="00AD07E2" w:rsidRDefault="007737B8" w:rsidP="00A64E44">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37" w:name="_Toc400526200"/>
      <w:bookmarkStart w:id="1938" w:name="_Toc405534518"/>
      <w:bookmarkStart w:id="1939" w:name="_Toc406570531"/>
      <w:bookmarkStart w:id="1940" w:name="_Toc410910683"/>
      <w:bookmarkStart w:id="1941" w:name="_Toc411841111"/>
      <w:bookmarkStart w:id="1942" w:name="_Toc422147073"/>
      <w:bookmarkStart w:id="1943" w:name="_Toc433020669"/>
      <w:bookmarkStart w:id="1944" w:name="_Toc437262110"/>
      <w:bookmarkStart w:id="1945" w:name="_Toc478375287"/>
      <w:bookmarkStart w:id="1946" w:name="_Toc199405382"/>
      <w:bookmarkEnd w:id="1924"/>
      <w:r w:rsidRPr="004D74A6">
        <w:rPr>
          <w:b/>
          <w:iCs/>
        </w:rPr>
        <w:t>3.14.1.2.1</w:t>
      </w:r>
      <w:r w:rsidRPr="004D74A6">
        <w:rPr>
          <w:b/>
          <w:iCs/>
        </w:rPr>
        <w:tab/>
      </w:r>
      <w:r w:rsidRPr="004D74A6">
        <w:rPr>
          <w:b/>
          <w:snapToGrid w:val="0"/>
        </w:rPr>
        <w:t>ERCOT Evaluation of Seasonal Mothball Status</w:t>
      </w:r>
      <w:bookmarkEnd w:id="1937"/>
      <w:bookmarkEnd w:id="1938"/>
      <w:bookmarkEnd w:id="1939"/>
      <w:bookmarkEnd w:id="1940"/>
      <w:bookmarkEnd w:id="1941"/>
      <w:bookmarkEnd w:id="1942"/>
      <w:bookmarkEnd w:id="1943"/>
      <w:bookmarkEnd w:id="1944"/>
      <w:bookmarkEnd w:id="1945"/>
      <w:bookmarkEnd w:id="1946"/>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 xml:space="preserve">issue a Market Notice indicating the status of the </w:t>
      </w:r>
      <w:r w:rsidR="006B0548">
        <w:lastRenderedPageBreak/>
        <w:t>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47" w:name="_Toc204048587"/>
      <w:bookmarkStart w:id="1948" w:name="_Toc400526201"/>
      <w:bookmarkStart w:id="1949" w:name="_Toc405534519"/>
      <w:bookmarkStart w:id="1950" w:name="_Toc406570532"/>
      <w:bookmarkStart w:id="1951" w:name="_Toc410910684"/>
      <w:bookmarkStart w:id="1952" w:name="_Toc411841112"/>
      <w:bookmarkStart w:id="1953" w:name="_Toc422147074"/>
      <w:bookmarkStart w:id="1954" w:name="_Toc433020670"/>
      <w:bookmarkStart w:id="1955" w:name="_Toc437262111"/>
      <w:bookmarkStart w:id="1956" w:name="_Toc478375288"/>
      <w:bookmarkStart w:id="1957" w:name="_Toc199405383"/>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47"/>
      <w:bookmarkEnd w:id="1948"/>
      <w:bookmarkEnd w:id="1949"/>
      <w:bookmarkEnd w:id="1950"/>
      <w:bookmarkEnd w:id="1951"/>
      <w:bookmarkEnd w:id="1952"/>
      <w:bookmarkEnd w:id="1953"/>
      <w:bookmarkEnd w:id="1954"/>
      <w:bookmarkEnd w:id="1955"/>
      <w:bookmarkEnd w:id="1956"/>
      <w:bookmarkEnd w:id="1957"/>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lastRenderedPageBreak/>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58" w:name="_Toc144691977"/>
      <w:bookmarkStart w:id="1959" w:name="_Toc204048588"/>
      <w:bookmarkStart w:id="1960" w:name="_Toc400526202"/>
      <w:bookmarkStart w:id="1961" w:name="_Toc405534520"/>
      <w:bookmarkStart w:id="1962" w:name="_Toc406570533"/>
      <w:bookmarkStart w:id="1963" w:name="_Toc410910685"/>
      <w:bookmarkStart w:id="1964" w:name="_Toc411841113"/>
      <w:bookmarkStart w:id="1965" w:name="_Toc422147075"/>
      <w:bookmarkStart w:id="1966" w:name="_Toc433020671"/>
      <w:bookmarkStart w:id="1967" w:name="_Toc437262112"/>
      <w:bookmarkStart w:id="1968" w:name="_Toc478375289"/>
      <w:bookmarkStart w:id="1969" w:name="_Toc199405384"/>
      <w:r w:rsidRPr="00AE0E6D">
        <w:rPr>
          <w:b/>
        </w:rPr>
        <w:t>3.14.1.4</w:t>
      </w:r>
      <w:r w:rsidRPr="00AE0E6D">
        <w:rPr>
          <w:b/>
        </w:rPr>
        <w:tab/>
        <w:t>Exit Strategy from an RMR Agreement</w:t>
      </w:r>
      <w:bookmarkEnd w:id="1958"/>
      <w:bookmarkEnd w:id="1959"/>
      <w:bookmarkEnd w:id="1960"/>
      <w:bookmarkEnd w:id="1961"/>
      <w:bookmarkEnd w:id="1962"/>
      <w:bookmarkEnd w:id="1963"/>
      <w:bookmarkEnd w:id="1964"/>
      <w:bookmarkEnd w:id="1965"/>
      <w:bookmarkEnd w:id="1966"/>
      <w:bookmarkEnd w:id="1967"/>
      <w:bookmarkEnd w:id="1968"/>
      <w:bookmarkEnd w:id="1969"/>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70" w:name="_Toc144691978"/>
      <w:bookmarkStart w:id="1971" w:name="_Toc204048589"/>
      <w:bookmarkStart w:id="1972" w:name="_Toc400526203"/>
      <w:bookmarkStart w:id="1973" w:name="_Toc405534521"/>
      <w:bookmarkStart w:id="1974" w:name="_Toc406570534"/>
      <w:bookmarkStart w:id="1975" w:name="_Toc410910686"/>
      <w:bookmarkStart w:id="1976" w:name="_Toc411841114"/>
      <w:bookmarkStart w:id="1977" w:name="_Toc422147076"/>
      <w:bookmarkStart w:id="1978" w:name="_Toc433020672"/>
      <w:bookmarkStart w:id="1979" w:name="_Toc437262113"/>
      <w:bookmarkStart w:id="1980" w:name="_Toc478375290"/>
      <w:bookmarkStart w:id="1981" w:name="_Toc199405385"/>
      <w:bookmarkStart w:id="1982" w:name="_Hlk130902018"/>
      <w:r w:rsidRPr="00AE0E6D">
        <w:rPr>
          <w:b/>
        </w:rPr>
        <w:t>3.14.1.5</w:t>
      </w:r>
      <w:r w:rsidRPr="00AE0E6D">
        <w:rPr>
          <w:b/>
        </w:rPr>
        <w:tab/>
      </w:r>
      <w:r w:rsidR="006360D2">
        <w:rPr>
          <w:b/>
        </w:rPr>
        <w:t>Evaluation of</w:t>
      </w:r>
      <w:r w:rsidRPr="00AE0E6D">
        <w:rPr>
          <w:b/>
        </w:rPr>
        <w:t xml:space="preserve"> Alternatives</w:t>
      </w:r>
      <w:bookmarkEnd w:id="1970"/>
      <w:bookmarkEnd w:id="1971"/>
      <w:bookmarkEnd w:id="1972"/>
      <w:bookmarkEnd w:id="1973"/>
      <w:bookmarkEnd w:id="1974"/>
      <w:bookmarkEnd w:id="1975"/>
      <w:bookmarkEnd w:id="1976"/>
      <w:bookmarkEnd w:id="1977"/>
      <w:bookmarkEnd w:id="1978"/>
      <w:bookmarkEnd w:id="1979"/>
      <w:bookmarkEnd w:id="1980"/>
      <w:bookmarkEnd w:id="1981"/>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lastRenderedPageBreak/>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83" w:name="_Toc144691979"/>
      <w:bookmarkStart w:id="1984" w:name="_Toc204048590"/>
      <w:bookmarkStart w:id="1985" w:name="_Toc400526204"/>
      <w:bookmarkStart w:id="1986" w:name="_Toc405534522"/>
      <w:bookmarkStart w:id="1987" w:name="_Toc406570535"/>
      <w:bookmarkStart w:id="1988" w:name="_Toc410910687"/>
      <w:bookmarkStart w:id="1989" w:name="_Toc411841115"/>
      <w:bookmarkStart w:id="1990" w:name="_Toc422147077"/>
      <w:bookmarkStart w:id="1991" w:name="_Toc433020673"/>
      <w:bookmarkStart w:id="1992" w:name="_Toc437262114"/>
      <w:bookmarkStart w:id="1993" w:name="_Toc478375291"/>
      <w:bookmarkStart w:id="1994" w:name="_Toc199405386"/>
      <w:bookmarkEnd w:id="1982"/>
      <w:r w:rsidRPr="00AE0E6D">
        <w:rPr>
          <w:b/>
        </w:rPr>
        <w:lastRenderedPageBreak/>
        <w:t>3.14.1.6</w:t>
      </w:r>
      <w:r w:rsidRPr="00AE0E6D">
        <w:rPr>
          <w:b/>
        </w:rPr>
        <w:tab/>
        <w:t>Transmission System Upgrades Associated with an RMR and/or MRA Exit Strategy</w:t>
      </w:r>
      <w:bookmarkEnd w:id="1983"/>
      <w:bookmarkEnd w:id="1984"/>
      <w:bookmarkEnd w:id="1985"/>
      <w:bookmarkEnd w:id="1986"/>
      <w:bookmarkEnd w:id="1987"/>
      <w:bookmarkEnd w:id="1988"/>
      <w:bookmarkEnd w:id="1989"/>
      <w:bookmarkEnd w:id="1990"/>
      <w:bookmarkEnd w:id="1991"/>
      <w:bookmarkEnd w:id="1992"/>
      <w:bookmarkEnd w:id="1993"/>
      <w:bookmarkEnd w:id="1994"/>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95" w:name="_Toc144691980"/>
      <w:bookmarkStart w:id="1996" w:name="_Toc204048591"/>
      <w:bookmarkStart w:id="1997" w:name="_Toc400526205"/>
      <w:bookmarkStart w:id="1998" w:name="_Toc405534523"/>
      <w:bookmarkStart w:id="1999" w:name="_Toc406570536"/>
      <w:bookmarkStart w:id="2000" w:name="_Toc410910688"/>
      <w:bookmarkStart w:id="2001" w:name="_Toc411841116"/>
      <w:bookmarkStart w:id="2002" w:name="_Toc422147078"/>
      <w:bookmarkStart w:id="2003" w:name="_Toc433020674"/>
      <w:bookmarkStart w:id="2004" w:name="_Toc437262115"/>
      <w:bookmarkStart w:id="2005" w:name="_Toc478375292"/>
      <w:bookmarkStart w:id="2006" w:name="_Toc199405387"/>
      <w:r w:rsidRPr="00AE0E6D">
        <w:rPr>
          <w:b/>
        </w:rPr>
        <w:t>3.14.1.7</w:t>
      </w:r>
      <w:r w:rsidRPr="00AE0E6D">
        <w:rPr>
          <w:b/>
        </w:rPr>
        <w:tab/>
        <w:t>RMR or MRA Contract Termination</w:t>
      </w:r>
      <w:bookmarkEnd w:id="1995"/>
      <w:bookmarkEnd w:id="1996"/>
      <w:bookmarkEnd w:id="1997"/>
      <w:bookmarkEnd w:id="1998"/>
      <w:bookmarkEnd w:id="1999"/>
      <w:bookmarkEnd w:id="2000"/>
      <w:bookmarkEnd w:id="2001"/>
      <w:bookmarkEnd w:id="2002"/>
      <w:bookmarkEnd w:id="2003"/>
      <w:bookmarkEnd w:id="2004"/>
      <w:bookmarkEnd w:id="2005"/>
      <w:bookmarkEnd w:id="2006"/>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 xml:space="preserve">Submissions, changes, approvals, rejections, and withdrawals regarding the preliminary construction outage schedule shall be </w:t>
      </w:r>
      <w:r>
        <w:lastRenderedPageBreak/>
        <w:t>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07" w:name="_Toc144691981"/>
      <w:bookmarkStart w:id="2008" w:name="_Toc204048592"/>
      <w:bookmarkStart w:id="2009" w:name="_Toc400526206"/>
      <w:bookmarkStart w:id="2010" w:name="_Toc405534524"/>
      <w:bookmarkStart w:id="2011" w:name="_Toc406570537"/>
      <w:bookmarkStart w:id="2012" w:name="_Toc410910689"/>
      <w:bookmarkStart w:id="2013" w:name="_Toc411841117"/>
      <w:bookmarkStart w:id="2014" w:name="_Toc422147079"/>
      <w:bookmarkStart w:id="2015" w:name="_Toc433020675"/>
      <w:bookmarkStart w:id="2016" w:name="_Toc437262116"/>
      <w:bookmarkStart w:id="2017" w:name="_Toc478375293"/>
      <w:bookmarkStart w:id="2018" w:name="_Toc199405388"/>
      <w:r w:rsidRPr="00AE0E6D">
        <w:rPr>
          <w:b/>
        </w:rPr>
        <w:t>3.14.1.8</w:t>
      </w:r>
      <w:r w:rsidRPr="00AE0E6D">
        <w:rPr>
          <w:b/>
        </w:rPr>
        <w:tab/>
        <w:t>RMR and/or MRA Contract Extension</w:t>
      </w:r>
      <w:bookmarkEnd w:id="2007"/>
      <w:bookmarkEnd w:id="2008"/>
      <w:bookmarkEnd w:id="2009"/>
      <w:bookmarkEnd w:id="2010"/>
      <w:bookmarkEnd w:id="2011"/>
      <w:bookmarkEnd w:id="2012"/>
      <w:bookmarkEnd w:id="2013"/>
      <w:bookmarkEnd w:id="2014"/>
      <w:bookmarkEnd w:id="2015"/>
      <w:bookmarkEnd w:id="2016"/>
      <w:bookmarkEnd w:id="2017"/>
      <w:bookmarkEnd w:id="2018"/>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 xml:space="preserve">MRA, ERCOT shall issue a Market Notice on its intent to execute an extension to the existing RMR or MRA Agreement.  The Market Notice must contain the name and seasonal MW ratings of the RMR Unit or MRA and the expected duration of the contract extension, including the expected </w:t>
      </w:r>
      <w:r w:rsidR="00D93C29">
        <w:lastRenderedPageBreak/>
        <w:t>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19" w:name="_Toc204048593"/>
      <w:bookmarkStart w:id="2020" w:name="_Toc400526207"/>
      <w:bookmarkStart w:id="2021" w:name="_Toc405534525"/>
      <w:bookmarkStart w:id="2022" w:name="_Toc406570538"/>
      <w:bookmarkStart w:id="2023" w:name="_Toc410910690"/>
      <w:bookmarkStart w:id="2024" w:name="_Toc411841118"/>
      <w:bookmarkStart w:id="2025" w:name="_Toc422147080"/>
      <w:bookmarkStart w:id="2026" w:name="_Toc433020676"/>
      <w:bookmarkStart w:id="2027" w:name="_Toc437262117"/>
      <w:bookmarkStart w:id="2028" w:name="_Toc478375294"/>
      <w:bookmarkStart w:id="2029" w:name="_Toc199405389"/>
      <w:bookmarkStart w:id="2030" w:name="_Hlk193960991"/>
      <w:bookmarkStart w:id="2031" w:name="_Hlk130902041"/>
      <w:r w:rsidRPr="00AE0E6D">
        <w:rPr>
          <w:b/>
        </w:rPr>
        <w:lastRenderedPageBreak/>
        <w:t>3.14.1.9</w:t>
      </w:r>
      <w:r w:rsidRPr="00AE0E6D">
        <w:rPr>
          <w:b/>
        </w:rPr>
        <w:tab/>
        <w:t xml:space="preserve">Generation Resource </w:t>
      </w:r>
      <w:r w:rsidR="000C3BEE">
        <w:rPr>
          <w:b/>
        </w:rPr>
        <w:t>Status</w:t>
      </w:r>
      <w:r w:rsidRPr="00AE0E6D">
        <w:rPr>
          <w:b/>
        </w:rPr>
        <w:t xml:space="preserve"> Updates</w:t>
      </w:r>
      <w:bookmarkEnd w:id="2019"/>
      <w:bookmarkEnd w:id="2020"/>
      <w:bookmarkEnd w:id="2021"/>
      <w:bookmarkEnd w:id="2022"/>
      <w:bookmarkEnd w:id="2023"/>
      <w:bookmarkEnd w:id="2024"/>
      <w:bookmarkEnd w:id="2025"/>
      <w:bookmarkEnd w:id="2026"/>
      <w:bookmarkEnd w:id="2027"/>
      <w:bookmarkEnd w:id="2028"/>
      <w:bookmarkEnd w:id="2029"/>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4309E08A"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w:t>
      </w:r>
      <w:r w:rsidR="00DE29AB">
        <w:t xml:space="preserve">for a </w:t>
      </w:r>
      <w:r w:rsidR="00DE29AB" w:rsidRPr="009E5265">
        <w:t xml:space="preserve">Generation Resource </w:t>
      </w:r>
      <w:r w:rsidR="00DE29AB">
        <w:t xml:space="preserve">temporarily suspending operation </w:t>
      </w:r>
      <w:r w:rsidR="000C3BEE">
        <w:t xml:space="preserve">due to a Forced Outage, ERCOT shall post each submitted </w:t>
      </w:r>
      <w:r w:rsidR="00651C98">
        <w:t>NSO</w:t>
      </w:r>
      <w:r w:rsidR="000C3BEE">
        <w:t xml:space="preserve"> and Notification of Change of Generation Resource Designation to the </w:t>
      </w:r>
      <w:r w:rsidR="00E568B1">
        <w:t>ERCOT website</w:t>
      </w:r>
      <w:r w:rsidR="000C3BEE">
        <w:t xml:space="preserve">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5D5344FB" w:rsidR="00D474A2" w:rsidRDefault="00D474A2" w:rsidP="00A64E44">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365C61B3"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w:t>
      </w:r>
      <w:r w:rsidR="001A7B42">
        <w:rPr>
          <w:iCs/>
        </w:rPr>
        <w:t>S</w:t>
      </w:r>
      <w:r w:rsidR="001A7B42" w:rsidRPr="0046029C">
        <w:rPr>
          <w:iCs/>
        </w:rPr>
        <w:t xml:space="preserve">ection </w:t>
      </w:r>
      <w:r w:rsidRPr="0046029C">
        <w:rPr>
          <w:iCs/>
        </w:rPr>
        <w:t>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lastRenderedPageBreak/>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6A455B45"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DE32FD">
        <w:rPr>
          <w:bCs/>
          <w:vertAlign w:val="superscript"/>
        </w:rPr>
        <w:t>st</w:t>
      </w:r>
      <w:r w:rsidRPr="002361EB">
        <w:rPr>
          <w:iCs/>
        </w:rPr>
        <w:t xml:space="preserve"> or later than September 30</w:t>
      </w:r>
      <w:r w:rsidR="00471FF5" w:rsidRPr="00DE32FD">
        <w:rPr>
          <w:bCs/>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sidR="00C73765">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DE32FD">
        <w:rPr>
          <w:bCs/>
          <w:vertAlign w:val="superscript"/>
        </w:rPr>
        <w:t>st</w:t>
      </w:r>
      <w:r w:rsidRPr="0046029C">
        <w:rPr>
          <w:iCs/>
        </w:rPr>
        <w:t xml:space="preserve"> or </w:t>
      </w:r>
      <w:r w:rsidRPr="00186042">
        <w:rPr>
          <w:iCs/>
        </w:rPr>
        <w:t>later than September 30</w:t>
      </w:r>
      <w:r w:rsidR="00471FF5" w:rsidRPr="00DE32FD">
        <w:rPr>
          <w:bCs/>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DE32FD">
        <w:rPr>
          <w:bCs/>
          <w:vertAlign w:val="superscript"/>
        </w:rPr>
        <w:t>st</w:t>
      </w:r>
      <w:r w:rsidR="003D4A22">
        <w:t xml:space="preserve"> or later than September 30</w:t>
      </w:r>
      <w:r w:rsidR="00471FF5" w:rsidRPr="00DE32FD">
        <w:rPr>
          <w:bCs/>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w:t>
      </w:r>
      <w:r w:rsidRPr="000C3BEE">
        <w:lastRenderedPageBreak/>
        <w:t xml:space="preserve">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12787FD3"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255F93E7" w:rsidR="00C74291" w:rsidRDefault="00C74291" w:rsidP="00C74291">
      <w:pPr>
        <w:spacing w:after="240"/>
        <w:ind w:left="1440" w:hanging="720"/>
      </w:pPr>
      <w:r>
        <w:t>(a)</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7D2C73BF" w:rsidR="00C74291" w:rsidRDefault="00C74291" w:rsidP="00C74291">
      <w:pPr>
        <w:spacing w:after="240"/>
        <w:ind w:left="1440" w:hanging="720"/>
      </w:pPr>
      <w:r>
        <w:lastRenderedPageBreak/>
        <w:t>(c)</w:t>
      </w:r>
      <w:r>
        <w:tab/>
        <w:t>Any Generation Resource that returns to service pursuant to this paragraph is entitled to any exemption from ERCOT requirements that the Resource was entitled to at the time it was removed from the model if the exemption still exists under ERCOT rules.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D2069" w14:paraId="31BBA42D" w14:textId="77777777" w:rsidTr="00514D72">
        <w:tc>
          <w:tcPr>
            <w:tcW w:w="9445" w:type="dxa"/>
            <w:tcBorders>
              <w:top w:val="single" w:sz="4" w:space="0" w:color="auto"/>
              <w:left w:val="single" w:sz="4" w:space="0" w:color="auto"/>
              <w:bottom w:val="single" w:sz="4" w:space="0" w:color="auto"/>
              <w:right w:val="single" w:sz="4" w:space="0" w:color="auto"/>
            </w:tcBorders>
            <w:shd w:val="clear" w:color="auto" w:fill="D9D9D9"/>
          </w:tcPr>
          <w:p w14:paraId="40C232F2" w14:textId="77777777" w:rsidR="00BD2069" w:rsidRDefault="00BD2069" w:rsidP="00514D72">
            <w:pPr>
              <w:spacing w:before="120" w:after="240"/>
              <w:rPr>
                <w:b/>
                <w:i/>
              </w:rPr>
            </w:pPr>
            <w:bookmarkStart w:id="2032" w:name="_Toc144691983"/>
            <w:bookmarkStart w:id="2033" w:name="_Toc204048594"/>
            <w:bookmarkStart w:id="2034" w:name="_Toc400526208"/>
            <w:bookmarkStart w:id="2035" w:name="_Toc405534526"/>
            <w:bookmarkStart w:id="2036" w:name="_Toc406570539"/>
            <w:bookmarkStart w:id="2037" w:name="_Toc410910691"/>
            <w:bookmarkStart w:id="2038" w:name="_Toc411841119"/>
            <w:bookmarkStart w:id="2039" w:name="_Toc422147081"/>
            <w:bookmarkStart w:id="2040" w:name="_Toc433020677"/>
            <w:bookmarkStart w:id="2041" w:name="_Toc437262118"/>
            <w:bookmarkStart w:id="2042" w:name="_Toc478375295"/>
            <w:bookmarkEnd w:id="2030"/>
            <w:r>
              <w:rPr>
                <w:b/>
                <w:i/>
              </w:rPr>
              <w:t>[NPRR1246</w:t>
            </w:r>
            <w:r w:rsidRPr="004B0726">
              <w:rPr>
                <w:b/>
                <w:i/>
              </w:rPr>
              <w:t xml:space="preserve">: </w:t>
            </w:r>
            <w:r>
              <w:rPr>
                <w:b/>
                <w:i/>
              </w:rPr>
              <w:t xml:space="preserve"> Replace Section 3.14.1.9 above with the following upon system implementation of the Real-Time Co-Optimization (RTC) project:</w:t>
            </w:r>
            <w:r w:rsidRPr="004B0726">
              <w:rPr>
                <w:b/>
                <w:i/>
              </w:rPr>
              <w:t>]</w:t>
            </w:r>
          </w:p>
          <w:p w14:paraId="3A808A17" w14:textId="77777777" w:rsidR="00BD2069" w:rsidRPr="00BD2069" w:rsidRDefault="00BD2069" w:rsidP="00BD2069">
            <w:pPr>
              <w:keepNext/>
              <w:widowControl w:val="0"/>
              <w:tabs>
                <w:tab w:val="left" w:pos="1260"/>
              </w:tabs>
              <w:spacing w:after="240"/>
              <w:ind w:left="1260" w:hanging="1260"/>
              <w:outlineLvl w:val="3"/>
              <w:rPr>
                <w:b/>
                <w:snapToGrid w:val="0"/>
              </w:rPr>
            </w:pPr>
            <w:bookmarkStart w:id="2043" w:name="_Toc160026704"/>
            <w:bookmarkStart w:id="2044" w:name="_Toc199405390"/>
            <w:bookmarkStart w:id="2045" w:name="_Hlk193960920"/>
            <w:r w:rsidRPr="00BD2069">
              <w:rPr>
                <w:b/>
                <w:snapToGrid w:val="0"/>
              </w:rPr>
              <w:t>3.14.1.9</w:t>
            </w:r>
            <w:r w:rsidRPr="00BD2069">
              <w:rPr>
                <w:b/>
                <w:snapToGrid w:val="0"/>
              </w:rPr>
              <w:tab/>
              <w:t>Generation Resource/Energy Storage Resource Status Updates</w:t>
            </w:r>
            <w:bookmarkEnd w:id="2043"/>
            <w:bookmarkEnd w:id="2044"/>
          </w:p>
          <w:p w14:paraId="703E789B" w14:textId="77777777" w:rsidR="00BD2069" w:rsidRPr="00BD2069" w:rsidRDefault="00BD2069" w:rsidP="00BD2069">
            <w:pPr>
              <w:spacing w:after="240"/>
              <w:ind w:left="720" w:hanging="720"/>
            </w:pPr>
            <w:r w:rsidRPr="00BD2069">
              <w:t>(1)</w:t>
            </w:r>
            <w:r w:rsidRPr="00BD2069">
              <w:tab/>
              <w:t>By April 1</w:t>
            </w:r>
            <w:r w:rsidRPr="00BD2069">
              <w:rPr>
                <w:vertAlign w:val="superscript"/>
              </w:rPr>
              <w:t>st</w:t>
            </w:r>
            <w:r w:rsidRPr="00BD2069">
              <w:t xml:space="preserve"> and October 1</w:t>
            </w:r>
            <w:r w:rsidRPr="00BD2069">
              <w:rPr>
                <w:vertAlign w:val="superscript"/>
              </w:rPr>
              <w:t>st</w:t>
            </w:r>
            <w:r w:rsidRPr="00BD2069">
              <w:t xml:space="preserve"> of each year and when material changes occur, every Resource Entity that owns or controls a Mothballed Generation Resource, a Mothballed Energy Storage Resource (ESR),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27A5D3DD" w14:textId="77777777" w:rsidR="00BD2069" w:rsidRPr="00BD2069" w:rsidRDefault="00BD2069" w:rsidP="00BD2069">
            <w:pPr>
              <w:spacing w:after="240"/>
              <w:ind w:left="720" w:hanging="720"/>
            </w:pPr>
            <w:r w:rsidRPr="00BD2069">
              <w:t>(2)</w:t>
            </w:r>
            <w:r w:rsidRPr="00BD2069">
              <w:tab/>
              <w:t>For modeling purposes, ERCOT and TSPs shall rely on the most recent submittal of the following two Notifications with respect to an RMR Unit, Mothballed Generation Resource, Mothballed ESR, or Decommissioned Generation Resource: Section 22, Attachment E, Notification of Suspension of Operations, or Section 22, Attachment H, Notification of Change of Resource Designation.  Except in the case of an NSO submitted for a Resource temporarily suspending operation due to a Forced Outage, ERCOT shall post each submitted NSO and Notification of Change of Resource Designation to the ERCOT website and issue a Market Notice notifying Market Participants of the posting as soon as practicable, but no later than five Business Days after receipt.</w:t>
            </w:r>
          </w:p>
          <w:p w14:paraId="1FBD7B03" w14:textId="77777777" w:rsidR="00BD2069" w:rsidRPr="00BD2069" w:rsidRDefault="00BD2069" w:rsidP="00BD2069">
            <w:pPr>
              <w:spacing w:after="240"/>
              <w:ind w:left="720" w:hanging="720"/>
            </w:pPr>
            <w:r w:rsidRPr="00BD2069">
              <w:t>(3)</w:t>
            </w:r>
            <w:r w:rsidRPr="00BD2069">
              <w:tab/>
              <w:t>A Mothballed Generation Resource or Mothballed ESR that is not mothballed indefinitely shall remain modeled in all ERCOT systems at all times, (i.e., will not be flagged as “mothballed” in ERCOT’s models) and, when it is not available, the Resource Entity shall designate the Resource as on Planned Outage in the Outage Scheduler.</w:t>
            </w:r>
          </w:p>
          <w:p w14:paraId="4324DEA2" w14:textId="77777777" w:rsidR="00BD2069" w:rsidRPr="00BD2069" w:rsidRDefault="00BD2069" w:rsidP="00BD2069">
            <w:pPr>
              <w:spacing w:after="240"/>
              <w:ind w:left="720" w:hanging="720"/>
            </w:pPr>
            <w:r w:rsidRPr="00BD2069">
              <w:t>(4)</w:t>
            </w:r>
            <w:r w:rsidRPr="00BD2069">
              <w:tab/>
              <w:t xml:space="preserve">Except for Mothballed Generation Resources and Mothballed ESRs that operate under a Seasonal Operation Period, a Resource Entity with a Mothballed Generation Resource or Mothballed ESR shall notify ERCOT in writing no less than 30 days prior to the date on which the Resource Entity intends to return a Mothballed Generation Resource or Mothballed ESR to service by completing a Notification of Change of Resource Designation.  </w:t>
            </w:r>
          </w:p>
          <w:p w14:paraId="787DBDB2" w14:textId="77777777" w:rsidR="00BD2069" w:rsidRPr="00BD2069" w:rsidRDefault="00BD2069" w:rsidP="00BD2069">
            <w:pPr>
              <w:spacing w:after="240"/>
              <w:ind w:left="720" w:hanging="720"/>
            </w:pPr>
            <w:r w:rsidRPr="00BD2069">
              <w:t>(5)</w:t>
            </w:r>
            <w:r w:rsidRPr="00BD2069">
              <w:tab/>
              <w:t>A Resource Entity must submit a Notification of Change of Resource Designation no later than 60 days prior to the conclusion of an RMR Agreement.</w:t>
            </w:r>
          </w:p>
          <w:p w14:paraId="0AE3557F" w14:textId="77777777" w:rsidR="00BD2069" w:rsidRPr="00BD2069" w:rsidRDefault="00BD2069" w:rsidP="00BD2069">
            <w:pPr>
              <w:spacing w:after="240"/>
              <w:ind w:left="720" w:hanging="720"/>
              <w:rPr>
                <w:iCs/>
              </w:rPr>
            </w:pPr>
            <w:r w:rsidRPr="00BD2069">
              <w:t>(6)</w:t>
            </w:r>
            <w:r w:rsidRPr="00BD2069">
              <w:tab/>
            </w:r>
            <w:r w:rsidRPr="00BD2069">
              <w:rPr>
                <w:iCs/>
              </w:rPr>
              <w:t xml:space="preserve">A Resource Entity with a Mothballed Generation Resource or </w:t>
            </w:r>
            <w:r w:rsidRPr="00BD2069">
              <w:t xml:space="preserve">Mothballed ESR </w:t>
            </w:r>
            <w:r w:rsidRPr="00BD2069">
              <w:rPr>
                <w:iCs/>
              </w:rPr>
              <w:t xml:space="preserve">that operates under a Seasonal Operation Period shall notify ERCOT in writing no less than </w:t>
            </w:r>
            <w:r w:rsidRPr="00BD2069">
              <w:rPr>
                <w:iCs/>
              </w:rPr>
              <w:lastRenderedPageBreak/>
              <w:t xml:space="preserve">15 days prior to the date on which the Resource Entity intends to begin its Seasonal Operation Period if the first date of operation is prior to the date designated by the Resource Entity in its NSO.  A Resource Entity with a Mothballed Generation Resource or </w:t>
            </w:r>
            <w:r w:rsidRPr="00BD2069">
              <w:t>Mothballed ESR</w:t>
            </w:r>
            <w:r w:rsidRPr="00BD2069">
              <w:rPr>
                <w:iCs/>
              </w:rPr>
              <w:t xml:space="preserve"> that operates under a Seasonal Operation Period shall notify ERCOT in writing no less than 15 days prior to the end date designated by the Resource Entity in its NSO if the Resource Entity intends to suspend operation later than that date.  Notifications under this Section shall be provided by the Resource Entity by completing a Notification of Change of Resource Designation form (Section 22, Attachment H).</w:t>
            </w:r>
          </w:p>
          <w:p w14:paraId="4E53981E" w14:textId="77777777" w:rsidR="00BD2069" w:rsidRPr="00BD2069" w:rsidRDefault="00BD2069" w:rsidP="00BD2069">
            <w:pPr>
              <w:spacing w:after="240"/>
              <w:ind w:left="720" w:hanging="720"/>
              <w:rPr>
                <w:iCs/>
              </w:rPr>
            </w:pPr>
            <w:r w:rsidRPr="00BD2069">
              <w:rPr>
                <w:iCs/>
              </w:rPr>
              <w:t>(7)</w:t>
            </w:r>
            <w:r w:rsidRPr="00BD2069">
              <w:rPr>
                <w:iCs/>
              </w:rPr>
              <w:tab/>
              <w:t xml:space="preserve">Once the Resource Entity notifies ERCOT that a Mothballed Generation Resource or </w:t>
            </w:r>
            <w:r w:rsidRPr="00BD2069">
              <w:t xml:space="preserve">Mothballed ESR </w:t>
            </w:r>
            <w:r w:rsidRPr="00BD2069">
              <w:rPr>
                <w:iCs/>
              </w:rPr>
              <w:t>is operating under a Seasonal Operation Period, the Resource Entity does not need to annually notify ERCOT of such status.</w:t>
            </w:r>
          </w:p>
          <w:p w14:paraId="77FF8C77" w14:textId="77777777" w:rsidR="00BD2069" w:rsidRPr="00BD2069" w:rsidRDefault="00BD2069" w:rsidP="00BD2069">
            <w:pPr>
              <w:spacing w:after="240"/>
              <w:ind w:left="720" w:hanging="720"/>
              <w:rPr>
                <w:iCs/>
              </w:rPr>
            </w:pPr>
            <w:r w:rsidRPr="00BD2069">
              <w:rPr>
                <w:iCs/>
              </w:rPr>
              <w:t>(8)</w:t>
            </w:r>
            <w:r w:rsidRPr="00BD2069">
              <w:rPr>
                <w:iCs/>
              </w:rPr>
              <w:tab/>
              <w:t xml:space="preserve">A Resource Entity with a Mothballed Generation Resource or </w:t>
            </w:r>
            <w:r w:rsidRPr="00BD2069">
              <w:t>Mothballed ESR</w:t>
            </w:r>
            <w:r w:rsidRPr="00BD2069">
              <w:rPr>
                <w:iCs/>
              </w:rPr>
              <w:t xml:space="preserve"> operating under a Seasonal Operation Period shall notify ERCOT in writing no less than 15 days prior to the date on which the Resource Entity intends to </w:t>
            </w:r>
            <w:r w:rsidRPr="00BD2069">
              <w:rPr>
                <w:iCs/>
                <w:szCs w:val="24"/>
              </w:rPr>
              <w:t xml:space="preserve">return the </w:t>
            </w:r>
            <w:r w:rsidRPr="00BD2069">
              <w:rPr>
                <w:iCs/>
              </w:rPr>
              <w:t xml:space="preserve">Mothballed </w:t>
            </w:r>
            <w:r w:rsidRPr="00BD2069">
              <w:rPr>
                <w:iCs/>
                <w:szCs w:val="24"/>
              </w:rPr>
              <w:t xml:space="preserve">Generation Resource </w:t>
            </w:r>
            <w:r w:rsidRPr="00BD2069">
              <w:rPr>
                <w:iCs/>
              </w:rPr>
              <w:t xml:space="preserve">or </w:t>
            </w:r>
            <w:r w:rsidRPr="00BD2069">
              <w:t>Mothballed ESR</w:t>
            </w:r>
            <w:r w:rsidRPr="00BD2069">
              <w:rPr>
                <w:iCs/>
                <w:szCs w:val="24"/>
              </w:rPr>
              <w:t xml:space="preserve"> to year-round operation</w:t>
            </w:r>
            <w:r w:rsidRPr="00BD2069">
              <w:rPr>
                <w:iCs/>
              </w:rPr>
              <w:t xml:space="preserve"> by completing a Notification of Change of Resource Designation form (Section 22, Attachment H).  </w:t>
            </w:r>
          </w:p>
          <w:p w14:paraId="21BC9BB5" w14:textId="77777777" w:rsidR="00BD2069" w:rsidRPr="00BD2069" w:rsidRDefault="00BD2069" w:rsidP="00BD2069">
            <w:pPr>
              <w:spacing w:after="240"/>
              <w:ind w:left="720" w:hanging="720"/>
              <w:rPr>
                <w:iCs/>
              </w:rPr>
            </w:pPr>
            <w:r w:rsidRPr="00BD2069">
              <w:rPr>
                <w:iCs/>
              </w:rPr>
              <w:t>(9)</w:t>
            </w:r>
            <w:r w:rsidRPr="00BD2069">
              <w:rPr>
                <w:iCs/>
              </w:rPr>
              <w:tab/>
              <w:t xml:space="preserve">A Resource Entity with a Mothballed Generation Resource or </w:t>
            </w:r>
            <w:r w:rsidRPr="00BD2069">
              <w:t>Mothballed ESR</w:t>
            </w:r>
            <w:r w:rsidRPr="00BD2069">
              <w:rPr>
                <w:iCs/>
              </w:rPr>
              <w:t xml:space="preserve"> that is not currently mothballed indefinitely must notify ERCOT in writing, by completing an NSO (Section 22, Attachment E), no less than 150 days before the date on which the Mothballed Generation Resource or </w:t>
            </w:r>
            <w:r w:rsidRPr="00BD2069">
              <w:t>Mothballed ESR</w:t>
            </w:r>
            <w:r w:rsidRPr="00BD2069">
              <w:rPr>
                <w:iCs/>
              </w:rPr>
              <w:t xml:space="preserve"> is to be suspended indefinitely or retired and decommissioned.</w:t>
            </w:r>
          </w:p>
          <w:p w14:paraId="5BAE2693" w14:textId="77777777" w:rsidR="00BD2069" w:rsidRPr="00BD2069" w:rsidRDefault="00BD2069" w:rsidP="00BD2069">
            <w:pPr>
              <w:spacing w:after="240"/>
              <w:ind w:left="720" w:hanging="720"/>
              <w:rPr>
                <w:iCs/>
              </w:rPr>
            </w:pPr>
            <w:r w:rsidRPr="00BD2069">
              <w:rPr>
                <w:iCs/>
              </w:rPr>
              <w:t>(10)</w:t>
            </w:r>
            <w:r w:rsidRPr="00BD2069">
              <w:rPr>
                <w:iCs/>
              </w:rPr>
              <w:tab/>
              <w:t xml:space="preserve">ERCOT may request that a Mothballed Generation Resource or </w:t>
            </w:r>
            <w:r w:rsidRPr="00BD2069">
              <w:t>Mothballed ESR</w:t>
            </w:r>
            <w:r w:rsidRPr="00BD2069">
              <w:rPr>
                <w:iCs/>
              </w:rPr>
              <w:t xml:space="preserve"> operating under a Seasonal Operation Period be available for operation earlier than June 1</w:t>
            </w:r>
            <w:r w:rsidRPr="00BD2069">
              <w:rPr>
                <w:bCs/>
                <w:vertAlign w:val="superscript"/>
              </w:rPr>
              <w:t>st</w:t>
            </w:r>
            <w:r w:rsidRPr="00BD2069">
              <w:rPr>
                <w:iCs/>
              </w:rPr>
              <w:t xml:space="preserve"> or later than September 30</w:t>
            </w:r>
            <w:r w:rsidRPr="00BD2069">
              <w:rPr>
                <w:bCs/>
                <w:vertAlign w:val="superscript"/>
              </w:rPr>
              <w:t>th</w:t>
            </w:r>
            <w:r w:rsidRPr="00BD2069">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Resource name and, as applicable, the Resource mnemonic, the Resource MW rating by Season, and the potential duration of the extended operation period, including anticipated start and end dates.  If agreement is reached for the Mothballed Generation Resource or </w:t>
            </w:r>
            <w:r w:rsidRPr="00BD2069">
              <w:t>Mothballed ESR</w:t>
            </w:r>
            <w:r w:rsidRPr="00BD2069">
              <w:rPr>
                <w:iCs/>
              </w:rPr>
              <w:t xml:space="preserve"> to be available for operation earlier than June 1</w:t>
            </w:r>
            <w:r w:rsidRPr="00BD2069">
              <w:rPr>
                <w:bCs/>
                <w:vertAlign w:val="superscript"/>
              </w:rPr>
              <w:t>st</w:t>
            </w:r>
            <w:r w:rsidRPr="00BD2069">
              <w:rPr>
                <w:iCs/>
              </w:rPr>
              <w:t xml:space="preserve"> or later than September 30</w:t>
            </w:r>
            <w:r w:rsidRPr="00BD2069">
              <w:rPr>
                <w:bCs/>
                <w:vertAlign w:val="superscript"/>
              </w:rPr>
              <w:t>th</w:t>
            </w:r>
            <w:r w:rsidRPr="00BD2069">
              <w:rPr>
                <w:iCs/>
              </w:rPr>
              <w:t>, the Resource Entity shall complete, within two Business Days, a Notification of Change of Resource Designation form (Section 22, Attachment H).</w:t>
            </w:r>
          </w:p>
          <w:p w14:paraId="430ABB9B" w14:textId="77777777" w:rsidR="00BD2069" w:rsidRPr="00BD2069" w:rsidRDefault="00BD2069" w:rsidP="00BD2069">
            <w:pPr>
              <w:spacing w:after="240"/>
              <w:ind w:left="720" w:hanging="720"/>
              <w:rPr>
                <w:iCs/>
              </w:rPr>
            </w:pPr>
            <w:r w:rsidRPr="00BD2069">
              <w:t>(11)</w:t>
            </w:r>
            <w:r w:rsidRPr="00BD2069">
              <w:tab/>
              <w:t>If ERCOT and the Resource Entity or QSE cannot reach a mutual agreement to make the Mothballed Generation Resource</w:t>
            </w:r>
            <w:r w:rsidRPr="00BD2069">
              <w:rPr>
                <w:iCs/>
              </w:rPr>
              <w:t xml:space="preserve"> or </w:t>
            </w:r>
            <w:r w:rsidRPr="00BD2069">
              <w:t>Mothballed ESR operating under a Seasonal Operation Period available earlier than June 1</w:t>
            </w:r>
            <w:r w:rsidRPr="00BD2069">
              <w:rPr>
                <w:bCs/>
                <w:vertAlign w:val="superscript"/>
              </w:rPr>
              <w:t>st</w:t>
            </w:r>
            <w:r w:rsidRPr="00BD2069">
              <w:t xml:space="preserve"> or later than September 30</w:t>
            </w:r>
            <w:r w:rsidRPr="00BD2069">
              <w:rPr>
                <w:bCs/>
                <w:vertAlign w:val="superscript"/>
              </w:rPr>
              <w:t>th</w:t>
            </w:r>
            <w:r w:rsidRPr="00BD2069">
              <w:t xml:space="preserve"> of any given calendar year, then ERCOT may exercise its ability to bring the Mothballed Generation Resource </w:t>
            </w:r>
            <w:r w:rsidRPr="00BD2069">
              <w:rPr>
                <w:iCs/>
              </w:rPr>
              <w:t xml:space="preserve">or </w:t>
            </w:r>
            <w:r w:rsidRPr="00BD2069">
              <w:t>Mothballed ESR operating under a Seasonal Operating Period into the market under an RMR Agreement pursuant to paragraph (4) of Section 6.5.1.1, ERCOT Control Area Authority.</w:t>
            </w:r>
          </w:p>
          <w:p w14:paraId="0DCBF9DC" w14:textId="77777777" w:rsidR="00BD2069" w:rsidRPr="00BD2069" w:rsidRDefault="00BD2069" w:rsidP="00BD2069">
            <w:pPr>
              <w:spacing w:after="240"/>
              <w:ind w:left="720" w:hanging="720"/>
            </w:pPr>
            <w:r w:rsidRPr="00BD2069">
              <w:lastRenderedPageBreak/>
              <w:t>(12)</w:t>
            </w:r>
            <w:r w:rsidRPr="00BD2069">
              <w:tab/>
              <w:t xml:space="preserve">ERCOT may evaluate, on an annual basis, Mothballed Generation Resources </w:t>
            </w:r>
            <w:r w:rsidRPr="00BD2069">
              <w:rPr>
                <w:iCs/>
              </w:rPr>
              <w:t xml:space="preserve">and </w:t>
            </w:r>
            <w:r w:rsidRPr="00BD2069">
              <w:t>Mothballed ESRs</w:t>
            </w:r>
            <w:r w:rsidRPr="00BD2069">
              <w:rPr>
                <w:iCs/>
              </w:rPr>
              <w:t xml:space="preserve"> operating under a Seasonal Operation Period </w:t>
            </w:r>
            <w:r w:rsidRPr="00BD2069">
              <w:t xml:space="preserve">for RMR Service to address ERCOT System reliability during the portion of the year when the Mothballed Generation Resource </w:t>
            </w:r>
            <w:r w:rsidRPr="00BD2069">
              <w:rPr>
                <w:iCs/>
              </w:rPr>
              <w:t xml:space="preserve">or </w:t>
            </w:r>
            <w:r w:rsidRPr="00BD2069">
              <w:t xml:space="preserve">Mothballed ESR would be unavailable. </w:t>
            </w:r>
          </w:p>
          <w:p w14:paraId="653D2A83" w14:textId="77777777" w:rsidR="00BD2069" w:rsidRPr="00BD2069" w:rsidRDefault="00BD2069" w:rsidP="00BD2069">
            <w:pPr>
              <w:spacing w:after="240"/>
              <w:ind w:left="720" w:hanging="720"/>
            </w:pPr>
            <w:r w:rsidRPr="00BD2069">
              <w:t>(13)</w:t>
            </w:r>
            <w:r w:rsidRPr="00BD2069">
              <w:tab/>
              <w:t>A Resource Entity that submitted an NSO as a result of a Forced Outage must notify ERCOT of its intent to return to service as soon as practicable by updating its status in the Outage Scheduler and Current Operating Plan (COP) and is not required to submit a Notification of Change of Resource Designation.</w:t>
            </w:r>
          </w:p>
          <w:p w14:paraId="7694C944" w14:textId="77777777" w:rsidR="00BD2069" w:rsidRPr="00BD2069" w:rsidRDefault="00BD2069" w:rsidP="00BD2069">
            <w:pPr>
              <w:spacing w:after="240"/>
              <w:ind w:left="720" w:hanging="720"/>
            </w:pPr>
            <w:r w:rsidRPr="00BD2069">
              <w:t>(14)</w:t>
            </w:r>
            <w:r w:rsidRPr="00BD2069">
              <w:tab/>
              <w:t xml:space="preserve">Before retiring and decommissioning either a Mothballed Generation Resource </w:t>
            </w:r>
            <w:r w:rsidRPr="00BD2069">
              <w:rPr>
                <w:iCs/>
              </w:rPr>
              <w:t xml:space="preserve">or </w:t>
            </w:r>
            <w:r w:rsidRPr="00BD2069">
              <w:t xml:space="preserve">Mothballed ESR is mothballed indefinitely or an RMR Unit that would otherwise become a Mothballed Generation Resource upon expiration of an RMR Agreement, a Resource Entity shall notify ERCOT of the expected retirement by submitting a completed Notification of Change of Resource Designation form (Section 22, Attachment H).  The date of retirement indicated on the form shall comply with the requirements of Section 3.10.1, Time Line for Network Operations Model Changes.      </w:t>
            </w:r>
          </w:p>
          <w:p w14:paraId="44FA2233" w14:textId="77777777" w:rsidR="00BD2069" w:rsidRPr="00BD2069" w:rsidRDefault="00BD2069" w:rsidP="00BD2069">
            <w:pPr>
              <w:spacing w:after="240"/>
              <w:ind w:left="720" w:hanging="720"/>
            </w:pPr>
            <w:r w:rsidRPr="00BD2069">
              <w:rPr>
                <w:iCs/>
              </w:rPr>
              <w:t>(15)</w:t>
            </w:r>
            <w:r w:rsidRPr="00BD2069">
              <w:rPr>
                <w:iCs/>
              </w:rPr>
              <w:tab/>
            </w:r>
            <w:r w:rsidRPr="00BD2069">
              <w:t xml:space="preserve">If a Generation Resource </w:t>
            </w:r>
            <w:r w:rsidRPr="00BD2069">
              <w:rPr>
                <w:iCs/>
              </w:rPr>
              <w:t xml:space="preserve">or </w:t>
            </w:r>
            <w:r w:rsidRPr="00BD2069">
              <w:t xml:space="preserve">Mothballed ESR is designated as decommissioned and retired pursuant to any of the above provisions, ERCOT will permanently remove the Resource from the ERCOT registration systems in accordance with Section 3.10.1.  Except as provided in paragraph (16) below, if a Resource Entity decides to bring a Decommissioned Generation Resource back to service at a later date, it will be considered a new Resource and must follow the </w:t>
            </w:r>
            <w:r w:rsidRPr="00BD2069">
              <w:rPr>
                <w:bCs/>
              </w:rPr>
              <w:t xml:space="preserve">Generator Interconnection or Modification (GIM) process </w:t>
            </w:r>
            <w:r w:rsidRPr="00BD2069">
              <w:t>detailed in the Planning Guide.  If the Resource is designated as mothballed, ERCOT and TSPs will consider the Resource mothballed until the Resource Entity indicates a definitive return to service date pursuant to this Section.</w:t>
            </w:r>
          </w:p>
          <w:p w14:paraId="4AFED8F7" w14:textId="77777777" w:rsidR="00BD2069" w:rsidRPr="00BD2069" w:rsidRDefault="00BD2069" w:rsidP="00BD2069">
            <w:pPr>
              <w:spacing w:after="240"/>
              <w:ind w:left="720" w:hanging="720"/>
            </w:pPr>
            <w:r w:rsidRPr="00BD2069">
              <w:t>(16)</w:t>
            </w:r>
            <w:r w:rsidRPr="00BD2069">
              <w:tab/>
              <w:t xml:space="preserve">A Resource Entity may bring a Decommissioned Resource back to service without following the GIM process if the operating characteristics of the Resource are materially identical to the characteristics of the Resource as it existed prior to the date of decommissioning and the Resource Entity submits a Notification of Change of Resource Designation (Section 22, Attachment H)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2DD65EC9" w14:textId="77777777" w:rsidR="00BD2069" w:rsidRPr="00BD2069" w:rsidRDefault="00BD2069" w:rsidP="00BD2069">
            <w:pPr>
              <w:spacing w:after="240"/>
              <w:ind w:left="1440" w:hanging="720"/>
            </w:pPr>
            <w:r w:rsidRPr="00BD2069">
              <w:t>(a)</w:t>
            </w:r>
            <w:r w:rsidRPr="00BD2069">
              <w:tab/>
              <w:t xml:space="preserve">Notwithstanding the proposed date of return reflected in the Notification, as a condition for the synchronization of the Resource, ERCOT or the interconnecting Transmission and/or Distribution Service Provider (TDSP) may </w:t>
            </w:r>
            <w:r w:rsidRPr="00BD2069">
              <w:lastRenderedPageBreak/>
              <w:t xml:space="preserve">require any studies, testing, metering, or facility upgrades that ERCOT or the TDSP deem necessary for the reliable interconnection of the Resource, and ERCOT may require the Resource Entity to resolve any operational concern associated with the Resource.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13FF23CF" w14:textId="77777777" w:rsidR="00BD2069" w:rsidRPr="00BD2069" w:rsidRDefault="00BD2069" w:rsidP="00BD2069">
            <w:pPr>
              <w:spacing w:after="240"/>
              <w:ind w:left="1440" w:hanging="720"/>
            </w:pPr>
            <w:r w:rsidRPr="00BD2069">
              <w:t>(b)</w:t>
            </w:r>
            <w:r w:rsidRPr="00BD2069">
              <w:tab/>
              <w:t xml:space="preserve">If ERCOT or the TDSP requires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36B0A521" w14:textId="7F026115" w:rsidR="00BD2069" w:rsidRPr="00BD2069" w:rsidRDefault="00BD2069" w:rsidP="00BD2069">
            <w:pPr>
              <w:spacing w:after="240"/>
              <w:ind w:left="1440" w:hanging="720"/>
            </w:pPr>
            <w:r w:rsidRPr="00BD2069">
              <w:t>(c)</w:t>
            </w:r>
            <w:r w:rsidRPr="00BD2069">
              <w:tab/>
              <w:t>Any Resource that returns to service pursuant to this paragraph is entitled to any exemption from ERCOT requirements that the Resource was entitled to at the time it was removed from the model if the exemption still exists under ERCOT rules.</w:t>
            </w:r>
            <w:bookmarkEnd w:id="2045"/>
          </w:p>
        </w:tc>
      </w:tr>
    </w:tbl>
    <w:p w14:paraId="70867A6F" w14:textId="6A184955" w:rsidR="00965A05" w:rsidRPr="00AE0E6D" w:rsidRDefault="002D238A" w:rsidP="008B3CCE">
      <w:pPr>
        <w:pStyle w:val="H4"/>
        <w:spacing w:before="480"/>
        <w:ind w:left="1267" w:hanging="1267"/>
        <w:rPr>
          <w:b/>
        </w:rPr>
      </w:pPr>
      <w:bookmarkStart w:id="2046" w:name="_Toc199405391"/>
      <w:r w:rsidRPr="00AE0E6D">
        <w:rPr>
          <w:b/>
        </w:rPr>
        <w:lastRenderedPageBreak/>
        <w:t>3.14.1.10</w:t>
      </w:r>
      <w:r w:rsidRPr="00AE0E6D">
        <w:rPr>
          <w:b/>
        </w:rPr>
        <w:tab/>
        <w:t>Eligible Costs</w:t>
      </w:r>
      <w:bookmarkEnd w:id="2032"/>
      <w:bookmarkEnd w:id="2033"/>
      <w:bookmarkEnd w:id="2034"/>
      <w:bookmarkEnd w:id="2035"/>
      <w:bookmarkEnd w:id="2036"/>
      <w:bookmarkEnd w:id="2037"/>
      <w:bookmarkEnd w:id="2038"/>
      <w:bookmarkEnd w:id="2039"/>
      <w:bookmarkEnd w:id="2040"/>
      <w:bookmarkEnd w:id="2041"/>
      <w:bookmarkEnd w:id="2042"/>
      <w:bookmarkEnd w:id="2046"/>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lastRenderedPageBreak/>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lastRenderedPageBreak/>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47" w:name="_Toc144691984"/>
      <w:bookmarkStart w:id="2048" w:name="_Toc204048595"/>
      <w:bookmarkStart w:id="2049" w:name="_Toc400526209"/>
      <w:bookmarkStart w:id="2050" w:name="_Toc405534527"/>
      <w:bookmarkStart w:id="2051" w:name="_Toc406570540"/>
      <w:bookmarkStart w:id="2052" w:name="_Toc410910692"/>
      <w:bookmarkStart w:id="2053" w:name="_Toc411841120"/>
      <w:bookmarkStart w:id="2054" w:name="_Toc422147082"/>
      <w:bookmarkStart w:id="2055" w:name="_Toc433020678"/>
      <w:bookmarkStart w:id="2056" w:name="_Toc437262119"/>
      <w:bookmarkStart w:id="2057" w:name="_Toc478375296"/>
      <w:bookmarkStart w:id="2058" w:name="_Toc199405392"/>
      <w:bookmarkEnd w:id="2031"/>
      <w:r w:rsidRPr="00AE0E6D">
        <w:rPr>
          <w:b/>
        </w:rPr>
        <w:t>3.14.1.11</w:t>
      </w:r>
      <w:r w:rsidRPr="00AE0E6D">
        <w:rPr>
          <w:b/>
        </w:rPr>
        <w:tab/>
        <w:t>Budgeting Eligible Costs</w:t>
      </w:r>
      <w:bookmarkEnd w:id="2047"/>
      <w:bookmarkEnd w:id="2048"/>
      <w:bookmarkEnd w:id="2049"/>
      <w:bookmarkEnd w:id="2050"/>
      <w:bookmarkEnd w:id="2051"/>
      <w:bookmarkEnd w:id="2052"/>
      <w:bookmarkEnd w:id="2053"/>
      <w:bookmarkEnd w:id="2054"/>
      <w:bookmarkEnd w:id="2055"/>
      <w:bookmarkEnd w:id="2056"/>
      <w:bookmarkEnd w:id="2057"/>
      <w:bookmarkEnd w:id="2058"/>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lastRenderedPageBreak/>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lastRenderedPageBreak/>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lastRenderedPageBreak/>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59"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60" w:name="_Toc199405393"/>
      <w:bookmarkStart w:id="2061" w:name="_Toc204048596"/>
      <w:bookmarkStart w:id="2062" w:name="_Toc400526210"/>
      <w:bookmarkStart w:id="2063" w:name="_Toc405534528"/>
      <w:bookmarkStart w:id="2064" w:name="_Toc406570541"/>
      <w:bookmarkStart w:id="2065" w:name="_Toc410910693"/>
      <w:bookmarkStart w:id="2066" w:name="_Toc411841121"/>
      <w:bookmarkStart w:id="2067" w:name="_Toc422147083"/>
      <w:bookmarkStart w:id="2068" w:name="_Toc433020679"/>
      <w:bookmarkStart w:id="2069" w:name="_Toc437262120"/>
      <w:bookmarkStart w:id="2070" w:name="_Toc478375297"/>
      <w:r w:rsidRPr="00AF0BBA">
        <w:rPr>
          <w:b/>
          <w:bCs/>
          <w:snapToGrid w:val="0"/>
        </w:rPr>
        <w:t>3.14.1.12</w:t>
      </w:r>
      <w:r w:rsidRPr="00AF0BBA">
        <w:rPr>
          <w:b/>
          <w:bCs/>
          <w:snapToGrid w:val="0"/>
        </w:rPr>
        <w:tab/>
        <w:t>Calculation of the Initial Standby Cost</w:t>
      </w:r>
      <w:bookmarkEnd w:id="2060"/>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71" w:name="_Toc199405394"/>
      <w:r w:rsidRPr="00AF0BBA">
        <w:rPr>
          <w:b/>
          <w:iCs/>
        </w:rPr>
        <w:lastRenderedPageBreak/>
        <w:t>3.14.1.13</w:t>
      </w:r>
      <w:r w:rsidRPr="00AF0BBA">
        <w:rPr>
          <w:iCs/>
        </w:rPr>
        <w:tab/>
      </w:r>
      <w:r w:rsidRPr="00AF0BBA">
        <w:rPr>
          <w:b/>
          <w:iCs/>
        </w:rPr>
        <w:t>Updated Budgets During the Term of an RMR Agreement</w:t>
      </w:r>
      <w:bookmarkEnd w:id="2071"/>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72" w:name="_Toc199405395"/>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59"/>
      <w:bookmarkEnd w:id="2061"/>
      <w:bookmarkEnd w:id="2062"/>
      <w:bookmarkEnd w:id="2063"/>
      <w:bookmarkEnd w:id="2064"/>
      <w:bookmarkEnd w:id="2065"/>
      <w:bookmarkEnd w:id="2066"/>
      <w:bookmarkEnd w:id="2067"/>
      <w:bookmarkEnd w:id="2068"/>
      <w:bookmarkEnd w:id="2069"/>
      <w:bookmarkEnd w:id="2070"/>
      <w:r w:rsidR="00072657">
        <w:rPr>
          <w:b/>
        </w:rPr>
        <w:t>s</w:t>
      </w:r>
      <w:bookmarkEnd w:id="2072"/>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73" w:name="_Toc199405396"/>
      <w:bookmarkStart w:id="2074" w:name="_Toc478375710"/>
      <w:bookmarkStart w:id="2075" w:name="_Toc144691986"/>
      <w:bookmarkStart w:id="2076" w:name="_Toc204048597"/>
      <w:bookmarkStart w:id="2077" w:name="_Toc400526211"/>
      <w:bookmarkStart w:id="2078" w:name="_Toc405534529"/>
      <w:bookmarkStart w:id="2079" w:name="_Toc406570542"/>
      <w:bookmarkStart w:id="2080" w:name="_Toc410910694"/>
      <w:bookmarkStart w:id="2081" w:name="_Toc411841123"/>
      <w:bookmarkStart w:id="2082" w:name="_Toc422147085"/>
      <w:bookmarkStart w:id="2083" w:name="_Toc433020681"/>
      <w:bookmarkStart w:id="2084" w:name="_Toc437262122"/>
      <w:bookmarkStart w:id="2085" w:name="_Toc478375299"/>
      <w:r w:rsidRPr="001A41CE">
        <w:rPr>
          <w:b/>
          <w:snapToGrid w:val="0"/>
        </w:rPr>
        <w:lastRenderedPageBreak/>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73"/>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86" w:name="_Toc199405397"/>
      <w:r w:rsidRPr="00AF0BBA">
        <w:rPr>
          <w:b/>
          <w:bCs/>
          <w:snapToGrid w:val="0"/>
        </w:rPr>
        <w:t>3.14.1.1</w:t>
      </w:r>
      <w:r>
        <w:rPr>
          <w:b/>
          <w:bCs/>
          <w:snapToGrid w:val="0"/>
        </w:rPr>
        <w:t>6</w:t>
      </w:r>
      <w:r w:rsidRPr="00AF0BBA">
        <w:rPr>
          <w:b/>
          <w:bCs/>
          <w:snapToGrid w:val="0"/>
        </w:rPr>
        <w:tab/>
        <w:t>Reconciliation of Actual Eligible Costs</w:t>
      </w:r>
      <w:bookmarkEnd w:id="2086"/>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87" w:name="_Toc199405398"/>
      <w:bookmarkEnd w:id="2074"/>
      <w:r w:rsidRPr="00AE0E6D">
        <w:rPr>
          <w:b/>
        </w:rPr>
        <w:t>3.14.1.1</w:t>
      </w:r>
      <w:r w:rsidR="00E60378">
        <w:rPr>
          <w:b/>
        </w:rPr>
        <w:t>7</w:t>
      </w:r>
      <w:r w:rsidRPr="00AE0E6D">
        <w:rPr>
          <w:b/>
        </w:rPr>
        <w:tab/>
        <w:t>Incentive Factor</w:t>
      </w:r>
      <w:bookmarkEnd w:id="2075"/>
      <w:bookmarkEnd w:id="2076"/>
      <w:bookmarkEnd w:id="2077"/>
      <w:bookmarkEnd w:id="2078"/>
      <w:bookmarkEnd w:id="2079"/>
      <w:bookmarkEnd w:id="2080"/>
      <w:bookmarkEnd w:id="2081"/>
      <w:bookmarkEnd w:id="2082"/>
      <w:bookmarkEnd w:id="2083"/>
      <w:bookmarkEnd w:id="2084"/>
      <w:bookmarkEnd w:id="2085"/>
      <w:bookmarkEnd w:id="2087"/>
    </w:p>
    <w:p w14:paraId="24AE2ADD" w14:textId="50D4AE0F" w:rsidR="00CB13B2" w:rsidRDefault="002D238A">
      <w:pPr>
        <w:pStyle w:val="BodyTextNumbered"/>
      </w:pPr>
      <w:bookmarkStart w:id="2088"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89" w:name="_Toc204048598"/>
      <w:bookmarkStart w:id="2090" w:name="_Toc400526212"/>
      <w:bookmarkStart w:id="2091" w:name="_Toc405534530"/>
      <w:bookmarkStart w:id="2092" w:name="_Toc406570543"/>
      <w:bookmarkStart w:id="2093" w:name="_Toc410910695"/>
      <w:bookmarkStart w:id="2094" w:name="_Toc411841124"/>
      <w:bookmarkStart w:id="2095" w:name="_Toc422147086"/>
      <w:bookmarkStart w:id="2096" w:name="_Toc433020682"/>
      <w:bookmarkStart w:id="2097" w:name="_Toc437262123"/>
      <w:bookmarkStart w:id="2098" w:name="_Toc478375300"/>
      <w:bookmarkStart w:id="2099" w:name="_Toc199405399"/>
      <w:r w:rsidRPr="00AE0E6D">
        <w:rPr>
          <w:b/>
        </w:rPr>
        <w:lastRenderedPageBreak/>
        <w:t>3.14.1.1</w:t>
      </w:r>
      <w:r w:rsidR="00E60378">
        <w:rPr>
          <w:b/>
        </w:rPr>
        <w:t>8</w:t>
      </w:r>
      <w:r w:rsidRPr="00AE0E6D">
        <w:rPr>
          <w:b/>
        </w:rPr>
        <w:tab/>
        <w:t>Major Equipment Modifications</w:t>
      </w:r>
      <w:bookmarkEnd w:id="2088"/>
      <w:bookmarkEnd w:id="2089"/>
      <w:bookmarkEnd w:id="2090"/>
      <w:bookmarkEnd w:id="2091"/>
      <w:bookmarkEnd w:id="2092"/>
      <w:bookmarkEnd w:id="2093"/>
      <w:bookmarkEnd w:id="2094"/>
      <w:bookmarkEnd w:id="2095"/>
      <w:bookmarkEnd w:id="2096"/>
      <w:bookmarkEnd w:id="2097"/>
      <w:bookmarkEnd w:id="2098"/>
      <w:bookmarkEnd w:id="2099"/>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100" w:name="_Toc478375301"/>
      <w:bookmarkStart w:id="2101" w:name="_Toc199405400"/>
      <w:bookmarkStart w:id="2102" w:name="_Toc452967046"/>
      <w:bookmarkStart w:id="2103" w:name="_Toc144691988"/>
      <w:bookmarkStart w:id="2104" w:name="_Toc204048599"/>
      <w:bookmarkStart w:id="2105" w:name="_Toc400526213"/>
      <w:bookmarkStart w:id="2106" w:name="_Toc405534531"/>
      <w:bookmarkStart w:id="2107" w:name="_Toc406570544"/>
      <w:bookmarkStart w:id="2108" w:name="_Toc410910696"/>
      <w:bookmarkStart w:id="2109" w:name="_Toc411841125"/>
      <w:bookmarkStart w:id="2110" w:name="_Toc422147087"/>
      <w:bookmarkStart w:id="2111" w:name="_Toc433020683"/>
      <w:bookmarkStart w:id="2112"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100"/>
      <w:bookmarkEnd w:id="2101"/>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w:t>
      </w:r>
      <w:r w:rsidRPr="00A85DCB">
        <w:rPr>
          <w:iCs/>
        </w:rPr>
        <w:lastRenderedPageBreak/>
        <w:t xml:space="preserve">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13" w:name="_Toc478375302"/>
      <w:bookmarkStart w:id="2114" w:name="_Toc199405401"/>
      <w:bookmarkEnd w:id="2102"/>
      <w:r w:rsidRPr="00AE0E6D">
        <w:rPr>
          <w:b/>
        </w:rPr>
        <w:lastRenderedPageBreak/>
        <w:t>3.14.1.</w:t>
      </w:r>
      <w:r w:rsidR="002C24D3">
        <w:rPr>
          <w:b/>
        </w:rPr>
        <w:t>20</w:t>
      </w:r>
      <w:r w:rsidRPr="00AE0E6D">
        <w:rPr>
          <w:b/>
        </w:rPr>
        <w:tab/>
        <w:t>Budgeting Fuel Costs</w:t>
      </w:r>
      <w:bookmarkEnd w:id="2103"/>
      <w:bookmarkEnd w:id="2104"/>
      <w:bookmarkEnd w:id="2105"/>
      <w:bookmarkEnd w:id="2106"/>
      <w:bookmarkEnd w:id="2107"/>
      <w:bookmarkEnd w:id="2108"/>
      <w:bookmarkEnd w:id="2109"/>
      <w:bookmarkEnd w:id="2110"/>
      <w:bookmarkEnd w:id="2111"/>
      <w:bookmarkEnd w:id="2112"/>
      <w:bookmarkEnd w:id="2113"/>
      <w:bookmarkEnd w:id="2114"/>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15" w:name="_Toc144691989"/>
      <w:bookmarkStart w:id="2116" w:name="_Toc204048600"/>
      <w:bookmarkStart w:id="2117" w:name="_Toc400526214"/>
      <w:bookmarkStart w:id="2118" w:name="_Toc405534532"/>
      <w:bookmarkStart w:id="2119" w:name="_Toc406570545"/>
      <w:bookmarkStart w:id="2120" w:name="_Toc410910697"/>
      <w:bookmarkStart w:id="2121" w:name="_Toc411841126"/>
      <w:bookmarkStart w:id="2122" w:name="_Toc422147088"/>
      <w:bookmarkStart w:id="2123" w:name="_Toc433020684"/>
      <w:bookmarkStart w:id="2124" w:name="_Toc437262125"/>
      <w:bookmarkStart w:id="2125" w:name="_Toc478375303"/>
      <w:bookmarkStart w:id="2126" w:name="_Toc199405402"/>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15"/>
      <w:bookmarkEnd w:id="2116"/>
      <w:bookmarkEnd w:id="2117"/>
      <w:bookmarkEnd w:id="2118"/>
      <w:bookmarkEnd w:id="2119"/>
      <w:bookmarkEnd w:id="2120"/>
      <w:bookmarkEnd w:id="2121"/>
      <w:bookmarkEnd w:id="2122"/>
      <w:bookmarkEnd w:id="2123"/>
      <w:bookmarkEnd w:id="2124"/>
      <w:bookmarkEnd w:id="2125"/>
      <w:bookmarkEnd w:id="2126"/>
    </w:p>
    <w:p w14:paraId="36D3CC60" w14:textId="6324A600" w:rsidR="00CB13B2" w:rsidRDefault="002D238A">
      <w:pPr>
        <w:pStyle w:val="BodyTextNumbered"/>
      </w:pPr>
      <w:bookmarkStart w:id="2127" w:name="_Toc114235802"/>
      <w:bookmarkStart w:id="2128"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w:t>
      </w:r>
      <w:r>
        <w:lastRenderedPageBreak/>
        <w:t xml:space="preserve">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29" w:name="_Toc204048601"/>
      <w:bookmarkStart w:id="2130" w:name="_Toc400526215"/>
      <w:bookmarkStart w:id="2131" w:name="_Toc405534533"/>
      <w:bookmarkStart w:id="2132" w:name="_Toc406570546"/>
      <w:bookmarkStart w:id="2133" w:name="_Toc410910698"/>
      <w:bookmarkStart w:id="2134" w:name="_Toc411841127"/>
      <w:bookmarkStart w:id="2135" w:name="_Toc422147089"/>
      <w:bookmarkStart w:id="2136" w:name="_Toc433020685"/>
      <w:bookmarkStart w:id="2137" w:name="_Toc437262126"/>
      <w:bookmarkStart w:id="2138" w:name="_Toc478375304"/>
      <w:bookmarkStart w:id="2139" w:name="_Toc199405403"/>
      <w:r>
        <w:t>3.14.2</w:t>
      </w:r>
      <w:r>
        <w:tab/>
        <w:t>Black Start</w:t>
      </w:r>
      <w:bookmarkEnd w:id="2127"/>
      <w:bookmarkEnd w:id="2128"/>
      <w:bookmarkEnd w:id="2129"/>
      <w:bookmarkEnd w:id="2130"/>
      <w:bookmarkEnd w:id="2131"/>
      <w:bookmarkEnd w:id="2132"/>
      <w:bookmarkEnd w:id="2133"/>
      <w:bookmarkEnd w:id="2134"/>
      <w:bookmarkEnd w:id="2135"/>
      <w:bookmarkEnd w:id="2136"/>
      <w:bookmarkEnd w:id="2137"/>
      <w:bookmarkEnd w:id="2138"/>
      <w:bookmarkEnd w:id="2139"/>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lastRenderedPageBreak/>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77ADA12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 xml:space="preserve">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w:t>
      </w:r>
      <w:r w:rsidR="00583318">
        <w:t>“</w:t>
      </w:r>
      <w:r w:rsidRPr="006A47BE">
        <w:t>Next Start Resource</w:t>
      </w:r>
      <w:r w:rsidR="00583318">
        <w:t>”</w:t>
      </w:r>
      <w:r w:rsidRPr="006A47BE">
        <w:t xml:space="preserv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0C9C69BD"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7B587F">
        <w:t>three-</w:t>
      </w:r>
      <w:r w:rsidRPr="006D062D">
        <w:t>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11F28EE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w:t>
      </w:r>
      <w:r w:rsidR="00360943">
        <w:rPr>
          <w:color w:val="000000"/>
          <w:szCs w:val="24"/>
        </w:rPr>
        <w:t>BSS</w:t>
      </w:r>
      <w:r w:rsidRPr="006D062D">
        <w:rPr>
          <w:color w:val="000000"/>
          <w:szCs w:val="24"/>
        </w:rPr>
        <w:t xml:space="preserve"> Availability Reduction Factor shall be determined by using the availability for the original Black Start Resource and any </w:t>
      </w:r>
      <w:r w:rsidRPr="006D062D">
        <w:rPr>
          <w:color w:val="000000"/>
          <w:szCs w:val="24"/>
        </w:rPr>
        <w:lastRenderedPageBreak/>
        <w:t>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40" w:name="_Toc400526216"/>
      <w:bookmarkStart w:id="2141" w:name="_Toc405534534"/>
      <w:bookmarkStart w:id="2142" w:name="_Toc406570547"/>
      <w:bookmarkStart w:id="2143" w:name="_Toc410910699"/>
      <w:bookmarkStart w:id="2144" w:name="_Toc411841128"/>
      <w:bookmarkStart w:id="2145" w:name="_Toc422147090"/>
      <w:bookmarkStart w:id="2146" w:name="_Toc433020686"/>
      <w:bookmarkStart w:id="2147" w:name="_Toc437262127"/>
      <w:bookmarkStart w:id="2148" w:name="_Toc478375305"/>
      <w:bookmarkStart w:id="2149"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50" w:name="_Hlk85719896"/>
      <w:r w:rsidRPr="00672C8C">
        <w:rPr>
          <w:iCs/>
          <w:color w:val="000000"/>
        </w:rPr>
        <w:t xml:space="preserve">Back-up Fuel for BSS </w:t>
      </w:r>
      <w:bookmarkEnd w:id="2150"/>
      <w:r w:rsidRPr="00672C8C">
        <w:rPr>
          <w:iCs/>
          <w:color w:val="000000"/>
        </w:rPr>
        <w:t>and shall maintain a contracted amount of</w:t>
      </w:r>
      <w:bookmarkStart w:id="2151" w:name="_Hlk80615097"/>
      <w:r w:rsidRPr="00672C8C">
        <w:rPr>
          <w:iCs/>
          <w:color w:val="000000"/>
        </w:rPr>
        <w:t xml:space="preserve"> BSS Back-up Fuel </w:t>
      </w:r>
      <w:bookmarkEnd w:id="2151"/>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0317B968"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00536140">
        <w:t xml:space="preserve">(CAO) </w:t>
      </w:r>
      <w:r w:rsidRPr="00DF71FB">
        <w:t>during the term of the BSS contract</w:t>
      </w:r>
      <w:r>
        <w:t xml:space="preserve">.    </w:t>
      </w:r>
    </w:p>
    <w:p w14:paraId="5AACD4BA" w14:textId="386223F9" w:rsidR="00372935" w:rsidRDefault="00E6664A" w:rsidP="00372935">
      <w:pPr>
        <w:pStyle w:val="BodyTextNumbered"/>
      </w:pPr>
      <w:r>
        <w:lastRenderedPageBreak/>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D6A81D3" w:rsidR="00372935" w:rsidRDefault="00372935" w:rsidP="00372935">
      <w:pPr>
        <w:pStyle w:val="BodyTextNumbered"/>
        <w:ind w:left="1440"/>
      </w:pPr>
      <w:r>
        <w:t>(b)</w:t>
      </w:r>
      <w:r>
        <w:tab/>
        <w:t>Provide BSS as directed by ERCOT or the local Transmission Operator (TO).</w:t>
      </w:r>
    </w:p>
    <w:p w14:paraId="5C0CBA91" w14:textId="6D7CD871" w:rsidR="00AE70FD" w:rsidRDefault="00AE70FD" w:rsidP="00AE70FD">
      <w:pPr>
        <w:pStyle w:val="BodyTextNumbered"/>
      </w:pPr>
      <w:r>
        <w:t>(16)</w:t>
      </w:r>
      <w:r>
        <w:tab/>
        <w:t>Each Resource Entity shall identify in its Resources Registration data if its Resource is a Black Start Capable Resource and an Isochronous Control Capable Resource.</w:t>
      </w:r>
    </w:p>
    <w:p w14:paraId="3A03557E" w14:textId="6F5E386C" w:rsidR="00AE70FD" w:rsidRDefault="00AE70FD" w:rsidP="00AE70FD">
      <w:pPr>
        <w:pStyle w:val="BodyTextNumbered"/>
      </w:pPr>
      <w:r>
        <w:t>(17)</w:t>
      </w:r>
      <w:r>
        <w:tab/>
        <w:t>Each Resource Entity and each TSP shall identify in the Network Operations Model if a modeled breaker or switch it operates or directs the operation of has a Synchroscope and a Synchronism Check Relay associated with the breaker or switch.</w:t>
      </w:r>
    </w:p>
    <w:p w14:paraId="5E3BBF19" w14:textId="49173D65" w:rsidR="00695A4D" w:rsidRPr="00C83EFD" w:rsidRDefault="00695A4D" w:rsidP="00EB38FB">
      <w:pPr>
        <w:keepNext/>
        <w:tabs>
          <w:tab w:val="left" w:pos="1080"/>
        </w:tabs>
        <w:spacing w:before="240" w:after="240"/>
        <w:ind w:left="1080" w:hanging="1080"/>
        <w:outlineLvl w:val="2"/>
        <w:rPr>
          <w:b/>
          <w:bCs/>
          <w:i/>
        </w:rPr>
      </w:pPr>
      <w:bookmarkStart w:id="2152" w:name="_Toc199405404"/>
      <w:r w:rsidRPr="00C83EFD">
        <w:rPr>
          <w:b/>
          <w:bCs/>
          <w:i/>
        </w:rPr>
        <w:t>3.14.3</w:t>
      </w:r>
      <w:r w:rsidRPr="00C83EFD">
        <w:rPr>
          <w:b/>
          <w:bCs/>
          <w:i/>
        </w:rPr>
        <w:tab/>
        <w:t>Emergency Response Service</w:t>
      </w:r>
      <w:bookmarkEnd w:id="2140"/>
      <w:bookmarkEnd w:id="2141"/>
      <w:bookmarkEnd w:id="2142"/>
      <w:bookmarkEnd w:id="2143"/>
      <w:bookmarkEnd w:id="2144"/>
      <w:bookmarkEnd w:id="2145"/>
      <w:bookmarkEnd w:id="2146"/>
      <w:bookmarkEnd w:id="2147"/>
      <w:bookmarkEnd w:id="2148"/>
      <w:bookmarkEnd w:id="2152"/>
    </w:p>
    <w:p w14:paraId="351F0C55" w14:textId="4E7E3A96" w:rsidR="0058085E" w:rsidRPr="00FE2EC7" w:rsidRDefault="0041108D" w:rsidP="006D5EC8">
      <w:pPr>
        <w:tabs>
          <w:tab w:val="num" w:pos="900"/>
        </w:tabs>
        <w:spacing w:after="240"/>
        <w:ind w:left="720" w:hanging="720"/>
        <w:rPr>
          <w:b/>
          <w:i/>
        </w:rPr>
      </w:pPr>
      <w:bookmarkStart w:id="2153" w:name="_Toc326067856"/>
      <w:bookmarkStart w:id="2154" w:name="_Toc331401072"/>
      <w:bookmarkStart w:id="2155" w:name="_Toc333405886"/>
      <w:bookmarkStart w:id="2156" w:name="_Toc338854824"/>
      <w:bookmarkStart w:id="2157" w:name="_Toc339281228"/>
      <w:bookmarkStart w:id="2158" w:name="_Toc341692430"/>
      <w:bookmarkStart w:id="2159" w:name="_Toc343243678"/>
      <w:bookmarkStart w:id="2160" w:name="_Toc348352869"/>
      <w:bookmarkStart w:id="2161" w:name="_Toc352156823"/>
      <w:bookmarkStart w:id="2162" w:name="_Toc357502580"/>
      <w:bookmarkStart w:id="2163"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49"/>
      <w:bookmarkEnd w:id="2153"/>
      <w:bookmarkEnd w:id="2154"/>
      <w:bookmarkEnd w:id="2155"/>
      <w:bookmarkEnd w:id="2156"/>
      <w:bookmarkEnd w:id="2157"/>
      <w:bookmarkEnd w:id="2158"/>
      <w:bookmarkEnd w:id="2159"/>
      <w:bookmarkEnd w:id="2160"/>
      <w:bookmarkEnd w:id="2161"/>
      <w:bookmarkEnd w:id="2162"/>
      <w:bookmarkEnd w:id="2163"/>
    </w:p>
    <w:p w14:paraId="0328E216" w14:textId="77777777" w:rsidR="00695A4D" w:rsidRPr="00AE0E6D" w:rsidRDefault="00695A4D" w:rsidP="008579CB">
      <w:pPr>
        <w:pStyle w:val="H4"/>
        <w:ind w:left="1267" w:hanging="1267"/>
        <w:rPr>
          <w:b/>
        </w:rPr>
      </w:pPr>
      <w:bookmarkStart w:id="2164" w:name="_Toc400526217"/>
      <w:bookmarkStart w:id="2165" w:name="_Toc405534535"/>
      <w:bookmarkStart w:id="2166" w:name="_Toc406570548"/>
      <w:bookmarkStart w:id="2167" w:name="_Toc410910700"/>
      <w:bookmarkStart w:id="2168" w:name="_Toc411841129"/>
      <w:bookmarkStart w:id="2169" w:name="_Toc422147091"/>
      <w:bookmarkStart w:id="2170" w:name="_Toc433020687"/>
      <w:bookmarkStart w:id="2171" w:name="_Toc437262128"/>
      <w:bookmarkStart w:id="2172" w:name="_Toc478375306"/>
      <w:bookmarkStart w:id="2173" w:name="_Toc199405405"/>
      <w:r w:rsidRPr="00AE0E6D">
        <w:rPr>
          <w:b/>
        </w:rPr>
        <w:t>3.14.3.1</w:t>
      </w:r>
      <w:r w:rsidRPr="00AE0E6D">
        <w:rPr>
          <w:b/>
        </w:rPr>
        <w:tab/>
        <w:t>Emergency Response Service Procurement</w:t>
      </w:r>
      <w:bookmarkEnd w:id="2164"/>
      <w:bookmarkEnd w:id="2165"/>
      <w:bookmarkEnd w:id="2166"/>
      <w:bookmarkEnd w:id="2167"/>
      <w:bookmarkEnd w:id="2168"/>
      <w:bookmarkEnd w:id="2169"/>
      <w:bookmarkEnd w:id="2170"/>
      <w:bookmarkEnd w:id="2171"/>
      <w:bookmarkEnd w:id="2172"/>
      <w:bookmarkEnd w:id="2173"/>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0A880BDA" w:rsidR="00695A4D" w:rsidRPr="00C83EFD" w:rsidRDefault="00551E39" w:rsidP="00695A4D">
      <w:pPr>
        <w:spacing w:after="240"/>
        <w:ind w:left="1440" w:hanging="720"/>
      </w:pPr>
      <w:r w:rsidRPr="00C83EFD">
        <w:t>(</w:t>
      </w:r>
      <w:r>
        <w:t>d</w:t>
      </w:r>
      <w:r w:rsidRPr="00C83EFD">
        <w:t>)</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4C9D514B" w:rsidR="0058085E" w:rsidRDefault="00934247" w:rsidP="008579CB">
      <w:pPr>
        <w:pStyle w:val="BodyTextNumbered"/>
      </w:pPr>
      <w:r>
        <w:t>(3)</w:t>
      </w:r>
      <w:r>
        <w:tab/>
      </w:r>
      <w:r w:rsidR="007A20AF" w:rsidRPr="00C83EFD">
        <w:t>ERS offers shall be submitted only by QSEs capable of receiving Extensible Markup Language (XML) messaging on behalf of represented ERS Resources.</w:t>
      </w:r>
      <w:r w:rsidR="00695A4D" w:rsidRPr="00C83EFD">
        <w:t xml:space="preserve">  </w:t>
      </w:r>
      <w:r w:rsidR="00695A4D" w:rsidRPr="00C83EFD">
        <w:rPr>
          <w:iCs w:val="0"/>
        </w:rPr>
        <w:t xml:space="preserve"> </w:t>
      </w:r>
    </w:p>
    <w:p w14:paraId="32719F98" w14:textId="2EDA854D" w:rsidR="00695A4D" w:rsidRDefault="00695A4D" w:rsidP="008579CB">
      <w:pPr>
        <w:spacing w:after="240"/>
        <w:ind w:left="720" w:hanging="720"/>
      </w:pPr>
      <w:r w:rsidRPr="00C83EFD">
        <w:lastRenderedPageBreak/>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TDSP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671C06AF" w:rsidR="00AF46C5" w:rsidRDefault="00AF46C5" w:rsidP="00AF46C5">
      <w:pPr>
        <w:pStyle w:val="List2"/>
      </w:pPr>
      <w:r>
        <w:t>(i)</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lastRenderedPageBreak/>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 xml:space="preserve">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w:t>
      </w:r>
      <w:r w:rsidRPr="00C83EFD">
        <w:lastRenderedPageBreak/>
        <w:t>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484C22AE"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lastRenderedPageBreak/>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 xml:space="preserve">ERS Contract </w:t>
      </w:r>
      <w:r w:rsidR="00782F26" w:rsidRPr="000E7EF1">
        <w:lastRenderedPageBreak/>
        <w:t>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w:t>
      </w:r>
      <w:r w:rsidRPr="00500837">
        <w:lastRenderedPageBreak/>
        <w:t xml:space="preserve">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3AE214F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r>
      <w:r w:rsidR="000B63A3" w:rsidRPr="00EE3D10">
        <w:rPr>
          <w:iCs/>
          <w:szCs w:val="24"/>
        </w:rPr>
        <w:t>ERCOT shall procure ERS Resources for each ERS Time Period using a clearing price.  Section 22, Attachment Q, Emergency Response Service Procurement Methodology,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Section 22, Attachment Q,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w:t>
      </w:r>
      <w:r w:rsidR="00934247">
        <w:rPr>
          <w:iCs/>
        </w:rPr>
        <w:t xml:space="preserve"> </w:t>
      </w:r>
    </w:p>
    <w:p w14:paraId="7031E01C" w14:textId="650EA2B8" w:rsidR="00695A4D" w:rsidRDefault="00695A4D" w:rsidP="005942DD">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w:t>
      </w:r>
      <w:r w:rsidR="003D116D" w:rsidRPr="00C83EFD">
        <w:rPr>
          <w:iCs/>
        </w:rPr>
        <w:lastRenderedPageBreak/>
        <w:t xml:space="preserve">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74" w:name="_Toc400526218"/>
      <w:bookmarkStart w:id="2175" w:name="_Toc405534536"/>
      <w:bookmarkStart w:id="2176" w:name="_Toc406570549"/>
      <w:bookmarkStart w:id="2177" w:name="_Toc410910701"/>
      <w:bookmarkStart w:id="2178" w:name="_Toc411841130"/>
      <w:bookmarkStart w:id="2179" w:name="_Toc422147092"/>
      <w:bookmarkStart w:id="2180" w:name="_Toc433020688"/>
      <w:bookmarkStart w:id="2181" w:name="_Toc437262129"/>
      <w:bookmarkStart w:id="2182" w:name="_Toc478375307"/>
      <w:bookmarkStart w:id="2183" w:name="_Toc199405406"/>
      <w:r w:rsidRPr="007F4287">
        <w:rPr>
          <w:b/>
          <w:iCs/>
        </w:rPr>
        <w:t>3.14.3.2</w:t>
      </w:r>
      <w:r w:rsidRPr="007F4287">
        <w:rPr>
          <w:b/>
          <w:iCs/>
        </w:rPr>
        <w:tab/>
        <w:t>Emergency Response Service Self-Provision</w:t>
      </w:r>
      <w:bookmarkEnd w:id="2174"/>
      <w:bookmarkEnd w:id="2175"/>
      <w:bookmarkEnd w:id="2176"/>
      <w:bookmarkEnd w:id="2177"/>
      <w:bookmarkEnd w:id="2178"/>
      <w:bookmarkEnd w:id="2179"/>
      <w:bookmarkEnd w:id="2180"/>
      <w:bookmarkEnd w:id="2181"/>
      <w:bookmarkEnd w:id="2182"/>
      <w:bookmarkEnd w:id="2183"/>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lastRenderedPageBreak/>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84" w:name="_Toc400526219"/>
      <w:bookmarkStart w:id="2185" w:name="_Toc405534537"/>
      <w:bookmarkStart w:id="2186" w:name="_Toc406570550"/>
      <w:bookmarkStart w:id="2187" w:name="_Toc410910702"/>
      <w:bookmarkStart w:id="2188" w:name="_Toc411841131"/>
      <w:bookmarkStart w:id="2189" w:name="_Toc422147093"/>
      <w:bookmarkStart w:id="2190" w:name="_Toc433020689"/>
      <w:bookmarkStart w:id="2191" w:name="_Toc437262130"/>
      <w:bookmarkStart w:id="2192" w:name="_Toc478375308"/>
      <w:bookmarkStart w:id="2193" w:name="_Toc199405407"/>
      <w:r w:rsidRPr="00AE0E6D">
        <w:rPr>
          <w:b/>
          <w:iCs/>
        </w:rPr>
        <w:t>3.14.3.3</w:t>
      </w:r>
      <w:r w:rsidRPr="00AE0E6D">
        <w:rPr>
          <w:b/>
          <w:iCs/>
        </w:rPr>
        <w:tab/>
        <w:t>Emergency Response Service Provision and Technical Requirements</w:t>
      </w:r>
      <w:bookmarkEnd w:id="2184"/>
      <w:bookmarkEnd w:id="2185"/>
      <w:bookmarkEnd w:id="2186"/>
      <w:bookmarkEnd w:id="2187"/>
      <w:bookmarkEnd w:id="2188"/>
      <w:bookmarkEnd w:id="2189"/>
      <w:bookmarkEnd w:id="2190"/>
      <w:bookmarkEnd w:id="2191"/>
      <w:bookmarkEnd w:id="2192"/>
      <w:bookmarkEnd w:id="2193"/>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258C665B" w14:textId="6E39AB46" w:rsidR="00695A4D" w:rsidRDefault="00597FC7" w:rsidP="00604105">
      <w:pPr>
        <w:spacing w:after="240"/>
        <w:ind w:left="720" w:hanging="720"/>
        <w:rPr>
          <w:iCs/>
        </w:rPr>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163F81E9" w14:textId="6EDC4C8C" w:rsidR="00695A4D" w:rsidRPr="00C83EFD" w:rsidRDefault="00695A4D" w:rsidP="00604105">
      <w:pPr>
        <w:spacing w:after="240"/>
        <w:ind w:left="720" w:hanging="720"/>
        <w:rPr>
          <w:iCs/>
        </w:rPr>
      </w:pPr>
      <w:r w:rsidRPr="00C83EFD">
        <w:rPr>
          <w:iCs/>
        </w:rPr>
        <w:lastRenderedPageBreak/>
        <w:t>(</w:t>
      </w:r>
      <w:r w:rsidR="00CD76EA">
        <w:rPr>
          <w:iCs/>
        </w:rPr>
        <w:t>3</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507F0CC3" w:rsidR="00695A4D" w:rsidRPr="00C83EFD" w:rsidRDefault="00695A4D" w:rsidP="00695A4D">
      <w:pPr>
        <w:spacing w:after="240"/>
        <w:ind w:left="720" w:hanging="720"/>
        <w:rPr>
          <w:iCs/>
        </w:rPr>
      </w:pPr>
      <w:r w:rsidRPr="00C83EFD">
        <w:rPr>
          <w:iCs/>
        </w:rPr>
        <w:t>(</w:t>
      </w:r>
      <w:r w:rsidR="00CD76EA">
        <w:rPr>
          <w:iCs/>
        </w:rPr>
        <w:t>4</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lastRenderedPageBreak/>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0F4F138C" w:rsidR="00695A4D" w:rsidRPr="00C83EFD" w:rsidRDefault="00695A4D" w:rsidP="00695A4D">
      <w:pPr>
        <w:spacing w:after="240"/>
        <w:ind w:left="720" w:hanging="720"/>
        <w:rPr>
          <w:iCs/>
        </w:rPr>
      </w:pPr>
      <w:r w:rsidRPr="00C83EFD">
        <w:rPr>
          <w:iCs/>
        </w:rPr>
        <w:t>(</w:t>
      </w:r>
      <w:r w:rsidR="00CD76EA">
        <w:rPr>
          <w:iCs/>
        </w:rPr>
        <w:t>5</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3493EF57" w:rsidR="00695A4D" w:rsidRDefault="00597FC7" w:rsidP="00695A4D">
      <w:pPr>
        <w:spacing w:after="240"/>
        <w:ind w:left="720" w:hanging="720"/>
        <w:rPr>
          <w:iCs/>
        </w:rPr>
      </w:pPr>
      <w:r w:rsidRPr="00C83EFD">
        <w:rPr>
          <w:iCs/>
        </w:rPr>
        <w:t>(</w:t>
      </w:r>
      <w:r w:rsidR="00CD76EA">
        <w:rPr>
          <w:iCs/>
        </w:rPr>
        <w:t>6</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94" w:name="_Toc400526220"/>
      <w:bookmarkStart w:id="2195" w:name="_Toc405534538"/>
      <w:bookmarkStart w:id="2196" w:name="_Toc406570551"/>
      <w:bookmarkStart w:id="2197" w:name="_Toc410910703"/>
      <w:bookmarkStart w:id="2198" w:name="_Toc411841132"/>
      <w:bookmarkStart w:id="2199" w:name="_Toc422147094"/>
      <w:bookmarkStart w:id="2200" w:name="_Toc433020690"/>
      <w:bookmarkStart w:id="2201" w:name="_Toc437262131"/>
      <w:bookmarkStart w:id="2202" w:name="_Toc478375309"/>
      <w:bookmarkStart w:id="2203" w:name="_Toc199405408"/>
      <w:r w:rsidRPr="007F4287">
        <w:rPr>
          <w:b/>
          <w:iCs/>
        </w:rPr>
        <w:t>3.14.3.4</w:t>
      </w:r>
      <w:r w:rsidRPr="007F4287">
        <w:rPr>
          <w:b/>
          <w:iCs/>
        </w:rPr>
        <w:tab/>
        <w:t>Emergency Response Service Reporting and Market Communications</w:t>
      </w:r>
      <w:bookmarkEnd w:id="2194"/>
      <w:bookmarkEnd w:id="2195"/>
      <w:bookmarkEnd w:id="2196"/>
      <w:bookmarkEnd w:id="2197"/>
      <w:bookmarkEnd w:id="2198"/>
      <w:bookmarkEnd w:id="2199"/>
      <w:bookmarkEnd w:id="2200"/>
      <w:bookmarkEnd w:id="2201"/>
      <w:bookmarkEnd w:id="2202"/>
      <w:bookmarkEnd w:id="2203"/>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lastRenderedPageBreak/>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lastRenderedPageBreak/>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4021319A" w:rsidR="00E222EB" w:rsidRDefault="00E222EB" w:rsidP="00E222EB">
            <w:pPr>
              <w:spacing w:before="120" w:after="240"/>
              <w:rPr>
                <w:b/>
                <w:i/>
              </w:rPr>
            </w:pPr>
            <w:bookmarkStart w:id="2204" w:name="_Toc204048603"/>
            <w:bookmarkStart w:id="2205" w:name="_Toc400526221"/>
            <w:bookmarkStart w:id="2206" w:name="_Toc405534539"/>
            <w:bookmarkStart w:id="2207" w:name="_Toc406570552"/>
            <w:bookmarkStart w:id="2208" w:name="_Toc410910704"/>
            <w:bookmarkStart w:id="2209" w:name="_Toc411841133"/>
            <w:bookmarkStart w:id="2210" w:name="_Toc422147095"/>
            <w:bookmarkStart w:id="2211" w:name="_Toc433020691"/>
            <w:bookmarkStart w:id="2212" w:name="_Toc437262132"/>
            <w:bookmarkStart w:id="2213" w:name="_Toc478375310"/>
            <w:r>
              <w:rPr>
                <w:b/>
                <w:i/>
              </w:rPr>
              <w:t>[NPRR885</w:t>
            </w:r>
            <w:r w:rsidR="001479DD">
              <w:rPr>
                <w:b/>
                <w:i/>
              </w:rPr>
              <w:t>, NPRR995,</w:t>
            </w:r>
            <w:r w:rsidR="00BD0371">
              <w:rPr>
                <w:b/>
                <w:i/>
              </w:rPr>
              <w:t xml:space="preserve"> NPRR1007</w:t>
            </w:r>
            <w:r w:rsidR="00BD2069">
              <w:rPr>
                <w:b/>
                <w:i/>
              </w:rPr>
              <w:t>, and NPRR1246</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sidR="00BD2069">
              <w:rPr>
                <w:b/>
                <w:i/>
              </w:rPr>
              <w:t xml:space="preserve"> and NPRR1246</w:t>
            </w:r>
            <w:r>
              <w:rPr>
                <w:b/>
                <w:i/>
              </w:rPr>
              <w:t>:</w:t>
            </w:r>
            <w:r w:rsidRPr="004B0726">
              <w:rPr>
                <w:b/>
                <w:i/>
              </w:rPr>
              <w:t>]</w:t>
            </w:r>
          </w:p>
          <w:p w14:paraId="4828DF3C" w14:textId="77777777" w:rsidR="00E222EB" w:rsidRDefault="00E222EB" w:rsidP="00E222EB">
            <w:pPr>
              <w:pStyle w:val="H3"/>
            </w:pPr>
            <w:bookmarkStart w:id="2214" w:name="_Toc199405409"/>
            <w:r w:rsidRPr="00A974FD">
              <w:t>3</w:t>
            </w:r>
            <w:r>
              <w:t>.14.4</w:t>
            </w:r>
            <w:r>
              <w:tab/>
              <w:t>Must-</w:t>
            </w:r>
            <w:r w:rsidRPr="00A974FD">
              <w:t>Run Alternative Service</w:t>
            </w:r>
            <w:bookmarkEnd w:id="2214"/>
          </w:p>
          <w:p w14:paraId="6308EBCB" w14:textId="77777777" w:rsidR="00E222EB" w:rsidRPr="00E222EB" w:rsidRDefault="00E222EB" w:rsidP="00E222EB">
            <w:pPr>
              <w:pStyle w:val="H4"/>
              <w:rPr>
                <w:b/>
              </w:rPr>
            </w:pPr>
            <w:bookmarkStart w:id="2215" w:name="_Toc199405410"/>
            <w:r w:rsidRPr="00E222EB">
              <w:rPr>
                <w:b/>
              </w:rPr>
              <w:t>3.14.4.1</w:t>
            </w:r>
            <w:r w:rsidRPr="00E222EB">
              <w:rPr>
                <w:b/>
              </w:rPr>
              <w:tab/>
              <w:t>Overview and Description of MRAs</w:t>
            </w:r>
            <w:bookmarkEnd w:id="2215"/>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16"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lastRenderedPageBreak/>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16"/>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64FBC363"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w:t>
            </w:r>
            <w:r w:rsidR="00BD2069">
              <w:t xml:space="preserve">or ESR </w:t>
            </w:r>
            <w:r>
              <w:t>that was</w:t>
            </w:r>
            <w:r w:rsidRPr="00D534AD">
              <w:t xml:space="preserve"> not includ</w:t>
            </w:r>
            <w:r w:rsidRPr="005535D6">
              <w:t>e</w:t>
            </w:r>
            <w:r>
              <w:t>d in the reliability need evalu</w:t>
            </w:r>
            <w:r w:rsidRPr="005535D6">
              <w:t xml:space="preserve">ation pursuant to paragraph (3)(a) of Section 3.14.1.2.  </w:t>
            </w:r>
          </w:p>
          <w:p w14:paraId="4021A137" w14:textId="43B37ECA"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w:t>
            </w:r>
            <w:r w:rsidR="00BD2069">
              <w:t xml:space="preserve">or ESRs </w:t>
            </w:r>
            <w:r w:rsidRPr="005535D6">
              <w:t xml:space="preserve">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F72873"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rsidR="00BD2069">
              <w:t xml:space="preserve"> or ESRs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EEFA151"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lastRenderedPageBreak/>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937B0F7" w:rsidR="00E222EB" w:rsidRPr="00D97B2F" w:rsidRDefault="00E222EB" w:rsidP="00E222EB">
            <w:pPr>
              <w:spacing w:after="240"/>
              <w:ind w:left="720" w:hanging="720"/>
              <w:rPr>
                <w:iCs/>
              </w:rPr>
            </w:pPr>
            <w:r w:rsidRPr="00D97B2F">
              <w:rPr>
                <w:iCs/>
              </w:rPr>
              <w:t xml:space="preserve">(11) </w:t>
            </w:r>
            <w:r w:rsidRPr="00D97B2F">
              <w:rPr>
                <w:iCs/>
              </w:rPr>
              <w:tab/>
              <w:t xml:space="preserve">All MRA Sites within an MRA must be of the same type (i.e., all Generation Resource MRA, </w:t>
            </w:r>
            <w:r w:rsidR="00BD2069">
              <w:rPr>
                <w:iCs/>
              </w:rPr>
              <w:t xml:space="preserve">ESR MRA, </w:t>
            </w:r>
            <w:r w:rsidRPr="00D97B2F">
              <w:rPr>
                <w:iCs/>
              </w:rPr>
              <w:t>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lastRenderedPageBreak/>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17" w:name="_Toc199405411"/>
            <w:r w:rsidRPr="00E222EB">
              <w:rPr>
                <w:b/>
                <w:bCs/>
                <w:snapToGrid w:val="0"/>
                <w:szCs w:val="24"/>
              </w:rPr>
              <w:t>3.14.4.2</w:t>
            </w:r>
            <w:r w:rsidRPr="00E222EB">
              <w:rPr>
                <w:b/>
                <w:bCs/>
                <w:snapToGrid w:val="0"/>
                <w:szCs w:val="24"/>
              </w:rPr>
              <w:tab/>
              <w:t>Preliminary Review of Prospective Demand Response MRAs</w:t>
            </w:r>
            <w:bookmarkEnd w:id="2217"/>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lastRenderedPageBreak/>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18" w:name="_Toc199405412"/>
            <w:r w:rsidRPr="00E222EB">
              <w:rPr>
                <w:b/>
                <w:bCs/>
                <w:snapToGrid w:val="0"/>
                <w:szCs w:val="24"/>
              </w:rPr>
              <w:t>3.14.4.3</w:t>
            </w:r>
            <w:r w:rsidRPr="00E222EB">
              <w:rPr>
                <w:b/>
                <w:bCs/>
                <w:snapToGrid w:val="0"/>
                <w:szCs w:val="24"/>
              </w:rPr>
              <w:tab/>
              <w:t>MRA Substitution</w:t>
            </w:r>
            <w:bookmarkEnd w:id="2218"/>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19" w:name="_Toc199405413"/>
            <w:r w:rsidRPr="00E5617F">
              <w:rPr>
                <w:b/>
                <w:bCs/>
                <w:snapToGrid w:val="0"/>
                <w:szCs w:val="24"/>
              </w:rPr>
              <w:lastRenderedPageBreak/>
              <w:t>3.14.4.4</w:t>
            </w:r>
            <w:r w:rsidRPr="00E5617F">
              <w:rPr>
                <w:b/>
                <w:bCs/>
                <w:snapToGrid w:val="0"/>
                <w:szCs w:val="24"/>
              </w:rPr>
              <w:tab/>
              <w:t>Commitment and Dispatch</w:t>
            </w:r>
            <w:bookmarkEnd w:id="2219"/>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7BC3095F" w:rsidR="00E5617F" w:rsidRDefault="00E5617F" w:rsidP="008F3E8A">
            <w:pPr>
              <w:spacing w:before="120" w:after="240"/>
              <w:rPr>
                <w:b/>
                <w:i/>
              </w:rPr>
            </w:pPr>
            <w:r>
              <w:rPr>
                <w:b/>
                <w:i/>
              </w:rPr>
              <w:t>[NPRR885</w:t>
            </w:r>
            <w:r w:rsidR="00BD2069">
              <w:rPr>
                <w:b/>
                <w:i/>
              </w:rPr>
              <w:t xml:space="preserve"> and NPRR1246</w:t>
            </w:r>
            <w:r w:rsidRPr="004B0726">
              <w:rPr>
                <w:b/>
                <w:i/>
              </w:rPr>
              <w:t xml:space="preserve">: </w:t>
            </w:r>
            <w:r>
              <w:rPr>
                <w:b/>
                <w:i/>
              </w:rPr>
              <w:t xml:space="preserve"> Insert </w:t>
            </w:r>
            <w:r w:rsidR="00BD2069">
              <w:rPr>
                <w:b/>
                <w:i/>
              </w:rPr>
              <w:t xml:space="preserve">applicable portions of </w:t>
            </w:r>
            <w:r>
              <w:rPr>
                <w:b/>
                <w:i/>
              </w:rPr>
              <w:t>Section 3.14.4.5 below upon system implementation</w:t>
            </w:r>
            <w:r w:rsidR="00BD2069">
              <w:rPr>
                <w:b/>
                <w:i/>
              </w:rPr>
              <w:t xml:space="preserve"> for NPRR885; or upon system implementation of the Real-Time Co-Optimization (RTC) project for NPRR1246</w:t>
            </w:r>
            <w:r>
              <w:rPr>
                <w:b/>
                <w:i/>
              </w:rPr>
              <w:t>:</w:t>
            </w:r>
            <w:r w:rsidRPr="004B0726">
              <w:rPr>
                <w:b/>
                <w:i/>
              </w:rPr>
              <w:t>]</w:t>
            </w:r>
          </w:p>
          <w:p w14:paraId="7C7DFAE7" w14:textId="75452569" w:rsidR="00E5617F" w:rsidRPr="00E5617F" w:rsidRDefault="00E5617F" w:rsidP="00E5617F">
            <w:pPr>
              <w:keepNext/>
              <w:widowControl w:val="0"/>
              <w:tabs>
                <w:tab w:val="left" w:pos="1260"/>
              </w:tabs>
              <w:spacing w:before="240" w:after="240"/>
              <w:outlineLvl w:val="3"/>
              <w:rPr>
                <w:b/>
                <w:bCs/>
                <w:snapToGrid w:val="0"/>
                <w:szCs w:val="24"/>
              </w:rPr>
            </w:pPr>
            <w:bookmarkStart w:id="2220" w:name="_Toc199405414"/>
            <w:r w:rsidRPr="00E5617F">
              <w:rPr>
                <w:b/>
                <w:bCs/>
                <w:snapToGrid w:val="0"/>
                <w:szCs w:val="24"/>
              </w:rPr>
              <w:t>3.14.4.5</w:t>
            </w:r>
            <w:r w:rsidRPr="00E5617F">
              <w:rPr>
                <w:b/>
                <w:bCs/>
                <w:snapToGrid w:val="0"/>
                <w:szCs w:val="24"/>
              </w:rPr>
              <w:tab/>
              <w:t>Standards for Generation Resource MRAs</w:t>
            </w:r>
            <w:r w:rsidR="00BD2069" w:rsidRPr="00E5617F">
              <w:rPr>
                <w:b/>
                <w:bCs/>
                <w:snapToGrid w:val="0"/>
              </w:rPr>
              <w:t xml:space="preserve"> </w:t>
            </w:r>
            <w:r w:rsidR="00BD2069">
              <w:rPr>
                <w:b/>
                <w:bCs/>
                <w:snapToGrid w:val="0"/>
              </w:rPr>
              <w:t>and ESR MRAs</w:t>
            </w:r>
            <w:bookmarkEnd w:id="2220"/>
            <w:r w:rsidRPr="00E5617F">
              <w:rPr>
                <w:b/>
                <w:bCs/>
                <w:snapToGrid w:val="0"/>
                <w:szCs w:val="24"/>
              </w:rPr>
              <w:t xml:space="preserve"> </w:t>
            </w:r>
          </w:p>
          <w:p w14:paraId="080F75AB" w14:textId="12E4D787" w:rsidR="00E5617F" w:rsidRPr="00E5617F" w:rsidRDefault="00E5617F" w:rsidP="00E5617F">
            <w:pPr>
              <w:spacing w:after="240"/>
              <w:ind w:left="720" w:hanging="720"/>
              <w:rPr>
                <w:iCs/>
              </w:rPr>
            </w:pPr>
            <w:r w:rsidRPr="00E5617F">
              <w:rPr>
                <w:iCs/>
              </w:rPr>
              <w:t>(1)</w:t>
            </w:r>
            <w:r w:rsidRPr="00E5617F">
              <w:rPr>
                <w:iCs/>
              </w:rPr>
              <w:tab/>
              <w:t xml:space="preserve">A Generation Resource MRA </w:t>
            </w:r>
            <w:r w:rsidR="00BD2069">
              <w:rPr>
                <w:iCs/>
              </w:rPr>
              <w:t>and ESR MRA</w:t>
            </w:r>
            <w:r w:rsidR="00BD2069" w:rsidRPr="00E5617F">
              <w:rPr>
                <w:iCs/>
              </w:rPr>
              <w:t xml:space="preserve"> </w:t>
            </w:r>
            <w:r w:rsidRPr="00E5617F">
              <w:rPr>
                <w:iCs/>
              </w:rPr>
              <w:t xml:space="preserve">shall at all times communicate accurate Resource Status to ERCOT via telemetry as described in Section 6.4.6, Resource Status.  </w:t>
            </w:r>
          </w:p>
          <w:p w14:paraId="4AF88C31" w14:textId="36C83D87" w:rsidR="00E5617F" w:rsidRPr="00E222EB" w:rsidRDefault="00E5617F" w:rsidP="00D25C41">
            <w:pPr>
              <w:spacing w:after="240"/>
              <w:ind w:left="720" w:hanging="720"/>
              <w:rPr>
                <w:iCs/>
              </w:rPr>
            </w:pPr>
            <w:r w:rsidRPr="00E5617F">
              <w:rPr>
                <w:iCs/>
              </w:rPr>
              <w:t>(2)</w:t>
            </w:r>
            <w:r w:rsidRPr="00E5617F">
              <w:rPr>
                <w:iCs/>
              </w:rPr>
              <w:tab/>
              <w:t xml:space="preserve">A Generation Resource MRA </w:t>
            </w:r>
            <w:r w:rsidR="00BD2069">
              <w:rPr>
                <w:iCs/>
              </w:rPr>
              <w:t>and ESR MRA</w:t>
            </w:r>
            <w:r w:rsidR="00BD2069" w:rsidRPr="00E5617F">
              <w:rPr>
                <w:iCs/>
              </w:rPr>
              <w:t xml:space="preserve"> </w:t>
            </w:r>
            <w:r w:rsidRPr="00E5617F">
              <w:rPr>
                <w:iCs/>
              </w:rPr>
              <w:t>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21" w:name="_Toc199405415"/>
            <w:r w:rsidRPr="00E5617F">
              <w:rPr>
                <w:b/>
                <w:bCs/>
                <w:snapToGrid w:val="0"/>
                <w:szCs w:val="24"/>
              </w:rPr>
              <w:t>3.14.4.6</w:t>
            </w:r>
            <w:r w:rsidRPr="00E5617F">
              <w:rPr>
                <w:b/>
                <w:bCs/>
                <w:snapToGrid w:val="0"/>
                <w:szCs w:val="24"/>
              </w:rPr>
              <w:tab/>
              <w:t>Standards for Other Generation MRAs and Demand Response MRAs</w:t>
            </w:r>
            <w:bookmarkEnd w:id="2221"/>
          </w:p>
          <w:p w14:paraId="21F4E061" w14:textId="77777777" w:rsidR="00E5617F" w:rsidRPr="00A540C3" w:rsidRDefault="00E5617F" w:rsidP="00E5617F">
            <w:pPr>
              <w:pStyle w:val="H5"/>
            </w:pPr>
            <w:bookmarkStart w:id="2222" w:name="_Toc199405416"/>
            <w:r w:rsidRPr="00A540C3">
              <w:t>3.14.</w:t>
            </w:r>
            <w:r>
              <w:t>4.6</w:t>
            </w:r>
            <w:r w:rsidRPr="00A540C3">
              <w:t>.1</w:t>
            </w:r>
            <w:r w:rsidRPr="00A540C3">
              <w:tab/>
            </w:r>
            <w:r>
              <w:t xml:space="preserve">MRA </w:t>
            </w:r>
            <w:r w:rsidRPr="00A540C3">
              <w:t>Telemetry Requirements</w:t>
            </w:r>
            <w:bookmarkEnd w:id="2222"/>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lastRenderedPageBreak/>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23" w:name="_Toc199405417"/>
            <w:r w:rsidRPr="00E5617F">
              <w:rPr>
                <w:b/>
                <w:bCs/>
                <w:i/>
                <w:iCs/>
                <w:szCs w:val="26"/>
              </w:rPr>
              <w:t>3.14.4.6.2</w:t>
            </w:r>
            <w:r w:rsidRPr="00E5617F">
              <w:rPr>
                <w:b/>
                <w:bCs/>
                <w:i/>
                <w:iCs/>
                <w:szCs w:val="26"/>
              </w:rPr>
              <w:tab/>
              <w:t>Baseline Performance Evaluation Methodology for Demand Response MRAs</w:t>
            </w:r>
            <w:bookmarkEnd w:id="2223"/>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24" w:name="_Toc199405418"/>
            <w:r w:rsidRPr="00E5617F">
              <w:rPr>
                <w:b/>
                <w:bCs/>
                <w:i/>
                <w:iCs/>
                <w:szCs w:val="26"/>
              </w:rPr>
              <w:t>3.14.4.6.3</w:t>
            </w:r>
            <w:r w:rsidRPr="00E5617F">
              <w:rPr>
                <w:b/>
                <w:bCs/>
                <w:i/>
                <w:iCs/>
                <w:szCs w:val="26"/>
              </w:rPr>
              <w:tab/>
              <w:t>MRA Metering and Metering Data</w:t>
            </w:r>
            <w:bookmarkEnd w:id="2224"/>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 xml:space="preserve">Each Other Generation MRA, or each MRA Site within an aggregated Other Generation MRA, must have an ESI ID and, if applicable, a Resource ID and dedicated 15-minute IDR metering.  An Other Generation MRA, or an MRA Site within an aggregated Other </w:t>
            </w:r>
            <w:r w:rsidRPr="00E5617F">
              <w:rPr>
                <w:szCs w:val="24"/>
              </w:rPr>
              <w:lastRenderedPageBreak/>
              <w:t>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25"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25"/>
          </w:p>
          <w:p w14:paraId="603EB302" w14:textId="77777777" w:rsidR="00E5617F" w:rsidRPr="00E5617F" w:rsidRDefault="00E5617F" w:rsidP="00E5617F">
            <w:pPr>
              <w:spacing w:after="240"/>
              <w:ind w:left="720" w:hanging="720"/>
              <w:rPr>
                <w:szCs w:val="24"/>
              </w:rPr>
            </w:pPr>
            <w:bookmarkStart w:id="2226"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226"/>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27" w:name="_Toc199405419"/>
            <w:r w:rsidRPr="00E5617F">
              <w:rPr>
                <w:b/>
                <w:bCs/>
                <w:i/>
                <w:iCs/>
                <w:szCs w:val="26"/>
              </w:rPr>
              <w:t>3.14.4.6.4</w:t>
            </w:r>
            <w:r w:rsidRPr="00E5617F">
              <w:rPr>
                <w:b/>
                <w:bCs/>
                <w:i/>
                <w:iCs/>
                <w:szCs w:val="26"/>
              </w:rPr>
              <w:tab/>
              <w:t>MRA Availability Measurement and Verification</w:t>
            </w:r>
            <w:bookmarkEnd w:id="2227"/>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w:t>
            </w:r>
            <w:r w:rsidRPr="00E5617F">
              <w:rPr>
                <w:szCs w:val="24"/>
              </w:rPr>
              <w:lastRenderedPageBreak/>
              <w:t xml:space="preserve">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lastRenderedPageBreak/>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28" w:name="_Toc199405420"/>
            <w:r w:rsidRPr="00E5617F">
              <w:rPr>
                <w:b/>
                <w:bCs/>
                <w:i/>
                <w:iCs/>
                <w:szCs w:val="26"/>
              </w:rPr>
              <w:t>3.14.4.6.5</w:t>
            </w:r>
            <w:r w:rsidRPr="00E5617F">
              <w:rPr>
                <w:b/>
                <w:bCs/>
                <w:i/>
                <w:iCs/>
                <w:szCs w:val="26"/>
              </w:rPr>
              <w:tab/>
              <w:t>MRA Event Performance Measurement and Verification</w:t>
            </w:r>
            <w:bookmarkEnd w:id="2228"/>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tcPr>
                <w:p w14:paraId="6C023304" w14:textId="77777777" w:rsidR="008C0825" w:rsidRPr="00241569" w:rsidRDefault="008C0825" w:rsidP="008C0825">
                  <w:pPr>
                    <w:spacing w:after="120"/>
                    <w:rPr>
                      <w:b/>
                      <w:iCs/>
                      <w:sz w:val="20"/>
                    </w:rPr>
                  </w:pPr>
                  <w:r w:rsidRPr="00241569">
                    <w:rPr>
                      <w:b/>
                      <w:iCs/>
                      <w:sz w:val="20"/>
                    </w:rPr>
                    <w:t>Variable</w:t>
                  </w:r>
                </w:p>
              </w:tc>
              <w:tc>
                <w:tcPr>
                  <w:tcW w:w="481" w:type="pct"/>
                </w:tcPr>
                <w:p w14:paraId="2B6C005D" w14:textId="77777777" w:rsidR="008C0825" w:rsidRPr="00241569" w:rsidRDefault="008C0825" w:rsidP="008C0825">
                  <w:pPr>
                    <w:spacing w:after="120"/>
                    <w:rPr>
                      <w:b/>
                      <w:iCs/>
                      <w:sz w:val="20"/>
                    </w:rPr>
                  </w:pPr>
                  <w:r w:rsidRPr="00241569">
                    <w:rPr>
                      <w:b/>
                      <w:iCs/>
                      <w:sz w:val="20"/>
                    </w:rPr>
                    <w:t>Unit</w:t>
                  </w:r>
                </w:p>
              </w:tc>
              <w:tc>
                <w:tcPr>
                  <w:tcW w:w="3365" w:type="pct"/>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tcPr>
                <w:p w14:paraId="14F3F7D2" w14:textId="77777777" w:rsidR="008C0825" w:rsidRPr="004C0099" w:rsidRDefault="008C0825" w:rsidP="008C0825">
                  <w:pPr>
                    <w:rPr>
                      <w:sz w:val="20"/>
                      <w:highlight w:val="green"/>
                    </w:rPr>
                  </w:pPr>
                  <w:r w:rsidRPr="004C0099">
                    <w:rPr>
                      <w:sz w:val="20"/>
                    </w:rPr>
                    <w:t>None</w:t>
                  </w:r>
                </w:p>
              </w:tc>
              <w:tc>
                <w:tcPr>
                  <w:tcW w:w="3365" w:type="pct"/>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xml:space="preserve">.  The event </w:t>
                  </w:r>
                  <w:r w:rsidRPr="004C0099">
                    <w:rPr>
                      <w:sz w:val="20"/>
                    </w:rPr>
                    <w:lastRenderedPageBreak/>
                    <w:t>performance reduction factor shall be determined as the time-weighted average of the Interval Performance Factor (MRAIPF).</w:t>
                  </w:r>
                </w:p>
              </w:tc>
            </w:tr>
            <w:tr w:rsidR="008C0825" w:rsidRPr="00115C83" w14:paraId="51E1EE80" w14:textId="77777777" w:rsidTr="008F3E8A">
              <w:tc>
                <w:tcPr>
                  <w:tcW w:w="1154" w:type="pct"/>
                </w:tcPr>
                <w:p w14:paraId="247E917B" w14:textId="77777777" w:rsidR="008C0825" w:rsidRPr="004C0099" w:rsidRDefault="008C0825" w:rsidP="008C0825">
                  <w:pPr>
                    <w:spacing w:after="120"/>
                    <w:rPr>
                      <w:iCs/>
                      <w:sz w:val="20"/>
                    </w:rPr>
                  </w:pPr>
                  <w:r w:rsidRPr="004C0099">
                    <w:rPr>
                      <w:iCs/>
                      <w:sz w:val="20"/>
                    </w:rPr>
                    <w:lastRenderedPageBreak/>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tcPr>
                <w:p w14:paraId="269FEAF6" w14:textId="77777777" w:rsidR="008C0825" w:rsidRPr="004C0099" w:rsidRDefault="008C0825" w:rsidP="008C0825">
                  <w:pPr>
                    <w:rPr>
                      <w:sz w:val="20"/>
                    </w:rPr>
                  </w:pPr>
                  <w:r w:rsidRPr="004C0099">
                    <w:rPr>
                      <w:sz w:val="20"/>
                    </w:rPr>
                    <w:t>None</w:t>
                  </w:r>
                </w:p>
              </w:tc>
              <w:tc>
                <w:tcPr>
                  <w:tcW w:w="3365" w:type="pct"/>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tcPr>
                <w:p w14:paraId="61DE0C11" w14:textId="77777777" w:rsidR="008C0825" w:rsidRPr="004C0099" w:rsidRDefault="008C0825" w:rsidP="008C0825">
                  <w:pPr>
                    <w:rPr>
                      <w:sz w:val="20"/>
                    </w:rPr>
                  </w:pPr>
                  <w:r w:rsidRPr="004C0099">
                    <w:rPr>
                      <w:sz w:val="20"/>
                    </w:rPr>
                    <w:t>None</w:t>
                  </w:r>
                </w:p>
              </w:tc>
              <w:tc>
                <w:tcPr>
                  <w:tcW w:w="3365" w:type="pct"/>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tcPr>
                <w:p w14:paraId="5A38AC47" w14:textId="77777777" w:rsidR="008C0825" w:rsidRPr="004C0099" w:rsidRDefault="008C0825" w:rsidP="008C0825">
                  <w:pPr>
                    <w:spacing w:after="120"/>
                    <w:rPr>
                      <w:iCs/>
                      <w:sz w:val="20"/>
                    </w:rPr>
                  </w:pPr>
                  <w:r w:rsidRPr="004C0099">
                    <w:rPr>
                      <w:iCs/>
                      <w:sz w:val="20"/>
                    </w:rPr>
                    <w:t>MW</w:t>
                  </w:r>
                </w:p>
              </w:tc>
              <w:tc>
                <w:tcPr>
                  <w:tcW w:w="3365" w:type="pct"/>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tcPr>
                <w:p w14:paraId="6615F982" w14:textId="77777777" w:rsidR="008C0825" w:rsidRPr="004C0099" w:rsidRDefault="008C0825" w:rsidP="008C0825">
                  <w:pPr>
                    <w:spacing w:after="120"/>
                    <w:rPr>
                      <w:iCs/>
                      <w:sz w:val="20"/>
                    </w:rPr>
                  </w:pPr>
                  <w:r w:rsidRPr="004C0099">
                    <w:rPr>
                      <w:iCs/>
                      <w:sz w:val="20"/>
                    </w:rPr>
                    <w:t>MW</w:t>
                  </w:r>
                </w:p>
              </w:tc>
              <w:tc>
                <w:tcPr>
                  <w:tcW w:w="3365" w:type="pct"/>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tcPr>
                <w:p w14:paraId="55BCD04C" w14:textId="77777777" w:rsidR="008C0825" w:rsidRPr="004C0099" w:rsidRDefault="008C0825" w:rsidP="008C0825">
                  <w:pPr>
                    <w:spacing w:after="120"/>
                    <w:rPr>
                      <w:i/>
                      <w:iCs/>
                      <w:sz w:val="20"/>
                    </w:rPr>
                  </w:pPr>
                  <w:r w:rsidRPr="004C0099">
                    <w:rPr>
                      <w:i/>
                      <w:iCs/>
                      <w:sz w:val="20"/>
                    </w:rPr>
                    <w:t>i</w:t>
                  </w:r>
                </w:p>
              </w:tc>
              <w:tc>
                <w:tcPr>
                  <w:tcW w:w="481" w:type="pct"/>
                </w:tcPr>
                <w:p w14:paraId="478FE0DB" w14:textId="77777777" w:rsidR="008C0825" w:rsidRPr="004C0099" w:rsidRDefault="008C0825" w:rsidP="008C0825">
                  <w:pPr>
                    <w:spacing w:after="120"/>
                    <w:rPr>
                      <w:iCs/>
                      <w:sz w:val="20"/>
                    </w:rPr>
                  </w:pPr>
                  <w:r w:rsidRPr="004C0099">
                    <w:rPr>
                      <w:iCs/>
                      <w:sz w:val="20"/>
                    </w:rPr>
                    <w:t>None</w:t>
                  </w:r>
                </w:p>
              </w:tc>
              <w:tc>
                <w:tcPr>
                  <w:tcW w:w="3365" w:type="pct"/>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tcPr>
                <w:p w14:paraId="2E7E77ED" w14:textId="77777777" w:rsidR="008C0825" w:rsidRPr="004C0099" w:rsidRDefault="008C0825" w:rsidP="008C0825">
                  <w:pPr>
                    <w:spacing w:after="120"/>
                    <w:rPr>
                      <w:i/>
                      <w:iCs/>
                      <w:sz w:val="20"/>
                    </w:rPr>
                  </w:pPr>
                  <w:r w:rsidRPr="004C0099">
                    <w:rPr>
                      <w:i/>
                      <w:iCs/>
                      <w:sz w:val="20"/>
                    </w:rPr>
                    <w:t>m</w:t>
                  </w:r>
                </w:p>
              </w:tc>
              <w:tc>
                <w:tcPr>
                  <w:tcW w:w="481" w:type="pct"/>
                </w:tcPr>
                <w:p w14:paraId="44CB7F63" w14:textId="77777777" w:rsidR="008C0825" w:rsidRPr="004C0099" w:rsidRDefault="008C0825" w:rsidP="008C0825">
                  <w:pPr>
                    <w:spacing w:after="120"/>
                    <w:rPr>
                      <w:iCs/>
                      <w:sz w:val="20"/>
                    </w:rPr>
                  </w:pPr>
                  <w:r w:rsidRPr="004C0099">
                    <w:rPr>
                      <w:iCs/>
                      <w:sz w:val="20"/>
                    </w:rPr>
                    <w:t>None</w:t>
                  </w:r>
                </w:p>
              </w:tc>
              <w:tc>
                <w:tcPr>
                  <w:tcW w:w="3365" w:type="pct"/>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tcPr>
                <w:p w14:paraId="26CBE325" w14:textId="77777777" w:rsidR="008C0825" w:rsidRPr="004C0099" w:rsidRDefault="008C0825" w:rsidP="008C0825">
                  <w:pPr>
                    <w:spacing w:after="120"/>
                    <w:rPr>
                      <w:i/>
                      <w:iCs/>
                      <w:sz w:val="20"/>
                    </w:rPr>
                  </w:pPr>
                  <w:r w:rsidRPr="004C0099">
                    <w:rPr>
                      <w:i/>
                      <w:iCs/>
                      <w:sz w:val="20"/>
                    </w:rPr>
                    <w:t>r</w:t>
                  </w:r>
                </w:p>
              </w:tc>
              <w:tc>
                <w:tcPr>
                  <w:tcW w:w="481" w:type="pct"/>
                </w:tcPr>
                <w:p w14:paraId="76D5D9CE" w14:textId="77777777" w:rsidR="008C0825" w:rsidRPr="004C0099" w:rsidRDefault="008C0825" w:rsidP="008C0825">
                  <w:pPr>
                    <w:spacing w:after="120"/>
                    <w:rPr>
                      <w:iCs/>
                      <w:sz w:val="20"/>
                    </w:rPr>
                  </w:pPr>
                  <w:r w:rsidRPr="004C0099">
                    <w:rPr>
                      <w:iCs/>
                      <w:sz w:val="20"/>
                    </w:rPr>
                    <w:t>None</w:t>
                  </w:r>
                </w:p>
              </w:tc>
              <w:tc>
                <w:tcPr>
                  <w:tcW w:w="3365" w:type="pct"/>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w:t>
            </w:r>
            <w:r w:rsidRPr="00D54F03">
              <w:lastRenderedPageBreak/>
              <w:t xml:space="preserve">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w:t>
            </w:r>
            <w:r w:rsidRPr="00D54F03">
              <w:lastRenderedPageBreak/>
              <w:t xml:space="preserve">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29" w:name="_Toc199405421"/>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29"/>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 xml:space="preserve">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w:t>
            </w:r>
            <w:r w:rsidRPr="008C0825">
              <w:rPr>
                <w:szCs w:val="24"/>
              </w:rPr>
              <w:lastRenderedPageBreak/>
              <w:t>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1CC8C8B4" w:rsidR="008C0825" w:rsidRDefault="008C0825" w:rsidP="008F3E8A">
            <w:pPr>
              <w:spacing w:before="120" w:after="240"/>
              <w:rPr>
                <w:b/>
                <w:i/>
              </w:rPr>
            </w:pPr>
            <w:r>
              <w:rPr>
                <w:b/>
                <w:i/>
              </w:rPr>
              <w:t>[NPRR885</w:t>
            </w:r>
            <w:r w:rsidR="00BD2069">
              <w:rPr>
                <w:b/>
                <w:i/>
              </w:rPr>
              <w:t xml:space="preserve"> and NPRR1246</w:t>
            </w:r>
            <w:r w:rsidRPr="004B0726">
              <w:rPr>
                <w:b/>
                <w:i/>
              </w:rPr>
              <w:t xml:space="preserve">: </w:t>
            </w:r>
            <w:r>
              <w:rPr>
                <w:b/>
                <w:i/>
              </w:rPr>
              <w:t xml:space="preserve"> Insert</w:t>
            </w:r>
            <w:r w:rsidR="00BD2069">
              <w:rPr>
                <w:b/>
                <w:i/>
              </w:rPr>
              <w:t xml:space="preserve"> applicable portions of</w:t>
            </w:r>
            <w:r>
              <w:rPr>
                <w:b/>
                <w:i/>
              </w:rPr>
              <w:t xml:space="preserve"> Section 3.14.4.7 below upon system implementation</w:t>
            </w:r>
            <w:r w:rsidR="00BD2069">
              <w:rPr>
                <w:b/>
                <w:i/>
              </w:rPr>
              <w:t xml:space="preserve"> for NPRR885; or upon system implementation of the Real-Time Co-Optimization (RTC) project for NPRR1246</w:t>
            </w:r>
            <w:r>
              <w:rPr>
                <w:b/>
                <w:i/>
              </w:rPr>
              <w:t>:</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30" w:name="_Toc199405422"/>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30"/>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7E12A518"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w:t>
            </w:r>
            <w:r w:rsidR="00BD2069">
              <w:t xml:space="preserve"> or an ESR MRA</w:t>
            </w:r>
            <w:r w:rsidRPr="008C0825">
              <w:rPr>
                <w:szCs w:val="24"/>
              </w:rPr>
              <w:t xml:space="preserve"> to reflect conditions beyond the control of the Generation Resource MRA</w:t>
            </w:r>
            <w:r w:rsidR="00BD2069">
              <w:t xml:space="preserve"> or ESR MRA</w:t>
            </w:r>
            <w:r w:rsidRPr="008C0825">
              <w:rPr>
                <w:szCs w:val="24"/>
              </w:rPr>
              <w:t>.</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31" w:name="_Toc199405423"/>
            <w:r w:rsidRPr="00C03C32">
              <w:rPr>
                <w:b/>
                <w:bCs/>
              </w:rPr>
              <w:t>3.14.4.8</w:t>
            </w:r>
            <w:r w:rsidRPr="00C03C32">
              <w:rPr>
                <w:b/>
                <w:bCs/>
              </w:rPr>
              <w:tab/>
              <w:t>MRA Misconduct Events</w:t>
            </w:r>
            <w:bookmarkEnd w:id="2231"/>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lastRenderedPageBreak/>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32" w:name="_Toc199405424"/>
            <w:r w:rsidRPr="00BA3A95">
              <w:rPr>
                <w:b/>
                <w:bCs/>
                <w:snapToGrid w:val="0"/>
              </w:rPr>
              <w:t>3.14.4.9</w:t>
            </w:r>
            <w:r w:rsidRPr="00BA3A95">
              <w:rPr>
                <w:b/>
                <w:bCs/>
                <w:snapToGrid w:val="0"/>
              </w:rPr>
              <w:tab/>
              <w:t>MRA Reporting to Transmission and/or Distribution Service Providers (TDSPs)</w:t>
            </w:r>
            <w:bookmarkEnd w:id="2232"/>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33" w:name="_Toc199405425"/>
      <w:r w:rsidRPr="00B94ADC">
        <w:rPr>
          <w:b/>
          <w:bCs/>
          <w:i/>
        </w:rPr>
        <w:t>3.14.5</w:t>
      </w:r>
      <w:r w:rsidRPr="00B94ADC">
        <w:rPr>
          <w:b/>
          <w:bCs/>
          <w:i/>
        </w:rPr>
        <w:tab/>
        <w:t>Firm Fuel Supply Service</w:t>
      </w:r>
      <w:bookmarkEnd w:id="2233"/>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lastRenderedPageBreak/>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1E9911EB"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more Generation 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lastRenderedPageBreak/>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14DD55F2" w14:textId="77777777" w:rsidR="00A3307B" w:rsidRDefault="00B92A8E" w:rsidP="00A3307B">
      <w:pPr>
        <w:spacing w:after="240"/>
        <w:ind w:left="1440" w:hanging="720"/>
        <w:rPr>
          <w:iCs/>
        </w:rPr>
      </w:pPr>
      <w:r w:rsidRPr="00B94ADC">
        <w:rPr>
          <w:iCs/>
        </w:rPr>
        <w:t>(</w:t>
      </w:r>
      <w:r w:rsidR="00197E84">
        <w:rPr>
          <w:iCs/>
        </w:rPr>
        <w:t>c</w:t>
      </w:r>
      <w:r w:rsidRPr="00B94ADC">
        <w:rPr>
          <w:iCs/>
        </w:rPr>
        <w:t>)</w:t>
      </w:r>
      <w:r w:rsidRPr="00B94ADC">
        <w:rPr>
          <w:iCs/>
        </w:rPr>
        <w:tab/>
      </w:r>
      <w:r w:rsidR="00A3307B">
        <w:rPr>
          <w:iCs/>
        </w:rPr>
        <w:t>For a Generation Resource to be eligible to receive an FFSS award</w:t>
      </w:r>
      <w:r w:rsidR="00A3307B" w:rsidRPr="00B94ADC">
        <w:rPr>
          <w:iCs/>
        </w:rPr>
        <w:t xml:space="preserve">, the </w:t>
      </w:r>
      <w:r w:rsidR="00A3307B">
        <w:rPr>
          <w:iCs/>
        </w:rPr>
        <w:t xml:space="preserve">primary Generation </w:t>
      </w:r>
      <w:r w:rsidR="00A3307B" w:rsidRPr="00B94ADC">
        <w:rPr>
          <w:iCs/>
        </w:rPr>
        <w:t xml:space="preserve">Resource </w:t>
      </w:r>
      <w:r w:rsidR="00A3307B">
        <w:rPr>
          <w:iCs/>
        </w:rPr>
        <w:t>and any alternate Generation Resource(s) identified in the FFSS Offer Submission Form</w:t>
      </w:r>
      <w:r w:rsidR="00A3307B" w:rsidRPr="00D67AC6">
        <w:rPr>
          <w:iCs/>
        </w:rPr>
        <w:t xml:space="preserve"> shall complete all applicable testing requirements as specified in Section 8.1.1.2.1.6.  A</w:t>
      </w:r>
      <w:r w:rsidR="00A3307B">
        <w:rPr>
          <w:iCs/>
        </w:rPr>
        <w:t xml:space="preserve"> QSE representing an FFSSR is allowed to provide the FFSS with an alternate Resource previously approved by ERCOT to replace the FFSSR.</w:t>
      </w:r>
    </w:p>
    <w:p w14:paraId="7036EC28" w14:textId="6634DBB3" w:rsidR="00B92A8E" w:rsidRPr="00B94ADC" w:rsidRDefault="00B92A8E" w:rsidP="00A3307B">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a </w:t>
      </w:r>
      <w:r w:rsidR="006F19F3">
        <w:rPr>
          <w:iCs/>
        </w:rPr>
        <w:t>sufficient</w:t>
      </w:r>
      <w:r w:rsidRPr="00B94ADC">
        <w:rPr>
          <w:iCs/>
        </w:rPr>
        <w:t xml:space="preserve"> amount of </w:t>
      </w:r>
      <w:r w:rsidR="006F19F3">
        <w:rPr>
          <w:iCs/>
        </w:rPr>
        <w:t xml:space="preserve">reserved </w:t>
      </w:r>
      <w:r w:rsidRPr="00B94ADC">
        <w:rPr>
          <w:iCs/>
        </w:rPr>
        <w:t>fuel</w:t>
      </w:r>
      <w:r w:rsidR="006F19F3" w:rsidRPr="006F19F3">
        <w:rPr>
          <w:iCs/>
        </w:rPr>
        <w:t xml:space="preserve"> </w:t>
      </w:r>
      <w:r w:rsidR="006F19F3">
        <w:rPr>
          <w:iCs/>
        </w:rPr>
        <w:t>to meet that award for the duration 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in excess of </w:t>
      </w:r>
      <w:r w:rsidR="006F19F3">
        <w:rPr>
          <w:iCs/>
        </w:rPr>
        <w:t xml:space="preserve">what is needed to meet </w:t>
      </w:r>
      <w:r w:rsidRPr="00B94ADC">
        <w:rPr>
          <w:iCs/>
        </w:rPr>
        <w:t xml:space="preserve">the FFSS </w:t>
      </w:r>
      <w:r w:rsidR="006F19F3">
        <w:rPr>
          <w:iCs/>
        </w:rPr>
        <w:t>obligation</w:t>
      </w:r>
      <w:r w:rsidRPr="00B94ADC">
        <w:rPr>
          <w:iCs/>
        </w:rPr>
        <w:t xml:space="preserve"> can be 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w:t>
      </w:r>
      <w:r w:rsidRPr="00B94ADC">
        <w:rPr>
          <w:iCs/>
        </w:rPr>
        <w:lastRenderedPageBreak/>
        <w:t>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13EDBF1B"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w:t>
      </w:r>
      <w:r w:rsidR="00FE64A8">
        <w:rPr>
          <w:iCs/>
        </w:rPr>
        <w:t>Verbal Dispatch Instruction (</w:t>
      </w:r>
      <w:r w:rsidRPr="00B94ADC">
        <w:rPr>
          <w:iCs/>
        </w:rPr>
        <w:t>VDI</w:t>
      </w:r>
      <w:r w:rsidR="00FE64A8">
        <w:rPr>
          <w:iCs/>
        </w:rPr>
        <w:t>)</w:t>
      </w:r>
      <w:r w:rsidRPr="00B94ADC">
        <w:rPr>
          <w:iCs/>
        </w:rPr>
        <w:t xml:space="preserve">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24543444" w:rsidR="00B92A8E" w:rsidRPr="00B94ADC" w:rsidRDefault="00B92A8E" w:rsidP="00B92A8E">
      <w:pPr>
        <w:spacing w:after="240"/>
        <w:ind w:left="1440" w:hanging="720"/>
        <w:rPr>
          <w:iCs/>
        </w:rPr>
      </w:pPr>
      <w:r w:rsidRPr="00B94ADC">
        <w:rPr>
          <w:iCs/>
        </w:rPr>
        <w:t>(f)</w:t>
      </w:r>
      <w:r w:rsidRPr="00B94ADC">
        <w:rPr>
          <w:iCs/>
        </w:rPr>
        <w:tab/>
      </w:r>
      <w:r w:rsidR="003476CD" w:rsidRPr="00E5321E">
        <w:rPr>
          <w:iCs/>
        </w:rPr>
        <w:t>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disruption no longer exists, or (iii) ERCOT determines the FFSS deployment is no longer needed.  Upon satisfying one of these qualifications, ERCOT shall terminate the VDI.  In the event of (i), the FFSSR shall not be obligated to continue being available for FFSS deployment for the remainder of the Watch.  In the event of (ii) or (iii), the FFSSR shall continue being available for FFSS deployment for the remainder of the Watch.</w:t>
      </w:r>
    </w:p>
    <w:p w14:paraId="4D34E495" w14:textId="6A0CD2AD" w:rsidR="006F19F3" w:rsidRPr="00B94ADC" w:rsidRDefault="006F19F3" w:rsidP="00246BB4">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 xml:space="preserve">of the anticipated exhaustion of emissions credits or permit allowances at least six hours before the exhaustion of those credits or allowances.  Upon receiving such notification, ERCOT shall </w:t>
      </w:r>
      <w:r w:rsidRPr="00B94ADC">
        <w:lastRenderedPageBreak/>
        <w:t>modify the VDI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01AD263C" w14:textId="56674A81" w:rsidR="003476CD" w:rsidRPr="00E5321E" w:rsidRDefault="003476CD" w:rsidP="003476CD">
      <w:pPr>
        <w:spacing w:after="240"/>
        <w:ind w:left="720" w:hanging="720"/>
        <w:rPr>
          <w:iCs/>
        </w:rPr>
      </w:pPr>
      <w:r w:rsidRPr="00E5321E">
        <w:rPr>
          <w:iCs/>
        </w:rPr>
        <w:t>(5)</w:t>
      </w:r>
      <w:r w:rsidRPr="00E5321E">
        <w:rPr>
          <w:iCs/>
        </w:rPr>
        <w:tab/>
        <w:t xml:space="preserve">Following </w:t>
      </w:r>
      <w:r w:rsidR="00720EFD">
        <w:rPr>
          <w:iCs/>
        </w:rPr>
        <w:t>each</w:t>
      </w:r>
      <w:r w:rsidRPr="00E5321E">
        <w:rPr>
          <w:iCs/>
        </w:rPr>
        <w:t xml:space="preserve"> deployment of FFSS, the QSE for an FFSSR may request approval from ERCOT via email to </w:t>
      </w:r>
      <w:hyperlink r:id="rId83" w:history="1">
        <w:r w:rsidRPr="00E5321E">
          <w:rPr>
            <w:iCs/>
            <w:color w:val="0000FF"/>
            <w:u w:val="single"/>
          </w:rPr>
          <w:t>FFSS@ercot.com</w:t>
        </w:r>
      </w:hyperlink>
      <w:r w:rsidRPr="00E5321E">
        <w:rPr>
          <w:iCs/>
        </w:rPr>
        <w:t>, or ERCOT may instruct the QSE to restock their fuel reserve to restore their ability to generate at the FFSS MW award level for the duration requirement specified in the RFP as follows:</w:t>
      </w:r>
    </w:p>
    <w:p w14:paraId="6AA07E5F" w14:textId="77777777" w:rsidR="003476CD" w:rsidRPr="00E5321E" w:rsidRDefault="003476CD" w:rsidP="003476CD">
      <w:pPr>
        <w:spacing w:after="240"/>
        <w:ind w:left="1440" w:hanging="720"/>
        <w:rPr>
          <w:iCs/>
        </w:rPr>
      </w:pPr>
      <w:r w:rsidRPr="00E5321E">
        <w:rPr>
          <w:iCs/>
        </w:rPr>
        <w:t>(a)</w:t>
      </w:r>
      <w:r w:rsidRPr="00E5321E">
        <w:rPr>
          <w:iCs/>
        </w:rPr>
        <w:tab/>
        <w:t xml:space="preserve">The QSE requests preliminary approval from ERCOT control room, or ERCOT provides preliminary instruction, to restock and </w:t>
      </w:r>
      <w:r w:rsidRPr="002B5C52">
        <w:rPr>
          <w:iCs/>
        </w:rPr>
        <w:t>provide ERCOT an initial estimated timeline to complete the refueling.</w:t>
      </w:r>
    </w:p>
    <w:p w14:paraId="2A1CF3A8" w14:textId="77777777" w:rsidR="003476CD" w:rsidRDefault="003476CD" w:rsidP="003476CD">
      <w:pPr>
        <w:spacing w:after="240"/>
        <w:ind w:left="1440" w:hanging="720"/>
        <w:rPr>
          <w:iCs/>
        </w:rPr>
      </w:pPr>
      <w:r w:rsidRPr="00E5321E">
        <w:rPr>
          <w:iCs/>
        </w:rPr>
        <w:t>(b)</w:t>
      </w:r>
      <w:r w:rsidRPr="00E5321E">
        <w:rPr>
          <w:iCs/>
        </w:rPr>
        <w:tab/>
      </w:r>
      <w:r>
        <w:rPr>
          <w:iCs/>
        </w:rPr>
        <w:t>After receiving preliminary approval or instruction from ERCOT, the QSE shall:</w:t>
      </w:r>
    </w:p>
    <w:p w14:paraId="33BC4927" w14:textId="77777777" w:rsidR="003476CD" w:rsidRDefault="003476CD" w:rsidP="003476CD">
      <w:pPr>
        <w:spacing w:after="240"/>
        <w:ind w:left="2160" w:hanging="720"/>
        <w:rPr>
          <w:iCs/>
        </w:rPr>
      </w:pPr>
      <w:r>
        <w:rPr>
          <w:iCs/>
        </w:rPr>
        <w:t>(i)</w:t>
      </w:r>
      <w:r>
        <w:rPr>
          <w:iCs/>
        </w:rPr>
        <w:tab/>
      </w:r>
      <w:r w:rsidRPr="002B5C52">
        <w:rPr>
          <w:iCs/>
        </w:rPr>
        <w:t>I</w:t>
      </w:r>
      <w:r w:rsidRPr="002B5C52">
        <w:t>mmediately provide a final estimate</w:t>
      </w:r>
      <w:r>
        <w:t xml:space="preserve"> for completing the restocking of fuel; </w:t>
      </w:r>
      <w:r w:rsidRPr="00652C26">
        <w:rPr>
          <w:iCs/>
        </w:rPr>
        <w:t xml:space="preserve">or </w:t>
      </w:r>
    </w:p>
    <w:p w14:paraId="594F1DD4" w14:textId="77777777" w:rsidR="003476CD" w:rsidRPr="00E5321E" w:rsidRDefault="003476CD" w:rsidP="003476CD">
      <w:pPr>
        <w:spacing w:after="240"/>
        <w:ind w:left="2160" w:hanging="720"/>
        <w:rPr>
          <w:iCs/>
        </w:rPr>
      </w:pPr>
      <w:r>
        <w:rPr>
          <w:iCs/>
        </w:rPr>
        <w:t>(ii)</w:t>
      </w:r>
      <w:r>
        <w:rPr>
          <w:iCs/>
        </w:rPr>
        <w:tab/>
      </w:r>
      <w:r w:rsidRPr="00E5321E">
        <w:rPr>
          <w:iCs/>
        </w:rPr>
        <w:t>Within 24 hours, notify the ERCOT control room with an updated estimated timeline to complete the restocking of the fuel.</w:t>
      </w:r>
    </w:p>
    <w:p w14:paraId="4B3844DA" w14:textId="77777777" w:rsidR="003476CD" w:rsidRPr="00E5321E" w:rsidRDefault="003476CD" w:rsidP="003476CD">
      <w:pPr>
        <w:spacing w:after="240"/>
        <w:ind w:left="1440" w:hanging="720"/>
        <w:rPr>
          <w:iCs/>
        </w:rPr>
      </w:pPr>
      <w:r w:rsidRPr="00E5321E">
        <w:rPr>
          <w:iCs/>
        </w:rPr>
        <w:t>(c)</w:t>
      </w:r>
      <w:r w:rsidRPr="00E5321E">
        <w:rPr>
          <w:iCs/>
        </w:rPr>
        <w:tab/>
        <w:t xml:space="preserve">Based on the most recent expected time needed to restock the fuel, the ERCOT control room may or may not provide final approval for restocking of the fuel.  </w:t>
      </w:r>
    </w:p>
    <w:p w14:paraId="48B63C2E" w14:textId="77777777" w:rsidR="003476CD" w:rsidRPr="00E5321E" w:rsidRDefault="003476CD" w:rsidP="003476CD">
      <w:pPr>
        <w:spacing w:after="240"/>
        <w:ind w:left="1440" w:hanging="720"/>
        <w:rPr>
          <w:iCs/>
        </w:rPr>
      </w:pPr>
      <w:r w:rsidRPr="00E5321E">
        <w:rPr>
          <w:iCs/>
        </w:rPr>
        <w:t>(d)</w:t>
      </w:r>
      <w:r w:rsidRPr="00E5321E">
        <w:rPr>
          <w:iCs/>
        </w:rPr>
        <w:tab/>
        <w:t>If ERCOT makes final approval to restock the fuel, the QSE representing the FFSSR shall inform the ERCOT control room immediately when restocking is complete.</w:t>
      </w:r>
    </w:p>
    <w:p w14:paraId="703FF853" w14:textId="5230632A" w:rsidR="00B92A8E" w:rsidRPr="00B94ADC" w:rsidRDefault="003476CD" w:rsidP="003476CD">
      <w:pPr>
        <w:spacing w:after="240"/>
        <w:ind w:left="720" w:hanging="720"/>
        <w:rPr>
          <w:iCs/>
        </w:rPr>
      </w:pPr>
      <w:r w:rsidRPr="00E5321E">
        <w:rPr>
          <w:iCs/>
        </w:rPr>
        <w:t>(6)</w:t>
      </w:r>
      <w:r w:rsidRPr="00E5321E">
        <w:rPr>
          <w:iCs/>
        </w:rPr>
        <w:tab/>
        <w:t>Following final approval from ERCOT, a QSE must restock their fuel reserve</w:t>
      </w:r>
      <w:r w:rsidR="00720EFD">
        <w:rPr>
          <w:iCs/>
        </w:rPr>
        <w:t>, using existing fuel inventories or new fuel purchases,</w:t>
      </w:r>
      <w:r w:rsidRPr="00E5321E">
        <w:rPr>
          <w:iCs/>
        </w:rPr>
        <w:t xml:space="preserve"> to restore their ability to generate at the FFSS MW award level for the specified duration requirement.  In the event ERCOT does 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 as described in paragraph (5) above.</w:t>
      </w:r>
    </w:p>
    <w:p w14:paraId="2E1021C2" w14:textId="789743AA" w:rsidR="006F19F3" w:rsidRDefault="006F19F3" w:rsidP="00246BB4">
      <w:pPr>
        <w:spacing w:after="240"/>
        <w:ind w:left="720" w:hanging="720"/>
        <w:rPr>
          <w:iCs/>
        </w:rPr>
      </w:pPr>
      <w:r>
        <w:rPr>
          <w:iCs/>
        </w:rPr>
        <w:t>(</w:t>
      </w:r>
      <w:r w:rsidR="003476CD">
        <w:rPr>
          <w:iCs/>
        </w:rPr>
        <w:t>7</w:t>
      </w:r>
      <w:r>
        <w:rPr>
          <w:iCs/>
        </w:rPr>
        <w:t>)</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lastRenderedPageBreak/>
        <w:t>(c)</w:t>
      </w:r>
      <w:r>
        <w:rPr>
          <w:iCs/>
        </w:rPr>
        <w:tab/>
        <w:t>Use the same source of fuel reserve for providing FFSS as the primary Resource.</w:t>
      </w:r>
    </w:p>
    <w:p w14:paraId="1D82DE47" w14:textId="7EDE593C" w:rsidR="006F19F3" w:rsidRDefault="006F19F3" w:rsidP="006F19F3">
      <w:pPr>
        <w:spacing w:after="240"/>
        <w:ind w:left="720" w:hanging="720"/>
        <w:rPr>
          <w:iCs/>
        </w:rPr>
      </w:pPr>
      <w:r>
        <w:rPr>
          <w:iCs/>
        </w:rPr>
        <w:t>(</w:t>
      </w:r>
      <w:r w:rsidR="003476CD">
        <w:rPr>
          <w:iCs/>
        </w:rPr>
        <w:t>8</w:t>
      </w:r>
      <w:r>
        <w:rPr>
          <w:iCs/>
        </w:rPr>
        <w:t xml:space="preserve">)       An FFSS Offer Submission Form may have up to three alternate Generation Resources per primary Resource offering to provide FFSS.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3414" w14:paraId="0A7B529F" w14:textId="77777777" w:rsidTr="00E7519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E5C2B5E" w14:textId="4BD7E7D5" w:rsidR="001C3414" w:rsidRDefault="001C3414" w:rsidP="00E7519F">
            <w:pPr>
              <w:spacing w:before="120" w:after="240"/>
              <w:rPr>
                <w:b/>
                <w:i/>
              </w:rPr>
            </w:pPr>
            <w:r>
              <w:rPr>
                <w:b/>
                <w:i/>
              </w:rPr>
              <w:t>[NPRR1281:  Insert paragraph (9) below upon system implementation and renumber accordingly:]</w:t>
            </w:r>
          </w:p>
          <w:p w14:paraId="70F88E63" w14:textId="23A7F3B8" w:rsidR="001C3414" w:rsidRPr="001C3414" w:rsidRDefault="001C3414" w:rsidP="001C3414">
            <w:pPr>
              <w:spacing w:after="240"/>
              <w:ind w:left="720" w:hanging="720"/>
              <w:rPr>
                <w:iCs/>
                <w:szCs w:val="24"/>
              </w:rPr>
            </w:pPr>
            <w:r w:rsidRPr="001C3414">
              <w:rPr>
                <w:iCs/>
                <w:szCs w:val="24"/>
              </w:rPr>
              <w:t>(9)</w:t>
            </w:r>
            <w:r w:rsidRPr="001C3414">
              <w:rPr>
                <w:iCs/>
                <w:szCs w:val="24"/>
              </w:rPr>
              <w:tab/>
              <w:t>A Generation Resource may only be offered as an alternate Resource for one primary Resource for the FFSS obligation period.</w:t>
            </w:r>
          </w:p>
        </w:tc>
      </w:tr>
    </w:tbl>
    <w:p w14:paraId="4096025D" w14:textId="499B9598" w:rsidR="006F19F3" w:rsidRDefault="006F19F3" w:rsidP="009F5B92">
      <w:pPr>
        <w:spacing w:before="240" w:after="240"/>
        <w:ind w:left="720" w:hanging="720"/>
        <w:rPr>
          <w:iCs/>
        </w:rPr>
      </w:pPr>
      <w:r>
        <w:rPr>
          <w:iCs/>
        </w:rPr>
        <w:t>(</w:t>
      </w:r>
      <w:r w:rsidR="003476CD">
        <w:rPr>
          <w:iCs/>
        </w:rPr>
        <w:t>9</w:t>
      </w:r>
      <w:r>
        <w:rPr>
          <w:iCs/>
        </w:rPr>
        <w:t>)</w:t>
      </w:r>
      <w:r>
        <w:rPr>
          <w:iCs/>
        </w:rPr>
        <w:tab/>
        <w:t>For FFSSRs with approved alternate Generation Resources if the FFSSR becomes unavailable, the QSE must</w:t>
      </w:r>
      <w:r w:rsidR="00524AA5">
        <w:rPr>
          <w:iCs/>
        </w:rPr>
        <w:t>:</w:t>
      </w:r>
      <w:r>
        <w:rPr>
          <w:iCs/>
        </w:rPr>
        <w:t xml:space="preserve"> </w:t>
      </w:r>
    </w:p>
    <w:p w14:paraId="55E588F1" w14:textId="49172107" w:rsidR="006F19F3" w:rsidRDefault="006F19F3" w:rsidP="006F19F3">
      <w:pPr>
        <w:spacing w:after="240"/>
        <w:ind w:left="1440" w:hanging="720"/>
        <w:rPr>
          <w:iCs/>
        </w:rPr>
      </w:pPr>
      <w:r>
        <w:rPr>
          <w:iCs/>
        </w:rPr>
        <w:t>(a)</w:t>
      </w:r>
      <w:r>
        <w:rPr>
          <w:iCs/>
        </w:rPr>
        <w:tab/>
      </w:r>
      <w:bookmarkStart w:id="2234" w:name="_Hlk128403063"/>
      <w:r w:rsidR="003476CD" w:rsidRPr="00E5321E">
        <w:rPr>
          <w:iCs/>
        </w:rPr>
        <w:t xml:space="preserve">As soon as practicable, notify ERCOT via email to </w:t>
      </w:r>
      <w:hyperlink r:id="rId84" w:history="1">
        <w:r w:rsidR="003476CD" w:rsidRPr="00E5321E">
          <w:rPr>
            <w:iCs/>
            <w:color w:val="0000FF"/>
            <w:u w:val="single"/>
          </w:rPr>
          <w:t>FFSS@ercot.com</w:t>
        </w:r>
      </w:hyperlink>
      <w:r w:rsidR="003476CD" w:rsidRPr="00E5321E">
        <w:rPr>
          <w:iCs/>
        </w:rPr>
        <w:t xml:space="preserve"> and inform ERCOT that the FFSSR will be replaced by one of the alternate Generation Resources, specify which alternate Generation Resource (if multiple alternate Generation Resources have been designated), and provide an estimate of how long the replacement will be in effect;</w:t>
      </w:r>
      <w:bookmarkEnd w:id="223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3414" w14:paraId="5DC58D4E" w14:textId="77777777" w:rsidTr="00E7519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06B4D92" w14:textId="1909A017" w:rsidR="001C3414" w:rsidRDefault="001C3414" w:rsidP="00E7519F">
            <w:pPr>
              <w:spacing w:before="120" w:after="240"/>
              <w:rPr>
                <w:b/>
                <w:i/>
              </w:rPr>
            </w:pPr>
            <w:r>
              <w:rPr>
                <w:b/>
                <w:i/>
              </w:rPr>
              <w:t>[NPRR1281:  Replace paragraph (a) above with the following upon system implementation:]</w:t>
            </w:r>
          </w:p>
          <w:p w14:paraId="6F8BB5AC" w14:textId="43ED5E14" w:rsidR="001C3414" w:rsidRPr="001C3414" w:rsidRDefault="001C3414" w:rsidP="001C3414">
            <w:pPr>
              <w:spacing w:after="240"/>
              <w:ind w:left="1440" w:hanging="720"/>
              <w:rPr>
                <w:iCs/>
                <w:szCs w:val="24"/>
              </w:rPr>
            </w:pPr>
            <w:r w:rsidRPr="001C3414">
              <w:rPr>
                <w:iCs/>
                <w:szCs w:val="24"/>
              </w:rPr>
              <w:t>(a)</w:t>
            </w:r>
            <w:r w:rsidRPr="001C3414">
              <w:rPr>
                <w:iCs/>
                <w:szCs w:val="24"/>
              </w:rPr>
              <w:tab/>
              <w:t>As soon as practicable, call the ERCOT control room to inform an operator that the FFSSR will be replaced by one of the alternate Generation Resources, specify which alternate Generation Resource (if multiple alternate Generation Resources have been designated), and provide an estimate of how long the replacement will be in effect;</w:t>
            </w:r>
          </w:p>
        </w:tc>
      </w:tr>
    </w:tbl>
    <w:p w14:paraId="61C3799D" w14:textId="77BCB471" w:rsidR="006F19F3" w:rsidRDefault="006F19F3" w:rsidP="009F5B92">
      <w:pPr>
        <w:spacing w:before="240"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pPr>
      <w:r>
        <w:t>(c)</w:t>
      </w:r>
      <w:r>
        <w:tab/>
        <w:t>U</w:t>
      </w:r>
      <w:r w:rsidRPr="00AA1E2D">
        <w:t xml:space="preserve">pdate the </w:t>
      </w:r>
      <w:r>
        <w:t>COPs for these Generation Resources within 60 minutes after identifying the change in availability of the FFSSR.</w:t>
      </w:r>
    </w:p>
    <w:p w14:paraId="7E5F3B14" w14:textId="12CB8BB4" w:rsidR="003476CD" w:rsidRDefault="003476CD" w:rsidP="003476CD">
      <w:pPr>
        <w:spacing w:after="240"/>
        <w:ind w:left="720" w:hanging="720"/>
        <w:rPr>
          <w:iCs/>
        </w:rPr>
      </w:pPr>
      <w:r w:rsidRPr="00E5321E">
        <w:t>(10)</w:t>
      </w:r>
      <w:r w:rsidRPr="00E5321E">
        <w:tab/>
        <w:t xml:space="preserve">For FFSSRs that were replaced by one of their approved alternate Generation Resources, </w:t>
      </w:r>
      <w:r w:rsidRPr="003476CD">
        <w:rPr>
          <w:iCs/>
        </w:rPr>
        <w:t>when</w:t>
      </w:r>
      <w:r w:rsidRPr="00E5321E">
        <w:t xml:space="preserve"> the primary Resource is once again the FFSSR, the QSE must notify ERCOT of the change via email to the email address provided in paragraph (9)(a) above as soon as practicable.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3414" w14:paraId="39823868" w14:textId="77777777" w:rsidTr="00E7519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B3FF88E" w14:textId="3AD4E841" w:rsidR="001C3414" w:rsidRDefault="001C3414" w:rsidP="00E7519F">
            <w:pPr>
              <w:spacing w:before="120" w:after="240"/>
              <w:rPr>
                <w:b/>
                <w:i/>
              </w:rPr>
            </w:pPr>
            <w:r>
              <w:rPr>
                <w:b/>
                <w:i/>
              </w:rPr>
              <w:t>[NPRR1281:  Replace paragraph (10) above with the following upon system implementation and renumber accordingly:]</w:t>
            </w:r>
          </w:p>
          <w:p w14:paraId="3AB56C7F" w14:textId="77777777" w:rsidR="001C3414" w:rsidRDefault="001C3414" w:rsidP="001C3414">
            <w:pPr>
              <w:spacing w:after="240"/>
              <w:ind w:left="720" w:hanging="720"/>
              <w:rPr>
                <w:szCs w:val="24"/>
              </w:rPr>
            </w:pPr>
            <w:r w:rsidRPr="001C3414">
              <w:rPr>
                <w:szCs w:val="24"/>
              </w:rPr>
              <w:lastRenderedPageBreak/>
              <w:t>(11)</w:t>
            </w:r>
            <w:r w:rsidRPr="001C3414">
              <w:rPr>
                <w:szCs w:val="24"/>
              </w:rPr>
              <w:tab/>
              <w:t xml:space="preserve">For FFSSRs that were replaced by one of their approved alternate Generation Resources, </w:t>
            </w:r>
            <w:r w:rsidRPr="001C3414">
              <w:rPr>
                <w:iCs/>
                <w:szCs w:val="24"/>
              </w:rPr>
              <w:t>when</w:t>
            </w:r>
            <w:r w:rsidRPr="001C3414">
              <w:rPr>
                <w:szCs w:val="24"/>
              </w:rPr>
              <w:t xml:space="preserve"> the primary Resource is once again the FFSSR, the QSE must call the ERCOT control room and inform an operator of the change as soon as practicable.</w:t>
            </w:r>
          </w:p>
          <w:p w14:paraId="502F1695" w14:textId="607C9E30" w:rsidR="001C3414" w:rsidRPr="001C3414" w:rsidRDefault="001C3414" w:rsidP="001C3414">
            <w:pPr>
              <w:spacing w:after="240"/>
              <w:ind w:left="720" w:hanging="720"/>
              <w:rPr>
                <w:iCs/>
                <w:szCs w:val="24"/>
              </w:rPr>
            </w:pPr>
            <w:r w:rsidRPr="001C3414">
              <w:rPr>
                <w:szCs w:val="24"/>
              </w:rPr>
              <w:t>(12)</w:t>
            </w:r>
            <w:r w:rsidRPr="001C3414">
              <w:rPr>
                <w:szCs w:val="24"/>
              </w:rPr>
              <w:tab/>
            </w:r>
            <w:r w:rsidRPr="001C3414">
              <w:rPr>
                <w:color w:val="000000"/>
                <w:szCs w:val="24"/>
              </w:rPr>
              <w:t>For the purpose of the Firm Fuel Supply Service Standby Fee as described in Section 6.6.14.2, Firm Fuel Supply Service Hourly Standby Fee Payment and Fuel Replacement Cost Recovery, the FFSS Hourly Rolling Equivalent Availability Factor shall be determined by using the availability for the primary or any approved alternate Generation Resource providing FFSS, as appropriate for the FFSS obligation period specified in the RFP.</w:t>
            </w:r>
          </w:p>
        </w:tc>
      </w:tr>
    </w:tbl>
    <w:p w14:paraId="61268522" w14:textId="06B36FB8" w:rsidR="00B92A8E" w:rsidRPr="00B94ADC" w:rsidRDefault="00B92A8E" w:rsidP="009F5B92">
      <w:pPr>
        <w:spacing w:before="240" w:after="240"/>
        <w:ind w:left="720" w:hanging="720"/>
        <w:rPr>
          <w:iCs/>
        </w:rPr>
      </w:pPr>
      <w:r w:rsidRPr="00B94ADC">
        <w:rPr>
          <w:iCs/>
        </w:rPr>
        <w:lastRenderedPageBreak/>
        <w:t>(</w:t>
      </w:r>
      <w:r w:rsidR="003476CD">
        <w:rPr>
          <w:iCs/>
        </w:rPr>
        <w:t>11</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the contracted BSS obligation.  Any remaining fuel reserve in addition to that required for meeting FFSS and BSS obligations can be used at the QSE’s discretion.</w:t>
      </w:r>
    </w:p>
    <w:p w14:paraId="1DCE424B" w14:textId="5DA3C51A" w:rsidR="00B92A8E" w:rsidRPr="00B94ADC" w:rsidRDefault="00B92A8E" w:rsidP="00B92A8E">
      <w:pPr>
        <w:spacing w:after="240"/>
        <w:ind w:left="720" w:hanging="720"/>
        <w:rPr>
          <w:iCs/>
        </w:rPr>
      </w:pPr>
      <w:r w:rsidRPr="00B94ADC">
        <w:rPr>
          <w:iCs/>
        </w:rPr>
        <w:t>(</w:t>
      </w:r>
      <w:r w:rsidR="006F19F3">
        <w:rPr>
          <w:iCs/>
        </w:rPr>
        <w:t>1</w:t>
      </w:r>
      <w:r w:rsidR="003476CD">
        <w:rPr>
          <w:iCs/>
        </w:rPr>
        <w:t>2</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2D583890" w:rsidR="00B92A8E" w:rsidRPr="00B94ADC" w:rsidRDefault="00B92A8E" w:rsidP="00B92A8E">
      <w:pPr>
        <w:spacing w:after="240"/>
        <w:ind w:left="720" w:hanging="720"/>
        <w:rPr>
          <w:iCs/>
        </w:rPr>
      </w:pPr>
      <w:r w:rsidRPr="00B94ADC">
        <w:rPr>
          <w:iCs/>
        </w:rPr>
        <w:t>(</w:t>
      </w:r>
      <w:r w:rsidR="006F19F3">
        <w:rPr>
          <w:iCs/>
        </w:rPr>
        <w:t>1</w:t>
      </w:r>
      <w:r w:rsidR="003476CD">
        <w:rPr>
          <w:iCs/>
        </w:rPr>
        <w:t>3</w:t>
      </w:r>
      <w:r w:rsidRPr="00B94ADC">
        <w:rPr>
          <w:iCs/>
        </w:rPr>
        <w:t>)</w:t>
      </w:r>
      <w:r w:rsidR="006F19F3" w:rsidRPr="00B94ADC">
        <w:rPr>
          <w:iCs/>
        </w:rPr>
        <w:tab/>
      </w:r>
      <w:r w:rsidR="003476CD" w:rsidRPr="00E5321E">
        <w:rPr>
          <w:iCs/>
        </w:rPr>
        <w:t>If FFSS is deployed, then ERCOT will provide a report to the TAC or its designated subcommittee within 45 days of the end of the FFSS obligation period.  The report must include the Resources deployed and the reason for any deployments.</w:t>
      </w:r>
      <w:r w:rsidRPr="00B94ADC">
        <w:rPr>
          <w:iCs/>
        </w:rPr>
        <w:t xml:space="preserve"> </w:t>
      </w:r>
    </w:p>
    <w:p w14:paraId="6FA484A8" w14:textId="269C4BD1" w:rsidR="00B92A8E" w:rsidRPr="00B94ADC" w:rsidRDefault="00B92A8E" w:rsidP="00246BB4">
      <w:pPr>
        <w:spacing w:after="240"/>
        <w:ind w:left="720" w:hanging="720"/>
        <w:rPr>
          <w:iCs/>
        </w:rPr>
      </w:pPr>
      <w:r w:rsidRPr="00B94ADC">
        <w:rPr>
          <w:iCs/>
        </w:rPr>
        <w:t>(</w:t>
      </w:r>
      <w:r w:rsidR="006F19F3">
        <w:rPr>
          <w:iCs/>
        </w:rPr>
        <w:t>1</w:t>
      </w:r>
      <w:r w:rsidR="003476CD">
        <w:rPr>
          <w:iCs/>
        </w:rPr>
        <w:t>4</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3C3E1292" w:rsidR="00B92A8E" w:rsidRPr="00B94ADC" w:rsidRDefault="00B92A8E" w:rsidP="00B92A8E">
      <w:pPr>
        <w:spacing w:after="240"/>
        <w:ind w:left="1440" w:hanging="720"/>
        <w:rPr>
          <w:iCs/>
        </w:rPr>
      </w:pPr>
      <w:r w:rsidRPr="00B94ADC">
        <w:rPr>
          <w:iCs/>
        </w:rPr>
        <w:t>(b)</w:t>
      </w:r>
      <w:r w:rsidRPr="00B94ADC">
        <w:rPr>
          <w:iCs/>
        </w:rPr>
        <w:tab/>
        <w:t xml:space="preserve">Take any further action requested by ERCOT to ensure that ERCOT will be classified as the “Primary Party” for the SWGR under any agreement between ERCOT and another </w:t>
      </w:r>
      <w:r w:rsidR="007B587F">
        <w:rPr>
          <w:iCs/>
        </w:rPr>
        <w:t>CAO</w:t>
      </w:r>
      <w:r w:rsidRPr="00B94ADC">
        <w:rPr>
          <w:iCs/>
        </w:rPr>
        <w:t xml:space="preserve"> during the period of the FFSS obligation.</w:t>
      </w:r>
    </w:p>
    <w:p w14:paraId="4D337D10" w14:textId="1585A73E" w:rsidR="00B94ADC" w:rsidRDefault="00B92A8E" w:rsidP="00B92A8E">
      <w:pPr>
        <w:spacing w:after="240"/>
        <w:ind w:left="720" w:hanging="720"/>
        <w:rPr>
          <w:iCs/>
        </w:rPr>
      </w:pPr>
      <w:r w:rsidRPr="00B94ADC">
        <w:rPr>
          <w:iCs/>
        </w:rPr>
        <w:t>(1</w:t>
      </w:r>
      <w:r w:rsidR="003476CD">
        <w:rPr>
          <w:iCs/>
        </w:rPr>
        <w:t>5</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3414" w14:paraId="5F8CCC07" w14:textId="77777777" w:rsidTr="00E7519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3355A00" w14:textId="20D02DB8" w:rsidR="001C3414" w:rsidRDefault="001C3414" w:rsidP="00E7519F">
            <w:pPr>
              <w:spacing w:before="120" w:after="240"/>
              <w:rPr>
                <w:b/>
                <w:i/>
              </w:rPr>
            </w:pPr>
            <w:r>
              <w:rPr>
                <w:b/>
                <w:i/>
              </w:rPr>
              <w:t>[NPRR1281:  Replace paragraph (15) above with the following upon system implementation:]</w:t>
            </w:r>
          </w:p>
          <w:p w14:paraId="30CA64E1" w14:textId="61BA6288" w:rsidR="001C3414" w:rsidRPr="001C3414" w:rsidRDefault="001C3414" w:rsidP="001C3414">
            <w:pPr>
              <w:spacing w:after="240"/>
              <w:ind w:left="720" w:hanging="720"/>
              <w:rPr>
                <w:iCs/>
                <w:szCs w:val="24"/>
              </w:rPr>
            </w:pPr>
            <w:r w:rsidRPr="001C3414">
              <w:rPr>
                <w:iCs/>
                <w:szCs w:val="24"/>
              </w:rPr>
              <w:lastRenderedPageBreak/>
              <w:t>(17)</w:t>
            </w:r>
            <w:r w:rsidRPr="001C3414">
              <w:rPr>
                <w:iCs/>
                <w:szCs w:val="24"/>
              </w:rPr>
              <w:tab/>
              <w:t>On an annual basis after the FFSS season, ERCOT will provide a report separately for the total amounts from Section 6.6.14.1, Firm Fuel Supply Service Fuel Replacement Costs Recovery, and Section 6.6.14.2, to the TAC or its designated subcommittee.</w:t>
            </w:r>
          </w:p>
        </w:tc>
      </w:tr>
    </w:tbl>
    <w:p w14:paraId="12D01B13" w14:textId="13EDD2EC" w:rsidR="0058085E" w:rsidRDefault="002D238A" w:rsidP="001C3414">
      <w:pPr>
        <w:pStyle w:val="H2"/>
        <w:spacing w:before="480"/>
        <w:ind w:left="907" w:hanging="907"/>
      </w:pPr>
      <w:bookmarkStart w:id="2235" w:name="_Toc199405426"/>
      <w:r>
        <w:lastRenderedPageBreak/>
        <w:t>3.15</w:t>
      </w:r>
      <w:r>
        <w:tab/>
        <w:t>Voltage Support</w:t>
      </w:r>
      <w:bookmarkEnd w:id="2204"/>
      <w:bookmarkEnd w:id="2205"/>
      <w:bookmarkEnd w:id="2206"/>
      <w:bookmarkEnd w:id="2207"/>
      <w:bookmarkEnd w:id="2208"/>
      <w:bookmarkEnd w:id="2209"/>
      <w:bookmarkEnd w:id="2210"/>
      <w:bookmarkEnd w:id="2211"/>
      <w:bookmarkEnd w:id="2212"/>
      <w:bookmarkEnd w:id="2213"/>
      <w:bookmarkEnd w:id="2235"/>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750A0A8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3552AB1" w14:textId="77777777" w:rsidR="007F7DC3" w:rsidRDefault="007F7DC3" w:rsidP="00444C95">
            <w:pPr>
              <w:spacing w:before="120" w:after="240"/>
              <w:rPr>
                <w:b/>
                <w:i/>
              </w:rPr>
            </w:pPr>
            <w:r>
              <w:rPr>
                <w:b/>
                <w:i/>
              </w:rPr>
              <w:t>[NPRR1240:  Replace paragraph (i) above with the following upon system implementation:]</w:t>
            </w:r>
          </w:p>
          <w:p w14:paraId="0553A5BE" w14:textId="03081B23" w:rsidR="007F7DC3" w:rsidRPr="007F7DC3" w:rsidRDefault="007F7DC3" w:rsidP="007F7DC3">
            <w:pPr>
              <w:pStyle w:val="BodyTextNumbered"/>
            </w:pPr>
            <w:r>
              <w:t>(1)</w:t>
            </w:r>
            <w:r>
              <w:tab/>
              <w:t>ERCOT, in coordination with the Transmission Service Providers (TSPs), shall establish and update, as necessary, the ERCOT System Voltage Profile and shall post it on the ERCOT website.  ERCOT, the interconnecting TSP, or that TSP’s agent, may modify the Voltage Set Point described in the Voltage Profile based on current system conditions.</w:t>
            </w:r>
          </w:p>
        </w:tc>
      </w:tr>
    </w:tbl>
    <w:p w14:paraId="4D30C629" w14:textId="1AE04ADC" w:rsidR="00CB13B2" w:rsidRDefault="002D238A" w:rsidP="006E0CB7">
      <w:pPr>
        <w:pStyle w:val="BodyTextNumbered"/>
        <w:spacing w:before="240"/>
      </w:pPr>
      <w:r>
        <w:t>(2)</w:t>
      </w:r>
      <w:r>
        <w:tab/>
      </w:r>
      <w:r w:rsidR="001235C5" w:rsidRPr="0091754B">
        <w:t xml:space="preserve">All Generation Resources (including self-serve generating units) </w:t>
      </w:r>
      <w:r w:rsidR="001235C5">
        <w:t>and Energy Storage Resources (ESRs)</w:t>
      </w:r>
      <w:r w:rsidR="001235C5" w:rsidRPr="0078794F">
        <w:t xml:space="preserve"> </w:t>
      </w:r>
      <w:r w:rsidR="001235C5" w:rsidRPr="0091754B">
        <w:t xml:space="preserve">that </w:t>
      </w:r>
      <w:r w:rsidR="001235C5">
        <w:t xml:space="preserve">are connected to Transmission Facilities and that </w:t>
      </w:r>
      <w:r w:rsidR="001235C5" w:rsidRPr="0091754B">
        <w:t xml:space="preserve">have a gross unit rating greater than 20 MVA or those units connected at the same Point of Interconnection </w:t>
      </w:r>
      <w:r w:rsidR="001235C5">
        <w:t xml:space="preserve">Bus </w:t>
      </w:r>
      <w:r w:rsidR="001235C5" w:rsidRPr="0091754B">
        <w:t>(POI</w:t>
      </w:r>
      <w:r w:rsidR="001235C5">
        <w:t>B</w:t>
      </w:r>
      <w:r w:rsidR="001235C5" w:rsidRPr="0091754B">
        <w:t>) that have gross unit ratings aggregating to greater than 20 MVA, that supply power to the ERCOT Transmission Grid, shall provide Voltage Support Service (VSS).</w:t>
      </w:r>
    </w:p>
    <w:p w14:paraId="5B6C03BF" w14:textId="1EE0E550" w:rsidR="00AA78DF" w:rsidRPr="000050EA" w:rsidRDefault="00AA78DF" w:rsidP="00092E1C">
      <w:pPr>
        <w:spacing w:after="240"/>
        <w:ind w:left="720" w:hanging="720"/>
        <w:rPr>
          <w:iCs/>
        </w:rPr>
      </w:pPr>
      <w:r w:rsidRPr="000050EA">
        <w:rPr>
          <w:iCs/>
        </w:rPr>
        <w:t>(3)</w:t>
      </w:r>
      <w:r w:rsidRPr="000050EA">
        <w:rPr>
          <w:iCs/>
        </w:rPr>
        <w:tab/>
      </w:r>
      <w:r w:rsidR="001235C5" w:rsidRPr="0091754B">
        <w:rPr>
          <w:rFonts w:hint="eastAsia"/>
        </w:rPr>
        <w:t>Except as reasonably necessary to ensure reliability or operational efficiency</w:t>
      </w:r>
      <w:r w:rsidR="001235C5" w:rsidRPr="0091754B">
        <w:t xml:space="preserve">, </w:t>
      </w:r>
      <w:r w:rsidR="001235C5" w:rsidRPr="0091754B">
        <w:rPr>
          <w:iCs/>
        </w:rPr>
        <w:t>TSPs should utilize available static reactive devices prior to requesting a Voltage Set Point change from a Generation Resource</w:t>
      </w:r>
      <w:r w:rsidR="001235C5">
        <w:rPr>
          <w:iCs/>
        </w:rPr>
        <w:t xml:space="preserve"> or ESR</w:t>
      </w:r>
      <w:r w:rsidR="001235C5" w:rsidRPr="0091754B">
        <w:rPr>
          <w:iCs/>
        </w:rPr>
        <w:t>.</w:t>
      </w:r>
    </w:p>
    <w:p w14:paraId="0A3148BA" w14:textId="77777777" w:rsidR="001235C5" w:rsidRPr="0091754B" w:rsidRDefault="001235C5" w:rsidP="001235C5">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FBFC397" w14:textId="77777777" w:rsidR="001235C5" w:rsidRPr="0091754B" w:rsidRDefault="001235C5" w:rsidP="001235C5">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1ABF3E4A" w14:textId="77777777" w:rsidR="001235C5" w:rsidRPr="0091754B" w:rsidRDefault="001235C5" w:rsidP="001235C5">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35C56CD5" w14:textId="77777777" w:rsidR="001235C5" w:rsidRPr="0091754B" w:rsidRDefault="001235C5" w:rsidP="001235C5">
      <w:pPr>
        <w:spacing w:after="240"/>
        <w:ind w:left="1440" w:hanging="720"/>
        <w:rPr>
          <w:iCs/>
        </w:rPr>
      </w:pPr>
      <w:r w:rsidRPr="0091754B">
        <w:rPr>
          <w:iCs/>
        </w:rPr>
        <w:lastRenderedPageBreak/>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1ECF9F2" w14:textId="77777777" w:rsidR="001235C5" w:rsidRPr="0091754B" w:rsidRDefault="001235C5" w:rsidP="001235C5">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2B3DBF90" w14:textId="72E22C0F" w:rsidR="001235C5" w:rsidRDefault="001235C5" w:rsidP="001235C5">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without physical or software changes/modifications, and ERCOT has provided written confirmation of the exemption to the Resource Entity.  The exemption shall apply only to the extent of the ESR’s inability to comply with the requirement when the ESR is charging</w:t>
      </w:r>
      <w:r w:rsidR="00243921">
        <w:t>;</w:t>
      </w:r>
    </w:p>
    <w:p w14:paraId="0403E02B" w14:textId="2EBAB0B6" w:rsidR="000C5836" w:rsidRDefault="001235C5" w:rsidP="00AA78DF">
      <w:pPr>
        <w:pStyle w:val="BodyTextNumbered"/>
        <w:ind w:left="1440"/>
      </w:pPr>
      <w:r>
        <w:t>(f)</w:t>
      </w:r>
      <w:r>
        <w:tab/>
        <w:t>For any Generation Resource or ESR that is part of a Self-Limiting Facility, the capabilities described in paragraphs (a) and (b) above shall be determined based on the Self-Limiting Facility’s established MW Injection limit and, if applicable, established MW Withdrawal limit.</w:t>
      </w:r>
    </w:p>
    <w:p w14:paraId="618C8932" w14:textId="17E28A2A" w:rsidR="00484FA7" w:rsidRDefault="004F4513" w:rsidP="00092E1C">
      <w:pPr>
        <w:pStyle w:val="BodyTextNumbered"/>
      </w:pPr>
      <w:r>
        <w:t>(</w:t>
      </w:r>
      <w:r w:rsidR="00AA78DF">
        <w:t>5</w:t>
      </w:r>
      <w:r>
        <w:t>)</w:t>
      </w:r>
      <w:r>
        <w:tab/>
      </w:r>
      <w:r w:rsidR="0039282E" w:rsidRPr="0091754B">
        <w:t xml:space="preserve">As part of the technical Resource testing requirements prior to the Resource Commissioning Date, all Generation Resources </w:t>
      </w:r>
      <w:r w:rsidR="0039282E">
        <w:t xml:space="preserve">and ESRs </w:t>
      </w:r>
      <w:r w:rsidR="0039282E"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7117141E" w14:textId="6E6CC96F" w:rsidR="00AA78DF" w:rsidRPr="000050EA" w:rsidRDefault="00AA78DF" w:rsidP="00092E1C">
      <w:pPr>
        <w:spacing w:after="240"/>
        <w:ind w:left="720" w:hanging="720"/>
        <w:rPr>
          <w:iCs/>
        </w:rPr>
      </w:pPr>
      <w:r w:rsidRPr="000050EA">
        <w:rPr>
          <w:iCs/>
        </w:rPr>
        <w:lastRenderedPageBreak/>
        <w:t>(6)</w:t>
      </w:r>
      <w:r w:rsidRPr="000050EA">
        <w:rPr>
          <w:iCs/>
        </w:rPr>
        <w:tab/>
      </w:r>
      <w:r w:rsidR="0039282E" w:rsidRPr="0091754B">
        <w:rPr>
          <w:iCs/>
        </w:rPr>
        <w:t>Except for a Generation Resource</w:t>
      </w:r>
      <w:r w:rsidR="0039282E">
        <w:rPr>
          <w:iCs/>
        </w:rPr>
        <w:t xml:space="preserve"> or an ESR</w:t>
      </w:r>
      <w:r w:rsidR="0039282E" w:rsidRPr="0091754B">
        <w:rPr>
          <w:iCs/>
        </w:rPr>
        <w:t xml:space="preserve"> subject to Planning Guide Section 5.</w:t>
      </w:r>
      <w:r w:rsidR="0039282E">
        <w:rPr>
          <w:iCs/>
        </w:rPr>
        <w:t>2</w:t>
      </w:r>
      <w:r w:rsidR="0039282E" w:rsidRPr="0091754B">
        <w:rPr>
          <w:iCs/>
        </w:rPr>
        <w:t>.1, Applicability, a Generation Resource</w:t>
      </w:r>
      <w:r w:rsidR="0039282E">
        <w:rPr>
          <w:iCs/>
        </w:rPr>
        <w:t xml:space="preserve"> or an ESR</w:t>
      </w:r>
      <w:r w:rsidR="0039282E" w:rsidRPr="0091754B">
        <w:rPr>
          <w:iCs/>
        </w:rPr>
        <w:t xml:space="preserve"> that has already been commissioned is not required to submit a new reactive study or conduct commissioning-related reactive testing, as described in paragraph (5) above.</w:t>
      </w:r>
    </w:p>
    <w:p w14:paraId="67783221" w14:textId="48C85FCF" w:rsidR="00CB13B2" w:rsidRDefault="00484FA7" w:rsidP="00092E1C">
      <w:pPr>
        <w:pStyle w:val="BodyTextNumbered"/>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26468D5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rsidR="0065522A">
        <w:t>Unit Reactive Limit (</w:t>
      </w:r>
      <w:r w:rsidRPr="00B5256C">
        <w:t>URL</w:t>
      </w:r>
      <w:r w:rsidR="0065522A">
        <w:t>)</w:t>
      </w:r>
      <w:r w:rsidRPr="00B5256C">
        <w:t xml:space="preserve">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w:t>
      </w:r>
      <w:r w:rsidRPr="00B5256C">
        <w:lastRenderedPageBreak/>
        <w:t xml:space="preserve">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406DE79F" w:rsidR="00CB13B2" w:rsidRDefault="002D238A">
      <w:pPr>
        <w:pStyle w:val="BodyTextNumbered"/>
      </w:pPr>
      <w:r>
        <w:t>(</w:t>
      </w:r>
      <w:r w:rsidR="00C53710">
        <w:t>10</w:t>
      </w:r>
      <w:r>
        <w:t>)</w:t>
      </w:r>
      <w:r>
        <w:tab/>
      </w:r>
      <w:r w:rsidR="0039282E" w:rsidRPr="0091754B">
        <w:t xml:space="preserve">For purposes of meeting the Reactive Power requirements in paragraphs (4) through (9) above, multiple units including IRRs shall, at a </w:t>
      </w:r>
      <w:r w:rsidR="0039282E">
        <w:t>Resource</w:t>
      </w:r>
      <w:r w:rsidR="0039282E" w:rsidRPr="0091754B">
        <w:t xml:space="preserve"> Entity’s option, be treated as a single Resource if the units are connected to the same transmission bus.</w:t>
      </w:r>
    </w:p>
    <w:p w14:paraId="6E972EFA" w14:textId="56A8235E" w:rsidR="00CB13B2" w:rsidRDefault="002D238A" w:rsidP="00092E1C">
      <w:pPr>
        <w:pStyle w:val="BodyTextNumbered"/>
      </w:pPr>
      <w:r>
        <w:t>(</w:t>
      </w:r>
      <w:r w:rsidR="00C53710">
        <w:t>11</w:t>
      </w:r>
      <w:r>
        <w:t>)</w:t>
      </w:r>
      <w:r>
        <w:tab/>
      </w:r>
      <w:r w:rsidR="0039282E">
        <w:t xml:space="preserve">Resource </w:t>
      </w:r>
      <w:r w:rsidR="0039282E" w:rsidRPr="0091754B">
        <w:t xml:space="preserve">Entities may submit to ERCOT specific proposals to meet the Reactive Power requirements established in paragraph (4) above by employing a combination of the </w:t>
      </w:r>
      <w:r w:rsidR="0039282E">
        <w:t>C</w:t>
      </w:r>
      <w:r w:rsidR="0039282E" w:rsidRPr="0091754B">
        <w:t xml:space="preserve">URL and added VAr capability, provided that the added VAr capability shall be automatically switchable static and/or dynamic VAr devices.  A </w:t>
      </w:r>
      <w:r w:rsidR="0039282E">
        <w:t>Resource Entity</w:t>
      </w:r>
      <w:r w:rsidR="0039282E" w:rsidRPr="0091754B">
        <w:t xml:space="preserve"> and TSP may enter into an agreement in which the proposed static VAr devices can be switchable using Supervisory Control and Data Acquisition (SCADA).  ERCOT may, at its sole </w:t>
      </w:r>
      <w:r w:rsidR="0039282E" w:rsidRPr="0091754B">
        <w:lastRenderedPageBreak/>
        <w:t>discretion, either approve or deny a specific proposal, provided that in either case, ERCOT shall provide the submitter an explanation of its decision.</w:t>
      </w:r>
    </w:p>
    <w:p w14:paraId="38F21AF7" w14:textId="0700234B" w:rsidR="00CB13B2" w:rsidRDefault="002D238A" w:rsidP="00092E1C">
      <w:pPr>
        <w:pStyle w:val="BodyTextNumbered"/>
      </w:pPr>
      <w:r>
        <w:t>(</w:t>
      </w:r>
      <w:r w:rsidR="00C53710">
        <w:t>12</w:t>
      </w:r>
      <w:r>
        <w:t>)</w:t>
      </w:r>
      <w:r>
        <w:tab/>
      </w:r>
      <w:r w:rsidR="0039282E" w:rsidRPr="0091754B">
        <w:t xml:space="preserve">A </w:t>
      </w:r>
      <w:r w:rsidR="0039282E">
        <w:t>Resource Entity</w:t>
      </w:r>
      <w:r w:rsidR="0039282E" w:rsidRPr="0091754B">
        <w:t xml:space="preserve"> and TSP may enter into an agreement in which the Generation Resource </w:t>
      </w:r>
      <w:r w:rsidR="0039282E">
        <w:t xml:space="preserve">or ESR </w:t>
      </w:r>
      <w:r w:rsidR="0039282E" w:rsidRPr="0091754B">
        <w:t xml:space="preserve">compensates the TSP to provide VSS to meet the Reactive Power requirements of paragraph (4) above in part or in whole.  The TSP shall certify to ERCOT that the agreement complies with the Reactive Power </w:t>
      </w:r>
      <w:r w:rsidR="0039282E">
        <w:t>requirements of paragraph (4).</w:t>
      </w:r>
    </w:p>
    <w:p w14:paraId="3B01502B" w14:textId="1376B315" w:rsidR="00CB13B2" w:rsidRDefault="002D238A" w:rsidP="00092E1C">
      <w:pPr>
        <w:pStyle w:val="BodyTextNumbered"/>
      </w:pPr>
      <w:r>
        <w:t>(1</w:t>
      </w:r>
      <w:r w:rsidR="00C53710">
        <w:t>3</w:t>
      </w:r>
      <w:r>
        <w:t>)</w:t>
      </w:r>
      <w:r>
        <w:tab/>
      </w:r>
      <w:r w:rsidR="0039282E" w:rsidRPr="0091754B">
        <w:t xml:space="preserve">Unless specifically approved by ERCOT, no unit equipment replacement or modification at a Generation Resource </w:t>
      </w:r>
      <w:r w:rsidR="0039282E">
        <w:t xml:space="preserve">or ESR </w:t>
      </w:r>
      <w:r w:rsidR="0039282E" w:rsidRPr="0091754B">
        <w:t>shall reduce the capability of the unit below the Reactive Power requirements that applied prior to the replacement or modification.</w:t>
      </w:r>
      <w:r w:rsidR="004342A5" w:rsidRPr="004342A5">
        <w:t xml:space="preserve"> </w:t>
      </w:r>
      <w:r w:rsidR="004342A5">
        <w:t xml:space="preserve"> </w:t>
      </w:r>
      <w:r w:rsidR="004342A5" w:rsidRPr="003D6297">
        <w:t xml:space="preserve">The addition of 20 MW or more of Load to a site that includes one or more Generation Resources </w:t>
      </w:r>
      <w:r w:rsidR="004342A5">
        <w:t xml:space="preserve">or ESRs </w:t>
      </w:r>
      <w:r w:rsidR="004342A5" w:rsidRPr="003D6297">
        <w:t>constitutes a modification to the Generation Resource</w:t>
      </w:r>
      <w:r w:rsidR="004342A5">
        <w:t xml:space="preserve"> or ESR</w:t>
      </w:r>
      <w:r w:rsidR="004342A5" w:rsidRPr="003D6297">
        <w:t xml:space="preserve"> that requires a new Reactive Power study.</w:t>
      </w:r>
    </w:p>
    <w:p w14:paraId="3C6D64AD" w14:textId="2BE927F8" w:rsidR="00CB13B2" w:rsidRDefault="002D238A" w:rsidP="004342A5">
      <w:pPr>
        <w:pStyle w:val="BodyTextNumbered"/>
      </w:pPr>
      <w:r>
        <w:t>(1</w:t>
      </w:r>
      <w:r w:rsidR="00C53710">
        <w:t>4</w:t>
      </w:r>
      <w:r>
        <w:t>)</w:t>
      </w:r>
      <w:r>
        <w:tab/>
      </w:r>
      <w:r w:rsidR="0039282E" w:rsidRPr="0091754B">
        <w:t xml:space="preserve">Generation Resources </w:t>
      </w:r>
      <w:r w:rsidR="0039282E">
        <w:t xml:space="preserve">or ESRs </w:t>
      </w:r>
      <w:r w:rsidR="0039282E" w:rsidRPr="0091754B">
        <w:t>shall not reduce high reactive loading on individual units during abnormal conditions without the consent of ERCOT unless equipment damage is imminent.</w:t>
      </w:r>
    </w:p>
    <w:p w14:paraId="4BBC1FA2" w14:textId="22535D2A" w:rsidR="000B2F54" w:rsidRDefault="008D4241" w:rsidP="00092E1C">
      <w:pPr>
        <w:pStyle w:val="List"/>
        <w:ind w:left="720"/>
      </w:pPr>
      <w:r>
        <w:t>(1</w:t>
      </w:r>
      <w:r w:rsidR="00C53710">
        <w:t>5</w:t>
      </w:r>
      <w:r>
        <w:t>)</w:t>
      </w:r>
      <w:r>
        <w:tab/>
      </w:r>
      <w:r w:rsidR="0039282E"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rsidR="0039282E">
        <w:t>nicate to ERCOT the following:</w:t>
      </w:r>
    </w:p>
    <w:p w14:paraId="0B165B14" w14:textId="13CE3712" w:rsidR="008D4241" w:rsidRDefault="008D4241" w:rsidP="00092E1C">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231E9EE4" w:rsidR="0041710A" w:rsidRPr="000E70A9" w:rsidRDefault="0041710A" w:rsidP="0041710A">
      <w:pPr>
        <w:spacing w:after="240"/>
        <w:ind w:left="720" w:hanging="720"/>
      </w:pPr>
      <w:r w:rsidRPr="000E70A9">
        <w:t>(1</w:t>
      </w:r>
      <w:r w:rsidR="00C53710">
        <w:t>6</w:t>
      </w:r>
      <w:r w:rsidRPr="000E70A9">
        <w:t>)</w:t>
      </w:r>
      <w:r w:rsidRPr="000E70A9">
        <w:tab/>
      </w:r>
      <w:r w:rsidR="0039282E" w:rsidRPr="0091754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p w14:paraId="071A6EE5" w14:textId="5CB9BD65" w:rsidR="0041710A" w:rsidRPr="000E70A9" w:rsidRDefault="0041710A" w:rsidP="00092E1C">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lastRenderedPageBreak/>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lastRenderedPageBreak/>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36" w:name="_Toc114235804"/>
      <w:bookmarkStart w:id="2237" w:name="_Toc144691992"/>
      <w:bookmarkStart w:id="2238" w:name="_Toc204048604"/>
      <w:bookmarkStart w:id="2239" w:name="_Toc400526222"/>
      <w:bookmarkStart w:id="2240" w:name="_Toc405534540"/>
      <w:bookmarkStart w:id="2241" w:name="_Toc406570553"/>
      <w:bookmarkStart w:id="2242" w:name="_Toc410910705"/>
      <w:bookmarkStart w:id="2243" w:name="_Toc411841134"/>
      <w:bookmarkStart w:id="2244" w:name="_Toc422147096"/>
      <w:bookmarkStart w:id="2245" w:name="_Toc433020692"/>
      <w:bookmarkStart w:id="2246" w:name="_Toc437262133"/>
      <w:bookmarkStart w:id="2247" w:name="_Toc478375311"/>
      <w:bookmarkStart w:id="2248" w:name="_Toc199405427"/>
      <w:r>
        <w:t>3.15.1</w:t>
      </w:r>
      <w:r>
        <w:tab/>
        <w:t>ERCOT Responsibilities Related to Voltage Support</w:t>
      </w:r>
      <w:bookmarkEnd w:id="2236"/>
      <w:bookmarkEnd w:id="2237"/>
      <w:bookmarkEnd w:id="2238"/>
      <w:bookmarkEnd w:id="2239"/>
      <w:bookmarkEnd w:id="2240"/>
      <w:bookmarkEnd w:id="2241"/>
      <w:bookmarkEnd w:id="2242"/>
      <w:bookmarkEnd w:id="2243"/>
      <w:bookmarkEnd w:id="2244"/>
      <w:bookmarkEnd w:id="2245"/>
      <w:bookmarkEnd w:id="2246"/>
      <w:bookmarkEnd w:id="2247"/>
      <w:bookmarkEnd w:id="2248"/>
    </w:p>
    <w:p w14:paraId="3240FA82" w14:textId="776EBAFA" w:rsidR="00CB13B2" w:rsidRDefault="002D238A">
      <w:pPr>
        <w:pStyle w:val="BodyTextNumbered"/>
      </w:pPr>
      <w:r>
        <w:t>(1)</w:t>
      </w:r>
      <w:r>
        <w:tab/>
      </w:r>
      <w:r w:rsidR="0039282E" w:rsidRPr="0078794F">
        <w:t xml:space="preserve">ERCOT, in coordination with the TSPs, shall establish, and update as necessary, </w:t>
      </w:r>
      <w:r w:rsidR="0039282E">
        <w:t xml:space="preserve">a </w:t>
      </w:r>
      <w:r w:rsidR="0039282E" w:rsidRPr="0078794F">
        <w:t xml:space="preserve">Voltage Profile at </w:t>
      </w:r>
      <w:r w:rsidR="0039282E">
        <w:t xml:space="preserve">the </w:t>
      </w:r>
      <w:r w:rsidR="0039282E" w:rsidRPr="0078794F">
        <w:t>POI</w:t>
      </w:r>
      <w:r w:rsidR="0039282E">
        <w:t>B</w:t>
      </w:r>
      <w:r w:rsidR="0039282E" w:rsidRPr="0078794F">
        <w:t xml:space="preserve"> </w:t>
      </w:r>
      <w:r w:rsidR="0039282E">
        <w:t>for each</w:t>
      </w:r>
      <w:r w:rsidR="0039282E" w:rsidRPr="0078794F">
        <w:t xml:space="preserve"> Generation Resource</w:t>
      </w:r>
      <w:r w:rsidR="0039282E">
        <w:t xml:space="preserve"> and ESR</w:t>
      </w:r>
      <w:r w:rsidR="0039282E" w:rsidRPr="0078794F">
        <w:t xml:space="preserve"> required to provide VSS to maintain system voltages within established limits.</w:t>
      </w:r>
    </w:p>
    <w:p w14:paraId="01D719CF" w14:textId="55BF14D0" w:rsidR="00CB13B2" w:rsidRDefault="002D238A" w:rsidP="00092E1C">
      <w:pPr>
        <w:pStyle w:val="BodyTextNumbered"/>
      </w:pPr>
      <w:r>
        <w:t>(2)</w:t>
      </w:r>
      <w:r>
        <w:tab/>
      </w:r>
      <w:r w:rsidR="0039282E" w:rsidRPr="0078794F">
        <w:t xml:space="preserve">ERCOT shall communicate to the Qualified Scheduling Entity (QSE) and TSPs the desired voltage at the </w:t>
      </w:r>
      <w:r w:rsidR="0039282E">
        <w:t>POIB</w:t>
      </w:r>
      <w:r w:rsidR="0039282E" w:rsidRPr="0078794F">
        <w:t xml:space="preserve"> by providing Voltage Profiles.</w:t>
      </w:r>
    </w:p>
    <w:p w14:paraId="3405BFBD" w14:textId="1D011ABC" w:rsidR="00CB13B2" w:rsidRDefault="002D238A" w:rsidP="00092E1C">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398E0AD9" w:rsidR="001B21BA" w:rsidRPr="001B21BA" w:rsidRDefault="001B21BA" w:rsidP="001B21BA">
            <w:pPr>
              <w:pStyle w:val="BodyTextNumbered"/>
            </w:pPr>
            <w:r>
              <w:t>(3)</w:t>
            </w:r>
            <w:r>
              <w:tab/>
              <w:t xml:space="preserve">ERCOT, in coordination with TSPs, shall deploy static Reactive Power Resources as required to continuously maintain dynamic reactive reserves from QSEs and </w:t>
            </w:r>
            <w:r w:rsidR="0065522A">
              <w:t>Direct Current Tie Operators (</w:t>
            </w:r>
            <w:r>
              <w:t>DCTOs</w:t>
            </w:r>
            <w:r w:rsidR="0065522A">
              <w:t>)</w:t>
            </w:r>
            <w:r>
              <w:t>, both leading and lagging, adequate to meet ERCOT System requirements.</w:t>
            </w:r>
          </w:p>
        </w:tc>
      </w:tr>
    </w:tbl>
    <w:p w14:paraId="5B998F93" w14:textId="0F61BC80" w:rsidR="00CB13B2" w:rsidRDefault="002D238A" w:rsidP="00CC70EE">
      <w:pPr>
        <w:pStyle w:val="BodyTextNumbered"/>
        <w:spacing w:before="240"/>
      </w:pPr>
      <w:r>
        <w:lastRenderedPageBreak/>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49" w:name="_Toc114235805"/>
      <w:bookmarkStart w:id="2250" w:name="_Toc144691993"/>
      <w:bookmarkStart w:id="2251" w:name="_Toc204048605"/>
      <w:bookmarkStart w:id="2252" w:name="_Toc400526223"/>
      <w:bookmarkStart w:id="2253" w:name="_Toc405534541"/>
      <w:bookmarkStart w:id="2254" w:name="_Toc406570554"/>
      <w:bookmarkStart w:id="2255" w:name="_Toc410910706"/>
      <w:bookmarkStart w:id="2256" w:name="_Toc411841135"/>
      <w:bookmarkStart w:id="2257" w:name="_Toc422147097"/>
      <w:bookmarkStart w:id="2258" w:name="_Toc433020693"/>
      <w:bookmarkStart w:id="2259" w:name="_Toc437262134"/>
      <w:bookmarkStart w:id="2260" w:name="_Toc478375312"/>
      <w:bookmarkStart w:id="2261" w:name="_Toc199405428"/>
      <w:r>
        <w:t>3.15.2</w:t>
      </w:r>
      <w:r>
        <w:tab/>
        <w:t>DSP Responsibilities Related to Voltage Support</w:t>
      </w:r>
      <w:bookmarkEnd w:id="2249"/>
      <w:bookmarkEnd w:id="2250"/>
      <w:bookmarkEnd w:id="2251"/>
      <w:bookmarkEnd w:id="2252"/>
      <w:bookmarkEnd w:id="2253"/>
      <w:bookmarkEnd w:id="2254"/>
      <w:bookmarkEnd w:id="2255"/>
      <w:bookmarkEnd w:id="2256"/>
      <w:bookmarkEnd w:id="2257"/>
      <w:bookmarkEnd w:id="2258"/>
      <w:bookmarkEnd w:id="2259"/>
      <w:bookmarkEnd w:id="2260"/>
      <w:bookmarkEnd w:id="2261"/>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lastRenderedPageBreak/>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64ED1484" w:rsidR="00CB13B2" w:rsidRDefault="002D238A" w:rsidP="00A256A3">
      <w:pPr>
        <w:pStyle w:val="H3"/>
      </w:pPr>
      <w:bookmarkStart w:id="2262" w:name="_Toc114235806"/>
      <w:bookmarkStart w:id="2263" w:name="_Toc144691994"/>
      <w:bookmarkStart w:id="2264" w:name="_Toc204048606"/>
      <w:bookmarkStart w:id="2265" w:name="_Toc400526224"/>
      <w:bookmarkStart w:id="2266" w:name="_Toc405534542"/>
      <w:bookmarkStart w:id="2267" w:name="_Toc406570555"/>
      <w:bookmarkStart w:id="2268" w:name="_Toc410910707"/>
      <w:bookmarkStart w:id="2269" w:name="_Toc411841136"/>
      <w:bookmarkStart w:id="2270" w:name="_Toc422147098"/>
      <w:bookmarkStart w:id="2271" w:name="_Toc433020694"/>
      <w:bookmarkStart w:id="2272" w:name="_Toc437262135"/>
      <w:bookmarkStart w:id="2273" w:name="_Toc478375313"/>
      <w:bookmarkStart w:id="2274" w:name="_Toc199405429"/>
      <w:bookmarkStart w:id="2275" w:name="_Hlk125616765"/>
      <w:r>
        <w:t>3.15.3</w:t>
      </w:r>
      <w:r>
        <w:tab/>
      </w:r>
      <w:r w:rsidR="004F4513" w:rsidRPr="004F4513">
        <w:t>Generation Resource</w:t>
      </w:r>
      <w:r w:rsidR="0039282E" w:rsidRPr="0039282E">
        <w:t xml:space="preserve"> </w:t>
      </w:r>
      <w:r w:rsidR="0039282E">
        <w:t>and</w:t>
      </w:r>
      <w:r w:rsidR="0039282E" w:rsidRPr="00FE615C">
        <w:t xml:space="preserve"> Energy Storage Resource</w:t>
      </w:r>
      <w:r w:rsidR="004F4513" w:rsidRPr="004F4513">
        <w:t xml:space="preserve"> Requirements Related to Voltage Support</w:t>
      </w:r>
      <w:bookmarkEnd w:id="2262"/>
      <w:bookmarkEnd w:id="2263"/>
      <w:bookmarkEnd w:id="2264"/>
      <w:bookmarkEnd w:id="2265"/>
      <w:bookmarkEnd w:id="2266"/>
      <w:bookmarkEnd w:id="2267"/>
      <w:bookmarkEnd w:id="2268"/>
      <w:bookmarkEnd w:id="2269"/>
      <w:bookmarkEnd w:id="2270"/>
      <w:bookmarkEnd w:id="2271"/>
      <w:bookmarkEnd w:id="2272"/>
      <w:bookmarkEnd w:id="2273"/>
      <w:bookmarkEnd w:id="2274"/>
    </w:p>
    <w:p w14:paraId="4E6769A3" w14:textId="20348DF3" w:rsidR="004F4513" w:rsidRPr="001F6407" w:rsidRDefault="004F4513" w:rsidP="00092E1C">
      <w:pPr>
        <w:spacing w:after="240"/>
        <w:ind w:left="720" w:hanging="720"/>
        <w:rPr>
          <w:iCs/>
        </w:rPr>
      </w:pPr>
      <w:r w:rsidRPr="001F6407">
        <w:rPr>
          <w:iCs/>
        </w:rPr>
        <w:t>(1)</w:t>
      </w:r>
      <w:r w:rsidRPr="001F6407">
        <w:rPr>
          <w:iCs/>
        </w:rPr>
        <w:tab/>
      </w:r>
      <w:r w:rsidR="0039282E" w:rsidRPr="0078794F">
        <w:rPr>
          <w:iCs/>
        </w:rPr>
        <w:t xml:space="preserve">Generation Resources </w:t>
      </w:r>
      <w:r w:rsidR="0039282E">
        <w:t xml:space="preserve">and ESRs </w:t>
      </w:r>
      <w:r w:rsidR="0039282E" w:rsidRPr="0078794F">
        <w:rPr>
          <w:iCs/>
        </w:rPr>
        <w:t>required to provide VSS shall have and maintain Reactive Power capability at least equal to the Reactive Power capability requirements specified in these Protocols and the ERCOT Operating Guides</w:t>
      </w:r>
      <w:r w:rsidR="0039282E">
        <w:rPr>
          <w:iCs/>
        </w:rPr>
        <w:t>.</w:t>
      </w:r>
    </w:p>
    <w:p w14:paraId="704C6BFA" w14:textId="55F244E3" w:rsidR="004F4513" w:rsidRPr="001F6407" w:rsidRDefault="004F4513" w:rsidP="00092E1C">
      <w:pPr>
        <w:spacing w:after="240"/>
        <w:ind w:left="720" w:hanging="720"/>
        <w:rPr>
          <w:iCs/>
        </w:rPr>
      </w:pPr>
      <w:r w:rsidRPr="001F6407">
        <w:rPr>
          <w:iCs/>
        </w:rPr>
        <w:t>(2)</w:t>
      </w:r>
      <w:r w:rsidRPr="001F6407">
        <w:rPr>
          <w:iCs/>
        </w:rPr>
        <w:tab/>
      </w:r>
      <w:r w:rsidR="0039282E" w:rsidRPr="001F6407">
        <w:rPr>
          <w:iCs/>
        </w:rPr>
        <w:t xml:space="preserve">Generation Resources </w:t>
      </w:r>
      <w:r w:rsidR="0039282E">
        <w:rPr>
          <w:iCs/>
        </w:rPr>
        <w:t xml:space="preserve">and ESRs </w:t>
      </w:r>
      <w:r w:rsidR="0039282E" w:rsidRPr="001F6407">
        <w:rPr>
          <w:iCs/>
        </w:rPr>
        <w:t>providing VSS shall be compliant with the ERCOT Operating Guides for response to transient voltage disturbance.</w:t>
      </w:r>
    </w:p>
    <w:p w14:paraId="3ED746E3" w14:textId="0BF2F94F" w:rsidR="004F4513" w:rsidRPr="001F6407" w:rsidRDefault="004F4513" w:rsidP="00092E1C">
      <w:pPr>
        <w:spacing w:after="240"/>
        <w:ind w:left="720" w:hanging="720"/>
        <w:rPr>
          <w:iCs/>
        </w:rPr>
      </w:pPr>
      <w:r w:rsidRPr="001F6407">
        <w:rPr>
          <w:iCs/>
        </w:rPr>
        <w:t>(3)</w:t>
      </w:r>
      <w:r w:rsidRPr="001F6407">
        <w:rPr>
          <w:iCs/>
        </w:rPr>
        <w:tab/>
      </w:r>
      <w:r w:rsidR="0039282E" w:rsidRPr="001F6407">
        <w:rPr>
          <w:iCs/>
        </w:rPr>
        <w:t xml:space="preserve">Generation Resources </w:t>
      </w:r>
      <w:r w:rsidR="0039282E">
        <w:rPr>
          <w:iCs/>
        </w:rPr>
        <w:t xml:space="preserve">and ESRs </w:t>
      </w:r>
      <w:r w:rsidR="0039282E" w:rsidRPr="001F6407">
        <w:rPr>
          <w:iCs/>
        </w:rPr>
        <w:t>providing VSS must meet technical requirements specified in Section 8.1.1.1,</w:t>
      </w:r>
      <w:r w:rsidR="0039282E">
        <w:rPr>
          <w:iCs/>
        </w:rPr>
        <w:t xml:space="preserve"> Ancillary Service </w:t>
      </w:r>
      <w:r w:rsidR="0039282E" w:rsidRPr="001F6407">
        <w:rPr>
          <w:iCs/>
        </w:rPr>
        <w:t>Qualification and Testing, and the performance standards specified in Section 8.1</w:t>
      </w:r>
      <w:r w:rsidR="0039282E">
        <w:rPr>
          <w:iCs/>
        </w:rPr>
        <w:t xml:space="preserve">.1, QSE Ancillary Service </w:t>
      </w:r>
      <w:r w:rsidR="0039282E" w:rsidRPr="001F6407">
        <w:rPr>
          <w:iCs/>
        </w:rPr>
        <w:t>Performance Standards.</w:t>
      </w:r>
    </w:p>
    <w:p w14:paraId="63C7500C" w14:textId="255E1FA0" w:rsidR="004F4513" w:rsidRPr="001F6407" w:rsidRDefault="004F4513" w:rsidP="00092E1C">
      <w:pPr>
        <w:spacing w:after="240"/>
        <w:ind w:left="720" w:hanging="720"/>
        <w:rPr>
          <w:iCs/>
        </w:rPr>
      </w:pPr>
      <w:r w:rsidRPr="001F6407">
        <w:rPr>
          <w:iCs/>
        </w:rPr>
        <w:t>(4)</w:t>
      </w:r>
      <w:r w:rsidRPr="001F6407">
        <w:rPr>
          <w:iCs/>
        </w:rPr>
        <w:tab/>
      </w:r>
      <w:r w:rsidR="0039282E" w:rsidRPr="001F6407">
        <w:rPr>
          <w:iCs/>
        </w:rPr>
        <w:t xml:space="preserve">Each Generation Resource </w:t>
      </w:r>
      <w:r w:rsidR="0039282E">
        <w:rPr>
          <w:iCs/>
        </w:rPr>
        <w:t xml:space="preserve">and ESR </w:t>
      </w:r>
      <w:r w:rsidR="0039282E" w:rsidRPr="001F6407">
        <w:rPr>
          <w:iCs/>
        </w:rPr>
        <w:t xml:space="preserve">providing VSS shall operate with the unit’s Automatic Voltage Regulator (AVR) in the </w:t>
      </w:r>
      <w:r w:rsidR="0039282E">
        <w:rPr>
          <w:iCs/>
        </w:rPr>
        <w:t xml:space="preserve">automatic </w:t>
      </w:r>
      <w:r w:rsidR="0039282E" w:rsidRPr="001F6407">
        <w:rPr>
          <w:iCs/>
        </w:rPr>
        <w:t>voltage control mode unless specifically directed to operate in manual mode by ERCOT, or when the unit is</w:t>
      </w:r>
      <w:r w:rsidR="0039282E">
        <w:rPr>
          <w:iCs/>
        </w:rPr>
        <w:t xml:space="preserve"> telemetering its Resource Status as STARTUP, SHUTDOWN, or ONTEST, </w:t>
      </w:r>
      <w:r w:rsidR="0039282E" w:rsidRPr="001F6407">
        <w:rPr>
          <w:iCs/>
        </w:rPr>
        <w:t xml:space="preserve">or the QSE determines a need to operate in manual mode </w:t>
      </w:r>
      <w:r w:rsidR="0039282E" w:rsidRPr="00AA7674">
        <w:rPr>
          <w:iCs/>
        </w:rPr>
        <w:t xml:space="preserve">due to an </w:t>
      </w:r>
      <w:r w:rsidR="0039282E" w:rsidRPr="00BB6D0E">
        <w:t>undue threat to safety, undue risk of bodily harm</w:t>
      </w:r>
      <w:r w:rsidR="0039282E">
        <w:t>,</w:t>
      </w:r>
      <w:r w:rsidR="0039282E" w:rsidRPr="00BB6D0E">
        <w:t xml:space="preserve"> or undue damage to equipment</w:t>
      </w:r>
      <w:r w:rsidR="0039282E" w:rsidRPr="001F6407">
        <w:rPr>
          <w:iCs/>
        </w:rPr>
        <w:t xml:space="preserve"> at the generating plant.</w:t>
      </w:r>
    </w:p>
    <w:p w14:paraId="7056D78A" w14:textId="05226DE7" w:rsidR="004F4513" w:rsidRPr="001F6407" w:rsidRDefault="004F4513" w:rsidP="00092E1C">
      <w:pPr>
        <w:spacing w:after="240"/>
        <w:ind w:left="720" w:hanging="720"/>
        <w:rPr>
          <w:iCs/>
        </w:rPr>
      </w:pPr>
      <w:r w:rsidRPr="001F6407">
        <w:rPr>
          <w:iCs/>
        </w:rPr>
        <w:t>(5)</w:t>
      </w:r>
      <w:r w:rsidRPr="001F6407">
        <w:rPr>
          <w:iCs/>
        </w:rPr>
        <w:tab/>
      </w:r>
      <w:r w:rsidR="0039282E" w:rsidRPr="001F6407">
        <w:rPr>
          <w:iCs/>
        </w:rPr>
        <w:t xml:space="preserve">Each Generation Resource </w:t>
      </w:r>
      <w:r w:rsidR="0039282E">
        <w:rPr>
          <w:iCs/>
        </w:rPr>
        <w:t xml:space="preserve">and ESR providing VSS </w:t>
      </w:r>
      <w:r w:rsidR="0039282E" w:rsidRPr="001F6407">
        <w:rPr>
          <w:iCs/>
        </w:rPr>
        <w:t xml:space="preserve">shall </w:t>
      </w:r>
      <w:r w:rsidR="0039282E">
        <w:rPr>
          <w:iCs/>
        </w:rPr>
        <w:t xml:space="preserve">maintain the Voltage Set Point </w:t>
      </w:r>
      <w:r w:rsidR="0039282E" w:rsidRPr="001F6407">
        <w:rPr>
          <w:iCs/>
        </w:rPr>
        <w:t>established by ERCOT</w:t>
      </w:r>
      <w:r w:rsidR="0039282E">
        <w:rPr>
          <w:iCs/>
        </w:rPr>
        <w:t>, the interconnecting TSP, or the TSP’s agent,</w:t>
      </w:r>
      <w:r w:rsidR="0039282E" w:rsidRPr="001F6407">
        <w:rPr>
          <w:iCs/>
        </w:rPr>
        <w:t xml:space="preserve"> subject to the </w:t>
      </w:r>
      <w:r w:rsidR="0039282E">
        <w:rPr>
          <w:iCs/>
        </w:rPr>
        <w:t>Generation Resource’s</w:t>
      </w:r>
      <w:r w:rsidR="0039282E" w:rsidRPr="001F6407">
        <w:rPr>
          <w:iCs/>
        </w:rPr>
        <w:t xml:space="preserve"> </w:t>
      </w:r>
      <w:r w:rsidR="0039282E">
        <w:rPr>
          <w:iCs/>
        </w:rPr>
        <w:t xml:space="preserve">or ESR’s </w:t>
      </w:r>
      <w:r w:rsidR="0039282E" w:rsidRPr="001F6407">
        <w:rPr>
          <w:iCs/>
        </w:rPr>
        <w:t>operating characteristic limits</w:t>
      </w:r>
      <w:r w:rsidR="0039282E">
        <w:rPr>
          <w:iCs/>
        </w:rPr>
        <w:t>,</w:t>
      </w:r>
      <w:r w:rsidR="0039282E" w:rsidRPr="001F6407">
        <w:rPr>
          <w:iCs/>
        </w:rPr>
        <w:t xml:space="preserve"> voltage limits</w:t>
      </w:r>
      <w:r w:rsidR="0039282E">
        <w:rPr>
          <w:iCs/>
        </w:rPr>
        <w:t xml:space="preserve">, and within tolerances identified in paragraph (4) of Nodal Operating Guide Section 2.7.3.5, </w:t>
      </w:r>
      <w:r w:rsidR="0039282E" w:rsidRPr="00167CA0">
        <w:rPr>
          <w:iCs/>
        </w:rPr>
        <w:t>Resource Entity Responsibilities and Generation Resource</w:t>
      </w:r>
      <w:r w:rsidR="0065522A">
        <w:rPr>
          <w:iCs/>
        </w:rPr>
        <w:t xml:space="preserve"> and Energy Storage Resource</w:t>
      </w:r>
      <w:r w:rsidR="0039282E" w:rsidRPr="00167CA0">
        <w:rPr>
          <w:iCs/>
        </w:rPr>
        <w:t xml:space="preserve"> Requirements</w:t>
      </w:r>
      <w:r w:rsidR="0039282E" w:rsidRPr="001F6407">
        <w:rPr>
          <w:iCs/>
        </w:rPr>
        <w:t>.</w:t>
      </w:r>
    </w:p>
    <w:p w14:paraId="4E97BAA6" w14:textId="70F6D2C8" w:rsidR="004F4513" w:rsidRPr="001F6407" w:rsidRDefault="004F4513" w:rsidP="00092E1C">
      <w:pPr>
        <w:spacing w:after="240"/>
        <w:ind w:left="720" w:hanging="720"/>
        <w:rPr>
          <w:iCs/>
        </w:rPr>
      </w:pPr>
      <w:r w:rsidRPr="001F6407">
        <w:rPr>
          <w:iCs/>
        </w:rPr>
        <w:t>(6)</w:t>
      </w:r>
      <w:r w:rsidRPr="001F6407">
        <w:rPr>
          <w:iCs/>
        </w:rPr>
        <w:tab/>
      </w:r>
      <w:r w:rsidR="0039282E" w:rsidRPr="001F6407">
        <w:rPr>
          <w:iCs/>
        </w:rPr>
        <w:t>The reactive capability required must be maintained at all times that the Generation Resource</w:t>
      </w:r>
      <w:r w:rsidR="0039282E">
        <w:rPr>
          <w:iCs/>
        </w:rPr>
        <w:t xml:space="preserve"> or ESR</w:t>
      </w:r>
      <w:r w:rsidR="0039282E" w:rsidRPr="001F6407">
        <w:rPr>
          <w:iCs/>
        </w:rPr>
        <w:t xml:space="preserve"> is On-Line.</w:t>
      </w:r>
    </w:p>
    <w:p w14:paraId="2DE05357" w14:textId="4E3283B3" w:rsidR="004F4513" w:rsidRPr="001F6407" w:rsidRDefault="004F4513" w:rsidP="00092E1C">
      <w:pPr>
        <w:spacing w:after="240"/>
        <w:ind w:left="720" w:hanging="720"/>
        <w:rPr>
          <w:iCs/>
        </w:rPr>
      </w:pPr>
      <w:r w:rsidRPr="001F6407">
        <w:rPr>
          <w:iCs/>
        </w:rPr>
        <w:t>(7)</w:t>
      </w:r>
      <w:r w:rsidRPr="001F6407">
        <w:rPr>
          <w:iCs/>
        </w:rPr>
        <w:tab/>
      </w:r>
      <w:r w:rsidR="0039282E" w:rsidRPr="001F6407">
        <w:rPr>
          <w:iCs/>
        </w:rPr>
        <w:t>Each QSE shall send to ERCOT</w:t>
      </w:r>
      <w:r w:rsidR="0039282E">
        <w:rPr>
          <w:iCs/>
        </w:rPr>
        <w:t>,</w:t>
      </w:r>
      <w:r w:rsidR="0039282E" w:rsidRPr="001F6407">
        <w:rPr>
          <w:iCs/>
        </w:rPr>
        <w:t xml:space="preserve"> via telemetry, the AVR and Power System Stabilizer (PSS) status </w:t>
      </w:r>
      <w:r w:rsidR="0039282E">
        <w:rPr>
          <w:iCs/>
        </w:rPr>
        <w:t>for</w:t>
      </w:r>
      <w:r w:rsidR="0039282E" w:rsidRPr="001F6407">
        <w:rPr>
          <w:iCs/>
        </w:rPr>
        <w:t xml:space="preserve"> each </w:t>
      </w:r>
      <w:r w:rsidR="0039282E">
        <w:rPr>
          <w:iCs/>
        </w:rPr>
        <w:t xml:space="preserve">of its </w:t>
      </w:r>
      <w:r w:rsidR="0039282E" w:rsidRPr="001F6407">
        <w:rPr>
          <w:iCs/>
        </w:rPr>
        <w:t>Generation Resource</w:t>
      </w:r>
      <w:r w:rsidR="0039282E">
        <w:rPr>
          <w:iCs/>
        </w:rPr>
        <w:t>s</w:t>
      </w:r>
      <w:r w:rsidR="0039282E" w:rsidRPr="001F6407">
        <w:rPr>
          <w:iCs/>
        </w:rPr>
        <w:t xml:space="preserve"> providing VSS.  </w:t>
      </w:r>
      <w:r w:rsidR="0039282E">
        <w:rPr>
          <w:iCs/>
        </w:rPr>
        <w:t xml:space="preserve">Each QSE shall send to ERCOT via telemetry the AVR status for each of its ESRs providing VSS.  </w:t>
      </w:r>
      <w:r w:rsidR="0039282E" w:rsidRPr="001F6407">
        <w:rPr>
          <w:iCs/>
        </w:rPr>
        <w:t xml:space="preserve">For AVRs, an “On” status will indicate the AVR is on and set to regulate the Resource’s terminal </w:t>
      </w:r>
      <w:r w:rsidR="0039282E" w:rsidRPr="001F6407">
        <w:rPr>
          <w:iCs/>
        </w:rPr>
        <w:lastRenderedPageBreak/>
        <w:t xml:space="preserve">voltage in the voltage control mode, and an “Off” status will indicate the AVR is off or in a manual mode.  </w:t>
      </w:r>
      <w:r w:rsidR="0039282E">
        <w:rPr>
          <w:iCs/>
        </w:rPr>
        <w:t xml:space="preserve">For PSS, an “On” status will indicate the service is enabled and ready for service, and an “Off” status will indicate it is off or out of service.  </w:t>
      </w:r>
      <w:r w:rsidR="0039282E" w:rsidRPr="001F6407">
        <w:rPr>
          <w:iCs/>
        </w:rPr>
        <w:t xml:space="preserve">Each QSE shall monitor the status of </w:t>
      </w:r>
      <w:r w:rsidR="0039282E">
        <w:rPr>
          <w:iCs/>
        </w:rPr>
        <w:t>its</w:t>
      </w:r>
      <w:r w:rsidR="0039282E" w:rsidRPr="001F6407">
        <w:rPr>
          <w:iCs/>
        </w:rPr>
        <w:t xml:space="preserve"> </w:t>
      </w:r>
      <w:r w:rsidR="0039282E">
        <w:rPr>
          <w:iCs/>
        </w:rPr>
        <w:t xml:space="preserve">Generation Resources’ and ESRs’ </w:t>
      </w:r>
      <w:r w:rsidR="0039282E" w:rsidRPr="001F6407">
        <w:rPr>
          <w:iCs/>
        </w:rPr>
        <w:t>regulators and stabilizers, and shall report status changes to ERCOT</w:t>
      </w:r>
      <w:r w:rsidR="0039282E">
        <w:rPr>
          <w:iCs/>
        </w:rPr>
        <w:t>.</w:t>
      </w:r>
    </w:p>
    <w:p w14:paraId="11E9ECB3" w14:textId="040F1158" w:rsidR="001E4C47" w:rsidRDefault="004F4513" w:rsidP="00092E1C">
      <w:pPr>
        <w:pStyle w:val="BodyTextNumbered"/>
        <w:rPr>
          <w:iCs w:val="0"/>
        </w:rPr>
      </w:pPr>
      <w:r w:rsidRPr="001F6407">
        <w:rPr>
          <w:iCs w:val="0"/>
        </w:rPr>
        <w:t>(8)</w:t>
      </w:r>
      <w:r w:rsidRPr="001F6407">
        <w:rPr>
          <w:iCs w:val="0"/>
        </w:rPr>
        <w:tab/>
        <w:t>Each Resource Entity shall provide information related to the tuning parameters, local or inter-area, of any PSS installed at a Generation Resource.</w:t>
      </w:r>
    </w:p>
    <w:p w14:paraId="16AEE1C5" w14:textId="6FDAB8A6" w:rsidR="000C5836" w:rsidRDefault="000C5836" w:rsidP="000C5836">
      <w:pPr>
        <w:pStyle w:val="BodyTextNumbered"/>
        <w:rPr>
          <w:iCs w:val="0"/>
        </w:rPr>
      </w:pPr>
      <w:r>
        <w:t>(9)</w:t>
      </w:r>
      <w: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w:t>
      </w:r>
      <w:r w:rsidRPr="00154E44">
        <w:t xml:space="preserve"> MW </w:t>
      </w:r>
      <w:r>
        <w:t>Injection.</w:t>
      </w:r>
    </w:p>
    <w:p w14:paraId="521737A1" w14:textId="0E57BB22" w:rsidR="00ED17F6" w:rsidRDefault="00ED17F6" w:rsidP="000716EE">
      <w:pPr>
        <w:spacing w:after="240"/>
        <w:ind w:left="720" w:hanging="720"/>
      </w:pPr>
      <w:bookmarkStart w:id="2276" w:name="_Hlk125616720"/>
      <w:bookmarkEnd w:id="2275"/>
      <w:r>
        <w:t>(</w:t>
      </w:r>
      <w:r w:rsidR="00D2795C">
        <w:t>10</w:t>
      </w:r>
      <w:r>
        <w:t>)</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277" w:name="_Hlk99642203"/>
      <w:r>
        <w:t xml:space="preserve">the submitted reactive capability curve reflects 0 MVAr leading and lagging reactive capability at 0 MW; </w:t>
      </w:r>
      <w:bookmarkEnd w:id="2277"/>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6214AE4D" w:rsidR="00ED17F6" w:rsidRDefault="00ED17F6" w:rsidP="00ED17F6">
      <w:pPr>
        <w:spacing w:after="240"/>
        <w:ind w:left="720" w:hanging="720"/>
      </w:pPr>
      <w:r>
        <w:t>(1</w:t>
      </w:r>
      <w:r w:rsidR="00D2795C">
        <w:t>1</w:t>
      </w:r>
      <w:r>
        <w:t>)</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lastRenderedPageBreak/>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08020ADE" w14:textId="77777777" w:rsidR="00FC27E7" w:rsidRDefault="00ED17F6" w:rsidP="00ED17F6">
      <w:pPr>
        <w:spacing w:after="240"/>
        <w:ind w:left="720" w:hanging="720"/>
        <w:rPr>
          <w:iCs/>
        </w:rPr>
      </w:pPr>
      <w:r>
        <w:t>(1</w:t>
      </w:r>
      <w:r w:rsidR="00D2795C">
        <w:t>2</w:t>
      </w:r>
      <w:r>
        <w:t>)</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3CE946C9" w14:textId="73DF8E9E" w:rsidR="004342A5" w:rsidRDefault="004342A5" w:rsidP="00ED17F6">
      <w:pPr>
        <w:spacing w:after="240"/>
        <w:ind w:left="720" w:hanging="720"/>
        <w:rPr>
          <w:iCs/>
        </w:rPr>
      </w:pPr>
      <w:r w:rsidRPr="003D6297">
        <w:t>(13)</w:t>
      </w:r>
      <w:r w:rsidRPr="003D6297">
        <w:tab/>
        <w:t>A Resource Entity shall submit a new Reactive Power study for a Generation Resource</w:t>
      </w:r>
      <w:r>
        <w:t xml:space="preserve"> or ESR</w:t>
      </w:r>
      <w:r w:rsidRPr="003D6297">
        <w:t xml:space="preserve"> if 20 MW or more of Load is added to a site that includes the Generation Resource</w:t>
      </w:r>
      <w:r>
        <w:t xml:space="preserve"> or ESR</w:t>
      </w:r>
      <w:r w:rsidRPr="003D629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bookmarkStart w:id="2278" w:name="_Toc114235807"/>
            <w:bookmarkStart w:id="2279" w:name="_Toc144691995"/>
            <w:bookmarkStart w:id="2280" w:name="_Toc204048607"/>
            <w:bookmarkStart w:id="2281" w:name="_Toc400526225"/>
            <w:bookmarkStart w:id="2282" w:name="_Toc405534543"/>
            <w:bookmarkStart w:id="2283" w:name="_Toc406570556"/>
            <w:bookmarkStart w:id="2284" w:name="_Toc410910708"/>
            <w:bookmarkStart w:id="2285" w:name="_Toc411841137"/>
            <w:bookmarkStart w:id="2286" w:name="_Toc422147099"/>
            <w:bookmarkStart w:id="2287" w:name="_Toc433020695"/>
            <w:bookmarkStart w:id="2288" w:name="_Toc437262136"/>
            <w:bookmarkStart w:id="2289" w:name="_Toc478375314"/>
            <w:bookmarkEnd w:id="2276"/>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290" w:name="_Toc109631903"/>
            <w:bookmarkStart w:id="2291" w:name="_Toc199405430"/>
            <w:bookmarkStart w:id="2292" w:name="_Toc60037424"/>
            <w:r w:rsidRPr="00692F0F">
              <w:rPr>
                <w:b/>
                <w:bCs/>
                <w:i/>
              </w:rPr>
              <w:t>3.15.4</w:t>
            </w:r>
            <w:r w:rsidRPr="00692F0F">
              <w:rPr>
                <w:b/>
                <w:bCs/>
                <w:i/>
              </w:rPr>
              <w:tab/>
              <w:t>Direct Current Tie Owner and Direct Current Tie Operator (DCTO) Responsibilities Related to Voltage Support</w:t>
            </w:r>
            <w:bookmarkEnd w:id="2290"/>
            <w:bookmarkEnd w:id="2291"/>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 xml:space="preserve">Reactive Power capability shall be available at all MW levels, whether injecting or withdrawing power, and may be met through a combination of the DC Tie’s </w:t>
            </w:r>
            <w:r w:rsidRPr="00692F0F">
              <w:rPr>
                <w:iCs/>
              </w:rPr>
              <w:lastRenderedPageBreak/>
              <w:t>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292"/>
            <w:r>
              <w:rPr>
                <w:iCs/>
                <w:szCs w:val="24"/>
              </w:rPr>
              <w:t>.</w:t>
            </w:r>
          </w:p>
        </w:tc>
      </w:tr>
    </w:tbl>
    <w:p w14:paraId="562A5C6D" w14:textId="77777777" w:rsidR="00CB13B2" w:rsidRDefault="002D238A" w:rsidP="00174F2B">
      <w:pPr>
        <w:pStyle w:val="H2"/>
        <w:spacing w:before="480"/>
      </w:pPr>
      <w:bookmarkStart w:id="2293" w:name="_Toc199405431"/>
      <w:r>
        <w:lastRenderedPageBreak/>
        <w:t>3.16</w:t>
      </w:r>
      <w:r>
        <w:tab/>
        <w:t>Standards for Determining Ancillary Service Quantities</w:t>
      </w:r>
      <w:bookmarkEnd w:id="2278"/>
      <w:bookmarkEnd w:id="2279"/>
      <w:bookmarkEnd w:id="2280"/>
      <w:bookmarkEnd w:id="2281"/>
      <w:bookmarkEnd w:id="2282"/>
      <w:bookmarkEnd w:id="2283"/>
      <w:bookmarkEnd w:id="2284"/>
      <w:bookmarkEnd w:id="2285"/>
      <w:bookmarkEnd w:id="2286"/>
      <w:bookmarkEnd w:id="2287"/>
      <w:bookmarkEnd w:id="2288"/>
      <w:bookmarkEnd w:id="2289"/>
      <w:bookmarkEnd w:id="2293"/>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lastRenderedPageBreak/>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68113BD4" w14:textId="4700488E" w:rsidR="00364D90" w:rsidRPr="0003648D" w:rsidRDefault="00364D90" w:rsidP="00D67AC6">
      <w:pPr>
        <w:spacing w:before="240" w:after="240"/>
        <w:ind w:left="1440" w:hanging="720"/>
        <w:rPr>
          <w:iCs/>
        </w:rPr>
      </w:pPr>
      <w:r w:rsidRPr="0003648D">
        <w:rPr>
          <w:iCs/>
        </w:rPr>
        <w:t>(</w:t>
      </w:r>
      <w:r w:rsidR="00174FF1">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664DF7BE" w:rsidR="00364D90" w:rsidRPr="0003648D" w:rsidRDefault="00364D90" w:rsidP="00364D90">
      <w:pPr>
        <w:spacing w:after="240"/>
        <w:ind w:left="1440" w:hanging="720"/>
        <w:rPr>
          <w:iCs/>
        </w:rPr>
      </w:pPr>
      <w:r w:rsidRPr="0003648D">
        <w:rPr>
          <w:iCs/>
        </w:rPr>
        <w:t>(</w:t>
      </w:r>
      <w:r w:rsidR="00174FF1">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6C9BF167" w:rsidR="00BD0371" w:rsidRPr="00434CAB" w:rsidRDefault="00BD0371" w:rsidP="006263AC">
            <w:pPr>
              <w:spacing w:before="120" w:after="240"/>
              <w:rPr>
                <w:b/>
                <w:i/>
              </w:rPr>
            </w:pPr>
            <w:r>
              <w:rPr>
                <w:b/>
                <w:i/>
              </w:rPr>
              <w:t>[NPRR1007</w:t>
            </w:r>
            <w:r w:rsidRPr="004B0726">
              <w:rPr>
                <w:b/>
                <w:i/>
              </w:rPr>
              <w:t xml:space="preserve">: </w:t>
            </w:r>
            <w:r>
              <w:rPr>
                <w:b/>
                <w:i/>
              </w:rPr>
              <w:t xml:space="preserve"> Delete items (</w:t>
            </w:r>
            <w:r w:rsidR="00174FF1">
              <w:rPr>
                <w:b/>
                <w:i/>
              </w:rPr>
              <w:t>c</w:t>
            </w:r>
            <w:r>
              <w:rPr>
                <w:b/>
                <w:i/>
              </w:rPr>
              <w:t>) and (</w:t>
            </w:r>
            <w:r w:rsidR="00174FF1">
              <w:rPr>
                <w:b/>
                <w:i/>
              </w:rPr>
              <w:t>d</w:t>
            </w:r>
            <w:r>
              <w:rPr>
                <w:b/>
                <w:i/>
              </w:rPr>
              <w:t>) above upon system implementation of the Real-Time Co-Optimization (RTC) project and renumber accordingly</w:t>
            </w:r>
            <w:r w:rsidR="006263AC">
              <w:rPr>
                <w:b/>
                <w:i/>
              </w:rPr>
              <w:t>.</w:t>
            </w:r>
            <w:r w:rsidRPr="004B0726">
              <w:rPr>
                <w:b/>
                <w:i/>
              </w:rPr>
              <w:t>]</w:t>
            </w:r>
          </w:p>
        </w:tc>
      </w:tr>
    </w:tbl>
    <w:p w14:paraId="021476ED" w14:textId="7E6C1DE3" w:rsidR="00364D90" w:rsidRDefault="00364D90" w:rsidP="00080344">
      <w:pPr>
        <w:spacing w:before="240" w:after="240"/>
        <w:ind w:left="1440" w:hanging="720"/>
      </w:pPr>
      <w:r w:rsidRPr="0003648D">
        <w:rPr>
          <w:iCs/>
        </w:rPr>
        <w:t>(</w:t>
      </w:r>
      <w:r w:rsidR="00174FF1">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7171C761" w:rsidR="00CB13B2" w:rsidRDefault="002D238A" w:rsidP="00CA2018">
      <w:pPr>
        <w:pStyle w:val="BodyTextNumbered"/>
      </w:pPr>
      <w:r>
        <w:t>(3)</w:t>
      </w:r>
      <w:r>
        <w:tab/>
      </w:r>
      <w:r w:rsidR="00EE0F46" w:rsidRPr="0085648C">
        <w:t xml:space="preserve">The ERCOT Board shall review and </w:t>
      </w:r>
      <w:r w:rsidR="001D153C">
        <w:t xml:space="preserve">recommend </w:t>
      </w:r>
      <w:r w:rsidR="00EE0F46" w:rsidRPr="0085648C">
        <w:t>approv</w:t>
      </w:r>
      <w:r w:rsidR="001D153C">
        <w:t>al of</w:t>
      </w:r>
      <w:r w:rsidR="00EE0F46" w:rsidRPr="0085648C">
        <w:t xml:space="preserve"> ERCOT's methodology for determining the minimum Ancillary Service requirements, </w:t>
      </w:r>
      <w:r w:rsidR="00EF461A">
        <w:t xml:space="preserve">any minimum capacity required from </w:t>
      </w:r>
      <w:r w:rsidR="000E3563">
        <w:t>Security-Constrained Economic Dispatch (</w:t>
      </w:r>
      <w:r w:rsidR="00EF461A">
        <w:t>SCED</w:t>
      </w:r>
      <w:r w:rsidR="000E3563">
        <w:t>)</w:t>
      </w:r>
      <w:r w:rsidR="00EF461A">
        <w:t xml:space="preserve"> dispatchable Resources to provide </w:t>
      </w:r>
      <w:r w:rsidR="000E3563">
        <w:t>Non-Spinning Reserve (</w:t>
      </w:r>
      <w:r w:rsidR="00EF461A">
        <w:t>Non-Spin</w:t>
      </w:r>
      <w:r w:rsidR="000E3563">
        <w:t>)</w:t>
      </w:r>
      <w:r w:rsidR="00EF461A">
        <w:t xml:space="preserve">,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720EFD">
        <w:t xml:space="preserve">the </w:t>
      </w:r>
      <w:r w:rsidR="00720EFD">
        <w:rPr>
          <w:color w:val="000000"/>
        </w:rPr>
        <w:t xml:space="preserve">maximum amount of RRS that an individual Resource can provide using Primary Frequency Response, </w:t>
      </w:r>
      <w:r w:rsidR="00EE0F46" w:rsidRPr="0085648C">
        <w:t>and the maximum amount of Reg-Up and Reg-Down that can be provided by Resources p</w:t>
      </w:r>
      <w:r w:rsidR="00EE0F46">
        <w:t>roviding FRRS-Up and FRRS-Down.</w:t>
      </w:r>
      <w:r w:rsidR="001D153C" w:rsidRPr="001D153C">
        <w:t xml:space="preserve"> </w:t>
      </w:r>
      <w:r w:rsidR="001D153C">
        <w:t xml:space="preserve"> </w:t>
      </w:r>
      <w:r w:rsidR="008607CF">
        <w:t xml:space="preserve">ERCOT shall post on the ERCOT website the ERCOT Methodologies for Determining Minimum Ancillary Service Requirements approved by the ERCOT Board.  </w:t>
      </w:r>
      <w:r w:rsidR="001D153C">
        <w:t>Any such recommendations require approval by the Public Utility Commission of Texas (PUCT) prior to implementation.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5A160B4D" w:rsidR="00BD0371" w:rsidRDefault="00BD0371" w:rsidP="00BD0371">
            <w:pPr>
              <w:spacing w:before="120" w:after="240"/>
              <w:rPr>
                <w:b/>
                <w:i/>
              </w:rPr>
            </w:pPr>
            <w:r>
              <w:rPr>
                <w:b/>
                <w:i/>
              </w:rPr>
              <w:t>[NPRR1007</w:t>
            </w:r>
            <w:r w:rsidR="001C2FB5">
              <w:rPr>
                <w:b/>
                <w:i/>
              </w:rPr>
              <w:t>,</w:t>
            </w:r>
            <w:r w:rsidR="00305D9D">
              <w:rPr>
                <w:b/>
                <w:i/>
              </w:rPr>
              <w:t xml:space="preserve"> NPRR1128</w:t>
            </w:r>
            <w:r w:rsidR="001C2FB5">
              <w:rPr>
                <w:b/>
                <w:i/>
              </w:rPr>
              <w:t>, NPRR1171</w:t>
            </w:r>
            <w:r w:rsidR="00DC463A">
              <w:rPr>
                <w:b/>
                <w:i/>
              </w:rPr>
              <w:t>, and NPRR1213</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sidR="00BA578C">
              <w:rPr>
                <w:b/>
                <w:i/>
              </w:rPr>
              <w:t>,</w:t>
            </w:r>
            <w:r w:rsidR="001C2FB5">
              <w:rPr>
                <w:b/>
                <w:i/>
              </w:rPr>
              <w:t xml:space="preserve"> </w:t>
            </w:r>
            <w:r w:rsidR="008607CF">
              <w:rPr>
                <w:b/>
                <w:i/>
              </w:rPr>
              <w:t xml:space="preserve">or </w:t>
            </w:r>
            <w:r w:rsidR="001C2FB5">
              <w:rPr>
                <w:b/>
                <w:i/>
              </w:rPr>
              <w:t>NPRR1171</w:t>
            </w:r>
            <w:r w:rsidR="00FD0C47">
              <w:rPr>
                <w:b/>
                <w:i/>
              </w:rPr>
              <w:t>; or upon system implementation and upon system implementation of NPRR1171 for</w:t>
            </w:r>
            <w:r w:rsidR="00DC463A">
              <w:rPr>
                <w:b/>
                <w:i/>
              </w:rPr>
              <w:t xml:space="preserve"> NPRR1213</w:t>
            </w:r>
            <w:r>
              <w:rPr>
                <w:b/>
                <w:i/>
              </w:rPr>
              <w:t>:</w:t>
            </w:r>
            <w:r w:rsidRPr="004B0726">
              <w:rPr>
                <w:b/>
                <w:i/>
              </w:rPr>
              <w:t>]</w:t>
            </w:r>
          </w:p>
          <w:p w14:paraId="380D0A13" w14:textId="7594A73D" w:rsidR="00BD0371" w:rsidRPr="00BD0371" w:rsidRDefault="00BD0371" w:rsidP="00BD0371">
            <w:pPr>
              <w:spacing w:after="240"/>
              <w:ind w:left="720" w:hanging="720"/>
              <w:rPr>
                <w:iCs/>
              </w:rPr>
            </w:pPr>
            <w:r w:rsidRPr="002C18A8">
              <w:rPr>
                <w:iCs/>
              </w:rPr>
              <w:lastRenderedPageBreak/>
              <w:t>(3)</w:t>
            </w:r>
            <w:r w:rsidRPr="002C18A8">
              <w:rPr>
                <w:iCs/>
              </w:rPr>
              <w:tab/>
              <w:t xml:space="preserve">The ERCOT Board shall review and </w:t>
            </w:r>
            <w:r w:rsidR="001D153C">
              <w:rPr>
                <w:iCs/>
              </w:rPr>
              <w:t xml:space="preserve">recommend </w:t>
            </w:r>
            <w:r w:rsidRPr="002C18A8">
              <w:rPr>
                <w:iCs/>
              </w:rPr>
              <w:t>approv</w:t>
            </w:r>
            <w:r w:rsidR="001D153C">
              <w:rPr>
                <w:iCs/>
              </w:rPr>
              <w:t>al of</w:t>
            </w:r>
            <w:r w:rsidRPr="002C18A8">
              <w:rPr>
                <w:iCs/>
              </w:rPr>
              <w:t xml:space="preserve"> ERCOT's methodology for determining the minimum Ancillary Service requirements, </w:t>
            </w:r>
            <w:r w:rsidR="00A67CAE">
              <w:t xml:space="preserve">any minimum capacity required from </w:t>
            </w:r>
            <w:r w:rsidR="000E3563">
              <w:t>Security-Constrained Economic Dispatch (</w:t>
            </w:r>
            <w:r w:rsidR="00A67CAE">
              <w:t>SCED</w:t>
            </w:r>
            <w:r w:rsidR="000E3563">
              <w:t>)</w:t>
            </w:r>
            <w:r w:rsidR="00A67CAE">
              <w:t xml:space="preserve"> dispatchable Resources to provide </w:t>
            </w:r>
            <w:r w:rsidR="000E3563">
              <w:t>Non-Spinning Reserve (</w:t>
            </w:r>
            <w:r w:rsidR="00A67CAE">
              <w:t>Non-Spin</w:t>
            </w:r>
            <w:r w:rsidR="000E3563">
              <w:t>)</w:t>
            </w:r>
            <w:r w:rsidR="00A67CAE">
              <w:t xml:space="preserve">, </w:t>
            </w:r>
            <w:r w:rsidR="001C2FB5">
              <w:t xml:space="preserve">the maximum amount of Non-Spin that can be provided by </w:t>
            </w:r>
            <w:r w:rsidR="000E3563">
              <w:t>Distribution Generation Resources (</w:t>
            </w:r>
            <w:r w:rsidR="001C2FB5">
              <w:t>DGRs</w:t>
            </w:r>
            <w:r w:rsidR="000E3563">
              <w:t>)</w:t>
            </w:r>
            <w:r w:rsidR="001C2FB5">
              <w:t xml:space="preserve"> and </w:t>
            </w:r>
            <w:r w:rsidR="000E3563">
              <w:t>Distribution Energy Storage Resources (</w:t>
            </w:r>
            <w:r w:rsidR="001C2FB5">
              <w:t>DESRs</w:t>
            </w:r>
            <w:r w:rsidR="000E3563">
              <w:t>)</w:t>
            </w:r>
            <w:r w:rsidR="001C2FB5">
              <w:t xml:space="preserve"> that are interconnected to a distribution circuit that is subject to Load shed, </w:t>
            </w:r>
            <w:r w:rsidR="00DC463A">
              <w:t xml:space="preserve">the maximum amount of ECRS that can be provided by DGRs and DESRs that are interconnected to a distribution circuit that is subject to Load shed,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w:t>
            </w:r>
            <w:r w:rsidR="00720EFD">
              <w:t xml:space="preserve">the </w:t>
            </w:r>
            <w:r w:rsidR="00720EFD">
              <w:rPr>
                <w:color w:val="000000"/>
              </w:rPr>
              <w:t xml:space="preserve">maximum amount of RRS that an individual Resource can provide using Primary Frequency Response, </w:t>
            </w:r>
            <w:r w:rsidR="00305D9D">
              <w:t>and the Operating Hours where prioritizing procurement of FFR up to the maximum FFR amount is beneficial in improving reliability</w:t>
            </w:r>
            <w:r>
              <w:rPr>
                <w:iCs/>
              </w:rPr>
              <w:t>.</w:t>
            </w:r>
            <w:r w:rsidR="00300A36">
              <w:rPr>
                <w:iCs/>
              </w:rPr>
              <w:t xml:space="preserve">  ERCOT shall post on the ERCOT website the ERCOT Methodologies for Determining Minimum Ancillary Service Requirements approved by the ERCOT Board.</w:t>
            </w:r>
            <w:r w:rsidR="001D153C">
              <w:t xml:space="preserve">  Any such recommendations require approval by the Public Utility Commission of Texas (PUCT) prior to implementation.</w:t>
            </w:r>
          </w:p>
        </w:tc>
      </w:tr>
    </w:tbl>
    <w:p w14:paraId="0363A127" w14:textId="1A925073" w:rsidR="00CB13B2" w:rsidRDefault="002D238A" w:rsidP="00080344">
      <w:pPr>
        <w:pStyle w:val="BodyTextNumbered"/>
        <w:spacing w:before="240"/>
      </w:pPr>
      <w:r>
        <w:lastRenderedPageBreak/>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0CF1C373"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4760C4">
        <w:t>ERCOT website</w:t>
      </w:r>
      <w:r w:rsidR="006452C9" w:rsidRPr="00157AF8">
        <w:t xml:space="preserve">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4ABA4191" w:rsidR="00305D9D" w:rsidRDefault="00305D9D" w:rsidP="0028497E">
            <w:pPr>
              <w:spacing w:before="120" w:after="240"/>
              <w:rPr>
                <w:b/>
                <w:i/>
              </w:rPr>
            </w:pPr>
            <w:r>
              <w:rPr>
                <w:b/>
                <w:i/>
              </w:rPr>
              <w:t>[NPRR1128</w:t>
            </w:r>
            <w:r w:rsidRPr="004B0726">
              <w:rPr>
                <w:b/>
                <w:i/>
              </w:rPr>
              <w:t xml:space="preserve">: </w:t>
            </w:r>
            <w:r>
              <w:rPr>
                <w:b/>
                <w:i/>
              </w:rPr>
              <w:t xml:space="preserve"> Replace</w:t>
            </w:r>
            <w:r w:rsidR="00300A36">
              <w:rPr>
                <w:b/>
                <w:i/>
              </w:rPr>
              <w:t xml:space="preserve"> </w:t>
            </w:r>
            <w:r>
              <w:rPr>
                <w:b/>
                <w:i/>
              </w:rPr>
              <w:t>paragraph (5) above with the following upon system implementation:</w:t>
            </w:r>
            <w:r w:rsidRPr="004B0726">
              <w:rPr>
                <w:b/>
                <w:i/>
              </w:rPr>
              <w:t>]</w:t>
            </w:r>
          </w:p>
          <w:p w14:paraId="40251DDB" w14:textId="05050D65" w:rsidR="00305D9D" w:rsidRPr="00305D9D" w:rsidRDefault="00305D9D" w:rsidP="00305D9D">
            <w:pPr>
              <w:pStyle w:val="BodyTextNumbered"/>
            </w:pPr>
            <w:bookmarkStart w:id="2294" w:name="_Hlk125616204"/>
            <w:r>
              <w:t>(5)</w:t>
            </w:r>
            <w:r>
              <w:tab/>
            </w:r>
            <w:r w:rsidRPr="00157AF8">
              <w:t xml:space="preserve">Monthly, ERCOT shall determine and post on the </w:t>
            </w:r>
            <w:r w:rsidR="00300A36">
              <w:t>ERCOT website</w:t>
            </w:r>
            <w:r w:rsidRPr="00157AF8">
              <w:t xml:space="preserve"> a minimum capacity required from</w:t>
            </w:r>
            <w:r w:rsidRPr="00157AF8" w:rsidDel="00F23422">
              <w:t xml:space="preserve"> </w:t>
            </w:r>
            <w:r w:rsidRPr="00157AF8">
              <w:t xml:space="preserve">Resources providing RRS using Primary Frequency Response.  The remaining capacity required for RRS may be supplied by all Resources qualified </w:t>
            </w:r>
            <w:r w:rsidRPr="00157AF8">
              <w:lastRenderedPageBreak/>
              <w:t>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294"/>
          </w:p>
        </w:tc>
      </w:tr>
    </w:tbl>
    <w:p w14:paraId="09CEC3AB" w14:textId="32906B01" w:rsidR="00CB13B2" w:rsidRDefault="002D238A" w:rsidP="00D67AC6">
      <w:pPr>
        <w:pStyle w:val="List"/>
        <w:spacing w:before="240"/>
        <w:ind w:left="720"/>
      </w:pPr>
      <w:r>
        <w:lastRenderedPageBreak/>
        <w:t>(</w:t>
      </w:r>
      <w:r w:rsidR="00C63FA1">
        <w:t>6</w:t>
      </w:r>
      <w:r>
        <w:t>)</w:t>
      </w:r>
      <w:r>
        <w:tab/>
      </w:r>
      <w:r w:rsidR="006452C9" w:rsidRPr="00157AF8">
        <w:t>The amount of RRS that a Qualified Scheduling Entity (QSE) can self-arrange using a Load Resource excluding Controllable Load Resources</w:t>
      </w:r>
      <w:r w:rsidR="00916DDC">
        <w:t xml:space="preserve"> (CLRs)</w:t>
      </w:r>
      <w:r w:rsidR="006452C9" w:rsidRPr="00157AF8">
        <w:t xml:space="preserve">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7246FB6C" w:rsidR="001D3EE0" w:rsidRDefault="002D238A" w:rsidP="00CA2018">
      <w:pPr>
        <w:pStyle w:val="BodyTextNumbered"/>
      </w:pPr>
      <w:r>
        <w:t>(</w:t>
      </w:r>
      <w:r w:rsidR="00C63FA1">
        <w:t>7</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(5) above, up to the lesser of the 60% limit or the limit established by ERCOT in paragraph (5) above.</w:t>
      </w:r>
    </w:p>
    <w:p w14:paraId="46C2239F" w14:textId="3866B39A" w:rsidR="00174FF1" w:rsidRDefault="00174FF1" w:rsidP="00174FF1">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sidR="00E568B1">
        <w:rPr>
          <w:iCs/>
        </w:rPr>
        <w:t>ERCOT website</w:t>
      </w:r>
      <w:r w:rsidRPr="0003648D">
        <w:rPr>
          <w:iCs/>
        </w:rPr>
        <w:t xml:space="preserve">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w:t>
      </w:r>
      <w:r w:rsidR="00916DDC">
        <w:rPr>
          <w:iCs/>
        </w:rPr>
        <w:t>CLRs</w:t>
      </w:r>
      <w:r w:rsidRPr="0003648D">
        <w:rPr>
          <w:iCs/>
        </w:rPr>
        <w:t xml:space="preserve">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20DD7756" w14:textId="1F32453D" w:rsidR="00174FF1" w:rsidRPr="0003648D" w:rsidRDefault="00174FF1" w:rsidP="00A64E44">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w:t>
      </w:r>
      <w:r w:rsidR="00916DDC">
        <w:rPr>
          <w:iCs/>
        </w:rPr>
        <w:t>CLRs</w:t>
      </w:r>
      <w:r w:rsidRPr="0003648D">
        <w:rPr>
          <w:iCs/>
        </w:rPr>
        <w:t xml:space="preserve">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77777777"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FD4F2F" w14:textId="62F595B2" w:rsidR="008318DE" w:rsidRDefault="00174FF1" w:rsidP="00174FF1">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w:t>
      </w:r>
      <w:r w:rsidR="00916DDC">
        <w:rPr>
          <w:iCs/>
        </w:rPr>
        <w:t>CLRs</w:t>
      </w:r>
      <w:r w:rsidRPr="0003648D">
        <w:rPr>
          <w:iCs/>
        </w:rPr>
        <w:t xml:space="preserve"> procured by ERCOT is also limited to the lesser of the 50% limit or the limit established by ERCOT in paragraph (</w:t>
      </w:r>
      <w:r>
        <w:rPr>
          <w:iCs/>
        </w:rPr>
        <w:t>9</w:t>
      </w:r>
      <w:r w:rsidRPr="0003648D">
        <w:rPr>
          <w:iCs/>
        </w:rPr>
        <w:t>) above.</w:t>
      </w:r>
    </w:p>
    <w:p w14:paraId="692900F5" w14:textId="5BD39110" w:rsidR="008F2BF0" w:rsidRDefault="008F2BF0" w:rsidP="002F60B3">
      <w:pPr>
        <w:pStyle w:val="BodyTextNumbered"/>
      </w:pPr>
      <w:r>
        <w:t>(</w:t>
      </w:r>
      <w:r w:rsidR="00174FF1">
        <w:t>11</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2831B906" w:rsidR="008F2BF0" w:rsidRDefault="008F2BF0" w:rsidP="008F2BF0">
      <w:pPr>
        <w:pStyle w:val="BodyTextNumbered"/>
      </w:pPr>
      <w:r>
        <w:lastRenderedPageBreak/>
        <w:t>(</w:t>
      </w:r>
      <w:r w:rsidR="00174FF1">
        <w:t>12</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652C1FDB" w:rsidR="00BD0371" w:rsidRDefault="002E1653" w:rsidP="008F2BF0">
      <w:pPr>
        <w:pStyle w:val="BodyTextNumbered"/>
      </w:pPr>
      <w:r w:rsidRPr="000F3ABC">
        <w:t>(1</w:t>
      </w:r>
      <w:r w:rsidR="00174FF1">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52892185"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w:t>
            </w:r>
            <w:r w:rsidR="00174FF1">
              <w:rPr>
                <w:b/>
                <w:i/>
              </w:rPr>
              <w:t>11</w:t>
            </w:r>
            <w:r>
              <w:rPr>
                <w:b/>
                <w:i/>
              </w:rPr>
              <w:t>)-(1</w:t>
            </w:r>
            <w:r w:rsidR="00174FF1">
              <w:rPr>
                <w:b/>
                <w:i/>
              </w:rPr>
              <w:t>3</w:t>
            </w:r>
            <w:r>
              <w:rPr>
                <w:b/>
                <w:i/>
              </w:rPr>
              <w:t>)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95" w:name="_Toc114235808"/>
      <w:bookmarkStart w:id="2296" w:name="_Toc144691996"/>
      <w:bookmarkStart w:id="2297" w:name="_Toc204048608"/>
      <w:bookmarkStart w:id="2298" w:name="_Toc400526226"/>
      <w:bookmarkStart w:id="2299" w:name="_Toc405534544"/>
      <w:bookmarkStart w:id="2300" w:name="_Toc406570557"/>
      <w:bookmarkStart w:id="2301" w:name="_Toc410910709"/>
      <w:bookmarkStart w:id="2302" w:name="_Toc411841138"/>
      <w:bookmarkStart w:id="2303" w:name="_Toc422147100"/>
      <w:bookmarkStart w:id="2304" w:name="_Toc433020696"/>
      <w:bookmarkStart w:id="2305" w:name="_Toc437262137"/>
      <w:bookmarkStart w:id="2306" w:name="_Toc478375315"/>
      <w:bookmarkStart w:id="2307" w:name="_Toc199405432"/>
      <w:r>
        <w:t>3.17</w:t>
      </w:r>
      <w:r>
        <w:tab/>
      </w:r>
      <w:bookmarkStart w:id="2308" w:name="_Toc93910994"/>
      <w:r>
        <w:t>Ancillary Service Capacity Products</w:t>
      </w:r>
      <w:bookmarkEnd w:id="2295"/>
      <w:bookmarkEnd w:id="2296"/>
      <w:bookmarkEnd w:id="2297"/>
      <w:bookmarkEnd w:id="2298"/>
      <w:bookmarkEnd w:id="2299"/>
      <w:bookmarkEnd w:id="2300"/>
      <w:bookmarkEnd w:id="2301"/>
      <w:bookmarkEnd w:id="2302"/>
      <w:bookmarkEnd w:id="2303"/>
      <w:bookmarkEnd w:id="2304"/>
      <w:bookmarkEnd w:id="2305"/>
      <w:bookmarkEnd w:id="2306"/>
      <w:bookmarkEnd w:id="2308"/>
      <w:bookmarkEnd w:id="2307"/>
      <w:r>
        <w:t xml:space="preserve"> </w:t>
      </w:r>
    </w:p>
    <w:p w14:paraId="5ED9B5F0" w14:textId="77777777" w:rsidR="00CB13B2" w:rsidRDefault="002D238A">
      <w:pPr>
        <w:pStyle w:val="H3"/>
      </w:pPr>
      <w:bookmarkStart w:id="2309" w:name="_Toc90197098"/>
      <w:bookmarkStart w:id="2310" w:name="_Toc114235809"/>
      <w:bookmarkStart w:id="2311" w:name="_Toc144691997"/>
      <w:bookmarkStart w:id="2312" w:name="_Toc204048609"/>
      <w:bookmarkStart w:id="2313" w:name="_Toc400526227"/>
      <w:bookmarkStart w:id="2314" w:name="_Toc405534545"/>
      <w:bookmarkStart w:id="2315" w:name="_Toc406570558"/>
      <w:bookmarkStart w:id="2316" w:name="_Toc410910710"/>
      <w:bookmarkStart w:id="2317" w:name="_Toc411841139"/>
      <w:bookmarkStart w:id="2318" w:name="_Toc422147101"/>
      <w:bookmarkStart w:id="2319" w:name="_Toc433020697"/>
      <w:bookmarkStart w:id="2320" w:name="_Toc437262138"/>
      <w:bookmarkStart w:id="2321" w:name="_Toc478375316"/>
      <w:bookmarkStart w:id="2322" w:name="_Toc199405433"/>
      <w:bookmarkStart w:id="2323" w:name="_Toc92873939"/>
      <w:bookmarkStart w:id="2324" w:name="_Toc93910995"/>
      <w:r>
        <w:t>3.17.1</w:t>
      </w:r>
      <w:r>
        <w:tab/>
        <w:t xml:space="preserve">Regulation </w:t>
      </w:r>
      <w:bookmarkEnd w:id="2309"/>
      <w:r>
        <w:t>Service</w:t>
      </w:r>
      <w:bookmarkEnd w:id="2310"/>
      <w:bookmarkEnd w:id="2311"/>
      <w:bookmarkEnd w:id="2312"/>
      <w:bookmarkEnd w:id="2313"/>
      <w:bookmarkEnd w:id="2314"/>
      <w:bookmarkEnd w:id="2315"/>
      <w:bookmarkEnd w:id="2316"/>
      <w:bookmarkEnd w:id="2317"/>
      <w:bookmarkEnd w:id="2318"/>
      <w:bookmarkEnd w:id="2319"/>
      <w:bookmarkEnd w:id="2320"/>
      <w:bookmarkEnd w:id="2321"/>
      <w:bookmarkEnd w:id="2322"/>
      <w:r>
        <w:t xml:space="preserve"> </w:t>
      </w:r>
      <w:bookmarkEnd w:id="2323"/>
      <w:bookmarkEnd w:id="2324"/>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341E4F3F" w:rsidR="00BD0371" w:rsidRDefault="00BD0371" w:rsidP="002A1D9B">
            <w:pPr>
              <w:spacing w:before="120" w:after="240"/>
              <w:rPr>
                <w:b/>
                <w:i/>
              </w:rPr>
            </w:pPr>
            <w:r>
              <w:rPr>
                <w:b/>
                <w:i/>
              </w:rPr>
              <w:t>[NPRR1007</w:t>
            </w:r>
            <w:r w:rsidR="00BD2069">
              <w:rPr>
                <w:b/>
                <w:i/>
              </w:rPr>
              <w:t xml:space="preserve"> and NPRR1246</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4C40B3D9" w:rsidR="00BD0371" w:rsidRPr="00BD0371" w:rsidRDefault="00BD0371" w:rsidP="00BD0371">
            <w:pPr>
              <w:spacing w:after="240"/>
              <w:ind w:left="720" w:hanging="720"/>
              <w:rPr>
                <w:iCs/>
              </w:rPr>
            </w:pPr>
            <w:r w:rsidRPr="00282040">
              <w:rPr>
                <w:iCs/>
              </w:rPr>
              <w:t>(1)</w:t>
            </w:r>
            <w:r w:rsidRPr="00282040">
              <w:rPr>
                <w:iCs/>
              </w:rPr>
              <w:tab/>
              <w:t xml:space="preserve">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w:t>
            </w:r>
            <w:r w:rsidR="001C20E6">
              <w:rPr>
                <w:iCs/>
              </w:rPr>
              <w:t>or Energy Storage Resource (ESR) in discharge mode</w:t>
            </w:r>
            <w:r w:rsidR="001C20E6" w:rsidRPr="00282040">
              <w:rPr>
                <w:iCs/>
              </w:rPr>
              <w:t xml:space="preserve"> </w:t>
            </w:r>
            <w:r w:rsidRPr="00282040">
              <w:rPr>
                <w:iCs/>
              </w:rPr>
              <w:t>providing Reg-Up must be able to increase energy output when deployed and decrease energy output when recalled.  A Load Resource</w:t>
            </w:r>
            <w:r w:rsidR="001C20E6">
              <w:rPr>
                <w:iCs/>
              </w:rPr>
              <w:t xml:space="preserve"> or ESR in charge mode</w:t>
            </w:r>
            <w:r w:rsidRPr="00282040">
              <w:rPr>
                <w:iCs/>
              </w:rPr>
              <w:t xml:space="preserv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lastRenderedPageBreak/>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25" w:name="_Toc90197099"/>
      <w:bookmarkStart w:id="2326" w:name="_Toc92873940"/>
      <w:bookmarkStart w:id="2327"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26A98F39" w:rsidR="00BD0371" w:rsidRDefault="00BD0371" w:rsidP="002A1D9B">
            <w:pPr>
              <w:spacing w:before="120" w:after="240"/>
              <w:rPr>
                <w:b/>
                <w:i/>
              </w:rPr>
            </w:pPr>
            <w:r>
              <w:rPr>
                <w:b/>
                <w:i/>
              </w:rPr>
              <w:t>[NPRR1007</w:t>
            </w:r>
            <w:r w:rsidR="001C20E6">
              <w:rPr>
                <w:b/>
                <w:i/>
              </w:rPr>
              <w:t xml:space="preserve"> and NPRR1246</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3BD160CB" w:rsidR="00BD0371" w:rsidRPr="00BD0371" w:rsidRDefault="00BD0371" w:rsidP="00BD0371">
            <w:pPr>
              <w:spacing w:after="240"/>
              <w:ind w:left="720" w:hanging="720"/>
              <w:rPr>
                <w:iCs/>
              </w:rPr>
            </w:pPr>
            <w:r w:rsidRPr="00282040">
              <w:rPr>
                <w:iCs/>
              </w:rPr>
              <w:t>(2)</w:t>
            </w:r>
            <w:r w:rsidRPr="00282040">
              <w:rPr>
                <w:iCs/>
              </w:rPr>
              <w:tab/>
              <w:t xml:space="preserve">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w:t>
            </w:r>
            <w:r w:rsidR="001C20E6">
              <w:rPr>
                <w:iCs/>
              </w:rPr>
              <w:t>or ESR in discharge mode</w:t>
            </w:r>
            <w:r w:rsidR="001C20E6" w:rsidRPr="00282040">
              <w:rPr>
                <w:iCs/>
              </w:rPr>
              <w:t xml:space="preserve"> </w:t>
            </w:r>
            <w:r w:rsidRPr="00282040">
              <w:rPr>
                <w:iCs/>
              </w:rPr>
              <w:t>providing Reg-Down must be able to decrease energy output when deployed and increase energy output when recalled. A Load Resource</w:t>
            </w:r>
            <w:r w:rsidR="001C20E6">
              <w:rPr>
                <w:iCs/>
              </w:rPr>
              <w:t xml:space="preserve"> or ESR in charge mode</w:t>
            </w:r>
            <w:r w:rsidRPr="00282040">
              <w:rPr>
                <w:iCs/>
              </w:rPr>
              <w:t xml:space="preserv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28" w:name="_Toc114235810"/>
      <w:bookmarkStart w:id="2329" w:name="_Toc144691998"/>
      <w:bookmarkStart w:id="2330" w:name="_Toc204048610"/>
      <w:bookmarkStart w:id="2331" w:name="_Toc400526228"/>
      <w:bookmarkStart w:id="2332" w:name="_Toc405534546"/>
      <w:bookmarkStart w:id="2333" w:name="_Toc406570559"/>
      <w:bookmarkStart w:id="2334" w:name="_Toc410910711"/>
      <w:bookmarkStart w:id="2335" w:name="_Toc411841140"/>
      <w:bookmarkStart w:id="2336" w:name="_Toc422147102"/>
      <w:bookmarkStart w:id="2337" w:name="_Toc433020698"/>
      <w:bookmarkStart w:id="2338" w:name="_Toc437262139"/>
      <w:bookmarkStart w:id="2339" w:name="_Toc478375317"/>
      <w:bookmarkStart w:id="2340" w:name="_Toc199405434"/>
      <w:r>
        <w:t>3.17.2</w:t>
      </w:r>
      <w:r>
        <w:tab/>
        <w:t>Responsive Reserve Service</w:t>
      </w:r>
      <w:bookmarkEnd w:id="2325"/>
      <w:bookmarkEnd w:id="2328"/>
      <w:bookmarkEnd w:id="2329"/>
      <w:bookmarkEnd w:id="2330"/>
      <w:bookmarkEnd w:id="2331"/>
      <w:bookmarkEnd w:id="2332"/>
      <w:bookmarkEnd w:id="2333"/>
      <w:bookmarkEnd w:id="2334"/>
      <w:bookmarkEnd w:id="2335"/>
      <w:bookmarkEnd w:id="2336"/>
      <w:bookmarkEnd w:id="2337"/>
      <w:bookmarkEnd w:id="2338"/>
      <w:bookmarkEnd w:id="2339"/>
      <w:bookmarkEnd w:id="2340"/>
      <w:r>
        <w:t xml:space="preserve"> </w:t>
      </w:r>
      <w:bookmarkEnd w:id="2326"/>
      <w:bookmarkEnd w:id="2327"/>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77777777" w:rsidR="00174FF1" w:rsidRPr="0003648D" w:rsidRDefault="00174FF1" w:rsidP="00174FF1">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9361B" w14:paraId="42EC0049" w14:textId="77777777" w:rsidTr="00F16B94">
        <w:tc>
          <w:tcPr>
            <w:tcW w:w="9332" w:type="dxa"/>
            <w:tcBorders>
              <w:top w:val="single" w:sz="4" w:space="0" w:color="auto"/>
              <w:left w:val="single" w:sz="4" w:space="0" w:color="auto"/>
              <w:bottom w:val="single" w:sz="4" w:space="0" w:color="auto"/>
              <w:right w:val="single" w:sz="4" w:space="0" w:color="auto"/>
            </w:tcBorders>
            <w:shd w:val="clear" w:color="auto" w:fill="D9D9D9"/>
          </w:tcPr>
          <w:p w14:paraId="62A3F1FA" w14:textId="3B962EE8" w:rsidR="0039361B" w:rsidRDefault="0039361B" w:rsidP="00F16B94">
            <w:pPr>
              <w:spacing w:before="120" w:after="240"/>
              <w:rPr>
                <w:b/>
                <w:i/>
              </w:rPr>
            </w:pPr>
            <w:r>
              <w:rPr>
                <w:b/>
                <w:i/>
              </w:rPr>
              <w:t>[NPRR1290</w:t>
            </w:r>
            <w:r w:rsidRPr="004B0726">
              <w:rPr>
                <w:b/>
                <w:i/>
              </w:rPr>
              <w:t xml:space="preserve">: </w:t>
            </w:r>
            <w:r>
              <w:rPr>
                <w:b/>
                <w:i/>
              </w:rPr>
              <w:t xml:space="preserve"> Replace paragraph (a) above with the following upon system implementation of the Real-Time Co-Optimization (RTC) project:</w:t>
            </w:r>
            <w:r w:rsidRPr="004B0726">
              <w:rPr>
                <w:b/>
                <w:i/>
              </w:rPr>
              <w:t>]</w:t>
            </w:r>
          </w:p>
          <w:p w14:paraId="4686F82F" w14:textId="67CE79CA" w:rsidR="0039361B" w:rsidRPr="0039361B" w:rsidRDefault="0039361B" w:rsidP="0039361B">
            <w:pPr>
              <w:spacing w:after="240"/>
              <w:ind w:left="1440" w:hanging="720"/>
              <w:rPr>
                <w:iCs/>
              </w:rPr>
            </w:pPr>
            <w:r w:rsidRPr="001F3AC9">
              <w:lastRenderedPageBreak/>
              <w:t>(a)</w:t>
            </w:r>
            <w:r w:rsidRPr="001F3AC9">
              <w:tab/>
              <w:t>On-Line Generation Resource capable of providing Primary Frequency Response with its Frequency Responsive Capacity (FRC);</w:t>
            </w:r>
          </w:p>
        </w:tc>
      </w:tr>
    </w:tbl>
    <w:p w14:paraId="7EC87099" w14:textId="2934087C" w:rsidR="00174FF1" w:rsidRPr="0003648D" w:rsidRDefault="00174FF1" w:rsidP="009F5B92">
      <w:pPr>
        <w:spacing w:before="240" w:after="240"/>
        <w:ind w:left="1440" w:hanging="720"/>
      </w:pPr>
      <w:r w:rsidRPr="0003648D">
        <w:lastRenderedPageBreak/>
        <w:t>(b)</w:t>
      </w:r>
      <w:r w:rsidRPr="0003648D">
        <w:tab/>
        <w:t xml:space="preserve">Resources capable of providing Fast Frequency Response (FFR) and sustaining their response for up to 15 minutes; </w:t>
      </w:r>
    </w:p>
    <w:p w14:paraId="6A948BE0" w14:textId="7B2B5CD6"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w:t>
      </w:r>
    </w:p>
    <w:p w14:paraId="6DAAD110" w14:textId="27E6ADCD" w:rsidR="003251A3" w:rsidRDefault="003251A3">
      <w:pPr>
        <w:pStyle w:val="List"/>
      </w:pPr>
      <w:r>
        <w:rPr>
          <w:iCs/>
        </w:rPr>
        <w:t>(d)</w:t>
      </w:r>
      <w:r>
        <w:rPr>
          <w:iCs/>
        </w:rPr>
        <w:tab/>
        <w:t>Controllable Load Resources (CLRs); and</w:t>
      </w:r>
    </w:p>
    <w:p w14:paraId="04CC0E65" w14:textId="5CB26E21" w:rsidR="00CB13B2" w:rsidRDefault="00174FF1">
      <w:pPr>
        <w:pStyle w:val="List"/>
      </w:pPr>
      <w:r w:rsidRPr="0003648D">
        <w:t>(</w:t>
      </w:r>
      <w:r w:rsidR="003251A3">
        <w:t>e</w:t>
      </w:r>
      <w:r w:rsidRPr="0003648D">
        <w:t>)</w:t>
      </w:r>
      <w:r w:rsidRPr="0003648D">
        <w:tab/>
        <w:t>Generation Resources operating in synchronous condenser fast-response mode as defined in the Operating Guides</w:t>
      </w:r>
      <w:r w:rsidR="001C4965">
        <w: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3375E870"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0EDAC1BC" w14:textId="78BE0767" w:rsidR="001C20E6" w:rsidRDefault="001C20E6" w:rsidP="00514D72">
            <w:pPr>
              <w:spacing w:before="120" w:after="240"/>
              <w:rPr>
                <w:b/>
                <w:i/>
              </w:rPr>
            </w:pPr>
            <w:bookmarkStart w:id="2341" w:name="_Toc90197100"/>
            <w:bookmarkStart w:id="2342" w:name="_Toc92873941"/>
            <w:bookmarkStart w:id="2343" w:name="_Toc93910997"/>
            <w:bookmarkStart w:id="2344" w:name="_Toc114235811"/>
            <w:bookmarkStart w:id="2345" w:name="_Toc144691999"/>
            <w:bookmarkStart w:id="2346" w:name="_Toc204048611"/>
            <w:bookmarkStart w:id="2347" w:name="_Toc400526229"/>
            <w:bookmarkStart w:id="2348" w:name="_Toc405534547"/>
            <w:bookmarkStart w:id="2349" w:name="_Toc406570560"/>
            <w:bookmarkStart w:id="2350" w:name="_Toc410910712"/>
            <w:bookmarkStart w:id="2351" w:name="_Toc411841141"/>
            <w:bookmarkStart w:id="2352" w:name="_Toc422147103"/>
            <w:bookmarkStart w:id="2353" w:name="_Toc433020699"/>
            <w:bookmarkStart w:id="2354" w:name="_Toc437262140"/>
            <w:bookmarkStart w:id="2355" w:name="_Toc478375318"/>
            <w:r>
              <w:rPr>
                <w:b/>
                <w:i/>
              </w:rPr>
              <w:t>[NPRR1246</w:t>
            </w:r>
            <w:r w:rsidRPr="004B0726">
              <w:rPr>
                <w:b/>
                <w:i/>
              </w:rPr>
              <w:t xml:space="preserve">: </w:t>
            </w:r>
            <w:r>
              <w:rPr>
                <w:b/>
                <w:i/>
              </w:rPr>
              <w:t xml:space="preserve"> Insert item (</w:t>
            </w:r>
            <w:r w:rsidR="003251A3">
              <w:rPr>
                <w:b/>
                <w:i/>
              </w:rPr>
              <w:t>f</w:t>
            </w:r>
            <w:r>
              <w:rPr>
                <w:b/>
                <w:i/>
              </w:rPr>
              <w:t>) below upon system implementation of the Real-Time Co-Optimization (RTC) project:</w:t>
            </w:r>
            <w:r w:rsidRPr="004B0726">
              <w:rPr>
                <w:b/>
                <w:i/>
              </w:rPr>
              <w:t>]</w:t>
            </w:r>
          </w:p>
          <w:p w14:paraId="7946FD72" w14:textId="2CCDF278" w:rsidR="001C20E6" w:rsidRPr="001C20E6" w:rsidRDefault="001C20E6" w:rsidP="008B3CCE">
            <w:pPr>
              <w:spacing w:after="240"/>
              <w:ind w:left="1440" w:hanging="720"/>
            </w:pPr>
            <w:r>
              <w:t>(</w:t>
            </w:r>
            <w:r w:rsidR="003251A3">
              <w:t>f</w:t>
            </w:r>
            <w:r>
              <w:t>)</w:t>
            </w:r>
            <w:r>
              <w:tab/>
              <w:t>ESRs.</w:t>
            </w:r>
          </w:p>
        </w:tc>
      </w:tr>
    </w:tbl>
    <w:p w14:paraId="2350D996" w14:textId="77777777" w:rsidR="00CB13B2" w:rsidRDefault="002D238A" w:rsidP="002F60B3">
      <w:pPr>
        <w:pStyle w:val="H3"/>
      </w:pPr>
      <w:bookmarkStart w:id="2356" w:name="_Toc199405435"/>
      <w:r>
        <w:t>3.17.3</w:t>
      </w:r>
      <w:r>
        <w:tab/>
        <w:t>Non-Spinning Reserve Service</w:t>
      </w:r>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414D3B81"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6AFE6484" w14:textId="489C7EEE" w:rsidR="001C20E6" w:rsidRDefault="001C20E6" w:rsidP="00514D72">
            <w:pPr>
              <w:spacing w:before="120" w:after="240"/>
              <w:rPr>
                <w:b/>
                <w:i/>
              </w:rPr>
            </w:pPr>
            <w:r>
              <w:rPr>
                <w:b/>
                <w:i/>
              </w:rPr>
              <w:lastRenderedPageBreak/>
              <w:t>[NPRR1246</w:t>
            </w:r>
            <w:r w:rsidRPr="004B0726">
              <w:rPr>
                <w:b/>
                <w:i/>
              </w:rPr>
              <w:t xml:space="preserve">: </w:t>
            </w:r>
            <w:r>
              <w:rPr>
                <w:b/>
                <w:i/>
              </w:rPr>
              <w:t xml:space="preserve"> Insert item (d) below upon system implementation of the Real-Time Co-Optimization (RTC) project:</w:t>
            </w:r>
            <w:r w:rsidRPr="004B0726">
              <w:rPr>
                <w:b/>
                <w:i/>
              </w:rPr>
              <w:t>]</w:t>
            </w:r>
          </w:p>
          <w:p w14:paraId="3C631C9B" w14:textId="5F43F60E" w:rsidR="001C20E6" w:rsidRPr="001C20E6" w:rsidRDefault="001C20E6" w:rsidP="001C20E6">
            <w:pPr>
              <w:spacing w:after="240"/>
              <w:ind w:left="1440" w:hanging="720"/>
            </w:pPr>
            <w:r>
              <w:t>(d)</w:t>
            </w:r>
            <w:r>
              <w:tab/>
              <w:t>ESRs.</w:t>
            </w:r>
          </w:p>
        </w:tc>
      </w:tr>
    </w:tbl>
    <w:p w14:paraId="698E3883" w14:textId="06B79083" w:rsidR="00CB13B2" w:rsidRDefault="002D238A" w:rsidP="008B3CCE">
      <w:pPr>
        <w:pStyle w:val="BodyTextNumbered"/>
        <w:spacing w:before="240"/>
      </w:pPr>
      <w:r>
        <w:t>(2)</w:t>
      </w:r>
      <w:r>
        <w:tab/>
        <w:t xml:space="preserve">The Non-Spin may be deployed by ERCOT to increase available reserves in Real-Time Operations.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57" w:name="_Toc199405436"/>
      <w:bookmarkStart w:id="2358" w:name="_Hlk135828340"/>
      <w:r w:rsidRPr="0003648D">
        <w:rPr>
          <w:b/>
          <w:bCs/>
          <w:i/>
        </w:rPr>
        <w:t>3.17.4</w:t>
      </w:r>
      <w:r w:rsidRPr="0003648D">
        <w:rPr>
          <w:b/>
          <w:bCs/>
          <w:i/>
        </w:rPr>
        <w:tab/>
      </w:r>
      <w:r w:rsidRPr="007279C0">
        <w:rPr>
          <w:b/>
          <w:bCs/>
          <w:i/>
        </w:rPr>
        <w:t>ERCOT Co</w:t>
      </w:r>
      <w:r>
        <w:rPr>
          <w:b/>
          <w:bCs/>
          <w:i/>
        </w:rPr>
        <w:t>ntingency Reserve Service</w:t>
      </w:r>
      <w:bookmarkEnd w:id="2357"/>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77777777" w:rsidR="0053591F" w:rsidRPr="0003648D" w:rsidRDefault="0053591F" w:rsidP="0053591F">
      <w:pPr>
        <w:spacing w:after="240"/>
        <w:ind w:left="1440" w:hanging="720"/>
      </w:pPr>
      <w:r w:rsidRPr="0003648D">
        <w:t>(d)</w:t>
      </w:r>
      <w:r w:rsidRPr="0003648D">
        <w:tab/>
        <w:t>Controllable Load Resources; and</w:t>
      </w:r>
    </w:p>
    <w:p w14:paraId="77E8010B" w14:textId="77777777"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36906D8A"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014A7D1C" w14:textId="276F604A" w:rsidR="001C20E6" w:rsidRDefault="001C20E6" w:rsidP="00514D72">
            <w:pPr>
              <w:spacing w:before="120" w:after="240"/>
              <w:rPr>
                <w:b/>
                <w:i/>
              </w:rPr>
            </w:pPr>
            <w:bookmarkStart w:id="2359" w:name="_Toc114235812"/>
            <w:bookmarkStart w:id="2360" w:name="_Toc144692000"/>
            <w:bookmarkStart w:id="2361" w:name="_Toc204048612"/>
            <w:bookmarkStart w:id="2362" w:name="_Toc400526230"/>
            <w:bookmarkStart w:id="2363" w:name="_Toc405534548"/>
            <w:bookmarkStart w:id="2364" w:name="_Toc406570561"/>
            <w:bookmarkStart w:id="2365" w:name="_Toc410910713"/>
            <w:bookmarkStart w:id="2366" w:name="_Toc411841142"/>
            <w:bookmarkStart w:id="2367" w:name="_Toc422147104"/>
            <w:bookmarkStart w:id="2368" w:name="_Toc433020700"/>
            <w:bookmarkStart w:id="2369" w:name="_Toc437262141"/>
            <w:bookmarkStart w:id="2370" w:name="_Toc478375319"/>
            <w:bookmarkStart w:id="2371" w:name="_Toc92873942"/>
            <w:bookmarkStart w:id="2372" w:name="_Toc93910998"/>
            <w:bookmarkEnd w:id="2358"/>
            <w:r>
              <w:rPr>
                <w:b/>
                <w:i/>
              </w:rPr>
              <w:lastRenderedPageBreak/>
              <w:t>[NPRR1246</w:t>
            </w:r>
            <w:r w:rsidRPr="004B0726">
              <w:rPr>
                <w:b/>
                <w:i/>
              </w:rPr>
              <w:t xml:space="preserve">: </w:t>
            </w:r>
            <w:r>
              <w:rPr>
                <w:b/>
                <w:i/>
              </w:rPr>
              <w:t xml:space="preserve"> Insert item (f) below upon system implementation of the Real-Time Co-Optimization (RTC) project:</w:t>
            </w:r>
            <w:r w:rsidRPr="004B0726">
              <w:rPr>
                <w:b/>
                <w:i/>
              </w:rPr>
              <w:t>]</w:t>
            </w:r>
          </w:p>
          <w:p w14:paraId="21AE4B6E" w14:textId="7608D52C" w:rsidR="001C20E6" w:rsidRPr="001C20E6" w:rsidRDefault="001C20E6" w:rsidP="001C20E6">
            <w:pPr>
              <w:spacing w:after="240"/>
              <w:ind w:left="1440" w:hanging="720"/>
            </w:pPr>
            <w:r>
              <w:t>(f)</w:t>
            </w:r>
            <w:r>
              <w:tab/>
              <w:t>ESRs</w:t>
            </w:r>
            <w:r w:rsidRPr="00B50AAE">
              <w:t>.</w:t>
            </w:r>
          </w:p>
        </w:tc>
      </w:tr>
    </w:tbl>
    <w:p w14:paraId="101AD7EE" w14:textId="1A30EAAE" w:rsidR="00CB13B2" w:rsidRDefault="002D238A" w:rsidP="008B3CCE">
      <w:pPr>
        <w:pStyle w:val="H2"/>
        <w:spacing w:before="480"/>
      </w:pPr>
      <w:bookmarkStart w:id="2373" w:name="_Toc199405437"/>
      <w:r w:rsidRPr="00B14A27">
        <w:t>3.18</w:t>
      </w:r>
      <w:r w:rsidRPr="00B14A27">
        <w:tab/>
        <w:t>Resource Limits in Providing Ancillary Service</w:t>
      </w:r>
      <w:bookmarkEnd w:id="2359"/>
      <w:bookmarkEnd w:id="2360"/>
      <w:bookmarkEnd w:id="2361"/>
      <w:bookmarkEnd w:id="2362"/>
      <w:bookmarkEnd w:id="2363"/>
      <w:bookmarkEnd w:id="2364"/>
      <w:bookmarkEnd w:id="2365"/>
      <w:bookmarkEnd w:id="2366"/>
      <w:bookmarkEnd w:id="2367"/>
      <w:bookmarkEnd w:id="2368"/>
      <w:bookmarkEnd w:id="2369"/>
      <w:bookmarkEnd w:id="2370"/>
      <w:bookmarkEnd w:id="2373"/>
      <w:r>
        <w:t xml:space="preserve"> </w:t>
      </w:r>
    </w:p>
    <w:p w14:paraId="70DA7B42" w14:textId="331C0B42"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rsidR="002B5BFA">
        <w:t>ERCOT Contingency Reserve Service</w:t>
      </w:r>
      <w:r w:rsidR="002B5BFA" w:rsidRPr="0003648D">
        <w:rPr>
          <w:iCs w:val="0"/>
        </w:rPr>
        <w:t xml:space="preserve"> </w:t>
      </w:r>
      <w:r w:rsidR="002B5BFA">
        <w:rPr>
          <w:iCs w:val="0"/>
        </w:rPr>
        <w:t xml:space="preserve">(ECRS), </w:t>
      </w:r>
      <w:r>
        <w:t>Regulation Up</w:t>
      </w:r>
      <w:r w:rsidR="004B1F2A">
        <w:t xml:space="preserve"> Service</w:t>
      </w:r>
      <w:r>
        <w:t xml:space="preserve"> (Reg-Up)</w:t>
      </w:r>
      <w:r w:rsidR="00541745">
        <w:t xml:space="preserve">, Regulation Down </w:t>
      </w:r>
      <w:r w:rsidR="004B1F2A">
        <w:t xml:space="preserve">Service </w:t>
      </w:r>
      <w:r w:rsidR="00541745">
        <w:t>(Reg-Down),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5A1A7D6C" w:rsidR="008A5563" w:rsidRDefault="008A5563" w:rsidP="004F196D">
            <w:pPr>
              <w:spacing w:before="120" w:after="240"/>
              <w:rPr>
                <w:b/>
                <w:i/>
              </w:rPr>
            </w:pPr>
            <w:r>
              <w:rPr>
                <w:b/>
                <w:i/>
              </w:rPr>
              <w:t>[</w:t>
            </w:r>
            <w:r w:rsidR="007F49B0">
              <w:rPr>
                <w:b/>
                <w:i/>
              </w:rPr>
              <w:t>NPRR1007</w:t>
            </w:r>
            <w:r w:rsidR="001C20E6">
              <w:rPr>
                <w:b/>
                <w:i/>
              </w:rPr>
              <w:t xml:space="preserve"> and NPRR1246</w:t>
            </w:r>
            <w:r w:rsidRPr="004B0726">
              <w:rPr>
                <w:b/>
                <w:i/>
              </w:rPr>
              <w:t xml:space="preserve">: </w:t>
            </w:r>
            <w:r>
              <w:rPr>
                <w:b/>
                <w:i/>
              </w:rPr>
              <w:t xml:space="preserve"> Replace paragraph (1) above with the following </w:t>
            </w:r>
            <w:r w:rsidR="007F49B0">
              <w:rPr>
                <w:b/>
                <w:i/>
              </w:rPr>
              <w:t>upon system implementation of the Real-Time Co-Optimization (RTC) project</w:t>
            </w:r>
            <w:r>
              <w:rPr>
                <w:b/>
                <w:i/>
              </w:rPr>
              <w:t>:</w:t>
            </w:r>
            <w:r w:rsidRPr="004B0726">
              <w:rPr>
                <w:b/>
                <w:i/>
              </w:rPr>
              <w:t>]</w:t>
            </w:r>
          </w:p>
          <w:p w14:paraId="164DBD88" w14:textId="3521BCAF" w:rsidR="008A5563" w:rsidRPr="008D1D84" w:rsidRDefault="008A5563" w:rsidP="007F49B0">
            <w:pPr>
              <w:spacing w:after="240"/>
              <w:ind w:left="720" w:hanging="720"/>
              <w:rPr>
                <w:iCs/>
              </w:rPr>
            </w:pPr>
            <w:r w:rsidRPr="0003648D">
              <w:rPr>
                <w:iCs/>
              </w:rPr>
              <w:t>(1)</w:t>
            </w:r>
            <w:r w:rsidRPr="0003648D">
              <w:rPr>
                <w:iCs/>
              </w:rPr>
              <w:tab/>
              <w:t>For Generation Resources</w:t>
            </w:r>
            <w:r w:rsidR="001C20E6">
              <w:rPr>
                <w:iCs/>
              </w:rPr>
              <w:t>, Energy Storage Resources (ESRs),</w:t>
            </w:r>
            <w:r w:rsidRPr="0003648D">
              <w:rPr>
                <w:iCs/>
              </w:rPr>
              <w:t xml:space="preserve">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xml:space="preserve">, Regulation Up </w:t>
            </w:r>
            <w:r w:rsidR="004B1F2A">
              <w:rPr>
                <w:iCs/>
              </w:rPr>
              <w:t xml:space="preserve">Service </w:t>
            </w:r>
            <w:r w:rsidRPr="0003648D">
              <w:rPr>
                <w:iCs/>
              </w:rPr>
              <w:t xml:space="preserve">(Reg-Up), Regulation Down </w:t>
            </w:r>
            <w:r w:rsidR="004B1F2A">
              <w:rPr>
                <w:iCs/>
              </w:rPr>
              <w:t xml:space="preserve">Service </w:t>
            </w:r>
            <w:r w:rsidRPr="0003648D">
              <w:rPr>
                <w:iCs/>
              </w:rPr>
              <w:t>(Reg-Down),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288BA8F6" w:rsidR="00BF54A3" w:rsidRPr="002255EB" w:rsidRDefault="00BF54A3" w:rsidP="00BF54A3">
      <w:pPr>
        <w:spacing w:after="240"/>
        <w:ind w:left="1440" w:hanging="720"/>
      </w:pPr>
      <w:r w:rsidRPr="002255EB">
        <w:t>(a)</w:t>
      </w:r>
      <w:r w:rsidRPr="002255EB">
        <w:tab/>
        <w:t>The full amount of RRS</w:t>
      </w:r>
      <w:r w:rsidR="00720EFD" w:rsidRPr="00720EFD">
        <w:t xml:space="preserve"> </w:t>
      </w:r>
      <w:r w:rsidR="00720EFD">
        <w:t>using Primary Frequency Response</w:t>
      </w:r>
      <w:r w:rsidRPr="002255EB">
        <w:t xml:space="preserve"> awarded to or self-arranged from an On-Line Resource is dependent upon the verified droop characteristics of the Resource.  ERCOT shall calculate and update, using the methodology described in Nodal Operating Guide</w:t>
      </w:r>
      <w:r w:rsidR="00720EFD" w:rsidRPr="00720EFD">
        <w:rPr>
          <w:color w:val="000000"/>
        </w:rPr>
        <w:t xml:space="preserve"> </w:t>
      </w:r>
      <w:r w:rsidR="00720EFD" w:rsidRPr="005B7240">
        <w:rPr>
          <w:color w:val="000000"/>
        </w:rPr>
        <w:t xml:space="preserve">Section 8, Attachment N, </w:t>
      </w:r>
      <w:r w:rsidR="00720EFD" w:rsidRPr="00AB473C">
        <w:rPr>
          <w:color w:val="000000"/>
        </w:rPr>
        <w:t xml:space="preserve">Procedure for Calculating RRS MW Limits for Individual Resources to </w:t>
      </w:r>
      <w:r w:rsidR="00720EFD">
        <w:rPr>
          <w:color w:val="000000"/>
        </w:rPr>
        <w:t>P</w:t>
      </w:r>
      <w:r w:rsidR="00720EFD" w:rsidRPr="00AB473C">
        <w:rPr>
          <w:color w:val="000000"/>
        </w:rPr>
        <w:t xml:space="preserve">rovide RRS </w:t>
      </w:r>
      <w:r w:rsidR="00720EFD">
        <w:rPr>
          <w:color w:val="000000"/>
        </w:rPr>
        <w:t>U</w:t>
      </w:r>
      <w:r w:rsidR="00720EFD" w:rsidRPr="00AB473C">
        <w:rPr>
          <w:color w:val="000000"/>
        </w:rPr>
        <w:t>sing Primary Frequency Response</w:t>
      </w:r>
      <w:r w:rsidRPr="002255EB">
        <w:t>, a maximum MW amount of RRS</w:t>
      </w:r>
      <w:r w:rsidR="00720EFD" w:rsidRPr="00720EFD">
        <w:rPr>
          <w:color w:val="000000"/>
        </w:rPr>
        <w:t xml:space="preserve"> </w:t>
      </w:r>
      <w:r w:rsidR="00720EFD">
        <w:rPr>
          <w:color w:val="000000"/>
        </w:rPr>
        <w:t>u</w:t>
      </w:r>
      <w:r w:rsidR="00720EFD" w:rsidRPr="00AB473C">
        <w:rPr>
          <w:color w:val="000000"/>
        </w:rPr>
        <w:t>sing Primary Frequency Response</w:t>
      </w:r>
      <w:r w:rsidRPr="002255EB">
        <w:t xml:space="preserve"> for each Resource subject to verified droop performance.  The default value for any newly qualified Resource</w:t>
      </w:r>
      <w:r w:rsidR="00720EFD" w:rsidRPr="00720EFD">
        <w:t xml:space="preserve"> </w:t>
      </w:r>
      <w:r w:rsidR="00720EFD" w:rsidRPr="005B7240">
        <w:t xml:space="preserve">not yet evaluated per </w:t>
      </w:r>
      <w:r w:rsidR="00720EFD">
        <w:t xml:space="preserve">Nodal Operating Guide </w:t>
      </w:r>
      <w:r w:rsidR="00720EFD" w:rsidRPr="005B7240">
        <w:rPr>
          <w:color w:val="000000"/>
        </w:rPr>
        <w:t>Section 8, Attachment N</w:t>
      </w:r>
      <w:r w:rsidRPr="002255EB">
        <w:t xml:space="preserve"> shall be 20% of its HSL.  A Private Use Network with a registered Resource may use the gross HSL </w:t>
      </w:r>
      <w:r w:rsidRPr="002255EB">
        <w:lastRenderedPageBreak/>
        <w:t xml:space="preserve">for qualification and establishing a limit on the amount of RRS capacity that the Resource within the Private Use Network can provide;  </w:t>
      </w:r>
    </w:p>
    <w:p w14:paraId="11D94433" w14:textId="4A85C9A8" w:rsidR="00BF54A3" w:rsidRPr="002255EB" w:rsidRDefault="00BF54A3" w:rsidP="00720EFD">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79353A4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74F9D960" w:rsidR="007F49B0" w:rsidRDefault="007F49B0" w:rsidP="002A1D9B">
            <w:pPr>
              <w:spacing w:before="120" w:after="240"/>
              <w:rPr>
                <w:b/>
                <w:i/>
              </w:rPr>
            </w:pPr>
            <w:r>
              <w:rPr>
                <w:b/>
                <w:i/>
              </w:rPr>
              <w:t>[NPRR1007</w:t>
            </w:r>
            <w:r w:rsidR="0039361B">
              <w:rPr>
                <w:b/>
                <w:i/>
              </w:rPr>
              <w:t>,</w:t>
            </w:r>
            <w:r w:rsidR="001C20E6">
              <w:rPr>
                <w:b/>
                <w:i/>
              </w:rPr>
              <w:t xml:space="preserve"> NPRR1246</w:t>
            </w:r>
            <w:r w:rsidR="0039361B">
              <w:rPr>
                <w:b/>
                <w:i/>
              </w:rPr>
              <w:t>, and NPRR</w:t>
            </w:r>
            <w:r w:rsidR="009E49D5">
              <w:rPr>
                <w:b/>
                <w:i/>
              </w:rPr>
              <w:t>1290</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2007CF5C" w:rsidR="007F49B0" w:rsidRPr="00282040" w:rsidRDefault="007F49B0" w:rsidP="007F49B0">
            <w:pPr>
              <w:spacing w:after="240"/>
              <w:ind w:left="1440" w:hanging="720"/>
            </w:pPr>
            <w:r w:rsidRPr="00282040">
              <w:t>(a)</w:t>
            </w:r>
            <w:r w:rsidRPr="00282040">
              <w:tab/>
              <w:t>The full amount of RRS</w:t>
            </w:r>
            <w:r w:rsidR="00720EFD">
              <w:t xml:space="preserve"> u</w:t>
            </w:r>
            <w:r w:rsidR="00720EFD" w:rsidRPr="00AB473C">
              <w:rPr>
                <w:color w:val="000000"/>
              </w:rPr>
              <w:t>sing Primary Frequency Response</w:t>
            </w:r>
            <w:r w:rsidRPr="00282040">
              <w:t xml:space="preserve"> </w:t>
            </w:r>
            <w:r>
              <w:t xml:space="preserve">that can be provided by </w:t>
            </w:r>
            <w:r w:rsidRPr="00282040">
              <w:t>an On-Line Resource is dependent upon the verified droop characteristics of the Resource.  ERCOT shall calculate and update, using the methodology described in Nodal Operating Guide</w:t>
            </w:r>
            <w:r w:rsidR="00720EFD" w:rsidRPr="005B7240">
              <w:rPr>
                <w:color w:val="000000"/>
              </w:rPr>
              <w:t xml:space="preserve"> Section 8, Attachment N, </w:t>
            </w:r>
            <w:r w:rsidR="00720EFD" w:rsidRPr="00AB473C">
              <w:rPr>
                <w:color w:val="000000"/>
              </w:rPr>
              <w:t xml:space="preserve">Procedure for Calculating RRS MW Limits for Individual Resources to </w:t>
            </w:r>
            <w:r w:rsidR="00720EFD">
              <w:rPr>
                <w:color w:val="000000"/>
              </w:rPr>
              <w:t>P</w:t>
            </w:r>
            <w:r w:rsidR="00720EFD" w:rsidRPr="00AB473C">
              <w:rPr>
                <w:color w:val="000000"/>
              </w:rPr>
              <w:t xml:space="preserve">rovide RRS </w:t>
            </w:r>
            <w:r w:rsidR="00720EFD">
              <w:rPr>
                <w:color w:val="000000"/>
              </w:rPr>
              <w:t>U</w:t>
            </w:r>
            <w:r w:rsidR="00720EFD" w:rsidRPr="00AB473C">
              <w:rPr>
                <w:color w:val="000000"/>
              </w:rPr>
              <w:t>sing Primary Frequency Response</w:t>
            </w:r>
            <w:r w:rsidRPr="00282040">
              <w:t xml:space="preserve">, a maximum MW amount of RRS </w:t>
            </w:r>
            <w:r w:rsidR="00720EFD">
              <w:t>u</w:t>
            </w:r>
            <w:r w:rsidR="00720EFD" w:rsidRPr="00AB473C">
              <w:rPr>
                <w:color w:val="000000"/>
              </w:rPr>
              <w:t>sing Primary Frequency Response</w:t>
            </w:r>
            <w:r w:rsidR="00720EFD" w:rsidRPr="00282040">
              <w:t xml:space="preserve"> </w:t>
            </w:r>
            <w:r w:rsidRPr="00282040">
              <w:t xml:space="preserve">for each Resource subject to verified droop performance.  The default value for any newly qualified Resource </w:t>
            </w:r>
            <w:r w:rsidR="007B5DEF" w:rsidRPr="005B7240">
              <w:t xml:space="preserve">not yet evaluated per </w:t>
            </w:r>
            <w:r w:rsidR="007B5DEF">
              <w:t xml:space="preserve">Nodal Operating Guide </w:t>
            </w:r>
            <w:r w:rsidR="007B5DEF" w:rsidRPr="005B7240">
              <w:rPr>
                <w:color w:val="000000"/>
              </w:rPr>
              <w:t>Section 8, Attachment N</w:t>
            </w:r>
            <w:r w:rsidR="007B5DEF" w:rsidRPr="00C72FE2">
              <w:t xml:space="preserve"> </w:t>
            </w:r>
            <w:r w:rsidRPr="00282040">
              <w:t xml:space="preserve">shall be 20% of its </w:t>
            </w:r>
            <w:r w:rsidR="0039361B" w:rsidRPr="001F3AC9">
              <w:t>Maximum Droop Response Range (MDRR)</w:t>
            </w:r>
            <w:r w:rsidRPr="00282040">
              <w:t xml:space="preserve">.  A Private Use Network with a registered Resource may use the gross HSL for qualification and establishing a </w:t>
            </w:r>
            <w:r w:rsidRPr="00282040">
              <w:lastRenderedPageBreak/>
              <w:t xml:space="preserve">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7AEC3930" w14:textId="77777777" w:rsidR="002B5BFA" w:rsidRPr="00282040" w:rsidRDefault="002B5BFA" w:rsidP="002B5BFA">
      <w:pPr>
        <w:spacing w:before="240" w:after="240"/>
        <w:ind w:left="720" w:hanging="720"/>
        <w:rPr>
          <w:iCs/>
        </w:rPr>
      </w:pPr>
      <w:r w:rsidRPr="00282040">
        <w:rPr>
          <w:iCs/>
        </w:rPr>
        <w:lastRenderedPageBreak/>
        <w:t>(4)</w:t>
      </w:r>
      <w:r w:rsidRPr="00282040">
        <w:rPr>
          <w:iCs/>
        </w:rPr>
        <w:tab/>
        <w:t>For ECRS:</w:t>
      </w:r>
    </w:p>
    <w:p w14:paraId="535AE31E" w14:textId="77777777" w:rsidR="002B5BFA" w:rsidRPr="00282040" w:rsidRDefault="002B5BFA" w:rsidP="002B5BFA">
      <w:pPr>
        <w:spacing w:after="240"/>
        <w:ind w:left="1440" w:hanging="720"/>
      </w:pPr>
      <w:r w:rsidRPr="00282040">
        <w:t>(a)</w:t>
      </w:r>
      <w:r w:rsidRPr="00282040">
        <w:tab/>
        <w:t>The full amount of ECRS provided from an On-Line Generation Resource must be less than or equal to ten times the Emergency Ramp Rate;</w:t>
      </w:r>
    </w:p>
    <w:p w14:paraId="60C7D954" w14:textId="77777777" w:rsidR="002B5BFA" w:rsidRPr="00282040" w:rsidRDefault="002B5BFA" w:rsidP="002B5BFA">
      <w:pPr>
        <w:spacing w:after="240"/>
        <w:ind w:left="1440" w:hanging="720"/>
      </w:pPr>
      <w:r w:rsidRPr="00282040">
        <w:t>(b)</w:t>
      </w:r>
      <w:r w:rsidRPr="00282040">
        <w:tab/>
        <w:t xml:space="preserve">The full amount of ECRS provided by a Quick Start Generation Resource (QSGR) must be less than or equal to its proven ten-minute capability as demonstrated pursuant to paragraph (16) of Section 8.1.1.2, General Capacity Testing Requirements; </w:t>
      </w:r>
    </w:p>
    <w:p w14:paraId="6DE946C7" w14:textId="77777777" w:rsidR="002B5BFA" w:rsidRPr="00282040" w:rsidRDefault="002B5BFA" w:rsidP="002B5BFA">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A986DC4" w14:textId="294D2346" w:rsidR="002B5BFA" w:rsidRDefault="002B5BFA" w:rsidP="002B5BFA">
      <w:pPr>
        <w:spacing w:after="240"/>
        <w:ind w:left="1440" w:hanging="720"/>
      </w:pPr>
      <w:r w:rsidRPr="00282040">
        <w:t>(d)</w:t>
      </w:r>
      <w:r w:rsidRPr="00282040">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5D037668" w:rsidR="008A5563" w:rsidRDefault="008A5563" w:rsidP="004F196D">
            <w:pPr>
              <w:spacing w:before="120" w:after="240"/>
              <w:rPr>
                <w:b/>
                <w:i/>
              </w:rPr>
            </w:pPr>
            <w:bookmarkStart w:id="2374" w:name="_Toc114235813"/>
            <w:bookmarkStart w:id="2375" w:name="_Toc144692001"/>
            <w:bookmarkStart w:id="2376" w:name="_Toc204048613"/>
            <w:bookmarkStart w:id="2377" w:name="_Toc400526231"/>
            <w:bookmarkStart w:id="2378" w:name="_Toc405534549"/>
            <w:bookmarkStart w:id="2379" w:name="_Toc406570562"/>
            <w:bookmarkStart w:id="2380" w:name="_Toc410910714"/>
            <w:bookmarkStart w:id="2381" w:name="_Toc411841143"/>
            <w:bookmarkStart w:id="2382" w:name="_Toc422147105"/>
            <w:bookmarkStart w:id="2383" w:name="_Toc433020701"/>
            <w:bookmarkStart w:id="2384" w:name="_Toc437262142"/>
            <w:bookmarkStart w:id="2385" w:name="_Toc478375320"/>
            <w:bookmarkEnd w:id="2371"/>
            <w:bookmarkEnd w:id="2372"/>
            <w:r>
              <w:rPr>
                <w:b/>
                <w:i/>
              </w:rPr>
              <w:t>[</w:t>
            </w:r>
            <w:r w:rsidR="007F49B0">
              <w:rPr>
                <w:b/>
                <w:i/>
              </w:rPr>
              <w:t>NPRR1007</w:t>
            </w:r>
            <w:r w:rsidR="001C20E6">
              <w:rPr>
                <w:b/>
                <w:i/>
              </w:rPr>
              <w:t xml:space="preserve"> and NPRR1246</w:t>
            </w:r>
            <w:r w:rsidRPr="004B0726">
              <w:rPr>
                <w:b/>
                <w:i/>
              </w:rPr>
              <w:t xml:space="preserve">: </w:t>
            </w:r>
            <w:r>
              <w:rPr>
                <w:b/>
                <w:i/>
              </w:rPr>
              <w:t xml:space="preserve"> </w:t>
            </w:r>
            <w:r w:rsidR="002B5BFA">
              <w:rPr>
                <w:b/>
                <w:i/>
              </w:rPr>
              <w:t>Replace</w:t>
            </w:r>
            <w:r>
              <w:rPr>
                <w:b/>
                <w:i/>
              </w:rPr>
              <w:t xml:space="preserve"> </w:t>
            </w:r>
            <w:r w:rsidR="007F49B0">
              <w:rPr>
                <w:b/>
                <w:i/>
              </w:rPr>
              <w:t xml:space="preserve">applicable portions of </w:t>
            </w:r>
            <w:r>
              <w:rPr>
                <w:b/>
                <w:i/>
              </w:rPr>
              <w:t xml:space="preserve">paragraph (4) </w:t>
            </w:r>
            <w:r w:rsidR="002B5BFA">
              <w:rPr>
                <w:b/>
                <w:i/>
              </w:rPr>
              <w:t>above with the following</w:t>
            </w:r>
            <w:r w:rsidR="007F49B0">
              <w:rPr>
                <w:b/>
                <w:i/>
              </w:rPr>
              <w:t xml:space="preserve"> upon system implementation of the Real-Time Co-Optimization (RTC) project</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4ACDB297"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w:t>
            </w:r>
            <w:r w:rsidR="001C20E6">
              <w:t xml:space="preserve">or ESR </w:t>
            </w:r>
            <w:r w:rsidRPr="002255EB">
              <w:t>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w:t>
            </w:r>
            <w:r w:rsidRPr="002255EB">
              <w:lastRenderedPageBreak/>
              <w:t xml:space="preserve">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86" w:name="_Toc199405438"/>
      <w:r>
        <w:lastRenderedPageBreak/>
        <w:t>3.19</w:t>
      </w:r>
      <w:r>
        <w:tab/>
        <w:t>Constraint Competitiveness Tests</w:t>
      </w:r>
      <w:bookmarkEnd w:id="2374"/>
      <w:bookmarkEnd w:id="2375"/>
      <w:bookmarkEnd w:id="2376"/>
      <w:bookmarkEnd w:id="2377"/>
      <w:bookmarkEnd w:id="2378"/>
      <w:bookmarkEnd w:id="2379"/>
      <w:bookmarkEnd w:id="2380"/>
      <w:bookmarkEnd w:id="2381"/>
      <w:bookmarkEnd w:id="2382"/>
      <w:bookmarkEnd w:id="2383"/>
      <w:bookmarkEnd w:id="2384"/>
      <w:bookmarkEnd w:id="2385"/>
      <w:bookmarkEnd w:id="2386"/>
    </w:p>
    <w:p w14:paraId="30468DA8" w14:textId="77777777" w:rsidR="00015339" w:rsidRPr="00EB649D" w:rsidRDefault="00015339" w:rsidP="00015339">
      <w:pPr>
        <w:pStyle w:val="H3"/>
      </w:pPr>
      <w:bookmarkStart w:id="2387" w:name="_Toc400526232"/>
      <w:bookmarkStart w:id="2388" w:name="_Toc405534550"/>
      <w:bookmarkStart w:id="2389" w:name="_Toc406570563"/>
      <w:bookmarkStart w:id="2390" w:name="_Toc410910715"/>
      <w:bookmarkStart w:id="2391" w:name="_Toc411841144"/>
      <w:bookmarkStart w:id="2392" w:name="_Toc422147106"/>
      <w:bookmarkStart w:id="2393" w:name="_Toc433020702"/>
      <w:bookmarkStart w:id="2394" w:name="_Toc437262143"/>
      <w:bookmarkStart w:id="2395" w:name="_Toc478375321"/>
      <w:bookmarkStart w:id="2396" w:name="_Toc199405439"/>
      <w:bookmarkStart w:id="2397" w:name="_Toc85619515"/>
      <w:bookmarkStart w:id="2398" w:name="_Toc114235814"/>
      <w:bookmarkStart w:id="2399" w:name="_Toc144692002"/>
      <w:bookmarkStart w:id="2400" w:name="_Toc204048614"/>
      <w:r>
        <w:t>3.19.1</w:t>
      </w:r>
      <w:r>
        <w:tab/>
        <w:t>Constraint Competitiveness Test Definitions</w:t>
      </w:r>
      <w:bookmarkEnd w:id="2387"/>
      <w:bookmarkEnd w:id="2388"/>
      <w:bookmarkEnd w:id="2389"/>
      <w:bookmarkEnd w:id="2390"/>
      <w:bookmarkEnd w:id="2391"/>
      <w:bookmarkEnd w:id="2392"/>
      <w:bookmarkEnd w:id="2393"/>
      <w:bookmarkEnd w:id="2394"/>
      <w:bookmarkEnd w:id="2395"/>
      <w:bookmarkEnd w:id="2396"/>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lastRenderedPageBreak/>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0D3EA7FD" w:rsidR="00015339" w:rsidRDefault="00015339" w:rsidP="00015339">
      <w:pPr>
        <w:spacing w:after="240"/>
        <w:ind w:left="1440" w:hanging="720"/>
      </w:pPr>
      <w:r>
        <w:t>(c)</w:t>
      </w:r>
      <w:r>
        <w:tab/>
        <w:t>For the Direct Current Tie (DC Tie) lines, the full import capability on the export side and zero MW on the import side for all CCTs.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7219761"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73E2E0" w14:textId="6720EC31" w:rsidR="002A012A" w:rsidRDefault="002A012A" w:rsidP="0061655D">
            <w:pPr>
              <w:spacing w:before="120" w:after="240"/>
              <w:rPr>
                <w:b/>
                <w:i/>
              </w:rPr>
            </w:pPr>
            <w:r>
              <w:rPr>
                <w:b/>
                <w:i/>
              </w:rPr>
              <w:t>[NPRR1182:  Insert paragraph (d) below upon system implementation:]</w:t>
            </w:r>
          </w:p>
          <w:p w14:paraId="1744A724" w14:textId="77777777" w:rsidR="002A012A" w:rsidRDefault="002A012A" w:rsidP="002A012A">
            <w:pPr>
              <w:spacing w:after="240"/>
              <w:ind w:left="1440" w:hanging="720"/>
            </w:pPr>
            <w:r>
              <w:t>(d)</w:t>
            </w:r>
            <w:r>
              <w:tab/>
              <w:t>For Controllable Load Resources:</w:t>
            </w:r>
          </w:p>
          <w:p w14:paraId="3FCCD6E3" w14:textId="203DAB65" w:rsidR="002A012A" w:rsidRPr="00E52C34" w:rsidRDefault="002A012A" w:rsidP="002A012A">
            <w:pPr>
              <w:spacing w:after="240"/>
              <w:ind w:left="2160" w:hanging="720"/>
            </w:pPr>
            <w:r>
              <w:t>(i)</w:t>
            </w:r>
            <w:r>
              <w:tab/>
              <w:t>Long-Term CCT - the maximum interruptible Load MW, as registered with ERCOT.</w:t>
            </w:r>
            <w:r w:rsidRPr="00E52C34">
              <w:t xml:space="preserve"> </w:t>
            </w:r>
          </w:p>
          <w:p w14:paraId="1CF03B59" w14:textId="01E94395" w:rsidR="002A012A" w:rsidRPr="002A012A" w:rsidRDefault="002A012A" w:rsidP="002A012A">
            <w:pPr>
              <w:spacing w:after="240"/>
              <w:ind w:left="2160" w:hanging="720"/>
              <w:rPr>
                <w:rFonts w:ascii="Calibri" w:hAnsi="Calibri" w:cs="Calibri"/>
                <w:color w:val="000000"/>
              </w:rPr>
            </w:pPr>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p>
        </w:tc>
      </w:tr>
    </w:tbl>
    <w:p w14:paraId="2B3DADF3" w14:textId="77777777" w:rsidR="002A012A" w:rsidRDefault="002A012A" w:rsidP="002A012A">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3E17A29"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5C65F1" w14:textId="4309450E" w:rsidR="002A012A" w:rsidRDefault="002A012A" w:rsidP="0061655D">
            <w:pPr>
              <w:spacing w:before="120" w:after="240"/>
              <w:rPr>
                <w:b/>
                <w:i/>
              </w:rPr>
            </w:pPr>
            <w:r>
              <w:rPr>
                <w:b/>
                <w:i/>
              </w:rPr>
              <w:t>[NPRR1182:  Insert paragraph (e) below upon system implementation of NPRR1014</w:t>
            </w:r>
            <w:r w:rsidR="00D3629D">
              <w:rPr>
                <w:b/>
                <w:i/>
              </w:rPr>
              <w:t xml:space="preserve"> and NPRR1182</w:t>
            </w:r>
            <w:r>
              <w:rPr>
                <w:b/>
                <w:i/>
              </w:rPr>
              <w:t>:]</w:t>
            </w:r>
          </w:p>
          <w:p w14:paraId="7FBFBDD1" w14:textId="77777777" w:rsidR="002A012A" w:rsidRDefault="002A012A" w:rsidP="0061655D">
            <w:pPr>
              <w:spacing w:after="240"/>
              <w:ind w:left="1440" w:hanging="720"/>
            </w:pPr>
            <w:r>
              <w:t>(e)</w:t>
            </w:r>
            <w:r>
              <w:tab/>
              <w:t>For Energy Storage Resources (ESRs):</w:t>
            </w:r>
          </w:p>
          <w:p w14:paraId="79E1F116" w14:textId="419FEF67" w:rsidR="002A012A" w:rsidRDefault="002A012A" w:rsidP="0061655D">
            <w:pPr>
              <w:spacing w:after="240"/>
              <w:ind w:left="2160" w:hanging="720"/>
            </w:pPr>
            <w:r>
              <w:t>(i)</w:t>
            </w:r>
            <w:r>
              <w:tab/>
              <w:t>Long-Term CCT - the Seasonal net max sustainable rating minus the Seasonal net min sustainable rating, as registered with ERCOT.</w:t>
            </w:r>
          </w:p>
          <w:p w14:paraId="6BEAC410" w14:textId="29660604" w:rsidR="002A012A" w:rsidRDefault="002A012A" w:rsidP="0061655D">
            <w:pPr>
              <w:spacing w:after="240"/>
              <w:ind w:left="2160" w:hanging="720"/>
            </w:pPr>
            <w:r>
              <w:t>(ii)</w:t>
            </w:r>
            <w:r>
              <w:tab/>
              <w:t>SCED CCT - for Resources with a telemetered Resource Status as specified in paragraph (5)(b)(iv) of Section 3.9.1, excluding Resources with a Resource Status of OUT, the minimum of:</w:t>
            </w:r>
          </w:p>
          <w:p w14:paraId="28708962" w14:textId="77777777" w:rsidR="002A012A" w:rsidRDefault="002A012A" w:rsidP="0061655D">
            <w:pPr>
              <w:spacing w:after="240"/>
              <w:ind w:left="2880" w:hanging="720"/>
            </w:pPr>
            <w:r>
              <w:t>(A)</w:t>
            </w:r>
            <w:r>
              <w:tab/>
              <w:t>The telemetered HSL minus the telemetered Low Sustained Limit (LSL) for the Resource; and</w:t>
            </w:r>
          </w:p>
          <w:p w14:paraId="005339EA" w14:textId="77777777" w:rsidR="002A012A" w:rsidRDefault="002A012A" w:rsidP="0061655D">
            <w:pPr>
              <w:spacing w:after="240"/>
              <w:ind w:left="2880" w:hanging="720"/>
            </w:pPr>
            <w:r>
              <w:t>(B)</w:t>
            </w:r>
            <w:r>
              <w:tab/>
              <w:t>The telemetered max State of Charge minus the min State of Charge for the Resource divided by 15 minutes.</w:t>
            </w:r>
          </w:p>
        </w:tc>
      </w:tr>
    </w:tbl>
    <w:p w14:paraId="20154914" w14:textId="52301F0A" w:rsidR="00015339" w:rsidRPr="00B02BA4" w:rsidRDefault="00015339" w:rsidP="00D3629D">
      <w:pPr>
        <w:pStyle w:val="List2"/>
        <w:spacing w:before="240"/>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lastRenderedPageBreak/>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DEAE482" w14:textId="7C755BF6" w:rsidR="002A012A" w:rsidRDefault="00015339" w:rsidP="007E5A62">
      <w:pPr>
        <w:pStyle w:val="H3"/>
        <w:spacing w:before="0"/>
        <w:ind w:left="720" w:hanging="720"/>
        <w:outlineLvl w:val="9"/>
        <w:rPr>
          <w:b w:val="0"/>
          <w:i w:val="0"/>
        </w:rPr>
      </w:pPr>
      <w:bookmarkStart w:id="2401" w:name="_Toc362850497"/>
      <w:bookmarkStart w:id="2402" w:name="_Toc367955456"/>
      <w:bookmarkStart w:id="2403" w:name="_Toc375815180"/>
      <w:bookmarkStart w:id="2404" w:name="_Toc378574864"/>
      <w:bookmarkStart w:id="2405"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401"/>
      <w:bookmarkEnd w:id="2402"/>
      <w:bookmarkEnd w:id="2403"/>
      <w:bookmarkEnd w:id="2404"/>
      <w:bookmarkEnd w:id="2405"/>
      <w:r w:rsidR="00A03E40" w:rsidDel="00A03E40">
        <w:rPr>
          <w:b w:val="0"/>
          <w:i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376B8145" w14:textId="3EEF46A1"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74D3A60" w14:textId="11A2849F" w:rsidR="002A012A" w:rsidRDefault="002A012A" w:rsidP="00D3629D">
            <w:pPr>
              <w:pStyle w:val="H3"/>
              <w:spacing w:before="120"/>
              <w:ind w:left="720" w:hanging="720"/>
              <w:outlineLvl w:val="9"/>
            </w:pPr>
            <w:r>
              <w:t>[NPRR1182:  Replace paragraph (6) above with the following upon system implementation:]</w:t>
            </w:r>
          </w:p>
          <w:p w14:paraId="6E5B1618" w14:textId="0EADDC76" w:rsidR="002A012A" w:rsidRPr="002A012A" w:rsidRDefault="002A012A" w:rsidP="007E5A62">
            <w:pPr>
              <w:pStyle w:val="H3"/>
              <w:spacing w:before="0"/>
              <w:ind w:left="720" w:hanging="720"/>
              <w:outlineLvl w:val="9"/>
              <w:rPr>
                <w:b w:val="0"/>
                <w:i w:val="0"/>
              </w:rPr>
            </w:pPr>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r>
              <w:rPr>
                <w:b w:val="0"/>
                <w:i w:val="0"/>
              </w:rPr>
              <w:t>, excluding Controllable Load Resources,</w:t>
            </w:r>
            <w:r w:rsidRPr="002222FE">
              <w:rPr>
                <w:b w:val="0"/>
                <w:i w:val="0"/>
              </w:rPr>
              <w:t xml:space="preserve"> for which mitigation will be applied in SCED Step 2, as described in Section 6.5.7.3, Security Constrained Economic Dispatch.  </w:t>
            </w:r>
            <w:r>
              <w:rPr>
                <w:b w:val="0"/>
                <w:i w:val="0"/>
              </w:rPr>
              <w:t>These thresholds are defined as follows:</w:t>
            </w:r>
          </w:p>
        </w:tc>
      </w:tr>
    </w:tbl>
    <w:p w14:paraId="6444F40B" w14:textId="02B4D20D" w:rsidR="008652DB" w:rsidRDefault="008652DB" w:rsidP="00D3629D">
      <w:pPr>
        <w:pStyle w:val="H3"/>
        <w:spacing w:before="0"/>
        <w:ind w:left="720" w:hanging="720"/>
        <w:outlineLvl w:val="9"/>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A03E40">
        <w:tc>
          <w:tcPr>
            <w:tcW w:w="1184" w:type="dxa"/>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6820" w:type="dxa"/>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46" w:type="dxa"/>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A03E40">
        <w:tc>
          <w:tcPr>
            <w:tcW w:w="1184" w:type="dxa"/>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6820" w:type="dxa"/>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46" w:type="dxa"/>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A03E40">
        <w:tc>
          <w:tcPr>
            <w:tcW w:w="1184" w:type="dxa"/>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6820" w:type="dxa"/>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46" w:type="dxa"/>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A03E40">
        <w:tc>
          <w:tcPr>
            <w:tcW w:w="1184" w:type="dxa"/>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6820" w:type="dxa"/>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46" w:type="dxa"/>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A03E40">
        <w:tc>
          <w:tcPr>
            <w:tcW w:w="1184" w:type="dxa"/>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6820" w:type="dxa"/>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46" w:type="dxa"/>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A03E40">
        <w:tc>
          <w:tcPr>
            <w:tcW w:w="1184" w:type="dxa"/>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6820" w:type="dxa"/>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46" w:type="dxa"/>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A03E40">
        <w:tc>
          <w:tcPr>
            <w:tcW w:w="1184" w:type="dxa"/>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6820" w:type="dxa"/>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46" w:type="dxa"/>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A03E40">
        <w:tc>
          <w:tcPr>
            <w:tcW w:w="1184" w:type="dxa"/>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6820" w:type="dxa"/>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46" w:type="dxa"/>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00611A84" w:rsidR="00015339" w:rsidRPr="00B02BA4" w:rsidRDefault="00015339" w:rsidP="000F5470">
      <w:pPr>
        <w:pStyle w:val="H3"/>
        <w:spacing w:before="480"/>
      </w:pPr>
      <w:bookmarkStart w:id="2406" w:name="_Toc400526233"/>
      <w:bookmarkStart w:id="2407" w:name="_Toc405534551"/>
      <w:bookmarkStart w:id="2408" w:name="_Toc406570564"/>
      <w:bookmarkStart w:id="2409" w:name="_Toc410910716"/>
      <w:bookmarkStart w:id="2410" w:name="_Toc411841145"/>
      <w:bookmarkStart w:id="2411" w:name="_Toc422147107"/>
      <w:bookmarkStart w:id="2412" w:name="_Toc433020703"/>
      <w:bookmarkStart w:id="2413" w:name="_Toc437262144"/>
      <w:bookmarkStart w:id="2414" w:name="_Toc478375322"/>
      <w:bookmarkStart w:id="2415" w:name="_Toc199405440"/>
      <w:r w:rsidRPr="00B02BA4">
        <w:t>3.19.2</w:t>
      </w:r>
      <w:r w:rsidRPr="00B02BA4">
        <w:tab/>
        <w:t>Element Competitiveness Index Calculation</w:t>
      </w:r>
      <w:bookmarkEnd w:id="2406"/>
      <w:bookmarkEnd w:id="2407"/>
      <w:bookmarkEnd w:id="2408"/>
      <w:bookmarkEnd w:id="2409"/>
      <w:bookmarkEnd w:id="2410"/>
      <w:bookmarkEnd w:id="2411"/>
      <w:bookmarkEnd w:id="2412"/>
      <w:bookmarkEnd w:id="2413"/>
      <w:bookmarkEnd w:id="2414"/>
      <w:bookmarkEnd w:id="2415"/>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w:t>
      </w:r>
      <w:r w:rsidRPr="006D7F7E">
        <w:lastRenderedPageBreak/>
        <w:t xml:space="preserve">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1ACBCA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2967836" w14:textId="5CD7AF27" w:rsidR="002A012A" w:rsidRDefault="002A012A" w:rsidP="0061655D">
            <w:pPr>
              <w:spacing w:before="120" w:after="240"/>
              <w:rPr>
                <w:b/>
                <w:i/>
              </w:rPr>
            </w:pPr>
            <w:r>
              <w:rPr>
                <w:b/>
                <w:i/>
              </w:rPr>
              <w:t>[NPRR1182:  Replace paragraph (1) above with the following upon system implementation:]</w:t>
            </w:r>
          </w:p>
          <w:p w14:paraId="318E7860" w14:textId="48D5B231" w:rsidR="002A012A" w:rsidRPr="002A012A" w:rsidRDefault="002A012A" w:rsidP="002A012A">
            <w:pPr>
              <w:pStyle w:val="BodyTextNumbered"/>
            </w:pPr>
            <w:bookmarkStart w:id="2416" w:name="_Hlk148947563"/>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Shift Factors </w:t>
            </w:r>
            <w:r w:rsidRPr="00B02BA4">
              <w:t xml:space="preserve">that </w:t>
            </w:r>
            <w:r>
              <w:t xml:space="preserve">can help resolve the constraint by increasing power injection or reducing power withdrawal </w:t>
            </w:r>
            <w:r w:rsidRPr="006D7F7E">
              <w:t xml:space="preserve">with absolute values greater than the minimum of one-third of the highest absolute value of any Resource Shift Factor </w:t>
            </w:r>
            <w:r>
              <w:t>meeting this criterion</w:t>
            </w:r>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bookmarkEnd w:id="2416"/>
          </w:p>
        </w:tc>
      </w:tr>
    </w:tbl>
    <w:p w14:paraId="5F192134" w14:textId="47B6C28A" w:rsidR="00015339" w:rsidRDefault="00015339" w:rsidP="00D3629D">
      <w:pPr>
        <w:pStyle w:val="BodyTextNumbered"/>
        <w:spacing w:before="240"/>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17" w:name="_Toc400526234"/>
      <w:bookmarkStart w:id="2418" w:name="_Toc405534552"/>
      <w:bookmarkStart w:id="2419" w:name="_Toc406570565"/>
      <w:bookmarkStart w:id="2420" w:name="_Toc410910717"/>
      <w:bookmarkStart w:id="2421" w:name="_Toc411841146"/>
      <w:bookmarkStart w:id="2422" w:name="_Toc422147108"/>
      <w:bookmarkStart w:id="2423" w:name="_Toc433020704"/>
      <w:bookmarkStart w:id="2424" w:name="_Toc437262145"/>
      <w:bookmarkStart w:id="2425" w:name="_Toc478375323"/>
      <w:bookmarkStart w:id="2426" w:name="_Toc199405441"/>
      <w:r w:rsidRPr="00B02BA4">
        <w:t>3.19.3</w:t>
      </w:r>
      <w:r w:rsidRPr="00B02BA4">
        <w:tab/>
        <w:t>Long-Term Constraint Competitiveness Test</w:t>
      </w:r>
      <w:bookmarkEnd w:id="2417"/>
      <w:bookmarkEnd w:id="2418"/>
      <w:bookmarkEnd w:id="2419"/>
      <w:bookmarkEnd w:id="2420"/>
      <w:bookmarkEnd w:id="2421"/>
      <w:bookmarkEnd w:id="2422"/>
      <w:bookmarkEnd w:id="2423"/>
      <w:bookmarkEnd w:id="2424"/>
      <w:bookmarkEnd w:id="2425"/>
      <w:bookmarkEnd w:id="2426"/>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lastRenderedPageBreak/>
        <w:t>(c)</w:t>
      </w:r>
      <w:r w:rsidRPr="00B02BA4">
        <w:tab/>
        <w:t xml:space="preserve">There are negative Shift Factors corresponding to Electrical Buses with Available Capacity for a Resource that have an absolute value greater than or equal to </w:t>
      </w:r>
      <w:r>
        <w:t>SFP2</w:t>
      </w:r>
      <w:r w:rsidRPr="00B02BA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D6AB0E2"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C12A05" w14:textId="2A6352F8" w:rsidR="002A012A" w:rsidRDefault="002A012A" w:rsidP="0061655D">
            <w:pPr>
              <w:spacing w:before="120" w:after="240"/>
              <w:rPr>
                <w:b/>
                <w:i/>
              </w:rPr>
            </w:pPr>
            <w:r>
              <w:rPr>
                <w:b/>
                <w:i/>
              </w:rPr>
              <w:t>[NPRR1182:  Replace paragraph (c) above with the following upon system implementation:]</w:t>
            </w:r>
          </w:p>
          <w:p w14:paraId="0C75C747" w14:textId="646822D4" w:rsidR="002A012A" w:rsidRPr="002A012A" w:rsidRDefault="002A012A" w:rsidP="002A012A">
            <w:pPr>
              <w:spacing w:after="240"/>
              <w:ind w:left="1440" w:hanging="720"/>
            </w:pPr>
            <w:r w:rsidRPr="00B02BA4">
              <w:t>(c)</w:t>
            </w:r>
            <w:r w:rsidRPr="00B02BA4">
              <w:tab/>
              <w:t xml:space="preserve">There are Shift Factors corresponding to Electrical Buses with Available Capacity for a Resource that </w:t>
            </w:r>
            <w:r>
              <w:t xml:space="preserve">can help resolve the constraint by increasing power injection or reducing power withdrawal that </w:t>
            </w:r>
            <w:r w:rsidRPr="00B02BA4">
              <w:t xml:space="preserve">have an absolute value greater than or equal to </w:t>
            </w:r>
            <w:r>
              <w:t>SFP2</w:t>
            </w:r>
            <w:r w:rsidRPr="00B02BA4">
              <w:t>.</w:t>
            </w:r>
          </w:p>
        </w:tc>
      </w:tr>
    </w:tbl>
    <w:p w14:paraId="0E39C1AA" w14:textId="6FE8BA1D" w:rsidR="00015339" w:rsidRPr="00394D34" w:rsidRDefault="00015339" w:rsidP="00D3629D">
      <w:pPr>
        <w:pStyle w:val="BodyTextIndent"/>
        <w:spacing w:before="240"/>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97"/>
      <w:bookmarkEnd w:id="2398"/>
      <w:bookmarkEnd w:id="2399"/>
      <w:bookmarkEnd w:id="240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6C0EBB2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A2ED758" w14:textId="25170C49" w:rsidR="007F7DC3" w:rsidRDefault="007F7DC3" w:rsidP="00444C95">
            <w:pPr>
              <w:spacing w:before="120" w:after="240"/>
              <w:rPr>
                <w:b/>
                <w:i/>
              </w:rPr>
            </w:pPr>
            <w:bookmarkStart w:id="2427" w:name="_Toc400526235"/>
            <w:bookmarkStart w:id="2428" w:name="_Toc405534553"/>
            <w:bookmarkStart w:id="2429" w:name="_Toc406570566"/>
            <w:bookmarkStart w:id="2430" w:name="_Toc410910718"/>
            <w:bookmarkStart w:id="2431" w:name="_Toc411841147"/>
            <w:bookmarkStart w:id="2432" w:name="_Toc422147109"/>
            <w:bookmarkStart w:id="2433" w:name="_Toc433020705"/>
            <w:bookmarkStart w:id="2434" w:name="_Toc437262146"/>
            <w:bookmarkStart w:id="2435" w:name="_Toc478375324"/>
            <w:bookmarkStart w:id="2436" w:name="_Toc85619517"/>
            <w:bookmarkStart w:id="2437" w:name="_Toc114235816"/>
            <w:bookmarkStart w:id="2438" w:name="_Toc144692004"/>
            <w:bookmarkStart w:id="2439" w:name="_Toc204048616"/>
            <w:bookmarkStart w:id="2440" w:name="_Toc331401094"/>
            <w:bookmarkStart w:id="2441" w:name="_Toc333405908"/>
            <w:bookmarkStart w:id="2442" w:name="_Toc338854846"/>
            <w:bookmarkStart w:id="2443" w:name="_Toc339281250"/>
            <w:bookmarkStart w:id="2444" w:name="_Toc341692452"/>
            <w:bookmarkStart w:id="2445" w:name="_Toc343243700"/>
            <w:r>
              <w:rPr>
                <w:b/>
                <w:i/>
              </w:rPr>
              <w:t>[NPRR1239:  Replace paragraph (5) above with the following upon system implementation:]</w:t>
            </w:r>
          </w:p>
          <w:p w14:paraId="62081B5D" w14:textId="2630924F" w:rsidR="007F7DC3" w:rsidRPr="007F7DC3" w:rsidRDefault="007F7DC3" w:rsidP="007F7DC3">
            <w:pPr>
              <w:spacing w:after="240"/>
              <w:ind w:left="720" w:hanging="720"/>
              <w:rPr>
                <w:iCs/>
              </w:rPr>
            </w:pPr>
            <w:r w:rsidRPr="00FD0EF6">
              <w:rPr>
                <w:iCs/>
              </w:rPr>
              <w:t>(5)</w:t>
            </w:r>
            <w:r w:rsidRPr="00FD0EF6">
              <w:rPr>
                <w:iCs/>
              </w:rPr>
              <w:tab/>
              <w:t xml:space="preserve">ERCOT shall update and post the list of Competitive Constraints identified by the Long-Term CCT on the </w:t>
            </w:r>
            <w:r>
              <w:rPr>
                <w:iCs/>
              </w:rPr>
              <w:t>ERCOT website</w:t>
            </w:r>
            <w:r w:rsidRPr="00FD0EF6">
              <w:rPr>
                <w:iCs/>
              </w:rPr>
              <w:t>.  The list of Competitive Constraints shall be posted at least 30 days prior to the first of the year.</w:t>
            </w:r>
          </w:p>
        </w:tc>
      </w:tr>
    </w:tbl>
    <w:p w14:paraId="6FBFD0BF" w14:textId="77777777" w:rsidR="00015339" w:rsidRDefault="00015339" w:rsidP="006E0CB7">
      <w:pPr>
        <w:pStyle w:val="H3"/>
        <w:spacing w:before="480"/>
      </w:pPr>
      <w:bookmarkStart w:id="2446" w:name="_Toc199405442"/>
      <w:r>
        <w:t>3.19.4</w:t>
      </w:r>
      <w:r>
        <w:tab/>
        <w:t>Security-Constrained Economic Dispatch Constraint Competitiveness Test</w:t>
      </w:r>
      <w:bookmarkEnd w:id="2427"/>
      <w:bookmarkEnd w:id="2428"/>
      <w:bookmarkEnd w:id="2429"/>
      <w:bookmarkEnd w:id="2430"/>
      <w:bookmarkEnd w:id="2431"/>
      <w:bookmarkEnd w:id="2432"/>
      <w:bookmarkEnd w:id="2433"/>
      <w:bookmarkEnd w:id="2434"/>
      <w:bookmarkEnd w:id="2435"/>
      <w:bookmarkEnd w:id="2446"/>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64EFE41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D50C160" w14:textId="77777777" w:rsidR="002A012A" w:rsidRDefault="002A012A" w:rsidP="0061655D">
            <w:pPr>
              <w:spacing w:before="120" w:after="240"/>
              <w:rPr>
                <w:b/>
                <w:i/>
              </w:rPr>
            </w:pPr>
            <w:r>
              <w:rPr>
                <w:b/>
                <w:i/>
              </w:rPr>
              <w:lastRenderedPageBreak/>
              <w:t>[NPRR1182:  Replace paragraph (c) above with the following upon system implementation:]</w:t>
            </w:r>
          </w:p>
          <w:p w14:paraId="7E1774FC" w14:textId="1AF74741" w:rsidR="002A012A" w:rsidRPr="002A012A" w:rsidRDefault="002A012A" w:rsidP="002A012A">
            <w:pPr>
              <w:spacing w:after="240"/>
              <w:ind w:left="1440" w:hanging="720"/>
            </w:pPr>
            <w:r w:rsidRPr="002A012A">
              <w:t>(c)</w:t>
            </w:r>
            <w:r w:rsidRPr="002A012A">
              <w:tab/>
              <w:t>There are Shift Factors corresponding to Electrical Buses with Available Capacity for a Resource that can help resolve the constraint by increasing power injection or reducing power withdrawal that have an absolute value greater than or equal to SFP3; and</w:t>
            </w:r>
          </w:p>
        </w:tc>
      </w:tr>
    </w:tbl>
    <w:p w14:paraId="3228FCAB" w14:textId="04D951A7" w:rsidR="00015339" w:rsidRDefault="00015339" w:rsidP="00D3629D">
      <w:pPr>
        <w:pStyle w:val="List2"/>
        <w:spacing w:before="240"/>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01575CDC"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D635487" w14:textId="52EAD34E" w:rsidR="002A012A" w:rsidRDefault="002A012A" w:rsidP="0061655D">
            <w:pPr>
              <w:spacing w:before="120" w:after="240"/>
              <w:rPr>
                <w:b/>
                <w:i/>
              </w:rPr>
            </w:pPr>
            <w:r>
              <w:rPr>
                <w:b/>
                <w:i/>
              </w:rPr>
              <w:t>[NPRR1182:  Replace paragraph (7) above with the following upon system implementation:]</w:t>
            </w:r>
          </w:p>
          <w:p w14:paraId="56AE8CAB" w14:textId="5B0B6BA3" w:rsidR="002A012A" w:rsidRPr="002A012A" w:rsidRDefault="002A012A" w:rsidP="002A012A">
            <w:pPr>
              <w:pStyle w:val="BodyTextNumbered"/>
            </w:pPr>
            <w:r>
              <w:t>(7)</w:t>
            </w:r>
            <w:r>
              <w:tab/>
              <w:t>Mitigation will be applied to a Resource, excluding Controllable Load Resources, in the SCED Step 2, as described in Section 6.5.7.3, Security Constrained Economic Dispatch, when all of the following conditions are met:</w:t>
            </w:r>
          </w:p>
        </w:tc>
      </w:tr>
    </w:tbl>
    <w:p w14:paraId="16570DBB" w14:textId="2EB0FE1B" w:rsidR="00015339" w:rsidRDefault="00015339" w:rsidP="00D3629D">
      <w:pPr>
        <w:pStyle w:val="BodyTextNumbered"/>
        <w:spacing w:before="240"/>
        <w:ind w:left="1440"/>
      </w:pPr>
      <w:r>
        <w:lastRenderedPageBreak/>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36"/>
      <w:bookmarkEnd w:id="2437"/>
      <w:bookmarkEnd w:id="2438"/>
      <w:bookmarkEnd w:id="2439"/>
      <w:bookmarkEnd w:id="2440"/>
      <w:bookmarkEnd w:id="2441"/>
      <w:bookmarkEnd w:id="2442"/>
      <w:bookmarkEnd w:id="2443"/>
      <w:bookmarkEnd w:id="2444"/>
      <w:bookmarkEnd w:id="2445"/>
    </w:p>
    <w:p w14:paraId="3547FE08" w14:textId="77777777" w:rsidR="005A039A" w:rsidRDefault="005A039A" w:rsidP="00A3713E">
      <w:pPr>
        <w:pStyle w:val="H2"/>
        <w:ind w:left="907" w:hanging="907"/>
      </w:pPr>
      <w:bookmarkStart w:id="2447" w:name="_Toc400526239"/>
      <w:bookmarkStart w:id="2448" w:name="_Toc405534557"/>
      <w:bookmarkStart w:id="2449" w:name="_Toc406570570"/>
      <w:bookmarkStart w:id="2450" w:name="_Toc410910722"/>
      <w:bookmarkStart w:id="2451" w:name="_Toc411841151"/>
      <w:bookmarkStart w:id="2452" w:name="_Toc422147113"/>
      <w:bookmarkStart w:id="2453" w:name="_Toc433020709"/>
      <w:bookmarkStart w:id="2454" w:name="_Toc437262147"/>
      <w:bookmarkStart w:id="2455" w:name="_Toc478375325"/>
      <w:bookmarkStart w:id="2456" w:name="_Toc199405443"/>
      <w:r>
        <w:t>3.20</w:t>
      </w:r>
      <w:r>
        <w:tab/>
        <w:t>Identification of Chronic Congestion</w:t>
      </w:r>
      <w:bookmarkEnd w:id="2447"/>
      <w:bookmarkEnd w:id="2448"/>
      <w:bookmarkEnd w:id="2449"/>
      <w:bookmarkEnd w:id="2450"/>
      <w:bookmarkEnd w:id="2451"/>
      <w:bookmarkEnd w:id="2452"/>
      <w:bookmarkEnd w:id="2453"/>
      <w:bookmarkEnd w:id="2454"/>
      <w:bookmarkEnd w:id="2455"/>
      <w:bookmarkEnd w:id="2456"/>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57" w:name="_Toc400526240"/>
      <w:bookmarkStart w:id="2458" w:name="_Toc405534558"/>
      <w:bookmarkStart w:id="2459" w:name="_Toc406570571"/>
      <w:bookmarkStart w:id="2460" w:name="_Toc410910723"/>
      <w:bookmarkStart w:id="2461" w:name="_Toc411841152"/>
      <w:bookmarkStart w:id="2462" w:name="_Toc422147114"/>
      <w:bookmarkStart w:id="2463" w:name="_Toc433020710"/>
      <w:bookmarkStart w:id="2464" w:name="_Toc437262148"/>
      <w:bookmarkStart w:id="2465" w:name="_Toc478375326"/>
      <w:bookmarkStart w:id="2466" w:name="_Toc199405444"/>
      <w:r w:rsidRPr="004E3EDB">
        <w:t>3.2</w:t>
      </w:r>
      <w:r>
        <w:t>0</w:t>
      </w:r>
      <w:r w:rsidRPr="004E3EDB">
        <w:t>.1</w:t>
      </w:r>
      <w:r w:rsidRPr="004E3EDB">
        <w:tab/>
        <w:t>Evaluation of Chronic Congestion</w:t>
      </w:r>
      <w:bookmarkEnd w:id="2457"/>
      <w:bookmarkEnd w:id="2458"/>
      <w:bookmarkEnd w:id="2459"/>
      <w:bookmarkEnd w:id="2460"/>
      <w:bookmarkEnd w:id="2461"/>
      <w:bookmarkEnd w:id="2462"/>
      <w:bookmarkEnd w:id="2463"/>
      <w:bookmarkEnd w:id="2464"/>
      <w:bookmarkEnd w:id="2465"/>
      <w:bookmarkEnd w:id="2466"/>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EAA0167"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83D9B8B" w14:textId="1B7D47AC" w:rsidR="007F7DC3" w:rsidRDefault="007F7DC3" w:rsidP="00444C95">
            <w:pPr>
              <w:spacing w:before="120" w:after="240"/>
              <w:rPr>
                <w:b/>
                <w:i/>
              </w:rPr>
            </w:pPr>
            <w:bookmarkStart w:id="2467" w:name="_Toc400526241"/>
            <w:bookmarkStart w:id="2468" w:name="_Toc405534559"/>
            <w:bookmarkStart w:id="2469" w:name="_Toc406570572"/>
            <w:bookmarkStart w:id="2470" w:name="_Toc410910724"/>
            <w:bookmarkStart w:id="2471" w:name="_Toc411841153"/>
            <w:bookmarkStart w:id="2472" w:name="_Toc422147115"/>
            <w:bookmarkStart w:id="2473" w:name="_Toc433020711"/>
            <w:bookmarkStart w:id="2474" w:name="_Toc437262149"/>
            <w:bookmarkStart w:id="2475" w:name="_Toc478375327"/>
            <w:r>
              <w:rPr>
                <w:b/>
                <w:i/>
              </w:rPr>
              <w:t>[NPRR1240:  Replace paragraph (1) above with the following upon system implementation:]</w:t>
            </w:r>
          </w:p>
          <w:p w14:paraId="4E84FB50" w14:textId="79190D37" w:rsidR="007F7DC3" w:rsidRPr="007F7DC3" w:rsidRDefault="007F7DC3" w:rsidP="007F7DC3">
            <w:pPr>
              <w:spacing w:after="240"/>
              <w:ind w:left="720" w:hanging="720"/>
            </w:pPr>
            <w:r w:rsidRPr="0041108D">
              <w:t>(1)</w:t>
            </w:r>
            <w:r w:rsidRPr="0041108D">
              <w:tab/>
            </w:r>
            <w:r w:rsidRPr="006D5EC8">
              <w:t xml:space="preserve">ERCOT shall evaluate chronic congestion </w:t>
            </w:r>
            <w:r>
              <w:t>monthly</w:t>
            </w:r>
            <w:r w:rsidRPr="006D5EC8">
              <w:t xml:space="preserve"> and shall </w:t>
            </w:r>
            <w:r>
              <w:t>report on the ERCOT website</w:t>
            </w:r>
            <w:r w:rsidRPr="006D5EC8">
              <w:t xml:space="preserve"> the results of its evaluation to the appropriate Technical Advisory Committee (TAC) subcommittee(s).  Th</w:t>
            </w:r>
            <w:r>
              <w:t>e</w:t>
            </w:r>
            <w:r w:rsidRPr="006D5EC8">
              <w:t xml:space="preserve"> </w:t>
            </w:r>
            <w:r>
              <w:t>report</w:t>
            </w:r>
            <w:r w:rsidRPr="006D5EC8">
              <w:t xml:space="preserve"> </w:t>
            </w:r>
            <w:r>
              <w:t>must</w:t>
            </w:r>
            <w:r w:rsidRPr="006D5EC8">
              <w:t xml:space="preserve"> </w:t>
            </w:r>
            <w:r>
              <w:t xml:space="preserve">identify </w:t>
            </w:r>
            <w:r w:rsidRPr="002852C0">
              <w:t>the constraint(s) causing</w:t>
            </w:r>
            <w:r>
              <w:t xml:space="preserve"> the </w:t>
            </w:r>
            <w:r w:rsidRPr="004E3EDB">
              <w:t>chronic congestion</w:t>
            </w:r>
            <w:r>
              <w:t>.</w:t>
            </w:r>
          </w:p>
        </w:tc>
      </w:tr>
    </w:tbl>
    <w:p w14:paraId="58CD9008" w14:textId="77777777" w:rsidR="005A039A" w:rsidRPr="004E3EDB" w:rsidRDefault="005A039A" w:rsidP="006E0CB7">
      <w:pPr>
        <w:pStyle w:val="H3"/>
        <w:spacing w:before="480"/>
      </w:pPr>
      <w:bookmarkStart w:id="2476" w:name="_Toc199405445"/>
      <w:r w:rsidRPr="004E3EDB">
        <w:t>3.2</w:t>
      </w:r>
      <w:r>
        <w:t>0</w:t>
      </w:r>
      <w:r w:rsidRPr="004E3EDB">
        <w:t>.2</w:t>
      </w:r>
      <w:r w:rsidRPr="004E3EDB">
        <w:tab/>
        <w:t>Topology and Model Verification</w:t>
      </w:r>
      <w:bookmarkEnd w:id="2467"/>
      <w:bookmarkEnd w:id="2468"/>
      <w:bookmarkEnd w:id="2469"/>
      <w:bookmarkEnd w:id="2470"/>
      <w:bookmarkEnd w:id="2471"/>
      <w:bookmarkEnd w:id="2472"/>
      <w:bookmarkEnd w:id="2473"/>
      <w:bookmarkEnd w:id="2474"/>
      <w:bookmarkEnd w:id="2475"/>
      <w:bookmarkEnd w:id="2476"/>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w:t>
            </w:r>
            <w:r w:rsidR="00056B83"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lastRenderedPageBreak/>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477" w:name="_Toc400526242"/>
      <w:bookmarkStart w:id="2478" w:name="_Toc405534560"/>
      <w:bookmarkStart w:id="2479" w:name="_Toc406570573"/>
      <w:bookmarkStart w:id="2480" w:name="_Toc410910725"/>
      <w:bookmarkStart w:id="2481" w:name="_Toc411841154"/>
      <w:bookmarkStart w:id="2482" w:name="_Toc422147116"/>
      <w:bookmarkStart w:id="2483" w:name="_Toc433020712"/>
      <w:bookmarkStart w:id="2484" w:name="_Toc437262150"/>
      <w:bookmarkStart w:id="2485" w:name="_Toc478375328"/>
      <w:bookmarkStart w:id="2486" w:name="_Toc199405446"/>
      <w:r>
        <w:t>3.2</w:t>
      </w:r>
      <w:r w:rsidR="005A039A">
        <w:t>1</w:t>
      </w:r>
      <w:r w:rsidRPr="00A72192">
        <w:tab/>
        <w:t xml:space="preserve">Submission of Declarations of </w:t>
      </w:r>
      <w:r w:rsidR="00EF73FD" w:rsidRPr="00EB27A7">
        <w:t>Natural Gas Pipeline Coordination</w:t>
      </w:r>
      <w:bookmarkEnd w:id="2477"/>
      <w:bookmarkEnd w:id="2478"/>
      <w:bookmarkEnd w:id="2479"/>
      <w:bookmarkEnd w:id="2480"/>
      <w:bookmarkEnd w:id="2481"/>
      <w:bookmarkEnd w:id="2482"/>
      <w:bookmarkEnd w:id="2483"/>
      <w:bookmarkEnd w:id="2484"/>
      <w:bookmarkEnd w:id="2485"/>
      <w:bookmarkEnd w:id="2486"/>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w:t>
      </w:r>
      <w:r w:rsidRPr="00974203">
        <w:lastRenderedPageBreak/>
        <w:t>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487" w:name="_Toc199405447"/>
      <w:r w:rsidR="009F6BAB" w:rsidRPr="003807C2">
        <w:t>3.22</w:t>
      </w:r>
      <w:r w:rsidR="009F6BAB" w:rsidRPr="003807C2">
        <w:tab/>
        <w:t>Subsynchronous Resonance</w:t>
      </w:r>
      <w:bookmarkEnd w:id="2487"/>
    </w:p>
    <w:p w14:paraId="6AB02D14" w14:textId="77777777" w:rsidR="00253CED"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76A7117A"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03BE5493" w14:textId="1DFB78A3" w:rsidR="00253CED" w:rsidRDefault="00253CED" w:rsidP="00A54797">
            <w:pPr>
              <w:spacing w:before="120" w:after="240"/>
              <w:rPr>
                <w:b/>
                <w:i/>
              </w:rPr>
            </w:pPr>
            <w:r>
              <w:rPr>
                <w:b/>
                <w:i/>
              </w:rPr>
              <w:t>[NPRR1234</w:t>
            </w:r>
            <w:r w:rsidRPr="004B0726">
              <w:rPr>
                <w:b/>
                <w:i/>
              </w:rPr>
              <w:t xml:space="preserve">: </w:t>
            </w:r>
            <w:r>
              <w:rPr>
                <w:b/>
                <w:i/>
              </w:rPr>
              <w:t xml:space="preserve"> Replace Section 3.22 above with the following upon system implementation:</w:t>
            </w:r>
            <w:r w:rsidRPr="004B0726">
              <w:rPr>
                <w:b/>
                <w:i/>
              </w:rPr>
              <w:t>]</w:t>
            </w:r>
          </w:p>
          <w:p w14:paraId="6F17A815" w14:textId="77777777" w:rsidR="00253CED" w:rsidRPr="003D6297" w:rsidRDefault="00253CED" w:rsidP="00253CED">
            <w:pPr>
              <w:keepNext/>
              <w:tabs>
                <w:tab w:val="left" w:pos="900"/>
              </w:tabs>
              <w:spacing w:after="240"/>
              <w:ind w:left="907" w:hanging="907"/>
              <w:outlineLvl w:val="1"/>
              <w:rPr>
                <w:b/>
              </w:rPr>
            </w:pPr>
            <w:bookmarkStart w:id="2488" w:name="_Toc135989121"/>
            <w:bookmarkStart w:id="2489" w:name="_Toc199405448"/>
            <w:r w:rsidRPr="003D6297">
              <w:rPr>
                <w:b/>
              </w:rPr>
              <w:t>3.22</w:t>
            </w:r>
            <w:r w:rsidRPr="003D6297">
              <w:rPr>
                <w:b/>
              </w:rPr>
              <w:tab/>
              <w:t xml:space="preserve">Subsynchronous </w:t>
            </w:r>
            <w:bookmarkEnd w:id="2488"/>
            <w:r w:rsidRPr="003D6297">
              <w:rPr>
                <w:b/>
              </w:rPr>
              <w:t>Oscillation</w:t>
            </w:r>
            <w:bookmarkEnd w:id="2489"/>
          </w:p>
          <w:p w14:paraId="7D6A6B66" w14:textId="7F7F6F91" w:rsidR="00253CED" w:rsidRPr="00253CED" w:rsidRDefault="00253CED" w:rsidP="00253CED">
            <w:pPr>
              <w:spacing w:after="240"/>
              <w:ind w:left="720" w:hanging="720"/>
              <w:rPr>
                <w:iCs/>
                <w:color w:val="000000"/>
              </w:rPr>
            </w:pPr>
            <w:r w:rsidRPr="003D6297">
              <w:rPr>
                <w:iCs/>
                <w:color w:val="000000"/>
              </w:rPr>
              <w:t>(1)</w:t>
            </w:r>
            <w:r w:rsidRPr="003D6297">
              <w:rPr>
                <w:iCs/>
                <w:color w:val="000000"/>
              </w:rPr>
              <w:tab/>
              <w:t xml:space="preserve">All series capacitors shall have automatic Subsynchronous Oscillation (SSO) protective relays installed and shall have remote bypass capability.  The SSO </w:t>
            </w:r>
            <w:r w:rsidRPr="003D6297">
              <w:rPr>
                <w:iCs/>
              </w:rPr>
              <w:t>protective</w:t>
            </w:r>
            <w:r w:rsidRPr="003D6297">
              <w:rPr>
                <w:iCs/>
                <w:color w:val="000000"/>
              </w:rPr>
              <w:t xml:space="preserve"> relays shall remain in-service when the series capacitors are in-service.</w:t>
            </w:r>
          </w:p>
        </w:tc>
      </w:tr>
    </w:tbl>
    <w:p w14:paraId="7972E81D" w14:textId="77777777" w:rsidR="009F6BAB" w:rsidRPr="00672FDB" w:rsidRDefault="009F6BAB" w:rsidP="00317F36">
      <w:pPr>
        <w:pStyle w:val="H3"/>
        <w:spacing w:before="480"/>
      </w:pPr>
      <w:bookmarkStart w:id="2490" w:name="_Toc199405449"/>
      <w:r w:rsidRPr="00672FDB">
        <w:t>3.22.1</w:t>
      </w:r>
      <w:r w:rsidRPr="00672FDB">
        <w:tab/>
        <w:t>Subsynchronous Resonance Vulnerability Assessment</w:t>
      </w:r>
      <w:bookmarkEnd w:id="2490"/>
    </w:p>
    <w:p w14:paraId="0B919EDC" w14:textId="77777777" w:rsidR="00253CED"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54A6E237"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6C882733" w14:textId="176ACD3C" w:rsidR="00253CED" w:rsidRDefault="00253CED" w:rsidP="00A54797">
            <w:pPr>
              <w:spacing w:before="120" w:after="240"/>
              <w:rPr>
                <w:b/>
                <w:i/>
              </w:rPr>
            </w:pPr>
            <w:r>
              <w:rPr>
                <w:b/>
                <w:i/>
              </w:rPr>
              <w:lastRenderedPageBreak/>
              <w:t>[NPRR1234</w:t>
            </w:r>
            <w:r w:rsidRPr="004B0726">
              <w:rPr>
                <w:b/>
                <w:i/>
              </w:rPr>
              <w:t xml:space="preserve">: </w:t>
            </w:r>
            <w:r>
              <w:rPr>
                <w:b/>
                <w:i/>
              </w:rPr>
              <w:t xml:space="preserve"> Replace Section 3.22.1 above with the following upon system implementation:</w:t>
            </w:r>
            <w:r w:rsidRPr="004B0726">
              <w:rPr>
                <w:b/>
                <w:i/>
              </w:rPr>
              <w:t>]</w:t>
            </w:r>
          </w:p>
          <w:p w14:paraId="66D27466" w14:textId="77777777" w:rsidR="00253CED" w:rsidRPr="003D6297" w:rsidRDefault="00253CED" w:rsidP="00253CED">
            <w:pPr>
              <w:keepNext/>
              <w:tabs>
                <w:tab w:val="left" w:pos="1080"/>
              </w:tabs>
              <w:spacing w:after="240"/>
              <w:ind w:left="1080" w:hanging="1080"/>
              <w:outlineLvl w:val="2"/>
              <w:rPr>
                <w:b/>
                <w:bCs/>
                <w:i/>
              </w:rPr>
            </w:pPr>
            <w:bookmarkStart w:id="2491" w:name="_Toc94100402"/>
            <w:bookmarkStart w:id="2492" w:name="_Toc199405450"/>
            <w:r w:rsidRPr="003D6297">
              <w:rPr>
                <w:b/>
                <w:bCs/>
                <w:i/>
              </w:rPr>
              <w:t>3.22.1</w:t>
            </w:r>
            <w:r w:rsidRPr="003D6297">
              <w:rPr>
                <w:b/>
                <w:bCs/>
                <w:i/>
              </w:rPr>
              <w:tab/>
            </w:r>
            <w:bookmarkStart w:id="2493" w:name="_Hlk109918533"/>
            <w:r w:rsidRPr="003D6297">
              <w:rPr>
                <w:b/>
                <w:bCs/>
                <w:i/>
              </w:rPr>
              <w:t xml:space="preserve">Subsynchronous Oscillation </w:t>
            </w:r>
            <w:bookmarkEnd w:id="2493"/>
            <w:r w:rsidRPr="003D6297">
              <w:rPr>
                <w:b/>
                <w:bCs/>
                <w:i/>
              </w:rPr>
              <w:t>Vulnerability Assessment</w:t>
            </w:r>
            <w:bookmarkEnd w:id="2491"/>
            <w:bookmarkEnd w:id="2492"/>
          </w:p>
          <w:p w14:paraId="32C853EF" w14:textId="77777777" w:rsidR="00253CED" w:rsidRPr="003D6297" w:rsidRDefault="00253CED" w:rsidP="00253CED">
            <w:pPr>
              <w:spacing w:after="240"/>
              <w:ind w:left="720" w:hanging="720"/>
              <w:rPr>
                <w:iCs/>
              </w:rPr>
            </w:pPr>
            <w:r w:rsidRPr="003D6297">
              <w:rPr>
                <w:iCs/>
              </w:rPr>
              <w:t>(1)</w:t>
            </w:r>
            <w:r w:rsidRPr="003D6297">
              <w:rPr>
                <w:iCs/>
              </w:rPr>
              <w:tab/>
              <w:t>In the SSO vulnerability assessment, each transmission circuit is considered as a single Outage.  A common tower Outage of two circuits or the Outage of a double-circuit transmission line will be considered as two transmission Outages.</w:t>
            </w:r>
          </w:p>
          <w:p w14:paraId="3E54C218" w14:textId="0431C188" w:rsidR="00253CED" w:rsidRPr="005574E6" w:rsidRDefault="00253CED" w:rsidP="00253CED">
            <w:pPr>
              <w:spacing w:after="240"/>
              <w:ind w:left="720" w:hanging="720"/>
              <w:rPr>
                <w:iCs/>
              </w:rPr>
            </w:pPr>
            <w:r w:rsidRPr="003D6297">
              <w:rPr>
                <w:iCs/>
              </w:rPr>
              <w:t>(2)</w:t>
            </w:r>
            <w:r w:rsidRPr="003D6297">
              <w:rPr>
                <w:iCs/>
              </w:rPr>
              <w:tab/>
              <w:t>The SSO vulnerability assessment includes the</w:t>
            </w:r>
            <w:r w:rsidRPr="003D6297">
              <w:rPr>
                <w:iCs/>
                <w:color w:val="000000"/>
              </w:rPr>
              <w:t xml:space="preserve"> </w:t>
            </w:r>
            <w:r w:rsidRPr="003D6297">
              <w:rPr>
                <w:iCs/>
              </w:rPr>
              <w:t>SSR vulnerability assessment that is related to the interaction between Generation Resources</w:t>
            </w:r>
            <w:r>
              <w:rPr>
                <w:iCs/>
              </w:rPr>
              <w:t xml:space="preserve"> </w:t>
            </w:r>
            <w:r w:rsidRPr="003D6297">
              <w:rPr>
                <w:iCs/>
              </w:rPr>
              <w:t>and series capacitors.</w:t>
            </w:r>
          </w:p>
        </w:tc>
      </w:tr>
    </w:tbl>
    <w:p w14:paraId="48A23701" w14:textId="77777777" w:rsidR="009F6BAB" w:rsidRPr="00672FDB" w:rsidRDefault="009F6BAB" w:rsidP="00317F36">
      <w:pPr>
        <w:pStyle w:val="H4"/>
        <w:spacing w:before="480"/>
        <w:ind w:left="1267" w:hanging="1267"/>
        <w:rPr>
          <w:b/>
          <w:iCs/>
        </w:rPr>
      </w:pPr>
      <w:bookmarkStart w:id="2494" w:name="_Toc199405451"/>
      <w:r w:rsidRPr="00672FDB">
        <w:rPr>
          <w:b/>
          <w:iCs/>
        </w:rPr>
        <w:t xml:space="preserve">3.22.1.1 </w:t>
      </w:r>
      <w:r w:rsidRPr="00672FDB">
        <w:rPr>
          <w:b/>
          <w:iCs/>
        </w:rPr>
        <w:tab/>
        <w:t>Existing Generation Resource Assessment</w:t>
      </w:r>
      <w:bookmarkEnd w:id="2494"/>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29824F0E"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6D25646B" w14:textId="35380BC0" w:rsidR="00253CED" w:rsidRDefault="00253CED" w:rsidP="00A54797">
            <w:pPr>
              <w:spacing w:before="120" w:after="240"/>
              <w:rPr>
                <w:b/>
                <w:i/>
              </w:rPr>
            </w:pPr>
            <w:r>
              <w:rPr>
                <w:b/>
                <w:i/>
              </w:rPr>
              <w:t>[NPRR1234</w:t>
            </w:r>
            <w:r w:rsidRPr="004B0726">
              <w:rPr>
                <w:b/>
                <w:i/>
              </w:rPr>
              <w:t xml:space="preserve">: </w:t>
            </w:r>
            <w:r>
              <w:rPr>
                <w:b/>
                <w:i/>
              </w:rPr>
              <w:t xml:space="preserve"> Replace paragraph (b) above with the following upon system implementation:</w:t>
            </w:r>
            <w:r w:rsidRPr="004B0726">
              <w:rPr>
                <w:b/>
                <w:i/>
              </w:rPr>
              <w:t>]</w:t>
            </w:r>
          </w:p>
          <w:p w14:paraId="69EC4E3C" w14:textId="691FC2BD" w:rsidR="00253CED" w:rsidRPr="005574E6" w:rsidRDefault="00253CED" w:rsidP="00253CED">
            <w:pPr>
              <w:spacing w:after="240"/>
              <w:ind w:left="1440" w:hanging="720"/>
              <w:rPr>
                <w:iCs/>
              </w:rPr>
            </w:pPr>
            <w:r w:rsidRPr="003D6297">
              <w:rPr>
                <w:iCs/>
              </w:rPr>
              <w:t>(b)</w:t>
            </w:r>
            <w:r w:rsidRPr="003D6297">
              <w:rPr>
                <w:iCs/>
              </w:rPr>
              <w:tab/>
              <w:t>If during the topology check ERCOT determines that an existing Generation Resource will become radial to one or more series capacitors in the event of 14 or fewer concurrent transmission Outages, ERCOT shall perform a frequency scan assessment in accordance with Section 3.22.2, Subsynchronous Oscillation Vulnerability Assessment Criteria, and will provide the frequency scan assessment results to the affected Resource Entity.</w:t>
            </w:r>
          </w:p>
        </w:tc>
      </w:tr>
    </w:tbl>
    <w:p w14:paraId="5284086D" w14:textId="004C1951" w:rsidR="00755803" w:rsidRDefault="009F6BAB" w:rsidP="00317F36">
      <w:pPr>
        <w:pStyle w:val="BodyTextNumbered"/>
        <w:spacing w:before="240"/>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w:t>
      </w:r>
      <w:r w:rsidRPr="00227BDD">
        <w:lastRenderedPageBreak/>
        <w:t>determines the frequency scan assessment is sufficient to determine the SSR vulnerability.</w:t>
      </w:r>
      <w:r w:rsidR="00755803" w:rsidRPr="00227BDD">
        <w:t xml:space="preserve">  </w:t>
      </w:r>
    </w:p>
    <w:p w14:paraId="2E441E8E" w14:textId="4C7DB7A8"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xml:space="preserve">, the TSP(s) that owns the affected series capacitor(s) shall coordinate with the interconnecting TSP, ERCOT, and the affected Resource Entity to develop and implement SSR </w:t>
      </w:r>
      <w:r w:rsidR="00243921">
        <w:rPr>
          <w:iCs/>
        </w:rPr>
        <w:t>m</w:t>
      </w:r>
      <w:r w:rsidRPr="00AA6216">
        <w:rPr>
          <w:iCs/>
        </w:rPr>
        <w:t>itigation on the ERCOT transmission system.</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5FA7610E"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3AB23FC2" w14:textId="018DE0FC" w:rsidR="00253CED" w:rsidRDefault="00253CED" w:rsidP="00A54797">
            <w:pPr>
              <w:spacing w:before="120" w:after="240"/>
              <w:rPr>
                <w:b/>
                <w:i/>
              </w:rPr>
            </w:pPr>
            <w:r>
              <w:rPr>
                <w:b/>
                <w:i/>
              </w:rPr>
              <w:t>[NPRR1234</w:t>
            </w:r>
            <w:r w:rsidRPr="004B0726">
              <w:rPr>
                <w:b/>
                <w:i/>
              </w:rPr>
              <w:t xml:space="preserve">: </w:t>
            </w:r>
            <w:r>
              <w:rPr>
                <w:b/>
                <w:i/>
              </w:rPr>
              <w:t xml:space="preserve"> Replace paragraph (d) above with the following upon system implementation:</w:t>
            </w:r>
            <w:r w:rsidRPr="004B0726">
              <w:rPr>
                <w:b/>
                <w:i/>
              </w:rPr>
              <w:t>]</w:t>
            </w:r>
          </w:p>
          <w:p w14:paraId="6344C0DA" w14:textId="2B3031F7" w:rsidR="00253CED" w:rsidRPr="005574E6" w:rsidRDefault="00253CED" w:rsidP="00253CED">
            <w:pPr>
              <w:spacing w:after="240"/>
              <w:ind w:left="1440" w:hanging="720"/>
              <w:rPr>
                <w:iCs/>
              </w:rPr>
            </w:pPr>
            <w:r w:rsidRPr="003D6297">
              <w:rPr>
                <w:iCs/>
              </w:rPr>
              <w:t>(d)</w:t>
            </w:r>
            <w:r w:rsidRPr="003D6297">
              <w:rPr>
                <w:iCs/>
              </w:rPr>
              <w:tab/>
              <w:t>If the SSR study performed in accordance with paragraph (b) and/or (c) above indicates that an existing Generation Resource is vulnerable to SSR in the event of four or fewer concurrent transmission Outages, the TSP(s) that owns the affected series capacitor(s) shall coordinate with the interconnecting TSP, ERCOT, and the affected Resource Entity to develop and implement SSO Mitigation on the ERCOT transmission system.</w:t>
            </w:r>
          </w:p>
        </w:tc>
      </w:tr>
    </w:tbl>
    <w:p w14:paraId="06550914" w14:textId="3B88B503" w:rsidR="00755803" w:rsidRPr="00AA6216" w:rsidRDefault="00755803" w:rsidP="00317F36">
      <w:pPr>
        <w:spacing w:before="240"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95" w:name="_Toc199405452"/>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95"/>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2B463371"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11C08FA" w14:textId="0A53A67F" w:rsidR="001C20E6" w:rsidRDefault="001C20E6" w:rsidP="00514D72">
            <w:pPr>
              <w:spacing w:before="120" w:after="240"/>
              <w:rPr>
                <w:b/>
                <w:i/>
              </w:rPr>
            </w:pPr>
            <w:r>
              <w:rPr>
                <w:b/>
                <w:i/>
              </w:rPr>
              <w:t>[</w:t>
            </w:r>
            <w:r w:rsidR="00253CED">
              <w:rPr>
                <w:b/>
                <w:i/>
              </w:rPr>
              <w:t xml:space="preserve">NPRR1234 and </w:t>
            </w:r>
            <w:r>
              <w:rPr>
                <w:b/>
                <w:i/>
              </w:rPr>
              <w:t>NPRR1246</w:t>
            </w:r>
            <w:r w:rsidRPr="004B0726">
              <w:rPr>
                <w:b/>
                <w:i/>
              </w:rPr>
              <w:t xml:space="preserve">: </w:t>
            </w:r>
            <w:r>
              <w:rPr>
                <w:b/>
                <w:i/>
              </w:rPr>
              <w:t xml:space="preserve"> Replace</w:t>
            </w:r>
            <w:r w:rsidR="00253CED">
              <w:rPr>
                <w:b/>
                <w:i/>
              </w:rPr>
              <w:t xml:space="preserve"> applicable portions of</w:t>
            </w:r>
            <w:r>
              <w:rPr>
                <w:b/>
                <w:i/>
              </w:rPr>
              <w:t xml:space="preserve"> paragraph (1) above with the following </w:t>
            </w:r>
            <w:r w:rsidR="00253CED">
              <w:rPr>
                <w:b/>
                <w:i/>
              </w:rPr>
              <w:t xml:space="preserve">upon system implementation of NPRR1234; or </w:t>
            </w:r>
            <w:r>
              <w:rPr>
                <w:b/>
                <w:i/>
              </w:rPr>
              <w:t>upon system implementation of the Real-Time Co-Optimization (RTC) project</w:t>
            </w:r>
            <w:r w:rsidR="00253CED">
              <w:rPr>
                <w:b/>
                <w:i/>
              </w:rPr>
              <w:t xml:space="preserve"> for NPRR1246</w:t>
            </w:r>
            <w:r>
              <w:rPr>
                <w:b/>
                <w:i/>
              </w:rPr>
              <w:t>:</w:t>
            </w:r>
            <w:r w:rsidRPr="004B0726">
              <w:rPr>
                <w:b/>
                <w:i/>
              </w:rPr>
              <w:t>]</w:t>
            </w:r>
          </w:p>
          <w:p w14:paraId="1B912BB3" w14:textId="073A104B" w:rsidR="001C20E6" w:rsidRPr="001C20E6" w:rsidRDefault="001C20E6" w:rsidP="001C20E6">
            <w:pPr>
              <w:spacing w:after="240"/>
              <w:ind w:left="720" w:hanging="720"/>
              <w:rPr>
                <w:iCs/>
              </w:rPr>
            </w:pPr>
            <w:r w:rsidRPr="00B50AAE">
              <w:rPr>
                <w:iCs/>
              </w:rPr>
              <w:t>(1)</w:t>
            </w:r>
            <w:r w:rsidRPr="00B50AAE">
              <w:rPr>
                <w:iCs/>
              </w:rPr>
              <w:tab/>
              <w:t xml:space="preserve">In the security screening study for a Generation Interconnection or </w:t>
            </w:r>
            <w:r w:rsidR="00253CED">
              <w:rPr>
                <w:iCs/>
              </w:rPr>
              <w:t>Modification (GIM)</w:t>
            </w:r>
            <w:r w:rsidRPr="00B50AAE">
              <w:rPr>
                <w:iCs/>
              </w:rPr>
              <w:t xml:space="preserve">, ERCOT will perform a topology-check and determine if the Generation Resource or Energy Storage Resource (ESR) will become radial to </w:t>
            </w:r>
            <w:r w:rsidR="00253CED">
              <w:rPr>
                <w:iCs/>
              </w:rPr>
              <w:t>one or more</w:t>
            </w:r>
            <w:r w:rsidRPr="00B50AAE">
              <w:rPr>
                <w:iCs/>
              </w:rPr>
              <w:t xml:space="preserve"> series capacitors in the event of fewer than 14 concurrent transmission Outages. </w:t>
            </w:r>
          </w:p>
        </w:tc>
      </w:tr>
    </w:tbl>
    <w:p w14:paraId="6FAEBBCD" w14:textId="3AB58773" w:rsidR="009F6BAB" w:rsidRPr="00227BDD" w:rsidRDefault="009F6BAB" w:rsidP="008B3CCE">
      <w:pPr>
        <w:pStyle w:val="BodyTextNumbered"/>
        <w:spacing w:before="240"/>
        <w:rPr>
          <w:szCs w:val="24"/>
        </w:rPr>
      </w:pPr>
      <w:r w:rsidRPr="00227BDD">
        <w:lastRenderedPageBreak/>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w:t>
      </w:r>
      <w:r w:rsidR="00243921">
        <w:rPr>
          <w:iCs w:val="0"/>
        </w:rPr>
        <w:t>m</w:t>
      </w:r>
      <w:r w:rsidR="00611F54">
        <w:rPr>
          <w:iCs w:val="0"/>
        </w:rPr>
        <w:t xml:space="preserve">itigation </w:t>
      </w:r>
      <w:r w:rsidR="00C710CA">
        <w:rPr>
          <w:iCs w:val="0"/>
        </w:rPr>
        <w:t>p</w:t>
      </w:r>
      <w:r w:rsidR="00611F54">
        <w:rPr>
          <w:iCs w:val="0"/>
        </w:rPr>
        <w:t>lan developed by the IE that has been reviewed by the TSP.</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4FE97EFA"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50E4A12E" w14:textId="329EEC03" w:rsidR="00253CED" w:rsidRDefault="00253CED" w:rsidP="00A54797">
            <w:pPr>
              <w:spacing w:before="120" w:after="240"/>
              <w:rPr>
                <w:b/>
                <w:i/>
              </w:rPr>
            </w:pPr>
            <w:r>
              <w:rPr>
                <w:b/>
                <w:i/>
              </w:rPr>
              <w:t>[NPRR1234</w:t>
            </w:r>
            <w:r w:rsidRPr="004B0726">
              <w:rPr>
                <w:b/>
                <w:i/>
              </w:rPr>
              <w:t xml:space="preserve">: </w:t>
            </w:r>
            <w:r>
              <w:rPr>
                <w:b/>
                <w:i/>
              </w:rPr>
              <w:t xml:space="preserve"> Replace paragraph (2) above with the following upon system implementation:</w:t>
            </w:r>
            <w:r w:rsidRPr="004B0726">
              <w:rPr>
                <w:b/>
                <w:i/>
              </w:rPr>
              <w:t>]</w:t>
            </w:r>
          </w:p>
          <w:p w14:paraId="6E084FC7" w14:textId="3A66AEE9" w:rsidR="00253CED" w:rsidRPr="005574E6" w:rsidRDefault="00253CED" w:rsidP="00253CED">
            <w:pPr>
              <w:spacing w:after="240"/>
              <w:ind w:left="720" w:hanging="720"/>
              <w:rPr>
                <w:iCs/>
              </w:rPr>
            </w:pPr>
            <w:r w:rsidRPr="003D6297">
              <w:rPr>
                <w:iCs/>
              </w:rPr>
              <w:t>(2)</w:t>
            </w:r>
            <w:r w:rsidRPr="003D6297">
              <w:rPr>
                <w:iCs/>
              </w:rPr>
              <w:tab/>
              <w:t>If ERCOT identifies that a Generation Resource or ESR will become radial to one or more series capacitors in the event of fewer than 14 concurrent transmission Outages, the interconnecting TSP shall perform an SSR study including frequency scan assessment and/or detailed SSR assessment for the Interconnecting Entity (IE) in accordance with Section 3.22.2, Subsynchronous Oscillation Vulnerability Assessment Criteria, to determine SSR vulnerability.  The SSR study shall determine which system configurations create vulnerability to SSR.  Alternatively, if the IE can demonstrate to ERCOT’s and the interconnecting TSP’s satisfaction that the Generation Resource or ESR is not vulnerable to SSR, then the interconnecting TSP is not required to perform the SSR study.</w:t>
            </w:r>
            <w:r w:rsidRPr="003D6297">
              <w:t xml:space="preserve">  If an SSR study is conducted, the interconnecting TSP shall submit it to ERCOT upon completion and shall include any SSO Mitigation plan developed by the IE that has been reviewed by the TSP.</w:t>
            </w:r>
          </w:p>
        </w:tc>
      </w:tr>
    </w:tbl>
    <w:p w14:paraId="1D67A0DC" w14:textId="050EA873" w:rsidR="009F6BAB" w:rsidRPr="00227BDD" w:rsidRDefault="009F6BAB" w:rsidP="00317F36">
      <w:pPr>
        <w:pStyle w:val="BodyTextNumbered"/>
        <w:spacing w:before="240"/>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w:t>
      </w:r>
      <w:r w:rsidR="00243921">
        <w:t>m</w:t>
      </w:r>
      <w:r w:rsidRPr="00227BDD">
        <w:t xml:space="preserve">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w:t>
      </w:r>
      <w:r w:rsidR="00243921">
        <w:t>m</w:t>
      </w:r>
      <w:r w:rsidRPr="00227BDD">
        <w:t xml:space="preserve">itigation prior to Initial Synchronization.  </w:t>
      </w:r>
    </w:p>
    <w:p w14:paraId="2B92D54A" w14:textId="72FEA1D9"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w:t>
      </w:r>
      <w:r w:rsidR="00243921">
        <w:t>p</w:t>
      </w:r>
      <w:r w:rsidRPr="00227BDD">
        <w:t xml:space="preserve">rotection in lieu of SSR </w:t>
      </w:r>
      <w:r w:rsidR="00381328">
        <w:t>m</w:t>
      </w:r>
      <w:r w:rsidRPr="00227BDD">
        <w:t>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4F3DB3A7" w:rsidR="009F6BAB" w:rsidRPr="00227BDD" w:rsidRDefault="009F6BAB" w:rsidP="009F6BAB">
      <w:pPr>
        <w:pStyle w:val="BodyTextNumbered"/>
        <w:ind w:left="2160"/>
      </w:pPr>
      <w:r w:rsidRPr="00227BDD">
        <w:t>(ii)</w:t>
      </w:r>
      <w:r w:rsidRPr="00227BDD">
        <w:tab/>
        <w:t xml:space="preserve">The SSR </w:t>
      </w:r>
      <w:r w:rsidR="00205AB5">
        <w:t>p</w:t>
      </w:r>
      <w:r w:rsidRPr="00227BDD">
        <w:t>rotection is approved by ERCOT</w:t>
      </w:r>
      <w:r>
        <w:t>;</w:t>
      </w:r>
      <w:r w:rsidRPr="00227BDD">
        <w:t xml:space="preserve"> and</w:t>
      </w:r>
    </w:p>
    <w:p w14:paraId="7F5E3F5B" w14:textId="1E9AD879" w:rsidR="009F6BAB" w:rsidRPr="00227BDD" w:rsidRDefault="009F6BAB" w:rsidP="009F6BAB">
      <w:pPr>
        <w:pStyle w:val="BodyTextNumbered"/>
        <w:ind w:left="2160"/>
      </w:pPr>
      <w:r w:rsidRPr="00227BDD">
        <w:lastRenderedPageBreak/>
        <w:t>(iii)</w:t>
      </w:r>
      <w:r w:rsidRPr="00227BDD">
        <w:tab/>
        <w:t xml:space="preserve">The Generation Resource </w:t>
      </w:r>
      <w:r w:rsidR="00C710CA">
        <w:t xml:space="preserve">or ESR </w:t>
      </w:r>
      <w:r w:rsidRPr="00227BDD">
        <w:t xml:space="preserve">installs the ERCOT-approved SSR </w:t>
      </w:r>
      <w:r w:rsidR="00243921">
        <w:t>p</w:t>
      </w:r>
      <w:r w:rsidRPr="00227BDD">
        <w:t>rotection prior to Initial Synchronization.</w:t>
      </w:r>
    </w:p>
    <w:p w14:paraId="798DABF9" w14:textId="2CE311DE"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 xml:space="preserve">may elect not to develop or implement an SSR </w:t>
      </w:r>
      <w:r w:rsidR="00205AB5">
        <w:t>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0F7DFE1C"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7B228BD6" w14:textId="77DFFEC4" w:rsidR="00253CED" w:rsidRDefault="00253CED" w:rsidP="00A54797">
            <w:pPr>
              <w:spacing w:before="120" w:after="240"/>
              <w:rPr>
                <w:b/>
                <w:i/>
              </w:rPr>
            </w:pPr>
            <w:r>
              <w:rPr>
                <w:b/>
                <w:i/>
              </w:rPr>
              <w:t>[NPRR1234</w:t>
            </w:r>
            <w:r w:rsidR="00140FD1">
              <w:rPr>
                <w:b/>
                <w:i/>
              </w:rPr>
              <w:t xml:space="preserve"> and NPRR1283</w:t>
            </w:r>
            <w:r w:rsidRPr="004B0726">
              <w:rPr>
                <w:b/>
                <w:i/>
              </w:rPr>
              <w:t xml:space="preserve">: </w:t>
            </w:r>
            <w:r>
              <w:rPr>
                <w:b/>
                <w:i/>
              </w:rPr>
              <w:t xml:space="preserve"> Replace </w:t>
            </w:r>
            <w:r w:rsidR="00140FD1">
              <w:rPr>
                <w:b/>
                <w:i/>
              </w:rPr>
              <w:t xml:space="preserve">applicable portions of </w:t>
            </w:r>
            <w:r>
              <w:rPr>
                <w:b/>
                <w:i/>
              </w:rPr>
              <w:t>paragraph (3) above with the following upon system implementation</w:t>
            </w:r>
            <w:r w:rsidR="00140FD1">
              <w:rPr>
                <w:b/>
                <w:i/>
              </w:rPr>
              <w:t xml:space="preserve"> for NPRR1234; or on January 1, 2026 for NPRR1283</w:t>
            </w:r>
            <w:r>
              <w:rPr>
                <w:b/>
                <w:i/>
              </w:rPr>
              <w:t>:</w:t>
            </w:r>
            <w:r w:rsidRPr="004B0726">
              <w:rPr>
                <w:b/>
                <w:i/>
              </w:rPr>
              <w:t>]</w:t>
            </w:r>
          </w:p>
          <w:p w14:paraId="18A3D82F" w14:textId="543CF95D" w:rsidR="00253CED" w:rsidRPr="003D6297" w:rsidRDefault="00253CED" w:rsidP="00253CED">
            <w:pPr>
              <w:spacing w:after="240"/>
              <w:ind w:left="720" w:hanging="720"/>
              <w:rPr>
                <w:iCs/>
              </w:rPr>
            </w:pPr>
            <w:r w:rsidRPr="003D6297">
              <w:rPr>
                <w:iCs/>
              </w:rPr>
              <w:t>(3)</w:t>
            </w:r>
            <w:r w:rsidRPr="003D6297">
              <w:rPr>
                <w:iCs/>
              </w:rPr>
              <w:tab/>
              <w:t>If the SSR study performed in accordance with paragraph (2) above indicates that the Generation Resource or ESR is vulnerable to SSR in the event of six or fewer concurrent transmission Outages, the IE shall develop an SSO Mitigation plan</w:t>
            </w:r>
            <w:r w:rsidRPr="003D6297">
              <w:t>, provide it to the interconnecting TSP for review and inclusion in the TSP’s SSR study report to be approved by ERCOT,</w:t>
            </w:r>
            <w:r w:rsidRPr="003D6297">
              <w:rPr>
                <w:iCs/>
              </w:rPr>
              <w:t xml:space="preserve"> and implement the SSO Mitigation prior to Initial </w:t>
            </w:r>
            <w:r w:rsidR="00140FD1">
              <w:rPr>
                <w:iCs/>
              </w:rPr>
              <w:t>Energization</w:t>
            </w:r>
            <w:r w:rsidRPr="003D6297">
              <w:rPr>
                <w:iCs/>
              </w:rPr>
              <w:t xml:space="preserve">.  </w:t>
            </w:r>
          </w:p>
          <w:p w14:paraId="60A9465C" w14:textId="77777777" w:rsidR="00253CED" w:rsidRPr="003D6297" w:rsidRDefault="00253CED" w:rsidP="00253CED">
            <w:pPr>
              <w:spacing w:after="240"/>
              <w:ind w:left="1440" w:hanging="720"/>
              <w:rPr>
                <w:iCs/>
              </w:rPr>
            </w:pPr>
            <w:r w:rsidRPr="003D6297">
              <w:rPr>
                <w:iCs/>
              </w:rPr>
              <w:t>(a)</w:t>
            </w:r>
            <w:r w:rsidRPr="003D6297">
              <w:rPr>
                <w:iCs/>
              </w:rPr>
              <w:tab/>
              <w:t>If the SSR study performed in accordance with paragraph (2) above indicates that the Generation Resource or ESR is vulnerable to SSR in the event of four concurrent transmission Outages, the IE may install SSO Protection in lieu of SSO Mitigation, as required by paragraph (3) above, if:</w:t>
            </w:r>
          </w:p>
          <w:p w14:paraId="58FD159B" w14:textId="77777777" w:rsidR="00253CED" w:rsidRPr="003D6297" w:rsidRDefault="00253CED" w:rsidP="00253CED">
            <w:pPr>
              <w:spacing w:after="240"/>
              <w:ind w:left="2160" w:hanging="720"/>
              <w:rPr>
                <w:iCs/>
              </w:rPr>
            </w:pPr>
            <w:r w:rsidRPr="003D6297">
              <w:rPr>
                <w:iCs/>
              </w:rPr>
              <w:t>(i)</w:t>
            </w:r>
            <w:r w:rsidRPr="003D6297">
              <w:rPr>
                <w:iCs/>
              </w:rPr>
              <w:tab/>
              <w:t>The Generation Resource or ESR satisfied Planning Guide Section 6.9, Addition of Proposed Generation to the Planning Models, between August 12, 2013 and March 20, 2015;</w:t>
            </w:r>
          </w:p>
          <w:p w14:paraId="0032C184" w14:textId="77777777" w:rsidR="00253CED" w:rsidRPr="003D6297" w:rsidRDefault="00253CED" w:rsidP="00253CED">
            <w:pPr>
              <w:spacing w:after="240"/>
              <w:ind w:left="2160" w:hanging="720"/>
              <w:rPr>
                <w:iCs/>
              </w:rPr>
            </w:pPr>
            <w:r w:rsidRPr="003D6297">
              <w:rPr>
                <w:iCs/>
              </w:rPr>
              <w:t>(ii)</w:t>
            </w:r>
            <w:r w:rsidRPr="003D6297">
              <w:rPr>
                <w:iCs/>
              </w:rPr>
              <w:tab/>
              <w:t>The SSO Protection is approved by ERCOT; and</w:t>
            </w:r>
          </w:p>
          <w:p w14:paraId="36368F24" w14:textId="54A137C9" w:rsidR="00253CED" w:rsidRPr="003D6297" w:rsidRDefault="00253CED" w:rsidP="00253CED">
            <w:pPr>
              <w:spacing w:after="240"/>
              <w:ind w:left="2160" w:hanging="720"/>
              <w:rPr>
                <w:iCs/>
              </w:rPr>
            </w:pPr>
            <w:r w:rsidRPr="003D6297">
              <w:rPr>
                <w:iCs/>
              </w:rPr>
              <w:t>(iii)</w:t>
            </w:r>
            <w:r w:rsidRPr="003D6297">
              <w:rPr>
                <w:iCs/>
              </w:rPr>
              <w:tab/>
              <w:t xml:space="preserve">The Generation Resource or ESR installs the ERCOT-approved SSO Protection prior to Initial </w:t>
            </w:r>
            <w:r w:rsidR="00140FD1">
              <w:rPr>
                <w:iCs/>
              </w:rPr>
              <w:t>Energization</w:t>
            </w:r>
            <w:r w:rsidRPr="003D6297">
              <w:rPr>
                <w:iCs/>
              </w:rPr>
              <w:t>.</w:t>
            </w:r>
          </w:p>
          <w:p w14:paraId="775B955D" w14:textId="226F9022" w:rsidR="00253CED" w:rsidRPr="005574E6" w:rsidRDefault="00253CED" w:rsidP="00253CED">
            <w:pPr>
              <w:spacing w:after="240"/>
              <w:ind w:left="1440" w:hanging="720"/>
              <w:rPr>
                <w:iCs/>
              </w:rPr>
            </w:pPr>
            <w:r w:rsidRPr="003D6297">
              <w:rPr>
                <w:iCs/>
              </w:rPr>
              <w:t>(b)</w:t>
            </w:r>
            <w:r w:rsidRPr="003D6297">
              <w:rPr>
                <w:iCs/>
              </w:rPr>
              <w:tab/>
              <w:t xml:space="preserve">For any Generation Resource or ESR that satisfied Planning Guide Section 6.9 before September 1, 2020, if the SSR study performed in accordance with paragraph (2) above indicates that the Generation Resource or ESR is vulnerable to SSR in the event of five or six concurrent transmission Outages, the IE may elect not to develop or implement an SSO Mitigation plan, in which case ERCOT shall implement SSR monitoring in accordance with Section 3.22.3, Subsynchronous Resonance Monitoring.  The IE shall provide ERCOT written </w:t>
            </w:r>
            <w:r w:rsidRPr="003D6297">
              <w:rPr>
                <w:iCs/>
              </w:rPr>
              <w:lastRenderedPageBreak/>
              <w:t xml:space="preserve">Notice of any such election before the Generation Resource or ESR achieves Initial </w:t>
            </w:r>
            <w:r w:rsidR="00140FD1">
              <w:rPr>
                <w:iCs/>
              </w:rPr>
              <w:t>Energization</w:t>
            </w:r>
            <w:r w:rsidRPr="003D6297">
              <w:rPr>
                <w:iCs/>
              </w:rPr>
              <w:t xml:space="preserve">, and the Generation Resource or ESR shall not be permitted to proceed to Initial </w:t>
            </w:r>
            <w:r w:rsidR="00140FD1">
              <w:rPr>
                <w:iCs/>
              </w:rPr>
              <w:t>Energization</w:t>
            </w:r>
            <w:r w:rsidRPr="003D6297">
              <w:rPr>
                <w:iCs/>
              </w:rPr>
              <w:t xml:space="preserve"> until ERCOT has implemented SSR monitoring.</w:t>
            </w:r>
          </w:p>
        </w:tc>
      </w:tr>
    </w:tbl>
    <w:p w14:paraId="3109AB40" w14:textId="79F2B7AD" w:rsidR="00253CED" w:rsidRPr="00B86BC1" w:rsidRDefault="00611F54" w:rsidP="00253CED">
      <w:pPr>
        <w:spacing w:before="240" w:after="240"/>
        <w:ind w:left="720" w:hanging="720"/>
      </w:pPr>
      <w:r w:rsidRPr="00B86BC1">
        <w:rPr>
          <w:iCs/>
        </w:rPr>
        <w:lastRenderedPageBreak/>
        <w:t>(</w:t>
      </w:r>
      <w:r w:rsidR="00C710CA">
        <w:rPr>
          <w:iCs/>
        </w:rPr>
        <w:t>4</w:t>
      </w:r>
      <w:r w:rsidRPr="00B86BC1">
        <w:rPr>
          <w:iCs/>
        </w:rPr>
        <w:t>)</w:t>
      </w:r>
      <w:r w:rsidRPr="00B86BC1">
        <w:rPr>
          <w:iCs/>
        </w:rPr>
        <w:tab/>
        <w:t xml:space="preserve">ERCOT shall respond with its comments or approval of an SSR study report, which should include any required SSR </w:t>
      </w:r>
      <w:r w:rsidR="00205AB5">
        <w:rPr>
          <w:iCs/>
        </w:rPr>
        <w:t>m</w:t>
      </w:r>
      <w:r w:rsidRPr="00B86BC1">
        <w:rPr>
          <w:iCs/>
        </w:rPr>
        <w:t xml:space="preserve">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00CE77EB"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5AFB8A9E" w14:textId="736661B9" w:rsidR="00253CED" w:rsidRDefault="00253CED" w:rsidP="00A54797">
            <w:pPr>
              <w:spacing w:before="120" w:after="240"/>
              <w:rPr>
                <w:b/>
                <w:i/>
              </w:rPr>
            </w:pPr>
            <w:r>
              <w:rPr>
                <w:b/>
                <w:i/>
              </w:rPr>
              <w:t>[NPRR1234</w:t>
            </w:r>
            <w:r w:rsidRPr="004B0726">
              <w:rPr>
                <w:b/>
                <w:i/>
              </w:rPr>
              <w:t xml:space="preserve">: </w:t>
            </w:r>
            <w:r>
              <w:rPr>
                <w:b/>
                <w:i/>
              </w:rPr>
              <w:t xml:space="preserve"> Replace paragraph (4) above with the following upon system implementation:</w:t>
            </w:r>
            <w:r w:rsidRPr="004B0726">
              <w:rPr>
                <w:b/>
                <w:i/>
              </w:rPr>
              <w:t>]</w:t>
            </w:r>
          </w:p>
          <w:p w14:paraId="7F01BD77" w14:textId="60F11350" w:rsidR="00253CED" w:rsidRPr="00253CED" w:rsidRDefault="00253CED" w:rsidP="00253CED">
            <w:pPr>
              <w:spacing w:after="240"/>
              <w:ind w:left="720" w:hanging="720"/>
            </w:pPr>
            <w:r w:rsidRPr="003D6297">
              <w:rPr>
                <w:iCs/>
              </w:rPr>
              <w:t>(4)</w:t>
            </w:r>
            <w:r w:rsidRPr="003D6297">
              <w:rPr>
                <w:iCs/>
              </w:rPr>
              <w:tab/>
              <w:t>ERCOT shall respond with its comments or approval of an SSR study report, which should include any required SSO Mitigation plan, within 30 days of receipt.  ERCOT comments should be addressed as soon as practicable by the TSP, and any action taken in response to ERCOT’s comments on an SSR study report shall be subject to further ERCOT review and approval.  Upon approval of the SSR study report, ERCOT shall notify the interconnecting TSP, and the interconnecting TSP shall provide the approved SSR study report to the IE.</w:t>
            </w:r>
          </w:p>
        </w:tc>
      </w:tr>
    </w:tbl>
    <w:p w14:paraId="7BAFAA28" w14:textId="77777777" w:rsidR="009F6BAB" w:rsidRPr="00672FDB" w:rsidRDefault="009F6BAB" w:rsidP="00317F36">
      <w:pPr>
        <w:pStyle w:val="H4"/>
        <w:spacing w:before="480"/>
        <w:ind w:left="1267" w:hanging="1267"/>
        <w:rPr>
          <w:b/>
          <w:iCs/>
        </w:rPr>
      </w:pPr>
      <w:bookmarkStart w:id="2496" w:name="_Toc199405453"/>
      <w:r w:rsidRPr="00672FDB">
        <w:rPr>
          <w:b/>
          <w:iCs/>
        </w:rPr>
        <w:t xml:space="preserve">3.22.1.3 </w:t>
      </w:r>
      <w:r w:rsidRPr="00672FDB">
        <w:rPr>
          <w:b/>
          <w:iCs/>
        </w:rPr>
        <w:tab/>
        <w:t>Transmission Project Assessment</w:t>
      </w:r>
      <w:bookmarkEnd w:id="2496"/>
    </w:p>
    <w:p w14:paraId="1D1FB978" w14:textId="45BF4379"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w:t>
      </w:r>
      <w:r w:rsidR="00205AB5">
        <w:t xml:space="preserve">, </w:t>
      </w:r>
      <w:r w:rsidR="00205AB5" w:rsidRPr="003D6297">
        <w:rPr>
          <w:iCs/>
        </w:rPr>
        <w:t>Addition of Proposed Generation to the Planning Models</w:t>
      </w:r>
      <w:r w:rsidR="00205AB5">
        <w:rPr>
          <w:iCs/>
        </w:rPr>
        <w:t>,</w:t>
      </w:r>
      <w:r w:rsidRPr="00227BDD">
        <w:t xml:space="preserve"> at the time the Transmission Facilities are proposed.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0EE780D9"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54F020AC" w14:textId="57B67AB5" w:rsidR="001C20E6" w:rsidRDefault="001C20E6" w:rsidP="00514D72">
            <w:pPr>
              <w:spacing w:before="120" w:after="240"/>
              <w:rPr>
                <w:b/>
                <w:i/>
              </w:rPr>
            </w:pPr>
            <w:r>
              <w:rPr>
                <w:b/>
                <w:i/>
              </w:rPr>
              <w:t>[</w:t>
            </w:r>
            <w:r w:rsidR="00064C55">
              <w:rPr>
                <w:b/>
                <w:i/>
              </w:rPr>
              <w:t xml:space="preserve">NPRR1234 and </w:t>
            </w:r>
            <w:r>
              <w:rPr>
                <w:b/>
                <w:i/>
              </w:rPr>
              <w:t>NPRR1246</w:t>
            </w:r>
            <w:r w:rsidRPr="004B0726">
              <w:rPr>
                <w:b/>
                <w:i/>
              </w:rPr>
              <w:t xml:space="preserve">: </w:t>
            </w:r>
            <w:r>
              <w:rPr>
                <w:b/>
                <w:i/>
              </w:rPr>
              <w:t xml:space="preserve"> Replace </w:t>
            </w:r>
            <w:r w:rsidR="00064C55">
              <w:rPr>
                <w:b/>
                <w:i/>
              </w:rPr>
              <w:t xml:space="preserve">applicable portions of </w:t>
            </w:r>
            <w:r>
              <w:rPr>
                <w:b/>
                <w:i/>
              </w:rPr>
              <w:t xml:space="preserve">paragraph (1) above with the following </w:t>
            </w:r>
            <w:r w:rsidR="00064C55">
              <w:rPr>
                <w:b/>
                <w:i/>
              </w:rPr>
              <w:t xml:space="preserve">upon system implementation for NPRR1234; or </w:t>
            </w:r>
            <w:r>
              <w:rPr>
                <w:b/>
                <w:i/>
              </w:rPr>
              <w:t>upon system implementation of the Real-Time Co-Optimization (RTC) project</w:t>
            </w:r>
            <w:r w:rsidR="00064C55">
              <w:rPr>
                <w:b/>
                <w:i/>
              </w:rPr>
              <w:t xml:space="preserve"> for NPRR1246</w:t>
            </w:r>
            <w:r>
              <w:rPr>
                <w:b/>
                <w:i/>
              </w:rPr>
              <w:t>:</w:t>
            </w:r>
            <w:r w:rsidRPr="004B0726">
              <w:rPr>
                <w:b/>
                <w:i/>
              </w:rPr>
              <w:t>]</w:t>
            </w:r>
          </w:p>
          <w:p w14:paraId="1B22536F" w14:textId="769E79E8" w:rsidR="001C20E6" w:rsidRPr="001C20E6" w:rsidRDefault="001C20E6" w:rsidP="00514D72">
            <w:pPr>
              <w:spacing w:after="240"/>
              <w:ind w:left="720" w:hanging="720"/>
              <w:rPr>
                <w:iCs/>
              </w:rPr>
            </w:pPr>
            <w:r w:rsidRPr="00B50AAE">
              <w:rPr>
                <w:iCs/>
              </w:rPr>
              <w:t>(1)</w:t>
            </w:r>
            <w:r w:rsidRPr="00B50AAE">
              <w:rPr>
                <w:iCs/>
              </w:rPr>
              <w:tab/>
              <w:t>For any proposed Transmission Facilities connecting to or operating at 345 kV, the TSP shall perform an SS</w:t>
            </w:r>
            <w:r w:rsidR="00064C55">
              <w:rPr>
                <w:iCs/>
              </w:rPr>
              <w:t>O</w:t>
            </w:r>
            <w:r w:rsidRPr="00B50AAE">
              <w:rPr>
                <w:iCs/>
              </w:rPr>
              <w:t xml:space="preserve"> vulnerability assessment, including a topology-check and/or frequency scan assessment </w:t>
            </w:r>
            <w:r w:rsidRPr="00B50AAE">
              <w:t xml:space="preserve">in accordance with Section 3.22.2, Subsynchronous </w:t>
            </w:r>
            <w:r w:rsidR="00064C55">
              <w:lastRenderedPageBreak/>
              <w:t>Oscillation</w:t>
            </w:r>
            <w:r w:rsidRPr="00B50AAE">
              <w:t xml:space="preserve"> Vulnerability Assessment Criteria</w:t>
            </w:r>
            <w:r w:rsidRPr="00B50AAE">
              <w:rPr>
                <w:iCs/>
              </w:rPr>
              <w:t>.  The TSP shall include a summary of the results of this assessment in the project submission to the Regional Planning Group (RPG) pursuant to Section 3.11.4, Regional Planning Group Project Review Process.  For Tier 4 projects that include Transmission Facilities connecting to or operating at 345 kV, the TSP shall provide the SS</w:t>
            </w:r>
            <w:r w:rsidR="00064C55">
              <w:rPr>
                <w:iCs/>
              </w:rPr>
              <w:t>O</w:t>
            </w:r>
            <w:r w:rsidRPr="00B50AAE">
              <w:rPr>
                <w:iCs/>
              </w:rPr>
              <w:t xml:space="preserve"> assessment for ERCOT’s review.  </w:t>
            </w:r>
            <w:r w:rsidRPr="00B50AAE">
              <w:t>For the purposes of this Section, a Generation Resource</w:t>
            </w:r>
            <w:r>
              <w:t xml:space="preserve"> or ESR</w:t>
            </w:r>
            <w:r w:rsidRPr="00B50AAE">
              <w:t xml:space="preserve"> is considered an existing Generation Resource </w:t>
            </w:r>
            <w:r>
              <w:t xml:space="preserve">or ESR </w:t>
            </w:r>
            <w:r w:rsidRPr="00B50AAE">
              <w:t>if it satisfies Planning Guide Section 6.9</w:t>
            </w:r>
            <w:r w:rsidR="00205AB5">
              <w:t xml:space="preserve">, </w:t>
            </w:r>
            <w:r w:rsidR="00205AB5" w:rsidRPr="003D6297">
              <w:rPr>
                <w:iCs/>
              </w:rPr>
              <w:t>Addition of Proposed Generation to the Planning Models</w:t>
            </w:r>
            <w:r w:rsidR="00205AB5">
              <w:rPr>
                <w:iCs/>
              </w:rPr>
              <w:t>,</w:t>
            </w:r>
            <w:r w:rsidRPr="00B50AAE">
              <w:t xml:space="preserve"> at the time the Transmission Facilities are proposed.</w:t>
            </w:r>
          </w:p>
        </w:tc>
      </w:tr>
    </w:tbl>
    <w:p w14:paraId="651AEAA9" w14:textId="0002C9E7" w:rsidR="009F6BAB" w:rsidRPr="00227BDD" w:rsidRDefault="009F6BAB" w:rsidP="008B3CCE">
      <w:pPr>
        <w:spacing w:before="240" w:after="240"/>
        <w:ind w:left="720" w:hanging="720"/>
      </w:pPr>
      <w:r w:rsidRPr="00227BDD">
        <w:rPr>
          <w:iCs/>
        </w:rPr>
        <w:lastRenderedPageBreak/>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0FEC965A"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1D2F55C" w14:textId="29CACB5A" w:rsidR="001C20E6" w:rsidRDefault="001C20E6" w:rsidP="00514D72">
            <w:pPr>
              <w:spacing w:before="120" w:after="240"/>
              <w:rPr>
                <w:b/>
                <w:i/>
              </w:rPr>
            </w:pPr>
            <w:r>
              <w:rPr>
                <w:b/>
                <w:i/>
              </w:rPr>
              <w:t>[</w:t>
            </w:r>
            <w:r w:rsidR="00064C55">
              <w:rPr>
                <w:b/>
                <w:i/>
              </w:rPr>
              <w:t xml:space="preserve">NPRR1234 and </w:t>
            </w:r>
            <w:r>
              <w:rPr>
                <w:b/>
                <w:i/>
              </w:rPr>
              <w:t>NPRR1246</w:t>
            </w:r>
            <w:r w:rsidRPr="004B0726">
              <w:rPr>
                <w:b/>
                <w:i/>
              </w:rPr>
              <w:t xml:space="preserve">: </w:t>
            </w:r>
            <w:r>
              <w:rPr>
                <w:b/>
                <w:i/>
              </w:rPr>
              <w:t xml:space="preserve"> Replace </w:t>
            </w:r>
            <w:r w:rsidR="00064C55">
              <w:rPr>
                <w:b/>
                <w:i/>
              </w:rPr>
              <w:t xml:space="preserve">applicable portions of </w:t>
            </w:r>
            <w:r>
              <w:rPr>
                <w:b/>
                <w:i/>
              </w:rPr>
              <w:t xml:space="preserve">paragraph (2) above with the following </w:t>
            </w:r>
            <w:r w:rsidR="00064C55">
              <w:rPr>
                <w:b/>
                <w:i/>
              </w:rPr>
              <w:t xml:space="preserve">upon system implementation for NPRR1234; or </w:t>
            </w:r>
            <w:r>
              <w:rPr>
                <w:b/>
                <w:i/>
              </w:rPr>
              <w:t>upon system implementation of the Real-Time Co-Optimization (RTC) project</w:t>
            </w:r>
            <w:r w:rsidR="00064C55">
              <w:rPr>
                <w:b/>
                <w:i/>
              </w:rPr>
              <w:t xml:space="preserve"> for NPRR1246</w:t>
            </w:r>
            <w:r>
              <w:rPr>
                <w:b/>
                <w:i/>
              </w:rPr>
              <w:t>:</w:t>
            </w:r>
            <w:r w:rsidRPr="004B0726">
              <w:rPr>
                <w:b/>
                <w:i/>
              </w:rPr>
              <w:t>]</w:t>
            </w:r>
          </w:p>
          <w:p w14:paraId="051BA098" w14:textId="61EA7670" w:rsidR="001C20E6" w:rsidRPr="001C20E6" w:rsidRDefault="001C20E6" w:rsidP="001C20E6">
            <w:pPr>
              <w:spacing w:after="240"/>
              <w:ind w:left="720" w:hanging="720"/>
            </w:pPr>
            <w:r w:rsidRPr="00B50AAE">
              <w:rPr>
                <w:iCs/>
              </w:rPr>
              <w:t>(2)</w:t>
            </w:r>
            <w:r w:rsidRPr="00B50AAE">
              <w:rPr>
                <w:iCs/>
              </w:rPr>
              <w:tab/>
              <w:t xml:space="preserve">If while performing the independent review of a transmission project, ERCOT determines that the transmission project may cause an existing Generation Resource </w:t>
            </w:r>
            <w:r>
              <w:rPr>
                <w:iCs/>
              </w:rPr>
              <w:t xml:space="preserve">or ESR </w:t>
            </w:r>
            <w:r w:rsidRPr="00B50AAE">
              <w:rPr>
                <w:iCs/>
              </w:rPr>
              <w:t xml:space="preserve">or a Generation Resource </w:t>
            </w:r>
            <w:r>
              <w:rPr>
                <w:iCs/>
              </w:rPr>
              <w:t xml:space="preserve">or ESR </w:t>
            </w:r>
            <w:r w:rsidRPr="00B50AAE">
              <w:rPr>
                <w:iCs/>
              </w:rPr>
              <w:t>satisfying Planning Guide Section 6.9</w:t>
            </w:r>
            <w:r w:rsidR="00064C55" w:rsidRPr="003D6297">
              <w:rPr>
                <w:iCs/>
              </w:rPr>
              <w:t>, an existing Large Load, or a Large Load satisfying Planning Guide Sections 9.4, LLIS Report and Follow-up, and 9.5, Interconnection Agreements and Responsibilities,</w:t>
            </w:r>
            <w:r w:rsidRPr="00B50AAE">
              <w:rPr>
                <w:iCs/>
              </w:rPr>
              <w:t xml:space="preserve"> at the time the transmission project is proposed to become vulnerable to SS</w:t>
            </w:r>
            <w:r w:rsidR="00064C55">
              <w:rPr>
                <w:iCs/>
              </w:rPr>
              <w:t>O</w:t>
            </w:r>
            <w:r w:rsidRPr="00B50AAE">
              <w:rPr>
                <w:iCs/>
              </w:rPr>
              <w:t>, ERCOT shall perform an SS</w:t>
            </w:r>
            <w:r w:rsidR="00064C55">
              <w:rPr>
                <w:iCs/>
              </w:rPr>
              <w:t>O</w:t>
            </w:r>
            <w:r w:rsidRPr="00B50AAE">
              <w:rPr>
                <w:iCs/>
              </w:rPr>
              <w:t xml:space="preserve"> vulnerability assessment, including topology-check and frequency scan </w:t>
            </w:r>
            <w:r w:rsidRPr="00B50AAE">
              <w:t>in accordance with Section 3.22.2 if such an assessment was not included in the project submission.</w:t>
            </w:r>
            <w:r w:rsidRPr="00B50AAE">
              <w:rPr>
                <w:iCs/>
              </w:rPr>
              <w:t xml:space="preserve">  ERCOT shall </w:t>
            </w:r>
            <w:r w:rsidRPr="00B50AAE">
              <w:t>include a summary of the results of this assessment in the independent review.</w:t>
            </w:r>
          </w:p>
        </w:tc>
      </w:tr>
    </w:tbl>
    <w:p w14:paraId="54A94CD4" w14:textId="747B3B70" w:rsidR="009F6BAB" w:rsidRPr="00227BDD" w:rsidRDefault="009F6BAB" w:rsidP="008B3CCE">
      <w:pPr>
        <w:spacing w:before="240"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64C55" w14:paraId="57AAFFD0"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29B0FCE3" w14:textId="704234D0" w:rsidR="00064C55" w:rsidRDefault="00064C55" w:rsidP="00A54797">
            <w:pPr>
              <w:spacing w:before="120" w:after="240"/>
              <w:rPr>
                <w:b/>
                <w:i/>
              </w:rPr>
            </w:pPr>
            <w:r>
              <w:rPr>
                <w:b/>
                <w:i/>
              </w:rPr>
              <w:t>[NPRR1234</w:t>
            </w:r>
            <w:r w:rsidRPr="004B0726">
              <w:rPr>
                <w:b/>
                <w:i/>
              </w:rPr>
              <w:t xml:space="preserve">: </w:t>
            </w:r>
            <w:r>
              <w:rPr>
                <w:b/>
                <w:i/>
              </w:rPr>
              <w:t xml:space="preserve"> Replace paragraph (3) above with the following upon system implementation:</w:t>
            </w:r>
            <w:r w:rsidRPr="004B0726">
              <w:rPr>
                <w:b/>
                <w:i/>
              </w:rPr>
              <w:t>]</w:t>
            </w:r>
          </w:p>
          <w:p w14:paraId="05E25A33" w14:textId="7CC55F5B" w:rsidR="00064C55" w:rsidRPr="001C20E6" w:rsidRDefault="00064C55" w:rsidP="00064C55">
            <w:pPr>
              <w:spacing w:after="240"/>
              <w:ind w:left="720" w:hanging="720"/>
            </w:pPr>
            <w:r w:rsidRPr="003D6297">
              <w:t>(3)</w:t>
            </w:r>
            <w:r w:rsidRPr="003D6297">
              <w:tab/>
              <w:t xml:space="preserve">If the frequency scan assessment in paragraphs (1) or (2) above indicates potential SSO vulnerability in accordance with Section 3.22.2, the TSP(s) that owns the affected </w:t>
            </w:r>
            <w:r w:rsidRPr="003D6297">
              <w:lastRenderedPageBreak/>
              <w:t>series capacitor(s), in coordination with the TSP proposing the Transmission Facilities, shall perform a detailed SSO assessment to confirm or refute the SSO vulnerability.</w:t>
            </w:r>
          </w:p>
        </w:tc>
      </w:tr>
    </w:tbl>
    <w:p w14:paraId="7DF54F62" w14:textId="3699EA9A" w:rsidR="009F6BAB" w:rsidRPr="00227BDD" w:rsidRDefault="009F6BAB" w:rsidP="00317F36">
      <w:pPr>
        <w:spacing w:before="240" w:after="240"/>
        <w:ind w:left="720" w:hanging="720"/>
        <w:rPr>
          <w:iCs/>
        </w:rPr>
      </w:pPr>
      <w:r w:rsidRPr="00227BDD">
        <w:lastRenderedPageBreak/>
        <w:t>(4)</w:t>
      </w:r>
      <w:r w:rsidRPr="00227BDD">
        <w:tab/>
        <w:t xml:space="preserve">Past SSR assessments may be used to determine the SSR vulnerability of a Generation Resource if ERCOT, in consultation with the affected TSPs, determines the results of the past SSR assessments are still valid.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3A1E0843"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C6C0EB9" w14:textId="0623C6E8" w:rsidR="001C20E6" w:rsidRDefault="001C20E6" w:rsidP="00514D72">
            <w:pPr>
              <w:spacing w:before="120" w:after="240"/>
              <w:rPr>
                <w:b/>
                <w:i/>
              </w:rPr>
            </w:pPr>
            <w:r>
              <w:rPr>
                <w:b/>
                <w:i/>
              </w:rPr>
              <w:t>[</w:t>
            </w:r>
            <w:r w:rsidR="00064C55">
              <w:rPr>
                <w:b/>
                <w:i/>
              </w:rPr>
              <w:t xml:space="preserve">NPRR1234 and </w:t>
            </w:r>
            <w:r>
              <w:rPr>
                <w:b/>
                <w:i/>
              </w:rPr>
              <w:t>NPRR1246</w:t>
            </w:r>
            <w:r w:rsidRPr="004B0726">
              <w:rPr>
                <w:b/>
                <w:i/>
              </w:rPr>
              <w:t xml:space="preserve">: </w:t>
            </w:r>
            <w:r>
              <w:rPr>
                <w:b/>
                <w:i/>
              </w:rPr>
              <w:t xml:space="preserve"> Replace </w:t>
            </w:r>
            <w:r w:rsidR="00064C55">
              <w:rPr>
                <w:b/>
                <w:i/>
              </w:rPr>
              <w:t xml:space="preserve">applicable portions of </w:t>
            </w:r>
            <w:r>
              <w:rPr>
                <w:b/>
                <w:i/>
              </w:rPr>
              <w:t xml:space="preserve">paragraph (4) above with the following </w:t>
            </w:r>
            <w:r w:rsidR="00064C55">
              <w:rPr>
                <w:b/>
                <w:i/>
              </w:rPr>
              <w:t xml:space="preserve">upon system implementation for NPRR1234; or </w:t>
            </w:r>
            <w:r>
              <w:rPr>
                <w:b/>
                <w:i/>
              </w:rPr>
              <w:t>upon system implementation of the Real-Time Co-Optimization (RTC) project</w:t>
            </w:r>
            <w:r w:rsidR="00064C55">
              <w:rPr>
                <w:b/>
                <w:i/>
              </w:rPr>
              <w:t xml:space="preserve"> for NPRR1246</w:t>
            </w:r>
            <w:r>
              <w:rPr>
                <w:b/>
                <w:i/>
              </w:rPr>
              <w:t>:</w:t>
            </w:r>
            <w:r w:rsidRPr="004B0726">
              <w:rPr>
                <w:b/>
                <w:i/>
              </w:rPr>
              <w:t>]</w:t>
            </w:r>
          </w:p>
          <w:p w14:paraId="687DB88E" w14:textId="184C4F81" w:rsidR="001C20E6" w:rsidRPr="001C20E6" w:rsidRDefault="001C20E6" w:rsidP="00514D72">
            <w:pPr>
              <w:spacing w:after="240"/>
              <w:ind w:left="720" w:hanging="720"/>
            </w:pPr>
            <w:r w:rsidRPr="00B50AAE">
              <w:t>(4)</w:t>
            </w:r>
            <w:r w:rsidRPr="00B50AAE">
              <w:tab/>
              <w:t>Past SS</w:t>
            </w:r>
            <w:r w:rsidR="00064C55">
              <w:t>O</w:t>
            </w:r>
            <w:r w:rsidRPr="00B50AAE">
              <w:t xml:space="preserve"> assessments may be used to determine the SS</w:t>
            </w:r>
            <w:r w:rsidR="00064C55">
              <w:t>O</w:t>
            </w:r>
            <w:r w:rsidRPr="00B50AAE">
              <w:t xml:space="preserve"> vulnerability of a Generation Resource</w:t>
            </w:r>
            <w:r w:rsidR="00064C55">
              <w:t>,</w:t>
            </w:r>
            <w:r>
              <w:t xml:space="preserve"> ESR</w:t>
            </w:r>
            <w:r w:rsidR="00064C55">
              <w:t>, or a Large Load</w:t>
            </w:r>
            <w:r>
              <w:t xml:space="preserve"> </w:t>
            </w:r>
            <w:r w:rsidRPr="00B50AAE">
              <w:t>if ERCOT, in consultation with the affected TSPs, determines the results of the past SS</w:t>
            </w:r>
            <w:r w:rsidR="00064C55">
              <w:t>O</w:t>
            </w:r>
            <w:r w:rsidRPr="00B50AAE">
              <w:t xml:space="preserve"> assessments are still valid.</w:t>
            </w:r>
          </w:p>
        </w:tc>
      </w:tr>
    </w:tbl>
    <w:p w14:paraId="46F351CC" w14:textId="48D3D697" w:rsidR="009F6BAB" w:rsidRPr="00227BDD" w:rsidRDefault="009F6BAB" w:rsidP="008B3CCE">
      <w:pPr>
        <w:pStyle w:val="BodyTextNumbered"/>
        <w:spacing w:before="240"/>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w:t>
      </w:r>
      <w:r w:rsidR="0024572C">
        <w:t>m</w:t>
      </w:r>
      <w:r w:rsidRPr="00227BDD">
        <w:t xml:space="preserve">itigation on the ERCOT transmission system. The SSR </w:t>
      </w:r>
      <w:r w:rsidR="0024572C">
        <w:t>m</w:t>
      </w:r>
      <w:r w:rsidRPr="00227BDD">
        <w:t>itigation shall be developed prior to RPG acceptance, if required, and implemented prior to the latter of the energization of the transmission project or the Initial Synchronization of the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4DA731D8"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7F9C3A5F" w14:textId="032175DF" w:rsidR="001C20E6" w:rsidRDefault="001C20E6" w:rsidP="00514D72">
            <w:pPr>
              <w:spacing w:before="120" w:after="240"/>
              <w:rPr>
                <w:b/>
                <w:i/>
              </w:rPr>
            </w:pPr>
            <w:r>
              <w:rPr>
                <w:b/>
                <w:i/>
              </w:rPr>
              <w:t>[</w:t>
            </w:r>
            <w:r w:rsidR="00064C55">
              <w:rPr>
                <w:b/>
                <w:i/>
              </w:rPr>
              <w:t>NPRR1234</w:t>
            </w:r>
            <w:r w:rsidR="00BB4B51">
              <w:rPr>
                <w:b/>
                <w:i/>
              </w:rPr>
              <w:t>,</w:t>
            </w:r>
            <w:r w:rsidR="00064C55">
              <w:rPr>
                <w:b/>
                <w:i/>
              </w:rPr>
              <w:t xml:space="preserve"> </w:t>
            </w:r>
            <w:r>
              <w:rPr>
                <w:b/>
                <w:i/>
              </w:rPr>
              <w:t>NPRR1246</w:t>
            </w:r>
            <w:r w:rsidR="00BB4B51">
              <w:rPr>
                <w:b/>
                <w:i/>
              </w:rPr>
              <w:t>, and NPRR</w:t>
            </w:r>
            <w:r w:rsidR="00733AB8">
              <w:rPr>
                <w:b/>
                <w:i/>
              </w:rPr>
              <w:t>1283</w:t>
            </w:r>
            <w:r w:rsidRPr="004B0726">
              <w:rPr>
                <w:b/>
                <w:i/>
              </w:rPr>
              <w:t xml:space="preserve">: </w:t>
            </w:r>
            <w:r>
              <w:rPr>
                <w:b/>
                <w:i/>
              </w:rPr>
              <w:t xml:space="preserve"> Replace</w:t>
            </w:r>
            <w:r w:rsidR="00064C55">
              <w:rPr>
                <w:b/>
                <w:i/>
              </w:rPr>
              <w:t xml:space="preserve"> applicable portions of</w:t>
            </w:r>
            <w:r>
              <w:rPr>
                <w:b/>
                <w:i/>
              </w:rPr>
              <w:t xml:space="preserve"> paragraph (5) above with the following </w:t>
            </w:r>
            <w:r w:rsidR="00064C55">
              <w:rPr>
                <w:b/>
                <w:i/>
              </w:rPr>
              <w:t xml:space="preserve">upon system implementation for NPRR1234; </w:t>
            </w:r>
            <w:r>
              <w:rPr>
                <w:b/>
                <w:i/>
              </w:rPr>
              <w:t>upon system implementation of the Real-Time Co-Optimization (RTC) project</w:t>
            </w:r>
            <w:r w:rsidR="00064C55">
              <w:rPr>
                <w:b/>
                <w:i/>
              </w:rPr>
              <w:t xml:space="preserve"> for NPRR1246</w:t>
            </w:r>
            <w:r w:rsidR="00C1047B">
              <w:rPr>
                <w:b/>
                <w:i/>
              </w:rPr>
              <w:t>;</w:t>
            </w:r>
            <w:r w:rsidR="00BB4B51">
              <w:rPr>
                <w:b/>
                <w:i/>
              </w:rPr>
              <w:t xml:space="preserve"> or on January 1, 2026 for NPRR1283</w:t>
            </w:r>
            <w:r>
              <w:rPr>
                <w:b/>
                <w:i/>
              </w:rPr>
              <w:t>:</w:t>
            </w:r>
            <w:r w:rsidRPr="004B0726">
              <w:rPr>
                <w:b/>
                <w:i/>
              </w:rPr>
              <w:t>]</w:t>
            </w:r>
          </w:p>
          <w:p w14:paraId="27785024" w14:textId="2A6450E0" w:rsidR="001C20E6" w:rsidRPr="001C20E6" w:rsidRDefault="001C20E6" w:rsidP="001C20E6">
            <w:pPr>
              <w:spacing w:after="240"/>
              <w:ind w:left="720" w:hanging="720"/>
              <w:rPr>
                <w:iCs/>
              </w:rPr>
            </w:pPr>
            <w:r w:rsidRPr="00B50AAE">
              <w:rPr>
                <w:iCs/>
              </w:rPr>
              <w:t>(5)</w:t>
            </w:r>
            <w:r w:rsidRPr="00B50AAE">
              <w:rPr>
                <w:iCs/>
              </w:rPr>
              <w:tab/>
              <w:t xml:space="preserve">If the SSR study confirms a Generation Resource </w:t>
            </w:r>
            <w:r>
              <w:rPr>
                <w:iCs/>
              </w:rPr>
              <w:t xml:space="preserve">or ESR </w:t>
            </w:r>
            <w:r w:rsidRPr="00B50AAE">
              <w:rPr>
                <w:iCs/>
              </w:rPr>
              <w:t xml:space="preserve">is vulnerable to SSR in the event of four or </w:t>
            </w:r>
            <w:r w:rsidR="00064C55">
              <w:rPr>
                <w:iCs/>
              </w:rPr>
              <w:t>fewer</w:t>
            </w:r>
            <w:r w:rsidRPr="00B50AAE">
              <w:rPr>
                <w:iCs/>
              </w:rPr>
              <w:t xml:space="preserve"> concurrent transmission Outages, the TSP that owns the affected series capacitor(s) shall coordinate with ERCOT, the affected Resource Entity, and affected TSPs to develop and implement SS</w:t>
            </w:r>
            <w:r w:rsidR="00064C55">
              <w:rPr>
                <w:iCs/>
              </w:rPr>
              <w:t>O</w:t>
            </w:r>
            <w:r w:rsidRPr="00B50AAE">
              <w:rPr>
                <w:iCs/>
              </w:rPr>
              <w:t xml:space="preserve"> Mitigation on the ERCOT transmission system. </w:t>
            </w:r>
            <w:r w:rsidR="00F67158">
              <w:rPr>
                <w:iCs/>
              </w:rPr>
              <w:t xml:space="preserve"> </w:t>
            </w:r>
            <w:r w:rsidRPr="00B50AAE">
              <w:rPr>
                <w:iCs/>
              </w:rPr>
              <w:t>The SS</w:t>
            </w:r>
            <w:r w:rsidR="00064C55">
              <w:rPr>
                <w:iCs/>
              </w:rPr>
              <w:t>O</w:t>
            </w:r>
            <w:r w:rsidRPr="00B50AAE">
              <w:rPr>
                <w:iCs/>
              </w:rPr>
              <w:t xml:space="preserve"> Mitigation shall be developed prior to RPG acceptance, if required, and implemented prior to the latter of the energization of the transmission project or the Initial </w:t>
            </w:r>
            <w:r w:rsidR="00BB4B51">
              <w:rPr>
                <w:iCs/>
              </w:rPr>
              <w:t>Energization</w:t>
            </w:r>
            <w:r w:rsidRPr="00B50AAE">
              <w:rPr>
                <w:iCs/>
              </w:rPr>
              <w:t xml:space="preserve"> of the Generation Resource</w:t>
            </w:r>
            <w:r>
              <w:rPr>
                <w:iCs/>
              </w:rPr>
              <w:t xml:space="preserve"> or ESR</w:t>
            </w:r>
            <w:r w:rsidRPr="00B50AAE">
              <w:rPr>
                <w:iCs/>
              </w:rPr>
              <w:t>.</w:t>
            </w:r>
          </w:p>
        </w:tc>
      </w:tr>
    </w:tbl>
    <w:p w14:paraId="7F95C7DC" w14:textId="291184CF" w:rsidR="009F6BAB" w:rsidRPr="00227BDD" w:rsidRDefault="009F6BAB" w:rsidP="008B3CCE">
      <w:pPr>
        <w:spacing w:before="240"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73D2C17A"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61470372" w14:textId="32C152FC" w:rsidR="001C20E6" w:rsidRDefault="001C20E6" w:rsidP="00514D72">
            <w:pPr>
              <w:spacing w:before="120" w:after="240"/>
              <w:rPr>
                <w:b/>
                <w:i/>
              </w:rPr>
            </w:pPr>
            <w:r>
              <w:rPr>
                <w:b/>
                <w:i/>
              </w:rPr>
              <w:lastRenderedPageBreak/>
              <w:t>[NPRR1246</w:t>
            </w:r>
            <w:r w:rsidR="00A22441">
              <w:rPr>
                <w:b/>
                <w:i/>
              </w:rPr>
              <w:t xml:space="preserve"> and NPRR1283</w:t>
            </w:r>
            <w:r w:rsidRPr="004B0726">
              <w:rPr>
                <w:b/>
                <w:i/>
              </w:rPr>
              <w:t xml:space="preserve">: </w:t>
            </w:r>
            <w:r>
              <w:rPr>
                <w:b/>
                <w:i/>
              </w:rPr>
              <w:t xml:space="preserve"> Replace </w:t>
            </w:r>
            <w:r w:rsidR="00A22441">
              <w:rPr>
                <w:b/>
                <w:i/>
              </w:rPr>
              <w:t xml:space="preserve">applicable portions of </w:t>
            </w:r>
            <w:r>
              <w:rPr>
                <w:b/>
                <w:i/>
              </w:rPr>
              <w:t>paragraph (</w:t>
            </w:r>
            <w:r w:rsidR="0024572C">
              <w:rPr>
                <w:b/>
                <w:i/>
              </w:rPr>
              <w:t>6</w:t>
            </w:r>
            <w:r>
              <w:rPr>
                <w:b/>
                <w:i/>
              </w:rPr>
              <w:t>) above with the following upon system implementation of the Real-Time Co-Optimization (RTC) project</w:t>
            </w:r>
            <w:r w:rsidR="00A22441">
              <w:rPr>
                <w:b/>
                <w:i/>
              </w:rPr>
              <w:t xml:space="preserve"> for NPRR1246; or on January 1, 2026 for NPRR1283</w:t>
            </w:r>
            <w:r>
              <w:rPr>
                <w:b/>
                <w:i/>
              </w:rPr>
              <w:t>:</w:t>
            </w:r>
            <w:r w:rsidRPr="004B0726">
              <w:rPr>
                <w:b/>
                <w:i/>
              </w:rPr>
              <w:t>]</w:t>
            </w:r>
          </w:p>
          <w:p w14:paraId="7C5C165C" w14:textId="23B0118E" w:rsidR="001C20E6" w:rsidRPr="001C20E6" w:rsidRDefault="001C20E6" w:rsidP="001C20E6">
            <w:pPr>
              <w:spacing w:after="240"/>
              <w:ind w:left="720" w:hanging="720"/>
            </w:pPr>
            <w:r w:rsidRPr="00B50AAE">
              <w:t>(6)</w:t>
            </w:r>
            <w:r w:rsidRPr="00B50AAE">
              <w:tab/>
              <w:t xml:space="preserve">If the SSR study confirms a Generation Resource </w:t>
            </w:r>
            <w:r>
              <w:t xml:space="preserve">or ESR </w:t>
            </w:r>
            <w:r w:rsidRPr="00B50AAE">
              <w:t xml:space="preserve">is vulnerable to SSR in the event of five or six concurrent transmission Outages, ERCOT shall implement SSR monitoring in accordance with Section 3.22.3, Subsynchronous Resonance Monitoring, prior to the latter of the energization of the transmission project or the Initial </w:t>
            </w:r>
            <w:r w:rsidR="00A22441">
              <w:t>Energization</w:t>
            </w:r>
            <w:r w:rsidRPr="00B50AAE">
              <w:t xml:space="preserve"> of the Generation Resource</w:t>
            </w:r>
            <w:r>
              <w:t xml:space="preserve"> or ESR</w:t>
            </w:r>
            <w:r w:rsidRPr="00B50AAE">
              <w:t>.</w:t>
            </w:r>
          </w:p>
        </w:tc>
      </w:tr>
    </w:tbl>
    <w:p w14:paraId="6924C154" w14:textId="77777777" w:rsidR="00950229" w:rsidRDefault="009502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50229" w14:paraId="173E7D81"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756D10CC" w14:textId="51454C4E" w:rsidR="00950229" w:rsidRDefault="00950229" w:rsidP="00A54797">
            <w:pPr>
              <w:spacing w:before="120" w:after="240"/>
              <w:rPr>
                <w:b/>
                <w:i/>
              </w:rPr>
            </w:pPr>
            <w:r>
              <w:rPr>
                <w:b/>
                <w:i/>
              </w:rPr>
              <w:t>[NPRR1234</w:t>
            </w:r>
            <w:r w:rsidRPr="004B0726">
              <w:rPr>
                <w:b/>
                <w:i/>
              </w:rPr>
              <w:t xml:space="preserve">: </w:t>
            </w:r>
            <w:r>
              <w:rPr>
                <w:b/>
                <w:i/>
              </w:rPr>
              <w:t xml:space="preserve"> Insert paragraphs (7) and (</w:t>
            </w:r>
            <w:r w:rsidR="00043689">
              <w:rPr>
                <w:b/>
                <w:i/>
              </w:rPr>
              <w:t>8</w:t>
            </w:r>
            <w:r>
              <w:rPr>
                <w:b/>
                <w:i/>
              </w:rPr>
              <w:t>) below upon system implementation and renumber accordingly:</w:t>
            </w:r>
            <w:r w:rsidRPr="004B0726">
              <w:rPr>
                <w:b/>
                <w:i/>
              </w:rPr>
              <w:t>]</w:t>
            </w:r>
          </w:p>
          <w:p w14:paraId="3A460DBD" w14:textId="725C16BB" w:rsidR="00950229" w:rsidRPr="003D6297" w:rsidRDefault="00950229" w:rsidP="00950229">
            <w:pPr>
              <w:spacing w:after="240"/>
              <w:ind w:left="720" w:hanging="720"/>
              <w:rPr>
                <w:iCs/>
              </w:rPr>
            </w:pPr>
            <w:r w:rsidRPr="003D6297">
              <w:rPr>
                <w:iCs/>
              </w:rPr>
              <w:t>(7)</w:t>
            </w:r>
            <w:r w:rsidRPr="003D6297">
              <w:rPr>
                <w:iCs/>
              </w:rPr>
              <w:tab/>
              <w:t xml:space="preserve">If the SSO study confirms a Large Load is vulnerable to SSO in the event of six or fewer concurrent transmission Outages, the TSP that owns the affected series capacitor(s) shall coordinate with ERCOT, the affected Interconnecting Large Load Entity (ILLE), and affected TSPs to develop and implement SSO Mitigation on the ERCOT transmission system. </w:t>
            </w:r>
            <w:r w:rsidR="00A35BD9">
              <w:rPr>
                <w:iCs/>
              </w:rPr>
              <w:t xml:space="preserve"> </w:t>
            </w:r>
            <w:r w:rsidRPr="003D6297">
              <w:rPr>
                <w:iCs/>
              </w:rPr>
              <w:t>The SSO Mitigation shall be developed prior to RPG acceptance, if required, and implemented prior to the latter of the energization of the transmission project or the Initial Energization of the Large Load.</w:t>
            </w:r>
          </w:p>
          <w:p w14:paraId="2C89F157" w14:textId="4CB83A95" w:rsidR="00950229" w:rsidRPr="003D6297" w:rsidRDefault="00950229" w:rsidP="00950229">
            <w:pPr>
              <w:spacing w:after="240"/>
              <w:ind w:left="720" w:hanging="720"/>
            </w:pPr>
            <w:r w:rsidRPr="003D6297">
              <w:t>(8)</w:t>
            </w:r>
            <w:r w:rsidRPr="003D6297">
              <w:tab/>
              <w:t>If the SSO study confirms one or more transformers associated with the Large Load is vulnerable to Subsynchronous Ferroresonance (SSFR) in the event of one or more conditions listed below, the TSP that owns the affected series capacitor(s) shall coordinate with ERCOT, the affected ILLE, and affected TSPs to develop and implement SSO Mitigation on the ERCOT transmission system.  The SSO Mitigation shall be developed prior to RPG acceptance, if required, and implemented prior to the latter of the energization of the transmission project or the Initial Energization of the Large Load.</w:t>
            </w:r>
          </w:p>
          <w:p w14:paraId="42FC5CBD" w14:textId="77777777" w:rsidR="00950229" w:rsidRPr="003D6297" w:rsidRDefault="00950229" w:rsidP="00950229">
            <w:pPr>
              <w:spacing w:after="240"/>
              <w:ind w:left="1440" w:hanging="720"/>
              <w:rPr>
                <w:iCs/>
              </w:rPr>
            </w:pPr>
            <w:r w:rsidRPr="003D6297">
              <w:rPr>
                <w:iCs/>
              </w:rPr>
              <w:t>(a)</w:t>
            </w:r>
            <w:r w:rsidRPr="003D6297">
              <w:rPr>
                <w:iCs/>
              </w:rPr>
              <w:tab/>
              <w:t xml:space="preserve">One single element outage; </w:t>
            </w:r>
          </w:p>
          <w:p w14:paraId="667E9919" w14:textId="77777777" w:rsidR="00950229" w:rsidRPr="003D6297" w:rsidRDefault="00950229" w:rsidP="00950229">
            <w:pPr>
              <w:spacing w:after="240"/>
              <w:ind w:left="1440" w:hanging="720"/>
              <w:rPr>
                <w:iCs/>
              </w:rPr>
            </w:pPr>
            <w:r w:rsidRPr="003D6297">
              <w:rPr>
                <w:iCs/>
              </w:rPr>
              <w:t>(b)</w:t>
            </w:r>
            <w:r w:rsidRPr="003D6297">
              <w:rPr>
                <w:iCs/>
              </w:rPr>
              <w:tab/>
              <w:t xml:space="preserve">One common tower outage; </w:t>
            </w:r>
          </w:p>
          <w:p w14:paraId="21C43724" w14:textId="77777777" w:rsidR="00950229" w:rsidRPr="003D6297" w:rsidRDefault="00950229" w:rsidP="00950229">
            <w:pPr>
              <w:spacing w:after="240"/>
              <w:ind w:left="1440" w:hanging="720"/>
              <w:rPr>
                <w:iCs/>
              </w:rPr>
            </w:pPr>
            <w:r w:rsidRPr="003D6297">
              <w:rPr>
                <w:iCs/>
              </w:rPr>
              <w:t>(c)</w:t>
            </w:r>
            <w:r w:rsidRPr="003D6297">
              <w:rPr>
                <w:iCs/>
              </w:rPr>
              <w:tab/>
              <w:t xml:space="preserve">Two single element outages; </w:t>
            </w:r>
          </w:p>
          <w:p w14:paraId="7F84187F" w14:textId="77777777" w:rsidR="00950229" w:rsidRPr="003D6297" w:rsidRDefault="00950229" w:rsidP="00950229">
            <w:pPr>
              <w:spacing w:after="240"/>
              <w:ind w:left="1440" w:hanging="720"/>
              <w:rPr>
                <w:iCs/>
              </w:rPr>
            </w:pPr>
            <w:r w:rsidRPr="003D6297">
              <w:rPr>
                <w:iCs/>
              </w:rPr>
              <w:t>(d)</w:t>
            </w:r>
            <w:r w:rsidRPr="003D6297">
              <w:rPr>
                <w:iCs/>
              </w:rPr>
              <w:tab/>
              <w:t>Two common tower outages; or</w:t>
            </w:r>
          </w:p>
          <w:p w14:paraId="742A5652" w14:textId="116DCC1B" w:rsidR="00950229" w:rsidRPr="00950229" w:rsidRDefault="00950229" w:rsidP="00317F36">
            <w:pPr>
              <w:spacing w:after="240"/>
              <w:ind w:left="1440" w:hanging="720"/>
              <w:rPr>
                <w:iCs/>
              </w:rPr>
            </w:pPr>
            <w:r w:rsidRPr="003D6297">
              <w:rPr>
                <w:iCs/>
              </w:rPr>
              <w:t>(e)</w:t>
            </w:r>
            <w:r w:rsidRPr="003D6297">
              <w:rPr>
                <w:iCs/>
              </w:rPr>
              <w:tab/>
              <w:t>One single element outage and one common tower outage.</w:t>
            </w:r>
          </w:p>
        </w:tc>
      </w:tr>
    </w:tbl>
    <w:p w14:paraId="30215170" w14:textId="5F0992B7" w:rsidR="009F6BAB" w:rsidRDefault="009F6BAB" w:rsidP="008B3CCE">
      <w:pPr>
        <w:pStyle w:val="BodyTextNumbered"/>
        <w:spacing w:before="240"/>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6B737CA8"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78C11FB3" w14:textId="0692CF88" w:rsidR="001F1353" w:rsidRDefault="001F1353" w:rsidP="00A54797">
            <w:pPr>
              <w:spacing w:before="120" w:after="240"/>
              <w:rPr>
                <w:b/>
                <w:i/>
              </w:rPr>
            </w:pPr>
            <w:r>
              <w:rPr>
                <w:b/>
                <w:i/>
              </w:rPr>
              <w:lastRenderedPageBreak/>
              <w:t>[NPRR1234</w:t>
            </w:r>
            <w:r w:rsidRPr="004B0726">
              <w:rPr>
                <w:b/>
                <w:i/>
              </w:rPr>
              <w:t xml:space="preserve">: </w:t>
            </w:r>
            <w:r>
              <w:rPr>
                <w:b/>
                <w:i/>
              </w:rPr>
              <w:t xml:space="preserve"> Insert Section 3.22.1.4 below upon system implementation and renumber accordingly:</w:t>
            </w:r>
            <w:r w:rsidRPr="004B0726">
              <w:rPr>
                <w:b/>
                <w:i/>
              </w:rPr>
              <w:t>]</w:t>
            </w:r>
          </w:p>
          <w:p w14:paraId="1A857E01" w14:textId="77777777" w:rsidR="001F1353" w:rsidRPr="001F1353" w:rsidRDefault="001F1353" w:rsidP="001F1353">
            <w:pPr>
              <w:keepNext/>
              <w:widowControl w:val="0"/>
              <w:tabs>
                <w:tab w:val="left" w:pos="1260"/>
              </w:tabs>
              <w:spacing w:after="240"/>
              <w:ind w:left="1267" w:hanging="1267"/>
              <w:outlineLvl w:val="3"/>
              <w:rPr>
                <w:bCs/>
                <w:iCs/>
                <w:snapToGrid w:val="0"/>
              </w:rPr>
            </w:pPr>
            <w:bookmarkStart w:id="2497" w:name="_Toc199405454"/>
            <w:r w:rsidRPr="001F1353">
              <w:rPr>
                <w:b/>
                <w:bCs/>
                <w:iCs/>
                <w:snapToGrid w:val="0"/>
              </w:rPr>
              <w:t>3.22.1.4</w:t>
            </w:r>
            <w:r w:rsidRPr="001F1353">
              <w:rPr>
                <w:b/>
                <w:bCs/>
                <w:iCs/>
                <w:snapToGrid w:val="0"/>
              </w:rPr>
              <w:tab/>
              <w:t>Large Load Interconnection Assessment</w:t>
            </w:r>
            <w:bookmarkEnd w:id="2497"/>
          </w:p>
          <w:p w14:paraId="0E3FB798" w14:textId="77777777" w:rsidR="001F1353" w:rsidRPr="001F1353" w:rsidRDefault="001F1353" w:rsidP="001F1353">
            <w:pPr>
              <w:spacing w:after="240"/>
              <w:ind w:left="720" w:hanging="720"/>
              <w:rPr>
                <w:iCs/>
              </w:rPr>
            </w:pPr>
            <w:bookmarkStart w:id="2498" w:name="_Hlk116920893"/>
            <w:r w:rsidRPr="001F1353">
              <w:rPr>
                <w:iCs/>
              </w:rPr>
              <w:t>(1)</w:t>
            </w:r>
            <w:r w:rsidRPr="001F1353">
              <w:rPr>
                <w:iCs/>
              </w:rPr>
              <w:tab/>
              <w:t xml:space="preserve">Upon completion of all requirements prescribed in Planning Guide Section 9.2.2, Submission of Large Load Project Information and Initiation of the Large Load Interconnection Study (LLIS), ERCOT shall perform a topology check to determine: </w:t>
            </w:r>
          </w:p>
          <w:p w14:paraId="3D7303C8" w14:textId="77777777" w:rsidR="001F1353" w:rsidRPr="001F1353" w:rsidRDefault="001F1353" w:rsidP="001F1353">
            <w:pPr>
              <w:spacing w:after="240"/>
              <w:ind w:left="1440" w:hanging="720"/>
              <w:rPr>
                <w:iCs/>
              </w:rPr>
            </w:pPr>
            <w:r w:rsidRPr="001F1353">
              <w:rPr>
                <w:iCs/>
              </w:rPr>
              <w:t>(a)</w:t>
            </w:r>
            <w:r w:rsidRPr="001F1353">
              <w:rPr>
                <w:iCs/>
              </w:rPr>
              <w:tab/>
              <w:t>If the Large Load will become radial to one or more series capacitors in the event of six or fewer concurrent transmission Outages; and</w:t>
            </w:r>
          </w:p>
          <w:p w14:paraId="0064E707" w14:textId="77777777" w:rsidR="001F1353" w:rsidRPr="001F1353" w:rsidRDefault="001F1353" w:rsidP="001F1353">
            <w:pPr>
              <w:spacing w:after="240"/>
              <w:ind w:left="1440" w:hanging="720"/>
              <w:rPr>
                <w:iCs/>
              </w:rPr>
            </w:pPr>
            <w:r w:rsidRPr="001F1353">
              <w:rPr>
                <w:iCs/>
              </w:rPr>
              <w:t>(b)</w:t>
            </w:r>
            <w:r w:rsidRPr="001F1353">
              <w:rPr>
                <w:iCs/>
              </w:rPr>
              <w:tab/>
              <w:t xml:space="preserve">Whether the Large Load or any associated Facilities are expected to be susceptible to SSO. </w:t>
            </w:r>
          </w:p>
          <w:p w14:paraId="39FFA314" w14:textId="77777777" w:rsidR="001F1353" w:rsidRPr="001F1353" w:rsidRDefault="001F1353" w:rsidP="001F1353">
            <w:pPr>
              <w:spacing w:after="240"/>
              <w:ind w:left="720" w:hanging="720"/>
              <w:rPr>
                <w:iCs/>
                <w:szCs w:val="24"/>
              </w:rPr>
            </w:pPr>
            <w:r w:rsidRPr="001F1353">
              <w:rPr>
                <w:iCs/>
              </w:rPr>
              <w:t>(2)</w:t>
            </w:r>
            <w:r w:rsidRPr="001F1353">
              <w:rPr>
                <w:iCs/>
              </w:rPr>
              <w:tab/>
            </w:r>
            <w:r w:rsidRPr="001F1353">
              <w:rPr>
                <w:iCs/>
                <w:szCs w:val="24"/>
              </w:rPr>
              <w:t>ERCOT shall specify all of the information that is needed to perform the topology check detailed in paragraph (1) above, and provide this specification to the interconnecting TSP.  The interconnecting TSP shall request this information from the ILLE and provide it to ERCOT once received.  ERCOT shall not initiate the topology check until it receives the required information from the TSP.</w:t>
            </w:r>
          </w:p>
          <w:p w14:paraId="1F1FFE33" w14:textId="77777777" w:rsidR="001F1353" w:rsidRPr="001F1353" w:rsidRDefault="001F1353" w:rsidP="001F1353">
            <w:pPr>
              <w:spacing w:after="240"/>
              <w:ind w:left="720" w:hanging="720"/>
              <w:rPr>
                <w:iCs/>
              </w:rPr>
            </w:pPr>
            <w:r w:rsidRPr="001F1353">
              <w:rPr>
                <w:iCs/>
              </w:rPr>
              <w:t>(3)</w:t>
            </w:r>
            <w:r w:rsidRPr="001F1353">
              <w:rPr>
                <w:iCs/>
              </w:rPr>
              <w:tab/>
            </w:r>
            <w:r w:rsidRPr="001F1353">
              <w:rPr>
                <w:iCs/>
                <w:szCs w:val="24"/>
              </w:rPr>
              <w:t xml:space="preserve">The interconnecting TSP shall perform a detailed SSO assessment for the Load connection </w:t>
            </w:r>
            <w:r w:rsidRPr="001F1353">
              <w:rPr>
                <w:iCs/>
              </w:rPr>
              <w:t>in accordance with Section 3.22.2, Subsynchronous Oscillation Vulnerability Assessment Criteria, to determine SSO vulnerability</w:t>
            </w:r>
            <w:r w:rsidRPr="001F1353">
              <w:rPr>
                <w:iCs/>
                <w:szCs w:val="24"/>
              </w:rPr>
              <w:t>, if</w:t>
            </w:r>
            <w:r w:rsidRPr="001F1353">
              <w:rPr>
                <w:iCs/>
              </w:rPr>
              <w:t xml:space="preserve"> ERCOT determines that:</w:t>
            </w:r>
          </w:p>
          <w:p w14:paraId="2967BAC7" w14:textId="77777777" w:rsidR="001F1353" w:rsidRPr="001F1353" w:rsidRDefault="001F1353" w:rsidP="001F1353">
            <w:pPr>
              <w:spacing w:after="240"/>
              <w:ind w:left="1440" w:hanging="720"/>
              <w:rPr>
                <w:iCs/>
              </w:rPr>
            </w:pPr>
            <w:r w:rsidRPr="001F1353">
              <w:rPr>
                <w:iCs/>
              </w:rPr>
              <w:t>(a)</w:t>
            </w:r>
            <w:r w:rsidRPr="001F1353">
              <w:rPr>
                <w:iCs/>
              </w:rPr>
              <w:tab/>
              <w:t>A Large Load is vulnerable to SSO in the event of six or fewer concurrent transmission Outages; or</w:t>
            </w:r>
          </w:p>
          <w:p w14:paraId="0B752C61" w14:textId="77777777" w:rsidR="001F1353" w:rsidRPr="001F1353" w:rsidRDefault="001F1353" w:rsidP="001F1353">
            <w:pPr>
              <w:spacing w:after="240"/>
              <w:ind w:left="1440" w:hanging="720"/>
              <w:rPr>
                <w:iCs/>
              </w:rPr>
            </w:pPr>
            <w:r w:rsidRPr="001F1353">
              <w:rPr>
                <w:iCs/>
              </w:rPr>
              <w:t>(b)</w:t>
            </w:r>
            <w:r w:rsidRPr="001F1353">
              <w:rPr>
                <w:iCs/>
              </w:rPr>
              <w:tab/>
              <w:t>A transformer associated with a Large Load is vulnerable to SSFR in the event of the following:</w:t>
            </w:r>
          </w:p>
          <w:bookmarkEnd w:id="2498"/>
          <w:p w14:paraId="29342EAD" w14:textId="77777777" w:rsidR="001F1353" w:rsidRPr="001F1353" w:rsidRDefault="001F1353" w:rsidP="001F1353">
            <w:pPr>
              <w:spacing w:after="240"/>
              <w:ind w:left="2160" w:hanging="720"/>
              <w:rPr>
                <w:iCs/>
              </w:rPr>
            </w:pPr>
            <w:r w:rsidRPr="001F1353">
              <w:rPr>
                <w:iCs/>
              </w:rPr>
              <w:t>(i)</w:t>
            </w:r>
            <w:r w:rsidRPr="001F1353">
              <w:rPr>
                <w:iCs/>
              </w:rPr>
              <w:tab/>
              <w:t>One single element outage;</w:t>
            </w:r>
          </w:p>
          <w:p w14:paraId="51EF677B" w14:textId="77777777" w:rsidR="001F1353" w:rsidRPr="001F1353" w:rsidRDefault="001F1353" w:rsidP="001F1353">
            <w:pPr>
              <w:spacing w:after="240"/>
              <w:ind w:left="2160" w:hanging="720"/>
              <w:rPr>
                <w:iCs/>
              </w:rPr>
            </w:pPr>
            <w:r w:rsidRPr="001F1353">
              <w:rPr>
                <w:iCs/>
              </w:rPr>
              <w:t>(ii)</w:t>
            </w:r>
            <w:r w:rsidRPr="001F1353">
              <w:rPr>
                <w:iCs/>
              </w:rPr>
              <w:tab/>
              <w:t>One common tower outage;</w:t>
            </w:r>
          </w:p>
          <w:p w14:paraId="6861C235" w14:textId="77777777" w:rsidR="001F1353" w:rsidRPr="001F1353" w:rsidRDefault="001F1353" w:rsidP="001F1353">
            <w:pPr>
              <w:spacing w:after="240"/>
              <w:ind w:left="2160" w:hanging="720"/>
              <w:rPr>
                <w:iCs/>
              </w:rPr>
            </w:pPr>
            <w:r w:rsidRPr="001F1353">
              <w:rPr>
                <w:iCs/>
              </w:rPr>
              <w:t>(iii)</w:t>
            </w:r>
            <w:r w:rsidRPr="001F1353">
              <w:rPr>
                <w:iCs/>
              </w:rPr>
              <w:tab/>
              <w:t>Two single element outages;</w:t>
            </w:r>
          </w:p>
          <w:p w14:paraId="09645402" w14:textId="77777777" w:rsidR="001F1353" w:rsidRPr="001F1353" w:rsidRDefault="001F1353" w:rsidP="001F1353">
            <w:pPr>
              <w:spacing w:after="240"/>
              <w:ind w:left="2160" w:hanging="720"/>
              <w:rPr>
                <w:iCs/>
              </w:rPr>
            </w:pPr>
            <w:r w:rsidRPr="001F1353">
              <w:rPr>
                <w:iCs/>
              </w:rPr>
              <w:t>(iv)</w:t>
            </w:r>
            <w:r w:rsidRPr="001F1353">
              <w:rPr>
                <w:iCs/>
              </w:rPr>
              <w:tab/>
              <w:t>Two common tower outages; or</w:t>
            </w:r>
          </w:p>
          <w:p w14:paraId="68F781A7" w14:textId="77777777" w:rsidR="001F1353" w:rsidRPr="001F1353" w:rsidRDefault="001F1353" w:rsidP="001F1353">
            <w:pPr>
              <w:spacing w:after="240"/>
              <w:ind w:left="2160" w:hanging="720"/>
              <w:rPr>
                <w:iCs/>
              </w:rPr>
            </w:pPr>
            <w:r w:rsidRPr="001F1353">
              <w:rPr>
                <w:iCs/>
              </w:rPr>
              <w:t>(v)</w:t>
            </w:r>
            <w:r w:rsidRPr="001F1353">
              <w:rPr>
                <w:iCs/>
              </w:rPr>
              <w:tab/>
              <w:t>One single element outage and one common tower outage.</w:t>
            </w:r>
          </w:p>
          <w:p w14:paraId="7A35D4F5" w14:textId="258212AF" w:rsidR="001F1353" w:rsidRPr="001F1353" w:rsidRDefault="001F1353" w:rsidP="001F1353">
            <w:pPr>
              <w:spacing w:after="240"/>
              <w:ind w:left="720" w:hanging="720"/>
              <w:rPr>
                <w:iCs/>
                <w:szCs w:val="24"/>
              </w:rPr>
            </w:pPr>
            <w:r w:rsidRPr="001F1353">
              <w:rPr>
                <w:iCs/>
                <w:szCs w:val="24"/>
              </w:rPr>
              <w:t>(4)</w:t>
            </w:r>
            <w:r w:rsidRPr="001F1353">
              <w:rPr>
                <w:iCs/>
                <w:szCs w:val="24"/>
              </w:rPr>
              <w:tab/>
              <w:t xml:space="preserve">The SSO study shall determine which system configurations create vulnerability to SSO. </w:t>
            </w:r>
            <w:r w:rsidR="00AC0D4F">
              <w:rPr>
                <w:iCs/>
                <w:szCs w:val="24"/>
              </w:rPr>
              <w:t xml:space="preserve"> </w:t>
            </w:r>
            <w:r w:rsidRPr="001F1353">
              <w:rPr>
                <w:iCs/>
                <w:szCs w:val="24"/>
              </w:rPr>
              <w:t>T</w:t>
            </w:r>
            <w:r w:rsidRPr="001F1353">
              <w:t>he interconnecting TSP shall submit both the study report and the model data used in the study to ERCOT upon completion of the study.  The interconnecting TSP shall include in the study report any SSO Countermeasures that have been reviewed by the TSP.</w:t>
            </w:r>
          </w:p>
          <w:p w14:paraId="7E37AD6A" w14:textId="77777777" w:rsidR="001F1353" w:rsidRPr="001F1353" w:rsidRDefault="001F1353" w:rsidP="001F1353">
            <w:pPr>
              <w:spacing w:after="240"/>
              <w:ind w:left="720" w:hanging="720"/>
              <w:rPr>
                <w:szCs w:val="24"/>
              </w:rPr>
            </w:pPr>
            <w:r w:rsidRPr="001F1353">
              <w:rPr>
                <w:szCs w:val="24"/>
              </w:rPr>
              <w:lastRenderedPageBreak/>
              <w:t>(5)</w:t>
            </w:r>
            <w:r w:rsidRPr="001F1353">
              <w:rPr>
                <w:szCs w:val="24"/>
              </w:rPr>
              <w:tab/>
              <w:t xml:space="preserve">If the SSO study performed in accordance with paragraph (3) above indicates that the Load connection is vulnerable to SSO, the ILLE, in coordination with the interconnecting TSP, shall develop an SSO Countermeasure plan and the TSP shall include it in the SSO study report to be approved by ERCOT. </w:t>
            </w:r>
          </w:p>
          <w:p w14:paraId="3904C9CC" w14:textId="77777777" w:rsidR="001F1353" w:rsidRPr="001F1353" w:rsidRDefault="001F1353" w:rsidP="001F1353">
            <w:pPr>
              <w:spacing w:after="240"/>
              <w:ind w:left="720" w:hanging="720"/>
              <w:rPr>
                <w:iCs/>
                <w:szCs w:val="24"/>
              </w:rPr>
            </w:pPr>
            <w:r w:rsidRPr="001F1353">
              <w:rPr>
                <w:iCs/>
                <w:szCs w:val="24"/>
              </w:rPr>
              <w:t>(6)</w:t>
            </w:r>
            <w:r w:rsidRPr="001F1353">
              <w:rPr>
                <w:iCs/>
                <w:szCs w:val="24"/>
              </w:rPr>
              <w:tab/>
              <w:t>ERCOT shall respond with its comments or approval of an SSO study report, which shall include any required SSO Countermeasure plan, within 30 days of receipt.  ERCOT comments shall be addressed as soon as practicable by the TSP, and any action taken in response to ERCOT’s comments on an SSO study report shall be subject to further ERCOT review and approval.  Upon approval of the SSO study report, ERCOT shall notify the interconnecting TSP.</w:t>
            </w:r>
          </w:p>
          <w:p w14:paraId="11E0784A" w14:textId="255465B8" w:rsidR="001F1353" w:rsidRPr="001F1353" w:rsidRDefault="001F1353" w:rsidP="00317F36">
            <w:pPr>
              <w:spacing w:after="240"/>
              <w:ind w:left="720" w:hanging="720"/>
              <w:rPr>
                <w:szCs w:val="24"/>
              </w:rPr>
            </w:pPr>
            <w:r w:rsidRPr="001F1353">
              <w:rPr>
                <w:iCs/>
                <w:szCs w:val="24"/>
              </w:rPr>
              <w:t>(7)</w:t>
            </w:r>
            <w:r w:rsidRPr="001F1353">
              <w:rPr>
                <w:iCs/>
                <w:szCs w:val="24"/>
              </w:rPr>
              <w:tab/>
              <w:t xml:space="preserve">After ERCOT approval of the SSO study report, the ILLE, in coordination with </w:t>
            </w:r>
            <w:r w:rsidRPr="001F1353">
              <w:rPr>
                <w:szCs w:val="24"/>
              </w:rPr>
              <w:t>the interconnecting TSP, shall implement the approved SSO Countermeasures prior to Initial Energization of the Large Load</w:t>
            </w:r>
            <w:r w:rsidRPr="001F1353">
              <w:rPr>
                <w:iCs/>
                <w:szCs w:val="24"/>
              </w:rPr>
              <w:t>.</w:t>
            </w:r>
          </w:p>
        </w:tc>
      </w:tr>
    </w:tbl>
    <w:p w14:paraId="093DFBC0" w14:textId="77777777" w:rsidR="008F530E" w:rsidRPr="00672FDB" w:rsidRDefault="008F530E" w:rsidP="00317F36">
      <w:pPr>
        <w:pStyle w:val="H4"/>
        <w:spacing w:before="480"/>
        <w:ind w:left="1267" w:hanging="1267"/>
        <w:rPr>
          <w:b/>
          <w:iCs/>
        </w:rPr>
      </w:pPr>
      <w:bookmarkStart w:id="2499" w:name="_Toc199405455"/>
      <w:r w:rsidRPr="00672FDB">
        <w:rPr>
          <w:b/>
          <w:iCs/>
        </w:rPr>
        <w:lastRenderedPageBreak/>
        <w:t xml:space="preserve">3.22.1.4 </w:t>
      </w:r>
      <w:r w:rsidRPr="00672FDB">
        <w:rPr>
          <w:b/>
          <w:iCs/>
        </w:rPr>
        <w:tab/>
        <w:t>Annual SSR Review</w:t>
      </w:r>
      <w:bookmarkEnd w:id="249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0AAB1AEF"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69BB992D" w14:textId="7FE47905" w:rsidR="001F1353" w:rsidRDefault="001F1353" w:rsidP="00A54797">
            <w:pPr>
              <w:spacing w:before="120" w:after="240"/>
              <w:rPr>
                <w:b/>
                <w:i/>
              </w:rPr>
            </w:pPr>
            <w:r>
              <w:rPr>
                <w:b/>
                <w:i/>
              </w:rPr>
              <w:t>[NPRR1234</w:t>
            </w:r>
            <w:r w:rsidRPr="004B0726">
              <w:rPr>
                <w:b/>
                <w:i/>
              </w:rPr>
              <w:t xml:space="preserve">: </w:t>
            </w:r>
            <w:r>
              <w:rPr>
                <w:b/>
                <w:i/>
              </w:rPr>
              <w:t xml:space="preserve"> Replace Section 3.22.1.4 above with the following upon system implementation:</w:t>
            </w:r>
            <w:r w:rsidRPr="004B0726">
              <w:rPr>
                <w:b/>
                <w:i/>
              </w:rPr>
              <w:t>]</w:t>
            </w:r>
          </w:p>
          <w:p w14:paraId="5CF052F3" w14:textId="3D63B18E" w:rsidR="001F1353" w:rsidRPr="001F1353" w:rsidRDefault="001F1353" w:rsidP="001F1353">
            <w:pPr>
              <w:keepNext/>
              <w:widowControl w:val="0"/>
              <w:tabs>
                <w:tab w:val="left" w:pos="1260"/>
              </w:tabs>
              <w:spacing w:after="240"/>
              <w:ind w:left="1267" w:hanging="1267"/>
              <w:outlineLvl w:val="3"/>
              <w:rPr>
                <w:bCs/>
                <w:iCs/>
                <w:snapToGrid w:val="0"/>
              </w:rPr>
            </w:pPr>
            <w:bookmarkStart w:id="2500" w:name="_Toc199405456"/>
            <w:r w:rsidRPr="003D6297">
              <w:rPr>
                <w:b/>
                <w:bCs/>
                <w:iCs/>
                <w:snapToGrid w:val="0"/>
              </w:rPr>
              <w:t>3.22.1.5</w:t>
            </w:r>
            <w:r w:rsidRPr="003D6297">
              <w:rPr>
                <w:b/>
                <w:bCs/>
                <w:iCs/>
                <w:snapToGrid w:val="0"/>
              </w:rPr>
              <w:tab/>
              <w:t>Annual SSO Review</w:t>
            </w:r>
            <w:bookmarkEnd w:id="2500"/>
          </w:p>
        </w:tc>
      </w:tr>
    </w:tbl>
    <w:p w14:paraId="29EFA1DC" w14:textId="11661BBE" w:rsidR="008F530E" w:rsidRPr="00227BDD" w:rsidRDefault="008F530E" w:rsidP="00317F36">
      <w:pPr>
        <w:spacing w:before="240" w:after="240"/>
        <w:ind w:left="720" w:hanging="720"/>
        <w:rPr>
          <w:iCs/>
        </w:rPr>
      </w:pPr>
      <w:r w:rsidRPr="00227BDD">
        <w:t>(1)</w:t>
      </w:r>
      <w:r w:rsidRPr="00227BDD">
        <w:tab/>
        <w:t xml:space="preserve">ERCOT shall perform an SSR review annually.  The annual review shall include the following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0FC87E35"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373EFB89" w14:textId="791F1369" w:rsidR="001F1353" w:rsidRDefault="001F1353" w:rsidP="00A54797">
            <w:pPr>
              <w:spacing w:before="120" w:after="240"/>
              <w:rPr>
                <w:b/>
                <w:i/>
              </w:rPr>
            </w:pPr>
            <w:r>
              <w:rPr>
                <w:b/>
                <w:i/>
              </w:rPr>
              <w:t>[NPRR1234</w:t>
            </w:r>
            <w:r w:rsidRPr="004B0726">
              <w:rPr>
                <w:b/>
                <w:i/>
              </w:rPr>
              <w:t xml:space="preserve">: </w:t>
            </w:r>
            <w:r>
              <w:rPr>
                <w:b/>
                <w:i/>
              </w:rPr>
              <w:t xml:space="preserve"> Replace paragraph (1) above with the following upon system implementation:</w:t>
            </w:r>
            <w:r w:rsidRPr="004B0726">
              <w:rPr>
                <w:b/>
                <w:i/>
              </w:rPr>
              <w:t>]</w:t>
            </w:r>
          </w:p>
          <w:p w14:paraId="06449303" w14:textId="38E65055" w:rsidR="001F1353" w:rsidRPr="001F1353" w:rsidRDefault="001F1353" w:rsidP="001F1353">
            <w:pPr>
              <w:spacing w:after="240"/>
              <w:ind w:left="720" w:hanging="720"/>
              <w:rPr>
                <w:iCs/>
              </w:rPr>
            </w:pPr>
            <w:r w:rsidRPr="003D6297">
              <w:t>(1)</w:t>
            </w:r>
            <w:r w:rsidRPr="003D6297">
              <w:tab/>
              <w:t>ERCOT shall perform an SSO review annually.  The annual review shall include the following elements:</w:t>
            </w:r>
          </w:p>
        </w:tc>
      </w:tr>
    </w:tbl>
    <w:p w14:paraId="692135BC" w14:textId="0A779BDC" w:rsidR="008F530E" w:rsidRPr="00227BDD" w:rsidRDefault="008F530E" w:rsidP="00317F36">
      <w:pPr>
        <w:spacing w:before="240"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6C0856D8"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562E7A46" w14:textId="392F3F9B" w:rsidR="001F1353" w:rsidRDefault="001F1353" w:rsidP="00A54797">
            <w:pPr>
              <w:spacing w:before="120" w:after="240"/>
              <w:rPr>
                <w:b/>
                <w:i/>
              </w:rPr>
            </w:pPr>
            <w:r>
              <w:rPr>
                <w:b/>
                <w:i/>
              </w:rPr>
              <w:t>[NPRR1234</w:t>
            </w:r>
            <w:r w:rsidRPr="004B0726">
              <w:rPr>
                <w:b/>
                <w:i/>
              </w:rPr>
              <w:t xml:space="preserve">: </w:t>
            </w:r>
            <w:r>
              <w:rPr>
                <w:b/>
                <w:i/>
              </w:rPr>
              <w:t xml:space="preserve"> Replace paragraph (a) above with the following upon system implementation:</w:t>
            </w:r>
            <w:r w:rsidRPr="004B0726">
              <w:rPr>
                <w:b/>
                <w:i/>
              </w:rPr>
              <w:t>]</w:t>
            </w:r>
          </w:p>
          <w:p w14:paraId="5015B688" w14:textId="635B7655" w:rsidR="001F1353" w:rsidRPr="001F1353" w:rsidRDefault="001F1353" w:rsidP="001F1353">
            <w:pPr>
              <w:spacing w:after="240"/>
              <w:ind w:left="1440" w:hanging="720"/>
              <w:rPr>
                <w:iCs/>
              </w:rPr>
            </w:pPr>
            <w:r w:rsidRPr="003D6297">
              <w:rPr>
                <w:iCs/>
              </w:rPr>
              <w:t>(a)</w:t>
            </w:r>
            <w:r w:rsidRPr="003D6297">
              <w:rPr>
                <w:iCs/>
              </w:rPr>
              <w:tab/>
            </w:r>
            <w:r w:rsidRPr="003D6297">
              <w:t xml:space="preserve">The annual review shall include a topology check </w:t>
            </w:r>
            <w:r w:rsidRPr="003D6297">
              <w:rPr>
                <w:iCs/>
              </w:rPr>
              <w:t xml:space="preserve">applying the system network topology that is consistent with a year 3 Steady State Working Group (SSWG) </w:t>
            </w:r>
            <w:r w:rsidRPr="003D6297">
              <w:rPr>
                <w:iCs/>
              </w:rPr>
              <w:lastRenderedPageBreak/>
              <w:t>base case developed in accordance with Planning Guide Section 6.1, Steady-State Model Development</w:t>
            </w:r>
            <w:r w:rsidRPr="003D6297">
              <w:t xml:space="preserve">.  </w:t>
            </w:r>
            <w:r w:rsidRPr="003D6297">
              <w:rPr>
                <w:iCs/>
              </w:rPr>
              <w:t>ERCOT shall post the SSO annual topology check report to the Market Information System (MIS) Secure Area by May 31 of each year.</w:t>
            </w:r>
          </w:p>
        </w:tc>
      </w:tr>
    </w:tbl>
    <w:p w14:paraId="3A174BB5" w14:textId="507FA228" w:rsidR="008F530E" w:rsidRPr="00227BDD" w:rsidRDefault="008F530E" w:rsidP="00317F36">
      <w:pPr>
        <w:spacing w:before="240" w:after="240"/>
        <w:ind w:left="1440" w:hanging="720"/>
      </w:pPr>
      <w:r w:rsidRPr="00227BDD">
        <w:rPr>
          <w:iCs/>
        </w:rPr>
        <w:lastRenderedPageBreak/>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111433F5"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w:t>
      </w:r>
      <w:r w:rsidR="00433BC8">
        <w:t>m</w:t>
      </w:r>
      <w:r w:rsidRPr="00227BDD">
        <w:t xml:space="preserve">itigation on the ERCOT transmission system. The SSR </w:t>
      </w:r>
      <w:r w:rsidR="00433BC8">
        <w:t>m</w:t>
      </w:r>
      <w:r w:rsidRPr="00227BDD">
        <w:t>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7EC7A863"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FACD668" w14:textId="2C05C176" w:rsidR="001C20E6" w:rsidRDefault="001C20E6" w:rsidP="00514D72">
            <w:pPr>
              <w:spacing w:before="120" w:after="240"/>
              <w:rPr>
                <w:b/>
                <w:i/>
              </w:rPr>
            </w:pPr>
            <w:r>
              <w:rPr>
                <w:b/>
                <w:i/>
              </w:rPr>
              <w:t>[</w:t>
            </w:r>
            <w:r w:rsidR="001F1353">
              <w:rPr>
                <w:b/>
                <w:i/>
              </w:rPr>
              <w:t>NPRR1234</w:t>
            </w:r>
            <w:r w:rsidR="00A22441">
              <w:rPr>
                <w:b/>
                <w:i/>
              </w:rPr>
              <w:t>,</w:t>
            </w:r>
            <w:r w:rsidR="001F1353">
              <w:rPr>
                <w:b/>
                <w:i/>
              </w:rPr>
              <w:t xml:space="preserve"> </w:t>
            </w:r>
            <w:r>
              <w:rPr>
                <w:b/>
                <w:i/>
              </w:rPr>
              <w:t>NPRR1246</w:t>
            </w:r>
            <w:r w:rsidR="00A22441">
              <w:rPr>
                <w:b/>
                <w:i/>
              </w:rPr>
              <w:t>, and NPRR1283</w:t>
            </w:r>
            <w:r w:rsidRPr="004B0726">
              <w:rPr>
                <w:b/>
                <w:i/>
              </w:rPr>
              <w:t xml:space="preserve">: </w:t>
            </w:r>
            <w:r>
              <w:rPr>
                <w:b/>
                <w:i/>
              </w:rPr>
              <w:t xml:space="preserve"> Replace</w:t>
            </w:r>
            <w:r w:rsidR="001F1353">
              <w:rPr>
                <w:b/>
                <w:i/>
              </w:rPr>
              <w:t xml:space="preserve"> applicable portions of</w:t>
            </w:r>
            <w:r>
              <w:rPr>
                <w:b/>
                <w:i/>
              </w:rPr>
              <w:t xml:space="preserve"> paragraph (b) above with the following </w:t>
            </w:r>
            <w:r w:rsidR="001F1353">
              <w:rPr>
                <w:b/>
                <w:i/>
              </w:rPr>
              <w:t xml:space="preserve">upon system implementation for NPRR1234; </w:t>
            </w:r>
            <w:r>
              <w:rPr>
                <w:b/>
                <w:i/>
              </w:rPr>
              <w:t xml:space="preserve">upon system </w:t>
            </w:r>
            <w:r>
              <w:rPr>
                <w:b/>
                <w:i/>
              </w:rPr>
              <w:lastRenderedPageBreak/>
              <w:t>implementation of the Real-Time Co-Optimization (RTC) project</w:t>
            </w:r>
            <w:r w:rsidR="001F1353">
              <w:rPr>
                <w:b/>
                <w:i/>
              </w:rPr>
              <w:t xml:space="preserve"> for NPRR1246</w:t>
            </w:r>
            <w:r w:rsidR="00A22441">
              <w:rPr>
                <w:b/>
                <w:i/>
              </w:rPr>
              <w:t>; or on January 1, 2026 for NPRR1283</w:t>
            </w:r>
            <w:r>
              <w:rPr>
                <w:b/>
                <w:i/>
              </w:rPr>
              <w:t>:</w:t>
            </w:r>
            <w:r w:rsidRPr="004B0726">
              <w:rPr>
                <w:b/>
                <w:i/>
              </w:rPr>
              <w:t>]</w:t>
            </w:r>
          </w:p>
          <w:p w14:paraId="26BD803B" w14:textId="2C1641F8" w:rsidR="001C20E6" w:rsidRPr="00B50AAE" w:rsidRDefault="001C20E6" w:rsidP="001C20E6">
            <w:pPr>
              <w:spacing w:after="240"/>
              <w:ind w:left="1440" w:hanging="720"/>
            </w:pPr>
            <w:r w:rsidRPr="00B50AAE">
              <w:rPr>
                <w:iCs/>
              </w:rPr>
              <w:t>(b)</w:t>
            </w:r>
            <w:r w:rsidRPr="00B50AAE">
              <w:rPr>
                <w:iCs/>
              </w:rPr>
              <w:tab/>
            </w:r>
            <w:r w:rsidRPr="00B50AAE">
              <w:t>If ERCOT identifies that a Generation Resource</w:t>
            </w:r>
            <w:r>
              <w:t xml:space="preserve"> or ESR</w:t>
            </w:r>
            <w:r w:rsidRPr="00B50AAE">
              <w:t xml:space="preserve"> will become radial to series capacitors(s) in the event of </w:t>
            </w:r>
            <w:r w:rsidRPr="00B50AAE">
              <w:rPr>
                <w:color w:val="000000"/>
              </w:rPr>
              <w:t>14</w:t>
            </w:r>
            <w:r w:rsidR="001F1353">
              <w:rPr>
                <w:color w:val="000000"/>
              </w:rPr>
              <w:t xml:space="preserve"> or fewer</w:t>
            </w:r>
            <w:r w:rsidRPr="00B50AAE">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4EED1579" w14:textId="77777777" w:rsidR="001C20E6" w:rsidRPr="00B50AAE" w:rsidRDefault="001C20E6" w:rsidP="001C20E6">
            <w:pPr>
              <w:spacing w:after="240"/>
              <w:ind w:left="2160" w:hanging="720"/>
            </w:pPr>
            <w:r w:rsidRPr="00B50AAE">
              <w:t>(i)</w:t>
            </w:r>
            <w:r w:rsidRPr="00B50AAE">
              <w:tab/>
              <w:t xml:space="preserve">If the frequency scan assessment described in paragraph (b) above shows the Generation Resource </w:t>
            </w:r>
            <w:r>
              <w:t xml:space="preserve">or ESR </w:t>
            </w:r>
            <w:r w:rsidRPr="00B50AAE">
              <w:t xml:space="preserve">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785DAC14" w14:textId="77777777" w:rsidR="001C20E6" w:rsidRPr="00B50AAE" w:rsidRDefault="001C20E6" w:rsidP="001C20E6">
            <w:pPr>
              <w:spacing w:after="240"/>
              <w:ind w:left="2160" w:hanging="720"/>
            </w:pPr>
            <w:r w:rsidRPr="00B50AAE">
              <w:t>(ii)</w:t>
            </w:r>
            <w:r w:rsidRPr="00B50AAE">
              <w:tab/>
              <w:t xml:space="preserve">Past SSR assessments may be used to determine the SSR vulnerability of a Generation Resource </w:t>
            </w:r>
            <w:r>
              <w:t xml:space="preserve">or ESR </w:t>
            </w:r>
            <w:r w:rsidRPr="00B50AAE">
              <w:t xml:space="preserve">if ERCOT, in consultation with the affected TSPs, determines the results of the past SSR assessments are still valid.  </w:t>
            </w:r>
          </w:p>
          <w:p w14:paraId="3C9F7566" w14:textId="23F9FD53" w:rsidR="001C20E6" w:rsidRPr="00B50AAE" w:rsidRDefault="001C20E6" w:rsidP="001C20E6">
            <w:pPr>
              <w:spacing w:after="240"/>
              <w:ind w:left="2160" w:hanging="720"/>
              <w:rPr>
                <w:iCs/>
              </w:rPr>
            </w:pPr>
            <w:r w:rsidRPr="00B50AAE">
              <w:rPr>
                <w:iCs/>
              </w:rPr>
              <w:t>(iii)</w:t>
            </w:r>
            <w:r w:rsidRPr="00B50AAE">
              <w:rPr>
                <w:iCs/>
              </w:rPr>
              <w:tab/>
              <w:t xml:space="preserve">If the SSR study confirms the Generation Resource </w:t>
            </w:r>
            <w:r>
              <w:rPr>
                <w:iCs/>
              </w:rPr>
              <w:t xml:space="preserve">or ESR </w:t>
            </w:r>
            <w:r w:rsidRPr="00B50AAE">
              <w:rPr>
                <w:iCs/>
              </w:rPr>
              <w:t xml:space="preserve">is vulnerable to SSR in the event of four or </w:t>
            </w:r>
            <w:r w:rsidR="001F1353">
              <w:rPr>
                <w:iCs/>
              </w:rPr>
              <w:t>fewer</w:t>
            </w:r>
            <w:r w:rsidRPr="00B50AAE">
              <w:rPr>
                <w:iCs/>
              </w:rPr>
              <w:t xml:space="preserve"> concurrent transmission Outages, the TSP that owns the affected series capacitor compensated Transmission Element shall coordinate with ERCOT, the affected Resource Entity, and affected TSPs to develop and install SS</w:t>
            </w:r>
            <w:r w:rsidR="001F1353">
              <w:rPr>
                <w:iCs/>
              </w:rPr>
              <w:t>O</w:t>
            </w:r>
            <w:r w:rsidRPr="00B50AAE">
              <w:rPr>
                <w:iCs/>
              </w:rPr>
              <w:t xml:space="preserve"> Mitigation on the ERCOT transmission system. </w:t>
            </w:r>
            <w:r w:rsidR="00D36982">
              <w:rPr>
                <w:iCs/>
              </w:rPr>
              <w:t xml:space="preserve"> </w:t>
            </w:r>
            <w:r w:rsidRPr="00B50AAE">
              <w:rPr>
                <w:iCs/>
              </w:rPr>
              <w:t>The SS</w:t>
            </w:r>
            <w:r w:rsidR="001F1353">
              <w:rPr>
                <w:iCs/>
              </w:rPr>
              <w:t>O</w:t>
            </w:r>
            <w:r w:rsidRPr="00B50AAE">
              <w:rPr>
                <w:iCs/>
              </w:rPr>
              <w:t xml:space="preserve"> Mitigation shall be developed, if required, and implemented prior to the latter of the energization of the transmission project or the Initial </w:t>
            </w:r>
            <w:r w:rsidR="00A22441">
              <w:rPr>
                <w:iCs/>
              </w:rPr>
              <w:t>Energization</w:t>
            </w:r>
            <w:r w:rsidRPr="00B50AAE">
              <w:rPr>
                <w:iCs/>
              </w:rPr>
              <w:t xml:space="preserve"> of the Generation Resource</w:t>
            </w:r>
            <w:r>
              <w:rPr>
                <w:iCs/>
              </w:rPr>
              <w:t xml:space="preserve"> or ESR</w:t>
            </w:r>
            <w:r w:rsidRPr="00B50AAE">
              <w:rPr>
                <w:iCs/>
              </w:rPr>
              <w:t>.</w:t>
            </w:r>
          </w:p>
          <w:p w14:paraId="4C67A6E4" w14:textId="2E38AB1D" w:rsidR="001C20E6" w:rsidRPr="00B50AAE" w:rsidRDefault="001C20E6" w:rsidP="001C20E6">
            <w:pPr>
              <w:spacing w:after="240"/>
              <w:ind w:left="2160" w:hanging="720"/>
            </w:pPr>
            <w:r w:rsidRPr="00B50AAE">
              <w:t>(iv)</w:t>
            </w:r>
            <w:r w:rsidRPr="00B50AAE">
              <w:tab/>
              <w:t xml:space="preserve">If the SSR study confirms the Generation Resource </w:t>
            </w:r>
            <w:r>
              <w:rPr>
                <w:iCs/>
              </w:rPr>
              <w:t>or ESR</w:t>
            </w:r>
            <w:r w:rsidRPr="00B50AAE">
              <w:t xml:space="preserve"> is vulnerable to SSR in the event of five or six concurrent transmission Outages, ERCOT shall implement SSR monitoring in accordance with Section 3.22.3, Subsynchronous Resonance Monitoring, prior to the latter of energization of the transmission project or the Initial </w:t>
            </w:r>
            <w:r w:rsidR="00A22441">
              <w:rPr>
                <w:iCs/>
              </w:rPr>
              <w:t>Energization</w:t>
            </w:r>
            <w:r w:rsidRPr="00B50AAE">
              <w:t xml:space="preserve"> of the Generation Resource</w:t>
            </w:r>
            <w:r w:rsidRPr="00973201">
              <w:rPr>
                <w:iCs/>
              </w:rPr>
              <w:t xml:space="preserve"> </w:t>
            </w:r>
            <w:r>
              <w:rPr>
                <w:iCs/>
              </w:rPr>
              <w:t>or ESR</w:t>
            </w:r>
            <w:r w:rsidRPr="00B50AAE">
              <w:t>.</w:t>
            </w:r>
          </w:p>
          <w:p w14:paraId="34AA27DA" w14:textId="1CD5A552" w:rsidR="001C20E6" w:rsidRPr="001C20E6" w:rsidRDefault="001C20E6" w:rsidP="001C20E6">
            <w:pPr>
              <w:spacing w:after="240"/>
              <w:ind w:left="2160" w:hanging="720"/>
            </w:pPr>
            <w:r w:rsidRPr="00B50AAE">
              <w:rPr>
                <w:iCs/>
              </w:rPr>
              <w:t>(v)</w:t>
            </w:r>
            <w:r w:rsidRPr="00B50AAE">
              <w:rPr>
                <w:iCs/>
              </w:rPr>
              <w:tab/>
              <w:t xml:space="preserve">The </w:t>
            </w:r>
            <w:r w:rsidRPr="00B50AAE">
              <w:t>Resource</w:t>
            </w:r>
            <w:r w:rsidRPr="00B50AAE">
              <w:rPr>
                <w:iCs/>
              </w:rPr>
              <w:t xml:space="preserve"> </w:t>
            </w:r>
            <w:r w:rsidRPr="00B50AAE">
              <w:t>Entity</w:t>
            </w:r>
            <w:r w:rsidRPr="00B50AAE">
              <w:rPr>
                <w:iCs/>
              </w:rPr>
              <w:t xml:space="preserve"> shall </w:t>
            </w:r>
            <w:r w:rsidRPr="00B50AAE">
              <w:t>provide</w:t>
            </w:r>
            <w:r w:rsidRPr="00B50AAE">
              <w:rPr>
                <w:iCs/>
              </w:rPr>
              <w:t xml:space="preserve"> sufficient model data to ERCOT within 60 days of receipt of the data request.  ERCOT, in its sole discretion, may extend the response deadline.</w:t>
            </w:r>
          </w:p>
        </w:tc>
      </w:tr>
    </w:tbl>
    <w:p w14:paraId="347E3AE7" w14:textId="77777777" w:rsidR="001F1353" w:rsidRDefault="001F135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232BE809" w14:textId="77777777" w:rsidTr="001F1353">
        <w:tc>
          <w:tcPr>
            <w:tcW w:w="9332" w:type="dxa"/>
            <w:tcBorders>
              <w:top w:val="single" w:sz="4" w:space="0" w:color="auto"/>
              <w:left w:val="single" w:sz="4" w:space="0" w:color="auto"/>
              <w:bottom w:val="single" w:sz="4" w:space="0" w:color="auto"/>
              <w:right w:val="single" w:sz="4" w:space="0" w:color="auto"/>
            </w:tcBorders>
            <w:shd w:val="clear" w:color="auto" w:fill="D9D9D9"/>
          </w:tcPr>
          <w:p w14:paraId="4D37C4A7" w14:textId="6490E871" w:rsidR="001F1353" w:rsidRDefault="001F1353" w:rsidP="00A54797">
            <w:pPr>
              <w:spacing w:before="120" w:after="240"/>
              <w:rPr>
                <w:b/>
                <w:i/>
              </w:rPr>
            </w:pPr>
            <w:r>
              <w:rPr>
                <w:b/>
                <w:i/>
              </w:rPr>
              <w:t>[NPRR1234</w:t>
            </w:r>
            <w:r w:rsidRPr="004B0726">
              <w:rPr>
                <w:b/>
                <w:i/>
              </w:rPr>
              <w:t xml:space="preserve">: </w:t>
            </w:r>
            <w:r>
              <w:rPr>
                <w:b/>
                <w:i/>
              </w:rPr>
              <w:t xml:space="preserve"> Insert paragraph (c) below upon system implementation:</w:t>
            </w:r>
            <w:r w:rsidRPr="004B0726">
              <w:rPr>
                <w:b/>
                <w:i/>
              </w:rPr>
              <w:t>]</w:t>
            </w:r>
          </w:p>
          <w:p w14:paraId="377907AC" w14:textId="77777777" w:rsidR="001F1353" w:rsidRPr="003D6297" w:rsidRDefault="001F1353" w:rsidP="001F1353">
            <w:pPr>
              <w:spacing w:after="240"/>
              <w:ind w:left="1440" w:hanging="720"/>
              <w:rPr>
                <w:iCs/>
              </w:rPr>
            </w:pPr>
            <w:r w:rsidRPr="003D6297">
              <w:rPr>
                <w:iCs/>
              </w:rPr>
              <w:lastRenderedPageBreak/>
              <w:t>(c)</w:t>
            </w:r>
            <w:r w:rsidRPr="003D6297">
              <w:rPr>
                <w:iCs/>
              </w:rPr>
              <w:tab/>
              <w:t>ERCOT shall perform a topology check to identify any Large Load that becomes radial to one or more series capacitors in the event of six or fewer concurrent transmission Outages.  ERCOT shall prepare a report to summarize the results of the topology check and provide it to the affected TSP.  ERCOT and the affected TSP shall determine a need for further evaluation.</w:t>
            </w:r>
          </w:p>
          <w:p w14:paraId="39281119" w14:textId="77777777" w:rsidR="001F1353" w:rsidRPr="003D6297" w:rsidRDefault="001F1353" w:rsidP="001F1353">
            <w:pPr>
              <w:spacing w:after="240"/>
              <w:ind w:left="2160" w:hanging="720"/>
              <w:rPr>
                <w:iCs/>
              </w:rPr>
            </w:pPr>
            <w:r w:rsidRPr="003D6297">
              <w:rPr>
                <w:iCs/>
              </w:rPr>
              <w:t>(i)</w:t>
            </w:r>
            <w:r w:rsidRPr="003D6297">
              <w:rPr>
                <w:iCs/>
              </w:rPr>
              <w:tab/>
              <w:t>If an SSO study confirms the Large Load or any associated Facilities are vulnerable to SSO and this risk was not previously identified during any study required by Section 3.22.1.4, the TSP that owns the affected series capacitor shall conduct more detailed study by coordinating with ERCOT, the affected ILLE, and affected TSPs to develop and install SSO Countermeasures on the ERCOT transmission system.  The SSO Countermeasures shall be implemented prior to the latter of the energization of the transmission project or Initial Energization of the Large Load.</w:t>
            </w:r>
          </w:p>
          <w:p w14:paraId="6F802C2F" w14:textId="644FF686" w:rsidR="001F1353" w:rsidRPr="001F1353" w:rsidRDefault="001F1353" w:rsidP="001F1353">
            <w:pPr>
              <w:spacing w:after="240"/>
              <w:ind w:left="2160" w:hanging="720"/>
              <w:rPr>
                <w:iCs/>
              </w:rPr>
            </w:pPr>
            <w:r w:rsidRPr="003D6297">
              <w:rPr>
                <w:iCs/>
              </w:rPr>
              <w:t>(ii)</w:t>
            </w:r>
            <w:r w:rsidRPr="003D6297">
              <w:rPr>
                <w:iCs/>
              </w:rPr>
              <w:tab/>
              <w:t xml:space="preserve">The interconnecting TSP shall submit both the detailed study report and the model data used in the detailed study to ERCOT upon completion of the study. </w:t>
            </w:r>
            <w:r w:rsidR="00F736F0">
              <w:rPr>
                <w:iCs/>
              </w:rPr>
              <w:t xml:space="preserve"> </w:t>
            </w:r>
            <w:r w:rsidRPr="003D6297">
              <w:rPr>
                <w:iCs/>
              </w:rPr>
              <w:t>The interconnecting TSP shall include in the study report any SSO Countermeasures that have been reviewed by the TSP.</w:t>
            </w:r>
          </w:p>
        </w:tc>
      </w:tr>
    </w:tbl>
    <w:p w14:paraId="6F063415" w14:textId="77777777" w:rsidR="009F6BAB" w:rsidRPr="00672FDB" w:rsidRDefault="009F6BAB" w:rsidP="008B3CCE">
      <w:pPr>
        <w:pStyle w:val="H3"/>
        <w:spacing w:before="480"/>
      </w:pPr>
      <w:bookmarkStart w:id="2501" w:name="_Toc199405457"/>
      <w:r w:rsidRPr="00381328">
        <w:lastRenderedPageBreak/>
        <w:t>3.22.2</w:t>
      </w:r>
      <w:r w:rsidRPr="00381328">
        <w:tab/>
        <w:t>Subsynchronous Resonance Vulnerability Assessment Criteria</w:t>
      </w:r>
      <w:bookmarkEnd w:id="250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48E261CD"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18C9AFA4" w14:textId="7F77F1A5" w:rsidR="001F1353" w:rsidRDefault="001F1353" w:rsidP="00A54797">
            <w:pPr>
              <w:spacing w:before="120" w:after="240"/>
              <w:rPr>
                <w:b/>
                <w:i/>
              </w:rPr>
            </w:pPr>
            <w:r>
              <w:rPr>
                <w:b/>
                <w:i/>
              </w:rPr>
              <w:t>[NPRR1234</w:t>
            </w:r>
            <w:r w:rsidRPr="004B0726">
              <w:rPr>
                <w:b/>
                <w:i/>
              </w:rPr>
              <w:t xml:space="preserve">: </w:t>
            </w:r>
            <w:r>
              <w:rPr>
                <w:b/>
                <w:i/>
              </w:rPr>
              <w:t xml:space="preserve"> Replace Section 3.22.2 above with the following upon system implementation:</w:t>
            </w:r>
            <w:r w:rsidRPr="004B0726">
              <w:rPr>
                <w:b/>
                <w:i/>
              </w:rPr>
              <w:t>]</w:t>
            </w:r>
          </w:p>
          <w:p w14:paraId="0CCDA93E" w14:textId="230820C1" w:rsidR="001F1353" w:rsidRPr="001F1353" w:rsidRDefault="001F1353" w:rsidP="00317F36">
            <w:pPr>
              <w:spacing w:after="240"/>
              <w:rPr>
                <w:iCs/>
              </w:rPr>
            </w:pPr>
            <w:r w:rsidRPr="003D6297">
              <w:rPr>
                <w:b/>
                <w:bCs/>
                <w:i/>
              </w:rPr>
              <w:t>3.22.2</w:t>
            </w:r>
            <w:r w:rsidR="00317F36" w:rsidRPr="00317F36">
              <w:rPr>
                <w:b/>
                <w:bCs/>
                <w:i/>
              </w:rPr>
              <w:tab/>
            </w:r>
            <w:r w:rsidRPr="003D6297">
              <w:rPr>
                <w:b/>
                <w:bCs/>
                <w:i/>
              </w:rPr>
              <w:t>Subsynchronous Oscillation Vulnerability Assessment Criteria</w:t>
            </w:r>
          </w:p>
        </w:tc>
      </w:tr>
    </w:tbl>
    <w:p w14:paraId="5C090496" w14:textId="68939398" w:rsidR="009F6BAB" w:rsidRPr="00227BDD" w:rsidRDefault="009F6BAB" w:rsidP="00317F36">
      <w:pPr>
        <w:spacing w:before="240"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1EB23FAD"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0460D41" w14:textId="7059D4F4" w:rsidR="001C20E6" w:rsidRDefault="001C20E6" w:rsidP="00514D72">
            <w:pPr>
              <w:spacing w:before="120" w:after="240"/>
              <w:rPr>
                <w:b/>
                <w:i/>
              </w:rPr>
            </w:pPr>
            <w:r>
              <w:rPr>
                <w:b/>
                <w:i/>
              </w:rPr>
              <w:t>[</w:t>
            </w:r>
            <w:r w:rsidR="001F1353">
              <w:rPr>
                <w:b/>
                <w:i/>
              </w:rPr>
              <w:t xml:space="preserve">NPRR1234 and </w:t>
            </w:r>
            <w:r>
              <w:rPr>
                <w:b/>
                <w:i/>
              </w:rPr>
              <w:t>NPRR1246</w:t>
            </w:r>
            <w:r w:rsidRPr="004B0726">
              <w:rPr>
                <w:b/>
                <w:i/>
              </w:rPr>
              <w:t xml:space="preserve">: </w:t>
            </w:r>
            <w:r>
              <w:rPr>
                <w:b/>
                <w:i/>
              </w:rPr>
              <w:t xml:space="preserve"> Replace </w:t>
            </w:r>
            <w:r w:rsidR="001F1353">
              <w:rPr>
                <w:b/>
                <w:i/>
              </w:rPr>
              <w:t xml:space="preserve">applicable portions of </w:t>
            </w:r>
            <w:r>
              <w:rPr>
                <w:b/>
                <w:i/>
              </w:rPr>
              <w:t xml:space="preserve">paragraph (1) above with the following </w:t>
            </w:r>
            <w:r w:rsidR="001F1353">
              <w:rPr>
                <w:b/>
                <w:i/>
              </w:rPr>
              <w:t xml:space="preserve">upon system implementation for NPRR1234; or </w:t>
            </w:r>
            <w:r>
              <w:rPr>
                <w:b/>
                <w:i/>
              </w:rPr>
              <w:t>upon system implementation of the Real-Time Co-Optimization (RTC) project</w:t>
            </w:r>
            <w:r w:rsidR="001F1353">
              <w:rPr>
                <w:b/>
                <w:i/>
              </w:rPr>
              <w:t xml:space="preserve"> for NPRR1246</w:t>
            </w:r>
            <w:r>
              <w:rPr>
                <w:b/>
                <w:i/>
              </w:rPr>
              <w:t>:</w:t>
            </w:r>
            <w:r w:rsidRPr="004B0726">
              <w:rPr>
                <w:b/>
                <w:i/>
              </w:rPr>
              <w:t>]</w:t>
            </w:r>
          </w:p>
          <w:p w14:paraId="0A7752DB" w14:textId="7C52EACF" w:rsidR="001C20E6" w:rsidRPr="001C20E6" w:rsidRDefault="001C20E6" w:rsidP="001C20E6">
            <w:pPr>
              <w:spacing w:after="240"/>
              <w:ind w:left="720" w:hanging="720"/>
            </w:pPr>
            <w:r w:rsidRPr="00B50AAE">
              <w:t>(1)</w:t>
            </w:r>
            <w:r w:rsidRPr="00B50AAE">
              <w:tab/>
              <w:t xml:space="preserve">A Generation Resource </w:t>
            </w:r>
            <w:r>
              <w:rPr>
                <w:iCs/>
              </w:rPr>
              <w:t>or ESR</w:t>
            </w:r>
            <w:r w:rsidRPr="00B50AAE">
              <w:t xml:space="preserve"> is considered to be potentially vulnerable to SSR in the topology-check if </w:t>
            </w:r>
            <w:r>
              <w:t>the</w:t>
            </w:r>
            <w:r w:rsidRPr="00B50AAE">
              <w:t xml:space="preserve"> Generation Resource </w:t>
            </w:r>
            <w:r>
              <w:rPr>
                <w:iCs/>
              </w:rPr>
              <w:t>or ESR</w:t>
            </w:r>
            <w:r w:rsidRPr="00B50AAE">
              <w:t xml:space="preserve"> will become radial to </w:t>
            </w:r>
            <w:r w:rsidR="001F1353">
              <w:t>one or more</w:t>
            </w:r>
            <w:r w:rsidRPr="00B50AAE">
              <w:t xml:space="preserve"> series capacitors in the event of 14 </w:t>
            </w:r>
            <w:r w:rsidR="001F1353">
              <w:t xml:space="preserve">or fewer </w:t>
            </w:r>
            <w:r w:rsidRPr="00B50AAE">
              <w:t>concurrent transmission Outages.  A frequency scan assessment and/or a detailed SSR assessment shall be required to screen for system conditions causing potential SSR vulnerability</w:t>
            </w:r>
            <w:r>
              <w:t>.</w:t>
            </w:r>
          </w:p>
        </w:tc>
      </w:tr>
    </w:tbl>
    <w:p w14:paraId="5F0C878F" w14:textId="77777777" w:rsidR="001F1353" w:rsidRDefault="001F135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626B2F9E"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1CBDFF20" w14:textId="5BF67A0A" w:rsidR="001F1353" w:rsidRDefault="001F1353" w:rsidP="00A54797">
            <w:pPr>
              <w:spacing w:before="120" w:after="240"/>
              <w:rPr>
                <w:b/>
                <w:i/>
              </w:rPr>
            </w:pPr>
            <w:r>
              <w:rPr>
                <w:b/>
                <w:i/>
              </w:rPr>
              <w:t>[NPRR1234</w:t>
            </w:r>
            <w:r w:rsidRPr="004B0726">
              <w:rPr>
                <w:b/>
                <w:i/>
              </w:rPr>
              <w:t xml:space="preserve">: </w:t>
            </w:r>
            <w:r>
              <w:rPr>
                <w:b/>
                <w:i/>
              </w:rPr>
              <w:t xml:space="preserve"> Insert paragraph (2) below upon system implementation and renumber accordingly:</w:t>
            </w:r>
            <w:r w:rsidRPr="004B0726">
              <w:rPr>
                <w:b/>
                <w:i/>
              </w:rPr>
              <w:t>]</w:t>
            </w:r>
          </w:p>
          <w:p w14:paraId="2B0C9837" w14:textId="77777777" w:rsidR="001F1353" w:rsidRPr="003D6297" w:rsidRDefault="001F1353" w:rsidP="001F1353">
            <w:pPr>
              <w:spacing w:after="240"/>
              <w:ind w:left="720" w:hanging="720"/>
            </w:pPr>
            <w:r w:rsidRPr="003D6297">
              <w:t>(2)</w:t>
            </w:r>
            <w:r w:rsidRPr="003D6297">
              <w:tab/>
              <w:t xml:space="preserve">A Large Load is considered to be potentially vulnerable to SSO in the topology check if: </w:t>
            </w:r>
          </w:p>
          <w:p w14:paraId="1D38390B" w14:textId="77777777" w:rsidR="001F1353" w:rsidRPr="003D6297" w:rsidRDefault="001F1353" w:rsidP="001F1353">
            <w:pPr>
              <w:spacing w:after="240"/>
              <w:ind w:left="1440" w:hanging="720"/>
            </w:pPr>
            <w:r w:rsidRPr="003D6297">
              <w:t>(a)</w:t>
            </w:r>
            <w:r w:rsidRPr="003D6297">
              <w:tab/>
              <w:t xml:space="preserve">A Large Load will become radial to one or more series capacitors in the event of six or fewer concurrent transmission Outages; or </w:t>
            </w:r>
          </w:p>
          <w:p w14:paraId="10F12447" w14:textId="249E1E9A" w:rsidR="001F1353" w:rsidRPr="003D6297" w:rsidRDefault="001F1353" w:rsidP="001F1353">
            <w:pPr>
              <w:spacing w:after="240"/>
              <w:ind w:left="1440" w:hanging="720"/>
            </w:pPr>
            <w:r w:rsidRPr="003D6297">
              <w:t>(b)</w:t>
            </w:r>
            <w:r w:rsidRPr="003D6297">
              <w:tab/>
              <w:t>A transformer associated with a Large Load will become radial to one or more series capacitors in the event of the following:</w:t>
            </w:r>
          </w:p>
          <w:p w14:paraId="0E098400" w14:textId="77777777" w:rsidR="001F1353" w:rsidRPr="003D6297" w:rsidRDefault="001F1353" w:rsidP="001F1353">
            <w:pPr>
              <w:spacing w:after="240"/>
              <w:ind w:left="2160" w:hanging="720"/>
              <w:rPr>
                <w:iCs/>
              </w:rPr>
            </w:pPr>
            <w:r w:rsidRPr="003D6297">
              <w:rPr>
                <w:iCs/>
              </w:rPr>
              <w:t>(i)</w:t>
            </w:r>
            <w:r w:rsidRPr="003D6297">
              <w:rPr>
                <w:iCs/>
              </w:rPr>
              <w:tab/>
              <w:t>One single element outage;</w:t>
            </w:r>
          </w:p>
          <w:p w14:paraId="1E199D10" w14:textId="77777777" w:rsidR="001F1353" w:rsidRPr="003D6297" w:rsidRDefault="001F1353" w:rsidP="001F1353">
            <w:pPr>
              <w:spacing w:after="240"/>
              <w:ind w:left="2160" w:hanging="720"/>
              <w:rPr>
                <w:iCs/>
              </w:rPr>
            </w:pPr>
            <w:r w:rsidRPr="003D6297">
              <w:rPr>
                <w:iCs/>
              </w:rPr>
              <w:t>(ii)</w:t>
            </w:r>
            <w:r w:rsidRPr="003D6297">
              <w:rPr>
                <w:iCs/>
              </w:rPr>
              <w:tab/>
              <w:t>One common tower outage;</w:t>
            </w:r>
          </w:p>
          <w:p w14:paraId="57AB36F8" w14:textId="77777777" w:rsidR="001F1353" w:rsidRPr="003D6297" w:rsidRDefault="001F1353" w:rsidP="001F1353">
            <w:pPr>
              <w:spacing w:after="240"/>
              <w:ind w:left="2160" w:hanging="720"/>
              <w:rPr>
                <w:iCs/>
              </w:rPr>
            </w:pPr>
            <w:r w:rsidRPr="003D6297">
              <w:rPr>
                <w:iCs/>
              </w:rPr>
              <w:t>(iii)</w:t>
            </w:r>
            <w:r w:rsidRPr="003D6297">
              <w:rPr>
                <w:iCs/>
              </w:rPr>
              <w:tab/>
              <w:t>Two single element outages;</w:t>
            </w:r>
          </w:p>
          <w:p w14:paraId="5E689EDC" w14:textId="77777777" w:rsidR="001F1353" w:rsidRPr="003D6297" w:rsidRDefault="001F1353" w:rsidP="001F1353">
            <w:pPr>
              <w:spacing w:after="240"/>
              <w:ind w:left="2160" w:hanging="720"/>
              <w:rPr>
                <w:iCs/>
              </w:rPr>
            </w:pPr>
            <w:r w:rsidRPr="003D6297">
              <w:rPr>
                <w:iCs/>
              </w:rPr>
              <w:t>(iv)</w:t>
            </w:r>
            <w:r w:rsidRPr="003D6297">
              <w:rPr>
                <w:iCs/>
              </w:rPr>
              <w:tab/>
              <w:t>Two common tower outages; or</w:t>
            </w:r>
          </w:p>
          <w:p w14:paraId="3AEE48CA" w14:textId="1B0299D0" w:rsidR="001F1353" w:rsidRPr="001F1353" w:rsidRDefault="001F1353" w:rsidP="001F1353">
            <w:pPr>
              <w:spacing w:after="240"/>
              <w:ind w:left="2160" w:hanging="720"/>
              <w:rPr>
                <w:iCs/>
              </w:rPr>
            </w:pPr>
            <w:r w:rsidRPr="003D6297">
              <w:rPr>
                <w:iCs/>
              </w:rPr>
              <w:t>(v)</w:t>
            </w:r>
            <w:r w:rsidRPr="003D6297">
              <w:rPr>
                <w:iCs/>
              </w:rPr>
              <w:tab/>
              <w:t>One single element outage and one common tower outage.</w:t>
            </w:r>
          </w:p>
        </w:tc>
      </w:tr>
    </w:tbl>
    <w:p w14:paraId="6101CB2D" w14:textId="3C8220FE" w:rsidR="009F6BAB" w:rsidRPr="00227BDD" w:rsidRDefault="009F6BAB" w:rsidP="008B3CCE">
      <w:pPr>
        <w:spacing w:before="240"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77A0C" w14:paraId="638470FD"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19260465" w14:textId="7E9B19C2" w:rsidR="00D77A0C" w:rsidRDefault="00D77A0C" w:rsidP="00514D72">
            <w:pPr>
              <w:spacing w:before="120" w:after="240"/>
              <w:rPr>
                <w:b/>
                <w:i/>
              </w:rPr>
            </w:pPr>
            <w:r>
              <w:rPr>
                <w:b/>
                <w:i/>
              </w:rPr>
              <w:t>[NPRR1246</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28355EE" w14:textId="2C9B5FDE" w:rsidR="00D77A0C" w:rsidRPr="001C20E6" w:rsidRDefault="00D77A0C" w:rsidP="00D77A0C">
            <w:pPr>
              <w:spacing w:after="240"/>
              <w:ind w:left="720" w:hanging="720"/>
            </w:pPr>
            <w:r w:rsidRPr="00B50AAE">
              <w:t>(2)</w:t>
            </w:r>
            <w:r w:rsidRPr="00B50AAE">
              <w:tab/>
              <w:t xml:space="preserve">In determining whether a Generation Resource </w:t>
            </w:r>
            <w:r>
              <w:rPr>
                <w:iCs/>
              </w:rPr>
              <w:t>or ESR</w:t>
            </w:r>
            <w:r w:rsidRPr="00B50AAE">
              <w:t xml:space="preserve"> is considered to be potentially vulnerable to SSR in the frequency scan assessment results, the following criteria shall be considered:</w:t>
            </w:r>
          </w:p>
        </w:tc>
      </w:tr>
    </w:tbl>
    <w:p w14:paraId="1CDC71A4" w14:textId="635E23CE" w:rsidR="009F6BAB" w:rsidRPr="00227BDD" w:rsidRDefault="009F6BAB" w:rsidP="008B3CCE">
      <w:pPr>
        <w:spacing w:before="240"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lastRenderedPageBreak/>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13D2313" w:rsidR="009F6BAB" w:rsidRPr="00227BDD" w:rsidRDefault="009F6BAB" w:rsidP="00317F36">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1669DFD9" w14:textId="77777777" w:rsidR="00457D42" w:rsidRDefault="009F6BAB" w:rsidP="009F6BAB">
      <w:pPr>
        <w:spacing w:after="240"/>
        <w:ind w:left="1440" w:hanging="720"/>
      </w:pPr>
      <w:r w:rsidRPr="00227BDD">
        <w:t>(c)</w:t>
      </w:r>
      <w:r w:rsidRPr="00227BDD">
        <w:tab/>
        <w:t xml:space="preserve">The oscillation, if occurred, results in disconnection of any transmission and generation facilities.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57D42" w14:paraId="647822F7"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76BD4904" w14:textId="77777777" w:rsidR="00457D42" w:rsidRDefault="00457D42" w:rsidP="00A54797">
            <w:pPr>
              <w:spacing w:before="120" w:after="240"/>
              <w:rPr>
                <w:b/>
                <w:i/>
              </w:rPr>
            </w:pPr>
            <w:r>
              <w:rPr>
                <w:b/>
                <w:i/>
              </w:rPr>
              <w:t>[NPRR1234 and NPRR1246</w:t>
            </w:r>
            <w:r w:rsidRPr="004B0726">
              <w:rPr>
                <w:b/>
                <w:i/>
              </w:rPr>
              <w:t xml:space="preserve">: </w:t>
            </w:r>
            <w:r>
              <w:rPr>
                <w:b/>
                <w:i/>
              </w:rPr>
              <w:t xml:space="preserve"> Replace applicable portions of paragraph (3) above with the following upon system implementation for NPRR1234; or upon system implementation of the Real-Time Co-Optimization (RTC) project for NPRR1246:</w:t>
            </w:r>
            <w:r w:rsidRPr="004B0726">
              <w:rPr>
                <w:b/>
                <w:i/>
              </w:rPr>
              <w:t>]</w:t>
            </w:r>
          </w:p>
          <w:p w14:paraId="4BF3C5BF" w14:textId="77777777" w:rsidR="00457D42" w:rsidRDefault="00457D42" w:rsidP="00A54797">
            <w:pPr>
              <w:spacing w:after="240"/>
              <w:ind w:left="720" w:hanging="720"/>
            </w:pPr>
            <w:r w:rsidRPr="00B50AAE">
              <w:t>(3)</w:t>
            </w:r>
            <w:r w:rsidRPr="00B50AAE">
              <w:tab/>
              <w:t>The detailed SS</w:t>
            </w:r>
            <w:r>
              <w:t>O</w:t>
            </w:r>
            <w:r w:rsidRPr="00B50AAE">
              <w:t xml:space="preserve"> assessment shall include an electromagnetic transient program analysis or similar analysis.  A Generation Resource</w:t>
            </w:r>
            <w:r>
              <w:t>,</w:t>
            </w:r>
            <w:r>
              <w:rPr>
                <w:iCs/>
              </w:rPr>
              <w:t xml:space="preserve"> ESR, or Large Load</w:t>
            </w:r>
            <w:r w:rsidRPr="00B50AAE">
              <w:t xml:space="preserve"> is considered to be vulnerable to SS</w:t>
            </w:r>
            <w:r>
              <w:t>O</w:t>
            </w:r>
            <w:r w:rsidRPr="00B50AAE">
              <w:t xml:space="preserve"> if any of the following criteria are met:</w:t>
            </w:r>
          </w:p>
          <w:p w14:paraId="4ECFA531" w14:textId="77777777" w:rsidR="00457D42" w:rsidRPr="003D6297" w:rsidRDefault="00457D42" w:rsidP="00457D42">
            <w:pPr>
              <w:spacing w:after="240"/>
              <w:ind w:left="1440" w:hanging="720"/>
            </w:pPr>
            <w:r w:rsidRPr="003D6297">
              <w:t>(a)</w:t>
            </w:r>
            <w:r w:rsidRPr="003D6297">
              <w:tab/>
              <w:t xml:space="preserve">For a Generation Resource, the SSR vulnerability results in more than 50% of fatigue life expenditure over the expected lifetime of the unit;   </w:t>
            </w:r>
          </w:p>
          <w:p w14:paraId="0F012CC2" w14:textId="77777777" w:rsidR="00457D42" w:rsidRPr="003D6297" w:rsidRDefault="00457D42" w:rsidP="00457D42">
            <w:pPr>
              <w:spacing w:after="240"/>
              <w:ind w:left="2160" w:hanging="720"/>
            </w:pPr>
            <w:r w:rsidRPr="003D6297">
              <w:t>(i)</w:t>
            </w:r>
            <w:r w:rsidRPr="003D6297">
              <w:tab/>
              <w:t>If the fatigue life expenditure is not available, the highest torsional torque caused by SSR is more than 110% of the torque experienced during a transmission fault with the series capacitors bypassed;</w:t>
            </w:r>
          </w:p>
          <w:p w14:paraId="3B1ECDCB" w14:textId="77777777" w:rsidR="00457D42" w:rsidRPr="003D6297" w:rsidRDefault="00457D42" w:rsidP="00457D42">
            <w:pPr>
              <w:spacing w:after="240"/>
              <w:ind w:left="1440" w:hanging="720"/>
            </w:pPr>
            <w:r w:rsidRPr="003D6297">
              <w:lastRenderedPageBreak/>
              <w:t>(b)</w:t>
            </w:r>
            <w:r w:rsidRPr="003D6297">
              <w:tab/>
              <w:t>For a Generation Resource</w:t>
            </w:r>
            <w:r>
              <w:t>, an ESR,</w:t>
            </w:r>
            <w:r w:rsidRPr="003D6297">
              <w:t xml:space="preserve"> or a Large Load, the oscillation, if any, is not damped; or</w:t>
            </w:r>
          </w:p>
          <w:p w14:paraId="56A71FB4" w14:textId="7191971D" w:rsidR="00457D42" w:rsidRPr="001C20E6" w:rsidRDefault="00457D42" w:rsidP="00457D42">
            <w:pPr>
              <w:spacing w:after="240"/>
              <w:ind w:left="1440" w:hanging="720"/>
            </w:pPr>
            <w:r w:rsidRPr="003D6297">
              <w:t>(c)</w:t>
            </w:r>
            <w:r w:rsidRPr="003D6297">
              <w:tab/>
              <w:t>For a Generation Resource</w:t>
            </w:r>
            <w:r>
              <w:t>, an ESR,</w:t>
            </w:r>
            <w:r w:rsidRPr="003D6297">
              <w:t xml:space="preserve"> or a Large Load, the oscillation, if any, results in disconnection of any transmission or generation facilities.</w:t>
            </w:r>
          </w:p>
        </w:tc>
      </w:tr>
    </w:tbl>
    <w:p w14:paraId="43EB0B15" w14:textId="238E235A" w:rsidR="009F6BAB" w:rsidRPr="00672FDB" w:rsidRDefault="009F6BAB" w:rsidP="00457D42">
      <w:pPr>
        <w:pStyle w:val="H3"/>
        <w:spacing w:before="480"/>
      </w:pPr>
      <w:bookmarkStart w:id="2502" w:name="_Toc199405458"/>
      <w:r w:rsidRPr="00672FDB">
        <w:lastRenderedPageBreak/>
        <w:t>3.22.3</w:t>
      </w:r>
      <w:r w:rsidRPr="00672FDB">
        <w:tab/>
        <w:t>Subsynchronous Resonance Monitoring</w:t>
      </w:r>
      <w:bookmarkEnd w:id="2502"/>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62CC74B1"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w:t>
      </w:r>
      <w:r w:rsidR="00381328">
        <w:t>m</w:t>
      </w:r>
      <w:r w:rsidRPr="00227BDD">
        <w:t xml:space="preserve">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08467084" w:rsidR="009F6BAB" w:rsidRPr="00227BDD" w:rsidRDefault="009F6BAB" w:rsidP="009F6BAB">
      <w:pPr>
        <w:spacing w:after="240"/>
        <w:ind w:left="2160" w:hanging="720"/>
      </w:pPr>
      <w:r w:rsidRPr="00227BDD">
        <w:t>(i)</w:t>
      </w:r>
      <w:r w:rsidRPr="00227BDD">
        <w:tab/>
        <w:t xml:space="preserve">No action if the affected Generation Resource is equipped with SSR </w:t>
      </w:r>
      <w:r w:rsidR="00381328">
        <w:t>p</w:t>
      </w:r>
      <w:r w:rsidRPr="00227BDD">
        <w:t xml:space="preserve">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 xml:space="preserve">If the actions described in (i) and (ii) above are not feasible, ERCOT shall promptly take necessary steps to identify and mitigate the impacts to the </w:t>
      </w:r>
      <w:r w:rsidRPr="00227BDD">
        <w:lastRenderedPageBreak/>
        <w:t>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77A0C" w14:paraId="0B712C4E"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62DABA9" w14:textId="3CA6F270" w:rsidR="00D77A0C" w:rsidRDefault="00D77A0C" w:rsidP="00514D72">
            <w:pPr>
              <w:spacing w:before="120" w:after="240"/>
              <w:rPr>
                <w:b/>
                <w:i/>
              </w:rPr>
            </w:pPr>
            <w:r>
              <w:rPr>
                <w:b/>
                <w:i/>
              </w:rPr>
              <w:t>[</w:t>
            </w:r>
            <w:r w:rsidR="00457D42">
              <w:rPr>
                <w:b/>
                <w:i/>
              </w:rPr>
              <w:t xml:space="preserve">NPRR1234 and </w:t>
            </w:r>
            <w:r>
              <w:rPr>
                <w:b/>
                <w:i/>
              </w:rPr>
              <w:t>NPRR1246</w:t>
            </w:r>
            <w:r w:rsidRPr="004B0726">
              <w:rPr>
                <w:b/>
                <w:i/>
              </w:rPr>
              <w:t xml:space="preserve">: </w:t>
            </w:r>
            <w:r>
              <w:rPr>
                <w:b/>
                <w:i/>
              </w:rPr>
              <w:t xml:space="preserve"> Replace </w:t>
            </w:r>
            <w:r w:rsidR="00457D42">
              <w:rPr>
                <w:b/>
                <w:i/>
              </w:rPr>
              <w:t xml:space="preserve">applicable portions of </w:t>
            </w:r>
            <w:r>
              <w:rPr>
                <w:b/>
                <w:i/>
              </w:rPr>
              <w:t xml:space="preserve">paragraph (2) above with the following </w:t>
            </w:r>
            <w:r w:rsidR="00457D42">
              <w:rPr>
                <w:b/>
                <w:i/>
              </w:rPr>
              <w:t xml:space="preserve">upon system implementation for NPRR1234; or </w:t>
            </w:r>
            <w:r>
              <w:rPr>
                <w:b/>
                <w:i/>
              </w:rPr>
              <w:t>upon system implementation of the Real-Time Co-Optimization (RTC) project</w:t>
            </w:r>
            <w:r w:rsidR="00457D42">
              <w:rPr>
                <w:b/>
                <w:i/>
              </w:rPr>
              <w:t xml:space="preserve"> for NPRR1246</w:t>
            </w:r>
            <w:r>
              <w:rPr>
                <w:b/>
                <w:i/>
              </w:rPr>
              <w:t>:</w:t>
            </w:r>
            <w:r w:rsidRPr="004B0726">
              <w:rPr>
                <w:b/>
                <w:i/>
              </w:rPr>
              <w:t>]</w:t>
            </w:r>
          </w:p>
          <w:p w14:paraId="41402CD0" w14:textId="685C363F" w:rsidR="00D77A0C" w:rsidRPr="00B50AAE" w:rsidRDefault="00D77A0C" w:rsidP="00D77A0C">
            <w:pPr>
              <w:spacing w:after="240"/>
              <w:ind w:left="720" w:hanging="720"/>
            </w:pPr>
            <w:r w:rsidRPr="00B50AAE">
              <w:t>(2)</w:t>
            </w:r>
            <w:r w:rsidRPr="00B50AAE">
              <w:tab/>
              <w:t xml:space="preserve">ERCOT’s responsibilities for SSR monitoring shall consist of the following activities if a Generation Resource </w:t>
            </w:r>
            <w:r>
              <w:rPr>
                <w:iCs/>
              </w:rPr>
              <w:t>or ESR</w:t>
            </w:r>
            <w:r w:rsidRPr="00B50AAE">
              <w:t xml:space="preserve"> is vulnerable to SSR in the event of five or six concurrent transmission Outages identified in the SSR vulnerability assessment and does not implement SS</w:t>
            </w:r>
            <w:r w:rsidR="00457D42">
              <w:t>O</w:t>
            </w:r>
            <w:r w:rsidRPr="00B50AAE">
              <w:t xml:space="preserve"> Mitigation: </w:t>
            </w:r>
          </w:p>
          <w:p w14:paraId="56040B97" w14:textId="77777777" w:rsidR="00D77A0C" w:rsidRPr="00B50AAE" w:rsidRDefault="00D77A0C" w:rsidP="00D77A0C">
            <w:pPr>
              <w:spacing w:after="240"/>
              <w:ind w:left="1440" w:hanging="720"/>
            </w:pPr>
            <w:r w:rsidRPr="00B50AAE">
              <w:t>(a)</w:t>
            </w:r>
            <w:r w:rsidRPr="00B50AAE">
              <w:tab/>
              <w:t>ERCOT shall identify the combinations of Outages of Transmission Elements that may result in SSR vulnerability and provide these Transmission Elements to the affected Resource Entity and its interconnected TSP;</w:t>
            </w:r>
          </w:p>
          <w:p w14:paraId="743D8C80" w14:textId="77777777" w:rsidR="00D77A0C" w:rsidRPr="00B50AAE" w:rsidRDefault="00D77A0C" w:rsidP="00D77A0C">
            <w:pPr>
              <w:spacing w:after="240"/>
              <w:ind w:left="1440" w:hanging="720"/>
            </w:pPr>
            <w:r w:rsidRPr="00B50AAE">
              <w:t>(b)</w:t>
            </w:r>
            <w:r w:rsidRPr="00B50AAE">
              <w:tab/>
              <w:t xml:space="preserve">ERCOT shall monitor the status of these Transmission Elements identified in paragraph (a) above; </w:t>
            </w:r>
          </w:p>
          <w:p w14:paraId="7843F2DF" w14:textId="77777777" w:rsidR="00D77A0C" w:rsidRPr="00B50AAE" w:rsidRDefault="00D77A0C" w:rsidP="00D77A0C">
            <w:pPr>
              <w:spacing w:after="240"/>
              <w:ind w:left="1440" w:hanging="720"/>
            </w:pPr>
            <w:r w:rsidRPr="00B50AAE">
              <w:t>(c)</w:t>
            </w:r>
            <w:r w:rsidRPr="00B50AAE">
              <w:tab/>
              <w:t xml:space="preserve">If the occurrence of Forced and/or Planned Outages results in a Generation Resource </w:t>
            </w:r>
            <w:r>
              <w:rPr>
                <w:iCs/>
              </w:rPr>
              <w:t>or ESR</w:t>
            </w:r>
            <w:r w:rsidRPr="00B50AAE">
              <w:t xml:space="preserv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1C95643" w14:textId="77777777" w:rsidR="00D77A0C" w:rsidRPr="00B50AAE" w:rsidRDefault="00D77A0C" w:rsidP="00D77A0C">
            <w:pPr>
              <w:spacing w:after="240"/>
              <w:ind w:left="1440" w:hanging="720"/>
            </w:pPr>
            <w:r w:rsidRPr="00B50AAE">
              <w:t>(d)</w:t>
            </w:r>
            <w:r w:rsidRPr="00B50AAE">
              <w:tab/>
              <w:t xml:space="preserve">If the occurrence of Forced and/or Planned Outages results in a Generation Resource </w:t>
            </w:r>
            <w:r>
              <w:rPr>
                <w:iCs/>
              </w:rPr>
              <w:t>or ESR</w:t>
            </w:r>
            <w:r w:rsidRPr="00B50AAE">
              <w:t xml:space="preserve"> being two contingencies away from SSR vulnerability, </w:t>
            </w:r>
            <w:r w:rsidRPr="00B50AAE">
              <w:lastRenderedPageBreak/>
              <w:t>ERCOT shall take action to mitigate SSR vulnerability to the affected Generation Resource</w:t>
            </w:r>
            <w:r w:rsidRPr="00973201">
              <w:rPr>
                <w:iCs/>
              </w:rPr>
              <w:t xml:space="preserve"> </w:t>
            </w:r>
            <w:r>
              <w:rPr>
                <w:iCs/>
              </w:rPr>
              <w:t>or ESR</w:t>
            </w:r>
            <w:r w:rsidRPr="00B50AAE">
              <w:t>.  ERCOT shall consider the actions in the following order unless reliability considerations dictate a different order.  Actions that may be considered are:</w:t>
            </w:r>
          </w:p>
          <w:p w14:paraId="03FF2EEC" w14:textId="59345DAC" w:rsidR="00D77A0C" w:rsidRPr="00B50AAE" w:rsidRDefault="00D77A0C" w:rsidP="00D77A0C">
            <w:pPr>
              <w:spacing w:after="240"/>
              <w:ind w:left="2160" w:hanging="720"/>
            </w:pPr>
            <w:r w:rsidRPr="00B50AAE">
              <w:t>(i)</w:t>
            </w:r>
            <w:r w:rsidRPr="00B50AAE">
              <w:tab/>
              <w:t>No action if the affected Generation Resource</w:t>
            </w:r>
            <w:r w:rsidRPr="00973201">
              <w:rPr>
                <w:iCs/>
              </w:rPr>
              <w:t xml:space="preserve"> </w:t>
            </w:r>
            <w:r>
              <w:rPr>
                <w:iCs/>
              </w:rPr>
              <w:t>or ESR</w:t>
            </w:r>
            <w:r w:rsidRPr="00B50AAE">
              <w:t xml:space="preserve"> is equipped with SSR </w:t>
            </w:r>
            <w:r w:rsidR="00381328">
              <w:t>p</w:t>
            </w:r>
            <w:r w:rsidRPr="00B50AAE">
              <w:t>rotection and has elected for ERCOT to forego action to mitigate SS</w:t>
            </w:r>
            <w:r w:rsidR="00457D42">
              <w:t>O</w:t>
            </w:r>
            <w:r w:rsidRPr="00B50AAE">
              <w:t xml:space="preserve"> vulnerability; </w:t>
            </w:r>
          </w:p>
          <w:p w14:paraId="6FB7BA65" w14:textId="77777777" w:rsidR="00D77A0C" w:rsidRPr="00B50AAE" w:rsidRDefault="00D77A0C" w:rsidP="00D77A0C">
            <w:pPr>
              <w:spacing w:after="240"/>
              <w:ind w:left="2160" w:hanging="720"/>
            </w:pPr>
            <w:r w:rsidRPr="00B50AAE">
              <w:t>(ii)</w:t>
            </w:r>
            <w:r w:rsidRPr="00B50AAE">
              <w:tab/>
              <w:t>Coordinate with TSPs to withdraw or restore an Outage within eight hours if feasible;</w:t>
            </w:r>
          </w:p>
          <w:p w14:paraId="7676AA67" w14:textId="77777777" w:rsidR="00D77A0C" w:rsidRPr="00B50AAE" w:rsidRDefault="00D77A0C" w:rsidP="00D77A0C">
            <w:pPr>
              <w:spacing w:after="240"/>
              <w:ind w:left="2160" w:hanging="720"/>
            </w:pPr>
            <w:r w:rsidRPr="00B50AAE">
              <w:t>(iii)</w:t>
            </w:r>
            <w:r w:rsidRPr="00B50AAE">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174190B" w14:textId="77777777" w:rsidR="00D77A0C" w:rsidRPr="00B50AAE" w:rsidRDefault="00D77A0C" w:rsidP="00D77A0C">
            <w:pPr>
              <w:spacing w:after="240"/>
              <w:ind w:left="2160" w:hanging="720"/>
            </w:pPr>
            <w:r w:rsidRPr="00B50AAE">
              <w:t>(iv)</w:t>
            </w:r>
            <w:r w:rsidRPr="00B50AAE">
              <w:tab/>
              <w:t xml:space="preserve">Other actions specific to the situation, including, but not limited to, Verbal Dispatch Instruction (VDI) to the Resource’s Qualified Scheduling Entity (QSE).  </w:t>
            </w:r>
          </w:p>
          <w:p w14:paraId="1DF19CEE" w14:textId="77777777" w:rsidR="00D77A0C" w:rsidRPr="00B50AAE" w:rsidRDefault="00D77A0C" w:rsidP="00D77A0C">
            <w:pPr>
              <w:spacing w:after="240"/>
              <w:ind w:left="1440" w:hanging="720"/>
            </w:pPr>
            <w:r w:rsidRPr="00B50AAE">
              <w:t>(e)</w:t>
            </w:r>
            <w:r w:rsidRPr="00B50AAE">
              <w:tab/>
              <w:t xml:space="preserve">If the occurrence of Forced and/or Planned Outages results in a Generation Resource </w:t>
            </w:r>
            <w:r>
              <w:rPr>
                <w:iCs/>
              </w:rPr>
              <w:t>or ESR</w:t>
            </w:r>
            <w:r w:rsidRPr="00B50AAE">
              <w:t xml:space="preserv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611F5E4A" w14:textId="52978DCB" w:rsidR="00D77A0C" w:rsidRPr="001C20E6" w:rsidRDefault="00D77A0C" w:rsidP="00D77A0C">
            <w:pPr>
              <w:spacing w:after="240"/>
              <w:ind w:left="1440" w:hanging="720"/>
            </w:pPr>
            <w:r w:rsidRPr="00B50AAE">
              <w:t>(f)</w:t>
            </w:r>
            <w:r w:rsidRPr="00B50AAE">
              <w:tab/>
              <w:t>If the occurrence of Forced and/or Planned Outages results in a Generation Resource</w:t>
            </w:r>
            <w:r w:rsidRPr="00973201">
              <w:rPr>
                <w:iCs/>
              </w:rPr>
              <w:t xml:space="preserve"> </w:t>
            </w:r>
            <w:r>
              <w:rPr>
                <w:iCs/>
              </w:rPr>
              <w:t>or ESR</w:t>
            </w:r>
            <w:r w:rsidRPr="00B50AAE">
              <w:t xml:space="preserve"> being two or </w:t>
            </w:r>
            <w:r w:rsidR="00457D42">
              <w:t>fewer</w:t>
            </w:r>
            <w:r w:rsidRPr="00B50AAE">
              <w:t xml:space="preserve"> contingencies away from SSR vulnerability, ERCOT shall notify the QSE representing the affected Generation Resource </w:t>
            </w:r>
            <w:r>
              <w:rPr>
                <w:iCs/>
              </w:rPr>
              <w:t>or ESR</w:t>
            </w:r>
            <w:r w:rsidRPr="00B50AAE">
              <w:t xml:space="preserve"> by voice communication as soon as practicable that the SSR vulnerability scenario has occurred; initiate the mitigation actions described in paragraphs (2)(d)(i) through (iv) above; and provide additional notifications to the QSE of each relevant topology change until the affected Generation Resource(s)</w:t>
            </w:r>
            <w:r w:rsidRPr="00973201">
              <w:rPr>
                <w:iCs/>
              </w:rPr>
              <w:t xml:space="preserve"> </w:t>
            </w:r>
            <w:r>
              <w:rPr>
                <w:iCs/>
              </w:rPr>
              <w:t>or ESR(s)</w:t>
            </w:r>
            <w:r w:rsidRPr="00B50AAE">
              <w:t xml:space="preserve"> </w:t>
            </w:r>
            <w:r>
              <w:t>are</w:t>
            </w:r>
            <w:r w:rsidRPr="00B50AAE">
              <w:t xml:space="preserve"> at least three contingencies away from SSR vulnerability.</w:t>
            </w:r>
          </w:p>
        </w:tc>
      </w:tr>
    </w:tbl>
    <w:p w14:paraId="78CEB9AA" w14:textId="77777777" w:rsidR="005026BA" w:rsidRPr="005026BA" w:rsidRDefault="005026BA" w:rsidP="00317F36">
      <w:pPr>
        <w:pStyle w:val="H2"/>
        <w:spacing w:before="480"/>
        <w:ind w:left="907" w:hanging="907"/>
      </w:pPr>
      <w:bookmarkStart w:id="2503" w:name="_Toc199405459"/>
      <w:r w:rsidRPr="005026BA">
        <w:lastRenderedPageBreak/>
        <w:t>3.23</w:t>
      </w:r>
      <w:r w:rsidRPr="005026BA">
        <w:tab/>
        <w:t>Agreements between ERCOT and other Control Area Operators</w:t>
      </w:r>
      <w:bookmarkEnd w:id="2503"/>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lastRenderedPageBreak/>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p w14:paraId="5C53ED72" w14:textId="77777777" w:rsidR="00A51DA1" w:rsidRPr="00A51DA1" w:rsidRDefault="00A51DA1" w:rsidP="00A51DA1">
      <w:pPr>
        <w:pStyle w:val="H2"/>
        <w:ind w:left="907" w:hanging="907"/>
      </w:pPr>
      <w:bookmarkStart w:id="2504" w:name="_Toc199405460"/>
      <w:r w:rsidRPr="00A51DA1">
        <w:t>3.24</w:t>
      </w:r>
      <w:r w:rsidRPr="00A51DA1">
        <w:tab/>
      </w:r>
      <w:bookmarkStart w:id="2505" w:name="_Hlk137200107"/>
      <w:r w:rsidRPr="00A51DA1">
        <w:t>Notification of Low Coal and Lignite Inventory Levels</w:t>
      </w:r>
      <w:bookmarkEnd w:id="2504"/>
    </w:p>
    <w:bookmarkEnd w:id="2505"/>
    <w:p w14:paraId="1AC903AF" w14:textId="77777777" w:rsidR="00A51DA1" w:rsidRPr="003A7262" w:rsidRDefault="00A51DA1" w:rsidP="00A51DA1">
      <w:pPr>
        <w:spacing w:after="240"/>
        <w:ind w:left="720" w:hanging="720"/>
      </w:pPr>
      <w:r w:rsidRPr="003A7262">
        <w:t>(1)</w:t>
      </w:r>
      <w:r w:rsidRPr="003A7262">
        <w:tab/>
        <w:t>Each Qualified Scheduling Entity (QSE) representing a Generation Resource that uses coal or lignite as its primary fuel</w:t>
      </w:r>
      <w:r>
        <w:t>, except as provided in paragraph (2) below,</w:t>
      </w:r>
      <w:r w:rsidRPr="003A7262">
        <w:t xml:space="preserve"> shall </w:t>
      </w:r>
      <w:r>
        <w:t>notify</w:t>
      </w:r>
      <w:r w:rsidRPr="003A7262">
        <w:t xml:space="preserve"> ERCOT </w:t>
      </w:r>
      <w:r>
        <w:t>of the following</w:t>
      </w:r>
      <w:r w:rsidRPr="003A7262">
        <w:t>:</w:t>
      </w:r>
    </w:p>
    <w:p w14:paraId="6F7BC993" w14:textId="13CA53E9" w:rsidR="00A51DA1" w:rsidRPr="003A7262" w:rsidRDefault="00A51DA1" w:rsidP="00A51DA1">
      <w:pPr>
        <w:spacing w:after="240"/>
        <w:ind w:left="1440" w:hanging="720"/>
      </w:pPr>
      <w:r w:rsidRPr="003A7262">
        <w:t>(</w:t>
      </w:r>
      <w:r>
        <w:t>a</w:t>
      </w:r>
      <w:r w:rsidRPr="003A7262">
        <w:t>)</w:t>
      </w:r>
      <w:r w:rsidRPr="003A7262">
        <w:tab/>
        <w:t>If the coal or lignite inventory level</w:t>
      </w:r>
      <w:r w:rsidRPr="003A590F">
        <w:t xml:space="preserve"> </w:t>
      </w:r>
      <w:r>
        <w:t>available for Real-Time operations</w:t>
      </w:r>
      <w:r w:rsidRPr="003A7262">
        <w:t xml:space="preserve"> is projected to fall below </w:t>
      </w:r>
      <w:r>
        <w:t>15</w:t>
      </w:r>
      <w:r w:rsidRPr="003A7262">
        <w:t xml:space="preserve"> days</w:t>
      </w:r>
      <w:r>
        <w:t xml:space="preserve"> of operation at the High Sustained Limit (HSL) within the next 90 days</w:t>
      </w:r>
      <w:r w:rsidRPr="003A7262">
        <w:t xml:space="preserve">, the QSE shall notify ERCOT within </w:t>
      </w:r>
      <w:r>
        <w:t>three</w:t>
      </w:r>
      <w:r w:rsidRPr="003A7262">
        <w:t xml:space="preserve"> </w:t>
      </w:r>
      <w:r>
        <w:t>d</w:t>
      </w:r>
      <w:r w:rsidRPr="003A7262">
        <w:t>ays of such a projection</w:t>
      </w:r>
      <w:r>
        <w:t xml:space="preserve"> and provide an explanation of any</w:t>
      </w:r>
      <w:r w:rsidRPr="003A7262">
        <w:rPr>
          <w:color w:val="000000"/>
        </w:rPr>
        <w:t xml:space="preserve"> disruption to the coal or lignite supply</w:t>
      </w:r>
      <w:r w:rsidRPr="003A7262">
        <w:t xml:space="preserve">.  Notifications to ERCOT should be via email, sent to </w:t>
      </w:r>
      <w:hyperlink r:id="rId85" w:history="1">
        <w:r w:rsidR="001C4113" w:rsidRPr="00F8651D">
          <w:rPr>
            <w:rStyle w:val="Hyperlink"/>
          </w:rPr>
          <w:t>FuelSupply@ERCOT.com</w:t>
        </w:r>
      </w:hyperlink>
      <w:r w:rsidRPr="003A7262">
        <w:t>.</w:t>
      </w:r>
    </w:p>
    <w:p w14:paraId="285B43D6" w14:textId="15DE095C" w:rsidR="00A51DA1" w:rsidRPr="003A7262" w:rsidRDefault="00A51DA1" w:rsidP="00A51DA1">
      <w:pPr>
        <w:spacing w:after="240"/>
        <w:ind w:left="1440" w:hanging="720"/>
      </w:pPr>
      <w:r w:rsidRPr="003A7262">
        <w:t>(</w:t>
      </w:r>
      <w:r>
        <w:t>b</w:t>
      </w:r>
      <w:r w:rsidRPr="003A7262">
        <w:t>)</w:t>
      </w:r>
      <w:r w:rsidRPr="003A7262">
        <w:tab/>
        <w:t>If the coal or lignite inventory level</w:t>
      </w:r>
      <w:r w:rsidRPr="00220ED4">
        <w:t xml:space="preserve"> </w:t>
      </w:r>
      <w:r>
        <w:t>available for Real-Time operations</w:t>
      </w:r>
      <w:r w:rsidRPr="003A7262">
        <w:t xml:space="preserve"> is projected to fall below 10 days</w:t>
      </w:r>
      <w:r>
        <w:t xml:space="preserve"> of operation at the HSL within the next 90 days</w:t>
      </w:r>
      <w:r w:rsidRPr="003A7262">
        <w:t>, the QSE shall notify ERCOT immediately of such a projection</w:t>
      </w:r>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and provide </w:t>
      </w:r>
      <w:r>
        <w:t>daily</w:t>
      </w:r>
      <w:r w:rsidRPr="003A7262">
        <w:t xml:space="preserve"> inventory updates to ERCOT until the inventory level projection increases above 15 days.  Notifications to ERCOT should be via email, sent to </w:t>
      </w:r>
      <w:hyperlink r:id="rId86" w:history="1">
        <w:r w:rsidRPr="004A591B">
          <w:rPr>
            <w:rStyle w:val="Hyperlink"/>
          </w:rPr>
          <w:t>FuelSupply@ERCOT.com</w:t>
        </w:r>
      </w:hyperlink>
      <w:r w:rsidRPr="003A7262">
        <w:t>.</w:t>
      </w:r>
    </w:p>
    <w:p w14:paraId="690ABF25" w14:textId="772D6F06" w:rsidR="00A51DA1" w:rsidRDefault="00A51DA1" w:rsidP="00A51DA1">
      <w:pPr>
        <w:spacing w:after="240"/>
        <w:ind w:left="720" w:hanging="720"/>
      </w:pPr>
      <w:r>
        <w:t>(2)</w:t>
      </w:r>
      <w:r>
        <w:tab/>
        <w:t>The requirements of paragraph (1) above do not apply to a QSE of a Generation Resource that uses coal or lignite as its primary fuel if the Generation Resource is located within 15 miles proximity of its fuel supply or was originally designed to be located within 15 miles proximity of its fuel supply and does not have the capability of storing onsite inventory for at least 30 days of operation at the</w:t>
      </w:r>
      <w:r w:rsidRPr="004A3DB0">
        <w:t xml:space="preserve"> </w:t>
      </w:r>
      <w:r>
        <w:t>HSL.  The QSE of a Generation Resource located within 15 miles of its fuel supply or that was originally designed to be located within 15 miles proximity of its fuel supply and does not have the capability of storing onsite inventory for at least 30 days of operation at the HSL must notify ERCOT of any disruption to the coal or lignite supply operations that could impact operations of the Generation Resource within two days of such disruption and provide an explanation of such</w:t>
      </w:r>
      <w:r w:rsidRPr="003A7262">
        <w:rPr>
          <w:color w:val="000000"/>
        </w:rPr>
        <w:t xml:space="preserve"> disruption</w:t>
      </w:r>
      <w:r>
        <w:t xml:space="preserve">.  Notifications to ERCOT should be via email, sent to </w:t>
      </w:r>
      <w:hyperlink r:id="rId87" w:history="1">
        <w:r>
          <w:rPr>
            <w:rStyle w:val="Hyperlink"/>
          </w:rPr>
          <w:t>FuelSupply@ERCOT.com</w:t>
        </w:r>
      </w:hyperlink>
      <w:r>
        <w:t>.</w:t>
      </w:r>
    </w:p>
    <w:p w14:paraId="7186B8C6" w14:textId="59B39DFF" w:rsidR="00296AEB" w:rsidRPr="00296AEB" w:rsidRDefault="00296AEB" w:rsidP="00296AEB">
      <w:pPr>
        <w:pStyle w:val="H2"/>
        <w:ind w:left="907" w:hanging="907"/>
      </w:pPr>
      <w:bookmarkStart w:id="2506" w:name="_Toc199405461"/>
      <w:r w:rsidRPr="00296AEB">
        <w:t>3.2</w:t>
      </w:r>
      <w:r>
        <w:t>5</w:t>
      </w:r>
      <w:r w:rsidRPr="00296AEB">
        <w:tab/>
        <w:t>Submission of Gas Supply Disruption</w:t>
      </w:r>
      <w:bookmarkEnd w:id="2506"/>
    </w:p>
    <w:p w14:paraId="586B6C74" w14:textId="77777777" w:rsidR="00296AEB" w:rsidRPr="00296AEB" w:rsidRDefault="00296AEB" w:rsidP="00296AEB">
      <w:pPr>
        <w:spacing w:after="240"/>
        <w:ind w:left="720" w:hanging="720"/>
        <w:rPr>
          <w:szCs w:val="24"/>
        </w:rPr>
      </w:pPr>
      <w:r w:rsidRPr="00296AEB">
        <w:rPr>
          <w:szCs w:val="24"/>
        </w:rPr>
        <w:t>(1)</w:t>
      </w:r>
      <w:r w:rsidRPr="00296AEB">
        <w:rPr>
          <w:szCs w:val="24"/>
        </w:rPr>
        <w:tab/>
        <w:t>A Qualified Scheduling Entity (QSE) that represents a Generation Resource that relies on natural gas as the primary fuel source shall use reasonable efforts to notify ERCOT when:</w:t>
      </w:r>
    </w:p>
    <w:p w14:paraId="2C2C86F8" w14:textId="77777777" w:rsidR="00296AEB" w:rsidRPr="00296AEB" w:rsidRDefault="00296AEB" w:rsidP="00296AEB">
      <w:pPr>
        <w:spacing w:after="240"/>
        <w:ind w:left="1440" w:hanging="720"/>
        <w:rPr>
          <w:iCs/>
        </w:rPr>
      </w:pPr>
      <w:r w:rsidRPr="00296AEB">
        <w:rPr>
          <w:iCs/>
        </w:rPr>
        <w:lastRenderedPageBreak/>
        <w:t>(a)</w:t>
      </w:r>
      <w:r w:rsidRPr="00296AEB">
        <w:rPr>
          <w:iCs/>
        </w:rPr>
        <w:tab/>
        <w:t>A natural gas pipeline operator and/or natural gas fuel supplier issues either:</w:t>
      </w:r>
    </w:p>
    <w:p w14:paraId="43428FFE" w14:textId="77777777" w:rsidR="00296AEB" w:rsidRPr="00296AEB" w:rsidRDefault="00296AEB" w:rsidP="00296AEB">
      <w:pPr>
        <w:spacing w:after="240"/>
        <w:ind w:left="2160" w:hanging="720"/>
        <w:rPr>
          <w:iCs/>
        </w:rPr>
      </w:pPr>
      <w:r w:rsidRPr="00296AEB">
        <w:rPr>
          <w:iCs/>
        </w:rPr>
        <w:t>(i)</w:t>
      </w:r>
      <w:r w:rsidRPr="00296AEB">
        <w:rPr>
          <w:iCs/>
        </w:rPr>
        <w:tab/>
        <w:t>A written notification to the QSE, or an affiliate of the Generation Resource or QSE responsible for buying natural gas for the Generation Resource, in accordance with a firm contract, indicating that a gas supply disruption on a natural gas pipeline directly connected to the Generation Resource represented by the QSE is projected to occur or is currently in progress, resulting in curtailment of natural gas deliveries to the Generation Resource; or</w:t>
      </w:r>
    </w:p>
    <w:p w14:paraId="6B9ACA14" w14:textId="4E1257BC" w:rsidR="00296AEB" w:rsidRPr="00296AEB" w:rsidRDefault="00296AEB" w:rsidP="00296AEB">
      <w:pPr>
        <w:spacing w:after="240"/>
        <w:ind w:left="2160" w:hanging="720"/>
        <w:rPr>
          <w:iCs/>
        </w:rPr>
      </w:pPr>
      <w:r w:rsidRPr="00296AEB">
        <w:rPr>
          <w:iCs/>
        </w:rPr>
        <w:t>(ii)</w:t>
      </w:r>
      <w:r w:rsidRPr="00296AEB">
        <w:rPr>
          <w:iCs/>
        </w:rPr>
        <w:tab/>
        <w:t xml:space="preserve">A written </w:t>
      </w:r>
      <w:r w:rsidR="005E6A17">
        <w:rPr>
          <w:iCs/>
        </w:rPr>
        <w:t>f</w:t>
      </w:r>
      <w:r w:rsidRPr="00296AEB">
        <w:rPr>
          <w:iCs/>
        </w:rPr>
        <w:t xml:space="preserve">orce </w:t>
      </w:r>
      <w:r w:rsidR="005E6A17">
        <w:rPr>
          <w:iCs/>
        </w:rPr>
        <w:t>m</w:t>
      </w:r>
      <w:r w:rsidRPr="00296AEB">
        <w:rPr>
          <w:iCs/>
        </w:rPr>
        <w:t>ajeure notice to the QSE, or an affiliate of the Generation Resource or QSE responsible for buying natural gas for the Generation Resource, on a natural gas pipeline directly connected to the Generation Resource represented by the QSE indicating a gas supply disruption; and</w:t>
      </w:r>
    </w:p>
    <w:p w14:paraId="2C47540F" w14:textId="77777777" w:rsidR="00296AEB" w:rsidRPr="00296AEB" w:rsidRDefault="00296AEB" w:rsidP="00296AEB">
      <w:pPr>
        <w:spacing w:after="240"/>
        <w:ind w:left="1440" w:hanging="720"/>
        <w:rPr>
          <w:iCs/>
        </w:rPr>
      </w:pPr>
      <w:r w:rsidRPr="00296AEB">
        <w:rPr>
          <w:iCs/>
        </w:rPr>
        <w:t>(b)</w:t>
      </w:r>
      <w:r w:rsidRPr="00296AEB">
        <w:rPr>
          <w:iCs/>
        </w:rPr>
        <w:tab/>
        <w:t>The QSE determines that the Generation Resource’s ability to supply electricity will be significantly limited by the gas supply disruption.  Notification under paragraph (1) will include a description of the potential impact to the operation of the Generation Resource.</w:t>
      </w:r>
    </w:p>
    <w:p w14:paraId="4770816A" w14:textId="77777777" w:rsidR="00296AEB" w:rsidRPr="00296AEB" w:rsidRDefault="00296AEB" w:rsidP="00296AEB">
      <w:pPr>
        <w:spacing w:after="240"/>
        <w:ind w:left="720" w:hanging="720"/>
        <w:rPr>
          <w:iCs/>
        </w:rPr>
      </w:pPr>
      <w:r w:rsidRPr="00296AEB">
        <w:rPr>
          <w:iCs/>
        </w:rPr>
        <w:t>(2)</w:t>
      </w:r>
      <w:r w:rsidRPr="00296AEB">
        <w:rPr>
          <w:iCs/>
        </w:rPr>
        <w:tab/>
      </w:r>
      <w:r w:rsidRPr="00296AEB">
        <w:rPr>
          <w:iCs/>
          <w:szCs w:val="24"/>
        </w:rPr>
        <w:t xml:space="preserve">Notwithstanding paragraph (1) above, a QSE that represents a Generation Resource that relies on natural gas as the primary fuel source shall ensure that the High Sustained Limit (HSL) and Current Operating Plan (COP) accurately reflect the amount of output the Generation Resource can produce based on an amount of natural gas that the QSE expects it can procure after exploring all accessible and reasonable options. </w:t>
      </w:r>
    </w:p>
    <w:p w14:paraId="4221A1AA" w14:textId="77777777" w:rsidR="00296AEB" w:rsidRPr="00296AEB" w:rsidRDefault="00296AEB" w:rsidP="00296AEB">
      <w:pPr>
        <w:spacing w:after="240"/>
        <w:ind w:left="720" w:hanging="720"/>
        <w:rPr>
          <w:iCs/>
        </w:rPr>
      </w:pPr>
      <w:r w:rsidRPr="00296AEB">
        <w:rPr>
          <w:iCs/>
        </w:rPr>
        <w:t>(3)</w:t>
      </w:r>
      <w:r w:rsidRPr="00296AEB">
        <w:rPr>
          <w:iCs/>
        </w:rPr>
        <w:tab/>
        <w:t xml:space="preserve">Notifications shall indicate which Generation Resources are reasonably expected to be impacted by the gas supply disruption based on the criteria above and the expected timeline of the disruption, based on available information. </w:t>
      </w:r>
    </w:p>
    <w:p w14:paraId="1F43CEA7" w14:textId="6DCEE2B4" w:rsidR="00296AEB" w:rsidRPr="00296AEB" w:rsidRDefault="00296AEB" w:rsidP="00296AEB">
      <w:pPr>
        <w:spacing w:after="240"/>
        <w:ind w:left="720" w:hanging="720"/>
        <w:rPr>
          <w:iCs/>
        </w:rPr>
      </w:pPr>
      <w:r w:rsidRPr="00296AEB">
        <w:rPr>
          <w:iCs/>
        </w:rPr>
        <w:t>(4)</w:t>
      </w:r>
      <w:r w:rsidRPr="00296AEB">
        <w:rPr>
          <w:iCs/>
        </w:rPr>
        <w:tab/>
        <w:t xml:space="preserve">Notifications to ERCOT shall be via email, sent to </w:t>
      </w:r>
      <w:hyperlink r:id="rId88" w:history="1">
        <w:r w:rsidRPr="00296AEB">
          <w:rPr>
            <w:iCs/>
            <w:color w:val="0000FF"/>
            <w:u w:val="single"/>
          </w:rPr>
          <w:t>fuelsupply@ercot.com</w:t>
        </w:r>
      </w:hyperlink>
      <w:r>
        <w:rPr>
          <w:iCs/>
        </w:rPr>
        <w:t>.</w:t>
      </w:r>
    </w:p>
    <w:p w14:paraId="56941582" w14:textId="77777777" w:rsidR="00296AEB" w:rsidRPr="00A51DA1" w:rsidRDefault="00296AEB" w:rsidP="00A51DA1">
      <w:pPr>
        <w:spacing w:after="240"/>
        <w:ind w:left="720" w:hanging="720"/>
        <w:rPr>
          <w:sz w:val="22"/>
          <w:szCs w:val="22"/>
        </w:rPr>
      </w:pPr>
    </w:p>
    <w:sectPr w:rsidR="00296AEB" w:rsidRPr="00A51DA1" w:rsidSect="00CB13B2">
      <w:headerReference w:type="even" r:id="rId89"/>
      <w:headerReference w:type="default" r:id="rId90"/>
      <w:footerReference w:type="default" r:id="rId91"/>
      <w:headerReference w:type="first" r:id="rId92"/>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BFA1D" w14:textId="77777777" w:rsidR="006A64D0" w:rsidRDefault="006A64D0">
      <w:r>
        <w:separator/>
      </w:r>
    </w:p>
    <w:p w14:paraId="01E6F132" w14:textId="77777777" w:rsidR="006A64D0" w:rsidRDefault="006A64D0"/>
    <w:p w14:paraId="13BFC9A8" w14:textId="77777777" w:rsidR="006A64D0" w:rsidRDefault="006A64D0"/>
  </w:endnote>
  <w:endnote w:type="continuationSeparator" w:id="0">
    <w:p w14:paraId="29EB3492" w14:textId="77777777" w:rsidR="006A64D0" w:rsidRDefault="006A64D0">
      <w:r>
        <w:continuationSeparator/>
      </w:r>
    </w:p>
    <w:p w14:paraId="3F4C9AE8" w14:textId="77777777" w:rsidR="006A64D0" w:rsidRDefault="006A64D0"/>
    <w:p w14:paraId="78DF9643" w14:textId="77777777" w:rsidR="006A64D0" w:rsidRDefault="006A64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52534" w14:textId="49F0C84C" w:rsidR="006179B5" w:rsidRDefault="006179B5">
    <w:pPr>
      <w:pStyle w:val="Footer"/>
      <w:spacing w:before="0" w:after="0"/>
    </w:pPr>
    <w:r>
      <w:t xml:space="preserve">ERCOT Nodal Protocols – </w:t>
    </w:r>
    <w:r w:rsidR="00CF4D0D">
      <w:t>December</w:t>
    </w:r>
    <w:r w:rsidR="00705F9C">
      <w:t xml:space="preserve"> </w:t>
    </w:r>
    <w:r w:rsidR="00707F06">
      <w:t>1</w:t>
    </w:r>
    <w:r>
      <w:t>, 202</w:t>
    </w:r>
    <w:r w:rsidR="00F54775">
      <w:t>5</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5156E" w14:textId="7D3A56EE" w:rsidR="006179B5" w:rsidRDefault="006179B5">
    <w:pPr>
      <w:pStyle w:val="Footer"/>
      <w:spacing w:before="0" w:after="0"/>
      <w:rPr>
        <w:rStyle w:val="PageNumber"/>
      </w:rPr>
    </w:pPr>
    <w:r>
      <w:t xml:space="preserve">ERCOT Nodal Protocols – </w:t>
    </w:r>
    <w:r w:rsidR="00CF4D0D">
      <w:t>December</w:t>
    </w:r>
    <w:r w:rsidR="00705F9C">
      <w:t xml:space="preserve"> </w:t>
    </w:r>
    <w:r w:rsidR="00707F06">
      <w:t>1</w:t>
    </w:r>
    <w:r>
      <w:t>, 202</w:t>
    </w:r>
    <w:r w:rsidR="00F54775">
      <w:t>5</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17F1DE" w14:textId="77777777" w:rsidR="006A64D0" w:rsidRDefault="006A64D0">
      <w:r>
        <w:separator/>
      </w:r>
    </w:p>
    <w:p w14:paraId="7AA6BE71" w14:textId="77777777" w:rsidR="006A64D0" w:rsidRDefault="006A64D0"/>
    <w:p w14:paraId="69E4EB5C" w14:textId="77777777" w:rsidR="006A64D0" w:rsidRDefault="006A64D0"/>
  </w:footnote>
  <w:footnote w:type="continuationSeparator" w:id="0">
    <w:p w14:paraId="67DD6036" w14:textId="77777777" w:rsidR="006A64D0" w:rsidRDefault="006A64D0">
      <w:r>
        <w:continuationSeparator/>
      </w:r>
    </w:p>
    <w:p w14:paraId="32C0DCFF" w14:textId="77777777" w:rsidR="006A64D0" w:rsidRDefault="006A64D0"/>
    <w:p w14:paraId="2BEAF343" w14:textId="77777777" w:rsidR="006A64D0" w:rsidRDefault="006A64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E84280E"/>
    <w:multiLevelType w:val="hybridMultilevel"/>
    <w:tmpl w:val="D66EFB94"/>
    <w:lvl w:ilvl="0" w:tplc="FFFFFFFF">
      <w:start w:val="1"/>
      <w:numFmt w:val="decimal"/>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653E4FF7"/>
    <w:multiLevelType w:val="hybridMultilevel"/>
    <w:tmpl w:val="DF9AB746"/>
    <w:lvl w:ilvl="0" w:tplc="1A5A623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5"/>
  </w:num>
  <w:num w:numId="2" w16cid:durableId="588732739">
    <w:abstractNumId w:val="10"/>
  </w:num>
  <w:num w:numId="3" w16cid:durableId="1613781178">
    <w:abstractNumId w:val="29"/>
  </w:num>
  <w:num w:numId="4" w16cid:durableId="646477452">
    <w:abstractNumId w:val="19"/>
  </w:num>
  <w:num w:numId="5" w16cid:durableId="812255114">
    <w:abstractNumId w:val="24"/>
  </w:num>
  <w:num w:numId="6" w16cid:durableId="316231009">
    <w:abstractNumId w:val="29"/>
  </w:num>
  <w:num w:numId="7" w16cid:durableId="495606619">
    <w:abstractNumId w:val="28"/>
  </w:num>
  <w:num w:numId="8" w16cid:durableId="771051970">
    <w:abstractNumId w:val="21"/>
  </w:num>
  <w:num w:numId="9" w16cid:durableId="181944697">
    <w:abstractNumId w:val="15"/>
  </w:num>
  <w:num w:numId="10" w16cid:durableId="678657207">
    <w:abstractNumId w:val="37"/>
  </w:num>
  <w:num w:numId="11" w16cid:durableId="728923248">
    <w:abstractNumId w:val="36"/>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30"/>
  </w:num>
  <w:num w:numId="27" w16cid:durableId="221332779">
    <w:abstractNumId w:val="22"/>
  </w:num>
  <w:num w:numId="28" w16cid:durableId="2055494378">
    <w:abstractNumId w:val="33"/>
  </w:num>
  <w:num w:numId="29" w16cid:durableId="1847013323">
    <w:abstractNumId w:val="17"/>
  </w:num>
  <w:num w:numId="30" w16cid:durableId="1712027882">
    <w:abstractNumId w:val="34"/>
  </w:num>
  <w:num w:numId="31" w16cid:durableId="1060441686">
    <w:abstractNumId w:val="14"/>
  </w:num>
  <w:num w:numId="32" w16cid:durableId="1493450297">
    <w:abstractNumId w:val="23"/>
  </w:num>
  <w:num w:numId="33" w16cid:durableId="1531383044">
    <w:abstractNumId w:val="13"/>
  </w:num>
  <w:num w:numId="34" w16cid:durableId="1486361912">
    <w:abstractNumId w:val="32"/>
  </w:num>
  <w:num w:numId="35" w16cid:durableId="1218712247">
    <w:abstractNumId w:val="31"/>
  </w:num>
  <w:num w:numId="36" w16cid:durableId="1881165903">
    <w:abstractNumId w:val="12"/>
  </w:num>
  <w:num w:numId="37" w16cid:durableId="1931767441">
    <w:abstractNumId w:val="20"/>
  </w:num>
  <w:num w:numId="38" w16cid:durableId="98766992">
    <w:abstractNumId w:val="27"/>
  </w:num>
  <w:num w:numId="39" w16cid:durableId="1274751632">
    <w:abstractNumId w:val="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69F"/>
    <w:rsid w:val="00003B33"/>
    <w:rsid w:val="00004182"/>
    <w:rsid w:val="00004EF2"/>
    <w:rsid w:val="0000564E"/>
    <w:rsid w:val="0000593E"/>
    <w:rsid w:val="00006024"/>
    <w:rsid w:val="000060B5"/>
    <w:rsid w:val="000063A5"/>
    <w:rsid w:val="0000644F"/>
    <w:rsid w:val="00007404"/>
    <w:rsid w:val="000110AD"/>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BC"/>
    <w:rsid w:val="00022FCD"/>
    <w:rsid w:val="00023732"/>
    <w:rsid w:val="00023897"/>
    <w:rsid w:val="00023A81"/>
    <w:rsid w:val="00023AE7"/>
    <w:rsid w:val="000250A0"/>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C8C"/>
    <w:rsid w:val="00041D0B"/>
    <w:rsid w:val="000426B4"/>
    <w:rsid w:val="00042EA9"/>
    <w:rsid w:val="00043689"/>
    <w:rsid w:val="00043E4F"/>
    <w:rsid w:val="00044D02"/>
    <w:rsid w:val="0004590E"/>
    <w:rsid w:val="00046E5F"/>
    <w:rsid w:val="00046F25"/>
    <w:rsid w:val="0004725B"/>
    <w:rsid w:val="00047835"/>
    <w:rsid w:val="0005016C"/>
    <w:rsid w:val="00050838"/>
    <w:rsid w:val="000511B2"/>
    <w:rsid w:val="00052284"/>
    <w:rsid w:val="0005247A"/>
    <w:rsid w:val="00052575"/>
    <w:rsid w:val="00053C18"/>
    <w:rsid w:val="0005406C"/>
    <w:rsid w:val="00054A3B"/>
    <w:rsid w:val="0005520C"/>
    <w:rsid w:val="0005550C"/>
    <w:rsid w:val="00055D45"/>
    <w:rsid w:val="00055EBC"/>
    <w:rsid w:val="00056877"/>
    <w:rsid w:val="00056B3C"/>
    <w:rsid w:val="00056B83"/>
    <w:rsid w:val="00057571"/>
    <w:rsid w:val="000609A9"/>
    <w:rsid w:val="00061D2A"/>
    <w:rsid w:val="000620D5"/>
    <w:rsid w:val="000629D5"/>
    <w:rsid w:val="0006397C"/>
    <w:rsid w:val="00064549"/>
    <w:rsid w:val="00064C55"/>
    <w:rsid w:val="00065354"/>
    <w:rsid w:val="000656AB"/>
    <w:rsid w:val="00065FF7"/>
    <w:rsid w:val="00066D58"/>
    <w:rsid w:val="00066DF1"/>
    <w:rsid w:val="0006739E"/>
    <w:rsid w:val="00070453"/>
    <w:rsid w:val="00071258"/>
    <w:rsid w:val="000716EE"/>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1187"/>
    <w:rsid w:val="00082416"/>
    <w:rsid w:val="00082544"/>
    <w:rsid w:val="000827DB"/>
    <w:rsid w:val="00084BB5"/>
    <w:rsid w:val="0008596C"/>
    <w:rsid w:val="00085E06"/>
    <w:rsid w:val="0008612D"/>
    <w:rsid w:val="00086350"/>
    <w:rsid w:val="000878E8"/>
    <w:rsid w:val="00087AE9"/>
    <w:rsid w:val="00090229"/>
    <w:rsid w:val="00090671"/>
    <w:rsid w:val="00091E1B"/>
    <w:rsid w:val="000922AA"/>
    <w:rsid w:val="00092409"/>
    <w:rsid w:val="0009276E"/>
    <w:rsid w:val="00092E1C"/>
    <w:rsid w:val="00093CA9"/>
    <w:rsid w:val="00094C2B"/>
    <w:rsid w:val="00095221"/>
    <w:rsid w:val="000955D0"/>
    <w:rsid w:val="00096ADD"/>
    <w:rsid w:val="00096FB2"/>
    <w:rsid w:val="000978A1"/>
    <w:rsid w:val="00097F6F"/>
    <w:rsid w:val="000A088F"/>
    <w:rsid w:val="000A33D2"/>
    <w:rsid w:val="000A453B"/>
    <w:rsid w:val="000A479F"/>
    <w:rsid w:val="000A5011"/>
    <w:rsid w:val="000A5288"/>
    <w:rsid w:val="000A5E99"/>
    <w:rsid w:val="000A6505"/>
    <w:rsid w:val="000A6DC9"/>
    <w:rsid w:val="000A721A"/>
    <w:rsid w:val="000A7A22"/>
    <w:rsid w:val="000A7C44"/>
    <w:rsid w:val="000A7EC2"/>
    <w:rsid w:val="000B0AC5"/>
    <w:rsid w:val="000B266E"/>
    <w:rsid w:val="000B2ADC"/>
    <w:rsid w:val="000B2F54"/>
    <w:rsid w:val="000B3EDA"/>
    <w:rsid w:val="000B3F97"/>
    <w:rsid w:val="000B443A"/>
    <w:rsid w:val="000B4492"/>
    <w:rsid w:val="000B4555"/>
    <w:rsid w:val="000B494C"/>
    <w:rsid w:val="000B5D78"/>
    <w:rsid w:val="000B61B7"/>
    <w:rsid w:val="000B63A3"/>
    <w:rsid w:val="000B6B1D"/>
    <w:rsid w:val="000B6C48"/>
    <w:rsid w:val="000B7239"/>
    <w:rsid w:val="000B7CD7"/>
    <w:rsid w:val="000C00D2"/>
    <w:rsid w:val="000C02A0"/>
    <w:rsid w:val="000C0DDF"/>
    <w:rsid w:val="000C13E6"/>
    <w:rsid w:val="000C1C7A"/>
    <w:rsid w:val="000C239B"/>
    <w:rsid w:val="000C27E9"/>
    <w:rsid w:val="000C2EC4"/>
    <w:rsid w:val="000C3BEE"/>
    <w:rsid w:val="000C3C6C"/>
    <w:rsid w:val="000C43A8"/>
    <w:rsid w:val="000C5836"/>
    <w:rsid w:val="000C592F"/>
    <w:rsid w:val="000C5DDF"/>
    <w:rsid w:val="000C62E0"/>
    <w:rsid w:val="000C77A6"/>
    <w:rsid w:val="000D0B09"/>
    <w:rsid w:val="000D18DD"/>
    <w:rsid w:val="000D1B31"/>
    <w:rsid w:val="000D2182"/>
    <w:rsid w:val="000D29A8"/>
    <w:rsid w:val="000D3027"/>
    <w:rsid w:val="000D3160"/>
    <w:rsid w:val="000D326D"/>
    <w:rsid w:val="000D34F6"/>
    <w:rsid w:val="000D43D0"/>
    <w:rsid w:val="000D46B8"/>
    <w:rsid w:val="000D48AA"/>
    <w:rsid w:val="000D4950"/>
    <w:rsid w:val="000D4A43"/>
    <w:rsid w:val="000D518D"/>
    <w:rsid w:val="000D5369"/>
    <w:rsid w:val="000D5E1A"/>
    <w:rsid w:val="000D691C"/>
    <w:rsid w:val="000D6D85"/>
    <w:rsid w:val="000D79E2"/>
    <w:rsid w:val="000D7DA7"/>
    <w:rsid w:val="000E0581"/>
    <w:rsid w:val="000E081F"/>
    <w:rsid w:val="000E11A0"/>
    <w:rsid w:val="000E2C53"/>
    <w:rsid w:val="000E2C97"/>
    <w:rsid w:val="000E30F8"/>
    <w:rsid w:val="000E3563"/>
    <w:rsid w:val="000E37C7"/>
    <w:rsid w:val="000E3BF0"/>
    <w:rsid w:val="000E5809"/>
    <w:rsid w:val="000E6028"/>
    <w:rsid w:val="000E63DC"/>
    <w:rsid w:val="000E6565"/>
    <w:rsid w:val="000E76F7"/>
    <w:rsid w:val="000E7895"/>
    <w:rsid w:val="000F06B1"/>
    <w:rsid w:val="000F080F"/>
    <w:rsid w:val="000F1539"/>
    <w:rsid w:val="000F1688"/>
    <w:rsid w:val="000F1BA6"/>
    <w:rsid w:val="000F255D"/>
    <w:rsid w:val="000F308F"/>
    <w:rsid w:val="000F3611"/>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3892"/>
    <w:rsid w:val="0010436D"/>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5C44"/>
    <w:rsid w:val="001177F2"/>
    <w:rsid w:val="001209A3"/>
    <w:rsid w:val="00120AF9"/>
    <w:rsid w:val="00120E9C"/>
    <w:rsid w:val="001210D5"/>
    <w:rsid w:val="001211A8"/>
    <w:rsid w:val="00121A7A"/>
    <w:rsid w:val="00121E01"/>
    <w:rsid w:val="00121F2A"/>
    <w:rsid w:val="0012324F"/>
    <w:rsid w:val="001235C5"/>
    <w:rsid w:val="00123CE4"/>
    <w:rsid w:val="00124B06"/>
    <w:rsid w:val="00124D05"/>
    <w:rsid w:val="001250FB"/>
    <w:rsid w:val="00125BDA"/>
    <w:rsid w:val="001267F9"/>
    <w:rsid w:val="00126EE4"/>
    <w:rsid w:val="00127067"/>
    <w:rsid w:val="001301C4"/>
    <w:rsid w:val="001311B3"/>
    <w:rsid w:val="001311E1"/>
    <w:rsid w:val="00131791"/>
    <w:rsid w:val="00131E96"/>
    <w:rsid w:val="00132310"/>
    <w:rsid w:val="00132F54"/>
    <w:rsid w:val="00133A91"/>
    <w:rsid w:val="00134234"/>
    <w:rsid w:val="0013487E"/>
    <w:rsid w:val="0013690D"/>
    <w:rsid w:val="00136D0D"/>
    <w:rsid w:val="00137744"/>
    <w:rsid w:val="00137DA0"/>
    <w:rsid w:val="00137E4B"/>
    <w:rsid w:val="00140FD1"/>
    <w:rsid w:val="00141103"/>
    <w:rsid w:val="00141796"/>
    <w:rsid w:val="0014198F"/>
    <w:rsid w:val="00142A29"/>
    <w:rsid w:val="0014395D"/>
    <w:rsid w:val="00146062"/>
    <w:rsid w:val="00146469"/>
    <w:rsid w:val="00146949"/>
    <w:rsid w:val="001479DD"/>
    <w:rsid w:val="00147E43"/>
    <w:rsid w:val="00151161"/>
    <w:rsid w:val="001512E1"/>
    <w:rsid w:val="00151C1C"/>
    <w:rsid w:val="00152376"/>
    <w:rsid w:val="0015252C"/>
    <w:rsid w:val="00152A35"/>
    <w:rsid w:val="00153D8D"/>
    <w:rsid w:val="00154892"/>
    <w:rsid w:val="00154AAE"/>
    <w:rsid w:val="00155185"/>
    <w:rsid w:val="00156524"/>
    <w:rsid w:val="0015715A"/>
    <w:rsid w:val="001573F2"/>
    <w:rsid w:val="0015742D"/>
    <w:rsid w:val="00157524"/>
    <w:rsid w:val="001575CD"/>
    <w:rsid w:val="00157CD7"/>
    <w:rsid w:val="00157E94"/>
    <w:rsid w:val="001608C6"/>
    <w:rsid w:val="00160D80"/>
    <w:rsid w:val="00160DBB"/>
    <w:rsid w:val="00161AD5"/>
    <w:rsid w:val="00161BB9"/>
    <w:rsid w:val="001628D1"/>
    <w:rsid w:val="00163184"/>
    <w:rsid w:val="001637B3"/>
    <w:rsid w:val="00163825"/>
    <w:rsid w:val="00163D03"/>
    <w:rsid w:val="00164902"/>
    <w:rsid w:val="0016495A"/>
    <w:rsid w:val="00164F19"/>
    <w:rsid w:val="00165A17"/>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69F3"/>
    <w:rsid w:val="00176BAE"/>
    <w:rsid w:val="001776CC"/>
    <w:rsid w:val="00177796"/>
    <w:rsid w:val="001777E4"/>
    <w:rsid w:val="00177813"/>
    <w:rsid w:val="001806E5"/>
    <w:rsid w:val="00181148"/>
    <w:rsid w:val="001812E8"/>
    <w:rsid w:val="001816BE"/>
    <w:rsid w:val="001818CF"/>
    <w:rsid w:val="00181C25"/>
    <w:rsid w:val="00181D93"/>
    <w:rsid w:val="00182128"/>
    <w:rsid w:val="00182461"/>
    <w:rsid w:val="00182FE2"/>
    <w:rsid w:val="00183364"/>
    <w:rsid w:val="00183A0A"/>
    <w:rsid w:val="00183D70"/>
    <w:rsid w:val="00183DDA"/>
    <w:rsid w:val="00185C9A"/>
    <w:rsid w:val="00185CAF"/>
    <w:rsid w:val="001861A6"/>
    <w:rsid w:val="0018638A"/>
    <w:rsid w:val="0018767D"/>
    <w:rsid w:val="0019029B"/>
    <w:rsid w:val="001904F8"/>
    <w:rsid w:val="00190D0A"/>
    <w:rsid w:val="0019124E"/>
    <w:rsid w:val="0019130F"/>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2534"/>
    <w:rsid w:val="001A3070"/>
    <w:rsid w:val="001A45E0"/>
    <w:rsid w:val="001A4A39"/>
    <w:rsid w:val="001A4FBC"/>
    <w:rsid w:val="001A558F"/>
    <w:rsid w:val="001A652E"/>
    <w:rsid w:val="001A685D"/>
    <w:rsid w:val="001A68D4"/>
    <w:rsid w:val="001A78C0"/>
    <w:rsid w:val="001A7B42"/>
    <w:rsid w:val="001A7B7B"/>
    <w:rsid w:val="001A7E41"/>
    <w:rsid w:val="001B0B55"/>
    <w:rsid w:val="001B0CBA"/>
    <w:rsid w:val="001B201E"/>
    <w:rsid w:val="001B21BA"/>
    <w:rsid w:val="001B2924"/>
    <w:rsid w:val="001B3360"/>
    <w:rsid w:val="001B36B5"/>
    <w:rsid w:val="001B3EDE"/>
    <w:rsid w:val="001B5049"/>
    <w:rsid w:val="001B5AB7"/>
    <w:rsid w:val="001B5D69"/>
    <w:rsid w:val="001B647C"/>
    <w:rsid w:val="001B6766"/>
    <w:rsid w:val="001B6E2D"/>
    <w:rsid w:val="001B6F08"/>
    <w:rsid w:val="001B7223"/>
    <w:rsid w:val="001C17B7"/>
    <w:rsid w:val="001C1856"/>
    <w:rsid w:val="001C20E6"/>
    <w:rsid w:val="001C249B"/>
    <w:rsid w:val="001C2FB5"/>
    <w:rsid w:val="001C3414"/>
    <w:rsid w:val="001C3FE0"/>
    <w:rsid w:val="001C40F3"/>
    <w:rsid w:val="001C4113"/>
    <w:rsid w:val="001C46FC"/>
    <w:rsid w:val="001C4965"/>
    <w:rsid w:val="001C621B"/>
    <w:rsid w:val="001C63AE"/>
    <w:rsid w:val="001C659C"/>
    <w:rsid w:val="001C730F"/>
    <w:rsid w:val="001D1437"/>
    <w:rsid w:val="001D153C"/>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7C8"/>
    <w:rsid w:val="001D7E39"/>
    <w:rsid w:val="001E06A7"/>
    <w:rsid w:val="001E0F1B"/>
    <w:rsid w:val="001E117F"/>
    <w:rsid w:val="001E1246"/>
    <w:rsid w:val="001E292D"/>
    <w:rsid w:val="001E2B87"/>
    <w:rsid w:val="001E2FCB"/>
    <w:rsid w:val="001E3D9B"/>
    <w:rsid w:val="001E3E7F"/>
    <w:rsid w:val="001E4134"/>
    <w:rsid w:val="001E42E6"/>
    <w:rsid w:val="001E4C47"/>
    <w:rsid w:val="001E57D2"/>
    <w:rsid w:val="001E62AA"/>
    <w:rsid w:val="001E6E73"/>
    <w:rsid w:val="001E6EA3"/>
    <w:rsid w:val="001E6EF1"/>
    <w:rsid w:val="001F0EB1"/>
    <w:rsid w:val="001F0F13"/>
    <w:rsid w:val="001F1353"/>
    <w:rsid w:val="001F16CC"/>
    <w:rsid w:val="001F1ACE"/>
    <w:rsid w:val="001F1F1C"/>
    <w:rsid w:val="001F33E2"/>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5AB5"/>
    <w:rsid w:val="0020649A"/>
    <w:rsid w:val="002065A9"/>
    <w:rsid w:val="0020774F"/>
    <w:rsid w:val="00207881"/>
    <w:rsid w:val="002103C8"/>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4CF2"/>
    <w:rsid w:val="00225392"/>
    <w:rsid w:val="0022558A"/>
    <w:rsid w:val="002260E5"/>
    <w:rsid w:val="0022627B"/>
    <w:rsid w:val="002267ED"/>
    <w:rsid w:val="00227AA1"/>
    <w:rsid w:val="00227AAE"/>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2B"/>
    <w:rsid w:val="002410EF"/>
    <w:rsid w:val="002413D6"/>
    <w:rsid w:val="00241EEB"/>
    <w:rsid w:val="00242153"/>
    <w:rsid w:val="00243921"/>
    <w:rsid w:val="00243C91"/>
    <w:rsid w:val="00244A68"/>
    <w:rsid w:val="00244D45"/>
    <w:rsid w:val="00244DD7"/>
    <w:rsid w:val="00244FE3"/>
    <w:rsid w:val="0024572C"/>
    <w:rsid w:val="00245994"/>
    <w:rsid w:val="00246A7F"/>
    <w:rsid w:val="00246BB4"/>
    <w:rsid w:val="00250303"/>
    <w:rsid w:val="00250917"/>
    <w:rsid w:val="00250D6C"/>
    <w:rsid w:val="00250E95"/>
    <w:rsid w:val="0025137D"/>
    <w:rsid w:val="002513F8"/>
    <w:rsid w:val="002519D5"/>
    <w:rsid w:val="002520E2"/>
    <w:rsid w:val="0025218E"/>
    <w:rsid w:val="00252F6C"/>
    <w:rsid w:val="00253668"/>
    <w:rsid w:val="002537B8"/>
    <w:rsid w:val="002539B1"/>
    <w:rsid w:val="00253CED"/>
    <w:rsid w:val="002541EE"/>
    <w:rsid w:val="00254D3F"/>
    <w:rsid w:val="00254F4B"/>
    <w:rsid w:val="00255998"/>
    <w:rsid w:val="00255AE7"/>
    <w:rsid w:val="002560BE"/>
    <w:rsid w:val="0025610E"/>
    <w:rsid w:val="002562F0"/>
    <w:rsid w:val="00256738"/>
    <w:rsid w:val="00256A66"/>
    <w:rsid w:val="00256F9A"/>
    <w:rsid w:val="00257880"/>
    <w:rsid w:val="0026162D"/>
    <w:rsid w:val="00262037"/>
    <w:rsid w:val="0026214C"/>
    <w:rsid w:val="00262665"/>
    <w:rsid w:val="0026536F"/>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3B0A"/>
    <w:rsid w:val="0028403D"/>
    <w:rsid w:val="002844CF"/>
    <w:rsid w:val="002847FF"/>
    <w:rsid w:val="002850C9"/>
    <w:rsid w:val="00285612"/>
    <w:rsid w:val="00286790"/>
    <w:rsid w:val="00286851"/>
    <w:rsid w:val="00286BB3"/>
    <w:rsid w:val="00286D10"/>
    <w:rsid w:val="00286E8C"/>
    <w:rsid w:val="0029016F"/>
    <w:rsid w:val="00290C30"/>
    <w:rsid w:val="002914A1"/>
    <w:rsid w:val="00292410"/>
    <w:rsid w:val="002927E1"/>
    <w:rsid w:val="00294126"/>
    <w:rsid w:val="00294DD3"/>
    <w:rsid w:val="00294EAA"/>
    <w:rsid w:val="00294EB0"/>
    <w:rsid w:val="00294EE8"/>
    <w:rsid w:val="00294F1F"/>
    <w:rsid w:val="00295D6F"/>
    <w:rsid w:val="002964DB"/>
    <w:rsid w:val="002967DB"/>
    <w:rsid w:val="00296AEB"/>
    <w:rsid w:val="00296E0F"/>
    <w:rsid w:val="00296FA1"/>
    <w:rsid w:val="00297148"/>
    <w:rsid w:val="002A012A"/>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0D8"/>
    <w:rsid w:val="002A760C"/>
    <w:rsid w:val="002A7E02"/>
    <w:rsid w:val="002B1B83"/>
    <w:rsid w:val="002B28BA"/>
    <w:rsid w:val="002B32E0"/>
    <w:rsid w:val="002B331B"/>
    <w:rsid w:val="002B350D"/>
    <w:rsid w:val="002B3F1E"/>
    <w:rsid w:val="002B4447"/>
    <w:rsid w:val="002B4C2E"/>
    <w:rsid w:val="002B509D"/>
    <w:rsid w:val="002B5BFA"/>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483"/>
    <w:rsid w:val="002C682B"/>
    <w:rsid w:val="002C687A"/>
    <w:rsid w:val="002C6FDC"/>
    <w:rsid w:val="002C76FD"/>
    <w:rsid w:val="002C7B39"/>
    <w:rsid w:val="002C7B77"/>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D77E7"/>
    <w:rsid w:val="002E01B2"/>
    <w:rsid w:val="002E1653"/>
    <w:rsid w:val="002E25AE"/>
    <w:rsid w:val="002E26F7"/>
    <w:rsid w:val="002E2A72"/>
    <w:rsid w:val="002E3B1A"/>
    <w:rsid w:val="002E3BC0"/>
    <w:rsid w:val="002E3E73"/>
    <w:rsid w:val="002E56D6"/>
    <w:rsid w:val="002E6736"/>
    <w:rsid w:val="002E6BCB"/>
    <w:rsid w:val="002E7130"/>
    <w:rsid w:val="002E72B6"/>
    <w:rsid w:val="002E7677"/>
    <w:rsid w:val="002F02FE"/>
    <w:rsid w:val="002F0A41"/>
    <w:rsid w:val="002F129E"/>
    <w:rsid w:val="002F1826"/>
    <w:rsid w:val="002F26AD"/>
    <w:rsid w:val="002F298D"/>
    <w:rsid w:val="002F2DD1"/>
    <w:rsid w:val="002F2E52"/>
    <w:rsid w:val="002F467B"/>
    <w:rsid w:val="002F5034"/>
    <w:rsid w:val="002F58F9"/>
    <w:rsid w:val="002F5BA0"/>
    <w:rsid w:val="002F60B3"/>
    <w:rsid w:val="002F632C"/>
    <w:rsid w:val="002F6BDB"/>
    <w:rsid w:val="002F709A"/>
    <w:rsid w:val="002F79DC"/>
    <w:rsid w:val="002F7F1E"/>
    <w:rsid w:val="0030051B"/>
    <w:rsid w:val="00300A36"/>
    <w:rsid w:val="003015AE"/>
    <w:rsid w:val="00302397"/>
    <w:rsid w:val="00302FB4"/>
    <w:rsid w:val="00304142"/>
    <w:rsid w:val="00304A08"/>
    <w:rsid w:val="003054C0"/>
    <w:rsid w:val="0030570B"/>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A"/>
    <w:rsid w:val="0031680C"/>
    <w:rsid w:val="003173E9"/>
    <w:rsid w:val="003175F5"/>
    <w:rsid w:val="00317F36"/>
    <w:rsid w:val="00317FCF"/>
    <w:rsid w:val="00320089"/>
    <w:rsid w:val="0032018C"/>
    <w:rsid w:val="0032174D"/>
    <w:rsid w:val="00321885"/>
    <w:rsid w:val="00321A45"/>
    <w:rsid w:val="00321ED3"/>
    <w:rsid w:val="00321F8E"/>
    <w:rsid w:val="00322684"/>
    <w:rsid w:val="003226FB"/>
    <w:rsid w:val="003227D0"/>
    <w:rsid w:val="00322A21"/>
    <w:rsid w:val="00323076"/>
    <w:rsid w:val="00323101"/>
    <w:rsid w:val="00323674"/>
    <w:rsid w:val="003248B7"/>
    <w:rsid w:val="003251A3"/>
    <w:rsid w:val="00325AD0"/>
    <w:rsid w:val="00325E91"/>
    <w:rsid w:val="00326443"/>
    <w:rsid w:val="00326AF4"/>
    <w:rsid w:val="00326BDC"/>
    <w:rsid w:val="00326BF2"/>
    <w:rsid w:val="00326CC2"/>
    <w:rsid w:val="00326D27"/>
    <w:rsid w:val="00327487"/>
    <w:rsid w:val="00327D81"/>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1EFA"/>
    <w:rsid w:val="00342378"/>
    <w:rsid w:val="003428E1"/>
    <w:rsid w:val="00342C81"/>
    <w:rsid w:val="0034480C"/>
    <w:rsid w:val="00345FDE"/>
    <w:rsid w:val="003466D8"/>
    <w:rsid w:val="003474D7"/>
    <w:rsid w:val="00347654"/>
    <w:rsid w:val="003476CD"/>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0943"/>
    <w:rsid w:val="00362499"/>
    <w:rsid w:val="003629CE"/>
    <w:rsid w:val="00362FFE"/>
    <w:rsid w:val="00363149"/>
    <w:rsid w:val="0036330C"/>
    <w:rsid w:val="00363378"/>
    <w:rsid w:val="00363940"/>
    <w:rsid w:val="00363A78"/>
    <w:rsid w:val="00364839"/>
    <w:rsid w:val="003649A5"/>
    <w:rsid w:val="00364D90"/>
    <w:rsid w:val="003652DB"/>
    <w:rsid w:val="003660B9"/>
    <w:rsid w:val="003664E1"/>
    <w:rsid w:val="003667DA"/>
    <w:rsid w:val="00366D07"/>
    <w:rsid w:val="00367314"/>
    <w:rsid w:val="00367AFC"/>
    <w:rsid w:val="00370D48"/>
    <w:rsid w:val="003712C0"/>
    <w:rsid w:val="00372935"/>
    <w:rsid w:val="00373741"/>
    <w:rsid w:val="003739EF"/>
    <w:rsid w:val="00373AB3"/>
    <w:rsid w:val="00373E6F"/>
    <w:rsid w:val="003741D3"/>
    <w:rsid w:val="00374A74"/>
    <w:rsid w:val="00375819"/>
    <w:rsid w:val="003759DF"/>
    <w:rsid w:val="003761FF"/>
    <w:rsid w:val="00376350"/>
    <w:rsid w:val="0037682A"/>
    <w:rsid w:val="00376BF0"/>
    <w:rsid w:val="00376F79"/>
    <w:rsid w:val="00377448"/>
    <w:rsid w:val="0037769D"/>
    <w:rsid w:val="00377FFA"/>
    <w:rsid w:val="003803FB"/>
    <w:rsid w:val="003807C2"/>
    <w:rsid w:val="00380D83"/>
    <w:rsid w:val="00381328"/>
    <w:rsid w:val="0038381E"/>
    <w:rsid w:val="00383902"/>
    <w:rsid w:val="00383B42"/>
    <w:rsid w:val="00384139"/>
    <w:rsid w:val="003842AF"/>
    <w:rsid w:val="003845D9"/>
    <w:rsid w:val="003848C3"/>
    <w:rsid w:val="00385C17"/>
    <w:rsid w:val="00386025"/>
    <w:rsid w:val="00386823"/>
    <w:rsid w:val="00387E69"/>
    <w:rsid w:val="00387F04"/>
    <w:rsid w:val="00390154"/>
    <w:rsid w:val="003902DC"/>
    <w:rsid w:val="003905A3"/>
    <w:rsid w:val="0039167D"/>
    <w:rsid w:val="003921C5"/>
    <w:rsid w:val="00392259"/>
    <w:rsid w:val="0039282E"/>
    <w:rsid w:val="00392A78"/>
    <w:rsid w:val="003932FF"/>
    <w:rsid w:val="00393415"/>
    <w:rsid w:val="00393502"/>
    <w:rsid w:val="0039361B"/>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2B69"/>
    <w:rsid w:val="003A2FC1"/>
    <w:rsid w:val="003A3100"/>
    <w:rsid w:val="003A3672"/>
    <w:rsid w:val="003A411B"/>
    <w:rsid w:val="003A4845"/>
    <w:rsid w:val="003A4D10"/>
    <w:rsid w:val="003A5BBC"/>
    <w:rsid w:val="003A6296"/>
    <w:rsid w:val="003A6FA3"/>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307"/>
    <w:rsid w:val="003B7A60"/>
    <w:rsid w:val="003B7F1A"/>
    <w:rsid w:val="003C0A8B"/>
    <w:rsid w:val="003C149F"/>
    <w:rsid w:val="003C27AC"/>
    <w:rsid w:val="003C2954"/>
    <w:rsid w:val="003C36AD"/>
    <w:rsid w:val="003C3C6C"/>
    <w:rsid w:val="003C3D9A"/>
    <w:rsid w:val="003C42DE"/>
    <w:rsid w:val="003C4C68"/>
    <w:rsid w:val="003C51B5"/>
    <w:rsid w:val="003C553A"/>
    <w:rsid w:val="003C5599"/>
    <w:rsid w:val="003C6167"/>
    <w:rsid w:val="003C6FDB"/>
    <w:rsid w:val="003C76A4"/>
    <w:rsid w:val="003C7A21"/>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2750"/>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1CE1"/>
    <w:rsid w:val="003F2A0C"/>
    <w:rsid w:val="003F2F86"/>
    <w:rsid w:val="003F3069"/>
    <w:rsid w:val="003F37DB"/>
    <w:rsid w:val="003F426F"/>
    <w:rsid w:val="003F4770"/>
    <w:rsid w:val="003F4D55"/>
    <w:rsid w:val="003F6A6C"/>
    <w:rsid w:val="003F6F75"/>
    <w:rsid w:val="003F7FDF"/>
    <w:rsid w:val="0040054A"/>
    <w:rsid w:val="004006F4"/>
    <w:rsid w:val="00400916"/>
    <w:rsid w:val="004011A6"/>
    <w:rsid w:val="00402C82"/>
    <w:rsid w:val="004042CE"/>
    <w:rsid w:val="00404600"/>
    <w:rsid w:val="00404DAD"/>
    <w:rsid w:val="00404E9E"/>
    <w:rsid w:val="0040513B"/>
    <w:rsid w:val="00405226"/>
    <w:rsid w:val="00405395"/>
    <w:rsid w:val="004060FE"/>
    <w:rsid w:val="0040652C"/>
    <w:rsid w:val="00406D74"/>
    <w:rsid w:val="004070C8"/>
    <w:rsid w:val="00407853"/>
    <w:rsid w:val="00407C8C"/>
    <w:rsid w:val="00407CFA"/>
    <w:rsid w:val="004101B6"/>
    <w:rsid w:val="0041105B"/>
    <w:rsid w:val="0041108D"/>
    <w:rsid w:val="00411C4A"/>
    <w:rsid w:val="0041212A"/>
    <w:rsid w:val="004122A6"/>
    <w:rsid w:val="0041392B"/>
    <w:rsid w:val="00413EEB"/>
    <w:rsid w:val="00414AA7"/>
    <w:rsid w:val="00414B14"/>
    <w:rsid w:val="00414C7B"/>
    <w:rsid w:val="004150C5"/>
    <w:rsid w:val="00415452"/>
    <w:rsid w:val="0041604A"/>
    <w:rsid w:val="004163F2"/>
    <w:rsid w:val="004167F8"/>
    <w:rsid w:val="00416D20"/>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169A"/>
    <w:rsid w:val="00432941"/>
    <w:rsid w:val="00432B32"/>
    <w:rsid w:val="00432FE4"/>
    <w:rsid w:val="00433BC8"/>
    <w:rsid w:val="0043416B"/>
    <w:rsid w:val="004342A5"/>
    <w:rsid w:val="004342F7"/>
    <w:rsid w:val="004343C9"/>
    <w:rsid w:val="004349AF"/>
    <w:rsid w:val="00434CAB"/>
    <w:rsid w:val="0043517E"/>
    <w:rsid w:val="0043557D"/>
    <w:rsid w:val="00435976"/>
    <w:rsid w:val="00435B34"/>
    <w:rsid w:val="00436235"/>
    <w:rsid w:val="004362BF"/>
    <w:rsid w:val="00436FCA"/>
    <w:rsid w:val="004378E9"/>
    <w:rsid w:val="004404F4"/>
    <w:rsid w:val="0044185A"/>
    <w:rsid w:val="00441F10"/>
    <w:rsid w:val="0044284D"/>
    <w:rsid w:val="00443744"/>
    <w:rsid w:val="004441E4"/>
    <w:rsid w:val="00446A18"/>
    <w:rsid w:val="004506DF"/>
    <w:rsid w:val="0045093E"/>
    <w:rsid w:val="004509AC"/>
    <w:rsid w:val="00452914"/>
    <w:rsid w:val="00452A35"/>
    <w:rsid w:val="0045468A"/>
    <w:rsid w:val="00454F54"/>
    <w:rsid w:val="004557BD"/>
    <w:rsid w:val="00455BC8"/>
    <w:rsid w:val="00456C62"/>
    <w:rsid w:val="00457080"/>
    <w:rsid w:val="00457279"/>
    <w:rsid w:val="0045739A"/>
    <w:rsid w:val="00457554"/>
    <w:rsid w:val="00457D42"/>
    <w:rsid w:val="00457FCA"/>
    <w:rsid w:val="0046019D"/>
    <w:rsid w:val="00460E2A"/>
    <w:rsid w:val="00461CE4"/>
    <w:rsid w:val="0046253C"/>
    <w:rsid w:val="0046264D"/>
    <w:rsid w:val="0046339E"/>
    <w:rsid w:val="004648DB"/>
    <w:rsid w:val="004660CF"/>
    <w:rsid w:val="00466157"/>
    <w:rsid w:val="004661C6"/>
    <w:rsid w:val="00467C11"/>
    <w:rsid w:val="004700CD"/>
    <w:rsid w:val="00470542"/>
    <w:rsid w:val="004708B0"/>
    <w:rsid w:val="00471188"/>
    <w:rsid w:val="00471DD2"/>
    <w:rsid w:val="00471FF5"/>
    <w:rsid w:val="00472BD0"/>
    <w:rsid w:val="00472DD6"/>
    <w:rsid w:val="00473328"/>
    <w:rsid w:val="004737DB"/>
    <w:rsid w:val="004739A8"/>
    <w:rsid w:val="004742FC"/>
    <w:rsid w:val="004759EC"/>
    <w:rsid w:val="00475F35"/>
    <w:rsid w:val="004760C4"/>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1E2C"/>
    <w:rsid w:val="004926B2"/>
    <w:rsid w:val="00492C5A"/>
    <w:rsid w:val="00493AB3"/>
    <w:rsid w:val="00494057"/>
    <w:rsid w:val="00494264"/>
    <w:rsid w:val="004946DA"/>
    <w:rsid w:val="004947F4"/>
    <w:rsid w:val="004948A0"/>
    <w:rsid w:val="00496017"/>
    <w:rsid w:val="00496406"/>
    <w:rsid w:val="00496E5A"/>
    <w:rsid w:val="004A136A"/>
    <w:rsid w:val="004A1757"/>
    <w:rsid w:val="004A22C0"/>
    <w:rsid w:val="004A254C"/>
    <w:rsid w:val="004A2C57"/>
    <w:rsid w:val="004A3B3A"/>
    <w:rsid w:val="004A3E89"/>
    <w:rsid w:val="004A4BC9"/>
    <w:rsid w:val="004A4FFA"/>
    <w:rsid w:val="004A53A4"/>
    <w:rsid w:val="004A675D"/>
    <w:rsid w:val="004A67D4"/>
    <w:rsid w:val="004A7E7E"/>
    <w:rsid w:val="004B045A"/>
    <w:rsid w:val="004B0B18"/>
    <w:rsid w:val="004B0BE7"/>
    <w:rsid w:val="004B1258"/>
    <w:rsid w:val="004B1ADC"/>
    <w:rsid w:val="004B1F2A"/>
    <w:rsid w:val="004B1FEA"/>
    <w:rsid w:val="004B24BB"/>
    <w:rsid w:val="004B24D2"/>
    <w:rsid w:val="004B2BEC"/>
    <w:rsid w:val="004B3505"/>
    <w:rsid w:val="004B3958"/>
    <w:rsid w:val="004B3B57"/>
    <w:rsid w:val="004B42AD"/>
    <w:rsid w:val="004B4508"/>
    <w:rsid w:val="004B5A36"/>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68B"/>
    <w:rsid w:val="004C4788"/>
    <w:rsid w:val="004C47F2"/>
    <w:rsid w:val="004C5A7C"/>
    <w:rsid w:val="004C5EF1"/>
    <w:rsid w:val="004C6683"/>
    <w:rsid w:val="004C754F"/>
    <w:rsid w:val="004C79D1"/>
    <w:rsid w:val="004D1650"/>
    <w:rsid w:val="004D16AD"/>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4508"/>
    <w:rsid w:val="004E4A23"/>
    <w:rsid w:val="004E546B"/>
    <w:rsid w:val="004E5912"/>
    <w:rsid w:val="004E5AA6"/>
    <w:rsid w:val="004E6B25"/>
    <w:rsid w:val="004E6D69"/>
    <w:rsid w:val="004E72FD"/>
    <w:rsid w:val="004E7CF7"/>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1A5B"/>
    <w:rsid w:val="0051201C"/>
    <w:rsid w:val="005126D5"/>
    <w:rsid w:val="00513C55"/>
    <w:rsid w:val="005140FE"/>
    <w:rsid w:val="005157DC"/>
    <w:rsid w:val="00515D01"/>
    <w:rsid w:val="00515E90"/>
    <w:rsid w:val="00516151"/>
    <w:rsid w:val="005164E5"/>
    <w:rsid w:val="00516E80"/>
    <w:rsid w:val="00520FB3"/>
    <w:rsid w:val="0052147C"/>
    <w:rsid w:val="00521795"/>
    <w:rsid w:val="00521809"/>
    <w:rsid w:val="00521EAF"/>
    <w:rsid w:val="00522BF0"/>
    <w:rsid w:val="00522C00"/>
    <w:rsid w:val="0052351D"/>
    <w:rsid w:val="00523802"/>
    <w:rsid w:val="00523C82"/>
    <w:rsid w:val="00524176"/>
    <w:rsid w:val="005242D5"/>
    <w:rsid w:val="00524AA5"/>
    <w:rsid w:val="005252AF"/>
    <w:rsid w:val="00525BD3"/>
    <w:rsid w:val="005264E9"/>
    <w:rsid w:val="005268DE"/>
    <w:rsid w:val="00526F50"/>
    <w:rsid w:val="005272C8"/>
    <w:rsid w:val="00527308"/>
    <w:rsid w:val="005274A2"/>
    <w:rsid w:val="00527538"/>
    <w:rsid w:val="005277FE"/>
    <w:rsid w:val="005324D2"/>
    <w:rsid w:val="00532F10"/>
    <w:rsid w:val="00532FF2"/>
    <w:rsid w:val="00534F35"/>
    <w:rsid w:val="005350E4"/>
    <w:rsid w:val="005351F2"/>
    <w:rsid w:val="0053591F"/>
    <w:rsid w:val="00536140"/>
    <w:rsid w:val="00536B75"/>
    <w:rsid w:val="0053758D"/>
    <w:rsid w:val="005402D7"/>
    <w:rsid w:val="005402FF"/>
    <w:rsid w:val="00540B8B"/>
    <w:rsid w:val="0054110D"/>
    <w:rsid w:val="0054128C"/>
    <w:rsid w:val="00541745"/>
    <w:rsid w:val="00542853"/>
    <w:rsid w:val="0054369C"/>
    <w:rsid w:val="00543900"/>
    <w:rsid w:val="00543F0D"/>
    <w:rsid w:val="00544190"/>
    <w:rsid w:val="005442F0"/>
    <w:rsid w:val="005449D8"/>
    <w:rsid w:val="00545195"/>
    <w:rsid w:val="00545A10"/>
    <w:rsid w:val="00545D5F"/>
    <w:rsid w:val="00547A86"/>
    <w:rsid w:val="00550481"/>
    <w:rsid w:val="00550CAC"/>
    <w:rsid w:val="0055192B"/>
    <w:rsid w:val="00551E39"/>
    <w:rsid w:val="00552CF9"/>
    <w:rsid w:val="00552FAA"/>
    <w:rsid w:val="00553017"/>
    <w:rsid w:val="00553143"/>
    <w:rsid w:val="0055368E"/>
    <w:rsid w:val="005536AF"/>
    <w:rsid w:val="0055388C"/>
    <w:rsid w:val="005555CA"/>
    <w:rsid w:val="00555AB8"/>
    <w:rsid w:val="00555B23"/>
    <w:rsid w:val="005574E6"/>
    <w:rsid w:val="00557615"/>
    <w:rsid w:val="00557B02"/>
    <w:rsid w:val="005602B2"/>
    <w:rsid w:val="005608CD"/>
    <w:rsid w:val="00560E81"/>
    <w:rsid w:val="00561142"/>
    <w:rsid w:val="0056115B"/>
    <w:rsid w:val="005611E5"/>
    <w:rsid w:val="00562C51"/>
    <w:rsid w:val="00563286"/>
    <w:rsid w:val="00563659"/>
    <w:rsid w:val="00563CEC"/>
    <w:rsid w:val="0056448B"/>
    <w:rsid w:val="00565490"/>
    <w:rsid w:val="0056580E"/>
    <w:rsid w:val="00565D67"/>
    <w:rsid w:val="00566041"/>
    <w:rsid w:val="00566125"/>
    <w:rsid w:val="00566255"/>
    <w:rsid w:val="005669C5"/>
    <w:rsid w:val="00566F75"/>
    <w:rsid w:val="00567873"/>
    <w:rsid w:val="00567C4B"/>
    <w:rsid w:val="00570255"/>
    <w:rsid w:val="0057105E"/>
    <w:rsid w:val="0057189C"/>
    <w:rsid w:val="0057286F"/>
    <w:rsid w:val="00572BA1"/>
    <w:rsid w:val="00573042"/>
    <w:rsid w:val="00573FFE"/>
    <w:rsid w:val="005742E0"/>
    <w:rsid w:val="0057472D"/>
    <w:rsid w:val="00575914"/>
    <w:rsid w:val="00575F44"/>
    <w:rsid w:val="00576A2F"/>
    <w:rsid w:val="00576F97"/>
    <w:rsid w:val="005775B1"/>
    <w:rsid w:val="0058085E"/>
    <w:rsid w:val="00580C3A"/>
    <w:rsid w:val="00580FF9"/>
    <w:rsid w:val="00583318"/>
    <w:rsid w:val="005838A5"/>
    <w:rsid w:val="005842CF"/>
    <w:rsid w:val="005847D4"/>
    <w:rsid w:val="0058484D"/>
    <w:rsid w:val="005855BB"/>
    <w:rsid w:val="00585780"/>
    <w:rsid w:val="005857EA"/>
    <w:rsid w:val="00585E60"/>
    <w:rsid w:val="005862BF"/>
    <w:rsid w:val="00586A83"/>
    <w:rsid w:val="00586AB0"/>
    <w:rsid w:val="005874C7"/>
    <w:rsid w:val="005874EF"/>
    <w:rsid w:val="00587CA8"/>
    <w:rsid w:val="00591962"/>
    <w:rsid w:val="00591E95"/>
    <w:rsid w:val="005923B9"/>
    <w:rsid w:val="00592455"/>
    <w:rsid w:val="00592D3C"/>
    <w:rsid w:val="005932C5"/>
    <w:rsid w:val="00593778"/>
    <w:rsid w:val="005941F5"/>
    <w:rsid w:val="005942DD"/>
    <w:rsid w:val="00594B44"/>
    <w:rsid w:val="00595F8D"/>
    <w:rsid w:val="0059608F"/>
    <w:rsid w:val="00596EF4"/>
    <w:rsid w:val="0059739A"/>
    <w:rsid w:val="00597F3F"/>
    <w:rsid w:val="00597FC7"/>
    <w:rsid w:val="005A039A"/>
    <w:rsid w:val="005A06F5"/>
    <w:rsid w:val="005A19E9"/>
    <w:rsid w:val="005A1AA8"/>
    <w:rsid w:val="005A23BE"/>
    <w:rsid w:val="005A3E11"/>
    <w:rsid w:val="005A4FF0"/>
    <w:rsid w:val="005A636B"/>
    <w:rsid w:val="005A6615"/>
    <w:rsid w:val="005A66CD"/>
    <w:rsid w:val="005B00EA"/>
    <w:rsid w:val="005B04B8"/>
    <w:rsid w:val="005B08B2"/>
    <w:rsid w:val="005B0989"/>
    <w:rsid w:val="005B0B0B"/>
    <w:rsid w:val="005B1F87"/>
    <w:rsid w:val="005B2812"/>
    <w:rsid w:val="005B311E"/>
    <w:rsid w:val="005B38CB"/>
    <w:rsid w:val="005B4C03"/>
    <w:rsid w:val="005B5A5B"/>
    <w:rsid w:val="005B6895"/>
    <w:rsid w:val="005B715C"/>
    <w:rsid w:val="005B75F5"/>
    <w:rsid w:val="005B7FA3"/>
    <w:rsid w:val="005C0CE6"/>
    <w:rsid w:val="005C1DB1"/>
    <w:rsid w:val="005C229B"/>
    <w:rsid w:val="005C33A5"/>
    <w:rsid w:val="005C3487"/>
    <w:rsid w:val="005C3E46"/>
    <w:rsid w:val="005C61F3"/>
    <w:rsid w:val="005C67BA"/>
    <w:rsid w:val="005C6974"/>
    <w:rsid w:val="005C6B65"/>
    <w:rsid w:val="005C6FE8"/>
    <w:rsid w:val="005C78AE"/>
    <w:rsid w:val="005D15B1"/>
    <w:rsid w:val="005D162F"/>
    <w:rsid w:val="005D187A"/>
    <w:rsid w:val="005D1AD3"/>
    <w:rsid w:val="005D1B54"/>
    <w:rsid w:val="005D1D6D"/>
    <w:rsid w:val="005D22B0"/>
    <w:rsid w:val="005D279A"/>
    <w:rsid w:val="005D2995"/>
    <w:rsid w:val="005D2D19"/>
    <w:rsid w:val="005D2EBD"/>
    <w:rsid w:val="005D3D2A"/>
    <w:rsid w:val="005D4AC5"/>
    <w:rsid w:val="005D5240"/>
    <w:rsid w:val="005D5282"/>
    <w:rsid w:val="005D5DB0"/>
    <w:rsid w:val="005D5FC9"/>
    <w:rsid w:val="005D5FF1"/>
    <w:rsid w:val="005D67B1"/>
    <w:rsid w:val="005D7DAE"/>
    <w:rsid w:val="005E0526"/>
    <w:rsid w:val="005E0E50"/>
    <w:rsid w:val="005E123B"/>
    <w:rsid w:val="005E1829"/>
    <w:rsid w:val="005E269F"/>
    <w:rsid w:val="005E2E03"/>
    <w:rsid w:val="005E3022"/>
    <w:rsid w:val="005E391C"/>
    <w:rsid w:val="005E59AF"/>
    <w:rsid w:val="005E66C4"/>
    <w:rsid w:val="005E6A17"/>
    <w:rsid w:val="005E6BF7"/>
    <w:rsid w:val="005E7361"/>
    <w:rsid w:val="005E7922"/>
    <w:rsid w:val="005E7E1F"/>
    <w:rsid w:val="005F05E7"/>
    <w:rsid w:val="005F11BE"/>
    <w:rsid w:val="005F134D"/>
    <w:rsid w:val="005F41C3"/>
    <w:rsid w:val="005F42D5"/>
    <w:rsid w:val="005F4B6F"/>
    <w:rsid w:val="005F4E5A"/>
    <w:rsid w:val="005F52BD"/>
    <w:rsid w:val="005F5B2E"/>
    <w:rsid w:val="005F603B"/>
    <w:rsid w:val="005F709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105"/>
    <w:rsid w:val="00604322"/>
    <w:rsid w:val="00604D35"/>
    <w:rsid w:val="00604F0D"/>
    <w:rsid w:val="00605227"/>
    <w:rsid w:val="00605295"/>
    <w:rsid w:val="00610C68"/>
    <w:rsid w:val="0061158F"/>
    <w:rsid w:val="00611F54"/>
    <w:rsid w:val="00612254"/>
    <w:rsid w:val="006131B4"/>
    <w:rsid w:val="006139FB"/>
    <w:rsid w:val="00613C18"/>
    <w:rsid w:val="006148E1"/>
    <w:rsid w:val="00614C96"/>
    <w:rsid w:val="00614E18"/>
    <w:rsid w:val="00616111"/>
    <w:rsid w:val="00617644"/>
    <w:rsid w:val="006179B5"/>
    <w:rsid w:val="00617E1B"/>
    <w:rsid w:val="00620B6F"/>
    <w:rsid w:val="00620F15"/>
    <w:rsid w:val="006216CF"/>
    <w:rsid w:val="00621A4B"/>
    <w:rsid w:val="006220C5"/>
    <w:rsid w:val="00623D8A"/>
    <w:rsid w:val="00624C42"/>
    <w:rsid w:val="006263AC"/>
    <w:rsid w:val="00626568"/>
    <w:rsid w:val="0062697B"/>
    <w:rsid w:val="00627DCA"/>
    <w:rsid w:val="006300E7"/>
    <w:rsid w:val="006302C9"/>
    <w:rsid w:val="006309B3"/>
    <w:rsid w:val="00631544"/>
    <w:rsid w:val="00631898"/>
    <w:rsid w:val="006325D7"/>
    <w:rsid w:val="006328DA"/>
    <w:rsid w:val="006332CB"/>
    <w:rsid w:val="0063339B"/>
    <w:rsid w:val="006334FB"/>
    <w:rsid w:val="00633CDA"/>
    <w:rsid w:val="00633EB9"/>
    <w:rsid w:val="0063485E"/>
    <w:rsid w:val="00634A5F"/>
    <w:rsid w:val="00635A4F"/>
    <w:rsid w:val="00635BAB"/>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46D2"/>
    <w:rsid w:val="006452C9"/>
    <w:rsid w:val="00645618"/>
    <w:rsid w:val="00645B73"/>
    <w:rsid w:val="00645D22"/>
    <w:rsid w:val="00645FFA"/>
    <w:rsid w:val="00647C77"/>
    <w:rsid w:val="00651B12"/>
    <w:rsid w:val="00651C98"/>
    <w:rsid w:val="00651E1D"/>
    <w:rsid w:val="00652785"/>
    <w:rsid w:val="00653971"/>
    <w:rsid w:val="00653FC5"/>
    <w:rsid w:val="0065522A"/>
    <w:rsid w:val="006558DC"/>
    <w:rsid w:val="006567AB"/>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080B"/>
    <w:rsid w:val="006711A3"/>
    <w:rsid w:val="00671BE3"/>
    <w:rsid w:val="00672457"/>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278"/>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BD6"/>
    <w:rsid w:val="006A2CC7"/>
    <w:rsid w:val="006A2F5C"/>
    <w:rsid w:val="006A367F"/>
    <w:rsid w:val="006A36B6"/>
    <w:rsid w:val="006A36CA"/>
    <w:rsid w:val="006A3BBF"/>
    <w:rsid w:val="006A41DC"/>
    <w:rsid w:val="006A43BF"/>
    <w:rsid w:val="006A5B17"/>
    <w:rsid w:val="006A60D0"/>
    <w:rsid w:val="006A64D0"/>
    <w:rsid w:val="006A6E00"/>
    <w:rsid w:val="006A729C"/>
    <w:rsid w:val="006A74BB"/>
    <w:rsid w:val="006A7F82"/>
    <w:rsid w:val="006A7FE3"/>
    <w:rsid w:val="006B0548"/>
    <w:rsid w:val="006B1517"/>
    <w:rsid w:val="006B28F2"/>
    <w:rsid w:val="006B2A13"/>
    <w:rsid w:val="006B2A33"/>
    <w:rsid w:val="006B2A66"/>
    <w:rsid w:val="006B2E07"/>
    <w:rsid w:val="006B323B"/>
    <w:rsid w:val="006B377E"/>
    <w:rsid w:val="006B3F95"/>
    <w:rsid w:val="006B4959"/>
    <w:rsid w:val="006B4BDD"/>
    <w:rsid w:val="006B4CF0"/>
    <w:rsid w:val="006B4DC9"/>
    <w:rsid w:val="006B5847"/>
    <w:rsid w:val="006B67AC"/>
    <w:rsid w:val="006B7B1F"/>
    <w:rsid w:val="006B7EA1"/>
    <w:rsid w:val="006C03DF"/>
    <w:rsid w:val="006C0479"/>
    <w:rsid w:val="006C116C"/>
    <w:rsid w:val="006C1776"/>
    <w:rsid w:val="006C1C20"/>
    <w:rsid w:val="006C2130"/>
    <w:rsid w:val="006C3518"/>
    <w:rsid w:val="006C3A51"/>
    <w:rsid w:val="006C3E01"/>
    <w:rsid w:val="006C44EA"/>
    <w:rsid w:val="006C4B61"/>
    <w:rsid w:val="006C4C9C"/>
    <w:rsid w:val="006C5022"/>
    <w:rsid w:val="006C508D"/>
    <w:rsid w:val="006C55E4"/>
    <w:rsid w:val="006C5E15"/>
    <w:rsid w:val="006C67A0"/>
    <w:rsid w:val="006C6A8B"/>
    <w:rsid w:val="006C6D72"/>
    <w:rsid w:val="006C6EFA"/>
    <w:rsid w:val="006C76A6"/>
    <w:rsid w:val="006C7749"/>
    <w:rsid w:val="006C79C9"/>
    <w:rsid w:val="006D0210"/>
    <w:rsid w:val="006D0482"/>
    <w:rsid w:val="006D29E4"/>
    <w:rsid w:val="006D2B91"/>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CB7"/>
    <w:rsid w:val="006E0D3B"/>
    <w:rsid w:val="006E0F0F"/>
    <w:rsid w:val="006E1250"/>
    <w:rsid w:val="006E2020"/>
    <w:rsid w:val="006E3F84"/>
    <w:rsid w:val="006E44DA"/>
    <w:rsid w:val="006E5524"/>
    <w:rsid w:val="006E617C"/>
    <w:rsid w:val="006E67B8"/>
    <w:rsid w:val="006E7150"/>
    <w:rsid w:val="006F0843"/>
    <w:rsid w:val="006F113B"/>
    <w:rsid w:val="006F19F3"/>
    <w:rsid w:val="006F25B8"/>
    <w:rsid w:val="006F2717"/>
    <w:rsid w:val="006F303A"/>
    <w:rsid w:val="006F3CA5"/>
    <w:rsid w:val="006F49FC"/>
    <w:rsid w:val="006F4AC2"/>
    <w:rsid w:val="006F56EB"/>
    <w:rsid w:val="006F5AAC"/>
    <w:rsid w:val="006F6598"/>
    <w:rsid w:val="006F6C00"/>
    <w:rsid w:val="006F701C"/>
    <w:rsid w:val="00701532"/>
    <w:rsid w:val="00701921"/>
    <w:rsid w:val="00702872"/>
    <w:rsid w:val="00702FA1"/>
    <w:rsid w:val="00703BFC"/>
    <w:rsid w:val="00705DE6"/>
    <w:rsid w:val="00705F9C"/>
    <w:rsid w:val="00706152"/>
    <w:rsid w:val="0070797F"/>
    <w:rsid w:val="00707F06"/>
    <w:rsid w:val="0071015D"/>
    <w:rsid w:val="007111D9"/>
    <w:rsid w:val="0071141A"/>
    <w:rsid w:val="0071174A"/>
    <w:rsid w:val="0071330F"/>
    <w:rsid w:val="00713FDD"/>
    <w:rsid w:val="007147C1"/>
    <w:rsid w:val="00714CE6"/>
    <w:rsid w:val="007152F5"/>
    <w:rsid w:val="00715761"/>
    <w:rsid w:val="0071730F"/>
    <w:rsid w:val="00717E7A"/>
    <w:rsid w:val="0072058D"/>
    <w:rsid w:val="00720813"/>
    <w:rsid w:val="00720EFD"/>
    <w:rsid w:val="007215D6"/>
    <w:rsid w:val="0072178D"/>
    <w:rsid w:val="00721B9F"/>
    <w:rsid w:val="007220E4"/>
    <w:rsid w:val="00722549"/>
    <w:rsid w:val="00722AEF"/>
    <w:rsid w:val="00722F71"/>
    <w:rsid w:val="00723250"/>
    <w:rsid w:val="0072331B"/>
    <w:rsid w:val="00723329"/>
    <w:rsid w:val="007237A3"/>
    <w:rsid w:val="007243F2"/>
    <w:rsid w:val="00724A40"/>
    <w:rsid w:val="00725067"/>
    <w:rsid w:val="0072508E"/>
    <w:rsid w:val="00725A35"/>
    <w:rsid w:val="0072669A"/>
    <w:rsid w:val="00726C1E"/>
    <w:rsid w:val="0072797F"/>
    <w:rsid w:val="00727B82"/>
    <w:rsid w:val="00730174"/>
    <w:rsid w:val="007302BD"/>
    <w:rsid w:val="007312AC"/>
    <w:rsid w:val="007318D1"/>
    <w:rsid w:val="00731DA3"/>
    <w:rsid w:val="0073200A"/>
    <w:rsid w:val="007322C2"/>
    <w:rsid w:val="007323FA"/>
    <w:rsid w:val="007325FE"/>
    <w:rsid w:val="00732B8F"/>
    <w:rsid w:val="00732BE3"/>
    <w:rsid w:val="00732FF2"/>
    <w:rsid w:val="00733AB8"/>
    <w:rsid w:val="00733E52"/>
    <w:rsid w:val="00734194"/>
    <w:rsid w:val="00734311"/>
    <w:rsid w:val="007351C7"/>
    <w:rsid w:val="0073528D"/>
    <w:rsid w:val="007365FB"/>
    <w:rsid w:val="0073664C"/>
    <w:rsid w:val="007372E1"/>
    <w:rsid w:val="00737943"/>
    <w:rsid w:val="0074200B"/>
    <w:rsid w:val="007420CA"/>
    <w:rsid w:val="00742FB0"/>
    <w:rsid w:val="00744592"/>
    <w:rsid w:val="00744BA4"/>
    <w:rsid w:val="00745DD0"/>
    <w:rsid w:val="007460C6"/>
    <w:rsid w:val="007462CF"/>
    <w:rsid w:val="00746FD8"/>
    <w:rsid w:val="00747203"/>
    <w:rsid w:val="00747557"/>
    <w:rsid w:val="00747A9B"/>
    <w:rsid w:val="007502F0"/>
    <w:rsid w:val="00750DBE"/>
    <w:rsid w:val="0075162C"/>
    <w:rsid w:val="007518D8"/>
    <w:rsid w:val="00752F4F"/>
    <w:rsid w:val="007531C2"/>
    <w:rsid w:val="00754546"/>
    <w:rsid w:val="00754830"/>
    <w:rsid w:val="00754BE4"/>
    <w:rsid w:val="00754C1E"/>
    <w:rsid w:val="00754E63"/>
    <w:rsid w:val="00755253"/>
    <w:rsid w:val="0075561F"/>
    <w:rsid w:val="007556C2"/>
    <w:rsid w:val="00755803"/>
    <w:rsid w:val="007558C9"/>
    <w:rsid w:val="007601A2"/>
    <w:rsid w:val="00761BA8"/>
    <w:rsid w:val="00763286"/>
    <w:rsid w:val="00763445"/>
    <w:rsid w:val="0076431A"/>
    <w:rsid w:val="007648CB"/>
    <w:rsid w:val="00764E04"/>
    <w:rsid w:val="00765AE5"/>
    <w:rsid w:val="00765B3D"/>
    <w:rsid w:val="007668AD"/>
    <w:rsid w:val="00766DA1"/>
    <w:rsid w:val="00767225"/>
    <w:rsid w:val="007672A2"/>
    <w:rsid w:val="00767350"/>
    <w:rsid w:val="00771950"/>
    <w:rsid w:val="00771F07"/>
    <w:rsid w:val="007720E2"/>
    <w:rsid w:val="007737B8"/>
    <w:rsid w:val="00774651"/>
    <w:rsid w:val="00775395"/>
    <w:rsid w:val="007758DF"/>
    <w:rsid w:val="00775A1D"/>
    <w:rsid w:val="007774C5"/>
    <w:rsid w:val="00780667"/>
    <w:rsid w:val="007814E1"/>
    <w:rsid w:val="0078154D"/>
    <w:rsid w:val="00782042"/>
    <w:rsid w:val="007821F6"/>
    <w:rsid w:val="00782523"/>
    <w:rsid w:val="00782C2B"/>
    <w:rsid w:val="00782D99"/>
    <w:rsid w:val="00782F03"/>
    <w:rsid w:val="00782F26"/>
    <w:rsid w:val="00783593"/>
    <w:rsid w:val="00783B51"/>
    <w:rsid w:val="00783C8F"/>
    <w:rsid w:val="00783DD1"/>
    <w:rsid w:val="00784140"/>
    <w:rsid w:val="007845C2"/>
    <w:rsid w:val="007849F0"/>
    <w:rsid w:val="00784C1F"/>
    <w:rsid w:val="007853B3"/>
    <w:rsid w:val="00785AE5"/>
    <w:rsid w:val="007861AF"/>
    <w:rsid w:val="00786380"/>
    <w:rsid w:val="00786395"/>
    <w:rsid w:val="00787F81"/>
    <w:rsid w:val="00790375"/>
    <w:rsid w:val="0079086F"/>
    <w:rsid w:val="00791061"/>
    <w:rsid w:val="0079148C"/>
    <w:rsid w:val="007916A1"/>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22F3"/>
    <w:rsid w:val="007A33DF"/>
    <w:rsid w:val="007A3863"/>
    <w:rsid w:val="007A43C2"/>
    <w:rsid w:val="007A551A"/>
    <w:rsid w:val="007A5633"/>
    <w:rsid w:val="007A577F"/>
    <w:rsid w:val="007A5919"/>
    <w:rsid w:val="007A60B9"/>
    <w:rsid w:val="007A6F8D"/>
    <w:rsid w:val="007A7075"/>
    <w:rsid w:val="007A7814"/>
    <w:rsid w:val="007B0358"/>
    <w:rsid w:val="007B0AFE"/>
    <w:rsid w:val="007B1726"/>
    <w:rsid w:val="007B1B35"/>
    <w:rsid w:val="007B3D7F"/>
    <w:rsid w:val="007B4213"/>
    <w:rsid w:val="007B4400"/>
    <w:rsid w:val="007B441A"/>
    <w:rsid w:val="007B4679"/>
    <w:rsid w:val="007B4D3E"/>
    <w:rsid w:val="007B587F"/>
    <w:rsid w:val="007B5BC9"/>
    <w:rsid w:val="007B5DEF"/>
    <w:rsid w:val="007B701F"/>
    <w:rsid w:val="007C05BE"/>
    <w:rsid w:val="007C0758"/>
    <w:rsid w:val="007C0FAA"/>
    <w:rsid w:val="007C30AB"/>
    <w:rsid w:val="007C3704"/>
    <w:rsid w:val="007C4269"/>
    <w:rsid w:val="007C5D7F"/>
    <w:rsid w:val="007C5FC2"/>
    <w:rsid w:val="007C6289"/>
    <w:rsid w:val="007C699B"/>
    <w:rsid w:val="007C6C19"/>
    <w:rsid w:val="007C7767"/>
    <w:rsid w:val="007D011C"/>
    <w:rsid w:val="007D03F8"/>
    <w:rsid w:val="007D04CC"/>
    <w:rsid w:val="007D127A"/>
    <w:rsid w:val="007D2202"/>
    <w:rsid w:val="007D22A5"/>
    <w:rsid w:val="007D252E"/>
    <w:rsid w:val="007D2A78"/>
    <w:rsid w:val="007D2AA4"/>
    <w:rsid w:val="007D302E"/>
    <w:rsid w:val="007D375D"/>
    <w:rsid w:val="007D3BAE"/>
    <w:rsid w:val="007D3F60"/>
    <w:rsid w:val="007D433B"/>
    <w:rsid w:val="007D47A7"/>
    <w:rsid w:val="007D5A30"/>
    <w:rsid w:val="007D5E0A"/>
    <w:rsid w:val="007D67CB"/>
    <w:rsid w:val="007D6870"/>
    <w:rsid w:val="007D7213"/>
    <w:rsid w:val="007D7BBB"/>
    <w:rsid w:val="007E2C05"/>
    <w:rsid w:val="007E3C1E"/>
    <w:rsid w:val="007E3E02"/>
    <w:rsid w:val="007E420D"/>
    <w:rsid w:val="007E54C6"/>
    <w:rsid w:val="007E57F8"/>
    <w:rsid w:val="007E5A62"/>
    <w:rsid w:val="007E5ADF"/>
    <w:rsid w:val="007E6355"/>
    <w:rsid w:val="007F064D"/>
    <w:rsid w:val="007F31E7"/>
    <w:rsid w:val="007F4287"/>
    <w:rsid w:val="007F4542"/>
    <w:rsid w:val="007F49B0"/>
    <w:rsid w:val="007F49BC"/>
    <w:rsid w:val="007F4E35"/>
    <w:rsid w:val="007F5DBD"/>
    <w:rsid w:val="007F71BB"/>
    <w:rsid w:val="007F71DC"/>
    <w:rsid w:val="007F7DC3"/>
    <w:rsid w:val="008003F8"/>
    <w:rsid w:val="00800FBF"/>
    <w:rsid w:val="00801378"/>
    <w:rsid w:val="008033DA"/>
    <w:rsid w:val="00805206"/>
    <w:rsid w:val="00805AE4"/>
    <w:rsid w:val="008065EB"/>
    <w:rsid w:val="00806711"/>
    <w:rsid w:val="008072D9"/>
    <w:rsid w:val="0080767B"/>
    <w:rsid w:val="008076FA"/>
    <w:rsid w:val="00807DC3"/>
    <w:rsid w:val="00810876"/>
    <w:rsid w:val="008108D3"/>
    <w:rsid w:val="00810931"/>
    <w:rsid w:val="00810FC5"/>
    <w:rsid w:val="0081104C"/>
    <w:rsid w:val="00812479"/>
    <w:rsid w:val="00812748"/>
    <w:rsid w:val="00812968"/>
    <w:rsid w:val="00812BA2"/>
    <w:rsid w:val="0081316E"/>
    <w:rsid w:val="00813369"/>
    <w:rsid w:val="00813ECA"/>
    <w:rsid w:val="00813F94"/>
    <w:rsid w:val="0081411E"/>
    <w:rsid w:val="008163AC"/>
    <w:rsid w:val="00817BC5"/>
    <w:rsid w:val="008208C4"/>
    <w:rsid w:val="00820FDF"/>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C22"/>
    <w:rsid w:val="00826F68"/>
    <w:rsid w:val="0083149D"/>
    <w:rsid w:val="008318DE"/>
    <w:rsid w:val="00831D49"/>
    <w:rsid w:val="0083362D"/>
    <w:rsid w:val="008348FB"/>
    <w:rsid w:val="00836CB4"/>
    <w:rsid w:val="00840A78"/>
    <w:rsid w:val="00840E62"/>
    <w:rsid w:val="00841A9C"/>
    <w:rsid w:val="00841D40"/>
    <w:rsid w:val="00841DF5"/>
    <w:rsid w:val="008439F2"/>
    <w:rsid w:val="00843D38"/>
    <w:rsid w:val="00845CF6"/>
    <w:rsid w:val="00845E84"/>
    <w:rsid w:val="00846977"/>
    <w:rsid w:val="00850623"/>
    <w:rsid w:val="00851514"/>
    <w:rsid w:val="00851780"/>
    <w:rsid w:val="00851B0C"/>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39A"/>
    <w:rsid w:val="0085766B"/>
    <w:rsid w:val="0085778F"/>
    <w:rsid w:val="008579CB"/>
    <w:rsid w:val="0086018B"/>
    <w:rsid w:val="008607CF"/>
    <w:rsid w:val="00860A3D"/>
    <w:rsid w:val="00861B7C"/>
    <w:rsid w:val="008623F2"/>
    <w:rsid w:val="008628A3"/>
    <w:rsid w:val="0086355D"/>
    <w:rsid w:val="008636F2"/>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30DD"/>
    <w:rsid w:val="00873CD1"/>
    <w:rsid w:val="00874635"/>
    <w:rsid w:val="0087547E"/>
    <w:rsid w:val="0087589C"/>
    <w:rsid w:val="00875EC2"/>
    <w:rsid w:val="00875ED7"/>
    <w:rsid w:val="00876032"/>
    <w:rsid w:val="008760CE"/>
    <w:rsid w:val="00876365"/>
    <w:rsid w:val="008763E6"/>
    <w:rsid w:val="008765E4"/>
    <w:rsid w:val="0087660F"/>
    <w:rsid w:val="00877177"/>
    <w:rsid w:val="0087731C"/>
    <w:rsid w:val="00877788"/>
    <w:rsid w:val="00877A1A"/>
    <w:rsid w:val="00877F31"/>
    <w:rsid w:val="00880123"/>
    <w:rsid w:val="00880CF7"/>
    <w:rsid w:val="0088132A"/>
    <w:rsid w:val="008818B0"/>
    <w:rsid w:val="0088251F"/>
    <w:rsid w:val="0088409C"/>
    <w:rsid w:val="00884288"/>
    <w:rsid w:val="008843B0"/>
    <w:rsid w:val="00884A53"/>
    <w:rsid w:val="008867CB"/>
    <w:rsid w:val="00886B51"/>
    <w:rsid w:val="00886EC9"/>
    <w:rsid w:val="00887552"/>
    <w:rsid w:val="00891BCF"/>
    <w:rsid w:val="008934B0"/>
    <w:rsid w:val="008935A2"/>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2C4B"/>
    <w:rsid w:val="008A2E3E"/>
    <w:rsid w:val="008A37E5"/>
    <w:rsid w:val="008A434A"/>
    <w:rsid w:val="008A4622"/>
    <w:rsid w:val="008A4644"/>
    <w:rsid w:val="008A4A6B"/>
    <w:rsid w:val="008A5310"/>
    <w:rsid w:val="008A5563"/>
    <w:rsid w:val="008A5C77"/>
    <w:rsid w:val="008A5EB9"/>
    <w:rsid w:val="008A6776"/>
    <w:rsid w:val="008A7AF5"/>
    <w:rsid w:val="008B0033"/>
    <w:rsid w:val="008B1231"/>
    <w:rsid w:val="008B1594"/>
    <w:rsid w:val="008B20A9"/>
    <w:rsid w:val="008B24A6"/>
    <w:rsid w:val="008B3478"/>
    <w:rsid w:val="008B3B7B"/>
    <w:rsid w:val="008B3CCE"/>
    <w:rsid w:val="008B40B2"/>
    <w:rsid w:val="008B5649"/>
    <w:rsid w:val="008B6128"/>
    <w:rsid w:val="008B652D"/>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4A0C"/>
    <w:rsid w:val="008C4B83"/>
    <w:rsid w:val="008C502E"/>
    <w:rsid w:val="008C55A1"/>
    <w:rsid w:val="008C5A20"/>
    <w:rsid w:val="008C5D4E"/>
    <w:rsid w:val="008C65C8"/>
    <w:rsid w:val="008C6639"/>
    <w:rsid w:val="008C6F21"/>
    <w:rsid w:val="008C7FEE"/>
    <w:rsid w:val="008D120D"/>
    <w:rsid w:val="008D1C1C"/>
    <w:rsid w:val="008D1D84"/>
    <w:rsid w:val="008D1E89"/>
    <w:rsid w:val="008D1F32"/>
    <w:rsid w:val="008D2867"/>
    <w:rsid w:val="008D2EB7"/>
    <w:rsid w:val="008D3494"/>
    <w:rsid w:val="008D4241"/>
    <w:rsid w:val="008D496F"/>
    <w:rsid w:val="008D57BC"/>
    <w:rsid w:val="008D5AF4"/>
    <w:rsid w:val="008D7075"/>
    <w:rsid w:val="008D7215"/>
    <w:rsid w:val="008D7EB1"/>
    <w:rsid w:val="008E09ED"/>
    <w:rsid w:val="008E0F2D"/>
    <w:rsid w:val="008E101C"/>
    <w:rsid w:val="008E158E"/>
    <w:rsid w:val="008E1CA5"/>
    <w:rsid w:val="008E2406"/>
    <w:rsid w:val="008E2407"/>
    <w:rsid w:val="008E2568"/>
    <w:rsid w:val="008E31AE"/>
    <w:rsid w:val="008E36FD"/>
    <w:rsid w:val="008E394C"/>
    <w:rsid w:val="008E3F8E"/>
    <w:rsid w:val="008E4112"/>
    <w:rsid w:val="008E41E4"/>
    <w:rsid w:val="008E4633"/>
    <w:rsid w:val="008E4F19"/>
    <w:rsid w:val="008E4FC0"/>
    <w:rsid w:val="008E6892"/>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1ADA"/>
    <w:rsid w:val="00902C55"/>
    <w:rsid w:val="00902DE7"/>
    <w:rsid w:val="009035DD"/>
    <w:rsid w:val="00903F16"/>
    <w:rsid w:val="00903F69"/>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2B31"/>
    <w:rsid w:val="00913D85"/>
    <w:rsid w:val="009144D1"/>
    <w:rsid w:val="009149A7"/>
    <w:rsid w:val="00914BD4"/>
    <w:rsid w:val="00914D4B"/>
    <w:rsid w:val="00914F79"/>
    <w:rsid w:val="0091557D"/>
    <w:rsid w:val="009157AF"/>
    <w:rsid w:val="00915E39"/>
    <w:rsid w:val="009160CE"/>
    <w:rsid w:val="00916418"/>
    <w:rsid w:val="00916695"/>
    <w:rsid w:val="00916B2B"/>
    <w:rsid w:val="00916C7F"/>
    <w:rsid w:val="00916DDC"/>
    <w:rsid w:val="00917104"/>
    <w:rsid w:val="00917227"/>
    <w:rsid w:val="00917329"/>
    <w:rsid w:val="009175DD"/>
    <w:rsid w:val="009175F1"/>
    <w:rsid w:val="009200DC"/>
    <w:rsid w:val="00920CF0"/>
    <w:rsid w:val="00921492"/>
    <w:rsid w:val="009220DC"/>
    <w:rsid w:val="00922398"/>
    <w:rsid w:val="009225CA"/>
    <w:rsid w:val="00922846"/>
    <w:rsid w:val="00923264"/>
    <w:rsid w:val="009234FB"/>
    <w:rsid w:val="0092452E"/>
    <w:rsid w:val="009247AB"/>
    <w:rsid w:val="00924912"/>
    <w:rsid w:val="009256F9"/>
    <w:rsid w:val="00925E62"/>
    <w:rsid w:val="009266B1"/>
    <w:rsid w:val="0092733A"/>
    <w:rsid w:val="00927BCE"/>
    <w:rsid w:val="00930478"/>
    <w:rsid w:val="00930538"/>
    <w:rsid w:val="009319F5"/>
    <w:rsid w:val="009321AA"/>
    <w:rsid w:val="00933223"/>
    <w:rsid w:val="00933F71"/>
    <w:rsid w:val="00934247"/>
    <w:rsid w:val="0093528E"/>
    <w:rsid w:val="00935B47"/>
    <w:rsid w:val="009374EA"/>
    <w:rsid w:val="0093753A"/>
    <w:rsid w:val="00937BBA"/>
    <w:rsid w:val="00937BF2"/>
    <w:rsid w:val="00937CFC"/>
    <w:rsid w:val="00940707"/>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46C"/>
    <w:rsid w:val="009475A0"/>
    <w:rsid w:val="009476B1"/>
    <w:rsid w:val="00947BCB"/>
    <w:rsid w:val="00950229"/>
    <w:rsid w:val="00950423"/>
    <w:rsid w:val="00950FFC"/>
    <w:rsid w:val="0095275F"/>
    <w:rsid w:val="00952DCF"/>
    <w:rsid w:val="00954056"/>
    <w:rsid w:val="009544EE"/>
    <w:rsid w:val="009559DD"/>
    <w:rsid w:val="00955BCC"/>
    <w:rsid w:val="00955CB0"/>
    <w:rsid w:val="0095647B"/>
    <w:rsid w:val="00956D97"/>
    <w:rsid w:val="009575BC"/>
    <w:rsid w:val="00957B47"/>
    <w:rsid w:val="00961BE8"/>
    <w:rsid w:val="00961EFE"/>
    <w:rsid w:val="009626F5"/>
    <w:rsid w:val="00962DDD"/>
    <w:rsid w:val="00963273"/>
    <w:rsid w:val="00963493"/>
    <w:rsid w:val="00963B9B"/>
    <w:rsid w:val="0096415C"/>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185"/>
    <w:rsid w:val="0097455B"/>
    <w:rsid w:val="0097498F"/>
    <w:rsid w:val="00975850"/>
    <w:rsid w:val="00975D36"/>
    <w:rsid w:val="00976006"/>
    <w:rsid w:val="00976960"/>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1D24"/>
    <w:rsid w:val="00991D88"/>
    <w:rsid w:val="00992E0E"/>
    <w:rsid w:val="00993F61"/>
    <w:rsid w:val="0099513D"/>
    <w:rsid w:val="00995E08"/>
    <w:rsid w:val="00996227"/>
    <w:rsid w:val="00996315"/>
    <w:rsid w:val="00997ACC"/>
    <w:rsid w:val="009A04BC"/>
    <w:rsid w:val="009A0547"/>
    <w:rsid w:val="009A12FE"/>
    <w:rsid w:val="009A3256"/>
    <w:rsid w:val="009A3AC2"/>
    <w:rsid w:val="009A435A"/>
    <w:rsid w:val="009A44C9"/>
    <w:rsid w:val="009A56E3"/>
    <w:rsid w:val="009A59C8"/>
    <w:rsid w:val="009A6479"/>
    <w:rsid w:val="009A6CA1"/>
    <w:rsid w:val="009A6D29"/>
    <w:rsid w:val="009A78EC"/>
    <w:rsid w:val="009A7DCE"/>
    <w:rsid w:val="009B1306"/>
    <w:rsid w:val="009B1548"/>
    <w:rsid w:val="009B1831"/>
    <w:rsid w:val="009B1EA1"/>
    <w:rsid w:val="009B3C26"/>
    <w:rsid w:val="009B3E24"/>
    <w:rsid w:val="009B4645"/>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C04"/>
    <w:rsid w:val="009D1F08"/>
    <w:rsid w:val="009D1F67"/>
    <w:rsid w:val="009D242E"/>
    <w:rsid w:val="009D2EA2"/>
    <w:rsid w:val="009D3B6F"/>
    <w:rsid w:val="009D3B92"/>
    <w:rsid w:val="009D4045"/>
    <w:rsid w:val="009D4936"/>
    <w:rsid w:val="009D5AC1"/>
    <w:rsid w:val="009D7010"/>
    <w:rsid w:val="009D71B7"/>
    <w:rsid w:val="009D7318"/>
    <w:rsid w:val="009D7555"/>
    <w:rsid w:val="009E0273"/>
    <w:rsid w:val="009E0ED3"/>
    <w:rsid w:val="009E16FC"/>
    <w:rsid w:val="009E195E"/>
    <w:rsid w:val="009E22CC"/>
    <w:rsid w:val="009E272E"/>
    <w:rsid w:val="009E30CE"/>
    <w:rsid w:val="009E330F"/>
    <w:rsid w:val="009E33FD"/>
    <w:rsid w:val="009E49D5"/>
    <w:rsid w:val="009E4CDF"/>
    <w:rsid w:val="009E577F"/>
    <w:rsid w:val="009E5DEA"/>
    <w:rsid w:val="009E7206"/>
    <w:rsid w:val="009E7659"/>
    <w:rsid w:val="009E7956"/>
    <w:rsid w:val="009E7986"/>
    <w:rsid w:val="009F0969"/>
    <w:rsid w:val="009F11AA"/>
    <w:rsid w:val="009F158A"/>
    <w:rsid w:val="009F1DDB"/>
    <w:rsid w:val="009F1EDF"/>
    <w:rsid w:val="009F2593"/>
    <w:rsid w:val="009F29EC"/>
    <w:rsid w:val="009F2A7C"/>
    <w:rsid w:val="009F3168"/>
    <w:rsid w:val="009F45A2"/>
    <w:rsid w:val="009F45DD"/>
    <w:rsid w:val="009F4930"/>
    <w:rsid w:val="009F58CA"/>
    <w:rsid w:val="009F5B92"/>
    <w:rsid w:val="009F5DAF"/>
    <w:rsid w:val="009F68F1"/>
    <w:rsid w:val="009F6BAB"/>
    <w:rsid w:val="00A009B5"/>
    <w:rsid w:val="00A00A42"/>
    <w:rsid w:val="00A032F5"/>
    <w:rsid w:val="00A038B3"/>
    <w:rsid w:val="00A03E40"/>
    <w:rsid w:val="00A03E4D"/>
    <w:rsid w:val="00A0419B"/>
    <w:rsid w:val="00A04619"/>
    <w:rsid w:val="00A04B01"/>
    <w:rsid w:val="00A0627B"/>
    <w:rsid w:val="00A06391"/>
    <w:rsid w:val="00A0676E"/>
    <w:rsid w:val="00A06A32"/>
    <w:rsid w:val="00A077A7"/>
    <w:rsid w:val="00A07B38"/>
    <w:rsid w:val="00A07C62"/>
    <w:rsid w:val="00A07FAD"/>
    <w:rsid w:val="00A1082D"/>
    <w:rsid w:val="00A10D88"/>
    <w:rsid w:val="00A11636"/>
    <w:rsid w:val="00A11671"/>
    <w:rsid w:val="00A11DD8"/>
    <w:rsid w:val="00A12665"/>
    <w:rsid w:val="00A14B79"/>
    <w:rsid w:val="00A14EC8"/>
    <w:rsid w:val="00A1596F"/>
    <w:rsid w:val="00A15CC6"/>
    <w:rsid w:val="00A15E20"/>
    <w:rsid w:val="00A15EF2"/>
    <w:rsid w:val="00A163CC"/>
    <w:rsid w:val="00A1747E"/>
    <w:rsid w:val="00A178D3"/>
    <w:rsid w:val="00A17F74"/>
    <w:rsid w:val="00A2150C"/>
    <w:rsid w:val="00A22441"/>
    <w:rsid w:val="00A22786"/>
    <w:rsid w:val="00A22A5D"/>
    <w:rsid w:val="00A22AC7"/>
    <w:rsid w:val="00A22C92"/>
    <w:rsid w:val="00A22D12"/>
    <w:rsid w:val="00A23863"/>
    <w:rsid w:val="00A23B93"/>
    <w:rsid w:val="00A2402A"/>
    <w:rsid w:val="00A246D9"/>
    <w:rsid w:val="00A255AC"/>
    <w:rsid w:val="00A256A3"/>
    <w:rsid w:val="00A25E09"/>
    <w:rsid w:val="00A26168"/>
    <w:rsid w:val="00A2641C"/>
    <w:rsid w:val="00A26836"/>
    <w:rsid w:val="00A2728B"/>
    <w:rsid w:val="00A2774A"/>
    <w:rsid w:val="00A3307B"/>
    <w:rsid w:val="00A337A9"/>
    <w:rsid w:val="00A33BCC"/>
    <w:rsid w:val="00A345FF"/>
    <w:rsid w:val="00A34CF7"/>
    <w:rsid w:val="00A3557B"/>
    <w:rsid w:val="00A35BD9"/>
    <w:rsid w:val="00A36AA3"/>
    <w:rsid w:val="00A3713E"/>
    <w:rsid w:val="00A3733F"/>
    <w:rsid w:val="00A3755B"/>
    <w:rsid w:val="00A37945"/>
    <w:rsid w:val="00A4003A"/>
    <w:rsid w:val="00A4072E"/>
    <w:rsid w:val="00A40E41"/>
    <w:rsid w:val="00A412DF"/>
    <w:rsid w:val="00A42492"/>
    <w:rsid w:val="00A4275B"/>
    <w:rsid w:val="00A42B50"/>
    <w:rsid w:val="00A43E51"/>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1DA1"/>
    <w:rsid w:val="00A521D8"/>
    <w:rsid w:val="00A542C4"/>
    <w:rsid w:val="00A544DE"/>
    <w:rsid w:val="00A545D3"/>
    <w:rsid w:val="00A5480A"/>
    <w:rsid w:val="00A549FB"/>
    <w:rsid w:val="00A55338"/>
    <w:rsid w:val="00A557B0"/>
    <w:rsid w:val="00A56771"/>
    <w:rsid w:val="00A56F0C"/>
    <w:rsid w:val="00A57301"/>
    <w:rsid w:val="00A5760C"/>
    <w:rsid w:val="00A57B30"/>
    <w:rsid w:val="00A57FF9"/>
    <w:rsid w:val="00A606BD"/>
    <w:rsid w:val="00A611AD"/>
    <w:rsid w:val="00A613A8"/>
    <w:rsid w:val="00A616AB"/>
    <w:rsid w:val="00A61CE2"/>
    <w:rsid w:val="00A62614"/>
    <w:rsid w:val="00A629BE"/>
    <w:rsid w:val="00A63E7D"/>
    <w:rsid w:val="00A64269"/>
    <w:rsid w:val="00A6435D"/>
    <w:rsid w:val="00A6447A"/>
    <w:rsid w:val="00A64532"/>
    <w:rsid w:val="00A6482F"/>
    <w:rsid w:val="00A64E44"/>
    <w:rsid w:val="00A6557A"/>
    <w:rsid w:val="00A65BA5"/>
    <w:rsid w:val="00A6682F"/>
    <w:rsid w:val="00A6707E"/>
    <w:rsid w:val="00A670D8"/>
    <w:rsid w:val="00A67880"/>
    <w:rsid w:val="00A67927"/>
    <w:rsid w:val="00A67B4D"/>
    <w:rsid w:val="00A67CAE"/>
    <w:rsid w:val="00A70331"/>
    <w:rsid w:val="00A704D7"/>
    <w:rsid w:val="00A706EB"/>
    <w:rsid w:val="00A71722"/>
    <w:rsid w:val="00A74BF0"/>
    <w:rsid w:val="00A74D08"/>
    <w:rsid w:val="00A75C69"/>
    <w:rsid w:val="00A75E75"/>
    <w:rsid w:val="00A7681B"/>
    <w:rsid w:val="00A76830"/>
    <w:rsid w:val="00A76CD9"/>
    <w:rsid w:val="00A77F3A"/>
    <w:rsid w:val="00A81F32"/>
    <w:rsid w:val="00A8218C"/>
    <w:rsid w:val="00A82CDD"/>
    <w:rsid w:val="00A835D8"/>
    <w:rsid w:val="00A83972"/>
    <w:rsid w:val="00A83A19"/>
    <w:rsid w:val="00A8483D"/>
    <w:rsid w:val="00A85D83"/>
    <w:rsid w:val="00A85DCB"/>
    <w:rsid w:val="00A86D1D"/>
    <w:rsid w:val="00A87F00"/>
    <w:rsid w:val="00A90D79"/>
    <w:rsid w:val="00A91280"/>
    <w:rsid w:val="00A913C8"/>
    <w:rsid w:val="00A92024"/>
    <w:rsid w:val="00A9260B"/>
    <w:rsid w:val="00A9380A"/>
    <w:rsid w:val="00A93FFB"/>
    <w:rsid w:val="00A95A39"/>
    <w:rsid w:val="00A968A3"/>
    <w:rsid w:val="00A9729D"/>
    <w:rsid w:val="00AA054F"/>
    <w:rsid w:val="00AA164C"/>
    <w:rsid w:val="00AA1A10"/>
    <w:rsid w:val="00AA1C3A"/>
    <w:rsid w:val="00AA261A"/>
    <w:rsid w:val="00AA2F4E"/>
    <w:rsid w:val="00AA354E"/>
    <w:rsid w:val="00AA355F"/>
    <w:rsid w:val="00AA3FB1"/>
    <w:rsid w:val="00AA4915"/>
    <w:rsid w:val="00AA5A1A"/>
    <w:rsid w:val="00AA5BCF"/>
    <w:rsid w:val="00AA5F7C"/>
    <w:rsid w:val="00AA6216"/>
    <w:rsid w:val="00AA63C2"/>
    <w:rsid w:val="00AA6BA6"/>
    <w:rsid w:val="00AA6E46"/>
    <w:rsid w:val="00AA78DF"/>
    <w:rsid w:val="00AA7BF7"/>
    <w:rsid w:val="00AA7E22"/>
    <w:rsid w:val="00AB01D3"/>
    <w:rsid w:val="00AB0243"/>
    <w:rsid w:val="00AB0A70"/>
    <w:rsid w:val="00AB0C06"/>
    <w:rsid w:val="00AB0E03"/>
    <w:rsid w:val="00AB11CF"/>
    <w:rsid w:val="00AB1368"/>
    <w:rsid w:val="00AB1859"/>
    <w:rsid w:val="00AB235D"/>
    <w:rsid w:val="00AB2569"/>
    <w:rsid w:val="00AB62C5"/>
    <w:rsid w:val="00AB6D20"/>
    <w:rsid w:val="00AB6E4E"/>
    <w:rsid w:val="00AB7BC2"/>
    <w:rsid w:val="00AC0994"/>
    <w:rsid w:val="00AC0D4F"/>
    <w:rsid w:val="00AC1317"/>
    <w:rsid w:val="00AC13F4"/>
    <w:rsid w:val="00AC1423"/>
    <w:rsid w:val="00AC288B"/>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250F"/>
    <w:rsid w:val="00AE30F7"/>
    <w:rsid w:val="00AE4C4B"/>
    <w:rsid w:val="00AE4ED7"/>
    <w:rsid w:val="00AE611F"/>
    <w:rsid w:val="00AE623A"/>
    <w:rsid w:val="00AE634C"/>
    <w:rsid w:val="00AE666A"/>
    <w:rsid w:val="00AE6E43"/>
    <w:rsid w:val="00AE70FD"/>
    <w:rsid w:val="00AE7A97"/>
    <w:rsid w:val="00AE7B21"/>
    <w:rsid w:val="00AF0C11"/>
    <w:rsid w:val="00AF2260"/>
    <w:rsid w:val="00AF2CAF"/>
    <w:rsid w:val="00AF2EF0"/>
    <w:rsid w:val="00AF3237"/>
    <w:rsid w:val="00AF3438"/>
    <w:rsid w:val="00AF35E8"/>
    <w:rsid w:val="00AF46BB"/>
    <w:rsid w:val="00AF46C5"/>
    <w:rsid w:val="00AF4B47"/>
    <w:rsid w:val="00AF4DF1"/>
    <w:rsid w:val="00AF4FD2"/>
    <w:rsid w:val="00AF53DB"/>
    <w:rsid w:val="00AF5491"/>
    <w:rsid w:val="00AF564D"/>
    <w:rsid w:val="00AF5D04"/>
    <w:rsid w:val="00AF68E8"/>
    <w:rsid w:val="00AF6C68"/>
    <w:rsid w:val="00AF771C"/>
    <w:rsid w:val="00AF79B8"/>
    <w:rsid w:val="00B0058D"/>
    <w:rsid w:val="00B01166"/>
    <w:rsid w:val="00B01641"/>
    <w:rsid w:val="00B01A32"/>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199F"/>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2BF5"/>
    <w:rsid w:val="00B231A5"/>
    <w:rsid w:val="00B236B6"/>
    <w:rsid w:val="00B2520C"/>
    <w:rsid w:val="00B25F74"/>
    <w:rsid w:val="00B2698F"/>
    <w:rsid w:val="00B276E1"/>
    <w:rsid w:val="00B300A6"/>
    <w:rsid w:val="00B30239"/>
    <w:rsid w:val="00B3048F"/>
    <w:rsid w:val="00B31248"/>
    <w:rsid w:val="00B317B7"/>
    <w:rsid w:val="00B31B7B"/>
    <w:rsid w:val="00B32264"/>
    <w:rsid w:val="00B32377"/>
    <w:rsid w:val="00B32A89"/>
    <w:rsid w:val="00B33303"/>
    <w:rsid w:val="00B333C2"/>
    <w:rsid w:val="00B33776"/>
    <w:rsid w:val="00B33CEA"/>
    <w:rsid w:val="00B354B6"/>
    <w:rsid w:val="00B36597"/>
    <w:rsid w:val="00B3676F"/>
    <w:rsid w:val="00B37973"/>
    <w:rsid w:val="00B4008F"/>
    <w:rsid w:val="00B40C7D"/>
    <w:rsid w:val="00B40D7A"/>
    <w:rsid w:val="00B41857"/>
    <w:rsid w:val="00B41924"/>
    <w:rsid w:val="00B41FC2"/>
    <w:rsid w:val="00B4255D"/>
    <w:rsid w:val="00B43459"/>
    <w:rsid w:val="00B43EAD"/>
    <w:rsid w:val="00B4448B"/>
    <w:rsid w:val="00B449BB"/>
    <w:rsid w:val="00B47117"/>
    <w:rsid w:val="00B4798D"/>
    <w:rsid w:val="00B47C27"/>
    <w:rsid w:val="00B5006E"/>
    <w:rsid w:val="00B50144"/>
    <w:rsid w:val="00B50350"/>
    <w:rsid w:val="00B5084E"/>
    <w:rsid w:val="00B50DCE"/>
    <w:rsid w:val="00B51DCF"/>
    <w:rsid w:val="00B5256C"/>
    <w:rsid w:val="00B527FA"/>
    <w:rsid w:val="00B52C2D"/>
    <w:rsid w:val="00B536E8"/>
    <w:rsid w:val="00B53CB5"/>
    <w:rsid w:val="00B55B42"/>
    <w:rsid w:val="00B5659A"/>
    <w:rsid w:val="00B568F9"/>
    <w:rsid w:val="00B5701E"/>
    <w:rsid w:val="00B5793A"/>
    <w:rsid w:val="00B61165"/>
    <w:rsid w:val="00B61CBA"/>
    <w:rsid w:val="00B61E10"/>
    <w:rsid w:val="00B62A00"/>
    <w:rsid w:val="00B631AE"/>
    <w:rsid w:val="00B63FAA"/>
    <w:rsid w:val="00B64532"/>
    <w:rsid w:val="00B645D1"/>
    <w:rsid w:val="00B645F3"/>
    <w:rsid w:val="00B645FD"/>
    <w:rsid w:val="00B6492D"/>
    <w:rsid w:val="00B64AAC"/>
    <w:rsid w:val="00B65837"/>
    <w:rsid w:val="00B66B71"/>
    <w:rsid w:val="00B670DD"/>
    <w:rsid w:val="00B677F3"/>
    <w:rsid w:val="00B7010E"/>
    <w:rsid w:val="00B7026C"/>
    <w:rsid w:val="00B70355"/>
    <w:rsid w:val="00B705A8"/>
    <w:rsid w:val="00B7082B"/>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3C27"/>
    <w:rsid w:val="00B840A9"/>
    <w:rsid w:val="00B848C4"/>
    <w:rsid w:val="00B859C9"/>
    <w:rsid w:val="00B86749"/>
    <w:rsid w:val="00B87747"/>
    <w:rsid w:val="00B87A9E"/>
    <w:rsid w:val="00B87D84"/>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3DFB"/>
    <w:rsid w:val="00BA4011"/>
    <w:rsid w:val="00BA4595"/>
    <w:rsid w:val="00BA4C2A"/>
    <w:rsid w:val="00BA578C"/>
    <w:rsid w:val="00BA598D"/>
    <w:rsid w:val="00BA5990"/>
    <w:rsid w:val="00BA6AC6"/>
    <w:rsid w:val="00BA6CE9"/>
    <w:rsid w:val="00BA75D5"/>
    <w:rsid w:val="00BA7812"/>
    <w:rsid w:val="00BA7F01"/>
    <w:rsid w:val="00BA7F6B"/>
    <w:rsid w:val="00BB004B"/>
    <w:rsid w:val="00BB15F4"/>
    <w:rsid w:val="00BB17A5"/>
    <w:rsid w:val="00BB1D24"/>
    <w:rsid w:val="00BB2D6C"/>
    <w:rsid w:val="00BB327A"/>
    <w:rsid w:val="00BB3B36"/>
    <w:rsid w:val="00BB3F21"/>
    <w:rsid w:val="00BB416A"/>
    <w:rsid w:val="00BB4B51"/>
    <w:rsid w:val="00BB4D30"/>
    <w:rsid w:val="00BB5990"/>
    <w:rsid w:val="00BB64B3"/>
    <w:rsid w:val="00BB66D7"/>
    <w:rsid w:val="00BB76BF"/>
    <w:rsid w:val="00BB7A22"/>
    <w:rsid w:val="00BC0079"/>
    <w:rsid w:val="00BC1216"/>
    <w:rsid w:val="00BC4A73"/>
    <w:rsid w:val="00BC4EAE"/>
    <w:rsid w:val="00BC5136"/>
    <w:rsid w:val="00BC5AAA"/>
    <w:rsid w:val="00BC5EC0"/>
    <w:rsid w:val="00BC67C3"/>
    <w:rsid w:val="00BD0371"/>
    <w:rsid w:val="00BD078B"/>
    <w:rsid w:val="00BD07AA"/>
    <w:rsid w:val="00BD07E2"/>
    <w:rsid w:val="00BD0F16"/>
    <w:rsid w:val="00BD0F50"/>
    <w:rsid w:val="00BD1582"/>
    <w:rsid w:val="00BD1B6D"/>
    <w:rsid w:val="00BD1D5B"/>
    <w:rsid w:val="00BD2069"/>
    <w:rsid w:val="00BD2528"/>
    <w:rsid w:val="00BD26BA"/>
    <w:rsid w:val="00BD2A73"/>
    <w:rsid w:val="00BD31F7"/>
    <w:rsid w:val="00BD3BB3"/>
    <w:rsid w:val="00BD411C"/>
    <w:rsid w:val="00BD4527"/>
    <w:rsid w:val="00BD46C3"/>
    <w:rsid w:val="00BD4CAF"/>
    <w:rsid w:val="00BD57FC"/>
    <w:rsid w:val="00BD5C7F"/>
    <w:rsid w:val="00BD684A"/>
    <w:rsid w:val="00BD6A8C"/>
    <w:rsid w:val="00BD6C05"/>
    <w:rsid w:val="00BD6D91"/>
    <w:rsid w:val="00BD7052"/>
    <w:rsid w:val="00BD7D93"/>
    <w:rsid w:val="00BE09DD"/>
    <w:rsid w:val="00BE2B2D"/>
    <w:rsid w:val="00BE3191"/>
    <w:rsid w:val="00BE3A45"/>
    <w:rsid w:val="00BE41A7"/>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4022"/>
    <w:rsid w:val="00C06B8B"/>
    <w:rsid w:val="00C07285"/>
    <w:rsid w:val="00C1047B"/>
    <w:rsid w:val="00C119D6"/>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6BB"/>
    <w:rsid w:val="00C16CDC"/>
    <w:rsid w:val="00C16D57"/>
    <w:rsid w:val="00C20291"/>
    <w:rsid w:val="00C202E2"/>
    <w:rsid w:val="00C2073A"/>
    <w:rsid w:val="00C20BDA"/>
    <w:rsid w:val="00C21761"/>
    <w:rsid w:val="00C21DE0"/>
    <w:rsid w:val="00C2227D"/>
    <w:rsid w:val="00C22458"/>
    <w:rsid w:val="00C22D61"/>
    <w:rsid w:val="00C236EC"/>
    <w:rsid w:val="00C2389A"/>
    <w:rsid w:val="00C23B2A"/>
    <w:rsid w:val="00C250CF"/>
    <w:rsid w:val="00C251F5"/>
    <w:rsid w:val="00C2560E"/>
    <w:rsid w:val="00C2563E"/>
    <w:rsid w:val="00C25BD9"/>
    <w:rsid w:val="00C2628F"/>
    <w:rsid w:val="00C26A0E"/>
    <w:rsid w:val="00C271FE"/>
    <w:rsid w:val="00C30821"/>
    <w:rsid w:val="00C30C1E"/>
    <w:rsid w:val="00C30F2D"/>
    <w:rsid w:val="00C31087"/>
    <w:rsid w:val="00C31351"/>
    <w:rsid w:val="00C31F11"/>
    <w:rsid w:val="00C31FEE"/>
    <w:rsid w:val="00C3249B"/>
    <w:rsid w:val="00C32821"/>
    <w:rsid w:val="00C332D1"/>
    <w:rsid w:val="00C33753"/>
    <w:rsid w:val="00C3381F"/>
    <w:rsid w:val="00C33A3B"/>
    <w:rsid w:val="00C3437B"/>
    <w:rsid w:val="00C3447C"/>
    <w:rsid w:val="00C3465E"/>
    <w:rsid w:val="00C34D43"/>
    <w:rsid w:val="00C356CE"/>
    <w:rsid w:val="00C35DE0"/>
    <w:rsid w:val="00C4072E"/>
    <w:rsid w:val="00C4097C"/>
    <w:rsid w:val="00C411F9"/>
    <w:rsid w:val="00C4167F"/>
    <w:rsid w:val="00C41DA8"/>
    <w:rsid w:val="00C4271D"/>
    <w:rsid w:val="00C42A00"/>
    <w:rsid w:val="00C42DDA"/>
    <w:rsid w:val="00C4300F"/>
    <w:rsid w:val="00C43220"/>
    <w:rsid w:val="00C43BDA"/>
    <w:rsid w:val="00C45059"/>
    <w:rsid w:val="00C45F2D"/>
    <w:rsid w:val="00C45F43"/>
    <w:rsid w:val="00C47328"/>
    <w:rsid w:val="00C47D89"/>
    <w:rsid w:val="00C50107"/>
    <w:rsid w:val="00C5071C"/>
    <w:rsid w:val="00C50BB4"/>
    <w:rsid w:val="00C50D46"/>
    <w:rsid w:val="00C50FA9"/>
    <w:rsid w:val="00C51682"/>
    <w:rsid w:val="00C51CFE"/>
    <w:rsid w:val="00C51FB1"/>
    <w:rsid w:val="00C52C31"/>
    <w:rsid w:val="00C52D63"/>
    <w:rsid w:val="00C52DE7"/>
    <w:rsid w:val="00C53357"/>
    <w:rsid w:val="00C53595"/>
    <w:rsid w:val="00C53710"/>
    <w:rsid w:val="00C53D69"/>
    <w:rsid w:val="00C54BAE"/>
    <w:rsid w:val="00C54DE2"/>
    <w:rsid w:val="00C54E0C"/>
    <w:rsid w:val="00C54EC1"/>
    <w:rsid w:val="00C54F0B"/>
    <w:rsid w:val="00C55304"/>
    <w:rsid w:val="00C56739"/>
    <w:rsid w:val="00C57246"/>
    <w:rsid w:val="00C577DD"/>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A90"/>
    <w:rsid w:val="00C73EA2"/>
    <w:rsid w:val="00C74291"/>
    <w:rsid w:val="00C7452B"/>
    <w:rsid w:val="00C74CD2"/>
    <w:rsid w:val="00C75A55"/>
    <w:rsid w:val="00C7638A"/>
    <w:rsid w:val="00C7719B"/>
    <w:rsid w:val="00C779C2"/>
    <w:rsid w:val="00C806E5"/>
    <w:rsid w:val="00C8133C"/>
    <w:rsid w:val="00C82CA7"/>
    <w:rsid w:val="00C83191"/>
    <w:rsid w:val="00C83871"/>
    <w:rsid w:val="00C85431"/>
    <w:rsid w:val="00C854EE"/>
    <w:rsid w:val="00C85846"/>
    <w:rsid w:val="00C85D4F"/>
    <w:rsid w:val="00C8632C"/>
    <w:rsid w:val="00C86777"/>
    <w:rsid w:val="00C8680C"/>
    <w:rsid w:val="00C87B49"/>
    <w:rsid w:val="00C87D8A"/>
    <w:rsid w:val="00C87FFB"/>
    <w:rsid w:val="00C913B7"/>
    <w:rsid w:val="00C93331"/>
    <w:rsid w:val="00C93CCA"/>
    <w:rsid w:val="00C93E43"/>
    <w:rsid w:val="00C93F66"/>
    <w:rsid w:val="00C9402C"/>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5D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A7874"/>
    <w:rsid w:val="00CB00EB"/>
    <w:rsid w:val="00CB01B1"/>
    <w:rsid w:val="00CB0CD6"/>
    <w:rsid w:val="00CB13B2"/>
    <w:rsid w:val="00CB1D18"/>
    <w:rsid w:val="00CB2553"/>
    <w:rsid w:val="00CB28A3"/>
    <w:rsid w:val="00CB2BF3"/>
    <w:rsid w:val="00CB2F93"/>
    <w:rsid w:val="00CB348F"/>
    <w:rsid w:val="00CB3FE0"/>
    <w:rsid w:val="00CB437A"/>
    <w:rsid w:val="00CB451C"/>
    <w:rsid w:val="00CB4D8B"/>
    <w:rsid w:val="00CB5F7A"/>
    <w:rsid w:val="00CB6207"/>
    <w:rsid w:val="00CB700E"/>
    <w:rsid w:val="00CC0BF4"/>
    <w:rsid w:val="00CC135E"/>
    <w:rsid w:val="00CC14E7"/>
    <w:rsid w:val="00CC1FB6"/>
    <w:rsid w:val="00CC2202"/>
    <w:rsid w:val="00CC248B"/>
    <w:rsid w:val="00CC2F56"/>
    <w:rsid w:val="00CC337C"/>
    <w:rsid w:val="00CC3ABD"/>
    <w:rsid w:val="00CC444D"/>
    <w:rsid w:val="00CC4835"/>
    <w:rsid w:val="00CC4947"/>
    <w:rsid w:val="00CC4AA6"/>
    <w:rsid w:val="00CC4EC4"/>
    <w:rsid w:val="00CC5D8A"/>
    <w:rsid w:val="00CC634E"/>
    <w:rsid w:val="00CC6E1E"/>
    <w:rsid w:val="00CC70EE"/>
    <w:rsid w:val="00CD039F"/>
    <w:rsid w:val="00CD0AE2"/>
    <w:rsid w:val="00CD0EB2"/>
    <w:rsid w:val="00CD13A8"/>
    <w:rsid w:val="00CD17B7"/>
    <w:rsid w:val="00CD1E45"/>
    <w:rsid w:val="00CD1F70"/>
    <w:rsid w:val="00CD4D5F"/>
    <w:rsid w:val="00CD4FB3"/>
    <w:rsid w:val="00CD53FA"/>
    <w:rsid w:val="00CD5F34"/>
    <w:rsid w:val="00CD60B6"/>
    <w:rsid w:val="00CD6C52"/>
    <w:rsid w:val="00CD76EA"/>
    <w:rsid w:val="00CE05BD"/>
    <w:rsid w:val="00CE16E6"/>
    <w:rsid w:val="00CE2C44"/>
    <w:rsid w:val="00CE2E1F"/>
    <w:rsid w:val="00CE63C6"/>
    <w:rsid w:val="00CE64AA"/>
    <w:rsid w:val="00CE6761"/>
    <w:rsid w:val="00CE6A54"/>
    <w:rsid w:val="00CE7CEC"/>
    <w:rsid w:val="00CF0024"/>
    <w:rsid w:val="00CF0AD5"/>
    <w:rsid w:val="00CF1D6B"/>
    <w:rsid w:val="00CF1D6E"/>
    <w:rsid w:val="00CF274E"/>
    <w:rsid w:val="00CF4277"/>
    <w:rsid w:val="00CF44F2"/>
    <w:rsid w:val="00CF4B35"/>
    <w:rsid w:val="00CF4D0D"/>
    <w:rsid w:val="00CF50F2"/>
    <w:rsid w:val="00CF6123"/>
    <w:rsid w:val="00CF6A51"/>
    <w:rsid w:val="00CF756F"/>
    <w:rsid w:val="00CF7C2B"/>
    <w:rsid w:val="00D006C5"/>
    <w:rsid w:val="00D00977"/>
    <w:rsid w:val="00D01202"/>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3CD1"/>
    <w:rsid w:val="00D24508"/>
    <w:rsid w:val="00D24565"/>
    <w:rsid w:val="00D24CF8"/>
    <w:rsid w:val="00D2533F"/>
    <w:rsid w:val="00D25C41"/>
    <w:rsid w:val="00D26033"/>
    <w:rsid w:val="00D269AA"/>
    <w:rsid w:val="00D2795C"/>
    <w:rsid w:val="00D3062E"/>
    <w:rsid w:val="00D30F0F"/>
    <w:rsid w:val="00D316CF"/>
    <w:rsid w:val="00D323E7"/>
    <w:rsid w:val="00D33512"/>
    <w:rsid w:val="00D3374A"/>
    <w:rsid w:val="00D33CC5"/>
    <w:rsid w:val="00D33DA1"/>
    <w:rsid w:val="00D33E97"/>
    <w:rsid w:val="00D33F8E"/>
    <w:rsid w:val="00D34CD2"/>
    <w:rsid w:val="00D35180"/>
    <w:rsid w:val="00D353EB"/>
    <w:rsid w:val="00D35D25"/>
    <w:rsid w:val="00D3629D"/>
    <w:rsid w:val="00D36982"/>
    <w:rsid w:val="00D36E17"/>
    <w:rsid w:val="00D371EE"/>
    <w:rsid w:val="00D375B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0CC8"/>
    <w:rsid w:val="00D51084"/>
    <w:rsid w:val="00D51F56"/>
    <w:rsid w:val="00D52513"/>
    <w:rsid w:val="00D52E0F"/>
    <w:rsid w:val="00D5418C"/>
    <w:rsid w:val="00D54223"/>
    <w:rsid w:val="00D54BA9"/>
    <w:rsid w:val="00D54EFC"/>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2286"/>
    <w:rsid w:val="00D6318B"/>
    <w:rsid w:val="00D6400C"/>
    <w:rsid w:val="00D64135"/>
    <w:rsid w:val="00D64703"/>
    <w:rsid w:val="00D64EA7"/>
    <w:rsid w:val="00D66760"/>
    <w:rsid w:val="00D6772D"/>
    <w:rsid w:val="00D67A9A"/>
    <w:rsid w:val="00D67AC6"/>
    <w:rsid w:val="00D70522"/>
    <w:rsid w:val="00D70626"/>
    <w:rsid w:val="00D70690"/>
    <w:rsid w:val="00D70D82"/>
    <w:rsid w:val="00D71A49"/>
    <w:rsid w:val="00D71F90"/>
    <w:rsid w:val="00D722FA"/>
    <w:rsid w:val="00D7246F"/>
    <w:rsid w:val="00D729FD"/>
    <w:rsid w:val="00D735C4"/>
    <w:rsid w:val="00D74EE7"/>
    <w:rsid w:val="00D74FA2"/>
    <w:rsid w:val="00D7530E"/>
    <w:rsid w:val="00D7553B"/>
    <w:rsid w:val="00D75A1B"/>
    <w:rsid w:val="00D76D41"/>
    <w:rsid w:val="00D770C1"/>
    <w:rsid w:val="00D771C2"/>
    <w:rsid w:val="00D777B3"/>
    <w:rsid w:val="00D77A0C"/>
    <w:rsid w:val="00D811E5"/>
    <w:rsid w:val="00D81E3D"/>
    <w:rsid w:val="00D81EA0"/>
    <w:rsid w:val="00D82421"/>
    <w:rsid w:val="00D82E33"/>
    <w:rsid w:val="00D8307F"/>
    <w:rsid w:val="00D83110"/>
    <w:rsid w:val="00D834F3"/>
    <w:rsid w:val="00D849C6"/>
    <w:rsid w:val="00D84E73"/>
    <w:rsid w:val="00D85BD9"/>
    <w:rsid w:val="00D864CC"/>
    <w:rsid w:val="00D87378"/>
    <w:rsid w:val="00D905E1"/>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6AB0"/>
    <w:rsid w:val="00DA7696"/>
    <w:rsid w:val="00DA7D2E"/>
    <w:rsid w:val="00DA7DC3"/>
    <w:rsid w:val="00DB05E6"/>
    <w:rsid w:val="00DB0D7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463A"/>
    <w:rsid w:val="00DC6BAE"/>
    <w:rsid w:val="00DC7783"/>
    <w:rsid w:val="00DC7D8C"/>
    <w:rsid w:val="00DC7EC9"/>
    <w:rsid w:val="00DC7FB5"/>
    <w:rsid w:val="00DD0304"/>
    <w:rsid w:val="00DD0E76"/>
    <w:rsid w:val="00DD13CD"/>
    <w:rsid w:val="00DD2DDF"/>
    <w:rsid w:val="00DD3389"/>
    <w:rsid w:val="00DD35A0"/>
    <w:rsid w:val="00DD39C0"/>
    <w:rsid w:val="00DD55AF"/>
    <w:rsid w:val="00DD5D14"/>
    <w:rsid w:val="00DD5D54"/>
    <w:rsid w:val="00DD5E17"/>
    <w:rsid w:val="00DD6472"/>
    <w:rsid w:val="00DD6D56"/>
    <w:rsid w:val="00DD73FF"/>
    <w:rsid w:val="00DD7476"/>
    <w:rsid w:val="00DD7502"/>
    <w:rsid w:val="00DD7B22"/>
    <w:rsid w:val="00DD7E63"/>
    <w:rsid w:val="00DE06DA"/>
    <w:rsid w:val="00DE0F98"/>
    <w:rsid w:val="00DE12DD"/>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0D37"/>
    <w:rsid w:val="00DF29A3"/>
    <w:rsid w:val="00DF3590"/>
    <w:rsid w:val="00DF3F2D"/>
    <w:rsid w:val="00DF4F64"/>
    <w:rsid w:val="00DF56F8"/>
    <w:rsid w:val="00DF59DA"/>
    <w:rsid w:val="00DF5C17"/>
    <w:rsid w:val="00DF5E00"/>
    <w:rsid w:val="00DF613C"/>
    <w:rsid w:val="00DF6468"/>
    <w:rsid w:val="00DF7038"/>
    <w:rsid w:val="00DF7080"/>
    <w:rsid w:val="00E008FD"/>
    <w:rsid w:val="00E00C7B"/>
    <w:rsid w:val="00E00DE1"/>
    <w:rsid w:val="00E00DE3"/>
    <w:rsid w:val="00E02344"/>
    <w:rsid w:val="00E02827"/>
    <w:rsid w:val="00E02F52"/>
    <w:rsid w:val="00E03CA1"/>
    <w:rsid w:val="00E0470C"/>
    <w:rsid w:val="00E051B0"/>
    <w:rsid w:val="00E06E28"/>
    <w:rsid w:val="00E07E82"/>
    <w:rsid w:val="00E10B07"/>
    <w:rsid w:val="00E10C51"/>
    <w:rsid w:val="00E11615"/>
    <w:rsid w:val="00E118FB"/>
    <w:rsid w:val="00E11CAE"/>
    <w:rsid w:val="00E1203D"/>
    <w:rsid w:val="00E12A2F"/>
    <w:rsid w:val="00E12C9A"/>
    <w:rsid w:val="00E12F33"/>
    <w:rsid w:val="00E13DE6"/>
    <w:rsid w:val="00E148CA"/>
    <w:rsid w:val="00E14C91"/>
    <w:rsid w:val="00E17942"/>
    <w:rsid w:val="00E20AAA"/>
    <w:rsid w:val="00E20BA4"/>
    <w:rsid w:val="00E20CFD"/>
    <w:rsid w:val="00E217CB"/>
    <w:rsid w:val="00E222EB"/>
    <w:rsid w:val="00E22FF1"/>
    <w:rsid w:val="00E233F0"/>
    <w:rsid w:val="00E24035"/>
    <w:rsid w:val="00E24AB3"/>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2948"/>
    <w:rsid w:val="00E3371D"/>
    <w:rsid w:val="00E33B89"/>
    <w:rsid w:val="00E34145"/>
    <w:rsid w:val="00E3428B"/>
    <w:rsid w:val="00E346C8"/>
    <w:rsid w:val="00E34848"/>
    <w:rsid w:val="00E34B7E"/>
    <w:rsid w:val="00E34E44"/>
    <w:rsid w:val="00E3506A"/>
    <w:rsid w:val="00E350CE"/>
    <w:rsid w:val="00E35715"/>
    <w:rsid w:val="00E362F3"/>
    <w:rsid w:val="00E36545"/>
    <w:rsid w:val="00E369A2"/>
    <w:rsid w:val="00E36D14"/>
    <w:rsid w:val="00E36F64"/>
    <w:rsid w:val="00E36FFC"/>
    <w:rsid w:val="00E37417"/>
    <w:rsid w:val="00E40573"/>
    <w:rsid w:val="00E40D03"/>
    <w:rsid w:val="00E42E17"/>
    <w:rsid w:val="00E43BA3"/>
    <w:rsid w:val="00E440FB"/>
    <w:rsid w:val="00E45A23"/>
    <w:rsid w:val="00E4610C"/>
    <w:rsid w:val="00E46455"/>
    <w:rsid w:val="00E46E95"/>
    <w:rsid w:val="00E46F21"/>
    <w:rsid w:val="00E47ED6"/>
    <w:rsid w:val="00E502BD"/>
    <w:rsid w:val="00E51010"/>
    <w:rsid w:val="00E5187D"/>
    <w:rsid w:val="00E51C86"/>
    <w:rsid w:val="00E5202E"/>
    <w:rsid w:val="00E5213C"/>
    <w:rsid w:val="00E52D6C"/>
    <w:rsid w:val="00E532CE"/>
    <w:rsid w:val="00E536B1"/>
    <w:rsid w:val="00E539DD"/>
    <w:rsid w:val="00E543F2"/>
    <w:rsid w:val="00E545AA"/>
    <w:rsid w:val="00E560A0"/>
    <w:rsid w:val="00E5617F"/>
    <w:rsid w:val="00E568B1"/>
    <w:rsid w:val="00E579DE"/>
    <w:rsid w:val="00E57F80"/>
    <w:rsid w:val="00E60378"/>
    <w:rsid w:val="00E60FA5"/>
    <w:rsid w:val="00E61580"/>
    <w:rsid w:val="00E61FEE"/>
    <w:rsid w:val="00E62871"/>
    <w:rsid w:val="00E62B48"/>
    <w:rsid w:val="00E6448A"/>
    <w:rsid w:val="00E65CBB"/>
    <w:rsid w:val="00E66488"/>
    <w:rsid w:val="00E66545"/>
    <w:rsid w:val="00E6664A"/>
    <w:rsid w:val="00E66AD1"/>
    <w:rsid w:val="00E6757F"/>
    <w:rsid w:val="00E67C16"/>
    <w:rsid w:val="00E67DC4"/>
    <w:rsid w:val="00E7120F"/>
    <w:rsid w:val="00E72130"/>
    <w:rsid w:val="00E72456"/>
    <w:rsid w:val="00E72C45"/>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15B"/>
    <w:rsid w:val="00E83748"/>
    <w:rsid w:val="00E83AD3"/>
    <w:rsid w:val="00E83E38"/>
    <w:rsid w:val="00E8471E"/>
    <w:rsid w:val="00E85A5A"/>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4964"/>
    <w:rsid w:val="00EA5653"/>
    <w:rsid w:val="00EA6622"/>
    <w:rsid w:val="00EA6D4D"/>
    <w:rsid w:val="00EA70C5"/>
    <w:rsid w:val="00EA7648"/>
    <w:rsid w:val="00EB03FC"/>
    <w:rsid w:val="00EB11C5"/>
    <w:rsid w:val="00EB1F0B"/>
    <w:rsid w:val="00EB2605"/>
    <w:rsid w:val="00EB29B5"/>
    <w:rsid w:val="00EB2AEA"/>
    <w:rsid w:val="00EB38FB"/>
    <w:rsid w:val="00EB49E8"/>
    <w:rsid w:val="00EB511D"/>
    <w:rsid w:val="00EB62A3"/>
    <w:rsid w:val="00EB649D"/>
    <w:rsid w:val="00EB6D87"/>
    <w:rsid w:val="00EB735E"/>
    <w:rsid w:val="00EC0BB3"/>
    <w:rsid w:val="00EC1DF7"/>
    <w:rsid w:val="00EC2447"/>
    <w:rsid w:val="00EC26F9"/>
    <w:rsid w:val="00EC28F5"/>
    <w:rsid w:val="00EC3303"/>
    <w:rsid w:val="00EC37CC"/>
    <w:rsid w:val="00EC41AB"/>
    <w:rsid w:val="00EC4D23"/>
    <w:rsid w:val="00EC4FC2"/>
    <w:rsid w:val="00EC5600"/>
    <w:rsid w:val="00EC6133"/>
    <w:rsid w:val="00EC6762"/>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63D8"/>
    <w:rsid w:val="00ED7566"/>
    <w:rsid w:val="00ED7A25"/>
    <w:rsid w:val="00ED7B5C"/>
    <w:rsid w:val="00EE068E"/>
    <w:rsid w:val="00EE0C57"/>
    <w:rsid w:val="00EE0F46"/>
    <w:rsid w:val="00EE2448"/>
    <w:rsid w:val="00EE2A20"/>
    <w:rsid w:val="00EE2E9F"/>
    <w:rsid w:val="00EE32FD"/>
    <w:rsid w:val="00EE3570"/>
    <w:rsid w:val="00EE3D1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0BF"/>
    <w:rsid w:val="00F02393"/>
    <w:rsid w:val="00F02490"/>
    <w:rsid w:val="00F02669"/>
    <w:rsid w:val="00F02FF8"/>
    <w:rsid w:val="00F032FB"/>
    <w:rsid w:val="00F034CD"/>
    <w:rsid w:val="00F04CC7"/>
    <w:rsid w:val="00F05361"/>
    <w:rsid w:val="00F053E2"/>
    <w:rsid w:val="00F05E79"/>
    <w:rsid w:val="00F0611D"/>
    <w:rsid w:val="00F06922"/>
    <w:rsid w:val="00F071D3"/>
    <w:rsid w:val="00F074B4"/>
    <w:rsid w:val="00F10D15"/>
    <w:rsid w:val="00F112FA"/>
    <w:rsid w:val="00F124A9"/>
    <w:rsid w:val="00F12768"/>
    <w:rsid w:val="00F13BC1"/>
    <w:rsid w:val="00F14591"/>
    <w:rsid w:val="00F14883"/>
    <w:rsid w:val="00F14B96"/>
    <w:rsid w:val="00F15DC4"/>
    <w:rsid w:val="00F160D1"/>
    <w:rsid w:val="00F1664C"/>
    <w:rsid w:val="00F16D87"/>
    <w:rsid w:val="00F16E81"/>
    <w:rsid w:val="00F171A0"/>
    <w:rsid w:val="00F17252"/>
    <w:rsid w:val="00F17C2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383"/>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775"/>
    <w:rsid w:val="00F54D92"/>
    <w:rsid w:val="00F55536"/>
    <w:rsid w:val="00F55C3F"/>
    <w:rsid w:val="00F56ACE"/>
    <w:rsid w:val="00F57A3D"/>
    <w:rsid w:val="00F57E04"/>
    <w:rsid w:val="00F60230"/>
    <w:rsid w:val="00F60509"/>
    <w:rsid w:val="00F6073A"/>
    <w:rsid w:val="00F616F2"/>
    <w:rsid w:val="00F61718"/>
    <w:rsid w:val="00F61E6E"/>
    <w:rsid w:val="00F62015"/>
    <w:rsid w:val="00F62FEF"/>
    <w:rsid w:val="00F6353C"/>
    <w:rsid w:val="00F63614"/>
    <w:rsid w:val="00F63F65"/>
    <w:rsid w:val="00F649FC"/>
    <w:rsid w:val="00F653EA"/>
    <w:rsid w:val="00F6688A"/>
    <w:rsid w:val="00F669BD"/>
    <w:rsid w:val="00F66C57"/>
    <w:rsid w:val="00F67158"/>
    <w:rsid w:val="00F6721A"/>
    <w:rsid w:val="00F70237"/>
    <w:rsid w:val="00F70DC1"/>
    <w:rsid w:val="00F711ED"/>
    <w:rsid w:val="00F72349"/>
    <w:rsid w:val="00F72BD1"/>
    <w:rsid w:val="00F72D2A"/>
    <w:rsid w:val="00F7316C"/>
    <w:rsid w:val="00F7367C"/>
    <w:rsid w:val="00F736DD"/>
    <w:rsid w:val="00F736F0"/>
    <w:rsid w:val="00F73A49"/>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5DA2"/>
    <w:rsid w:val="00F964C6"/>
    <w:rsid w:val="00F9701D"/>
    <w:rsid w:val="00F976CA"/>
    <w:rsid w:val="00F977F7"/>
    <w:rsid w:val="00F97B2C"/>
    <w:rsid w:val="00FA0494"/>
    <w:rsid w:val="00FA127D"/>
    <w:rsid w:val="00FA14B2"/>
    <w:rsid w:val="00FA1A17"/>
    <w:rsid w:val="00FA21C3"/>
    <w:rsid w:val="00FA3132"/>
    <w:rsid w:val="00FA3D3E"/>
    <w:rsid w:val="00FA41AA"/>
    <w:rsid w:val="00FA59E3"/>
    <w:rsid w:val="00FA64E9"/>
    <w:rsid w:val="00FA6C5C"/>
    <w:rsid w:val="00FB0D08"/>
    <w:rsid w:val="00FB14AB"/>
    <w:rsid w:val="00FB1AA6"/>
    <w:rsid w:val="00FB2863"/>
    <w:rsid w:val="00FB289E"/>
    <w:rsid w:val="00FB2CEA"/>
    <w:rsid w:val="00FB3500"/>
    <w:rsid w:val="00FB411A"/>
    <w:rsid w:val="00FB43ED"/>
    <w:rsid w:val="00FB60F4"/>
    <w:rsid w:val="00FB68C1"/>
    <w:rsid w:val="00FB6ADE"/>
    <w:rsid w:val="00FB763F"/>
    <w:rsid w:val="00FB7827"/>
    <w:rsid w:val="00FB7E50"/>
    <w:rsid w:val="00FC078F"/>
    <w:rsid w:val="00FC1FC1"/>
    <w:rsid w:val="00FC27E7"/>
    <w:rsid w:val="00FC2913"/>
    <w:rsid w:val="00FC2CC4"/>
    <w:rsid w:val="00FC3629"/>
    <w:rsid w:val="00FC5AB9"/>
    <w:rsid w:val="00FC62CD"/>
    <w:rsid w:val="00FC64FF"/>
    <w:rsid w:val="00FC6F15"/>
    <w:rsid w:val="00FC774C"/>
    <w:rsid w:val="00FC7D83"/>
    <w:rsid w:val="00FD0230"/>
    <w:rsid w:val="00FD0801"/>
    <w:rsid w:val="00FD0C47"/>
    <w:rsid w:val="00FD11DC"/>
    <w:rsid w:val="00FD1B76"/>
    <w:rsid w:val="00FD1F30"/>
    <w:rsid w:val="00FD1F6A"/>
    <w:rsid w:val="00FD2494"/>
    <w:rsid w:val="00FD25FA"/>
    <w:rsid w:val="00FD30F8"/>
    <w:rsid w:val="00FD3349"/>
    <w:rsid w:val="00FD3613"/>
    <w:rsid w:val="00FD36D3"/>
    <w:rsid w:val="00FD3A89"/>
    <w:rsid w:val="00FD6554"/>
    <w:rsid w:val="00FD7C83"/>
    <w:rsid w:val="00FE18D9"/>
    <w:rsid w:val="00FE2176"/>
    <w:rsid w:val="00FE2EC7"/>
    <w:rsid w:val="00FE3038"/>
    <w:rsid w:val="00FE3FF5"/>
    <w:rsid w:val="00FE4597"/>
    <w:rsid w:val="00FE46FC"/>
    <w:rsid w:val="00FE5E98"/>
    <w:rsid w:val="00FE61FF"/>
    <w:rsid w:val="00FE64A8"/>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54EC"/>
    <w:rsid w:val="00FF6083"/>
    <w:rsid w:val="00FF713A"/>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0D7DA7"/>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B53CB5"/>
    <w:pPr>
      <w:tabs>
        <w:tab w:val="left" w:pos="1260"/>
        <w:tab w:val="right" w:leader="dot" w:pos="9360"/>
      </w:tabs>
      <w:ind w:left="1260" w:right="720" w:hanging="720"/>
    </w:pPr>
    <w:rPr>
      <w:sz w:val="20"/>
    </w:rPr>
  </w:style>
  <w:style w:type="paragraph" w:styleId="TOC3">
    <w:name w:val="toc 3"/>
    <w:basedOn w:val="Normal"/>
    <w:next w:val="Normal"/>
    <w:autoRedefine/>
    <w:uiPriority w:val="39"/>
    <w:rsid w:val="000D7DA7"/>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1D153C"/>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 w:type="paragraph" w:customStyle="1" w:styleId="tablebody0">
    <w:name w:val="tablebody"/>
    <w:basedOn w:val="Normal"/>
    <w:rsid w:val="00D54EFC"/>
    <w:pPr>
      <w:spacing w:after="60"/>
    </w:pPr>
    <w:rPr>
      <w:sz w:val="20"/>
    </w:rPr>
  </w:style>
  <w:style w:type="table" w:customStyle="1" w:styleId="TableGrid1">
    <w:name w:val="Table Grid1"/>
    <w:basedOn w:val="TableNormal"/>
    <w:next w:val="TableGrid"/>
    <w:rsid w:val="00D54E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15927383">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56172130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895093494">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1897666631">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yperlink" Target="mailto:FFSS@ercot.com" TargetMode="External"/><Relationship Id="rId89" Type="http://schemas.openxmlformats.org/officeDocument/2006/relationships/header" Target="header5.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90" Type="http://schemas.openxmlformats.org/officeDocument/2006/relationships/header" Target="header6.xml"/><Relationship Id="rId22" Type="http://schemas.openxmlformats.org/officeDocument/2006/relationships/oleObject" Target="embeddings/oleObject4.bin"/><Relationship Id="rId27" Type="http://schemas.openxmlformats.org/officeDocument/2006/relationships/oleObject" Target="embeddings/oleObject8.bin"/><Relationship Id="rId43" Type="http://schemas.openxmlformats.org/officeDocument/2006/relationships/oleObject" Target="embeddings/oleObject24.bin"/><Relationship Id="rId48" Type="http://schemas.openxmlformats.org/officeDocument/2006/relationships/oleObject" Target="embeddings/oleObject29.bin"/><Relationship Id="rId64" Type="http://schemas.openxmlformats.org/officeDocument/2006/relationships/oleObject" Target="embeddings/oleObject44.bin"/><Relationship Id="rId69" Type="http://schemas.openxmlformats.org/officeDocument/2006/relationships/oleObject" Target="embeddings/oleObject49.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hyperlink" Target="mailto:FuelSupply@ERCOT.com" TargetMode="External"/><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hyperlink" Target="mailto:FFSS@ercot.com" TargetMode="External"/><Relationship Id="rId88" Type="http://schemas.openxmlformats.org/officeDocument/2006/relationships/hyperlink" Target="mailto:fuelsupply@ercot.com" TargetMode="External"/><Relationship Id="rId9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yperlink" Target="mailto:drsurvey@ercot.com" TargetMode="External"/><Relationship Id="rId86" Type="http://schemas.openxmlformats.org/officeDocument/2006/relationships/hyperlink" Target="mailto:FuelSupply@ERCOT.com" TargetMode="External"/><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92" Type="http://schemas.openxmlformats.org/officeDocument/2006/relationships/header" Target="header7.xml"/><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87" Type="http://schemas.openxmlformats.org/officeDocument/2006/relationships/hyperlink" Target="mailto:FuelSupply@ERCOT.com" TargetMode="External"/><Relationship Id="rId61" Type="http://schemas.openxmlformats.org/officeDocument/2006/relationships/oleObject" Target="embeddings/oleObject41.bin"/><Relationship Id="rId82" Type="http://schemas.openxmlformats.org/officeDocument/2006/relationships/hyperlink" Target="mailto:drsurvey@ercot.com" TargetMode="External"/><Relationship Id="rId19" Type="http://schemas.openxmlformats.org/officeDocument/2006/relationships/image" Target="media/image4.wmf"/><Relationship Id="rId14" Type="http://schemas.openxmlformats.org/officeDocument/2006/relationships/image" Target="media/image1.emf"/><Relationship Id="rId30" Type="http://schemas.openxmlformats.org/officeDocument/2006/relationships/oleObject" Target="embeddings/oleObject11.bin"/><Relationship Id="rId35" Type="http://schemas.openxmlformats.org/officeDocument/2006/relationships/oleObject" Target="embeddings/oleObject16.bin"/><Relationship Id="rId56" Type="http://schemas.openxmlformats.org/officeDocument/2006/relationships/oleObject" Target="embeddings/oleObject37.bin"/><Relationship Id="rId77" Type="http://schemas.openxmlformats.org/officeDocument/2006/relationships/oleObject" Target="embeddings/oleObject57.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TotalTime>
  <Pages>353</Pages>
  <Words>130346</Words>
  <Characters>742974</Characters>
  <Application>Microsoft Office Word</Application>
  <DocSecurity>0</DocSecurity>
  <Lines>6191</Lines>
  <Paragraphs>1743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871577</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C Phillips</cp:lastModifiedBy>
  <cp:revision>2</cp:revision>
  <cp:lastPrinted>2019-04-29T17:19:00Z</cp:lastPrinted>
  <dcterms:created xsi:type="dcterms:W3CDTF">2025-09-25T00:55:00Z</dcterms:created>
  <dcterms:modified xsi:type="dcterms:W3CDTF">2025-09-25T00:55:00Z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2023-08-23T15:43:18Z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310e817e-a373-40a9-ba17-3b1d1b5078c6</vt:lpwstr>
  </property>
  <property fmtid="{D5CDD505-2E9C-101B-9397-08002B2CF9AE}" pid="9" name="MSIP_Label_7084cbda-52b8-46fb-a7b7-cb5bd465ed85_ContentBits">
    <vt:lpwstr>0</vt:lpwstr>
  </property>
</Properties>
</file>