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1FF1A5F7" w:rsidR="00581280" w:rsidRDefault="00E656B6">
      <w:pPr>
        <w:spacing w:before="360"/>
        <w:jc w:val="center"/>
        <w:rPr>
          <w:b/>
          <w:szCs w:val="24"/>
        </w:rPr>
      </w:pPr>
      <w:r>
        <w:rPr>
          <w:b/>
          <w:szCs w:val="24"/>
        </w:rPr>
        <w:t>February</w:t>
      </w:r>
      <w:r w:rsidR="006164D6">
        <w:rPr>
          <w:b/>
          <w:szCs w:val="24"/>
        </w:rPr>
        <w:t xml:space="preserve"> 1</w:t>
      </w:r>
      <w:r w:rsidR="002A19BC">
        <w:rPr>
          <w:b/>
          <w:szCs w:val="24"/>
        </w:rPr>
        <w:t>, 20</w:t>
      </w:r>
      <w:r w:rsidR="0009147E">
        <w:rPr>
          <w:b/>
          <w:szCs w:val="24"/>
        </w:rPr>
        <w:t>2</w:t>
      </w:r>
      <w:r>
        <w:rPr>
          <w:b/>
          <w:szCs w:val="24"/>
        </w:rPr>
        <w:t>5</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323A2930" w14:textId="76671CBF" w:rsidR="00D734AD" w:rsidRDefault="00800E63">
      <w:pPr>
        <w:pStyle w:val="TOC1"/>
        <w:rPr>
          <w:rFonts w:asciiTheme="minorHAnsi" w:eastAsiaTheme="minorEastAsia" w:hAnsiTheme="minorHAnsi" w:cstheme="minorBidi"/>
          <w:b w:val="0"/>
          <w:bCs w:val="0"/>
          <w:kern w:val="2"/>
          <w:sz w:val="22"/>
          <w:szCs w:val="22"/>
          <w14:ligatures w14:val="standardContextual"/>
        </w:rPr>
      </w:pPr>
      <w:r w:rsidRPr="006C488F">
        <w:lastRenderedPageBreak/>
        <w:fldChar w:fldCharType="begin"/>
      </w:r>
      <w:r w:rsidR="000963FF" w:rsidRPr="006C488F">
        <w:instrText xml:space="preserve"> TOC \o \h \z \u </w:instrText>
      </w:r>
      <w:r w:rsidRPr="006C488F">
        <w:fldChar w:fldCharType="separate"/>
      </w:r>
      <w:hyperlink w:anchor="_Toc162532133" w:history="1">
        <w:r w:rsidR="00D734AD" w:rsidRPr="00366BC1">
          <w:rPr>
            <w:rStyle w:val="Hyperlink"/>
          </w:rPr>
          <w:t>8</w:t>
        </w:r>
        <w:r w:rsidR="00D734AD">
          <w:rPr>
            <w:rFonts w:asciiTheme="minorHAnsi" w:eastAsiaTheme="minorEastAsia" w:hAnsiTheme="minorHAnsi" w:cstheme="minorBidi"/>
            <w:b w:val="0"/>
            <w:bCs w:val="0"/>
            <w:kern w:val="2"/>
            <w:sz w:val="22"/>
            <w:szCs w:val="22"/>
            <w14:ligatures w14:val="standardContextual"/>
          </w:rPr>
          <w:tab/>
        </w:r>
        <w:r w:rsidR="00D734AD" w:rsidRPr="00366BC1">
          <w:rPr>
            <w:rStyle w:val="Hyperlink"/>
          </w:rPr>
          <w:t>Performance Monitoring</w:t>
        </w:r>
        <w:r w:rsidR="00D734AD">
          <w:rPr>
            <w:webHidden/>
          </w:rPr>
          <w:tab/>
        </w:r>
        <w:r w:rsidR="00D734AD">
          <w:rPr>
            <w:webHidden/>
          </w:rPr>
          <w:fldChar w:fldCharType="begin"/>
        </w:r>
        <w:r w:rsidR="00D734AD">
          <w:rPr>
            <w:webHidden/>
          </w:rPr>
          <w:instrText xml:space="preserve"> PAGEREF _Toc162532133 \h </w:instrText>
        </w:r>
        <w:r w:rsidR="00D734AD">
          <w:rPr>
            <w:webHidden/>
          </w:rPr>
        </w:r>
        <w:r w:rsidR="00D734AD">
          <w:rPr>
            <w:webHidden/>
          </w:rPr>
          <w:fldChar w:fldCharType="separate"/>
        </w:r>
        <w:r w:rsidR="00270D0F">
          <w:rPr>
            <w:webHidden/>
          </w:rPr>
          <w:t>8-1</w:t>
        </w:r>
        <w:r w:rsidR="00D734AD">
          <w:rPr>
            <w:webHidden/>
          </w:rPr>
          <w:fldChar w:fldCharType="end"/>
        </w:r>
      </w:hyperlink>
    </w:p>
    <w:p w14:paraId="7C4ADE84" w14:textId="03BDAE65" w:rsidR="00D734AD" w:rsidRPr="00E3633C" w:rsidRDefault="00270D0F">
      <w:pPr>
        <w:pStyle w:val="TOC2"/>
        <w:rPr>
          <w:rFonts w:eastAsiaTheme="minorEastAsia"/>
          <w:noProof/>
          <w:kern w:val="2"/>
          <w14:ligatures w14:val="standardContextual"/>
        </w:rPr>
      </w:pPr>
      <w:hyperlink w:anchor="_Toc162532134" w:history="1">
        <w:r w:rsidR="00D734AD" w:rsidRPr="00E3633C">
          <w:rPr>
            <w:rStyle w:val="Hyperlink"/>
            <w:noProof/>
            <w:u w:val="none"/>
          </w:rPr>
          <w:t>8.1</w:t>
        </w:r>
        <w:r w:rsidR="00D734AD" w:rsidRPr="00E3633C">
          <w:rPr>
            <w:rFonts w:eastAsiaTheme="minorEastAsia"/>
            <w:noProof/>
            <w:kern w:val="2"/>
            <w14:ligatures w14:val="standardContextual"/>
          </w:rPr>
          <w:tab/>
        </w:r>
        <w:r w:rsidR="00D734AD" w:rsidRPr="00E3633C">
          <w:rPr>
            <w:rStyle w:val="Hyperlink"/>
            <w:noProof/>
            <w:u w:val="none"/>
          </w:rPr>
          <w:t>QSE and Resource Performance Monitoring</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_Toc162532134 \h </w:instrText>
        </w:r>
        <w:r w:rsidR="00D734AD" w:rsidRPr="00E3633C">
          <w:rPr>
            <w:noProof/>
            <w:webHidden/>
          </w:rPr>
        </w:r>
        <w:r w:rsidR="00D734AD" w:rsidRPr="00E3633C">
          <w:rPr>
            <w:noProof/>
            <w:webHidden/>
          </w:rPr>
          <w:fldChar w:fldCharType="separate"/>
        </w:r>
        <w:r>
          <w:rPr>
            <w:noProof/>
            <w:webHidden/>
          </w:rPr>
          <w:t>8-1</w:t>
        </w:r>
        <w:r w:rsidR="00D734AD" w:rsidRPr="00E3633C">
          <w:rPr>
            <w:noProof/>
            <w:webHidden/>
          </w:rPr>
          <w:fldChar w:fldCharType="end"/>
        </w:r>
      </w:hyperlink>
    </w:p>
    <w:p w14:paraId="5F47641D" w14:textId="765BC43C" w:rsidR="00D734AD" w:rsidRPr="00E3633C" w:rsidRDefault="00270D0F">
      <w:pPr>
        <w:pStyle w:val="TOC3"/>
        <w:rPr>
          <w:rFonts w:eastAsiaTheme="minorEastAsia"/>
          <w:i w:val="0"/>
          <w:iCs w:val="0"/>
          <w:noProof/>
          <w:kern w:val="2"/>
          <w14:ligatures w14:val="standardContextual"/>
        </w:rPr>
      </w:pPr>
      <w:hyperlink w:anchor="_Toc162532135" w:history="1">
        <w:r w:rsidR="00D734AD" w:rsidRPr="00E3633C">
          <w:rPr>
            <w:rStyle w:val="Hyperlink"/>
            <w:i w:val="0"/>
            <w:iCs w:val="0"/>
            <w:noProof/>
            <w:u w:val="none"/>
          </w:rPr>
          <w:t>8.1.1</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QSE Ancillary Service Performance Standards</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_Toc162532135 \h </w:instrText>
        </w:r>
        <w:r w:rsidR="00D734AD" w:rsidRPr="00E3633C">
          <w:rPr>
            <w:i w:val="0"/>
            <w:iCs w:val="0"/>
            <w:noProof/>
            <w:webHidden/>
          </w:rPr>
        </w:r>
        <w:r w:rsidR="00D734AD" w:rsidRPr="00E3633C">
          <w:rPr>
            <w:i w:val="0"/>
            <w:iCs w:val="0"/>
            <w:noProof/>
            <w:webHidden/>
          </w:rPr>
          <w:fldChar w:fldCharType="separate"/>
        </w:r>
        <w:r>
          <w:rPr>
            <w:i w:val="0"/>
            <w:iCs w:val="0"/>
            <w:noProof/>
            <w:webHidden/>
          </w:rPr>
          <w:t>8-2</w:t>
        </w:r>
        <w:r w:rsidR="00D734AD" w:rsidRPr="00E3633C">
          <w:rPr>
            <w:i w:val="0"/>
            <w:iCs w:val="0"/>
            <w:noProof/>
            <w:webHidden/>
          </w:rPr>
          <w:fldChar w:fldCharType="end"/>
        </w:r>
      </w:hyperlink>
    </w:p>
    <w:p w14:paraId="50D8979B" w14:textId="08D79A97" w:rsidR="00D734AD" w:rsidRPr="00E3633C" w:rsidRDefault="00270D0F">
      <w:pPr>
        <w:pStyle w:val="TOC4"/>
        <w:rPr>
          <w:rFonts w:eastAsiaTheme="minorEastAsia"/>
          <w:bCs w:val="0"/>
          <w:snapToGrid/>
          <w:kern w:val="2"/>
          <w:sz w:val="20"/>
          <w:szCs w:val="20"/>
          <w14:ligatures w14:val="standardContextual"/>
        </w:rPr>
      </w:pPr>
      <w:hyperlink w:anchor="_Toc162532136" w:history="1">
        <w:r w:rsidR="00D734AD" w:rsidRPr="00E3633C">
          <w:rPr>
            <w:rStyle w:val="Hyperlink"/>
            <w:bCs w:val="0"/>
            <w:sz w:val="20"/>
            <w:szCs w:val="20"/>
            <w:u w:val="none"/>
          </w:rPr>
          <w:t>8.1.1.1</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Ancillary Service Qualification and Testing</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_Toc162532136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8-3</w:t>
        </w:r>
        <w:r w:rsidR="00D734AD" w:rsidRPr="00E3633C">
          <w:rPr>
            <w:bCs w:val="0"/>
            <w:webHidden/>
            <w:sz w:val="20"/>
            <w:szCs w:val="20"/>
          </w:rPr>
          <w:fldChar w:fldCharType="end"/>
        </w:r>
      </w:hyperlink>
    </w:p>
    <w:p w14:paraId="5FEE111A" w14:textId="7E7267C1" w:rsidR="00D734AD" w:rsidRPr="00E3633C" w:rsidRDefault="00270D0F">
      <w:pPr>
        <w:pStyle w:val="TOC4"/>
        <w:rPr>
          <w:rFonts w:eastAsiaTheme="minorEastAsia"/>
          <w:bCs w:val="0"/>
          <w:snapToGrid/>
          <w:kern w:val="2"/>
          <w:sz w:val="20"/>
          <w:szCs w:val="20"/>
          <w14:ligatures w14:val="standardContextual"/>
        </w:rPr>
      </w:pPr>
      <w:hyperlink w:anchor="_Toc162532138" w:history="1">
        <w:r w:rsidR="00D734AD" w:rsidRPr="00E3633C">
          <w:rPr>
            <w:rStyle w:val="Hyperlink"/>
            <w:bCs w:val="0"/>
            <w:sz w:val="20"/>
            <w:szCs w:val="20"/>
            <w:u w:val="none"/>
          </w:rPr>
          <w:t>8.1.1.2</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General Capacity Testing Requirements</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_Toc162532138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8-8</w:t>
        </w:r>
        <w:r w:rsidR="00D734AD" w:rsidRPr="00E3633C">
          <w:rPr>
            <w:bCs w:val="0"/>
            <w:webHidden/>
            <w:sz w:val="20"/>
            <w:szCs w:val="20"/>
          </w:rPr>
          <w:fldChar w:fldCharType="end"/>
        </w:r>
      </w:hyperlink>
    </w:p>
    <w:p w14:paraId="4B12EA1C" w14:textId="7B302D6D" w:rsidR="00D734AD" w:rsidRPr="00E3633C" w:rsidRDefault="00270D0F" w:rsidP="00243776">
      <w:pPr>
        <w:pStyle w:val="TOC5"/>
        <w:rPr>
          <w:rFonts w:eastAsiaTheme="minorEastAsia"/>
          <w:i w:val="0"/>
          <w:kern w:val="2"/>
          <w:sz w:val="20"/>
          <w:szCs w:val="20"/>
          <w14:ligatures w14:val="standardContextual"/>
        </w:rPr>
      </w:pPr>
      <w:hyperlink w:anchor="_Toc162532139" w:history="1">
        <w:r w:rsidR="00D734AD" w:rsidRPr="00E3633C">
          <w:rPr>
            <w:rStyle w:val="Hyperlink"/>
            <w:i w:val="0"/>
            <w:sz w:val="20"/>
            <w:szCs w:val="20"/>
            <w:u w:val="none"/>
          </w:rPr>
          <w:t>8.1.1.2.1</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Ancillary Service Technical Requirements and Qualification Criteria and Test Methods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_Toc162532139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8-13</w:t>
        </w:r>
        <w:r w:rsidR="00D734AD" w:rsidRPr="00E3633C">
          <w:rPr>
            <w:i w:val="0"/>
            <w:webHidden/>
            <w:sz w:val="20"/>
            <w:szCs w:val="20"/>
          </w:rPr>
          <w:fldChar w:fldCharType="end"/>
        </w:r>
      </w:hyperlink>
    </w:p>
    <w:p w14:paraId="2FAC21F1" w14:textId="682B00E6" w:rsidR="00D734AD" w:rsidRPr="00E3633C" w:rsidRDefault="00270D0F">
      <w:pPr>
        <w:pStyle w:val="TOC6"/>
        <w:rPr>
          <w:rFonts w:eastAsiaTheme="minorEastAsia"/>
          <w:noProof/>
          <w:kern w:val="2"/>
          <w:sz w:val="20"/>
          <w:szCs w:val="20"/>
          <w14:ligatures w14:val="standardContextual"/>
        </w:rPr>
      </w:pPr>
      <w:hyperlink w:anchor="_Toc162532140" w:history="1">
        <w:r w:rsidR="00D734AD" w:rsidRPr="00E3633C">
          <w:rPr>
            <w:rStyle w:val="Hyperlink"/>
            <w:noProof/>
            <w:sz w:val="20"/>
            <w:szCs w:val="20"/>
            <w:u w:val="none"/>
          </w:rPr>
          <w:t>8.1.1.2.1.1</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Regulation Service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_Toc162532140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8-14</w:t>
        </w:r>
        <w:r w:rsidR="00D734AD" w:rsidRPr="00E3633C">
          <w:rPr>
            <w:noProof/>
            <w:webHidden/>
            <w:sz w:val="20"/>
            <w:szCs w:val="20"/>
          </w:rPr>
          <w:fldChar w:fldCharType="end"/>
        </w:r>
      </w:hyperlink>
    </w:p>
    <w:p w14:paraId="799EF85C" w14:textId="4EDBCE1D" w:rsidR="00D734AD" w:rsidRPr="00E3633C" w:rsidRDefault="00270D0F">
      <w:pPr>
        <w:pStyle w:val="TOC6"/>
        <w:rPr>
          <w:rFonts w:eastAsiaTheme="minorEastAsia"/>
          <w:noProof/>
          <w:kern w:val="2"/>
          <w:sz w:val="20"/>
          <w:szCs w:val="20"/>
          <w14:ligatures w14:val="standardContextual"/>
        </w:rPr>
      </w:pPr>
      <w:hyperlink w:anchor="_Toc162532141" w:history="1">
        <w:r w:rsidR="00D734AD" w:rsidRPr="00E3633C">
          <w:rPr>
            <w:rStyle w:val="Hyperlink"/>
            <w:noProof/>
            <w:sz w:val="20"/>
            <w:szCs w:val="20"/>
            <w:u w:val="none"/>
          </w:rPr>
          <w:t>8.1.1.2.1.2</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Responsive Reserve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_Toc162532141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8-17</w:t>
        </w:r>
        <w:r w:rsidR="00D734AD" w:rsidRPr="00E3633C">
          <w:rPr>
            <w:noProof/>
            <w:webHidden/>
            <w:sz w:val="20"/>
            <w:szCs w:val="20"/>
          </w:rPr>
          <w:fldChar w:fldCharType="end"/>
        </w:r>
      </w:hyperlink>
    </w:p>
    <w:p w14:paraId="4D402FAB" w14:textId="26B55203" w:rsidR="00D734AD" w:rsidRPr="00E3633C" w:rsidRDefault="00270D0F">
      <w:pPr>
        <w:pStyle w:val="TOC6"/>
        <w:rPr>
          <w:rFonts w:eastAsiaTheme="minorEastAsia"/>
          <w:noProof/>
          <w:kern w:val="2"/>
          <w:sz w:val="20"/>
          <w:szCs w:val="20"/>
          <w14:ligatures w14:val="standardContextual"/>
        </w:rPr>
      </w:pPr>
      <w:hyperlink w:anchor="_Toc162532143" w:history="1">
        <w:r w:rsidR="00D734AD" w:rsidRPr="00E3633C">
          <w:rPr>
            <w:rStyle w:val="Hyperlink"/>
            <w:noProof/>
            <w:sz w:val="20"/>
            <w:szCs w:val="20"/>
            <w:u w:val="none"/>
          </w:rPr>
          <w:t>8.1.1.2.1.3</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Non-Spinning Reserve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_Toc162532143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8-19</w:t>
        </w:r>
        <w:r w:rsidR="00D734AD" w:rsidRPr="00E3633C">
          <w:rPr>
            <w:noProof/>
            <w:webHidden/>
            <w:sz w:val="20"/>
            <w:szCs w:val="20"/>
          </w:rPr>
          <w:fldChar w:fldCharType="end"/>
        </w:r>
      </w:hyperlink>
    </w:p>
    <w:p w14:paraId="4B8110C9" w14:textId="7710A4A9" w:rsidR="00D734AD" w:rsidRPr="00E3633C" w:rsidRDefault="00270D0F">
      <w:pPr>
        <w:pStyle w:val="TOC6"/>
        <w:rPr>
          <w:rFonts w:eastAsiaTheme="minorEastAsia"/>
          <w:noProof/>
          <w:kern w:val="2"/>
          <w:sz w:val="20"/>
          <w:szCs w:val="20"/>
          <w14:ligatures w14:val="standardContextual"/>
        </w:rPr>
      </w:pPr>
      <w:hyperlink w:anchor="_Toc162532145" w:history="1">
        <w:r w:rsidR="00D734AD" w:rsidRPr="00E3633C">
          <w:rPr>
            <w:rStyle w:val="Hyperlink"/>
            <w:noProof/>
            <w:sz w:val="20"/>
            <w:szCs w:val="20"/>
            <w:u w:val="none"/>
          </w:rPr>
          <w:t>8.1.1.2.1.4</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Voltage Support Service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_Toc162532145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8-21</w:t>
        </w:r>
        <w:r w:rsidR="00D734AD" w:rsidRPr="00E3633C">
          <w:rPr>
            <w:noProof/>
            <w:webHidden/>
            <w:sz w:val="20"/>
            <w:szCs w:val="20"/>
          </w:rPr>
          <w:fldChar w:fldCharType="end"/>
        </w:r>
      </w:hyperlink>
    </w:p>
    <w:p w14:paraId="316DCFD4" w14:textId="41E014A9" w:rsidR="00D734AD" w:rsidRPr="00E3633C" w:rsidRDefault="00270D0F">
      <w:pPr>
        <w:pStyle w:val="TOC6"/>
        <w:rPr>
          <w:rFonts w:eastAsiaTheme="minorEastAsia"/>
          <w:noProof/>
          <w:kern w:val="2"/>
          <w:sz w:val="20"/>
          <w:szCs w:val="20"/>
          <w14:ligatures w14:val="standardContextual"/>
        </w:rPr>
      </w:pPr>
      <w:hyperlink w:anchor="_Toc162532146" w:history="1">
        <w:r w:rsidR="00D734AD" w:rsidRPr="00E3633C">
          <w:rPr>
            <w:rStyle w:val="Hyperlink"/>
            <w:noProof/>
            <w:sz w:val="20"/>
            <w:szCs w:val="20"/>
            <w:u w:val="none"/>
          </w:rPr>
          <w:t>8.1.1.2.1.5</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System Black Start Capability Qualification and Testing</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_Toc162532146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8-22</w:t>
        </w:r>
        <w:r w:rsidR="00D734AD" w:rsidRPr="00E3633C">
          <w:rPr>
            <w:noProof/>
            <w:webHidden/>
            <w:sz w:val="20"/>
            <w:szCs w:val="20"/>
          </w:rPr>
          <w:fldChar w:fldCharType="end"/>
        </w:r>
      </w:hyperlink>
    </w:p>
    <w:p w14:paraId="5CCAC591" w14:textId="0EFE77CD" w:rsidR="00D734AD" w:rsidRPr="00E3633C" w:rsidRDefault="00270D0F">
      <w:pPr>
        <w:pStyle w:val="TOC6"/>
        <w:rPr>
          <w:rFonts w:eastAsiaTheme="minorEastAsia"/>
          <w:noProof/>
          <w:kern w:val="2"/>
          <w:sz w:val="20"/>
          <w:szCs w:val="20"/>
          <w14:ligatures w14:val="standardContextual"/>
        </w:rPr>
      </w:pPr>
      <w:hyperlink w:anchor="_Toc162532147" w:history="1">
        <w:r w:rsidR="00D734AD" w:rsidRPr="00E3633C">
          <w:rPr>
            <w:rStyle w:val="Hyperlink"/>
            <w:noProof/>
            <w:sz w:val="20"/>
            <w:szCs w:val="20"/>
            <w:u w:val="none"/>
          </w:rPr>
          <w:t>8.1.1.2.1.6</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Firm Fuel Supply Service Resource Qualification, Testing, Decertification, and Recertification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_Toc162532147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8-29</w:t>
        </w:r>
        <w:r w:rsidR="00D734AD" w:rsidRPr="00E3633C">
          <w:rPr>
            <w:noProof/>
            <w:webHidden/>
            <w:sz w:val="20"/>
            <w:szCs w:val="20"/>
          </w:rPr>
          <w:fldChar w:fldCharType="end"/>
        </w:r>
      </w:hyperlink>
    </w:p>
    <w:p w14:paraId="6A0A2570" w14:textId="5A737872" w:rsidR="00D734AD" w:rsidRPr="00E3633C" w:rsidRDefault="00270D0F">
      <w:pPr>
        <w:pStyle w:val="TOC6"/>
        <w:rPr>
          <w:rFonts w:eastAsiaTheme="minorEastAsia"/>
          <w:noProof/>
          <w:kern w:val="2"/>
          <w:sz w:val="20"/>
          <w:szCs w:val="20"/>
          <w14:ligatures w14:val="standardContextual"/>
        </w:rPr>
      </w:pPr>
      <w:hyperlink w:anchor="_Toc162532148" w:history="1">
        <w:r w:rsidR="00D734AD" w:rsidRPr="00E3633C">
          <w:rPr>
            <w:rStyle w:val="Hyperlink"/>
            <w:noProof/>
            <w:sz w:val="20"/>
            <w:szCs w:val="20"/>
            <w:u w:val="none"/>
          </w:rPr>
          <w:t>8.1.1.2.1.7</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ERCOT Contingency Reserve Service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_Toc162532148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8-37</w:t>
        </w:r>
        <w:r w:rsidR="00D734AD" w:rsidRPr="00E3633C">
          <w:rPr>
            <w:noProof/>
            <w:webHidden/>
            <w:sz w:val="20"/>
            <w:szCs w:val="20"/>
          </w:rPr>
          <w:fldChar w:fldCharType="end"/>
        </w:r>
      </w:hyperlink>
    </w:p>
    <w:p w14:paraId="38B40BA0" w14:textId="76B71145" w:rsidR="00D734AD" w:rsidRPr="00E3633C" w:rsidRDefault="00270D0F">
      <w:pPr>
        <w:pStyle w:val="TOC4"/>
        <w:rPr>
          <w:rFonts w:eastAsiaTheme="minorEastAsia"/>
          <w:bCs w:val="0"/>
          <w:snapToGrid/>
          <w:kern w:val="2"/>
          <w:sz w:val="20"/>
          <w:szCs w:val="20"/>
          <w14:ligatures w14:val="standardContextual"/>
        </w:rPr>
      </w:pPr>
      <w:hyperlink w:anchor="_Toc162532150" w:history="1">
        <w:r w:rsidR="00D734AD" w:rsidRPr="00E3633C">
          <w:rPr>
            <w:rStyle w:val="Hyperlink"/>
            <w:bCs w:val="0"/>
            <w:sz w:val="20"/>
            <w:szCs w:val="20"/>
            <w:u w:val="none"/>
          </w:rPr>
          <w:t>8.1.1.3</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Ancillary Service Capacity Compliance Criteria</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_Toc162532150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8-40</w:t>
        </w:r>
        <w:r w:rsidR="00D734AD" w:rsidRPr="00E3633C">
          <w:rPr>
            <w:bCs w:val="0"/>
            <w:webHidden/>
            <w:sz w:val="20"/>
            <w:szCs w:val="20"/>
          </w:rPr>
          <w:fldChar w:fldCharType="end"/>
        </w:r>
      </w:hyperlink>
    </w:p>
    <w:p w14:paraId="6E2EC6F9" w14:textId="740944CA" w:rsidR="00D734AD" w:rsidRPr="00E3633C" w:rsidRDefault="00270D0F" w:rsidP="00243776">
      <w:pPr>
        <w:pStyle w:val="TOC5"/>
        <w:rPr>
          <w:rFonts w:eastAsiaTheme="minorEastAsia"/>
          <w:i w:val="0"/>
          <w:kern w:val="2"/>
          <w:sz w:val="20"/>
          <w:szCs w:val="20"/>
          <w14:ligatures w14:val="standardContextual"/>
        </w:rPr>
      </w:pPr>
      <w:hyperlink w:anchor="_Toc162532151" w:history="1">
        <w:r w:rsidR="00D734AD" w:rsidRPr="00E3633C">
          <w:rPr>
            <w:rStyle w:val="Hyperlink"/>
            <w:i w:val="0"/>
            <w:sz w:val="20"/>
            <w:szCs w:val="20"/>
            <w:u w:val="none"/>
          </w:rPr>
          <w:t>8.1.1.3.1</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Regulation Service Capacity Monitoring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_Toc162532151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8-42</w:t>
        </w:r>
        <w:r w:rsidR="00D734AD" w:rsidRPr="00E3633C">
          <w:rPr>
            <w:i w:val="0"/>
            <w:webHidden/>
            <w:sz w:val="20"/>
            <w:szCs w:val="20"/>
          </w:rPr>
          <w:fldChar w:fldCharType="end"/>
        </w:r>
      </w:hyperlink>
    </w:p>
    <w:p w14:paraId="13943419" w14:textId="1DA73389" w:rsidR="00D734AD" w:rsidRPr="00E3633C" w:rsidRDefault="00270D0F" w:rsidP="00243776">
      <w:pPr>
        <w:pStyle w:val="TOC5"/>
        <w:rPr>
          <w:rFonts w:eastAsiaTheme="minorEastAsia"/>
          <w:i w:val="0"/>
          <w:kern w:val="2"/>
          <w:sz w:val="20"/>
          <w:szCs w:val="20"/>
          <w14:ligatures w14:val="standardContextual"/>
        </w:rPr>
      </w:pPr>
      <w:hyperlink w:anchor="_Toc162532152" w:history="1">
        <w:r w:rsidR="00D734AD" w:rsidRPr="00E3633C">
          <w:rPr>
            <w:rStyle w:val="Hyperlink"/>
            <w:i w:val="0"/>
            <w:sz w:val="20"/>
            <w:szCs w:val="20"/>
            <w:u w:val="none"/>
          </w:rPr>
          <w:t>8.1.1.3.2</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Responsive Reserve Capacity Monitoring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_Toc162532152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8-43</w:t>
        </w:r>
        <w:r w:rsidR="00D734AD" w:rsidRPr="00E3633C">
          <w:rPr>
            <w:i w:val="0"/>
            <w:webHidden/>
            <w:sz w:val="20"/>
            <w:szCs w:val="20"/>
          </w:rPr>
          <w:fldChar w:fldCharType="end"/>
        </w:r>
      </w:hyperlink>
    </w:p>
    <w:p w14:paraId="77D0F1B8" w14:textId="7D3C36C1" w:rsidR="00D734AD" w:rsidRPr="00E3633C" w:rsidRDefault="00270D0F" w:rsidP="00243776">
      <w:pPr>
        <w:pStyle w:val="TOC5"/>
        <w:rPr>
          <w:rFonts w:eastAsiaTheme="minorEastAsia"/>
          <w:i w:val="0"/>
          <w:kern w:val="2"/>
          <w:sz w:val="20"/>
          <w:szCs w:val="20"/>
          <w14:ligatures w14:val="standardContextual"/>
        </w:rPr>
      </w:pPr>
      <w:hyperlink w:anchor="_Toc162532154" w:history="1">
        <w:r w:rsidR="00D734AD" w:rsidRPr="00E3633C">
          <w:rPr>
            <w:rStyle w:val="Hyperlink"/>
            <w:i w:val="0"/>
            <w:sz w:val="20"/>
            <w:szCs w:val="20"/>
            <w:u w:val="none"/>
          </w:rPr>
          <w:t>8.1.1.3.3</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Non-Spinning Reserve Capacity Monitoring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_Toc162532154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8-44</w:t>
        </w:r>
        <w:r w:rsidR="00D734AD" w:rsidRPr="00E3633C">
          <w:rPr>
            <w:i w:val="0"/>
            <w:webHidden/>
            <w:sz w:val="20"/>
            <w:szCs w:val="20"/>
          </w:rPr>
          <w:fldChar w:fldCharType="end"/>
        </w:r>
      </w:hyperlink>
    </w:p>
    <w:p w14:paraId="25D62418" w14:textId="0721AC65" w:rsidR="00D734AD" w:rsidRPr="00E3633C" w:rsidRDefault="00270D0F" w:rsidP="00243776">
      <w:pPr>
        <w:pStyle w:val="TOC5"/>
        <w:rPr>
          <w:rFonts w:eastAsiaTheme="minorEastAsia"/>
          <w:i w:val="0"/>
          <w:kern w:val="2"/>
          <w:sz w:val="20"/>
          <w:szCs w:val="20"/>
          <w14:ligatures w14:val="standardContextual"/>
        </w:rPr>
      </w:pPr>
      <w:hyperlink w:anchor="_Toc162532155" w:history="1">
        <w:r w:rsidR="00D734AD" w:rsidRPr="00E3633C">
          <w:rPr>
            <w:rStyle w:val="Hyperlink"/>
            <w:i w:val="0"/>
            <w:sz w:val="20"/>
            <w:szCs w:val="20"/>
            <w:u w:val="none"/>
          </w:rPr>
          <w:t>8.1.1.3.4</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ERCOT Contingency Reserve Service Capacity Monitoring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_Toc162532155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8-45</w:t>
        </w:r>
        <w:r w:rsidR="00D734AD" w:rsidRPr="00E3633C">
          <w:rPr>
            <w:i w:val="0"/>
            <w:webHidden/>
            <w:sz w:val="20"/>
            <w:szCs w:val="20"/>
          </w:rPr>
          <w:fldChar w:fldCharType="end"/>
        </w:r>
      </w:hyperlink>
    </w:p>
    <w:p w14:paraId="086DC844" w14:textId="0F115F0D" w:rsidR="00D734AD" w:rsidRPr="00E3633C" w:rsidRDefault="00270D0F">
      <w:pPr>
        <w:pStyle w:val="TOC4"/>
        <w:rPr>
          <w:rFonts w:eastAsiaTheme="minorEastAsia"/>
          <w:bCs w:val="0"/>
          <w:snapToGrid/>
          <w:kern w:val="2"/>
          <w:sz w:val="20"/>
          <w:szCs w:val="20"/>
          <w14:ligatures w14:val="standardContextual"/>
        </w:rPr>
      </w:pPr>
      <w:hyperlink w:anchor="_Toc162532157" w:history="1">
        <w:r w:rsidR="00D734AD" w:rsidRPr="00E3633C">
          <w:rPr>
            <w:rStyle w:val="Hyperlink"/>
            <w:bCs w:val="0"/>
            <w:sz w:val="20"/>
            <w:szCs w:val="20"/>
            <w:u w:val="none"/>
          </w:rPr>
          <w:t>8.1.1.4</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Ancillary Service and Energy Deployment Compliance Criteria</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_Toc162532157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8-46</w:t>
        </w:r>
        <w:r w:rsidR="00D734AD" w:rsidRPr="00E3633C">
          <w:rPr>
            <w:bCs w:val="0"/>
            <w:webHidden/>
            <w:sz w:val="20"/>
            <w:szCs w:val="20"/>
          </w:rPr>
          <w:fldChar w:fldCharType="end"/>
        </w:r>
      </w:hyperlink>
    </w:p>
    <w:p w14:paraId="76A890AC" w14:textId="354C36B4" w:rsidR="00D734AD" w:rsidRPr="00E3633C" w:rsidRDefault="00270D0F" w:rsidP="00243776">
      <w:pPr>
        <w:pStyle w:val="TOC5"/>
        <w:rPr>
          <w:rFonts w:eastAsiaTheme="minorEastAsia"/>
          <w:i w:val="0"/>
          <w:kern w:val="2"/>
          <w:sz w:val="20"/>
          <w:szCs w:val="20"/>
          <w14:ligatures w14:val="standardContextual"/>
        </w:rPr>
      </w:pPr>
      <w:hyperlink w:anchor="_Toc162532158" w:history="1">
        <w:r w:rsidR="00D734AD" w:rsidRPr="00E3633C">
          <w:rPr>
            <w:rStyle w:val="Hyperlink"/>
            <w:i w:val="0"/>
            <w:sz w:val="20"/>
            <w:szCs w:val="20"/>
            <w:u w:val="none"/>
          </w:rPr>
          <w:t>8.1.1.4.1</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Regulation Service and Generation Resource/Controllable Load Resource Energy Deployment Performance, and Ancillary Service Capacity Performance Metrics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_Toc162532158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8-46</w:t>
        </w:r>
        <w:r w:rsidR="00D734AD" w:rsidRPr="00E3633C">
          <w:rPr>
            <w:i w:val="0"/>
            <w:webHidden/>
            <w:sz w:val="20"/>
            <w:szCs w:val="20"/>
          </w:rPr>
          <w:fldChar w:fldCharType="end"/>
        </w:r>
      </w:hyperlink>
    </w:p>
    <w:p w14:paraId="447B6495" w14:textId="2D36E885" w:rsidR="00D734AD" w:rsidRPr="00E3633C" w:rsidRDefault="00270D0F" w:rsidP="00243776">
      <w:pPr>
        <w:pStyle w:val="TOC5"/>
        <w:rPr>
          <w:rFonts w:eastAsiaTheme="minorEastAsia"/>
          <w:i w:val="0"/>
          <w:kern w:val="2"/>
          <w:sz w:val="20"/>
          <w:szCs w:val="20"/>
          <w14:ligatures w14:val="standardContextual"/>
        </w:rPr>
      </w:pPr>
      <w:hyperlink w:anchor="_Toc162532160" w:history="1">
        <w:r w:rsidR="00D734AD" w:rsidRPr="00E3633C">
          <w:rPr>
            <w:rStyle w:val="Hyperlink"/>
            <w:i w:val="0"/>
            <w:sz w:val="20"/>
            <w:szCs w:val="20"/>
            <w:u w:val="none"/>
          </w:rPr>
          <w:t>8.1.1.4.2</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Responsive Reserve Energy Deployment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_Toc162532160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8-64</w:t>
        </w:r>
        <w:r w:rsidR="00D734AD" w:rsidRPr="00E3633C">
          <w:rPr>
            <w:i w:val="0"/>
            <w:webHidden/>
            <w:sz w:val="20"/>
            <w:szCs w:val="20"/>
          </w:rPr>
          <w:fldChar w:fldCharType="end"/>
        </w:r>
      </w:hyperlink>
    </w:p>
    <w:p w14:paraId="2754902D" w14:textId="1B2D41C9" w:rsidR="00D734AD" w:rsidRPr="00E3633C" w:rsidRDefault="00270D0F" w:rsidP="00243776">
      <w:pPr>
        <w:pStyle w:val="TOC5"/>
        <w:rPr>
          <w:rFonts w:eastAsiaTheme="minorEastAsia"/>
          <w:i w:val="0"/>
          <w:kern w:val="2"/>
          <w:sz w:val="20"/>
          <w:szCs w:val="20"/>
          <w14:ligatures w14:val="standardContextual"/>
        </w:rPr>
      </w:pPr>
      <w:hyperlink w:anchor="_Toc162532162" w:history="1">
        <w:r w:rsidR="00D734AD" w:rsidRPr="00E3633C">
          <w:rPr>
            <w:rStyle w:val="Hyperlink"/>
            <w:i w:val="0"/>
            <w:sz w:val="20"/>
            <w:szCs w:val="20"/>
            <w:u w:val="none"/>
          </w:rPr>
          <w:t>8.1.1.4.3</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Non-Spinning Reserve Service Energy Deployment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_Toc162532162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8-68</w:t>
        </w:r>
        <w:r w:rsidR="00D734AD" w:rsidRPr="00E3633C">
          <w:rPr>
            <w:i w:val="0"/>
            <w:webHidden/>
            <w:sz w:val="20"/>
            <w:szCs w:val="20"/>
          </w:rPr>
          <w:fldChar w:fldCharType="end"/>
        </w:r>
      </w:hyperlink>
    </w:p>
    <w:p w14:paraId="1632D0BF" w14:textId="5F46F21D" w:rsidR="00D734AD" w:rsidRPr="00E3633C" w:rsidRDefault="00270D0F" w:rsidP="00243776">
      <w:pPr>
        <w:pStyle w:val="TOC5"/>
        <w:rPr>
          <w:rFonts w:eastAsiaTheme="minorEastAsia"/>
          <w:i w:val="0"/>
          <w:kern w:val="2"/>
          <w:sz w:val="20"/>
          <w:szCs w:val="20"/>
          <w14:ligatures w14:val="standardContextual"/>
        </w:rPr>
      </w:pPr>
      <w:hyperlink w:anchor="_Toc162532164" w:history="1">
        <w:r w:rsidR="00D734AD" w:rsidRPr="00E3633C">
          <w:rPr>
            <w:rStyle w:val="Hyperlink"/>
            <w:i w:val="0"/>
            <w:sz w:val="20"/>
            <w:szCs w:val="20"/>
            <w:u w:val="none"/>
          </w:rPr>
          <w:t>8.1.1.4.4</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ERCOT Contingency Reserve Service Energy Deployment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_Toc162532164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8-72</w:t>
        </w:r>
        <w:r w:rsidR="00D734AD" w:rsidRPr="00E3633C">
          <w:rPr>
            <w:i w:val="0"/>
            <w:webHidden/>
            <w:sz w:val="20"/>
            <w:szCs w:val="20"/>
          </w:rPr>
          <w:fldChar w:fldCharType="end"/>
        </w:r>
      </w:hyperlink>
    </w:p>
    <w:p w14:paraId="3E41F967" w14:textId="625B415D" w:rsidR="00D734AD" w:rsidRPr="00E3633C" w:rsidRDefault="00270D0F">
      <w:pPr>
        <w:pStyle w:val="TOC3"/>
        <w:rPr>
          <w:rFonts w:eastAsiaTheme="minorEastAsia"/>
          <w:i w:val="0"/>
          <w:iCs w:val="0"/>
          <w:noProof/>
          <w:kern w:val="2"/>
          <w14:ligatures w14:val="standardContextual"/>
        </w:rPr>
      </w:pPr>
      <w:hyperlink w:anchor="_Toc162532166" w:history="1">
        <w:r w:rsidR="00D734AD" w:rsidRPr="00E3633C">
          <w:rPr>
            <w:rStyle w:val="Hyperlink"/>
            <w:i w:val="0"/>
            <w:iCs w:val="0"/>
            <w:noProof/>
            <w:u w:val="none"/>
          </w:rPr>
          <w:t>8.1.2</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Current Operating Plan (COP) Performance Requirements</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_Toc162532166 \h </w:instrText>
        </w:r>
        <w:r w:rsidR="00D734AD" w:rsidRPr="00E3633C">
          <w:rPr>
            <w:i w:val="0"/>
            <w:iCs w:val="0"/>
            <w:noProof/>
            <w:webHidden/>
          </w:rPr>
        </w:r>
        <w:r w:rsidR="00D734AD" w:rsidRPr="00E3633C">
          <w:rPr>
            <w:i w:val="0"/>
            <w:iCs w:val="0"/>
            <w:noProof/>
            <w:webHidden/>
          </w:rPr>
          <w:fldChar w:fldCharType="separate"/>
        </w:r>
        <w:r>
          <w:rPr>
            <w:i w:val="0"/>
            <w:iCs w:val="0"/>
            <w:noProof/>
            <w:webHidden/>
          </w:rPr>
          <w:t>8-74</w:t>
        </w:r>
        <w:r w:rsidR="00D734AD" w:rsidRPr="00E3633C">
          <w:rPr>
            <w:i w:val="0"/>
            <w:iCs w:val="0"/>
            <w:noProof/>
            <w:webHidden/>
          </w:rPr>
          <w:fldChar w:fldCharType="end"/>
        </w:r>
      </w:hyperlink>
    </w:p>
    <w:p w14:paraId="0409C767" w14:textId="20401C5C" w:rsidR="00D734AD" w:rsidRPr="00E3633C" w:rsidRDefault="00270D0F">
      <w:pPr>
        <w:pStyle w:val="TOC3"/>
        <w:rPr>
          <w:rFonts w:eastAsiaTheme="minorEastAsia"/>
          <w:i w:val="0"/>
          <w:iCs w:val="0"/>
          <w:noProof/>
          <w:kern w:val="2"/>
          <w14:ligatures w14:val="standardContextual"/>
        </w:rPr>
      </w:pPr>
      <w:hyperlink w:anchor="_Toc162532167" w:history="1">
        <w:r w:rsidR="00D734AD" w:rsidRPr="00E3633C">
          <w:rPr>
            <w:rStyle w:val="Hyperlink"/>
            <w:i w:val="0"/>
            <w:iCs w:val="0"/>
            <w:noProof/>
            <w:u w:val="none"/>
          </w:rPr>
          <w:t>8.1.3</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Emergency Response Service Performance and Testing</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_Toc162532167 \h </w:instrText>
        </w:r>
        <w:r w:rsidR="00D734AD" w:rsidRPr="00E3633C">
          <w:rPr>
            <w:i w:val="0"/>
            <w:iCs w:val="0"/>
            <w:noProof/>
            <w:webHidden/>
          </w:rPr>
        </w:r>
        <w:r w:rsidR="00D734AD" w:rsidRPr="00E3633C">
          <w:rPr>
            <w:i w:val="0"/>
            <w:iCs w:val="0"/>
            <w:noProof/>
            <w:webHidden/>
          </w:rPr>
          <w:fldChar w:fldCharType="separate"/>
        </w:r>
        <w:r>
          <w:rPr>
            <w:i w:val="0"/>
            <w:iCs w:val="0"/>
            <w:noProof/>
            <w:webHidden/>
          </w:rPr>
          <w:t>8-76</w:t>
        </w:r>
        <w:r w:rsidR="00D734AD" w:rsidRPr="00E3633C">
          <w:rPr>
            <w:i w:val="0"/>
            <w:iCs w:val="0"/>
            <w:noProof/>
            <w:webHidden/>
          </w:rPr>
          <w:fldChar w:fldCharType="end"/>
        </w:r>
      </w:hyperlink>
    </w:p>
    <w:p w14:paraId="06336BE0" w14:textId="7824589B" w:rsidR="00D734AD" w:rsidRPr="00E3633C" w:rsidRDefault="00270D0F">
      <w:pPr>
        <w:pStyle w:val="TOC4"/>
        <w:rPr>
          <w:rFonts w:eastAsiaTheme="minorEastAsia"/>
          <w:bCs w:val="0"/>
          <w:snapToGrid/>
          <w:kern w:val="2"/>
          <w:sz w:val="20"/>
          <w:szCs w:val="20"/>
          <w14:ligatures w14:val="standardContextual"/>
        </w:rPr>
      </w:pPr>
      <w:hyperlink w:anchor="_Toc162532168" w:history="1">
        <w:r w:rsidR="00D734AD" w:rsidRPr="00E3633C">
          <w:rPr>
            <w:rStyle w:val="Hyperlink"/>
            <w:bCs w:val="0"/>
            <w:sz w:val="20"/>
            <w:szCs w:val="20"/>
            <w:u w:val="none"/>
          </w:rPr>
          <w:t>8.1.3.1</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Performance Criteria for Emergency Response Service Resources</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_Toc162532168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8-76</w:t>
        </w:r>
        <w:r w:rsidR="00D734AD" w:rsidRPr="00E3633C">
          <w:rPr>
            <w:bCs w:val="0"/>
            <w:webHidden/>
            <w:sz w:val="20"/>
            <w:szCs w:val="20"/>
          </w:rPr>
          <w:fldChar w:fldCharType="end"/>
        </w:r>
      </w:hyperlink>
    </w:p>
    <w:p w14:paraId="7DBE1F5A" w14:textId="1505ED57" w:rsidR="00D734AD" w:rsidRPr="00E3633C" w:rsidRDefault="00270D0F" w:rsidP="00243776">
      <w:pPr>
        <w:pStyle w:val="TOC5"/>
        <w:rPr>
          <w:rFonts w:eastAsiaTheme="minorEastAsia"/>
          <w:i w:val="0"/>
          <w:kern w:val="2"/>
          <w:sz w:val="20"/>
          <w:szCs w:val="20"/>
          <w14:ligatures w14:val="standardContextual"/>
        </w:rPr>
      </w:pPr>
      <w:hyperlink w:anchor="_Toc162532169" w:history="1">
        <w:r w:rsidR="00D734AD" w:rsidRPr="00E3633C">
          <w:rPr>
            <w:rStyle w:val="Hyperlink"/>
            <w:i w:val="0"/>
            <w:sz w:val="20"/>
            <w:szCs w:val="20"/>
            <w:u w:val="none"/>
          </w:rPr>
          <w:t>8.1.3.1.1</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Baselines for Emergency Response Service Loads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_Toc162532169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8-76</w:t>
        </w:r>
        <w:r w:rsidR="00D734AD" w:rsidRPr="00E3633C">
          <w:rPr>
            <w:i w:val="0"/>
            <w:webHidden/>
            <w:sz w:val="20"/>
            <w:szCs w:val="20"/>
          </w:rPr>
          <w:fldChar w:fldCharType="end"/>
        </w:r>
      </w:hyperlink>
    </w:p>
    <w:p w14:paraId="01C5BBA1" w14:textId="5E8DA74D" w:rsidR="00D734AD" w:rsidRPr="00E3633C" w:rsidRDefault="00270D0F" w:rsidP="00243776">
      <w:pPr>
        <w:pStyle w:val="TOC5"/>
        <w:rPr>
          <w:rFonts w:eastAsiaTheme="minorEastAsia"/>
          <w:i w:val="0"/>
          <w:kern w:val="2"/>
          <w:sz w:val="20"/>
          <w:szCs w:val="20"/>
          <w14:ligatures w14:val="standardContextual"/>
        </w:rPr>
      </w:pPr>
      <w:hyperlink w:anchor="_Toc162532170" w:history="1">
        <w:r w:rsidR="00D734AD" w:rsidRPr="00E3633C">
          <w:rPr>
            <w:rStyle w:val="Hyperlink"/>
            <w:i w:val="0"/>
            <w:sz w:val="20"/>
            <w:szCs w:val="20"/>
            <w:u w:val="none"/>
          </w:rPr>
          <w:t>8.1.3.1.2</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Performance Evaluation for Emergency Response Service Generators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_Toc162532170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8-79</w:t>
        </w:r>
        <w:r w:rsidR="00D734AD" w:rsidRPr="00E3633C">
          <w:rPr>
            <w:i w:val="0"/>
            <w:webHidden/>
            <w:sz w:val="20"/>
            <w:szCs w:val="20"/>
          </w:rPr>
          <w:fldChar w:fldCharType="end"/>
        </w:r>
      </w:hyperlink>
    </w:p>
    <w:p w14:paraId="19BBD3C0" w14:textId="12BE1D85" w:rsidR="00D734AD" w:rsidRPr="00E3633C" w:rsidRDefault="00270D0F" w:rsidP="00243776">
      <w:pPr>
        <w:pStyle w:val="TOC5"/>
        <w:rPr>
          <w:rFonts w:eastAsiaTheme="minorEastAsia"/>
          <w:i w:val="0"/>
          <w:kern w:val="2"/>
          <w:sz w:val="20"/>
          <w:szCs w:val="20"/>
          <w14:ligatures w14:val="standardContextual"/>
        </w:rPr>
      </w:pPr>
      <w:hyperlink w:anchor="_Toc162532171" w:history="1">
        <w:r w:rsidR="00D734AD" w:rsidRPr="00E3633C">
          <w:rPr>
            <w:rStyle w:val="Hyperlink"/>
            <w:i w:val="0"/>
            <w:sz w:val="20"/>
            <w:szCs w:val="20"/>
            <w:u w:val="none"/>
          </w:rPr>
          <w:t>8.1.3.1.3</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Availability Criteria for Emergency Response Service Resources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_Toc162532171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8-81</w:t>
        </w:r>
        <w:r w:rsidR="00D734AD" w:rsidRPr="00E3633C">
          <w:rPr>
            <w:i w:val="0"/>
            <w:webHidden/>
            <w:sz w:val="20"/>
            <w:szCs w:val="20"/>
          </w:rPr>
          <w:fldChar w:fldCharType="end"/>
        </w:r>
      </w:hyperlink>
    </w:p>
    <w:p w14:paraId="55B7326F" w14:textId="351ACA02" w:rsidR="00D734AD" w:rsidRPr="00E3633C" w:rsidRDefault="00270D0F">
      <w:pPr>
        <w:pStyle w:val="TOC6"/>
        <w:rPr>
          <w:rFonts w:eastAsiaTheme="minorEastAsia"/>
          <w:noProof/>
          <w:kern w:val="2"/>
          <w:sz w:val="20"/>
          <w:szCs w:val="20"/>
          <w14:ligatures w14:val="standardContextual"/>
        </w:rPr>
      </w:pPr>
      <w:hyperlink w:anchor="_Toc162532172" w:history="1">
        <w:r w:rsidR="00D734AD" w:rsidRPr="00E3633C">
          <w:rPr>
            <w:rStyle w:val="Hyperlink"/>
            <w:noProof/>
            <w:sz w:val="20"/>
            <w:szCs w:val="20"/>
            <w:u w:val="none"/>
          </w:rPr>
          <w:t>8.1.3.1.3.1</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Time Period Availability Calculations for Emergency Response Service Loads</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_Toc162532172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8-81</w:t>
        </w:r>
        <w:r w:rsidR="00D734AD" w:rsidRPr="00E3633C">
          <w:rPr>
            <w:noProof/>
            <w:webHidden/>
            <w:sz w:val="20"/>
            <w:szCs w:val="20"/>
          </w:rPr>
          <w:fldChar w:fldCharType="end"/>
        </w:r>
      </w:hyperlink>
    </w:p>
    <w:p w14:paraId="7016BA51" w14:textId="3EDF68C1" w:rsidR="00D734AD" w:rsidRPr="00E3633C" w:rsidRDefault="00270D0F">
      <w:pPr>
        <w:pStyle w:val="TOC6"/>
        <w:rPr>
          <w:rFonts w:eastAsiaTheme="minorEastAsia"/>
          <w:noProof/>
          <w:kern w:val="2"/>
          <w:sz w:val="20"/>
          <w:szCs w:val="20"/>
          <w14:ligatures w14:val="standardContextual"/>
        </w:rPr>
      </w:pPr>
      <w:hyperlink w:anchor="_Toc162532173" w:history="1">
        <w:r w:rsidR="00D734AD" w:rsidRPr="00E3633C">
          <w:rPr>
            <w:rStyle w:val="Hyperlink"/>
            <w:noProof/>
            <w:sz w:val="20"/>
            <w:szCs w:val="20"/>
            <w:u w:val="none"/>
          </w:rPr>
          <w:t>8.1.3.1.3.2</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Time Period Availability Calculations for Emergency Response Service Generators</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_Toc162532173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8-83</w:t>
        </w:r>
        <w:r w:rsidR="00D734AD" w:rsidRPr="00E3633C">
          <w:rPr>
            <w:noProof/>
            <w:webHidden/>
            <w:sz w:val="20"/>
            <w:szCs w:val="20"/>
          </w:rPr>
          <w:fldChar w:fldCharType="end"/>
        </w:r>
      </w:hyperlink>
    </w:p>
    <w:p w14:paraId="32F6A824" w14:textId="26FD3675" w:rsidR="00D734AD" w:rsidRPr="00E3633C" w:rsidRDefault="00270D0F">
      <w:pPr>
        <w:pStyle w:val="TOC6"/>
        <w:rPr>
          <w:rFonts w:eastAsiaTheme="minorEastAsia"/>
          <w:noProof/>
          <w:kern w:val="2"/>
          <w:sz w:val="20"/>
          <w:szCs w:val="20"/>
          <w14:ligatures w14:val="standardContextual"/>
        </w:rPr>
      </w:pPr>
      <w:hyperlink w:anchor="_Toc162532174" w:history="1">
        <w:r w:rsidR="00D734AD" w:rsidRPr="00E3633C">
          <w:rPr>
            <w:rStyle w:val="Hyperlink"/>
            <w:noProof/>
            <w:sz w:val="20"/>
            <w:szCs w:val="20"/>
            <w:u w:val="none"/>
          </w:rPr>
          <w:t>8.1.3.1.3.3</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Contract Period Availability Calculations for Emergency Response Service Resources</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_Toc162532174 \h </w:instrText>
        </w:r>
        <w:r w:rsidR="00D734AD" w:rsidRPr="00E3633C">
          <w:rPr>
            <w:noProof/>
            <w:webHidden/>
            <w:sz w:val="20"/>
            <w:szCs w:val="20"/>
          </w:rPr>
        </w:r>
        <w:r w:rsidR="00D734AD" w:rsidRPr="00E3633C">
          <w:rPr>
            <w:noProof/>
            <w:webHidden/>
            <w:sz w:val="20"/>
            <w:szCs w:val="20"/>
          </w:rPr>
          <w:fldChar w:fldCharType="separate"/>
        </w:r>
        <w:r>
          <w:rPr>
            <w:noProof/>
            <w:webHidden/>
            <w:sz w:val="20"/>
            <w:szCs w:val="20"/>
          </w:rPr>
          <w:t>8-84</w:t>
        </w:r>
        <w:r w:rsidR="00D734AD" w:rsidRPr="00E3633C">
          <w:rPr>
            <w:noProof/>
            <w:webHidden/>
            <w:sz w:val="20"/>
            <w:szCs w:val="20"/>
          </w:rPr>
          <w:fldChar w:fldCharType="end"/>
        </w:r>
      </w:hyperlink>
    </w:p>
    <w:p w14:paraId="3B9D4A84" w14:textId="37125E6D" w:rsidR="00D734AD" w:rsidRPr="00E3633C" w:rsidRDefault="00270D0F" w:rsidP="00243776">
      <w:pPr>
        <w:pStyle w:val="TOC5"/>
        <w:rPr>
          <w:rFonts w:eastAsiaTheme="minorEastAsia"/>
          <w:i w:val="0"/>
          <w:kern w:val="2"/>
          <w:sz w:val="20"/>
          <w:szCs w:val="20"/>
          <w14:ligatures w14:val="standardContextual"/>
        </w:rPr>
      </w:pPr>
      <w:hyperlink w:anchor="_Toc162532175" w:history="1">
        <w:r w:rsidR="00D734AD" w:rsidRPr="00E3633C">
          <w:rPr>
            <w:rStyle w:val="Hyperlink"/>
            <w:i w:val="0"/>
            <w:sz w:val="20"/>
            <w:szCs w:val="20"/>
            <w:u w:val="none"/>
          </w:rPr>
          <w:t>8.1.3.1.4</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Event Performance Criteria for Emergency Response Service Resources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_Toc162532175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8-87</w:t>
        </w:r>
        <w:r w:rsidR="00D734AD" w:rsidRPr="00E3633C">
          <w:rPr>
            <w:i w:val="0"/>
            <w:webHidden/>
            <w:sz w:val="20"/>
            <w:szCs w:val="20"/>
          </w:rPr>
          <w:fldChar w:fldCharType="end"/>
        </w:r>
      </w:hyperlink>
    </w:p>
    <w:p w14:paraId="1C4070D6" w14:textId="6FEE3C9C" w:rsidR="00D734AD" w:rsidRPr="00E3633C" w:rsidRDefault="00270D0F">
      <w:pPr>
        <w:pStyle w:val="TOC4"/>
        <w:rPr>
          <w:rFonts w:eastAsiaTheme="minorEastAsia"/>
          <w:bCs w:val="0"/>
          <w:snapToGrid/>
          <w:kern w:val="2"/>
          <w:sz w:val="20"/>
          <w:szCs w:val="20"/>
          <w14:ligatures w14:val="standardContextual"/>
        </w:rPr>
      </w:pPr>
      <w:hyperlink w:anchor="_Toc162532176" w:history="1">
        <w:r w:rsidR="00D734AD" w:rsidRPr="00E3633C">
          <w:rPr>
            <w:rStyle w:val="Hyperlink"/>
            <w:bCs w:val="0"/>
            <w:sz w:val="20"/>
            <w:szCs w:val="20"/>
            <w:u w:val="none"/>
          </w:rPr>
          <w:t>8.1.3.2</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Testing of Emergency Response Service Resources</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_Toc162532176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8-90</w:t>
        </w:r>
        <w:r w:rsidR="00D734AD" w:rsidRPr="00E3633C">
          <w:rPr>
            <w:bCs w:val="0"/>
            <w:webHidden/>
            <w:sz w:val="20"/>
            <w:szCs w:val="20"/>
          </w:rPr>
          <w:fldChar w:fldCharType="end"/>
        </w:r>
      </w:hyperlink>
    </w:p>
    <w:p w14:paraId="6F359523" w14:textId="7E5FA97A" w:rsidR="00D734AD" w:rsidRPr="00E3633C" w:rsidRDefault="00270D0F">
      <w:pPr>
        <w:pStyle w:val="TOC4"/>
        <w:rPr>
          <w:rFonts w:eastAsiaTheme="minorEastAsia"/>
          <w:bCs w:val="0"/>
          <w:snapToGrid/>
          <w:kern w:val="2"/>
          <w:sz w:val="20"/>
          <w:szCs w:val="20"/>
          <w14:ligatures w14:val="standardContextual"/>
        </w:rPr>
      </w:pPr>
      <w:hyperlink w:anchor="_Toc162532177" w:history="1">
        <w:r w:rsidR="00D734AD" w:rsidRPr="00E3633C">
          <w:rPr>
            <w:rStyle w:val="Hyperlink"/>
            <w:bCs w:val="0"/>
            <w:sz w:val="20"/>
            <w:szCs w:val="20"/>
            <w:u w:val="none"/>
          </w:rPr>
          <w:t>8.1.3.3</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Payment Reductions and Suspension of Qualification of Emergency Response Service Resources and/or their Qualified Scheduling Entities</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_Toc162532177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8-93</w:t>
        </w:r>
        <w:r w:rsidR="00D734AD" w:rsidRPr="00E3633C">
          <w:rPr>
            <w:bCs w:val="0"/>
            <w:webHidden/>
            <w:sz w:val="20"/>
            <w:szCs w:val="20"/>
          </w:rPr>
          <w:fldChar w:fldCharType="end"/>
        </w:r>
      </w:hyperlink>
    </w:p>
    <w:p w14:paraId="75A73FEB" w14:textId="4FC72AB3" w:rsidR="00D734AD" w:rsidRPr="00E3633C" w:rsidRDefault="00270D0F" w:rsidP="00243776">
      <w:pPr>
        <w:pStyle w:val="TOC5"/>
        <w:rPr>
          <w:rFonts w:eastAsiaTheme="minorEastAsia"/>
          <w:i w:val="0"/>
          <w:kern w:val="2"/>
          <w:sz w:val="20"/>
          <w:szCs w:val="20"/>
          <w14:ligatures w14:val="standardContextual"/>
        </w:rPr>
      </w:pPr>
      <w:hyperlink w:anchor="_Toc162532178" w:history="1">
        <w:r w:rsidR="00D734AD" w:rsidRPr="00E3633C">
          <w:rPr>
            <w:rStyle w:val="Hyperlink"/>
            <w:i w:val="0"/>
            <w:sz w:val="20"/>
            <w:szCs w:val="20"/>
            <w:u w:val="none"/>
          </w:rPr>
          <w:t>8.1.3.3.1</w:t>
        </w:r>
        <w:r w:rsidR="00D734AD" w:rsidRPr="00E3633C">
          <w:rPr>
            <w:rFonts w:eastAsiaTheme="minorEastAsia"/>
            <w:i w:val="0"/>
            <w:kern w:val="2"/>
            <w:sz w:val="20"/>
            <w:szCs w:val="20"/>
            <w14:ligatures w14:val="standardContextual"/>
          </w:rPr>
          <w:tab/>
        </w:r>
        <w:r w:rsidR="00D734AD" w:rsidRPr="00E3633C">
          <w:rPr>
            <w:rStyle w:val="Hyperlink"/>
            <w:i w:val="0"/>
            <w:snapToGrid w:val="0"/>
            <w:sz w:val="20"/>
            <w:szCs w:val="20"/>
            <w:u w:val="none"/>
          </w:rPr>
          <w:t>Suspension of Qualification of Non-Weather-Sensitive Emergency Response Service Resources and/or their Qualified Scheduling Entities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_Toc162532178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8-93</w:t>
        </w:r>
        <w:r w:rsidR="00D734AD" w:rsidRPr="00E3633C">
          <w:rPr>
            <w:i w:val="0"/>
            <w:webHidden/>
            <w:sz w:val="20"/>
            <w:szCs w:val="20"/>
          </w:rPr>
          <w:fldChar w:fldCharType="end"/>
        </w:r>
      </w:hyperlink>
    </w:p>
    <w:p w14:paraId="2C4C2344" w14:textId="74C7D050" w:rsidR="00D734AD" w:rsidRPr="00E3633C" w:rsidRDefault="00270D0F" w:rsidP="00243776">
      <w:pPr>
        <w:pStyle w:val="TOC5"/>
        <w:rPr>
          <w:rFonts w:eastAsiaTheme="minorEastAsia"/>
          <w:i w:val="0"/>
          <w:kern w:val="2"/>
          <w:sz w:val="20"/>
          <w:szCs w:val="20"/>
          <w14:ligatures w14:val="standardContextual"/>
        </w:rPr>
      </w:pPr>
      <w:hyperlink w:anchor="_Toc162532179" w:history="1">
        <w:r w:rsidR="00D734AD" w:rsidRPr="00E3633C">
          <w:rPr>
            <w:rStyle w:val="Hyperlink"/>
            <w:i w:val="0"/>
            <w:snapToGrid w:val="0"/>
            <w:sz w:val="20"/>
            <w:szCs w:val="20"/>
            <w:u w:val="none"/>
          </w:rPr>
          <w:t>8.1.3.3.2</w:t>
        </w:r>
        <w:r w:rsidR="00D734AD" w:rsidRPr="00E3633C">
          <w:rPr>
            <w:rFonts w:eastAsiaTheme="minorEastAsia"/>
            <w:i w:val="0"/>
            <w:kern w:val="2"/>
            <w:sz w:val="20"/>
            <w:szCs w:val="20"/>
            <w14:ligatures w14:val="standardContextual"/>
          </w:rPr>
          <w:tab/>
        </w:r>
        <w:r w:rsidR="00D734AD" w:rsidRPr="00E3633C">
          <w:rPr>
            <w:rStyle w:val="Hyperlink"/>
            <w:i w:val="0"/>
            <w:snapToGrid w:val="0"/>
            <w:sz w:val="20"/>
            <w:szCs w:val="20"/>
            <w:u w:val="none"/>
          </w:rPr>
          <w:t>Payment Reduction and Suspension of Qualification of Weather-Sensitive Emergency Response Service Loads and/or their Qualified Scheduling Entities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_Toc162532179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8-99</w:t>
        </w:r>
        <w:r w:rsidR="00D734AD" w:rsidRPr="00E3633C">
          <w:rPr>
            <w:i w:val="0"/>
            <w:webHidden/>
            <w:sz w:val="20"/>
            <w:szCs w:val="20"/>
          </w:rPr>
          <w:fldChar w:fldCharType="end"/>
        </w:r>
      </w:hyperlink>
    </w:p>
    <w:p w14:paraId="7FF1BC25" w14:textId="6907748B" w:rsidR="00D734AD" w:rsidRPr="00E3633C" w:rsidRDefault="00270D0F" w:rsidP="00243776">
      <w:pPr>
        <w:pStyle w:val="TOC5"/>
        <w:rPr>
          <w:rFonts w:eastAsiaTheme="minorEastAsia"/>
          <w:i w:val="0"/>
          <w:kern w:val="2"/>
          <w:sz w:val="20"/>
          <w:szCs w:val="20"/>
          <w14:ligatures w14:val="standardContextual"/>
        </w:rPr>
      </w:pPr>
      <w:hyperlink w:anchor="_Toc162532180" w:history="1">
        <w:r w:rsidR="00D734AD" w:rsidRPr="00E3633C">
          <w:rPr>
            <w:rStyle w:val="Hyperlink"/>
            <w:i w:val="0"/>
            <w:snapToGrid w:val="0"/>
            <w:sz w:val="20"/>
            <w:szCs w:val="20"/>
            <w:u w:val="none"/>
          </w:rPr>
          <w:t>8.1.3.3.3</w:t>
        </w:r>
        <w:r w:rsidR="00D734AD" w:rsidRPr="00E3633C">
          <w:rPr>
            <w:rFonts w:eastAsiaTheme="minorEastAsia"/>
            <w:i w:val="0"/>
            <w:kern w:val="2"/>
            <w:sz w:val="20"/>
            <w:szCs w:val="20"/>
            <w14:ligatures w14:val="standardContextual"/>
          </w:rPr>
          <w:tab/>
        </w:r>
        <w:r w:rsidR="00D734AD" w:rsidRPr="00E3633C">
          <w:rPr>
            <w:rStyle w:val="Hyperlink"/>
            <w:i w:val="0"/>
            <w:snapToGrid w:val="0"/>
            <w:sz w:val="20"/>
            <w:szCs w:val="20"/>
            <w:u w:val="none"/>
          </w:rPr>
          <w:t>Performance Criteria for Qualified Scheduling Entities Representing Non-Weather-Sensitive Emergency Response Service Resources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_Toc162532180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8-101</w:t>
        </w:r>
        <w:r w:rsidR="00D734AD" w:rsidRPr="00E3633C">
          <w:rPr>
            <w:i w:val="0"/>
            <w:webHidden/>
            <w:sz w:val="20"/>
            <w:szCs w:val="20"/>
          </w:rPr>
          <w:fldChar w:fldCharType="end"/>
        </w:r>
      </w:hyperlink>
    </w:p>
    <w:p w14:paraId="77CBCC7A" w14:textId="2DFA96E6" w:rsidR="00D734AD" w:rsidRPr="00E3633C" w:rsidRDefault="00270D0F" w:rsidP="00243776">
      <w:pPr>
        <w:pStyle w:val="TOC5"/>
        <w:rPr>
          <w:rFonts w:eastAsiaTheme="minorEastAsia"/>
          <w:i w:val="0"/>
          <w:kern w:val="2"/>
          <w:sz w:val="20"/>
          <w:szCs w:val="20"/>
          <w14:ligatures w14:val="standardContextual"/>
        </w:rPr>
      </w:pPr>
      <w:hyperlink w:anchor="_Toc162532181" w:history="1">
        <w:r w:rsidR="00D734AD" w:rsidRPr="00E3633C">
          <w:rPr>
            <w:rStyle w:val="Hyperlink"/>
            <w:i w:val="0"/>
            <w:sz w:val="20"/>
            <w:szCs w:val="20"/>
            <w:u w:val="none"/>
          </w:rPr>
          <w:t>8.1.3.3.4</w:t>
        </w:r>
        <w:r w:rsidR="00D734AD" w:rsidRPr="00E3633C">
          <w:rPr>
            <w:rFonts w:eastAsiaTheme="minorEastAsia"/>
            <w:i w:val="0"/>
            <w:kern w:val="2"/>
            <w:sz w:val="20"/>
            <w:szCs w:val="20"/>
            <w14:ligatures w14:val="standardContextual"/>
          </w:rPr>
          <w:tab/>
        </w:r>
        <w:r w:rsidR="00D734AD" w:rsidRPr="00E3633C">
          <w:rPr>
            <w:rStyle w:val="Hyperlink"/>
            <w:i w:val="0"/>
            <w:snapToGrid w:val="0"/>
            <w:sz w:val="20"/>
            <w:szCs w:val="20"/>
            <w:u w:val="none"/>
          </w:rPr>
          <w:t>Performance</w:t>
        </w:r>
        <w:r w:rsidR="00D734AD" w:rsidRPr="00E3633C">
          <w:rPr>
            <w:rStyle w:val="Hyperlink"/>
            <w:i w:val="0"/>
            <w:sz w:val="20"/>
            <w:szCs w:val="20"/>
            <w:u w:val="none"/>
          </w:rPr>
          <w:t xml:space="preserve"> Criteria for Qualified Scheduling Entities Representing Weather-Sensitive Emergency Response Service Loads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_Toc162532181 \h </w:instrText>
        </w:r>
        <w:r w:rsidR="00D734AD" w:rsidRPr="00E3633C">
          <w:rPr>
            <w:i w:val="0"/>
            <w:webHidden/>
            <w:sz w:val="20"/>
            <w:szCs w:val="20"/>
          </w:rPr>
        </w:r>
        <w:r w:rsidR="00D734AD" w:rsidRPr="00E3633C">
          <w:rPr>
            <w:i w:val="0"/>
            <w:webHidden/>
            <w:sz w:val="20"/>
            <w:szCs w:val="20"/>
          </w:rPr>
          <w:fldChar w:fldCharType="separate"/>
        </w:r>
        <w:r>
          <w:rPr>
            <w:i w:val="0"/>
            <w:webHidden/>
            <w:sz w:val="20"/>
            <w:szCs w:val="20"/>
          </w:rPr>
          <w:t>8-104</w:t>
        </w:r>
        <w:r w:rsidR="00D734AD" w:rsidRPr="00E3633C">
          <w:rPr>
            <w:i w:val="0"/>
            <w:webHidden/>
            <w:sz w:val="20"/>
            <w:szCs w:val="20"/>
          </w:rPr>
          <w:fldChar w:fldCharType="end"/>
        </w:r>
      </w:hyperlink>
    </w:p>
    <w:p w14:paraId="60705A08" w14:textId="687C1FA0" w:rsidR="00D734AD" w:rsidRPr="00E3633C" w:rsidRDefault="00270D0F">
      <w:pPr>
        <w:pStyle w:val="TOC4"/>
        <w:rPr>
          <w:rFonts w:eastAsiaTheme="minorEastAsia"/>
          <w:bCs w:val="0"/>
          <w:snapToGrid/>
          <w:kern w:val="2"/>
          <w:sz w:val="20"/>
          <w:szCs w:val="20"/>
          <w14:ligatures w14:val="standardContextual"/>
        </w:rPr>
      </w:pPr>
      <w:hyperlink w:anchor="_Toc162532182" w:history="1">
        <w:r w:rsidR="00D734AD" w:rsidRPr="00E3633C">
          <w:rPr>
            <w:rStyle w:val="Hyperlink"/>
            <w:bCs w:val="0"/>
            <w:sz w:val="20"/>
            <w:szCs w:val="20"/>
            <w:u w:val="none"/>
          </w:rPr>
          <w:t>8.1.3.4</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ERCOT Data Collection for Emergency Response Service</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_Toc162532182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8-105</w:t>
        </w:r>
        <w:r w:rsidR="00D734AD" w:rsidRPr="00E3633C">
          <w:rPr>
            <w:bCs w:val="0"/>
            <w:webHidden/>
            <w:sz w:val="20"/>
            <w:szCs w:val="20"/>
          </w:rPr>
          <w:fldChar w:fldCharType="end"/>
        </w:r>
      </w:hyperlink>
    </w:p>
    <w:p w14:paraId="513ACC88" w14:textId="4A1B906A" w:rsidR="00D734AD" w:rsidRPr="00E3633C" w:rsidRDefault="00270D0F">
      <w:pPr>
        <w:pStyle w:val="TOC2"/>
        <w:rPr>
          <w:rFonts w:eastAsiaTheme="minorEastAsia"/>
          <w:noProof/>
          <w:kern w:val="2"/>
          <w14:ligatures w14:val="standardContextual"/>
        </w:rPr>
      </w:pPr>
      <w:hyperlink w:anchor="_Toc162532183" w:history="1">
        <w:r w:rsidR="00D734AD" w:rsidRPr="00E3633C">
          <w:rPr>
            <w:rStyle w:val="Hyperlink"/>
            <w:noProof/>
            <w:u w:val="none"/>
          </w:rPr>
          <w:t>8.2</w:t>
        </w:r>
        <w:r w:rsidR="00D734AD" w:rsidRPr="00E3633C">
          <w:rPr>
            <w:rFonts w:eastAsiaTheme="minorEastAsia"/>
            <w:noProof/>
            <w:kern w:val="2"/>
            <w14:ligatures w14:val="standardContextual"/>
          </w:rPr>
          <w:tab/>
        </w:r>
        <w:r w:rsidR="00D734AD" w:rsidRPr="00E3633C">
          <w:rPr>
            <w:rStyle w:val="Hyperlink"/>
            <w:noProof/>
            <w:u w:val="none"/>
          </w:rPr>
          <w:t>ERCOT Performance Monitoring</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_Toc162532183 \h </w:instrText>
        </w:r>
        <w:r w:rsidR="00D734AD" w:rsidRPr="00E3633C">
          <w:rPr>
            <w:noProof/>
            <w:webHidden/>
          </w:rPr>
        </w:r>
        <w:r w:rsidR="00D734AD" w:rsidRPr="00E3633C">
          <w:rPr>
            <w:noProof/>
            <w:webHidden/>
          </w:rPr>
          <w:fldChar w:fldCharType="separate"/>
        </w:r>
        <w:r>
          <w:rPr>
            <w:noProof/>
            <w:webHidden/>
          </w:rPr>
          <w:t>8-105</w:t>
        </w:r>
        <w:r w:rsidR="00D734AD" w:rsidRPr="00E3633C">
          <w:rPr>
            <w:noProof/>
            <w:webHidden/>
          </w:rPr>
          <w:fldChar w:fldCharType="end"/>
        </w:r>
      </w:hyperlink>
    </w:p>
    <w:p w14:paraId="57C55F43" w14:textId="67F8C22F" w:rsidR="00D734AD" w:rsidRPr="00E3633C" w:rsidRDefault="00270D0F">
      <w:pPr>
        <w:pStyle w:val="TOC2"/>
        <w:rPr>
          <w:rFonts w:eastAsiaTheme="minorEastAsia"/>
          <w:noProof/>
          <w:kern w:val="2"/>
          <w14:ligatures w14:val="standardContextual"/>
        </w:rPr>
      </w:pPr>
      <w:hyperlink w:anchor="_Toc162532184" w:history="1">
        <w:r w:rsidR="00D734AD" w:rsidRPr="00E3633C">
          <w:rPr>
            <w:rStyle w:val="Hyperlink"/>
            <w:noProof/>
            <w:u w:val="none"/>
          </w:rPr>
          <w:t>8.3</w:t>
        </w:r>
        <w:r w:rsidR="00D734AD" w:rsidRPr="00E3633C">
          <w:rPr>
            <w:rFonts w:eastAsiaTheme="minorEastAsia"/>
            <w:noProof/>
            <w:kern w:val="2"/>
            <w14:ligatures w14:val="standardContextual"/>
          </w:rPr>
          <w:tab/>
        </w:r>
        <w:r w:rsidR="00D734AD" w:rsidRPr="00E3633C">
          <w:rPr>
            <w:rStyle w:val="Hyperlink"/>
            <w:noProof/>
            <w:u w:val="none"/>
          </w:rPr>
          <w:t>TSP Performance Monitoring and Compliance</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_Toc162532184 \h </w:instrText>
        </w:r>
        <w:r w:rsidR="00D734AD" w:rsidRPr="00E3633C">
          <w:rPr>
            <w:noProof/>
            <w:webHidden/>
          </w:rPr>
        </w:r>
        <w:r w:rsidR="00D734AD" w:rsidRPr="00E3633C">
          <w:rPr>
            <w:noProof/>
            <w:webHidden/>
          </w:rPr>
          <w:fldChar w:fldCharType="separate"/>
        </w:r>
        <w:r>
          <w:rPr>
            <w:noProof/>
            <w:webHidden/>
          </w:rPr>
          <w:t>8-107</w:t>
        </w:r>
        <w:r w:rsidR="00D734AD" w:rsidRPr="00E3633C">
          <w:rPr>
            <w:noProof/>
            <w:webHidden/>
          </w:rPr>
          <w:fldChar w:fldCharType="end"/>
        </w:r>
      </w:hyperlink>
    </w:p>
    <w:p w14:paraId="49E46FB8" w14:textId="4BAC1553" w:rsidR="00D734AD" w:rsidRPr="00E3633C" w:rsidRDefault="00270D0F">
      <w:pPr>
        <w:pStyle w:val="TOC2"/>
        <w:rPr>
          <w:rFonts w:eastAsiaTheme="minorEastAsia"/>
          <w:noProof/>
          <w:kern w:val="2"/>
          <w14:ligatures w14:val="standardContextual"/>
        </w:rPr>
      </w:pPr>
      <w:hyperlink w:anchor="_Toc162532185" w:history="1">
        <w:r w:rsidR="00D734AD" w:rsidRPr="00E3633C">
          <w:rPr>
            <w:rStyle w:val="Hyperlink"/>
            <w:noProof/>
            <w:u w:val="none"/>
          </w:rPr>
          <w:t>8.4</w:t>
        </w:r>
        <w:r w:rsidR="00D734AD" w:rsidRPr="00E3633C">
          <w:rPr>
            <w:rFonts w:eastAsiaTheme="minorEastAsia"/>
            <w:noProof/>
            <w:kern w:val="2"/>
            <w14:ligatures w14:val="standardContextual"/>
          </w:rPr>
          <w:tab/>
        </w:r>
        <w:r w:rsidR="00D734AD" w:rsidRPr="00E3633C">
          <w:rPr>
            <w:rStyle w:val="Hyperlink"/>
            <w:noProof/>
            <w:u w:val="none"/>
          </w:rPr>
          <w:t>ERCOT Response to Market Non-Performance</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_Toc162532185 \h </w:instrText>
        </w:r>
        <w:r w:rsidR="00D734AD" w:rsidRPr="00E3633C">
          <w:rPr>
            <w:noProof/>
            <w:webHidden/>
          </w:rPr>
        </w:r>
        <w:r w:rsidR="00D734AD" w:rsidRPr="00E3633C">
          <w:rPr>
            <w:noProof/>
            <w:webHidden/>
          </w:rPr>
          <w:fldChar w:fldCharType="separate"/>
        </w:r>
        <w:r>
          <w:rPr>
            <w:noProof/>
            <w:webHidden/>
          </w:rPr>
          <w:t>8-108</w:t>
        </w:r>
        <w:r w:rsidR="00D734AD" w:rsidRPr="00E3633C">
          <w:rPr>
            <w:noProof/>
            <w:webHidden/>
          </w:rPr>
          <w:fldChar w:fldCharType="end"/>
        </w:r>
      </w:hyperlink>
    </w:p>
    <w:p w14:paraId="5B9ED2A3" w14:textId="3EDA73FB" w:rsidR="00D734AD" w:rsidRPr="00E3633C" w:rsidRDefault="00270D0F">
      <w:pPr>
        <w:pStyle w:val="TOC2"/>
        <w:rPr>
          <w:rFonts w:eastAsiaTheme="minorEastAsia"/>
          <w:noProof/>
          <w:kern w:val="2"/>
          <w14:ligatures w14:val="standardContextual"/>
        </w:rPr>
      </w:pPr>
      <w:hyperlink w:anchor="_Toc162532186" w:history="1">
        <w:r w:rsidR="00D734AD" w:rsidRPr="00E3633C">
          <w:rPr>
            <w:rStyle w:val="Hyperlink"/>
            <w:noProof/>
            <w:u w:val="none"/>
          </w:rPr>
          <w:t>8.5</w:t>
        </w:r>
        <w:r w:rsidR="00D734AD" w:rsidRPr="00E3633C">
          <w:rPr>
            <w:rFonts w:eastAsiaTheme="minorEastAsia"/>
            <w:noProof/>
            <w:kern w:val="2"/>
            <w14:ligatures w14:val="standardContextual"/>
          </w:rPr>
          <w:tab/>
        </w:r>
        <w:r w:rsidR="00D734AD" w:rsidRPr="00E3633C">
          <w:rPr>
            <w:rStyle w:val="Hyperlink"/>
            <w:noProof/>
            <w:u w:val="none"/>
          </w:rPr>
          <w:t>Primary Frequency Response Requirements and Monitoring</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_Toc162532186 \h </w:instrText>
        </w:r>
        <w:r w:rsidR="00D734AD" w:rsidRPr="00E3633C">
          <w:rPr>
            <w:noProof/>
            <w:webHidden/>
          </w:rPr>
        </w:r>
        <w:r w:rsidR="00D734AD" w:rsidRPr="00E3633C">
          <w:rPr>
            <w:noProof/>
            <w:webHidden/>
          </w:rPr>
          <w:fldChar w:fldCharType="separate"/>
        </w:r>
        <w:r>
          <w:rPr>
            <w:noProof/>
            <w:webHidden/>
          </w:rPr>
          <w:t>8-108</w:t>
        </w:r>
        <w:r w:rsidR="00D734AD" w:rsidRPr="00E3633C">
          <w:rPr>
            <w:noProof/>
            <w:webHidden/>
          </w:rPr>
          <w:fldChar w:fldCharType="end"/>
        </w:r>
      </w:hyperlink>
    </w:p>
    <w:p w14:paraId="7703AD86" w14:textId="313790B4" w:rsidR="00D734AD" w:rsidRPr="00E3633C" w:rsidRDefault="00270D0F">
      <w:pPr>
        <w:pStyle w:val="TOC3"/>
        <w:rPr>
          <w:rFonts w:eastAsiaTheme="minorEastAsia"/>
          <w:i w:val="0"/>
          <w:iCs w:val="0"/>
          <w:noProof/>
          <w:kern w:val="2"/>
          <w14:ligatures w14:val="standardContextual"/>
        </w:rPr>
      </w:pPr>
      <w:hyperlink w:anchor="_Toc162532187" w:history="1">
        <w:r w:rsidR="00D734AD" w:rsidRPr="00E3633C">
          <w:rPr>
            <w:rStyle w:val="Hyperlink"/>
            <w:i w:val="0"/>
            <w:iCs w:val="0"/>
            <w:noProof/>
            <w:u w:val="none"/>
          </w:rPr>
          <w:t>8.5.1</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Generation Resource, Energy Storage Resource, and QSE Participation</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_Toc162532187 \h </w:instrText>
        </w:r>
        <w:r w:rsidR="00D734AD" w:rsidRPr="00E3633C">
          <w:rPr>
            <w:i w:val="0"/>
            <w:iCs w:val="0"/>
            <w:noProof/>
            <w:webHidden/>
          </w:rPr>
        </w:r>
        <w:r w:rsidR="00D734AD" w:rsidRPr="00E3633C">
          <w:rPr>
            <w:i w:val="0"/>
            <w:iCs w:val="0"/>
            <w:noProof/>
            <w:webHidden/>
          </w:rPr>
          <w:fldChar w:fldCharType="separate"/>
        </w:r>
        <w:r>
          <w:rPr>
            <w:i w:val="0"/>
            <w:iCs w:val="0"/>
            <w:noProof/>
            <w:webHidden/>
          </w:rPr>
          <w:t>8-108</w:t>
        </w:r>
        <w:r w:rsidR="00D734AD" w:rsidRPr="00E3633C">
          <w:rPr>
            <w:i w:val="0"/>
            <w:iCs w:val="0"/>
            <w:noProof/>
            <w:webHidden/>
          </w:rPr>
          <w:fldChar w:fldCharType="end"/>
        </w:r>
      </w:hyperlink>
    </w:p>
    <w:p w14:paraId="6324E69D" w14:textId="7CEABD47" w:rsidR="00D734AD" w:rsidRPr="00E3633C" w:rsidRDefault="00270D0F">
      <w:pPr>
        <w:pStyle w:val="TOC4"/>
        <w:rPr>
          <w:rFonts w:eastAsiaTheme="minorEastAsia"/>
          <w:bCs w:val="0"/>
          <w:snapToGrid/>
          <w:kern w:val="2"/>
          <w:sz w:val="20"/>
          <w:szCs w:val="20"/>
          <w14:ligatures w14:val="standardContextual"/>
        </w:rPr>
      </w:pPr>
      <w:hyperlink w:anchor="_Toc162532188" w:history="1">
        <w:r w:rsidR="00D734AD" w:rsidRPr="00E3633C">
          <w:rPr>
            <w:rStyle w:val="Hyperlink"/>
            <w:bCs w:val="0"/>
            <w:sz w:val="20"/>
            <w:szCs w:val="20"/>
            <w:u w:val="none"/>
          </w:rPr>
          <w:t>8.5.1.1</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Governor in Service</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_Toc162532188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8-108</w:t>
        </w:r>
        <w:r w:rsidR="00D734AD" w:rsidRPr="00E3633C">
          <w:rPr>
            <w:bCs w:val="0"/>
            <w:webHidden/>
            <w:sz w:val="20"/>
            <w:szCs w:val="20"/>
          </w:rPr>
          <w:fldChar w:fldCharType="end"/>
        </w:r>
      </w:hyperlink>
    </w:p>
    <w:p w14:paraId="19AFF578" w14:textId="78C2D969" w:rsidR="00D734AD" w:rsidRPr="00E3633C" w:rsidRDefault="00270D0F">
      <w:pPr>
        <w:pStyle w:val="TOC4"/>
        <w:rPr>
          <w:rFonts w:eastAsiaTheme="minorEastAsia"/>
          <w:bCs w:val="0"/>
          <w:snapToGrid/>
          <w:kern w:val="2"/>
          <w:sz w:val="20"/>
          <w:szCs w:val="20"/>
          <w14:ligatures w14:val="standardContextual"/>
        </w:rPr>
      </w:pPr>
      <w:hyperlink w:anchor="_Toc162532189" w:history="1">
        <w:r w:rsidR="00D734AD" w:rsidRPr="00E3633C">
          <w:rPr>
            <w:rStyle w:val="Hyperlink"/>
            <w:bCs w:val="0"/>
            <w:sz w:val="20"/>
            <w:szCs w:val="20"/>
            <w:u w:val="none"/>
          </w:rPr>
          <w:t>8.5.1.2</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Reporting</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_Toc162532189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8-109</w:t>
        </w:r>
        <w:r w:rsidR="00D734AD" w:rsidRPr="00E3633C">
          <w:rPr>
            <w:bCs w:val="0"/>
            <w:webHidden/>
            <w:sz w:val="20"/>
            <w:szCs w:val="20"/>
          </w:rPr>
          <w:fldChar w:fldCharType="end"/>
        </w:r>
      </w:hyperlink>
    </w:p>
    <w:p w14:paraId="0E68CDAB" w14:textId="4A39CA19" w:rsidR="00D734AD" w:rsidRPr="00E3633C" w:rsidRDefault="00270D0F">
      <w:pPr>
        <w:pStyle w:val="TOC4"/>
        <w:rPr>
          <w:rFonts w:eastAsiaTheme="minorEastAsia"/>
          <w:bCs w:val="0"/>
          <w:snapToGrid/>
          <w:kern w:val="2"/>
          <w:sz w:val="20"/>
          <w:szCs w:val="20"/>
          <w14:ligatures w14:val="standardContextual"/>
        </w:rPr>
      </w:pPr>
      <w:hyperlink w:anchor="_Toc162532190" w:history="1">
        <w:r w:rsidR="00D734AD" w:rsidRPr="00E3633C">
          <w:rPr>
            <w:rStyle w:val="Hyperlink"/>
            <w:bCs w:val="0"/>
            <w:sz w:val="20"/>
            <w:szCs w:val="20"/>
            <w:u w:val="none"/>
          </w:rPr>
          <w:t xml:space="preserve">8.5.1.3 </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Wind-powered Generation Resource (WGR) Primary Frequency Response</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_Toc162532190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8-110</w:t>
        </w:r>
        <w:r w:rsidR="00D734AD" w:rsidRPr="00E3633C">
          <w:rPr>
            <w:bCs w:val="0"/>
            <w:webHidden/>
            <w:sz w:val="20"/>
            <w:szCs w:val="20"/>
          </w:rPr>
          <w:fldChar w:fldCharType="end"/>
        </w:r>
      </w:hyperlink>
    </w:p>
    <w:p w14:paraId="65A6E120" w14:textId="0AD129F0" w:rsidR="00D734AD" w:rsidRPr="00E3633C" w:rsidRDefault="00270D0F">
      <w:pPr>
        <w:pStyle w:val="TOC3"/>
        <w:rPr>
          <w:rFonts w:eastAsiaTheme="minorEastAsia"/>
          <w:i w:val="0"/>
          <w:iCs w:val="0"/>
          <w:noProof/>
          <w:kern w:val="2"/>
          <w14:ligatures w14:val="standardContextual"/>
        </w:rPr>
      </w:pPr>
      <w:hyperlink w:anchor="_Toc162532191" w:history="1">
        <w:r w:rsidR="00D734AD" w:rsidRPr="00E3633C">
          <w:rPr>
            <w:rStyle w:val="Hyperlink"/>
            <w:i w:val="0"/>
            <w:iCs w:val="0"/>
            <w:noProof/>
            <w:u w:val="none"/>
          </w:rPr>
          <w:t>8.5.2</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Primary Frequency Response Measurements</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_Toc162532191 \h </w:instrText>
        </w:r>
        <w:r w:rsidR="00D734AD" w:rsidRPr="00E3633C">
          <w:rPr>
            <w:i w:val="0"/>
            <w:iCs w:val="0"/>
            <w:noProof/>
            <w:webHidden/>
          </w:rPr>
        </w:r>
        <w:r w:rsidR="00D734AD" w:rsidRPr="00E3633C">
          <w:rPr>
            <w:i w:val="0"/>
            <w:iCs w:val="0"/>
            <w:noProof/>
            <w:webHidden/>
          </w:rPr>
          <w:fldChar w:fldCharType="separate"/>
        </w:r>
        <w:r>
          <w:rPr>
            <w:i w:val="0"/>
            <w:iCs w:val="0"/>
            <w:noProof/>
            <w:webHidden/>
          </w:rPr>
          <w:t>8-111</w:t>
        </w:r>
        <w:r w:rsidR="00D734AD" w:rsidRPr="00E3633C">
          <w:rPr>
            <w:i w:val="0"/>
            <w:iCs w:val="0"/>
            <w:noProof/>
            <w:webHidden/>
          </w:rPr>
          <w:fldChar w:fldCharType="end"/>
        </w:r>
      </w:hyperlink>
    </w:p>
    <w:p w14:paraId="4E1777D1" w14:textId="6C6F9EC4" w:rsidR="00D734AD" w:rsidRPr="00E3633C" w:rsidRDefault="00270D0F">
      <w:pPr>
        <w:pStyle w:val="TOC4"/>
        <w:rPr>
          <w:rFonts w:eastAsiaTheme="minorEastAsia"/>
          <w:bCs w:val="0"/>
          <w:snapToGrid/>
          <w:kern w:val="2"/>
          <w:sz w:val="20"/>
          <w:szCs w:val="20"/>
          <w14:ligatures w14:val="standardContextual"/>
        </w:rPr>
      </w:pPr>
      <w:hyperlink w:anchor="_Toc162532192" w:history="1">
        <w:r w:rsidR="00D734AD" w:rsidRPr="00E3633C">
          <w:rPr>
            <w:rStyle w:val="Hyperlink"/>
            <w:bCs w:val="0"/>
            <w:sz w:val="20"/>
            <w:szCs w:val="20"/>
            <w:u w:val="none"/>
          </w:rPr>
          <w:t>8.5.2.1</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ERCOT Required Primary Frequency Response</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_Toc162532192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8-112</w:t>
        </w:r>
        <w:r w:rsidR="00D734AD" w:rsidRPr="00E3633C">
          <w:rPr>
            <w:bCs w:val="0"/>
            <w:webHidden/>
            <w:sz w:val="20"/>
            <w:szCs w:val="20"/>
          </w:rPr>
          <w:fldChar w:fldCharType="end"/>
        </w:r>
      </w:hyperlink>
    </w:p>
    <w:p w14:paraId="755C7C0B" w14:textId="02EFFFAE" w:rsidR="00D734AD" w:rsidRPr="00E3633C" w:rsidRDefault="00270D0F">
      <w:pPr>
        <w:pStyle w:val="TOC4"/>
        <w:rPr>
          <w:rFonts w:eastAsiaTheme="minorEastAsia"/>
          <w:bCs w:val="0"/>
          <w:snapToGrid/>
          <w:kern w:val="2"/>
          <w:sz w:val="20"/>
          <w:szCs w:val="20"/>
          <w14:ligatures w14:val="standardContextual"/>
        </w:rPr>
      </w:pPr>
      <w:hyperlink w:anchor="_Toc162532193" w:history="1">
        <w:r w:rsidR="00D734AD" w:rsidRPr="00E3633C">
          <w:rPr>
            <w:rStyle w:val="Hyperlink"/>
            <w:bCs w:val="0"/>
            <w:sz w:val="20"/>
            <w:szCs w:val="20"/>
            <w:u w:val="none"/>
          </w:rPr>
          <w:t>8.5.2.2</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ERCOT Data Collection</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_Toc162532193 \h </w:instrText>
        </w:r>
        <w:r w:rsidR="00D734AD" w:rsidRPr="00E3633C">
          <w:rPr>
            <w:bCs w:val="0"/>
            <w:webHidden/>
            <w:sz w:val="20"/>
            <w:szCs w:val="20"/>
          </w:rPr>
        </w:r>
        <w:r w:rsidR="00D734AD" w:rsidRPr="00E3633C">
          <w:rPr>
            <w:bCs w:val="0"/>
            <w:webHidden/>
            <w:sz w:val="20"/>
            <w:szCs w:val="20"/>
          </w:rPr>
          <w:fldChar w:fldCharType="separate"/>
        </w:r>
        <w:r>
          <w:rPr>
            <w:bCs w:val="0"/>
            <w:webHidden/>
            <w:sz w:val="20"/>
            <w:szCs w:val="20"/>
          </w:rPr>
          <w:t>8-112</w:t>
        </w:r>
        <w:r w:rsidR="00D734AD" w:rsidRPr="00E3633C">
          <w:rPr>
            <w:bCs w:val="0"/>
            <w:webHidden/>
            <w:sz w:val="20"/>
            <w:szCs w:val="20"/>
          </w:rPr>
          <w:fldChar w:fldCharType="end"/>
        </w:r>
      </w:hyperlink>
    </w:p>
    <w:p w14:paraId="07822D3A" w14:textId="780F9A25"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62532133"/>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62532134"/>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C9F797D" w:rsidR="00B9373D" w:rsidRDefault="000963FF" w:rsidP="00B6092E">
      <w:pPr>
        <w:pStyle w:val="List2"/>
      </w:pPr>
      <w:r>
        <w:t>(i)</w:t>
      </w:r>
      <w:r>
        <w:tab/>
        <w:t>Telemetry performance</w:t>
      </w:r>
      <w:r w:rsidR="00CF26C5">
        <w:t>;</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4F13DF84" w14:textId="77777777" w:rsidTr="00F26542">
        <w:tc>
          <w:tcPr>
            <w:tcW w:w="9576" w:type="dxa"/>
            <w:shd w:val="clear" w:color="auto" w:fill="E0E0E0"/>
          </w:tcPr>
          <w:p w14:paraId="0B610DD2" w14:textId="0B7825AB" w:rsidR="00E656B6" w:rsidRDefault="00E656B6" w:rsidP="00F26542">
            <w:pPr>
              <w:pStyle w:val="Instructions"/>
              <w:spacing w:before="120"/>
              <w:ind w:left="0" w:firstLine="0"/>
            </w:pPr>
            <w:bookmarkStart w:id="19" w:name="_Toc400968472"/>
            <w:bookmarkStart w:id="20" w:name="_Toc402362720"/>
            <w:bookmarkStart w:id="21" w:name="_Toc405554786"/>
            <w:bookmarkStart w:id="22" w:name="_Toc458771446"/>
            <w:bookmarkStart w:id="23" w:name="_Toc458771569"/>
            <w:bookmarkStart w:id="24" w:name="_Toc460939748"/>
            <w:bookmarkStart w:id="25" w:name="_Toc162532135"/>
            <w:bookmarkStart w:id="26" w:name="_Toc141777767"/>
            <w:bookmarkStart w:id="27" w:name="_Toc203961348"/>
            <w:r>
              <w:t>[NPRR1239:  Replace paragraph (3) above with the following upon system implementation:]</w:t>
            </w:r>
          </w:p>
          <w:p w14:paraId="2DC5C244" w14:textId="77777777" w:rsidR="00E656B6" w:rsidRPr="00E62DE9" w:rsidRDefault="00E656B6" w:rsidP="00E656B6">
            <w:pPr>
              <w:spacing w:after="240"/>
              <w:ind w:left="720" w:hanging="720"/>
              <w:rPr>
                <w:iCs/>
              </w:rPr>
            </w:pPr>
            <w:r w:rsidRPr="00E62DE9">
              <w:rPr>
                <w:iCs/>
              </w:rPr>
              <w:t>(3)</w:t>
            </w:r>
            <w:r w:rsidRPr="00E62DE9">
              <w:rPr>
                <w:iCs/>
              </w:rPr>
              <w:tab/>
              <w:t>ERCOT shall monitor and post the following categories of performance:</w:t>
            </w:r>
          </w:p>
          <w:p w14:paraId="16BA6D9E" w14:textId="77777777" w:rsidR="00E656B6" w:rsidRPr="00E62DE9" w:rsidRDefault="00E656B6" w:rsidP="00E656B6">
            <w:pPr>
              <w:spacing w:after="240"/>
              <w:ind w:left="1440" w:hanging="720"/>
            </w:pPr>
            <w:r w:rsidRPr="00E62DE9">
              <w:t>(a)</w:t>
            </w:r>
            <w:r w:rsidRPr="00E62DE9">
              <w:tab/>
              <w:t>Real-Time data, for QSEs:</w:t>
            </w:r>
          </w:p>
          <w:p w14:paraId="090C01BF" w14:textId="74F863FA" w:rsidR="00E656B6" w:rsidRPr="00E62DE9" w:rsidRDefault="00E656B6" w:rsidP="00E656B6">
            <w:pPr>
              <w:spacing w:after="240"/>
              <w:ind w:left="2160" w:hanging="720"/>
            </w:pPr>
            <w:r w:rsidRPr="00E62DE9">
              <w:t>(i)</w:t>
            </w:r>
            <w:r w:rsidRPr="00E62DE9">
              <w:tab/>
              <w:t>Telemetry performance</w:t>
            </w:r>
            <w:r w:rsidR="00EB3F9E">
              <w:t>;</w:t>
            </w:r>
          </w:p>
          <w:p w14:paraId="2CABAA78" w14:textId="77777777" w:rsidR="00E656B6" w:rsidRPr="00E62DE9" w:rsidRDefault="00E656B6" w:rsidP="00E656B6">
            <w:pPr>
              <w:spacing w:after="240"/>
              <w:ind w:left="1440" w:hanging="720"/>
            </w:pPr>
            <w:r w:rsidRPr="00E62DE9">
              <w:t>(b)</w:t>
            </w:r>
            <w:r w:rsidRPr="00E62DE9">
              <w:tab/>
              <w:t>Regulation control performance, for QSEs and as applicable, Resource-specific performance (see also Section 8.1.1, QSE Ancillary Service Performance Standards);</w:t>
            </w:r>
          </w:p>
          <w:p w14:paraId="50B78C45" w14:textId="77777777" w:rsidR="00E656B6" w:rsidRPr="00E62DE9" w:rsidRDefault="00E656B6" w:rsidP="00E656B6">
            <w:pPr>
              <w:spacing w:after="240"/>
              <w:ind w:left="1440" w:hanging="720"/>
            </w:pPr>
            <w:r w:rsidRPr="00E62DE9">
              <w:t>(c)</w:t>
            </w:r>
            <w:r w:rsidRPr="00E62DE9">
              <w:tab/>
              <w:t>Hydro responsive testing for Generation Resources</w:t>
            </w:r>
            <w:r>
              <w:t>, on the ERCOT website</w:t>
            </w:r>
            <w:r w:rsidRPr="00E62DE9">
              <w:t>;</w:t>
            </w:r>
          </w:p>
          <w:p w14:paraId="2C8D0244" w14:textId="77777777" w:rsidR="00E656B6" w:rsidRPr="00E62DE9" w:rsidRDefault="00E656B6" w:rsidP="00E656B6">
            <w:pPr>
              <w:spacing w:after="240"/>
              <w:ind w:left="1440" w:hanging="720"/>
            </w:pPr>
            <w:r w:rsidRPr="00E62DE9">
              <w:t>(d)</w:t>
            </w:r>
            <w:r w:rsidRPr="00E62DE9">
              <w:tab/>
              <w:t>Supplying and validating data for generator models, as requested by ERCOT, for Generation Resources;</w:t>
            </w:r>
          </w:p>
          <w:p w14:paraId="389CC451" w14:textId="77777777" w:rsidR="00E656B6" w:rsidRPr="00E62DE9" w:rsidRDefault="00E656B6" w:rsidP="00E656B6">
            <w:pPr>
              <w:spacing w:after="240"/>
              <w:ind w:left="1440" w:hanging="720"/>
            </w:pPr>
            <w:r w:rsidRPr="00E62DE9">
              <w:t>(e)</w:t>
            </w:r>
            <w:r w:rsidRPr="00E62DE9">
              <w:tab/>
              <w:t>Outage scheduling and coordination, for QSEs and Resources;</w:t>
            </w:r>
          </w:p>
          <w:p w14:paraId="71243A8E" w14:textId="77777777" w:rsidR="00E656B6" w:rsidRPr="00E62DE9" w:rsidRDefault="00E656B6" w:rsidP="00E656B6">
            <w:pPr>
              <w:spacing w:after="240"/>
              <w:ind w:left="1440" w:hanging="720"/>
            </w:pPr>
            <w:r w:rsidRPr="00E62DE9">
              <w:t>(f)</w:t>
            </w:r>
            <w:r w:rsidRPr="00E62DE9">
              <w:tab/>
              <w:t>Resource-specific Responsive Reserve (RRS) performance for QSEs and Resources</w:t>
            </w:r>
            <w:r>
              <w:t>, on the ERCOT website</w:t>
            </w:r>
            <w:r w:rsidRPr="00E62DE9">
              <w:t>;</w:t>
            </w:r>
          </w:p>
          <w:p w14:paraId="15E73F57" w14:textId="77777777" w:rsidR="00E656B6" w:rsidRPr="00E62DE9" w:rsidRDefault="00E656B6" w:rsidP="00E656B6">
            <w:pPr>
              <w:spacing w:after="240"/>
              <w:ind w:left="1440" w:hanging="720"/>
            </w:pPr>
            <w:r w:rsidRPr="00E62DE9">
              <w:lastRenderedPageBreak/>
              <w:t>(g)</w:t>
            </w:r>
            <w:r w:rsidRPr="00E62DE9">
              <w:tab/>
              <w:t>Resource-specific Non-Spinning Reserve (Non-Spin) performance, for QSEs and Resources</w:t>
            </w:r>
            <w:r>
              <w:t>, on the ERCOT website</w:t>
            </w:r>
            <w:r w:rsidRPr="00E62DE9">
              <w:t>;</w:t>
            </w:r>
          </w:p>
          <w:p w14:paraId="6375B9DB" w14:textId="153356A5" w:rsidR="00E656B6" w:rsidRPr="00E62DE9" w:rsidRDefault="00E656B6" w:rsidP="00E656B6">
            <w:pPr>
              <w:spacing w:after="240"/>
              <w:ind w:left="1440" w:hanging="720"/>
            </w:pPr>
            <w:r w:rsidRPr="00E62DE9">
              <w:t>(h)</w:t>
            </w:r>
            <w:r w:rsidRPr="00E62DE9">
              <w:tab/>
              <w:t>Resource-specific ERCOT Contingency Reserve Service (ECRS) performance for QSEs and Resources</w:t>
            </w:r>
            <w:r>
              <w:t>, on the ERCOT website</w:t>
            </w:r>
            <w:r w:rsidRPr="00E62DE9">
              <w:t>;</w:t>
            </w:r>
          </w:p>
          <w:p w14:paraId="3667EAD0" w14:textId="77777777" w:rsidR="00E656B6" w:rsidRPr="00E62DE9" w:rsidRDefault="00E656B6" w:rsidP="00E656B6">
            <w:pPr>
              <w:spacing w:after="240"/>
              <w:ind w:left="1440" w:hanging="720"/>
            </w:pPr>
            <w:r w:rsidRPr="00E62DE9">
              <w:t>(i)</w:t>
            </w:r>
            <w:r w:rsidRPr="00E62DE9">
              <w:tab/>
              <w:t>Outage reporting, by QSEs for Resources;</w:t>
            </w:r>
          </w:p>
          <w:p w14:paraId="4BA808C0" w14:textId="77777777" w:rsidR="00E656B6" w:rsidRPr="00E62DE9" w:rsidRDefault="00E656B6" w:rsidP="00E656B6">
            <w:pPr>
              <w:spacing w:after="240"/>
              <w:ind w:left="1440" w:hanging="720"/>
            </w:pPr>
            <w:r w:rsidRPr="00E62DE9">
              <w:t>(j)</w:t>
            </w:r>
            <w:r w:rsidRPr="00E62DE9">
              <w:tab/>
              <w:t>Current Operating Plan (COP) metrics, for QSEs</w:t>
            </w:r>
            <w:r>
              <w:t>, on the ERCOT website</w:t>
            </w:r>
            <w:r w:rsidRPr="00E62DE9">
              <w:t>; and</w:t>
            </w:r>
          </w:p>
          <w:p w14:paraId="255BD555" w14:textId="0C14A700" w:rsidR="00E656B6" w:rsidRPr="00AA21E9" w:rsidRDefault="00E656B6" w:rsidP="00E656B6">
            <w:pPr>
              <w:spacing w:after="240"/>
              <w:ind w:left="1440" w:hanging="720"/>
            </w:pPr>
            <w:r w:rsidRPr="00E62DE9">
              <w:t>(k)</w:t>
            </w:r>
            <w:r w:rsidRPr="00E62DE9">
              <w:tab/>
              <w:t>Day-Ahead Reliability Unit Commitment (DRUC) and Hourly Reliability Unit Commitment (HRUC) commitment performance by QSEs and Generation Resources</w:t>
            </w:r>
            <w:r>
              <w:t>, on the ERCOT website</w:t>
            </w:r>
            <w:r w:rsidRPr="00E62DE9">
              <w:t>.</w:t>
            </w:r>
          </w:p>
        </w:tc>
      </w:tr>
    </w:tbl>
    <w:p w14:paraId="3030517B" w14:textId="77777777" w:rsidR="005B7489" w:rsidRDefault="005B7489" w:rsidP="00270D0F">
      <w:pPr>
        <w:pStyle w:val="H3"/>
        <w:spacing w:before="480"/>
      </w:pPr>
      <w:r>
        <w:lastRenderedPageBreak/>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62532136"/>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lastRenderedPageBreak/>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183731E"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w:t>
      </w:r>
      <w:r w:rsidR="00D72F4C" w:rsidRPr="00D72F4C">
        <w:rPr>
          <w:iCs w:val="0"/>
        </w:rPr>
        <w:t>, and Ancillary Service Capacity Performance Metrics</w:t>
      </w:r>
      <w:r w:rsidR="00F10AB1" w:rsidRPr="008147D7">
        <w:rPr>
          <w:iCs w:val="0"/>
        </w:rPr>
        <w:t>,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10DF8C65"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w:t>
      </w:r>
      <w:r w:rsidR="00111835">
        <w:rPr>
          <w:iCs/>
        </w:rPr>
        <w:t xml:space="preserve"> (CLRs)</w:t>
      </w:r>
      <w:r w:rsidR="009E520E" w:rsidRPr="000313FF">
        <w:rPr>
          <w:iCs/>
        </w:rPr>
        <w:t>,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8D1319A" w:rsidR="009E520E" w:rsidRPr="000313FF" w:rsidRDefault="009E520E" w:rsidP="00874580">
      <w:pPr>
        <w:spacing w:after="240"/>
        <w:ind w:left="720"/>
      </w:pPr>
      <w:r>
        <w:t>(a)</w:t>
      </w:r>
      <w:r>
        <w:tab/>
      </w:r>
      <w:r w:rsidRPr="000313FF">
        <w:t xml:space="preserve">The Resource’s Responsibility for </w:t>
      </w:r>
      <w:r w:rsidR="005F02C3">
        <w:t xml:space="preserve">ECRS and </w:t>
      </w:r>
      <w:r w:rsidRPr="000313FF">
        <w:t>RRS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5693E03C" w:rsidR="00415ECA" w:rsidRDefault="009E520E" w:rsidP="00874580">
      <w:pPr>
        <w:pStyle w:val="BodyText"/>
        <w:ind w:firstLine="0"/>
      </w:pPr>
      <w:r w:rsidRPr="000313FF">
        <w:rPr>
          <w:iCs w:val="0"/>
        </w:rPr>
        <w:t xml:space="preserve">The requested MW deployment will be the sum of the Resource’s Responsibility for </w:t>
      </w:r>
      <w:r w:rsidR="005F02C3">
        <w:rPr>
          <w:iCs w:val="0"/>
        </w:rPr>
        <w:t xml:space="preserve">ECRS and </w:t>
      </w:r>
      <w:r w:rsidRPr="000313FF">
        <w:rPr>
          <w:iCs w:val="0"/>
        </w:rPr>
        <w:t xml:space="preserve">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098B43AE" w:rsidR="00415ECA" w:rsidRDefault="00415ECA" w:rsidP="00D73591">
      <w:pPr>
        <w:pStyle w:val="BodyText"/>
      </w:pPr>
      <w:r>
        <w:lastRenderedPageBreak/>
        <w:t>(9)</w:t>
      </w:r>
      <w:r>
        <w:tab/>
      </w:r>
      <w:r w:rsidRPr="0047371E">
        <w:t xml:space="preserve">ERCOT may revoke the Ancillary Service qualification of any Load Resource, excluding </w:t>
      </w:r>
      <w:r w:rsidR="00111835">
        <w:t>CLRs</w:t>
      </w:r>
      <w:r w:rsidRPr="0047371E">
        <w:t xml:space="preserve">,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8.1.1.4.</w:t>
      </w:r>
      <w:r w:rsidR="00A27139">
        <w:rPr>
          <w:iCs w:val="0"/>
        </w:rPr>
        <w:t>4</w:t>
      </w:r>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Ancillary Service Resource Responsibility for RRS</w:t>
      </w:r>
      <w:r w:rsidR="00A27139">
        <w:t xml:space="preserve"> or ECRS</w:t>
      </w:r>
      <w:r w:rsidRPr="0047371E">
        <w:t xml:space="preserve">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w:t>
      </w:r>
      <w:r w:rsidRPr="0003648D">
        <w:rPr>
          <w:iCs/>
        </w:rPr>
        <w:lastRenderedPageBreak/>
        <w:t xml:space="preserve">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058766B7" w:rsidR="00D6032B" w:rsidRDefault="00D6032B" w:rsidP="00D6032B">
            <w:pPr>
              <w:pStyle w:val="Instructions"/>
              <w:spacing w:before="120"/>
              <w:ind w:left="0" w:firstLine="0"/>
            </w:pPr>
            <w:r>
              <w:t>[</w:t>
            </w:r>
            <w:r w:rsidR="00AB14DC">
              <w:t>NPRR963</w:t>
            </w:r>
            <w:r w:rsidR="000F6B66">
              <w:t>,</w:t>
            </w:r>
            <w:r w:rsidR="00AB14DC">
              <w:t xml:space="preserve"> NPRR1011</w:t>
            </w:r>
            <w:r w:rsidR="000F6B66">
              <w:t>, and NPRR1188</w:t>
            </w:r>
            <w:r>
              <w:t>:  Replace applicable portions of Section 8.1.1.1 above with the following upon system implementation</w:t>
            </w:r>
            <w:r w:rsidR="00AB14DC">
              <w:t xml:space="preserve"> for NPRR963</w:t>
            </w:r>
            <w:r w:rsidR="000F6B66">
              <w:t xml:space="preserve"> or NPRR1188</w:t>
            </w:r>
            <w:r w:rsidR="00AB14DC">
              <w:t>;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bookmarkStart w:id="49" w:name="_Toc135994475"/>
            <w:bookmarkStart w:id="50" w:name="_Toc138931486"/>
            <w:bookmarkStart w:id="51" w:name="_Toc162532137"/>
            <w:r w:rsidRPr="00EB6A56">
              <w:rPr>
                <w:b/>
              </w:rPr>
              <w:t>8.1.1.1</w:t>
            </w:r>
            <w:r w:rsidRPr="00EB6A56">
              <w:rPr>
                <w:b/>
              </w:rPr>
              <w:tab/>
              <w:t>Ancillary Service Qualification and Testing</w:t>
            </w:r>
            <w:bookmarkEnd w:id="46"/>
            <w:bookmarkEnd w:id="47"/>
            <w:bookmarkEnd w:id="48"/>
            <w:bookmarkEnd w:id="49"/>
            <w:bookmarkEnd w:id="50"/>
            <w:bookmarkEnd w:id="51"/>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t>(5)</w:t>
            </w:r>
            <w:r>
              <w:tab/>
              <w:t>Provisional qualification as described herein may be revoked by ERCOT at any time for any non-compliance with provisional qualification requirements.</w:t>
            </w:r>
          </w:p>
          <w:p w14:paraId="21695FBC" w14:textId="367C26C4"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Resource Node is engaged in testing in accordance with this Section, the provisions of Section 6.6.5, </w:t>
            </w:r>
            <w:r>
              <w:rPr>
                <w:iCs w:val="0"/>
              </w:rPr>
              <w:t xml:space="preserve">Set </w:t>
            </w:r>
            <w:r w:rsidRPr="00E10CD4">
              <w:rPr>
                <w:iCs w:val="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r w:rsidR="000F6B66" w:rsidRPr="00812ECB">
              <w:t>, Controllable Load Resource Energy Deployment Performance (CLREDP),</w:t>
            </w:r>
            <w:r w:rsidRPr="00E10CD4">
              <w:rPr>
                <w:iCs w:val="0"/>
              </w:rPr>
              <w:t xml:space="preserve"> or Energy </w:t>
            </w:r>
            <w:r w:rsidRPr="00E10CD4">
              <w:rPr>
                <w:iCs w:val="0"/>
              </w:rPr>
              <w:lastRenderedPageBreak/>
              <w:t xml:space="preserve">Storage Resource Energy Deployment Performance (ESREDP) calculated in accordance with Section </w:t>
            </w:r>
            <w:r w:rsidRPr="00E10CD4">
              <w:t>8.1.1.4.1, Regulation Service and Generation Resource/Controllable Load Resource/Energy Storage Resource Energy Deployment Performance</w:t>
            </w:r>
            <w:r w:rsidR="00D72F4C" w:rsidRPr="00D72F4C">
              <w:t>, and Ancillary Service Capacity Performance Metrics</w:t>
            </w:r>
            <w:r w:rsidRPr="00E10CD4">
              <w:t>,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17B60E6"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w:t>
            </w:r>
            <w:r w:rsidR="00111835">
              <w:rPr>
                <w:iCs/>
              </w:rPr>
              <w:t xml:space="preserve"> (CLRs)</w:t>
            </w:r>
            <w:r w:rsidRPr="0003648D">
              <w:rPr>
                <w:iCs/>
              </w:rPr>
              <w:t>,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53E7EE17"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w:t>
            </w:r>
            <w:r w:rsidR="00111835">
              <w:rPr>
                <w:iCs w:val="0"/>
              </w:rPr>
              <w:t>CLRs</w:t>
            </w:r>
            <w:r w:rsidRPr="0003648D">
              <w:rPr>
                <w:iCs w:val="0"/>
              </w:rPr>
              <w:t xml:space="preserve">,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 xml:space="preserve">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w:t>
            </w:r>
            <w:r w:rsidRPr="0003648D">
              <w:rPr>
                <w:iCs w:val="0"/>
              </w:rPr>
              <w:lastRenderedPageBreak/>
              <w:t>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52" w:name="_Toc162532138"/>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52"/>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w:t>
      </w:r>
      <w:r w:rsidR="00AB475F">
        <w:lastRenderedPageBreak/>
        <w:t>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 xml:space="preserve">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w:t>
            </w:r>
            <w:r w:rsidRPr="00497B63">
              <w:rPr>
                <w:iCs/>
              </w:rPr>
              <w:lastRenderedPageBreak/>
              <w:t>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w:t>
      </w:r>
      <w:r w:rsidRPr="00BC0099">
        <w:lastRenderedPageBreak/>
        <w:t xml:space="preserve">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53"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53"/>
    <w:p w14:paraId="6A1828FD" w14:textId="5556B449"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w:t>
      </w:r>
      <w:r w:rsidR="00CF5A25" w:rsidRPr="00CF5A25">
        <w:rPr>
          <w:szCs w:val="24"/>
        </w:rPr>
        <w:t xml:space="preserve"> </w:t>
      </w:r>
      <w:r w:rsidR="00CF5A25">
        <w:rPr>
          <w:szCs w:val="24"/>
        </w:rPr>
        <w:t>Section 22, Attachment O,</w:t>
      </w:r>
      <w:r w:rsidRPr="006A6281">
        <w:t xml:space="preserve">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lastRenderedPageBreak/>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4"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bookmarkEnd w:id="54"/>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5" w:name="_Hlk135907196"/>
      <w:bookmarkStart w:id="56" w:name="_Hlk78896029"/>
      <w:r>
        <w:lastRenderedPageBreak/>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averaged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request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5"/>
      <w:bookmarkEnd w:id="56"/>
    </w:p>
    <w:p w14:paraId="3D2C0A22" w14:textId="167647AC" w:rsidR="00581280" w:rsidRPr="00EB6A56" w:rsidRDefault="000963FF" w:rsidP="00C96D21">
      <w:pPr>
        <w:pStyle w:val="H5"/>
        <w:rPr>
          <w:b/>
        </w:rPr>
      </w:pPr>
      <w:bookmarkStart w:id="57" w:name="_Toc141777770"/>
      <w:bookmarkStart w:id="58" w:name="_Toc203961351"/>
      <w:bookmarkStart w:id="59" w:name="_Toc400968475"/>
      <w:bookmarkStart w:id="60" w:name="_Toc402362723"/>
      <w:bookmarkStart w:id="61" w:name="_Toc405554789"/>
      <w:bookmarkStart w:id="62" w:name="_Toc458771449"/>
      <w:bookmarkStart w:id="63" w:name="_Toc458771572"/>
      <w:bookmarkStart w:id="64" w:name="_Toc460939751"/>
      <w:bookmarkStart w:id="65" w:name="_Toc162532139"/>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57"/>
      <w:bookmarkEnd w:id="58"/>
      <w:bookmarkEnd w:id="59"/>
      <w:bookmarkEnd w:id="60"/>
      <w:bookmarkEnd w:id="61"/>
      <w:bookmarkEnd w:id="62"/>
      <w:bookmarkEnd w:id="63"/>
      <w:bookmarkEnd w:id="64"/>
      <w:bookmarkEnd w:id="65"/>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lastRenderedPageBreak/>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6" w:name="_Toc141777771"/>
            <w:bookmarkStart w:id="67" w:name="_Toc203961352"/>
            <w:bookmarkStart w:id="68" w:name="_Toc400968476"/>
            <w:bookmarkStart w:id="69" w:name="_Toc402362724"/>
            <w:bookmarkStart w:id="70" w:name="_Toc405554790"/>
            <w:bookmarkStart w:id="71" w:name="_Toc458771450"/>
            <w:bookmarkStart w:id="72" w:name="_Toc458771573"/>
            <w:bookmarkStart w:id="73"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74" w:name="_Toc162532140"/>
      <w:r>
        <w:t>8.1.1.2.1.1</w:t>
      </w:r>
      <w:r>
        <w:tab/>
        <w:t>Regulation Service</w:t>
      </w:r>
      <w:bookmarkEnd w:id="66"/>
      <w:bookmarkEnd w:id="67"/>
      <w:r>
        <w:t xml:space="preserve"> Qualification</w:t>
      </w:r>
      <w:bookmarkEnd w:id="68"/>
      <w:bookmarkEnd w:id="69"/>
      <w:bookmarkEnd w:id="70"/>
      <w:bookmarkEnd w:id="71"/>
      <w:bookmarkEnd w:id="72"/>
      <w:bookmarkEnd w:id="73"/>
      <w:bookmarkEnd w:id="74"/>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lastRenderedPageBreak/>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29FDFD3A"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w:t>
      </w:r>
      <w:r w:rsidR="00D72F4C" w:rsidRPr="00D72F4C">
        <w:t>, and Ancillary Service Capacity Performance Metrics</w:t>
      </w:r>
      <w:r>
        <w:t>,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1D9883B9" w:rsidR="00E649F8" w:rsidRDefault="00C20CCB" w:rsidP="00D73591">
            <w:pPr>
              <w:spacing w:after="240"/>
              <w:ind w:left="2137" w:hanging="720"/>
              <w:rPr>
                <w:iCs/>
              </w:rPr>
            </w:pPr>
            <w:r>
              <w:rPr>
                <w:iCs/>
              </w:rPr>
              <w:lastRenderedPageBreak/>
              <w:t>(i)</w:t>
            </w:r>
            <w:r w:rsidR="00E649F8" w:rsidRPr="00E10CD4">
              <w:rPr>
                <w:iCs/>
              </w:rPr>
              <w:t xml:space="preserve"> </w:t>
            </w:r>
            <w:r w:rsidR="00E649F8" w:rsidRPr="00E10CD4">
              <w:rPr>
                <w:iCs/>
              </w:rPr>
              <w:tab/>
            </w:r>
            <w:r w:rsidR="00FB007C" w:rsidRPr="00E10CD4">
              <w:rPr>
                <w:iCs/>
              </w:rPr>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00D72F4C" w:rsidRPr="00D72F4C">
              <w:rPr>
                <w:iCs/>
              </w:rPr>
              <w:t>, and Ancillary Service Capacity Performance Metrics</w:t>
            </w:r>
            <w:r w:rsidR="00FB007C" w:rsidRPr="00E10CD4">
              <w:rPr>
                <w:iCs/>
              </w:rPr>
              <w:t xml:space="preserv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203BF905" w:rsidR="00E649F8" w:rsidRPr="00A552C3" w:rsidRDefault="00E649F8" w:rsidP="00E649F8">
            <w:pPr>
              <w:spacing w:after="240"/>
              <w:ind w:left="2137" w:hanging="720"/>
              <w:rPr>
                <w:iCs/>
              </w:rPr>
            </w:pPr>
            <w:r w:rsidRPr="00A552C3">
              <w:rPr>
                <w:iCs/>
              </w:rPr>
              <w:t>(iii)</w:t>
            </w:r>
            <w:r w:rsidRPr="00A552C3">
              <w:rPr>
                <w:iCs/>
              </w:rPr>
              <w:tab/>
              <w:t>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w:t>
            </w:r>
            <w:r w:rsidR="00D72F4C" w:rsidRPr="00D72F4C">
              <w:rPr>
                <w:iCs/>
              </w:rPr>
              <w:t>, and Ancillary Service Capacity Performance Metrics</w:t>
            </w:r>
            <w:r w:rsidRPr="00A552C3">
              <w:rPr>
                <w:iCs/>
              </w:rPr>
              <w:t xml:space="preserv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lastRenderedPageBreak/>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lastRenderedPageBreak/>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75" w:name="_Toc141777772"/>
            <w:bookmarkStart w:id="76" w:name="_Toc203961353"/>
            <w:bookmarkStart w:id="77" w:name="_Toc400968477"/>
            <w:bookmarkStart w:id="78" w:name="_Toc402362725"/>
            <w:bookmarkStart w:id="79" w:name="_Toc405554791"/>
            <w:bookmarkStart w:id="80" w:name="_Toc458771451"/>
            <w:bookmarkStart w:id="81" w:name="_Toc458771574"/>
            <w:bookmarkStart w:id="82"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2EAAFA55" w:rsidR="00581280" w:rsidRDefault="000963FF" w:rsidP="00D73591">
      <w:pPr>
        <w:pStyle w:val="H6"/>
        <w:spacing w:before="480"/>
      </w:pPr>
      <w:bookmarkStart w:id="83" w:name="_Toc162532141"/>
      <w:bookmarkStart w:id="84" w:name="_Hlk135907388"/>
      <w:r>
        <w:t>8.1.1.2.1.2</w:t>
      </w:r>
      <w:r>
        <w:tab/>
        <w:t xml:space="preserve">Responsive Reserve </w:t>
      </w:r>
      <w:bookmarkEnd w:id="75"/>
      <w:bookmarkEnd w:id="76"/>
      <w:r>
        <w:t>Qualification</w:t>
      </w:r>
      <w:bookmarkEnd w:id="77"/>
      <w:bookmarkEnd w:id="78"/>
      <w:bookmarkEnd w:id="79"/>
      <w:bookmarkEnd w:id="80"/>
      <w:bookmarkEnd w:id="81"/>
      <w:bookmarkEnd w:id="82"/>
      <w:bookmarkEnd w:id="83"/>
    </w:p>
    <w:p w14:paraId="2392E2D5" w14:textId="77777777" w:rsidR="00C450F5" w:rsidRPr="0003648D" w:rsidRDefault="00C450F5" w:rsidP="00C450F5">
      <w:pPr>
        <w:pStyle w:val="BodyText"/>
      </w:pPr>
      <w:r w:rsidRPr="0003648D">
        <w:t>(1)</w:t>
      </w:r>
      <w:r w:rsidRPr="0003648D">
        <w:tab/>
      </w:r>
      <w:r>
        <w:t>RRS</w:t>
      </w:r>
      <w:r w:rsidRPr="0003648D">
        <w:t xml:space="preserve"> may be provided by:  </w:t>
      </w:r>
    </w:p>
    <w:p w14:paraId="5514C9F0" w14:textId="77777777" w:rsidR="00C450F5" w:rsidRPr="0003648D" w:rsidRDefault="00C450F5" w:rsidP="00C450F5">
      <w:pPr>
        <w:spacing w:after="240"/>
        <w:ind w:left="1440" w:hanging="720"/>
      </w:pPr>
      <w:r w:rsidRPr="0003648D">
        <w:t>(a)</w:t>
      </w:r>
      <w:r w:rsidRPr="0003648D">
        <w:tab/>
        <w:t xml:space="preserve">On-Line Generation Resource capacity; </w:t>
      </w:r>
    </w:p>
    <w:p w14:paraId="1993DDBF" w14:textId="77777777" w:rsidR="00C450F5" w:rsidRDefault="00C450F5" w:rsidP="00C450F5">
      <w:pPr>
        <w:spacing w:after="240"/>
        <w:ind w:left="1440" w:hanging="720"/>
      </w:pPr>
      <w:r w:rsidRPr="0003648D">
        <w:t>(b)</w:t>
      </w:r>
      <w:r w:rsidRPr="0003648D">
        <w:tab/>
        <w:t>Resources capable of providing FFR;</w:t>
      </w:r>
    </w:p>
    <w:p w14:paraId="58AEAEE5" w14:textId="77777777" w:rsidR="00C450F5" w:rsidRPr="0003648D" w:rsidRDefault="00C450F5" w:rsidP="00C450F5">
      <w:pPr>
        <w:spacing w:after="240"/>
        <w:ind w:left="1440" w:hanging="720"/>
      </w:pPr>
      <w:r>
        <w:t>(c)</w:t>
      </w:r>
      <w:r>
        <w:tab/>
      </w:r>
      <w:r w:rsidRPr="0003648D">
        <w:t>Generation Resources operating in the synchronous condenser fast-response mode</w:t>
      </w:r>
      <w:r>
        <w:t>;</w:t>
      </w:r>
      <w:r w:rsidRPr="0003648D">
        <w:t xml:space="preserve"> and</w:t>
      </w:r>
    </w:p>
    <w:p w14:paraId="40785E1C" w14:textId="77777777" w:rsidR="00C450F5" w:rsidRPr="0003648D" w:rsidRDefault="00C450F5" w:rsidP="00C450F5">
      <w:pPr>
        <w:spacing w:after="240"/>
        <w:ind w:left="1440" w:hanging="720"/>
      </w:pPr>
      <w:r w:rsidRPr="0003648D">
        <w:t>(c)</w:t>
      </w:r>
      <w:r w:rsidRPr="0003648D">
        <w:tab/>
      </w:r>
      <w:r w:rsidRPr="0003648D">
        <w:rPr>
          <w:iCs/>
        </w:rPr>
        <w:t>Load Resources controlled by high-set under-frequency relays.</w:t>
      </w:r>
    </w:p>
    <w:p w14:paraId="64BF269F" w14:textId="77777777" w:rsidR="00C450F5" w:rsidRPr="0003648D" w:rsidRDefault="00C450F5" w:rsidP="00C450F5">
      <w:pPr>
        <w:pStyle w:val="BodyText"/>
      </w:pPr>
      <w:r w:rsidRPr="0003648D">
        <w:t>(2)</w:t>
      </w:r>
      <w:r w:rsidRPr="0003648D">
        <w:tab/>
        <w:t xml:space="preserve">The amount of </w:t>
      </w:r>
      <w:r>
        <w:t>RRS</w:t>
      </w:r>
      <w:r w:rsidRPr="0003648D">
        <w:t xml:space="preserve"> provided by individual Generation Resources is limited by the ERCOT-calculated maximum MW amount of </w:t>
      </w:r>
      <w:r>
        <w:t>RRS</w:t>
      </w:r>
      <w:r w:rsidRPr="0003648D">
        <w:t xml:space="preserve"> for the Generation Resource subject to its verified droop performance as described in the </w:t>
      </w:r>
      <w:r>
        <w:t xml:space="preserve">Nodal </w:t>
      </w:r>
      <w:r w:rsidRPr="0003648D">
        <w:t>Operating Guide</w:t>
      </w:r>
      <w:r>
        <w:t xml:space="preserve">.  </w:t>
      </w:r>
      <w:r w:rsidRPr="00AA35D6">
        <w:t xml:space="preserve">The default value for any newly qualified </w:t>
      </w:r>
      <w:r>
        <w:t>Generation Resource shall be 20% of its HSL.  A Private Use Network with a registered Resource may use the gross HSL for qualification and establishing a limit on the amount of RRS capacity that the Resource within the Private Use Network can provide</w:t>
      </w:r>
      <w:r w:rsidRPr="0003648D">
        <w:t>.</w:t>
      </w:r>
    </w:p>
    <w:p w14:paraId="1439826C" w14:textId="77777777" w:rsidR="00C450F5" w:rsidRPr="0003648D" w:rsidRDefault="00C450F5" w:rsidP="00C450F5">
      <w:pPr>
        <w:pStyle w:val="BodyText"/>
      </w:pPr>
      <w:r w:rsidRPr="0003648D">
        <w:t>(3)</w:t>
      </w:r>
      <w:r w:rsidRPr="0003648D">
        <w:tab/>
        <w:t xml:space="preserve">Any QSE providing </w:t>
      </w:r>
      <w:r>
        <w:t>RRS</w:t>
      </w:r>
      <w:r w:rsidRPr="0003648D">
        <w:t xml:space="preserve"> shall provide communications equipment to provide ERCOT with telemetry for the output of the Resource.</w:t>
      </w:r>
    </w:p>
    <w:p w14:paraId="7D4D28D8" w14:textId="77777777" w:rsidR="00C450F5" w:rsidRPr="0003648D" w:rsidRDefault="00C450F5" w:rsidP="00C450F5">
      <w:pPr>
        <w:pStyle w:val="BodyText"/>
        <w:tabs>
          <w:tab w:val="left" w:pos="990"/>
        </w:tabs>
      </w:pPr>
      <w:r w:rsidRPr="0003648D">
        <w:t>(4)</w:t>
      </w:r>
      <w:r w:rsidRPr="0003648D">
        <w:tab/>
        <w:t xml:space="preserve">Resources capable of FFR providing </w:t>
      </w:r>
      <w:r>
        <w:t>RRS</w:t>
      </w:r>
      <w:r w:rsidRPr="0003648D">
        <w:t xml:space="preserve"> must provide a telemetered output signal, including breaker status and status of the frequency detection device. </w:t>
      </w:r>
    </w:p>
    <w:p w14:paraId="1424EED7" w14:textId="77777777" w:rsidR="00C450F5" w:rsidRDefault="00C450F5" w:rsidP="00C450F5">
      <w:pPr>
        <w:pStyle w:val="BodyText"/>
        <w:tabs>
          <w:tab w:val="left" w:pos="990"/>
        </w:tabs>
      </w:pPr>
      <w:r w:rsidRPr="0003648D">
        <w:lastRenderedPageBreak/>
        <w:t>(5)</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67EB780F" w14:textId="77777777" w:rsidR="00C450F5" w:rsidRPr="00C72272" w:rsidRDefault="00C450F5" w:rsidP="00C450F5">
      <w:pPr>
        <w:spacing w:after="240"/>
        <w:ind w:left="720" w:hanging="720"/>
      </w:pPr>
      <w:r>
        <w:t>(6</w:t>
      </w:r>
      <w:r w:rsidRPr="0003648D">
        <w:t>)</w:t>
      </w:r>
      <w:r w:rsidRPr="0003648D">
        <w:tab/>
        <w:t xml:space="preserve">Generation Resources </w:t>
      </w:r>
      <w:r>
        <w:t>providing RRS shall have their G</w:t>
      </w:r>
      <w:r w:rsidRPr="0003648D">
        <w:t>overnors in service.</w:t>
      </w:r>
    </w:p>
    <w:p w14:paraId="4F69BC01" w14:textId="77777777" w:rsidR="00C450F5" w:rsidRPr="0003648D" w:rsidRDefault="00C450F5" w:rsidP="00C450F5">
      <w:pPr>
        <w:pStyle w:val="BodyText"/>
        <w:tabs>
          <w:tab w:val="left" w:pos="990"/>
        </w:tabs>
      </w:pPr>
      <w:r w:rsidRPr="0003648D">
        <w:t>(</w:t>
      </w:r>
      <w:r>
        <w:t>7</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265E4310" w14:textId="77777777" w:rsidR="00C450F5" w:rsidRPr="0003648D" w:rsidRDefault="00C450F5" w:rsidP="00C450F5">
      <w:pPr>
        <w:pStyle w:val="BodyText"/>
        <w:tabs>
          <w:tab w:val="left" w:pos="990"/>
        </w:tabs>
      </w:pPr>
      <w:r w:rsidRPr="0003648D">
        <w:t>(</w:t>
      </w:r>
      <w:r>
        <w:t>8</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w:t>
      </w:r>
      <w:r w:rsidRPr="0003648D">
        <w:rPr>
          <w:iCs w:val="0"/>
        </w:rPr>
        <w:t>Nodal Operating Guide Section 8, Attachment C, Turbine Governor Speed Tests,</w:t>
      </w:r>
      <w:r w:rsidRPr="0003648D">
        <w:t xml:space="preserve"> before being declared fully qualified to provide </w:t>
      </w:r>
      <w:r>
        <w:t>RRS</w:t>
      </w:r>
      <w:r w:rsidRPr="0003648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C96D21">
        <w:tc>
          <w:tcPr>
            <w:tcW w:w="9350" w:type="dxa"/>
            <w:shd w:val="clear" w:color="auto" w:fill="E0E0E0"/>
          </w:tcPr>
          <w:p w14:paraId="6A3FCE6E" w14:textId="4298BD9D" w:rsidR="00452059" w:rsidRDefault="00452059" w:rsidP="00486636">
            <w:pPr>
              <w:pStyle w:val="Instructions"/>
              <w:spacing w:before="120"/>
              <w:ind w:left="0" w:firstLine="0"/>
            </w:pPr>
            <w:bookmarkStart w:id="85" w:name="_Toc141777773"/>
            <w:bookmarkStart w:id="86" w:name="_Toc203961354"/>
            <w:bookmarkStart w:id="87" w:name="_Toc400968478"/>
            <w:bookmarkStart w:id="88" w:name="_Toc402362726"/>
            <w:bookmarkStart w:id="89" w:name="_Toc405554792"/>
            <w:bookmarkStart w:id="90" w:name="_Toc458771452"/>
            <w:bookmarkStart w:id="91" w:name="_Toc458771575"/>
            <w:bookmarkStart w:id="92" w:name="_Toc460939754"/>
            <w:bookmarkEnd w:id="84"/>
            <w:r>
              <w:t>[</w:t>
            </w:r>
            <w:r w:rsidR="007956CD">
              <w:t>NPRR1011</w:t>
            </w:r>
            <w:r w:rsidR="00CD6111">
              <w:t xml:space="preserve"> and NPRR1014</w:t>
            </w:r>
            <w:r>
              <w:t xml:space="preserve">:  Replace </w:t>
            </w:r>
            <w:r w:rsidR="007956CD">
              <w:t xml:space="preserve">applicable portions of </w:t>
            </w:r>
            <w:r>
              <w:t>Section 8.1.1.2.1.2 above with the following upon system implementation</w:t>
            </w:r>
            <w:r w:rsidR="007956CD">
              <w:t xml:space="preserve"> for </w:t>
            </w:r>
            <w:r w:rsidR="00CD6111">
              <w:t>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93" w:name="_Toc60045904"/>
            <w:bookmarkStart w:id="94" w:name="_Toc65157799"/>
            <w:bookmarkStart w:id="95" w:name="_Toc116564823"/>
            <w:bookmarkStart w:id="96" w:name="_Toc135994480"/>
            <w:bookmarkStart w:id="97" w:name="_Toc138931491"/>
            <w:bookmarkStart w:id="98"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93"/>
            <w:bookmarkEnd w:id="94"/>
            <w:bookmarkEnd w:id="95"/>
            <w:bookmarkEnd w:id="96"/>
            <w:bookmarkEnd w:id="97"/>
            <w:bookmarkEnd w:id="98"/>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lastRenderedPageBreak/>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99" w:name="_Toc162532143"/>
      <w:r>
        <w:lastRenderedPageBreak/>
        <w:t>8.1.1.2.1.3</w:t>
      </w:r>
      <w:r>
        <w:tab/>
        <w:t>Non-Spinning Reserve</w:t>
      </w:r>
      <w:bookmarkEnd w:id="85"/>
      <w:bookmarkEnd w:id="86"/>
      <w:r>
        <w:t xml:space="preserve"> Qualification</w:t>
      </w:r>
      <w:bookmarkEnd w:id="87"/>
      <w:bookmarkEnd w:id="88"/>
      <w:bookmarkEnd w:id="89"/>
      <w:bookmarkEnd w:id="90"/>
      <w:bookmarkEnd w:id="91"/>
      <w:bookmarkEnd w:id="92"/>
      <w:bookmarkEnd w:id="99"/>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lastRenderedPageBreak/>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100" w:name="_Toc141777774"/>
            <w:bookmarkStart w:id="101" w:name="_Toc203961355"/>
            <w:bookmarkStart w:id="102" w:name="_Toc400968479"/>
            <w:bookmarkStart w:id="103" w:name="_Toc402362727"/>
            <w:bookmarkStart w:id="104" w:name="_Toc405554793"/>
            <w:bookmarkStart w:id="105" w:name="_Toc458771453"/>
            <w:bookmarkStart w:id="106" w:name="_Toc458771576"/>
            <w:bookmarkStart w:id="107"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108" w:name="_Toc60045906"/>
            <w:bookmarkStart w:id="109" w:name="_Toc65157801"/>
            <w:bookmarkStart w:id="110" w:name="_Toc116564825"/>
            <w:bookmarkStart w:id="111" w:name="_Toc135994482"/>
            <w:bookmarkStart w:id="112" w:name="_Toc138931493"/>
            <w:bookmarkStart w:id="113" w:name="_Toc162532144"/>
            <w:r w:rsidRPr="00497B63">
              <w:rPr>
                <w:b/>
                <w:bCs/>
                <w:szCs w:val="22"/>
              </w:rPr>
              <w:t>8.1.1.2.1.3</w:t>
            </w:r>
            <w:r w:rsidRPr="00497B63">
              <w:rPr>
                <w:b/>
                <w:bCs/>
                <w:szCs w:val="22"/>
              </w:rPr>
              <w:tab/>
              <w:t>Non-Spinning Reserve Qualification</w:t>
            </w:r>
            <w:bookmarkEnd w:id="108"/>
            <w:bookmarkEnd w:id="109"/>
            <w:bookmarkEnd w:id="110"/>
            <w:bookmarkEnd w:id="111"/>
            <w:bookmarkEnd w:id="112"/>
            <w:bookmarkEnd w:id="113"/>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lastRenderedPageBreak/>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14" w:name="_Toc162532145"/>
      <w:r>
        <w:lastRenderedPageBreak/>
        <w:t>8.1.1.2.1.4</w:t>
      </w:r>
      <w:r>
        <w:tab/>
        <w:t xml:space="preserve">Voltage Support Service </w:t>
      </w:r>
      <w:bookmarkEnd w:id="100"/>
      <w:bookmarkEnd w:id="101"/>
      <w:r>
        <w:t>Qualification</w:t>
      </w:r>
      <w:bookmarkEnd w:id="102"/>
      <w:bookmarkEnd w:id="103"/>
      <w:bookmarkEnd w:id="104"/>
      <w:bookmarkEnd w:id="105"/>
      <w:bookmarkEnd w:id="106"/>
      <w:bookmarkEnd w:id="107"/>
      <w:bookmarkEnd w:id="114"/>
    </w:p>
    <w:p w14:paraId="10949AD7" w14:textId="103C1B21" w:rsidR="003D624E" w:rsidRDefault="003D624E" w:rsidP="003D624E">
      <w:pPr>
        <w:pStyle w:val="List"/>
        <w:ind w:left="720"/>
      </w:pPr>
      <w:r>
        <w:t>(1)</w:t>
      </w:r>
      <w:r>
        <w:tab/>
      </w:r>
      <w:r w:rsidR="007E7976" w:rsidRPr="00CF206C">
        <w:t>The Resource Entity must verify and maintain its stated Reactive Power capability for each of its Generation Resources</w:t>
      </w:r>
      <w:r w:rsidR="007E7976">
        <w:t xml:space="preserve"> and ESRs</w:t>
      </w:r>
      <w:r w:rsidR="007E7976" w:rsidRPr="00CF206C">
        <w:t xml:space="preserve"> providing Voltage Support Service (VSS), as required by the Operating Guides.  Generation Resources </w:t>
      </w:r>
      <w:r w:rsidR="007E7976">
        <w:t xml:space="preserve">and ESRs </w:t>
      </w:r>
      <w:r w:rsidR="007E7976" w:rsidRPr="00CF206C">
        <w:t xml:space="preserve">providing VSS reactive capability limits shall be specified as follows:  lagging reactive capability should </w:t>
      </w:r>
      <w:r w:rsidR="007E7976" w:rsidRPr="00CF206C">
        <w:lastRenderedPageBreak/>
        <w:t>be specified using the Summer/Fall voltage profile, and leading capability specified using the Winter/Spring voltage profile.</w:t>
      </w:r>
    </w:p>
    <w:p w14:paraId="3004F316" w14:textId="2883B39B" w:rsidR="003D624E" w:rsidRDefault="001A6AD5" w:rsidP="00D734AD">
      <w:pPr>
        <w:pStyle w:val="List"/>
        <w:spacing w:before="240"/>
        <w:ind w:left="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t>value provided by the Resource Entity via the</w:t>
      </w:r>
      <w:r w:rsidRPr="00CF206C">
        <w:t xml:space="preserve"> </w:t>
      </w:r>
      <w:r>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p w14:paraId="48EE69AF" w14:textId="06CF8B60" w:rsidR="003D624E" w:rsidRDefault="003D624E" w:rsidP="00D734AD">
      <w:pPr>
        <w:pStyle w:val="List"/>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15" w:name="_Toc141777775"/>
      <w:bookmarkStart w:id="116" w:name="_Toc203961356"/>
      <w:bookmarkStart w:id="117" w:name="_Toc400968480"/>
      <w:bookmarkStart w:id="118" w:name="_Toc402362728"/>
      <w:bookmarkStart w:id="119" w:name="_Toc405554794"/>
      <w:bookmarkStart w:id="120" w:name="_Toc458771455"/>
      <w:bookmarkStart w:id="121" w:name="_Toc458771578"/>
      <w:bookmarkStart w:id="122" w:name="_Toc460939757"/>
      <w:bookmarkStart w:id="123" w:name="_Toc162532146"/>
      <w:r>
        <w:t>8.1.1.2.1.5</w:t>
      </w:r>
      <w:r>
        <w:tab/>
        <w:t>System Black Start Capability</w:t>
      </w:r>
      <w:bookmarkEnd w:id="115"/>
      <w:bookmarkEnd w:id="116"/>
      <w:r>
        <w:t xml:space="preserve"> Qualification</w:t>
      </w:r>
      <w:r w:rsidR="009F757F">
        <w:t xml:space="preserve"> and Testing</w:t>
      </w:r>
      <w:bookmarkEnd w:id="117"/>
      <w:bookmarkEnd w:id="118"/>
      <w:bookmarkEnd w:id="119"/>
      <w:bookmarkEnd w:id="120"/>
      <w:bookmarkEnd w:id="121"/>
      <w:bookmarkEnd w:id="122"/>
      <w:bookmarkEnd w:id="123"/>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lastRenderedPageBreak/>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lastRenderedPageBreak/>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lastRenderedPageBreak/>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650F8EEA" w:rsidR="00581280" w:rsidRDefault="000963FF">
      <w:pPr>
        <w:pStyle w:val="ListSub"/>
        <w:ind w:left="2160" w:hanging="720"/>
        <w:rPr>
          <w:szCs w:val="24"/>
        </w:rPr>
      </w:pPr>
      <w:r>
        <w:rPr>
          <w:szCs w:val="24"/>
        </w:rPr>
        <w:t>(vi)</w:t>
      </w:r>
      <w:r>
        <w:rPr>
          <w:szCs w:val="24"/>
        </w:rPr>
        <w:tab/>
        <w:t xml:space="preserve">Qualification under the Load-Carrying Test is valid for </w:t>
      </w:r>
      <w:r w:rsidR="00652CC7">
        <w:rPr>
          <w:szCs w:val="24"/>
        </w:rPr>
        <w:t>four calendar</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lastRenderedPageBreak/>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0F0F3794"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w:t>
      </w:r>
      <w:r w:rsidR="00652CC7">
        <w:t>four calendar</w:t>
      </w:r>
      <w:r w:rsidR="009F757F" w:rsidRPr="0081608B">
        <w:t xml:space="preser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 xml:space="preserve">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w:t>
      </w:r>
      <w:r w:rsidRPr="00672C8C">
        <w:lastRenderedPageBreak/>
        <w:t>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lastRenderedPageBreak/>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lastRenderedPageBreak/>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24" w:name="_Toc162532147"/>
      <w:r w:rsidRPr="000051D5">
        <w:t>8.1.1.2.1.6</w:t>
      </w:r>
      <w:r w:rsidRPr="000051D5">
        <w:tab/>
        <w:t>Firm Fuel Supply Service Resource Qualification, Testing, Decertification</w:t>
      </w:r>
      <w:r w:rsidR="00FF6786">
        <w:t>, and Recertification</w:t>
      </w:r>
      <w:bookmarkEnd w:id="124"/>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7A3A868A" w14:textId="0EE64E98" w:rsidR="00722FA2" w:rsidRPr="00DF6D6B" w:rsidRDefault="00722FA2" w:rsidP="00722FA2">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w:t>
      </w:r>
      <w:r w:rsidRPr="00DF6D6B">
        <w:lastRenderedPageBreak/>
        <w:t xml:space="preserve">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lastRenderedPageBreak/>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the Generation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043FB822" w14:textId="77777777" w:rsidR="002B6630" w:rsidRPr="00E5321E" w:rsidRDefault="002B6630" w:rsidP="002B6630">
      <w:pPr>
        <w:spacing w:after="240"/>
        <w:ind w:left="720" w:hanging="720"/>
        <w:rPr>
          <w:iCs/>
        </w:rPr>
      </w:pPr>
      <w:r w:rsidRPr="00E5321E">
        <w:rPr>
          <w:iCs/>
        </w:rPr>
        <w:t>(3)</w:t>
      </w:r>
      <w:r w:rsidRPr="00E5321E">
        <w:rPr>
          <w:iCs/>
        </w:rPr>
        <w:tab/>
        <w:t xml:space="preserve">A Generation Resource will not be considered qualified to provide FFSS if, in a prior obligation period, the Generation Resource </w:t>
      </w:r>
      <w:r w:rsidRPr="00E5321E">
        <w:t xml:space="preserve">was decertified per paragraph (18) below.  However, such Generation Resource may nevertheless be </w:t>
      </w:r>
      <w:r w:rsidRPr="00E5321E">
        <w:rPr>
          <w:iCs/>
        </w:rPr>
        <w:t xml:space="preserve">considered qualified to provide FFSS if the Generation Resource: </w:t>
      </w:r>
    </w:p>
    <w:p w14:paraId="1B87A208" w14:textId="77777777" w:rsidR="002B6630" w:rsidRPr="00E5321E" w:rsidRDefault="002B6630" w:rsidP="002B6630">
      <w:pPr>
        <w:spacing w:after="240"/>
        <w:ind w:left="1440" w:hanging="720"/>
        <w:rPr>
          <w:iCs/>
        </w:rPr>
      </w:pPr>
      <w:r w:rsidRPr="00E5321E">
        <w:rPr>
          <w:iCs/>
        </w:rPr>
        <w:lastRenderedPageBreak/>
        <w:t>(a)</w:t>
      </w:r>
      <w:r w:rsidRPr="00E5321E">
        <w:rPr>
          <w:iCs/>
        </w:rPr>
        <w:tab/>
        <w:t xml:space="preserve">Has subsequently been recertified, as provided in paragraph (22) below; or </w:t>
      </w:r>
    </w:p>
    <w:p w14:paraId="31E062BD" w14:textId="0E2CA6C7" w:rsidR="00FF6786" w:rsidRDefault="002B6630" w:rsidP="00084C14">
      <w:pPr>
        <w:spacing w:after="240"/>
        <w:ind w:left="1440" w:hanging="720"/>
        <w:rPr>
          <w:iCs/>
        </w:rPr>
      </w:pPr>
      <w:r w:rsidRPr="00E5321E">
        <w:rPr>
          <w:iCs/>
        </w:rPr>
        <w:t>(b)</w:t>
      </w:r>
      <w:r w:rsidRPr="00E5321E">
        <w:rPr>
          <w:iCs/>
        </w:rPr>
        <w:tab/>
        <w:t>The QSE representing the Generation Resource submits a corrective action plan to ERCOT and has agreement with ERCOT on that plan.</w:t>
      </w:r>
    </w:p>
    <w:p w14:paraId="19CBD26A" w14:textId="11D101C0" w:rsidR="00722FA2" w:rsidRPr="00DF6D6B" w:rsidRDefault="00722FA2" w:rsidP="00084C14">
      <w:pPr>
        <w:spacing w:after="240"/>
        <w:ind w:left="720" w:hanging="720"/>
        <w:rPr>
          <w:bCs/>
          <w:color w:val="000000"/>
        </w:rPr>
      </w:pPr>
      <w:r w:rsidRPr="00DF6D6B">
        <w:rPr>
          <w:iCs/>
          <w:color w:val="000000"/>
        </w:rPr>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r w:rsidR="00FF6786">
        <w:rPr>
          <w:iCs/>
        </w:rPr>
        <w:t>In order to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lastRenderedPageBreak/>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t>(8)</w:t>
      </w:r>
      <w:r>
        <w:rPr>
          <w:iCs/>
        </w:rPr>
        <w:tab/>
        <w:t>An FFSSR that is not available to come On-Line shall inform the ERCOT control room as soon as practicable and update the FFSSR Availability Plan within 60 minutes of identifying the unavailability.</w:t>
      </w:r>
    </w:p>
    <w:p w14:paraId="3E5B318D" w14:textId="7673BA7B" w:rsidR="00715D6F" w:rsidRPr="000F34C4" w:rsidRDefault="00715D6F" w:rsidP="006C5AF9">
      <w:pPr>
        <w:spacing w:after="240"/>
        <w:ind w:left="720" w:hanging="720"/>
        <w:rPr>
          <w:szCs w:val="24"/>
        </w:rPr>
      </w:pPr>
      <w:r w:rsidRPr="000F34C4">
        <w:rPr>
          <w:szCs w:val="24"/>
        </w:rPr>
        <w:t>(</w:t>
      </w:r>
      <w:r w:rsidR="00FF6786">
        <w:rPr>
          <w:szCs w:val="24"/>
        </w:rPr>
        <w:t>9</w:t>
      </w:r>
      <w:r w:rsidRPr="000F34C4">
        <w:rPr>
          <w:szCs w:val="24"/>
        </w:rPr>
        <w:t>)</w:t>
      </w:r>
      <w:r w:rsidRPr="000F34C4">
        <w:rPr>
          <w:szCs w:val="24"/>
        </w:rPr>
        <w:tab/>
      </w:r>
      <w:r w:rsidR="002B6630" w:rsidRPr="00E5321E">
        <w:t>If the FFSSR is not available for the hours for which ERCOT has issued a Watch for winter weather, ERCOT shall claw back and/or withhold the FFSS Hourly Standby Fee for 90 days, unless the FFSSR exhausted the fuel reserved to generate at the FFSS MW award level for the duration requirement specified in the RFP, including any fuel that was restocked following final approval or instruction from ERCOT, or the FFSSR exhausted emission hours allocated for the FFSSR, as specified in the FFSS Offer Submission Form.  Evidence of an FFSSR not being available includes, but is not limited to, an Availability Plan submission of unavailable or other communications to the ERCOT control room indicating the FFSSR is not available during the Watch.</w:t>
      </w:r>
    </w:p>
    <w:p w14:paraId="4B88D4CD" w14:textId="28BFC1D4" w:rsidR="00715D6F" w:rsidRPr="000F34C4" w:rsidRDefault="00715D6F" w:rsidP="00084C14">
      <w:pPr>
        <w:spacing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w:t>
      </w:r>
      <w:r w:rsidRPr="000F34C4">
        <w:rPr>
          <w:szCs w:val="24"/>
        </w:rPr>
        <w:lastRenderedPageBreak/>
        <w:t>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15458C7E" w:rsidR="00B1248F" w:rsidRDefault="00B1248F" w:rsidP="00B1248F">
      <w:pPr>
        <w:spacing w:after="240"/>
        <w:ind w:left="720" w:hanging="720"/>
        <w:rPr>
          <w:sz w:val="22"/>
          <w:szCs w:val="22"/>
        </w:rPr>
      </w:pPr>
      <w:bookmarkStart w:id="125" w:name="_Hlk135907405"/>
      <w:r>
        <w:t>(1</w:t>
      </w:r>
      <w:r w:rsidR="000B4D23">
        <w:t>8</w:t>
      </w:r>
      <w:r>
        <w:t>)</w:t>
      </w:r>
      <w:r>
        <w:tab/>
      </w:r>
      <w:r w:rsidR="002B6630" w:rsidRPr="00E5321E">
        <w:t>ERCOT shall decertify a primary Generation Resource or any alternate Generation Resource that was an FFSSR for any of the following:</w:t>
      </w:r>
    </w:p>
    <w:p w14:paraId="276D122E" w14:textId="66307524" w:rsidR="00B1248F" w:rsidRPr="006608D4" w:rsidRDefault="00B1248F" w:rsidP="00084C14">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generating using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r w:rsidRPr="009741B9">
        <w:rPr>
          <w:szCs w:val="24"/>
        </w:rPr>
        <w:t xml:space="preserve"> or</w:t>
      </w:r>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5091DB6D" w:rsidR="00B1248F" w:rsidRDefault="00B1248F" w:rsidP="006164D6">
      <w:pPr>
        <w:spacing w:after="240"/>
        <w:ind w:left="720" w:hanging="720"/>
      </w:pPr>
      <w:r>
        <w:lastRenderedPageBreak/>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w:t>
      </w:r>
      <w:proofErr w:type="gramStart"/>
      <w:r w:rsidRPr="00602C49">
        <w:t>all of</w:t>
      </w:r>
      <w:proofErr w:type="gramEnd"/>
      <w:r w:rsidRPr="00602C49">
        <w:t xml:space="preserve"> the requirements in </w:t>
      </w:r>
      <w:r>
        <w:t>paragraph (</w:t>
      </w:r>
      <w:r w:rsidR="001B5417">
        <w:t>9</w:t>
      </w:r>
      <w:r>
        <w:t>)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p w14:paraId="3A7B3F5C" w14:textId="58EEB1EC" w:rsidR="00B1248F" w:rsidRDefault="00B1248F" w:rsidP="00B1248F">
      <w:pPr>
        <w:spacing w:after="240"/>
        <w:ind w:left="720" w:hanging="720"/>
      </w:pPr>
      <w:r>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t>(2</w:t>
      </w:r>
      <w:r w:rsidR="000B4D23">
        <w:t>2</w:t>
      </w:r>
      <w:r>
        <w:t>)</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t>(ii)</w:t>
      </w:r>
      <w:r w:rsidRPr="00DF6D6B">
        <w:tab/>
      </w:r>
      <w:r w:rsidR="00B1248F">
        <w:t>A</w:t>
      </w:r>
      <w:r w:rsidRPr="00DF6D6B">
        <w:t xml:space="preserve"> copy of the nominations submitted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lastRenderedPageBreak/>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The applicable nominations, and if applicable, no-notice delivered,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26" w:name="_Toc162532148"/>
      <w:r w:rsidRPr="0003648D">
        <w:lastRenderedPageBreak/>
        <w:t>8.1.1.2.1.</w:t>
      </w:r>
      <w:r>
        <w:t>7</w:t>
      </w:r>
      <w:r w:rsidRPr="0003648D">
        <w:tab/>
      </w:r>
      <w:r>
        <w:t>ERCOT Contingency Reserve Service</w:t>
      </w:r>
      <w:r w:rsidRPr="0003648D">
        <w:t xml:space="preserve"> Qualification</w:t>
      </w:r>
      <w:bookmarkEnd w:id="126"/>
    </w:p>
    <w:p w14:paraId="3B0FF6EB" w14:textId="77777777" w:rsidR="00C450F5" w:rsidRPr="0003648D" w:rsidRDefault="00C450F5" w:rsidP="00C450F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6E806551" w14:textId="493D0349" w:rsidR="00C450F5" w:rsidRPr="0003648D" w:rsidRDefault="00C450F5" w:rsidP="00C450F5">
      <w:pPr>
        <w:spacing w:after="240"/>
        <w:ind w:left="1440" w:hanging="720"/>
        <w:rPr>
          <w:iCs/>
        </w:rPr>
      </w:pPr>
      <w:r w:rsidRPr="0003648D">
        <w:rPr>
          <w:iCs/>
        </w:rPr>
        <w:t>(a)</w:t>
      </w:r>
      <w:r w:rsidRPr="0003648D">
        <w:rPr>
          <w:iCs/>
        </w:rPr>
        <w:tab/>
        <w:t xml:space="preserve">Unloaded Generation Resources that are On-Line; </w:t>
      </w:r>
    </w:p>
    <w:p w14:paraId="4EBBCD5C" w14:textId="77777777" w:rsidR="00C450F5" w:rsidRPr="0003648D" w:rsidRDefault="00C450F5" w:rsidP="00C450F5">
      <w:pPr>
        <w:spacing w:after="240"/>
        <w:ind w:left="1440" w:hanging="720"/>
        <w:rPr>
          <w:iCs/>
        </w:rPr>
      </w:pPr>
      <w:r w:rsidRPr="0003648D">
        <w:t>(b)</w:t>
      </w:r>
      <w:r w:rsidRPr="0003648D">
        <w:tab/>
        <w:t xml:space="preserve">Quick Start Generation Resources (QSGRs); </w:t>
      </w:r>
    </w:p>
    <w:p w14:paraId="15C222DC" w14:textId="6F16A990" w:rsidR="00C450F5" w:rsidRPr="0003648D" w:rsidRDefault="00C450F5" w:rsidP="00C450F5">
      <w:pPr>
        <w:spacing w:after="240"/>
        <w:ind w:left="1440" w:hanging="720"/>
        <w:rPr>
          <w:iCs/>
        </w:rPr>
      </w:pPr>
      <w:r w:rsidRPr="0003648D">
        <w:rPr>
          <w:iCs/>
        </w:rPr>
        <w:t>(c)</w:t>
      </w:r>
      <w:r w:rsidRPr="0003648D">
        <w:rPr>
          <w:iCs/>
        </w:rPr>
        <w:tab/>
      </w:r>
      <w:bookmarkStart w:id="127" w:name="_Hlk510021823"/>
      <w:r w:rsidRPr="0003648D">
        <w:rPr>
          <w:iCs/>
        </w:rPr>
        <w:t>Load Resources that may or may not be controlled by high-set under-frequency relays</w:t>
      </w:r>
      <w:bookmarkEnd w:id="127"/>
      <w:r w:rsidRPr="0003648D">
        <w:rPr>
          <w:iCs/>
        </w:rPr>
        <w:t xml:space="preserve">; </w:t>
      </w:r>
    </w:p>
    <w:p w14:paraId="53BFFCA1" w14:textId="4C05FFE4" w:rsidR="00C450F5" w:rsidRPr="0003648D" w:rsidRDefault="00C450F5" w:rsidP="00C450F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074B9ADD" w14:textId="0BF69439" w:rsidR="00C450F5" w:rsidRPr="0003648D" w:rsidRDefault="00C450F5" w:rsidP="00C450F5">
      <w:pPr>
        <w:spacing w:after="240"/>
        <w:ind w:left="1440" w:hanging="720"/>
        <w:rPr>
          <w:iCs/>
        </w:rPr>
      </w:pPr>
      <w:r w:rsidRPr="0003648D">
        <w:rPr>
          <w:iCs/>
        </w:rPr>
        <w:t>(e)</w:t>
      </w:r>
      <w:r w:rsidRPr="0003648D">
        <w:rPr>
          <w:iCs/>
        </w:rPr>
        <w:tab/>
        <w:t xml:space="preserve">Controllable Load Resources. </w:t>
      </w:r>
    </w:p>
    <w:p w14:paraId="7A80B2C0" w14:textId="77777777" w:rsidR="00C450F5" w:rsidRPr="0003648D" w:rsidRDefault="00C450F5" w:rsidP="00C450F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36565EDF" w14:textId="77777777" w:rsidR="00C450F5" w:rsidRPr="0003648D" w:rsidRDefault="00C450F5" w:rsidP="00C450F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2A8252E0" w14:textId="77777777" w:rsidR="00C450F5" w:rsidRPr="0003648D" w:rsidRDefault="00C450F5" w:rsidP="00C450F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64B22840" w14:textId="77777777" w:rsidR="00C450F5" w:rsidRPr="0003648D" w:rsidRDefault="00C450F5" w:rsidP="00C450F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1BF0707" w14:textId="77777777" w:rsidR="00C450F5" w:rsidRPr="0003648D" w:rsidRDefault="00C450F5" w:rsidP="00C450F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87D60F9" w14:textId="77777777" w:rsidR="00C450F5" w:rsidRPr="0003648D" w:rsidRDefault="00C450F5" w:rsidP="00C450F5">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3CFE0A99" w14:textId="77777777" w:rsidR="00C450F5" w:rsidRPr="0003648D" w:rsidRDefault="00C450F5" w:rsidP="00C450F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w:t>
      </w:r>
      <w:r w:rsidRPr="0003648D">
        <w:lastRenderedPageBreak/>
        <w:t>equal to the amount that the QSE is requesting qualification.  The QSE shall acknowledge the start of the test.</w:t>
      </w:r>
    </w:p>
    <w:p w14:paraId="78E956C3" w14:textId="7046F177" w:rsidR="00C450F5" w:rsidRPr="0003648D" w:rsidRDefault="00C450F5" w:rsidP="00C450F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rsidR="00AF274F">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2AB2661C" w14:textId="11205D02" w:rsidR="00C450F5" w:rsidRPr="0003648D" w:rsidRDefault="00C450F5" w:rsidP="00C450F5">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rsidR="00AF274F">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 xml:space="preserve">.  </w:t>
      </w:r>
    </w:p>
    <w:p w14:paraId="19040FF9" w14:textId="5038E62C" w:rsidR="00C450F5" w:rsidRPr="0003648D" w:rsidRDefault="00C450F5" w:rsidP="00C450F5">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AF274F">
        <w:t>4</w:t>
      </w:r>
      <w:r w:rsidRPr="0003648D">
        <w:t>.</w:t>
      </w:r>
    </w:p>
    <w:p w14:paraId="4BE58817" w14:textId="77777777" w:rsidR="00C450F5" w:rsidRPr="0003648D" w:rsidRDefault="00C450F5" w:rsidP="00C450F5">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4A73878A" w:rsidR="00452059" w:rsidRDefault="00452059" w:rsidP="00486636">
            <w:pPr>
              <w:pStyle w:val="Instructions"/>
              <w:spacing w:before="120"/>
              <w:ind w:left="0" w:firstLine="0"/>
            </w:pPr>
            <w:bookmarkStart w:id="128" w:name="_Toc141777776"/>
            <w:bookmarkStart w:id="129" w:name="_Toc203961357"/>
            <w:bookmarkStart w:id="130" w:name="_Toc400968483"/>
            <w:bookmarkStart w:id="131" w:name="_Toc402362731"/>
            <w:bookmarkStart w:id="132" w:name="_Toc405554797"/>
            <w:bookmarkStart w:id="133" w:name="_Toc458771456"/>
            <w:bookmarkStart w:id="134" w:name="_Toc458771579"/>
            <w:bookmarkStart w:id="135" w:name="_Toc460939758"/>
            <w:bookmarkEnd w:id="125"/>
            <w:r>
              <w:t>[</w:t>
            </w:r>
            <w:r w:rsidR="007956CD">
              <w:t>NPRR1011</w:t>
            </w:r>
            <w:r>
              <w:t xml:space="preserve">:  </w:t>
            </w:r>
            <w:r w:rsidR="00C450F5">
              <w:t>Replace</w:t>
            </w:r>
            <w:r w:rsidR="007956CD">
              <w:t xml:space="preserve"> </w:t>
            </w:r>
            <w:r>
              <w:t>Section 8.1.1.2.1.</w:t>
            </w:r>
            <w:r w:rsidR="000051D5">
              <w:t>7</w:t>
            </w:r>
            <w:r>
              <w:t xml:space="preserve"> </w:t>
            </w:r>
            <w:r w:rsidR="00C450F5">
              <w:t>above with the following</w:t>
            </w:r>
            <w:r w:rsidR="007956CD">
              <w:t xml:space="preserve"> upon system implementation of the Real-Time Co-Optimization (RTC) project</w:t>
            </w:r>
            <w:r>
              <w:t>:]</w:t>
            </w:r>
          </w:p>
          <w:p w14:paraId="4E9D6175" w14:textId="0B733087" w:rsidR="00452059" w:rsidRPr="0003648D" w:rsidRDefault="00452059" w:rsidP="00452059">
            <w:pPr>
              <w:pStyle w:val="H6"/>
            </w:pPr>
            <w:bookmarkStart w:id="136" w:name="_Toc116564829"/>
            <w:bookmarkStart w:id="137" w:name="_Toc135994487"/>
            <w:bookmarkStart w:id="138" w:name="_Toc138931498"/>
            <w:bookmarkStart w:id="139" w:name="_Toc162532149"/>
            <w:r w:rsidRPr="0003648D">
              <w:t>8.1.1.2.1.</w:t>
            </w:r>
            <w:r w:rsidR="000051D5">
              <w:t>7</w:t>
            </w:r>
            <w:r w:rsidRPr="0003648D">
              <w:tab/>
            </w:r>
            <w:r>
              <w:t>ERCOT Contingency Reserve Service</w:t>
            </w:r>
            <w:r w:rsidRPr="0003648D">
              <w:t xml:space="preserve"> Qualification</w:t>
            </w:r>
            <w:bookmarkEnd w:id="136"/>
            <w:bookmarkEnd w:id="137"/>
            <w:bookmarkEnd w:id="138"/>
            <w:bookmarkEnd w:id="139"/>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1B7D0442" w:rsidR="007956CD" w:rsidRDefault="00452059" w:rsidP="007956CD">
            <w:pPr>
              <w:spacing w:after="240"/>
              <w:ind w:left="720" w:hanging="720"/>
              <w:rPr>
                <w:iCs/>
              </w:rPr>
            </w:pPr>
            <w:r w:rsidRPr="0003648D">
              <w:rPr>
                <w:iCs/>
              </w:rPr>
              <w:lastRenderedPageBreak/>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w:t>
            </w:r>
            <w:r w:rsidR="006C5AF9">
              <w:rPr>
                <w:iCs/>
              </w:rPr>
              <w:t>ten</w:t>
            </w:r>
            <w:r w:rsidR="007956CD">
              <w:rPr>
                <w:iCs/>
              </w:rPr>
              <w:t xml:space="preserve">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681E86E4"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w:t>
            </w:r>
            <w:r w:rsidR="00AF274F">
              <w:t>S</w:t>
            </w:r>
            <w:r w:rsidR="00393F90" w:rsidRPr="00070B18">
              <w:t xml:space="preserve">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w:t>
            </w:r>
            <w:r w:rsidR="00AF274F">
              <w:rPr>
                <w:bCs/>
              </w:rPr>
              <w:t xml:space="preserve"> </w:t>
            </w:r>
            <w:r w:rsidR="00393F90" w:rsidRPr="001D5503">
              <w:rPr>
                <w:bCs/>
              </w:rPr>
              <w:t>for QSGR</w:t>
            </w:r>
            <w:r w:rsidR="00393F90" w:rsidRPr="00070B18">
              <w:t xml:space="preserve">.  ERCOT </w:t>
            </w:r>
            <w:r w:rsidR="00393F90" w:rsidRPr="00070B18">
              <w:lastRenderedPageBreak/>
              <w:t>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40" w:name="_Hlk116376784"/>
    </w:p>
    <w:p w14:paraId="41DE5291" w14:textId="77777777" w:rsidR="00581280" w:rsidRPr="00EB6A56" w:rsidRDefault="000963FF" w:rsidP="000051D5">
      <w:pPr>
        <w:pStyle w:val="H4"/>
        <w:ind w:left="1267" w:hanging="1267"/>
        <w:rPr>
          <w:b/>
        </w:rPr>
      </w:pPr>
      <w:bookmarkStart w:id="141" w:name="_Toc162532150"/>
      <w:bookmarkEnd w:id="140"/>
      <w:r w:rsidRPr="00EB6A56">
        <w:rPr>
          <w:b/>
        </w:rPr>
        <w:t>8.1.1.3</w:t>
      </w:r>
      <w:r w:rsidRPr="00EB6A56">
        <w:rPr>
          <w:b/>
        </w:rPr>
        <w:tab/>
        <w:t>Ancillary Service Capacity Compliance Criteria</w:t>
      </w:r>
      <w:bookmarkEnd w:id="128"/>
      <w:bookmarkEnd w:id="129"/>
      <w:bookmarkEnd w:id="130"/>
      <w:bookmarkEnd w:id="131"/>
      <w:bookmarkEnd w:id="132"/>
      <w:bookmarkEnd w:id="133"/>
      <w:bookmarkEnd w:id="134"/>
      <w:bookmarkEnd w:id="135"/>
      <w:bookmarkEnd w:id="141"/>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0A721FBF" w:rsidR="00E512ED" w:rsidRDefault="00A7726C">
      <w:pPr>
        <w:pStyle w:val="BodyTextNumbered"/>
      </w:pPr>
      <w:r>
        <w:t>(2)</w:t>
      </w:r>
      <w:r>
        <w:tab/>
      </w:r>
      <w:r w:rsidR="000963FF">
        <w:t xml:space="preserve">ERCOT shall continuously measure the overall performance of each QSE in providing each Ancillary Service by comparing the sum of each of the QSE’s Resources’ telemetered Ancillary Services Resource Responsibility with the QSE’s total Ancillary Service </w:t>
      </w:r>
      <w:r w:rsidR="00B52624">
        <w:t>Supply R</w:t>
      </w:r>
      <w:r w:rsidR="000963FF">
        <w:t xml:space="preserve">esponsibility.  If the comparison indicates the QSE is not providing sufficient capacity to meet its Ancillary Services </w:t>
      </w:r>
      <w:r w:rsidR="00B52624">
        <w:t>Supply R</w:t>
      </w:r>
      <w:r w:rsidR="000963FF">
        <w:t>esponsibility, ERCOT shall notify the QSE via the MIS Certified Area.</w:t>
      </w:r>
    </w:p>
    <w:p w14:paraId="60205265" w14:textId="6B997E2A" w:rsidR="00E512ED" w:rsidRDefault="00A7726C">
      <w:pPr>
        <w:pStyle w:val="BodyTextNumbered"/>
      </w:pPr>
      <w:r>
        <w:t>(3)</w:t>
      </w:r>
      <w:r>
        <w:tab/>
      </w:r>
      <w:r w:rsidRPr="00B70CB7">
        <w:t xml:space="preserve">The QSE, within </w:t>
      </w:r>
      <w:r w:rsidR="00B52624">
        <w:t>25</w:t>
      </w:r>
      <w:r w:rsidRPr="00B70CB7">
        <w:t xml:space="preserve">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49FF279"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perator.  ERCOT shall report non-</w:t>
      </w:r>
      <w:r w:rsidRPr="008062C6">
        <w:t xml:space="preserve">compliance </w:t>
      </w:r>
      <w:r w:rsidR="007D62D3" w:rsidRPr="008062C6">
        <w:t>with</w:t>
      </w:r>
      <w:r w:rsidR="007D62D3" w:rsidRPr="00B70CB7">
        <w:t xml:space="preserve"> </w:t>
      </w:r>
      <w:r w:rsidRPr="00B70CB7">
        <w:t xml:space="preserve">Ancillary Service </w:t>
      </w:r>
      <w:r>
        <w:t>c</w:t>
      </w:r>
      <w:r w:rsidRPr="00B70CB7">
        <w:t xml:space="preserve">apacity requirements to the </w:t>
      </w:r>
      <w:r w:rsidR="00335D9A">
        <w:t>Reliability Monitor</w:t>
      </w:r>
      <w:r w:rsidRPr="00B70CB7">
        <w:t xml:space="preserve"> for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430347D7" w14:textId="77777777" w:rsidTr="0027423C">
        <w:tc>
          <w:tcPr>
            <w:tcW w:w="9350" w:type="dxa"/>
            <w:shd w:val="clear" w:color="auto" w:fill="E0E0E0"/>
          </w:tcPr>
          <w:p w14:paraId="5B28B060" w14:textId="549E38E2" w:rsidR="00A960B5" w:rsidRPr="00F947D2" w:rsidRDefault="00A960B5" w:rsidP="00A960B5">
            <w:pPr>
              <w:pStyle w:val="Instructions"/>
              <w:spacing w:before="120"/>
              <w:ind w:left="0" w:firstLine="0"/>
            </w:pPr>
            <w:r>
              <w:t>[NPRR1011:  Delete paragraphs (2) and (3) above upon system implementation of the Real-Time Co-Optimization (RTC) project and renumber accordingly.]</w:t>
            </w:r>
          </w:p>
        </w:tc>
      </w:tr>
    </w:tbl>
    <w:p w14:paraId="45E16F79" w14:textId="402C218B" w:rsidR="006649D8" w:rsidRDefault="006649D8" w:rsidP="00D734AD">
      <w:pPr>
        <w:spacing w:before="240" w:after="240"/>
        <w:ind w:left="720" w:hanging="720"/>
      </w:pPr>
      <w:r>
        <w:t xml:space="preserve">(4) </w:t>
      </w:r>
      <w:r>
        <w:tab/>
      </w:r>
      <w:r>
        <w:rPr>
          <w:iCs/>
        </w:rPr>
        <w:t>A QSE for an</w:t>
      </w:r>
      <w:r w:rsidRPr="00205B3E">
        <w:rPr>
          <w:iCs/>
        </w:rPr>
        <w:t xml:space="preserve"> ESR </w:t>
      </w:r>
      <w:r>
        <w:rPr>
          <w:iCs/>
        </w:rPr>
        <w:t xml:space="preserve">that is, was, or will be unable to meet its Ancillary Service Resource Responsibility due to a charging restriction during an EEA Level 3 event shall inform </w:t>
      </w:r>
      <w:r>
        <w:rPr>
          <w:iCs/>
        </w:rPr>
        <w:lastRenderedPageBreak/>
        <w:t>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w:t>
      </w:r>
      <w:r w:rsidRPr="00B52624">
        <w:rPr>
          <w:iCs/>
        </w:rPr>
        <w:t>Section</w:t>
      </w:r>
      <w:r>
        <w:t xml:space="preserve"> 6.7.3, </w:t>
      </w:r>
      <w:r w:rsidRPr="00271530">
        <w:t>Charges for Ancillary Service Capacity Replaced Due to Failure to Provide</w:t>
      </w:r>
      <w:r>
        <w:t>, or any other Settlement consequence due to the Ancillary Service insufficiency.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51F8582F" w14:textId="77777777" w:rsidTr="0027423C">
        <w:tc>
          <w:tcPr>
            <w:tcW w:w="9576" w:type="dxa"/>
            <w:shd w:val="clear" w:color="auto" w:fill="E0E0E0"/>
          </w:tcPr>
          <w:p w14:paraId="63370CF1" w14:textId="5697B9FF" w:rsidR="00A960B5" w:rsidRPr="00E61E2E" w:rsidRDefault="00A960B5" w:rsidP="00A960B5">
            <w:pPr>
              <w:pStyle w:val="Instructions"/>
              <w:spacing w:before="120"/>
              <w:ind w:left="0" w:firstLine="0"/>
            </w:pPr>
            <w:r>
              <w:t xml:space="preserve">[NPRR1053:  Delete paragraph (4) above </w:t>
            </w:r>
            <w:r w:rsidRPr="0075362B">
              <w:t>upon system implementation of the Real-Time Co-optimization (RTC) Project</w:t>
            </w:r>
            <w:r>
              <w:t xml:space="preserve"> and renumber accordingly</w:t>
            </w:r>
            <w:r w:rsidR="00113F48">
              <w:t>.</w:t>
            </w:r>
            <w:r>
              <w:t>]</w:t>
            </w:r>
          </w:p>
        </w:tc>
      </w:tr>
    </w:tbl>
    <w:p w14:paraId="67C4BAA8" w14:textId="5E37BCC1" w:rsidR="00B52624" w:rsidRDefault="00B52624" w:rsidP="00D734AD">
      <w:pPr>
        <w:spacing w:before="240" w:after="240"/>
        <w:ind w:left="720" w:hanging="720"/>
      </w:pPr>
      <w:r w:rsidRPr="00701E29">
        <w:t>(</w:t>
      </w:r>
      <w:r>
        <w:t>5</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w:t>
      </w:r>
      <w:r w:rsidR="00B92442">
        <w:t>6</w:t>
      </w:r>
      <w:r>
        <w:t>) and (</w:t>
      </w:r>
      <w:r w:rsidR="00B92442">
        <w:t>7</w:t>
      </w:r>
      <w:r>
        <w:t xml:space="preserve">)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0139B533" w14:textId="4C9268FF" w:rsidR="00B52624" w:rsidRDefault="00B52624" w:rsidP="00B52624">
      <w:pPr>
        <w:spacing w:after="240"/>
        <w:ind w:left="720" w:hanging="720"/>
      </w:pPr>
      <w:r>
        <w:t>(6)</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1DE903CD" w14:textId="77777777" w:rsidR="00B52624" w:rsidRDefault="00B52624" w:rsidP="00B52624">
      <w:pPr>
        <w:pStyle w:val="List2"/>
        <w:ind w:left="1440"/>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0F4391A4" w14:textId="77777777" w:rsidR="00B52624" w:rsidRDefault="00B52624" w:rsidP="00B52624">
      <w:pPr>
        <w:spacing w:after="240"/>
        <w:ind w:left="2160" w:hanging="720"/>
      </w:pPr>
      <w:r>
        <w:t>(i)</w:t>
      </w:r>
      <w:r>
        <w:tab/>
        <w:t>Its generation log documenting the Forced Outage, Forced Derate or Startup Loading Failure;</w:t>
      </w:r>
    </w:p>
    <w:p w14:paraId="2E36E81B" w14:textId="77777777" w:rsidR="00B52624" w:rsidRDefault="00B52624" w:rsidP="00B52624">
      <w:pPr>
        <w:spacing w:after="240"/>
        <w:ind w:left="2160" w:hanging="720"/>
      </w:pPr>
      <w:r>
        <w:t>(ii)</w:t>
      </w:r>
      <w:r>
        <w:tab/>
        <w:t xml:space="preserve">QSE </w:t>
      </w:r>
      <w:r w:rsidRPr="006E7E4B">
        <w:t>(COP)</w:t>
      </w:r>
      <w:r>
        <w:t xml:space="preserve"> for the intervals prior to, and after the event; and</w:t>
      </w:r>
    </w:p>
    <w:p w14:paraId="0B731364" w14:textId="77777777" w:rsidR="00B52624" w:rsidRDefault="00B52624" w:rsidP="00B5262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58BB884E" w14:textId="77777777" w:rsidR="00B52624" w:rsidRDefault="00B52624" w:rsidP="00B52624">
      <w:pPr>
        <w:pStyle w:val="List2"/>
        <w:ind w:left="1440"/>
      </w:pPr>
      <w:r>
        <w:lastRenderedPageBreak/>
        <w:t>(b)</w:t>
      </w:r>
      <w:r>
        <w:tab/>
      </w:r>
      <w:r w:rsidRPr="00F83A95">
        <w:t>For</w:t>
      </w:r>
      <w:r>
        <w:t xml:space="preserve"> intervals where both the primary and backup </w:t>
      </w:r>
      <w:r w:rsidRPr="00CF555B">
        <w:t>Wide Area Network (WAN)</w:t>
      </w:r>
      <w:r>
        <w:t xml:space="preserve"> connections are inoperative;</w:t>
      </w:r>
    </w:p>
    <w:p w14:paraId="2D68F789" w14:textId="77777777" w:rsidR="00B52624" w:rsidRDefault="00B52624" w:rsidP="00B52624">
      <w:pPr>
        <w:pStyle w:val="List2"/>
        <w:ind w:left="1440"/>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2EED00D0" w14:textId="77777777" w:rsidR="00B52624" w:rsidRDefault="00B52624" w:rsidP="00B52624">
      <w:pPr>
        <w:pStyle w:val="List2"/>
        <w:ind w:left="1440"/>
      </w:pPr>
      <w:r>
        <w:t>(d)</w:t>
      </w:r>
      <w:r>
        <w:tab/>
        <w:t>For certain other periods of abnormal operations as determined by ERCOT in its sole discretion.</w:t>
      </w:r>
    </w:p>
    <w:p w14:paraId="5544EE53" w14:textId="0DC8EAD7" w:rsidR="00B52624" w:rsidRDefault="00B52624" w:rsidP="00B52624">
      <w:pPr>
        <w:pStyle w:val="List2"/>
        <w:ind w:left="720"/>
      </w:pPr>
      <w:r w:rsidRPr="0054477F">
        <w:t>(</w:t>
      </w:r>
      <w:r>
        <w:t>7</w:t>
      </w:r>
      <w:r w:rsidRPr="0054477F">
        <w:t>)</w:t>
      </w:r>
      <w:r>
        <w:tab/>
        <w:t xml:space="preserve">For each QSE with Resources providing Ancillary Service, ERCOT shall calculate Ancillary Service capacity performance metrics for each month. </w:t>
      </w:r>
    </w:p>
    <w:p w14:paraId="5077B9EC" w14:textId="5052242D" w:rsidR="00B52624" w:rsidRDefault="00B52624" w:rsidP="00B52624">
      <w:pPr>
        <w:pStyle w:val="List"/>
      </w:pPr>
      <w:r>
        <w:t>(a)</w:t>
      </w:r>
      <w:r>
        <w:tab/>
        <w:t>Ancillary Service capacity performance is based on the following criteria:</w:t>
      </w:r>
    </w:p>
    <w:p w14:paraId="1C246F6C" w14:textId="77777777" w:rsidR="00B52624" w:rsidRDefault="00B52624" w:rsidP="00B5262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3CD35029" w14:textId="77777777" w:rsidR="00B52624" w:rsidRDefault="00B52624" w:rsidP="00B52624">
      <w:pPr>
        <w:pStyle w:val="List2"/>
        <w:ind w:left="2880"/>
      </w:pPr>
      <w:r w:rsidRPr="00701E29">
        <w:t>(A)</w:t>
      </w:r>
      <w:r>
        <w:tab/>
        <w:t>T% of its Ancillary Service Supply Responsibility; or</w:t>
      </w:r>
    </w:p>
    <w:p w14:paraId="11B70B24" w14:textId="77777777" w:rsidR="00B52624" w:rsidRDefault="00B52624" w:rsidP="00B52624">
      <w:pPr>
        <w:pStyle w:val="List2"/>
        <w:ind w:left="2880"/>
      </w:pPr>
      <w:r w:rsidRPr="00571A2E">
        <w:t>(B)</w:t>
      </w:r>
      <w:r>
        <w:tab/>
        <w:t>U MW.</w:t>
      </w:r>
    </w:p>
    <w:p w14:paraId="36331A2D" w14:textId="77777777" w:rsidR="00B52624" w:rsidRDefault="00B52624" w:rsidP="00B5262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61800FBB" w14:textId="77777777" w:rsidR="00B52624" w:rsidRDefault="00B52624" w:rsidP="00B5262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08E85B8B" w14:textId="41713191" w:rsidR="00B52624" w:rsidRDefault="00B52624" w:rsidP="00B52624">
      <w:pPr>
        <w:pStyle w:val="List2"/>
        <w:ind w:left="720"/>
      </w:pPr>
      <w:r>
        <w:t>(8)</w:t>
      </w:r>
      <w:r>
        <w:tab/>
      </w:r>
      <w:r w:rsidRPr="006A6281">
        <w:t xml:space="preserve">The </w:t>
      </w:r>
      <w:r>
        <w:t xml:space="preserve">Ancillary Service capacity </w:t>
      </w:r>
      <w:r w:rsidRPr="006A6281">
        <w:t>performance criteria in paragraphs (</w:t>
      </w:r>
      <w:r w:rsidR="00B92442">
        <w:t>5</w:t>
      </w:r>
      <w:r w:rsidRPr="006A6281">
        <w:t>) through (</w:t>
      </w:r>
      <w:r w:rsidR="00B92442">
        <w:t>7</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p w14:paraId="0BFE7BFF" w14:textId="77777777" w:rsidR="00581280" w:rsidRPr="00EB6A56" w:rsidRDefault="000963FF" w:rsidP="00D734AD">
      <w:pPr>
        <w:pStyle w:val="H5"/>
        <w:rPr>
          <w:b/>
        </w:rPr>
      </w:pPr>
      <w:bookmarkStart w:id="142" w:name="_Toc141777777"/>
      <w:bookmarkStart w:id="143" w:name="_Toc203961358"/>
      <w:bookmarkStart w:id="144" w:name="_Toc400968484"/>
      <w:bookmarkStart w:id="145" w:name="_Toc402362732"/>
      <w:bookmarkStart w:id="146" w:name="_Toc405554798"/>
      <w:bookmarkStart w:id="147" w:name="_Toc458771457"/>
      <w:bookmarkStart w:id="148" w:name="_Toc458771580"/>
      <w:bookmarkStart w:id="149" w:name="_Toc460939759"/>
      <w:bookmarkStart w:id="150" w:name="_Toc162532151"/>
      <w:r w:rsidRPr="00EB6A56">
        <w:rPr>
          <w:b/>
        </w:rPr>
        <w:t>8.1.1.3.1</w:t>
      </w:r>
      <w:r w:rsidRPr="00EB6A56">
        <w:rPr>
          <w:b/>
        </w:rPr>
        <w:tab/>
        <w:t>Regulation Service Capacity Monitoring Criteria</w:t>
      </w:r>
      <w:bookmarkEnd w:id="142"/>
      <w:bookmarkEnd w:id="143"/>
      <w:bookmarkEnd w:id="144"/>
      <w:bookmarkEnd w:id="145"/>
      <w:bookmarkEnd w:id="146"/>
      <w:bookmarkEnd w:id="147"/>
      <w:bookmarkEnd w:id="148"/>
      <w:bookmarkEnd w:id="149"/>
      <w:bookmarkEnd w:id="150"/>
    </w:p>
    <w:p w14:paraId="3CE79F8F" w14:textId="77777777" w:rsidR="00581280" w:rsidRDefault="00BF37DA" w:rsidP="0003049A">
      <w:pPr>
        <w:pStyle w:val="BodyText"/>
      </w:pPr>
      <w:r>
        <w:t>(1)</w:t>
      </w:r>
      <w:r>
        <w:tab/>
      </w:r>
      <w:r w:rsidR="000963FF">
        <w:t xml:space="preserve">ERCOT shall continuously monitor the capacity of each Resource to provide Reg-Up and Reg-Down.  When determining this available capacity, ERCOT shall consider for each </w:t>
      </w:r>
      <w:r w:rsidR="000963FF">
        <w:lastRenderedPageBreak/>
        <w:t>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51" w:name="_Toc141777778"/>
            <w:bookmarkStart w:id="152" w:name="_Toc203961359"/>
            <w:bookmarkStart w:id="153" w:name="_Toc400968485"/>
            <w:bookmarkStart w:id="154" w:name="_Toc402362733"/>
            <w:bookmarkStart w:id="155" w:name="_Toc405554799"/>
            <w:bookmarkStart w:id="156" w:name="_Toc458771458"/>
            <w:bookmarkStart w:id="157" w:name="_Toc458771581"/>
            <w:bookmarkStart w:id="158"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59" w:name="_Toc162532152"/>
      <w:r w:rsidRPr="00EB6A56">
        <w:rPr>
          <w:b/>
        </w:rPr>
        <w:t>8.1.1.3.2</w:t>
      </w:r>
      <w:r w:rsidRPr="00EB6A56">
        <w:rPr>
          <w:b/>
        </w:rPr>
        <w:tab/>
        <w:t>Responsive Reserve Capacity Monitoring Criteria</w:t>
      </w:r>
      <w:bookmarkEnd w:id="151"/>
      <w:bookmarkEnd w:id="152"/>
      <w:bookmarkEnd w:id="153"/>
      <w:bookmarkEnd w:id="154"/>
      <w:bookmarkEnd w:id="155"/>
      <w:bookmarkEnd w:id="156"/>
      <w:bookmarkEnd w:id="157"/>
      <w:bookmarkEnd w:id="158"/>
      <w:bookmarkEnd w:id="159"/>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60" w:name="_Toc141777779"/>
            <w:bookmarkStart w:id="161" w:name="_Toc203961360"/>
            <w:bookmarkStart w:id="162" w:name="_Toc400968486"/>
            <w:bookmarkStart w:id="163" w:name="_Toc402362734"/>
            <w:bookmarkStart w:id="164" w:name="_Toc405554800"/>
            <w:bookmarkStart w:id="165" w:name="_Toc458771459"/>
            <w:bookmarkStart w:id="166" w:name="_Toc458771582"/>
            <w:bookmarkStart w:id="167"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68" w:name="_Toc65157809"/>
            <w:bookmarkStart w:id="169" w:name="_Toc116564834"/>
            <w:bookmarkStart w:id="170" w:name="_Toc135994492"/>
            <w:bookmarkStart w:id="171" w:name="_Toc138931503"/>
            <w:bookmarkStart w:id="172" w:name="_Toc162532153"/>
            <w:r w:rsidRPr="00497B63">
              <w:rPr>
                <w:b/>
                <w:szCs w:val="26"/>
              </w:rPr>
              <w:t>8.1.1.3.2</w:t>
            </w:r>
            <w:r w:rsidRPr="00497B63">
              <w:rPr>
                <w:b/>
                <w:szCs w:val="26"/>
              </w:rPr>
              <w:tab/>
              <w:t>Responsive Reserve Capacity Monitoring Criteria</w:t>
            </w:r>
            <w:bookmarkEnd w:id="168"/>
            <w:bookmarkEnd w:id="169"/>
            <w:bookmarkEnd w:id="170"/>
            <w:bookmarkEnd w:id="171"/>
            <w:bookmarkEnd w:id="172"/>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lastRenderedPageBreak/>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73" w:name="_Toc162532154"/>
      <w:r w:rsidRPr="00EB6A56">
        <w:rPr>
          <w:b/>
        </w:rPr>
        <w:lastRenderedPageBreak/>
        <w:t>8.1.1.3.3</w:t>
      </w:r>
      <w:r w:rsidRPr="00EB6A56">
        <w:rPr>
          <w:b/>
        </w:rPr>
        <w:tab/>
        <w:t>Non-Spinning Reserve Capacity Monitoring Criteria</w:t>
      </w:r>
      <w:bookmarkEnd w:id="160"/>
      <w:bookmarkEnd w:id="161"/>
      <w:bookmarkEnd w:id="162"/>
      <w:bookmarkEnd w:id="163"/>
      <w:bookmarkEnd w:id="164"/>
      <w:bookmarkEnd w:id="165"/>
      <w:bookmarkEnd w:id="166"/>
      <w:bookmarkEnd w:id="167"/>
      <w:bookmarkEnd w:id="173"/>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lastRenderedPageBreak/>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57FB2E1A" w14:textId="77777777" w:rsidR="00EA0EAD" w:rsidRPr="00DF042D" w:rsidRDefault="00EA0EAD" w:rsidP="00C96D21">
      <w:pPr>
        <w:keepNext/>
        <w:tabs>
          <w:tab w:val="left" w:pos="1620"/>
        </w:tabs>
        <w:spacing w:before="480" w:after="240"/>
        <w:ind w:left="1627" w:hanging="1627"/>
        <w:outlineLvl w:val="4"/>
        <w:rPr>
          <w:b/>
        </w:rPr>
      </w:pPr>
      <w:bookmarkStart w:id="174" w:name="_Toc162532155"/>
      <w:bookmarkStart w:id="175" w:name="_Hlk135908125"/>
      <w:r w:rsidRPr="00DF042D">
        <w:rPr>
          <w:b/>
        </w:rPr>
        <w:lastRenderedPageBreak/>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74"/>
    </w:p>
    <w:p w14:paraId="16829595" w14:textId="025B9691" w:rsidR="00EA0EAD" w:rsidRDefault="00EA0EAD" w:rsidP="00EA0EAD">
      <w:pPr>
        <w:pStyle w:val="BodyText"/>
      </w:pPr>
      <w:r>
        <w:t>(1)</w:t>
      </w:r>
      <w:r>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2AB122E9" w14:textId="77777777" w:rsidR="00EA0EAD" w:rsidRDefault="00EA0EAD" w:rsidP="00EA0EAD">
      <w:pPr>
        <w:pStyle w:val="BodyTextNumbered"/>
      </w:pPr>
      <w:r>
        <w:t>(2)</w:t>
      </w:r>
      <w:r>
        <w:tab/>
        <w:t>For Load Resources not deployed by a Dispatch Instruction from ERCOT, the amount of ECRS capacity provided must be measured as the Load Resource’s average Load level in the last five minutes.</w:t>
      </w:r>
    </w:p>
    <w:p w14:paraId="71E1BF67" w14:textId="331837A5" w:rsidR="004A479E" w:rsidRDefault="00EA0EAD" w:rsidP="00EA0EAD">
      <w:pPr>
        <w:pStyle w:val="BodyTextNumbered"/>
      </w:pPr>
      <w:r>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469B2FFA" w:rsidR="001C2205" w:rsidRDefault="001C2205" w:rsidP="00486636">
            <w:pPr>
              <w:pStyle w:val="Instructions"/>
              <w:spacing w:before="120"/>
              <w:ind w:left="0" w:firstLine="0"/>
            </w:pPr>
            <w:bookmarkStart w:id="176" w:name="_Toc141777780"/>
            <w:bookmarkStart w:id="177" w:name="_Toc203961361"/>
            <w:bookmarkStart w:id="178" w:name="_Toc400968487"/>
            <w:bookmarkStart w:id="179" w:name="_Toc402362735"/>
            <w:bookmarkStart w:id="180" w:name="_Toc405554801"/>
            <w:bookmarkStart w:id="181" w:name="_Toc458771460"/>
            <w:bookmarkStart w:id="182" w:name="_Toc458771583"/>
            <w:bookmarkStart w:id="183" w:name="_Toc460939762"/>
            <w:bookmarkEnd w:id="175"/>
            <w:r>
              <w:t>[</w:t>
            </w:r>
            <w:r w:rsidR="006E56EC">
              <w:t>NPRR1011</w:t>
            </w:r>
            <w:r>
              <w:t xml:space="preserve">:  </w:t>
            </w:r>
            <w:r w:rsidR="00DF7B10">
              <w:t>Replace</w:t>
            </w:r>
            <w:r w:rsidR="006E56EC">
              <w:t xml:space="preserve"> </w:t>
            </w:r>
            <w:r>
              <w:t xml:space="preserve">Section 8.1.1.3.4 </w:t>
            </w:r>
            <w:r w:rsidR="00DF7B10">
              <w:t>above with the following</w:t>
            </w:r>
            <w:r w:rsidR="006E56EC">
              <w:t xml:space="preserve"> upon system implementation of the Real-Time Co-Optimization (RTC) project</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84" w:name="_Toc116564836"/>
            <w:bookmarkStart w:id="185" w:name="_Toc135994495"/>
            <w:bookmarkStart w:id="186" w:name="_Toc138931506"/>
            <w:bookmarkStart w:id="187" w:name="_Toc16253215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84"/>
            <w:bookmarkEnd w:id="185"/>
            <w:bookmarkEnd w:id="186"/>
            <w:bookmarkEnd w:id="187"/>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88" w:name="_Toc162532157"/>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76"/>
      <w:bookmarkEnd w:id="177"/>
      <w:bookmarkEnd w:id="178"/>
      <w:bookmarkEnd w:id="179"/>
      <w:bookmarkEnd w:id="180"/>
      <w:bookmarkEnd w:id="181"/>
      <w:bookmarkEnd w:id="182"/>
      <w:bookmarkEnd w:id="183"/>
      <w:bookmarkEnd w:id="188"/>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25DD0FC9" w:rsidR="00581280" w:rsidRPr="00EB6A56" w:rsidRDefault="000963FF">
      <w:pPr>
        <w:pStyle w:val="H5"/>
        <w:rPr>
          <w:b/>
        </w:rPr>
      </w:pPr>
      <w:bookmarkStart w:id="189" w:name="_Toc141777781"/>
      <w:bookmarkStart w:id="190" w:name="_Toc203961362"/>
      <w:bookmarkStart w:id="191" w:name="_Toc400968488"/>
      <w:bookmarkStart w:id="192" w:name="_Toc402362736"/>
      <w:bookmarkStart w:id="193" w:name="_Toc405554802"/>
      <w:bookmarkStart w:id="194" w:name="_Toc458771461"/>
      <w:bookmarkStart w:id="195" w:name="_Toc458771584"/>
      <w:bookmarkStart w:id="196" w:name="_Toc460939763"/>
      <w:bookmarkStart w:id="197" w:name="_Toc162532158"/>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89"/>
      <w:bookmarkEnd w:id="190"/>
      <w:r w:rsidRPr="00EB6A56">
        <w:rPr>
          <w:b/>
        </w:rPr>
        <w:t>Performance</w:t>
      </w:r>
      <w:bookmarkEnd w:id="191"/>
      <w:bookmarkEnd w:id="192"/>
      <w:bookmarkEnd w:id="193"/>
      <w:bookmarkEnd w:id="194"/>
      <w:bookmarkEnd w:id="195"/>
      <w:bookmarkEnd w:id="196"/>
      <w:r w:rsidR="00CF3F24" w:rsidRPr="00CF3F24">
        <w:rPr>
          <w:b/>
        </w:rPr>
        <w:t>, and Ancillary Service Capacity Performance Metrics</w:t>
      </w:r>
      <w:bookmarkEnd w:id="197"/>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w:t>
      </w:r>
      <w:r w:rsidRPr="009E1A24">
        <w:rPr>
          <w:iCs w:val="0"/>
        </w:rPr>
        <w:lastRenderedPageBreak/>
        <w:t>(Hz)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140A9CB8"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110B3E29"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lastRenderedPageBreak/>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1FA00083" w14:textId="77777777" w:rsidR="00EA0EAD" w:rsidRPr="002477FA" w:rsidRDefault="00EA0EAD" w:rsidP="00EA0EA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lastRenderedPageBreak/>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w:t>
      </w:r>
      <w:r>
        <w:lastRenderedPageBreak/>
        <w:t xml:space="preserve">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lastRenderedPageBreak/>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0F2AF5E2"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w:t>
      </w:r>
      <w:r w:rsidR="00CF3F24">
        <w:t xml:space="preserve"> or ERCOT</w:t>
      </w:r>
      <w:r>
        <w:t>,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lastRenderedPageBreak/>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133B57AE" w:rsidR="00581280" w:rsidRDefault="000963FF" w:rsidP="00581280">
      <w:pPr>
        <w:pStyle w:val="List2"/>
        <w:ind w:left="1440"/>
      </w:pPr>
      <w:r>
        <w:t>(</w:t>
      </w:r>
      <w:r w:rsidR="00077146">
        <w:t>h</w:t>
      </w:r>
      <w:r>
        <w:t>)</w:t>
      </w:r>
      <w:r>
        <w:tab/>
        <w:t>Certain other periods of abnormal operations as determined by ERCOT in its sole discretion</w:t>
      </w:r>
      <w:r w:rsidR="008E7D8D">
        <w:t>;</w:t>
      </w:r>
    </w:p>
    <w:p w14:paraId="139C4B2F" w14:textId="7F17A625"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r w:rsidR="00CF3F24">
        <w:t>;</w:t>
      </w:r>
    </w:p>
    <w:p w14:paraId="3F0D5409" w14:textId="570F1AB2" w:rsidR="00CF3F24" w:rsidRDefault="00CF3F24" w:rsidP="00581280">
      <w:pPr>
        <w:pStyle w:val="List2"/>
        <w:ind w:left="1440"/>
      </w:pPr>
      <w:r w:rsidRPr="00CF3F24">
        <w:t>(j)</w:t>
      </w:r>
      <w:r w:rsidRPr="00CF3F24">
        <w:tab/>
        <w:t>For intervals where both the primary and backup Wide Area Network (WAN) connections are inoperative.</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w:t>
      </w:r>
      <w:r w:rsidR="0018536A" w:rsidRPr="006945A2">
        <w:lastRenderedPageBreak/>
        <w:t>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6B4A80ED"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rsidRPr="00906534">
        <w:rPr>
          <w:szCs w:val="24"/>
        </w:rPr>
        <w:t xml:space="preserve">.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3CA0FDB6"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t>.  The performance will be measured separately for each instance in which ERCOT has declared EEA.</w:t>
      </w:r>
    </w:p>
    <w:p w14:paraId="4FEAA45A" w14:textId="60ACE43C" w:rsidR="0083133C" w:rsidRDefault="0083133C" w:rsidP="00D73591">
      <w:pPr>
        <w:pStyle w:val="List2"/>
        <w:ind w:left="720"/>
      </w:pPr>
      <w:r>
        <w:lastRenderedPageBreak/>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3654EFE3" w:rsidR="00E512ED" w:rsidRDefault="00650737" w:rsidP="009A7629">
      <w:pPr>
        <w:pStyle w:val="List2"/>
        <w:ind w:left="1440"/>
      </w:pPr>
      <w:r>
        <w:t>(c)</w:t>
      </w:r>
      <w:r>
        <w:tab/>
      </w:r>
      <w:r w:rsidR="0083133C" w:rsidRPr="00FE6599">
        <w:t xml:space="preserve">For Controllable Load Resources which are providing </w:t>
      </w:r>
      <w:r w:rsidR="0023073A">
        <w:t>RRS</w:t>
      </w:r>
      <w:r w:rsidR="00EA0EAD">
        <w:t>, ECRS,</w:t>
      </w:r>
      <w:r w:rsidR="0083133C" w:rsidRPr="00FE6599">
        <w:t xml:space="preserve"> or Non-Spin, the following intervals will be excluded from these calculations:</w:t>
      </w:r>
    </w:p>
    <w:p w14:paraId="30F8EB53" w14:textId="1E057379"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t>
      </w:r>
      <w:r w:rsidR="00EA0EAD">
        <w:t xml:space="preserve">or ECRS </w:t>
      </w:r>
      <w:r w:rsidR="0083133C">
        <w:t xml:space="preserve">was deployed to the Resource; </w:t>
      </w:r>
    </w:p>
    <w:p w14:paraId="5868AD56" w14:textId="53917418"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EA0EAD">
        <w:t xml:space="preserve"> or ECRS</w:t>
      </w:r>
      <w:r w:rsidR="0083133C">
        <w:t xml:space="preserve"> when the Resource was deployed for </w:t>
      </w:r>
      <w:r w:rsidR="0023073A">
        <w:t>RRS</w:t>
      </w:r>
      <w:r w:rsidR="00EA0EAD" w:rsidRPr="00EA0EAD">
        <w:t xml:space="preserve"> </w:t>
      </w:r>
      <w:r w:rsidR="00EA0EAD">
        <w:t>or ECRS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w:t>
      </w:r>
      <w:r w:rsidRPr="00180221">
        <w:lastRenderedPageBreak/>
        <w:t xml:space="preserve">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11B54F04" w:rsidR="00365E28" w:rsidRDefault="00365E28" w:rsidP="00C20CCB">
            <w:pPr>
              <w:pStyle w:val="Instructions"/>
              <w:spacing w:before="120"/>
              <w:ind w:left="0" w:firstLine="0"/>
            </w:pPr>
            <w:bookmarkStart w:id="198" w:name="_Toc141777782"/>
            <w:bookmarkStart w:id="199" w:name="_Toc203961363"/>
            <w:bookmarkStart w:id="200" w:name="_Toc400968489"/>
            <w:bookmarkStart w:id="201" w:name="_Toc402362737"/>
            <w:bookmarkStart w:id="202" w:name="_Toc405554803"/>
            <w:bookmarkStart w:id="203" w:name="_Toc458771462"/>
            <w:bookmarkStart w:id="204" w:name="_Toc458771585"/>
            <w:bookmarkStart w:id="205" w:name="_Toc460939764"/>
            <w:r>
              <w:t>[NPRR879, NPRR963, NPRR965, NPRR1000,</w:t>
            </w:r>
            <w:r w:rsidR="00456104">
              <w:t xml:space="preserve"> NPRR1046,</w:t>
            </w:r>
            <w:r>
              <w:t xml:space="preserve"> NPRR1011</w:t>
            </w:r>
            <w:r w:rsidR="00F62B5E">
              <w:t xml:space="preserve">, </w:t>
            </w:r>
            <w:r w:rsidR="00852AD7">
              <w:t xml:space="preserve">NPRR1014, </w:t>
            </w:r>
            <w:r w:rsidR="00243776">
              <w:t xml:space="preserve">and </w:t>
            </w:r>
            <w:r w:rsidR="00F62B5E">
              <w:t>NPRR1029</w:t>
            </w:r>
            <w:r>
              <w:t xml:space="preserve">:  Replace applicable portions of Section 8.1.1.4.1 above with the following upon system implementation for </w:t>
            </w:r>
            <w:r w:rsidR="00F62B5E">
              <w:t xml:space="preserve">NPRR879, NPRR963, NPRR965, </w:t>
            </w:r>
            <w:r>
              <w:t>NPRR1000</w:t>
            </w:r>
            <w:r w:rsidR="00F62B5E">
              <w:t>,</w:t>
            </w:r>
            <w:r w:rsidR="00852AD7">
              <w:t xml:space="preserve"> NPRR1014, </w:t>
            </w:r>
            <w:r w:rsidR="00CF3F24">
              <w:t xml:space="preserve">or </w:t>
            </w:r>
            <w:r w:rsidR="00F62B5E">
              <w:t>NPRR1029</w:t>
            </w:r>
            <w:r>
              <w:t>; upon system implementation of the Real-Time Co-Optimization (RTC) project for NPRR1011</w:t>
            </w:r>
            <w:r w:rsidR="00F555D2">
              <w:t>;</w:t>
            </w:r>
            <w:r w:rsidR="00243776">
              <w:t xml:space="preserve"> or</w:t>
            </w:r>
            <w:r w:rsidR="00F555D2">
              <w:t xml:space="preserve"> upon system implementation of NPRR1000 for </w:t>
            </w:r>
            <w:r w:rsidR="00456104">
              <w:t xml:space="preserve">NPRR1000 and </w:t>
            </w:r>
            <w:r w:rsidR="00F555D2">
              <w:t>NPRR1046</w:t>
            </w:r>
            <w:r>
              <w:t>:]</w:t>
            </w:r>
          </w:p>
          <w:p w14:paraId="67E824F7" w14:textId="75CCE34A" w:rsidR="00365E28" w:rsidRDefault="00365E28" w:rsidP="00C20CCB">
            <w:pPr>
              <w:pStyle w:val="H5"/>
              <w:rPr>
                <w:b/>
              </w:rPr>
            </w:pPr>
            <w:bookmarkStart w:id="206" w:name="_Toc60045918"/>
            <w:bookmarkStart w:id="207" w:name="_Toc65157814"/>
            <w:bookmarkStart w:id="208" w:name="_Toc116564839"/>
            <w:bookmarkStart w:id="209" w:name="_Toc135994498"/>
            <w:bookmarkStart w:id="210" w:name="_Toc138931509"/>
            <w:bookmarkStart w:id="211" w:name="_Toc162532159"/>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206"/>
            <w:r w:rsidR="00B26658" w:rsidRPr="00B26658">
              <w:rPr>
                <w:b/>
              </w:rPr>
              <w:t>, and Ancillary Service Capacity Performance Metrics</w:t>
            </w:r>
            <w:bookmarkEnd w:id="207"/>
            <w:bookmarkEnd w:id="208"/>
            <w:bookmarkEnd w:id="209"/>
            <w:bookmarkEnd w:id="210"/>
            <w:bookmarkEnd w:id="211"/>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w:t>
            </w:r>
            <w:r w:rsidRPr="00497B63">
              <w:rPr>
                <w:iCs/>
              </w:rPr>
              <w:lastRenderedPageBreak/>
              <w:t xml:space="preserve">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lastRenderedPageBreak/>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 xml:space="preserve">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w:t>
            </w:r>
            <w:r>
              <w:lastRenderedPageBreak/>
              <w:t>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w:t>
            </w:r>
            <w:r>
              <w:lastRenderedPageBreak/>
              <w:t xml:space="preserve">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lastRenderedPageBreak/>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lastRenderedPageBreak/>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 xml:space="preserve">Additionally, all Controllable Load Resources will also be measured for performance specifically during intervals in which ERCOT has declared EEA </w:t>
            </w:r>
            <w:r w:rsidRPr="00497B63">
              <w:lastRenderedPageBreak/>
              <w:t>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lastRenderedPageBreak/>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5DEB6673"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rsidR="00D66FE2">
              <w:t xml:space="preserve"> </w:t>
            </w:r>
            <w:r w:rsidR="00D66FE2" w:rsidRPr="00AB1B41">
              <w:t>or the IRR was instructed not to exceed its Base Point</w:t>
            </w:r>
            <w:r w:rsidRPr="00AB1B41">
              <w: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w:t>
            </w:r>
            <w:r w:rsidR="00D66FE2" w:rsidRPr="00AB1B41">
              <w:t>or the IRR was instructed not to exceed its Base Point</w:t>
            </w:r>
            <w:r w:rsidRPr="00AB1B41">
              <w:t>.</w:t>
            </w:r>
            <w:r w:rsidRPr="00CF68B6">
              <w:t xml:space="preserve">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lastRenderedPageBreak/>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212" w:name="_Toc162532160"/>
      <w:r w:rsidRPr="00EB6A56">
        <w:rPr>
          <w:b/>
        </w:rPr>
        <w:lastRenderedPageBreak/>
        <w:t>8.1.1.4.2</w:t>
      </w:r>
      <w:r w:rsidRPr="00EB6A56">
        <w:rPr>
          <w:b/>
        </w:rPr>
        <w:tab/>
        <w:t>Responsive Reserve Energy Deployment Criteria</w:t>
      </w:r>
      <w:bookmarkEnd w:id="198"/>
      <w:bookmarkEnd w:id="199"/>
      <w:bookmarkEnd w:id="200"/>
      <w:bookmarkEnd w:id="201"/>
      <w:bookmarkEnd w:id="202"/>
      <w:bookmarkEnd w:id="203"/>
      <w:bookmarkEnd w:id="204"/>
      <w:bookmarkEnd w:id="205"/>
      <w:bookmarkEnd w:id="212"/>
    </w:p>
    <w:p w14:paraId="1E4E3F34" w14:textId="77777777" w:rsidR="00F94693" w:rsidRPr="0003648D" w:rsidRDefault="00F94693" w:rsidP="00F94693">
      <w:pPr>
        <w:spacing w:after="240"/>
        <w:ind w:left="720" w:hanging="720"/>
        <w:rPr>
          <w:iCs/>
        </w:rPr>
      </w:pPr>
      <w:bookmarkStart w:id="213" w:name="_Hlk131493857"/>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lastRenderedPageBreak/>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w:t>
      </w:r>
      <w:r w:rsidRPr="0003648D">
        <w:lastRenderedPageBreak/>
        <w:t xml:space="preserve">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719424A" w:rsidR="00C07D55" w:rsidRDefault="00C07D55" w:rsidP="00C20CCB">
            <w:pPr>
              <w:pStyle w:val="Instructions"/>
              <w:spacing w:before="120"/>
              <w:ind w:left="0" w:firstLine="0"/>
            </w:pPr>
            <w:bookmarkStart w:id="214" w:name="_Toc400968490"/>
            <w:bookmarkStart w:id="215" w:name="_Toc402362738"/>
            <w:bookmarkStart w:id="216" w:name="_Toc405554804"/>
            <w:bookmarkStart w:id="217" w:name="_Toc458771463"/>
            <w:bookmarkStart w:id="218" w:name="_Toc458771586"/>
            <w:bookmarkStart w:id="219" w:name="_Toc460939765"/>
            <w:bookmarkEnd w:id="213"/>
            <w:r>
              <w:t>[</w:t>
            </w:r>
            <w:r w:rsidR="00354782">
              <w:t>NPRR995</w:t>
            </w:r>
            <w:r>
              <w:t xml:space="preserve"> and NPRR1011:  Replace applicable portions of Section 8.1.1.4.2 above with the following upon system implementation for </w:t>
            </w:r>
            <w:r w:rsidR="00354782">
              <w:t>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220" w:name="_Toc60045920"/>
            <w:bookmarkStart w:id="221" w:name="_Toc65157816"/>
            <w:bookmarkStart w:id="222" w:name="_Toc116564841"/>
            <w:bookmarkStart w:id="223" w:name="_Toc135994500"/>
            <w:bookmarkStart w:id="224" w:name="_Toc138931511"/>
            <w:bookmarkStart w:id="225" w:name="_Toc162532161"/>
            <w:r w:rsidRPr="00497B63">
              <w:rPr>
                <w:b/>
                <w:szCs w:val="26"/>
              </w:rPr>
              <w:t>8.1.1.4.2</w:t>
            </w:r>
            <w:r w:rsidRPr="00497B63">
              <w:rPr>
                <w:b/>
                <w:szCs w:val="26"/>
              </w:rPr>
              <w:tab/>
              <w:t>Responsive Reserve Energy Deployment Criteria</w:t>
            </w:r>
            <w:bookmarkEnd w:id="220"/>
            <w:bookmarkEnd w:id="221"/>
            <w:bookmarkEnd w:id="222"/>
            <w:bookmarkEnd w:id="223"/>
            <w:bookmarkEnd w:id="224"/>
            <w:bookmarkEnd w:id="225"/>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lastRenderedPageBreak/>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lastRenderedPageBreak/>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226" w:name="_Toc162532162"/>
      <w:r w:rsidRPr="00EB6A56">
        <w:rPr>
          <w:b/>
        </w:rPr>
        <w:lastRenderedPageBreak/>
        <w:t>8.1.1.4.3</w:t>
      </w:r>
      <w:r w:rsidRPr="00EB6A56">
        <w:rPr>
          <w:b/>
        </w:rPr>
        <w:tab/>
        <w:t>Non-Spinning Reserve Service Energy Deployment Criteria</w:t>
      </w:r>
      <w:bookmarkEnd w:id="214"/>
      <w:bookmarkEnd w:id="215"/>
      <w:bookmarkEnd w:id="216"/>
      <w:bookmarkEnd w:id="217"/>
      <w:bookmarkEnd w:id="218"/>
      <w:bookmarkEnd w:id="219"/>
      <w:bookmarkEnd w:id="226"/>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B4136E9" w:rsidR="000F6ABC" w:rsidRDefault="000F6ABC" w:rsidP="000F6ABC">
      <w:pPr>
        <w:pStyle w:val="List"/>
      </w:pPr>
      <w:r>
        <w:t>(a)</w:t>
      </w:r>
      <w:r>
        <w:tab/>
        <w:t xml:space="preserve">Within 20 minutes following a deployment instruction, the QSE must update the telemetered Ancillary Service Schedule for Non-Spin for Generation Resources and </w:t>
      </w:r>
      <w:r w:rsidR="00111835">
        <w:t>CLRs</w:t>
      </w:r>
      <w:r>
        <w:t xml:space="preserve">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lastRenderedPageBreak/>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36171C47" w14:textId="3E3E894E" w:rsidR="00F37D2E" w:rsidRPr="0003648D" w:rsidRDefault="00F37D2E" w:rsidP="00A02B25">
      <w:pPr>
        <w:spacing w:after="240"/>
        <w:ind w:left="1440" w:hanging="720"/>
      </w:pPr>
      <w:r>
        <w:t>(</w:t>
      </w:r>
      <w:r w:rsidR="006E3298">
        <w:t>d</w:t>
      </w:r>
      <w:r>
        <w:t>)</w:t>
      </w:r>
      <w:r>
        <w:tab/>
      </w:r>
      <w:r w:rsidRPr="0003648D">
        <w:t>For QSEs with Load Resources</w:t>
      </w:r>
      <w:r>
        <w:t xml:space="preserve"> that are not</w:t>
      </w:r>
      <w:r w:rsidRPr="0003648D">
        <w:t xml:space="preserve"> </w:t>
      </w:r>
      <w:r w:rsidR="00111835">
        <w:t>CLRs</w:t>
      </w:r>
      <w:r w:rsidRPr="0003648D">
        <w:t xml:space="preserve">,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657409B5"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00111835">
        <w:t>CLRs</w:t>
      </w:r>
      <w:r w:rsidRPr="0003648D">
        <w:t>;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3667F953" w:rsidR="00F37D2E" w:rsidRDefault="00F37D2E" w:rsidP="00F37D2E">
      <w:pPr>
        <w:pStyle w:val="List"/>
      </w:pPr>
      <w:r>
        <w:t>(</w:t>
      </w:r>
      <w:r w:rsidR="006E3298">
        <w:t>e</w:t>
      </w:r>
      <w:r>
        <w:t>)</w:t>
      </w:r>
      <w:r>
        <w:tab/>
      </w:r>
      <w:r w:rsidRPr="0003648D">
        <w:t xml:space="preserve">During periods when the Load level of a Load Resource </w:t>
      </w:r>
      <w:r>
        <w:t xml:space="preserve">that is not a </w:t>
      </w:r>
      <w:r w:rsidR="00111835">
        <w:t>CLR</w:t>
      </w:r>
      <w:r w:rsidRPr="0003648D">
        <w:t xml:space="preserv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227" w:name="_Hlk82075424"/>
      <w:r>
        <w:t>the difference between the Baseline and</w:t>
      </w:r>
      <w:bookmarkEnd w:id="227"/>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5448D6BE" w:rsidR="00F37D2E" w:rsidRDefault="00F37D2E" w:rsidP="00F37D2E">
      <w:pPr>
        <w:spacing w:after="240"/>
        <w:ind w:left="720" w:hanging="720"/>
      </w:pPr>
      <w:r>
        <w:t>(4)</w:t>
      </w:r>
      <w:r>
        <w:tab/>
      </w:r>
      <w:r w:rsidRPr="0003648D">
        <w:t>A Load Resource</w:t>
      </w:r>
      <w:r>
        <w:t xml:space="preserve"> that is not a </w:t>
      </w:r>
      <w:r w:rsidR="00111835">
        <w:t>CLR</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w:t>
      </w:r>
      <w:r w:rsidR="00111835">
        <w:t>CLR</w:t>
      </w:r>
      <w:r w:rsidRPr="0003648D">
        <w:t xml:space="preserv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4A2F2160"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w:t>
      </w:r>
      <w:r w:rsidR="00111835">
        <w:t>CLR</w:t>
      </w:r>
      <w:r w:rsidRPr="0047371E">
        <w:t xml:space="preserve"> for failure to comply with the required performance standards, based on the </w:t>
      </w:r>
      <w:r w:rsidRPr="0047371E">
        <w:lastRenderedPageBreak/>
        <w:t>evaluation it performed under</w:t>
      </w:r>
      <w:r>
        <w:t xml:space="preserve"> this Section</w:t>
      </w:r>
      <w:r w:rsidRPr="0047371E">
        <w:t>.  Specifically, if a Load Resource</w:t>
      </w:r>
      <w:r>
        <w:t xml:space="preserve"> that is not a </w:t>
      </w:r>
      <w:r w:rsidR="00111835">
        <w:t>CLR</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A85A92">
        <w:tc>
          <w:tcPr>
            <w:tcW w:w="9350" w:type="dxa"/>
            <w:shd w:val="clear" w:color="auto" w:fill="E0E0E0"/>
          </w:tcPr>
          <w:p w14:paraId="60D499EC" w14:textId="14C419F7" w:rsidR="00C07D55" w:rsidRDefault="00C07D55" w:rsidP="00C20CCB">
            <w:pPr>
              <w:pStyle w:val="Instructions"/>
              <w:spacing w:before="120"/>
              <w:ind w:left="0" w:firstLine="0"/>
            </w:pPr>
            <w:r>
              <w:t>[NPRR1011</w:t>
            </w:r>
            <w:r w:rsidR="000F6B66">
              <w:t xml:space="preserve"> and NPRR1188</w:t>
            </w:r>
            <w:r>
              <w:t xml:space="preserve">:  Replace </w:t>
            </w:r>
            <w:r w:rsidR="000F6B66">
              <w:t xml:space="preserve">applicable portions of </w:t>
            </w:r>
            <w:r>
              <w:t>Section 8.1.1.4.3 above with the following upon system implementation of the Real-Time Co-Optimization (RTC) project</w:t>
            </w:r>
            <w:r w:rsidR="000F6B66">
              <w:t xml:space="preserve"> for NPRR1011; or upon system implementation for NPRR1188</w:t>
            </w:r>
            <w:r>
              <w: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228" w:name="_Toc60045922"/>
            <w:bookmarkStart w:id="229" w:name="_Toc65157818"/>
            <w:bookmarkStart w:id="230" w:name="_Toc116564843"/>
            <w:bookmarkStart w:id="231" w:name="_Toc135994502"/>
            <w:bookmarkStart w:id="232" w:name="_Toc138931513"/>
            <w:bookmarkStart w:id="233" w:name="_Toc162532163"/>
            <w:r w:rsidRPr="00497B63">
              <w:rPr>
                <w:b/>
                <w:szCs w:val="26"/>
              </w:rPr>
              <w:t>8.1.1.4.3</w:t>
            </w:r>
            <w:r w:rsidRPr="00497B63">
              <w:rPr>
                <w:b/>
                <w:szCs w:val="26"/>
              </w:rPr>
              <w:tab/>
              <w:t>Non-Spinning Reserve Service Energy Deployment Criteria</w:t>
            </w:r>
            <w:bookmarkEnd w:id="228"/>
            <w:bookmarkEnd w:id="229"/>
            <w:bookmarkEnd w:id="230"/>
            <w:bookmarkEnd w:id="231"/>
            <w:bookmarkEnd w:id="232"/>
            <w:bookmarkEnd w:id="233"/>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lastRenderedPageBreak/>
              <w:t>(ii)</w:t>
            </w:r>
            <w:r w:rsidRPr="00497B63">
              <w:rPr>
                <w:iCs/>
              </w:rPr>
              <w:tab/>
              <w:t>Equipment</w:t>
            </w:r>
            <w:r w:rsidRPr="00497B63">
              <w:t xml:space="preserve"> failure documentation such as, but not limited to, GADS reports, plant operator logs, work orders, or other applicable information.  </w:t>
            </w:r>
          </w:p>
          <w:p w14:paraId="050943CD" w14:textId="59BCB188" w:rsidR="00C07D55" w:rsidRDefault="00C07D55" w:rsidP="00C07D55">
            <w:pPr>
              <w:spacing w:after="240"/>
              <w:ind w:left="1440" w:hanging="720"/>
              <w:rPr>
                <w:iCs/>
              </w:rPr>
            </w:pPr>
            <w:r w:rsidRPr="00497B63">
              <w:rPr>
                <w:iCs/>
              </w:rPr>
              <w:t>(</w:t>
            </w:r>
            <w:r>
              <w:rPr>
                <w:iCs/>
              </w:rPr>
              <w:t>c</w:t>
            </w:r>
            <w:r w:rsidRPr="00497B63">
              <w:rPr>
                <w:iCs/>
              </w:rPr>
              <w:t>)</w:t>
            </w:r>
            <w:r w:rsidRPr="00497B63">
              <w:rPr>
                <w:iCs/>
              </w:rPr>
              <w:tab/>
            </w:r>
            <w:r w:rsidR="009041CF">
              <w:rPr>
                <w:iCs/>
              </w:rPr>
              <w:t>CLRs</w:t>
            </w:r>
            <w:r w:rsidRPr="00497B63">
              <w:rPr>
                <w:iCs/>
              </w:rPr>
              <w:t xml:space="preserve"> must be available to SCED, and must have a</w:t>
            </w:r>
            <w:r w:rsidR="000F6B66">
              <w:rPr>
                <w:iCs/>
              </w:rPr>
              <w:t>n</w:t>
            </w:r>
            <w:r w:rsidRPr="00497B63">
              <w:rPr>
                <w:iCs/>
              </w:rPr>
              <w:t xml:space="preserve"> Energy Bid </w:t>
            </w:r>
            <w:r w:rsidR="000F6B66">
              <w:rPr>
                <w:iCs/>
              </w:rPr>
              <w:t xml:space="preserve">Curve </w:t>
            </w:r>
            <w:r w:rsidRPr="00497B63">
              <w:rPr>
                <w:iCs/>
              </w:rPr>
              <w:t xml:space="preserve">and the telemetered net real power consumption must be greater than or equal to the Resource’s telemetered LPC. </w:t>
            </w:r>
          </w:p>
          <w:p w14:paraId="720AA9C6" w14:textId="7DD8CDA7"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w:t>
            </w:r>
            <w:r w:rsidR="009041CF">
              <w:t>CLRs</w:t>
            </w:r>
            <w:r w:rsidRPr="0003648D">
              <w:t xml:space="preserve">,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01568AF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009041CF">
              <w:t>CLRs</w:t>
            </w:r>
            <w:r w:rsidRPr="0003648D">
              <w:t>;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2AE4C34D" w:rsidR="0054605E" w:rsidRDefault="0054605E" w:rsidP="0054605E">
            <w:pPr>
              <w:pStyle w:val="List"/>
            </w:pPr>
            <w:r>
              <w:t>(e)</w:t>
            </w:r>
            <w:r>
              <w:tab/>
            </w:r>
            <w:r w:rsidRPr="0003648D">
              <w:t xml:space="preserve">During periods when the Load level of a Load Resource </w:t>
            </w:r>
            <w:r>
              <w:t xml:space="preserve">that is not a </w:t>
            </w:r>
            <w:r w:rsidR="009041CF">
              <w:t>CLR</w:t>
            </w:r>
            <w:r w:rsidRPr="0003648D">
              <w:t xml:space="preserv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484394C3" w:rsidR="0054605E" w:rsidRDefault="0054605E" w:rsidP="0054605E">
            <w:pPr>
              <w:spacing w:after="240"/>
              <w:ind w:left="720" w:hanging="720"/>
            </w:pPr>
            <w:r>
              <w:t>(5)</w:t>
            </w:r>
            <w:r>
              <w:tab/>
            </w:r>
            <w:r w:rsidRPr="0003648D">
              <w:t>A Load Resource</w:t>
            </w:r>
            <w:r>
              <w:t xml:space="preserve"> that is not a </w:t>
            </w:r>
            <w:r w:rsidR="009041CF">
              <w:t>CLR</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w:t>
            </w:r>
            <w:r w:rsidR="009041CF">
              <w:t>CLR</w:t>
            </w:r>
            <w:r w:rsidRPr="0003648D">
              <w:t xml:space="preserve"> that is unable to return to its Ancillary Service Resource Responsibility within three hours of recall instruction, its </w:t>
            </w:r>
            <w:r w:rsidRPr="0003648D">
              <w:lastRenderedPageBreak/>
              <w:t xml:space="preserve">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1A7480C5"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w:t>
            </w:r>
            <w:r w:rsidR="009041CF">
              <w:t>CLR</w:t>
            </w:r>
            <w:r w:rsidRPr="0047371E">
              <w:t xml:space="preserve"> for failure to comply with the required performance standards, based on the evaluation it performed under</w:t>
            </w:r>
            <w:r>
              <w:t xml:space="preserve"> this Section</w:t>
            </w:r>
            <w:r w:rsidRPr="0047371E">
              <w:t>.  Specifically, if a Load Resource</w:t>
            </w:r>
            <w:r>
              <w:t xml:space="preserve"> that is not a </w:t>
            </w:r>
            <w:r w:rsidR="009041CF">
              <w:t>CLR</w:t>
            </w:r>
            <w:r w:rsidRPr="0047371E">
              <w:t xml:space="preserve"> that is providing</w:t>
            </w:r>
            <w:r>
              <w:t xml:space="preserve"> Non-Spin</w:t>
            </w:r>
            <w:r w:rsidRPr="0047371E">
              <w:t xml:space="preserve"> fails to respond with at least 95% of its </w:t>
            </w:r>
            <w:r w:rsidR="006C5AF9">
              <w:t>D</w:t>
            </w:r>
            <w:r>
              <w:t xml:space="preserve">ispatch </w:t>
            </w:r>
            <w:r w:rsidR="006C5AF9">
              <w:t>I</w:t>
            </w:r>
            <w:r>
              <w:t xml:space="preserve">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7EF1CCB9" w14:textId="77777777" w:rsidR="00A85A92" w:rsidRPr="0003648D" w:rsidRDefault="00A85A92" w:rsidP="00C96D21">
      <w:pPr>
        <w:keepNext/>
        <w:tabs>
          <w:tab w:val="left" w:pos="1620"/>
        </w:tabs>
        <w:spacing w:before="480" w:after="240"/>
        <w:ind w:left="1627" w:hanging="1627"/>
        <w:outlineLvl w:val="4"/>
        <w:rPr>
          <w:b/>
          <w:szCs w:val="26"/>
        </w:rPr>
      </w:pPr>
      <w:bookmarkStart w:id="234" w:name="_Toc162532164"/>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34"/>
    </w:p>
    <w:p w14:paraId="1925A0DE" w14:textId="42157A7D" w:rsidR="00A85A92" w:rsidRPr="0003648D" w:rsidRDefault="00A85A92" w:rsidP="00A85A92">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58255F">
        <w:rPr>
          <w:iCs/>
        </w:rPr>
        <w:t>4</w:t>
      </w:r>
      <w:r w:rsidRPr="0003648D">
        <w:rPr>
          <w:iCs/>
        </w:rPr>
        <w:t>, Deployment</w:t>
      </w:r>
      <w:r w:rsidR="0058255F">
        <w:rPr>
          <w:iCs/>
        </w:rPr>
        <w:t xml:space="preserve"> and Recall</w:t>
      </w:r>
      <w:r w:rsidRPr="0003648D">
        <w:rPr>
          <w:iCs/>
        </w:rPr>
        <w:t xml:space="preserve"> of </w:t>
      </w:r>
      <w:r>
        <w:rPr>
          <w:iCs/>
        </w:rPr>
        <w:t>ERCOT Contingency Reserve Service</w:t>
      </w:r>
      <w:r w:rsidRPr="0003648D">
        <w:rPr>
          <w:iCs/>
        </w:rPr>
        <w:t xml:space="preserve">.  For Controllable Load Resources, the QSE shall control its </w:t>
      </w:r>
      <w:r w:rsidR="006C7886">
        <w:rPr>
          <w:iCs/>
        </w:rPr>
        <w:t xml:space="preserve">Controllable Load </w:t>
      </w:r>
      <w:r w:rsidRPr="0003648D">
        <w:rPr>
          <w:iCs/>
        </w:rPr>
        <w:t xml:space="preserve">Resources </w:t>
      </w:r>
      <w:r w:rsidR="006C7886">
        <w:rPr>
          <w:iCs/>
        </w:rPr>
        <w:t>such that each</w:t>
      </w:r>
      <w:r w:rsidRPr="0003648D">
        <w:rPr>
          <w:iCs/>
        </w:rPr>
        <w:t xml:space="preserve"> operate</w:t>
      </w:r>
      <w:r w:rsidR="006C7886">
        <w:rPr>
          <w:iCs/>
        </w:rPr>
        <w:t>s</w:t>
      </w:r>
      <w:r w:rsidRPr="0003648D">
        <w:rPr>
          <w:iCs/>
        </w:rPr>
        <w:t xml:space="preserv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53992D54" w14:textId="69957184" w:rsidR="00A85A92" w:rsidRPr="0003648D" w:rsidRDefault="00A85A92" w:rsidP="00A85A92">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w:t>
      </w:r>
      <w:r w:rsidR="006C7886">
        <w:t xml:space="preserve">its </w:t>
      </w:r>
      <w:r w:rsidRPr="0003648D">
        <w:t xml:space="preserve">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t>
      </w:r>
      <w:r w:rsidR="006C7886">
        <w:t>that</w:t>
      </w:r>
      <w:r w:rsidRPr="0003648D">
        <w:t xml:space="preserve"> are not Controllable Load Resources. </w:t>
      </w:r>
    </w:p>
    <w:p w14:paraId="366CD0B3" w14:textId="77777777" w:rsidR="00A85A92" w:rsidRPr="0003648D" w:rsidRDefault="00A85A92" w:rsidP="00A85A92">
      <w:pPr>
        <w:spacing w:after="240"/>
        <w:ind w:left="1440" w:hanging="720"/>
      </w:pPr>
      <w:r w:rsidRPr="0003648D">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78F2D0F" w14:textId="77777777" w:rsidR="00A85A92" w:rsidRPr="0003648D" w:rsidRDefault="00A85A92" w:rsidP="00A85A92">
      <w:pPr>
        <w:spacing w:after="240"/>
        <w:ind w:left="2160" w:hanging="720"/>
      </w:pPr>
      <w:r w:rsidRPr="0003648D">
        <w:t>(i)</w:t>
      </w:r>
      <w:r w:rsidRPr="0003648D">
        <w:tab/>
        <w:t xml:space="preserve">The QSE’s Responsibility for </w:t>
      </w:r>
      <w:r>
        <w:t>ECRS</w:t>
      </w:r>
      <w:r w:rsidRPr="0003648D">
        <w:t xml:space="preserve"> from non-Controllable Load Resources; or</w:t>
      </w:r>
    </w:p>
    <w:p w14:paraId="1AC05D9C" w14:textId="77777777" w:rsidR="00A85A92" w:rsidRPr="0003648D" w:rsidRDefault="00A85A92" w:rsidP="00A85A92">
      <w:pPr>
        <w:spacing w:after="240"/>
        <w:ind w:left="2160" w:hanging="720"/>
      </w:pPr>
      <w:r w:rsidRPr="0003648D">
        <w:t>(ii)</w:t>
      </w:r>
      <w:r w:rsidRPr="0003648D">
        <w:tab/>
        <w:t>The requested MW deployment.</w:t>
      </w:r>
    </w:p>
    <w:p w14:paraId="60D3F63F" w14:textId="4819CA49" w:rsidR="00A85A92" w:rsidRPr="0003648D" w:rsidRDefault="00A85A92" w:rsidP="00A85A92">
      <w:pPr>
        <w:spacing w:after="240"/>
        <w:ind w:left="1440" w:hanging="720"/>
      </w:pPr>
      <w:r w:rsidRPr="0003648D">
        <w:lastRenderedPageBreak/>
        <w:tab/>
        <w:t xml:space="preserve">The QSE’s portfolio shall maintain this response until recalled.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3E9AC127" w14:textId="5CAB76E4" w:rsidR="00A85A92" w:rsidRPr="0003648D" w:rsidRDefault="00A85A92" w:rsidP="00A85A92">
      <w:pPr>
        <w:spacing w:after="240"/>
        <w:ind w:left="1440" w:hanging="720"/>
      </w:pPr>
      <w:r w:rsidRPr="0003648D">
        <w:t>(</w:t>
      </w:r>
      <w:r>
        <w:t>c</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51F0CF15" w14:textId="1B009248" w:rsidR="00A85A92" w:rsidRPr="0003648D" w:rsidRDefault="00A85A92" w:rsidP="00A85A92">
      <w:pPr>
        <w:spacing w:after="240"/>
        <w:ind w:left="1440" w:hanging="720"/>
      </w:pPr>
      <w:r w:rsidRPr="0003648D">
        <w:t>(</w:t>
      </w:r>
      <w:r>
        <w:t>d</w:t>
      </w:r>
      <w:r w:rsidRPr="0003648D">
        <w:t>)</w:t>
      </w:r>
      <w:r w:rsidRPr="0003648D">
        <w:tab/>
        <w:t xml:space="preserve">A Load Resource providing </w:t>
      </w:r>
      <w:r>
        <w:t>ECRS</w:t>
      </w:r>
      <w:r w:rsidR="006C7886">
        <w:t>,</w:t>
      </w:r>
      <w:r w:rsidRPr="0003648D">
        <w:t xml:space="preserve"> excluding Controllable Load Resources</w:t>
      </w:r>
      <w:r w:rsidR="006C7886">
        <w:t>,</w:t>
      </w:r>
      <w:r w:rsidRPr="0003648D">
        <w:t xml:space="preserve">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w:t>
      </w:r>
      <w:r w:rsidR="006C7886">
        <w:t xml:space="preserve">a </w:t>
      </w:r>
      <w:r w:rsidRPr="0003648D">
        <w:t xml:space="preserve">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1E453145" w14:textId="77777777" w:rsidR="00A85A92" w:rsidRPr="0003648D" w:rsidRDefault="00A85A92" w:rsidP="00A85A92">
      <w:pPr>
        <w:spacing w:after="240"/>
        <w:ind w:left="1440" w:hanging="720"/>
      </w:pPr>
      <w:r w:rsidRPr="0003648D">
        <w:t>(</w:t>
      </w:r>
      <w:r>
        <w:t>e</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A85A92">
        <w:tc>
          <w:tcPr>
            <w:tcW w:w="9350" w:type="dxa"/>
            <w:shd w:val="clear" w:color="auto" w:fill="E0E0E0"/>
          </w:tcPr>
          <w:p w14:paraId="400A855D" w14:textId="01FC7341" w:rsidR="001C2205" w:rsidRDefault="001C2205" w:rsidP="00486636">
            <w:pPr>
              <w:pStyle w:val="Instructions"/>
              <w:spacing w:before="120"/>
              <w:ind w:left="0" w:firstLine="0"/>
            </w:pPr>
            <w:bookmarkStart w:id="235" w:name="_Toc400968493"/>
            <w:bookmarkStart w:id="236" w:name="_Toc402362741"/>
            <w:bookmarkStart w:id="237" w:name="_Toc405554807"/>
            <w:bookmarkStart w:id="238" w:name="_Toc458771464"/>
            <w:bookmarkStart w:id="239" w:name="_Toc458771587"/>
            <w:bookmarkStart w:id="240" w:name="_Toc460939766"/>
            <w:r>
              <w:t>[</w:t>
            </w:r>
            <w:r w:rsidR="00C07D55">
              <w:t>NPRR1011</w:t>
            </w:r>
            <w:r>
              <w:t xml:space="preserve">:  </w:t>
            </w:r>
            <w:r w:rsidR="00A85A92">
              <w:t>Replace</w:t>
            </w:r>
            <w:r w:rsidR="00C07D55">
              <w:t xml:space="preserve"> </w:t>
            </w:r>
            <w:r>
              <w:t xml:space="preserve">Section 8.1.1.4.4 </w:t>
            </w:r>
            <w:r w:rsidR="00A85A92">
              <w:t>above with the following</w:t>
            </w:r>
            <w:r w:rsidR="00C07D55">
              <w:t xml:space="preserve">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41" w:name="_Toc116564844"/>
            <w:bookmarkStart w:id="242" w:name="_Toc135994504"/>
            <w:bookmarkStart w:id="243" w:name="_Toc138931515"/>
            <w:bookmarkStart w:id="244" w:name="_Toc16253216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41"/>
            <w:bookmarkEnd w:id="242"/>
            <w:bookmarkEnd w:id="243"/>
            <w:bookmarkEnd w:id="244"/>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lastRenderedPageBreak/>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45" w:name="_Toc162532166"/>
      <w:r>
        <w:lastRenderedPageBreak/>
        <w:t>8.1.2</w:t>
      </w:r>
      <w:r>
        <w:tab/>
        <w:t>Current Operating Plan (COP) Performance Requirements</w:t>
      </w:r>
      <w:bookmarkEnd w:id="235"/>
      <w:bookmarkEnd w:id="236"/>
      <w:bookmarkEnd w:id="237"/>
      <w:bookmarkEnd w:id="238"/>
      <w:bookmarkEnd w:id="239"/>
      <w:bookmarkEnd w:id="240"/>
      <w:bookmarkEnd w:id="245"/>
    </w:p>
    <w:p w14:paraId="6778292B" w14:textId="77777777" w:rsidR="00581280" w:rsidRDefault="000963FF">
      <w:pPr>
        <w:pStyle w:val="BodyTextNumbered"/>
      </w:pPr>
      <w:r>
        <w:t>(1)</w:t>
      </w:r>
      <w:r>
        <w:tab/>
        <w:t>Each QSE representing a Resource must submit a COP in accordance with Section 3.9, Current Operating Plan (COP).</w:t>
      </w:r>
    </w:p>
    <w:p w14:paraId="00B7F745" w14:textId="77777777" w:rsidR="00E656B6" w:rsidRDefault="000963FF">
      <w:pPr>
        <w:pStyle w:val="BodyTextNumbered"/>
      </w:pPr>
      <w:r>
        <w:lastRenderedPageBreak/>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2620D13B" w14:textId="77777777" w:rsidTr="00F26542">
        <w:tc>
          <w:tcPr>
            <w:tcW w:w="9576" w:type="dxa"/>
            <w:shd w:val="clear" w:color="auto" w:fill="E0E0E0"/>
          </w:tcPr>
          <w:p w14:paraId="2C95CB03" w14:textId="21DD64F9" w:rsidR="00E656B6" w:rsidRDefault="00E656B6" w:rsidP="00F26542">
            <w:pPr>
              <w:pStyle w:val="Instructions"/>
              <w:spacing w:before="120"/>
              <w:ind w:left="0" w:firstLine="0"/>
            </w:pPr>
            <w:r>
              <w:t>[NPRR1239:  Replace paragraph (2) above with the following upon system implementation:]</w:t>
            </w:r>
          </w:p>
          <w:p w14:paraId="4CB06508" w14:textId="4A2A2318" w:rsidR="00E656B6" w:rsidRPr="00E656B6" w:rsidRDefault="00E656B6" w:rsidP="00E656B6">
            <w:pPr>
              <w:spacing w:after="240"/>
              <w:ind w:left="720" w:hanging="720"/>
              <w:rPr>
                <w:iCs/>
              </w:rPr>
            </w:pPr>
            <w:r w:rsidRPr="00E62DE9">
              <w:rPr>
                <w:iCs/>
              </w:rPr>
              <w:t>(2)</w:t>
            </w:r>
            <w:r w:rsidRPr="00E62DE9">
              <w:rPr>
                <w:iCs/>
              </w:rPr>
              <w:tab/>
              <w:t xml:space="preserve">For each QSE, ERCOT shall post </w:t>
            </w:r>
            <w:r>
              <w:rPr>
                <w:iCs/>
              </w:rPr>
              <w:t xml:space="preserve">on the ERCOT website </w:t>
            </w:r>
            <w:r w:rsidRPr="00E62DE9">
              <w:rPr>
                <w:iCs/>
              </w:rPr>
              <w:t>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w:t>
            </w:r>
          </w:p>
        </w:tc>
      </w:tr>
    </w:tbl>
    <w:p w14:paraId="7A011806" w14:textId="77777777" w:rsidR="00E656B6" w:rsidRDefault="00E656B6" w:rsidP="00270D0F">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0E71D9C7" w14:textId="77777777" w:rsidTr="00F26542">
        <w:tc>
          <w:tcPr>
            <w:tcW w:w="9576" w:type="dxa"/>
            <w:shd w:val="clear" w:color="auto" w:fill="E0E0E0"/>
          </w:tcPr>
          <w:p w14:paraId="7B7DBFAE" w14:textId="50C948C5" w:rsidR="00E656B6" w:rsidRDefault="00E656B6" w:rsidP="00F26542">
            <w:pPr>
              <w:pStyle w:val="Instructions"/>
              <w:spacing w:before="120"/>
              <w:ind w:left="0" w:firstLine="0"/>
            </w:pPr>
            <w:r>
              <w:t>[NPRR1239:  Replace paragraph (3) above with the following upon system implementation:]</w:t>
            </w:r>
          </w:p>
          <w:p w14:paraId="222F5F90" w14:textId="59A1AA4B" w:rsidR="00E656B6" w:rsidRPr="00E656B6" w:rsidRDefault="00E656B6" w:rsidP="00E656B6">
            <w:pPr>
              <w:spacing w:after="240"/>
              <w:ind w:left="720" w:hanging="720"/>
              <w:rPr>
                <w:iCs/>
              </w:rPr>
            </w:pPr>
            <w:r w:rsidRPr="00E62DE9">
              <w:rPr>
                <w:iCs/>
              </w:rPr>
              <w:t>(3)</w:t>
            </w:r>
            <w:r w:rsidRPr="00E62DE9">
              <w:rPr>
                <w:iCs/>
              </w:rPr>
              <w:tab/>
              <w:t xml:space="preserve">For each QSE, ERCOT shall post </w:t>
            </w:r>
            <w:r>
              <w:rPr>
                <w:iCs/>
              </w:rPr>
              <w:t xml:space="preserve">on the ERCOT website </w:t>
            </w:r>
            <w:r w:rsidRPr="00E62DE9">
              <w:rPr>
                <w:iCs/>
              </w:rPr>
              <w:t xml:space="preserve">for each month the number of Operating Hours during which a Reliability Unit Commitment (RUC)-committed QSE Resource, not Off-Line as the result of a Forced Outage, failed to be On-Line and released to SCED for deployment </w:t>
            </w:r>
            <w:r w:rsidRPr="00E62DE9">
              <w:t>within the first 15 minutes of</w:t>
            </w:r>
            <w:r w:rsidRPr="00E62DE9">
              <w:rPr>
                <w:iCs/>
              </w:rPr>
              <w:t xml:space="preserve"> the RUC-Commitment Hour.  QSEs shall have no more than three hours during an Operating Day and no more than 74 hours during a month that contains one or more of these events.</w:t>
            </w:r>
          </w:p>
        </w:tc>
      </w:tr>
    </w:tbl>
    <w:p w14:paraId="0BD9AAA6" w14:textId="161B19AE" w:rsidR="00503143" w:rsidRDefault="00503143" w:rsidP="00270D0F">
      <w:pPr>
        <w:pStyle w:val="BodyTextNumbered"/>
        <w:spacing w:before="240"/>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 xml:space="preserve">within its cold start time by the start of the Operating Hour for which it </w:t>
      </w:r>
      <w:r>
        <w:rPr>
          <w:iCs w:val="0"/>
        </w:rPr>
        <w:lastRenderedPageBreak/>
        <w:t>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7AC39F8E" w14:textId="77777777" w:rsidTr="00F26542">
        <w:tc>
          <w:tcPr>
            <w:tcW w:w="9576" w:type="dxa"/>
            <w:shd w:val="clear" w:color="auto" w:fill="E0E0E0"/>
          </w:tcPr>
          <w:p w14:paraId="4B2903CD" w14:textId="7C4F5514" w:rsidR="00E656B6" w:rsidRDefault="00E656B6" w:rsidP="00F26542">
            <w:pPr>
              <w:pStyle w:val="Instructions"/>
              <w:spacing w:before="120"/>
              <w:ind w:left="0" w:firstLine="0"/>
            </w:pPr>
            <w:bookmarkStart w:id="246" w:name="_Toc400968494"/>
            <w:bookmarkStart w:id="247" w:name="_Toc402362742"/>
            <w:bookmarkStart w:id="248" w:name="_Toc405554808"/>
            <w:bookmarkStart w:id="249" w:name="_Toc458771465"/>
            <w:bookmarkStart w:id="250" w:name="_Toc458771588"/>
            <w:bookmarkStart w:id="251" w:name="_Toc460939767"/>
            <w:bookmarkStart w:id="252" w:name="_Toc162532167"/>
            <w:bookmarkStart w:id="253" w:name="_Toc203961366"/>
            <w:r>
              <w:t>[NPRR1239:  Replace paragraph (4) above with the following upon system implementation:]</w:t>
            </w:r>
          </w:p>
          <w:p w14:paraId="7F83B4FF" w14:textId="194AD0FB" w:rsidR="00E656B6" w:rsidRPr="00E656B6" w:rsidRDefault="00E656B6" w:rsidP="00E656B6">
            <w:pPr>
              <w:spacing w:after="240"/>
              <w:ind w:left="720" w:hanging="720"/>
              <w:rPr>
                <w:iCs/>
              </w:rPr>
            </w:pPr>
            <w:r w:rsidRPr="00E62DE9">
              <w:t>(4)</w:t>
            </w:r>
            <w:r w:rsidRPr="00E62DE9">
              <w:tab/>
              <w:t xml:space="preserve">ERCOT shall post </w:t>
            </w:r>
            <w:r>
              <w:t xml:space="preserve">on the ERCOT website </w:t>
            </w:r>
            <w:r w:rsidRPr="00E62DE9">
              <w:t>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tc>
      </w:tr>
    </w:tbl>
    <w:p w14:paraId="38744E97" w14:textId="77777777" w:rsidR="005A4B0A" w:rsidRPr="00C83EFD" w:rsidRDefault="005A4B0A" w:rsidP="00270D0F">
      <w:pPr>
        <w:keepNext/>
        <w:tabs>
          <w:tab w:val="left" w:pos="1080"/>
        </w:tabs>
        <w:spacing w:before="480" w:after="240"/>
        <w:ind w:left="1080" w:hanging="1080"/>
        <w:outlineLvl w:val="2"/>
        <w:rPr>
          <w:b/>
          <w:bCs/>
          <w:i/>
        </w:rPr>
      </w:pPr>
      <w:r w:rsidRPr="00C83EFD">
        <w:rPr>
          <w:b/>
          <w:bCs/>
          <w:i/>
        </w:rPr>
        <w:t>8.1.3</w:t>
      </w:r>
      <w:r w:rsidRPr="00C83EFD">
        <w:rPr>
          <w:b/>
          <w:bCs/>
          <w:i/>
        </w:rPr>
        <w:tab/>
        <w:t>Emergency Response Service Performance and Testing</w:t>
      </w:r>
      <w:bookmarkEnd w:id="246"/>
      <w:bookmarkEnd w:id="247"/>
      <w:bookmarkEnd w:id="248"/>
      <w:bookmarkEnd w:id="249"/>
      <w:bookmarkEnd w:id="250"/>
      <w:bookmarkEnd w:id="251"/>
      <w:bookmarkEnd w:id="252"/>
    </w:p>
    <w:p w14:paraId="60F7B7BE" w14:textId="77777777" w:rsidR="00FD224B" w:rsidRPr="00801B63" w:rsidRDefault="00801B63" w:rsidP="005009BA">
      <w:pPr>
        <w:pStyle w:val="BodyTextNumbered"/>
        <w:widowControl w:val="0"/>
        <w:rPr>
          <w:iCs w:val="0"/>
        </w:rPr>
      </w:pPr>
      <w:bookmarkStart w:id="254" w:name="_Toc326126978"/>
      <w:bookmarkStart w:id="255" w:name="_Toc328122005"/>
      <w:bookmarkStart w:id="256" w:name="_Toc331567377"/>
      <w:bookmarkStart w:id="257" w:name="_Toc333407320"/>
      <w:bookmarkStart w:id="258"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53"/>
      <w:bookmarkEnd w:id="254"/>
      <w:bookmarkEnd w:id="255"/>
      <w:bookmarkEnd w:id="256"/>
      <w:bookmarkEnd w:id="257"/>
      <w:bookmarkEnd w:id="258"/>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59" w:name="_Toc400968495"/>
      <w:bookmarkStart w:id="260" w:name="_Toc402362743"/>
      <w:bookmarkStart w:id="261" w:name="_Toc405554809"/>
      <w:bookmarkStart w:id="262" w:name="_Toc458771466"/>
      <w:bookmarkStart w:id="263" w:name="_Toc458771589"/>
      <w:bookmarkStart w:id="264" w:name="_Toc460939768"/>
      <w:bookmarkStart w:id="265" w:name="_Toc162532168"/>
      <w:bookmarkStart w:id="266" w:name="_Toc203961367"/>
      <w:r w:rsidRPr="003E32DD">
        <w:rPr>
          <w:b/>
          <w:bCs/>
          <w:snapToGrid w:val="0"/>
        </w:rPr>
        <w:t>8.1.3.1</w:t>
      </w:r>
      <w:r w:rsidRPr="003E32DD">
        <w:rPr>
          <w:b/>
          <w:bCs/>
          <w:snapToGrid w:val="0"/>
        </w:rPr>
        <w:tab/>
        <w:t>Performance Criteria for Emergency Response Service Resources</w:t>
      </w:r>
      <w:bookmarkEnd w:id="259"/>
      <w:bookmarkEnd w:id="260"/>
      <w:bookmarkEnd w:id="261"/>
      <w:bookmarkEnd w:id="262"/>
      <w:bookmarkEnd w:id="263"/>
      <w:bookmarkEnd w:id="264"/>
      <w:bookmarkEnd w:id="265"/>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67" w:name="_Toc326126980"/>
      <w:bookmarkStart w:id="268" w:name="_Toc328122007"/>
      <w:bookmarkStart w:id="269" w:name="_Toc331567379"/>
      <w:bookmarkStart w:id="270" w:name="_Toc333407322"/>
      <w:bookmarkStart w:id="271" w:name="_Toc341692935"/>
      <w:bookmarkStart w:id="272" w:name="_Toc367966976"/>
      <w:bookmarkStart w:id="273" w:name="_Toc378573851"/>
      <w:bookmarkStart w:id="274" w:name="_Toc378573933"/>
      <w:r w:rsidRPr="00AA5201">
        <w:rPr>
          <w:iCs/>
        </w:rPr>
        <w:t>(c)</w:t>
      </w:r>
      <w:r w:rsidRPr="00AA5201">
        <w:rPr>
          <w:iCs/>
        </w:rPr>
        <w:tab/>
        <w:t>To measure and verify the ERS Resource’s performance, as compared to its contracted capacity, during an ERS deployment event or test.</w:t>
      </w:r>
      <w:bookmarkEnd w:id="266"/>
      <w:bookmarkEnd w:id="267"/>
      <w:bookmarkEnd w:id="268"/>
      <w:bookmarkEnd w:id="269"/>
      <w:bookmarkEnd w:id="270"/>
      <w:bookmarkEnd w:id="271"/>
      <w:bookmarkEnd w:id="272"/>
      <w:bookmarkEnd w:id="273"/>
      <w:bookmarkEnd w:id="274"/>
    </w:p>
    <w:p w14:paraId="28131645" w14:textId="77777777" w:rsidR="00FD224B" w:rsidRPr="00EB6A56" w:rsidRDefault="005A4B0A" w:rsidP="00F129AA">
      <w:pPr>
        <w:pStyle w:val="H5"/>
        <w:ind w:left="1627" w:hanging="1627"/>
        <w:rPr>
          <w:b/>
        </w:rPr>
      </w:pPr>
      <w:bookmarkStart w:id="275" w:name="_Toc400968496"/>
      <w:bookmarkStart w:id="276" w:name="_Toc402362744"/>
      <w:bookmarkStart w:id="277" w:name="_Toc405554810"/>
      <w:bookmarkStart w:id="278" w:name="_Toc458771467"/>
      <w:bookmarkStart w:id="279" w:name="_Toc458771590"/>
      <w:bookmarkStart w:id="280" w:name="_Toc460939769"/>
      <w:bookmarkStart w:id="281" w:name="_Toc162532169"/>
      <w:r w:rsidRPr="00EB6A56">
        <w:rPr>
          <w:b/>
        </w:rPr>
        <w:t>8.1.3.1.1</w:t>
      </w:r>
      <w:r w:rsidRPr="00EB6A56">
        <w:rPr>
          <w:b/>
        </w:rPr>
        <w:tab/>
        <w:t>Baseline</w:t>
      </w:r>
      <w:r w:rsidR="00DF03F9">
        <w:rPr>
          <w:b/>
        </w:rPr>
        <w:t>s</w:t>
      </w:r>
      <w:r w:rsidRPr="00EB6A56">
        <w:rPr>
          <w:b/>
        </w:rPr>
        <w:t xml:space="preserve"> for Emergency Response Service Loads</w:t>
      </w:r>
      <w:bookmarkEnd w:id="275"/>
      <w:bookmarkEnd w:id="276"/>
      <w:bookmarkEnd w:id="277"/>
      <w:bookmarkEnd w:id="278"/>
      <w:bookmarkEnd w:id="279"/>
      <w:bookmarkEnd w:id="280"/>
      <w:bookmarkEnd w:id="281"/>
    </w:p>
    <w:p w14:paraId="7F4A2A8E" w14:textId="77777777" w:rsidR="00FD224B" w:rsidRDefault="005A4B0A">
      <w:pPr>
        <w:pStyle w:val="BodyTextNumbered"/>
        <w:widowControl w:val="0"/>
      </w:pPr>
      <w:r w:rsidRPr="00C83EFD">
        <w:t>(1)</w:t>
      </w:r>
      <w:r w:rsidRPr="00C83EFD">
        <w:tab/>
        <w:t xml:space="preserve">As part of the ERS procurement process, ERCOT shall notify QSEs of an ERS Load’s eligibility to be evaluated on one or more of the following baselines, which are developed and administered by ERCOT consistent with the North American Energy Standards </w:t>
      </w:r>
      <w:r w:rsidRPr="00C83EFD">
        <w:lastRenderedPageBreak/>
        <w:t>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lastRenderedPageBreak/>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 xml:space="preserve">If the ERS Load consists of non-residential sites, the ERS Load must qualify for at least one ERS default baseline methodology, as described in paragraph (2) </w:t>
      </w:r>
      <w:r>
        <w:rPr>
          <w:iCs/>
        </w:rPr>
        <w:lastRenderedPageBreak/>
        <w:t>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82" w:name="_Toc400968497"/>
      <w:bookmarkStart w:id="283" w:name="_Toc402362745"/>
      <w:bookmarkStart w:id="284" w:name="_Toc405554811"/>
      <w:bookmarkStart w:id="285" w:name="_Toc458771468"/>
      <w:bookmarkStart w:id="286" w:name="_Toc458771591"/>
      <w:bookmarkStart w:id="287" w:name="_Toc460939770"/>
      <w:bookmarkStart w:id="288" w:name="_Toc162532170"/>
      <w:r w:rsidRPr="00EB6A56">
        <w:rPr>
          <w:b/>
        </w:rPr>
        <w:t>8.1.3.1.2</w:t>
      </w:r>
      <w:r w:rsidRPr="00EB6A56">
        <w:rPr>
          <w:b/>
        </w:rPr>
        <w:tab/>
        <w:t>Performance Evaluation for Emergency Response Service Generators</w:t>
      </w:r>
      <w:bookmarkEnd w:id="282"/>
      <w:bookmarkEnd w:id="283"/>
      <w:bookmarkEnd w:id="284"/>
      <w:bookmarkEnd w:id="285"/>
      <w:bookmarkEnd w:id="286"/>
      <w:bookmarkEnd w:id="287"/>
      <w:bookmarkEnd w:id="288"/>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lastRenderedPageBreak/>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lastRenderedPageBreak/>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89" w:name="_Toc400968498"/>
      <w:bookmarkStart w:id="290" w:name="_Toc402362746"/>
      <w:bookmarkStart w:id="291" w:name="_Toc405554812"/>
      <w:bookmarkStart w:id="292" w:name="_Toc458771469"/>
      <w:bookmarkStart w:id="293" w:name="_Toc458771592"/>
      <w:bookmarkStart w:id="294" w:name="_Toc460939771"/>
      <w:bookmarkStart w:id="295" w:name="_Toc162532171"/>
      <w:r w:rsidRPr="00EB6A56">
        <w:rPr>
          <w:b/>
        </w:rPr>
        <w:t>8.1.3.1.3</w:t>
      </w:r>
      <w:r w:rsidRPr="00EB6A56">
        <w:rPr>
          <w:b/>
        </w:rPr>
        <w:tab/>
        <w:t>Availability Criteria for Emergency Response Service Resources</w:t>
      </w:r>
      <w:bookmarkEnd w:id="289"/>
      <w:bookmarkEnd w:id="290"/>
      <w:bookmarkEnd w:id="291"/>
      <w:bookmarkEnd w:id="292"/>
      <w:bookmarkEnd w:id="293"/>
      <w:bookmarkEnd w:id="294"/>
      <w:bookmarkEnd w:id="295"/>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96" w:name="_Toc400968499"/>
      <w:bookmarkStart w:id="297" w:name="_Toc402362747"/>
      <w:bookmarkStart w:id="298" w:name="_Toc405554813"/>
      <w:bookmarkStart w:id="299" w:name="_Toc458771470"/>
      <w:bookmarkStart w:id="300" w:name="_Toc458771593"/>
      <w:bookmarkStart w:id="301" w:name="_Toc460939772"/>
      <w:bookmarkStart w:id="302" w:name="_Toc162532172"/>
      <w:bookmarkStart w:id="303" w:name="_Hlk88554290"/>
      <w:r w:rsidRPr="00C83EFD">
        <w:t>8.1.3.1.3.1</w:t>
      </w:r>
      <w:r w:rsidRPr="00C83EFD">
        <w:tab/>
        <w:t>Time Period Availability Calculations for Emergency Response Service Loads</w:t>
      </w:r>
      <w:bookmarkEnd w:id="296"/>
      <w:bookmarkEnd w:id="297"/>
      <w:bookmarkEnd w:id="298"/>
      <w:bookmarkEnd w:id="299"/>
      <w:bookmarkEnd w:id="300"/>
      <w:bookmarkEnd w:id="301"/>
      <w:bookmarkEnd w:id="302"/>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Otherwise, the ERS Load will be considered available for that 15-minute interval.  The ERSAF will be the ratio of the number of 15-minute intervals the ERS Load </w:t>
      </w:r>
      <w:r w:rsidRPr="00FF414C">
        <w:rPr>
          <w:szCs w:val="24"/>
        </w:rPr>
        <w:lastRenderedPageBreak/>
        <w:t>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lastRenderedPageBreak/>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304" w:name="_Toc400968500"/>
      <w:bookmarkStart w:id="305" w:name="_Toc402362748"/>
      <w:bookmarkStart w:id="306" w:name="_Toc405554814"/>
      <w:bookmarkStart w:id="307" w:name="_Toc458771472"/>
      <w:bookmarkStart w:id="308" w:name="_Toc458771595"/>
      <w:bookmarkStart w:id="309" w:name="_Toc460939773"/>
      <w:bookmarkStart w:id="310" w:name="_Toc162532173"/>
      <w:r w:rsidRPr="00C83EFD">
        <w:t>8.1.3.1.3.2</w:t>
      </w:r>
      <w:r w:rsidRPr="00C83EFD">
        <w:tab/>
        <w:t>Time Period Availability Calculations for Emergency Response Service Generators</w:t>
      </w:r>
      <w:bookmarkEnd w:id="304"/>
      <w:bookmarkEnd w:id="305"/>
      <w:bookmarkEnd w:id="306"/>
      <w:bookmarkEnd w:id="307"/>
      <w:bookmarkEnd w:id="308"/>
      <w:bookmarkEnd w:id="309"/>
      <w:bookmarkEnd w:id="310"/>
    </w:p>
    <w:p w14:paraId="653D0CD4" w14:textId="3DC6E1F1" w:rsidR="006D1196" w:rsidRPr="003273EF" w:rsidRDefault="006D1196" w:rsidP="00524FC1">
      <w:pPr>
        <w:spacing w:after="240"/>
        <w:ind w:left="720" w:hanging="720"/>
      </w:pPr>
      <w:bookmarkStart w:id="311" w:name="_Toc458771473"/>
      <w:bookmarkStart w:id="312"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 xml:space="preserve">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w:t>
      </w:r>
      <w:r w:rsidRPr="00B36D5A">
        <w:rPr>
          <w:szCs w:val="24"/>
        </w:rPr>
        <w:lastRenderedPageBreak/>
        <w:t>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311"/>
      <w:bookmarkEnd w:id="312"/>
    </w:p>
    <w:p w14:paraId="5F8128FA" w14:textId="4AA4598E" w:rsidR="005A4B0A" w:rsidRPr="00C83EFD" w:rsidRDefault="005A4B0A" w:rsidP="00136F95">
      <w:pPr>
        <w:pStyle w:val="H6"/>
        <w:rPr>
          <w:b w:val="0"/>
          <w:bCs w:val="0"/>
        </w:rPr>
      </w:pPr>
      <w:bookmarkStart w:id="313" w:name="_Toc400968501"/>
      <w:bookmarkStart w:id="314" w:name="_Toc402362749"/>
      <w:bookmarkStart w:id="315" w:name="_Toc405554815"/>
      <w:bookmarkStart w:id="316" w:name="_Toc458771474"/>
      <w:bookmarkStart w:id="317" w:name="_Toc458771597"/>
      <w:bookmarkStart w:id="318" w:name="_Toc460939774"/>
      <w:bookmarkStart w:id="319" w:name="_Toc162532174"/>
      <w:r w:rsidRPr="00C83EFD">
        <w:t>8.1.3.1.3.3</w:t>
      </w:r>
      <w:r w:rsidRPr="00C83EFD">
        <w:tab/>
        <w:t>Contract Period Availability Calculations for Emergency Response Service Resources</w:t>
      </w:r>
      <w:bookmarkEnd w:id="313"/>
      <w:bookmarkEnd w:id="314"/>
      <w:bookmarkEnd w:id="315"/>
      <w:bookmarkEnd w:id="316"/>
      <w:bookmarkEnd w:id="317"/>
      <w:bookmarkEnd w:id="318"/>
      <w:bookmarkEnd w:id="319"/>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w:t>
      </w:r>
      <w:r w:rsidRPr="00C83EFD">
        <w:rPr>
          <w:iCs w:val="0"/>
        </w:rPr>
        <w:lastRenderedPageBreak/>
        <w:t>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lastRenderedPageBreak/>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320" w:name="_Toc400968502"/>
      <w:bookmarkStart w:id="321" w:name="_Toc402362750"/>
      <w:bookmarkStart w:id="322" w:name="_Toc405554816"/>
      <w:bookmarkStart w:id="323" w:name="_Toc458771475"/>
      <w:bookmarkStart w:id="324" w:name="_Toc458771598"/>
      <w:bookmarkStart w:id="325" w:name="_Toc460939775"/>
      <w:bookmarkStart w:id="326" w:name="_Toc162532175"/>
      <w:r w:rsidRPr="00EB6A56">
        <w:rPr>
          <w:b/>
        </w:rPr>
        <w:lastRenderedPageBreak/>
        <w:t>8.1.3.1.4</w:t>
      </w:r>
      <w:r w:rsidRPr="00EB6A56">
        <w:rPr>
          <w:b/>
        </w:rPr>
        <w:tab/>
        <w:t>Event Performance Criteria for Emergency Response Service Resources</w:t>
      </w:r>
      <w:bookmarkEnd w:id="320"/>
      <w:bookmarkEnd w:id="321"/>
      <w:bookmarkEnd w:id="322"/>
      <w:bookmarkEnd w:id="323"/>
      <w:bookmarkEnd w:id="324"/>
      <w:bookmarkEnd w:id="325"/>
      <w:bookmarkEnd w:id="326"/>
    </w:p>
    <w:p w14:paraId="3EDA0159" w14:textId="77777777" w:rsidR="00C8068A" w:rsidRPr="00AA1B94" w:rsidRDefault="00C8068A" w:rsidP="00C8068A">
      <w:pPr>
        <w:keepNext/>
        <w:widowControl w:val="0"/>
        <w:spacing w:after="240"/>
        <w:ind w:left="720" w:hanging="720"/>
        <w:rPr>
          <w:iCs/>
        </w:rPr>
      </w:pPr>
      <w:bookmarkStart w:id="327" w:name="_Toc326126990"/>
      <w:bookmarkStart w:id="328" w:name="_Toc328122017"/>
      <w:bookmarkStart w:id="329" w:name="_Toc331567389"/>
      <w:bookmarkStart w:id="330" w:name="_Toc333407332"/>
      <w:bookmarkStart w:id="331" w:name="_Toc341692945"/>
      <w:bookmarkStart w:id="332" w:name="_Toc367966986"/>
      <w:bookmarkStart w:id="333"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lastRenderedPageBreak/>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lastRenderedPageBreak/>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lastRenderedPageBreak/>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334" w:name="_Toc400968503"/>
      <w:bookmarkStart w:id="335" w:name="_Toc402362751"/>
      <w:bookmarkStart w:id="336" w:name="_Toc405554817"/>
      <w:bookmarkStart w:id="337" w:name="_Toc458771476"/>
      <w:bookmarkStart w:id="338" w:name="_Toc458771599"/>
      <w:bookmarkStart w:id="339" w:name="_Toc460939776"/>
      <w:bookmarkStart w:id="340" w:name="_Toc203961368"/>
      <w:bookmarkEnd w:id="327"/>
      <w:bookmarkEnd w:id="328"/>
      <w:bookmarkEnd w:id="329"/>
      <w:bookmarkEnd w:id="330"/>
      <w:bookmarkEnd w:id="331"/>
      <w:bookmarkEnd w:id="332"/>
      <w:bookmarkEnd w:id="333"/>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41" w:name="_Toc162532176"/>
      <w:bookmarkStart w:id="342" w:name="_Hlk86304862"/>
      <w:r w:rsidRPr="00C83EFD">
        <w:rPr>
          <w:b/>
          <w:bCs/>
          <w:snapToGrid w:val="0"/>
        </w:rPr>
        <w:t>8.1.3.2</w:t>
      </w:r>
      <w:r w:rsidRPr="00C83EFD">
        <w:rPr>
          <w:b/>
          <w:bCs/>
          <w:snapToGrid w:val="0"/>
        </w:rPr>
        <w:tab/>
        <w:t>Testing of Emergency Response Service Resources</w:t>
      </w:r>
      <w:bookmarkEnd w:id="334"/>
      <w:bookmarkEnd w:id="335"/>
      <w:bookmarkEnd w:id="336"/>
      <w:bookmarkEnd w:id="337"/>
      <w:bookmarkEnd w:id="338"/>
      <w:bookmarkEnd w:id="339"/>
      <w:bookmarkEnd w:id="341"/>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lastRenderedPageBreak/>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lastRenderedPageBreak/>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lastRenderedPageBreak/>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43" w:name="_Toc400968504"/>
      <w:bookmarkStart w:id="344" w:name="_Toc402362752"/>
      <w:bookmarkStart w:id="345" w:name="_Toc405554818"/>
      <w:bookmarkStart w:id="346" w:name="_Toc458771477"/>
      <w:bookmarkStart w:id="347" w:name="_Toc458771600"/>
      <w:bookmarkStart w:id="348" w:name="_Toc460939777"/>
      <w:bookmarkStart w:id="349" w:name="_Toc203961369"/>
      <w:bookmarkEnd w:id="340"/>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50" w:name="_Toc162532177"/>
      <w:bookmarkEnd w:id="303"/>
      <w:bookmarkEnd w:id="342"/>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43"/>
      <w:bookmarkEnd w:id="344"/>
      <w:bookmarkEnd w:id="345"/>
      <w:bookmarkEnd w:id="346"/>
      <w:bookmarkEnd w:id="347"/>
      <w:bookmarkEnd w:id="348"/>
      <w:bookmarkEnd w:id="350"/>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51" w:name="_Toc400968505"/>
      <w:bookmarkStart w:id="352" w:name="_Toc402362753"/>
      <w:bookmarkStart w:id="353" w:name="_Toc405554819"/>
      <w:bookmarkStart w:id="354" w:name="_Toc458771478"/>
      <w:bookmarkStart w:id="355" w:name="_Toc458771601"/>
      <w:bookmarkStart w:id="356" w:name="_Toc460939778"/>
      <w:bookmarkStart w:id="357" w:name="_Toc16253217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 xml:space="preserve">Emergency Response </w:t>
      </w:r>
      <w:r w:rsidRPr="00BC1C0B">
        <w:rPr>
          <w:b/>
          <w:bCs/>
          <w:i/>
          <w:snapToGrid w:val="0"/>
        </w:rPr>
        <w:lastRenderedPageBreak/>
        <w:t>Service Resources and/or their Qualified Scheduling Entities</w:t>
      </w:r>
      <w:bookmarkEnd w:id="351"/>
      <w:bookmarkEnd w:id="352"/>
      <w:bookmarkEnd w:id="353"/>
      <w:bookmarkEnd w:id="354"/>
      <w:bookmarkEnd w:id="355"/>
      <w:bookmarkEnd w:id="356"/>
      <w:bookmarkEnd w:id="357"/>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lastRenderedPageBreak/>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 xml:space="preserve">If the ERS Generator achieves an event performance factor of 0.95 or greater and an interval performance factor for the first full interval of the </w:t>
      </w:r>
      <w:r w:rsidRPr="003E6359">
        <w:lastRenderedPageBreak/>
        <w:t>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 xml:space="preserve">by the ERS Generator for each interval of the event shall be multiplied by a reduction </w:t>
      </w:r>
      <w:r w:rsidRPr="0041760F">
        <w:lastRenderedPageBreak/>
        <w:t>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 xml:space="preserve">multiplied by a </w:t>
      </w:r>
      <w:r w:rsidRPr="0041760F">
        <w:lastRenderedPageBreak/>
        <w:t>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w:t>
      </w:r>
      <w:r w:rsidR="0018529B" w:rsidRPr="00201E51">
        <w:lastRenderedPageBreak/>
        <w:t xml:space="preserve">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58" w:name="_Toc400968506"/>
      <w:bookmarkStart w:id="359" w:name="_Toc402362754"/>
      <w:bookmarkStart w:id="360" w:name="_Toc405554820"/>
      <w:bookmarkStart w:id="361" w:name="_Toc458771479"/>
      <w:bookmarkStart w:id="362" w:name="_Toc458771602"/>
      <w:bookmarkStart w:id="363"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64" w:name="_Toc162532179"/>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58"/>
      <w:bookmarkEnd w:id="359"/>
      <w:bookmarkEnd w:id="360"/>
      <w:bookmarkEnd w:id="361"/>
      <w:bookmarkEnd w:id="362"/>
      <w:bookmarkEnd w:id="363"/>
      <w:bookmarkEnd w:id="364"/>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w:t>
      </w:r>
      <w:r w:rsidRPr="00201E51">
        <w:lastRenderedPageBreak/>
        <w:t xml:space="preserve">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lastRenderedPageBreak/>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65" w:name="_Toc378573948"/>
      <w:bookmarkStart w:id="366" w:name="_Toc378857301"/>
      <w:bookmarkStart w:id="367" w:name="_Toc381079310"/>
      <w:bookmarkStart w:id="368" w:name="_Toc400968507"/>
      <w:bookmarkStart w:id="369" w:name="_Toc402362755"/>
      <w:bookmarkStart w:id="370" w:name="_Toc405554821"/>
      <w:bookmarkStart w:id="371" w:name="_Toc458771480"/>
      <w:bookmarkStart w:id="372" w:name="_Toc458771603"/>
      <w:bookmarkStart w:id="373" w:name="_Toc460939780"/>
      <w:bookmarkEnd w:id="349"/>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74" w:name="_Toc162532180"/>
      <w:bookmarkStart w:id="375"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65"/>
      <w:bookmarkEnd w:id="366"/>
      <w:bookmarkEnd w:id="367"/>
      <w:bookmarkEnd w:id="368"/>
      <w:bookmarkEnd w:id="369"/>
      <w:bookmarkEnd w:id="370"/>
      <w:bookmarkEnd w:id="371"/>
      <w:bookmarkEnd w:id="372"/>
      <w:bookmarkEnd w:id="373"/>
      <w:bookmarkEnd w:id="374"/>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lastRenderedPageBreak/>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lastRenderedPageBreak/>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6140F7A"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w:t>
      </w:r>
      <w:r w:rsidR="006164D6">
        <w:t>the deployment time within the</w:t>
      </w:r>
      <w:r w:rsidR="006164D6" w:rsidRPr="00D02CB9">
        <w:rPr>
          <w:szCs w:val="24"/>
        </w:rPr>
        <w:t xml:space="preserve"> </w:t>
      </w:r>
      <w:r w:rsidRPr="00D02CB9">
        <w:rPr>
          <w:szCs w:val="24"/>
        </w:rPr>
        <w:t xml:space="preserve">ERCOT </w:t>
      </w:r>
      <w:r w:rsidR="007B3439">
        <w:rPr>
          <w:szCs w:val="24"/>
        </w:rPr>
        <w:t>Extensible Markup Language (</w:t>
      </w:r>
      <w:r w:rsidR="006164D6">
        <w:t>XML</w:t>
      </w:r>
      <w:r w:rsidR="007B3439">
        <w:t>)</w:t>
      </w:r>
      <w:r w:rsidR="006164D6">
        <w:t xml:space="preserve"> deployment message for</w:t>
      </w:r>
      <w:r w:rsidRPr="00D02CB9">
        <w:rPr>
          <w:szCs w:val="24"/>
        </w:rPr>
        <w:t xml:space="preserve">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55A05C1C" w:rsidR="0018529B" w:rsidRPr="00D02CB9" w:rsidRDefault="0018529B" w:rsidP="0018529B">
      <w:pPr>
        <w:spacing w:after="240"/>
        <w:ind w:left="1440" w:hanging="720"/>
        <w:rPr>
          <w:szCs w:val="24"/>
        </w:rPr>
      </w:pPr>
      <w:r w:rsidRPr="00D02CB9">
        <w:rPr>
          <w:szCs w:val="24"/>
        </w:rPr>
        <w:t>(d)</w:t>
      </w:r>
      <w:r w:rsidRPr="00D02CB9">
        <w:rPr>
          <w:szCs w:val="24"/>
        </w:rPr>
        <w:tab/>
        <w:t xml:space="preserve">Thirty-minute Deployment:  Within 30 minutes of </w:t>
      </w:r>
      <w:r w:rsidR="006164D6">
        <w:t>the deployment time within the</w:t>
      </w:r>
      <w:r w:rsidR="006164D6" w:rsidRPr="00D02CB9">
        <w:rPr>
          <w:szCs w:val="24"/>
        </w:rPr>
        <w:t xml:space="preserve"> </w:t>
      </w:r>
      <w:r w:rsidRPr="00D02CB9">
        <w:rPr>
          <w:szCs w:val="24"/>
        </w:rPr>
        <w:t xml:space="preserve">ERCOT </w:t>
      </w:r>
      <w:r w:rsidR="006164D6">
        <w:t>XML deployment message for</w:t>
      </w:r>
      <w:r w:rsidRPr="00D02CB9">
        <w:rPr>
          <w:szCs w:val="24"/>
        </w:rPr>
        <w:t xml:space="preserve">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Pr="00E3633C" w:rsidRDefault="0018529B" w:rsidP="002B16DB">
            <w:pPr>
              <w:pStyle w:val="TableBody"/>
              <w:rPr>
                <w:b/>
                <w:bCs/>
              </w:rPr>
            </w:pPr>
            <w:r w:rsidRPr="00E3633C">
              <w:rPr>
                <w:b/>
                <w:bCs/>
              </w:rPr>
              <w:t>Variable</w:t>
            </w:r>
          </w:p>
        </w:tc>
        <w:tc>
          <w:tcPr>
            <w:tcW w:w="566" w:type="pct"/>
          </w:tcPr>
          <w:p w14:paraId="16E87E10" w14:textId="77777777" w:rsidR="0018529B" w:rsidRPr="00E3633C" w:rsidRDefault="0018529B" w:rsidP="002B16DB">
            <w:pPr>
              <w:pStyle w:val="TableBody"/>
              <w:rPr>
                <w:b/>
                <w:bCs/>
              </w:rPr>
            </w:pPr>
            <w:r w:rsidRPr="00E3633C">
              <w:rPr>
                <w:b/>
                <w:bCs/>
              </w:rPr>
              <w:t>Unit</w:t>
            </w:r>
          </w:p>
        </w:tc>
        <w:tc>
          <w:tcPr>
            <w:tcW w:w="3136" w:type="pct"/>
          </w:tcPr>
          <w:p w14:paraId="7038F2B1" w14:textId="77777777" w:rsidR="0018529B" w:rsidRPr="00E3633C" w:rsidRDefault="0018529B" w:rsidP="002B16DB">
            <w:pPr>
              <w:pStyle w:val="TableBody"/>
              <w:rPr>
                <w:b/>
                <w:bCs/>
              </w:rPr>
            </w:pPr>
            <w:r w:rsidRPr="00E3633C">
              <w:rPr>
                <w:b/>
                <w:bCs/>
              </w:rPr>
              <w:t>Description</w:t>
            </w:r>
          </w:p>
        </w:tc>
      </w:tr>
      <w:tr w:rsidR="0018529B" w:rsidRPr="00857EE5" w14:paraId="570B057B" w14:textId="77777777" w:rsidTr="002B16DB">
        <w:trPr>
          <w:cantSplit/>
        </w:trPr>
        <w:tc>
          <w:tcPr>
            <w:tcW w:w="1298" w:type="pct"/>
          </w:tcPr>
          <w:p w14:paraId="0AC8A1BC" w14:textId="55A52010" w:rsidR="0018529B" w:rsidRDefault="0018529B" w:rsidP="002B16DB">
            <w:pPr>
              <w:pStyle w:val="TableBody"/>
            </w:pPr>
            <w:proofErr w:type="spellStart"/>
            <w:r>
              <w:t>ERSEPF</w:t>
            </w:r>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lastRenderedPageBreak/>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76" w:name="_Toc400968508"/>
      <w:bookmarkStart w:id="377" w:name="_Toc402362756"/>
      <w:bookmarkStart w:id="378" w:name="_Toc405554822"/>
      <w:bookmarkStart w:id="379" w:name="_Toc458771481"/>
      <w:bookmarkStart w:id="380" w:name="_Toc458771604"/>
      <w:bookmarkStart w:id="381" w:name="_Toc460939781"/>
      <w:bookmarkStart w:id="382" w:name="_Toc162532181"/>
      <w:bookmarkEnd w:id="375"/>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76"/>
      <w:bookmarkEnd w:id="377"/>
      <w:bookmarkEnd w:id="378"/>
      <w:bookmarkEnd w:id="379"/>
      <w:bookmarkEnd w:id="380"/>
      <w:bookmarkEnd w:id="381"/>
      <w:bookmarkEnd w:id="382"/>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 xml:space="preserve">ERCOT will not include any Weather-Sensitive ERS Loads in the calculation of the ERSEPF if 10% or more sites of an ERS Load were disabled or unverifiable due to events on the TDSP side of the meter affecting the supply, delivery or </w:t>
      </w:r>
      <w:r>
        <w:lastRenderedPageBreak/>
        <w:t>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83" w:name="_Toc400968509"/>
      <w:bookmarkStart w:id="384" w:name="_Toc402362757"/>
      <w:bookmarkStart w:id="385" w:name="_Toc405554823"/>
      <w:bookmarkStart w:id="386" w:name="_Toc458771482"/>
      <w:bookmarkStart w:id="387" w:name="_Toc458771605"/>
      <w:bookmarkStart w:id="388" w:name="_Toc460939782"/>
      <w:bookmarkStart w:id="389" w:name="_Toc162532182"/>
      <w:bookmarkStart w:id="390" w:name="_Toc203961370"/>
      <w:r w:rsidRPr="00C83EFD">
        <w:rPr>
          <w:b/>
          <w:bCs/>
          <w:snapToGrid w:val="0"/>
        </w:rPr>
        <w:t>8.1.3.4</w:t>
      </w:r>
      <w:r w:rsidRPr="00C83EFD">
        <w:rPr>
          <w:b/>
          <w:bCs/>
          <w:snapToGrid w:val="0"/>
        </w:rPr>
        <w:tab/>
        <w:t>ERCOT Data Collection for Emergency Response Service</w:t>
      </w:r>
      <w:bookmarkEnd w:id="383"/>
      <w:bookmarkEnd w:id="384"/>
      <w:bookmarkEnd w:id="385"/>
      <w:bookmarkEnd w:id="386"/>
      <w:bookmarkEnd w:id="387"/>
      <w:bookmarkEnd w:id="388"/>
      <w:bookmarkEnd w:id="389"/>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90"/>
    </w:p>
    <w:p w14:paraId="032DD499" w14:textId="77777777" w:rsidR="00FD224B" w:rsidRDefault="000963FF" w:rsidP="003F77C7">
      <w:pPr>
        <w:pStyle w:val="H2"/>
        <w:ind w:left="907" w:hanging="907"/>
      </w:pPr>
      <w:bookmarkStart w:id="391" w:name="_Toc141777785"/>
      <w:bookmarkStart w:id="392" w:name="_Toc203961371"/>
      <w:bookmarkStart w:id="393" w:name="_Toc400968510"/>
      <w:bookmarkStart w:id="394" w:name="_Toc402362758"/>
      <w:bookmarkStart w:id="395" w:name="_Toc405554824"/>
      <w:bookmarkStart w:id="396" w:name="_Toc458771483"/>
      <w:bookmarkStart w:id="397" w:name="_Toc458771606"/>
      <w:bookmarkStart w:id="398" w:name="_Toc460939783"/>
      <w:bookmarkStart w:id="399" w:name="_Toc505095207"/>
      <w:bookmarkStart w:id="400" w:name="_Toc505095427"/>
      <w:bookmarkStart w:id="401" w:name="_Toc162532183"/>
      <w:r>
        <w:t>8.2</w:t>
      </w:r>
      <w:r>
        <w:tab/>
        <w:t>ERCOT Performance Monitoring</w:t>
      </w:r>
      <w:bookmarkEnd w:id="391"/>
      <w:bookmarkEnd w:id="392"/>
      <w:bookmarkEnd w:id="393"/>
      <w:bookmarkEnd w:id="394"/>
      <w:bookmarkEnd w:id="395"/>
      <w:bookmarkEnd w:id="396"/>
      <w:bookmarkEnd w:id="397"/>
      <w:bookmarkEnd w:id="398"/>
      <w:bookmarkEnd w:id="399"/>
      <w:bookmarkEnd w:id="400"/>
      <w:bookmarkEnd w:id="401"/>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lastRenderedPageBreak/>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lastRenderedPageBreak/>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402" w:name="_Toc141777786"/>
      <w:bookmarkStart w:id="403" w:name="_Toc203961372"/>
      <w:bookmarkStart w:id="404" w:name="_Toc400968512"/>
      <w:bookmarkStart w:id="405" w:name="_Toc402362760"/>
      <w:bookmarkStart w:id="406" w:name="_Toc405554826"/>
      <w:bookmarkStart w:id="407" w:name="_Toc458771485"/>
      <w:bookmarkStart w:id="408" w:name="_Toc458771608"/>
      <w:bookmarkStart w:id="409" w:name="_Toc460939785"/>
      <w:bookmarkStart w:id="410" w:name="_Toc162532184"/>
      <w:r>
        <w:t>8.3</w:t>
      </w:r>
      <w:r>
        <w:tab/>
        <w:t>TSP Performance Monitoring and Compliance</w:t>
      </w:r>
      <w:bookmarkEnd w:id="402"/>
      <w:bookmarkEnd w:id="403"/>
      <w:bookmarkEnd w:id="404"/>
      <w:bookmarkEnd w:id="405"/>
      <w:bookmarkEnd w:id="406"/>
      <w:bookmarkEnd w:id="407"/>
      <w:bookmarkEnd w:id="408"/>
      <w:bookmarkEnd w:id="409"/>
      <w:bookmarkEnd w:id="410"/>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411" w:name="_Toc381079317"/>
            <w:bookmarkStart w:id="412" w:name="_Toc389042193"/>
            <w:bookmarkStart w:id="413" w:name="_Toc390435477"/>
            <w:bookmarkStart w:id="414" w:name="_Toc391534091"/>
            <w:bookmarkStart w:id="415" w:name="_Toc400968513"/>
            <w:bookmarkStart w:id="416" w:name="_Toc402362761"/>
            <w:bookmarkStart w:id="417" w:name="_Toc402363377"/>
            <w:bookmarkStart w:id="418" w:name="_Toc405554827"/>
            <w:bookmarkStart w:id="419" w:name="_Toc406594239"/>
            <w:bookmarkStart w:id="420" w:name="_Toc416429418"/>
            <w:bookmarkStart w:id="421" w:name="_Toc423094468"/>
            <w:bookmarkStart w:id="422" w:name="_Toc427076126"/>
            <w:bookmarkStart w:id="423" w:name="_Toc430078251"/>
            <w:bookmarkStart w:id="424" w:name="_Toc432405967"/>
            <w:bookmarkStart w:id="425" w:name="_Toc433097723"/>
            <w:bookmarkStart w:id="426" w:name="_Toc438017564"/>
            <w:bookmarkStart w:id="427" w:name="_Toc440631064"/>
            <w:bookmarkStart w:id="428" w:name="_Toc442356410"/>
            <w:bookmarkStart w:id="429" w:name="_Toc447619660"/>
            <w:bookmarkStart w:id="430" w:name="_Toc452971786"/>
            <w:bookmarkStart w:id="431" w:name="_Toc458771486"/>
            <w:bookmarkStart w:id="432" w:name="_Toc458771609"/>
            <w:bookmarkStart w:id="433" w:name="_Toc458771662"/>
            <w:bookmarkStart w:id="434" w:name="_Toc460939786"/>
            <w:bookmarkStart w:id="435" w:name="_Toc461101811"/>
            <w:bookmarkStart w:id="436"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437" w:name="_Toc141777787"/>
      <w:bookmarkStart w:id="438" w:name="_Toc203961373"/>
      <w:bookmarkStart w:id="439" w:name="_Toc400968514"/>
      <w:bookmarkStart w:id="440" w:name="_Toc402362762"/>
      <w:bookmarkStart w:id="441" w:name="_Toc405554828"/>
      <w:bookmarkStart w:id="442" w:name="_Toc458771487"/>
      <w:bookmarkStart w:id="443" w:name="_Toc458771610"/>
      <w:bookmarkStart w:id="444" w:name="_Toc460939787"/>
      <w:bookmarkStart w:id="445" w:name="_Toc162532185"/>
      <w:r>
        <w:lastRenderedPageBreak/>
        <w:t>8.4</w:t>
      </w:r>
      <w:r>
        <w:tab/>
        <w:t>ERCOT Response to Market Non-</w:t>
      </w:r>
      <w:bookmarkEnd w:id="437"/>
      <w:bookmarkEnd w:id="438"/>
      <w:r>
        <w:t>Performance</w:t>
      </w:r>
      <w:bookmarkEnd w:id="439"/>
      <w:bookmarkEnd w:id="440"/>
      <w:bookmarkEnd w:id="441"/>
      <w:bookmarkEnd w:id="442"/>
      <w:bookmarkEnd w:id="443"/>
      <w:bookmarkEnd w:id="444"/>
      <w:bookmarkEnd w:id="445"/>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46" w:name="_Toc117048409"/>
      <w:bookmarkStart w:id="447" w:name="_Toc141777788"/>
      <w:bookmarkStart w:id="448" w:name="_Toc203961374"/>
      <w:bookmarkStart w:id="449" w:name="_Toc400968515"/>
      <w:bookmarkStart w:id="450" w:name="_Toc402362763"/>
      <w:bookmarkStart w:id="451" w:name="_Toc405554829"/>
      <w:bookmarkStart w:id="452" w:name="_Toc458771488"/>
      <w:bookmarkStart w:id="453" w:name="_Toc458771611"/>
      <w:bookmarkStart w:id="454" w:name="_Toc460939788"/>
      <w:bookmarkStart w:id="455" w:name="_Toc162532186"/>
      <w:r>
        <w:t>8.5</w:t>
      </w:r>
      <w:r>
        <w:tab/>
      </w:r>
      <w:r w:rsidR="0023073A">
        <w:t xml:space="preserve">Primary </w:t>
      </w:r>
      <w:r>
        <w:t>Frequency Response Requirements and Monitoring</w:t>
      </w:r>
      <w:bookmarkEnd w:id="446"/>
      <w:bookmarkEnd w:id="447"/>
      <w:bookmarkEnd w:id="448"/>
      <w:bookmarkEnd w:id="449"/>
      <w:bookmarkEnd w:id="450"/>
      <w:bookmarkEnd w:id="451"/>
      <w:bookmarkEnd w:id="452"/>
      <w:bookmarkEnd w:id="453"/>
      <w:bookmarkEnd w:id="454"/>
      <w:bookmarkEnd w:id="455"/>
    </w:p>
    <w:p w14:paraId="3119B85A" w14:textId="20B5EF09" w:rsidR="00581280" w:rsidRDefault="000963FF">
      <w:pPr>
        <w:pStyle w:val="H3"/>
      </w:pPr>
      <w:bookmarkStart w:id="456" w:name="_Toc117048410"/>
      <w:bookmarkStart w:id="457" w:name="_Toc141777789"/>
      <w:bookmarkStart w:id="458" w:name="_Toc203961375"/>
      <w:bookmarkStart w:id="459" w:name="_Toc400968516"/>
      <w:bookmarkStart w:id="460" w:name="_Toc402362764"/>
      <w:bookmarkStart w:id="461" w:name="_Toc405554830"/>
      <w:bookmarkStart w:id="462" w:name="_Toc458771489"/>
      <w:bookmarkStart w:id="463" w:name="_Toc458771612"/>
      <w:bookmarkStart w:id="464" w:name="_Toc460939789"/>
      <w:bookmarkStart w:id="465" w:name="_Toc162532187"/>
      <w:r>
        <w:t>8.5.1</w:t>
      </w:r>
      <w:r>
        <w:tab/>
      </w:r>
      <w:r w:rsidR="00A35662">
        <w:t>Generation Resource, Energy Storage Resource, and QSE Participation</w:t>
      </w:r>
      <w:bookmarkEnd w:id="456"/>
      <w:bookmarkEnd w:id="457"/>
      <w:bookmarkEnd w:id="458"/>
      <w:bookmarkEnd w:id="459"/>
      <w:bookmarkEnd w:id="460"/>
      <w:bookmarkEnd w:id="461"/>
      <w:bookmarkEnd w:id="462"/>
      <w:bookmarkEnd w:id="463"/>
      <w:bookmarkEnd w:id="464"/>
      <w:bookmarkEnd w:id="465"/>
    </w:p>
    <w:p w14:paraId="42C218BB" w14:textId="77777777" w:rsidR="00581280" w:rsidRPr="00EB6A56" w:rsidRDefault="000963FF" w:rsidP="00D734AD">
      <w:pPr>
        <w:pStyle w:val="H4"/>
        <w:rPr>
          <w:b/>
        </w:rPr>
      </w:pPr>
      <w:bookmarkStart w:id="466" w:name="_Toc117048411"/>
      <w:bookmarkStart w:id="467" w:name="_Toc141777790"/>
      <w:bookmarkStart w:id="468" w:name="_Toc203961376"/>
      <w:bookmarkStart w:id="469" w:name="_Toc400968517"/>
      <w:bookmarkStart w:id="470" w:name="_Toc402362765"/>
      <w:bookmarkStart w:id="471" w:name="_Toc405554831"/>
      <w:bookmarkStart w:id="472" w:name="_Toc458771490"/>
      <w:bookmarkStart w:id="473" w:name="_Toc458771613"/>
      <w:bookmarkStart w:id="474" w:name="_Toc460939790"/>
      <w:bookmarkStart w:id="475" w:name="_Toc162532188"/>
      <w:r w:rsidRPr="00EB6A56">
        <w:rPr>
          <w:b/>
        </w:rPr>
        <w:t>8.5.1.1</w:t>
      </w:r>
      <w:r w:rsidRPr="00EB6A56">
        <w:rPr>
          <w:b/>
        </w:rPr>
        <w:tab/>
        <w:t>Governor in Service</w:t>
      </w:r>
      <w:bookmarkEnd w:id="466"/>
      <w:bookmarkEnd w:id="467"/>
      <w:bookmarkEnd w:id="468"/>
      <w:bookmarkEnd w:id="469"/>
      <w:bookmarkEnd w:id="470"/>
      <w:bookmarkEnd w:id="471"/>
      <w:bookmarkEnd w:id="472"/>
      <w:bookmarkEnd w:id="473"/>
      <w:bookmarkEnd w:id="474"/>
      <w:bookmarkEnd w:id="475"/>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76" w:name="_Toc117048412"/>
            <w:bookmarkStart w:id="477" w:name="_Toc141777791"/>
            <w:bookmarkStart w:id="478" w:name="_Toc203961377"/>
            <w:bookmarkStart w:id="479" w:name="_Toc400968518"/>
            <w:bookmarkStart w:id="480" w:name="_Toc402362766"/>
            <w:bookmarkStart w:id="481" w:name="_Toc405554832"/>
            <w:bookmarkStart w:id="482" w:name="_Toc458771491"/>
            <w:bookmarkStart w:id="483" w:name="_Toc458771614"/>
            <w:bookmarkStart w:id="484"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w:t>
            </w:r>
            <w:r w:rsidR="003D1112" w:rsidRPr="003D1112">
              <w:rPr>
                <w:iCs w:val="0"/>
              </w:rPr>
              <w:lastRenderedPageBreak/>
              <w:t>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85"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85"/>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86" w:name="_Toc162532189"/>
      <w:r w:rsidRPr="00EB6A56">
        <w:rPr>
          <w:b/>
        </w:rPr>
        <w:t>8.5.1.2</w:t>
      </w:r>
      <w:r w:rsidRPr="00EB6A56">
        <w:rPr>
          <w:b/>
        </w:rPr>
        <w:tab/>
        <w:t>Reporting</w:t>
      </w:r>
      <w:bookmarkEnd w:id="476"/>
      <w:bookmarkEnd w:id="477"/>
      <w:bookmarkEnd w:id="478"/>
      <w:bookmarkEnd w:id="479"/>
      <w:bookmarkEnd w:id="480"/>
      <w:bookmarkEnd w:id="481"/>
      <w:bookmarkEnd w:id="482"/>
      <w:bookmarkEnd w:id="483"/>
      <w:bookmarkEnd w:id="484"/>
      <w:bookmarkEnd w:id="486"/>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3D38B9B0" w14:textId="77777777" w:rsidTr="00F26542">
        <w:tc>
          <w:tcPr>
            <w:tcW w:w="9576" w:type="dxa"/>
            <w:shd w:val="clear" w:color="auto" w:fill="E0E0E0"/>
          </w:tcPr>
          <w:p w14:paraId="091D7F7A" w14:textId="768DB198" w:rsidR="00E656B6" w:rsidRDefault="00E656B6" w:rsidP="00F26542">
            <w:pPr>
              <w:pStyle w:val="Instructions"/>
              <w:spacing w:before="120"/>
              <w:ind w:left="0" w:firstLine="0"/>
            </w:pPr>
            <w:r>
              <w:t>[NPRR1239:  Replace paragraph (1) above with the following upon system implementation:]</w:t>
            </w:r>
          </w:p>
          <w:p w14:paraId="4BB01594" w14:textId="36D3B4BA" w:rsidR="00E656B6" w:rsidRPr="00E656B6" w:rsidRDefault="00E656B6" w:rsidP="00E656B6">
            <w:pPr>
              <w:spacing w:after="240"/>
              <w:ind w:left="720" w:hanging="720"/>
            </w:pPr>
            <w:r>
              <w:t>(1)</w:t>
            </w:r>
            <w:r>
              <w:tab/>
              <w:t xml:space="preserve">Each Resource Entity shall conduct applicable Governor tests on each of its Generation Resources and ESRs as specified in the Operating Guides.  The Resource Entity shall provide test results and other relevant information to ERCOT.  ERCOT shall make </w:t>
            </w:r>
            <w:r>
              <w:lastRenderedPageBreak/>
              <w:t>these results available to the Transmission Service Providers (TSPs) and upon request on the ERCOT website.</w:t>
            </w:r>
          </w:p>
        </w:tc>
      </w:tr>
    </w:tbl>
    <w:p w14:paraId="75314114" w14:textId="7B8135F2" w:rsidR="00581280" w:rsidRDefault="000963FF" w:rsidP="00270D0F">
      <w:pPr>
        <w:pStyle w:val="BodyTextNumbered"/>
        <w:spacing w:before="240"/>
      </w:pPr>
      <w:r>
        <w:lastRenderedPageBreak/>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87" w:name="_Toc400968519"/>
      <w:bookmarkStart w:id="488" w:name="_Toc402362767"/>
      <w:bookmarkStart w:id="489" w:name="_Toc405554833"/>
      <w:bookmarkStart w:id="490" w:name="_Toc458771492"/>
      <w:bookmarkStart w:id="491" w:name="_Toc458771615"/>
      <w:bookmarkStart w:id="492" w:name="_Toc460939792"/>
      <w:bookmarkStart w:id="493" w:name="_Toc162532190"/>
      <w:r w:rsidRPr="0050568E">
        <w:rPr>
          <w:b/>
          <w:bCs/>
          <w:snapToGrid w:val="0"/>
        </w:rPr>
        <w:t xml:space="preserve">8.5.1.3 </w:t>
      </w:r>
      <w:r>
        <w:rPr>
          <w:b/>
          <w:bCs/>
          <w:snapToGrid w:val="0"/>
        </w:rPr>
        <w:tab/>
      </w:r>
      <w:r w:rsidRPr="0050568E">
        <w:rPr>
          <w:b/>
          <w:bCs/>
          <w:snapToGrid w:val="0"/>
        </w:rPr>
        <w:t>Wind-powered Generation Resource (WGR) Primary Frequency Response</w:t>
      </w:r>
      <w:bookmarkEnd w:id="487"/>
      <w:bookmarkEnd w:id="488"/>
      <w:bookmarkEnd w:id="489"/>
      <w:bookmarkEnd w:id="490"/>
      <w:bookmarkEnd w:id="491"/>
      <w:bookmarkEnd w:id="492"/>
      <w:bookmarkEnd w:id="493"/>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94" w:name="_Toc117048413"/>
      <w:bookmarkStart w:id="495" w:name="_Toc141777792"/>
      <w:bookmarkStart w:id="496" w:name="_Toc203961378"/>
      <w:bookmarkStart w:id="497" w:name="_Toc400968520"/>
      <w:bookmarkStart w:id="498" w:name="_Toc402362768"/>
      <w:bookmarkStart w:id="499" w:name="_Toc405554834"/>
      <w:bookmarkStart w:id="500" w:name="_Toc458771493"/>
      <w:bookmarkStart w:id="501" w:name="_Toc458771616"/>
      <w:bookmarkStart w:id="502" w:name="_Toc460939793"/>
      <w:bookmarkStart w:id="503" w:name="_Toc162532191"/>
      <w:r>
        <w:lastRenderedPageBreak/>
        <w:t>8.5.2</w:t>
      </w:r>
      <w:r>
        <w:tab/>
        <w:t xml:space="preserve">Primary Frequency </w:t>
      </w:r>
      <w:r w:rsidR="00C7240F">
        <w:t xml:space="preserve">Response </w:t>
      </w:r>
      <w:r>
        <w:t>Measurements</w:t>
      </w:r>
      <w:bookmarkEnd w:id="494"/>
      <w:bookmarkEnd w:id="495"/>
      <w:bookmarkEnd w:id="496"/>
      <w:bookmarkEnd w:id="497"/>
      <w:bookmarkEnd w:id="498"/>
      <w:bookmarkEnd w:id="499"/>
      <w:bookmarkEnd w:id="500"/>
      <w:bookmarkEnd w:id="501"/>
      <w:bookmarkEnd w:id="502"/>
      <w:bookmarkEnd w:id="503"/>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504" w:name="_Toc117048414"/>
            <w:bookmarkStart w:id="505" w:name="_Toc141777793"/>
            <w:bookmarkStart w:id="506" w:name="_Toc203961379"/>
            <w:bookmarkStart w:id="507" w:name="_Toc400968521"/>
            <w:bookmarkStart w:id="508" w:name="_Toc402362769"/>
            <w:bookmarkStart w:id="509" w:name="_Toc405554835"/>
            <w:bookmarkStart w:id="510" w:name="_Toc458771495"/>
            <w:bookmarkStart w:id="511" w:name="_Toc458771618"/>
            <w:bookmarkStart w:id="512" w:name="_Toc460939794"/>
            <w:r>
              <w:lastRenderedPageBreak/>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513" w:name="_Toc162532192"/>
      <w:r w:rsidRPr="00EB6A56">
        <w:rPr>
          <w:b/>
        </w:rPr>
        <w:t>8.5.2.1</w:t>
      </w:r>
      <w:r w:rsidRPr="00EB6A56">
        <w:rPr>
          <w:b/>
        </w:rPr>
        <w:tab/>
        <w:t>ERCOT Required Primary Frequency Response</w:t>
      </w:r>
      <w:bookmarkEnd w:id="504"/>
      <w:bookmarkEnd w:id="505"/>
      <w:bookmarkEnd w:id="506"/>
      <w:bookmarkEnd w:id="507"/>
      <w:bookmarkEnd w:id="508"/>
      <w:bookmarkEnd w:id="509"/>
      <w:bookmarkEnd w:id="510"/>
      <w:bookmarkEnd w:id="511"/>
      <w:bookmarkEnd w:id="512"/>
      <w:bookmarkEnd w:id="513"/>
    </w:p>
    <w:p w14:paraId="5BD6C6B0" w14:textId="2797E5B3"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xml:space="preserve">, and Controllable Load Resources </w:t>
      </w:r>
      <w:r w:rsidR="00CD061A">
        <w:t xml:space="preserve">(CLRs) </w:t>
      </w:r>
      <w:r w:rsidR="00007AF8" w:rsidRPr="0003648D">
        <w:t>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5B6FC023" w:rsidR="009142D1" w:rsidRDefault="009142D1" w:rsidP="00FD6BD7">
            <w:pPr>
              <w:pStyle w:val="Instructions"/>
              <w:spacing w:before="120"/>
              <w:ind w:left="0" w:firstLine="0"/>
            </w:pPr>
            <w:r>
              <w:t>[</w:t>
            </w:r>
            <w:r w:rsidR="003F456F">
              <w:t>NPRR995</w:t>
            </w:r>
            <w:r w:rsidR="00CD061A">
              <w:t xml:space="preserve"> and NPRR1244</w:t>
            </w:r>
            <w:r>
              <w:t xml:space="preserve">:  Replace </w:t>
            </w:r>
            <w:r w:rsidR="00CD061A">
              <w:t xml:space="preserve">applicable portions of </w:t>
            </w:r>
            <w:r>
              <w:t>paragraph (1) above with the following upon system implementation:]</w:t>
            </w:r>
          </w:p>
          <w:p w14:paraId="28693364" w14:textId="38F2C81A"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w:t>
            </w:r>
            <w:r w:rsidR="00CD061A">
              <w:t xml:space="preserve">Controllable Load Resources (CLRs) that </w:t>
            </w:r>
            <w:proofErr w:type="gramStart"/>
            <w:r w:rsidR="00CD061A">
              <w:t xml:space="preserve">are </w:t>
            </w:r>
            <w:r w:rsidR="00CD061A" w:rsidRPr="004E4D58">
              <w:t>capable of providing</w:t>
            </w:r>
            <w:proofErr w:type="gramEnd"/>
            <w:r w:rsidR="00CD061A" w:rsidRPr="004E4D58">
              <w:t xml:space="preserve"> Primary Frequency Response</w:t>
            </w:r>
            <w:r w:rsidR="00CD061A">
              <w:t xml:space="preserve">, </w:t>
            </w:r>
            <w:r w:rsidRPr="00E10CD4">
              <w:t>SOTGs, SOTSGs,</w:t>
            </w:r>
            <w:r w:rsidR="00CD061A">
              <w:t xml:space="preserve"> and</w:t>
            </w:r>
            <w:r w:rsidRPr="00E10CD4">
              <w:t xml:space="preserve"> </w:t>
            </w:r>
            <w:r w:rsidR="003F456F">
              <w:t>SOTESSs</w:t>
            </w:r>
            <w:r w:rsidRPr="00E10CD4">
              <w:t xml:space="preserve">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514" w:name="_Toc117048415"/>
            <w:bookmarkStart w:id="515" w:name="_Toc141777794"/>
            <w:bookmarkStart w:id="516" w:name="_Toc203961380"/>
            <w:bookmarkStart w:id="517" w:name="_Toc400968522"/>
            <w:bookmarkStart w:id="518" w:name="_Toc402362770"/>
            <w:bookmarkStart w:id="519" w:name="_Toc405554836"/>
            <w:bookmarkStart w:id="520" w:name="_Toc458771497"/>
            <w:bookmarkStart w:id="521" w:name="_Toc458771620"/>
            <w:bookmarkStart w:id="522"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523" w:name="_Toc162532193"/>
      <w:r w:rsidRPr="00EB6A56">
        <w:rPr>
          <w:b/>
        </w:rPr>
        <w:t>8.5.2.2</w:t>
      </w:r>
      <w:r w:rsidRPr="00EB6A56">
        <w:rPr>
          <w:b/>
        </w:rPr>
        <w:tab/>
        <w:t>ERCOT Data Collection</w:t>
      </w:r>
      <w:bookmarkEnd w:id="514"/>
      <w:bookmarkEnd w:id="515"/>
      <w:bookmarkEnd w:id="516"/>
      <w:bookmarkEnd w:id="517"/>
      <w:bookmarkEnd w:id="518"/>
      <w:bookmarkEnd w:id="519"/>
      <w:bookmarkEnd w:id="520"/>
      <w:bookmarkEnd w:id="521"/>
      <w:bookmarkEnd w:id="522"/>
      <w:bookmarkEnd w:id="523"/>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50AD9EB2" w:rsidR="0067535E" w:rsidRPr="006A2B5D" w:rsidRDefault="0067535E">
    <w:pPr>
      <w:pStyle w:val="Footer"/>
      <w:spacing w:before="0" w:after="0"/>
      <w:rPr>
        <w:lang w:val="en-US"/>
      </w:rPr>
    </w:pPr>
    <w:r>
      <w:t xml:space="preserve">ERCOT Nodal Protocols – </w:t>
    </w:r>
    <w:r w:rsidR="00E656B6">
      <w:t>February</w:t>
    </w:r>
    <w:r w:rsidR="006164D6">
      <w:t xml:space="preserve"> 1</w:t>
    </w:r>
    <w:r>
      <w:rPr>
        <w:lang w:val="en-US"/>
      </w:rPr>
      <w:t>, 202</w:t>
    </w:r>
    <w:r w:rsidR="00E656B6">
      <w:rPr>
        <w:lang w:val="en-US"/>
      </w:rPr>
      <w:t>5</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3A3975B0" w:rsidR="0067535E" w:rsidRDefault="0067535E">
    <w:pPr>
      <w:pStyle w:val="Footer"/>
      <w:tabs>
        <w:tab w:val="left" w:pos="5550"/>
      </w:tabs>
      <w:spacing w:before="0" w:after="0"/>
      <w:rPr>
        <w:rStyle w:val="PageNumber"/>
        <w:smallCaps w:val="0"/>
        <w:sz w:val="24"/>
      </w:rPr>
    </w:pPr>
    <w:r>
      <w:t xml:space="preserve">ERCOT Nodal Protocols – </w:t>
    </w:r>
    <w:r w:rsidR="00E656B6">
      <w:t>February</w:t>
    </w:r>
    <w:r w:rsidR="006164D6">
      <w:t xml:space="preserve"> 1</w:t>
    </w:r>
    <w:r>
      <w:rPr>
        <w:lang w:val="en-US"/>
      </w:rPr>
      <w:t>, 202</w:t>
    </w:r>
    <w:r w:rsidR="00E656B6">
      <w:rPr>
        <w:lang w:val="en-US"/>
      </w:rPr>
      <w:t>5</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00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0D1A"/>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4C14"/>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4D23"/>
    <w:rsid w:val="000B66B1"/>
    <w:rsid w:val="000B6B2B"/>
    <w:rsid w:val="000B72C5"/>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B66"/>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835"/>
    <w:rsid w:val="00111D0C"/>
    <w:rsid w:val="00112D4E"/>
    <w:rsid w:val="00113F48"/>
    <w:rsid w:val="001158A4"/>
    <w:rsid w:val="001168AC"/>
    <w:rsid w:val="00116C50"/>
    <w:rsid w:val="00121A8C"/>
    <w:rsid w:val="0012277F"/>
    <w:rsid w:val="00123F88"/>
    <w:rsid w:val="001240CD"/>
    <w:rsid w:val="001263F8"/>
    <w:rsid w:val="00126517"/>
    <w:rsid w:val="00126DAA"/>
    <w:rsid w:val="001278BB"/>
    <w:rsid w:val="001305A5"/>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1219"/>
    <w:rsid w:val="00171F7F"/>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6AD5"/>
    <w:rsid w:val="001A7E71"/>
    <w:rsid w:val="001A7FC7"/>
    <w:rsid w:val="001B20A5"/>
    <w:rsid w:val="001B4565"/>
    <w:rsid w:val="001B478F"/>
    <w:rsid w:val="001B5417"/>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343"/>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776"/>
    <w:rsid w:val="00243C62"/>
    <w:rsid w:val="002444F3"/>
    <w:rsid w:val="00245240"/>
    <w:rsid w:val="0024560C"/>
    <w:rsid w:val="002470A3"/>
    <w:rsid w:val="00247F65"/>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0D0F"/>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6DB"/>
    <w:rsid w:val="002B2D02"/>
    <w:rsid w:val="002B3957"/>
    <w:rsid w:val="002B46E1"/>
    <w:rsid w:val="002B5890"/>
    <w:rsid w:val="002B6630"/>
    <w:rsid w:val="002C4EDD"/>
    <w:rsid w:val="002C4FBA"/>
    <w:rsid w:val="002C57AC"/>
    <w:rsid w:val="002C6E23"/>
    <w:rsid w:val="002D04C0"/>
    <w:rsid w:val="002D0A07"/>
    <w:rsid w:val="002D11C8"/>
    <w:rsid w:val="002D21EA"/>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3DD5"/>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697"/>
    <w:rsid w:val="00326890"/>
    <w:rsid w:val="003273EF"/>
    <w:rsid w:val="00330DCA"/>
    <w:rsid w:val="00332262"/>
    <w:rsid w:val="003329F6"/>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39B8"/>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1361"/>
    <w:rsid w:val="003C2866"/>
    <w:rsid w:val="003C2D79"/>
    <w:rsid w:val="003C37FB"/>
    <w:rsid w:val="003C4D0E"/>
    <w:rsid w:val="003C5338"/>
    <w:rsid w:val="003C6F47"/>
    <w:rsid w:val="003D1112"/>
    <w:rsid w:val="003D1D48"/>
    <w:rsid w:val="003D5116"/>
    <w:rsid w:val="003D5375"/>
    <w:rsid w:val="003D5761"/>
    <w:rsid w:val="003D624E"/>
    <w:rsid w:val="003D6AC7"/>
    <w:rsid w:val="003D767D"/>
    <w:rsid w:val="003D7B1A"/>
    <w:rsid w:val="003E0E9B"/>
    <w:rsid w:val="003E1384"/>
    <w:rsid w:val="003E24BA"/>
    <w:rsid w:val="003E302D"/>
    <w:rsid w:val="003E32DD"/>
    <w:rsid w:val="003E37CE"/>
    <w:rsid w:val="003E5DAC"/>
    <w:rsid w:val="003F0D63"/>
    <w:rsid w:val="003F3303"/>
    <w:rsid w:val="003F3B61"/>
    <w:rsid w:val="003F456F"/>
    <w:rsid w:val="003F5A69"/>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3C6"/>
    <w:rsid w:val="00451E30"/>
    <w:rsid w:val="00452059"/>
    <w:rsid w:val="004540FB"/>
    <w:rsid w:val="00456104"/>
    <w:rsid w:val="00456FC8"/>
    <w:rsid w:val="00460C68"/>
    <w:rsid w:val="004619E2"/>
    <w:rsid w:val="00465CFF"/>
    <w:rsid w:val="00466F67"/>
    <w:rsid w:val="0046759A"/>
    <w:rsid w:val="00467AEF"/>
    <w:rsid w:val="0047044D"/>
    <w:rsid w:val="004704E0"/>
    <w:rsid w:val="0047099C"/>
    <w:rsid w:val="004709E8"/>
    <w:rsid w:val="004716D5"/>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6F24"/>
    <w:rsid w:val="00507D28"/>
    <w:rsid w:val="00507F72"/>
    <w:rsid w:val="00510CF7"/>
    <w:rsid w:val="00513A87"/>
    <w:rsid w:val="00514189"/>
    <w:rsid w:val="00515C58"/>
    <w:rsid w:val="00516A8C"/>
    <w:rsid w:val="00520505"/>
    <w:rsid w:val="00520E2C"/>
    <w:rsid w:val="00521D5F"/>
    <w:rsid w:val="00521FDB"/>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3BE7"/>
    <w:rsid w:val="005B4FA4"/>
    <w:rsid w:val="005B641C"/>
    <w:rsid w:val="005B6818"/>
    <w:rsid w:val="005B7489"/>
    <w:rsid w:val="005B7D1A"/>
    <w:rsid w:val="005C1961"/>
    <w:rsid w:val="005C19AC"/>
    <w:rsid w:val="005C31A1"/>
    <w:rsid w:val="005C657D"/>
    <w:rsid w:val="005C7397"/>
    <w:rsid w:val="005C75A1"/>
    <w:rsid w:val="005C78B4"/>
    <w:rsid w:val="005D2A43"/>
    <w:rsid w:val="005D6577"/>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64D6"/>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300F"/>
    <w:rsid w:val="006448A1"/>
    <w:rsid w:val="0064494F"/>
    <w:rsid w:val="00645C75"/>
    <w:rsid w:val="006473B4"/>
    <w:rsid w:val="00647D65"/>
    <w:rsid w:val="00647E2F"/>
    <w:rsid w:val="00650737"/>
    <w:rsid w:val="00652CC7"/>
    <w:rsid w:val="006554B5"/>
    <w:rsid w:val="00655E22"/>
    <w:rsid w:val="00656055"/>
    <w:rsid w:val="00660D72"/>
    <w:rsid w:val="006616A0"/>
    <w:rsid w:val="00661B8D"/>
    <w:rsid w:val="006635F1"/>
    <w:rsid w:val="00663D8C"/>
    <w:rsid w:val="006649D8"/>
    <w:rsid w:val="00665A1E"/>
    <w:rsid w:val="00670AF8"/>
    <w:rsid w:val="00670FD0"/>
    <w:rsid w:val="00671BAE"/>
    <w:rsid w:val="006729A0"/>
    <w:rsid w:val="0067535E"/>
    <w:rsid w:val="0067759E"/>
    <w:rsid w:val="00677737"/>
    <w:rsid w:val="0068044F"/>
    <w:rsid w:val="00682100"/>
    <w:rsid w:val="00683C6C"/>
    <w:rsid w:val="00684163"/>
    <w:rsid w:val="0068420C"/>
    <w:rsid w:val="00684C77"/>
    <w:rsid w:val="006850E2"/>
    <w:rsid w:val="006855D9"/>
    <w:rsid w:val="00686117"/>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298"/>
    <w:rsid w:val="006E34F3"/>
    <w:rsid w:val="006E56EC"/>
    <w:rsid w:val="006E6B55"/>
    <w:rsid w:val="006F043A"/>
    <w:rsid w:val="006F103C"/>
    <w:rsid w:val="006F1C95"/>
    <w:rsid w:val="006F2DFB"/>
    <w:rsid w:val="006F373C"/>
    <w:rsid w:val="006F3A9E"/>
    <w:rsid w:val="006F3CA1"/>
    <w:rsid w:val="006F40D0"/>
    <w:rsid w:val="006F518C"/>
    <w:rsid w:val="006F6220"/>
    <w:rsid w:val="006F6987"/>
    <w:rsid w:val="006F7E26"/>
    <w:rsid w:val="0070014A"/>
    <w:rsid w:val="00700F17"/>
    <w:rsid w:val="0070278D"/>
    <w:rsid w:val="00702E6D"/>
    <w:rsid w:val="00703BAB"/>
    <w:rsid w:val="007049E5"/>
    <w:rsid w:val="00704F75"/>
    <w:rsid w:val="00705076"/>
    <w:rsid w:val="00706F64"/>
    <w:rsid w:val="00707634"/>
    <w:rsid w:val="0071017B"/>
    <w:rsid w:val="0071246B"/>
    <w:rsid w:val="00712EA9"/>
    <w:rsid w:val="007157DC"/>
    <w:rsid w:val="00715D0F"/>
    <w:rsid w:val="00715D6F"/>
    <w:rsid w:val="007206E9"/>
    <w:rsid w:val="00721202"/>
    <w:rsid w:val="00721793"/>
    <w:rsid w:val="00721804"/>
    <w:rsid w:val="007221D4"/>
    <w:rsid w:val="00722A90"/>
    <w:rsid w:val="00722FA2"/>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013"/>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3439"/>
    <w:rsid w:val="007B4D61"/>
    <w:rsid w:val="007B562F"/>
    <w:rsid w:val="007B5A33"/>
    <w:rsid w:val="007B61BD"/>
    <w:rsid w:val="007B6E09"/>
    <w:rsid w:val="007B746F"/>
    <w:rsid w:val="007C0A99"/>
    <w:rsid w:val="007C1110"/>
    <w:rsid w:val="007C232E"/>
    <w:rsid w:val="007C2A40"/>
    <w:rsid w:val="007C39CD"/>
    <w:rsid w:val="007C3D17"/>
    <w:rsid w:val="007C4524"/>
    <w:rsid w:val="007C744C"/>
    <w:rsid w:val="007D1680"/>
    <w:rsid w:val="007D1C1E"/>
    <w:rsid w:val="007D275A"/>
    <w:rsid w:val="007D42C6"/>
    <w:rsid w:val="007D4D3F"/>
    <w:rsid w:val="007D5F0A"/>
    <w:rsid w:val="007D5F38"/>
    <w:rsid w:val="007D62D3"/>
    <w:rsid w:val="007D74F0"/>
    <w:rsid w:val="007D7A72"/>
    <w:rsid w:val="007E1A79"/>
    <w:rsid w:val="007E4138"/>
    <w:rsid w:val="007E556A"/>
    <w:rsid w:val="007E6F92"/>
    <w:rsid w:val="007E7976"/>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62C6"/>
    <w:rsid w:val="00807754"/>
    <w:rsid w:val="0081608B"/>
    <w:rsid w:val="0081694E"/>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44F"/>
    <w:rsid w:val="0085460A"/>
    <w:rsid w:val="00855903"/>
    <w:rsid w:val="00856498"/>
    <w:rsid w:val="00856514"/>
    <w:rsid w:val="008566AD"/>
    <w:rsid w:val="00856A9A"/>
    <w:rsid w:val="0085714F"/>
    <w:rsid w:val="00857AAC"/>
    <w:rsid w:val="00857B39"/>
    <w:rsid w:val="008609F8"/>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41CF"/>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6A53"/>
    <w:rsid w:val="009D72B8"/>
    <w:rsid w:val="009D75A8"/>
    <w:rsid w:val="009D7C19"/>
    <w:rsid w:val="009E1E06"/>
    <w:rsid w:val="009E30CF"/>
    <w:rsid w:val="009E520E"/>
    <w:rsid w:val="009E741C"/>
    <w:rsid w:val="009F2D68"/>
    <w:rsid w:val="009F3492"/>
    <w:rsid w:val="009F5F1B"/>
    <w:rsid w:val="009F757F"/>
    <w:rsid w:val="00A02888"/>
    <w:rsid w:val="00A02B25"/>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662"/>
    <w:rsid w:val="00A35DAE"/>
    <w:rsid w:val="00A378E1"/>
    <w:rsid w:val="00A37F78"/>
    <w:rsid w:val="00A4039C"/>
    <w:rsid w:val="00A40FBC"/>
    <w:rsid w:val="00A413CD"/>
    <w:rsid w:val="00A42BA4"/>
    <w:rsid w:val="00A4326E"/>
    <w:rsid w:val="00A4674D"/>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1E0"/>
    <w:rsid w:val="00A757CA"/>
    <w:rsid w:val="00A7585C"/>
    <w:rsid w:val="00A759A7"/>
    <w:rsid w:val="00A75A9D"/>
    <w:rsid w:val="00A7726C"/>
    <w:rsid w:val="00A7758A"/>
    <w:rsid w:val="00A8030A"/>
    <w:rsid w:val="00A80D09"/>
    <w:rsid w:val="00A82990"/>
    <w:rsid w:val="00A82B43"/>
    <w:rsid w:val="00A82FB1"/>
    <w:rsid w:val="00A84F2D"/>
    <w:rsid w:val="00A8534F"/>
    <w:rsid w:val="00A8558A"/>
    <w:rsid w:val="00A85A92"/>
    <w:rsid w:val="00A8672A"/>
    <w:rsid w:val="00A87FAA"/>
    <w:rsid w:val="00A90094"/>
    <w:rsid w:val="00A91D73"/>
    <w:rsid w:val="00A960B5"/>
    <w:rsid w:val="00AA06F2"/>
    <w:rsid w:val="00AA1157"/>
    <w:rsid w:val="00AA1B94"/>
    <w:rsid w:val="00AA21E9"/>
    <w:rsid w:val="00AA2EB5"/>
    <w:rsid w:val="00AA5201"/>
    <w:rsid w:val="00AB0045"/>
    <w:rsid w:val="00AB1091"/>
    <w:rsid w:val="00AB14DC"/>
    <w:rsid w:val="00AB1B41"/>
    <w:rsid w:val="00AB28EF"/>
    <w:rsid w:val="00AB3AE9"/>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4EB9"/>
    <w:rsid w:val="00AD6D46"/>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28B"/>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50E98"/>
    <w:rsid w:val="00B51164"/>
    <w:rsid w:val="00B51983"/>
    <w:rsid w:val="00B51D89"/>
    <w:rsid w:val="00B524D7"/>
    <w:rsid w:val="00B52624"/>
    <w:rsid w:val="00B539D7"/>
    <w:rsid w:val="00B54548"/>
    <w:rsid w:val="00B548F1"/>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442"/>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95"/>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1D60"/>
    <w:rsid w:val="00BD1DA6"/>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61A"/>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E7284"/>
    <w:rsid w:val="00CF1C43"/>
    <w:rsid w:val="00CF26C5"/>
    <w:rsid w:val="00CF36CC"/>
    <w:rsid w:val="00CF3F24"/>
    <w:rsid w:val="00CF5A25"/>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56B11"/>
    <w:rsid w:val="00D6032B"/>
    <w:rsid w:val="00D603D0"/>
    <w:rsid w:val="00D6267A"/>
    <w:rsid w:val="00D632F4"/>
    <w:rsid w:val="00D659FB"/>
    <w:rsid w:val="00D65EAB"/>
    <w:rsid w:val="00D66D7E"/>
    <w:rsid w:val="00D66FE2"/>
    <w:rsid w:val="00D70427"/>
    <w:rsid w:val="00D71B42"/>
    <w:rsid w:val="00D72F4C"/>
    <w:rsid w:val="00D734AD"/>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5BA9"/>
    <w:rsid w:val="00DC65DA"/>
    <w:rsid w:val="00DC6CD1"/>
    <w:rsid w:val="00DC74BF"/>
    <w:rsid w:val="00DD093A"/>
    <w:rsid w:val="00DD19F7"/>
    <w:rsid w:val="00DD2936"/>
    <w:rsid w:val="00DD4556"/>
    <w:rsid w:val="00DD51D3"/>
    <w:rsid w:val="00DD54A1"/>
    <w:rsid w:val="00DD58E1"/>
    <w:rsid w:val="00DD5C5E"/>
    <w:rsid w:val="00DD75D2"/>
    <w:rsid w:val="00DE0A9C"/>
    <w:rsid w:val="00DE259D"/>
    <w:rsid w:val="00DE2EE6"/>
    <w:rsid w:val="00DE3B69"/>
    <w:rsid w:val="00DE3B99"/>
    <w:rsid w:val="00DE45DF"/>
    <w:rsid w:val="00DF03F9"/>
    <w:rsid w:val="00DF5EE3"/>
    <w:rsid w:val="00DF6D92"/>
    <w:rsid w:val="00DF6FC9"/>
    <w:rsid w:val="00DF7B10"/>
    <w:rsid w:val="00E038C9"/>
    <w:rsid w:val="00E04F0C"/>
    <w:rsid w:val="00E10625"/>
    <w:rsid w:val="00E138CD"/>
    <w:rsid w:val="00E14DFB"/>
    <w:rsid w:val="00E155CD"/>
    <w:rsid w:val="00E167B3"/>
    <w:rsid w:val="00E1701E"/>
    <w:rsid w:val="00E20AAA"/>
    <w:rsid w:val="00E20CBA"/>
    <w:rsid w:val="00E233E9"/>
    <w:rsid w:val="00E26D4C"/>
    <w:rsid w:val="00E30868"/>
    <w:rsid w:val="00E3633C"/>
    <w:rsid w:val="00E3664A"/>
    <w:rsid w:val="00E36775"/>
    <w:rsid w:val="00E42898"/>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56B6"/>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7A7"/>
    <w:rsid w:val="00EA4868"/>
    <w:rsid w:val="00EA4D54"/>
    <w:rsid w:val="00EA5448"/>
    <w:rsid w:val="00EA5969"/>
    <w:rsid w:val="00EA68B0"/>
    <w:rsid w:val="00EA6F9A"/>
    <w:rsid w:val="00EA7B26"/>
    <w:rsid w:val="00EB0E51"/>
    <w:rsid w:val="00EB14C0"/>
    <w:rsid w:val="00EB3F9E"/>
    <w:rsid w:val="00EB4B8B"/>
    <w:rsid w:val="00EB6A56"/>
    <w:rsid w:val="00EC1A43"/>
    <w:rsid w:val="00EC3A84"/>
    <w:rsid w:val="00EC6C43"/>
    <w:rsid w:val="00EC6E8F"/>
    <w:rsid w:val="00EC7802"/>
    <w:rsid w:val="00EC7809"/>
    <w:rsid w:val="00EC7F92"/>
    <w:rsid w:val="00ED388A"/>
    <w:rsid w:val="00ED3C0B"/>
    <w:rsid w:val="00ED4093"/>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77A"/>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2440E"/>
    <w:rsid w:val="00F252F0"/>
    <w:rsid w:val="00F25622"/>
    <w:rsid w:val="00F2572A"/>
    <w:rsid w:val="00F33990"/>
    <w:rsid w:val="00F33AEA"/>
    <w:rsid w:val="00F33E68"/>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0033"/>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243776"/>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115</Pages>
  <Words>45723</Words>
  <Characters>249684</Characters>
  <Application>Microsoft Office Word</Application>
  <DocSecurity>0</DocSecurity>
  <Lines>2080</Lines>
  <Paragraphs>589</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294818</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3</cp:revision>
  <cp:lastPrinted>2019-04-29T19:46:00Z</cp:lastPrinted>
  <dcterms:created xsi:type="dcterms:W3CDTF">2025-01-29T19:21:00Z</dcterms:created>
  <dcterms:modified xsi:type="dcterms:W3CDTF">2025-01-29T19:23:00Z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2025-01-29T19:23:27Z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ac14daea-d8a3-4518-a278-fa24ba6bc481</vt:lpwstr>
  </property>
  <property fmtid="{D5CDD505-2E9C-101B-9397-08002B2CF9AE}" pid="8" name="MSIP_Label_c144db1d-993e-40da-980d-6eea152adc50_ContentBits">
    <vt:lpwstr>0</vt:lpwstr>
  </property>
</Properties>
</file>