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D30" w:rsidRPr="00833FF0" w:rsidRDefault="003126F5" w:rsidP="003126F5">
      <w:r w:rsidRPr="00833FF0">
        <w:rPr>
          <w:noProof/>
          <w:lang w:eastAsia="ko-KR"/>
        </w:rPr>
        <w:drawing>
          <wp:inline distT="0" distB="0" distL="0" distR="0" wp14:anchorId="56E32A15" wp14:editId="63D24D14">
            <wp:extent cx="5943600" cy="5865182"/>
            <wp:effectExtent l="0" t="0" r="0" b="254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TP_Project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865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26F5" w:rsidRPr="00833FF0" w:rsidRDefault="003126F5" w:rsidP="003126F5"/>
    <w:p w:rsidR="003126F5" w:rsidRPr="00833FF0" w:rsidRDefault="003126F5" w:rsidP="003126F5"/>
    <w:p w:rsidR="003126F5" w:rsidRPr="00833FF0" w:rsidRDefault="003126F5" w:rsidP="003126F5">
      <w:pPr>
        <w:sectPr w:rsidR="003126F5" w:rsidRPr="00833FF0" w:rsidSect="003126F5"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10"/>
        <w:tblW w:w="4903" w:type="dxa"/>
        <w:tblInd w:w="-162" w:type="dxa"/>
        <w:tblLook w:val="04A0" w:firstRow="1" w:lastRow="0" w:firstColumn="1" w:lastColumn="0" w:noHBand="0" w:noVBand="1"/>
      </w:tblPr>
      <w:tblGrid>
        <w:gridCol w:w="813"/>
        <w:gridCol w:w="4090"/>
      </w:tblGrid>
      <w:tr w:rsidR="00D87429" w:rsidRPr="00833FF0" w:rsidTr="00DA1FB7">
        <w:trPr>
          <w:trHeight w:val="288"/>
        </w:trPr>
        <w:tc>
          <w:tcPr>
            <w:tcW w:w="813" w:type="dxa"/>
            <w:hideMark/>
          </w:tcPr>
          <w:p w:rsidR="00D87429" w:rsidRPr="00D87429" w:rsidRDefault="00D87429" w:rsidP="00D87429">
            <w:pPr>
              <w:jc w:val="center"/>
              <w:rPr>
                <w:rFonts w:ascii="Cambria" w:hAnsi="Cambria"/>
                <w:b/>
                <w:bCs/>
                <w:sz w:val="18"/>
                <w:szCs w:val="28"/>
              </w:rPr>
            </w:pPr>
            <w:r w:rsidRPr="00D87429">
              <w:rPr>
                <w:rFonts w:ascii="Cambria" w:hAnsi="Cambria"/>
                <w:b/>
                <w:bCs/>
                <w:sz w:val="18"/>
                <w:szCs w:val="28"/>
              </w:rPr>
              <w:t>Project Index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jc w:val="center"/>
              <w:rPr>
                <w:rFonts w:ascii="Cambria" w:hAnsi="Cambria"/>
                <w:b/>
                <w:bCs/>
                <w:sz w:val="18"/>
                <w:szCs w:val="28"/>
              </w:rPr>
            </w:pPr>
            <w:r w:rsidRPr="00D87429">
              <w:rPr>
                <w:rFonts w:ascii="Cambria" w:hAnsi="Cambria"/>
                <w:b/>
                <w:bCs/>
                <w:sz w:val="18"/>
                <w:szCs w:val="28"/>
              </w:rPr>
              <w:t>Project Description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278F6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hyperlink r:id="rId10" w:anchor="RANGE!A1" w:history="1">
              <w:r w:rsidR="00D87429" w:rsidRPr="00833FF0">
                <w:rPr>
                  <w:rFonts w:ascii="Calibri" w:hAnsi="Calibri"/>
                  <w:color w:val="0000FF"/>
                  <w:sz w:val="18"/>
                  <w:szCs w:val="22"/>
                </w:rPr>
                <w:t>NC1</w:t>
              </w:r>
            </w:hyperlink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Gatesville Switch -Gatesville Army 69-kV line upgrade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NC2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Ranger Gulf -Thurber TNP 69-kV terminal equipment upgrade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NC3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Ben Davis - Murphy 138-kV line upgrade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NC4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Bosque Switch  – Olsen  138-kV line terminal equipment upgrade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NC5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Firewheel  - Apollo  138-kV line upgrade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NC6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Hicks Switch  345/138-kV autotransformer addition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NC7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Trinidad SES  - Oak Grove Tap  138-kV line upgrade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NC8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Seagoville Switch  - Crandall POI   138-kV line upgrade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NC9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Liggett Switch - Hackberry 138-kV double circuit line upgrade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NC10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Killeen Switch -Belton  138-kV circuit upgrade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NC11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Whitney 138-kV bus tie upgrade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NC12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Breckenridge  - Leon Switch  69-kV line upgrade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NC13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Northwest Carrollton -Lake Pointe TNP  138-kV line upgrade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NC14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Corinth  - Highlands TNP  138-kV line upgrade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NC15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Vernon  138-kV capacitor bank addition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NC16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Cedar Crest Switch 138-kV breaker upgrade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278F6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hyperlink r:id="rId11" w:anchor="RANGE!A1" w:history="1">
              <w:r w:rsidR="00D87429" w:rsidRPr="00833FF0">
                <w:rPr>
                  <w:rFonts w:ascii="Calibri" w:hAnsi="Calibri"/>
                  <w:color w:val="0000FF"/>
                  <w:sz w:val="18"/>
                  <w:szCs w:val="22"/>
                </w:rPr>
                <w:t>FW1</w:t>
              </w:r>
            </w:hyperlink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TNMP Flat Top TNMP 138kV Interconnection Project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278F6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hyperlink r:id="rId12" w:anchor="RANGE!A1" w:history="1">
              <w:r w:rsidR="00D87429" w:rsidRPr="00833FF0">
                <w:rPr>
                  <w:rFonts w:ascii="Calibri" w:hAnsi="Calibri"/>
                  <w:color w:val="0000FF"/>
                  <w:sz w:val="18"/>
                  <w:szCs w:val="22"/>
                </w:rPr>
                <w:t>FW2</w:t>
              </w:r>
            </w:hyperlink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Holt Switch - North Andrews 138 kV Line upgrade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278F6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hyperlink r:id="rId13" w:anchor="RANGE!A1" w:history="1">
              <w:r w:rsidR="00D87429" w:rsidRPr="00833FF0">
                <w:rPr>
                  <w:rFonts w:ascii="Calibri" w:hAnsi="Calibri"/>
                  <w:color w:val="0000FF"/>
                  <w:sz w:val="18"/>
                  <w:szCs w:val="22"/>
                </w:rPr>
                <w:t>FW3</w:t>
              </w:r>
            </w:hyperlink>
          </w:p>
        </w:tc>
        <w:tc>
          <w:tcPr>
            <w:tcW w:w="4090" w:type="dxa"/>
            <w:hideMark/>
          </w:tcPr>
          <w:p w:rsidR="00D87429" w:rsidRPr="00D87429" w:rsidRDefault="00D278F6" w:rsidP="00D87429">
            <w:pPr>
              <w:rPr>
                <w:rFonts w:ascii="Calibri" w:hAnsi="Calibri"/>
                <w:sz w:val="18"/>
                <w:szCs w:val="22"/>
              </w:rPr>
            </w:pPr>
            <w:hyperlink r:id="rId14" w:anchor="RANGE!A1" w:history="1">
              <w:r w:rsidR="00D87429" w:rsidRPr="00833FF0">
                <w:rPr>
                  <w:rFonts w:ascii="Calibri" w:hAnsi="Calibri"/>
                  <w:sz w:val="18"/>
                  <w:szCs w:val="22"/>
                </w:rPr>
                <w:t>Add a dynamic reactive device at Mason</w:t>
              </w:r>
            </w:hyperlink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278F6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hyperlink r:id="rId15" w:anchor="RANGE!A1" w:history="1">
              <w:r w:rsidR="00D87429" w:rsidRPr="00833FF0">
                <w:rPr>
                  <w:rFonts w:ascii="Calibri" w:hAnsi="Calibri"/>
                  <w:color w:val="0000FF"/>
                  <w:sz w:val="18"/>
                  <w:szCs w:val="22"/>
                </w:rPr>
                <w:t>W1</w:t>
              </w:r>
            </w:hyperlink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833FF0">
              <w:rPr>
                <w:rFonts w:ascii="Calibri" w:hAnsi="Calibri"/>
                <w:sz w:val="18"/>
                <w:szCs w:val="22"/>
              </w:rPr>
              <w:t xml:space="preserve">Campwood - Montell - </w:t>
            </w:r>
            <w:r w:rsidRPr="00D87429">
              <w:rPr>
                <w:rFonts w:ascii="Calibri" w:hAnsi="Calibri"/>
                <w:sz w:val="18"/>
                <w:szCs w:val="22"/>
              </w:rPr>
              <w:t>Uvalde 69-kV line upgrade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278F6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hyperlink r:id="rId16" w:anchor="RANGE!A1" w:history="1">
              <w:r w:rsidR="00D87429" w:rsidRPr="00833FF0">
                <w:rPr>
                  <w:rFonts w:ascii="Calibri" w:hAnsi="Calibri"/>
                  <w:color w:val="0000FF"/>
                  <w:sz w:val="18"/>
                  <w:szCs w:val="22"/>
                </w:rPr>
                <w:t>W2</w:t>
              </w:r>
            </w:hyperlink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Add a second 345/138-kV autotransformer at Twin Buttes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278F6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hyperlink r:id="rId17" w:anchor="RANGE!A1" w:history="1">
              <w:r w:rsidR="00D87429" w:rsidRPr="00833FF0">
                <w:rPr>
                  <w:rFonts w:ascii="Calibri" w:hAnsi="Calibri"/>
                  <w:color w:val="0000FF"/>
                  <w:sz w:val="18"/>
                  <w:szCs w:val="22"/>
                </w:rPr>
                <w:t>W3</w:t>
              </w:r>
            </w:hyperlink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Addition of a 50 MVAR Shunt Reactor at Clayton 345KV station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278F6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hyperlink r:id="rId18" w:anchor="RANGE!A1" w:history="1">
              <w:r w:rsidR="00D87429" w:rsidRPr="00833FF0">
                <w:rPr>
                  <w:rFonts w:ascii="Calibri" w:hAnsi="Calibri"/>
                  <w:color w:val="0000FF"/>
                  <w:sz w:val="18"/>
                  <w:szCs w:val="22"/>
                </w:rPr>
                <w:t>W4</w:t>
              </w:r>
            </w:hyperlink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 xml:space="preserve">Abilene Northwest </w:t>
            </w:r>
            <w:r w:rsidRPr="00833FF0">
              <w:rPr>
                <w:rFonts w:ascii="Calibri" w:hAnsi="Calibri"/>
                <w:sz w:val="18"/>
                <w:szCs w:val="22"/>
              </w:rPr>
              <w:t xml:space="preserve">- </w:t>
            </w:r>
            <w:r w:rsidRPr="00D87429">
              <w:rPr>
                <w:rFonts w:ascii="Calibri" w:hAnsi="Calibri"/>
                <w:sz w:val="18"/>
                <w:szCs w:val="22"/>
              </w:rPr>
              <w:t>Abilene Elm Creek 69 kV line upgrade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278F6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hyperlink r:id="rId19" w:anchor="RANGE!A1" w:history="1">
              <w:r w:rsidR="00D87429" w:rsidRPr="00833FF0">
                <w:rPr>
                  <w:rFonts w:ascii="Calibri" w:hAnsi="Calibri"/>
                  <w:color w:val="0000FF"/>
                  <w:sz w:val="18"/>
                  <w:szCs w:val="22"/>
                </w:rPr>
                <w:t>W5</w:t>
              </w:r>
            </w:hyperlink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Add a second 345/138 kV transformer at Vealmoor - Sharyland Utilities station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278F6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hyperlink r:id="rId20" w:anchor="RANGE!A1" w:history="1">
              <w:r w:rsidR="00D87429" w:rsidRPr="00833FF0">
                <w:rPr>
                  <w:rFonts w:ascii="Calibri" w:hAnsi="Calibri"/>
                  <w:color w:val="0000FF"/>
                  <w:sz w:val="18"/>
                  <w:szCs w:val="22"/>
                </w:rPr>
                <w:t>SC_1</w:t>
              </w:r>
            </w:hyperlink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833FF0">
              <w:rPr>
                <w:rFonts w:ascii="Calibri" w:hAnsi="Calibri"/>
                <w:sz w:val="18"/>
                <w:szCs w:val="22"/>
              </w:rPr>
              <w:t xml:space="preserve">Luling </w:t>
            </w:r>
            <w:r w:rsidRPr="00D87429">
              <w:rPr>
                <w:rFonts w:ascii="Calibri" w:hAnsi="Calibri"/>
                <w:sz w:val="18"/>
                <w:szCs w:val="22"/>
              </w:rPr>
              <w:t>to  Deer Creek</w:t>
            </w:r>
            <w:r w:rsidRPr="00833FF0">
              <w:rPr>
                <w:rFonts w:ascii="Calibri" w:hAnsi="Calibri"/>
                <w:sz w:val="18"/>
                <w:szCs w:val="22"/>
              </w:rPr>
              <w:t xml:space="preserve"> </w:t>
            </w:r>
            <w:r w:rsidRPr="00D87429">
              <w:rPr>
                <w:rFonts w:ascii="Calibri" w:hAnsi="Calibri"/>
                <w:sz w:val="18"/>
                <w:szCs w:val="22"/>
              </w:rPr>
              <w:t>69kV line rebuild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278F6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hyperlink r:id="rId21" w:anchor="RANGE!A1" w:history="1">
              <w:r w:rsidR="00D87429" w:rsidRPr="00833FF0">
                <w:rPr>
                  <w:rFonts w:ascii="Calibri" w:hAnsi="Calibri"/>
                  <w:color w:val="0000FF"/>
                  <w:sz w:val="18"/>
                  <w:szCs w:val="22"/>
                </w:rPr>
                <w:t>SC_2</w:t>
              </w:r>
            </w:hyperlink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 xml:space="preserve">Fayette River Pump </w:t>
            </w:r>
            <w:r w:rsidRPr="00833FF0">
              <w:rPr>
                <w:rFonts w:ascii="Calibri" w:hAnsi="Calibri"/>
                <w:sz w:val="18"/>
                <w:szCs w:val="22"/>
              </w:rPr>
              <w:t>-</w:t>
            </w:r>
            <w:r w:rsidRPr="00D87429">
              <w:rPr>
                <w:rFonts w:ascii="Calibri" w:hAnsi="Calibri"/>
                <w:sz w:val="18"/>
                <w:szCs w:val="22"/>
              </w:rPr>
              <w:t xml:space="preserve">  Weimar 138 kV line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278F6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hyperlink r:id="rId22" w:anchor="RANGE!A1" w:history="1">
              <w:r w:rsidR="00D87429" w:rsidRPr="00833FF0">
                <w:rPr>
                  <w:rFonts w:ascii="Calibri" w:hAnsi="Calibri"/>
                  <w:color w:val="0000FF"/>
                  <w:sz w:val="18"/>
                  <w:szCs w:val="22"/>
                </w:rPr>
                <w:t>SC_3</w:t>
              </w:r>
            </w:hyperlink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Flatonia - Hallettsville 138kV line rebuild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278F6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hyperlink r:id="rId23" w:anchor="RANGE!A1" w:history="1">
              <w:r w:rsidR="00D87429" w:rsidRPr="00833FF0">
                <w:rPr>
                  <w:rFonts w:ascii="Calibri" w:hAnsi="Calibri"/>
                  <w:color w:val="0000FF"/>
                  <w:sz w:val="18"/>
                  <w:szCs w:val="22"/>
                </w:rPr>
                <w:t>SC_4</w:t>
              </w:r>
            </w:hyperlink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Add a 31.2 Mvar capacitor bank at the Milton 138kV substation.</w:t>
            </w:r>
          </w:p>
        </w:tc>
      </w:tr>
      <w:tr w:rsidR="00DA1FB7" w:rsidRPr="00833FF0" w:rsidTr="00DA1FB7">
        <w:trPr>
          <w:trHeight w:val="288"/>
        </w:trPr>
        <w:tc>
          <w:tcPr>
            <w:tcW w:w="813" w:type="dxa"/>
            <w:noWrap/>
          </w:tcPr>
          <w:p w:rsidR="00DA1FB7" w:rsidRPr="00D87429" w:rsidRDefault="00DA1FB7" w:rsidP="00684958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S1</w:t>
            </w:r>
          </w:p>
        </w:tc>
        <w:tc>
          <w:tcPr>
            <w:tcW w:w="4090" w:type="dxa"/>
          </w:tcPr>
          <w:p w:rsidR="00DA1FB7" w:rsidRPr="00D87429" w:rsidRDefault="00DA1FB7" w:rsidP="00684958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George West 138/69-kV autotransformer  upgrade</w:t>
            </w:r>
          </w:p>
        </w:tc>
      </w:tr>
      <w:tr w:rsidR="00DA1FB7" w:rsidRPr="00833FF0" w:rsidTr="00DA1FB7">
        <w:trPr>
          <w:trHeight w:val="260"/>
        </w:trPr>
        <w:tc>
          <w:tcPr>
            <w:tcW w:w="813" w:type="dxa"/>
            <w:noWrap/>
          </w:tcPr>
          <w:p w:rsidR="00DA1FB7" w:rsidRPr="00D87429" w:rsidRDefault="00DA1FB7" w:rsidP="00684958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833FF0">
              <w:rPr>
                <w:rFonts w:ascii="Calibri" w:hAnsi="Calibri"/>
                <w:color w:val="0000FF"/>
                <w:sz w:val="18"/>
                <w:szCs w:val="22"/>
              </w:rPr>
              <w:t>S</w:t>
            </w: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2</w:t>
            </w:r>
          </w:p>
        </w:tc>
        <w:tc>
          <w:tcPr>
            <w:tcW w:w="4090" w:type="dxa"/>
          </w:tcPr>
          <w:p w:rsidR="00DA1FB7" w:rsidRPr="00D87429" w:rsidRDefault="00DA1FB7" w:rsidP="00684958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New Barney Davis to N Padre 138kV line</w:t>
            </w:r>
          </w:p>
        </w:tc>
      </w:tr>
      <w:tr w:rsidR="00DA1FB7" w:rsidRPr="00833FF0" w:rsidTr="00DA1FB7">
        <w:trPr>
          <w:trHeight w:val="288"/>
        </w:trPr>
        <w:tc>
          <w:tcPr>
            <w:tcW w:w="813" w:type="dxa"/>
            <w:noWrap/>
          </w:tcPr>
          <w:p w:rsidR="00DA1FB7" w:rsidRPr="00D87429" w:rsidRDefault="00DA1FB7" w:rsidP="00684958">
            <w:pPr>
              <w:jc w:val="center"/>
              <w:rPr>
                <w:rFonts w:ascii="Cambria" w:hAnsi="Cambria"/>
                <w:b/>
                <w:bCs/>
                <w:sz w:val="18"/>
                <w:szCs w:val="28"/>
              </w:rPr>
            </w:pPr>
            <w:r w:rsidRPr="00D87429">
              <w:rPr>
                <w:rFonts w:ascii="Cambria" w:hAnsi="Cambria"/>
                <w:b/>
                <w:bCs/>
                <w:sz w:val="18"/>
                <w:szCs w:val="28"/>
              </w:rPr>
              <w:t>Project Index</w:t>
            </w:r>
          </w:p>
        </w:tc>
        <w:tc>
          <w:tcPr>
            <w:tcW w:w="4090" w:type="dxa"/>
          </w:tcPr>
          <w:p w:rsidR="00DA1FB7" w:rsidRPr="00D87429" w:rsidRDefault="00DA1FB7" w:rsidP="00684958">
            <w:pPr>
              <w:jc w:val="center"/>
              <w:rPr>
                <w:rFonts w:ascii="Cambria" w:hAnsi="Cambria"/>
                <w:b/>
                <w:bCs/>
                <w:sz w:val="18"/>
                <w:szCs w:val="28"/>
              </w:rPr>
            </w:pPr>
            <w:r w:rsidRPr="00D87429">
              <w:rPr>
                <w:rFonts w:ascii="Cambria" w:hAnsi="Cambria"/>
                <w:b/>
                <w:bCs/>
                <w:sz w:val="18"/>
                <w:szCs w:val="28"/>
              </w:rPr>
              <w:t>Project Description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S3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833FF0">
              <w:rPr>
                <w:rFonts w:ascii="Calibri" w:hAnsi="Calibri"/>
                <w:sz w:val="18"/>
                <w:szCs w:val="22"/>
              </w:rPr>
              <w:t xml:space="preserve">Crystal - Carrizo </w:t>
            </w:r>
            <w:r w:rsidRPr="00D87429">
              <w:rPr>
                <w:rFonts w:ascii="Calibri" w:hAnsi="Calibri"/>
                <w:sz w:val="18"/>
                <w:szCs w:val="22"/>
              </w:rPr>
              <w:t xml:space="preserve"> 138-kV line upgrade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S4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 xml:space="preserve">Cross Valley Project tap at South McAllen 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S5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833FF0">
              <w:rPr>
                <w:rFonts w:ascii="Calibri" w:hAnsi="Calibri"/>
                <w:sz w:val="18"/>
                <w:szCs w:val="22"/>
              </w:rPr>
              <w:t xml:space="preserve">Escondido to Eagle Pass </w:t>
            </w:r>
            <w:r w:rsidRPr="00D87429">
              <w:rPr>
                <w:rFonts w:ascii="Calibri" w:hAnsi="Calibri"/>
                <w:sz w:val="18"/>
                <w:szCs w:val="22"/>
              </w:rPr>
              <w:t>138kV line upgrade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S6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Bu</w:t>
            </w:r>
            <w:r w:rsidRPr="00833FF0">
              <w:rPr>
                <w:rFonts w:ascii="Calibri" w:hAnsi="Calibri"/>
                <w:sz w:val="18"/>
                <w:szCs w:val="22"/>
              </w:rPr>
              <w:t xml:space="preserve">ild 138-kV line from Escondido </w:t>
            </w:r>
            <w:r w:rsidRPr="00D87429">
              <w:rPr>
                <w:rFonts w:ascii="Calibri" w:hAnsi="Calibri"/>
                <w:sz w:val="18"/>
                <w:szCs w:val="22"/>
              </w:rPr>
              <w:t xml:space="preserve"> to Brackettville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S7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833FF0">
              <w:rPr>
                <w:rFonts w:ascii="Calibri" w:hAnsi="Calibri"/>
                <w:sz w:val="18"/>
                <w:szCs w:val="22"/>
              </w:rPr>
              <w:t xml:space="preserve">Melon Creek  - Tatton </w:t>
            </w:r>
            <w:r w:rsidRPr="00D87429">
              <w:rPr>
                <w:rFonts w:ascii="Calibri" w:hAnsi="Calibri"/>
                <w:sz w:val="18"/>
                <w:szCs w:val="22"/>
              </w:rPr>
              <w:t xml:space="preserve"> line upgrades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S8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833FF0">
              <w:rPr>
                <w:rFonts w:ascii="Calibri" w:hAnsi="Calibri"/>
                <w:sz w:val="18"/>
                <w:szCs w:val="22"/>
              </w:rPr>
              <w:t>Champlin 138/69 kV tap with line rebuild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S9</w:t>
            </w:r>
          </w:p>
        </w:tc>
        <w:tc>
          <w:tcPr>
            <w:tcW w:w="4090" w:type="dxa"/>
            <w:hideMark/>
          </w:tcPr>
          <w:p w:rsidR="00D87429" w:rsidRPr="00D87429" w:rsidRDefault="00D87429" w:rsidP="00DA1FB7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 xml:space="preserve">Rebuild </w:t>
            </w:r>
            <w:r w:rsidRPr="00833FF0">
              <w:rPr>
                <w:rFonts w:ascii="Calibri" w:hAnsi="Calibri"/>
                <w:sz w:val="18"/>
                <w:szCs w:val="22"/>
              </w:rPr>
              <w:t>69 kV circuits in the San Miguel-Calliham-George West area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S10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Three</w:t>
            </w:r>
            <w:r w:rsidRPr="00833FF0">
              <w:rPr>
                <w:rFonts w:ascii="Calibri" w:hAnsi="Calibri"/>
                <w:sz w:val="18"/>
                <w:szCs w:val="22"/>
              </w:rPr>
              <w:t xml:space="preserve"> </w:t>
            </w:r>
            <w:r w:rsidRPr="00D87429">
              <w:rPr>
                <w:rFonts w:ascii="Calibri" w:hAnsi="Calibri"/>
                <w:sz w:val="18"/>
                <w:szCs w:val="22"/>
              </w:rPr>
              <w:t>River - Beeville - line rebuild and conversion from 69kV to 138kV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S11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 xml:space="preserve">Add a 20 Mvar capacitor bank at the </w:t>
            </w:r>
            <w:r w:rsidRPr="00833FF0">
              <w:rPr>
                <w:rFonts w:ascii="Calibri" w:hAnsi="Calibri"/>
                <w:sz w:val="18"/>
                <w:szCs w:val="22"/>
              </w:rPr>
              <w:t>Bessel 138kV</w:t>
            </w:r>
            <w:r w:rsidRPr="00D87429">
              <w:rPr>
                <w:rFonts w:ascii="Calibri" w:hAnsi="Calibri"/>
                <w:sz w:val="18"/>
                <w:szCs w:val="22"/>
              </w:rPr>
              <w:t xml:space="preserve"> substation.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S12</w:t>
            </w:r>
          </w:p>
        </w:tc>
        <w:tc>
          <w:tcPr>
            <w:tcW w:w="4090" w:type="dxa"/>
            <w:hideMark/>
          </w:tcPr>
          <w:p w:rsidR="00D87429" w:rsidRPr="00D87429" w:rsidRDefault="00DA1FB7" w:rsidP="00DA1FB7">
            <w:pPr>
              <w:rPr>
                <w:rFonts w:ascii="Calibri" w:hAnsi="Calibri"/>
                <w:sz w:val="18"/>
                <w:szCs w:val="22"/>
              </w:rPr>
            </w:pPr>
            <w:r w:rsidRPr="00833FF0">
              <w:rPr>
                <w:rFonts w:ascii="Calibri" w:hAnsi="Calibri"/>
                <w:sz w:val="18"/>
                <w:szCs w:val="22"/>
              </w:rPr>
              <w:t xml:space="preserve">Add new North Hill </w:t>
            </w:r>
            <w:r w:rsidR="00D87429" w:rsidRPr="00D87429">
              <w:rPr>
                <w:rFonts w:ascii="Calibri" w:hAnsi="Calibri"/>
                <w:sz w:val="18"/>
                <w:szCs w:val="22"/>
              </w:rPr>
              <w:t>- Zia 345kV line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S13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Koch Up River Road 138/69 kV autotransformer upgrade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S14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 xml:space="preserve">Add statcom at Pharr 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S15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 xml:space="preserve">Upgrade 69 kV line between BigFootand Pearsall 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S16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Add second S</w:t>
            </w:r>
            <w:r w:rsidRPr="00833FF0">
              <w:rPr>
                <w:rFonts w:ascii="Calibri" w:hAnsi="Calibri"/>
                <w:sz w:val="18"/>
                <w:szCs w:val="22"/>
              </w:rPr>
              <w:t xml:space="preserve">outh </w:t>
            </w:r>
            <w:r w:rsidRPr="00D87429">
              <w:rPr>
                <w:rFonts w:ascii="Calibri" w:hAnsi="Calibri"/>
                <w:sz w:val="18"/>
                <w:szCs w:val="22"/>
              </w:rPr>
              <w:t>McAllen 345-138kV auto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S17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Add  Molina-Cenizo 345-138kV Auto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S18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Replace two Miguel 345-138kV autos and add 6.7-ohm series reactors on 138 kV side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S19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Add second Palmito  345-138kV auto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S20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Upgrade Oaks 138-69kV autotransformer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S21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Dilley  - Cotulla 69kV line upgrade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87429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r w:rsidRPr="00D87429">
              <w:rPr>
                <w:rFonts w:ascii="Calibri" w:hAnsi="Calibri"/>
                <w:color w:val="0000FF"/>
                <w:sz w:val="18"/>
                <w:szCs w:val="22"/>
              </w:rPr>
              <w:t>S22</w:t>
            </w:r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Pleasanton  - Jourdanton  69 kV line upgrade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278F6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hyperlink r:id="rId24" w:anchor="RANGE!A1" w:history="1">
              <w:r w:rsidR="00D87429" w:rsidRPr="00833FF0">
                <w:rPr>
                  <w:rFonts w:ascii="Calibri" w:hAnsi="Calibri"/>
                  <w:color w:val="0000FF"/>
                  <w:sz w:val="18"/>
                  <w:szCs w:val="22"/>
                </w:rPr>
                <w:t>C1</w:t>
              </w:r>
            </w:hyperlink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 xml:space="preserve">Switched shunt at Jones Creek 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278F6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hyperlink r:id="rId25" w:anchor="RANGE!A1" w:history="1">
              <w:r w:rsidR="00D87429" w:rsidRPr="00833FF0">
                <w:rPr>
                  <w:rFonts w:ascii="Calibri" w:hAnsi="Calibri"/>
                  <w:color w:val="0000FF"/>
                  <w:sz w:val="18"/>
                  <w:szCs w:val="22"/>
                </w:rPr>
                <w:t>C2</w:t>
              </w:r>
            </w:hyperlink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Dunlavy  to Heights  69-kV line upgrade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278F6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hyperlink r:id="rId26" w:anchor="RANGE!A1" w:history="1">
              <w:r w:rsidR="00D87429" w:rsidRPr="00833FF0">
                <w:rPr>
                  <w:rFonts w:ascii="Calibri" w:hAnsi="Calibri"/>
                  <w:color w:val="0000FF"/>
                  <w:sz w:val="18"/>
                  <w:szCs w:val="22"/>
                </w:rPr>
                <w:t>C3</w:t>
              </w:r>
            </w:hyperlink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 xml:space="preserve">Second switched shunt at Velasco 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278F6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hyperlink r:id="rId27" w:anchor="RANGE!A1" w:history="1">
              <w:r w:rsidR="00D87429" w:rsidRPr="00833FF0">
                <w:rPr>
                  <w:rFonts w:ascii="Calibri" w:hAnsi="Calibri"/>
                  <w:color w:val="0000FF"/>
                  <w:sz w:val="18"/>
                  <w:szCs w:val="22"/>
                </w:rPr>
                <w:t>C4</w:t>
              </w:r>
            </w:hyperlink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Hardy  - North Side  138-kV line upgrade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278F6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hyperlink r:id="rId28" w:anchor="RANGE!A1" w:history="1">
              <w:r w:rsidR="00D87429" w:rsidRPr="00833FF0">
                <w:rPr>
                  <w:rFonts w:ascii="Calibri" w:hAnsi="Calibri"/>
                  <w:color w:val="0000FF"/>
                  <w:sz w:val="18"/>
                  <w:szCs w:val="22"/>
                </w:rPr>
                <w:t>C5</w:t>
              </w:r>
            </w:hyperlink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Obrien  - Clodine  138-kV line thermal uprate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278F6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hyperlink r:id="rId29" w:anchor="RANGE!A1" w:history="1">
              <w:r w:rsidR="00D87429" w:rsidRPr="00833FF0">
                <w:rPr>
                  <w:rFonts w:ascii="Calibri" w:hAnsi="Calibri"/>
                  <w:color w:val="0000FF"/>
                  <w:sz w:val="18"/>
                  <w:szCs w:val="22"/>
                </w:rPr>
                <w:t>C6</w:t>
              </w:r>
            </w:hyperlink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Clodine  - Barker  138-kV line upgrade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278F6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hyperlink r:id="rId30" w:anchor="RANGE!A1" w:history="1">
              <w:r w:rsidR="00D87429" w:rsidRPr="00833FF0">
                <w:rPr>
                  <w:rFonts w:ascii="Calibri" w:hAnsi="Calibri"/>
                  <w:color w:val="0000FF"/>
                  <w:sz w:val="18"/>
                  <w:szCs w:val="22"/>
                </w:rPr>
                <w:t>C7</w:t>
              </w:r>
            </w:hyperlink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 xml:space="preserve">Autotransformer addition at Zenith 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278F6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hyperlink r:id="rId31" w:anchor="RANGE!A1" w:history="1">
              <w:r w:rsidR="00D87429" w:rsidRPr="00833FF0">
                <w:rPr>
                  <w:rFonts w:ascii="Calibri" w:hAnsi="Calibri"/>
                  <w:color w:val="0000FF"/>
                  <w:sz w:val="18"/>
                  <w:szCs w:val="22"/>
                </w:rPr>
                <w:t>C8</w:t>
              </w:r>
            </w:hyperlink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 xml:space="preserve">Switched shunts at MaGill  and Bay City 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278F6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hyperlink r:id="rId32" w:anchor="RANGE!A1" w:history="1">
              <w:r w:rsidR="00D87429" w:rsidRPr="00833FF0">
                <w:rPr>
                  <w:rFonts w:ascii="Calibri" w:hAnsi="Calibri"/>
                  <w:color w:val="0000FF"/>
                  <w:sz w:val="18"/>
                  <w:szCs w:val="22"/>
                </w:rPr>
                <w:t>E1</w:t>
              </w:r>
            </w:hyperlink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Trinidad   to Winkler 138-kV line upgrade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278F6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hyperlink r:id="rId33" w:anchor="RANGE!A1" w:history="1">
              <w:r w:rsidR="00D87429" w:rsidRPr="00833FF0">
                <w:rPr>
                  <w:rFonts w:ascii="Calibri" w:hAnsi="Calibri"/>
                  <w:color w:val="0000FF"/>
                  <w:sz w:val="18"/>
                  <w:szCs w:val="22"/>
                </w:rPr>
                <w:t>E2</w:t>
              </w:r>
            </w:hyperlink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Stryker Creek  - Nacogdoches  138-kV line upgrades</w:t>
            </w:r>
          </w:p>
        </w:tc>
      </w:tr>
      <w:tr w:rsidR="00D87429" w:rsidRPr="00833FF0" w:rsidTr="00DA1FB7">
        <w:trPr>
          <w:trHeight w:val="288"/>
        </w:trPr>
        <w:tc>
          <w:tcPr>
            <w:tcW w:w="813" w:type="dxa"/>
            <w:noWrap/>
            <w:hideMark/>
          </w:tcPr>
          <w:p w:rsidR="00D87429" w:rsidRPr="00D87429" w:rsidRDefault="00D278F6" w:rsidP="00D87429">
            <w:pPr>
              <w:jc w:val="center"/>
              <w:rPr>
                <w:rFonts w:ascii="Calibri" w:hAnsi="Calibri"/>
                <w:color w:val="0000FF"/>
                <w:sz w:val="18"/>
                <w:szCs w:val="22"/>
              </w:rPr>
            </w:pPr>
            <w:hyperlink r:id="rId34" w:anchor="RANGE!A1" w:history="1">
              <w:r w:rsidR="00D87429" w:rsidRPr="00833FF0">
                <w:rPr>
                  <w:rFonts w:ascii="Calibri" w:hAnsi="Calibri"/>
                  <w:color w:val="0000FF"/>
                  <w:sz w:val="18"/>
                  <w:szCs w:val="22"/>
                </w:rPr>
                <w:t>E3</w:t>
              </w:r>
            </w:hyperlink>
          </w:p>
        </w:tc>
        <w:tc>
          <w:tcPr>
            <w:tcW w:w="4090" w:type="dxa"/>
            <w:hideMark/>
          </w:tcPr>
          <w:p w:rsidR="00D87429" w:rsidRPr="00D87429" w:rsidRDefault="00D87429" w:rsidP="00D87429">
            <w:pPr>
              <w:rPr>
                <w:rFonts w:ascii="Calibri" w:hAnsi="Calibri"/>
                <w:sz w:val="18"/>
                <w:szCs w:val="22"/>
              </w:rPr>
            </w:pPr>
            <w:r w:rsidRPr="00D87429">
              <w:rPr>
                <w:rFonts w:ascii="Calibri" w:hAnsi="Calibri"/>
                <w:sz w:val="18"/>
                <w:szCs w:val="22"/>
              </w:rPr>
              <w:t>Stryker Creek  - Douglas  138-kV line upgrade</w:t>
            </w:r>
          </w:p>
        </w:tc>
      </w:tr>
    </w:tbl>
    <w:p w:rsidR="003126F5" w:rsidRPr="00833FF0" w:rsidRDefault="003126F5" w:rsidP="003126F5"/>
    <w:p w:rsidR="00DA1FB7" w:rsidRPr="00833FF0" w:rsidRDefault="00DA1FB7" w:rsidP="003126F5">
      <w:pPr>
        <w:sectPr w:rsidR="00DA1FB7" w:rsidRPr="00833FF0" w:rsidSect="00DA1FB7">
          <w:headerReference w:type="even" r:id="rId35"/>
          <w:headerReference w:type="first" r:id="rId36"/>
          <w:pgSz w:w="12240" w:h="15840"/>
          <w:pgMar w:top="1440" w:right="1440" w:bottom="1440" w:left="1440" w:header="720" w:footer="720" w:gutter="0"/>
          <w:pgNumType w:start="1"/>
          <w:cols w:num="2" w:space="720"/>
          <w:docGrid w:linePitch="360"/>
        </w:sectPr>
      </w:pPr>
    </w:p>
    <w:p w:rsidR="003126F5" w:rsidRPr="00833FF0" w:rsidRDefault="00DA1FB7" w:rsidP="00DA1FB7">
      <w:pPr>
        <w:tabs>
          <w:tab w:val="left" w:pos="5507"/>
        </w:tabs>
      </w:pPr>
      <w:r w:rsidRPr="00833FF0">
        <w:tab/>
      </w:r>
    </w:p>
    <w:sectPr w:rsidR="003126F5" w:rsidRPr="00833FF0" w:rsidSect="00DA1FB7">
      <w:type w:val="continuous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8F6" w:rsidRDefault="00D278F6">
      <w:r>
        <w:separator/>
      </w:r>
    </w:p>
  </w:endnote>
  <w:endnote w:type="continuationSeparator" w:id="0">
    <w:p w:rsidR="00D278F6" w:rsidRDefault="00D27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6E4" w:rsidRPr="001F7C8D" w:rsidRDefault="00D476E4" w:rsidP="003C5767">
    <w:pPr>
      <w:pStyle w:val="table"/>
      <w:tabs>
        <w:tab w:val="right" w:pos="9360"/>
      </w:tabs>
      <w:rPr>
        <w:sz w:val="21"/>
        <w:szCs w:val="21"/>
      </w:rPr>
    </w:pPr>
    <w:r w:rsidRPr="00400806">
      <w:rPr>
        <w:rStyle w:val="PageNumber"/>
        <w:sz w:val="16"/>
        <w:szCs w:val="16"/>
      </w:rPr>
      <w:t>© 20</w:t>
    </w:r>
    <w:r>
      <w:rPr>
        <w:rStyle w:val="PageNumber"/>
        <w:sz w:val="16"/>
        <w:szCs w:val="16"/>
      </w:rPr>
      <w:t>1</w:t>
    </w:r>
    <w:r w:rsidR="002D78CF">
      <w:rPr>
        <w:rStyle w:val="PageNumber"/>
        <w:sz w:val="16"/>
        <w:szCs w:val="16"/>
      </w:rPr>
      <w:t>5</w:t>
    </w:r>
    <w:r w:rsidRPr="00400806">
      <w:rPr>
        <w:rStyle w:val="PageNumber"/>
        <w:sz w:val="16"/>
        <w:szCs w:val="16"/>
      </w:rPr>
      <w:t xml:space="preserve"> Electric Reliability Council of Texas, Inc. All rights reserved.</w:t>
    </w:r>
    <w:r w:rsidR="00074F52">
      <w:rPr>
        <w:rStyle w:val="PageNumber"/>
        <w:rFonts w:ascii="Times New Roman" w:hAnsi="Times New Roman"/>
        <w:sz w:val="24"/>
      </w:rPr>
      <w:tab/>
    </w:r>
    <w:r>
      <w:rPr>
        <w:rStyle w:val="PageNumber"/>
        <w:rFonts w:ascii="Times New Roman" w:hAnsi="Times New Roman"/>
        <w:sz w:val="24"/>
      </w:rPr>
      <w:fldChar w:fldCharType="begin"/>
    </w:r>
    <w:r>
      <w:rPr>
        <w:rStyle w:val="PageNumber"/>
        <w:rFonts w:ascii="Times New Roman" w:hAnsi="Times New Roman"/>
        <w:sz w:val="24"/>
      </w:rPr>
      <w:instrText xml:space="preserve"> PAGE </w:instrText>
    </w:r>
    <w:r>
      <w:rPr>
        <w:rStyle w:val="PageNumber"/>
        <w:rFonts w:ascii="Times New Roman" w:hAnsi="Times New Roman"/>
        <w:sz w:val="24"/>
      </w:rPr>
      <w:fldChar w:fldCharType="separate"/>
    </w:r>
    <w:r w:rsidR="00A344ED">
      <w:rPr>
        <w:rStyle w:val="PageNumber"/>
        <w:rFonts w:ascii="Times New Roman" w:hAnsi="Times New Roman"/>
        <w:noProof/>
        <w:sz w:val="24"/>
      </w:rPr>
      <w:t>1</w:t>
    </w:r>
    <w:r>
      <w:rPr>
        <w:rStyle w:val="PageNumber"/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8F6" w:rsidRDefault="00D278F6">
      <w:r>
        <w:separator/>
      </w:r>
    </w:p>
  </w:footnote>
  <w:footnote w:type="continuationSeparator" w:id="0">
    <w:p w:rsidR="00D278F6" w:rsidRDefault="00D278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F67" w:rsidRDefault="00D278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F67" w:rsidRDefault="00D278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25F69"/>
    <w:multiLevelType w:val="hybridMultilevel"/>
    <w:tmpl w:val="367EE238"/>
    <w:lvl w:ilvl="0" w:tplc="754AF1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6A15B6"/>
    <w:multiLevelType w:val="hybridMultilevel"/>
    <w:tmpl w:val="9B78E20C"/>
    <w:lvl w:ilvl="0" w:tplc="B47A1D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90CA5"/>
    <w:multiLevelType w:val="hybridMultilevel"/>
    <w:tmpl w:val="6A4077CC"/>
    <w:lvl w:ilvl="0" w:tplc="754AF1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BF4EF9"/>
    <w:multiLevelType w:val="hybridMultilevel"/>
    <w:tmpl w:val="9B48AD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54AF1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D2013"/>
    <w:multiLevelType w:val="hybridMultilevel"/>
    <w:tmpl w:val="55E00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65FBE"/>
    <w:multiLevelType w:val="hybridMultilevel"/>
    <w:tmpl w:val="A18020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776B8"/>
    <w:multiLevelType w:val="hybridMultilevel"/>
    <w:tmpl w:val="AA1464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F0FF2"/>
    <w:multiLevelType w:val="hybridMultilevel"/>
    <w:tmpl w:val="5DCA9592"/>
    <w:lvl w:ilvl="0" w:tplc="C3007B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93DB1"/>
    <w:multiLevelType w:val="hybridMultilevel"/>
    <w:tmpl w:val="081A4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91FD2"/>
    <w:multiLevelType w:val="multilevel"/>
    <w:tmpl w:val="9962E19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2"/>
      <w:numFmt w:val="upperLetter"/>
      <w:pStyle w:val="Heading2"/>
      <w:lvlText w:val="%2."/>
      <w:lvlJc w:val="left"/>
      <w:pPr>
        <w:tabs>
          <w:tab w:val="num" w:pos="1170"/>
        </w:tabs>
        <w:ind w:left="450" w:firstLine="72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0" w15:restartNumberingAfterBreak="0">
    <w:nsid w:val="1D8B23FF"/>
    <w:multiLevelType w:val="hybridMultilevel"/>
    <w:tmpl w:val="67F80490"/>
    <w:lvl w:ilvl="0" w:tplc="806AE6D0">
      <w:start w:val="1"/>
      <w:numFmt w:val="bullet"/>
      <w:pStyle w:val="bulletlevel1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1" w15:restartNumberingAfterBreak="0">
    <w:nsid w:val="1EBE20C7"/>
    <w:multiLevelType w:val="hybridMultilevel"/>
    <w:tmpl w:val="415CEF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754AF1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CF2EF5"/>
    <w:multiLevelType w:val="hybridMultilevel"/>
    <w:tmpl w:val="9B48AD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54AF1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C45B58"/>
    <w:multiLevelType w:val="hybridMultilevel"/>
    <w:tmpl w:val="A0D0F402"/>
    <w:lvl w:ilvl="0" w:tplc="4D4CF5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914599"/>
    <w:multiLevelType w:val="hybridMultilevel"/>
    <w:tmpl w:val="49827A5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86623"/>
    <w:multiLevelType w:val="hybridMultilevel"/>
    <w:tmpl w:val="1ADCC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73D60"/>
    <w:multiLevelType w:val="hybridMultilevel"/>
    <w:tmpl w:val="A7ECA0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5D4A6EE8">
      <w:start w:val="1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494430"/>
    <w:multiLevelType w:val="hybridMultilevel"/>
    <w:tmpl w:val="9B48AD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54AF1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A77573"/>
    <w:multiLevelType w:val="hybridMultilevel"/>
    <w:tmpl w:val="07B6411C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D06AD0"/>
    <w:multiLevelType w:val="hybridMultilevel"/>
    <w:tmpl w:val="159C5ADC"/>
    <w:lvl w:ilvl="0" w:tplc="754AF1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B5422A7"/>
    <w:multiLevelType w:val="hybridMultilevel"/>
    <w:tmpl w:val="8340A3C8"/>
    <w:lvl w:ilvl="0" w:tplc="CDFAAF0A">
      <w:start w:val="1"/>
      <w:numFmt w:val="bullet"/>
      <w:pStyle w:val="bullet4level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86326"/>
    <w:multiLevelType w:val="hybridMultilevel"/>
    <w:tmpl w:val="9B48AD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54AF1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70949"/>
    <w:multiLevelType w:val="hybridMultilevel"/>
    <w:tmpl w:val="6714D0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16B0F66"/>
    <w:multiLevelType w:val="hybridMultilevel"/>
    <w:tmpl w:val="C6007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A5F3B"/>
    <w:multiLevelType w:val="hybridMultilevel"/>
    <w:tmpl w:val="138E8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5100D7"/>
    <w:multiLevelType w:val="hybridMultilevel"/>
    <w:tmpl w:val="B4A6E1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5A5748"/>
    <w:multiLevelType w:val="hybridMultilevel"/>
    <w:tmpl w:val="7D98D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659C4"/>
    <w:multiLevelType w:val="hybridMultilevel"/>
    <w:tmpl w:val="4DF2930E"/>
    <w:lvl w:ilvl="0" w:tplc="2788F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1161F"/>
    <w:multiLevelType w:val="hybridMultilevel"/>
    <w:tmpl w:val="3B6C2528"/>
    <w:lvl w:ilvl="0" w:tplc="9A8EA0A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0"/>
  </w:num>
  <w:num w:numId="4">
    <w:abstractNumId w:val="16"/>
  </w:num>
  <w:num w:numId="5">
    <w:abstractNumId w:val="18"/>
  </w:num>
  <w:num w:numId="6">
    <w:abstractNumId w:val="4"/>
  </w:num>
  <w:num w:numId="7">
    <w:abstractNumId w:val="1"/>
  </w:num>
  <w:num w:numId="8">
    <w:abstractNumId w:val="13"/>
  </w:num>
  <w:num w:numId="9">
    <w:abstractNumId w:val="11"/>
  </w:num>
  <w:num w:numId="10">
    <w:abstractNumId w:val="21"/>
  </w:num>
  <w:num w:numId="11">
    <w:abstractNumId w:val="17"/>
  </w:num>
  <w:num w:numId="12">
    <w:abstractNumId w:val="3"/>
  </w:num>
  <w:num w:numId="13">
    <w:abstractNumId w:val="12"/>
  </w:num>
  <w:num w:numId="14">
    <w:abstractNumId w:val="2"/>
  </w:num>
  <w:num w:numId="15">
    <w:abstractNumId w:val="0"/>
  </w:num>
  <w:num w:numId="16">
    <w:abstractNumId w:val="19"/>
  </w:num>
  <w:num w:numId="17">
    <w:abstractNumId w:val="25"/>
  </w:num>
  <w:num w:numId="18">
    <w:abstractNumId w:val="28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6"/>
  </w:num>
  <w:num w:numId="22">
    <w:abstractNumId w:val="27"/>
  </w:num>
  <w:num w:numId="23">
    <w:abstractNumId w:val="7"/>
  </w:num>
  <w:num w:numId="24">
    <w:abstractNumId w:val="24"/>
  </w:num>
  <w:num w:numId="25">
    <w:abstractNumId w:val="23"/>
  </w:num>
  <w:num w:numId="26">
    <w:abstractNumId w:val="26"/>
  </w:num>
  <w:num w:numId="27">
    <w:abstractNumId w:val="22"/>
  </w:num>
  <w:num w:numId="28">
    <w:abstractNumId w:val="15"/>
  </w:num>
  <w:num w:numId="29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8F1"/>
    <w:rsid w:val="000001D4"/>
    <w:rsid w:val="00000C54"/>
    <w:rsid w:val="00000D61"/>
    <w:rsid w:val="0000119C"/>
    <w:rsid w:val="00001B79"/>
    <w:rsid w:val="0000200C"/>
    <w:rsid w:val="00002114"/>
    <w:rsid w:val="00002163"/>
    <w:rsid w:val="00002AB9"/>
    <w:rsid w:val="00002ABE"/>
    <w:rsid w:val="00003986"/>
    <w:rsid w:val="000045C6"/>
    <w:rsid w:val="00004658"/>
    <w:rsid w:val="000053D7"/>
    <w:rsid w:val="000056F8"/>
    <w:rsid w:val="00005A7E"/>
    <w:rsid w:val="00005DD6"/>
    <w:rsid w:val="00005E54"/>
    <w:rsid w:val="00005EAD"/>
    <w:rsid w:val="00005EE2"/>
    <w:rsid w:val="00005FE3"/>
    <w:rsid w:val="000061A2"/>
    <w:rsid w:val="000073EC"/>
    <w:rsid w:val="000075F3"/>
    <w:rsid w:val="00007653"/>
    <w:rsid w:val="00010174"/>
    <w:rsid w:val="000104A6"/>
    <w:rsid w:val="000107B5"/>
    <w:rsid w:val="00010E38"/>
    <w:rsid w:val="0001118C"/>
    <w:rsid w:val="000112F2"/>
    <w:rsid w:val="000118CE"/>
    <w:rsid w:val="00011EA8"/>
    <w:rsid w:val="00012C85"/>
    <w:rsid w:val="00013F78"/>
    <w:rsid w:val="000145D3"/>
    <w:rsid w:val="000146E2"/>
    <w:rsid w:val="000148E7"/>
    <w:rsid w:val="00016333"/>
    <w:rsid w:val="00016A85"/>
    <w:rsid w:val="00016C63"/>
    <w:rsid w:val="00017CFC"/>
    <w:rsid w:val="000202B5"/>
    <w:rsid w:val="00020B35"/>
    <w:rsid w:val="000212FC"/>
    <w:rsid w:val="0002131E"/>
    <w:rsid w:val="00021320"/>
    <w:rsid w:val="00021C9A"/>
    <w:rsid w:val="0002215A"/>
    <w:rsid w:val="000227F5"/>
    <w:rsid w:val="00022952"/>
    <w:rsid w:val="00022B29"/>
    <w:rsid w:val="00023BF3"/>
    <w:rsid w:val="00023BFB"/>
    <w:rsid w:val="00023E2C"/>
    <w:rsid w:val="00024141"/>
    <w:rsid w:val="00024181"/>
    <w:rsid w:val="00024AB4"/>
    <w:rsid w:val="00024FF0"/>
    <w:rsid w:val="00025426"/>
    <w:rsid w:val="00026313"/>
    <w:rsid w:val="00026479"/>
    <w:rsid w:val="0002664B"/>
    <w:rsid w:val="0002711C"/>
    <w:rsid w:val="00027386"/>
    <w:rsid w:val="00027D9A"/>
    <w:rsid w:val="00027F6A"/>
    <w:rsid w:val="000300DE"/>
    <w:rsid w:val="000308BC"/>
    <w:rsid w:val="00030EE6"/>
    <w:rsid w:val="000310B8"/>
    <w:rsid w:val="00031636"/>
    <w:rsid w:val="00032402"/>
    <w:rsid w:val="00032487"/>
    <w:rsid w:val="00032A15"/>
    <w:rsid w:val="00032CBA"/>
    <w:rsid w:val="00032F7C"/>
    <w:rsid w:val="0003341B"/>
    <w:rsid w:val="00033E63"/>
    <w:rsid w:val="00034390"/>
    <w:rsid w:val="000346A3"/>
    <w:rsid w:val="0003515B"/>
    <w:rsid w:val="00035E4F"/>
    <w:rsid w:val="0003621D"/>
    <w:rsid w:val="000363F1"/>
    <w:rsid w:val="00036500"/>
    <w:rsid w:val="00036A74"/>
    <w:rsid w:val="00036F6E"/>
    <w:rsid w:val="00037C30"/>
    <w:rsid w:val="00037DCE"/>
    <w:rsid w:val="00040355"/>
    <w:rsid w:val="0004057A"/>
    <w:rsid w:val="00040DD1"/>
    <w:rsid w:val="00041607"/>
    <w:rsid w:val="0004165B"/>
    <w:rsid w:val="00041B92"/>
    <w:rsid w:val="00041D1E"/>
    <w:rsid w:val="000420F7"/>
    <w:rsid w:val="00042145"/>
    <w:rsid w:val="000422DB"/>
    <w:rsid w:val="00042589"/>
    <w:rsid w:val="000431C4"/>
    <w:rsid w:val="000437E2"/>
    <w:rsid w:val="000450EB"/>
    <w:rsid w:val="000460D8"/>
    <w:rsid w:val="000463BE"/>
    <w:rsid w:val="0004665D"/>
    <w:rsid w:val="00046794"/>
    <w:rsid w:val="00047298"/>
    <w:rsid w:val="00047393"/>
    <w:rsid w:val="00047BD0"/>
    <w:rsid w:val="00047DA6"/>
    <w:rsid w:val="00050021"/>
    <w:rsid w:val="00050604"/>
    <w:rsid w:val="00050E70"/>
    <w:rsid w:val="00051980"/>
    <w:rsid w:val="00051C80"/>
    <w:rsid w:val="000520E4"/>
    <w:rsid w:val="000523EC"/>
    <w:rsid w:val="000524D0"/>
    <w:rsid w:val="00052802"/>
    <w:rsid w:val="00052D1A"/>
    <w:rsid w:val="00052EC7"/>
    <w:rsid w:val="000532C9"/>
    <w:rsid w:val="00053330"/>
    <w:rsid w:val="000540D7"/>
    <w:rsid w:val="0005420C"/>
    <w:rsid w:val="00054322"/>
    <w:rsid w:val="00054834"/>
    <w:rsid w:val="0005492B"/>
    <w:rsid w:val="00054AEB"/>
    <w:rsid w:val="00055608"/>
    <w:rsid w:val="000556E3"/>
    <w:rsid w:val="0005600C"/>
    <w:rsid w:val="00056160"/>
    <w:rsid w:val="000562A5"/>
    <w:rsid w:val="00056822"/>
    <w:rsid w:val="00056FA4"/>
    <w:rsid w:val="00060037"/>
    <w:rsid w:val="00060776"/>
    <w:rsid w:val="00060C47"/>
    <w:rsid w:val="00060C9C"/>
    <w:rsid w:val="00060F8A"/>
    <w:rsid w:val="00061400"/>
    <w:rsid w:val="00061DAF"/>
    <w:rsid w:val="00062311"/>
    <w:rsid w:val="00062C14"/>
    <w:rsid w:val="00062E45"/>
    <w:rsid w:val="00063224"/>
    <w:rsid w:val="00063C52"/>
    <w:rsid w:val="00063E5C"/>
    <w:rsid w:val="00063EBD"/>
    <w:rsid w:val="00063F24"/>
    <w:rsid w:val="0006442C"/>
    <w:rsid w:val="00064C4F"/>
    <w:rsid w:val="00065130"/>
    <w:rsid w:val="00065874"/>
    <w:rsid w:val="00065A08"/>
    <w:rsid w:val="000660FD"/>
    <w:rsid w:val="00067FDC"/>
    <w:rsid w:val="0007013F"/>
    <w:rsid w:val="0007030C"/>
    <w:rsid w:val="00070748"/>
    <w:rsid w:val="00070AA3"/>
    <w:rsid w:val="00070BAE"/>
    <w:rsid w:val="00071979"/>
    <w:rsid w:val="00072624"/>
    <w:rsid w:val="00072859"/>
    <w:rsid w:val="0007350D"/>
    <w:rsid w:val="0007384F"/>
    <w:rsid w:val="000741E5"/>
    <w:rsid w:val="000741F0"/>
    <w:rsid w:val="000745D8"/>
    <w:rsid w:val="0007467B"/>
    <w:rsid w:val="00074A6E"/>
    <w:rsid w:val="00074AEC"/>
    <w:rsid w:val="00074CD7"/>
    <w:rsid w:val="00074D2B"/>
    <w:rsid w:val="00074EC8"/>
    <w:rsid w:val="00074F52"/>
    <w:rsid w:val="000755BB"/>
    <w:rsid w:val="000755BF"/>
    <w:rsid w:val="000759BC"/>
    <w:rsid w:val="000761E5"/>
    <w:rsid w:val="000764D9"/>
    <w:rsid w:val="00076532"/>
    <w:rsid w:val="00077C98"/>
    <w:rsid w:val="00077CF4"/>
    <w:rsid w:val="000801DB"/>
    <w:rsid w:val="0008106A"/>
    <w:rsid w:val="0008137D"/>
    <w:rsid w:val="00082205"/>
    <w:rsid w:val="00082264"/>
    <w:rsid w:val="00082278"/>
    <w:rsid w:val="00082816"/>
    <w:rsid w:val="0008285C"/>
    <w:rsid w:val="000829B4"/>
    <w:rsid w:val="00082C74"/>
    <w:rsid w:val="00083142"/>
    <w:rsid w:val="000833C8"/>
    <w:rsid w:val="00083939"/>
    <w:rsid w:val="000840B4"/>
    <w:rsid w:val="00084252"/>
    <w:rsid w:val="0008593E"/>
    <w:rsid w:val="00085D4C"/>
    <w:rsid w:val="0008654D"/>
    <w:rsid w:val="00086FAF"/>
    <w:rsid w:val="000904A7"/>
    <w:rsid w:val="00090645"/>
    <w:rsid w:val="000906F4"/>
    <w:rsid w:val="000916D0"/>
    <w:rsid w:val="00092B99"/>
    <w:rsid w:val="00092DB6"/>
    <w:rsid w:val="00092EF8"/>
    <w:rsid w:val="000937CE"/>
    <w:rsid w:val="000939CA"/>
    <w:rsid w:val="00093AB4"/>
    <w:rsid w:val="00093E12"/>
    <w:rsid w:val="00093E67"/>
    <w:rsid w:val="00093EAD"/>
    <w:rsid w:val="00094A02"/>
    <w:rsid w:val="0009501C"/>
    <w:rsid w:val="0009503A"/>
    <w:rsid w:val="0009597F"/>
    <w:rsid w:val="0009671A"/>
    <w:rsid w:val="00096AA6"/>
    <w:rsid w:val="00096F0B"/>
    <w:rsid w:val="000971C8"/>
    <w:rsid w:val="00097A55"/>
    <w:rsid w:val="00097AB7"/>
    <w:rsid w:val="00097ACC"/>
    <w:rsid w:val="000A0E69"/>
    <w:rsid w:val="000A1BB8"/>
    <w:rsid w:val="000A1F6F"/>
    <w:rsid w:val="000A2366"/>
    <w:rsid w:val="000A3AF5"/>
    <w:rsid w:val="000A3B98"/>
    <w:rsid w:val="000A4484"/>
    <w:rsid w:val="000A46FB"/>
    <w:rsid w:val="000A48A3"/>
    <w:rsid w:val="000A5369"/>
    <w:rsid w:val="000A5484"/>
    <w:rsid w:val="000A6341"/>
    <w:rsid w:val="000A6904"/>
    <w:rsid w:val="000A6FF9"/>
    <w:rsid w:val="000A724A"/>
    <w:rsid w:val="000A7695"/>
    <w:rsid w:val="000A7BCF"/>
    <w:rsid w:val="000A7C33"/>
    <w:rsid w:val="000B03C5"/>
    <w:rsid w:val="000B0A53"/>
    <w:rsid w:val="000B0E94"/>
    <w:rsid w:val="000B10A1"/>
    <w:rsid w:val="000B1591"/>
    <w:rsid w:val="000B15BD"/>
    <w:rsid w:val="000B17B7"/>
    <w:rsid w:val="000B1931"/>
    <w:rsid w:val="000B1BCE"/>
    <w:rsid w:val="000B1F9C"/>
    <w:rsid w:val="000B2336"/>
    <w:rsid w:val="000B252E"/>
    <w:rsid w:val="000B3DF0"/>
    <w:rsid w:val="000B3FF7"/>
    <w:rsid w:val="000B42E4"/>
    <w:rsid w:val="000B4A44"/>
    <w:rsid w:val="000B4C35"/>
    <w:rsid w:val="000B4D3E"/>
    <w:rsid w:val="000B59C7"/>
    <w:rsid w:val="000B5AB4"/>
    <w:rsid w:val="000B62C6"/>
    <w:rsid w:val="000B6529"/>
    <w:rsid w:val="000B6CE9"/>
    <w:rsid w:val="000B6FA3"/>
    <w:rsid w:val="000B78CE"/>
    <w:rsid w:val="000B7915"/>
    <w:rsid w:val="000B7BD0"/>
    <w:rsid w:val="000B7D2A"/>
    <w:rsid w:val="000B7D5A"/>
    <w:rsid w:val="000B7E1F"/>
    <w:rsid w:val="000C0410"/>
    <w:rsid w:val="000C0905"/>
    <w:rsid w:val="000C0D0D"/>
    <w:rsid w:val="000C17EB"/>
    <w:rsid w:val="000C1A27"/>
    <w:rsid w:val="000C242D"/>
    <w:rsid w:val="000C2ED8"/>
    <w:rsid w:val="000C34A4"/>
    <w:rsid w:val="000C37AF"/>
    <w:rsid w:val="000C391B"/>
    <w:rsid w:val="000C3A7B"/>
    <w:rsid w:val="000C3C1D"/>
    <w:rsid w:val="000C3E06"/>
    <w:rsid w:val="000C41CA"/>
    <w:rsid w:val="000C4527"/>
    <w:rsid w:val="000C4592"/>
    <w:rsid w:val="000C50BB"/>
    <w:rsid w:val="000C55FC"/>
    <w:rsid w:val="000C63D8"/>
    <w:rsid w:val="000C6FDE"/>
    <w:rsid w:val="000C6FF3"/>
    <w:rsid w:val="000C7249"/>
    <w:rsid w:val="000C7538"/>
    <w:rsid w:val="000D01BE"/>
    <w:rsid w:val="000D0AF6"/>
    <w:rsid w:val="000D1351"/>
    <w:rsid w:val="000D16B3"/>
    <w:rsid w:val="000D1EA9"/>
    <w:rsid w:val="000D2840"/>
    <w:rsid w:val="000D2FB9"/>
    <w:rsid w:val="000D38F8"/>
    <w:rsid w:val="000D3BBF"/>
    <w:rsid w:val="000D402B"/>
    <w:rsid w:val="000D4DEF"/>
    <w:rsid w:val="000D5521"/>
    <w:rsid w:val="000D56C1"/>
    <w:rsid w:val="000D63C1"/>
    <w:rsid w:val="000D64DC"/>
    <w:rsid w:val="000D6DAF"/>
    <w:rsid w:val="000D73B4"/>
    <w:rsid w:val="000D7806"/>
    <w:rsid w:val="000D7807"/>
    <w:rsid w:val="000E043F"/>
    <w:rsid w:val="000E162C"/>
    <w:rsid w:val="000E1882"/>
    <w:rsid w:val="000E1EFA"/>
    <w:rsid w:val="000E2402"/>
    <w:rsid w:val="000E2429"/>
    <w:rsid w:val="000E3443"/>
    <w:rsid w:val="000E3A97"/>
    <w:rsid w:val="000E3E8A"/>
    <w:rsid w:val="000E3F7D"/>
    <w:rsid w:val="000E40E5"/>
    <w:rsid w:val="000E4362"/>
    <w:rsid w:val="000E50E8"/>
    <w:rsid w:val="000E5778"/>
    <w:rsid w:val="000E5790"/>
    <w:rsid w:val="000E5A34"/>
    <w:rsid w:val="000E6E83"/>
    <w:rsid w:val="000F0004"/>
    <w:rsid w:val="000F0063"/>
    <w:rsid w:val="000F08BB"/>
    <w:rsid w:val="000F0CB3"/>
    <w:rsid w:val="000F15F3"/>
    <w:rsid w:val="000F1D27"/>
    <w:rsid w:val="000F2047"/>
    <w:rsid w:val="000F2626"/>
    <w:rsid w:val="000F295F"/>
    <w:rsid w:val="000F32A1"/>
    <w:rsid w:val="000F336A"/>
    <w:rsid w:val="000F3618"/>
    <w:rsid w:val="000F3CD8"/>
    <w:rsid w:val="000F3D4B"/>
    <w:rsid w:val="000F4235"/>
    <w:rsid w:val="000F4243"/>
    <w:rsid w:val="000F4BD8"/>
    <w:rsid w:val="000F5056"/>
    <w:rsid w:val="000F5564"/>
    <w:rsid w:val="000F5AEA"/>
    <w:rsid w:val="000F5FB3"/>
    <w:rsid w:val="000F6318"/>
    <w:rsid w:val="000F63D0"/>
    <w:rsid w:val="000F70A7"/>
    <w:rsid w:val="000F7238"/>
    <w:rsid w:val="000F76FA"/>
    <w:rsid w:val="000F79AE"/>
    <w:rsid w:val="00100448"/>
    <w:rsid w:val="001004EA"/>
    <w:rsid w:val="001004F7"/>
    <w:rsid w:val="0010053A"/>
    <w:rsid w:val="00100C1A"/>
    <w:rsid w:val="0010101B"/>
    <w:rsid w:val="001010E5"/>
    <w:rsid w:val="00101159"/>
    <w:rsid w:val="001017E3"/>
    <w:rsid w:val="00101F93"/>
    <w:rsid w:val="001022AF"/>
    <w:rsid w:val="001022DB"/>
    <w:rsid w:val="001023FD"/>
    <w:rsid w:val="00102849"/>
    <w:rsid w:val="001028D9"/>
    <w:rsid w:val="00102F7C"/>
    <w:rsid w:val="001038CE"/>
    <w:rsid w:val="00103FBC"/>
    <w:rsid w:val="001040AE"/>
    <w:rsid w:val="001049E6"/>
    <w:rsid w:val="00104B31"/>
    <w:rsid w:val="00105139"/>
    <w:rsid w:val="00105172"/>
    <w:rsid w:val="00105C48"/>
    <w:rsid w:val="00105CD7"/>
    <w:rsid w:val="00105F88"/>
    <w:rsid w:val="0010799C"/>
    <w:rsid w:val="00107F28"/>
    <w:rsid w:val="00110017"/>
    <w:rsid w:val="001100A9"/>
    <w:rsid w:val="0011023C"/>
    <w:rsid w:val="00111072"/>
    <w:rsid w:val="001114F0"/>
    <w:rsid w:val="001115E2"/>
    <w:rsid w:val="00112F06"/>
    <w:rsid w:val="00113365"/>
    <w:rsid w:val="00113CE9"/>
    <w:rsid w:val="00113DDA"/>
    <w:rsid w:val="001148FA"/>
    <w:rsid w:val="00114A14"/>
    <w:rsid w:val="0011542A"/>
    <w:rsid w:val="001155A9"/>
    <w:rsid w:val="00115A5C"/>
    <w:rsid w:val="00115E97"/>
    <w:rsid w:val="001161B4"/>
    <w:rsid w:val="001164A3"/>
    <w:rsid w:val="001172B2"/>
    <w:rsid w:val="0011740E"/>
    <w:rsid w:val="00117421"/>
    <w:rsid w:val="001206FC"/>
    <w:rsid w:val="00120F24"/>
    <w:rsid w:val="0012126E"/>
    <w:rsid w:val="00121289"/>
    <w:rsid w:val="0012136B"/>
    <w:rsid w:val="00121632"/>
    <w:rsid w:val="001219EF"/>
    <w:rsid w:val="00123053"/>
    <w:rsid w:val="001232B9"/>
    <w:rsid w:val="001238BA"/>
    <w:rsid w:val="00123A43"/>
    <w:rsid w:val="00123C26"/>
    <w:rsid w:val="001241C0"/>
    <w:rsid w:val="001244B1"/>
    <w:rsid w:val="001250F1"/>
    <w:rsid w:val="00126118"/>
    <w:rsid w:val="00126A18"/>
    <w:rsid w:val="00126D22"/>
    <w:rsid w:val="001270C2"/>
    <w:rsid w:val="0012735F"/>
    <w:rsid w:val="0012743E"/>
    <w:rsid w:val="001279DD"/>
    <w:rsid w:val="001300BE"/>
    <w:rsid w:val="001309F0"/>
    <w:rsid w:val="00131401"/>
    <w:rsid w:val="00131E32"/>
    <w:rsid w:val="00131F7E"/>
    <w:rsid w:val="001320E6"/>
    <w:rsid w:val="00132773"/>
    <w:rsid w:val="00132891"/>
    <w:rsid w:val="00133235"/>
    <w:rsid w:val="00133536"/>
    <w:rsid w:val="0013473F"/>
    <w:rsid w:val="001349CB"/>
    <w:rsid w:val="00134D83"/>
    <w:rsid w:val="001350BA"/>
    <w:rsid w:val="0013523E"/>
    <w:rsid w:val="00136EB5"/>
    <w:rsid w:val="0013744A"/>
    <w:rsid w:val="00137825"/>
    <w:rsid w:val="00137AAF"/>
    <w:rsid w:val="00137FA9"/>
    <w:rsid w:val="00140253"/>
    <w:rsid w:val="00140646"/>
    <w:rsid w:val="00140EB1"/>
    <w:rsid w:val="00141157"/>
    <w:rsid w:val="001420B4"/>
    <w:rsid w:val="00142FE0"/>
    <w:rsid w:val="00143186"/>
    <w:rsid w:val="001432B2"/>
    <w:rsid w:val="00143497"/>
    <w:rsid w:val="00144057"/>
    <w:rsid w:val="0014439E"/>
    <w:rsid w:val="00144561"/>
    <w:rsid w:val="001445B5"/>
    <w:rsid w:val="001456EF"/>
    <w:rsid w:val="00145827"/>
    <w:rsid w:val="00147621"/>
    <w:rsid w:val="00147840"/>
    <w:rsid w:val="00147A8C"/>
    <w:rsid w:val="0015049D"/>
    <w:rsid w:val="0015060B"/>
    <w:rsid w:val="00150940"/>
    <w:rsid w:val="00150AB5"/>
    <w:rsid w:val="00151721"/>
    <w:rsid w:val="00151B27"/>
    <w:rsid w:val="001520E4"/>
    <w:rsid w:val="0015249F"/>
    <w:rsid w:val="0015326E"/>
    <w:rsid w:val="00153830"/>
    <w:rsid w:val="00154638"/>
    <w:rsid w:val="00154747"/>
    <w:rsid w:val="001547F4"/>
    <w:rsid w:val="00154CC8"/>
    <w:rsid w:val="00155C12"/>
    <w:rsid w:val="00155E89"/>
    <w:rsid w:val="0015643A"/>
    <w:rsid w:val="00156B13"/>
    <w:rsid w:val="00156D67"/>
    <w:rsid w:val="00156E6C"/>
    <w:rsid w:val="00156F64"/>
    <w:rsid w:val="001573CF"/>
    <w:rsid w:val="001574B3"/>
    <w:rsid w:val="001578E7"/>
    <w:rsid w:val="00157CF2"/>
    <w:rsid w:val="001603BB"/>
    <w:rsid w:val="001605E7"/>
    <w:rsid w:val="00160A9A"/>
    <w:rsid w:val="00160B6F"/>
    <w:rsid w:val="00160F7B"/>
    <w:rsid w:val="00162965"/>
    <w:rsid w:val="00162DD7"/>
    <w:rsid w:val="001640BD"/>
    <w:rsid w:val="00164C9A"/>
    <w:rsid w:val="00164CB2"/>
    <w:rsid w:val="00165001"/>
    <w:rsid w:val="0016592E"/>
    <w:rsid w:val="001666BA"/>
    <w:rsid w:val="0016716C"/>
    <w:rsid w:val="001673C3"/>
    <w:rsid w:val="0016745C"/>
    <w:rsid w:val="00167EEC"/>
    <w:rsid w:val="00170137"/>
    <w:rsid w:val="00170343"/>
    <w:rsid w:val="00170745"/>
    <w:rsid w:val="001708AC"/>
    <w:rsid w:val="0017095D"/>
    <w:rsid w:val="00170F07"/>
    <w:rsid w:val="0017100B"/>
    <w:rsid w:val="00171331"/>
    <w:rsid w:val="00171BEC"/>
    <w:rsid w:val="00171D82"/>
    <w:rsid w:val="001722A4"/>
    <w:rsid w:val="00172D20"/>
    <w:rsid w:val="001730C5"/>
    <w:rsid w:val="001736BD"/>
    <w:rsid w:val="00173759"/>
    <w:rsid w:val="001738BE"/>
    <w:rsid w:val="00173AE2"/>
    <w:rsid w:val="00173ED6"/>
    <w:rsid w:val="001740E6"/>
    <w:rsid w:val="00174D6E"/>
    <w:rsid w:val="001752D3"/>
    <w:rsid w:val="0017549D"/>
    <w:rsid w:val="001757A8"/>
    <w:rsid w:val="00175F3C"/>
    <w:rsid w:val="00177778"/>
    <w:rsid w:val="0018015E"/>
    <w:rsid w:val="001803D6"/>
    <w:rsid w:val="001807D6"/>
    <w:rsid w:val="00181DA3"/>
    <w:rsid w:val="00182221"/>
    <w:rsid w:val="00182834"/>
    <w:rsid w:val="00182F22"/>
    <w:rsid w:val="00183540"/>
    <w:rsid w:val="0018368D"/>
    <w:rsid w:val="00183D28"/>
    <w:rsid w:val="00183F0E"/>
    <w:rsid w:val="00185184"/>
    <w:rsid w:val="00185269"/>
    <w:rsid w:val="00185448"/>
    <w:rsid w:val="00185C59"/>
    <w:rsid w:val="00186210"/>
    <w:rsid w:val="0018651F"/>
    <w:rsid w:val="0018740F"/>
    <w:rsid w:val="001874AB"/>
    <w:rsid w:val="00187A01"/>
    <w:rsid w:val="00187C88"/>
    <w:rsid w:val="00187DC4"/>
    <w:rsid w:val="001900C0"/>
    <w:rsid w:val="001905B7"/>
    <w:rsid w:val="00191789"/>
    <w:rsid w:val="00191A0B"/>
    <w:rsid w:val="00191AE0"/>
    <w:rsid w:val="0019272E"/>
    <w:rsid w:val="00192AC4"/>
    <w:rsid w:val="00192BC9"/>
    <w:rsid w:val="00193785"/>
    <w:rsid w:val="00193F4C"/>
    <w:rsid w:val="0019446D"/>
    <w:rsid w:val="00194923"/>
    <w:rsid w:val="001966D3"/>
    <w:rsid w:val="00196B00"/>
    <w:rsid w:val="00196C70"/>
    <w:rsid w:val="001972DA"/>
    <w:rsid w:val="00197890"/>
    <w:rsid w:val="001A1073"/>
    <w:rsid w:val="001A131B"/>
    <w:rsid w:val="001A13FE"/>
    <w:rsid w:val="001A1B56"/>
    <w:rsid w:val="001A2148"/>
    <w:rsid w:val="001A29CD"/>
    <w:rsid w:val="001A2A2E"/>
    <w:rsid w:val="001A2E25"/>
    <w:rsid w:val="001A3AC3"/>
    <w:rsid w:val="001A49F4"/>
    <w:rsid w:val="001A5211"/>
    <w:rsid w:val="001A522A"/>
    <w:rsid w:val="001A57C1"/>
    <w:rsid w:val="001A7D13"/>
    <w:rsid w:val="001B1B45"/>
    <w:rsid w:val="001B271E"/>
    <w:rsid w:val="001B279B"/>
    <w:rsid w:val="001B2AEF"/>
    <w:rsid w:val="001B35D7"/>
    <w:rsid w:val="001B3615"/>
    <w:rsid w:val="001B3654"/>
    <w:rsid w:val="001B3D47"/>
    <w:rsid w:val="001B4199"/>
    <w:rsid w:val="001B4592"/>
    <w:rsid w:val="001B494B"/>
    <w:rsid w:val="001B4C98"/>
    <w:rsid w:val="001B5ACA"/>
    <w:rsid w:val="001B5F72"/>
    <w:rsid w:val="001B6061"/>
    <w:rsid w:val="001B6121"/>
    <w:rsid w:val="001B632F"/>
    <w:rsid w:val="001B6607"/>
    <w:rsid w:val="001B6616"/>
    <w:rsid w:val="001B6961"/>
    <w:rsid w:val="001C025B"/>
    <w:rsid w:val="001C0B42"/>
    <w:rsid w:val="001C133F"/>
    <w:rsid w:val="001C156D"/>
    <w:rsid w:val="001C16B5"/>
    <w:rsid w:val="001C1B66"/>
    <w:rsid w:val="001C1F0F"/>
    <w:rsid w:val="001C232C"/>
    <w:rsid w:val="001C24D7"/>
    <w:rsid w:val="001C25FF"/>
    <w:rsid w:val="001C2ABE"/>
    <w:rsid w:val="001C2E15"/>
    <w:rsid w:val="001C3065"/>
    <w:rsid w:val="001C3E61"/>
    <w:rsid w:val="001C4A78"/>
    <w:rsid w:val="001C4B38"/>
    <w:rsid w:val="001C4CD9"/>
    <w:rsid w:val="001C53C6"/>
    <w:rsid w:val="001C567A"/>
    <w:rsid w:val="001C5853"/>
    <w:rsid w:val="001C58D7"/>
    <w:rsid w:val="001C6428"/>
    <w:rsid w:val="001C6C81"/>
    <w:rsid w:val="001C6DD5"/>
    <w:rsid w:val="001C74A9"/>
    <w:rsid w:val="001C78C7"/>
    <w:rsid w:val="001C78F7"/>
    <w:rsid w:val="001C7CA8"/>
    <w:rsid w:val="001C7F1A"/>
    <w:rsid w:val="001C7F9F"/>
    <w:rsid w:val="001D022F"/>
    <w:rsid w:val="001D0721"/>
    <w:rsid w:val="001D0EE5"/>
    <w:rsid w:val="001D1169"/>
    <w:rsid w:val="001D118E"/>
    <w:rsid w:val="001D1359"/>
    <w:rsid w:val="001D1599"/>
    <w:rsid w:val="001D28F7"/>
    <w:rsid w:val="001D2D7C"/>
    <w:rsid w:val="001D3501"/>
    <w:rsid w:val="001D3820"/>
    <w:rsid w:val="001D38AA"/>
    <w:rsid w:val="001D3CD4"/>
    <w:rsid w:val="001D3D0C"/>
    <w:rsid w:val="001D48BA"/>
    <w:rsid w:val="001D4A2D"/>
    <w:rsid w:val="001D4F67"/>
    <w:rsid w:val="001D4F91"/>
    <w:rsid w:val="001D69F9"/>
    <w:rsid w:val="001D6AFE"/>
    <w:rsid w:val="001D6BB6"/>
    <w:rsid w:val="001D7234"/>
    <w:rsid w:val="001D72CA"/>
    <w:rsid w:val="001D7A9E"/>
    <w:rsid w:val="001E0066"/>
    <w:rsid w:val="001E0245"/>
    <w:rsid w:val="001E0C04"/>
    <w:rsid w:val="001E19B2"/>
    <w:rsid w:val="001E1F08"/>
    <w:rsid w:val="001E2239"/>
    <w:rsid w:val="001E2337"/>
    <w:rsid w:val="001E247B"/>
    <w:rsid w:val="001E2CFC"/>
    <w:rsid w:val="001E348B"/>
    <w:rsid w:val="001E376F"/>
    <w:rsid w:val="001E4409"/>
    <w:rsid w:val="001E447B"/>
    <w:rsid w:val="001E4FBC"/>
    <w:rsid w:val="001E5D6A"/>
    <w:rsid w:val="001E5D6B"/>
    <w:rsid w:val="001E6567"/>
    <w:rsid w:val="001E684A"/>
    <w:rsid w:val="001E6D77"/>
    <w:rsid w:val="001E75E6"/>
    <w:rsid w:val="001F02CD"/>
    <w:rsid w:val="001F0D73"/>
    <w:rsid w:val="001F0F42"/>
    <w:rsid w:val="001F0FF9"/>
    <w:rsid w:val="001F1640"/>
    <w:rsid w:val="001F18F5"/>
    <w:rsid w:val="001F1D5F"/>
    <w:rsid w:val="001F1F2D"/>
    <w:rsid w:val="001F2735"/>
    <w:rsid w:val="001F2BD2"/>
    <w:rsid w:val="001F30C3"/>
    <w:rsid w:val="001F346F"/>
    <w:rsid w:val="001F362E"/>
    <w:rsid w:val="001F36CA"/>
    <w:rsid w:val="001F3E35"/>
    <w:rsid w:val="001F3F1B"/>
    <w:rsid w:val="001F4565"/>
    <w:rsid w:val="001F4699"/>
    <w:rsid w:val="001F484D"/>
    <w:rsid w:val="001F53E7"/>
    <w:rsid w:val="001F6497"/>
    <w:rsid w:val="001F68EB"/>
    <w:rsid w:val="001F7141"/>
    <w:rsid w:val="001F76E8"/>
    <w:rsid w:val="001F7C8D"/>
    <w:rsid w:val="00200290"/>
    <w:rsid w:val="00200597"/>
    <w:rsid w:val="0020097B"/>
    <w:rsid w:val="002013FA"/>
    <w:rsid w:val="00201723"/>
    <w:rsid w:val="00201AFE"/>
    <w:rsid w:val="00201F60"/>
    <w:rsid w:val="00201F89"/>
    <w:rsid w:val="002021B6"/>
    <w:rsid w:val="00202706"/>
    <w:rsid w:val="00202D4D"/>
    <w:rsid w:val="002030E7"/>
    <w:rsid w:val="00203190"/>
    <w:rsid w:val="0020386F"/>
    <w:rsid w:val="00203AA4"/>
    <w:rsid w:val="00203B83"/>
    <w:rsid w:val="00203DD8"/>
    <w:rsid w:val="00204369"/>
    <w:rsid w:val="00204B71"/>
    <w:rsid w:val="00204BD3"/>
    <w:rsid w:val="0020549B"/>
    <w:rsid w:val="00205A9A"/>
    <w:rsid w:val="002060D7"/>
    <w:rsid w:val="00207A0D"/>
    <w:rsid w:val="00210251"/>
    <w:rsid w:val="0021028B"/>
    <w:rsid w:val="002105C4"/>
    <w:rsid w:val="00210FDB"/>
    <w:rsid w:val="002113AE"/>
    <w:rsid w:val="002118C9"/>
    <w:rsid w:val="00211EC3"/>
    <w:rsid w:val="0021244C"/>
    <w:rsid w:val="0021273F"/>
    <w:rsid w:val="002129A3"/>
    <w:rsid w:val="00212BEA"/>
    <w:rsid w:val="002130DF"/>
    <w:rsid w:val="002132CA"/>
    <w:rsid w:val="002136D6"/>
    <w:rsid w:val="002139F0"/>
    <w:rsid w:val="00213A3F"/>
    <w:rsid w:val="002146AA"/>
    <w:rsid w:val="00214788"/>
    <w:rsid w:val="00214EDE"/>
    <w:rsid w:val="0021520F"/>
    <w:rsid w:val="0021528A"/>
    <w:rsid w:val="0021534F"/>
    <w:rsid w:val="002159F0"/>
    <w:rsid w:val="00215C46"/>
    <w:rsid w:val="00215E99"/>
    <w:rsid w:val="00215F1B"/>
    <w:rsid w:val="002160AF"/>
    <w:rsid w:val="00216603"/>
    <w:rsid w:val="00216823"/>
    <w:rsid w:val="00216991"/>
    <w:rsid w:val="00216A33"/>
    <w:rsid w:val="00217075"/>
    <w:rsid w:val="0021708C"/>
    <w:rsid w:val="0021753C"/>
    <w:rsid w:val="002177B6"/>
    <w:rsid w:val="00217F24"/>
    <w:rsid w:val="00220323"/>
    <w:rsid w:val="00220408"/>
    <w:rsid w:val="00221023"/>
    <w:rsid w:val="00221677"/>
    <w:rsid w:val="00221DD9"/>
    <w:rsid w:val="0022215A"/>
    <w:rsid w:val="002227A5"/>
    <w:rsid w:val="002228A9"/>
    <w:rsid w:val="0022324A"/>
    <w:rsid w:val="00223F83"/>
    <w:rsid w:val="00224872"/>
    <w:rsid w:val="00225CA2"/>
    <w:rsid w:val="002268BD"/>
    <w:rsid w:val="00226B57"/>
    <w:rsid w:val="00230609"/>
    <w:rsid w:val="00230AD9"/>
    <w:rsid w:val="00230C1B"/>
    <w:rsid w:val="0023126C"/>
    <w:rsid w:val="002326F0"/>
    <w:rsid w:val="002327BB"/>
    <w:rsid w:val="00232C62"/>
    <w:rsid w:val="00233368"/>
    <w:rsid w:val="00233897"/>
    <w:rsid w:val="0023425D"/>
    <w:rsid w:val="00234B7B"/>
    <w:rsid w:val="00234D83"/>
    <w:rsid w:val="00236183"/>
    <w:rsid w:val="0023713A"/>
    <w:rsid w:val="00237A15"/>
    <w:rsid w:val="00237A2D"/>
    <w:rsid w:val="00237BCA"/>
    <w:rsid w:val="002401FE"/>
    <w:rsid w:val="0024094C"/>
    <w:rsid w:val="00241396"/>
    <w:rsid w:val="0024347D"/>
    <w:rsid w:val="00243795"/>
    <w:rsid w:val="002438B4"/>
    <w:rsid w:val="00243BEC"/>
    <w:rsid w:val="00243DED"/>
    <w:rsid w:val="002449E2"/>
    <w:rsid w:val="00244DF9"/>
    <w:rsid w:val="002450E8"/>
    <w:rsid w:val="00245332"/>
    <w:rsid w:val="00245C0A"/>
    <w:rsid w:val="00245D5E"/>
    <w:rsid w:val="002463C4"/>
    <w:rsid w:val="002467AF"/>
    <w:rsid w:val="00246F91"/>
    <w:rsid w:val="00247D71"/>
    <w:rsid w:val="00247F81"/>
    <w:rsid w:val="00250029"/>
    <w:rsid w:val="00250309"/>
    <w:rsid w:val="00250B90"/>
    <w:rsid w:val="0025146C"/>
    <w:rsid w:val="00251B2C"/>
    <w:rsid w:val="00252235"/>
    <w:rsid w:val="002528AF"/>
    <w:rsid w:val="00252C6B"/>
    <w:rsid w:val="0025322A"/>
    <w:rsid w:val="0025340E"/>
    <w:rsid w:val="002535DA"/>
    <w:rsid w:val="00253733"/>
    <w:rsid w:val="00254584"/>
    <w:rsid w:val="00255480"/>
    <w:rsid w:val="002561FF"/>
    <w:rsid w:val="00256587"/>
    <w:rsid w:val="00256B04"/>
    <w:rsid w:val="00256B59"/>
    <w:rsid w:val="00256BF8"/>
    <w:rsid w:val="00256C01"/>
    <w:rsid w:val="00257299"/>
    <w:rsid w:val="0025762A"/>
    <w:rsid w:val="00257670"/>
    <w:rsid w:val="00257E42"/>
    <w:rsid w:val="00257E49"/>
    <w:rsid w:val="00260919"/>
    <w:rsid w:val="00260CFF"/>
    <w:rsid w:val="00261136"/>
    <w:rsid w:val="00261735"/>
    <w:rsid w:val="00261827"/>
    <w:rsid w:val="00261870"/>
    <w:rsid w:val="002622DC"/>
    <w:rsid w:val="00262DB8"/>
    <w:rsid w:val="00262E77"/>
    <w:rsid w:val="00263E95"/>
    <w:rsid w:val="002646A4"/>
    <w:rsid w:val="00264F8D"/>
    <w:rsid w:val="00265C30"/>
    <w:rsid w:val="00265EF7"/>
    <w:rsid w:val="002671BA"/>
    <w:rsid w:val="00270265"/>
    <w:rsid w:val="00270531"/>
    <w:rsid w:val="00270B4E"/>
    <w:rsid w:val="00270F58"/>
    <w:rsid w:val="00270FAF"/>
    <w:rsid w:val="00271312"/>
    <w:rsid w:val="002722B9"/>
    <w:rsid w:val="00272F5D"/>
    <w:rsid w:val="002734AC"/>
    <w:rsid w:val="00274055"/>
    <w:rsid w:val="002740EA"/>
    <w:rsid w:val="002745FF"/>
    <w:rsid w:val="00274C21"/>
    <w:rsid w:val="0027553C"/>
    <w:rsid w:val="0027567E"/>
    <w:rsid w:val="00275A36"/>
    <w:rsid w:val="00275BDF"/>
    <w:rsid w:val="002769D1"/>
    <w:rsid w:val="00276D81"/>
    <w:rsid w:val="00276D89"/>
    <w:rsid w:val="00276F60"/>
    <w:rsid w:val="00277000"/>
    <w:rsid w:val="00277040"/>
    <w:rsid w:val="00277092"/>
    <w:rsid w:val="00277176"/>
    <w:rsid w:val="0027787A"/>
    <w:rsid w:val="002801D8"/>
    <w:rsid w:val="00281B16"/>
    <w:rsid w:val="0028200C"/>
    <w:rsid w:val="00282248"/>
    <w:rsid w:val="0028233A"/>
    <w:rsid w:val="002825A6"/>
    <w:rsid w:val="00282CD0"/>
    <w:rsid w:val="00283D5B"/>
    <w:rsid w:val="0028411F"/>
    <w:rsid w:val="0028480D"/>
    <w:rsid w:val="00284A4A"/>
    <w:rsid w:val="00285097"/>
    <w:rsid w:val="002855C2"/>
    <w:rsid w:val="002857B6"/>
    <w:rsid w:val="00286002"/>
    <w:rsid w:val="00286D95"/>
    <w:rsid w:val="0028700E"/>
    <w:rsid w:val="00287244"/>
    <w:rsid w:val="002878D0"/>
    <w:rsid w:val="00287AFD"/>
    <w:rsid w:val="00287BA9"/>
    <w:rsid w:val="00287E28"/>
    <w:rsid w:val="00287E48"/>
    <w:rsid w:val="002901CB"/>
    <w:rsid w:val="00290882"/>
    <w:rsid w:val="00290D1F"/>
    <w:rsid w:val="00291E6A"/>
    <w:rsid w:val="002928E2"/>
    <w:rsid w:val="002929E6"/>
    <w:rsid w:val="002931CE"/>
    <w:rsid w:val="00293235"/>
    <w:rsid w:val="00293345"/>
    <w:rsid w:val="002937D4"/>
    <w:rsid w:val="00293CA4"/>
    <w:rsid w:val="002940E9"/>
    <w:rsid w:val="00294215"/>
    <w:rsid w:val="00295817"/>
    <w:rsid w:val="00295FC2"/>
    <w:rsid w:val="002962F5"/>
    <w:rsid w:val="002972D1"/>
    <w:rsid w:val="00297B87"/>
    <w:rsid w:val="00297D8C"/>
    <w:rsid w:val="00297E22"/>
    <w:rsid w:val="002A1200"/>
    <w:rsid w:val="002A13C3"/>
    <w:rsid w:val="002A2459"/>
    <w:rsid w:val="002A2B82"/>
    <w:rsid w:val="002A2C4B"/>
    <w:rsid w:val="002A2C57"/>
    <w:rsid w:val="002A30F0"/>
    <w:rsid w:val="002A34DD"/>
    <w:rsid w:val="002A3720"/>
    <w:rsid w:val="002A38E0"/>
    <w:rsid w:val="002A3ABB"/>
    <w:rsid w:val="002A4032"/>
    <w:rsid w:val="002A5254"/>
    <w:rsid w:val="002A6373"/>
    <w:rsid w:val="002A73BD"/>
    <w:rsid w:val="002A758D"/>
    <w:rsid w:val="002A7C84"/>
    <w:rsid w:val="002B013A"/>
    <w:rsid w:val="002B065D"/>
    <w:rsid w:val="002B082B"/>
    <w:rsid w:val="002B18F4"/>
    <w:rsid w:val="002B1E96"/>
    <w:rsid w:val="002B2E41"/>
    <w:rsid w:val="002B2FE4"/>
    <w:rsid w:val="002B3418"/>
    <w:rsid w:val="002B3CD3"/>
    <w:rsid w:val="002B4C61"/>
    <w:rsid w:val="002B5182"/>
    <w:rsid w:val="002B5262"/>
    <w:rsid w:val="002B58A6"/>
    <w:rsid w:val="002B5CC8"/>
    <w:rsid w:val="002B602C"/>
    <w:rsid w:val="002B60FD"/>
    <w:rsid w:val="002B6500"/>
    <w:rsid w:val="002B7519"/>
    <w:rsid w:val="002B7E52"/>
    <w:rsid w:val="002C0394"/>
    <w:rsid w:val="002C05ED"/>
    <w:rsid w:val="002C12E7"/>
    <w:rsid w:val="002C156B"/>
    <w:rsid w:val="002C27E4"/>
    <w:rsid w:val="002C2E7C"/>
    <w:rsid w:val="002C3376"/>
    <w:rsid w:val="002C46E4"/>
    <w:rsid w:val="002C4763"/>
    <w:rsid w:val="002C5184"/>
    <w:rsid w:val="002C5793"/>
    <w:rsid w:val="002C5898"/>
    <w:rsid w:val="002C5C5D"/>
    <w:rsid w:val="002C6B2B"/>
    <w:rsid w:val="002C7543"/>
    <w:rsid w:val="002C76A1"/>
    <w:rsid w:val="002C7955"/>
    <w:rsid w:val="002C7CA8"/>
    <w:rsid w:val="002C7D01"/>
    <w:rsid w:val="002D0202"/>
    <w:rsid w:val="002D0C7F"/>
    <w:rsid w:val="002D0F4E"/>
    <w:rsid w:val="002D0FC5"/>
    <w:rsid w:val="002D10AF"/>
    <w:rsid w:val="002D1C54"/>
    <w:rsid w:val="002D22CB"/>
    <w:rsid w:val="002D22EE"/>
    <w:rsid w:val="002D318D"/>
    <w:rsid w:val="002D3613"/>
    <w:rsid w:val="002D3A10"/>
    <w:rsid w:val="002D3D82"/>
    <w:rsid w:val="002D4744"/>
    <w:rsid w:val="002D498C"/>
    <w:rsid w:val="002D4D91"/>
    <w:rsid w:val="002D5F1E"/>
    <w:rsid w:val="002D5FD3"/>
    <w:rsid w:val="002D75C3"/>
    <w:rsid w:val="002D78CF"/>
    <w:rsid w:val="002E0121"/>
    <w:rsid w:val="002E036A"/>
    <w:rsid w:val="002E08F3"/>
    <w:rsid w:val="002E19BD"/>
    <w:rsid w:val="002E19CE"/>
    <w:rsid w:val="002E1D33"/>
    <w:rsid w:val="002E21FD"/>
    <w:rsid w:val="002E2AA1"/>
    <w:rsid w:val="002E55A1"/>
    <w:rsid w:val="002E5C2A"/>
    <w:rsid w:val="002E5CA2"/>
    <w:rsid w:val="002E5D9B"/>
    <w:rsid w:val="002E5E71"/>
    <w:rsid w:val="002E605E"/>
    <w:rsid w:val="002E6756"/>
    <w:rsid w:val="002E68C4"/>
    <w:rsid w:val="002E693A"/>
    <w:rsid w:val="002E699D"/>
    <w:rsid w:val="002E6E1D"/>
    <w:rsid w:val="002E7BBB"/>
    <w:rsid w:val="002F010D"/>
    <w:rsid w:val="002F05E1"/>
    <w:rsid w:val="002F0874"/>
    <w:rsid w:val="002F094D"/>
    <w:rsid w:val="002F0CF4"/>
    <w:rsid w:val="002F1A9F"/>
    <w:rsid w:val="002F1CCD"/>
    <w:rsid w:val="002F2440"/>
    <w:rsid w:val="002F268D"/>
    <w:rsid w:val="002F2B20"/>
    <w:rsid w:val="002F3005"/>
    <w:rsid w:val="002F3EC7"/>
    <w:rsid w:val="002F4032"/>
    <w:rsid w:val="002F42A1"/>
    <w:rsid w:val="002F43F6"/>
    <w:rsid w:val="002F47EF"/>
    <w:rsid w:val="002F4C23"/>
    <w:rsid w:val="002F51A0"/>
    <w:rsid w:val="002F56C2"/>
    <w:rsid w:val="002F58B7"/>
    <w:rsid w:val="002F5C7D"/>
    <w:rsid w:val="002F68F1"/>
    <w:rsid w:val="002F6B4C"/>
    <w:rsid w:val="002F6EC2"/>
    <w:rsid w:val="002F711F"/>
    <w:rsid w:val="002F73CE"/>
    <w:rsid w:val="002F77BE"/>
    <w:rsid w:val="00300E27"/>
    <w:rsid w:val="00300FCB"/>
    <w:rsid w:val="00301492"/>
    <w:rsid w:val="00301DD0"/>
    <w:rsid w:val="00301E41"/>
    <w:rsid w:val="00302001"/>
    <w:rsid w:val="0030207C"/>
    <w:rsid w:val="003039C4"/>
    <w:rsid w:val="00303F47"/>
    <w:rsid w:val="00304C6C"/>
    <w:rsid w:val="00305333"/>
    <w:rsid w:val="00305AC8"/>
    <w:rsid w:val="00305AE8"/>
    <w:rsid w:val="00305AEE"/>
    <w:rsid w:val="00306E07"/>
    <w:rsid w:val="00307062"/>
    <w:rsid w:val="00307926"/>
    <w:rsid w:val="00307F88"/>
    <w:rsid w:val="003108E0"/>
    <w:rsid w:val="003108E4"/>
    <w:rsid w:val="00311390"/>
    <w:rsid w:val="003119F7"/>
    <w:rsid w:val="00311C14"/>
    <w:rsid w:val="003120E8"/>
    <w:rsid w:val="0031213C"/>
    <w:rsid w:val="003126F5"/>
    <w:rsid w:val="003127FB"/>
    <w:rsid w:val="00312A1D"/>
    <w:rsid w:val="0031323A"/>
    <w:rsid w:val="00313C22"/>
    <w:rsid w:val="00313F9A"/>
    <w:rsid w:val="00314037"/>
    <w:rsid w:val="003143FB"/>
    <w:rsid w:val="003145E5"/>
    <w:rsid w:val="003147F7"/>
    <w:rsid w:val="00315237"/>
    <w:rsid w:val="003157CC"/>
    <w:rsid w:val="00316161"/>
    <w:rsid w:val="00316AB7"/>
    <w:rsid w:val="00316AE5"/>
    <w:rsid w:val="003174F5"/>
    <w:rsid w:val="003178A1"/>
    <w:rsid w:val="00317CDD"/>
    <w:rsid w:val="00317D64"/>
    <w:rsid w:val="00317F96"/>
    <w:rsid w:val="003201A1"/>
    <w:rsid w:val="00320545"/>
    <w:rsid w:val="003206F9"/>
    <w:rsid w:val="00320979"/>
    <w:rsid w:val="00321A07"/>
    <w:rsid w:val="00321EC2"/>
    <w:rsid w:val="00322717"/>
    <w:rsid w:val="00322BA8"/>
    <w:rsid w:val="00322E6F"/>
    <w:rsid w:val="0032342A"/>
    <w:rsid w:val="00323446"/>
    <w:rsid w:val="003236E9"/>
    <w:rsid w:val="0032387E"/>
    <w:rsid w:val="00323F72"/>
    <w:rsid w:val="003242EF"/>
    <w:rsid w:val="00324307"/>
    <w:rsid w:val="00324708"/>
    <w:rsid w:val="003249E3"/>
    <w:rsid w:val="00324B55"/>
    <w:rsid w:val="00324EF0"/>
    <w:rsid w:val="003250BF"/>
    <w:rsid w:val="00325832"/>
    <w:rsid w:val="003258FD"/>
    <w:rsid w:val="00325C2D"/>
    <w:rsid w:val="00325D13"/>
    <w:rsid w:val="00325D70"/>
    <w:rsid w:val="0032690C"/>
    <w:rsid w:val="00326C2E"/>
    <w:rsid w:val="00327624"/>
    <w:rsid w:val="003278D4"/>
    <w:rsid w:val="0032791B"/>
    <w:rsid w:val="00327EC9"/>
    <w:rsid w:val="0033289E"/>
    <w:rsid w:val="003328D6"/>
    <w:rsid w:val="00332C24"/>
    <w:rsid w:val="00332E53"/>
    <w:rsid w:val="00332FAB"/>
    <w:rsid w:val="00333858"/>
    <w:rsid w:val="00333E19"/>
    <w:rsid w:val="00334061"/>
    <w:rsid w:val="003344D3"/>
    <w:rsid w:val="003347C2"/>
    <w:rsid w:val="00334865"/>
    <w:rsid w:val="003348A5"/>
    <w:rsid w:val="00335407"/>
    <w:rsid w:val="0033565D"/>
    <w:rsid w:val="00335F35"/>
    <w:rsid w:val="003366C7"/>
    <w:rsid w:val="00336BC2"/>
    <w:rsid w:val="00336D2A"/>
    <w:rsid w:val="00336F86"/>
    <w:rsid w:val="003370C6"/>
    <w:rsid w:val="00341443"/>
    <w:rsid w:val="00341BB3"/>
    <w:rsid w:val="00342056"/>
    <w:rsid w:val="00342CB7"/>
    <w:rsid w:val="003434F9"/>
    <w:rsid w:val="00344291"/>
    <w:rsid w:val="00344776"/>
    <w:rsid w:val="003447FB"/>
    <w:rsid w:val="003459D9"/>
    <w:rsid w:val="003462E7"/>
    <w:rsid w:val="003464EE"/>
    <w:rsid w:val="00347052"/>
    <w:rsid w:val="00347556"/>
    <w:rsid w:val="003509C2"/>
    <w:rsid w:val="00352B93"/>
    <w:rsid w:val="00352DC2"/>
    <w:rsid w:val="00352E1F"/>
    <w:rsid w:val="00352EC0"/>
    <w:rsid w:val="00353B60"/>
    <w:rsid w:val="003546E3"/>
    <w:rsid w:val="00354E14"/>
    <w:rsid w:val="00355C0B"/>
    <w:rsid w:val="00355E70"/>
    <w:rsid w:val="00355ECC"/>
    <w:rsid w:val="0035637F"/>
    <w:rsid w:val="003563B9"/>
    <w:rsid w:val="003576D3"/>
    <w:rsid w:val="00357BD3"/>
    <w:rsid w:val="00357C01"/>
    <w:rsid w:val="00360508"/>
    <w:rsid w:val="003612C3"/>
    <w:rsid w:val="0036205D"/>
    <w:rsid w:val="00362368"/>
    <w:rsid w:val="00362419"/>
    <w:rsid w:val="00362FC8"/>
    <w:rsid w:val="003631B1"/>
    <w:rsid w:val="003634B0"/>
    <w:rsid w:val="0036371D"/>
    <w:rsid w:val="00363D03"/>
    <w:rsid w:val="00364039"/>
    <w:rsid w:val="00364559"/>
    <w:rsid w:val="003645B3"/>
    <w:rsid w:val="00364865"/>
    <w:rsid w:val="00364CEE"/>
    <w:rsid w:val="00365496"/>
    <w:rsid w:val="0036637D"/>
    <w:rsid w:val="00366396"/>
    <w:rsid w:val="00366D9E"/>
    <w:rsid w:val="00366EF7"/>
    <w:rsid w:val="00367F33"/>
    <w:rsid w:val="00370196"/>
    <w:rsid w:val="00370661"/>
    <w:rsid w:val="00370ECC"/>
    <w:rsid w:val="00371AA5"/>
    <w:rsid w:val="00372A69"/>
    <w:rsid w:val="00372AB7"/>
    <w:rsid w:val="00372F2A"/>
    <w:rsid w:val="0037410A"/>
    <w:rsid w:val="003742FB"/>
    <w:rsid w:val="0037480F"/>
    <w:rsid w:val="00374AA7"/>
    <w:rsid w:val="003754C8"/>
    <w:rsid w:val="00375CCE"/>
    <w:rsid w:val="003769A7"/>
    <w:rsid w:val="003769C6"/>
    <w:rsid w:val="00376DA5"/>
    <w:rsid w:val="00376FB5"/>
    <w:rsid w:val="003771EF"/>
    <w:rsid w:val="0037733A"/>
    <w:rsid w:val="00377587"/>
    <w:rsid w:val="00377683"/>
    <w:rsid w:val="00377AA5"/>
    <w:rsid w:val="00377F4B"/>
    <w:rsid w:val="00380339"/>
    <w:rsid w:val="00380808"/>
    <w:rsid w:val="00380A80"/>
    <w:rsid w:val="0038218B"/>
    <w:rsid w:val="0038301E"/>
    <w:rsid w:val="00383755"/>
    <w:rsid w:val="00383EEE"/>
    <w:rsid w:val="00383EF5"/>
    <w:rsid w:val="00384025"/>
    <w:rsid w:val="00384797"/>
    <w:rsid w:val="00384C75"/>
    <w:rsid w:val="00384E8D"/>
    <w:rsid w:val="00385204"/>
    <w:rsid w:val="003857AE"/>
    <w:rsid w:val="00385A36"/>
    <w:rsid w:val="00385E3D"/>
    <w:rsid w:val="00386149"/>
    <w:rsid w:val="0038636F"/>
    <w:rsid w:val="00386AFA"/>
    <w:rsid w:val="00386D4C"/>
    <w:rsid w:val="00387971"/>
    <w:rsid w:val="00387E43"/>
    <w:rsid w:val="00390091"/>
    <w:rsid w:val="00390235"/>
    <w:rsid w:val="003909BB"/>
    <w:rsid w:val="00390A89"/>
    <w:rsid w:val="00390DBF"/>
    <w:rsid w:val="00390FED"/>
    <w:rsid w:val="00392228"/>
    <w:rsid w:val="003928B4"/>
    <w:rsid w:val="00392A97"/>
    <w:rsid w:val="0039312C"/>
    <w:rsid w:val="00393273"/>
    <w:rsid w:val="00393AE5"/>
    <w:rsid w:val="00393E7A"/>
    <w:rsid w:val="00394CD7"/>
    <w:rsid w:val="0039507F"/>
    <w:rsid w:val="0039558E"/>
    <w:rsid w:val="00397568"/>
    <w:rsid w:val="003978CF"/>
    <w:rsid w:val="00397FD4"/>
    <w:rsid w:val="003A007A"/>
    <w:rsid w:val="003A07F5"/>
    <w:rsid w:val="003A12B1"/>
    <w:rsid w:val="003A13BB"/>
    <w:rsid w:val="003A16C4"/>
    <w:rsid w:val="003A1772"/>
    <w:rsid w:val="003A1BF2"/>
    <w:rsid w:val="003A2B42"/>
    <w:rsid w:val="003A34F5"/>
    <w:rsid w:val="003A36D6"/>
    <w:rsid w:val="003A3EB2"/>
    <w:rsid w:val="003A46C6"/>
    <w:rsid w:val="003A47B8"/>
    <w:rsid w:val="003A4C9F"/>
    <w:rsid w:val="003A5C58"/>
    <w:rsid w:val="003A63BE"/>
    <w:rsid w:val="003A6533"/>
    <w:rsid w:val="003A69D4"/>
    <w:rsid w:val="003A6C68"/>
    <w:rsid w:val="003A6D54"/>
    <w:rsid w:val="003A7B2B"/>
    <w:rsid w:val="003A7C91"/>
    <w:rsid w:val="003B0252"/>
    <w:rsid w:val="003B05BB"/>
    <w:rsid w:val="003B132F"/>
    <w:rsid w:val="003B15FE"/>
    <w:rsid w:val="003B19ED"/>
    <w:rsid w:val="003B23AC"/>
    <w:rsid w:val="003B23F2"/>
    <w:rsid w:val="003B2510"/>
    <w:rsid w:val="003B2876"/>
    <w:rsid w:val="003B28D2"/>
    <w:rsid w:val="003B3438"/>
    <w:rsid w:val="003B3499"/>
    <w:rsid w:val="003B39BE"/>
    <w:rsid w:val="003B3CD5"/>
    <w:rsid w:val="003B4577"/>
    <w:rsid w:val="003B4B33"/>
    <w:rsid w:val="003B4D36"/>
    <w:rsid w:val="003B4F24"/>
    <w:rsid w:val="003B50E1"/>
    <w:rsid w:val="003B53AD"/>
    <w:rsid w:val="003B5502"/>
    <w:rsid w:val="003B56D3"/>
    <w:rsid w:val="003B59E6"/>
    <w:rsid w:val="003B5C0D"/>
    <w:rsid w:val="003B6214"/>
    <w:rsid w:val="003B636A"/>
    <w:rsid w:val="003B66A7"/>
    <w:rsid w:val="003B67FE"/>
    <w:rsid w:val="003B7ADF"/>
    <w:rsid w:val="003B7BDA"/>
    <w:rsid w:val="003C0537"/>
    <w:rsid w:val="003C0B0E"/>
    <w:rsid w:val="003C0B3F"/>
    <w:rsid w:val="003C0D2A"/>
    <w:rsid w:val="003C221E"/>
    <w:rsid w:val="003C351B"/>
    <w:rsid w:val="003C3748"/>
    <w:rsid w:val="003C3834"/>
    <w:rsid w:val="003C3C54"/>
    <w:rsid w:val="003C4794"/>
    <w:rsid w:val="003C4E29"/>
    <w:rsid w:val="003C5616"/>
    <w:rsid w:val="003C5767"/>
    <w:rsid w:val="003C57E0"/>
    <w:rsid w:val="003C5B6B"/>
    <w:rsid w:val="003C6552"/>
    <w:rsid w:val="003C6942"/>
    <w:rsid w:val="003C6A95"/>
    <w:rsid w:val="003C7CC7"/>
    <w:rsid w:val="003D09A3"/>
    <w:rsid w:val="003D0D73"/>
    <w:rsid w:val="003D0FEF"/>
    <w:rsid w:val="003D19FB"/>
    <w:rsid w:val="003D2D11"/>
    <w:rsid w:val="003D2ECF"/>
    <w:rsid w:val="003D2F78"/>
    <w:rsid w:val="003D348D"/>
    <w:rsid w:val="003D361C"/>
    <w:rsid w:val="003D4462"/>
    <w:rsid w:val="003D4666"/>
    <w:rsid w:val="003D477E"/>
    <w:rsid w:val="003D5233"/>
    <w:rsid w:val="003D727A"/>
    <w:rsid w:val="003D745C"/>
    <w:rsid w:val="003D751C"/>
    <w:rsid w:val="003D7CFE"/>
    <w:rsid w:val="003E0116"/>
    <w:rsid w:val="003E04E4"/>
    <w:rsid w:val="003E0B7B"/>
    <w:rsid w:val="003E0ECB"/>
    <w:rsid w:val="003E15F9"/>
    <w:rsid w:val="003E2591"/>
    <w:rsid w:val="003E2D9C"/>
    <w:rsid w:val="003E37B9"/>
    <w:rsid w:val="003E3AD5"/>
    <w:rsid w:val="003E43C3"/>
    <w:rsid w:val="003E46AD"/>
    <w:rsid w:val="003E4D9E"/>
    <w:rsid w:val="003E550E"/>
    <w:rsid w:val="003E55E9"/>
    <w:rsid w:val="003E56E6"/>
    <w:rsid w:val="003E66A0"/>
    <w:rsid w:val="003E67BA"/>
    <w:rsid w:val="003E68DE"/>
    <w:rsid w:val="003E6971"/>
    <w:rsid w:val="003E6C70"/>
    <w:rsid w:val="003E73EC"/>
    <w:rsid w:val="003E748B"/>
    <w:rsid w:val="003E7D7E"/>
    <w:rsid w:val="003E7F7E"/>
    <w:rsid w:val="003F0AF4"/>
    <w:rsid w:val="003F20B1"/>
    <w:rsid w:val="003F2E87"/>
    <w:rsid w:val="003F2F0B"/>
    <w:rsid w:val="003F2FE1"/>
    <w:rsid w:val="003F3375"/>
    <w:rsid w:val="003F3D05"/>
    <w:rsid w:val="003F424E"/>
    <w:rsid w:val="003F4857"/>
    <w:rsid w:val="003F4AF0"/>
    <w:rsid w:val="003F4BFD"/>
    <w:rsid w:val="003F4D00"/>
    <w:rsid w:val="003F4DA7"/>
    <w:rsid w:val="003F4F45"/>
    <w:rsid w:val="003F562F"/>
    <w:rsid w:val="003F57BF"/>
    <w:rsid w:val="003F5CDC"/>
    <w:rsid w:val="003F604F"/>
    <w:rsid w:val="003F6439"/>
    <w:rsid w:val="003F6622"/>
    <w:rsid w:val="003F682A"/>
    <w:rsid w:val="003F6BE0"/>
    <w:rsid w:val="003F6FAD"/>
    <w:rsid w:val="003F7B1C"/>
    <w:rsid w:val="003F7C98"/>
    <w:rsid w:val="003F7CAC"/>
    <w:rsid w:val="003F7F07"/>
    <w:rsid w:val="0040043B"/>
    <w:rsid w:val="00400806"/>
    <w:rsid w:val="00400E25"/>
    <w:rsid w:val="00401167"/>
    <w:rsid w:val="00401664"/>
    <w:rsid w:val="0040172B"/>
    <w:rsid w:val="004021F0"/>
    <w:rsid w:val="00402286"/>
    <w:rsid w:val="004022A5"/>
    <w:rsid w:val="0040249F"/>
    <w:rsid w:val="004027BB"/>
    <w:rsid w:val="004032BC"/>
    <w:rsid w:val="00403629"/>
    <w:rsid w:val="00403631"/>
    <w:rsid w:val="0040396A"/>
    <w:rsid w:val="00403E50"/>
    <w:rsid w:val="00404B70"/>
    <w:rsid w:val="00404C89"/>
    <w:rsid w:val="004065CE"/>
    <w:rsid w:val="004067F0"/>
    <w:rsid w:val="00406F2D"/>
    <w:rsid w:val="004073DE"/>
    <w:rsid w:val="0040776D"/>
    <w:rsid w:val="004105BA"/>
    <w:rsid w:val="004110B4"/>
    <w:rsid w:val="0041114B"/>
    <w:rsid w:val="004113AF"/>
    <w:rsid w:val="0041194F"/>
    <w:rsid w:val="00411ACA"/>
    <w:rsid w:val="00411B1B"/>
    <w:rsid w:val="00412CAC"/>
    <w:rsid w:val="00412CFB"/>
    <w:rsid w:val="0041384E"/>
    <w:rsid w:val="00414046"/>
    <w:rsid w:val="00414FCB"/>
    <w:rsid w:val="0041518E"/>
    <w:rsid w:val="0041557A"/>
    <w:rsid w:val="00415F15"/>
    <w:rsid w:val="00416924"/>
    <w:rsid w:val="0041700D"/>
    <w:rsid w:val="004170E9"/>
    <w:rsid w:val="00417C4E"/>
    <w:rsid w:val="00417D4B"/>
    <w:rsid w:val="00420AFA"/>
    <w:rsid w:val="00420D0C"/>
    <w:rsid w:val="0042112D"/>
    <w:rsid w:val="00421984"/>
    <w:rsid w:val="00421C72"/>
    <w:rsid w:val="00422B07"/>
    <w:rsid w:val="00422D40"/>
    <w:rsid w:val="00423485"/>
    <w:rsid w:val="004235D4"/>
    <w:rsid w:val="0042378B"/>
    <w:rsid w:val="00423D26"/>
    <w:rsid w:val="00423D30"/>
    <w:rsid w:val="00423F27"/>
    <w:rsid w:val="0042473F"/>
    <w:rsid w:val="004247A7"/>
    <w:rsid w:val="004249BE"/>
    <w:rsid w:val="004254BB"/>
    <w:rsid w:val="00426140"/>
    <w:rsid w:val="004261FC"/>
    <w:rsid w:val="00426304"/>
    <w:rsid w:val="00426CE8"/>
    <w:rsid w:val="004300BF"/>
    <w:rsid w:val="0043025C"/>
    <w:rsid w:val="004304DC"/>
    <w:rsid w:val="00430CA7"/>
    <w:rsid w:val="004310A5"/>
    <w:rsid w:val="00431250"/>
    <w:rsid w:val="00431259"/>
    <w:rsid w:val="00431327"/>
    <w:rsid w:val="00431329"/>
    <w:rsid w:val="00431912"/>
    <w:rsid w:val="00431F7B"/>
    <w:rsid w:val="00432499"/>
    <w:rsid w:val="00432649"/>
    <w:rsid w:val="00432FE8"/>
    <w:rsid w:val="004330A5"/>
    <w:rsid w:val="004339FD"/>
    <w:rsid w:val="00433AC3"/>
    <w:rsid w:val="00433CD6"/>
    <w:rsid w:val="0043438B"/>
    <w:rsid w:val="004344FD"/>
    <w:rsid w:val="00434E97"/>
    <w:rsid w:val="00434F03"/>
    <w:rsid w:val="004366B1"/>
    <w:rsid w:val="0043682A"/>
    <w:rsid w:val="00436F4E"/>
    <w:rsid w:val="004376E4"/>
    <w:rsid w:val="00437A85"/>
    <w:rsid w:val="00437E3E"/>
    <w:rsid w:val="0044031F"/>
    <w:rsid w:val="00440462"/>
    <w:rsid w:val="004406A8"/>
    <w:rsid w:val="00441268"/>
    <w:rsid w:val="0044134F"/>
    <w:rsid w:val="004413D5"/>
    <w:rsid w:val="0044198A"/>
    <w:rsid w:val="00441AFB"/>
    <w:rsid w:val="00441D3A"/>
    <w:rsid w:val="00443AED"/>
    <w:rsid w:val="004442BF"/>
    <w:rsid w:val="0044448C"/>
    <w:rsid w:val="004444E8"/>
    <w:rsid w:val="00445027"/>
    <w:rsid w:val="004451E8"/>
    <w:rsid w:val="0044594C"/>
    <w:rsid w:val="00445A71"/>
    <w:rsid w:val="00445B04"/>
    <w:rsid w:val="004472D5"/>
    <w:rsid w:val="00447550"/>
    <w:rsid w:val="00447938"/>
    <w:rsid w:val="00447971"/>
    <w:rsid w:val="00447EDD"/>
    <w:rsid w:val="0045040C"/>
    <w:rsid w:val="0045077B"/>
    <w:rsid w:val="00450DC4"/>
    <w:rsid w:val="00451043"/>
    <w:rsid w:val="004510CB"/>
    <w:rsid w:val="0045152B"/>
    <w:rsid w:val="0045179D"/>
    <w:rsid w:val="004531BE"/>
    <w:rsid w:val="004535E1"/>
    <w:rsid w:val="00453EE0"/>
    <w:rsid w:val="00454690"/>
    <w:rsid w:val="00455817"/>
    <w:rsid w:val="00455A55"/>
    <w:rsid w:val="00455EA8"/>
    <w:rsid w:val="00456B60"/>
    <w:rsid w:val="004573DE"/>
    <w:rsid w:val="00457410"/>
    <w:rsid w:val="00457749"/>
    <w:rsid w:val="00457825"/>
    <w:rsid w:val="00457BDE"/>
    <w:rsid w:val="00457E00"/>
    <w:rsid w:val="00457E70"/>
    <w:rsid w:val="00460A6A"/>
    <w:rsid w:val="00460F6D"/>
    <w:rsid w:val="00461526"/>
    <w:rsid w:val="00461674"/>
    <w:rsid w:val="00462073"/>
    <w:rsid w:val="004624C0"/>
    <w:rsid w:val="00462B08"/>
    <w:rsid w:val="00462B49"/>
    <w:rsid w:val="004630C0"/>
    <w:rsid w:val="00463389"/>
    <w:rsid w:val="004636F5"/>
    <w:rsid w:val="0046388C"/>
    <w:rsid w:val="004638B2"/>
    <w:rsid w:val="00463B39"/>
    <w:rsid w:val="00463CC8"/>
    <w:rsid w:val="00464B5C"/>
    <w:rsid w:val="00465096"/>
    <w:rsid w:val="004655B2"/>
    <w:rsid w:val="0046597A"/>
    <w:rsid w:val="00466142"/>
    <w:rsid w:val="004664B2"/>
    <w:rsid w:val="0046696B"/>
    <w:rsid w:val="00466F2A"/>
    <w:rsid w:val="00466FBC"/>
    <w:rsid w:val="00467531"/>
    <w:rsid w:val="004676AC"/>
    <w:rsid w:val="00467AD6"/>
    <w:rsid w:val="0047089C"/>
    <w:rsid w:val="004715D3"/>
    <w:rsid w:val="00471667"/>
    <w:rsid w:val="0047169A"/>
    <w:rsid w:val="0047182C"/>
    <w:rsid w:val="00471C16"/>
    <w:rsid w:val="00472896"/>
    <w:rsid w:val="00472B71"/>
    <w:rsid w:val="00472CA5"/>
    <w:rsid w:val="004730D3"/>
    <w:rsid w:val="0047320E"/>
    <w:rsid w:val="0047344E"/>
    <w:rsid w:val="00473468"/>
    <w:rsid w:val="004734CD"/>
    <w:rsid w:val="00473889"/>
    <w:rsid w:val="00473A0A"/>
    <w:rsid w:val="00474817"/>
    <w:rsid w:val="004751DD"/>
    <w:rsid w:val="00476463"/>
    <w:rsid w:val="00476E6A"/>
    <w:rsid w:val="004770DA"/>
    <w:rsid w:val="00477716"/>
    <w:rsid w:val="00477917"/>
    <w:rsid w:val="00480CD9"/>
    <w:rsid w:val="00481625"/>
    <w:rsid w:val="00481768"/>
    <w:rsid w:val="00481830"/>
    <w:rsid w:val="0048194F"/>
    <w:rsid w:val="004822CF"/>
    <w:rsid w:val="00483056"/>
    <w:rsid w:val="00483C70"/>
    <w:rsid w:val="00483FC1"/>
    <w:rsid w:val="004844E6"/>
    <w:rsid w:val="004845FD"/>
    <w:rsid w:val="004846FB"/>
    <w:rsid w:val="00484B22"/>
    <w:rsid w:val="00484CD9"/>
    <w:rsid w:val="00485048"/>
    <w:rsid w:val="00485401"/>
    <w:rsid w:val="00485627"/>
    <w:rsid w:val="00485674"/>
    <w:rsid w:val="004860E1"/>
    <w:rsid w:val="00486582"/>
    <w:rsid w:val="004866ED"/>
    <w:rsid w:val="00487034"/>
    <w:rsid w:val="0049007F"/>
    <w:rsid w:val="0049031B"/>
    <w:rsid w:val="00490441"/>
    <w:rsid w:val="004904B1"/>
    <w:rsid w:val="0049068F"/>
    <w:rsid w:val="00490BCB"/>
    <w:rsid w:val="004911C1"/>
    <w:rsid w:val="004913CA"/>
    <w:rsid w:val="004913E4"/>
    <w:rsid w:val="0049142E"/>
    <w:rsid w:val="004916AF"/>
    <w:rsid w:val="00491977"/>
    <w:rsid w:val="004926C8"/>
    <w:rsid w:val="00492C8F"/>
    <w:rsid w:val="00493220"/>
    <w:rsid w:val="00493EB8"/>
    <w:rsid w:val="00493F86"/>
    <w:rsid w:val="0049468C"/>
    <w:rsid w:val="00494DC0"/>
    <w:rsid w:val="0049510B"/>
    <w:rsid w:val="00495DA1"/>
    <w:rsid w:val="00496650"/>
    <w:rsid w:val="004968B8"/>
    <w:rsid w:val="00496B51"/>
    <w:rsid w:val="00496D90"/>
    <w:rsid w:val="00496F7B"/>
    <w:rsid w:val="00496FF6"/>
    <w:rsid w:val="00497315"/>
    <w:rsid w:val="00497365"/>
    <w:rsid w:val="004975BD"/>
    <w:rsid w:val="00497932"/>
    <w:rsid w:val="00497D58"/>
    <w:rsid w:val="004A079C"/>
    <w:rsid w:val="004A0CE3"/>
    <w:rsid w:val="004A0D4D"/>
    <w:rsid w:val="004A161D"/>
    <w:rsid w:val="004A19E0"/>
    <w:rsid w:val="004A20A0"/>
    <w:rsid w:val="004A22DB"/>
    <w:rsid w:val="004A2903"/>
    <w:rsid w:val="004A3138"/>
    <w:rsid w:val="004A4E4C"/>
    <w:rsid w:val="004A5365"/>
    <w:rsid w:val="004A59F7"/>
    <w:rsid w:val="004A5C2A"/>
    <w:rsid w:val="004A5C42"/>
    <w:rsid w:val="004A5C5B"/>
    <w:rsid w:val="004A6F12"/>
    <w:rsid w:val="004A7428"/>
    <w:rsid w:val="004A76FA"/>
    <w:rsid w:val="004B0367"/>
    <w:rsid w:val="004B0686"/>
    <w:rsid w:val="004B0ED6"/>
    <w:rsid w:val="004B0F46"/>
    <w:rsid w:val="004B114F"/>
    <w:rsid w:val="004B116B"/>
    <w:rsid w:val="004B11D2"/>
    <w:rsid w:val="004B1291"/>
    <w:rsid w:val="004B1B38"/>
    <w:rsid w:val="004B2360"/>
    <w:rsid w:val="004B261A"/>
    <w:rsid w:val="004B3208"/>
    <w:rsid w:val="004B3F56"/>
    <w:rsid w:val="004B4857"/>
    <w:rsid w:val="004B5B63"/>
    <w:rsid w:val="004B5C9A"/>
    <w:rsid w:val="004B7256"/>
    <w:rsid w:val="004B7B20"/>
    <w:rsid w:val="004C01DB"/>
    <w:rsid w:val="004C01ED"/>
    <w:rsid w:val="004C0438"/>
    <w:rsid w:val="004C05D3"/>
    <w:rsid w:val="004C089F"/>
    <w:rsid w:val="004C0B32"/>
    <w:rsid w:val="004C113B"/>
    <w:rsid w:val="004C1522"/>
    <w:rsid w:val="004C2C3F"/>
    <w:rsid w:val="004C2CF5"/>
    <w:rsid w:val="004C312B"/>
    <w:rsid w:val="004C31B3"/>
    <w:rsid w:val="004C31F6"/>
    <w:rsid w:val="004C3A40"/>
    <w:rsid w:val="004C3D1E"/>
    <w:rsid w:val="004C42E1"/>
    <w:rsid w:val="004C474C"/>
    <w:rsid w:val="004C4A80"/>
    <w:rsid w:val="004C53BB"/>
    <w:rsid w:val="004C5E68"/>
    <w:rsid w:val="004C605B"/>
    <w:rsid w:val="004C77D1"/>
    <w:rsid w:val="004C7C2B"/>
    <w:rsid w:val="004D001D"/>
    <w:rsid w:val="004D0945"/>
    <w:rsid w:val="004D0ACE"/>
    <w:rsid w:val="004D0AF7"/>
    <w:rsid w:val="004D0C33"/>
    <w:rsid w:val="004D0E95"/>
    <w:rsid w:val="004D1078"/>
    <w:rsid w:val="004D131B"/>
    <w:rsid w:val="004D22D4"/>
    <w:rsid w:val="004D2D13"/>
    <w:rsid w:val="004D3032"/>
    <w:rsid w:val="004D3134"/>
    <w:rsid w:val="004D32FD"/>
    <w:rsid w:val="004D3464"/>
    <w:rsid w:val="004D39B5"/>
    <w:rsid w:val="004D3F81"/>
    <w:rsid w:val="004D46F1"/>
    <w:rsid w:val="004D4AD8"/>
    <w:rsid w:val="004D4DBB"/>
    <w:rsid w:val="004D553E"/>
    <w:rsid w:val="004D5E2F"/>
    <w:rsid w:val="004D633E"/>
    <w:rsid w:val="004D642F"/>
    <w:rsid w:val="004D6CE7"/>
    <w:rsid w:val="004D6FC5"/>
    <w:rsid w:val="004D7A70"/>
    <w:rsid w:val="004D7A74"/>
    <w:rsid w:val="004E00AB"/>
    <w:rsid w:val="004E22CF"/>
    <w:rsid w:val="004E26E0"/>
    <w:rsid w:val="004E372A"/>
    <w:rsid w:val="004E3C47"/>
    <w:rsid w:val="004E3ED7"/>
    <w:rsid w:val="004E44A7"/>
    <w:rsid w:val="004E49DD"/>
    <w:rsid w:val="004E4D33"/>
    <w:rsid w:val="004E56EB"/>
    <w:rsid w:val="004E5B88"/>
    <w:rsid w:val="004E5BE8"/>
    <w:rsid w:val="004E5C83"/>
    <w:rsid w:val="004E5C91"/>
    <w:rsid w:val="004E5ECE"/>
    <w:rsid w:val="004E5EF1"/>
    <w:rsid w:val="004E64CA"/>
    <w:rsid w:val="004E6C56"/>
    <w:rsid w:val="004E6DF5"/>
    <w:rsid w:val="004E71F9"/>
    <w:rsid w:val="004E7C35"/>
    <w:rsid w:val="004F0150"/>
    <w:rsid w:val="004F0F14"/>
    <w:rsid w:val="004F23DF"/>
    <w:rsid w:val="004F26C7"/>
    <w:rsid w:val="004F2CF1"/>
    <w:rsid w:val="004F38A3"/>
    <w:rsid w:val="004F394B"/>
    <w:rsid w:val="004F4124"/>
    <w:rsid w:val="004F48A5"/>
    <w:rsid w:val="004F58F9"/>
    <w:rsid w:val="004F5B5E"/>
    <w:rsid w:val="004F5C3E"/>
    <w:rsid w:val="004F607E"/>
    <w:rsid w:val="004F6F3C"/>
    <w:rsid w:val="004F768D"/>
    <w:rsid w:val="004F77EE"/>
    <w:rsid w:val="004F7AC7"/>
    <w:rsid w:val="0050061C"/>
    <w:rsid w:val="005007FD"/>
    <w:rsid w:val="00500B39"/>
    <w:rsid w:val="00500DE4"/>
    <w:rsid w:val="00501402"/>
    <w:rsid w:val="00502A7D"/>
    <w:rsid w:val="00502CA7"/>
    <w:rsid w:val="005035A8"/>
    <w:rsid w:val="00503E16"/>
    <w:rsid w:val="00503E9B"/>
    <w:rsid w:val="00504A01"/>
    <w:rsid w:val="00504C23"/>
    <w:rsid w:val="00505374"/>
    <w:rsid w:val="00505FF5"/>
    <w:rsid w:val="00506646"/>
    <w:rsid w:val="005066EC"/>
    <w:rsid w:val="0050685F"/>
    <w:rsid w:val="00506BF0"/>
    <w:rsid w:val="005073B3"/>
    <w:rsid w:val="00510294"/>
    <w:rsid w:val="00510D2A"/>
    <w:rsid w:val="00510D60"/>
    <w:rsid w:val="005113C5"/>
    <w:rsid w:val="00512115"/>
    <w:rsid w:val="00512500"/>
    <w:rsid w:val="005126D2"/>
    <w:rsid w:val="005126FE"/>
    <w:rsid w:val="00514223"/>
    <w:rsid w:val="005156F0"/>
    <w:rsid w:val="00515920"/>
    <w:rsid w:val="005166A2"/>
    <w:rsid w:val="00516866"/>
    <w:rsid w:val="00516F2C"/>
    <w:rsid w:val="005173A9"/>
    <w:rsid w:val="00517517"/>
    <w:rsid w:val="00517A0D"/>
    <w:rsid w:val="00517D17"/>
    <w:rsid w:val="00517DCE"/>
    <w:rsid w:val="00517DE9"/>
    <w:rsid w:val="00517DF1"/>
    <w:rsid w:val="00517E60"/>
    <w:rsid w:val="005204EF"/>
    <w:rsid w:val="005214AB"/>
    <w:rsid w:val="005216B1"/>
    <w:rsid w:val="0052177F"/>
    <w:rsid w:val="00521785"/>
    <w:rsid w:val="00521940"/>
    <w:rsid w:val="00522097"/>
    <w:rsid w:val="0052225C"/>
    <w:rsid w:val="00522381"/>
    <w:rsid w:val="00522F11"/>
    <w:rsid w:val="005231F8"/>
    <w:rsid w:val="00523DB4"/>
    <w:rsid w:val="005242F8"/>
    <w:rsid w:val="00525CF3"/>
    <w:rsid w:val="005262C2"/>
    <w:rsid w:val="005265B3"/>
    <w:rsid w:val="00527151"/>
    <w:rsid w:val="00527443"/>
    <w:rsid w:val="0052769D"/>
    <w:rsid w:val="0052796C"/>
    <w:rsid w:val="005304C3"/>
    <w:rsid w:val="0053132D"/>
    <w:rsid w:val="00532B79"/>
    <w:rsid w:val="00532B81"/>
    <w:rsid w:val="00533425"/>
    <w:rsid w:val="00534536"/>
    <w:rsid w:val="00534899"/>
    <w:rsid w:val="00535DC1"/>
    <w:rsid w:val="00535EC6"/>
    <w:rsid w:val="0053723A"/>
    <w:rsid w:val="0053759B"/>
    <w:rsid w:val="005375FF"/>
    <w:rsid w:val="00537638"/>
    <w:rsid w:val="0054035C"/>
    <w:rsid w:val="00540B5D"/>
    <w:rsid w:val="00540C3D"/>
    <w:rsid w:val="005418B4"/>
    <w:rsid w:val="005418C2"/>
    <w:rsid w:val="00542C38"/>
    <w:rsid w:val="005440A4"/>
    <w:rsid w:val="005447F5"/>
    <w:rsid w:val="005453D8"/>
    <w:rsid w:val="00545407"/>
    <w:rsid w:val="00545721"/>
    <w:rsid w:val="005458AB"/>
    <w:rsid w:val="00545DDC"/>
    <w:rsid w:val="00550C9E"/>
    <w:rsid w:val="00551688"/>
    <w:rsid w:val="005516F0"/>
    <w:rsid w:val="005521F0"/>
    <w:rsid w:val="00552248"/>
    <w:rsid w:val="0055294A"/>
    <w:rsid w:val="00552BD2"/>
    <w:rsid w:val="00553C4E"/>
    <w:rsid w:val="00554711"/>
    <w:rsid w:val="00555892"/>
    <w:rsid w:val="00555F3E"/>
    <w:rsid w:val="005561B3"/>
    <w:rsid w:val="00556975"/>
    <w:rsid w:val="00556F1E"/>
    <w:rsid w:val="00556F65"/>
    <w:rsid w:val="005571E1"/>
    <w:rsid w:val="00557601"/>
    <w:rsid w:val="005578F5"/>
    <w:rsid w:val="00557A11"/>
    <w:rsid w:val="00560AF7"/>
    <w:rsid w:val="0056148A"/>
    <w:rsid w:val="00561555"/>
    <w:rsid w:val="005619D5"/>
    <w:rsid w:val="005620B7"/>
    <w:rsid w:val="005623A3"/>
    <w:rsid w:val="00562455"/>
    <w:rsid w:val="00562E38"/>
    <w:rsid w:val="00563036"/>
    <w:rsid w:val="005633E5"/>
    <w:rsid w:val="0056346D"/>
    <w:rsid w:val="00563CB3"/>
    <w:rsid w:val="005640DC"/>
    <w:rsid w:val="005649AD"/>
    <w:rsid w:val="00564AAC"/>
    <w:rsid w:val="0056504D"/>
    <w:rsid w:val="00565282"/>
    <w:rsid w:val="00565AF5"/>
    <w:rsid w:val="005660AF"/>
    <w:rsid w:val="0056628E"/>
    <w:rsid w:val="0056684C"/>
    <w:rsid w:val="00566A4D"/>
    <w:rsid w:val="00566BA4"/>
    <w:rsid w:val="00567E91"/>
    <w:rsid w:val="0057051E"/>
    <w:rsid w:val="00570739"/>
    <w:rsid w:val="00571F80"/>
    <w:rsid w:val="005723EC"/>
    <w:rsid w:val="005724E0"/>
    <w:rsid w:val="005727E8"/>
    <w:rsid w:val="00572910"/>
    <w:rsid w:val="00572B4B"/>
    <w:rsid w:val="0057315A"/>
    <w:rsid w:val="005738E8"/>
    <w:rsid w:val="00574370"/>
    <w:rsid w:val="00574568"/>
    <w:rsid w:val="00574662"/>
    <w:rsid w:val="0057479A"/>
    <w:rsid w:val="00574A62"/>
    <w:rsid w:val="00574D65"/>
    <w:rsid w:val="00575906"/>
    <w:rsid w:val="0057594E"/>
    <w:rsid w:val="00575AE8"/>
    <w:rsid w:val="00575B31"/>
    <w:rsid w:val="00575D08"/>
    <w:rsid w:val="00576207"/>
    <w:rsid w:val="00576769"/>
    <w:rsid w:val="00576EC4"/>
    <w:rsid w:val="00577122"/>
    <w:rsid w:val="00580731"/>
    <w:rsid w:val="00580DB0"/>
    <w:rsid w:val="0058146C"/>
    <w:rsid w:val="0058171C"/>
    <w:rsid w:val="00581A26"/>
    <w:rsid w:val="00582106"/>
    <w:rsid w:val="00582334"/>
    <w:rsid w:val="0058275C"/>
    <w:rsid w:val="00582C4F"/>
    <w:rsid w:val="00582F69"/>
    <w:rsid w:val="005832F0"/>
    <w:rsid w:val="0058391F"/>
    <w:rsid w:val="005839FE"/>
    <w:rsid w:val="00583E9D"/>
    <w:rsid w:val="0058411B"/>
    <w:rsid w:val="00585627"/>
    <w:rsid w:val="005859CE"/>
    <w:rsid w:val="00585E3C"/>
    <w:rsid w:val="00586775"/>
    <w:rsid w:val="00586C25"/>
    <w:rsid w:val="00587014"/>
    <w:rsid w:val="005871F6"/>
    <w:rsid w:val="0058746E"/>
    <w:rsid w:val="00587936"/>
    <w:rsid w:val="00590421"/>
    <w:rsid w:val="005908E8"/>
    <w:rsid w:val="00590C31"/>
    <w:rsid w:val="00590F09"/>
    <w:rsid w:val="0059151F"/>
    <w:rsid w:val="00591C4B"/>
    <w:rsid w:val="00592246"/>
    <w:rsid w:val="0059241A"/>
    <w:rsid w:val="005932FB"/>
    <w:rsid w:val="00594393"/>
    <w:rsid w:val="00594589"/>
    <w:rsid w:val="005946B2"/>
    <w:rsid w:val="00594D46"/>
    <w:rsid w:val="00595077"/>
    <w:rsid w:val="00595226"/>
    <w:rsid w:val="0059537C"/>
    <w:rsid w:val="00595969"/>
    <w:rsid w:val="00596112"/>
    <w:rsid w:val="0059671A"/>
    <w:rsid w:val="00596816"/>
    <w:rsid w:val="00596D3D"/>
    <w:rsid w:val="005973B4"/>
    <w:rsid w:val="00597561"/>
    <w:rsid w:val="00597747"/>
    <w:rsid w:val="00597A57"/>
    <w:rsid w:val="00597D4A"/>
    <w:rsid w:val="005A0734"/>
    <w:rsid w:val="005A0CC6"/>
    <w:rsid w:val="005A0DC3"/>
    <w:rsid w:val="005A1382"/>
    <w:rsid w:val="005A140B"/>
    <w:rsid w:val="005A148C"/>
    <w:rsid w:val="005A2A6D"/>
    <w:rsid w:val="005A311E"/>
    <w:rsid w:val="005A3406"/>
    <w:rsid w:val="005A4046"/>
    <w:rsid w:val="005A43D4"/>
    <w:rsid w:val="005A4428"/>
    <w:rsid w:val="005A49BC"/>
    <w:rsid w:val="005A4DEE"/>
    <w:rsid w:val="005A50CD"/>
    <w:rsid w:val="005A5129"/>
    <w:rsid w:val="005A517C"/>
    <w:rsid w:val="005A548C"/>
    <w:rsid w:val="005A5AD2"/>
    <w:rsid w:val="005A5EBF"/>
    <w:rsid w:val="005A67C6"/>
    <w:rsid w:val="005B006F"/>
    <w:rsid w:val="005B02BA"/>
    <w:rsid w:val="005B0534"/>
    <w:rsid w:val="005B0BAE"/>
    <w:rsid w:val="005B10FC"/>
    <w:rsid w:val="005B12CD"/>
    <w:rsid w:val="005B1619"/>
    <w:rsid w:val="005B1727"/>
    <w:rsid w:val="005B1AFD"/>
    <w:rsid w:val="005B216F"/>
    <w:rsid w:val="005B2D9C"/>
    <w:rsid w:val="005B3190"/>
    <w:rsid w:val="005B3547"/>
    <w:rsid w:val="005B3761"/>
    <w:rsid w:val="005B4569"/>
    <w:rsid w:val="005B45B6"/>
    <w:rsid w:val="005B4C3E"/>
    <w:rsid w:val="005B532E"/>
    <w:rsid w:val="005B549B"/>
    <w:rsid w:val="005B58C5"/>
    <w:rsid w:val="005B5ED3"/>
    <w:rsid w:val="005B6A2F"/>
    <w:rsid w:val="005B6A5B"/>
    <w:rsid w:val="005B6C1F"/>
    <w:rsid w:val="005B7001"/>
    <w:rsid w:val="005B713B"/>
    <w:rsid w:val="005B7D52"/>
    <w:rsid w:val="005C04B5"/>
    <w:rsid w:val="005C075D"/>
    <w:rsid w:val="005C0BD0"/>
    <w:rsid w:val="005C0EA5"/>
    <w:rsid w:val="005C1093"/>
    <w:rsid w:val="005C114D"/>
    <w:rsid w:val="005C1481"/>
    <w:rsid w:val="005C15C0"/>
    <w:rsid w:val="005C181E"/>
    <w:rsid w:val="005C1BC6"/>
    <w:rsid w:val="005C3A13"/>
    <w:rsid w:val="005C3B66"/>
    <w:rsid w:val="005C3D5F"/>
    <w:rsid w:val="005C3DE2"/>
    <w:rsid w:val="005C44EC"/>
    <w:rsid w:val="005C4BD1"/>
    <w:rsid w:val="005C4D4E"/>
    <w:rsid w:val="005C4E85"/>
    <w:rsid w:val="005C52BB"/>
    <w:rsid w:val="005C5774"/>
    <w:rsid w:val="005C6895"/>
    <w:rsid w:val="005C6BD3"/>
    <w:rsid w:val="005C6DB5"/>
    <w:rsid w:val="005C7346"/>
    <w:rsid w:val="005C7785"/>
    <w:rsid w:val="005C7B83"/>
    <w:rsid w:val="005C7EA1"/>
    <w:rsid w:val="005D1800"/>
    <w:rsid w:val="005D1987"/>
    <w:rsid w:val="005D199D"/>
    <w:rsid w:val="005D22DA"/>
    <w:rsid w:val="005D2727"/>
    <w:rsid w:val="005D3452"/>
    <w:rsid w:val="005D3DAE"/>
    <w:rsid w:val="005D3F1B"/>
    <w:rsid w:val="005D4374"/>
    <w:rsid w:val="005D45F9"/>
    <w:rsid w:val="005D4683"/>
    <w:rsid w:val="005D4B93"/>
    <w:rsid w:val="005D5364"/>
    <w:rsid w:val="005D655C"/>
    <w:rsid w:val="005D65CD"/>
    <w:rsid w:val="005D67C6"/>
    <w:rsid w:val="005D6F02"/>
    <w:rsid w:val="005D7447"/>
    <w:rsid w:val="005D7852"/>
    <w:rsid w:val="005D7B84"/>
    <w:rsid w:val="005D7DFC"/>
    <w:rsid w:val="005D7F77"/>
    <w:rsid w:val="005E0CB0"/>
    <w:rsid w:val="005E1221"/>
    <w:rsid w:val="005E1289"/>
    <w:rsid w:val="005E1406"/>
    <w:rsid w:val="005E14F7"/>
    <w:rsid w:val="005E1E5E"/>
    <w:rsid w:val="005E24E8"/>
    <w:rsid w:val="005E26CA"/>
    <w:rsid w:val="005E27BE"/>
    <w:rsid w:val="005E2F81"/>
    <w:rsid w:val="005E3017"/>
    <w:rsid w:val="005E3085"/>
    <w:rsid w:val="005E3513"/>
    <w:rsid w:val="005E3603"/>
    <w:rsid w:val="005E415A"/>
    <w:rsid w:val="005E41B5"/>
    <w:rsid w:val="005E444F"/>
    <w:rsid w:val="005E45BC"/>
    <w:rsid w:val="005E501B"/>
    <w:rsid w:val="005E5383"/>
    <w:rsid w:val="005E5985"/>
    <w:rsid w:val="005E5E4E"/>
    <w:rsid w:val="005E6A4A"/>
    <w:rsid w:val="005E6EC0"/>
    <w:rsid w:val="005F0B1A"/>
    <w:rsid w:val="005F0D6B"/>
    <w:rsid w:val="005F17D8"/>
    <w:rsid w:val="005F1836"/>
    <w:rsid w:val="005F1F38"/>
    <w:rsid w:val="005F24C2"/>
    <w:rsid w:val="005F25A0"/>
    <w:rsid w:val="005F33EB"/>
    <w:rsid w:val="005F35F0"/>
    <w:rsid w:val="005F36D3"/>
    <w:rsid w:val="005F395F"/>
    <w:rsid w:val="005F3BD3"/>
    <w:rsid w:val="005F4056"/>
    <w:rsid w:val="005F492F"/>
    <w:rsid w:val="005F4AFF"/>
    <w:rsid w:val="005F50D5"/>
    <w:rsid w:val="005F53A1"/>
    <w:rsid w:val="005F574D"/>
    <w:rsid w:val="005F5D4D"/>
    <w:rsid w:val="005F5FC0"/>
    <w:rsid w:val="005F65F3"/>
    <w:rsid w:val="005F673D"/>
    <w:rsid w:val="005F6CD9"/>
    <w:rsid w:val="005F7279"/>
    <w:rsid w:val="005F7531"/>
    <w:rsid w:val="005F7864"/>
    <w:rsid w:val="005F7A67"/>
    <w:rsid w:val="005F7F41"/>
    <w:rsid w:val="006001BB"/>
    <w:rsid w:val="00601503"/>
    <w:rsid w:val="00601586"/>
    <w:rsid w:val="006019D0"/>
    <w:rsid w:val="006025CC"/>
    <w:rsid w:val="00602805"/>
    <w:rsid w:val="0060280F"/>
    <w:rsid w:val="0060281C"/>
    <w:rsid w:val="00603092"/>
    <w:rsid w:val="0060356B"/>
    <w:rsid w:val="006037DA"/>
    <w:rsid w:val="00603854"/>
    <w:rsid w:val="00603B15"/>
    <w:rsid w:val="006041D5"/>
    <w:rsid w:val="006049BB"/>
    <w:rsid w:val="00604D00"/>
    <w:rsid w:val="00604D30"/>
    <w:rsid w:val="00604E6A"/>
    <w:rsid w:val="00605137"/>
    <w:rsid w:val="00605358"/>
    <w:rsid w:val="00605D4E"/>
    <w:rsid w:val="00607040"/>
    <w:rsid w:val="00607236"/>
    <w:rsid w:val="00607361"/>
    <w:rsid w:val="0060738D"/>
    <w:rsid w:val="00607470"/>
    <w:rsid w:val="00607543"/>
    <w:rsid w:val="00607A11"/>
    <w:rsid w:val="006102A7"/>
    <w:rsid w:val="00610954"/>
    <w:rsid w:val="00610CBE"/>
    <w:rsid w:val="006117EC"/>
    <w:rsid w:val="00611D7D"/>
    <w:rsid w:val="00611EFB"/>
    <w:rsid w:val="00612D3A"/>
    <w:rsid w:val="00612D8C"/>
    <w:rsid w:val="00612DC1"/>
    <w:rsid w:val="00613151"/>
    <w:rsid w:val="00613704"/>
    <w:rsid w:val="00613FAE"/>
    <w:rsid w:val="006141D2"/>
    <w:rsid w:val="006142DC"/>
    <w:rsid w:val="006143B3"/>
    <w:rsid w:val="00614670"/>
    <w:rsid w:val="00614765"/>
    <w:rsid w:val="006147F8"/>
    <w:rsid w:val="00614E49"/>
    <w:rsid w:val="0061526B"/>
    <w:rsid w:val="006158FA"/>
    <w:rsid w:val="00615A0A"/>
    <w:rsid w:val="006160BC"/>
    <w:rsid w:val="0061624F"/>
    <w:rsid w:val="006163EE"/>
    <w:rsid w:val="00616D9D"/>
    <w:rsid w:val="00616E68"/>
    <w:rsid w:val="0061797B"/>
    <w:rsid w:val="006200F7"/>
    <w:rsid w:val="006202D6"/>
    <w:rsid w:val="00620DB1"/>
    <w:rsid w:val="006213CC"/>
    <w:rsid w:val="0062173A"/>
    <w:rsid w:val="00622106"/>
    <w:rsid w:val="00624C1D"/>
    <w:rsid w:val="00625106"/>
    <w:rsid w:val="0062587D"/>
    <w:rsid w:val="0062696E"/>
    <w:rsid w:val="00626FB1"/>
    <w:rsid w:val="006275BD"/>
    <w:rsid w:val="00627621"/>
    <w:rsid w:val="006277C4"/>
    <w:rsid w:val="006305AC"/>
    <w:rsid w:val="00630BAA"/>
    <w:rsid w:val="00630DE7"/>
    <w:rsid w:val="006313C3"/>
    <w:rsid w:val="00631609"/>
    <w:rsid w:val="00631FBA"/>
    <w:rsid w:val="00632029"/>
    <w:rsid w:val="006323A7"/>
    <w:rsid w:val="006324C1"/>
    <w:rsid w:val="00632EB4"/>
    <w:rsid w:val="00632EC0"/>
    <w:rsid w:val="00633A9B"/>
    <w:rsid w:val="0063450A"/>
    <w:rsid w:val="00634944"/>
    <w:rsid w:val="00634B41"/>
    <w:rsid w:val="0063524F"/>
    <w:rsid w:val="006355C3"/>
    <w:rsid w:val="006361C3"/>
    <w:rsid w:val="006361D7"/>
    <w:rsid w:val="00636763"/>
    <w:rsid w:val="00636B30"/>
    <w:rsid w:val="006379F8"/>
    <w:rsid w:val="00640476"/>
    <w:rsid w:val="006404A6"/>
    <w:rsid w:val="00640FC6"/>
    <w:rsid w:val="006410D5"/>
    <w:rsid w:val="00641137"/>
    <w:rsid w:val="006413A8"/>
    <w:rsid w:val="00641A43"/>
    <w:rsid w:val="00641BB7"/>
    <w:rsid w:val="00642ADF"/>
    <w:rsid w:val="00642B27"/>
    <w:rsid w:val="00643F00"/>
    <w:rsid w:val="00643F92"/>
    <w:rsid w:val="0064471A"/>
    <w:rsid w:val="00644E5B"/>
    <w:rsid w:val="00645997"/>
    <w:rsid w:val="00645D58"/>
    <w:rsid w:val="00645DB1"/>
    <w:rsid w:val="00645FC1"/>
    <w:rsid w:val="00646246"/>
    <w:rsid w:val="00646B4D"/>
    <w:rsid w:val="00646BAC"/>
    <w:rsid w:val="00646D12"/>
    <w:rsid w:val="006472E5"/>
    <w:rsid w:val="0064730A"/>
    <w:rsid w:val="0064774B"/>
    <w:rsid w:val="006477BC"/>
    <w:rsid w:val="00647896"/>
    <w:rsid w:val="006479C4"/>
    <w:rsid w:val="00651D3B"/>
    <w:rsid w:val="0065229E"/>
    <w:rsid w:val="00652A1A"/>
    <w:rsid w:val="00652BDB"/>
    <w:rsid w:val="00652CE5"/>
    <w:rsid w:val="00653074"/>
    <w:rsid w:val="00653C72"/>
    <w:rsid w:val="00654BEE"/>
    <w:rsid w:val="0065560A"/>
    <w:rsid w:val="0065599E"/>
    <w:rsid w:val="00655D35"/>
    <w:rsid w:val="006563D6"/>
    <w:rsid w:val="0065660E"/>
    <w:rsid w:val="00656BA9"/>
    <w:rsid w:val="00656C56"/>
    <w:rsid w:val="006571ED"/>
    <w:rsid w:val="0066093E"/>
    <w:rsid w:val="00660E1B"/>
    <w:rsid w:val="0066125F"/>
    <w:rsid w:val="006617CF"/>
    <w:rsid w:val="0066193C"/>
    <w:rsid w:val="00661BF5"/>
    <w:rsid w:val="0066232F"/>
    <w:rsid w:val="00662B67"/>
    <w:rsid w:val="00663419"/>
    <w:rsid w:val="0066370A"/>
    <w:rsid w:val="00663B3C"/>
    <w:rsid w:val="0066406A"/>
    <w:rsid w:val="00664529"/>
    <w:rsid w:val="006646D1"/>
    <w:rsid w:val="00664C3C"/>
    <w:rsid w:val="0066633E"/>
    <w:rsid w:val="00666508"/>
    <w:rsid w:val="006668D3"/>
    <w:rsid w:val="006669B5"/>
    <w:rsid w:val="00666BE1"/>
    <w:rsid w:val="00666E97"/>
    <w:rsid w:val="006672B5"/>
    <w:rsid w:val="0066749A"/>
    <w:rsid w:val="0066776C"/>
    <w:rsid w:val="006700C7"/>
    <w:rsid w:val="00670901"/>
    <w:rsid w:val="00670E60"/>
    <w:rsid w:val="006717C3"/>
    <w:rsid w:val="00672D3E"/>
    <w:rsid w:val="00673229"/>
    <w:rsid w:val="00673F4F"/>
    <w:rsid w:val="00674045"/>
    <w:rsid w:val="0067418A"/>
    <w:rsid w:val="006742C4"/>
    <w:rsid w:val="006745E7"/>
    <w:rsid w:val="0067545B"/>
    <w:rsid w:val="0067568B"/>
    <w:rsid w:val="006756DB"/>
    <w:rsid w:val="00675F88"/>
    <w:rsid w:val="00675FAA"/>
    <w:rsid w:val="00675FD0"/>
    <w:rsid w:val="006762BF"/>
    <w:rsid w:val="00677986"/>
    <w:rsid w:val="006810FC"/>
    <w:rsid w:val="006813E4"/>
    <w:rsid w:val="00681EAA"/>
    <w:rsid w:val="00682108"/>
    <w:rsid w:val="006828CB"/>
    <w:rsid w:val="00682CCF"/>
    <w:rsid w:val="006832D8"/>
    <w:rsid w:val="00683E0B"/>
    <w:rsid w:val="0068453A"/>
    <w:rsid w:val="00684848"/>
    <w:rsid w:val="00685E4A"/>
    <w:rsid w:val="00686935"/>
    <w:rsid w:val="00686974"/>
    <w:rsid w:val="00686C31"/>
    <w:rsid w:val="006877C7"/>
    <w:rsid w:val="006908F3"/>
    <w:rsid w:val="00690A1D"/>
    <w:rsid w:val="00690E3B"/>
    <w:rsid w:val="006917A6"/>
    <w:rsid w:val="0069213A"/>
    <w:rsid w:val="00692A5D"/>
    <w:rsid w:val="00692F00"/>
    <w:rsid w:val="00693008"/>
    <w:rsid w:val="00693795"/>
    <w:rsid w:val="00693C3F"/>
    <w:rsid w:val="0069410C"/>
    <w:rsid w:val="00695208"/>
    <w:rsid w:val="00695628"/>
    <w:rsid w:val="00695CC4"/>
    <w:rsid w:val="00696652"/>
    <w:rsid w:val="006968BF"/>
    <w:rsid w:val="00696D4A"/>
    <w:rsid w:val="006972F6"/>
    <w:rsid w:val="006976B8"/>
    <w:rsid w:val="00697C56"/>
    <w:rsid w:val="00697DBB"/>
    <w:rsid w:val="006A0759"/>
    <w:rsid w:val="006A0B41"/>
    <w:rsid w:val="006A0BC8"/>
    <w:rsid w:val="006A1F55"/>
    <w:rsid w:val="006A279C"/>
    <w:rsid w:val="006A28E9"/>
    <w:rsid w:val="006A2A11"/>
    <w:rsid w:val="006A3394"/>
    <w:rsid w:val="006A3572"/>
    <w:rsid w:val="006A3E83"/>
    <w:rsid w:val="006A3FD6"/>
    <w:rsid w:val="006A410D"/>
    <w:rsid w:val="006A432D"/>
    <w:rsid w:val="006A4866"/>
    <w:rsid w:val="006A66C1"/>
    <w:rsid w:val="006A6C5A"/>
    <w:rsid w:val="006A7060"/>
    <w:rsid w:val="006A75EF"/>
    <w:rsid w:val="006A7914"/>
    <w:rsid w:val="006A7ED5"/>
    <w:rsid w:val="006A7F07"/>
    <w:rsid w:val="006B0AC2"/>
    <w:rsid w:val="006B101B"/>
    <w:rsid w:val="006B1F8B"/>
    <w:rsid w:val="006B2F3E"/>
    <w:rsid w:val="006B3D08"/>
    <w:rsid w:val="006B444F"/>
    <w:rsid w:val="006B4DAF"/>
    <w:rsid w:val="006B50B5"/>
    <w:rsid w:val="006B578A"/>
    <w:rsid w:val="006B57B6"/>
    <w:rsid w:val="006B598E"/>
    <w:rsid w:val="006B6AFD"/>
    <w:rsid w:val="006B7D82"/>
    <w:rsid w:val="006B7E3F"/>
    <w:rsid w:val="006B7EC4"/>
    <w:rsid w:val="006C09F3"/>
    <w:rsid w:val="006C0EFF"/>
    <w:rsid w:val="006C2FF4"/>
    <w:rsid w:val="006C3CD5"/>
    <w:rsid w:val="006C3CF5"/>
    <w:rsid w:val="006C45D2"/>
    <w:rsid w:val="006C48F4"/>
    <w:rsid w:val="006C4D7A"/>
    <w:rsid w:val="006C52FE"/>
    <w:rsid w:val="006C5363"/>
    <w:rsid w:val="006C5BF8"/>
    <w:rsid w:val="006C5CA3"/>
    <w:rsid w:val="006C5D3C"/>
    <w:rsid w:val="006C5F18"/>
    <w:rsid w:val="006C633E"/>
    <w:rsid w:val="006C640F"/>
    <w:rsid w:val="006C6429"/>
    <w:rsid w:val="006C66FC"/>
    <w:rsid w:val="006C6FDE"/>
    <w:rsid w:val="006C7675"/>
    <w:rsid w:val="006C7E62"/>
    <w:rsid w:val="006D0DCF"/>
    <w:rsid w:val="006D13E2"/>
    <w:rsid w:val="006D1D64"/>
    <w:rsid w:val="006D1F6B"/>
    <w:rsid w:val="006D27B4"/>
    <w:rsid w:val="006D282F"/>
    <w:rsid w:val="006D2AB6"/>
    <w:rsid w:val="006D2CC0"/>
    <w:rsid w:val="006D3440"/>
    <w:rsid w:val="006D3798"/>
    <w:rsid w:val="006D3A7C"/>
    <w:rsid w:val="006D3DC8"/>
    <w:rsid w:val="006D3FDC"/>
    <w:rsid w:val="006D46B8"/>
    <w:rsid w:val="006D5033"/>
    <w:rsid w:val="006D52D1"/>
    <w:rsid w:val="006D5404"/>
    <w:rsid w:val="006D622D"/>
    <w:rsid w:val="006D79B5"/>
    <w:rsid w:val="006E0C55"/>
    <w:rsid w:val="006E1193"/>
    <w:rsid w:val="006E13D1"/>
    <w:rsid w:val="006E2379"/>
    <w:rsid w:val="006E296D"/>
    <w:rsid w:val="006E34E2"/>
    <w:rsid w:val="006E35D0"/>
    <w:rsid w:val="006E36B8"/>
    <w:rsid w:val="006E3DA4"/>
    <w:rsid w:val="006E3F1A"/>
    <w:rsid w:val="006E489C"/>
    <w:rsid w:val="006E4AF3"/>
    <w:rsid w:val="006E4C99"/>
    <w:rsid w:val="006E4F22"/>
    <w:rsid w:val="006E4FF4"/>
    <w:rsid w:val="006E545B"/>
    <w:rsid w:val="006E5D19"/>
    <w:rsid w:val="006E5EF6"/>
    <w:rsid w:val="006E68DA"/>
    <w:rsid w:val="006E7031"/>
    <w:rsid w:val="006E767D"/>
    <w:rsid w:val="006E77C6"/>
    <w:rsid w:val="006F04C9"/>
    <w:rsid w:val="006F0A00"/>
    <w:rsid w:val="006F0B64"/>
    <w:rsid w:val="006F1092"/>
    <w:rsid w:val="006F1374"/>
    <w:rsid w:val="006F13CE"/>
    <w:rsid w:val="006F17E2"/>
    <w:rsid w:val="006F1A37"/>
    <w:rsid w:val="006F1EE7"/>
    <w:rsid w:val="006F251B"/>
    <w:rsid w:val="006F260D"/>
    <w:rsid w:val="006F2891"/>
    <w:rsid w:val="006F2B61"/>
    <w:rsid w:val="006F2C63"/>
    <w:rsid w:val="006F2D25"/>
    <w:rsid w:val="006F30EF"/>
    <w:rsid w:val="006F35FA"/>
    <w:rsid w:val="006F3B10"/>
    <w:rsid w:val="006F41FB"/>
    <w:rsid w:val="006F4400"/>
    <w:rsid w:val="006F53BD"/>
    <w:rsid w:val="006F5C60"/>
    <w:rsid w:val="006F665A"/>
    <w:rsid w:val="006F6860"/>
    <w:rsid w:val="006F6E25"/>
    <w:rsid w:val="006F6FB2"/>
    <w:rsid w:val="006F7B1C"/>
    <w:rsid w:val="006F7C2F"/>
    <w:rsid w:val="006F7CDC"/>
    <w:rsid w:val="007010E2"/>
    <w:rsid w:val="007016FB"/>
    <w:rsid w:val="007029DB"/>
    <w:rsid w:val="00702EBF"/>
    <w:rsid w:val="007030DF"/>
    <w:rsid w:val="0070317C"/>
    <w:rsid w:val="0070321D"/>
    <w:rsid w:val="0070354B"/>
    <w:rsid w:val="00703813"/>
    <w:rsid w:val="00703AB2"/>
    <w:rsid w:val="0070468D"/>
    <w:rsid w:val="00704787"/>
    <w:rsid w:val="007047C7"/>
    <w:rsid w:val="007049F2"/>
    <w:rsid w:val="00704AAB"/>
    <w:rsid w:val="00704B82"/>
    <w:rsid w:val="00705E3E"/>
    <w:rsid w:val="0070613A"/>
    <w:rsid w:val="00706C9A"/>
    <w:rsid w:val="007071CC"/>
    <w:rsid w:val="00707724"/>
    <w:rsid w:val="00707774"/>
    <w:rsid w:val="00707EB9"/>
    <w:rsid w:val="007105E5"/>
    <w:rsid w:val="007108B0"/>
    <w:rsid w:val="00710E06"/>
    <w:rsid w:val="007110AB"/>
    <w:rsid w:val="00711CB8"/>
    <w:rsid w:val="00711CD9"/>
    <w:rsid w:val="00711D98"/>
    <w:rsid w:val="00711FAE"/>
    <w:rsid w:val="007121B0"/>
    <w:rsid w:val="0071286A"/>
    <w:rsid w:val="00712E57"/>
    <w:rsid w:val="00713486"/>
    <w:rsid w:val="0071380D"/>
    <w:rsid w:val="0071398A"/>
    <w:rsid w:val="0071426B"/>
    <w:rsid w:val="00714F8D"/>
    <w:rsid w:val="0071504A"/>
    <w:rsid w:val="00715064"/>
    <w:rsid w:val="007150FA"/>
    <w:rsid w:val="00715795"/>
    <w:rsid w:val="00715EC6"/>
    <w:rsid w:val="0071610C"/>
    <w:rsid w:val="00716914"/>
    <w:rsid w:val="00717235"/>
    <w:rsid w:val="00720E48"/>
    <w:rsid w:val="00721B9E"/>
    <w:rsid w:val="00721D5D"/>
    <w:rsid w:val="00721F4E"/>
    <w:rsid w:val="00722090"/>
    <w:rsid w:val="00722940"/>
    <w:rsid w:val="00722D8A"/>
    <w:rsid w:val="00723510"/>
    <w:rsid w:val="007236FF"/>
    <w:rsid w:val="00723AE4"/>
    <w:rsid w:val="007243DE"/>
    <w:rsid w:val="007249E5"/>
    <w:rsid w:val="00725477"/>
    <w:rsid w:val="0072587A"/>
    <w:rsid w:val="00725DA7"/>
    <w:rsid w:val="00726140"/>
    <w:rsid w:val="007262C3"/>
    <w:rsid w:val="00726649"/>
    <w:rsid w:val="0072668F"/>
    <w:rsid w:val="0072675A"/>
    <w:rsid w:val="007267CB"/>
    <w:rsid w:val="00726C96"/>
    <w:rsid w:val="00726DD5"/>
    <w:rsid w:val="00726ED6"/>
    <w:rsid w:val="00727AE6"/>
    <w:rsid w:val="00727B28"/>
    <w:rsid w:val="00727D39"/>
    <w:rsid w:val="00730050"/>
    <w:rsid w:val="0073049C"/>
    <w:rsid w:val="00730658"/>
    <w:rsid w:val="0073099E"/>
    <w:rsid w:val="007316C7"/>
    <w:rsid w:val="00731B30"/>
    <w:rsid w:val="00731C0E"/>
    <w:rsid w:val="00732B7B"/>
    <w:rsid w:val="00733149"/>
    <w:rsid w:val="00733E7B"/>
    <w:rsid w:val="00733F6A"/>
    <w:rsid w:val="007340AB"/>
    <w:rsid w:val="00734216"/>
    <w:rsid w:val="00734A0C"/>
    <w:rsid w:val="00734BBC"/>
    <w:rsid w:val="00734CAA"/>
    <w:rsid w:val="00735F97"/>
    <w:rsid w:val="00736A3F"/>
    <w:rsid w:val="00736AEB"/>
    <w:rsid w:val="00737030"/>
    <w:rsid w:val="00737065"/>
    <w:rsid w:val="00737A36"/>
    <w:rsid w:val="00737A48"/>
    <w:rsid w:val="007406A3"/>
    <w:rsid w:val="00741426"/>
    <w:rsid w:val="00741465"/>
    <w:rsid w:val="007417CA"/>
    <w:rsid w:val="00741EDB"/>
    <w:rsid w:val="00741FB1"/>
    <w:rsid w:val="0074212B"/>
    <w:rsid w:val="0074269E"/>
    <w:rsid w:val="00742B96"/>
    <w:rsid w:val="00742F01"/>
    <w:rsid w:val="00743686"/>
    <w:rsid w:val="00743819"/>
    <w:rsid w:val="00743E65"/>
    <w:rsid w:val="007441B8"/>
    <w:rsid w:val="007446FD"/>
    <w:rsid w:val="00744C49"/>
    <w:rsid w:val="00744DF8"/>
    <w:rsid w:val="00745552"/>
    <w:rsid w:val="00745821"/>
    <w:rsid w:val="007459DC"/>
    <w:rsid w:val="00745AE2"/>
    <w:rsid w:val="00745DF0"/>
    <w:rsid w:val="00746266"/>
    <w:rsid w:val="00746B43"/>
    <w:rsid w:val="00746C53"/>
    <w:rsid w:val="00746F27"/>
    <w:rsid w:val="007474A3"/>
    <w:rsid w:val="00747ECD"/>
    <w:rsid w:val="00750010"/>
    <w:rsid w:val="0075002F"/>
    <w:rsid w:val="007502E3"/>
    <w:rsid w:val="00750613"/>
    <w:rsid w:val="00751139"/>
    <w:rsid w:val="00751699"/>
    <w:rsid w:val="00751BE8"/>
    <w:rsid w:val="00752138"/>
    <w:rsid w:val="0075243D"/>
    <w:rsid w:val="00753771"/>
    <w:rsid w:val="00753CA9"/>
    <w:rsid w:val="00754094"/>
    <w:rsid w:val="00754912"/>
    <w:rsid w:val="00754AA6"/>
    <w:rsid w:val="00754B09"/>
    <w:rsid w:val="00755091"/>
    <w:rsid w:val="00755B1F"/>
    <w:rsid w:val="00755C31"/>
    <w:rsid w:val="00755D41"/>
    <w:rsid w:val="00756078"/>
    <w:rsid w:val="00756B14"/>
    <w:rsid w:val="00757248"/>
    <w:rsid w:val="00757911"/>
    <w:rsid w:val="0076008D"/>
    <w:rsid w:val="007601B2"/>
    <w:rsid w:val="0076096D"/>
    <w:rsid w:val="00760A50"/>
    <w:rsid w:val="00760CE8"/>
    <w:rsid w:val="00760D81"/>
    <w:rsid w:val="00761E21"/>
    <w:rsid w:val="00761E42"/>
    <w:rsid w:val="0076268B"/>
    <w:rsid w:val="0076272A"/>
    <w:rsid w:val="00763531"/>
    <w:rsid w:val="007638E7"/>
    <w:rsid w:val="007653B1"/>
    <w:rsid w:val="00765774"/>
    <w:rsid w:val="00765A1A"/>
    <w:rsid w:val="007661D2"/>
    <w:rsid w:val="00766869"/>
    <w:rsid w:val="00766D2F"/>
    <w:rsid w:val="00767C20"/>
    <w:rsid w:val="00767C44"/>
    <w:rsid w:val="00767DCA"/>
    <w:rsid w:val="00767DD2"/>
    <w:rsid w:val="00767F85"/>
    <w:rsid w:val="007701EB"/>
    <w:rsid w:val="00770530"/>
    <w:rsid w:val="00772390"/>
    <w:rsid w:val="007731ED"/>
    <w:rsid w:val="0077360F"/>
    <w:rsid w:val="00773DC4"/>
    <w:rsid w:val="007744C0"/>
    <w:rsid w:val="00774796"/>
    <w:rsid w:val="00774CD0"/>
    <w:rsid w:val="00774DFF"/>
    <w:rsid w:val="00774E6A"/>
    <w:rsid w:val="00775060"/>
    <w:rsid w:val="007753E3"/>
    <w:rsid w:val="007755AA"/>
    <w:rsid w:val="00775E85"/>
    <w:rsid w:val="0077608D"/>
    <w:rsid w:val="00776894"/>
    <w:rsid w:val="00776C19"/>
    <w:rsid w:val="007774F9"/>
    <w:rsid w:val="00777590"/>
    <w:rsid w:val="00777DBE"/>
    <w:rsid w:val="00777E5F"/>
    <w:rsid w:val="00777ED0"/>
    <w:rsid w:val="0078019D"/>
    <w:rsid w:val="007801CA"/>
    <w:rsid w:val="0078053B"/>
    <w:rsid w:val="00780674"/>
    <w:rsid w:val="007808A4"/>
    <w:rsid w:val="00780BFB"/>
    <w:rsid w:val="007810FD"/>
    <w:rsid w:val="0078121B"/>
    <w:rsid w:val="007828EB"/>
    <w:rsid w:val="007829CC"/>
    <w:rsid w:val="0078329E"/>
    <w:rsid w:val="00783506"/>
    <w:rsid w:val="007838A0"/>
    <w:rsid w:val="00783A2A"/>
    <w:rsid w:val="00783C4F"/>
    <w:rsid w:val="007841E8"/>
    <w:rsid w:val="007845F9"/>
    <w:rsid w:val="0078488B"/>
    <w:rsid w:val="0078524D"/>
    <w:rsid w:val="007854A0"/>
    <w:rsid w:val="0078592D"/>
    <w:rsid w:val="00785AF4"/>
    <w:rsid w:val="00785BC8"/>
    <w:rsid w:val="00786874"/>
    <w:rsid w:val="00786931"/>
    <w:rsid w:val="00787572"/>
    <w:rsid w:val="00787B2D"/>
    <w:rsid w:val="00790294"/>
    <w:rsid w:val="00790683"/>
    <w:rsid w:val="00790FF6"/>
    <w:rsid w:val="00792BE4"/>
    <w:rsid w:val="00792CF6"/>
    <w:rsid w:val="00793432"/>
    <w:rsid w:val="00793D81"/>
    <w:rsid w:val="00793E8E"/>
    <w:rsid w:val="00794CE7"/>
    <w:rsid w:val="00794D65"/>
    <w:rsid w:val="00794E6C"/>
    <w:rsid w:val="00795B19"/>
    <w:rsid w:val="007968A5"/>
    <w:rsid w:val="00796D0D"/>
    <w:rsid w:val="00797508"/>
    <w:rsid w:val="00797708"/>
    <w:rsid w:val="00797DB8"/>
    <w:rsid w:val="007A084A"/>
    <w:rsid w:val="007A0E82"/>
    <w:rsid w:val="007A1674"/>
    <w:rsid w:val="007A1DA6"/>
    <w:rsid w:val="007A1E25"/>
    <w:rsid w:val="007A21D6"/>
    <w:rsid w:val="007A2359"/>
    <w:rsid w:val="007A23AE"/>
    <w:rsid w:val="007A2E95"/>
    <w:rsid w:val="007A32C0"/>
    <w:rsid w:val="007A32D5"/>
    <w:rsid w:val="007A357B"/>
    <w:rsid w:val="007A393C"/>
    <w:rsid w:val="007A3A9D"/>
    <w:rsid w:val="007A3AB3"/>
    <w:rsid w:val="007A437C"/>
    <w:rsid w:val="007A443A"/>
    <w:rsid w:val="007A497C"/>
    <w:rsid w:val="007A4CB3"/>
    <w:rsid w:val="007A4E36"/>
    <w:rsid w:val="007A4E69"/>
    <w:rsid w:val="007A5172"/>
    <w:rsid w:val="007A5304"/>
    <w:rsid w:val="007A5D61"/>
    <w:rsid w:val="007A653F"/>
    <w:rsid w:val="007A6EDB"/>
    <w:rsid w:val="007A70EA"/>
    <w:rsid w:val="007B0CB4"/>
    <w:rsid w:val="007B1184"/>
    <w:rsid w:val="007B1355"/>
    <w:rsid w:val="007B1B4F"/>
    <w:rsid w:val="007B1C2A"/>
    <w:rsid w:val="007B1C55"/>
    <w:rsid w:val="007B1E72"/>
    <w:rsid w:val="007B1F6F"/>
    <w:rsid w:val="007B260F"/>
    <w:rsid w:val="007B272D"/>
    <w:rsid w:val="007B28AB"/>
    <w:rsid w:val="007B2FBF"/>
    <w:rsid w:val="007B3974"/>
    <w:rsid w:val="007B3C2E"/>
    <w:rsid w:val="007B3D5E"/>
    <w:rsid w:val="007B418C"/>
    <w:rsid w:val="007B501E"/>
    <w:rsid w:val="007B50B0"/>
    <w:rsid w:val="007B54B4"/>
    <w:rsid w:val="007B5AD5"/>
    <w:rsid w:val="007B63DE"/>
    <w:rsid w:val="007B6F3A"/>
    <w:rsid w:val="007B70E0"/>
    <w:rsid w:val="007B78FA"/>
    <w:rsid w:val="007B79C3"/>
    <w:rsid w:val="007B7DEC"/>
    <w:rsid w:val="007C0094"/>
    <w:rsid w:val="007C024B"/>
    <w:rsid w:val="007C05A1"/>
    <w:rsid w:val="007C0896"/>
    <w:rsid w:val="007C0AE3"/>
    <w:rsid w:val="007C0C35"/>
    <w:rsid w:val="007C1281"/>
    <w:rsid w:val="007C1406"/>
    <w:rsid w:val="007C14A1"/>
    <w:rsid w:val="007C15B3"/>
    <w:rsid w:val="007C1931"/>
    <w:rsid w:val="007C1C16"/>
    <w:rsid w:val="007C1C69"/>
    <w:rsid w:val="007C1EF2"/>
    <w:rsid w:val="007C221F"/>
    <w:rsid w:val="007C414A"/>
    <w:rsid w:val="007C4F2E"/>
    <w:rsid w:val="007C50B5"/>
    <w:rsid w:val="007C6749"/>
    <w:rsid w:val="007C6CBB"/>
    <w:rsid w:val="007C6D12"/>
    <w:rsid w:val="007C79C7"/>
    <w:rsid w:val="007C7A18"/>
    <w:rsid w:val="007C7B04"/>
    <w:rsid w:val="007D06C2"/>
    <w:rsid w:val="007D09A0"/>
    <w:rsid w:val="007D0A0B"/>
    <w:rsid w:val="007D0A4B"/>
    <w:rsid w:val="007D0AED"/>
    <w:rsid w:val="007D0BD9"/>
    <w:rsid w:val="007D217E"/>
    <w:rsid w:val="007D24E6"/>
    <w:rsid w:val="007D2981"/>
    <w:rsid w:val="007D35CA"/>
    <w:rsid w:val="007D3981"/>
    <w:rsid w:val="007D4B00"/>
    <w:rsid w:val="007D5644"/>
    <w:rsid w:val="007D56A5"/>
    <w:rsid w:val="007D5722"/>
    <w:rsid w:val="007D674C"/>
    <w:rsid w:val="007D6AEB"/>
    <w:rsid w:val="007D6E67"/>
    <w:rsid w:val="007D73A1"/>
    <w:rsid w:val="007D7825"/>
    <w:rsid w:val="007D78F1"/>
    <w:rsid w:val="007D7C50"/>
    <w:rsid w:val="007D7CBD"/>
    <w:rsid w:val="007E1D82"/>
    <w:rsid w:val="007E2476"/>
    <w:rsid w:val="007E26B4"/>
    <w:rsid w:val="007E29FD"/>
    <w:rsid w:val="007E334A"/>
    <w:rsid w:val="007E3D94"/>
    <w:rsid w:val="007E4DF7"/>
    <w:rsid w:val="007E4EFE"/>
    <w:rsid w:val="007E550E"/>
    <w:rsid w:val="007E604B"/>
    <w:rsid w:val="007E6913"/>
    <w:rsid w:val="007E74EC"/>
    <w:rsid w:val="007E7962"/>
    <w:rsid w:val="007E7A5E"/>
    <w:rsid w:val="007F0949"/>
    <w:rsid w:val="007F0FA1"/>
    <w:rsid w:val="007F10D7"/>
    <w:rsid w:val="007F12D1"/>
    <w:rsid w:val="007F14E4"/>
    <w:rsid w:val="007F1519"/>
    <w:rsid w:val="007F19B4"/>
    <w:rsid w:val="007F1AED"/>
    <w:rsid w:val="007F1B3A"/>
    <w:rsid w:val="007F1E32"/>
    <w:rsid w:val="007F1E6F"/>
    <w:rsid w:val="007F24B6"/>
    <w:rsid w:val="007F3216"/>
    <w:rsid w:val="007F410B"/>
    <w:rsid w:val="007F4B10"/>
    <w:rsid w:val="007F4D4A"/>
    <w:rsid w:val="007F550E"/>
    <w:rsid w:val="007F57BD"/>
    <w:rsid w:val="007F5824"/>
    <w:rsid w:val="007F5D1D"/>
    <w:rsid w:val="007F65C0"/>
    <w:rsid w:val="007F6822"/>
    <w:rsid w:val="007F6E40"/>
    <w:rsid w:val="007F713B"/>
    <w:rsid w:val="007F737D"/>
    <w:rsid w:val="007F7816"/>
    <w:rsid w:val="00800779"/>
    <w:rsid w:val="0080163D"/>
    <w:rsid w:val="00802608"/>
    <w:rsid w:val="0080273A"/>
    <w:rsid w:val="00802847"/>
    <w:rsid w:val="00803049"/>
    <w:rsid w:val="008034CE"/>
    <w:rsid w:val="00803605"/>
    <w:rsid w:val="0080410B"/>
    <w:rsid w:val="00804713"/>
    <w:rsid w:val="0080475B"/>
    <w:rsid w:val="0080495B"/>
    <w:rsid w:val="00804F0C"/>
    <w:rsid w:val="0080588A"/>
    <w:rsid w:val="00805C96"/>
    <w:rsid w:val="0080600D"/>
    <w:rsid w:val="00806801"/>
    <w:rsid w:val="0080787E"/>
    <w:rsid w:val="0081041F"/>
    <w:rsid w:val="00810C27"/>
    <w:rsid w:val="008112D5"/>
    <w:rsid w:val="008117CE"/>
    <w:rsid w:val="00811871"/>
    <w:rsid w:val="008123FD"/>
    <w:rsid w:val="008130BE"/>
    <w:rsid w:val="00813449"/>
    <w:rsid w:val="00814104"/>
    <w:rsid w:val="00814295"/>
    <w:rsid w:val="00814491"/>
    <w:rsid w:val="00815347"/>
    <w:rsid w:val="00815591"/>
    <w:rsid w:val="00815B8E"/>
    <w:rsid w:val="0081630A"/>
    <w:rsid w:val="00816FDF"/>
    <w:rsid w:val="00817144"/>
    <w:rsid w:val="00817171"/>
    <w:rsid w:val="0081729A"/>
    <w:rsid w:val="00817C02"/>
    <w:rsid w:val="00820206"/>
    <w:rsid w:val="0082030B"/>
    <w:rsid w:val="0082062E"/>
    <w:rsid w:val="008211F8"/>
    <w:rsid w:val="00822895"/>
    <w:rsid w:val="00822D25"/>
    <w:rsid w:val="00823868"/>
    <w:rsid w:val="00823DA8"/>
    <w:rsid w:val="00823F02"/>
    <w:rsid w:val="00824436"/>
    <w:rsid w:val="008245CE"/>
    <w:rsid w:val="008258D2"/>
    <w:rsid w:val="00826485"/>
    <w:rsid w:val="008268B3"/>
    <w:rsid w:val="00826E4C"/>
    <w:rsid w:val="00827237"/>
    <w:rsid w:val="00827DED"/>
    <w:rsid w:val="00827EDC"/>
    <w:rsid w:val="008302C6"/>
    <w:rsid w:val="008310D2"/>
    <w:rsid w:val="0083143F"/>
    <w:rsid w:val="008317FD"/>
    <w:rsid w:val="008323B5"/>
    <w:rsid w:val="00832D5B"/>
    <w:rsid w:val="00833507"/>
    <w:rsid w:val="00833D80"/>
    <w:rsid w:val="00833FF0"/>
    <w:rsid w:val="00834AC3"/>
    <w:rsid w:val="00834C0F"/>
    <w:rsid w:val="00834E5B"/>
    <w:rsid w:val="008354BF"/>
    <w:rsid w:val="00835EB5"/>
    <w:rsid w:val="008361B8"/>
    <w:rsid w:val="00836B49"/>
    <w:rsid w:val="0083711A"/>
    <w:rsid w:val="00837EC0"/>
    <w:rsid w:val="008400B5"/>
    <w:rsid w:val="00840411"/>
    <w:rsid w:val="008404A5"/>
    <w:rsid w:val="00840786"/>
    <w:rsid w:val="00840EB6"/>
    <w:rsid w:val="0084124B"/>
    <w:rsid w:val="00842327"/>
    <w:rsid w:val="008431F7"/>
    <w:rsid w:val="00843245"/>
    <w:rsid w:val="00843606"/>
    <w:rsid w:val="0084406A"/>
    <w:rsid w:val="00844128"/>
    <w:rsid w:val="008442ED"/>
    <w:rsid w:val="00844808"/>
    <w:rsid w:val="00844951"/>
    <w:rsid w:val="00844D43"/>
    <w:rsid w:val="0084564B"/>
    <w:rsid w:val="008456CE"/>
    <w:rsid w:val="00845C08"/>
    <w:rsid w:val="0084619D"/>
    <w:rsid w:val="008467CC"/>
    <w:rsid w:val="00846E0E"/>
    <w:rsid w:val="008471E6"/>
    <w:rsid w:val="0084767F"/>
    <w:rsid w:val="008478B8"/>
    <w:rsid w:val="00847C44"/>
    <w:rsid w:val="008503EE"/>
    <w:rsid w:val="0085123A"/>
    <w:rsid w:val="008512E9"/>
    <w:rsid w:val="008515B7"/>
    <w:rsid w:val="00851A14"/>
    <w:rsid w:val="00851D2B"/>
    <w:rsid w:val="00851EA9"/>
    <w:rsid w:val="008529C3"/>
    <w:rsid w:val="00852CDB"/>
    <w:rsid w:val="00852DCE"/>
    <w:rsid w:val="00852ED8"/>
    <w:rsid w:val="008539F0"/>
    <w:rsid w:val="00853E32"/>
    <w:rsid w:val="00853E3E"/>
    <w:rsid w:val="008543FD"/>
    <w:rsid w:val="00854571"/>
    <w:rsid w:val="00854A14"/>
    <w:rsid w:val="00854C14"/>
    <w:rsid w:val="00854DB5"/>
    <w:rsid w:val="0085548C"/>
    <w:rsid w:val="00855C10"/>
    <w:rsid w:val="00855C60"/>
    <w:rsid w:val="00855EFA"/>
    <w:rsid w:val="0085630B"/>
    <w:rsid w:val="008563DE"/>
    <w:rsid w:val="00856AF6"/>
    <w:rsid w:val="008579E2"/>
    <w:rsid w:val="00857AB2"/>
    <w:rsid w:val="00857B27"/>
    <w:rsid w:val="00857DA7"/>
    <w:rsid w:val="00857E14"/>
    <w:rsid w:val="00857F0A"/>
    <w:rsid w:val="00857F19"/>
    <w:rsid w:val="008627A1"/>
    <w:rsid w:val="00862A82"/>
    <w:rsid w:val="00862D1B"/>
    <w:rsid w:val="00863B45"/>
    <w:rsid w:val="00863C95"/>
    <w:rsid w:val="00864129"/>
    <w:rsid w:val="0086438D"/>
    <w:rsid w:val="0086445C"/>
    <w:rsid w:val="0086679D"/>
    <w:rsid w:val="0086696F"/>
    <w:rsid w:val="00867C1F"/>
    <w:rsid w:val="0087023B"/>
    <w:rsid w:val="00870546"/>
    <w:rsid w:val="00870AD2"/>
    <w:rsid w:val="0087134B"/>
    <w:rsid w:val="008722E4"/>
    <w:rsid w:val="0087252B"/>
    <w:rsid w:val="00874CE8"/>
    <w:rsid w:val="00875325"/>
    <w:rsid w:val="008758B4"/>
    <w:rsid w:val="00875FF6"/>
    <w:rsid w:val="0087617C"/>
    <w:rsid w:val="008766BB"/>
    <w:rsid w:val="00876AE0"/>
    <w:rsid w:val="00876D3A"/>
    <w:rsid w:val="00876E84"/>
    <w:rsid w:val="00877C24"/>
    <w:rsid w:val="00877F60"/>
    <w:rsid w:val="00877FA2"/>
    <w:rsid w:val="008802CE"/>
    <w:rsid w:val="008802EF"/>
    <w:rsid w:val="0088036C"/>
    <w:rsid w:val="00880A56"/>
    <w:rsid w:val="00880CF6"/>
    <w:rsid w:val="008813B2"/>
    <w:rsid w:val="00881CA4"/>
    <w:rsid w:val="00881D86"/>
    <w:rsid w:val="00881E9C"/>
    <w:rsid w:val="00882E64"/>
    <w:rsid w:val="008833EB"/>
    <w:rsid w:val="00883793"/>
    <w:rsid w:val="00883ED0"/>
    <w:rsid w:val="00885042"/>
    <w:rsid w:val="008851E9"/>
    <w:rsid w:val="00885801"/>
    <w:rsid w:val="00887869"/>
    <w:rsid w:val="00887E2E"/>
    <w:rsid w:val="0089067F"/>
    <w:rsid w:val="0089120F"/>
    <w:rsid w:val="00891218"/>
    <w:rsid w:val="008913B9"/>
    <w:rsid w:val="0089191E"/>
    <w:rsid w:val="008921CF"/>
    <w:rsid w:val="00892FAD"/>
    <w:rsid w:val="00893776"/>
    <w:rsid w:val="00893DEB"/>
    <w:rsid w:val="00894517"/>
    <w:rsid w:val="008949C6"/>
    <w:rsid w:val="00894B30"/>
    <w:rsid w:val="00894B51"/>
    <w:rsid w:val="00894EDB"/>
    <w:rsid w:val="008958FC"/>
    <w:rsid w:val="00895D49"/>
    <w:rsid w:val="00895F27"/>
    <w:rsid w:val="008964AE"/>
    <w:rsid w:val="0089693E"/>
    <w:rsid w:val="00896F5E"/>
    <w:rsid w:val="0089724F"/>
    <w:rsid w:val="00897746"/>
    <w:rsid w:val="008A0164"/>
    <w:rsid w:val="008A07F2"/>
    <w:rsid w:val="008A08BC"/>
    <w:rsid w:val="008A0CF1"/>
    <w:rsid w:val="008A0CFE"/>
    <w:rsid w:val="008A0DC1"/>
    <w:rsid w:val="008A110F"/>
    <w:rsid w:val="008A14BA"/>
    <w:rsid w:val="008A2329"/>
    <w:rsid w:val="008A2999"/>
    <w:rsid w:val="008A354A"/>
    <w:rsid w:val="008A38E9"/>
    <w:rsid w:val="008A3F9C"/>
    <w:rsid w:val="008A3FED"/>
    <w:rsid w:val="008A446B"/>
    <w:rsid w:val="008A472C"/>
    <w:rsid w:val="008A4CAB"/>
    <w:rsid w:val="008A4ED8"/>
    <w:rsid w:val="008A5320"/>
    <w:rsid w:val="008A6395"/>
    <w:rsid w:val="008A6854"/>
    <w:rsid w:val="008A6B1E"/>
    <w:rsid w:val="008A74E8"/>
    <w:rsid w:val="008A76A1"/>
    <w:rsid w:val="008B10C3"/>
    <w:rsid w:val="008B1813"/>
    <w:rsid w:val="008B21EE"/>
    <w:rsid w:val="008B3310"/>
    <w:rsid w:val="008B3A22"/>
    <w:rsid w:val="008B3F40"/>
    <w:rsid w:val="008B4710"/>
    <w:rsid w:val="008B4C68"/>
    <w:rsid w:val="008B52B5"/>
    <w:rsid w:val="008B5F43"/>
    <w:rsid w:val="008B6132"/>
    <w:rsid w:val="008B6581"/>
    <w:rsid w:val="008B6C1E"/>
    <w:rsid w:val="008B6E50"/>
    <w:rsid w:val="008B7636"/>
    <w:rsid w:val="008B772D"/>
    <w:rsid w:val="008B788E"/>
    <w:rsid w:val="008B7A65"/>
    <w:rsid w:val="008B7C54"/>
    <w:rsid w:val="008C03C5"/>
    <w:rsid w:val="008C0888"/>
    <w:rsid w:val="008C0E4E"/>
    <w:rsid w:val="008C15BF"/>
    <w:rsid w:val="008C17B5"/>
    <w:rsid w:val="008C1827"/>
    <w:rsid w:val="008C1AA1"/>
    <w:rsid w:val="008C1D8A"/>
    <w:rsid w:val="008C2115"/>
    <w:rsid w:val="008C26C8"/>
    <w:rsid w:val="008C36BB"/>
    <w:rsid w:val="008C3E00"/>
    <w:rsid w:val="008C3E75"/>
    <w:rsid w:val="008C4355"/>
    <w:rsid w:val="008C46FD"/>
    <w:rsid w:val="008C4B3D"/>
    <w:rsid w:val="008C4E40"/>
    <w:rsid w:val="008C4F04"/>
    <w:rsid w:val="008C5016"/>
    <w:rsid w:val="008C56BB"/>
    <w:rsid w:val="008C5717"/>
    <w:rsid w:val="008C5A28"/>
    <w:rsid w:val="008C5C7B"/>
    <w:rsid w:val="008C6198"/>
    <w:rsid w:val="008D067B"/>
    <w:rsid w:val="008D0B5A"/>
    <w:rsid w:val="008D1CB3"/>
    <w:rsid w:val="008D24E6"/>
    <w:rsid w:val="008D25A4"/>
    <w:rsid w:val="008D29F7"/>
    <w:rsid w:val="008D2A04"/>
    <w:rsid w:val="008D3283"/>
    <w:rsid w:val="008D34F7"/>
    <w:rsid w:val="008D392E"/>
    <w:rsid w:val="008D3A6B"/>
    <w:rsid w:val="008D4883"/>
    <w:rsid w:val="008D530C"/>
    <w:rsid w:val="008D5628"/>
    <w:rsid w:val="008D595C"/>
    <w:rsid w:val="008D5D24"/>
    <w:rsid w:val="008D6948"/>
    <w:rsid w:val="008E0A71"/>
    <w:rsid w:val="008E14EC"/>
    <w:rsid w:val="008E16E5"/>
    <w:rsid w:val="008E19E0"/>
    <w:rsid w:val="008E1F5F"/>
    <w:rsid w:val="008E207F"/>
    <w:rsid w:val="008E3224"/>
    <w:rsid w:val="008E3806"/>
    <w:rsid w:val="008E3AF2"/>
    <w:rsid w:val="008E3C8C"/>
    <w:rsid w:val="008E3E35"/>
    <w:rsid w:val="008E41F5"/>
    <w:rsid w:val="008E4446"/>
    <w:rsid w:val="008E44F1"/>
    <w:rsid w:val="008E47F8"/>
    <w:rsid w:val="008E590D"/>
    <w:rsid w:val="008E5A8B"/>
    <w:rsid w:val="008E60EF"/>
    <w:rsid w:val="008E69B7"/>
    <w:rsid w:val="008E6B74"/>
    <w:rsid w:val="008E6CD4"/>
    <w:rsid w:val="008E6EB1"/>
    <w:rsid w:val="008E7444"/>
    <w:rsid w:val="008F02E0"/>
    <w:rsid w:val="008F0310"/>
    <w:rsid w:val="008F0439"/>
    <w:rsid w:val="008F09FD"/>
    <w:rsid w:val="008F0B00"/>
    <w:rsid w:val="008F0C50"/>
    <w:rsid w:val="008F0FDA"/>
    <w:rsid w:val="008F126B"/>
    <w:rsid w:val="008F1915"/>
    <w:rsid w:val="008F2A2E"/>
    <w:rsid w:val="008F34B3"/>
    <w:rsid w:val="008F3DF1"/>
    <w:rsid w:val="008F4BCD"/>
    <w:rsid w:val="008F50AE"/>
    <w:rsid w:val="008F50BB"/>
    <w:rsid w:val="008F50C1"/>
    <w:rsid w:val="008F550F"/>
    <w:rsid w:val="008F5AFF"/>
    <w:rsid w:val="008F5DAF"/>
    <w:rsid w:val="008F5E23"/>
    <w:rsid w:val="008F5E9F"/>
    <w:rsid w:val="008F633E"/>
    <w:rsid w:val="008F6BB5"/>
    <w:rsid w:val="008F6E92"/>
    <w:rsid w:val="008F6FF2"/>
    <w:rsid w:val="008F73DE"/>
    <w:rsid w:val="0090005E"/>
    <w:rsid w:val="009006ED"/>
    <w:rsid w:val="00901A03"/>
    <w:rsid w:val="00901B92"/>
    <w:rsid w:val="00901D18"/>
    <w:rsid w:val="0090254C"/>
    <w:rsid w:val="0090273D"/>
    <w:rsid w:val="00902AB4"/>
    <w:rsid w:val="0090358A"/>
    <w:rsid w:val="0090371E"/>
    <w:rsid w:val="00903CB4"/>
    <w:rsid w:val="00903D3A"/>
    <w:rsid w:val="00903F8D"/>
    <w:rsid w:val="009046A0"/>
    <w:rsid w:val="00904836"/>
    <w:rsid w:val="009054EE"/>
    <w:rsid w:val="00905AA8"/>
    <w:rsid w:val="00905B05"/>
    <w:rsid w:val="0090620F"/>
    <w:rsid w:val="00906399"/>
    <w:rsid w:val="009067AD"/>
    <w:rsid w:val="00906B09"/>
    <w:rsid w:val="00906B6E"/>
    <w:rsid w:val="0090734C"/>
    <w:rsid w:val="009079C0"/>
    <w:rsid w:val="009101E5"/>
    <w:rsid w:val="0091029F"/>
    <w:rsid w:val="0091097C"/>
    <w:rsid w:val="00910AB7"/>
    <w:rsid w:val="009111F2"/>
    <w:rsid w:val="00911699"/>
    <w:rsid w:val="009123E9"/>
    <w:rsid w:val="00912A53"/>
    <w:rsid w:val="00912DA0"/>
    <w:rsid w:val="00913485"/>
    <w:rsid w:val="009136F3"/>
    <w:rsid w:val="009140F7"/>
    <w:rsid w:val="00914AD6"/>
    <w:rsid w:val="009151DA"/>
    <w:rsid w:val="00915E66"/>
    <w:rsid w:val="00916187"/>
    <w:rsid w:val="00916204"/>
    <w:rsid w:val="00917787"/>
    <w:rsid w:val="009177DB"/>
    <w:rsid w:val="00917C04"/>
    <w:rsid w:val="00917D75"/>
    <w:rsid w:val="0092034D"/>
    <w:rsid w:val="00920733"/>
    <w:rsid w:val="00921157"/>
    <w:rsid w:val="009216D2"/>
    <w:rsid w:val="00921F3D"/>
    <w:rsid w:val="00922EAD"/>
    <w:rsid w:val="00923F52"/>
    <w:rsid w:val="0092488A"/>
    <w:rsid w:val="009249C6"/>
    <w:rsid w:val="00924D60"/>
    <w:rsid w:val="00925249"/>
    <w:rsid w:val="009256D3"/>
    <w:rsid w:val="00925DCD"/>
    <w:rsid w:val="009272A7"/>
    <w:rsid w:val="009273F3"/>
    <w:rsid w:val="009274A4"/>
    <w:rsid w:val="00927C45"/>
    <w:rsid w:val="0093213A"/>
    <w:rsid w:val="00932716"/>
    <w:rsid w:val="00932B46"/>
    <w:rsid w:val="00932BB2"/>
    <w:rsid w:val="00932C0E"/>
    <w:rsid w:val="00932CCB"/>
    <w:rsid w:val="00932D4F"/>
    <w:rsid w:val="00932F34"/>
    <w:rsid w:val="009330FA"/>
    <w:rsid w:val="0093405E"/>
    <w:rsid w:val="009348FB"/>
    <w:rsid w:val="00934B91"/>
    <w:rsid w:val="00935EE7"/>
    <w:rsid w:val="0093687E"/>
    <w:rsid w:val="0093768B"/>
    <w:rsid w:val="009405B7"/>
    <w:rsid w:val="00940B41"/>
    <w:rsid w:val="009415E2"/>
    <w:rsid w:val="00941B60"/>
    <w:rsid w:val="00941BB4"/>
    <w:rsid w:val="00941FA9"/>
    <w:rsid w:val="00941FB3"/>
    <w:rsid w:val="009421A2"/>
    <w:rsid w:val="00942962"/>
    <w:rsid w:val="009438A7"/>
    <w:rsid w:val="00943A6F"/>
    <w:rsid w:val="00943AF8"/>
    <w:rsid w:val="00943B21"/>
    <w:rsid w:val="0094455B"/>
    <w:rsid w:val="00944A93"/>
    <w:rsid w:val="00944DC8"/>
    <w:rsid w:val="00944FF6"/>
    <w:rsid w:val="00945505"/>
    <w:rsid w:val="0094582D"/>
    <w:rsid w:val="00945C17"/>
    <w:rsid w:val="00945F3D"/>
    <w:rsid w:val="00945F70"/>
    <w:rsid w:val="009460A9"/>
    <w:rsid w:val="00946EC3"/>
    <w:rsid w:val="00947304"/>
    <w:rsid w:val="009477A7"/>
    <w:rsid w:val="00947F6B"/>
    <w:rsid w:val="00950408"/>
    <w:rsid w:val="009504D1"/>
    <w:rsid w:val="00950ECA"/>
    <w:rsid w:val="00950F3E"/>
    <w:rsid w:val="009532F9"/>
    <w:rsid w:val="009538B6"/>
    <w:rsid w:val="00953CD8"/>
    <w:rsid w:val="0095429E"/>
    <w:rsid w:val="00954C26"/>
    <w:rsid w:val="0095500F"/>
    <w:rsid w:val="009553B6"/>
    <w:rsid w:val="009559F3"/>
    <w:rsid w:val="00955E4E"/>
    <w:rsid w:val="00955EF2"/>
    <w:rsid w:val="00955EF9"/>
    <w:rsid w:val="0095688B"/>
    <w:rsid w:val="0095713A"/>
    <w:rsid w:val="009578DE"/>
    <w:rsid w:val="00957C36"/>
    <w:rsid w:val="00960167"/>
    <w:rsid w:val="0096025F"/>
    <w:rsid w:val="0096032D"/>
    <w:rsid w:val="00961278"/>
    <w:rsid w:val="009614BF"/>
    <w:rsid w:val="00961517"/>
    <w:rsid w:val="0096162F"/>
    <w:rsid w:val="009617E7"/>
    <w:rsid w:val="00961DBA"/>
    <w:rsid w:val="00962519"/>
    <w:rsid w:val="009639F4"/>
    <w:rsid w:val="00963D2C"/>
    <w:rsid w:val="00963F20"/>
    <w:rsid w:val="00964221"/>
    <w:rsid w:val="00964713"/>
    <w:rsid w:val="00964DAA"/>
    <w:rsid w:val="00964E76"/>
    <w:rsid w:val="00964FB4"/>
    <w:rsid w:val="009653CB"/>
    <w:rsid w:val="009656AD"/>
    <w:rsid w:val="00965BF9"/>
    <w:rsid w:val="00966205"/>
    <w:rsid w:val="009663A1"/>
    <w:rsid w:val="009667CD"/>
    <w:rsid w:val="009668C0"/>
    <w:rsid w:val="00966F61"/>
    <w:rsid w:val="009671CE"/>
    <w:rsid w:val="00967A34"/>
    <w:rsid w:val="00967FFB"/>
    <w:rsid w:val="00970420"/>
    <w:rsid w:val="00970B4F"/>
    <w:rsid w:val="0097101E"/>
    <w:rsid w:val="00971171"/>
    <w:rsid w:val="00971288"/>
    <w:rsid w:val="00972708"/>
    <w:rsid w:val="00972968"/>
    <w:rsid w:val="009739BE"/>
    <w:rsid w:val="00973C6B"/>
    <w:rsid w:val="009748CE"/>
    <w:rsid w:val="0097529B"/>
    <w:rsid w:val="00975351"/>
    <w:rsid w:val="00975407"/>
    <w:rsid w:val="009754F8"/>
    <w:rsid w:val="00975A10"/>
    <w:rsid w:val="00975B73"/>
    <w:rsid w:val="009760C9"/>
    <w:rsid w:val="00976134"/>
    <w:rsid w:val="009761E0"/>
    <w:rsid w:val="009761FE"/>
    <w:rsid w:val="009768EF"/>
    <w:rsid w:val="00976EC5"/>
    <w:rsid w:val="00977590"/>
    <w:rsid w:val="00980334"/>
    <w:rsid w:val="00980EEA"/>
    <w:rsid w:val="00980F59"/>
    <w:rsid w:val="00981661"/>
    <w:rsid w:val="00982787"/>
    <w:rsid w:val="00983081"/>
    <w:rsid w:val="009839E2"/>
    <w:rsid w:val="00983E66"/>
    <w:rsid w:val="0098413D"/>
    <w:rsid w:val="009843ED"/>
    <w:rsid w:val="009847DD"/>
    <w:rsid w:val="00984A12"/>
    <w:rsid w:val="00984D1C"/>
    <w:rsid w:val="0098544D"/>
    <w:rsid w:val="0098552A"/>
    <w:rsid w:val="00985692"/>
    <w:rsid w:val="00985C4F"/>
    <w:rsid w:val="00985DBE"/>
    <w:rsid w:val="0098606E"/>
    <w:rsid w:val="00986C73"/>
    <w:rsid w:val="0098732A"/>
    <w:rsid w:val="00987353"/>
    <w:rsid w:val="00987642"/>
    <w:rsid w:val="0098791C"/>
    <w:rsid w:val="00987A1C"/>
    <w:rsid w:val="0099017A"/>
    <w:rsid w:val="00990904"/>
    <w:rsid w:val="009909A1"/>
    <w:rsid w:val="00991699"/>
    <w:rsid w:val="00992261"/>
    <w:rsid w:val="00992488"/>
    <w:rsid w:val="00992E35"/>
    <w:rsid w:val="00992EA5"/>
    <w:rsid w:val="0099312A"/>
    <w:rsid w:val="0099334B"/>
    <w:rsid w:val="00993816"/>
    <w:rsid w:val="00993C18"/>
    <w:rsid w:val="0099449C"/>
    <w:rsid w:val="00994D5F"/>
    <w:rsid w:val="009951BA"/>
    <w:rsid w:val="009955E2"/>
    <w:rsid w:val="00995750"/>
    <w:rsid w:val="00995D1D"/>
    <w:rsid w:val="009960A0"/>
    <w:rsid w:val="00996272"/>
    <w:rsid w:val="009966E8"/>
    <w:rsid w:val="00997179"/>
    <w:rsid w:val="009979DD"/>
    <w:rsid w:val="009A02E3"/>
    <w:rsid w:val="009A0530"/>
    <w:rsid w:val="009A167E"/>
    <w:rsid w:val="009A253B"/>
    <w:rsid w:val="009A358C"/>
    <w:rsid w:val="009A3DCA"/>
    <w:rsid w:val="009A4935"/>
    <w:rsid w:val="009A4B6C"/>
    <w:rsid w:val="009A4C07"/>
    <w:rsid w:val="009A5254"/>
    <w:rsid w:val="009A65BC"/>
    <w:rsid w:val="009A7A66"/>
    <w:rsid w:val="009A7C16"/>
    <w:rsid w:val="009A7E9E"/>
    <w:rsid w:val="009B0021"/>
    <w:rsid w:val="009B059D"/>
    <w:rsid w:val="009B079A"/>
    <w:rsid w:val="009B0C67"/>
    <w:rsid w:val="009B1F62"/>
    <w:rsid w:val="009B27CE"/>
    <w:rsid w:val="009B2876"/>
    <w:rsid w:val="009B34D2"/>
    <w:rsid w:val="009B3C8E"/>
    <w:rsid w:val="009B44AE"/>
    <w:rsid w:val="009B4BC4"/>
    <w:rsid w:val="009B6CAB"/>
    <w:rsid w:val="009B7200"/>
    <w:rsid w:val="009B77D5"/>
    <w:rsid w:val="009B791A"/>
    <w:rsid w:val="009B7ADF"/>
    <w:rsid w:val="009B7B19"/>
    <w:rsid w:val="009B7C7D"/>
    <w:rsid w:val="009C04F9"/>
    <w:rsid w:val="009C0913"/>
    <w:rsid w:val="009C0A4B"/>
    <w:rsid w:val="009C10D8"/>
    <w:rsid w:val="009C13CE"/>
    <w:rsid w:val="009C1918"/>
    <w:rsid w:val="009C19FE"/>
    <w:rsid w:val="009C1C29"/>
    <w:rsid w:val="009C1D52"/>
    <w:rsid w:val="009C2158"/>
    <w:rsid w:val="009C2592"/>
    <w:rsid w:val="009C2685"/>
    <w:rsid w:val="009C2BE0"/>
    <w:rsid w:val="009C2C8E"/>
    <w:rsid w:val="009C355E"/>
    <w:rsid w:val="009C35F0"/>
    <w:rsid w:val="009C3D3D"/>
    <w:rsid w:val="009C42D6"/>
    <w:rsid w:val="009C43CD"/>
    <w:rsid w:val="009C497F"/>
    <w:rsid w:val="009C4A64"/>
    <w:rsid w:val="009C53A5"/>
    <w:rsid w:val="009C54B9"/>
    <w:rsid w:val="009C57A3"/>
    <w:rsid w:val="009C59AA"/>
    <w:rsid w:val="009C5FA5"/>
    <w:rsid w:val="009C5FFD"/>
    <w:rsid w:val="009C6647"/>
    <w:rsid w:val="009C668A"/>
    <w:rsid w:val="009C6BA4"/>
    <w:rsid w:val="009C6BFA"/>
    <w:rsid w:val="009C7A69"/>
    <w:rsid w:val="009C7B83"/>
    <w:rsid w:val="009D029B"/>
    <w:rsid w:val="009D0A09"/>
    <w:rsid w:val="009D0EA0"/>
    <w:rsid w:val="009D1C43"/>
    <w:rsid w:val="009D1CCC"/>
    <w:rsid w:val="009D1E34"/>
    <w:rsid w:val="009D283A"/>
    <w:rsid w:val="009D2966"/>
    <w:rsid w:val="009D2CFE"/>
    <w:rsid w:val="009D2EBA"/>
    <w:rsid w:val="009D3251"/>
    <w:rsid w:val="009D41CC"/>
    <w:rsid w:val="009D421C"/>
    <w:rsid w:val="009D4372"/>
    <w:rsid w:val="009D4C45"/>
    <w:rsid w:val="009D4F76"/>
    <w:rsid w:val="009D51A0"/>
    <w:rsid w:val="009D54F4"/>
    <w:rsid w:val="009D57F7"/>
    <w:rsid w:val="009D66FD"/>
    <w:rsid w:val="009D6A58"/>
    <w:rsid w:val="009D6EAD"/>
    <w:rsid w:val="009D719A"/>
    <w:rsid w:val="009D733F"/>
    <w:rsid w:val="009D7349"/>
    <w:rsid w:val="009D7807"/>
    <w:rsid w:val="009D798C"/>
    <w:rsid w:val="009D7A83"/>
    <w:rsid w:val="009D7CC6"/>
    <w:rsid w:val="009D7D5D"/>
    <w:rsid w:val="009E1014"/>
    <w:rsid w:val="009E13DE"/>
    <w:rsid w:val="009E1413"/>
    <w:rsid w:val="009E152F"/>
    <w:rsid w:val="009E16B2"/>
    <w:rsid w:val="009E196C"/>
    <w:rsid w:val="009E1A86"/>
    <w:rsid w:val="009E2942"/>
    <w:rsid w:val="009E2CEA"/>
    <w:rsid w:val="009E3677"/>
    <w:rsid w:val="009E3F4D"/>
    <w:rsid w:val="009E42F9"/>
    <w:rsid w:val="009E46B1"/>
    <w:rsid w:val="009E4744"/>
    <w:rsid w:val="009E496E"/>
    <w:rsid w:val="009E4D88"/>
    <w:rsid w:val="009E4E0A"/>
    <w:rsid w:val="009E4F45"/>
    <w:rsid w:val="009E52DE"/>
    <w:rsid w:val="009E53A1"/>
    <w:rsid w:val="009E54A1"/>
    <w:rsid w:val="009E5D7B"/>
    <w:rsid w:val="009E5E35"/>
    <w:rsid w:val="009E5EDB"/>
    <w:rsid w:val="009E61FE"/>
    <w:rsid w:val="009E6426"/>
    <w:rsid w:val="009E65CE"/>
    <w:rsid w:val="009E6D96"/>
    <w:rsid w:val="009E6EA0"/>
    <w:rsid w:val="009E70F0"/>
    <w:rsid w:val="009E74E0"/>
    <w:rsid w:val="009E7DD3"/>
    <w:rsid w:val="009F0179"/>
    <w:rsid w:val="009F07E0"/>
    <w:rsid w:val="009F07F6"/>
    <w:rsid w:val="009F0B8B"/>
    <w:rsid w:val="009F0BF8"/>
    <w:rsid w:val="009F0FDC"/>
    <w:rsid w:val="009F2167"/>
    <w:rsid w:val="009F2B5B"/>
    <w:rsid w:val="009F31EF"/>
    <w:rsid w:val="009F39B3"/>
    <w:rsid w:val="009F42E3"/>
    <w:rsid w:val="009F4FE9"/>
    <w:rsid w:val="009F5494"/>
    <w:rsid w:val="009F5A45"/>
    <w:rsid w:val="009F624D"/>
    <w:rsid w:val="009F6394"/>
    <w:rsid w:val="009F7245"/>
    <w:rsid w:val="009F7523"/>
    <w:rsid w:val="009F7610"/>
    <w:rsid w:val="00A00166"/>
    <w:rsid w:val="00A013C4"/>
    <w:rsid w:val="00A013EB"/>
    <w:rsid w:val="00A01AD1"/>
    <w:rsid w:val="00A02018"/>
    <w:rsid w:val="00A0229C"/>
    <w:rsid w:val="00A0251B"/>
    <w:rsid w:val="00A02636"/>
    <w:rsid w:val="00A02CCD"/>
    <w:rsid w:val="00A02D74"/>
    <w:rsid w:val="00A02F6C"/>
    <w:rsid w:val="00A03222"/>
    <w:rsid w:val="00A03A22"/>
    <w:rsid w:val="00A03A33"/>
    <w:rsid w:val="00A042D5"/>
    <w:rsid w:val="00A044E1"/>
    <w:rsid w:val="00A04750"/>
    <w:rsid w:val="00A048F0"/>
    <w:rsid w:val="00A049D0"/>
    <w:rsid w:val="00A04AA1"/>
    <w:rsid w:val="00A0589B"/>
    <w:rsid w:val="00A05DAB"/>
    <w:rsid w:val="00A061F1"/>
    <w:rsid w:val="00A065AB"/>
    <w:rsid w:val="00A06967"/>
    <w:rsid w:val="00A07616"/>
    <w:rsid w:val="00A07E57"/>
    <w:rsid w:val="00A07F4A"/>
    <w:rsid w:val="00A108F6"/>
    <w:rsid w:val="00A10A8B"/>
    <w:rsid w:val="00A10F29"/>
    <w:rsid w:val="00A10F43"/>
    <w:rsid w:val="00A11389"/>
    <w:rsid w:val="00A113BD"/>
    <w:rsid w:val="00A11B09"/>
    <w:rsid w:val="00A11BA2"/>
    <w:rsid w:val="00A13318"/>
    <w:rsid w:val="00A1356F"/>
    <w:rsid w:val="00A13AA4"/>
    <w:rsid w:val="00A14079"/>
    <w:rsid w:val="00A146FE"/>
    <w:rsid w:val="00A150ED"/>
    <w:rsid w:val="00A155CB"/>
    <w:rsid w:val="00A16649"/>
    <w:rsid w:val="00A166CB"/>
    <w:rsid w:val="00A17B45"/>
    <w:rsid w:val="00A20F72"/>
    <w:rsid w:val="00A20FFA"/>
    <w:rsid w:val="00A210F1"/>
    <w:rsid w:val="00A21932"/>
    <w:rsid w:val="00A228B7"/>
    <w:rsid w:val="00A239E7"/>
    <w:rsid w:val="00A23C96"/>
    <w:rsid w:val="00A23DFA"/>
    <w:rsid w:val="00A23F7F"/>
    <w:rsid w:val="00A25F3D"/>
    <w:rsid w:val="00A267EF"/>
    <w:rsid w:val="00A26AB8"/>
    <w:rsid w:val="00A26F70"/>
    <w:rsid w:val="00A30187"/>
    <w:rsid w:val="00A30A43"/>
    <w:rsid w:val="00A30CB5"/>
    <w:rsid w:val="00A32945"/>
    <w:rsid w:val="00A32AB6"/>
    <w:rsid w:val="00A32FC1"/>
    <w:rsid w:val="00A344ED"/>
    <w:rsid w:val="00A36710"/>
    <w:rsid w:val="00A3688C"/>
    <w:rsid w:val="00A36CDB"/>
    <w:rsid w:val="00A37439"/>
    <w:rsid w:val="00A37A36"/>
    <w:rsid w:val="00A37A8A"/>
    <w:rsid w:val="00A37BFD"/>
    <w:rsid w:val="00A40418"/>
    <w:rsid w:val="00A40665"/>
    <w:rsid w:val="00A40BB9"/>
    <w:rsid w:val="00A41877"/>
    <w:rsid w:val="00A422C5"/>
    <w:rsid w:val="00A42FF3"/>
    <w:rsid w:val="00A4304B"/>
    <w:rsid w:val="00A4370D"/>
    <w:rsid w:val="00A43A29"/>
    <w:rsid w:val="00A4405D"/>
    <w:rsid w:val="00A44B6C"/>
    <w:rsid w:val="00A44D62"/>
    <w:rsid w:val="00A44FED"/>
    <w:rsid w:val="00A4554B"/>
    <w:rsid w:val="00A45752"/>
    <w:rsid w:val="00A4575E"/>
    <w:rsid w:val="00A45C9F"/>
    <w:rsid w:val="00A463E9"/>
    <w:rsid w:val="00A46881"/>
    <w:rsid w:val="00A46E6C"/>
    <w:rsid w:val="00A47C58"/>
    <w:rsid w:val="00A47EFF"/>
    <w:rsid w:val="00A50036"/>
    <w:rsid w:val="00A5037B"/>
    <w:rsid w:val="00A503FB"/>
    <w:rsid w:val="00A51024"/>
    <w:rsid w:val="00A512B9"/>
    <w:rsid w:val="00A512DC"/>
    <w:rsid w:val="00A51B17"/>
    <w:rsid w:val="00A52A92"/>
    <w:rsid w:val="00A52F1A"/>
    <w:rsid w:val="00A53056"/>
    <w:rsid w:val="00A531D1"/>
    <w:rsid w:val="00A53918"/>
    <w:rsid w:val="00A53B39"/>
    <w:rsid w:val="00A5447A"/>
    <w:rsid w:val="00A54DBB"/>
    <w:rsid w:val="00A5565E"/>
    <w:rsid w:val="00A55A10"/>
    <w:rsid w:val="00A56074"/>
    <w:rsid w:val="00A5686C"/>
    <w:rsid w:val="00A56879"/>
    <w:rsid w:val="00A571A3"/>
    <w:rsid w:val="00A57492"/>
    <w:rsid w:val="00A579D3"/>
    <w:rsid w:val="00A57B26"/>
    <w:rsid w:val="00A57BDD"/>
    <w:rsid w:val="00A57E30"/>
    <w:rsid w:val="00A57FFB"/>
    <w:rsid w:val="00A602E7"/>
    <w:rsid w:val="00A60A1C"/>
    <w:rsid w:val="00A61051"/>
    <w:rsid w:val="00A6135D"/>
    <w:rsid w:val="00A62102"/>
    <w:rsid w:val="00A6293D"/>
    <w:rsid w:val="00A634B2"/>
    <w:rsid w:val="00A63BAC"/>
    <w:rsid w:val="00A63D1B"/>
    <w:rsid w:val="00A63DEE"/>
    <w:rsid w:val="00A63EE4"/>
    <w:rsid w:val="00A6401B"/>
    <w:rsid w:val="00A64198"/>
    <w:rsid w:val="00A64281"/>
    <w:rsid w:val="00A64C5E"/>
    <w:rsid w:val="00A6542A"/>
    <w:rsid w:val="00A66976"/>
    <w:rsid w:val="00A66F1C"/>
    <w:rsid w:val="00A67D2A"/>
    <w:rsid w:val="00A67F27"/>
    <w:rsid w:val="00A71291"/>
    <w:rsid w:val="00A71510"/>
    <w:rsid w:val="00A71C65"/>
    <w:rsid w:val="00A72233"/>
    <w:rsid w:val="00A7280D"/>
    <w:rsid w:val="00A72E33"/>
    <w:rsid w:val="00A730CC"/>
    <w:rsid w:val="00A741CE"/>
    <w:rsid w:val="00A74613"/>
    <w:rsid w:val="00A74652"/>
    <w:rsid w:val="00A74885"/>
    <w:rsid w:val="00A74924"/>
    <w:rsid w:val="00A7530C"/>
    <w:rsid w:val="00A75A27"/>
    <w:rsid w:val="00A75D0E"/>
    <w:rsid w:val="00A75F10"/>
    <w:rsid w:val="00A762DD"/>
    <w:rsid w:val="00A7630B"/>
    <w:rsid w:val="00A7651B"/>
    <w:rsid w:val="00A76D9D"/>
    <w:rsid w:val="00A76DB1"/>
    <w:rsid w:val="00A77CA6"/>
    <w:rsid w:val="00A80089"/>
    <w:rsid w:val="00A808ED"/>
    <w:rsid w:val="00A80E97"/>
    <w:rsid w:val="00A83784"/>
    <w:rsid w:val="00A841B5"/>
    <w:rsid w:val="00A846B1"/>
    <w:rsid w:val="00A85538"/>
    <w:rsid w:val="00A8610D"/>
    <w:rsid w:val="00A867E2"/>
    <w:rsid w:val="00A87603"/>
    <w:rsid w:val="00A9054F"/>
    <w:rsid w:val="00A905EB"/>
    <w:rsid w:val="00A90E5B"/>
    <w:rsid w:val="00A9154B"/>
    <w:rsid w:val="00A91BAD"/>
    <w:rsid w:val="00A91D1C"/>
    <w:rsid w:val="00A9306D"/>
    <w:rsid w:val="00A936EB"/>
    <w:rsid w:val="00A937F1"/>
    <w:rsid w:val="00A9430F"/>
    <w:rsid w:val="00A94764"/>
    <w:rsid w:val="00A95BE7"/>
    <w:rsid w:val="00A95C70"/>
    <w:rsid w:val="00A95DF0"/>
    <w:rsid w:val="00A9652E"/>
    <w:rsid w:val="00A96A43"/>
    <w:rsid w:val="00A978B3"/>
    <w:rsid w:val="00A97B23"/>
    <w:rsid w:val="00AA0371"/>
    <w:rsid w:val="00AA14DB"/>
    <w:rsid w:val="00AA153B"/>
    <w:rsid w:val="00AA19FC"/>
    <w:rsid w:val="00AA1DAE"/>
    <w:rsid w:val="00AA1FE5"/>
    <w:rsid w:val="00AA21D0"/>
    <w:rsid w:val="00AA2803"/>
    <w:rsid w:val="00AA33FA"/>
    <w:rsid w:val="00AA352E"/>
    <w:rsid w:val="00AA368B"/>
    <w:rsid w:val="00AA375E"/>
    <w:rsid w:val="00AA397A"/>
    <w:rsid w:val="00AA3B17"/>
    <w:rsid w:val="00AA425B"/>
    <w:rsid w:val="00AA44DC"/>
    <w:rsid w:val="00AA4534"/>
    <w:rsid w:val="00AA4659"/>
    <w:rsid w:val="00AA4725"/>
    <w:rsid w:val="00AA4A83"/>
    <w:rsid w:val="00AA5D77"/>
    <w:rsid w:val="00AA75EA"/>
    <w:rsid w:val="00AA7D60"/>
    <w:rsid w:val="00AA7DA8"/>
    <w:rsid w:val="00AB03D5"/>
    <w:rsid w:val="00AB0C90"/>
    <w:rsid w:val="00AB1B73"/>
    <w:rsid w:val="00AB20C2"/>
    <w:rsid w:val="00AB2A6C"/>
    <w:rsid w:val="00AB3175"/>
    <w:rsid w:val="00AB33D3"/>
    <w:rsid w:val="00AB36AA"/>
    <w:rsid w:val="00AB3718"/>
    <w:rsid w:val="00AB4416"/>
    <w:rsid w:val="00AB4483"/>
    <w:rsid w:val="00AB5235"/>
    <w:rsid w:val="00AB5469"/>
    <w:rsid w:val="00AB5882"/>
    <w:rsid w:val="00AB5ECD"/>
    <w:rsid w:val="00AB600C"/>
    <w:rsid w:val="00AB6370"/>
    <w:rsid w:val="00AB64CE"/>
    <w:rsid w:val="00AB672D"/>
    <w:rsid w:val="00AB6A8C"/>
    <w:rsid w:val="00AB701B"/>
    <w:rsid w:val="00AC05AD"/>
    <w:rsid w:val="00AC0802"/>
    <w:rsid w:val="00AC0F43"/>
    <w:rsid w:val="00AC0F82"/>
    <w:rsid w:val="00AC1660"/>
    <w:rsid w:val="00AC19B4"/>
    <w:rsid w:val="00AC1AF5"/>
    <w:rsid w:val="00AC1DC9"/>
    <w:rsid w:val="00AC1EA1"/>
    <w:rsid w:val="00AC29F9"/>
    <w:rsid w:val="00AC2C6B"/>
    <w:rsid w:val="00AC2C75"/>
    <w:rsid w:val="00AC3FBE"/>
    <w:rsid w:val="00AC4F79"/>
    <w:rsid w:val="00AC509B"/>
    <w:rsid w:val="00AC544F"/>
    <w:rsid w:val="00AC5500"/>
    <w:rsid w:val="00AC5992"/>
    <w:rsid w:val="00AC5BA5"/>
    <w:rsid w:val="00AC62EB"/>
    <w:rsid w:val="00AC6759"/>
    <w:rsid w:val="00AC6D7A"/>
    <w:rsid w:val="00AC6EE6"/>
    <w:rsid w:val="00AC7298"/>
    <w:rsid w:val="00AC764D"/>
    <w:rsid w:val="00AC77CB"/>
    <w:rsid w:val="00AC7A9F"/>
    <w:rsid w:val="00AD022F"/>
    <w:rsid w:val="00AD0489"/>
    <w:rsid w:val="00AD0597"/>
    <w:rsid w:val="00AD063F"/>
    <w:rsid w:val="00AD0EFC"/>
    <w:rsid w:val="00AD128E"/>
    <w:rsid w:val="00AD152D"/>
    <w:rsid w:val="00AD18B7"/>
    <w:rsid w:val="00AD1D2E"/>
    <w:rsid w:val="00AD1E72"/>
    <w:rsid w:val="00AD257E"/>
    <w:rsid w:val="00AD2ED0"/>
    <w:rsid w:val="00AD2F8E"/>
    <w:rsid w:val="00AD3A5B"/>
    <w:rsid w:val="00AD3B70"/>
    <w:rsid w:val="00AD4AFC"/>
    <w:rsid w:val="00AD4FD1"/>
    <w:rsid w:val="00AD5DC8"/>
    <w:rsid w:val="00AD613C"/>
    <w:rsid w:val="00AD6933"/>
    <w:rsid w:val="00AD6BC9"/>
    <w:rsid w:val="00AD7181"/>
    <w:rsid w:val="00AD78F2"/>
    <w:rsid w:val="00AD7A84"/>
    <w:rsid w:val="00AD7AF0"/>
    <w:rsid w:val="00AD7F1B"/>
    <w:rsid w:val="00AE037F"/>
    <w:rsid w:val="00AE0746"/>
    <w:rsid w:val="00AE0D9D"/>
    <w:rsid w:val="00AE0F9A"/>
    <w:rsid w:val="00AE14B5"/>
    <w:rsid w:val="00AE170D"/>
    <w:rsid w:val="00AE178E"/>
    <w:rsid w:val="00AE279A"/>
    <w:rsid w:val="00AE2B9A"/>
    <w:rsid w:val="00AE2C7D"/>
    <w:rsid w:val="00AE3214"/>
    <w:rsid w:val="00AE3368"/>
    <w:rsid w:val="00AE47BC"/>
    <w:rsid w:val="00AE4943"/>
    <w:rsid w:val="00AE5059"/>
    <w:rsid w:val="00AE54BA"/>
    <w:rsid w:val="00AE5759"/>
    <w:rsid w:val="00AE585D"/>
    <w:rsid w:val="00AE58BC"/>
    <w:rsid w:val="00AE5B23"/>
    <w:rsid w:val="00AE5E78"/>
    <w:rsid w:val="00AE616C"/>
    <w:rsid w:val="00AE70F7"/>
    <w:rsid w:val="00AE74A3"/>
    <w:rsid w:val="00AE758E"/>
    <w:rsid w:val="00AE77C6"/>
    <w:rsid w:val="00AE7CFF"/>
    <w:rsid w:val="00AF0229"/>
    <w:rsid w:val="00AF0A30"/>
    <w:rsid w:val="00AF0FF3"/>
    <w:rsid w:val="00AF1329"/>
    <w:rsid w:val="00AF2014"/>
    <w:rsid w:val="00AF217D"/>
    <w:rsid w:val="00AF2814"/>
    <w:rsid w:val="00AF2E12"/>
    <w:rsid w:val="00AF2E50"/>
    <w:rsid w:val="00AF336B"/>
    <w:rsid w:val="00AF339C"/>
    <w:rsid w:val="00AF38F8"/>
    <w:rsid w:val="00AF392D"/>
    <w:rsid w:val="00AF3C3F"/>
    <w:rsid w:val="00AF496B"/>
    <w:rsid w:val="00AF5762"/>
    <w:rsid w:val="00AF5A38"/>
    <w:rsid w:val="00AF5FC6"/>
    <w:rsid w:val="00AF6642"/>
    <w:rsid w:val="00AF6CBC"/>
    <w:rsid w:val="00AF7121"/>
    <w:rsid w:val="00AF753D"/>
    <w:rsid w:val="00AF7DD9"/>
    <w:rsid w:val="00B01CD3"/>
    <w:rsid w:val="00B01D12"/>
    <w:rsid w:val="00B01F0F"/>
    <w:rsid w:val="00B0252F"/>
    <w:rsid w:val="00B02C0E"/>
    <w:rsid w:val="00B03919"/>
    <w:rsid w:val="00B049ED"/>
    <w:rsid w:val="00B04A8F"/>
    <w:rsid w:val="00B05DCE"/>
    <w:rsid w:val="00B06143"/>
    <w:rsid w:val="00B0660D"/>
    <w:rsid w:val="00B06870"/>
    <w:rsid w:val="00B07005"/>
    <w:rsid w:val="00B0706F"/>
    <w:rsid w:val="00B073F7"/>
    <w:rsid w:val="00B0763E"/>
    <w:rsid w:val="00B0784A"/>
    <w:rsid w:val="00B07DC3"/>
    <w:rsid w:val="00B10568"/>
    <w:rsid w:val="00B1082E"/>
    <w:rsid w:val="00B10B9C"/>
    <w:rsid w:val="00B118F3"/>
    <w:rsid w:val="00B11E4E"/>
    <w:rsid w:val="00B11ED3"/>
    <w:rsid w:val="00B127E9"/>
    <w:rsid w:val="00B12B18"/>
    <w:rsid w:val="00B12C09"/>
    <w:rsid w:val="00B133D4"/>
    <w:rsid w:val="00B13A99"/>
    <w:rsid w:val="00B13CB6"/>
    <w:rsid w:val="00B1430F"/>
    <w:rsid w:val="00B14BA3"/>
    <w:rsid w:val="00B14CA2"/>
    <w:rsid w:val="00B15033"/>
    <w:rsid w:val="00B16EC8"/>
    <w:rsid w:val="00B171CB"/>
    <w:rsid w:val="00B17E5D"/>
    <w:rsid w:val="00B20006"/>
    <w:rsid w:val="00B20CBD"/>
    <w:rsid w:val="00B20F6B"/>
    <w:rsid w:val="00B21702"/>
    <w:rsid w:val="00B21749"/>
    <w:rsid w:val="00B22D28"/>
    <w:rsid w:val="00B237E3"/>
    <w:rsid w:val="00B239A6"/>
    <w:rsid w:val="00B23D25"/>
    <w:rsid w:val="00B24294"/>
    <w:rsid w:val="00B24B6F"/>
    <w:rsid w:val="00B252C2"/>
    <w:rsid w:val="00B252F1"/>
    <w:rsid w:val="00B25DC1"/>
    <w:rsid w:val="00B25F30"/>
    <w:rsid w:val="00B27142"/>
    <w:rsid w:val="00B27186"/>
    <w:rsid w:val="00B27F2D"/>
    <w:rsid w:val="00B3012A"/>
    <w:rsid w:val="00B30185"/>
    <w:rsid w:val="00B30FF5"/>
    <w:rsid w:val="00B311AE"/>
    <w:rsid w:val="00B32BEC"/>
    <w:rsid w:val="00B330BE"/>
    <w:rsid w:val="00B33B13"/>
    <w:rsid w:val="00B34094"/>
    <w:rsid w:val="00B34324"/>
    <w:rsid w:val="00B34E7C"/>
    <w:rsid w:val="00B34FC5"/>
    <w:rsid w:val="00B363CA"/>
    <w:rsid w:val="00B3669E"/>
    <w:rsid w:val="00B36C11"/>
    <w:rsid w:val="00B36FEC"/>
    <w:rsid w:val="00B3794B"/>
    <w:rsid w:val="00B37C13"/>
    <w:rsid w:val="00B406FD"/>
    <w:rsid w:val="00B40D21"/>
    <w:rsid w:val="00B40FF8"/>
    <w:rsid w:val="00B411EA"/>
    <w:rsid w:val="00B41403"/>
    <w:rsid w:val="00B41816"/>
    <w:rsid w:val="00B41E03"/>
    <w:rsid w:val="00B423D5"/>
    <w:rsid w:val="00B432E9"/>
    <w:rsid w:val="00B437D6"/>
    <w:rsid w:val="00B43C18"/>
    <w:rsid w:val="00B43D31"/>
    <w:rsid w:val="00B43F76"/>
    <w:rsid w:val="00B44296"/>
    <w:rsid w:val="00B44532"/>
    <w:rsid w:val="00B4455B"/>
    <w:rsid w:val="00B45525"/>
    <w:rsid w:val="00B4595F"/>
    <w:rsid w:val="00B46051"/>
    <w:rsid w:val="00B468B2"/>
    <w:rsid w:val="00B4721F"/>
    <w:rsid w:val="00B50038"/>
    <w:rsid w:val="00B50F0F"/>
    <w:rsid w:val="00B5119B"/>
    <w:rsid w:val="00B5152E"/>
    <w:rsid w:val="00B5160A"/>
    <w:rsid w:val="00B51F0F"/>
    <w:rsid w:val="00B530BF"/>
    <w:rsid w:val="00B53293"/>
    <w:rsid w:val="00B53882"/>
    <w:rsid w:val="00B53E47"/>
    <w:rsid w:val="00B5450A"/>
    <w:rsid w:val="00B54C8C"/>
    <w:rsid w:val="00B56136"/>
    <w:rsid w:val="00B56440"/>
    <w:rsid w:val="00B56617"/>
    <w:rsid w:val="00B571E3"/>
    <w:rsid w:val="00B5730A"/>
    <w:rsid w:val="00B575D2"/>
    <w:rsid w:val="00B578A8"/>
    <w:rsid w:val="00B60911"/>
    <w:rsid w:val="00B60A04"/>
    <w:rsid w:val="00B60D7A"/>
    <w:rsid w:val="00B60F49"/>
    <w:rsid w:val="00B6121D"/>
    <w:rsid w:val="00B6133D"/>
    <w:rsid w:val="00B6162C"/>
    <w:rsid w:val="00B61647"/>
    <w:rsid w:val="00B61DB5"/>
    <w:rsid w:val="00B61F3B"/>
    <w:rsid w:val="00B6259A"/>
    <w:rsid w:val="00B62A02"/>
    <w:rsid w:val="00B6393A"/>
    <w:rsid w:val="00B63FC2"/>
    <w:rsid w:val="00B6412E"/>
    <w:rsid w:val="00B64246"/>
    <w:rsid w:val="00B64426"/>
    <w:rsid w:val="00B64A5C"/>
    <w:rsid w:val="00B64AC9"/>
    <w:rsid w:val="00B64BA0"/>
    <w:rsid w:val="00B65B7E"/>
    <w:rsid w:val="00B65DE6"/>
    <w:rsid w:val="00B65FB3"/>
    <w:rsid w:val="00B6600B"/>
    <w:rsid w:val="00B66523"/>
    <w:rsid w:val="00B6681C"/>
    <w:rsid w:val="00B6700D"/>
    <w:rsid w:val="00B671C2"/>
    <w:rsid w:val="00B6758F"/>
    <w:rsid w:val="00B677FC"/>
    <w:rsid w:val="00B67A4A"/>
    <w:rsid w:val="00B67C27"/>
    <w:rsid w:val="00B67CEC"/>
    <w:rsid w:val="00B67E0C"/>
    <w:rsid w:val="00B7010F"/>
    <w:rsid w:val="00B7047B"/>
    <w:rsid w:val="00B70ECC"/>
    <w:rsid w:val="00B712DB"/>
    <w:rsid w:val="00B71350"/>
    <w:rsid w:val="00B7195A"/>
    <w:rsid w:val="00B71CC2"/>
    <w:rsid w:val="00B71E37"/>
    <w:rsid w:val="00B7218E"/>
    <w:rsid w:val="00B72638"/>
    <w:rsid w:val="00B72D97"/>
    <w:rsid w:val="00B73BCC"/>
    <w:rsid w:val="00B7485E"/>
    <w:rsid w:val="00B74914"/>
    <w:rsid w:val="00B74D00"/>
    <w:rsid w:val="00B75C8F"/>
    <w:rsid w:val="00B75CDB"/>
    <w:rsid w:val="00B76097"/>
    <w:rsid w:val="00B76596"/>
    <w:rsid w:val="00B7718B"/>
    <w:rsid w:val="00B77591"/>
    <w:rsid w:val="00B7764F"/>
    <w:rsid w:val="00B77746"/>
    <w:rsid w:val="00B77860"/>
    <w:rsid w:val="00B80450"/>
    <w:rsid w:val="00B806AC"/>
    <w:rsid w:val="00B80979"/>
    <w:rsid w:val="00B80D13"/>
    <w:rsid w:val="00B80F82"/>
    <w:rsid w:val="00B8177F"/>
    <w:rsid w:val="00B817A0"/>
    <w:rsid w:val="00B8269E"/>
    <w:rsid w:val="00B82831"/>
    <w:rsid w:val="00B828E1"/>
    <w:rsid w:val="00B82B68"/>
    <w:rsid w:val="00B82CE3"/>
    <w:rsid w:val="00B82E2F"/>
    <w:rsid w:val="00B83319"/>
    <w:rsid w:val="00B833C3"/>
    <w:rsid w:val="00B83D3B"/>
    <w:rsid w:val="00B83E12"/>
    <w:rsid w:val="00B851B0"/>
    <w:rsid w:val="00B851CC"/>
    <w:rsid w:val="00B85287"/>
    <w:rsid w:val="00B85290"/>
    <w:rsid w:val="00B856D6"/>
    <w:rsid w:val="00B8582A"/>
    <w:rsid w:val="00B859C3"/>
    <w:rsid w:val="00B85BB2"/>
    <w:rsid w:val="00B85BC5"/>
    <w:rsid w:val="00B85F2E"/>
    <w:rsid w:val="00B86070"/>
    <w:rsid w:val="00B86072"/>
    <w:rsid w:val="00B861CC"/>
    <w:rsid w:val="00B86D19"/>
    <w:rsid w:val="00B872D1"/>
    <w:rsid w:val="00B8748E"/>
    <w:rsid w:val="00B874AD"/>
    <w:rsid w:val="00B87FCD"/>
    <w:rsid w:val="00B90201"/>
    <w:rsid w:val="00B9076B"/>
    <w:rsid w:val="00B90976"/>
    <w:rsid w:val="00B90DC0"/>
    <w:rsid w:val="00B91422"/>
    <w:rsid w:val="00B91B6D"/>
    <w:rsid w:val="00B91C5E"/>
    <w:rsid w:val="00B91DE1"/>
    <w:rsid w:val="00B91F61"/>
    <w:rsid w:val="00B921B2"/>
    <w:rsid w:val="00B93E8D"/>
    <w:rsid w:val="00B940D4"/>
    <w:rsid w:val="00B94885"/>
    <w:rsid w:val="00B94A8E"/>
    <w:rsid w:val="00B94CA8"/>
    <w:rsid w:val="00B94E30"/>
    <w:rsid w:val="00B9546A"/>
    <w:rsid w:val="00B9595D"/>
    <w:rsid w:val="00B959B3"/>
    <w:rsid w:val="00B95A3E"/>
    <w:rsid w:val="00B95E0D"/>
    <w:rsid w:val="00B96050"/>
    <w:rsid w:val="00B9639D"/>
    <w:rsid w:val="00B96F6E"/>
    <w:rsid w:val="00B97AB9"/>
    <w:rsid w:val="00B97B59"/>
    <w:rsid w:val="00B97C96"/>
    <w:rsid w:val="00B97DAF"/>
    <w:rsid w:val="00B97E8C"/>
    <w:rsid w:val="00BA0C3D"/>
    <w:rsid w:val="00BA0EF3"/>
    <w:rsid w:val="00BA1094"/>
    <w:rsid w:val="00BA168D"/>
    <w:rsid w:val="00BA16B1"/>
    <w:rsid w:val="00BA1ABF"/>
    <w:rsid w:val="00BA226D"/>
    <w:rsid w:val="00BA22C2"/>
    <w:rsid w:val="00BA2706"/>
    <w:rsid w:val="00BA2732"/>
    <w:rsid w:val="00BA2C65"/>
    <w:rsid w:val="00BA3799"/>
    <w:rsid w:val="00BA3833"/>
    <w:rsid w:val="00BA3D20"/>
    <w:rsid w:val="00BA533D"/>
    <w:rsid w:val="00BA5930"/>
    <w:rsid w:val="00BA5C52"/>
    <w:rsid w:val="00BA7295"/>
    <w:rsid w:val="00BA7450"/>
    <w:rsid w:val="00BA757D"/>
    <w:rsid w:val="00BA764E"/>
    <w:rsid w:val="00BB0593"/>
    <w:rsid w:val="00BB0997"/>
    <w:rsid w:val="00BB1AA3"/>
    <w:rsid w:val="00BB2AE6"/>
    <w:rsid w:val="00BB2CA5"/>
    <w:rsid w:val="00BB2CB2"/>
    <w:rsid w:val="00BB2E90"/>
    <w:rsid w:val="00BB3DDE"/>
    <w:rsid w:val="00BB3F50"/>
    <w:rsid w:val="00BB432E"/>
    <w:rsid w:val="00BB47C4"/>
    <w:rsid w:val="00BB499E"/>
    <w:rsid w:val="00BB4BAE"/>
    <w:rsid w:val="00BB4D34"/>
    <w:rsid w:val="00BB4D4F"/>
    <w:rsid w:val="00BB521A"/>
    <w:rsid w:val="00BB555A"/>
    <w:rsid w:val="00BB61FF"/>
    <w:rsid w:val="00BB6954"/>
    <w:rsid w:val="00BB6CE8"/>
    <w:rsid w:val="00BB7155"/>
    <w:rsid w:val="00BB71ED"/>
    <w:rsid w:val="00BB7697"/>
    <w:rsid w:val="00BB7906"/>
    <w:rsid w:val="00BC09BE"/>
    <w:rsid w:val="00BC1220"/>
    <w:rsid w:val="00BC16C9"/>
    <w:rsid w:val="00BC2529"/>
    <w:rsid w:val="00BC2BF8"/>
    <w:rsid w:val="00BC2FBF"/>
    <w:rsid w:val="00BC396B"/>
    <w:rsid w:val="00BC3DD6"/>
    <w:rsid w:val="00BC416F"/>
    <w:rsid w:val="00BC4616"/>
    <w:rsid w:val="00BC4850"/>
    <w:rsid w:val="00BC4BCF"/>
    <w:rsid w:val="00BC4FC2"/>
    <w:rsid w:val="00BC5078"/>
    <w:rsid w:val="00BC5439"/>
    <w:rsid w:val="00BC6C3D"/>
    <w:rsid w:val="00BC7784"/>
    <w:rsid w:val="00BC7B70"/>
    <w:rsid w:val="00BC7BCF"/>
    <w:rsid w:val="00BC7F5B"/>
    <w:rsid w:val="00BD0059"/>
    <w:rsid w:val="00BD00D1"/>
    <w:rsid w:val="00BD02BC"/>
    <w:rsid w:val="00BD086F"/>
    <w:rsid w:val="00BD0C9F"/>
    <w:rsid w:val="00BD121D"/>
    <w:rsid w:val="00BD1566"/>
    <w:rsid w:val="00BD15F2"/>
    <w:rsid w:val="00BD17AC"/>
    <w:rsid w:val="00BD19F4"/>
    <w:rsid w:val="00BD2232"/>
    <w:rsid w:val="00BD2A17"/>
    <w:rsid w:val="00BD2CE5"/>
    <w:rsid w:val="00BD3486"/>
    <w:rsid w:val="00BD384B"/>
    <w:rsid w:val="00BD388F"/>
    <w:rsid w:val="00BD38B8"/>
    <w:rsid w:val="00BD3CB3"/>
    <w:rsid w:val="00BD44E0"/>
    <w:rsid w:val="00BD49A7"/>
    <w:rsid w:val="00BD5032"/>
    <w:rsid w:val="00BD5139"/>
    <w:rsid w:val="00BD5156"/>
    <w:rsid w:val="00BD540F"/>
    <w:rsid w:val="00BD5B5C"/>
    <w:rsid w:val="00BD6B26"/>
    <w:rsid w:val="00BD7456"/>
    <w:rsid w:val="00BD7514"/>
    <w:rsid w:val="00BD7556"/>
    <w:rsid w:val="00BD7DFD"/>
    <w:rsid w:val="00BE0C2E"/>
    <w:rsid w:val="00BE0DF8"/>
    <w:rsid w:val="00BE1265"/>
    <w:rsid w:val="00BE13A4"/>
    <w:rsid w:val="00BE1A3E"/>
    <w:rsid w:val="00BE2842"/>
    <w:rsid w:val="00BE3466"/>
    <w:rsid w:val="00BE4A7E"/>
    <w:rsid w:val="00BE4AC3"/>
    <w:rsid w:val="00BE53BC"/>
    <w:rsid w:val="00BE6250"/>
    <w:rsid w:val="00BE6A48"/>
    <w:rsid w:val="00BE6B27"/>
    <w:rsid w:val="00BE738B"/>
    <w:rsid w:val="00BF0AF7"/>
    <w:rsid w:val="00BF1331"/>
    <w:rsid w:val="00BF1F0C"/>
    <w:rsid w:val="00BF1F79"/>
    <w:rsid w:val="00BF279C"/>
    <w:rsid w:val="00BF2AFA"/>
    <w:rsid w:val="00BF2B48"/>
    <w:rsid w:val="00BF313D"/>
    <w:rsid w:val="00BF318E"/>
    <w:rsid w:val="00BF3340"/>
    <w:rsid w:val="00BF3708"/>
    <w:rsid w:val="00BF39A5"/>
    <w:rsid w:val="00BF4220"/>
    <w:rsid w:val="00BF4323"/>
    <w:rsid w:val="00BF4753"/>
    <w:rsid w:val="00BF4973"/>
    <w:rsid w:val="00BF4C31"/>
    <w:rsid w:val="00BF54D9"/>
    <w:rsid w:val="00BF5903"/>
    <w:rsid w:val="00BF6222"/>
    <w:rsid w:val="00BF7358"/>
    <w:rsid w:val="00C001B6"/>
    <w:rsid w:val="00C00E60"/>
    <w:rsid w:val="00C013EE"/>
    <w:rsid w:val="00C01831"/>
    <w:rsid w:val="00C0186E"/>
    <w:rsid w:val="00C021F3"/>
    <w:rsid w:val="00C02C3F"/>
    <w:rsid w:val="00C033E1"/>
    <w:rsid w:val="00C0355A"/>
    <w:rsid w:val="00C039E3"/>
    <w:rsid w:val="00C03D02"/>
    <w:rsid w:val="00C04292"/>
    <w:rsid w:val="00C045D8"/>
    <w:rsid w:val="00C052F4"/>
    <w:rsid w:val="00C05896"/>
    <w:rsid w:val="00C0592E"/>
    <w:rsid w:val="00C0598F"/>
    <w:rsid w:val="00C06482"/>
    <w:rsid w:val="00C07086"/>
    <w:rsid w:val="00C07769"/>
    <w:rsid w:val="00C07F8A"/>
    <w:rsid w:val="00C10642"/>
    <w:rsid w:val="00C10665"/>
    <w:rsid w:val="00C107D0"/>
    <w:rsid w:val="00C108A3"/>
    <w:rsid w:val="00C11C1E"/>
    <w:rsid w:val="00C12107"/>
    <w:rsid w:val="00C12284"/>
    <w:rsid w:val="00C12F9F"/>
    <w:rsid w:val="00C14165"/>
    <w:rsid w:val="00C14DA0"/>
    <w:rsid w:val="00C15027"/>
    <w:rsid w:val="00C15420"/>
    <w:rsid w:val="00C1625F"/>
    <w:rsid w:val="00C16BD3"/>
    <w:rsid w:val="00C16D8D"/>
    <w:rsid w:val="00C16E50"/>
    <w:rsid w:val="00C1705B"/>
    <w:rsid w:val="00C17117"/>
    <w:rsid w:val="00C17145"/>
    <w:rsid w:val="00C17BF6"/>
    <w:rsid w:val="00C203CD"/>
    <w:rsid w:val="00C2094B"/>
    <w:rsid w:val="00C209DC"/>
    <w:rsid w:val="00C223B3"/>
    <w:rsid w:val="00C22B03"/>
    <w:rsid w:val="00C23072"/>
    <w:rsid w:val="00C23796"/>
    <w:rsid w:val="00C23DF8"/>
    <w:rsid w:val="00C24B6E"/>
    <w:rsid w:val="00C24D6E"/>
    <w:rsid w:val="00C25293"/>
    <w:rsid w:val="00C25344"/>
    <w:rsid w:val="00C2650A"/>
    <w:rsid w:val="00C26805"/>
    <w:rsid w:val="00C26813"/>
    <w:rsid w:val="00C26A83"/>
    <w:rsid w:val="00C300A9"/>
    <w:rsid w:val="00C30BC6"/>
    <w:rsid w:val="00C30DC8"/>
    <w:rsid w:val="00C319F4"/>
    <w:rsid w:val="00C321AA"/>
    <w:rsid w:val="00C323E9"/>
    <w:rsid w:val="00C327BC"/>
    <w:rsid w:val="00C329C2"/>
    <w:rsid w:val="00C347F9"/>
    <w:rsid w:val="00C34E44"/>
    <w:rsid w:val="00C354E8"/>
    <w:rsid w:val="00C357C4"/>
    <w:rsid w:val="00C35AFF"/>
    <w:rsid w:val="00C36083"/>
    <w:rsid w:val="00C36F23"/>
    <w:rsid w:val="00C4085F"/>
    <w:rsid w:val="00C40A0E"/>
    <w:rsid w:val="00C412B9"/>
    <w:rsid w:val="00C41535"/>
    <w:rsid w:val="00C4194E"/>
    <w:rsid w:val="00C42308"/>
    <w:rsid w:val="00C42432"/>
    <w:rsid w:val="00C426A4"/>
    <w:rsid w:val="00C427EF"/>
    <w:rsid w:val="00C42958"/>
    <w:rsid w:val="00C4362A"/>
    <w:rsid w:val="00C4364C"/>
    <w:rsid w:val="00C43E5D"/>
    <w:rsid w:val="00C4494D"/>
    <w:rsid w:val="00C453AA"/>
    <w:rsid w:val="00C456A9"/>
    <w:rsid w:val="00C45B66"/>
    <w:rsid w:val="00C45EA0"/>
    <w:rsid w:val="00C468BD"/>
    <w:rsid w:val="00C469BB"/>
    <w:rsid w:val="00C46B13"/>
    <w:rsid w:val="00C46D8C"/>
    <w:rsid w:val="00C46FB2"/>
    <w:rsid w:val="00C470B4"/>
    <w:rsid w:val="00C47461"/>
    <w:rsid w:val="00C5004C"/>
    <w:rsid w:val="00C504A6"/>
    <w:rsid w:val="00C50514"/>
    <w:rsid w:val="00C50FDB"/>
    <w:rsid w:val="00C51846"/>
    <w:rsid w:val="00C519B1"/>
    <w:rsid w:val="00C52051"/>
    <w:rsid w:val="00C52769"/>
    <w:rsid w:val="00C52DDF"/>
    <w:rsid w:val="00C54E3A"/>
    <w:rsid w:val="00C553D7"/>
    <w:rsid w:val="00C55557"/>
    <w:rsid w:val="00C5556C"/>
    <w:rsid w:val="00C55968"/>
    <w:rsid w:val="00C5661C"/>
    <w:rsid w:val="00C56C4C"/>
    <w:rsid w:val="00C57481"/>
    <w:rsid w:val="00C579B9"/>
    <w:rsid w:val="00C57DA7"/>
    <w:rsid w:val="00C605A2"/>
    <w:rsid w:val="00C608CE"/>
    <w:rsid w:val="00C60C05"/>
    <w:rsid w:val="00C60CAC"/>
    <w:rsid w:val="00C60D39"/>
    <w:rsid w:val="00C62AA0"/>
    <w:rsid w:val="00C62C9F"/>
    <w:rsid w:val="00C62DE8"/>
    <w:rsid w:val="00C64F05"/>
    <w:rsid w:val="00C65F3A"/>
    <w:rsid w:val="00C66330"/>
    <w:rsid w:val="00C66B17"/>
    <w:rsid w:val="00C674FF"/>
    <w:rsid w:val="00C67F49"/>
    <w:rsid w:val="00C701D1"/>
    <w:rsid w:val="00C70216"/>
    <w:rsid w:val="00C7054E"/>
    <w:rsid w:val="00C706A8"/>
    <w:rsid w:val="00C70A52"/>
    <w:rsid w:val="00C714B0"/>
    <w:rsid w:val="00C71A66"/>
    <w:rsid w:val="00C71B47"/>
    <w:rsid w:val="00C726F7"/>
    <w:rsid w:val="00C72C13"/>
    <w:rsid w:val="00C730F3"/>
    <w:rsid w:val="00C7335F"/>
    <w:rsid w:val="00C733FC"/>
    <w:rsid w:val="00C73F74"/>
    <w:rsid w:val="00C73FC2"/>
    <w:rsid w:val="00C74227"/>
    <w:rsid w:val="00C74DB4"/>
    <w:rsid w:val="00C754F3"/>
    <w:rsid w:val="00C7592F"/>
    <w:rsid w:val="00C76B4A"/>
    <w:rsid w:val="00C76FBB"/>
    <w:rsid w:val="00C771C0"/>
    <w:rsid w:val="00C77865"/>
    <w:rsid w:val="00C80492"/>
    <w:rsid w:val="00C80557"/>
    <w:rsid w:val="00C8090B"/>
    <w:rsid w:val="00C80EAF"/>
    <w:rsid w:val="00C80F64"/>
    <w:rsid w:val="00C8191E"/>
    <w:rsid w:val="00C81B13"/>
    <w:rsid w:val="00C81F38"/>
    <w:rsid w:val="00C8203A"/>
    <w:rsid w:val="00C821F6"/>
    <w:rsid w:val="00C82361"/>
    <w:rsid w:val="00C83FF7"/>
    <w:rsid w:val="00C84087"/>
    <w:rsid w:val="00C84595"/>
    <w:rsid w:val="00C8521E"/>
    <w:rsid w:val="00C85854"/>
    <w:rsid w:val="00C858A9"/>
    <w:rsid w:val="00C86312"/>
    <w:rsid w:val="00C86560"/>
    <w:rsid w:val="00C86815"/>
    <w:rsid w:val="00C877E2"/>
    <w:rsid w:val="00C87DAF"/>
    <w:rsid w:val="00C90B31"/>
    <w:rsid w:val="00C91BCE"/>
    <w:rsid w:val="00C91F71"/>
    <w:rsid w:val="00C9258F"/>
    <w:rsid w:val="00C927A3"/>
    <w:rsid w:val="00C92E5A"/>
    <w:rsid w:val="00C92EF2"/>
    <w:rsid w:val="00C92F4D"/>
    <w:rsid w:val="00C93140"/>
    <w:rsid w:val="00C93BED"/>
    <w:rsid w:val="00C942E2"/>
    <w:rsid w:val="00C9557E"/>
    <w:rsid w:val="00C95962"/>
    <w:rsid w:val="00C95ED5"/>
    <w:rsid w:val="00C96288"/>
    <w:rsid w:val="00C9681A"/>
    <w:rsid w:val="00C96F35"/>
    <w:rsid w:val="00C9705E"/>
    <w:rsid w:val="00C9780D"/>
    <w:rsid w:val="00C97EB4"/>
    <w:rsid w:val="00CA00ED"/>
    <w:rsid w:val="00CA0540"/>
    <w:rsid w:val="00CA062B"/>
    <w:rsid w:val="00CA091B"/>
    <w:rsid w:val="00CA1205"/>
    <w:rsid w:val="00CA23D5"/>
    <w:rsid w:val="00CA265D"/>
    <w:rsid w:val="00CA275C"/>
    <w:rsid w:val="00CA27D3"/>
    <w:rsid w:val="00CA2D03"/>
    <w:rsid w:val="00CA2F24"/>
    <w:rsid w:val="00CA3767"/>
    <w:rsid w:val="00CA3966"/>
    <w:rsid w:val="00CA4267"/>
    <w:rsid w:val="00CA4BDB"/>
    <w:rsid w:val="00CA4F2C"/>
    <w:rsid w:val="00CA55C8"/>
    <w:rsid w:val="00CA620E"/>
    <w:rsid w:val="00CA7F8C"/>
    <w:rsid w:val="00CB0C7D"/>
    <w:rsid w:val="00CB10DC"/>
    <w:rsid w:val="00CB11F6"/>
    <w:rsid w:val="00CB1298"/>
    <w:rsid w:val="00CB16E1"/>
    <w:rsid w:val="00CB1FEE"/>
    <w:rsid w:val="00CB2439"/>
    <w:rsid w:val="00CB2B22"/>
    <w:rsid w:val="00CB35E4"/>
    <w:rsid w:val="00CB3775"/>
    <w:rsid w:val="00CB38E9"/>
    <w:rsid w:val="00CB3AD9"/>
    <w:rsid w:val="00CB3FCE"/>
    <w:rsid w:val="00CB451D"/>
    <w:rsid w:val="00CB4933"/>
    <w:rsid w:val="00CB543A"/>
    <w:rsid w:val="00CB564E"/>
    <w:rsid w:val="00CB597B"/>
    <w:rsid w:val="00CB5D9F"/>
    <w:rsid w:val="00CB6174"/>
    <w:rsid w:val="00CB617A"/>
    <w:rsid w:val="00CB6593"/>
    <w:rsid w:val="00CB65FF"/>
    <w:rsid w:val="00CB6731"/>
    <w:rsid w:val="00CB6998"/>
    <w:rsid w:val="00CB7224"/>
    <w:rsid w:val="00CB75A3"/>
    <w:rsid w:val="00CB78B3"/>
    <w:rsid w:val="00CB7C2F"/>
    <w:rsid w:val="00CB7D33"/>
    <w:rsid w:val="00CB7DBA"/>
    <w:rsid w:val="00CB7DC9"/>
    <w:rsid w:val="00CC19D5"/>
    <w:rsid w:val="00CC1CF2"/>
    <w:rsid w:val="00CC20A2"/>
    <w:rsid w:val="00CC2514"/>
    <w:rsid w:val="00CC3C71"/>
    <w:rsid w:val="00CC3CDD"/>
    <w:rsid w:val="00CC58DD"/>
    <w:rsid w:val="00CC5B5C"/>
    <w:rsid w:val="00CC6290"/>
    <w:rsid w:val="00CC6307"/>
    <w:rsid w:val="00CC71F5"/>
    <w:rsid w:val="00CC72EE"/>
    <w:rsid w:val="00CC738C"/>
    <w:rsid w:val="00CC77E5"/>
    <w:rsid w:val="00CC7ED1"/>
    <w:rsid w:val="00CC7F18"/>
    <w:rsid w:val="00CD032E"/>
    <w:rsid w:val="00CD1838"/>
    <w:rsid w:val="00CD2A74"/>
    <w:rsid w:val="00CD334E"/>
    <w:rsid w:val="00CD3A8F"/>
    <w:rsid w:val="00CD4C17"/>
    <w:rsid w:val="00CD54FD"/>
    <w:rsid w:val="00CD55A7"/>
    <w:rsid w:val="00CD58FA"/>
    <w:rsid w:val="00CD5CD2"/>
    <w:rsid w:val="00CD6132"/>
    <w:rsid w:val="00CD63D8"/>
    <w:rsid w:val="00CD646E"/>
    <w:rsid w:val="00CD6519"/>
    <w:rsid w:val="00CD65E7"/>
    <w:rsid w:val="00CD6624"/>
    <w:rsid w:val="00CD7B82"/>
    <w:rsid w:val="00CD7E4F"/>
    <w:rsid w:val="00CE037E"/>
    <w:rsid w:val="00CE0C7C"/>
    <w:rsid w:val="00CE1267"/>
    <w:rsid w:val="00CE13E9"/>
    <w:rsid w:val="00CE1678"/>
    <w:rsid w:val="00CE1844"/>
    <w:rsid w:val="00CE1AC2"/>
    <w:rsid w:val="00CE221A"/>
    <w:rsid w:val="00CE2505"/>
    <w:rsid w:val="00CE28D6"/>
    <w:rsid w:val="00CE46C0"/>
    <w:rsid w:val="00CE4B94"/>
    <w:rsid w:val="00CE529C"/>
    <w:rsid w:val="00CE56DA"/>
    <w:rsid w:val="00CE57F0"/>
    <w:rsid w:val="00CE5B82"/>
    <w:rsid w:val="00CE60D2"/>
    <w:rsid w:val="00CE78DA"/>
    <w:rsid w:val="00CE7AEE"/>
    <w:rsid w:val="00CF00AA"/>
    <w:rsid w:val="00CF0517"/>
    <w:rsid w:val="00CF116E"/>
    <w:rsid w:val="00CF2AFA"/>
    <w:rsid w:val="00CF2F32"/>
    <w:rsid w:val="00CF3062"/>
    <w:rsid w:val="00CF3111"/>
    <w:rsid w:val="00CF3174"/>
    <w:rsid w:val="00CF3839"/>
    <w:rsid w:val="00CF38FE"/>
    <w:rsid w:val="00CF3A24"/>
    <w:rsid w:val="00CF3CED"/>
    <w:rsid w:val="00CF3DC1"/>
    <w:rsid w:val="00CF3FAF"/>
    <w:rsid w:val="00CF43B9"/>
    <w:rsid w:val="00CF44C1"/>
    <w:rsid w:val="00CF4566"/>
    <w:rsid w:val="00CF4799"/>
    <w:rsid w:val="00CF4DCC"/>
    <w:rsid w:val="00CF4F7A"/>
    <w:rsid w:val="00CF6273"/>
    <w:rsid w:val="00CF6699"/>
    <w:rsid w:val="00CF67D3"/>
    <w:rsid w:val="00CF6FD1"/>
    <w:rsid w:val="00CF76F6"/>
    <w:rsid w:val="00CF7A98"/>
    <w:rsid w:val="00CF7B9D"/>
    <w:rsid w:val="00CF7BD6"/>
    <w:rsid w:val="00D013A0"/>
    <w:rsid w:val="00D028F4"/>
    <w:rsid w:val="00D0332B"/>
    <w:rsid w:val="00D04329"/>
    <w:rsid w:val="00D04BD5"/>
    <w:rsid w:val="00D04CE8"/>
    <w:rsid w:val="00D04DA4"/>
    <w:rsid w:val="00D055CC"/>
    <w:rsid w:val="00D05769"/>
    <w:rsid w:val="00D0591E"/>
    <w:rsid w:val="00D05FF1"/>
    <w:rsid w:val="00D060F5"/>
    <w:rsid w:val="00D06A11"/>
    <w:rsid w:val="00D10C9E"/>
    <w:rsid w:val="00D11680"/>
    <w:rsid w:val="00D11CC9"/>
    <w:rsid w:val="00D11E06"/>
    <w:rsid w:val="00D11EE1"/>
    <w:rsid w:val="00D122EC"/>
    <w:rsid w:val="00D12C72"/>
    <w:rsid w:val="00D132A4"/>
    <w:rsid w:val="00D14339"/>
    <w:rsid w:val="00D147CF"/>
    <w:rsid w:val="00D14FF5"/>
    <w:rsid w:val="00D15563"/>
    <w:rsid w:val="00D160D9"/>
    <w:rsid w:val="00D16165"/>
    <w:rsid w:val="00D16F59"/>
    <w:rsid w:val="00D170EE"/>
    <w:rsid w:val="00D17291"/>
    <w:rsid w:val="00D173B7"/>
    <w:rsid w:val="00D1741F"/>
    <w:rsid w:val="00D17C0F"/>
    <w:rsid w:val="00D2094A"/>
    <w:rsid w:val="00D20B74"/>
    <w:rsid w:val="00D210CD"/>
    <w:rsid w:val="00D2147E"/>
    <w:rsid w:val="00D22C50"/>
    <w:rsid w:val="00D23351"/>
    <w:rsid w:val="00D246D0"/>
    <w:rsid w:val="00D26E88"/>
    <w:rsid w:val="00D27192"/>
    <w:rsid w:val="00D278F6"/>
    <w:rsid w:val="00D27E25"/>
    <w:rsid w:val="00D27F33"/>
    <w:rsid w:val="00D30BDB"/>
    <w:rsid w:val="00D3212A"/>
    <w:rsid w:val="00D32409"/>
    <w:rsid w:val="00D32915"/>
    <w:rsid w:val="00D32C52"/>
    <w:rsid w:val="00D32C9F"/>
    <w:rsid w:val="00D33344"/>
    <w:rsid w:val="00D335DC"/>
    <w:rsid w:val="00D33718"/>
    <w:rsid w:val="00D33A64"/>
    <w:rsid w:val="00D33BD6"/>
    <w:rsid w:val="00D3434C"/>
    <w:rsid w:val="00D344FF"/>
    <w:rsid w:val="00D346C5"/>
    <w:rsid w:val="00D346E1"/>
    <w:rsid w:val="00D3589D"/>
    <w:rsid w:val="00D35B45"/>
    <w:rsid w:val="00D35FC9"/>
    <w:rsid w:val="00D36735"/>
    <w:rsid w:val="00D36BF4"/>
    <w:rsid w:val="00D36D3F"/>
    <w:rsid w:val="00D3741E"/>
    <w:rsid w:val="00D37F93"/>
    <w:rsid w:val="00D40722"/>
    <w:rsid w:val="00D40748"/>
    <w:rsid w:val="00D40D9B"/>
    <w:rsid w:val="00D40DC2"/>
    <w:rsid w:val="00D41856"/>
    <w:rsid w:val="00D41EB1"/>
    <w:rsid w:val="00D423AD"/>
    <w:rsid w:val="00D424F6"/>
    <w:rsid w:val="00D426EC"/>
    <w:rsid w:val="00D42D00"/>
    <w:rsid w:val="00D43100"/>
    <w:rsid w:val="00D43A39"/>
    <w:rsid w:val="00D43ABC"/>
    <w:rsid w:val="00D43BB9"/>
    <w:rsid w:val="00D4400C"/>
    <w:rsid w:val="00D4412A"/>
    <w:rsid w:val="00D44600"/>
    <w:rsid w:val="00D447DF"/>
    <w:rsid w:val="00D44859"/>
    <w:rsid w:val="00D44955"/>
    <w:rsid w:val="00D454EA"/>
    <w:rsid w:val="00D45B1F"/>
    <w:rsid w:val="00D46401"/>
    <w:rsid w:val="00D4690F"/>
    <w:rsid w:val="00D4693A"/>
    <w:rsid w:val="00D46997"/>
    <w:rsid w:val="00D469DF"/>
    <w:rsid w:val="00D46EAE"/>
    <w:rsid w:val="00D474CD"/>
    <w:rsid w:val="00D476E4"/>
    <w:rsid w:val="00D47985"/>
    <w:rsid w:val="00D479F8"/>
    <w:rsid w:val="00D50313"/>
    <w:rsid w:val="00D506C4"/>
    <w:rsid w:val="00D50EFC"/>
    <w:rsid w:val="00D52023"/>
    <w:rsid w:val="00D525A5"/>
    <w:rsid w:val="00D52B7D"/>
    <w:rsid w:val="00D53091"/>
    <w:rsid w:val="00D5364E"/>
    <w:rsid w:val="00D5365F"/>
    <w:rsid w:val="00D536CB"/>
    <w:rsid w:val="00D53821"/>
    <w:rsid w:val="00D54123"/>
    <w:rsid w:val="00D54246"/>
    <w:rsid w:val="00D5426C"/>
    <w:rsid w:val="00D5511A"/>
    <w:rsid w:val="00D55357"/>
    <w:rsid w:val="00D55950"/>
    <w:rsid w:val="00D56937"/>
    <w:rsid w:val="00D5745C"/>
    <w:rsid w:val="00D6006D"/>
    <w:rsid w:val="00D60577"/>
    <w:rsid w:val="00D60D88"/>
    <w:rsid w:val="00D60E77"/>
    <w:rsid w:val="00D61861"/>
    <w:rsid w:val="00D61C54"/>
    <w:rsid w:val="00D62824"/>
    <w:rsid w:val="00D633A3"/>
    <w:rsid w:val="00D63859"/>
    <w:rsid w:val="00D638D6"/>
    <w:rsid w:val="00D63A2D"/>
    <w:rsid w:val="00D64094"/>
    <w:rsid w:val="00D64311"/>
    <w:rsid w:val="00D64F0F"/>
    <w:rsid w:val="00D654B1"/>
    <w:rsid w:val="00D65F21"/>
    <w:rsid w:val="00D6610B"/>
    <w:rsid w:val="00D66698"/>
    <w:rsid w:val="00D66DE7"/>
    <w:rsid w:val="00D671D1"/>
    <w:rsid w:val="00D67A6E"/>
    <w:rsid w:val="00D700FA"/>
    <w:rsid w:val="00D7019B"/>
    <w:rsid w:val="00D70748"/>
    <w:rsid w:val="00D708F9"/>
    <w:rsid w:val="00D709A4"/>
    <w:rsid w:val="00D70FD2"/>
    <w:rsid w:val="00D71078"/>
    <w:rsid w:val="00D713B7"/>
    <w:rsid w:val="00D71A23"/>
    <w:rsid w:val="00D721E9"/>
    <w:rsid w:val="00D722C9"/>
    <w:rsid w:val="00D7232D"/>
    <w:rsid w:val="00D7234A"/>
    <w:rsid w:val="00D7264B"/>
    <w:rsid w:val="00D72A7A"/>
    <w:rsid w:val="00D738F8"/>
    <w:rsid w:val="00D73D0F"/>
    <w:rsid w:val="00D7410D"/>
    <w:rsid w:val="00D74274"/>
    <w:rsid w:val="00D75C3C"/>
    <w:rsid w:val="00D75D9C"/>
    <w:rsid w:val="00D76045"/>
    <w:rsid w:val="00D76276"/>
    <w:rsid w:val="00D76285"/>
    <w:rsid w:val="00D76364"/>
    <w:rsid w:val="00D76CB5"/>
    <w:rsid w:val="00D774F1"/>
    <w:rsid w:val="00D8064F"/>
    <w:rsid w:val="00D809E9"/>
    <w:rsid w:val="00D80B2A"/>
    <w:rsid w:val="00D81138"/>
    <w:rsid w:val="00D81BAE"/>
    <w:rsid w:val="00D81C3C"/>
    <w:rsid w:val="00D82298"/>
    <w:rsid w:val="00D824EA"/>
    <w:rsid w:val="00D82A8E"/>
    <w:rsid w:val="00D82B98"/>
    <w:rsid w:val="00D83857"/>
    <w:rsid w:val="00D838A1"/>
    <w:rsid w:val="00D8397E"/>
    <w:rsid w:val="00D83B10"/>
    <w:rsid w:val="00D84191"/>
    <w:rsid w:val="00D8477F"/>
    <w:rsid w:val="00D84E9C"/>
    <w:rsid w:val="00D85095"/>
    <w:rsid w:val="00D85102"/>
    <w:rsid w:val="00D85443"/>
    <w:rsid w:val="00D863E6"/>
    <w:rsid w:val="00D86727"/>
    <w:rsid w:val="00D86E12"/>
    <w:rsid w:val="00D87429"/>
    <w:rsid w:val="00D87FD3"/>
    <w:rsid w:val="00D901BF"/>
    <w:rsid w:val="00D91ADC"/>
    <w:rsid w:val="00D91CD2"/>
    <w:rsid w:val="00D93149"/>
    <w:rsid w:val="00D936B0"/>
    <w:rsid w:val="00D939DA"/>
    <w:rsid w:val="00D93F1F"/>
    <w:rsid w:val="00D9404B"/>
    <w:rsid w:val="00D94820"/>
    <w:rsid w:val="00D9492B"/>
    <w:rsid w:val="00D94BBC"/>
    <w:rsid w:val="00D9515D"/>
    <w:rsid w:val="00D9584A"/>
    <w:rsid w:val="00D95DAD"/>
    <w:rsid w:val="00D96157"/>
    <w:rsid w:val="00D96943"/>
    <w:rsid w:val="00D96C7B"/>
    <w:rsid w:val="00D97151"/>
    <w:rsid w:val="00D97483"/>
    <w:rsid w:val="00D975EF"/>
    <w:rsid w:val="00DA0633"/>
    <w:rsid w:val="00DA0BFE"/>
    <w:rsid w:val="00DA1FB7"/>
    <w:rsid w:val="00DA2D26"/>
    <w:rsid w:val="00DA3306"/>
    <w:rsid w:val="00DA3745"/>
    <w:rsid w:val="00DA3798"/>
    <w:rsid w:val="00DA3971"/>
    <w:rsid w:val="00DA3CA5"/>
    <w:rsid w:val="00DA4060"/>
    <w:rsid w:val="00DA445F"/>
    <w:rsid w:val="00DA520B"/>
    <w:rsid w:val="00DA5526"/>
    <w:rsid w:val="00DA5746"/>
    <w:rsid w:val="00DA58AF"/>
    <w:rsid w:val="00DA637D"/>
    <w:rsid w:val="00DA6B17"/>
    <w:rsid w:val="00DA6CE4"/>
    <w:rsid w:val="00DA6D2C"/>
    <w:rsid w:val="00DA73E2"/>
    <w:rsid w:val="00DA76D6"/>
    <w:rsid w:val="00DA7FF0"/>
    <w:rsid w:val="00DB0015"/>
    <w:rsid w:val="00DB0136"/>
    <w:rsid w:val="00DB0377"/>
    <w:rsid w:val="00DB0BDE"/>
    <w:rsid w:val="00DB122E"/>
    <w:rsid w:val="00DB12FA"/>
    <w:rsid w:val="00DB15B2"/>
    <w:rsid w:val="00DB1B15"/>
    <w:rsid w:val="00DB26E4"/>
    <w:rsid w:val="00DB2A90"/>
    <w:rsid w:val="00DB31ED"/>
    <w:rsid w:val="00DB3C9B"/>
    <w:rsid w:val="00DB3E80"/>
    <w:rsid w:val="00DB41E4"/>
    <w:rsid w:val="00DB4A2A"/>
    <w:rsid w:val="00DB4EC1"/>
    <w:rsid w:val="00DB5D7A"/>
    <w:rsid w:val="00DB6042"/>
    <w:rsid w:val="00DB64BB"/>
    <w:rsid w:val="00DB71B2"/>
    <w:rsid w:val="00DB71CF"/>
    <w:rsid w:val="00DB74C4"/>
    <w:rsid w:val="00DB77FB"/>
    <w:rsid w:val="00DB7E48"/>
    <w:rsid w:val="00DC0061"/>
    <w:rsid w:val="00DC0692"/>
    <w:rsid w:val="00DC0804"/>
    <w:rsid w:val="00DC0E6B"/>
    <w:rsid w:val="00DC0F3C"/>
    <w:rsid w:val="00DC1658"/>
    <w:rsid w:val="00DC20D9"/>
    <w:rsid w:val="00DC315A"/>
    <w:rsid w:val="00DC3168"/>
    <w:rsid w:val="00DC331D"/>
    <w:rsid w:val="00DC3E17"/>
    <w:rsid w:val="00DC3E52"/>
    <w:rsid w:val="00DC465C"/>
    <w:rsid w:val="00DC4C57"/>
    <w:rsid w:val="00DC4CDC"/>
    <w:rsid w:val="00DC5CC7"/>
    <w:rsid w:val="00DC6314"/>
    <w:rsid w:val="00DC6B48"/>
    <w:rsid w:val="00DC6FFA"/>
    <w:rsid w:val="00DC74C2"/>
    <w:rsid w:val="00DC78D7"/>
    <w:rsid w:val="00DC7B8F"/>
    <w:rsid w:val="00DD00ED"/>
    <w:rsid w:val="00DD07AE"/>
    <w:rsid w:val="00DD1B42"/>
    <w:rsid w:val="00DD1FC2"/>
    <w:rsid w:val="00DD24DD"/>
    <w:rsid w:val="00DD25F3"/>
    <w:rsid w:val="00DD276E"/>
    <w:rsid w:val="00DD2C52"/>
    <w:rsid w:val="00DD2CE0"/>
    <w:rsid w:val="00DD344F"/>
    <w:rsid w:val="00DD3EFB"/>
    <w:rsid w:val="00DD4046"/>
    <w:rsid w:val="00DD4A7B"/>
    <w:rsid w:val="00DD5B0E"/>
    <w:rsid w:val="00DD68C9"/>
    <w:rsid w:val="00DD695C"/>
    <w:rsid w:val="00DD6D91"/>
    <w:rsid w:val="00DD6DC4"/>
    <w:rsid w:val="00DD6ED3"/>
    <w:rsid w:val="00DD7451"/>
    <w:rsid w:val="00DD7911"/>
    <w:rsid w:val="00DD7CE9"/>
    <w:rsid w:val="00DD7DFF"/>
    <w:rsid w:val="00DE0291"/>
    <w:rsid w:val="00DE0653"/>
    <w:rsid w:val="00DE0965"/>
    <w:rsid w:val="00DE0D86"/>
    <w:rsid w:val="00DE1291"/>
    <w:rsid w:val="00DE1D2C"/>
    <w:rsid w:val="00DE26B9"/>
    <w:rsid w:val="00DE29B2"/>
    <w:rsid w:val="00DE2AC0"/>
    <w:rsid w:val="00DE326A"/>
    <w:rsid w:val="00DE3632"/>
    <w:rsid w:val="00DE3654"/>
    <w:rsid w:val="00DE3B18"/>
    <w:rsid w:val="00DE3F2A"/>
    <w:rsid w:val="00DE4201"/>
    <w:rsid w:val="00DE58BC"/>
    <w:rsid w:val="00DE6657"/>
    <w:rsid w:val="00DE6AF7"/>
    <w:rsid w:val="00DE6FF7"/>
    <w:rsid w:val="00DE7260"/>
    <w:rsid w:val="00DE747B"/>
    <w:rsid w:val="00DE7BAC"/>
    <w:rsid w:val="00DE7C12"/>
    <w:rsid w:val="00DE7E62"/>
    <w:rsid w:val="00DF0FA9"/>
    <w:rsid w:val="00DF150B"/>
    <w:rsid w:val="00DF1B68"/>
    <w:rsid w:val="00DF3055"/>
    <w:rsid w:val="00DF31B7"/>
    <w:rsid w:val="00DF32BF"/>
    <w:rsid w:val="00DF3423"/>
    <w:rsid w:val="00DF36FE"/>
    <w:rsid w:val="00DF384C"/>
    <w:rsid w:val="00DF48AE"/>
    <w:rsid w:val="00DF4B26"/>
    <w:rsid w:val="00DF4CDC"/>
    <w:rsid w:val="00DF500E"/>
    <w:rsid w:val="00DF5119"/>
    <w:rsid w:val="00DF5968"/>
    <w:rsid w:val="00DF5BF1"/>
    <w:rsid w:val="00DF60C2"/>
    <w:rsid w:val="00DF6198"/>
    <w:rsid w:val="00DF69D3"/>
    <w:rsid w:val="00DF6A92"/>
    <w:rsid w:val="00DF6E8F"/>
    <w:rsid w:val="00DF7137"/>
    <w:rsid w:val="00DF71A5"/>
    <w:rsid w:val="00DF79BA"/>
    <w:rsid w:val="00DF7E1E"/>
    <w:rsid w:val="00DF7FCD"/>
    <w:rsid w:val="00E0038D"/>
    <w:rsid w:val="00E00A21"/>
    <w:rsid w:val="00E00CA5"/>
    <w:rsid w:val="00E01009"/>
    <w:rsid w:val="00E01341"/>
    <w:rsid w:val="00E01B58"/>
    <w:rsid w:val="00E02348"/>
    <w:rsid w:val="00E02E21"/>
    <w:rsid w:val="00E02F9B"/>
    <w:rsid w:val="00E033D2"/>
    <w:rsid w:val="00E0348A"/>
    <w:rsid w:val="00E03B93"/>
    <w:rsid w:val="00E03C4F"/>
    <w:rsid w:val="00E05864"/>
    <w:rsid w:val="00E06A9A"/>
    <w:rsid w:val="00E06CAA"/>
    <w:rsid w:val="00E07701"/>
    <w:rsid w:val="00E0772D"/>
    <w:rsid w:val="00E07760"/>
    <w:rsid w:val="00E1022D"/>
    <w:rsid w:val="00E10510"/>
    <w:rsid w:val="00E10C50"/>
    <w:rsid w:val="00E10F05"/>
    <w:rsid w:val="00E1166F"/>
    <w:rsid w:val="00E11929"/>
    <w:rsid w:val="00E127D9"/>
    <w:rsid w:val="00E12F5C"/>
    <w:rsid w:val="00E1405D"/>
    <w:rsid w:val="00E14434"/>
    <w:rsid w:val="00E1561E"/>
    <w:rsid w:val="00E15C10"/>
    <w:rsid w:val="00E15D87"/>
    <w:rsid w:val="00E15DBA"/>
    <w:rsid w:val="00E15FCA"/>
    <w:rsid w:val="00E16262"/>
    <w:rsid w:val="00E16EDA"/>
    <w:rsid w:val="00E1707E"/>
    <w:rsid w:val="00E1734C"/>
    <w:rsid w:val="00E1746D"/>
    <w:rsid w:val="00E176B9"/>
    <w:rsid w:val="00E17DCB"/>
    <w:rsid w:val="00E212AF"/>
    <w:rsid w:val="00E212CA"/>
    <w:rsid w:val="00E21361"/>
    <w:rsid w:val="00E21570"/>
    <w:rsid w:val="00E22037"/>
    <w:rsid w:val="00E22B23"/>
    <w:rsid w:val="00E23105"/>
    <w:rsid w:val="00E232B8"/>
    <w:rsid w:val="00E23547"/>
    <w:rsid w:val="00E23738"/>
    <w:rsid w:val="00E23DE4"/>
    <w:rsid w:val="00E241E2"/>
    <w:rsid w:val="00E24401"/>
    <w:rsid w:val="00E247CB"/>
    <w:rsid w:val="00E24887"/>
    <w:rsid w:val="00E249AD"/>
    <w:rsid w:val="00E249D1"/>
    <w:rsid w:val="00E24CA9"/>
    <w:rsid w:val="00E24FC9"/>
    <w:rsid w:val="00E25490"/>
    <w:rsid w:val="00E255A6"/>
    <w:rsid w:val="00E25CC5"/>
    <w:rsid w:val="00E25FB2"/>
    <w:rsid w:val="00E26610"/>
    <w:rsid w:val="00E266B1"/>
    <w:rsid w:val="00E266CD"/>
    <w:rsid w:val="00E267B3"/>
    <w:rsid w:val="00E26BFB"/>
    <w:rsid w:val="00E26F65"/>
    <w:rsid w:val="00E2703B"/>
    <w:rsid w:val="00E270DC"/>
    <w:rsid w:val="00E277FD"/>
    <w:rsid w:val="00E27900"/>
    <w:rsid w:val="00E27D69"/>
    <w:rsid w:val="00E27DD5"/>
    <w:rsid w:val="00E3053E"/>
    <w:rsid w:val="00E30BDF"/>
    <w:rsid w:val="00E30C76"/>
    <w:rsid w:val="00E30CA3"/>
    <w:rsid w:val="00E30DE1"/>
    <w:rsid w:val="00E30E79"/>
    <w:rsid w:val="00E317C4"/>
    <w:rsid w:val="00E31882"/>
    <w:rsid w:val="00E31899"/>
    <w:rsid w:val="00E3312F"/>
    <w:rsid w:val="00E3353B"/>
    <w:rsid w:val="00E336AF"/>
    <w:rsid w:val="00E33B32"/>
    <w:rsid w:val="00E3483A"/>
    <w:rsid w:val="00E34E97"/>
    <w:rsid w:val="00E34EA2"/>
    <w:rsid w:val="00E35788"/>
    <w:rsid w:val="00E35B37"/>
    <w:rsid w:val="00E35BC0"/>
    <w:rsid w:val="00E362DB"/>
    <w:rsid w:val="00E3667B"/>
    <w:rsid w:val="00E36E8B"/>
    <w:rsid w:val="00E37080"/>
    <w:rsid w:val="00E3765C"/>
    <w:rsid w:val="00E37F02"/>
    <w:rsid w:val="00E404F4"/>
    <w:rsid w:val="00E40569"/>
    <w:rsid w:val="00E40598"/>
    <w:rsid w:val="00E40ADE"/>
    <w:rsid w:val="00E410EC"/>
    <w:rsid w:val="00E41B17"/>
    <w:rsid w:val="00E42428"/>
    <w:rsid w:val="00E42932"/>
    <w:rsid w:val="00E42983"/>
    <w:rsid w:val="00E43EA2"/>
    <w:rsid w:val="00E44960"/>
    <w:rsid w:val="00E44E42"/>
    <w:rsid w:val="00E44F5A"/>
    <w:rsid w:val="00E45070"/>
    <w:rsid w:val="00E45412"/>
    <w:rsid w:val="00E45F3C"/>
    <w:rsid w:val="00E4608A"/>
    <w:rsid w:val="00E46D53"/>
    <w:rsid w:val="00E46DFE"/>
    <w:rsid w:val="00E4721E"/>
    <w:rsid w:val="00E47302"/>
    <w:rsid w:val="00E476CC"/>
    <w:rsid w:val="00E47D07"/>
    <w:rsid w:val="00E47F85"/>
    <w:rsid w:val="00E505B7"/>
    <w:rsid w:val="00E5083B"/>
    <w:rsid w:val="00E50CB0"/>
    <w:rsid w:val="00E50DA1"/>
    <w:rsid w:val="00E51141"/>
    <w:rsid w:val="00E51810"/>
    <w:rsid w:val="00E51B9A"/>
    <w:rsid w:val="00E51C4F"/>
    <w:rsid w:val="00E51D76"/>
    <w:rsid w:val="00E5253A"/>
    <w:rsid w:val="00E5288A"/>
    <w:rsid w:val="00E529AD"/>
    <w:rsid w:val="00E52AA6"/>
    <w:rsid w:val="00E52BA3"/>
    <w:rsid w:val="00E53126"/>
    <w:rsid w:val="00E53600"/>
    <w:rsid w:val="00E53800"/>
    <w:rsid w:val="00E54226"/>
    <w:rsid w:val="00E55CE1"/>
    <w:rsid w:val="00E55DB2"/>
    <w:rsid w:val="00E5614A"/>
    <w:rsid w:val="00E564B8"/>
    <w:rsid w:val="00E572AB"/>
    <w:rsid w:val="00E573A2"/>
    <w:rsid w:val="00E578A9"/>
    <w:rsid w:val="00E5796A"/>
    <w:rsid w:val="00E6071C"/>
    <w:rsid w:val="00E608CD"/>
    <w:rsid w:val="00E60945"/>
    <w:rsid w:val="00E60A31"/>
    <w:rsid w:val="00E60CDA"/>
    <w:rsid w:val="00E61242"/>
    <w:rsid w:val="00E61FED"/>
    <w:rsid w:val="00E6283B"/>
    <w:rsid w:val="00E62A54"/>
    <w:rsid w:val="00E638FF"/>
    <w:rsid w:val="00E63C43"/>
    <w:rsid w:val="00E64053"/>
    <w:rsid w:val="00E65541"/>
    <w:rsid w:val="00E65C08"/>
    <w:rsid w:val="00E66997"/>
    <w:rsid w:val="00E66AAE"/>
    <w:rsid w:val="00E66F17"/>
    <w:rsid w:val="00E6715B"/>
    <w:rsid w:val="00E67A00"/>
    <w:rsid w:val="00E67B9D"/>
    <w:rsid w:val="00E67CBF"/>
    <w:rsid w:val="00E67E04"/>
    <w:rsid w:val="00E7036D"/>
    <w:rsid w:val="00E70674"/>
    <w:rsid w:val="00E71361"/>
    <w:rsid w:val="00E7141C"/>
    <w:rsid w:val="00E7149E"/>
    <w:rsid w:val="00E723A5"/>
    <w:rsid w:val="00E72628"/>
    <w:rsid w:val="00E729CC"/>
    <w:rsid w:val="00E72C2D"/>
    <w:rsid w:val="00E7395A"/>
    <w:rsid w:val="00E73A41"/>
    <w:rsid w:val="00E73B07"/>
    <w:rsid w:val="00E73C42"/>
    <w:rsid w:val="00E74A6E"/>
    <w:rsid w:val="00E74CB8"/>
    <w:rsid w:val="00E75FAE"/>
    <w:rsid w:val="00E76349"/>
    <w:rsid w:val="00E7662F"/>
    <w:rsid w:val="00E76BB8"/>
    <w:rsid w:val="00E77520"/>
    <w:rsid w:val="00E779CA"/>
    <w:rsid w:val="00E77BF9"/>
    <w:rsid w:val="00E77D51"/>
    <w:rsid w:val="00E80872"/>
    <w:rsid w:val="00E8089A"/>
    <w:rsid w:val="00E80981"/>
    <w:rsid w:val="00E80E15"/>
    <w:rsid w:val="00E81734"/>
    <w:rsid w:val="00E82308"/>
    <w:rsid w:val="00E8240A"/>
    <w:rsid w:val="00E8258F"/>
    <w:rsid w:val="00E8269B"/>
    <w:rsid w:val="00E82BFF"/>
    <w:rsid w:val="00E8397C"/>
    <w:rsid w:val="00E843B8"/>
    <w:rsid w:val="00E843C1"/>
    <w:rsid w:val="00E8483F"/>
    <w:rsid w:val="00E84A0C"/>
    <w:rsid w:val="00E84C68"/>
    <w:rsid w:val="00E852B2"/>
    <w:rsid w:val="00E85FA6"/>
    <w:rsid w:val="00E8616E"/>
    <w:rsid w:val="00E86479"/>
    <w:rsid w:val="00E86D7A"/>
    <w:rsid w:val="00E86FEB"/>
    <w:rsid w:val="00E86FFF"/>
    <w:rsid w:val="00E87B05"/>
    <w:rsid w:val="00E90395"/>
    <w:rsid w:val="00E90E0B"/>
    <w:rsid w:val="00E910DF"/>
    <w:rsid w:val="00E911F2"/>
    <w:rsid w:val="00E915BC"/>
    <w:rsid w:val="00E918CF"/>
    <w:rsid w:val="00E91D63"/>
    <w:rsid w:val="00E91FBC"/>
    <w:rsid w:val="00E92E05"/>
    <w:rsid w:val="00E92E96"/>
    <w:rsid w:val="00E92FAD"/>
    <w:rsid w:val="00E934C4"/>
    <w:rsid w:val="00E93521"/>
    <w:rsid w:val="00E950DD"/>
    <w:rsid w:val="00E9529D"/>
    <w:rsid w:val="00E9552A"/>
    <w:rsid w:val="00E9587E"/>
    <w:rsid w:val="00E95A58"/>
    <w:rsid w:val="00E9607E"/>
    <w:rsid w:val="00E96425"/>
    <w:rsid w:val="00E96B0D"/>
    <w:rsid w:val="00E975BF"/>
    <w:rsid w:val="00E9762D"/>
    <w:rsid w:val="00E97B47"/>
    <w:rsid w:val="00EA007F"/>
    <w:rsid w:val="00EA01A7"/>
    <w:rsid w:val="00EA027A"/>
    <w:rsid w:val="00EA0365"/>
    <w:rsid w:val="00EA0C37"/>
    <w:rsid w:val="00EA0D39"/>
    <w:rsid w:val="00EA1156"/>
    <w:rsid w:val="00EA1452"/>
    <w:rsid w:val="00EA1603"/>
    <w:rsid w:val="00EA1764"/>
    <w:rsid w:val="00EA19FB"/>
    <w:rsid w:val="00EA1F35"/>
    <w:rsid w:val="00EA269D"/>
    <w:rsid w:val="00EA2A1C"/>
    <w:rsid w:val="00EA35C9"/>
    <w:rsid w:val="00EA473F"/>
    <w:rsid w:val="00EA5577"/>
    <w:rsid w:val="00EA5873"/>
    <w:rsid w:val="00EA6543"/>
    <w:rsid w:val="00EA65FD"/>
    <w:rsid w:val="00EA68D5"/>
    <w:rsid w:val="00EA7021"/>
    <w:rsid w:val="00EA76F7"/>
    <w:rsid w:val="00EA78B3"/>
    <w:rsid w:val="00EA7E20"/>
    <w:rsid w:val="00EB0A84"/>
    <w:rsid w:val="00EB0F8E"/>
    <w:rsid w:val="00EB17CE"/>
    <w:rsid w:val="00EB1D29"/>
    <w:rsid w:val="00EB1D67"/>
    <w:rsid w:val="00EB2421"/>
    <w:rsid w:val="00EB2E99"/>
    <w:rsid w:val="00EB2F6F"/>
    <w:rsid w:val="00EB3060"/>
    <w:rsid w:val="00EB381C"/>
    <w:rsid w:val="00EB3B7A"/>
    <w:rsid w:val="00EB42B2"/>
    <w:rsid w:val="00EB48D2"/>
    <w:rsid w:val="00EB4C64"/>
    <w:rsid w:val="00EB592E"/>
    <w:rsid w:val="00EB6754"/>
    <w:rsid w:val="00EB6FC1"/>
    <w:rsid w:val="00EB722E"/>
    <w:rsid w:val="00EB7483"/>
    <w:rsid w:val="00EB7748"/>
    <w:rsid w:val="00EB7803"/>
    <w:rsid w:val="00EB7FE4"/>
    <w:rsid w:val="00EC0C98"/>
    <w:rsid w:val="00EC0D6F"/>
    <w:rsid w:val="00EC124A"/>
    <w:rsid w:val="00EC1A44"/>
    <w:rsid w:val="00EC1C97"/>
    <w:rsid w:val="00EC1F87"/>
    <w:rsid w:val="00EC2283"/>
    <w:rsid w:val="00EC2DCF"/>
    <w:rsid w:val="00EC2ED5"/>
    <w:rsid w:val="00EC2FAC"/>
    <w:rsid w:val="00EC36C3"/>
    <w:rsid w:val="00EC380E"/>
    <w:rsid w:val="00EC3AA4"/>
    <w:rsid w:val="00EC4193"/>
    <w:rsid w:val="00EC4582"/>
    <w:rsid w:val="00EC492C"/>
    <w:rsid w:val="00EC4DBB"/>
    <w:rsid w:val="00EC5327"/>
    <w:rsid w:val="00EC53AA"/>
    <w:rsid w:val="00EC5BE3"/>
    <w:rsid w:val="00EC5EF6"/>
    <w:rsid w:val="00EC623E"/>
    <w:rsid w:val="00EC6C6A"/>
    <w:rsid w:val="00EC6E2A"/>
    <w:rsid w:val="00EC6FC5"/>
    <w:rsid w:val="00EC7803"/>
    <w:rsid w:val="00ED0E94"/>
    <w:rsid w:val="00ED1183"/>
    <w:rsid w:val="00ED126F"/>
    <w:rsid w:val="00ED1426"/>
    <w:rsid w:val="00ED161C"/>
    <w:rsid w:val="00ED1BA1"/>
    <w:rsid w:val="00ED205F"/>
    <w:rsid w:val="00ED2069"/>
    <w:rsid w:val="00ED2168"/>
    <w:rsid w:val="00ED21C3"/>
    <w:rsid w:val="00ED2834"/>
    <w:rsid w:val="00ED313B"/>
    <w:rsid w:val="00ED321E"/>
    <w:rsid w:val="00ED4576"/>
    <w:rsid w:val="00ED459F"/>
    <w:rsid w:val="00ED45FA"/>
    <w:rsid w:val="00ED53C1"/>
    <w:rsid w:val="00ED64F5"/>
    <w:rsid w:val="00ED6AD2"/>
    <w:rsid w:val="00ED72B8"/>
    <w:rsid w:val="00ED7F1C"/>
    <w:rsid w:val="00ED7FC9"/>
    <w:rsid w:val="00EE045E"/>
    <w:rsid w:val="00EE059E"/>
    <w:rsid w:val="00EE0868"/>
    <w:rsid w:val="00EE0BDF"/>
    <w:rsid w:val="00EE12C6"/>
    <w:rsid w:val="00EE1775"/>
    <w:rsid w:val="00EE1A93"/>
    <w:rsid w:val="00EE1EFC"/>
    <w:rsid w:val="00EE1F5F"/>
    <w:rsid w:val="00EE2845"/>
    <w:rsid w:val="00EE3003"/>
    <w:rsid w:val="00EE3159"/>
    <w:rsid w:val="00EE35F9"/>
    <w:rsid w:val="00EE3847"/>
    <w:rsid w:val="00EE569D"/>
    <w:rsid w:val="00EE5A65"/>
    <w:rsid w:val="00EE6B7B"/>
    <w:rsid w:val="00EE6E00"/>
    <w:rsid w:val="00EE723A"/>
    <w:rsid w:val="00EE7C20"/>
    <w:rsid w:val="00EE7D84"/>
    <w:rsid w:val="00EF02BF"/>
    <w:rsid w:val="00EF04F4"/>
    <w:rsid w:val="00EF07B0"/>
    <w:rsid w:val="00EF1C3B"/>
    <w:rsid w:val="00EF24CC"/>
    <w:rsid w:val="00EF2BC6"/>
    <w:rsid w:val="00EF2D28"/>
    <w:rsid w:val="00EF2EAA"/>
    <w:rsid w:val="00EF3250"/>
    <w:rsid w:val="00EF3B00"/>
    <w:rsid w:val="00EF45A3"/>
    <w:rsid w:val="00EF4CDD"/>
    <w:rsid w:val="00EF5090"/>
    <w:rsid w:val="00EF50AB"/>
    <w:rsid w:val="00EF56D4"/>
    <w:rsid w:val="00EF5816"/>
    <w:rsid w:val="00EF6403"/>
    <w:rsid w:val="00EF6607"/>
    <w:rsid w:val="00EF71BE"/>
    <w:rsid w:val="00EF786E"/>
    <w:rsid w:val="00EF7C10"/>
    <w:rsid w:val="00EF7C15"/>
    <w:rsid w:val="00F00AA0"/>
    <w:rsid w:val="00F00B82"/>
    <w:rsid w:val="00F015B8"/>
    <w:rsid w:val="00F01C98"/>
    <w:rsid w:val="00F0215B"/>
    <w:rsid w:val="00F02F56"/>
    <w:rsid w:val="00F03D48"/>
    <w:rsid w:val="00F03DD5"/>
    <w:rsid w:val="00F04377"/>
    <w:rsid w:val="00F04901"/>
    <w:rsid w:val="00F04F8C"/>
    <w:rsid w:val="00F0544E"/>
    <w:rsid w:val="00F05EB5"/>
    <w:rsid w:val="00F063FF"/>
    <w:rsid w:val="00F06655"/>
    <w:rsid w:val="00F068C6"/>
    <w:rsid w:val="00F06A5A"/>
    <w:rsid w:val="00F0729E"/>
    <w:rsid w:val="00F07915"/>
    <w:rsid w:val="00F07EF0"/>
    <w:rsid w:val="00F11072"/>
    <w:rsid w:val="00F12436"/>
    <w:rsid w:val="00F1405B"/>
    <w:rsid w:val="00F140B3"/>
    <w:rsid w:val="00F1484C"/>
    <w:rsid w:val="00F14F2F"/>
    <w:rsid w:val="00F1546B"/>
    <w:rsid w:val="00F157FD"/>
    <w:rsid w:val="00F165C1"/>
    <w:rsid w:val="00F16E58"/>
    <w:rsid w:val="00F1748C"/>
    <w:rsid w:val="00F17D02"/>
    <w:rsid w:val="00F20592"/>
    <w:rsid w:val="00F20A02"/>
    <w:rsid w:val="00F2160C"/>
    <w:rsid w:val="00F2184D"/>
    <w:rsid w:val="00F222CF"/>
    <w:rsid w:val="00F22726"/>
    <w:rsid w:val="00F230E2"/>
    <w:rsid w:val="00F233F5"/>
    <w:rsid w:val="00F2361B"/>
    <w:rsid w:val="00F240BB"/>
    <w:rsid w:val="00F24E5F"/>
    <w:rsid w:val="00F24F8D"/>
    <w:rsid w:val="00F25419"/>
    <w:rsid w:val="00F25421"/>
    <w:rsid w:val="00F25EC4"/>
    <w:rsid w:val="00F2688A"/>
    <w:rsid w:val="00F26D61"/>
    <w:rsid w:val="00F27C71"/>
    <w:rsid w:val="00F3009D"/>
    <w:rsid w:val="00F30486"/>
    <w:rsid w:val="00F3062B"/>
    <w:rsid w:val="00F31483"/>
    <w:rsid w:val="00F317D7"/>
    <w:rsid w:val="00F31892"/>
    <w:rsid w:val="00F321EC"/>
    <w:rsid w:val="00F322F9"/>
    <w:rsid w:val="00F3232D"/>
    <w:rsid w:val="00F32C63"/>
    <w:rsid w:val="00F32E76"/>
    <w:rsid w:val="00F32F55"/>
    <w:rsid w:val="00F3350F"/>
    <w:rsid w:val="00F337F2"/>
    <w:rsid w:val="00F33956"/>
    <w:rsid w:val="00F341F7"/>
    <w:rsid w:val="00F344A1"/>
    <w:rsid w:val="00F3460F"/>
    <w:rsid w:val="00F34905"/>
    <w:rsid w:val="00F35395"/>
    <w:rsid w:val="00F362E5"/>
    <w:rsid w:val="00F363A1"/>
    <w:rsid w:val="00F36853"/>
    <w:rsid w:val="00F36B52"/>
    <w:rsid w:val="00F40778"/>
    <w:rsid w:val="00F41221"/>
    <w:rsid w:val="00F4123E"/>
    <w:rsid w:val="00F4165B"/>
    <w:rsid w:val="00F41AE1"/>
    <w:rsid w:val="00F4201B"/>
    <w:rsid w:val="00F43139"/>
    <w:rsid w:val="00F4355B"/>
    <w:rsid w:val="00F43D78"/>
    <w:rsid w:val="00F43DE3"/>
    <w:rsid w:val="00F4515A"/>
    <w:rsid w:val="00F4555B"/>
    <w:rsid w:val="00F4575C"/>
    <w:rsid w:val="00F45CFE"/>
    <w:rsid w:val="00F46247"/>
    <w:rsid w:val="00F4654D"/>
    <w:rsid w:val="00F467C9"/>
    <w:rsid w:val="00F468A2"/>
    <w:rsid w:val="00F46A0C"/>
    <w:rsid w:val="00F46B48"/>
    <w:rsid w:val="00F502C5"/>
    <w:rsid w:val="00F50D3B"/>
    <w:rsid w:val="00F50F4B"/>
    <w:rsid w:val="00F51827"/>
    <w:rsid w:val="00F5219B"/>
    <w:rsid w:val="00F5256D"/>
    <w:rsid w:val="00F52CDD"/>
    <w:rsid w:val="00F53353"/>
    <w:rsid w:val="00F535F8"/>
    <w:rsid w:val="00F53C38"/>
    <w:rsid w:val="00F5409A"/>
    <w:rsid w:val="00F54DB2"/>
    <w:rsid w:val="00F54E6F"/>
    <w:rsid w:val="00F5577B"/>
    <w:rsid w:val="00F55A39"/>
    <w:rsid w:val="00F56187"/>
    <w:rsid w:val="00F563F8"/>
    <w:rsid w:val="00F56E03"/>
    <w:rsid w:val="00F60057"/>
    <w:rsid w:val="00F6089F"/>
    <w:rsid w:val="00F60A54"/>
    <w:rsid w:val="00F60BF0"/>
    <w:rsid w:val="00F62052"/>
    <w:rsid w:val="00F62AD0"/>
    <w:rsid w:val="00F62D34"/>
    <w:rsid w:val="00F63031"/>
    <w:rsid w:val="00F6438F"/>
    <w:rsid w:val="00F64530"/>
    <w:rsid w:val="00F64FD2"/>
    <w:rsid w:val="00F652DA"/>
    <w:rsid w:val="00F65594"/>
    <w:rsid w:val="00F65950"/>
    <w:rsid w:val="00F65957"/>
    <w:rsid w:val="00F6636F"/>
    <w:rsid w:val="00F6687D"/>
    <w:rsid w:val="00F66E58"/>
    <w:rsid w:val="00F6702A"/>
    <w:rsid w:val="00F6705E"/>
    <w:rsid w:val="00F6713E"/>
    <w:rsid w:val="00F673A9"/>
    <w:rsid w:val="00F678BC"/>
    <w:rsid w:val="00F67AD8"/>
    <w:rsid w:val="00F67DA5"/>
    <w:rsid w:val="00F7066A"/>
    <w:rsid w:val="00F70742"/>
    <w:rsid w:val="00F712AB"/>
    <w:rsid w:val="00F71304"/>
    <w:rsid w:val="00F71F36"/>
    <w:rsid w:val="00F720B1"/>
    <w:rsid w:val="00F731EB"/>
    <w:rsid w:val="00F7385B"/>
    <w:rsid w:val="00F73C93"/>
    <w:rsid w:val="00F73E8A"/>
    <w:rsid w:val="00F74173"/>
    <w:rsid w:val="00F748BB"/>
    <w:rsid w:val="00F751A8"/>
    <w:rsid w:val="00F754C2"/>
    <w:rsid w:val="00F76770"/>
    <w:rsid w:val="00F77B6C"/>
    <w:rsid w:val="00F77BDB"/>
    <w:rsid w:val="00F77E24"/>
    <w:rsid w:val="00F80220"/>
    <w:rsid w:val="00F80231"/>
    <w:rsid w:val="00F80B38"/>
    <w:rsid w:val="00F80DA1"/>
    <w:rsid w:val="00F814FB"/>
    <w:rsid w:val="00F816EE"/>
    <w:rsid w:val="00F8192E"/>
    <w:rsid w:val="00F821B3"/>
    <w:rsid w:val="00F822D8"/>
    <w:rsid w:val="00F82355"/>
    <w:rsid w:val="00F84268"/>
    <w:rsid w:val="00F84292"/>
    <w:rsid w:val="00F84E93"/>
    <w:rsid w:val="00F85314"/>
    <w:rsid w:val="00F85D14"/>
    <w:rsid w:val="00F86C0C"/>
    <w:rsid w:val="00F870FD"/>
    <w:rsid w:val="00F8766E"/>
    <w:rsid w:val="00F8792D"/>
    <w:rsid w:val="00F87BFC"/>
    <w:rsid w:val="00F87ECB"/>
    <w:rsid w:val="00F907A8"/>
    <w:rsid w:val="00F91115"/>
    <w:rsid w:val="00F911E1"/>
    <w:rsid w:val="00F9142F"/>
    <w:rsid w:val="00F9164E"/>
    <w:rsid w:val="00F91A92"/>
    <w:rsid w:val="00F9209F"/>
    <w:rsid w:val="00F9239A"/>
    <w:rsid w:val="00F92680"/>
    <w:rsid w:val="00F9300A"/>
    <w:rsid w:val="00F93632"/>
    <w:rsid w:val="00F9405E"/>
    <w:rsid w:val="00F94456"/>
    <w:rsid w:val="00F94D30"/>
    <w:rsid w:val="00F95E7A"/>
    <w:rsid w:val="00F9628A"/>
    <w:rsid w:val="00F9631E"/>
    <w:rsid w:val="00F96336"/>
    <w:rsid w:val="00F96464"/>
    <w:rsid w:val="00F966E0"/>
    <w:rsid w:val="00F9674C"/>
    <w:rsid w:val="00F96C4E"/>
    <w:rsid w:val="00F97192"/>
    <w:rsid w:val="00F971D5"/>
    <w:rsid w:val="00F971E4"/>
    <w:rsid w:val="00F973AE"/>
    <w:rsid w:val="00F974E4"/>
    <w:rsid w:val="00F97AE8"/>
    <w:rsid w:val="00F97D12"/>
    <w:rsid w:val="00FA0280"/>
    <w:rsid w:val="00FA0431"/>
    <w:rsid w:val="00FA09A3"/>
    <w:rsid w:val="00FA0E44"/>
    <w:rsid w:val="00FA1221"/>
    <w:rsid w:val="00FA1C3B"/>
    <w:rsid w:val="00FA207D"/>
    <w:rsid w:val="00FA21E9"/>
    <w:rsid w:val="00FA2304"/>
    <w:rsid w:val="00FA2622"/>
    <w:rsid w:val="00FA286C"/>
    <w:rsid w:val="00FA30F5"/>
    <w:rsid w:val="00FA37FE"/>
    <w:rsid w:val="00FA3D84"/>
    <w:rsid w:val="00FA3ECE"/>
    <w:rsid w:val="00FA3EF1"/>
    <w:rsid w:val="00FA3FFA"/>
    <w:rsid w:val="00FA40E1"/>
    <w:rsid w:val="00FA41A7"/>
    <w:rsid w:val="00FA41F8"/>
    <w:rsid w:val="00FA4292"/>
    <w:rsid w:val="00FA4353"/>
    <w:rsid w:val="00FA4FC2"/>
    <w:rsid w:val="00FA577A"/>
    <w:rsid w:val="00FA5A80"/>
    <w:rsid w:val="00FA5F02"/>
    <w:rsid w:val="00FA6273"/>
    <w:rsid w:val="00FA667E"/>
    <w:rsid w:val="00FA6A0D"/>
    <w:rsid w:val="00FA7033"/>
    <w:rsid w:val="00FA7179"/>
    <w:rsid w:val="00FA75F2"/>
    <w:rsid w:val="00FA7CF3"/>
    <w:rsid w:val="00FA7EBE"/>
    <w:rsid w:val="00FA7EDC"/>
    <w:rsid w:val="00FA7FAA"/>
    <w:rsid w:val="00FB0EE9"/>
    <w:rsid w:val="00FB1241"/>
    <w:rsid w:val="00FB1AF4"/>
    <w:rsid w:val="00FB1FB1"/>
    <w:rsid w:val="00FB24B1"/>
    <w:rsid w:val="00FB2C34"/>
    <w:rsid w:val="00FB2CB4"/>
    <w:rsid w:val="00FB2D2B"/>
    <w:rsid w:val="00FB3213"/>
    <w:rsid w:val="00FB365C"/>
    <w:rsid w:val="00FB3E10"/>
    <w:rsid w:val="00FB4EAC"/>
    <w:rsid w:val="00FB51AD"/>
    <w:rsid w:val="00FB51C8"/>
    <w:rsid w:val="00FB573D"/>
    <w:rsid w:val="00FB5DAE"/>
    <w:rsid w:val="00FB617E"/>
    <w:rsid w:val="00FB728F"/>
    <w:rsid w:val="00FB76AF"/>
    <w:rsid w:val="00FB7EC8"/>
    <w:rsid w:val="00FC0023"/>
    <w:rsid w:val="00FC00A4"/>
    <w:rsid w:val="00FC07D1"/>
    <w:rsid w:val="00FC0D89"/>
    <w:rsid w:val="00FC193F"/>
    <w:rsid w:val="00FC1D09"/>
    <w:rsid w:val="00FC1EAE"/>
    <w:rsid w:val="00FC3A04"/>
    <w:rsid w:val="00FC3C8C"/>
    <w:rsid w:val="00FC3CCC"/>
    <w:rsid w:val="00FC3E61"/>
    <w:rsid w:val="00FC40FE"/>
    <w:rsid w:val="00FC46F4"/>
    <w:rsid w:val="00FC4C76"/>
    <w:rsid w:val="00FC5B67"/>
    <w:rsid w:val="00FC6545"/>
    <w:rsid w:val="00FC6EAB"/>
    <w:rsid w:val="00FC705D"/>
    <w:rsid w:val="00FC7085"/>
    <w:rsid w:val="00FC72B7"/>
    <w:rsid w:val="00FC7A5E"/>
    <w:rsid w:val="00FC7AFB"/>
    <w:rsid w:val="00FC7C39"/>
    <w:rsid w:val="00FD045D"/>
    <w:rsid w:val="00FD0EA3"/>
    <w:rsid w:val="00FD176A"/>
    <w:rsid w:val="00FD1D38"/>
    <w:rsid w:val="00FD238E"/>
    <w:rsid w:val="00FD2407"/>
    <w:rsid w:val="00FD24C5"/>
    <w:rsid w:val="00FD2A76"/>
    <w:rsid w:val="00FD2D53"/>
    <w:rsid w:val="00FD2DF4"/>
    <w:rsid w:val="00FD33FB"/>
    <w:rsid w:val="00FD356D"/>
    <w:rsid w:val="00FD3CBB"/>
    <w:rsid w:val="00FD485D"/>
    <w:rsid w:val="00FD4A2D"/>
    <w:rsid w:val="00FD4A47"/>
    <w:rsid w:val="00FD4A93"/>
    <w:rsid w:val="00FD5573"/>
    <w:rsid w:val="00FD592C"/>
    <w:rsid w:val="00FD5F1E"/>
    <w:rsid w:val="00FD5F96"/>
    <w:rsid w:val="00FD65FE"/>
    <w:rsid w:val="00FD6DBB"/>
    <w:rsid w:val="00FD75FB"/>
    <w:rsid w:val="00FD7B34"/>
    <w:rsid w:val="00FD7E7D"/>
    <w:rsid w:val="00FE064B"/>
    <w:rsid w:val="00FE0B25"/>
    <w:rsid w:val="00FE0E2C"/>
    <w:rsid w:val="00FE1614"/>
    <w:rsid w:val="00FE1D13"/>
    <w:rsid w:val="00FE2155"/>
    <w:rsid w:val="00FE228D"/>
    <w:rsid w:val="00FE233C"/>
    <w:rsid w:val="00FE3341"/>
    <w:rsid w:val="00FE3B96"/>
    <w:rsid w:val="00FE3F32"/>
    <w:rsid w:val="00FE43CF"/>
    <w:rsid w:val="00FE442D"/>
    <w:rsid w:val="00FE467A"/>
    <w:rsid w:val="00FE4FD9"/>
    <w:rsid w:val="00FE543E"/>
    <w:rsid w:val="00FE6313"/>
    <w:rsid w:val="00FE6CBF"/>
    <w:rsid w:val="00FE6EAB"/>
    <w:rsid w:val="00FE6F6B"/>
    <w:rsid w:val="00FE6F98"/>
    <w:rsid w:val="00FE75A4"/>
    <w:rsid w:val="00FE7A03"/>
    <w:rsid w:val="00FE7E98"/>
    <w:rsid w:val="00FF047A"/>
    <w:rsid w:val="00FF0D0D"/>
    <w:rsid w:val="00FF1073"/>
    <w:rsid w:val="00FF1399"/>
    <w:rsid w:val="00FF1D11"/>
    <w:rsid w:val="00FF1F07"/>
    <w:rsid w:val="00FF290F"/>
    <w:rsid w:val="00FF3070"/>
    <w:rsid w:val="00FF3600"/>
    <w:rsid w:val="00FF36E0"/>
    <w:rsid w:val="00FF39F2"/>
    <w:rsid w:val="00FF39FF"/>
    <w:rsid w:val="00FF3BFB"/>
    <w:rsid w:val="00FF3C6F"/>
    <w:rsid w:val="00FF3FA1"/>
    <w:rsid w:val="00FF47CF"/>
    <w:rsid w:val="00FF4E59"/>
    <w:rsid w:val="00FF55C9"/>
    <w:rsid w:val="00FF5708"/>
    <w:rsid w:val="00FF5A4C"/>
    <w:rsid w:val="00FF5DE4"/>
    <w:rsid w:val="00FF6639"/>
    <w:rsid w:val="00FF6669"/>
    <w:rsid w:val="00FF68B4"/>
    <w:rsid w:val="00FF710F"/>
    <w:rsid w:val="00FF7615"/>
    <w:rsid w:val="00FF7735"/>
    <w:rsid w:val="00FF79C9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5DA1638-63AA-4227-8869-716CB440A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5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349CB"/>
    <w:pPr>
      <w:keepNext/>
      <w:numPr>
        <w:numId w:val="2"/>
      </w:numPr>
      <w:spacing w:before="320" w:after="24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1349CB"/>
    <w:pPr>
      <w:keepNext/>
      <w:numPr>
        <w:ilvl w:val="1"/>
        <w:numId w:val="2"/>
      </w:numPr>
      <w:spacing w:before="160" w:after="16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1349CB"/>
    <w:pPr>
      <w:keepNext/>
      <w:numPr>
        <w:ilvl w:val="2"/>
        <w:numId w:val="2"/>
      </w:numPr>
      <w:spacing w:before="160" w:after="160"/>
      <w:outlineLvl w:val="2"/>
    </w:pPr>
    <w:rPr>
      <w:rFonts w:ascii="Arial" w:hAnsi="Arial"/>
      <w:b/>
      <w:bCs/>
      <w:sz w:val="20"/>
      <w:szCs w:val="22"/>
    </w:rPr>
  </w:style>
  <w:style w:type="paragraph" w:styleId="Heading4">
    <w:name w:val="heading 4"/>
    <w:basedOn w:val="Heading3"/>
    <w:next w:val="Normal"/>
    <w:qFormat/>
    <w:rsid w:val="001349CB"/>
    <w:pPr>
      <w:numPr>
        <w:ilvl w:val="3"/>
      </w:numPr>
      <w:spacing w:after="60" w:line="260" w:lineRule="exact"/>
      <w:outlineLvl w:val="3"/>
    </w:pPr>
    <w:rPr>
      <w:bCs w:val="0"/>
      <w:sz w:val="18"/>
      <w:szCs w:val="21"/>
    </w:rPr>
  </w:style>
  <w:style w:type="paragraph" w:styleId="Heading5">
    <w:name w:val="heading 5"/>
    <w:basedOn w:val="Normal"/>
    <w:next w:val="Normal"/>
    <w:qFormat/>
    <w:rsid w:val="004E6DF5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E6DF5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E6DF5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4E6DF5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4E6DF5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349CB"/>
    <w:rPr>
      <w:rFonts w:ascii="Arial" w:hAnsi="Arial" w:cs="Arial"/>
      <w:b/>
      <w:bCs/>
      <w:kern w:val="32"/>
      <w:sz w:val="28"/>
      <w:szCs w:val="32"/>
      <w:lang w:eastAsia="en-US"/>
    </w:rPr>
  </w:style>
  <w:style w:type="character" w:customStyle="1" w:styleId="Heading2Char">
    <w:name w:val="Heading 2 Char"/>
    <w:link w:val="Heading2"/>
    <w:rsid w:val="001349CB"/>
    <w:rPr>
      <w:rFonts w:ascii="Arial" w:hAnsi="Arial" w:cs="Arial"/>
      <w:b/>
      <w:bCs/>
      <w:iCs/>
      <w:sz w:val="22"/>
      <w:szCs w:val="28"/>
      <w:lang w:eastAsia="en-US"/>
    </w:rPr>
  </w:style>
  <w:style w:type="character" w:styleId="Hyperlink">
    <w:name w:val="Hyperlink"/>
    <w:rsid w:val="00377683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E82308"/>
    <w:rPr>
      <w:sz w:val="16"/>
      <w:szCs w:val="20"/>
    </w:rPr>
  </w:style>
  <w:style w:type="character" w:styleId="FootnoteReference">
    <w:name w:val="footnote reference"/>
    <w:uiPriority w:val="99"/>
    <w:semiHidden/>
    <w:rsid w:val="00E82308"/>
    <w:rPr>
      <w:rFonts w:ascii="Times New Roman" w:hAnsi="Times New Roman"/>
      <w:sz w:val="18"/>
      <w:vertAlign w:val="superscript"/>
    </w:rPr>
  </w:style>
  <w:style w:type="paragraph" w:customStyle="1" w:styleId="cutline">
    <w:name w:val="cutline"/>
    <w:basedOn w:val="Normal"/>
    <w:rsid w:val="00AC4F79"/>
    <w:pPr>
      <w:spacing w:before="40" w:after="160"/>
      <w:jc w:val="center"/>
    </w:pPr>
    <w:rPr>
      <w:rFonts w:ascii="Arial" w:hAnsi="Arial"/>
      <w:sz w:val="18"/>
    </w:rPr>
  </w:style>
  <w:style w:type="paragraph" w:styleId="BalloonText">
    <w:name w:val="Balloon Text"/>
    <w:basedOn w:val="Normal"/>
    <w:link w:val="BalloonTextChar"/>
    <w:uiPriority w:val="99"/>
    <w:semiHidden/>
    <w:rsid w:val="00377683"/>
    <w:rPr>
      <w:rFonts w:ascii="Tahoma" w:hAnsi="Tahoma" w:cs="Tahoma"/>
      <w:sz w:val="16"/>
      <w:szCs w:val="16"/>
    </w:rPr>
  </w:style>
  <w:style w:type="paragraph" w:customStyle="1" w:styleId="bulletlevel1">
    <w:name w:val="bullet level 1"/>
    <w:basedOn w:val="BodyText"/>
    <w:link w:val="bulletlevel1Char1"/>
    <w:rsid w:val="00377683"/>
    <w:pPr>
      <w:numPr>
        <w:numId w:val="1"/>
      </w:numPr>
      <w:tabs>
        <w:tab w:val="left" w:pos="576"/>
      </w:tabs>
      <w:ind w:left="576" w:hanging="288"/>
    </w:pPr>
  </w:style>
  <w:style w:type="paragraph" w:styleId="BodyText">
    <w:name w:val="Body Text"/>
    <w:basedOn w:val="Normal"/>
    <w:link w:val="BodyTextChar"/>
    <w:rsid w:val="00377683"/>
    <w:pPr>
      <w:spacing w:after="120" w:line="260" w:lineRule="exact"/>
    </w:pPr>
    <w:rPr>
      <w:sz w:val="21"/>
    </w:rPr>
  </w:style>
  <w:style w:type="character" w:customStyle="1" w:styleId="BodyTextChar">
    <w:name w:val="Body Text Char"/>
    <w:link w:val="BodyText"/>
    <w:rsid w:val="005A2A6D"/>
    <w:rPr>
      <w:sz w:val="21"/>
      <w:szCs w:val="24"/>
      <w:lang w:val="en-US" w:eastAsia="en-US" w:bidi="ar-SA"/>
    </w:rPr>
  </w:style>
  <w:style w:type="character" w:customStyle="1" w:styleId="bulletlevel1Char1">
    <w:name w:val="bullet level 1 Char1"/>
    <w:link w:val="bulletlevel1"/>
    <w:rsid w:val="005A2A6D"/>
    <w:rPr>
      <w:sz w:val="21"/>
      <w:szCs w:val="24"/>
      <w:lang w:eastAsia="en-US"/>
    </w:rPr>
  </w:style>
  <w:style w:type="paragraph" w:customStyle="1" w:styleId="bulletlevel2">
    <w:name w:val="bullet level 2"/>
    <w:basedOn w:val="bulletlevel1"/>
    <w:link w:val="bulletlevel2Char"/>
    <w:rsid w:val="00B33B13"/>
    <w:pPr>
      <w:numPr>
        <w:numId w:val="0"/>
      </w:numPr>
      <w:tabs>
        <w:tab w:val="clear" w:pos="576"/>
        <w:tab w:val="left" w:pos="864"/>
      </w:tabs>
      <w:ind w:left="864" w:hanging="288"/>
    </w:pPr>
  </w:style>
  <w:style w:type="character" w:customStyle="1" w:styleId="bulletlevel2Char">
    <w:name w:val="bullet level 2 Char"/>
    <w:link w:val="bulletlevel2"/>
    <w:rsid w:val="00B33B13"/>
    <w:rPr>
      <w:sz w:val="21"/>
      <w:szCs w:val="24"/>
      <w:lang w:val="en-US" w:eastAsia="en-US" w:bidi="ar-SA"/>
    </w:rPr>
  </w:style>
  <w:style w:type="paragraph" w:styleId="Header">
    <w:name w:val="header"/>
    <w:basedOn w:val="Normal"/>
    <w:link w:val="HeaderChar"/>
    <w:rsid w:val="0037768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77683"/>
    <w:pPr>
      <w:tabs>
        <w:tab w:val="center" w:pos="4320"/>
        <w:tab w:val="right" w:pos="8640"/>
      </w:tabs>
    </w:pPr>
  </w:style>
  <w:style w:type="character" w:styleId="PageNumber">
    <w:name w:val="page number"/>
    <w:rsid w:val="00400806"/>
    <w:rPr>
      <w:rFonts w:ascii="Arial" w:hAnsi="Arial"/>
    </w:rPr>
  </w:style>
  <w:style w:type="paragraph" w:customStyle="1" w:styleId="label">
    <w:name w:val="label"/>
    <w:basedOn w:val="Normal"/>
    <w:rsid w:val="00377683"/>
    <w:pPr>
      <w:jc w:val="center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rsid w:val="00497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BodyText"/>
    <w:next w:val="Normal"/>
    <w:autoRedefine/>
    <w:uiPriority w:val="39"/>
    <w:rsid w:val="005E3017"/>
    <w:pPr>
      <w:tabs>
        <w:tab w:val="left" w:pos="360"/>
        <w:tab w:val="right" w:leader="dot" w:pos="9360"/>
      </w:tabs>
    </w:pPr>
  </w:style>
  <w:style w:type="paragraph" w:styleId="TOC2">
    <w:name w:val="toc 2"/>
    <w:basedOn w:val="BodyText"/>
    <w:next w:val="Normal"/>
    <w:autoRedefine/>
    <w:uiPriority w:val="39"/>
    <w:rsid w:val="0085123A"/>
    <w:pPr>
      <w:tabs>
        <w:tab w:val="left" w:pos="720"/>
        <w:tab w:val="right" w:leader="dot" w:pos="9360"/>
      </w:tabs>
      <w:ind w:left="180"/>
    </w:pPr>
  </w:style>
  <w:style w:type="paragraph" w:styleId="TOC4">
    <w:name w:val="toc 4"/>
    <w:basedOn w:val="Normal"/>
    <w:next w:val="Normal"/>
    <w:autoRedefine/>
    <w:uiPriority w:val="39"/>
    <w:rsid w:val="0085123A"/>
    <w:pPr>
      <w:tabs>
        <w:tab w:val="left" w:pos="1200"/>
        <w:tab w:val="right" w:leader="dot" w:pos="9360"/>
      </w:tabs>
      <w:spacing w:after="120" w:line="260" w:lineRule="exact"/>
      <w:ind w:left="720"/>
    </w:pPr>
    <w:rPr>
      <w:noProof/>
      <w:sz w:val="21"/>
    </w:rPr>
  </w:style>
  <w:style w:type="paragraph" w:styleId="NormalWeb">
    <w:name w:val="Normal (Web)"/>
    <w:basedOn w:val="Normal"/>
    <w:uiPriority w:val="99"/>
    <w:rsid w:val="003B59E6"/>
    <w:pPr>
      <w:spacing w:before="100" w:beforeAutospacing="1" w:after="100" w:afterAutospacing="1"/>
    </w:pPr>
  </w:style>
  <w:style w:type="paragraph" w:styleId="TOC3">
    <w:name w:val="toc 3"/>
    <w:basedOn w:val="BodyText"/>
    <w:next w:val="Normal"/>
    <w:autoRedefine/>
    <w:uiPriority w:val="39"/>
    <w:rsid w:val="005E3017"/>
    <w:pPr>
      <w:tabs>
        <w:tab w:val="left" w:pos="960"/>
        <w:tab w:val="right" w:leader="dot" w:pos="9360"/>
      </w:tabs>
      <w:ind w:left="360"/>
    </w:pPr>
  </w:style>
  <w:style w:type="paragraph" w:customStyle="1" w:styleId="tablehead">
    <w:name w:val="table head"/>
    <w:basedOn w:val="BodyText"/>
    <w:rsid w:val="001A131B"/>
    <w:pPr>
      <w:spacing w:before="20" w:after="20" w:line="240" w:lineRule="exact"/>
    </w:pPr>
    <w:rPr>
      <w:rFonts w:ascii="Arial" w:hAnsi="Arial"/>
      <w:b/>
      <w:sz w:val="18"/>
    </w:rPr>
  </w:style>
  <w:style w:type="paragraph" w:customStyle="1" w:styleId="table">
    <w:name w:val="table"/>
    <w:basedOn w:val="BodyText"/>
    <w:rsid w:val="00D055CC"/>
    <w:pPr>
      <w:spacing w:before="20" w:after="20" w:line="240" w:lineRule="exact"/>
    </w:pPr>
    <w:rPr>
      <w:rFonts w:ascii="Arial" w:hAnsi="Arial"/>
      <w:sz w:val="18"/>
    </w:rPr>
  </w:style>
  <w:style w:type="paragraph" w:customStyle="1" w:styleId="Normal1">
    <w:name w:val="Normal1"/>
    <w:basedOn w:val="Normal"/>
    <w:rsid w:val="0015049D"/>
    <w:pPr>
      <w:spacing w:after="120"/>
      <w:ind w:left="576"/>
    </w:pPr>
    <w:rPr>
      <w:sz w:val="22"/>
    </w:rPr>
  </w:style>
  <w:style w:type="paragraph" w:customStyle="1" w:styleId="spacer">
    <w:name w:val="spacer"/>
    <w:rsid w:val="00002163"/>
    <w:pPr>
      <w:spacing w:before="7200"/>
    </w:pPr>
    <w:rPr>
      <w:rFonts w:ascii="Arial" w:hAnsi="Arial" w:cs="Arial"/>
      <w:bCs/>
      <w:kern w:val="32"/>
      <w:sz w:val="32"/>
      <w:szCs w:val="32"/>
      <w:lang w:eastAsia="en-US"/>
    </w:rPr>
  </w:style>
  <w:style w:type="paragraph" w:customStyle="1" w:styleId="TOCHead">
    <w:name w:val="TOC Head"/>
    <w:rsid w:val="002F68F1"/>
    <w:pPr>
      <w:spacing w:before="320" w:after="240"/>
    </w:pPr>
    <w:rPr>
      <w:rFonts w:ascii="Arial" w:hAnsi="Arial" w:cs="Arial"/>
      <w:b/>
      <w:bCs/>
      <w:kern w:val="32"/>
      <w:sz w:val="28"/>
      <w:szCs w:val="32"/>
      <w:lang w:eastAsia="en-US"/>
    </w:rPr>
  </w:style>
  <w:style w:type="paragraph" w:customStyle="1" w:styleId="Normal2">
    <w:name w:val="Normal2"/>
    <w:basedOn w:val="Normal"/>
    <w:rsid w:val="00B54C8C"/>
    <w:pPr>
      <w:spacing w:before="60" w:after="120"/>
      <w:ind w:left="1440"/>
    </w:pPr>
    <w:rPr>
      <w:sz w:val="22"/>
    </w:rPr>
  </w:style>
  <w:style w:type="paragraph" w:customStyle="1" w:styleId="Normal3">
    <w:name w:val="Normal3"/>
    <w:basedOn w:val="Normal"/>
    <w:rsid w:val="00C46FB2"/>
    <w:pPr>
      <w:spacing w:after="120"/>
      <w:ind w:left="1728"/>
    </w:pPr>
    <w:rPr>
      <w:sz w:val="22"/>
    </w:rPr>
  </w:style>
  <w:style w:type="paragraph" w:customStyle="1" w:styleId="bulletlevel3">
    <w:name w:val="bullet level 3"/>
    <w:basedOn w:val="Normal"/>
    <w:rsid w:val="00B33B13"/>
    <w:pPr>
      <w:tabs>
        <w:tab w:val="left" w:pos="1080"/>
      </w:tabs>
      <w:spacing w:after="120" w:line="260" w:lineRule="exact"/>
      <w:ind w:left="1440" w:hanging="360"/>
    </w:pPr>
    <w:rPr>
      <w:sz w:val="21"/>
      <w:szCs w:val="21"/>
    </w:rPr>
  </w:style>
  <w:style w:type="paragraph" w:customStyle="1" w:styleId="number">
    <w:name w:val="number"/>
    <w:basedOn w:val="BodyText"/>
    <w:link w:val="numberChar"/>
    <w:rsid w:val="00026313"/>
    <w:pPr>
      <w:tabs>
        <w:tab w:val="left" w:pos="648"/>
      </w:tabs>
      <w:ind w:left="648" w:hanging="288"/>
    </w:pPr>
  </w:style>
  <w:style w:type="character" w:customStyle="1" w:styleId="numberChar">
    <w:name w:val="number Char"/>
    <w:link w:val="number"/>
    <w:rsid w:val="00026313"/>
    <w:rPr>
      <w:sz w:val="21"/>
      <w:szCs w:val="24"/>
      <w:lang w:val="en-US" w:eastAsia="en-US" w:bidi="ar-SA"/>
    </w:rPr>
  </w:style>
  <w:style w:type="character" w:styleId="FollowedHyperlink">
    <w:name w:val="FollowedHyperlink"/>
    <w:rsid w:val="00D700FA"/>
    <w:rPr>
      <w:color w:val="800080"/>
      <w:u w:val="single"/>
    </w:rPr>
  </w:style>
  <w:style w:type="paragraph" w:customStyle="1" w:styleId="body2">
    <w:name w:val="body2"/>
    <w:basedOn w:val="BodyText"/>
    <w:link w:val="body2Char"/>
    <w:rsid w:val="001349CB"/>
    <w:pPr>
      <w:ind w:left="1260"/>
    </w:pPr>
  </w:style>
  <w:style w:type="character" w:customStyle="1" w:styleId="body2Char">
    <w:name w:val="body2 Char"/>
    <w:link w:val="body2"/>
    <w:rsid w:val="001349CB"/>
    <w:rPr>
      <w:sz w:val="21"/>
      <w:szCs w:val="24"/>
      <w:lang w:val="en-US" w:eastAsia="en-US" w:bidi="ar-SA"/>
    </w:rPr>
  </w:style>
  <w:style w:type="paragraph" w:customStyle="1" w:styleId="bullet2level1">
    <w:name w:val="bullet2 level1"/>
    <w:basedOn w:val="bulletlevel1"/>
    <w:rsid w:val="001349CB"/>
    <w:pPr>
      <w:tabs>
        <w:tab w:val="clear" w:pos="576"/>
        <w:tab w:val="clear" w:pos="1872"/>
        <w:tab w:val="left" w:pos="1620"/>
      </w:tabs>
      <w:ind w:left="1620"/>
    </w:pPr>
  </w:style>
  <w:style w:type="paragraph" w:customStyle="1" w:styleId="body3">
    <w:name w:val="body3"/>
    <w:basedOn w:val="body2"/>
    <w:rsid w:val="001349CB"/>
    <w:pPr>
      <w:ind w:left="1980"/>
    </w:pPr>
  </w:style>
  <w:style w:type="character" w:customStyle="1" w:styleId="number3Char">
    <w:name w:val="number 3 Char"/>
    <w:link w:val="number3"/>
    <w:rsid w:val="004822CF"/>
    <w:rPr>
      <w:sz w:val="21"/>
      <w:szCs w:val="24"/>
      <w:lang w:val="en-US" w:eastAsia="en-US" w:bidi="ar-SA"/>
    </w:rPr>
  </w:style>
  <w:style w:type="paragraph" w:customStyle="1" w:styleId="number3">
    <w:name w:val="number 3"/>
    <w:basedOn w:val="BodyText"/>
    <w:link w:val="number3Char"/>
    <w:rsid w:val="004822CF"/>
    <w:pPr>
      <w:ind w:left="1980" w:hanging="360"/>
    </w:pPr>
  </w:style>
  <w:style w:type="paragraph" w:customStyle="1" w:styleId="number1">
    <w:name w:val="number 1"/>
    <w:basedOn w:val="BodyText"/>
    <w:rsid w:val="00D85443"/>
    <w:pPr>
      <w:ind w:left="1440" w:hanging="360"/>
    </w:pPr>
  </w:style>
  <w:style w:type="paragraph" w:customStyle="1" w:styleId="number2">
    <w:name w:val="number 2"/>
    <w:basedOn w:val="BodyText"/>
    <w:link w:val="number2Char"/>
    <w:rsid w:val="009D2CFE"/>
    <w:pPr>
      <w:ind w:left="1800" w:hanging="360"/>
    </w:pPr>
  </w:style>
  <w:style w:type="character" w:customStyle="1" w:styleId="number2Char">
    <w:name w:val="number 2 Char"/>
    <w:link w:val="number2"/>
    <w:rsid w:val="009D2CFE"/>
    <w:rPr>
      <w:sz w:val="21"/>
      <w:szCs w:val="24"/>
      <w:lang w:val="en-US" w:eastAsia="en-US" w:bidi="ar-SA"/>
    </w:rPr>
  </w:style>
  <w:style w:type="paragraph" w:customStyle="1" w:styleId="bullet3level1">
    <w:name w:val="bullet3 level1"/>
    <w:basedOn w:val="bullet2level1"/>
    <w:rsid w:val="00B97DAF"/>
    <w:pPr>
      <w:tabs>
        <w:tab w:val="left" w:pos="2160"/>
      </w:tabs>
      <w:ind w:left="2160" w:hanging="180"/>
    </w:pPr>
  </w:style>
  <w:style w:type="paragraph" w:customStyle="1" w:styleId="Style1">
    <w:name w:val="Style1"/>
    <w:basedOn w:val="Normal"/>
    <w:rsid w:val="004C31F6"/>
    <w:pPr>
      <w:spacing w:beforeLines="40" w:afterLines="40"/>
      <w:jc w:val="center"/>
    </w:pPr>
    <w:rPr>
      <w:rFonts w:ascii="Wingdings 2" w:hAnsi="Wingdings 2"/>
    </w:rPr>
  </w:style>
  <w:style w:type="paragraph" w:customStyle="1" w:styleId="box">
    <w:name w:val="box"/>
    <w:basedOn w:val="Normal"/>
    <w:rsid w:val="004C31F6"/>
    <w:pPr>
      <w:spacing w:beforeLines="40" w:afterLines="40"/>
      <w:jc w:val="center"/>
    </w:pPr>
    <w:rPr>
      <w:rFonts w:ascii="Wingdings 2" w:hAnsi="Wingdings 2"/>
    </w:rPr>
  </w:style>
  <w:style w:type="paragraph" w:customStyle="1" w:styleId="Level4">
    <w:name w:val="Level 4"/>
    <w:basedOn w:val="Heading3"/>
    <w:rsid w:val="00B423D5"/>
    <w:pPr>
      <w:numPr>
        <w:ilvl w:val="0"/>
        <w:numId w:val="0"/>
      </w:numPr>
    </w:pPr>
    <w:rPr>
      <w:smallCaps/>
      <w:sz w:val="19"/>
      <w:szCs w:val="19"/>
    </w:rPr>
  </w:style>
  <w:style w:type="paragraph" w:customStyle="1" w:styleId="Level2">
    <w:name w:val="Level 2"/>
    <w:basedOn w:val="Heading2"/>
    <w:link w:val="Level2Char"/>
    <w:rsid w:val="00B423D5"/>
    <w:pPr>
      <w:numPr>
        <w:ilvl w:val="0"/>
        <w:numId w:val="0"/>
      </w:numPr>
    </w:pPr>
  </w:style>
  <w:style w:type="character" w:customStyle="1" w:styleId="Level2Char">
    <w:name w:val="Level 2 Char"/>
    <w:link w:val="Level2"/>
    <w:rsid w:val="00B423D5"/>
    <w:rPr>
      <w:rFonts w:ascii="Arial" w:hAnsi="Arial" w:cs="Arial"/>
      <w:b/>
      <w:bCs/>
      <w:iCs/>
      <w:sz w:val="22"/>
      <w:szCs w:val="28"/>
    </w:rPr>
  </w:style>
  <w:style w:type="paragraph" w:customStyle="1" w:styleId="Table0">
    <w:name w:val="Table"/>
    <w:basedOn w:val="BodyText"/>
    <w:rsid w:val="00031636"/>
    <w:pPr>
      <w:spacing w:before="60" w:after="0" w:line="240" w:lineRule="auto"/>
    </w:pPr>
    <w:rPr>
      <w:rFonts w:ascii="Arial" w:hAnsi="Arial"/>
      <w:sz w:val="24"/>
      <w:szCs w:val="20"/>
    </w:rPr>
  </w:style>
  <w:style w:type="paragraph" w:customStyle="1" w:styleId="TableHeading">
    <w:name w:val="Table Heading"/>
    <w:basedOn w:val="BodyText"/>
    <w:next w:val="Table0"/>
    <w:rsid w:val="00031636"/>
    <w:pPr>
      <w:spacing w:before="60" w:after="0" w:line="240" w:lineRule="auto"/>
      <w:jc w:val="center"/>
    </w:pPr>
    <w:rPr>
      <w:rFonts w:ascii="Arial" w:hAnsi="Arial"/>
      <w:b/>
      <w:sz w:val="24"/>
      <w:szCs w:val="20"/>
    </w:rPr>
  </w:style>
  <w:style w:type="character" w:styleId="CommentReference">
    <w:name w:val="annotation reference"/>
    <w:semiHidden/>
    <w:rsid w:val="00847C44"/>
    <w:rPr>
      <w:sz w:val="16"/>
    </w:rPr>
  </w:style>
  <w:style w:type="paragraph" w:styleId="CommentText">
    <w:name w:val="annotation text"/>
    <w:basedOn w:val="Normal"/>
    <w:link w:val="CommentTextChar"/>
    <w:rsid w:val="00BB555A"/>
    <w:pPr>
      <w:widowControl w:val="0"/>
      <w:spacing w:line="240" w:lineRule="atLeast"/>
    </w:pPr>
    <w:rPr>
      <w:rFonts w:ascii="Arial" w:hAnsi="Arial"/>
      <w:sz w:val="16"/>
      <w:szCs w:val="20"/>
    </w:rPr>
  </w:style>
  <w:style w:type="paragraph" w:styleId="CommentSubject">
    <w:name w:val="annotation subject"/>
    <w:basedOn w:val="CommentText"/>
    <w:next w:val="CommentText"/>
    <w:semiHidden/>
    <w:rsid w:val="00B8748E"/>
    <w:pPr>
      <w:widowControl/>
      <w:spacing w:line="240" w:lineRule="auto"/>
    </w:pPr>
    <w:rPr>
      <w:b/>
      <w:bCs/>
    </w:rPr>
  </w:style>
  <w:style w:type="character" w:customStyle="1" w:styleId="Style">
    <w:name w:val="Style"/>
    <w:rsid w:val="00B8748E"/>
    <w:rPr>
      <w:rFonts w:ascii="Arial" w:hAnsi="Arial"/>
      <w:sz w:val="18"/>
    </w:rPr>
  </w:style>
  <w:style w:type="paragraph" w:customStyle="1" w:styleId="instruction">
    <w:name w:val="instruction"/>
    <w:basedOn w:val="BodyText"/>
    <w:rsid w:val="00471667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  <w:shd w:val="clear" w:color="auto" w:fill="FFFF99"/>
    </w:pPr>
    <w:rPr>
      <w:rFonts w:ascii="Arial" w:hAnsi="Arial"/>
      <w:sz w:val="16"/>
      <w:szCs w:val="20"/>
    </w:rPr>
  </w:style>
  <w:style w:type="paragraph" w:customStyle="1" w:styleId="body4">
    <w:name w:val="body4"/>
    <w:basedOn w:val="body3"/>
    <w:rsid w:val="001349CB"/>
    <w:pPr>
      <w:ind w:left="2700"/>
    </w:pPr>
  </w:style>
  <w:style w:type="paragraph" w:customStyle="1" w:styleId="bullet4level1">
    <w:name w:val="bullet4 level1"/>
    <w:basedOn w:val="bullet3level1"/>
    <w:rsid w:val="001349CB"/>
    <w:pPr>
      <w:tabs>
        <w:tab w:val="clear" w:pos="1620"/>
        <w:tab w:val="clear" w:pos="2160"/>
        <w:tab w:val="left" w:pos="3060"/>
      </w:tabs>
      <w:ind w:left="3060"/>
    </w:pPr>
  </w:style>
  <w:style w:type="paragraph" w:styleId="EndnoteText">
    <w:name w:val="endnote text"/>
    <w:basedOn w:val="Normal"/>
    <w:semiHidden/>
    <w:rsid w:val="00FF3C6F"/>
    <w:rPr>
      <w:sz w:val="20"/>
      <w:szCs w:val="20"/>
    </w:rPr>
  </w:style>
  <w:style w:type="character" w:styleId="EndnoteReference">
    <w:name w:val="endnote reference"/>
    <w:semiHidden/>
    <w:rsid w:val="00FF3C6F"/>
    <w:rPr>
      <w:vertAlign w:val="superscript"/>
    </w:rPr>
  </w:style>
  <w:style w:type="paragraph" w:customStyle="1" w:styleId="bullet4level2">
    <w:name w:val="bullet4 level2"/>
    <w:basedOn w:val="bullet4level1"/>
    <w:rsid w:val="00B75C8F"/>
    <w:pPr>
      <w:numPr>
        <w:numId w:val="3"/>
      </w:numPr>
      <w:tabs>
        <w:tab w:val="clear" w:pos="720"/>
        <w:tab w:val="left" w:pos="2880"/>
      </w:tabs>
      <w:ind w:left="2880"/>
    </w:pPr>
  </w:style>
  <w:style w:type="paragraph" w:customStyle="1" w:styleId="Title1">
    <w:name w:val="Title1"/>
    <w:rsid w:val="00612D8C"/>
    <w:pPr>
      <w:spacing w:before="120" w:after="240"/>
    </w:pPr>
    <w:rPr>
      <w:rFonts w:ascii="Arial" w:hAnsi="Arial" w:cs="Arial"/>
      <w:b/>
      <w:bCs/>
      <w:iCs/>
      <w:szCs w:val="28"/>
      <w:lang w:eastAsia="en-US"/>
    </w:rPr>
  </w:style>
  <w:style w:type="table" w:styleId="TableGrid1">
    <w:name w:val="Table Grid 1"/>
    <w:basedOn w:val="TableNormal"/>
    <w:rsid w:val="00A51B17"/>
    <w:pPr>
      <w:spacing w:before="40" w:after="40"/>
    </w:pPr>
    <w:rPr>
      <w:rFonts w:ascii="Arial Black" w:hAnsi="Arial Black"/>
      <w:color w:val="FFFFFF"/>
      <w:sz w:val="18"/>
    </w:rPr>
    <w:tblPr/>
    <w:tcPr>
      <w:shd w:val="clear" w:color="auto" w:fill="404040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OCHeading1">
    <w:name w:val="TOC Heading1"/>
    <w:basedOn w:val="Normal"/>
    <w:rsid w:val="00F3062B"/>
    <w:pPr>
      <w:tabs>
        <w:tab w:val="right" w:leader="dot" w:pos="10440"/>
      </w:tabs>
      <w:autoSpaceDE w:val="0"/>
      <w:autoSpaceDN w:val="0"/>
      <w:adjustRightInd w:val="0"/>
      <w:spacing w:line="288" w:lineRule="auto"/>
      <w:ind w:left="360" w:hanging="360"/>
      <w:textAlignment w:val="center"/>
    </w:pPr>
    <w:rPr>
      <w:b/>
      <w:bCs/>
      <w:caps/>
      <w:color w:val="000000"/>
      <w:sz w:val="36"/>
      <w:szCs w:val="36"/>
    </w:rPr>
  </w:style>
  <w:style w:type="paragraph" w:customStyle="1" w:styleId="Body">
    <w:name w:val="Body"/>
    <w:basedOn w:val="Normal"/>
    <w:rsid w:val="00F3062B"/>
    <w:pPr>
      <w:suppressAutoHyphens/>
      <w:autoSpaceDE w:val="0"/>
      <w:autoSpaceDN w:val="0"/>
      <w:adjustRightInd w:val="0"/>
      <w:spacing w:before="91" w:after="91" w:line="280" w:lineRule="atLeas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Default">
    <w:name w:val="Default"/>
    <w:rsid w:val="00F3062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Heading3Char1">
    <w:name w:val="Heading 3 Char1"/>
    <w:link w:val="Heading3"/>
    <w:uiPriority w:val="99"/>
    <w:rsid w:val="00F3062B"/>
    <w:rPr>
      <w:rFonts w:ascii="Arial" w:hAnsi="Arial"/>
      <w:b/>
      <w:bCs/>
      <w:szCs w:val="22"/>
      <w:lang w:eastAsia="en-US"/>
    </w:rPr>
  </w:style>
  <w:style w:type="paragraph" w:styleId="TOC5">
    <w:name w:val="toc 5"/>
    <w:basedOn w:val="Normal"/>
    <w:next w:val="Normal"/>
    <w:autoRedefine/>
    <w:semiHidden/>
    <w:rsid w:val="007C414A"/>
    <w:pPr>
      <w:ind w:left="960"/>
    </w:pPr>
  </w:style>
  <w:style w:type="paragraph" w:styleId="DocumentMap">
    <w:name w:val="Document Map"/>
    <w:basedOn w:val="Normal"/>
    <w:semiHidden/>
    <w:rsid w:val="00F3189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CharChar3">
    <w:name w:val="Char Char3"/>
    <w:rsid w:val="008D6948"/>
    <w:rPr>
      <w:rFonts w:ascii="Arial" w:hAnsi="Arial" w:cs="Arial"/>
      <w:b/>
      <w:bCs/>
      <w:kern w:val="32"/>
      <w:sz w:val="28"/>
      <w:szCs w:val="32"/>
      <w:lang w:val="en-US" w:eastAsia="en-US" w:bidi="ar-SA"/>
    </w:rPr>
  </w:style>
  <w:style w:type="character" w:customStyle="1" w:styleId="CharChar2">
    <w:name w:val="Char Char2"/>
    <w:rsid w:val="008D6948"/>
    <w:rPr>
      <w:rFonts w:ascii="Arial" w:hAnsi="Arial" w:cs="Arial"/>
      <w:b/>
      <w:bCs/>
      <w:iCs/>
      <w:sz w:val="22"/>
      <w:szCs w:val="28"/>
      <w:lang w:val="en-US" w:eastAsia="en-US" w:bidi="ar-SA"/>
    </w:rPr>
  </w:style>
  <w:style w:type="character" w:customStyle="1" w:styleId="CharChar">
    <w:name w:val="Char Char"/>
    <w:rsid w:val="008D6948"/>
    <w:rPr>
      <w:sz w:val="21"/>
      <w:szCs w:val="24"/>
      <w:lang w:val="en-US" w:eastAsia="en-US" w:bidi="ar-SA"/>
    </w:rPr>
  </w:style>
  <w:style w:type="character" w:customStyle="1" w:styleId="CharChar1">
    <w:name w:val="Char Char1"/>
    <w:rsid w:val="008D6948"/>
    <w:rPr>
      <w:rFonts w:ascii="Arial" w:hAnsi="Arial"/>
      <w:b/>
      <w:bCs/>
      <w:szCs w:val="22"/>
      <w:lang w:val="en-US" w:eastAsia="en-US" w:bidi="ar-SA"/>
    </w:rPr>
  </w:style>
  <w:style w:type="paragraph" w:styleId="Caption">
    <w:name w:val="caption"/>
    <w:basedOn w:val="Normal"/>
    <w:next w:val="Normal"/>
    <w:qFormat/>
    <w:rsid w:val="004C605B"/>
    <w:rPr>
      <w:b/>
      <w:bCs/>
      <w:sz w:val="20"/>
      <w:szCs w:val="20"/>
    </w:rPr>
  </w:style>
  <w:style w:type="paragraph" w:customStyle="1" w:styleId="Char3">
    <w:name w:val="Char3"/>
    <w:basedOn w:val="Normal"/>
    <w:rsid w:val="003D727A"/>
    <w:pPr>
      <w:spacing w:after="160" w:line="240" w:lineRule="exact"/>
    </w:pPr>
    <w:rPr>
      <w:rFonts w:ascii="Verdana" w:hAnsi="Verdana"/>
      <w:sz w:val="16"/>
      <w:szCs w:val="20"/>
    </w:rPr>
  </w:style>
  <w:style w:type="paragraph" w:styleId="ListParagraph">
    <w:name w:val="List Paragraph"/>
    <w:basedOn w:val="Normal"/>
    <w:uiPriority w:val="34"/>
    <w:qFormat/>
    <w:rsid w:val="00BF313D"/>
    <w:pPr>
      <w:ind w:left="720"/>
      <w:contextualSpacing/>
    </w:pPr>
    <w:rPr>
      <w:rFonts w:eastAsia="Calibri"/>
    </w:rPr>
  </w:style>
  <w:style w:type="character" w:customStyle="1" w:styleId="Heading3Char">
    <w:name w:val="Heading 3 Char"/>
    <w:uiPriority w:val="99"/>
    <w:locked/>
    <w:rsid w:val="00D16F59"/>
    <w:rPr>
      <w:rFonts w:ascii="Arial" w:hAnsi="Arial" w:cs="Times New Roman"/>
      <w:b/>
      <w:bCs/>
      <w:sz w:val="20"/>
    </w:rPr>
  </w:style>
  <w:style w:type="paragraph" w:styleId="Revision">
    <w:name w:val="Revision"/>
    <w:hidden/>
    <w:uiPriority w:val="99"/>
    <w:semiHidden/>
    <w:rsid w:val="00A23DFA"/>
    <w:rPr>
      <w:sz w:val="24"/>
      <w:szCs w:val="24"/>
      <w:lang w:eastAsia="en-US"/>
    </w:rPr>
  </w:style>
  <w:style w:type="character" w:styleId="Strong">
    <w:name w:val="Strong"/>
    <w:uiPriority w:val="22"/>
    <w:qFormat/>
    <w:rsid w:val="0041384E"/>
    <w:rPr>
      <w:b/>
      <w:bCs/>
    </w:rPr>
  </w:style>
  <w:style w:type="character" w:customStyle="1" w:styleId="BalloonTextChar">
    <w:name w:val="Balloon Text Char"/>
    <w:link w:val="BalloonText"/>
    <w:uiPriority w:val="99"/>
    <w:semiHidden/>
    <w:rsid w:val="0041384E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link w:val="CommentText"/>
    <w:rsid w:val="007E3D94"/>
    <w:rPr>
      <w:rFonts w:ascii="Arial" w:hAnsi="Arial"/>
      <w:sz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A3ABB"/>
    <w:rPr>
      <w:sz w:val="16"/>
      <w:lang w:eastAsia="en-US"/>
    </w:rPr>
  </w:style>
  <w:style w:type="paragraph" w:styleId="List">
    <w:name w:val="List"/>
    <w:aliases w:val=" Char2 Char Char Char Char, Char2 Char, Char1,Char1,Char2 Char Char Char Char,Char2 Char"/>
    <w:basedOn w:val="Normal"/>
    <w:link w:val="ListChar"/>
    <w:rsid w:val="00E21361"/>
    <w:pPr>
      <w:spacing w:after="240"/>
      <w:ind w:left="720" w:hanging="720"/>
    </w:pPr>
    <w:rPr>
      <w:szCs w:val="20"/>
      <w:lang w:val="x-none" w:eastAsia="x-none"/>
    </w:rPr>
  </w:style>
  <w:style w:type="character" w:customStyle="1" w:styleId="ListChar">
    <w:name w:val="List Char"/>
    <w:aliases w:val=" Char2 Char Char Char Char Char, Char2 Char Char, Char1 Char,Char1 Char,Char2 Char Char Char Char Char,Char2 Char Char"/>
    <w:link w:val="List"/>
    <w:rsid w:val="00E21361"/>
    <w:rPr>
      <w:sz w:val="24"/>
      <w:lang w:val="x-none" w:eastAsia="x-none"/>
    </w:rPr>
  </w:style>
  <w:style w:type="paragraph" w:customStyle="1" w:styleId="TableBody">
    <w:name w:val="Table Body"/>
    <w:basedOn w:val="BodyText"/>
    <w:rsid w:val="00E21361"/>
    <w:pPr>
      <w:spacing w:after="60" w:line="240" w:lineRule="auto"/>
    </w:pPr>
    <w:rPr>
      <w:iCs/>
      <w:sz w:val="20"/>
      <w:szCs w:val="20"/>
      <w:lang w:val="x-none" w:eastAsia="x-none"/>
    </w:rPr>
  </w:style>
  <w:style w:type="paragraph" w:customStyle="1" w:styleId="TableHead0">
    <w:name w:val="Table Head"/>
    <w:basedOn w:val="BodyText"/>
    <w:rsid w:val="00E21361"/>
    <w:pPr>
      <w:spacing w:after="240" w:line="240" w:lineRule="auto"/>
    </w:pPr>
    <w:rPr>
      <w:b/>
      <w:iCs/>
      <w:sz w:val="20"/>
      <w:szCs w:val="20"/>
      <w:lang w:val="x-none" w:eastAsia="x-none"/>
    </w:rPr>
  </w:style>
  <w:style w:type="table" w:customStyle="1" w:styleId="TableGrid10">
    <w:name w:val="Table Grid1"/>
    <w:basedOn w:val="TableNormal"/>
    <w:next w:val="TableGrid"/>
    <w:uiPriority w:val="59"/>
    <w:rsid w:val="00AB6A8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3126F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1677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19138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8939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58343">
          <w:marLeft w:val="25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6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file:///C:\Users\sborkar\AppData\Local\Microsoft\Windows\Temporary%20Internet%20Files\Content.MSO\B92CD427.xlsx" TargetMode="External"/><Relationship Id="rId18" Type="http://schemas.openxmlformats.org/officeDocument/2006/relationships/hyperlink" Target="file:///C:\Users\sborkar\AppData\Local\Microsoft\Windows\Temporary%20Internet%20Files\Content.MSO\B92CD427.xlsx" TargetMode="External"/><Relationship Id="rId26" Type="http://schemas.openxmlformats.org/officeDocument/2006/relationships/hyperlink" Target="file:///C:\Users\sborkar\AppData\Local\Microsoft\Windows\Temporary%20Internet%20Files\Content.MSO\B92CD427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sborkar\AppData\Local\Microsoft\Windows\Temporary%20Internet%20Files\Content.MSO\B92CD427.xlsx" TargetMode="External"/><Relationship Id="rId34" Type="http://schemas.openxmlformats.org/officeDocument/2006/relationships/hyperlink" Target="file:///C:\Users\sborkar\AppData\Local\Microsoft\Windows\Temporary%20Internet%20Files\Content.MSO\B92CD427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sborkar\AppData\Local\Microsoft\Windows\Temporary%20Internet%20Files\Content.MSO\B92CD427.xlsx" TargetMode="External"/><Relationship Id="rId17" Type="http://schemas.openxmlformats.org/officeDocument/2006/relationships/hyperlink" Target="file:///C:\Users\sborkar\AppData\Local\Microsoft\Windows\Temporary%20Internet%20Files\Content.MSO\B92CD427.xlsx" TargetMode="External"/><Relationship Id="rId25" Type="http://schemas.openxmlformats.org/officeDocument/2006/relationships/hyperlink" Target="file:///C:\Users\sborkar\AppData\Local\Microsoft\Windows\Temporary%20Internet%20Files\Content.MSO\B92CD427.xlsx" TargetMode="External"/><Relationship Id="rId33" Type="http://schemas.openxmlformats.org/officeDocument/2006/relationships/hyperlink" Target="file:///C:\Users\sborkar\AppData\Local\Microsoft\Windows\Temporary%20Internet%20Files\Content.MSO\B92CD427.xlsx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C:\Users\sborkar\AppData\Local\Microsoft\Windows\Temporary%20Internet%20Files\Content.MSO\B92CD427.xlsx" TargetMode="External"/><Relationship Id="rId20" Type="http://schemas.openxmlformats.org/officeDocument/2006/relationships/hyperlink" Target="file:///C:\Users\sborkar\AppData\Local\Microsoft\Windows\Temporary%20Internet%20Files\Content.MSO\B92CD427.xlsx" TargetMode="External"/><Relationship Id="rId29" Type="http://schemas.openxmlformats.org/officeDocument/2006/relationships/hyperlink" Target="file:///C:\Users\sborkar\AppData\Local\Microsoft\Windows\Temporary%20Internet%20Files\Content.MSO\B92CD427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sborkar\AppData\Local\Microsoft\Windows\Temporary%20Internet%20Files\Content.MSO\B92CD427.xlsx" TargetMode="External"/><Relationship Id="rId24" Type="http://schemas.openxmlformats.org/officeDocument/2006/relationships/hyperlink" Target="file:///C:\Users\sborkar\AppData\Local\Microsoft\Windows\Temporary%20Internet%20Files\Content.MSO\B92CD427.xlsx" TargetMode="External"/><Relationship Id="rId32" Type="http://schemas.openxmlformats.org/officeDocument/2006/relationships/hyperlink" Target="file:///C:\Users\sborkar\AppData\Local\Microsoft\Windows\Temporary%20Internet%20Files\Content.MSO\B92CD427.xlsx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C:\Users\sborkar\AppData\Local\Microsoft\Windows\Temporary%20Internet%20Files\Content.MSO\B92CD427.xlsx" TargetMode="External"/><Relationship Id="rId23" Type="http://schemas.openxmlformats.org/officeDocument/2006/relationships/hyperlink" Target="file:///C:\Users\sborkar\AppData\Local\Microsoft\Windows\Temporary%20Internet%20Files\Content.MSO\B92CD427.xlsx" TargetMode="External"/><Relationship Id="rId28" Type="http://schemas.openxmlformats.org/officeDocument/2006/relationships/hyperlink" Target="file:///C:\Users\sborkar\AppData\Local\Microsoft\Windows\Temporary%20Internet%20Files\Content.MSO\B92CD427.xlsx" TargetMode="External"/><Relationship Id="rId36" Type="http://schemas.openxmlformats.org/officeDocument/2006/relationships/header" Target="header2.xml"/><Relationship Id="rId10" Type="http://schemas.openxmlformats.org/officeDocument/2006/relationships/hyperlink" Target="file:///C:\Users\sborkar\AppData\Local\Microsoft\Windows\Temporary%20Internet%20Files\Content.MSO\B92CD427.xlsx" TargetMode="External"/><Relationship Id="rId19" Type="http://schemas.openxmlformats.org/officeDocument/2006/relationships/hyperlink" Target="file:///C:\Users\sborkar\AppData\Local\Microsoft\Windows\Temporary%20Internet%20Files\Content.MSO\B92CD427.xlsx" TargetMode="External"/><Relationship Id="rId31" Type="http://schemas.openxmlformats.org/officeDocument/2006/relationships/hyperlink" Target="file:///C:\Users\sborkar\AppData\Local\Microsoft\Windows\Temporary%20Internet%20Files\Content.MSO\B92CD427.xlsx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file:///C:\Users\sborkar\AppData\Local\Microsoft\Windows\Temporary%20Internet%20Files\Content.MSO\B92CD427.xlsx" TargetMode="External"/><Relationship Id="rId22" Type="http://schemas.openxmlformats.org/officeDocument/2006/relationships/hyperlink" Target="file:///C:\Users\sborkar\AppData\Local\Microsoft\Windows\Temporary%20Internet%20Files\Content.MSO\B92CD427.xlsx" TargetMode="External"/><Relationship Id="rId27" Type="http://schemas.openxmlformats.org/officeDocument/2006/relationships/hyperlink" Target="file:///C:\Users\sborkar\AppData\Local\Microsoft\Windows\Temporary%20Internet%20Files\Content.MSO\B92CD427.xlsx" TargetMode="External"/><Relationship Id="rId30" Type="http://schemas.openxmlformats.org/officeDocument/2006/relationships/hyperlink" Target="file:///C:\Users\sborkar\AppData\Local\Microsoft\Windows\Temporary%20Internet%20Files\Content.MSO\B92CD427.xlsx" TargetMode="External"/><Relationship Id="rId35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horne\Application%20Data\Microsoft\Templates\requiremen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D6FE6-6177-48F1-A6E6-450E9D5EA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requirements.dot</Template>
  <TotalTime>0</TotalTime>
  <Pages>1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template</vt:lpstr>
    </vt:vector>
  </TitlesOfParts>
  <Company>ERCOT</Company>
  <LinksUpToDate>false</LinksUpToDate>
  <CharactersWithSpaces>6996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template</dc:title>
  <dc:creator>Kang, Sun Wook</dc:creator>
  <cp:lastModifiedBy>Kang, Sun Wook</cp:lastModifiedBy>
  <cp:revision>1</cp:revision>
  <cp:lastPrinted>2014-03-14T20:43:00Z</cp:lastPrinted>
  <dcterms:created xsi:type="dcterms:W3CDTF">2016-01-14T14:38:00Z</dcterms:created>
  <dcterms:modified xsi:type="dcterms:W3CDTF">2016-01-14T14:38:00Z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UID">
    <vt:lpwstr>{20050107-2159-253E-BADC-2BC2081708B3}</vt:lpwstr>
  </property>
  <property fmtid="{D5CDD505-2E9C-101B-9397-08002B2CF9AE}" pid="3" name="Owner">
    <vt:lpwstr>98</vt:lpwstr>
  </property>
  <property fmtid="{D5CDD505-2E9C-101B-9397-08002B2CF9AE}" pid="4" name="Status">
    <vt:lpwstr>Ready for review</vt:lpwstr>
  </property>
</Properties>
</file>