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A5E6" w14:textId="77777777" w:rsidR="0025427A" w:rsidRDefault="0025427A" w:rsidP="0025427A">
      <w:pPr>
        <w:spacing w:before="2400"/>
        <w:jc w:val="center"/>
        <w:rPr>
          <w:b/>
          <w:sz w:val="36"/>
          <w:szCs w:val="36"/>
        </w:rPr>
      </w:pPr>
      <w:r>
        <w:rPr>
          <w:b/>
          <w:sz w:val="36"/>
          <w:szCs w:val="36"/>
        </w:rPr>
        <w:t>ERCOT Nodal Protocols</w:t>
      </w:r>
    </w:p>
    <w:p w14:paraId="214C2519" w14:textId="77777777" w:rsidR="0025427A" w:rsidRDefault="0025427A" w:rsidP="0025427A">
      <w:pPr>
        <w:jc w:val="center"/>
        <w:rPr>
          <w:b/>
          <w:sz w:val="36"/>
          <w:szCs w:val="36"/>
        </w:rPr>
      </w:pPr>
    </w:p>
    <w:p w14:paraId="013800EF" w14:textId="77777777" w:rsidR="0025427A" w:rsidRDefault="0025427A" w:rsidP="0025427A">
      <w:pPr>
        <w:spacing w:after="240"/>
        <w:jc w:val="center"/>
        <w:rPr>
          <w:b/>
          <w:sz w:val="22"/>
          <w:szCs w:val="22"/>
        </w:rPr>
      </w:pPr>
      <w:r>
        <w:rPr>
          <w:b/>
          <w:sz w:val="36"/>
          <w:szCs w:val="36"/>
        </w:rPr>
        <w:t xml:space="preserve">Section 27:  </w:t>
      </w:r>
      <w:r w:rsidRPr="00D24933">
        <w:rPr>
          <w:b/>
          <w:sz w:val="36"/>
          <w:szCs w:val="36"/>
        </w:rPr>
        <w:t xml:space="preserve">Securitization </w:t>
      </w:r>
      <w:r>
        <w:rPr>
          <w:b/>
          <w:sz w:val="36"/>
          <w:szCs w:val="36"/>
        </w:rPr>
        <w:t>Uplift</w:t>
      </w:r>
      <w:r w:rsidRPr="00D24933">
        <w:rPr>
          <w:b/>
          <w:sz w:val="36"/>
          <w:szCs w:val="36"/>
        </w:rPr>
        <w:t xml:space="preserve"> Charges</w:t>
      </w:r>
    </w:p>
    <w:p w14:paraId="5C8883ED" w14:textId="4487AD87" w:rsidR="0025427A" w:rsidRDefault="002941D2" w:rsidP="0025427A">
      <w:pPr>
        <w:spacing w:before="360"/>
        <w:jc w:val="center"/>
        <w:rPr>
          <w:b/>
          <w:szCs w:val="24"/>
        </w:rPr>
      </w:pPr>
      <w:r>
        <w:rPr>
          <w:b/>
          <w:szCs w:val="24"/>
        </w:rPr>
        <w:t>October</w:t>
      </w:r>
      <w:r w:rsidR="0025427A">
        <w:rPr>
          <w:b/>
          <w:szCs w:val="24"/>
        </w:rPr>
        <w:t xml:space="preserve"> 1, 202</w:t>
      </w:r>
      <w:r>
        <w:rPr>
          <w:b/>
          <w:szCs w:val="24"/>
        </w:rPr>
        <w:t>4</w:t>
      </w:r>
    </w:p>
    <w:p w14:paraId="7C39F04A" w14:textId="77777777" w:rsidR="0025427A" w:rsidRDefault="0025427A" w:rsidP="0025427A">
      <w:pPr>
        <w:spacing w:before="360"/>
        <w:jc w:val="center"/>
        <w:rPr>
          <w:b/>
        </w:rPr>
      </w:pPr>
    </w:p>
    <w:p w14:paraId="55C44057" w14:textId="77777777" w:rsidR="0025427A" w:rsidRDefault="0025427A" w:rsidP="0025427A">
      <w:pPr>
        <w:pBdr>
          <w:top w:val="single" w:sz="4" w:space="1" w:color="auto"/>
        </w:pBdr>
        <w:rPr>
          <w:b/>
          <w:sz w:val="20"/>
        </w:rPr>
      </w:pPr>
    </w:p>
    <w:p w14:paraId="64E53460" w14:textId="77777777" w:rsidR="0025427A" w:rsidRDefault="0025427A" w:rsidP="0025427A">
      <w:pPr>
        <w:pStyle w:val="TOC1"/>
      </w:pPr>
    </w:p>
    <w:p w14:paraId="481740DC" w14:textId="77777777" w:rsidR="0025427A" w:rsidRDefault="0025427A" w:rsidP="0025427A">
      <w:pPr>
        <w:pStyle w:val="TOC1"/>
        <w:sectPr w:rsidR="0025427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062ABED5" w14:textId="44E33B11" w:rsidR="00D64683" w:rsidRDefault="0025427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41427994" w:history="1">
        <w:r w:rsidR="00D64683" w:rsidRPr="00CB7786">
          <w:rPr>
            <w:rStyle w:val="Hyperlink"/>
          </w:rPr>
          <w:t>27</w:t>
        </w:r>
        <w:r w:rsidR="00D64683">
          <w:rPr>
            <w:rFonts w:asciiTheme="minorHAnsi" w:eastAsiaTheme="minorEastAsia" w:hAnsiTheme="minorHAnsi" w:cstheme="minorBidi"/>
            <w:b w:val="0"/>
            <w:bCs w:val="0"/>
            <w:sz w:val="22"/>
            <w:szCs w:val="22"/>
          </w:rPr>
          <w:tab/>
        </w:r>
        <w:r w:rsidR="00D64683" w:rsidRPr="00CB7786">
          <w:rPr>
            <w:rStyle w:val="Hyperlink"/>
          </w:rPr>
          <w:t>Securitization Uplift Charges</w:t>
        </w:r>
        <w:r w:rsidR="00D64683">
          <w:rPr>
            <w:webHidden/>
          </w:rPr>
          <w:tab/>
        </w:r>
        <w:r w:rsidR="00D64683">
          <w:rPr>
            <w:webHidden/>
          </w:rPr>
          <w:fldChar w:fldCharType="begin"/>
        </w:r>
        <w:r w:rsidR="00D64683">
          <w:rPr>
            <w:webHidden/>
          </w:rPr>
          <w:instrText xml:space="preserve"> PAGEREF _Toc141427994 \h </w:instrText>
        </w:r>
        <w:r w:rsidR="00D64683">
          <w:rPr>
            <w:webHidden/>
          </w:rPr>
        </w:r>
        <w:r w:rsidR="00D64683">
          <w:rPr>
            <w:webHidden/>
          </w:rPr>
          <w:fldChar w:fldCharType="separate"/>
        </w:r>
        <w:r w:rsidR="00D64683">
          <w:rPr>
            <w:webHidden/>
          </w:rPr>
          <w:t>27-1</w:t>
        </w:r>
        <w:r w:rsidR="00D64683">
          <w:rPr>
            <w:webHidden/>
          </w:rPr>
          <w:fldChar w:fldCharType="end"/>
        </w:r>
      </w:hyperlink>
    </w:p>
    <w:p w14:paraId="30E7A11C" w14:textId="1D70834A" w:rsidR="00D64683" w:rsidRPr="00D64683" w:rsidRDefault="004558D9">
      <w:pPr>
        <w:pStyle w:val="TOC2"/>
        <w:rPr>
          <w:rFonts w:asciiTheme="minorHAnsi" w:eastAsiaTheme="minorEastAsia" w:hAnsiTheme="minorHAnsi" w:cstheme="minorBidi"/>
          <w:noProof/>
          <w:sz w:val="22"/>
          <w:szCs w:val="22"/>
        </w:rPr>
      </w:pPr>
      <w:hyperlink w:anchor="_Toc141427995" w:history="1">
        <w:r w:rsidR="00D64683" w:rsidRPr="00D64683">
          <w:rPr>
            <w:rStyle w:val="Hyperlink"/>
            <w:rFonts w:eastAsia="MS Mincho"/>
            <w:noProof/>
          </w:rPr>
          <w:t>27.1</w:t>
        </w:r>
        <w:r w:rsidR="00D64683" w:rsidRPr="00D64683">
          <w:rPr>
            <w:rFonts w:asciiTheme="minorHAnsi" w:eastAsiaTheme="minorEastAsia" w:hAnsiTheme="minorHAnsi" w:cstheme="minorBidi"/>
            <w:noProof/>
            <w:sz w:val="22"/>
            <w:szCs w:val="22"/>
          </w:rPr>
          <w:tab/>
        </w:r>
        <w:r w:rsidR="00D64683" w:rsidRPr="00D64683">
          <w:rPr>
            <w:rStyle w:val="Hyperlink"/>
            <w:noProof/>
          </w:rPr>
          <w:t>Overview</w:t>
        </w:r>
        <w:r w:rsidR="00D64683" w:rsidRPr="00D64683">
          <w:rPr>
            <w:noProof/>
            <w:webHidden/>
          </w:rPr>
          <w:tab/>
        </w:r>
        <w:r w:rsidR="00D64683" w:rsidRPr="00D64683">
          <w:rPr>
            <w:noProof/>
            <w:webHidden/>
          </w:rPr>
          <w:fldChar w:fldCharType="begin"/>
        </w:r>
        <w:r w:rsidR="00D64683" w:rsidRPr="00D64683">
          <w:rPr>
            <w:noProof/>
            <w:webHidden/>
          </w:rPr>
          <w:instrText xml:space="preserve"> PAGEREF _Toc141427995 \h </w:instrText>
        </w:r>
        <w:r w:rsidR="00D64683" w:rsidRPr="00D64683">
          <w:rPr>
            <w:noProof/>
            <w:webHidden/>
          </w:rPr>
        </w:r>
        <w:r w:rsidR="00D64683" w:rsidRPr="00D64683">
          <w:rPr>
            <w:noProof/>
            <w:webHidden/>
          </w:rPr>
          <w:fldChar w:fldCharType="separate"/>
        </w:r>
        <w:r w:rsidR="00D64683" w:rsidRPr="00D64683">
          <w:rPr>
            <w:noProof/>
            <w:webHidden/>
          </w:rPr>
          <w:t>27-1</w:t>
        </w:r>
        <w:r w:rsidR="00D64683" w:rsidRPr="00D64683">
          <w:rPr>
            <w:noProof/>
            <w:webHidden/>
          </w:rPr>
          <w:fldChar w:fldCharType="end"/>
        </w:r>
      </w:hyperlink>
    </w:p>
    <w:p w14:paraId="411C7DB2" w14:textId="740FD067" w:rsidR="00D64683" w:rsidRPr="00D64683" w:rsidRDefault="004558D9">
      <w:pPr>
        <w:pStyle w:val="TOC2"/>
        <w:rPr>
          <w:rFonts w:asciiTheme="minorHAnsi" w:eastAsiaTheme="minorEastAsia" w:hAnsiTheme="minorHAnsi" w:cstheme="minorBidi"/>
          <w:noProof/>
          <w:sz w:val="22"/>
          <w:szCs w:val="22"/>
        </w:rPr>
      </w:pPr>
      <w:hyperlink w:anchor="_Toc141427996" w:history="1">
        <w:r w:rsidR="00D64683" w:rsidRPr="00D64683">
          <w:rPr>
            <w:rStyle w:val="Hyperlink"/>
            <w:noProof/>
          </w:rPr>
          <w:t>27.2</w:t>
        </w:r>
        <w:r w:rsidR="00D64683" w:rsidRPr="00D64683">
          <w:rPr>
            <w:rFonts w:asciiTheme="minorHAnsi" w:eastAsiaTheme="minorEastAsia" w:hAnsiTheme="minorHAnsi" w:cstheme="minorBidi"/>
            <w:noProof/>
            <w:sz w:val="22"/>
            <w:szCs w:val="22"/>
          </w:rPr>
          <w:tab/>
        </w:r>
        <w:r w:rsidR="00D64683" w:rsidRPr="00D64683">
          <w:rPr>
            <w:rStyle w:val="Hyperlink"/>
            <w:noProof/>
          </w:rPr>
          <w:t>Changes Involving Securitization Uplift Charge Opt-Out Entities</w:t>
        </w:r>
        <w:r w:rsidR="00D64683" w:rsidRPr="00D64683">
          <w:rPr>
            <w:noProof/>
            <w:webHidden/>
          </w:rPr>
          <w:tab/>
        </w:r>
        <w:r w:rsidR="00D64683" w:rsidRPr="00D64683">
          <w:rPr>
            <w:noProof/>
            <w:webHidden/>
          </w:rPr>
          <w:fldChar w:fldCharType="begin"/>
        </w:r>
        <w:r w:rsidR="00D64683" w:rsidRPr="00D64683">
          <w:rPr>
            <w:noProof/>
            <w:webHidden/>
          </w:rPr>
          <w:instrText xml:space="preserve"> PAGEREF _Toc141427996 \h </w:instrText>
        </w:r>
        <w:r w:rsidR="00D64683" w:rsidRPr="00D64683">
          <w:rPr>
            <w:noProof/>
            <w:webHidden/>
          </w:rPr>
        </w:r>
        <w:r w:rsidR="00D64683" w:rsidRPr="00D64683">
          <w:rPr>
            <w:noProof/>
            <w:webHidden/>
          </w:rPr>
          <w:fldChar w:fldCharType="separate"/>
        </w:r>
        <w:r w:rsidR="00D64683" w:rsidRPr="00D64683">
          <w:rPr>
            <w:noProof/>
            <w:webHidden/>
          </w:rPr>
          <w:t>27-1</w:t>
        </w:r>
        <w:r w:rsidR="00D64683" w:rsidRPr="00D64683">
          <w:rPr>
            <w:noProof/>
            <w:webHidden/>
          </w:rPr>
          <w:fldChar w:fldCharType="end"/>
        </w:r>
      </w:hyperlink>
    </w:p>
    <w:p w14:paraId="7D0EFD49" w14:textId="16C110D2" w:rsidR="00D64683" w:rsidRPr="00D64683" w:rsidRDefault="004558D9">
      <w:pPr>
        <w:pStyle w:val="TOC3"/>
        <w:rPr>
          <w:rFonts w:asciiTheme="minorHAnsi" w:eastAsiaTheme="minorEastAsia" w:hAnsiTheme="minorHAnsi" w:cstheme="minorBidi"/>
          <w:i w:val="0"/>
          <w:iCs w:val="0"/>
          <w:noProof/>
          <w:sz w:val="22"/>
          <w:szCs w:val="22"/>
        </w:rPr>
      </w:pPr>
      <w:hyperlink w:anchor="_Toc141427997" w:history="1">
        <w:r w:rsidR="00D64683" w:rsidRPr="00D64683">
          <w:rPr>
            <w:rStyle w:val="Hyperlink"/>
            <w:i w:val="0"/>
            <w:iCs w:val="0"/>
            <w:noProof/>
          </w:rPr>
          <w:t>27.2.1</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Return of Securitization Proceeds</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_Toc141427997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27-2</w:t>
        </w:r>
        <w:r w:rsidR="00D64683" w:rsidRPr="00D64683">
          <w:rPr>
            <w:i w:val="0"/>
            <w:iCs w:val="0"/>
            <w:noProof/>
            <w:webHidden/>
          </w:rPr>
          <w:fldChar w:fldCharType="end"/>
        </w:r>
      </w:hyperlink>
    </w:p>
    <w:p w14:paraId="4317E1BD" w14:textId="3915B38D" w:rsidR="00D64683" w:rsidRPr="00D64683" w:rsidRDefault="004558D9">
      <w:pPr>
        <w:pStyle w:val="TOC2"/>
        <w:rPr>
          <w:rFonts w:asciiTheme="minorHAnsi" w:eastAsiaTheme="minorEastAsia" w:hAnsiTheme="minorHAnsi" w:cstheme="minorBidi"/>
          <w:noProof/>
          <w:sz w:val="22"/>
          <w:szCs w:val="22"/>
        </w:rPr>
      </w:pPr>
      <w:hyperlink w:anchor="_Toc141427998" w:history="1">
        <w:r w:rsidR="00D64683" w:rsidRPr="00D64683">
          <w:rPr>
            <w:rStyle w:val="Hyperlink"/>
            <w:noProof/>
          </w:rPr>
          <w:t>27.3</w:t>
        </w:r>
        <w:r w:rsidR="00D64683" w:rsidRPr="00D64683">
          <w:rPr>
            <w:rFonts w:asciiTheme="minorHAnsi" w:eastAsiaTheme="minorEastAsia" w:hAnsiTheme="minorHAnsi" w:cstheme="minorBidi"/>
            <w:noProof/>
            <w:sz w:val="22"/>
            <w:szCs w:val="22"/>
          </w:rPr>
          <w:tab/>
        </w:r>
        <w:r w:rsidR="00D64683" w:rsidRPr="00D64683">
          <w:rPr>
            <w:rStyle w:val="Hyperlink"/>
            <w:noProof/>
          </w:rPr>
          <w:t>Securitization Uplift Charge</w:t>
        </w:r>
        <w:r w:rsidR="00D64683" w:rsidRPr="00D64683">
          <w:rPr>
            <w:noProof/>
            <w:webHidden/>
          </w:rPr>
          <w:tab/>
        </w:r>
        <w:r w:rsidR="00D64683" w:rsidRPr="00D64683">
          <w:rPr>
            <w:noProof/>
            <w:webHidden/>
          </w:rPr>
          <w:fldChar w:fldCharType="begin"/>
        </w:r>
        <w:r w:rsidR="00D64683" w:rsidRPr="00D64683">
          <w:rPr>
            <w:noProof/>
            <w:webHidden/>
          </w:rPr>
          <w:instrText xml:space="preserve"> PAGEREF _Toc141427998 \h </w:instrText>
        </w:r>
        <w:r w:rsidR="00D64683" w:rsidRPr="00D64683">
          <w:rPr>
            <w:noProof/>
            <w:webHidden/>
          </w:rPr>
        </w:r>
        <w:r w:rsidR="00D64683" w:rsidRPr="00D64683">
          <w:rPr>
            <w:noProof/>
            <w:webHidden/>
          </w:rPr>
          <w:fldChar w:fldCharType="separate"/>
        </w:r>
        <w:r w:rsidR="00D64683" w:rsidRPr="00D64683">
          <w:rPr>
            <w:noProof/>
            <w:webHidden/>
          </w:rPr>
          <w:t>27-2</w:t>
        </w:r>
        <w:r w:rsidR="00D64683" w:rsidRPr="00D64683">
          <w:rPr>
            <w:noProof/>
            <w:webHidden/>
          </w:rPr>
          <w:fldChar w:fldCharType="end"/>
        </w:r>
      </w:hyperlink>
    </w:p>
    <w:p w14:paraId="063BF232" w14:textId="2264F34C" w:rsidR="00D64683" w:rsidRPr="00D64683" w:rsidRDefault="004558D9">
      <w:pPr>
        <w:pStyle w:val="TOC2"/>
        <w:rPr>
          <w:rFonts w:asciiTheme="minorHAnsi" w:eastAsiaTheme="minorEastAsia" w:hAnsiTheme="minorHAnsi" w:cstheme="minorBidi"/>
          <w:noProof/>
          <w:sz w:val="22"/>
          <w:szCs w:val="22"/>
        </w:rPr>
      </w:pPr>
      <w:hyperlink w:anchor="_Toc141427999" w:history="1">
        <w:r w:rsidR="00D64683" w:rsidRPr="00D64683">
          <w:rPr>
            <w:rStyle w:val="Hyperlink"/>
            <w:noProof/>
          </w:rPr>
          <w:t>27.4</w:t>
        </w:r>
        <w:r w:rsidR="00D64683" w:rsidRPr="00D64683">
          <w:rPr>
            <w:rFonts w:asciiTheme="minorHAnsi" w:eastAsiaTheme="minorEastAsia" w:hAnsiTheme="minorHAnsi" w:cstheme="minorBidi"/>
            <w:noProof/>
            <w:sz w:val="22"/>
            <w:szCs w:val="22"/>
          </w:rPr>
          <w:tab/>
        </w:r>
        <w:r w:rsidR="00D64683" w:rsidRPr="00D64683">
          <w:rPr>
            <w:rStyle w:val="Hyperlink"/>
            <w:noProof/>
          </w:rPr>
          <w:t>Securitization Uplift Charge Invoices</w:t>
        </w:r>
        <w:r w:rsidR="00D64683" w:rsidRPr="00D64683">
          <w:rPr>
            <w:noProof/>
            <w:webHidden/>
          </w:rPr>
          <w:tab/>
        </w:r>
        <w:r w:rsidR="00D64683" w:rsidRPr="00D64683">
          <w:rPr>
            <w:noProof/>
            <w:webHidden/>
          </w:rPr>
          <w:fldChar w:fldCharType="begin"/>
        </w:r>
        <w:r w:rsidR="00D64683" w:rsidRPr="00D64683">
          <w:rPr>
            <w:noProof/>
            <w:webHidden/>
          </w:rPr>
          <w:instrText xml:space="preserve"> PAGEREF _Toc141427999 \h </w:instrText>
        </w:r>
        <w:r w:rsidR="00D64683" w:rsidRPr="00D64683">
          <w:rPr>
            <w:noProof/>
            <w:webHidden/>
          </w:rPr>
        </w:r>
        <w:r w:rsidR="00D64683" w:rsidRPr="00D64683">
          <w:rPr>
            <w:noProof/>
            <w:webHidden/>
          </w:rPr>
          <w:fldChar w:fldCharType="separate"/>
        </w:r>
        <w:r w:rsidR="00D64683" w:rsidRPr="00D64683">
          <w:rPr>
            <w:noProof/>
            <w:webHidden/>
          </w:rPr>
          <w:t>27-4</w:t>
        </w:r>
        <w:r w:rsidR="00D64683" w:rsidRPr="00D64683">
          <w:rPr>
            <w:noProof/>
            <w:webHidden/>
          </w:rPr>
          <w:fldChar w:fldCharType="end"/>
        </w:r>
      </w:hyperlink>
    </w:p>
    <w:p w14:paraId="44C7162C" w14:textId="09D52C69" w:rsidR="00D64683" w:rsidRPr="00D64683" w:rsidRDefault="004558D9">
      <w:pPr>
        <w:pStyle w:val="TOC3"/>
        <w:rPr>
          <w:rFonts w:asciiTheme="minorHAnsi" w:eastAsiaTheme="minorEastAsia" w:hAnsiTheme="minorHAnsi" w:cstheme="minorBidi"/>
          <w:i w:val="0"/>
          <w:iCs w:val="0"/>
          <w:noProof/>
          <w:sz w:val="22"/>
          <w:szCs w:val="22"/>
        </w:rPr>
      </w:pPr>
      <w:hyperlink w:anchor="_Toc141428000" w:history="1">
        <w:r w:rsidR="00D64683" w:rsidRPr="00D64683">
          <w:rPr>
            <w:rStyle w:val="Hyperlink"/>
            <w:i w:val="0"/>
            <w:iCs w:val="0"/>
            <w:noProof/>
          </w:rPr>
          <w:t>27.4.1</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Securitization Uplift Charge Initial Invoices</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_Toc141428000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27-4</w:t>
        </w:r>
        <w:r w:rsidR="00D64683" w:rsidRPr="00D64683">
          <w:rPr>
            <w:i w:val="0"/>
            <w:iCs w:val="0"/>
            <w:noProof/>
            <w:webHidden/>
          </w:rPr>
          <w:fldChar w:fldCharType="end"/>
        </w:r>
      </w:hyperlink>
    </w:p>
    <w:p w14:paraId="24AA5DB1" w14:textId="77844DEC" w:rsidR="00D64683" w:rsidRPr="00D64683" w:rsidRDefault="004558D9">
      <w:pPr>
        <w:pStyle w:val="TOC3"/>
        <w:rPr>
          <w:rFonts w:asciiTheme="minorHAnsi" w:eastAsiaTheme="minorEastAsia" w:hAnsiTheme="minorHAnsi" w:cstheme="minorBidi"/>
          <w:i w:val="0"/>
          <w:iCs w:val="0"/>
          <w:noProof/>
          <w:sz w:val="22"/>
          <w:szCs w:val="22"/>
        </w:rPr>
      </w:pPr>
      <w:hyperlink w:anchor="_Toc141428001" w:history="1">
        <w:r w:rsidR="00D64683" w:rsidRPr="00D64683">
          <w:rPr>
            <w:rStyle w:val="Hyperlink"/>
            <w:i w:val="0"/>
            <w:iCs w:val="0"/>
            <w:noProof/>
          </w:rPr>
          <w:t>27.4.2</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Securitization Uplift Charge Reallocation Invoices</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_Toc141428001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27-5</w:t>
        </w:r>
        <w:r w:rsidR="00D64683" w:rsidRPr="00D64683">
          <w:rPr>
            <w:i w:val="0"/>
            <w:iCs w:val="0"/>
            <w:noProof/>
            <w:webHidden/>
          </w:rPr>
          <w:fldChar w:fldCharType="end"/>
        </w:r>
      </w:hyperlink>
    </w:p>
    <w:p w14:paraId="36D9229F" w14:textId="4B9B8924" w:rsidR="00D64683" w:rsidRPr="00D64683" w:rsidRDefault="004558D9">
      <w:pPr>
        <w:pStyle w:val="TOC3"/>
        <w:rPr>
          <w:rFonts w:asciiTheme="minorHAnsi" w:eastAsiaTheme="minorEastAsia" w:hAnsiTheme="minorHAnsi" w:cstheme="minorBidi"/>
          <w:i w:val="0"/>
          <w:iCs w:val="0"/>
          <w:noProof/>
          <w:sz w:val="22"/>
          <w:szCs w:val="22"/>
        </w:rPr>
      </w:pPr>
      <w:hyperlink w:anchor="_Toc141428002" w:history="1">
        <w:r w:rsidR="00D64683" w:rsidRPr="00D64683">
          <w:rPr>
            <w:rStyle w:val="Hyperlink"/>
            <w:i w:val="0"/>
            <w:iCs w:val="0"/>
            <w:noProof/>
          </w:rPr>
          <w:t>27.4.3</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Payment Process for Securitization Uplift Charge Initial Invoices</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_Toc141428002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27-7</w:t>
        </w:r>
        <w:r w:rsidR="00D64683" w:rsidRPr="00D64683">
          <w:rPr>
            <w:i w:val="0"/>
            <w:iCs w:val="0"/>
            <w:noProof/>
            <w:webHidden/>
          </w:rPr>
          <w:fldChar w:fldCharType="end"/>
        </w:r>
      </w:hyperlink>
    </w:p>
    <w:p w14:paraId="43120700" w14:textId="0BE7EC33" w:rsidR="00D64683" w:rsidRPr="00D64683" w:rsidRDefault="004558D9">
      <w:pPr>
        <w:pStyle w:val="TOC4"/>
        <w:rPr>
          <w:rFonts w:asciiTheme="minorHAnsi" w:eastAsiaTheme="minorEastAsia" w:hAnsiTheme="minorHAnsi" w:cstheme="minorBidi"/>
          <w:noProof/>
          <w:sz w:val="22"/>
          <w:szCs w:val="22"/>
        </w:rPr>
      </w:pPr>
      <w:hyperlink w:anchor="_Toc141428003" w:history="1">
        <w:r w:rsidR="00D64683" w:rsidRPr="00D64683">
          <w:rPr>
            <w:rStyle w:val="Hyperlink"/>
            <w:noProof/>
            <w:snapToGrid w:val="0"/>
          </w:rPr>
          <w:t>27.4.3.1</w:t>
        </w:r>
        <w:r w:rsidR="00D64683" w:rsidRPr="00D64683">
          <w:rPr>
            <w:rFonts w:asciiTheme="minorHAnsi" w:eastAsiaTheme="minorEastAsia" w:hAnsiTheme="minorHAnsi" w:cstheme="minorBidi"/>
            <w:noProof/>
            <w:sz w:val="22"/>
            <w:szCs w:val="22"/>
          </w:rPr>
          <w:tab/>
        </w:r>
        <w:r w:rsidR="00D64683" w:rsidRPr="00D64683">
          <w:rPr>
            <w:rStyle w:val="Hyperlink"/>
            <w:noProof/>
            <w:snapToGrid w:val="0"/>
          </w:rPr>
          <w:t>Invoice Recipient Payment to ERCOT for Securitization Uplift Charge Initial Invoices</w:t>
        </w:r>
        <w:r w:rsidR="00D64683" w:rsidRPr="00D64683">
          <w:rPr>
            <w:noProof/>
            <w:webHidden/>
          </w:rPr>
          <w:tab/>
        </w:r>
        <w:r w:rsidR="00D64683" w:rsidRPr="00D64683">
          <w:rPr>
            <w:noProof/>
            <w:webHidden/>
          </w:rPr>
          <w:fldChar w:fldCharType="begin"/>
        </w:r>
        <w:r w:rsidR="00D64683" w:rsidRPr="00D64683">
          <w:rPr>
            <w:noProof/>
            <w:webHidden/>
          </w:rPr>
          <w:instrText xml:space="preserve"> PAGEREF _Toc141428003 \h </w:instrText>
        </w:r>
        <w:r w:rsidR="00D64683" w:rsidRPr="00D64683">
          <w:rPr>
            <w:noProof/>
            <w:webHidden/>
          </w:rPr>
        </w:r>
        <w:r w:rsidR="00D64683" w:rsidRPr="00D64683">
          <w:rPr>
            <w:noProof/>
            <w:webHidden/>
          </w:rPr>
          <w:fldChar w:fldCharType="separate"/>
        </w:r>
        <w:r w:rsidR="00D64683" w:rsidRPr="00D64683">
          <w:rPr>
            <w:noProof/>
            <w:webHidden/>
          </w:rPr>
          <w:t>27-7</w:t>
        </w:r>
        <w:r w:rsidR="00D64683" w:rsidRPr="00D64683">
          <w:rPr>
            <w:noProof/>
            <w:webHidden/>
          </w:rPr>
          <w:fldChar w:fldCharType="end"/>
        </w:r>
      </w:hyperlink>
    </w:p>
    <w:p w14:paraId="25A371A7" w14:textId="3F1BA9AE" w:rsidR="00D64683" w:rsidRPr="00D64683" w:rsidRDefault="004558D9">
      <w:pPr>
        <w:pStyle w:val="TOC3"/>
        <w:rPr>
          <w:rFonts w:asciiTheme="minorHAnsi" w:eastAsiaTheme="minorEastAsia" w:hAnsiTheme="minorHAnsi" w:cstheme="minorBidi"/>
          <w:i w:val="0"/>
          <w:iCs w:val="0"/>
          <w:noProof/>
          <w:sz w:val="22"/>
          <w:szCs w:val="22"/>
        </w:rPr>
      </w:pPr>
      <w:hyperlink w:anchor="_Toc141428004" w:history="1">
        <w:r w:rsidR="00D64683" w:rsidRPr="00D64683">
          <w:rPr>
            <w:rStyle w:val="Hyperlink"/>
            <w:i w:val="0"/>
            <w:iCs w:val="0"/>
            <w:noProof/>
          </w:rPr>
          <w:t>27.4.4</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Insufficient Payments by Invoice Recipients for Securitization Uplift Charge Initial Invoices</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_Toc141428004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27-7</w:t>
        </w:r>
        <w:r w:rsidR="00D64683" w:rsidRPr="00D64683">
          <w:rPr>
            <w:i w:val="0"/>
            <w:iCs w:val="0"/>
            <w:noProof/>
            <w:webHidden/>
          </w:rPr>
          <w:fldChar w:fldCharType="end"/>
        </w:r>
      </w:hyperlink>
    </w:p>
    <w:p w14:paraId="0A4BE7AB" w14:textId="65A0041C" w:rsidR="00D64683" w:rsidRPr="00D64683" w:rsidRDefault="004558D9">
      <w:pPr>
        <w:pStyle w:val="TOC3"/>
        <w:rPr>
          <w:rFonts w:asciiTheme="minorHAnsi" w:eastAsiaTheme="minorEastAsia" w:hAnsiTheme="minorHAnsi" w:cstheme="minorBidi"/>
          <w:i w:val="0"/>
          <w:iCs w:val="0"/>
          <w:noProof/>
          <w:sz w:val="22"/>
          <w:szCs w:val="22"/>
        </w:rPr>
      </w:pPr>
      <w:hyperlink w:anchor="_Toc141428005" w:history="1">
        <w:r w:rsidR="00D64683" w:rsidRPr="00D64683">
          <w:rPr>
            <w:rStyle w:val="Hyperlink"/>
            <w:i w:val="0"/>
            <w:iCs w:val="0"/>
            <w:noProof/>
          </w:rPr>
          <w:t>27.4.5</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Payment Process for Securitization Uplift Charge Reallocation Invoices</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_Toc141428005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27-8</w:t>
        </w:r>
        <w:r w:rsidR="00D64683" w:rsidRPr="00D64683">
          <w:rPr>
            <w:i w:val="0"/>
            <w:iCs w:val="0"/>
            <w:noProof/>
            <w:webHidden/>
          </w:rPr>
          <w:fldChar w:fldCharType="end"/>
        </w:r>
      </w:hyperlink>
    </w:p>
    <w:p w14:paraId="1D032FFD" w14:textId="09852B5C" w:rsidR="00D64683" w:rsidRPr="00D64683" w:rsidRDefault="004558D9">
      <w:pPr>
        <w:pStyle w:val="TOC4"/>
        <w:rPr>
          <w:rFonts w:asciiTheme="minorHAnsi" w:eastAsiaTheme="minorEastAsia" w:hAnsiTheme="minorHAnsi" w:cstheme="minorBidi"/>
          <w:noProof/>
          <w:sz w:val="22"/>
          <w:szCs w:val="22"/>
        </w:rPr>
      </w:pPr>
      <w:hyperlink w:anchor="_Toc141428006" w:history="1">
        <w:r w:rsidR="00D64683" w:rsidRPr="00D64683">
          <w:rPr>
            <w:rStyle w:val="Hyperlink"/>
            <w:noProof/>
            <w:snapToGrid w:val="0"/>
          </w:rPr>
          <w:t>27.4.5.1</w:t>
        </w:r>
        <w:r w:rsidR="00D64683" w:rsidRPr="00D64683">
          <w:rPr>
            <w:rFonts w:asciiTheme="minorHAnsi" w:eastAsiaTheme="minorEastAsia" w:hAnsiTheme="minorHAnsi" w:cstheme="minorBidi"/>
            <w:noProof/>
            <w:sz w:val="22"/>
            <w:szCs w:val="22"/>
          </w:rPr>
          <w:tab/>
        </w:r>
        <w:r w:rsidR="00D64683" w:rsidRPr="00D64683">
          <w:rPr>
            <w:rStyle w:val="Hyperlink"/>
            <w:noProof/>
            <w:snapToGrid w:val="0"/>
          </w:rPr>
          <w:t>Invoice Recipient Payment to ERCOT for Securitization Uplift Charge Reallocation Invoices</w:t>
        </w:r>
        <w:r w:rsidR="00D64683" w:rsidRPr="00D64683">
          <w:rPr>
            <w:noProof/>
            <w:webHidden/>
          </w:rPr>
          <w:tab/>
        </w:r>
        <w:r w:rsidR="00D64683" w:rsidRPr="00D64683">
          <w:rPr>
            <w:noProof/>
            <w:webHidden/>
          </w:rPr>
          <w:fldChar w:fldCharType="begin"/>
        </w:r>
        <w:r w:rsidR="00D64683" w:rsidRPr="00D64683">
          <w:rPr>
            <w:noProof/>
            <w:webHidden/>
          </w:rPr>
          <w:instrText xml:space="preserve"> PAGEREF _Toc141428006 \h </w:instrText>
        </w:r>
        <w:r w:rsidR="00D64683" w:rsidRPr="00D64683">
          <w:rPr>
            <w:noProof/>
            <w:webHidden/>
          </w:rPr>
        </w:r>
        <w:r w:rsidR="00D64683" w:rsidRPr="00D64683">
          <w:rPr>
            <w:noProof/>
            <w:webHidden/>
          </w:rPr>
          <w:fldChar w:fldCharType="separate"/>
        </w:r>
        <w:r w:rsidR="00D64683" w:rsidRPr="00D64683">
          <w:rPr>
            <w:noProof/>
            <w:webHidden/>
          </w:rPr>
          <w:t>27-8</w:t>
        </w:r>
        <w:r w:rsidR="00D64683" w:rsidRPr="00D64683">
          <w:rPr>
            <w:noProof/>
            <w:webHidden/>
          </w:rPr>
          <w:fldChar w:fldCharType="end"/>
        </w:r>
      </w:hyperlink>
    </w:p>
    <w:p w14:paraId="1E54BE7A" w14:textId="4C6F7EF6" w:rsidR="00D64683" w:rsidRPr="00D64683" w:rsidRDefault="004558D9">
      <w:pPr>
        <w:pStyle w:val="TOC4"/>
        <w:rPr>
          <w:rFonts w:asciiTheme="minorHAnsi" w:eastAsiaTheme="minorEastAsia" w:hAnsiTheme="minorHAnsi" w:cstheme="minorBidi"/>
          <w:noProof/>
          <w:sz w:val="22"/>
          <w:szCs w:val="22"/>
        </w:rPr>
      </w:pPr>
      <w:hyperlink w:anchor="_Toc141428007" w:history="1">
        <w:r w:rsidR="00D64683" w:rsidRPr="00D64683">
          <w:rPr>
            <w:rStyle w:val="Hyperlink"/>
            <w:noProof/>
            <w:snapToGrid w:val="0"/>
          </w:rPr>
          <w:t>27.4.5.2</w:t>
        </w:r>
        <w:r w:rsidR="00D64683" w:rsidRPr="00D64683">
          <w:rPr>
            <w:rFonts w:asciiTheme="minorHAnsi" w:eastAsiaTheme="minorEastAsia" w:hAnsiTheme="minorHAnsi" w:cstheme="minorBidi"/>
            <w:noProof/>
            <w:sz w:val="22"/>
            <w:szCs w:val="22"/>
          </w:rPr>
          <w:tab/>
        </w:r>
        <w:r w:rsidR="00D64683" w:rsidRPr="00D64683">
          <w:rPr>
            <w:rStyle w:val="Hyperlink"/>
            <w:noProof/>
            <w:snapToGrid w:val="0"/>
          </w:rPr>
          <w:t>ERCOT Payment to Invoice Recipients for Securitization Uplift Charge Reallocation Invoices</w:t>
        </w:r>
        <w:r w:rsidR="00D64683" w:rsidRPr="00D64683">
          <w:rPr>
            <w:noProof/>
            <w:webHidden/>
          </w:rPr>
          <w:tab/>
        </w:r>
        <w:r w:rsidR="00D64683" w:rsidRPr="00D64683">
          <w:rPr>
            <w:noProof/>
            <w:webHidden/>
          </w:rPr>
          <w:fldChar w:fldCharType="begin"/>
        </w:r>
        <w:r w:rsidR="00D64683" w:rsidRPr="00D64683">
          <w:rPr>
            <w:noProof/>
            <w:webHidden/>
          </w:rPr>
          <w:instrText xml:space="preserve"> PAGEREF _Toc141428007 \h </w:instrText>
        </w:r>
        <w:r w:rsidR="00D64683" w:rsidRPr="00D64683">
          <w:rPr>
            <w:noProof/>
            <w:webHidden/>
          </w:rPr>
        </w:r>
        <w:r w:rsidR="00D64683" w:rsidRPr="00D64683">
          <w:rPr>
            <w:noProof/>
            <w:webHidden/>
          </w:rPr>
          <w:fldChar w:fldCharType="separate"/>
        </w:r>
        <w:r w:rsidR="00D64683" w:rsidRPr="00D64683">
          <w:rPr>
            <w:noProof/>
            <w:webHidden/>
          </w:rPr>
          <w:t>27-9</w:t>
        </w:r>
        <w:r w:rsidR="00D64683" w:rsidRPr="00D64683">
          <w:rPr>
            <w:noProof/>
            <w:webHidden/>
          </w:rPr>
          <w:fldChar w:fldCharType="end"/>
        </w:r>
      </w:hyperlink>
    </w:p>
    <w:p w14:paraId="341BFF53" w14:textId="37A80E04" w:rsidR="00D64683" w:rsidRPr="00D64683" w:rsidRDefault="004558D9">
      <w:pPr>
        <w:pStyle w:val="TOC3"/>
        <w:rPr>
          <w:rFonts w:asciiTheme="minorHAnsi" w:eastAsiaTheme="minorEastAsia" w:hAnsiTheme="minorHAnsi" w:cstheme="minorBidi"/>
          <w:i w:val="0"/>
          <w:iCs w:val="0"/>
          <w:noProof/>
          <w:sz w:val="22"/>
          <w:szCs w:val="22"/>
        </w:rPr>
      </w:pPr>
      <w:hyperlink w:anchor="_Toc141428008" w:history="1">
        <w:r w:rsidR="00D64683" w:rsidRPr="00D64683">
          <w:rPr>
            <w:rStyle w:val="Hyperlink"/>
            <w:i w:val="0"/>
            <w:iCs w:val="0"/>
            <w:noProof/>
          </w:rPr>
          <w:t>27.4.6</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Insufficient Payments by Invoice Recipients for Securitization Uplift Charge Reallocation Invoices</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_Toc141428008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27-10</w:t>
        </w:r>
        <w:r w:rsidR="00D64683" w:rsidRPr="00D64683">
          <w:rPr>
            <w:i w:val="0"/>
            <w:iCs w:val="0"/>
            <w:noProof/>
            <w:webHidden/>
          </w:rPr>
          <w:fldChar w:fldCharType="end"/>
        </w:r>
      </w:hyperlink>
    </w:p>
    <w:p w14:paraId="311EE50D" w14:textId="788269CE" w:rsidR="00D64683" w:rsidRPr="00D64683" w:rsidRDefault="004558D9">
      <w:pPr>
        <w:pStyle w:val="TOC3"/>
        <w:rPr>
          <w:rFonts w:asciiTheme="minorHAnsi" w:eastAsiaTheme="minorEastAsia" w:hAnsiTheme="minorHAnsi" w:cstheme="minorBidi"/>
          <w:i w:val="0"/>
          <w:iCs w:val="0"/>
          <w:noProof/>
          <w:sz w:val="22"/>
          <w:szCs w:val="22"/>
        </w:rPr>
      </w:pPr>
      <w:hyperlink w:anchor="_Toc141428009" w:history="1">
        <w:r w:rsidR="00D64683" w:rsidRPr="00D64683">
          <w:rPr>
            <w:rStyle w:val="Hyperlink"/>
            <w:i w:val="0"/>
            <w:iCs w:val="0"/>
            <w:noProof/>
          </w:rPr>
          <w:t>27.4.7</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Enforcing the Financial Security of a Short-Paying Reallocation Invoice Recipient</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_Toc141428009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27-11</w:t>
        </w:r>
        <w:r w:rsidR="00D64683" w:rsidRPr="00D64683">
          <w:rPr>
            <w:i w:val="0"/>
            <w:iCs w:val="0"/>
            <w:noProof/>
            <w:webHidden/>
          </w:rPr>
          <w:fldChar w:fldCharType="end"/>
        </w:r>
      </w:hyperlink>
    </w:p>
    <w:p w14:paraId="0945EBA8" w14:textId="7B7957C4" w:rsidR="00D64683" w:rsidRPr="00D64683" w:rsidRDefault="004558D9">
      <w:pPr>
        <w:pStyle w:val="TOC2"/>
        <w:rPr>
          <w:rFonts w:asciiTheme="minorHAnsi" w:eastAsiaTheme="minorEastAsia" w:hAnsiTheme="minorHAnsi" w:cstheme="minorBidi"/>
          <w:noProof/>
          <w:sz w:val="22"/>
          <w:szCs w:val="22"/>
        </w:rPr>
      </w:pPr>
      <w:hyperlink w:anchor="_Toc141428010" w:history="1">
        <w:r w:rsidR="00D64683" w:rsidRPr="00D64683">
          <w:rPr>
            <w:rStyle w:val="Hyperlink"/>
            <w:noProof/>
          </w:rPr>
          <w:t>27.5</w:t>
        </w:r>
        <w:r w:rsidR="00D64683" w:rsidRPr="00D64683">
          <w:rPr>
            <w:rFonts w:asciiTheme="minorHAnsi" w:eastAsiaTheme="minorEastAsia" w:hAnsiTheme="minorHAnsi" w:cstheme="minorBidi"/>
            <w:noProof/>
            <w:sz w:val="22"/>
            <w:szCs w:val="22"/>
          </w:rPr>
          <w:tab/>
        </w:r>
        <w:r w:rsidR="00D64683" w:rsidRPr="00D64683">
          <w:rPr>
            <w:rStyle w:val="Hyperlink"/>
            <w:noProof/>
          </w:rPr>
          <w:t>Securitization Uplift Charge Initial Invoice Escrow Deposit Requirements</w:t>
        </w:r>
        <w:r w:rsidR="00D64683" w:rsidRPr="00D64683">
          <w:rPr>
            <w:noProof/>
            <w:webHidden/>
          </w:rPr>
          <w:tab/>
        </w:r>
        <w:r w:rsidR="00D64683" w:rsidRPr="00D64683">
          <w:rPr>
            <w:noProof/>
            <w:webHidden/>
          </w:rPr>
          <w:fldChar w:fldCharType="begin"/>
        </w:r>
        <w:r w:rsidR="00D64683" w:rsidRPr="00D64683">
          <w:rPr>
            <w:noProof/>
            <w:webHidden/>
          </w:rPr>
          <w:instrText xml:space="preserve"> PAGEREF _Toc141428010 \h </w:instrText>
        </w:r>
        <w:r w:rsidR="00D64683" w:rsidRPr="00D64683">
          <w:rPr>
            <w:noProof/>
            <w:webHidden/>
          </w:rPr>
        </w:r>
        <w:r w:rsidR="00D64683" w:rsidRPr="00D64683">
          <w:rPr>
            <w:noProof/>
            <w:webHidden/>
          </w:rPr>
          <w:fldChar w:fldCharType="separate"/>
        </w:r>
        <w:r w:rsidR="00D64683" w:rsidRPr="00D64683">
          <w:rPr>
            <w:noProof/>
            <w:webHidden/>
          </w:rPr>
          <w:t>27-11</w:t>
        </w:r>
        <w:r w:rsidR="00D64683" w:rsidRPr="00D64683">
          <w:rPr>
            <w:noProof/>
            <w:webHidden/>
          </w:rPr>
          <w:fldChar w:fldCharType="end"/>
        </w:r>
      </w:hyperlink>
    </w:p>
    <w:p w14:paraId="5A6E4DE4" w14:textId="056FE564" w:rsidR="00D64683" w:rsidRPr="00D64683" w:rsidRDefault="004558D9">
      <w:pPr>
        <w:pStyle w:val="TOC3"/>
        <w:rPr>
          <w:rFonts w:asciiTheme="minorHAnsi" w:eastAsiaTheme="minorEastAsia" w:hAnsiTheme="minorHAnsi" w:cstheme="minorBidi"/>
          <w:i w:val="0"/>
          <w:iCs w:val="0"/>
          <w:noProof/>
          <w:sz w:val="22"/>
          <w:szCs w:val="22"/>
        </w:rPr>
      </w:pPr>
      <w:hyperlink w:anchor="_Toc141428011" w:history="1">
        <w:r w:rsidR="00D64683" w:rsidRPr="00D64683">
          <w:rPr>
            <w:rStyle w:val="Hyperlink"/>
            <w:i w:val="0"/>
            <w:iCs w:val="0"/>
            <w:noProof/>
          </w:rPr>
          <w:t>27.5.1</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Securitization Uplift Charge Initial Invoice Escrow Deposits</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_Toc141428011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27-11</w:t>
        </w:r>
        <w:r w:rsidR="00D64683" w:rsidRPr="00D64683">
          <w:rPr>
            <w:i w:val="0"/>
            <w:iCs w:val="0"/>
            <w:noProof/>
            <w:webHidden/>
          </w:rPr>
          <w:fldChar w:fldCharType="end"/>
        </w:r>
      </w:hyperlink>
    </w:p>
    <w:p w14:paraId="54AF1711" w14:textId="4BED5FF2" w:rsidR="00D64683" w:rsidRPr="00D64683" w:rsidRDefault="004558D9">
      <w:pPr>
        <w:pStyle w:val="TOC3"/>
        <w:rPr>
          <w:rFonts w:asciiTheme="minorHAnsi" w:eastAsiaTheme="minorEastAsia" w:hAnsiTheme="minorHAnsi" w:cstheme="minorBidi"/>
          <w:i w:val="0"/>
          <w:iCs w:val="0"/>
          <w:noProof/>
          <w:sz w:val="22"/>
          <w:szCs w:val="22"/>
        </w:rPr>
      </w:pPr>
      <w:hyperlink w:anchor="_Toc141428012" w:history="1">
        <w:r w:rsidR="00D64683" w:rsidRPr="00D64683">
          <w:rPr>
            <w:rStyle w:val="Hyperlink"/>
            <w:i w:val="0"/>
            <w:iCs w:val="0"/>
            <w:noProof/>
          </w:rPr>
          <w:t>27.5.2</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ERCOT Securitization Uplift Charge Initial Invoice Credit Requirements for Counter-Parties</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_Toc141428012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27-11</w:t>
        </w:r>
        <w:r w:rsidR="00D64683" w:rsidRPr="00D64683">
          <w:rPr>
            <w:i w:val="0"/>
            <w:iCs w:val="0"/>
            <w:noProof/>
            <w:webHidden/>
          </w:rPr>
          <w:fldChar w:fldCharType="end"/>
        </w:r>
      </w:hyperlink>
    </w:p>
    <w:p w14:paraId="5C14CEF3" w14:textId="42784D02" w:rsidR="00D64683" w:rsidRPr="00D64683" w:rsidRDefault="004558D9">
      <w:pPr>
        <w:pStyle w:val="TOC3"/>
        <w:rPr>
          <w:rFonts w:asciiTheme="minorHAnsi" w:eastAsiaTheme="minorEastAsia" w:hAnsiTheme="minorHAnsi" w:cstheme="minorBidi"/>
          <w:i w:val="0"/>
          <w:iCs w:val="0"/>
          <w:noProof/>
          <w:sz w:val="22"/>
          <w:szCs w:val="22"/>
        </w:rPr>
      </w:pPr>
      <w:hyperlink w:anchor="_Toc141428013" w:history="1">
        <w:r w:rsidR="00D64683" w:rsidRPr="00D64683">
          <w:rPr>
            <w:rStyle w:val="Hyperlink"/>
            <w:i w:val="0"/>
            <w:iCs w:val="0"/>
            <w:noProof/>
          </w:rPr>
          <w:t>27.5.3</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Means of Satisfying Securitization Uplift Charge Initial Invoice Credit Requirements</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_Toc141428013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27-12</w:t>
        </w:r>
        <w:r w:rsidR="00D64683" w:rsidRPr="00D64683">
          <w:rPr>
            <w:i w:val="0"/>
            <w:iCs w:val="0"/>
            <w:noProof/>
            <w:webHidden/>
          </w:rPr>
          <w:fldChar w:fldCharType="end"/>
        </w:r>
      </w:hyperlink>
    </w:p>
    <w:p w14:paraId="25543013" w14:textId="6425B7A5" w:rsidR="00D64683" w:rsidRPr="00D64683" w:rsidRDefault="004558D9">
      <w:pPr>
        <w:pStyle w:val="TOC3"/>
        <w:rPr>
          <w:rFonts w:asciiTheme="minorHAnsi" w:eastAsiaTheme="minorEastAsia" w:hAnsiTheme="minorHAnsi" w:cstheme="minorBidi"/>
          <w:i w:val="0"/>
          <w:iCs w:val="0"/>
          <w:noProof/>
          <w:sz w:val="22"/>
          <w:szCs w:val="22"/>
        </w:rPr>
      </w:pPr>
      <w:hyperlink w:anchor="_Toc141428014" w:history="1">
        <w:r w:rsidR="00D64683" w:rsidRPr="00D64683">
          <w:rPr>
            <w:rStyle w:val="Hyperlink"/>
            <w:i w:val="0"/>
            <w:iCs w:val="0"/>
            <w:noProof/>
          </w:rPr>
          <w:t>27.5.4</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Determination of Securitization Uplift Charge Credit Exposure for a Counter-Party</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_Toc141428014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27-14</w:t>
        </w:r>
        <w:r w:rsidR="00D64683" w:rsidRPr="00D64683">
          <w:rPr>
            <w:i w:val="0"/>
            <w:iCs w:val="0"/>
            <w:noProof/>
            <w:webHidden/>
          </w:rPr>
          <w:fldChar w:fldCharType="end"/>
        </w:r>
      </w:hyperlink>
    </w:p>
    <w:p w14:paraId="29C4FCAE" w14:textId="4EE05B7A" w:rsidR="00D64683" w:rsidRPr="00D64683" w:rsidRDefault="004558D9">
      <w:pPr>
        <w:pStyle w:val="TOC3"/>
        <w:rPr>
          <w:rFonts w:asciiTheme="minorHAnsi" w:eastAsiaTheme="minorEastAsia" w:hAnsiTheme="minorHAnsi" w:cstheme="minorBidi"/>
          <w:i w:val="0"/>
          <w:iCs w:val="0"/>
          <w:noProof/>
          <w:sz w:val="22"/>
          <w:szCs w:val="22"/>
        </w:rPr>
      </w:pPr>
      <w:hyperlink w:anchor="_Toc141428015" w:history="1">
        <w:r w:rsidR="00D64683" w:rsidRPr="00D64683">
          <w:rPr>
            <w:rStyle w:val="Hyperlink"/>
            <w:i w:val="0"/>
            <w:iCs w:val="0"/>
            <w:noProof/>
          </w:rPr>
          <w:t>27.5.5</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Monitoring of a Counter-Party’s Securitization Uplift Charge Credit Exposure by ERCOT</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_Toc141428015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27-15</w:t>
        </w:r>
        <w:r w:rsidR="00D64683" w:rsidRPr="00D64683">
          <w:rPr>
            <w:i w:val="0"/>
            <w:iCs w:val="0"/>
            <w:noProof/>
            <w:webHidden/>
          </w:rPr>
          <w:fldChar w:fldCharType="end"/>
        </w:r>
      </w:hyperlink>
    </w:p>
    <w:p w14:paraId="051E6666" w14:textId="58D777D6" w:rsidR="00D64683" w:rsidRPr="00D64683" w:rsidRDefault="004558D9">
      <w:pPr>
        <w:pStyle w:val="TOC3"/>
        <w:rPr>
          <w:rFonts w:asciiTheme="minorHAnsi" w:eastAsiaTheme="minorEastAsia" w:hAnsiTheme="minorHAnsi" w:cstheme="minorBidi"/>
          <w:i w:val="0"/>
          <w:iCs w:val="0"/>
          <w:noProof/>
          <w:sz w:val="22"/>
          <w:szCs w:val="22"/>
        </w:rPr>
      </w:pPr>
      <w:hyperlink w:anchor="_Toc141428016" w:history="1">
        <w:r w:rsidR="00D64683" w:rsidRPr="00D64683">
          <w:rPr>
            <w:rStyle w:val="Hyperlink"/>
            <w:i w:val="0"/>
            <w:iCs w:val="0"/>
            <w:noProof/>
          </w:rPr>
          <w:t>27.5.6</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Payment Breach and Late Payments by Market Participants</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_Toc141428016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27-17</w:t>
        </w:r>
        <w:r w:rsidR="00D64683" w:rsidRPr="00D64683">
          <w:rPr>
            <w:i w:val="0"/>
            <w:iCs w:val="0"/>
            <w:noProof/>
            <w:webHidden/>
          </w:rPr>
          <w:fldChar w:fldCharType="end"/>
        </w:r>
      </w:hyperlink>
    </w:p>
    <w:p w14:paraId="7A4AF998" w14:textId="745133A3" w:rsidR="00D64683" w:rsidRPr="00D64683" w:rsidRDefault="004558D9">
      <w:pPr>
        <w:pStyle w:val="TOC3"/>
        <w:rPr>
          <w:rFonts w:asciiTheme="minorHAnsi" w:eastAsiaTheme="minorEastAsia" w:hAnsiTheme="minorHAnsi" w:cstheme="minorBidi"/>
          <w:i w:val="0"/>
          <w:iCs w:val="0"/>
          <w:noProof/>
          <w:sz w:val="22"/>
          <w:szCs w:val="22"/>
        </w:rPr>
      </w:pPr>
      <w:hyperlink w:anchor="_Toc141428017" w:history="1">
        <w:r w:rsidR="00D64683" w:rsidRPr="00D64683">
          <w:rPr>
            <w:rStyle w:val="Hyperlink"/>
            <w:i w:val="0"/>
            <w:iCs w:val="0"/>
            <w:noProof/>
          </w:rPr>
          <w:t>27.5.7</w:t>
        </w:r>
        <w:r w:rsidR="00D64683" w:rsidRPr="00D64683">
          <w:rPr>
            <w:rFonts w:asciiTheme="minorHAnsi" w:eastAsiaTheme="minorEastAsia" w:hAnsiTheme="minorHAnsi" w:cstheme="minorBidi"/>
            <w:i w:val="0"/>
            <w:iCs w:val="0"/>
            <w:noProof/>
            <w:sz w:val="22"/>
            <w:szCs w:val="22"/>
          </w:rPr>
          <w:tab/>
        </w:r>
        <w:r w:rsidR="00D64683" w:rsidRPr="00D64683">
          <w:rPr>
            <w:rStyle w:val="Hyperlink"/>
            <w:i w:val="0"/>
            <w:iCs w:val="0"/>
            <w:noProof/>
          </w:rPr>
          <w:t>Release of a Market Participant’s Securitization Uplift Charge Escrow Deposit Requirement</w:t>
        </w:r>
        <w:r w:rsidR="00D64683" w:rsidRPr="00D64683">
          <w:rPr>
            <w:i w:val="0"/>
            <w:iCs w:val="0"/>
            <w:noProof/>
            <w:webHidden/>
          </w:rPr>
          <w:tab/>
        </w:r>
        <w:r w:rsidR="00D64683" w:rsidRPr="00D64683">
          <w:rPr>
            <w:i w:val="0"/>
            <w:iCs w:val="0"/>
            <w:noProof/>
            <w:webHidden/>
          </w:rPr>
          <w:fldChar w:fldCharType="begin"/>
        </w:r>
        <w:r w:rsidR="00D64683" w:rsidRPr="00D64683">
          <w:rPr>
            <w:i w:val="0"/>
            <w:iCs w:val="0"/>
            <w:noProof/>
            <w:webHidden/>
          </w:rPr>
          <w:instrText xml:space="preserve"> PAGEREF _Toc141428017 \h </w:instrText>
        </w:r>
        <w:r w:rsidR="00D64683" w:rsidRPr="00D64683">
          <w:rPr>
            <w:i w:val="0"/>
            <w:iCs w:val="0"/>
            <w:noProof/>
            <w:webHidden/>
          </w:rPr>
        </w:r>
        <w:r w:rsidR="00D64683" w:rsidRPr="00D64683">
          <w:rPr>
            <w:i w:val="0"/>
            <w:iCs w:val="0"/>
            <w:noProof/>
            <w:webHidden/>
          </w:rPr>
          <w:fldChar w:fldCharType="separate"/>
        </w:r>
        <w:r w:rsidR="00D64683" w:rsidRPr="00D64683">
          <w:rPr>
            <w:i w:val="0"/>
            <w:iCs w:val="0"/>
            <w:noProof/>
            <w:webHidden/>
          </w:rPr>
          <w:t>27-17</w:t>
        </w:r>
        <w:r w:rsidR="00D64683" w:rsidRPr="00D64683">
          <w:rPr>
            <w:i w:val="0"/>
            <w:iCs w:val="0"/>
            <w:noProof/>
            <w:webHidden/>
          </w:rPr>
          <w:fldChar w:fldCharType="end"/>
        </w:r>
      </w:hyperlink>
    </w:p>
    <w:p w14:paraId="011F9987" w14:textId="2956324F" w:rsidR="0025427A" w:rsidRDefault="0025427A" w:rsidP="0025427A">
      <w:pPr>
        <w:rPr>
          <w:b/>
          <w:bCs/>
          <w:szCs w:val="24"/>
        </w:rPr>
      </w:pPr>
      <w:r w:rsidRPr="00424F6A">
        <w:rPr>
          <w:bCs/>
          <w:iCs/>
          <w:sz w:val="20"/>
        </w:rPr>
        <w:fldChar w:fldCharType="end"/>
      </w:r>
    </w:p>
    <w:p w14:paraId="34517D4D" w14:textId="77777777" w:rsidR="0025427A" w:rsidRDefault="0025427A" w:rsidP="0025427A">
      <w:pPr>
        <w:sectPr w:rsidR="0025427A">
          <w:headerReference w:type="first" r:id="rId12"/>
          <w:footerReference w:type="first" r:id="rId13"/>
          <w:pgSz w:w="12240" w:h="15840" w:code="1"/>
          <w:pgMar w:top="1440" w:right="1440" w:bottom="1440" w:left="1440" w:header="720" w:footer="510" w:gutter="0"/>
          <w:pgNumType w:start="1" w:chapStyle="1"/>
          <w:cols w:space="720"/>
          <w:titlePg/>
        </w:sectPr>
      </w:pPr>
    </w:p>
    <w:p w14:paraId="3540C1B9" w14:textId="405405C9" w:rsidR="0025427A" w:rsidRDefault="0025427A" w:rsidP="0025427A">
      <w:pPr>
        <w:pStyle w:val="Heading1"/>
      </w:pPr>
      <w:bookmarkStart w:id="0" w:name="_Toc141427994"/>
      <w:r>
        <w:lastRenderedPageBreak/>
        <w:t xml:space="preserve">Securitization Uplift </w:t>
      </w:r>
      <w:r w:rsidR="0082763E">
        <w:t>C</w:t>
      </w:r>
      <w:r>
        <w:t>harges</w:t>
      </w:r>
      <w:bookmarkEnd w:id="0"/>
    </w:p>
    <w:p w14:paraId="1054B7E1" w14:textId="77777777" w:rsidR="0025427A" w:rsidRPr="0025427A" w:rsidRDefault="0025427A" w:rsidP="0025427A">
      <w:pPr>
        <w:keepNext/>
        <w:tabs>
          <w:tab w:val="left" w:pos="900"/>
        </w:tabs>
        <w:spacing w:before="240" w:after="240"/>
        <w:ind w:left="900" w:hanging="900"/>
        <w:outlineLvl w:val="1"/>
        <w:rPr>
          <w:rFonts w:eastAsia="MS Mincho"/>
          <w:bCs/>
        </w:rPr>
      </w:pPr>
      <w:bookmarkStart w:id="1" w:name="_Toc141427995"/>
      <w:r w:rsidRPr="0025427A">
        <w:rPr>
          <w:rFonts w:eastAsia="MS Mincho"/>
          <w:b/>
        </w:rPr>
        <w:t>27.1</w:t>
      </w:r>
      <w:r w:rsidRPr="0025427A">
        <w:rPr>
          <w:rFonts w:eastAsia="MS Mincho"/>
          <w:bCs/>
        </w:rPr>
        <w:tab/>
      </w:r>
      <w:r w:rsidRPr="0025427A">
        <w:rPr>
          <w:b/>
        </w:rPr>
        <w:t>Overview</w:t>
      </w:r>
      <w:bookmarkEnd w:id="1"/>
    </w:p>
    <w:p w14:paraId="1D1EF085" w14:textId="1FF226B5"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 xml:space="preserve">This </w:t>
      </w:r>
      <w:r w:rsidR="0082763E">
        <w:rPr>
          <w:rFonts w:eastAsia="MS Mincho"/>
          <w:szCs w:val="24"/>
        </w:rPr>
        <w:t>S</w:t>
      </w:r>
      <w:r w:rsidRPr="0025427A">
        <w:rPr>
          <w:rFonts w:eastAsia="MS Mincho"/>
          <w:szCs w:val="24"/>
        </w:rPr>
        <w:t xml:space="preserve">ection establishes processes for the assessment of Securitization Uplift Charges and Securitization Uplift Charge credit requirements. </w:t>
      </w:r>
    </w:p>
    <w:p w14:paraId="46FDDBDF" w14:textId="77777777" w:rsidR="0025427A" w:rsidRPr="0025427A" w:rsidRDefault="0025427A" w:rsidP="0025427A">
      <w:pPr>
        <w:keepNext/>
        <w:tabs>
          <w:tab w:val="left" w:pos="900"/>
        </w:tabs>
        <w:spacing w:before="240" w:after="240"/>
        <w:ind w:left="900" w:hanging="900"/>
        <w:outlineLvl w:val="1"/>
        <w:rPr>
          <w:b/>
        </w:rPr>
      </w:pPr>
      <w:bookmarkStart w:id="2" w:name="_Toc141427996"/>
      <w:r w:rsidRPr="0025427A">
        <w:rPr>
          <w:b/>
        </w:rPr>
        <w:t>27.2</w:t>
      </w:r>
      <w:r w:rsidRPr="0025427A">
        <w:rPr>
          <w:b/>
        </w:rPr>
        <w:tab/>
        <w:t>Changes Involving Securitization Uplift Charge Opt-Out Entities</w:t>
      </w:r>
      <w:bookmarkEnd w:id="2"/>
    </w:p>
    <w:p w14:paraId="13E8C907"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For purposes of the calculation of Securitization Uplift Charges pursuant to Section 27.3,</w:t>
      </w:r>
      <w:r w:rsidRPr="0025427A">
        <w:rPr>
          <w:szCs w:val="24"/>
        </w:rPr>
        <w:t xml:space="preserve"> Securitization Uplift Charge,</w:t>
      </w:r>
      <w:r w:rsidRPr="0025427A">
        <w:rPr>
          <w:rFonts w:eastAsia="MS Mincho"/>
          <w:szCs w:val="24"/>
        </w:rPr>
        <w:t xml:space="preserve"> a change to the Retail Electric Provider (REP) of a Securitization Uplift Charge Opt-Out Entity that is a transmission-voltage Customer of a REP will be reflected upon completion of the Switch Request for that transmission-voltage Customer.  A REP is responsible for maintaining current records of transmission-voltage Customers that are Securitization Uplift Charge Opt-Out Entities.  </w:t>
      </w:r>
    </w:p>
    <w:p w14:paraId="6474C697"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ERCOT, in its discretion, may seek information from a REP or Transmission and/or Distribution Service Provider (TDSP) regarding a Securitization Uplift Charge Opt-Out Entity that is a transmission-voltage Customer of a REP if ERCOT has reason to believe that there has been a change of transmission-voltage Customer at an Electric Service Identifier (ESI ID) associated with the Securitization Uplift Charge Opt-Out Entity.  ERCOT may seek relief from the Public Utility Commission of Texas (PUCT) if ERCOT has reason to believe that there has been a change that disqualifies an ESI ID or the transmission-voltage Customer from continued treatment as a Securitization Uplift Charge Opt-Out Entity.</w:t>
      </w:r>
    </w:p>
    <w:p w14:paraId="6EF37FC5"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If a Securitization Uplift Charge Opt-Out Entity is an Electric Cooperative (EC), Municipally Owned Utility (MOU), or river authority, but is not registered with ERCOT as a Load Serving Entity (LSE), and registers with ERCOT as an LSE or changes its LSE, then ERCOT may, as part of the LSE registration process, request that the Market Participant notify ERCOT of the Market Participant’s status as a Securitization Uplift Charge Opt-Out Entity.  The failure of an EC, MOU, or river authority to notify ERCOT of its Securitization Uplift Charge Opt-Out Entity status in the LSE registration process will not impact the Market Participant’s status as a Securitization Uplift Charge Opt-Out Entity.</w:t>
      </w:r>
    </w:p>
    <w:p w14:paraId="0E799E82" w14:textId="77777777" w:rsidR="0025427A" w:rsidRPr="0025427A" w:rsidRDefault="0025427A" w:rsidP="0025427A">
      <w:pPr>
        <w:spacing w:after="240"/>
        <w:ind w:left="720" w:hanging="720"/>
        <w:rPr>
          <w:szCs w:val="24"/>
        </w:rPr>
      </w:pPr>
      <w:r w:rsidRPr="0025427A">
        <w:rPr>
          <w:rFonts w:eastAsia="MS Mincho"/>
          <w:szCs w:val="24"/>
        </w:rPr>
        <w:t>(4)</w:t>
      </w:r>
      <w:r w:rsidRPr="0025427A">
        <w:rPr>
          <w:rFonts w:eastAsia="MS Mincho"/>
          <w:szCs w:val="24"/>
        </w:rPr>
        <w:tab/>
        <w:t xml:space="preserve">A </w:t>
      </w:r>
      <w:r w:rsidRPr="0025427A">
        <w:rPr>
          <w:szCs w:val="24"/>
        </w:rPr>
        <w:t xml:space="preserve">Securitization Uplift Charge Opt-Out Entity that is a REP must notify ERCOT within five Business Days </w:t>
      </w:r>
      <w:r w:rsidRPr="0025427A">
        <w:rPr>
          <w:rFonts w:eastAsia="MS Mincho"/>
          <w:szCs w:val="24"/>
        </w:rPr>
        <w:t>of filing an application to amend</w:t>
      </w:r>
      <w:r w:rsidRPr="0025427A">
        <w:rPr>
          <w:szCs w:val="24"/>
        </w:rPr>
        <w:t xml:space="preserve"> its REP certification status </w:t>
      </w:r>
      <w:r w:rsidRPr="0025427A">
        <w:rPr>
          <w:rFonts w:eastAsia="MS Mincho"/>
          <w:szCs w:val="24"/>
        </w:rPr>
        <w:t xml:space="preserve">or option type </w:t>
      </w:r>
      <w:r w:rsidRPr="0025427A">
        <w:rPr>
          <w:szCs w:val="24"/>
        </w:rPr>
        <w:t>with the PUCT.</w:t>
      </w:r>
    </w:p>
    <w:p w14:paraId="6AC2911A"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A Securitization Uplift Charge Opt-Out Entity that is a REP must notify ERCOT within five Business Days of the REP becoming the Competitive Retailer (CR) of Record for a Customer that is not an affiliate of the REP or that does not have the same corporate parent of the REP.</w:t>
      </w:r>
    </w:p>
    <w:p w14:paraId="45459545" w14:textId="20B49986" w:rsidR="0025427A" w:rsidRPr="0025427A" w:rsidRDefault="0025427A" w:rsidP="0025427A">
      <w:pPr>
        <w:spacing w:after="240"/>
        <w:ind w:left="720" w:hanging="720"/>
        <w:rPr>
          <w:rFonts w:eastAsia="MS Mincho"/>
          <w:szCs w:val="24"/>
        </w:rPr>
      </w:pPr>
      <w:r w:rsidRPr="0025427A">
        <w:rPr>
          <w:rFonts w:eastAsia="MS Mincho"/>
          <w:szCs w:val="24"/>
        </w:rPr>
        <w:lastRenderedPageBreak/>
        <w:t>(6)</w:t>
      </w:r>
      <w:r w:rsidRPr="0025427A">
        <w:rPr>
          <w:rFonts w:eastAsia="MS Mincho"/>
          <w:szCs w:val="24"/>
        </w:rPr>
        <w:tab/>
        <w:t xml:space="preserve">Subject to paragraph (2) above, if a transmission-voltage Customer of a REP is a Securitization Uplift Charge Opt-Out Entity, the only ESI IDs associated with the transmission-voltage Customer that will be included in the Adjusted Metered Load </w:t>
      </w:r>
      <w:r w:rsidR="0082763E">
        <w:rPr>
          <w:rFonts w:eastAsia="MS Mincho"/>
          <w:szCs w:val="24"/>
        </w:rPr>
        <w:t xml:space="preserve">(AML) </w:t>
      </w:r>
      <w:r w:rsidRPr="0025427A">
        <w:rPr>
          <w:rFonts w:eastAsia="MS Mincho"/>
          <w:szCs w:val="24"/>
        </w:rPr>
        <w:t xml:space="preserve">adjustments for Securitization Uplift Charge Opt-Out Entities made under Section 27.3 are the specific ESI IDs included in opt-out notifications filed by the opt-out deadline in PUCT Project No. 52364, Proceeding for Eligible Entities to File an Opt Out Pursuant to PURA § 39.653(d) and for Load-Serving Entities to File </w:t>
      </w:r>
      <w:r w:rsidR="0082763E">
        <w:rPr>
          <w:rFonts w:eastAsia="MS Mincho"/>
          <w:szCs w:val="24"/>
        </w:rPr>
        <w:t>D</w:t>
      </w:r>
      <w:r w:rsidRPr="0025427A">
        <w:rPr>
          <w:rFonts w:eastAsia="MS Mincho"/>
          <w:szCs w:val="24"/>
        </w:rPr>
        <w:t xml:space="preserve">ocumentation of Exposure to Costs Pursuant to the Debt Obligation Order in Docket No. 52322.  </w:t>
      </w:r>
    </w:p>
    <w:p w14:paraId="3D2DC9FB" w14:textId="66CF9E52" w:rsidR="000C35B5" w:rsidRPr="000C35B5" w:rsidRDefault="000C35B5" w:rsidP="000C35B5">
      <w:pPr>
        <w:keepNext/>
        <w:tabs>
          <w:tab w:val="left" w:pos="1080"/>
        </w:tabs>
        <w:spacing w:before="240" w:after="240"/>
        <w:ind w:left="1080" w:hanging="1080"/>
        <w:outlineLvl w:val="2"/>
        <w:rPr>
          <w:b/>
          <w:bCs/>
          <w:i/>
        </w:rPr>
      </w:pPr>
      <w:bookmarkStart w:id="3" w:name="_Toc141427997"/>
      <w:r w:rsidRPr="000C35B5">
        <w:rPr>
          <w:b/>
          <w:bCs/>
          <w:i/>
        </w:rPr>
        <w:t>27.2.1</w:t>
      </w:r>
      <w:r w:rsidRPr="000C35B5">
        <w:rPr>
          <w:b/>
          <w:bCs/>
          <w:i/>
        </w:rPr>
        <w:tab/>
        <w:t>Return of Securitization Proceeds</w:t>
      </w:r>
      <w:bookmarkEnd w:id="3"/>
      <w:r w:rsidRPr="000C35B5">
        <w:rPr>
          <w:b/>
          <w:bCs/>
          <w:i/>
        </w:rPr>
        <w:t xml:space="preserve"> </w:t>
      </w:r>
    </w:p>
    <w:p w14:paraId="70E961FF" w14:textId="0E6D0A6D" w:rsidR="000C35B5" w:rsidRPr="000C35B5" w:rsidRDefault="000C35B5" w:rsidP="000C35B5">
      <w:pPr>
        <w:spacing w:after="240"/>
        <w:ind w:left="720" w:hanging="720"/>
        <w:rPr>
          <w:bCs/>
        </w:rPr>
      </w:pPr>
      <w:r w:rsidRPr="000C35B5">
        <w:rPr>
          <w:bCs/>
        </w:rPr>
        <w:t>(1)</w:t>
      </w:r>
      <w:r w:rsidRPr="000C35B5">
        <w:rPr>
          <w:bCs/>
        </w:rPr>
        <w:tab/>
        <w:t>If an LSE is required under PURA § 39.664 or the Debt Obligation Order in Docket No. 52322 to return securitization proceeds, then the LSE must remit the proceeds to its</w:t>
      </w:r>
      <w:r w:rsidR="00763B23" w:rsidRPr="000C35B5">
        <w:rPr>
          <w:bCs/>
        </w:rPr>
        <w:t xml:space="preserve"> </w:t>
      </w:r>
      <w:r w:rsidR="00763B23">
        <w:rPr>
          <w:bCs/>
        </w:rPr>
        <w:t>Qualified Scheduling Entity (</w:t>
      </w:r>
      <w:r w:rsidR="00763B23" w:rsidRPr="000C35B5">
        <w:rPr>
          <w:bCs/>
        </w:rPr>
        <w:t>QSE</w:t>
      </w:r>
      <w:r w:rsidR="00763B23">
        <w:rPr>
          <w:bCs/>
        </w:rPr>
        <w:t>)</w:t>
      </w:r>
      <w:r w:rsidRPr="000C35B5">
        <w:rPr>
          <w:bCs/>
        </w:rPr>
        <w:t xml:space="preserve">, and the QSE shall remit those funds to ERCOT within two Business Days of the QSE receiving the funds from the LSE.  The funds must be paid by the QSE to the account designated for payment of Securitization Uplift Charge Invoices. </w:t>
      </w:r>
    </w:p>
    <w:p w14:paraId="197C5774" w14:textId="09287A52" w:rsidR="0025427A" w:rsidRPr="0025427A" w:rsidRDefault="0025427A" w:rsidP="000C35B5">
      <w:pPr>
        <w:keepNext/>
        <w:tabs>
          <w:tab w:val="left" w:pos="900"/>
        </w:tabs>
        <w:spacing w:before="240" w:after="240"/>
        <w:ind w:left="900" w:hanging="900"/>
        <w:outlineLvl w:val="1"/>
        <w:rPr>
          <w:b/>
        </w:rPr>
      </w:pPr>
      <w:bookmarkStart w:id="4" w:name="_Toc141427998"/>
      <w:r w:rsidRPr="0025427A">
        <w:rPr>
          <w:b/>
        </w:rPr>
        <w:t>27.3</w:t>
      </w:r>
      <w:r w:rsidRPr="0025427A">
        <w:rPr>
          <w:b/>
        </w:rPr>
        <w:tab/>
        <w:t>Securitization Uplift Charge</w:t>
      </w:r>
      <w:bookmarkEnd w:id="4"/>
      <w:r w:rsidRPr="0025427A">
        <w:rPr>
          <w:b/>
        </w:rPr>
        <w:t xml:space="preserve"> </w:t>
      </w:r>
    </w:p>
    <w:p w14:paraId="5233B962" w14:textId="77777777" w:rsidR="0025427A" w:rsidRPr="0025427A" w:rsidRDefault="0025427A" w:rsidP="0025427A">
      <w:pPr>
        <w:spacing w:after="240"/>
        <w:ind w:left="720" w:hanging="720"/>
        <w:rPr>
          <w:rFonts w:eastAsia="MS Mincho"/>
        </w:rPr>
      </w:pPr>
      <w:bookmarkStart w:id="5"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255BBFF1" w14:textId="77777777" w:rsidR="0025427A" w:rsidRPr="0025427A" w:rsidRDefault="0025427A" w:rsidP="0025427A">
      <w:pPr>
        <w:tabs>
          <w:tab w:val="left" w:pos="2340"/>
          <w:tab w:val="left" w:pos="2610"/>
          <w:tab w:val="left" w:pos="3420"/>
        </w:tabs>
        <w:spacing w:after="240"/>
        <w:ind w:left="3420" w:hanging="2700"/>
        <w:rPr>
          <w:rFonts w:eastAsia="MS Mincho"/>
          <w:b/>
          <w:bCs/>
          <w:i/>
          <w:szCs w:val="24"/>
          <w:vertAlign w:val="subscript"/>
        </w:rPr>
      </w:pPr>
      <w:r w:rsidRPr="0025427A">
        <w:rPr>
          <w:rFonts w:eastAsia="MS Mincho"/>
          <w:b/>
          <w:bCs/>
          <w:szCs w:val="24"/>
        </w:rPr>
        <w:t xml:space="preserve">LASUCAMT </w:t>
      </w:r>
      <w:r w:rsidRPr="0025427A">
        <w:rPr>
          <w:rFonts w:eastAsia="MS Mincho"/>
          <w:b/>
          <w:bCs/>
          <w:i/>
          <w:szCs w:val="24"/>
          <w:vertAlign w:val="subscript"/>
        </w:rPr>
        <w:t>q, d</w:t>
      </w:r>
      <w:r w:rsidRPr="0025427A">
        <w:rPr>
          <w:rFonts w:eastAsia="MS Mincho"/>
          <w:b/>
          <w:bCs/>
          <w:szCs w:val="24"/>
        </w:rPr>
        <w:tab/>
        <w:t>=</w:t>
      </w:r>
      <w:r w:rsidRPr="0025427A">
        <w:rPr>
          <w:rFonts w:eastAsia="MS Mincho"/>
          <w:b/>
          <w:bCs/>
          <w:szCs w:val="24"/>
        </w:rPr>
        <w:tab/>
        <w:t>SUCDA</w:t>
      </w:r>
      <w:r w:rsidRPr="0025427A">
        <w:rPr>
          <w:rFonts w:eastAsia="MS Mincho"/>
          <w:b/>
          <w:bCs/>
          <w:i/>
          <w:szCs w:val="24"/>
          <w:vertAlign w:val="subscript"/>
        </w:rPr>
        <w:t xml:space="preserve"> d</w:t>
      </w:r>
      <w:r w:rsidRPr="0025427A">
        <w:rPr>
          <w:rFonts w:eastAsia="MS Mincho"/>
          <w:b/>
          <w:bCs/>
          <w:szCs w:val="24"/>
        </w:rPr>
        <w:t xml:space="preserve"> * DQSELSELRS </w:t>
      </w:r>
      <w:r w:rsidRPr="0025427A">
        <w:rPr>
          <w:rFonts w:eastAsia="MS Mincho"/>
          <w:b/>
          <w:bCs/>
          <w:i/>
          <w:szCs w:val="24"/>
          <w:vertAlign w:val="subscript"/>
        </w:rPr>
        <w:t>q, d</w:t>
      </w:r>
    </w:p>
    <w:p w14:paraId="4BDF4423" w14:textId="77777777" w:rsidR="0025427A" w:rsidRPr="0025427A" w:rsidRDefault="0025427A" w:rsidP="0025427A">
      <w:pPr>
        <w:spacing w:after="240"/>
        <w:ind w:firstLine="720"/>
        <w:rPr>
          <w:rFonts w:eastAsia="MS Mincho"/>
          <w:iCs/>
          <w:szCs w:val="24"/>
          <w:lang w:val="sv-SE"/>
        </w:rPr>
      </w:pPr>
      <w:r w:rsidRPr="0025427A">
        <w:rPr>
          <w:rFonts w:eastAsia="MS Mincho"/>
          <w:iCs/>
          <w:szCs w:val="24"/>
          <w:lang w:val="sv-SE"/>
        </w:rPr>
        <w:t>Where:</w:t>
      </w:r>
    </w:p>
    <w:p w14:paraId="4F45C669" w14:textId="4BE553F2" w:rsidR="0025427A" w:rsidRPr="0025427A" w:rsidRDefault="0025427A" w:rsidP="0025427A">
      <w:pPr>
        <w:spacing w:after="240"/>
        <w:ind w:left="720" w:firstLine="720"/>
        <w:rPr>
          <w:rFonts w:eastAsia="MS Mincho"/>
          <w:i/>
          <w:szCs w:val="24"/>
          <w:vertAlign w:val="subscript"/>
        </w:rPr>
      </w:pPr>
      <w:r w:rsidRPr="0025427A">
        <w:rPr>
          <w:rFonts w:eastAsia="MS Mincho"/>
          <w:szCs w:val="24"/>
        </w:rPr>
        <w:t xml:space="preserve">DQSELSELRS </w:t>
      </w:r>
      <w:r w:rsidRPr="0025427A">
        <w:rPr>
          <w:rFonts w:eastAsia="MS Mincho"/>
          <w:i/>
          <w:szCs w:val="24"/>
          <w:vertAlign w:val="subscript"/>
        </w:rPr>
        <w:t>q, d</w:t>
      </w:r>
      <w:r w:rsidRPr="0025427A">
        <w:rPr>
          <w:rFonts w:eastAsia="MS Mincho"/>
          <w:iCs/>
          <w:szCs w:val="24"/>
          <w:lang w:val="sv-SE"/>
        </w:rPr>
        <w:t xml:space="preserve"> = </w:t>
      </w:r>
      <w:r w:rsidRPr="0025427A">
        <w:rPr>
          <w:rFonts w:eastAsia="MS Mincho"/>
          <w:szCs w:val="24"/>
        </w:rPr>
        <w:t xml:space="preserve">DQSELSERTAML </w:t>
      </w:r>
      <w:r w:rsidRPr="0025427A">
        <w:rPr>
          <w:rFonts w:eastAsia="MS Mincho"/>
          <w:i/>
          <w:szCs w:val="24"/>
          <w:vertAlign w:val="subscript"/>
        </w:rPr>
        <w:t>q, d</w:t>
      </w:r>
      <w:r w:rsidR="0082763E" w:rsidRPr="0025427A">
        <w:rPr>
          <w:rFonts w:eastAsia="MS Mincho"/>
          <w:i/>
          <w:szCs w:val="24"/>
        </w:rPr>
        <w:t xml:space="preserve"> </w:t>
      </w:r>
      <w:r w:rsidRPr="0025427A">
        <w:rPr>
          <w:rFonts w:eastAsia="MS Mincho"/>
          <w:i/>
          <w:szCs w:val="24"/>
        </w:rPr>
        <w:t xml:space="preserve">/ </w:t>
      </w:r>
      <w:r w:rsidRPr="0025427A">
        <w:rPr>
          <w:rFonts w:eastAsia="MS Mincho"/>
          <w:szCs w:val="24"/>
        </w:rPr>
        <w:t xml:space="preserve">DERCOTQSELSERTAML </w:t>
      </w:r>
      <w:r w:rsidRPr="0025427A">
        <w:rPr>
          <w:rFonts w:eastAsia="MS Mincho"/>
          <w:i/>
          <w:szCs w:val="24"/>
          <w:vertAlign w:val="subscript"/>
        </w:rPr>
        <w:t>d</w:t>
      </w:r>
    </w:p>
    <w:p w14:paraId="42D97FDD" w14:textId="12E97AA3" w:rsidR="0025427A" w:rsidRPr="0025427A" w:rsidRDefault="0025427A" w:rsidP="0025427A">
      <w:pPr>
        <w:spacing w:after="240"/>
        <w:ind w:left="720" w:firstLine="720"/>
        <w:rPr>
          <w:rFonts w:eastAsia="MS Mincho"/>
          <w:iCs/>
          <w:szCs w:val="24"/>
        </w:rPr>
      </w:pPr>
      <w:r w:rsidRPr="0025427A">
        <w:rPr>
          <w:rFonts w:eastAsia="MS Mincho"/>
          <w:szCs w:val="24"/>
        </w:rPr>
        <w:t xml:space="preserve">DQSELSERTAML </w:t>
      </w:r>
      <w:r w:rsidRPr="0025427A">
        <w:rPr>
          <w:rFonts w:eastAsia="MS Mincho"/>
          <w:i/>
          <w:szCs w:val="24"/>
          <w:vertAlign w:val="subscript"/>
        </w:rPr>
        <w:t>q, d</w:t>
      </w:r>
      <w:r w:rsidRPr="0025427A">
        <w:rPr>
          <w:rFonts w:eastAsia="MS Mincho"/>
          <w:i/>
          <w:szCs w:val="24"/>
        </w:rPr>
        <w:t xml:space="preserve"> </w:t>
      </w:r>
      <w:r w:rsidRPr="0025427A">
        <w:rPr>
          <w:rFonts w:eastAsia="MS Mincho"/>
          <w:iCs/>
          <w:szCs w:val="24"/>
          <w:lang w:val="sv-SE"/>
        </w:rPr>
        <w:t xml:space="preserve">= max(0,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i,l</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w:t>
      </w:r>
    </w:p>
    <w:p w14:paraId="2D0B1355" w14:textId="194A4B05" w:rsidR="0025427A" w:rsidRPr="0025427A" w:rsidRDefault="0025427A" w:rsidP="0025427A">
      <w:pPr>
        <w:spacing w:after="240"/>
        <w:ind w:left="720" w:firstLine="720"/>
        <w:rPr>
          <w:rFonts w:eastAsia="MS Mincho"/>
          <w:iCs/>
          <w:szCs w:val="24"/>
        </w:rPr>
      </w:pPr>
      <w:r w:rsidRPr="0025427A">
        <w:rPr>
          <w:rFonts w:eastAsia="MS Mincho"/>
          <w:szCs w:val="24"/>
        </w:rPr>
        <w:t xml:space="preserve">DERCOTQSELSERTAML </w:t>
      </w:r>
      <w:r w:rsidRPr="0025427A">
        <w:rPr>
          <w:rFonts w:eastAsia="MS Mincho"/>
          <w:i/>
          <w:szCs w:val="24"/>
          <w:vertAlign w:val="subscript"/>
        </w:rPr>
        <w:t>d</w:t>
      </w:r>
      <w:r w:rsidRPr="0025427A">
        <w:rPr>
          <w:rFonts w:eastAsia="MS Mincho"/>
          <w:i/>
          <w:szCs w:val="24"/>
        </w:rPr>
        <w:t xml:space="preserve">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iCs/>
          <w:szCs w:val="24"/>
          <w:lang w:val="sv-SE"/>
        </w:rPr>
        <w:t>DQSE</w:t>
      </w:r>
      <w:r w:rsidRPr="0025427A">
        <w:rPr>
          <w:rFonts w:eastAsia="MS Mincho"/>
          <w:szCs w:val="24"/>
        </w:rPr>
        <w:t xml:space="preserve">LSERTAML </w:t>
      </w:r>
      <w:r w:rsidRPr="0025427A">
        <w:rPr>
          <w:rFonts w:eastAsia="MS Mincho"/>
          <w:i/>
          <w:szCs w:val="24"/>
          <w:vertAlign w:val="subscript"/>
        </w:rPr>
        <w:t>q, d</w:t>
      </w:r>
      <w:r w:rsidRPr="0025427A">
        <w:rPr>
          <w:rFonts w:eastAsia="MS Mincho"/>
          <w:iCs/>
          <w:szCs w:val="24"/>
        </w:rPr>
        <w:t>)</w:t>
      </w:r>
    </w:p>
    <w:p w14:paraId="1CF179C0" w14:textId="77777777" w:rsidR="0025427A" w:rsidRPr="0025427A" w:rsidRDefault="0025427A" w:rsidP="0025427A">
      <w:pPr>
        <w:spacing w:after="240"/>
        <w:ind w:left="1440"/>
        <w:rPr>
          <w:rFonts w:eastAsia="MS Mincho"/>
          <w:iCs/>
          <w:szCs w:val="24"/>
          <w:lang w:val="sv-SE"/>
        </w:rPr>
      </w:pPr>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PRELIMLSERTAML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OPTOUTLSERTAML </w:t>
      </w:r>
      <w:r w:rsidRPr="0025427A">
        <w:rPr>
          <w:rFonts w:eastAsia="MS Mincho"/>
          <w:i/>
          <w:iCs/>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iCs/>
          <w:szCs w:val="24"/>
          <w:vertAlign w:val="subscript"/>
        </w:rPr>
        <w:t>q, i</w:t>
      </w:r>
      <w:r w:rsidRPr="0025427A">
        <w:rPr>
          <w:rFonts w:eastAsia="MS Mincho"/>
          <w:iCs/>
          <w:szCs w:val="24"/>
        </w:rPr>
        <w:t xml:space="preserve"> </w:t>
      </w:r>
    </w:p>
    <w:p w14:paraId="76D8745E" w14:textId="77777777" w:rsidR="0025427A" w:rsidRPr="0025427A" w:rsidRDefault="0025427A" w:rsidP="0025427A">
      <w:pPr>
        <w:rPr>
          <w:rFonts w:eastAsia="MS Mincho"/>
          <w:szCs w:val="24"/>
        </w:rPr>
      </w:pPr>
      <w:r w:rsidRPr="0025427A">
        <w:rPr>
          <w:rFonts w:eastAsia="MS Mincho"/>
          <w:szCs w:val="24"/>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25427A" w:rsidRPr="0025427A" w14:paraId="2F249E4F" w14:textId="77777777" w:rsidTr="009822AF">
        <w:tc>
          <w:tcPr>
            <w:tcW w:w="2450" w:type="dxa"/>
          </w:tcPr>
          <w:p w14:paraId="68F52E23"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0" w:type="auto"/>
          </w:tcPr>
          <w:p w14:paraId="20F7D573"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0" w:type="auto"/>
          </w:tcPr>
          <w:p w14:paraId="5EC4635C" w14:textId="77777777" w:rsidR="0025427A" w:rsidRPr="0025427A" w:rsidRDefault="0025427A" w:rsidP="009822AF">
            <w:pPr>
              <w:spacing w:after="240"/>
              <w:rPr>
                <w:rFonts w:eastAsia="MS Mincho"/>
                <w:b/>
                <w:iCs/>
                <w:sz w:val="20"/>
              </w:rPr>
            </w:pPr>
            <w:r w:rsidRPr="0025427A">
              <w:rPr>
                <w:rFonts w:eastAsia="MS Mincho"/>
                <w:b/>
                <w:iCs/>
                <w:sz w:val="20"/>
              </w:rPr>
              <w:t>Definition</w:t>
            </w:r>
          </w:p>
        </w:tc>
      </w:tr>
      <w:tr w:rsidR="0025427A" w:rsidRPr="0025427A" w14:paraId="6F14A252" w14:textId="77777777" w:rsidTr="009822AF">
        <w:trPr>
          <w:cantSplit/>
        </w:trPr>
        <w:tc>
          <w:tcPr>
            <w:tcW w:w="2450" w:type="dxa"/>
          </w:tcPr>
          <w:p w14:paraId="2ADA0708" w14:textId="77777777" w:rsidR="0025427A" w:rsidRPr="0025427A" w:rsidRDefault="0025427A" w:rsidP="009822AF">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094C7894"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55BA81DB" w14:textId="77777777" w:rsidR="0025427A" w:rsidRPr="0025427A" w:rsidRDefault="0025427A" w:rsidP="009822AF">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581BC9A5" w14:textId="77777777" w:rsidTr="009822AF">
        <w:trPr>
          <w:cantSplit/>
        </w:trPr>
        <w:tc>
          <w:tcPr>
            <w:tcW w:w="2450" w:type="dxa"/>
          </w:tcPr>
          <w:p w14:paraId="05A415FC" w14:textId="77777777" w:rsidR="0025427A" w:rsidRPr="0025427A" w:rsidRDefault="0025427A" w:rsidP="009822AF">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02EC1122"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3559FBC0" w14:textId="77777777" w:rsidR="0025427A" w:rsidRPr="0025427A" w:rsidRDefault="0025427A" w:rsidP="009822AF">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449360DF" w14:textId="77777777" w:rsidTr="009822AF">
        <w:trPr>
          <w:cantSplit/>
          <w:trHeight w:val="719"/>
        </w:trPr>
        <w:tc>
          <w:tcPr>
            <w:tcW w:w="2450" w:type="dxa"/>
          </w:tcPr>
          <w:p w14:paraId="3D13A811" w14:textId="77777777" w:rsidR="0025427A" w:rsidRPr="0025427A" w:rsidRDefault="0025427A" w:rsidP="009822AF">
            <w:pPr>
              <w:spacing w:after="60"/>
              <w:rPr>
                <w:rFonts w:eastAsia="MS Mincho"/>
                <w:iCs/>
                <w:sz w:val="20"/>
              </w:rPr>
            </w:pPr>
            <w:r w:rsidRPr="0025427A">
              <w:rPr>
                <w:rFonts w:eastAsia="MS Mincho"/>
                <w:iCs/>
                <w:sz w:val="20"/>
              </w:rPr>
              <w:lastRenderedPageBreak/>
              <w:t xml:space="preserve">DQSELSELRS </w:t>
            </w:r>
            <w:r w:rsidRPr="0025427A">
              <w:rPr>
                <w:rFonts w:eastAsia="MS Mincho"/>
                <w:i/>
                <w:iCs/>
                <w:sz w:val="20"/>
                <w:vertAlign w:val="subscript"/>
              </w:rPr>
              <w:t>q, d</w:t>
            </w:r>
          </w:p>
        </w:tc>
        <w:tc>
          <w:tcPr>
            <w:tcW w:w="0" w:type="auto"/>
          </w:tcPr>
          <w:p w14:paraId="362367F2"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Pr>
          <w:p w14:paraId="07578B9B" w14:textId="358351DC" w:rsidR="0025427A" w:rsidRPr="0025427A" w:rsidRDefault="0025427A" w:rsidP="009822AF">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w:t>
            </w:r>
            <w:r w:rsidR="002941D2" w:rsidRPr="000D6487">
              <w:rPr>
                <w:rFonts w:eastAsia="MS Mincho"/>
                <w:iCs/>
                <w:sz w:val="20"/>
              </w:rPr>
              <w:t>(DQSELSERTAML)</w:t>
            </w:r>
            <w:r w:rsidR="002941D2">
              <w:rPr>
                <w:rFonts w:eastAsia="MS Mincho"/>
                <w:iCs/>
                <w:sz w:val="20"/>
              </w:rPr>
              <w:t xml:space="preserve"> </w:t>
            </w:r>
            <w:r w:rsidRPr="0025427A">
              <w:rPr>
                <w:rFonts w:eastAsia="MS Mincho"/>
                <w:iCs/>
                <w:sz w:val="20"/>
              </w:rPr>
              <w:t>to Daily ERCOT QSE Non-Opted-Out LSE Real-Time Adjusted Metered Load</w:t>
            </w:r>
            <w:r w:rsidR="002941D2">
              <w:rPr>
                <w:rFonts w:eastAsia="MS Mincho"/>
                <w:iCs/>
                <w:sz w:val="20"/>
              </w:rPr>
              <w:t xml:space="preserve"> </w:t>
            </w:r>
            <w:r w:rsidR="002941D2" w:rsidRPr="000D6487">
              <w:rPr>
                <w:rFonts w:eastAsia="MS Mincho"/>
                <w:iCs/>
                <w:sz w:val="20"/>
              </w:rPr>
              <w:t>(DERCOTQSELSERTAML)</w:t>
            </w:r>
            <w:r w:rsidRPr="0025427A">
              <w:rPr>
                <w:rFonts w:eastAsia="MS Mincho"/>
                <w:iCs/>
                <w:sz w:val="20"/>
              </w:rPr>
              <w:t xml:space="preserve">,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25427A" w:rsidRPr="0025427A" w14:paraId="252F3A21"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4F82141" w14:textId="77777777" w:rsidR="0025427A" w:rsidRPr="0025427A" w:rsidRDefault="0025427A" w:rsidP="009822AF">
            <w:pPr>
              <w:spacing w:after="60"/>
              <w:rPr>
                <w:rFonts w:eastAsia="MS Mincho"/>
                <w:i/>
                <w:iCs/>
                <w:sz w:val="20"/>
              </w:rPr>
            </w:pPr>
            <w:r w:rsidRPr="0025427A">
              <w:rPr>
                <w:rFonts w:eastAsia="MS Mincho"/>
                <w:iCs/>
                <w:sz w:val="20"/>
              </w:rPr>
              <w:t xml:space="preserve">PRELIMLSERTAML </w:t>
            </w:r>
            <w:bookmarkStart w:id="6" w:name="_Hlk84415962"/>
            <w:r w:rsidRPr="0025427A">
              <w:rPr>
                <w:rFonts w:eastAsia="MS Mincho"/>
                <w:i/>
                <w:sz w:val="20"/>
                <w:vertAlign w:val="subscript"/>
              </w:rPr>
              <w:t>l</w:t>
            </w:r>
            <w:bookmarkEnd w:id="6"/>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1E209714"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3509349" w14:textId="4E5D3ECB" w:rsidR="0025427A" w:rsidRPr="0025427A" w:rsidRDefault="0025427A" w:rsidP="009822AF">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sidR="0082763E">
              <w:rPr>
                <w:rFonts w:eastAsia="MS Mincho"/>
                <w:bCs/>
                <w:iCs/>
                <w:sz w:val="20"/>
              </w:rPr>
              <w:t>Retail Electric Providers (</w:t>
            </w:r>
            <w:r w:rsidRPr="0025427A">
              <w:rPr>
                <w:rFonts w:eastAsia="MS Mincho"/>
                <w:bCs/>
                <w:iCs/>
                <w:sz w:val="20"/>
              </w:rPr>
              <w:t>REPs</w:t>
            </w:r>
            <w:r w:rsidR="0082763E">
              <w:rPr>
                <w:rFonts w:eastAsia="MS Mincho"/>
                <w:bCs/>
                <w:iCs/>
                <w:sz w:val="20"/>
              </w:rPr>
              <w:t>)</w:t>
            </w:r>
            <w:r w:rsidRPr="0025427A">
              <w:rPr>
                <w:rFonts w:eastAsia="MS Mincho"/>
                <w:bCs/>
                <w:iCs/>
                <w:sz w:val="20"/>
              </w:rPr>
              <w:t xml:space="preserve">, but excluding the RTAML of Securitization Uplift Charge Opt-Out Entities that are LSEs and excluding </w:t>
            </w:r>
            <w:r w:rsidR="0082763E">
              <w:rPr>
                <w:rFonts w:eastAsia="MS Mincho"/>
                <w:bCs/>
                <w:iCs/>
                <w:sz w:val="20"/>
              </w:rPr>
              <w:t>Direct Current Tie (</w:t>
            </w:r>
            <w:r w:rsidRPr="0025427A">
              <w:rPr>
                <w:rFonts w:eastAsia="MS Mincho"/>
                <w:bCs/>
                <w:iCs/>
                <w:sz w:val="20"/>
              </w:rPr>
              <w:t xml:space="preserve">DC </w:t>
            </w:r>
            <w:r w:rsidR="0082763E">
              <w:rPr>
                <w:rFonts w:eastAsia="MS Mincho"/>
                <w:bCs/>
                <w:iCs/>
                <w:sz w:val="20"/>
              </w:rPr>
              <w:t>T</w:t>
            </w:r>
            <w:r w:rsidRPr="0025427A">
              <w:rPr>
                <w:rFonts w:eastAsia="MS Mincho"/>
                <w:bCs/>
                <w:iCs/>
                <w:sz w:val="20"/>
              </w:rPr>
              <w:t>ie</w:t>
            </w:r>
            <w:r w:rsidR="0082763E">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79BA0CF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FD5B8F7" w14:textId="77777777" w:rsidR="0025427A" w:rsidRPr="0025427A" w:rsidRDefault="0025427A" w:rsidP="009822AF">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5259F5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F5DBA1E" w14:textId="128CB6DC" w:rsidR="0025427A" w:rsidRPr="0025427A" w:rsidRDefault="0025427A" w:rsidP="009822AF">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002941D2" w:rsidRPr="0040079A">
              <w:rPr>
                <w:rFonts w:eastAsia="MS Mincho"/>
                <w:bCs/>
                <w:iCs/>
                <w:sz w:val="20"/>
              </w:rPr>
              <w:t xml:space="preserve">, </w:t>
            </w:r>
            <w:r w:rsidR="002941D2" w:rsidRPr="0040079A">
              <w:rPr>
                <w:iCs/>
                <w:sz w:val="20"/>
              </w:rPr>
              <w:t xml:space="preserve">Load that is exempt from Securitization Uplift Charges </w:t>
            </w:r>
            <w:r w:rsidR="002941D2" w:rsidRPr="0040079A">
              <w:rPr>
                <w:bCs/>
                <w:iCs/>
                <w:sz w:val="20"/>
              </w:rPr>
              <w:t xml:space="preserve">pursuant to the Declaratory Order entered by the Public Utility Commission of Texas (PUCT) in PUCT Docket No. 56119, </w:t>
            </w:r>
            <w:r w:rsidR="002941D2" w:rsidRPr="004558D9">
              <w:rPr>
                <w:iCs/>
                <w:kern w:val="24"/>
                <w:sz w:val="20"/>
              </w:rPr>
              <w:t>Petition of Electric Reliability Council of Texas, Inc. for Expedited Declaratory Order Regarding Public Utility Regulatory Act Chapter 39, Subchapter N</w:t>
            </w:r>
            <w:r w:rsidR="002941D2" w:rsidRPr="0040079A">
              <w:rPr>
                <w:iCs/>
                <w:kern w:val="24"/>
                <w:sz w:val="20"/>
              </w:rPr>
              <w:t>,</w:t>
            </w:r>
            <w:r w:rsidRPr="0025427A">
              <w:rPr>
                <w:rFonts w:eastAsia="MS Mincho"/>
                <w:bCs/>
                <w:iCs/>
                <w:sz w:val="20"/>
              </w:rPr>
              <w:t xml:space="preserve"> and DC </w:t>
            </w:r>
            <w:r w:rsidR="0082763E">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0018BF65"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7190CB3A" w14:textId="77777777" w:rsidR="0025427A" w:rsidRPr="0025427A" w:rsidRDefault="0025427A" w:rsidP="009822AF">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AD16C6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F3785E7" w14:textId="2C4EFBDE" w:rsidR="0025427A" w:rsidRPr="0025427A" w:rsidDel="005C09C4" w:rsidRDefault="0025427A" w:rsidP="009822AF">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The Real-Time Adjusted Metered Load (RTAML) of Securitization Uplift Charge Opt-Out Entities that are transmission-voltage Customers</w:t>
            </w:r>
            <w:r w:rsidR="002941D2" w:rsidRPr="0040079A">
              <w:rPr>
                <w:rFonts w:eastAsia="MS Mincho"/>
                <w:iCs/>
                <w:sz w:val="20"/>
              </w:rPr>
              <w:t xml:space="preserve"> and </w:t>
            </w:r>
            <w:r w:rsidR="002941D2" w:rsidRPr="0040079A">
              <w:rPr>
                <w:iCs/>
                <w:sz w:val="20"/>
              </w:rPr>
              <w:t xml:space="preserve">Load exempt from Securitization Uplift Charges </w:t>
            </w:r>
            <w:r w:rsidR="002941D2" w:rsidRPr="0040079A">
              <w:rPr>
                <w:bCs/>
                <w:iCs/>
                <w:sz w:val="20"/>
              </w:rPr>
              <w:t>pursuant to the Declaratory Order entered by the PUCT in PUCT Docket No. 56119</w:t>
            </w:r>
            <w:r w:rsidRPr="0025427A">
              <w:rPr>
                <w:rFonts w:eastAsia="MS Mincho"/>
                <w:iCs/>
                <w:sz w:val="20"/>
              </w:rPr>
              <w:t xml:space="preserve">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25427A" w:rsidRPr="0025427A" w14:paraId="1C18427F"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0733C50" w14:textId="77777777" w:rsidR="0025427A" w:rsidRPr="0025427A" w:rsidRDefault="0025427A" w:rsidP="009822AF">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6FDDB2DC"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7239BAF" w14:textId="3B4FDADB" w:rsidR="0025427A" w:rsidRPr="0025427A" w:rsidRDefault="0025427A" w:rsidP="009822AF">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002941D2" w:rsidRPr="0040079A">
              <w:rPr>
                <w:rFonts w:eastAsia="MS Mincho"/>
                <w:bCs/>
                <w:iCs/>
                <w:sz w:val="20"/>
              </w:rPr>
              <w:t xml:space="preserve">, </w:t>
            </w:r>
            <w:r w:rsidR="002941D2" w:rsidRPr="0040079A">
              <w:rPr>
                <w:iCs/>
                <w:sz w:val="20"/>
              </w:rPr>
              <w:t xml:space="preserve">Load exempt from Securitization Uplift Charges </w:t>
            </w:r>
            <w:r w:rsidR="002941D2" w:rsidRPr="0040079A">
              <w:rPr>
                <w:bCs/>
                <w:iCs/>
                <w:sz w:val="20"/>
              </w:rPr>
              <w:t>pursuant to the Declaratory Order entered by the PUCT in PUCT Docket No. 56119</w:t>
            </w:r>
            <w:r w:rsidR="002941D2"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4A6EEA0B"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9BBC545" w14:textId="77777777" w:rsidR="0025427A" w:rsidRPr="0025427A" w:rsidRDefault="0025427A" w:rsidP="009822AF">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38BDEAD"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07EA814C" w14:textId="097ACC29" w:rsidR="0025427A" w:rsidRPr="0025427A" w:rsidRDefault="0025427A" w:rsidP="009822AF">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excluding the RTAML for Securitization Uplift Charge Opt-Out Entities</w:t>
            </w:r>
            <w:r w:rsidR="002941D2" w:rsidRPr="0040079A">
              <w:rPr>
                <w:rFonts w:eastAsia="MS Mincho"/>
                <w:bCs/>
                <w:iCs/>
                <w:sz w:val="20"/>
              </w:rPr>
              <w:t xml:space="preserve">, </w:t>
            </w:r>
            <w:r w:rsidR="002941D2" w:rsidRPr="0040079A">
              <w:rPr>
                <w:iCs/>
                <w:sz w:val="20"/>
              </w:rPr>
              <w:t xml:space="preserve">Load exempt from Securitization Uplift Charges </w:t>
            </w:r>
            <w:r w:rsidR="002941D2" w:rsidRPr="0040079A">
              <w:rPr>
                <w:bCs/>
                <w:iCs/>
                <w:sz w:val="20"/>
              </w:rPr>
              <w:t>pursuant to the Declaratory Order entered by the PUCT in PUCT Docket No. 56119</w:t>
            </w:r>
            <w:r w:rsidR="002941D2"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2EADB338"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C1592FF" w14:textId="77777777" w:rsidR="0025427A" w:rsidRPr="0025427A" w:rsidRDefault="0025427A" w:rsidP="009822AF">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2B502CD"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53934DB" w14:textId="77777777" w:rsidR="0025427A" w:rsidRPr="0025427A" w:rsidRDefault="0025427A" w:rsidP="009822AF">
            <w:pPr>
              <w:spacing w:after="60"/>
              <w:rPr>
                <w:rFonts w:eastAsia="MS Mincho"/>
                <w:iCs/>
                <w:sz w:val="20"/>
              </w:rPr>
            </w:pPr>
            <w:r w:rsidRPr="0025427A">
              <w:rPr>
                <w:rFonts w:eastAsia="MS Mincho"/>
                <w:iCs/>
                <w:sz w:val="20"/>
              </w:rPr>
              <w:t>A QSE</w:t>
            </w:r>
          </w:p>
        </w:tc>
      </w:tr>
      <w:tr w:rsidR="0025427A" w:rsidRPr="0025427A" w14:paraId="154EBB9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8C126E9" w14:textId="77777777" w:rsidR="0025427A" w:rsidRPr="0025427A" w:rsidRDefault="0025427A" w:rsidP="009822AF">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04FEA1FF"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379975F3" w14:textId="77777777" w:rsidR="0025427A" w:rsidRPr="0025427A" w:rsidRDefault="0025427A" w:rsidP="009822AF">
            <w:pPr>
              <w:spacing w:after="60"/>
              <w:rPr>
                <w:rFonts w:eastAsia="MS Mincho"/>
                <w:iCs/>
                <w:sz w:val="20"/>
              </w:rPr>
            </w:pPr>
            <w:r w:rsidRPr="0025427A">
              <w:rPr>
                <w:rFonts w:eastAsia="MS Mincho"/>
                <w:iCs/>
                <w:sz w:val="20"/>
              </w:rPr>
              <w:t>An LSE</w:t>
            </w:r>
          </w:p>
        </w:tc>
      </w:tr>
      <w:tr w:rsidR="0025427A" w:rsidRPr="0025427A" w14:paraId="6FE77653"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087FD200" w14:textId="77777777" w:rsidR="0025427A" w:rsidRPr="0025427A" w:rsidRDefault="0025427A" w:rsidP="009822AF">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2AA7EF51"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794BB70" w14:textId="77777777" w:rsidR="0025427A" w:rsidRPr="0025427A" w:rsidRDefault="0025427A" w:rsidP="009822AF">
            <w:pPr>
              <w:spacing w:after="60"/>
              <w:rPr>
                <w:rFonts w:eastAsia="MS Mincho"/>
                <w:iCs/>
                <w:sz w:val="20"/>
              </w:rPr>
            </w:pPr>
            <w:r w:rsidRPr="0025427A">
              <w:rPr>
                <w:rFonts w:eastAsia="MS Mincho"/>
                <w:iCs/>
                <w:sz w:val="20"/>
              </w:rPr>
              <w:t>An Operating Day</w:t>
            </w:r>
          </w:p>
        </w:tc>
      </w:tr>
      <w:tr w:rsidR="0025427A" w:rsidRPr="0025427A" w14:paraId="4C8475DC"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DB348AA" w14:textId="77777777" w:rsidR="0025427A" w:rsidRPr="0025427A" w:rsidRDefault="0025427A" w:rsidP="009822AF">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01F754A3"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876B182" w14:textId="77777777" w:rsidR="0025427A" w:rsidRPr="0025427A" w:rsidRDefault="0025427A" w:rsidP="009822AF">
            <w:pPr>
              <w:spacing w:after="60"/>
              <w:rPr>
                <w:rFonts w:eastAsia="MS Mincho"/>
                <w:iCs/>
                <w:sz w:val="20"/>
              </w:rPr>
            </w:pPr>
            <w:r w:rsidRPr="0025427A">
              <w:rPr>
                <w:rFonts w:eastAsia="MS Mincho"/>
                <w:sz w:val="20"/>
              </w:rPr>
              <w:t>A 15-minute Settlement Interval</w:t>
            </w:r>
          </w:p>
        </w:tc>
      </w:tr>
    </w:tbl>
    <w:bookmarkEnd w:id="5"/>
    <w:p w14:paraId="10AA5B26" w14:textId="77777777" w:rsidR="0025427A" w:rsidRPr="0025427A" w:rsidRDefault="0025427A" w:rsidP="0025427A">
      <w:pPr>
        <w:spacing w:before="240" w:after="240"/>
        <w:ind w:left="720" w:hanging="720"/>
        <w:rPr>
          <w:rFonts w:eastAsia="MS Mincho"/>
          <w:szCs w:val="24"/>
        </w:rPr>
      </w:pPr>
      <w:r w:rsidRPr="0025427A">
        <w:rPr>
          <w:rFonts w:eastAsia="MS Mincho"/>
          <w:szCs w:val="24"/>
        </w:rPr>
        <w:t>(2)</w:t>
      </w:r>
      <w:r w:rsidRPr="0025427A">
        <w:rPr>
          <w:rFonts w:eastAsia="MS Mincho"/>
          <w:szCs w:val="24"/>
        </w:rPr>
        <w:tab/>
        <w:t xml:space="preserve">As needed, but no less often than quarterly, ERCOT will, to ensure the Securitization Uplift Charge is repaid in substantially equal payments over its term, conduct an evaluation to: </w:t>
      </w:r>
    </w:p>
    <w:p w14:paraId="72776A03"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Calculate under-collections or over-collections from the preceding evaluation period;</w:t>
      </w:r>
    </w:p>
    <w:p w14:paraId="6A2AF18B" w14:textId="77777777" w:rsidR="0025427A" w:rsidRPr="0025427A" w:rsidRDefault="0025427A" w:rsidP="0025427A">
      <w:pPr>
        <w:spacing w:after="240"/>
        <w:ind w:left="1440" w:hanging="720"/>
        <w:rPr>
          <w:rFonts w:eastAsia="MS Mincho"/>
          <w:szCs w:val="24"/>
        </w:rPr>
      </w:pPr>
      <w:r w:rsidRPr="0025427A">
        <w:rPr>
          <w:rFonts w:eastAsia="MS Mincho"/>
          <w:szCs w:val="24"/>
        </w:rPr>
        <w:t>(b)</w:t>
      </w:r>
      <w:r w:rsidRPr="0025427A">
        <w:rPr>
          <w:rFonts w:eastAsia="MS Mincho"/>
          <w:szCs w:val="24"/>
        </w:rPr>
        <w:tab/>
        <w:t>Estimate any anticipated under-collections or over-collections for the current or upcoming evaluation period; and</w:t>
      </w:r>
    </w:p>
    <w:p w14:paraId="0C815676" w14:textId="77777777" w:rsidR="0025427A" w:rsidRPr="0025427A" w:rsidRDefault="0025427A" w:rsidP="0025427A">
      <w:pPr>
        <w:spacing w:after="240"/>
        <w:ind w:left="1440" w:hanging="720"/>
        <w:rPr>
          <w:rFonts w:eastAsia="MS Mincho"/>
          <w:szCs w:val="24"/>
        </w:rPr>
      </w:pPr>
      <w:r w:rsidRPr="0025427A">
        <w:rPr>
          <w:rFonts w:eastAsia="MS Mincho"/>
          <w:szCs w:val="24"/>
        </w:rPr>
        <w:lastRenderedPageBreak/>
        <w:t>(c)</w:t>
      </w:r>
      <w:r w:rsidRPr="0025427A">
        <w:rPr>
          <w:rFonts w:eastAsia="MS Mincho"/>
          <w:szCs w:val="24"/>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58DEB519"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72D65DD1" w14:textId="796BEB87"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An LSE that is not a Securitization Uplift Charge Opt-Out Entity is responsible for remitting payment to its QSE for the LSE’s share of the Securitization Uplift Charge, based on the LSE’s Non-Opted-Out LSE Adjusted Metered Load</w:t>
      </w:r>
      <w:r w:rsidR="0082763E">
        <w:rPr>
          <w:rFonts w:eastAsia="MS Mincho"/>
          <w:szCs w:val="24"/>
        </w:rPr>
        <w:t xml:space="preserve"> (AML)</w:t>
      </w:r>
      <w:r w:rsidRPr="0025427A">
        <w:rPr>
          <w:rFonts w:eastAsia="MS Mincho"/>
          <w:szCs w:val="24"/>
        </w:rPr>
        <w:t xml:space="preserve">.  An LSE may not pass through the Securitization Uplift Charge to any transmission-voltage Customer that is a Securitization Uplift Charge Opt-Out Entity. </w:t>
      </w:r>
      <w:r w:rsidR="002C7153">
        <w:rPr>
          <w:rFonts w:eastAsia="MS Mincho"/>
          <w:szCs w:val="24"/>
        </w:rPr>
        <w:t xml:space="preserve"> </w:t>
      </w:r>
      <w:r w:rsidR="002C7153">
        <w:rPr>
          <w:rFonts w:eastAsia="MS Mincho"/>
        </w:rPr>
        <w:t xml:space="preserve">ERCOT shall post to the ERCOT website a list that consists solely of every </w:t>
      </w:r>
      <w:r w:rsidR="002C7153" w:rsidRPr="0025427A">
        <w:rPr>
          <w:rFonts w:eastAsia="MS Mincho"/>
          <w:szCs w:val="24"/>
        </w:rPr>
        <w:t>Electric Service Identifier</w:t>
      </w:r>
      <w:r w:rsidR="002C7153">
        <w:rPr>
          <w:rFonts w:eastAsia="MS Mincho"/>
        </w:rPr>
        <w:t xml:space="preserve"> (ESI ID) associated with a transmission-voltage Customer that is a </w:t>
      </w:r>
      <w:r w:rsidR="002C7153" w:rsidRPr="0025427A">
        <w:rPr>
          <w:rFonts w:eastAsia="MS Mincho"/>
        </w:rPr>
        <w:t>Securitization Uplift Charge Opt-Out Entit</w:t>
      </w:r>
      <w:r w:rsidR="002C7153">
        <w:rPr>
          <w:rFonts w:eastAsia="MS Mincho"/>
        </w:rPr>
        <w:t>y.  This list of ESI IDs will not include the identity of the Customer or its Retail Electric Provider (REP).</w:t>
      </w:r>
    </w:p>
    <w:p w14:paraId="24D9FDAF" w14:textId="77777777" w:rsidR="0025427A" w:rsidRPr="0025427A" w:rsidRDefault="0025427A" w:rsidP="0025427A">
      <w:pPr>
        <w:keepNext/>
        <w:tabs>
          <w:tab w:val="left" w:pos="900"/>
        </w:tabs>
        <w:spacing w:before="240" w:after="240"/>
        <w:ind w:left="900" w:hanging="900"/>
        <w:outlineLvl w:val="1"/>
        <w:rPr>
          <w:b/>
        </w:rPr>
      </w:pPr>
      <w:bookmarkStart w:id="7" w:name="_Toc141427999"/>
      <w:r w:rsidRPr="0025427A">
        <w:rPr>
          <w:b/>
        </w:rPr>
        <w:t>27.4</w:t>
      </w:r>
      <w:r w:rsidRPr="0025427A">
        <w:rPr>
          <w:b/>
        </w:rPr>
        <w:tab/>
        <w:t>Securitization Uplift Charge Invoices</w:t>
      </w:r>
      <w:bookmarkEnd w:id="7"/>
    </w:p>
    <w:p w14:paraId="59E5E5A2" w14:textId="77777777" w:rsidR="0025427A" w:rsidRPr="0025427A" w:rsidRDefault="0025427A" w:rsidP="0025427A">
      <w:pPr>
        <w:keepNext/>
        <w:tabs>
          <w:tab w:val="left" w:pos="1080"/>
        </w:tabs>
        <w:spacing w:before="240" w:after="240"/>
        <w:ind w:left="1080" w:hanging="1080"/>
        <w:outlineLvl w:val="2"/>
        <w:rPr>
          <w:b/>
          <w:bCs/>
          <w:i/>
        </w:rPr>
      </w:pPr>
      <w:bookmarkStart w:id="8" w:name="_Toc141428000"/>
      <w:r w:rsidRPr="0025427A">
        <w:rPr>
          <w:b/>
          <w:bCs/>
          <w:i/>
        </w:rPr>
        <w:t>27.4.1</w:t>
      </w:r>
      <w:r w:rsidRPr="0025427A">
        <w:rPr>
          <w:b/>
          <w:bCs/>
          <w:i/>
        </w:rPr>
        <w:tab/>
        <w:t>Securitization Uplift Charge Initial Invoices</w:t>
      </w:r>
      <w:bookmarkEnd w:id="8"/>
    </w:p>
    <w:p w14:paraId="63A7677E" w14:textId="77777777" w:rsidR="0025427A" w:rsidRPr="0025427A" w:rsidRDefault="0025427A" w:rsidP="0025427A">
      <w:pPr>
        <w:spacing w:after="240"/>
        <w:ind w:left="720" w:hanging="720"/>
        <w:rPr>
          <w:rFonts w:eastAsia="MS Mincho"/>
          <w:iCs/>
          <w:szCs w:val="24"/>
        </w:rPr>
      </w:pPr>
      <w:r w:rsidRPr="0025427A">
        <w:rPr>
          <w:rFonts w:eastAsia="MS Mincho"/>
          <w:iCs/>
          <w:szCs w:val="24"/>
        </w:rPr>
        <w:t>(1)</w:t>
      </w:r>
      <w:r w:rsidRPr="0025427A">
        <w:rPr>
          <w:rFonts w:eastAsia="MS Mincho"/>
          <w:iCs/>
          <w:szCs w:val="24"/>
        </w:rPr>
        <w:tab/>
        <w:t xml:space="preserve">ERCOT shall prepare Securitization Uplift Charge Initial Invoices for the Securitization Uplift Charge, as described in Section 27.3, Securitization Uplift Charge, using Initial Settlement data.  ERCOT shall issue Securitization Uplift Charge Initial Invoices for an Operating Day on the same Business Day that Real-Time Market (RTM) Initial Statements are posted to the Market Information System (MIS) Certified Area for the same Operating Day.  ERCOT will post the dates that it will issue the Securitization Uplift Charge Initial Invoices under Section 9.1.2, Settlement Calendar.  Unless expressly stated otherwise, the </w:t>
      </w:r>
      <w:r w:rsidRPr="0025427A">
        <w:rPr>
          <w:rFonts w:eastAsia="MS Mincho"/>
          <w:szCs w:val="24"/>
        </w:rPr>
        <w:t xml:space="preserve">publication of </w:t>
      </w:r>
      <w:r w:rsidRPr="0025427A">
        <w:rPr>
          <w:rFonts w:eastAsia="MS Mincho"/>
          <w:iCs/>
          <w:szCs w:val="24"/>
        </w:rPr>
        <w:t xml:space="preserve">Securitization Uplift Charge Initial Invoices </w:t>
      </w:r>
      <w:r w:rsidRPr="0025427A">
        <w:rPr>
          <w:rFonts w:eastAsia="MS Mincho"/>
          <w:szCs w:val="24"/>
        </w:rPr>
        <w:t>can occur as late as 2400 on the scheduled publication date.</w:t>
      </w:r>
      <w:r w:rsidRPr="0025427A">
        <w:rPr>
          <w:rFonts w:eastAsia="MS Mincho"/>
          <w:iCs/>
          <w:szCs w:val="24"/>
        </w:rPr>
        <w:t xml:space="preserve">  The Invoice Recipient to whom the Securitization Uplift Charge Initial Invoice is addressed is a net payor.</w:t>
      </w:r>
    </w:p>
    <w:p w14:paraId="283A3F57" w14:textId="77777777" w:rsidR="0025427A" w:rsidRPr="0025427A" w:rsidRDefault="0025427A" w:rsidP="0025427A">
      <w:pPr>
        <w:spacing w:after="240"/>
        <w:ind w:left="720" w:hanging="720"/>
        <w:rPr>
          <w:rFonts w:eastAsia="MS Mincho"/>
          <w:iCs/>
          <w:szCs w:val="24"/>
        </w:rPr>
      </w:pPr>
      <w:r w:rsidRPr="0025427A">
        <w:rPr>
          <w:rFonts w:eastAsia="MS Mincho"/>
          <w:iCs/>
          <w:szCs w:val="24"/>
        </w:rPr>
        <w:t>(2)</w:t>
      </w:r>
      <w:r w:rsidRPr="0025427A">
        <w:rPr>
          <w:rFonts w:eastAsia="MS Mincho"/>
          <w:iCs/>
          <w:szCs w:val="24"/>
        </w:rPr>
        <w:tab/>
        <w:t>Each Invoice Recipient shall pay any net debit shown on the Securitization Uplift Charge Initial Invoice on the payment due date, whether or not there is any Settlement and billing dispute regarding the amount of the debit.</w:t>
      </w:r>
    </w:p>
    <w:p w14:paraId="5D9CBC07" w14:textId="77777777" w:rsidR="0025427A" w:rsidRPr="0025427A" w:rsidRDefault="0025427A" w:rsidP="0025427A">
      <w:pPr>
        <w:spacing w:after="240"/>
        <w:ind w:left="720" w:hanging="720"/>
        <w:rPr>
          <w:rFonts w:eastAsia="MS Mincho"/>
          <w:iCs/>
          <w:szCs w:val="24"/>
        </w:rPr>
      </w:pPr>
      <w:r w:rsidRPr="0025427A">
        <w:rPr>
          <w:rFonts w:eastAsia="MS Mincho"/>
          <w:iCs/>
          <w:szCs w:val="24"/>
        </w:rPr>
        <w:t>(3)</w:t>
      </w:r>
      <w:r w:rsidRPr="0025427A">
        <w:rPr>
          <w:rFonts w:eastAsia="MS Mincho"/>
          <w:iCs/>
          <w:szCs w:val="24"/>
        </w:rPr>
        <w:tab/>
        <w:t>ERCOT shall post Securitization Uplift Charge Initial Invoices on the MIS Certified Area.  The Invoice Recipient is responsible for accessing the Securitization Uplift Charge Initial Invoice on the MIS Certified Area once posted by ERCOT, as described in Section 9.1.3, Settlement Statement and Invoice Access.</w:t>
      </w:r>
    </w:p>
    <w:p w14:paraId="60E6470F" w14:textId="77777777" w:rsidR="0025427A" w:rsidRPr="0025427A" w:rsidRDefault="0025427A" w:rsidP="0025427A">
      <w:pPr>
        <w:spacing w:after="240"/>
        <w:ind w:left="720" w:hanging="720"/>
        <w:rPr>
          <w:rFonts w:eastAsia="MS Mincho"/>
          <w:iCs/>
          <w:szCs w:val="24"/>
        </w:rPr>
      </w:pPr>
      <w:r w:rsidRPr="0025427A">
        <w:rPr>
          <w:rFonts w:eastAsia="MS Mincho"/>
          <w:iCs/>
          <w:szCs w:val="24"/>
        </w:rPr>
        <w:t>(4)</w:t>
      </w:r>
      <w:r w:rsidRPr="0025427A">
        <w:rPr>
          <w:rFonts w:eastAsia="MS Mincho"/>
          <w:iCs/>
          <w:szCs w:val="24"/>
        </w:rPr>
        <w:tab/>
      </w:r>
      <w:r w:rsidRPr="0025427A">
        <w:rPr>
          <w:rFonts w:eastAsia="MS Mincho"/>
          <w:iCs/>
        </w:rPr>
        <w:t>The Securitization Uplift Charge Initial Invoice must comply with Settlement payment conventions, as set forth in Section 9.1.5, Settlement Payment Convention.</w:t>
      </w:r>
      <w:r w:rsidRPr="0025427A">
        <w:rPr>
          <w:rFonts w:eastAsia="MS Mincho"/>
          <w:iCs/>
          <w:szCs w:val="24"/>
        </w:rPr>
        <w:t xml:space="preserve"> </w:t>
      </w:r>
    </w:p>
    <w:p w14:paraId="7D410793" w14:textId="77777777" w:rsidR="0025427A" w:rsidRPr="0025427A" w:rsidRDefault="0025427A" w:rsidP="0025427A">
      <w:pPr>
        <w:spacing w:after="240"/>
        <w:ind w:left="720" w:hanging="720"/>
        <w:rPr>
          <w:rFonts w:eastAsia="MS Mincho"/>
          <w:iCs/>
          <w:szCs w:val="24"/>
        </w:rPr>
      </w:pPr>
      <w:r w:rsidRPr="0025427A">
        <w:rPr>
          <w:rFonts w:eastAsia="MS Mincho"/>
          <w:iCs/>
          <w:szCs w:val="24"/>
        </w:rPr>
        <w:lastRenderedPageBreak/>
        <w:t>(5)</w:t>
      </w:r>
      <w:r w:rsidRPr="0025427A">
        <w:rPr>
          <w:rFonts w:eastAsia="MS Mincho"/>
          <w:iCs/>
          <w:szCs w:val="24"/>
        </w:rPr>
        <w:tab/>
        <w:t>Securitization Uplift Charge Initial Invoice items must be sorted by Operating Day.  Securitization Uplift Charge Initial Invoices must contain the following information:</w:t>
      </w:r>
    </w:p>
    <w:p w14:paraId="42CC9FA4" w14:textId="77777777" w:rsidR="0025427A" w:rsidRPr="0025427A" w:rsidRDefault="0025427A" w:rsidP="0025427A">
      <w:pPr>
        <w:spacing w:after="240"/>
        <w:ind w:left="1440" w:hanging="720"/>
        <w:rPr>
          <w:rFonts w:eastAsia="MS Mincho"/>
          <w:iCs/>
          <w:szCs w:val="24"/>
        </w:rPr>
      </w:pPr>
      <w:r w:rsidRPr="0025427A">
        <w:rPr>
          <w:rFonts w:eastAsia="MS Mincho"/>
          <w:iCs/>
          <w:szCs w:val="24"/>
        </w:rPr>
        <w:t>(a)</w:t>
      </w:r>
      <w:r w:rsidRPr="0025427A">
        <w:rPr>
          <w:rFonts w:eastAsia="MS Mincho"/>
          <w:iCs/>
          <w:szCs w:val="24"/>
        </w:rPr>
        <w:tab/>
      </w:r>
      <w:r w:rsidRPr="0025427A">
        <w:rPr>
          <w:rFonts w:eastAsia="MS Mincho"/>
          <w:szCs w:val="24"/>
        </w:rPr>
        <w:t>The Invoice Recipient’s name;</w:t>
      </w:r>
    </w:p>
    <w:p w14:paraId="3F153F8E" w14:textId="77777777" w:rsidR="0025427A" w:rsidRPr="0025427A" w:rsidRDefault="0025427A" w:rsidP="0025427A">
      <w:pPr>
        <w:spacing w:after="240"/>
        <w:ind w:left="1440" w:hanging="720"/>
        <w:rPr>
          <w:rFonts w:eastAsia="MS Mincho"/>
          <w:iCs/>
          <w:szCs w:val="24"/>
        </w:rPr>
      </w:pPr>
      <w:r w:rsidRPr="0025427A">
        <w:rPr>
          <w:rFonts w:eastAsia="MS Mincho"/>
          <w:szCs w:val="24"/>
        </w:rPr>
        <w:t>(b)</w:t>
      </w:r>
      <w:r w:rsidRPr="0025427A">
        <w:rPr>
          <w:rFonts w:eastAsia="MS Mincho"/>
          <w:szCs w:val="24"/>
        </w:rPr>
        <w:tab/>
        <w:t>The ERCOT identifier (Settlement identification number issued by ERCOT);</w:t>
      </w:r>
    </w:p>
    <w:p w14:paraId="2D33F06C" w14:textId="77777777" w:rsidR="0025427A" w:rsidRPr="0025427A" w:rsidRDefault="0025427A" w:rsidP="0025427A">
      <w:pPr>
        <w:spacing w:after="240"/>
        <w:ind w:left="1440" w:hanging="720"/>
        <w:rPr>
          <w:rFonts w:eastAsia="MS Mincho"/>
          <w:szCs w:val="24"/>
        </w:rPr>
      </w:pPr>
      <w:r w:rsidRPr="0025427A">
        <w:rPr>
          <w:rFonts w:eastAsia="MS Mincho"/>
          <w:szCs w:val="24"/>
        </w:rPr>
        <w:t>(c)</w:t>
      </w:r>
      <w:r w:rsidRPr="0025427A">
        <w:rPr>
          <w:rFonts w:eastAsia="MS Mincho"/>
          <w:szCs w:val="24"/>
        </w:rPr>
        <w:tab/>
        <w:t>Run Date – the date on which the Invoice was created and published;</w:t>
      </w:r>
    </w:p>
    <w:p w14:paraId="3C9B1DCD" w14:textId="77777777" w:rsidR="0025427A" w:rsidRPr="0025427A" w:rsidRDefault="0025427A" w:rsidP="0025427A">
      <w:pPr>
        <w:spacing w:after="240"/>
        <w:ind w:left="1440" w:hanging="720"/>
        <w:rPr>
          <w:rFonts w:eastAsia="MS Mincho"/>
          <w:szCs w:val="24"/>
        </w:rPr>
      </w:pPr>
      <w:r w:rsidRPr="0025427A">
        <w:rPr>
          <w:rFonts w:eastAsia="MS Mincho"/>
          <w:szCs w:val="24"/>
        </w:rPr>
        <w:t>(d)</w:t>
      </w:r>
      <w:r w:rsidRPr="0025427A">
        <w:rPr>
          <w:rFonts w:eastAsia="MS Mincho"/>
          <w:szCs w:val="24"/>
        </w:rPr>
        <w:tab/>
        <w:t>Payment Date and Time – the date and time that Invoice amounts are to be paid;</w:t>
      </w:r>
    </w:p>
    <w:p w14:paraId="25D30EA7" w14:textId="77777777" w:rsidR="0025427A" w:rsidRPr="0025427A" w:rsidRDefault="0025427A" w:rsidP="0025427A">
      <w:pPr>
        <w:spacing w:after="240"/>
        <w:ind w:left="1440" w:hanging="720"/>
        <w:rPr>
          <w:rFonts w:eastAsia="MS Mincho"/>
          <w:szCs w:val="24"/>
        </w:rPr>
      </w:pPr>
      <w:r w:rsidRPr="0025427A">
        <w:rPr>
          <w:rFonts w:eastAsia="MS Mincho"/>
          <w:szCs w:val="24"/>
        </w:rPr>
        <w:t>(e)</w:t>
      </w:r>
      <w:r w:rsidRPr="0025427A">
        <w:rPr>
          <w:rFonts w:eastAsia="MS Mincho"/>
          <w:szCs w:val="24"/>
        </w:rPr>
        <w:tab/>
        <w:t>Invoice Reference Number – a unique number generated by ERCOT for payment tracking purposes;</w:t>
      </w:r>
    </w:p>
    <w:p w14:paraId="2CE5D398" w14:textId="77777777" w:rsidR="0025427A" w:rsidRPr="0025427A" w:rsidRDefault="0025427A" w:rsidP="0025427A">
      <w:pPr>
        <w:spacing w:after="240"/>
        <w:ind w:left="1440" w:hanging="720"/>
        <w:rPr>
          <w:rFonts w:eastAsia="MS Mincho"/>
          <w:szCs w:val="24"/>
        </w:rPr>
      </w:pPr>
      <w:r w:rsidRPr="0025427A">
        <w:rPr>
          <w:rFonts w:eastAsia="MS Mincho"/>
          <w:szCs w:val="24"/>
        </w:rPr>
        <w:t>(f)</w:t>
      </w:r>
      <w:r w:rsidRPr="0025427A">
        <w:rPr>
          <w:rFonts w:eastAsia="MS Mincho"/>
          <w:szCs w:val="24"/>
        </w:rPr>
        <w:tab/>
        <w:t>Net Amount Owed – the aggregate summary of all charges owed by the Invoice Recipient;</w:t>
      </w:r>
    </w:p>
    <w:p w14:paraId="07F3272B" w14:textId="77777777"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(Initial) and Settlement Version Number;</w:t>
      </w:r>
    </w:p>
    <w:p w14:paraId="163251E6" w14:textId="77777777" w:rsidR="0025427A" w:rsidRPr="0025427A" w:rsidRDefault="0025427A" w:rsidP="0025427A">
      <w:pPr>
        <w:spacing w:after="240"/>
        <w:ind w:left="1440" w:hanging="720"/>
        <w:rPr>
          <w:rFonts w:eastAsia="MS Mincho"/>
          <w:szCs w:val="24"/>
        </w:rPr>
      </w:pPr>
      <w:r w:rsidRPr="0025427A">
        <w:rPr>
          <w:rFonts w:eastAsia="MS Mincho"/>
          <w:szCs w:val="24"/>
        </w:rPr>
        <w:t>(h)</w:t>
      </w:r>
      <w:r w:rsidRPr="0025427A">
        <w:rPr>
          <w:rFonts w:eastAsia="MS Mincho"/>
          <w:szCs w:val="24"/>
        </w:rPr>
        <w:tab/>
        <w:t xml:space="preserve">Remittance Information Details – details including the account number, bank name and electronic transfer instructions of the ERCOT </w:t>
      </w:r>
      <w:r w:rsidRPr="0025427A">
        <w:rPr>
          <w:rFonts w:eastAsia="MS Mincho"/>
          <w:iCs/>
          <w:szCs w:val="24"/>
        </w:rPr>
        <w:t xml:space="preserve">Securitization Uplift Charge </w:t>
      </w:r>
      <w:r w:rsidRPr="0025427A">
        <w:rPr>
          <w:rFonts w:eastAsia="MS Mincho"/>
          <w:szCs w:val="24"/>
        </w:rPr>
        <w:t>account to which any amounts owed by the Invoice Recipient are to be paid; and</w:t>
      </w:r>
    </w:p>
    <w:p w14:paraId="237C9DA7" w14:textId="77777777" w:rsidR="0025427A" w:rsidRPr="0025427A" w:rsidRDefault="0025427A" w:rsidP="0025427A">
      <w:pPr>
        <w:tabs>
          <w:tab w:val="left" w:pos="900"/>
        </w:tabs>
        <w:spacing w:after="240"/>
        <w:ind w:left="1440" w:hanging="720"/>
        <w:rPr>
          <w:rFonts w:eastAsia="MS Mincho"/>
          <w:szCs w:val="24"/>
        </w:rPr>
      </w:pPr>
      <w:bookmarkStart w:id="9" w:name="_Toc339972322"/>
      <w:bookmarkStart w:id="10" w:name="_Toc341693080"/>
      <w:bookmarkStart w:id="11" w:name="_Toc343244561"/>
      <w:bookmarkStart w:id="12" w:name="_Toc348420633"/>
      <w:r w:rsidRPr="0025427A">
        <w:rPr>
          <w:rFonts w:eastAsia="MS Mincho"/>
          <w:szCs w:val="24"/>
        </w:rPr>
        <w:t>(i)</w:t>
      </w:r>
      <w:r w:rsidRPr="0025427A">
        <w:rPr>
          <w:rFonts w:eastAsia="MS Mincho"/>
          <w:szCs w:val="24"/>
        </w:rPr>
        <w:tab/>
        <w:t>Overdue Terms – the terms that would be applied if payments were received late.</w:t>
      </w:r>
      <w:bookmarkEnd w:id="9"/>
      <w:bookmarkEnd w:id="10"/>
      <w:bookmarkEnd w:id="11"/>
      <w:bookmarkEnd w:id="12"/>
    </w:p>
    <w:p w14:paraId="7EB8D2E0" w14:textId="77777777" w:rsidR="0025427A" w:rsidRPr="0025427A" w:rsidRDefault="0025427A" w:rsidP="0025427A">
      <w:pPr>
        <w:spacing w:after="240"/>
        <w:ind w:left="720" w:hanging="720"/>
        <w:rPr>
          <w:rFonts w:eastAsia="MS Mincho"/>
          <w:szCs w:val="24"/>
        </w:rPr>
      </w:pPr>
      <w:r w:rsidRPr="0025427A">
        <w:rPr>
          <w:rFonts w:eastAsia="MS Mincho"/>
          <w:iCs/>
          <w:szCs w:val="24"/>
        </w:rPr>
        <w:t>(6)</w:t>
      </w:r>
      <w:r w:rsidRPr="0025427A">
        <w:rPr>
          <w:rFonts w:eastAsia="MS Mincho"/>
          <w:iCs/>
          <w:szCs w:val="24"/>
        </w:rPr>
        <w:tab/>
      </w:r>
      <w:r w:rsidRPr="0025427A">
        <w:rPr>
          <w:rFonts w:eastAsia="MS Mincho"/>
          <w:szCs w:val="24"/>
        </w:rPr>
        <w:t>All disputes for Securitization Uplift Charge Initial Invoices shall follow the process described in Section 9.14, Settlement and Billing Dispute Process.</w:t>
      </w:r>
    </w:p>
    <w:p w14:paraId="137ED8F5" w14:textId="77777777" w:rsidR="0025427A" w:rsidRPr="0025427A" w:rsidRDefault="0025427A" w:rsidP="0025427A">
      <w:pPr>
        <w:keepNext/>
        <w:tabs>
          <w:tab w:val="left" w:pos="1080"/>
        </w:tabs>
        <w:spacing w:before="240" w:after="240"/>
        <w:ind w:left="1080" w:hanging="1080"/>
        <w:outlineLvl w:val="2"/>
        <w:rPr>
          <w:b/>
          <w:bCs/>
          <w:i/>
        </w:rPr>
      </w:pPr>
      <w:bookmarkStart w:id="13" w:name="_Toc141428001"/>
      <w:r w:rsidRPr="0025427A">
        <w:rPr>
          <w:b/>
          <w:bCs/>
          <w:i/>
        </w:rPr>
        <w:t>27.4.2</w:t>
      </w:r>
      <w:r w:rsidRPr="0025427A">
        <w:rPr>
          <w:b/>
          <w:bCs/>
          <w:i/>
        </w:rPr>
        <w:tab/>
        <w:t>Securitization Uplift Charge Reallocation Invoices</w:t>
      </w:r>
      <w:bookmarkEnd w:id="13"/>
    </w:p>
    <w:p w14:paraId="0455F2F8" w14:textId="7FFC1029"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ERCOT shall prepare Securitization Uplift Charge Reallocation Invoices on a net basis for Securitization Uplift </w:t>
      </w:r>
      <w:r w:rsidRPr="0025427A">
        <w:rPr>
          <w:rFonts w:eastAsia="MS Mincho"/>
          <w:iCs/>
          <w:szCs w:val="24"/>
        </w:rPr>
        <w:t xml:space="preserve">Charges, as described in Section 27.3, Securitization Uplift Charge, </w:t>
      </w:r>
      <w:r w:rsidRPr="0025427A">
        <w:rPr>
          <w:rFonts w:eastAsia="MS Mincho"/>
          <w:iCs/>
        </w:rPr>
        <w:t>based on RTM Final Settlement, True-Up Settlement, and Resettlement data</w:t>
      </w:r>
      <w:r w:rsidRPr="0025427A">
        <w:rPr>
          <w:rFonts w:eastAsia="MS Mincho"/>
          <w:iCs/>
          <w:szCs w:val="24"/>
        </w:rPr>
        <w:t>.  ERCOT shall issue Securitization Uplift Charge Reallocation Invoices for an Operating Day on the same Business Day that the Statements for RTM Final Settlements, True-</w:t>
      </w:r>
      <w:r w:rsidR="0082763E">
        <w:rPr>
          <w:rFonts w:eastAsia="MS Mincho"/>
          <w:iCs/>
          <w:szCs w:val="24"/>
        </w:rPr>
        <w:t>U</w:t>
      </w:r>
      <w:r w:rsidRPr="0025427A">
        <w:rPr>
          <w:rFonts w:eastAsia="MS Mincho"/>
          <w:iCs/>
          <w:szCs w:val="24"/>
        </w:rPr>
        <w:t xml:space="preserve">p Settlements and Resettlements are posted to the MIS Certified Area for the same Operating Day.  </w:t>
      </w:r>
      <w:r w:rsidRPr="0025427A">
        <w:rPr>
          <w:rFonts w:eastAsia="MS Mincho"/>
          <w:iCs/>
        </w:rPr>
        <w:t xml:space="preserve">ERCOT will post the dates that it will issue the Securitization Uplift Charge Reallocation Invoices under Section 9.1.2, Settlement Calendar.  </w:t>
      </w:r>
      <w:r w:rsidRPr="0025427A">
        <w:rPr>
          <w:rFonts w:eastAsia="MS Mincho"/>
          <w:iCs/>
          <w:szCs w:val="24"/>
        </w:rPr>
        <w:t xml:space="preserve">Unless expressly stated otherwise, the </w:t>
      </w:r>
      <w:r w:rsidRPr="0025427A">
        <w:rPr>
          <w:rFonts w:eastAsia="MS Mincho"/>
          <w:szCs w:val="24"/>
        </w:rPr>
        <w:t xml:space="preserve">publication of </w:t>
      </w:r>
      <w:r w:rsidRPr="0025427A">
        <w:rPr>
          <w:rFonts w:eastAsia="MS Mincho"/>
          <w:iCs/>
          <w:szCs w:val="24"/>
        </w:rPr>
        <w:t xml:space="preserve">Securitization Uplift Charge Reallocation Invoices </w:t>
      </w:r>
      <w:r w:rsidRPr="0025427A">
        <w:rPr>
          <w:rFonts w:eastAsia="MS Mincho"/>
          <w:szCs w:val="24"/>
        </w:rPr>
        <w:t>can occur as late as 2400 on the scheduled publication date.</w:t>
      </w:r>
      <w:r w:rsidRPr="0025427A">
        <w:rPr>
          <w:rFonts w:eastAsia="MS Mincho"/>
          <w:iCs/>
          <w:szCs w:val="24"/>
        </w:rPr>
        <w:t xml:space="preserve">  </w:t>
      </w:r>
      <w:r w:rsidRPr="0025427A">
        <w:rPr>
          <w:rFonts w:eastAsia="MS Mincho"/>
          <w:iCs/>
        </w:rPr>
        <w:t>The Invoice Recipient to whom the Securitization Uplift Charge Reallocation Invoice is addressed is either a net payee or net payor.</w:t>
      </w:r>
    </w:p>
    <w:p w14:paraId="7056BDE7" w14:textId="77777777" w:rsidR="0025427A" w:rsidRPr="0025427A" w:rsidRDefault="0025427A" w:rsidP="0025427A">
      <w:pPr>
        <w:spacing w:after="240"/>
        <w:ind w:left="720" w:hanging="720"/>
        <w:rPr>
          <w:rFonts w:eastAsia="MS Mincho"/>
        </w:rPr>
      </w:pPr>
      <w:r w:rsidRPr="0025427A">
        <w:rPr>
          <w:rFonts w:eastAsia="MS Mincho"/>
          <w:iCs/>
          <w:szCs w:val="24"/>
        </w:rPr>
        <w:t>(2)</w:t>
      </w:r>
      <w:r w:rsidRPr="0025427A">
        <w:rPr>
          <w:rFonts w:eastAsia="MS Mincho"/>
          <w:iCs/>
          <w:szCs w:val="24"/>
        </w:rPr>
        <w:tab/>
      </w:r>
      <w:r w:rsidRPr="0025427A">
        <w:rPr>
          <w:rFonts w:eastAsia="MS Mincho"/>
        </w:rPr>
        <w:t>A Securitization Uplift Charge Reallocation Invoice will reflect differences to financial records generated on the previous Settlement for a given Operating Day.</w:t>
      </w:r>
    </w:p>
    <w:p w14:paraId="4AC02E65" w14:textId="77777777" w:rsidR="0025427A" w:rsidRPr="0025427A" w:rsidRDefault="0025427A" w:rsidP="0025427A">
      <w:pPr>
        <w:spacing w:after="240"/>
        <w:ind w:left="720" w:hanging="720"/>
        <w:rPr>
          <w:rFonts w:eastAsia="MS Mincho"/>
          <w:iCs/>
        </w:rPr>
      </w:pPr>
      <w:r w:rsidRPr="0025427A">
        <w:rPr>
          <w:rFonts w:eastAsia="MS Mincho"/>
          <w:iCs/>
        </w:rPr>
        <w:lastRenderedPageBreak/>
        <w:t>(3)</w:t>
      </w:r>
      <w:r w:rsidRPr="0025427A">
        <w:rPr>
          <w:rFonts w:eastAsia="MS Mincho"/>
          <w:iCs/>
        </w:rPr>
        <w:tab/>
        <w:t>Each Invoice Recipient shall pay any net debit and be entitled to receive any net credit shown on the Securitization Uplift Charge Reallocation Invoice on the payment due date, whether or not there is any Settlement and billing dispute regarding the amount of the debit or credit.</w:t>
      </w:r>
    </w:p>
    <w:p w14:paraId="49C0ACB0" w14:textId="77777777" w:rsidR="0025427A" w:rsidRPr="0025427A" w:rsidRDefault="0025427A" w:rsidP="0025427A">
      <w:pPr>
        <w:spacing w:after="240"/>
        <w:ind w:left="720" w:hanging="720"/>
        <w:rPr>
          <w:rFonts w:eastAsia="MS Mincho"/>
          <w:iCs/>
        </w:rPr>
      </w:pPr>
      <w:r w:rsidRPr="0025427A">
        <w:rPr>
          <w:rFonts w:eastAsia="MS Mincho"/>
          <w:iCs/>
        </w:rPr>
        <w:t>(4)</w:t>
      </w:r>
      <w:r w:rsidRPr="0025427A">
        <w:rPr>
          <w:rFonts w:eastAsia="MS Mincho"/>
          <w:iCs/>
        </w:rPr>
        <w:tab/>
        <w:t>ERCOT shall post Securitization Uplift Charge Reallocation Invoices on the MIS Certified Area.  The Invoice Recipient is responsible for accessing the Securitization Uplift Charge Reallocation Invoice on the MIS Certified Area once posted by ERCOT</w:t>
      </w:r>
      <w:r w:rsidRPr="0025427A">
        <w:rPr>
          <w:rFonts w:eastAsia="MS Mincho"/>
          <w:iCs/>
          <w:szCs w:val="24"/>
        </w:rPr>
        <w:t>, as described in Section 9.1.3, Settlement Statement and Invoice Access</w:t>
      </w:r>
      <w:r w:rsidRPr="0025427A">
        <w:rPr>
          <w:rFonts w:eastAsia="MS Mincho"/>
          <w:iCs/>
        </w:rPr>
        <w:t xml:space="preserve">. </w:t>
      </w:r>
    </w:p>
    <w:p w14:paraId="7FADA729"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r>
      <w:r w:rsidRPr="0025427A">
        <w:rPr>
          <w:rFonts w:eastAsia="MS Mincho"/>
          <w:iCs/>
        </w:rPr>
        <w:t>The Securitization Uplift Charge Reallocation Invoice must comply with Settlement payment conventions, as set forth in Section 9.1.5, Settlement Payment Convention.</w:t>
      </w:r>
      <w:r w:rsidRPr="0025427A">
        <w:rPr>
          <w:rFonts w:eastAsia="MS Mincho"/>
          <w:iCs/>
          <w:szCs w:val="24"/>
        </w:rPr>
        <w:t xml:space="preserve"> </w:t>
      </w:r>
    </w:p>
    <w:p w14:paraId="43F2DE2F" w14:textId="77777777" w:rsidR="0025427A" w:rsidRPr="0025427A" w:rsidRDefault="0025427A" w:rsidP="0025427A">
      <w:pPr>
        <w:spacing w:after="240"/>
        <w:ind w:left="720" w:hanging="720"/>
        <w:rPr>
          <w:rFonts w:eastAsia="MS Mincho"/>
          <w:iCs/>
        </w:rPr>
      </w:pPr>
      <w:r w:rsidRPr="0025427A">
        <w:rPr>
          <w:rFonts w:eastAsia="MS Mincho"/>
          <w:iCs/>
        </w:rPr>
        <w:t>(6)</w:t>
      </w:r>
      <w:r w:rsidRPr="0025427A">
        <w:rPr>
          <w:rFonts w:eastAsia="MS Mincho"/>
          <w:iCs/>
        </w:rPr>
        <w:tab/>
        <w:t>Securitization Uplift Charge Reallocation Invoice items must be grouped by RTM Final, RTM True-Up and RTM Resettlement categories and must be sorted by Operating Day within each category. Securitization Uplift Charge Reallocation Invoices must contain the following information:</w:t>
      </w:r>
    </w:p>
    <w:p w14:paraId="57428884" w14:textId="77777777" w:rsidR="0025427A" w:rsidRPr="0025427A" w:rsidRDefault="0025427A" w:rsidP="0025427A">
      <w:pPr>
        <w:spacing w:after="240"/>
        <w:ind w:left="1440" w:hanging="720"/>
        <w:rPr>
          <w:rFonts w:eastAsia="MS Mincho"/>
          <w:iCs/>
        </w:rPr>
      </w:pPr>
      <w:r w:rsidRPr="0025427A">
        <w:rPr>
          <w:rFonts w:eastAsia="MS Mincho"/>
          <w:iCs/>
        </w:rPr>
        <w:t>(a)</w:t>
      </w:r>
      <w:r w:rsidRPr="0025427A">
        <w:rPr>
          <w:rFonts w:eastAsia="MS Mincho"/>
          <w:iCs/>
        </w:rPr>
        <w:tab/>
      </w:r>
      <w:r w:rsidRPr="0025427A">
        <w:rPr>
          <w:rFonts w:eastAsia="MS Mincho"/>
        </w:rPr>
        <w:t>The Invoice Recipient’s name;</w:t>
      </w:r>
    </w:p>
    <w:p w14:paraId="2E7C08D2" w14:textId="77777777" w:rsidR="0025427A" w:rsidRPr="0025427A" w:rsidRDefault="0025427A" w:rsidP="0025427A">
      <w:pPr>
        <w:spacing w:after="240"/>
        <w:ind w:left="1440" w:hanging="720"/>
        <w:rPr>
          <w:rFonts w:eastAsia="MS Mincho"/>
          <w:iCs/>
        </w:rPr>
      </w:pPr>
      <w:r w:rsidRPr="0025427A">
        <w:rPr>
          <w:rFonts w:eastAsia="MS Mincho"/>
        </w:rPr>
        <w:t>(b)</w:t>
      </w:r>
      <w:r w:rsidRPr="0025427A">
        <w:rPr>
          <w:rFonts w:eastAsia="MS Mincho"/>
        </w:rPr>
        <w:tab/>
        <w:t>The ERCOT identifier (Settlement identification number issued by ERCOT);</w:t>
      </w:r>
    </w:p>
    <w:p w14:paraId="676B2419"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Run Date – the date on which the Invoice was created and published;</w:t>
      </w:r>
    </w:p>
    <w:p w14:paraId="1454BBAF"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Payment Date and Time – the date and time that Invoice amounts are to be paid or received;</w:t>
      </w:r>
    </w:p>
    <w:p w14:paraId="11B0F1EF" w14:textId="77777777" w:rsidR="0025427A" w:rsidRPr="0025427A" w:rsidRDefault="0025427A" w:rsidP="0025427A">
      <w:pPr>
        <w:spacing w:after="240"/>
        <w:ind w:left="1440" w:hanging="720"/>
        <w:rPr>
          <w:rFonts w:eastAsia="MS Mincho"/>
        </w:rPr>
      </w:pPr>
      <w:r w:rsidRPr="0025427A">
        <w:rPr>
          <w:rFonts w:eastAsia="MS Mincho"/>
        </w:rPr>
        <w:t>(e)</w:t>
      </w:r>
      <w:r w:rsidRPr="0025427A">
        <w:rPr>
          <w:rFonts w:eastAsia="MS Mincho"/>
        </w:rPr>
        <w:tab/>
        <w:t>Invoice Reference Number – a unique number generated by ERCOT for payment tracking purposes;</w:t>
      </w:r>
    </w:p>
    <w:p w14:paraId="4C3E0AA2" w14:textId="77777777" w:rsidR="0025427A" w:rsidRPr="0025427A" w:rsidRDefault="0025427A" w:rsidP="0025427A">
      <w:pPr>
        <w:spacing w:after="240"/>
        <w:ind w:left="1440" w:hanging="720"/>
        <w:rPr>
          <w:rFonts w:eastAsia="MS Mincho"/>
        </w:rPr>
      </w:pPr>
      <w:r w:rsidRPr="0025427A">
        <w:rPr>
          <w:rFonts w:eastAsia="MS Mincho"/>
        </w:rPr>
        <w:t>(f)</w:t>
      </w:r>
      <w:r w:rsidRPr="0025427A">
        <w:rPr>
          <w:rFonts w:eastAsia="MS Mincho"/>
        </w:rPr>
        <w:tab/>
        <w:t>Net Amount Owed/Due – the aggregate summary of all charges owed by or due to the Invoice Recipient;</w:t>
      </w:r>
    </w:p>
    <w:p w14:paraId="032AB429" w14:textId="4AFF8B7D"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(Final, True-</w:t>
      </w:r>
      <w:r w:rsidR="0082763E">
        <w:rPr>
          <w:rFonts w:eastAsia="MS Mincho"/>
          <w:szCs w:val="24"/>
        </w:rPr>
        <w:t>U</w:t>
      </w:r>
      <w:r w:rsidRPr="0025427A">
        <w:rPr>
          <w:rFonts w:eastAsia="MS Mincho"/>
          <w:szCs w:val="24"/>
        </w:rPr>
        <w:t>p or Resettlement) and Settlement Version Number;</w:t>
      </w:r>
    </w:p>
    <w:p w14:paraId="184E2B11" w14:textId="77777777" w:rsidR="0025427A" w:rsidRPr="0025427A" w:rsidRDefault="0025427A" w:rsidP="0025427A">
      <w:pPr>
        <w:spacing w:after="240"/>
        <w:ind w:left="1440" w:hanging="720"/>
        <w:rPr>
          <w:rFonts w:eastAsia="MS Mincho"/>
        </w:rPr>
      </w:pPr>
      <w:r w:rsidRPr="0025427A">
        <w:rPr>
          <w:rFonts w:eastAsia="MS Mincho"/>
        </w:rPr>
        <w:t>(h)</w:t>
      </w:r>
      <w:r w:rsidRPr="0025427A">
        <w:rPr>
          <w:rFonts w:eastAsia="MS Mincho"/>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09D6D810" w14:textId="77777777" w:rsidR="0025427A" w:rsidRPr="0025427A" w:rsidRDefault="0025427A" w:rsidP="0025427A">
      <w:pPr>
        <w:tabs>
          <w:tab w:val="left" w:pos="900"/>
        </w:tabs>
        <w:spacing w:after="240"/>
        <w:ind w:left="1440" w:hanging="720"/>
        <w:rPr>
          <w:rFonts w:eastAsia="MS Mincho"/>
        </w:rPr>
      </w:pPr>
      <w:r w:rsidRPr="0025427A">
        <w:rPr>
          <w:rFonts w:eastAsia="MS Mincho"/>
        </w:rPr>
        <w:t>(i)</w:t>
      </w:r>
      <w:r w:rsidRPr="0025427A">
        <w:rPr>
          <w:rFonts w:eastAsia="MS Mincho"/>
        </w:rPr>
        <w:tab/>
        <w:t>Overdue Terms – the terms that would be applied if payments were received late.</w:t>
      </w:r>
    </w:p>
    <w:p w14:paraId="122BA0BA" w14:textId="77777777" w:rsidR="0025427A" w:rsidRPr="0025427A" w:rsidRDefault="0025427A" w:rsidP="0025427A">
      <w:pPr>
        <w:spacing w:after="240"/>
        <w:ind w:left="720" w:hanging="720"/>
        <w:rPr>
          <w:rFonts w:eastAsia="MS Mincho"/>
          <w:szCs w:val="24"/>
        </w:rPr>
      </w:pPr>
      <w:r w:rsidRPr="0025427A">
        <w:rPr>
          <w:rFonts w:eastAsia="MS Mincho"/>
          <w:iCs/>
          <w:szCs w:val="24"/>
        </w:rPr>
        <w:t>(7)</w:t>
      </w:r>
      <w:r w:rsidRPr="0025427A">
        <w:rPr>
          <w:rFonts w:eastAsia="MS Mincho"/>
          <w:iCs/>
          <w:szCs w:val="24"/>
        </w:rPr>
        <w:tab/>
      </w:r>
      <w:r w:rsidRPr="0025427A">
        <w:rPr>
          <w:rFonts w:eastAsia="MS Mincho"/>
          <w:szCs w:val="24"/>
        </w:rPr>
        <w:t>All disputes for Securitization Uplift Charge Reallocation Invoices shall follow the process described in Section 9.14, Settlement and Billing Dispute Process.</w:t>
      </w:r>
    </w:p>
    <w:p w14:paraId="2EC1BAEA" w14:textId="77777777" w:rsidR="0025427A" w:rsidRPr="0025427A" w:rsidRDefault="0025427A" w:rsidP="0025427A">
      <w:pPr>
        <w:keepNext/>
        <w:tabs>
          <w:tab w:val="left" w:pos="1080"/>
        </w:tabs>
        <w:spacing w:before="240" w:after="240"/>
        <w:ind w:left="1080" w:hanging="1080"/>
        <w:outlineLvl w:val="2"/>
        <w:rPr>
          <w:rFonts w:eastAsia="MS Mincho"/>
          <w:i/>
        </w:rPr>
      </w:pPr>
      <w:bookmarkStart w:id="14" w:name="_Toc141428002"/>
      <w:r w:rsidRPr="0025427A">
        <w:rPr>
          <w:b/>
          <w:bCs/>
          <w:i/>
        </w:rPr>
        <w:lastRenderedPageBreak/>
        <w:t>27.4.3</w:t>
      </w:r>
      <w:r w:rsidRPr="0025427A">
        <w:rPr>
          <w:b/>
          <w:bCs/>
          <w:i/>
        </w:rPr>
        <w:tab/>
        <w:t>Payment Process for Securitization Uplift Charge Initial Invoices</w:t>
      </w:r>
      <w:bookmarkEnd w:id="14"/>
    </w:p>
    <w:p w14:paraId="592C7773" w14:textId="77777777" w:rsidR="0025427A" w:rsidRPr="0025427A" w:rsidRDefault="0025427A" w:rsidP="0025427A">
      <w:pPr>
        <w:keepNext/>
        <w:spacing w:after="240"/>
        <w:ind w:left="720" w:hanging="720"/>
        <w:rPr>
          <w:rFonts w:eastAsia="MS Mincho"/>
          <w:iCs/>
        </w:rPr>
      </w:pPr>
      <w:r w:rsidRPr="0025427A">
        <w:rPr>
          <w:rFonts w:eastAsia="MS Mincho"/>
          <w:iCs/>
        </w:rPr>
        <w:t>(1)</w:t>
      </w:r>
      <w:r w:rsidRPr="0025427A">
        <w:rPr>
          <w:rFonts w:eastAsia="MS Mincho"/>
          <w:iCs/>
        </w:rPr>
        <w:tab/>
        <w:t xml:space="preserve">Payments for </w:t>
      </w:r>
      <w:r w:rsidRPr="0025427A">
        <w:rPr>
          <w:rFonts w:eastAsia="MS Mincho"/>
        </w:rPr>
        <w:t>Securitization Uplift Charge</w:t>
      </w:r>
      <w:r w:rsidRPr="0025427A">
        <w:rPr>
          <w:rFonts w:eastAsia="MS Mincho"/>
          <w:iCs/>
        </w:rPr>
        <w:t xml:space="preserve"> </w:t>
      </w:r>
      <w:r w:rsidRPr="0025427A">
        <w:rPr>
          <w:rFonts w:eastAsia="MS Mincho"/>
        </w:rPr>
        <w:t xml:space="preserve">Initial </w:t>
      </w:r>
      <w:r w:rsidRPr="0025427A">
        <w:rPr>
          <w:rFonts w:eastAsia="MS Mincho"/>
          <w:iCs/>
        </w:rPr>
        <w:t>Invoices are due on a Business Day and Bank Business Day basis as detailed below.</w:t>
      </w:r>
    </w:p>
    <w:p w14:paraId="19EF6BD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5" w:name="_Toc141428003"/>
      <w:r w:rsidRPr="0025427A">
        <w:rPr>
          <w:b/>
          <w:snapToGrid w:val="0"/>
        </w:rPr>
        <w:t>27.4.3.1</w:t>
      </w:r>
      <w:r w:rsidRPr="0025427A">
        <w:rPr>
          <w:b/>
          <w:snapToGrid w:val="0"/>
        </w:rPr>
        <w:tab/>
        <w:t>Invoice Recipient Payment to ERCOT for Securitization Uplift Charge Initial Invoices</w:t>
      </w:r>
      <w:bookmarkEnd w:id="15"/>
    </w:p>
    <w:p w14:paraId="11080021" w14:textId="48972243"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The payment due date and time for the Securitization Uplift Charge Initial Invoice, with funds owed by an Invoice Recipient, is 1700 on the second Bank Business Day after the Securitization Uplift Charge Initial Invoice date, unless the second Bank Business Day is not a Business Day. </w:t>
      </w:r>
      <w:r w:rsidR="0082763E">
        <w:rPr>
          <w:rFonts w:eastAsia="MS Mincho"/>
          <w:iCs/>
        </w:rPr>
        <w:t xml:space="preserve"> </w:t>
      </w:r>
      <w:r w:rsidRPr="0025427A">
        <w:rPr>
          <w:rFonts w:eastAsia="MS Mincho"/>
          <w:iCs/>
        </w:rPr>
        <w:t>If the second Bank Business Day is not a Business Day, the payment is due by 1700 on the next Bank Business Day after the second Bank Business Day that is also a Business Day.</w:t>
      </w:r>
    </w:p>
    <w:p w14:paraId="7AF9A53C" w14:textId="690A34BC"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Initial Invoices due, with funds owed by an Invoice Recipient, must be paid to ERCOT in U.S. Dollars (USDs) by Electronic Funds Transfer (EFT) in immediately available or good funds (i.e., not subject to reversal) on or before the payment due date.</w:t>
      </w:r>
      <w:r w:rsidRPr="0025427A">
        <w:rPr>
          <w:rFonts w:eastAsia="MS Mincho"/>
        </w:rPr>
        <w:t xml:space="preserve"> </w:t>
      </w:r>
      <w:r w:rsidR="0082763E">
        <w:rPr>
          <w:rFonts w:eastAsia="MS Mincho"/>
        </w:rPr>
        <w:t xml:space="preserve"> </w:t>
      </w:r>
      <w:r w:rsidRPr="0025427A">
        <w:rPr>
          <w:rFonts w:eastAsia="MS Mincho"/>
        </w:rPr>
        <w:t>EFTs must be with U.S. banks only.</w:t>
      </w:r>
    </w:p>
    <w:p w14:paraId="5644F84A" w14:textId="77777777" w:rsidR="0025427A" w:rsidRPr="0025427A" w:rsidRDefault="0025427A" w:rsidP="0025427A">
      <w:pPr>
        <w:spacing w:after="240"/>
        <w:ind w:left="720" w:hanging="720"/>
        <w:rPr>
          <w:rFonts w:eastAsia="MS Mincho"/>
          <w:szCs w:val="24"/>
        </w:rPr>
      </w:pPr>
      <w:r w:rsidRPr="0025427A">
        <w:rPr>
          <w:rFonts w:eastAsia="MS Mincho"/>
          <w:iCs/>
          <w:szCs w:val="24"/>
        </w:rPr>
        <w:t>(3)</w:t>
      </w:r>
      <w:r w:rsidRPr="0025427A">
        <w:rPr>
          <w:rFonts w:eastAsia="MS Mincho"/>
          <w:iCs/>
          <w:szCs w:val="24"/>
        </w:rPr>
        <w:tab/>
      </w:r>
      <w:r w:rsidRPr="0025427A">
        <w:rPr>
          <w:rFonts w:eastAsia="MS Mincho"/>
          <w:szCs w:val="24"/>
        </w:rPr>
        <w:t>Securitization Uplift Charge Initial Invoices are distinct from other Invoices issued by ERCOT and must be paid by an EFT that is separate from any other Invoice. An Invoice Recipient may not net amounts owing on a Securitization Uplift Charge Initial Invoice with any other funds due to or from ERCOT.</w:t>
      </w:r>
    </w:p>
    <w:p w14:paraId="2EF614B6" w14:textId="2C4EE8F4"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Initial Invoices must be made to the account listed on the </w:t>
      </w:r>
      <w:r w:rsidR="0082763E">
        <w:rPr>
          <w:rFonts w:eastAsia="MS Mincho"/>
          <w:szCs w:val="24"/>
        </w:rPr>
        <w:t>I</w:t>
      </w:r>
      <w:r w:rsidRPr="0025427A">
        <w:rPr>
          <w:rFonts w:eastAsia="MS Mincho"/>
          <w:szCs w:val="24"/>
        </w:rPr>
        <w:t xml:space="preserve">nvoice.  If payment is not made to the correct account, the payment will be rejected.  Failure to remit funds to the correct account may result in a Late Payment and Payment Breach. </w:t>
      </w:r>
      <w:r w:rsidR="0082763E">
        <w:rPr>
          <w:rFonts w:eastAsia="MS Mincho"/>
          <w:szCs w:val="24"/>
        </w:rPr>
        <w:t xml:space="preserve"> </w:t>
      </w:r>
      <w:r w:rsidRPr="0025427A">
        <w:rPr>
          <w:rFonts w:eastAsia="MS Mincho"/>
          <w:szCs w:val="24"/>
        </w:rPr>
        <w:t>The payment remarks must include the Invoice number.</w:t>
      </w:r>
    </w:p>
    <w:p w14:paraId="31855E30" w14:textId="77777777" w:rsidR="0025427A" w:rsidRPr="0025427A" w:rsidRDefault="0025427A" w:rsidP="0025427A">
      <w:pPr>
        <w:keepNext/>
        <w:tabs>
          <w:tab w:val="left" w:pos="1080"/>
        </w:tabs>
        <w:spacing w:before="240" w:after="240"/>
        <w:ind w:left="1080" w:hanging="1080"/>
        <w:outlineLvl w:val="2"/>
        <w:rPr>
          <w:b/>
          <w:bCs/>
          <w:i/>
        </w:rPr>
      </w:pPr>
      <w:bookmarkStart w:id="16" w:name="_Toc141428004"/>
      <w:r w:rsidRPr="0025427A">
        <w:rPr>
          <w:b/>
          <w:bCs/>
          <w:i/>
        </w:rPr>
        <w:t>27.4.4</w:t>
      </w:r>
      <w:r w:rsidRPr="0025427A">
        <w:rPr>
          <w:b/>
          <w:bCs/>
          <w:i/>
        </w:rPr>
        <w:tab/>
        <w:t>Insufficient Payments by Invoice Recipients for Securitization Uplift Charge Initial Invoices</w:t>
      </w:r>
      <w:bookmarkEnd w:id="16"/>
    </w:p>
    <w:p w14:paraId="3E300BBC" w14:textId="7732B638" w:rsidR="00205E61" w:rsidRPr="005E29E6" w:rsidRDefault="0025427A" w:rsidP="00205E61">
      <w:pPr>
        <w:pStyle w:val="BodyTextNumbered"/>
      </w:pPr>
      <w:r w:rsidRPr="0025427A">
        <w:rPr>
          <w:rFonts w:eastAsia="MS Mincho"/>
          <w:szCs w:val="24"/>
        </w:rPr>
        <w:t>(1)</w:t>
      </w:r>
      <w:r w:rsidRPr="0025427A">
        <w:rPr>
          <w:rFonts w:eastAsia="MS Mincho"/>
          <w:szCs w:val="24"/>
        </w:rPr>
        <w:tab/>
      </w:r>
      <w:r w:rsidR="00205E61" w:rsidRPr="005E29E6">
        <w:rPr>
          <w:szCs w:val="24"/>
        </w:rPr>
        <w:t xml:space="preserve">If at least one Invoice Recipient owing funds does not pay its </w:t>
      </w:r>
      <w:r w:rsidR="00205E61" w:rsidRPr="005E29E6">
        <w:rPr>
          <w:iCs/>
          <w:szCs w:val="24"/>
        </w:rPr>
        <w:t xml:space="preserve">Securitization </w:t>
      </w:r>
      <w:r w:rsidR="00205E61">
        <w:rPr>
          <w:iCs/>
          <w:szCs w:val="24"/>
        </w:rPr>
        <w:t>Uplift Charge</w:t>
      </w:r>
      <w:r w:rsidR="00205E61" w:rsidRPr="005E29E6">
        <w:rPr>
          <w:iCs/>
          <w:szCs w:val="24"/>
        </w:rPr>
        <w:t xml:space="preserve"> Initial </w:t>
      </w:r>
      <w:r w:rsidR="00205E61" w:rsidRPr="005E29E6">
        <w:rPr>
          <w:szCs w:val="24"/>
        </w:rPr>
        <w:t>Invoice in full (short-pay)</w:t>
      </w:r>
      <w:r w:rsidR="00205E61">
        <w:rPr>
          <w:szCs w:val="24"/>
        </w:rPr>
        <w:t xml:space="preserve"> by the payment due date and time set forth in Section 27.4.1</w:t>
      </w:r>
      <w:r w:rsidR="00205E61" w:rsidRPr="005E29E6">
        <w:rPr>
          <w:szCs w:val="24"/>
        </w:rPr>
        <w:t>,</w:t>
      </w:r>
      <w:r w:rsidR="00205E61">
        <w:rPr>
          <w:szCs w:val="24"/>
        </w:rPr>
        <w:t xml:space="preserve"> Securitization Uplift Charge Initial Invoices,</w:t>
      </w:r>
      <w:r w:rsidR="00205E61" w:rsidRPr="005E29E6">
        <w:rPr>
          <w:szCs w:val="24"/>
        </w:rPr>
        <w:t xml:space="preserve"> ERCOT shall follow the procedure set forth below:</w:t>
      </w:r>
      <w:r w:rsidR="00205E61" w:rsidRPr="005E29E6">
        <w:t xml:space="preserve"> </w:t>
      </w:r>
    </w:p>
    <w:p w14:paraId="543F0642" w14:textId="77777777" w:rsidR="00205E61" w:rsidRDefault="00205E61" w:rsidP="00205E61">
      <w:pPr>
        <w:pStyle w:val="BodyText"/>
        <w:ind w:left="1440" w:hanging="720"/>
      </w:pPr>
      <w:r>
        <w:t>(a)</w:t>
      </w:r>
      <w:r>
        <w:tab/>
        <w:t xml:space="preserve">ERCOT shall draw on any available Securitization Uplift Charge escrow deposit of the short-paying Securitization Uplift Charge Initial Invoice Recipient. </w:t>
      </w:r>
    </w:p>
    <w:p w14:paraId="10DFFF73" w14:textId="77777777" w:rsidR="00205E61" w:rsidRDefault="00205E61" w:rsidP="00205E61">
      <w:pPr>
        <w:pStyle w:val="BodyText"/>
        <w:ind w:left="1440" w:hanging="720"/>
      </w:pPr>
      <w:r>
        <w:t>(b)</w:t>
      </w:r>
      <w:r>
        <w:tab/>
        <w:t xml:space="preserve">If available Securitization Uplift Charge escrow deposits are insufficient to cover the short-pay amount, ERCOT may utilize Financial Security held with respect to other ERCOT market activities as determined under Section 16.11.4, </w:t>
      </w:r>
      <w:r w:rsidRPr="00BA0745">
        <w:t>Determination and Monitoring of Counter-Party Credit Exposure</w:t>
      </w:r>
      <w:r>
        <w:t xml:space="preserve">.  ERCOT may </w:t>
      </w:r>
      <w:r>
        <w:lastRenderedPageBreak/>
        <w:t xml:space="preserve">not utilize Securitization Default Charge escrow deposits to cover short-pays of Securitization Uplift Charge Initial Invoices. </w:t>
      </w:r>
    </w:p>
    <w:p w14:paraId="7C57A0B6" w14:textId="77777777" w:rsidR="00205E61" w:rsidRDefault="00205E61" w:rsidP="00205E61">
      <w:pPr>
        <w:spacing w:after="240"/>
        <w:ind w:left="1440" w:hanging="720"/>
      </w:pPr>
      <w:r>
        <w:t>(c)</w:t>
      </w:r>
      <w:r>
        <w:tab/>
        <w:t xml:space="preserve">In the event that an Invoice Recipient short-pays: </w:t>
      </w:r>
    </w:p>
    <w:p w14:paraId="48BD6053" w14:textId="77777777" w:rsidR="00205E61" w:rsidRDefault="00205E61" w:rsidP="00205E61">
      <w:pPr>
        <w:spacing w:after="240"/>
        <w:ind w:left="2160" w:hanging="720"/>
      </w:pPr>
      <w:r>
        <w:t>(i)</w:t>
      </w:r>
      <w:r>
        <w:tab/>
        <w:t xml:space="preserve">Both a Securitization Default Charge Invoice and a Securitization Uplift Charge Initial Invoice; or </w:t>
      </w:r>
    </w:p>
    <w:p w14:paraId="242533E2" w14:textId="77777777" w:rsidR="00205E61" w:rsidRDefault="00205E61" w:rsidP="00205E61">
      <w:pPr>
        <w:spacing w:after="240"/>
        <w:ind w:left="2160" w:hanging="720"/>
      </w:pPr>
      <w:r>
        <w:t>(ii)</w:t>
      </w:r>
      <w:r>
        <w:tab/>
        <w:t xml:space="preserve">One or </w:t>
      </w:r>
      <w:proofErr w:type="gramStart"/>
      <w:r>
        <w:t>both of the above</w:t>
      </w:r>
      <w:proofErr w:type="gramEnd"/>
      <w:r>
        <w:t xml:space="preserve"> securitization Invoices as well as any other ERCOT Invoice,</w:t>
      </w:r>
    </w:p>
    <w:p w14:paraId="424435E0" w14:textId="77777777" w:rsidR="00205E61" w:rsidRDefault="00205E61" w:rsidP="00205E61">
      <w:pPr>
        <w:spacing w:after="240"/>
        <w:ind w:left="1440"/>
      </w:pPr>
      <w:r>
        <w:t>and it is necessary to utilize Financial Security held with respect to other ERCOT market activities, funds drawn from Financial Security will be allocated first to cover short-pays of Invo</w:t>
      </w:r>
      <w:r w:rsidRPr="00007CCE">
        <w:t xml:space="preserve">ices for non-securitization activity.  Any remaining Financial Security will be allocated pro rata </w:t>
      </w:r>
      <w:proofErr w:type="gramStart"/>
      <w:r w:rsidRPr="00007CCE">
        <w:t>on the basis of</w:t>
      </w:r>
      <w:proofErr w:type="gramEnd"/>
      <w:r w:rsidRPr="00007CCE">
        <w:t xml:space="preserve"> unpaid Invoice amounts to Securitization Uplift Charge Initial Invoices and Securitization Default Charge Invoices</w:t>
      </w:r>
      <w:r>
        <w:t>.</w:t>
      </w:r>
    </w:p>
    <w:p w14:paraId="4DD3A4DF" w14:textId="77777777" w:rsidR="00205E61" w:rsidRDefault="00205E61" w:rsidP="00205E61">
      <w:pPr>
        <w:pStyle w:val="BodyText"/>
        <w:ind w:left="1440" w:hanging="720"/>
      </w:pPr>
      <w:r>
        <w:t>(d)</w:t>
      </w:r>
      <w:r>
        <w:tab/>
        <w:t>Regardless of whether ERCOT’s draw on an available</w:t>
      </w:r>
      <w:r w:rsidRPr="00E52E2D">
        <w:t xml:space="preserve"> Securitization </w:t>
      </w:r>
      <w:r>
        <w:t>Uplift</w:t>
      </w:r>
      <w:r w:rsidRPr="00E52E2D">
        <w:t xml:space="preserve"> Charge </w:t>
      </w:r>
      <w:r>
        <w:t>escrow deposits or other Financial Security under paragraphs (a) through (c) above is sufficient to cover the amount owed by a Market Participant for an Initial Invoice for Securitization Uplift Charges, a Market Participant’s failure to pay the</w:t>
      </w:r>
      <w:r w:rsidRPr="00DF28A1">
        <w:t xml:space="preserve"> </w:t>
      </w:r>
      <w:r>
        <w:t xml:space="preserve">Initial Invoice by the payment due date and time will still be deemed a Late Payment and Payment Breach under Section 16.11.6, Payment Breach and Late Payments by Market Participants.  </w:t>
      </w:r>
    </w:p>
    <w:p w14:paraId="4B68D853" w14:textId="216D522D" w:rsidR="00205E61" w:rsidRDefault="00205E61" w:rsidP="00205E61">
      <w:pPr>
        <w:pStyle w:val="List"/>
      </w:pPr>
      <w:r>
        <w:t>(e)</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remaining short payment amount will be taken into consideration in ERCOT’s 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w:t>
      </w:r>
      <w:r w:rsidR="00737255">
        <w:t xml:space="preserve">, </w:t>
      </w:r>
      <w:r w:rsidR="00737255" w:rsidRPr="00737255">
        <w:t>Securitization Uplift Charge</w:t>
      </w:r>
      <w:r w:rsidR="00737255">
        <w:t>,</w:t>
      </w:r>
      <w:r>
        <w:t xml:space="preserve"> that occurs after the short payment. </w:t>
      </w:r>
    </w:p>
    <w:p w14:paraId="0A054B07" w14:textId="4A50B12A" w:rsidR="0025427A" w:rsidRPr="0025427A" w:rsidRDefault="00205E61" w:rsidP="00763B23">
      <w:pPr>
        <w:spacing w:after="240"/>
        <w:ind w:left="1440" w:hanging="720"/>
        <w:rPr>
          <w:rFonts w:eastAsia="MS Mincho"/>
        </w:rPr>
      </w:pPr>
      <w:r>
        <w:t>(f)</w:t>
      </w:r>
      <w:r>
        <w:tab/>
        <w:t>Any action taken by ERCOT under this Section does not relieve or otherwise excuse the short-paying Market Participant of its obligation to fully pay all outstanding financial obligations to ERCOT, including its obligation to fully pay all Initial</w:t>
      </w:r>
      <w:r w:rsidRPr="00B130AF">
        <w:t xml:space="preserve"> Invoice</w:t>
      </w:r>
      <w:r>
        <w:t>s</w:t>
      </w:r>
      <w:r w:rsidRPr="00B130AF">
        <w:t xml:space="preserve"> for Securitization </w:t>
      </w:r>
      <w:r>
        <w:t>Uplift Charges.</w:t>
      </w:r>
    </w:p>
    <w:p w14:paraId="081C0F48" w14:textId="2C819071" w:rsidR="0025427A" w:rsidRPr="0025427A" w:rsidRDefault="0025427A" w:rsidP="00D64683">
      <w:pPr>
        <w:keepNext/>
        <w:tabs>
          <w:tab w:val="left" w:pos="1080"/>
        </w:tabs>
        <w:spacing w:before="240" w:after="240"/>
        <w:ind w:left="1080" w:hanging="1080"/>
        <w:outlineLvl w:val="2"/>
        <w:rPr>
          <w:b/>
          <w:bCs/>
          <w:i/>
        </w:rPr>
      </w:pPr>
      <w:bookmarkStart w:id="17" w:name="_Toc141428005"/>
      <w:r w:rsidRPr="0025427A">
        <w:rPr>
          <w:b/>
          <w:bCs/>
          <w:i/>
        </w:rPr>
        <w:t>27.4.5</w:t>
      </w:r>
      <w:r w:rsidRPr="0025427A">
        <w:rPr>
          <w:b/>
          <w:bCs/>
          <w:i/>
        </w:rPr>
        <w:tab/>
        <w:t>Payment Process for Securitization Uplift Charge Reallocation Invoices</w:t>
      </w:r>
      <w:bookmarkEnd w:id="17"/>
    </w:p>
    <w:p w14:paraId="3782F86D" w14:textId="77777777" w:rsidR="0025427A" w:rsidRPr="0025427A" w:rsidRDefault="0025427A" w:rsidP="0025427A">
      <w:pPr>
        <w:spacing w:after="240"/>
        <w:ind w:left="720" w:hanging="720"/>
        <w:rPr>
          <w:rFonts w:eastAsia="MS Mincho"/>
        </w:rPr>
      </w:pPr>
      <w:r w:rsidRPr="0025427A">
        <w:rPr>
          <w:rFonts w:eastAsia="MS Mincho"/>
          <w:iCs/>
        </w:rPr>
        <w:t>(1)</w:t>
      </w:r>
      <w:r w:rsidRPr="0025427A">
        <w:rPr>
          <w:rFonts w:eastAsia="MS Mincho"/>
          <w:iCs/>
        </w:rPr>
        <w:tab/>
      </w:r>
      <w:r w:rsidRPr="0025427A">
        <w:rPr>
          <w:rFonts w:eastAsia="MS Mincho"/>
        </w:rPr>
        <w:t xml:space="preserve">Payments for </w:t>
      </w:r>
      <w:r w:rsidRPr="0025427A">
        <w:rPr>
          <w:rFonts w:eastAsia="MS Mincho"/>
          <w:iCs/>
        </w:rPr>
        <w:t xml:space="preserve">Securitization Uplift Charge Reallocation </w:t>
      </w:r>
      <w:r w:rsidRPr="0025427A">
        <w:rPr>
          <w:rFonts w:eastAsia="MS Mincho"/>
        </w:rPr>
        <w:t>Invoices are due on a Business Day and Bank Business Day basis as detailed below.</w:t>
      </w:r>
    </w:p>
    <w:p w14:paraId="36813B13"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8" w:name="_Toc141428006"/>
      <w:r w:rsidRPr="0025427A">
        <w:rPr>
          <w:b/>
          <w:snapToGrid w:val="0"/>
        </w:rPr>
        <w:t>27.4.5.1</w:t>
      </w:r>
      <w:r w:rsidRPr="0025427A">
        <w:rPr>
          <w:b/>
          <w:snapToGrid w:val="0"/>
        </w:rPr>
        <w:tab/>
        <w:t xml:space="preserve">Invoice Recipient Payment to ERCOT for Securitization Uplift Charge </w:t>
      </w:r>
      <w:r w:rsidRPr="0025427A">
        <w:rPr>
          <w:b/>
          <w:snapToGrid w:val="0"/>
        </w:rPr>
        <w:lastRenderedPageBreak/>
        <w:t>Reallocation Invoices</w:t>
      </w:r>
      <w:bookmarkEnd w:id="18"/>
    </w:p>
    <w:p w14:paraId="16C41AB3"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The payment due date and time for the Securitization Uplift Charge Reallocation Invoice, with funds owed by an Invoice Recipient, is 1700 on the second Bank Business Day after the Securitization Uplift Charge Reallocation Invoice date, unless the second Bank Business Day is not a Business Day.  If the second Bank Business Day is not a Business Day, the payment is due by 1700 on the next Bank Business Day after the second Bank Business Day that is also a Business Day.</w:t>
      </w:r>
    </w:p>
    <w:p w14:paraId="7C4113D9" w14:textId="11565228"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Reallocation Invoices due, with funds owed by an Invoice Recipient, must be paid to ERCOT in USDs by EFT in immediately available or good funds (i.e., not subject to reversal) on or before the payment due date.</w:t>
      </w:r>
      <w:r w:rsidRPr="0025427A">
        <w:rPr>
          <w:rFonts w:eastAsia="MS Mincho"/>
        </w:rPr>
        <w:t xml:space="preserve">  EFTs must be with U.S. banks only.</w:t>
      </w:r>
    </w:p>
    <w:p w14:paraId="67A36F54" w14:textId="77777777" w:rsidR="0025427A" w:rsidRPr="0025427A" w:rsidRDefault="0025427A" w:rsidP="0025427A">
      <w:pPr>
        <w:spacing w:after="240"/>
        <w:ind w:left="720" w:hanging="720"/>
        <w:rPr>
          <w:rFonts w:eastAsia="MS Mincho"/>
          <w:szCs w:val="24"/>
        </w:rPr>
      </w:pPr>
      <w:r w:rsidRPr="0025427A">
        <w:rPr>
          <w:rFonts w:eastAsia="MS Mincho"/>
          <w:iCs/>
          <w:szCs w:val="24"/>
        </w:rPr>
        <w:t>(3)</w:t>
      </w:r>
      <w:r w:rsidRPr="0025427A">
        <w:rPr>
          <w:rFonts w:eastAsia="MS Mincho"/>
          <w:iCs/>
          <w:szCs w:val="24"/>
        </w:rPr>
        <w:tab/>
      </w:r>
      <w:r w:rsidRPr="0025427A">
        <w:rPr>
          <w:rFonts w:eastAsia="MS Mincho"/>
          <w:szCs w:val="24"/>
        </w:rPr>
        <w:t>The Securitization Uplift Charge Reallocation Invoices are distinct from other Invoices issued by ERCOT.  An Invoice Recipient may not net amounts owing on a Securitization Uplift Charge Reallocation Invoice with any other funds due to or from ERCOT.</w:t>
      </w:r>
    </w:p>
    <w:p w14:paraId="03F2E154" w14:textId="381018B9"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Reallocation Invoices must be made to the account listed on the </w:t>
      </w:r>
      <w:r w:rsidR="0082763E">
        <w:rPr>
          <w:rFonts w:eastAsia="MS Mincho"/>
          <w:szCs w:val="24"/>
        </w:rPr>
        <w:t>I</w:t>
      </w:r>
      <w:r w:rsidRPr="0025427A">
        <w:rPr>
          <w:rFonts w:eastAsia="MS Mincho"/>
          <w:szCs w:val="24"/>
        </w:rPr>
        <w:t>nvoice.</w:t>
      </w:r>
      <w:r w:rsidR="0082763E">
        <w:rPr>
          <w:rFonts w:eastAsia="MS Mincho"/>
          <w:szCs w:val="24"/>
        </w:rPr>
        <w:t xml:space="preserve"> </w:t>
      </w:r>
      <w:r w:rsidRPr="0025427A">
        <w:rPr>
          <w:rFonts w:eastAsia="MS Mincho"/>
          <w:szCs w:val="24"/>
        </w:rPr>
        <w:t xml:space="preserve"> The payment remarks must include the Invoice number. If payment is not made to the correct account, the payment will be rejected.  Failure to remit funds to the correct account may result in a Late Payment and Payment Breach. </w:t>
      </w:r>
    </w:p>
    <w:p w14:paraId="17BB180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9" w:name="_Toc141428007"/>
      <w:r w:rsidRPr="0025427A">
        <w:rPr>
          <w:b/>
          <w:snapToGrid w:val="0"/>
        </w:rPr>
        <w:t>27.4.5.2</w:t>
      </w:r>
      <w:r w:rsidRPr="0025427A">
        <w:rPr>
          <w:b/>
          <w:snapToGrid w:val="0"/>
        </w:rPr>
        <w:tab/>
        <w:t>ERCOT Payment to Invoice Recipients for Securitization Uplift Charge Reallocation Invoices</w:t>
      </w:r>
      <w:bookmarkEnd w:id="19"/>
    </w:p>
    <w:p w14:paraId="7F949296"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Subject to the availability of funds as discussed in paragraph (2) below, ERCOT must pay Securitization Uplift Charge Reallocation Invoices with funds owed to an Invoice Recipient by 1700 on the next Bank Business Day after payments are due for that Securitization Uplift Charge Reallocation Invoice under Section 27.4.5, Payment Process for Securitization Uplift Charge Reallocation Invoices, subject to ERCOT’s right to withhold payments for any reason set forth in these Protocols or as a matter of law, unless that next Bank Business Day is not a Business Day.  If that next Bank Business Day is not a Business Day, the payment is due on the next Bank Business Day thereafter that is also a Business Day. </w:t>
      </w:r>
    </w:p>
    <w:p w14:paraId="01C8757D"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ERCOT shall give irrevocable instructions to the ERCOT financial institution to remit to each Invoice Recipient for same day value the amounts determined by ERCOT to be available for payment to that Invoice Recipient under Section 27.4.6, Insufficient Payments by Invoice Recipients for Securitization Uplift Charge Reallocation Invoices. </w:t>
      </w:r>
    </w:p>
    <w:p w14:paraId="024FEC98" w14:textId="77777777" w:rsidR="0025427A" w:rsidRPr="0025427A" w:rsidRDefault="0025427A" w:rsidP="0025427A">
      <w:pPr>
        <w:keepNext/>
        <w:tabs>
          <w:tab w:val="left" w:pos="1080"/>
        </w:tabs>
        <w:spacing w:before="240" w:after="240"/>
        <w:ind w:left="1080" w:hanging="1080"/>
        <w:outlineLvl w:val="2"/>
        <w:rPr>
          <w:b/>
          <w:bCs/>
          <w:i/>
        </w:rPr>
      </w:pPr>
      <w:bookmarkStart w:id="20" w:name="_Toc141428008"/>
      <w:r w:rsidRPr="0025427A">
        <w:rPr>
          <w:b/>
          <w:bCs/>
          <w:i/>
        </w:rPr>
        <w:lastRenderedPageBreak/>
        <w:t>27.4.6</w:t>
      </w:r>
      <w:r w:rsidRPr="0025427A">
        <w:rPr>
          <w:b/>
          <w:bCs/>
          <w:i/>
        </w:rPr>
        <w:tab/>
        <w:t>Insufficient Payments by Invoice Recipients for Securitization Uplift Charge Reallocation Invoices</w:t>
      </w:r>
      <w:bookmarkEnd w:id="20"/>
    </w:p>
    <w:p w14:paraId="4F342ED4"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If at least one Invoice Recipient owing funds does not pay its </w:t>
      </w:r>
      <w:r w:rsidRPr="0025427A">
        <w:rPr>
          <w:rFonts w:eastAsia="MS Mincho"/>
          <w:iCs/>
        </w:rPr>
        <w:t xml:space="preserve">Securitization Uplift Charge Reallocation </w:t>
      </w:r>
      <w:r w:rsidRPr="0025427A">
        <w:rPr>
          <w:rFonts w:eastAsia="MS Mincho"/>
        </w:rPr>
        <w:t>Invoice in full (short-pay), ERCOT shall follow the procedure set forth below:</w:t>
      </w:r>
    </w:p>
    <w:p w14:paraId="1FF560EA"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 xml:space="preserve">ERCOT shall make every reasonable attempt to collect payment from each short-paying Invoice Recipient before any payments owed by ERCOT for that Securitization Uplift Charge Reallocation Invoice are due to be paid to applicable Invoice Recipient(s). </w:t>
      </w:r>
    </w:p>
    <w:p w14:paraId="2393C468" w14:textId="77777777" w:rsidR="0025427A" w:rsidRPr="0025427A" w:rsidRDefault="0025427A" w:rsidP="0025427A">
      <w:pPr>
        <w:tabs>
          <w:tab w:val="left" w:pos="1440"/>
        </w:tabs>
        <w:spacing w:after="240"/>
        <w:ind w:left="1440" w:hanging="720"/>
        <w:rPr>
          <w:rFonts w:eastAsia="MS Mincho"/>
        </w:rPr>
      </w:pPr>
      <w:r w:rsidRPr="0025427A">
        <w:rPr>
          <w:rFonts w:eastAsia="MS Mincho"/>
        </w:rPr>
        <w:t>(b)</w:t>
      </w:r>
      <w:r w:rsidRPr="0025427A">
        <w:rPr>
          <w:rFonts w:eastAsia="MS Mincho"/>
        </w:rPr>
        <w:tab/>
        <w:t xml:space="preserve">ERCOT shall draw on any available Financial Security, other than Securitization Default Charge escrow deposits or Securitization Uplift Charge escrow deposits, pledged to ERCOT by the short-paying Invoice Recipient.  </w:t>
      </w:r>
    </w:p>
    <w:p w14:paraId="76E2839F"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 xml:space="preserve">Regardless of whether ERCOT’s draw on available Financial Security under paragraph (b) above is sufficient to cover the amount owed by a Market Participant for a </w:t>
      </w:r>
      <w:r w:rsidRPr="0025427A">
        <w:rPr>
          <w:rFonts w:eastAsia="MS Mincho"/>
          <w:iCs/>
        </w:rPr>
        <w:t xml:space="preserve">Securitization </w:t>
      </w:r>
      <w:r w:rsidRPr="0025427A">
        <w:rPr>
          <w:rFonts w:eastAsia="MS Mincho"/>
        </w:rPr>
        <w:t>Uplift Charges, a Market Participant’s failure to pay the Invoice by the payment due date and time will still be deemed a Payment Breach under Section 16.11.6, Payment Breach and Late Payments by Market Participants.</w:t>
      </w:r>
    </w:p>
    <w:p w14:paraId="6AE073A7"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ERCOT shall offset or recoup any amounts owed, or to be owed, by ERCOT for a Securitization Uplift Charge Reallocation Invoice to a short-paying Invoice Recipient, and ERCOT shall apply the amount offset or recouped to cover payment shortfalls by that Invoice Recipient for Invoices other than Securitization Uplift Charge Initial Invoices and Securitization Default Charge Invoices.</w:t>
      </w:r>
    </w:p>
    <w:p w14:paraId="3FC1C87A"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t>(e)</w:t>
      </w:r>
      <w:r w:rsidRPr="0025427A">
        <w:rPr>
          <w:rFonts w:ascii="TimesNewRomanPSMT" w:eastAsia="MS Mincho" w:hAnsi="TimesNewRomanPSMT"/>
          <w:iCs/>
        </w:rPr>
        <w:tab/>
        <w:t xml:space="preserve">If, after taking the actions set forth in the paragraphs above, and subject to paragraph (f) below, ERCOT still does not have sufficient funds to pay all amounts that it owes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shall reduce payments to all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owed monies from ERCOT.  The reductions shall be based on a pro rata basis of monies owed to each </w:t>
      </w:r>
      <w:r w:rsidRPr="0025427A">
        <w:rPr>
          <w:rFonts w:eastAsia="MS Mincho"/>
          <w:iCs/>
        </w:rPr>
        <w:t xml:space="preserve">Securitization Uplift Charge Reallocation </w:t>
      </w:r>
      <w:r w:rsidRPr="0025427A">
        <w:rPr>
          <w:rFonts w:ascii="TimesNewRomanPSMT" w:eastAsia="MS Mincho" w:hAnsi="TimesNewRomanPSMT"/>
          <w:iCs/>
        </w:rPr>
        <w:t>Invoice Recipient, to the extent necessary to clear ERCOT’s accounts on the payment due date to achieve revenue neutrality for ERCOT as to Securitization Uplift Charge</w:t>
      </w:r>
      <w:r w:rsidRPr="0025427A">
        <w:rPr>
          <w:rFonts w:eastAsia="MS Mincho"/>
          <w:iCs/>
        </w:rPr>
        <w:t xml:space="preserve"> Reallocation</w:t>
      </w:r>
      <w:r w:rsidRPr="0025427A">
        <w:rPr>
          <w:rFonts w:ascii="TimesNewRomanPSMT" w:eastAsia="MS Mincho" w:hAnsi="TimesNewRomanPSMT"/>
          <w:iCs/>
        </w:rPr>
        <w:t xml:space="preserve"> Invoices.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sidRPr="0025427A">
        <w:rPr>
          <w:rFonts w:eastAsia="MS Mincho"/>
          <w:iCs/>
        </w:rPr>
        <w:t xml:space="preserve">Securitization Uplift Charge Reallocation </w:t>
      </w:r>
      <w:r w:rsidRPr="0025427A">
        <w:rPr>
          <w:rFonts w:ascii="TimesNewRomanPSMT" w:eastAsia="MS Mincho" w:hAnsi="TimesNewRomanPSMT"/>
          <w:iCs/>
        </w:rPr>
        <w:t>Invoice.</w:t>
      </w:r>
    </w:p>
    <w:p w14:paraId="0834BF13"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lastRenderedPageBreak/>
        <w:t>(f)</w:t>
      </w:r>
      <w:r w:rsidRPr="0025427A">
        <w:rPr>
          <w:rFonts w:ascii="TimesNewRomanPSMT" w:eastAsia="MS Mincho" w:hAnsi="TimesNewRomanPSMT"/>
          <w:iCs/>
        </w:rPr>
        <w:tab/>
        <w:t xml:space="preserve">For a short-paying Market Participant whose Standard Form Market Participant Agreement has been terminated, if, after taking the actions set forth in the paragraphs (a) through (d) above, ERCOT still does not have sufficient funds to pay amounts owed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will draw on any Securitization Uplift Charge escrow deposit amounts remaining after all Securitization Uplift Charge Initial Invoices for the short-paying Market Participant have been paid in full, in order to recover remaining unpaid Securitization Uplift Charge Reallocation Invoice amounts.  </w:t>
      </w:r>
    </w:p>
    <w:p w14:paraId="6A92EBB4" w14:textId="77777777" w:rsidR="0025427A" w:rsidRPr="0025427A" w:rsidRDefault="0025427A" w:rsidP="0025427A">
      <w:pPr>
        <w:keepNext/>
        <w:tabs>
          <w:tab w:val="left" w:pos="1080"/>
        </w:tabs>
        <w:spacing w:before="240" w:after="240"/>
        <w:ind w:left="1080" w:hanging="1080"/>
        <w:outlineLvl w:val="2"/>
        <w:rPr>
          <w:b/>
          <w:bCs/>
          <w:i/>
        </w:rPr>
      </w:pPr>
      <w:bookmarkStart w:id="21" w:name="_Toc141428009"/>
      <w:r w:rsidRPr="0025427A">
        <w:rPr>
          <w:b/>
          <w:bCs/>
          <w:i/>
        </w:rPr>
        <w:t>27.4.7</w:t>
      </w:r>
      <w:r w:rsidRPr="0025427A">
        <w:rPr>
          <w:b/>
          <w:bCs/>
          <w:i/>
        </w:rPr>
        <w:tab/>
        <w:t>Enforcing the Financial Security of a Short-Paying Reallocation Invoice Recipient</w:t>
      </w:r>
      <w:bookmarkEnd w:id="21"/>
    </w:p>
    <w:p w14:paraId="21695440"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ERCOT shall make reasonable efforts to enforce the Financial Security of the short-paying Securitization Uplift Charge Reallocation Invoice Recipient (pursuant to Section 16.11.6, Payment Breach and Late Payments by Market Participants) to the extent necessary to cover the short-pay.  A short-paying Invoice Recipient shall restore the level of its Financial Security as required under Section 27.5.2, ERCOT Securitization Uplift Charge Initial Invoice Credit Requirements for Counter-Parties.</w:t>
      </w:r>
    </w:p>
    <w:p w14:paraId="60D1D864" w14:textId="77777777" w:rsidR="0025427A" w:rsidRPr="0025427A" w:rsidRDefault="0025427A" w:rsidP="0025427A">
      <w:pPr>
        <w:keepNext/>
        <w:tabs>
          <w:tab w:val="left" w:pos="900"/>
        </w:tabs>
        <w:spacing w:before="240" w:after="240"/>
        <w:ind w:left="900" w:hanging="900"/>
        <w:outlineLvl w:val="1"/>
        <w:rPr>
          <w:b/>
        </w:rPr>
      </w:pPr>
      <w:bookmarkStart w:id="22" w:name="_Toc141428010"/>
      <w:r w:rsidRPr="0025427A">
        <w:rPr>
          <w:b/>
        </w:rPr>
        <w:t>27.5</w:t>
      </w:r>
      <w:r w:rsidRPr="0025427A">
        <w:rPr>
          <w:b/>
        </w:rPr>
        <w:tab/>
        <w:t>Securitization Uplift Charge Initial Invoice Escrow Deposit Requirements</w:t>
      </w:r>
      <w:bookmarkEnd w:id="22"/>
    </w:p>
    <w:p w14:paraId="6D67568F" w14:textId="77777777" w:rsidR="0025427A" w:rsidRPr="0025427A" w:rsidRDefault="0025427A" w:rsidP="0025427A">
      <w:pPr>
        <w:keepNext/>
        <w:tabs>
          <w:tab w:val="left" w:pos="1080"/>
        </w:tabs>
        <w:spacing w:before="240" w:after="240"/>
        <w:ind w:left="1080" w:hanging="1080"/>
        <w:outlineLvl w:val="2"/>
        <w:rPr>
          <w:b/>
          <w:bCs/>
          <w:i/>
        </w:rPr>
      </w:pPr>
      <w:bookmarkStart w:id="23" w:name="_Toc141428011"/>
      <w:r w:rsidRPr="0025427A">
        <w:rPr>
          <w:b/>
          <w:bCs/>
          <w:i/>
        </w:rPr>
        <w:t>27.5.1</w:t>
      </w:r>
      <w:r w:rsidRPr="0025427A">
        <w:rPr>
          <w:b/>
          <w:bCs/>
          <w:i/>
        </w:rPr>
        <w:tab/>
        <w:t>Securitization Uplift Charge Initial Invoice Escrow Deposits</w:t>
      </w:r>
      <w:bookmarkEnd w:id="23"/>
    </w:p>
    <w:p w14:paraId="30708ACF" w14:textId="77777777" w:rsidR="0025427A" w:rsidRPr="0025427A" w:rsidRDefault="0025427A" w:rsidP="0025427A">
      <w:pPr>
        <w:spacing w:after="240"/>
        <w:ind w:left="720" w:hanging="720"/>
        <w:rPr>
          <w:rFonts w:eastAsia="MS Mincho"/>
          <w:bCs/>
          <w:iCs/>
        </w:rPr>
      </w:pPr>
      <w:r w:rsidRPr="0025427A">
        <w:rPr>
          <w:rFonts w:eastAsia="MS Mincho"/>
          <w:bCs/>
          <w:iCs/>
        </w:rPr>
        <w:t>(1)</w:t>
      </w:r>
      <w:r w:rsidRPr="0025427A">
        <w:rPr>
          <w:rFonts w:eastAsia="MS Mincho"/>
          <w:bCs/>
          <w:iCs/>
        </w:rPr>
        <w:tab/>
        <w:t>The term “Securitization Uplift Charge escrow deposit” means the amount required to be deposited with ERCOT in the form of cash or an unconditional, irrevocable letter of credit to be held in escrow for a Market Participant’s obligation to pay Securitization Uplift Charge Initial Invoices.</w:t>
      </w:r>
    </w:p>
    <w:p w14:paraId="6889FF8A" w14:textId="77777777" w:rsidR="0025427A" w:rsidRPr="0025427A" w:rsidRDefault="0025427A" w:rsidP="0025427A">
      <w:pPr>
        <w:spacing w:after="240"/>
        <w:ind w:left="720" w:hanging="720"/>
        <w:rPr>
          <w:rFonts w:eastAsia="MS Mincho"/>
          <w:bCs/>
          <w:iCs/>
        </w:rPr>
      </w:pPr>
      <w:r w:rsidRPr="0025427A">
        <w:rPr>
          <w:rFonts w:eastAsia="MS Mincho"/>
          <w:bCs/>
          <w:iCs/>
        </w:rPr>
        <w:t>(2)</w:t>
      </w:r>
      <w:r w:rsidRPr="0025427A">
        <w:rPr>
          <w:rFonts w:eastAsia="MS Mincho"/>
          <w:bCs/>
          <w:iCs/>
        </w:rPr>
        <w:tab/>
        <w:t xml:space="preserve">Although ERCOT is the servicer for the assessment and collection of Securitization Uplift Charges, by providing escrow deposits pursuant to this Section each Counter-Party grants the Texas Electric Market Stabilization Funding N LLC (TEMSFN) a secured interest in Securitization Uplift Charge escrow deposits to secure its obligation to pay the same. </w:t>
      </w:r>
    </w:p>
    <w:p w14:paraId="111D30E5" w14:textId="77777777" w:rsidR="0025427A" w:rsidRPr="0025427A" w:rsidRDefault="0025427A" w:rsidP="0025427A">
      <w:pPr>
        <w:spacing w:after="240"/>
        <w:ind w:left="720" w:hanging="720"/>
        <w:rPr>
          <w:rFonts w:eastAsia="MS Mincho"/>
          <w:bCs/>
          <w:iCs/>
        </w:rPr>
      </w:pPr>
      <w:r w:rsidRPr="0025427A">
        <w:rPr>
          <w:rFonts w:eastAsia="MS Mincho"/>
          <w:bCs/>
          <w:iCs/>
        </w:rPr>
        <w:t>(3)</w:t>
      </w:r>
      <w:r w:rsidRPr="0025427A">
        <w:rPr>
          <w:rFonts w:eastAsia="MS Mincho"/>
          <w:bCs/>
          <w:iCs/>
        </w:rPr>
        <w:tab/>
        <w:t>The secured interest of TEMSFN is perfected upon a Counter-Party’s deposit of cash or a letter of credit pursuant to this Section.</w:t>
      </w:r>
    </w:p>
    <w:p w14:paraId="27E979EA" w14:textId="77777777" w:rsidR="0025427A" w:rsidRPr="0025427A" w:rsidRDefault="0025427A" w:rsidP="0025427A">
      <w:pPr>
        <w:keepNext/>
        <w:tabs>
          <w:tab w:val="left" w:pos="1080"/>
        </w:tabs>
        <w:spacing w:before="240" w:after="240"/>
        <w:ind w:left="1080" w:hanging="1080"/>
        <w:outlineLvl w:val="2"/>
        <w:rPr>
          <w:b/>
          <w:bCs/>
          <w:i/>
        </w:rPr>
      </w:pPr>
      <w:bookmarkStart w:id="24" w:name="_Toc141428012"/>
      <w:r w:rsidRPr="0025427A">
        <w:rPr>
          <w:b/>
          <w:bCs/>
          <w:i/>
        </w:rPr>
        <w:t>27.5.2</w:t>
      </w:r>
      <w:r w:rsidRPr="0025427A">
        <w:rPr>
          <w:b/>
          <w:bCs/>
          <w:i/>
        </w:rPr>
        <w:tab/>
        <w:t>ERCOT Securitization Uplift Charge Initial Invoice Credit Requirements for Counter-Parties</w:t>
      </w:r>
      <w:bookmarkEnd w:id="24"/>
    </w:p>
    <w:p w14:paraId="42F6CCBE"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A Counter-Party must, at all times, maintain its Securitization Uplift Charge escrow deposit at </w:t>
      </w:r>
      <w:r w:rsidRPr="0025427A">
        <w:rPr>
          <w:rFonts w:eastAsia="MS Mincho"/>
          <w:bCs/>
          <w:iCs/>
        </w:rPr>
        <w:t>or</w:t>
      </w:r>
      <w:r w:rsidRPr="0025427A">
        <w:rPr>
          <w:rFonts w:eastAsia="MS Mincho"/>
        </w:rPr>
        <w:t xml:space="preserve"> above the amount of its Load-Allocated Securitization Uplift Charge Credit Exposure (LASUCCE), as determined pursuant to Section 27.5.4, Determination of Securitization Uplift Charge Credit Exposure for a Counter-Party.  Each Counter-Party shall maintain any required Securitization Uplift Charge escrow deposit in a form </w:t>
      </w:r>
      <w:r w:rsidRPr="0025427A">
        <w:rPr>
          <w:rFonts w:eastAsia="MS Mincho"/>
        </w:rPr>
        <w:lastRenderedPageBreak/>
        <w:t xml:space="preserve">acceptable to ERCOT in its sole discretion pursuant to Section 27.5.3, </w:t>
      </w:r>
      <w:r w:rsidRPr="0025427A">
        <w:t>Means of Satisfying Securitization Uplift Charge Initial Invoice Credit Requirements,</w:t>
      </w:r>
      <w:r w:rsidRPr="0025427A">
        <w:rPr>
          <w:rFonts w:eastAsia="MS Mincho"/>
        </w:rPr>
        <w:t xml:space="preserve"> below.  </w:t>
      </w:r>
    </w:p>
    <w:p w14:paraId="11195A7C"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If at any time the Counter-Party does not meet ERCOT’s LASUCCE requirements, then the Counter-Party will be considered to be in Payment Breach and ERCOT may suspend the Counter-Party’s rights and/or take other action authorized under these Protocols until the Counter-Party meets the LASUCCE requirements.</w:t>
      </w:r>
    </w:p>
    <w:p w14:paraId="14B10923" w14:textId="62475D51" w:rsidR="0025427A" w:rsidRPr="0025427A" w:rsidRDefault="0025427A" w:rsidP="0025427A">
      <w:pPr>
        <w:spacing w:after="240"/>
        <w:ind w:left="720" w:hanging="720"/>
        <w:rPr>
          <w:rFonts w:eastAsia="MS Mincho"/>
        </w:rPr>
      </w:pPr>
      <w:r w:rsidRPr="0025427A">
        <w:rPr>
          <w:rFonts w:eastAsia="MS Mincho"/>
        </w:rPr>
        <w:t>(3)</w:t>
      </w:r>
      <w:r w:rsidRPr="0025427A">
        <w:rPr>
          <w:rFonts w:eastAsia="MS Mincho"/>
        </w:rPr>
        <w:tab/>
        <w:t xml:space="preserve">ERCOT’s failure to suspend a Counter-Party’s rights on any particular occasion does not prevent ERCOT from suspending those rights on any subsequent occasion, including a </w:t>
      </w:r>
      <w:r w:rsidR="0082763E">
        <w:rPr>
          <w:rFonts w:eastAsia="MS Mincho"/>
        </w:rPr>
        <w:t>Congestion Revenue Right (</w:t>
      </w:r>
      <w:r w:rsidRPr="0025427A">
        <w:rPr>
          <w:rFonts w:eastAsia="MS Mincho"/>
        </w:rPr>
        <w:t>CRR</w:t>
      </w:r>
      <w:r w:rsidR="0082763E">
        <w:rPr>
          <w:rFonts w:eastAsia="MS Mincho"/>
        </w:rPr>
        <w:t>)</w:t>
      </w:r>
      <w:r w:rsidRPr="0025427A">
        <w:rPr>
          <w:rFonts w:eastAsia="MS Mincho"/>
        </w:rPr>
        <w:t xml:space="preserve"> Account Holder’s ability to bid on future CRRs or a Qualified Scheduling Entity’s (QSE’s) ability to bid in the Day-Ahead Market (DAM). </w:t>
      </w:r>
    </w:p>
    <w:p w14:paraId="66B83F22" w14:textId="77777777" w:rsidR="0025427A" w:rsidRPr="0025427A" w:rsidRDefault="0025427A" w:rsidP="0025427A">
      <w:pPr>
        <w:keepNext/>
        <w:tabs>
          <w:tab w:val="left" w:pos="1080"/>
        </w:tabs>
        <w:spacing w:before="240" w:after="240"/>
        <w:ind w:left="1080" w:hanging="1080"/>
        <w:outlineLvl w:val="2"/>
        <w:rPr>
          <w:b/>
          <w:bCs/>
          <w:i/>
        </w:rPr>
      </w:pPr>
      <w:bookmarkStart w:id="25" w:name="_Toc141428013"/>
      <w:r w:rsidRPr="0025427A">
        <w:rPr>
          <w:b/>
          <w:bCs/>
          <w:i/>
        </w:rPr>
        <w:t>27.5.3</w:t>
      </w:r>
      <w:r w:rsidRPr="0025427A">
        <w:rPr>
          <w:b/>
          <w:bCs/>
          <w:i/>
        </w:rPr>
        <w:tab/>
        <w:t>Means of Satisfying Securitization Uplift Charge Initial Invoice Credit Requirements</w:t>
      </w:r>
      <w:bookmarkEnd w:id="25"/>
    </w:p>
    <w:p w14:paraId="455AD6C4" w14:textId="77777777" w:rsidR="0025427A" w:rsidRPr="0025427A" w:rsidRDefault="0025427A" w:rsidP="0025427A">
      <w:pPr>
        <w:spacing w:after="240"/>
        <w:ind w:left="702" w:hanging="702"/>
        <w:rPr>
          <w:rFonts w:eastAsia="MS Mincho"/>
        </w:rPr>
      </w:pPr>
      <w:r w:rsidRPr="0025427A">
        <w:rPr>
          <w:rFonts w:eastAsia="MS Mincho"/>
        </w:rPr>
        <w:t>(1)</w:t>
      </w:r>
      <w:r w:rsidRPr="0025427A">
        <w:rPr>
          <w:rFonts w:eastAsia="MS Mincho"/>
        </w:rPr>
        <w:tab/>
        <w:t>If a Counter-Party is required to provide a Securitization Uplift Charge escrow deposit, then it may do so through one or both of the following means:</w:t>
      </w:r>
    </w:p>
    <w:p w14:paraId="48EDE7C2" w14:textId="6D511EA8"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The Counter-Party may give an unconditional, irrevocable letter of credit naming TEMSFN as the beneficiary.  ERCOT or the TEMSFN may reject the letter of credit if the issuer is unacceptable to ERCOT or the TEMSFN or if the conditions under which ERCOT or TEMSFN may draw against the letter of credit are unacceptable to ERCOT or TEMSFN.</w:t>
      </w:r>
    </w:p>
    <w:p w14:paraId="69E0CD0C" w14:textId="6512D99D"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All letters of credit must be drawn on a U.S. domestic bank or a domestic office of a foreign bank, and must meet the requirements in Section 16.11.3, Alternative Means of Satisfying ERCOT Creditworthiness Requirement</w:t>
      </w:r>
      <w:r w:rsidR="0082763E">
        <w:rPr>
          <w:rFonts w:eastAsia="MS Mincho"/>
        </w:rPr>
        <w:t>s</w:t>
      </w:r>
      <w:r w:rsidRPr="0025427A">
        <w:rPr>
          <w:rFonts w:eastAsia="MS Mincho"/>
        </w:rPr>
        <w:t xml:space="preserve">. </w:t>
      </w:r>
    </w:p>
    <w:p w14:paraId="702741D0"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Letters of credit held as Securitization Uplift Charge escrow deposits are subject to letter of credit issuer limits as specified in paragraph (1) of Section 16.11.3.</w:t>
      </w:r>
    </w:p>
    <w:p w14:paraId="2D14BD74"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 xml:space="preserve">The Counter-Party may deposit cash with TEMSFN through ERCOT 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p>
    <w:p w14:paraId="0FB4CC68" w14:textId="77777777" w:rsidR="0025427A" w:rsidRPr="0025427A" w:rsidRDefault="0025427A" w:rsidP="0025427A">
      <w:pPr>
        <w:spacing w:after="240"/>
        <w:ind w:left="2160" w:hanging="720"/>
        <w:rPr>
          <w:rFonts w:eastAsia="MS Mincho"/>
          <w:szCs w:val="24"/>
        </w:rPr>
      </w:pPr>
      <w:r w:rsidRPr="0025427A">
        <w:rPr>
          <w:rFonts w:eastAsia="MS Mincho"/>
          <w:szCs w:val="24"/>
        </w:rPr>
        <w:t>(i)</w:t>
      </w:r>
      <w:r w:rsidRPr="0025427A">
        <w:rPr>
          <w:rFonts w:eastAsia="MS Mincho"/>
          <w:szCs w:val="24"/>
        </w:rPr>
        <w:tab/>
        <w:t>Interest on cash deposited pursuant to this Section will be calculated based on Counter-Party average cash deposit balances.  Interest is not paid on cash deposit balances held by TEMSFN 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p>
    <w:p w14:paraId="26126D47" w14:textId="0AAF43AA" w:rsidR="0025427A" w:rsidRPr="0025427A" w:rsidRDefault="0025427A" w:rsidP="0025427A">
      <w:pPr>
        <w:spacing w:after="240"/>
        <w:ind w:left="2160" w:hanging="720"/>
        <w:rPr>
          <w:rFonts w:eastAsia="MS Mincho"/>
          <w:szCs w:val="24"/>
        </w:rPr>
      </w:pPr>
      <w:r w:rsidRPr="0025427A">
        <w:rPr>
          <w:rFonts w:eastAsia="MS Mincho"/>
          <w:szCs w:val="24"/>
        </w:rPr>
        <w:lastRenderedPageBreak/>
        <w:t>(ii)</w:t>
      </w:r>
      <w:r w:rsidRPr="0025427A">
        <w:rPr>
          <w:rFonts w:eastAsia="MS Mincho"/>
          <w:szCs w:val="24"/>
        </w:rPr>
        <w:tab/>
        <w:t xml:space="preserve">Once per year, ERCOT will return interest earned on a Counter-Party’s cash deposits pursuant to this </w:t>
      </w:r>
      <w:r w:rsidR="0082763E">
        <w:rPr>
          <w:rFonts w:eastAsia="MS Mincho"/>
          <w:szCs w:val="24"/>
        </w:rPr>
        <w:t>S</w:t>
      </w:r>
      <w:r w:rsidRPr="0025427A">
        <w:rPr>
          <w:rFonts w:eastAsia="MS Mincho"/>
          <w:szCs w:val="24"/>
        </w:rPr>
        <w:t>ection to the Counter-Party.</w:t>
      </w:r>
    </w:p>
    <w:p w14:paraId="2BF6F8D0"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Securitization Uplift Charge escrow deposits are held solely for the purpose of collateralizing Securitization Uplift Charge Credit Exposure and shall not be used for any other purpose.  They are independent of and in addition to any other Financial Security obligations of the Counter-Party arising under Section 16.11, Financial Security for Counter-Parties, or Section 26, Securitization Default Charges. </w:t>
      </w:r>
    </w:p>
    <w:p w14:paraId="135A5E89" w14:textId="78ECF10F" w:rsidR="00C56B8F" w:rsidRDefault="00C56B8F" w:rsidP="0025427A">
      <w:pPr>
        <w:spacing w:after="240"/>
        <w:ind w:left="720" w:hanging="720"/>
        <w:rPr>
          <w:rFonts w:eastAsia="MS Mincho"/>
        </w:rPr>
      </w:pPr>
      <w:r w:rsidRPr="00C56B8F">
        <w:rPr>
          <w:rFonts w:eastAsia="MS Mincho"/>
        </w:rPr>
        <w:t>(3)</w:t>
      </w:r>
      <w:r w:rsidRPr="00C56B8F">
        <w:rPr>
          <w:rFonts w:eastAsia="MS Mincho"/>
        </w:rPr>
        <w:tab/>
        <w:t xml:space="preserve">Funds provided for Securitization Uplift Charge escrow deposits must be made to the account designated for Securitization Uplift Charge escrow deposits.  If a payment is not made to the correct account, ERCOT is not responsible for transferring the funds to the correct escrow deposit account. </w:t>
      </w:r>
      <w:r>
        <w:rPr>
          <w:rFonts w:eastAsia="MS Mincho"/>
        </w:rPr>
        <w:t xml:space="preserve"> </w:t>
      </w:r>
      <w:r w:rsidRPr="00C56B8F">
        <w:rPr>
          <w:rFonts w:eastAsia="MS Mincho"/>
        </w:rPr>
        <w:t xml:space="preserve">Failure to remit funds to the correct account by the date and time required will result in a Late Payment and/or Payment </w:t>
      </w:r>
      <w:r w:rsidR="00763B23">
        <w:rPr>
          <w:rFonts w:eastAsia="MS Mincho"/>
        </w:rPr>
        <w:t>B</w:t>
      </w:r>
      <w:r w:rsidRPr="00C56B8F">
        <w:rPr>
          <w:rFonts w:eastAsia="MS Mincho"/>
        </w:rPr>
        <w:t>reach.</w:t>
      </w:r>
    </w:p>
    <w:p w14:paraId="3CB409FF" w14:textId="5C11F9E8"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4</w:t>
      </w:r>
      <w:r w:rsidRPr="0025427A">
        <w:rPr>
          <w:rFonts w:eastAsia="MS Mincho"/>
        </w:rPr>
        <w:t>)</w:t>
      </w:r>
      <w:r w:rsidRPr="0025427A">
        <w:rPr>
          <w:rFonts w:eastAsia="MS Mincho"/>
        </w:rPr>
        <w:tab/>
        <w:t>A Counter-Party with excess cash with respect to Securitization Uplift Charge escrow deposit requirements may request ERCOT to return some or all of the excess cash to the Counter-Party.</w:t>
      </w:r>
    </w:p>
    <w:p w14:paraId="61F04B95" w14:textId="38AD2242"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5</w:t>
      </w:r>
      <w:r w:rsidRPr="0025427A">
        <w:rPr>
          <w:rFonts w:eastAsia="MS Mincho"/>
        </w:rPr>
        <w:t>)</w:t>
      </w:r>
      <w:r w:rsidRPr="0025427A">
        <w:rPr>
          <w:rFonts w:eastAsia="MS Mincho"/>
        </w:rPr>
        <w:tab/>
        <w:t>Securitization Uplift Charge escrow deposits will not be used to pay periodic Securitization Uplift Charge Initial Invoices unless there is an insufficient payment by the Invoice Recipient, in accordance with Section 27.4.4</w:t>
      </w:r>
      <w:r w:rsidR="0082763E">
        <w:rPr>
          <w:rFonts w:eastAsia="MS Mincho"/>
        </w:rPr>
        <w:t xml:space="preserve">, </w:t>
      </w:r>
      <w:r w:rsidR="0082763E" w:rsidRPr="0082763E">
        <w:rPr>
          <w:rFonts w:eastAsia="MS Mincho"/>
        </w:rPr>
        <w:t>Insufficient Payments by Invoice Recipients for Securitization Uplift Charge Initial Invoices</w:t>
      </w:r>
      <w:r w:rsidRPr="0025427A">
        <w:rPr>
          <w:rFonts w:eastAsia="MS Mincho"/>
        </w:rPr>
        <w:t>.</w:t>
      </w:r>
    </w:p>
    <w:p w14:paraId="5A908C10" w14:textId="650803CF" w:rsidR="0025427A" w:rsidRPr="0025427A" w:rsidRDefault="0025427A" w:rsidP="0025427A">
      <w:pPr>
        <w:tabs>
          <w:tab w:val="left" w:pos="720"/>
        </w:tabs>
        <w:spacing w:after="240"/>
        <w:ind w:left="720" w:hanging="720"/>
        <w:rPr>
          <w:rFonts w:eastAsia="MS Mincho"/>
        </w:rPr>
      </w:pPr>
      <w:r w:rsidRPr="0025427A">
        <w:rPr>
          <w:rFonts w:eastAsia="MS Mincho"/>
        </w:rPr>
        <w:t>(</w:t>
      </w:r>
      <w:r w:rsidR="00C56B8F">
        <w:rPr>
          <w:rFonts w:eastAsia="MS Mincho"/>
        </w:rPr>
        <w:t>6</w:t>
      </w:r>
      <w:r w:rsidRPr="0025427A">
        <w:rPr>
          <w:rFonts w:eastAsia="MS Mincho"/>
        </w:rPr>
        <w:t>)</w:t>
      </w:r>
      <w:r w:rsidRPr="0025427A">
        <w:rPr>
          <w:rFonts w:eastAsia="MS Mincho"/>
        </w:rPr>
        <w:tab/>
        <w:t>Cash collateral posted in accordance with Section 16.11.3 may be used to pay Securitization Uplift Charge Reallocation Invoices.</w:t>
      </w:r>
    </w:p>
    <w:p w14:paraId="765A2218" w14:textId="7F870120" w:rsidR="0025427A" w:rsidRPr="0025427A" w:rsidRDefault="0025427A" w:rsidP="0025427A">
      <w:pPr>
        <w:tabs>
          <w:tab w:val="left" w:pos="720"/>
        </w:tabs>
        <w:spacing w:after="240"/>
        <w:ind w:left="720" w:hanging="720"/>
        <w:rPr>
          <w:rFonts w:eastAsia="MS Mincho"/>
        </w:rPr>
      </w:pPr>
      <w:r w:rsidRPr="0025427A">
        <w:rPr>
          <w:rFonts w:eastAsia="MS Mincho"/>
        </w:rPr>
        <w:t>(</w:t>
      </w:r>
      <w:r w:rsidR="00C56B8F">
        <w:rPr>
          <w:rFonts w:eastAsia="MS Mincho"/>
        </w:rPr>
        <w:t>7</w:t>
      </w:r>
      <w:r w:rsidRPr="0025427A">
        <w:rPr>
          <w:rFonts w:eastAsia="MS Mincho"/>
        </w:rPr>
        <w:t>)</w:t>
      </w:r>
      <w:r w:rsidRPr="0025427A">
        <w:rPr>
          <w:rFonts w:eastAsia="MS Mincho"/>
        </w:rPr>
        <w:tab/>
        <w:t>Securitization Uplift Charge escrow deposits in excess of the Securitization Uplift Charge Credit Exposure requirement shall not be used to cover insufficient payments of Settlement Invoices for:</w:t>
      </w:r>
    </w:p>
    <w:p w14:paraId="7ADADC37"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ERCOT market activities under Section 9.19, Partial Payments by Invoice Recipients;</w:t>
      </w:r>
    </w:p>
    <w:p w14:paraId="393F2098" w14:textId="77777777"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Requests for additional Financial Security made in accordance with paragraph (6) of Section 16.11.5, Monitoring of a Counter-Party’s Creditworthiness and Credit Exposure by ERCOT;</w:t>
      </w:r>
    </w:p>
    <w:p w14:paraId="45D22F60" w14:textId="5C717A71"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Insufficient payments of Securitization Default Charge Invoices under Section 26.3.1.2, Insufficient Payments by Invoice Recipients for Securitization Default Charge</w:t>
      </w:r>
      <w:r w:rsidR="005F61C9">
        <w:rPr>
          <w:rFonts w:eastAsia="MS Mincho"/>
        </w:rPr>
        <w:t xml:space="preserve"> Invoices</w:t>
      </w:r>
      <w:r w:rsidR="0082763E">
        <w:rPr>
          <w:rFonts w:eastAsia="MS Mincho"/>
        </w:rPr>
        <w:t>;</w:t>
      </w:r>
      <w:r w:rsidRPr="0025427A">
        <w:rPr>
          <w:rFonts w:eastAsia="MS Mincho"/>
        </w:rPr>
        <w:t xml:space="preserve"> or</w:t>
      </w:r>
    </w:p>
    <w:p w14:paraId="2B704CA5"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Requests for Securitization Default Charge Escrow Deposits under Section 26.5, Securitization Default Charge Escrow Deposit Requirements.</w:t>
      </w:r>
    </w:p>
    <w:p w14:paraId="0E391675" w14:textId="77777777" w:rsidR="0025427A" w:rsidRPr="0025427A" w:rsidRDefault="0025427A" w:rsidP="0025427A">
      <w:pPr>
        <w:keepNext/>
        <w:tabs>
          <w:tab w:val="left" w:pos="1080"/>
        </w:tabs>
        <w:spacing w:before="240" w:after="240"/>
        <w:ind w:left="1080" w:hanging="1080"/>
        <w:outlineLvl w:val="2"/>
        <w:rPr>
          <w:b/>
          <w:bCs/>
          <w:i/>
        </w:rPr>
      </w:pPr>
      <w:bookmarkStart w:id="26" w:name="_Toc141428014"/>
      <w:r w:rsidRPr="0025427A">
        <w:rPr>
          <w:b/>
          <w:bCs/>
          <w:i/>
        </w:rPr>
        <w:lastRenderedPageBreak/>
        <w:t>27.5.4</w:t>
      </w:r>
      <w:r w:rsidRPr="0025427A">
        <w:rPr>
          <w:b/>
          <w:bCs/>
          <w:i/>
        </w:rPr>
        <w:tab/>
        <w:t>Determination of Securitization Uplift Charge Credit Exposure for a Counter-Party</w:t>
      </w:r>
      <w:bookmarkEnd w:id="26"/>
    </w:p>
    <w:p w14:paraId="3F1F490A"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For each Counter-Party, ERCOT shall calculate the </w:t>
      </w:r>
      <w:bookmarkStart w:id="27" w:name="_Hlk90050456"/>
      <w:r w:rsidRPr="0025427A">
        <w:rPr>
          <w:rFonts w:eastAsia="MS Mincho"/>
        </w:rPr>
        <w:t xml:space="preserve">Securitization Uplift Charge Credit Exposure </w:t>
      </w:r>
      <w:bookmarkEnd w:id="27"/>
      <w:r w:rsidRPr="0025427A">
        <w:rPr>
          <w:rFonts w:eastAsia="MS Mincho"/>
        </w:rPr>
        <w:t>for Securitization Uplift Charge Initial Invoices as follows:</w:t>
      </w:r>
    </w:p>
    <w:p w14:paraId="2E41E9DD" w14:textId="018BE199" w:rsidR="0025427A" w:rsidRPr="0025427A" w:rsidRDefault="0025427A" w:rsidP="0025427A">
      <w:pPr>
        <w:spacing w:after="240"/>
        <w:ind w:left="1440" w:hanging="720"/>
        <w:rPr>
          <w:rFonts w:eastAsia="MS Mincho"/>
        </w:rPr>
      </w:pPr>
      <w:r w:rsidRPr="0025427A">
        <w:rPr>
          <w:rFonts w:eastAsia="MS Mincho"/>
        </w:rPr>
        <w:t xml:space="preserve">LASUCCE </w:t>
      </w:r>
      <w:r w:rsidRPr="0025427A">
        <w:rPr>
          <w:rFonts w:eastAsia="MS Mincho"/>
          <w:i/>
          <w:sz w:val="20"/>
          <w:vertAlign w:val="subscript"/>
        </w:rPr>
        <w:t xml:space="preserve">cp </w:t>
      </w:r>
      <w:r w:rsidRPr="0025427A">
        <w:rPr>
          <w:rFonts w:eastAsia="MS Mincho"/>
        </w:rPr>
        <w:t xml:space="preserve">=  </w:t>
      </w:r>
      <w:r w:rsidRPr="0025427A">
        <w:rPr>
          <w:rFonts w:eastAsia="MS Mincho"/>
          <w:vertAlign w:val="subscript"/>
        </w:rPr>
        <w:t xml:space="preserve">  </w:t>
      </w:r>
      <m:oMath>
        <m:nary>
          <m:naryPr>
            <m:chr m:val="∑"/>
            <m:limLoc m:val="undOvr"/>
            <m:ctrlPr>
              <w:rPr>
                <w:rFonts w:ascii="Cambria Math" w:eastAsia="MS Mincho" w:hAnsi="Cambria Math"/>
                <w:i/>
                <w:iCs/>
                <w:szCs w:val="24"/>
              </w:rPr>
            </m:ctrlPr>
          </m:naryPr>
          <m:sub>
            <m:r>
              <w:rPr>
                <w:rFonts w:ascii="Cambria Math" w:eastAsia="MS Mincho" w:hAnsi="Cambria Math"/>
              </w:rPr>
              <m:t>fmu=1</m:t>
            </m:r>
          </m:sub>
          <m:sup>
            <m:r>
              <w:rPr>
                <w:rFonts w:ascii="Cambria Math" w:eastAsia="MS Mincho" w:hAnsi="Cambria Math"/>
              </w:rPr>
              <m:t>nfmu</m:t>
            </m:r>
          </m:sup>
          <m:e>
            <m:r>
              <w:rPr>
                <w:rFonts w:ascii="Cambria Math" w:eastAsia="MS Mincho" w:hAnsi="Cambria Math"/>
                <w:szCs w:val="24"/>
              </w:rPr>
              <m:t>(</m:t>
            </m:r>
          </m:e>
        </m:nary>
      </m:oMath>
      <w:r w:rsidR="00C56B8F">
        <w:rPr>
          <w:iCs/>
        </w:rPr>
        <w:t>Max (</w:t>
      </w:r>
      <w:r w:rsidRPr="0025427A">
        <w:rPr>
          <w:rFonts w:eastAsia="MS Mincho"/>
        </w:rPr>
        <w:t xml:space="preserve">CPMQSELSELRS </w:t>
      </w:r>
      <w:r w:rsidRPr="0025427A">
        <w:rPr>
          <w:rFonts w:eastAsia="MS Mincho"/>
          <w:i/>
          <w:vertAlign w:val="subscript"/>
        </w:rPr>
        <w:t>cp, om, las</w:t>
      </w:r>
      <w:r w:rsidR="00C56B8F">
        <w:rPr>
          <w:i/>
        </w:rPr>
        <w:t>,</w:t>
      </w:r>
      <w:r w:rsidR="00C56B8F">
        <w:rPr>
          <w:iCs/>
        </w:rPr>
        <w:t xml:space="preserve"> CPIEMLSELRS </w:t>
      </w:r>
      <w:r w:rsidR="00C56B8F">
        <w:rPr>
          <w:i/>
          <w:vertAlign w:val="subscript"/>
        </w:rPr>
        <w:t>cp</w:t>
      </w:r>
      <w:r w:rsidR="00C56B8F">
        <w:rPr>
          <w:iCs/>
        </w:rPr>
        <w:t xml:space="preserve"> up to 40 days after</w:t>
      </w:r>
      <w:r w:rsidR="00C56B8F" w:rsidRPr="001700EC">
        <w:rPr>
          <w:iCs/>
        </w:rPr>
        <w:t xml:space="preserve"> the</w:t>
      </w:r>
      <w:r w:rsidR="00C56B8F">
        <w:rPr>
          <w:iCs/>
        </w:rPr>
        <w:t xml:space="preserve"> operating month in which</w:t>
      </w:r>
      <w:r w:rsidR="00C56B8F" w:rsidRPr="001700EC">
        <w:rPr>
          <w:iCs/>
        </w:rPr>
        <w:t xml:space="preserve"> </w:t>
      </w:r>
      <w:r w:rsidR="00C56B8F">
        <w:rPr>
          <w:iCs/>
        </w:rPr>
        <w:t xml:space="preserve">a </w:t>
      </w:r>
      <w:bookmarkStart w:id="28" w:name="_Hlk95202831"/>
      <w:r w:rsidR="00C56B8F" w:rsidRPr="001700EC">
        <w:rPr>
          <w:iCs/>
        </w:rPr>
        <w:t>non-opted-out</w:t>
      </w:r>
      <w:bookmarkEnd w:id="28"/>
      <w:r w:rsidR="00C56B8F" w:rsidRPr="001700EC">
        <w:rPr>
          <w:iCs/>
        </w:rPr>
        <w:t xml:space="preserve"> Counter-Party</w:t>
      </w:r>
      <w:r w:rsidR="00FE1658" w:rsidRPr="001700EC">
        <w:rPr>
          <w:iCs/>
        </w:rPr>
        <w:t xml:space="preserve"> </w:t>
      </w:r>
      <w:r w:rsidR="00FE1658">
        <w:rPr>
          <w:iCs/>
        </w:rPr>
        <w:t xml:space="preserve">Load Serving Entity (LSE) </w:t>
      </w:r>
      <w:r w:rsidR="00FE1658" w:rsidRPr="001700EC">
        <w:rPr>
          <w:iCs/>
        </w:rPr>
        <w:t xml:space="preserve">commences </w:t>
      </w:r>
      <w:r w:rsidR="00FE1658">
        <w:rPr>
          <w:iCs/>
        </w:rPr>
        <w:t xml:space="preserve">having </w:t>
      </w:r>
      <w:r w:rsidR="00FE1658" w:rsidRPr="000B336B">
        <w:rPr>
          <w:iCs/>
        </w:rPr>
        <w:t>Real-Time Adjusted Metered Load</w:t>
      </w:r>
      <w:r w:rsidR="00FE1658">
        <w:rPr>
          <w:iCs/>
        </w:rPr>
        <w:t xml:space="preserve"> (AML)</w:t>
      </w:r>
      <w:r w:rsidR="00C56B8F">
        <w:rPr>
          <w:iCs/>
        </w:rPr>
        <w:t>)</w:t>
      </w:r>
      <w:r w:rsidRPr="0025427A">
        <w:rPr>
          <w:rFonts w:eastAsia="MS Mincho"/>
          <w:vertAlign w:val="subscript"/>
        </w:rPr>
        <w:t xml:space="preserve"> </w:t>
      </w:r>
      <w:r w:rsidRPr="0025427A">
        <w:rPr>
          <w:rFonts w:eastAsia="MS Mincho"/>
          <w:vertAlign w:val="superscript"/>
        </w:rPr>
        <w:t>*</w:t>
      </w:r>
      <w:r w:rsidRPr="0025427A">
        <w:rPr>
          <w:rFonts w:eastAsia="MS Mincho"/>
        </w:rPr>
        <w:t xml:space="preserve"> MTSUCDA </w:t>
      </w:r>
      <w:r w:rsidRPr="0025427A">
        <w:rPr>
          <w:rFonts w:eastAsia="MS Mincho"/>
          <w:i/>
          <w:vertAlign w:val="subscript"/>
        </w:rPr>
        <w:t>fmu</w:t>
      </w:r>
      <w:r w:rsidRPr="0025427A">
        <w:rPr>
          <w:rFonts w:eastAsia="MS Mincho"/>
        </w:rPr>
        <w:t xml:space="preserve">) </w:t>
      </w:r>
    </w:p>
    <w:p w14:paraId="31B585F9" w14:textId="180178E9" w:rsidR="0025427A" w:rsidRPr="0025427A" w:rsidRDefault="0025427A" w:rsidP="0025427A">
      <w:pPr>
        <w:spacing w:after="240"/>
        <w:ind w:left="1440" w:hanging="720"/>
        <w:rPr>
          <w:rFonts w:eastAsia="MS Mincho"/>
          <w:iCs/>
        </w:rPr>
      </w:pPr>
      <w:r w:rsidRPr="0025427A">
        <w:rPr>
          <w:rFonts w:eastAsia="MS Mincho"/>
        </w:rPr>
        <w:t xml:space="preserve">CPMQSELSELRS </w:t>
      </w:r>
      <w:r w:rsidRPr="0025427A">
        <w:rPr>
          <w:rFonts w:eastAsia="MS Mincho"/>
          <w:i/>
          <w:vertAlign w:val="subscript"/>
        </w:rPr>
        <w:t>cp, om, las</w:t>
      </w:r>
      <w:r w:rsidRPr="0025427A">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q</m:t>
            </m:r>
          </m:sub>
          <m:sup/>
          <m:e>
            <m:r>
              <w:rPr>
                <w:rFonts w:ascii="Cambria Math" w:eastAsia="MS Mincho" w:hAnsi="Cambria Math"/>
              </w:rPr>
              <m:t>(</m:t>
            </m:r>
          </m:e>
        </m:nary>
      </m:oMath>
      <w:r w:rsidRPr="0025427A">
        <w:rPr>
          <w:rFonts w:eastAsia="MS Mincho"/>
          <w:iCs/>
        </w:rPr>
        <w:t xml:space="preserve">MQSELSELRS </w:t>
      </w:r>
      <w:r w:rsidRPr="0025427A">
        <w:rPr>
          <w:rFonts w:eastAsia="MS Mincho"/>
          <w:i/>
          <w:iCs/>
          <w:vertAlign w:val="subscript"/>
        </w:rPr>
        <w:t>q, om</w:t>
      </w:r>
      <w:r w:rsidRPr="0025427A">
        <w:rPr>
          <w:rFonts w:eastAsia="MS Mincho"/>
          <w:iCs/>
        </w:rPr>
        <w:t>)</w:t>
      </w:r>
    </w:p>
    <w:p w14:paraId="0212FE3E" w14:textId="5B7B9EA8" w:rsidR="00C56B8F" w:rsidRDefault="00C56B8F" w:rsidP="00C56B8F">
      <w:pPr>
        <w:pStyle w:val="BodyTextNumbered"/>
        <w:ind w:left="1440"/>
        <w:rPr>
          <w:iCs/>
        </w:rPr>
      </w:pPr>
      <w:bookmarkStart w:id="29" w:name="_Hlk95308285"/>
      <w:r>
        <w:rPr>
          <w:iCs/>
        </w:rPr>
        <w:t>CPIEMLSELRS</w:t>
      </w:r>
      <w:bookmarkEnd w:id="29"/>
      <w:r>
        <w:rPr>
          <w:iCs/>
        </w:rPr>
        <w:t xml:space="preserve"> </w:t>
      </w:r>
      <w:r w:rsidRPr="00CA6ABD">
        <w:rPr>
          <w:i/>
          <w:szCs w:val="24"/>
          <w:vertAlign w:val="subscript"/>
        </w:rPr>
        <w:t>cp</w:t>
      </w:r>
      <w:r>
        <w:rPr>
          <w:iCs/>
        </w:rPr>
        <w:t xml:space="preserve"> = </w:t>
      </w:r>
      <w:r w:rsidRPr="00856A17">
        <w:rPr>
          <w:iCs/>
        </w:rPr>
        <w:t>CPIEMLSE</w:t>
      </w:r>
      <w:r>
        <w:rPr>
          <w:iCs/>
        </w:rPr>
        <w:t xml:space="preserve"> </w:t>
      </w:r>
      <w:r w:rsidRPr="00CA6ABD">
        <w:rPr>
          <w:i/>
          <w:szCs w:val="24"/>
          <w:vertAlign w:val="subscript"/>
        </w:rPr>
        <w:t>cp</w:t>
      </w:r>
      <w:r>
        <w:rPr>
          <w:iCs/>
        </w:rPr>
        <w:t xml:space="preserve"> / (</w:t>
      </w:r>
      <w:r w:rsidRPr="00AD27A9">
        <w:rPr>
          <w:iCs/>
        </w:rPr>
        <w:t>M</w:t>
      </w:r>
      <w:r>
        <w:rPr>
          <w:iCs/>
        </w:rPr>
        <w:t>ERCOT</w:t>
      </w:r>
      <w:r w:rsidRPr="00AD27A9">
        <w:rPr>
          <w:iCs/>
        </w:rPr>
        <w:t>QSELSERTAML</w:t>
      </w:r>
      <w:r>
        <w:rPr>
          <w:iCs/>
        </w:rPr>
        <w:t xml:space="preserve"> </w:t>
      </w:r>
      <w:r w:rsidRPr="00CA6ABD">
        <w:rPr>
          <w:i/>
          <w:szCs w:val="24"/>
          <w:vertAlign w:val="subscript"/>
        </w:rPr>
        <w:t>om</w:t>
      </w:r>
      <w:r>
        <w:rPr>
          <w:iCs/>
        </w:rPr>
        <w:t xml:space="preserve"> + </w:t>
      </w:r>
      <w:bookmarkStart w:id="30" w:name="_Hlk95308321"/>
      <w:r>
        <w:rPr>
          <w:iCs/>
        </w:rPr>
        <w:t>CPIEMLSE</w:t>
      </w:r>
      <w:bookmarkEnd w:id="30"/>
      <w:r>
        <w:rPr>
          <w:iCs/>
        </w:rPr>
        <w:t xml:space="preserve"> </w:t>
      </w:r>
      <w:r>
        <w:rPr>
          <w:i/>
          <w:vertAlign w:val="subscript"/>
        </w:rPr>
        <w:t>cp</w:t>
      </w:r>
      <w:r>
        <w:rPr>
          <w:iCs/>
        </w:rPr>
        <w:t>)</w:t>
      </w:r>
    </w:p>
    <w:p w14:paraId="1BE16E43" w14:textId="77777777" w:rsidR="0025427A" w:rsidRPr="0025427A" w:rsidRDefault="0025427A" w:rsidP="0025427A">
      <w:pPr>
        <w:spacing w:after="240"/>
        <w:ind w:left="1440" w:hanging="720"/>
        <w:rPr>
          <w:rFonts w:eastAsia="MS Mincho"/>
          <w:iCs/>
        </w:rPr>
      </w:pPr>
      <w:r w:rsidRPr="0025427A">
        <w:rPr>
          <w:rFonts w:eastAsia="MS Mincho"/>
          <w:iCs/>
        </w:rPr>
        <w:t xml:space="preserve">MQSELSELRS </w:t>
      </w:r>
      <w:r w:rsidRPr="0025427A">
        <w:rPr>
          <w:rFonts w:eastAsia="MS Mincho"/>
          <w:i/>
          <w:iCs/>
          <w:vertAlign w:val="subscript"/>
        </w:rPr>
        <w:t>q, om</w:t>
      </w:r>
      <w:r w:rsidRPr="0025427A">
        <w:rPr>
          <w:rFonts w:eastAsia="MS Mincho"/>
        </w:rPr>
        <w:t xml:space="preserve"> = </w:t>
      </w:r>
      <w:r w:rsidRPr="0025427A">
        <w:rPr>
          <w:rFonts w:eastAsia="MS Mincho"/>
          <w:iCs/>
        </w:rPr>
        <w:t xml:space="preserve">MQSELSERTAML </w:t>
      </w:r>
      <w:r w:rsidRPr="0025427A">
        <w:rPr>
          <w:rFonts w:eastAsia="MS Mincho"/>
          <w:i/>
          <w:vertAlign w:val="subscript"/>
        </w:rPr>
        <w:t>q, om</w:t>
      </w:r>
      <w:r w:rsidRPr="0025427A">
        <w:rPr>
          <w:rFonts w:eastAsia="MS Mincho"/>
          <w:iCs/>
        </w:rPr>
        <w:t xml:space="preserve"> / MERCOTQSELSERTAML </w:t>
      </w:r>
      <w:r w:rsidRPr="0025427A">
        <w:rPr>
          <w:rFonts w:eastAsia="MS Mincho"/>
          <w:i/>
          <w:vertAlign w:val="subscript"/>
        </w:rPr>
        <w:t>om</w:t>
      </w:r>
    </w:p>
    <w:p w14:paraId="324FBAC9" w14:textId="6B5B1678" w:rsidR="0025427A" w:rsidRPr="0025427A" w:rsidRDefault="0025427A" w:rsidP="0025427A">
      <w:pPr>
        <w:spacing w:after="240"/>
        <w:ind w:firstLine="720"/>
        <w:rPr>
          <w:rFonts w:eastAsia="MS Mincho"/>
          <w:iCs/>
          <w:szCs w:val="24"/>
        </w:rPr>
      </w:pPr>
      <w:r w:rsidRPr="0025427A">
        <w:rPr>
          <w:rFonts w:eastAsia="MS Mincho"/>
          <w:iCs/>
          <w:szCs w:val="24"/>
        </w:rPr>
        <w:t xml:space="preserve">MQSELSERTAML </w:t>
      </w:r>
      <w:r w:rsidRPr="0025427A">
        <w:rPr>
          <w:rFonts w:eastAsia="MS Mincho"/>
          <w:i/>
          <w:szCs w:val="24"/>
          <w:vertAlign w:val="subscript"/>
        </w:rPr>
        <w:t>q, om</w:t>
      </w:r>
      <w:r w:rsidRPr="0025427A">
        <w:rPr>
          <w:rFonts w:eastAsia="MS Mincho"/>
          <w:iCs/>
          <w:szCs w:val="24"/>
        </w:rPr>
        <w:t xml:space="preserve"> = </w:t>
      </w:r>
      <m:oMath>
        <m:nary>
          <m:naryPr>
            <m:chr m:val="∑"/>
            <m:limLoc m:val="subSup"/>
            <m:supHide m:val="1"/>
            <m:ctrlPr>
              <w:rPr>
                <w:rFonts w:ascii="Cambria Math" w:eastAsia="MS Mincho" w:hAnsi="Cambria Math"/>
                <w:i/>
                <w:iCs/>
                <w:szCs w:val="24"/>
              </w:rPr>
            </m:ctrlPr>
          </m:naryPr>
          <m:sub>
            <m:r>
              <w:rPr>
                <w:rFonts w:ascii="Cambria Math" w:eastAsia="MS Mincho" w:hAnsi="Cambria Math"/>
                <w:szCs w:val="24"/>
              </w:rPr>
              <m:t>d</m:t>
            </m:r>
          </m:sub>
          <m:sup/>
          <m:e>
            <m:r>
              <w:rPr>
                <w:rFonts w:ascii="Cambria Math" w:eastAsia="MS Mincho" w:hAnsi="Cambria Math"/>
                <w:szCs w:val="24"/>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37BD7E92" w14:textId="33F6B7E9" w:rsidR="0025427A" w:rsidRPr="0025427A" w:rsidRDefault="0025427A" w:rsidP="0025427A">
      <w:pPr>
        <w:spacing w:after="240"/>
        <w:ind w:firstLine="720"/>
        <w:rPr>
          <w:rFonts w:eastAsia="MS Mincho"/>
          <w:iCs/>
          <w:szCs w:val="24"/>
        </w:rPr>
      </w:pPr>
      <w:r w:rsidRPr="0025427A">
        <w:rPr>
          <w:rFonts w:eastAsia="MS Mincho"/>
          <w:iCs/>
          <w:szCs w:val="24"/>
        </w:rPr>
        <w:t xml:space="preserve">MERCOTQSELSERTAML </w:t>
      </w:r>
      <w:r w:rsidRPr="0025427A">
        <w:rPr>
          <w:rFonts w:eastAsia="MS Mincho"/>
          <w:i/>
          <w:szCs w:val="24"/>
          <w:vertAlign w:val="subscript"/>
        </w:rPr>
        <w:t>om</w:t>
      </w:r>
      <w:r w:rsidRPr="0025427A">
        <w:rPr>
          <w:rFonts w:eastAsia="MS Mincho"/>
          <w:iCs/>
          <w:szCs w:val="24"/>
        </w:rPr>
        <w:t xml:space="preserve"> =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  d</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7BAD80CD" w14:textId="77777777" w:rsidR="0025427A" w:rsidRPr="0025427A" w:rsidRDefault="0025427A" w:rsidP="0025427A">
      <w:pPr>
        <w:ind w:left="720" w:hanging="720"/>
        <w:rPr>
          <w:rFonts w:eastAsia="MS Mincho"/>
        </w:rPr>
      </w:pPr>
      <w:r w:rsidRPr="0025427A">
        <w:rPr>
          <w:rFonts w:eastAsia="MS Mincho"/>
        </w:rPr>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25427A" w:rsidRPr="0025427A" w14:paraId="741A9FE8" w14:textId="77777777" w:rsidTr="009822AF">
        <w:trPr>
          <w:trHeight w:val="351"/>
          <w:tblHeader/>
        </w:trPr>
        <w:tc>
          <w:tcPr>
            <w:tcW w:w="2483" w:type="dxa"/>
          </w:tcPr>
          <w:p w14:paraId="4A33298A"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861" w:type="dxa"/>
          </w:tcPr>
          <w:p w14:paraId="27CD70B8"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5746" w:type="dxa"/>
          </w:tcPr>
          <w:p w14:paraId="0F6A17AA" w14:textId="77777777" w:rsidR="0025427A" w:rsidRPr="0025427A" w:rsidRDefault="0025427A" w:rsidP="009822AF">
            <w:pPr>
              <w:spacing w:after="240"/>
              <w:rPr>
                <w:rFonts w:eastAsia="MS Mincho"/>
                <w:b/>
                <w:iCs/>
                <w:sz w:val="20"/>
              </w:rPr>
            </w:pPr>
            <w:r w:rsidRPr="0025427A">
              <w:rPr>
                <w:rFonts w:eastAsia="MS Mincho"/>
                <w:b/>
                <w:iCs/>
                <w:sz w:val="20"/>
              </w:rPr>
              <w:t>Description</w:t>
            </w:r>
          </w:p>
        </w:tc>
      </w:tr>
      <w:tr w:rsidR="0025427A" w:rsidRPr="0025427A" w14:paraId="67645810" w14:textId="77777777" w:rsidTr="009822AF">
        <w:trPr>
          <w:trHeight w:val="519"/>
        </w:trPr>
        <w:tc>
          <w:tcPr>
            <w:tcW w:w="2483" w:type="dxa"/>
          </w:tcPr>
          <w:p w14:paraId="3C758E9A" w14:textId="77777777" w:rsidR="0025427A" w:rsidRPr="0025427A" w:rsidRDefault="0025427A" w:rsidP="009822AF">
            <w:pPr>
              <w:spacing w:after="60"/>
              <w:rPr>
                <w:rFonts w:eastAsia="MS Mincho"/>
                <w:iCs/>
                <w:sz w:val="20"/>
              </w:rPr>
            </w:pPr>
            <w:r w:rsidRPr="0025427A">
              <w:rPr>
                <w:rFonts w:eastAsia="MS Mincho"/>
                <w:iCs/>
                <w:sz w:val="20"/>
              </w:rPr>
              <w:t>LASUCCE</w:t>
            </w:r>
            <w:r w:rsidRPr="0025427A">
              <w:rPr>
                <w:rFonts w:eastAsia="MS Mincho"/>
                <w:i/>
                <w:sz w:val="20"/>
                <w:vertAlign w:val="subscript"/>
              </w:rPr>
              <w:t xml:space="preserve"> cp</w:t>
            </w:r>
          </w:p>
        </w:tc>
        <w:tc>
          <w:tcPr>
            <w:tcW w:w="861" w:type="dxa"/>
          </w:tcPr>
          <w:p w14:paraId="04EC8596"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00CD8497" w14:textId="6681D8BF" w:rsidR="0025427A" w:rsidRPr="0025427A" w:rsidRDefault="0025427A" w:rsidP="009822AF">
            <w:pPr>
              <w:spacing w:after="60"/>
              <w:rPr>
                <w:rFonts w:eastAsia="MS Mincho"/>
                <w:i/>
                <w:sz w:val="20"/>
              </w:rPr>
            </w:pPr>
            <w:r w:rsidRPr="0025427A">
              <w:rPr>
                <w:rFonts w:eastAsia="MS Mincho"/>
                <w:i/>
                <w:sz w:val="20"/>
              </w:rPr>
              <w:t xml:space="preserve">Load-Allocated Securitization Uplift Charge Credit Exposure </w:t>
            </w:r>
            <w:r w:rsidR="00DF049F" w:rsidRPr="0025427A">
              <w:rPr>
                <w:rFonts w:eastAsia="MS Mincho"/>
                <w:i/>
                <w:iCs/>
                <w:sz w:val="20"/>
              </w:rPr>
              <w:t>—</w:t>
            </w:r>
            <w:r w:rsidRPr="0025427A">
              <w:rPr>
                <w:rFonts w:eastAsia="MS Mincho"/>
                <w:i/>
                <w:sz w:val="20"/>
              </w:rPr>
              <w:t xml:space="preserve"> </w:t>
            </w:r>
            <w:r w:rsidRPr="0025427A">
              <w:rPr>
                <w:rFonts w:eastAsia="MS Mincho"/>
                <w:iCs/>
                <w:sz w:val="20"/>
              </w:rPr>
              <w:t xml:space="preserve">Estimated forward exposure representing unbilled Securitization Uplift Charge Initial Invoices for Counter-Party </w:t>
            </w:r>
            <w:r w:rsidRPr="0025427A">
              <w:rPr>
                <w:rFonts w:eastAsia="MS Mincho"/>
                <w:i/>
                <w:sz w:val="20"/>
              </w:rPr>
              <w:t>cp</w:t>
            </w:r>
            <w:r w:rsidRPr="0025427A">
              <w:rPr>
                <w:rFonts w:eastAsia="MS Mincho"/>
                <w:iCs/>
                <w:sz w:val="20"/>
              </w:rPr>
              <w:t xml:space="preserve"> for</w:t>
            </w:r>
            <w:r w:rsidRPr="0025427A">
              <w:rPr>
                <w:rFonts w:eastAsia="MS Mincho"/>
                <w:i/>
                <w:sz w:val="20"/>
              </w:rPr>
              <w:t xml:space="preserve"> nfmu </w:t>
            </w:r>
            <w:r w:rsidRPr="0025427A">
              <w:rPr>
                <w:rFonts w:eastAsia="MS Mincho"/>
                <w:iCs/>
                <w:sz w:val="20"/>
              </w:rPr>
              <w:t>months.</w:t>
            </w:r>
          </w:p>
        </w:tc>
      </w:tr>
      <w:tr w:rsidR="0025427A" w:rsidRPr="0025427A" w14:paraId="677383DA" w14:textId="77777777" w:rsidTr="009822AF">
        <w:trPr>
          <w:trHeight w:val="519"/>
        </w:trPr>
        <w:tc>
          <w:tcPr>
            <w:tcW w:w="2483" w:type="dxa"/>
          </w:tcPr>
          <w:p w14:paraId="0F935B66" w14:textId="60FFBFA6" w:rsidR="0025427A" w:rsidRPr="0025427A" w:rsidRDefault="0025427A" w:rsidP="009822AF">
            <w:pPr>
              <w:spacing w:after="60"/>
              <w:rPr>
                <w:rFonts w:eastAsia="MS Mincho"/>
                <w:iCs/>
                <w:sz w:val="20"/>
              </w:rPr>
            </w:pPr>
            <w:r w:rsidRPr="0025427A">
              <w:rPr>
                <w:rFonts w:eastAsia="MS Mincho"/>
                <w:iCs/>
                <w:sz w:val="20"/>
              </w:rPr>
              <w:t>CPMQSELSELRS</w:t>
            </w:r>
            <w:r w:rsidRPr="0025427A">
              <w:rPr>
                <w:rFonts w:eastAsia="MS Mincho"/>
                <w:i/>
                <w:iCs/>
                <w:sz w:val="20"/>
                <w:vertAlign w:val="subscript"/>
              </w:rPr>
              <w:t xml:space="preserve"> cp, om, las</w:t>
            </w:r>
          </w:p>
        </w:tc>
        <w:tc>
          <w:tcPr>
            <w:tcW w:w="861" w:type="dxa"/>
          </w:tcPr>
          <w:p w14:paraId="2326011E" w14:textId="43B9FD12" w:rsidR="0025427A" w:rsidRPr="0025427A" w:rsidRDefault="00037B90" w:rsidP="009822AF">
            <w:pPr>
              <w:spacing w:after="60"/>
              <w:rPr>
                <w:rFonts w:eastAsia="MS Mincho"/>
                <w:iCs/>
                <w:sz w:val="20"/>
              </w:rPr>
            </w:pPr>
            <w:r w:rsidRPr="0025427A">
              <w:rPr>
                <w:rFonts w:eastAsia="MS Mincho"/>
                <w:iCs/>
                <w:sz w:val="20"/>
              </w:rPr>
              <w:t>N</w:t>
            </w:r>
            <w:r w:rsidR="0025427A" w:rsidRPr="0025427A">
              <w:rPr>
                <w:rFonts w:eastAsia="MS Mincho"/>
                <w:iCs/>
                <w:sz w:val="20"/>
              </w:rPr>
              <w:t>one</w:t>
            </w:r>
          </w:p>
        </w:tc>
        <w:tc>
          <w:tcPr>
            <w:tcW w:w="5746" w:type="dxa"/>
          </w:tcPr>
          <w:p w14:paraId="0405A40F" w14:textId="06605DD4" w:rsidR="0025427A" w:rsidRPr="0025427A" w:rsidRDefault="0025427A" w:rsidP="009822AF">
            <w:pPr>
              <w:spacing w:after="60"/>
              <w:rPr>
                <w:rFonts w:eastAsia="MS Mincho"/>
                <w:i/>
                <w:sz w:val="20"/>
              </w:rPr>
            </w:pPr>
            <w:r w:rsidRPr="0025427A">
              <w:rPr>
                <w:rFonts w:eastAsia="MS Mincho"/>
                <w:i/>
                <w:sz w:val="20"/>
              </w:rPr>
              <w:t>Counter-Party Monthly QSE Non-Opted-Out LSE Load Ratio Share</w:t>
            </w:r>
            <w:r w:rsidRPr="0025427A">
              <w:rPr>
                <w:rFonts w:eastAsia="MS Mincho"/>
                <w:i/>
                <w:iCs/>
                <w:sz w:val="20"/>
              </w:rPr>
              <w:t xml:space="preserve"> — </w:t>
            </w:r>
            <w:r w:rsidRPr="0025427A">
              <w:rPr>
                <w:rFonts w:eastAsia="MS Mincho"/>
                <w:sz w:val="20"/>
              </w:rPr>
              <w:t xml:space="preserve">MQSELSELRS for all the QSEs represented by the Counter-Party </w:t>
            </w:r>
            <w:r w:rsidRPr="0025427A">
              <w:rPr>
                <w:rFonts w:eastAsia="MS Mincho"/>
                <w:i/>
                <w:iCs/>
                <w:sz w:val="20"/>
              </w:rPr>
              <w:t>cp</w:t>
            </w:r>
            <w:r w:rsidRPr="0025427A">
              <w:rPr>
                <w:rFonts w:eastAsia="MS Mincho"/>
                <w:sz w:val="20"/>
              </w:rPr>
              <w:t xml:space="preserve"> representing the daily</w:t>
            </w:r>
            <w:r w:rsidRPr="0025427A">
              <w:rPr>
                <w:rFonts w:eastAsia="MS Mincho"/>
                <w:iCs/>
                <w:sz w:val="20"/>
              </w:rPr>
              <w:t xml:space="preserve"> ratios of </w:t>
            </w:r>
            <w:r w:rsidR="0082763E">
              <w:rPr>
                <w:rFonts w:eastAsia="MS Mincho"/>
                <w:iCs/>
                <w:sz w:val="20"/>
              </w:rPr>
              <w:t xml:space="preserve">AML </w:t>
            </w:r>
            <w:r w:rsidRPr="0025427A">
              <w:rPr>
                <w:rFonts w:eastAsia="MS Mincho"/>
                <w:iCs/>
                <w:sz w:val="20"/>
              </w:rPr>
              <w:t xml:space="preserve">to the total </w:t>
            </w:r>
            <w:r w:rsidR="0082763E">
              <w:rPr>
                <w:rFonts w:eastAsia="MS Mincho"/>
                <w:iCs/>
                <w:sz w:val="20"/>
              </w:rPr>
              <w:t>AML</w:t>
            </w:r>
            <w:r w:rsidRPr="0025427A">
              <w:rPr>
                <w:rFonts w:eastAsia="MS Mincho"/>
                <w:iCs/>
                <w:sz w:val="20"/>
              </w:rPr>
              <w:t xml:space="preserve">, excluding the </w:t>
            </w:r>
            <w:r w:rsidR="0082763E">
              <w:rPr>
                <w:rFonts w:eastAsia="MS Mincho"/>
                <w:iCs/>
                <w:sz w:val="20"/>
              </w:rPr>
              <w:t>AML</w:t>
            </w:r>
            <w:r w:rsidRPr="0025427A">
              <w:rPr>
                <w:rFonts w:eastAsia="MS Mincho"/>
                <w:iCs/>
                <w:sz w:val="20"/>
              </w:rPr>
              <w:t xml:space="preserve"> for Securitization Uplift Charge Opt-Out Entities</w:t>
            </w:r>
            <w:r w:rsidR="002941D2" w:rsidRPr="000D6487">
              <w:rPr>
                <w:rFonts w:eastAsia="MS Mincho"/>
                <w:bCs/>
                <w:iCs/>
                <w:sz w:val="20"/>
              </w:rPr>
              <w:t xml:space="preserve">, </w:t>
            </w:r>
            <w:r w:rsidR="002941D2" w:rsidRPr="000D6487">
              <w:rPr>
                <w:rFonts w:eastAsia="MS Mincho"/>
                <w:iCs/>
                <w:sz w:val="20"/>
              </w:rPr>
              <w:t>Load exempt from Securitization Uplift Charges pursuant to the Declaratory Order entered by the PUCT in PUCT Docket No. 56119,</w:t>
            </w:r>
            <w:r w:rsidR="00CC682F">
              <w:rPr>
                <w:rFonts w:eastAsia="MS Mincho"/>
                <w:iCs/>
                <w:sz w:val="20"/>
              </w:rPr>
              <w:t xml:space="preserve"> </w:t>
            </w:r>
            <w:r w:rsidR="00CC682F" w:rsidRPr="001E61E8">
              <w:rPr>
                <w:rFonts w:eastAsia="MS Mincho"/>
                <w:iCs/>
                <w:sz w:val="20"/>
              </w:rPr>
              <w:t>Petition of Electric Reliability Council of Texas, Inc. for Expedited Declaratory Order Regarding Public Utility Regulatory Act Chapter 39, Subchapter N</w:t>
            </w:r>
            <w:r w:rsidR="00CC682F">
              <w:rPr>
                <w:rFonts w:eastAsia="MS Mincho"/>
                <w:iCs/>
                <w:sz w:val="20"/>
              </w:rPr>
              <w:t>,</w:t>
            </w:r>
            <w:r w:rsidR="00CC682F" w:rsidRPr="00CC682F">
              <w:rPr>
                <w:rFonts w:eastAsia="MS Mincho"/>
                <w:iCs/>
                <w:sz w:val="20"/>
              </w:rPr>
              <w:t xml:space="preserve"> </w:t>
            </w:r>
            <w:r w:rsidRPr="0025427A">
              <w:rPr>
                <w:rFonts w:eastAsia="MS Mincho"/>
                <w:iCs/>
                <w:sz w:val="20"/>
              </w:rPr>
              <w:t xml:space="preserve">and </w:t>
            </w:r>
            <w:r w:rsidR="0082763E">
              <w:rPr>
                <w:rFonts w:eastAsia="MS Mincho"/>
                <w:iCs/>
                <w:sz w:val="20"/>
              </w:rPr>
              <w:t>Direct Current Tie (</w:t>
            </w:r>
            <w:r w:rsidRPr="0025427A">
              <w:rPr>
                <w:rFonts w:eastAsia="MS Mincho"/>
                <w:iCs/>
                <w:sz w:val="20"/>
              </w:rPr>
              <w:t>DC Tie</w:t>
            </w:r>
            <w:r w:rsidR="0082763E">
              <w:rPr>
                <w:rFonts w:eastAsia="MS Mincho"/>
                <w:iCs/>
                <w:sz w:val="20"/>
              </w:rPr>
              <w:t>)</w:t>
            </w:r>
            <w:r w:rsidRPr="0025427A">
              <w:rPr>
                <w:rFonts w:eastAsia="MS Mincho"/>
                <w:iCs/>
                <w:sz w:val="20"/>
              </w:rPr>
              <w:t xml:space="preserve"> exports, for a QSE,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 xml:space="preserve">om </w:t>
            </w:r>
            <w:r w:rsidRPr="0025427A">
              <w:rPr>
                <w:rFonts w:eastAsia="MS Mincho"/>
                <w:iCs/>
                <w:sz w:val="20"/>
              </w:rPr>
              <w:t xml:space="preserve">for the Settlement Type </w:t>
            </w:r>
            <w:r w:rsidRPr="0025427A">
              <w:rPr>
                <w:rFonts w:eastAsia="MS Mincho"/>
                <w:i/>
                <w:sz w:val="20"/>
              </w:rPr>
              <w:t>las</w:t>
            </w:r>
            <w:r w:rsidRPr="0025427A">
              <w:rPr>
                <w:rFonts w:eastAsia="MS Mincho"/>
                <w:iCs/>
                <w:sz w:val="20"/>
              </w:rPr>
              <w:t xml:space="preserve">.  </w:t>
            </w:r>
          </w:p>
        </w:tc>
      </w:tr>
      <w:tr w:rsidR="00C56B8F" w:rsidRPr="0025427A" w14:paraId="1D4ADE96" w14:textId="77777777" w:rsidTr="009822AF">
        <w:trPr>
          <w:trHeight w:val="519"/>
        </w:trPr>
        <w:tc>
          <w:tcPr>
            <w:tcW w:w="2483" w:type="dxa"/>
          </w:tcPr>
          <w:p w14:paraId="34E08FB3" w14:textId="139E22FC" w:rsidR="00C56B8F" w:rsidRPr="00C56B8F" w:rsidRDefault="00C56B8F" w:rsidP="00C56B8F">
            <w:pPr>
              <w:spacing w:after="60"/>
              <w:rPr>
                <w:rFonts w:eastAsia="MS Mincho"/>
                <w:iCs/>
                <w:sz w:val="20"/>
                <w:szCs w:val="16"/>
              </w:rPr>
            </w:pPr>
            <w:r w:rsidRPr="00C56B8F">
              <w:rPr>
                <w:sz w:val="20"/>
                <w:szCs w:val="16"/>
              </w:rPr>
              <w:t xml:space="preserve">CPIEMLSE </w:t>
            </w:r>
            <w:r w:rsidRPr="00C56B8F">
              <w:rPr>
                <w:i/>
                <w:sz w:val="20"/>
                <w:szCs w:val="16"/>
                <w:vertAlign w:val="subscript"/>
              </w:rPr>
              <w:t>cp</w:t>
            </w:r>
          </w:p>
        </w:tc>
        <w:tc>
          <w:tcPr>
            <w:tcW w:w="861" w:type="dxa"/>
          </w:tcPr>
          <w:p w14:paraId="25F59E38" w14:textId="34B0CDA7" w:rsidR="00C56B8F" w:rsidRPr="00C56B8F" w:rsidRDefault="00C56B8F" w:rsidP="00C56B8F">
            <w:pPr>
              <w:spacing w:after="60"/>
              <w:rPr>
                <w:rFonts w:eastAsia="MS Mincho"/>
                <w:iCs/>
                <w:sz w:val="20"/>
                <w:szCs w:val="16"/>
              </w:rPr>
            </w:pPr>
            <w:r w:rsidRPr="00C56B8F">
              <w:rPr>
                <w:sz w:val="20"/>
                <w:szCs w:val="16"/>
              </w:rPr>
              <w:t>MWh</w:t>
            </w:r>
          </w:p>
        </w:tc>
        <w:tc>
          <w:tcPr>
            <w:tcW w:w="5746" w:type="dxa"/>
          </w:tcPr>
          <w:p w14:paraId="5AC39C2A" w14:textId="10EBB5EB" w:rsidR="00C56B8F" w:rsidRPr="00C56B8F" w:rsidRDefault="00C56B8F" w:rsidP="00C56B8F">
            <w:pPr>
              <w:spacing w:after="60"/>
              <w:rPr>
                <w:rFonts w:eastAsia="MS Mincho"/>
                <w:i/>
                <w:sz w:val="20"/>
                <w:szCs w:val="16"/>
              </w:rPr>
            </w:pPr>
            <w:r w:rsidRPr="00C56B8F">
              <w:rPr>
                <w:i/>
                <w:sz w:val="20"/>
                <w:szCs w:val="16"/>
              </w:rPr>
              <w:t>Counter-Party Initial Estimated Monthly Non-Opted-Out LSE Load —</w:t>
            </w:r>
            <w:r w:rsidRPr="00C56B8F">
              <w:rPr>
                <w:sz w:val="20"/>
                <w:szCs w:val="16"/>
              </w:rPr>
              <w:t xml:space="preserve"> The average estimated </w:t>
            </w:r>
            <w:r w:rsidR="002941D2">
              <w:rPr>
                <w:sz w:val="20"/>
                <w:szCs w:val="16"/>
              </w:rPr>
              <w:t>L</w:t>
            </w:r>
            <w:r w:rsidRPr="00C56B8F">
              <w:rPr>
                <w:sz w:val="20"/>
                <w:szCs w:val="16"/>
              </w:rPr>
              <w:t>oad for a full month provided by a non-opted-out Counter-Party</w:t>
            </w:r>
            <w:r w:rsidRPr="00C56B8F">
              <w:rPr>
                <w:i/>
                <w:sz w:val="20"/>
                <w:szCs w:val="16"/>
              </w:rPr>
              <w:t xml:space="preserve"> cp</w:t>
            </w:r>
            <w:r w:rsidRPr="00C56B8F">
              <w:rPr>
                <w:sz w:val="20"/>
                <w:szCs w:val="16"/>
              </w:rPr>
              <w:t xml:space="preserve"> that does not yet have</w:t>
            </w:r>
            <w:r w:rsidR="00FE1658" w:rsidRPr="00C56B8F">
              <w:rPr>
                <w:sz w:val="20"/>
                <w:szCs w:val="16"/>
              </w:rPr>
              <w:t xml:space="preserve"> </w:t>
            </w:r>
            <w:r w:rsidR="00FE1658">
              <w:rPr>
                <w:sz w:val="20"/>
                <w:szCs w:val="16"/>
              </w:rPr>
              <w:t>AML.</w:t>
            </w:r>
          </w:p>
        </w:tc>
      </w:tr>
      <w:tr w:rsidR="00C56B8F" w:rsidRPr="0025427A" w14:paraId="75679BD2" w14:textId="77777777" w:rsidTr="009822AF">
        <w:trPr>
          <w:trHeight w:val="519"/>
        </w:trPr>
        <w:tc>
          <w:tcPr>
            <w:tcW w:w="2483" w:type="dxa"/>
          </w:tcPr>
          <w:p w14:paraId="5A920A55" w14:textId="6E137B81" w:rsidR="00C56B8F" w:rsidRPr="00C56B8F" w:rsidRDefault="00C56B8F" w:rsidP="00C56B8F">
            <w:pPr>
              <w:spacing w:after="60"/>
              <w:rPr>
                <w:rFonts w:eastAsia="MS Mincho"/>
                <w:iCs/>
                <w:sz w:val="20"/>
                <w:szCs w:val="16"/>
              </w:rPr>
            </w:pPr>
            <w:r w:rsidRPr="00C56B8F">
              <w:rPr>
                <w:sz w:val="20"/>
                <w:szCs w:val="16"/>
              </w:rPr>
              <w:t xml:space="preserve">CPIEMLSELRS </w:t>
            </w:r>
            <w:r w:rsidRPr="00C56B8F">
              <w:rPr>
                <w:i/>
                <w:sz w:val="20"/>
                <w:szCs w:val="16"/>
                <w:vertAlign w:val="subscript"/>
              </w:rPr>
              <w:t>cp</w:t>
            </w:r>
          </w:p>
        </w:tc>
        <w:tc>
          <w:tcPr>
            <w:tcW w:w="861" w:type="dxa"/>
          </w:tcPr>
          <w:p w14:paraId="2FA34CF3" w14:textId="7B6B9DA9" w:rsidR="00C56B8F" w:rsidRPr="00C56B8F" w:rsidRDefault="00037B90" w:rsidP="00C56B8F">
            <w:pPr>
              <w:spacing w:after="60"/>
              <w:rPr>
                <w:rFonts w:eastAsia="MS Mincho"/>
                <w:iCs/>
                <w:sz w:val="20"/>
                <w:szCs w:val="16"/>
              </w:rPr>
            </w:pPr>
            <w:r w:rsidRPr="00C56B8F">
              <w:rPr>
                <w:sz w:val="20"/>
                <w:szCs w:val="16"/>
              </w:rPr>
              <w:t>N</w:t>
            </w:r>
            <w:r w:rsidR="00C56B8F" w:rsidRPr="00C56B8F">
              <w:rPr>
                <w:sz w:val="20"/>
                <w:szCs w:val="16"/>
              </w:rPr>
              <w:t>one</w:t>
            </w:r>
          </w:p>
        </w:tc>
        <w:tc>
          <w:tcPr>
            <w:tcW w:w="5746" w:type="dxa"/>
          </w:tcPr>
          <w:p w14:paraId="26CBD999" w14:textId="17D645C1" w:rsidR="00C56B8F" w:rsidRPr="00C56B8F" w:rsidRDefault="00C56B8F" w:rsidP="00C56B8F">
            <w:pPr>
              <w:spacing w:after="60"/>
              <w:rPr>
                <w:rFonts w:eastAsia="MS Mincho"/>
                <w:i/>
                <w:sz w:val="20"/>
                <w:szCs w:val="16"/>
              </w:rPr>
            </w:pPr>
            <w:r w:rsidRPr="00C56B8F">
              <w:rPr>
                <w:i/>
                <w:sz w:val="20"/>
                <w:szCs w:val="16"/>
              </w:rPr>
              <w:t xml:space="preserve">Counter-Party Initial Estimated Monthly Non-Opted-Out LSE Load Ratio Share — </w:t>
            </w:r>
            <w:r w:rsidRPr="00C56B8F">
              <w:rPr>
                <w:sz w:val="20"/>
                <w:szCs w:val="16"/>
              </w:rPr>
              <w:t xml:space="preserve">The Load Ratio Share </w:t>
            </w:r>
            <w:r>
              <w:rPr>
                <w:sz w:val="20"/>
                <w:szCs w:val="16"/>
              </w:rPr>
              <w:t xml:space="preserve">(LRS) </w:t>
            </w:r>
            <w:r w:rsidRPr="00C56B8F">
              <w:rPr>
                <w:sz w:val="20"/>
                <w:szCs w:val="16"/>
              </w:rPr>
              <w:t xml:space="preserve">for a Counter-Party </w:t>
            </w:r>
            <w:r w:rsidRPr="00C56B8F">
              <w:rPr>
                <w:i/>
                <w:sz w:val="20"/>
                <w:szCs w:val="16"/>
              </w:rPr>
              <w:t>cp</w:t>
            </w:r>
            <w:r w:rsidRPr="00C56B8F">
              <w:rPr>
                <w:sz w:val="20"/>
                <w:szCs w:val="16"/>
              </w:rPr>
              <w:t xml:space="preserve"> that does not yet have </w:t>
            </w:r>
            <w:r>
              <w:rPr>
                <w:sz w:val="20"/>
                <w:szCs w:val="16"/>
              </w:rPr>
              <w:t>AML</w:t>
            </w:r>
            <w:r w:rsidRPr="00C56B8F">
              <w:rPr>
                <w:sz w:val="20"/>
                <w:szCs w:val="16"/>
              </w:rPr>
              <w:t>, computed using CPIEMLSE.</w:t>
            </w:r>
          </w:p>
        </w:tc>
      </w:tr>
      <w:tr w:rsidR="0025427A" w:rsidRPr="0025427A" w14:paraId="0D4C5323" w14:textId="77777777" w:rsidTr="009822AF">
        <w:trPr>
          <w:trHeight w:val="519"/>
        </w:trPr>
        <w:tc>
          <w:tcPr>
            <w:tcW w:w="2483" w:type="dxa"/>
          </w:tcPr>
          <w:p w14:paraId="55962912" w14:textId="77777777" w:rsidR="0025427A" w:rsidRPr="0025427A" w:rsidRDefault="0025427A" w:rsidP="009822AF">
            <w:pPr>
              <w:spacing w:after="60"/>
              <w:rPr>
                <w:rFonts w:eastAsia="MS Mincho"/>
                <w:iCs/>
                <w:sz w:val="20"/>
              </w:rPr>
            </w:pPr>
            <w:r w:rsidRPr="0025427A">
              <w:rPr>
                <w:rFonts w:eastAsia="MS Mincho"/>
                <w:iCs/>
                <w:sz w:val="20"/>
              </w:rPr>
              <w:t>MTSUCDA</w:t>
            </w:r>
          </w:p>
        </w:tc>
        <w:tc>
          <w:tcPr>
            <w:tcW w:w="861" w:type="dxa"/>
          </w:tcPr>
          <w:p w14:paraId="7CB2806F"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66F62DEA" w14:textId="40ABADB4" w:rsidR="0025427A" w:rsidRPr="0025427A" w:rsidRDefault="0025427A" w:rsidP="009822AF">
            <w:pPr>
              <w:spacing w:after="60"/>
              <w:rPr>
                <w:rFonts w:eastAsia="MS Mincho"/>
                <w:i/>
                <w:sz w:val="20"/>
              </w:rPr>
            </w:pPr>
            <w:r w:rsidRPr="0025427A">
              <w:rPr>
                <w:rFonts w:eastAsia="MS Mincho"/>
                <w:i/>
                <w:sz w:val="20"/>
              </w:rPr>
              <w:t xml:space="preserve">Monthly Total of Securitization Uplift Charge Daily Amounts </w:t>
            </w:r>
            <w:r w:rsidR="00DF049F" w:rsidRPr="0025427A">
              <w:rPr>
                <w:rFonts w:eastAsia="MS Mincho"/>
                <w:i/>
                <w:iCs/>
                <w:sz w:val="20"/>
              </w:rPr>
              <w:t>—</w:t>
            </w:r>
            <w:r w:rsidRPr="0025427A">
              <w:rPr>
                <w:rFonts w:eastAsia="MS Mincho"/>
                <w:iCs/>
                <w:sz w:val="20"/>
              </w:rPr>
              <w:t xml:space="preserve"> The monthly sum of the amounts to be uplifted for all the Operating Days </w:t>
            </w:r>
            <w:r w:rsidRPr="0025427A">
              <w:rPr>
                <w:rFonts w:eastAsia="MS Mincho"/>
                <w:i/>
                <w:sz w:val="20"/>
              </w:rPr>
              <w:t>od</w:t>
            </w:r>
            <w:r w:rsidRPr="0025427A">
              <w:rPr>
                <w:rFonts w:eastAsia="MS Mincho"/>
                <w:iCs/>
                <w:sz w:val="20"/>
              </w:rPr>
              <w:t xml:space="preserve"> in operating month </w:t>
            </w:r>
            <w:r w:rsidRPr="0025427A">
              <w:rPr>
                <w:rFonts w:eastAsia="MS Mincho"/>
                <w:i/>
                <w:sz w:val="20"/>
              </w:rPr>
              <w:t>om</w:t>
            </w:r>
            <w:r w:rsidRPr="0025427A">
              <w:rPr>
                <w:rFonts w:eastAsia="MS Mincho"/>
                <w:iCs/>
                <w:sz w:val="20"/>
              </w:rPr>
              <w:t xml:space="preserve">. </w:t>
            </w:r>
          </w:p>
        </w:tc>
      </w:tr>
      <w:tr w:rsidR="0025427A" w:rsidRPr="0025427A" w14:paraId="32AFA122" w14:textId="77777777" w:rsidTr="009822AF">
        <w:trPr>
          <w:trHeight w:val="519"/>
        </w:trPr>
        <w:tc>
          <w:tcPr>
            <w:tcW w:w="2483" w:type="dxa"/>
          </w:tcPr>
          <w:p w14:paraId="441E131F" w14:textId="77777777" w:rsidR="0025427A" w:rsidRPr="0025427A" w:rsidRDefault="0025427A" w:rsidP="009822AF">
            <w:pPr>
              <w:spacing w:after="60"/>
              <w:rPr>
                <w:rFonts w:eastAsia="MS Mincho"/>
                <w:iCs/>
                <w:sz w:val="20"/>
              </w:rPr>
            </w:pPr>
            <w:r w:rsidRPr="0025427A">
              <w:rPr>
                <w:rFonts w:eastAsia="MS Mincho"/>
                <w:iCs/>
                <w:sz w:val="20"/>
              </w:rPr>
              <w:t xml:space="preserve">DQSELSERTAML </w:t>
            </w:r>
            <w:r w:rsidRPr="0025427A">
              <w:rPr>
                <w:rFonts w:eastAsia="MS Mincho"/>
                <w:i/>
                <w:iCs/>
                <w:sz w:val="20"/>
                <w:vertAlign w:val="subscript"/>
              </w:rPr>
              <w:t>q, d</w:t>
            </w:r>
          </w:p>
        </w:tc>
        <w:tc>
          <w:tcPr>
            <w:tcW w:w="861" w:type="dxa"/>
          </w:tcPr>
          <w:p w14:paraId="50D068F3"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6570033" w14:textId="4232B737" w:rsidR="0025427A" w:rsidRPr="0025427A" w:rsidRDefault="0025427A" w:rsidP="009822AF">
            <w:pPr>
              <w:spacing w:after="60"/>
              <w:rPr>
                <w:rFonts w:eastAsia="MS Mincho"/>
                <w:i/>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 xml:space="preserve">oad exempt from Securitization Uplift Charges pursuant to the </w:t>
            </w:r>
            <w:r w:rsidR="002941D2" w:rsidRPr="000D6487">
              <w:rPr>
                <w:rFonts w:eastAsia="MS Mincho"/>
                <w:bCs/>
                <w:iCs/>
                <w:sz w:val="20"/>
              </w:rPr>
              <w:lastRenderedPageBreak/>
              <w:t>Declaratory Order entered by the PUCT in PUCT Docket No. 56119,</w:t>
            </w:r>
            <w:r w:rsidRPr="0025427A">
              <w:rPr>
                <w:rFonts w:eastAsia="MS Mincho"/>
                <w:bCs/>
                <w:iCs/>
                <w:sz w:val="20"/>
              </w:rPr>
              <w:t xml:space="preserve"> and DC Tie exports</w:t>
            </w:r>
            <w:r w:rsidRPr="0025427A">
              <w:rPr>
                <w:rFonts w:eastAsia="MS Mincho"/>
                <w:iCs/>
                <w:sz w:val="20"/>
              </w:rPr>
              <w:t>,</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6BB8A6A7" w14:textId="77777777" w:rsidTr="00C56B8F">
        <w:trPr>
          <w:trHeight w:val="323"/>
        </w:trPr>
        <w:tc>
          <w:tcPr>
            <w:tcW w:w="2483" w:type="dxa"/>
          </w:tcPr>
          <w:p w14:paraId="16C571D1" w14:textId="77777777" w:rsidR="0025427A" w:rsidRPr="0025427A" w:rsidRDefault="0025427A" w:rsidP="009822AF">
            <w:pPr>
              <w:spacing w:after="60"/>
              <w:rPr>
                <w:rFonts w:eastAsia="MS Mincho"/>
                <w:iCs/>
                <w:sz w:val="20"/>
              </w:rPr>
            </w:pPr>
            <w:r w:rsidRPr="0025427A">
              <w:rPr>
                <w:rFonts w:eastAsia="MS Mincho"/>
                <w:iCs/>
                <w:sz w:val="20"/>
              </w:rPr>
              <w:lastRenderedPageBreak/>
              <w:t>MQSELSE</w:t>
            </w:r>
            <w:r w:rsidRPr="0025427A">
              <w:rPr>
                <w:rFonts w:eastAsia="MS Mincho"/>
                <w:sz w:val="20"/>
              </w:rPr>
              <w:t>LRS</w:t>
            </w:r>
            <w:r w:rsidRPr="0025427A">
              <w:rPr>
                <w:rFonts w:eastAsia="MS Mincho"/>
                <w:iCs/>
                <w:sz w:val="20"/>
              </w:rPr>
              <w:t xml:space="preserve"> </w:t>
            </w:r>
            <w:r w:rsidRPr="0025427A">
              <w:rPr>
                <w:rFonts w:eastAsia="MS Mincho"/>
                <w:i/>
                <w:iCs/>
                <w:sz w:val="20"/>
                <w:vertAlign w:val="subscript"/>
              </w:rPr>
              <w:t xml:space="preserve">q, </w:t>
            </w:r>
            <w:r w:rsidRPr="0025427A">
              <w:rPr>
                <w:rFonts w:eastAsia="MS Mincho"/>
                <w:i/>
                <w:sz w:val="20"/>
                <w:vertAlign w:val="subscript"/>
              </w:rPr>
              <w:t>o</w:t>
            </w:r>
            <w:r w:rsidRPr="0025427A">
              <w:rPr>
                <w:rFonts w:eastAsia="MS Mincho"/>
                <w:i/>
                <w:iCs/>
                <w:sz w:val="20"/>
                <w:vertAlign w:val="subscript"/>
              </w:rPr>
              <w:t>m</w:t>
            </w:r>
          </w:p>
        </w:tc>
        <w:tc>
          <w:tcPr>
            <w:tcW w:w="861" w:type="dxa"/>
          </w:tcPr>
          <w:p w14:paraId="2FAC17F3"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781F8184" w14:textId="38A01ABE" w:rsidR="0025427A" w:rsidRPr="0025427A" w:rsidRDefault="0025427A" w:rsidP="009822AF">
            <w:pPr>
              <w:spacing w:after="60"/>
              <w:rPr>
                <w:rFonts w:eastAsia="MS Mincho"/>
                <w:i/>
                <w:sz w:val="20"/>
              </w:rPr>
            </w:pPr>
            <w:r w:rsidRPr="0025427A">
              <w:rPr>
                <w:rFonts w:eastAsia="MS Mincho"/>
                <w:i/>
                <w:sz w:val="20"/>
              </w:rPr>
              <w:t>Monthly QSE Non-Opted-Out LSE Load Ratio Share</w:t>
            </w:r>
            <w:r w:rsidRPr="0025427A">
              <w:rPr>
                <w:rFonts w:eastAsia="MS Mincho"/>
                <w:i/>
                <w:iCs/>
                <w:sz w:val="20"/>
              </w:rPr>
              <w:t xml:space="preserve"> — </w:t>
            </w:r>
            <w:r w:rsidRPr="0025427A">
              <w:rPr>
                <w:rFonts w:eastAsia="MS Mincho"/>
                <w:iCs/>
                <w:sz w:val="20"/>
              </w:rPr>
              <w:t xml:space="preserve">The ratio of </w:t>
            </w:r>
            <w:r w:rsidR="005624FB">
              <w:rPr>
                <w:rFonts w:eastAsia="MS Mincho"/>
                <w:iCs/>
                <w:sz w:val="20"/>
              </w:rPr>
              <w:t>AML</w:t>
            </w:r>
            <w:r w:rsidRPr="0025427A">
              <w:rPr>
                <w:rFonts w:eastAsia="MS Mincho"/>
                <w:iCs/>
                <w:sz w:val="20"/>
              </w:rPr>
              <w:t xml:space="preserve"> to the total </w:t>
            </w:r>
            <w:r w:rsidR="005624FB">
              <w:rPr>
                <w:rFonts w:eastAsia="MS Mincho"/>
                <w:iCs/>
                <w:sz w:val="20"/>
              </w:rPr>
              <w:t>AML</w:t>
            </w:r>
            <w:r w:rsidRPr="0025427A">
              <w:rPr>
                <w:rFonts w:eastAsia="MS Mincho"/>
                <w:iCs/>
                <w:sz w:val="20"/>
              </w:rPr>
              <w:t xml:space="preserve">, </w:t>
            </w:r>
            <w:r w:rsidRPr="0025427A">
              <w:rPr>
                <w:rFonts w:eastAsia="MS Mincho"/>
                <w:bCs/>
                <w:iCs/>
                <w:sz w:val="20"/>
              </w:rPr>
              <w:t xml:space="preserve">excluding the </w:t>
            </w:r>
            <w:r w:rsidR="005624FB">
              <w:rPr>
                <w:rFonts w:eastAsia="MS Mincho"/>
                <w:iCs/>
                <w:sz w:val="20"/>
              </w:rPr>
              <w:t>AML</w:t>
            </w:r>
            <w:r w:rsidRPr="0025427A">
              <w:rPr>
                <w:rFonts w:eastAsia="MS Mincho"/>
                <w:iCs/>
                <w:sz w:val="20"/>
              </w:rPr>
              <w:t xml:space="preserve"> </w:t>
            </w:r>
            <w:r w:rsidRPr="0025427A">
              <w:rPr>
                <w:rFonts w:eastAsia="MS Mincho"/>
                <w:bCs/>
                <w:iCs/>
                <w:sz w:val="20"/>
              </w:rPr>
              <w:t>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oad exempt from Securitization Uplift Charges pursuant to the Declaratory Order entered by the PUCT in PUCT Docket No. 56119,</w:t>
            </w:r>
            <w:r w:rsidRPr="0025427A">
              <w:rPr>
                <w:rFonts w:eastAsia="MS Mincho"/>
                <w:bCs/>
                <w:iCs/>
                <w:sz w:val="20"/>
              </w:rPr>
              <w:t xml:space="preserve"> and DC Tie exports</w:t>
            </w:r>
            <w:r w:rsidRPr="0025427A">
              <w:rPr>
                <w:rFonts w:eastAsia="MS Mincho"/>
                <w:iCs/>
                <w:sz w:val="20"/>
              </w:rPr>
              <w:t>, for a QSE</w:t>
            </w:r>
            <w:r w:rsidRPr="0025427A">
              <w:rPr>
                <w:rFonts w:eastAsia="MS Mincho"/>
                <w:bCs/>
                <w:iCs/>
                <w:sz w:val="20"/>
              </w:rPr>
              <w:t xml:space="preserve"> </w:t>
            </w:r>
            <w:r w:rsidRPr="0025427A">
              <w:rPr>
                <w:rFonts w:eastAsia="MS Mincho"/>
                <w:bCs/>
                <w:i/>
                <w:sz w:val="20"/>
              </w:rPr>
              <w:t>q</w:t>
            </w:r>
            <w:r w:rsidRPr="0025427A">
              <w:rPr>
                <w:rFonts w:eastAsia="MS Mincho"/>
                <w:iCs/>
                <w:sz w:val="20"/>
              </w:rPr>
              <w:t xml:space="preserv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4BA9C9D4" w14:textId="77777777" w:rsidTr="009822AF">
        <w:trPr>
          <w:trHeight w:val="519"/>
        </w:trPr>
        <w:tc>
          <w:tcPr>
            <w:tcW w:w="2483" w:type="dxa"/>
          </w:tcPr>
          <w:p w14:paraId="25DE3EB2" w14:textId="77777777" w:rsidR="0025427A" w:rsidRPr="0025427A" w:rsidRDefault="0025427A" w:rsidP="009822AF">
            <w:pPr>
              <w:spacing w:after="60"/>
              <w:rPr>
                <w:rFonts w:eastAsia="MS Mincho"/>
                <w:iCs/>
                <w:sz w:val="20"/>
              </w:rPr>
            </w:pPr>
            <w:r w:rsidRPr="0025427A">
              <w:rPr>
                <w:rFonts w:eastAsia="MS Mincho"/>
                <w:sz w:val="20"/>
              </w:rPr>
              <w:t xml:space="preserve">MQSELSERTAML </w:t>
            </w:r>
            <w:r w:rsidRPr="0025427A">
              <w:rPr>
                <w:rFonts w:eastAsia="MS Mincho"/>
                <w:i/>
                <w:sz w:val="20"/>
                <w:vertAlign w:val="subscript"/>
              </w:rPr>
              <w:t xml:space="preserve">q, </w:t>
            </w:r>
            <w:r w:rsidRPr="0025427A">
              <w:rPr>
                <w:rFonts w:eastAsia="MS Mincho"/>
                <w:i/>
                <w:iCs/>
                <w:sz w:val="20"/>
                <w:vertAlign w:val="subscript"/>
              </w:rPr>
              <w:t>o</w:t>
            </w:r>
            <w:r w:rsidRPr="0025427A">
              <w:rPr>
                <w:rFonts w:eastAsia="MS Mincho"/>
                <w:i/>
                <w:sz w:val="20"/>
                <w:vertAlign w:val="subscript"/>
              </w:rPr>
              <w:t>m</w:t>
            </w:r>
          </w:p>
        </w:tc>
        <w:tc>
          <w:tcPr>
            <w:tcW w:w="861" w:type="dxa"/>
          </w:tcPr>
          <w:p w14:paraId="5A17E70A"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2074332" w14:textId="512CEB81" w:rsidR="0025427A" w:rsidRPr="0025427A" w:rsidRDefault="0025427A" w:rsidP="009822AF">
            <w:pPr>
              <w:spacing w:after="60"/>
              <w:rPr>
                <w:rFonts w:eastAsia="MS Mincho"/>
                <w:i/>
                <w:sz w:val="20"/>
              </w:rPr>
            </w:pPr>
            <w:r w:rsidRPr="0025427A">
              <w:rPr>
                <w:rFonts w:eastAsia="MS Mincho"/>
                <w:i/>
                <w:iCs/>
                <w:sz w:val="20"/>
              </w:rPr>
              <w:t xml:space="preserve">Monthly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RTAML </w:t>
            </w:r>
            <w:r w:rsidRPr="0025427A">
              <w:rPr>
                <w:rFonts w:eastAsia="MS Mincho"/>
                <w:bCs/>
                <w:iCs/>
                <w:sz w:val="20"/>
              </w:rPr>
              <w:t>excluding the RTAML 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oad exempt from Securitization Uplift Charges pursuant to the Declaratory Order entered by the PUCT in PUCT Docket No. 56119,</w:t>
            </w:r>
            <w:r w:rsidRPr="0025427A">
              <w:rPr>
                <w:rFonts w:eastAsia="MS Mincho"/>
                <w:bCs/>
                <w:iCs/>
                <w:sz w:val="20"/>
              </w:rPr>
              <w:t xml:space="preserve">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bCs/>
                <w:iCs/>
                <w:sz w:val="20"/>
              </w:rPr>
              <w:t xml:space="preserve">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68D2C39D" w14:textId="77777777" w:rsidTr="009822AF">
        <w:trPr>
          <w:trHeight w:val="519"/>
        </w:trPr>
        <w:tc>
          <w:tcPr>
            <w:tcW w:w="2483" w:type="dxa"/>
          </w:tcPr>
          <w:p w14:paraId="4BB09CBC" w14:textId="77777777" w:rsidR="0025427A" w:rsidRPr="0025427A" w:rsidRDefault="0025427A" w:rsidP="009822AF">
            <w:pPr>
              <w:spacing w:after="60"/>
              <w:rPr>
                <w:rFonts w:eastAsia="MS Mincho"/>
                <w:iCs/>
                <w:sz w:val="20"/>
              </w:rPr>
            </w:pPr>
            <w:r w:rsidRPr="0025427A">
              <w:rPr>
                <w:rFonts w:eastAsia="MS Mincho"/>
                <w:sz w:val="20"/>
              </w:rPr>
              <w:t xml:space="preserve">MERCOTQSELSERTAML </w:t>
            </w:r>
            <w:r w:rsidRPr="0025427A">
              <w:rPr>
                <w:rFonts w:eastAsia="MS Mincho"/>
                <w:i/>
                <w:iCs/>
                <w:sz w:val="20"/>
                <w:vertAlign w:val="subscript"/>
              </w:rPr>
              <w:t>o</w:t>
            </w:r>
            <w:r w:rsidRPr="0025427A">
              <w:rPr>
                <w:rFonts w:eastAsia="MS Mincho"/>
                <w:i/>
                <w:sz w:val="20"/>
                <w:vertAlign w:val="subscript"/>
              </w:rPr>
              <w:t>m</w:t>
            </w:r>
          </w:p>
        </w:tc>
        <w:tc>
          <w:tcPr>
            <w:tcW w:w="861" w:type="dxa"/>
          </w:tcPr>
          <w:p w14:paraId="5179C684"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47C19736" w14:textId="3C49CAD2" w:rsidR="0025427A" w:rsidRPr="0025427A" w:rsidRDefault="0025427A" w:rsidP="009822AF">
            <w:pPr>
              <w:spacing w:after="60"/>
              <w:rPr>
                <w:rFonts w:eastAsia="MS Mincho"/>
                <w:i/>
                <w:sz w:val="20"/>
              </w:rPr>
            </w:pPr>
            <w:r w:rsidRPr="0025427A">
              <w:rPr>
                <w:rFonts w:eastAsia="MS Mincho"/>
                <w:i/>
                <w:iCs/>
                <w:sz w:val="20"/>
              </w:rPr>
              <w:t xml:space="preserve">Monthly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ERCOT total RTAML </w:t>
            </w:r>
            <w:r w:rsidRPr="0025427A">
              <w:rPr>
                <w:rFonts w:eastAsia="MS Mincho"/>
                <w:bCs/>
                <w:iCs/>
                <w:sz w:val="20"/>
              </w:rPr>
              <w:t>excluding the RTAML 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oad exempt from Securitization Uplift Charges pursuant to the Declaratory Order entered by the PUCT in PUCT Docket No. 56119,</w:t>
            </w:r>
            <w:r w:rsidRPr="0025427A">
              <w:rPr>
                <w:rFonts w:eastAsia="MS Mincho"/>
                <w:bCs/>
                <w:iCs/>
                <w:sz w:val="20"/>
              </w:rPr>
              <w:t xml:space="preserve">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37AFE78C" w14:textId="77777777" w:rsidTr="009822AF">
        <w:trPr>
          <w:trHeight w:val="305"/>
        </w:trPr>
        <w:tc>
          <w:tcPr>
            <w:tcW w:w="2483" w:type="dxa"/>
          </w:tcPr>
          <w:p w14:paraId="78A7456F" w14:textId="77777777" w:rsidR="0025427A" w:rsidRPr="0025427A" w:rsidRDefault="0025427A" w:rsidP="009822AF">
            <w:pPr>
              <w:spacing w:after="60"/>
              <w:rPr>
                <w:rFonts w:eastAsia="MS Mincho"/>
                <w:i/>
                <w:sz w:val="20"/>
              </w:rPr>
            </w:pPr>
            <w:r w:rsidRPr="0025427A">
              <w:rPr>
                <w:rFonts w:eastAsia="MS Mincho"/>
                <w:i/>
                <w:sz w:val="20"/>
              </w:rPr>
              <w:t>cp</w:t>
            </w:r>
          </w:p>
        </w:tc>
        <w:tc>
          <w:tcPr>
            <w:tcW w:w="861" w:type="dxa"/>
          </w:tcPr>
          <w:p w14:paraId="441FA6A4"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0D48AA0A" w14:textId="27C047F2" w:rsidR="0025427A" w:rsidRPr="0025427A" w:rsidRDefault="0025427A" w:rsidP="009822AF">
            <w:pPr>
              <w:spacing w:after="60"/>
              <w:rPr>
                <w:rFonts w:eastAsia="MS Mincho"/>
                <w:i/>
                <w:sz w:val="20"/>
              </w:rPr>
            </w:pPr>
            <w:r w:rsidRPr="0025427A">
              <w:rPr>
                <w:rFonts w:eastAsia="MS Mincho"/>
                <w:iCs/>
                <w:sz w:val="20"/>
              </w:rPr>
              <w:t>A registered Counter-Party</w:t>
            </w:r>
            <w:r w:rsidR="005624FB">
              <w:rPr>
                <w:rFonts w:eastAsia="MS Mincho"/>
                <w:iCs/>
                <w:sz w:val="20"/>
              </w:rPr>
              <w:t>.</w:t>
            </w:r>
          </w:p>
        </w:tc>
      </w:tr>
      <w:tr w:rsidR="0025427A" w:rsidRPr="0025427A" w14:paraId="046168D9" w14:textId="77777777" w:rsidTr="009822AF">
        <w:trPr>
          <w:trHeight w:val="519"/>
        </w:trPr>
        <w:tc>
          <w:tcPr>
            <w:tcW w:w="2483" w:type="dxa"/>
          </w:tcPr>
          <w:p w14:paraId="7252BC40" w14:textId="77777777" w:rsidR="0025427A" w:rsidRPr="0025427A" w:rsidRDefault="0025427A" w:rsidP="009822AF">
            <w:pPr>
              <w:spacing w:after="60"/>
              <w:rPr>
                <w:rFonts w:eastAsia="MS Mincho"/>
                <w:i/>
                <w:sz w:val="20"/>
              </w:rPr>
            </w:pPr>
            <w:r w:rsidRPr="0025427A">
              <w:rPr>
                <w:rFonts w:eastAsia="MS Mincho"/>
                <w:i/>
                <w:sz w:val="20"/>
              </w:rPr>
              <w:t>om</w:t>
            </w:r>
          </w:p>
        </w:tc>
        <w:tc>
          <w:tcPr>
            <w:tcW w:w="861" w:type="dxa"/>
          </w:tcPr>
          <w:p w14:paraId="6B0CCDA5"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653A3072" w14:textId="776E3073" w:rsidR="0025427A" w:rsidRPr="0025427A" w:rsidRDefault="0025427A" w:rsidP="009822AF">
            <w:pPr>
              <w:spacing w:after="60"/>
              <w:rPr>
                <w:rFonts w:eastAsia="MS Mincho"/>
                <w:iCs/>
                <w:sz w:val="20"/>
              </w:rPr>
            </w:pPr>
            <w:r w:rsidRPr="0025427A">
              <w:rPr>
                <w:rFonts w:eastAsia="MS Mincho"/>
                <w:i/>
                <w:sz w:val="20"/>
              </w:rPr>
              <w:t>Operating Month</w:t>
            </w:r>
            <w:r w:rsidRPr="0025427A">
              <w:rPr>
                <w:rFonts w:eastAsia="MS Mincho"/>
                <w:iCs/>
                <w:sz w:val="20"/>
              </w:rPr>
              <w:t xml:space="preserve"> </w:t>
            </w:r>
            <w:r w:rsidR="00FF266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 xml:space="preserve">he most recent month for which all the daily ratios of </w:t>
            </w:r>
            <w:r w:rsidR="00FE1658">
              <w:rPr>
                <w:rFonts w:eastAsia="MS Mincho"/>
                <w:iCs/>
                <w:sz w:val="20"/>
              </w:rPr>
              <w:t>AML</w:t>
            </w:r>
            <w:r w:rsidRPr="0025427A">
              <w:rPr>
                <w:rFonts w:eastAsia="MS Mincho"/>
                <w:iCs/>
                <w:sz w:val="20"/>
              </w:rPr>
              <w:t xml:space="preserve"> to the total </w:t>
            </w:r>
            <w:r w:rsidR="00FE1658">
              <w:rPr>
                <w:rFonts w:eastAsia="MS Mincho"/>
                <w:iCs/>
                <w:sz w:val="20"/>
              </w:rPr>
              <w:t>AML</w:t>
            </w:r>
            <w:r w:rsidRPr="0025427A">
              <w:rPr>
                <w:rFonts w:eastAsia="MS Mincho"/>
                <w:iCs/>
                <w:sz w:val="20"/>
              </w:rPr>
              <w:t xml:space="preserve">, excluding the </w:t>
            </w:r>
            <w:r w:rsidR="00FE1658">
              <w:rPr>
                <w:rFonts w:eastAsia="MS Mincho"/>
                <w:iCs/>
                <w:sz w:val="20"/>
              </w:rPr>
              <w:t>AML</w:t>
            </w:r>
            <w:r w:rsidRPr="0025427A">
              <w:rPr>
                <w:rFonts w:eastAsia="MS Mincho"/>
                <w:iCs/>
                <w:sz w:val="20"/>
              </w:rPr>
              <w:t xml:space="preserve"> for Securitization Uplift Charge Opt-Out Entities and DC Tie exports, for a QSE are available for all days of the month.</w:t>
            </w:r>
          </w:p>
        </w:tc>
      </w:tr>
      <w:tr w:rsidR="0025427A" w:rsidRPr="0025427A" w14:paraId="5231E8FF" w14:textId="77777777" w:rsidTr="009822AF">
        <w:trPr>
          <w:trHeight w:val="519"/>
        </w:trPr>
        <w:tc>
          <w:tcPr>
            <w:tcW w:w="2483" w:type="dxa"/>
          </w:tcPr>
          <w:p w14:paraId="280001BC" w14:textId="77777777" w:rsidR="0025427A" w:rsidRPr="0025427A" w:rsidRDefault="0025427A" w:rsidP="009822AF">
            <w:pPr>
              <w:spacing w:after="60"/>
              <w:rPr>
                <w:rFonts w:eastAsia="MS Mincho"/>
                <w:i/>
                <w:sz w:val="20"/>
              </w:rPr>
            </w:pPr>
            <w:r w:rsidRPr="0025427A">
              <w:rPr>
                <w:rFonts w:eastAsia="MS Mincho"/>
                <w:i/>
                <w:sz w:val="20"/>
              </w:rPr>
              <w:t>fmu</w:t>
            </w:r>
          </w:p>
        </w:tc>
        <w:tc>
          <w:tcPr>
            <w:tcW w:w="861" w:type="dxa"/>
          </w:tcPr>
          <w:p w14:paraId="234F45EA" w14:textId="66CC6726" w:rsidR="0025427A" w:rsidRPr="0025427A" w:rsidRDefault="005624FB" w:rsidP="009822AF">
            <w:pPr>
              <w:spacing w:after="60"/>
              <w:rPr>
                <w:rFonts w:eastAsia="MS Mincho"/>
                <w:iCs/>
                <w:sz w:val="20"/>
              </w:rPr>
            </w:pPr>
            <w:r>
              <w:rPr>
                <w:rFonts w:eastAsia="MS Mincho"/>
                <w:iCs/>
                <w:sz w:val="20"/>
              </w:rPr>
              <w:t>n</w:t>
            </w:r>
            <w:r w:rsidR="0025427A" w:rsidRPr="0025427A">
              <w:rPr>
                <w:rFonts w:eastAsia="MS Mincho"/>
                <w:iCs/>
                <w:sz w:val="20"/>
              </w:rPr>
              <w:t>one</w:t>
            </w:r>
          </w:p>
        </w:tc>
        <w:tc>
          <w:tcPr>
            <w:tcW w:w="5746" w:type="dxa"/>
          </w:tcPr>
          <w:p w14:paraId="3339F9D3" w14:textId="55B56D06" w:rsidR="0025427A" w:rsidRPr="0025427A" w:rsidDel="006E6B51" w:rsidRDefault="0025427A" w:rsidP="009822AF">
            <w:pPr>
              <w:spacing w:after="60"/>
              <w:rPr>
                <w:rFonts w:eastAsia="MS Mincho"/>
                <w:i/>
                <w:sz w:val="20"/>
              </w:rPr>
            </w:pPr>
            <w:r w:rsidRPr="0025427A">
              <w:rPr>
                <w:rFonts w:eastAsia="MS Mincho"/>
                <w:i/>
                <w:iCs/>
                <w:sz w:val="20"/>
              </w:rPr>
              <w:t xml:space="preserve">Forward Month </w:t>
            </w:r>
            <w:r w:rsidR="00FF266B" w:rsidRPr="0025427A">
              <w:rPr>
                <w:rFonts w:eastAsia="MS Mincho"/>
                <w:i/>
                <w:iCs/>
                <w:sz w:val="20"/>
              </w:rPr>
              <w:t>—</w:t>
            </w:r>
            <w:r w:rsidRPr="0025427A">
              <w:rPr>
                <w:rFonts w:eastAsia="MS Mincho"/>
                <w:i/>
                <w:iCs/>
                <w:sz w:val="20"/>
              </w:rPr>
              <w:t xml:space="preserve"> </w:t>
            </w:r>
            <w:r w:rsidR="005624FB">
              <w:rPr>
                <w:rFonts w:eastAsia="MS Mincho"/>
                <w:iCs/>
                <w:sz w:val="20"/>
              </w:rPr>
              <w:t>A</w:t>
            </w:r>
            <w:r w:rsidRPr="0025427A">
              <w:rPr>
                <w:rFonts w:eastAsia="MS Mincho"/>
                <w:iCs/>
                <w:sz w:val="20"/>
              </w:rPr>
              <w:t xml:space="preserve"> month from Securitization Uplift Charge forward months</w:t>
            </w:r>
            <w:r w:rsidR="005624FB">
              <w:rPr>
                <w:rFonts w:eastAsia="MS Mincho"/>
                <w:iCs/>
                <w:sz w:val="20"/>
              </w:rPr>
              <w:t>.</w:t>
            </w:r>
          </w:p>
        </w:tc>
      </w:tr>
      <w:tr w:rsidR="0025427A" w:rsidRPr="0025427A" w14:paraId="02B26A6E" w14:textId="77777777" w:rsidTr="009822AF">
        <w:trPr>
          <w:trHeight w:val="519"/>
        </w:trPr>
        <w:tc>
          <w:tcPr>
            <w:tcW w:w="2483" w:type="dxa"/>
          </w:tcPr>
          <w:p w14:paraId="5FC45434" w14:textId="77777777" w:rsidR="0025427A" w:rsidRPr="0025427A" w:rsidRDefault="0025427A" w:rsidP="009822AF">
            <w:pPr>
              <w:spacing w:after="60"/>
              <w:rPr>
                <w:rFonts w:eastAsia="MS Mincho"/>
                <w:i/>
                <w:sz w:val="20"/>
              </w:rPr>
            </w:pPr>
            <w:r w:rsidRPr="0025427A">
              <w:rPr>
                <w:rFonts w:eastAsia="MS Mincho"/>
                <w:i/>
                <w:sz w:val="20"/>
              </w:rPr>
              <w:t>nfmu</w:t>
            </w:r>
          </w:p>
        </w:tc>
        <w:tc>
          <w:tcPr>
            <w:tcW w:w="861" w:type="dxa"/>
          </w:tcPr>
          <w:p w14:paraId="09DF395E"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3A882E5" w14:textId="7FB20192" w:rsidR="0025427A" w:rsidRPr="0025427A" w:rsidRDefault="0025427A" w:rsidP="009822AF">
            <w:pPr>
              <w:spacing w:after="60"/>
              <w:rPr>
                <w:rFonts w:eastAsia="MS Mincho"/>
                <w:i/>
                <w:sz w:val="20"/>
              </w:rPr>
            </w:pPr>
            <w:r w:rsidRPr="0025427A">
              <w:rPr>
                <w:rFonts w:eastAsia="MS Mincho"/>
                <w:i/>
                <w:sz w:val="20"/>
              </w:rPr>
              <w:t xml:space="preserve">Number of </w:t>
            </w:r>
            <w:r w:rsidR="00FF266B">
              <w:rPr>
                <w:rFonts w:eastAsia="MS Mincho"/>
                <w:i/>
                <w:sz w:val="20"/>
              </w:rPr>
              <w:t>F</w:t>
            </w:r>
            <w:r w:rsidR="00FF266B" w:rsidRPr="0025427A">
              <w:rPr>
                <w:rFonts w:eastAsia="MS Mincho"/>
                <w:i/>
                <w:sz w:val="20"/>
              </w:rPr>
              <w:t xml:space="preserve">orward </w:t>
            </w:r>
            <w:r w:rsidR="00FF266B">
              <w:rPr>
                <w:rFonts w:eastAsia="MS Mincho"/>
                <w:i/>
                <w:sz w:val="20"/>
              </w:rPr>
              <w:t>M</w:t>
            </w:r>
            <w:r w:rsidR="00FF266B" w:rsidRPr="0025427A">
              <w:rPr>
                <w:rFonts w:eastAsia="MS Mincho"/>
                <w:i/>
                <w:sz w:val="20"/>
              </w:rPr>
              <w:t>onths</w:t>
            </w:r>
            <w:r w:rsidR="00FF266B" w:rsidRPr="0025427A">
              <w:rPr>
                <w:rFonts w:eastAsia="MS Mincho"/>
                <w:iCs/>
                <w:sz w:val="20"/>
              </w:rPr>
              <w:t xml:space="preserve"> </w:t>
            </w:r>
            <w:r w:rsidR="00FF266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otal number of forward months Monthly Securitization Uplift Charge is extrapolated</w:t>
            </w:r>
            <w:r w:rsidR="005624FB">
              <w:rPr>
                <w:rFonts w:eastAsia="MS Mincho"/>
                <w:iCs/>
                <w:sz w:val="20"/>
              </w:rPr>
              <w:t>.</w:t>
            </w:r>
          </w:p>
        </w:tc>
      </w:tr>
      <w:tr w:rsidR="0025427A" w:rsidRPr="0025427A" w14:paraId="604E0D18" w14:textId="77777777" w:rsidTr="009822AF">
        <w:trPr>
          <w:trHeight w:val="368"/>
        </w:trPr>
        <w:tc>
          <w:tcPr>
            <w:tcW w:w="2483" w:type="dxa"/>
          </w:tcPr>
          <w:p w14:paraId="11A9AC45" w14:textId="77777777" w:rsidR="0025427A" w:rsidRPr="0025427A" w:rsidDel="00FB0933" w:rsidRDefault="0025427A" w:rsidP="009822AF">
            <w:pPr>
              <w:spacing w:after="60"/>
              <w:rPr>
                <w:rFonts w:eastAsia="MS Mincho"/>
                <w:i/>
                <w:sz w:val="20"/>
              </w:rPr>
            </w:pPr>
            <w:r w:rsidRPr="0025427A">
              <w:rPr>
                <w:rFonts w:eastAsia="MS Mincho"/>
                <w:i/>
                <w:sz w:val="20"/>
              </w:rPr>
              <w:t>d</w:t>
            </w:r>
          </w:p>
        </w:tc>
        <w:tc>
          <w:tcPr>
            <w:tcW w:w="861" w:type="dxa"/>
          </w:tcPr>
          <w:p w14:paraId="35429049"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5A61A5C" w14:textId="79ED82CF" w:rsidR="0025427A" w:rsidRPr="0025427A" w:rsidRDefault="0025427A" w:rsidP="009822AF">
            <w:pPr>
              <w:spacing w:after="60"/>
              <w:rPr>
                <w:rFonts w:eastAsia="MS Mincho"/>
                <w:i/>
                <w:sz w:val="20"/>
              </w:rPr>
            </w:pPr>
            <w:r w:rsidRPr="0025427A">
              <w:rPr>
                <w:rFonts w:eastAsia="MS Mincho"/>
                <w:iCs/>
                <w:sz w:val="20"/>
              </w:rPr>
              <w:t>An Operating Day</w:t>
            </w:r>
            <w:r w:rsidR="005624FB">
              <w:rPr>
                <w:rFonts w:eastAsia="MS Mincho"/>
                <w:iCs/>
                <w:sz w:val="20"/>
              </w:rPr>
              <w:t>.</w:t>
            </w:r>
          </w:p>
        </w:tc>
      </w:tr>
    </w:tbl>
    <w:p w14:paraId="2D592B1C" w14:textId="77777777" w:rsidR="0025427A" w:rsidRPr="0025427A" w:rsidRDefault="0025427A" w:rsidP="0025427A">
      <w:pPr>
        <w:spacing w:before="240"/>
        <w:rPr>
          <w:rFonts w:eastAsia="MS Mincho"/>
          <w:szCs w:val="24"/>
        </w:rPr>
      </w:pPr>
      <w:r w:rsidRPr="0025427A">
        <w:rPr>
          <w:rFonts w:eastAsia="MS Mincho"/>
          <w:iCs/>
          <w:szCs w:val="24"/>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25427A" w:rsidRPr="0025427A" w14:paraId="00425B62" w14:textId="77777777" w:rsidTr="009822AF">
        <w:trPr>
          <w:trHeight w:val="351"/>
          <w:tblHeader/>
        </w:trPr>
        <w:tc>
          <w:tcPr>
            <w:tcW w:w="2153" w:type="dxa"/>
          </w:tcPr>
          <w:p w14:paraId="50D79F65" w14:textId="77777777" w:rsidR="0025427A" w:rsidRPr="0025427A" w:rsidRDefault="0025427A" w:rsidP="009822AF">
            <w:pPr>
              <w:spacing w:after="240"/>
              <w:rPr>
                <w:rFonts w:eastAsia="MS Mincho"/>
                <w:b/>
                <w:iCs/>
                <w:sz w:val="20"/>
              </w:rPr>
            </w:pPr>
            <w:r w:rsidRPr="0025427A">
              <w:rPr>
                <w:rFonts w:eastAsia="MS Mincho"/>
                <w:b/>
                <w:iCs/>
                <w:sz w:val="20"/>
              </w:rPr>
              <w:t>Parameter</w:t>
            </w:r>
          </w:p>
        </w:tc>
        <w:tc>
          <w:tcPr>
            <w:tcW w:w="2300" w:type="dxa"/>
          </w:tcPr>
          <w:p w14:paraId="7B0AD7CE"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4637" w:type="dxa"/>
          </w:tcPr>
          <w:p w14:paraId="6A05EC2D" w14:textId="77777777" w:rsidR="0025427A" w:rsidRPr="0025427A" w:rsidRDefault="0025427A" w:rsidP="009822AF">
            <w:pPr>
              <w:spacing w:after="240"/>
              <w:rPr>
                <w:rFonts w:eastAsia="MS Mincho"/>
                <w:b/>
                <w:iCs/>
                <w:sz w:val="20"/>
              </w:rPr>
            </w:pPr>
            <w:r w:rsidRPr="0025427A">
              <w:rPr>
                <w:rFonts w:eastAsia="MS Mincho"/>
                <w:b/>
                <w:iCs/>
                <w:sz w:val="20"/>
              </w:rPr>
              <w:t>Current Value</w:t>
            </w:r>
          </w:p>
        </w:tc>
      </w:tr>
      <w:tr w:rsidR="0025427A" w:rsidRPr="0025427A" w14:paraId="22D2A882" w14:textId="77777777" w:rsidTr="009822AF">
        <w:trPr>
          <w:trHeight w:val="368"/>
        </w:trPr>
        <w:tc>
          <w:tcPr>
            <w:tcW w:w="2153" w:type="dxa"/>
          </w:tcPr>
          <w:p w14:paraId="0CB87AB3" w14:textId="77777777" w:rsidR="0025427A" w:rsidRPr="0025427A" w:rsidRDefault="0025427A" w:rsidP="009822AF">
            <w:pPr>
              <w:spacing w:after="60"/>
              <w:rPr>
                <w:rFonts w:eastAsia="MS Mincho"/>
                <w:i/>
                <w:iCs/>
                <w:sz w:val="20"/>
              </w:rPr>
            </w:pPr>
            <w:r w:rsidRPr="0025427A">
              <w:rPr>
                <w:rFonts w:eastAsia="MS Mincho"/>
                <w:i/>
                <w:iCs/>
                <w:sz w:val="20"/>
              </w:rPr>
              <w:t>nfmu</w:t>
            </w:r>
          </w:p>
        </w:tc>
        <w:tc>
          <w:tcPr>
            <w:tcW w:w="2300" w:type="dxa"/>
          </w:tcPr>
          <w:p w14:paraId="1C47CC12" w14:textId="77777777" w:rsidR="0025427A" w:rsidRPr="0025427A" w:rsidRDefault="0025427A" w:rsidP="009822AF">
            <w:pPr>
              <w:spacing w:after="60"/>
              <w:rPr>
                <w:rFonts w:eastAsia="MS Mincho"/>
                <w:iCs/>
                <w:sz w:val="20"/>
              </w:rPr>
            </w:pPr>
            <w:r w:rsidRPr="0025427A">
              <w:rPr>
                <w:rFonts w:eastAsia="MS Mincho"/>
                <w:iCs/>
                <w:sz w:val="20"/>
              </w:rPr>
              <w:t>Months</w:t>
            </w:r>
          </w:p>
        </w:tc>
        <w:tc>
          <w:tcPr>
            <w:tcW w:w="4637" w:type="dxa"/>
          </w:tcPr>
          <w:p w14:paraId="096C8262" w14:textId="77777777" w:rsidR="0025427A" w:rsidRPr="0025427A" w:rsidRDefault="0025427A" w:rsidP="009822AF">
            <w:pPr>
              <w:spacing w:after="60"/>
              <w:rPr>
                <w:rFonts w:eastAsia="MS Mincho"/>
                <w:iCs/>
                <w:sz w:val="20"/>
              </w:rPr>
            </w:pPr>
            <w:r w:rsidRPr="0025427A">
              <w:rPr>
                <w:rFonts w:eastAsia="MS Mincho"/>
                <w:iCs/>
                <w:sz w:val="20"/>
              </w:rPr>
              <w:t>2</w:t>
            </w:r>
          </w:p>
        </w:tc>
      </w:tr>
      <w:tr w:rsidR="0025427A" w:rsidRPr="0025427A" w14:paraId="4AC9E3E9" w14:textId="77777777" w:rsidTr="009822AF">
        <w:trPr>
          <w:trHeight w:val="341"/>
        </w:trPr>
        <w:tc>
          <w:tcPr>
            <w:tcW w:w="2153" w:type="dxa"/>
          </w:tcPr>
          <w:p w14:paraId="06973638" w14:textId="77777777" w:rsidR="0025427A" w:rsidRPr="0025427A" w:rsidRDefault="0025427A" w:rsidP="009822AF">
            <w:pPr>
              <w:spacing w:after="60"/>
              <w:rPr>
                <w:rFonts w:eastAsia="MS Mincho"/>
                <w:i/>
                <w:iCs/>
                <w:sz w:val="20"/>
              </w:rPr>
            </w:pPr>
            <w:r w:rsidRPr="0025427A">
              <w:rPr>
                <w:rFonts w:eastAsia="MS Mincho"/>
                <w:i/>
                <w:iCs/>
                <w:sz w:val="20"/>
              </w:rPr>
              <w:t>las</w:t>
            </w:r>
          </w:p>
        </w:tc>
        <w:tc>
          <w:tcPr>
            <w:tcW w:w="2300" w:type="dxa"/>
          </w:tcPr>
          <w:p w14:paraId="7207B9E6" w14:textId="77777777" w:rsidR="0025427A" w:rsidRPr="0025427A" w:rsidRDefault="0025427A" w:rsidP="009822AF">
            <w:pPr>
              <w:spacing w:after="60"/>
              <w:rPr>
                <w:rFonts w:eastAsia="MS Mincho"/>
                <w:iCs/>
                <w:sz w:val="20"/>
              </w:rPr>
            </w:pPr>
            <w:r w:rsidRPr="0025427A">
              <w:rPr>
                <w:rFonts w:eastAsia="MS Mincho"/>
                <w:iCs/>
                <w:sz w:val="20"/>
              </w:rPr>
              <w:t>Settlement Type</w:t>
            </w:r>
          </w:p>
        </w:tc>
        <w:tc>
          <w:tcPr>
            <w:tcW w:w="4637" w:type="dxa"/>
          </w:tcPr>
          <w:p w14:paraId="2D73B3EA" w14:textId="77777777" w:rsidR="0025427A" w:rsidRPr="0025427A" w:rsidRDefault="0025427A" w:rsidP="009822AF">
            <w:pPr>
              <w:spacing w:after="60"/>
              <w:rPr>
                <w:rFonts w:eastAsia="MS Mincho"/>
                <w:iCs/>
                <w:sz w:val="20"/>
              </w:rPr>
            </w:pPr>
            <w:r w:rsidRPr="0025427A">
              <w:rPr>
                <w:rFonts w:eastAsia="MS Mincho"/>
                <w:iCs/>
                <w:sz w:val="20"/>
              </w:rPr>
              <w:t>Load-Allocated Initial Settlements</w:t>
            </w:r>
          </w:p>
        </w:tc>
      </w:tr>
    </w:tbl>
    <w:p w14:paraId="3E393B8F" w14:textId="77777777" w:rsidR="0025427A" w:rsidRPr="0025427A" w:rsidRDefault="0025427A" w:rsidP="00632469">
      <w:pPr>
        <w:keepNext/>
        <w:tabs>
          <w:tab w:val="left" w:pos="1080"/>
        </w:tabs>
        <w:spacing w:before="480" w:after="240"/>
        <w:ind w:left="1080" w:hanging="1080"/>
        <w:outlineLvl w:val="2"/>
        <w:rPr>
          <w:b/>
          <w:bCs/>
          <w:i/>
        </w:rPr>
      </w:pPr>
      <w:bookmarkStart w:id="31" w:name="_Toc141428015"/>
      <w:r w:rsidRPr="0025427A">
        <w:rPr>
          <w:b/>
          <w:bCs/>
          <w:i/>
        </w:rPr>
        <w:t>27.5.5</w:t>
      </w:r>
      <w:r w:rsidRPr="0025427A">
        <w:rPr>
          <w:b/>
          <w:bCs/>
          <w:i/>
        </w:rPr>
        <w:tab/>
        <w:t>Monitoring of a Counter-Party’s Securitization Uplift Charge Credit Exposure by ERCOT</w:t>
      </w:r>
      <w:bookmarkEnd w:id="31"/>
    </w:p>
    <w:p w14:paraId="34AEB597"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Pursuant to Section 16.11.5, Monitoring of a Counter-Party’s Creditworthiness and Credit Exposure by ERCOT, ERCOT shall monitor the credit exposure of each Counter-Party, including Securitization Uplift Charge Credit Exposure.  </w:t>
      </w:r>
    </w:p>
    <w:p w14:paraId="2D793720" w14:textId="77777777" w:rsidR="0025427A" w:rsidRPr="0025427A" w:rsidRDefault="0025427A" w:rsidP="0025427A">
      <w:pPr>
        <w:spacing w:after="240"/>
        <w:ind w:left="720" w:hanging="720"/>
        <w:rPr>
          <w:rFonts w:eastAsia="MS Mincho"/>
          <w:szCs w:val="24"/>
        </w:rPr>
      </w:pPr>
      <w:r w:rsidRPr="0025427A">
        <w:rPr>
          <w:rFonts w:eastAsia="MS Mincho"/>
          <w:szCs w:val="24"/>
        </w:rPr>
        <w:lastRenderedPageBreak/>
        <w:t>(2)</w:t>
      </w:r>
      <w:r w:rsidRPr="0025427A">
        <w:rPr>
          <w:rFonts w:eastAsia="MS Mincho"/>
          <w:szCs w:val="24"/>
        </w:rPr>
        <w:tab/>
        <w:t xml:space="preserve">A Counter-Party is responsible at all times for maintaining Securitization Uplift Charge escrow deposits in an amount equal to or greater than that Counter-Party’s Securitization Uplift Charge Credit Exposure. </w:t>
      </w:r>
    </w:p>
    <w:p w14:paraId="1E44953A"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ERCOT shall promptly notify each Counter-Party of the need to increase its Securitization Uplift Charge escrow deposit and allow the Counter-Party time, as provided in paragraph (5) below, to provide additional Securitization Uplift Charge escrow deposits to maintain compliance with this Section. </w:t>
      </w:r>
    </w:p>
    <w:p w14:paraId="481D9A4D" w14:textId="77777777"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ERCOT may suspend a Counter-Party when that Counter-Party’s LASUCCE, as defined in Section 27.5.4, </w:t>
      </w:r>
      <w:r w:rsidRPr="0025427A">
        <w:rPr>
          <w:szCs w:val="24"/>
        </w:rPr>
        <w:t>Determination of Securitization Uplift Charge Credit Exposure for a Counter-Party,</w:t>
      </w:r>
      <w:r w:rsidRPr="0025427A">
        <w:rPr>
          <w:rFonts w:eastAsia="MS Mincho"/>
          <w:szCs w:val="24"/>
        </w:rPr>
        <w:t xml:space="preserve"> equals or exceeds 100% of its Securitization Uplift Charge escrow deposit.  Any failure by ERCOT to send a Notice as set forth in this Section does not relieve the Counter-Party from the obligation to maintain appropriate Securitization Uplift Charge escrow deposits in amounts equal to or greater than that Counter-Party’s LASUCFME. </w:t>
      </w:r>
    </w:p>
    <w:p w14:paraId="32B559B6"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To the extent that a Counter-Party fails to maintain Securitization Uplift Charge escrow deposits in amounts equal to or greater than its LASUCCE, as defined in Section 27.5.4:</w:t>
      </w:r>
    </w:p>
    <w:p w14:paraId="723F5782"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 xml:space="preserve">ERCOT shall promptly notify the Counter-Party of the amount by which its Securitization Uplift Charge escrow deposit must be increased and allow it: </w:t>
      </w:r>
    </w:p>
    <w:p w14:paraId="030CFF81" w14:textId="77777777" w:rsidR="0025427A" w:rsidRPr="0025427A" w:rsidRDefault="0025427A" w:rsidP="0025427A">
      <w:pPr>
        <w:spacing w:after="240"/>
        <w:ind w:left="2160" w:hanging="720"/>
        <w:rPr>
          <w:rFonts w:eastAsia="MS Mincho"/>
        </w:rPr>
      </w:pPr>
      <w:r w:rsidRPr="0025427A">
        <w:rPr>
          <w:rFonts w:eastAsia="MS Mincho"/>
        </w:rPr>
        <w:t>(i)</w:t>
      </w:r>
      <w:r w:rsidRPr="0025427A">
        <w:rPr>
          <w:rFonts w:eastAsia="MS Mincho"/>
        </w:rPr>
        <w:tab/>
        <w:t xml:space="preserve">Until 1500 on the second Bank Business Day from the date on which ERCOT delivered the Notice to increase its Securitization Uplift Charge escrow deposit if ERCOT delivered its Notice before 1500; or </w:t>
      </w:r>
    </w:p>
    <w:p w14:paraId="24B2B349" w14:textId="77777777" w:rsidR="0025427A" w:rsidRPr="0025427A" w:rsidRDefault="0025427A" w:rsidP="0025427A">
      <w:pPr>
        <w:spacing w:after="240"/>
        <w:ind w:left="2160" w:hanging="720"/>
        <w:rPr>
          <w:rFonts w:eastAsia="MS Mincho"/>
        </w:rPr>
      </w:pPr>
      <w:r w:rsidRPr="0025427A">
        <w:rPr>
          <w:rFonts w:eastAsia="MS Mincho"/>
        </w:rPr>
        <w:t>(ii)</w:t>
      </w:r>
      <w:r w:rsidRPr="0025427A">
        <w:rPr>
          <w:rFonts w:eastAsia="MS Mincho"/>
        </w:rPr>
        <w:tab/>
        <w:t xml:space="preserve">Until 1700 on the second Bank Business Day from the date on which ERCOT delivered Notification to increase its Securitization Uplift Charge escrow deposit if ERCOT delivered its Notice after 1500 but prior to 1700.  </w:t>
      </w:r>
    </w:p>
    <w:p w14:paraId="7F7E43A4" w14:textId="77777777" w:rsidR="000C35B5" w:rsidRDefault="000C35B5" w:rsidP="000C35B5">
      <w:pPr>
        <w:spacing w:after="240"/>
        <w:ind w:left="1440" w:hanging="720"/>
      </w:pPr>
      <w:r>
        <w:t>(b)</w:t>
      </w:r>
      <w:r>
        <w:tab/>
        <w:t xml:space="preserve">If the Counter-Party does not increase its Securitization Uplift Charge escrow deposit to the required amount by the specified time, ERCOT may utilize Financial Security held with respect to other ERCOT market activities as determined under Section 16.11.4, </w:t>
      </w:r>
      <w:r w:rsidRPr="00BA0745">
        <w:t>Determination and Monitoring of Counter-Party Credit Exposure</w:t>
      </w:r>
      <w:r>
        <w:t xml:space="preserve">, up to the amount of the Securitization Uplift Charge escrow deposit shortfall. </w:t>
      </w:r>
    </w:p>
    <w:p w14:paraId="29F5F13A" w14:textId="77777777" w:rsidR="000C35B5" w:rsidRDefault="000C35B5" w:rsidP="000C35B5">
      <w:pPr>
        <w:pStyle w:val="List"/>
      </w:pPr>
      <w:r>
        <w:t>(c)</w:t>
      </w:r>
      <w:r>
        <w:tab/>
        <w:t>In the event that a Counter-Party is required to increase both its Securitization Default Charge escrow deposit and its Securitzation Uplift Charge escrow deposit, and ERCOT utilizes the Counter-Party’s Financ</w:t>
      </w:r>
      <w:r w:rsidRPr="00007CCE">
        <w:t>ial Security, available Financial Security funds will be allocated on a pro rata basis</w:t>
      </w:r>
      <w:r>
        <w:t xml:space="preserve"> to Securitization Uplift Charge and Securitization Default Charge escrow deposit requirements.</w:t>
      </w:r>
    </w:p>
    <w:p w14:paraId="7694AC91" w14:textId="7B5EF778" w:rsidR="0025427A" w:rsidRPr="0025427A" w:rsidRDefault="0025427A" w:rsidP="0025427A">
      <w:pPr>
        <w:spacing w:after="240"/>
        <w:ind w:left="1440" w:hanging="720"/>
        <w:rPr>
          <w:rFonts w:eastAsia="MS Mincho"/>
        </w:rPr>
      </w:pPr>
      <w:r w:rsidRPr="0025427A">
        <w:rPr>
          <w:rFonts w:eastAsia="MS Mincho"/>
        </w:rPr>
        <w:t>(</w:t>
      </w:r>
      <w:r w:rsidR="000C35B5">
        <w:rPr>
          <w:rFonts w:eastAsia="MS Mincho"/>
        </w:rPr>
        <w:t>d</w:t>
      </w:r>
      <w:r w:rsidRPr="0025427A">
        <w:rPr>
          <w:rFonts w:eastAsia="MS Mincho"/>
        </w:rPr>
        <w:t>)</w:t>
      </w:r>
      <w:r w:rsidRPr="0025427A">
        <w:rPr>
          <w:rFonts w:eastAsia="MS Mincho"/>
        </w:rPr>
        <w:tab/>
        <w:t xml:space="preserve">ERCOT shall notify the QSE’s Authorized Representative(s) and Credit Contact if it has not received the required security by 1530 on the Bank Business Day on which the security was due; however, failure to notify the Counter-Party’s </w:t>
      </w:r>
      <w:r w:rsidRPr="0025427A">
        <w:rPr>
          <w:rFonts w:eastAsia="MS Mincho"/>
        </w:rPr>
        <w:lastRenderedPageBreak/>
        <w:t>representatives or credit contacts that the required security was not received does not prevent ERCOT from exercising any of its other rights under this Section.</w:t>
      </w:r>
    </w:p>
    <w:p w14:paraId="40AD3E99" w14:textId="0548ABA3" w:rsidR="0025427A" w:rsidRPr="0025427A" w:rsidRDefault="0025427A" w:rsidP="0025427A">
      <w:pPr>
        <w:spacing w:after="240"/>
        <w:ind w:left="1440" w:hanging="720"/>
        <w:rPr>
          <w:rFonts w:eastAsia="MS Mincho"/>
          <w:szCs w:val="24"/>
        </w:rPr>
      </w:pPr>
      <w:r w:rsidRPr="0025427A">
        <w:rPr>
          <w:rFonts w:eastAsia="MS Mincho"/>
          <w:szCs w:val="24"/>
        </w:rPr>
        <w:t>(</w:t>
      </w:r>
      <w:r w:rsidR="000C35B5">
        <w:rPr>
          <w:rFonts w:eastAsia="MS Mincho"/>
          <w:szCs w:val="24"/>
        </w:rPr>
        <w:t>e</w:t>
      </w:r>
      <w:r w:rsidRPr="0025427A">
        <w:rPr>
          <w:rFonts w:eastAsia="MS Mincho"/>
          <w:szCs w:val="24"/>
        </w:rPr>
        <w:t>)</w:t>
      </w:r>
      <w:r w:rsidRPr="0025427A">
        <w:rPr>
          <w:rFonts w:eastAsia="MS Mincho"/>
          <w:szCs w:val="24"/>
        </w:rP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rsidRPr="0025427A">
          <w:rPr>
            <w:rFonts w:eastAsia="MS Mincho"/>
            <w:szCs w:val="24"/>
          </w:rPr>
          <w:t>CRR</w:t>
        </w:r>
      </w:smartTag>
      <w:r w:rsidRPr="0025427A">
        <w:rPr>
          <w:rFonts w:eastAsia="MS Mincho"/>
          <w:szCs w:val="24"/>
        </w:rP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1473A3D" w14:textId="77777777" w:rsidR="0025427A" w:rsidRPr="0025427A" w:rsidRDefault="0025427A" w:rsidP="0025427A">
      <w:pPr>
        <w:spacing w:after="240"/>
        <w:ind w:left="720" w:hanging="720"/>
        <w:rPr>
          <w:rFonts w:eastAsia="MS Mincho"/>
        </w:rPr>
      </w:pPr>
      <w:r w:rsidRPr="0025427A">
        <w:rPr>
          <w:rFonts w:eastAsia="MS Mincho"/>
        </w:rPr>
        <w:t>(6)</w:t>
      </w:r>
      <w:r w:rsidRPr="0025427A">
        <w:rPr>
          <w:rFonts w:eastAsia="MS Mincho"/>
        </w:rP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p>
    <w:p w14:paraId="34921B04" w14:textId="77777777" w:rsidR="0025427A" w:rsidRPr="0025427A" w:rsidRDefault="0025427A" w:rsidP="0025427A">
      <w:pPr>
        <w:keepNext/>
        <w:tabs>
          <w:tab w:val="left" w:pos="1080"/>
        </w:tabs>
        <w:spacing w:before="240" w:after="240"/>
        <w:ind w:left="1080" w:hanging="1080"/>
        <w:outlineLvl w:val="2"/>
        <w:rPr>
          <w:b/>
          <w:bCs/>
          <w:i/>
        </w:rPr>
      </w:pPr>
      <w:bookmarkStart w:id="32" w:name="_Toc141428016"/>
      <w:r w:rsidRPr="0025427A">
        <w:rPr>
          <w:b/>
          <w:bCs/>
          <w:i/>
        </w:rPr>
        <w:t>27.5.6</w:t>
      </w:r>
      <w:r w:rsidRPr="0025427A">
        <w:rPr>
          <w:b/>
          <w:bCs/>
          <w:i/>
        </w:rPr>
        <w:tab/>
        <w:t>Payment Breach and Late Payments by Market Participants</w:t>
      </w:r>
      <w:bookmarkEnd w:id="32"/>
    </w:p>
    <w:p w14:paraId="64232EA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In the event of a Payment Breach or Late Payment by a Market Participant with respect to Securitization Uplift Charge Initial Invoices, Securitization Uplift Charge Reallocation Invoices, or required Securitization Uplift Charge escrow deposits, all remedies specified in Section 16.11.6, Payment Breach and Late Payments by Market Participants, are applicable.</w:t>
      </w:r>
    </w:p>
    <w:p w14:paraId="34C1EACD" w14:textId="77777777" w:rsidR="0025427A" w:rsidRPr="0025427A" w:rsidRDefault="0025427A" w:rsidP="0025427A">
      <w:pPr>
        <w:keepNext/>
        <w:tabs>
          <w:tab w:val="left" w:pos="1080"/>
        </w:tabs>
        <w:spacing w:before="240" w:after="240"/>
        <w:ind w:left="1080" w:hanging="1080"/>
        <w:outlineLvl w:val="2"/>
        <w:rPr>
          <w:b/>
          <w:bCs/>
          <w:i/>
        </w:rPr>
      </w:pPr>
      <w:bookmarkStart w:id="33" w:name="_Toc141428017"/>
      <w:r w:rsidRPr="0025427A">
        <w:rPr>
          <w:b/>
          <w:bCs/>
          <w:i/>
        </w:rPr>
        <w:t>27.5.7</w:t>
      </w:r>
      <w:r w:rsidRPr="0025427A">
        <w:rPr>
          <w:b/>
          <w:bCs/>
          <w:i/>
        </w:rPr>
        <w:tab/>
        <w:t>Release of a Market Participant’s Securitization Uplift Charge Escrow Deposit Requirement</w:t>
      </w:r>
      <w:bookmarkEnd w:id="33"/>
    </w:p>
    <w:p w14:paraId="0E59996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Following the termination of a Market Participant’s Standard Form Market Participant Agreement, ERCOT shall retain all Securitization Uplift Charge escrow deposits to cover, if necessary, potential future obligations for Securitization Uplift Charge Initial Invoices and Securitization Uplift Charge Reallocation Invoices.</w:t>
      </w:r>
    </w:p>
    <w:p w14:paraId="4539AF3E" w14:textId="6E2B75AF" w:rsidR="00D24933" w:rsidRPr="0025427A" w:rsidRDefault="0025427A" w:rsidP="00BB7310">
      <w:pPr>
        <w:spacing w:after="240"/>
        <w:ind w:left="720" w:hanging="720"/>
      </w:pPr>
      <w:r w:rsidRPr="0025427A">
        <w:rPr>
          <w:rFonts w:eastAsia="MS Mincho"/>
          <w:szCs w:val="24"/>
        </w:rPr>
        <w:t>(2)</w:t>
      </w:r>
      <w:r w:rsidRPr="0025427A">
        <w:rPr>
          <w:rFonts w:eastAsia="MS Mincho"/>
          <w:szCs w:val="24"/>
        </w:rPr>
        <w:tab/>
        <w:t>Upon ERCOT’s sole determination that all potential Securitization Uplift Charge Initial Invoices and Securitization Uplift Charge Reallocation Invoices have been paid, ERCOT shall return or release any remaining Securitization Uplift Charge escrow deposits to the terminated Market Participant.</w:t>
      </w:r>
    </w:p>
    <w:sectPr w:rsidR="00D24933" w:rsidRPr="0025427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BF05B" w14:textId="77777777" w:rsidR="006332F2" w:rsidRDefault="006332F2">
      <w:r>
        <w:separator/>
      </w:r>
    </w:p>
  </w:endnote>
  <w:endnote w:type="continuationSeparator" w:id="0">
    <w:p w14:paraId="65891712" w14:textId="77777777" w:rsidR="006332F2" w:rsidRDefault="0063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BC91A" w14:textId="77777777" w:rsidR="0025427A" w:rsidRDefault="0025427A">
    <w:pPr>
      <w:pStyle w:val="Footer"/>
      <w:spacing w:before="0" w:after="0"/>
    </w:pPr>
    <w:r>
      <w:t>ERCOT Nodal Protocols – March 1, 2019</w:t>
    </w:r>
  </w:p>
  <w:p w14:paraId="48BEC8C8" w14:textId="77777777" w:rsidR="0025427A" w:rsidRDefault="0025427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770" w14:textId="77777777" w:rsidR="0025427A" w:rsidRDefault="0025427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CD874" w14:textId="1120F8BA" w:rsidR="0025427A" w:rsidRDefault="0025427A">
    <w:pPr>
      <w:pStyle w:val="Footer"/>
      <w:spacing w:before="0" w:after="0"/>
    </w:pPr>
    <w:r>
      <w:t xml:space="preserve">ERCOT Nodal Protocols – </w:t>
    </w:r>
    <w:r w:rsidR="002941D2">
      <w:t>October</w:t>
    </w:r>
    <w:r>
      <w:t xml:space="preserve"> 1, 202</w:t>
    </w:r>
    <w:r w:rsidR="002941D2">
      <w:t>4</w:t>
    </w:r>
  </w:p>
  <w:p w14:paraId="3918B721" w14:textId="77777777" w:rsidR="0025427A" w:rsidRDefault="0025427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A029D" w14:textId="7290704A" w:rsidR="00D24933" w:rsidRDefault="00D24933">
    <w:pPr>
      <w:pStyle w:val="Footer"/>
      <w:spacing w:before="0" w:after="0"/>
      <w:rPr>
        <w:rStyle w:val="PageNumber"/>
      </w:rPr>
    </w:pPr>
    <w:r>
      <w:t xml:space="preserve">ERCOT Nodal Protocols – </w:t>
    </w:r>
    <w:r w:rsidR="002941D2">
      <w:t>October</w:t>
    </w:r>
    <w:r>
      <w:t xml:space="preserve"> 1, </w:t>
    </w:r>
    <w:proofErr w:type="gramStart"/>
    <w:r>
      <w:t>202</w:t>
    </w:r>
    <w:r w:rsidR="002941D2">
      <w:t>4</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6632C8E"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BE71D" w14:textId="77777777" w:rsidR="006332F2" w:rsidRDefault="006332F2">
      <w:r>
        <w:separator/>
      </w:r>
    </w:p>
  </w:footnote>
  <w:footnote w:type="continuationSeparator" w:id="0">
    <w:p w14:paraId="644DCDFC" w14:textId="77777777" w:rsidR="006332F2" w:rsidRDefault="00633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D3040" w14:textId="77777777" w:rsidR="0025427A" w:rsidRDefault="0025427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60A2" w14:textId="77777777" w:rsidR="0025427A" w:rsidRDefault="0025427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C04F0" w14:textId="77777777" w:rsidR="0025427A" w:rsidRDefault="0025427A">
    <w:pPr>
      <w:pStyle w:val="Header"/>
    </w:pPr>
    <w:r>
      <w:t xml:space="preserve">Section </w:t>
    </w:r>
    <w:r>
      <w:rPr>
        <w:lang w:val="en-US"/>
      </w:rPr>
      <w:t>27</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F1EC" w14:textId="2D3C4ACA" w:rsidR="00D24933" w:rsidRDefault="00D24933">
    <w:pPr>
      <w:pStyle w:val="Header"/>
    </w:pPr>
    <w:r>
      <w:t xml:space="preserve">Section </w:t>
    </w:r>
    <w:r>
      <w:rPr>
        <w:lang w:val="en-US"/>
      </w:rPr>
      <w:t>2</w:t>
    </w:r>
    <w:r w:rsidR="0025427A">
      <w:rPr>
        <w:lang w:val="en-US"/>
      </w:rPr>
      <w:t>7</w:t>
    </w:r>
    <w:r>
      <w:t xml:space="preserve">:  </w:t>
    </w:r>
    <w:r w:rsidRPr="00D24933">
      <w:t xml:space="preserve">Securitization </w:t>
    </w:r>
    <w:r w:rsidR="0025427A">
      <w:rPr>
        <w:lang w:val="en-US"/>
      </w:rPr>
      <w:t>Uplift</w:t>
    </w:r>
    <w:r w:rsidRPr="00D24933">
      <w:t xml:space="preserve">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69124956"/>
    <w:lvl w:ilvl="0">
      <w:start w:val="2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4861753">
    <w:abstractNumId w:val="22"/>
  </w:num>
  <w:num w:numId="2" w16cid:durableId="632826729">
    <w:abstractNumId w:val="9"/>
  </w:num>
  <w:num w:numId="3" w16cid:durableId="1857770701">
    <w:abstractNumId w:val="7"/>
  </w:num>
  <w:num w:numId="4" w16cid:durableId="1570992997">
    <w:abstractNumId w:val="6"/>
  </w:num>
  <w:num w:numId="5" w16cid:durableId="1331523791">
    <w:abstractNumId w:val="5"/>
  </w:num>
  <w:num w:numId="6" w16cid:durableId="776170096">
    <w:abstractNumId w:val="4"/>
  </w:num>
  <w:num w:numId="7" w16cid:durableId="1830443714">
    <w:abstractNumId w:val="8"/>
  </w:num>
  <w:num w:numId="8" w16cid:durableId="301733339">
    <w:abstractNumId w:val="3"/>
  </w:num>
  <w:num w:numId="9" w16cid:durableId="1101878969">
    <w:abstractNumId w:val="2"/>
  </w:num>
  <w:num w:numId="10" w16cid:durableId="569273780">
    <w:abstractNumId w:val="1"/>
  </w:num>
  <w:num w:numId="11" w16cid:durableId="1416515650">
    <w:abstractNumId w:val="0"/>
  </w:num>
  <w:num w:numId="12" w16cid:durableId="1483691414">
    <w:abstractNumId w:val="10"/>
  </w:num>
  <w:num w:numId="13" w16cid:durableId="1263949760">
    <w:abstractNumId w:val="27"/>
  </w:num>
  <w:num w:numId="14" w16cid:durableId="2099250696">
    <w:abstractNumId w:val="28"/>
  </w:num>
  <w:num w:numId="15" w16cid:durableId="1905752225">
    <w:abstractNumId w:val="11"/>
  </w:num>
  <w:num w:numId="16" w16cid:durableId="1368793682">
    <w:abstractNumId w:val="16"/>
  </w:num>
  <w:num w:numId="17" w16cid:durableId="169491194">
    <w:abstractNumId w:val="21"/>
  </w:num>
  <w:num w:numId="18" w16cid:durableId="1240675120">
    <w:abstractNumId w:val="24"/>
  </w:num>
  <w:num w:numId="19" w16cid:durableId="440271501">
    <w:abstractNumId w:val="26"/>
  </w:num>
  <w:num w:numId="20" w16cid:durableId="453643860">
    <w:abstractNumId w:val="17"/>
  </w:num>
  <w:num w:numId="21" w16cid:durableId="1351569792">
    <w:abstractNumId w:val="23"/>
  </w:num>
  <w:num w:numId="22" w16cid:durableId="630793130">
    <w:abstractNumId w:val="15"/>
  </w:num>
  <w:num w:numId="23" w16cid:durableId="463041570">
    <w:abstractNumId w:val="19"/>
  </w:num>
  <w:num w:numId="24" w16cid:durableId="2038653561">
    <w:abstractNumId w:val="13"/>
  </w:num>
  <w:num w:numId="25" w16cid:durableId="51316445">
    <w:abstractNumId w:val="12"/>
  </w:num>
  <w:num w:numId="26" w16cid:durableId="1651014383">
    <w:abstractNumId w:val="18"/>
  </w:num>
  <w:num w:numId="27" w16cid:durableId="1472677820">
    <w:abstractNumId w:val="29"/>
  </w:num>
  <w:num w:numId="28" w16cid:durableId="1189182043">
    <w:abstractNumId w:val="14"/>
  </w:num>
  <w:num w:numId="29" w16cid:durableId="520627863">
    <w:abstractNumId w:val="25"/>
  </w:num>
  <w:num w:numId="30" w16cid:durableId="7376341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31416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54867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16636520">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37CE"/>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37B90"/>
    <w:rsid w:val="0004101E"/>
    <w:rsid w:val="000460A8"/>
    <w:rsid w:val="00047280"/>
    <w:rsid w:val="000505C8"/>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5B5"/>
    <w:rsid w:val="000C37A7"/>
    <w:rsid w:val="000C57A5"/>
    <w:rsid w:val="000C6618"/>
    <w:rsid w:val="000C67FC"/>
    <w:rsid w:val="000E0BA1"/>
    <w:rsid w:val="000E1301"/>
    <w:rsid w:val="000E23F9"/>
    <w:rsid w:val="000E6BBB"/>
    <w:rsid w:val="000E7284"/>
    <w:rsid w:val="000F1BF0"/>
    <w:rsid w:val="000F1C3A"/>
    <w:rsid w:val="000F1DC0"/>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60DE6"/>
    <w:rsid w:val="00160F14"/>
    <w:rsid w:val="00161EB6"/>
    <w:rsid w:val="00163446"/>
    <w:rsid w:val="001648A3"/>
    <w:rsid w:val="0016529C"/>
    <w:rsid w:val="0016715C"/>
    <w:rsid w:val="00171BE5"/>
    <w:rsid w:val="001745B7"/>
    <w:rsid w:val="001802E6"/>
    <w:rsid w:val="00180464"/>
    <w:rsid w:val="00180C70"/>
    <w:rsid w:val="00183051"/>
    <w:rsid w:val="001844E7"/>
    <w:rsid w:val="00186525"/>
    <w:rsid w:val="0018761D"/>
    <w:rsid w:val="001918D1"/>
    <w:rsid w:val="00191A7A"/>
    <w:rsid w:val="001977EB"/>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61E8"/>
    <w:rsid w:val="001E7A6D"/>
    <w:rsid w:val="001F68CA"/>
    <w:rsid w:val="002002D1"/>
    <w:rsid w:val="00201626"/>
    <w:rsid w:val="00201A4C"/>
    <w:rsid w:val="0020301C"/>
    <w:rsid w:val="00204362"/>
    <w:rsid w:val="00205879"/>
    <w:rsid w:val="00205E61"/>
    <w:rsid w:val="00206CF3"/>
    <w:rsid w:val="002071AA"/>
    <w:rsid w:val="00211EBD"/>
    <w:rsid w:val="00214538"/>
    <w:rsid w:val="00214A0B"/>
    <w:rsid w:val="00216F13"/>
    <w:rsid w:val="002175B0"/>
    <w:rsid w:val="00217E06"/>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5427A"/>
    <w:rsid w:val="00261EB0"/>
    <w:rsid w:val="0026307F"/>
    <w:rsid w:val="0026416B"/>
    <w:rsid w:val="00265942"/>
    <w:rsid w:val="0027128D"/>
    <w:rsid w:val="002730E1"/>
    <w:rsid w:val="0027779A"/>
    <w:rsid w:val="002800C9"/>
    <w:rsid w:val="00281166"/>
    <w:rsid w:val="00283DAD"/>
    <w:rsid w:val="002856DA"/>
    <w:rsid w:val="00285F2A"/>
    <w:rsid w:val="00290A7B"/>
    <w:rsid w:val="00291EC0"/>
    <w:rsid w:val="00292C62"/>
    <w:rsid w:val="00293CA4"/>
    <w:rsid w:val="00293E99"/>
    <w:rsid w:val="00294083"/>
    <w:rsid w:val="002941D2"/>
    <w:rsid w:val="002951E2"/>
    <w:rsid w:val="00296824"/>
    <w:rsid w:val="002A1127"/>
    <w:rsid w:val="002A13DC"/>
    <w:rsid w:val="002A16B0"/>
    <w:rsid w:val="002A1D73"/>
    <w:rsid w:val="002A2A80"/>
    <w:rsid w:val="002B138E"/>
    <w:rsid w:val="002B3B59"/>
    <w:rsid w:val="002B4DC7"/>
    <w:rsid w:val="002B56CF"/>
    <w:rsid w:val="002B6842"/>
    <w:rsid w:val="002B7F89"/>
    <w:rsid w:val="002C3780"/>
    <w:rsid w:val="002C7153"/>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67A8D"/>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5049"/>
    <w:rsid w:val="003D26CE"/>
    <w:rsid w:val="003D6DF8"/>
    <w:rsid w:val="003E07D7"/>
    <w:rsid w:val="003E1247"/>
    <w:rsid w:val="003E15FE"/>
    <w:rsid w:val="003E66E6"/>
    <w:rsid w:val="003E6A7A"/>
    <w:rsid w:val="003F197D"/>
    <w:rsid w:val="003F391C"/>
    <w:rsid w:val="003F4A82"/>
    <w:rsid w:val="003F580A"/>
    <w:rsid w:val="00402766"/>
    <w:rsid w:val="00402E00"/>
    <w:rsid w:val="00403487"/>
    <w:rsid w:val="00403ADC"/>
    <w:rsid w:val="0040428D"/>
    <w:rsid w:val="004107CF"/>
    <w:rsid w:val="00412101"/>
    <w:rsid w:val="00415636"/>
    <w:rsid w:val="00417F93"/>
    <w:rsid w:val="00421041"/>
    <w:rsid w:val="00423B63"/>
    <w:rsid w:val="00424F6A"/>
    <w:rsid w:val="00425E3A"/>
    <w:rsid w:val="00426217"/>
    <w:rsid w:val="004270F7"/>
    <w:rsid w:val="004275E0"/>
    <w:rsid w:val="004313A1"/>
    <w:rsid w:val="0043210C"/>
    <w:rsid w:val="00432B04"/>
    <w:rsid w:val="004354AA"/>
    <w:rsid w:val="00445B41"/>
    <w:rsid w:val="00445B98"/>
    <w:rsid w:val="00446EFA"/>
    <w:rsid w:val="00447305"/>
    <w:rsid w:val="00447DED"/>
    <w:rsid w:val="004558D9"/>
    <w:rsid w:val="00456467"/>
    <w:rsid w:val="00457834"/>
    <w:rsid w:val="00462F4A"/>
    <w:rsid w:val="00463C16"/>
    <w:rsid w:val="004650F4"/>
    <w:rsid w:val="0046574D"/>
    <w:rsid w:val="004658AF"/>
    <w:rsid w:val="004715D5"/>
    <w:rsid w:val="00472482"/>
    <w:rsid w:val="00475AF6"/>
    <w:rsid w:val="00477FF2"/>
    <w:rsid w:val="0048286E"/>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478"/>
    <w:rsid w:val="005317FF"/>
    <w:rsid w:val="0053522E"/>
    <w:rsid w:val="0053718F"/>
    <w:rsid w:val="00541972"/>
    <w:rsid w:val="005438B0"/>
    <w:rsid w:val="00544F85"/>
    <w:rsid w:val="0054792C"/>
    <w:rsid w:val="00547BEB"/>
    <w:rsid w:val="00551866"/>
    <w:rsid w:val="00560A5E"/>
    <w:rsid w:val="005624FB"/>
    <w:rsid w:val="005627BA"/>
    <w:rsid w:val="005637BA"/>
    <w:rsid w:val="00581EC4"/>
    <w:rsid w:val="00582F8A"/>
    <w:rsid w:val="00585AFA"/>
    <w:rsid w:val="00587BE3"/>
    <w:rsid w:val="005908C4"/>
    <w:rsid w:val="005938C0"/>
    <w:rsid w:val="005944AA"/>
    <w:rsid w:val="0059696A"/>
    <w:rsid w:val="005A6716"/>
    <w:rsid w:val="005B1517"/>
    <w:rsid w:val="005B1CA7"/>
    <w:rsid w:val="005B4116"/>
    <w:rsid w:val="005B4921"/>
    <w:rsid w:val="005B5951"/>
    <w:rsid w:val="005B6FDB"/>
    <w:rsid w:val="005C1687"/>
    <w:rsid w:val="005C29D8"/>
    <w:rsid w:val="005C544C"/>
    <w:rsid w:val="005C7D70"/>
    <w:rsid w:val="005D281B"/>
    <w:rsid w:val="005D4619"/>
    <w:rsid w:val="005D5E8B"/>
    <w:rsid w:val="005E1A1D"/>
    <w:rsid w:val="005E2D2D"/>
    <w:rsid w:val="005E45CD"/>
    <w:rsid w:val="005E554F"/>
    <w:rsid w:val="005E5E49"/>
    <w:rsid w:val="005E61C3"/>
    <w:rsid w:val="005F0551"/>
    <w:rsid w:val="005F18C7"/>
    <w:rsid w:val="005F19AF"/>
    <w:rsid w:val="005F4167"/>
    <w:rsid w:val="005F5141"/>
    <w:rsid w:val="005F61C9"/>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2469"/>
    <w:rsid w:val="006332F2"/>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255"/>
    <w:rsid w:val="00737C55"/>
    <w:rsid w:val="00741BD8"/>
    <w:rsid w:val="00742FDD"/>
    <w:rsid w:val="00743878"/>
    <w:rsid w:val="00745EF5"/>
    <w:rsid w:val="00747607"/>
    <w:rsid w:val="00752EC8"/>
    <w:rsid w:val="0076019C"/>
    <w:rsid w:val="007616A5"/>
    <w:rsid w:val="00761BFD"/>
    <w:rsid w:val="00763592"/>
    <w:rsid w:val="00763B23"/>
    <w:rsid w:val="007672D2"/>
    <w:rsid w:val="007701F7"/>
    <w:rsid w:val="0077177A"/>
    <w:rsid w:val="0077281D"/>
    <w:rsid w:val="00773589"/>
    <w:rsid w:val="00774092"/>
    <w:rsid w:val="00775CFE"/>
    <w:rsid w:val="00776B60"/>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2763E"/>
    <w:rsid w:val="00830A7A"/>
    <w:rsid w:val="008335B5"/>
    <w:rsid w:val="0083412C"/>
    <w:rsid w:val="00834D02"/>
    <w:rsid w:val="00836781"/>
    <w:rsid w:val="00837214"/>
    <w:rsid w:val="00840089"/>
    <w:rsid w:val="008436F5"/>
    <w:rsid w:val="008523DC"/>
    <w:rsid w:val="008544FC"/>
    <w:rsid w:val="00861226"/>
    <w:rsid w:val="00866CD3"/>
    <w:rsid w:val="008673D6"/>
    <w:rsid w:val="00870DFE"/>
    <w:rsid w:val="00873A65"/>
    <w:rsid w:val="0087738E"/>
    <w:rsid w:val="00881601"/>
    <w:rsid w:val="00885921"/>
    <w:rsid w:val="00890292"/>
    <w:rsid w:val="008910B8"/>
    <w:rsid w:val="0089626C"/>
    <w:rsid w:val="00897313"/>
    <w:rsid w:val="008A5E12"/>
    <w:rsid w:val="008A6F94"/>
    <w:rsid w:val="008A7C8A"/>
    <w:rsid w:val="008B009F"/>
    <w:rsid w:val="008B1276"/>
    <w:rsid w:val="008B1A4B"/>
    <w:rsid w:val="008B1FB4"/>
    <w:rsid w:val="008B77F4"/>
    <w:rsid w:val="008C0CC8"/>
    <w:rsid w:val="008C3939"/>
    <w:rsid w:val="008C3DDE"/>
    <w:rsid w:val="008C5651"/>
    <w:rsid w:val="008C69DD"/>
    <w:rsid w:val="008C7844"/>
    <w:rsid w:val="008D1435"/>
    <w:rsid w:val="008D24E9"/>
    <w:rsid w:val="008D29CB"/>
    <w:rsid w:val="008D4343"/>
    <w:rsid w:val="008D4BED"/>
    <w:rsid w:val="008D7DD7"/>
    <w:rsid w:val="008E4139"/>
    <w:rsid w:val="008E54D9"/>
    <w:rsid w:val="008E5C98"/>
    <w:rsid w:val="008E5E2B"/>
    <w:rsid w:val="008E78FC"/>
    <w:rsid w:val="008E7DFD"/>
    <w:rsid w:val="008F0DE3"/>
    <w:rsid w:val="008F4DA5"/>
    <w:rsid w:val="008F5450"/>
    <w:rsid w:val="00901575"/>
    <w:rsid w:val="0090287B"/>
    <w:rsid w:val="00902E7A"/>
    <w:rsid w:val="0090521F"/>
    <w:rsid w:val="009070AA"/>
    <w:rsid w:val="00912BF3"/>
    <w:rsid w:val="009144A0"/>
    <w:rsid w:val="0091696B"/>
    <w:rsid w:val="009174A8"/>
    <w:rsid w:val="00921E0D"/>
    <w:rsid w:val="00926C4B"/>
    <w:rsid w:val="00934039"/>
    <w:rsid w:val="00934DBB"/>
    <w:rsid w:val="00936295"/>
    <w:rsid w:val="00936F53"/>
    <w:rsid w:val="00940731"/>
    <w:rsid w:val="00945A43"/>
    <w:rsid w:val="009515C2"/>
    <w:rsid w:val="00952A87"/>
    <w:rsid w:val="009541DB"/>
    <w:rsid w:val="00955216"/>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0B94"/>
    <w:rsid w:val="009B31DD"/>
    <w:rsid w:val="009B64DF"/>
    <w:rsid w:val="009C13B9"/>
    <w:rsid w:val="009C1815"/>
    <w:rsid w:val="009C374D"/>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1E3B"/>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A1775"/>
    <w:rsid w:val="00AA2B4C"/>
    <w:rsid w:val="00AA3B01"/>
    <w:rsid w:val="00AA4115"/>
    <w:rsid w:val="00AA494E"/>
    <w:rsid w:val="00AA671F"/>
    <w:rsid w:val="00AA729C"/>
    <w:rsid w:val="00AA72D6"/>
    <w:rsid w:val="00AB0B54"/>
    <w:rsid w:val="00AB4C5C"/>
    <w:rsid w:val="00AB4FCB"/>
    <w:rsid w:val="00AC12CB"/>
    <w:rsid w:val="00AC397E"/>
    <w:rsid w:val="00AC39BB"/>
    <w:rsid w:val="00AC45D1"/>
    <w:rsid w:val="00AC50D6"/>
    <w:rsid w:val="00AC51AD"/>
    <w:rsid w:val="00AD4FFA"/>
    <w:rsid w:val="00AD6B53"/>
    <w:rsid w:val="00AE3DFF"/>
    <w:rsid w:val="00AF0151"/>
    <w:rsid w:val="00AF146B"/>
    <w:rsid w:val="00AF4EDE"/>
    <w:rsid w:val="00AF51C5"/>
    <w:rsid w:val="00AF6A51"/>
    <w:rsid w:val="00B04421"/>
    <w:rsid w:val="00B05AB1"/>
    <w:rsid w:val="00B10197"/>
    <w:rsid w:val="00B10807"/>
    <w:rsid w:val="00B12127"/>
    <w:rsid w:val="00B176DE"/>
    <w:rsid w:val="00B20C46"/>
    <w:rsid w:val="00B23BDD"/>
    <w:rsid w:val="00B25C56"/>
    <w:rsid w:val="00B25D23"/>
    <w:rsid w:val="00B260EF"/>
    <w:rsid w:val="00B27C6F"/>
    <w:rsid w:val="00B31883"/>
    <w:rsid w:val="00B31C4A"/>
    <w:rsid w:val="00B32771"/>
    <w:rsid w:val="00B32A96"/>
    <w:rsid w:val="00B34F9F"/>
    <w:rsid w:val="00B35639"/>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099"/>
    <w:rsid w:val="00B61678"/>
    <w:rsid w:val="00B61842"/>
    <w:rsid w:val="00B636C5"/>
    <w:rsid w:val="00B637B2"/>
    <w:rsid w:val="00B64340"/>
    <w:rsid w:val="00B65A32"/>
    <w:rsid w:val="00B67065"/>
    <w:rsid w:val="00B72F60"/>
    <w:rsid w:val="00B7465A"/>
    <w:rsid w:val="00B761A9"/>
    <w:rsid w:val="00B7652C"/>
    <w:rsid w:val="00B77406"/>
    <w:rsid w:val="00B777FF"/>
    <w:rsid w:val="00B80215"/>
    <w:rsid w:val="00B91651"/>
    <w:rsid w:val="00BA2175"/>
    <w:rsid w:val="00BB2714"/>
    <w:rsid w:val="00BB34B8"/>
    <w:rsid w:val="00BB5260"/>
    <w:rsid w:val="00BB66C2"/>
    <w:rsid w:val="00BB7310"/>
    <w:rsid w:val="00BC04EC"/>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32638"/>
    <w:rsid w:val="00C339F8"/>
    <w:rsid w:val="00C341B5"/>
    <w:rsid w:val="00C342E1"/>
    <w:rsid w:val="00C376A6"/>
    <w:rsid w:val="00C37901"/>
    <w:rsid w:val="00C42237"/>
    <w:rsid w:val="00C45481"/>
    <w:rsid w:val="00C50831"/>
    <w:rsid w:val="00C562E9"/>
    <w:rsid w:val="00C56B8F"/>
    <w:rsid w:val="00C60453"/>
    <w:rsid w:val="00C65B19"/>
    <w:rsid w:val="00C668DB"/>
    <w:rsid w:val="00C715A2"/>
    <w:rsid w:val="00C7212E"/>
    <w:rsid w:val="00C738D0"/>
    <w:rsid w:val="00C74063"/>
    <w:rsid w:val="00C745C0"/>
    <w:rsid w:val="00C748BF"/>
    <w:rsid w:val="00C76E36"/>
    <w:rsid w:val="00C76F59"/>
    <w:rsid w:val="00C80487"/>
    <w:rsid w:val="00C8154C"/>
    <w:rsid w:val="00C82FE1"/>
    <w:rsid w:val="00C83788"/>
    <w:rsid w:val="00C86594"/>
    <w:rsid w:val="00C92C22"/>
    <w:rsid w:val="00C94361"/>
    <w:rsid w:val="00CA140F"/>
    <w:rsid w:val="00CA42CE"/>
    <w:rsid w:val="00CA6168"/>
    <w:rsid w:val="00CB3F46"/>
    <w:rsid w:val="00CC2254"/>
    <w:rsid w:val="00CC2724"/>
    <w:rsid w:val="00CC2C42"/>
    <w:rsid w:val="00CC2CB6"/>
    <w:rsid w:val="00CC3A2F"/>
    <w:rsid w:val="00CC3B58"/>
    <w:rsid w:val="00CC682F"/>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494B"/>
    <w:rsid w:val="00D1508F"/>
    <w:rsid w:val="00D164B6"/>
    <w:rsid w:val="00D212C9"/>
    <w:rsid w:val="00D2227E"/>
    <w:rsid w:val="00D22854"/>
    <w:rsid w:val="00D24933"/>
    <w:rsid w:val="00D26C2F"/>
    <w:rsid w:val="00D27423"/>
    <w:rsid w:val="00D32259"/>
    <w:rsid w:val="00D33F7C"/>
    <w:rsid w:val="00D3504C"/>
    <w:rsid w:val="00D35C13"/>
    <w:rsid w:val="00D41086"/>
    <w:rsid w:val="00D4135D"/>
    <w:rsid w:val="00D41430"/>
    <w:rsid w:val="00D417F5"/>
    <w:rsid w:val="00D43AB7"/>
    <w:rsid w:val="00D43D04"/>
    <w:rsid w:val="00D45051"/>
    <w:rsid w:val="00D4593D"/>
    <w:rsid w:val="00D45A31"/>
    <w:rsid w:val="00D54B14"/>
    <w:rsid w:val="00D573AF"/>
    <w:rsid w:val="00D60C3F"/>
    <w:rsid w:val="00D60E1F"/>
    <w:rsid w:val="00D6200E"/>
    <w:rsid w:val="00D64683"/>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1AC6"/>
    <w:rsid w:val="00DD1D08"/>
    <w:rsid w:val="00DD27A6"/>
    <w:rsid w:val="00DD3F92"/>
    <w:rsid w:val="00DD509D"/>
    <w:rsid w:val="00DE328B"/>
    <w:rsid w:val="00DF015C"/>
    <w:rsid w:val="00DF049F"/>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13C"/>
    <w:rsid w:val="00E506A6"/>
    <w:rsid w:val="00E51290"/>
    <w:rsid w:val="00E54189"/>
    <w:rsid w:val="00E559DF"/>
    <w:rsid w:val="00E56166"/>
    <w:rsid w:val="00E575DC"/>
    <w:rsid w:val="00E57970"/>
    <w:rsid w:val="00E60681"/>
    <w:rsid w:val="00E63934"/>
    <w:rsid w:val="00E64F2C"/>
    <w:rsid w:val="00E65F0F"/>
    <w:rsid w:val="00E67D6C"/>
    <w:rsid w:val="00E7188B"/>
    <w:rsid w:val="00E71E04"/>
    <w:rsid w:val="00E72980"/>
    <w:rsid w:val="00E74465"/>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EA8"/>
    <w:rsid w:val="00EB5C53"/>
    <w:rsid w:val="00EC2765"/>
    <w:rsid w:val="00EC276F"/>
    <w:rsid w:val="00EC2B48"/>
    <w:rsid w:val="00EC2F53"/>
    <w:rsid w:val="00EC44E0"/>
    <w:rsid w:val="00EC51CE"/>
    <w:rsid w:val="00EC5C95"/>
    <w:rsid w:val="00EC5E8F"/>
    <w:rsid w:val="00ED0038"/>
    <w:rsid w:val="00ED19F9"/>
    <w:rsid w:val="00ED35B9"/>
    <w:rsid w:val="00ED49C8"/>
    <w:rsid w:val="00ED5A10"/>
    <w:rsid w:val="00ED6443"/>
    <w:rsid w:val="00ED793D"/>
    <w:rsid w:val="00EE0EA4"/>
    <w:rsid w:val="00EE39F3"/>
    <w:rsid w:val="00EE4CDF"/>
    <w:rsid w:val="00EE5703"/>
    <w:rsid w:val="00EE5CA0"/>
    <w:rsid w:val="00EE7EC0"/>
    <w:rsid w:val="00EF0C69"/>
    <w:rsid w:val="00EF3F35"/>
    <w:rsid w:val="00EF65A8"/>
    <w:rsid w:val="00EF75AB"/>
    <w:rsid w:val="00F01559"/>
    <w:rsid w:val="00F0208D"/>
    <w:rsid w:val="00F030CF"/>
    <w:rsid w:val="00F114B0"/>
    <w:rsid w:val="00F168B9"/>
    <w:rsid w:val="00F2002A"/>
    <w:rsid w:val="00F20B37"/>
    <w:rsid w:val="00F26CD9"/>
    <w:rsid w:val="00F2728A"/>
    <w:rsid w:val="00F35411"/>
    <w:rsid w:val="00F37BB1"/>
    <w:rsid w:val="00F37D73"/>
    <w:rsid w:val="00F40281"/>
    <w:rsid w:val="00F40345"/>
    <w:rsid w:val="00F41621"/>
    <w:rsid w:val="00F41EE8"/>
    <w:rsid w:val="00F44960"/>
    <w:rsid w:val="00F44D5C"/>
    <w:rsid w:val="00F452AF"/>
    <w:rsid w:val="00F47A20"/>
    <w:rsid w:val="00F52B5F"/>
    <w:rsid w:val="00F53B62"/>
    <w:rsid w:val="00F53E4C"/>
    <w:rsid w:val="00F5542E"/>
    <w:rsid w:val="00F56172"/>
    <w:rsid w:val="00F6161A"/>
    <w:rsid w:val="00F641FA"/>
    <w:rsid w:val="00F6481F"/>
    <w:rsid w:val="00F70F4F"/>
    <w:rsid w:val="00F73C28"/>
    <w:rsid w:val="00F7647A"/>
    <w:rsid w:val="00F77B4D"/>
    <w:rsid w:val="00F81E15"/>
    <w:rsid w:val="00F8220C"/>
    <w:rsid w:val="00F8451F"/>
    <w:rsid w:val="00F91764"/>
    <w:rsid w:val="00F91DF9"/>
    <w:rsid w:val="00F95C3A"/>
    <w:rsid w:val="00F97EA0"/>
    <w:rsid w:val="00FA0C07"/>
    <w:rsid w:val="00FA0F94"/>
    <w:rsid w:val="00FA33F4"/>
    <w:rsid w:val="00FA41B9"/>
    <w:rsid w:val="00FB42AF"/>
    <w:rsid w:val="00FB5823"/>
    <w:rsid w:val="00FB5C20"/>
    <w:rsid w:val="00FB7D72"/>
    <w:rsid w:val="00FB7D9C"/>
    <w:rsid w:val="00FB7FED"/>
    <w:rsid w:val="00FC76EA"/>
    <w:rsid w:val="00FD073D"/>
    <w:rsid w:val="00FE1658"/>
    <w:rsid w:val="00FE26F3"/>
    <w:rsid w:val="00FE2CC5"/>
    <w:rsid w:val="00FE5EEF"/>
    <w:rsid w:val="00FE62D1"/>
    <w:rsid w:val="00FE6F67"/>
    <w:rsid w:val="00FF0AAF"/>
    <w:rsid w:val="00FF266B"/>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6081"/>
    <o:shapelayout v:ext="edit">
      <o:idmap v:ext="edit" data="1"/>
    </o:shapelayout>
  </w:shapeDefaults>
  <w:decimalSymbol w:val="."/>
  <w:listSeparator w:val=","/>
  <w14:docId w14:val="6F53EAA7"/>
  <w15:chartTrackingRefBased/>
  <w15:docId w15:val="{DAB145B6-C5E2-4D44-BEF3-D81F5A38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F5868"/>
    <w:pPr>
      <w:ind w:left="1680"/>
    </w:pPr>
    <w:rPr>
      <w:sz w:val="18"/>
      <w:szCs w:val="18"/>
    </w:rPr>
  </w:style>
  <w:style w:type="paragraph" w:styleId="TOC9">
    <w:name w:val="toc 9"/>
    <w:basedOn w:val="Normal"/>
    <w:next w:val="Normal"/>
    <w:autoRedefine/>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25427A"/>
  </w:style>
  <w:style w:type="table" w:customStyle="1" w:styleId="BoxedLanguage1">
    <w:name w:val="Boxed Language1"/>
    <w:basedOn w:val="TableNormal"/>
    <w:rsid w:val="0025427A"/>
    <w:rPr>
      <w:rFonts w:eastAsia="MS Mincho"/>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25427A"/>
    <w:rPr>
      <w:rFonts w:eastAsia="MS Mincho"/>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next w:val="TableGrid"/>
    <w:rsid w:val="0025427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25427A"/>
    <w:rPr>
      <w:rFonts w:eastAsia="MS Mincho"/>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19</Pages>
  <Words>6805</Words>
  <Characters>40471</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47182</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2</cp:revision>
  <cp:lastPrinted>2019-02-26T20:05:00Z</cp:lastPrinted>
  <dcterms:created xsi:type="dcterms:W3CDTF">2024-09-26T14:22:00Z</dcterms:created>
  <dcterms:modified xsi:type="dcterms:W3CDTF">2024-09-26T14:22:00Z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2023-07-27T15:25:50Z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79af2aed-27da-4711-ad86-aa5ea7ef292d</vt:lpwstr>
  </property>
  <property fmtid="{D5CDD505-2E9C-101B-9397-08002B2CF9AE}" pid="8" name="MSIP_Label_7084cbda-52b8-46fb-a7b7-cb5bd465ed85_ContentBits">
    <vt:lpwstr>0</vt:lpwstr>
  </property>
</Properties>
</file>