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73FB1CA" w:rsidR="00C51FB1" w:rsidRDefault="003476CD" w:rsidP="00C51FB1">
      <w:pPr>
        <w:spacing w:before="360"/>
        <w:jc w:val="center"/>
        <w:rPr>
          <w:b/>
          <w:szCs w:val="24"/>
        </w:rPr>
      </w:pPr>
      <w:r>
        <w:rPr>
          <w:b/>
          <w:szCs w:val="24"/>
        </w:rPr>
        <w:t>November</w:t>
      </w:r>
      <w:r w:rsidR="00707F06">
        <w:rPr>
          <w:b/>
          <w:szCs w:val="24"/>
        </w:rPr>
        <w:t xml:space="preserve"> 1</w:t>
      </w:r>
      <w:r>
        <w:rPr>
          <w:b/>
          <w:szCs w:val="24"/>
        </w:rPr>
        <w:t>5</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B2EB5D3" w14:textId="4215505B" w:rsidR="00376BF0"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8232010" w:history="1">
        <w:r w:rsidR="00376BF0" w:rsidRPr="006A7FD8">
          <w:rPr>
            <w:rStyle w:val="Hyperlink"/>
          </w:rPr>
          <w:t>3</w:t>
        </w:r>
        <w:r w:rsidR="00376BF0">
          <w:rPr>
            <w:rFonts w:asciiTheme="minorHAnsi" w:eastAsiaTheme="minorEastAsia" w:hAnsiTheme="minorHAnsi" w:cstheme="minorBidi"/>
            <w:b w:val="0"/>
            <w:bCs w:val="0"/>
            <w:kern w:val="2"/>
            <w:sz w:val="22"/>
            <w:szCs w:val="22"/>
            <w14:ligatures w14:val="standardContextual"/>
          </w:rPr>
          <w:tab/>
        </w:r>
        <w:r w:rsidR="00376BF0" w:rsidRPr="006A7FD8">
          <w:rPr>
            <w:rStyle w:val="Hyperlink"/>
          </w:rPr>
          <w:t>MANAGEMENT ACTIVITIES FOR THE ERCOT SYSTEM</w:t>
        </w:r>
        <w:r w:rsidR="00376BF0">
          <w:rPr>
            <w:webHidden/>
          </w:rPr>
          <w:tab/>
        </w:r>
        <w:r w:rsidR="00376BF0">
          <w:rPr>
            <w:webHidden/>
          </w:rPr>
          <w:fldChar w:fldCharType="begin"/>
        </w:r>
        <w:r w:rsidR="00376BF0">
          <w:rPr>
            <w:webHidden/>
          </w:rPr>
          <w:instrText xml:space="preserve"> PAGEREF _Toc178232010 \h </w:instrText>
        </w:r>
        <w:r w:rsidR="00376BF0">
          <w:rPr>
            <w:webHidden/>
          </w:rPr>
        </w:r>
        <w:r w:rsidR="00376BF0">
          <w:rPr>
            <w:webHidden/>
          </w:rPr>
          <w:fldChar w:fldCharType="separate"/>
        </w:r>
        <w:r w:rsidR="00246BB4">
          <w:rPr>
            <w:webHidden/>
          </w:rPr>
          <w:t>3-1</w:t>
        </w:r>
        <w:r w:rsidR="00376BF0">
          <w:rPr>
            <w:webHidden/>
          </w:rPr>
          <w:fldChar w:fldCharType="end"/>
        </w:r>
      </w:hyperlink>
    </w:p>
    <w:p w14:paraId="3A021F44" w14:textId="3B789237" w:rsidR="00376BF0" w:rsidRPr="00376BF0" w:rsidRDefault="00246BB4">
      <w:pPr>
        <w:pStyle w:val="TOC2"/>
        <w:rPr>
          <w:rFonts w:eastAsiaTheme="minorEastAsia"/>
          <w:noProof/>
          <w:kern w:val="2"/>
          <w14:ligatures w14:val="standardContextual"/>
        </w:rPr>
      </w:pPr>
      <w:hyperlink w:anchor="_Toc178232011" w:history="1">
        <w:r w:rsidR="00376BF0" w:rsidRPr="00376BF0">
          <w:rPr>
            <w:rStyle w:val="Hyperlink"/>
            <w:noProof/>
            <w:u w:val="none"/>
          </w:rPr>
          <w:t>3.1</w:t>
        </w:r>
        <w:r w:rsidR="00376BF0" w:rsidRPr="00376BF0">
          <w:rPr>
            <w:rFonts w:eastAsiaTheme="minorEastAsia"/>
            <w:noProof/>
            <w:kern w:val="2"/>
            <w14:ligatures w14:val="standardContextual"/>
          </w:rPr>
          <w:tab/>
        </w:r>
        <w:r w:rsidR="00376BF0" w:rsidRPr="00376BF0">
          <w:rPr>
            <w:rStyle w:val="Hyperlink"/>
            <w:noProof/>
            <w:u w:val="none"/>
          </w:rPr>
          <w:t>Outage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_Toc178232011 \h </w:instrText>
        </w:r>
        <w:r w:rsidR="00376BF0" w:rsidRPr="00376BF0">
          <w:rPr>
            <w:noProof/>
            <w:webHidden/>
          </w:rPr>
        </w:r>
        <w:r w:rsidR="00376BF0" w:rsidRPr="00376BF0">
          <w:rPr>
            <w:noProof/>
            <w:webHidden/>
          </w:rPr>
          <w:fldChar w:fldCharType="separate"/>
        </w:r>
        <w:r>
          <w:rPr>
            <w:noProof/>
            <w:webHidden/>
          </w:rPr>
          <w:t>3-1</w:t>
        </w:r>
        <w:r w:rsidR="00376BF0" w:rsidRPr="00376BF0">
          <w:rPr>
            <w:noProof/>
            <w:webHidden/>
          </w:rPr>
          <w:fldChar w:fldCharType="end"/>
        </w:r>
      </w:hyperlink>
    </w:p>
    <w:p w14:paraId="7E7655B5" w14:textId="0311B3D2" w:rsidR="00376BF0" w:rsidRPr="00376BF0" w:rsidRDefault="00246BB4">
      <w:pPr>
        <w:pStyle w:val="TOC3"/>
        <w:rPr>
          <w:rFonts w:eastAsiaTheme="minorEastAsia"/>
          <w:kern w:val="2"/>
          <w14:ligatures w14:val="standardContextual"/>
        </w:rPr>
      </w:pPr>
      <w:hyperlink w:anchor="_Toc178232012" w:history="1">
        <w:r w:rsidR="00376BF0" w:rsidRPr="00376BF0">
          <w:rPr>
            <w:rStyle w:val="Hyperlink"/>
            <w:u w:val="none"/>
          </w:rPr>
          <w:t>3.1.1</w:t>
        </w:r>
        <w:r w:rsidR="00376BF0" w:rsidRPr="00376BF0">
          <w:rPr>
            <w:rFonts w:eastAsiaTheme="minorEastAsia"/>
            <w:kern w:val="2"/>
            <w14:ligatures w14:val="standardContextual"/>
          </w:rPr>
          <w:tab/>
        </w:r>
        <w:r w:rsidR="00376BF0" w:rsidRPr="00376BF0">
          <w:rPr>
            <w:rStyle w:val="Hyperlink"/>
            <w:u w:val="none"/>
          </w:rPr>
          <w:t>Role of ERCOT</w:t>
        </w:r>
        <w:r w:rsidR="00376BF0" w:rsidRPr="00376BF0">
          <w:rPr>
            <w:webHidden/>
          </w:rPr>
          <w:tab/>
        </w:r>
        <w:r w:rsidR="00376BF0" w:rsidRPr="00376BF0">
          <w:rPr>
            <w:webHidden/>
          </w:rPr>
          <w:fldChar w:fldCharType="begin"/>
        </w:r>
        <w:r w:rsidR="00376BF0" w:rsidRPr="00376BF0">
          <w:rPr>
            <w:webHidden/>
          </w:rPr>
          <w:instrText xml:space="preserve"> PAGEREF _Toc178232012 \h </w:instrText>
        </w:r>
        <w:r w:rsidR="00376BF0" w:rsidRPr="00376BF0">
          <w:rPr>
            <w:webHidden/>
          </w:rPr>
        </w:r>
        <w:r w:rsidR="00376BF0" w:rsidRPr="00376BF0">
          <w:rPr>
            <w:webHidden/>
          </w:rPr>
          <w:fldChar w:fldCharType="separate"/>
        </w:r>
        <w:r>
          <w:rPr>
            <w:webHidden/>
          </w:rPr>
          <w:t>3-1</w:t>
        </w:r>
        <w:r w:rsidR="00376BF0" w:rsidRPr="00376BF0">
          <w:rPr>
            <w:webHidden/>
          </w:rPr>
          <w:fldChar w:fldCharType="end"/>
        </w:r>
      </w:hyperlink>
    </w:p>
    <w:p w14:paraId="1CC2F113" w14:textId="33E3128A" w:rsidR="00376BF0" w:rsidRPr="00376BF0" w:rsidRDefault="00246BB4">
      <w:pPr>
        <w:pStyle w:val="TOC3"/>
        <w:rPr>
          <w:rFonts w:eastAsiaTheme="minorEastAsia"/>
          <w:kern w:val="2"/>
          <w14:ligatures w14:val="standardContextual"/>
        </w:rPr>
      </w:pPr>
      <w:hyperlink w:anchor="_Toc178232013" w:history="1">
        <w:r w:rsidR="00376BF0" w:rsidRPr="00376BF0">
          <w:rPr>
            <w:rStyle w:val="Hyperlink"/>
            <w:u w:val="none"/>
          </w:rPr>
          <w:t>3.1.2</w:t>
        </w:r>
        <w:r w:rsidR="00376BF0" w:rsidRPr="00376BF0">
          <w:rPr>
            <w:rFonts w:eastAsiaTheme="minorEastAsia"/>
            <w:kern w:val="2"/>
            <w14:ligatures w14:val="standardContextual"/>
          </w:rPr>
          <w:tab/>
        </w:r>
        <w:r w:rsidR="00376BF0" w:rsidRPr="00376BF0">
          <w:rPr>
            <w:rStyle w:val="Hyperlink"/>
            <w:u w:val="none"/>
          </w:rPr>
          <w:t>Planned Outage, Maintenance Outage, or Rescheduled Outage Data Reporting</w:t>
        </w:r>
        <w:r w:rsidR="00376BF0" w:rsidRPr="00376BF0">
          <w:rPr>
            <w:webHidden/>
          </w:rPr>
          <w:tab/>
        </w:r>
        <w:r w:rsidR="00376BF0" w:rsidRPr="00376BF0">
          <w:rPr>
            <w:webHidden/>
          </w:rPr>
          <w:fldChar w:fldCharType="begin"/>
        </w:r>
        <w:r w:rsidR="00376BF0" w:rsidRPr="00376BF0">
          <w:rPr>
            <w:webHidden/>
          </w:rPr>
          <w:instrText xml:space="preserve"> PAGEREF _Toc178232013 \h </w:instrText>
        </w:r>
        <w:r w:rsidR="00376BF0" w:rsidRPr="00376BF0">
          <w:rPr>
            <w:webHidden/>
          </w:rPr>
        </w:r>
        <w:r w:rsidR="00376BF0" w:rsidRPr="00376BF0">
          <w:rPr>
            <w:webHidden/>
          </w:rPr>
          <w:fldChar w:fldCharType="separate"/>
        </w:r>
        <w:r>
          <w:rPr>
            <w:webHidden/>
          </w:rPr>
          <w:t>3-3</w:t>
        </w:r>
        <w:r w:rsidR="00376BF0" w:rsidRPr="00376BF0">
          <w:rPr>
            <w:webHidden/>
          </w:rPr>
          <w:fldChar w:fldCharType="end"/>
        </w:r>
      </w:hyperlink>
    </w:p>
    <w:p w14:paraId="7DA7242A" w14:textId="131BC375" w:rsidR="00376BF0" w:rsidRPr="00376BF0" w:rsidRDefault="00246BB4">
      <w:pPr>
        <w:pStyle w:val="TOC3"/>
        <w:rPr>
          <w:rFonts w:eastAsiaTheme="minorEastAsia"/>
          <w:kern w:val="2"/>
          <w14:ligatures w14:val="standardContextual"/>
        </w:rPr>
      </w:pPr>
      <w:hyperlink w:anchor="_Toc178232014" w:history="1">
        <w:r w:rsidR="00376BF0" w:rsidRPr="00376BF0">
          <w:rPr>
            <w:rStyle w:val="Hyperlink"/>
            <w:u w:val="none"/>
          </w:rPr>
          <w:t>3.1.3</w:t>
        </w:r>
        <w:r w:rsidR="00376BF0" w:rsidRPr="00376BF0">
          <w:rPr>
            <w:rFonts w:eastAsiaTheme="minorEastAsia"/>
            <w:kern w:val="2"/>
            <w14:ligatures w14:val="standardContextual"/>
          </w:rPr>
          <w:tab/>
        </w:r>
        <w:r w:rsidR="00376BF0" w:rsidRPr="00376BF0">
          <w:rPr>
            <w:rStyle w:val="Hyperlink"/>
            <w:u w:val="none"/>
          </w:rPr>
          <w:t>Rolling 12-Month Outage Planning and Update</w:t>
        </w:r>
        <w:r w:rsidR="00376BF0" w:rsidRPr="00376BF0">
          <w:rPr>
            <w:webHidden/>
          </w:rPr>
          <w:tab/>
        </w:r>
        <w:r w:rsidR="00376BF0" w:rsidRPr="00376BF0">
          <w:rPr>
            <w:webHidden/>
          </w:rPr>
          <w:fldChar w:fldCharType="begin"/>
        </w:r>
        <w:r w:rsidR="00376BF0" w:rsidRPr="00376BF0">
          <w:rPr>
            <w:webHidden/>
          </w:rPr>
          <w:instrText xml:space="preserve"> PAGEREF _Toc178232014 \h </w:instrText>
        </w:r>
        <w:r w:rsidR="00376BF0" w:rsidRPr="00376BF0">
          <w:rPr>
            <w:webHidden/>
          </w:rPr>
        </w:r>
        <w:r w:rsidR="00376BF0" w:rsidRPr="00376BF0">
          <w:rPr>
            <w:webHidden/>
          </w:rPr>
          <w:fldChar w:fldCharType="separate"/>
        </w:r>
        <w:r>
          <w:rPr>
            <w:webHidden/>
          </w:rPr>
          <w:t>3-4</w:t>
        </w:r>
        <w:r w:rsidR="00376BF0" w:rsidRPr="00376BF0">
          <w:rPr>
            <w:webHidden/>
          </w:rPr>
          <w:fldChar w:fldCharType="end"/>
        </w:r>
      </w:hyperlink>
    </w:p>
    <w:p w14:paraId="10235D4A" w14:textId="3FCAF0E6" w:rsidR="00376BF0" w:rsidRPr="00376BF0" w:rsidRDefault="00246BB4">
      <w:pPr>
        <w:pStyle w:val="TOC4"/>
        <w:rPr>
          <w:rFonts w:eastAsiaTheme="minorEastAsia"/>
          <w:bCs w:val="0"/>
          <w:snapToGrid/>
          <w:kern w:val="2"/>
          <w:sz w:val="20"/>
          <w:szCs w:val="20"/>
          <w14:ligatures w14:val="standardContextual"/>
        </w:rPr>
      </w:pPr>
      <w:hyperlink w:anchor="_Toc178232015" w:history="1">
        <w:r w:rsidR="00376BF0" w:rsidRPr="00376BF0">
          <w:rPr>
            <w:rStyle w:val="Hyperlink"/>
            <w:bCs w:val="0"/>
            <w:sz w:val="20"/>
            <w:szCs w:val="20"/>
            <w:u w:val="none"/>
          </w:rPr>
          <w:t>3.1.3.1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37BEA771" w14:textId="291076D1" w:rsidR="00376BF0" w:rsidRPr="00376BF0" w:rsidRDefault="00246BB4">
      <w:pPr>
        <w:pStyle w:val="TOC4"/>
        <w:rPr>
          <w:rFonts w:eastAsiaTheme="minorEastAsia"/>
          <w:bCs w:val="0"/>
          <w:snapToGrid/>
          <w:kern w:val="2"/>
          <w:sz w:val="20"/>
          <w:szCs w:val="20"/>
          <w14:ligatures w14:val="standardContextual"/>
        </w:rPr>
      </w:pPr>
      <w:hyperlink w:anchor="_Toc178232016" w:history="1">
        <w:r w:rsidR="00376BF0" w:rsidRPr="00376BF0">
          <w:rPr>
            <w:rStyle w:val="Hyperlink"/>
            <w:bCs w:val="0"/>
            <w:sz w:val="20"/>
            <w:szCs w:val="20"/>
            <w:u w:val="none"/>
          </w:rPr>
          <w:t>3.1.3.2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282A5F70" w14:textId="75E13464" w:rsidR="00376BF0" w:rsidRPr="00376BF0" w:rsidRDefault="00246BB4">
      <w:pPr>
        <w:pStyle w:val="TOC3"/>
        <w:rPr>
          <w:rFonts w:eastAsiaTheme="minorEastAsia"/>
          <w:kern w:val="2"/>
          <w14:ligatures w14:val="standardContextual"/>
        </w:rPr>
      </w:pPr>
      <w:hyperlink w:anchor="_Toc178232017" w:history="1">
        <w:r w:rsidR="00376BF0" w:rsidRPr="00376BF0">
          <w:rPr>
            <w:rStyle w:val="Hyperlink"/>
            <w:u w:val="none"/>
          </w:rPr>
          <w:t>3.1.4</w:t>
        </w:r>
        <w:r w:rsidR="00376BF0" w:rsidRPr="00376BF0">
          <w:rPr>
            <w:rFonts w:eastAsiaTheme="minorEastAsia"/>
            <w:kern w:val="2"/>
            <w14:ligatures w14:val="standardContextual"/>
          </w:rPr>
          <w:tab/>
        </w:r>
        <w:r w:rsidR="00376BF0" w:rsidRPr="00376BF0">
          <w:rPr>
            <w:rStyle w:val="Hyperlink"/>
            <w:u w:val="none"/>
          </w:rPr>
          <w:t>Communications Regarding Resource and Transmission Facilities Outages</w:t>
        </w:r>
        <w:r w:rsidR="00376BF0" w:rsidRPr="00376BF0">
          <w:rPr>
            <w:webHidden/>
          </w:rPr>
          <w:tab/>
        </w:r>
        <w:r w:rsidR="00376BF0" w:rsidRPr="00376BF0">
          <w:rPr>
            <w:webHidden/>
          </w:rPr>
          <w:fldChar w:fldCharType="begin"/>
        </w:r>
        <w:r w:rsidR="00376BF0" w:rsidRPr="00376BF0">
          <w:rPr>
            <w:webHidden/>
          </w:rPr>
          <w:instrText xml:space="preserve"> PAGEREF _Toc178232017 \h </w:instrText>
        </w:r>
        <w:r w:rsidR="00376BF0" w:rsidRPr="00376BF0">
          <w:rPr>
            <w:webHidden/>
          </w:rPr>
        </w:r>
        <w:r w:rsidR="00376BF0" w:rsidRPr="00376BF0">
          <w:rPr>
            <w:webHidden/>
          </w:rPr>
          <w:fldChar w:fldCharType="separate"/>
        </w:r>
        <w:r>
          <w:rPr>
            <w:webHidden/>
          </w:rPr>
          <w:t>3-5</w:t>
        </w:r>
        <w:r w:rsidR="00376BF0" w:rsidRPr="00376BF0">
          <w:rPr>
            <w:webHidden/>
          </w:rPr>
          <w:fldChar w:fldCharType="end"/>
        </w:r>
      </w:hyperlink>
    </w:p>
    <w:p w14:paraId="7C9C06CD" w14:textId="4DD298D7" w:rsidR="00376BF0" w:rsidRPr="00376BF0" w:rsidRDefault="00246BB4">
      <w:pPr>
        <w:pStyle w:val="TOC4"/>
        <w:rPr>
          <w:rFonts w:eastAsiaTheme="minorEastAsia"/>
          <w:bCs w:val="0"/>
          <w:snapToGrid/>
          <w:kern w:val="2"/>
          <w:sz w:val="20"/>
          <w:szCs w:val="20"/>
          <w14:ligatures w14:val="standardContextual"/>
        </w:rPr>
      </w:pPr>
      <w:hyperlink w:anchor="_Toc178232018" w:history="1">
        <w:r w:rsidR="00376BF0" w:rsidRPr="00376BF0">
          <w:rPr>
            <w:rStyle w:val="Hyperlink"/>
            <w:bCs w:val="0"/>
            <w:sz w:val="20"/>
            <w:szCs w:val="20"/>
            <w:u w:val="none"/>
          </w:rPr>
          <w:t>3.1.4.1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Single Point of Contact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3-5</w:t>
        </w:r>
        <w:r w:rsidR="00376BF0" w:rsidRPr="00376BF0">
          <w:rPr>
            <w:bCs w:val="0"/>
            <w:webHidden/>
            <w:sz w:val="20"/>
            <w:szCs w:val="20"/>
          </w:rPr>
          <w:fldChar w:fldCharType="end"/>
        </w:r>
      </w:hyperlink>
    </w:p>
    <w:p w14:paraId="08BDF2BE" w14:textId="1D0687D6" w:rsidR="00376BF0" w:rsidRPr="00376BF0" w:rsidRDefault="00246BB4">
      <w:pPr>
        <w:pStyle w:val="TOC4"/>
        <w:rPr>
          <w:rFonts w:eastAsiaTheme="minorEastAsia"/>
          <w:bCs w:val="0"/>
          <w:snapToGrid/>
          <w:kern w:val="2"/>
          <w:sz w:val="20"/>
          <w:szCs w:val="20"/>
          <w14:ligatures w14:val="standardContextual"/>
        </w:rPr>
      </w:pPr>
      <w:hyperlink w:anchor="_Toc178232019" w:history="1">
        <w:r w:rsidR="00376BF0" w:rsidRPr="00376BF0">
          <w:rPr>
            <w:rStyle w:val="Hyperlink"/>
            <w:bCs w:val="0"/>
            <w:sz w:val="20"/>
            <w:szCs w:val="20"/>
            <w:u w:val="none"/>
          </w:rPr>
          <w:t>3.1.4.2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Method of Communication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w:t>
        </w:r>
        <w:r w:rsidR="00376BF0" w:rsidRPr="00376BF0">
          <w:rPr>
            <w:bCs w:val="0"/>
            <w:webHidden/>
            <w:sz w:val="20"/>
            <w:szCs w:val="20"/>
          </w:rPr>
          <w:fldChar w:fldCharType="end"/>
        </w:r>
      </w:hyperlink>
    </w:p>
    <w:p w14:paraId="7A1617B2" w14:textId="1D60527C" w:rsidR="00376BF0" w:rsidRPr="00376BF0" w:rsidRDefault="00246BB4">
      <w:pPr>
        <w:pStyle w:val="TOC4"/>
        <w:rPr>
          <w:rFonts w:eastAsiaTheme="minorEastAsia"/>
          <w:bCs w:val="0"/>
          <w:snapToGrid/>
          <w:kern w:val="2"/>
          <w:sz w:val="20"/>
          <w:szCs w:val="20"/>
          <w14:ligatures w14:val="standardContextual"/>
        </w:rPr>
      </w:pPr>
      <w:hyperlink w:anchor="_Toc178232020" w:history="1">
        <w:r w:rsidR="00376BF0" w:rsidRPr="00376BF0">
          <w:rPr>
            <w:rStyle w:val="Hyperlink"/>
            <w:bCs w:val="0"/>
            <w:sz w:val="20"/>
            <w:szCs w:val="20"/>
            <w:u w:val="none"/>
          </w:rPr>
          <w:t>3.1.4.3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for Planned Outages, Maintenance Outages, and Rescheduled Outages of Resource and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w:t>
        </w:r>
        <w:r w:rsidR="00376BF0" w:rsidRPr="00376BF0">
          <w:rPr>
            <w:bCs w:val="0"/>
            <w:webHidden/>
            <w:sz w:val="20"/>
            <w:szCs w:val="20"/>
          </w:rPr>
          <w:fldChar w:fldCharType="end"/>
        </w:r>
      </w:hyperlink>
    </w:p>
    <w:p w14:paraId="3C97FC1A" w14:textId="3B800511" w:rsidR="00376BF0" w:rsidRPr="00376BF0" w:rsidRDefault="00246BB4">
      <w:pPr>
        <w:pStyle w:val="TOC4"/>
        <w:rPr>
          <w:rFonts w:eastAsiaTheme="minorEastAsia"/>
          <w:bCs w:val="0"/>
          <w:snapToGrid/>
          <w:kern w:val="2"/>
          <w:sz w:val="20"/>
          <w:szCs w:val="20"/>
          <w14:ligatures w14:val="standardContextual"/>
        </w:rPr>
      </w:pPr>
      <w:hyperlink w:anchor="_Toc178232021" w:history="1">
        <w:r w:rsidR="00376BF0" w:rsidRPr="00376BF0">
          <w:rPr>
            <w:rStyle w:val="Hyperlink"/>
            <w:bCs w:val="0"/>
            <w:sz w:val="20"/>
            <w:szCs w:val="20"/>
            <w:u w:val="none"/>
          </w:rPr>
          <w:t>3.1.4.4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Management of Forced Outages or Maintenance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w:t>
        </w:r>
        <w:r w:rsidR="00376BF0" w:rsidRPr="00376BF0">
          <w:rPr>
            <w:bCs w:val="0"/>
            <w:webHidden/>
            <w:sz w:val="20"/>
            <w:szCs w:val="20"/>
          </w:rPr>
          <w:fldChar w:fldCharType="end"/>
        </w:r>
      </w:hyperlink>
    </w:p>
    <w:p w14:paraId="2DAF55C7" w14:textId="54DB0E41" w:rsidR="00376BF0" w:rsidRPr="00376BF0" w:rsidRDefault="00246BB4">
      <w:pPr>
        <w:pStyle w:val="TOC4"/>
        <w:rPr>
          <w:rFonts w:eastAsiaTheme="minorEastAsia"/>
          <w:bCs w:val="0"/>
          <w:snapToGrid/>
          <w:kern w:val="2"/>
          <w:sz w:val="20"/>
          <w:szCs w:val="20"/>
          <w14:ligatures w14:val="standardContextual"/>
        </w:rPr>
      </w:pPr>
      <w:hyperlink w:anchor="_Toc178232022" w:history="1">
        <w:r w:rsidR="00376BF0" w:rsidRPr="00376BF0">
          <w:rPr>
            <w:rStyle w:val="Hyperlink"/>
            <w:bCs w:val="0"/>
            <w:sz w:val="20"/>
            <w:szCs w:val="20"/>
            <w:u w:val="none"/>
          </w:rPr>
          <w:t>3.1.4.5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Notice of Forced Outage or Unavoidable Extension of Planned, Maintenance, or Rescheduled Outage Due to Unforeseen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w:t>
        </w:r>
        <w:r w:rsidR="00376BF0" w:rsidRPr="00376BF0">
          <w:rPr>
            <w:bCs w:val="0"/>
            <w:webHidden/>
            <w:sz w:val="20"/>
            <w:szCs w:val="20"/>
          </w:rPr>
          <w:fldChar w:fldCharType="end"/>
        </w:r>
      </w:hyperlink>
    </w:p>
    <w:p w14:paraId="3A7A6F16" w14:textId="657715D5" w:rsidR="00376BF0" w:rsidRPr="00376BF0" w:rsidRDefault="00246BB4">
      <w:pPr>
        <w:pStyle w:val="TOC4"/>
        <w:rPr>
          <w:rFonts w:eastAsiaTheme="minorEastAsia"/>
          <w:bCs w:val="0"/>
          <w:snapToGrid/>
          <w:kern w:val="2"/>
          <w:sz w:val="20"/>
          <w:szCs w:val="20"/>
          <w14:ligatures w14:val="standardContextual"/>
        </w:rPr>
      </w:pPr>
      <w:hyperlink w:anchor="_Toc178232023" w:history="1">
        <w:r w:rsidR="00376BF0" w:rsidRPr="00376BF0">
          <w:rPr>
            <w:rStyle w:val="Hyperlink"/>
            <w:bCs w:val="0"/>
            <w:sz w:val="20"/>
            <w:szCs w:val="20"/>
            <w:u w:val="none"/>
          </w:rPr>
          <w:t>3.1.4.6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Coordination of Potential Transmission Emergency Conditions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060476E3" w14:textId="74A61B22" w:rsidR="00376BF0" w:rsidRPr="00376BF0" w:rsidRDefault="00246BB4">
      <w:pPr>
        <w:pStyle w:val="TOC4"/>
        <w:rPr>
          <w:rFonts w:eastAsiaTheme="minorEastAsia"/>
          <w:bCs w:val="0"/>
          <w:snapToGrid/>
          <w:kern w:val="2"/>
          <w:sz w:val="20"/>
          <w:szCs w:val="20"/>
          <w14:ligatures w14:val="standardContextual"/>
        </w:rPr>
      </w:pPr>
      <w:hyperlink w:anchor="_Toc178232024" w:history="1">
        <w:r w:rsidR="00376BF0" w:rsidRPr="00376BF0">
          <w:rPr>
            <w:rStyle w:val="Hyperlink"/>
            <w:bCs w:val="0"/>
            <w:sz w:val="20"/>
            <w:szCs w:val="20"/>
            <w:u w:val="none"/>
          </w:rPr>
          <w:t>3.1.4.7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of Forced Derates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74519869" w14:textId="682755BC" w:rsidR="00376BF0" w:rsidRPr="00376BF0" w:rsidRDefault="00246BB4">
      <w:pPr>
        <w:pStyle w:val="TOC4"/>
        <w:rPr>
          <w:rFonts w:eastAsiaTheme="minorEastAsia"/>
          <w:bCs w:val="0"/>
          <w:snapToGrid/>
          <w:kern w:val="2"/>
          <w:sz w:val="20"/>
          <w:szCs w:val="20"/>
          <w14:ligatures w14:val="standardContextual"/>
        </w:rPr>
      </w:pPr>
      <w:hyperlink w:anchor="_Toc178232025" w:history="1">
        <w:r w:rsidR="00376BF0" w:rsidRPr="00376BF0">
          <w:rPr>
            <w:rStyle w:val="Hyperlink"/>
            <w:bCs w:val="0"/>
            <w:sz w:val="20"/>
            <w:szCs w:val="20"/>
            <w:u w:val="none"/>
          </w:rPr>
          <w:t>3.1.4.8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Forced Outage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w:t>
        </w:r>
        <w:r w:rsidR="00376BF0" w:rsidRPr="00376BF0">
          <w:rPr>
            <w:bCs w:val="0"/>
            <w:webHidden/>
            <w:sz w:val="20"/>
            <w:szCs w:val="20"/>
          </w:rPr>
          <w:fldChar w:fldCharType="end"/>
        </w:r>
      </w:hyperlink>
    </w:p>
    <w:p w14:paraId="7950EBF4" w14:textId="65DE8319" w:rsidR="00376BF0" w:rsidRPr="00376BF0" w:rsidRDefault="00246BB4">
      <w:pPr>
        <w:pStyle w:val="TOC3"/>
        <w:rPr>
          <w:rFonts w:eastAsiaTheme="minorEastAsia"/>
          <w:kern w:val="2"/>
          <w14:ligatures w14:val="standardContextual"/>
        </w:rPr>
      </w:pPr>
      <w:hyperlink w:anchor="_Toc178232026" w:history="1">
        <w:r w:rsidR="00376BF0" w:rsidRPr="00376BF0">
          <w:rPr>
            <w:rStyle w:val="Hyperlink"/>
            <w:u w:val="none"/>
          </w:rPr>
          <w:t>3.1.5</w:t>
        </w:r>
        <w:r w:rsidR="00376BF0" w:rsidRPr="00376BF0">
          <w:rPr>
            <w:rFonts w:eastAsiaTheme="minorEastAsia"/>
            <w:kern w:val="2"/>
            <w14:ligatures w14:val="standardContextual"/>
          </w:rPr>
          <w:tab/>
        </w:r>
        <w:r w:rsidR="00376BF0" w:rsidRPr="00376BF0">
          <w:rPr>
            <w:rStyle w:val="Hyperlink"/>
            <w:u w:val="none"/>
          </w:rPr>
          <w:t>Transmission System Outages</w:t>
        </w:r>
        <w:r w:rsidR="00376BF0" w:rsidRPr="00376BF0">
          <w:rPr>
            <w:webHidden/>
          </w:rPr>
          <w:tab/>
        </w:r>
        <w:r w:rsidR="00376BF0" w:rsidRPr="00376BF0">
          <w:rPr>
            <w:webHidden/>
          </w:rPr>
          <w:fldChar w:fldCharType="begin"/>
        </w:r>
        <w:r w:rsidR="00376BF0" w:rsidRPr="00376BF0">
          <w:rPr>
            <w:webHidden/>
          </w:rPr>
          <w:instrText xml:space="preserve"> PAGEREF _Toc178232026 \h </w:instrText>
        </w:r>
        <w:r w:rsidR="00376BF0" w:rsidRPr="00376BF0">
          <w:rPr>
            <w:webHidden/>
          </w:rPr>
        </w:r>
        <w:r w:rsidR="00376BF0" w:rsidRPr="00376BF0">
          <w:rPr>
            <w:webHidden/>
          </w:rPr>
          <w:fldChar w:fldCharType="separate"/>
        </w:r>
        <w:r>
          <w:rPr>
            <w:webHidden/>
          </w:rPr>
          <w:t>3-13</w:t>
        </w:r>
        <w:r w:rsidR="00376BF0" w:rsidRPr="00376BF0">
          <w:rPr>
            <w:webHidden/>
          </w:rPr>
          <w:fldChar w:fldCharType="end"/>
        </w:r>
      </w:hyperlink>
    </w:p>
    <w:p w14:paraId="3078DA91" w14:textId="26373498" w:rsidR="00376BF0" w:rsidRPr="00376BF0" w:rsidRDefault="00246BB4">
      <w:pPr>
        <w:pStyle w:val="TOC4"/>
        <w:rPr>
          <w:rFonts w:eastAsiaTheme="minorEastAsia"/>
          <w:bCs w:val="0"/>
          <w:snapToGrid/>
          <w:kern w:val="2"/>
          <w:sz w:val="20"/>
          <w:szCs w:val="20"/>
          <w14:ligatures w14:val="standardContextual"/>
        </w:rPr>
      </w:pPr>
      <w:hyperlink w:anchor="_Toc178232027" w:history="1">
        <w:r w:rsidR="00376BF0" w:rsidRPr="00376BF0">
          <w:rPr>
            <w:rStyle w:val="Hyperlink"/>
            <w:bCs w:val="0"/>
            <w:sz w:val="20"/>
            <w:szCs w:val="20"/>
            <w:u w:val="none"/>
          </w:rPr>
          <w:t>3.1.5.1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of Planned Outage and Maintenance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3-13</w:t>
        </w:r>
        <w:r w:rsidR="00376BF0" w:rsidRPr="00376BF0">
          <w:rPr>
            <w:bCs w:val="0"/>
            <w:webHidden/>
            <w:sz w:val="20"/>
            <w:szCs w:val="20"/>
          </w:rPr>
          <w:fldChar w:fldCharType="end"/>
        </w:r>
      </w:hyperlink>
    </w:p>
    <w:p w14:paraId="2765A7F2" w14:textId="484A1901" w:rsidR="00376BF0" w:rsidRPr="00376BF0" w:rsidRDefault="00246BB4">
      <w:pPr>
        <w:pStyle w:val="TOC4"/>
        <w:rPr>
          <w:rFonts w:eastAsiaTheme="minorEastAsia"/>
          <w:bCs w:val="0"/>
          <w:snapToGrid/>
          <w:kern w:val="2"/>
          <w:sz w:val="20"/>
          <w:szCs w:val="20"/>
          <w14:ligatures w14:val="standardContextual"/>
        </w:rPr>
      </w:pPr>
      <w:hyperlink w:anchor="_Toc178232028" w:history="1">
        <w:r w:rsidR="00376BF0" w:rsidRPr="00376BF0">
          <w:rPr>
            <w:rStyle w:val="Hyperlink"/>
            <w:bCs w:val="0"/>
            <w:sz w:val="20"/>
            <w:szCs w:val="20"/>
            <w:u w:val="none"/>
          </w:rPr>
          <w:t>3.1.5.2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TSP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w:t>
        </w:r>
        <w:r w:rsidR="00376BF0" w:rsidRPr="00376BF0">
          <w:rPr>
            <w:bCs w:val="0"/>
            <w:webHidden/>
            <w:sz w:val="20"/>
            <w:szCs w:val="20"/>
          </w:rPr>
          <w:fldChar w:fldCharType="end"/>
        </w:r>
      </w:hyperlink>
    </w:p>
    <w:p w14:paraId="58901B1F" w14:textId="4BD1293F" w:rsidR="00376BF0" w:rsidRPr="00376BF0" w:rsidRDefault="00246BB4">
      <w:pPr>
        <w:pStyle w:val="TOC4"/>
        <w:rPr>
          <w:rFonts w:eastAsiaTheme="minorEastAsia"/>
          <w:bCs w:val="0"/>
          <w:snapToGrid/>
          <w:kern w:val="2"/>
          <w:sz w:val="20"/>
          <w:szCs w:val="20"/>
          <w14:ligatures w14:val="standardContextual"/>
        </w:rPr>
      </w:pPr>
      <w:hyperlink w:anchor="_Toc178232030" w:history="1">
        <w:r w:rsidR="00376BF0" w:rsidRPr="00376BF0">
          <w:rPr>
            <w:rStyle w:val="Hyperlink"/>
            <w:bCs w:val="0"/>
            <w:sz w:val="20"/>
            <w:szCs w:val="20"/>
            <w:u w:val="none"/>
          </w:rPr>
          <w:t>3.1.5.3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TSP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w:t>
        </w:r>
        <w:r w:rsidR="00376BF0" w:rsidRPr="00376BF0">
          <w:rPr>
            <w:bCs w:val="0"/>
            <w:webHidden/>
            <w:sz w:val="20"/>
            <w:szCs w:val="20"/>
          </w:rPr>
          <w:fldChar w:fldCharType="end"/>
        </w:r>
      </w:hyperlink>
    </w:p>
    <w:p w14:paraId="1F7354EB" w14:textId="50531290" w:rsidR="00376BF0" w:rsidRPr="00376BF0" w:rsidRDefault="00246BB4">
      <w:pPr>
        <w:pStyle w:val="TOC4"/>
        <w:rPr>
          <w:rFonts w:eastAsiaTheme="minorEastAsia"/>
          <w:bCs w:val="0"/>
          <w:snapToGrid/>
          <w:kern w:val="2"/>
          <w:sz w:val="20"/>
          <w:szCs w:val="20"/>
          <w14:ligatures w14:val="standardContextual"/>
        </w:rPr>
      </w:pPr>
      <w:hyperlink w:anchor="_Toc178232032" w:history="1">
        <w:r w:rsidR="00376BF0" w:rsidRPr="00376BF0">
          <w:rPr>
            <w:rStyle w:val="Hyperlink"/>
            <w:bCs w:val="0"/>
            <w:sz w:val="20"/>
            <w:szCs w:val="20"/>
            <w:u w:val="none"/>
          </w:rPr>
          <w:t>3.1.5.4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w:t>
        </w:r>
        <w:r w:rsidR="00376BF0" w:rsidRPr="00376BF0">
          <w:rPr>
            <w:bCs w:val="0"/>
            <w:webHidden/>
            <w:sz w:val="20"/>
            <w:szCs w:val="20"/>
          </w:rPr>
          <w:fldChar w:fldCharType="end"/>
        </w:r>
      </w:hyperlink>
    </w:p>
    <w:p w14:paraId="268D83AE" w14:textId="344F8C70" w:rsidR="00376BF0" w:rsidRPr="00376BF0" w:rsidRDefault="00246BB4">
      <w:pPr>
        <w:pStyle w:val="TOC4"/>
        <w:rPr>
          <w:rFonts w:eastAsiaTheme="minorEastAsia"/>
          <w:bCs w:val="0"/>
          <w:snapToGrid/>
          <w:kern w:val="2"/>
          <w:sz w:val="20"/>
          <w:szCs w:val="20"/>
          <w14:ligatures w14:val="standardContextual"/>
        </w:rPr>
      </w:pPr>
      <w:hyperlink w:anchor="_Toc178232033" w:history="1">
        <w:r w:rsidR="00376BF0" w:rsidRPr="00376BF0">
          <w:rPr>
            <w:rStyle w:val="Hyperlink"/>
            <w:bCs w:val="0"/>
            <w:sz w:val="20"/>
            <w:szCs w:val="20"/>
            <w:u w:val="none"/>
          </w:rPr>
          <w:t>3.1.5.5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1E01688E" w14:textId="0B0EC50D" w:rsidR="00376BF0" w:rsidRPr="00376BF0" w:rsidRDefault="00246BB4">
      <w:pPr>
        <w:pStyle w:val="TOC4"/>
        <w:rPr>
          <w:rFonts w:eastAsiaTheme="minorEastAsia"/>
          <w:bCs w:val="0"/>
          <w:snapToGrid/>
          <w:kern w:val="2"/>
          <w:sz w:val="20"/>
          <w:szCs w:val="20"/>
          <w14:ligatures w14:val="standardContextual"/>
        </w:rPr>
      </w:pPr>
      <w:hyperlink w:anchor="_Toc178232034" w:history="1">
        <w:r w:rsidR="00376BF0" w:rsidRPr="00376BF0">
          <w:rPr>
            <w:rStyle w:val="Hyperlink"/>
            <w:bCs w:val="0"/>
            <w:sz w:val="20"/>
            <w:szCs w:val="20"/>
            <w:u w:val="none"/>
          </w:rPr>
          <w:t>3.1.5.6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3714C7DC" w14:textId="10380C0F" w:rsidR="00376BF0" w:rsidRPr="00376BF0" w:rsidRDefault="00246BB4">
      <w:pPr>
        <w:pStyle w:val="TOC4"/>
        <w:rPr>
          <w:rFonts w:eastAsiaTheme="minorEastAsia"/>
          <w:bCs w:val="0"/>
          <w:snapToGrid/>
          <w:kern w:val="2"/>
          <w:sz w:val="20"/>
          <w:szCs w:val="20"/>
          <w14:ligatures w14:val="standardContextual"/>
        </w:rPr>
      </w:pPr>
      <w:hyperlink w:anchor="_Toc178232035" w:history="1">
        <w:r w:rsidR="00376BF0" w:rsidRPr="00376BF0">
          <w:rPr>
            <w:rStyle w:val="Hyperlink"/>
            <w:bCs w:val="0"/>
            <w:sz w:val="20"/>
            <w:szCs w:val="20"/>
            <w:u w:val="none"/>
          </w:rPr>
          <w:t>3.1.5.7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of Approved Planned Outages, Maintenance Outages, and Rescheduled Outages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w:t>
        </w:r>
        <w:r w:rsidR="00376BF0" w:rsidRPr="00376BF0">
          <w:rPr>
            <w:bCs w:val="0"/>
            <w:webHidden/>
            <w:sz w:val="20"/>
            <w:szCs w:val="20"/>
          </w:rPr>
          <w:fldChar w:fldCharType="end"/>
        </w:r>
      </w:hyperlink>
    </w:p>
    <w:p w14:paraId="33440635" w14:textId="3D60EE4E" w:rsidR="00376BF0" w:rsidRPr="00376BF0" w:rsidRDefault="00246BB4">
      <w:pPr>
        <w:pStyle w:val="TOC4"/>
        <w:rPr>
          <w:rFonts w:eastAsiaTheme="minorEastAsia"/>
          <w:bCs w:val="0"/>
          <w:snapToGrid/>
          <w:kern w:val="2"/>
          <w:sz w:val="20"/>
          <w:szCs w:val="20"/>
          <w14:ligatures w14:val="standardContextual"/>
        </w:rPr>
      </w:pPr>
      <w:hyperlink w:anchor="_Toc178232036" w:history="1">
        <w:r w:rsidR="00376BF0" w:rsidRPr="00376BF0">
          <w:rPr>
            <w:rStyle w:val="Hyperlink"/>
            <w:bCs w:val="0"/>
            <w:sz w:val="20"/>
            <w:szCs w:val="20"/>
            <w:u w:val="none"/>
          </w:rPr>
          <w:t>3.1.5.8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Priority of Approved Planned, Maintenance, and Rescheduled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53AEFD70" w14:textId="6B5A3D8C" w:rsidR="00376BF0" w:rsidRPr="00376BF0" w:rsidRDefault="00246BB4">
      <w:pPr>
        <w:pStyle w:val="TOC4"/>
        <w:rPr>
          <w:rFonts w:eastAsiaTheme="minorEastAsia"/>
          <w:bCs w:val="0"/>
          <w:snapToGrid/>
          <w:kern w:val="2"/>
          <w:sz w:val="20"/>
          <w:szCs w:val="20"/>
          <w14:ligatures w14:val="standardContextual"/>
        </w:rPr>
      </w:pPr>
      <w:hyperlink w:anchor="_Toc178232037" w:history="1">
        <w:r w:rsidR="00376BF0" w:rsidRPr="00376BF0">
          <w:rPr>
            <w:rStyle w:val="Hyperlink"/>
            <w:bCs w:val="0"/>
            <w:sz w:val="20"/>
            <w:szCs w:val="20"/>
            <w:u w:val="none"/>
          </w:rPr>
          <w:t>3.1.5.9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for Inclusion in Transmission Facilities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7B3D97E3" w14:textId="3464ACA0" w:rsidR="00376BF0" w:rsidRPr="00376BF0" w:rsidRDefault="00246BB4">
      <w:pPr>
        <w:pStyle w:val="TOC4"/>
        <w:rPr>
          <w:rFonts w:eastAsiaTheme="minorEastAsia"/>
          <w:bCs w:val="0"/>
          <w:snapToGrid/>
          <w:kern w:val="2"/>
          <w:sz w:val="20"/>
          <w:szCs w:val="20"/>
          <w14:ligatures w14:val="standardContextual"/>
        </w:rPr>
      </w:pPr>
      <w:hyperlink w:anchor="_Toc178232038" w:history="1">
        <w:r w:rsidR="00376BF0" w:rsidRPr="00376BF0">
          <w:rPr>
            <w:rStyle w:val="Hyperlink"/>
            <w:bCs w:val="0"/>
            <w:sz w:val="20"/>
            <w:szCs w:val="20"/>
            <w:u w:val="none"/>
          </w:rPr>
          <w:t>3.1.5.10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04F8D661" w14:textId="5CA26700" w:rsidR="00376BF0" w:rsidRPr="00376BF0" w:rsidRDefault="00246BB4">
      <w:pPr>
        <w:pStyle w:val="TOC4"/>
        <w:rPr>
          <w:rFonts w:eastAsiaTheme="minorEastAsia"/>
          <w:bCs w:val="0"/>
          <w:snapToGrid/>
          <w:kern w:val="2"/>
          <w:sz w:val="20"/>
          <w:szCs w:val="20"/>
          <w14:ligatures w14:val="standardContextual"/>
        </w:rPr>
      </w:pPr>
      <w:hyperlink w:anchor="_Toc178232039" w:history="1">
        <w:r w:rsidR="00376BF0" w:rsidRPr="00376BF0">
          <w:rPr>
            <w:rStyle w:val="Hyperlink"/>
            <w:bCs w:val="0"/>
            <w:sz w:val="20"/>
            <w:szCs w:val="20"/>
            <w:u w:val="none"/>
          </w:rPr>
          <w:t>3.1.5.11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Transmission Facilities Planned Outage or Maintenance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594504E7" w14:textId="4C0FAA95" w:rsidR="00376BF0" w:rsidRPr="00376BF0" w:rsidRDefault="00246BB4">
      <w:pPr>
        <w:pStyle w:val="TOC4"/>
        <w:rPr>
          <w:rFonts w:eastAsiaTheme="minorEastAsia"/>
          <w:bCs w:val="0"/>
          <w:snapToGrid/>
          <w:kern w:val="2"/>
          <w:sz w:val="20"/>
          <w:szCs w:val="20"/>
          <w14:ligatures w14:val="standardContextual"/>
        </w:rPr>
      </w:pPr>
      <w:hyperlink w:anchor="_Toc178232040" w:history="1">
        <w:r w:rsidR="00376BF0" w:rsidRPr="00376BF0">
          <w:rPr>
            <w:rStyle w:val="Hyperlink"/>
            <w:bCs w:val="0"/>
            <w:sz w:val="20"/>
            <w:szCs w:val="20"/>
            <w:u w:val="none"/>
          </w:rPr>
          <w:t>3.1.5.12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Submittal Timeline for Transmission Facility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w:t>
        </w:r>
        <w:r w:rsidR="00376BF0" w:rsidRPr="00376BF0">
          <w:rPr>
            <w:bCs w:val="0"/>
            <w:webHidden/>
            <w:sz w:val="20"/>
            <w:szCs w:val="20"/>
          </w:rPr>
          <w:fldChar w:fldCharType="end"/>
        </w:r>
      </w:hyperlink>
    </w:p>
    <w:p w14:paraId="47D9FE90" w14:textId="39641E81" w:rsidR="00376BF0" w:rsidRPr="00376BF0" w:rsidRDefault="00246BB4">
      <w:pPr>
        <w:pStyle w:val="TOC4"/>
        <w:rPr>
          <w:rFonts w:eastAsiaTheme="minorEastAsia"/>
          <w:bCs w:val="0"/>
          <w:snapToGrid/>
          <w:kern w:val="2"/>
          <w:sz w:val="20"/>
          <w:szCs w:val="20"/>
          <w14:ligatures w14:val="standardContextual"/>
        </w:rPr>
      </w:pPr>
      <w:hyperlink w:anchor="_Toc178232041" w:history="1">
        <w:r w:rsidR="00376BF0" w:rsidRPr="00376BF0">
          <w:rPr>
            <w:rStyle w:val="Hyperlink"/>
            <w:bCs w:val="0"/>
            <w:sz w:val="20"/>
            <w:szCs w:val="20"/>
            <w:u w:val="none"/>
          </w:rPr>
          <w:t>3.1.5.13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w:t>
        </w:r>
        <w:r w:rsidR="00376BF0" w:rsidRPr="00376BF0">
          <w:rPr>
            <w:bCs w:val="0"/>
            <w:webHidden/>
            <w:sz w:val="20"/>
            <w:szCs w:val="20"/>
          </w:rPr>
          <w:fldChar w:fldCharType="end"/>
        </w:r>
      </w:hyperlink>
    </w:p>
    <w:p w14:paraId="1107C2B1" w14:textId="5A0DE385" w:rsidR="00376BF0" w:rsidRPr="00376BF0" w:rsidRDefault="00246BB4">
      <w:pPr>
        <w:pStyle w:val="TOC3"/>
        <w:rPr>
          <w:rFonts w:eastAsiaTheme="minorEastAsia"/>
          <w:kern w:val="2"/>
          <w14:ligatures w14:val="standardContextual"/>
        </w:rPr>
      </w:pPr>
      <w:hyperlink w:anchor="_Toc178232042" w:history="1">
        <w:r w:rsidR="00376BF0" w:rsidRPr="00376BF0">
          <w:rPr>
            <w:rStyle w:val="Hyperlink"/>
            <w:u w:val="none"/>
          </w:rPr>
          <w:t>3.1.6</w:t>
        </w:r>
        <w:r w:rsidR="00376BF0" w:rsidRPr="00376BF0">
          <w:rPr>
            <w:rFonts w:eastAsiaTheme="minorEastAsia"/>
            <w:kern w:val="2"/>
            <w14:ligatures w14:val="standardContextual"/>
          </w:rPr>
          <w:tab/>
        </w:r>
        <w:r w:rsidR="00376BF0" w:rsidRPr="00376BF0">
          <w:rPr>
            <w:rStyle w:val="Hyperlink"/>
            <w:u w:val="none"/>
          </w:rPr>
          <w:t>Outages of Resources Other than Reliability Resources</w:t>
        </w:r>
        <w:r w:rsidR="00376BF0" w:rsidRPr="00376BF0">
          <w:rPr>
            <w:webHidden/>
          </w:rPr>
          <w:tab/>
        </w:r>
        <w:r w:rsidR="00376BF0" w:rsidRPr="00376BF0">
          <w:rPr>
            <w:webHidden/>
          </w:rPr>
          <w:fldChar w:fldCharType="begin"/>
        </w:r>
        <w:r w:rsidR="00376BF0" w:rsidRPr="00376BF0">
          <w:rPr>
            <w:webHidden/>
          </w:rPr>
          <w:instrText xml:space="preserve"> PAGEREF _Toc178232042 \h </w:instrText>
        </w:r>
        <w:r w:rsidR="00376BF0" w:rsidRPr="00376BF0">
          <w:rPr>
            <w:webHidden/>
          </w:rPr>
        </w:r>
        <w:r w:rsidR="00376BF0" w:rsidRPr="00376BF0">
          <w:rPr>
            <w:webHidden/>
          </w:rPr>
          <w:fldChar w:fldCharType="separate"/>
        </w:r>
        <w:r>
          <w:rPr>
            <w:webHidden/>
          </w:rPr>
          <w:t>3-26</w:t>
        </w:r>
        <w:r w:rsidR="00376BF0" w:rsidRPr="00376BF0">
          <w:rPr>
            <w:webHidden/>
          </w:rPr>
          <w:fldChar w:fldCharType="end"/>
        </w:r>
      </w:hyperlink>
    </w:p>
    <w:p w14:paraId="71C4B4BF" w14:textId="4563C605" w:rsidR="00376BF0" w:rsidRPr="00376BF0" w:rsidRDefault="00246BB4">
      <w:pPr>
        <w:pStyle w:val="TOC4"/>
        <w:rPr>
          <w:rFonts w:eastAsiaTheme="minorEastAsia"/>
          <w:bCs w:val="0"/>
          <w:snapToGrid/>
          <w:kern w:val="2"/>
          <w:sz w:val="20"/>
          <w:szCs w:val="20"/>
          <w14:ligatures w14:val="standardContextual"/>
        </w:rPr>
      </w:pPr>
      <w:hyperlink w:anchor="_Toc178232043" w:history="1">
        <w:r w:rsidR="00376BF0" w:rsidRPr="00376BF0">
          <w:rPr>
            <w:rStyle w:val="Hyperlink"/>
            <w:bCs w:val="0"/>
            <w:sz w:val="20"/>
            <w:szCs w:val="20"/>
            <w:u w:val="none"/>
          </w:rPr>
          <w:t>3.1.6.1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Resource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22570949" w14:textId="62BE1000" w:rsidR="00376BF0" w:rsidRPr="00376BF0" w:rsidRDefault="00246BB4">
      <w:pPr>
        <w:pStyle w:val="TOC4"/>
        <w:rPr>
          <w:rFonts w:eastAsiaTheme="minorEastAsia"/>
          <w:bCs w:val="0"/>
          <w:snapToGrid/>
          <w:kern w:val="2"/>
          <w:sz w:val="20"/>
          <w:szCs w:val="20"/>
          <w14:ligatures w14:val="standardContextual"/>
        </w:rPr>
      </w:pPr>
      <w:hyperlink w:anchor="_Toc178232044" w:history="1">
        <w:r w:rsidR="00376BF0" w:rsidRPr="00376BF0">
          <w:rPr>
            <w:rStyle w:val="Hyperlink"/>
            <w:bCs w:val="0"/>
            <w:sz w:val="20"/>
            <w:szCs w:val="20"/>
            <w:u w:val="none"/>
          </w:rPr>
          <w:t>3.1.6.2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000BFFC7" w14:textId="0837FB1B" w:rsidR="00376BF0" w:rsidRPr="00376BF0" w:rsidRDefault="00246BB4">
      <w:pPr>
        <w:pStyle w:val="TOC4"/>
        <w:rPr>
          <w:rFonts w:eastAsiaTheme="minorEastAsia"/>
          <w:bCs w:val="0"/>
          <w:snapToGrid/>
          <w:kern w:val="2"/>
          <w:sz w:val="20"/>
          <w:szCs w:val="20"/>
          <w14:ligatures w14:val="standardContextual"/>
        </w:rPr>
      </w:pPr>
      <w:hyperlink w:anchor="_Toc178232045" w:history="1">
        <w:r w:rsidR="00376BF0" w:rsidRPr="00376BF0">
          <w:rPr>
            <w:rStyle w:val="Hyperlink"/>
            <w:bCs w:val="0"/>
            <w:sz w:val="20"/>
            <w:szCs w:val="20"/>
            <w:u w:val="none"/>
          </w:rPr>
          <w:t>3.1.6.3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76028FE" w14:textId="2B7BC2A9" w:rsidR="00376BF0" w:rsidRPr="00376BF0" w:rsidRDefault="00246BB4">
      <w:pPr>
        <w:pStyle w:val="TOC4"/>
        <w:rPr>
          <w:rFonts w:eastAsiaTheme="minorEastAsia"/>
          <w:bCs w:val="0"/>
          <w:snapToGrid/>
          <w:kern w:val="2"/>
          <w:sz w:val="20"/>
          <w:szCs w:val="20"/>
          <w14:ligatures w14:val="standardContextual"/>
        </w:rPr>
      </w:pPr>
      <w:hyperlink w:anchor="_Toc178232046" w:history="1">
        <w:r w:rsidR="00376BF0" w:rsidRPr="00376BF0">
          <w:rPr>
            <w:rStyle w:val="Hyperlink"/>
            <w:bCs w:val="0"/>
            <w:sz w:val="20"/>
            <w:szCs w:val="20"/>
            <w:u w:val="none"/>
          </w:rPr>
          <w:t>3.1.6.4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Approval of Changes to a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F117ED9" w14:textId="1A3C2CB2" w:rsidR="00376BF0" w:rsidRPr="00376BF0" w:rsidRDefault="00246BB4">
      <w:pPr>
        <w:pStyle w:val="TOC4"/>
        <w:rPr>
          <w:rFonts w:eastAsiaTheme="minorEastAsia"/>
          <w:bCs w:val="0"/>
          <w:snapToGrid/>
          <w:kern w:val="2"/>
          <w:sz w:val="20"/>
          <w:szCs w:val="20"/>
          <w14:ligatures w14:val="standardContextual"/>
        </w:rPr>
      </w:pPr>
      <w:hyperlink w:anchor="_Toc178232047" w:history="1">
        <w:r w:rsidR="00376BF0" w:rsidRPr="00376BF0">
          <w:rPr>
            <w:rStyle w:val="Hyperlink"/>
            <w:bCs w:val="0"/>
            <w:sz w:val="20"/>
            <w:szCs w:val="20"/>
            <w:u w:val="none"/>
          </w:rPr>
          <w:t>3.1.6.5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Proposed Resource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3-29</w:t>
        </w:r>
        <w:r w:rsidR="00376BF0" w:rsidRPr="00376BF0">
          <w:rPr>
            <w:bCs w:val="0"/>
            <w:webHidden/>
            <w:sz w:val="20"/>
            <w:szCs w:val="20"/>
          </w:rPr>
          <w:fldChar w:fldCharType="end"/>
        </w:r>
      </w:hyperlink>
    </w:p>
    <w:p w14:paraId="0D3C4BDD" w14:textId="12F48DA2" w:rsidR="00376BF0" w:rsidRPr="00376BF0" w:rsidRDefault="00246BB4">
      <w:pPr>
        <w:pStyle w:val="TOC4"/>
        <w:rPr>
          <w:rFonts w:eastAsiaTheme="minorEastAsia"/>
          <w:bCs w:val="0"/>
          <w:snapToGrid/>
          <w:kern w:val="2"/>
          <w:sz w:val="20"/>
          <w:szCs w:val="20"/>
          <w14:ligatures w14:val="standardContextual"/>
        </w:rPr>
      </w:pPr>
      <w:hyperlink w:anchor="_Toc178232048" w:history="1">
        <w:r w:rsidR="00376BF0" w:rsidRPr="00376BF0">
          <w:rPr>
            <w:rStyle w:val="Hyperlink"/>
            <w:bCs w:val="0"/>
            <w:sz w:val="20"/>
            <w:szCs w:val="20"/>
            <w:u w:val="none"/>
          </w:rPr>
          <w:t>3.1.6.6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Resource Planned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w:t>
        </w:r>
        <w:r w:rsidR="00376BF0" w:rsidRPr="00376BF0">
          <w:rPr>
            <w:bCs w:val="0"/>
            <w:webHidden/>
            <w:sz w:val="20"/>
            <w:szCs w:val="20"/>
          </w:rPr>
          <w:fldChar w:fldCharType="end"/>
        </w:r>
      </w:hyperlink>
    </w:p>
    <w:p w14:paraId="5D3708AB" w14:textId="3EE87F23" w:rsidR="00376BF0" w:rsidRPr="00376BF0" w:rsidRDefault="00246BB4">
      <w:pPr>
        <w:pStyle w:val="TOC4"/>
        <w:rPr>
          <w:rFonts w:eastAsiaTheme="minorEastAsia"/>
          <w:bCs w:val="0"/>
          <w:snapToGrid/>
          <w:kern w:val="2"/>
          <w:sz w:val="20"/>
          <w:szCs w:val="20"/>
          <w14:ligatures w14:val="standardContextual"/>
        </w:rPr>
      </w:pPr>
      <w:hyperlink w:anchor="_Toc178232049" w:history="1">
        <w:r w:rsidR="00376BF0" w:rsidRPr="00376BF0">
          <w:rPr>
            <w:rStyle w:val="Hyperlink"/>
            <w:bCs w:val="0"/>
            <w:sz w:val="20"/>
            <w:szCs w:val="20"/>
            <w:u w:val="none"/>
          </w:rPr>
          <w:t>3.1.6.7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2354687B" w14:textId="7B5EBADD" w:rsidR="00376BF0" w:rsidRPr="00376BF0" w:rsidRDefault="00246BB4">
      <w:pPr>
        <w:pStyle w:val="TOC4"/>
        <w:rPr>
          <w:rFonts w:eastAsiaTheme="minorEastAsia"/>
          <w:bCs w:val="0"/>
          <w:snapToGrid/>
          <w:kern w:val="2"/>
          <w:sz w:val="20"/>
          <w:szCs w:val="20"/>
          <w14:ligatures w14:val="standardContextual"/>
        </w:rPr>
      </w:pPr>
      <w:hyperlink w:anchor="_Toc178232050" w:history="1">
        <w:r w:rsidR="00376BF0" w:rsidRPr="00376BF0">
          <w:rPr>
            <w:rStyle w:val="Hyperlink"/>
            <w:bCs w:val="0"/>
            <w:sz w:val="20"/>
            <w:szCs w:val="20"/>
            <w:u w:val="none"/>
          </w:rPr>
          <w:t>3.1.6.8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783900C9" w14:textId="7E4341CA" w:rsidR="00376BF0" w:rsidRPr="00376BF0" w:rsidRDefault="00246BB4">
      <w:pPr>
        <w:pStyle w:val="TOC4"/>
        <w:rPr>
          <w:rFonts w:eastAsiaTheme="minorEastAsia"/>
          <w:bCs w:val="0"/>
          <w:snapToGrid/>
          <w:kern w:val="2"/>
          <w:sz w:val="20"/>
          <w:szCs w:val="20"/>
          <w14:ligatures w14:val="standardContextual"/>
        </w:rPr>
      </w:pPr>
      <w:hyperlink w:anchor="_Toc178232051" w:history="1">
        <w:r w:rsidR="00376BF0" w:rsidRPr="00376BF0">
          <w:rPr>
            <w:rStyle w:val="Hyperlink"/>
            <w:bCs w:val="0"/>
            <w:sz w:val="20"/>
            <w:szCs w:val="20"/>
            <w:u w:val="none"/>
          </w:rPr>
          <w:t>3.1.6.9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and Rescheduling of Approved Planned Outages of Resource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3-32</w:t>
        </w:r>
        <w:r w:rsidR="00376BF0" w:rsidRPr="00376BF0">
          <w:rPr>
            <w:bCs w:val="0"/>
            <w:webHidden/>
            <w:sz w:val="20"/>
            <w:szCs w:val="20"/>
          </w:rPr>
          <w:fldChar w:fldCharType="end"/>
        </w:r>
      </w:hyperlink>
    </w:p>
    <w:p w14:paraId="3DE01183" w14:textId="0DD88EDE" w:rsidR="00376BF0" w:rsidRPr="00376BF0" w:rsidRDefault="00246BB4">
      <w:pPr>
        <w:pStyle w:val="TOC4"/>
        <w:rPr>
          <w:rFonts w:eastAsiaTheme="minorEastAsia"/>
          <w:bCs w:val="0"/>
          <w:snapToGrid/>
          <w:kern w:val="2"/>
          <w:sz w:val="20"/>
          <w:szCs w:val="20"/>
          <w14:ligatures w14:val="standardContextual"/>
        </w:rPr>
      </w:pPr>
      <w:hyperlink w:anchor="_Toc178232052" w:history="1">
        <w:r w:rsidR="00376BF0" w:rsidRPr="00376BF0">
          <w:rPr>
            <w:rStyle w:val="Hyperlink"/>
            <w:bCs w:val="0"/>
            <w:sz w:val="20"/>
            <w:szCs w:val="20"/>
            <w:u w:val="none"/>
          </w:rPr>
          <w:t>3.1.6.10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580C970B" w14:textId="7160F213" w:rsidR="00376BF0" w:rsidRPr="00376BF0" w:rsidRDefault="00246BB4">
      <w:pPr>
        <w:pStyle w:val="TOC4"/>
        <w:rPr>
          <w:rFonts w:eastAsiaTheme="minorEastAsia"/>
          <w:bCs w:val="0"/>
          <w:snapToGrid/>
          <w:kern w:val="2"/>
          <w:sz w:val="20"/>
          <w:szCs w:val="20"/>
          <w14:ligatures w14:val="standardContextual"/>
        </w:rPr>
      </w:pPr>
      <w:hyperlink w:anchor="_Toc178232053" w:history="1">
        <w:r w:rsidR="00376BF0" w:rsidRPr="00376BF0">
          <w:rPr>
            <w:rStyle w:val="Hyperlink"/>
            <w:bCs w:val="0"/>
            <w:sz w:val="20"/>
            <w:szCs w:val="20"/>
            <w:u w:val="none"/>
          </w:rPr>
          <w:t>3.1.6.11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Returning Early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760B73A2" w14:textId="510383B3" w:rsidR="00376BF0" w:rsidRPr="00376BF0" w:rsidRDefault="00246BB4">
      <w:pPr>
        <w:pStyle w:val="TOC4"/>
        <w:rPr>
          <w:rFonts w:eastAsiaTheme="minorEastAsia"/>
          <w:bCs w:val="0"/>
          <w:snapToGrid/>
          <w:kern w:val="2"/>
          <w:sz w:val="20"/>
          <w:szCs w:val="20"/>
          <w14:ligatures w14:val="standardContextual"/>
        </w:rPr>
      </w:pPr>
      <w:hyperlink w:anchor="_Toc178232054" w:history="1">
        <w:r w:rsidR="00376BF0" w:rsidRPr="00376BF0">
          <w:rPr>
            <w:rStyle w:val="Hyperlink"/>
            <w:bCs w:val="0"/>
            <w:sz w:val="20"/>
            <w:szCs w:val="20"/>
            <w:u w:val="none"/>
          </w:rPr>
          <w:t>3.1.6.12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Coming On-Line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30600A9C" w14:textId="601BE921" w:rsidR="00376BF0" w:rsidRPr="00376BF0" w:rsidRDefault="00246BB4">
      <w:pPr>
        <w:pStyle w:val="TOC4"/>
        <w:rPr>
          <w:rFonts w:eastAsiaTheme="minorEastAsia"/>
          <w:bCs w:val="0"/>
          <w:snapToGrid/>
          <w:kern w:val="2"/>
          <w:sz w:val="20"/>
          <w:szCs w:val="20"/>
          <w14:ligatures w14:val="standardContextual"/>
        </w:rPr>
      </w:pPr>
      <w:hyperlink w:anchor="_Toc178232055" w:history="1">
        <w:r w:rsidR="00376BF0" w:rsidRPr="00376BF0">
          <w:rPr>
            <w:rStyle w:val="Hyperlink"/>
            <w:bCs w:val="0"/>
            <w:sz w:val="20"/>
            <w:szCs w:val="20"/>
            <w:u w:val="none"/>
          </w:rPr>
          <w:t>3.1.6.13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Maximum Daily Resource Planned Outage Capacity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6F83C6C7" w14:textId="6ADA1D8C" w:rsidR="00376BF0" w:rsidRPr="00376BF0" w:rsidRDefault="00246BB4">
      <w:pPr>
        <w:pStyle w:val="TOC4"/>
        <w:rPr>
          <w:rFonts w:eastAsiaTheme="minorEastAsia"/>
          <w:bCs w:val="0"/>
          <w:snapToGrid/>
          <w:kern w:val="2"/>
          <w:sz w:val="20"/>
          <w:szCs w:val="20"/>
          <w14:ligatures w14:val="standardContextual"/>
        </w:rPr>
      </w:pPr>
      <w:hyperlink w:anchor="_Toc178232056" w:history="1">
        <w:r w:rsidR="00376BF0" w:rsidRPr="00376BF0">
          <w:rPr>
            <w:rStyle w:val="Hyperlink"/>
            <w:bCs w:val="0"/>
            <w:sz w:val="20"/>
            <w:szCs w:val="20"/>
            <w:u w:val="none"/>
          </w:rPr>
          <w:t>3.1.6.14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Distribution Facility Outages Impacting Distribution Generation Resources and Distribution Energy Storage 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3-39</w:t>
        </w:r>
        <w:r w:rsidR="00376BF0" w:rsidRPr="00376BF0">
          <w:rPr>
            <w:bCs w:val="0"/>
            <w:webHidden/>
            <w:sz w:val="20"/>
            <w:szCs w:val="20"/>
          </w:rPr>
          <w:fldChar w:fldCharType="end"/>
        </w:r>
      </w:hyperlink>
    </w:p>
    <w:p w14:paraId="2D6DC4C5" w14:textId="7904E095" w:rsidR="00376BF0" w:rsidRPr="00376BF0" w:rsidRDefault="00246BB4">
      <w:pPr>
        <w:pStyle w:val="TOC3"/>
        <w:rPr>
          <w:rFonts w:eastAsiaTheme="minorEastAsia"/>
          <w:kern w:val="2"/>
          <w14:ligatures w14:val="standardContextual"/>
        </w:rPr>
      </w:pPr>
      <w:hyperlink w:anchor="_Toc178232057" w:history="1">
        <w:r w:rsidR="00376BF0" w:rsidRPr="00376BF0">
          <w:rPr>
            <w:rStyle w:val="Hyperlink"/>
            <w:u w:val="none"/>
          </w:rPr>
          <w:t>3.1.7</w:t>
        </w:r>
        <w:r w:rsidR="00376BF0" w:rsidRPr="00376BF0">
          <w:rPr>
            <w:rFonts w:eastAsiaTheme="minorEastAsia"/>
            <w:kern w:val="2"/>
            <w14:ligatures w14:val="standardContextual"/>
          </w:rPr>
          <w:tab/>
        </w:r>
        <w:r w:rsidR="00376BF0" w:rsidRPr="00376BF0">
          <w:rPr>
            <w:rStyle w:val="Hyperlink"/>
            <w:u w:val="none"/>
          </w:rPr>
          <w:t>Reliability Resource Outages</w:t>
        </w:r>
        <w:r w:rsidR="00376BF0" w:rsidRPr="00376BF0">
          <w:rPr>
            <w:webHidden/>
          </w:rPr>
          <w:tab/>
        </w:r>
        <w:r w:rsidR="00376BF0" w:rsidRPr="00376BF0">
          <w:rPr>
            <w:webHidden/>
          </w:rPr>
          <w:fldChar w:fldCharType="begin"/>
        </w:r>
        <w:r w:rsidR="00376BF0" w:rsidRPr="00376BF0">
          <w:rPr>
            <w:webHidden/>
          </w:rPr>
          <w:instrText xml:space="preserve"> PAGEREF _Toc178232057 \h </w:instrText>
        </w:r>
        <w:r w:rsidR="00376BF0" w:rsidRPr="00376BF0">
          <w:rPr>
            <w:webHidden/>
          </w:rPr>
        </w:r>
        <w:r w:rsidR="00376BF0" w:rsidRPr="00376BF0">
          <w:rPr>
            <w:webHidden/>
          </w:rPr>
          <w:fldChar w:fldCharType="separate"/>
        </w:r>
        <w:r>
          <w:rPr>
            <w:webHidden/>
          </w:rPr>
          <w:t>3-40</w:t>
        </w:r>
        <w:r w:rsidR="00376BF0" w:rsidRPr="00376BF0">
          <w:rPr>
            <w:webHidden/>
          </w:rPr>
          <w:fldChar w:fldCharType="end"/>
        </w:r>
      </w:hyperlink>
    </w:p>
    <w:p w14:paraId="6722726F" w14:textId="70FB7CDB" w:rsidR="00376BF0" w:rsidRPr="00376BF0" w:rsidRDefault="00246BB4">
      <w:pPr>
        <w:pStyle w:val="TOC4"/>
        <w:rPr>
          <w:rFonts w:eastAsiaTheme="minorEastAsia"/>
          <w:bCs w:val="0"/>
          <w:snapToGrid/>
          <w:kern w:val="2"/>
          <w:sz w:val="20"/>
          <w:szCs w:val="20"/>
          <w14:ligatures w14:val="standardContextual"/>
        </w:rPr>
      </w:pPr>
      <w:hyperlink w:anchor="_Toc178232058" w:history="1">
        <w:r w:rsidR="00376BF0" w:rsidRPr="00376BF0">
          <w:rPr>
            <w:rStyle w:val="Hyperlink"/>
            <w:bCs w:val="0"/>
            <w:sz w:val="20"/>
            <w:szCs w:val="20"/>
            <w:u w:val="none"/>
          </w:rPr>
          <w:t>3.1.7.1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on Reliability Resource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3-40</w:t>
        </w:r>
        <w:r w:rsidR="00376BF0" w:rsidRPr="00376BF0">
          <w:rPr>
            <w:bCs w:val="0"/>
            <w:webHidden/>
            <w:sz w:val="20"/>
            <w:szCs w:val="20"/>
          </w:rPr>
          <w:fldChar w:fldCharType="end"/>
        </w:r>
      </w:hyperlink>
    </w:p>
    <w:p w14:paraId="2F8D075C" w14:textId="564EF7C6" w:rsidR="00376BF0" w:rsidRPr="00376BF0" w:rsidRDefault="00246BB4">
      <w:pPr>
        <w:pStyle w:val="TOC4"/>
        <w:rPr>
          <w:rFonts w:eastAsiaTheme="minorEastAsia"/>
          <w:bCs w:val="0"/>
          <w:snapToGrid/>
          <w:kern w:val="2"/>
          <w:sz w:val="20"/>
          <w:szCs w:val="20"/>
          <w14:ligatures w14:val="standardContextual"/>
        </w:rPr>
      </w:pPr>
      <w:hyperlink w:anchor="_Toc178232059" w:history="1">
        <w:r w:rsidR="00376BF0" w:rsidRPr="00376BF0">
          <w:rPr>
            <w:rStyle w:val="Hyperlink"/>
            <w:bCs w:val="0"/>
            <w:sz w:val="20"/>
            <w:szCs w:val="20"/>
            <w:u w:val="none"/>
          </w:rPr>
          <w:t>3.1.7.2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Changes to an Approved Reliability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3-41</w:t>
        </w:r>
        <w:r w:rsidR="00376BF0" w:rsidRPr="00376BF0">
          <w:rPr>
            <w:bCs w:val="0"/>
            <w:webHidden/>
            <w:sz w:val="20"/>
            <w:szCs w:val="20"/>
          </w:rPr>
          <w:fldChar w:fldCharType="end"/>
        </w:r>
      </w:hyperlink>
    </w:p>
    <w:p w14:paraId="506011A3" w14:textId="018F049D" w:rsidR="00376BF0" w:rsidRPr="00376BF0" w:rsidRDefault="00246BB4">
      <w:pPr>
        <w:pStyle w:val="TOC3"/>
        <w:rPr>
          <w:rFonts w:eastAsiaTheme="minorEastAsia"/>
          <w:kern w:val="2"/>
          <w14:ligatures w14:val="standardContextual"/>
        </w:rPr>
      </w:pPr>
      <w:hyperlink w:anchor="_Toc178232060" w:history="1">
        <w:r w:rsidR="00376BF0" w:rsidRPr="00376BF0">
          <w:rPr>
            <w:rStyle w:val="Hyperlink"/>
            <w:u w:val="none"/>
          </w:rPr>
          <w:t>3.1.8</w:t>
        </w:r>
        <w:r w:rsidR="00376BF0" w:rsidRPr="00376BF0">
          <w:rPr>
            <w:rFonts w:eastAsiaTheme="minorEastAsia"/>
            <w:kern w:val="2"/>
            <w14:ligatures w14:val="standardContextual"/>
          </w:rPr>
          <w:tab/>
        </w:r>
        <w:r w:rsidR="00376BF0" w:rsidRPr="00376BF0">
          <w:rPr>
            <w:rStyle w:val="Hyperlink"/>
            <w:u w:val="none"/>
          </w:rPr>
          <w:t>High Impact Transmission Element (HITE) Identification</w:t>
        </w:r>
        <w:r w:rsidR="00376BF0" w:rsidRPr="00376BF0">
          <w:rPr>
            <w:webHidden/>
          </w:rPr>
          <w:tab/>
        </w:r>
        <w:r w:rsidR="00376BF0" w:rsidRPr="00376BF0">
          <w:rPr>
            <w:webHidden/>
          </w:rPr>
          <w:fldChar w:fldCharType="begin"/>
        </w:r>
        <w:r w:rsidR="00376BF0" w:rsidRPr="00376BF0">
          <w:rPr>
            <w:webHidden/>
          </w:rPr>
          <w:instrText xml:space="preserve"> PAGEREF _Toc178232060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1091836B" w14:textId="51229FDB" w:rsidR="00376BF0" w:rsidRPr="00376BF0" w:rsidRDefault="00246BB4">
      <w:pPr>
        <w:pStyle w:val="TOC2"/>
        <w:rPr>
          <w:rFonts w:eastAsiaTheme="minorEastAsia"/>
          <w:noProof/>
          <w:kern w:val="2"/>
          <w14:ligatures w14:val="standardContextual"/>
        </w:rPr>
      </w:pPr>
      <w:hyperlink w:anchor="_Toc178232061" w:history="1">
        <w:r w:rsidR="00376BF0" w:rsidRPr="00376BF0">
          <w:rPr>
            <w:rStyle w:val="Hyperlink"/>
            <w:noProof/>
            <w:u w:val="none"/>
          </w:rPr>
          <w:t xml:space="preserve">3.2 </w:t>
        </w:r>
        <w:r w:rsidR="00376BF0" w:rsidRPr="00376BF0">
          <w:rPr>
            <w:rFonts w:eastAsiaTheme="minorEastAsia"/>
            <w:noProof/>
            <w:kern w:val="2"/>
            <w14:ligatures w14:val="standardContextual"/>
          </w:rPr>
          <w:tab/>
        </w:r>
        <w:r w:rsidR="00376BF0" w:rsidRPr="00376BF0">
          <w:rPr>
            <w:rStyle w:val="Hyperlink"/>
            <w:noProof/>
            <w:u w:val="none"/>
          </w:rPr>
          <w:t>Analysis of Resource Adequacy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_Toc178232061 \h </w:instrText>
        </w:r>
        <w:r w:rsidR="00376BF0" w:rsidRPr="00376BF0">
          <w:rPr>
            <w:noProof/>
            <w:webHidden/>
          </w:rPr>
        </w:r>
        <w:r w:rsidR="00376BF0" w:rsidRPr="00376BF0">
          <w:rPr>
            <w:noProof/>
            <w:webHidden/>
          </w:rPr>
          <w:fldChar w:fldCharType="separate"/>
        </w:r>
        <w:r>
          <w:rPr>
            <w:noProof/>
            <w:webHidden/>
          </w:rPr>
          <w:t>3-41</w:t>
        </w:r>
        <w:r w:rsidR="00376BF0" w:rsidRPr="00376BF0">
          <w:rPr>
            <w:noProof/>
            <w:webHidden/>
          </w:rPr>
          <w:fldChar w:fldCharType="end"/>
        </w:r>
      </w:hyperlink>
    </w:p>
    <w:p w14:paraId="396B543F" w14:textId="7D548910" w:rsidR="00376BF0" w:rsidRPr="00376BF0" w:rsidRDefault="00246BB4">
      <w:pPr>
        <w:pStyle w:val="TOC3"/>
        <w:rPr>
          <w:rFonts w:eastAsiaTheme="minorEastAsia"/>
          <w:kern w:val="2"/>
          <w14:ligatures w14:val="standardContextual"/>
        </w:rPr>
      </w:pPr>
      <w:hyperlink w:anchor="_Toc178232062" w:history="1">
        <w:r w:rsidR="00376BF0" w:rsidRPr="00376BF0">
          <w:rPr>
            <w:rStyle w:val="Hyperlink"/>
            <w:u w:val="none"/>
          </w:rPr>
          <w:t>3.2.1</w:t>
        </w:r>
        <w:r w:rsidR="00376BF0" w:rsidRPr="00376BF0">
          <w:rPr>
            <w:rFonts w:eastAsiaTheme="minorEastAsia"/>
            <w:kern w:val="2"/>
            <w14:ligatures w14:val="standardContextual"/>
          </w:rPr>
          <w:tab/>
        </w:r>
        <w:r w:rsidR="00376BF0" w:rsidRPr="00376BF0">
          <w:rPr>
            <w:rStyle w:val="Hyperlink"/>
            <w:u w:val="none"/>
          </w:rPr>
          <w:t>Calculation of Aggregate Resource Capacity</w:t>
        </w:r>
        <w:r w:rsidR="00376BF0" w:rsidRPr="00376BF0">
          <w:rPr>
            <w:webHidden/>
          </w:rPr>
          <w:tab/>
        </w:r>
        <w:r w:rsidR="00376BF0" w:rsidRPr="00376BF0">
          <w:rPr>
            <w:webHidden/>
          </w:rPr>
          <w:fldChar w:fldCharType="begin"/>
        </w:r>
        <w:r w:rsidR="00376BF0" w:rsidRPr="00376BF0">
          <w:rPr>
            <w:webHidden/>
          </w:rPr>
          <w:instrText xml:space="preserve"> PAGEREF _Toc178232062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658BCD73" w14:textId="00B5C67B" w:rsidR="00376BF0" w:rsidRPr="00376BF0" w:rsidRDefault="00246BB4">
      <w:pPr>
        <w:pStyle w:val="TOC3"/>
        <w:rPr>
          <w:rFonts w:eastAsiaTheme="minorEastAsia"/>
          <w:kern w:val="2"/>
          <w14:ligatures w14:val="standardContextual"/>
        </w:rPr>
      </w:pPr>
      <w:hyperlink w:anchor="_Toc178232063" w:history="1">
        <w:r w:rsidR="00376BF0" w:rsidRPr="00376BF0">
          <w:rPr>
            <w:rStyle w:val="Hyperlink"/>
            <w:u w:val="none"/>
          </w:rPr>
          <w:t>3.2.2</w:t>
        </w:r>
        <w:r w:rsidR="00376BF0" w:rsidRPr="00376BF0">
          <w:rPr>
            <w:rFonts w:eastAsiaTheme="minorEastAsia"/>
            <w:kern w:val="2"/>
            <w14:ligatures w14:val="standardContextual"/>
          </w:rPr>
          <w:tab/>
        </w:r>
        <w:r w:rsidR="00376BF0" w:rsidRPr="00376BF0">
          <w:rPr>
            <w:rStyle w:val="Hyperlink"/>
            <w:u w:val="none"/>
          </w:rPr>
          <w:t>Demand Forecasts</w:t>
        </w:r>
        <w:r w:rsidR="00376BF0" w:rsidRPr="00376BF0">
          <w:rPr>
            <w:webHidden/>
          </w:rPr>
          <w:tab/>
        </w:r>
        <w:r w:rsidR="00376BF0" w:rsidRPr="00376BF0">
          <w:rPr>
            <w:webHidden/>
          </w:rPr>
          <w:fldChar w:fldCharType="begin"/>
        </w:r>
        <w:r w:rsidR="00376BF0" w:rsidRPr="00376BF0">
          <w:rPr>
            <w:webHidden/>
          </w:rPr>
          <w:instrText xml:space="preserve"> PAGEREF _Toc178232063 \h </w:instrText>
        </w:r>
        <w:r w:rsidR="00376BF0" w:rsidRPr="00376BF0">
          <w:rPr>
            <w:webHidden/>
          </w:rPr>
        </w:r>
        <w:r w:rsidR="00376BF0" w:rsidRPr="00376BF0">
          <w:rPr>
            <w:webHidden/>
          </w:rPr>
          <w:fldChar w:fldCharType="separate"/>
        </w:r>
        <w:r>
          <w:rPr>
            <w:webHidden/>
          </w:rPr>
          <w:t>3-42</w:t>
        </w:r>
        <w:r w:rsidR="00376BF0" w:rsidRPr="00376BF0">
          <w:rPr>
            <w:webHidden/>
          </w:rPr>
          <w:fldChar w:fldCharType="end"/>
        </w:r>
      </w:hyperlink>
    </w:p>
    <w:p w14:paraId="3F55A971" w14:textId="61289A2E" w:rsidR="00376BF0" w:rsidRPr="00376BF0" w:rsidRDefault="00246BB4">
      <w:pPr>
        <w:pStyle w:val="TOC3"/>
        <w:rPr>
          <w:rFonts w:eastAsiaTheme="minorEastAsia"/>
          <w:kern w:val="2"/>
          <w14:ligatures w14:val="standardContextual"/>
        </w:rPr>
      </w:pPr>
      <w:hyperlink w:anchor="_Toc178232064" w:history="1">
        <w:r w:rsidR="00376BF0" w:rsidRPr="00376BF0">
          <w:rPr>
            <w:rStyle w:val="Hyperlink"/>
            <w:u w:val="none"/>
          </w:rPr>
          <w:t>3.2.3</w:t>
        </w:r>
        <w:r w:rsidR="00376BF0" w:rsidRPr="00376BF0">
          <w:rPr>
            <w:rFonts w:eastAsiaTheme="minorEastAsia"/>
            <w:kern w:val="2"/>
            <w14:ligatures w14:val="standardContextual"/>
          </w:rPr>
          <w:tab/>
        </w:r>
        <w:r w:rsidR="00376BF0" w:rsidRPr="00376BF0">
          <w:rPr>
            <w:rStyle w:val="Hyperlink"/>
            <w:u w:val="none"/>
          </w:rPr>
          <w:t>Short-Term System Adequacy Reports</w:t>
        </w:r>
        <w:r w:rsidR="00376BF0" w:rsidRPr="00376BF0">
          <w:rPr>
            <w:webHidden/>
          </w:rPr>
          <w:tab/>
        </w:r>
        <w:r w:rsidR="00376BF0" w:rsidRPr="00376BF0">
          <w:rPr>
            <w:webHidden/>
          </w:rPr>
          <w:fldChar w:fldCharType="begin"/>
        </w:r>
        <w:r w:rsidR="00376BF0" w:rsidRPr="00376BF0">
          <w:rPr>
            <w:webHidden/>
          </w:rPr>
          <w:instrText xml:space="preserve"> PAGEREF _Toc178232064 \h </w:instrText>
        </w:r>
        <w:r w:rsidR="00376BF0" w:rsidRPr="00376BF0">
          <w:rPr>
            <w:webHidden/>
          </w:rPr>
        </w:r>
        <w:r w:rsidR="00376BF0" w:rsidRPr="00376BF0">
          <w:rPr>
            <w:webHidden/>
          </w:rPr>
          <w:fldChar w:fldCharType="separate"/>
        </w:r>
        <w:r>
          <w:rPr>
            <w:webHidden/>
          </w:rPr>
          <w:t>3-43</w:t>
        </w:r>
        <w:r w:rsidR="00376BF0" w:rsidRPr="00376BF0">
          <w:rPr>
            <w:webHidden/>
          </w:rPr>
          <w:fldChar w:fldCharType="end"/>
        </w:r>
      </w:hyperlink>
    </w:p>
    <w:p w14:paraId="6EA641C9" w14:textId="6333FDD6" w:rsidR="00376BF0" w:rsidRPr="00376BF0" w:rsidRDefault="00246BB4">
      <w:pPr>
        <w:pStyle w:val="TOC3"/>
        <w:rPr>
          <w:rFonts w:eastAsiaTheme="minorEastAsia"/>
          <w:kern w:val="2"/>
          <w14:ligatures w14:val="standardContextual"/>
        </w:rPr>
      </w:pPr>
      <w:hyperlink w:anchor="_Toc178232066" w:history="1">
        <w:r w:rsidR="00376BF0" w:rsidRPr="00376BF0">
          <w:rPr>
            <w:rStyle w:val="Hyperlink"/>
            <w:u w:val="none"/>
          </w:rPr>
          <w:t>3.2.4</w:t>
        </w:r>
        <w:r w:rsidR="00376BF0" w:rsidRPr="00376BF0">
          <w:rPr>
            <w:rFonts w:eastAsiaTheme="minorEastAsia"/>
            <w:kern w:val="2"/>
            <w14:ligatures w14:val="standardContextual"/>
          </w:rPr>
          <w:tab/>
        </w:r>
        <w:r w:rsidR="00376BF0" w:rsidRPr="00376BF0">
          <w:rPr>
            <w:rStyle w:val="Hyperlink"/>
            <w:u w:val="none"/>
          </w:rPr>
          <w:t>[RESERVED]</w:t>
        </w:r>
        <w:r w:rsidR="00376BF0" w:rsidRPr="00376BF0">
          <w:rPr>
            <w:webHidden/>
          </w:rPr>
          <w:tab/>
        </w:r>
        <w:r w:rsidR="00376BF0" w:rsidRPr="00376BF0">
          <w:rPr>
            <w:webHidden/>
          </w:rPr>
          <w:fldChar w:fldCharType="begin"/>
        </w:r>
        <w:r w:rsidR="00376BF0" w:rsidRPr="00376BF0">
          <w:rPr>
            <w:webHidden/>
          </w:rPr>
          <w:instrText xml:space="preserve"> PAGEREF _Toc178232066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B369D46" w14:textId="752216B6" w:rsidR="00376BF0" w:rsidRPr="00376BF0" w:rsidRDefault="00246BB4">
      <w:pPr>
        <w:pStyle w:val="TOC3"/>
        <w:rPr>
          <w:rFonts w:eastAsiaTheme="minorEastAsia"/>
          <w:kern w:val="2"/>
          <w14:ligatures w14:val="standardContextual"/>
        </w:rPr>
      </w:pPr>
      <w:hyperlink w:anchor="_Toc178232067" w:history="1">
        <w:r w:rsidR="00376BF0" w:rsidRPr="00376BF0">
          <w:rPr>
            <w:rStyle w:val="Hyperlink"/>
            <w:u w:val="none"/>
          </w:rPr>
          <w:t>3.2.5</w:t>
        </w:r>
        <w:r w:rsidR="00376BF0" w:rsidRPr="00376BF0">
          <w:rPr>
            <w:rFonts w:eastAsiaTheme="minorEastAsia"/>
            <w:kern w:val="2"/>
            <w14:ligatures w14:val="standardContextual"/>
          </w:rPr>
          <w:tab/>
        </w:r>
        <w:r w:rsidR="00376BF0" w:rsidRPr="00376BF0">
          <w:rPr>
            <w:rStyle w:val="Hyperlink"/>
            <w:u w:val="none"/>
          </w:rPr>
          <w:t>Publication of Resource and Load Information</w:t>
        </w:r>
        <w:r w:rsidR="00376BF0" w:rsidRPr="00376BF0">
          <w:rPr>
            <w:webHidden/>
          </w:rPr>
          <w:tab/>
        </w:r>
        <w:r w:rsidR="00376BF0" w:rsidRPr="00376BF0">
          <w:rPr>
            <w:webHidden/>
          </w:rPr>
          <w:fldChar w:fldCharType="begin"/>
        </w:r>
        <w:r w:rsidR="00376BF0" w:rsidRPr="00376BF0">
          <w:rPr>
            <w:webHidden/>
          </w:rPr>
          <w:instrText xml:space="preserve"> PAGEREF _Toc178232067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93C7DF0" w14:textId="2F34E450" w:rsidR="00376BF0" w:rsidRPr="00376BF0" w:rsidRDefault="00246BB4">
      <w:pPr>
        <w:pStyle w:val="TOC4"/>
        <w:rPr>
          <w:rFonts w:eastAsiaTheme="minorEastAsia"/>
          <w:bCs w:val="0"/>
          <w:snapToGrid/>
          <w:kern w:val="2"/>
          <w:sz w:val="20"/>
          <w:szCs w:val="20"/>
          <w14:ligatures w14:val="standardContextual"/>
        </w:rPr>
      </w:pPr>
      <w:hyperlink w:anchor="_Toc178232068" w:history="1">
        <w:r w:rsidR="00376BF0" w:rsidRPr="00376BF0">
          <w:rPr>
            <w:rStyle w:val="Hyperlink"/>
            <w:bCs w:val="0"/>
            <w:sz w:val="20"/>
            <w:szCs w:val="20"/>
            <w:u w:val="none"/>
          </w:rPr>
          <w:t>3.2.5.1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Non Opt-In Entities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3-60</w:t>
        </w:r>
        <w:r w:rsidR="00376BF0" w:rsidRPr="00376BF0">
          <w:rPr>
            <w:bCs w:val="0"/>
            <w:webHidden/>
            <w:sz w:val="20"/>
            <w:szCs w:val="20"/>
          </w:rPr>
          <w:fldChar w:fldCharType="end"/>
        </w:r>
      </w:hyperlink>
    </w:p>
    <w:p w14:paraId="20B8559A" w14:textId="1C85D3CB" w:rsidR="00376BF0" w:rsidRPr="00376BF0" w:rsidRDefault="00246BB4">
      <w:pPr>
        <w:pStyle w:val="TOC4"/>
        <w:rPr>
          <w:rFonts w:eastAsiaTheme="minorEastAsia"/>
          <w:bCs w:val="0"/>
          <w:snapToGrid/>
          <w:kern w:val="2"/>
          <w:sz w:val="20"/>
          <w:szCs w:val="20"/>
          <w14:ligatures w14:val="standardContextual"/>
        </w:rPr>
      </w:pPr>
      <w:hyperlink w:anchor="_Toc178232069" w:history="1">
        <w:r w:rsidR="00376BF0" w:rsidRPr="00376BF0">
          <w:rPr>
            <w:rStyle w:val="Hyperlink"/>
            <w:bCs w:val="0"/>
            <w:sz w:val="20"/>
            <w:szCs w:val="20"/>
            <w:u w:val="none"/>
          </w:rPr>
          <w:t>3.2.5.2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Competitive Areas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5AB8C0B2" w14:textId="59DBD0E3" w:rsidR="00376BF0" w:rsidRPr="00376BF0" w:rsidRDefault="00246BB4">
      <w:pPr>
        <w:pStyle w:val="TOC4"/>
        <w:rPr>
          <w:rFonts w:eastAsiaTheme="minorEastAsia"/>
          <w:bCs w:val="0"/>
          <w:snapToGrid/>
          <w:kern w:val="2"/>
          <w:sz w:val="20"/>
          <w:szCs w:val="20"/>
          <w14:ligatures w14:val="standardContextual"/>
        </w:rPr>
      </w:pPr>
      <w:hyperlink w:anchor="_Toc178232070" w:history="1">
        <w:r w:rsidR="00376BF0" w:rsidRPr="00376BF0">
          <w:rPr>
            <w:rStyle w:val="Hyperlink"/>
            <w:bCs w:val="0"/>
            <w:sz w:val="20"/>
            <w:szCs w:val="20"/>
            <w:u w:val="none"/>
          </w:rPr>
          <w:t>3.2.5.3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7CC55F00" w14:textId="3240F2C6" w:rsidR="00376BF0" w:rsidRPr="00376BF0" w:rsidRDefault="00246BB4">
      <w:pPr>
        <w:pStyle w:val="TOC3"/>
        <w:rPr>
          <w:rFonts w:eastAsiaTheme="minorEastAsia"/>
          <w:kern w:val="2"/>
          <w14:ligatures w14:val="standardContextual"/>
        </w:rPr>
      </w:pPr>
      <w:hyperlink w:anchor="_Toc178232071" w:history="1">
        <w:r w:rsidR="00376BF0" w:rsidRPr="00376BF0">
          <w:rPr>
            <w:rStyle w:val="Hyperlink"/>
            <w:u w:val="none"/>
          </w:rPr>
          <w:t>3.2.6</w:t>
        </w:r>
        <w:r w:rsidR="00376BF0" w:rsidRPr="00376BF0">
          <w:rPr>
            <w:rFonts w:eastAsiaTheme="minorEastAsia"/>
            <w:kern w:val="2"/>
            <w14:ligatures w14:val="standardContextual"/>
          </w:rPr>
          <w:tab/>
        </w:r>
        <w:r w:rsidR="00376BF0" w:rsidRPr="00376BF0">
          <w:rPr>
            <w:rStyle w:val="Hyperlink"/>
            <w:u w:val="none"/>
          </w:rPr>
          <w:t>Report on Capacity, Demand and Reserves in the ERCOT Region</w:t>
        </w:r>
        <w:r w:rsidR="00376BF0" w:rsidRPr="00376BF0">
          <w:rPr>
            <w:webHidden/>
          </w:rPr>
          <w:tab/>
        </w:r>
        <w:r w:rsidR="00376BF0" w:rsidRPr="00376BF0">
          <w:rPr>
            <w:webHidden/>
          </w:rPr>
          <w:fldChar w:fldCharType="begin"/>
        </w:r>
        <w:r w:rsidR="00376BF0" w:rsidRPr="00376BF0">
          <w:rPr>
            <w:webHidden/>
          </w:rPr>
          <w:instrText xml:space="preserve"> PAGEREF _Toc178232071 \h </w:instrText>
        </w:r>
        <w:r w:rsidR="00376BF0" w:rsidRPr="00376BF0">
          <w:rPr>
            <w:webHidden/>
          </w:rPr>
        </w:r>
        <w:r w:rsidR="00376BF0" w:rsidRPr="00376BF0">
          <w:rPr>
            <w:webHidden/>
          </w:rPr>
          <w:fldChar w:fldCharType="separate"/>
        </w:r>
        <w:r>
          <w:rPr>
            <w:webHidden/>
          </w:rPr>
          <w:t>3-62</w:t>
        </w:r>
        <w:r w:rsidR="00376BF0" w:rsidRPr="00376BF0">
          <w:rPr>
            <w:webHidden/>
          </w:rPr>
          <w:fldChar w:fldCharType="end"/>
        </w:r>
      </w:hyperlink>
    </w:p>
    <w:p w14:paraId="3ADA8A3F" w14:textId="62841432" w:rsidR="00376BF0" w:rsidRPr="00376BF0" w:rsidRDefault="00246BB4">
      <w:pPr>
        <w:pStyle w:val="TOC4"/>
        <w:rPr>
          <w:rFonts w:eastAsiaTheme="minorEastAsia"/>
          <w:bCs w:val="0"/>
          <w:snapToGrid/>
          <w:kern w:val="2"/>
          <w:sz w:val="20"/>
          <w:szCs w:val="20"/>
          <w14:ligatures w14:val="standardContextual"/>
        </w:rPr>
      </w:pPr>
      <w:hyperlink w:anchor="_Toc178232072" w:history="1">
        <w:r w:rsidR="00376BF0" w:rsidRPr="00376BF0">
          <w:rPr>
            <w:rStyle w:val="Hyperlink"/>
            <w:bCs w:val="0"/>
            <w:sz w:val="20"/>
            <w:szCs w:val="20"/>
            <w:u w:val="none"/>
          </w:rPr>
          <w:t>3.2.6.1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Planning Reserve Margins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3-62</w:t>
        </w:r>
        <w:r w:rsidR="00376BF0" w:rsidRPr="00376BF0">
          <w:rPr>
            <w:bCs w:val="0"/>
            <w:webHidden/>
            <w:sz w:val="20"/>
            <w:szCs w:val="20"/>
          </w:rPr>
          <w:fldChar w:fldCharType="end"/>
        </w:r>
      </w:hyperlink>
    </w:p>
    <w:p w14:paraId="6CF6677A" w14:textId="3943D947" w:rsidR="00376BF0" w:rsidRPr="00376BF0" w:rsidRDefault="00246BB4">
      <w:pPr>
        <w:pStyle w:val="TOC4"/>
        <w:rPr>
          <w:rFonts w:eastAsiaTheme="minorEastAsia"/>
          <w:bCs w:val="0"/>
          <w:snapToGrid/>
          <w:kern w:val="2"/>
          <w:sz w:val="20"/>
          <w:szCs w:val="20"/>
          <w14:ligatures w14:val="standardContextual"/>
        </w:rPr>
      </w:pPr>
      <w:hyperlink w:anchor="_Toc178232073" w:history="1">
        <w:r w:rsidR="00376BF0" w:rsidRPr="00376BF0">
          <w:rPr>
            <w:rStyle w:val="Hyperlink"/>
            <w:bCs w:val="0"/>
            <w:sz w:val="20"/>
            <w:szCs w:val="20"/>
            <w:u w:val="none"/>
          </w:rPr>
          <w:t>3.2.6.2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Effective Load Carrying Capability (ELCC) Studies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43ECB64C" w14:textId="5DAD56E2" w:rsidR="00376BF0" w:rsidRPr="00376BF0" w:rsidRDefault="00246BB4">
      <w:pPr>
        <w:pStyle w:val="TOC4"/>
        <w:rPr>
          <w:rFonts w:eastAsiaTheme="minorEastAsia"/>
          <w:bCs w:val="0"/>
          <w:snapToGrid/>
          <w:kern w:val="2"/>
          <w:sz w:val="20"/>
          <w:szCs w:val="20"/>
          <w14:ligatures w14:val="standardContextual"/>
        </w:rPr>
      </w:pPr>
      <w:hyperlink w:anchor="_Toc178232074" w:history="1">
        <w:r w:rsidR="00376BF0" w:rsidRPr="00376BF0">
          <w:rPr>
            <w:rStyle w:val="Hyperlink"/>
            <w:bCs w:val="0"/>
            <w:sz w:val="20"/>
            <w:szCs w:val="20"/>
            <w:u w:val="none"/>
          </w:rPr>
          <w:t>3.2.6.3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Firm Peak Load and Firm Peak Net Load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6B1A4890" w14:textId="2855C79D" w:rsidR="00376BF0" w:rsidRPr="00376BF0" w:rsidRDefault="00246BB4">
      <w:pPr>
        <w:pStyle w:val="TOC4"/>
        <w:rPr>
          <w:rFonts w:eastAsiaTheme="minorEastAsia"/>
          <w:bCs w:val="0"/>
          <w:snapToGrid/>
          <w:kern w:val="2"/>
          <w:sz w:val="20"/>
          <w:szCs w:val="20"/>
          <w14:ligatures w14:val="standardContextual"/>
        </w:rPr>
      </w:pPr>
      <w:hyperlink w:anchor="_Toc178232075" w:history="1">
        <w:r w:rsidR="00376BF0" w:rsidRPr="00376BF0">
          <w:rPr>
            <w:rStyle w:val="Hyperlink"/>
            <w:bCs w:val="0"/>
            <w:sz w:val="20"/>
            <w:szCs w:val="20"/>
            <w:u w:val="none"/>
          </w:rPr>
          <w:t>3.2.6.4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Total Capacity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3-65</w:t>
        </w:r>
        <w:r w:rsidR="00376BF0" w:rsidRPr="00376BF0">
          <w:rPr>
            <w:bCs w:val="0"/>
            <w:webHidden/>
            <w:sz w:val="20"/>
            <w:szCs w:val="20"/>
          </w:rPr>
          <w:fldChar w:fldCharType="end"/>
        </w:r>
      </w:hyperlink>
    </w:p>
    <w:p w14:paraId="6A5EBD09" w14:textId="625806B7" w:rsidR="00376BF0" w:rsidRPr="00376BF0" w:rsidRDefault="00246BB4">
      <w:pPr>
        <w:pStyle w:val="TOC2"/>
        <w:rPr>
          <w:rFonts w:eastAsiaTheme="minorEastAsia"/>
          <w:noProof/>
          <w:kern w:val="2"/>
          <w14:ligatures w14:val="standardContextual"/>
        </w:rPr>
      </w:pPr>
      <w:hyperlink w:anchor="_Toc178232076" w:history="1">
        <w:r w:rsidR="00376BF0" w:rsidRPr="00376BF0">
          <w:rPr>
            <w:rStyle w:val="Hyperlink"/>
            <w:noProof/>
            <w:u w:val="none"/>
          </w:rPr>
          <w:t>3.3</w:t>
        </w:r>
        <w:r w:rsidR="00376BF0" w:rsidRPr="00376BF0">
          <w:rPr>
            <w:rFonts w:eastAsiaTheme="minorEastAsia"/>
            <w:noProof/>
            <w:kern w:val="2"/>
            <w14:ligatures w14:val="standardContextual"/>
          </w:rPr>
          <w:tab/>
        </w:r>
        <w:r w:rsidR="00376BF0" w:rsidRPr="00376BF0">
          <w:rPr>
            <w:rStyle w:val="Hyperlink"/>
            <w:noProof/>
            <w:u w:val="none"/>
          </w:rPr>
          <w:t>Management of Changes to ERCOT Transmission Grid</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_Toc178232076 \h </w:instrText>
        </w:r>
        <w:r w:rsidR="00376BF0" w:rsidRPr="00376BF0">
          <w:rPr>
            <w:noProof/>
            <w:webHidden/>
          </w:rPr>
        </w:r>
        <w:r w:rsidR="00376BF0" w:rsidRPr="00376BF0">
          <w:rPr>
            <w:noProof/>
            <w:webHidden/>
          </w:rPr>
          <w:fldChar w:fldCharType="separate"/>
        </w:r>
        <w:r>
          <w:rPr>
            <w:noProof/>
            <w:webHidden/>
          </w:rPr>
          <w:t>3-71</w:t>
        </w:r>
        <w:r w:rsidR="00376BF0" w:rsidRPr="00376BF0">
          <w:rPr>
            <w:noProof/>
            <w:webHidden/>
          </w:rPr>
          <w:fldChar w:fldCharType="end"/>
        </w:r>
      </w:hyperlink>
    </w:p>
    <w:p w14:paraId="4F8704DE" w14:textId="48B1437D" w:rsidR="00376BF0" w:rsidRPr="00376BF0" w:rsidRDefault="00246BB4">
      <w:pPr>
        <w:pStyle w:val="TOC3"/>
        <w:rPr>
          <w:rFonts w:eastAsiaTheme="minorEastAsia"/>
          <w:kern w:val="2"/>
          <w14:ligatures w14:val="standardContextual"/>
        </w:rPr>
      </w:pPr>
      <w:hyperlink w:anchor="_Toc178232077" w:history="1">
        <w:r w:rsidR="00376BF0" w:rsidRPr="00376BF0">
          <w:rPr>
            <w:rStyle w:val="Hyperlink"/>
            <w:u w:val="none"/>
          </w:rPr>
          <w:t>3.3.1</w:t>
        </w:r>
        <w:r w:rsidR="00376BF0" w:rsidRPr="00376BF0">
          <w:rPr>
            <w:rFonts w:eastAsiaTheme="minorEastAsia"/>
            <w:kern w:val="2"/>
            <w14:ligatures w14:val="standardContextual"/>
          </w:rPr>
          <w:tab/>
        </w:r>
        <w:r w:rsidR="00376BF0" w:rsidRPr="00376BF0">
          <w:rPr>
            <w:rStyle w:val="Hyperlink"/>
            <w:u w:val="none"/>
          </w:rPr>
          <w:t>ERCOT Approval of New or Relocated Facilities</w:t>
        </w:r>
        <w:r w:rsidR="00376BF0" w:rsidRPr="00376BF0">
          <w:rPr>
            <w:webHidden/>
          </w:rPr>
          <w:tab/>
        </w:r>
        <w:r w:rsidR="00376BF0" w:rsidRPr="00376BF0">
          <w:rPr>
            <w:webHidden/>
          </w:rPr>
          <w:fldChar w:fldCharType="begin"/>
        </w:r>
        <w:r w:rsidR="00376BF0" w:rsidRPr="00376BF0">
          <w:rPr>
            <w:webHidden/>
          </w:rPr>
          <w:instrText xml:space="preserve"> PAGEREF _Toc178232077 \h </w:instrText>
        </w:r>
        <w:r w:rsidR="00376BF0" w:rsidRPr="00376BF0">
          <w:rPr>
            <w:webHidden/>
          </w:rPr>
        </w:r>
        <w:r w:rsidR="00376BF0" w:rsidRPr="00376BF0">
          <w:rPr>
            <w:webHidden/>
          </w:rPr>
          <w:fldChar w:fldCharType="separate"/>
        </w:r>
        <w:r>
          <w:rPr>
            <w:webHidden/>
          </w:rPr>
          <w:t>3-71</w:t>
        </w:r>
        <w:r w:rsidR="00376BF0" w:rsidRPr="00376BF0">
          <w:rPr>
            <w:webHidden/>
          </w:rPr>
          <w:fldChar w:fldCharType="end"/>
        </w:r>
      </w:hyperlink>
    </w:p>
    <w:p w14:paraId="09D2A97E" w14:textId="388C8B10" w:rsidR="00376BF0" w:rsidRPr="00376BF0" w:rsidRDefault="00246BB4">
      <w:pPr>
        <w:pStyle w:val="TOC3"/>
        <w:rPr>
          <w:rFonts w:eastAsiaTheme="minorEastAsia"/>
          <w:kern w:val="2"/>
          <w14:ligatures w14:val="standardContextual"/>
        </w:rPr>
      </w:pPr>
      <w:hyperlink w:anchor="_Toc178232078" w:history="1">
        <w:r w:rsidR="00376BF0" w:rsidRPr="00376BF0">
          <w:rPr>
            <w:rStyle w:val="Hyperlink"/>
            <w:u w:val="none"/>
          </w:rPr>
          <w:t>3.3.2</w:t>
        </w:r>
        <w:r w:rsidR="00376BF0" w:rsidRPr="00376BF0">
          <w:rPr>
            <w:rFonts w:eastAsiaTheme="minorEastAsia"/>
            <w:kern w:val="2"/>
            <w14:ligatures w14:val="standardContextual"/>
          </w:rPr>
          <w:tab/>
        </w:r>
        <w:r w:rsidR="00376BF0" w:rsidRPr="00376BF0">
          <w:rPr>
            <w:rStyle w:val="Hyperlink"/>
            <w:u w:val="none"/>
          </w:rPr>
          <w:t>Types of Work Requiring ERCOT Approval</w:t>
        </w:r>
        <w:r w:rsidR="00376BF0" w:rsidRPr="00376BF0">
          <w:rPr>
            <w:webHidden/>
          </w:rPr>
          <w:tab/>
        </w:r>
        <w:r w:rsidR="00376BF0" w:rsidRPr="00376BF0">
          <w:rPr>
            <w:webHidden/>
          </w:rPr>
          <w:fldChar w:fldCharType="begin"/>
        </w:r>
        <w:r w:rsidR="00376BF0" w:rsidRPr="00376BF0">
          <w:rPr>
            <w:webHidden/>
          </w:rPr>
          <w:instrText xml:space="preserve"> PAGEREF _Toc178232078 \h </w:instrText>
        </w:r>
        <w:r w:rsidR="00376BF0" w:rsidRPr="00376BF0">
          <w:rPr>
            <w:webHidden/>
          </w:rPr>
        </w:r>
        <w:r w:rsidR="00376BF0" w:rsidRPr="00376BF0">
          <w:rPr>
            <w:webHidden/>
          </w:rPr>
          <w:fldChar w:fldCharType="separate"/>
        </w:r>
        <w:r>
          <w:rPr>
            <w:webHidden/>
          </w:rPr>
          <w:t>3-71</w:t>
        </w:r>
        <w:r w:rsidR="00376BF0" w:rsidRPr="00376BF0">
          <w:rPr>
            <w:webHidden/>
          </w:rPr>
          <w:fldChar w:fldCharType="end"/>
        </w:r>
      </w:hyperlink>
    </w:p>
    <w:p w14:paraId="71BD0F60" w14:textId="556F76E3" w:rsidR="00376BF0" w:rsidRPr="00376BF0" w:rsidRDefault="00246BB4">
      <w:pPr>
        <w:pStyle w:val="TOC4"/>
        <w:rPr>
          <w:rFonts w:eastAsiaTheme="minorEastAsia"/>
          <w:bCs w:val="0"/>
          <w:snapToGrid/>
          <w:kern w:val="2"/>
          <w:sz w:val="20"/>
          <w:szCs w:val="20"/>
          <w14:ligatures w14:val="standardContextual"/>
        </w:rPr>
      </w:pPr>
      <w:hyperlink w:anchor="_Toc178232079" w:history="1">
        <w:r w:rsidR="00376BF0" w:rsidRPr="00376BF0">
          <w:rPr>
            <w:rStyle w:val="Hyperlink"/>
            <w:bCs w:val="0"/>
            <w:sz w:val="20"/>
            <w:szCs w:val="20"/>
            <w:u w:val="none"/>
          </w:rPr>
          <w:t>3.3.2.1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to Be Provided to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3-72</w:t>
        </w:r>
        <w:r w:rsidR="00376BF0" w:rsidRPr="00376BF0">
          <w:rPr>
            <w:bCs w:val="0"/>
            <w:webHidden/>
            <w:sz w:val="20"/>
            <w:szCs w:val="20"/>
          </w:rPr>
          <w:fldChar w:fldCharType="end"/>
        </w:r>
      </w:hyperlink>
    </w:p>
    <w:p w14:paraId="7D03D673" w14:textId="0443B584" w:rsidR="00376BF0" w:rsidRPr="00376BF0" w:rsidRDefault="00246BB4">
      <w:pPr>
        <w:pStyle w:val="TOC4"/>
        <w:rPr>
          <w:rFonts w:eastAsiaTheme="minorEastAsia"/>
          <w:bCs w:val="0"/>
          <w:snapToGrid/>
          <w:kern w:val="2"/>
          <w:sz w:val="20"/>
          <w:szCs w:val="20"/>
          <w14:ligatures w14:val="standardContextual"/>
        </w:rPr>
      </w:pPr>
      <w:hyperlink w:anchor="_Toc178232080" w:history="1">
        <w:r w:rsidR="00376BF0" w:rsidRPr="00376BF0">
          <w:rPr>
            <w:rStyle w:val="Hyperlink"/>
            <w:bCs w:val="0"/>
            <w:sz w:val="20"/>
            <w:szCs w:val="20"/>
            <w:u w:val="none"/>
          </w:rPr>
          <w:t>3.3.2.2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Record of Approved Work</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3-75</w:t>
        </w:r>
        <w:r w:rsidR="00376BF0" w:rsidRPr="00376BF0">
          <w:rPr>
            <w:bCs w:val="0"/>
            <w:webHidden/>
            <w:sz w:val="20"/>
            <w:szCs w:val="20"/>
          </w:rPr>
          <w:fldChar w:fldCharType="end"/>
        </w:r>
      </w:hyperlink>
    </w:p>
    <w:p w14:paraId="1746EE4B" w14:textId="099E430B" w:rsidR="00376BF0" w:rsidRPr="00376BF0" w:rsidRDefault="00246BB4">
      <w:pPr>
        <w:pStyle w:val="TOC2"/>
        <w:rPr>
          <w:rFonts w:eastAsiaTheme="minorEastAsia"/>
          <w:noProof/>
          <w:kern w:val="2"/>
          <w14:ligatures w14:val="standardContextual"/>
        </w:rPr>
      </w:pPr>
      <w:hyperlink w:anchor="_Toc178232081" w:history="1">
        <w:r w:rsidR="00376BF0" w:rsidRPr="00376BF0">
          <w:rPr>
            <w:rStyle w:val="Hyperlink"/>
            <w:noProof/>
            <w:u w:val="none"/>
          </w:rPr>
          <w:t>3.4</w:t>
        </w:r>
        <w:r w:rsidR="00376BF0" w:rsidRPr="00376BF0">
          <w:rPr>
            <w:rFonts w:eastAsiaTheme="minorEastAsia"/>
            <w:noProof/>
            <w:kern w:val="2"/>
            <w14:ligatures w14:val="standardContextual"/>
          </w:rPr>
          <w:tab/>
        </w:r>
        <w:r w:rsidR="00376BF0" w:rsidRPr="00376BF0">
          <w:rPr>
            <w:rStyle w:val="Hyperlink"/>
            <w:noProof/>
            <w:u w:val="none"/>
          </w:rPr>
          <w:t>Load Zones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_Toc178232081 \h </w:instrText>
        </w:r>
        <w:r w:rsidR="00376BF0" w:rsidRPr="00376BF0">
          <w:rPr>
            <w:noProof/>
            <w:webHidden/>
          </w:rPr>
        </w:r>
        <w:r w:rsidR="00376BF0" w:rsidRPr="00376BF0">
          <w:rPr>
            <w:noProof/>
            <w:webHidden/>
          </w:rPr>
          <w:fldChar w:fldCharType="separate"/>
        </w:r>
        <w:r>
          <w:rPr>
            <w:noProof/>
            <w:webHidden/>
          </w:rPr>
          <w:t>3-76</w:t>
        </w:r>
        <w:r w:rsidR="00376BF0" w:rsidRPr="00376BF0">
          <w:rPr>
            <w:noProof/>
            <w:webHidden/>
          </w:rPr>
          <w:fldChar w:fldCharType="end"/>
        </w:r>
      </w:hyperlink>
    </w:p>
    <w:p w14:paraId="1730781C" w14:textId="54226D1E" w:rsidR="00376BF0" w:rsidRPr="00376BF0" w:rsidRDefault="00246BB4">
      <w:pPr>
        <w:pStyle w:val="TOC3"/>
        <w:rPr>
          <w:rFonts w:eastAsiaTheme="minorEastAsia"/>
          <w:kern w:val="2"/>
          <w14:ligatures w14:val="standardContextual"/>
        </w:rPr>
      </w:pPr>
      <w:hyperlink w:anchor="_Toc178232082" w:history="1">
        <w:r w:rsidR="00376BF0" w:rsidRPr="00376BF0">
          <w:rPr>
            <w:rStyle w:val="Hyperlink"/>
            <w:u w:val="none"/>
          </w:rPr>
          <w:t>3.4.1</w:t>
        </w:r>
        <w:r w:rsidR="00376BF0" w:rsidRPr="00376BF0">
          <w:rPr>
            <w:rFonts w:eastAsiaTheme="minorEastAsia"/>
            <w:kern w:val="2"/>
            <w14:ligatures w14:val="standardContextual"/>
          </w:rPr>
          <w:tab/>
        </w:r>
        <w:r w:rsidR="00376BF0" w:rsidRPr="00376BF0">
          <w:rPr>
            <w:rStyle w:val="Hyperlink"/>
            <w:u w:val="none"/>
          </w:rPr>
          <w:t>Load Zone Types</w:t>
        </w:r>
        <w:r w:rsidR="00376BF0" w:rsidRPr="00376BF0">
          <w:rPr>
            <w:webHidden/>
          </w:rPr>
          <w:tab/>
        </w:r>
        <w:r w:rsidR="00376BF0" w:rsidRPr="00376BF0">
          <w:rPr>
            <w:webHidden/>
          </w:rPr>
          <w:fldChar w:fldCharType="begin"/>
        </w:r>
        <w:r w:rsidR="00376BF0" w:rsidRPr="00376BF0">
          <w:rPr>
            <w:webHidden/>
          </w:rPr>
          <w:instrText xml:space="preserve"> PAGEREF _Toc178232082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397C7AE0" w14:textId="1D391D16" w:rsidR="00376BF0" w:rsidRPr="00376BF0" w:rsidRDefault="00246BB4">
      <w:pPr>
        <w:pStyle w:val="TOC3"/>
        <w:rPr>
          <w:rFonts w:eastAsiaTheme="minorEastAsia"/>
          <w:kern w:val="2"/>
          <w14:ligatures w14:val="standardContextual"/>
        </w:rPr>
      </w:pPr>
      <w:hyperlink w:anchor="_Toc178232083" w:history="1">
        <w:r w:rsidR="00376BF0" w:rsidRPr="00376BF0">
          <w:rPr>
            <w:rStyle w:val="Hyperlink"/>
            <w:u w:val="none"/>
          </w:rPr>
          <w:t>3.4.2</w:t>
        </w:r>
        <w:r w:rsidR="00376BF0" w:rsidRPr="00376BF0">
          <w:rPr>
            <w:rFonts w:eastAsiaTheme="minorEastAsia"/>
            <w:kern w:val="2"/>
            <w14:ligatures w14:val="standardContextual"/>
          </w:rPr>
          <w:tab/>
        </w:r>
        <w:r w:rsidR="00376BF0" w:rsidRPr="00376BF0">
          <w:rPr>
            <w:rStyle w:val="Hyperlink"/>
            <w:u w:val="none"/>
          </w:rPr>
          <w:t>Load Zone Modifications</w:t>
        </w:r>
        <w:r w:rsidR="00376BF0" w:rsidRPr="00376BF0">
          <w:rPr>
            <w:webHidden/>
          </w:rPr>
          <w:tab/>
        </w:r>
        <w:r w:rsidR="00376BF0" w:rsidRPr="00376BF0">
          <w:rPr>
            <w:webHidden/>
          </w:rPr>
          <w:fldChar w:fldCharType="begin"/>
        </w:r>
        <w:r w:rsidR="00376BF0" w:rsidRPr="00376BF0">
          <w:rPr>
            <w:webHidden/>
          </w:rPr>
          <w:instrText xml:space="preserve"> PAGEREF _Toc178232083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7782BFC2" w14:textId="6D45ABAD" w:rsidR="00376BF0" w:rsidRPr="00376BF0" w:rsidRDefault="00246BB4">
      <w:pPr>
        <w:pStyle w:val="TOC3"/>
        <w:rPr>
          <w:rFonts w:eastAsiaTheme="minorEastAsia"/>
          <w:kern w:val="2"/>
          <w14:ligatures w14:val="standardContextual"/>
        </w:rPr>
      </w:pPr>
      <w:hyperlink w:anchor="_Toc178232084" w:history="1">
        <w:r w:rsidR="00376BF0" w:rsidRPr="00376BF0">
          <w:rPr>
            <w:rStyle w:val="Hyperlink"/>
            <w:u w:val="none"/>
          </w:rPr>
          <w:t>3.4.3</w:t>
        </w:r>
        <w:r w:rsidR="00376BF0" w:rsidRPr="00376BF0">
          <w:rPr>
            <w:rFonts w:eastAsiaTheme="minorEastAsia"/>
            <w:kern w:val="2"/>
            <w14:ligatures w14:val="standardContextual"/>
          </w:rPr>
          <w:tab/>
        </w:r>
        <w:r w:rsidR="00376BF0" w:rsidRPr="00376BF0">
          <w:rPr>
            <w:rStyle w:val="Hyperlink"/>
            <w:u w:val="none"/>
          </w:rPr>
          <w:t>NOIE Load Zones</w:t>
        </w:r>
        <w:r w:rsidR="00376BF0" w:rsidRPr="00376BF0">
          <w:rPr>
            <w:webHidden/>
          </w:rPr>
          <w:tab/>
        </w:r>
        <w:r w:rsidR="00376BF0" w:rsidRPr="00376BF0">
          <w:rPr>
            <w:webHidden/>
          </w:rPr>
          <w:fldChar w:fldCharType="begin"/>
        </w:r>
        <w:r w:rsidR="00376BF0" w:rsidRPr="00376BF0">
          <w:rPr>
            <w:webHidden/>
          </w:rPr>
          <w:instrText xml:space="preserve"> PAGEREF _Toc178232084 \h </w:instrText>
        </w:r>
        <w:r w:rsidR="00376BF0" w:rsidRPr="00376BF0">
          <w:rPr>
            <w:webHidden/>
          </w:rPr>
        </w:r>
        <w:r w:rsidR="00376BF0" w:rsidRPr="00376BF0">
          <w:rPr>
            <w:webHidden/>
          </w:rPr>
          <w:fldChar w:fldCharType="separate"/>
        </w:r>
        <w:r>
          <w:rPr>
            <w:webHidden/>
          </w:rPr>
          <w:t>3-77</w:t>
        </w:r>
        <w:r w:rsidR="00376BF0" w:rsidRPr="00376BF0">
          <w:rPr>
            <w:webHidden/>
          </w:rPr>
          <w:fldChar w:fldCharType="end"/>
        </w:r>
      </w:hyperlink>
    </w:p>
    <w:p w14:paraId="6E037441" w14:textId="4FB367DF" w:rsidR="00376BF0" w:rsidRPr="00376BF0" w:rsidRDefault="00246BB4">
      <w:pPr>
        <w:pStyle w:val="TOC3"/>
        <w:rPr>
          <w:rFonts w:eastAsiaTheme="minorEastAsia"/>
          <w:kern w:val="2"/>
          <w14:ligatures w14:val="standardContextual"/>
        </w:rPr>
      </w:pPr>
      <w:hyperlink w:anchor="_Toc178232085" w:history="1">
        <w:r w:rsidR="00376BF0" w:rsidRPr="00376BF0">
          <w:rPr>
            <w:rStyle w:val="Hyperlink"/>
            <w:u w:val="none"/>
          </w:rPr>
          <w:t>3.4.4</w:t>
        </w:r>
        <w:r w:rsidR="00376BF0" w:rsidRPr="00376BF0">
          <w:rPr>
            <w:rFonts w:eastAsiaTheme="minorEastAsia"/>
            <w:kern w:val="2"/>
            <w14:ligatures w14:val="standardContextual"/>
          </w:rPr>
          <w:tab/>
        </w:r>
        <w:r w:rsidR="00376BF0" w:rsidRPr="00376BF0">
          <w:rPr>
            <w:rStyle w:val="Hyperlink"/>
            <w:u w:val="none"/>
          </w:rPr>
          <w:t>DC Tie Load Zones</w:t>
        </w:r>
        <w:r w:rsidR="00376BF0" w:rsidRPr="00376BF0">
          <w:rPr>
            <w:webHidden/>
          </w:rPr>
          <w:tab/>
        </w:r>
        <w:r w:rsidR="00376BF0" w:rsidRPr="00376BF0">
          <w:rPr>
            <w:webHidden/>
          </w:rPr>
          <w:fldChar w:fldCharType="begin"/>
        </w:r>
        <w:r w:rsidR="00376BF0" w:rsidRPr="00376BF0">
          <w:rPr>
            <w:webHidden/>
          </w:rPr>
          <w:instrText xml:space="preserve"> PAGEREF _Toc178232085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158FC858" w14:textId="102461C6" w:rsidR="00376BF0" w:rsidRPr="00376BF0" w:rsidRDefault="00246BB4">
      <w:pPr>
        <w:pStyle w:val="TOC3"/>
        <w:rPr>
          <w:rFonts w:eastAsiaTheme="minorEastAsia"/>
          <w:kern w:val="2"/>
          <w14:ligatures w14:val="standardContextual"/>
        </w:rPr>
      </w:pPr>
      <w:hyperlink w:anchor="_Toc178232086" w:history="1">
        <w:r w:rsidR="00376BF0" w:rsidRPr="00376BF0">
          <w:rPr>
            <w:rStyle w:val="Hyperlink"/>
            <w:u w:val="none"/>
          </w:rPr>
          <w:t>3.4.5</w:t>
        </w:r>
        <w:r w:rsidR="00376BF0" w:rsidRPr="00376BF0">
          <w:rPr>
            <w:rFonts w:eastAsiaTheme="minorEastAsia"/>
            <w:kern w:val="2"/>
            <w14:ligatures w14:val="standardContextual"/>
          </w:rPr>
          <w:tab/>
        </w:r>
        <w:r w:rsidR="00376BF0" w:rsidRPr="00376BF0">
          <w:rPr>
            <w:rStyle w:val="Hyperlink"/>
            <w:u w:val="none"/>
          </w:rPr>
          <w:t>Additional Load Buses</w:t>
        </w:r>
        <w:r w:rsidR="00376BF0" w:rsidRPr="00376BF0">
          <w:rPr>
            <w:webHidden/>
          </w:rPr>
          <w:tab/>
        </w:r>
        <w:r w:rsidR="00376BF0" w:rsidRPr="00376BF0">
          <w:rPr>
            <w:webHidden/>
          </w:rPr>
          <w:fldChar w:fldCharType="begin"/>
        </w:r>
        <w:r w:rsidR="00376BF0" w:rsidRPr="00376BF0">
          <w:rPr>
            <w:webHidden/>
          </w:rPr>
          <w:instrText xml:space="preserve"> PAGEREF _Toc178232086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48058CA5" w14:textId="22A2349A" w:rsidR="00376BF0" w:rsidRPr="00376BF0" w:rsidRDefault="00246BB4">
      <w:pPr>
        <w:pStyle w:val="TOC2"/>
        <w:rPr>
          <w:rFonts w:eastAsiaTheme="minorEastAsia"/>
          <w:noProof/>
          <w:kern w:val="2"/>
          <w14:ligatures w14:val="standardContextual"/>
        </w:rPr>
      </w:pPr>
      <w:hyperlink w:anchor="_Toc178232087" w:history="1">
        <w:r w:rsidR="00376BF0" w:rsidRPr="00376BF0">
          <w:rPr>
            <w:rStyle w:val="Hyperlink"/>
            <w:noProof/>
            <w:u w:val="none"/>
          </w:rPr>
          <w:t>3.5</w:t>
        </w:r>
        <w:r w:rsidR="00376BF0" w:rsidRPr="00376BF0">
          <w:rPr>
            <w:rFonts w:eastAsiaTheme="minorEastAsia"/>
            <w:noProof/>
            <w:kern w:val="2"/>
            <w14:ligatures w14:val="standardContextual"/>
          </w:rPr>
          <w:tab/>
        </w:r>
        <w:r w:rsidR="00376BF0" w:rsidRPr="00376BF0">
          <w:rPr>
            <w:rStyle w:val="Hyperlink"/>
            <w:noProof/>
            <w:u w:val="none"/>
          </w:rPr>
          <w:t>Hubs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_Toc178232087 \h </w:instrText>
        </w:r>
        <w:r w:rsidR="00376BF0" w:rsidRPr="00376BF0">
          <w:rPr>
            <w:noProof/>
            <w:webHidden/>
          </w:rPr>
        </w:r>
        <w:r w:rsidR="00376BF0" w:rsidRPr="00376BF0">
          <w:rPr>
            <w:noProof/>
            <w:webHidden/>
          </w:rPr>
          <w:fldChar w:fldCharType="separate"/>
        </w:r>
        <w:r>
          <w:rPr>
            <w:noProof/>
            <w:webHidden/>
          </w:rPr>
          <w:t>3-79</w:t>
        </w:r>
        <w:r w:rsidR="00376BF0" w:rsidRPr="00376BF0">
          <w:rPr>
            <w:noProof/>
            <w:webHidden/>
          </w:rPr>
          <w:fldChar w:fldCharType="end"/>
        </w:r>
      </w:hyperlink>
    </w:p>
    <w:p w14:paraId="17F16405" w14:textId="14B8F0B6" w:rsidR="00376BF0" w:rsidRPr="00376BF0" w:rsidRDefault="00246BB4">
      <w:pPr>
        <w:pStyle w:val="TOC3"/>
        <w:rPr>
          <w:rFonts w:eastAsiaTheme="minorEastAsia"/>
          <w:kern w:val="2"/>
          <w14:ligatures w14:val="standardContextual"/>
        </w:rPr>
      </w:pPr>
      <w:hyperlink w:anchor="_Toc178232088" w:history="1">
        <w:r w:rsidR="00376BF0" w:rsidRPr="00376BF0">
          <w:rPr>
            <w:rStyle w:val="Hyperlink"/>
            <w:u w:val="none"/>
          </w:rPr>
          <w:t>3.5.1</w:t>
        </w:r>
        <w:r w:rsidR="00376BF0" w:rsidRPr="00376BF0">
          <w:rPr>
            <w:rFonts w:eastAsiaTheme="minorEastAsia"/>
            <w:kern w:val="2"/>
            <w14:ligatures w14:val="standardContextual"/>
          </w:rPr>
          <w:tab/>
        </w:r>
        <w:r w:rsidR="00376BF0" w:rsidRPr="00376BF0">
          <w:rPr>
            <w:rStyle w:val="Hyperlink"/>
            <w:u w:val="none"/>
          </w:rPr>
          <w:t>Process for Defining Hubs</w:t>
        </w:r>
        <w:r w:rsidR="00376BF0" w:rsidRPr="00376BF0">
          <w:rPr>
            <w:webHidden/>
          </w:rPr>
          <w:tab/>
        </w:r>
        <w:r w:rsidR="00376BF0" w:rsidRPr="00376BF0">
          <w:rPr>
            <w:webHidden/>
          </w:rPr>
          <w:fldChar w:fldCharType="begin"/>
        </w:r>
        <w:r w:rsidR="00376BF0" w:rsidRPr="00376BF0">
          <w:rPr>
            <w:webHidden/>
          </w:rPr>
          <w:instrText xml:space="preserve"> PAGEREF _Toc178232088 \h </w:instrText>
        </w:r>
        <w:r w:rsidR="00376BF0" w:rsidRPr="00376BF0">
          <w:rPr>
            <w:webHidden/>
          </w:rPr>
        </w:r>
        <w:r w:rsidR="00376BF0" w:rsidRPr="00376BF0">
          <w:rPr>
            <w:webHidden/>
          </w:rPr>
          <w:fldChar w:fldCharType="separate"/>
        </w:r>
        <w:r>
          <w:rPr>
            <w:webHidden/>
          </w:rPr>
          <w:t>3-79</w:t>
        </w:r>
        <w:r w:rsidR="00376BF0" w:rsidRPr="00376BF0">
          <w:rPr>
            <w:webHidden/>
          </w:rPr>
          <w:fldChar w:fldCharType="end"/>
        </w:r>
      </w:hyperlink>
    </w:p>
    <w:p w14:paraId="2296D1A2" w14:textId="78962593" w:rsidR="00376BF0" w:rsidRPr="00376BF0" w:rsidRDefault="00246BB4">
      <w:pPr>
        <w:pStyle w:val="TOC3"/>
        <w:rPr>
          <w:rFonts w:eastAsiaTheme="minorEastAsia"/>
          <w:kern w:val="2"/>
          <w14:ligatures w14:val="standardContextual"/>
        </w:rPr>
      </w:pPr>
      <w:hyperlink w:anchor="_Toc178232089" w:history="1">
        <w:r w:rsidR="00376BF0" w:rsidRPr="00376BF0">
          <w:rPr>
            <w:rStyle w:val="Hyperlink"/>
            <w:u w:val="none"/>
          </w:rPr>
          <w:t>3.5.2</w:t>
        </w:r>
        <w:r w:rsidR="00376BF0" w:rsidRPr="00376BF0">
          <w:rPr>
            <w:rFonts w:eastAsiaTheme="minorEastAsia"/>
            <w:kern w:val="2"/>
            <w14:ligatures w14:val="standardContextual"/>
          </w:rPr>
          <w:tab/>
        </w:r>
        <w:r w:rsidR="00376BF0" w:rsidRPr="00376BF0">
          <w:rPr>
            <w:rStyle w:val="Hyperlink"/>
            <w:u w:val="none"/>
          </w:rPr>
          <w:t>Hub Definitions</w:t>
        </w:r>
        <w:r w:rsidR="00376BF0" w:rsidRPr="00376BF0">
          <w:rPr>
            <w:webHidden/>
          </w:rPr>
          <w:tab/>
        </w:r>
        <w:r w:rsidR="00376BF0" w:rsidRPr="00376BF0">
          <w:rPr>
            <w:webHidden/>
          </w:rPr>
          <w:fldChar w:fldCharType="begin"/>
        </w:r>
        <w:r w:rsidR="00376BF0" w:rsidRPr="00376BF0">
          <w:rPr>
            <w:webHidden/>
          </w:rPr>
          <w:instrText xml:space="preserve"> PAGEREF _Toc178232089 \h </w:instrText>
        </w:r>
        <w:r w:rsidR="00376BF0" w:rsidRPr="00376BF0">
          <w:rPr>
            <w:webHidden/>
          </w:rPr>
        </w:r>
        <w:r w:rsidR="00376BF0" w:rsidRPr="00376BF0">
          <w:rPr>
            <w:webHidden/>
          </w:rPr>
          <w:fldChar w:fldCharType="separate"/>
        </w:r>
        <w:r>
          <w:rPr>
            <w:webHidden/>
          </w:rPr>
          <w:t>3-80</w:t>
        </w:r>
        <w:r w:rsidR="00376BF0" w:rsidRPr="00376BF0">
          <w:rPr>
            <w:webHidden/>
          </w:rPr>
          <w:fldChar w:fldCharType="end"/>
        </w:r>
      </w:hyperlink>
    </w:p>
    <w:p w14:paraId="0EF50813" w14:textId="16660BCF" w:rsidR="00376BF0" w:rsidRPr="00376BF0" w:rsidRDefault="00246BB4">
      <w:pPr>
        <w:pStyle w:val="TOC4"/>
        <w:rPr>
          <w:rFonts w:eastAsiaTheme="minorEastAsia"/>
          <w:bCs w:val="0"/>
          <w:snapToGrid/>
          <w:kern w:val="2"/>
          <w:sz w:val="20"/>
          <w:szCs w:val="20"/>
          <w14:ligatures w14:val="standardContextual"/>
        </w:rPr>
      </w:pPr>
      <w:hyperlink w:anchor="_Toc178232090" w:history="1">
        <w:r w:rsidR="00376BF0" w:rsidRPr="00376BF0">
          <w:rPr>
            <w:rStyle w:val="Hyperlink"/>
            <w:bCs w:val="0"/>
            <w:sz w:val="20"/>
            <w:szCs w:val="20"/>
            <w:u w:val="none"/>
          </w:rPr>
          <w:t>3.5.2.1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North 345 kV Hub (North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3-80</w:t>
        </w:r>
        <w:r w:rsidR="00376BF0" w:rsidRPr="00376BF0">
          <w:rPr>
            <w:bCs w:val="0"/>
            <w:webHidden/>
            <w:sz w:val="20"/>
            <w:szCs w:val="20"/>
          </w:rPr>
          <w:fldChar w:fldCharType="end"/>
        </w:r>
      </w:hyperlink>
    </w:p>
    <w:p w14:paraId="69437AAB" w14:textId="7548CF1F" w:rsidR="00376BF0" w:rsidRPr="00376BF0" w:rsidRDefault="00246BB4">
      <w:pPr>
        <w:pStyle w:val="TOC4"/>
        <w:rPr>
          <w:rFonts w:eastAsiaTheme="minorEastAsia"/>
          <w:bCs w:val="0"/>
          <w:snapToGrid/>
          <w:kern w:val="2"/>
          <w:sz w:val="20"/>
          <w:szCs w:val="20"/>
          <w14:ligatures w14:val="standardContextual"/>
        </w:rPr>
      </w:pPr>
      <w:hyperlink w:anchor="_Toc178232091" w:history="1">
        <w:r w:rsidR="00376BF0" w:rsidRPr="00376BF0">
          <w:rPr>
            <w:rStyle w:val="Hyperlink"/>
            <w:bCs w:val="0"/>
            <w:sz w:val="20"/>
            <w:szCs w:val="20"/>
            <w:u w:val="none"/>
          </w:rPr>
          <w:t>3.5.2.2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South 345 kV Hub (South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3-85</w:t>
        </w:r>
        <w:r w:rsidR="00376BF0" w:rsidRPr="00376BF0">
          <w:rPr>
            <w:bCs w:val="0"/>
            <w:webHidden/>
            <w:sz w:val="20"/>
            <w:szCs w:val="20"/>
          </w:rPr>
          <w:fldChar w:fldCharType="end"/>
        </w:r>
      </w:hyperlink>
    </w:p>
    <w:p w14:paraId="5CC5F40C" w14:textId="1C59F861" w:rsidR="00376BF0" w:rsidRPr="00376BF0" w:rsidRDefault="00246BB4">
      <w:pPr>
        <w:pStyle w:val="TOC4"/>
        <w:rPr>
          <w:rFonts w:eastAsiaTheme="minorEastAsia"/>
          <w:bCs w:val="0"/>
          <w:snapToGrid/>
          <w:kern w:val="2"/>
          <w:sz w:val="20"/>
          <w:szCs w:val="20"/>
          <w14:ligatures w14:val="standardContextual"/>
        </w:rPr>
      </w:pPr>
      <w:hyperlink w:anchor="_Toc178232092" w:history="1">
        <w:r w:rsidR="00376BF0" w:rsidRPr="00376BF0">
          <w:rPr>
            <w:rStyle w:val="Hyperlink"/>
            <w:bCs w:val="0"/>
            <w:sz w:val="20"/>
            <w:szCs w:val="20"/>
            <w:u w:val="none"/>
          </w:rPr>
          <w:t>3.5.2.3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Houston 345 kV Hub (Houston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3-89</w:t>
        </w:r>
        <w:r w:rsidR="00376BF0" w:rsidRPr="00376BF0">
          <w:rPr>
            <w:bCs w:val="0"/>
            <w:webHidden/>
            <w:sz w:val="20"/>
            <w:szCs w:val="20"/>
          </w:rPr>
          <w:fldChar w:fldCharType="end"/>
        </w:r>
      </w:hyperlink>
    </w:p>
    <w:p w14:paraId="313048DA" w14:textId="68B047BE" w:rsidR="00376BF0" w:rsidRPr="00376BF0" w:rsidRDefault="00246BB4">
      <w:pPr>
        <w:pStyle w:val="TOC4"/>
        <w:rPr>
          <w:rFonts w:eastAsiaTheme="minorEastAsia"/>
          <w:bCs w:val="0"/>
          <w:snapToGrid/>
          <w:kern w:val="2"/>
          <w:sz w:val="20"/>
          <w:szCs w:val="20"/>
          <w14:ligatures w14:val="standardContextual"/>
        </w:rPr>
      </w:pPr>
      <w:hyperlink w:anchor="_Toc178232093" w:history="1">
        <w:r w:rsidR="00376BF0" w:rsidRPr="00376BF0">
          <w:rPr>
            <w:rStyle w:val="Hyperlink"/>
            <w:bCs w:val="0"/>
            <w:sz w:val="20"/>
            <w:szCs w:val="20"/>
            <w:u w:val="none"/>
          </w:rPr>
          <w:t>3.5.2.4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West 345 kV Hub (West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3-94</w:t>
        </w:r>
        <w:r w:rsidR="00376BF0" w:rsidRPr="00376BF0">
          <w:rPr>
            <w:bCs w:val="0"/>
            <w:webHidden/>
            <w:sz w:val="20"/>
            <w:szCs w:val="20"/>
          </w:rPr>
          <w:fldChar w:fldCharType="end"/>
        </w:r>
      </w:hyperlink>
    </w:p>
    <w:p w14:paraId="24679A87" w14:textId="49097ABA" w:rsidR="00376BF0" w:rsidRPr="00376BF0" w:rsidRDefault="00246BB4">
      <w:pPr>
        <w:pStyle w:val="TOC4"/>
        <w:rPr>
          <w:rFonts w:eastAsiaTheme="minorEastAsia"/>
          <w:bCs w:val="0"/>
          <w:snapToGrid/>
          <w:kern w:val="2"/>
          <w:sz w:val="20"/>
          <w:szCs w:val="20"/>
          <w14:ligatures w14:val="standardContextual"/>
        </w:rPr>
      </w:pPr>
      <w:hyperlink w:anchor="_Toc178232094" w:history="1">
        <w:r w:rsidR="00376BF0" w:rsidRPr="00376BF0">
          <w:rPr>
            <w:rStyle w:val="Hyperlink"/>
            <w:bCs w:val="0"/>
            <w:sz w:val="20"/>
            <w:szCs w:val="20"/>
            <w:u w:val="none"/>
          </w:rPr>
          <w:t>3.5.2.5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Panhandle 345 kV Hub (Pan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3-98</w:t>
        </w:r>
        <w:r w:rsidR="00376BF0" w:rsidRPr="00376BF0">
          <w:rPr>
            <w:bCs w:val="0"/>
            <w:webHidden/>
            <w:sz w:val="20"/>
            <w:szCs w:val="20"/>
          </w:rPr>
          <w:fldChar w:fldCharType="end"/>
        </w:r>
      </w:hyperlink>
    </w:p>
    <w:p w14:paraId="56C1E2F2" w14:textId="444F3FD7" w:rsidR="00376BF0" w:rsidRPr="00376BF0" w:rsidRDefault="00246BB4">
      <w:pPr>
        <w:pStyle w:val="TOC4"/>
        <w:rPr>
          <w:rFonts w:eastAsiaTheme="minorEastAsia"/>
          <w:bCs w:val="0"/>
          <w:snapToGrid/>
          <w:kern w:val="2"/>
          <w:sz w:val="20"/>
          <w:szCs w:val="20"/>
          <w14:ligatures w14:val="standardContextual"/>
        </w:rPr>
      </w:pPr>
      <w:hyperlink w:anchor="_Toc178232096" w:history="1">
        <w:r w:rsidR="00376BF0" w:rsidRPr="00376BF0">
          <w:rPr>
            <w:rStyle w:val="Hyperlink"/>
            <w:bCs w:val="0"/>
            <w:sz w:val="20"/>
            <w:szCs w:val="20"/>
            <w:u w:val="none"/>
          </w:rPr>
          <w:t>3.5.2.6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Hub Average 345 kV Hub (ERCOT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3-105</w:t>
        </w:r>
        <w:r w:rsidR="00376BF0" w:rsidRPr="00376BF0">
          <w:rPr>
            <w:bCs w:val="0"/>
            <w:webHidden/>
            <w:sz w:val="20"/>
            <w:szCs w:val="20"/>
          </w:rPr>
          <w:fldChar w:fldCharType="end"/>
        </w:r>
      </w:hyperlink>
    </w:p>
    <w:p w14:paraId="672C42B1" w14:textId="365C3C04" w:rsidR="00376BF0" w:rsidRPr="00376BF0" w:rsidRDefault="00246BB4">
      <w:pPr>
        <w:pStyle w:val="TOC4"/>
        <w:rPr>
          <w:rFonts w:eastAsiaTheme="minorEastAsia"/>
          <w:bCs w:val="0"/>
          <w:snapToGrid/>
          <w:kern w:val="2"/>
          <w:sz w:val="20"/>
          <w:szCs w:val="20"/>
          <w14:ligatures w14:val="standardContextual"/>
        </w:rPr>
      </w:pPr>
      <w:hyperlink w:anchor="_Toc178232097" w:history="1">
        <w:r w:rsidR="00376BF0" w:rsidRPr="00376BF0">
          <w:rPr>
            <w:rStyle w:val="Hyperlink"/>
            <w:bCs w:val="0"/>
            <w:sz w:val="20"/>
            <w:szCs w:val="20"/>
            <w:u w:val="none"/>
          </w:rPr>
          <w:t>3.5.2.7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Bus Average 345 kV Hub (ERCOT 345 Bus)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3-107</w:t>
        </w:r>
        <w:r w:rsidR="00376BF0" w:rsidRPr="00376BF0">
          <w:rPr>
            <w:bCs w:val="0"/>
            <w:webHidden/>
            <w:sz w:val="20"/>
            <w:szCs w:val="20"/>
          </w:rPr>
          <w:fldChar w:fldCharType="end"/>
        </w:r>
      </w:hyperlink>
    </w:p>
    <w:p w14:paraId="280765E8" w14:textId="6CA84168" w:rsidR="00376BF0" w:rsidRPr="00376BF0" w:rsidRDefault="00246BB4">
      <w:pPr>
        <w:pStyle w:val="TOC3"/>
        <w:rPr>
          <w:rFonts w:eastAsiaTheme="minorEastAsia"/>
          <w:kern w:val="2"/>
          <w14:ligatures w14:val="standardContextual"/>
        </w:rPr>
      </w:pPr>
      <w:hyperlink w:anchor="_Toc178232098" w:history="1">
        <w:r w:rsidR="00376BF0" w:rsidRPr="00376BF0">
          <w:rPr>
            <w:rStyle w:val="Hyperlink"/>
            <w:u w:val="none"/>
          </w:rPr>
          <w:t>3.5.3</w:t>
        </w:r>
        <w:r w:rsidR="00376BF0" w:rsidRPr="00376BF0">
          <w:rPr>
            <w:rFonts w:eastAsiaTheme="minorEastAsia"/>
            <w:kern w:val="2"/>
            <w14:ligatures w14:val="standardContextual"/>
          </w:rPr>
          <w:tab/>
        </w:r>
        <w:r w:rsidR="00376BF0" w:rsidRPr="00376BF0">
          <w:rPr>
            <w:rStyle w:val="Hyperlink"/>
            <w:u w:val="none"/>
          </w:rPr>
          <w:t>ERCOT Responsibilities for Managing Hubs</w:t>
        </w:r>
        <w:r w:rsidR="00376BF0" w:rsidRPr="00376BF0">
          <w:rPr>
            <w:webHidden/>
          </w:rPr>
          <w:tab/>
        </w:r>
        <w:r w:rsidR="00376BF0" w:rsidRPr="00376BF0">
          <w:rPr>
            <w:webHidden/>
          </w:rPr>
          <w:fldChar w:fldCharType="begin"/>
        </w:r>
        <w:r w:rsidR="00376BF0" w:rsidRPr="00376BF0">
          <w:rPr>
            <w:webHidden/>
          </w:rPr>
          <w:instrText xml:space="preserve"> PAGEREF _Toc178232098 \h </w:instrText>
        </w:r>
        <w:r w:rsidR="00376BF0" w:rsidRPr="00376BF0">
          <w:rPr>
            <w:webHidden/>
          </w:rPr>
        </w:r>
        <w:r w:rsidR="00376BF0" w:rsidRPr="00376BF0">
          <w:rPr>
            <w:webHidden/>
          </w:rPr>
          <w:fldChar w:fldCharType="separate"/>
        </w:r>
        <w:r>
          <w:rPr>
            <w:webHidden/>
          </w:rPr>
          <w:t>3-111</w:t>
        </w:r>
        <w:r w:rsidR="00376BF0" w:rsidRPr="00376BF0">
          <w:rPr>
            <w:webHidden/>
          </w:rPr>
          <w:fldChar w:fldCharType="end"/>
        </w:r>
      </w:hyperlink>
    </w:p>
    <w:p w14:paraId="3EDD3472" w14:textId="1767846A" w:rsidR="00376BF0" w:rsidRPr="00376BF0" w:rsidRDefault="00246BB4">
      <w:pPr>
        <w:pStyle w:val="TOC4"/>
        <w:rPr>
          <w:rFonts w:eastAsiaTheme="minorEastAsia"/>
          <w:bCs w:val="0"/>
          <w:snapToGrid/>
          <w:kern w:val="2"/>
          <w:sz w:val="20"/>
          <w:szCs w:val="20"/>
          <w14:ligatures w14:val="standardContextual"/>
        </w:rPr>
      </w:pPr>
      <w:hyperlink w:anchor="_Toc178232099" w:history="1">
        <w:r w:rsidR="00376BF0" w:rsidRPr="00376BF0">
          <w:rPr>
            <w:rStyle w:val="Hyperlink"/>
            <w:bCs w:val="0"/>
            <w:sz w:val="20"/>
            <w:szCs w:val="20"/>
            <w:u w:val="none"/>
          </w:rPr>
          <w:t>3.5.3.1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Posting of Hub Buses and Electrical Buses included in Hubs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3-111</w:t>
        </w:r>
        <w:r w:rsidR="00376BF0" w:rsidRPr="00376BF0">
          <w:rPr>
            <w:bCs w:val="0"/>
            <w:webHidden/>
            <w:sz w:val="20"/>
            <w:szCs w:val="20"/>
          </w:rPr>
          <w:fldChar w:fldCharType="end"/>
        </w:r>
      </w:hyperlink>
    </w:p>
    <w:p w14:paraId="4731D7F9" w14:textId="2051C02E" w:rsidR="00376BF0" w:rsidRPr="00376BF0" w:rsidRDefault="00246BB4">
      <w:pPr>
        <w:pStyle w:val="TOC4"/>
        <w:rPr>
          <w:rFonts w:eastAsiaTheme="minorEastAsia"/>
          <w:bCs w:val="0"/>
          <w:snapToGrid/>
          <w:kern w:val="2"/>
          <w:sz w:val="20"/>
          <w:szCs w:val="20"/>
          <w14:ligatures w14:val="standardContextual"/>
        </w:rPr>
      </w:pPr>
      <w:hyperlink w:anchor="_Toc178232100" w:history="1">
        <w:r w:rsidR="00376BF0" w:rsidRPr="00376BF0">
          <w:rPr>
            <w:rStyle w:val="Hyperlink"/>
            <w:bCs w:val="0"/>
            <w:sz w:val="20"/>
            <w:szCs w:val="20"/>
            <w:u w:val="none"/>
          </w:rPr>
          <w:t>3.5.3.2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Hub Prices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3-111</w:t>
        </w:r>
        <w:r w:rsidR="00376BF0" w:rsidRPr="00376BF0">
          <w:rPr>
            <w:bCs w:val="0"/>
            <w:webHidden/>
            <w:sz w:val="20"/>
            <w:szCs w:val="20"/>
          </w:rPr>
          <w:fldChar w:fldCharType="end"/>
        </w:r>
      </w:hyperlink>
    </w:p>
    <w:p w14:paraId="5E374E23" w14:textId="793A78EC" w:rsidR="00376BF0" w:rsidRPr="00376BF0" w:rsidRDefault="00246BB4">
      <w:pPr>
        <w:pStyle w:val="TOC2"/>
        <w:rPr>
          <w:rFonts w:eastAsiaTheme="minorEastAsia"/>
          <w:noProof/>
          <w:kern w:val="2"/>
          <w14:ligatures w14:val="standardContextual"/>
        </w:rPr>
      </w:pPr>
      <w:hyperlink w:anchor="_Toc178232101" w:history="1">
        <w:r w:rsidR="00376BF0" w:rsidRPr="00376BF0">
          <w:rPr>
            <w:rStyle w:val="Hyperlink"/>
            <w:noProof/>
            <w:u w:val="none"/>
          </w:rPr>
          <w:t>3.6</w:t>
        </w:r>
        <w:r w:rsidR="00376BF0" w:rsidRPr="00376BF0">
          <w:rPr>
            <w:rFonts w:eastAsiaTheme="minorEastAsia"/>
            <w:noProof/>
            <w:kern w:val="2"/>
            <w14:ligatures w14:val="standardContextual"/>
          </w:rPr>
          <w:tab/>
        </w:r>
        <w:r w:rsidR="00376BF0" w:rsidRPr="00376BF0">
          <w:rPr>
            <w:rStyle w:val="Hyperlink"/>
            <w:noProof/>
            <w:u w:val="none"/>
          </w:rPr>
          <w:t>Load Participation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_Toc178232101 \h </w:instrText>
        </w:r>
        <w:r w:rsidR="00376BF0" w:rsidRPr="00376BF0">
          <w:rPr>
            <w:noProof/>
            <w:webHidden/>
          </w:rPr>
        </w:r>
        <w:r w:rsidR="00376BF0" w:rsidRPr="00376BF0">
          <w:rPr>
            <w:noProof/>
            <w:webHidden/>
          </w:rPr>
          <w:fldChar w:fldCharType="separate"/>
        </w:r>
        <w:r>
          <w:rPr>
            <w:noProof/>
            <w:webHidden/>
          </w:rPr>
          <w:t>3-111</w:t>
        </w:r>
        <w:r w:rsidR="00376BF0" w:rsidRPr="00376BF0">
          <w:rPr>
            <w:noProof/>
            <w:webHidden/>
          </w:rPr>
          <w:fldChar w:fldCharType="end"/>
        </w:r>
      </w:hyperlink>
    </w:p>
    <w:p w14:paraId="0ABD7706" w14:textId="1B74D93A" w:rsidR="00376BF0" w:rsidRPr="00376BF0" w:rsidRDefault="00246BB4">
      <w:pPr>
        <w:pStyle w:val="TOC3"/>
        <w:rPr>
          <w:rFonts w:eastAsiaTheme="minorEastAsia"/>
          <w:kern w:val="2"/>
          <w14:ligatures w14:val="standardContextual"/>
        </w:rPr>
      </w:pPr>
      <w:hyperlink w:anchor="_Toc178232102" w:history="1">
        <w:r w:rsidR="00376BF0" w:rsidRPr="00376BF0">
          <w:rPr>
            <w:rStyle w:val="Hyperlink"/>
            <w:u w:val="none"/>
          </w:rPr>
          <w:t>3.6.1</w:t>
        </w:r>
        <w:r w:rsidR="00376BF0" w:rsidRPr="00376BF0">
          <w:rPr>
            <w:rFonts w:eastAsiaTheme="minorEastAsia"/>
            <w:kern w:val="2"/>
            <w14:ligatures w14:val="standardContextual"/>
          </w:rPr>
          <w:tab/>
        </w:r>
        <w:r w:rsidR="00376BF0" w:rsidRPr="00376BF0">
          <w:rPr>
            <w:rStyle w:val="Hyperlink"/>
            <w:u w:val="none"/>
          </w:rPr>
          <w:t>Load Resource Participation</w:t>
        </w:r>
        <w:r w:rsidR="00376BF0" w:rsidRPr="00376BF0">
          <w:rPr>
            <w:webHidden/>
          </w:rPr>
          <w:tab/>
        </w:r>
        <w:r w:rsidR="00376BF0" w:rsidRPr="00376BF0">
          <w:rPr>
            <w:webHidden/>
          </w:rPr>
          <w:fldChar w:fldCharType="begin"/>
        </w:r>
        <w:r w:rsidR="00376BF0" w:rsidRPr="00376BF0">
          <w:rPr>
            <w:webHidden/>
          </w:rPr>
          <w:instrText xml:space="preserve"> PAGEREF _Toc178232102 \h </w:instrText>
        </w:r>
        <w:r w:rsidR="00376BF0" w:rsidRPr="00376BF0">
          <w:rPr>
            <w:webHidden/>
          </w:rPr>
        </w:r>
        <w:r w:rsidR="00376BF0" w:rsidRPr="00376BF0">
          <w:rPr>
            <w:webHidden/>
          </w:rPr>
          <w:fldChar w:fldCharType="separate"/>
        </w:r>
        <w:r>
          <w:rPr>
            <w:webHidden/>
          </w:rPr>
          <w:t>3-111</w:t>
        </w:r>
        <w:r w:rsidR="00376BF0" w:rsidRPr="00376BF0">
          <w:rPr>
            <w:webHidden/>
          </w:rPr>
          <w:fldChar w:fldCharType="end"/>
        </w:r>
      </w:hyperlink>
    </w:p>
    <w:p w14:paraId="218BE0A5" w14:textId="2B75044B" w:rsidR="00376BF0" w:rsidRPr="00376BF0" w:rsidRDefault="00246BB4">
      <w:pPr>
        <w:pStyle w:val="TOC3"/>
        <w:rPr>
          <w:rFonts w:eastAsiaTheme="minorEastAsia"/>
          <w:kern w:val="2"/>
          <w14:ligatures w14:val="standardContextual"/>
        </w:rPr>
      </w:pPr>
      <w:hyperlink w:anchor="_Toc178232103" w:history="1">
        <w:r w:rsidR="00376BF0" w:rsidRPr="00376BF0">
          <w:rPr>
            <w:rStyle w:val="Hyperlink"/>
            <w:u w:val="none"/>
          </w:rPr>
          <w:t>3.6.2</w:t>
        </w:r>
        <w:r w:rsidR="00376BF0" w:rsidRPr="00376BF0">
          <w:rPr>
            <w:rFonts w:eastAsiaTheme="minorEastAsia"/>
            <w:kern w:val="2"/>
            <w14:ligatures w14:val="standardContextual"/>
          </w:rPr>
          <w:tab/>
        </w:r>
        <w:r w:rsidR="00376BF0" w:rsidRPr="00376BF0">
          <w:rPr>
            <w:rStyle w:val="Hyperlink"/>
            <w:u w:val="none"/>
          </w:rPr>
          <w:t>Decision Making Entity for a Resource</w:t>
        </w:r>
        <w:r w:rsidR="00376BF0" w:rsidRPr="00376BF0">
          <w:rPr>
            <w:webHidden/>
          </w:rPr>
          <w:tab/>
        </w:r>
        <w:r w:rsidR="00376BF0" w:rsidRPr="00376BF0">
          <w:rPr>
            <w:webHidden/>
          </w:rPr>
          <w:fldChar w:fldCharType="begin"/>
        </w:r>
        <w:r w:rsidR="00376BF0" w:rsidRPr="00376BF0">
          <w:rPr>
            <w:webHidden/>
          </w:rPr>
          <w:instrText xml:space="preserve"> PAGEREF _Toc178232103 \h </w:instrText>
        </w:r>
        <w:r w:rsidR="00376BF0" w:rsidRPr="00376BF0">
          <w:rPr>
            <w:webHidden/>
          </w:rPr>
        </w:r>
        <w:r w:rsidR="00376BF0" w:rsidRPr="00376BF0">
          <w:rPr>
            <w:webHidden/>
          </w:rPr>
          <w:fldChar w:fldCharType="separate"/>
        </w:r>
        <w:r>
          <w:rPr>
            <w:webHidden/>
          </w:rPr>
          <w:t>3-114</w:t>
        </w:r>
        <w:r w:rsidR="00376BF0" w:rsidRPr="00376BF0">
          <w:rPr>
            <w:webHidden/>
          </w:rPr>
          <w:fldChar w:fldCharType="end"/>
        </w:r>
      </w:hyperlink>
    </w:p>
    <w:p w14:paraId="0E35EE04" w14:textId="65AB8C5B" w:rsidR="00376BF0" w:rsidRPr="00376BF0" w:rsidRDefault="00246BB4">
      <w:pPr>
        <w:pStyle w:val="TOC2"/>
        <w:rPr>
          <w:rFonts w:eastAsiaTheme="minorEastAsia"/>
          <w:noProof/>
          <w:kern w:val="2"/>
          <w14:ligatures w14:val="standardContextual"/>
        </w:rPr>
      </w:pPr>
      <w:hyperlink w:anchor="_Toc178232104" w:history="1">
        <w:r w:rsidR="00376BF0" w:rsidRPr="00376BF0">
          <w:rPr>
            <w:rStyle w:val="Hyperlink"/>
            <w:noProof/>
            <w:u w:val="none"/>
          </w:rPr>
          <w:t>3.7</w:t>
        </w:r>
        <w:r w:rsidR="00376BF0" w:rsidRPr="00376BF0">
          <w:rPr>
            <w:rFonts w:eastAsiaTheme="minorEastAsia"/>
            <w:noProof/>
            <w:kern w:val="2"/>
            <w14:ligatures w14:val="standardContextual"/>
          </w:rPr>
          <w:tab/>
        </w:r>
        <w:r w:rsidR="00376BF0" w:rsidRPr="00376BF0">
          <w:rPr>
            <w:rStyle w:val="Hyperlink"/>
            <w:noProof/>
            <w:u w:val="none"/>
          </w:rPr>
          <w:t>Resource Parameters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_Toc178232104 \h </w:instrText>
        </w:r>
        <w:r w:rsidR="00376BF0" w:rsidRPr="00376BF0">
          <w:rPr>
            <w:noProof/>
            <w:webHidden/>
          </w:rPr>
        </w:r>
        <w:r w:rsidR="00376BF0" w:rsidRPr="00376BF0">
          <w:rPr>
            <w:noProof/>
            <w:webHidden/>
          </w:rPr>
          <w:fldChar w:fldCharType="separate"/>
        </w:r>
        <w:r>
          <w:rPr>
            <w:noProof/>
            <w:webHidden/>
          </w:rPr>
          <w:t>3-114</w:t>
        </w:r>
        <w:r w:rsidR="00376BF0" w:rsidRPr="00376BF0">
          <w:rPr>
            <w:noProof/>
            <w:webHidden/>
          </w:rPr>
          <w:fldChar w:fldCharType="end"/>
        </w:r>
      </w:hyperlink>
    </w:p>
    <w:p w14:paraId="45F8BB49" w14:textId="0A6B1E8C" w:rsidR="00376BF0" w:rsidRPr="00376BF0" w:rsidRDefault="00246BB4">
      <w:pPr>
        <w:pStyle w:val="TOC3"/>
        <w:rPr>
          <w:rFonts w:eastAsiaTheme="minorEastAsia"/>
          <w:kern w:val="2"/>
          <w14:ligatures w14:val="standardContextual"/>
        </w:rPr>
      </w:pPr>
      <w:hyperlink w:anchor="_Toc178232105" w:history="1">
        <w:r w:rsidR="00376BF0" w:rsidRPr="00376BF0">
          <w:rPr>
            <w:rStyle w:val="Hyperlink"/>
            <w:u w:val="none"/>
          </w:rPr>
          <w:t>3.7.1</w:t>
        </w:r>
        <w:r w:rsidR="00376BF0" w:rsidRPr="00376BF0">
          <w:rPr>
            <w:rFonts w:eastAsiaTheme="minorEastAsia"/>
            <w:kern w:val="2"/>
            <w14:ligatures w14:val="standardContextual"/>
          </w:rPr>
          <w:tab/>
        </w:r>
        <w:r w:rsidR="00376BF0" w:rsidRPr="00376BF0">
          <w:rPr>
            <w:rStyle w:val="Hyperlink"/>
            <w:u w:val="none"/>
          </w:rPr>
          <w:t>Resource Parameter Criteria</w:t>
        </w:r>
        <w:r w:rsidR="00376BF0" w:rsidRPr="00376BF0">
          <w:rPr>
            <w:webHidden/>
          </w:rPr>
          <w:tab/>
        </w:r>
        <w:r w:rsidR="00376BF0" w:rsidRPr="00376BF0">
          <w:rPr>
            <w:webHidden/>
          </w:rPr>
          <w:fldChar w:fldCharType="begin"/>
        </w:r>
        <w:r w:rsidR="00376BF0" w:rsidRPr="00376BF0">
          <w:rPr>
            <w:webHidden/>
          </w:rPr>
          <w:instrText xml:space="preserve"> PAGEREF _Toc178232105 \h </w:instrText>
        </w:r>
        <w:r w:rsidR="00376BF0" w:rsidRPr="00376BF0">
          <w:rPr>
            <w:webHidden/>
          </w:rPr>
        </w:r>
        <w:r w:rsidR="00376BF0" w:rsidRPr="00376BF0">
          <w:rPr>
            <w:webHidden/>
          </w:rPr>
          <w:fldChar w:fldCharType="separate"/>
        </w:r>
        <w:r>
          <w:rPr>
            <w:webHidden/>
          </w:rPr>
          <w:t>3-115</w:t>
        </w:r>
        <w:r w:rsidR="00376BF0" w:rsidRPr="00376BF0">
          <w:rPr>
            <w:webHidden/>
          </w:rPr>
          <w:fldChar w:fldCharType="end"/>
        </w:r>
      </w:hyperlink>
    </w:p>
    <w:p w14:paraId="7235C352" w14:textId="02C65D6E" w:rsidR="00376BF0" w:rsidRPr="00376BF0" w:rsidRDefault="00246BB4">
      <w:pPr>
        <w:pStyle w:val="TOC4"/>
        <w:rPr>
          <w:rFonts w:eastAsiaTheme="minorEastAsia"/>
          <w:bCs w:val="0"/>
          <w:snapToGrid/>
          <w:kern w:val="2"/>
          <w:sz w:val="20"/>
          <w:szCs w:val="20"/>
          <w14:ligatures w14:val="standardContextual"/>
        </w:rPr>
      </w:pPr>
      <w:hyperlink w:anchor="_Toc178232106" w:history="1">
        <w:r w:rsidR="00376BF0" w:rsidRPr="00376BF0">
          <w:rPr>
            <w:rStyle w:val="Hyperlink"/>
            <w:bCs w:val="0"/>
            <w:sz w:val="20"/>
            <w:szCs w:val="20"/>
            <w:u w:val="none"/>
          </w:rPr>
          <w:t>3.7.1.1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3-115</w:t>
        </w:r>
        <w:r w:rsidR="00376BF0" w:rsidRPr="00376BF0">
          <w:rPr>
            <w:bCs w:val="0"/>
            <w:webHidden/>
            <w:sz w:val="20"/>
            <w:szCs w:val="20"/>
          </w:rPr>
          <w:fldChar w:fldCharType="end"/>
        </w:r>
      </w:hyperlink>
    </w:p>
    <w:p w14:paraId="13931EE5" w14:textId="37768538" w:rsidR="00376BF0" w:rsidRPr="00376BF0" w:rsidRDefault="00246BB4">
      <w:pPr>
        <w:pStyle w:val="TOC4"/>
        <w:rPr>
          <w:rFonts w:eastAsiaTheme="minorEastAsia"/>
          <w:bCs w:val="0"/>
          <w:snapToGrid/>
          <w:kern w:val="2"/>
          <w:sz w:val="20"/>
          <w:szCs w:val="20"/>
          <w14:ligatures w14:val="standardContextual"/>
        </w:rPr>
      </w:pPr>
      <w:hyperlink w:anchor="_Toc178232107" w:history="1">
        <w:r w:rsidR="00376BF0" w:rsidRPr="00376BF0">
          <w:rPr>
            <w:rStyle w:val="Hyperlink"/>
            <w:bCs w:val="0"/>
            <w:sz w:val="20"/>
            <w:szCs w:val="20"/>
            <w:u w:val="none"/>
          </w:rPr>
          <w:t>3.7.1.2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Load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3-116</w:t>
        </w:r>
        <w:r w:rsidR="00376BF0" w:rsidRPr="00376BF0">
          <w:rPr>
            <w:bCs w:val="0"/>
            <w:webHidden/>
            <w:sz w:val="20"/>
            <w:szCs w:val="20"/>
          </w:rPr>
          <w:fldChar w:fldCharType="end"/>
        </w:r>
      </w:hyperlink>
    </w:p>
    <w:p w14:paraId="0E1505A5" w14:textId="18A4B908" w:rsidR="00376BF0" w:rsidRPr="00376BF0" w:rsidRDefault="00246BB4">
      <w:pPr>
        <w:pStyle w:val="TOC4"/>
        <w:rPr>
          <w:rFonts w:eastAsiaTheme="minorEastAsia"/>
          <w:bCs w:val="0"/>
          <w:snapToGrid/>
          <w:kern w:val="2"/>
          <w:sz w:val="20"/>
          <w:szCs w:val="20"/>
          <w14:ligatures w14:val="standardContextual"/>
        </w:rPr>
      </w:pPr>
      <w:hyperlink w:anchor="_Toc178232108" w:history="1">
        <w:r w:rsidR="00376BF0" w:rsidRPr="00376BF0">
          <w:rPr>
            <w:rStyle w:val="Hyperlink"/>
            <w:bCs w:val="0"/>
            <w:sz w:val="20"/>
            <w:szCs w:val="20"/>
            <w:u w:val="none"/>
          </w:rPr>
          <w:t>3.7.1.3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Energy Storage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5786453C" w14:textId="7C2AE6B9" w:rsidR="00376BF0" w:rsidRPr="00376BF0" w:rsidRDefault="00246BB4">
      <w:pPr>
        <w:pStyle w:val="TOC3"/>
        <w:rPr>
          <w:rFonts w:eastAsiaTheme="minorEastAsia"/>
          <w:kern w:val="2"/>
          <w14:ligatures w14:val="standardContextual"/>
        </w:rPr>
      </w:pPr>
      <w:hyperlink w:anchor="_Toc178232109" w:history="1">
        <w:r w:rsidR="00376BF0" w:rsidRPr="00376BF0">
          <w:rPr>
            <w:rStyle w:val="Hyperlink"/>
            <w:u w:val="none"/>
          </w:rPr>
          <w:t>3.7.2</w:t>
        </w:r>
        <w:r w:rsidR="00376BF0" w:rsidRPr="00376BF0">
          <w:rPr>
            <w:rFonts w:eastAsiaTheme="minorEastAsia"/>
            <w:kern w:val="2"/>
            <w14:ligatures w14:val="standardContextual"/>
          </w:rPr>
          <w:tab/>
        </w:r>
        <w:r w:rsidR="00376BF0" w:rsidRPr="00376BF0">
          <w:rPr>
            <w:rStyle w:val="Hyperlink"/>
            <w:u w:val="none"/>
          </w:rPr>
          <w:t>Changes in Resource Parameters with Operational Impacts</w:t>
        </w:r>
        <w:r w:rsidR="00376BF0" w:rsidRPr="00376BF0">
          <w:rPr>
            <w:webHidden/>
          </w:rPr>
          <w:tab/>
        </w:r>
        <w:r w:rsidR="00376BF0" w:rsidRPr="00376BF0">
          <w:rPr>
            <w:webHidden/>
          </w:rPr>
          <w:fldChar w:fldCharType="begin"/>
        </w:r>
        <w:r w:rsidR="00376BF0" w:rsidRPr="00376BF0">
          <w:rPr>
            <w:webHidden/>
          </w:rPr>
          <w:instrText xml:space="preserve"> PAGEREF _Toc178232109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551AF4C6" w14:textId="792D020D" w:rsidR="00376BF0" w:rsidRPr="00376BF0" w:rsidRDefault="00246BB4">
      <w:pPr>
        <w:pStyle w:val="TOC3"/>
        <w:rPr>
          <w:rFonts w:eastAsiaTheme="minorEastAsia"/>
          <w:kern w:val="2"/>
          <w14:ligatures w14:val="standardContextual"/>
        </w:rPr>
      </w:pPr>
      <w:hyperlink w:anchor="_Toc178232110" w:history="1">
        <w:r w:rsidR="00376BF0" w:rsidRPr="00376BF0">
          <w:rPr>
            <w:rStyle w:val="Hyperlink"/>
            <w:u w:val="none"/>
          </w:rPr>
          <w:t>3.7.3</w:t>
        </w:r>
        <w:r w:rsidR="00376BF0" w:rsidRPr="00376BF0">
          <w:rPr>
            <w:rFonts w:eastAsiaTheme="minorEastAsia"/>
            <w:kern w:val="2"/>
            <w14:ligatures w14:val="standardContextual"/>
          </w:rPr>
          <w:tab/>
        </w:r>
        <w:r w:rsidR="00376BF0" w:rsidRPr="00376BF0">
          <w:rPr>
            <w:rStyle w:val="Hyperlink"/>
            <w:u w:val="none"/>
          </w:rPr>
          <w:t>Resource Parameter Validation</w:t>
        </w:r>
        <w:r w:rsidR="00376BF0" w:rsidRPr="00376BF0">
          <w:rPr>
            <w:webHidden/>
          </w:rPr>
          <w:tab/>
        </w:r>
        <w:r w:rsidR="00376BF0" w:rsidRPr="00376BF0">
          <w:rPr>
            <w:webHidden/>
          </w:rPr>
          <w:fldChar w:fldCharType="begin"/>
        </w:r>
        <w:r w:rsidR="00376BF0" w:rsidRPr="00376BF0">
          <w:rPr>
            <w:webHidden/>
          </w:rPr>
          <w:instrText xml:space="preserve"> PAGEREF _Toc178232110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062D31F1" w14:textId="1866C367" w:rsidR="00376BF0" w:rsidRPr="00376BF0" w:rsidRDefault="00246BB4">
      <w:pPr>
        <w:pStyle w:val="TOC2"/>
        <w:rPr>
          <w:rFonts w:eastAsiaTheme="minorEastAsia"/>
          <w:noProof/>
          <w:kern w:val="2"/>
          <w14:ligatures w14:val="standardContextual"/>
        </w:rPr>
      </w:pPr>
      <w:hyperlink w:anchor="_Toc178232111" w:history="1">
        <w:r w:rsidR="00376BF0" w:rsidRPr="00376BF0">
          <w:rPr>
            <w:rStyle w:val="Hyperlink"/>
            <w:noProof/>
            <w:u w:val="none"/>
          </w:rPr>
          <w:t>3.8</w:t>
        </w:r>
        <w:r w:rsidR="00376BF0" w:rsidRPr="00376BF0">
          <w:rPr>
            <w:rFonts w:eastAsiaTheme="minorEastAsia"/>
            <w:noProof/>
            <w:kern w:val="2"/>
            <w14:ligatures w14:val="standardContextual"/>
          </w:rPr>
          <w:tab/>
        </w:r>
        <w:r w:rsidR="00376BF0" w:rsidRPr="00376BF0">
          <w:rPr>
            <w:rStyle w:val="Hyperlink"/>
            <w:noProof/>
            <w:u w:val="none"/>
          </w:rPr>
          <w:t>Special Considerations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_Toc178232111 \h </w:instrText>
        </w:r>
        <w:r w:rsidR="00376BF0" w:rsidRPr="00376BF0">
          <w:rPr>
            <w:noProof/>
            <w:webHidden/>
          </w:rPr>
        </w:r>
        <w:r w:rsidR="00376BF0" w:rsidRPr="00376BF0">
          <w:rPr>
            <w:noProof/>
            <w:webHidden/>
          </w:rPr>
          <w:fldChar w:fldCharType="separate"/>
        </w:r>
        <w:r>
          <w:rPr>
            <w:noProof/>
            <w:webHidden/>
          </w:rPr>
          <w:t>3-117</w:t>
        </w:r>
        <w:r w:rsidR="00376BF0" w:rsidRPr="00376BF0">
          <w:rPr>
            <w:noProof/>
            <w:webHidden/>
          </w:rPr>
          <w:fldChar w:fldCharType="end"/>
        </w:r>
      </w:hyperlink>
    </w:p>
    <w:p w14:paraId="0EE18E25" w14:textId="258A6F3B" w:rsidR="00376BF0" w:rsidRPr="00376BF0" w:rsidRDefault="00246BB4">
      <w:pPr>
        <w:pStyle w:val="TOC3"/>
        <w:rPr>
          <w:rFonts w:eastAsiaTheme="minorEastAsia"/>
          <w:kern w:val="2"/>
          <w14:ligatures w14:val="standardContextual"/>
        </w:rPr>
      </w:pPr>
      <w:hyperlink w:anchor="_Toc178232112" w:history="1">
        <w:r w:rsidR="00376BF0" w:rsidRPr="00376BF0">
          <w:rPr>
            <w:rStyle w:val="Hyperlink"/>
            <w:u w:val="none"/>
          </w:rPr>
          <w:t>3.8.1</w:t>
        </w:r>
        <w:r w:rsidR="00376BF0" w:rsidRPr="00376BF0">
          <w:rPr>
            <w:rFonts w:eastAsiaTheme="minorEastAsia"/>
            <w:kern w:val="2"/>
            <w14:ligatures w14:val="standardContextual"/>
          </w:rPr>
          <w:tab/>
        </w:r>
        <w:r w:rsidR="00376BF0" w:rsidRPr="00376BF0">
          <w:rPr>
            <w:rStyle w:val="Hyperlink"/>
            <w:u w:val="none"/>
          </w:rPr>
          <w:t>Split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_Toc178232112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7E16DFA1" w14:textId="0FDECB7A" w:rsidR="00376BF0" w:rsidRPr="00376BF0" w:rsidRDefault="00246BB4">
      <w:pPr>
        <w:pStyle w:val="TOC3"/>
        <w:rPr>
          <w:rFonts w:eastAsiaTheme="minorEastAsia"/>
          <w:kern w:val="2"/>
          <w14:ligatures w14:val="standardContextual"/>
        </w:rPr>
      </w:pPr>
      <w:hyperlink w:anchor="_Toc178232113" w:history="1">
        <w:r w:rsidR="00376BF0" w:rsidRPr="00376BF0">
          <w:rPr>
            <w:rStyle w:val="Hyperlink"/>
            <w:u w:val="none"/>
          </w:rPr>
          <w:t>3.8.2</w:t>
        </w:r>
        <w:r w:rsidR="00376BF0" w:rsidRPr="00376BF0">
          <w:rPr>
            <w:rFonts w:eastAsiaTheme="minorEastAsia"/>
            <w:kern w:val="2"/>
            <w14:ligatures w14:val="standardContextual"/>
          </w:rPr>
          <w:tab/>
        </w:r>
        <w:r w:rsidR="00376BF0" w:rsidRPr="00376BF0">
          <w:rPr>
            <w:rStyle w:val="Hyperlink"/>
            <w:u w:val="none"/>
          </w:rPr>
          <w:t>Combined Cycle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_Toc178232113 \h </w:instrText>
        </w:r>
        <w:r w:rsidR="00376BF0" w:rsidRPr="00376BF0">
          <w:rPr>
            <w:webHidden/>
          </w:rPr>
        </w:r>
        <w:r w:rsidR="00376BF0" w:rsidRPr="00376BF0">
          <w:rPr>
            <w:webHidden/>
          </w:rPr>
          <w:fldChar w:fldCharType="separate"/>
        </w:r>
        <w:r>
          <w:rPr>
            <w:webHidden/>
          </w:rPr>
          <w:t>3-119</w:t>
        </w:r>
        <w:r w:rsidR="00376BF0" w:rsidRPr="00376BF0">
          <w:rPr>
            <w:webHidden/>
          </w:rPr>
          <w:fldChar w:fldCharType="end"/>
        </w:r>
      </w:hyperlink>
    </w:p>
    <w:p w14:paraId="4E8E1A8C" w14:textId="1044E786" w:rsidR="00376BF0" w:rsidRPr="00376BF0" w:rsidRDefault="00246BB4">
      <w:pPr>
        <w:pStyle w:val="TOC3"/>
        <w:rPr>
          <w:rFonts w:eastAsiaTheme="minorEastAsia"/>
          <w:kern w:val="2"/>
          <w14:ligatures w14:val="standardContextual"/>
        </w:rPr>
      </w:pPr>
      <w:hyperlink w:anchor="_Toc178232114" w:history="1">
        <w:r w:rsidR="00376BF0" w:rsidRPr="00376BF0">
          <w:rPr>
            <w:rStyle w:val="Hyperlink"/>
            <w:u w:val="none"/>
          </w:rPr>
          <w:t>3.8.3</w:t>
        </w:r>
        <w:r w:rsidR="00376BF0" w:rsidRPr="00376BF0">
          <w:rPr>
            <w:rFonts w:eastAsiaTheme="minorEastAsia"/>
            <w:kern w:val="2"/>
            <w14:ligatures w14:val="standardContextual"/>
          </w:rPr>
          <w:tab/>
        </w:r>
        <w:r w:rsidR="00376BF0" w:rsidRPr="00376BF0">
          <w:rPr>
            <w:rStyle w:val="Hyperlink"/>
            <w:u w:val="none"/>
          </w:rPr>
          <w:t>Quick Start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_Toc178232114 \h </w:instrText>
        </w:r>
        <w:r w:rsidR="00376BF0" w:rsidRPr="00376BF0">
          <w:rPr>
            <w:webHidden/>
          </w:rPr>
        </w:r>
        <w:r w:rsidR="00376BF0" w:rsidRPr="00376BF0">
          <w:rPr>
            <w:webHidden/>
          </w:rPr>
          <w:fldChar w:fldCharType="separate"/>
        </w:r>
        <w:r>
          <w:rPr>
            <w:webHidden/>
          </w:rPr>
          <w:t>3-121</w:t>
        </w:r>
        <w:r w:rsidR="00376BF0" w:rsidRPr="00376BF0">
          <w:rPr>
            <w:webHidden/>
          </w:rPr>
          <w:fldChar w:fldCharType="end"/>
        </w:r>
      </w:hyperlink>
    </w:p>
    <w:p w14:paraId="3C9D5ED3" w14:textId="7584CEDD" w:rsidR="00376BF0" w:rsidRPr="00376BF0" w:rsidRDefault="00246BB4">
      <w:pPr>
        <w:pStyle w:val="TOC4"/>
        <w:rPr>
          <w:rFonts w:eastAsiaTheme="minorEastAsia"/>
          <w:bCs w:val="0"/>
          <w:snapToGrid/>
          <w:kern w:val="2"/>
          <w:sz w:val="20"/>
          <w:szCs w:val="20"/>
          <w14:ligatures w14:val="standardContextual"/>
        </w:rPr>
      </w:pPr>
      <w:hyperlink w:anchor="_Toc178232115" w:history="1">
        <w:r w:rsidR="00376BF0" w:rsidRPr="00376BF0">
          <w:rPr>
            <w:rStyle w:val="Hyperlink"/>
            <w:bCs w:val="0"/>
            <w:sz w:val="20"/>
            <w:szCs w:val="20"/>
            <w:u w:val="none"/>
          </w:rPr>
          <w:t>3.8.3.1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Quick Start Generation Resource Decommitment Decision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3-123</w:t>
        </w:r>
        <w:r w:rsidR="00376BF0" w:rsidRPr="00376BF0">
          <w:rPr>
            <w:bCs w:val="0"/>
            <w:webHidden/>
            <w:sz w:val="20"/>
            <w:szCs w:val="20"/>
          </w:rPr>
          <w:fldChar w:fldCharType="end"/>
        </w:r>
      </w:hyperlink>
    </w:p>
    <w:p w14:paraId="7C4BA90E" w14:textId="06E65805" w:rsidR="00376BF0" w:rsidRPr="00376BF0" w:rsidRDefault="00246BB4">
      <w:pPr>
        <w:pStyle w:val="TOC3"/>
        <w:rPr>
          <w:rFonts w:eastAsiaTheme="minorEastAsia"/>
          <w:kern w:val="2"/>
          <w14:ligatures w14:val="standardContextual"/>
        </w:rPr>
      </w:pPr>
      <w:hyperlink w:anchor="_Toc178232116" w:history="1">
        <w:r w:rsidR="00376BF0" w:rsidRPr="00376BF0">
          <w:rPr>
            <w:rStyle w:val="Hyperlink"/>
            <w:u w:val="none"/>
          </w:rPr>
          <w:t>3.8.4</w:t>
        </w:r>
        <w:r w:rsidR="00376BF0" w:rsidRPr="00376BF0">
          <w:rPr>
            <w:rFonts w:eastAsiaTheme="minorEastAsia"/>
            <w:kern w:val="2"/>
            <w14:ligatures w14:val="standardContextual"/>
          </w:rPr>
          <w:tab/>
        </w:r>
        <w:r w:rsidR="00376BF0" w:rsidRPr="00376BF0">
          <w:rPr>
            <w:rStyle w:val="Hyperlink"/>
            <w:u w:val="none"/>
          </w:rPr>
          <w:t>Generation Resources Operating in Synchronous Condenser Fast-Response Mode</w:t>
        </w:r>
        <w:r w:rsidR="00376BF0" w:rsidRPr="00376BF0">
          <w:rPr>
            <w:webHidden/>
          </w:rPr>
          <w:tab/>
        </w:r>
        <w:r w:rsidR="00376BF0" w:rsidRPr="00376BF0">
          <w:rPr>
            <w:webHidden/>
          </w:rPr>
          <w:fldChar w:fldCharType="begin"/>
        </w:r>
        <w:r w:rsidR="00376BF0" w:rsidRPr="00376BF0">
          <w:rPr>
            <w:webHidden/>
          </w:rPr>
          <w:instrText xml:space="preserve"> PAGEREF _Toc178232116 \h </w:instrText>
        </w:r>
        <w:r w:rsidR="00376BF0" w:rsidRPr="00376BF0">
          <w:rPr>
            <w:webHidden/>
          </w:rPr>
        </w:r>
        <w:r w:rsidR="00376BF0" w:rsidRPr="00376BF0">
          <w:rPr>
            <w:webHidden/>
          </w:rPr>
          <w:fldChar w:fldCharType="separate"/>
        </w:r>
        <w:r>
          <w:rPr>
            <w:webHidden/>
          </w:rPr>
          <w:t>3-124</w:t>
        </w:r>
        <w:r w:rsidR="00376BF0" w:rsidRPr="00376BF0">
          <w:rPr>
            <w:webHidden/>
          </w:rPr>
          <w:fldChar w:fldCharType="end"/>
        </w:r>
      </w:hyperlink>
    </w:p>
    <w:p w14:paraId="7DA16735" w14:textId="447A4D3F" w:rsidR="00376BF0" w:rsidRPr="00376BF0" w:rsidRDefault="00246BB4">
      <w:pPr>
        <w:pStyle w:val="TOC3"/>
        <w:rPr>
          <w:rFonts w:eastAsiaTheme="minorEastAsia"/>
          <w:kern w:val="2"/>
          <w14:ligatures w14:val="standardContextual"/>
        </w:rPr>
      </w:pPr>
      <w:hyperlink w:anchor="_Toc178232117" w:history="1">
        <w:r w:rsidR="00376BF0" w:rsidRPr="00376BF0">
          <w:rPr>
            <w:rStyle w:val="Hyperlink"/>
            <w:u w:val="none"/>
          </w:rPr>
          <w:t>3.8.5</w:t>
        </w:r>
        <w:r w:rsidR="00376BF0" w:rsidRPr="00376BF0">
          <w:rPr>
            <w:rFonts w:eastAsiaTheme="minorEastAsia"/>
            <w:kern w:val="2"/>
            <w14:ligatures w14:val="standardContextual"/>
          </w:rPr>
          <w:tab/>
        </w:r>
        <w:r w:rsidR="00376BF0" w:rsidRPr="00376BF0">
          <w:rPr>
            <w:rStyle w:val="Hyperlink"/>
            <w:u w:val="none"/>
          </w:rPr>
          <w:t>Energy Storage Resources</w:t>
        </w:r>
        <w:r w:rsidR="00376BF0" w:rsidRPr="00376BF0">
          <w:rPr>
            <w:webHidden/>
          </w:rPr>
          <w:tab/>
        </w:r>
        <w:r w:rsidR="00376BF0" w:rsidRPr="00376BF0">
          <w:rPr>
            <w:webHidden/>
          </w:rPr>
          <w:fldChar w:fldCharType="begin"/>
        </w:r>
        <w:r w:rsidR="00376BF0" w:rsidRPr="00376BF0">
          <w:rPr>
            <w:webHidden/>
          </w:rPr>
          <w:instrText xml:space="preserve"> PAGEREF _Toc178232117 \h </w:instrText>
        </w:r>
        <w:r w:rsidR="00376BF0" w:rsidRPr="00376BF0">
          <w:rPr>
            <w:webHidden/>
          </w:rPr>
        </w:r>
        <w:r w:rsidR="00376BF0" w:rsidRPr="00376BF0">
          <w:rPr>
            <w:webHidden/>
          </w:rPr>
          <w:fldChar w:fldCharType="separate"/>
        </w:r>
        <w:r>
          <w:rPr>
            <w:webHidden/>
          </w:rPr>
          <w:t>3-124</w:t>
        </w:r>
        <w:r w:rsidR="00376BF0" w:rsidRPr="00376BF0">
          <w:rPr>
            <w:webHidden/>
          </w:rPr>
          <w:fldChar w:fldCharType="end"/>
        </w:r>
      </w:hyperlink>
    </w:p>
    <w:p w14:paraId="34015677" w14:textId="18ED7340" w:rsidR="00376BF0" w:rsidRPr="00376BF0" w:rsidRDefault="00246BB4">
      <w:pPr>
        <w:pStyle w:val="TOC3"/>
        <w:rPr>
          <w:rFonts w:eastAsiaTheme="minorEastAsia"/>
          <w:kern w:val="2"/>
          <w14:ligatures w14:val="standardContextual"/>
        </w:rPr>
      </w:pPr>
      <w:hyperlink w:anchor="_Toc178232118" w:history="1">
        <w:r w:rsidR="00376BF0" w:rsidRPr="00376BF0">
          <w:rPr>
            <w:rStyle w:val="Hyperlink"/>
            <w:u w:val="none"/>
          </w:rPr>
          <w:t>3.8.6</w:t>
        </w:r>
        <w:r w:rsidR="00376BF0" w:rsidRPr="00376BF0">
          <w:rPr>
            <w:rFonts w:eastAsiaTheme="minorEastAsia"/>
            <w:kern w:val="2"/>
            <w14:ligatures w14:val="standardContextual"/>
          </w:rPr>
          <w:tab/>
        </w:r>
        <w:r w:rsidR="00376BF0" w:rsidRPr="00376BF0">
          <w:rPr>
            <w:rStyle w:val="Hyperlink"/>
            <w:u w:val="none"/>
          </w:rPr>
          <w:t>Distribution Generation Resources (DGRs) and Distribution Energy Storage Resources (DESRs)</w:t>
        </w:r>
        <w:r w:rsidR="00376BF0" w:rsidRPr="00376BF0">
          <w:rPr>
            <w:webHidden/>
          </w:rPr>
          <w:tab/>
        </w:r>
        <w:r w:rsidR="00376BF0" w:rsidRPr="00376BF0">
          <w:rPr>
            <w:webHidden/>
          </w:rPr>
          <w:fldChar w:fldCharType="begin"/>
        </w:r>
        <w:r w:rsidR="00376BF0" w:rsidRPr="00376BF0">
          <w:rPr>
            <w:webHidden/>
          </w:rPr>
          <w:instrText xml:space="preserve"> PAGEREF _Toc178232118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325ED099" w14:textId="78BAEE0A" w:rsidR="00376BF0" w:rsidRPr="00376BF0" w:rsidRDefault="00246BB4">
      <w:pPr>
        <w:pStyle w:val="TOC3"/>
        <w:rPr>
          <w:rFonts w:eastAsiaTheme="minorEastAsia"/>
          <w:kern w:val="2"/>
          <w14:ligatures w14:val="standardContextual"/>
        </w:rPr>
      </w:pPr>
      <w:hyperlink w:anchor="_Toc178232119" w:history="1">
        <w:r w:rsidR="00376BF0" w:rsidRPr="00376BF0">
          <w:rPr>
            <w:rStyle w:val="Hyperlink"/>
            <w:u w:val="none"/>
          </w:rPr>
          <w:t>3.8.7</w:t>
        </w:r>
        <w:r w:rsidR="00376BF0" w:rsidRPr="00376BF0">
          <w:rPr>
            <w:rFonts w:eastAsiaTheme="minorEastAsia"/>
            <w:kern w:val="2"/>
            <w14:ligatures w14:val="standardContextual"/>
          </w:rPr>
          <w:tab/>
        </w:r>
        <w:r w:rsidR="00376BF0" w:rsidRPr="00376BF0">
          <w:rPr>
            <w:rStyle w:val="Hyperlink"/>
            <w:u w:val="none"/>
          </w:rPr>
          <w:t>Self-Limiting Facility</w:t>
        </w:r>
        <w:r w:rsidR="00376BF0" w:rsidRPr="00376BF0">
          <w:rPr>
            <w:webHidden/>
          </w:rPr>
          <w:tab/>
        </w:r>
        <w:r w:rsidR="00376BF0" w:rsidRPr="00376BF0">
          <w:rPr>
            <w:webHidden/>
          </w:rPr>
          <w:fldChar w:fldCharType="begin"/>
        </w:r>
        <w:r w:rsidR="00376BF0" w:rsidRPr="00376BF0">
          <w:rPr>
            <w:webHidden/>
          </w:rPr>
          <w:instrText xml:space="preserve"> PAGEREF _Toc178232119 \h </w:instrText>
        </w:r>
        <w:r w:rsidR="00376BF0" w:rsidRPr="00376BF0">
          <w:rPr>
            <w:webHidden/>
          </w:rPr>
        </w:r>
        <w:r w:rsidR="00376BF0" w:rsidRPr="00376BF0">
          <w:rPr>
            <w:webHidden/>
          </w:rPr>
          <w:fldChar w:fldCharType="separate"/>
        </w:r>
        <w:r>
          <w:rPr>
            <w:webHidden/>
          </w:rPr>
          <w:t>3-128</w:t>
        </w:r>
        <w:r w:rsidR="00376BF0" w:rsidRPr="00376BF0">
          <w:rPr>
            <w:webHidden/>
          </w:rPr>
          <w:fldChar w:fldCharType="end"/>
        </w:r>
      </w:hyperlink>
    </w:p>
    <w:p w14:paraId="7A754E5A" w14:textId="35C24B7E" w:rsidR="00376BF0" w:rsidRPr="00376BF0" w:rsidRDefault="00246BB4">
      <w:pPr>
        <w:pStyle w:val="TOC2"/>
        <w:rPr>
          <w:rFonts w:eastAsiaTheme="minorEastAsia"/>
          <w:noProof/>
          <w:kern w:val="2"/>
          <w14:ligatures w14:val="standardContextual"/>
        </w:rPr>
      </w:pPr>
      <w:hyperlink w:anchor="_Toc178232120" w:history="1">
        <w:r w:rsidR="00376BF0" w:rsidRPr="00376BF0">
          <w:rPr>
            <w:rStyle w:val="Hyperlink"/>
            <w:noProof/>
            <w:u w:val="none"/>
          </w:rPr>
          <w:t>3.9</w:t>
        </w:r>
        <w:r w:rsidR="00376BF0" w:rsidRPr="00376BF0">
          <w:rPr>
            <w:rFonts w:eastAsiaTheme="minorEastAsia"/>
            <w:noProof/>
            <w:kern w:val="2"/>
            <w14:ligatures w14:val="standardContextual"/>
          </w:rPr>
          <w:tab/>
        </w:r>
        <w:r w:rsidR="00376BF0" w:rsidRPr="00376BF0">
          <w:rPr>
            <w:rStyle w:val="Hyperlink"/>
            <w:noProof/>
            <w:u w:val="none"/>
          </w:rPr>
          <w:t>Current Operating Plan (COP)</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_Toc178232120 \h </w:instrText>
        </w:r>
        <w:r w:rsidR="00376BF0" w:rsidRPr="00376BF0">
          <w:rPr>
            <w:noProof/>
            <w:webHidden/>
          </w:rPr>
        </w:r>
        <w:r w:rsidR="00376BF0" w:rsidRPr="00376BF0">
          <w:rPr>
            <w:noProof/>
            <w:webHidden/>
          </w:rPr>
          <w:fldChar w:fldCharType="separate"/>
        </w:r>
        <w:r>
          <w:rPr>
            <w:noProof/>
            <w:webHidden/>
          </w:rPr>
          <w:t>3-131</w:t>
        </w:r>
        <w:r w:rsidR="00376BF0" w:rsidRPr="00376BF0">
          <w:rPr>
            <w:noProof/>
            <w:webHidden/>
          </w:rPr>
          <w:fldChar w:fldCharType="end"/>
        </w:r>
      </w:hyperlink>
    </w:p>
    <w:p w14:paraId="014BCB8F" w14:textId="56AA44DE" w:rsidR="00376BF0" w:rsidRPr="00376BF0" w:rsidRDefault="00246BB4">
      <w:pPr>
        <w:pStyle w:val="TOC3"/>
        <w:rPr>
          <w:rFonts w:eastAsiaTheme="minorEastAsia"/>
          <w:kern w:val="2"/>
          <w14:ligatures w14:val="standardContextual"/>
        </w:rPr>
      </w:pPr>
      <w:hyperlink w:anchor="_Toc178232121" w:history="1">
        <w:r w:rsidR="00376BF0" w:rsidRPr="00376BF0">
          <w:rPr>
            <w:rStyle w:val="Hyperlink"/>
            <w:u w:val="none"/>
          </w:rPr>
          <w:t>3.9.1</w:t>
        </w:r>
        <w:r w:rsidR="00376BF0" w:rsidRPr="00376BF0">
          <w:rPr>
            <w:rFonts w:eastAsiaTheme="minorEastAsia"/>
            <w:kern w:val="2"/>
            <w14:ligatures w14:val="standardContextual"/>
          </w:rPr>
          <w:tab/>
        </w:r>
        <w:r w:rsidR="00376BF0" w:rsidRPr="00376BF0">
          <w:rPr>
            <w:rStyle w:val="Hyperlink"/>
            <w:u w:val="none"/>
          </w:rPr>
          <w:t>Current Operating Plan (COP) Criteria</w:t>
        </w:r>
        <w:r w:rsidR="00376BF0" w:rsidRPr="00376BF0">
          <w:rPr>
            <w:webHidden/>
          </w:rPr>
          <w:tab/>
        </w:r>
        <w:r w:rsidR="00376BF0" w:rsidRPr="00376BF0">
          <w:rPr>
            <w:webHidden/>
          </w:rPr>
          <w:fldChar w:fldCharType="begin"/>
        </w:r>
        <w:r w:rsidR="00376BF0" w:rsidRPr="00376BF0">
          <w:rPr>
            <w:webHidden/>
          </w:rPr>
          <w:instrText xml:space="preserve"> PAGEREF _Toc178232121 \h </w:instrText>
        </w:r>
        <w:r w:rsidR="00376BF0" w:rsidRPr="00376BF0">
          <w:rPr>
            <w:webHidden/>
          </w:rPr>
        </w:r>
        <w:r w:rsidR="00376BF0" w:rsidRPr="00376BF0">
          <w:rPr>
            <w:webHidden/>
          </w:rPr>
          <w:fldChar w:fldCharType="separate"/>
        </w:r>
        <w:r>
          <w:rPr>
            <w:webHidden/>
          </w:rPr>
          <w:t>3-132</w:t>
        </w:r>
        <w:r w:rsidR="00376BF0" w:rsidRPr="00376BF0">
          <w:rPr>
            <w:webHidden/>
          </w:rPr>
          <w:fldChar w:fldCharType="end"/>
        </w:r>
      </w:hyperlink>
    </w:p>
    <w:p w14:paraId="53CCDFF9" w14:textId="7ADEECA6" w:rsidR="00376BF0" w:rsidRPr="00376BF0" w:rsidRDefault="00246BB4">
      <w:pPr>
        <w:pStyle w:val="TOC3"/>
        <w:rPr>
          <w:rFonts w:eastAsiaTheme="minorEastAsia"/>
          <w:kern w:val="2"/>
          <w14:ligatures w14:val="standardContextual"/>
        </w:rPr>
      </w:pPr>
      <w:hyperlink w:anchor="_Toc178232122" w:history="1">
        <w:r w:rsidR="00376BF0" w:rsidRPr="00376BF0">
          <w:rPr>
            <w:rStyle w:val="Hyperlink"/>
            <w:u w:val="none"/>
          </w:rPr>
          <w:t>3.9.2</w:t>
        </w:r>
        <w:r w:rsidR="00376BF0" w:rsidRPr="00376BF0">
          <w:rPr>
            <w:rFonts w:eastAsiaTheme="minorEastAsia"/>
            <w:kern w:val="2"/>
            <w14:ligatures w14:val="standardContextual"/>
          </w:rPr>
          <w:tab/>
        </w:r>
        <w:r w:rsidR="00376BF0" w:rsidRPr="00376BF0">
          <w:rPr>
            <w:rStyle w:val="Hyperlink"/>
            <w:u w:val="none"/>
          </w:rPr>
          <w:t>Current Operating Plan Validation</w:t>
        </w:r>
        <w:r w:rsidR="00376BF0" w:rsidRPr="00376BF0">
          <w:rPr>
            <w:webHidden/>
          </w:rPr>
          <w:tab/>
        </w:r>
        <w:r w:rsidR="00376BF0" w:rsidRPr="00376BF0">
          <w:rPr>
            <w:webHidden/>
          </w:rPr>
          <w:fldChar w:fldCharType="begin"/>
        </w:r>
        <w:r w:rsidR="00376BF0" w:rsidRPr="00376BF0">
          <w:rPr>
            <w:webHidden/>
          </w:rPr>
          <w:instrText xml:space="preserve"> PAGEREF _Toc178232122 \h </w:instrText>
        </w:r>
        <w:r w:rsidR="00376BF0" w:rsidRPr="00376BF0">
          <w:rPr>
            <w:webHidden/>
          </w:rPr>
        </w:r>
        <w:r w:rsidR="00376BF0" w:rsidRPr="00376BF0">
          <w:rPr>
            <w:webHidden/>
          </w:rPr>
          <w:fldChar w:fldCharType="separate"/>
        </w:r>
        <w:r>
          <w:rPr>
            <w:webHidden/>
          </w:rPr>
          <w:t>3-144</w:t>
        </w:r>
        <w:r w:rsidR="00376BF0" w:rsidRPr="00376BF0">
          <w:rPr>
            <w:webHidden/>
          </w:rPr>
          <w:fldChar w:fldCharType="end"/>
        </w:r>
      </w:hyperlink>
    </w:p>
    <w:p w14:paraId="75B9480B" w14:textId="51D509A2" w:rsidR="00376BF0" w:rsidRPr="00376BF0" w:rsidRDefault="00246BB4">
      <w:pPr>
        <w:pStyle w:val="TOC2"/>
        <w:rPr>
          <w:rFonts w:eastAsiaTheme="minorEastAsia"/>
          <w:noProof/>
          <w:kern w:val="2"/>
          <w14:ligatures w14:val="standardContextual"/>
        </w:rPr>
      </w:pPr>
      <w:hyperlink w:anchor="_Toc178232123" w:history="1">
        <w:r w:rsidR="00376BF0" w:rsidRPr="00376BF0">
          <w:rPr>
            <w:rStyle w:val="Hyperlink"/>
            <w:noProof/>
            <w:u w:val="none"/>
          </w:rPr>
          <w:t>3.10</w:t>
        </w:r>
        <w:r w:rsidR="00376BF0" w:rsidRPr="00376BF0">
          <w:rPr>
            <w:rFonts w:eastAsiaTheme="minorEastAsia"/>
            <w:noProof/>
            <w:kern w:val="2"/>
            <w14:ligatures w14:val="standardContextual"/>
          </w:rPr>
          <w:tab/>
        </w:r>
        <w:r w:rsidR="00376BF0" w:rsidRPr="00376BF0">
          <w:rPr>
            <w:rStyle w:val="Hyperlink"/>
            <w:noProof/>
            <w:u w:val="none"/>
          </w:rPr>
          <w:t>Network Operations Modeling and Telemetry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_Toc178232123 \h </w:instrText>
        </w:r>
        <w:r w:rsidR="00376BF0" w:rsidRPr="00376BF0">
          <w:rPr>
            <w:noProof/>
            <w:webHidden/>
          </w:rPr>
        </w:r>
        <w:r w:rsidR="00376BF0" w:rsidRPr="00376BF0">
          <w:rPr>
            <w:noProof/>
            <w:webHidden/>
          </w:rPr>
          <w:fldChar w:fldCharType="separate"/>
        </w:r>
        <w:r>
          <w:rPr>
            <w:noProof/>
            <w:webHidden/>
          </w:rPr>
          <w:t>3-145</w:t>
        </w:r>
        <w:r w:rsidR="00376BF0" w:rsidRPr="00376BF0">
          <w:rPr>
            <w:noProof/>
            <w:webHidden/>
          </w:rPr>
          <w:fldChar w:fldCharType="end"/>
        </w:r>
      </w:hyperlink>
    </w:p>
    <w:p w14:paraId="600DCB93" w14:textId="4A1B383E" w:rsidR="00376BF0" w:rsidRPr="00376BF0" w:rsidRDefault="00246BB4">
      <w:pPr>
        <w:pStyle w:val="TOC3"/>
        <w:rPr>
          <w:rFonts w:eastAsiaTheme="minorEastAsia"/>
          <w:kern w:val="2"/>
          <w14:ligatures w14:val="standardContextual"/>
        </w:rPr>
      </w:pPr>
      <w:hyperlink w:anchor="_Toc178232124" w:history="1">
        <w:r w:rsidR="00376BF0" w:rsidRPr="00376BF0">
          <w:rPr>
            <w:rStyle w:val="Hyperlink"/>
            <w:u w:val="none"/>
          </w:rPr>
          <w:t>3.10.1</w:t>
        </w:r>
        <w:r w:rsidR="00376BF0" w:rsidRPr="00376BF0">
          <w:rPr>
            <w:rFonts w:eastAsiaTheme="minorEastAsia"/>
            <w:kern w:val="2"/>
            <w14:ligatures w14:val="standardContextual"/>
          </w:rPr>
          <w:tab/>
        </w:r>
        <w:r w:rsidR="00376BF0" w:rsidRPr="00376BF0">
          <w:rPr>
            <w:rStyle w:val="Hyperlink"/>
            <w:u w:val="none"/>
          </w:rPr>
          <w:t>Time Line for Network Operations Model Changes</w:t>
        </w:r>
        <w:r w:rsidR="00376BF0" w:rsidRPr="00376BF0">
          <w:rPr>
            <w:webHidden/>
          </w:rPr>
          <w:tab/>
        </w:r>
        <w:r w:rsidR="00376BF0" w:rsidRPr="00376BF0">
          <w:rPr>
            <w:webHidden/>
          </w:rPr>
          <w:fldChar w:fldCharType="begin"/>
        </w:r>
        <w:r w:rsidR="00376BF0" w:rsidRPr="00376BF0">
          <w:rPr>
            <w:webHidden/>
          </w:rPr>
          <w:instrText xml:space="preserve"> PAGEREF _Toc178232124 \h </w:instrText>
        </w:r>
        <w:r w:rsidR="00376BF0" w:rsidRPr="00376BF0">
          <w:rPr>
            <w:webHidden/>
          </w:rPr>
        </w:r>
        <w:r w:rsidR="00376BF0" w:rsidRPr="00376BF0">
          <w:rPr>
            <w:webHidden/>
          </w:rPr>
          <w:fldChar w:fldCharType="separate"/>
        </w:r>
        <w:r>
          <w:rPr>
            <w:webHidden/>
          </w:rPr>
          <w:t>3-150</w:t>
        </w:r>
        <w:r w:rsidR="00376BF0" w:rsidRPr="00376BF0">
          <w:rPr>
            <w:webHidden/>
          </w:rPr>
          <w:fldChar w:fldCharType="end"/>
        </w:r>
      </w:hyperlink>
    </w:p>
    <w:p w14:paraId="0C47B0BB" w14:textId="600E18AD" w:rsidR="00376BF0" w:rsidRPr="00376BF0" w:rsidRDefault="00246BB4">
      <w:pPr>
        <w:pStyle w:val="TOC3"/>
        <w:rPr>
          <w:rFonts w:eastAsiaTheme="minorEastAsia"/>
          <w:kern w:val="2"/>
          <w14:ligatures w14:val="standardContextual"/>
        </w:rPr>
      </w:pPr>
      <w:hyperlink w:anchor="_Toc178232125" w:history="1">
        <w:r w:rsidR="00376BF0" w:rsidRPr="00376BF0">
          <w:rPr>
            <w:rStyle w:val="Hyperlink"/>
            <w:u w:val="none"/>
          </w:rPr>
          <w:t>3.10.2</w:t>
        </w:r>
        <w:r w:rsidR="00376BF0" w:rsidRPr="00376BF0">
          <w:rPr>
            <w:rFonts w:eastAsiaTheme="minorEastAsia"/>
            <w:kern w:val="2"/>
            <w14:ligatures w14:val="standardContextual"/>
          </w:rPr>
          <w:tab/>
        </w:r>
        <w:r w:rsidR="00376BF0" w:rsidRPr="00376BF0">
          <w:rPr>
            <w:rStyle w:val="Hyperlink"/>
            <w:u w:val="none"/>
          </w:rPr>
          <w:t>Annual Planning Model</w:t>
        </w:r>
        <w:r w:rsidR="00376BF0" w:rsidRPr="00376BF0">
          <w:rPr>
            <w:webHidden/>
          </w:rPr>
          <w:tab/>
        </w:r>
        <w:r w:rsidR="00376BF0" w:rsidRPr="00376BF0">
          <w:rPr>
            <w:webHidden/>
          </w:rPr>
          <w:fldChar w:fldCharType="begin"/>
        </w:r>
        <w:r w:rsidR="00376BF0" w:rsidRPr="00376BF0">
          <w:rPr>
            <w:webHidden/>
          </w:rPr>
          <w:instrText xml:space="preserve"> PAGEREF _Toc178232125 \h </w:instrText>
        </w:r>
        <w:r w:rsidR="00376BF0" w:rsidRPr="00376BF0">
          <w:rPr>
            <w:webHidden/>
          </w:rPr>
        </w:r>
        <w:r w:rsidR="00376BF0" w:rsidRPr="00376BF0">
          <w:rPr>
            <w:webHidden/>
          </w:rPr>
          <w:fldChar w:fldCharType="separate"/>
        </w:r>
        <w:r>
          <w:rPr>
            <w:webHidden/>
          </w:rPr>
          <w:t>3-153</w:t>
        </w:r>
        <w:r w:rsidR="00376BF0" w:rsidRPr="00376BF0">
          <w:rPr>
            <w:webHidden/>
          </w:rPr>
          <w:fldChar w:fldCharType="end"/>
        </w:r>
      </w:hyperlink>
    </w:p>
    <w:p w14:paraId="35539FBF" w14:textId="405FAB7E" w:rsidR="00376BF0" w:rsidRPr="00376BF0" w:rsidRDefault="00246BB4">
      <w:pPr>
        <w:pStyle w:val="TOC3"/>
        <w:rPr>
          <w:rFonts w:eastAsiaTheme="minorEastAsia"/>
          <w:kern w:val="2"/>
          <w14:ligatures w14:val="standardContextual"/>
        </w:rPr>
      </w:pPr>
      <w:hyperlink w:anchor="_Toc178232126" w:history="1">
        <w:r w:rsidR="00376BF0" w:rsidRPr="00376BF0">
          <w:rPr>
            <w:rStyle w:val="Hyperlink"/>
            <w:u w:val="none"/>
          </w:rPr>
          <w:t>3.10.3</w:t>
        </w:r>
        <w:r w:rsidR="00376BF0" w:rsidRPr="00376BF0">
          <w:rPr>
            <w:rFonts w:eastAsiaTheme="minorEastAsia"/>
            <w:kern w:val="2"/>
            <w14:ligatures w14:val="standardContextual"/>
          </w:rPr>
          <w:tab/>
        </w:r>
        <w:r w:rsidR="00376BF0" w:rsidRPr="00376BF0">
          <w:rPr>
            <w:rStyle w:val="Hyperlink"/>
            <w:u w:val="none"/>
          </w:rPr>
          <w:t>CRR Network Model</w:t>
        </w:r>
        <w:r w:rsidR="00376BF0" w:rsidRPr="00376BF0">
          <w:rPr>
            <w:webHidden/>
          </w:rPr>
          <w:tab/>
        </w:r>
        <w:r w:rsidR="00376BF0" w:rsidRPr="00376BF0">
          <w:rPr>
            <w:webHidden/>
          </w:rPr>
          <w:fldChar w:fldCharType="begin"/>
        </w:r>
        <w:r w:rsidR="00376BF0" w:rsidRPr="00376BF0">
          <w:rPr>
            <w:webHidden/>
          </w:rPr>
          <w:instrText xml:space="preserve"> PAGEREF _Toc178232126 \h </w:instrText>
        </w:r>
        <w:r w:rsidR="00376BF0" w:rsidRPr="00376BF0">
          <w:rPr>
            <w:webHidden/>
          </w:rPr>
        </w:r>
        <w:r w:rsidR="00376BF0" w:rsidRPr="00376BF0">
          <w:rPr>
            <w:webHidden/>
          </w:rPr>
          <w:fldChar w:fldCharType="separate"/>
        </w:r>
        <w:r>
          <w:rPr>
            <w:webHidden/>
          </w:rPr>
          <w:t>3-154</w:t>
        </w:r>
        <w:r w:rsidR="00376BF0" w:rsidRPr="00376BF0">
          <w:rPr>
            <w:webHidden/>
          </w:rPr>
          <w:fldChar w:fldCharType="end"/>
        </w:r>
      </w:hyperlink>
    </w:p>
    <w:p w14:paraId="6424237F" w14:textId="27427A75" w:rsidR="00376BF0" w:rsidRPr="00376BF0" w:rsidRDefault="00246BB4">
      <w:pPr>
        <w:pStyle w:val="TOC4"/>
        <w:rPr>
          <w:rFonts w:eastAsiaTheme="minorEastAsia"/>
          <w:bCs w:val="0"/>
          <w:snapToGrid/>
          <w:kern w:val="2"/>
          <w:sz w:val="20"/>
          <w:szCs w:val="20"/>
          <w14:ligatures w14:val="standardContextual"/>
        </w:rPr>
      </w:pPr>
      <w:hyperlink w:anchor="_Toc178232127" w:history="1">
        <w:r w:rsidR="00376BF0" w:rsidRPr="00376BF0">
          <w:rPr>
            <w:rStyle w:val="Hyperlink"/>
            <w:bCs w:val="0"/>
            <w:sz w:val="20"/>
            <w:szCs w:val="20"/>
            <w:u w:val="none"/>
          </w:rPr>
          <w:t>3.10.3.1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 for Managing Network Operations Model Updates for Point of Interconnection Bus Changes, Resource Retirements and Deletion of DC Tie Load Zones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3-155</w:t>
        </w:r>
        <w:r w:rsidR="00376BF0" w:rsidRPr="00376BF0">
          <w:rPr>
            <w:bCs w:val="0"/>
            <w:webHidden/>
            <w:sz w:val="20"/>
            <w:szCs w:val="20"/>
          </w:rPr>
          <w:fldChar w:fldCharType="end"/>
        </w:r>
      </w:hyperlink>
    </w:p>
    <w:p w14:paraId="5972B96B" w14:textId="4942E9BE" w:rsidR="00376BF0" w:rsidRPr="00376BF0" w:rsidRDefault="00246BB4">
      <w:pPr>
        <w:pStyle w:val="TOC3"/>
        <w:rPr>
          <w:rFonts w:eastAsiaTheme="minorEastAsia"/>
          <w:kern w:val="2"/>
          <w14:ligatures w14:val="standardContextual"/>
        </w:rPr>
      </w:pPr>
      <w:hyperlink w:anchor="_Toc178232128" w:history="1">
        <w:r w:rsidR="00376BF0" w:rsidRPr="00376BF0">
          <w:rPr>
            <w:rStyle w:val="Hyperlink"/>
            <w:u w:val="none"/>
          </w:rPr>
          <w:t>3.10.4</w:t>
        </w:r>
        <w:r w:rsidR="00376BF0" w:rsidRPr="00376BF0">
          <w:rPr>
            <w:rFonts w:eastAsiaTheme="minorEastAsia"/>
            <w:kern w:val="2"/>
            <w14:ligatures w14:val="standardContextual"/>
          </w:rPr>
          <w:tab/>
        </w:r>
        <w:r w:rsidR="00376BF0" w:rsidRPr="00376BF0">
          <w:rPr>
            <w:rStyle w:val="Hyperlink"/>
            <w:u w:val="none"/>
          </w:rPr>
          <w:t>ERCOT Responsibilities</w:t>
        </w:r>
        <w:r w:rsidR="00376BF0" w:rsidRPr="00376BF0">
          <w:rPr>
            <w:webHidden/>
          </w:rPr>
          <w:tab/>
        </w:r>
        <w:r w:rsidR="00376BF0" w:rsidRPr="00376BF0">
          <w:rPr>
            <w:webHidden/>
          </w:rPr>
          <w:fldChar w:fldCharType="begin"/>
        </w:r>
        <w:r w:rsidR="00376BF0" w:rsidRPr="00376BF0">
          <w:rPr>
            <w:webHidden/>
          </w:rPr>
          <w:instrText xml:space="preserve"> PAGEREF _Toc178232128 \h </w:instrText>
        </w:r>
        <w:r w:rsidR="00376BF0" w:rsidRPr="00376BF0">
          <w:rPr>
            <w:webHidden/>
          </w:rPr>
        </w:r>
        <w:r w:rsidR="00376BF0" w:rsidRPr="00376BF0">
          <w:rPr>
            <w:webHidden/>
          </w:rPr>
          <w:fldChar w:fldCharType="separate"/>
        </w:r>
        <w:r>
          <w:rPr>
            <w:webHidden/>
          </w:rPr>
          <w:t>3-155</w:t>
        </w:r>
        <w:r w:rsidR="00376BF0" w:rsidRPr="00376BF0">
          <w:rPr>
            <w:webHidden/>
          </w:rPr>
          <w:fldChar w:fldCharType="end"/>
        </w:r>
      </w:hyperlink>
    </w:p>
    <w:p w14:paraId="2140287F" w14:textId="68E8AEC4" w:rsidR="00376BF0" w:rsidRPr="00376BF0" w:rsidRDefault="00246BB4">
      <w:pPr>
        <w:pStyle w:val="TOC3"/>
        <w:rPr>
          <w:rFonts w:eastAsiaTheme="minorEastAsia"/>
          <w:kern w:val="2"/>
          <w14:ligatures w14:val="standardContextual"/>
        </w:rPr>
      </w:pPr>
      <w:hyperlink w:anchor="_Toc178232129"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Responsibilities</w:t>
        </w:r>
        <w:r w:rsidR="00376BF0" w:rsidRPr="00376BF0">
          <w:rPr>
            <w:webHidden/>
          </w:rPr>
          <w:tab/>
        </w:r>
        <w:r w:rsidR="00376BF0" w:rsidRPr="00376BF0">
          <w:rPr>
            <w:webHidden/>
          </w:rPr>
          <w:fldChar w:fldCharType="begin"/>
        </w:r>
        <w:r w:rsidR="00376BF0" w:rsidRPr="00376BF0">
          <w:rPr>
            <w:webHidden/>
          </w:rPr>
          <w:instrText xml:space="preserve"> PAGEREF _Toc178232129 \h </w:instrText>
        </w:r>
        <w:r w:rsidR="00376BF0" w:rsidRPr="00376BF0">
          <w:rPr>
            <w:webHidden/>
          </w:rPr>
        </w:r>
        <w:r w:rsidR="00376BF0" w:rsidRPr="00376BF0">
          <w:rPr>
            <w:webHidden/>
          </w:rPr>
          <w:fldChar w:fldCharType="separate"/>
        </w:r>
        <w:r>
          <w:rPr>
            <w:webHidden/>
          </w:rPr>
          <w:t>3-158</w:t>
        </w:r>
        <w:r w:rsidR="00376BF0" w:rsidRPr="00376BF0">
          <w:rPr>
            <w:webHidden/>
          </w:rPr>
          <w:fldChar w:fldCharType="end"/>
        </w:r>
      </w:hyperlink>
    </w:p>
    <w:p w14:paraId="355E55D2" w14:textId="433C8B13" w:rsidR="00376BF0" w:rsidRPr="00376BF0" w:rsidRDefault="00246BB4">
      <w:pPr>
        <w:pStyle w:val="TOC3"/>
        <w:rPr>
          <w:rFonts w:eastAsiaTheme="minorEastAsia"/>
          <w:kern w:val="2"/>
          <w14:ligatures w14:val="standardContextual"/>
        </w:rPr>
      </w:pPr>
      <w:hyperlink w:anchor="_Toc178232130"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and DCTO Responsibilities</w:t>
        </w:r>
        <w:r w:rsidR="00376BF0" w:rsidRPr="00376BF0">
          <w:rPr>
            <w:webHidden/>
          </w:rPr>
          <w:tab/>
        </w:r>
        <w:r w:rsidR="00376BF0" w:rsidRPr="00376BF0">
          <w:rPr>
            <w:webHidden/>
          </w:rPr>
          <w:fldChar w:fldCharType="begin"/>
        </w:r>
        <w:r w:rsidR="00376BF0" w:rsidRPr="00376BF0">
          <w:rPr>
            <w:webHidden/>
          </w:rPr>
          <w:instrText xml:space="preserve"> PAGEREF _Toc178232130 \h </w:instrText>
        </w:r>
        <w:r w:rsidR="00376BF0" w:rsidRPr="00376BF0">
          <w:rPr>
            <w:webHidden/>
          </w:rPr>
        </w:r>
        <w:r w:rsidR="00376BF0" w:rsidRPr="00376BF0">
          <w:rPr>
            <w:webHidden/>
          </w:rPr>
          <w:fldChar w:fldCharType="separate"/>
        </w:r>
        <w:r>
          <w:rPr>
            <w:webHidden/>
          </w:rPr>
          <w:t>3-159</w:t>
        </w:r>
        <w:r w:rsidR="00376BF0" w:rsidRPr="00376BF0">
          <w:rPr>
            <w:webHidden/>
          </w:rPr>
          <w:fldChar w:fldCharType="end"/>
        </w:r>
      </w:hyperlink>
    </w:p>
    <w:p w14:paraId="7F0F3047" w14:textId="18830653" w:rsidR="00376BF0" w:rsidRPr="00376BF0" w:rsidRDefault="00246BB4">
      <w:pPr>
        <w:pStyle w:val="TOC3"/>
        <w:rPr>
          <w:rFonts w:eastAsiaTheme="minorEastAsia"/>
          <w:kern w:val="2"/>
          <w14:ligatures w14:val="standardContextual"/>
        </w:rPr>
      </w:pPr>
      <w:hyperlink w:anchor="_Toc178232131" w:history="1">
        <w:r w:rsidR="00376BF0" w:rsidRPr="00376BF0">
          <w:rPr>
            <w:rStyle w:val="Hyperlink"/>
            <w:u w:val="none"/>
          </w:rPr>
          <w:t>3.10.6</w:t>
        </w:r>
        <w:r w:rsidR="00376BF0" w:rsidRPr="00376BF0">
          <w:rPr>
            <w:rFonts w:eastAsiaTheme="minorEastAsia"/>
            <w:kern w:val="2"/>
            <w14:ligatures w14:val="standardContextual"/>
          </w:rPr>
          <w:tab/>
        </w:r>
        <w:r w:rsidR="00376BF0" w:rsidRPr="00376BF0">
          <w:rPr>
            <w:rStyle w:val="Hyperlink"/>
            <w:u w:val="none"/>
          </w:rPr>
          <w:t>QSE and Resource Entity Responsibilities</w:t>
        </w:r>
        <w:r w:rsidR="00376BF0" w:rsidRPr="00376BF0">
          <w:rPr>
            <w:webHidden/>
          </w:rPr>
          <w:tab/>
        </w:r>
        <w:r w:rsidR="00376BF0" w:rsidRPr="00376BF0">
          <w:rPr>
            <w:webHidden/>
          </w:rPr>
          <w:fldChar w:fldCharType="begin"/>
        </w:r>
        <w:r w:rsidR="00376BF0" w:rsidRPr="00376BF0">
          <w:rPr>
            <w:webHidden/>
          </w:rPr>
          <w:instrText xml:space="preserve"> PAGEREF _Toc178232131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04BC0F94" w14:textId="2D87282B" w:rsidR="00376BF0" w:rsidRPr="00376BF0" w:rsidRDefault="00246BB4">
      <w:pPr>
        <w:pStyle w:val="TOC3"/>
        <w:rPr>
          <w:rFonts w:eastAsiaTheme="minorEastAsia"/>
          <w:kern w:val="2"/>
          <w14:ligatures w14:val="standardContextual"/>
        </w:rPr>
      </w:pPr>
      <w:hyperlink w:anchor="_Toc178232132" w:history="1">
        <w:r w:rsidR="00376BF0" w:rsidRPr="00376BF0">
          <w:rPr>
            <w:rStyle w:val="Hyperlink"/>
            <w:u w:val="none"/>
          </w:rPr>
          <w:t>3.10.7</w:t>
        </w:r>
        <w:r w:rsidR="00376BF0" w:rsidRPr="00376BF0">
          <w:rPr>
            <w:rFonts w:eastAsiaTheme="minorEastAsia"/>
            <w:kern w:val="2"/>
            <w14:ligatures w14:val="standardContextual"/>
          </w:rPr>
          <w:tab/>
        </w:r>
        <w:r w:rsidR="00376BF0" w:rsidRPr="00376BF0">
          <w:rPr>
            <w:rStyle w:val="Hyperlink"/>
            <w:u w:val="none"/>
          </w:rPr>
          <w:t>ERCOT System Modeling Requirements</w:t>
        </w:r>
        <w:r w:rsidR="00376BF0" w:rsidRPr="00376BF0">
          <w:rPr>
            <w:webHidden/>
          </w:rPr>
          <w:tab/>
        </w:r>
        <w:r w:rsidR="00376BF0" w:rsidRPr="00376BF0">
          <w:rPr>
            <w:webHidden/>
          </w:rPr>
          <w:fldChar w:fldCharType="begin"/>
        </w:r>
        <w:r w:rsidR="00376BF0" w:rsidRPr="00376BF0">
          <w:rPr>
            <w:webHidden/>
          </w:rPr>
          <w:instrText xml:space="preserve"> PAGEREF _Toc178232132 \h </w:instrText>
        </w:r>
        <w:r w:rsidR="00376BF0" w:rsidRPr="00376BF0">
          <w:rPr>
            <w:webHidden/>
          </w:rPr>
        </w:r>
        <w:r w:rsidR="00376BF0" w:rsidRPr="00376BF0">
          <w:rPr>
            <w:webHidden/>
          </w:rPr>
          <w:fldChar w:fldCharType="separate"/>
        </w:r>
        <w:r>
          <w:rPr>
            <w:webHidden/>
          </w:rPr>
          <w:t>3-162</w:t>
        </w:r>
        <w:r w:rsidR="00376BF0" w:rsidRPr="00376BF0">
          <w:rPr>
            <w:webHidden/>
          </w:rPr>
          <w:fldChar w:fldCharType="end"/>
        </w:r>
      </w:hyperlink>
    </w:p>
    <w:p w14:paraId="3DAE56F0" w14:textId="485155D4" w:rsidR="00376BF0" w:rsidRPr="00376BF0" w:rsidRDefault="00246BB4">
      <w:pPr>
        <w:pStyle w:val="TOC4"/>
        <w:rPr>
          <w:rFonts w:eastAsiaTheme="minorEastAsia"/>
          <w:bCs w:val="0"/>
          <w:snapToGrid/>
          <w:kern w:val="2"/>
          <w:sz w:val="20"/>
          <w:szCs w:val="20"/>
          <w14:ligatures w14:val="standardContextual"/>
        </w:rPr>
      </w:pPr>
      <w:hyperlink w:anchor="_Toc178232133" w:history="1">
        <w:r w:rsidR="00376BF0" w:rsidRPr="00376BF0">
          <w:rPr>
            <w:rStyle w:val="Hyperlink"/>
            <w:bCs w:val="0"/>
            <w:sz w:val="20"/>
            <w:szCs w:val="20"/>
            <w:u w:val="none"/>
          </w:rPr>
          <w:t>3.10.7.1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Transmission Elements and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3-162</w:t>
        </w:r>
        <w:r w:rsidR="00376BF0" w:rsidRPr="00376BF0">
          <w:rPr>
            <w:bCs w:val="0"/>
            <w:webHidden/>
            <w:sz w:val="20"/>
            <w:szCs w:val="20"/>
          </w:rPr>
          <w:fldChar w:fldCharType="end"/>
        </w:r>
      </w:hyperlink>
    </w:p>
    <w:p w14:paraId="644A1B8A" w14:textId="22466872" w:rsidR="00376BF0" w:rsidRPr="00376BF0" w:rsidRDefault="00246BB4">
      <w:pPr>
        <w:pStyle w:val="TOC5"/>
        <w:rPr>
          <w:rFonts w:eastAsiaTheme="minorEastAsia"/>
          <w:i w:val="0"/>
          <w:kern w:val="2"/>
          <w:sz w:val="20"/>
          <w:szCs w:val="20"/>
          <w14:ligatures w14:val="standardContextual"/>
        </w:rPr>
      </w:pPr>
      <w:hyperlink w:anchor="_Toc178232134" w:history="1">
        <w:r w:rsidR="00376BF0" w:rsidRPr="00376BF0">
          <w:rPr>
            <w:rStyle w:val="Hyperlink"/>
            <w:i w:val="0"/>
            <w:sz w:val="20"/>
            <w:szCs w:val="20"/>
            <w:u w:val="none"/>
          </w:rPr>
          <w:t>3.10.7.1.1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Lines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3-164</w:t>
        </w:r>
        <w:r w:rsidR="00376BF0" w:rsidRPr="00376BF0">
          <w:rPr>
            <w:i w:val="0"/>
            <w:webHidden/>
            <w:sz w:val="20"/>
            <w:szCs w:val="20"/>
          </w:rPr>
          <w:fldChar w:fldCharType="end"/>
        </w:r>
      </w:hyperlink>
    </w:p>
    <w:p w14:paraId="0A0F5B9F" w14:textId="160D5C2F" w:rsidR="00376BF0" w:rsidRPr="00376BF0" w:rsidRDefault="00246BB4">
      <w:pPr>
        <w:pStyle w:val="TOC5"/>
        <w:rPr>
          <w:rFonts w:eastAsiaTheme="minorEastAsia"/>
          <w:i w:val="0"/>
          <w:kern w:val="2"/>
          <w:sz w:val="20"/>
          <w:szCs w:val="20"/>
          <w14:ligatures w14:val="standardContextual"/>
        </w:rPr>
      </w:pPr>
      <w:hyperlink w:anchor="_Toc178232135" w:history="1">
        <w:r w:rsidR="00376BF0" w:rsidRPr="00376BF0">
          <w:rPr>
            <w:rStyle w:val="Hyperlink"/>
            <w:i w:val="0"/>
            <w:sz w:val="20"/>
            <w:szCs w:val="20"/>
            <w:u w:val="none"/>
          </w:rPr>
          <w:t>3.10.7.1.2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Buses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3-166</w:t>
        </w:r>
        <w:r w:rsidR="00376BF0" w:rsidRPr="00376BF0">
          <w:rPr>
            <w:i w:val="0"/>
            <w:webHidden/>
            <w:sz w:val="20"/>
            <w:szCs w:val="20"/>
          </w:rPr>
          <w:fldChar w:fldCharType="end"/>
        </w:r>
      </w:hyperlink>
    </w:p>
    <w:p w14:paraId="0A3A981D" w14:textId="1D54AC3F" w:rsidR="00376BF0" w:rsidRPr="00376BF0" w:rsidRDefault="00246BB4">
      <w:pPr>
        <w:pStyle w:val="TOC5"/>
        <w:rPr>
          <w:rFonts w:eastAsiaTheme="minorEastAsia"/>
          <w:i w:val="0"/>
          <w:kern w:val="2"/>
          <w:sz w:val="20"/>
          <w:szCs w:val="20"/>
          <w14:ligatures w14:val="standardContextual"/>
        </w:rPr>
      </w:pPr>
      <w:hyperlink w:anchor="_Toc178232136" w:history="1">
        <w:r w:rsidR="00376BF0" w:rsidRPr="00376BF0">
          <w:rPr>
            <w:rStyle w:val="Hyperlink"/>
            <w:i w:val="0"/>
            <w:sz w:val="20"/>
            <w:szCs w:val="20"/>
            <w:u w:val="none"/>
          </w:rPr>
          <w:t>3.10.7.1.3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3-167</w:t>
        </w:r>
        <w:r w:rsidR="00376BF0" w:rsidRPr="00376BF0">
          <w:rPr>
            <w:i w:val="0"/>
            <w:webHidden/>
            <w:sz w:val="20"/>
            <w:szCs w:val="20"/>
          </w:rPr>
          <w:fldChar w:fldCharType="end"/>
        </w:r>
      </w:hyperlink>
    </w:p>
    <w:p w14:paraId="04EA509A" w14:textId="0BB9BD5D" w:rsidR="00376BF0" w:rsidRPr="00376BF0" w:rsidRDefault="00246BB4">
      <w:pPr>
        <w:pStyle w:val="TOC5"/>
        <w:rPr>
          <w:rFonts w:eastAsiaTheme="minorEastAsia"/>
          <w:i w:val="0"/>
          <w:kern w:val="2"/>
          <w:sz w:val="20"/>
          <w:szCs w:val="20"/>
          <w14:ligatures w14:val="standardContextual"/>
        </w:rPr>
      </w:pPr>
      <w:hyperlink w:anchor="_Toc178232137" w:history="1">
        <w:r w:rsidR="00376BF0" w:rsidRPr="00376BF0">
          <w:rPr>
            <w:rStyle w:val="Hyperlink"/>
            <w:i w:val="0"/>
            <w:sz w:val="20"/>
            <w:szCs w:val="20"/>
            <w:u w:val="none"/>
          </w:rPr>
          <w:t>3.10.7.1.4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Main Power Transformers (MPTs) and Generation Resource Step-Up Transformers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3-169</w:t>
        </w:r>
        <w:r w:rsidR="00376BF0" w:rsidRPr="00376BF0">
          <w:rPr>
            <w:i w:val="0"/>
            <w:webHidden/>
            <w:sz w:val="20"/>
            <w:szCs w:val="20"/>
          </w:rPr>
          <w:fldChar w:fldCharType="end"/>
        </w:r>
      </w:hyperlink>
    </w:p>
    <w:p w14:paraId="2C22E309" w14:textId="6DECF9C1" w:rsidR="00376BF0" w:rsidRPr="00376BF0" w:rsidRDefault="00246BB4">
      <w:pPr>
        <w:pStyle w:val="TOC5"/>
        <w:rPr>
          <w:rFonts w:eastAsiaTheme="minorEastAsia"/>
          <w:i w:val="0"/>
          <w:kern w:val="2"/>
          <w:sz w:val="20"/>
          <w:szCs w:val="20"/>
          <w14:ligatures w14:val="standardContextual"/>
        </w:rPr>
      </w:pPr>
      <w:hyperlink w:anchor="_Toc178232138" w:history="1">
        <w:r w:rsidR="00376BF0" w:rsidRPr="00376BF0">
          <w:rPr>
            <w:rStyle w:val="Hyperlink"/>
            <w:i w:val="0"/>
            <w:sz w:val="20"/>
            <w:szCs w:val="20"/>
            <w:u w:val="none"/>
          </w:rPr>
          <w:t>3.10.7.1.5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Reactors, Capacitors, and other Reactive Controlled Sources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3-170</w:t>
        </w:r>
        <w:r w:rsidR="00376BF0" w:rsidRPr="00376BF0">
          <w:rPr>
            <w:i w:val="0"/>
            <w:webHidden/>
            <w:sz w:val="20"/>
            <w:szCs w:val="20"/>
          </w:rPr>
          <w:fldChar w:fldCharType="end"/>
        </w:r>
      </w:hyperlink>
    </w:p>
    <w:p w14:paraId="516CA7DC" w14:textId="0F2A9818" w:rsidR="00376BF0" w:rsidRPr="00376BF0" w:rsidRDefault="00246BB4">
      <w:pPr>
        <w:pStyle w:val="TOC4"/>
        <w:rPr>
          <w:rFonts w:eastAsiaTheme="minorEastAsia"/>
          <w:bCs w:val="0"/>
          <w:snapToGrid/>
          <w:kern w:val="2"/>
          <w:sz w:val="20"/>
          <w:szCs w:val="20"/>
          <w14:ligatures w14:val="standardContextual"/>
        </w:rPr>
      </w:pPr>
      <w:hyperlink w:anchor="_Toc178232139" w:history="1">
        <w:r w:rsidR="00376BF0" w:rsidRPr="00376BF0">
          <w:rPr>
            <w:rStyle w:val="Hyperlink"/>
            <w:bCs w:val="0"/>
            <w:sz w:val="20"/>
            <w:szCs w:val="20"/>
            <w:u w:val="none"/>
          </w:rPr>
          <w:t>3.10.7.2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Resources and Transmission Loads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3-171</w:t>
        </w:r>
        <w:r w:rsidR="00376BF0" w:rsidRPr="00376BF0">
          <w:rPr>
            <w:bCs w:val="0"/>
            <w:webHidden/>
            <w:sz w:val="20"/>
            <w:szCs w:val="20"/>
          </w:rPr>
          <w:fldChar w:fldCharType="end"/>
        </w:r>
      </w:hyperlink>
    </w:p>
    <w:p w14:paraId="507089B9" w14:textId="4F9290B0" w:rsidR="00376BF0" w:rsidRPr="00376BF0" w:rsidRDefault="00246BB4">
      <w:pPr>
        <w:pStyle w:val="TOC5"/>
        <w:rPr>
          <w:rFonts w:eastAsiaTheme="minorEastAsia"/>
          <w:i w:val="0"/>
          <w:kern w:val="2"/>
          <w:sz w:val="20"/>
          <w:szCs w:val="20"/>
          <w14:ligatures w14:val="standardContextual"/>
        </w:rPr>
      </w:pPr>
      <w:hyperlink w:anchor="_Toc178232140" w:history="1">
        <w:r w:rsidR="00376BF0" w:rsidRPr="00376BF0">
          <w:rPr>
            <w:rStyle w:val="Hyperlink"/>
            <w:i w:val="0"/>
            <w:sz w:val="20"/>
            <w:szCs w:val="20"/>
            <w:u w:val="none"/>
          </w:rPr>
          <w:t>3.10.7.2.1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Reporting of Demand Response</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3-175</w:t>
        </w:r>
        <w:r w:rsidR="00376BF0" w:rsidRPr="00376BF0">
          <w:rPr>
            <w:i w:val="0"/>
            <w:webHidden/>
            <w:sz w:val="20"/>
            <w:szCs w:val="20"/>
          </w:rPr>
          <w:fldChar w:fldCharType="end"/>
        </w:r>
      </w:hyperlink>
    </w:p>
    <w:p w14:paraId="08606024" w14:textId="6DF61D2F" w:rsidR="00376BF0" w:rsidRPr="00376BF0" w:rsidRDefault="00246BB4">
      <w:pPr>
        <w:pStyle w:val="TOC5"/>
        <w:rPr>
          <w:rFonts w:eastAsiaTheme="minorEastAsia"/>
          <w:i w:val="0"/>
          <w:kern w:val="2"/>
          <w:sz w:val="20"/>
          <w:szCs w:val="20"/>
          <w14:ligatures w14:val="standardContextual"/>
        </w:rPr>
      </w:pPr>
      <w:hyperlink w:anchor="_Toc178232141" w:history="1">
        <w:r w:rsidR="00376BF0" w:rsidRPr="00376BF0">
          <w:rPr>
            <w:rStyle w:val="Hyperlink"/>
            <w:i w:val="0"/>
            <w:sz w:val="20"/>
            <w:szCs w:val="20"/>
            <w:u w:val="none"/>
          </w:rPr>
          <w:t>3.10.7.2.2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Annual Demand Response Report</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3-176</w:t>
        </w:r>
        <w:r w:rsidR="00376BF0" w:rsidRPr="00376BF0">
          <w:rPr>
            <w:i w:val="0"/>
            <w:webHidden/>
            <w:sz w:val="20"/>
            <w:szCs w:val="20"/>
          </w:rPr>
          <w:fldChar w:fldCharType="end"/>
        </w:r>
      </w:hyperlink>
    </w:p>
    <w:p w14:paraId="74550810" w14:textId="163AFC64" w:rsidR="00376BF0" w:rsidRPr="00376BF0" w:rsidRDefault="00246BB4">
      <w:pPr>
        <w:pStyle w:val="TOC4"/>
        <w:rPr>
          <w:rFonts w:eastAsiaTheme="minorEastAsia"/>
          <w:bCs w:val="0"/>
          <w:snapToGrid/>
          <w:kern w:val="2"/>
          <w:sz w:val="20"/>
          <w:szCs w:val="20"/>
          <w14:ligatures w14:val="standardContextual"/>
        </w:rPr>
      </w:pPr>
      <w:hyperlink w:anchor="_Toc178232142" w:history="1">
        <w:r w:rsidR="00376BF0" w:rsidRPr="00376BF0">
          <w:rPr>
            <w:rStyle w:val="Hyperlink"/>
            <w:bCs w:val="0"/>
            <w:sz w:val="20"/>
            <w:szCs w:val="20"/>
            <w:u w:val="none"/>
          </w:rPr>
          <w:t>3.10.7.3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Private Use Networks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3-179</w:t>
        </w:r>
        <w:r w:rsidR="00376BF0" w:rsidRPr="00376BF0">
          <w:rPr>
            <w:bCs w:val="0"/>
            <w:webHidden/>
            <w:sz w:val="20"/>
            <w:szCs w:val="20"/>
          </w:rPr>
          <w:fldChar w:fldCharType="end"/>
        </w:r>
      </w:hyperlink>
    </w:p>
    <w:p w14:paraId="7D23367C" w14:textId="42F242B7" w:rsidR="00376BF0" w:rsidRPr="00376BF0" w:rsidRDefault="00246BB4">
      <w:pPr>
        <w:pStyle w:val="TOC4"/>
        <w:rPr>
          <w:rFonts w:eastAsiaTheme="minorEastAsia"/>
          <w:bCs w:val="0"/>
          <w:snapToGrid/>
          <w:kern w:val="2"/>
          <w:sz w:val="20"/>
          <w:szCs w:val="20"/>
          <w14:ligatures w14:val="standardContextual"/>
        </w:rPr>
      </w:pPr>
      <w:hyperlink w:anchor="_Toc178232143" w:history="1">
        <w:r w:rsidR="00376BF0" w:rsidRPr="00376BF0">
          <w:rPr>
            <w:rStyle w:val="Hyperlink"/>
            <w:bCs w:val="0"/>
            <w:sz w:val="20"/>
            <w:szCs w:val="20"/>
            <w:u w:val="none"/>
          </w:rPr>
          <w:t>3.10.7.4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Remedial Action Schemes, Automatic Mitigation Plans and Remedial Action Plans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3-180</w:t>
        </w:r>
        <w:r w:rsidR="00376BF0" w:rsidRPr="00376BF0">
          <w:rPr>
            <w:bCs w:val="0"/>
            <w:webHidden/>
            <w:sz w:val="20"/>
            <w:szCs w:val="20"/>
          </w:rPr>
          <w:fldChar w:fldCharType="end"/>
        </w:r>
      </w:hyperlink>
    </w:p>
    <w:p w14:paraId="4AEE29CF" w14:textId="3CC4885F" w:rsidR="00376BF0" w:rsidRPr="00376BF0" w:rsidRDefault="00246BB4">
      <w:pPr>
        <w:pStyle w:val="TOC4"/>
        <w:rPr>
          <w:rFonts w:eastAsiaTheme="minorEastAsia"/>
          <w:bCs w:val="0"/>
          <w:snapToGrid/>
          <w:kern w:val="2"/>
          <w:sz w:val="20"/>
          <w:szCs w:val="20"/>
          <w14:ligatures w14:val="standardContextual"/>
        </w:rPr>
      </w:pPr>
      <w:hyperlink w:anchor="_Toc178232144" w:history="1">
        <w:r w:rsidR="00376BF0" w:rsidRPr="00376BF0">
          <w:rPr>
            <w:rStyle w:val="Hyperlink"/>
            <w:bCs w:val="0"/>
            <w:sz w:val="20"/>
            <w:szCs w:val="20"/>
            <w:u w:val="none"/>
          </w:rPr>
          <w:t>3.10.7.5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3-181</w:t>
        </w:r>
        <w:r w:rsidR="00376BF0" w:rsidRPr="00376BF0">
          <w:rPr>
            <w:bCs w:val="0"/>
            <w:webHidden/>
            <w:sz w:val="20"/>
            <w:szCs w:val="20"/>
          </w:rPr>
          <w:fldChar w:fldCharType="end"/>
        </w:r>
      </w:hyperlink>
    </w:p>
    <w:p w14:paraId="2DC6C04B" w14:textId="0B3145D5" w:rsidR="00376BF0" w:rsidRPr="00376BF0" w:rsidRDefault="00246BB4">
      <w:pPr>
        <w:pStyle w:val="TOC5"/>
        <w:rPr>
          <w:rFonts w:eastAsiaTheme="minorEastAsia"/>
          <w:i w:val="0"/>
          <w:kern w:val="2"/>
          <w:sz w:val="20"/>
          <w:szCs w:val="20"/>
          <w14:ligatures w14:val="standardContextual"/>
        </w:rPr>
      </w:pPr>
      <w:hyperlink w:anchor="_Toc178232145" w:history="1">
        <w:r w:rsidR="00376BF0" w:rsidRPr="00376BF0">
          <w:rPr>
            <w:rStyle w:val="Hyperlink"/>
            <w:i w:val="0"/>
            <w:sz w:val="20"/>
            <w:szCs w:val="20"/>
            <w:u w:val="none"/>
          </w:rPr>
          <w:t>3.10.7.5.1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Status of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3-183</w:t>
        </w:r>
        <w:r w:rsidR="00376BF0" w:rsidRPr="00376BF0">
          <w:rPr>
            <w:i w:val="0"/>
            <w:webHidden/>
            <w:sz w:val="20"/>
            <w:szCs w:val="20"/>
          </w:rPr>
          <w:fldChar w:fldCharType="end"/>
        </w:r>
      </w:hyperlink>
    </w:p>
    <w:p w14:paraId="3CCBCBC5" w14:textId="30D125B8" w:rsidR="00376BF0" w:rsidRPr="00376BF0" w:rsidRDefault="00246BB4">
      <w:pPr>
        <w:pStyle w:val="TOC5"/>
        <w:rPr>
          <w:rFonts w:eastAsiaTheme="minorEastAsia"/>
          <w:i w:val="0"/>
          <w:kern w:val="2"/>
          <w:sz w:val="20"/>
          <w:szCs w:val="20"/>
          <w14:ligatures w14:val="standardContextual"/>
        </w:rPr>
      </w:pPr>
      <w:hyperlink w:anchor="_Toc178232146" w:history="1">
        <w:r w:rsidR="00376BF0" w:rsidRPr="00376BF0">
          <w:rPr>
            <w:rStyle w:val="Hyperlink"/>
            <w:i w:val="0"/>
            <w:sz w:val="20"/>
            <w:szCs w:val="20"/>
            <w:u w:val="none"/>
          </w:rPr>
          <w:t>3.10.7.5.2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Real-Time Measurements of Bus Load, Voltages, Tap Position, and Flows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3-186</w:t>
        </w:r>
        <w:r w:rsidR="00376BF0" w:rsidRPr="00376BF0">
          <w:rPr>
            <w:i w:val="0"/>
            <w:webHidden/>
            <w:sz w:val="20"/>
            <w:szCs w:val="20"/>
          </w:rPr>
          <w:fldChar w:fldCharType="end"/>
        </w:r>
      </w:hyperlink>
    </w:p>
    <w:p w14:paraId="71552C31" w14:textId="0E2EA44C" w:rsidR="00376BF0" w:rsidRPr="00376BF0" w:rsidRDefault="00246BB4">
      <w:pPr>
        <w:pStyle w:val="TOC5"/>
        <w:rPr>
          <w:rFonts w:eastAsiaTheme="minorEastAsia"/>
          <w:i w:val="0"/>
          <w:kern w:val="2"/>
          <w:sz w:val="20"/>
          <w:szCs w:val="20"/>
          <w14:ligatures w14:val="standardContextual"/>
        </w:rPr>
      </w:pPr>
      <w:hyperlink w:anchor="_Toc178232147" w:history="1">
        <w:r w:rsidR="00376BF0" w:rsidRPr="00376BF0">
          <w:rPr>
            <w:rStyle w:val="Hyperlink"/>
            <w:i w:val="0"/>
            <w:sz w:val="20"/>
            <w:szCs w:val="20"/>
            <w:u w:val="none"/>
          </w:rPr>
          <w:t xml:space="preserve">3.10.7.5.3 </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Required Telemetry of Voltage and Power Flow</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3-190</w:t>
        </w:r>
        <w:r w:rsidR="00376BF0" w:rsidRPr="00376BF0">
          <w:rPr>
            <w:i w:val="0"/>
            <w:webHidden/>
            <w:sz w:val="20"/>
            <w:szCs w:val="20"/>
          </w:rPr>
          <w:fldChar w:fldCharType="end"/>
        </w:r>
      </w:hyperlink>
    </w:p>
    <w:p w14:paraId="6B8D35A8" w14:textId="0C3061EE" w:rsidR="00376BF0" w:rsidRPr="00376BF0" w:rsidRDefault="00246BB4">
      <w:pPr>
        <w:pStyle w:val="TOC5"/>
        <w:rPr>
          <w:rFonts w:eastAsiaTheme="minorEastAsia"/>
          <w:i w:val="0"/>
          <w:kern w:val="2"/>
          <w:sz w:val="20"/>
          <w:szCs w:val="20"/>
          <w14:ligatures w14:val="standardContextual"/>
        </w:rPr>
      </w:pPr>
      <w:hyperlink w:anchor="_Toc178232148" w:history="1">
        <w:r w:rsidR="00376BF0" w:rsidRPr="00376BF0">
          <w:rPr>
            <w:rStyle w:val="Hyperlink"/>
            <w:i w:val="0"/>
            <w:sz w:val="20"/>
            <w:szCs w:val="20"/>
            <w:u w:val="none"/>
          </w:rPr>
          <w:t>3.10.7.5.4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General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3-190</w:t>
        </w:r>
        <w:r w:rsidR="00376BF0" w:rsidRPr="00376BF0">
          <w:rPr>
            <w:i w:val="0"/>
            <w:webHidden/>
            <w:sz w:val="20"/>
            <w:szCs w:val="20"/>
          </w:rPr>
          <w:fldChar w:fldCharType="end"/>
        </w:r>
      </w:hyperlink>
    </w:p>
    <w:p w14:paraId="23505090" w14:textId="74AE83E3" w:rsidR="00376BF0" w:rsidRPr="00376BF0" w:rsidRDefault="00246BB4">
      <w:pPr>
        <w:pStyle w:val="TOC5"/>
        <w:rPr>
          <w:rFonts w:eastAsiaTheme="minorEastAsia"/>
          <w:i w:val="0"/>
          <w:kern w:val="2"/>
          <w:sz w:val="20"/>
          <w:szCs w:val="20"/>
          <w14:ligatures w14:val="standardContextual"/>
        </w:rPr>
      </w:pPr>
      <w:hyperlink w:anchor="_Toc178232149" w:history="1">
        <w:r w:rsidR="00376BF0" w:rsidRPr="00376BF0">
          <w:rPr>
            <w:rStyle w:val="Hyperlink"/>
            <w:i w:val="0"/>
            <w:sz w:val="20"/>
            <w:szCs w:val="20"/>
            <w:u w:val="none"/>
          </w:rPr>
          <w:t>3.10.7.5.5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Supplemental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_Toc178232149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3-191</w:t>
        </w:r>
        <w:r w:rsidR="00376BF0" w:rsidRPr="00376BF0">
          <w:rPr>
            <w:i w:val="0"/>
            <w:webHidden/>
            <w:sz w:val="20"/>
            <w:szCs w:val="20"/>
          </w:rPr>
          <w:fldChar w:fldCharType="end"/>
        </w:r>
      </w:hyperlink>
    </w:p>
    <w:p w14:paraId="5B2F78C1" w14:textId="4DD0FD8D" w:rsidR="00376BF0" w:rsidRPr="00376BF0" w:rsidRDefault="00246BB4">
      <w:pPr>
        <w:pStyle w:val="TOC5"/>
        <w:rPr>
          <w:rFonts w:eastAsiaTheme="minorEastAsia"/>
          <w:i w:val="0"/>
          <w:kern w:val="2"/>
          <w:sz w:val="20"/>
          <w:szCs w:val="20"/>
          <w14:ligatures w14:val="standardContextual"/>
        </w:rPr>
      </w:pPr>
      <w:hyperlink w:anchor="_Toc178232150" w:history="1">
        <w:r w:rsidR="00376BF0" w:rsidRPr="00376BF0">
          <w:rPr>
            <w:rStyle w:val="Hyperlink"/>
            <w:i w:val="0"/>
            <w:sz w:val="20"/>
            <w:szCs w:val="20"/>
            <w:u w:val="none"/>
          </w:rPr>
          <w:t>3.10.7.5.6</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TSP/QSE Telemetry Restoration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3-192</w:t>
        </w:r>
        <w:r w:rsidR="00376BF0" w:rsidRPr="00376BF0">
          <w:rPr>
            <w:i w:val="0"/>
            <w:webHidden/>
            <w:sz w:val="20"/>
            <w:szCs w:val="20"/>
          </w:rPr>
          <w:fldChar w:fldCharType="end"/>
        </w:r>
      </w:hyperlink>
    </w:p>
    <w:p w14:paraId="47387927" w14:textId="12080AB8" w:rsidR="00376BF0" w:rsidRPr="00376BF0" w:rsidRDefault="00246BB4">
      <w:pPr>
        <w:pStyle w:val="TOC5"/>
        <w:rPr>
          <w:rFonts w:eastAsiaTheme="minorEastAsia"/>
          <w:i w:val="0"/>
          <w:kern w:val="2"/>
          <w:sz w:val="20"/>
          <w:szCs w:val="20"/>
          <w14:ligatures w14:val="standardContextual"/>
        </w:rPr>
      </w:pPr>
      <w:hyperlink w:anchor="_Toc178232151" w:history="1">
        <w:r w:rsidR="00376BF0" w:rsidRPr="00376BF0">
          <w:rPr>
            <w:rStyle w:val="Hyperlink"/>
            <w:i w:val="0"/>
            <w:sz w:val="20"/>
            <w:szCs w:val="20"/>
            <w:u w:val="none"/>
          </w:rPr>
          <w:t>3.10.7.5.7</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Calibration, Quality Checking, and Testing</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3-193</w:t>
        </w:r>
        <w:r w:rsidR="00376BF0" w:rsidRPr="00376BF0">
          <w:rPr>
            <w:i w:val="0"/>
            <w:webHidden/>
            <w:sz w:val="20"/>
            <w:szCs w:val="20"/>
          </w:rPr>
          <w:fldChar w:fldCharType="end"/>
        </w:r>
      </w:hyperlink>
    </w:p>
    <w:p w14:paraId="5C8C9C5E" w14:textId="6ADCB66B" w:rsidR="00376BF0" w:rsidRPr="00376BF0" w:rsidRDefault="00246BB4">
      <w:pPr>
        <w:pStyle w:val="TOC5"/>
        <w:rPr>
          <w:rFonts w:eastAsiaTheme="minorEastAsia"/>
          <w:i w:val="0"/>
          <w:kern w:val="2"/>
          <w:sz w:val="20"/>
          <w:szCs w:val="20"/>
          <w14:ligatures w14:val="standardContextual"/>
        </w:rPr>
      </w:pPr>
      <w:hyperlink w:anchor="_Toc178232152" w:history="1">
        <w:r w:rsidR="00376BF0" w:rsidRPr="00376BF0">
          <w:rPr>
            <w:rStyle w:val="Hyperlink"/>
            <w:i w:val="0"/>
            <w:sz w:val="20"/>
            <w:szCs w:val="20"/>
            <w:u w:val="none"/>
          </w:rPr>
          <w:t>3.10.7.5.8</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Inter-Control Center Communications Protocol (ICCP) Links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_Toc178232152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3-193</w:t>
        </w:r>
        <w:r w:rsidR="00376BF0" w:rsidRPr="00376BF0">
          <w:rPr>
            <w:i w:val="0"/>
            <w:webHidden/>
            <w:sz w:val="20"/>
            <w:szCs w:val="20"/>
          </w:rPr>
          <w:fldChar w:fldCharType="end"/>
        </w:r>
      </w:hyperlink>
    </w:p>
    <w:p w14:paraId="19579BC4" w14:textId="12FC40CA" w:rsidR="00376BF0" w:rsidRPr="00376BF0" w:rsidRDefault="00246BB4">
      <w:pPr>
        <w:pStyle w:val="TOC4"/>
        <w:rPr>
          <w:rFonts w:eastAsiaTheme="minorEastAsia"/>
          <w:bCs w:val="0"/>
          <w:snapToGrid/>
          <w:kern w:val="2"/>
          <w:sz w:val="20"/>
          <w:szCs w:val="20"/>
          <w14:ligatures w14:val="standardContextual"/>
        </w:rPr>
      </w:pPr>
      <w:hyperlink w:anchor="_Toc178232153" w:history="1">
        <w:r w:rsidR="00376BF0" w:rsidRPr="00376BF0">
          <w:rPr>
            <w:rStyle w:val="Hyperlink"/>
            <w:bCs w:val="0"/>
            <w:sz w:val="20"/>
            <w:szCs w:val="20"/>
            <w:u w:val="none"/>
          </w:rPr>
          <w:t>3.10.7.5.8.1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Data Quality Codes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3-193</w:t>
        </w:r>
        <w:r w:rsidR="00376BF0" w:rsidRPr="00376BF0">
          <w:rPr>
            <w:bCs w:val="0"/>
            <w:webHidden/>
            <w:sz w:val="20"/>
            <w:szCs w:val="20"/>
          </w:rPr>
          <w:fldChar w:fldCharType="end"/>
        </w:r>
      </w:hyperlink>
    </w:p>
    <w:p w14:paraId="50FF6AF8" w14:textId="25BB6B4A" w:rsidR="00376BF0" w:rsidRPr="00376BF0" w:rsidRDefault="00246BB4">
      <w:pPr>
        <w:pStyle w:val="TOC4"/>
        <w:rPr>
          <w:rFonts w:eastAsiaTheme="minorEastAsia"/>
          <w:bCs w:val="0"/>
          <w:snapToGrid/>
          <w:kern w:val="2"/>
          <w:sz w:val="20"/>
          <w:szCs w:val="20"/>
          <w14:ligatures w14:val="standardContextual"/>
        </w:rPr>
      </w:pPr>
      <w:hyperlink w:anchor="_Toc178232154" w:history="1">
        <w:r w:rsidR="00376BF0" w:rsidRPr="00376BF0">
          <w:rPr>
            <w:rStyle w:val="Hyperlink"/>
            <w:bCs w:val="0"/>
            <w:sz w:val="20"/>
            <w:szCs w:val="20"/>
            <w:u w:val="none"/>
          </w:rPr>
          <w:t>3.10.7.5.8.2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Reliability of ICCP Associations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3-193</w:t>
        </w:r>
        <w:r w:rsidR="00376BF0" w:rsidRPr="00376BF0">
          <w:rPr>
            <w:bCs w:val="0"/>
            <w:webHidden/>
            <w:sz w:val="20"/>
            <w:szCs w:val="20"/>
          </w:rPr>
          <w:fldChar w:fldCharType="end"/>
        </w:r>
      </w:hyperlink>
    </w:p>
    <w:p w14:paraId="71B791D8" w14:textId="7A498E28" w:rsidR="00376BF0" w:rsidRPr="00376BF0" w:rsidRDefault="00246BB4">
      <w:pPr>
        <w:pStyle w:val="TOC5"/>
        <w:rPr>
          <w:rFonts w:eastAsiaTheme="minorEastAsia"/>
          <w:i w:val="0"/>
          <w:kern w:val="2"/>
          <w:sz w:val="20"/>
          <w:szCs w:val="20"/>
          <w14:ligatures w14:val="standardContextual"/>
        </w:rPr>
      </w:pPr>
      <w:hyperlink w:anchor="_Toc178232155" w:history="1">
        <w:r w:rsidR="00376BF0" w:rsidRPr="00376BF0">
          <w:rPr>
            <w:rStyle w:val="Hyperlink"/>
            <w:i w:val="0"/>
            <w:sz w:val="20"/>
            <w:szCs w:val="20"/>
            <w:u w:val="none"/>
          </w:rPr>
          <w:t>3.10.7.5.9</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ERCOT Requests for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2A62FEEF" w14:textId="14E615E3" w:rsidR="00376BF0" w:rsidRPr="00376BF0" w:rsidRDefault="00246BB4">
      <w:pPr>
        <w:pStyle w:val="TOC5"/>
        <w:rPr>
          <w:rFonts w:eastAsiaTheme="minorEastAsia"/>
          <w:i w:val="0"/>
          <w:kern w:val="2"/>
          <w:sz w:val="20"/>
          <w:szCs w:val="20"/>
          <w14:ligatures w14:val="standardContextual"/>
        </w:rPr>
      </w:pPr>
      <w:hyperlink w:anchor="_Toc178232156" w:history="1">
        <w:r w:rsidR="00376BF0" w:rsidRPr="00376BF0">
          <w:rPr>
            <w:rStyle w:val="Hyperlink"/>
            <w:i w:val="0"/>
            <w:sz w:val="20"/>
            <w:szCs w:val="20"/>
            <w:u w:val="none"/>
          </w:rPr>
          <w:t>3.10.7.5.10</w:t>
        </w:r>
        <w:r w:rsidR="00376BF0">
          <w:rPr>
            <w:rStyle w:val="Hyperlink"/>
            <w:i w:val="0"/>
            <w:sz w:val="20"/>
            <w:szCs w:val="20"/>
            <w:u w:val="none"/>
          </w:rPr>
          <w:t xml:space="preserve"> </w:t>
        </w:r>
        <w:r w:rsidR="00376BF0" w:rsidRPr="00376BF0">
          <w:rPr>
            <w:rStyle w:val="Hyperlink"/>
            <w:i w:val="0"/>
            <w:sz w:val="20"/>
            <w:szCs w:val="20"/>
            <w:u w:val="none"/>
          </w:rPr>
          <w:t>ERCOT Requests for Redundant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3-196</w:t>
        </w:r>
        <w:r w:rsidR="00376BF0" w:rsidRPr="00376BF0">
          <w:rPr>
            <w:i w:val="0"/>
            <w:webHidden/>
            <w:sz w:val="20"/>
            <w:szCs w:val="20"/>
          </w:rPr>
          <w:fldChar w:fldCharType="end"/>
        </w:r>
      </w:hyperlink>
    </w:p>
    <w:p w14:paraId="32DAED38" w14:textId="3684DB0E" w:rsidR="00376BF0" w:rsidRPr="00376BF0" w:rsidRDefault="00246BB4">
      <w:pPr>
        <w:pStyle w:val="TOC4"/>
        <w:rPr>
          <w:rFonts w:eastAsiaTheme="minorEastAsia"/>
          <w:bCs w:val="0"/>
          <w:snapToGrid/>
          <w:kern w:val="2"/>
          <w:sz w:val="20"/>
          <w:szCs w:val="20"/>
          <w14:ligatures w14:val="standardContextual"/>
        </w:rPr>
      </w:pPr>
      <w:hyperlink w:anchor="_Toc178232157" w:history="1">
        <w:r w:rsidR="00376BF0" w:rsidRPr="00376BF0">
          <w:rPr>
            <w:rStyle w:val="Hyperlink"/>
            <w:bCs w:val="0"/>
            <w:sz w:val="20"/>
            <w:szCs w:val="20"/>
            <w:u w:val="none"/>
          </w:rPr>
          <w:t>3.10.7.6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Use of Generic Transmission Constraints and Generic Transmission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3-197</w:t>
        </w:r>
        <w:r w:rsidR="00376BF0" w:rsidRPr="00376BF0">
          <w:rPr>
            <w:bCs w:val="0"/>
            <w:webHidden/>
            <w:sz w:val="20"/>
            <w:szCs w:val="20"/>
          </w:rPr>
          <w:fldChar w:fldCharType="end"/>
        </w:r>
      </w:hyperlink>
    </w:p>
    <w:p w14:paraId="13CB4162" w14:textId="2EB2A540" w:rsidR="00376BF0" w:rsidRPr="00376BF0" w:rsidRDefault="00246BB4">
      <w:pPr>
        <w:pStyle w:val="TOC4"/>
        <w:rPr>
          <w:rFonts w:eastAsiaTheme="minorEastAsia"/>
          <w:bCs w:val="0"/>
          <w:snapToGrid/>
          <w:kern w:val="2"/>
          <w:sz w:val="20"/>
          <w:szCs w:val="20"/>
          <w14:ligatures w14:val="standardContextual"/>
        </w:rPr>
      </w:pPr>
      <w:hyperlink w:anchor="_Toc178232158" w:history="1">
        <w:r w:rsidR="00376BF0" w:rsidRPr="00376BF0">
          <w:rPr>
            <w:rStyle w:val="Hyperlink"/>
            <w:bCs w:val="0"/>
            <w:sz w:val="20"/>
            <w:szCs w:val="20"/>
            <w:u w:val="none"/>
          </w:rPr>
          <w:t>3.10.7.7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DC Tie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3-198</w:t>
        </w:r>
        <w:r w:rsidR="00376BF0" w:rsidRPr="00376BF0">
          <w:rPr>
            <w:bCs w:val="0"/>
            <w:webHidden/>
            <w:sz w:val="20"/>
            <w:szCs w:val="20"/>
          </w:rPr>
          <w:fldChar w:fldCharType="end"/>
        </w:r>
      </w:hyperlink>
    </w:p>
    <w:p w14:paraId="1CE05598" w14:textId="48EF45BC" w:rsidR="00376BF0" w:rsidRPr="00376BF0" w:rsidRDefault="00246BB4">
      <w:pPr>
        <w:pStyle w:val="TOC3"/>
        <w:rPr>
          <w:rFonts w:eastAsiaTheme="minorEastAsia"/>
          <w:kern w:val="2"/>
          <w14:ligatures w14:val="standardContextual"/>
        </w:rPr>
      </w:pPr>
      <w:hyperlink w:anchor="_Toc178232160" w:history="1">
        <w:r w:rsidR="00376BF0" w:rsidRPr="00376BF0">
          <w:rPr>
            <w:rStyle w:val="Hyperlink"/>
            <w:u w:val="none"/>
          </w:rPr>
          <w:t>3.10.8</w:t>
        </w:r>
        <w:r w:rsidR="00376BF0" w:rsidRPr="00376BF0">
          <w:rPr>
            <w:rFonts w:eastAsiaTheme="minorEastAsia"/>
            <w:kern w:val="2"/>
            <w14:ligatures w14:val="standardContextual"/>
          </w:rPr>
          <w:tab/>
        </w:r>
        <w:r w:rsidR="00376BF0" w:rsidRPr="00376BF0">
          <w:rPr>
            <w:rStyle w:val="Hyperlink"/>
            <w:u w:val="none"/>
          </w:rPr>
          <w:t>Dynamic Ratings</w:t>
        </w:r>
        <w:r w:rsidR="00376BF0" w:rsidRPr="00376BF0">
          <w:rPr>
            <w:webHidden/>
          </w:rPr>
          <w:tab/>
        </w:r>
        <w:r w:rsidR="00376BF0" w:rsidRPr="00376BF0">
          <w:rPr>
            <w:webHidden/>
          </w:rPr>
          <w:fldChar w:fldCharType="begin"/>
        </w:r>
        <w:r w:rsidR="00376BF0" w:rsidRPr="00376BF0">
          <w:rPr>
            <w:webHidden/>
          </w:rPr>
          <w:instrText xml:space="preserve"> PAGEREF _Toc178232160 \h </w:instrText>
        </w:r>
        <w:r w:rsidR="00376BF0" w:rsidRPr="00376BF0">
          <w:rPr>
            <w:webHidden/>
          </w:rPr>
        </w:r>
        <w:r w:rsidR="00376BF0" w:rsidRPr="00376BF0">
          <w:rPr>
            <w:webHidden/>
          </w:rPr>
          <w:fldChar w:fldCharType="separate"/>
        </w:r>
        <w:r>
          <w:rPr>
            <w:webHidden/>
          </w:rPr>
          <w:t>3-199</w:t>
        </w:r>
        <w:r w:rsidR="00376BF0" w:rsidRPr="00376BF0">
          <w:rPr>
            <w:webHidden/>
          </w:rPr>
          <w:fldChar w:fldCharType="end"/>
        </w:r>
      </w:hyperlink>
    </w:p>
    <w:p w14:paraId="65407CA9" w14:textId="2B3CA072" w:rsidR="00376BF0" w:rsidRPr="00376BF0" w:rsidRDefault="00246BB4">
      <w:pPr>
        <w:pStyle w:val="TOC4"/>
        <w:rPr>
          <w:rFonts w:eastAsiaTheme="minorEastAsia"/>
          <w:bCs w:val="0"/>
          <w:snapToGrid/>
          <w:kern w:val="2"/>
          <w:sz w:val="20"/>
          <w:szCs w:val="20"/>
          <w14:ligatures w14:val="standardContextual"/>
        </w:rPr>
      </w:pPr>
      <w:hyperlink w:anchor="_Toc178232161" w:history="1">
        <w:r w:rsidR="00376BF0" w:rsidRPr="00376BF0">
          <w:rPr>
            <w:rStyle w:val="Hyperlink"/>
            <w:bCs w:val="0"/>
            <w:sz w:val="20"/>
            <w:szCs w:val="20"/>
            <w:u w:val="none"/>
          </w:rPr>
          <w:t>3.10.8.1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ICCP</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3-200</w:t>
        </w:r>
        <w:r w:rsidR="00376BF0" w:rsidRPr="00376BF0">
          <w:rPr>
            <w:bCs w:val="0"/>
            <w:webHidden/>
            <w:sz w:val="20"/>
            <w:szCs w:val="20"/>
          </w:rPr>
          <w:fldChar w:fldCharType="end"/>
        </w:r>
      </w:hyperlink>
    </w:p>
    <w:p w14:paraId="75FB546E" w14:textId="2CD2FFAB" w:rsidR="00376BF0" w:rsidRPr="00376BF0" w:rsidRDefault="00246BB4">
      <w:pPr>
        <w:pStyle w:val="TOC4"/>
        <w:rPr>
          <w:rFonts w:eastAsiaTheme="minorEastAsia"/>
          <w:bCs w:val="0"/>
          <w:snapToGrid/>
          <w:kern w:val="2"/>
          <w:sz w:val="20"/>
          <w:szCs w:val="20"/>
          <w14:ligatures w14:val="standardContextual"/>
        </w:rPr>
      </w:pPr>
      <w:hyperlink w:anchor="_Toc178232162" w:history="1">
        <w:r w:rsidR="00376BF0" w:rsidRPr="00376BF0">
          <w:rPr>
            <w:rStyle w:val="Hyperlink"/>
            <w:bCs w:val="0"/>
            <w:sz w:val="20"/>
            <w:szCs w:val="20"/>
            <w:u w:val="none"/>
          </w:rPr>
          <w:t>3.10.8.2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Static Table and Telemetered Temperature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3-200</w:t>
        </w:r>
        <w:r w:rsidR="00376BF0" w:rsidRPr="00376BF0">
          <w:rPr>
            <w:bCs w:val="0"/>
            <w:webHidden/>
            <w:sz w:val="20"/>
            <w:szCs w:val="20"/>
          </w:rPr>
          <w:fldChar w:fldCharType="end"/>
        </w:r>
      </w:hyperlink>
    </w:p>
    <w:p w14:paraId="45E2F586" w14:textId="06CACFD2" w:rsidR="00376BF0" w:rsidRPr="00376BF0" w:rsidRDefault="00246BB4">
      <w:pPr>
        <w:pStyle w:val="TOC4"/>
        <w:rPr>
          <w:rFonts w:eastAsiaTheme="minorEastAsia"/>
          <w:bCs w:val="0"/>
          <w:snapToGrid/>
          <w:kern w:val="2"/>
          <w:sz w:val="20"/>
          <w:szCs w:val="20"/>
          <w14:ligatures w14:val="standardContextual"/>
        </w:rPr>
      </w:pPr>
      <w:hyperlink w:anchor="_Toc178232163" w:history="1">
        <w:r w:rsidR="00376BF0" w:rsidRPr="00376BF0">
          <w:rPr>
            <w:rStyle w:val="Hyperlink"/>
            <w:bCs w:val="0"/>
            <w:sz w:val="20"/>
            <w:szCs w:val="20"/>
            <w:u w:val="none"/>
          </w:rPr>
          <w:t>3.10.8.3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 Network Operations Model Change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3-201</w:t>
        </w:r>
        <w:r w:rsidR="00376BF0" w:rsidRPr="00376BF0">
          <w:rPr>
            <w:bCs w:val="0"/>
            <w:webHidden/>
            <w:sz w:val="20"/>
            <w:szCs w:val="20"/>
          </w:rPr>
          <w:fldChar w:fldCharType="end"/>
        </w:r>
      </w:hyperlink>
    </w:p>
    <w:p w14:paraId="2EF1EF5F" w14:textId="0C9BC49D" w:rsidR="00376BF0" w:rsidRPr="00376BF0" w:rsidRDefault="00246BB4">
      <w:pPr>
        <w:pStyle w:val="TOC4"/>
        <w:rPr>
          <w:rFonts w:eastAsiaTheme="minorEastAsia"/>
          <w:bCs w:val="0"/>
          <w:snapToGrid/>
          <w:kern w:val="2"/>
          <w:sz w:val="20"/>
          <w:szCs w:val="20"/>
          <w14:ligatures w14:val="standardContextual"/>
        </w:rPr>
      </w:pPr>
      <w:hyperlink w:anchor="_Toc178232164" w:history="1">
        <w:r w:rsidR="00376BF0" w:rsidRPr="00376BF0">
          <w:rPr>
            <w:rStyle w:val="Hyperlink"/>
            <w:bCs w:val="0"/>
            <w:sz w:val="20"/>
            <w:szCs w:val="20"/>
            <w:u w:val="none"/>
          </w:rPr>
          <w:t>3.10.8.4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3-201</w:t>
        </w:r>
        <w:r w:rsidR="00376BF0" w:rsidRPr="00376BF0">
          <w:rPr>
            <w:bCs w:val="0"/>
            <w:webHidden/>
            <w:sz w:val="20"/>
            <w:szCs w:val="20"/>
          </w:rPr>
          <w:fldChar w:fldCharType="end"/>
        </w:r>
      </w:hyperlink>
    </w:p>
    <w:p w14:paraId="1278D340" w14:textId="6F7AF34F" w:rsidR="00376BF0" w:rsidRPr="00376BF0" w:rsidRDefault="00246BB4">
      <w:pPr>
        <w:pStyle w:val="TOC4"/>
        <w:rPr>
          <w:rFonts w:eastAsiaTheme="minorEastAsia"/>
          <w:bCs w:val="0"/>
          <w:snapToGrid/>
          <w:kern w:val="2"/>
          <w:sz w:val="20"/>
          <w:szCs w:val="20"/>
          <w14:ligatures w14:val="standardContextual"/>
        </w:rPr>
      </w:pPr>
      <w:hyperlink w:anchor="_Toc178232165" w:history="1">
        <w:r w:rsidR="00376BF0" w:rsidRPr="00376BF0">
          <w:rPr>
            <w:rStyle w:val="Hyperlink"/>
            <w:bCs w:val="0"/>
            <w:sz w:val="20"/>
            <w:szCs w:val="20"/>
            <w:u w:val="none"/>
          </w:rPr>
          <w:t>3.10.8.5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Service Provider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404CF985" w14:textId="1DBCC9E8" w:rsidR="00376BF0" w:rsidRPr="00376BF0" w:rsidRDefault="00246BB4">
      <w:pPr>
        <w:pStyle w:val="TOC3"/>
        <w:rPr>
          <w:rFonts w:eastAsiaTheme="minorEastAsia"/>
          <w:kern w:val="2"/>
          <w14:ligatures w14:val="standardContextual"/>
        </w:rPr>
      </w:pPr>
      <w:hyperlink w:anchor="_Toc178232166" w:history="1">
        <w:r w:rsidR="00376BF0" w:rsidRPr="00376BF0">
          <w:rPr>
            <w:rStyle w:val="Hyperlink"/>
            <w:u w:val="none"/>
          </w:rPr>
          <w:t>3.10.9</w:t>
        </w:r>
        <w:r w:rsidR="00376BF0" w:rsidRPr="00376BF0">
          <w:rPr>
            <w:rFonts w:eastAsiaTheme="minorEastAsia"/>
            <w:kern w:val="2"/>
            <w14:ligatures w14:val="standardContextual"/>
          </w:rPr>
          <w:tab/>
        </w:r>
        <w:r w:rsidR="00376BF0" w:rsidRPr="00376BF0">
          <w:rPr>
            <w:rStyle w:val="Hyperlink"/>
            <w:u w:val="none"/>
          </w:rPr>
          <w:t>State Estimator Requirements</w:t>
        </w:r>
        <w:r w:rsidR="00376BF0" w:rsidRPr="00376BF0">
          <w:rPr>
            <w:webHidden/>
          </w:rPr>
          <w:tab/>
        </w:r>
        <w:r w:rsidR="00376BF0" w:rsidRPr="00376BF0">
          <w:rPr>
            <w:webHidden/>
          </w:rPr>
          <w:fldChar w:fldCharType="begin"/>
        </w:r>
        <w:r w:rsidR="00376BF0" w:rsidRPr="00376BF0">
          <w:rPr>
            <w:webHidden/>
          </w:rPr>
          <w:instrText xml:space="preserve"> PAGEREF _Toc178232166 \h </w:instrText>
        </w:r>
        <w:r w:rsidR="00376BF0" w:rsidRPr="00376BF0">
          <w:rPr>
            <w:webHidden/>
          </w:rPr>
        </w:r>
        <w:r w:rsidR="00376BF0" w:rsidRPr="00376BF0">
          <w:rPr>
            <w:webHidden/>
          </w:rPr>
          <w:fldChar w:fldCharType="separate"/>
        </w:r>
        <w:r>
          <w:rPr>
            <w:webHidden/>
          </w:rPr>
          <w:t>3-202</w:t>
        </w:r>
        <w:r w:rsidR="00376BF0" w:rsidRPr="00376BF0">
          <w:rPr>
            <w:webHidden/>
          </w:rPr>
          <w:fldChar w:fldCharType="end"/>
        </w:r>
      </w:hyperlink>
    </w:p>
    <w:p w14:paraId="640D30CA" w14:textId="4504FD4C" w:rsidR="00376BF0" w:rsidRPr="00376BF0" w:rsidRDefault="00246BB4">
      <w:pPr>
        <w:pStyle w:val="TOC4"/>
        <w:rPr>
          <w:rFonts w:eastAsiaTheme="minorEastAsia"/>
          <w:bCs w:val="0"/>
          <w:snapToGrid/>
          <w:kern w:val="2"/>
          <w:sz w:val="20"/>
          <w:szCs w:val="20"/>
          <w14:ligatures w14:val="standardContextual"/>
        </w:rPr>
      </w:pPr>
      <w:hyperlink w:anchor="_Toc178232167" w:history="1">
        <w:r w:rsidR="00376BF0" w:rsidRPr="00376BF0">
          <w:rPr>
            <w:rStyle w:val="Hyperlink"/>
            <w:bCs w:val="0"/>
            <w:sz w:val="20"/>
            <w:szCs w:val="20"/>
            <w:u w:val="none"/>
          </w:rPr>
          <w:t>3.10.9.1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Considerations for State Estimator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6915AE8A" w14:textId="6A053D2C" w:rsidR="00376BF0" w:rsidRPr="00376BF0" w:rsidRDefault="00246BB4">
      <w:pPr>
        <w:pStyle w:val="TOC4"/>
        <w:rPr>
          <w:rFonts w:eastAsiaTheme="minorEastAsia"/>
          <w:bCs w:val="0"/>
          <w:snapToGrid/>
          <w:kern w:val="2"/>
          <w:sz w:val="20"/>
          <w:szCs w:val="20"/>
          <w14:ligatures w14:val="standardContextual"/>
        </w:rPr>
      </w:pPr>
      <w:hyperlink w:anchor="_Toc178232168" w:history="1">
        <w:r w:rsidR="00376BF0" w:rsidRPr="00376BF0">
          <w:rPr>
            <w:rStyle w:val="Hyperlink"/>
            <w:bCs w:val="0"/>
            <w:sz w:val="20"/>
            <w:szCs w:val="20"/>
            <w:u w:val="none"/>
          </w:rPr>
          <w:t>3.10.9.2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7FD5D951" w14:textId="41CFE461" w:rsidR="00376BF0" w:rsidRPr="00376BF0" w:rsidRDefault="00246BB4">
      <w:pPr>
        <w:pStyle w:val="TOC4"/>
        <w:rPr>
          <w:rFonts w:eastAsiaTheme="minorEastAsia"/>
          <w:bCs w:val="0"/>
          <w:snapToGrid/>
          <w:kern w:val="2"/>
          <w:sz w:val="20"/>
          <w:szCs w:val="20"/>
          <w14:ligatures w14:val="standardContextual"/>
        </w:rPr>
      </w:pPr>
      <w:hyperlink w:anchor="_Toc178232169" w:history="1">
        <w:r w:rsidR="00376BF0" w:rsidRPr="00376BF0">
          <w:rPr>
            <w:rStyle w:val="Hyperlink"/>
            <w:bCs w:val="0"/>
            <w:sz w:val="20"/>
            <w:szCs w:val="20"/>
            <w:u w:val="none"/>
          </w:rPr>
          <w:t>3.10.9.3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Status and Analog Measurements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49FEFBED" w14:textId="2E68AEF0" w:rsidR="00376BF0" w:rsidRPr="00376BF0" w:rsidRDefault="00246BB4">
      <w:pPr>
        <w:pStyle w:val="TOC4"/>
        <w:rPr>
          <w:rFonts w:eastAsiaTheme="minorEastAsia"/>
          <w:bCs w:val="0"/>
          <w:snapToGrid/>
          <w:kern w:val="2"/>
          <w:sz w:val="20"/>
          <w:szCs w:val="20"/>
          <w14:ligatures w14:val="standardContextual"/>
        </w:rPr>
      </w:pPr>
      <w:hyperlink w:anchor="_Toc178232170" w:history="1">
        <w:r w:rsidR="00376BF0" w:rsidRPr="00376BF0">
          <w:rPr>
            <w:rStyle w:val="Hyperlink"/>
            <w:bCs w:val="0"/>
            <w:sz w:val="20"/>
            <w:szCs w:val="20"/>
            <w:u w:val="none"/>
          </w:rPr>
          <w:t>3.10.9.4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Performance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5613848B" w14:textId="575DD2BC" w:rsidR="00376BF0" w:rsidRPr="00376BF0" w:rsidRDefault="00246BB4">
      <w:pPr>
        <w:pStyle w:val="TOC4"/>
        <w:rPr>
          <w:rFonts w:eastAsiaTheme="minorEastAsia"/>
          <w:bCs w:val="0"/>
          <w:snapToGrid/>
          <w:kern w:val="2"/>
          <w:sz w:val="20"/>
          <w:szCs w:val="20"/>
          <w14:ligatures w14:val="standardContextual"/>
        </w:rPr>
      </w:pPr>
      <w:hyperlink w:anchor="_Toc178232171" w:history="1">
        <w:r w:rsidR="00376BF0" w:rsidRPr="00376BF0">
          <w:rPr>
            <w:rStyle w:val="Hyperlink"/>
            <w:bCs w:val="0"/>
            <w:sz w:val="20"/>
            <w:szCs w:val="20"/>
            <w:u w:val="none"/>
          </w:rPr>
          <w:t>3.10.9.5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Directives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45D0B358" w14:textId="788E3480" w:rsidR="00376BF0" w:rsidRPr="00376BF0" w:rsidRDefault="00246BB4">
      <w:pPr>
        <w:pStyle w:val="TOC4"/>
        <w:rPr>
          <w:rFonts w:eastAsiaTheme="minorEastAsia"/>
          <w:bCs w:val="0"/>
          <w:snapToGrid/>
          <w:kern w:val="2"/>
          <w:sz w:val="20"/>
          <w:szCs w:val="20"/>
          <w14:ligatures w14:val="standardContextual"/>
        </w:rPr>
      </w:pPr>
      <w:hyperlink w:anchor="_Toc178232172" w:history="1">
        <w:r w:rsidR="00376BF0" w:rsidRPr="00376BF0">
          <w:rPr>
            <w:rStyle w:val="Hyperlink"/>
            <w:bCs w:val="0"/>
            <w:sz w:val="20"/>
            <w:szCs w:val="20"/>
            <w:u w:val="none"/>
          </w:rPr>
          <w:t>3.10.9.6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and State Estimator Performance Monitoring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727D118E" w14:textId="6A101804" w:rsidR="00376BF0" w:rsidRPr="00376BF0" w:rsidRDefault="00246BB4">
      <w:pPr>
        <w:pStyle w:val="TOC2"/>
        <w:rPr>
          <w:rFonts w:eastAsiaTheme="minorEastAsia"/>
          <w:noProof/>
          <w:kern w:val="2"/>
          <w14:ligatures w14:val="standardContextual"/>
        </w:rPr>
      </w:pPr>
      <w:hyperlink w:anchor="_Toc178232173" w:history="1">
        <w:r w:rsidR="00376BF0" w:rsidRPr="00376BF0">
          <w:rPr>
            <w:rStyle w:val="Hyperlink"/>
            <w:noProof/>
            <w:u w:val="none"/>
          </w:rPr>
          <w:t>3.11</w:t>
        </w:r>
        <w:r w:rsidR="00376BF0" w:rsidRPr="00376BF0">
          <w:rPr>
            <w:rFonts w:eastAsiaTheme="minorEastAsia"/>
            <w:noProof/>
            <w:kern w:val="2"/>
            <w14:ligatures w14:val="standardContextual"/>
          </w:rPr>
          <w:tab/>
        </w:r>
        <w:r w:rsidR="00376BF0" w:rsidRPr="00376BF0">
          <w:rPr>
            <w:rStyle w:val="Hyperlink"/>
            <w:noProof/>
            <w:u w:val="none"/>
          </w:rPr>
          <w:t>Transmission Planning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_Toc178232173 \h </w:instrText>
        </w:r>
        <w:r w:rsidR="00376BF0" w:rsidRPr="00376BF0">
          <w:rPr>
            <w:noProof/>
            <w:webHidden/>
          </w:rPr>
        </w:r>
        <w:r w:rsidR="00376BF0" w:rsidRPr="00376BF0">
          <w:rPr>
            <w:noProof/>
            <w:webHidden/>
          </w:rPr>
          <w:fldChar w:fldCharType="separate"/>
        </w:r>
        <w:r>
          <w:rPr>
            <w:noProof/>
            <w:webHidden/>
          </w:rPr>
          <w:t>3-206</w:t>
        </w:r>
        <w:r w:rsidR="00376BF0" w:rsidRPr="00376BF0">
          <w:rPr>
            <w:noProof/>
            <w:webHidden/>
          </w:rPr>
          <w:fldChar w:fldCharType="end"/>
        </w:r>
      </w:hyperlink>
    </w:p>
    <w:p w14:paraId="43176594" w14:textId="6453413A" w:rsidR="00376BF0" w:rsidRPr="00376BF0" w:rsidRDefault="00246BB4">
      <w:pPr>
        <w:pStyle w:val="TOC3"/>
        <w:rPr>
          <w:rFonts w:eastAsiaTheme="minorEastAsia"/>
          <w:kern w:val="2"/>
          <w14:ligatures w14:val="standardContextual"/>
        </w:rPr>
      </w:pPr>
      <w:hyperlink w:anchor="_Toc178232174" w:history="1">
        <w:r w:rsidR="00376BF0" w:rsidRPr="00376BF0">
          <w:rPr>
            <w:rStyle w:val="Hyperlink"/>
            <w:u w:val="none"/>
          </w:rPr>
          <w:t>3.11.1</w:t>
        </w:r>
        <w:r w:rsidR="00376BF0" w:rsidRPr="00376BF0">
          <w:rPr>
            <w:rFonts w:eastAsiaTheme="minorEastAsia"/>
            <w:kern w:val="2"/>
            <w14:ligatures w14:val="standardContextual"/>
          </w:rPr>
          <w:tab/>
        </w:r>
        <w:r w:rsidR="00376BF0" w:rsidRPr="00376BF0">
          <w:rPr>
            <w:rStyle w:val="Hyperlink"/>
            <w:u w:val="none"/>
          </w:rPr>
          <w:t>Overview</w:t>
        </w:r>
        <w:r w:rsidR="00376BF0" w:rsidRPr="00376BF0">
          <w:rPr>
            <w:webHidden/>
          </w:rPr>
          <w:tab/>
        </w:r>
        <w:r w:rsidR="00376BF0" w:rsidRPr="00376BF0">
          <w:rPr>
            <w:webHidden/>
          </w:rPr>
          <w:fldChar w:fldCharType="begin"/>
        </w:r>
        <w:r w:rsidR="00376BF0" w:rsidRPr="00376BF0">
          <w:rPr>
            <w:webHidden/>
          </w:rPr>
          <w:instrText xml:space="preserve"> PAGEREF _Toc178232174 \h </w:instrText>
        </w:r>
        <w:r w:rsidR="00376BF0" w:rsidRPr="00376BF0">
          <w:rPr>
            <w:webHidden/>
          </w:rPr>
        </w:r>
        <w:r w:rsidR="00376BF0" w:rsidRPr="00376BF0">
          <w:rPr>
            <w:webHidden/>
          </w:rPr>
          <w:fldChar w:fldCharType="separate"/>
        </w:r>
        <w:r>
          <w:rPr>
            <w:webHidden/>
          </w:rPr>
          <w:t>3-206</w:t>
        </w:r>
        <w:r w:rsidR="00376BF0" w:rsidRPr="00376BF0">
          <w:rPr>
            <w:webHidden/>
          </w:rPr>
          <w:fldChar w:fldCharType="end"/>
        </w:r>
      </w:hyperlink>
    </w:p>
    <w:p w14:paraId="73A0B54E" w14:textId="1BB9C183" w:rsidR="00376BF0" w:rsidRPr="00376BF0" w:rsidRDefault="00246BB4">
      <w:pPr>
        <w:pStyle w:val="TOC3"/>
        <w:rPr>
          <w:rFonts w:eastAsiaTheme="minorEastAsia"/>
          <w:kern w:val="2"/>
          <w14:ligatures w14:val="standardContextual"/>
        </w:rPr>
      </w:pPr>
      <w:hyperlink w:anchor="_Toc178232175" w:history="1">
        <w:r w:rsidR="00376BF0" w:rsidRPr="00376BF0">
          <w:rPr>
            <w:rStyle w:val="Hyperlink"/>
            <w:u w:val="none"/>
          </w:rPr>
          <w:t>3.11.2</w:t>
        </w:r>
        <w:r w:rsidR="00376BF0" w:rsidRPr="00376BF0">
          <w:rPr>
            <w:rFonts w:eastAsiaTheme="minorEastAsia"/>
            <w:kern w:val="2"/>
            <w14:ligatures w14:val="standardContextual"/>
          </w:rPr>
          <w:tab/>
        </w:r>
        <w:r w:rsidR="00376BF0" w:rsidRPr="00376BF0">
          <w:rPr>
            <w:rStyle w:val="Hyperlink"/>
            <w:u w:val="none"/>
          </w:rPr>
          <w:t>Planning Criteria</w:t>
        </w:r>
        <w:r w:rsidR="00376BF0" w:rsidRPr="00376BF0">
          <w:rPr>
            <w:webHidden/>
          </w:rPr>
          <w:tab/>
        </w:r>
        <w:r w:rsidR="00376BF0" w:rsidRPr="00376BF0">
          <w:rPr>
            <w:webHidden/>
          </w:rPr>
          <w:fldChar w:fldCharType="begin"/>
        </w:r>
        <w:r w:rsidR="00376BF0" w:rsidRPr="00376BF0">
          <w:rPr>
            <w:webHidden/>
          </w:rPr>
          <w:instrText xml:space="preserve"> PAGEREF _Toc178232175 \h </w:instrText>
        </w:r>
        <w:r w:rsidR="00376BF0" w:rsidRPr="00376BF0">
          <w:rPr>
            <w:webHidden/>
          </w:rPr>
        </w:r>
        <w:r w:rsidR="00376BF0" w:rsidRPr="00376BF0">
          <w:rPr>
            <w:webHidden/>
          </w:rPr>
          <w:fldChar w:fldCharType="separate"/>
        </w:r>
        <w:r>
          <w:rPr>
            <w:webHidden/>
          </w:rPr>
          <w:t>3-206</w:t>
        </w:r>
        <w:r w:rsidR="00376BF0" w:rsidRPr="00376BF0">
          <w:rPr>
            <w:webHidden/>
          </w:rPr>
          <w:fldChar w:fldCharType="end"/>
        </w:r>
      </w:hyperlink>
    </w:p>
    <w:p w14:paraId="775869AB" w14:textId="2C85BED6" w:rsidR="00376BF0" w:rsidRPr="00376BF0" w:rsidRDefault="00246BB4">
      <w:pPr>
        <w:pStyle w:val="TOC3"/>
        <w:rPr>
          <w:rFonts w:eastAsiaTheme="minorEastAsia"/>
          <w:kern w:val="2"/>
          <w14:ligatures w14:val="standardContextual"/>
        </w:rPr>
      </w:pPr>
      <w:hyperlink w:anchor="_Toc178232176" w:history="1">
        <w:r w:rsidR="00376BF0" w:rsidRPr="00376BF0">
          <w:rPr>
            <w:rStyle w:val="Hyperlink"/>
            <w:u w:val="none"/>
          </w:rPr>
          <w:t>3.11.3</w:t>
        </w:r>
        <w:r w:rsidR="00376BF0" w:rsidRPr="00376BF0">
          <w:rPr>
            <w:rFonts w:eastAsiaTheme="minorEastAsia"/>
            <w:kern w:val="2"/>
            <w14:ligatures w14:val="standardContextual"/>
          </w:rPr>
          <w:tab/>
        </w:r>
        <w:r w:rsidR="00376BF0" w:rsidRPr="00376BF0">
          <w:rPr>
            <w:rStyle w:val="Hyperlink"/>
            <w:u w:val="none"/>
          </w:rPr>
          <w:t>Regional Planning Group</w:t>
        </w:r>
        <w:r w:rsidR="00376BF0" w:rsidRPr="00376BF0">
          <w:rPr>
            <w:webHidden/>
          </w:rPr>
          <w:tab/>
        </w:r>
        <w:r w:rsidR="00376BF0" w:rsidRPr="00376BF0">
          <w:rPr>
            <w:webHidden/>
          </w:rPr>
          <w:fldChar w:fldCharType="begin"/>
        </w:r>
        <w:r w:rsidR="00376BF0" w:rsidRPr="00376BF0">
          <w:rPr>
            <w:webHidden/>
          </w:rPr>
          <w:instrText xml:space="preserve"> PAGEREF _Toc178232176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15DABA89" w14:textId="10704C1F" w:rsidR="00376BF0" w:rsidRPr="00376BF0" w:rsidRDefault="00246BB4">
      <w:pPr>
        <w:pStyle w:val="TOC3"/>
        <w:rPr>
          <w:rFonts w:eastAsiaTheme="minorEastAsia"/>
          <w:kern w:val="2"/>
          <w14:ligatures w14:val="standardContextual"/>
        </w:rPr>
      </w:pPr>
      <w:hyperlink w:anchor="_Toc178232177" w:history="1">
        <w:r w:rsidR="00376BF0" w:rsidRPr="00376BF0">
          <w:rPr>
            <w:rStyle w:val="Hyperlink"/>
            <w:u w:val="none"/>
          </w:rPr>
          <w:t>3.11.4</w:t>
        </w:r>
        <w:r w:rsidR="00376BF0" w:rsidRPr="00376BF0">
          <w:rPr>
            <w:rFonts w:eastAsiaTheme="minorEastAsia"/>
            <w:kern w:val="2"/>
            <w14:ligatures w14:val="standardContextual"/>
          </w:rPr>
          <w:tab/>
        </w:r>
        <w:r w:rsidR="00376BF0" w:rsidRPr="00376BF0">
          <w:rPr>
            <w:rStyle w:val="Hyperlink"/>
            <w:u w:val="none"/>
          </w:rPr>
          <w:t>Regional Planning Group Project Review Process</w:t>
        </w:r>
        <w:r w:rsidR="00376BF0" w:rsidRPr="00376BF0">
          <w:rPr>
            <w:webHidden/>
          </w:rPr>
          <w:tab/>
        </w:r>
        <w:r w:rsidR="00376BF0" w:rsidRPr="00376BF0">
          <w:rPr>
            <w:webHidden/>
          </w:rPr>
          <w:fldChar w:fldCharType="begin"/>
        </w:r>
        <w:r w:rsidR="00376BF0" w:rsidRPr="00376BF0">
          <w:rPr>
            <w:webHidden/>
          </w:rPr>
          <w:instrText xml:space="preserve"> PAGEREF _Toc178232177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0332E587" w14:textId="606E0065" w:rsidR="00376BF0" w:rsidRPr="00376BF0" w:rsidRDefault="00246BB4">
      <w:pPr>
        <w:pStyle w:val="TOC4"/>
        <w:rPr>
          <w:rFonts w:eastAsiaTheme="minorEastAsia"/>
          <w:bCs w:val="0"/>
          <w:snapToGrid/>
          <w:kern w:val="2"/>
          <w:sz w:val="20"/>
          <w:szCs w:val="20"/>
          <w14:ligatures w14:val="standardContextual"/>
        </w:rPr>
      </w:pPr>
      <w:hyperlink w:anchor="_Toc178232178" w:history="1">
        <w:r w:rsidR="00376BF0" w:rsidRPr="00376BF0">
          <w:rPr>
            <w:rStyle w:val="Hyperlink"/>
            <w:bCs w:val="0"/>
            <w:sz w:val="20"/>
            <w:szCs w:val="20"/>
            <w:u w:val="none"/>
          </w:rPr>
          <w:t>3.11.4.1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Submission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3-208</w:t>
        </w:r>
        <w:r w:rsidR="00376BF0" w:rsidRPr="00376BF0">
          <w:rPr>
            <w:bCs w:val="0"/>
            <w:webHidden/>
            <w:sz w:val="20"/>
            <w:szCs w:val="20"/>
          </w:rPr>
          <w:fldChar w:fldCharType="end"/>
        </w:r>
      </w:hyperlink>
    </w:p>
    <w:p w14:paraId="529C11A8" w14:textId="3B3610B5" w:rsidR="00376BF0" w:rsidRPr="00376BF0" w:rsidRDefault="00246BB4">
      <w:pPr>
        <w:pStyle w:val="TOC4"/>
        <w:rPr>
          <w:rFonts w:eastAsiaTheme="minorEastAsia"/>
          <w:bCs w:val="0"/>
          <w:snapToGrid/>
          <w:kern w:val="2"/>
          <w:sz w:val="20"/>
          <w:szCs w:val="20"/>
          <w14:ligatures w14:val="standardContextual"/>
        </w:rPr>
      </w:pPr>
      <w:hyperlink w:anchor="_Toc178232179" w:history="1">
        <w:r w:rsidR="00376BF0" w:rsidRPr="00376BF0">
          <w:rPr>
            <w:rStyle w:val="Hyperlink"/>
            <w:bCs w:val="0"/>
            <w:sz w:val="20"/>
            <w:szCs w:val="20"/>
            <w:u w:val="none"/>
          </w:rPr>
          <w:t>3.11.4.2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Comment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3-208</w:t>
        </w:r>
        <w:r w:rsidR="00376BF0" w:rsidRPr="00376BF0">
          <w:rPr>
            <w:bCs w:val="0"/>
            <w:webHidden/>
            <w:sz w:val="20"/>
            <w:szCs w:val="20"/>
          </w:rPr>
          <w:fldChar w:fldCharType="end"/>
        </w:r>
      </w:hyperlink>
    </w:p>
    <w:p w14:paraId="485E3AEA" w14:textId="32E38DA3" w:rsidR="00376BF0" w:rsidRPr="00376BF0" w:rsidRDefault="00246BB4">
      <w:pPr>
        <w:pStyle w:val="TOC4"/>
        <w:rPr>
          <w:rFonts w:eastAsiaTheme="minorEastAsia"/>
          <w:bCs w:val="0"/>
          <w:snapToGrid/>
          <w:kern w:val="2"/>
          <w:sz w:val="20"/>
          <w:szCs w:val="20"/>
          <w14:ligatures w14:val="standardContextual"/>
        </w:rPr>
      </w:pPr>
      <w:hyperlink w:anchor="_Toc178232180" w:history="1">
        <w:r w:rsidR="00376BF0" w:rsidRPr="00376BF0">
          <w:rPr>
            <w:rStyle w:val="Hyperlink"/>
            <w:bCs w:val="0"/>
            <w:sz w:val="20"/>
            <w:szCs w:val="20"/>
            <w:u w:val="none"/>
          </w:rPr>
          <w:t>3.11.4.3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Categorization of Proposed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3-208</w:t>
        </w:r>
        <w:r w:rsidR="00376BF0" w:rsidRPr="00376BF0">
          <w:rPr>
            <w:bCs w:val="0"/>
            <w:webHidden/>
            <w:sz w:val="20"/>
            <w:szCs w:val="20"/>
          </w:rPr>
          <w:fldChar w:fldCharType="end"/>
        </w:r>
      </w:hyperlink>
    </w:p>
    <w:p w14:paraId="62070E87" w14:textId="3B0719F5" w:rsidR="00376BF0" w:rsidRPr="00376BF0" w:rsidRDefault="00246BB4">
      <w:pPr>
        <w:pStyle w:val="TOC4"/>
        <w:rPr>
          <w:rFonts w:eastAsiaTheme="minorEastAsia"/>
          <w:bCs w:val="0"/>
          <w:snapToGrid/>
          <w:kern w:val="2"/>
          <w:sz w:val="20"/>
          <w:szCs w:val="20"/>
          <w14:ligatures w14:val="standardContextual"/>
        </w:rPr>
      </w:pPr>
      <w:hyperlink w:anchor="_Toc178232181" w:history="1">
        <w:r w:rsidR="00376BF0" w:rsidRPr="00376BF0">
          <w:rPr>
            <w:rStyle w:val="Hyperlink"/>
            <w:bCs w:val="0"/>
            <w:sz w:val="20"/>
            <w:szCs w:val="20"/>
            <w:u w:val="none"/>
          </w:rPr>
          <w:t>3.11.4.4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4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43C543FC" w14:textId="6A431B9E" w:rsidR="00376BF0" w:rsidRPr="00376BF0" w:rsidRDefault="00246BB4">
      <w:pPr>
        <w:pStyle w:val="TOC4"/>
        <w:rPr>
          <w:rFonts w:eastAsiaTheme="minorEastAsia"/>
          <w:bCs w:val="0"/>
          <w:snapToGrid/>
          <w:kern w:val="2"/>
          <w:sz w:val="20"/>
          <w:szCs w:val="20"/>
          <w14:ligatures w14:val="standardContextual"/>
        </w:rPr>
      </w:pPr>
      <w:hyperlink w:anchor="_Toc178232182" w:history="1">
        <w:r w:rsidR="00376BF0" w:rsidRPr="00376BF0">
          <w:rPr>
            <w:rStyle w:val="Hyperlink"/>
            <w:bCs w:val="0"/>
            <w:sz w:val="20"/>
            <w:szCs w:val="20"/>
            <w:u w:val="none"/>
          </w:rPr>
          <w:t>3.11.4.5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3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01CDE674" w14:textId="79712B32" w:rsidR="00376BF0" w:rsidRPr="00376BF0" w:rsidRDefault="00246BB4">
      <w:pPr>
        <w:pStyle w:val="TOC4"/>
        <w:rPr>
          <w:rFonts w:eastAsiaTheme="minorEastAsia"/>
          <w:bCs w:val="0"/>
          <w:snapToGrid/>
          <w:kern w:val="2"/>
          <w:sz w:val="20"/>
          <w:szCs w:val="20"/>
          <w14:ligatures w14:val="standardContextual"/>
        </w:rPr>
      </w:pPr>
      <w:hyperlink w:anchor="_Toc178232183" w:history="1">
        <w:r w:rsidR="00376BF0" w:rsidRPr="00376BF0">
          <w:rPr>
            <w:rStyle w:val="Hyperlink"/>
            <w:bCs w:val="0"/>
            <w:sz w:val="20"/>
            <w:szCs w:val="20"/>
            <w:u w:val="none"/>
          </w:rPr>
          <w:t>3.11.4.6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2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530EA3B1" w14:textId="581FFFEC" w:rsidR="00376BF0" w:rsidRPr="00376BF0" w:rsidRDefault="00246BB4">
      <w:pPr>
        <w:pStyle w:val="TOC4"/>
        <w:rPr>
          <w:rFonts w:eastAsiaTheme="minorEastAsia"/>
          <w:bCs w:val="0"/>
          <w:snapToGrid/>
          <w:kern w:val="2"/>
          <w:sz w:val="20"/>
          <w:szCs w:val="20"/>
          <w14:ligatures w14:val="standardContextual"/>
        </w:rPr>
      </w:pPr>
      <w:hyperlink w:anchor="_Toc178232184" w:history="1">
        <w:r w:rsidR="00376BF0" w:rsidRPr="00376BF0">
          <w:rPr>
            <w:rStyle w:val="Hyperlink"/>
            <w:bCs w:val="0"/>
            <w:sz w:val="20"/>
            <w:szCs w:val="20"/>
            <w:u w:val="none"/>
          </w:rPr>
          <w:t>3.11.4.7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1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73AA95F1" w14:textId="59753E97" w:rsidR="00376BF0" w:rsidRPr="00376BF0" w:rsidRDefault="00246BB4">
      <w:pPr>
        <w:pStyle w:val="TOC4"/>
        <w:rPr>
          <w:rFonts w:eastAsiaTheme="minorEastAsia"/>
          <w:bCs w:val="0"/>
          <w:snapToGrid/>
          <w:kern w:val="2"/>
          <w:sz w:val="20"/>
          <w:szCs w:val="20"/>
          <w14:ligatures w14:val="standardContextual"/>
        </w:rPr>
      </w:pPr>
      <w:hyperlink w:anchor="_Toc178232185" w:history="1">
        <w:r w:rsidR="00376BF0" w:rsidRPr="00376BF0">
          <w:rPr>
            <w:rStyle w:val="Hyperlink"/>
            <w:bCs w:val="0"/>
            <w:sz w:val="20"/>
            <w:szCs w:val="20"/>
            <w:u w:val="none"/>
          </w:rPr>
          <w:t>3.11.4.8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Determine Designated Providers of Transmission Additions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72472AD2" w14:textId="7C558D02" w:rsidR="00376BF0" w:rsidRPr="00376BF0" w:rsidRDefault="00246BB4">
      <w:pPr>
        <w:pStyle w:val="TOC4"/>
        <w:rPr>
          <w:rFonts w:eastAsiaTheme="minorEastAsia"/>
          <w:bCs w:val="0"/>
          <w:snapToGrid/>
          <w:kern w:val="2"/>
          <w:sz w:val="20"/>
          <w:szCs w:val="20"/>
          <w14:ligatures w14:val="standardContextual"/>
        </w:rPr>
      </w:pPr>
      <w:hyperlink w:anchor="_Toc178232186" w:history="1">
        <w:r w:rsidR="00376BF0" w:rsidRPr="00376BF0">
          <w:rPr>
            <w:rStyle w:val="Hyperlink"/>
            <w:bCs w:val="0"/>
            <w:sz w:val="20"/>
            <w:szCs w:val="20"/>
            <w:u w:val="none"/>
          </w:rPr>
          <w:t>3.11.4.9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Regional Planning Group Acceptance and ERCOT Endorsement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2F42A643" w14:textId="33C4B48F" w:rsidR="00376BF0" w:rsidRPr="00376BF0" w:rsidRDefault="00246BB4">
      <w:pPr>
        <w:pStyle w:val="TOC4"/>
        <w:rPr>
          <w:rFonts w:eastAsiaTheme="minorEastAsia"/>
          <w:bCs w:val="0"/>
          <w:snapToGrid/>
          <w:kern w:val="2"/>
          <w:sz w:val="20"/>
          <w:szCs w:val="20"/>
          <w14:ligatures w14:val="standardContextual"/>
        </w:rPr>
      </w:pPr>
      <w:hyperlink w:anchor="_Toc178232187" w:history="1">
        <w:r w:rsidR="00376BF0" w:rsidRPr="00376BF0">
          <w:rPr>
            <w:rStyle w:val="Hyperlink"/>
            <w:bCs w:val="0"/>
            <w:sz w:val="20"/>
            <w:szCs w:val="20"/>
            <w:u w:val="none"/>
          </w:rPr>
          <w:t>3.11.4.10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Modifications to ERCOT Endorsed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2AF12871" w14:textId="2C426E9F" w:rsidR="00376BF0" w:rsidRPr="00376BF0" w:rsidRDefault="00246BB4">
      <w:pPr>
        <w:pStyle w:val="TOC4"/>
        <w:rPr>
          <w:rFonts w:eastAsiaTheme="minorEastAsia"/>
          <w:bCs w:val="0"/>
          <w:snapToGrid/>
          <w:kern w:val="2"/>
          <w:sz w:val="20"/>
          <w:szCs w:val="20"/>
          <w14:ligatures w14:val="standardContextual"/>
        </w:rPr>
      </w:pPr>
      <w:hyperlink w:anchor="_Toc178232188" w:history="1">
        <w:r w:rsidR="00376BF0" w:rsidRPr="00376BF0">
          <w:rPr>
            <w:rStyle w:val="Hyperlink"/>
            <w:bCs w:val="0"/>
            <w:sz w:val="20"/>
            <w:szCs w:val="20"/>
            <w:u w:val="none"/>
          </w:rPr>
          <w:t>3.11.4.11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Customer or Resource Entity Funded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00A93133" w14:textId="6842E60C" w:rsidR="00376BF0" w:rsidRPr="00376BF0" w:rsidRDefault="00246BB4">
      <w:pPr>
        <w:pStyle w:val="TOC3"/>
        <w:rPr>
          <w:rFonts w:eastAsiaTheme="minorEastAsia"/>
          <w:kern w:val="2"/>
          <w14:ligatures w14:val="standardContextual"/>
        </w:rPr>
      </w:pPr>
      <w:hyperlink w:anchor="_Toc178232189" w:history="1">
        <w:r w:rsidR="00376BF0" w:rsidRPr="00376BF0">
          <w:rPr>
            <w:rStyle w:val="Hyperlink"/>
            <w:u w:val="none"/>
          </w:rPr>
          <w:t>3.11.5</w:t>
        </w:r>
        <w:r w:rsidR="00376BF0" w:rsidRPr="00376BF0">
          <w:rPr>
            <w:rFonts w:eastAsiaTheme="minorEastAsia"/>
            <w:kern w:val="2"/>
            <w14:ligatures w14:val="standardContextual"/>
          </w:rPr>
          <w:tab/>
        </w:r>
        <w:r w:rsidR="00376BF0" w:rsidRPr="00376BF0">
          <w:rPr>
            <w:rStyle w:val="Hyperlink"/>
            <w:u w:val="none"/>
          </w:rPr>
          <w:t>Transmission Service Provider and Distribution Service Provider Access to Interval Data</w:t>
        </w:r>
        <w:r w:rsidR="00376BF0" w:rsidRPr="00376BF0">
          <w:rPr>
            <w:webHidden/>
          </w:rPr>
          <w:tab/>
        </w:r>
        <w:r w:rsidR="00376BF0" w:rsidRPr="00376BF0">
          <w:rPr>
            <w:webHidden/>
          </w:rPr>
          <w:fldChar w:fldCharType="begin"/>
        </w:r>
        <w:r w:rsidR="00376BF0" w:rsidRPr="00376BF0">
          <w:rPr>
            <w:webHidden/>
          </w:rPr>
          <w:instrText xml:space="preserve"> PAGEREF _Toc178232189 \h </w:instrText>
        </w:r>
        <w:r w:rsidR="00376BF0" w:rsidRPr="00376BF0">
          <w:rPr>
            <w:webHidden/>
          </w:rPr>
        </w:r>
        <w:r w:rsidR="00376BF0" w:rsidRPr="00376BF0">
          <w:rPr>
            <w:webHidden/>
          </w:rPr>
          <w:fldChar w:fldCharType="separate"/>
        </w:r>
        <w:r>
          <w:rPr>
            <w:webHidden/>
          </w:rPr>
          <w:t>3-214</w:t>
        </w:r>
        <w:r w:rsidR="00376BF0" w:rsidRPr="00376BF0">
          <w:rPr>
            <w:webHidden/>
          </w:rPr>
          <w:fldChar w:fldCharType="end"/>
        </w:r>
      </w:hyperlink>
    </w:p>
    <w:p w14:paraId="75D12334" w14:textId="26550A2F" w:rsidR="00376BF0" w:rsidRPr="00376BF0" w:rsidRDefault="00246BB4">
      <w:pPr>
        <w:pStyle w:val="TOC3"/>
        <w:rPr>
          <w:rFonts w:eastAsiaTheme="minorEastAsia"/>
          <w:kern w:val="2"/>
          <w14:ligatures w14:val="standardContextual"/>
        </w:rPr>
      </w:pPr>
      <w:hyperlink w:anchor="_Toc178232190" w:history="1">
        <w:r w:rsidR="00376BF0" w:rsidRPr="00376BF0">
          <w:rPr>
            <w:rStyle w:val="Hyperlink"/>
            <w:u w:val="none"/>
          </w:rPr>
          <w:t>3.11.6</w:t>
        </w:r>
        <w:r w:rsidR="00376BF0" w:rsidRPr="00376BF0">
          <w:rPr>
            <w:rFonts w:eastAsiaTheme="minorEastAsia"/>
            <w:kern w:val="2"/>
            <w14:ligatures w14:val="standardContextual"/>
          </w:rPr>
          <w:tab/>
        </w:r>
        <w:r w:rsidR="00376BF0" w:rsidRPr="00376BF0">
          <w:rPr>
            <w:rStyle w:val="Hyperlink"/>
            <w:u w:val="none"/>
          </w:rPr>
          <w:t>Generation Interconnection Process</w:t>
        </w:r>
        <w:r w:rsidR="00376BF0" w:rsidRPr="00376BF0">
          <w:rPr>
            <w:webHidden/>
          </w:rPr>
          <w:tab/>
        </w:r>
        <w:r w:rsidR="00376BF0" w:rsidRPr="00376BF0">
          <w:rPr>
            <w:webHidden/>
          </w:rPr>
          <w:fldChar w:fldCharType="begin"/>
        </w:r>
        <w:r w:rsidR="00376BF0" w:rsidRPr="00376BF0">
          <w:rPr>
            <w:webHidden/>
          </w:rPr>
          <w:instrText xml:space="preserve"> PAGEREF _Toc178232190 \h </w:instrText>
        </w:r>
        <w:r w:rsidR="00376BF0" w:rsidRPr="00376BF0">
          <w:rPr>
            <w:webHidden/>
          </w:rPr>
        </w:r>
        <w:r w:rsidR="00376BF0" w:rsidRPr="00376BF0">
          <w:rPr>
            <w:webHidden/>
          </w:rPr>
          <w:fldChar w:fldCharType="separate"/>
        </w:r>
        <w:r>
          <w:rPr>
            <w:webHidden/>
          </w:rPr>
          <w:t>3-214</w:t>
        </w:r>
        <w:r w:rsidR="00376BF0" w:rsidRPr="00376BF0">
          <w:rPr>
            <w:webHidden/>
          </w:rPr>
          <w:fldChar w:fldCharType="end"/>
        </w:r>
      </w:hyperlink>
    </w:p>
    <w:p w14:paraId="73406C23" w14:textId="3E9AE540" w:rsidR="00376BF0" w:rsidRPr="00376BF0" w:rsidRDefault="00246BB4">
      <w:pPr>
        <w:pStyle w:val="TOC2"/>
        <w:rPr>
          <w:rFonts w:eastAsiaTheme="minorEastAsia"/>
          <w:noProof/>
          <w:kern w:val="2"/>
          <w14:ligatures w14:val="standardContextual"/>
        </w:rPr>
      </w:pPr>
      <w:hyperlink w:anchor="_Toc178232191" w:history="1">
        <w:r w:rsidR="00376BF0" w:rsidRPr="00376BF0">
          <w:rPr>
            <w:rStyle w:val="Hyperlink"/>
            <w:noProof/>
            <w:u w:val="none"/>
          </w:rPr>
          <w:t>3.12</w:t>
        </w:r>
        <w:r w:rsidR="00376BF0" w:rsidRPr="00376BF0">
          <w:rPr>
            <w:rFonts w:eastAsiaTheme="minorEastAsia"/>
            <w:noProof/>
            <w:kern w:val="2"/>
            <w14:ligatures w14:val="standardContextual"/>
          </w:rPr>
          <w:tab/>
        </w:r>
        <w:r w:rsidR="00376BF0" w:rsidRPr="00376BF0">
          <w:rPr>
            <w:rStyle w:val="Hyperlink"/>
            <w:noProof/>
            <w:u w:val="none"/>
          </w:rPr>
          <w:t>Load Forecasting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_Toc178232191 \h </w:instrText>
        </w:r>
        <w:r w:rsidR="00376BF0" w:rsidRPr="00376BF0">
          <w:rPr>
            <w:noProof/>
            <w:webHidden/>
          </w:rPr>
        </w:r>
        <w:r w:rsidR="00376BF0" w:rsidRPr="00376BF0">
          <w:rPr>
            <w:noProof/>
            <w:webHidden/>
          </w:rPr>
          <w:fldChar w:fldCharType="separate"/>
        </w:r>
        <w:r>
          <w:rPr>
            <w:noProof/>
            <w:webHidden/>
          </w:rPr>
          <w:t>3-215</w:t>
        </w:r>
        <w:r w:rsidR="00376BF0" w:rsidRPr="00376BF0">
          <w:rPr>
            <w:noProof/>
            <w:webHidden/>
          </w:rPr>
          <w:fldChar w:fldCharType="end"/>
        </w:r>
      </w:hyperlink>
    </w:p>
    <w:p w14:paraId="098175D3" w14:textId="146FBBFD" w:rsidR="00376BF0" w:rsidRPr="00376BF0" w:rsidRDefault="00246BB4">
      <w:pPr>
        <w:pStyle w:val="TOC3"/>
        <w:rPr>
          <w:rFonts w:eastAsiaTheme="minorEastAsia"/>
          <w:kern w:val="2"/>
          <w14:ligatures w14:val="standardContextual"/>
        </w:rPr>
      </w:pPr>
      <w:hyperlink w:anchor="_Toc178232192" w:history="1">
        <w:r w:rsidR="00376BF0" w:rsidRPr="00376BF0">
          <w:rPr>
            <w:rStyle w:val="Hyperlink"/>
            <w:u w:val="none"/>
          </w:rPr>
          <w:t>3.12.1</w:t>
        </w:r>
        <w:r w:rsidR="00376BF0" w:rsidRPr="00376BF0">
          <w:rPr>
            <w:rFonts w:eastAsiaTheme="minorEastAsia"/>
            <w:kern w:val="2"/>
            <w14:ligatures w14:val="standardContextual"/>
          </w:rPr>
          <w:tab/>
        </w:r>
        <w:r w:rsidR="00376BF0" w:rsidRPr="00376BF0">
          <w:rPr>
            <w:rStyle w:val="Hyperlink"/>
            <w:u w:val="none"/>
          </w:rPr>
          <w:t>Seven-Day Load Forecast</w:t>
        </w:r>
        <w:r w:rsidR="00376BF0" w:rsidRPr="00376BF0">
          <w:rPr>
            <w:webHidden/>
          </w:rPr>
          <w:tab/>
        </w:r>
        <w:r w:rsidR="00376BF0" w:rsidRPr="00376BF0">
          <w:rPr>
            <w:webHidden/>
          </w:rPr>
          <w:fldChar w:fldCharType="begin"/>
        </w:r>
        <w:r w:rsidR="00376BF0" w:rsidRPr="00376BF0">
          <w:rPr>
            <w:webHidden/>
          </w:rPr>
          <w:instrText xml:space="preserve"> PAGEREF _Toc178232192 \h </w:instrText>
        </w:r>
        <w:r w:rsidR="00376BF0" w:rsidRPr="00376BF0">
          <w:rPr>
            <w:webHidden/>
          </w:rPr>
        </w:r>
        <w:r w:rsidR="00376BF0" w:rsidRPr="00376BF0">
          <w:rPr>
            <w:webHidden/>
          </w:rPr>
          <w:fldChar w:fldCharType="separate"/>
        </w:r>
        <w:r>
          <w:rPr>
            <w:webHidden/>
          </w:rPr>
          <w:t>3-216</w:t>
        </w:r>
        <w:r w:rsidR="00376BF0" w:rsidRPr="00376BF0">
          <w:rPr>
            <w:webHidden/>
          </w:rPr>
          <w:fldChar w:fldCharType="end"/>
        </w:r>
      </w:hyperlink>
    </w:p>
    <w:p w14:paraId="4691E3E9" w14:textId="25861737" w:rsidR="00376BF0" w:rsidRPr="00376BF0" w:rsidRDefault="00246BB4">
      <w:pPr>
        <w:pStyle w:val="TOC3"/>
        <w:rPr>
          <w:rFonts w:eastAsiaTheme="minorEastAsia"/>
          <w:kern w:val="2"/>
          <w14:ligatures w14:val="standardContextual"/>
        </w:rPr>
      </w:pPr>
      <w:hyperlink w:anchor="_Toc178232193" w:history="1">
        <w:r w:rsidR="00376BF0" w:rsidRPr="00376BF0">
          <w:rPr>
            <w:rStyle w:val="Hyperlink"/>
            <w:u w:val="none"/>
          </w:rPr>
          <w:t>3.12.2</w:t>
        </w:r>
        <w:r w:rsidR="00376BF0" w:rsidRPr="00376BF0">
          <w:rPr>
            <w:rFonts w:eastAsiaTheme="minorEastAsia"/>
            <w:kern w:val="2"/>
            <w14:ligatures w14:val="standardContextual"/>
          </w:rPr>
          <w:tab/>
        </w:r>
        <w:r w:rsidR="00376BF0" w:rsidRPr="00376BF0">
          <w:rPr>
            <w:rStyle w:val="Hyperlink"/>
            <w:u w:val="none"/>
          </w:rPr>
          <w:t>Study Areas</w:t>
        </w:r>
        <w:r w:rsidR="00376BF0" w:rsidRPr="00376BF0">
          <w:rPr>
            <w:webHidden/>
          </w:rPr>
          <w:tab/>
        </w:r>
        <w:r w:rsidR="00376BF0" w:rsidRPr="00376BF0">
          <w:rPr>
            <w:webHidden/>
          </w:rPr>
          <w:fldChar w:fldCharType="begin"/>
        </w:r>
        <w:r w:rsidR="00376BF0" w:rsidRPr="00376BF0">
          <w:rPr>
            <w:webHidden/>
          </w:rPr>
          <w:instrText xml:space="preserve"> PAGEREF _Toc178232193 \h </w:instrText>
        </w:r>
        <w:r w:rsidR="00376BF0" w:rsidRPr="00376BF0">
          <w:rPr>
            <w:webHidden/>
          </w:rPr>
        </w:r>
        <w:r w:rsidR="00376BF0" w:rsidRPr="00376BF0">
          <w:rPr>
            <w:webHidden/>
          </w:rPr>
          <w:fldChar w:fldCharType="separate"/>
        </w:r>
        <w:r>
          <w:rPr>
            <w:webHidden/>
          </w:rPr>
          <w:t>3-217</w:t>
        </w:r>
        <w:r w:rsidR="00376BF0" w:rsidRPr="00376BF0">
          <w:rPr>
            <w:webHidden/>
          </w:rPr>
          <w:fldChar w:fldCharType="end"/>
        </w:r>
      </w:hyperlink>
    </w:p>
    <w:p w14:paraId="65E14DB0" w14:textId="18EC2860" w:rsidR="00376BF0" w:rsidRPr="00376BF0" w:rsidRDefault="00246BB4">
      <w:pPr>
        <w:pStyle w:val="TOC3"/>
        <w:rPr>
          <w:rFonts w:eastAsiaTheme="minorEastAsia"/>
          <w:kern w:val="2"/>
          <w14:ligatures w14:val="standardContextual"/>
        </w:rPr>
      </w:pPr>
      <w:hyperlink w:anchor="_Toc178232194" w:history="1">
        <w:r w:rsidR="00376BF0" w:rsidRPr="00376BF0">
          <w:rPr>
            <w:rStyle w:val="Hyperlink"/>
            <w:u w:val="none"/>
          </w:rPr>
          <w:t>3.12.3</w:t>
        </w:r>
        <w:r w:rsidR="00376BF0" w:rsidRPr="00376BF0">
          <w:rPr>
            <w:rFonts w:eastAsiaTheme="minorEastAsia"/>
            <w:kern w:val="2"/>
            <w14:ligatures w14:val="standardContextual"/>
          </w:rPr>
          <w:tab/>
        </w:r>
        <w:r w:rsidR="00376BF0" w:rsidRPr="00376BF0">
          <w:rPr>
            <w:rStyle w:val="Hyperlink"/>
            <w:u w:val="none"/>
          </w:rPr>
          <w:t>Seven-Day Study Area Load Forecast</w:t>
        </w:r>
        <w:r w:rsidR="00376BF0" w:rsidRPr="00376BF0">
          <w:rPr>
            <w:webHidden/>
          </w:rPr>
          <w:tab/>
        </w:r>
        <w:r w:rsidR="00376BF0" w:rsidRPr="00376BF0">
          <w:rPr>
            <w:webHidden/>
          </w:rPr>
          <w:fldChar w:fldCharType="begin"/>
        </w:r>
        <w:r w:rsidR="00376BF0" w:rsidRPr="00376BF0">
          <w:rPr>
            <w:webHidden/>
          </w:rPr>
          <w:instrText xml:space="preserve"> PAGEREF _Toc178232194 \h </w:instrText>
        </w:r>
        <w:r w:rsidR="00376BF0" w:rsidRPr="00376BF0">
          <w:rPr>
            <w:webHidden/>
          </w:rPr>
        </w:r>
        <w:r w:rsidR="00376BF0" w:rsidRPr="00376BF0">
          <w:rPr>
            <w:webHidden/>
          </w:rPr>
          <w:fldChar w:fldCharType="separate"/>
        </w:r>
        <w:r>
          <w:rPr>
            <w:webHidden/>
          </w:rPr>
          <w:t>3-217</w:t>
        </w:r>
        <w:r w:rsidR="00376BF0" w:rsidRPr="00376BF0">
          <w:rPr>
            <w:webHidden/>
          </w:rPr>
          <w:fldChar w:fldCharType="end"/>
        </w:r>
      </w:hyperlink>
    </w:p>
    <w:p w14:paraId="0F6E564C" w14:textId="1E5D2B8C" w:rsidR="00376BF0" w:rsidRPr="00376BF0" w:rsidRDefault="00246BB4">
      <w:pPr>
        <w:pStyle w:val="TOC2"/>
        <w:rPr>
          <w:rFonts w:eastAsiaTheme="minorEastAsia"/>
          <w:noProof/>
          <w:kern w:val="2"/>
          <w14:ligatures w14:val="standardContextual"/>
        </w:rPr>
      </w:pPr>
      <w:hyperlink w:anchor="_Toc178232195" w:history="1">
        <w:r w:rsidR="00376BF0" w:rsidRPr="00376BF0">
          <w:rPr>
            <w:rStyle w:val="Hyperlink"/>
            <w:noProof/>
            <w:u w:val="none"/>
          </w:rPr>
          <w:t>3.13</w:t>
        </w:r>
        <w:r w:rsidR="00376BF0" w:rsidRPr="00376BF0">
          <w:rPr>
            <w:rFonts w:eastAsiaTheme="minorEastAsia"/>
            <w:noProof/>
            <w:kern w:val="2"/>
            <w14:ligatures w14:val="standardContextual"/>
          </w:rPr>
          <w:tab/>
        </w:r>
        <w:r w:rsidR="00376BF0" w:rsidRPr="00376BF0">
          <w:rPr>
            <w:rStyle w:val="Hyperlink"/>
            <w:noProof/>
            <w:u w:val="none"/>
          </w:rPr>
          <w:t>Renewable Production Potential Forecasts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_Toc178232195 \h </w:instrText>
        </w:r>
        <w:r w:rsidR="00376BF0" w:rsidRPr="00376BF0">
          <w:rPr>
            <w:noProof/>
            <w:webHidden/>
          </w:rPr>
        </w:r>
        <w:r w:rsidR="00376BF0" w:rsidRPr="00376BF0">
          <w:rPr>
            <w:noProof/>
            <w:webHidden/>
          </w:rPr>
          <w:fldChar w:fldCharType="separate"/>
        </w:r>
        <w:r>
          <w:rPr>
            <w:noProof/>
            <w:webHidden/>
          </w:rPr>
          <w:t>3-217</w:t>
        </w:r>
        <w:r w:rsidR="00376BF0" w:rsidRPr="00376BF0">
          <w:rPr>
            <w:noProof/>
            <w:webHidden/>
          </w:rPr>
          <w:fldChar w:fldCharType="end"/>
        </w:r>
      </w:hyperlink>
    </w:p>
    <w:p w14:paraId="16F150AB" w14:textId="3E262928" w:rsidR="00376BF0" w:rsidRPr="00376BF0" w:rsidRDefault="00246BB4">
      <w:pPr>
        <w:pStyle w:val="TOC2"/>
        <w:rPr>
          <w:rFonts w:eastAsiaTheme="minorEastAsia"/>
          <w:noProof/>
          <w:kern w:val="2"/>
          <w14:ligatures w14:val="standardContextual"/>
        </w:rPr>
      </w:pPr>
      <w:hyperlink w:anchor="_Toc178232196" w:history="1">
        <w:r w:rsidR="00376BF0" w:rsidRPr="00376BF0">
          <w:rPr>
            <w:rStyle w:val="Hyperlink"/>
            <w:noProof/>
            <w:u w:val="none"/>
          </w:rPr>
          <w:t>3.14</w:t>
        </w:r>
        <w:r w:rsidR="00376BF0" w:rsidRPr="00376BF0">
          <w:rPr>
            <w:rFonts w:eastAsiaTheme="minorEastAsia"/>
            <w:noProof/>
            <w:kern w:val="2"/>
            <w14:ligatures w14:val="standardContextual"/>
          </w:rPr>
          <w:tab/>
        </w:r>
        <w:r w:rsidR="00376BF0" w:rsidRPr="00376BF0">
          <w:rPr>
            <w:rStyle w:val="Hyperlink"/>
            <w:noProof/>
            <w:u w:val="none"/>
          </w:rPr>
          <w:t>Contracts for Reliability Resources and Emergency Response Service Resources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_Toc178232196 \h </w:instrText>
        </w:r>
        <w:r w:rsidR="00376BF0" w:rsidRPr="00376BF0">
          <w:rPr>
            <w:noProof/>
            <w:webHidden/>
          </w:rPr>
        </w:r>
        <w:r w:rsidR="00376BF0" w:rsidRPr="00376BF0">
          <w:rPr>
            <w:noProof/>
            <w:webHidden/>
          </w:rPr>
          <w:fldChar w:fldCharType="separate"/>
        </w:r>
        <w:r>
          <w:rPr>
            <w:noProof/>
            <w:webHidden/>
          </w:rPr>
          <w:t>3-218</w:t>
        </w:r>
        <w:r w:rsidR="00376BF0" w:rsidRPr="00376BF0">
          <w:rPr>
            <w:noProof/>
            <w:webHidden/>
          </w:rPr>
          <w:fldChar w:fldCharType="end"/>
        </w:r>
      </w:hyperlink>
    </w:p>
    <w:p w14:paraId="42B0664B" w14:textId="18B45F1F" w:rsidR="00376BF0" w:rsidRPr="00376BF0" w:rsidRDefault="00246BB4">
      <w:pPr>
        <w:pStyle w:val="TOC3"/>
        <w:rPr>
          <w:rFonts w:eastAsiaTheme="minorEastAsia"/>
          <w:kern w:val="2"/>
          <w14:ligatures w14:val="standardContextual"/>
        </w:rPr>
      </w:pPr>
      <w:hyperlink w:anchor="_Toc178232197" w:history="1">
        <w:r w:rsidR="00376BF0" w:rsidRPr="00376BF0">
          <w:rPr>
            <w:rStyle w:val="Hyperlink"/>
            <w:u w:val="none"/>
          </w:rPr>
          <w:t>3.14.1</w:t>
        </w:r>
        <w:r w:rsidR="00376BF0" w:rsidRPr="00376BF0">
          <w:rPr>
            <w:rFonts w:eastAsiaTheme="minorEastAsia"/>
            <w:kern w:val="2"/>
            <w14:ligatures w14:val="standardContextual"/>
          </w:rPr>
          <w:tab/>
        </w:r>
        <w:r w:rsidR="00376BF0" w:rsidRPr="00376BF0">
          <w:rPr>
            <w:rStyle w:val="Hyperlink"/>
            <w:u w:val="none"/>
          </w:rPr>
          <w:t>Reliability Must Run</w:t>
        </w:r>
        <w:r w:rsidR="00376BF0" w:rsidRPr="00376BF0">
          <w:rPr>
            <w:webHidden/>
          </w:rPr>
          <w:tab/>
        </w:r>
        <w:r w:rsidR="00376BF0" w:rsidRPr="00376BF0">
          <w:rPr>
            <w:webHidden/>
          </w:rPr>
          <w:fldChar w:fldCharType="begin"/>
        </w:r>
        <w:r w:rsidR="00376BF0" w:rsidRPr="00376BF0">
          <w:rPr>
            <w:webHidden/>
          </w:rPr>
          <w:instrText xml:space="preserve"> PAGEREF _Toc178232197 \h </w:instrText>
        </w:r>
        <w:r w:rsidR="00376BF0" w:rsidRPr="00376BF0">
          <w:rPr>
            <w:webHidden/>
          </w:rPr>
        </w:r>
        <w:r w:rsidR="00376BF0" w:rsidRPr="00376BF0">
          <w:rPr>
            <w:webHidden/>
          </w:rPr>
          <w:fldChar w:fldCharType="separate"/>
        </w:r>
        <w:r>
          <w:rPr>
            <w:webHidden/>
          </w:rPr>
          <w:t>3-219</w:t>
        </w:r>
        <w:r w:rsidR="00376BF0" w:rsidRPr="00376BF0">
          <w:rPr>
            <w:webHidden/>
          </w:rPr>
          <w:fldChar w:fldCharType="end"/>
        </w:r>
      </w:hyperlink>
    </w:p>
    <w:p w14:paraId="0451319A" w14:textId="7177FC30" w:rsidR="00376BF0" w:rsidRPr="00376BF0" w:rsidRDefault="00246BB4">
      <w:pPr>
        <w:pStyle w:val="TOC4"/>
        <w:rPr>
          <w:rFonts w:eastAsiaTheme="minorEastAsia"/>
          <w:bCs w:val="0"/>
          <w:snapToGrid/>
          <w:kern w:val="2"/>
          <w:sz w:val="20"/>
          <w:szCs w:val="20"/>
          <w14:ligatures w14:val="standardContextual"/>
        </w:rPr>
      </w:pPr>
      <w:hyperlink w:anchor="_Toc178232198" w:history="1">
        <w:r w:rsidR="00376BF0" w:rsidRPr="00376BF0">
          <w:rPr>
            <w:rStyle w:val="Hyperlink"/>
            <w:bCs w:val="0"/>
            <w:sz w:val="20"/>
            <w:szCs w:val="20"/>
            <w:u w:val="none"/>
          </w:rPr>
          <w:t>3.14.1.1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Notification of Suspension of Operations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3-221</w:t>
        </w:r>
        <w:r w:rsidR="00376BF0" w:rsidRPr="00376BF0">
          <w:rPr>
            <w:bCs w:val="0"/>
            <w:webHidden/>
            <w:sz w:val="20"/>
            <w:szCs w:val="20"/>
          </w:rPr>
          <w:fldChar w:fldCharType="end"/>
        </w:r>
      </w:hyperlink>
    </w:p>
    <w:p w14:paraId="39E89911" w14:textId="77DADAAE" w:rsidR="00376BF0" w:rsidRPr="00376BF0" w:rsidRDefault="00246BB4">
      <w:pPr>
        <w:pStyle w:val="TOC4"/>
        <w:rPr>
          <w:rFonts w:eastAsiaTheme="minorEastAsia"/>
          <w:bCs w:val="0"/>
          <w:snapToGrid/>
          <w:kern w:val="2"/>
          <w:sz w:val="20"/>
          <w:szCs w:val="20"/>
          <w14:ligatures w14:val="standardContextual"/>
        </w:rPr>
      </w:pPr>
      <w:hyperlink w:anchor="_Toc178232199" w:history="1">
        <w:r w:rsidR="00376BF0" w:rsidRPr="00376BF0">
          <w:rPr>
            <w:rStyle w:val="Hyperlink"/>
            <w:bCs w:val="0"/>
            <w:sz w:val="20"/>
            <w:szCs w:val="20"/>
            <w:u w:val="none"/>
          </w:rPr>
          <w:t>3.14.1.2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3-222</w:t>
        </w:r>
        <w:r w:rsidR="00376BF0" w:rsidRPr="00376BF0">
          <w:rPr>
            <w:bCs w:val="0"/>
            <w:webHidden/>
            <w:sz w:val="20"/>
            <w:szCs w:val="20"/>
          </w:rPr>
          <w:fldChar w:fldCharType="end"/>
        </w:r>
      </w:hyperlink>
    </w:p>
    <w:p w14:paraId="2B44FCE4" w14:textId="43E03692" w:rsidR="00376BF0" w:rsidRPr="00376BF0" w:rsidRDefault="00246BB4">
      <w:pPr>
        <w:pStyle w:val="TOC5"/>
        <w:rPr>
          <w:rFonts w:eastAsiaTheme="minorEastAsia"/>
          <w:i w:val="0"/>
          <w:kern w:val="2"/>
          <w:sz w:val="20"/>
          <w:szCs w:val="20"/>
          <w14:ligatures w14:val="standardContextual"/>
        </w:rPr>
      </w:pPr>
      <w:hyperlink w:anchor="_Toc178232200" w:history="1">
        <w:r w:rsidR="00376BF0" w:rsidRPr="00376BF0">
          <w:rPr>
            <w:rStyle w:val="Hyperlink"/>
            <w:i w:val="0"/>
            <w:sz w:val="20"/>
            <w:szCs w:val="20"/>
            <w:u w:val="none"/>
          </w:rPr>
          <w:t>3.14.1.2.1</w:t>
        </w:r>
        <w:r w:rsidR="00376BF0" w:rsidRPr="00376BF0">
          <w:rPr>
            <w:rFonts w:eastAsiaTheme="minorEastAsia"/>
            <w:i w:val="0"/>
            <w:kern w:val="2"/>
            <w:sz w:val="20"/>
            <w:szCs w:val="20"/>
            <w14:ligatures w14:val="standardContextual"/>
          </w:rPr>
          <w:tab/>
        </w:r>
        <w:r w:rsidR="00376BF0" w:rsidRPr="00376BF0">
          <w:rPr>
            <w:rStyle w:val="Hyperlink"/>
            <w:i w:val="0"/>
            <w:snapToGrid w:val="0"/>
            <w:sz w:val="20"/>
            <w:szCs w:val="20"/>
            <w:u w:val="none"/>
          </w:rPr>
          <w:t>ERCOT Evaluation of Seasonal Mothball Status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_Toc178232200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3-226</w:t>
        </w:r>
        <w:r w:rsidR="00376BF0" w:rsidRPr="00376BF0">
          <w:rPr>
            <w:i w:val="0"/>
            <w:webHidden/>
            <w:sz w:val="20"/>
            <w:szCs w:val="20"/>
          </w:rPr>
          <w:fldChar w:fldCharType="end"/>
        </w:r>
      </w:hyperlink>
    </w:p>
    <w:p w14:paraId="10A676E5" w14:textId="44472540" w:rsidR="00376BF0" w:rsidRPr="00376BF0" w:rsidRDefault="00246BB4">
      <w:pPr>
        <w:pStyle w:val="TOC4"/>
        <w:rPr>
          <w:rFonts w:eastAsiaTheme="minorEastAsia"/>
          <w:bCs w:val="0"/>
          <w:snapToGrid/>
          <w:kern w:val="2"/>
          <w:sz w:val="20"/>
          <w:szCs w:val="20"/>
          <w14:ligatures w14:val="standardContextual"/>
        </w:rPr>
      </w:pPr>
      <w:hyperlink w:anchor="_Toc178232201" w:history="1">
        <w:r w:rsidR="00376BF0" w:rsidRPr="00376BF0">
          <w:rPr>
            <w:rStyle w:val="Hyperlink"/>
            <w:bCs w:val="0"/>
            <w:sz w:val="20"/>
            <w:szCs w:val="20"/>
            <w:u w:val="none"/>
          </w:rPr>
          <w:t>3.14.1.3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Board Approval of RMR and MRA Agreements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3-227</w:t>
        </w:r>
        <w:r w:rsidR="00376BF0" w:rsidRPr="00376BF0">
          <w:rPr>
            <w:bCs w:val="0"/>
            <w:webHidden/>
            <w:sz w:val="20"/>
            <w:szCs w:val="20"/>
          </w:rPr>
          <w:fldChar w:fldCharType="end"/>
        </w:r>
      </w:hyperlink>
    </w:p>
    <w:p w14:paraId="5D2BEE48" w14:textId="5E4AF9CF" w:rsidR="00376BF0" w:rsidRPr="00376BF0" w:rsidRDefault="00246BB4">
      <w:pPr>
        <w:pStyle w:val="TOC4"/>
        <w:rPr>
          <w:rFonts w:eastAsiaTheme="minorEastAsia"/>
          <w:bCs w:val="0"/>
          <w:snapToGrid/>
          <w:kern w:val="2"/>
          <w:sz w:val="20"/>
          <w:szCs w:val="20"/>
          <w14:ligatures w14:val="standardContextual"/>
        </w:rPr>
      </w:pPr>
      <w:hyperlink w:anchor="_Toc178232202" w:history="1">
        <w:r w:rsidR="00376BF0" w:rsidRPr="00376BF0">
          <w:rPr>
            <w:rStyle w:val="Hyperlink"/>
            <w:bCs w:val="0"/>
            <w:sz w:val="20"/>
            <w:szCs w:val="20"/>
            <w:u w:val="none"/>
          </w:rPr>
          <w:t>3.14.1.4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Exit Strategy from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3-228</w:t>
        </w:r>
        <w:r w:rsidR="00376BF0" w:rsidRPr="00376BF0">
          <w:rPr>
            <w:bCs w:val="0"/>
            <w:webHidden/>
            <w:sz w:val="20"/>
            <w:szCs w:val="20"/>
          </w:rPr>
          <w:fldChar w:fldCharType="end"/>
        </w:r>
      </w:hyperlink>
    </w:p>
    <w:p w14:paraId="796117BF" w14:textId="6E3887C5" w:rsidR="00376BF0" w:rsidRPr="00376BF0" w:rsidRDefault="00246BB4">
      <w:pPr>
        <w:pStyle w:val="TOC4"/>
        <w:rPr>
          <w:rFonts w:eastAsiaTheme="minorEastAsia"/>
          <w:bCs w:val="0"/>
          <w:snapToGrid/>
          <w:kern w:val="2"/>
          <w:sz w:val="20"/>
          <w:szCs w:val="20"/>
          <w14:ligatures w14:val="standardContextual"/>
        </w:rPr>
      </w:pPr>
      <w:hyperlink w:anchor="_Toc178232203" w:history="1">
        <w:r w:rsidR="00376BF0" w:rsidRPr="00376BF0">
          <w:rPr>
            <w:rStyle w:val="Hyperlink"/>
            <w:bCs w:val="0"/>
            <w:sz w:val="20"/>
            <w:szCs w:val="20"/>
            <w:u w:val="none"/>
          </w:rPr>
          <w:t>3.14.1.5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Alternatives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3-228</w:t>
        </w:r>
        <w:r w:rsidR="00376BF0" w:rsidRPr="00376BF0">
          <w:rPr>
            <w:bCs w:val="0"/>
            <w:webHidden/>
            <w:sz w:val="20"/>
            <w:szCs w:val="20"/>
          </w:rPr>
          <w:fldChar w:fldCharType="end"/>
        </w:r>
      </w:hyperlink>
    </w:p>
    <w:p w14:paraId="1CD8E131" w14:textId="73CC2F16" w:rsidR="00376BF0" w:rsidRPr="00376BF0" w:rsidRDefault="00246BB4">
      <w:pPr>
        <w:pStyle w:val="TOC4"/>
        <w:rPr>
          <w:rFonts w:eastAsiaTheme="minorEastAsia"/>
          <w:bCs w:val="0"/>
          <w:snapToGrid/>
          <w:kern w:val="2"/>
          <w:sz w:val="20"/>
          <w:szCs w:val="20"/>
          <w14:ligatures w14:val="standardContextual"/>
        </w:rPr>
      </w:pPr>
      <w:hyperlink w:anchor="_Toc178232204" w:history="1">
        <w:r w:rsidR="00376BF0" w:rsidRPr="00376BF0">
          <w:rPr>
            <w:rStyle w:val="Hyperlink"/>
            <w:bCs w:val="0"/>
            <w:sz w:val="20"/>
            <w:szCs w:val="20"/>
            <w:u w:val="none"/>
          </w:rPr>
          <w:t>3.14.1.6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System Upgrades Associated with an RMR and/or MRA Exit Strategy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4743D05E" w14:textId="09CB814C" w:rsidR="00376BF0" w:rsidRPr="00376BF0" w:rsidRDefault="00246BB4">
      <w:pPr>
        <w:pStyle w:val="TOC4"/>
        <w:rPr>
          <w:rFonts w:eastAsiaTheme="minorEastAsia"/>
          <w:bCs w:val="0"/>
          <w:snapToGrid/>
          <w:kern w:val="2"/>
          <w:sz w:val="20"/>
          <w:szCs w:val="20"/>
          <w14:ligatures w14:val="standardContextual"/>
        </w:rPr>
      </w:pPr>
      <w:hyperlink w:anchor="_Toc178232205" w:history="1">
        <w:r w:rsidR="00376BF0" w:rsidRPr="00376BF0">
          <w:rPr>
            <w:rStyle w:val="Hyperlink"/>
            <w:bCs w:val="0"/>
            <w:sz w:val="20"/>
            <w:szCs w:val="20"/>
            <w:u w:val="none"/>
          </w:rPr>
          <w:t>3.14.1.7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or MRA Contract Termination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0F9D8F80" w14:textId="076B147F" w:rsidR="00376BF0" w:rsidRPr="00376BF0" w:rsidRDefault="00246BB4">
      <w:pPr>
        <w:pStyle w:val="TOC4"/>
        <w:rPr>
          <w:rFonts w:eastAsiaTheme="minorEastAsia"/>
          <w:bCs w:val="0"/>
          <w:snapToGrid/>
          <w:kern w:val="2"/>
          <w:sz w:val="20"/>
          <w:szCs w:val="20"/>
          <w14:ligatures w14:val="standardContextual"/>
        </w:rPr>
      </w:pPr>
      <w:hyperlink w:anchor="_Toc178232206" w:history="1">
        <w:r w:rsidR="00376BF0" w:rsidRPr="00376BF0">
          <w:rPr>
            <w:rStyle w:val="Hyperlink"/>
            <w:bCs w:val="0"/>
            <w:sz w:val="20"/>
            <w:szCs w:val="20"/>
            <w:u w:val="none"/>
          </w:rPr>
          <w:t>3.14.1.8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and/or MRA Contract Extension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3-231</w:t>
        </w:r>
        <w:r w:rsidR="00376BF0" w:rsidRPr="00376BF0">
          <w:rPr>
            <w:bCs w:val="0"/>
            <w:webHidden/>
            <w:sz w:val="20"/>
            <w:szCs w:val="20"/>
          </w:rPr>
          <w:fldChar w:fldCharType="end"/>
        </w:r>
      </w:hyperlink>
    </w:p>
    <w:p w14:paraId="2A96E3D0" w14:textId="3D36D998" w:rsidR="00376BF0" w:rsidRPr="00376BF0" w:rsidRDefault="00246BB4">
      <w:pPr>
        <w:pStyle w:val="TOC4"/>
        <w:rPr>
          <w:rFonts w:eastAsiaTheme="minorEastAsia"/>
          <w:bCs w:val="0"/>
          <w:snapToGrid/>
          <w:kern w:val="2"/>
          <w:sz w:val="20"/>
          <w:szCs w:val="20"/>
          <w14:ligatures w14:val="standardContextual"/>
        </w:rPr>
      </w:pPr>
      <w:hyperlink w:anchor="_Toc178232207" w:history="1">
        <w:r w:rsidR="00376BF0" w:rsidRPr="00376BF0">
          <w:rPr>
            <w:rStyle w:val="Hyperlink"/>
            <w:bCs w:val="0"/>
            <w:sz w:val="20"/>
            <w:szCs w:val="20"/>
            <w:u w:val="none"/>
          </w:rPr>
          <w:t>3.14.1.9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Status Updates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3-233</w:t>
        </w:r>
        <w:r w:rsidR="00376BF0" w:rsidRPr="00376BF0">
          <w:rPr>
            <w:bCs w:val="0"/>
            <w:webHidden/>
            <w:sz w:val="20"/>
            <w:szCs w:val="20"/>
          </w:rPr>
          <w:fldChar w:fldCharType="end"/>
        </w:r>
      </w:hyperlink>
    </w:p>
    <w:p w14:paraId="79AE72E2" w14:textId="41AB90C0" w:rsidR="00376BF0" w:rsidRPr="00376BF0" w:rsidRDefault="00246BB4">
      <w:pPr>
        <w:pStyle w:val="TOC4"/>
        <w:rPr>
          <w:rFonts w:eastAsiaTheme="minorEastAsia"/>
          <w:bCs w:val="0"/>
          <w:snapToGrid/>
          <w:kern w:val="2"/>
          <w:sz w:val="20"/>
          <w:szCs w:val="20"/>
          <w14:ligatures w14:val="standardContextual"/>
        </w:rPr>
      </w:pPr>
      <w:hyperlink w:anchor="_Toc178232208" w:history="1">
        <w:r w:rsidR="00376BF0" w:rsidRPr="00376BF0">
          <w:rPr>
            <w:rStyle w:val="Hyperlink"/>
            <w:bCs w:val="0"/>
            <w:sz w:val="20"/>
            <w:szCs w:val="20"/>
            <w:u w:val="none"/>
          </w:rPr>
          <w:t>3.14.1.10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3-236</w:t>
        </w:r>
        <w:r w:rsidR="00376BF0" w:rsidRPr="00376BF0">
          <w:rPr>
            <w:bCs w:val="0"/>
            <w:webHidden/>
            <w:sz w:val="20"/>
            <w:szCs w:val="20"/>
          </w:rPr>
          <w:fldChar w:fldCharType="end"/>
        </w:r>
      </w:hyperlink>
    </w:p>
    <w:p w14:paraId="347A3D84" w14:textId="09C41FAC" w:rsidR="00376BF0" w:rsidRPr="00376BF0" w:rsidRDefault="00246BB4">
      <w:pPr>
        <w:pStyle w:val="TOC4"/>
        <w:rPr>
          <w:rFonts w:eastAsiaTheme="minorEastAsia"/>
          <w:bCs w:val="0"/>
          <w:snapToGrid/>
          <w:kern w:val="2"/>
          <w:sz w:val="20"/>
          <w:szCs w:val="20"/>
          <w14:ligatures w14:val="standardContextual"/>
        </w:rPr>
      </w:pPr>
      <w:hyperlink w:anchor="_Toc178232209" w:history="1">
        <w:r w:rsidR="00376BF0" w:rsidRPr="00376BF0">
          <w:rPr>
            <w:rStyle w:val="Hyperlink"/>
            <w:bCs w:val="0"/>
            <w:sz w:val="20"/>
            <w:szCs w:val="20"/>
            <w:u w:val="none"/>
          </w:rPr>
          <w:t>3.14.1.11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3-238</w:t>
        </w:r>
        <w:r w:rsidR="00376BF0" w:rsidRPr="00376BF0">
          <w:rPr>
            <w:bCs w:val="0"/>
            <w:webHidden/>
            <w:sz w:val="20"/>
            <w:szCs w:val="20"/>
          </w:rPr>
          <w:fldChar w:fldCharType="end"/>
        </w:r>
      </w:hyperlink>
    </w:p>
    <w:p w14:paraId="5096BCB4" w14:textId="44672CA0" w:rsidR="00376BF0" w:rsidRPr="00376BF0" w:rsidRDefault="00246BB4">
      <w:pPr>
        <w:pStyle w:val="TOC4"/>
        <w:rPr>
          <w:rFonts w:eastAsiaTheme="minorEastAsia"/>
          <w:bCs w:val="0"/>
          <w:snapToGrid/>
          <w:kern w:val="2"/>
          <w:sz w:val="20"/>
          <w:szCs w:val="20"/>
          <w14:ligatures w14:val="standardContextual"/>
        </w:rPr>
      </w:pPr>
      <w:hyperlink w:anchor="_Toc178232210" w:history="1">
        <w:r w:rsidR="00376BF0" w:rsidRPr="00376BF0">
          <w:rPr>
            <w:rStyle w:val="Hyperlink"/>
            <w:bCs w:val="0"/>
            <w:sz w:val="20"/>
            <w:szCs w:val="20"/>
            <w:u w:val="none"/>
          </w:rPr>
          <w:t>3.14.1.12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the Initial Standby Cost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41D237BB" w14:textId="2F20A16F" w:rsidR="00376BF0" w:rsidRPr="00376BF0" w:rsidRDefault="00246BB4">
      <w:pPr>
        <w:pStyle w:val="TOC4"/>
        <w:rPr>
          <w:rFonts w:eastAsiaTheme="minorEastAsia"/>
          <w:bCs w:val="0"/>
          <w:snapToGrid/>
          <w:kern w:val="2"/>
          <w:sz w:val="20"/>
          <w:szCs w:val="20"/>
          <w14:ligatures w14:val="standardContextual"/>
        </w:rPr>
      </w:pPr>
      <w:hyperlink w:anchor="_Toc178232211" w:history="1">
        <w:r w:rsidR="00376BF0" w:rsidRPr="00376BF0">
          <w:rPr>
            <w:rStyle w:val="Hyperlink"/>
            <w:bCs w:val="0"/>
            <w:sz w:val="20"/>
            <w:szCs w:val="20"/>
            <w:u w:val="none"/>
          </w:rPr>
          <w:t>3.14.1.13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Updated Budgets During the Term of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38B0E1D1" w14:textId="3EF16E4A" w:rsidR="00376BF0" w:rsidRPr="00376BF0" w:rsidRDefault="00246BB4">
      <w:pPr>
        <w:pStyle w:val="TOC4"/>
        <w:rPr>
          <w:rFonts w:eastAsiaTheme="minorEastAsia"/>
          <w:bCs w:val="0"/>
          <w:snapToGrid/>
          <w:kern w:val="2"/>
          <w:sz w:val="20"/>
          <w:szCs w:val="20"/>
          <w14:ligatures w14:val="standardContextual"/>
        </w:rPr>
      </w:pPr>
      <w:hyperlink w:anchor="_Toc178232212" w:history="1">
        <w:r w:rsidR="00376BF0" w:rsidRPr="00376BF0">
          <w:rPr>
            <w:rStyle w:val="Hyperlink"/>
            <w:bCs w:val="0"/>
            <w:sz w:val="20"/>
            <w:szCs w:val="20"/>
            <w:u w:val="none"/>
          </w:rPr>
          <w:t>3.14.1.14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RMR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74D3E371" w14:textId="2981CA02" w:rsidR="00376BF0" w:rsidRPr="00376BF0" w:rsidRDefault="00246BB4">
      <w:pPr>
        <w:pStyle w:val="TOC4"/>
        <w:rPr>
          <w:rFonts w:eastAsiaTheme="minorEastAsia"/>
          <w:bCs w:val="0"/>
          <w:snapToGrid/>
          <w:kern w:val="2"/>
          <w:sz w:val="20"/>
          <w:szCs w:val="20"/>
          <w14:ligatures w14:val="standardContextual"/>
        </w:rPr>
      </w:pPr>
      <w:hyperlink w:anchor="_Toc178232213" w:history="1">
        <w:r w:rsidR="00376BF0" w:rsidRPr="00376BF0">
          <w:rPr>
            <w:rStyle w:val="Hyperlink"/>
            <w:bCs w:val="0"/>
            <w:sz w:val="20"/>
            <w:szCs w:val="20"/>
            <w:u w:val="none"/>
          </w:rPr>
          <w:t>3.14.1.15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MRA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7FC9620E" w14:textId="5E7AB3DA" w:rsidR="00376BF0" w:rsidRPr="00376BF0" w:rsidRDefault="00246BB4">
      <w:pPr>
        <w:pStyle w:val="TOC4"/>
        <w:rPr>
          <w:rFonts w:eastAsiaTheme="minorEastAsia"/>
          <w:bCs w:val="0"/>
          <w:snapToGrid/>
          <w:kern w:val="2"/>
          <w:sz w:val="20"/>
          <w:szCs w:val="20"/>
          <w14:ligatures w14:val="standardContextual"/>
        </w:rPr>
      </w:pPr>
      <w:hyperlink w:anchor="_Toc178232214" w:history="1">
        <w:r w:rsidR="00376BF0" w:rsidRPr="00376BF0">
          <w:rPr>
            <w:rStyle w:val="Hyperlink"/>
            <w:bCs w:val="0"/>
            <w:sz w:val="20"/>
            <w:szCs w:val="20"/>
            <w:u w:val="none"/>
          </w:rPr>
          <w:t>3.14.1.16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Reconciliation of Actual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6BC3A49A" w14:textId="1F45F3A1" w:rsidR="00376BF0" w:rsidRPr="00376BF0" w:rsidRDefault="00246BB4">
      <w:pPr>
        <w:pStyle w:val="TOC4"/>
        <w:rPr>
          <w:rFonts w:eastAsiaTheme="minorEastAsia"/>
          <w:bCs w:val="0"/>
          <w:snapToGrid/>
          <w:kern w:val="2"/>
          <w:sz w:val="20"/>
          <w:szCs w:val="20"/>
          <w14:ligatures w14:val="standardContextual"/>
        </w:rPr>
      </w:pPr>
      <w:hyperlink w:anchor="_Toc178232215" w:history="1">
        <w:r w:rsidR="00376BF0" w:rsidRPr="00376BF0">
          <w:rPr>
            <w:rStyle w:val="Hyperlink"/>
            <w:bCs w:val="0"/>
            <w:sz w:val="20"/>
            <w:szCs w:val="20"/>
            <w:u w:val="none"/>
          </w:rPr>
          <w:t>3.14.1.17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Incentive Factor</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4B8E88FA" w14:textId="559646AF" w:rsidR="00376BF0" w:rsidRPr="00376BF0" w:rsidRDefault="00246BB4">
      <w:pPr>
        <w:pStyle w:val="TOC4"/>
        <w:rPr>
          <w:rFonts w:eastAsiaTheme="minorEastAsia"/>
          <w:bCs w:val="0"/>
          <w:snapToGrid/>
          <w:kern w:val="2"/>
          <w:sz w:val="20"/>
          <w:szCs w:val="20"/>
          <w14:ligatures w14:val="standardContextual"/>
        </w:rPr>
      </w:pPr>
      <w:hyperlink w:anchor="_Toc178232216" w:history="1">
        <w:r w:rsidR="00376BF0" w:rsidRPr="00376BF0">
          <w:rPr>
            <w:rStyle w:val="Hyperlink"/>
            <w:bCs w:val="0"/>
            <w:sz w:val="20"/>
            <w:szCs w:val="20"/>
            <w:u w:val="none"/>
          </w:rPr>
          <w:t>3.14.1.18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Major Equipment Modifications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3629C15A" w14:textId="0FC1002F" w:rsidR="00376BF0" w:rsidRPr="00376BF0" w:rsidRDefault="00246BB4">
      <w:pPr>
        <w:pStyle w:val="TOC4"/>
        <w:rPr>
          <w:rFonts w:eastAsiaTheme="minorEastAsia"/>
          <w:bCs w:val="0"/>
          <w:snapToGrid/>
          <w:kern w:val="2"/>
          <w:sz w:val="20"/>
          <w:szCs w:val="20"/>
          <w14:ligatures w14:val="standardContextual"/>
        </w:rPr>
      </w:pPr>
      <w:hyperlink w:anchor="_Toc178232217" w:history="1">
        <w:r w:rsidR="00376BF0" w:rsidRPr="00376BF0">
          <w:rPr>
            <w:rStyle w:val="Hyperlink"/>
            <w:bCs w:val="0"/>
            <w:sz w:val="20"/>
            <w:szCs w:val="20"/>
            <w:u w:val="none"/>
          </w:rPr>
          <w:t>3.14.1.19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Charge for Contributed Capital Expenditures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7AEB6E10" w14:textId="04F0585C" w:rsidR="00376BF0" w:rsidRPr="00376BF0" w:rsidRDefault="00246BB4">
      <w:pPr>
        <w:pStyle w:val="TOC4"/>
        <w:rPr>
          <w:rFonts w:eastAsiaTheme="minorEastAsia"/>
          <w:bCs w:val="0"/>
          <w:snapToGrid/>
          <w:kern w:val="2"/>
          <w:sz w:val="20"/>
          <w:szCs w:val="20"/>
          <w14:ligatures w14:val="standardContextual"/>
        </w:rPr>
      </w:pPr>
      <w:hyperlink w:anchor="_Toc178232218" w:history="1">
        <w:r w:rsidR="00376BF0" w:rsidRPr="00376BF0">
          <w:rPr>
            <w:rStyle w:val="Hyperlink"/>
            <w:bCs w:val="0"/>
            <w:sz w:val="20"/>
            <w:szCs w:val="20"/>
            <w:u w:val="none"/>
          </w:rPr>
          <w:t>3.14.1.20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3-246</w:t>
        </w:r>
        <w:r w:rsidR="00376BF0" w:rsidRPr="00376BF0">
          <w:rPr>
            <w:bCs w:val="0"/>
            <w:webHidden/>
            <w:sz w:val="20"/>
            <w:szCs w:val="20"/>
          </w:rPr>
          <w:fldChar w:fldCharType="end"/>
        </w:r>
      </w:hyperlink>
    </w:p>
    <w:p w14:paraId="34EA49E2" w14:textId="4944C91B" w:rsidR="00376BF0" w:rsidRPr="00376BF0" w:rsidRDefault="00246BB4">
      <w:pPr>
        <w:pStyle w:val="TOC4"/>
        <w:rPr>
          <w:rFonts w:eastAsiaTheme="minorEastAsia"/>
          <w:bCs w:val="0"/>
          <w:snapToGrid/>
          <w:kern w:val="2"/>
          <w:sz w:val="20"/>
          <w:szCs w:val="20"/>
          <w14:ligatures w14:val="standardContextual"/>
        </w:rPr>
      </w:pPr>
      <w:hyperlink w:anchor="_Toc178232219" w:history="1">
        <w:r w:rsidR="00376BF0" w:rsidRPr="00376BF0">
          <w:rPr>
            <w:rStyle w:val="Hyperlink"/>
            <w:bCs w:val="0"/>
            <w:sz w:val="20"/>
            <w:szCs w:val="20"/>
            <w:u w:val="none"/>
          </w:rPr>
          <w:t>3.14.1.21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Eligible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3-246</w:t>
        </w:r>
        <w:r w:rsidR="00376BF0" w:rsidRPr="00376BF0">
          <w:rPr>
            <w:bCs w:val="0"/>
            <w:webHidden/>
            <w:sz w:val="20"/>
            <w:szCs w:val="20"/>
          </w:rPr>
          <w:fldChar w:fldCharType="end"/>
        </w:r>
      </w:hyperlink>
    </w:p>
    <w:p w14:paraId="1B213680" w14:textId="5D194A51" w:rsidR="00376BF0" w:rsidRPr="00376BF0" w:rsidRDefault="00246BB4">
      <w:pPr>
        <w:pStyle w:val="TOC3"/>
        <w:rPr>
          <w:rFonts w:eastAsiaTheme="minorEastAsia"/>
          <w:kern w:val="2"/>
          <w14:ligatures w14:val="standardContextual"/>
        </w:rPr>
      </w:pPr>
      <w:hyperlink w:anchor="_Toc178232220" w:history="1">
        <w:r w:rsidR="00376BF0" w:rsidRPr="00376BF0">
          <w:rPr>
            <w:rStyle w:val="Hyperlink"/>
            <w:u w:val="none"/>
          </w:rPr>
          <w:t>3.14.2</w:t>
        </w:r>
        <w:r w:rsidR="00376BF0" w:rsidRPr="00376BF0">
          <w:rPr>
            <w:rFonts w:eastAsiaTheme="minorEastAsia"/>
            <w:kern w:val="2"/>
            <w14:ligatures w14:val="standardContextual"/>
          </w:rPr>
          <w:tab/>
        </w:r>
        <w:r w:rsidR="00376BF0" w:rsidRPr="00376BF0">
          <w:rPr>
            <w:rStyle w:val="Hyperlink"/>
            <w:u w:val="none"/>
          </w:rPr>
          <w:t>Black Start</w:t>
        </w:r>
        <w:r w:rsidR="00376BF0" w:rsidRPr="00376BF0">
          <w:rPr>
            <w:webHidden/>
          </w:rPr>
          <w:tab/>
        </w:r>
        <w:r w:rsidR="00376BF0" w:rsidRPr="00376BF0">
          <w:rPr>
            <w:webHidden/>
          </w:rPr>
          <w:fldChar w:fldCharType="begin"/>
        </w:r>
        <w:r w:rsidR="00376BF0" w:rsidRPr="00376BF0">
          <w:rPr>
            <w:webHidden/>
          </w:rPr>
          <w:instrText xml:space="preserve"> PAGEREF _Toc178232220 \h </w:instrText>
        </w:r>
        <w:r w:rsidR="00376BF0" w:rsidRPr="00376BF0">
          <w:rPr>
            <w:webHidden/>
          </w:rPr>
        </w:r>
        <w:r w:rsidR="00376BF0" w:rsidRPr="00376BF0">
          <w:rPr>
            <w:webHidden/>
          </w:rPr>
          <w:fldChar w:fldCharType="separate"/>
        </w:r>
        <w:r>
          <w:rPr>
            <w:webHidden/>
          </w:rPr>
          <w:t>3-247</w:t>
        </w:r>
        <w:r w:rsidR="00376BF0" w:rsidRPr="00376BF0">
          <w:rPr>
            <w:webHidden/>
          </w:rPr>
          <w:fldChar w:fldCharType="end"/>
        </w:r>
      </w:hyperlink>
    </w:p>
    <w:p w14:paraId="64348658" w14:textId="54C89925" w:rsidR="00376BF0" w:rsidRPr="00376BF0" w:rsidRDefault="00246BB4">
      <w:pPr>
        <w:pStyle w:val="TOC3"/>
        <w:rPr>
          <w:rFonts w:eastAsiaTheme="minorEastAsia"/>
          <w:kern w:val="2"/>
          <w14:ligatures w14:val="standardContextual"/>
        </w:rPr>
      </w:pPr>
      <w:hyperlink w:anchor="_Toc178232221" w:history="1">
        <w:r w:rsidR="00376BF0" w:rsidRPr="00376BF0">
          <w:rPr>
            <w:rStyle w:val="Hyperlink"/>
            <w:u w:val="none"/>
          </w:rPr>
          <w:t>3.14.3</w:t>
        </w:r>
        <w:r w:rsidR="00376BF0" w:rsidRPr="00376BF0">
          <w:rPr>
            <w:rFonts w:eastAsiaTheme="minorEastAsia"/>
            <w:kern w:val="2"/>
            <w14:ligatures w14:val="standardContextual"/>
          </w:rPr>
          <w:tab/>
        </w:r>
        <w:r w:rsidR="00376BF0" w:rsidRPr="00376BF0">
          <w:rPr>
            <w:rStyle w:val="Hyperlink"/>
            <w:u w:val="none"/>
          </w:rPr>
          <w:t>Emergency Response Service</w:t>
        </w:r>
        <w:r w:rsidR="00376BF0" w:rsidRPr="00376BF0">
          <w:rPr>
            <w:webHidden/>
          </w:rPr>
          <w:tab/>
        </w:r>
        <w:r w:rsidR="00376BF0" w:rsidRPr="00376BF0">
          <w:rPr>
            <w:webHidden/>
          </w:rPr>
          <w:fldChar w:fldCharType="begin"/>
        </w:r>
        <w:r w:rsidR="00376BF0" w:rsidRPr="00376BF0">
          <w:rPr>
            <w:webHidden/>
          </w:rPr>
          <w:instrText xml:space="preserve"> PAGEREF _Toc178232221 \h </w:instrText>
        </w:r>
        <w:r w:rsidR="00376BF0" w:rsidRPr="00376BF0">
          <w:rPr>
            <w:webHidden/>
          </w:rPr>
        </w:r>
        <w:r w:rsidR="00376BF0" w:rsidRPr="00376BF0">
          <w:rPr>
            <w:webHidden/>
          </w:rPr>
          <w:fldChar w:fldCharType="separate"/>
        </w:r>
        <w:r>
          <w:rPr>
            <w:webHidden/>
          </w:rPr>
          <w:t>3-250</w:t>
        </w:r>
        <w:r w:rsidR="00376BF0" w:rsidRPr="00376BF0">
          <w:rPr>
            <w:webHidden/>
          </w:rPr>
          <w:fldChar w:fldCharType="end"/>
        </w:r>
      </w:hyperlink>
    </w:p>
    <w:p w14:paraId="4E12C080" w14:textId="63A9F29A" w:rsidR="00376BF0" w:rsidRPr="00376BF0" w:rsidRDefault="00246BB4">
      <w:pPr>
        <w:pStyle w:val="TOC4"/>
        <w:rPr>
          <w:rFonts w:eastAsiaTheme="minorEastAsia"/>
          <w:bCs w:val="0"/>
          <w:snapToGrid/>
          <w:kern w:val="2"/>
          <w:sz w:val="20"/>
          <w:szCs w:val="20"/>
          <w14:ligatures w14:val="standardContextual"/>
        </w:rPr>
      </w:pPr>
      <w:hyperlink w:anchor="_Toc178232222" w:history="1">
        <w:r w:rsidR="00376BF0" w:rsidRPr="00376BF0">
          <w:rPr>
            <w:rStyle w:val="Hyperlink"/>
            <w:bCs w:val="0"/>
            <w:sz w:val="20"/>
            <w:szCs w:val="20"/>
            <w:u w:val="none"/>
          </w:rPr>
          <w:t>3.14.3.1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Procurement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3-250</w:t>
        </w:r>
        <w:r w:rsidR="00376BF0" w:rsidRPr="00376BF0">
          <w:rPr>
            <w:bCs w:val="0"/>
            <w:webHidden/>
            <w:sz w:val="20"/>
            <w:szCs w:val="20"/>
          </w:rPr>
          <w:fldChar w:fldCharType="end"/>
        </w:r>
      </w:hyperlink>
    </w:p>
    <w:p w14:paraId="406FC2DF" w14:textId="56B7411B" w:rsidR="00376BF0" w:rsidRPr="00376BF0" w:rsidRDefault="00246BB4">
      <w:pPr>
        <w:pStyle w:val="TOC4"/>
        <w:rPr>
          <w:rFonts w:eastAsiaTheme="minorEastAsia"/>
          <w:bCs w:val="0"/>
          <w:snapToGrid/>
          <w:kern w:val="2"/>
          <w:sz w:val="20"/>
          <w:szCs w:val="20"/>
          <w14:ligatures w14:val="standardContextual"/>
        </w:rPr>
      </w:pPr>
      <w:hyperlink w:anchor="_Toc178232223" w:history="1">
        <w:r w:rsidR="00376BF0" w:rsidRPr="00376BF0">
          <w:rPr>
            <w:rStyle w:val="Hyperlink"/>
            <w:bCs w:val="0"/>
            <w:sz w:val="20"/>
            <w:szCs w:val="20"/>
            <w:u w:val="none"/>
          </w:rPr>
          <w:t>3.14.3.2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Self-Provision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3-257</w:t>
        </w:r>
        <w:r w:rsidR="00376BF0" w:rsidRPr="00376BF0">
          <w:rPr>
            <w:bCs w:val="0"/>
            <w:webHidden/>
            <w:sz w:val="20"/>
            <w:szCs w:val="20"/>
          </w:rPr>
          <w:fldChar w:fldCharType="end"/>
        </w:r>
      </w:hyperlink>
    </w:p>
    <w:p w14:paraId="1A93ACB9" w14:textId="26FA5610" w:rsidR="00376BF0" w:rsidRPr="00376BF0" w:rsidRDefault="00246BB4">
      <w:pPr>
        <w:pStyle w:val="TOC4"/>
        <w:rPr>
          <w:rFonts w:eastAsiaTheme="minorEastAsia"/>
          <w:bCs w:val="0"/>
          <w:snapToGrid/>
          <w:kern w:val="2"/>
          <w:sz w:val="20"/>
          <w:szCs w:val="20"/>
          <w14:ligatures w14:val="standardContextual"/>
        </w:rPr>
      </w:pPr>
      <w:hyperlink w:anchor="_Toc178232224" w:history="1">
        <w:r w:rsidR="00376BF0" w:rsidRPr="00376BF0">
          <w:rPr>
            <w:rStyle w:val="Hyperlink"/>
            <w:bCs w:val="0"/>
            <w:sz w:val="20"/>
            <w:szCs w:val="20"/>
            <w:u w:val="none"/>
          </w:rPr>
          <w:t>3.14.3.3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Provision and Technical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3-258</w:t>
        </w:r>
        <w:r w:rsidR="00376BF0" w:rsidRPr="00376BF0">
          <w:rPr>
            <w:bCs w:val="0"/>
            <w:webHidden/>
            <w:sz w:val="20"/>
            <w:szCs w:val="20"/>
          </w:rPr>
          <w:fldChar w:fldCharType="end"/>
        </w:r>
      </w:hyperlink>
    </w:p>
    <w:p w14:paraId="2E55E22A" w14:textId="55F3A0BF" w:rsidR="00376BF0" w:rsidRPr="00376BF0" w:rsidRDefault="00246BB4">
      <w:pPr>
        <w:pStyle w:val="TOC4"/>
        <w:rPr>
          <w:rFonts w:eastAsiaTheme="minorEastAsia"/>
          <w:bCs w:val="0"/>
          <w:snapToGrid/>
          <w:kern w:val="2"/>
          <w:sz w:val="20"/>
          <w:szCs w:val="20"/>
          <w14:ligatures w14:val="standardContextual"/>
        </w:rPr>
      </w:pPr>
      <w:hyperlink w:anchor="_Toc178232225" w:history="1">
        <w:r w:rsidR="00376BF0" w:rsidRPr="00376BF0">
          <w:rPr>
            <w:rStyle w:val="Hyperlink"/>
            <w:bCs w:val="0"/>
            <w:sz w:val="20"/>
            <w:szCs w:val="20"/>
            <w:u w:val="none"/>
          </w:rPr>
          <w:t>3.14.3.4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Reporting and Market Communications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3-260</w:t>
        </w:r>
        <w:r w:rsidR="00376BF0" w:rsidRPr="00376BF0">
          <w:rPr>
            <w:bCs w:val="0"/>
            <w:webHidden/>
            <w:sz w:val="20"/>
            <w:szCs w:val="20"/>
          </w:rPr>
          <w:fldChar w:fldCharType="end"/>
        </w:r>
      </w:hyperlink>
    </w:p>
    <w:p w14:paraId="2FD23E80" w14:textId="7A7C3FBD" w:rsidR="00376BF0" w:rsidRPr="00376BF0" w:rsidRDefault="00246BB4">
      <w:pPr>
        <w:pStyle w:val="TOC3"/>
        <w:rPr>
          <w:rFonts w:eastAsiaTheme="minorEastAsia"/>
          <w:kern w:val="2"/>
          <w14:ligatures w14:val="standardContextual"/>
        </w:rPr>
      </w:pPr>
      <w:hyperlink w:anchor="_Toc178232226" w:history="1">
        <w:r w:rsidR="00376BF0" w:rsidRPr="00376BF0">
          <w:rPr>
            <w:rStyle w:val="Hyperlink"/>
            <w:u w:val="none"/>
          </w:rPr>
          <w:t>3.14.4</w:t>
        </w:r>
        <w:r w:rsidR="00376BF0" w:rsidRPr="00376BF0">
          <w:rPr>
            <w:rFonts w:eastAsiaTheme="minorEastAsia"/>
            <w:kern w:val="2"/>
            <w14:ligatures w14:val="standardContextual"/>
          </w:rPr>
          <w:tab/>
        </w:r>
        <w:r w:rsidR="00376BF0" w:rsidRPr="00376BF0">
          <w:rPr>
            <w:rStyle w:val="Hyperlink"/>
            <w:u w:val="none"/>
          </w:rPr>
          <w:t>Must-Run Alternative Service</w:t>
        </w:r>
        <w:r w:rsidR="00376BF0" w:rsidRPr="00376BF0">
          <w:rPr>
            <w:webHidden/>
          </w:rPr>
          <w:tab/>
        </w:r>
        <w:r w:rsidR="00376BF0" w:rsidRPr="00376BF0">
          <w:rPr>
            <w:webHidden/>
          </w:rPr>
          <w:fldChar w:fldCharType="begin"/>
        </w:r>
        <w:r w:rsidR="00376BF0" w:rsidRPr="00376BF0">
          <w:rPr>
            <w:webHidden/>
          </w:rPr>
          <w:instrText xml:space="preserve"> PAGEREF _Toc178232226 \h </w:instrText>
        </w:r>
        <w:r w:rsidR="00376BF0" w:rsidRPr="00376BF0">
          <w:rPr>
            <w:webHidden/>
          </w:rPr>
        </w:r>
        <w:r w:rsidR="00376BF0" w:rsidRPr="00376BF0">
          <w:rPr>
            <w:webHidden/>
          </w:rPr>
          <w:fldChar w:fldCharType="separate"/>
        </w:r>
        <w:r>
          <w:rPr>
            <w:webHidden/>
          </w:rPr>
          <w:t>3-262</w:t>
        </w:r>
        <w:r w:rsidR="00376BF0" w:rsidRPr="00376BF0">
          <w:rPr>
            <w:webHidden/>
          </w:rPr>
          <w:fldChar w:fldCharType="end"/>
        </w:r>
      </w:hyperlink>
    </w:p>
    <w:p w14:paraId="2FB474CA" w14:textId="711A288F" w:rsidR="00376BF0" w:rsidRPr="00376BF0" w:rsidRDefault="00246BB4">
      <w:pPr>
        <w:pStyle w:val="TOC4"/>
        <w:rPr>
          <w:rFonts w:eastAsiaTheme="minorEastAsia"/>
          <w:bCs w:val="0"/>
          <w:snapToGrid/>
          <w:kern w:val="2"/>
          <w:sz w:val="20"/>
          <w:szCs w:val="20"/>
          <w14:ligatures w14:val="standardContextual"/>
        </w:rPr>
      </w:pPr>
      <w:hyperlink w:anchor="_Toc178232227" w:history="1">
        <w:r w:rsidR="00376BF0" w:rsidRPr="00376BF0">
          <w:rPr>
            <w:rStyle w:val="Hyperlink"/>
            <w:bCs w:val="0"/>
            <w:sz w:val="20"/>
            <w:szCs w:val="20"/>
            <w:u w:val="none"/>
          </w:rPr>
          <w:t>3.14.4.1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Overview and Description of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3-262</w:t>
        </w:r>
        <w:r w:rsidR="00376BF0" w:rsidRPr="00376BF0">
          <w:rPr>
            <w:bCs w:val="0"/>
            <w:webHidden/>
            <w:sz w:val="20"/>
            <w:szCs w:val="20"/>
          </w:rPr>
          <w:fldChar w:fldCharType="end"/>
        </w:r>
      </w:hyperlink>
    </w:p>
    <w:p w14:paraId="38F13D61" w14:textId="71BEB9ED" w:rsidR="00376BF0" w:rsidRPr="00376BF0" w:rsidRDefault="00246BB4">
      <w:pPr>
        <w:pStyle w:val="TOC4"/>
        <w:rPr>
          <w:rFonts w:eastAsiaTheme="minorEastAsia"/>
          <w:bCs w:val="0"/>
          <w:snapToGrid/>
          <w:kern w:val="2"/>
          <w:sz w:val="20"/>
          <w:szCs w:val="20"/>
          <w14:ligatures w14:val="standardContextual"/>
        </w:rPr>
      </w:pPr>
      <w:hyperlink w:anchor="_Toc178232228" w:history="1">
        <w:r w:rsidR="00376BF0" w:rsidRPr="00376BF0">
          <w:rPr>
            <w:rStyle w:val="Hyperlink"/>
            <w:bCs w:val="0"/>
            <w:sz w:val="20"/>
            <w:szCs w:val="20"/>
            <w:u w:val="none"/>
          </w:rPr>
          <w:t>3.14.4.2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Preliminary Review of Prospective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3-265</w:t>
        </w:r>
        <w:r w:rsidR="00376BF0" w:rsidRPr="00376BF0">
          <w:rPr>
            <w:bCs w:val="0"/>
            <w:webHidden/>
            <w:sz w:val="20"/>
            <w:szCs w:val="20"/>
          </w:rPr>
          <w:fldChar w:fldCharType="end"/>
        </w:r>
      </w:hyperlink>
    </w:p>
    <w:p w14:paraId="19CC7D78" w14:textId="6E39BCC2" w:rsidR="00376BF0" w:rsidRPr="00376BF0" w:rsidRDefault="00246BB4">
      <w:pPr>
        <w:pStyle w:val="TOC4"/>
        <w:rPr>
          <w:rFonts w:eastAsiaTheme="minorEastAsia"/>
          <w:bCs w:val="0"/>
          <w:snapToGrid/>
          <w:kern w:val="2"/>
          <w:sz w:val="20"/>
          <w:szCs w:val="20"/>
          <w14:ligatures w14:val="standardContextual"/>
        </w:rPr>
      </w:pPr>
      <w:hyperlink w:anchor="_Toc178232229" w:history="1">
        <w:r w:rsidR="00376BF0" w:rsidRPr="00376BF0">
          <w:rPr>
            <w:rStyle w:val="Hyperlink"/>
            <w:bCs w:val="0"/>
            <w:sz w:val="20"/>
            <w:szCs w:val="20"/>
            <w:u w:val="none"/>
          </w:rPr>
          <w:t>3.14.4.3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Substitution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3-266</w:t>
        </w:r>
        <w:r w:rsidR="00376BF0" w:rsidRPr="00376BF0">
          <w:rPr>
            <w:bCs w:val="0"/>
            <w:webHidden/>
            <w:sz w:val="20"/>
            <w:szCs w:val="20"/>
          </w:rPr>
          <w:fldChar w:fldCharType="end"/>
        </w:r>
      </w:hyperlink>
    </w:p>
    <w:p w14:paraId="54F62628" w14:textId="13B13E7F" w:rsidR="00376BF0" w:rsidRPr="00376BF0" w:rsidRDefault="00246BB4">
      <w:pPr>
        <w:pStyle w:val="TOC4"/>
        <w:rPr>
          <w:rFonts w:eastAsiaTheme="minorEastAsia"/>
          <w:bCs w:val="0"/>
          <w:snapToGrid/>
          <w:kern w:val="2"/>
          <w:sz w:val="20"/>
          <w:szCs w:val="20"/>
          <w14:ligatures w14:val="standardContextual"/>
        </w:rPr>
      </w:pPr>
      <w:hyperlink w:anchor="_Toc178232230" w:history="1">
        <w:r w:rsidR="00376BF0" w:rsidRPr="00376BF0">
          <w:rPr>
            <w:rStyle w:val="Hyperlink"/>
            <w:bCs w:val="0"/>
            <w:sz w:val="20"/>
            <w:szCs w:val="20"/>
            <w:u w:val="none"/>
          </w:rPr>
          <w:t>3.14.4.4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Commitment and Dispatch</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3-267</w:t>
        </w:r>
        <w:r w:rsidR="00376BF0" w:rsidRPr="00376BF0">
          <w:rPr>
            <w:bCs w:val="0"/>
            <w:webHidden/>
            <w:sz w:val="20"/>
            <w:szCs w:val="20"/>
          </w:rPr>
          <w:fldChar w:fldCharType="end"/>
        </w:r>
      </w:hyperlink>
    </w:p>
    <w:p w14:paraId="0222A3E7" w14:textId="2196F96B" w:rsidR="00376BF0" w:rsidRPr="00376BF0" w:rsidRDefault="00246BB4">
      <w:pPr>
        <w:pStyle w:val="TOC4"/>
        <w:rPr>
          <w:rFonts w:eastAsiaTheme="minorEastAsia"/>
          <w:bCs w:val="0"/>
          <w:snapToGrid/>
          <w:kern w:val="2"/>
          <w:sz w:val="20"/>
          <w:szCs w:val="20"/>
          <w14:ligatures w14:val="standardContextual"/>
        </w:rPr>
      </w:pPr>
      <w:hyperlink w:anchor="_Toc178232231" w:history="1">
        <w:r w:rsidR="00376BF0" w:rsidRPr="00376BF0">
          <w:rPr>
            <w:rStyle w:val="Hyperlink"/>
            <w:bCs w:val="0"/>
            <w:sz w:val="20"/>
            <w:szCs w:val="20"/>
            <w:u w:val="none"/>
          </w:rPr>
          <w:t>3.14.4.5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Generation Resource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3-267</w:t>
        </w:r>
        <w:r w:rsidR="00376BF0" w:rsidRPr="00376BF0">
          <w:rPr>
            <w:bCs w:val="0"/>
            <w:webHidden/>
            <w:sz w:val="20"/>
            <w:szCs w:val="20"/>
          </w:rPr>
          <w:fldChar w:fldCharType="end"/>
        </w:r>
      </w:hyperlink>
    </w:p>
    <w:p w14:paraId="05F68075" w14:textId="6B353734" w:rsidR="00376BF0" w:rsidRPr="00376BF0" w:rsidRDefault="00246BB4">
      <w:pPr>
        <w:pStyle w:val="TOC4"/>
        <w:rPr>
          <w:rFonts w:eastAsiaTheme="minorEastAsia"/>
          <w:bCs w:val="0"/>
          <w:snapToGrid/>
          <w:kern w:val="2"/>
          <w:sz w:val="20"/>
          <w:szCs w:val="20"/>
          <w14:ligatures w14:val="standardContextual"/>
        </w:rPr>
      </w:pPr>
      <w:hyperlink w:anchor="_Toc178232232" w:history="1">
        <w:r w:rsidR="00376BF0" w:rsidRPr="00376BF0">
          <w:rPr>
            <w:rStyle w:val="Hyperlink"/>
            <w:bCs w:val="0"/>
            <w:sz w:val="20"/>
            <w:szCs w:val="20"/>
            <w:u w:val="none"/>
          </w:rPr>
          <w:t>3.14.4.6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Other Generation MRAs and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3-267</w:t>
        </w:r>
        <w:r w:rsidR="00376BF0" w:rsidRPr="00376BF0">
          <w:rPr>
            <w:bCs w:val="0"/>
            <w:webHidden/>
            <w:sz w:val="20"/>
            <w:szCs w:val="20"/>
          </w:rPr>
          <w:fldChar w:fldCharType="end"/>
        </w:r>
      </w:hyperlink>
    </w:p>
    <w:p w14:paraId="5CAAAA13" w14:textId="2A4A5940" w:rsidR="00376BF0" w:rsidRPr="00376BF0" w:rsidRDefault="00246BB4">
      <w:pPr>
        <w:pStyle w:val="TOC5"/>
        <w:rPr>
          <w:rFonts w:eastAsiaTheme="minorEastAsia"/>
          <w:i w:val="0"/>
          <w:kern w:val="2"/>
          <w:sz w:val="20"/>
          <w:szCs w:val="20"/>
          <w14:ligatures w14:val="standardContextual"/>
        </w:rPr>
      </w:pPr>
      <w:hyperlink w:anchor="_Toc178232233" w:history="1">
        <w:r w:rsidR="00376BF0" w:rsidRPr="00376BF0">
          <w:rPr>
            <w:rStyle w:val="Hyperlink"/>
            <w:i w:val="0"/>
            <w:sz w:val="20"/>
            <w:szCs w:val="20"/>
            <w:u w:val="none"/>
          </w:rPr>
          <w:t>3.14.4.6.1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Telemetry Requirements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_Toc178232233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3-267</w:t>
        </w:r>
        <w:r w:rsidR="00376BF0" w:rsidRPr="00376BF0">
          <w:rPr>
            <w:i w:val="0"/>
            <w:webHidden/>
            <w:sz w:val="20"/>
            <w:szCs w:val="20"/>
          </w:rPr>
          <w:fldChar w:fldCharType="end"/>
        </w:r>
      </w:hyperlink>
    </w:p>
    <w:p w14:paraId="1A4B73C3" w14:textId="03D00A0D" w:rsidR="00376BF0" w:rsidRPr="00376BF0" w:rsidRDefault="00246BB4">
      <w:pPr>
        <w:pStyle w:val="TOC5"/>
        <w:rPr>
          <w:rFonts w:eastAsiaTheme="minorEastAsia"/>
          <w:i w:val="0"/>
          <w:kern w:val="2"/>
          <w:sz w:val="20"/>
          <w:szCs w:val="20"/>
          <w14:ligatures w14:val="standardContextual"/>
        </w:rPr>
      </w:pPr>
      <w:hyperlink w:anchor="_Toc178232234" w:history="1">
        <w:r w:rsidR="00376BF0" w:rsidRPr="00376BF0">
          <w:rPr>
            <w:rStyle w:val="Hyperlink"/>
            <w:i w:val="0"/>
            <w:sz w:val="20"/>
            <w:szCs w:val="20"/>
            <w:u w:val="none"/>
          </w:rPr>
          <w:t>3.14.4.6.2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Baseline Performance Evaluation Methodology for Demand Response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3-268</w:t>
        </w:r>
        <w:r w:rsidR="00376BF0" w:rsidRPr="00376BF0">
          <w:rPr>
            <w:i w:val="0"/>
            <w:webHidden/>
            <w:sz w:val="20"/>
            <w:szCs w:val="20"/>
          </w:rPr>
          <w:fldChar w:fldCharType="end"/>
        </w:r>
      </w:hyperlink>
    </w:p>
    <w:p w14:paraId="5BA4B45D" w14:textId="4F476521" w:rsidR="00376BF0" w:rsidRPr="00376BF0" w:rsidRDefault="00246BB4">
      <w:pPr>
        <w:pStyle w:val="TOC5"/>
        <w:rPr>
          <w:rFonts w:eastAsiaTheme="minorEastAsia"/>
          <w:i w:val="0"/>
          <w:kern w:val="2"/>
          <w:sz w:val="20"/>
          <w:szCs w:val="20"/>
          <w14:ligatures w14:val="standardContextual"/>
        </w:rPr>
      </w:pPr>
      <w:hyperlink w:anchor="_Toc178232235" w:history="1">
        <w:r w:rsidR="00376BF0" w:rsidRPr="00376BF0">
          <w:rPr>
            <w:rStyle w:val="Hyperlink"/>
            <w:i w:val="0"/>
            <w:sz w:val="20"/>
            <w:szCs w:val="20"/>
            <w:u w:val="none"/>
          </w:rPr>
          <w:t>3.14.4.6.3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Metering and Metering Data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3-268</w:t>
        </w:r>
        <w:r w:rsidR="00376BF0" w:rsidRPr="00376BF0">
          <w:rPr>
            <w:i w:val="0"/>
            <w:webHidden/>
            <w:sz w:val="20"/>
            <w:szCs w:val="20"/>
          </w:rPr>
          <w:fldChar w:fldCharType="end"/>
        </w:r>
      </w:hyperlink>
    </w:p>
    <w:p w14:paraId="58A83A49" w14:textId="3E9C9DC0" w:rsidR="00376BF0" w:rsidRPr="00376BF0" w:rsidRDefault="00246BB4">
      <w:pPr>
        <w:pStyle w:val="TOC5"/>
        <w:rPr>
          <w:rFonts w:eastAsiaTheme="minorEastAsia"/>
          <w:i w:val="0"/>
          <w:kern w:val="2"/>
          <w:sz w:val="20"/>
          <w:szCs w:val="20"/>
          <w14:ligatures w14:val="standardContextual"/>
        </w:rPr>
      </w:pPr>
      <w:hyperlink w:anchor="_Toc178232236" w:history="1">
        <w:r w:rsidR="00376BF0" w:rsidRPr="00376BF0">
          <w:rPr>
            <w:rStyle w:val="Hyperlink"/>
            <w:i w:val="0"/>
            <w:sz w:val="20"/>
            <w:szCs w:val="20"/>
            <w:u w:val="none"/>
          </w:rPr>
          <w:t>3.14.4.6.4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Availability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3-269</w:t>
        </w:r>
        <w:r w:rsidR="00376BF0" w:rsidRPr="00376BF0">
          <w:rPr>
            <w:i w:val="0"/>
            <w:webHidden/>
            <w:sz w:val="20"/>
            <w:szCs w:val="20"/>
          </w:rPr>
          <w:fldChar w:fldCharType="end"/>
        </w:r>
      </w:hyperlink>
    </w:p>
    <w:p w14:paraId="48D0EEF1" w14:textId="7A044290" w:rsidR="00376BF0" w:rsidRPr="00376BF0" w:rsidRDefault="00246BB4">
      <w:pPr>
        <w:pStyle w:val="TOC5"/>
        <w:rPr>
          <w:rFonts w:eastAsiaTheme="minorEastAsia"/>
          <w:i w:val="0"/>
          <w:kern w:val="2"/>
          <w:sz w:val="20"/>
          <w:szCs w:val="20"/>
          <w14:ligatures w14:val="standardContextual"/>
        </w:rPr>
      </w:pPr>
      <w:hyperlink w:anchor="_Toc178232237" w:history="1">
        <w:r w:rsidR="00376BF0" w:rsidRPr="00376BF0">
          <w:rPr>
            <w:rStyle w:val="Hyperlink"/>
            <w:i w:val="0"/>
            <w:sz w:val="20"/>
            <w:szCs w:val="20"/>
            <w:u w:val="none"/>
          </w:rPr>
          <w:t>3.14.4.6.5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Event Performance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3-271</w:t>
        </w:r>
        <w:r w:rsidR="00376BF0" w:rsidRPr="00376BF0">
          <w:rPr>
            <w:i w:val="0"/>
            <w:webHidden/>
            <w:sz w:val="20"/>
            <w:szCs w:val="20"/>
          </w:rPr>
          <w:fldChar w:fldCharType="end"/>
        </w:r>
      </w:hyperlink>
    </w:p>
    <w:p w14:paraId="126B6706" w14:textId="7F7C6DB2" w:rsidR="00376BF0" w:rsidRPr="00376BF0" w:rsidRDefault="00246BB4">
      <w:pPr>
        <w:pStyle w:val="TOC5"/>
        <w:rPr>
          <w:rFonts w:eastAsiaTheme="minorEastAsia"/>
          <w:i w:val="0"/>
          <w:kern w:val="2"/>
          <w:sz w:val="20"/>
          <w:szCs w:val="20"/>
          <w14:ligatures w14:val="standardContextual"/>
        </w:rPr>
      </w:pPr>
      <w:hyperlink w:anchor="_Toc178232238" w:history="1">
        <w:r w:rsidR="00376BF0" w:rsidRPr="00376BF0">
          <w:rPr>
            <w:rStyle w:val="Hyperlink"/>
            <w:i w:val="0"/>
            <w:sz w:val="20"/>
            <w:szCs w:val="20"/>
            <w:u w:val="none"/>
          </w:rPr>
          <w:t>3.14.4.6.5.1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Event Performance Measurement and Verification for Co-Located Demand Response MRAs and Other Generation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3-274</w:t>
        </w:r>
        <w:r w:rsidR="00376BF0" w:rsidRPr="00376BF0">
          <w:rPr>
            <w:i w:val="0"/>
            <w:webHidden/>
            <w:sz w:val="20"/>
            <w:szCs w:val="20"/>
          </w:rPr>
          <w:fldChar w:fldCharType="end"/>
        </w:r>
      </w:hyperlink>
    </w:p>
    <w:p w14:paraId="3D5C11FE" w14:textId="249ABA65" w:rsidR="00376BF0" w:rsidRPr="00376BF0" w:rsidRDefault="00246BB4">
      <w:pPr>
        <w:pStyle w:val="TOC4"/>
        <w:rPr>
          <w:rFonts w:eastAsiaTheme="minorEastAsia"/>
          <w:bCs w:val="0"/>
          <w:snapToGrid/>
          <w:kern w:val="2"/>
          <w:sz w:val="20"/>
          <w:szCs w:val="20"/>
          <w14:ligatures w14:val="standardContextual"/>
        </w:rPr>
      </w:pPr>
      <w:hyperlink w:anchor="_Toc178232239" w:history="1">
        <w:r w:rsidR="00376BF0" w:rsidRPr="00376BF0">
          <w:rPr>
            <w:rStyle w:val="Hyperlink"/>
            <w:bCs w:val="0"/>
            <w:sz w:val="20"/>
            <w:szCs w:val="20"/>
            <w:u w:val="none"/>
          </w:rPr>
          <w:t>3.14.4.7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Testing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3-275</w:t>
        </w:r>
        <w:r w:rsidR="00376BF0" w:rsidRPr="00376BF0">
          <w:rPr>
            <w:bCs w:val="0"/>
            <w:webHidden/>
            <w:sz w:val="20"/>
            <w:szCs w:val="20"/>
          </w:rPr>
          <w:fldChar w:fldCharType="end"/>
        </w:r>
      </w:hyperlink>
    </w:p>
    <w:p w14:paraId="102B1BB0" w14:textId="3EDCDEEE" w:rsidR="00376BF0" w:rsidRPr="00376BF0" w:rsidRDefault="00246BB4">
      <w:pPr>
        <w:pStyle w:val="TOC4"/>
        <w:rPr>
          <w:rFonts w:eastAsiaTheme="minorEastAsia"/>
          <w:bCs w:val="0"/>
          <w:snapToGrid/>
          <w:kern w:val="2"/>
          <w:sz w:val="20"/>
          <w:szCs w:val="20"/>
          <w14:ligatures w14:val="standardContextual"/>
        </w:rPr>
      </w:pPr>
      <w:hyperlink w:anchor="_Toc178232240" w:history="1">
        <w:r w:rsidR="00376BF0" w:rsidRPr="00376BF0">
          <w:rPr>
            <w:rStyle w:val="Hyperlink"/>
            <w:bCs w:val="0"/>
            <w:sz w:val="20"/>
            <w:szCs w:val="20"/>
            <w:u w:val="none"/>
          </w:rPr>
          <w:t>3.14.4.8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Misconduct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3-275</w:t>
        </w:r>
        <w:r w:rsidR="00376BF0" w:rsidRPr="00376BF0">
          <w:rPr>
            <w:bCs w:val="0"/>
            <w:webHidden/>
            <w:sz w:val="20"/>
            <w:szCs w:val="20"/>
          </w:rPr>
          <w:fldChar w:fldCharType="end"/>
        </w:r>
      </w:hyperlink>
    </w:p>
    <w:p w14:paraId="60D1DD51" w14:textId="649A7FFD" w:rsidR="00376BF0" w:rsidRPr="00376BF0" w:rsidRDefault="00246BB4">
      <w:pPr>
        <w:pStyle w:val="TOC4"/>
        <w:rPr>
          <w:rFonts w:eastAsiaTheme="minorEastAsia"/>
          <w:bCs w:val="0"/>
          <w:snapToGrid/>
          <w:kern w:val="2"/>
          <w:sz w:val="20"/>
          <w:szCs w:val="20"/>
          <w14:ligatures w14:val="standardContextual"/>
        </w:rPr>
      </w:pPr>
      <w:hyperlink w:anchor="_Toc178232241" w:history="1">
        <w:r w:rsidR="00376BF0" w:rsidRPr="00376BF0">
          <w:rPr>
            <w:rStyle w:val="Hyperlink"/>
            <w:bCs w:val="0"/>
            <w:sz w:val="20"/>
            <w:szCs w:val="20"/>
            <w:u w:val="none"/>
          </w:rPr>
          <w:t>3.14.4.9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Reporting to Transmission and/or Distribution Service Providers (TDSPs)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3-276</w:t>
        </w:r>
        <w:r w:rsidR="00376BF0" w:rsidRPr="00376BF0">
          <w:rPr>
            <w:bCs w:val="0"/>
            <w:webHidden/>
            <w:sz w:val="20"/>
            <w:szCs w:val="20"/>
          </w:rPr>
          <w:fldChar w:fldCharType="end"/>
        </w:r>
      </w:hyperlink>
    </w:p>
    <w:p w14:paraId="6E2456F9" w14:textId="2E7B677D" w:rsidR="00376BF0" w:rsidRPr="00376BF0" w:rsidRDefault="00246BB4">
      <w:pPr>
        <w:pStyle w:val="TOC3"/>
        <w:rPr>
          <w:rFonts w:eastAsiaTheme="minorEastAsia"/>
          <w:kern w:val="2"/>
          <w14:ligatures w14:val="standardContextual"/>
        </w:rPr>
      </w:pPr>
      <w:hyperlink w:anchor="_Toc178232242" w:history="1">
        <w:r w:rsidR="00376BF0" w:rsidRPr="00376BF0">
          <w:rPr>
            <w:rStyle w:val="Hyperlink"/>
            <w:u w:val="none"/>
          </w:rPr>
          <w:t>3.14.5</w:t>
        </w:r>
        <w:r w:rsidR="00376BF0" w:rsidRPr="00376BF0">
          <w:rPr>
            <w:rFonts w:eastAsiaTheme="minorEastAsia"/>
            <w:kern w:val="2"/>
            <w14:ligatures w14:val="standardContextual"/>
          </w:rPr>
          <w:tab/>
        </w:r>
        <w:r w:rsidR="00376BF0" w:rsidRPr="00376BF0">
          <w:rPr>
            <w:rStyle w:val="Hyperlink"/>
            <w:u w:val="none"/>
          </w:rPr>
          <w:t>Firm Fuel Supply Service</w:t>
        </w:r>
        <w:r w:rsidR="00376BF0" w:rsidRPr="00376BF0">
          <w:rPr>
            <w:webHidden/>
          </w:rPr>
          <w:tab/>
        </w:r>
        <w:r w:rsidR="00376BF0" w:rsidRPr="00376BF0">
          <w:rPr>
            <w:webHidden/>
          </w:rPr>
          <w:fldChar w:fldCharType="begin"/>
        </w:r>
        <w:r w:rsidR="00376BF0" w:rsidRPr="00376BF0">
          <w:rPr>
            <w:webHidden/>
          </w:rPr>
          <w:instrText xml:space="preserve"> PAGEREF _Toc178232242 \h </w:instrText>
        </w:r>
        <w:r w:rsidR="00376BF0" w:rsidRPr="00376BF0">
          <w:rPr>
            <w:webHidden/>
          </w:rPr>
        </w:r>
        <w:r w:rsidR="00376BF0" w:rsidRPr="00376BF0">
          <w:rPr>
            <w:webHidden/>
          </w:rPr>
          <w:fldChar w:fldCharType="separate"/>
        </w:r>
        <w:r>
          <w:rPr>
            <w:webHidden/>
          </w:rPr>
          <w:t>3-276</w:t>
        </w:r>
        <w:r w:rsidR="00376BF0" w:rsidRPr="00376BF0">
          <w:rPr>
            <w:webHidden/>
          </w:rPr>
          <w:fldChar w:fldCharType="end"/>
        </w:r>
      </w:hyperlink>
    </w:p>
    <w:p w14:paraId="0329738A" w14:textId="4FE4214F" w:rsidR="00376BF0" w:rsidRPr="00376BF0" w:rsidRDefault="00246BB4">
      <w:pPr>
        <w:pStyle w:val="TOC2"/>
        <w:rPr>
          <w:rFonts w:eastAsiaTheme="minorEastAsia"/>
          <w:noProof/>
          <w:kern w:val="2"/>
          <w14:ligatures w14:val="standardContextual"/>
        </w:rPr>
      </w:pPr>
      <w:hyperlink w:anchor="_Toc178232243" w:history="1">
        <w:r w:rsidR="00376BF0" w:rsidRPr="00376BF0">
          <w:rPr>
            <w:rStyle w:val="Hyperlink"/>
            <w:noProof/>
            <w:u w:val="none"/>
          </w:rPr>
          <w:t>3.15</w:t>
        </w:r>
        <w:r w:rsidR="00376BF0" w:rsidRPr="00376BF0">
          <w:rPr>
            <w:rFonts w:eastAsiaTheme="minorEastAsia"/>
            <w:noProof/>
            <w:kern w:val="2"/>
            <w14:ligatures w14:val="standardContextual"/>
          </w:rPr>
          <w:tab/>
        </w:r>
        <w:r w:rsidR="00376BF0" w:rsidRPr="00376BF0">
          <w:rPr>
            <w:rStyle w:val="Hyperlink"/>
            <w:noProof/>
            <w:u w:val="none"/>
          </w:rPr>
          <w:t>Voltage Support</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_Toc178232243 \h </w:instrText>
        </w:r>
        <w:r w:rsidR="00376BF0" w:rsidRPr="00376BF0">
          <w:rPr>
            <w:noProof/>
            <w:webHidden/>
          </w:rPr>
        </w:r>
        <w:r w:rsidR="00376BF0" w:rsidRPr="00376BF0">
          <w:rPr>
            <w:noProof/>
            <w:webHidden/>
          </w:rPr>
          <w:fldChar w:fldCharType="separate"/>
        </w:r>
        <w:r>
          <w:rPr>
            <w:noProof/>
            <w:webHidden/>
          </w:rPr>
          <w:t>3-282</w:t>
        </w:r>
        <w:r w:rsidR="00376BF0" w:rsidRPr="00376BF0">
          <w:rPr>
            <w:noProof/>
            <w:webHidden/>
          </w:rPr>
          <w:fldChar w:fldCharType="end"/>
        </w:r>
      </w:hyperlink>
    </w:p>
    <w:p w14:paraId="684229F5" w14:textId="4F72CEF7" w:rsidR="00376BF0" w:rsidRPr="00376BF0" w:rsidRDefault="00246BB4">
      <w:pPr>
        <w:pStyle w:val="TOC3"/>
        <w:rPr>
          <w:rFonts w:eastAsiaTheme="minorEastAsia"/>
          <w:kern w:val="2"/>
          <w14:ligatures w14:val="standardContextual"/>
        </w:rPr>
      </w:pPr>
      <w:hyperlink w:anchor="_Toc178232244" w:history="1">
        <w:r w:rsidR="00376BF0" w:rsidRPr="00376BF0">
          <w:rPr>
            <w:rStyle w:val="Hyperlink"/>
            <w:u w:val="none"/>
          </w:rPr>
          <w:t>3.15.1</w:t>
        </w:r>
        <w:r w:rsidR="00376BF0" w:rsidRPr="00376BF0">
          <w:rPr>
            <w:rFonts w:eastAsiaTheme="minorEastAsia"/>
            <w:kern w:val="2"/>
            <w14:ligatures w14:val="standardContextual"/>
          </w:rPr>
          <w:tab/>
        </w:r>
        <w:r w:rsidR="00376BF0" w:rsidRPr="00376BF0">
          <w:rPr>
            <w:rStyle w:val="Hyperlink"/>
            <w:u w:val="none"/>
          </w:rPr>
          <w:t>ERCOT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_Toc178232244 \h </w:instrText>
        </w:r>
        <w:r w:rsidR="00376BF0" w:rsidRPr="00376BF0">
          <w:rPr>
            <w:webHidden/>
          </w:rPr>
        </w:r>
        <w:r w:rsidR="00376BF0" w:rsidRPr="00376BF0">
          <w:rPr>
            <w:webHidden/>
          </w:rPr>
          <w:fldChar w:fldCharType="separate"/>
        </w:r>
        <w:r>
          <w:rPr>
            <w:webHidden/>
          </w:rPr>
          <w:t>3-287</w:t>
        </w:r>
        <w:r w:rsidR="00376BF0" w:rsidRPr="00376BF0">
          <w:rPr>
            <w:webHidden/>
          </w:rPr>
          <w:fldChar w:fldCharType="end"/>
        </w:r>
      </w:hyperlink>
    </w:p>
    <w:p w14:paraId="4D507805" w14:textId="5B94D0FD" w:rsidR="00376BF0" w:rsidRPr="00376BF0" w:rsidRDefault="00246BB4">
      <w:pPr>
        <w:pStyle w:val="TOC3"/>
        <w:rPr>
          <w:rFonts w:eastAsiaTheme="minorEastAsia"/>
          <w:kern w:val="2"/>
          <w14:ligatures w14:val="standardContextual"/>
        </w:rPr>
      </w:pPr>
      <w:hyperlink w:anchor="_Toc178232245" w:history="1">
        <w:r w:rsidR="00376BF0" w:rsidRPr="00376BF0">
          <w:rPr>
            <w:rStyle w:val="Hyperlink"/>
            <w:u w:val="none"/>
          </w:rPr>
          <w:t>3.15.2</w:t>
        </w:r>
        <w:r w:rsidR="00376BF0" w:rsidRPr="00376BF0">
          <w:rPr>
            <w:rFonts w:eastAsiaTheme="minorEastAsia"/>
            <w:kern w:val="2"/>
            <w14:ligatures w14:val="standardContextual"/>
          </w:rPr>
          <w:tab/>
        </w:r>
        <w:r w:rsidR="00376BF0" w:rsidRPr="00376BF0">
          <w:rPr>
            <w:rStyle w:val="Hyperlink"/>
            <w:u w:val="none"/>
          </w:rPr>
          <w:t>DSP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_Toc178232245 \h </w:instrText>
        </w:r>
        <w:r w:rsidR="00376BF0" w:rsidRPr="00376BF0">
          <w:rPr>
            <w:webHidden/>
          </w:rPr>
        </w:r>
        <w:r w:rsidR="00376BF0" w:rsidRPr="00376BF0">
          <w:rPr>
            <w:webHidden/>
          </w:rPr>
          <w:fldChar w:fldCharType="separate"/>
        </w:r>
        <w:r>
          <w:rPr>
            <w:webHidden/>
          </w:rPr>
          <w:t>3-288</w:t>
        </w:r>
        <w:r w:rsidR="00376BF0" w:rsidRPr="00376BF0">
          <w:rPr>
            <w:webHidden/>
          </w:rPr>
          <w:fldChar w:fldCharType="end"/>
        </w:r>
      </w:hyperlink>
    </w:p>
    <w:p w14:paraId="23192465" w14:textId="636F43FD" w:rsidR="00376BF0" w:rsidRPr="00376BF0" w:rsidRDefault="00246BB4">
      <w:pPr>
        <w:pStyle w:val="TOC3"/>
        <w:rPr>
          <w:rFonts w:eastAsiaTheme="minorEastAsia"/>
          <w:kern w:val="2"/>
          <w14:ligatures w14:val="standardContextual"/>
        </w:rPr>
      </w:pPr>
      <w:hyperlink w:anchor="_Toc178232246" w:history="1">
        <w:r w:rsidR="00376BF0" w:rsidRPr="00376BF0">
          <w:rPr>
            <w:rStyle w:val="Hyperlink"/>
            <w:u w:val="none"/>
          </w:rPr>
          <w:t>3.15.3</w:t>
        </w:r>
        <w:r w:rsidR="00376BF0" w:rsidRPr="00376BF0">
          <w:rPr>
            <w:rFonts w:eastAsiaTheme="minorEastAsia"/>
            <w:kern w:val="2"/>
            <w14:ligatures w14:val="standardContextual"/>
          </w:rPr>
          <w:tab/>
        </w:r>
        <w:r w:rsidR="00376BF0" w:rsidRPr="00376BF0">
          <w:rPr>
            <w:rStyle w:val="Hyperlink"/>
            <w:u w:val="none"/>
          </w:rPr>
          <w:t>Generation Resource and Energy Storage Resource Requirements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_Toc178232246 \h </w:instrText>
        </w:r>
        <w:r w:rsidR="00376BF0" w:rsidRPr="00376BF0">
          <w:rPr>
            <w:webHidden/>
          </w:rPr>
        </w:r>
        <w:r w:rsidR="00376BF0" w:rsidRPr="00376BF0">
          <w:rPr>
            <w:webHidden/>
          </w:rPr>
          <w:fldChar w:fldCharType="separate"/>
        </w:r>
        <w:r>
          <w:rPr>
            <w:webHidden/>
          </w:rPr>
          <w:t>3-289</w:t>
        </w:r>
        <w:r w:rsidR="00376BF0" w:rsidRPr="00376BF0">
          <w:rPr>
            <w:webHidden/>
          </w:rPr>
          <w:fldChar w:fldCharType="end"/>
        </w:r>
      </w:hyperlink>
    </w:p>
    <w:p w14:paraId="16960299" w14:textId="062DAD35" w:rsidR="00376BF0" w:rsidRPr="00376BF0" w:rsidRDefault="00246BB4">
      <w:pPr>
        <w:pStyle w:val="TOC3"/>
        <w:rPr>
          <w:rFonts w:eastAsiaTheme="minorEastAsia"/>
          <w:kern w:val="2"/>
          <w14:ligatures w14:val="standardContextual"/>
        </w:rPr>
      </w:pPr>
      <w:hyperlink w:anchor="_Toc178232247" w:history="1">
        <w:r w:rsidR="00376BF0" w:rsidRPr="00376BF0">
          <w:rPr>
            <w:rStyle w:val="Hyperlink"/>
            <w:u w:val="none"/>
          </w:rPr>
          <w:t>3.15.4</w:t>
        </w:r>
        <w:r w:rsidR="00376BF0" w:rsidRPr="00376BF0">
          <w:rPr>
            <w:rFonts w:eastAsiaTheme="minorEastAsia"/>
            <w:kern w:val="2"/>
            <w14:ligatures w14:val="standardContextual"/>
          </w:rPr>
          <w:tab/>
        </w:r>
        <w:r w:rsidR="00376BF0" w:rsidRPr="00376BF0">
          <w:rPr>
            <w:rStyle w:val="Hyperlink"/>
            <w:u w:val="none"/>
          </w:rPr>
          <w:t>Direct Current Tie Owner and Direct Current Tie Operator (DCTO)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_Toc178232247 \h </w:instrText>
        </w:r>
        <w:r w:rsidR="00376BF0" w:rsidRPr="00376BF0">
          <w:rPr>
            <w:webHidden/>
          </w:rPr>
        </w:r>
        <w:r w:rsidR="00376BF0" w:rsidRPr="00376BF0">
          <w:rPr>
            <w:webHidden/>
          </w:rPr>
          <w:fldChar w:fldCharType="separate"/>
        </w:r>
        <w:r>
          <w:rPr>
            <w:webHidden/>
          </w:rPr>
          <w:t>3-291</w:t>
        </w:r>
        <w:r w:rsidR="00376BF0" w:rsidRPr="00376BF0">
          <w:rPr>
            <w:webHidden/>
          </w:rPr>
          <w:fldChar w:fldCharType="end"/>
        </w:r>
      </w:hyperlink>
    </w:p>
    <w:p w14:paraId="13EE5B23" w14:textId="66C09D52" w:rsidR="00376BF0" w:rsidRPr="00376BF0" w:rsidRDefault="00246BB4">
      <w:pPr>
        <w:pStyle w:val="TOC2"/>
        <w:rPr>
          <w:rFonts w:eastAsiaTheme="minorEastAsia"/>
          <w:noProof/>
          <w:kern w:val="2"/>
          <w14:ligatures w14:val="standardContextual"/>
        </w:rPr>
      </w:pPr>
      <w:hyperlink w:anchor="_Toc178232248" w:history="1">
        <w:r w:rsidR="00376BF0" w:rsidRPr="00376BF0">
          <w:rPr>
            <w:rStyle w:val="Hyperlink"/>
            <w:noProof/>
            <w:u w:val="none"/>
          </w:rPr>
          <w:t>3.16</w:t>
        </w:r>
        <w:r w:rsidR="00376BF0" w:rsidRPr="00376BF0">
          <w:rPr>
            <w:rFonts w:eastAsiaTheme="minorEastAsia"/>
            <w:noProof/>
            <w:kern w:val="2"/>
            <w14:ligatures w14:val="standardContextual"/>
          </w:rPr>
          <w:tab/>
        </w:r>
        <w:r w:rsidR="00376BF0" w:rsidRPr="00376BF0">
          <w:rPr>
            <w:rStyle w:val="Hyperlink"/>
            <w:noProof/>
            <w:u w:val="none"/>
          </w:rPr>
          <w:t>Standards for Determining Ancillary Service Quantities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_Toc178232248 \h </w:instrText>
        </w:r>
        <w:r w:rsidR="00376BF0" w:rsidRPr="00376BF0">
          <w:rPr>
            <w:noProof/>
            <w:webHidden/>
          </w:rPr>
        </w:r>
        <w:r w:rsidR="00376BF0" w:rsidRPr="00376BF0">
          <w:rPr>
            <w:noProof/>
            <w:webHidden/>
          </w:rPr>
          <w:fldChar w:fldCharType="separate"/>
        </w:r>
        <w:r>
          <w:rPr>
            <w:noProof/>
            <w:webHidden/>
          </w:rPr>
          <w:t>3-292</w:t>
        </w:r>
        <w:r w:rsidR="00376BF0" w:rsidRPr="00376BF0">
          <w:rPr>
            <w:noProof/>
            <w:webHidden/>
          </w:rPr>
          <w:fldChar w:fldCharType="end"/>
        </w:r>
      </w:hyperlink>
    </w:p>
    <w:p w14:paraId="3A2AFFFE" w14:textId="283115D3" w:rsidR="00376BF0" w:rsidRPr="00376BF0" w:rsidRDefault="00246BB4">
      <w:pPr>
        <w:pStyle w:val="TOC2"/>
        <w:rPr>
          <w:rFonts w:eastAsiaTheme="minorEastAsia"/>
          <w:noProof/>
          <w:kern w:val="2"/>
          <w14:ligatures w14:val="standardContextual"/>
        </w:rPr>
      </w:pPr>
      <w:hyperlink w:anchor="_Toc178232249" w:history="1">
        <w:r w:rsidR="00376BF0" w:rsidRPr="00376BF0">
          <w:rPr>
            <w:rStyle w:val="Hyperlink"/>
            <w:noProof/>
            <w:u w:val="none"/>
          </w:rPr>
          <w:t>3.17</w:t>
        </w:r>
        <w:r w:rsidR="00376BF0" w:rsidRPr="00376BF0">
          <w:rPr>
            <w:rFonts w:eastAsiaTheme="minorEastAsia"/>
            <w:noProof/>
            <w:kern w:val="2"/>
            <w14:ligatures w14:val="standardContextual"/>
          </w:rPr>
          <w:tab/>
        </w:r>
        <w:r w:rsidR="00376BF0" w:rsidRPr="00376BF0">
          <w:rPr>
            <w:rStyle w:val="Hyperlink"/>
            <w:noProof/>
            <w:u w:val="none"/>
          </w:rPr>
          <w:t>Ancillary Service Capacity Products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_Toc178232249 \h </w:instrText>
        </w:r>
        <w:r w:rsidR="00376BF0" w:rsidRPr="00376BF0">
          <w:rPr>
            <w:noProof/>
            <w:webHidden/>
          </w:rPr>
        </w:r>
        <w:r w:rsidR="00376BF0" w:rsidRPr="00376BF0">
          <w:rPr>
            <w:noProof/>
            <w:webHidden/>
          </w:rPr>
          <w:fldChar w:fldCharType="separate"/>
        </w:r>
        <w:r>
          <w:rPr>
            <w:noProof/>
            <w:webHidden/>
          </w:rPr>
          <w:t>3-296</w:t>
        </w:r>
        <w:r w:rsidR="00376BF0" w:rsidRPr="00376BF0">
          <w:rPr>
            <w:noProof/>
            <w:webHidden/>
          </w:rPr>
          <w:fldChar w:fldCharType="end"/>
        </w:r>
      </w:hyperlink>
    </w:p>
    <w:p w14:paraId="1EAB888B" w14:textId="60B4412E" w:rsidR="00376BF0" w:rsidRPr="00376BF0" w:rsidRDefault="00246BB4">
      <w:pPr>
        <w:pStyle w:val="TOC3"/>
        <w:rPr>
          <w:rFonts w:eastAsiaTheme="minorEastAsia"/>
          <w:kern w:val="2"/>
          <w14:ligatures w14:val="standardContextual"/>
        </w:rPr>
      </w:pPr>
      <w:hyperlink w:anchor="_Toc178232250" w:history="1">
        <w:r w:rsidR="00376BF0" w:rsidRPr="00376BF0">
          <w:rPr>
            <w:rStyle w:val="Hyperlink"/>
            <w:u w:val="none"/>
          </w:rPr>
          <w:t>3.17.1</w:t>
        </w:r>
        <w:r w:rsidR="00376BF0" w:rsidRPr="00376BF0">
          <w:rPr>
            <w:rFonts w:eastAsiaTheme="minorEastAsia"/>
            <w:kern w:val="2"/>
            <w14:ligatures w14:val="standardContextual"/>
          </w:rPr>
          <w:tab/>
        </w:r>
        <w:r w:rsidR="00376BF0" w:rsidRPr="00376BF0">
          <w:rPr>
            <w:rStyle w:val="Hyperlink"/>
            <w:u w:val="none"/>
          </w:rPr>
          <w:t>Regulation Service</w:t>
        </w:r>
        <w:r w:rsidR="00376BF0" w:rsidRPr="00376BF0">
          <w:rPr>
            <w:webHidden/>
          </w:rPr>
          <w:tab/>
        </w:r>
        <w:r w:rsidR="00376BF0" w:rsidRPr="00376BF0">
          <w:rPr>
            <w:webHidden/>
          </w:rPr>
          <w:fldChar w:fldCharType="begin"/>
        </w:r>
        <w:r w:rsidR="00376BF0" w:rsidRPr="00376BF0">
          <w:rPr>
            <w:webHidden/>
          </w:rPr>
          <w:instrText xml:space="preserve"> PAGEREF _Toc178232250 \h </w:instrText>
        </w:r>
        <w:r w:rsidR="00376BF0" w:rsidRPr="00376BF0">
          <w:rPr>
            <w:webHidden/>
          </w:rPr>
        </w:r>
        <w:r w:rsidR="00376BF0" w:rsidRPr="00376BF0">
          <w:rPr>
            <w:webHidden/>
          </w:rPr>
          <w:fldChar w:fldCharType="separate"/>
        </w:r>
        <w:r>
          <w:rPr>
            <w:webHidden/>
          </w:rPr>
          <w:t>3-296</w:t>
        </w:r>
        <w:r w:rsidR="00376BF0" w:rsidRPr="00376BF0">
          <w:rPr>
            <w:webHidden/>
          </w:rPr>
          <w:fldChar w:fldCharType="end"/>
        </w:r>
      </w:hyperlink>
    </w:p>
    <w:p w14:paraId="35A20B19" w14:textId="43FAA06A" w:rsidR="00376BF0" w:rsidRPr="00376BF0" w:rsidRDefault="00246BB4">
      <w:pPr>
        <w:pStyle w:val="TOC3"/>
        <w:rPr>
          <w:rFonts w:eastAsiaTheme="minorEastAsia"/>
          <w:kern w:val="2"/>
          <w14:ligatures w14:val="standardContextual"/>
        </w:rPr>
      </w:pPr>
      <w:hyperlink w:anchor="_Toc178232251" w:history="1">
        <w:r w:rsidR="00376BF0" w:rsidRPr="00376BF0">
          <w:rPr>
            <w:rStyle w:val="Hyperlink"/>
            <w:u w:val="none"/>
          </w:rPr>
          <w:t>3.17.2</w:t>
        </w:r>
        <w:r w:rsidR="00376BF0" w:rsidRPr="00376BF0">
          <w:rPr>
            <w:rFonts w:eastAsiaTheme="minorEastAsia"/>
            <w:kern w:val="2"/>
            <w14:ligatures w14:val="standardContextual"/>
          </w:rPr>
          <w:tab/>
        </w:r>
        <w:r w:rsidR="00376BF0" w:rsidRPr="00376BF0">
          <w:rPr>
            <w:rStyle w:val="Hyperlink"/>
            <w:u w:val="none"/>
          </w:rPr>
          <w:t>Responsive Reserve Service</w:t>
        </w:r>
        <w:r w:rsidR="00376BF0" w:rsidRPr="00376BF0">
          <w:rPr>
            <w:webHidden/>
          </w:rPr>
          <w:tab/>
        </w:r>
        <w:r w:rsidR="00376BF0" w:rsidRPr="00376BF0">
          <w:rPr>
            <w:webHidden/>
          </w:rPr>
          <w:fldChar w:fldCharType="begin"/>
        </w:r>
        <w:r w:rsidR="00376BF0" w:rsidRPr="00376BF0">
          <w:rPr>
            <w:webHidden/>
          </w:rPr>
          <w:instrText xml:space="preserve"> PAGEREF _Toc178232251 \h </w:instrText>
        </w:r>
        <w:r w:rsidR="00376BF0" w:rsidRPr="00376BF0">
          <w:rPr>
            <w:webHidden/>
          </w:rPr>
        </w:r>
        <w:r w:rsidR="00376BF0" w:rsidRPr="00376BF0">
          <w:rPr>
            <w:webHidden/>
          </w:rPr>
          <w:fldChar w:fldCharType="separate"/>
        </w:r>
        <w:r>
          <w:rPr>
            <w:webHidden/>
          </w:rPr>
          <w:t>3-297</w:t>
        </w:r>
        <w:r w:rsidR="00376BF0" w:rsidRPr="00376BF0">
          <w:rPr>
            <w:webHidden/>
          </w:rPr>
          <w:fldChar w:fldCharType="end"/>
        </w:r>
      </w:hyperlink>
    </w:p>
    <w:p w14:paraId="24908651" w14:textId="16D2BD3F" w:rsidR="00376BF0" w:rsidRPr="00376BF0" w:rsidRDefault="00246BB4">
      <w:pPr>
        <w:pStyle w:val="TOC3"/>
        <w:rPr>
          <w:rFonts w:eastAsiaTheme="minorEastAsia"/>
          <w:kern w:val="2"/>
          <w14:ligatures w14:val="standardContextual"/>
        </w:rPr>
      </w:pPr>
      <w:hyperlink w:anchor="_Toc178232252" w:history="1">
        <w:r w:rsidR="00376BF0" w:rsidRPr="00376BF0">
          <w:rPr>
            <w:rStyle w:val="Hyperlink"/>
            <w:u w:val="none"/>
          </w:rPr>
          <w:t>3.17.3</w:t>
        </w:r>
        <w:r w:rsidR="00376BF0" w:rsidRPr="00376BF0">
          <w:rPr>
            <w:rFonts w:eastAsiaTheme="minorEastAsia"/>
            <w:kern w:val="2"/>
            <w14:ligatures w14:val="standardContextual"/>
          </w:rPr>
          <w:tab/>
        </w:r>
        <w:r w:rsidR="00376BF0" w:rsidRPr="00376BF0">
          <w:rPr>
            <w:rStyle w:val="Hyperlink"/>
            <w:u w:val="none"/>
          </w:rPr>
          <w:t>Non-Spinning Reserve Service</w:t>
        </w:r>
        <w:r w:rsidR="00376BF0" w:rsidRPr="00376BF0">
          <w:rPr>
            <w:webHidden/>
          </w:rPr>
          <w:tab/>
        </w:r>
        <w:r w:rsidR="00376BF0" w:rsidRPr="00376BF0">
          <w:rPr>
            <w:webHidden/>
          </w:rPr>
          <w:fldChar w:fldCharType="begin"/>
        </w:r>
        <w:r w:rsidR="00376BF0" w:rsidRPr="00376BF0">
          <w:rPr>
            <w:webHidden/>
          </w:rPr>
          <w:instrText xml:space="preserve"> PAGEREF _Toc178232252 \h </w:instrText>
        </w:r>
        <w:r w:rsidR="00376BF0" w:rsidRPr="00376BF0">
          <w:rPr>
            <w:webHidden/>
          </w:rPr>
        </w:r>
        <w:r w:rsidR="00376BF0" w:rsidRPr="00376BF0">
          <w:rPr>
            <w:webHidden/>
          </w:rPr>
          <w:fldChar w:fldCharType="separate"/>
        </w:r>
        <w:r>
          <w:rPr>
            <w:webHidden/>
          </w:rPr>
          <w:t>3-298</w:t>
        </w:r>
        <w:r w:rsidR="00376BF0" w:rsidRPr="00376BF0">
          <w:rPr>
            <w:webHidden/>
          </w:rPr>
          <w:fldChar w:fldCharType="end"/>
        </w:r>
      </w:hyperlink>
    </w:p>
    <w:p w14:paraId="577D88CC" w14:textId="13DC6675" w:rsidR="00376BF0" w:rsidRPr="00376BF0" w:rsidRDefault="00246BB4">
      <w:pPr>
        <w:pStyle w:val="TOC3"/>
        <w:rPr>
          <w:rFonts w:eastAsiaTheme="minorEastAsia"/>
          <w:kern w:val="2"/>
          <w14:ligatures w14:val="standardContextual"/>
        </w:rPr>
      </w:pPr>
      <w:hyperlink w:anchor="_Toc178232253" w:history="1">
        <w:r w:rsidR="00376BF0" w:rsidRPr="00376BF0">
          <w:rPr>
            <w:rStyle w:val="Hyperlink"/>
            <w:u w:val="none"/>
          </w:rPr>
          <w:t>3.17.4</w:t>
        </w:r>
        <w:r w:rsidR="00376BF0" w:rsidRPr="00376BF0">
          <w:rPr>
            <w:rFonts w:eastAsiaTheme="minorEastAsia"/>
            <w:kern w:val="2"/>
            <w14:ligatures w14:val="standardContextual"/>
          </w:rPr>
          <w:tab/>
        </w:r>
        <w:r w:rsidR="00376BF0" w:rsidRPr="00376BF0">
          <w:rPr>
            <w:rStyle w:val="Hyperlink"/>
            <w:u w:val="none"/>
          </w:rPr>
          <w:t>ERCOT Contingency Reserve Service</w:t>
        </w:r>
        <w:r w:rsidR="00376BF0" w:rsidRPr="00376BF0">
          <w:rPr>
            <w:webHidden/>
          </w:rPr>
          <w:tab/>
        </w:r>
        <w:r w:rsidR="00376BF0" w:rsidRPr="00376BF0">
          <w:rPr>
            <w:webHidden/>
          </w:rPr>
          <w:fldChar w:fldCharType="begin"/>
        </w:r>
        <w:r w:rsidR="00376BF0" w:rsidRPr="00376BF0">
          <w:rPr>
            <w:webHidden/>
          </w:rPr>
          <w:instrText xml:space="preserve"> PAGEREF _Toc178232253 \h </w:instrText>
        </w:r>
        <w:r w:rsidR="00376BF0" w:rsidRPr="00376BF0">
          <w:rPr>
            <w:webHidden/>
          </w:rPr>
        </w:r>
        <w:r w:rsidR="00376BF0" w:rsidRPr="00376BF0">
          <w:rPr>
            <w:webHidden/>
          </w:rPr>
          <w:fldChar w:fldCharType="separate"/>
        </w:r>
        <w:r>
          <w:rPr>
            <w:webHidden/>
          </w:rPr>
          <w:t>3-298</w:t>
        </w:r>
        <w:r w:rsidR="00376BF0" w:rsidRPr="00376BF0">
          <w:rPr>
            <w:webHidden/>
          </w:rPr>
          <w:fldChar w:fldCharType="end"/>
        </w:r>
      </w:hyperlink>
    </w:p>
    <w:p w14:paraId="05F5DCDE" w14:textId="2E2772E3" w:rsidR="00376BF0" w:rsidRPr="00376BF0" w:rsidRDefault="00246BB4">
      <w:pPr>
        <w:pStyle w:val="TOC2"/>
        <w:rPr>
          <w:rFonts w:eastAsiaTheme="minorEastAsia"/>
          <w:noProof/>
          <w:kern w:val="2"/>
          <w14:ligatures w14:val="standardContextual"/>
        </w:rPr>
      </w:pPr>
      <w:hyperlink w:anchor="_Toc178232254" w:history="1">
        <w:r w:rsidR="00376BF0" w:rsidRPr="00376BF0">
          <w:rPr>
            <w:rStyle w:val="Hyperlink"/>
            <w:noProof/>
            <w:u w:val="none"/>
          </w:rPr>
          <w:t>3.18</w:t>
        </w:r>
        <w:r w:rsidR="00376BF0" w:rsidRPr="00376BF0">
          <w:rPr>
            <w:rFonts w:eastAsiaTheme="minorEastAsia"/>
            <w:noProof/>
            <w:kern w:val="2"/>
            <w14:ligatures w14:val="standardContextual"/>
          </w:rPr>
          <w:tab/>
        </w:r>
        <w:r w:rsidR="00376BF0" w:rsidRPr="00376BF0">
          <w:rPr>
            <w:rStyle w:val="Hyperlink"/>
            <w:noProof/>
            <w:u w:val="none"/>
          </w:rPr>
          <w:t>Resource Limits in Providing Ancillary Service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_Toc178232254 \h </w:instrText>
        </w:r>
        <w:r w:rsidR="00376BF0" w:rsidRPr="00376BF0">
          <w:rPr>
            <w:noProof/>
            <w:webHidden/>
          </w:rPr>
        </w:r>
        <w:r w:rsidR="00376BF0" w:rsidRPr="00376BF0">
          <w:rPr>
            <w:noProof/>
            <w:webHidden/>
          </w:rPr>
          <w:fldChar w:fldCharType="separate"/>
        </w:r>
        <w:r>
          <w:rPr>
            <w:noProof/>
            <w:webHidden/>
          </w:rPr>
          <w:t>3-299</w:t>
        </w:r>
        <w:r w:rsidR="00376BF0" w:rsidRPr="00376BF0">
          <w:rPr>
            <w:noProof/>
            <w:webHidden/>
          </w:rPr>
          <w:fldChar w:fldCharType="end"/>
        </w:r>
      </w:hyperlink>
    </w:p>
    <w:p w14:paraId="4426F38F" w14:textId="5C2448EB" w:rsidR="00376BF0" w:rsidRPr="00376BF0" w:rsidRDefault="00246BB4">
      <w:pPr>
        <w:pStyle w:val="TOC2"/>
        <w:rPr>
          <w:rFonts w:eastAsiaTheme="minorEastAsia"/>
          <w:noProof/>
          <w:kern w:val="2"/>
          <w14:ligatures w14:val="standardContextual"/>
        </w:rPr>
      </w:pPr>
      <w:hyperlink w:anchor="_Toc178232255" w:history="1">
        <w:r w:rsidR="00376BF0" w:rsidRPr="00376BF0">
          <w:rPr>
            <w:rStyle w:val="Hyperlink"/>
            <w:noProof/>
            <w:u w:val="none"/>
          </w:rPr>
          <w:t>3.19</w:t>
        </w:r>
        <w:r w:rsidR="00376BF0" w:rsidRPr="00376BF0">
          <w:rPr>
            <w:rFonts w:eastAsiaTheme="minorEastAsia"/>
            <w:noProof/>
            <w:kern w:val="2"/>
            <w14:ligatures w14:val="standardContextual"/>
          </w:rPr>
          <w:tab/>
        </w:r>
        <w:r w:rsidR="00376BF0" w:rsidRPr="00376BF0">
          <w:rPr>
            <w:rStyle w:val="Hyperlink"/>
            <w:noProof/>
            <w:u w:val="none"/>
          </w:rPr>
          <w:t>Constraint Competitiveness Tests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_Toc178232255 \h </w:instrText>
        </w:r>
        <w:r w:rsidR="00376BF0" w:rsidRPr="00376BF0">
          <w:rPr>
            <w:noProof/>
            <w:webHidden/>
          </w:rPr>
        </w:r>
        <w:r w:rsidR="00376BF0" w:rsidRPr="00376BF0">
          <w:rPr>
            <w:noProof/>
            <w:webHidden/>
          </w:rPr>
          <w:fldChar w:fldCharType="separate"/>
        </w:r>
        <w:r>
          <w:rPr>
            <w:noProof/>
            <w:webHidden/>
          </w:rPr>
          <w:t>3-302</w:t>
        </w:r>
        <w:r w:rsidR="00376BF0" w:rsidRPr="00376BF0">
          <w:rPr>
            <w:noProof/>
            <w:webHidden/>
          </w:rPr>
          <w:fldChar w:fldCharType="end"/>
        </w:r>
      </w:hyperlink>
    </w:p>
    <w:p w14:paraId="255A96A8" w14:textId="3CA64CCA" w:rsidR="00376BF0" w:rsidRPr="00376BF0" w:rsidRDefault="00246BB4">
      <w:pPr>
        <w:pStyle w:val="TOC3"/>
        <w:rPr>
          <w:rFonts w:eastAsiaTheme="minorEastAsia"/>
          <w:kern w:val="2"/>
          <w14:ligatures w14:val="standardContextual"/>
        </w:rPr>
      </w:pPr>
      <w:hyperlink w:anchor="_Toc178232256" w:history="1">
        <w:r w:rsidR="00376BF0" w:rsidRPr="00376BF0">
          <w:rPr>
            <w:rStyle w:val="Hyperlink"/>
            <w:u w:val="none"/>
          </w:rPr>
          <w:t>3.19.1</w:t>
        </w:r>
        <w:r w:rsidR="00376BF0" w:rsidRPr="00376BF0">
          <w:rPr>
            <w:rFonts w:eastAsiaTheme="minorEastAsia"/>
            <w:kern w:val="2"/>
            <w14:ligatures w14:val="standardContextual"/>
          </w:rPr>
          <w:tab/>
        </w:r>
        <w:r w:rsidR="00376BF0" w:rsidRPr="00376BF0">
          <w:rPr>
            <w:rStyle w:val="Hyperlink"/>
            <w:u w:val="none"/>
          </w:rPr>
          <w:t>Constraint Competitiveness Test Definitions</w:t>
        </w:r>
        <w:r w:rsidR="00376BF0" w:rsidRPr="00376BF0">
          <w:rPr>
            <w:webHidden/>
          </w:rPr>
          <w:tab/>
        </w:r>
        <w:r w:rsidR="00376BF0" w:rsidRPr="00376BF0">
          <w:rPr>
            <w:webHidden/>
          </w:rPr>
          <w:fldChar w:fldCharType="begin"/>
        </w:r>
        <w:r w:rsidR="00376BF0" w:rsidRPr="00376BF0">
          <w:rPr>
            <w:webHidden/>
          </w:rPr>
          <w:instrText xml:space="preserve"> PAGEREF _Toc178232256 \h </w:instrText>
        </w:r>
        <w:r w:rsidR="00376BF0" w:rsidRPr="00376BF0">
          <w:rPr>
            <w:webHidden/>
          </w:rPr>
        </w:r>
        <w:r w:rsidR="00376BF0" w:rsidRPr="00376BF0">
          <w:rPr>
            <w:webHidden/>
          </w:rPr>
          <w:fldChar w:fldCharType="separate"/>
        </w:r>
        <w:r>
          <w:rPr>
            <w:webHidden/>
          </w:rPr>
          <w:t>3-302</w:t>
        </w:r>
        <w:r w:rsidR="00376BF0" w:rsidRPr="00376BF0">
          <w:rPr>
            <w:webHidden/>
          </w:rPr>
          <w:fldChar w:fldCharType="end"/>
        </w:r>
      </w:hyperlink>
    </w:p>
    <w:p w14:paraId="1F527F7A" w14:textId="3284287D" w:rsidR="00376BF0" w:rsidRPr="00376BF0" w:rsidRDefault="00246BB4">
      <w:pPr>
        <w:pStyle w:val="TOC3"/>
        <w:rPr>
          <w:rFonts w:eastAsiaTheme="minorEastAsia"/>
          <w:kern w:val="2"/>
          <w14:ligatures w14:val="standardContextual"/>
        </w:rPr>
      </w:pPr>
      <w:hyperlink w:anchor="_Toc178232257" w:history="1">
        <w:r w:rsidR="00376BF0" w:rsidRPr="00376BF0">
          <w:rPr>
            <w:rStyle w:val="Hyperlink"/>
            <w:u w:val="none"/>
          </w:rPr>
          <w:t>3.19.2</w:t>
        </w:r>
        <w:r w:rsidR="00376BF0" w:rsidRPr="00376BF0">
          <w:rPr>
            <w:rFonts w:eastAsiaTheme="minorEastAsia"/>
            <w:kern w:val="2"/>
            <w14:ligatures w14:val="standardContextual"/>
          </w:rPr>
          <w:tab/>
        </w:r>
        <w:r w:rsidR="00376BF0" w:rsidRPr="00376BF0">
          <w:rPr>
            <w:rStyle w:val="Hyperlink"/>
            <w:u w:val="none"/>
          </w:rPr>
          <w:t>Element Competitiveness Index Calculation</w:t>
        </w:r>
        <w:r w:rsidR="00376BF0" w:rsidRPr="00376BF0">
          <w:rPr>
            <w:webHidden/>
          </w:rPr>
          <w:tab/>
        </w:r>
        <w:r w:rsidR="00376BF0" w:rsidRPr="00376BF0">
          <w:rPr>
            <w:webHidden/>
          </w:rPr>
          <w:fldChar w:fldCharType="begin"/>
        </w:r>
        <w:r w:rsidR="00376BF0" w:rsidRPr="00376BF0">
          <w:rPr>
            <w:webHidden/>
          </w:rPr>
          <w:instrText xml:space="preserve"> PAGEREF _Toc178232257 \h </w:instrText>
        </w:r>
        <w:r w:rsidR="00376BF0" w:rsidRPr="00376BF0">
          <w:rPr>
            <w:webHidden/>
          </w:rPr>
        </w:r>
        <w:r w:rsidR="00376BF0" w:rsidRPr="00376BF0">
          <w:rPr>
            <w:webHidden/>
          </w:rPr>
          <w:fldChar w:fldCharType="separate"/>
        </w:r>
        <w:r>
          <w:rPr>
            <w:webHidden/>
          </w:rPr>
          <w:t>3-305</w:t>
        </w:r>
        <w:r w:rsidR="00376BF0" w:rsidRPr="00376BF0">
          <w:rPr>
            <w:webHidden/>
          </w:rPr>
          <w:fldChar w:fldCharType="end"/>
        </w:r>
      </w:hyperlink>
    </w:p>
    <w:p w14:paraId="3AF139FF" w14:textId="7A2DAE3C" w:rsidR="00376BF0" w:rsidRPr="00376BF0" w:rsidRDefault="00246BB4">
      <w:pPr>
        <w:pStyle w:val="TOC3"/>
        <w:rPr>
          <w:rFonts w:eastAsiaTheme="minorEastAsia"/>
          <w:kern w:val="2"/>
          <w14:ligatures w14:val="standardContextual"/>
        </w:rPr>
      </w:pPr>
      <w:hyperlink w:anchor="_Toc178232258" w:history="1">
        <w:r w:rsidR="00376BF0" w:rsidRPr="00376BF0">
          <w:rPr>
            <w:rStyle w:val="Hyperlink"/>
            <w:u w:val="none"/>
          </w:rPr>
          <w:t>3.19.3</w:t>
        </w:r>
        <w:r w:rsidR="00376BF0" w:rsidRPr="00376BF0">
          <w:rPr>
            <w:rFonts w:eastAsiaTheme="minorEastAsia"/>
            <w:kern w:val="2"/>
            <w14:ligatures w14:val="standardContextual"/>
          </w:rPr>
          <w:tab/>
        </w:r>
        <w:r w:rsidR="00376BF0" w:rsidRPr="00376BF0">
          <w:rPr>
            <w:rStyle w:val="Hyperlink"/>
            <w:u w:val="none"/>
          </w:rPr>
          <w:t>Long-Term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_Toc178232258 \h </w:instrText>
        </w:r>
        <w:r w:rsidR="00376BF0" w:rsidRPr="00376BF0">
          <w:rPr>
            <w:webHidden/>
          </w:rPr>
        </w:r>
        <w:r w:rsidR="00376BF0" w:rsidRPr="00376BF0">
          <w:rPr>
            <w:webHidden/>
          </w:rPr>
          <w:fldChar w:fldCharType="separate"/>
        </w:r>
        <w:r>
          <w:rPr>
            <w:webHidden/>
          </w:rPr>
          <w:t>3-306</w:t>
        </w:r>
        <w:r w:rsidR="00376BF0" w:rsidRPr="00376BF0">
          <w:rPr>
            <w:webHidden/>
          </w:rPr>
          <w:fldChar w:fldCharType="end"/>
        </w:r>
      </w:hyperlink>
    </w:p>
    <w:p w14:paraId="534ABAD6" w14:textId="2A49245C" w:rsidR="00376BF0" w:rsidRPr="00376BF0" w:rsidRDefault="00246BB4">
      <w:pPr>
        <w:pStyle w:val="TOC3"/>
        <w:rPr>
          <w:rFonts w:eastAsiaTheme="minorEastAsia"/>
          <w:kern w:val="2"/>
          <w14:ligatures w14:val="standardContextual"/>
        </w:rPr>
      </w:pPr>
      <w:hyperlink w:anchor="_Toc178232259" w:history="1">
        <w:r w:rsidR="00376BF0" w:rsidRPr="00376BF0">
          <w:rPr>
            <w:rStyle w:val="Hyperlink"/>
            <w:u w:val="none"/>
          </w:rPr>
          <w:t>3.19.4</w:t>
        </w:r>
        <w:r w:rsidR="00376BF0" w:rsidRPr="00376BF0">
          <w:rPr>
            <w:rFonts w:eastAsiaTheme="minorEastAsia"/>
            <w:kern w:val="2"/>
            <w14:ligatures w14:val="standardContextual"/>
          </w:rPr>
          <w:tab/>
        </w:r>
        <w:r w:rsidR="00376BF0" w:rsidRPr="00376BF0">
          <w:rPr>
            <w:rStyle w:val="Hyperlink"/>
            <w:u w:val="none"/>
          </w:rPr>
          <w:t>Security-Constrained Economic Dispatch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_Toc178232259 \h </w:instrText>
        </w:r>
        <w:r w:rsidR="00376BF0" w:rsidRPr="00376BF0">
          <w:rPr>
            <w:webHidden/>
          </w:rPr>
        </w:r>
        <w:r w:rsidR="00376BF0" w:rsidRPr="00376BF0">
          <w:rPr>
            <w:webHidden/>
          </w:rPr>
          <w:fldChar w:fldCharType="separate"/>
        </w:r>
        <w:r>
          <w:rPr>
            <w:webHidden/>
          </w:rPr>
          <w:t>3-306</w:t>
        </w:r>
        <w:r w:rsidR="00376BF0" w:rsidRPr="00376BF0">
          <w:rPr>
            <w:webHidden/>
          </w:rPr>
          <w:fldChar w:fldCharType="end"/>
        </w:r>
      </w:hyperlink>
    </w:p>
    <w:p w14:paraId="74EE7D5B" w14:textId="58C1E8C2" w:rsidR="00376BF0" w:rsidRPr="00376BF0" w:rsidRDefault="00246BB4">
      <w:pPr>
        <w:pStyle w:val="TOC2"/>
        <w:rPr>
          <w:rFonts w:eastAsiaTheme="minorEastAsia"/>
          <w:noProof/>
          <w:kern w:val="2"/>
          <w14:ligatures w14:val="standardContextual"/>
        </w:rPr>
      </w:pPr>
      <w:hyperlink w:anchor="_Toc178232260" w:history="1">
        <w:r w:rsidR="00376BF0" w:rsidRPr="00376BF0">
          <w:rPr>
            <w:rStyle w:val="Hyperlink"/>
            <w:noProof/>
            <w:u w:val="none"/>
          </w:rPr>
          <w:t>3.20</w:t>
        </w:r>
        <w:r w:rsidR="00376BF0" w:rsidRPr="00376BF0">
          <w:rPr>
            <w:rFonts w:eastAsiaTheme="minorEastAsia"/>
            <w:noProof/>
            <w:kern w:val="2"/>
            <w14:ligatures w14:val="standardContextual"/>
          </w:rPr>
          <w:tab/>
        </w:r>
        <w:r w:rsidR="00376BF0" w:rsidRPr="00376BF0">
          <w:rPr>
            <w:rStyle w:val="Hyperlink"/>
            <w:noProof/>
            <w:u w:val="none"/>
          </w:rPr>
          <w:t>Identification of Chronic Congestion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_Toc178232260 \h </w:instrText>
        </w:r>
        <w:r w:rsidR="00376BF0" w:rsidRPr="00376BF0">
          <w:rPr>
            <w:noProof/>
            <w:webHidden/>
          </w:rPr>
        </w:r>
        <w:r w:rsidR="00376BF0" w:rsidRPr="00376BF0">
          <w:rPr>
            <w:noProof/>
            <w:webHidden/>
          </w:rPr>
          <w:fldChar w:fldCharType="separate"/>
        </w:r>
        <w:r>
          <w:rPr>
            <w:noProof/>
            <w:webHidden/>
          </w:rPr>
          <w:t>3-308</w:t>
        </w:r>
        <w:r w:rsidR="00376BF0" w:rsidRPr="00376BF0">
          <w:rPr>
            <w:noProof/>
            <w:webHidden/>
          </w:rPr>
          <w:fldChar w:fldCharType="end"/>
        </w:r>
      </w:hyperlink>
    </w:p>
    <w:p w14:paraId="7C4BEF2F" w14:textId="5993B41D" w:rsidR="00376BF0" w:rsidRPr="00376BF0" w:rsidRDefault="00246BB4">
      <w:pPr>
        <w:pStyle w:val="TOC3"/>
        <w:rPr>
          <w:rFonts w:eastAsiaTheme="minorEastAsia"/>
          <w:kern w:val="2"/>
          <w14:ligatures w14:val="standardContextual"/>
        </w:rPr>
      </w:pPr>
      <w:hyperlink w:anchor="_Toc178232261" w:history="1">
        <w:r w:rsidR="00376BF0" w:rsidRPr="00376BF0">
          <w:rPr>
            <w:rStyle w:val="Hyperlink"/>
            <w:u w:val="none"/>
          </w:rPr>
          <w:t>3.20.1</w:t>
        </w:r>
        <w:r w:rsidR="00376BF0" w:rsidRPr="00376BF0">
          <w:rPr>
            <w:rFonts w:eastAsiaTheme="minorEastAsia"/>
            <w:kern w:val="2"/>
            <w14:ligatures w14:val="standardContextual"/>
          </w:rPr>
          <w:tab/>
        </w:r>
        <w:r w:rsidR="00376BF0" w:rsidRPr="00376BF0">
          <w:rPr>
            <w:rStyle w:val="Hyperlink"/>
            <w:u w:val="none"/>
          </w:rPr>
          <w:t>Evaluation of Chronic Congestion</w:t>
        </w:r>
        <w:r w:rsidR="00376BF0" w:rsidRPr="00376BF0">
          <w:rPr>
            <w:webHidden/>
          </w:rPr>
          <w:tab/>
        </w:r>
        <w:r w:rsidR="00376BF0" w:rsidRPr="00376BF0">
          <w:rPr>
            <w:webHidden/>
          </w:rPr>
          <w:fldChar w:fldCharType="begin"/>
        </w:r>
        <w:r w:rsidR="00376BF0" w:rsidRPr="00376BF0">
          <w:rPr>
            <w:webHidden/>
          </w:rPr>
          <w:instrText xml:space="preserve"> PAGEREF _Toc178232261 \h </w:instrText>
        </w:r>
        <w:r w:rsidR="00376BF0" w:rsidRPr="00376BF0">
          <w:rPr>
            <w:webHidden/>
          </w:rPr>
        </w:r>
        <w:r w:rsidR="00376BF0" w:rsidRPr="00376BF0">
          <w:rPr>
            <w:webHidden/>
          </w:rPr>
          <w:fldChar w:fldCharType="separate"/>
        </w:r>
        <w:r>
          <w:rPr>
            <w:webHidden/>
          </w:rPr>
          <w:t>3-308</w:t>
        </w:r>
        <w:r w:rsidR="00376BF0" w:rsidRPr="00376BF0">
          <w:rPr>
            <w:webHidden/>
          </w:rPr>
          <w:fldChar w:fldCharType="end"/>
        </w:r>
      </w:hyperlink>
    </w:p>
    <w:p w14:paraId="0823EA45" w14:textId="66F893F9" w:rsidR="00376BF0" w:rsidRPr="00376BF0" w:rsidRDefault="00246BB4">
      <w:pPr>
        <w:pStyle w:val="TOC3"/>
        <w:rPr>
          <w:rFonts w:eastAsiaTheme="minorEastAsia"/>
          <w:kern w:val="2"/>
          <w14:ligatures w14:val="standardContextual"/>
        </w:rPr>
      </w:pPr>
      <w:hyperlink w:anchor="_Toc178232262" w:history="1">
        <w:r w:rsidR="00376BF0" w:rsidRPr="00376BF0">
          <w:rPr>
            <w:rStyle w:val="Hyperlink"/>
            <w:u w:val="none"/>
          </w:rPr>
          <w:t>3.20.2</w:t>
        </w:r>
        <w:r w:rsidR="00376BF0" w:rsidRPr="00376BF0">
          <w:rPr>
            <w:rFonts w:eastAsiaTheme="minorEastAsia"/>
            <w:kern w:val="2"/>
            <w14:ligatures w14:val="standardContextual"/>
          </w:rPr>
          <w:tab/>
        </w:r>
        <w:r w:rsidR="00376BF0" w:rsidRPr="00376BF0">
          <w:rPr>
            <w:rStyle w:val="Hyperlink"/>
            <w:u w:val="none"/>
          </w:rPr>
          <w:t>Topology and Model Verification</w:t>
        </w:r>
        <w:r w:rsidR="00376BF0" w:rsidRPr="00376BF0">
          <w:rPr>
            <w:webHidden/>
          </w:rPr>
          <w:tab/>
        </w:r>
        <w:r w:rsidR="00376BF0" w:rsidRPr="00376BF0">
          <w:rPr>
            <w:webHidden/>
          </w:rPr>
          <w:fldChar w:fldCharType="begin"/>
        </w:r>
        <w:r w:rsidR="00376BF0" w:rsidRPr="00376BF0">
          <w:rPr>
            <w:webHidden/>
          </w:rPr>
          <w:instrText xml:space="preserve"> PAGEREF _Toc178232262 \h </w:instrText>
        </w:r>
        <w:r w:rsidR="00376BF0" w:rsidRPr="00376BF0">
          <w:rPr>
            <w:webHidden/>
          </w:rPr>
        </w:r>
        <w:r w:rsidR="00376BF0" w:rsidRPr="00376BF0">
          <w:rPr>
            <w:webHidden/>
          </w:rPr>
          <w:fldChar w:fldCharType="separate"/>
        </w:r>
        <w:r>
          <w:rPr>
            <w:webHidden/>
          </w:rPr>
          <w:t>3-308</w:t>
        </w:r>
        <w:r w:rsidR="00376BF0" w:rsidRPr="00376BF0">
          <w:rPr>
            <w:webHidden/>
          </w:rPr>
          <w:fldChar w:fldCharType="end"/>
        </w:r>
      </w:hyperlink>
    </w:p>
    <w:p w14:paraId="64DF06D8" w14:textId="21652521" w:rsidR="00376BF0" w:rsidRPr="00376BF0" w:rsidRDefault="00246BB4">
      <w:pPr>
        <w:pStyle w:val="TOC2"/>
        <w:rPr>
          <w:rFonts w:eastAsiaTheme="minorEastAsia"/>
          <w:noProof/>
          <w:kern w:val="2"/>
          <w14:ligatures w14:val="standardContextual"/>
        </w:rPr>
      </w:pPr>
      <w:hyperlink w:anchor="_Toc178232263" w:history="1">
        <w:r w:rsidR="00376BF0" w:rsidRPr="00376BF0">
          <w:rPr>
            <w:rStyle w:val="Hyperlink"/>
            <w:noProof/>
            <w:u w:val="none"/>
          </w:rPr>
          <w:t>3.21</w:t>
        </w:r>
        <w:r w:rsidR="00376BF0" w:rsidRPr="00376BF0">
          <w:rPr>
            <w:rFonts w:eastAsiaTheme="minorEastAsia"/>
            <w:noProof/>
            <w:kern w:val="2"/>
            <w14:ligatures w14:val="standardContextual"/>
          </w:rPr>
          <w:tab/>
        </w:r>
        <w:r w:rsidR="00376BF0" w:rsidRPr="00376BF0">
          <w:rPr>
            <w:rStyle w:val="Hyperlink"/>
            <w:noProof/>
            <w:u w:val="none"/>
          </w:rPr>
          <w:t>Submission of Declarations of Natural Gas Pipeline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_Toc178232263 \h </w:instrText>
        </w:r>
        <w:r w:rsidR="00376BF0" w:rsidRPr="00376BF0">
          <w:rPr>
            <w:noProof/>
            <w:webHidden/>
          </w:rPr>
        </w:r>
        <w:r w:rsidR="00376BF0" w:rsidRPr="00376BF0">
          <w:rPr>
            <w:noProof/>
            <w:webHidden/>
          </w:rPr>
          <w:fldChar w:fldCharType="separate"/>
        </w:r>
        <w:r>
          <w:rPr>
            <w:noProof/>
            <w:webHidden/>
          </w:rPr>
          <w:t>3-309</w:t>
        </w:r>
        <w:r w:rsidR="00376BF0" w:rsidRPr="00376BF0">
          <w:rPr>
            <w:noProof/>
            <w:webHidden/>
          </w:rPr>
          <w:fldChar w:fldCharType="end"/>
        </w:r>
      </w:hyperlink>
    </w:p>
    <w:p w14:paraId="5B168BFF" w14:textId="6162AE7C" w:rsidR="00376BF0" w:rsidRPr="00376BF0" w:rsidRDefault="00246BB4">
      <w:pPr>
        <w:pStyle w:val="TOC2"/>
        <w:rPr>
          <w:rFonts w:eastAsiaTheme="minorEastAsia"/>
          <w:noProof/>
          <w:kern w:val="2"/>
          <w14:ligatures w14:val="standardContextual"/>
        </w:rPr>
      </w:pPr>
      <w:hyperlink w:anchor="_Toc178232264" w:history="1">
        <w:r w:rsidR="00376BF0" w:rsidRPr="00376BF0">
          <w:rPr>
            <w:rStyle w:val="Hyperlink"/>
            <w:noProof/>
            <w:u w:val="none"/>
          </w:rPr>
          <w:t>3.22</w:t>
        </w:r>
        <w:r w:rsidR="00376BF0" w:rsidRPr="00376BF0">
          <w:rPr>
            <w:rFonts w:eastAsiaTheme="minorEastAsia"/>
            <w:noProof/>
            <w:kern w:val="2"/>
            <w14:ligatures w14:val="standardContextual"/>
          </w:rPr>
          <w:tab/>
        </w:r>
        <w:r w:rsidR="00376BF0" w:rsidRPr="00376BF0">
          <w:rPr>
            <w:rStyle w:val="Hyperlink"/>
            <w:noProof/>
            <w:u w:val="none"/>
          </w:rPr>
          <w:t>Subsynchronous Resonance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_Toc178232264 \h </w:instrText>
        </w:r>
        <w:r w:rsidR="00376BF0" w:rsidRPr="00376BF0">
          <w:rPr>
            <w:noProof/>
            <w:webHidden/>
          </w:rPr>
        </w:r>
        <w:r w:rsidR="00376BF0" w:rsidRPr="00376BF0">
          <w:rPr>
            <w:noProof/>
            <w:webHidden/>
          </w:rPr>
          <w:fldChar w:fldCharType="separate"/>
        </w:r>
        <w:r>
          <w:rPr>
            <w:noProof/>
            <w:webHidden/>
          </w:rPr>
          <w:t>3-310</w:t>
        </w:r>
        <w:r w:rsidR="00376BF0" w:rsidRPr="00376BF0">
          <w:rPr>
            <w:noProof/>
            <w:webHidden/>
          </w:rPr>
          <w:fldChar w:fldCharType="end"/>
        </w:r>
      </w:hyperlink>
    </w:p>
    <w:p w14:paraId="0B059553" w14:textId="70188B4B" w:rsidR="00376BF0" w:rsidRPr="00376BF0" w:rsidRDefault="00246BB4">
      <w:pPr>
        <w:pStyle w:val="TOC3"/>
        <w:rPr>
          <w:rFonts w:eastAsiaTheme="minorEastAsia"/>
          <w:kern w:val="2"/>
          <w14:ligatures w14:val="standardContextual"/>
        </w:rPr>
      </w:pPr>
      <w:hyperlink w:anchor="_Toc178232265" w:history="1">
        <w:r w:rsidR="00376BF0" w:rsidRPr="00376BF0">
          <w:rPr>
            <w:rStyle w:val="Hyperlink"/>
            <w:u w:val="none"/>
          </w:rPr>
          <w:t>3.22.1</w:t>
        </w:r>
        <w:r w:rsidR="00376BF0" w:rsidRPr="00376BF0">
          <w:rPr>
            <w:rFonts w:eastAsiaTheme="minorEastAsia"/>
            <w:kern w:val="2"/>
            <w14:ligatures w14:val="standardContextual"/>
          </w:rPr>
          <w:tab/>
        </w:r>
        <w:r w:rsidR="00376BF0" w:rsidRPr="00376BF0">
          <w:rPr>
            <w:rStyle w:val="Hyperlink"/>
            <w:u w:val="none"/>
          </w:rPr>
          <w:t>Subsynchronous Resonance Vulnerability Assessment</w:t>
        </w:r>
        <w:r w:rsidR="00376BF0" w:rsidRPr="00376BF0">
          <w:rPr>
            <w:webHidden/>
          </w:rPr>
          <w:tab/>
        </w:r>
        <w:r w:rsidR="00376BF0" w:rsidRPr="00376BF0">
          <w:rPr>
            <w:webHidden/>
          </w:rPr>
          <w:fldChar w:fldCharType="begin"/>
        </w:r>
        <w:r w:rsidR="00376BF0" w:rsidRPr="00376BF0">
          <w:rPr>
            <w:webHidden/>
          </w:rPr>
          <w:instrText xml:space="preserve"> PAGEREF _Toc178232265 \h </w:instrText>
        </w:r>
        <w:r w:rsidR="00376BF0" w:rsidRPr="00376BF0">
          <w:rPr>
            <w:webHidden/>
          </w:rPr>
        </w:r>
        <w:r w:rsidR="00376BF0" w:rsidRPr="00376BF0">
          <w:rPr>
            <w:webHidden/>
          </w:rPr>
          <w:fldChar w:fldCharType="separate"/>
        </w:r>
        <w:r>
          <w:rPr>
            <w:webHidden/>
          </w:rPr>
          <w:t>3-310</w:t>
        </w:r>
        <w:r w:rsidR="00376BF0" w:rsidRPr="00376BF0">
          <w:rPr>
            <w:webHidden/>
          </w:rPr>
          <w:fldChar w:fldCharType="end"/>
        </w:r>
      </w:hyperlink>
    </w:p>
    <w:p w14:paraId="703E42E7" w14:textId="7C7FCACB" w:rsidR="00376BF0" w:rsidRPr="00376BF0" w:rsidRDefault="00246BB4">
      <w:pPr>
        <w:pStyle w:val="TOC4"/>
        <w:rPr>
          <w:rFonts w:eastAsiaTheme="minorEastAsia"/>
          <w:bCs w:val="0"/>
          <w:snapToGrid/>
          <w:kern w:val="2"/>
          <w:sz w:val="20"/>
          <w:szCs w:val="20"/>
          <w14:ligatures w14:val="standardContextual"/>
        </w:rPr>
      </w:pPr>
      <w:hyperlink w:anchor="_Toc178232266" w:history="1">
        <w:r w:rsidR="00376BF0" w:rsidRPr="00376BF0">
          <w:rPr>
            <w:rStyle w:val="Hyperlink"/>
            <w:bCs w:val="0"/>
            <w:sz w:val="20"/>
            <w:szCs w:val="20"/>
            <w:u w:val="none"/>
          </w:rPr>
          <w:t xml:space="preserve">3.22.1.1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Existing Generation Resource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3-310</w:t>
        </w:r>
        <w:r w:rsidR="00376BF0" w:rsidRPr="00376BF0">
          <w:rPr>
            <w:bCs w:val="0"/>
            <w:webHidden/>
            <w:sz w:val="20"/>
            <w:szCs w:val="20"/>
          </w:rPr>
          <w:fldChar w:fldCharType="end"/>
        </w:r>
      </w:hyperlink>
    </w:p>
    <w:p w14:paraId="1F998923" w14:textId="3F9DD919" w:rsidR="00376BF0" w:rsidRPr="00376BF0" w:rsidRDefault="00246BB4">
      <w:pPr>
        <w:pStyle w:val="TOC4"/>
        <w:rPr>
          <w:rFonts w:eastAsiaTheme="minorEastAsia"/>
          <w:bCs w:val="0"/>
          <w:snapToGrid/>
          <w:kern w:val="2"/>
          <w:sz w:val="20"/>
          <w:szCs w:val="20"/>
          <w14:ligatures w14:val="standardContextual"/>
        </w:rPr>
      </w:pPr>
      <w:hyperlink w:anchor="_Toc178232267" w:history="1">
        <w:r w:rsidR="00376BF0" w:rsidRPr="00376BF0">
          <w:rPr>
            <w:rStyle w:val="Hyperlink"/>
            <w:bCs w:val="0"/>
            <w:sz w:val="20"/>
            <w:szCs w:val="20"/>
            <w:u w:val="none"/>
          </w:rPr>
          <w:t xml:space="preserve">3.22.1.2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or Energy Storage Resource Interconnection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3-311</w:t>
        </w:r>
        <w:r w:rsidR="00376BF0" w:rsidRPr="00376BF0">
          <w:rPr>
            <w:bCs w:val="0"/>
            <w:webHidden/>
            <w:sz w:val="20"/>
            <w:szCs w:val="20"/>
          </w:rPr>
          <w:fldChar w:fldCharType="end"/>
        </w:r>
      </w:hyperlink>
    </w:p>
    <w:p w14:paraId="602EC8DF" w14:textId="0A230958" w:rsidR="00376BF0" w:rsidRPr="00376BF0" w:rsidRDefault="00246BB4">
      <w:pPr>
        <w:pStyle w:val="TOC4"/>
        <w:rPr>
          <w:rFonts w:eastAsiaTheme="minorEastAsia"/>
          <w:bCs w:val="0"/>
          <w:snapToGrid/>
          <w:kern w:val="2"/>
          <w:sz w:val="20"/>
          <w:szCs w:val="20"/>
          <w14:ligatures w14:val="standardContextual"/>
        </w:rPr>
      </w:pPr>
      <w:hyperlink w:anchor="_Toc178232268" w:history="1">
        <w:r w:rsidR="00376BF0" w:rsidRPr="00376BF0">
          <w:rPr>
            <w:rStyle w:val="Hyperlink"/>
            <w:bCs w:val="0"/>
            <w:sz w:val="20"/>
            <w:szCs w:val="20"/>
            <w:u w:val="none"/>
          </w:rPr>
          <w:t xml:space="preserve">3.22.1.3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Project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3-313</w:t>
        </w:r>
        <w:r w:rsidR="00376BF0" w:rsidRPr="00376BF0">
          <w:rPr>
            <w:bCs w:val="0"/>
            <w:webHidden/>
            <w:sz w:val="20"/>
            <w:szCs w:val="20"/>
          </w:rPr>
          <w:fldChar w:fldCharType="end"/>
        </w:r>
      </w:hyperlink>
    </w:p>
    <w:p w14:paraId="7DDD05F3" w14:textId="7A27477B" w:rsidR="00376BF0" w:rsidRPr="00376BF0" w:rsidRDefault="00246BB4">
      <w:pPr>
        <w:pStyle w:val="TOC4"/>
        <w:rPr>
          <w:rFonts w:eastAsiaTheme="minorEastAsia"/>
          <w:bCs w:val="0"/>
          <w:snapToGrid/>
          <w:kern w:val="2"/>
          <w:sz w:val="20"/>
          <w:szCs w:val="20"/>
          <w14:ligatures w14:val="standardContextual"/>
        </w:rPr>
      </w:pPr>
      <w:hyperlink w:anchor="_Toc178232269" w:history="1">
        <w:r w:rsidR="00376BF0" w:rsidRPr="00376BF0">
          <w:rPr>
            <w:rStyle w:val="Hyperlink"/>
            <w:bCs w:val="0"/>
            <w:sz w:val="20"/>
            <w:szCs w:val="20"/>
            <w:u w:val="none"/>
          </w:rPr>
          <w:t xml:space="preserve">3.22.1.4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Annual SSR Review</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3-314</w:t>
        </w:r>
        <w:r w:rsidR="00376BF0" w:rsidRPr="00376BF0">
          <w:rPr>
            <w:bCs w:val="0"/>
            <w:webHidden/>
            <w:sz w:val="20"/>
            <w:szCs w:val="20"/>
          </w:rPr>
          <w:fldChar w:fldCharType="end"/>
        </w:r>
      </w:hyperlink>
    </w:p>
    <w:p w14:paraId="233A2D8C" w14:textId="226DB404" w:rsidR="00376BF0" w:rsidRPr="00376BF0" w:rsidRDefault="00246BB4">
      <w:pPr>
        <w:pStyle w:val="TOC3"/>
        <w:rPr>
          <w:rFonts w:eastAsiaTheme="minorEastAsia"/>
          <w:kern w:val="2"/>
          <w14:ligatures w14:val="standardContextual"/>
        </w:rPr>
      </w:pPr>
      <w:hyperlink w:anchor="_Toc178232270" w:history="1">
        <w:r w:rsidR="00376BF0" w:rsidRPr="00376BF0">
          <w:rPr>
            <w:rStyle w:val="Hyperlink"/>
            <w:u w:val="none"/>
          </w:rPr>
          <w:t>3.22.2</w:t>
        </w:r>
        <w:r w:rsidR="00376BF0" w:rsidRPr="00376BF0">
          <w:rPr>
            <w:rFonts w:eastAsiaTheme="minorEastAsia"/>
            <w:kern w:val="2"/>
            <w14:ligatures w14:val="standardContextual"/>
          </w:rPr>
          <w:tab/>
        </w:r>
        <w:r w:rsidR="00376BF0" w:rsidRPr="00376BF0">
          <w:rPr>
            <w:rStyle w:val="Hyperlink"/>
            <w:u w:val="none"/>
          </w:rPr>
          <w:t>Subsynchronous Resonance Vulnerability Assessment Criteria</w:t>
        </w:r>
        <w:r w:rsidR="00376BF0" w:rsidRPr="00376BF0">
          <w:rPr>
            <w:webHidden/>
          </w:rPr>
          <w:tab/>
        </w:r>
        <w:r w:rsidR="00376BF0" w:rsidRPr="00376BF0">
          <w:rPr>
            <w:webHidden/>
          </w:rPr>
          <w:fldChar w:fldCharType="begin"/>
        </w:r>
        <w:r w:rsidR="00376BF0" w:rsidRPr="00376BF0">
          <w:rPr>
            <w:webHidden/>
          </w:rPr>
          <w:instrText xml:space="preserve"> PAGEREF _Toc178232270 \h </w:instrText>
        </w:r>
        <w:r w:rsidR="00376BF0" w:rsidRPr="00376BF0">
          <w:rPr>
            <w:webHidden/>
          </w:rPr>
        </w:r>
        <w:r w:rsidR="00376BF0" w:rsidRPr="00376BF0">
          <w:rPr>
            <w:webHidden/>
          </w:rPr>
          <w:fldChar w:fldCharType="separate"/>
        </w:r>
        <w:r>
          <w:rPr>
            <w:webHidden/>
          </w:rPr>
          <w:t>3-315</w:t>
        </w:r>
        <w:r w:rsidR="00376BF0" w:rsidRPr="00376BF0">
          <w:rPr>
            <w:webHidden/>
          </w:rPr>
          <w:fldChar w:fldCharType="end"/>
        </w:r>
      </w:hyperlink>
    </w:p>
    <w:p w14:paraId="09F2077D" w14:textId="26CF286F" w:rsidR="00376BF0" w:rsidRPr="00376BF0" w:rsidRDefault="00246BB4">
      <w:pPr>
        <w:pStyle w:val="TOC3"/>
        <w:rPr>
          <w:rFonts w:eastAsiaTheme="minorEastAsia"/>
          <w:kern w:val="2"/>
          <w14:ligatures w14:val="standardContextual"/>
        </w:rPr>
      </w:pPr>
      <w:hyperlink w:anchor="_Toc178232271" w:history="1">
        <w:r w:rsidR="00376BF0" w:rsidRPr="00376BF0">
          <w:rPr>
            <w:rStyle w:val="Hyperlink"/>
            <w:u w:val="none"/>
          </w:rPr>
          <w:t xml:space="preserve">3.22.3 </w:t>
        </w:r>
        <w:r w:rsidR="00376BF0" w:rsidRPr="00376BF0">
          <w:rPr>
            <w:rFonts w:eastAsiaTheme="minorEastAsia"/>
            <w:kern w:val="2"/>
            <w14:ligatures w14:val="standardContextual"/>
          </w:rPr>
          <w:tab/>
        </w:r>
        <w:r w:rsidR="00376BF0" w:rsidRPr="00376BF0">
          <w:rPr>
            <w:rStyle w:val="Hyperlink"/>
            <w:u w:val="none"/>
          </w:rPr>
          <w:t>Subsynchronous Resonance Monitoring</w:t>
        </w:r>
        <w:r w:rsidR="00376BF0" w:rsidRPr="00376BF0">
          <w:rPr>
            <w:webHidden/>
          </w:rPr>
          <w:tab/>
        </w:r>
        <w:r w:rsidR="00376BF0" w:rsidRPr="00376BF0">
          <w:rPr>
            <w:webHidden/>
          </w:rPr>
          <w:fldChar w:fldCharType="begin"/>
        </w:r>
        <w:r w:rsidR="00376BF0" w:rsidRPr="00376BF0">
          <w:rPr>
            <w:webHidden/>
          </w:rPr>
          <w:instrText xml:space="preserve"> PAGEREF _Toc178232271 \h </w:instrText>
        </w:r>
        <w:r w:rsidR="00376BF0" w:rsidRPr="00376BF0">
          <w:rPr>
            <w:webHidden/>
          </w:rPr>
        </w:r>
        <w:r w:rsidR="00376BF0" w:rsidRPr="00376BF0">
          <w:rPr>
            <w:webHidden/>
          </w:rPr>
          <w:fldChar w:fldCharType="separate"/>
        </w:r>
        <w:r>
          <w:rPr>
            <w:webHidden/>
          </w:rPr>
          <w:t>3-316</w:t>
        </w:r>
        <w:r w:rsidR="00376BF0" w:rsidRPr="00376BF0">
          <w:rPr>
            <w:webHidden/>
          </w:rPr>
          <w:fldChar w:fldCharType="end"/>
        </w:r>
      </w:hyperlink>
    </w:p>
    <w:p w14:paraId="2515FFA8" w14:textId="6E755B4B" w:rsidR="00376BF0" w:rsidRPr="00376BF0" w:rsidRDefault="00246BB4">
      <w:pPr>
        <w:pStyle w:val="TOC2"/>
        <w:rPr>
          <w:rFonts w:eastAsiaTheme="minorEastAsia"/>
          <w:noProof/>
          <w:kern w:val="2"/>
          <w14:ligatures w14:val="standardContextual"/>
        </w:rPr>
      </w:pPr>
      <w:hyperlink w:anchor="_Toc178232272" w:history="1">
        <w:r w:rsidR="00376BF0" w:rsidRPr="00376BF0">
          <w:rPr>
            <w:rStyle w:val="Hyperlink"/>
            <w:noProof/>
            <w:u w:val="none"/>
          </w:rPr>
          <w:t>3.23</w:t>
        </w:r>
        <w:r w:rsidR="00376BF0" w:rsidRPr="00376BF0">
          <w:rPr>
            <w:rFonts w:eastAsiaTheme="minorEastAsia"/>
            <w:noProof/>
            <w:kern w:val="2"/>
            <w14:ligatures w14:val="standardContextual"/>
          </w:rPr>
          <w:tab/>
        </w:r>
        <w:r w:rsidR="00376BF0" w:rsidRPr="00376BF0">
          <w:rPr>
            <w:rStyle w:val="Hyperlink"/>
            <w:noProof/>
            <w:u w:val="none"/>
          </w:rPr>
          <w:t>Agreements between ERCOT and other Control Area Operators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_Toc178232272 \h </w:instrText>
        </w:r>
        <w:r w:rsidR="00376BF0" w:rsidRPr="00376BF0">
          <w:rPr>
            <w:noProof/>
            <w:webHidden/>
          </w:rPr>
        </w:r>
        <w:r w:rsidR="00376BF0" w:rsidRPr="00376BF0">
          <w:rPr>
            <w:noProof/>
            <w:webHidden/>
          </w:rPr>
          <w:fldChar w:fldCharType="separate"/>
        </w:r>
        <w:r>
          <w:rPr>
            <w:noProof/>
            <w:webHidden/>
          </w:rPr>
          <w:t>3-317</w:t>
        </w:r>
        <w:r w:rsidR="00376BF0" w:rsidRPr="00376BF0">
          <w:rPr>
            <w:noProof/>
            <w:webHidden/>
          </w:rPr>
          <w:fldChar w:fldCharType="end"/>
        </w:r>
      </w:hyperlink>
    </w:p>
    <w:p w14:paraId="57FDA12D" w14:textId="0B4F3467" w:rsidR="00376BF0" w:rsidRPr="00376BF0" w:rsidRDefault="00246BB4">
      <w:pPr>
        <w:pStyle w:val="TOC2"/>
        <w:rPr>
          <w:rFonts w:eastAsiaTheme="minorEastAsia"/>
          <w:noProof/>
          <w:kern w:val="2"/>
          <w14:ligatures w14:val="standardContextual"/>
        </w:rPr>
      </w:pPr>
      <w:hyperlink w:anchor="_Toc178232273" w:history="1">
        <w:r w:rsidR="00376BF0" w:rsidRPr="00376BF0">
          <w:rPr>
            <w:rStyle w:val="Hyperlink"/>
            <w:noProof/>
            <w:u w:val="none"/>
          </w:rPr>
          <w:t>3.24</w:t>
        </w:r>
        <w:r w:rsidR="00376BF0" w:rsidRPr="00376BF0">
          <w:rPr>
            <w:rFonts w:eastAsiaTheme="minorEastAsia"/>
            <w:noProof/>
            <w:kern w:val="2"/>
            <w14:ligatures w14:val="standardContextual"/>
          </w:rPr>
          <w:tab/>
        </w:r>
        <w:r w:rsidR="00376BF0" w:rsidRPr="00376BF0">
          <w:rPr>
            <w:rStyle w:val="Hyperlink"/>
            <w:noProof/>
            <w:u w:val="none"/>
          </w:rPr>
          <w:t>Notification of Low Coal and Lignite Inventory Levels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_Toc178232273 \h </w:instrText>
        </w:r>
        <w:r w:rsidR="00376BF0" w:rsidRPr="00376BF0">
          <w:rPr>
            <w:noProof/>
            <w:webHidden/>
          </w:rPr>
        </w:r>
        <w:r w:rsidR="00376BF0" w:rsidRPr="00376BF0">
          <w:rPr>
            <w:noProof/>
            <w:webHidden/>
          </w:rPr>
          <w:fldChar w:fldCharType="separate"/>
        </w:r>
        <w:r>
          <w:rPr>
            <w:noProof/>
            <w:webHidden/>
          </w:rPr>
          <w:t>3-318</w:t>
        </w:r>
        <w:r w:rsidR="00376BF0" w:rsidRPr="00376BF0">
          <w:rPr>
            <w:noProof/>
            <w:webHidden/>
          </w:rPr>
          <w:fldChar w:fldCharType="end"/>
        </w:r>
      </w:hyperlink>
    </w:p>
    <w:p w14:paraId="381D30B0" w14:textId="6B3084C8" w:rsidR="00376BF0" w:rsidRPr="00376BF0" w:rsidRDefault="00246BB4">
      <w:pPr>
        <w:pStyle w:val="TOC2"/>
        <w:rPr>
          <w:rFonts w:eastAsiaTheme="minorEastAsia"/>
          <w:noProof/>
          <w:kern w:val="2"/>
          <w14:ligatures w14:val="standardContextual"/>
        </w:rPr>
      </w:pPr>
      <w:hyperlink w:anchor="_Toc178232274" w:history="1">
        <w:r w:rsidR="00376BF0" w:rsidRPr="00376BF0">
          <w:rPr>
            <w:rStyle w:val="Hyperlink"/>
            <w:noProof/>
            <w:u w:val="none"/>
          </w:rPr>
          <w:t>3.25</w:t>
        </w:r>
        <w:r w:rsidR="00376BF0" w:rsidRPr="00376BF0">
          <w:rPr>
            <w:rFonts w:eastAsiaTheme="minorEastAsia"/>
            <w:noProof/>
            <w:kern w:val="2"/>
            <w14:ligatures w14:val="standardContextual"/>
          </w:rPr>
          <w:tab/>
        </w:r>
        <w:r w:rsidR="00376BF0" w:rsidRPr="00376BF0">
          <w:rPr>
            <w:rStyle w:val="Hyperlink"/>
            <w:noProof/>
            <w:u w:val="none"/>
          </w:rPr>
          <w:t>Submission of Gas Supply Disruption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_Toc178232274 \h </w:instrText>
        </w:r>
        <w:r w:rsidR="00376BF0" w:rsidRPr="00376BF0">
          <w:rPr>
            <w:noProof/>
            <w:webHidden/>
          </w:rPr>
        </w:r>
        <w:r w:rsidR="00376BF0" w:rsidRPr="00376BF0">
          <w:rPr>
            <w:noProof/>
            <w:webHidden/>
          </w:rPr>
          <w:fldChar w:fldCharType="separate"/>
        </w:r>
        <w:r>
          <w:rPr>
            <w:noProof/>
            <w:webHidden/>
          </w:rPr>
          <w:t>3-318</w:t>
        </w:r>
        <w:r w:rsidR="00376BF0" w:rsidRPr="00376BF0">
          <w:rPr>
            <w:noProof/>
            <w:webHidden/>
          </w:rPr>
          <w:fldChar w:fldCharType="end"/>
        </w:r>
      </w:hyperlink>
    </w:p>
    <w:p w14:paraId="5F222659" w14:textId="52E194A5"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823201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823201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823201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823201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823201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823201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8232016"/>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8232017"/>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823201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8232019"/>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8232020"/>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823202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8232022"/>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8232023"/>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823202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823202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823202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823202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823202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0" w:name="_Toc178232030"/>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1" w:name="_Toc204048481"/>
            <w:bookmarkStart w:id="242" w:name="_Toc400526066"/>
            <w:bookmarkStart w:id="243" w:name="_Toc405534384"/>
            <w:bookmarkStart w:id="244" w:name="_Toc406570397"/>
            <w:bookmarkStart w:id="245" w:name="_Toc410910549"/>
            <w:bookmarkStart w:id="246" w:name="_Toc411840977"/>
            <w:bookmarkStart w:id="247" w:name="_Toc422146939"/>
            <w:bookmarkStart w:id="248" w:name="_Toc433020535"/>
            <w:bookmarkStart w:id="249" w:name="_Toc437261976"/>
            <w:bookmarkStart w:id="250"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1" w:name="_Toc491967103"/>
            <w:bookmarkStart w:id="252" w:name="_Toc162095"/>
            <w:bookmarkStart w:id="253" w:name="_Toc2078036"/>
            <w:bookmarkStart w:id="254" w:name="_Toc5182726"/>
            <w:bookmarkStart w:id="255" w:name="_Toc10015381"/>
            <w:bookmarkStart w:id="256" w:name="_Toc10017672"/>
            <w:bookmarkStart w:id="257" w:name="_Toc17706262"/>
            <w:bookmarkStart w:id="258" w:name="_Toc28421462"/>
            <w:bookmarkStart w:id="259" w:name="_Toc33773502"/>
            <w:bookmarkStart w:id="260" w:name="_Toc38964894"/>
            <w:bookmarkStart w:id="261" w:name="_Toc44313174"/>
            <w:bookmarkStart w:id="262" w:name="_Toc46954703"/>
            <w:bookmarkStart w:id="263" w:name="_Toc49589339"/>
            <w:bookmarkStart w:id="264" w:name="_Toc56671684"/>
            <w:bookmarkStart w:id="265" w:name="_Toc60037225"/>
            <w:bookmarkStart w:id="266" w:name="_Toc65141312"/>
            <w:bookmarkStart w:id="267" w:name="_Toc68163645"/>
            <w:bookmarkStart w:id="268" w:name="_Toc75942369"/>
            <w:bookmarkStart w:id="269" w:name="_Toc91055021"/>
            <w:bookmarkStart w:id="270" w:name="_Toc94099715"/>
            <w:bookmarkStart w:id="271" w:name="_Toc94100169"/>
            <w:bookmarkStart w:id="272" w:name="_Toc109631683"/>
            <w:bookmarkStart w:id="273" w:name="_Toc110057559"/>
            <w:bookmarkStart w:id="274" w:name="_Toc111272565"/>
            <w:bookmarkStart w:id="275" w:name="_Toc112226017"/>
            <w:bookmarkStart w:id="276" w:name="_Toc121253169"/>
            <w:bookmarkStart w:id="277" w:name="_Toc125014568"/>
            <w:bookmarkStart w:id="278" w:name="_Toc135988889"/>
            <w:bookmarkStart w:id="279" w:name="_Toc160026529"/>
            <w:bookmarkStart w:id="280" w:name="_Toc176255159"/>
            <w:bookmarkStart w:id="281" w:name="_Toc178232031"/>
            <w:r w:rsidRPr="00E55E72">
              <w:rPr>
                <w:b/>
                <w:snapToGrid w:val="0"/>
              </w:rPr>
              <w:t>3.1.5.3</w:t>
            </w:r>
            <w:r w:rsidRPr="00E55E72">
              <w:rPr>
                <w:b/>
                <w:snapToGrid w:val="0"/>
              </w:rPr>
              <w:tab/>
              <w:t>Timelines for Response by ERCOT for TSP and DCTO Requests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2" w:name="_Toc178232032"/>
      <w:r w:rsidRPr="00AE0E6D">
        <w:rPr>
          <w:b/>
        </w:rPr>
        <w:lastRenderedPageBreak/>
        <w:t>3.1.5.4</w:t>
      </w:r>
      <w:r w:rsidRPr="00AE0E6D">
        <w:rPr>
          <w:b/>
        </w:rPr>
        <w:tab/>
        <w:t>Delay</w:t>
      </w:r>
      <w:bookmarkEnd w:id="241"/>
      <w:bookmarkEnd w:id="242"/>
      <w:bookmarkEnd w:id="243"/>
      <w:bookmarkEnd w:id="244"/>
      <w:bookmarkEnd w:id="245"/>
      <w:bookmarkEnd w:id="246"/>
      <w:bookmarkEnd w:id="247"/>
      <w:bookmarkEnd w:id="248"/>
      <w:bookmarkEnd w:id="249"/>
      <w:bookmarkEnd w:id="250"/>
      <w:bookmarkEnd w:id="28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3" w:name="_Toc204048482"/>
            <w:bookmarkStart w:id="284" w:name="_Toc400526067"/>
            <w:bookmarkStart w:id="285" w:name="_Toc405534385"/>
            <w:bookmarkStart w:id="286" w:name="_Toc406570398"/>
            <w:bookmarkStart w:id="287" w:name="_Toc410910550"/>
            <w:bookmarkStart w:id="288" w:name="_Toc411840978"/>
            <w:bookmarkStart w:id="289" w:name="_Toc422146940"/>
            <w:bookmarkStart w:id="290" w:name="_Toc433020536"/>
            <w:bookmarkStart w:id="291" w:name="_Toc437261977"/>
            <w:bookmarkStart w:id="292"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3" w:name="_Toc178232033"/>
      <w:r w:rsidRPr="00AE0E6D">
        <w:rPr>
          <w:b/>
        </w:rPr>
        <w:lastRenderedPageBreak/>
        <w:t>3.1.5.5</w:t>
      </w:r>
      <w:r w:rsidRPr="00AE0E6D">
        <w:rPr>
          <w:b/>
        </w:rPr>
        <w:tab/>
        <w:t>Opportunity Outage of Transmission Facilities</w:t>
      </w:r>
      <w:bookmarkEnd w:id="283"/>
      <w:bookmarkEnd w:id="284"/>
      <w:bookmarkEnd w:id="285"/>
      <w:bookmarkEnd w:id="286"/>
      <w:bookmarkEnd w:id="287"/>
      <w:bookmarkEnd w:id="288"/>
      <w:bookmarkEnd w:id="289"/>
      <w:bookmarkEnd w:id="290"/>
      <w:bookmarkEnd w:id="291"/>
      <w:bookmarkEnd w:id="292"/>
      <w:bookmarkEnd w:id="29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4" w:name="_Toc204048483"/>
      <w:bookmarkStart w:id="295" w:name="_Toc400526068"/>
      <w:bookmarkStart w:id="296" w:name="_Toc405534386"/>
      <w:bookmarkStart w:id="297" w:name="_Toc406570399"/>
      <w:bookmarkStart w:id="298" w:name="_Toc410910551"/>
      <w:bookmarkStart w:id="299" w:name="_Toc411840979"/>
      <w:bookmarkStart w:id="300" w:name="_Toc422146941"/>
      <w:bookmarkStart w:id="301" w:name="_Toc433020537"/>
      <w:bookmarkStart w:id="302" w:name="_Toc437261978"/>
      <w:bookmarkStart w:id="303" w:name="_Toc478375147"/>
      <w:bookmarkStart w:id="304" w:name="_Toc178232034"/>
      <w:r w:rsidRPr="00AE0E6D">
        <w:rPr>
          <w:b/>
        </w:rPr>
        <w:t>3.1.5.6</w:t>
      </w:r>
      <w:r w:rsidRPr="00AE0E6D">
        <w:rPr>
          <w:b/>
        </w:rPr>
        <w:tab/>
        <w:t>Rejection Notice</w:t>
      </w:r>
      <w:bookmarkEnd w:id="294"/>
      <w:bookmarkEnd w:id="295"/>
      <w:bookmarkEnd w:id="296"/>
      <w:bookmarkEnd w:id="297"/>
      <w:bookmarkEnd w:id="298"/>
      <w:bookmarkEnd w:id="299"/>
      <w:bookmarkEnd w:id="300"/>
      <w:bookmarkEnd w:id="301"/>
      <w:bookmarkEnd w:id="302"/>
      <w:bookmarkEnd w:id="303"/>
      <w:bookmarkEnd w:id="30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5" w:name="_Toc204048484"/>
            <w:bookmarkStart w:id="306" w:name="_Toc400526069"/>
            <w:bookmarkStart w:id="307" w:name="_Toc405534387"/>
            <w:bookmarkStart w:id="308" w:name="_Toc406570400"/>
            <w:bookmarkStart w:id="309" w:name="_Toc410910552"/>
            <w:bookmarkStart w:id="310" w:name="_Toc411840980"/>
            <w:bookmarkStart w:id="311" w:name="_Toc422146942"/>
            <w:bookmarkStart w:id="312" w:name="_Toc433020538"/>
            <w:bookmarkStart w:id="313" w:name="_Toc437261979"/>
            <w:bookmarkStart w:id="314"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5" w:name="_Toc17823203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5"/>
      <w:bookmarkEnd w:id="306"/>
      <w:bookmarkEnd w:id="307"/>
      <w:bookmarkEnd w:id="308"/>
      <w:bookmarkEnd w:id="309"/>
      <w:bookmarkEnd w:id="310"/>
      <w:bookmarkEnd w:id="311"/>
      <w:bookmarkEnd w:id="312"/>
      <w:bookmarkEnd w:id="313"/>
      <w:bookmarkEnd w:id="314"/>
      <w:bookmarkEnd w:id="315"/>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6" w:name="_Toc204048485"/>
            <w:bookmarkStart w:id="317" w:name="_Toc400526070"/>
            <w:bookmarkStart w:id="318" w:name="_Toc405534388"/>
            <w:bookmarkStart w:id="319" w:name="_Toc406570401"/>
            <w:bookmarkStart w:id="320" w:name="_Toc410910553"/>
            <w:bookmarkStart w:id="321" w:name="_Toc411840981"/>
            <w:bookmarkStart w:id="322" w:name="_Toc422146943"/>
            <w:bookmarkStart w:id="323" w:name="_Toc433020539"/>
            <w:bookmarkStart w:id="324" w:name="_Toc437261980"/>
            <w:bookmarkStart w:id="325"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6" w:name="_Toc17823203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6"/>
      <w:bookmarkEnd w:id="317"/>
      <w:bookmarkEnd w:id="318"/>
      <w:bookmarkEnd w:id="319"/>
      <w:bookmarkEnd w:id="320"/>
      <w:bookmarkEnd w:id="321"/>
      <w:bookmarkEnd w:id="322"/>
      <w:bookmarkEnd w:id="323"/>
      <w:bookmarkEnd w:id="324"/>
      <w:bookmarkEnd w:id="325"/>
      <w:bookmarkEnd w:id="32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7" w:name="_Toc204048486"/>
            <w:bookmarkStart w:id="328" w:name="_Toc400526071"/>
            <w:bookmarkStart w:id="329" w:name="_Toc405534389"/>
            <w:bookmarkStart w:id="330" w:name="_Toc406570402"/>
            <w:bookmarkStart w:id="331" w:name="_Toc410910554"/>
            <w:bookmarkStart w:id="332" w:name="_Toc411840982"/>
            <w:bookmarkStart w:id="333" w:name="_Toc422146944"/>
            <w:bookmarkStart w:id="334" w:name="_Toc433020540"/>
            <w:bookmarkStart w:id="335" w:name="_Toc437261981"/>
            <w:bookmarkStart w:id="336"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7" w:name="_Toc178232037"/>
      <w:r w:rsidRPr="00AE0E6D">
        <w:rPr>
          <w:b/>
        </w:rPr>
        <w:t>3.1.5.9</w:t>
      </w:r>
      <w:r w:rsidRPr="00AE0E6D">
        <w:rPr>
          <w:b/>
        </w:rPr>
        <w:tab/>
        <w:t>Information for Inclusion in Transmission Facilities Outage Requests</w:t>
      </w:r>
      <w:bookmarkEnd w:id="327"/>
      <w:bookmarkEnd w:id="328"/>
      <w:bookmarkEnd w:id="329"/>
      <w:bookmarkEnd w:id="330"/>
      <w:bookmarkEnd w:id="331"/>
      <w:bookmarkEnd w:id="332"/>
      <w:bookmarkEnd w:id="333"/>
      <w:bookmarkEnd w:id="334"/>
      <w:bookmarkEnd w:id="335"/>
      <w:bookmarkEnd w:id="336"/>
      <w:bookmarkEnd w:id="33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8" w:name="_Toc204048487"/>
            <w:bookmarkStart w:id="339" w:name="_Toc400526072"/>
            <w:bookmarkStart w:id="340" w:name="_Toc405534390"/>
            <w:bookmarkStart w:id="341" w:name="_Toc406570403"/>
            <w:bookmarkStart w:id="342" w:name="_Toc410910555"/>
            <w:bookmarkStart w:id="343" w:name="_Toc411840983"/>
            <w:bookmarkStart w:id="344" w:name="_Toc422146945"/>
            <w:bookmarkStart w:id="345" w:name="_Toc433020541"/>
            <w:bookmarkStart w:id="346" w:name="_Toc437261982"/>
            <w:bookmarkStart w:id="347"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8" w:name="_Toc178232038"/>
      <w:r w:rsidRPr="00AE0E6D">
        <w:rPr>
          <w:b/>
        </w:rPr>
        <w:lastRenderedPageBreak/>
        <w:t>3.1.5.10</w:t>
      </w:r>
      <w:r w:rsidRPr="00AE0E6D">
        <w:rPr>
          <w:b/>
        </w:rPr>
        <w:tab/>
        <w:t>Additional Information Requests</w:t>
      </w:r>
      <w:bookmarkEnd w:id="338"/>
      <w:bookmarkEnd w:id="339"/>
      <w:bookmarkEnd w:id="340"/>
      <w:bookmarkEnd w:id="341"/>
      <w:bookmarkEnd w:id="342"/>
      <w:bookmarkEnd w:id="343"/>
      <w:bookmarkEnd w:id="344"/>
      <w:bookmarkEnd w:id="345"/>
      <w:bookmarkEnd w:id="346"/>
      <w:bookmarkEnd w:id="347"/>
      <w:bookmarkEnd w:id="34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9" w:name="_Toc204048488"/>
            <w:bookmarkStart w:id="350" w:name="_Toc400526073"/>
            <w:bookmarkStart w:id="351" w:name="_Toc405534391"/>
            <w:bookmarkStart w:id="352" w:name="_Toc406570404"/>
            <w:bookmarkStart w:id="353" w:name="_Toc410910556"/>
            <w:bookmarkStart w:id="354" w:name="_Toc411840984"/>
            <w:bookmarkStart w:id="355" w:name="_Toc422146946"/>
            <w:bookmarkStart w:id="356" w:name="_Toc433020542"/>
            <w:bookmarkStart w:id="357" w:name="_Toc437261983"/>
            <w:bookmarkStart w:id="358"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9" w:name="_Toc178232039"/>
      <w:r w:rsidRPr="00AE0E6D">
        <w:rPr>
          <w:b/>
        </w:rPr>
        <w:t>3.1.5.11</w:t>
      </w:r>
      <w:r w:rsidRPr="00AE0E6D">
        <w:rPr>
          <w:b/>
        </w:rPr>
        <w:tab/>
        <w:t>Evaluation of Transmission Facilities Planned Outage or Maintenance Outage Requests</w:t>
      </w:r>
      <w:bookmarkEnd w:id="349"/>
      <w:bookmarkEnd w:id="350"/>
      <w:bookmarkEnd w:id="351"/>
      <w:bookmarkEnd w:id="352"/>
      <w:bookmarkEnd w:id="353"/>
      <w:bookmarkEnd w:id="354"/>
      <w:bookmarkEnd w:id="355"/>
      <w:bookmarkEnd w:id="356"/>
      <w:bookmarkEnd w:id="357"/>
      <w:bookmarkEnd w:id="358"/>
      <w:bookmarkEnd w:id="359"/>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0" w:name="_Toc204048489"/>
            <w:bookmarkStart w:id="361" w:name="_Toc400526074"/>
            <w:bookmarkStart w:id="362" w:name="_Toc405534392"/>
            <w:bookmarkStart w:id="363" w:name="_Toc406570405"/>
            <w:bookmarkStart w:id="364" w:name="_Toc410910557"/>
            <w:bookmarkStart w:id="365" w:name="_Toc411840985"/>
            <w:bookmarkStart w:id="366" w:name="_Toc422146947"/>
            <w:bookmarkStart w:id="367" w:name="_Toc433020543"/>
            <w:bookmarkStart w:id="368" w:name="_Toc437261984"/>
            <w:bookmarkStart w:id="369"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0" w:name="_Toc178232040"/>
      <w:r w:rsidRPr="00AE0E6D">
        <w:rPr>
          <w:b/>
        </w:rPr>
        <w:t>3.1.5.12</w:t>
      </w:r>
      <w:r w:rsidRPr="00AE0E6D">
        <w:rPr>
          <w:b/>
        </w:rPr>
        <w:tab/>
        <w:t>Submittal Timeline for Transmission Facility Outage Requests</w:t>
      </w:r>
      <w:bookmarkEnd w:id="360"/>
      <w:bookmarkEnd w:id="361"/>
      <w:bookmarkEnd w:id="362"/>
      <w:bookmarkEnd w:id="363"/>
      <w:bookmarkEnd w:id="364"/>
      <w:bookmarkEnd w:id="365"/>
      <w:bookmarkEnd w:id="366"/>
      <w:bookmarkEnd w:id="367"/>
      <w:bookmarkEnd w:id="368"/>
      <w:bookmarkEnd w:id="369"/>
      <w:bookmarkEnd w:id="37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1" w:name="_Toc204048490"/>
      <w:bookmarkStart w:id="372" w:name="_Toc400526075"/>
      <w:bookmarkStart w:id="373" w:name="_Toc405534393"/>
      <w:bookmarkStart w:id="374" w:name="_Toc406570406"/>
      <w:bookmarkStart w:id="375" w:name="_Toc410910558"/>
      <w:bookmarkStart w:id="376" w:name="_Toc411840986"/>
      <w:bookmarkStart w:id="377" w:name="_Toc422146948"/>
      <w:bookmarkStart w:id="378" w:name="_Toc433020544"/>
      <w:bookmarkStart w:id="379" w:name="_Toc437261985"/>
      <w:bookmarkStart w:id="380" w:name="_Toc478375156"/>
      <w:bookmarkStart w:id="381" w:name="_Toc178232041"/>
      <w:r w:rsidRPr="00AE0E6D">
        <w:rPr>
          <w:b/>
        </w:rPr>
        <w:t>3.1.5.13</w:t>
      </w:r>
      <w:r w:rsidRPr="00AE0E6D">
        <w:rPr>
          <w:b/>
        </w:rPr>
        <w:tab/>
        <w:t>Transmission Report</w:t>
      </w:r>
      <w:bookmarkEnd w:id="371"/>
      <w:bookmarkEnd w:id="372"/>
      <w:bookmarkEnd w:id="373"/>
      <w:bookmarkEnd w:id="374"/>
      <w:bookmarkEnd w:id="375"/>
      <w:bookmarkEnd w:id="376"/>
      <w:bookmarkEnd w:id="377"/>
      <w:bookmarkEnd w:id="378"/>
      <w:bookmarkEnd w:id="379"/>
      <w:bookmarkEnd w:id="380"/>
      <w:bookmarkEnd w:id="38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2" w:name="_Toc400526076"/>
      <w:bookmarkStart w:id="383" w:name="_Toc405534394"/>
      <w:bookmarkStart w:id="384" w:name="_Toc406570407"/>
      <w:bookmarkStart w:id="385" w:name="_Toc410910559"/>
      <w:bookmarkStart w:id="386" w:name="_Toc411840987"/>
      <w:bookmarkStart w:id="387" w:name="_Toc422146949"/>
      <w:bookmarkStart w:id="388" w:name="_Toc433020545"/>
      <w:bookmarkStart w:id="389" w:name="_Toc437261986"/>
      <w:bookmarkStart w:id="390" w:name="_Toc478375157"/>
      <w:bookmarkStart w:id="391" w:name="_Toc178232042"/>
      <w:r>
        <w:t>3.1.6</w:t>
      </w:r>
      <w:r>
        <w:tab/>
        <w:t>Outages of Resources Other than Reliability Resources</w:t>
      </w:r>
      <w:bookmarkEnd w:id="382"/>
      <w:bookmarkEnd w:id="383"/>
      <w:bookmarkEnd w:id="384"/>
      <w:bookmarkEnd w:id="385"/>
      <w:bookmarkEnd w:id="386"/>
      <w:bookmarkEnd w:id="387"/>
      <w:bookmarkEnd w:id="388"/>
      <w:bookmarkEnd w:id="389"/>
      <w:bookmarkEnd w:id="390"/>
      <w:bookmarkEnd w:id="391"/>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2" w:name="_Toc204048492"/>
      <w:bookmarkStart w:id="393" w:name="_Toc400526077"/>
      <w:bookmarkStart w:id="394" w:name="_Toc405534395"/>
      <w:bookmarkStart w:id="395" w:name="_Toc406570408"/>
      <w:bookmarkStart w:id="396" w:name="_Toc410910560"/>
      <w:bookmarkStart w:id="397" w:name="_Toc411840988"/>
      <w:bookmarkStart w:id="398" w:name="_Toc422146950"/>
      <w:bookmarkStart w:id="399" w:name="_Toc433020546"/>
      <w:bookmarkStart w:id="400" w:name="_Toc437261987"/>
      <w:bookmarkStart w:id="401" w:name="_Toc478375158"/>
      <w:bookmarkStart w:id="402" w:name="_Toc178232043"/>
      <w:r w:rsidRPr="00AE0E6D">
        <w:rPr>
          <w:b/>
        </w:rPr>
        <w:lastRenderedPageBreak/>
        <w:t>3.1.6.1</w:t>
      </w:r>
      <w:r w:rsidRPr="00AE0E6D">
        <w:rPr>
          <w:b/>
        </w:rPr>
        <w:tab/>
        <w:t>Receipt of Resource Requests by ERCOT</w:t>
      </w:r>
      <w:bookmarkEnd w:id="392"/>
      <w:bookmarkEnd w:id="393"/>
      <w:bookmarkEnd w:id="394"/>
      <w:bookmarkEnd w:id="395"/>
      <w:bookmarkEnd w:id="396"/>
      <w:bookmarkEnd w:id="397"/>
      <w:bookmarkEnd w:id="398"/>
      <w:bookmarkEnd w:id="399"/>
      <w:bookmarkEnd w:id="400"/>
      <w:bookmarkEnd w:id="401"/>
      <w:bookmarkEnd w:id="402"/>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3" w:name="_Toc204048493"/>
      <w:bookmarkStart w:id="404" w:name="_Toc400526078"/>
      <w:bookmarkStart w:id="405" w:name="_Toc405534396"/>
      <w:bookmarkStart w:id="406" w:name="_Toc406570409"/>
      <w:bookmarkStart w:id="407" w:name="_Toc410910561"/>
      <w:bookmarkStart w:id="408" w:name="_Toc411840989"/>
      <w:bookmarkStart w:id="409" w:name="_Toc422146951"/>
      <w:bookmarkStart w:id="410" w:name="_Toc433020547"/>
      <w:bookmarkStart w:id="411" w:name="_Toc437261988"/>
      <w:bookmarkStart w:id="412" w:name="_Toc478375159"/>
      <w:bookmarkStart w:id="413" w:name="_Toc178232044"/>
      <w:r w:rsidRPr="00AE0E6D">
        <w:rPr>
          <w:b/>
        </w:rPr>
        <w:t>3.1.6.2</w:t>
      </w:r>
      <w:r w:rsidRPr="00AE0E6D">
        <w:rPr>
          <w:b/>
        </w:rPr>
        <w:tab/>
        <w:t>Resource Outage Plan</w:t>
      </w:r>
      <w:bookmarkEnd w:id="403"/>
      <w:bookmarkEnd w:id="404"/>
      <w:bookmarkEnd w:id="405"/>
      <w:bookmarkEnd w:id="406"/>
      <w:bookmarkEnd w:id="407"/>
      <w:bookmarkEnd w:id="408"/>
      <w:bookmarkEnd w:id="409"/>
      <w:bookmarkEnd w:id="410"/>
      <w:bookmarkEnd w:id="411"/>
      <w:bookmarkEnd w:id="412"/>
      <w:bookmarkEnd w:id="413"/>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4" w:name="_Toc204048494"/>
      <w:bookmarkStart w:id="415" w:name="_Toc400526079"/>
      <w:bookmarkStart w:id="416" w:name="_Toc405534397"/>
      <w:bookmarkStart w:id="417" w:name="_Toc406570410"/>
      <w:bookmarkStart w:id="418" w:name="_Toc410910562"/>
      <w:bookmarkStart w:id="419" w:name="_Toc411840990"/>
      <w:bookmarkStart w:id="420" w:name="_Toc422146952"/>
      <w:bookmarkStart w:id="421" w:name="_Toc433020548"/>
      <w:bookmarkStart w:id="422" w:name="_Toc437261989"/>
      <w:bookmarkStart w:id="423" w:name="_Toc478375160"/>
      <w:bookmarkStart w:id="424" w:name="_Toc178232045"/>
      <w:r w:rsidRPr="00AE0E6D">
        <w:rPr>
          <w:b/>
        </w:rPr>
        <w:t>3.1.6.3</w:t>
      </w:r>
      <w:r w:rsidRPr="00AE0E6D">
        <w:rPr>
          <w:b/>
        </w:rPr>
        <w:tab/>
        <w:t>Additional Information Requests</w:t>
      </w:r>
      <w:bookmarkEnd w:id="414"/>
      <w:bookmarkEnd w:id="415"/>
      <w:bookmarkEnd w:id="416"/>
      <w:bookmarkEnd w:id="417"/>
      <w:bookmarkEnd w:id="418"/>
      <w:bookmarkEnd w:id="419"/>
      <w:bookmarkEnd w:id="420"/>
      <w:bookmarkEnd w:id="421"/>
      <w:bookmarkEnd w:id="422"/>
      <w:bookmarkEnd w:id="423"/>
      <w:bookmarkEnd w:id="42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5" w:name="_Toc400526080"/>
      <w:bookmarkStart w:id="426" w:name="_Toc405534398"/>
      <w:bookmarkStart w:id="427" w:name="_Toc406570411"/>
      <w:bookmarkStart w:id="428" w:name="_Toc410910563"/>
      <w:bookmarkStart w:id="429" w:name="_Toc411840991"/>
      <w:bookmarkStart w:id="430" w:name="_Toc422146953"/>
      <w:bookmarkStart w:id="431" w:name="_Toc433020549"/>
      <w:bookmarkStart w:id="432" w:name="_Toc437261990"/>
      <w:bookmarkStart w:id="433" w:name="_Toc478375161"/>
      <w:bookmarkStart w:id="434" w:name="_Toc178232046"/>
      <w:bookmarkStart w:id="435" w:name="_Toc204048495"/>
      <w:r w:rsidRPr="00E7468E">
        <w:rPr>
          <w:b/>
          <w:bCs/>
        </w:rPr>
        <w:t>3.1.6.4</w:t>
      </w:r>
      <w:r w:rsidRPr="00E7468E">
        <w:rPr>
          <w:b/>
          <w:bCs/>
        </w:rPr>
        <w:tab/>
        <w:t>Approval of Changes to a Resource Outage Plan</w:t>
      </w:r>
      <w:bookmarkEnd w:id="425"/>
      <w:bookmarkEnd w:id="426"/>
      <w:bookmarkEnd w:id="427"/>
      <w:bookmarkEnd w:id="428"/>
      <w:bookmarkEnd w:id="429"/>
      <w:bookmarkEnd w:id="430"/>
      <w:bookmarkEnd w:id="431"/>
      <w:bookmarkEnd w:id="432"/>
      <w:bookmarkEnd w:id="433"/>
      <w:bookmarkEnd w:id="434"/>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6" w:name="_Toc400526081"/>
      <w:bookmarkStart w:id="437" w:name="_Toc405534399"/>
      <w:bookmarkStart w:id="438" w:name="_Toc406570412"/>
      <w:bookmarkStart w:id="439" w:name="_Toc410910564"/>
      <w:bookmarkStart w:id="440" w:name="_Toc411840992"/>
      <w:bookmarkStart w:id="441" w:name="_Toc422146954"/>
      <w:bookmarkStart w:id="442" w:name="_Toc433020550"/>
      <w:bookmarkStart w:id="443" w:name="_Toc437261991"/>
      <w:bookmarkStart w:id="444" w:name="_Toc478375162"/>
      <w:bookmarkStart w:id="445" w:name="_Toc178232047"/>
      <w:bookmarkStart w:id="446" w:name="_Toc204048496"/>
      <w:bookmarkEnd w:id="435"/>
      <w:r w:rsidRPr="00E7468E">
        <w:rPr>
          <w:b/>
          <w:bCs/>
        </w:rPr>
        <w:t>3.1.6.5</w:t>
      </w:r>
      <w:r w:rsidRPr="00E7468E">
        <w:rPr>
          <w:b/>
          <w:bCs/>
        </w:rPr>
        <w:tab/>
        <w:t>Evaluation of Proposed Resource Outage</w:t>
      </w:r>
      <w:bookmarkEnd w:id="436"/>
      <w:bookmarkEnd w:id="437"/>
      <w:bookmarkEnd w:id="438"/>
      <w:bookmarkEnd w:id="439"/>
      <w:bookmarkEnd w:id="440"/>
      <w:bookmarkEnd w:id="441"/>
      <w:bookmarkEnd w:id="442"/>
      <w:bookmarkEnd w:id="443"/>
      <w:bookmarkEnd w:id="444"/>
      <w:bookmarkEnd w:id="44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7" w:name="_Toc400526082"/>
      <w:bookmarkStart w:id="448" w:name="_Toc405534400"/>
      <w:bookmarkStart w:id="449" w:name="_Toc406570413"/>
      <w:bookmarkStart w:id="450" w:name="_Toc410910565"/>
      <w:bookmarkStart w:id="451" w:name="_Toc411840993"/>
      <w:bookmarkStart w:id="452" w:name="_Toc422146955"/>
      <w:bookmarkStart w:id="453" w:name="_Toc433020551"/>
      <w:bookmarkStart w:id="454" w:name="_Toc437261992"/>
      <w:bookmarkStart w:id="455" w:name="_Toc478375163"/>
      <w:bookmarkStart w:id="456" w:name="_Toc17823204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7"/>
      <w:bookmarkEnd w:id="448"/>
      <w:bookmarkEnd w:id="449"/>
      <w:bookmarkEnd w:id="450"/>
      <w:bookmarkEnd w:id="451"/>
      <w:bookmarkEnd w:id="452"/>
      <w:bookmarkEnd w:id="453"/>
      <w:bookmarkEnd w:id="454"/>
      <w:bookmarkEnd w:id="455"/>
      <w:bookmarkEnd w:id="456"/>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6"/>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7" w:name="_Toc204048498"/>
      <w:bookmarkStart w:id="458" w:name="_Toc400526083"/>
      <w:bookmarkStart w:id="459" w:name="_Toc405534401"/>
      <w:bookmarkStart w:id="460" w:name="_Toc406570414"/>
      <w:bookmarkStart w:id="461" w:name="_Toc410910566"/>
      <w:bookmarkStart w:id="462" w:name="_Toc411840994"/>
      <w:bookmarkStart w:id="463" w:name="_Toc422146956"/>
      <w:bookmarkStart w:id="464" w:name="_Toc433020552"/>
      <w:bookmarkStart w:id="465" w:name="_Toc437261993"/>
      <w:bookmarkStart w:id="466" w:name="_Toc478375164"/>
    </w:p>
    <w:p w14:paraId="7AB294E3" w14:textId="09271D87" w:rsidR="004A7E7E" w:rsidRPr="0020649A" w:rsidRDefault="002D238A" w:rsidP="0020649A">
      <w:pPr>
        <w:pStyle w:val="H4"/>
        <w:ind w:left="1267" w:hanging="1267"/>
        <w:rPr>
          <w:b/>
          <w:bCs/>
        </w:rPr>
      </w:pPr>
      <w:bookmarkStart w:id="467" w:name="_Toc178232049"/>
      <w:r w:rsidRPr="0020649A">
        <w:rPr>
          <w:b/>
          <w:bCs/>
        </w:rPr>
        <w:t>3.1.6.7</w:t>
      </w:r>
      <w:r w:rsidRPr="0020649A">
        <w:rPr>
          <w:b/>
          <w:bCs/>
        </w:rPr>
        <w:tab/>
      </w:r>
      <w:r w:rsidR="00726C1E" w:rsidRPr="0020649A">
        <w:rPr>
          <w:b/>
          <w:bCs/>
        </w:rPr>
        <w:tab/>
      </w:r>
      <w:r w:rsidRPr="0020649A">
        <w:rPr>
          <w:b/>
          <w:bCs/>
        </w:rPr>
        <w:t>Delay</w:t>
      </w:r>
      <w:bookmarkEnd w:id="457"/>
      <w:bookmarkEnd w:id="458"/>
      <w:bookmarkEnd w:id="459"/>
      <w:bookmarkEnd w:id="460"/>
      <w:bookmarkEnd w:id="461"/>
      <w:bookmarkEnd w:id="462"/>
      <w:bookmarkEnd w:id="463"/>
      <w:bookmarkEnd w:id="464"/>
      <w:bookmarkEnd w:id="465"/>
      <w:bookmarkEnd w:id="466"/>
      <w:bookmarkEnd w:id="467"/>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8" w:name="_Toc400526084"/>
      <w:bookmarkStart w:id="469" w:name="_Toc405534402"/>
      <w:bookmarkStart w:id="470" w:name="_Toc406570415"/>
      <w:bookmarkStart w:id="471" w:name="_Toc410910567"/>
      <w:bookmarkStart w:id="472" w:name="_Toc411840995"/>
      <w:bookmarkStart w:id="473" w:name="_Toc422146957"/>
      <w:bookmarkStart w:id="474" w:name="_Toc433020553"/>
      <w:bookmarkStart w:id="475" w:name="_Toc437261994"/>
      <w:bookmarkStart w:id="476" w:name="_Toc478375165"/>
      <w:bookmarkStart w:id="477" w:name="_Toc178232050"/>
      <w:r w:rsidRPr="00436E9F">
        <w:rPr>
          <w:b/>
          <w:bCs/>
          <w:snapToGrid w:val="0"/>
        </w:rPr>
        <w:t>3.1.6.8</w:t>
      </w:r>
      <w:r w:rsidRPr="00436E9F">
        <w:rPr>
          <w:b/>
          <w:bCs/>
          <w:snapToGrid w:val="0"/>
        </w:rPr>
        <w:tab/>
        <w:t>Resource Outage Rejection Notice</w:t>
      </w:r>
      <w:bookmarkEnd w:id="468"/>
      <w:bookmarkEnd w:id="469"/>
      <w:bookmarkEnd w:id="470"/>
      <w:bookmarkEnd w:id="471"/>
      <w:bookmarkEnd w:id="472"/>
      <w:bookmarkEnd w:id="473"/>
      <w:bookmarkEnd w:id="474"/>
      <w:bookmarkEnd w:id="475"/>
      <w:bookmarkEnd w:id="476"/>
      <w:bookmarkEnd w:id="47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8" w:name="_Toc400526085"/>
      <w:bookmarkStart w:id="479" w:name="_Toc405534403"/>
      <w:bookmarkStart w:id="480" w:name="_Toc406570416"/>
      <w:bookmarkStart w:id="481" w:name="_Toc410910568"/>
      <w:bookmarkStart w:id="482" w:name="_Toc411840996"/>
      <w:bookmarkStart w:id="483" w:name="_Toc422146958"/>
      <w:bookmarkStart w:id="484" w:name="_Toc433020554"/>
      <w:bookmarkStart w:id="485" w:name="_Toc437261995"/>
      <w:bookmarkStart w:id="486" w:name="_Toc478375166"/>
      <w:bookmarkStart w:id="487" w:name="_Toc178232051"/>
      <w:r w:rsidRPr="00436E9F">
        <w:rPr>
          <w:b/>
          <w:bCs/>
          <w:snapToGrid w:val="0"/>
        </w:rPr>
        <w:lastRenderedPageBreak/>
        <w:t>3.1.6.9</w:t>
      </w:r>
      <w:r w:rsidRPr="00436E9F">
        <w:rPr>
          <w:b/>
          <w:bCs/>
          <w:snapToGrid w:val="0"/>
        </w:rPr>
        <w:tab/>
      </w:r>
      <w:bookmarkStart w:id="488" w:name="_Hlk111129302"/>
      <w:r w:rsidRPr="00436E9F">
        <w:rPr>
          <w:b/>
          <w:bCs/>
          <w:snapToGrid w:val="0"/>
        </w:rPr>
        <w:t>Withdrawal of Approval and Rescheduling of Approved Planned Outages of Resource Facilities</w:t>
      </w:r>
      <w:bookmarkEnd w:id="478"/>
      <w:bookmarkEnd w:id="479"/>
      <w:bookmarkEnd w:id="480"/>
      <w:bookmarkEnd w:id="481"/>
      <w:bookmarkEnd w:id="482"/>
      <w:bookmarkEnd w:id="483"/>
      <w:bookmarkEnd w:id="484"/>
      <w:bookmarkEnd w:id="485"/>
      <w:bookmarkEnd w:id="486"/>
      <w:bookmarkEnd w:id="488"/>
      <w:bookmarkEnd w:id="487"/>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9" w:name="_Toc204048499"/>
      <w:bookmarkStart w:id="490" w:name="_Toc304959517"/>
      <w:bookmarkStart w:id="491" w:name="_Toc400526086"/>
      <w:bookmarkStart w:id="492" w:name="_Toc405534404"/>
      <w:bookmarkStart w:id="493" w:name="_Toc406570417"/>
      <w:bookmarkStart w:id="494" w:name="_Toc410910569"/>
      <w:bookmarkStart w:id="495" w:name="_Toc411840997"/>
      <w:bookmarkStart w:id="496" w:name="_Toc422146959"/>
      <w:bookmarkStart w:id="497" w:name="_Toc433020555"/>
      <w:bookmarkStart w:id="498" w:name="_Toc437261996"/>
      <w:bookmarkStart w:id="499" w:name="_Toc478375167"/>
      <w:bookmarkStart w:id="500" w:name="_Toc178232052"/>
      <w:r w:rsidRPr="00AE0E6D">
        <w:rPr>
          <w:b/>
        </w:rPr>
        <w:t>3.1.6.</w:t>
      </w:r>
      <w:r w:rsidR="00E51010" w:rsidRPr="00AE0E6D">
        <w:rPr>
          <w:b/>
        </w:rPr>
        <w:t>10</w:t>
      </w:r>
      <w:r w:rsidRPr="00AE0E6D">
        <w:rPr>
          <w:b/>
        </w:rPr>
        <w:tab/>
        <w:t>Opportunity Outage</w:t>
      </w:r>
      <w:bookmarkEnd w:id="489"/>
      <w:bookmarkEnd w:id="490"/>
      <w:bookmarkEnd w:id="491"/>
      <w:bookmarkEnd w:id="492"/>
      <w:bookmarkEnd w:id="493"/>
      <w:bookmarkEnd w:id="494"/>
      <w:bookmarkEnd w:id="495"/>
      <w:bookmarkEnd w:id="496"/>
      <w:bookmarkEnd w:id="497"/>
      <w:bookmarkEnd w:id="498"/>
      <w:bookmarkEnd w:id="499"/>
      <w:bookmarkEnd w:id="500"/>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1" w:name="_Toc204048500"/>
      <w:bookmarkStart w:id="502" w:name="_Toc304959518"/>
      <w:bookmarkStart w:id="503" w:name="_Toc400526087"/>
      <w:bookmarkStart w:id="504" w:name="_Toc405534405"/>
      <w:bookmarkStart w:id="505" w:name="_Toc406570418"/>
      <w:bookmarkStart w:id="506" w:name="_Toc410910570"/>
      <w:bookmarkStart w:id="507" w:name="_Toc411840998"/>
      <w:bookmarkStart w:id="508" w:name="_Toc422146960"/>
      <w:bookmarkStart w:id="509" w:name="_Toc433020556"/>
      <w:bookmarkStart w:id="510" w:name="_Toc437261997"/>
      <w:bookmarkStart w:id="511" w:name="_Toc478375168"/>
      <w:bookmarkStart w:id="512" w:name="_Toc178232053"/>
      <w:r w:rsidRPr="00AE0E6D">
        <w:rPr>
          <w:b/>
        </w:rPr>
        <w:t>3.1.6.</w:t>
      </w:r>
      <w:r w:rsidR="00E51010" w:rsidRPr="00AE0E6D">
        <w:rPr>
          <w:b/>
        </w:rPr>
        <w:t>11</w:t>
      </w:r>
      <w:r w:rsidRPr="00AE0E6D">
        <w:rPr>
          <w:b/>
        </w:rPr>
        <w:tab/>
        <w:t>Outage Returning Early</w:t>
      </w:r>
      <w:bookmarkEnd w:id="501"/>
      <w:bookmarkEnd w:id="502"/>
      <w:bookmarkEnd w:id="503"/>
      <w:bookmarkEnd w:id="504"/>
      <w:bookmarkEnd w:id="505"/>
      <w:bookmarkEnd w:id="506"/>
      <w:bookmarkEnd w:id="507"/>
      <w:bookmarkEnd w:id="508"/>
      <w:bookmarkEnd w:id="509"/>
      <w:bookmarkEnd w:id="510"/>
      <w:bookmarkEnd w:id="511"/>
      <w:bookmarkEnd w:id="512"/>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3" w:name="_Toc204048501"/>
      <w:bookmarkStart w:id="514" w:name="_Toc400526088"/>
      <w:bookmarkStart w:id="515" w:name="_Toc405534406"/>
      <w:bookmarkStart w:id="516" w:name="_Toc406570419"/>
      <w:bookmarkStart w:id="517" w:name="_Toc410910571"/>
      <w:bookmarkStart w:id="518" w:name="_Toc411840999"/>
      <w:bookmarkStart w:id="519" w:name="_Toc422146961"/>
      <w:bookmarkStart w:id="520" w:name="_Toc433020557"/>
      <w:bookmarkStart w:id="521" w:name="_Toc437261998"/>
      <w:bookmarkStart w:id="522" w:name="_Toc478375169"/>
      <w:bookmarkStart w:id="523" w:name="_Toc178232054"/>
      <w:r w:rsidRPr="00AE0E6D">
        <w:rPr>
          <w:b/>
        </w:rPr>
        <w:t>3.1.6.1</w:t>
      </w:r>
      <w:r w:rsidR="00E51010" w:rsidRPr="00AE0E6D">
        <w:rPr>
          <w:b/>
        </w:rPr>
        <w:t>2</w:t>
      </w:r>
      <w:r w:rsidRPr="00AE0E6D">
        <w:rPr>
          <w:b/>
        </w:rPr>
        <w:tab/>
        <w:t>Resource Coming On-Line</w:t>
      </w:r>
      <w:bookmarkEnd w:id="513"/>
      <w:bookmarkEnd w:id="514"/>
      <w:bookmarkEnd w:id="515"/>
      <w:bookmarkEnd w:id="516"/>
      <w:bookmarkEnd w:id="517"/>
      <w:bookmarkEnd w:id="518"/>
      <w:bookmarkEnd w:id="519"/>
      <w:bookmarkEnd w:id="520"/>
      <w:bookmarkEnd w:id="521"/>
      <w:bookmarkEnd w:id="522"/>
      <w:bookmarkEnd w:id="523"/>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4" w:name="_Toc178232055"/>
      <w:r w:rsidRPr="00B070BB">
        <w:rPr>
          <w:b/>
        </w:rPr>
        <w:t>3.1.6.13</w:t>
      </w:r>
      <w:r w:rsidRPr="00B070BB">
        <w:rPr>
          <w:b/>
        </w:rPr>
        <w:tab/>
        <w:t>Maximum Daily Resource Planned Outage Capacity</w:t>
      </w:r>
      <w:bookmarkEnd w:id="524"/>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5" w:name="_Toc178232056"/>
      <w:bookmarkStart w:id="526"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5"/>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7" w:name="_Toc204048502"/>
      <w:bookmarkStart w:id="528" w:name="_Toc400526089"/>
      <w:bookmarkStart w:id="529" w:name="_Toc405534407"/>
      <w:bookmarkStart w:id="530" w:name="_Toc406570420"/>
      <w:bookmarkStart w:id="531" w:name="_Toc410910572"/>
      <w:bookmarkStart w:id="532" w:name="_Toc411841000"/>
      <w:bookmarkStart w:id="533" w:name="_Toc422146962"/>
      <w:bookmarkStart w:id="534" w:name="_Toc433020558"/>
      <w:bookmarkStart w:id="535" w:name="_Toc437261999"/>
      <w:bookmarkStart w:id="536" w:name="_Toc478375170"/>
      <w:bookmarkStart w:id="537" w:name="_Toc178232057"/>
      <w:bookmarkEnd w:id="526"/>
      <w:r>
        <w:t>3.1.7</w:t>
      </w:r>
      <w:r>
        <w:tab/>
        <w:t>Reliability Resource Outages</w:t>
      </w:r>
      <w:bookmarkEnd w:id="527"/>
      <w:bookmarkEnd w:id="528"/>
      <w:bookmarkEnd w:id="529"/>
      <w:bookmarkEnd w:id="530"/>
      <w:bookmarkEnd w:id="531"/>
      <w:bookmarkEnd w:id="532"/>
      <w:bookmarkEnd w:id="533"/>
      <w:bookmarkEnd w:id="534"/>
      <w:bookmarkEnd w:id="535"/>
      <w:bookmarkEnd w:id="536"/>
      <w:bookmarkEnd w:id="537"/>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8" w:name="_Toc204048503"/>
      <w:bookmarkStart w:id="539" w:name="_Toc400526090"/>
      <w:bookmarkStart w:id="540" w:name="_Toc405534408"/>
      <w:bookmarkStart w:id="541" w:name="_Toc406570421"/>
      <w:bookmarkStart w:id="542" w:name="_Toc410910573"/>
      <w:bookmarkStart w:id="543" w:name="_Toc411841001"/>
      <w:bookmarkStart w:id="544" w:name="_Toc422146963"/>
      <w:bookmarkStart w:id="545" w:name="_Toc433020559"/>
      <w:bookmarkStart w:id="546" w:name="_Toc437262000"/>
      <w:bookmarkStart w:id="547" w:name="_Toc478375171"/>
      <w:bookmarkStart w:id="548" w:name="_Toc178232058"/>
      <w:r w:rsidRPr="00AE0E6D">
        <w:rPr>
          <w:b/>
        </w:rPr>
        <w:t>3.1.7.1</w:t>
      </w:r>
      <w:r w:rsidRPr="00AE0E6D">
        <w:rPr>
          <w:b/>
        </w:rPr>
        <w:tab/>
        <w:t>Timelines for Response by ERCOT on Reliability Resource Outages</w:t>
      </w:r>
      <w:bookmarkEnd w:id="538"/>
      <w:bookmarkEnd w:id="539"/>
      <w:bookmarkEnd w:id="540"/>
      <w:bookmarkEnd w:id="541"/>
      <w:bookmarkEnd w:id="542"/>
      <w:bookmarkEnd w:id="543"/>
      <w:bookmarkEnd w:id="544"/>
      <w:bookmarkEnd w:id="545"/>
      <w:bookmarkEnd w:id="546"/>
      <w:bookmarkEnd w:id="547"/>
      <w:bookmarkEnd w:id="548"/>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9" w:name="_Toc204048504"/>
      <w:bookmarkStart w:id="550" w:name="_Toc400526091"/>
      <w:bookmarkStart w:id="551" w:name="_Toc405534409"/>
      <w:bookmarkStart w:id="552" w:name="_Toc406570422"/>
      <w:bookmarkStart w:id="553" w:name="_Toc410910574"/>
      <w:bookmarkStart w:id="554" w:name="_Toc411841002"/>
      <w:bookmarkStart w:id="555" w:name="_Toc422146964"/>
      <w:bookmarkStart w:id="556" w:name="_Toc433020560"/>
      <w:bookmarkStart w:id="557" w:name="_Toc437262001"/>
      <w:bookmarkStart w:id="558" w:name="_Toc478375172"/>
      <w:bookmarkStart w:id="559" w:name="_Toc178232059"/>
      <w:r w:rsidRPr="00AE0E6D">
        <w:rPr>
          <w:b/>
        </w:rPr>
        <w:t>3.1.7.2</w:t>
      </w:r>
      <w:r w:rsidRPr="00AE0E6D">
        <w:rPr>
          <w:b/>
        </w:rPr>
        <w:tab/>
        <w:t>Changes to an Approved Reliability Resource Outage Plan</w:t>
      </w:r>
      <w:bookmarkEnd w:id="549"/>
      <w:bookmarkEnd w:id="550"/>
      <w:bookmarkEnd w:id="551"/>
      <w:bookmarkEnd w:id="552"/>
      <w:bookmarkEnd w:id="553"/>
      <w:bookmarkEnd w:id="554"/>
      <w:bookmarkEnd w:id="555"/>
      <w:bookmarkEnd w:id="556"/>
      <w:bookmarkEnd w:id="557"/>
      <w:bookmarkEnd w:id="558"/>
      <w:bookmarkEnd w:id="55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0" w:name="_Toc478375173"/>
      <w:bookmarkStart w:id="561" w:name="_Toc178232060"/>
      <w:r w:rsidRPr="003A4D10">
        <w:t>3.1.8</w:t>
      </w:r>
      <w:r w:rsidRPr="003A4D10">
        <w:tab/>
        <w:t>High Impact Transmission Element (HITE) Identification</w:t>
      </w:r>
      <w:bookmarkEnd w:id="560"/>
      <w:bookmarkEnd w:id="561"/>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2" w:name="_Toc204048505"/>
      <w:bookmarkStart w:id="563" w:name="_Toc400526092"/>
      <w:bookmarkStart w:id="564" w:name="_Toc405534410"/>
      <w:bookmarkStart w:id="565" w:name="_Toc406570423"/>
      <w:bookmarkStart w:id="566" w:name="_Toc410910575"/>
      <w:bookmarkStart w:id="567" w:name="_Toc411841003"/>
      <w:bookmarkStart w:id="568" w:name="_Toc422146965"/>
      <w:bookmarkStart w:id="569" w:name="_Toc433020561"/>
      <w:bookmarkStart w:id="570" w:name="_Toc437262002"/>
      <w:bookmarkStart w:id="571" w:name="_Toc478375174"/>
      <w:bookmarkStart w:id="572" w:name="_Toc178232061"/>
      <w:r>
        <w:t xml:space="preserve">3.2 </w:t>
      </w:r>
      <w:r>
        <w:tab/>
        <w:t>Analysis of Resource Adequacy</w:t>
      </w:r>
      <w:bookmarkEnd w:id="562"/>
      <w:bookmarkEnd w:id="563"/>
      <w:bookmarkEnd w:id="564"/>
      <w:bookmarkEnd w:id="565"/>
      <w:bookmarkEnd w:id="566"/>
      <w:bookmarkEnd w:id="567"/>
      <w:bookmarkEnd w:id="568"/>
      <w:bookmarkEnd w:id="569"/>
      <w:bookmarkEnd w:id="570"/>
      <w:bookmarkEnd w:id="571"/>
      <w:bookmarkEnd w:id="572"/>
    </w:p>
    <w:p w14:paraId="26C767C1" w14:textId="77777777" w:rsidR="00CB13B2" w:rsidRDefault="002D238A">
      <w:pPr>
        <w:pStyle w:val="H3"/>
      </w:pPr>
      <w:bookmarkStart w:id="573" w:name="_Toc204048506"/>
      <w:bookmarkStart w:id="574" w:name="_Toc400526093"/>
      <w:bookmarkStart w:id="575" w:name="_Toc405534411"/>
      <w:bookmarkStart w:id="576" w:name="_Toc406570424"/>
      <w:bookmarkStart w:id="577" w:name="_Toc410910576"/>
      <w:bookmarkStart w:id="578" w:name="_Toc411841004"/>
      <w:bookmarkStart w:id="579" w:name="_Toc422146966"/>
      <w:bookmarkStart w:id="580" w:name="_Toc433020562"/>
      <w:bookmarkStart w:id="581" w:name="_Toc437262003"/>
      <w:bookmarkStart w:id="582" w:name="_Toc478375175"/>
      <w:bookmarkStart w:id="583" w:name="_Toc178232062"/>
      <w:r>
        <w:t>3.2.1</w:t>
      </w:r>
      <w:r>
        <w:tab/>
        <w:t>Calculation of Aggregate Resource Capacity</w:t>
      </w:r>
      <w:bookmarkEnd w:id="573"/>
      <w:bookmarkEnd w:id="574"/>
      <w:bookmarkEnd w:id="575"/>
      <w:bookmarkEnd w:id="576"/>
      <w:bookmarkEnd w:id="577"/>
      <w:bookmarkEnd w:id="578"/>
      <w:bookmarkEnd w:id="579"/>
      <w:bookmarkEnd w:id="580"/>
      <w:bookmarkEnd w:id="581"/>
      <w:bookmarkEnd w:id="582"/>
      <w:bookmarkEnd w:id="58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4" w:name="_Hlk43472096"/>
            <w:r w:rsidRPr="00A552C3">
              <w:rPr>
                <w:iCs/>
                <w:color w:val="000000"/>
              </w:rPr>
              <w:t>capacity, ESR capacity,</w:t>
            </w:r>
            <w:bookmarkEnd w:id="584"/>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5" w:name="_Toc204048507"/>
      <w:bookmarkStart w:id="586" w:name="_Toc400526094"/>
      <w:bookmarkStart w:id="587" w:name="_Toc405534412"/>
      <w:bookmarkStart w:id="588" w:name="_Toc406570425"/>
      <w:bookmarkStart w:id="589" w:name="_Toc410910577"/>
      <w:bookmarkStart w:id="590" w:name="_Toc411841005"/>
      <w:bookmarkStart w:id="591" w:name="_Toc422146967"/>
      <w:bookmarkStart w:id="592" w:name="_Toc433020563"/>
      <w:bookmarkStart w:id="593" w:name="_Toc437262004"/>
      <w:bookmarkStart w:id="594" w:name="_Toc478375176"/>
      <w:bookmarkStart w:id="595" w:name="_Toc178232063"/>
      <w:r>
        <w:t>3.2.2</w:t>
      </w:r>
      <w:r>
        <w:tab/>
        <w:t>Demand Forecasts</w:t>
      </w:r>
      <w:bookmarkEnd w:id="585"/>
      <w:bookmarkEnd w:id="586"/>
      <w:bookmarkEnd w:id="587"/>
      <w:bookmarkEnd w:id="588"/>
      <w:bookmarkEnd w:id="589"/>
      <w:bookmarkEnd w:id="590"/>
      <w:bookmarkEnd w:id="591"/>
      <w:bookmarkEnd w:id="592"/>
      <w:bookmarkEnd w:id="593"/>
      <w:bookmarkEnd w:id="594"/>
      <w:bookmarkEnd w:id="59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6" w:name="_Toc204048508"/>
      <w:bookmarkStart w:id="597" w:name="_Toc400526095"/>
      <w:bookmarkStart w:id="598" w:name="_Toc405534413"/>
      <w:bookmarkStart w:id="599" w:name="_Toc406570426"/>
      <w:bookmarkStart w:id="600" w:name="_Toc410910578"/>
      <w:bookmarkStart w:id="601" w:name="_Toc411841006"/>
      <w:bookmarkStart w:id="602" w:name="_Toc422146968"/>
      <w:bookmarkStart w:id="603" w:name="_Toc433020564"/>
      <w:bookmarkStart w:id="604" w:name="_Toc437262005"/>
      <w:bookmarkStart w:id="605" w:name="_Toc478375177"/>
      <w:bookmarkStart w:id="606" w:name="_Toc91055053"/>
      <w:bookmarkStart w:id="607" w:name="_Toc178232064"/>
      <w:r>
        <w:t>3.2.3</w:t>
      </w:r>
      <w:r>
        <w:tab/>
      </w:r>
      <w:r w:rsidR="002D28EA">
        <w:t xml:space="preserve">Short-Term </w:t>
      </w:r>
      <w:r>
        <w:t>System Adequacy Reports</w:t>
      </w:r>
      <w:bookmarkEnd w:id="596"/>
      <w:bookmarkEnd w:id="597"/>
      <w:bookmarkEnd w:id="598"/>
      <w:bookmarkEnd w:id="599"/>
      <w:bookmarkEnd w:id="600"/>
      <w:bookmarkEnd w:id="601"/>
      <w:bookmarkEnd w:id="602"/>
      <w:bookmarkEnd w:id="603"/>
      <w:bookmarkEnd w:id="604"/>
      <w:bookmarkEnd w:id="605"/>
      <w:bookmarkEnd w:id="606"/>
      <w:bookmarkEnd w:id="607"/>
    </w:p>
    <w:p w14:paraId="0188DFDF" w14:textId="476374A3" w:rsidR="00933223" w:rsidRDefault="00933223" w:rsidP="00933223">
      <w:pPr>
        <w:pStyle w:val="BodyTextNumbered"/>
        <w:rPr>
          <w:color w:val="000000"/>
          <w:szCs w:val="24"/>
        </w:rPr>
      </w:pPr>
      <w:bookmarkStart w:id="60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9" w:name="_Toc400526096"/>
      <w:bookmarkStart w:id="610" w:name="_Toc405534414"/>
      <w:bookmarkStart w:id="611" w:name="_Toc406570427"/>
      <w:bookmarkStart w:id="612" w:name="_Toc410910579"/>
      <w:bookmarkStart w:id="613" w:name="_Toc411841007"/>
      <w:bookmarkStart w:id="614" w:name="_Toc422146969"/>
      <w:bookmarkStart w:id="615" w:name="_Toc433020565"/>
      <w:bookmarkStart w:id="616" w:name="_Toc437262006"/>
      <w:bookmarkStart w:id="61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8" w:name="_Toc10017703"/>
            <w:bookmarkStart w:id="619" w:name="_Toc33773534"/>
            <w:bookmarkStart w:id="620" w:name="_Toc38964926"/>
            <w:bookmarkStart w:id="621" w:name="_Toc44313206"/>
            <w:bookmarkStart w:id="622" w:name="_Toc46954735"/>
            <w:bookmarkStart w:id="623" w:name="_Toc49589372"/>
            <w:bookmarkStart w:id="624" w:name="_Toc56671717"/>
            <w:bookmarkStart w:id="625" w:name="_Toc60037258"/>
            <w:bookmarkStart w:id="626" w:name="_Toc65141345"/>
            <w:bookmarkStart w:id="627" w:name="_Toc68163678"/>
            <w:bookmarkStart w:id="628" w:name="_Toc75942402"/>
            <w:bookmarkStart w:id="629" w:name="_Toc94099748"/>
            <w:bookmarkStart w:id="630" w:name="_Toc94100202"/>
            <w:bookmarkStart w:id="631" w:name="_Toc109631721"/>
            <w:bookmarkStart w:id="632" w:name="_Toc110057597"/>
            <w:bookmarkStart w:id="633" w:name="_Toc111272599"/>
            <w:bookmarkStart w:id="634" w:name="_Toc112226051"/>
            <w:bookmarkStart w:id="635" w:name="_Toc121253203"/>
            <w:bookmarkStart w:id="636" w:name="_Toc125014602"/>
            <w:bookmarkStart w:id="637" w:name="_Toc135988923"/>
            <w:bookmarkStart w:id="638" w:name="_Toc160026563"/>
            <w:bookmarkStart w:id="639" w:name="_Toc176255193"/>
            <w:bookmarkStart w:id="640" w:name="_Toc178232065"/>
            <w:r w:rsidRPr="005274A2">
              <w:rPr>
                <w:b/>
                <w:bCs/>
                <w:i/>
              </w:rPr>
              <w:t>3.2.3</w:t>
            </w:r>
            <w:r w:rsidRPr="005274A2">
              <w:rPr>
                <w:b/>
                <w:bCs/>
                <w:i/>
              </w:rPr>
              <w:tab/>
              <w:t>Short-Term System Adequacy Reports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1" w:name="_Toc33773535"/>
            <w:bookmarkStart w:id="642" w:name="_Toc38964927"/>
            <w:bookmarkStart w:id="643"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1"/>
            <w:bookmarkEnd w:id="642"/>
            <w:bookmarkEnd w:id="643"/>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4" w:name="_Toc33773536"/>
            <w:bookmarkStart w:id="645" w:name="_Toc38964928"/>
            <w:bookmarkStart w:id="646"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4"/>
            <w:bookmarkEnd w:id="645"/>
            <w:bookmarkEnd w:id="646"/>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7" w:name="_Toc33773537"/>
            <w:bookmarkStart w:id="648" w:name="_Toc38964929"/>
            <w:bookmarkStart w:id="649"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7"/>
            <w:bookmarkEnd w:id="648"/>
            <w:bookmarkEnd w:id="649"/>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0" w:name="_Toc33773538"/>
            <w:bookmarkStart w:id="651" w:name="_Toc38964930"/>
            <w:bookmarkStart w:id="652"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0"/>
            <w:bookmarkEnd w:id="651"/>
            <w:bookmarkEnd w:id="652"/>
            <w:r w:rsidR="00D11299" w:rsidRPr="0065776D">
              <w:t xml:space="preserve">  </w:t>
            </w:r>
          </w:p>
        </w:tc>
      </w:tr>
    </w:tbl>
    <w:p w14:paraId="32367F3D" w14:textId="31F16E83" w:rsidR="00CB13B2" w:rsidRDefault="002D238A" w:rsidP="001739A1">
      <w:pPr>
        <w:pStyle w:val="H3"/>
        <w:spacing w:before="480"/>
        <w:rPr>
          <w:color w:val="000000"/>
          <w:szCs w:val="24"/>
        </w:rPr>
      </w:pPr>
      <w:bookmarkStart w:id="653" w:name="_Toc17823206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8"/>
      <w:bookmarkEnd w:id="609"/>
      <w:bookmarkEnd w:id="610"/>
      <w:bookmarkEnd w:id="611"/>
      <w:bookmarkEnd w:id="612"/>
      <w:bookmarkEnd w:id="613"/>
      <w:bookmarkEnd w:id="614"/>
      <w:bookmarkEnd w:id="615"/>
      <w:bookmarkEnd w:id="616"/>
      <w:bookmarkEnd w:id="617"/>
      <w:bookmarkEnd w:id="653"/>
    </w:p>
    <w:p w14:paraId="1CEC49F6" w14:textId="77777777" w:rsidR="00CB13B2" w:rsidRDefault="002D238A" w:rsidP="00797863">
      <w:pPr>
        <w:pStyle w:val="H3"/>
      </w:pPr>
      <w:bookmarkStart w:id="654" w:name="_Toc400526097"/>
      <w:bookmarkStart w:id="655" w:name="_Toc405534415"/>
      <w:bookmarkStart w:id="656" w:name="_Toc406570428"/>
      <w:bookmarkStart w:id="657" w:name="_Toc410910580"/>
      <w:bookmarkStart w:id="658" w:name="_Toc411841008"/>
      <w:bookmarkStart w:id="659" w:name="_Toc422146970"/>
      <w:bookmarkStart w:id="660" w:name="_Toc433020566"/>
      <w:bookmarkStart w:id="661" w:name="_Toc437262007"/>
      <w:bookmarkStart w:id="662" w:name="_Toc478375179"/>
      <w:bookmarkStart w:id="663" w:name="_Toc178232067"/>
      <w:r>
        <w:t>3.2.5</w:t>
      </w:r>
      <w:r>
        <w:tab/>
        <w:t>Publication of Resource and Load Information</w:t>
      </w:r>
      <w:bookmarkEnd w:id="654"/>
      <w:bookmarkEnd w:id="655"/>
      <w:bookmarkEnd w:id="656"/>
      <w:bookmarkEnd w:id="657"/>
      <w:bookmarkEnd w:id="658"/>
      <w:bookmarkEnd w:id="659"/>
      <w:bookmarkEnd w:id="660"/>
      <w:bookmarkEnd w:id="661"/>
      <w:bookmarkEnd w:id="662"/>
      <w:bookmarkEnd w:id="663"/>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4"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4"/>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5" w:name="_Toc316459836"/>
            <w:bookmarkStart w:id="666" w:name="_Toc478375180"/>
            <w:bookmarkStart w:id="667" w:name="_Toc289696698"/>
            <w:bookmarkStart w:id="668" w:name="_Toc400526098"/>
            <w:bookmarkStart w:id="669" w:name="_Toc405534416"/>
            <w:bookmarkStart w:id="670" w:name="_Toc406570429"/>
            <w:bookmarkStart w:id="671" w:name="_Toc410910581"/>
            <w:bookmarkStart w:id="672" w:name="_Toc411841009"/>
            <w:bookmarkStart w:id="673" w:name="_Toc422146971"/>
            <w:bookmarkStart w:id="674" w:name="_Toc433020567"/>
            <w:bookmarkStart w:id="67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6" w:name="_Toc178232068"/>
      <w:r w:rsidRPr="00FB2863">
        <w:rPr>
          <w:b/>
          <w:bCs/>
        </w:rPr>
        <w:t>3.2.5.1</w:t>
      </w:r>
      <w:r w:rsidRPr="00FB2863">
        <w:rPr>
          <w:b/>
          <w:bCs/>
        </w:rPr>
        <w:tab/>
        <w:t>Unregistered Distributed Generation Reporting Requirements for Non Opt-In Entities</w:t>
      </w:r>
      <w:bookmarkEnd w:id="665"/>
      <w:bookmarkEnd w:id="666"/>
      <w:bookmarkEnd w:id="6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7" w:name="_Toc316459837"/>
      <w:bookmarkStart w:id="67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9" w:name="_Toc178232069"/>
      <w:r w:rsidRPr="00FB2863">
        <w:rPr>
          <w:b/>
          <w:bCs/>
        </w:rPr>
        <w:t>3.2.5.2</w:t>
      </w:r>
      <w:r w:rsidRPr="00FB2863">
        <w:rPr>
          <w:b/>
          <w:bCs/>
        </w:rPr>
        <w:tab/>
        <w:t>Unregistered Distributed Generation Reporting Requirements for Competitive Areas</w:t>
      </w:r>
      <w:bookmarkEnd w:id="677"/>
      <w:bookmarkEnd w:id="678"/>
      <w:bookmarkEnd w:id="6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0" w:name="_Toc316459838"/>
      <w:bookmarkStart w:id="681" w:name="_Toc478375182"/>
      <w:bookmarkStart w:id="682" w:name="_Toc178232070"/>
      <w:r w:rsidRPr="00FB2863">
        <w:rPr>
          <w:b/>
          <w:bCs/>
        </w:rPr>
        <w:t>3.2.5.3</w:t>
      </w:r>
      <w:r w:rsidRPr="00FB2863">
        <w:rPr>
          <w:b/>
          <w:bCs/>
        </w:rPr>
        <w:tab/>
        <w:t>Unregistered Distributed Generation Reporting Requirements for ERCOT</w:t>
      </w:r>
      <w:bookmarkEnd w:id="680"/>
      <w:bookmarkEnd w:id="681"/>
      <w:bookmarkEnd w:id="68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3" w:name="_Toc135988929"/>
      <w:bookmarkStart w:id="684" w:name="_Toc178232071"/>
      <w:bookmarkStart w:id="685" w:name="_Toc478375183"/>
      <w:r>
        <w:lastRenderedPageBreak/>
        <w:t>3.2.6</w:t>
      </w:r>
      <w:r w:rsidRPr="006A0091">
        <w:tab/>
      </w:r>
      <w:r w:rsidRPr="00D91111">
        <w:t xml:space="preserve">Report </w:t>
      </w:r>
      <w:r w:rsidRPr="004243A9">
        <w:t>on Capacity, Demand and Reserves in the ERCOT Region</w:t>
      </w:r>
      <w:bookmarkEnd w:id="683"/>
      <w:bookmarkEnd w:id="684"/>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6" w:name="_Toc178232072"/>
      <w:r w:rsidRPr="001E6E73">
        <w:rPr>
          <w:b/>
          <w:bCs/>
        </w:rPr>
        <w:t>3.2.6</w:t>
      </w:r>
      <w:r w:rsidR="001E6E73" w:rsidRPr="001E6E73">
        <w:rPr>
          <w:b/>
          <w:bCs/>
        </w:rPr>
        <w:t>.1</w:t>
      </w:r>
      <w:r w:rsidRPr="001E6E73">
        <w:rPr>
          <w:b/>
          <w:bCs/>
        </w:rPr>
        <w:tab/>
        <w:t>Planning Reserve Margin</w:t>
      </w:r>
      <w:bookmarkEnd w:id="667"/>
      <w:bookmarkEnd w:id="668"/>
      <w:bookmarkEnd w:id="669"/>
      <w:bookmarkEnd w:id="670"/>
      <w:bookmarkEnd w:id="671"/>
      <w:bookmarkEnd w:id="672"/>
      <w:bookmarkEnd w:id="673"/>
      <w:bookmarkEnd w:id="674"/>
      <w:bookmarkEnd w:id="675"/>
      <w:bookmarkEnd w:id="685"/>
      <w:r w:rsidR="001E6E73">
        <w:rPr>
          <w:b/>
          <w:bCs/>
        </w:rPr>
        <w:t>s</w:t>
      </w:r>
      <w:bookmarkEnd w:id="68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8" w:name="_Toc289696699"/>
            <w:r w:rsidRPr="006A0091">
              <w:rPr>
                <w:i/>
              </w:rPr>
              <w:t>i</w:t>
            </w:r>
            <w:bookmarkEnd w:id="6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9" w:name="_Toc289696700"/>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0" w:name="_Toc289696701"/>
            <w:r>
              <w:t>Y</w:t>
            </w:r>
            <w:r w:rsidRPr="006A0091">
              <w:t>ear</w:t>
            </w:r>
            <w:bookmarkEnd w:id="69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1" w:name="_Toc289696702"/>
            <w:r w:rsidRPr="006A0091">
              <w:rPr>
                <w:i/>
              </w:rPr>
              <w:t>s</w:t>
            </w:r>
            <w:bookmarkEnd w:id="69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2" w:name="_Toc289696703"/>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2C443881" w14:textId="0F5C7FE8" w:rsidR="001A78C0" w:rsidRPr="006A0091" w:rsidRDefault="001A78C0" w:rsidP="001A78C0">
            <w:pPr>
              <w:pStyle w:val="TableBody"/>
            </w:pPr>
            <w:bookmarkStart w:id="693" w:name="_Toc289696704"/>
            <w:r w:rsidRPr="006A0091">
              <w:t>Season</w:t>
            </w:r>
            <w:bookmarkEnd w:id="693"/>
            <w:r>
              <w:t>.</w:t>
            </w:r>
            <w:r w:rsidR="00800FBF">
              <w:t xml:space="preserve"> </w:t>
            </w:r>
            <w:r w:rsidR="00FA3132">
              <w:t xml:space="preserve"> </w:t>
            </w:r>
            <w:r w:rsidR="00D54EFC" w:rsidRPr="00A06D01">
              <w:t>Summer Peak Load Season, Winter Peak Load Season</w:t>
            </w:r>
            <w:r w:rsidR="00D54EFC">
              <w:t>.</w:t>
            </w:r>
          </w:p>
        </w:tc>
      </w:tr>
      <w:tr w:rsidR="00D54EFC" w:rsidRPr="006A0091" w14:paraId="4787A0BB" w14:textId="77777777" w:rsidTr="00D54EFC">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14:paraId="2523A0C4" w14:textId="77777777" w:rsidTr="000666D2">
              <w:trPr>
                <w:trHeight w:val="206"/>
              </w:trPr>
              <w:tc>
                <w:tcPr>
                  <w:tcW w:w="9576" w:type="dxa"/>
                  <w:shd w:val="pct12" w:color="auto" w:fill="auto"/>
                </w:tcPr>
                <w:p w14:paraId="4CD6007E" w14:textId="77777777" w:rsidR="00D54EFC" w:rsidRDefault="00D54EFC" w:rsidP="00D54EFC">
                  <w:pPr>
                    <w:pStyle w:val="Instructions"/>
                    <w:spacing w:before="120"/>
                  </w:pPr>
                  <w: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03648D" w14:paraId="6CDEA473" w14:textId="77777777" w:rsidTr="000666D2">
                    <w:trPr>
                      <w:cantSplit/>
                    </w:trPr>
                    <w:tc>
                      <w:tcPr>
                        <w:tcW w:w="774" w:type="pct"/>
                        <w:tcBorders>
                          <w:bottom w:val="single" w:sz="4" w:space="0" w:color="auto"/>
                        </w:tcBorders>
                      </w:tcPr>
                      <w:p w14:paraId="48DDC401" w14:textId="77777777" w:rsidR="00D54EFC" w:rsidRPr="0003648D" w:rsidRDefault="00D54EFC" w:rsidP="00D54EFC">
                        <w:pPr>
                          <w:pStyle w:val="tablebody0"/>
                        </w:pPr>
                        <w:r w:rsidRPr="006A0091">
                          <w:rPr>
                            <w:i/>
                          </w:rPr>
                          <w:t>s</w:t>
                        </w:r>
                      </w:p>
                    </w:tc>
                    <w:tc>
                      <w:tcPr>
                        <w:tcW w:w="507" w:type="pct"/>
                        <w:tcBorders>
                          <w:bottom w:val="single" w:sz="4" w:space="0" w:color="auto"/>
                        </w:tcBorders>
                      </w:tcPr>
                      <w:p w14:paraId="7EB53938" w14:textId="77777777" w:rsidR="00D54EFC" w:rsidRPr="0003648D" w:rsidRDefault="00D54EFC" w:rsidP="00D54EFC">
                        <w:pPr>
                          <w:pStyle w:val="tablebody0"/>
                        </w:pPr>
                        <w:r w:rsidRPr="00545FF6">
                          <w:t>None</w:t>
                        </w:r>
                      </w:p>
                    </w:tc>
                    <w:tc>
                      <w:tcPr>
                        <w:tcW w:w="3720" w:type="pct"/>
                        <w:tcBorders>
                          <w:bottom w:val="single" w:sz="4" w:space="0" w:color="auto"/>
                        </w:tcBorders>
                      </w:tcPr>
                      <w:p w14:paraId="096117E7" w14:textId="6ACA8A53" w:rsidR="00D54EFC" w:rsidRPr="0003648D" w:rsidRDefault="00D54EFC" w:rsidP="00D54EFC">
                        <w:pPr>
                          <w:pStyle w:val="tablebody0"/>
                          <w:rPr>
                            <w:i/>
                          </w:rPr>
                        </w:pPr>
                        <w:r w:rsidRPr="00A97032">
                          <w:t xml:space="preserve">Season. </w:t>
                        </w:r>
                        <w:r w:rsidR="00FA3132">
                          <w:t xml:space="preserve"> </w:t>
                        </w:r>
                        <w:r w:rsidRPr="00A97032">
                          <w:t xml:space="preserve">Summer Peak Load Season, Winter Peak Load Season, Spring (March, April, May), and Fall (October and November), for year </w:t>
                        </w:r>
                        <w:r w:rsidRPr="00A97032">
                          <w:rPr>
                            <w:i/>
                          </w:rPr>
                          <w:t>i</w:t>
                        </w:r>
                        <w:r w:rsidRPr="00A97032">
                          <w:t>.</w:t>
                        </w:r>
                      </w:p>
                    </w:tc>
                  </w:tr>
                </w:tbl>
                <w:p w14:paraId="3457BE13" w14:textId="77777777" w:rsidR="00D54EFC" w:rsidRPr="00AF45BD" w:rsidRDefault="00D54EFC" w:rsidP="00D54EFC">
                  <w:pPr>
                    <w:pStyle w:val="tablebody0"/>
                    <w:rPr>
                      <w:i/>
                    </w:rPr>
                  </w:pPr>
                </w:p>
              </w:tc>
            </w:tr>
          </w:tbl>
          <w:p w14:paraId="27DF95EE" w14:textId="77777777" w:rsidR="00D54EFC" w:rsidRPr="006A0091" w:rsidDel="00D54EFC" w:rsidRDefault="00D54EFC" w:rsidP="001A78C0">
            <w:pPr>
              <w:pStyle w:val="TableBody"/>
            </w:pPr>
          </w:p>
        </w:tc>
      </w:tr>
    </w:tbl>
    <w:p w14:paraId="4328D0F6" w14:textId="6EDFFD0B" w:rsidR="00D54EFC" w:rsidRPr="00517CD7" w:rsidRDefault="00D54EFC" w:rsidP="00D54EFC">
      <w:pPr>
        <w:pStyle w:val="H4"/>
        <w:rPr>
          <w:b/>
          <w:bCs/>
        </w:rPr>
      </w:pPr>
      <w:bookmarkStart w:id="694" w:name="_Toc178232073"/>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End w:id="687"/>
      <w:r w:rsidRPr="00774B81">
        <w:rPr>
          <w:b/>
          <w:bCs/>
        </w:rPr>
        <w:lastRenderedPageBreak/>
        <w:t>3.2.6</w:t>
      </w:r>
      <w:r>
        <w:rPr>
          <w:b/>
          <w:bCs/>
        </w:rPr>
        <w:t>.2</w:t>
      </w:r>
      <w:r>
        <w:rPr>
          <w:b/>
          <w:bCs/>
        </w:rPr>
        <w:tab/>
      </w:r>
      <w:r w:rsidRPr="00517CD7">
        <w:rPr>
          <w:b/>
          <w:bCs/>
        </w:rPr>
        <w:t>Effective Load Carrying Capability (ELCC) Studies</w:t>
      </w:r>
      <w:bookmarkEnd w:id="69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6" w:name="_Toc178232074"/>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End w:id="695"/>
      <w:bookmarkEnd w:id="696"/>
      <w:bookmarkEnd w:id="697"/>
      <w:bookmarkEnd w:id="698"/>
      <w:bookmarkEnd w:id="699"/>
      <w:bookmarkEnd w:id="700"/>
      <w:bookmarkEnd w:id="701"/>
      <w:bookmarkEnd w:id="702"/>
      <w:bookmarkEnd w:id="703"/>
      <w:bookmarkEnd w:id="704"/>
      <w:bookmarkEnd w:id="705"/>
      <w:r w:rsidRPr="00D54EFC">
        <w:rPr>
          <w:b/>
          <w:bCs/>
        </w:rPr>
        <w:t>3.2.6.3</w:t>
      </w:r>
      <w:r w:rsidRPr="00D54EFC">
        <w:rPr>
          <w:b/>
          <w:bCs/>
        </w:rPr>
        <w:tab/>
        <w:t>Firm Peak Load and Firm Peak Net Load Estimates</w:t>
      </w:r>
      <w:bookmarkEnd w:id="70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29EB03C5"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 xml:space="preserve">s, i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r w:rsidRPr="00D54EFC">
        <w:rPr>
          <w:b/>
          <w:bCs/>
          <w:i/>
          <w:szCs w:val="24"/>
        </w:rPr>
        <w:t xml:space="preserve"> </w:t>
      </w:r>
      <w:r w:rsidRPr="00D54EFC">
        <w:rPr>
          <w:b/>
          <w:bCs/>
          <w:szCs w:val="24"/>
        </w:rPr>
        <w:t>LRNSRS</w:t>
      </w:r>
      <w:r w:rsidRPr="00D54EFC">
        <w:rPr>
          <w:b/>
          <w:bCs/>
          <w:szCs w:val="24"/>
        </w:rPr>
        <w:softHyphen/>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lastRenderedPageBreak/>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bl>
          <w:p w14:paraId="5617DE74" w14:textId="77777777" w:rsidR="00D54EFC" w:rsidRPr="00D54EFC" w:rsidRDefault="00D54EFC" w:rsidP="00D54EFC">
            <w:pPr>
              <w:spacing w:after="60"/>
              <w:rPr>
                <w:iCs/>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54EFC" w:rsidRPr="00D54EFC" w14:paraId="1C747C77" w14:textId="77777777" w:rsidTr="000666D2">
              <w:tc>
                <w:tcPr>
                  <w:tcW w:w="9445" w:type="dxa"/>
                  <w:tcBorders>
                    <w:top w:val="single" w:sz="4" w:space="0" w:color="auto"/>
                    <w:left w:val="single" w:sz="4" w:space="0" w:color="auto"/>
                    <w:bottom w:val="single" w:sz="4" w:space="0" w:color="auto"/>
                    <w:right w:val="single" w:sz="4" w:space="0" w:color="auto"/>
                  </w:tcBorders>
                  <w:shd w:val="clear" w:color="auto" w:fill="D9D9D9"/>
                </w:tcPr>
                <w:p w14:paraId="6CBDE61A" w14:textId="77777777" w:rsidR="00D54EFC" w:rsidRPr="00D54EFC" w:rsidRDefault="00D54EFC" w:rsidP="00D54EFC">
                  <w:pPr>
                    <w:spacing w:before="120" w:after="240"/>
                    <w:rPr>
                      <w:b/>
                      <w:i/>
                      <w:szCs w:val="24"/>
                    </w:rPr>
                  </w:pPr>
                  <w:r w:rsidRPr="00D54EFC">
                    <w:rPr>
                      <w:b/>
                      <w:i/>
                      <w:szCs w:val="24"/>
                    </w:rPr>
                    <w:t>[NPRR1219:  Replace the table above with the following no sooner than January 1, 2025:]</w:t>
                  </w:r>
                </w:p>
                <w:tbl>
                  <w:tblPr>
                    <w:tblStyle w:val="TableGrid1"/>
                    <w:tblW w:w="0" w:type="auto"/>
                    <w:tblInd w:w="959" w:type="dxa"/>
                    <w:tblLook w:val="04A0" w:firstRow="1" w:lastRow="0" w:firstColumn="1" w:lastColumn="0" w:noHBand="0" w:noVBand="1"/>
                  </w:tblPr>
                  <w:tblGrid>
                    <w:gridCol w:w="900"/>
                    <w:gridCol w:w="2906"/>
                  </w:tblGrid>
                  <w:tr w:rsidR="00D54EFC" w:rsidRPr="00D54EFC" w14:paraId="3E874388" w14:textId="77777777" w:rsidTr="000666D2">
                    <w:tc>
                      <w:tcPr>
                        <w:tcW w:w="900" w:type="dxa"/>
                      </w:tcPr>
                      <w:p w14:paraId="4C315321"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1B4EF12E"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422957A9" w14:textId="77777777" w:rsidTr="000666D2">
                    <w:tc>
                      <w:tcPr>
                        <w:tcW w:w="900" w:type="dxa"/>
                      </w:tcPr>
                      <w:p w14:paraId="66369FBB"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589AB547"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F00A87D" w14:textId="77777777" w:rsidTr="000666D2">
                    <w:tc>
                      <w:tcPr>
                        <w:tcW w:w="900" w:type="dxa"/>
                      </w:tcPr>
                      <w:p w14:paraId="4714B354" w14:textId="77777777" w:rsidR="00D54EFC" w:rsidRPr="00D54EFC" w:rsidRDefault="00D54EFC" w:rsidP="00D54EFC">
                        <w:pPr>
                          <w:spacing w:after="60"/>
                          <w:jc w:val="center"/>
                          <w:rPr>
                            <w:iCs/>
                            <w:sz w:val="20"/>
                            <w:szCs w:val="24"/>
                          </w:rPr>
                        </w:pPr>
                        <w:r w:rsidRPr="00D54EFC">
                          <w:rPr>
                            <w:iCs/>
                            <w:sz w:val="20"/>
                            <w:szCs w:val="24"/>
                          </w:rPr>
                          <w:t>Spring</w:t>
                        </w:r>
                      </w:p>
                    </w:tc>
                    <w:tc>
                      <w:tcPr>
                        <w:tcW w:w="2906" w:type="dxa"/>
                      </w:tcPr>
                      <w:p w14:paraId="00307B8E" w14:textId="77777777" w:rsidR="00D54EFC" w:rsidRPr="00D54EFC" w:rsidRDefault="00D54EFC" w:rsidP="00D54EFC">
                        <w:pPr>
                          <w:spacing w:after="60"/>
                          <w:rPr>
                            <w:iCs/>
                            <w:sz w:val="20"/>
                            <w:szCs w:val="24"/>
                          </w:rPr>
                        </w:pPr>
                        <w:r w:rsidRPr="00D54EFC">
                          <w:rPr>
                            <w:iCs/>
                            <w:sz w:val="20"/>
                            <w:szCs w:val="24"/>
                          </w:rPr>
                          <w:t>April 1 through May 31</w:t>
                        </w:r>
                      </w:p>
                    </w:tc>
                  </w:tr>
                  <w:tr w:rsidR="00D54EFC" w:rsidRPr="00D54EFC" w14:paraId="5E2260D3" w14:textId="77777777" w:rsidTr="000666D2">
                    <w:tc>
                      <w:tcPr>
                        <w:tcW w:w="900" w:type="dxa"/>
                      </w:tcPr>
                      <w:p w14:paraId="374C9C34"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1111421F" w14:textId="77777777" w:rsidR="00D54EFC" w:rsidRPr="00D54EFC" w:rsidRDefault="00D54EFC" w:rsidP="00D54EFC">
                        <w:pPr>
                          <w:spacing w:after="60"/>
                          <w:rPr>
                            <w:iCs/>
                            <w:sz w:val="20"/>
                            <w:szCs w:val="24"/>
                          </w:rPr>
                        </w:pPr>
                        <w:r w:rsidRPr="00D54EFC">
                          <w:rPr>
                            <w:iCs/>
                            <w:sz w:val="20"/>
                            <w:szCs w:val="24"/>
                          </w:rPr>
                          <w:t>June 1 through September 30</w:t>
                        </w:r>
                      </w:p>
                    </w:tc>
                  </w:tr>
                  <w:tr w:rsidR="00D54EFC" w:rsidRPr="00D54EFC" w14:paraId="774E6769" w14:textId="77777777" w:rsidTr="000666D2">
                    <w:tc>
                      <w:tcPr>
                        <w:tcW w:w="900" w:type="dxa"/>
                      </w:tcPr>
                      <w:p w14:paraId="67E95604" w14:textId="77777777" w:rsidR="00D54EFC" w:rsidRPr="00D54EFC" w:rsidRDefault="00D54EFC" w:rsidP="00D54EFC">
                        <w:pPr>
                          <w:spacing w:after="60"/>
                          <w:jc w:val="center"/>
                          <w:rPr>
                            <w:iCs/>
                            <w:sz w:val="20"/>
                            <w:szCs w:val="24"/>
                          </w:rPr>
                        </w:pPr>
                        <w:r w:rsidRPr="00D54EFC">
                          <w:rPr>
                            <w:iCs/>
                            <w:sz w:val="20"/>
                            <w:szCs w:val="24"/>
                          </w:rPr>
                          <w:t>Fall</w:t>
                        </w:r>
                      </w:p>
                    </w:tc>
                    <w:tc>
                      <w:tcPr>
                        <w:tcW w:w="2906" w:type="dxa"/>
                      </w:tcPr>
                      <w:p w14:paraId="7D95CFB6" w14:textId="77777777" w:rsidR="00D54EFC" w:rsidRPr="00D54EFC" w:rsidRDefault="00D54EFC" w:rsidP="00D54EFC">
                        <w:pPr>
                          <w:spacing w:after="60"/>
                          <w:rPr>
                            <w:iCs/>
                            <w:sz w:val="20"/>
                            <w:szCs w:val="24"/>
                          </w:rPr>
                        </w:pPr>
                        <w:r w:rsidRPr="00D54EFC">
                          <w:rPr>
                            <w:iCs/>
                            <w:sz w:val="20"/>
                            <w:szCs w:val="24"/>
                          </w:rPr>
                          <w:t>October 1 through November 30</w:t>
                        </w:r>
                      </w:p>
                    </w:tc>
                  </w:tr>
                </w:tbl>
                <w:p w14:paraId="15E20F5F" w14:textId="77777777" w:rsidR="00D54EFC" w:rsidRPr="00D54EFC" w:rsidRDefault="00D54EFC" w:rsidP="00D54EFC">
                  <w:pPr>
                    <w:spacing w:after="240"/>
                    <w:ind w:left="720" w:hanging="720"/>
                    <w:rPr>
                      <w:iCs/>
                      <w:szCs w:val="24"/>
                    </w:rPr>
                  </w:pPr>
                </w:p>
              </w:tc>
            </w:tr>
          </w:tbl>
          <w:p w14:paraId="3BD7A99D" w14:textId="77777777" w:rsidR="00D54EFC" w:rsidRPr="00D54EFC" w:rsidRDefault="00D54EFC" w:rsidP="00D54EFC">
            <w:pPr>
              <w:spacing w:after="60"/>
              <w:rPr>
                <w:iCs/>
                <w:sz w:val="20"/>
                <w:szCs w:val="24"/>
              </w:rPr>
            </w:pPr>
            <w:r w:rsidRPr="00D54EFC">
              <w:rPr>
                <w:iCs/>
                <w:sz w:val="20"/>
                <w:szCs w:val="24"/>
              </w:rPr>
              <w:b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Cs/>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50C911B6" w:rsidR="00D54EFC" w:rsidRPr="00D54EFC" w:rsidRDefault="00D54EFC" w:rsidP="00D54EFC">
            <w:pPr>
              <w:spacing w:after="60"/>
              <w:rPr>
                <w:iCs/>
                <w:sz w:val="20"/>
              </w:rPr>
            </w:pPr>
            <w:r w:rsidRPr="00D54EFC">
              <w:rPr>
                <w:iCs/>
                <w:sz w:val="20"/>
              </w:rPr>
              <w:t xml:space="preserve">Season. </w:t>
            </w:r>
            <w:r w:rsidR="00C3381F">
              <w:rPr>
                <w:iCs/>
                <w:sz w:val="20"/>
              </w:rPr>
              <w:t xml:space="preserve"> </w:t>
            </w:r>
            <w:r w:rsidRPr="00D54EFC">
              <w:rPr>
                <w:iCs/>
                <w:sz w:val="20"/>
              </w:rPr>
              <w:t>Summer Peak Load Season, Winter Peak Load Season.</w:t>
            </w:r>
          </w:p>
        </w:tc>
      </w:tr>
      <w:tr w:rsidR="00D54EFC" w:rsidRPr="00D54EFC" w14:paraId="77CB72FA" w14:textId="77777777" w:rsidTr="000666D2">
        <w:trPr>
          <w:tblHeader/>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4AC96E" w14:textId="77777777" w:rsidTr="000666D2">
              <w:trPr>
                <w:trHeight w:val="206"/>
              </w:trPr>
              <w:tc>
                <w:tcPr>
                  <w:tcW w:w="9576" w:type="dxa"/>
                  <w:shd w:val="pct12" w:color="auto" w:fill="auto"/>
                </w:tcPr>
                <w:p w14:paraId="76F36290" w14:textId="77777777" w:rsidR="00D54EFC" w:rsidRPr="00D54EFC" w:rsidRDefault="00D54EFC" w:rsidP="00D54EFC">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D54EFC" w14:paraId="2E85E1E1" w14:textId="77777777" w:rsidTr="000666D2">
                    <w:trPr>
                      <w:cantSplit/>
                    </w:trPr>
                    <w:tc>
                      <w:tcPr>
                        <w:tcW w:w="774" w:type="pct"/>
                        <w:tcBorders>
                          <w:bottom w:val="single" w:sz="4" w:space="0" w:color="auto"/>
                        </w:tcBorders>
                      </w:tcPr>
                      <w:p w14:paraId="721914A9" w14:textId="77777777" w:rsidR="00D54EFC" w:rsidRPr="00D54EFC" w:rsidRDefault="00D54EFC" w:rsidP="00D54EFC">
                        <w:pPr>
                          <w:spacing w:after="60"/>
                          <w:rPr>
                            <w:sz w:val="20"/>
                          </w:rPr>
                        </w:pPr>
                        <w:r w:rsidRPr="00D54EFC">
                          <w:rPr>
                            <w:i/>
                            <w:sz w:val="20"/>
                          </w:rPr>
                          <w:t>s</w:t>
                        </w:r>
                      </w:p>
                    </w:tc>
                    <w:tc>
                      <w:tcPr>
                        <w:tcW w:w="507" w:type="pct"/>
                        <w:tcBorders>
                          <w:bottom w:val="single" w:sz="4" w:space="0" w:color="auto"/>
                        </w:tcBorders>
                      </w:tcPr>
                      <w:p w14:paraId="473A9C64" w14:textId="77777777" w:rsidR="00D54EFC" w:rsidRPr="00D54EFC" w:rsidRDefault="00D54EFC" w:rsidP="00D54EFC">
                        <w:pPr>
                          <w:spacing w:after="60"/>
                          <w:rPr>
                            <w:sz w:val="20"/>
                          </w:rPr>
                        </w:pPr>
                        <w:r w:rsidRPr="00D54EFC">
                          <w:rPr>
                            <w:sz w:val="20"/>
                          </w:rPr>
                          <w:t>None</w:t>
                        </w:r>
                      </w:p>
                    </w:tc>
                    <w:tc>
                      <w:tcPr>
                        <w:tcW w:w="3720" w:type="pct"/>
                        <w:tcBorders>
                          <w:bottom w:val="single" w:sz="4" w:space="0" w:color="auto"/>
                        </w:tcBorders>
                      </w:tcPr>
                      <w:p w14:paraId="2E8E920E" w14:textId="60CD4F6D" w:rsidR="00D54EFC" w:rsidRPr="00D54EFC" w:rsidRDefault="00D54EFC" w:rsidP="00D54EFC">
                        <w:pPr>
                          <w:spacing w:after="60"/>
                          <w:rPr>
                            <w:i/>
                            <w:sz w:val="20"/>
                          </w:rPr>
                        </w:pPr>
                        <w:r w:rsidRPr="00D54EFC">
                          <w:rPr>
                            <w:sz w:val="20"/>
                          </w:rPr>
                          <w:t xml:space="preserve">Season. </w:t>
                        </w:r>
                        <w:r w:rsidR="00B333C2">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61373074" w14:textId="77777777" w:rsidR="00D54EFC" w:rsidRPr="00D54EFC" w:rsidRDefault="00D54EFC" w:rsidP="00D54EFC">
                  <w:pPr>
                    <w:spacing w:after="60"/>
                    <w:rPr>
                      <w:i/>
                      <w:sz w:val="20"/>
                    </w:rPr>
                  </w:pPr>
                </w:p>
              </w:tc>
            </w:tr>
          </w:tbl>
          <w:p w14:paraId="591E3B07" w14:textId="77777777" w:rsidR="00D54EFC" w:rsidRPr="00D54EFC" w:rsidRDefault="00D54EFC" w:rsidP="00D54EFC">
            <w:pPr>
              <w:spacing w:after="60"/>
              <w:rPr>
                <w:iCs/>
                <w:sz w:val="20"/>
              </w:rPr>
            </w:pPr>
          </w:p>
        </w:tc>
      </w:tr>
    </w:tbl>
    <w:p w14:paraId="5306CF30" w14:textId="77777777" w:rsidR="00D54EFC" w:rsidRPr="00D54EFC" w:rsidRDefault="00D54EFC" w:rsidP="00D54EFC">
      <w:pPr>
        <w:rPr>
          <w:szCs w:val="24"/>
        </w:rPr>
      </w:pPr>
    </w:p>
    <w:p w14:paraId="474753B5" w14:textId="39A76BC7" w:rsidR="00D54EFC" w:rsidRPr="00D54EFC" w:rsidRDefault="00D54EFC" w:rsidP="00D54EFC">
      <w:pPr>
        <w:spacing w:before="240" w:after="240"/>
        <w:ind w:left="720" w:hanging="720"/>
        <w:rPr>
          <w:szCs w:val="24"/>
        </w:rPr>
      </w:pPr>
      <w:r w:rsidRPr="00D54EFC">
        <w:rPr>
          <w:szCs w:val="24"/>
        </w:rPr>
        <w:lastRenderedPageBreak/>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17" w:name="_Toc135988933"/>
    </w:p>
    <w:p w14:paraId="1663167B" w14:textId="53E865F7" w:rsidR="00D54EFC" w:rsidRPr="00D54EFC" w:rsidRDefault="00D54EFC" w:rsidP="006148E1">
      <w:pPr>
        <w:pStyle w:val="H4"/>
        <w:rPr>
          <w:b/>
          <w:bCs/>
        </w:rPr>
      </w:pPr>
      <w:bookmarkStart w:id="718" w:name="_Toc178232075"/>
      <w:bookmarkStart w:id="719" w:name="_Hlk157095195"/>
      <w:r w:rsidRPr="00D54EFC">
        <w:rPr>
          <w:b/>
          <w:bCs/>
        </w:rPr>
        <w:t>3.2.6.4</w:t>
      </w:r>
      <w:r w:rsidRPr="00D54EFC">
        <w:rPr>
          <w:b/>
          <w:bCs/>
        </w:rPr>
        <w:tab/>
        <w:t>Total Capacity Estimates</w:t>
      </w:r>
      <w:bookmarkEnd w:id="718"/>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754D80C8"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Season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3E2E5A65"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Season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50C0F5DF"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06055AEB"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Year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77777777"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Season </w:t>
            </w:r>
            <w:r w:rsidRPr="00D54EFC">
              <w:rPr>
                <w:i/>
                <w:iCs/>
                <w:sz w:val="20"/>
                <w:szCs w:val="24"/>
              </w:rPr>
              <w:t>s</w:t>
            </w:r>
            <w:r w:rsidRPr="00D54EFC">
              <w:rPr>
                <w:iCs/>
                <w:sz w:val="20"/>
                <w:szCs w:val="24"/>
              </w:rPr>
              <w:t xml:space="preserve"> of Year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232FA52E"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Season </w:t>
            </w:r>
            <w:r w:rsidRPr="00D54EFC">
              <w:rPr>
                <w:i/>
                <w:iCs/>
                <w:sz w:val="20"/>
              </w:rPr>
              <w:t>s</w:t>
            </w:r>
            <w:r w:rsidRPr="00D54EFC">
              <w:rPr>
                <w:iCs/>
                <w:sz w:val="20"/>
              </w:rPr>
              <w:t xml:space="preserve"> for Year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01236ED7" w14:textId="77777777" w:rsidR="00D54EFC" w:rsidRPr="00D54EFC" w:rsidRDefault="00D54EFC" w:rsidP="00D54EFC">
            <w:pPr>
              <w:spacing w:after="60"/>
              <w:rPr>
                <w:iCs/>
                <w:sz w:val="20"/>
              </w:rPr>
            </w:pPr>
            <w:r w:rsidRPr="00D54EFC">
              <w:rPr>
                <w:iCs/>
                <w:sz w:val="20"/>
              </w:rPr>
              <w:t>Summer (June through September)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5A760DDF" w14:textId="77777777" w:rsidTr="000666D2">
        <w:trPr>
          <w:cantSplit/>
          <w:trHeight w:val="210"/>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D169A4" w14:textId="77777777" w:rsidTr="000666D2">
              <w:trPr>
                <w:trHeight w:val="206"/>
              </w:trPr>
              <w:tc>
                <w:tcPr>
                  <w:tcW w:w="9576" w:type="dxa"/>
                  <w:shd w:val="pct12" w:color="auto" w:fill="auto"/>
                </w:tcPr>
                <w:p w14:paraId="24489EF5" w14:textId="77777777" w:rsidR="00D54EFC" w:rsidRPr="00D54EFC" w:rsidRDefault="00D54EFC" w:rsidP="006148E1">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D54EFC" w:rsidRPr="00D54EFC" w14:paraId="29B95E5B" w14:textId="77777777" w:rsidTr="000666D2">
                    <w:trPr>
                      <w:cantSplit/>
                    </w:trPr>
                    <w:tc>
                      <w:tcPr>
                        <w:tcW w:w="1280" w:type="pct"/>
                        <w:tcBorders>
                          <w:bottom w:val="single" w:sz="4" w:space="0" w:color="auto"/>
                        </w:tcBorders>
                      </w:tcPr>
                      <w:p w14:paraId="1106F0C7" w14:textId="77777777" w:rsidR="00D54EFC" w:rsidRPr="00D54EFC" w:rsidRDefault="00D54EFC" w:rsidP="00D54EFC">
                        <w:pPr>
                          <w:spacing w:after="60"/>
                          <w:rPr>
                            <w:sz w:val="20"/>
                          </w:rPr>
                        </w:pPr>
                        <w:r w:rsidRPr="00D54EFC">
                          <w:rPr>
                            <w:i/>
                            <w:sz w:val="20"/>
                          </w:rPr>
                          <w:t>s</w:t>
                        </w:r>
                      </w:p>
                    </w:tc>
                    <w:tc>
                      <w:tcPr>
                        <w:tcW w:w="406" w:type="pct"/>
                        <w:tcBorders>
                          <w:bottom w:val="single" w:sz="4" w:space="0" w:color="auto"/>
                        </w:tcBorders>
                      </w:tcPr>
                      <w:p w14:paraId="524FB89D" w14:textId="77777777" w:rsidR="00D54EFC" w:rsidRPr="00D54EFC" w:rsidRDefault="00D54EFC" w:rsidP="00D54EFC">
                        <w:pPr>
                          <w:spacing w:after="60"/>
                          <w:rPr>
                            <w:sz w:val="20"/>
                          </w:rPr>
                        </w:pPr>
                        <w:r w:rsidRPr="00D54EFC">
                          <w:rPr>
                            <w:sz w:val="20"/>
                          </w:rPr>
                          <w:t>None</w:t>
                        </w:r>
                      </w:p>
                    </w:tc>
                    <w:tc>
                      <w:tcPr>
                        <w:tcW w:w="3314" w:type="pct"/>
                        <w:tcBorders>
                          <w:bottom w:val="single" w:sz="4" w:space="0" w:color="auto"/>
                        </w:tcBorders>
                      </w:tcPr>
                      <w:p w14:paraId="576A5353" w14:textId="77777777" w:rsidR="00D54EFC" w:rsidRPr="00D54EFC" w:rsidRDefault="00D54EFC" w:rsidP="00D54EFC">
                        <w:pPr>
                          <w:spacing w:after="60"/>
                          <w:rPr>
                            <w:iCs/>
                            <w:sz w:val="20"/>
                          </w:rPr>
                        </w:pPr>
                        <w:r w:rsidRPr="00D54EFC">
                          <w:rPr>
                            <w:iCs/>
                            <w:sz w:val="20"/>
                          </w:rPr>
                          <w:t xml:space="preserve">Season. </w:t>
                        </w:r>
                      </w:p>
                      <w:p w14:paraId="250B6D66" w14:textId="77777777" w:rsidR="00D54EFC" w:rsidRPr="00D54EFC" w:rsidRDefault="00D54EFC" w:rsidP="00D54EFC">
                        <w:pPr>
                          <w:spacing w:after="60"/>
                          <w:rPr>
                            <w:iCs/>
                            <w:sz w:val="20"/>
                          </w:rPr>
                        </w:pPr>
                        <w:r w:rsidRPr="00D54EFC">
                          <w:rPr>
                            <w:iCs/>
                            <w:sz w:val="20"/>
                          </w:rPr>
                          <w:t>Spring (March through May)</w:t>
                        </w:r>
                      </w:p>
                      <w:p w14:paraId="42709827" w14:textId="77777777" w:rsidR="00D54EFC" w:rsidRPr="00D54EFC" w:rsidRDefault="00D54EFC" w:rsidP="00D54EFC">
                        <w:pPr>
                          <w:spacing w:after="60"/>
                          <w:rPr>
                            <w:iCs/>
                            <w:sz w:val="20"/>
                          </w:rPr>
                        </w:pPr>
                        <w:r w:rsidRPr="00D54EFC">
                          <w:rPr>
                            <w:iCs/>
                            <w:sz w:val="20"/>
                          </w:rPr>
                          <w:t>Summer (June through September)</w:t>
                        </w:r>
                      </w:p>
                      <w:p w14:paraId="7489EF8C" w14:textId="77777777" w:rsidR="00D54EFC" w:rsidRPr="00D54EFC" w:rsidRDefault="00D54EFC" w:rsidP="00D54EFC">
                        <w:pPr>
                          <w:spacing w:after="60"/>
                          <w:rPr>
                            <w:iCs/>
                            <w:sz w:val="20"/>
                          </w:rPr>
                        </w:pPr>
                        <w:r w:rsidRPr="00D54EFC">
                          <w:rPr>
                            <w:iCs/>
                            <w:sz w:val="20"/>
                          </w:rPr>
                          <w:t>Fall (October through November)</w:t>
                        </w:r>
                      </w:p>
                      <w:p w14:paraId="6AB7D6D3" w14:textId="77777777" w:rsidR="00D54EFC" w:rsidRPr="00D54EFC" w:rsidRDefault="00D54EFC" w:rsidP="00D54EFC">
                        <w:pPr>
                          <w:spacing w:after="60"/>
                          <w:rPr>
                            <w:i/>
                            <w:sz w:val="20"/>
                          </w:rPr>
                        </w:pPr>
                        <w:r w:rsidRPr="00D54EFC">
                          <w:rPr>
                            <w:sz w:val="20"/>
                          </w:rPr>
                          <w:t>Winter (December through February)</w:t>
                        </w:r>
                      </w:p>
                    </w:tc>
                  </w:tr>
                </w:tbl>
                <w:p w14:paraId="47658CA5" w14:textId="77777777" w:rsidR="00D54EFC" w:rsidRPr="00D54EFC" w:rsidRDefault="00D54EFC" w:rsidP="00D54EFC">
                  <w:pPr>
                    <w:spacing w:after="60"/>
                    <w:rPr>
                      <w:i/>
                      <w:sz w:val="20"/>
                    </w:rPr>
                  </w:pPr>
                </w:p>
              </w:tc>
            </w:tr>
          </w:tbl>
          <w:p w14:paraId="05CE67F0" w14:textId="77777777" w:rsidR="00D54EFC" w:rsidRPr="00D54EFC" w:rsidRDefault="00D54EFC" w:rsidP="00D54EFC">
            <w:pPr>
              <w:spacing w:after="60"/>
              <w:rPr>
                <w:iCs/>
                <w:sz w:val="20"/>
              </w:rPr>
            </w:pP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0" w:name="_Toc178232076"/>
      <w:bookmarkEnd w:id="717"/>
      <w:bookmarkEnd w:id="719"/>
      <w:r>
        <w:lastRenderedPageBreak/>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2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1" w:name="_Toc204048511"/>
      <w:bookmarkStart w:id="722" w:name="_Toc400526104"/>
      <w:bookmarkStart w:id="723" w:name="_Toc405534422"/>
      <w:bookmarkStart w:id="724" w:name="_Toc406570435"/>
      <w:bookmarkStart w:id="725" w:name="_Toc410910587"/>
      <w:bookmarkStart w:id="726" w:name="_Toc411841015"/>
      <w:bookmarkStart w:id="727" w:name="_Toc422146977"/>
      <w:bookmarkStart w:id="728" w:name="_Toc433020573"/>
      <w:bookmarkStart w:id="729" w:name="_Toc437262014"/>
      <w:bookmarkStart w:id="730" w:name="_Toc478375189"/>
      <w:bookmarkStart w:id="731" w:name="_Toc178232077"/>
      <w:r>
        <w:t>3.3.1</w:t>
      </w:r>
      <w:r>
        <w:tab/>
        <w:t>ERCOT Approval of New or Relocated Facilities</w:t>
      </w:r>
      <w:bookmarkEnd w:id="721"/>
      <w:bookmarkEnd w:id="722"/>
      <w:bookmarkEnd w:id="723"/>
      <w:bookmarkEnd w:id="724"/>
      <w:bookmarkEnd w:id="725"/>
      <w:bookmarkEnd w:id="726"/>
      <w:bookmarkEnd w:id="727"/>
      <w:bookmarkEnd w:id="728"/>
      <w:bookmarkEnd w:id="729"/>
      <w:bookmarkEnd w:id="730"/>
      <w:bookmarkEnd w:id="73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2" w:name="_Toc204048512"/>
            <w:bookmarkStart w:id="733" w:name="_Toc400526105"/>
            <w:bookmarkStart w:id="734" w:name="_Toc405534423"/>
            <w:bookmarkStart w:id="735" w:name="_Toc406570436"/>
            <w:bookmarkStart w:id="736" w:name="_Toc410910588"/>
            <w:bookmarkStart w:id="737" w:name="_Toc411841016"/>
            <w:bookmarkStart w:id="738" w:name="_Toc422146978"/>
            <w:bookmarkStart w:id="739" w:name="_Toc433020574"/>
            <w:bookmarkStart w:id="740" w:name="_Toc437262015"/>
            <w:bookmarkStart w:id="74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2" w:name="_Toc178232078"/>
      <w:r>
        <w:t>3.3.2</w:t>
      </w:r>
      <w:r>
        <w:tab/>
        <w:t>Types of Work Requiring ERCOT Approval</w:t>
      </w:r>
      <w:bookmarkEnd w:id="732"/>
      <w:bookmarkEnd w:id="733"/>
      <w:bookmarkEnd w:id="734"/>
      <w:bookmarkEnd w:id="735"/>
      <w:bookmarkEnd w:id="736"/>
      <w:bookmarkEnd w:id="737"/>
      <w:bookmarkEnd w:id="738"/>
      <w:bookmarkEnd w:id="739"/>
      <w:bookmarkEnd w:id="740"/>
      <w:bookmarkEnd w:id="741"/>
      <w:bookmarkEnd w:id="74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w:t>
            </w:r>
            <w:r w:rsidRPr="00E55E72">
              <w:rPr>
                <w:iCs/>
              </w:rPr>
              <w:lastRenderedPageBreak/>
              <w:t>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lastRenderedPageBreak/>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3" w:name="_Toc204048513"/>
      <w:bookmarkStart w:id="744" w:name="_Toc400526106"/>
      <w:bookmarkStart w:id="745" w:name="_Toc405534424"/>
      <w:bookmarkStart w:id="746" w:name="_Toc406570437"/>
      <w:bookmarkStart w:id="747" w:name="_Toc410910589"/>
      <w:bookmarkStart w:id="748" w:name="_Toc411841017"/>
      <w:bookmarkStart w:id="749" w:name="_Toc422146979"/>
      <w:bookmarkStart w:id="750" w:name="_Toc433020575"/>
      <w:bookmarkStart w:id="751" w:name="_Toc437262016"/>
      <w:bookmarkStart w:id="752" w:name="_Toc478375191"/>
      <w:bookmarkStart w:id="753" w:name="_Toc178232079"/>
      <w:r w:rsidRPr="00AE0E6D">
        <w:rPr>
          <w:b/>
        </w:rPr>
        <w:t>3.3.2.1</w:t>
      </w:r>
      <w:r w:rsidRPr="00AE0E6D">
        <w:rPr>
          <w:b/>
        </w:rPr>
        <w:tab/>
        <w:t>Information to Be Provided to ERCOT</w:t>
      </w:r>
      <w:bookmarkEnd w:id="743"/>
      <w:bookmarkEnd w:id="744"/>
      <w:bookmarkEnd w:id="745"/>
      <w:bookmarkEnd w:id="746"/>
      <w:bookmarkEnd w:id="747"/>
      <w:bookmarkEnd w:id="748"/>
      <w:bookmarkEnd w:id="749"/>
      <w:bookmarkEnd w:id="750"/>
      <w:bookmarkEnd w:id="751"/>
      <w:bookmarkEnd w:id="752"/>
      <w:bookmarkEnd w:id="75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w:t>
            </w:r>
            <w:r w:rsidRPr="00E55E72">
              <w:rPr>
                <w:iCs/>
              </w:rPr>
              <w:lastRenderedPageBreak/>
              <w:t>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4" w:name="_Toc204048514"/>
            <w:bookmarkStart w:id="755" w:name="_Toc400526107"/>
            <w:bookmarkStart w:id="756" w:name="_Toc405534425"/>
            <w:bookmarkStart w:id="757" w:name="_Toc406570438"/>
            <w:bookmarkStart w:id="758" w:name="_Toc410910590"/>
            <w:bookmarkStart w:id="759" w:name="_Toc411841018"/>
            <w:bookmarkStart w:id="760" w:name="_Toc422146980"/>
            <w:bookmarkStart w:id="761" w:name="_Toc433020576"/>
            <w:bookmarkStart w:id="762" w:name="_Toc437262017"/>
            <w:bookmarkStart w:id="76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4" w:name="_Toc178232080"/>
      <w:r w:rsidRPr="00AE0E6D">
        <w:rPr>
          <w:b/>
        </w:rPr>
        <w:lastRenderedPageBreak/>
        <w:t>3.3.2.2</w:t>
      </w:r>
      <w:r w:rsidRPr="00AE0E6D">
        <w:rPr>
          <w:b/>
        </w:rPr>
        <w:tab/>
        <w:t>Record of Approved Work</w:t>
      </w:r>
      <w:bookmarkEnd w:id="754"/>
      <w:bookmarkEnd w:id="755"/>
      <w:bookmarkEnd w:id="756"/>
      <w:bookmarkEnd w:id="757"/>
      <w:bookmarkEnd w:id="758"/>
      <w:bookmarkEnd w:id="759"/>
      <w:bookmarkEnd w:id="760"/>
      <w:bookmarkEnd w:id="761"/>
      <w:bookmarkEnd w:id="762"/>
      <w:bookmarkEnd w:id="763"/>
      <w:bookmarkEnd w:id="76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5" w:name="_Toc204048515"/>
      <w:bookmarkStart w:id="766" w:name="_Toc400526108"/>
      <w:bookmarkStart w:id="767" w:name="_Toc405534426"/>
      <w:bookmarkStart w:id="768" w:name="_Toc406570439"/>
      <w:bookmarkStart w:id="769" w:name="_Toc410910591"/>
      <w:bookmarkStart w:id="770" w:name="_Toc411841019"/>
      <w:bookmarkStart w:id="771" w:name="_Toc422146981"/>
      <w:bookmarkStart w:id="772" w:name="_Toc433020577"/>
      <w:bookmarkStart w:id="773" w:name="_Toc437262018"/>
      <w:bookmarkStart w:id="774" w:name="_Toc478375193"/>
      <w:bookmarkStart w:id="775" w:name="_Toc178232081"/>
      <w:r>
        <w:lastRenderedPageBreak/>
        <w:t>3.4</w:t>
      </w:r>
      <w:r>
        <w:tab/>
        <w:t>Load Zones</w:t>
      </w:r>
      <w:bookmarkEnd w:id="765"/>
      <w:bookmarkEnd w:id="766"/>
      <w:bookmarkEnd w:id="767"/>
      <w:bookmarkEnd w:id="768"/>
      <w:bookmarkEnd w:id="769"/>
      <w:bookmarkEnd w:id="770"/>
      <w:bookmarkEnd w:id="771"/>
      <w:bookmarkEnd w:id="772"/>
      <w:bookmarkEnd w:id="773"/>
      <w:bookmarkEnd w:id="774"/>
      <w:bookmarkEnd w:id="77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6" w:name="_Toc204048516"/>
      <w:bookmarkStart w:id="777" w:name="_Toc400526109"/>
      <w:bookmarkStart w:id="778" w:name="_Toc405534427"/>
      <w:bookmarkStart w:id="779" w:name="_Toc406570440"/>
      <w:bookmarkStart w:id="780" w:name="_Toc410910592"/>
      <w:bookmarkStart w:id="781" w:name="_Toc411841020"/>
      <w:bookmarkStart w:id="782" w:name="_Toc422146982"/>
      <w:bookmarkStart w:id="783" w:name="_Toc433020578"/>
      <w:bookmarkStart w:id="784" w:name="_Toc437262019"/>
      <w:bookmarkStart w:id="785" w:name="_Toc478375194"/>
      <w:bookmarkStart w:id="786" w:name="_Toc178232082"/>
      <w:r>
        <w:t>3.4.1</w:t>
      </w:r>
      <w:r>
        <w:tab/>
        <w:t>Load Zone Types</w:t>
      </w:r>
      <w:bookmarkEnd w:id="776"/>
      <w:bookmarkEnd w:id="777"/>
      <w:bookmarkEnd w:id="778"/>
      <w:bookmarkEnd w:id="779"/>
      <w:bookmarkEnd w:id="780"/>
      <w:bookmarkEnd w:id="781"/>
      <w:bookmarkEnd w:id="782"/>
      <w:bookmarkEnd w:id="783"/>
      <w:bookmarkEnd w:id="784"/>
      <w:bookmarkEnd w:id="785"/>
      <w:bookmarkEnd w:id="78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7" w:name="_Toc204048517"/>
      <w:bookmarkStart w:id="788" w:name="_Toc400526110"/>
      <w:bookmarkStart w:id="789" w:name="_Toc405534428"/>
      <w:bookmarkStart w:id="790" w:name="_Toc406570441"/>
      <w:bookmarkStart w:id="791" w:name="_Toc410910593"/>
      <w:bookmarkStart w:id="792" w:name="_Toc411841021"/>
      <w:bookmarkStart w:id="793" w:name="_Toc422146983"/>
      <w:bookmarkStart w:id="794" w:name="_Toc433020579"/>
      <w:bookmarkStart w:id="795" w:name="_Toc437262020"/>
      <w:bookmarkStart w:id="796" w:name="_Toc478375195"/>
      <w:bookmarkStart w:id="797" w:name="_Toc178232083"/>
      <w:r>
        <w:t>3.4.2</w:t>
      </w:r>
      <w:r>
        <w:tab/>
        <w:t>Load Zone Modifications</w:t>
      </w:r>
      <w:bookmarkEnd w:id="787"/>
      <w:bookmarkEnd w:id="788"/>
      <w:bookmarkEnd w:id="789"/>
      <w:bookmarkEnd w:id="790"/>
      <w:bookmarkEnd w:id="791"/>
      <w:bookmarkEnd w:id="792"/>
      <w:bookmarkEnd w:id="793"/>
      <w:bookmarkEnd w:id="794"/>
      <w:bookmarkEnd w:id="795"/>
      <w:bookmarkEnd w:id="796"/>
      <w:bookmarkEnd w:id="79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8" w:name="_Toc204048518"/>
      <w:bookmarkStart w:id="799" w:name="_Toc400526111"/>
      <w:bookmarkStart w:id="800" w:name="_Toc405534429"/>
      <w:bookmarkStart w:id="801" w:name="_Toc406570442"/>
      <w:bookmarkStart w:id="802" w:name="_Toc410910594"/>
      <w:bookmarkStart w:id="803" w:name="_Toc411841022"/>
      <w:bookmarkStart w:id="804" w:name="_Toc422146984"/>
      <w:bookmarkStart w:id="805" w:name="_Toc433020580"/>
      <w:bookmarkStart w:id="806" w:name="_Toc437262021"/>
      <w:bookmarkStart w:id="807" w:name="_Toc478375196"/>
      <w:bookmarkStart w:id="808" w:name="_Toc178232084"/>
      <w:r>
        <w:t>3.4.3</w:t>
      </w:r>
      <w:r>
        <w:tab/>
        <w:t>NOIE Load Zones</w:t>
      </w:r>
      <w:bookmarkEnd w:id="798"/>
      <w:bookmarkEnd w:id="799"/>
      <w:bookmarkEnd w:id="800"/>
      <w:bookmarkEnd w:id="801"/>
      <w:bookmarkEnd w:id="802"/>
      <w:bookmarkEnd w:id="803"/>
      <w:bookmarkEnd w:id="804"/>
      <w:bookmarkEnd w:id="805"/>
      <w:bookmarkEnd w:id="806"/>
      <w:bookmarkEnd w:id="807"/>
      <w:bookmarkEnd w:id="80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9" w:name="_Toc204048519"/>
      <w:bookmarkStart w:id="810" w:name="_Toc400526112"/>
      <w:bookmarkStart w:id="811" w:name="_Toc405534430"/>
      <w:bookmarkStart w:id="812" w:name="_Toc406570443"/>
      <w:bookmarkStart w:id="813" w:name="_Toc410910595"/>
      <w:bookmarkStart w:id="814" w:name="_Toc411841023"/>
      <w:bookmarkStart w:id="815" w:name="_Toc422146985"/>
      <w:bookmarkStart w:id="816" w:name="_Toc433020581"/>
      <w:bookmarkStart w:id="817" w:name="_Toc437262022"/>
      <w:bookmarkStart w:id="818" w:name="_Toc478375197"/>
      <w:bookmarkStart w:id="819" w:name="_Toc178232085"/>
      <w:r>
        <w:t>3.4.4</w:t>
      </w:r>
      <w:r>
        <w:tab/>
        <w:t>DC Tie Load Zones</w:t>
      </w:r>
      <w:bookmarkEnd w:id="809"/>
      <w:bookmarkEnd w:id="810"/>
      <w:bookmarkEnd w:id="811"/>
      <w:bookmarkEnd w:id="812"/>
      <w:bookmarkEnd w:id="813"/>
      <w:bookmarkEnd w:id="814"/>
      <w:bookmarkEnd w:id="815"/>
      <w:bookmarkEnd w:id="816"/>
      <w:bookmarkEnd w:id="817"/>
      <w:bookmarkEnd w:id="818"/>
      <w:bookmarkEnd w:id="81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0" w:name="_Toc204048520"/>
      <w:bookmarkStart w:id="821" w:name="_Toc400526113"/>
      <w:bookmarkStart w:id="822" w:name="_Toc405534431"/>
      <w:bookmarkStart w:id="823" w:name="_Toc406570444"/>
      <w:bookmarkStart w:id="824" w:name="_Toc410910596"/>
      <w:bookmarkStart w:id="825" w:name="_Toc411841024"/>
      <w:bookmarkStart w:id="826" w:name="_Toc422146986"/>
      <w:bookmarkStart w:id="827" w:name="_Toc433020582"/>
      <w:bookmarkStart w:id="828" w:name="_Toc437262023"/>
      <w:bookmarkStart w:id="829" w:name="_Toc478375198"/>
      <w:bookmarkStart w:id="830" w:name="_Toc178232086"/>
      <w:r>
        <w:t>3.4.5</w:t>
      </w:r>
      <w:r>
        <w:tab/>
        <w:t>Additional Load Buses</w:t>
      </w:r>
      <w:bookmarkEnd w:id="820"/>
      <w:bookmarkEnd w:id="821"/>
      <w:bookmarkEnd w:id="822"/>
      <w:bookmarkEnd w:id="823"/>
      <w:bookmarkEnd w:id="824"/>
      <w:bookmarkEnd w:id="825"/>
      <w:bookmarkEnd w:id="826"/>
      <w:bookmarkEnd w:id="827"/>
      <w:bookmarkEnd w:id="828"/>
      <w:bookmarkEnd w:id="829"/>
      <w:bookmarkEnd w:id="83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1" w:name="_Toc204048521"/>
      <w:bookmarkStart w:id="832" w:name="_Toc400526114"/>
      <w:bookmarkStart w:id="833" w:name="_Toc405534432"/>
      <w:bookmarkStart w:id="834" w:name="_Toc406570445"/>
      <w:bookmarkStart w:id="835" w:name="_Toc410910597"/>
      <w:bookmarkStart w:id="836" w:name="_Toc411841025"/>
      <w:bookmarkStart w:id="837" w:name="_Toc422146987"/>
      <w:bookmarkStart w:id="838" w:name="_Toc433020583"/>
      <w:bookmarkStart w:id="839" w:name="_Toc437262024"/>
      <w:bookmarkStart w:id="840" w:name="_Toc478375199"/>
      <w:bookmarkStart w:id="841" w:name="_Toc178232087"/>
      <w:r>
        <w:lastRenderedPageBreak/>
        <w:t>3.5</w:t>
      </w:r>
      <w:r>
        <w:tab/>
        <w:t>Hubs</w:t>
      </w:r>
      <w:bookmarkEnd w:id="831"/>
      <w:bookmarkEnd w:id="832"/>
      <w:bookmarkEnd w:id="833"/>
      <w:bookmarkEnd w:id="834"/>
      <w:bookmarkEnd w:id="835"/>
      <w:bookmarkEnd w:id="836"/>
      <w:bookmarkEnd w:id="837"/>
      <w:bookmarkEnd w:id="838"/>
      <w:bookmarkEnd w:id="839"/>
      <w:bookmarkEnd w:id="840"/>
      <w:bookmarkEnd w:id="841"/>
    </w:p>
    <w:p w14:paraId="346C5EFD" w14:textId="77777777" w:rsidR="00CB13B2" w:rsidRDefault="002D238A">
      <w:pPr>
        <w:pStyle w:val="H3"/>
      </w:pPr>
      <w:bookmarkStart w:id="842" w:name="_Toc204048522"/>
      <w:bookmarkStart w:id="843" w:name="_Toc400526115"/>
      <w:bookmarkStart w:id="844" w:name="_Toc405534433"/>
      <w:bookmarkStart w:id="845" w:name="_Toc406570446"/>
      <w:bookmarkStart w:id="846" w:name="_Toc410910598"/>
      <w:bookmarkStart w:id="847" w:name="_Toc411841026"/>
      <w:bookmarkStart w:id="848" w:name="_Toc422146988"/>
      <w:bookmarkStart w:id="849" w:name="_Toc433020584"/>
      <w:bookmarkStart w:id="850" w:name="_Toc437262025"/>
      <w:bookmarkStart w:id="851" w:name="_Toc478375200"/>
      <w:bookmarkStart w:id="852" w:name="_Toc178232088"/>
      <w:r>
        <w:t>3.5.1</w:t>
      </w:r>
      <w:r>
        <w:tab/>
        <w:t>Process for Defining Hubs</w:t>
      </w:r>
      <w:bookmarkEnd w:id="842"/>
      <w:bookmarkEnd w:id="843"/>
      <w:bookmarkEnd w:id="844"/>
      <w:bookmarkEnd w:id="845"/>
      <w:bookmarkEnd w:id="846"/>
      <w:bookmarkEnd w:id="847"/>
      <w:bookmarkEnd w:id="848"/>
      <w:bookmarkEnd w:id="849"/>
      <w:bookmarkEnd w:id="850"/>
      <w:bookmarkEnd w:id="851"/>
      <w:bookmarkEnd w:id="85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3" w:name="_Toc204048523"/>
            <w:bookmarkStart w:id="854" w:name="_Toc400526116"/>
            <w:bookmarkStart w:id="855" w:name="_Toc405534434"/>
            <w:bookmarkStart w:id="856" w:name="_Toc406570447"/>
            <w:bookmarkStart w:id="857" w:name="_Toc410910599"/>
            <w:bookmarkStart w:id="858" w:name="_Toc411841027"/>
            <w:bookmarkStart w:id="859" w:name="_Toc422146989"/>
            <w:bookmarkStart w:id="860" w:name="_Toc433020585"/>
            <w:bookmarkStart w:id="861" w:name="_Toc437262026"/>
            <w:bookmarkStart w:id="862"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3" w:name="_Toc178232089"/>
      <w:r>
        <w:lastRenderedPageBreak/>
        <w:t>3.5.2</w:t>
      </w:r>
      <w:r>
        <w:tab/>
        <w:t>Hub Definitions</w:t>
      </w:r>
      <w:bookmarkEnd w:id="853"/>
      <w:bookmarkEnd w:id="854"/>
      <w:bookmarkEnd w:id="855"/>
      <w:bookmarkEnd w:id="856"/>
      <w:bookmarkEnd w:id="857"/>
      <w:bookmarkEnd w:id="858"/>
      <w:bookmarkEnd w:id="859"/>
      <w:bookmarkEnd w:id="860"/>
      <w:bookmarkEnd w:id="861"/>
      <w:bookmarkEnd w:id="862"/>
      <w:bookmarkEnd w:id="863"/>
    </w:p>
    <w:p w14:paraId="6614C0E2" w14:textId="77777777" w:rsidR="00C51FB1" w:rsidRPr="00AE0E6D" w:rsidRDefault="00C51FB1" w:rsidP="00C51FB1">
      <w:pPr>
        <w:pStyle w:val="H4"/>
        <w:rPr>
          <w:b/>
        </w:rPr>
      </w:pPr>
      <w:bookmarkStart w:id="864" w:name="_Toc204048524"/>
      <w:bookmarkStart w:id="865" w:name="_Toc400526117"/>
      <w:bookmarkStart w:id="866" w:name="_Toc405534435"/>
      <w:bookmarkStart w:id="867" w:name="_Toc406570448"/>
      <w:bookmarkStart w:id="868" w:name="_Toc410910600"/>
      <w:bookmarkStart w:id="869" w:name="_Toc411841028"/>
      <w:bookmarkStart w:id="870" w:name="_Toc422146990"/>
      <w:bookmarkStart w:id="871" w:name="_Toc433020586"/>
      <w:bookmarkStart w:id="872" w:name="_Toc437262027"/>
      <w:bookmarkStart w:id="873" w:name="_Toc478375202"/>
      <w:bookmarkStart w:id="874" w:name="_Toc178232090"/>
      <w:bookmarkStart w:id="875" w:name="_Toc204048526"/>
      <w:r w:rsidRPr="00AE0E6D">
        <w:rPr>
          <w:b/>
        </w:rPr>
        <w:t>3.5.2.1</w:t>
      </w:r>
      <w:r w:rsidRPr="00AE0E6D">
        <w:rPr>
          <w:b/>
        </w:rPr>
        <w:tab/>
        <w:t>North 345 kV Hub (North 345)</w:t>
      </w:r>
      <w:bookmarkEnd w:id="864"/>
      <w:bookmarkEnd w:id="865"/>
      <w:bookmarkEnd w:id="866"/>
      <w:bookmarkEnd w:id="867"/>
      <w:bookmarkEnd w:id="868"/>
      <w:bookmarkEnd w:id="869"/>
      <w:bookmarkEnd w:id="870"/>
      <w:bookmarkEnd w:id="871"/>
      <w:bookmarkEnd w:id="872"/>
      <w:bookmarkEnd w:id="873"/>
      <w:bookmarkEnd w:id="87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lastRenderedPageBreak/>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w:t>
      </w:r>
      <w:r>
        <w:lastRenderedPageBreak/>
        <w:t>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lastRenderedPageBreak/>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9240142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9240143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9240143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3.4pt" o:ole="">
            <v:imagedata r:id="rId21" o:title=""/>
          </v:shape>
          <o:OLEObject Type="Embed" ProgID="Equation.3" ShapeID="_x0000_i1028" DrawAspect="Content" ObjectID="_179240143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3.4pt" o:ole="">
            <v:imagedata r:id="rId21" o:title=""/>
          </v:shape>
          <o:OLEObject Type="Embed" ProgID="Equation.3" ShapeID="_x0000_i1029" DrawAspect="Content" ObjectID="_179240143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3.4pt" o:ole="">
            <v:imagedata r:id="rId21" o:title=""/>
          </v:shape>
          <o:OLEObject Type="Embed" ProgID="Equation.3" ShapeID="_x0000_i1030" DrawAspect="Content" ObjectID="_179240143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9240143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lastRenderedPageBreak/>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6" w:name="_Toc204048525"/>
      <w:bookmarkStart w:id="877" w:name="_Toc400526118"/>
      <w:bookmarkStart w:id="878" w:name="_Toc405534436"/>
      <w:bookmarkStart w:id="879" w:name="_Toc406570449"/>
      <w:bookmarkStart w:id="880" w:name="_Toc410910601"/>
      <w:bookmarkStart w:id="881" w:name="_Toc411841029"/>
      <w:bookmarkStart w:id="882" w:name="_Toc422146991"/>
      <w:bookmarkStart w:id="883" w:name="_Toc433020587"/>
      <w:bookmarkStart w:id="884" w:name="_Toc437262028"/>
      <w:bookmarkStart w:id="88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3.4pt" o:ole="">
                  <v:imagedata r:id="rId21" o:title=""/>
                </v:shape>
                <o:OLEObject Type="Embed" ProgID="Equation.3" ShapeID="_x0000_i1032" DrawAspect="Content" ObjectID="_179240143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lastRenderedPageBreak/>
              <w:t xml:space="preserve">RTRDP                       =           </w:t>
            </w:r>
            <w:r w:rsidRPr="00282040">
              <w:rPr>
                <w:position w:val="-22"/>
              </w:rPr>
              <w:object w:dxaOrig="225" w:dyaOrig="465" w14:anchorId="4DB98265">
                <v:shape id="_x0000_i1033" type="#_x0000_t75" style="width:14.4pt;height:23.4pt" o:ole="">
                  <v:imagedata r:id="rId21" o:title=""/>
                </v:shape>
                <o:OLEObject Type="Embed" ProgID="Equation.3" ShapeID="_x0000_i1033" DrawAspect="Content" ObjectID="_179240143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3.4pt" o:ole="">
                  <v:imagedata r:id="rId21" o:title=""/>
                </v:shape>
                <o:OLEObject Type="Embed" ProgID="Equation.3" ShapeID="_x0000_i1034" DrawAspect="Content" ObjectID="_179240143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6" w:name="_Toc178232091"/>
      <w:r w:rsidRPr="00AE0E6D">
        <w:rPr>
          <w:b/>
        </w:rPr>
        <w:lastRenderedPageBreak/>
        <w:t>3.5.2.2</w:t>
      </w:r>
      <w:r w:rsidRPr="00AE0E6D">
        <w:rPr>
          <w:b/>
        </w:rPr>
        <w:tab/>
        <w:t>South 345 kV Hub (South 345)</w:t>
      </w:r>
      <w:bookmarkEnd w:id="876"/>
      <w:bookmarkEnd w:id="877"/>
      <w:bookmarkEnd w:id="878"/>
      <w:bookmarkEnd w:id="879"/>
      <w:bookmarkEnd w:id="880"/>
      <w:bookmarkEnd w:id="881"/>
      <w:bookmarkEnd w:id="882"/>
      <w:bookmarkEnd w:id="883"/>
      <w:bookmarkEnd w:id="884"/>
      <w:bookmarkEnd w:id="885"/>
      <w:bookmarkEnd w:id="88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lastRenderedPageBreak/>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lastRenderedPageBreak/>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9240143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9240144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9240144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3.4pt" o:ole="">
            <v:imagedata r:id="rId21" o:title=""/>
          </v:shape>
          <o:OLEObject Type="Embed" ProgID="Equation.3" ShapeID="_x0000_i1038" DrawAspect="Content" ObjectID="_179240144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lastRenderedPageBreak/>
        <w:t xml:space="preserve">RTRDP                                =              </w:t>
      </w:r>
      <w:r w:rsidRPr="0080555B">
        <w:rPr>
          <w:position w:val="-22"/>
        </w:rPr>
        <w:object w:dxaOrig="225" w:dyaOrig="465" w14:anchorId="44F6A741">
          <v:shape id="_x0000_i1039" type="#_x0000_t75" style="width:14.4pt;height:23.4pt" o:ole="">
            <v:imagedata r:id="rId21" o:title=""/>
          </v:shape>
          <o:OLEObject Type="Embed" ProgID="Equation.3" ShapeID="_x0000_i1039" DrawAspect="Content" ObjectID="_179240144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3.4pt" o:ole="">
            <v:imagedata r:id="rId21" o:title=""/>
          </v:shape>
          <o:OLEObject Type="Embed" ProgID="Equation.3" ShapeID="_x0000_i1040" DrawAspect="Content" ObjectID="_179240144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9240144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7" w:name="_Toc400526119"/>
      <w:bookmarkStart w:id="888" w:name="_Toc405534437"/>
      <w:bookmarkStart w:id="889" w:name="_Toc406570450"/>
      <w:bookmarkStart w:id="890" w:name="_Toc410910602"/>
      <w:bookmarkStart w:id="891" w:name="_Toc411841030"/>
      <w:bookmarkStart w:id="892" w:name="_Toc422146992"/>
      <w:bookmarkStart w:id="893" w:name="_Toc433020588"/>
      <w:bookmarkStart w:id="894" w:name="_Toc437262029"/>
      <w:bookmarkStart w:id="89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3.4pt" o:ole="">
                  <v:imagedata r:id="rId21" o:title=""/>
                </v:shape>
                <o:OLEObject Type="Embed" ProgID="Equation.3" ShapeID="_x0000_i1042" DrawAspect="Content" ObjectID="_179240144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3.4pt" o:ole="">
                  <v:imagedata r:id="rId21" o:title=""/>
                </v:shape>
                <o:OLEObject Type="Embed" ProgID="Equation.3" ShapeID="_x0000_i1043" DrawAspect="Content" ObjectID="_179240144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3.4pt" o:ole="">
                  <v:imagedata r:id="rId21" o:title=""/>
                </v:shape>
                <o:OLEObject Type="Embed" ProgID="Equation.3" ShapeID="_x0000_i1044" DrawAspect="Content" ObjectID="_179240144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6" w:name="_Toc178232092"/>
      <w:r w:rsidRPr="00AE0E6D">
        <w:rPr>
          <w:b/>
        </w:rPr>
        <w:t>3.5.2.3</w:t>
      </w:r>
      <w:r w:rsidRPr="00AE0E6D">
        <w:rPr>
          <w:b/>
        </w:rPr>
        <w:tab/>
        <w:t>Houston 345 kV Hub (Houston 345)</w:t>
      </w:r>
      <w:bookmarkEnd w:id="875"/>
      <w:bookmarkEnd w:id="887"/>
      <w:bookmarkEnd w:id="888"/>
      <w:bookmarkEnd w:id="889"/>
      <w:bookmarkEnd w:id="890"/>
      <w:bookmarkEnd w:id="891"/>
      <w:bookmarkEnd w:id="892"/>
      <w:bookmarkEnd w:id="893"/>
      <w:bookmarkEnd w:id="894"/>
      <w:bookmarkEnd w:id="895"/>
      <w:bookmarkEnd w:id="89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9240144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9240145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9240145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3.4pt" o:ole="">
            <v:imagedata r:id="rId21" o:title=""/>
          </v:shape>
          <o:OLEObject Type="Embed" ProgID="Equation.3" ShapeID="_x0000_i1048" DrawAspect="Content" ObjectID="_179240145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3.4pt" o:ole="">
            <v:imagedata r:id="rId21" o:title=""/>
          </v:shape>
          <o:OLEObject Type="Embed" ProgID="Equation.3" ShapeID="_x0000_i1049" DrawAspect="Content" ObjectID="_179240145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3.4pt" o:ole="">
            <v:imagedata r:id="rId21" o:title=""/>
          </v:shape>
          <o:OLEObject Type="Embed" ProgID="Equation.3" ShapeID="_x0000_i1050" DrawAspect="Content" ObjectID="_179240145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9240145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8" w:name="_Toc400526120"/>
      <w:bookmarkStart w:id="899" w:name="_Toc405534438"/>
      <w:bookmarkStart w:id="900" w:name="_Toc406570451"/>
      <w:bookmarkStart w:id="901" w:name="_Toc410910603"/>
      <w:bookmarkStart w:id="902" w:name="_Toc411841031"/>
      <w:bookmarkStart w:id="903" w:name="_Toc422146993"/>
      <w:bookmarkStart w:id="904" w:name="_Toc433020589"/>
      <w:bookmarkStart w:id="905" w:name="_Toc437262030"/>
      <w:bookmarkStart w:id="90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3.4pt" o:ole="">
                  <v:imagedata r:id="rId21" o:title=""/>
                </v:shape>
                <o:OLEObject Type="Embed" ProgID="Equation.3" ShapeID="_x0000_i1052" DrawAspect="Content" ObjectID="_179240145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3.4pt" o:ole="">
                  <v:imagedata r:id="rId21" o:title=""/>
                </v:shape>
                <o:OLEObject Type="Embed" ProgID="Equation.3" ShapeID="_x0000_i1053" DrawAspect="Content" ObjectID="_179240145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3.4pt" o:ole="">
                  <v:imagedata r:id="rId21" o:title=""/>
                </v:shape>
                <o:OLEObject Type="Embed" ProgID="Equation.3" ShapeID="_x0000_i1054" DrawAspect="Content" ObjectID="_179240145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7" w:name="_Toc178232093"/>
      <w:r w:rsidRPr="00AE0E6D">
        <w:rPr>
          <w:b/>
        </w:rPr>
        <w:lastRenderedPageBreak/>
        <w:t>3.5.2.4</w:t>
      </w:r>
      <w:r w:rsidRPr="00AE0E6D">
        <w:rPr>
          <w:b/>
        </w:rPr>
        <w:tab/>
        <w:t>West 345 kV Hub (West 345)</w:t>
      </w:r>
      <w:bookmarkEnd w:id="897"/>
      <w:bookmarkEnd w:id="898"/>
      <w:bookmarkEnd w:id="899"/>
      <w:bookmarkEnd w:id="900"/>
      <w:bookmarkEnd w:id="901"/>
      <w:bookmarkEnd w:id="902"/>
      <w:bookmarkEnd w:id="903"/>
      <w:bookmarkEnd w:id="904"/>
      <w:bookmarkEnd w:id="905"/>
      <w:bookmarkEnd w:id="906"/>
      <w:bookmarkEnd w:id="90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9240145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9240146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9240146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3.4pt" o:ole="">
            <v:imagedata r:id="rId21" o:title=""/>
          </v:shape>
          <o:OLEObject Type="Embed" ProgID="Equation.3" ShapeID="_x0000_i1058" DrawAspect="Content" ObjectID="_179240146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3.4pt" o:ole="">
            <v:imagedata r:id="rId21" o:title=""/>
          </v:shape>
          <o:OLEObject Type="Embed" ProgID="Equation.3" ShapeID="_x0000_i1059" DrawAspect="Content" ObjectID="_179240146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3.4pt" o:ole="">
            <v:imagedata r:id="rId21" o:title=""/>
          </v:shape>
          <o:OLEObject Type="Embed" ProgID="Equation.3" ShapeID="_x0000_i1060" DrawAspect="Content" ObjectID="_179240146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9240146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9" w:name="_Toc400526121"/>
      <w:bookmarkStart w:id="910" w:name="_Toc405534439"/>
      <w:bookmarkStart w:id="911" w:name="_Toc406570452"/>
      <w:bookmarkStart w:id="912" w:name="_Toc410910604"/>
      <w:bookmarkStart w:id="913" w:name="_Toc411841032"/>
      <w:bookmarkStart w:id="914" w:name="_Toc422146994"/>
      <w:bookmarkStart w:id="915" w:name="_Toc433020590"/>
      <w:bookmarkStart w:id="916" w:name="_Toc437262031"/>
      <w:bookmarkStart w:id="91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3.4pt" o:ole="">
                  <v:imagedata r:id="rId21" o:title=""/>
                </v:shape>
                <o:OLEObject Type="Embed" ProgID="Equation.3" ShapeID="_x0000_i1062" DrawAspect="Content" ObjectID="_179240146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3.4pt" o:ole="">
                  <v:imagedata r:id="rId21" o:title=""/>
                </v:shape>
                <o:OLEObject Type="Embed" ProgID="Equation.3" ShapeID="_x0000_i1063" DrawAspect="Content" ObjectID="_179240146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3.4pt" o:ole="">
                  <v:imagedata r:id="rId21" o:title=""/>
                </v:shape>
                <o:OLEObject Type="Embed" ProgID="Equation.3" ShapeID="_x0000_i1064" DrawAspect="Content" ObjectID="_179240146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8" w:name="_Toc178232094"/>
      <w:r w:rsidRPr="00754830">
        <w:rPr>
          <w:b/>
        </w:rPr>
        <w:lastRenderedPageBreak/>
        <w:t>3.5.2.5</w:t>
      </w:r>
      <w:r w:rsidRPr="00754830">
        <w:rPr>
          <w:b/>
        </w:rPr>
        <w:tab/>
        <w:t>Panhandle 345 kV Hub (Pan 345)</w:t>
      </w:r>
      <w:bookmarkEnd w:id="91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9240146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3.4pt" o:ole="">
            <v:imagedata r:id="rId21" o:title=""/>
          </v:shape>
          <o:OLEObject Type="Embed" ProgID="Equation.3" ShapeID="_x0000_i1066" DrawAspect="Content" ObjectID="_179240147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3.4pt" o:ole="">
            <v:imagedata r:id="rId21" o:title=""/>
          </v:shape>
          <o:OLEObject Type="Embed" ProgID="Equation.3" ShapeID="_x0000_i1067" DrawAspect="Content" ObjectID="_179240147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3.4pt" o:ole="">
            <v:imagedata r:id="rId21" o:title=""/>
          </v:shape>
          <o:OLEObject Type="Embed" ProgID="Equation.3" ShapeID="_x0000_i1068" DrawAspect="Content" ObjectID="_179240147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3.4pt" o:ole="">
            <v:imagedata r:id="rId21" o:title=""/>
          </v:shape>
          <o:OLEObject Type="Embed" ProgID="Equation.3" ShapeID="_x0000_i1069" DrawAspect="Content" ObjectID="_179240147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3.4pt" o:ole="">
            <v:imagedata r:id="rId21" o:title=""/>
          </v:shape>
          <o:OLEObject Type="Embed" ProgID="Equation.3" ShapeID="_x0000_i1070" DrawAspect="Content" ObjectID="_179240147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9240147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3.4pt" o:ole="">
                  <v:imagedata r:id="rId21" o:title=""/>
                </v:shape>
                <o:OLEObject Type="Embed" ProgID="Equation.3" ShapeID="_x0000_i1072" DrawAspect="Content" ObjectID="_179240147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3.4pt" o:ole="">
                  <v:imagedata r:id="rId21" o:title=""/>
                </v:shape>
                <o:OLEObject Type="Embed" ProgID="Equation.3" ShapeID="_x0000_i1073" DrawAspect="Content" ObjectID="_179240147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3.4pt" o:ole="">
                  <v:imagedata r:id="rId21" o:title=""/>
                </v:shape>
                <o:OLEObject Type="Embed" ProgID="Equation.3" ShapeID="_x0000_i1074" DrawAspect="Content" ObjectID="_179240147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9" w:name="_Toc28421523"/>
            <w:bookmarkStart w:id="920" w:name="_Toc33773569"/>
            <w:bookmarkStart w:id="921" w:name="_Toc38964961"/>
            <w:bookmarkStart w:id="922" w:name="_Toc44313241"/>
            <w:bookmarkStart w:id="923" w:name="_Toc46954766"/>
            <w:bookmarkStart w:id="924" w:name="_Toc49589403"/>
            <w:bookmarkStart w:id="925" w:name="_Toc56671747"/>
            <w:bookmarkStart w:id="926" w:name="_Toc60037288"/>
            <w:bookmarkStart w:id="927" w:name="_Toc65141375"/>
            <w:bookmarkStart w:id="928" w:name="_Toc68163708"/>
            <w:bookmarkStart w:id="929" w:name="_Toc75942432"/>
            <w:bookmarkStart w:id="930" w:name="_Toc91055084"/>
            <w:bookmarkStart w:id="931" w:name="_Toc94099778"/>
            <w:bookmarkStart w:id="932" w:name="_Toc94100232"/>
            <w:bookmarkStart w:id="933" w:name="_Toc109631751"/>
            <w:bookmarkStart w:id="934" w:name="_Toc110057627"/>
            <w:bookmarkStart w:id="935" w:name="_Toc111272629"/>
            <w:bookmarkStart w:id="936" w:name="_Toc112226081"/>
            <w:bookmarkStart w:id="937" w:name="_Toc121253233"/>
            <w:bookmarkStart w:id="938" w:name="_Toc125014632"/>
            <w:bookmarkStart w:id="939" w:name="_Toc135988953"/>
            <w:bookmarkStart w:id="940" w:name="_Toc160026593"/>
            <w:bookmarkStart w:id="941" w:name="_Toc176255223"/>
            <w:bookmarkStart w:id="942" w:name="_Toc178232095"/>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3" w:name="_Toc178232096"/>
      <w:r w:rsidRPr="00AE0E6D">
        <w:rPr>
          <w:b/>
        </w:rPr>
        <w:lastRenderedPageBreak/>
        <w:t>3.5.2.</w:t>
      </w:r>
      <w:r w:rsidR="00B5084E">
        <w:rPr>
          <w:b/>
        </w:rPr>
        <w:t>6</w:t>
      </w:r>
      <w:r w:rsidRPr="00AE0E6D">
        <w:rPr>
          <w:b/>
        </w:rPr>
        <w:tab/>
        <w:t>ERCOT Hub Average 345 kV Hub (ERCOT 345)</w:t>
      </w:r>
      <w:bookmarkEnd w:id="908"/>
      <w:bookmarkEnd w:id="909"/>
      <w:bookmarkEnd w:id="910"/>
      <w:bookmarkEnd w:id="911"/>
      <w:bookmarkEnd w:id="912"/>
      <w:bookmarkEnd w:id="913"/>
      <w:bookmarkEnd w:id="914"/>
      <w:bookmarkEnd w:id="915"/>
      <w:bookmarkEnd w:id="916"/>
      <w:bookmarkEnd w:id="917"/>
      <w:bookmarkEnd w:id="94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4" w:name="_Toc204048529"/>
      <w:bookmarkStart w:id="945" w:name="_Toc400526122"/>
      <w:bookmarkStart w:id="946" w:name="_Toc405534440"/>
      <w:bookmarkStart w:id="947" w:name="_Toc406570453"/>
      <w:bookmarkStart w:id="948" w:name="_Toc410910605"/>
      <w:bookmarkStart w:id="949" w:name="_Toc411841033"/>
      <w:bookmarkStart w:id="950" w:name="_Toc422146995"/>
      <w:bookmarkStart w:id="951" w:name="_Toc433020591"/>
      <w:bookmarkStart w:id="952" w:name="_Toc437262032"/>
      <w:bookmarkStart w:id="953" w:name="_Toc478375207"/>
      <w:bookmarkStart w:id="954" w:name="_Toc178232097"/>
      <w:r w:rsidRPr="00AE0E6D">
        <w:rPr>
          <w:b/>
        </w:rPr>
        <w:lastRenderedPageBreak/>
        <w:t>3.5.2.</w:t>
      </w:r>
      <w:r w:rsidR="00B5084E">
        <w:rPr>
          <w:b/>
        </w:rPr>
        <w:t>7</w:t>
      </w:r>
      <w:r w:rsidRPr="00AE0E6D">
        <w:rPr>
          <w:b/>
        </w:rPr>
        <w:tab/>
        <w:t>ERCOT Bus Average 345 kV Hub (ERCOT 345 Bus)</w:t>
      </w:r>
      <w:bookmarkEnd w:id="944"/>
      <w:bookmarkEnd w:id="945"/>
      <w:bookmarkEnd w:id="946"/>
      <w:bookmarkEnd w:id="947"/>
      <w:bookmarkEnd w:id="948"/>
      <w:bookmarkEnd w:id="949"/>
      <w:bookmarkEnd w:id="950"/>
      <w:bookmarkEnd w:id="951"/>
      <w:bookmarkEnd w:id="952"/>
      <w:bookmarkEnd w:id="953"/>
      <w:bookmarkEnd w:id="95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9240147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9240148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9240148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3.4pt" o:ole="">
            <v:imagedata r:id="rId21" o:title=""/>
          </v:shape>
          <o:OLEObject Type="Embed" ProgID="Equation.3" ShapeID="_x0000_i1078" DrawAspect="Content" ObjectID="_179240148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3.4pt" o:ole="">
            <v:imagedata r:id="rId21" o:title=""/>
          </v:shape>
          <o:OLEObject Type="Embed" ProgID="Equation.3" ShapeID="_x0000_i1079" DrawAspect="Content" ObjectID="_179240148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3.4pt" o:ole="">
            <v:imagedata r:id="rId21" o:title=""/>
          </v:shape>
          <o:OLEObject Type="Embed" ProgID="Equation.3" ShapeID="_x0000_i1080" DrawAspect="Content" ObjectID="_179240148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9240148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5" w:name="_Toc204048530"/>
      <w:bookmarkStart w:id="956" w:name="_Toc400526123"/>
      <w:bookmarkStart w:id="957" w:name="_Toc405534441"/>
      <w:bookmarkStart w:id="958" w:name="_Toc406570454"/>
      <w:bookmarkStart w:id="959" w:name="_Toc410910606"/>
      <w:bookmarkStart w:id="960" w:name="_Toc411841034"/>
      <w:bookmarkStart w:id="961" w:name="_Toc422146996"/>
      <w:bookmarkStart w:id="962" w:name="_Toc433020592"/>
      <w:bookmarkStart w:id="963" w:name="_Toc437262033"/>
      <w:bookmarkStart w:id="964"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3.4pt" o:ole="">
                  <v:imagedata r:id="rId21" o:title=""/>
                </v:shape>
                <o:OLEObject Type="Embed" ProgID="Equation.3" ShapeID="_x0000_i1082" DrawAspect="Content" ObjectID="_179240148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3.4pt" o:ole="">
                  <v:imagedata r:id="rId21" o:title=""/>
                </v:shape>
                <o:OLEObject Type="Embed" ProgID="Equation.3" ShapeID="_x0000_i1083" DrawAspect="Content" ObjectID="_179240148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3.4pt" o:ole="">
                  <v:imagedata r:id="rId21" o:title=""/>
                </v:shape>
                <o:OLEObject Type="Embed" ProgID="Equation.3" ShapeID="_x0000_i1084" DrawAspect="Content" ObjectID="_179240148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5" w:name="_Toc178232098"/>
      <w:r>
        <w:lastRenderedPageBreak/>
        <w:t>3.5.3</w:t>
      </w:r>
      <w:r>
        <w:tab/>
        <w:t>ERCOT Responsibilities for Managing Hubs</w:t>
      </w:r>
      <w:bookmarkEnd w:id="955"/>
      <w:bookmarkEnd w:id="956"/>
      <w:bookmarkEnd w:id="957"/>
      <w:bookmarkEnd w:id="958"/>
      <w:bookmarkEnd w:id="959"/>
      <w:bookmarkEnd w:id="960"/>
      <w:bookmarkEnd w:id="961"/>
      <w:bookmarkEnd w:id="962"/>
      <w:bookmarkEnd w:id="963"/>
      <w:bookmarkEnd w:id="964"/>
      <w:bookmarkEnd w:id="965"/>
    </w:p>
    <w:p w14:paraId="3BB95366" w14:textId="77777777" w:rsidR="00CB13B2" w:rsidRPr="00AE0E6D" w:rsidRDefault="002D238A">
      <w:pPr>
        <w:pStyle w:val="H4"/>
        <w:rPr>
          <w:b/>
        </w:rPr>
      </w:pPr>
      <w:bookmarkStart w:id="966" w:name="_Toc204048531"/>
      <w:bookmarkStart w:id="967" w:name="_Toc400526124"/>
      <w:bookmarkStart w:id="968" w:name="_Toc405534442"/>
      <w:bookmarkStart w:id="969" w:name="_Toc406570455"/>
      <w:bookmarkStart w:id="970" w:name="_Toc410910607"/>
      <w:bookmarkStart w:id="971" w:name="_Toc411841035"/>
      <w:bookmarkStart w:id="972" w:name="_Toc422146997"/>
      <w:bookmarkStart w:id="973" w:name="_Toc433020593"/>
      <w:bookmarkStart w:id="974" w:name="_Toc437262034"/>
      <w:bookmarkStart w:id="975" w:name="_Toc478375209"/>
      <w:bookmarkStart w:id="976" w:name="_Toc178232099"/>
      <w:r w:rsidRPr="00AE0E6D">
        <w:rPr>
          <w:b/>
        </w:rPr>
        <w:t>3.5.3.1</w:t>
      </w:r>
      <w:r w:rsidRPr="00AE0E6D">
        <w:rPr>
          <w:b/>
        </w:rPr>
        <w:tab/>
        <w:t>Posting of Hub Buses and Electrical Buses included in Hubs</w:t>
      </w:r>
      <w:bookmarkEnd w:id="966"/>
      <w:bookmarkEnd w:id="967"/>
      <w:bookmarkEnd w:id="968"/>
      <w:bookmarkEnd w:id="969"/>
      <w:bookmarkEnd w:id="970"/>
      <w:bookmarkEnd w:id="971"/>
      <w:bookmarkEnd w:id="972"/>
      <w:bookmarkEnd w:id="973"/>
      <w:bookmarkEnd w:id="974"/>
      <w:bookmarkEnd w:id="975"/>
      <w:bookmarkEnd w:id="976"/>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7" w:name="_Toc204048532"/>
      <w:bookmarkStart w:id="978" w:name="_Toc400526125"/>
      <w:bookmarkStart w:id="979" w:name="_Toc405534443"/>
      <w:bookmarkStart w:id="980" w:name="_Toc406570456"/>
      <w:bookmarkStart w:id="981" w:name="_Toc410910608"/>
      <w:bookmarkStart w:id="982" w:name="_Toc411841036"/>
      <w:bookmarkStart w:id="983" w:name="_Toc422146998"/>
      <w:bookmarkStart w:id="984" w:name="_Toc433020594"/>
      <w:bookmarkStart w:id="985" w:name="_Toc437262035"/>
      <w:bookmarkStart w:id="986" w:name="_Toc478375210"/>
      <w:bookmarkStart w:id="987" w:name="_Toc178232100"/>
      <w:r w:rsidRPr="00AE0E6D">
        <w:rPr>
          <w:b/>
        </w:rPr>
        <w:t>3.5.3.2</w:t>
      </w:r>
      <w:r w:rsidRPr="00AE0E6D">
        <w:rPr>
          <w:b/>
        </w:rPr>
        <w:tab/>
        <w:t>Calculation of Hub Prices</w:t>
      </w:r>
      <w:bookmarkEnd w:id="977"/>
      <w:bookmarkEnd w:id="978"/>
      <w:bookmarkEnd w:id="979"/>
      <w:bookmarkEnd w:id="980"/>
      <w:bookmarkEnd w:id="981"/>
      <w:bookmarkEnd w:id="982"/>
      <w:bookmarkEnd w:id="983"/>
      <w:bookmarkEnd w:id="984"/>
      <w:bookmarkEnd w:id="985"/>
      <w:bookmarkEnd w:id="986"/>
      <w:bookmarkEnd w:id="98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8" w:name="_Toc204048533"/>
      <w:bookmarkStart w:id="989" w:name="_Toc400526126"/>
      <w:bookmarkStart w:id="990" w:name="_Toc405534444"/>
      <w:bookmarkStart w:id="991" w:name="_Toc406570457"/>
      <w:bookmarkStart w:id="992" w:name="_Toc410910609"/>
      <w:bookmarkStart w:id="993" w:name="_Toc411841037"/>
      <w:bookmarkStart w:id="994" w:name="_Toc422146999"/>
      <w:bookmarkStart w:id="995" w:name="_Toc433020595"/>
      <w:bookmarkStart w:id="996" w:name="_Toc437262036"/>
      <w:bookmarkStart w:id="997" w:name="_Toc478375211"/>
      <w:bookmarkStart w:id="998" w:name="_Toc178232101"/>
      <w:r>
        <w:t>3.6</w:t>
      </w:r>
      <w:r>
        <w:tab/>
        <w:t>Load Participation</w:t>
      </w:r>
      <w:bookmarkEnd w:id="988"/>
      <w:bookmarkEnd w:id="989"/>
      <w:bookmarkEnd w:id="990"/>
      <w:bookmarkEnd w:id="991"/>
      <w:bookmarkEnd w:id="992"/>
      <w:bookmarkEnd w:id="993"/>
      <w:bookmarkEnd w:id="994"/>
      <w:bookmarkEnd w:id="995"/>
      <w:bookmarkEnd w:id="996"/>
      <w:bookmarkEnd w:id="997"/>
      <w:bookmarkEnd w:id="998"/>
    </w:p>
    <w:p w14:paraId="12997029" w14:textId="77777777" w:rsidR="00277082" w:rsidRPr="002047C1" w:rsidRDefault="00277082" w:rsidP="00277082">
      <w:pPr>
        <w:pStyle w:val="BodyText"/>
        <w:spacing w:before="240"/>
        <w:ind w:left="907" w:hanging="907"/>
        <w:outlineLvl w:val="2"/>
        <w:rPr>
          <w:b/>
          <w:i/>
        </w:rPr>
      </w:pPr>
      <w:bookmarkStart w:id="999" w:name="_Toc400526127"/>
      <w:bookmarkStart w:id="1000" w:name="_Toc405534445"/>
      <w:bookmarkStart w:id="1001" w:name="_Toc406570458"/>
      <w:bookmarkStart w:id="1002" w:name="_Toc410910610"/>
      <w:bookmarkStart w:id="1003" w:name="_Toc411841038"/>
      <w:bookmarkStart w:id="1004" w:name="_Toc422147000"/>
      <w:bookmarkStart w:id="1005" w:name="_Toc433020596"/>
      <w:bookmarkStart w:id="1006" w:name="_Toc437262037"/>
      <w:bookmarkStart w:id="1007" w:name="_Toc478375212"/>
      <w:bookmarkStart w:id="1008" w:name="_Toc178232102"/>
      <w:r>
        <w:rPr>
          <w:b/>
          <w:i/>
        </w:rPr>
        <w:t>3.6.1</w:t>
      </w:r>
      <w:r>
        <w:rPr>
          <w:b/>
          <w:i/>
        </w:rPr>
        <w:tab/>
        <w:t>Load Resource Participation</w:t>
      </w:r>
      <w:bookmarkEnd w:id="999"/>
      <w:bookmarkEnd w:id="1000"/>
      <w:bookmarkEnd w:id="1001"/>
      <w:bookmarkEnd w:id="1002"/>
      <w:bookmarkEnd w:id="1003"/>
      <w:bookmarkEnd w:id="1004"/>
      <w:bookmarkEnd w:id="1005"/>
      <w:bookmarkEnd w:id="1006"/>
      <w:bookmarkEnd w:id="1007"/>
      <w:bookmarkEnd w:id="1008"/>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lastRenderedPageBreak/>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9" w:name="_Toc400526128"/>
      <w:bookmarkStart w:id="1010" w:name="_Toc405534446"/>
      <w:bookmarkStart w:id="1011" w:name="_Toc406570459"/>
      <w:bookmarkStart w:id="1012" w:name="_Toc410910611"/>
      <w:bookmarkStart w:id="1013" w:name="_Toc411841039"/>
      <w:bookmarkStart w:id="1014" w:name="_Toc422147001"/>
      <w:bookmarkStart w:id="1015" w:name="_Toc433020597"/>
      <w:bookmarkStart w:id="101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7"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8"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lastRenderedPageBreak/>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19" w:name="_Toc178232103"/>
      <w:bookmarkEnd w:id="1018"/>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9"/>
      <w:bookmarkEnd w:id="1010"/>
      <w:bookmarkEnd w:id="1011"/>
      <w:bookmarkEnd w:id="1012"/>
      <w:bookmarkEnd w:id="1013"/>
      <w:bookmarkEnd w:id="1014"/>
      <w:bookmarkEnd w:id="1015"/>
      <w:bookmarkEnd w:id="1016"/>
      <w:bookmarkEnd w:id="1017"/>
      <w:bookmarkEnd w:id="101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0" w:name="_Toc204048534"/>
      <w:bookmarkStart w:id="1021" w:name="_Toc400526129"/>
      <w:bookmarkStart w:id="1022" w:name="_Toc405534447"/>
      <w:bookmarkStart w:id="1023" w:name="_Toc406570460"/>
      <w:bookmarkStart w:id="1024" w:name="_Toc410910612"/>
      <w:bookmarkStart w:id="1025" w:name="_Toc411841040"/>
      <w:bookmarkStart w:id="1026" w:name="_Toc422147002"/>
      <w:bookmarkStart w:id="1027" w:name="_Toc433020598"/>
      <w:bookmarkStart w:id="1028" w:name="_Toc437262039"/>
      <w:bookmarkStart w:id="1029" w:name="_Toc478375214"/>
      <w:bookmarkStart w:id="1030" w:name="_Toc178232104"/>
      <w:r>
        <w:t>3.7</w:t>
      </w:r>
      <w:r>
        <w:tab/>
        <w:t>Resource Parameters</w:t>
      </w:r>
      <w:bookmarkEnd w:id="1020"/>
      <w:bookmarkEnd w:id="1021"/>
      <w:bookmarkEnd w:id="1022"/>
      <w:bookmarkEnd w:id="1023"/>
      <w:bookmarkEnd w:id="1024"/>
      <w:bookmarkEnd w:id="1025"/>
      <w:bookmarkEnd w:id="1026"/>
      <w:bookmarkEnd w:id="1027"/>
      <w:bookmarkEnd w:id="1028"/>
      <w:bookmarkEnd w:id="1029"/>
      <w:bookmarkEnd w:id="1030"/>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lastRenderedPageBreak/>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lastRenderedPageBreak/>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1" w:name="_Toc204048535"/>
      <w:bookmarkStart w:id="1032" w:name="_Toc400526130"/>
      <w:bookmarkStart w:id="1033" w:name="_Toc405534448"/>
      <w:bookmarkStart w:id="1034" w:name="_Toc406570461"/>
      <w:bookmarkStart w:id="1035" w:name="_Toc410910613"/>
      <w:bookmarkStart w:id="1036" w:name="_Toc411841041"/>
      <w:bookmarkStart w:id="1037" w:name="_Toc422147003"/>
      <w:bookmarkStart w:id="1038" w:name="_Toc433020599"/>
      <w:bookmarkStart w:id="1039" w:name="_Toc437262040"/>
      <w:bookmarkStart w:id="1040" w:name="_Toc478375215"/>
      <w:bookmarkStart w:id="1041" w:name="_Toc178232105"/>
      <w:r>
        <w:t>3.7.1</w:t>
      </w:r>
      <w:r>
        <w:tab/>
        <w:t>Resource Parameter Criteria</w:t>
      </w:r>
      <w:bookmarkEnd w:id="1031"/>
      <w:bookmarkEnd w:id="1032"/>
      <w:bookmarkEnd w:id="1033"/>
      <w:bookmarkEnd w:id="1034"/>
      <w:bookmarkEnd w:id="1035"/>
      <w:bookmarkEnd w:id="1036"/>
      <w:bookmarkEnd w:id="1037"/>
      <w:bookmarkEnd w:id="1038"/>
      <w:bookmarkEnd w:id="1039"/>
      <w:bookmarkEnd w:id="1040"/>
      <w:bookmarkEnd w:id="1041"/>
    </w:p>
    <w:p w14:paraId="471F494F" w14:textId="77777777" w:rsidR="00CB13B2" w:rsidRPr="00AE0E6D" w:rsidRDefault="002D238A">
      <w:pPr>
        <w:pStyle w:val="H4"/>
        <w:rPr>
          <w:b/>
        </w:rPr>
      </w:pPr>
      <w:bookmarkStart w:id="1042" w:name="_Toc204048536"/>
      <w:bookmarkStart w:id="1043" w:name="_Toc400526131"/>
      <w:bookmarkStart w:id="1044" w:name="_Toc405534449"/>
      <w:bookmarkStart w:id="1045" w:name="_Toc406570462"/>
      <w:bookmarkStart w:id="1046" w:name="_Toc410910614"/>
      <w:bookmarkStart w:id="1047" w:name="_Toc411841042"/>
      <w:bookmarkStart w:id="1048" w:name="_Toc422147004"/>
      <w:bookmarkStart w:id="1049" w:name="_Toc433020600"/>
      <w:bookmarkStart w:id="1050" w:name="_Toc437262041"/>
      <w:bookmarkStart w:id="1051" w:name="_Toc478375216"/>
      <w:bookmarkStart w:id="1052" w:name="_Toc178232106"/>
      <w:r w:rsidRPr="00AE0E6D">
        <w:rPr>
          <w:b/>
        </w:rPr>
        <w:t>3.7.1.1</w:t>
      </w:r>
      <w:r w:rsidRPr="00AE0E6D">
        <w:rPr>
          <w:b/>
        </w:rPr>
        <w:tab/>
        <w:t>Generation Resource Parameters</w:t>
      </w:r>
      <w:bookmarkEnd w:id="1042"/>
      <w:bookmarkEnd w:id="1043"/>
      <w:bookmarkEnd w:id="1044"/>
      <w:bookmarkEnd w:id="1045"/>
      <w:bookmarkEnd w:id="1046"/>
      <w:bookmarkEnd w:id="1047"/>
      <w:bookmarkEnd w:id="1048"/>
      <w:bookmarkEnd w:id="1049"/>
      <w:bookmarkEnd w:id="1050"/>
      <w:bookmarkEnd w:id="1051"/>
      <w:bookmarkEnd w:id="105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lastRenderedPageBreak/>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3" w:name="_Toc204048537"/>
      <w:bookmarkStart w:id="1054" w:name="_Toc400526132"/>
      <w:bookmarkStart w:id="1055" w:name="_Toc405534450"/>
      <w:bookmarkStart w:id="1056" w:name="_Toc406570463"/>
      <w:bookmarkStart w:id="1057" w:name="_Toc410910615"/>
      <w:bookmarkStart w:id="1058" w:name="_Toc411841043"/>
      <w:bookmarkStart w:id="1059" w:name="_Toc422147005"/>
      <w:bookmarkStart w:id="1060" w:name="_Toc433020601"/>
      <w:bookmarkStart w:id="1061" w:name="_Toc437262042"/>
      <w:bookmarkStart w:id="1062" w:name="_Toc478375217"/>
      <w:bookmarkStart w:id="1063" w:name="_Toc178232107"/>
      <w:r w:rsidRPr="00AE0E6D">
        <w:rPr>
          <w:b/>
        </w:rPr>
        <w:t>3.7.1.2</w:t>
      </w:r>
      <w:r w:rsidRPr="00AE0E6D">
        <w:rPr>
          <w:b/>
        </w:rPr>
        <w:tab/>
        <w:t>Load Resource Parameters</w:t>
      </w:r>
      <w:bookmarkEnd w:id="1053"/>
      <w:bookmarkEnd w:id="1054"/>
      <w:bookmarkEnd w:id="1055"/>
      <w:bookmarkEnd w:id="1056"/>
      <w:bookmarkEnd w:id="1057"/>
      <w:bookmarkEnd w:id="1058"/>
      <w:bookmarkEnd w:id="1059"/>
      <w:bookmarkEnd w:id="1060"/>
      <w:bookmarkEnd w:id="1061"/>
      <w:bookmarkEnd w:id="1062"/>
      <w:bookmarkEnd w:id="106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4" w:name="_Toc178232108"/>
      <w:r>
        <w:rPr>
          <w:b/>
        </w:rPr>
        <w:lastRenderedPageBreak/>
        <w:t>3.7.1.3</w:t>
      </w:r>
      <w:r w:rsidRPr="00396EA4">
        <w:rPr>
          <w:b/>
        </w:rPr>
        <w:tab/>
      </w:r>
      <w:r>
        <w:rPr>
          <w:b/>
        </w:rPr>
        <w:t xml:space="preserve"> Energy Storage</w:t>
      </w:r>
      <w:r w:rsidRPr="00396EA4">
        <w:rPr>
          <w:b/>
        </w:rPr>
        <w:t xml:space="preserve"> Resource Parameters</w:t>
      </w:r>
      <w:bookmarkEnd w:id="1064"/>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65" w:name="_Toc204048538"/>
            <w:bookmarkStart w:id="1066" w:name="_Toc400526133"/>
            <w:bookmarkStart w:id="1067" w:name="_Toc405534451"/>
            <w:bookmarkStart w:id="1068" w:name="_Toc406570464"/>
            <w:bookmarkStart w:id="1069" w:name="_Toc410910616"/>
            <w:bookmarkStart w:id="1070" w:name="_Toc411841044"/>
            <w:bookmarkStart w:id="1071" w:name="_Toc422147006"/>
            <w:bookmarkStart w:id="1072" w:name="_Toc433020602"/>
            <w:bookmarkStart w:id="1073" w:name="_Toc437262043"/>
            <w:bookmarkStart w:id="1074"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75" w:name="_Toc178232109"/>
      <w:r w:rsidRPr="002B331B">
        <w:rPr>
          <w:b/>
          <w:i/>
        </w:rPr>
        <w:t>3.7.</w:t>
      </w:r>
      <w:r w:rsidR="00E02827" w:rsidRPr="002B331B">
        <w:rPr>
          <w:b/>
          <w:i/>
        </w:rPr>
        <w:t>2</w:t>
      </w:r>
      <w:r w:rsidRPr="002B331B">
        <w:rPr>
          <w:b/>
          <w:i/>
        </w:rPr>
        <w:tab/>
        <w:t>Changes in Resource Parameters with Operational Impacts</w:t>
      </w:r>
      <w:bookmarkEnd w:id="1065"/>
      <w:bookmarkEnd w:id="1066"/>
      <w:bookmarkEnd w:id="1067"/>
      <w:bookmarkEnd w:id="1068"/>
      <w:bookmarkEnd w:id="1069"/>
      <w:bookmarkEnd w:id="1070"/>
      <w:bookmarkEnd w:id="1071"/>
      <w:bookmarkEnd w:id="1072"/>
      <w:bookmarkEnd w:id="1073"/>
      <w:bookmarkEnd w:id="1074"/>
      <w:bookmarkEnd w:id="107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6" w:name="_Toc204048539"/>
      <w:bookmarkStart w:id="1077" w:name="_Toc400526134"/>
      <w:bookmarkStart w:id="1078" w:name="_Toc405534452"/>
      <w:bookmarkStart w:id="1079" w:name="_Toc406570465"/>
      <w:bookmarkStart w:id="1080" w:name="_Toc410910617"/>
      <w:bookmarkStart w:id="1081" w:name="_Toc411841045"/>
      <w:bookmarkStart w:id="1082" w:name="_Toc422147007"/>
      <w:bookmarkStart w:id="1083" w:name="_Toc433020603"/>
      <w:bookmarkStart w:id="1084" w:name="_Toc437262044"/>
      <w:bookmarkStart w:id="1085" w:name="_Toc478375219"/>
      <w:bookmarkStart w:id="1086" w:name="_Toc178232110"/>
      <w:r>
        <w:t>3.7.</w:t>
      </w:r>
      <w:r w:rsidR="00E02827">
        <w:t>3</w:t>
      </w:r>
      <w:r>
        <w:tab/>
        <w:t>Resource Parameter Validation</w:t>
      </w:r>
      <w:bookmarkEnd w:id="1076"/>
      <w:bookmarkEnd w:id="1077"/>
      <w:bookmarkEnd w:id="1078"/>
      <w:bookmarkEnd w:id="1079"/>
      <w:bookmarkEnd w:id="1080"/>
      <w:bookmarkEnd w:id="1081"/>
      <w:bookmarkEnd w:id="1082"/>
      <w:bookmarkEnd w:id="1083"/>
      <w:bookmarkEnd w:id="1084"/>
      <w:bookmarkEnd w:id="1085"/>
      <w:bookmarkEnd w:id="108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87" w:name="_Toc204048540"/>
      <w:bookmarkStart w:id="1088" w:name="_Toc400526135"/>
      <w:bookmarkStart w:id="1089" w:name="_Toc405534453"/>
      <w:bookmarkStart w:id="1090" w:name="_Toc406570466"/>
      <w:bookmarkStart w:id="1091" w:name="_Toc410910618"/>
      <w:bookmarkStart w:id="1092" w:name="_Toc411841046"/>
      <w:bookmarkStart w:id="1093" w:name="_Toc422147008"/>
      <w:bookmarkStart w:id="1094" w:name="_Toc433020604"/>
      <w:bookmarkStart w:id="1095" w:name="_Toc437262045"/>
      <w:bookmarkStart w:id="1096" w:name="_Toc478375220"/>
      <w:bookmarkStart w:id="1097" w:name="_Toc178232111"/>
      <w:r>
        <w:t>3.8</w:t>
      </w:r>
      <w:r>
        <w:tab/>
        <w:t>Special Considerations</w:t>
      </w:r>
      <w:bookmarkEnd w:id="1087"/>
      <w:bookmarkEnd w:id="1088"/>
      <w:bookmarkEnd w:id="1089"/>
      <w:bookmarkEnd w:id="1090"/>
      <w:bookmarkEnd w:id="1091"/>
      <w:bookmarkEnd w:id="1092"/>
      <w:bookmarkEnd w:id="1093"/>
      <w:bookmarkEnd w:id="1094"/>
      <w:bookmarkEnd w:id="1095"/>
      <w:bookmarkEnd w:id="1096"/>
      <w:bookmarkEnd w:id="1097"/>
    </w:p>
    <w:p w14:paraId="2A4BB4E2" w14:textId="77777777" w:rsidR="00E85FA7" w:rsidRPr="00413EEB" w:rsidRDefault="00F22AC4" w:rsidP="000716EE">
      <w:pPr>
        <w:pStyle w:val="Heading3"/>
        <w:numPr>
          <w:ilvl w:val="0"/>
          <w:numId w:val="0"/>
        </w:numPr>
      </w:pPr>
      <w:bookmarkStart w:id="1098" w:name="_Toc400526136"/>
      <w:bookmarkStart w:id="1099" w:name="_Toc405534454"/>
      <w:bookmarkStart w:id="1100" w:name="_Toc406570467"/>
      <w:bookmarkStart w:id="1101" w:name="_Toc410910619"/>
      <w:bookmarkStart w:id="1102" w:name="_Toc411841047"/>
      <w:bookmarkStart w:id="1103" w:name="_Toc422147009"/>
      <w:bookmarkStart w:id="1104" w:name="_Toc433020605"/>
      <w:bookmarkStart w:id="1105" w:name="_Toc437262046"/>
      <w:bookmarkStart w:id="1106" w:name="_Toc478375221"/>
      <w:bookmarkStart w:id="1107" w:name="_Toc178232112"/>
      <w:r w:rsidRPr="00975850">
        <w:t>3.8.1</w:t>
      </w:r>
      <w:r w:rsidRPr="00975850">
        <w:tab/>
        <w:t>Split Generation Resources</w:t>
      </w:r>
      <w:bookmarkEnd w:id="1098"/>
      <w:bookmarkEnd w:id="1099"/>
      <w:bookmarkEnd w:id="1100"/>
      <w:bookmarkEnd w:id="1101"/>
      <w:bookmarkEnd w:id="1102"/>
      <w:bookmarkEnd w:id="1103"/>
      <w:bookmarkEnd w:id="1104"/>
      <w:bookmarkEnd w:id="1105"/>
      <w:bookmarkEnd w:id="1106"/>
      <w:bookmarkEnd w:id="1107"/>
    </w:p>
    <w:p w14:paraId="356711D4" w14:textId="3A5B7325" w:rsidR="00CB13B2" w:rsidRDefault="002D238A">
      <w:pPr>
        <w:pStyle w:val="BodyTextNumbered"/>
      </w:pPr>
      <w:bookmarkStart w:id="110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08"/>
    <w:p w14:paraId="4E23AFAE" w14:textId="2AAF4456" w:rsidR="00CB13B2" w:rsidRDefault="002D238A" w:rsidP="00604105">
      <w:pPr>
        <w:pStyle w:val="BodyTextNumbered"/>
      </w:pPr>
      <w:r>
        <w:lastRenderedPageBreak/>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lastRenderedPageBreak/>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9" w:name="_Toc400526137"/>
      <w:bookmarkStart w:id="1110" w:name="_Toc405534455"/>
      <w:bookmarkStart w:id="1111" w:name="_Toc406570468"/>
      <w:bookmarkStart w:id="1112" w:name="_Toc410910620"/>
      <w:bookmarkStart w:id="1113" w:name="_Toc411841048"/>
      <w:bookmarkStart w:id="1114" w:name="_Toc422147010"/>
      <w:bookmarkStart w:id="1115" w:name="_Toc433020606"/>
      <w:bookmarkStart w:id="1116" w:name="_Toc437262047"/>
      <w:bookmarkStart w:id="1117" w:name="_Toc478375222"/>
      <w:bookmarkStart w:id="1118" w:name="_Toc178232113"/>
      <w:r>
        <w:rPr>
          <w:iCs/>
        </w:rPr>
        <w:t>3</w:t>
      </w:r>
      <w:r w:rsidRPr="00660A50">
        <w:rPr>
          <w:iCs/>
        </w:rPr>
        <w:t>.8.2</w:t>
      </w:r>
      <w:r>
        <w:rPr>
          <w:iCs/>
        </w:rPr>
        <w:tab/>
      </w:r>
      <w:r w:rsidRPr="00660A50">
        <w:rPr>
          <w:iCs/>
        </w:rPr>
        <w:t>Combined Cycle Generation Resources</w:t>
      </w:r>
      <w:bookmarkEnd w:id="1109"/>
      <w:bookmarkEnd w:id="1110"/>
      <w:bookmarkEnd w:id="1111"/>
      <w:bookmarkEnd w:id="1112"/>
      <w:bookmarkEnd w:id="1113"/>
      <w:bookmarkEnd w:id="1114"/>
      <w:bookmarkEnd w:id="1115"/>
      <w:bookmarkEnd w:id="1116"/>
      <w:bookmarkEnd w:id="1117"/>
      <w:bookmarkEnd w:id="111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w:t>
            </w:r>
            <w:r w:rsidRPr="00282040">
              <w:rPr>
                <w:iCs/>
              </w:rPr>
              <w:lastRenderedPageBreak/>
              <w:t xml:space="preserve">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lastRenderedPageBreak/>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9" w:name="_Toc277141537"/>
      <w:bookmarkStart w:id="1120" w:name="_Toc400526138"/>
      <w:bookmarkStart w:id="1121" w:name="_Toc405534456"/>
      <w:bookmarkStart w:id="1122" w:name="_Toc406570469"/>
      <w:bookmarkStart w:id="1123" w:name="_Toc410910621"/>
      <w:bookmarkStart w:id="1124" w:name="_Toc411841049"/>
      <w:bookmarkStart w:id="1125" w:name="_Toc422147011"/>
      <w:bookmarkStart w:id="1126" w:name="_Toc433020607"/>
      <w:bookmarkStart w:id="1127" w:name="_Toc437262048"/>
      <w:bookmarkStart w:id="1128" w:name="_Toc478375223"/>
      <w:bookmarkStart w:id="1129" w:name="_Toc178232114"/>
      <w:r>
        <w:t>3.8.3</w:t>
      </w:r>
      <w:r>
        <w:rPr>
          <w:b w:val="0"/>
        </w:rPr>
        <w:tab/>
      </w:r>
      <w:r>
        <w:t>Quick Start Generation Resources</w:t>
      </w:r>
      <w:bookmarkEnd w:id="1119"/>
      <w:bookmarkEnd w:id="1120"/>
      <w:bookmarkEnd w:id="1121"/>
      <w:bookmarkEnd w:id="1122"/>
      <w:bookmarkEnd w:id="1123"/>
      <w:bookmarkEnd w:id="1124"/>
      <w:bookmarkEnd w:id="1125"/>
      <w:bookmarkEnd w:id="1126"/>
      <w:bookmarkEnd w:id="1127"/>
      <w:bookmarkEnd w:id="1128"/>
      <w:bookmarkEnd w:id="112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 xml:space="preserve">shall set the COP </w:t>
            </w:r>
            <w:r w:rsidRPr="0003648D">
              <w:rPr>
                <w:iCs/>
              </w:rPr>
              <w:lastRenderedPageBreak/>
              <w:t>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lastRenderedPageBreak/>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0" w:name="OLE_LINK1"/>
            <w:bookmarkStart w:id="1131" w:name="OLE_LINK2"/>
            <w:r>
              <w:rPr>
                <w:b/>
                <w:i/>
              </w:rPr>
              <w:lastRenderedPageBreak/>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0"/>
      <w:bookmarkEnd w:id="113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2" w:name="_Toc400526139"/>
      <w:bookmarkStart w:id="1133" w:name="_Toc405534457"/>
      <w:bookmarkStart w:id="1134" w:name="_Toc406570470"/>
      <w:bookmarkStart w:id="1135" w:name="_Toc410910622"/>
      <w:bookmarkStart w:id="1136" w:name="_Toc411841050"/>
      <w:bookmarkStart w:id="1137" w:name="_Toc422147012"/>
      <w:bookmarkStart w:id="1138" w:name="_Toc433020608"/>
      <w:bookmarkStart w:id="1139" w:name="_Toc437262049"/>
      <w:bookmarkStart w:id="1140" w:name="_Toc478375224"/>
      <w:bookmarkStart w:id="1141" w:name="_Toc17823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2"/>
      <w:bookmarkEnd w:id="1133"/>
      <w:bookmarkEnd w:id="1134"/>
      <w:bookmarkEnd w:id="1135"/>
      <w:bookmarkEnd w:id="1136"/>
      <w:bookmarkEnd w:id="1137"/>
      <w:bookmarkEnd w:id="1138"/>
      <w:bookmarkEnd w:id="1139"/>
      <w:bookmarkEnd w:id="1140"/>
      <w:bookmarkEnd w:id="114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lastRenderedPageBreak/>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2" w:name="_Toc293314049"/>
      <w:bookmarkStart w:id="1143" w:name="_Toc400526140"/>
      <w:bookmarkStart w:id="1144" w:name="_Toc405534458"/>
      <w:bookmarkStart w:id="1145" w:name="_Toc406570471"/>
      <w:bookmarkStart w:id="1146" w:name="_Toc410910623"/>
      <w:bookmarkStart w:id="1147" w:name="_Toc411841051"/>
      <w:bookmarkStart w:id="1148" w:name="_Toc422147013"/>
      <w:bookmarkStart w:id="1149" w:name="_Toc433020609"/>
      <w:bookmarkStart w:id="1150" w:name="_Toc437262050"/>
      <w:bookmarkStart w:id="1151" w:name="_Toc478375225"/>
      <w:bookmarkStart w:id="1152" w:name="_Toc178232116"/>
      <w:r>
        <w:t>3.8.4</w:t>
      </w:r>
      <w:r w:rsidRPr="000B1BB5">
        <w:tab/>
      </w:r>
      <w:bookmarkEnd w:id="1142"/>
      <w:bookmarkEnd w:id="1143"/>
      <w:bookmarkEnd w:id="1144"/>
      <w:bookmarkEnd w:id="1145"/>
      <w:bookmarkEnd w:id="1146"/>
      <w:bookmarkEnd w:id="1147"/>
      <w:bookmarkEnd w:id="1148"/>
      <w:bookmarkEnd w:id="1149"/>
      <w:bookmarkEnd w:id="1150"/>
      <w:bookmarkEnd w:id="1151"/>
      <w:r w:rsidR="00364D90" w:rsidRPr="00364D90">
        <w:t>Generation Resources Operating in Synchronous Condenser Fast</w:t>
      </w:r>
      <w:r w:rsidR="00915E39">
        <w:t>-</w:t>
      </w:r>
      <w:r w:rsidR="00364D90" w:rsidRPr="00364D90">
        <w:t>Response Mode</w:t>
      </w:r>
      <w:bookmarkEnd w:id="115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3" w:name="_Toc28421546"/>
      <w:bookmarkStart w:id="1154" w:name="_Toc178232117"/>
      <w:bookmarkStart w:id="1155" w:name="_Toc204048541"/>
      <w:bookmarkStart w:id="1156" w:name="_Toc400526141"/>
      <w:bookmarkStart w:id="1157" w:name="_Toc405534459"/>
      <w:bookmarkStart w:id="1158" w:name="_Toc406570472"/>
      <w:bookmarkStart w:id="1159" w:name="_Toc410910624"/>
      <w:bookmarkStart w:id="1160" w:name="_Toc411841052"/>
      <w:bookmarkStart w:id="1161" w:name="_Toc422147014"/>
      <w:bookmarkStart w:id="1162" w:name="_Toc433020610"/>
      <w:bookmarkStart w:id="1163" w:name="_Toc437262051"/>
      <w:bookmarkStart w:id="1164" w:name="_Toc478375226"/>
      <w:bookmarkStart w:id="1165" w:name="_Toc204048542"/>
      <w:r>
        <w:t>3.8.</w:t>
      </w:r>
      <w:r w:rsidR="0079224A">
        <w:t>5</w:t>
      </w:r>
      <w:r>
        <w:tab/>
        <w:t>Energy Storage Resources</w:t>
      </w:r>
      <w:bookmarkEnd w:id="1153"/>
      <w:bookmarkEnd w:id="1154"/>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6" w:name="_Toc178232118"/>
      <w:bookmarkStart w:id="1167" w:name="_Hlk90900980"/>
      <w:r w:rsidRPr="00B3048F">
        <w:rPr>
          <w:b/>
          <w:bCs/>
          <w:i/>
        </w:rPr>
        <w:t>3.8.</w:t>
      </w:r>
      <w:r>
        <w:rPr>
          <w:b/>
          <w:bCs/>
          <w:i/>
        </w:rPr>
        <w:t>6</w:t>
      </w:r>
      <w:r w:rsidRPr="00B3048F">
        <w:rPr>
          <w:b/>
          <w:bCs/>
          <w:i/>
        </w:rPr>
        <w:tab/>
        <w:t>Distribution Generation Resources (DGRs) and Distribution Energy Storage Resources (DESRs)</w:t>
      </w:r>
      <w:bookmarkEnd w:id="116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lastRenderedPageBreak/>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lastRenderedPageBreak/>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w:t>
            </w:r>
            <w:r w:rsidR="001C2FB5">
              <w:lastRenderedPageBreak/>
              <w:t xml:space="preserve">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68" w:name="_Toc178232119"/>
      <w:r w:rsidRPr="000C5836">
        <w:rPr>
          <w:b/>
          <w:bCs/>
          <w:i/>
        </w:rPr>
        <w:t>3.8.7</w:t>
      </w:r>
      <w:r w:rsidRPr="000C5836">
        <w:rPr>
          <w:b/>
          <w:bCs/>
          <w:i/>
        </w:rPr>
        <w:tab/>
        <w:t>Self-Limiting Facility</w:t>
      </w:r>
      <w:bookmarkEnd w:id="1168"/>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w:t>
      </w:r>
      <w:r w:rsidRPr="008C502E">
        <w:rPr>
          <w:iCs/>
        </w:rPr>
        <w:lastRenderedPageBreak/>
        <w:t xml:space="preserve">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67"/>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69" w:name="_Toc178232120"/>
      <w:r>
        <w:lastRenderedPageBreak/>
        <w:t>3.9</w:t>
      </w:r>
      <w:r>
        <w:tab/>
        <w:t>Current Operating Plan (COP)</w:t>
      </w:r>
      <w:bookmarkEnd w:id="1155"/>
      <w:bookmarkEnd w:id="1156"/>
      <w:bookmarkEnd w:id="1157"/>
      <w:bookmarkEnd w:id="1158"/>
      <w:bookmarkEnd w:id="1159"/>
      <w:bookmarkEnd w:id="1160"/>
      <w:bookmarkEnd w:id="1161"/>
      <w:bookmarkEnd w:id="1162"/>
      <w:bookmarkEnd w:id="1163"/>
      <w:bookmarkEnd w:id="1164"/>
      <w:bookmarkEnd w:id="116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0" w:name="_Hlk125616319"/>
      <w:r>
        <w:lastRenderedPageBreak/>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1" w:name="_Toc400526142"/>
      <w:bookmarkStart w:id="1172" w:name="_Toc405534460"/>
      <w:bookmarkStart w:id="1173" w:name="_Toc406570473"/>
      <w:bookmarkStart w:id="1174" w:name="_Toc410910625"/>
      <w:bookmarkStart w:id="1175" w:name="_Toc411841053"/>
      <w:bookmarkStart w:id="1176" w:name="_Toc422147015"/>
      <w:bookmarkStart w:id="1177" w:name="_Toc433020611"/>
      <w:bookmarkStart w:id="1178" w:name="_Toc437262052"/>
      <w:bookmarkStart w:id="1179" w:name="_Toc478375227"/>
      <w:bookmarkStart w:id="1180" w:name="_Toc178232121"/>
      <w:bookmarkEnd w:id="1170"/>
      <w:r>
        <w:t>3.9.1</w:t>
      </w:r>
      <w:r>
        <w:tab/>
        <w:t>Current Operating Plan (COP) Criteria</w:t>
      </w:r>
      <w:bookmarkEnd w:id="1165"/>
      <w:bookmarkEnd w:id="1171"/>
      <w:bookmarkEnd w:id="1172"/>
      <w:bookmarkEnd w:id="1173"/>
      <w:bookmarkEnd w:id="1174"/>
      <w:bookmarkEnd w:id="1175"/>
      <w:bookmarkEnd w:id="1176"/>
      <w:bookmarkEnd w:id="1177"/>
      <w:bookmarkEnd w:id="1178"/>
      <w:bookmarkEnd w:id="1179"/>
      <w:bookmarkEnd w:id="118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xml:space="preserve">; or upon system implementation </w:t>
            </w:r>
            <w:r w:rsidR="004B3505">
              <w:rPr>
                <w:b/>
                <w:i/>
              </w:rPr>
              <w:lastRenderedPageBreak/>
              <w:t>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 xml:space="preserve">SHUTDOWN – The Resource is On-Line and in a shutdown sequence, and has no Ancillary Service Obligations other than Off-Line Non-Spinning Reserve (Non-Spin) which the Resource will </w:t>
      </w:r>
      <w: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w:t>
      </w:r>
      <w:r w:rsidRPr="0003648D">
        <w:lastRenderedPageBreak/>
        <w:t>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lastRenderedPageBreak/>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lastRenderedPageBreak/>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lastRenderedPageBreak/>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1" w:name="_Toc204048543"/>
            <w:bookmarkStart w:id="1182" w:name="_Toc400526143"/>
            <w:bookmarkStart w:id="1183" w:name="_Toc405534461"/>
            <w:bookmarkStart w:id="1184" w:name="_Toc406570474"/>
            <w:bookmarkStart w:id="1185" w:name="_Toc410910626"/>
            <w:bookmarkStart w:id="1186" w:name="_Toc411841054"/>
            <w:bookmarkStart w:id="1187" w:name="_Toc422147016"/>
            <w:bookmarkStart w:id="1188" w:name="_Toc433020612"/>
            <w:bookmarkStart w:id="1189" w:name="_Toc437262053"/>
            <w:bookmarkStart w:id="1190" w:name="_Toc478375228"/>
            <w:r>
              <w:rPr>
                <w:b/>
                <w:i/>
              </w:rPr>
              <w:lastRenderedPageBreak/>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1" w:name="_Toc178232122"/>
      <w:r>
        <w:t>3.9.2</w:t>
      </w:r>
      <w:r>
        <w:tab/>
        <w:t>Current Operating Plan Validation</w:t>
      </w:r>
      <w:bookmarkEnd w:id="1181"/>
      <w:bookmarkEnd w:id="1182"/>
      <w:bookmarkEnd w:id="1183"/>
      <w:bookmarkEnd w:id="1184"/>
      <w:bookmarkEnd w:id="1185"/>
      <w:bookmarkEnd w:id="1186"/>
      <w:bookmarkEnd w:id="1187"/>
      <w:bookmarkEnd w:id="1188"/>
      <w:bookmarkEnd w:id="1189"/>
      <w:bookmarkEnd w:id="1190"/>
      <w:bookmarkEnd w:id="119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lastRenderedPageBreak/>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2" w:name="_Toc204048544"/>
            <w:bookmarkStart w:id="1193" w:name="_Toc400526144"/>
            <w:bookmarkStart w:id="1194" w:name="_Toc405534462"/>
            <w:bookmarkStart w:id="1195" w:name="_Toc406570475"/>
            <w:bookmarkStart w:id="1196" w:name="_Toc410910627"/>
            <w:bookmarkStart w:id="1197" w:name="_Toc411841055"/>
            <w:bookmarkStart w:id="1198" w:name="_Toc422147017"/>
            <w:bookmarkStart w:id="1199" w:name="_Toc433020613"/>
            <w:bookmarkStart w:id="1200" w:name="_Toc437262054"/>
            <w:bookmarkStart w:id="120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2" w:name="_Toc178232123"/>
      <w:r>
        <w:t>3.10</w:t>
      </w:r>
      <w:r>
        <w:tab/>
        <w:t>Network Operations Modeling and Telemetry</w:t>
      </w:r>
      <w:bookmarkEnd w:id="1192"/>
      <w:bookmarkEnd w:id="1193"/>
      <w:bookmarkEnd w:id="1194"/>
      <w:bookmarkEnd w:id="1195"/>
      <w:bookmarkEnd w:id="1196"/>
      <w:bookmarkEnd w:id="1197"/>
      <w:bookmarkEnd w:id="1198"/>
      <w:bookmarkEnd w:id="1199"/>
      <w:bookmarkEnd w:id="1200"/>
      <w:bookmarkEnd w:id="1201"/>
      <w:bookmarkEnd w:id="120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w:t>
            </w:r>
            <w:r w:rsidRPr="00E55E72">
              <w:rPr>
                <w:iCs/>
              </w:rPr>
              <w:lastRenderedPageBreak/>
              <w:t>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w:t>
      </w:r>
      <w:r>
        <w:lastRenderedPageBreak/>
        <w:t xml:space="preserve">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w:t>
      </w:r>
      <w:r w:rsidR="00061D2A">
        <w:lastRenderedPageBreak/>
        <w:t xml:space="preserve">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3" w:name="_Toc204048545"/>
            <w:bookmarkStart w:id="1204" w:name="_Toc400526145"/>
            <w:bookmarkStart w:id="1205" w:name="_Toc405534463"/>
            <w:bookmarkStart w:id="1206" w:name="_Toc406570476"/>
            <w:bookmarkStart w:id="1207" w:name="_Toc410910628"/>
            <w:bookmarkStart w:id="1208" w:name="_Toc411841056"/>
            <w:bookmarkStart w:id="1209" w:name="_Toc422147018"/>
            <w:bookmarkStart w:id="1210" w:name="_Toc433020614"/>
            <w:bookmarkStart w:id="1211" w:name="_Toc437262055"/>
            <w:bookmarkStart w:id="1212"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w:t>
            </w:r>
            <w:r w:rsidRPr="00E55E72">
              <w:rPr>
                <w:iCs/>
              </w:rPr>
              <w:lastRenderedPageBreak/>
              <w:t>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3" w:name="_Toc178232124"/>
      <w:r>
        <w:lastRenderedPageBreak/>
        <w:t>3.10.1</w:t>
      </w:r>
      <w:r>
        <w:tab/>
        <w:t>Time Line for Network Operations Model Change</w:t>
      </w:r>
      <w:r w:rsidR="00061D2A">
        <w:t>s</w:t>
      </w:r>
      <w:bookmarkEnd w:id="1203"/>
      <w:bookmarkEnd w:id="1204"/>
      <w:bookmarkEnd w:id="1205"/>
      <w:bookmarkEnd w:id="1206"/>
      <w:bookmarkEnd w:id="1207"/>
      <w:bookmarkEnd w:id="1208"/>
      <w:bookmarkEnd w:id="1209"/>
      <w:bookmarkEnd w:id="1210"/>
      <w:bookmarkEnd w:id="1211"/>
      <w:bookmarkEnd w:id="1212"/>
      <w:bookmarkEnd w:id="121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lastRenderedPageBreak/>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be posted to the MIS Secure Area for Market Participants and Network Operations Model </w:t>
      </w:r>
      <w:r w:rsidRPr="00846A5C">
        <w:rPr>
          <w:szCs w:val="22"/>
        </w:rPr>
        <w:lastRenderedPageBreak/>
        <w:t>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4" w:name="_Toc204048546"/>
      <w:bookmarkStart w:id="1215" w:name="_Toc400526146"/>
      <w:bookmarkStart w:id="1216" w:name="_Toc405534464"/>
      <w:bookmarkStart w:id="1217" w:name="_Toc406570477"/>
      <w:bookmarkStart w:id="1218" w:name="_Toc410910629"/>
      <w:bookmarkStart w:id="1219" w:name="_Toc411841057"/>
      <w:bookmarkStart w:id="1220" w:name="_Toc422147019"/>
      <w:bookmarkStart w:id="1221" w:name="_Toc433020615"/>
      <w:bookmarkStart w:id="1222" w:name="_Toc437262056"/>
      <w:bookmarkStart w:id="1223" w:name="_Toc478375231"/>
      <w:bookmarkStart w:id="1224" w:name="_Toc178232125"/>
      <w:r>
        <w:t>3.10.2</w:t>
      </w:r>
      <w:r>
        <w:tab/>
        <w:t>Annual Planning Model</w:t>
      </w:r>
      <w:bookmarkEnd w:id="1214"/>
      <w:bookmarkEnd w:id="1215"/>
      <w:bookmarkEnd w:id="1216"/>
      <w:bookmarkEnd w:id="1217"/>
      <w:bookmarkEnd w:id="1218"/>
      <w:bookmarkEnd w:id="1219"/>
      <w:bookmarkEnd w:id="1220"/>
      <w:bookmarkEnd w:id="1221"/>
      <w:bookmarkEnd w:id="1222"/>
      <w:bookmarkEnd w:id="1223"/>
      <w:bookmarkEnd w:id="122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5" w:name="_Toc204048547"/>
      <w:bookmarkStart w:id="1226" w:name="_Toc400526147"/>
      <w:bookmarkStart w:id="1227" w:name="_Toc405534465"/>
      <w:bookmarkStart w:id="1228" w:name="_Toc406570478"/>
      <w:bookmarkStart w:id="1229" w:name="_Toc410910630"/>
      <w:bookmarkStart w:id="1230" w:name="_Toc411841058"/>
      <w:bookmarkStart w:id="1231" w:name="_Toc422147020"/>
      <w:bookmarkStart w:id="1232" w:name="_Toc433020616"/>
      <w:bookmarkStart w:id="1233" w:name="_Toc437262057"/>
      <w:bookmarkStart w:id="1234" w:name="_Toc478375232"/>
      <w:bookmarkStart w:id="1235" w:name="_Toc178232126"/>
      <w:bookmarkStart w:id="1236" w:name="_Toc204048548"/>
      <w:r>
        <w:t>3.10.3</w:t>
      </w:r>
      <w:r>
        <w:tab/>
        <w:t>CRR Network Model</w:t>
      </w:r>
      <w:bookmarkEnd w:id="1225"/>
      <w:bookmarkEnd w:id="1226"/>
      <w:bookmarkEnd w:id="1227"/>
      <w:bookmarkEnd w:id="1228"/>
      <w:bookmarkEnd w:id="1229"/>
      <w:bookmarkEnd w:id="1230"/>
      <w:bookmarkEnd w:id="1231"/>
      <w:bookmarkEnd w:id="1232"/>
      <w:bookmarkEnd w:id="1233"/>
      <w:bookmarkEnd w:id="1234"/>
      <w:bookmarkEnd w:id="123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37" w:name="_Toc400526148"/>
      <w:bookmarkStart w:id="1238" w:name="_Toc405534466"/>
      <w:bookmarkStart w:id="1239" w:name="_Toc406570479"/>
      <w:bookmarkStart w:id="1240" w:name="_Toc410910631"/>
      <w:bookmarkStart w:id="1241" w:name="_Toc411841059"/>
      <w:bookmarkStart w:id="1242" w:name="_Toc422147021"/>
      <w:bookmarkStart w:id="1243" w:name="_Toc433020617"/>
      <w:bookmarkStart w:id="1244" w:name="_Toc437262058"/>
      <w:bookmarkStart w:id="1245" w:name="_Toc478375233"/>
      <w:bookmarkStart w:id="1246" w:name="_Toc178232127"/>
      <w:bookmarkStart w:id="1247"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37"/>
      <w:bookmarkEnd w:id="1238"/>
      <w:bookmarkEnd w:id="1239"/>
      <w:bookmarkEnd w:id="1240"/>
      <w:bookmarkEnd w:id="1241"/>
      <w:bookmarkEnd w:id="1242"/>
      <w:bookmarkEnd w:id="1243"/>
      <w:bookmarkEnd w:id="1244"/>
      <w:bookmarkEnd w:id="1245"/>
      <w:r w:rsidR="00E30FE0" w:rsidRPr="00E30FE0">
        <w:rPr>
          <w:b/>
        </w:rPr>
        <w:t>, Resource Retirements and Deletion of DC Tie Load Zones</w:t>
      </w:r>
      <w:bookmarkEnd w:id="1246"/>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48" w:name="_Toc400526149"/>
      <w:bookmarkStart w:id="1249" w:name="_Toc405534467"/>
      <w:bookmarkStart w:id="1250" w:name="_Toc406570480"/>
      <w:bookmarkStart w:id="1251" w:name="_Toc410910632"/>
      <w:bookmarkStart w:id="1252" w:name="_Toc411841060"/>
      <w:bookmarkStart w:id="1253" w:name="_Toc422147022"/>
      <w:bookmarkStart w:id="1254" w:name="_Toc433020618"/>
      <w:bookmarkStart w:id="1255" w:name="_Toc437262059"/>
      <w:bookmarkStart w:id="1256" w:name="_Toc478375234"/>
      <w:bookmarkStart w:id="1257" w:name="_Toc178232128"/>
      <w:bookmarkEnd w:id="1247"/>
      <w:r>
        <w:t>3.10.4</w:t>
      </w:r>
      <w:r>
        <w:tab/>
        <w:t>ERCOT Responsibilities</w:t>
      </w:r>
      <w:bookmarkEnd w:id="1236"/>
      <w:bookmarkEnd w:id="1248"/>
      <w:bookmarkEnd w:id="1249"/>
      <w:bookmarkEnd w:id="1250"/>
      <w:bookmarkEnd w:id="1251"/>
      <w:bookmarkEnd w:id="1252"/>
      <w:bookmarkEnd w:id="1253"/>
      <w:bookmarkEnd w:id="1254"/>
      <w:bookmarkEnd w:id="1255"/>
      <w:bookmarkEnd w:id="1256"/>
      <w:bookmarkEnd w:id="125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58" w:name="_Toc204048549"/>
      <w:bookmarkStart w:id="1259" w:name="_Toc400526150"/>
      <w:bookmarkStart w:id="1260" w:name="_Toc405534468"/>
      <w:bookmarkStart w:id="1261" w:name="_Toc406570481"/>
      <w:bookmarkStart w:id="1262" w:name="_Toc410910633"/>
      <w:bookmarkStart w:id="1263" w:name="_Toc411841061"/>
      <w:bookmarkStart w:id="1264" w:name="_Toc422147023"/>
      <w:bookmarkStart w:id="1265" w:name="_Toc433020619"/>
      <w:bookmarkStart w:id="1266" w:name="_Toc437262060"/>
      <w:bookmarkStart w:id="1267" w:name="_Toc478375235"/>
      <w:bookmarkStart w:id="1268" w:name="_Toc178232129"/>
      <w:r>
        <w:t>3.10.5</w:t>
      </w:r>
      <w:r>
        <w:tab/>
        <w:t>TSP Responsibilities</w:t>
      </w:r>
      <w:bookmarkEnd w:id="1258"/>
      <w:bookmarkEnd w:id="1259"/>
      <w:bookmarkEnd w:id="1260"/>
      <w:bookmarkEnd w:id="1261"/>
      <w:bookmarkEnd w:id="1262"/>
      <w:bookmarkEnd w:id="1263"/>
      <w:bookmarkEnd w:id="1264"/>
      <w:bookmarkEnd w:id="1265"/>
      <w:bookmarkEnd w:id="1266"/>
      <w:bookmarkEnd w:id="1267"/>
      <w:bookmarkEnd w:id="126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69" w:name="_Toc204048550"/>
            <w:bookmarkStart w:id="1270" w:name="_Toc400526151"/>
            <w:bookmarkStart w:id="1271" w:name="_Toc405534469"/>
            <w:bookmarkStart w:id="1272" w:name="_Toc406570482"/>
            <w:bookmarkStart w:id="1273" w:name="_Toc410910634"/>
            <w:bookmarkStart w:id="1274" w:name="_Toc411841062"/>
            <w:bookmarkStart w:id="1275" w:name="_Toc422147024"/>
            <w:bookmarkStart w:id="1276" w:name="_Toc433020620"/>
            <w:bookmarkStart w:id="1277" w:name="_Toc437262061"/>
            <w:bookmarkStart w:id="1278"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79" w:name="_Toc491967192"/>
            <w:bookmarkStart w:id="1280" w:name="_Toc162186"/>
            <w:bookmarkStart w:id="1281" w:name="_Toc2078129"/>
            <w:bookmarkStart w:id="1282" w:name="_Toc5182819"/>
            <w:bookmarkStart w:id="1283" w:name="_Toc10015474"/>
            <w:bookmarkStart w:id="1284" w:name="_Toc17706355"/>
            <w:bookmarkStart w:id="1285" w:name="_Toc28421557"/>
            <w:bookmarkStart w:id="1286" w:name="_Toc33773602"/>
            <w:bookmarkStart w:id="1287" w:name="_Toc38964994"/>
            <w:bookmarkStart w:id="1288" w:name="_Toc44313274"/>
            <w:bookmarkStart w:id="1289" w:name="_Toc46954799"/>
            <w:bookmarkStart w:id="1290" w:name="_Toc49589437"/>
            <w:bookmarkStart w:id="1291" w:name="_Toc56671781"/>
            <w:bookmarkStart w:id="1292" w:name="_Toc60037322"/>
            <w:bookmarkStart w:id="1293" w:name="_Toc65141409"/>
            <w:bookmarkStart w:id="1294" w:name="_Toc68163741"/>
            <w:bookmarkStart w:id="1295" w:name="_Toc75942465"/>
            <w:bookmarkStart w:id="1296" w:name="_Toc91055118"/>
            <w:bookmarkStart w:id="1297" w:name="_Toc94099811"/>
            <w:bookmarkStart w:id="1298" w:name="_Toc94100265"/>
            <w:bookmarkStart w:id="1299" w:name="_Toc109631784"/>
            <w:bookmarkStart w:id="1300" w:name="_Toc110057660"/>
            <w:bookmarkStart w:id="1301" w:name="_Toc111272662"/>
            <w:bookmarkStart w:id="1302" w:name="_Toc112226114"/>
            <w:bookmarkStart w:id="1303" w:name="_Toc121253266"/>
            <w:bookmarkStart w:id="1304" w:name="_Toc125014665"/>
            <w:bookmarkStart w:id="1305" w:name="_Toc135988986"/>
            <w:bookmarkStart w:id="1306" w:name="_Toc176255258"/>
            <w:bookmarkStart w:id="1307" w:name="_Toc178232130"/>
            <w:r w:rsidRPr="00E55E72">
              <w:rPr>
                <w:b/>
                <w:bCs/>
                <w:i/>
              </w:rPr>
              <w:t>3.10.5</w:t>
            </w:r>
            <w:r w:rsidRPr="00E55E72">
              <w:rPr>
                <w:b/>
                <w:bCs/>
                <w:i/>
              </w:rPr>
              <w:tab/>
              <w:t>TSP and DCTO Responsibilities</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8" w:name="_Toc178232131"/>
      <w:bookmarkStart w:id="1309" w:name="_Hlk125616372"/>
      <w:r>
        <w:lastRenderedPageBreak/>
        <w:t>3.10.6</w:t>
      </w:r>
      <w:r>
        <w:tab/>
      </w:r>
      <w:r w:rsidR="00F02393">
        <w:t xml:space="preserve">QSE and </w:t>
      </w:r>
      <w:r>
        <w:t>Resource Entity Responsibilities</w:t>
      </w:r>
      <w:bookmarkEnd w:id="1269"/>
      <w:bookmarkEnd w:id="1270"/>
      <w:bookmarkEnd w:id="1271"/>
      <w:bookmarkEnd w:id="1272"/>
      <w:bookmarkEnd w:id="1273"/>
      <w:bookmarkEnd w:id="1274"/>
      <w:bookmarkEnd w:id="1275"/>
      <w:bookmarkEnd w:id="1276"/>
      <w:bookmarkEnd w:id="1277"/>
      <w:bookmarkEnd w:id="1278"/>
      <w:bookmarkEnd w:id="130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0" w:name="_Toc204048551"/>
      <w:bookmarkStart w:id="1311" w:name="_Toc400526152"/>
      <w:bookmarkStart w:id="1312" w:name="_Toc405534470"/>
      <w:bookmarkStart w:id="1313" w:name="_Toc406570483"/>
      <w:bookmarkStart w:id="1314" w:name="_Toc410910635"/>
      <w:bookmarkStart w:id="1315" w:name="_Toc411841063"/>
      <w:bookmarkStart w:id="1316" w:name="_Toc422147025"/>
      <w:bookmarkStart w:id="1317" w:name="_Toc433020621"/>
      <w:bookmarkStart w:id="1318" w:name="_Toc437262062"/>
      <w:bookmarkStart w:id="1319" w:name="_Toc478375237"/>
      <w:bookmarkStart w:id="1320" w:name="_Toc178232132"/>
      <w:bookmarkEnd w:id="1309"/>
      <w:r>
        <w:t>3.10.7</w:t>
      </w:r>
      <w:r>
        <w:tab/>
        <w:t>ERCOT System Modeling Requirements</w:t>
      </w:r>
      <w:bookmarkEnd w:id="1310"/>
      <w:bookmarkEnd w:id="1311"/>
      <w:bookmarkEnd w:id="1312"/>
      <w:bookmarkEnd w:id="1313"/>
      <w:bookmarkEnd w:id="1314"/>
      <w:bookmarkEnd w:id="1315"/>
      <w:bookmarkEnd w:id="1316"/>
      <w:bookmarkEnd w:id="1317"/>
      <w:bookmarkEnd w:id="1318"/>
      <w:bookmarkEnd w:id="1319"/>
      <w:bookmarkEnd w:id="132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1" w:name="_Toc204048552"/>
      <w:bookmarkStart w:id="1322" w:name="_Toc400526153"/>
      <w:bookmarkStart w:id="1323" w:name="_Toc405534471"/>
      <w:bookmarkStart w:id="1324" w:name="_Toc406570484"/>
      <w:bookmarkStart w:id="1325" w:name="_Toc410910636"/>
      <w:bookmarkStart w:id="1326" w:name="_Toc411841064"/>
      <w:bookmarkStart w:id="1327" w:name="_Toc422147026"/>
      <w:bookmarkStart w:id="1328" w:name="_Toc433020622"/>
      <w:bookmarkStart w:id="1329" w:name="_Toc437262063"/>
      <w:bookmarkStart w:id="1330" w:name="_Toc478375238"/>
      <w:bookmarkStart w:id="1331" w:name="_Toc178232133"/>
      <w:r w:rsidRPr="00AE0E6D">
        <w:rPr>
          <w:b/>
        </w:rPr>
        <w:t>3.10.7.1</w:t>
      </w:r>
      <w:r w:rsidRPr="00AE0E6D">
        <w:rPr>
          <w:b/>
        </w:rPr>
        <w:tab/>
        <w:t>Modeling of Transmission Elements and Parameters</w:t>
      </w:r>
      <w:bookmarkEnd w:id="1321"/>
      <w:bookmarkEnd w:id="1322"/>
      <w:bookmarkEnd w:id="1323"/>
      <w:bookmarkEnd w:id="1324"/>
      <w:bookmarkEnd w:id="1325"/>
      <w:bookmarkEnd w:id="1326"/>
      <w:bookmarkEnd w:id="1327"/>
      <w:bookmarkEnd w:id="1328"/>
      <w:bookmarkEnd w:id="1329"/>
      <w:bookmarkEnd w:id="1330"/>
      <w:bookmarkEnd w:id="133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2" w:name="OLE_LINK6"/>
      <w:bookmarkStart w:id="1333" w:name="OLE_LINK7"/>
      <w:r>
        <w:t>NOMCR</w:t>
      </w:r>
      <w:bookmarkEnd w:id="1332"/>
      <w:bookmarkEnd w:id="133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4" w:name="_Toc204048553"/>
            <w:bookmarkStart w:id="1335" w:name="_Toc400526154"/>
            <w:bookmarkStart w:id="1336" w:name="_Toc405534472"/>
            <w:bookmarkStart w:id="1337" w:name="_Toc406570485"/>
            <w:bookmarkStart w:id="1338" w:name="_Toc410910637"/>
            <w:bookmarkStart w:id="1339" w:name="_Toc411841065"/>
            <w:bookmarkStart w:id="1340" w:name="_Toc422147027"/>
            <w:bookmarkStart w:id="1341" w:name="_Toc433020623"/>
            <w:bookmarkStart w:id="1342" w:name="_Toc437262064"/>
            <w:bookmarkStart w:id="134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4" w:name="_Toc178232134"/>
      <w:r>
        <w:t>3.10.7.1.1</w:t>
      </w:r>
      <w:r>
        <w:tab/>
        <w:t>Transmission Lines</w:t>
      </w:r>
      <w:bookmarkEnd w:id="1334"/>
      <w:bookmarkEnd w:id="1335"/>
      <w:bookmarkEnd w:id="1336"/>
      <w:bookmarkEnd w:id="1337"/>
      <w:bookmarkEnd w:id="1338"/>
      <w:bookmarkEnd w:id="1339"/>
      <w:bookmarkEnd w:id="1340"/>
      <w:bookmarkEnd w:id="1341"/>
      <w:bookmarkEnd w:id="1342"/>
      <w:bookmarkEnd w:id="1343"/>
      <w:bookmarkEnd w:id="134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45" w:name="_Toc204048554"/>
      <w:bookmarkStart w:id="1346" w:name="_Toc400526155"/>
      <w:bookmarkStart w:id="1347" w:name="_Toc405534473"/>
      <w:bookmarkStart w:id="1348" w:name="_Toc406570486"/>
      <w:bookmarkStart w:id="1349" w:name="_Toc410910638"/>
      <w:bookmarkStart w:id="1350" w:name="_Toc411841066"/>
      <w:bookmarkStart w:id="1351" w:name="_Toc422147028"/>
      <w:bookmarkStart w:id="1352" w:name="_Toc433020624"/>
      <w:bookmarkStart w:id="1353" w:name="_Toc437262065"/>
      <w:bookmarkStart w:id="1354" w:name="_Toc478375240"/>
      <w:bookmarkStart w:id="1355" w:name="_Toc178232135"/>
      <w:r>
        <w:t>3.10.7.1.2</w:t>
      </w:r>
      <w:r>
        <w:tab/>
        <w:t>Transmission Buses</w:t>
      </w:r>
      <w:bookmarkEnd w:id="1345"/>
      <w:bookmarkEnd w:id="1346"/>
      <w:bookmarkEnd w:id="1347"/>
      <w:bookmarkEnd w:id="1348"/>
      <w:bookmarkEnd w:id="1349"/>
      <w:bookmarkEnd w:id="1350"/>
      <w:bookmarkEnd w:id="1351"/>
      <w:bookmarkEnd w:id="1352"/>
      <w:bookmarkEnd w:id="1353"/>
      <w:bookmarkEnd w:id="1354"/>
      <w:bookmarkEnd w:id="135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6" w:name="_Toc204048555"/>
            <w:bookmarkStart w:id="1357" w:name="_Toc400526156"/>
            <w:bookmarkStart w:id="1358" w:name="_Toc405534474"/>
            <w:bookmarkStart w:id="1359" w:name="_Toc406570487"/>
            <w:bookmarkStart w:id="1360" w:name="_Toc410910639"/>
            <w:bookmarkStart w:id="1361" w:name="_Toc411841067"/>
            <w:bookmarkStart w:id="1362" w:name="_Toc422147029"/>
            <w:bookmarkStart w:id="1363" w:name="_Toc433020625"/>
            <w:bookmarkStart w:id="1364" w:name="_Toc437262066"/>
            <w:bookmarkStart w:id="136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6" w:name="_Toc178232136"/>
      <w:r>
        <w:t>3.10.7.1.3</w:t>
      </w:r>
      <w:r>
        <w:tab/>
        <w:t>Transmission Breakers and Switches</w:t>
      </w:r>
      <w:bookmarkEnd w:id="1356"/>
      <w:bookmarkEnd w:id="1357"/>
      <w:bookmarkEnd w:id="1358"/>
      <w:bookmarkEnd w:id="1359"/>
      <w:bookmarkEnd w:id="1360"/>
      <w:bookmarkEnd w:id="1361"/>
      <w:bookmarkEnd w:id="1362"/>
      <w:bookmarkEnd w:id="1363"/>
      <w:bookmarkEnd w:id="1364"/>
      <w:bookmarkEnd w:id="1365"/>
      <w:bookmarkEnd w:id="136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7" w:name="_Toc204048556"/>
            <w:bookmarkStart w:id="1368" w:name="_Toc400526157"/>
            <w:bookmarkStart w:id="1369" w:name="_Toc405534475"/>
            <w:bookmarkStart w:id="1370" w:name="_Toc406570488"/>
            <w:bookmarkStart w:id="1371" w:name="_Toc410910640"/>
            <w:bookmarkStart w:id="1372" w:name="_Toc411841068"/>
            <w:bookmarkStart w:id="1373" w:name="_Toc422147030"/>
            <w:bookmarkStart w:id="1374" w:name="_Toc433020626"/>
            <w:bookmarkStart w:id="1375" w:name="_Toc437262067"/>
            <w:bookmarkStart w:id="137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77" w:name="_Toc178232137"/>
      <w:r>
        <w:lastRenderedPageBreak/>
        <w:t>3.10.7.1.4</w:t>
      </w:r>
      <w:r>
        <w:tab/>
        <w:t>Transmission</w:t>
      </w:r>
      <w:r w:rsidR="00387E69">
        <w:t>, Main Power Transformers (MPT</w:t>
      </w:r>
      <w:r w:rsidR="00DF0495">
        <w:t>s</w:t>
      </w:r>
      <w:r w:rsidR="00387E69">
        <w:t>)</w:t>
      </w:r>
      <w:r>
        <w:t xml:space="preserve"> and Generation Resource Step-Up Transformers</w:t>
      </w:r>
      <w:bookmarkEnd w:id="1367"/>
      <w:bookmarkEnd w:id="1368"/>
      <w:bookmarkEnd w:id="1369"/>
      <w:bookmarkEnd w:id="1370"/>
      <w:bookmarkEnd w:id="1371"/>
      <w:bookmarkEnd w:id="1372"/>
      <w:bookmarkEnd w:id="1373"/>
      <w:bookmarkEnd w:id="1374"/>
      <w:bookmarkEnd w:id="1375"/>
      <w:bookmarkEnd w:id="1376"/>
      <w:bookmarkEnd w:id="137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7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7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79" w:name="_Toc204048557"/>
      <w:bookmarkStart w:id="1380" w:name="_Toc400526158"/>
      <w:bookmarkStart w:id="1381" w:name="_Toc405534476"/>
      <w:bookmarkStart w:id="1382" w:name="_Toc406570489"/>
      <w:bookmarkStart w:id="1383" w:name="_Toc410910641"/>
      <w:bookmarkStart w:id="1384" w:name="_Toc411841069"/>
      <w:bookmarkStart w:id="1385" w:name="_Toc422147031"/>
      <w:bookmarkStart w:id="1386" w:name="_Toc433020627"/>
      <w:bookmarkStart w:id="1387" w:name="_Toc437262068"/>
      <w:bookmarkStart w:id="1388" w:name="_Toc478375243"/>
      <w:bookmarkStart w:id="1389" w:name="_Toc178232138"/>
      <w:r>
        <w:t>3.10.7.1.5</w:t>
      </w:r>
      <w:r>
        <w:tab/>
        <w:t>Reactors, Capacitors, and other Reactive Controlled Sources</w:t>
      </w:r>
      <w:bookmarkEnd w:id="1379"/>
      <w:bookmarkEnd w:id="1380"/>
      <w:bookmarkEnd w:id="1381"/>
      <w:bookmarkEnd w:id="1382"/>
      <w:bookmarkEnd w:id="1383"/>
      <w:bookmarkEnd w:id="1384"/>
      <w:bookmarkEnd w:id="1385"/>
      <w:bookmarkEnd w:id="1386"/>
      <w:bookmarkEnd w:id="1387"/>
      <w:bookmarkEnd w:id="1388"/>
      <w:bookmarkEnd w:id="138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0" w:name="_Toc204048558"/>
      <w:bookmarkStart w:id="1391" w:name="_Toc400526159"/>
      <w:bookmarkStart w:id="1392" w:name="_Toc405534477"/>
      <w:bookmarkStart w:id="1393" w:name="_Toc406570490"/>
      <w:bookmarkStart w:id="1394" w:name="_Toc410910642"/>
      <w:bookmarkStart w:id="1395" w:name="_Toc411841070"/>
      <w:bookmarkStart w:id="1396" w:name="_Toc422147032"/>
      <w:bookmarkStart w:id="1397" w:name="_Toc433020628"/>
      <w:bookmarkStart w:id="1398" w:name="_Toc437262069"/>
      <w:bookmarkStart w:id="1399" w:name="_Toc478375244"/>
      <w:bookmarkStart w:id="1400" w:name="_Toc178232139"/>
      <w:r w:rsidRPr="00552CF9">
        <w:rPr>
          <w:b/>
        </w:rPr>
        <w:t>3.10.7.2</w:t>
      </w:r>
      <w:r w:rsidRPr="00552CF9">
        <w:rPr>
          <w:b/>
        </w:rPr>
        <w:tab/>
        <w:t>Modeling of Resources and Transmission Loads</w:t>
      </w:r>
      <w:bookmarkEnd w:id="1390"/>
      <w:bookmarkEnd w:id="1391"/>
      <w:bookmarkEnd w:id="1392"/>
      <w:bookmarkEnd w:id="1393"/>
      <w:bookmarkEnd w:id="1394"/>
      <w:bookmarkEnd w:id="1395"/>
      <w:bookmarkEnd w:id="1396"/>
      <w:bookmarkEnd w:id="1397"/>
      <w:bookmarkEnd w:id="1398"/>
      <w:bookmarkEnd w:id="1399"/>
      <w:bookmarkEnd w:id="1400"/>
    </w:p>
    <w:p w14:paraId="595639F2" w14:textId="02D51B2A" w:rsidR="00EA0791" w:rsidRDefault="002D238A">
      <w:pPr>
        <w:pStyle w:val="BodyTextNumbered"/>
      </w:pPr>
      <w:bookmarkStart w:id="140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3" w:name="_Hlk90901016"/>
      <w:bookmarkEnd w:id="140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w:t>
      </w:r>
      <w:r>
        <w:lastRenderedPageBreak/>
        <w:t xml:space="preserve">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5" w:name="_Toc400526160"/>
      <w:bookmarkStart w:id="1406" w:name="_Toc405534478"/>
      <w:bookmarkStart w:id="1407" w:name="_Toc406570491"/>
      <w:bookmarkStart w:id="1408" w:name="_Toc410910643"/>
      <w:bookmarkStart w:id="1409" w:name="_Toc411841071"/>
      <w:bookmarkStart w:id="1410" w:name="_Toc422147033"/>
      <w:bookmarkStart w:id="1411" w:name="_Toc433020629"/>
      <w:bookmarkStart w:id="1412" w:name="_Toc437262070"/>
      <w:bookmarkStart w:id="1413" w:name="_Toc478375245"/>
      <w:bookmarkStart w:id="1414" w:name="_Toc17823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5"/>
      <w:bookmarkEnd w:id="1406"/>
      <w:bookmarkEnd w:id="1407"/>
      <w:bookmarkEnd w:id="1408"/>
      <w:bookmarkEnd w:id="1409"/>
      <w:bookmarkEnd w:id="1410"/>
      <w:bookmarkEnd w:id="1411"/>
      <w:bookmarkEnd w:id="1412"/>
      <w:bookmarkEnd w:id="1413"/>
      <w:bookmarkEnd w:id="141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5" w:name="_Toc17823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6" w:name="_Toc204048559"/>
      <w:bookmarkStart w:id="1417" w:name="_Toc400526161"/>
      <w:bookmarkStart w:id="1418" w:name="_Toc405534479"/>
      <w:bookmarkStart w:id="1419" w:name="_Toc406570492"/>
      <w:bookmarkStart w:id="1420" w:name="_Toc410910644"/>
      <w:bookmarkStart w:id="1421" w:name="_Toc411841072"/>
      <w:bookmarkStart w:id="1422" w:name="_Toc422147034"/>
      <w:bookmarkStart w:id="1423" w:name="_Toc433020630"/>
      <w:bookmarkStart w:id="1424" w:name="_Toc437262071"/>
      <w:bookmarkStart w:id="1425" w:name="_Toc478375246"/>
      <w:bookmarkStart w:id="1426" w:name="_Toc178232142"/>
      <w:r w:rsidRPr="00552CF9">
        <w:rPr>
          <w:b/>
        </w:rPr>
        <w:t>3.10.7.3</w:t>
      </w:r>
      <w:r w:rsidRPr="00552CF9">
        <w:rPr>
          <w:b/>
        </w:rPr>
        <w:tab/>
        <w:t>Modeling of Private Use Networks</w:t>
      </w:r>
      <w:bookmarkEnd w:id="1416"/>
      <w:bookmarkEnd w:id="1417"/>
      <w:bookmarkEnd w:id="1418"/>
      <w:bookmarkEnd w:id="1419"/>
      <w:bookmarkEnd w:id="1420"/>
      <w:bookmarkEnd w:id="1421"/>
      <w:bookmarkEnd w:id="1422"/>
      <w:bookmarkEnd w:id="1423"/>
      <w:bookmarkEnd w:id="1424"/>
      <w:bookmarkEnd w:id="1425"/>
      <w:bookmarkEnd w:id="142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7" w:name="_Toc204048560"/>
      <w:bookmarkStart w:id="1428" w:name="_Toc400526162"/>
      <w:bookmarkStart w:id="1429" w:name="_Toc405534480"/>
      <w:bookmarkStart w:id="1430" w:name="_Toc406570493"/>
      <w:bookmarkStart w:id="1431" w:name="_Toc410910645"/>
      <w:bookmarkStart w:id="1432" w:name="_Toc411841073"/>
      <w:bookmarkStart w:id="1433" w:name="_Toc422147035"/>
      <w:bookmarkStart w:id="1434" w:name="_Toc433020631"/>
      <w:bookmarkStart w:id="1435" w:name="_Toc437262072"/>
      <w:bookmarkStart w:id="1436" w:name="_Toc478375247"/>
      <w:bookmarkStart w:id="1437" w:name="_Toc178232143"/>
      <w:r w:rsidRPr="00552CF9">
        <w:rPr>
          <w:b/>
        </w:rPr>
        <w:t>3.10.7.4</w:t>
      </w:r>
      <w:r w:rsidRPr="00552CF9">
        <w:rPr>
          <w:b/>
        </w:rPr>
        <w:tab/>
      </w:r>
      <w:r w:rsidR="006E44DA" w:rsidRPr="007D2202">
        <w:rPr>
          <w:b/>
          <w:bCs/>
        </w:rPr>
        <w:t>Remedial Action Schemes, Automatic Mitigation Plans and Remedial Action Plans</w:t>
      </w:r>
      <w:bookmarkEnd w:id="1427"/>
      <w:bookmarkEnd w:id="1428"/>
      <w:bookmarkEnd w:id="1429"/>
      <w:bookmarkEnd w:id="1430"/>
      <w:bookmarkEnd w:id="1431"/>
      <w:bookmarkEnd w:id="1432"/>
      <w:bookmarkEnd w:id="1433"/>
      <w:bookmarkEnd w:id="1434"/>
      <w:bookmarkEnd w:id="1435"/>
      <w:bookmarkEnd w:id="1436"/>
      <w:bookmarkEnd w:id="143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8" w:name="_Toc144691952"/>
      <w:bookmarkStart w:id="1439" w:name="_Toc204048561"/>
      <w:bookmarkStart w:id="1440" w:name="_Toc400526163"/>
      <w:bookmarkStart w:id="1441" w:name="_Toc405534481"/>
      <w:bookmarkStart w:id="1442" w:name="_Toc406570494"/>
      <w:bookmarkStart w:id="1443" w:name="_Toc410910646"/>
      <w:bookmarkStart w:id="1444" w:name="_Toc411841074"/>
      <w:bookmarkStart w:id="1445" w:name="_Toc422147036"/>
      <w:bookmarkStart w:id="1446" w:name="_Toc433020632"/>
      <w:bookmarkStart w:id="1447" w:name="_Toc437262073"/>
      <w:bookmarkStart w:id="1448" w:name="_Toc478375248"/>
      <w:bookmarkStart w:id="1449" w:name="_Toc178232144"/>
      <w:r w:rsidRPr="00552CF9">
        <w:rPr>
          <w:b/>
        </w:rPr>
        <w:t>3.10.7.5</w:t>
      </w:r>
      <w:r w:rsidRPr="00552CF9">
        <w:rPr>
          <w:b/>
        </w:rPr>
        <w:tab/>
        <w:t xml:space="preserve">Telemetry </w:t>
      </w:r>
      <w:bookmarkEnd w:id="1438"/>
      <w:bookmarkEnd w:id="1439"/>
      <w:bookmarkEnd w:id="1440"/>
      <w:bookmarkEnd w:id="1441"/>
      <w:bookmarkEnd w:id="1442"/>
      <w:bookmarkEnd w:id="1443"/>
      <w:bookmarkEnd w:id="1444"/>
      <w:bookmarkEnd w:id="1445"/>
      <w:bookmarkEnd w:id="1446"/>
      <w:bookmarkEnd w:id="1447"/>
      <w:bookmarkEnd w:id="1448"/>
      <w:r w:rsidR="008F7DE7">
        <w:rPr>
          <w:b/>
        </w:rPr>
        <w:t>Requirements</w:t>
      </w:r>
      <w:bookmarkEnd w:id="144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0" w:name="_Toc144691953"/>
      <w:bookmarkStart w:id="1451" w:name="_Toc204048562"/>
      <w:bookmarkStart w:id="1452" w:name="_Toc400526164"/>
      <w:bookmarkStart w:id="1453" w:name="_Toc405534482"/>
      <w:bookmarkStart w:id="1454" w:name="_Toc406570495"/>
      <w:bookmarkStart w:id="1455" w:name="_Toc410910647"/>
      <w:bookmarkStart w:id="1456" w:name="_Toc411841075"/>
      <w:bookmarkStart w:id="1457" w:name="_Toc422147037"/>
      <w:bookmarkStart w:id="1458" w:name="_Toc433020633"/>
      <w:bookmarkStart w:id="1459" w:name="_Toc437262074"/>
      <w:bookmarkStart w:id="1460" w:name="_Toc478375249"/>
      <w:bookmarkStart w:id="1461" w:name="_Toc178232145"/>
      <w:r>
        <w:t>3.10.7.5.1</w:t>
      </w:r>
      <w:r>
        <w:tab/>
        <w:t>Continuous Telemetry of the Status of Breakers and Switches</w:t>
      </w:r>
      <w:bookmarkEnd w:id="1450"/>
      <w:bookmarkEnd w:id="1451"/>
      <w:bookmarkEnd w:id="1452"/>
      <w:bookmarkEnd w:id="1453"/>
      <w:bookmarkEnd w:id="1454"/>
      <w:bookmarkEnd w:id="1455"/>
      <w:bookmarkEnd w:id="1456"/>
      <w:bookmarkEnd w:id="1457"/>
      <w:bookmarkEnd w:id="1458"/>
      <w:bookmarkEnd w:id="1459"/>
      <w:bookmarkEnd w:id="1460"/>
      <w:bookmarkEnd w:id="146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2" w:name="_Toc144691954"/>
      <w:bookmarkStart w:id="1463" w:name="_Toc204048563"/>
      <w:bookmarkStart w:id="1464" w:name="_Toc400526165"/>
      <w:bookmarkStart w:id="1465" w:name="_Toc405534483"/>
      <w:bookmarkStart w:id="1466" w:name="_Toc406570496"/>
      <w:bookmarkStart w:id="1467" w:name="_Toc410910648"/>
      <w:bookmarkStart w:id="1468" w:name="_Toc411841076"/>
      <w:bookmarkStart w:id="1469" w:name="_Toc422147038"/>
      <w:bookmarkStart w:id="1470" w:name="_Toc433020634"/>
      <w:bookmarkStart w:id="1471" w:name="_Toc437262075"/>
      <w:bookmarkStart w:id="1472" w:name="_Toc478375250"/>
      <w:bookmarkStart w:id="1473" w:name="_Toc178232146"/>
      <w:r>
        <w:t>3.10.7.5.2</w:t>
      </w:r>
      <w:r>
        <w:tab/>
        <w:t>Continuous Telemetry of the Real-Time Measurements of Bus Load, Voltages, Tap Position, and Flows</w:t>
      </w:r>
      <w:bookmarkEnd w:id="1462"/>
      <w:bookmarkEnd w:id="1463"/>
      <w:bookmarkEnd w:id="1464"/>
      <w:bookmarkEnd w:id="1465"/>
      <w:bookmarkEnd w:id="1466"/>
      <w:bookmarkEnd w:id="1467"/>
      <w:bookmarkEnd w:id="1468"/>
      <w:bookmarkEnd w:id="1469"/>
      <w:bookmarkEnd w:id="1470"/>
      <w:bookmarkEnd w:id="1471"/>
      <w:bookmarkEnd w:id="1472"/>
      <w:bookmarkEnd w:id="147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w:t>
            </w:r>
            <w:r w:rsidRPr="00E55E72">
              <w:rPr>
                <w:iCs/>
              </w:rPr>
              <w:lastRenderedPageBreak/>
              <w:t xml:space="preserve">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4" w:name="_Toc204048564"/>
            <w:bookmarkStart w:id="1475" w:name="_Toc400526166"/>
            <w:bookmarkStart w:id="1476" w:name="_Toc405534484"/>
            <w:bookmarkStart w:id="1477" w:name="_Toc406570497"/>
            <w:bookmarkStart w:id="1478" w:name="_Toc410910649"/>
            <w:bookmarkStart w:id="1479" w:name="_Toc411841077"/>
            <w:bookmarkStart w:id="1480" w:name="_Toc422147039"/>
            <w:bookmarkStart w:id="1481" w:name="_Toc433020635"/>
            <w:bookmarkStart w:id="1482" w:name="_Toc437262076"/>
            <w:bookmarkStart w:id="148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4" w:name="_Toc178232147"/>
      <w:r>
        <w:lastRenderedPageBreak/>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5" w:name="_Toc178232148"/>
      <w:r>
        <w:rPr>
          <w:rFonts w:cs="Arial"/>
          <w:iCs w:val="0"/>
        </w:rPr>
        <w:t>3.10.7.5.4</w:t>
      </w:r>
      <w:r w:rsidRPr="000C1FFC">
        <w:rPr>
          <w:rFonts w:cs="Arial"/>
          <w:iCs w:val="0"/>
        </w:rPr>
        <w:tab/>
        <w:t>General Telemetry Performance Criteria</w:t>
      </w:r>
      <w:bookmarkEnd w:id="148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6" w:name="_Toc178232149"/>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7" w:name="_Toc178232150"/>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8" w:name="_Toc178232151"/>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89" w:name="_Toc178232152"/>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89"/>
    </w:p>
    <w:p w14:paraId="0359D2FD" w14:textId="77777777" w:rsidR="00CC4EC4" w:rsidRPr="000C1FFC" w:rsidRDefault="00CC4EC4" w:rsidP="00CC4EC4">
      <w:pPr>
        <w:pStyle w:val="H2"/>
        <w:ind w:left="907" w:hanging="907"/>
        <w:outlineLvl w:val="3"/>
      </w:pPr>
      <w:bookmarkStart w:id="1490" w:name="_Toc178232153"/>
      <w:r>
        <w:t>3.10.7.5.8.1</w:t>
      </w:r>
      <w:r w:rsidRPr="000C1FFC">
        <w:tab/>
        <w:t>Data Quality Codes</w:t>
      </w:r>
      <w:bookmarkEnd w:id="149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1" w:name="_Toc178232154"/>
      <w:r>
        <w:t>3.10.7.5.8.2</w:t>
      </w:r>
      <w:r w:rsidRPr="000C1FFC">
        <w:tab/>
        <w:t>Reliability of ICCP Associations</w:t>
      </w:r>
      <w:bookmarkEnd w:id="149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2" w:name="_Toc178232155"/>
      <w:r w:rsidRPr="00D471F7">
        <w:rPr>
          <w:rFonts w:cs="Arial"/>
          <w:szCs w:val="24"/>
        </w:rPr>
        <w:t>3.10.7.5.9</w:t>
      </w:r>
      <w:r w:rsidRPr="00D471F7">
        <w:rPr>
          <w:rFonts w:cs="Arial"/>
          <w:szCs w:val="24"/>
        </w:rPr>
        <w:tab/>
        <w:t>ERCOT Requests for Telemetry</w:t>
      </w:r>
      <w:bookmarkEnd w:id="149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3" w:name="_Toc178232156"/>
      <w:r w:rsidRPr="00D471F7">
        <w:rPr>
          <w:rFonts w:cs="Arial"/>
          <w:szCs w:val="24"/>
        </w:rPr>
        <w:lastRenderedPageBreak/>
        <w:t>3.10.7.5.10</w:t>
      </w:r>
      <w:r w:rsidRPr="00D471F7">
        <w:rPr>
          <w:rFonts w:cs="Arial"/>
          <w:szCs w:val="24"/>
        </w:rPr>
        <w:tab/>
        <w:t>ERCOT Requests for Redundant Telemetry</w:t>
      </w:r>
      <w:bookmarkEnd w:id="149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4" w:name="_Toc178232157"/>
      <w:r w:rsidRPr="007F4287">
        <w:rPr>
          <w:b/>
        </w:rPr>
        <w:t>3.10.7.6</w:t>
      </w:r>
      <w:r w:rsidRPr="007F4287">
        <w:rPr>
          <w:b/>
        </w:rPr>
        <w:tab/>
      </w:r>
      <w:r w:rsidR="004661C6">
        <w:rPr>
          <w:b/>
        </w:rPr>
        <w:t>Use</w:t>
      </w:r>
      <w:r w:rsidRPr="007F4287">
        <w:rPr>
          <w:b/>
        </w:rPr>
        <w:t xml:space="preserve"> of Generic Transmission </w:t>
      </w:r>
      <w:bookmarkEnd w:id="1474"/>
      <w:r w:rsidR="004661C6" w:rsidRPr="004661C6">
        <w:rPr>
          <w:b/>
        </w:rPr>
        <w:t>Constraints and Generic Transmission Limits</w:t>
      </w:r>
      <w:bookmarkEnd w:id="1475"/>
      <w:bookmarkEnd w:id="1476"/>
      <w:bookmarkEnd w:id="1477"/>
      <w:bookmarkEnd w:id="1478"/>
      <w:bookmarkEnd w:id="1479"/>
      <w:bookmarkEnd w:id="1480"/>
      <w:bookmarkEnd w:id="1481"/>
      <w:bookmarkEnd w:id="1482"/>
      <w:bookmarkEnd w:id="1483"/>
      <w:bookmarkEnd w:id="149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5" w:name="_Toc478375252"/>
      <w:bookmarkStart w:id="1496" w:name="_Toc178232158"/>
      <w:r>
        <w:rPr>
          <w:b/>
        </w:rPr>
        <w:t>3.10.7.7</w:t>
      </w:r>
      <w:r>
        <w:tab/>
      </w:r>
      <w:r w:rsidR="00415452" w:rsidRPr="00415452">
        <w:rPr>
          <w:b/>
        </w:rPr>
        <w:t>DC Tie Limits</w:t>
      </w:r>
      <w:bookmarkEnd w:id="1495"/>
      <w:bookmarkEnd w:id="1496"/>
    </w:p>
    <w:p w14:paraId="7F3C1602" w14:textId="77777777" w:rsidR="00415452" w:rsidRPr="00415452" w:rsidRDefault="00415452" w:rsidP="00016388">
      <w:pPr>
        <w:pStyle w:val="BodyTextNumbered"/>
      </w:pPr>
      <w:bookmarkStart w:id="149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8" w:name="_Toc114235789"/>
            <w:bookmarkStart w:id="1499" w:name="_Toc144691955"/>
            <w:bookmarkStart w:id="1500" w:name="_Toc204048565"/>
            <w:bookmarkStart w:id="1501" w:name="_Toc400526167"/>
            <w:bookmarkStart w:id="1502" w:name="_Toc405534485"/>
            <w:bookmarkStart w:id="1503" w:name="_Toc406570498"/>
            <w:bookmarkStart w:id="1504" w:name="_Toc410910650"/>
            <w:bookmarkStart w:id="1505" w:name="_Toc411841078"/>
            <w:bookmarkStart w:id="1506" w:name="_Toc422147040"/>
            <w:bookmarkStart w:id="1507" w:name="_Toc433020636"/>
            <w:bookmarkStart w:id="1508" w:name="_Toc437262077"/>
            <w:bookmarkStart w:id="150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0" w:name="_Toc505586443"/>
            <w:bookmarkStart w:id="1511" w:name="_Toc510513346"/>
            <w:bookmarkStart w:id="1512" w:name="_Toc517103790"/>
            <w:bookmarkStart w:id="1513" w:name="_Toc523224978"/>
            <w:bookmarkStart w:id="1514" w:name="_Toc527535307"/>
            <w:bookmarkStart w:id="1515" w:name="_Toc162204"/>
            <w:bookmarkStart w:id="1516" w:name="_Toc2078147"/>
            <w:bookmarkStart w:id="1517" w:name="_Toc5182837"/>
            <w:bookmarkStart w:id="1518" w:name="_Toc10015492"/>
            <w:bookmarkStart w:id="1519" w:name="_Toc10017783"/>
            <w:bookmarkStart w:id="1520" w:name="_Toc17706373"/>
            <w:bookmarkStart w:id="1521" w:name="_Toc28421575"/>
            <w:bookmarkStart w:id="1522" w:name="_Toc33773620"/>
            <w:bookmarkStart w:id="1523" w:name="_Toc38965012"/>
            <w:bookmarkStart w:id="1524" w:name="_Toc44313293"/>
            <w:bookmarkStart w:id="1525" w:name="_Toc46954818"/>
            <w:bookmarkStart w:id="1526" w:name="_Toc49589457"/>
            <w:bookmarkStart w:id="1527" w:name="_Toc56671801"/>
            <w:bookmarkStart w:id="1528" w:name="_Toc60037342"/>
            <w:bookmarkStart w:id="1529" w:name="_Toc65141429"/>
            <w:bookmarkStart w:id="1530" w:name="_Toc68163761"/>
            <w:bookmarkStart w:id="1531" w:name="_Toc75942495"/>
            <w:bookmarkStart w:id="1532" w:name="_Toc91055148"/>
            <w:bookmarkStart w:id="1533" w:name="_Toc94100295"/>
            <w:bookmarkStart w:id="1534" w:name="_Toc109631814"/>
            <w:bookmarkStart w:id="1535" w:name="_Toc110057690"/>
            <w:bookmarkStart w:id="1536" w:name="_Toc111272692"/>
            <w:bookmarkStart w:id="1537" w:name="_Toc112226144"/>
            <w:bookmarkStart w:id="1538" w:name="_Toc121253296"/>
            <w:bookmarkStart w:id="1539" w:name="_Toc125014695"/>
            <w:bookmarkStart w:id="1540" w:name="_Toc135989015"/>
            <w:bookmarkStart w:id="1541" w:name="_Toc160026656"/>
            <w:bookmarkStart w:id="1542" w:name="_Toc178232159"/>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3" w:name="_Toc178232160"/>
      <w:r>
        <w:t>3.10.8</w:t>
      </w:r>
      <w:r>
        <w:tab/>
        <w:t>Dynamic Ratings</w:t>
      </w:r>
      <w:bookmarkEnd w:id="1498"/>
      <w:bookmarkEnd w:id="1499"/>
      <w:bookmarkEnd w:id="1500"/>
      <w:bookmarkEnd w:id="1501"/>
      <w:bookmarkEnd w:id="1502"/>
      <w:bookmarkEnd w:id="1503"/>
      <w:bookmarkEnd w:id="1504"/>
      <w:bookmarkEnd w:id="1505"/>
      <w:bookmarkEnd w:id="1506"/>
      <w:bookmarkEnd w:id="1507"/>
      <w:bookmarkEnd w:id="1508"/>
      <w:bookmarkEnd w:id="1509"/>
      <w:bookmarkEnd w:id="15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4" w:name="_Toc144691956"/>
      <w:bookmarkStart w:id="1545" w:name="_Toc204048566"/>
      <w:bookmarkStart w:id="1546" w:name="_Toc400526168"/>
      <w:bookmarkStart w:id="1547" w:name="_Toc405534486"/>
      <w:bookmarkStart w:id="1548" w:name="_Toc406570499"/>
      <w:bookmarkStart w:id="1549" w:name="_Toc410910651"/>
      <w:bookmarkStart w:id="1550" w:name="_Toc411841079"/>
      <w:bookmarkStart w:id="1551" w:name="_Toc422147041"/>
      <w:bookmarkStart w:id="1552" w:name="_Toc433020637"/>
      <w:bookmarkStart w:id="1553" w:name="_Toc437262078"/>
      <w:bookmarkStart w:id="1554" w:name="_Toc478375255"/>
      <w:bookmarkStart w:id="1555" w:name="_Toc178232161"/>
      <w:r w:rsidRPr="00AE0E6D">
        <w:rPr>
          <w:b/>
        </w:rPr>
        <w:t>3.10.8.1</w:t>
      </w:r>
      <w:r w:rsidRPr="00AE0E6D">
        <w:rPr>
          <w:b/>
        </w:rPr>
        <w:tab/>
        <w:t>Dynamic Ratings Delivered via ICCP</w:t>
      </w:r>
      <w:bookmarkEnd w:id="1544"/>
      <w:bookmarkEnd w:id="1545"/>
      <w:bookmarkEnd w:id="1546"/>
      <w:bookmarkEnd w:id="1547"/>
      <w:bookmarkEnd w:id="1548"/>
      <w:bookmarkEnd w:id="1549"/>
      <w:bookmarkEnd w:id="1550"/>
      <w:bookmarkEnd w:id="1551"/>
      <w:bookmarkEnd w:id="1552"/>
      <w:bookmarkEnd w:id="1553"/>
      <w:bookmarkEnd w:id="1554"/>
      <w:bookmarkEnd w:id="15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6" w:name="_Toc144691957"/>
      <w:bookmarkStart w:id="1557" w:name="_Toc204048567"/>
      <w:bookmarkStart w:id="1558" w:name="_Toc400526169"/>
      <w:bookmarkStart w:id="1559" w:name="_Toc405534487"/>
      <w:bookmarkStart w:id="1560" w:name="_Toc406570500"/>
      <w:bookmarkStart w:id="1561" w:name="_Toc410910652"/>
      <w:bookmarkStart w:id="1562" w:name="_Toc411841080"/>
      <w:bookmarkStart w:id="1563" w:name="_Toc422147042"/>
      <w:bookmarkStart w:id="1564" w:name="_Toc433020638"/>
      <w:bookmarkStart w:id="1565" w:name="_Toc437262079"/>
      <w:bookmarkStart w:id="1566" w:name="_Toc478375256"/>
      <w:bookmarkStart w:id="1567" w:name="_Toc178232162"/>
      <w:r w:rsidRPr="00AE0E6D">
        <w:rPr>
          <w:b/>
        </w:rPr>
        <w:t>3.10.8.2</w:t>
      </w:r>
      <w:r w:rsidRPr="00AE0E6D">
        <w:rPr>
          <w:b/>
        </w:rPr>
        <w:tab/>
        <w:t>Dynamic Ratings Delivered via Static Table and Telemetered Temperature</w:t>
      </w:r>
      <w:bookmarkEnd w:id="1556"/>
      <w:bookmarkEnd w:id="1557"/>
      <w:bookmarkEnd w:id="1558"/>
      <w:bookmarkEnd w:id="1559"/>
      <w:bookmarkEnd w:id="1560"/>
      <w:bookmarkEnd w:id="1561"/>
      <w:bookmarkEnd w:id="1562"/>
      <w:bookmarkEnd w:id="1563"/>
      <w:bookmarkEnd w:id="1564"/>
      <w:bookmarkEnd w:id="1565"/>
      <w:bookmarkEnd w:id="1566"/>
      <w:bookmarkEnd w:id="15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8" w:name="_Toc144691958"/>
      <w:bookmarkStart w:id="1569" w:name="_Toc204048568"/>
      <w:bookmarkStart w:id="1570" w:name="_Toc400526170"/>
      <w:bookmarkStart w:id="1571" w:name="_Toc405534488"/>
      <w:bookmarkStart w:id="1572" w:name="_Toc406570501"/>
      <w:bookmarkStart w:id="1573" w:name="_Toc410910653"/>
      <w:bookmarkStart w:id="1574" w:name="_Toc411841081"/>
      <w:bookmarkStart w:id="1575" w:name="_Toc422147043"/>
      <w:bookmarkStart w:id="1576" w:name="_Toc433020639"/>
      <w:bookmarkStart w:id="1577" w:name="_Toc437262080"/>
      <w:bookmarkStart w:id="1578" w:name="_Toc478375257"/>
      <w:bookmarkStart w:id="1579" w:name="_Toc178232163"/>
      <w:r w:rsidRPr="00AE0E6D">
        <w:rPr>
          <w:b/>
        </w:rPr>
        <w:t>3.10.8.3</w:t>
      </w:r>
      <w:r w:rsidRPr="00AE0E6D">
        <w:rPr>
          <w:b/>
        </w:rPr>
        <w:tab/>
        <w:t>Dynamic Rating Network Operations Model Change Requests</w:t>
      </w:r>
      <w:bookmarkEnd w:id="1568"/>
      <w:bookmarkEnd w:id="1569"/>
      <w:bookmarkEnd w:id="1570"/>
      <w:bookmarkEnd w:id="1571"/>
      <w:bookmarkEnd w:id="1572"/>
      <w:bookmarkEnd w:id="1573"/>
      <w:bookmarkEnd w:id="1574"/>
      <w:bookmarkEnd w:id="1575"/>
      <w:bookmarkEnd w:id="1576"/>
      <w:bookmarkEnd w:id="1577"/>
      <w:bookmarkEnd w:id="1578"/>
      <w:bookmarkEnd w:id="15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0" w:name="_Toc144691959"/>
      <w:bookmarkStart w:id="1581" w:name="_Toc204048569"/>
      <w:bookmarkStart w:id="1582" w:name="_Toc400526171"/>
      <w:bookmarkStart w:id="1583" w:name="_Toc405534489"/>
      <w:bookmarkStart w:id="1584" w:name="_Toc406570502"/>
      <w:bookmarkStart w:id="1585" w:name="_Toc410910654"/>
      <w:bookmarkStart w:id="1586" w:name="_Toc411841082"/>
      <w:bookmarkStart w:id="1587" w:name="_Toc422147044"/>
      <w:bookmarkStart w:id="1588" w:name="_Toc433020640"/>
      <w:bookmarkStart w:id="1589" w:name="_Toc437262081"/>
      <w:bookmarkStart w:id="1590" w:name="_Toc478375258"/>
      <w:bookmarkStart w:id="1591" w:name="_Toc178232164"/>
      <w:r w:rsidRPr="00AE0E6D">
        <w:rPr>
          <w:b/>
        </w:rPr>
        <w:t>3.10.8.4</w:t>
      </w:r>
      <w:r w:rsidRPr="00AE0E6D">
        <w:rPr>
          <w:b/>
        </w:rPr>
        <w:tab/>
        <w:t>ERCOT Responsibilities Related to Dynamic Ratings</w:t>
      </w:r>
      <w:bookmarkEnd w:id="1580"/>
      <w:bookmarkEnd w:id="1581"/>
      <w:bookmarkEnd w:id="1582"/>
      <w:bookmarkEnd w:id="1583"/>
      <w:bookmarkEnd w:id="1584"/>
      <w:bookmarkEnd w:id="1585"/>
      <w:bookmarkEnd w:id="1586"/>
      <w:bookmarkEnd w:id="1587"/>
      <w:bookmarkEnd w:id="1588"/>
      <w:bookmarkEnd w:id="1589"/>
      <w:bookmarkEnd w:id="1590"/>
      <w:bookmarkEnd w:id="15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2" w:name="_Toc144691960"/>
      <w:bookmarkStart w:id="1593" w:name="_Toc204048570"/>
      <w:bookmarkStart w:id="1594" w:name="_Toc400526172"/>
      <w:bookmarkStart w:id="1595" w:name="_Toc405534490"/>
      <w:bookmarkStart w:id="1596" w:name="_Toc406570503"/>
      <w:bookmarkStart w:id="1597" w:name="_Toc410910655"/>
      <w:bookmarkStart w:id="1598" w:name="_Toc411841083"/>
      <w:bookmarkStart w:id="1599" w:name="_Toc422147045"/>
      <w:bookmarkStart w:id="1600" w:name="_Toc433020641"/>
      <w:bookmarkStart w:id="1601" w:name="_Toc437262082"/>
      <w:bookmarkStart w:id="1602" w:name="_Toc478375259"/>
      <w:bookmarkStart w:id="1603" w:name="_Toc178232165"/>
      <w:r w:rsidRPr="00AE0E6D">
        <w:rPr>
          <w:b/>
        </w:rPr>
        <w:t>3.10.8.5</w:t>
      </w:r>
      <w:r w:rsidRPr="00AE0E6D">
        <w:rPr>
          <w:b/>
        </w:rPr>
        <w:tab/>
        <w:t>Transmission Service Provider Responsibilities Related to Dynamic Ratings</w:t>
      </w:r>
      <w:bookmarkEnd w:id="1592"/>
      <w:bookmarkEnd w:id="1593"/>
      <w:bookmarkEnd w:id="1594"/>
      <w:bookmarkEnd w:id="1595"/>
      <w:bookmarkEnd w:id="1596"/>
      <w:bookmarkEnd w:id="1597"/>
      <w:bookmarkEnd w:id="1598"/>
      <w:bookmarkEnd w:id="1599"/>
      <w:bookmarkEnd w:id="1600"/>
      <w:bookmarkEnd w:id="1601"/>
      <w:bookmarkEnd w:id="1602"/>
      <w:bookmarkEnd w:id="16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4" w:name="_Toc114235790"/>
      <w:bookmarkStart w:id="1605" w:name="_Toc144691961"/>
      <w:bookmarkStart w:id="1606" w:name="_Toc204048571"/>
      <w:bookmarkStart w:id="1607" w:name="_Toc400526173"/>
      <w:bookmarkStart w:id="1608" w:name="_Toc405534491"/>
      <w:bookmarkStart w:id="1609" w:name="_Toc406570504"/>
      <w:bookmarkStart w:id="1610" w:name="_Toc410910656"/>
      <w:bookmarkStart w:id="1611" w:name="_Toc411841084"/>
      <w:bookmarkStart w:id="1612" w:name="_Toc422147046"/>
      <w:bookmarkStart w:id="1613" w:name="_Toc433020642"/>
      <w:bookmarkStart w:id="1614" w:name="_Toc437262083"/>
      <w:bookmarkStart w:id="1615" w:name="_Toc478375260"/>
      <w:bookmarkStart w:id="1616" w:name="_Toc178232166"/>
      <w:r>
        <w:t>3.10.9</w:t>
      </w:r>
      <w:r>
        <w:tab/>
        <w:t xml:space="preserve">State Estimator </w:t>
      </w:r>
      <w:bookmarkEnd w:id="1604"/>
      <w:bookmarkEnd w:id="1605"/>
      <w:bookmarkEnd w:id="1606"/>
      <w:bookmarkEnd w:id="1607"/>
      <w:bookmarkEnd w:id="1608"/>
      <w:bookmarkEnd w:id="1609"/>
      <w:bookmarkEnd w:id="1610"/>
      <w:bookmarkEnd w:id="1611"/>
      <w:bookmarkEnd w:id="1612"/>
      <w:bookmarkEnd w:id="1613"/>
      <w:bookmarkEnd w:id="1614"/>
      <w:bookmarkEnd w:id="1615"/>
      <w:r w:rsidR="00CC4EC4">
        <w:t>Requirements</w:t>
      </w:r>
      <w:bookmarkEnd w:id="161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7" w:name="_Toc144691962"/>
      <w:bookmarkStart w:id="1618" w:name="_Toc204048572"/>
      <w:bookmarkStart w:id="1619" w:name="_Toc400526174"/>
      <w:bookmarkStart w:id="1620" w:name="_Toc405534492"/>
      <w:bookmarkStart w:id="1621" w:name="_Toc406570505"/>
      <w:bookmarkStart w:id="1622" w:name="_Toc410910657"/>
      <w:bookmarkStart w:id="1623" w:name="_Toc411841085"/>
      <w:bookmarkStart w:id="1624" w:name="_Toc422147047"/>
      <w:bookmarkStart w:id="1625" w:name="_Toc433020643"/>
      <w:bookmarkStart w:id="1626" w:name="_Toc437262084"/>
      <w:bookmarkStart w:id="1627" w:name="_Toc478375261"/>
      <w:bookmarkStart w:id="1628" w:name="_Toc178232167"/>
      <w:r w:rsidRPr="00AE0E6D">
        <w:rPr>
          <w:b/>
        </w:rPr>
        <w:t>3.10.9.1</w:t>
      </w:r>
      <w:r w:rsidRPr="00AE0E6D">
        <w:rPr>
          <w:b/>
        </w:rPr>
        <w:tab/>
        <w:t xml:space="preserve">Considerations for </w:t>
      </w:r>
      <w:r w:rsidR="00D15E6C">
        <w:rPr>
          <w:b/>
        </w:rPr>
        <w:t xml:space="preserve">State Estimator </w:t>
      </w:r>
      <w:bookmarkEnd w:id="1617"/>
      <w:bookmarkEnd w:id="1618"/>
      <w:bookmarkEnd w:id="1619"/>
      <w:bookmarkEnd w:id="1620"/>
      <w:bookmarkEnd w:id="1621"/>
      <w:bookmarkEnd w:id="1622"/>
      <w:bookmarkEnd w:id="1623"/>
      <w:bookmarkEnd w:id="1624"/>
      <w:bookmarkEnd w:id="1625"/>
      <w:bookmarkEnd w:id="1626"/>
      <w:bookmarkEnd w:id="1627"/>
      <w:r w:rsidR="00CC4EC4">
        <w:rPr>
          <w:b/>
        </w:rPr>
        <w:t>Requirements</w:t>
      </w:r>
      <w:bookmarkEnd w:id="162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lastRenderedPageBreak/>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9" w:name="_Toc178232168"/>
      <w:bookmarkStart w:id="1630" w:name="_Toc144691963"/>
      <w:bookmarkStart w:id="1631" w:name="_Toc204048573"/>
      <w:bookmarkStart w:id="1632" w:name="_Toc400526175"/>
      <w:bookmarkStart w:id="1633" w:name="_Toc405534493"/>
      <w:bookmarkStart w:id="1634" w:name="_Toc406570506"/>
      <w:bookmarkStart w:id="1635" w:name="_Toc410910658"/>
      <w:bookmarkStart w:id="1636" w:name="_Toc411841086"/>
      <w:bookmarkStart w:id="1637" w:name="_Toc422147048"/>
      <w:bookmarkStart w:id="1638" w:name="_Toc433020644"/>
      <w:bookmarkStart w:id="1639" w:name="_Toc437262085"/>
      <w:bookmarkStart w:id="1640" w:name="_Toc478375262"/>
      <w:r w:rsidRPr="00795F57">
        <w:rPr>
          <w:b/>
        </w:rPr>
        <w:t>3.10.9.2</w:t>
      </w:r>
      <w:r w:rsidRPr="00795F57">
        <w:rPr>
          <w:b/>
        </w:rPr>
        <w:tab/>
        <w:t>State Estimator Data</w:t>
      </w:r>
      <w:bookmarkEnd w:id="162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1" w:name="_Toc178232169"/>
      <w:r w:rsidRPr="00795F57">
        <w:rPr>
          <w:b/>
        </w:rPr>
        <w:lastRenderedPageBreak/>
        <w:t>3.10.9.3</w:t>
      </w:r>
      <w:r w:rsidRPr="00795F57">
        <w:rPr>
          <w:b/>
        </w:rPr>
        <w:tab/>
        <w:t>Telemetry Status and Analog Measurements Data</w:t>
      </w:r>
      <w:bookmarkEnd w:id="164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2" w:name="_Toc178232170"/>
      <w:r w:rsidRPr="00795F57">
        <w:rPr>
          <w:b/>
        </w:rPr>
        <w:t>3.10.9.4</w:t>
      </w:r>
      <w:r w:rsidRPr="00795F57">
        <w:rPr>
          <w:b/>
        </w:rPr>
        <w:tab/>
        <w:t>State Estimator Performance Requirements</w:t>
      </w:r>
      <w:bookmarkEnd w:id="164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3" w:name="_Toc178232171"/>
      <w:r w:rsidRPr="00795F57">
        <w:rPr>
          <w:b/>
        </w:rPr>
        <w:lastRenderedPageBreak/>
        <w:t>3.10.9.5</w:t>
      </w:r>
      <w:r w:rsidRPr="00795F57">
        <w:rPr>
          <w:b/>
        </w:rPr>
        <w:tab/>
        <w:t>ERCOT Directives</w:t>
      </w:r>
      <w:bookmarkEnd w:id="164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4" w:name="_Toc178232172"/>
      <w:r w:rsidRPr="00AE0E6D">
        <w:rPr>
          <w:b/>
        </w:rPr>
        <w:t>3.10.9.</w:t>
      </w:r>
      <w:r w:rsidR="00F72349">
        <w:rPr>
          <w:b/>
        </w:rPr>
        <w:t>6</w:t>
      </w:r>
      <w:r w:rsidRPr="00AE0E6D">
        <w:rPr>
          <w:b/>
        </w:rPr>
        <w:tab/>
        <w:t>Telemetry and State Estimator Performance Monitoring</w:t>
      </w:r>
      <w:bookmarkEnd w:id="1630"/>
      <w:bookmarkEnd w:id="1631"/>
      <w:bookmarkEnd w:id="1632"/>
      <w:bookmarkEnd w:id="1633"/>
      <w:bookmarkEnd w:id="1634"/>
      <w:bookmarkEnd w:id="1635"/>
      <w:bookmarkEnd w:id="1636"/>
      <w:bookmarkEnd w:id="1637"/>
      <w:bookmarkEnd w:id="1638"/>
      <w:bookmarkEnd w:id="1639"/>
      <w:bookmarkEnd w:id="1640"/>
      <w:bookmarkEnd w:id="164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5" w:name="_Toc114235791"/>
            <w:bookmarkStart w:id="1646" w:name="_Toc144691964"/>
            <w:bookmarkStart w:id="1647" w:name="_Toc204048574"/>
            <w:bookmarkStart w:id="1648" w:name="_Toc400526176"/>
            <w:bookmarkStart w:id="1649" w:name="_Toc405534494"/>
            <w:bookmarkStart w:id="1650" w:name="_Toc406570507"/>
            <w:bookmarkStart w:id="1651" w:name="_Toc410910659"/>
            <w:bookmarkStart w:id="1652" w:name="_Toc411841087"/>
            <w:bookmarkStart w:id="1653" w:name="_Toc422147049"/>
            <w:bookmarkStart w:id="1654" w:name="_Toc433020645"/>
            <w:bookmarkStart w:id="1655" w:name="_Toc437262086"/>
            <w:bookmarkStart w:id="1656"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7" w:name="_Toc178232173"/>
      <w:r>
        <w:lastRenderedPageBreak/>
        <w:t>3.11</w:t>
      </w:r>
      <w:r>
        <w:tab/>
        <w:t>Transmission Planning</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14:paraId="4AFB26BE" w14:textId="77777777" w:rsidR="00CB13B2" w:rsidRDefault="002D238A">
      <w:pPr>
        <w:pStyle w:val="H3"/>
      </w:pPr>
      <w:bookmarkStart w:id="1658" w:name="_Toc114235792"/>
      <w:bookmarkStart w:id="1659" w:name="_Toc144691965"/>
      <w:bookmarkStart w:id="1660" w:name="_Toc204048575"/>
      <w:bookmarkStart w:id="1661" w:name="_Toc400526177"/>
      <w:bookmarkStart w:id="1662" w:name="_Toc405534495"/>
      <w:bookmarkStart w:id="1663" w:name="_Toc406570508"/>
      <w:bookmarkStart w:id="1664" w:name="_Toc410910660"/>
      <w:bookmarkStart w:id="1665" w:name="_Toc411841088"/>
      <w:bookmarkStart w:id="1666" w:name="_Toc422147050"/>
      <w:bookmarkStart w:id="1667" w:name="_Toc433020646"/>
      <w:bookmarkStart w:id="1668" w:name="_Toc437262087"/>
      <w:bookmarkStart w:id="1669" w:name="_Toc478375264"/>
      <w:bookmarkStart w:id="1670" w:name="_Toc178232174"/>
      <w:r>
        <w:t>3.11.1</w:t>
      </w:r>
      <w:r>
        <w:tab/>
        <w:t>Overview</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1" w:name="_Toc114235793"/>
      <w:bookmarkStart w:id="1672" w:name="_Toc144691966"/>
      <w:bookmarkStart w:id="1673" w:name="_Toc204048576"/>
      <w:bookmarkStart w:id="1674" w:name="_Toc400526178"/>
      <w:bookmarkStart w:id="1675" w:name="_Toc405534496"/>
      <w:bookmarkStart w:id="1676" w:name="_Toc406570509"/>
      <w:bookmarkStart w:id="1677" w:name="_Toc410910661"/>
      <w:bookmarkStart w:id="1678" w:name="_Toc411841089"/>
      <w:bookmarkStart w:id="1679" w:name="_Toc422147051"/>
      <w:bookmarkStart w:id="1680" w:name="_Toc433020647"/>
      <w:bookmarkStart w:id="1681" w:name="_Toc437262088"/>
      <w:bookmarkStart w:id="1682" w:name="_Toc478375265"/>
      <w:bookmarkStart w:id="1683" w:name="_Toc178232175"/>
      <w:r>
        <w:t>3.11.2</w:t>
      </w:r>
      <w:r>
        <w:tab/>
        <w:t>Planning Criteria</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4" w:name="_Toc114235794"/>
      <w:bookmarkStart w:id="1685" w:name="_Toc144691967"/>
      <w:bookmarkStart w:id="1686" w:name="_Toc204048577"/>
      <w:bookmarkStart w:id="1687" w:name="_Toc400526179"/>
      <w:bookmarkStart w:id="1688" w:name="_Toc405534497"/>
      <w:bookmarkStart w:id="1689" w:name="_Toc406570510"/>
      <w:bookmarkStart w:id="1690" w:name="_Toc410910662"/>
      <w:bookmarkStart w:id="1691" w:name="_Toc411841090"/>
      <w:bookmarkStart w:id="1692" w:name="_Toc422147052"/>
      <w:bookmarkStart w:id="1693" w:name="_Toc433020648"/>
      <w:bookmarkStart w:id="1694" w:name="_Toc437262089"/>
      <w:bookmarkStart w:id="1695" w:name="_Toc478375266"/>
      <w:bookmarkStart w:id="1696" w:name="_Toc178232176"/>
      <w:r>
        <w:lastRenderedPageBreak/>
        <w:t>3.11.3</w:t>
      </w:r>
      <w:r>
        <w:tab/>
        <w:t>Regional Planning Group</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7" w:name="_Toc400526180"/>
      <w:bookmarkStart w:id="1698" w:name="_Toc405534498"/>
      <w:bookmarkStart w:id="1699" w:name="_Toc406570511"/>
      <w:bookmarkStart w:id="1700" w:name="_Toc410910663"/>
      <w:bookmarkStart w:id="1701" w:name="_Toc411841091"/>
      <w:bookmarkStart w:id="1702" w:name="_Toc422147053"/>
      <w:bookmarkStart w:id="1703" w:name="_Toc433020649"/>
      <w:bookmarkStart w:id="1704" w:name="_Toc437262090"/>
      <w:bookmarkStart w:id="1705" w:name="_Toc478375267"/>
      <w:bookmarkStart w:id="1706" w:name="_Toc178232177"/>
      <w:r>
        <w:rPr>
          <w:b/>
          <w:bCs/>
          <w:i/>
        </w:rPr>
        <w:t>3.11.4</w:t>
      </w:r>
      <w:r>
        <w:rPr>
          <w:b/>
          <w:bCs/>
          <w:i/>
        </w:rPr>
        <w:tab/>
        <w:t>Regional Planning Group Project Review Process</w:t>
      </w:r>
      <w:bookmarkEnd w:id="1697"/>
      <w:bookmarkEnd w:id="1698"/>
      <w:bookmarkEnd w:id="1699"/>
      <w:bookmarkEnd w:id="1700"/>
      <w:bookmarkEnd w:id="1701"/>
      <w:bookmarkEnd w:id="1702"/>
      <w:bookmarkEnd w:id="1703"/>
      <w:bookmarkEnd w:id="1704"/>
      <w:bookmarkEnd w:id="1705"/>
      <w:bookmarkEnd w:id="1706"/>
    </w:p>
    <w:p w14:paraId="44BFB018" w14:textId="77777777" w:rsidR="00870115" w:rsidRPr="00AE0E6D" w:rsidRDefault="00870115" w:rsidP="00870115">
      <w:pPr>
        <w:pStyle w:val="H4"/>
        <w:rPr>
          <w:b/>
        </w:rPr>
      </w:pPr>
      <w:bookmarkStart w:id="1707" w:name="_Toc245029195"/>
      <w:bookmarkStart w:id="1708" w:name="_Toc400526181"/>
      <w:bookmarkStart w:id="1709" w:name="_Toc405534499"/>
      <w:bookmarkStart w:id="1710" w:name="_Toc406570512"/>
      <w:bookmarkStart w:id="1711" w:name="_Toc410910664"/>
      <w:bookmarkStart w:id="1712" w:name="_Toc411841092"/>
      <w:bookmarkStart w:id="1713" w:name="_Toc422147054"/>
      <w:bookmarkStart w:id="1714" w:name="_Toc433020650"/>
      <w:bookmarkStart w:id="1715" w:name="_Toc437262091"/>
      <w:bookmarkStart w:id="1716" w:name="_Toc478375268"/>
      <w:bookmarkStart w:id="1717" w:name="_Toc178232178"/>
      <w:r w:rsidRPr="00AE0E6D">
        <w:rPr>
          <w:b/>
        </w:rPr>
        <w:t>3.11.4.1</w:t>
      </w:r>
      <w:r w:rsidRPr="00AE0E6D">
        <w:rPr>
          <w:b/>
        </w:rPr>
        <w:tab/>
        <w:t>Project Submission</w:t>
      </w:r>
      <w:bookmarkEnd w:id="1707"/>
      <w:bookmarkEnd w:id="1708"/>
      <w:bookmarkEnd w:id="1709"/>
      <w:bookmarkEnd w:id="1710"/>
      <w:bookmarkEnd w:id="1711"/>
      <w:bookmarkEnd w:id="1712"/>
      <w:bookmarkEnd w:id="1713"/>
      <w:bookmarkEnd w:id="1714"/>
      <w:bookmarkEnd w:id="1715"/>
      <w:bookmarkEnd w:id="1716"/>
      <w:bookmarkEnd w:id="171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8" w:name="_Toc400526182"/>
      <w:bookmarkStart w:id="1719" w:name="_Toc405534500"/>
      <w:bookmarkStart w:id="1720" w:name="_Toc406570513"/>
      <w:bookmarkStart w:id="1721" w:name="_Toc410910665"/>
      <w:bookmarkStart w:id="1722" w:name="_Toc411841093"/>
      <w:bookmarkStart w:id="1723" w:name="_Toc422147055"/>
      <w:bookmarkStart w:id="1724" w:name="_Toc433020651"/>
      <w:bookmarkStart w:id="1725" w:name="_Toc437262092"/>
      <w:bookmarkStart w:id="1726" w:name="_Toc478375269"/>
      <w:bookmarkStart w:id="1727" w:name="_Toc178232179"/>
      <w:r w:rsidRPr="00AE0E6D">
        <w:rPr>
          <w:b/>
        </w:rPr>
        <w:t>3.11.4.2</w:t>
      </w:r>
      <w:r w:rsidRPr="00AE0E6D">
        <w:rPr>
          <w:b/>
        </w:rPr>
        <w:tab/>
        <w:t>Project Comment Process</w:t>
      </w:r>
      <w:bookmarkEnd w:id="1718"/>
      <w:bookmarkEnd w:id="1719"/>
      <w:bookmarkEnd w:id="1720"/>
      <w:bookmarkEnd w:id="1721"/>
      <w:bookmarkEnd w:id="1722"/>
      <w:bookmarkEnd w:id="1723"/>
      <w:bookmarkEnd w:id="1724"/>
      <w:bookmarkEnd w:id="1725"/>
      <w:bookmarkEnd w:id="1726"/>
      <w:bookmarkEnd w:id="172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8" w:name="_Toc400526183"/>
      <w:bookmarkStart w:id="1729" w:name="_Toc405534501"/>
      <w:bookmarkStart w:id="1730" w:name="_Toc406570514"/>
      <w:bookmarkStart w:id="1731" w:name="_Toc410910666"/>
      <w:bookmarkStart w:id="1732" w:name="_Toc411841094"/>
      <w:bookmarkStart w:id="1733" w:name="_Toc422147056"/>
      <w:bookmarkStart w:id="1734" w:name="_Toc433020652"/>
      <w:bookmarkStart w:id="1735" w:name="_Toc437262093"/>
      <w:bookmarkStart w:id="1736" w:name="_Toc478375270"/>
      <w:bookmarkStart w:id="1737" w:name="_Toc178232180"/>
      <w:r w:rsidRPr="00AE0E6D">
        <w:rPr>
          <w:b/>
        </w:rPr>
        <w:t>3.11.4.3</w:t>
      </w:r>
      <w:r w:rsidRPr="00AE0E6D">
        <w:rPr>
          <w:b/>
        </w:rPr>
        <w:tab/>
        <w:t>Categorization of Proposed Transmission Projects</w:t>
      </w:r>
      <w:bookmarkEnd w:id="1728"/>
      <w:bookmarkEnd w:id="1729"/>
      <w:bookmarkEnd w:id="1730"/>
      <w:bookmarkEnd w:id="1731"/>
      <w:bookmarkEnd w:id="1732"/>
      <w:bookmarkEnd w:id="1733"/>
      <w:bookmarkEnd w:id="1734"/>
      <w:bookmarkEnd w:id="1735"/>
      <w:bookmarkEnd w:id="1736"/>
      <w:bookmarkEnd w:id="173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8" w:name="_Toc400526184"/>
      <w:bookmarkStart w:id="1739" w:name="_Toc405534502"/>
      <w:bookmarkStart w:id="1740" w:name="_Toc406570515"/>
      <w:bookmarkStart w:id="1741" w:name="_Toc410910667"/>
      <w:bookmarkStart w:id="1742" w:name="_Toc411841095"/>
      <w:bookmarkStart w:id="1743" w:name="_Toc422147057"/>
      <w:bookmarkStart w:id="1744" w:name="_Toc433020653"/>
      <w:bookmarkStart w:id="1745" w:name="_Toc437262094"/>
      <w:bookmarkStart w:id="174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7" w:name="_Toc178232181"/>
      <w:r w:rsidRPr="00AE0E6D">
        <w:rPr>
          <w:b/>
        </w:rPr>
        <w:t>3.11.4.4</w:t>
      </w:r>
      <w:r w:rsidRPr="00AE0E6D">
        <w:rPr>
          <w:b/>
        </w:rPr>
        <w:tab/>
      </w:r>
      <w:r w:rsidR="008E0F2D">
        <w:rPr>
          <w:b/>
          <w:bCs/>
        </w:rPr>
        <w:t xml:space="preserve">Processing of </w:t>
      </w:r>
      <w:r w:rsidRPr="00AE0E6D">
        <w:rPr>
          <w:b/>
        </w:rPr>
        <w:t>Tier 4</w:t>
      </w:r>
      <w:bookmarkEnd w:id="1738"/>
      <w:bookmarkEnd w:id="1739"/>
      <w:bookmarkEnd w:id="1740"/>
      <w:bookmarkEnd w:id="1741"/>
      <w:bookmarkEnd w:id="1742"/>
      <w:bookmarkEnd w:id="1743"/>
      <w:bookmarkEnd w:id="1744"/>
      <w:bookmarkEnd w:id="1745"/>
      <w:bookmarkEnd w:id="1746"/>
      <w:r w:rsidR="008E0F2D">
        <w:rPr>
          <w:b/>
        </w:rPr>
        <w:t xml:space="preserve"> Projects</w:t>
      </w:r>
      <w:bookmarkEnd w:id="174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8" w:name="_Toc245029191"/>
      <w:bookmarkStart w:id="1749" w:name="_Toc400526185"/>
      <w:bookmarkStart w:id="1750" w:name="_Toc405534503"/>
      <w:bookmarkStart w:id="1751" w:name="_Toc406570516"/>
      <w:bookmarkStart w:id="1752" w:name="_Toc410910668"/>
      <w:bookmarkStart w:id="1753" w:name="_Toc411841096"/>
      <w:bookmarkStart w:id="1754" w:name="_Toc422147058"/>
      <w:bookmarkStart w:id="1755" w:name="_Toc433020654"/>
      <w:bookmarkStart w:id="1756" w:name="_Toc437262095"/>
      <w:bookmarkStart w:id="1757" w:name="_Toc478375272"/>
      <w:bookmarkStart w:id="1758" w:name="_Toc178232182"/>
      <w:r w:rsidRPr="00AE0E6D">
        <w:rPr>
          <w:b/>
        </w:rPr>
        <w:t>3.11.4.5</w:t>
      </w:r>
      <w:r w:rsidRPr="00AE0E6D">
        <w:rPr>
          <w:b/>
        </w:rPr>
        <w:tab/>
      </w:r>
      <w:r w:rsidR="008E0F2D">
        <w:rPr>
          <w:b/>
          <w:bCs/>
        </w:rPr>
        <w:t xml:space="preserve">Processing of </w:t>
      </w:r>
      <w:r w:rsidRPr="00AE0E6D">
        <w:rPr>
          <w:b/>
        </w:rPr>
        <w:t>Tier 3</w:t>
      </w:r>
      <w:bookmarkEnd w:id="1748"/>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9" w:name="_Toc245029192"/>
      <w:bookmarkStart w:id="1760" w:name="_Toc400526186"/>
      <w:bookmarkStart w:id="1761" w:name="_Toc405534504"/>
      <w:bookmarkStart w:id="1762" w:name="_Toc406570517"/>
      <w:bookmarkStart w:id="1763" w:name="_Toc410910669"/>
      <w:bookmarkStart w:id="1764" w:name="_Toc411841097"/>
      <w:bookmarkStart w:id="1765" w:name="_Toc422147059"/>
      <w:bookmarkStart w:id="1766" w:name="_Toc433020655"/>
      <w:bookmarkStart w:id="1767" w:name="_Toc437262096"/>
      <w:bookmarkStart w:id="1768" w:name="_Toc478375273"/>
      <w:bookmarkStart w:id="1769" w:name="_Toc178232183"/>
      <w:r w:rsidRPr="00AE0E6D">
        <w:rPr>
          <w:b/>
        </w:rPr>
        <w:t>3.11.4.6</w:t>
      </w:r>
      <w:r w:rsidRPr="00AE0E6D">
        <w:rPr>
          <w:b/>
        </w:rPr>
        <w:tab/>
      </w:r>
      <w:r w:rsidR="008E0F2D">
        <w:rPr>
          <w:b/>
        </w:rPr>
        <w:t xml:space="preserve">Processing of </w:t>
      </w:r>
      <w:r w:rsidRPr="00AE0E6D">
        <w:rPr>
          <w:b/>
        </w:rPr>
        <w:t>Tier 2</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0" w:name="_Toc245029193"/>
      <w:bookmarkStart w:id="1771" w:name="_Toc400526187"/>
      <w:bookmarkStart w:id="1772" w:name="_Toc405534505"/>
      <w:bookmarkStart w:id="1773" w:name="_Toc406570518"/>
      <w:bookmarkStart w:id="1774" w:name="_Toc410910670"/>
      <w:bookmarkStart w:id="1775" w:name="_Toc411841098"/>
      <w:bookmarkStart w:id="1776" w:name="_Toc422147060"/>
      <w:bookmarkStart w:id="1777" w:name="_Toc433020656"/>
      <w:bookmarkStart w:id="1778" w:name="_Toc437262097"/>
      <w:bookmarkStart w:id="1779" w:name="_Toc478375274"/>
      <w:bookmarkStart w:id="1780" w:name="_Toc178232184"/>
      <w:r w:rsidRPr="00AE0E6D">
        <w:rPr>
          <w:b/>
        </w:rPr>
        <w:t>3.11.4.7</w:t>
      </w:r>
      <w:r w:rsidRPr="00AE0E6D">
        <w:rPr>
          <w:b/>
        </w:rPr>
        <w:tab/>
      </w:r>
      <w:r w:rsidR="001311B3">
        <w:rPr>
          <w:b/>
        </w:rPr>
        <w:t xml:space="preserve">Processing of </w:t>
      </w:r>
      <w:r w:rsidRPr="00AE0E6D">
        <w:rPr>
          <w:b/>
        </w:rPr>
        <w:t>Tier 1</w:t>
      </w:r>
      <w:bookmarkEnd w:id="1770"/>
      <w:bookmarkEnd w:id="1771"/>
      <w:bookmarkEnd w:id="1772"/>
      <w:bookmarkEnd w:id="1773"/>
      <w:bookmarkEnd w:id="1774"/>
      <w:bookmarkEnd w:id="1775"/>
      <w:bookmarkEnd w:id="1776"/>
      <w:bookmarkEnd w:id="1777"/>
      <w:bookmarkEnd w:id="1778"/>
      <w:bookmarkEnd w:id="1779"/>
      <w:r w:rsidR="001311B3">
        <w:rPr>
          <w:b/>
        </w:rPr>
        <w:t xml:space="preserve"> Projects</w:t>
      </w:r>
      <w:bookmarkEnd w:id="178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1" w:name="_Toc400526188"/>
      <w:bookmarkStart w:id="1782" w:name="_Toc405534506"/>
      <w:bookmarkStart w:id="1783" w:name="_Toc406570519"/>
      <w:bookmarkStart w:id="1784" w:name="_Toc410910671"/>
      <w:bookmarkStart w:id="1785" w:name="_Toc411841099"/>
      <w:bookmarkStart w:id="1786" w:name="_Toc422147061"/>
      <w:bookmarkStart w:id="1787" w:name="_Toc433020657"/>
      <w:bookmarkStart w:id="1788" w:name="_Toc437262098"/>
      <w:bookmarkStart w:id="1789" w:name="_Toc478375275"/>
      <w:bookmarkStart w:id="1790" w:name="_Toc178232185"/>
      <w:r w:rsidRPr="00AE0E6D">
        <w:rPr>
          <w:b/>
        </w:rPr>
        <w:lastRenderedPageBreak/>
        <w:t>3.11.4.8</w:t>
      </w:r>
      <w:r w:rsidRPr="00AE0E6D">
        <w:rPr>
          <w:b/>
        </w:rPr>
        <w:tab/>
        <w:t>Determine Designated Providers of Transmission Additions</w:t>
      </w:r>
      <w:bookmarkEnd w:id="1781"/>
      <w:bookmarkEnd w:id="1782"/>
      <w:bookmarkEnd w:id="1783"/>
      <w:bookmarkEnd w:id="1784"/>
      <w:bookmarkEnd w:id="1785"/>
      <w:bookmarkEnd w:id="1786"/>
      <w:bookmarkEnd w:id="1787"/>
      <w:bookmarkEnd w:id="1788"/>
      <w:bookmarkEnd w:id="1789"/>
      <w:bookmarkEnd w:id="179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1" w:name="_Toc400526189"/>
      <w:bookmarkStart w:id="1792" w:name="_Toc405534507"/>
      <w:bookmarkStart w:id="1793" w:name="_Toc406570520"/>
      <w:bookmarkStart w:id="1794" w:name="_Toc410910672"/>
      <w:bookmarkStart w:id="1795" w:name="_Toc411841100"/>
      <w:bookmarkStart w:id="1796" w:name="_Toc422147062"/>
      <w:bookmarkStart w:id="1797" w:name="_Toc433020658"/>
      <w:bookmarkStart w:id="1798" w:name="_Toc437262099"/>
      <w:bookmarkStart w:id="1799" w:name="_Toc478375276"/>
      <w:bookmarkStart w:id="1800" w:name="_Toc178232186"/>
      <w:r w:rsidRPr="00AE0E6D">
        <w:rPr>
          <w:b/>
        </w:rPr>
        <w:t>3.11.4.9</w:t>
      </w:r>
      <w:r w:rsidRPr="00AE0E6D">
        <w:rPr>
          <w:b/>
        </w:rPr>
        <w:tab/>
        <w:t>Regional Planning Group Acceptance and ERCOT Endorsement</w:t>
      </w:r>
      <w:bookmarkEnd w:id="1791"/>
      <w:bookmarkEnd w:id="1792"/>
      <w:bookmarkEnd w:id="1793"/>
      <w:bookmarkEnd w:id="1794"/>
      <w:bookmarkEnd w:id="1795"/>
      <w:bookmarkEnd w:id="1796"/>
      <w:bookmarkEnd w:id="1797"/>
      <w:bookmarkEnd w:id="1798"/>
      <w:bookmarkEnd w:id="1799"/>
      <w:bookmarkEnd w:id="180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1" w:name="_Toc400526190"/>
      <w:bookmarkStart w:id="1802" w:name="_Toc405534508"/>
      <w:bookmarkStart w:id="1803" w:name="_Toc406570521"/>
      <w:bookmarkStart w:id="1804" w:name="_Toc410910673"/>
      <w:bookmarkStart w:id="1805" w:name="_Toc411841101"/>
      <w:bookmarkStart w:id="1806" w:name="_Toc422147063"/>
      <w:bookmarkStart w:id="1807" w:name="_Toc433020659"/>
      <w:bookmarkStart w:id="1808" w:name="_Toc437262100"/>
      <w:bookmarkStart w:id="180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0" w:name="_Toc178232187"/>
      <w:r w:rsidRPr="00AE0E6D">
        <w:rPr>
          <w:b/>
          <w:bCs/>
        </w:rPr>
        <w:t>3.11.4.10</w:t>
      </w:r>
      <w:r w:rsidRPr="00AE0E6D">
        <w:rPr>
          <w:b/>
          <w:bCs/>
        </w:rPr>
        <w:tab/>
        <w:t>Modifications to ERCOT Endorsed Projects</w:t>
      </w:r>
      <w:bookmarkEnd w:id="1801"/>
      <w:bookmarkEnd w:id="1802"/>
      <w:bookmarkEnd w:id="1803"/>
      <w:bookmarkEnd w:id="1804"/>
      <w:bookmarkEnd w:id="1805"/>
      <w:bookmarkEnd w:id="1806"/>
      <w:bookmarkEnd w:id="1807"/>
      <w:bookmarkEnd w:id="1808"/>
      <w:bookmarkEnd w:id="1809"/>
      <w:bookmarkEnd w:id="181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1" w:name="_Toc114235795"/>
      <w:bookmarkStart w:id="1812" w:name="_Toc144691968"/>
      <w:bookmarkStart w:id="1813" w:name="_Toc204048578"/>
      <w:bookmarkStart w:id="1814" w:name="_Toc400526191"/>
      <w:bookmarkStart w:id="1815" w:name="_Toc405534509"/>
      <w:bookmarkStart w:id="1816" w:name="_Toc406570522"/>
      <w:bookmarkStart w:id="1817" w:name="_Toc410910674"/>
      <w:bookmarkStart w:id="1818" w:name="_Toc411841102"/>
      <w:bookmarkStart w:id="1819" w:name="_Toc422147064"/>
      <w:bookmarkStart w:id="1820" w:name="_Toc433020660"/>
      <w:bookmarkStart w:id="1821" w:name="_Toc437262101"/>
      <w:bookmarkStart w:id="182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3" w:name="_Toc178232188"/>
      <w:r w:rsidRPr="00AF46BB">
        <w:rPr>
          <w:b/>
          <w:bCs/>
        </w:rPr>
        <w:t>3.11.4.11</w:t>
      </w:r>
      <w:r w:rsidR="00EE6648">
        <w:rPr>
          <w:b/>
          <w:bCs/>
        </w:rPr>
        <w:tab/>
      </w:r>
      <w:r w:rsidRPr="00AF46BB">
        <w:rPr>
          <w:b/>
          <w:bCs/>
        </w:rPr>
        <w:t>Customer or Resource Entity Funded Transmission Projects</w:t>
      </w:r>
      <w:bookmarkEnd w:id="182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4" w:name="_Toc178232189"/>
      <w:r>
        <w:t>3.11.</w:t>
      </w:r>
      <w:r w:rsidR="00243C91">
        <w:t>5</w:t>
      </w:r>
      <w:r>
        <w:tab/>
      </w:r>
      <w:bookmarkEnd w:id="1811"/>
      <w:bookmarkEnd w:id="1812"/>
      <w:bookmarkEnd w:id="1813"/>
      <w:r w:rsidR="001C17B7" w:rsidRPr="004E3EDB">
        <w:t>Transmission Service Provider and Distribution Service Provider Access to Interval Data</w:t>
      </w:r>
      <w:bookmarkEnd w:id="1814"/>
      <w:bookmarkEnd w:id="1815"/>
      <w:bookmarkEnd w:id="1816"/>
      <w:bookmarkEnd w:id="1817"/>
      <w:bookmarkEnd w:id="1818"/>
      <w:bookmarkEnd w:id="1819"/>
      <w:bookmarkEnd w:id="1820"/>
      <w:bookmarkEnd w:id="1821"/>
      <w:bookmarkEnd w:id="1822"/>
      <w:bookmarkEnd w:id="182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5" w:name="_Toc400526192"/>
      <w:bookmarkStart w:id="1826" w:name="_Toc405534510"/>
      <w:bookmarkStart w:id="1827" w:name="_Toc406570523"/>
      <w:bookmarkStart w:id="1828" w:name="_Toc410910675"/>
      <w:bookmarkStart w:id="1829" w:name="_Toc411841103"/>
      <w:bookmarkStart w:id="1830" w:name="_Toc422147065"/>
      <w:bookmarkStart w:id="1831" w:name="_Toc433020661"/>
      <w:bookmarkStart w:id="1832" w:name="_Toc437262102"/>
      <w:bookmarkStart w:id="1833" w:name="_Toc478375279"/>
      <w:bookmarkStart w:id="1834" w:name="_Toc178232190"/>
      <w:r w:rsidRPr="00350910">
        <w:t>3.11.</w:t>
      </w:r>
      <w:r>
        <w:t>6</w:t>
      </w:r>
      <w:r w:rsidRPr="00350910">
        <w:tab/>
        <w:t>Generation Interconnection Process</w:t>
      </w:r>
      <w:bookmarkEnd w:id="1825"/>
      <w:bookmarkEnd w:id="1826"/>
      <w:bookmarkEnd w:id="1827"/>
      <w:bookmarkEnd w:id="1828"/>
      <w:bookmarkEnd w:id="1829"/>
      <w:bookmarkEnd w:id="1830"/>
      <w:bookmarkEnd w:id="1831"/>
      <w:bookmarkEnd w:id="1832"/>
      <w:bookmarkEnd w:id="1833"/>
      <w:bookmarkEnd w:id="183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5" w:name="_Toc204048579"/>
      <w:bookmarkStart w:id="1836" w:name="_Toc400526193"/>
      <w:bookmarkStart w:id="1837" w:name="_Toc405534511"/>
      <w:bookmarkStart w:id="1838" w:name="_Toc406570524"/>
      <w:bookmarkStart w:id="1839" w:name="_Toc410910676"/>
      <w:bookmarkStart w:id="1840" w:name="_Toc411841104"/>
      <w:bookmarkStart w:id="1841" w:name="_Toc422147066"/>
      <w:bookmarkStart w:id="1842" w:name="_Toc433020662"/>
      <w:bookmarkStart w:id="1843" w:name="_Toc437262103"/>
      <w:bookmarkStart w:id="1844" w:name="_Toc478375280"/>
      <w:bookmarkStart w:id="1845" w:name="_Toc178232191"/>
      <w:bookmarkStart w:id="1846" w:name="_Toc114235799"/>
      <w:bookmarkStart w:id="1847" w:name="_Toc144691972"/>
      <w:r>
        <w:t>3.12</w:t>
      </w:r>
      <w:r>
        <w:tab/>
        <w:t>Load Forecasting</w:t>
      </w:r>
      <w:bookmarkEnd w:id="1835"/>
      <w:bookmarkEnd w:id="1836"/>
      <w:bookmarkEnd w:id="1837"/>
      <w:bookmarkEnd w:id="1838"/>
      <w:bookmarkEnd w:id="1839"/>
      <w:bookmarkEnd w:id="1840"/>
      <w:bookmarkEnd w:id="1841"/>
      <w:bookmarkEnd w:id="1842"/>
      <w:bookmarkEnd w:id="1843"/>
      <w:bookmarkEnd w:id="1844"/>
      <w:bookmarkEnd w:id="184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8" w:name="_Toc204048580"/>
      <w:bookmarkStart w:id="1849" w:name="_Toc400526194"/>
      <w:bookmarkStart w:id="1850" w:name="_Toc405534512"/>
      <w:bookmarkStart w:id="1851" w:name="_Toc406570525"/>
      <w:bookmarkStart w:id="1852" w:name="_Toc410910677"/>
      <w:bookmarkStart w:id="1853" w:name="_Toc411841105"/>
      <w:bookmarkStart w:id="1854" w:name="_Toc422147067"/>
      <w:bookmarkStart w:id="1855" w:name="_Toc433020663"/>
      <w:bookmarkStart w:id="1856" w:name="_Toc437262104"/>
      <w:bookmarkStart w:id="1857" w:name="_Toc478375281"/>
      <w:bookmarkStart w:id="1858" w:name="_Toc178232192"/>
      <w:r>
        <w:t>3.12.1</w:t>
      </w:r>
      <w:r>
        <w:tab/>
        <w:t>Seven-Day Load Forecast</w:t>
      </w:r>
      <w:bookmarkEnd w:id="1848"/>
      <w:bookmarkEnd w:id="1849"/>
      <w:bookmarkEnd w:id="1850"/>
      <w:bookmarkEnd w:id="1851"/>
      <w:bookmarkEnd w:id="1852"/>
      <w:bookmarkEnd w:id="1853"/>
      <w:bookmarkEnd w:id="1854"/>
      <w:bookmarkEnd w:id="1855"/>
      <w:bookmarkEnd w:id="1856"/>
      <w:bookmarkEnd w:id="1857"/>
      <w:bookmarkEnd w:id="1858"/>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9" w:name="_Toc178232193"/>
      <w:r w:rsidRPr="00B83665">
        <w:lastRenderedPageBreak/>
        <w:t>3.12.2</w:t>
      </w:r>
      <w:r w:rsidRPr="00B83665">
        <w:tab/>
        <w:t>Study Areas</w:t>
      </w:r>
      <w:bookmarkEnd w:id="1859"/>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0" w:name="_Toc178232194"/>
      <w:r>
        <w:t>3.12.3</w:t>
      </w:r>
      <w:r>
        <w:tab/>
        <w:t>Seven-Day Study Area Load Forecast</w:t>
      </w:r>
      <w:bookmarkEnd w:id="1860"/>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1" w:name="_Toc204048582"/>
      <w:bookmarkStart w:id="1862" w:name="_Toc400526195"/>
      <w:bookmarkStart w:id="1863" w:name="_Toc405534513"/>
      <w:bookmarkStart w:id="1864" w:name="_Toc406570526"/>
      <w:bookmarkStart w:id="1865" w:name="_Toc410910678"/>
      <w:bookmarkStart w:id="1866" w:name="_Toc411841106"/>
      <w:bookmarkStart w:id="1867" w:name="_Toc422147068"/>
      <w:bookmarkStart w:id="1868" w:name="_Toc433020664"/>
      <w:bookmarkStart w:id="1869" w:name="_Toc437262105"/>
      <w:bookmarkStart w:id="1870" w:name="_Toc478375282"/>
      <w:bookmarkStart w:id="1871" w:name="_Toc178232195"/>
      <w:r>
        <w:t>3.13</w:t>
      </w:r>
      <w:r>
        <w:tab/>
        <w:t>Renewable Production Potential Forecasts</w:t>
      </w:r>
      <w:bookmarkEnd w:id="1846"/>
      <w:bookmarkEnd w:id="1847"/>
      <w:bookmarkEnd w:id="1861"/>
      <w:bookmarkEnd w:id="1862"/>
      <w:bookmarkEnd w:id="1863"/>
      <w:bookmarkEnd w:id="1864"/>
      <w:bookmarkEnd w:id="1865"/>
      <w:bookmarkEnd w:id="1866"/>
      <w:bookmarkEnd w:id="1867"/>
      <w:bookmarkEnd w:id="1868"/>
      <w:bookmarkEnd w:id="1869"/>
      <w:bookmarkEnd w:id="1870"/>
      <w:bookmarkEnd w:id="187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2" w:name="_Toc400526196"/>
      <w:bookmarkStart w:id="1873" w:name="_Toc405534514"/>
      <w:bookmarkStart w:id="1874" w:name="_Toc406570527"/>
      <w:bookmarkStart w:id="1875" w:name="_Toc410910679"/>
      <w:bookmarkStart w:id="1876" w:name="_Toc411841107"/>
      <w:bookmarkStart w:id="1877" w:name="_Toc422147069"/>
      <w:bookmarkStart w:id="1878" w:name="_Toc433020665"/>
      <w:bookmarkStart w:id="1879" w:name="_Toc437262106"/>
      <w:bookmarkStart w:id="1880" w:name="_Toc478375283"/>
      <w:bookmarkStart w:id="1881" w:name="_Toc178232196"/>
      <w:bookmarkStart w:id="1882" w:name="_Toc114235800"/>
      <w:bookmarkStart w:id="1883" w:name="_Toc144691973"/>
      <w:bookmarkStart w:id="1884" w:name="_Toc204048583"/>
      <w:r>
        <w:t>3.14</w:t>
      </w:r>
      <w:r>
        <w:tab/>
        <w:t>Contracts for Reliability Resources and Emergency Response Service Resources</w:t>
      </w:r>
      <w:bookmarkEnd w:id="1872"/>
      <w:bookmarkEnd w:id="1873"/>
      <w:bookmarkEnd w:id="1874"/>
      <w:bookmarkEnd w:id="1875"/>
      <w:bookmarkEnd w:id="1876"/>
      <w:bookmarkEnd w:id="1877"/>
      <w:bookmarkEnd w:id="1878"/>
      <w:bookmarkEnd w:id="1879"/>
      <w:bookmarkEnd w:id="1880"/>
      <w:bookmarkEnd w:id="188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2"/>
      <w:bookmarkEnd w:id="1883"/>
      <w:bookmarkEnd w:id="18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5" w:name="_Toc114235801"/>
            <w:bookmarkStart w:id="1886" w:name="_Toc144691974"/>
            <w:bookmarkStart w:id="1887" w:name="_Toc204048584"/>
            <w:bookmarkStart w:id="1888" w:name="_Toc400526197"/>
            <w:bookmarkStart w:id="1889" w:name="_Toc405534515"/>
            <w:bookmarkStart w:id="1890" w:name="_Toc406570528"/>
            <w:bookmarkStart w:id="1891" w:name="_Toc410910680"/>
            <w:bookmarkStart w:id="1892" w:name="_Toc411841108"/>
            <w:bookmarkStart w:id="1893" w:name="_Toc422147070"/>
            <w:bookmarkStart w:id="1894" w:name="_Toc433020666"/>
            <w:bookmarkStart w:id="1895" w:name="_Toc437262107"/>
            <w:bookmarkStart w:id="1896"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7" w:name="_Toc178232197"/>
      <w:r>
        <w:lastRenderedPageBreak/>
        <w:t>3.14.1</w:t>
      </w:r>
      <w:r>
        <w:tab/>
        <w:t>Reliability Must Run</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8" w:name="_Toc144691975"/>
      <w:bookmarkStart w:id="1899" w:name="_Toc204048585"/>
      <w:bookmarkStart w:id="1900" w:name="_Toc400526198"/>
      <w:bookmarkStart w:id="1901" w:name="_Toc405534516"/>
      <w:bookmarkStart w:id="1902" w:name="_Toc406570529"/>
      <w:bookmarkStart w:id="1903" w:name="_Toc410910681"/>
      <w:bookmarkStart w:id="1904" w:name="_Toc411841109"/>
      <w:bookmarkStart w:id="1905" w:name="_Toc422147071"/>
      <w:bookmarkStart w:id="1906" w:name="_Toc433020667"/>
      <w:bookmarkStart w:id="1907" w:name="_Toc437262108"/>
      <w:bookmarkStart w:id="1908" w:name="_Toc478375285"/>
      <w:bookmarkStart w:id="1909" w:name="_Toc178232198"/>
      <w:bookmarkStart w:id="1910" w:name="_Hlk130901987"/>
      <w:r w:rsidRPr="00AE0E6D">
        <w:rPr>
          <w:b/>
        </w:rPr>
        <w:t>3.14.1.1</w:t>
      </w:r>
      <w:r w:rsidRPr="00AE0E6D">
        <w:rPr>
          <w:b/>
        </w:rPr>
        <w:tab/>
        <w:t>Notification of Suspension of Operations</w:t>
      </w:r>
      <w:bookmarkEnd w:id="1898"/>
      <w:bookmarkEnd w:id="1899"/>
      <w:bookmarkEnd w:id="1900"/>
      <w:bookmarkEnd w:id="1901"/>
      <w:bookmarkEnd w:id="1902"/>
      <w:bookmarkEnd w:id="1903"/>
      <w:bookmarkEnd w:id="1904"/>
      <w:bookmarkEnd w:id="1905"/>
      <w:bookmarkEnd w:id="1906"/>
      <w:bookmarkEnd w:id="1907"/>
      <w:bookmarkEnd w:id="1908"/>
      <w:bookmarkEnd w:id="190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178232199"/>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178232200"/>
      <w:bookmarkEnd w:id="1910"/>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17823220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178232202"/>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Toc178232203"/>
      <w:bookmarkStart w:id="1968" w:name="_Hlk130902018"/>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1969" w:name="_Toc144691979"/>
      <w:bookmarkStart w:id="1970" w:name="_Toc204048590"/>
      <w:bookmarkStart w:id="1971" w:name="_Toc400526204"/>
      <w:bookmarkStart w:id="1972" w:name="_Toc405534522"/>
      <w:bookmarkStart w:id="1973" w:name="_Toc406570535"/>
      <w:bookmarkStart w:id="1974" w:name="_Toc410910687"/>
      <w:bookmarkStart w:id="1975" w:name="_Toc411841115"/>
      <w:bookmarkStart w:id="1976" w:name="_Toc422147077"/>
      <w:bookmarkStart w:id="1977" w:name="_Toc433020673"/>
      <w:bookmarkStart w:id="1978" w:name="_Toc437262114"/>
      <w:bookmarkStart w:id="1979" w:name="_Toc478375291"/>
      <w:bookmarkStart w:id="1980" w:name="_Toc178232204"/>
      <w:bookmarkEnd w:id="1968"/>
      <w:r w:rsidRPr="00AE0E6D">
        <w:rPr>
          <w:b/>
        </w:rPr>
        <w:t>3.14.1.6</w:t>
      </w:r>
      <w:r w:rsidRPr="00AE0E6D">
        <w:rPr>
          <w:b/>
        </w:rPr>
        <w:tab/>
        <w:t>Transmission System Upgrades Associated with an RMR and/or MRA Exit Strategy</w:t>
      </w:r>
      <w:bookmarkEnd w:id="1969"/>
      <w:bookmarkEnd w:id="1970"/>
      <w:bookmarkEnd w:id="1971"/>
      <w:bookmarkEnd w:id="1972"/>
      <w:bookmarkEnd w:id="1973"/>
      <w:bookmarkEnd w:id="1974"/>
      <w:bookmarkEnd w:id="1975"/>
      <w:bookmarkEnd w:id="1976"/>
      <w:bookmarkEnd w:id="1977"/>
      <w:bookmarkEnd w:id="1978"/>
      <w:bookmarkEnd w:id="1979"/>
      <w:bookmarkEnd w:id="1980"/>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1" w:name="_Toc144691980"/>
      <w:bookmarkStart w:id="1982" w:name="_Toc204048591"/>
      <w:bookmarkStart w:id="1983" w:name="_Toc400526205"/>
      <w:bookmarkStart w:id="1984" w:name="_Toc405534523"/>
      <w:bookmarkStart w:id="1985" w:name="_Toc406570536"/>
      <w:bookmarkStart w:id="1986" w:name="_Toc410910688"/>
      <w:bookmarkStart w:id="1987" w:name="_Toc411841116"/>
      <w:bookmarkStart w:id="1988" w:name="_Toc422147078"/>
      <w:bookmarkStart w:id="1989" w:name="_Toc433020674"/>
      <w:bookmarkStart w:id="1990" w:name="_Toc437262115"/>
      <w:bookmarkStart w:id="1991" w:name="_Toc478375292"/>
      <w:bookmarkStart w:id="1992" w:name="_Toc178232205"/>
      <w:r w:rsidRPr="00AE0E6D">
        <w:rPr>
          <w:b/>
        </w:rPr>
        <w:t>3.14.1.7</w:t>
      </w:r>
      <w:r w:rsidRPr="00AE0E6D">
        <w:rPr>
          <w:b/>
        </w:rPr>
        <w:tab/>
        <w:t>RMR or MRA Contract Termination</w:t>
      </w:r>
      <w:bookmarkEnd w:id="1981"/>
      <w:bookmarkEnd w:id="1982"/>
      <w:bookmarkEnd w:id="1983"/>
      <w:bookmarkEnd w:id="1984"/>
      <w:bookmarkEnd w:id="1985"/>
      <w:bookmarkEnd w:id="1986"/>
      <w:bookmarkEnd w:id="1987"/>
      <w:bookmarkEnd w:id="1988"/>
      <w:bookmarkEnd w:id="1989"/>
      <w:bookmarkEnd w:id="1990"/>
      <w:bookmarkEnd w:id="1991"/>
      <w:bookmarkEnd w:id="1992"/>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3" w:name="_Toc144691981"/>
      <w:bookmarkStart w:id="1994" w:name="_Toc204048592"/>
      <w:bookmarkStart w:id="1995" w:name="_Toc400526206"/>
      <w:bookmarkStart w:id="1996" w:name="_Toc405534524"/>
      <w:bookmarkStart w:id="1997" w:name="_Toc406570537"/>
      <w:bookmarkStart w:id="1998" w:name="_Toc410910689"/>
      <w:bookmarkStart w:id="1999" w:name="_Toc411841117"/>
      <w:bookmarkStart w:id="2000" w:name="_Toc422147079"/>
      <w:bookmarkStart w:id="2001" w:name="_Toc433020675"/>
      <w:bookmarkStart w:id="2002" w:name="_Toc437262116"/>
      <w:bookmarkStart w:id="2003" w:name="_Toc478375293"/>
      <w:bookmarkStart w:id="2004" w:name="_Toc178232206"/>
      <w:r w:rsidRPr="00AE0E6D">
        <w:rPr>
          <w:b/>
        </w:rPr>
        <w:t>3.14.1.8</w:t>
      </w:r>
      <w:r w:rsidRPr="00AE0E6D">
        <w:rPr>
          <w:b/>
        </w:rPr>
        <w:tab/>
        <w:t>RMR and/or MRA Contract Extension</w:t>
      </w:r>
      <w:bookmarkEnd w:id="1993"/>
      <w:bookmarkEnd w:id="1994"/>
      <w:bookmarkEnd w:id="1995"/>
      <w:bookmarkEnd w:id="1996"/>
      <w:bookmarkEnd w:id="1997"/>
      <w:bookmarkEnd w:id="1998"/>
      <w:bookmarkEnd w:id="1999"/>
      <w:bookmarkEnd w:id="2000"/>
      <w:bookmarkEnd w:id="2001"/>
      <w:bookmarkEnd w:id="2002"/>
      <w:bookmarkEnd w:id="2003"/>
      <w:bookmarkEnd w:id="2004"/>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5" w:name="_Toc204048593"/>
      <w:bookmarkStart w:id="2006" w:name="_Toc400526207"/>
      <w:bookmarkStart w:id="2007" w:name="_Toc405534525"/>
      <w:bookmarkStart w:id="2008" w:name="_Toc406570538"/>
      <w:bookmarkStart w:id="2009" w:name="_Toc410910690"/>
      <w:bookmarkStart w:id="2010" w:name="_Toc411841118"/>
      <w:bookmarkStart w:id="2011" w:name="_Toc422147080"/>
      <w:bookmarkStart w:id="2012" w:name="_Toc433020676"/>
      <w:bookmarkStart w:id="2013" w:name="_Toc437262117"/>
      <w:bookmarkStart w:id="2014" w:name="_Toc478375294"/>
      <w:bookmarkStart w:id="2015" w:name="_Toc178232207"/>
      <w:bookmarkStart w:id="2016"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05"/>
      <w:bookmarkEnd w:id="2006"/>
      <w:bookmarkEnd w:id="2007"/>
      <w:bookmarkEnd w:id="2008"/>
      <w:bookmarkEnd w:id="2009"/>
      <w:bookmarkEnd w:id="2010"/>
      <w:bookmarkEnd w:id="2011"/>
      <w:bookmarkEnd w:id="2012"/>
      <w:bookmarkEnd w:id="2013"/>
      <w:bookmarkEnd w:id="2014"/>
      <w:bookmarkEnd w:id="201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7" w:name="_Toc144691983"/>
      <w:bookmarkStart w:id="2018" w:name="_Toc204048594"/>
      <w:bookmarkStart w:id="2019" w:name="_Toc400526208"/>
      <w:bookmarkStart w:id="2020" w:name="_Toc405534526"/>
      <w:bookmarkStart w:id="2021" w:name="_Toc406570539"/>
      <w:bookmarkStart w:id="2022" w:name="_Toc410910691"/>
      <w:bookmarkStart w:id="2023" w:name="_Toc411841119"/>
      <w:bookmarkStart w:id="2024" w:name="_Toc422147081"/>
      <w:bookmarkStart w:id="2025" w:name="_Toc433020677"/>
      <w:bookmarkStart w:id="2026" w:name="_Toc437262118"/>
      <w:bookmarkStart w:id="2027" w:name="_Toc478375295"/>
      <w:bookmarkStart w:id="2028" w:name="_Toc178232208"/>
      <w:r w:rsidRPr="00AE0E6D">
        <w:rPr>
          <w:b/>
        </w:rPr>
        <w:t>3.14.1.10</w:t>
      </w:r>
      <w:r w:rsidRPr="00AE0E6D">
        <w:rPr>
          <w:b/>
        </w:rPr>
        <w:tab/>
        <w:t>Eligible Costs</w:t>
      </w:r>
      <w:bookmarkEnd w:id="2017"/>
      <w:bookmarkEnd w:id="2018"/>
      <w:bookmarkEnd w:id="2019"/>
      <w:bookmarkEnd w:id="2020"/>
      <w:bookmarkEnd w:id="2021"/>
      <w:bookmarkEnd w:id="2022"/>
      <w:bookmarkEnd w:id="2023"/>
      <w:bookmarkEnd w:id="2024"/>
      <w:bookmarkEnd w:id="2025"/>
      <w:bookmarkEnd w:id="2026"/>
      <w:bookmarkEnd w:id="2027"/>
      <w:bookmarkEnd w:id="202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9" w:name="_Toc144691984"/>
      <w:bookmarkStart w:id="2030" w:name="_Toc204048595"/>
      <w:bookmarkStart w:id="2031" w:name="_Toc400526209"/>
      <w:bookmarkStart w:id="2032" w:name="_Toc405534527"/>
      <w:bookmarkStart w:id="2033" w:name="_Toc406570540"/>
      <w:bookmarkStart w:id="2034" w:name="_Toc410910692"/>
      <w:bookmarkStart w:id="2035" w:name="_Toc411841120"/>
      <w:bookmarkStart w:id="2036" w:name="_Toc422147082"/>
      <w:bookmarkStart w:id="2037" w:name="_Toc433020678"/>
      <w:bookmarkStart w:id="2038" w:name="_Toc437262119"/>
      <w:bookmarkStart w:id="2039" w:name="_Toc478375296"/>
      <w:bookmarkStart w:id="2040" w:name="_Toc178232209"/>
      <w:bookmarkEnd w:id="2016"/>
      <w:r w:rsidRPr="00AE0E6D">
        <w:rPr>
          <w:b/>
        </w:rPr>
        <w:t>3.14.1.11</w:t>
      </w:r>
      <w:r w:rsidRPr="00AE0E6D">
        <w:rPr>
          <w:b/>
        </w:rPr>
        <w:tab/>
        <w:t>Budgeting Eligible Costs</w:t>
      </w:r>
      <w:bookmarkEnd w:id="2029"/>
      <w:bookmarkEnd w:id="2030"/>
      <w:bookmarkEnd w:id="2031"/>
      <w:bookmarkEnd w:id="2032"/>
      <w:bookmarkEnd w:id="2033"/>
      <w:bookmarkEnd w:id="2034"/>
      <w:bookmarkEnd w:id="2035"/>
      <w:bookmarkEnd w:id="2036"/>
      <w:bookmarkEnd w:id="2037"/>
      <w:bookmarkEnd w:id="2038"/>
      <w:bookmarkEnd w:id="2039"/>
      <w:bookmarkEnd w:id="204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4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2" w:name="_Toc178232210"/>
      <w:bookmarkStart w:id="2043" w:name="_Toc204048596"/>
      <w:bookmarkStart w:id="2044" w:name="_Toc400526210"/>
      <w:bookmarkStart w:id="2045" w:name="_Toc405534528"/>
      <w:bookmarkStart w:id="2046" w:name="_Toc406570541"/>
      <w:bookmarkStart w:id="2047" w:name="_Toc410910693"/>
      <w:bookmarkStart w:id="2048" w:name="_Toc411841121"/>
      <w:bookmarkStart w:id="2049" w:name="_Toc422147083"/>
      <w:bookmarkStart w:id="2050" w:name="_Toc433020679"/>
      <w:bookmarkStart w:id="2051" w:name="_Toc437262120"/>
      <w:bookmarkStart w:id="2052" w:name="_Toc478375297"/>
      <w:r w:rsidRPr="00AF0BBA">
        <w:rPr>
          <w:b/>
          <w:bCs/>
          <w:snapToGrid w:val="0"/>
        </w:rPr>
        <w:t>3.14.1.12</w:t>
      </w:r>
      <w:r w:rsidRPr="00AF0BBA">
        <w:rPr>
          <w:b/>
          <w:bCs/>
          <w:snapToGrid w:val="0"/>
        </w:rPr>
        <w:tab/>
        <w:t>Calculation of the Initial Standby Cost</w:t>
      </w:r>
      <w:bookmarkEnd w:id="204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3" w:name="_Toc178232211"/>
      <w:r w:rsidRPr="00AF0BBA">
        <w:rPr>
          <w:b/>
          <w:iCs/>
        </w:rPr>
        <w:t>3.14.1.13</w:t>
      </w:r>
      <w:r w:rsidRPr="00AF0BBA">
        <w:rPr>
          <w:iCs/>
        </w:rPr>
        <w:tab/>
      </w:r>
      <w:r w:rsidRPr="00AF0BBA">
        <w:rPr>
          <w:b/>
          <w:iCs/>
        </w:rPr>
        <w:t>Updated Budgets During the Term of an RMR Agreement</w:t>
      </w:r>
      <w:bookmarkEnd w:id="205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4" w:name="_Toc17823221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41"/>
      <w:bookmarkEnd w:id="2043"/>
      <w:bookmarkEnd w:id="2044"/>
      <w:bookmarkEnd w:id="2045"/>
      <w:bookmarkEnd w:id="2046"/>
      <w:bookmarkEnd w:id="2047"/>
      <w:bookmarkEnd w:id="2048"/>
      <w:bookmarkEnd w:id="2049"/>
      <w:bookmarkEnd w:id="2050"/>
      <w:bookmarkEnd w:id="2051"/>
      <w:bookmarkEnd w:id="2052"/>
      <w:r w:rsidR="00072657">
        <w:rPr>
          <w:b/>
        </w:rPr>
        <w:t>s</w:t>
      </w:r>
      <w:bookmarkEnd w:id="205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5" w:name="_Toc178232213"/>
      <w:bookmarkStart w:id="2056" w:name="_Toc478375710"/>
      <w:bookmarkStart w:id="2057" w:name="_Toc144691986"/>
      <w:bookmarkStart w:id="2058" w:name="_Toc204048597"/>
      <w:bookmarkStart w:id="2059" w:name="_Toc400526211"/>
      <w:bookmarkStart w:id="2060" w:name="_Toc405534529"/>
      <w:bookmarkStart w:id="2061" w:name="_Toc406570542"/>
      <w:bookmarkStart w:id="2062" w:name="_Toc410910694"/>
      <w:bookmarkStart w:id="2063" w:name="_Toc411841123"/>
      <w:bookmarkStart w:id="2064" w:name="_Toc422147085"/>
      <w:bookmarkStart w:id="2065" w:name="_Toc433020681"/>
      <w:bookmarkStart w:id="2066" w:name="_Toc437262122"/>
      <w:bookmarkStart w:id="2067"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8" w:name="_Toc178232214"/>
      <w:r w:rsidRPr="00AF0BBA">
        <w:rPr>
          <w:b/>
          <w:bCs/>
          <w:snapToGrid w:val="0"/>
        </w:rPr>
        <w:t>3.14.1.1</w:t>
      </w:r>
      <w:r>
        <w:rPr>
          <w:b/>
          <w:bCs/>
          <w:snapToGrid w:val="0"/>
        </w:rPr>
        <w:t>6</w:t>
      </w:r>
      <w:r w:rsidRPr="00AF0BBA">
        <w:rPr>
          <w:b/>
          <w:bCs/>
          <w:snapToGrid w:val="0"/>
        </w:rPr>
        <w:tab/>
        <w:t>Reconciliation of Actual Eligible Costs</w:t>
      </w:r>
      <w:bookmarkEnd w:id="206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9" w:name="_Toc178232215"/>
      <w:bookmarkEnd w:id="2056"/>
      <w:r w:rsidRPr="00AE0E6D">
        <w:rPr>
          <w:b/>
        </w:rPr>
        <w:t>3.14.1.1</w:t>
      </w:r>
      <w:r w:rsidR="00E60378">
        <w:rPr>
          <w:b/>
        </w:rPr>
        <w:t>7</w:t>
      </w:r>
      <w:r w:rsidRPr="00AE0E6D">
        <w:rPr>
          <w:b/>
        </w:rPr>
        <w:tab/>
        <w:t>Incentive Factor</w:t>
      </w:r>
      <w:bookmarkEnd w:id="2057"/>
      <w:bookmarkEnd w:id="2058"/>
      <w:bookmarkEnd w:id="2059"/>
      <w:bookmarkEnd w:id="2060"/>
      <w:bookmarkEnd w:id="2061"/>
      <w:bookmarkEnd w:id="2062"/>
      <w:bookmarkEnd w:id="2063"/>
      <w:bookmarkEnd w:id="2064"/>
      <w:bookmarkEnd w:id="2065"/>
      <w:bookmarkEnd w:id="2066"/>
      <w:bookmarkEnd w:id="2067"/>
      <w:bookmarkEnd w:id="2069"/>
    </w:p>
    <w:p w14:paraId="24AE2ADD" w14:textId="50D4AE0F" w:rsidR="00CB13B2" w:rsidRDefault="002D238A">
      <w:pPr>
        <w:pStyle w:val="BodyTextNumbered"/>
      </w:pPr>
      <w:bookmarkStart w:id="207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71" w:name="_Toc204048598"/>
      <w:bookmarkStart w:id="2072" w:name="_Toc400526212"/>
      <w:bookmarkStart w:id="2073" w:name="_Toc405534530"/>
      <w:bookmarkStart w:id="2074" w:name="_Toc406570543"/>
      <w:bookmarkStart w:id="2075" w:name="_Toc410910695"/>
      <w:bookmarkStart w:id="2076" w:name="_Toc411841124"/>
      <w:bookmarkStart w:id="2077" w:name="_Toc422147086"/>
      <w:bookmarkStart w:id="2078" w:name="_Toc433020682"/>
      <w:bookmarkStart w:id="2079" w:name="_Toc437262123"/>
      <w:bookmarkStart w:id="2080" w:name="_Toc478375300"/>
      <w:bookmarkStart w:id="2081" w:name="_Toc178232216"/>
      <w:r w:rsidRPr="00AE0E6D">
        <w:rPr>
          <w:b/>
        </w:rPr>
        <w:lastRenderedPageBreak/>
        <w:t>3.14.1.1</w:t>
      </w:r>
      <w:r w:rsidR="00E60378">
        <w:rPr>
          <w:b/>
        </w:rPr>
        <w:t>8</w:t>
      </w:r>
      <w:r w:rsidRPr="00AE0E6D">
        <w:rPr>
          <w:b/>
        </w:rPr>
        <w:tab/>
        <w:t>Major Equipment Modifications</w:t>
      </w:r>
      <w:bookmarkEnd w:id="2070"/>
      <w:bookmarkEnd w:id="2071"/>
      <w:bookmarkEnd w:id="2072"/>
      <w:bookmarkEnd w:id="2073"/>
      <w:bookmarkEnd w:id="2074"/>
      <w:bookmarkEnd w:id="2075"/>
      <w:bookmarkEnd w:id="2076"/>
      <w:bookmarkEnd w:id="2077"/>
      <w:bookmarkEnd w:id="2078"/>
      <w:bookmarkEnd w:id="2079"/>
      <w:bookmarkEnd w:id="2080"/>
      <w:bookmarkEnd w:id="208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2" w:name="_Toc478375301"/>
      <w:bookmarkStart w:id="2083" w:name="_Toc178232217"/>
      <w:bookmarkStart w:id="2084" w:name="_Toc452967046"/>
      <w:bookmarkStart w:id="2085" w:name="_Toc144691988"/>
      <w:bookmarkStart w:id="2086" w:name="_Toc204048599"/>
      <w:bookmarkStart w:id="2087" w:name="_Toc400526213"/>
      <w:bookmarkStart w:id="2088" w:name="_Toc405534531"/>
      <w:bookmarkStart w:id="2089" w:name="_Toc406570544"/>
      <w:bookmarkStart w:id="2090" w:name="_Toc410910696"/>
      <w:bookmarkStart w:id="2091" w:name="_Toc411841125"/>
      <w:bookmarkStart w:id="2092" w:name="_Toc422147087"/>
      <w:bookmarkStart w:id="2093" w:name="_Toc433020683"/>
      <w:bookmarkStart w:id="2094"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2"/>
      <w:bookmarkEnd w:id="208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5" w:name="_Toc478375302"/>
      <w:bookmarkStart w:id="2096" w:name="_Toc178232218"/>
      <w:bookmarkEnd w:id="2084"/>
      <w:r w:rsidRPr="00AE0E6D">
        <w:rPr>
          <w:b/>
        </w:rPr>
        <w:lastRenderedPageBreak/>
        <w:t>3.14.1.</w:t>
      </w:r>
      <w:r w:rsidR="002C24D3">
        <w:rPr>
          <w:b/>
        </w:rPr>
        <w:t>20</w:t>
      </w:r>
      <w:r w:rsidRPr="00AE0E6D">
        <w:rPr>
          <w:b/>
        </w:rPr>
        <w:tab/>
        <w:t>Budgeting Fuel Costs</w:t>
      </w:r>
      <w:bookmarkEnd w:id="2085"/>
      <w:bookmarkEnd w:id="2086"/>
      <w:bookmarkEnd w:id="2087"/>
      <w:bookmarkEnd w:id="2088"/>
      <w:bookmarkEnd w:id="2089"/>
      <w:bookmarkEnd w:id="2090"/>
      <w:bookmarkEnd w:id="2091"/>
      <w:bookmarkEnd w:id="2092"/>
      <w:bookmarkEnd w:id="2093"/>
      <w:bookmarkEnd w:id="2094"/>
      <w:bookmarkEnd w:id="2095"/>
      <w:bookmarkEnd w:id="209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7" w:name="_Toc144691989"/>
      <w:bookmarkStart w:id="2098" w:name="_Toc204048600"/>
      <w:bookmarkStart w:id="2099" w:name="_Toc400526214"/>
      <w:bookmarkStart w:id="2100" w:name="_Toc405534532"/>
      <w:bookmarkStart w:id="2101" w:name="_Toc406570545"/>
      <w:bookmarkStart w:id="2102" w:name="_Toc410910697"/>
      <w:bookmarkStart w:id="2103" w:name="_Toc411841126"/>
      <w:bookmarkStart w:id="2104" w:name="_Toc422147088"/>
      <w:bookmarkStart w:id="2105" w:name="_Toc433020684"/>
      <w:bookmarkStart w:id="2106" w:name="_Toc437262125"/>
      <w:bookmarkStart w:id="2107" w:name="_Toc478375303"/>
      <w:bookmarkStart w:id="2108" w:name="_Toc17823221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7"/>
      <w:bookmarkEnd w:id="2098"/>
      <w:bookmarkEnd w:id="2099"/>
      <w:bookmarkEnd w:id="2100"/>
      <w:bookmarkEnd w:id="2101"/>
      <w:bookmarkEnd w:id="2102"/>
      <w:bookmarkEnd w:id="2103"/>
      <w:bookmarkEnd w:id="2104"/>
      <w:bookmarkEnd w:id="2105"/>
      <w:bookmarkEnd w:id="2106"/>
      <w:bookmarkEnd w:id="2107"/>
      <w:bookmarkEnd w:id="2108"/>
    </w:p>
    <w:p w14:paraId="36D3CC60" w14:textId="6324A600" w:rsidR="00CB13B2" w:rsidRDefault="002D238A">
      <w:pPr>
        <w:pStyle w:val="BodyTextNumbered"/>
      </w:pPr>
      <w:bookmarkStart w:id="2109" w:name="_Toc114235802"/>
      <w:bookmarkStart w:id="211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11" w:name="_Toc204048601"/>
      <w:bookmarkStart w:id="2112" w:name="_Toc400526215"/>
      <w:bookmarkStart w:id="2113" w:name="_Toc405534533"/>
      <w:bookmarkStart w:id="2114" w:name="_Toc406570546"/>
      <w:bookmarkStart w:id="2115" w:name="_Toc410910698"/>
      <w:bookmarkStart w:id="2116" w:name="_Toc411841127"/>
      <w:bookmarkStart w:id="2117" w:name="_Toc422147089"/>
      <w:bookmarkStart w:id="2118" w:name="_Toc433020685"/>
      <w:bookmarkStart w:id="2119" w:name="_Toc437262126"/>
      <w:bookmarkStart w:id="2120" w:name="_Toc478375304"/>
      <w:bookmarkStart w:id="2121" w:name="_Toc178232220"/>
      <w:r>
        <w:t>3.14.2</w:t>
      </w:r>
      <w:r>
        <w:tab/>
        <w:t>Black Start</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22" w:name="_Toc400526216"/>
      <w:bookmarkStart w:id="2123" w:name="_Toc405534534"/>
      <w:bookmarkStart w:id="2124" w:name="_Toc406570547"/>
      <w:bookmarkStart w:id="2125" w:name="_Toc410910699"/>
      <w:bookmarkStart w:id="2126" w:name="_Toc411841128"/>
      <w:bookmarkStart w:id="2127" w:name="_Toc422147090"/>
      <w:bookmarkStart w:id="2128" w:name="_Toc433020686"/>
      <w:bookmarkStart w:id="2129" w:name="_Toc437262127"/>
      <w:bookmarkStart w:id="2130" w:name="_Toc478375305"/>
      <w:bookmarkStart w:id="213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32" w:name="_Hlk85719896"/>
      <w:r w:rsidRPr="00672C8C">
        <w:rPr>
          <w:iCs/>
          <w:color w:val="000000"/>
        </w:rPr>
        <w:t xml:space="preserve">Back-up Fuel for BSS </w:t>
      </w:r>
      <w:bookmarkEnd w:id="2132"/>
      <w:r w:rsidRPr="00672C8C">
        <w:rPr>
          <w:iCs/>
          <w:color w:val="000000"/>
        </w:rPr>
        <w:t>and shall maintain a contracted amount of</w:t>
      </w:r>
      <w:bookmarkStart w:id="2133" w:name="_Hlk80615097"/>
      <w:r w:rsidRPr="00672C8C">
        <w:rPr>
          <w:iCs/>
          <w:color w:val="000000"/>
        </w:rPr>
        <w:t xml:space="preserve"> BSS Back-up Fuel </w:t>
      </w:r>
      <w:bookmarkEnd w:id="2133"/>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34" w:name="_Toc178232221"/>
      <w:r w:rsidRPr="00C83EFD">
        <w:rPr>
          <w:b/>
          <w:bCs/>
          <w:i/>
        </w:rPr>
        <w:t>3.14.3</w:t>
      </w:r>
      <w:r w:rsidRPr="00C83EFD">
        <w:rPr>
          <w:b/>
          <w:bCs/>
          <w:i/>
        </w:rPr>
        <w:tab/>
        <w:t>Emergency Response Service</w:t>
      </w:r>
      <w:bookmarkEnd w:id="2122"/>
      <w:bookmarkEnd w:id="2123"/>
      <w:bookmarkEnd w:id="2124"/>
      <w:bookmarkEnd w:id="2125"/>
      <w:bookmarkEnd w:id="2126"/>
      <w:bookmarkEnd w:id="2127"/>
      <w:bookmarkEnd w:id="2128"/>
      <w:bookmarkEnd w:id="2129"/>
      <w:bookmarkEnd w:id="2130"/>
      <w:bookmarkEnd w:id="2134"/>
    </w:p>
    <w:p w14:paraId="351F0C55" w14:textId="4E7E3A96" w:rsidR="0058085E" w:rsidRPr="00FE2EC7" w:rsidRDefault="0041108D" w:rsidP="006D5EC8">
      <w:pPr>
        <w:tabs>
          <w:tab w:val="num" w:pos="900"/>
        </w:tabs>
        <w:spacing w:after="240"/>
        <w:ind w:left="720" w:hanging="720"/>
        <w:rPr>
          <w:b/>
          <w:i/>
        </w:rPr>
      </w:pPr>
      <w:bookmarkStart w:id="2135" w:name="_Toc326067856"/>
      <w:bookmarkStart w:id="2136" w:name="_Toc331401072"/>
      <w:bookmarkStart w:id="2137" w:name="_Toc333405886"/>
      <w:bookmarkStart w:id="2138" w:name="_Toc338854824"/>
      <w:bookmarkStart w:id="2139" w:name="_Toc339281228"/>
      <w:bookmarkStart w:id="2140" w:name="_Toc341692430"/>
      <w:bookmarkStart w:id="2141" w:name="_Toc343243678"/>
      <w:bookmarkStart w:id="2142" w:name="_Toc348352869"/>
      <w:bookmarkStart w:id="2143" w:name="_Toc352156823"/>
      <w:bookmarkStart w:id="2144" w:name="_Toc357502580"/>
      <w:bookmarkStart w:id="214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31"/>
      <w:bookmarkEnd w:id="2135"/>
      <w:bookmarkEnd w:id="2136"/>
      <w:bookmarkEnd w:id="2137"/>
      <w:bookmarkEnd w:id="2138"/>
      <w:bookmarkEnd w:id="2139"/>
      <w:bookmarkEnd w:id="2140"/>
      <w:bookmarkEnd w:id="2141"/>
      <w:bookmarkEnd w:id="2142"/>
      <w:bookmarkEnd w:id="2143"/>
      <w:bookmarkEnd w:id="2144"/>
      <w:bookmarkEnd w:id="2145"/>
    </w:p>
    <w:p w14:paraId="0328E216" w14:textId="77777777" w:rsidR="00695A4D" w:rsidRPr="00AE0E6D" w:rsidRDefault="00695A4D" w:rsidP="008579CB">
      <w:pPr>
        <w:pStyle w:val="H4"/>
        <w:ind w:left="1267" w:hanging="1267"/>
        <w:rPr>
          <w:b/>
        </w:rPr>
      </w:pPr>
      <w:bookmarkStart w:id="2146" w:name="_Toc400526217"/>
      <w:bookmarkStart w:id="2147" w:name="_Toc405534535"/>
      <w:bookmarkStart w:id="2148" w:name="_Toc406570548"/>
      <w:bookmarkStart w:id="2149" w:name="_Toc410910700"/>
      <w:bookmarkStart w:id="2150" w:name="_Toc411841129"/>
      <w:bookmarkStart w:id="2151" w:name="_Toc422147091"/>
      <w:bookmarkStart w:id="2152" w:name="_Toc433020687"/>
      <w:bookmarkStart w:id="2153" w:name="_Toc437262128"/>
      <w:bookmarkStart w:id="2154" w:name="_Toc478375306"/>
      <w:bookmarkStart w:id="2155" w:name="_Toc178232222"/>
      <w:r w:rsidRPr="00AE0E6D">
        <w:rPr>
          <w:b/>
        </w:rPr>
        <w:t>3.14.3.1</w:t>
      </w:r>
      <w:r w:rsidRPr="00AE0E6D">
        <w:rPr>
          <w:b/>
        </w:rPr>
        <w:tab/>
        <w:t>Emergency Response Service Procurement</w:t>
      </w:r>
      <w:bookmarkEnd w:id="2146"/>
      <w:bookmarkEnd w:id="2147"/>
      <w:bookmarkEnd w:id="2148"/>
      <w:bookmarkEnd w:id="2149"/>
      <w:bookmarkEnd w:id="2150"/>
      <w:bookmarkEnd w:id="2151"/>
      <w:bookmarkEnd w:id="2152"/>
      <w:bookmarkEnd w:id="2153"/>
      <w:bookmarkEnd w:id="2154"/>
      <w:bookmarkEnd w:id="215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6" w:name="_Toc400526218"/>
      <w:bookmarkStart w:id="2157" w:name="_Toc405534536"/>
      <w:bookmarkStart w:id="2158" w:name="_Toc406570549"/>
      <w:bookmarkStart w:id="2159" w:name="_Toc410910701"/>
      <w:bookmarkStart w:id="2160" w:name="_Toc411841130"/>
      <w:bookmarkStart w:id="2161" w:name="_Toc422147092"/>
      <w:bookmarkStart w:id="2162" w:name="_Toc433020688"/>
      <w:bookmarkStart w:id="2163" w:name="_Toc437262129"/>
      <w:bookmarkStart w:id="2164" w:name="_Toc478375307"/>
      <w:bookmarkStart w:id="2165" w:name="_Toc178232223"/>
      <w:r w:rsidRPr="007F4287">
        <w:rPr>
          <w:b/>
          <w:iCs/>
        </w:rPr>
        <w:t>3.14.3.2</w:t>
      </w:r>
      <w:r w:rsidRPr="007F4287">
        <w:rPr>
          <w:b/>
          <w:iCs/>
        </w:rPr>
        <w:tab/>
        <w:t>Emergency Response Service Self-Provision</w:t>
      </w:r>
      <w:bookmarkEnd w:id="2156"/>
      <w:bookmarkEnd w:id="2157"/>
      <w:bookmarkEnd w:id="2158"/>
      <w:bookmarkEnd w:id="2159"/>
      <w:bookmarkEnd w:id="2160"/>
      <w:bookmarkEnd w:id="2161"/>
      <w:bookmarkEnd w:id="2162"/>
      <w:bookmarkEnd w:id="2163"/>
      <w:bookmarkEnd w:id="2164"/>
      <w:bookmarkEnd w:id="216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6" w:name="_Toc400526219"/>
      <w:bookmarkStart w:id="2167" w:name="_Toc405534537"/>
      <w:bookmarkStart w:id="2168" w:name="_Toc406570550"/>
      <w:bookmarkStart w:id="2169" w:name="_Toc410910702"/>
      <w:bookmarkStart w:id="2170" w:name="_Toc411841131"/>
      <w:bookmarkStart w:id="2171" w:name="_Toc422147093"/>
      <w:bookmarkStart w:id="2172" w:name="_Toc433020689"/>
      <w:bookmarkStart w:id="2173" w:name="_Toc437262130"/>
      <w:bookmarkStart w:id="2174" w:name="_Toc478375308"/>
      <w:bookmarkStart w:id="2175" w:name="_Toc178232224"/>
      <w:r w:rsidRPr="00AE0E6D">
        <w:rPr>
          <w:b/>
          <w:iCs/>
        </w:rPr>
        <w:t>3.14.3.3</w:t>
      </w:r>
      <w:r w:rsidRPr="00AE0E6D">
        <w:rPr>
          <w:b/>
          <w:iCs/>
        </w:rPr>
        <w:tab/>
        <w:t>Emergency Response Service Provision and Technical Requirements</w:t>
      </w:r>
      <w:bookmarkEnd w:id="2166"/>
      <w:bookmarkEnd w:id="2167"/>
      <w:bookmarkEnd w:id="2168"/>
      <w:bookmarkEnd w:id="2169"/>
      <w:bookmarkEnd w:id="2170"/>
      <w:bookmarkEnd w:id="2171"/>
      <w:bookmarkEnd w:id="2172"/>
      <w:bookmarkEnd w:id="2173"/>
      <w:bookmarkEnd w:id="2174"/>
      <w:bookmarkEnd w:id="217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lastRenderedPageBreak/>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lastRenderedPageBreak/>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6" w:name="_Toc400526220"/>
      <w:bookmarkStart w:id="2177" w:name="_Toc405534538"/>
      <w:bookmarkStart w:id="2178" w:name="_Toc406570551"/>
      <w:bookmarkStart w:id="2179" w:name="_Toc410910703"/>
      <w:bookmarkStart w:id="2180" w:name="_Toc411841132"/>
      <w:bookmarkStart w:id="2181" w:name="_Toc422147094"/>
      <w:bookmarkStart w:id="2182" w:name="_Toc433020690"/>
      <w:bookmarkStart w:id="2183" w:name="_Toc437262131"/>
      <w:bookmarkStart w:id="2184" w:name="_Toc478375309"/>
      <w:bookmarkStart w:id="2185" w:name="_Toc178232225"/>
      <w:r w:rsidRPr="007F4287">
        <w:rPr>
          <w:b/>
          <w:iCs/>
        </w:rPr>
        <w:t>3.14.3.4</w:t>
      </w:r>
      <w:r w:rsidRPr="007F4287">
        <w:rPr>
          <w:b/>
          <w:iCs/>
        </w:rPr>
        <w:tab/>
        <w:t>Emergency Response Service Reporting and Market Communications</w:t>
      </w:r>
      <w:bookmarkEnd w:id="2176"/>
      <w:bookmarkEnd w:id="2177"/>
      <w:bookmarkEnd w:id="2178"/>
      <w:bookmarkEnd w:id="2179"/>
      <w:bookmarkEnd w:id="2180"/>
      <w:bookmarkEnd w:id="2181"/>
      <w:bookmarkEnd w:id="2182"/>
      <w:bookmarkEnd w:id="2183"/>
      <w:bookmarkEnd w:id="2184"/>
      <w:bookmarkEnd w:id="218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lastRenderedPageBreak/>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lastRenderedPageBreak/>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6" w:name="_Toc204048603"/>
            <w:bookmarkStart w:id="2187" w:name="_Toc400526221"/>
            <w:bookmarkStart w:id="2188" w:name="_Toc405534539"/>
            <w:bookmarkStart w:id="2189" w:name="_Toc406570552"/>
            <w:bookmarkStart w:id="2190" w:name="_Toc410910704"/>
            <w:bookmarkStart w:id="2191" w:name="_Toc411841133"/>
            <w:bookmarkStart w:id="2192" w:name="_Toc422147095"/>
            <w:bookmarkStart w:id="2193" w:name="_Toc433020691"/>
            <w:bookmarkStart w:id="2194" w:name="_Toc437262132"/>
            <w:bookmarkStart w:id="219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6" w:name="_Toc178232226"/>
            <w:r w:rsidRPr="00A974FD">
              <w:t>3</w:t>
            </w:r>
            <w:r>
              <w:t>.14.4</w:t>
            </w:r>
            <w:r>
              <w:tab/>
              <w:t>Must-</w:t>
            </w:r>
            <w:r w:rsidRPr="00A974FD">
              <w:t>Run Alternative Service</w:t>
            </w:r>
            <w:bookmarkEnd w:id="2196"/>
          </w:p>
          <w:p w14:paraId="6308EBCB" w14:textId="77777777" w:rsidR="00E222EB" w:rsidRPr="00E222EB" w:rsidRDefault="00E222EB" w:rsidP="00E222EB">
            <w:pPr>
              <w:pStyle w:val="H4"/>
              <w:rPr>
                <w:b/>
              </w:rPr>
            </w:pPr>
            <w:bookmarkStart w:id="2197" w:name="_Toc178232227"/>
            <w:r w:rsidRPr="00E222EB">
              <w:rPr>
                <w:b/>
              </w:rPr>
              <w:t>3.14.4.1</w:t>
            </w:r>
            <w:r w:rsidRPr="00E222EB">
              <w:rPr>
                <w:b/>
              </w:rPr>
              <w:tab/>
              <w:t>Overview and Description of MRAs</w:t>
            </w:r>
            <w:bookmarkEnd w:id="219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 xml:space="preserve">This authorization </w:t>
            </w:r>
            <w:r w:rsidRPr="00175362">
              <w:lastRenderedPageBreak/>
              <w:t>must</w:t>
            </w:r>
            <w:r w:rsidRPr="00B75745">
              <w:t xml:space="preserve"> be signed by an individual with authority to bind the NOIE and must be submitted to ERCOT prior to the submission of an offer </w:t>
            </w:r>
            <w:r>
              <w:t>in response to the MRA</w:t>
            </w:r>
            <w:r w:rsidRPr="00B75745">
              <w:t>.</w:t>
            </w:r>
            <w:bookmarkEnd w:id="219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lastRenderedPageBreak/>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9" w:name="_Toc178232228"/>
            <w:r w:rsidRPr="00E222EB">
              <w:rPr>
                <w:b/>
                <w:bCs/>
                <w:snapToGrid w:val="0"/>
                <w:szCs w:val="24"/>
              </w:rPr>
              <w:t>3.14.4.2</w:t>
            </w:r>
            <w:r w:rsidRPr="00E222EB">
              <w:rPr>
                <w:b/>
                <w:bCs/>
                <w:snapToGrid w:val="0"/>
                <w:szCs w:val="24"/>
              </w:rPr>
              <w:tab/>
              <w:t>Preliminary Review of Prospective Demand Response MRAs</w:t>
            </w:r>
            <w:bookmarkEnd w:id="219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0" w:name="_Toc178232229"/>
            <w:r w:rsidRPr="00E222EB">
              <w:rPr>
                <w:b/>
                <w:bCs/>
                <w:snapToGrid w:val="0"/>
                <w:szCs w:val="24"/>
              </w:rPr>
              <w:t>3.14.4.3</w:t>
            </w:r>
            <w:r w:rsidRPr="00E222EB">
              <w:rPr>
                <w:b/>
                <w:bCs/>
                <w:snapToGrid w:val="0"/>
                <w:szCs w:val="24"/>
              </w:rPr>
              <w:tab/>
              <w:t>MRA Substitution</w:t>
            </w:r>
            <w:bookmarkEnd w:id="220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1" w:name="_Toc178232230"/>
            <w:r w:rsidRPr="00E5617F">
              <w:rPr>
                <w:b/>
                <w:bCs/>
                <w:snapToGrid w:val="0"/>
                <w:szCs w:val="24"/>
              </w:rPr>
              <w:lastRenderedPageBreak/>
              <w:t>3.14.4.4</w:t>
            </w:r>
            <w:r w:rsidRPr="00E5617F">
              <w:rPr>
                <w:b/>
                <w:bCs/>
                <w:snapToGrid w:val="0"/>
                <w:szCs w:val="24"/>
              </w:rPr>
              <w:tab/>
              <w:t>Commitment and Dispatch</w:t>
            </w:r>
            <w:bookmarkEnd w:id="220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2" w:name="_Toc178232231"/>
            <w:r w:rsidRPr="00E5617F">
              <w:rPr>
                <w:b/>
                <w:bCs/>
                <w:snapToGrid w:val="0"/>
                <w:szCs w:val="24"/>
              </w:rPr>
              <w:t>3.14.4.5</w:t>
            </w:r>
            <w:r w:rsidRPr="00E5617F">
              <w:rPr>
                <w:b/>
                <w:bCs/>
                <w:snapToGrid w:val="0"/>
                <w:szCs w:val="24"/>
              </w:rPr>
              <w:tab/>
              <w:t>Standards for Generation Resource MRAs</w:t>
            </w:r>
            <w:bookmarkEnd w:id="220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3" w:name="_Toc178232232"/>
            <w:r w:rsidRPr="00E5617F">
              <w:rPr>
                <w:b/>
                <w:bCs/>
                <w:snapToGrid w:val="0"/>
                <w:szCs w:val="24"/>
              </w:rPr>
              <w:t>3.14.4.6</w:t>
            </w:r>
            <w:r w:rsidRPr="00E5617F">
              <w:rPr>
                <w:b/>
                <w:bCs/>
                <w:snapToGrid w:val="0"/>
                <w:szCs w:val="24"/>
              </w:rPr>
              <w:tab/>
              <w:t>Standards for Other Generation MRAs and Demand Response MRAs</w:t>
            </w:r>
            <w:bookmarkEnd w:id="2203"/>
          </w:p>
          <w:p w14:paraId="21F4E061" w14:textId="77777777" w:rsidR="00E5617F" w:rsidRPr="00A540C3" w:rsidRDefault="00E5617F" w:rsidP="00E5617F">
            <w:pPr>
              <w:pStyle w:val="H5"/>
            </w:pPr>
            <w:bookmarkStart w:id="2204" w:name="_Toc178232233"/>
            <w:r w:rsidRPr="00A540C3">
              <w:t>3.14.</w:t>
            </w:r>
            <w:r>
              <w:t>4.6</w:t>
            </w:r>
            <w:r w:rsidRPr="00A540C3">
              <w:t>.1</w:t>
            </w:r>
            <w:r w:rsidRPr="00A540C3">
              <w:tab/>
            </w:r>
            <w:r>
              <w:t xml:space="preserve">MRA </w:t>
            </w:r>
            <w:r w:rsidRPr="00A540C3">
              <w:t>Telemetry Requirements</w:t>
            </w:r>
            <w:bookmarkEnd w:id="220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178232234"/>
            <w:r w:rsidRPr="00E5617F">
              <w:rPr>
                <w:b/>
                <w:bCs/>
                <w:i/>
                <w:iCs/>
                <w:szCs w:val="26"/>
              </w:rPr>
              <w:t>3.14.4.6.2</w:t>
            </w:r>
            <w:r w:rsidRPr="00E5617F">
              <w:rPr>
                <w:b/>
                <w:bCs/>
                <w:i/>
                <w:iCs/>
                <w:szCs w:val="26"/>
              </w:rPr>
              <w:tab/>
              <w:t>Baseline Performance Evaluation Methodology for Demand Response MRAs</w:t>
            </w:r>
            <w:bookmarkEnd w:id="220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178232235"/>
            <w:r w:rsidRPr="00E5617F">
              <w:rPr>
                <w:b/>
                <w:bCs/>
                <w:i/>
                <w:iCs/>
                <w:szCs w:val="26"/>
              </w:rPr>
              <w:t>3.14.4.6.3</w:t>
            </w:r>
            <w:r w:rsidRPr="00E5617F">
              <w:rPr>
                <w:b/>
                <w:bCs/>
                <w:i/>
                <w:iCs/>
                <w:szCs w:val="26"/>
              </w:rPr>
              <w:tab/>
              <w:t>MRA Metering and Metering Data</w:t>
            </w:r>
            <w:bookmarkEnd w:id="220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20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7"/>
          </w:p>
          <w:p w14:paraId="603EB302" w14:textId="77777777" w:rsidR="00E5617F" w:rsidRPr="00E5617F" w:rsidRDefault="00E5617F" w:rsidP="00E5617F">
            <w:pPr>
              <w:spacing w:after="240"/>
              <w:ind w:left="720" w:hanging="720"/>
              <w:rPr>
                <w:szCs w:val="24"/>
              </w:rPr>
            </w:pPr>
            <w:bookmarkStart w:id="220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9" w:name="_Toc178232236"/>
            <w:r w:rsidRPr="00E5617F">
              <w:rPr>
                <w:b/>
                <w:bCs/>
                <w:i/>
                <w:iCs/>
                <w:szCs w:val="26"/>
              </w:rPr>
              <w:t>3.14.4.6.4</w:t>
            </w:r>
            <w:r w:rsidRPr="00E5617F">
              <w:rPr>
                <w:b/>
                <w:bCs/>
                <w:i/>
                <w:iCs/>
                <w:szCs w:val="26"/>
              </w:rPr>
              <w:tab/>
              <w:t>MRA Availability Measurement and Verification</w:t>
            </w:r>
            <w:bookmarkEnd w:id="220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delivery or measurement of electricity to the MRA or MRA Site.  </w:t>
            </w:r>
            <w:r w:rsidRPr="00E5617F">
              <w:lastRenderedPageBreak/>
              <w:t>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0" w:name="_Toc178232237"/>
            <w:r w:rsidRPr="00E5617F">
              <w:rPr>
                <w:b/>
                <w:bCs/>
                <w:i/>
                <w:iCs/>
                <w:szCs w:val="26"/>
              </w:rPr>
              <w:t>3.14.4.6.5</w:t>
            </w:r>
            <w:r w:rsidRPr="00E5617F">
              <w:rPr>
                <w:b/>
                <w:bCs/>
                <w:i/>
                <w:iCs/>
                <w:szCs w:val="26"/>
              </w:rPr>
              <w:tab/>
              <w:t>MRA Event Performance Measurement and Verification</w:t>
            </w:r>
            <w:bookmarkEnd w:id="221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1" w:name="_Toc17823223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12" w:name="_Toc17823223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1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13" w:name="_Toc178232240"/>
            <w:r w:rsidRPr="00C03C32">
              <w:rPr>
                <w:b/>
                <w:bCs/>
              </w:rPr>
              <w:t>3.14.4.8</w:t>
            </w:r>
            <w:r w:rsidRPr="00C03C32">
              <w:rPr>
                <w:b/>
                <w:bCs/>
              </w:rPr>
              <w:tab/>
              <w:t>MRA Misconduct Events</w:t>
            </w:r>
            <w:bookmarkEnd w:id="221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4" w:name="_Toc178232241"/>
            <w:r w:rsidRPr="00BA3A95">
              <w:rPr>
                <w:b/>
                <w:bCs/>
                <w:snapToGrid w:val="0"/>
              </w:rPr>
              <w:t>3.14.4.9</w:t>
            </w:r>
            <w:r w:rsidRPr="00BA3A95">
              <w:rPr>
                <w:b/>
                <w:bCs/>
                <w:snapToGrid w:val="0"/>
              </w:rPr>
              <w:tab/>
              <w:t>MRA Reporting to Transmission and/or Distribution Service Providers (TDSPs)</w:t>
            </w:r>
            <w:bookmarkEnd w:id="221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15" w:name="_Toc178232242"/>
      <w:r w:rsidRPr="00B94ADC">
        <w:rPr>
          <w:b/>
          <w:bCs/>
          <w:i/>
        </w:rPr>
        <w:t>3.14.5</w:t>
      </w:r>
      <w:r w:rsidRPr="00B94ADC">
        <w:rPr>
          <w:b/>
          <w:bCs/>
          <w:i/>
        </w:rPr>
        <w:tab/>
        <w:t>Firm Fuel Supply Service</w:t>
      </w:r>
      <w:bookmarkEnd w:id="2215"/>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 xml:space="preserve">of the anticipated exhaustion of emissions credits or permit allowances at least six hours before the exhaustion of those credits or allowances.  Upon receiving such notification, ERCOT shall </w:t>
      </w:r>
      <w:r w:rsidRPr="00B94ADC">
        <w:lastRenderedPageBreak/>
        <w:t>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lastRenderedPageBreak/>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16"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16"/>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17" w:name="_Toc178232243"/>
      <w:r>
        <w:t>3.15</w:t>
      </w:r>
      <w:r>
        <w:tab/>
        <w:t>Voltage Support</w:t>
      </w:r>
      <w:bookmarkEnd w:id="2186"/>
      <w:bookmarkEnd w:id="2187"/>
      <w:bookmarkEnd w:id="2188"/>
      <w:bookmarkEnd w:id="2189"/>
      <w:bookmarkEnd w:id="2190"/>
      <w:bookmarkEnd w:id="2191"/>
      <w:bookmarkEnd w:id="2192"/>
      <w:bookmarkEnd w:id="2193"/>
      <w:bookmarkEnd w:id="2194"/>
      <w:bookmarkEnd w:id="2195"/>
      <w:bookmarkEnd w:id="221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8" w:name="_Toc114235804"/>
      <w:bookmarkStart w:id="2219" w:name="_Toc144691992"/>
      <w:bookmarkStart w:id="2220" w:name="_Toc204048604"/>
      <w:bookmarkStart w:id="2221" w:name="_Toc400526222"/>
      <w:bookmarkStart w:id="2222" w:name="_Toc405534540"/>
      <w:bookmarkStart w:id="2223" w:name="_Toc406570553"/>
      <w:bookmarkStart w:id="2224" w:name="_Toc410910705"/>
      <w:bookmarkStart w:id="2225" w:name="_Toc411841134"/>
      <w:bookmarkStart w:id="2226" w:name="_Toc422147096"/>
      <w:bookmarkStart w:id="2227" w:name="_Toc433020692"/>
      <w:bookmarkStart w:id="2228" w:name="_Toc437262133"/>
      <w:bookmarkStart w:id="2229" w:name="_Toc478375311"/>
      <w:bookmarkStart w:id="2230" w:name="_Toc178232244"/>
      <w:r>
        <w:t>3.15.1</w:t>
      </w:r>
      <w:r>
        <w:tab/>
        <w:t>ERCOT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31" w:name="_Toc114235805"/>
      <w:bookmarkStart w:id="2232" w:name="_Toc144691993"/>
      <w:bookmarkStart w:id="2233" w:name="_Toc204048605"/>
      <w:bookmarkStart w:id="2234" w:name="_Toc400526223"/>
      <w:bookmarkStart w:id="2235" w:name="_Toc405534541"/>
      <w:bookmarkStart w:id="2236" w:name="_Toc406570554"/>
      <w:bookmarkStart w:id="2237" w:name="_Toc410910706"/>
      <w:bookmarkStart w:id="2238" w:name="_Toc411841135"/>
      <w:bookmarkStart w:id="2239" w:name="_Toc422147097"/>
      <w:bookmarkStart w:id="2240" w:name="_Toc433020693"/>
      <w:bookmarkStart w:id="2241" w:name="_Toc437262134"/>
      <w:bookmarkStart w:id="2242" w:name="_Toc478375312"/>
      <w:bookmarkStart w:id="2243" w:name="_Toc178232245"/>
      <w:r>
        <w:t>3.15.2</w:t>
      </w:r>
      <w:r>
        <w:tab/>
        <w:t>DSP Responsibilities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44" w:name="_Toc114235806"/>
      <w:bookmarkStart w:id="2245" w:name="_Toc144691994"/>
      <w:bookmarkStart w:id="2246" w:name="_Toc204048606"/>
      <w:bookmarkStart w:id="2247" w:name="_Toc400526224"/>
      <w:bookmarkStart w:id="2248" w:name="_Toc405534542"/>
      <w:bookmarkStart w:id="2249" w:name="_Toc406570555"/>
      <w:bookmarkStart w:id="2250" w:name="_Toc410910707"/>
      <w:bookmarkStart w:id="2251" w:name="_Toc411841136"/>
      <w:bookmarkStart w:id="2252" w:name="_Toc422147098"/>
      <w:bookmarkStart w:id="2253" w:name="_Toc433020694"/>
      <w:bookmarkStart w:id="2254" w:name="_Toc437262135"/>
      <w:bookmarkStart w:id="2255" w:name="_Toc478375313"/>
      <w:bookmarkStart w:id="2256" w:name="_Toc178232246"/>
      <w:bookmarkStart w:id="2257"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58" w:name="_Hlk125616720"/>
      <w:bookmarkEnd w:id="2257"/>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59" w:name="_Hlk99642203"/>
      <w:r>
        <w:t xml:space="preserve">the submitted reactive capability curve reflects 0 MVAr leading and lagging reactive capability at 0 MW; </w:t>
      </w:r>
      <w:bookmarkEnd w:id="2259"/>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0" w:name="_Toc114235807"/>
      <w:bookmarkStart w:id="2261" w:name="_Toc144691995"/>
      <w:bookmarkStart w:id="2262" w:name="_Toc204048607"/>
      <w:bookmarkStart w:id="2263" w:name="_Toc400526225"/>
      <w:bookmarkStart w:id="2264" w:name="_Toc405534543"/>
      <w:bookmarkStart w:id="2265" w:name="_Toc406570556"/>
      <w:bookmarkStart w:id="2266" w:name="_Toc410910708"/>
      <w:bookmarkStart w:id="2267" w:name="_Toc411841137"/>
      <w:bookmarkStart w:id="2268" w:name="_Toc422147099"/>
      <w:bookmarkStart w:id="2269" w:name="_Toc433020695"/>
      <w:bookmarkStart w:id="2270" w:name="_Toc437262136"/>
      <w:bookmarkStart w:id="2271" w:name="_Toc478375314"/>
      <w:bookmarkEnd w:id="22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72" w:name="_Toc109631903"/>
            <w:bookmarkStart w:id="2273" w:name="_Toc178232247"/>
            <w:bookmarkStart w:id="2274" w:name="_Toc60037424"/>
            <w:r w:rsidRPr="00692F0F">
              <w:rPr>
                <w:b/>
                <w:bCs/>
                <w:i/>
              </w:rPr>
              <w:t>3.15.4</w:t>
            </w:r>
            <w:r w:rsidRPr="00692F0F">
              <w:rPr>
                <w:b/>
                <w:bCs/>
                <w:i/>
              </w:rPr>
              <w:tab/>
              <w:t>Direct Current Tie Owner and Direct Current Tie Operator (DCTO) Responsibilities Related to Voltage Support</w:t>
            </w:r>
            <w:bookmarkEnd w:id="2272"/>
            <w:bookmarkEnd w:id="2273"/>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4"/>
            <w:r>
              <w:rPr>
                <w:iCs/>
                <w:szCs w:val="24"/>
              </w:rPr>
              <w:t>.</w:t>
            </w:r>
          </w:p>
        </w:tc>
      </w:tr>
    </w:tbl>
    <w:p w14:paraId="562A5C6D" w14:textId="77777777" w:rsidR="00CB13B2" w:rsidRDefault="002D238A" w:rsidP="00174F2B">
      <w:pPr>
        <w:pStyle w:val="H2"/>
        <w:spacing w:before="480"/>
      </w:pPr>
      <w:bookmarkStart w:id="2275" w:name="_Toc178232248"/>
      <w:r>
        <w:lastRenderedPageBreak/>
        <w:t>3.16</w:t>
      </w:r>
      <w:r>
        <w:tab/>
        <w:t>Standards for Determining Ancillary Service Quantities</w:t>
      </w:r>
      <w:bookmarkEnd w:id="2260"/>
      <w:bookmarkEnd w:id="2261"/>
      <w:bookmarkEnd w:id="2262"/>
      <w:bookmarkEnd w:id="2263"/>
      <w:bookmarkEnd w:id="2264"/>
      <w:bookmarkEnd w:id="2265"/>
      <w:bookmarkEnd w:id="2266"/>
      <w:bookmarkEnd w:id="2267"/>
      <w:bookmarkEnd w:id="2268"/>
      <w:bookmarkEnd w:id="2269"/>
      <w:bookmarkEnd w:id="2270"/>
      <w:bookmarkEnd w:id="2271"/>
      <w:bookmarkEnd w:id="227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w:t>
            </w:r>
            <w:r w:rsidR="00305D9D">
              <w:lastRenderedPageBreak/>
              <w:t>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76"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76"/>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w:t>
      </w:r>
      <w:r w:rsidR="006452C9" w:rsidRPr="00157AF8">
        <w:lastRenderedPageBreak/>
        <w:t>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7" w:name="_Toc114235808"/>
      <w:bookmarkStart w:id="2278" w:name="_Toc144691996"/>
      <w:bookmarkStart w:id="2279" w:name="_Toc204048608"/>
      <w:bookmarkStart w:id="2280" w:name="_Toc400526226"/>
      <w:bookmarkStart w:id="2281" w:name="_Toc405534544"/>
      <w:bookmarkStart w:id="2282" w:name="_Toc406570557"/>
      <w:bookmarkStart w:id="2283" w:name="_Toc410910709"/>
      <w:bookmarkStart w:id="2284" w:name="_Toc411841138"/>
      <w:bookmarkStart w:id="2285" w:name="_Toc422147100"/>
      <w:bookmarkStart w:id="2286" w:name="_Toc433020696"/>
      <w:bookmarkStart w:id="2287" w:name="_Toc437262137"/>
      <w:bookmarkStart w:id="2288" w:name="_Toc478375315"/>
      <w:bookmarkStart w:id="2289" w:name="_Toc178232249"/>
      <w:r>
        <w:t>3.17</w:t>
      </w:r>
      <w:r>
        <w:tab/>
      </w:r>
      <w:bookmarkStart w:id="2290" w:name="_Toc93910994"/>
      <w:r>
        <w:t>Ancillary Service Capacity Products</w:t>
      </w:r>
      <w:bookmarkEnd w:id="2277"/>
      <w:bookmarkEnd w:id="2278"/>
      <w:bookmarkEnd w:id="2279"/>
      <w:bookmarkEnd w:id="2280"/>
      <w:bookmarkEnd w:id="2281"/>
      <w:bookmarkEnd w:id="2282"/>
      <w:bookmarkEnd w:id="2283"/>
      <w:bookmarkEnd w:id="2284"/>
      <w:bookmarkEnd w:id="2285"/>
      <w:bookmarkEnd w:id="2286"/>
      <w:bookmarkEnd w:id="2287"/>
      <w:bookmarkEnd w:id="2288"/>
      <w:bookmarkEnd w:id="2290"/>
      <w:bookmarkEnd w:id="2289"/>
      <w:r>
        <w:t xml:space="preserve"> </w:t>
      </w:r>
    </w:p>
    <w:p w14:paraId="5ED9B5F0" w14:textId="77777777" w:rsidR="00CB13B2" w:rsidRDefault="002D238A">
      <w:pPr>
        <w:pStyle w:val="H3"/>
      </w:pPr>
      <w:bookmarkStart w:id="2291" w:name="_Toc90197098"/>
      <w:bookmarkStart w:id="2292" w:name="_Toc114235809"/>
      <w:bookmarkStart w:id="2293" w:name="_Toc144691997"/>
      <w:bookmarkStart w:id="2294" w:name="_Toc204048609"/>
      <w:bookmarkStart w:id="2295" w:name="_Toc400526227"/>
      <w:bookmarkStart w:id="2296" w:name="_Toc405534545"/>
      <w:bookmarkStart w:id="2297" w:name="_Toc406570558"/>
      <w:bookmarkStart w:id="2298" w:name="_Toc410910710"/>
      <w:bookmarkStart w:id="2299" w:name="_Toc411841139"/>
      <w:bookmarkStart w:id="2300" w:name="_Toc422147101"/>
      <w:bookmarkStart w:id="2301" w:name="_Toc433020697"/>
      <w:bookmarkStart w:id="2302" w:name="_Toc437262138"/>
      <w:bookmarkStart w:id="2303" w:name="_Toc478375316"/>
      <w:bookmarkStart w:id="2304" w:name="_Toc178232250"/>
      <w:bookmarkStart w:id="2305" w:name="_Toc92873939"/>
      <w:bookmarkStart w:id="2306" w:name="_Toc93910995"/>
      <w:r>
        <w:t>3.17.1</w:t>
      </w:r>
      <w:r>
        <w:tab/>
        <w:t xml:space="preserve">Regulation </w:t>
      </w:r>
      <w:bookmarkEnd w:id="2291"/>
      <w:r>
        <w:t>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r>
        <w:t xml:space="preserve"> </w:t>
      </w:r>
      <w:bookmarkEnd w:id="2305"/>
      <w:bookmarkEnd w:id="230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w:t>
      </w:r>
      <w:r>
        <w:lastRenderedPageBreak/>
        <w:t>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07" w:name="_Toc90197099"/>
      <w:bookmarkStart w:id="2308" w:name="_Toc92873940"/>
      <w:bookmarkStart w:id="230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0" w:name="_Toc114235810"/>
      <w:bookmarkStart w:id="2311" w:name="_Toc144691998"/>
      <w:bookmarkStart w:id="2312" w:name="_Toc204048610"/>
      <w:bookmarkStart w:id="2313" w:name="_Toc400526228"/>
      <w:bookmarkStart w:id="2314" w:name="_Toc405534546"/>
      <w:bookmarkStart w:id="2315" w:name="_Toc406570559"/>
      <w:bookmarkStart w:id="2316" w:name="_Toc410910711"/>
      <w:bookmarkStart w:id="2317" w:name="_Toc411841140"/>
      <w:bookmarkStart w:id="2318" w:name="_Toc422147102"/>
      <w:bookmarkStart w:id="2319" w:name="_Toc433020698"/>
      <w:bookmarkStart w:id="2320" w:name="_Toc437262139"/>
      <w:bookmarkStart w:id="2321" w:name="_Toc478375317"/>
      <w:bookmarkStart w:id="2322" w:name="_Toc178232251"/>
      <w:r>
        <w:t>3.17.2</w:t>
      </w:r>
      <w:r>
        <w:tab/>
        <w:t>Responsive Reserve Service</w:t>
      </w:r>
      <w:bookmarkEnd w:id="2307"/>
      <w:bookmarkEnd w:id="2310"/>
      <w:bookmarkEnd w:id="2311"/>
      <w:bookmarkEnd w:id="2312"/>
      <w:bookmarkEnd w:id="2313"/>
      <w:bookmarkEnd w:id="2314"/>
      <w:bookmarkEnd w:id="2315"/>
      <w:bookmarkEnd w:id="2316"/>
      <w:bookmarkEnd w:id="2317"/>
      <w:bookmarkEnd w:id="2318"/>
      <w:bookmarkEnd w:id="2319"/>
      <w:bookmarkEnd w:id="2320"/>
      <w:bookmarkEnd w:id="2321"/>
      <w:bookmarkEnd w:id="2322"/>
      <w:r>
        <w:t xml:space="preserve"> </w:t>
      </w:r>
      <w:bookmarkEnd w:id="2308"/>
      <w:bookmarkEnd w:id="2309"/>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23" w:name="_Toc90197100"/>
      <w:bookmarkStart w:id="2324" w:name="_Toc92873941"/>
      <w:bookmarkStart w:id="2325" w:name="_Toc93910997"/>
      <w:bookmarkStart w:id="2326" w:name="_Toc114235811"/>
      <w:bookmarkStart w:id="2327" w:name="_Toc144691999"/>
      <w:bookmarkStart w:id="2328" w:name="_Toc204048611"/>
      <w:bookmarkStart w:id="2329" w:name="_Toc400526229"/>
      <w:bookmarkStart w:id="2330" w:name="_Toc405534547"/>
      <w:bookmarkStart w:id="2331" w:name="_Toc406570560"/>
      <w:bookmarkStart w:id="2332" w:name="_Toc410910712"/>
      <w:bookmarkStart w:id="2333" w:name="_Toc411841141"/>
      <w:bookmarkStart w:id="2334" w:name="_Toc422147103"/>
      <w:bookmarkStart w:id="2335" w:name="_Toc433020699"/>
      <w:bookmarkStart w:id="2336" w:name="_Toc437262140"/>
      <w:bookmarkStart w:id="2337" w:name="_Toc478375318"/>
      <w:bookmarkStart w:id="2338" w:name="_Toc178232252"/>
      <w:r>
        <w:lastRenderedPageBreak/>
        <w:t>3.17.3</w:t>
      </w:r>
      <w:r>
        <w:tab/>
        <w:t>Non-Spinning Reserve Service</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39" w:name="_Toc178232253"/>
      <w:bookmarkStart w:id="2340" w:name="_Hlk135828340"/>
      <w:r w:rsidRPr="0003648D">
        <w:rPr>
          <w:b/>
          <w:bCs/>
          <w:i/>
        </w:rPr>
        <w:t>3.17.4</w:t>
      </w:r>
      <w:r w:rsidRPr="0003648D">
        <w:rPr>
          <w:b/>
          <w:bCs/>
          <w:i/>
        </w:rPr>
        <w:tab/>
      </w:r>
      <w:r w:rsidRPr="007279C0">
        <w:rPr>
          <w:b/>
          <w:bCs/>
          <w:i/>
        </w:rPr>
        <w:t>ERCOT Co</w:t>
      </w:r>
      <w:r>
        <w:rPr>
          <w:b/>
          <w:bCs/>
          <w:i/>
        </w:rPr>
        <w:t>ntingency Reserve Service</w:t>
      </w:r>
      <w:bookmarkEnd w:id="2339"/>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lastRenderedPageBreak/>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41" w:name="_Toc114235812"/>
      <w:bookmarkStart w:id="2342" w:name="_Toc144692000"/>
      <w:bookmarkStart w:id="2343" w:name="_Toc204048612"/>
      <w:bookmarkStart w:id="2344" w:name="_Toc400526230"/>
      <w:bookmarkStart w:id="2345" w:name="_Toc405534548"/>
      <w:bookmarkStart w:id="2346" w:name="_Toc406570561"/>
      <w:bookmarkStart w:id="2347" w:name="_Toc410910713"/>
      <w:bookmarkStart w:id="2348" w:name="_Toc411841142"/>
      <w:bookmarkStart w:id="2349" w:name="_Toc422147104"/>
      <w:bookmarkStart w:id="2350" w:name="_Toc433020700"/>
      <w:bookmarkStart w:id="2351" w:name="_Toc437262141"/>
      <w:bookmarkStart w:id="2352" w:name="_Toc478375319"/>
      <w:bookmarkStart w:id="2353" w:name="_Toc178232254"/>
      <w:bookmarkStart w:id="2354" w:name="_Toc92873942"/>
      <w:bookmarkStart w:id="2355" w:name="_Toc93910998"/>
      <w:bookmarkEnd w:id="2340"/>
      <w:r w:rsidRPr="00B14A27">
        <w:t>3.18</w:t>
      </w:r>
      <w:r w:rsidRPr="00B14A27">
        <w:tab/>
        <w:t>Resource Limits in Providing Ancillary Service</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 xml:space="preserve">For any Load Resources controlled by under-frequency relay and providing ECRS, the initiation setting of the automatic under-frequency relay setting shall </w:t>
      </w:r>
      <w:r w:rsidRPr="00282040">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56" w:name="_Toc114235813"/>
            <w:bookmarkStart w:id="2357" w:name="_Toc144692001"/>
            <w:bookmarkStart w:id="2358" w:name="_Toc204048613"/>
            <w:bookmarkStart w:id="2359" w:name="_Toc400526231"/>
            <w:bookmarkStart w:id="2360" w:name="_Toc405534549"/>
            <w:bookmarkStart w:id="2361" w:name="_Toc406570562"/>
            <w:bookmarkStart w:id="2362" w:name="_Toc410910714"/>
            <w:bookmarkStart w:id="2363" w:name="_Toc411841143"/>
            <w:bookmarkStart w:id="2364" w:name="_Toc422147105"/>
            <w:bookmarkStart w:id="2365" w:name="_Toc433020701"/>
            <w:bookmarkStart w:id="2366" w:name="_Toc437262142"/>
            <w:bookmarkStart w:id="2367" w:name="_Toc478375320"/>
            <w:bookmarkEnd w:id="2354"/>
            <w:bookmarkEnd w:id="2355"/>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8" w:name="_Toc178232255"/>
      <w:r>
        <w:t>3.19</w:t>
      </w:r>
      <w:r>
        <w:tab/>
        <w:t>Constraint Competitiveness Tests</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14:paraId="30468DA8" w14:textId="77777777" w:rsidR="00015339" w:rsidRPr="00EB649D" w:rsidRDefault="00015339" w:rsidP="00015339">
      <w:pPr>
        <w:pStyle w:val="H3"/>
      </w:pPr>
      <w:bookmarkStart w:id="2369" w:name="_Toc400526232"/>
      <w:bookmarkStart w:id="2370" w:name="_Toc405534550"/>
      <w:bookmarkStart w:id="2371" w:name="_Toc406570563"/>
      <w:bookmarkStart w:id="2372" w:name="_Toc410910715"/>
      <w:bookmarkStart w:id="2373" w:name="_Toc411841144"/>
      <w:bookmarkStart w:id="2374" w:name="_Toc422147106"/>
      <w:bookmarkStart w:id="2375" w:name="_Toc433020702"/>
      <w:bookmarkStart w:id="2376" w:name="_Toc437262143"/>
      <w:bookmarkStart w:id="2377" w:name="_Toc478375321"/>
      <w:bookmarkStart w:id="2378" w:name="_Toc178232256"/>
      <w:bookmarkStart w:id="2379" w:name="_Toc85619515"/>
      <w:bookmarkStart w:id="2380" w:name="_Toc114235814"/>
      <w:bookmarkStart w:id="2381" w:name="_Toc144692002"/>
      <w:bookmarkStart w:id="2382" w:name="_Toc204048614"/>
      <w:r>
        <w:t>3.19.1</w:t>
      </w:r>
      <w:r>
        <w:tab/>
        <w:t>Constraint Competitiveness Test Definitions</w:t>
      </w:r>
      <w:bookmarkEnd w:id="2369"/>
      <w:bookmarkEnd w:id="2370"/>
      <w:bookmarkEnd w:id="2371"/>
      <w:bookmarkEnd w:id="2372"/>
      <w:bookmarkEnd w:id="2373"/>
      <w:bookmarkEnd w:id="2374"/>
      <w:bookmarkEnd w:id="2375"/>
      <w:bookmarkEnd w:id="2376"/>
      <w:bookmarkEnd w:id="2377"/>
      <w:bookmarkEnd w:id="2378"/>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83" w:name="_Toc362850497"/>
      <w:bookmarkStart w:id="2384" w:name="_Toc367955456"/>
      <w:bookmarkStart w:id="2385" w:name="_Toc375815180"/>
      <w:bookmarkStart w:id="2386" w:name="_Toc378574864"/>
      <w:bookmarkStart w:id="238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3"/>
      <w:bookmarkEnd w:id="2384"/>
      <w:bookmarkEnd w:id="2385"/>
      <w:bookmarkEnd w:id="2386"/>
      <w:bookmarkEnd w:id="2387"/>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88" w:name="_Toc400526233"/>
      <w:bookmarkStart w:id="2389" w:name="_Toc405534551"/>
      <w:bookmarkStart w:id="2390" w:name="_Toc406570564"/>
      <w:bookmarkStart w:id="2391" w:name="_Toc410910716"/>
      <w:bookmarkStart w:id="2392" w:name="_Toc411841145"/>
      <w:bookmarkStart w:id="2393" w:name="_Toc422147107"/>
      <w:bookmarkStart w:id="2394" w:name="_Toc433020703"/>
      <w:bookmarkStart w:id="2395" w:name="_Toc437262144"/>
      <w:bookmarkStart w:id="2396" w:name="_Toc478375322"/>
      <w:bookmarkStart w:id="2397" w:name="_Toc178232257"/>
      <w:r w:rsidRPr="00B02BA4">
        <w:t>3.19.2</w:t>
      </w:r>
      <w:r w:rsidRPr="00B02BA4">
        <w:tab/>
        <w:t>Element Competitiveness Index Calculation</w:t>
      </w:r>
      <w:bookmarkEnd w:id="2388"/>
      <w:bookmarkEnd w:id="2389"/>
      <w:bookmarkEnd w:id="2390"/>
      <w:bookmarkEnd w:id="2391"/>
      <w:bookmarkEnd w:id="2392"/>
      <w:bookmarkEnd w:id="2393"/>
      <w:bookmarkEnd w:id="2394"/>
      <w:bookmarkEnd w:id="2395"/>
      <w:bookmarkEnd w:id="2396"/>
      <w:bookmarkEnd w:id="239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98"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98"/>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99" w:name="_Toc400526234"/>
      <w:bookmarkStart w:id="2400" w:name="_Toc405534552"/>
      <w:bookmarkStart w:id="2401" w:name="_Toc406570565"/>
      <w:bookmarkStart w:id="2402" w:name="_Toc410910717"/>
      <w:bookmarkStart w:id="2403" w:name="_Toc411841146"/>
      <w:bookmarkStart w:id="2404" w:name="_Toc422147108"/>
      <w:bookmarkStart w:id="2405" w:name="_Toc433020704"/>
      <w:bookmarkStart w:id="2406" w:name="_Toc437262145"/>
      <w:bookmarkStart w:id="2407" w:name="_Toc478375323"/>
      <w:bookmarkStart w:id="2408" w:name="_Toc178232258"/>
      <w:r w:rsidRPr="00B02BA4">
        <w:lastRenderedPageBreak/>
        <w:t>3.19.3</w:t>
      </w:r>
      <w:r w:rsidRPr="00B02BA4">
        <w:tab/>
        <w:t>Long-Term Constraint Competitiveness Test</w:t>
      </w:r>
      <w:bookmarkEnd w:id="2399"/>
      <w:bookmarkEnd w:id="2400"/>
      <w:bookmarkEnd w:id="2401"/>
      <w:bookmarkEnd w:id="2402"/>
      <w:bookmarkEnd w:id="2403"/>
      <w:bookmarkEnd w:id="2404"/>
      <w:bookmarkEnd w:id="2405"/>
      <w:bookmarkEnd w:id="2406"/>
      <w:bookmarkEnd w:id="2407"/>
      <w:bookmarkEnd w:id="24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79"/>
      <w:bookmarkEnd w:id="2380"/>
      <w:bookmarkEnd w:id="2381"/>
      <w:bookmarkEnd w:id="2382"/>
    </w:p>
    <w:p w14:paraId="6FBFD0BF" w14:textId="77777777" w:rsidR="00015339" w:rsidRDefault="00015339" w:rsidP="00015339">
      <w:pPr>
        <w:pStyle w:val="H3"/>
      </w:pPr>
      <w:bookmarkStart w:id="2409" w:name="_Toc400526235"/>
      <w:bookmarkStart w:id="2410" w:name="_Toc405534553"/>
      <w:bookmarkStart w:id="2411" w:name="_Toc406570566"/>
      <w:bookmarkStart w:id="2412" w:name="_Toc410910718"/>
      <w:bookmarkStart w:id="2413" w:name="_Toc411841147"/>
      <w:bookmarkStart w:id="2414" w:name="_Toc422147109"/>
      <w:bookmarkStart w:id="2415" w:name="_Toc433020705"/>
      <w:bookmarkStart w:id="2416" w:name="_Toc437262146"/>
      <w:bookmarkStart w:id="2417" w:name="_Toc478375324"/>
      <w:bookmarkStart w:id="2418" w:name="_Toc178232259"/>
      <w:bookmarkStart w:id="2419" w:name="_Toc85619517"/>
      <w:bookmarkStart w:id="2420" w:name="_Toc114235816"/>
      <w:bookmarkStart w:id="2421" w:name="_Toc144692004"/>
      <w:bookmarkStart w:id="2422" w:name="_Toc204048616"/>
      <w:bookmarkStart w:id="2423" w:name="_Toc331401094"/>
      <w:bookmarkStart w:id="2424" w:name="_Toc333405908"/>
      <w:bookmarkStart w:id="2425" w:name="_Toc338854846"/>
      <w:bookmarkStart w:id="2426" w:name="_Toc339281250"/>
      <w:bookmarkStart w:id="2427" w:name="_Toc341692452"/>
      <w:bookmarkStart w:id="2428" w:name="_Toc343243700"/>
      <w:r>
        <w:t>3.19.4</w:t>
      </w:r>
      <w:r>
        <w:tab/>
        <w:t>Security-Constrained Economic Dispatch Constraint Competitiveness Test</w:t>
      </w:r>
      <w:bookmarkEnd w:id="2409"/>
      <w:bookmarkEnd w:id="2410"/>
      <w:bookmarkEnd w:id="2411"/>
      <w:bookmarkEnd w:id="2412"/>
      <w:bookmarkEnd w:id="2413"/>
      <w:bookmarkEnd w:id="2414"/>
      <w:bookmarkEnd w:id="2415"/>
      <w:bookmarkEnd w:id="2416"/>
      <w:bookmarkEnd w:id="2417"/>
      <w:bookmarkEnd w:id="24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19"/>
      <w:bookmarkEnd w:id="2420"/>
      <w:bookmarkEnd w:id="2421"/>
      <w:bookmarkEnd w:id="2422"/>
      <w:bookmarkEnd w:id="2423"/>
      <w:bookmarkEnd w:id="2424"/>
      <w:bookmarkEnd w:id="2425"/>
      <w:bookmarkEnd w:id="2426"/>
      <w:bookmarkEnd w:id="2427"/>
      <w:bookmarkEnd w:id="2428"/>
    </w:p>
    <w:p w14:paraId="3547FE08" w14:textId="77777777" w:rsidR="005A039A" w:rsidRDefault="005A039A" w:rsidP="00A3713E">
      <w:pPr>
        <w:pStyle w:val="H2"/>
        <w:ind w:left="907" w:hanging="907"/>
      </w:pPr>
      <w:bookmarkStart w:id="2429" w:name="_Toc400526239"/>
      <w:bookmarkStart w:id="2430" w:name="_Toc405534557"/>
      <w:bookmarkStart w:id="2431" w:name="_Toc406570570"/>
      <w:bookmarkStart w:id="2432" w:name="_Toc410910722"/>
      <w:bookmarkStart w:id="2433" w:name="_Toc411841151"/>
      <w:bookmarkStart w:id="2434" w:name="_Toc422147113"/>
      <w:bookmarkStart w:id="2435" w:name="_Toc433020709"/>
      <w:bookmarkStart w:id="2436" w:name="_Toc437262147"/>
      <w:bookmarkStart w:id="2437" w:name="_Toc478375325"/>
      <w:bookmarkStart w:id="2438" w:name="_Toc178232260"/>
      <w:r>
        <w:t>3.20</w:t>
      </w:r>
      <w:r>
        <w:tab/>
        <w:t>Identification of Chronic Congestion</w:t>
      </w:r>
      <w:bookmarkEnd w:id="2429"/>
      <w:bookmarkEnd w:id="2430"/>
      <w:bookmarkEnd w:id="2431"/>
      <w:bookmarkEnd w:id="2432"/>
      <w:bookmarkEnd w:id="2433"/>
      <w:bookmarkEnd w:id="2434"/>
      <w:bookmarkEnd w:id="2435"/>
      <w:bookmarkEnd w:id="2436"/>
      <w:bookmarkEnd w:id="2437"/>
      <w:bookmarkEnd w:id="243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39" w:name="_Toc400526240"/>
      <w:bookmarkStart w:id="2440" w:name="_Toc405534558"/>
      <w:bookmarkStart w:id="2441" w:name="_Toc406570571"/>
      <w:bookmarkStart w:id="2442" w:name="_Toc410910723"/>
      <w:bookmarkStart w:id="2443" w:name="_Toc411841152"/>
      <w:bookmarkStart w:id="2444" w:name="_Toc422147114"/>
      <w:bookmarkStart w:id="2445" w:name="_Toc433020710"/>
      <w:bookmarkStart w:id="2446" w:name="_Toc437262148"/>
      <w:bookmarkStart w:id="2447" w:name="_Toc478375326"/>
      <w:bookmarkStart w:id="2448" w:name="_Toc178232261"/>
      <w:r w:rsidRPr="004E3EDB">
        <w:t>3.2</w:t>
      </w:r>
      <w:r>
        <w:t>0</w:t>
      </w:r>
      <w:r w:rsidRPr="004E3EDB">
        <w:t>.1</w:t>
      </w:r>
      <w:r w:rsidRPr="004E3EDB">
        <w:tab/>
        <w:t>Evaluation of Chronic Congestion</w:t>
      </w:r>
      <w:bookmarkEnd w:id="2439"/>
      <w:bookmarkEnd w:id="2440"/>
      <w:bookmarkEnd w:id="2441"/>
      <w:bookmarkEnd w:id="2442"/>
      <w:bookmarkEnd w:id="2443"/>
      <w:bookmarkEnd w:id="2444"/>
      <w:bookmarkEnd w:id="2445"/>
      <w:bookmarkEnd w:id="2446"/>
      <w:bookmarkEnd w:id="2447"/>
      <w:bookmarkEnd w:id="244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49" w:name="_Toc400526241"/>
      <w:bookmarkStart w:id="2450" w:name="_Toc405534559"/>
      <w:bookmarkStart w:id="2451" w:name="_Toc406570572"/>
      <w:bookmarkStart w:id="2452" w:name="_Toc410910724"/>
      <w:bookmarkStart w:id="2453" w:name="_Toc411841153"/>
      <w:bookmarkStart w:id="2454" w:name="_Toc422147115"/>
      <w:bookmarkStart w:id="2455" w:name="_Toc433020711"/>
      <w:bookmarkStart w:id="2456" w:name="_Toc437262149"/>
      <w:bookmarkStart w:id="2457" w:name="_Toc478375327"/>
      <w:bookmarkStart w:id="2458" w:name="_Toc178232262"/>
      <w:r w:rsidRPr="004E3EDB">
        <w:t>3.2</w:t>
      </w:r>
      <w:r>
        <w:t>0</w:t>
      </w:r>
      <w:r w:rsidRPr="004E3EDB">
        <w:t>.2</w:t>
      </w:r>
      <w:r w:rsidRPr="004E3EDB">
        <w:tab/>
        <w:t>Topology and Model Verification</w:t>
      </w:r>
      <w:bookmarkEnd w:id="2449"/>
      <w:bookmarkEnd w:id="2450"/>
      <w:bookmarkEnd w:id="2451"/>
      <w:bookmarkEnd w:id="2452"/>
      <w:bookmarkEnd w:id="2453"/>
      <w:bookmarkEnd w:id="2454"/>
      <w:bookmarkEnd w:id="2455"/>
      <w:bookmarkEnd w:id="2456"/>
      <w:bookmarkEnd w:id="2457"/>
      <w:bookmarkEnd w:id="245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59" w:name="_Toc400526242"/>
      <w:bookmarkStart w:id="2460" w:name="_Toc405534560"/>
      <w:bookmarkStart w:id="2461" w:name="_Toc406570573"/>
      <w:bookmarkStart w:id="2462" w:name="_Toc410910725"/>
      <w:bookmarkStart w:id="2463" w:name="_Toc411841154"/>
      <w:bookmarkStart w:id="2464" w:name="_Toc422147116"/>
      <w:bookmarkStart w:id="2465" w:name="_Toc433020712"/>
      <w:bookmarkStart w:id="2466" w:name="_Toc437262150"/>
      <w:bookmarkStart w:id="2467" w:name="_Toc478375328"/>
      <w:bookmarkStart w:id="2468" w:name="_Toc178232263"/>
      <w:r>
        <w:t>3.2</w:t>
      </w:r>
      <w:r w:rsidR="005A039A">
        <w:t>1</w:t>
      </w:r>
      <w:r w:rsidRPr="00A72192">
        <w:tab/>
        <w:t xml:space="preserve">Submission of Declarations of </w:t>
      </w:r>
      <w:r w:rsidR="00EF73FD" w:rsidRPr="00EB27A7">
        <w:t>Natural Gas Pipeline Coordination</w:t>
      </w:r>
      <w:bookmarkEnd w:id="2459"/>
      <w:bookmarkEnd w:id="2460"/>
      <w:bookmarkEnd w:id="2461"/>
      <w:bookmarkEnd w:id="2462"/>
      <w:bookmarkEnd w:id="2463"/>
      <w:bookmarkEnd w:id="2464"/>
      <w:bookmarkEnd w:id="2465"/>
      <w:bookmarkEnd w:id="2466"/>
      <w:bookmarkEnd w:id="2467"/>
      <w:bookmarkEnd w:id="246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limit or impede </w:t>
      </w:r>
      <w:r w:rsidRPr="00974203">
        <w:lastRenderedPageBreak/>
        <w:t>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69" w:name="_Toc178232264"/>
      <w:r w:rsidR="009F6BAB" w:rsidRPr="003807C2">
        <w:t>3.22</w:t>
      </w:r>
      <w:r w:rsidR="009F6BAB" w:rsidRPr="003807C2">
        <w:tab/>
        <w:t>Subsynchronous Resonance</w:t>
      </w:r>
      <w:bookmarkEnd w:id="24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0" w:name="_Toc178232265"/>
      <w:r w:rsidRPr="00672FDB">
        <w:t>3.22.1</w:t>
      </w:r>
      <w:r w:rsidRPr="00672FDB">
        <w:tab/>
        <w:t>Subsynchronous Resonance Vulnerability Assessment</w:t>
      </w:r>
      <w:bookmarkEnd w:id="24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1" w:name="_Toc178232266"/>
      <w:r w:rsidRPr="00672FDB">
        <w:rPr>
          <w:b/>
          <w:iCs/>
        </w:rPr>
        <w:t xml:space="preserve">3.22.1.1 </w:t>
      </w:r>
      <w:r w:rsidRPr="00672FDB">
        <w:rPr>
          <w:b/>
          <w:iCs/>
        </w:rPr>
        <w:tab/>
        <w:t>Existing Generation Resource Assessment</w:t>
      </w:r>
      <w:bookmarkEnd w:id="24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2" w:name="_Toc17823226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 xml:space="preserve">lan, within 30 days of receipt.  ERCOT comments should be addressed as soon as practicable by the TSP, and any action taken in response to ERCOT’s comments on an SSR study report shall be subject to further </w:t>
      </w:r>
      <w:r w:rsidRPr="00B86BC1">
        <w:rPr>
          <w:iCs/>
        </w:rPr>
        <w:lastRenderedPageBreak/>
        <w:t>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3" w:name="_Toc178232268"/>
      <w:r w:rsidRPr="00672FDB">
        <w:rPr>
          <w:b/>
          <w:iCs/>
        </w:rPr>
        <w:t xml:space="preserve">3.22.1.3 </w:t>
      </w:r>
      <w:r w:rsidRPr="00672FDB">
        <w:rPr>
          <w:b/>
          <w:iCs/>
        </w:rPr>
        <w:tab/>
        <w:t>Transmission Project Assessment</w:t>
      </w:r>
      <w:bookmarkEnd w:id="24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4" w:name="_Toc178232269"/>
      <w:r w:rsidRPr="00672FDB">
        <w:rPr>
          <w:b/>
          <w:iCs/>
        </w:rPr>
        <w:t xml:space="preserve">3.22.1.4 </w:t>
      </w:r>
      <w:r w:rsidRPr="00672FDB">
        <w:rPr>
          <w:b/>
          <w:iCs/>
        </w:rPr>
        <w:tab/>
        <w:t>Annual SSR Review</w:t>
      </w:r>
      <w:bookmarkEnd w:id="24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w:t>
      </w:r>
      <w:r w:rsidRPr="00227BDD">
        <w:lastRenderedPageBreak/>
        <w:t>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75" w:name="_Toc178232270"/>
      <w:r w:rsidRPr="00672FDB">
        <w:t>3.22.2</w:t>
      </w:r>
      <w:r w:rsidRPr="00672FDB">
        <w:tab/>
        <w:t>Subsynchronous Resonance Vulnerability Assessment Criteria</w:t>
      </w:r>
      <w:bookmarkEnd w:id="24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76" w:name="_Toc178232271"/>
      <w:r w:rsidRPr="00672FDB">
        <w:t xml:space="preserve">3.22.3 </w:t>
      </w:r>
      <w:r w:rsidRPr="00672FDB">
        <w:tab/>
        <w:t>Subsynchronous Resonance Monitoring</w:t>
      </w:r>
      <w:bookmarkEnd w:id="24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77" w:name="_Toc178232272"/>
      <w:r w:rsidRPr="005026BA">
        <w:t>3.23</w:t>
      </w:r>
      <w:r w:rsidRPr="005026BA">
        <w:tab/>
        <w:t>Agreements between ERCOT and other Control Area Operators</w:t>
      </w:r>
      <w:bookmarkEnd w:id="2477"/>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8" w:name="_Toc178232273"/>
      <w:r w:rsidRPr="00A51DA1">
        <w:lastRenderedPageBreak/>
        <w:t>3.24</w:t>
      </w:r>
      <w:r w:rsidRPr="00A51DA1">
        <w:tab/>
      </w:r>
      <w:bookmarkStart w:id="2479" w:name="_Hlk137200107"/>
      <w:r w:rsidRPr="00A51DA1">
        <w:t>Notification of Low Coal and Lignite Inventory Levels</w:t>
      </w:r>
      <w:bookmarkEnd w:id="2478"/>
    </w:p>
    <w:bookmarkEnd w:id="2479"/>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0" w:name="_Toc178232274"/>
      <w:r w:rsidRPr="00296AEB">
        <w:t>3.2</w:t>
      </w:r>
      <w:r>
        <w:t>5</w:t>
      </w:r>
      <w:r w:rsidRPr="00296AEB">
        <w:tab/>
        <w:t>Submission of Gas Supply Disruption</w:t>
      </w:r>
      <w:bookmarkEnd w:id="2480"/>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8D96314" w:rsidR="006179B5" w:rsidRDefault="006179B5">
    <w:pPr>
      <w:pStyle w:val="Footer"/>
      <w:spacing w:before="0" w:after="0"/>
    </w:pPr>
    <w:r>
      <w:t xml:space="preserve">ERCOT Nodal Protocols – </w:t>
    </w:r>
    <w:r w:rsidR="003476CD">
      <w:t>November</w:t>
    </w:r>
    <w:r w:rsidR="00707F06">
      <w:t xml:space="preserve"> 1</w:t>
    </w:r>
    <w:r w:rsidR="003476CD">
      <w:t>5</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4BAC63CE" w:rsidR="006179B5" w:rsidRDefault="006179B5">
    <w:pPr>
      <w:pStyle w:val="Footer"/>
      <w:spacing w:before="0" w:after="0"/>
      <w:rPr>
        <w:rStyle w:val="PageNumber"/>
      </w:rPr>
    </w:pPr>
    <w:r>
      <w:t xml:space="preserve">ERCOT Nodal Protocols – </w:t>
    </w:r>
    <w:r w:rsidR="003476CD">
      <w:t>November</w:t>
    </w:r>
    <w:r w:rsidR="00707F06">
      <w:t xml:space="preserve"> 1</w:t>
    </w:r>
    <w:r w:rsidR="003476CD">
      <w:t>5</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6C62"/>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4BB"/>
    <w:rsid w:val="006A7F82"/>
    <w:rsid w:val="006B0548"/>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2020"/>
    <w:rsid w:val="006E3F84"/>
    <w:rsid w:val="006E44DA"/>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A3D"/>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79DE"/>
    <w:rsid w:val="00E57F80"/>
    <w:rsid w:val="00E60378"/>
    <w:rsid w:val="00E60FA5"/>
    <w:rsid w:val="00E61580"/>
    <w:rsid w:val="00E61FEE"/>
    <w:rsid w:val="00E62871"/>
    <w:rsid w:val="00E62B48"/>
    <w:rsid w:val="00E6448A"/>
    <w:rsid w:val="00E65CBB"/>
    <w:rsid w:val="00E66488"/>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326</Pages>
  <Words>120452</Words>
  <Characters>686577</Characters>
  <Application>Microsoft Office Word</Application>
  <DocSecurity>0</DocSecurity>
  <Lines>5721</Lines>
  <Paragraphs>1610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805419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2024-11-06T18:30:00Z</dcterms:created>
  <dcterms:modified xsi:type="dcterms:W3CDTF">2024-11-06T18:30:00Z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