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2ACCE210" w:rsidR="00FC1C5F" w:rsidRDefault="00876957">
      <w:pPr>
        <w:spacing w:before="360"/>
        <w:jc w:val="center"/>
        <w:rPr>
          <w:b/>
          <w:szCs w:val="24"/>
        </w:rPr>
      </w:pPr>
      <w:r>
        <w:rPr>
          <w:b/>
          <w:szCs w:val="24"/>
        </w:rPr>
        <w:t>November</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1DE97A1" w14:textId="3DA7B350" w:rsidR="001037E0"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75159099" w:history="1">
        <w:r w:rsidR="001037E0" w:rsidRPr="00261525">
          <w:rPr>
            <w:rStyle w:val="Hyperlink"/>
          </w:rPr>
          <w:t>16</w:t>
        </w:r>
        <w:r w:rsidR="001037E0">
          <w:rPr>
            <w:rFonts w:asciiTheme="minorHAnsi" w:eastAsiaTheme="minorEastAsia" w:hAnsiTheme="minorHAnsi" w:cstheme="minorBidi"/>
            <w:b w:val="0"/>
            <w:bCs w:val="0"/>
            <w:kern w:val="2"/>
            <w:sz w:val="22"/>
            <w:szCs w:val="22"/>
            <w14:ligatures w14:val="standardContextual"/>
          </w:rPr>
          <w:tab/>
        </w:r>
        <w:r w:rsidR="001037E0" w:rsidRPr="00261525">
          <w:rPr>
            <w:rStyle w:val="Hyperlink"/>
          </w:rPr>
          <w:t>REGISTRATION AND QUALIFICATION OF MARKET PARTICIPANTS</w:t>
        </w:r>
        <w:r w:rsidR="001037E0">
          <w:rPr>
            <w:webHidden/>
          </w:rPr>
          <w:tab/>
        </w:r>
        <w:r w:rsidR="001037E0">
          <w:rPr>
            <w:webHidden/>
          </w:rPr>
          <w:fldChar w:fldCharType="begin"/>
        </w:r>
        <w:r w:rsidR="001037E0">
          <w:rPr>
            <w:webHidden/>
          </w:rPr>
          <w:instrText xml:space="preserve"> PAGEREF _Toc175159099 \h </w:instrText>
        </w:r>
        <w:r w:rsidR="001037E0">
          <w:rPr>
            <w:webHidden/>
          </w:rPr>
        </w:r>
        <w:r w:rsidR="001037E0">
          <w:rPr>
            <w:webHidden/>
          </w:rPr>
          <w:fldChar w:fldCharType="separate"/>
        </w:r>
        <w:r w:rsidR="00650C66">
          <w:rPr>
            <w:webHidden/>
          </w:rPr>
          <w:t>16-1</w:t>
        </w:r>
        <w:r w:rsidR="001037E0">
          <w:rPr>
            <w:webHidden/>
          </w:rPr>
          <w:fldChar w:fldCharType="end"/>
        </w:r>
      </w:hyperlink>
    </w:p>
    <w:p w14:paraId="136BC4D9" w14:textId="70451A16" w:rsidR="001037E0" w:rsidRPr="001037E0" w:rsidRDefault="00650C66">
      <w:pPr>
        <w:pStyle w:val="TOC2"/>
        <w:rPr>
          <w:rFonts w:eastAsiaTheme="minorEastAsia"/>
          <w:kern w:val="2"/>
          <w14:ligatures w14:val="standardContextual"/>
        </w:rPr>
      </w:pPr>
      <w:hyperlink w:anchor="_Toc175159100" w:history="1">
        <w:r w:rsidR="001037E0" w:rsidRPr="001037E0">
          <w:rPr>
            <w:rStyle w:val="Hyperlink"/>
          </w:rPr>
          <w:t>16.1</w:t>
        </w:r>
        <w:r w:rsidR="001037E0" w:rsidRPr="001037E0">
          <w:rPr>
            <w:rFonts w:eastAsiaTheme="minorEastAsia"/>
            <w:kern w:val="2"/>
            <w14:ligatures w14:val="standardContextual"/>
          </w:rPr>
          <w:tab/>
        </w:r>
        <w:r w:rsidR="001037E0" w:rsidRPr="001037E0">
          <w:rPr>
            <w:rStyle w:val="Hyperlink"/>
          </w:rPr>
          <w:t>Registration and Execution of Agreements</w:t>
        </w:r>
        <w:r w:rsidR="001037E0" w:rsidRPr="001037E0">
          <w:rPr>
            <w:webHidden/>
          </w:rPr>
          <w:tab/>
        </w:r>
        <w:r w:rsidR="001037E0" w:rsidRPr="001037E0">
          <w:rPr>
            <w:webHidden/>
          </w:rPr>
          <w:fldChar w:fldCharType="begin"/>
        </w:r>
        <w:r w:rsidR="001037E0" w:rsidRPr="001037E0">
          <w:rPr>
            <w:webHidden/>
          </w:rPr>
          <w:instrText xml:space="preserve"> PAGEREF _Toc175159100 \h </w:instrText>
        </w:r>
        <w:r w:rsidR="001037E0" w:rsidRPr="001037E0">
          <w:rPr>
            <w:webHidden/>
          </w:rPr>
        </w:r>
        <w:r w:rsidR="001037E0" w:rsidRPr="001037E0">
          <w:rPr>
            <w:webHidden/>
          </w:rPr>
          <w:fldChar w:fldCharType="separate"/>
        </w:r>
        <w:r>
          <w:rPr>
            <w:webHidden/>
          </w:rPr>
          <w:t>16-1</w:t>
        </w:r>
        <w:r w:rsidR="001037E0" w:rsidRPr="001037E0">
          <w:rPr>
            <w:webHidden/>
          </w:rPr>
          <w:fldChar w:fldCharType="end"/>
        </w:r>
      </w:hyperlink>
    </w:p>
    <w:p w14:paraId="286B65A4" w14:textId="307924E7" w:rsidR="001037E0" w:rsidRPr="001037E0" w:rsidRDefault="00650C66">
      <w:pPr>
        <w:pStyle w:val="TOC3"/>
        <w:rPr>
          <w:rFonts w:eastAsiaTheme="minorEastAsia"/>
          <w:i w:val="0"/>
          <w:iCs w:val="0"/>
          <w:noProof/>
          <w:kern w:val="2"/>
          <w14:ligatures w14:val="standardContextual"/>
        </w:rPr>
      </w:pPr>
      <w:hyperlink w:anchor="_Toc175159101" w:history="1">
        <w:r w:rsidR="001037E0" w:rsidRPr="001037E0">
          <w:rPr>
            <w:rStyle w:val="Hyperlink"/>
            <w:i w:val="0"/>
            <w:iCs w:val="0"/>
            <w:noProof/>
          </w:rPr>
          <w:t>16.1.1</w:t>
        </w:r>
        <w:r w:rsidR="001037E0" w:rsidRPr="001037E0">
          <w:rPr>
            <w:rFonts w:eastAsiaTheme="minorEastAsia"/>
            <w:i w:val="0"/>
            <w:iCs w:val="0"/>
            <w:noProof/>
            <w:kern w:val="2"/>
            <w14:ligatures w14:val="standardContextual"/>
          </w:rPr>
          <w:tab/>
        </w:r>
        <w:r w:rsidR="001037E0" w:rsidRPr="001037E0">
          <w:rPr>
            <w:rStyle w:val="Hyperlink"/>
            <w:i w:val="0"/>
            <w:iCs w:val="0"/>
            <w:noProof/>
          </w:rPr>
          <w:t>Re-Registration as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w:t>
        </w:r>
        <w:r w:rsidR="001037E0" w:rsidRPr="001037E0">
          <w:rPr>
            <w:i w:val="0"/>
            <w:iCs w:val="0"/>
            <w:noProof/>
            <w:webHidden/>
          </w:rPr>
          <w:fldChar w:fldCharType="end"/>
        </w:r>
      </w:hyperlink>
    </w:p>
    <w:p w14:paraId="3B270FE2" w14:textId="408A91B5" w:rsidR="001037E0" w:rsidRPr="001037E0" w:rsidRDefault="00650C66">
      <w:pPr>
        <w:pStyle w:val="TOC3"/>
        <w:rPr>
          <w:rFonts w:eastAsiaTheme="minorEastAsia"/>
          <w:i w:val="0"/>
          <w:iCs w:val="0"/>
          <w:noProof/>
          <w:kern w:val="2"/>
          <w14:ligatures w14:val="standardContextual"/>
        </w:rPr>
      </w:pPr>
      <w:hyperlink w:anchor="_Toc175159102" w:history="1">
        <w:r w:rsidR="001037E0" w:rsidRPr="001037E0">
          <w:rPr>
            <w:rStyle w:val="Hyperlink"/>
            <w:i w:val="0"/>
            <w:iCs w:val="0"/>
            <w:noProof/>
          </w:rPr>
          <w:t>16.1.2</w:t>
        </w:r>
        <w:r w:rsidR="001037E0" w:rsidRPr="001037E0">
          <w:rPr>
            <w:rFonts w:eastAsiaTheme="minorEastAsia"/>
            <w:i w:val="0"/>
            <w:iCs w:val="0"/>
            <w:noProof/>
            <w:kern w:val="2"/>
            <w14:ligatures w14:val="standardContextual"/>
          </w:rPr>
          <w:tab/>
        </w:r>
        <w:r w:rsidR="001037E0" w:rsidRPr="001037E0">
          <w:rPr>
            <w:rStyle w:val="Hyperlink"/>
            <w:i w:val="0"/>
            <w:iCs w:val="0"/>
            <w:noProof/>
          </w:rPr>
          <w:t>Principal of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w:t>
        </w:r>
        <w:r w:rsidR="001037E0" w:rsidRPr="001037E0">
          <w:rPr>
            <w:i w:val="0"/>
            <w:iCs w:val="0"/>
            <w:noProof/>
            <w:webHidden/>
          </w:rPr>
          <w:fldChar w:fldCharType="end"/>
        </w:r>
      </w:hyperlink>
    </w:p>
    <w:p w14:paraId="649919A1" w14:textId="7C1A9C29" w:rsidR="001037E0" w:rsidRPr="001037E0" w:rsidRDefault="00650C66">
      <w:pPr>
        <w:pStyle w:val="TOC3"/>
        <w:rPr>
          <w:rFonts w:eastAsiaTheme="minorEastAsia"/>
          <w:i w:val="0"/>
          <w:iCs w:val="0"/>
          <w:noProof/>
          <w:kern w:val="2"/>
          <w14:ligatures w14:val="standardContextual"/>
        </w:rPr>
      </w:pPr>
      <w:hyperlink w:anchor="_Toc175159103" w:history="1">
        <w:r w:rsidR="001037E0" w:rsidRPr="001037E0">
          <w:rPr>
            <w:rStyle w:val="Hyperlink"/>
            <w:i w:val="0"/>
            <w:iCs w:val="0"/>
            <w:noProof/>
          </w:rPr>
          <w:t>16.1.3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Citizenship, Ownership, or Headquarters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w:t>
        </w:r>
        <w:r w:rsidR="001037E0" w:rsidRPr="001037E0">
          <w:rPr>
            <w:i w:val="0"/>
            <w:iCs w:val="0"/>
            <w:noProof/>
            <w:webHidden/>
          </w:rPr>
          <w:fldChar w:fldCharType="end"/>
        </w:r>
      </w:hyperlink>
    </w:p>
    <w:p w14:paraId="60792F18" w14:textId="50E1CFEB" w:rsidR="001037E0" w:rsidRPr="001037E0" w:rsidRDefault="00650C66">
      <w:pPr>
        <w:pStyle w:val="TOC3"/>
        <w:rPr>
          <w:rFonts w:eastAsiaTheme="minorEastAsia"/>
          <w:i w:val="0"/>
          <w:iCs w:val="0"/>
          <w:noProof/>
          <w:kern w:val="2"/>
          <w14:ligatures w14:val="standardContextual"/>
        </w:rPr>
      </w:pPr>
      <w:hyperlink w:anchor="_Toc175159104" w:history="1">
        <w:r w:rsidR="001037E0" w:rsidRPr="001037E0">
          <w:rPr>
            <w:rStyle w:val="Hyperlink"/>
            <w:i w:val="0"/>
            <w:iCs w:val="0"/>
            <w:noProof/>
          </w:rPr>
          <w:t>16.1.4</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Reporting of Critical Electric Grid Equipment and Services-Related Purchases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w:t>
        </w:r>
        <w:r w:rsidR="001037E0" w:rsidRPr="001037E0">
          <w:rPr>
            <w:i w:val="0"/>
            <w:iCs w:val="0"/>
            <w:noProof/>
            <w:webHidden/>
          </w:rPr>
          <w:fldChar w:fldCharType="end"/>
        </w:r>
      </w:hyperlink>
    </w:p>
    <w:p w14:paraId="2410A45B" w14:textId="302463D8" w:rsidR="001037E0" w:rsidRPr="001037E0" w:rsidRDefault="00650C66">
      <w:pPr>
        <w:pStyle w:val="TOC2"/>
        <w:rPr>
          <w:rFonts w:eastAsiaTheme="minorEastAsia"/>
          <w:kern w:val="2"/>
          <w14:ligatures w14:val="standardContextual"/>
        </w:rPr>
      </w:pPr>
      <w:hyperlink w:anchor="_Toc175159105" w:history="1">
        <w:r w:rsidR="001037E0" w:rsidRPr="001037E0">
          <w:rPr>
            <w:rStyle w:val="Hyperlink"/>
          </w:rPr>
          <w:t>16.2</w:t>
        </w:r>
        <w:r w:rsidR="001037E0" w:rsidRPr="001037E0">
          <w:rPr>
            <w:rFonts w:eastAsiaTheme="minorEastAsia"/>
            <w:kern w:val="2"/>
            <w14:ligatures w14:val="standardContextual"/>
          </w:rPr>
          <w:tab/>
        </w:r>
        <w:r w:rsidR="001037E0" w:rsidRPr="001037E0">
          <w:rPr>
            <w:rStyle w:val="Hyperlink"/>
          </w:rPr>
          <w:t>Registration and Qualification of Qualified Scheduling Entities</w:t>
        </w:r>
        <w:r w:rsidR="001037E0" w:rsidRPr="001037E0">
          <w:rPr>
            <w:webHidden/>
          </w:rPr>
          <w:tab/>
        </w:r>
        <w:r w:rsidR="001037E0" w:rsidRPr="001037E0">
          <w:rPr>
            <w:webHidden/>
          </w:rPr>
          <w:fldChar w:fldCharType="begin"/>
        </w:r>
        <w:r w:rsidR="001037E0" w:rsidRPr="001037E0">
          <w:rPr>
            <w:webHidden/>
          </w:rPr>
          <w:instrText xml:space="preserve"> PAGEREF _Toc175159105 \h </w:instrText>
        </w:r>
        <w:r w:rsidR="001037E0" w:rsidRPr="001037E0">
          <w:rPr>
            <w:webHidden/>
          </w:rPr>
        </w:r>
        <w:r w:rsidR="001037E0" w:rsidRPr="001037E0">
          <w:rPr>
            <w:webHidden/>
          </w:rPr>
          <w:fldChar w:fldCharType="separate"/>
        </w:r>
        <w:r>
          <w:rPr>
            <w:webHidden/>
          </w:rPr>
          <w:t>16-5</w:t>
        </w:r>
        <w:r w:rsidR="001037E0" w:rsidRPr="001037E0">
          <w:rPr>
            <w:webHidden/>
          </w:rPr>
          <w:fldChar w:fldCharType="end"/>
        </w:r>
      </w:hyperlink>
    </w:p>
    <w:p w14:paraId="2D7DFB78" w14:textId="3B419A6E" w:rsidR="001037E0" w:rsidRPr="001037E0" w:rsidRDefault="00650C66">
      <w:pPr>
        <w:pStyle w:val="TOC3"/>
        <w:rPr>
          <w:rFonts w:eastAsiaTheme="minorEastAsia"/>
          <w:i w:val="0"/>
          <w:iCs w:val="0"/>
          <w:noProof/>
          <w:kern w:val="2"/>
          <w14:ligatures w14:val="standardContextual"/>
        </w:rPr>
      </w:pPr>
      <w:hyperlink w:anchor="_Toc175159106" w:history="1">
        <w:r w:rsidR="001037E0" w:rsidRPr="001037E0">
          <w:rPr>
            <w:rStyle w:val="Hyperlink"/>
            <w:i w:val="0"/>
            <w:iCs w:val="0"/>
            <w:noProof/>
          </w:rPr>
          <w:t>16.2.1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16-5</w:t>
        </w:r>
        <w:r w:rsidR="001037E0" w:rsidRPr="001037E0">
          <w:rPr>
            <w:i w:val="0"/>
            <w:iCs w:val="0"/>
            <w:noProof/>
            <w:webHidden/>
          </w:rPr>
          <w:fldChar w:fldCharType="end"/>
        </w:r>
      </w:hyperlink>
    </w:p>
    <w:p w14:paraId="5524FE36" w14:textId="3A256C98" w:rsidR="001037E0" w:rsidRPr="001037E0" w:rsidRDefault="00650C66">
      <w:pPr>
        <w:pStyle w:val="TOC4"/>
        <w:rPr>
          <w:rFonts w:eastAsiaTheme="minorEastAsia"/>
          <w:kern w:val="2"/>
          <w:sz w:val="20"/>
          <w:szCs w:val="20"/>
          <w14:ligatures w14:val="standardContextual"/>
        </w:rPr>
      </w:pPr>
      <w:hyperlink w:anchor="_Toc175159107" w:history="1">
        <w:r w:rsidR="001037E0" w:rsidRPr="001037E0">
          <w:rPr>
            <w:rStyle w:val="Hyperlink"/>
            <w:sz w:val="20"/>
            <w:szCs w:val="20"/>
          </w:rPr>
          <w:t>16.2.1.1</w:t>
        </w:r>
        <w:r w:rsidR="001037E0" w:rsidRPr="001037E0">
          <w:rPr>
            <w:rFonts w:eastAsiaTheme="minorEastAsia"/>
            <w:kern w:val="2"/>
            <w:sz w:val="20"/>
            <w:szCs w:val="20"/>
            <w14:ligatures w14:val="standardContextual"/>
          </w:rPr>
          <w:tab/>
        </w:r>
        <w:r w:rsidR="001037E0" w:rsidRPr="001037E0">
          <w:rPr>
            <w:rStyle w:val="Hyperlink"/>
            <w:sz w:val="20"/>
            <w:szCs w:val="20"/>
          </w:rPr>
          <w:t>QSE Background Check Process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_Toc175159107 \h </w:instrText>
        </w:r>
        <w:r w:rsidR="001037E0" w:rsidRPr="001037E0">
          <w:rPr>
            <w:webHidden/>
            <w:sz w:val="20"/>
            <w:szCs w:val="20"/>
          </w:rPr>
        </w:r>
        <w:r w:rsidR="001037E0" w:rsidRPr="001037E0">
          <w:rPr>
            <w:webHidden/>
            <w:sz w:val="20"/>
            <w:szCs w:val="20"/>
          </w:rPr>
          <w:fldChar w:fldCharType="separate"/>
        </w:r>
        <w:r>
          <w:rPr>
            <w:webHidden/>
            <w:sz w:val="20"/>
            <w:szCs w:val="20"/>
          </w:rPr>
          <w:t>16-8</w:t>
        </w:r>
        <w:r w:rsidR="001037E0" w:rsidRPr="001037E0">
          <w:rPr>
            <w:webHidden/>
            <w:sz w:val="20"/>
            <w:szCs w:val="20"/>
          </w:rPr>
          <w:fldChar w:fldCharType="end"/>
        </w:r>
      </w:hyperlink>
    </w:p>
    <w:p w14:paraId="073952BC" w14:textId="1F745B9B" w:rsidR="001037E0" w:rsidRPr="001037E0" w:rsidRDefault="00650C66">
      <w:pPr>
        <w:pStyle w:val="TOC4"/>
        <w:rPr>
          <w:rFonts w:eastAsiaTheme="minorEastAsia"/>
          <w:kern w:val="2"/>
          <w:sz w:val="20"/>
          <w:szCs w:val="20"/>
          <w14:ligatures w14:val="standardContextual"/>
        </w:rPr>
      </w:pPr>
      <w:hyperlink w:anchor="_Toc175159108" w:history="1">
        <w:r w:rsidR="001037E0" w:rsidRPr="001037E0">
          <w:rPr>
            <w:rStyle w:val="Hyperlink"/>
            <w:sz w:val="20"/>
            <w:szCs w:val="20"/>
          </w:rPr>
          <w:t>16.2.1.2</w:t>
        </w:r>
        <w:r w:rsidR="001037E0" w:rsidRPr="001037E0">
          <w:rPr>
            <w:rFonts w:eastAsiaTheme="minorEastAsia"/>
            <w:kern w:val="2"/>
            <w:sz w:val="20"/>
            <w:szCs w:val="20"/>
            <w14:ligatures w14:val="standardContextual"/>
          </w:rPr>
          <w:tab/>
        </w:r>
        <w:r w:rsidR="001037E0" w:rsidRPr="001037E0">
          <w:rPr>
            <w:rStyle w:val="Hyperlink"/>
            <w:sz w:val="20"/>
            <w:szCs w:val="20"/>
          </w:rPr>
          <w:t>Data Agent-Only Qualified Scheduling Entities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_Toc175159108 \h </w:instrText>
        </w:r>
        <w:r w:rsidR="001037E0" w:rsidRPr="001037E0">
          <w:rPr>
            <w:webHidden/>
            <w:sz w:val="20"/>
            <w:szCs w:val="20"/>
          </w:rPr>
        </w:r>
        <w:r w:rsidR="001037E0" w:rsidRPr="001037E0">
          <w:rPr>
            <w:webHidden/>
            <w:sz w:val="20"/>
            <w:szCs w:val="20"/>
          </w:rPr>
          <w:fldChar w:fldCharType="separate"/>
        </w:r>
        <w:r>
          <w:rPr>
            <w:webHidden/>
            <w:sz w:val="20"/>
            <w:szCs w:val="20"/>
          </w:rPr>
          <w:t>16-9</w:t>
        </w:r>
        <w:r w:rsidR="001037E0" w:rsidRPr="001037E0">
          <w:rPr>
            <w:webHidden/>
            <w:sz w:val="20"/>
            <w:szCs w:val="20"/>
          </w:rPr>
          <w:fldChar w:fldCharType="end"/>
        </w:r>
      </w:hyperlink>
    </w:p>
    <w:p w14:paraId="3D27A61A" w14:textId="08949807" w:rsidR="001037E0" w:rsidRPr="001037E0" w:rsidRDefault="00650C66">
      <w:pPr>
        <w:pStyle w:val="TOC3"/>
        <w:rPr>
          <w:rFonts w:eastAsiaTheme="minorEastAsia"/>
          <w:i w:val="0"/>
          <w:iCs w:val="0"/>
          <w:noProof/>
          <w:kern w:val="2"/>
          <w14:ligatures w14:val="standardContextual"/>
        </w:rPr>
      </w:pPr>
      <w:hyperlink w:anchor="_Toc175159109" w:history="1">
        <w:r w:rsidR="001037E0" w:rsidRPr="001037E0">
          <w:rPr>
            <w:rStyle w:val="Hyperlink"/>
            <w:i w:val="0"/>
            <w:iCs w:val="0"/>
            <w:noProof/>
          </w:rPr>
          <w:t>16.2.2</w:t>
        </w:r>
        <w:r w:rsidR="001037E0" w:rsidRPr="001037E0">
          <w:rPr>
            <w:rFonts w:eastAsiaTheme="minorEastAsia"/>
            <w:i w:val="0"/>
            <w:iCs w:val="0"/>
            <w:noProof/>
            <w:kern w:val="2"/>
            <w14:ligatures w14:val="standardContextual"/>
          </w:rPr>
          <w:tab/>
        </w:r>
        <w:r w:rsidR="001037E0" w:rsidRPr="001037E0">
          <w:rPr>
            <w:rStyle w:val="Hyperlink"/>
            <w:i w:val="0"/>
            <w:iCs w:val="0"/>
            <w:noProof/>
          </w:rPr>
          <w:t>QSE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16-10</w:t>
        </w:r>
        <w:r w:rsidR="001037E0" w:rsidRPr="001037E0">
          <w:rPr>
            <w:i w:val="0"/>
            <w:iCs w:val="0"/>
            <w:noProof/>
            <w:webHidden/>
          </w:rPr>
          <w:fldChar w:fldCharType="end"/>
        </w:r>
      </w:hyperlink>
    </w:p>
    <w:p w14:paraId="351C08F1" w14:textId="1EBE870E" w:rsidR="001037E0" w:rsidRPr="001037E0" w:rsidRDefault="00650C66">
      <w:pPr>
        <w:pStyle w:val="TOC4"/>
        <w:rPr>
          <w:rFonts w:eastAsiaTheme="minorEastAsia"/>
          <w:kern w:val="2"/>
          <w:sz w:val="20"/>
          <w:szCs w:val="20"/>
          <w14:ligatures w14:val="standardContextual"/>
        </w:rPr>
      </w:pPr>
      <w:hyperlink w:anchor="_Toc175159110" w:history="1">
        <w:r w:rsidR="001037E0" w:rsidRPr="001037E0">
          <w:rPr>
            <w:rStyle w:val="Hyperlink"/>
            <w:sz w:val="20"/>
            <w:szCs w:val="20"/>
          </w:rPr>
          <w:t>16.2.2.1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_Toc175159110 \h </w:instrText>
        </w:r>
        <w:r w:rsidR="001037E0" w:rsidRPr="001037E0">
          <w:rPr>
            <w:webHidden/>
            <w:sz w:val="20"/>
            <w:szCs w:val="20"/>
          </w:rPr>
        </w:r>
        <w:r w:rsidR="001037E0" w:rsidRPr="001037E0">
          <w:rPr>
            <w:webHidden/>
            <w:sz w:val="20"/>
            <w:szCs w:val="20"/>
          </w:rPr>
          <w:fldChar w:fldCharType="separate"/>
        </w:r>
        <w:r>
          <w:rPr>
            <w:webHidden/>
            <w:sz w:val="20"/>
            <w:szCs w:val="20"/>
          </w:rPr>
          <w:t>16-10</w:t>
        </w:r>
        <w:r w:rsidR="001037E0" w:rsidRPr="001037E0">
          <w:rPr>
            <w:webHidden/>
            <w:sz w:val="20"/>
            <w:szCs w:val="20"/>
          </w:rPr>
          <w:fldChar w:fldCharType="end"/>
        </w:r>
      </w:hyperlink>
    </w:p>
    <w:p w14:paraId="0F8FC2B2" w14:textId="28F3E483" w:rsidR="001037E0" w:rsidRPr="001037E0" w:rsidRDefault="00650C66">
      <w:pPr>
        <w:pStyle w:val="TOC4"/>
        <w:rPr>
          <w:rFonts w:eastAsiaTheme="minorEastAsia"/>
          <w:kern w:val="2"/>
          <w:sz w:val="20"/>
          <w:szCs w:val="20"/>
          <w14:ligatures w14:val="standardContextual"/>
        </w:rPr>
      </w:pPr>
      <w:hyperlink w:anchor="_Toc175159111" w:history="1">
        <w:r w:rsidR="001037E0" w:rsidRPr="001037E0">
          <w:rPr>
            <w:rStyle w:val="Hyperlink"/>
            <w:sz w:val="20"/>
            <w:szCs w:val="20"/>
          </w:rPr>
          <w:t>16.2.2.2</w:t>
        </w:r>
        <w:r w:rsidR="001037E0" w:rsidRPr="001037E0">
          <w:rPr>
            <w:rFonts w:eastAsiaTheme="minorEastAsia"/>
            <w:kern w:val="2"/>
            <w:sz w:val="20"/>
            <w:szCs w:val="20"/>
            <w14:ligatures w14:val="standardContextual"/>
          </w:rPr>
          <w:tab/>
        </w:r>
        <w:r w:rsidR="001037E0" w:rsidRPr="001037E0">
          <w:rPr>
            <w:rStyle w:val="Hyperlink"/>
            <w:sz w:val="20"/>
            <w:szCs w:val="20"/>
          </w:rPr>
          <w:t>Incomplete QSE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_Toc175159111 \h </w:instrText>
        </w:r>
        <w:r w:rsidR="001037E0" w:rsidRPr="001037E0">
          <w:rPr>
            <w:webHidden/>
            <w:sz w:val="20"/>
            <w:szCs w:val="20"/>
          </w:rPr>
        </w:r>
        <w:r w:rsidR="001037E0" w:rsidRPr="001037E0">
          <w:rPr>
            <w:webHidden/>
            <w:sz w:val="20"/>
            <w:szCs w:val="20"/>
          </w:rPr>
          <w:fldChar w:fldCharType="separate"/>
        </w:r>
        <w:r>
          <w:rPr>
            <w:webHidden/>
            <w:sz w:val="20"/>
            <w:szCs w:val="20"/>
          </w:rPr>
          <w:t>16-11</w:t>
        </w:r>
        <w:r w:rsidR="001037E0" w:rsidRPr="001037E0">
          <w:rPr>
            <w:webHidden/>
            <w:sz w:val="20"/>
            <w:szCs w:val="20"/>
          </w:rPr>
          <w:fldChar w:fldCharType="end"/>
        </w:r>
      </w:hyperlink>
    </w:p>
    <w:p w14:paraId="192CE289" w14:textId="657084D7" w:rsidR="001037E0" w:rsidRPr="001037E0" w:rsidRDefault="00650C66">
      <w:pPr>
        <w:pStyle w:val="TOC4"/>
        <w:rPr>
          <w:rFonts w:eastAsiaTheme="minorEastAsia"/>
          <w:kern w:val="2"/>
          <w:sz w:val="20"/>
          <w:szCs w:val="20"/>
          <w14:ligatures w14:val="standardContextual"/>
        </w:rPr>
      </w:pPr>
      <w:hyperlink w:anchor="_Toc175159112" w:history="1">
        <w:r w:rsidR="001037E0" w:rsidRPr="001037E0">
          <w:rPr>
            <w:rStyle w:val="Hyperlink"/>
            <w:sz w:val="20"/>
            <w:szCs w:val="20"/>
          </w:rPr>
          <w:t>16.2.2.3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_Toc175159112 \h </w:instrText>
        </w:r>
        <w:r w:rsidR="001037E0" w:rsidRPr="001037E0">
          <w:rPr>
            <w:webHidden/>
            <w:sz w:val="20"/>
            <w:szCs w:val="20"/>
          </w:rPr>
        </w:r>
        <w:r w:rsidR="001037E0" w:rsidRPr="001037E0">
          <w:rPr>
            <w:webHidden/>
            <w:sz w:val="20"/>
            <w:szCs w:val="20"/>
          </w:rPr>
          <w:fldChar w:fldCharType="separate"/>
        </w:r>
        <w:r>
          <w:rPr>
            <w:webHidden/>
            <w:sz w:val="20"/>
            <w:szCs w:val="20"/>
          </w:rPr>
          <w:t>16-11</w:t>
        </w:r>
        <w:r w:rsidR="001037E0" w:rsidRPr="001037E0">
          <w:rPr>
            <w:webHidden/>
            <w:sz w:val="20"/>
            <w:szCs w:val="20"/>
          </w:rPr>
          <w:fldChar w:fldCharType="end"/>
        </w:r>
      </w:hyperlink>
    </w:p>
    <w:p w14:paraId="69FB5A43" w14:textId="2CC6B71E" w:rsidR="001037E0" w:rsidRPr="001037E0" w:rsidRDefault="00650C66">
      <w:pPr>
        <w:pStyle w:val="TOC3"/>
        <w:rPr>
          <w:rFonts w:eastAsiaTheme="minorEastAsia"/>
          <w:i w:val="0"/>
          <w:iCs w:val="0"/>
          <w:noProof/>
          <w:kern w:val="2"/>
          <w14:ligatures w14:val="standardContextual"/>
        </w:rPr>
      </w:pPr>
      <w:hyperlink w:anchor="_Toc175159113" w:history="1">
        <w:r w:rsidR="001037E0" w:rsidRPr="001037E0">
          <w:rPr>
            <w:rStyle w:val="Hyperlink"/>
            <w:i w:val="0"/>
            <w:iCs w:val="0"/>
            <w:noProof/>
          </w:rPr>
          <w:t>16.2.3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Qualified Scheduling Entity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16-12</w:t>
        </w:r>
        <w:r w:rsidR="001037E0" w:rsidRPr="001037E0">
          <w:rPr>
            <w:i w:val="0"/>
            <w:iCs w:val="0"/>
            <w:noProof/>
            <w:webHidden/>
          </w:rPr>
          <w:fldChar w:fldCharType="end"/>
        </w:r>
      </w:hyperlink>
    </w:p>
    <w:p w14:paraId="6AC2BAE4" w14:textId="47794707" w:rsidR="001037E0" w:rsidRPr="001037E0" w:rsidRDefault="00650C66">
      <w:pPr>
        <w:pStyle w:val="TOC4"/>
        <w:rPr>
          <w:rFonts w:eastAsiaTheme="minorEastAsia"/>
          <w:kern w:val="2"/>
          <w:sz w:val="20"/>
          <w:szCs w:val="20"/>
          <w14:ligatures w14:val="standardContextual"/>
        </w:rPr>
      </w:pPr>
      <w:hyperlink w:anchor="_Toc175159114" w:history="1">
        <w:r w:rsidR="001037E0" w:rsidRPr="001037E0">
          <w:rPr>
            <w:rStyle w:val="Hyperlink"/>
            <w:sz w:val="20"/>
            <w:szCs w:val="20"/>
          </w:rPr>
          <w:t>16.2.3.1</w:t>
        </w:r>
        <w:r w:rsidR="001037E0" w:rsidRPr="001037E0">
          <w:rPr>
            <w:rFonts w:eastAsiaTheme="minorEastAsia"/>
            <w:kern w:val="2"/>
            <w:sz w:val="20"/>
            <w:szCs w:val="20"/>
            <w14:ligatures w14:val="standardContextual"/>
          </w:rPr>
          <w:tab/>
        </w:r>
        <w:r w:rsidR="001037E0" w:rsidRPr="001037E0">
          <w:rPr>
            <w:rStyle w:val="Hyperlink"/>
            <w:sz w:val="20"/>
            <w:szCs w:val="20"/>
          </w:rPr>
          <w:t>Process to Gain Approval to Follow DSR Load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_Toc175159114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4B88B503" w14:textId="07851EE8" w:rsidR="001037E0" w:rsidRPr="001037E0" w:rsidRDefault="00650C66">
      <w:pPr>
        <w:pStyle w:val="TOC4"/>
        <w:rPr>
          <w:rFonts w:eastAsiaTheme="minorEastAsia"/>
          <w:kern w:val="2"/>
          <w:sz w:val="20"/>
          <w:szCs w:val="20"/>
          <w14:ligatures w14:val="standardContextual"/>
        </w:rPr>
      </w:pPr>
      <w:hyperlink w:anchor="_Toc175159115" w:history="1">
        <w:r w:rsidR="001037E0" w:rsidRPr="001037E0">
          <w:rPr>
            <w:rStyle w:val="Hyperlink"/>
            <w:sz w:val="20"/>
            <w:szCs w:val="20"/>
          </w:rPr>
          <w:t>16.2.3.2</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QSE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_Toc175159115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56951B6A" w14:textId="41EC89AE" w:rsidR="001037E0" w:rsidRPr="001037E0" w:rsidRDefault="00650C66">
      <w:pPr>
        <w:pStyle w:val="TOC4"/>
        <w:rPr>
          <w:rFonts w:eastAsiaTheme="minorEastAsia"/>
          <w:kern w:val="2"/>
          <w:sz w:val="20"/>
          <w:szCs w:val="20"/>
          <w14:ligatures w14:val="standardContextual"/>
        </w:rPr>
      </w:pPr>
      <w:hyperlink w:anchor="_Toc175159116" w:history="1">
        <w:r w:rsidR="001037E0" w:rsidRPr="001037E0">
          <w:rPr>
            <w:rStyle w:val="Hyperlink"/>
            <w:sz w:val="20"/>
            <w:szCs w:val="20"/>
          </w:rPr>
          <w:t>16.2.3.3</w:t>
        </w:r>
        <w:r w:rsidR="001037E0" w:rsidRPr="001037E0">
          <w:rPr>
            <w:rFonts w:eastAsiaTheme="minorEastAsia"/>
            <w:kern w:val="2"/>
            <w:sz w:val="20"/>
            <w:szCs w:val="20"/>
            <w14:ligatures w14:val="standardContextual"/>
          </w:rPr>
          <w:tab/>
        </w:r>
        <w:r w:rsidR="001037E0" w:rsidRPr="001037E0">
          <w:rPr>
            <w:rStyle w:val="Hyperlink"/>
            <w:sz w:val="20"/>
            <w:szCs w:val="20"/>
          </w:rPr>
          <w:t>Qualified Scheduling Entity Service Termination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_Toc175159116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31499DDB" w14:textId="50F614EE" w:rsidR="001037E0" w:rsidRPr="001037E0" w:rsidRDefault="00650C66">
      <w:pPr>
        <w:pStyle w:val="TOC3"/>
        <w:rPr>
          <w:rFonts w:eastAsiaTheme="minorEastAsia"/>
          <w:i w:val="0"/>
          <w:iCs w:val="0"/>
          <w:noProof/>
          <w:kern w:val="2"/>
          <w14:ligatures w14:val="standardContextual"/>
        </w:rPr>
      </w:pPr>
      <w:hyperlink w:anchor="_Toc175159117" w:history="1">
        <w:r w:rsidR="001037E0" w:rsidRPr="001037E0">
          <w:rPr>
            <w:rStyle w:val="Hyperlink"/>
            <w:i w:val="0"/>
            <w:iCs w:val="0"/>
            <w:noProof/>
          </w:rPr>
          <w:t>16.2.4</w:t>
        </w:r>
        <w:r w:rsidR="001037E0" w:rsidRPr="001037E0">
          <w:rPr>
            <w:rFonts w:eastAsiaTheme="minorEastAsia"/>
            <w:i w:val="0"/>
            <w:iCs w:val="0"/>
            <w:noProof/>
            <w:kern w:val="2"/>
            <w14:ligatures w14:val="standardContextual"/>
          </w:rPr>
          <w:tab/>
        </w:r>
        <w:r w:rsidR="001037E0" w:rsidRPr="001037E0">
          <w:rPr>
            <w:rStyle w:val="Hyperlink"/>
            <w:i w:val="0"/>
            <w:iCs w:val="0"/>
            <w:noProof/>
          </w:rPr>
          <w:t>Posting of Qualified Scheduling Entity List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16-14</w:t>
        </w:r>
        <w:r w:rsidR="001037E0" w:rsidRPr="001037E0">
          <w:rPr>
            <w:i w:val="0"/>
            <w:iCs w:val="0"/>
            <w:noProof/>
            <w:webHidden/>
          </w:rPr>
          <w:fldChar w:fldCharType="end"/>
        </w:r>
      </w:hyperlink>
    </w:p>
    <w:p w14:paraId="7039A70F" w14:textId="767112DA" w:rsidR="001037E0" w:rsidRPr="001037E0" w:rsidRDefault="00650C66">
      <w:pPr>
        <w:pStyle w:val="TOC3"/>
        <w:rPr>
          <w:rFonts w:eastAsiaTheme="minorEastAsia"/>
          <w:i w:val="0"/>
          <w:iCs w:val="0"/>
          <w:noProof/>
          <w:kern w:val="2"/>
          <w14:ligatures w14:val="standardContextual"/>
        </w:rPr>
      </w:pPr>
      <w:hyperlink w:anchor="_Toc175159118" w:history="1">
        <w:r w:rsidR="001037E0" w:rsidRPr="001037E0">
          <w:rPr>
            <w:rStyle w:val="Hyperlink"/>
            <w:i w:val="0"/>
            <w:iCs w:val="0"/>
            <w:noProof/>
          </w:rPr>
          <w:t>16.2.5</w:t>
        </w:r>
        <w:r w:rsidR="001037E0" w:rsidRPr="001037E0">
          <w:rPr>
            <w:rFonts w:eastAsiaTheme="minorEastAsia"/>
            <w:i w:val="0"/>
            <w:iCs w:val="0"/>
            <w:noProof/>
            <w:kern w:val="2"/>
            <w14:ligatures w14:val="standardContextual"/>
          </w:rPr>
          <w:tab/>
        </w:r>
        <w:r w:rsidR="001037E0" w:rsidRPr="001037E0">
          <w:rPr>
            <w:rStyle w:val="Hyperlink"/>
            <w:i w:val="0"/>
            <w:iCs w:val="0"/>
            <w:noProof/>
          </w:rPr>
          <w:t>Suspended or Terminated Qualified Scheduling Entity – Notification to LSEs and Resource Entities Represented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16-14</w:t>
        </w:r>
        <w:r w:rsidR="001037E0" w:rsidRPr="001037E0">
          <w:rPr>
            <w:i w:val="0"/>
            <w:iCs w:val="0"/>
            <w:noProof/>
            <w:webHidden/>
          </w:rPr>
          <w:fldChar w:fldCharType="end"/>
        </w:r>
      </w:hyperlink>
    </w:p>
    <w:p w14:paraId="6ECAD5BE" w14:textId="543B0608" w:rsidR="001037E0" w:rsidRPr="001037E0" w:rsidRDefault="00650C66">
      <w:pPr>
        <w:pStyle w:val="TOC3"/>
        <w:rPr>
          <w:rFonts w:eastAsiaTheme="minorEastAsia"/>
          <w:i w:val="0"/>
          <w:iCs w:val="0"/>
          <w:noProof/>
          <w:kern w:val="2"/>
          <w14:ligatures w14:val="standardContextual"/>
        </w:rPr>
      </w:pPr>
      <w:hyperlink w:anchor="_Toc175159119" w:history="1">
        <w:r w:rsidR="001037E0" w:rsidRPr="001037E0">
          <w:rPr>
            <w:rStyle w:val="Hyperlink"/>
            <w:i w:val="0"/>
            <w:iCs w:val="0"/>
            <w:noProof/>
          </w:rPr>
          <w:t>16.2.6</w:t>
        </w:r>
        <w:r w:rsidR="001037E0" w:rsidRPr="001037E0">
          <w:rPr>
            <w:rFonts w:eastAsiaTheme="minorEastAsia"/>
            <w:i w:val="0"/>
            <w:iCs w:val="0"/>
            <w:noProof/>
            <w:kern w:val="2"/>
            <w14:ligatures w14:val="standardContextual"/>
          </w:rPr>
          <w:tab/>
        </w:r>
        <w:r w:rsidR="001037E0" w:rsidRPr="001037E0">
          <w:rPr>
            <w:rStyle w:val="Hyperlink"/>
            <w:i w:val="0"/>
            <w:iCs w:val="0"/>
            <w:noProof/>
          </w:rPr>
          <w:t>Emergency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16-15</w:t>
        </w:r>
        <w:r w:rsidR="001037E0" w:rsidRPr="001037E0">
          <w:rPr>
            <w:i w:val="0"/>
            <w:iCs w:val="0"/>
            <w:noProof/>
            <w:webHidden/>
          </w:rPr>
          <w:fldChar w:fldCharType="end"/>
        </w:r>
      </w:hyperlink>
    </w:p>
    <w:p w14:paraId="7676DE6B" w14:textId="5511F5AE" w:rsidR="001037E0" w:rsidRPr="001037E0" w:rsidRDefault="00650C66">
      <w:pPr>
        <w:pStyle w:val="TOC4"/>
        <w:rPr>
          <w:rFonts w:eastAsiaTheme="minorEastAsia"/>
          <w:kern w:val="2"/>
          <w:sz w:val="20"/>
          <w:szCs w:val="20"/>
          <w14:ligatures w14:val="standardContextual"/>
        </w:rPr>
      </w:pPr>
      <w:hyperlink w:anchor="_Toc175159120" w:history="1">
        <w:r w:rsidR="001037E0" w:rsidRPr="001037E0">
          <w:rPr>
            <w:rStyle w:val="Hyperlink"/>
            <w:sz w:val="20"/>
            <w:szCs w:val="20"/>
          </w:rPr>
          <w:t>16.2.6.1</w:t>
        </w:r>
        <w:r w:rsidR="001037E0" w:rsidRPr="001037E0">
          <w:rPr>
            <w:rFonts w:eastAsiaTheme="minorEastAsia"/>
            <w:kern w:val="2"/>
            <w:sz w:val="20"/>
            <w:szCs w:val="20"/>
            <w14:ligatures w14:val="standardContextual"/>
          </w:rPr>
          <w:tab/>
        </w:r>
        <w:r w:rsidR="001037E0" w:rsidRPr="001037E0">
          <w:rPr>
            <w:rStyle w:val="Hyperlink"/>
            <w:sz w:val="20"/>
            <w:szCs w:val="20"/>
          </w:rPr>
          <w:t>Designation as an Emergency Qualified Scheduling Entity or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_Toc175159120 \h </w:instrText>
        </w:r>
        <w:r w:rsidR="001037E0" w:rsidRPr="001037E0">
          <w:rPr>
            <w:webHidden/>
            <w:sz w:val="20"/>
            <w:szCs w:val="20"/>
          </w:rPr>
        </w:r>
        <w:r w:rsidR="001037E0" w:rsidRPr="001037E0">
          <w:rPr>
            <w:webHidden/>
            <w:sz w:val="20"/>
            <w:szCs w:val="20"/>
          </w:rPr>
          <w:fldChar w:fldCharType="separate"/>
        </w:r>
        <w:r>
          <w:rPr>
            <w:webHidden/>
            <w:sz w:val="20"/>
            <w:szCs w:val="20"/>
          </w:rPr>
          <w:t>16-15</w:t>
        </w:r>
        <w:r w:rsidR="001037E0" w:rsidRPr="001037E0">
          <w:rPr>
            <w:webHidden/>
            <w:sz w:val="20"/>
            <w:szCs w:val="20"/>
          </w:rPr>
          <w:fldChar w:fldCharType="end"/>
        </w:r>
      </w:hyperlink>
    </w:p>
    <w:p w14:paraId="493FAD93" w14:textId="739AC775" w:rsidR="001037E0" w:rsidRPr="001037E0" w:rsidRDefault="00650C66">
      <w:pPr>
        <w:pStyle w:val="TOC4"/>
        <w:rPr>
          <w:rFonts w:eastAsiaTheme="minorEastAsia"/>
          <w:kern w:val="2"/>
          <w:sz w:val="20"/>
          <w:szCs w:val="20"/>
          <w14:ligatures w14:val="standardContextual"/>
        </w:rPr>
      </w:pPr>
      <w:hyperlink w:anchor="_Toc175159121" w:history="1">
        <w:r w:rsidR="001037E0" w:rsidRPr="001037E0">
          <w:rPr>
            <w:rStyle w:val="Hyperlink"/>
            <w:sz w:val="20"/>
            <w:szCs w:val="20"/>
          </w:rPr>
          <w:t>16.2.6.2</w:t>
        </w:r>
        <w:r w:rsidR="001037E0" w:rsidRPr="001037E0">
          <w:rPr>
            <w:rFonts w:eastAsiaTheme="minorEastAsia"/>
            <w:kern w:val="2"/>
            <w:sz w:val="20"/>
            <w:szCs w:val="20"/>
            <w14:ligatures w14:val="standardContextual"/>
          </w:rPr>
          <w:tab/>
        </w:r>
        <w:r w:rsidR="001037E0" w:rsidRPr="001037E0">
          <w:rPr>
            <w:rStyle w:val="Hyperlink"/>
            <w:sz w:val="20"/>
            <w:szCs w:val="20"/>
          </w:rPr>
          <w:t>Market Participation by an Emergency Qualified Scheduling Entity or a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_Toc175159121 \h </w:instrText>
        </w:r>
        <w:r w:rsidR="001037E0" w:rsidRPr="001037E0">
          <w:rPr>
            <w:webHidden/>
            <w:sz w:val="20"/>
            <w:szCs w:val="20"/>
          </w:rPr>
        </w:r>
        <w:r w:rsidR="001037E0" w:rsidRPr="001037E0">
          <w:rPr>
            <w:webHidden/>
            <w:sz w:val="20"/>
            <w:szCs w:val="20"/>
          </w:rPr>
          <w:fldChar w:fldCharType="separate"/>
        </w:r>
        <w:r>
          <w:rPr>
            <w:webHidden/>
            <w:sz w:val="20"/>
            <w:szCs w:val="20"/>
          </w:rPr>
          <w:t>16-16</w:t>
        </w:r>
        <w:r w:rsidR="001037E0" w:rsidRPr="001037E0">
          <w:rPr>
            <w:webHidden/>
            <w:sz w:val="20"/>
            <w:szCs w:val="20"/>
          </w:rPr>
          <w:fldChar w:fldCharType="end"/>
        </w:r>
      </w:hyperlink>
    </w:p>
    <w:p w14:paraId="2AF2C03D" w14:textId="4402C023" w:rsidR="001037E0" w:rsidRPr="001037E0" w:rsidRDefault="00650C66">
      <w:pPr>
        <w:pStyle w:val="TOC4"/>
        <w:rPr>
          <w:rFonts w:eastAsiaTheme="minorEastAsia"/>
          <w:kern w:val="2"/>
          <w:sz w:val="20"/>
          <w:szCs w:val="20"/>
          <w14:ligatures w14:val="standardContextual"/>
        </w:rPr>
      </w:pPr>
      <w:hyperlink w:anchor="_Toc175159122" w:history="1">
        <w:r w:rsidR="001037E0" w:rsidRPr="001037E0">
          <w:rPr>
            <w:rStyle w:val="Hyperlink"/>
            <w:sz w:val="20"/>
            <w:szCs w:val="20"/>
          </w:rPr>
          <w:t>16.2.6.3</w:t>
        </w:r>
        <w:r w:rsidR="001037E0" w:rsidRPr="001037E0">
          <w:rPr>
            <w:rFonts w:eastAsiaTheme="minorEastAsia"/>
            <w:kern w:val="2"/>
            <w:sz w:val="20"/>
            <w:szCs w:val="20"/>
            <w14:ligatures w14:val="standardContextual"/>
          </w:rPr>
          <w:tab/>
        </w:r>
        <w:r w:rsidR="001037E0" w:rsidRPr="001037E0">
          <w:rPr>
            <w:rStyle w:val="Hyperlink"/>
            <w:sz w:val="20"/>
            <w:szCs w:val="20"/>
          </w:rPr>
          <w:t>Requirement to Obtain New Qualified Scheduling Entity or Qualified Scheduling Entity Qualification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_Toc175159122 \h </w:instrText>
        </w:r>
        <w:r w:rsidR="001037E0" w:rsidRPr="001037E0">
          <w:rPr>
            <w:webHidden/>
            <w:sz w:val="20"/>
            <w:szCs w:val="20"/>
          </w:rPr>
        </w:r>
        <w:r w:rsidR="001037E0" w:rsidRPr="001037E0">
          <w:rPr>
            <w:webHidden/>
            <w:sz w:val="20"/>
            <w:szCs w:val="20"/>
          </w:rPr>
          <w:fldChar w:fldCharType="separate"/>
        </w:r>
        <w:r>
          <w:rPr>
            <w:webHidden/>
            <w:sz w:val="20"/>
            <w:szCs w:val="20"/>
          </w:rPr>
          <w:t>16-16</w:t>
        </w:r>
        <w:r w:rsidR="001037E0" w:rsidRPr="001037E0">
          <w:rPr>
            <w:webHidden/>
            <w:sz w:val="20"/>
            <w:szCs w:val="20"/>
          </w:rPr>
          <w:fldChar w:fldCharType="end"/>
        </w:r>
      </w:hyperlink>
    </w:p>
    <w:p w14:paraId="3DC5A3DA" w14:textId="475502B5" w:rsidR="001037E0" w:rsidRPr="001037E0" w:rsidRDefault="00650C66">
      <w:pPr>
        <w:pStyle w:val="TOC3"/>
        <w:rPr>
          <w:rFonts w:eastAsiaTheme="minorEastAsia"/>
          <w:i w:val="0"/>
          <w:iCs w:val="0"/>
          <w:noProof/>
          <w:kern w:val="2"/>
          <w14:ligatures w14:val="standardContextual"/>
        </w:rPr>
      </w:pPr>
      <w:hyperlink w:anchor="_Toc175159123" w:history="1">
        <w:r w:rsidR="001037E0" w:rsidRPr="001037E0">
          <w:rPr>
            <w:rStyle w:val="Hyperlink"/>
            <w:i w:val="0"/>
            <w:iCs w:val="0"/>
            <w:noProof/>
          </w:rPr>
          <w:t>16.2.7</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16-17</w:t>
        </w:r>
        <w:r w:rsidR="001037E0" w:rsidRPr="001037E0">
          <w:rPr>
            <w:i w:val="0"/>
            <w:iCs w:val="0"/>
            <w:noProof/>
            <w:webHidden/>
          </w:rPr>
          <w:fldChar w:fldCharType="end"/>
        </w:r>
      </w:hyperlink>
    </w:p>
    <w:p w14:paraId="622BA4CE" w14:textId="17168DB8" w:rsidR="001037E0" w:rsidRPr="001037E0" w:rsidRDefault="00650C66">
      <w:pPr>
        <w:pStyle w:val="TOC2"/>
        <w:rPr>
          <w:rFonts w:eastAsiaTheme="minorEastAsia"/>
          <w:kern w:val="2"/>
          <w14:ligatures w14:val="standardContextual"/>
        </w:rPr>
      </w:pPr>
      <w:hyperlink w:anchor="_Toc175159124" w:history="1">
        <w:r w:rsidR="001037E0" w:rsidRPr="001037E0">
          <w:rPr>
            <w:rStyle w:val="Hyperlink"/>
          </w:rPr>
          <w:t>16.3</w:t>
        </w:r>
        <w:r w:rsidR="001037E0" w:rsidRPr="001037E0">
          <w:rPr>
            <w:rFonts w:eastAsiaTheme="minorEastAsia"/>
            <w:kern w:val="2"/>
            <w14:ligatures w14:val="standardContextual"/>
          </w:rPr>
          <w:tab/>
        </w:r>
        <w:r w:rsidR="001037E0" w:rsidRPr="001037E0">
          <w:rPr>
            <w:rStyle w:val="Hyperlink"/>
          </w:rPr>
          <w:t>Registration of Load Serving Entities</w:t>
        </w:r>
        <w:r w:rsidR="001037E0" w:rsidRPr="001037E0">
          <w:rPr>
            <w:webHidden/>
          </w:rPr>
          <w:tab/>
        </w:r>
        <w:r w:rsidR="001037E0" w:rsidRPr="001037E0">
          <w:rPr>
            <w:webHidden/>
          </w:rPr>
          <w:fldChar w:fldCharType="begin"/>
        </w:r>
        <w:r w:rsidR="001037E0" w:rsidRPr="001037E0">
          <w:rPr>
            <w:webHidden/>
          </w:rPr>
          <w:instrText xml:space="preserve"> PAGEREF _Toc175159124 \h </w:instrText>
        </w:r>
        <w:r w:rsidR="001037E0" w:rsidRPr="001037E0">
          <w:rPr>
            <w:webHidden/>
          </w:rPr>
        </w:r>
        <w:r w:rsidR="001037E0" w:rsidRPr="001037E0">
          <w:rPr>
            <w:webHidden/>
          </w:rPr>
          <w:fldChar w:fldCharType="separate"/>
        </w:r>
        <w:r>
          <w:rPr>
            <w:webHidden/>
          </w:rPr>
          <w:t>16-17</w:t>
        </w:r>
        <w:r w:rsidR="001037E0" w:rsidRPr="001037E0">
          <w:rPr>
            <w:webHidden/>
          </w:rPr>
          <w:fldChar w:fldCharType="end"/>
        </w:r>
      </w:hyperlink>
    </w:p>
    <w:p w14:paraId="3F5E5F08" w14:textId="23F06719" w:rsidR="001037E0" w:rsidRPr="001037E0" w:rsidRDefault="00650C66">
      <w:pPr>
        <w:pStyle w:val="TOC3"/>
        <w:rPr>
          <w:rFonts w:eastAsiaTheme="minorEastAsia"/>
          <w:i w:val="0"/>
          <w:iCs w:val="0"/>
          <w:noProof/>
          <w:kern w:val="2"/>
          <w14:ligatures w14:val="standardContextual"/>
        </w:rPr>
      </w:pPr>
      <w:hyperlink w:anchor="_Toc175159125" w:history="1">
        <w:r w:rsidR="001037E0" w:rsidRPr="001037E0">
          <w:rPr>
            <w:rStyle w:val="Hyperlink"/>
            <w:i w:val="0"/>
            <w:iCs w:val="0"/>
            <w:noProof/>
          </w:rPr>
          <w:t>16.3.1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LSE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16-18</w:t>
        </w:r>
        <w:r w:rsidR="001037E0" w:rsidRPr="001037E0">
          <w:rPr>
            <w:i w:val="0"/>
            <w:iCs w:val="0"/>
            <w:noProof/>
            <w:webHidden/>
          </w:rPr>
          <w:fldChar w:fldCharType="end"/>
        </w:r>
      </w:hyperlink>
    </w:p>
    <w:p w14:paraId="22709AD6" w14:textId="760770F6" w:rsidR="001037E0" w:rsidRPr="001037E0" w:rsidRDefault="00650C66">
      <w:pPr>
        <w:pStyle w:val="TOC4"/>
        <w:rPr>
          <w:rFonts w:eastAsiaTheme="minorEastAsia"/>
          <w:kern w:val="2"/>
          <w:sz w:val="20"/>
          <w:szCs w:val="20"/>
          <w14:ligatures w14:val="standardContextual"/>
        </w:rPr>
      </w:pPr>
      <w:hyperlink w:anchor="_Toc175159126" w:history="1">
        <w:r w:rsidR="001037E0" w:rsidRPr="001037E0">
          <w:rPr>
            <w:rStyle w:val="Hyperlink"/>
            <w:sz w:val="20"/>
            <w:szCs w:val="20"/>
          </w:rPr>
          <w:t>16.3.1.1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_Toc175159126 \h </w:instrText>
        </w:r>
        <w:r w:rsidR="001037E0" w:rsidRPr="001037E0">
          <w:rPr>
            <w:webHidden/>
            <w:sz w:val="20"/>
            <w:szCs w:val="20"/>
          </w:rPr>
        </w:r>
        <w:r w:rsidR="001037E0" w:rsidRPr="001037E0">
          <w:rPr>
            <w:webHidden/>
            <w:sz w:val="20"/>
            <w:szCs w:val="20"/>
          </w:rPr>
          <w:fldChar w:fldCharType="separate"/>
        </w:r>
        <w:r>
          <w:rPr>
            <w:webHidden/>
            <w:sz w:val="20"/>
            <w:szCs w:val="20"/>
          </w:rPr>
          <w:t>16-18</w:t>
        </w:r>
        <w:r w:rsidR="001037E0" w:rsidRPr="001037E0">
          <w:rPr>
            <w:webHidden/>
            <w:sz w:val="20"/>
            <w:szCs w:val="20"/>
          </w:rPr>
          <w:fldChar w:fldCharType="end"/>
        </w:r>
      </w:hyperlink>
    </w:p>
    <w:p w14:paraId="54F0D0EB" w14:textId="4C0BE0BE" w:rsidR="001037E0" w:rsidRPr="001037E0" w:rsidRDefault="00650C66">
      <w:pPr>
        <w:pStyle w:val="TOC3"/>
        <w:rPr>
          <w:rFonts w:eastAsiaTheme="minorEastAsia"/>
          <w:i w:val="0"/>
          <w:iCs w:val="0"/>
          <w:noProof/>
          <w:kern w:val="2"/>
          <w14:ligatures w14:val="standardContextual"/>
        </w:rPr>
      </w:pPr>
      <w:hyperlink w:anchor="_Toc175159127" w:history="1">
        <w:r w:rsidR="001037E0" w:rsidRPr="001037E0">
          <w:rPr>
            <w:rStyle w:val="Hyperlink"/>
            <w:i w:val="0"/>
            <w:iCs w:val="0"/>
            <w:noProof/>
          </w:rPr>
          <w:t>16.3.2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Load Serving Entities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16-19</w:t>
        </w:r>
        <w:r w:rsidR="001037E0" w:rsidRPr="001037E0">
          <w:rPr>
            <w:i w:val="0"/>
            <w:iCs w:val="0"/>
            <w:noProof/>
            <w:webHidden/>
          </w:rPr>
          <w:fldChar w:fldCharType="end"/>
        </w:r>
      </w:hyperlink>
    </w:p>
    <w:p w14:paraId="358BA4A8" w14:textId="088206B7" w:rsidR="001037E0" w:rsidRPr="001037E0" w:rsidRDefault="00650C66">
      <w:pPr>
        <w:pStyle w:val="TOC4"/>
        <w:rPr>
          <w:rFonts w:eastAsiaTheme="minorEastAsia"/>
          <w:kern w:val="2"/>
          <w:sz w:val="20"/>
          <w:szCs w:val="20"/>
          <w14:ligatures w14:val="standardContextual"/>
        </w:rPr>
      </w:pPr>
      <w:hyperlink w:anchor="_Toc175159128" w:history="1">
        <w:r w:rsidR="001037E0" w:rsidRPr="001037E0">
          <w:rPr>
            <w:rStyle w:val="Hyperlink"/>
            <w:sz w:val="20"/>
            <w:szCs w:val="20"/>
          </w:rPr>
          <w:t>16.3.2.1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_Toc175159128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4938A057" w14:textId="303F9C5F" w:rsidR="001037E0" w:rsidRPr="001037E0" w:rsidRDefault="00650C66">
      <w:pPr>
        <w:pStyle w:val="TOC4"/>
        <w:rPr>
          <w:rFonts w:eastAsiaTheme="minorEastAsia"/>
          <w:kern w:val="2"/>
          <w:sz w:val="20"/>
          <w:szCs w:val="20"/>
          <w14:ligatures w14:val="standardContextual"/>
        </w:rPr>
      </w:pPr>
      <w:hyperlink w:anchor="_Toc175159129" w:history="1">
        <w:r w:rsidR="001037E0" w:rsidRPr="001037E0">
          <w:rPr>
            <w:rStyle w:val="Hyperlink"/>
            <w:sz w:val="20"/>
            <w:szCs w:val="20"/>
          </w:rPr>
          <w:t>16.3.2.2</w:t>
        </w:r>
        <w:r w:rsidR="001037E0" w:rsidRPr="001037E0">
          <w:rPr>
            <w:rFonts w:eastAsiaTheme="minorEastAsia"/>
            <w:kern w:val="2"/>
            <w:sz w:val="20"/>
            <w:szCs w:val="20"/>
            <w14:ligatures w14:val="standardContextual"/>
          </w:rPr>
          <w:tab/>
        </w:r>
        <w:r w:rsidR="001037E0" w:rsidRPr="001037E0">
          <w:rPr>
            <w:rStyle w:val="Hyperlink"/>
            <w:sz w:val="20"/>
            <w:szCs w:val="20"/>
          </w:rPr>
          <w:t>Incomplete Load Serving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_Toc175159129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1C6C053F" w14:textId="416DD8FB" w:rsidR="001037E0" w:rsidRPr="001037E0" w:rsidRDefault="00650C66">
      <w:pPr>
        <w:pStyle w:val="TOC4"/>
        <w:rPr>
          <w:rFonts w:eastAsiaTheme="minorEastAsia"/>
          <w:kern w:val="2"/>
          <w:sz w:val="20"/>
          <w:szCs w:val="20"/>
          <w14:ligatures w14:val="standardContextual"/>
        </w:rPr>
      </w:pPr>
      <w:hyperlink w:anchor="_Toc175159130" w:history="1">
        <w:r w:rsidR="001037E0" w:rsidRPr="001037E0">
          <w:rPr>
            <w:rStyle w:val="Hyperlink"/>
            <w:sz w:val="20"/>
            <w:szCs w:val="20"/>
          </w:rPr>
          <w:t>16.3.2.3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_Toc175159130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7711FAFB" w14:textId="1E2D4C2D" w:rsidR="001037E0" w:rsidRPr="001037E0" w:rsidRDefault="00650C66">
      <w:pPr>
        <w:pStyle w:val="TOC3"/>
        <w:rPr>
          <w:rFonts w:eastAsiaTheme="minorEastAsia"/>
          <w:i w:val="0"/>
          <w:iCs w:val="0"/>
          <w:noProof/>
          <w:kern w:val="2"/>
          <w14:ligatures w14:val="standardContextual"/>
        </w:rPr>
      </w:pPr>
      <w:hyperlink w:anchor="_Toc175159131" w:history="1">
        <w:r w:rsidR="001037E0" w:rsidRPr="001037E0">
          <w:rPr>
            <w:rStyle w:val="Hyperlink"/>
            <w:i w:val="0"/>
            <w:iCs w:val="0"/>
            <w:noProof/>
          </w:rPr>
          <w:t xml:space="preserve">16.3.3 </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16-20</w:t>
        </w:r>
        <w:r w:rsidR="001037E0" w:rsidRPr="001037E0">
          <w:rPr>
            <w:i w:val="0"/>
            <w:iCs w:val="0"/>
            <w:noProof/>
            <w:webHidden/>
          </w:rPr>
          <w:fldChar w:fldCharType="end"/>
        </w:r>
      </w:hyperlink>
    </w:p>
    <w:p w14:paraId="07D658C3" w14:textId="4DF482E5" w:rsidR="001037E0" w:rsidRPr="001037E0" w:rsidRDefault="00650C66">
      <w:pPr>
        <w:pStyle w:val="TOC3"/>
        <w:rPr>
          <w:rFonts w:eastAsiaTheme="minorEastAsia"/>
          <w:i w:val="0"/>
          <w:iCs w:val="0"/>
          <w:noProof/>
          <w:kern w:val="2"/>
          <w14:ligatures w14:val="standardContextual"/>
        </w:rPr>
      </w:pPr>
      <w:hyperlink w:anchor="_Toc175159132" w:history="1">
        <w:r w:rsidR="001037E0" w:rsidRPr="001037E0">
          <w:rPr>
            <w:rStyle w:val="Hyperlink"/>
            <w:i w:val="0"/>
            <w:iCs w:val="0"/>
            <w:noProof/>
          </w:rPr>
          <w:t>16.3.4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LSE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16-20</w:t>
        </w:r>
        <w:r w:rsidR="001037E0" w:rsidRPr="001037E0">
          <w:rPr>
            <w:i w:val="0"/>
            <w:iCs w:val="0"/>
            <w:noProof/>
            <w:webHidden/>
          </w:rPr>
          <w:fldChar w:fldCharType="end"/>
        </w:r>
      </w:hyperlink>
    </w:p>
    <w:p w14:paraId="4517E1C5" w14:textId="6281ECB8" w:rsidR="001037E0" w:rsidRPr="001037E0" w:rsidRDefault="00650C66">
      <w:pPr>
        <w:pStyle w:val="TOC2"/>
        <w:rPr>
          <w:rFonts w:eastAsiaTheme="minorEastAsia"/>
          <w:kern w:val="2"/>
          <w14:ligatures w14:val="standardContextual"/>
        </w:rPr>
      </w:pPr>
      <w:hyperlink w:anchor="_Toc175159133" w:history="1">
        <w:r w:rsidR="001037E0" w:rsidRPr="001037E0">
          <w:rPr>
            <w:rStyle w:val="Hyperlink"/>
          </w:rPr>
          <w:t>16.4</w:t>
        </w:r>
        <w:r w:rsidR="001037E0" w:rsidRPr="001037E0">
          <w:rPr>
            <w:rFonts w:eastAsiaTheme="minorEastAsia"/>
            <w:kern w:val="2"/>
            <w14:ligatures w14:val="standardContextual"/>
          </w:rPr>
          <w:tab/>
        </w:r>
        <w:r w:rsidR="001037E0" w:rsidRPr="001037E0">
          <w:rPr>
            <w:rStyle w:val="Hyperlink"/>
          </w:rPr>
          <w:t>Registration of Transmission and Distribution Service Providers</w:t>
        </w:r>
        <w:r w:rsidR="001037E0" w:rsidRPr="001037E0">
          <w:rPr>
            <w:webHidden/>
          </w:rPr>
          <w:tab/>
        </w:r>
        <w:r w:rsidR="001037E0" w:rsidRPr="001037E0">
          <w:rPr>
            <w:webHidden/>
          </w:rPr>
          <w:fldChar w:fldCharType="begin"/>
        </w:r>
        <w:r w:rsidR="001037E0" w:rsidRPr="001037E0">
          <w:rPr>
            <w:webHidden/>
          </w:rPr>
          <w:instrText xml:space="preserve"> PAGEREF _Toc175159133 \h </w:instrText>
        </w:r>
        <w:r w:rsidR="001037E0" w:rsidRPr="001037E0">
          <w:rPr>
            <w:webHidden/>
          </w:rPr>
        </w:r>
        <w:r w:rsidR="001037E0" w:rsidRPr="001037E0">
          <w:rPr>
            <w:webHidden/>
          </w:rPr>
          <w:fldChar w:fldCharType="separate"/>
        </w:r>
        <w:r>
          <w:rPr>
            <w:webHidden/>
          </w:rPr>
          <w:t>16-21</w:t>
        </w:r>
        <w:r w:rsidR="001037E0" w:rsidRPr="001037E0">
          <w:rPr>
            <w:webHidden/>
          </w:rPr>
          <w:fldChar w:fldCharType="end"/>
        </w:r>
      </w:hyperlink>
    </w:p>
    <w:p w14:paraId="403D0D7F" w14:textId="62725DD6" w:rsidR="001037E0" w:rsidRPr="001037E0" w:rsidRDefault="00650C66">
      <w:pPr>
        <w:pStyle w:val="TOC2"/>
        <w:rPr>
          <w:rFonts w:eastAsiaTheme="minorEastAsia"/>
          <w:kern w:val="2"/>
          <w14:ligatures w14:val="standardContextual"/>
        </w:rPr>
      </w:pPr>
      <w:hyperlink w:anchor="_Toc175159134" w:history="1">
        <w:r w:rsidR="001037E0" w:rsidRPr="001037E0">
          <w:rPr>
            <w:rStyle w:val="Hyperlink"/>
          </w:rPr>
          <w:t>16.5</w:t>
        </w:r>
        <w:r w:rsidR="001037E0" w:rsidRPr="001037E0">
          <w:rPr>
            <w:rFonts w:eastAsiaTheme="minorEastAsia"/>
            <w:kern w:val="2"/>
            <w14:ligatures w14:val="standardContextual"/>
          </w:rPr>
          <w:tab/>
        </w:r>
        <w:r w:rsidR="001037E0" w:rsidRPr="001037E0">
          <w:rPr>
            <w:rStyle w:val="Hyperlink"/>
          </w:rPr>
          <w:t>Registration of a Resource Entity</w:t>
        </w:r>
        <w:r w:rsidR="001037E0" w:rsidRPr="001037E0">
          <w:rPr>
            <w:webHidden/>
          </w:rPr>
          <w:tab/>
        </w:r>
        <w:r w:rsidR="001037E0" w:rsidRPr="001037E0">
          <w:rPr>
            <w:webHidden/>
          </w:rPr>
          <w:fldChar w:fldCharType="begin"/>
        </w:r>
        <w:r w:rsidR="001037E0" w:rsidRPr="001037E0">
          <w:rPr>
            <w:webHidden/>
          </w:rPr>
          <w:instrText xml:space="preserve"> PAGEREF _Toc175159134 \h </w:instrText>
        </w:r>
        <w:r w:rsidR="001037E0" w:rsidRPr="001037E0">
          <w:rPr>
            <w:webHidden/>
          </w:rPr>
        </w:r>
        <w:r w:rsidR="001037E0" w:rsidRPr="001037E0">
          <w:rPr>
            <w:webHidden/>
          </w:rPr>
          <w:fldChar w:fldCharType="separate"/>
        </w:r>
        <w:r>
          <w:rPr>
            <w:webHidden/>
          </w:rPr>
          <w:t>16-21</w:t>
        </w:r>
        <w:r w:rsidR="001037E0" w:rsidRPr="001037E0">
          <w:rPr>
            <w:webHidden/>
          </w:rPr>
          <w:fldChar w:fldCharType="end"/>
        </w:r>
      </w:hyperlink>
    </w:p>
    <w:p w14:paraId="013B8D31" w14:textId="1C6F3113" w:rsidR="001037E0" w:rsidRPr="001037E0" w:rsidRDefault="00650C66">
      <w:pPr>
        <w:pStyle w:val="TOC3"/>
        <w:rPr>
          <w:rFonts w:eastAsiaTheme="minorEastAsia"/>
          <w:i w:val="0"/>
          <w:iCs w:val="0"/>
          <w:noProof/>
          <w:kern w:val="2"/>
          <w14:ligatures w14:val="standardContextual"/>
        </w:rPr>
      </w:pPr>
      <w:hyperlink w:anchor="_Toc175159135" w:history="1">
        <w:r w:rsidR="001037E0" w:rsidRPr="001037E0">
          <w:rPr>
            <w:rStyle w:val="Hyperlink"/>
            <w:i w:val="0"/>
            <w:iCs w:val="0"/>
            <w:noProof/>
          </w:rPr>
          <w:t>16.5.1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Resource Entity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16-24</w:t>
        </w:r>
        <w:r w:rsidR="001037E0" w:rsidRPr="001037E0">
          <w:rPr>
            <w:i w:val="0"/>
            <w:iCs w:val="0"/>
            <w:noProof/>
            <w:webHidden/>
          </w:rPr>
          <w:fldChar w:fldCharType="end"/>
        </w:r>
      </w:hyperlink>
    </w:p>
    <w:p w14:paraId="64A45249" w14:textId="5F8BC99C" w:rsidR="001037E0" w:rsidRPr="001037E0" w:rsidRDefault="00650C66">
      <w:pPr>
        <w:pStyle w:val="TOC4"/>
        <w:rPr>
          <w:rFonts w:eastAsiaTheme="minorEastAsia"/>
          <w:kern w:val="2"/>
          <w:sz w:val="20"/>
          <w:szCs w:val="20"/>
          <w14:ligatures w14:val="standardContextual"/>
        </w:rPr>
      </w:pPr>
      <w:hyperlink w:anchor="_Toc175159136" w:history="1">
        <w:r w:rsidR="001037E0" w:rsidRPr="001037E0">
          <w:rPr>
            <w:rStyle w:val="Hyperlink"/>
            <w:sz w:val="20"/>
            <w:szCs w:val="20"/>
          </w:rPr>
          <w:t>16.5.1.1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_Toc175159136 \h </w:instrText>
        </w:r>
        <w:r w:rsidR="001037E0" w:rsidRPr="001037E0">
          <w:rPr>
            <w:webHidden/>
            <w:sz w:val="20"/>
            <w:szCs w:val="20"/>
          </w:rPr>
        </w:r>
        <w:r w:rsidR="001037E0" w:rsidRPr="001037E0">
          <w:rPr>
            <w:webHidden/>
            <w:sz w:val="20"/>
            <w:szCs w:val="20"/>
          </w:rPr>
          <w:fldChar w:fldCharType="separate"/>
        </w:r>
        <w:r>
          <w:rPr>
            <w:webHidden/>
            <w:sz w:val="20"/>
            <w:szCs w:val="20"/>
          </w:rPr>
          <w:t>16-25</w:t>
        </w:r>
        <w:r w:rsidR="001037E0" w:rsidRPr="001037E0">
          <w:rPr>
            <w:webHidden/>
            <w:sz w:val="20"/>
            <w:szCs w:val="20"/>
          </w:rPr>
          <w:fldChar w:fldCharType="end"/>
        </w:r>
      </w:hyperlink>
    </w:p>
    <w:p w14:paraId="0EF5B149" w14:textId="1AA8BC1C" w:rsidR="001037E0" w:rsidRPr="001037E0" w:rsidRDefault="00650C66">
      <w:pPr>
        <w:pStyle w:val="TOC4"/>
        <w:rPr>
          <w:rFonts w:eastAsiaTheme="minorEastAsia"/>
          <w:kern w:val="2"/>
          <w:sz w:val="20"/>
          <w:szCs w:val="20"/>
          <w14:ligatures w14:val="standardContextual"/>
        </w:rPr>
      </w:pPr>
      <w:hyperlink w:anchor="_Toc175159137" w:history="1">
        <w:r w:rsidR="001037E0" w:rsidRPr="001037E0">
          <w:rPr>
            <w:rStyle w:val="Hyperlink"/>
            <w:sz w:val="20"/>
            <w:szCs w:val="20"/>
          </w:rPr>
          <w:t>16.5.1.2</w:t>
        </w:r>
        <w:r w:rsidR="001037E0" w:rsidRPr="001037E0">
          <w:rPr>
            <w:rFonts w:eastAsiaTheme="minorEastAsia"/>
            <w:kern w:val="2"/>
            <w:sz w:val="20"/>
            <w:szCs w:val="20"/>
            <w14:ligatures w14:val="standardContextual"/>
          </w:rPr>
          <w:tab/>
        </w:r>
        <w:r w:rsidR="001037E0" w:rsidRPr="001037E0">
          <w:rPr>
            <w:rStyle w:val="Hyperlink"/>
            <w:sz w:val="20"/>
            <w:szCs w:val="20"/>
          </w:rPr>
          <w:t>Waiver for Federal Hydroelectric Facilities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_Toc175159137 \h </w:instrText>
        </w:r>
        <w:r w:rsidR="001037E0" w:rsidRPr="001037E0">
          <w:rPr>
            <w:webHidden/>
            <w:sz w:val="20"/>
            <w:szCs w:val="20"/>
          </w:rPr>
        </w:r>
        <w:r w:rsidR="001037E0" w:rsidRPr="001037E0">
          <w:rPr>
            <w:webHidden/>
            <w:sz w:val="20"/>
            <w:szCs w:val="20"/>
          </w:rPr>
          <w:fldChar w:fldCharType="separate"/>
        </w:r>
        <w:r>
          <w:rPr>
            <w:webHidden/>
            <w:sz w:val="20"/>
            <w:szCs w:val="20"/>
          </w:rPr>
          <w:t>16-25</w:t>
        </w:r>
        <w:r w:rsidR="001037E0" w:rsidRPr="001037E0">
          <w:rPr>
            <w:webHidden/>
            <w:sz w:val="20"/>
            <w:szCs w:val="20"/>
          </w:rPr>
          <w:fldChar w:fldCharType="end"/>
        </w:r>
      </w:hyperlink>
    </w:p>
    <w:p w14:paraId="029EF8A4" w14:textId="3D474A00" w:rsidR="001037E0" w:rsidRPr="001037E0" w:rsidRDefault="00650C66">
      <w:pPr>
        <w:pStyle w:val="TOC4"/>
        <w:rPr>
          <w:rFonts w:eastAsiaTheme="minorEastAsia"/>
          <w:kern w:val="2"/>
          <w:sz w:val="20"/>
          <w:szCs w:val="20"/>
          <w14:ligatures w14:val="standardContextual"/>
        </w:rPr>
      </w:pPr>
      <w:hyperlink w:anchor="_Toc175159138" w:history="1">
        <w:r w:rsidR="001037E0" w:rsidRPr="001037E0">
          <w:rPr>
            <w:rStyle w:val="Hyperlink"/>
            <w:sz w:val="20"/>
            <w:szCs w:val="20"/>
          </w:rPr>
          <w:t>16.5.1.3</w:t>
        </w:r>
        <w:r w:rsidR="001037E0" w:rsidRPr="001037E0">
          <w:rPr>
            <w:rFonts w:eastAsiaTheme="minorEastAsia"/>
            <w:kern w:val="2"/>
            <w:sz w:val="20"/>
            <w:szCs w:val="20"/>
            <w14:ligatures w14:val="standardContextual"/>
          </w:rPr>
          <w:tab/>
        </w:r>
        <w:r w:rsidR="001037E0" w:rsidRPr="001037E0">
          <w:rPr>
            <w:rStyle w:val="Hyperlink"/>
            <w:sz w:val="20"/>
            <w:szCs w:val="20"/>
          </w:rPr>
          <w:t>Waiver for Block Load Transfer Resources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_Toc175159138 \h </w:instrText>
        </w:r>
        <w:r w:rsidR="001037E0" w:rsidRPr="001037E0">
          <w:rPr>
            <w:webHidden/>
            <w:sz w:val="20"/>
            <w:szCs w:val="20"/>
          </w:rPr>
        </w:r>
        <w:r w:rsidR="001037E0" w:rsidRPr="001037E0">
          <w:rPr>
            <w:webHidden/>
            <w:sz w:val="20"/>
            <w:szCs w:val="20"/>
          </w:rPr>
          <w:fldChar w:fldCharType="separate"/>
        </w:r>
        <w:r>
          <w:rPr>
            <w:webHidden/>
            <w:sz w:val="20"/>
            <w:szCs w:val="20"/>
          </w:rPr>
          <w:t>16-26</w:t>
        </w:r>
        <w:r w:rsidR="001037E0" w:rsidRPr="001037E0">
          <w:rPr>
            <w:webHidden/>
            <w:sz w:val="20"/>
            <w:szCs w:val="20"/>
          </w:rPr>
          <w:fldChar w:fldCharType="end"/>
        </w:r>
      </w:hyperlink>
    </w:p>
    <w:p w14:paraId="27B56B1E" w14:textId="2ABD9191" w:rsidR="001037E0" w:rsidRPr="001037E0" w:rsidRDefault="00650C66">
      <w:pPr>
        <w:pStyle w:val="TOC3"/>
        <w:rPr>
          <w:rFonts w:eastAsiaTheme="minorEastAsia"/>
          <w:i w:val="0"/>
          <w:iCs w:val="0"/>
          <w:noProof/>
          <w:kern w:val="2"/>
          <w14:ligatures w14:val="standardContextual"/>
        </w:rPr>
      </w:pPr>
      <w:hyperlink w:anchor="_Toc175159139" w:history="1">
        <w:r w:rsidR="001037E0" w:rsidRPr="001037E0">
          <w:rPr>
            <w:rStyle w:val="Hyperlink"/>
            <w:i w:val="0"/>
            <w:iCs w:val="0"/>
            <w:noProof/>
          </w:rPr>
          <w:t>16.5.2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a Resource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16-26</w:t>
        </w:r>
        <w:r w:rsidR="001037E0" w:rsidRPr="001037E0">
          <w:rPr>
            <w:i w:val="0"/>
            <w:iCs w:val="0"/>
            <w:noProof/>
            <w:webHidden/>
          </w:rPr>
          <w:fldChar w:fldCharType="end"/>
        </w:r>
      </w:hyperlink>
    </w:p>
    <w:p w14:paraId="75DB38F0" w14:textId="1ADE39C8" w:rsidR="001037E0" w:rsidRPr="001037E0" w:rsidRDefault="00650C66">
      <w:pPr>
        <w:pStyle w:val="TOC4"/>
        <w:rPr>
          <w:rFonts w:eastAsiaTheme="minorEastAsia"/>
          <w:kern w:val="2"/>
          <w:sz w:val="20"/>
          <w:szCs w:val="20"/>
          <w14:ligatures w14:val="standardContextual"/>
        </w:rPr>
      </w:pPr>
      <w:hyperlink w:anchor="_Toc175159140" w:history="1">
        <w:r w:rsidR="001037E0" w:rsidRPr="001037E0">
          <w:rPr>
            <w:rStyle w:val="Hyperlink"/>
            <w:sz w:val="20"/>
            <w:szCs w:val="20"/>
          </w:rPr>
          <w:t>16.5.2.1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Resource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_Toc175159140 \h </w:instrText>
        </w:r>
        <w:r w:rsidR="001037E0" w:rsidRPr="001037E0">
          <w:rPr>
            <w:webHidden/>
            <w:sz w:val="20"/>
            <w:szCs w:val="20"/>
          </w:rPr>
        </w:r>
        <w:r w:rsidR="001037E0" w:rsidRPr="001037E0">
          <w:rPr>
            <w:webHidden/>
            <w:sz w:val="20"/>
            <w:szCs w:val="20"/>
          </w:rPr>
          <w:fldChar w:fldCharType="separate"/>
        </w:r>
        <w:r>
          <w:rPr>
            <w:webHidden/>
            <w:sz w:val="20"/>
            <w:szCs w:val="20"/>
          </w:rPr>
          <w:t>16-27</w:t>
        </w:r>
        <w:r w:rsidR="001037E0" w:rsidRPr="001037E0">
          <w:rPr>
            <w:webHidden/>
            <w:sz w:val="20"/>
            <w:szCs w:val="20"/>
          </w:rPr>
          <w:fldChar w:fldCharType="end"/>
        </w:r>
      </w:hyperlink>
    </w:p>
    <w:p w14:paraId="76243443" w14:textId="3E00C325" w:rsidR="001037E0" w:rsidRPr="001037E0" w:rsidRDefault="00650C66">
      <w:pPr>
        <w:pStyle w:val="TOC4"/>
        <w:rPr>
          <w:rFonts w:eastAsiaTheme="minorEastAsia"/>
          <w:kern w:val="2"/>
          <w:sz w:val="20"/>
          <w:szCs w:val="20"/>
          <w14:ligatures w14:val="standardContextual"/>
        </w:rPr>
      </w:pPr>
      <w:hyperlink w:anchor="_Toc175159141" w:history="1">
        <w:r w:rsidR="001037E0" w:rsidRPr="001037E0">
          <w:rPr>
            <w:rStyle w:val="Hyperlink"/>
            <w:sz w:val="20"/>
            <w:szCs w:val="20"/>
          </w:rPr>
          <w:t>16.5.2.2</w:t>
        </w:r>
        <w:r w:rsidR="001037E0" w:rsidRPr="001037E0">
          <w:rPr>
            <w:rFonts w:eastAsiaTheme="minorEastAsia"/>
            <w:kern w:val="2"/>
            <w:sz w:val="20"/>
            <w:szCs w:val="20"/>
            <w14:ligatures w14:val="standardContextual"/>
          </w:rPr>
          <w:tab/>
        </w:r>
        <w:r w:rsidR="001037E0" w:rsidRPr="001037E0">
          <w:rPr>
            <w:rStyle w:val="Hyperlink"/>
            <w:sz w:val="20"/>
            <w:szCs w:val="20"/>
          </w:rPr>
          <w:t>Incomplete Resource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_Toc175159141 \h </w:instrText>
        </w:r>
        <w:r w:rsidR="001037E0" w:rsidRPr="001037E0">
          <w:rPr>
            <w:webHidden/>
            <w:sz w:val="20"/>
            <w:szCs w:val="20"/>
          </w:rPr>
        </w:r>
        <w:r w:rsidR="001037E0" w:rsidRPr="001037E0">
          <w:rPr>
            <w:webHidden/>
            <w:sz w:val="20"/>
            <w:szCs w:val="20"/>
          </w:rPr>
          <w:fldChar w:fldCharType="separate"/>
        </w:r>
        <w:r>
          <w:rPr>
            <w:webHidden/>
            <w:sz w:val="20"/>
            <w:szCs w:val="20"/>
          </w:rPr>
          <w:t>16-27</w:t>
        </w:r>
        <w:r w:rsidR="001037E0" w:rsidRPr="001037E0">
          <w:rPr>
            <w:webHidden/>
            <w:sz w:val="20"/>
            <w:szCs w:val="20"/>
          </w:rPr>
          <w:fldChar w:fldCharType="end"/>
        </w:r>
      </w:hyperlink>
    </w:p>
    <w:p w14:paraId="65F5EFE4" w14:textId="79C031F2" w:rsidR="001037E0" w:rsidRPr="001037E0" w:rsidRDefault="00650C66">
      <w:pPr>
        <w:pStyle w:val="TOC3"/>
        <w:rPr>
          <w:rFonts w:eastAsiaTheme="minorEastAsia"/>
          <w:i w:val="0"/>
          <w:iCs w:val="0"/>
          <w:noProof/>
          <w:kern w:val="2"/>
          <w14:ligatures w14:val="standardContextual"/>
        </w:rPr>
      </w:pPr>
      <w:hyperlink w:anchor="_Toc175159142" w:history="1">
        <w:r w:rsidR="001037E0" w:rsidRPr="001037E0">
          <w:rPr>
            <w:rStyle w:val="Hyperlink"/>
            <w:i w:val="0"/>
            <w:iCs w:val="0"/>
            <w:noProof/>
          </w:rPr>
          <w:t>16.5.3</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16-28</w:t>
        </w:r>
        <w:r w:rsidR="001037E0" w:rsidRPr="001037E0">
          <w:rPr>
            <w:i w:val="0"/>
            <w:iCs w:val="0"/>
            <w:noProof/>
            <w:webHidden/>
          </w:rPr>
          <w:fldChar w:fldCharType="end"/>
        </w:r>
      </w:hyperlink>
    </w:p>
    <w:p w14:paraId="2700D9EB" w14:textId="46CB40A3" w:rsidR="001037E0" w:rsidRPr="001037E0" w:rsidRDefault="00650C66">
      <w:pPr>
        <w:pStyle w:val="TOC3"/>
        <w:rPr>
          <w:rFonts w:eastAsiaTheme="minorEastAsia"/>
          <w:i w:val="0"/>
          <w:iCs w:val="0"/>
          <w:noProof/>
          <w:kern w:val="2"/>
          <w14:ligatures w14:val="standardContextual"/>
        </w:rPr>
      </w:pPr>
      <w:hyperlink w:anchor="_Toc175159143" w:history="1">
        <w:r w:rsidR="001037E0" w:rsidRPr="001037E0">
          <w:rPr>
            <w:rStyle w:val="Hyperlink"/>
            <w:i w:val="0"/>
            <w:iCs w:val="0"/>
            <w:noProof/>
          </w:rPr>
          <w:t>16.5.4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Resource Entity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16-29</w:t>
        </w:r>
        <w:r w:rsidR="001037E0" w:rsidRPr="001037E0">
          <w:rPr>
            <w:i w:val="0"/>
            <w:iCs w:val="0"/>
            <w:noProof/>
            <w:webHidden/>
          </w:rPr>
          <w:fldChar w:fldCharType="end"/>
        </w:r>
      </w:hyperlink>
    </w:p>
    <w:p w14:paraId="66B4C8E9" w14:textId="10C093F7" w:rsidR="001037E0" w:rsidRPr="001037E0" w:rsidRDefault="00650C66">
      <w:pPr>
        <w:pStyle w:val="TOC2"/>
        <w:rPr>
          <w:rFonts w:eastAsiaTheme="minorEastAsia"/>
          <w:kern w:val="2"/>
          <w14:ligatures w14:val="standardContextual"/>
        </w:rPr>
      </w:pPr>
      <w:hyperlink w:anchor="_Toc175159144" w:history="1">
        <w:r w:rsidR="001037E0" w:rsidRPr="001037E0">
          <w:rPr>
            <w:rStyle w:val="Hyperlink"/>
          </w:rPr>
          <w:t>16.6</w:t>
        </w:r>
        <w:r w:rsidR="001037E0" w:rsidRPr="001037E0">
          <w:rPr>
            <w:rFonts w:eastAsiaTheme="minorEastAsia"/>
            <w:kern w:val="2"/>
            <w14:ligatures w14:val="standardContextual"/>
          </w:rPr>
          <w:tab/>
        </w:r>
        <w:r w:rsidR="001037E0" w:rsidRPr="001037E0">
          <w:rPr>
            <w:rStyle w:val="Hyperlink"/>
          </w:rPr>
          <w:t>Registration of Municipally Owned Utilities and Electric Cooperatives in the ERCOT Region</w:t>
        </w:r>
        <w:r w:rsidR="001037E0" w:rsidRPr="001037E0">
          <w:rPr>
            <w:webHidden/>
          </w:rPr>
          <w:tab/>
        </w:r>
        <w:r w:rsidR="001037E0" w:rsidRPr="001037E0">
          <w:rPr>
            <w:webHidden/>
          </w:rPr>
          <w:fldChar w:fldCharType="begin"/>
        </w:r>
        <w:r w:rsidR="001037E0" w:rsidRPr="001037E0">
          <w:rPr>
            <w:webHidden/>
          </w:rPr>
          <w:instrText xml:space="preserve"> PAGEREF _Toc175159144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408C89DB" w14:textId="0ED2F018" w:rsidR="001037E0" w:rsidRPr="001037E0" w:rsidRDefault="00650C66">
      <w:pPr>
        <w:pStyle w:val="TOC2"/>
        <w:rPr>
          <w:rFonts w:eastAsiaTheme="minorEastAsia"/>
          <w:kern w:val="2"/>
          <w14:ligatures w14:val="standardContextual"/>
        </w:rPr>
      </w:pPr>
      <w:hyperlink w:anchor="_Toc175159145" w:history="1">
        <w:r w:rsidR="001037E0" w:rsidRPr="001037E0">
          <w:rPr>
            <w:rStyle w:val="Hyperlink"/>
          </w:rPr>
          <w:t>16.7</w:t>
        </w:r>
        <w:r w:rsidR="001037E0" w:rsidRPr="001037E0">
          <w:rPr>
            <w:rFonts w:eastAsiaTheme="minorEastAsia"/>
            <w:kern w:val="2"/>
            <w14:ligatures w14:val="standardContextual"/>
          </w:rPr>
          <w:tab/>
        </w:r>
        <w:r w:rsidR="001037E0" w:rsidRPr="001037E0">
          <w:rPr>
            <w:rStyle w:val="Hyperlink"/>
          </w:rPr>
          <w:t>Registration of Renewable Energy Credit Account Holders</w:t>
        </w:r>
        <w:r w:rsidR="001037E0" w:rsidRPr="001037E0">
          <w:rPr>
            <w:webHidden/>
          </w:rPr>
          <w:tab/>
        </w:r>
        <w:r w:rsidR="001037E0" w:rsidRPr="001037E0">
          <w:rPr>
            <w:webHidden/>
          </w:rPr>
          <w:fldChar w:fldCharType="begin"/>
        </w:r>
        <w:r w:rsidR="001037E0" w:rsidRPr="001037E0">
          <w:rPr>
            <w:webHidden/>
          </w:rPr>
          <w:instrText xml:space="preserve"> PAGEREF _Toc175159145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6A917005" w14:textId="6502E2C0" w:rsidR="001037E0" w:rsidRPr="001037E0" w:rsidRDefault="00650C66">
      <w:pPr>
        <w:pStyle w:val="TOC2"/>
        <w:rPr>
          <w:rFonts w:eastAsiaTheme="minorEastAsia"/>
          <w:kern w:val="2"/>
          <w14:ligatures w14:val="standardContextual"/>
        </w:rPr>
      </w:pPr>
      <w:hyperlink w:anchor="_Toc175159146" w:history="1">
        <w:r w:rsidR="001037E0" w:rsidRPr="001037E0">
          <w:rPr>
            <w:rStyle w:val="Hyperlink"/>
          </w:rPr>
          <w:t>16.8</w:t>
        </w:r>
        <w:r w:rsidR="001037E0" w:rsidRPr="001037E0">
          <w:rPr>
            <w:rFonts w:eastAsiaTheme="minorEastAsia"/>
            <w:kern w:val="2"/>
            <w14:ligatures w14:val="standardContextual"/>
          </w:rPr>
          <w:tab/>
        </w:r>
        <w:r w:rsidR="001037E0" w:rsidRPr="001037E0">
          <w:rPr>
            <w:rStyle w:val="Hyperlink"/>
          </w:rPr>
          <w:t>Registration and Qualification of Congestion Revenue Rights Account Holders</w:t>
        </w:r>
        <w:r w:rsidR="001037E0" w:rsidRPr="001037E0">
          <w:rPr>
            <w:webHidden/>
          </w:rPr>
          <w:tab/>
        </w:r>
        <w:r w:rsidR="001037E0" w:rsidRPr="001037E0">
          <w:rPr>
            <w:webHidden/>
          </w:rPr>
          <w:fldChar w:fldCharType="begin"/>
        </w:r>
        <w:r w:rsidR="001037E0" w:rsidRPr="001037E0">
          <w:rPr>
            <w:webHidden/>
          </w:rPr>
          <w:instrText xml:space="preserve"> PAGEREF _Toc175159146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68836B5F" w14:textId="6EAF4B83" w:rsidR="001037E0" w:rsidRPr="001037E0" w:rsidRDefault="00650C66">
      <w:pPr>
        <w:pStyle w:val="TOC3"/>
        <w:rPr>
          <w:rFonts w:eastAsiaTheme="minorEastAsia"/>
          <w:i w:val="0"/>
          <w:iCs w:val="0"/>
          <w:noProof/>
          <w:kern w:val="2"/>
          <w14:ligatures w14:val="standardContextual"/>
        </w:rPr>
      </w:pPr>
      <w:hyperlink w:anchor="_Toc175159147" w:history="1">
        <w:r w:rsidR="001037E0" w:rsidRPr="001037E0">
          <w:rPr>
            <w:rStyle w:val="Hyperlink"/>
            <w:i w:val="0"/>
            <w:iCs w:val="0"/>
            <w:noProof/>
          </w:rPr>
          <w:t>16.8.1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CRR Account Holder</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16-30</w:t>
        </w:r>
        <w:r w:rsidR="001037E0" w:rsidRPr="001037E0">
          <w:rPr>
            <w:i w:val="0"/>
            <w:iCs w:val="0"/>
            <w:noProof/>
            <w:webHidden/>
          </w:rPr>
          <w:fldChar w:fldCharType="end"/>
        </w:r>
      </w:hyperlink>
    </w:p>
    <w:p w14:paraId="14BB0982" w14:textId="49C6D876" w:rsidR="001037E0" w:rsidRPr="001037E0" w:rsidRDefault="00650C66">
      <w:pPr>
        <w:pStyle w:val="TOC3"/>
        <w:rPr>
          <w:rFonts w:eastAsiaTheme="minorEastAsia"/>
          <w:i w:val="0"/>
          <w:iCs w:val="0"/>
          <w:noProof/>
          <w:kern w:val="2"/>
          <w14:ligatures w14:val="standardContextual"/>
        </w:rPr>
      </w:pPr>
      <w:hyperlink w:anchor="_Toc175159148" w:history="1">
        <w:r w:rsidR="001037E0" w:rsidRPr="001037E0">
          <w:rPr>
            <w:rStyle w:val="Hyperlink"/>
            <w:i w:val="0"/>
            <w:iCs w:val="0"/>
            <w:noProof/>
          </w:rPr>
          <w:t>16.8.2</w:t>
        </w:r>
        <w:r w:rsidR="001037E0" w:rsidRPr="001037E0">
          <w:rPr>
            <w:rFonts w:eastAsiaTheme="minorEastAsia"/>
            <w:i w:val="0"/>
            <w:iCs w:val="0"/>
            <w:noProof/>
            <w:kern w:val="2"/>
            <w14:ligatures w14:val="standardContextual"/>
          </w:rPr>
          <w:tab/>
        </w:r>
        <w:r w:rsidR="001037E0" w:rsidRPr="001037E0">
          <w:rPr>
            <w:rStyle w:val="Hyperlink"/>
            <w:i w:val="0"/>
            <w:iCs w:val="0"/>
            <w:noProof/>
          </w:rPr>
          <w:t>CRR Account Holder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16-33</w:t>
        </w:r>
        <w:r w:rsidR="001037E0" w:rsidRPr="001037E0">
          <w:rPr>
            <w:i w:val="0"/>
            <w:iCs w:val="0"/>
            <w:noProof/>
            <w:webHidden/>
          </w:rPr>
          <w:fldChar w:fldCharType="end"/>
        </w:r>
      </w:hyperlink>
    </w:p>
    <w:p w14:paraId="66688C94" w14:textId="119DB6C5" w:rsidR="001037E0" w:rsidRPr="001037E0" w:rsidRDefault="00650C66">
      <w:pPr>
        <w:pStyle w:val="TOC4"/>
        <w:rPr>
          <w:rFonts w:eastAsiaTheme="minorEastAsia"/>
          <w:kern w:val="2"/>
          <w:sz w:val="20"/>
          <w:szCs w:val="20"/>
          <w14:ligatures w14:val="standardContextual"/>
        </w:rPr>
      </w:pPr>
      <w:hyperlink w:anchor="_Toc175159149" w:history="1">
        <w:r w:rsidR="001037E0" w:rsidRPr="001037E0">
          <w:rPr>
            <w:rStyle w:val="Hyperlink"/>
            <w:sz w:val="20"/>
            <w:szCs w:val="20"/>
          </w:rPr>
          <w:t>16.8.2.1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_Toc175159149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53E5E720" w14:textId="4518F363" w:rsidR="001037E0" w:rsidRPr="001037E0" w:rsidRDefault="00650C66">
      <w:pPr>
        <w:pStyle w:val="TOC4"/>
        <w:rPr>
          <w:rFonts w:eastAsiaTheme="minorEastAsia"/>
          <w:kern w:val="2"/>
          <w:sz w:val="20"/>
          <w:szCs w:val="20"/>
          <w14:ligatures w14:val="standardContextual"/>
        </w:rPr>
      </w:pPr>
      <w:hyperlink w:anchor="_Toc175159150" w:history="1">
        <w:r w:rsidR="001037E0" w:rsidRPr="001037E0">
          <w:rPr>
            <w:rStyle w:val="Hyperlink"/>
            <w:sz w:val="20"/>
            <w:szCs w:val="20"/>
          </w:rPr>
          <w:t>16.8.2.2</w:t>
        </w:r>
        <w:r w:rsidR="001037E0" w:rsidRPr="001037E0">
          <w:rPr>
            <w:rFonts w:eastAsiaTheme="minorEastAsia"/>
            <w:kern w:val="2"/>
            <w:sz w:val="20"/>
            <w:szCs w:val="20"/>
            <w14:ligatures w14:val="standardContextual"/>
          </w:rPr>
          <w:tab/>
        </w:r>
        <w:r w:rsidR="001037E0" w:rsidRPr="001037E0">
          <w:rPr>
            <w:rStyle w:val="Hyperlink"/>
            <w:sz w:val="20"/>
            <w:szCs w:val="20"/>
          </w:rPr>
          <w:t>Incomplete CRR Account Holder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_Toc175159150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35E09CE7" w14:textId="7E0C978A" w:rsidR="001037E0" w:rsidRPr="001037E0" w:rsidRDefault="00650C66">
      <w:pPr>
        <w:pStyle w:val="TOC4"/>
        <w:rPr>
          <w:rFonts w:eastAsiaTheme="minorEastAsia"/>
          <w:kern w:val="2"/>
          <w:sz w:val="20"/>
          <w:szCs w:val="20"/>
          <w14:ligatures w14:val="standardContextual"/>
        </w:rPr>
      </w:pPr>
      <w:hyperlink w:anchor="_Toc175159151" w:history="1">
        <w:r w:rsidR="001037E0" w:rsidRPr="001037E0">
          <w:rPr>
            <w:rStyle w:val="Hyperlink"/>
            <w:sz w:val="20"/>
            <w:szCs w:val="20"/>
          </w:rPr>
          <w:t>16.8.2.3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_Toc175159151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04F02170" w14:textId="2937C4E9" w:rsidR="001037E0" w:rsidRPr="001037E0" w:rsidRDefault="00650C66">
      <w:pPr>
        <w:pStyle w:val="TOC3"/>
        <w:rPr>
          <w:rFonts w:eastAsiaTheme="minorEastAsia"/>
          <w:i w:val="0"/>
          <w:iCs w:val="0"/>
          <w:noProof/>
          <w:kern w:val="2"/>
          <w14:ligatures w14:val="standardContextual"/>
        </w:rPr>
      </w:pPr>
      <w:hyperlink w:anchor="_Toc175159152" w:history="1">
        <w:r w:rsidR="001037E0" w:rsidRPr="001037E0">
          <w:rPr>
            <w:rStyle w:val="Hyperlink"/>
            <w:i w:val="0"/>
            <w:iCs w:val="0"/>
            <w:noProof/>
          </w:rPr>
          <w:t>16.8.3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CRR Account Holder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16-35</w:t>
        </w:r>
        <w:r w:rsidR="001037E0" w:rsidRPr="001037E0">
          <w:rPr>
            <w:i w:val="0"/>
            <w:iCs w:val="0"/>
            <w:noProof/>
            <w:webHidden/>
          </w:rPr>
          <w:fldChar w:fldCharType="end"/>
        </w:r>
      </w:hyperlink>
    </w:p>
    <w:p w14:paraId="0B3F7F29" w14:textId="4DCCFB9B" w:rsidR="001037E0" w:rsidRPr="001037E0" w:rsidRDefault="00650C66">
      <w:pPr>
        <w:pStyle w:val="TOC4"/>
        <w:rPr>
          <w:rFonts w:eastAsiaTheme="minorEastAsia"/>
          <w:kern w:val="2"/>
          <w:sz w:val="20"/>
          <w:szCs w:val="20"/>
          <w14:ligatures w14:val="standardContextual"/>
        </w:rPr>
      </w:pPr>
      <w:hyperlink w:anchor="_Toc175159153" w:history="1">
        <w:r w:rsidR="001037E0" w:rsidRPr="001037E0">
          <w:rPr>
            <w:rStyle w:val="Hyperlink"/>
            <w:sz w:val="20"/>
            <w:szCs w:val="20"/>
          </w:rPr>
          <w:t>16.8.3.1</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CRR Account Holder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_Toc175159153 \h </w:instrText>
        </w:r>
        <w:r w:rsidR="001037E0" w:rsidRPr="001037E0">
          <w:rPr>
            <w:webHidden/>
            <w:sz w:val="20"/>
            <w:szCs w:val="20"/>
          </w:rPr>
        </w:r>
        <w:r w:rsidR="001037E0" w:rsidRPr="001037E0">
          <w:rPr>
            <w:webHidden/>
            <w:sz w:val="20"/>
            <w:szCs w:val="20"/>
          </w:rPr>
          <w:fldChar w:fldCharType="separate"/>
        </w:r>
        <w:r>
          <w:rPr>
            <w:webHidden/>
            <w:sz w:val="20"/>
            <w:szCs w:val="20"/>
          </w:rPr>
          <w:t>16-35</w:t>
        </w:r>
        <w:r w:rsidR="001037E0" w:rsidRPr="001037E0">
          <w:rPr>
            <w:webHidden/>
            <w:sz w:val="20"/>
            <w:szCs w:val="20"/>
          </w:rPr>
          <w:fldChar w:fldCharType="end"/>
        </w:r>
      </w:hyperlink>
    </w:p>
    <w:p w14:paraId="1DFE0796" w14:textId="6E76ECCC" w:rsidR="001037E0" w:rsidRPr="001037E0" w:rsidRDefault="00650C66">
      <w:pPr>
        <w:pStyle w:val="TOC2"/>
        <w:rPr>
          <w:rFonts w:eastAsiaTheme="minorEastAsia"/>
          <w:kern w:val="2"/>
          <w14:ligatures w14:val="standardContextual"/>
        </w:rPr>
      </w:pPr>
      <w:hyperlink w:anchor="_Toc175159154" w:history="1">
        <w:r w:rsidR="001037E0" w:rsidRPr="001037E0">
          <w:rPr>
            <w:rStyle w:val="Hyperlink"/>
          </w:rPr>
          <w:t>16.9</w:t>
        </w:r>
        <w:r w:rsidR="001037E0" w:rsidRPr="001037E0">
          <w:rPr>
            <w:rFonts w:eastAsiaTheme="minorEastAsia"/>
            <w:kern w:val="2"/>
            <w14:ligatures w14:val="standardContextual"/>
          </w:rPr>
          <w:tab/>
        </w:r>
        <w:r w:rsidR="001037E0" w:rsidRPr="001037E0">
          <w:rPr>
            <w:rStyle w:val="Hyperlink"/>
          </w:rPr>
          <w:t>Resources Providing Reliability Must-Run Service</w:t>
        </w:r>
        <w:r w:rsidR="001037E0" w:rsidRPr="001037E0">
          <w:rPr>
            <w:webHidden/>
          </w:rPr>
          <w:tab/>
        </w:r>
        <w:r w:rsidR="001037E0" w:rsidRPr="001037E0">
          <w:rPr>
            <w:webHidden/>
          </w:rPr>
          <w:fldChar w:fldCharType="begin"/>
        </w:r>
        <w:r w:rsidR="001037E0" w:rsidRPr="001037E0">
          <w:rPr>
            <w:webHidden/>
          </w:rPr>
          <w:instrText xml:space="preserve"> PAGEREF _Toc175159154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3575C81B" w14:textId="64E9DDD5" w:rsidR="001037E0" w:rsidRPr="001037E0" w:rsidRDefault="00650C66">
      <w:pPr>
        <w:pStyle w:val="TOC2"/>
        <w:rPr>
          <w:rFonts w:eastAsiaTheme="minorEastAsia"/>
          <w:kern w:val="2"/>
          <w14:ligatures w14:val="standardContextual"/>
        </w:rPr>
      </w:pPr>
      <w:hyperlink w:anchor="_Toc175159155" w:history="1">
        <w:r w:rsidR="001037E0" w:rsidRPr="001037E0">
          <w:rPr>
            <w:rStyle w:val="Hyperlink"/>
          </w:rPr>
          <w:t>16.10</w:t>
        </w:r>
        <w:r w:rsidR="001037E0" w:rsidRPr="001037E0">
          <w:rPr>
            <w:rFonts w:eastAsiaTheme="minorEastAsia"/>
            <w:kern w:val="2"/>
            <w14:ligatures w14:val="standardContextual"/>
          </w:rPr>
          <w:tab/>
        </w:r>
        <w:r w:rsidR="001037E0" w:rsidRPr="001037E0">
          <w:rPr>
            <w:rStyle w:val="Hyperlink"/>
          </w:rPr>
          <w:t>Resources Providing Black Start Service</w:t>
        </w:r>
        <w:r w:rsidR="001037E0" w:rsidRPr="001037E0">
          <w:rPr>
            <w:webHidden/>
          </w:rPr>
          <w:tab/>
        </w:r>
        <w:r w:rsidR="001037E0" w:rsidRPr="001037E0">
          <w:rPr>
            <w:webHidden/>
          </w:rPr>
          <w:fldChar w:fldCharType="begin"/>
        </w:r>
        <w:r w:rsidR="001037E0" w:rsidRPr="001037E0">
          <w:rPr>
            <w:webHidden/>
          </w:rPr>
          <w:instrText xml:space="preserve"> PAGEREF _Toc175159155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028A79A5" w14:textId="3D7C8323" w:rsidR="001037E0" w:rsidRPr="001037E0" w:rsidRDefault="00650C66">
      <w:pPr>
        <w:pStyle w:val="TOC2"/>
        <w:rPr>
          <w:rFonts w:eastAsiaTheme="minorEastAsia"/>
          <w:kern w:val="2"/>
          <w14:ligatures w14:val="standardContextual"/>
        </w:rPr>
      </w:pPr>
      <w:hyperlink w:anchor="_Toc175159156" w:history="1">
        <w:r w:rsidR="001037E0" w:rsidRPr="001037E0">
          <w:rPr>
            <w:rStyle w:val="Hyperlink"/>
          </w:rPr>
          <w:t>16.11</w:t>
        </w:r>
        <w:r w:rsidR="001037E0" w:rsidRPr="001037E0">
          <w:rPr>
            <w:rFonts w:eastAsiaTheme="minorEastAsia"/>
            <w:kern w:val="2"/>
            <w14:ligatures w14:val="standardContextual"/>
          </w:rPr>
          <w:tab/>
        </w:r>
        <w:r w:rsidR="001037E0" w:rsidRPr="001037E0">
          <w:rPr>
            <w:rStyle w:val="Hyperlink"/>
          </w:rPr>
          <w:t>Financial Security for Counter-Parties</w:t>
        </w:r>
        <w:r w:rsidR="001037E0" w:rsidRPr="001037E0">
          <w:rPr>
            <w:webHidden/>
          </w:rPr>
          <w:tab/>
        </w:r>
        <w:r w:rsidR="001037E0" w:rsidRPr="001037E0">
          <w:rPr>
            <w:webHidden/>
          </w:rPr>
          <w:fldChar w:fldCharType="begin"/>
        </w:r>
        <w:r w:rsidR="001037E0" w:rsidRPr="001037E0">
          <w:rPr>
            <w:webHidden/>
          </w:rPr>
          <w:instrText xml:space="preserve"> PAGEREF _Toc175159156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15696D82" w14:textId="4E5DC49E" w:rsidR="001037E0" w:rsidRPr="001037E0" w:rsidRDefault="00650C66">
      <w:pPr>
        <w:pStyle w:val="TOC3"/>
        <w:rPr>
          <w:rFonts w:eastAsiaTheme="minorEastAsia"/>
          <w:i w:val="0"/>
          <w:iCs w:val="0"/>
          <w:noProof/>
          <w:kern w:val="2"/>
          <w14:ligatures w14:val="standardContextual"/>
        </w:rPr>
      </w:pPr>
      <w:hyperlink w:anchor="_Toc175159157" w:history="1">
        <w:r w:rsidR="001037E0" w:rsidRPr="001037E0">
          <w:rPr>
            <w:rStyle w:val="Hyperlink"/>
            <w:i w:val="0"/>
            <w:iCs w:val="0"/>
            <w:noProof/>
          </w:rPr>
          <w:t>16.11.1</w:t>
        </w:r>
        <w:r w:rsidR="001037E0" w:rsidRPr="001037E0">
          <w:rPr>
            <w:rFonts w:eastAsiaTheme="minorEastAsia"/>
            <w:i w:val="0"/>
            <w:iCs w:val="0"/>
            <w:noProof/>
            <w:kern w:val="2"/>
            <w14:ligatures w14:val="standardContextual"/>
          </w:rPr>
          <w:tab/>
        </w:r>
        <w:r w:rsidR="001037E0" w:rsidRPr="001037E0">
          <w:rPr>
            <w:rStyle w:val="Hyperlink"/>
            <w:i w:val="0"/>
            <w:iCs w:val="0"/>
            <w:noProof/>
          </w:rPr>
          <w:t>ERCOT Creditworthiness Requirements for Counter-Parties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16-36</w:t>
        </w:r>
        <w:r w:rsidR="001037E0" w:rsidRPr="001037E0">
          <w:rPr>
            <w:i w:val="0"/>
            <w:iCs w:val="0"/>
            <w:noProof/>
            <w:webHidden/>
          </w:rPr>
          <w:fldChar w:fldCharType="end"/>
        </w:r>
      </w:hyperlink>
    </w:p>
    <w:p w14:paraId="089AE169" w14:textId="4F869952" w:rsidR="001037E0" w:rsidRPr="001037E0" w:rsidRDefault="00650C66">
      <w:pPr>
        <w:pStyle w:val="TOC4"/>
        <w:rPr>
          <w:rFonts w:eastAsiaTheme="minorEastAsia"/>
          <w:kern w:val="2"/>
          <w:sz w:val="20"/>
          <w:szCs w:val="20"/>
          <w14:ligatures w14:val="standardContextual"/>
        </w:rPr>
      </w:pPr>
      <w:hyperlink w:anchor="_Toc175159158" w:history="1">
        <w:r w:rsidR="001037E0" w:rsidRPr="001037E0">
          <w:rPr>
            <w:rStyle w:val="Hyperlink"/>
            <w:sz w:val="20"/>
            <w:szCs w:val="20"/>
          </w:rPr>
          <w:t>16.11.1.1</w:t>
        </w:r>
        <w:r w:rsidR="001037E0" w:rsidRPr="001037E0">
          <w:rPr>
            <w:rFonts w:eastAsiaTheme="minorEastAsia"/>
            <w:kern w:val="2"/>
            <w:sz w:val="20"/>
            <w:szCs w:val="20"/>
            <w14:ligatures w14:val="standardContextual"/>
          </w:rPr>
          <w:tab/>
        </w:r>
        <w:r w:rsidR="001037E0" w:rsidRPr="001037E0">
          <w:rPr>
            <w:rStyle w:val="Hyperlink"/>
            <w:sz w:val="20"/>
            <w:szCs w:val="20"/>
          </w:rPr>
          <w:t>Review of Counter-Party Eligibility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_Toc175159158 \h </w:instrText>
        </w:r>
        <w:r w:rsidR="001037E0" w:rsidRPr="001037E0">
          <w:rPr>
            <w:webHidden/>
            <w:sz w:val="20"/>
            <w:szCs w:val="20"/>
          </w:rPr>
        </w:r>
        <w:r w:rsidR="001037E0" w:rsidRPr="001037E0">
          <w:rPr>
            <w:webHidden/>
            <w:sz w:val="20"/>
            <w:szCs w:val="20"/>
          </w:rPr>
          <w:fldChar w:fldCharType="separate"/>
        </w:r>
        <w:r>
          <w:rPr>
            <w:webHidden/>
            <w:sz w:val="20"/>
            <w:szCs w:val="20"/>
          </w:rPr>
          <w:t>16-37</w:t>
        </w:r>
        <w:r w:rsidR="001037E0" w:rsidRPr="001037E0">
          <w:rPr>
            <w:webHidden/>
            <w:sz w:val="20"/>
            <w:szCs w:val="20"/>
          </w:rPr>
          <w:fldChar w:fldCharType="end"/>
        </w:r>
      </w:hyperlink>
    </w:p>
    <w:p w14:paraId="38C620B5" w14:textId="4879D0FE" w:rsidR="001037E0" w:rsidRPr="001037E0" w:rsidRDefault="00650C66">
      <w:pPr>
        <w:pStyle w:val="TOC5"/>
        <w:tabs>
          <w:tab w:val="left" w:pos="3614"/>
        </w:tabs>
        <w:rPr>
          <w:rFonts w:eastAsiaTheme="minorEastAsia"/>
          <w:i w:val="0"/>
          <w:kern w:val="2"/>
          <w:sz w:val="20"/>
          <w:szCs w:val="20"/>
          <w14:ligatures w14:val="standardContextual"/>
        </w:rPr>
      </w:pPr>
      <w:hyperlink w:anchor="_Toc175159159" w:history="1">
        <w:r w:rsidR="001037E0" w:rsidRPr="001037E0">
          <w:rPr>
            <w:rStyle w:val="Hyperlink"/>
            <w:i w:val="0"/>
            <w:sz w:val="20"/>
            <w:szCs w:val="20"/>
          </w:rPr>
          <w:t>16.11.1.1.1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Failure to Maintain Eligibility</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_Toc175159159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16-37</w:t>
        </w:r>
        <w:r w:rsidR="001037E0" w:rsidRPr="001037E0">
          <w:rPr>
            <w:i w:val="0"/>
            <w:webHidden/>
            <w:sz w:val="20"/>
            <w:szCs w:val="20"/>
          </w:rPr>
          <w:fldChar w:fldCharType="end"/>
        </w:r>
      </w:hyperlink>
    </w:p>
    <w:p w14:paraId="23E19600" w14:textId="1E586D1A" w:rsidR="001037E0" w:rsidRPr="001037E0" w:rsidRDefault="00650C66">
      <w:pPr>
        <w:pStyle w:val="TOC3"/>
        <w:rPr>
          <w:rFonts w:eastAsiaTheme="minorEastAsia"/>
          <w:i w:val="0"/>
          <w:iCs w:val="0"/>
          <w:noProof/>
          <w:kern w:val="2"/>
          <w14:ligatures w14:val="standardContextual"/>
        </w:rPr>
      </w:pPr>
      <w:hyperlink w:anchor="_Toc175159160" w:history="1">
        <w:r w:rsidR="001037E0" w:rsidRPr="001037E0">
          <w:rPr>
            <w:rStyle w:val="Hyperlink"/>
            <w:i w:val="0"/>
            <w:iCs w:val="0"/>
            <w:noProof/>
          </w:rPr>
          <w:t>16.11.2</w:t>
        </w:r>
        <w:r w:rsidR="001037E0" w:rsidRPr="001037E0">
          <w:rPr>
            <w:rFonts w:eastAsiaTheme="minorEastAsia"/>
            <w:i w:val="0"/>
            <w:iCs w:val="0"/>
            <w:noProof/>
            <w:kern w:val="2"/>
            <w14:ligatures w14:val="standardContextual"/>
          </w:rPr>
          <w:tab/>
        </w:r>
        <w:r w:rsidR="001037E0" w:rsidRPr="001037E0">
          <w:rPr>
            <w:rStyle w:val="Hyperlink"/>
            <w:i w:val="0"/>
            <w:iCs w:val="0"/>
            <w:noProof/>
          </w:rPr>
          <w:t>[RESERVED]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_Toc175159160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16-38</w:t>
        </w:r>
        <w:r w:rsidR="001037E0" w:rsidRPr="001037E0">
          <w:rPr>
            <w:i w:val="0"/>
            <w:iCs w:val="0"/>
            <w:noProof/>
            <w:webHidden/>
          </w:rPr>
          <w:fldChar w:fldCharType="end"/>
        </w:r>
      </w:hyperlink>
    </w:p>
    <w:p w14:paraId="2044341A" w14:textId="76B9D604" w:rsidR="001037E0" w:rsidRPr="001037E0" w:rsidRDefault="00650C66">
      <w:pPr>
        <w:pStyle w:val="TOC3"/>
        <w:rPr>
          <w:rFonts w:eastAsiaTheme="minorEastAsia"/>
          <w:i w:val="0"/>
          <w:iCs w:val="0"/>
          <w:noProof/>
          <w:kern w:val="2"/>
          <w14:ligatures w14:val="standardContextual"/>
        </w:rPr>
      </w:pPr>
      <w:hyperlink w:anchor="_Toc175159161" w:history="1">
        <w:r w:rsidR="001037E0" w:rsidRPr="001037E0">
          <w:rPr>
            <w:rStyle w:val="Hyperlink"/>
            <w:i w:val="0"/>
            <w:iCs w:val="0"/>
            <w:noProof/>
          </w:rPr>
          <w:t>16.11.3</w:t>
        </w:r>
        <w:r w:rsidR="001037E0" w:rsidRPr="001037E0">
          <w:rPr>
            <w:rFonts w:eastAsiaTheme="minorEastAsia"/>
            <w:i w:val="0"/>
            <w:iCs w:val="0"/>
            <w:noProof/>
            <w:kern w:val="2"/>
            <w14:ligatures w14:val="standardContextual"/>
          </w:rPr>
          <w:tab/>
        </w:r>
        <w:r w:rsidR="001037E0" w:rsidRPr="001037E0">
          <w:rPr>
            <w:rStyle w:val="Hyperlink"/>
            <w:i w:val="0"/>
            <w:iCs w:val="0"/>
            <w:noProof/>
          </w:rPr>
          <w:t>Alternative Means of Satisfying ERCOT Creditworthiness Requirements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16-38</w:t>
        </w:r>
        <w:r w:rsidR="001037E0" w:rsidRPr="001037E0">
          <w:rPr>
            <w:i w:val="0"/>
            <w:iCs w:val="0"/>
            <w:noProof/>
            <w:webHidden/>
          </w:rPr>
          <w:fldChar w:fldCharType="end"/>
        </w:r>
      </w:hyperlink>
    </w:p>
    <w:p w14:paraId="738F8277" w14:textId="2497375A" w:rsidR="001037E0" w:rsidRPr="001037E0" w:rsidRDefault="00650C66">
      <w:pPr>
        <w:pStyle w:val="TOC3"/>
        <w:rPr>
          <w:rFonts w:eastAsiaTheme="minorEastAsia"/>
          <w:i w:val="0"/>
          <w:iCs w:val="0"/>
          <w:noProof/>
          <w:kern w:val="2"/>
          <w14:ligatures w14:val="standardContextual"/>
        </w:rPr>
      </w:pPr>
      <w:hyperlink w:anchor="_Toc175159162" w:history="1">
        <w:r w:rsidR="001037E0" w:rsidRPr="001037E0">
          <w:rPr>
            <w:rStyle w:val="Hyperlink"/>
            <w:i w:val="0"/>
            <w:iCs w:val="0"/>
            <w:noProof/>
          </w:rPr>
          <w:t>16.11.4</w:t>
        </w:r>
        <w:r w:rsidR="001037E0" w:rsidRPr="001037E0">
          <w:rPr>
            <w:rFonts w:eastAsiaTheme="minorEastAsia"/>
            <w:i w:val="0"/>
            <w:iCs w:val="0"/>
            <w:noProof/>
            <w:kern w:val="2"/>
            <w14:ligatures w14:val="standardContextual"/>
          </w:rPr>
          <w:tab/>
        </w:r>
        <w:r w:rsidR="001037E0" w:rsidRPr="001037E0">
          <w:rPr>
            <w:rStyle w:val="Hyperlink"/>
            <w:i w:val="0"/>
            <w:iCs w:val="0"/>
            <w:noProof/>
          </w:rPr>
          <w:t>Determination and Monitoring of Counter-Party Credit Exposure</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16-41</w:t>
        </w:r>
        <w:r w:rsidR="001037E0" w:rsidRPr="001037E0">
          <w:rPr>
            <w:i w:val="0"/>
            <w:iCs w:val="0"/>
            <w:noProof/>
            <w:webHidden/>
          </w:rPr>
          <w:fldChar w:fldCharType="end"/>
        </w:r>
      </w:hyperlink>
    </w:p>
    <w:p w14:paraId="638CF1D6" w14:textId="77C1D050" w:rsidR="001037E0" w:rsidRPr="001037E0" w:rsidRDefault="00650C66">
      <w:pPr>
        <w:pStyle w:val="TOC4"/>
        <w:rPr>
          <w:rFonts w:eastAsiaTheme="minorEastAsia"/>
          <w:kern w:val="2"/>
          <w:sz w:val="20"/>
          <w:szCs w:val="20"/>
          <w14:ligatures w14:val="standardContextual"/>
        </w:rPr>
      </w:pPr>
      <w:hyperlink w:anchor="_Toc175159163" w:history="1">
        <w:r w:rsidR="001037E0" w:rsidRPr="001037E0">
          <w:rPr>
            <w:rStyle w:val="Hyperlink"/>
            <w:sz w:val="20"/>
            <w:szCs w:val="20"/>
          </w:rPr>
          <w:t>16.11.4.1</w:t>
        </w:r>
        <w:r w:rsidR="001037E0" w:rsidRPr="001037E0">
          <w:rPr>
            <w:rFonts w:eastAsiaTheme="minorEastAsia"/>
            <w:kern w:val="2"/>
            <w:sz w:val="20"/>
            <w:szCs w:val="20"/>
            <w14:ligatures w14:val="standardContextual"/>
          </w:rPr>
          <w:tab/>
        </w:r>
        <w:r w:rsidR="001037E0" w:rsidRPr="001037E0">
          <w:rPr>
            <w:rStyle w:val="Hyperlink"/>
            <w:sz w:val="20"/>
            <w:szCs w:val="20"/>
          </w:rPr>
          <w:t>Determination of Total Potential Exposure for a Counter-Party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_Toc175159163 \h </w:instrText>
        </w:r>
        <w:r w:rsidR="001037E0" w:rsidRPr="001037E0">
          <w:rPr>
            <w:webHidden/>
            <w:sz w:val="20"/>
            <w:szCs w:val="20"/>
          </w:rPr>
        </w:r>
        <w:r w:rsidR="001037E0" w:rsidRPr="001037E0">
          <w:rPr>
            <w:webHidden/>
            <w:sz w:val="20"/>
            <w:szCs w:val="20"/>
          </w:rPr>
          <w:fldChar w:fldCharType="separate"/>
        </w:r>
        <w:r>
          <w:rPr>
            <w:webHidden/>
            <w:sz w:val="20"/>
            <w:szCs w:val="20"/>
          </w:rPr>
          <w:t>16-41</w:t>
        </w:r>
        <w:r w:rsidR="001037E0" w:rsidRPr="001037E0">
          <w:rPr>
            <w:webHidden/>
            <w:sz w:val="20"/>
            <w:szCs w:val="20"/>
          </w:rPr>
          <w:fldChar w:fldCharType="end"/>
        </w:r>
      </w:hyperlink>
    </w:p>
    <w:p w14:paraId="31267A15" w14:textId="4A93DC3F" w:rsidR="001037E0" w:rsidRPr="001037E0" w:rsidRDefault="00650C66">
      <w:pPr>
        <w:pStyle w:val="TOC4"/>
        <w:rPr>
          <w:rFonts w:eastAsiaTheme="minorEastAsia"/>
          <w:kern w:val="2"/>
          <w:sz w:val="20"/>
          <w:szCs w:val="20"/>
          <w14:ligatures w14:val="standardContextual"/>
        </w:rPr>
      </w:pPr>
      <w:hyperlink w:anchor="_Toc175159164" w:history="1">
        <w:r w:rsidR="001037E0" w:rsidRPr="001037E0">
          <w:rPr>
            <w:rStyle w:val="Hyperlink"/>
            <w:sz w:val="20"/>
            <w:szCs w:val="20"/>
          </w:rPr>
          <w:t>16.11.4.2</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Initial Estimated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_Toc175159164 \h </w:instrText>
        </w:r>
        <w:r w:rsidR="001037E0" w:rsidRPr="001037E0">
          <w:rPr>
            <w:webHidden/>
            <w:sz w:val="20"/>
            <w:szCs w:val="20"/>
          </w:rPr>
        </w:r>
        <w:r w:rsidR="001037E0" w:rsidRPr="001037E0">
          <w:rPr>
            <w:webHidden/>
            <w:sz w:val="20"/>
            <w:szCs w:val="20"/>
          </w:rPr>
          <w:fldChar w:fldCharType="separate"/>
        </w:r>
        <w:r>
          <w:rPr>
            <w:webHidden/>
            <w:sz w:val="20"/>
            <w:szCs w:val="20"/>
          </w:rPr>
          <w:t>16-47</w:t>
        </w:r>
        <w:r w:rsidR="001037E0" w:rsidRPr="001037E0">
          <w:rPr>
            <w:webHidden/>
            <w:sz w:val="20"/>
            <w:szCs w:val="20"/>
          </w:rPr>
          <w:fldChar w:fldCharType="end"/>
        </w:r>
      </w:hyperlink>
    </w:p>
    <w:p w14:paraId="2C263B37" w14:textId="51FEBB30" w:rsidR="001037E0" w:rsidRPr="001037E0" w:rsidRDefault="00650C66">
      <w:pPr>
        <w:pStyle w:val="TOC4"/>
        <w:rPr>
          <w:rFonts w:eastAsiaTheme="minorEastAsia"/>
          <w:kern w:val="2"/>
          <w:sz w:val="20"/>
          <w:szCs w:val="20"/>
          <w14:ligatures w14:val="standardContextual"/>
        </w:rPr>
      </w:pPr>
      <w:hyperlink w:anchor="_Toc175159165" w:history="1">
        <w:r w:rsidR="001037E0" w:rsidRPr="001037E0">
          <w:rPr>
            <w:rStyle w:val="Hyperlink"/>
            <w:sz w:val="20"/>
            <w:szCs w:val="20"/>
          </w:rPr>
          <w:t>16.11.4.3</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Estimated Aggregate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_Toc175159165 \h </w:instrText>
        </w:r>
        <w:r w:rsidR="001037E0" w:rsidRPr="001037E0">
          <w:rPr>
            <w:webHidden/>
            <w:sz w:val="20"/>
            <w:szCs w:val="20"/>
          </w:rPr>
        </w:r>
        <w:r w:rsidR="001037E0" w:rsidRPr="001037E0">
          <w:rPr>
            <w:webHidden/>
            <w:sz w:val="20"/>
            <w:szCs w:val="20"/>
          </w:rPr>
          <w:fldChar w:fldCharType="separate"/>
        </w:r>
        <w:r>
          <w:rPr>
            <w:webHidden/>
            <w:sz w:val="20"/>
            <w:szCs w:val="20"/>
          </w:rPr>
          <w:t>16-48</w:t>
        </w:r>
        <w:r w:rsidR="001037E0" w:rsidRPr="001037E0">
          <w:rPr>
            <w:webHidden/>
            <w:sz w:val="20"/>
            <w:szCs w:val="20"/>
          </w:rPr>
          <w:fldChar w:fldCharType="end"/>
        </w:r>
      </w:hyperlink>
    </w:p>
    <w:p w14:paraId="51BA80AD" w14:textId="26FDF282" w:rsidR="001037E0" w:rsidRPr="001037E0" w:rsidRDefault="00650C66">
      <w:pPr>
        <w:pStyle w:val="TOC5"/>
        <w:tabs>
          <w:tab w:val="left" w:pos="3614"/>
        </w:tabs>
        <w:rPr>
          <w:rFonts w:eastAsiaTheme="minorEastAsia"/>
          <w:i w:val="0"/>
          <w:kern w:val="2"/>
          <w:sz w:val="20"/>
          <w:szCs w:val="20"/>
          <w14:ligatures w14:val="standardContextual"/>
        </w:rPr>
      </w:pPr>
      <w:hyperlink w:anchor="_Toc175159166" w:history="1">
        <w:r w:rsidR="001037E0" w:rsidRPr="001037E0">
          <w:rPr>
            <w:rStyle w:val="Hyperlink"/>
            <w:i w:val="0"/>
            <w:sz w:val="20"/>
            <w:szCs w:val="20"/>
          </w:rPr>
          <w:t>16.11.4.3.1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Day-Ahead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_Toc175159166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16-54</w:t>
        </w:r>
        <w:r w:rsidR="001037E0" w:rsidRPr="001037E0">
          <w:rPr>
            <w:i w:val="0"/>
            <w:webHidden/>
            <w:sz w:val="20"/>
            <w:szCs w:val="20"/>
          </w:rPr>
          <w:fldChar w:fldCharType="end"/>
        </w:r>
      </w:hyperlink>
    </w:p>
    <w:p w14:paraId="7AE74290" w14:textId="2CAE74F1" w:rsidR="001037E0" w:rsidRPr="001037E0" w:rsidRDefault="00650C66">
      <w:pPr>
        <w:pStyle w:val="TOC5"/>
        <w:tabs>
          <w:tab w:val="left" w:pos="3614"/>
        </w:tabs>
        <w:rPr>
          <w:rFonts w:eastAsiaTheme="minorEastAsia"/>
          <w:i w:val="0"/>
          <w:kern w:val="2"/>
          <w:sz w:val="20"/>
          <w:szCs w:val="20"/>
          <w14:ligatures w14:val="standardContextual"/>
        </w:rPr>
      </w:pPr>
      <w:hyperlink w:anchor="_Toc175159167" w:history="1">
        <w:r w:rsidR="001037E0" w:rsidRPr="001037E0">
          <w:rPr>
            <w:rStyle w:val="Hyperlink"/>
            <w:i w:val="0"/>
            <w:sz w:val="20"/>
            <w:szCs w:val="20"/>
          </w:rPr>
          <w:t>16.11.4.3.2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Real-Time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_Toc175159167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16-55</w:t>
        </w:r>
        <w:r w:rsidR="001037E0" w:rsidRPr="001037E0">
          <w:rPr>
            <w:i w:val="0"/>
            <w:webHidden/>
            <w:sz w:val="20"/>
            <w:szCs w:val="20"/>
          </w:rPr>
          <w:fldChar w:fldCharType="end"/>
        </w:r>
      </w:hyperlink>
    </w:p>
    <w:p w14:paraId="14F186BA" w14:textId="3918B24E" w:rsidR="001037E0" w:rsidRPr="001037E0" w:rsidRDefault="00650C66">
      <w:pPr>
        <w:pStyle w:val="TOC5"/>
        <w:tabs>
          <w:tab w:val="left" w:pos="3614"/>
        </w:tabs>
        <w:rPr>
          <w:rFonts w:eastAsiaTheme="minorEastAsia"/>
          <w:i w:val="0"/>
          <w:kern w:val="2"/>
          <w:sz w:val="20"/>
          <w:szCs w:val="20"/>
          <w14:ligatures w14:val="standardContextual"/>
        </w:rPr>
      </w:pPr>
      <w:hyperlink w:anchor="_Toc175159168" w:history="1">
        <w:r w:rsidR="001037E0" w:rsidRPr="001037E0">
          <w:rPr>
            <w:rStyle w:val="Hyperlink"/>
            <w:i w:val="0"/>
            <w:sz w:val="20"/>
            <w:szCs w:val="20"/>
          </w:rPr>
          <w:t>16.11.4.3.3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Forward Adjustment Factors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16-57</w:t>
        </w:r>
        <w:r w:rsidR="001037E0" w:rsidRPr="001037E0">
          <w:rPr>
            <w:i w:val="0"/>
            <w:webHidden/>
            <w:sz w:val="20"/>
            <w:szCs w:val="20"/>
          </w:rPr>
          <w:fldChar w:fldCharType="end"/>
        </w:r>
      </w:hyperlink>
    </w:p>
    <w:p w14:paraId="10CA3D27" w14:textId="23607D9B" w:rsidR="001037E0" w:rsidRPr="001037E0" w:rsidRDefault="00650C66">
      <w:pPr>
        <w:pStyle w:val="TOC4"/>
        <w:rPr>
          <w:rFonts w:eastAsiaTheme="minorEastAsia"/>
          <w:kern w:val="2"/>
          <w:sz w:val="20"/>
          <w:szCs w:val="20"/>
          <w14:ligatures w14:val="standardContextual"/>
        </w:rPr>
      </w:pPr>
      <w:hyperlink w:anchor="_Toc175159169" w:history="1">
        <w:r w:rsidR="001037E0" w:rsidRPr="001037E0">
          <w:rPr>
            <w:rStyle w:val="Hyperlink"/>
            <w:sz w:val="20"/>
            <w:szCs w:val="20"/>
          </w:rPr>
          <w:t>16.11.4.4</w:t>
        </w:r>
        <w:r w:rsidR="001037E0" w:rsidRPr="001037E0">
          <w:rPr>
            <w:rFonts w:eastAsiaTheme="minorEastAsia"/>
            <w:kern w:val="2"/>
            <w:sz w:val="20"/>
            <w:szCs w:val="20"/>
            <w14:ligatures w14:val="standardContextual"/>
          </w:rPr>
          <w:tab/>
        </w:r>
        <w:r w:rsidR="001037E0" w:rsidRPr="001037E0">
          <w:rPr>
            <w:rStyle w:val="Hyperlink"/>
            <w:sz w:val="20"/>
            <w:szCs w:val="20"/>
          </w:rPr>
          <w:t>[RESERVED]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_Toc175159169 \h </w:instrText>
        </w:r>
        <w:r w:rsidR="001037E0" w:rsidRPr="001037E0">
          <w:rPr>
            <w:webHidden/>
            <w:sz w:val="20"/>
            <w:szCs w:val="20"/>
          </w:rPr>
        </w:r>
        <w:r w:rsidR="001037E0" w:rsidRPr="001037E0">
          <w:rPr>
            <w:webHidden/>
            <w:sz w:val="20"/>
            <w:szCs w:val="20"/>
          </w:rPr>
          <w:fldChar w:fldCharType="separate"/>
        </w:r>
        <w:r>
          <w:rPr>
            <w:webHidden/>
            <w:sz w:val="20"/>
            <w:szCs w:val="20"/>
          </w:rPr>
          <w:t>16-59</w:t>
        </w:r>
        <w:r w:rsidR="001037E0" w:rsidRPr="001037E0">
          <w:rPr>
            <w:webHidden/>
            <w:sz w:val="20"/>
            <w:szCs w:val="20"/>
          </w:rPr>
          <w:fldChar w:fldCharType="end"/>
        </w:r>
      </w:hyperlink>
    </w:p>
    <w:p w14:paraId="3998C1C2" w14:textId="4321B59E" w:rsidR="001037E0" w:rsidRPr="001037E0" w:rsidRDefault="00650C66">
      <w:pPr>
        <w:pStyle w:val="TOC4"/>
        <w:rPr>
          <w:rFonts w:eastAsiaTheme="minorEastAsia"/>
          <w:kern w:val="2"/>
          <w:sz w:val="20"/>
          <w:szCs w:val="20"/>
          <w14:ligatures w14:val="standardContextual"/>
        </w:rPr>
      </w:pPr>
      <w:hyperlink w:anchor="_Toc175159170" w:history="1">
        <w:r w:rsidR="001037E0" w:rsidRPr="001037E0">
          <w:rPr>
            <w:rStyle w:val="Hyperlink"/>
            <w:snapToGrid w:val="0"/>
            <w:sz w:val="20"/>
            <w:szCs w:val="20"/>
          </w:rPr>
          <w:t>16.11.4.5</w:t>
        </w:r>
        <w:r w:rsidR="001037E0" w:rsidRPr="001037E0">
          <w:rPr>
            <w:rFonts w:eastAsiaTheme="minorEastAsia"/>
            <w:kern w:val="2"/>
            <w:sz w:val="20"/>
            <w:szCs w:val="20"/>
            <w14:ligatures w14:val="standardContextual"/>
          </w:rPr>
          <w:tab/>
        </w:r>
        <w:r w:rsidR="001037E0" w:rsidRPr="001037E0">
          <w:rPr>
            <w:rStyle w:val="Hyperlink"/>
            <w:snapToGrid w:val="0"/>
            <w:sz w:val="20"/>
            <w:szCs w:val="20"/>
          </w:rPr>
          <w:t>Determination of the Counter-Party Future Credit Exposure</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_Toc175159170 \h </w:instrText>
        </w:r>
        <w:r w:rsidR="001037E0" w:rsidRPr="001037E0">
          <w:rPr>
            <w:webHidden/>
            <w:sz w:val="20"/>
            <w:szCs w:val="20"/>
          </w:rPr>
        </w:r>
        <w:r w:rsidR="001037E0" w:rsidRPr="001037E0">
          <w:rPr>
            <w:webHidden/>
            <w:sz w:val="20"/>
            <w:szCs w:val="20"/>
          </w:rPr>
          <w:fldChar w:fldCharType="separate"/>
        </w:r>
        <w:r>
          <w:rPr>
            <w:webHidden/>
            <w:sz w:val="20"/>
            <w:szCs w:val="20"/>
          </w:rPr>
          <w:t>16-59</w:t>
        </w:r>
        <w:r w:rsidR="001037E0" w:rsidRPr="001037E0">
          <w:rPr>
            <w:webHidden/>
            <w:sz w:val="20"/>
            <w:szCs w:val="20"/>
          </w:rPr>
          <w:fldChar w:fldCharType="end"/>
        </w:r>
      </w:hyperlink>
    </w:p>
    <w:p w14:paraId="344DF8FB" w14:textId="2F1D0364" w:rsidR="001037E0" w:rsidRPr="001037E0" w:rsidRDefault="00650C66">
      <w:pPr>
        <w:pStyle w:val="TOC4"/>
        <w:rPr>
          <w:rFonts w:eastAsiaTheme="minorEastAsia"/>
          <w:kern w:val="2"/>
          <w:sz w:val="20"/>
          <w:szCs w:val="20"/>
          <w14:ligatures w14:val="standardContextual"/>
        </w:rPr>
      </w:pPr>
      <w:hyperlink w:anchor="_Toc175159171" w:history="1">
        <w:r w:rsidR="001037E0" w:rsidRPr="001037E0">
          <w:rPr>
            <w:rStyle w:val="Hyperlink"/>
            <w:sz w:val="20"/>
            <w:szCs w:val="20"/>
          </w:rPr>
          <w:t>16.11.4.6</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Available Credit Limits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_Toc175159171 \h </w:instrText>
        </w:r>
        <w:r w:rsidR="001037E0" w:rsidRPr="001037E0">
          <w:rPr>
            <w:webHidden/>
            <w:sz w:val="20"/>
            <w:szCs w:val="20"/>
          </w:rPr>
        </w:r>
        <w:r w:rsidR="001037E0" w:rsidRPr="001037E0">
          <w:rPr>
            <w:webHidden/>
            <w:sz w:val="20"/>
            <w:szCs w:val="20"/>
          </w:rPr>
          <w:fldChar w:fldCharType="separate"/>
        </w:r>
        <w:r>
          <w:rPr>
            <w:webHidden/>
            <w:sz w:val="20"/>
            <w:szCs w:val="20"/>
          </w:rPr>
          <w:t>16-61</w:t>
        </w:r>
        <w:r w:rsidR="001037E0" w:rsidRPr="001037E0">
          <w:rPr>
            <w:webHidden/>
            <w:sz w:val="20"/>
            <w:szCs w:val="20"/>
          </w:rPr>
          <w:fldChar w:fldCharType="end"/>
        </w:r>
      </w:hyperlink>
    </w:p>
    <w:p w14:paraId="2E55964B" w14:textId="1C2E34A2" w:rsidR="001037E0" w:rsidRPr="001037E0" w:rsidRDefault="00650C66">
      <w:pPr>
        <w:pStyle w:val="TOC5"/>
        <w:tabs>
          <w:tab w:val="left" w:pos="3614"/>
        </w:tabs>
        <w:rPr>
          <w:rFonts w:eastAsiaTheme="minorEastAsia"/>
          <w:i w:val="0"/>
          <w:kern w:val="2"/>
          <w:sz w:val="20"/>
          <w:szCs w:val="20"/>
          <w14:ligatures w14:val="standardContextual"/>
        </w:rPr>
      </w:pPr>
      <w:hyperlink w:anchor="_Toc175159172" w:history="1">
        <w:r w:rsidR="001037E0" w:rsidRPr="001037E0">
          <w:rPr>
            <w:rStyle w:val="Hyperlink"/>
            <w:i w:val="0"/>
            <w:sz w:val="20"/>
            <w:szCs w:val="20"/>
          </w:rPr>
          <w:t>16.11.4.6.1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CRR Auction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16-62</w:t>
        </w:r>
        <w:r w:rsidR="001037E0" w:rsidRPr="001037E0">
          <w:rPr>
            <w:i w:val="0"/>
            <w:webHidden/>
            <w:sz w:val="20"/>
            <w:szCs w:val="20"/>
          </w:rPr>
          <w:fldChar w:fldCharType="end"/>
        </w:r>
      </w:hyperlink>
    </w:p>
    <w:p w14:paraId="24737E4F" w14:textId="1D583351" w:rsidR="001037E0" w:rsidRPr="001037E0" w:rsidRDefault="00650C66">
      <w:pPr>
        <w:pStyle w:val="TOC5"/>
        <w:tabs>
          <w:tab w:val="left" w:pos="3614"/>
        </w:tabs>
        <w:rPr>
          <w:rFonts w:eastAsiaTheme="minorEastAsia"/>
          <w:i w:val="0"/>
          <w:kern w:val="2"/>
          <w:sz w:val="20"/>
          <w:szCs w:val="20"/>
          <w14:ligatures w14:val="standardContextual"/>
        </w:rPr>
      </w:pPr>
      <w:hyperlink w:anchor="_Toc175159173" w:history="1">
        <w:r w:rsidR="001037E0" w:rsidRPr="001037E0">
          <w:rPr>
            <w:rStyle w:val="Hyperlink"/>
            <w:i w:val="0"/>
            <w:sz w:val="20"/>
            <w:szCs w:val="20"/>
          </w:rPr>
          <w:t>16.11.4.6.2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DAM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_Toc175159173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16-63</w:t>
        </w:r>
        <w:r w:rsidR="001037E0" w:rsidRPr="001037E0">
          <w:rPr>
            <w:i w:val="0"/>
            <w:webHidden/>
            <w:sz w:val="20"/>
            <w:szCs w:val="20"/>
          </w:rPr>
          <w:fldChar w:fldCharType="end"/>
        </w:r>
      </w:hyperlink>
    </w:p>
    <w:p w14:paraId="7DC165FA" w14:textId="6AC82DAA" w:rsidR="001037E0" w:rsidRPr="001037E0" w:rsidRDefault="00650C66">
      <w:pPr>
        <w:pStyle w:val="TOC4"/>
        <w:rPr>
          <w:rFonts w:eastAsiaTheme="minorEastAsia"/>
          <w:kern w:val="2"/>
          <w:sz w:val="20"/>
          <w:szCs w:val="20"/>
          <w14:ligatures w14:val="standardContextual"/>
        </w:rPr>
      </w:pPr>
      <w:hyperlink w:anchor="_Toc175159174" w:history="1">
        <w:r w:rsidR="001037E0" w:rsidRPr="001037E0">
          <w:rPr>
            <w:rStyle w:val="Hyperlink"/>
            <w:sz w:val="20"/>
            <w:szCs w:val="20"/>
          </w:rPr>
          <w:t>16.11.4.7</w:t>
        </w:r>
        <w:r w:rsidR="001037E0" w:rsidRPr="001037E0">
          <w:rPr>
            <w:rFonts w:eastAsiaTheme="minorEastAsia"/>
            <w:kern w:val="2"/>
            <w:sz w:val="20"/>
            <w:szCs w:val="20"/>
            <w14:ligatures w14:val="standardContextual"/>
          </w:rPr>
          <w:tab/>
        </w:r>
        <w:r w:rsidR="001037E0" w:rsidRPr="001037E0">
          <w:rPr>
            <w:rStyle w:val="Hyperlink"/>
            <w:sz w:val="20"/>
            <w:szCs w:val="20"/>
          </w:rPr>
          <w:t>Credit Monitoring and Management Reports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_Toc175159174 \h </w:instrText>
        </w:r>
        <w:r w:rsidR="001037E0" w:rsidRPr="001037E0">
          <w:rPr>
            <w:webHidden/>
            <w:sz w:val="20"/>
            <w:szCs w:val="20"/>
          </w:rPr>
        </w:r>
        <w:r w:rsidR="001037E0" w:rsidRPr="001037E0">
          <w:rPr>
            <w:webHidden/>
            <w:sz w:val="20"/>
            <w:szCs w:val="20"/>
          </w:rPr>
          <w:fldChar w:fldCharType="separate"/>
        </w:r>
        <w:r>
          <w:rPr>
            <w:webHidden/>
            <w:sz w:val="20"/>
            <w:szCs w:val="20"/>
          </w:rPr>
          <w:t>16-63</w:t>
        </w:r>
        <w:r w:rsidR="001037E0" w:rsidRPr="001037E0">
          <w:rPr>
            <w:webHidden/>
            <w:sz w:val="20"/>
            <w:szCs w:val="20"/>
          </w:rPr>
          <w:fldChar w:fldCharType="end"/>
        </w:r>
      </w:hyperlink>
    </w:p>
    <w:p w14:paraId="7F721A62" w14:textId="00669163" w:rsidR="001037E0" w:rsidRPr="001037E0" w:rsidRDefault="00650C66">
      <w:pPr>
        <w:pStyle w:val="TOC3"/>
        <w:rPr>
          <w:rFonts w:eastAsiaTheme="minorEastAsia"/>
          <w:i w:val="0"/>
          <w:iCs w:val="0"/>
          <w:noProof/>
          <w:kern w:val="2"/>
          <w14:ligatures w14:val="standardContextual"/>
        </w:rPr>
      </w:pPr>
      <w:hyperlink w:anchor="_Toc175159175" w:history="1">
        <w:r w:rsidR="001037E0" w:rsidRPr="001037E0">
          <w:rPr>
            <w:rStyle w:val="Hyperlink"/>
            <w:i w:val="0"/>
            <w:iCs w:val="0"/>
            <w:noProof/>
          </w:rPr>
          <w:t>16.11.5</w:t>
        </w:r>
        <w:r w:rsidR="001037E0" w:rsidRPr="001037E0">
          <w:rPr>
            <w:rFonts w:eastAsiaTheme="minorEastAsia"/>
            <w:i w:val="0"/>
            <w:iCs w:val="0"/>
            <w:noProof/>
            <w:kern w:val="2"/>
            <w14:ligatures w14:val="standardContextual"/>
          </w:rPr>
          <w:tab/>
        </w:r>
        <w:r w:rsidR="001037E0" w:rsidRPr="001037E0">
          <w:rPr>
            <w:rStyle w:val="Hyperlink"/>
            <w:i w:val="0"/>
            <w:iCs w:val="0"/>
            <w:noProof/>
          </w:rPr>
          <w:t>Monitoring of a Counter-Party’s Creditworthiness and Credit Exposure by ERCOT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16-64</w:t>
        </w:r>
        <w:r w:rsidR="001037E0" w:rsidRPr="001037E0">
          <w:rPr>
            <w:i w:val="0"/>
            <w:iCs w:val="0"/>
            <w:noProof/>
            <w:webHidden/>
          </w:rPr>
          <w:fldChar w:fldCharType="end"/>
        </w:r>
      </w:hyperlink>
    </w:p>
    <w:p w14:paraId="576B1776" w14:textId="42A20428" w:rsidR="001037E0" w:rsidRPr="001037E0" w:rsidRDefault="00650C66">
      <w:pPr>
        <w:pStyle w:val="TOC3"/>
        <w:rPr>
          <w:rFonts w:eastAsiaTheme="minorEastAsia"/>
          <w:i w:val="0"/>
          <w:iCs w:val="0"/>
          <w:noProof/>
          <w:kern w:val="2"/>
          <w14:ligatures w14:val="standardContextual"/>
        </w:rPr>
      </w:pPr>
      <w:hyperlink w:anchor="_Toc175159176" w:history="1">
        <w:r w:rsidR="001037E0" w:rsidRPr="001037E0">
          <w:rPr>
            <w:rStyle w:val="Hyperlink"/>
            <w:i w:val="0"/>
            <w:iCs w:val="0"/>
            <w:noProof/>
          </w:rPr>
          <w:t>16.11.6</w:t>
        </w:r>
        <w:r w:rsidR="001037E0" w:rsidRPr="001037E0">
          <w:rPr>
            <w:rFonts w:eastAsiaTheme="minorEastAsia"/>
            <w:i w:val="0"/>
            <w:iCs w:val="0"/>
            <w:noProof/>
            <w:kern w:val="2"/>
            <w14:ligatures w14:val="standardContextual"/>
          </w:rPr>
          <w:tab/>
        </w:r>
        <w:r w:rsidR="001037E0" w:rsidRPr="001037E0">
          <w:rPr>
            <w:rStyle w:val="Hyperlink"/>
            <w:i w:val="0"/>
            <w:iCs w:val="0"/>
            <w:noProof/>
          </w:rPr>
          <w:t>Payment Breach and Late Payments by Market Participants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16-67</w:t>
        </w:r>
        <w:r w:rsidR="001037E0" w:rsidRPr="001037E0">
          <w:rPr>
            <w:i w:val="0"/>
            <w:iCs w:val="0"/>
            <w:noProof/>
            <w:webHidden/>
          </w:rPr>
          <w:fldChar w:fldCharType="end"/>
        </w:r>
      </w:hyperlink>
    </w:p>
    <w:p w14:paraId="426FFF6E" w14:textId="0008AA29" w:rsidR="001037E0" w:rsidRPr="001037E0" w:rsidRDefault="00650C66">
      <w:pPr>
        <w:pStyle w:val="TOC4"/>
        <w:rPr>
          <w:rFonts w:eastAsiaTheme="minorEastAsia"/>
          <w:kern w:val="2"/>
          <w:sz w:val="20"/>
          <w:szCs w:val="20"/>
          <w14:ligatures w14:val="standardContextual"/>
        </w:rPr>
      </w:pPr>
      <w:hyperlink w:anchor="_Toc175159177" w:history="1">
        <w:r w:rsidR="001037E0" w:rsidRPr="001037E0">
          <w:rPr>
            <w:rStyle w:val="Hyperlink"/>
            <w:sz w:val="20"/>
            <w:szCs w:val="20"/>
          </w:rPr>
          <w:t>16.11.6.1</w:t>
        </w:r>
        <w:r w:rsidR="001037E0" w:rsidRPr="001037E0">
          <w:rPr>
            <w:rFonts w:eastAsiaTheme="minorEastAsia"/>
            <w:kern w:val="2"/>
            <w:sz w:val="20"/>
            <w:szCs w:val="20"/>
            <w14:ligatures w14:val="standardContextual"/>
          </w:rPr>
          <w:tab/>
        </w:r>
        <w:r w:rsidR="001037E0" w:rsidRPr="001037E0">
          <w:rPr>
            <w:rStyle w:val="Hyperlink"/>
            <w:sz w:val="20"/>
            <w:szCs w:val="20"/>
          </w:rPr>
          <w:t>ERCOT’s Remedies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_Toc175159177 \h </w:instrText>
        </w:r>
        <w:r w:rsidR="001037E0" w:rsidRPr="001037E0">
          <w:rPr>
            <w:webHidden/>
            <w:sz w:val="20"/>
            <w:szCs w:val="20"/>
          </w:rPr>
        </w:r>
        <w:r w:rsidR="001037E0" w:rsidRPr="001037E0">
          <w:rPr>
            <w:webHidden/>
            <w:sz w:val="20"/>
            <w:szCs w:val="20"/>
          </w:rPr>
          <w:fldChar w:fldCharType="separate"/>
        </w:r>
        <w:r>
          <w:rPr>
            <w:webHidden/>
            <w:sz w:val="20"/>
            <w:szCs w:val="20"/>
          </w:rPr>
          <w:t>16-68</w:t>
        </w:r>
        <w:r w:rsidR="001037E0" w:rsidRPr="001037E0">
          <w:rPr>
            <w:webHidden/>
            <w:sz w:val="20"/>
            <w:szCs w:val="20"/>
          </w:rPr>
          <w:fldChar w:fldCharType="end"/>
        </w:r>
      </w:hyperlink>
    </w:p>
    <w:p w14:paraId="5DA6F893" w14:textId="3CDC9981" w:rsidR="001037E0" w:rsidRPr="001037E0" w:rsidRDefault="00650C66">
      <w:pPr>
        <w:pStyle w:val="TOC5"/>
        <w:tabs>
          <w:tab w:val="left" w:pos="3614"/>
        </w:tabs>
        <w:rPr>
          <w:rFonts w:eastAsiaTheme="minorEastAsia"/>
          <w:i w:val="0"/>
          <w:kern w:val="2"/>
          <w:sz w:val="20"/>
          <w:szCs w:val="20"/>
          <w14:ligatures w14:val="standardContextual"/>
        </w:rPr>
      </w:pPr>
      <w:hyperlink w:anchor="_Toc175159178" w:history="1">
        <w:r w:rsidR="001037E0" w:rsidRPr="001037E0">
          <w:rPr>
            <w:rStyle w:val="Hyperlink"/>
            <w:i w:val="0"/>
            <w:sz w:val="20"/>
            <w:szCs w:val="20"/>
          </w:rPr>
          <w:t>16.11.6.1.1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No Payments by ERCOT to Market Participant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16-69</w:t>
        </w:r>
        <w:r w:rsidR="001037E0" w:rsidRPr="001037E0">
          <w:rPr>
            <w:i w:val="0"/>
            <w:webHidden/>
            <w:sz w:val="20"/>
            <w:szCs w:val="20"/>
          </w:rPr>
          <w:fldChar w:fldCharType="end"/>
        </w:r>
      </w:hyperlink>
    </w:p>
    <w:p w14:paraId="699B0288" w14:textId="5605D2DF" w:rsidR="001037E0" w:rsidRPr="001037E0" w:rsidRDefault="00650C66">
      <w:pPr>
        <w:pStyle w:val="TOC5"/>
        <w:tabs>
          <w:tab w:val="left" w:pos="3614"/>
        </w:tabs>
        <w:rPr>
          <w:rFonts w:eastAsiaTheme="minorEastAsia"/>
          <w:i w:val="0"/>
          <w:kern w:val="2"/>
          <w:sz w:val="20"/>
          <w:szCs w:val="20"/>
          <w14:ligatures w14:val="standardContextual"/>
        </w:rPr>
      </w:pPr>
      <w:hyperlink w:anchor="_Toc175159179" w:history="1">
        <w:r w:rsidR="001037E0" w:rsidRPr="001037E0">
          <w:rPr>
            <w:rStyle w:val="Hyperlink"/>
            <w:i w:val="0"/>
            <w:sz w:val="20"/>
            <w:szCs w:val="20"/>
          </w:rPr>
          <w:t>16.11.6.1.2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ERCOT May Draw On, Hold or Distribute Funds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16-69</w:t>
        </w:r>
        <w:r w:rsidR="001037E0" w:rsidRPr="001037E0">
          <w:rPr>
            <w:i w:val="0"/>
            <w:webHidden/>
            <w:sz w:val="20"/>
            <w:szCs w:val="20"/>
          </w:rPr>
          <w:fldChar w:fldCharType="end"/>
        </w:r>
      </w:hyperlink>
    </w:p>
    <w:p w14:paraId="7ABD0128" w14:textId="44869D28" w:rsidR="001037E0" w:rsidRPr="001037E0" w:rsidRDefault="00650C66">
      <w:pPr>
        <w:pStyle w:val="TOC5"/>
        <w:tabs>
          <w:tab w:val="left" w:pos="3614"/>
        </w:tabs>
        <w:rPr>
          <w:rFonts w:eastAsiaTheme="minorEastAsia"/>
          <w:i w:val="0"/>
          <w:kern w:val="2"/>
          <w:sz w:val="20"/>
          <w:szCs w:val="20"/>
          <w14:ligatures w14:val="standardContextual"/>
        </w:rPr>
      </w:pPr>
      <w:hyperlink w:anchor="_Toc175159180" w:history="1">
        <w:r w:rsidR="001037E0" w:rsidRPr="001037E0">
          <w:rPr>
            <w:rStyle w:val="Hyperlink"/>
            <w:i w:val="0"/>
            <w:sz w:val="20"/>
            <w:szCs w:val="20"/>
          </w:rPr>
          <w:t>16.11.6.1.3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Aggregate Amount Owed by Breaching Market Participant Immediately Due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_Toc175159180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16-69</w:t>
        </w:r>
        <w:r w:rsidR="001037E0" w:rsidRPr="001037E0">
          <w:rPr>
            <w:i w:val="0"/>
            <w:webHidden/>
            <w:sz w:val="20"/>
            <w:szCs w:val="20"/>
          </w:rPr>
          <w:fldChar w:fldCharType="end"/>
        </w:r>
      </w:hyperlink>
    </w:p>
    <w:p w14:paraId="3FE24EFF" w14:textId="460E3C43" w:rsidR="001037E0" w:rsidRPr="001037E0" w:rsidRDefault="00650C66">
      <w:pPr>
        <w:pStyle w:val="TOC5"/>
        <w:tabs>
          <w:tab w:val="left" w:pos="3614"/>
        </w:tabs>
        <w:rPr>
          <w:rFonts w:eastAsiaTheme="minorEastAsia"/>
          <w:i w:val="0"/>
          <w:kern w:val="2"/>
          <w:sz w:val="20"/>
          <w:szCs w:val="20"/>
          <w14:ligatures w14:val="standardContextual"/>
        </w:rPr>
      </w:pPr>
      <w:hyperlink w:anchor="_Toc175159181" w:history="1">
        <w:r w:rsidR="001037E0" w:rsidRPr="001037E0">
          <w:rPr>
            <w:rStyle w:val="Hyperlink"/>
            <w:i w:val="0"/>
            <w:sz w:val="20"/>
            <w:szCs w:val="20"/>
          </w:rPr>
          <w:t>16.11.6.1.4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Repossession of CRRs by ERCOT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_Toc175159181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16-69</w:t>
        </w:r>
        <w:r w:rsidR="001037E0" w:rsidRPr="001037E0">
          <w:rPr>
            <w:i w:val="0"/>
            <w:webHidden/>
            <w:sz w:val="20"/>
            <w:szCs w:val="20"/>
          </w:rPr>
          <w:fldChar w:fldCharType="end"/>
        </w:r>
      </w:hyperlink>
    </w:p>
    <w:p w14:paraId="67FD6307" w14:textId="5EF7FC17" w:rsidR="001037E0" w:rsidRPr="001037E0" w:rsidRDefault="00650C66">
      <w:pPr>
        <w:pStyle w:val="TOC5"/>
        <w:tabs>
          <w:tab w:val="left" w:pos="3614"/>
        </w:tabs>
        <w:rPr>
          <w:rFonts w:eastAsiaTheme="minorEastAsia"/>
          <w:i w:val="0"/>
          <w:kern w:val="2"/>
          <w:sz w:val="20"/>
          <w:szCs w:val="20"/>
          <w14:ligatures w14:val="standardContextual"/>
        </w:rPr>
      </w:pPr>
      <w:hyperlink w:anchor="_Toc175159182" w:history="1">
        <w:r w:rsidR="001037E0" w:rsidRPr="001037E0">
          <w:rPr>
            <w:rStyle w:val="Hyperlink"/>
            <w:i w:val="0"/>
            <w:sz w:val="20"/>
            <w:szCs w:val="20"/>
          </w:rPr>
          <w:t>16.11.6.1.5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Declaration of Forfeit of CRRs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16-70</w:t>
        </w:r>
        <w:r w:rsidR="001037E0" w:rsidRPr="001037E0">
          <w:rPr>
            <w:i w:val="0"/>
            <w:webHidden/>
            <w:sz w:val="20"/>
            <w:szCs w:val="20"/>
          </w:rPr>
          <w:fldChar w:fldCharType="end"/>
        </w:r>
      </w:hyperlink>
    </w:p>
    <w:p w14:paraId="16D10DB2" w14:textId="6FAF7955" w:rsidR="001037E0" w:rsidRPr="001037E0" w:rsidRDefault="00650C66">
      <w:pPr>
        <w:pStyle w:val="TOC5"/>
        <w:tabs>
          <w:tab w:val="left" w:pos="3614"/>
        </w:tabs>
        <w:rPr>
          <w:rFonts w:eastAsiaTheme="minorEastAsia"/>
          <w:i w:val="0"/>
          <w:kern w:val="2"/>
          <w:sz w:val="20"/>
          <w:szCs w:val="20"/>
          <w14:ligatures w14:val="standardContextual"/>
        </w:rPr>
      </w:pPr>
      <w:hyperlink w:anchor="_Toc175159184" w:history="1">
        <w:r w:rsidR="001037E0" w:rsidRPr="001037E0">
          <w:rPr>
            <w:rStyle w:val="Hyperlink"/>
            <w:i w:val="0"/>
            <w:sz w:val="20"/>
            <w:szCs w:val="20"/>
          </w:rPr>
          <w:t>16.11.6.1.6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Revocation of a Market Participant’s Rights and Termination of Agreements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_Toc175159184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16-73</w:t>
        </w:r>
        <w:r w:rsidR="001037E0" w:rsidRPr="001037E0">
          <w:rPr>
            <w:i w:val="0"/>
            <w:webHidden/>
            <w:sz w:val="20"/>
            <w:szCs w:val="20"/>
          </w:rPr>
          <w:fldChar w:fldCharType="end"/>
        </w:r>
      </w:hyperlink>
    </w:p>
    <w:p w14:paraId="6D0722BA" w14:textId="453E1B41" w:rsidR="001037E0" w:rsidRPr="001037E0" w:rsidRDefault="00650C66">
      <w:pPr>
        <w:pStyle w:val="TOC4"/>
        <w:rPr>
          <w:rFonts w:eastAsiaTheme="minorEastAsia"/>
          <w:kern w:val="2"/>
          <w:sz w:val="20"/>
          <w:szCs w:val="20"/>
          <w14:ligatures w14:val="standardContextual"/>
        </w:rPr>
      </w:pPr>
      <w:hyperlink w:anchor="_Toc175159185" w:history="1">
        <w:r w:rsidR="001037E0" w:rsidRPr="001037E0">
          <w:rPr>
            <w:rStyle w:val="Hyperlink"/>
            <w:sz w:val="20"/>
            <w:szCs w:val="20"/>
          </w:rPr>
          <w:t>16.11.6.2</w:t>
        </w:r>
        <w:r w:rsidR="001037E0" w:rsidRPr="001037E0">
          <w:rPr>
            <w:rFonts w:eastAsiaTheme="minorEastAsia"/>
            <w:kern w:val="2"/>
            <w:sz w:val="20"/>
            <w:szCs w:val="20"/>
            <w14:ligatures w14:val="standardContextual"/>
          </w:rPr>
          <w:tab/>
        </w:r>
        <w:r w:rsidR="001037E0" w:rsidRPr="001037E0">
          <w:rPr>
            <w:rStyle w:val="Hyperlink"/>
            <w:sz w:val="20"/>
            <w:szCs w:val="20"/>
          </w:rPr>
          <w:t>ERCOT’s Remedies for Late Payments by a Market Participant</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_Toc175159185 \h </w:instrText>
        </w:r>
        <w:r w:rsidR="001037E0" w:rsidRPr="001037E0">
          <w:rPr>
            <w:webHidden/>
            <w:sz w:val="20"/>
            <w:szCs w:val="20"/>
          </w:rPr>
        </w:r>
        <w:r w:rsidR="001037E0" w:rsidRPr="001037E0">
          <w:rPr>
            <w:webHidden/>
            <w:sz w:val="20"/>
            <w:szCs w:val="20"/>
          </w:rPr>
          <w:fldChar w:fldCharType="separate"/>
        </w:r>
        <w:r>
          <w:rPr>
            <w:webHidden/>
            <w:sz w:val="20"/>
            <w:szCs w:val="20"/>
          </w:rPr>
          <w:t>16-74</w:t>
        </w:r>
        <w:r w:rsidR="001037E0" w:rsidRPr="001037E0">
          <w:rPr>
            <w:webHidden/>
            <w:sz w:val="20"/>
            <w:szCs w:val="20"/>
          </w:rPr>
          <w:fldChar w:fldCharType="end"/>
        </w:r>
      </w:hyperlink>
    </w:p>
    <w:p w14:paraId="45CC3B32" w14:textId="6E4B8F38" w:rsidR="001037E0" w:rsidRPr="001037E0" w:rsidRDefault="00650C66">
      <w:pPr>
        <w:pStyle w:val="TOC5"/>
        <w:tabs>
          <w:tab w:val="left" w:pos="3614"/>
        </w:tabs>
        <w:rPr>
          <w:rFonts w:eastAsiaTheme="minorEastAsia"/>
          <w:i w:val="0"/>
          <w:kern w:val="2"/>
          <w:sz w:val="20"/>
          <w:szCs w:val="20"/>
          <w14:ligatures w14:val="standardContextual"/>
        </w:rPr>
      </w:pPr>
      <w:hyperlink w:anchor="_Toc175159186" w:history="1">
        <w:r w:rsidR="001037E0" w:rsidRPr="001037E0">
          <w:rPr>
            <w:rStyle w:val="Hyperlink"/>
            <w:i w:val="0"/>
            <w:sz w:val="20"/>
            <w:szCs w:val="20"/>
          </w:rPr>
          <w:t>16.11.6.2.1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First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_Toc175159186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16-74</w:t>
        </w:r>
        <w:r w:rsidR="001037E0" w:rsidRPr="001037E0">
          <w:rPr>
            <w:i w:val="0"/>
            <w:webHidden/>
            <w:sz w:val="20"/>
            <w:szCs w:val="20"/>
          </w:rPr>
          <w:fldChar w:fldCharType="end"/>
        </w:r>
      </w:hyperlink>
    </w:p>
    <w:p w14:paraId="4707D04B" w14:textId="35C24343" w:rsidR="001037E0" w:rsidRPr="001037E0" w:rsidRDefault="00650C66">
      <w:pPr>
        <w:pStyle w:val="TOC5"/>
        <w:tabs>
          <w:tab w:val="left" w:pos="3614"/>
        </w:tabs>
        <w:rPr>
          <w:rFonts w:eastAsiaTheme="minorEastAsia"/>
          <w:i w:val="0"/>
          <w:kern w:val="2"/>
          <w:sz w:val="20"/>
          <w:szCs w:val="20"/>
          <w14:ligatures w14:val="standardContextual"/>
        </w:rPr>
      </w:pPr>
      <w:hyperlink w:anchor="_Toc175159187" w:history="1">
        <w:r w:rsidR="001037E0" w:rsidRPr="001037E0">
          <w:rPr>
            <w:rStyle w:val="Hyperlink"/>
            <w:i w:val="0"/>
            <w:sz w:val="20"/>
            <w:szCs w:val="20"/>
          </w:rPr>
          <w:t>16.11.6.2.2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Second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_Toc175159187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16-74</w:t>
        </w:r>
        <w:r w:rsidR="001037E0" w:rsidRPr="001037E0">
          <w:rPr>
            <w:i w:val="0"/>
            <w:webHidden/>
            <w:sz w:val="20"/>
            <w:szCs w:val="20"/>
          </w:rPr>
          <w:fldChar w:fldCharType="end"/>
        </w:r>
      </w:hyperlink>
    </w:p>
    <w:p w14:paraId="11CEB300" w14:textId="4216C137" w:rsidR="001037E0" w:rsidRPr="001037E0" w:rsidRDefault="00650C66">
      <w:pPr>
        <w:pStyle w:val="TOC5"/>
        <w:tabs>
          <w:tab w:val="left" w:pos="3614"/>
        </w:tabs>
        <w:rPr>
          <w:rFonts w:eastAsiaTheme="minorEastAsia"/>
          <w:i w:val="0"/>
          <w:kern w:val="2"/>
          <w:sz w:val="20"/>
          <w:szCs w:val="20"/>
          <w14:ligatures w14:val="standardContextual"/>
        </w:rPr>
      </w:pPr>
      <w:hyperlink w:anchor="_Toc175159188" w:history="1">
        <w:r w:rsidR="001037E0" w:rsidRPr="001037E0">
          <w:rPr>
            <w:rStyle w:val="Hyperlink"/>
            <w:i w:val="0"/>
            <w:sz w:val="20"/>
            <w:szCs w:val="20"/>
          </w:rPr>
          <w:t>16.11.6.2.3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Third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16-74</w:t>
        </w:r>
        <w:r w:rsidR="001037E0" w:rsidRPr="001037E0">
          <w:rPr>
            <w:i w:val="0"/>
            <w:webHidden/>
            <w:sz w:val="20"/>
            <w:szCs w:val="20"/>
          </w:rPr>
          <w:fldChar w:fldCharType="end"/>
        </w:r>
      </w:hyperlink>
    </w:p>
    <w:p w14:paraId="41B5D41A" w14:textId="339BF63F" w:rsidR="001037E0" w:rsidRPr="001037E0" w:rsidRDefault="00650C66">
      <w:pPr>
        <w:pStyle w:val="TOC5"/>
        <w:tabs>
          <w:tab w:val="left" w:pos="3614"/>
        </w:tabs>
        <w:rPr>
          <w:rFonts w:eastAsiaTheme="minorEastAsia"/>
          <w:i w:val="0"/>
          <w:kern w:val="2"/>
          <w:sz w:val="20"/>
          <w:szCs w:val="20"/>
          <w14:ligatures w14:val="standardContextual"/>
        </w:rPr>
      </w:pPr>
      <w:hyperlink w:anchor="_Toc175159189" w:history="1">
        <w:r w:rsidR="001037E0" w:rsidRPr="001037E0">
          <w:rPr>
            <w:rStyle w:val="Hyperlink"/>
            <w:i w:val="0"/>
            <w:sz w:val="20"/>
            <w:szCs w:val="20"/>
          </w:rPr>
          <w:t>16.11.6.2.4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Fourth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7796BFC2" w14:textId="54279D22" w:rsidR="001037E0" w:rsidRPr="001037E0" w:rsidRDefault="00650C66">
      <w:pPr>
        <w:pStyle w:val="TOC5"/>
        <w:tabs>
          <w:tab w:val="left" w:pos="3614"/>
        </w:tabs>
        <w:rPr>
          <w:rFonts w:eastAsiaTheme="minorEastAsia"/>
          <w:i w:val="0"/>
          <w:kern w:val="2"/>
          <w:sz w:val="20"/>
          <w:szCs w:val="20"/>
          <w14:ligatures w14:val="standardContextual"/>
        </w:rPr>
      </w:pPr>
      <w:hyperlink w:anchor="_Toc175159190" w:history="1">
        <w:r w:rsidR="001037E0" w:rsidRPr="001037E0">
          <w:rPr>
            <w:rStyle w:val="Hyperlink"/>
            <w:i w:val="0"/>
            <w:sz w:val="20"/>
            <w:szCs w:val="20"/>
          </w:rPr>
          <w:t>16.11.6.2.5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_Toc175159190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6D477F44" w14:textId="2AC47D5D" w:rsidR="001037E0" w:rsidRPr="001037E0" w:rsidRDefault="00650C66">
      <w:pPr>
        <w:pStyle w:val="TOC5"/>
        <w:tabs>
          <w:tab w:val="left" w:pos="3614"/>
        </w:tabs>
        <w:rPr>
          <w:rFonts w:eastAsiaTheme="minorEastAsia"/>
          <w:i w:val="0"/>
          <w:kern w:val="2"/>
          <w:sz w:val="20"/>
          <w:szCs w:val="20"/>
          <w14:ligatures w14:val="standardContextual"/>
        </w:rPr>
      </w:pPr>
      <w:hyperlink w:anchor="_Toc175159191" w:history="1">
        <w:r w:rsidR="001037E0" w:rsidRPr="001037E0">
          <w:rPr>
            <w:rStyle w:val="Hyperlink"/>
            <w:i w:val="0"/>
            <w:sz w:val="20"/>
            <w:szCs w:val="20"/>
          </w:rPr>
          <w:t>16.11.6.2.6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_Toc175159191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6AEA5567" w14:textId="75BE9ECE" w:rsidR="001037E0" w:rsidRPr="001037E0" w:rsidRDefault="00650C66">
      <w:pPr>
        <w:pStyle w:val="TOC5"/>
        <w:tabs>
          <w:tab w:val="left" w:pos="3614"/>
        </w:tabs>
        <w:rPr>
          <w:rFonts w:eastAsiaTheme="minorEastAsia"/>
          <w:i w:val="0"/>
          <w:kern w:val="2"/>
          <w:sz w:val="20"/>
          <w:szCs w:val="20"/>
          <w14:ligatures w14:val="standardContextual"/>
        </w:rPr>
      </w:pPr>
      <w:hyperlink w:anchor="_Toc175159192" w:history="1">
        <w:r w:rsidR="001037E0" w:rsidRPr="001037E0">
          <w:rPr>
            <w:rStyle w:val="Hyperlink"/>
            <w:i w:val="0"/>
            <w:sz w:val="20"/>
            <w:szCs w:val="20"/>
          </w:rPr>
          <w:t>16.11.6.2.7</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16-76</w:t>
        </w:r>
        <w:r w:rsidR="001037E0" w:rsidRPr="001037E0">
          <w:rPr>
            <w:i w:val="0"/>
            <w:webHidden/>
            <w:sz w:val="20"/>
            <w:szCs w:val="20"/>
          </w:rPr>
          <w:fldChar w:fldCharType="end"/>
        </w:r>
      </w:hyperlink>
    </w:p>
    <w:p w14:paraId="3ADB3A71" w14:textId="2582621E" w:rsidR="001037E0" w:rsidRPr="001037E0" w:rsidRDefault="00650C66">
      <w:pPr>
        <w:pStyle w:val="TOC3"/>
        <w:rPr>
          <w:rFonts w:eastAsiaTheme="minorEastAsia"/>
          <w:i w:val="0"/>
          <w:iCs w:val="0"/>
          <w:noProof/>
          <w:kern w:val="2"/>
          <w14:ligatures w14:val="standardContextual"/>
        </w:rPr>
      </w:pPr>
      <w:hyperlink w:anchor="_Toc175159193" w:history="1">
        <w:r w:rsidR="001037E0" w:rsidRPr="001037E0">
          <w:rPr>
            <w:rStyle w:val="Hyperlink"/>
            <w:i w:val="0"/>
            <w:iCs w:val="0"/>
            <w:noProof/>
          </w:rPr>
          <w:t>16.11.7</w:t>
        </w:r>
        <w:r w:rsidR="001037E0" w:rsidRPr="001037E0">
          <w:rPr>
            <w:rFonts w:eastAsiaTheme="minorEastAsia"/>
            <w:i w:val="0"/>
            <w:iCs w:val="0"/>
            <w:noProof/>
            <w:kern w:val="2"/>
            <w14:ligatures w14:val="standardContextual"/>
          </w:rPr>
          <w:tab/>
        </w:r>
        <w:r w:rsidR="001037E0" w:rsidRPr="001037E0">
          <w:rPr>
            <w:rStyle w:val="Hyperlink"/>
            <w:i w:val="0"/>
            <w:iCs w:val="0"/>
            <w:noProof/>
          </w:rPr>
          <w:t>Release of Market Participant’s Financial Security Requirement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16-76</w:t>
        </w:r>
        <w:r w:rsidR="001037E0" w:rsidRPr="001037E0">
          <w:rPr>
            <w:i w:val="0"/>
            <w:iCs w:val="0"/>
            <w:noProof/>
            <w:webHidden/>
          </w:rPr>
          <w:fldChar w:fldCharType="end"/>
        </w:r>
      </w:hyperlink>
    </w:p>
    <w:p w14:paraId="075DDBCB" w14:textId="5AD7CC26" w:rsidR="001037E0" w:rsidRPr="001037E0" w:rsidRDefault="00650C66">
      <w:pPr>
        <w:pStyle w:val="TOC3"/>
        <w:rPr>
          <w:rFonts w:eastAsiaTheme="minorEastAsia"/>
          <w:i w:val="0"/>
          <w:iCs w:val="0"/>
          <w:noProof/>
          <w:kern w:val="2"/>
          <w14:ligatures w14:val="standardContextual"/>
        </w:rPr>
      </w:pPr>
      <w:hyperlink w:anchor="_Toc175159194" w:history="1">
        <w:r w:rsidR="001037E0" w:rsidRPr="001037E0">
          <w:rPr>
            <w:rStyle w:val="Hyperlink"/>
            <w:i w:val="0"/>
            <w:iCs w:val="0"/>
            <w:noProof/>
          </w:rPr>
          <w:t>16.11.8</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16-77</w:t>
        </w:r>
        <w:r w:rsidR="001037E0" w:rsidRPr="001037E0">
          <w:rPr>
            <w:i w:val="0"/>
            <w:iCs w:val="0"/>
            <w:noProof/>
            <w:webHidden/>
          </w:rPr>
          <w:fldChar w:fldCharType="end"/>
        </w:r>
      </w:hyperlink>
    </w:p>
    <w:p w14:paraId="36C5ACF3" w14:textId="400D1322" w:rsidR="001037E0" w:rsidRPr="001037E0" w:rsidRDefault="00650C66">
      <w:pPr>
        <w:pStyle w:val="TOC2"/>
        <w:rPr>
          <w:rFonts w:eastAsiaTheme="minorEastAsia"/>
          <w:kern w:val="2"/>
          <w14:ligatures w14:val="standardContextual"/>
        </w:rPr>
      </w:pPr>
      <w:hyperlink w:anchor="_Toc175159195" w:history="1">
        <w:r w:rsidR="001037E0" w:rsidRPr="001037E0">
          <w:rPr>
            <w:rStyle w:val="Hyperlink"/>
          </w:rPr>
          <w:t>16.12</w:t>
        </w:r>
        <w:r w:rsidR="001037E0" w:rsidRPr="001037E0">
          <w:rPr>
            <w:rFonts w:eastAsiaTheme="minorEastAsia"/>
            <w:kern w:val="2"/>
            <w14:ligatures w14:val="standardContextual"/>
          </w:rPr>
          <w:tab/>
        </w:r>
        <w:r w:rsidR="001037E0" w:rsidRPr="001037E0">
          <w:rPr>
            <w:rStyle w:val="Hyperlink"/>
          </w:rPr>
          <w:t>User Security Administrator and Digital Certificates</w:t>
        </w:r>
        <w:r w:rsidR="001037E0" w:rsidRPr="001037E0">
          <w:rPr>
            <w:webHidden/>
          </w:rPr>
          <w:tab/>
        </w:r>
        <w:r w:rsidR="001037E0" w:rsidRPr="001037E0">
          <w:rPr>
            <w:webHidden/>
          </w:rPr>
          <w:fldChar w:fldCharType="begin"/>
        </w:r>
        <w:r w:rsidR="001037E0" w:rsidRPr="001037E0">
          <w:rPr>
            <w:webHidden/>
          </w:rPr>
          <w:instrText xml:space="preserve"> PAGEREF _Toc175159195 \h </w:instrText>
        </w:r>
        <w:r w:rsidR="001037E0" w:rsidRPr="001037E0">
          <w:rPr>
            <w:webHidden/>
          </w:rPr>
        </w:r>
        <w:r w:rsidR="001037E0" w:rsidRPr="001037E0">
          <w:rPr>
            <w:webHidden/>
          </w:rPr>
          <w:fldChar w:fldCharType="separate"/>
        </w:r>
        <w:r>
          <w:rPr>
            <w:webHidden/>
          </w:rPr>
          <w:t>16-78</w:t>
        </w:r>
        <w:r w:rsidR="001037E0" w:rsidRPr="001037E0">
          <w:rPr>
            <w:webHidden/>
          </w:rPr>
          <w:fldChar w:fldCharType="end"/>
        </w:r>
      </w:hyperlink>
    </w:p>
    <w:p w14:paraId="5888B494" w14:textId="032BDEAF" w:rsidR="001037E0" w:rsidRPr="001037E0" w:rsidRDefault="00650C66">
      <w:pPr>
        <w:pStyle w:val="TOC3"/>
        <w:rPr>
          <w:rFonts w:eastAsiaTheme="minorEastAsia"/>
          <w:i w:val="0"/>
          <w:iCs w:val="0"/>
          <w:noProof/>
          <w:kern w:val="2"/>
          <w14:ligatures w14:val="standardContextual"/>
        </w:rPr>
      </w:pPr>
      <w:hyperlink w:anchor="_Toc175159196" w:history="1">
        <w:r w:rsidR="001037E0" w:rsidRPr="001037E0">
          <w:rPr>
            <w:rStyle w:val="Hyperlink"/>
            <w:i w:val="0"/>
            <w:iCs w:val="0"/>
            <w:noProof/>
          </w:rPr>
          <w:t>16.12.1</w:t>
        </w:r>
        <w:r w:rsidR="001037E0" w:rsidRPr="001037E0">
          <w:rPr>
            <w:rFonts w:eastAsiaTheme="minorEastAsia"/>
            <w:i w:val="0"/>
            <w:iCs w:val="0"/>
            <w:noProof/>
            <w:kern w:val="2"/>
            <w14:ligatures w14:val="standardContextual"/>
          </w:rPr>
          <w:tab/>
        </w:r>
        <w:r w:rsidR="001037E0" w:rsidRPr="001037E0">
          <w:rPr>
            <w:rStyle w:val="Hyperlink"/>
            <w:i w:val="0"/>
            <w:iCs w:val="0"/>
            <w:noProof/>
          </w:rPr>
          <w:t>USA Responsibilities and Qualifications for Digital Certificate Holders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16-79</w:t>
        </w:r>
        <w:r w:rsidR="001037E0" w:rsidRPr="001037E0">
          <w:rPr>
            <w:i w:val="0"/>
            <w:iCs w:val="0"/>
            <w:noProof/>
            <w:webHidden/>
          </w:rPr>
          <w:fldChar w:fldCharType="end"/>
        </w:r>
      </w:hyperlink>
    </w:p>
    <w:p w14:paraId="0F84647D" w14:textId="0DD166F4" w:rsidR="001037E0" w:rsidRPr="001037E0" w:rsidRDefault="00650C66">
      <w:pPr>
        <w:pStyle w:val="TOC3"/>
        <w:rPr>
          <w:rFonts w:eastAsiaTheme="minorEastAsia"/>
          <w:i w:val="0"/>
          <w:iCs w:val="0"/>
          <w:noProof/>
          <w:kern w:val="2"/>
          <w14:ligatures w14:val="standardContextual"/>
        </w:rPr>
      </w:pPr>
      <w:hyperlink w:anchor="_Toc175159197" w:history="1">
        <w:r w:rsidR="001037E0" w:rsidRPr="001037E0">
          <w:rPr>
            <w:rStyle w:val="Hyperlink"/>
            <w:i w:val="0"/>
            <w:iCs w:val="0"/>
            <w:noProof/>
          </w:rPr>
          <w:t>16.12.2</w:t>
        </w:r>
        <w:r w:rsidR="001037E0" w:rsidRPr="001037E0">
          <w:rPr>
            <w:rFonts w:eastAsiaTheme="minorEastAsia"/>
            <w:i w:val="0"/>
            <w:iCs w:val="0"/>
            <w:noProof/>
            <w:kern w:val="2"/>
            <w14:ligatures w14:val="standardContextual"/>
          </w:rPr>
          <w:tab/>
        </w:r>
        <w:r w:rsidR="001037E0" w:rsidRPr="001037E0">
          <w:rPr>
            <w:rStyle w:val="Hyperlink"/>
            <w:i w:val="0"/>
            <w:iCs w:val="0"/>
            <w:noProof/>
          </w:rPr>
          <w:t>Requirements for Use of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16-81</w:t>
        </w:r>
        <w:r w:rsidR="001037E0" w:rsidRPr="001037E0">
          <w:rPr>
            <w:i w:val="0"/>
            <w:iCs w:val="0"/>
            <w:noProof/>
            <w:webHidden/>
          </w:rPr>
          <w:fldChar w:fldCharType="end"/>
        </w:r>
      </w:hyperlink>
    </w:p>
    <w:p w14:paraId="650FD744" w14:textId="0A8B6425" w:rsidR="001037E0" w:rsidRPr="001037E0" w:rsidRDefault="00650C66">
      <w:pPr>
        <w:pStyle w:val="TOC3"/>
        <w:rPr>
          <w:rFonts w:eastAsiaTheme="minorEastAsia"/>
          <w:i w:val="0"/>
          <w:iCs w:val="0"/>
          <w:noProof/>
          <w:kern w:val="2"/>
          <w14:ligatures w14:val="standardContextual"/>
        </w:rPr>
      </w:pPr>
      <w:hyperlink w:anchor="_Toc175159198" w:history="1">
        <w:r w:rsidR="001037E0" w:rsidRPr="001037E0">
          <w:rPr>
            <w:rStyle w:val="Hyperlink"/>
            <w:i w:val="0"/>
            <w:iCs w:val="0"/>
            <w:noProof/>
          </w:rPr>
          <w:t>16.12.3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Audits of User Security Administrators and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16-81</w:t>
        </w:r>
        <w:r w:rsidR="001037E0" w:rsidRPr="001037E0">
          <w:rPr>
            <w:i w:val="0"/>
            <w:iCs w:val="0"/>
            <w:noProof/>
            <w:webHidden/>
          </w:rPr>
          <w:fldChar w:fldCharType="end"/>
        </w:r>
      </w:hyperlink>
    </w:p>
    <w:p w14:paraId="2BC22CF6" w14:textId="624E0DB5" w:rsidR="001037E0" w:rsidRPr="001037E0" w:rsidRDefault="00650C66">
      <w:pPr>
        <w:pStyle w:val="TOC2"/>
        <w:rPr>
          <w:rFonts w:eastAsiaTheme="minorEastAsia"/>
          <w:kern w:val="2"/>
          <w14:ligatures w14:val="standardContextual"/>
        </w:rPr>
      </w:pPr>
      <w:hyperlink w:anchor="_Toc175159199" w:history="1">
        <w:r w:rsidR="001037E0" w:rsidRPr="001037E0">
          <w:rPr>
            <w:rStyle w:val="Hyperlink"/>
          </w:rPr>
          <w:t>16.13</w:t>
        </w:r>
        <w:r w:rsidR="001037E0" w:rsidRPr="001037E0">
          <w:rPr>
            <w:rFonts w:eastAsiaTheme="minorEastAsia"/>
            <w:kern w:val="2"/>
            <w14:ligatures w14:val="standardContextual"/>
          </w:rPr>
          <w:tab/>
        </w:r>
        <w:r w:rsidR="001037E0" w:rsidRPr="001037E0">
          <w:rPr>
            <w:rStyle w:val="Hyperlink"/>
          </w:rPr>
          <w:t>Registration of Emergency Response Service Resources</w:t>
        </w:r>
        <w:r w:rsidR="001037E0" w:rsidRPr="001037E0">
          <w:rPr>
            <w:webHidden/>
          </w:rPr>
          <w:tab/>
        </w:r>
        <w:r w:rsidR="001037E0" w:rsidRPr="001037E0">
          <w:rPr>
            <w:webHidden/>
          </w:rPr>
          <w:fldChar w:fldCharType="begin"/>
        </w:r>
        <w:r w:rsidR="001037E0" w:rsidRPr="001037E0">
          <w:rPr>
            <w:webHidden/>
          </w:rPr>
          <w:instrText xml:space="preserve"> PAGEREF _Toc175159199 \h </w:instrText>
        </w:r>
        <w:r w:rsidR="001037E0" w:rsidRPr="001037E0">
          <w:rPr>
            <w:webHidden/>
          </w:rPr>
        </w:r>
        <w:r w:rsidR="001037E0" w:rsidRPr="001037E0">
          <w:rPr>
            <w:webHidden/>
          </w:rPr>
          <w:fldChar w:fldCharType="separate"/>
        </w:r>
        <w:r>
          <w:rPr>
            <w:webHidden/>
          </w:rPr>
          <w:t>16-83</w:t>
        </w:r>
        <w:r w:rsidR="001037E0" w:rsidRPr="001037E0">
          <w:rPr>
            <w:webHidden/>
          </w:rPr>
          <w:fldChar w:fldCharType="end"/>
        </w:r>
      </w:hyperlink>
    </w:p>
    <w:p w14:paraId="5343AA5D" w14:textId="31348673" w:rsidR="001037E0" w:rsidRPr="001037E0" w:rsidRDefault="00650C66">
      <w:pPr>
        <w:pStyle w:val="TOC2"/>
        <w:rPr>
          <w:rFonts w:eastAsiaTheme="minorEastAsia"/>
          <w:kern w:val="2"/>
          <w14:ligatures w14:val="standardContextual"/>
        </w:rPr>
      </w:pPr>
      <w:hyperlink w:anchor="_Toc175159200" w:history="1">
        <w:r w:rsidR="001037E0" w:rsidRPr="001037E0">
          <w:rPr>
            <w:rStyle w:val="Hyperlink"/>
          </w:rPr>
          <w:t>16.14</w:t>
        </w:r>
        <w:r w:rsidR="001037E0" w:rsidRPr="001037E0">
          <w:rPr>
            <w:rFonts w:eastAsiaTheme="minorEastAsia"/>
            <w:kern w:val="2"/>
            <w14:ligatures w14:val="standardContextual"/>
          </w:rPr>
          <w:tab/>
        </w:r>
        <w:r w:rsidR="001037E0" w:rsidRPr="001037E0">
          <w:rPr>
            <w:rStyle w:val="Hyperlink"/>
          </w:rPr>
          <w:t>Termination of Access Privileges to Restricted Computer Systems and Control Systems</w:t>
        </w:r>
        <w:r w:rsidR="001037E0" w:rsidRPr="001037E0">
          <w:rPr>
            <w:webHidden/>
          </w:rPr>
          <w:tab/>
        </w:r>
        <w:r w:rsidR="001037E0" w:rsidRPr="001037E0">
          <w:rPr>
            <w:webHidden/>
          </w:rPr>
          <w:fldChar w:fldCharType="begin"/>
        </w:r>
        <w:r w:rsidR="001037E0" w:rsidRPr="001037E0">
          <w:rPr>
            <w:webHidden/>
          </w:rPr>
          <w:instrText xml:space="preserve"> PAGEREF _Toc175159200 \h </w:instrText>
        </w:r>
        <w:r w:rsidR="001037E0" w:rsidRPr="001037E0">
          <w:rPr>
            <w:webHidden/>
          </w:rPr>
        </w:r>
        <w:r w:rsidR="001037E0" w:rsidRPr="001037E0">
          <w:rPr>
            <w:webHidden/>
          </w:rPr>
          <w:fldChar w:fldCharType="separate"/>
        </w:r>
        <w:r>
          <w:rPr>
            <w:webHidden/>
          </w:rPr>
          <w:t>16-83</w:t>
        </w:r>
        <w:r w:rsidR="001037E0" w:rsidRPr="001037E0">
          <w:rPr>
            <w:webHidden/>
          </w:rPr>
          <w:fldChar w:fldCharType="end"/>
        </w:r>
      </w:hyperlink>
    </w:p>
    <w:p w14:paraId="65EB992F" w14:textId="02A57B47" w:rsidR="001037E0" w:rsidRPr="001037E0" w:rsidRDefault="00650C66">
      <w:pPr>
        <w:pStyle w:val="TOC2"/>
        <w:rPr>
          <w:rFonts w:eastAsiaTheme="minorEastAsia"/>
          <w:kern w:val="2"/>
          <w14:ligatures w14:val="standardContextual"/>
        </w:rPr>
      </w:pPr>
      <w:hyperlink w:anchor="_Toc175159201" w:history="1">
        <w:r w:rsidR="001037E0" w:rsidRPr="001037E0">
          <w:rPr>
            <w:rStyle w:val="Hyperlink"/>
          </w:rPr>
          <w:t>16.15</w:t>
        </w:r>
        <w:r w:rsidR="001037E0" w:rsidRPr="001037E0">
          <w:rPr>
            <w:rFonts w:eastAsiaTheme="minorEastAsia"/>
            <w:kern w:val="2"/>
            <w14:ligatures w14:val="standardContextual"/>
          </w:rPr>
          <w:tab/>
        </w:r>
        <w:r w:rsidR="001037E0" w:rsidRPr="001037E0">
          <w:rPr>
            <w:rStyle w:val="Hyperlink"/>
          </w:rPr>
          <w:t>Registration of Independent Market Information System Registered Entity</w:t>
        </w:r>
        <w:r w:rsidR="001037E0" w:rsidRPr="001037E0">
          <w:rPr>
            <w:webHidden/>
          </w:rPr>
          <w:tab/>
        </w:r>
        <w:r w:rsidR="001037E0" w:rsidRPr="001037E0">
          <w:rPr>
            <w:webHidden/>
          </w:rPr>
          <w:fldChar w:fldCharType="begin"/>
        </w:r>
        <w:r w:rsidR="001037E0" w:rsidRPr="001037E0">
          <w:rPr>
            <w:webHidden/>
          </w:rPr>
          <w:instrText xml:space="preserve"> PAGEREF _Toc175159201 \h </w:instrText>
        </w:r>
        <w:r w:rsidR="001037E0" w:rsidRPr="001037E0">
          <w:rPr>
            <w:webHidden/>
          </w:rPr>
        </w:r>
        <w:r w:rsidR="001037E0" w:rsidRPr="001037E0">
          <w:rPr>
            <w:webHidden/>
          </w:rPr>
          <w:fldChar w:fldCharType="separate"/>
        </w:r>
        <w:r>
          <w:rPr>
            <w:webHidden/>
          </w:rPr>
          <w:t>16-84</w:t>
        </w:r>
        <w:r w:rsidR="001037E0" w:rsidRPr="001037E0">
          <w:rPr>
            <w:webHidden/>
          </w:rPr>
          <w:fldChar w:fldCharType="end"/>
        </w:r>
      </w:hyperlink>
    </w:p>
    <w:p w14:paraId="1A609364" w14:textId="7AB8B595" w:rsidR="001037E0" w:rsidRPr="001037E0" w:rsidRDefault="00650C66">
      <w:pPr>
        <w:pStyle w:val="TOC2"/>
        <w:rPr>
          <w:rFonts w:eastAsiaTheme="minorEastAsia"/>
          <w:kern w:val="2"/>
          <w14:ligatures w14:val="standardContextual"/>
        </w:rPr>
      </w:pPr>
      <w:hyperlink w:anchor="_Toc175159202" w:history="1">
        <w:r w:rsidR="001037E0" w:rsidRPr="001037E0">
          <w:rPr>
            <w:rStyle w:val="Hyperlink"/>
          </w:rPr>
          <w:t>16.16</w:t>
        </w:r>
        <w:r w:rsidR="001037E0" w:rsidRPr="001037E0">
          <w:rPr>
            <w:rFonts w:eastAsiaTheme="minorEastAsia"/>
            <w:kern w:val="2"/>
            <w14:ligatures w14:val="standardContextual"/>
          </w:rPr>
          <w:tab/>
        </w:r>
        <w:r w:rsidR="001037E0" w:rsidRPr="001037E0">
          <w:rPr>
            <w:rStyle w:val="Hyperlink"/>
          </w:rPr>
          <w:t>Additional Counter-Party Qualification Requirements</w:t>
        </w:r>
        <w:r w:rsidR="001037E0" w:rsidRPr="001037E0">
          <w:rPr>
            <w:webHidden/>
          </w:rPr>
          <w:tab/>
        </w:r>
        <w:r w:rsidR="001037E0" w:rsidRPr="001037E0">
          <w:rPr>
            <w:webHidden/>
          </w:rPr>
          <w:fldChar w:fldCharType="begin"/>
        </w:r>
        <w:r w:rsidR="001037E0" w:rsidRPr="001037E0">
          <w:rPr>
            <w:webHidden/>
          </w:rPr>
          <w:instrText xml:space="preserve"> PAGEREF _Toc175159202 \h </w:instrText>
        </w:r>
        <w:r w:rsidR="001037E0" w:rsidRPr="001037E0">
          <w:rPr>
            <w:webHidden/>
          </w:rPr>
        </w:r>
        <w:r w:rsidR="001037E0" w:rsidRPr="001037E0">
          <w:rPr>
            <w:webHidden/>
          </w:rPr>
          <w:fldChar w:fldCharType="separate"/>
        </w:r>
        <w:r>
          <w:rPr>
            <w:webHidden/>
          </w:rPr>
          <w:t>16-85</w:t>
        </w:r>
        <w:r w:rsidR="001037E0" w:rsidRPr="001037E0">
          <w:rPr>
            <w:webHidden/>
          </w:rPr>
          <w:fldChar w:fldCharType="end"/>
        </w:r>
      </w:hyperlink>
    </w:p>
    <w:p w14:paraId="06032BB6" w14:textId="05B8E306" w:rsidR="001037E0" w:rsidRPr="001037E0" w:rsidRDefault="00650C66">
      <w:pPr>
        <w:pStyle w:val="TOC3"/>
        <w:rPr>
          <w:rFonts w:eastAsiaTheme="minorEastAsia"/>
          <w:i w:val="0"/>
          <w:iCs w:val="0"/>
          <w:noProof/>
          <w:kern w:val="2"/>
          <w14:ligatures w14:val="standardContextual"/>
        </w:rPr>
      </w:pPr>
      <w:hyperlink w:anchor="_Toc175159203" w:history="1">
        <w:r w:rsidR="001037E0" w:rsidRPr="001037E0">
          <w:rPr>
            <w:rStyle w:val="Hyperlink"/>
            <w:i w:val="0"/>
            <w:iCs w:val="0"/>
            <w:noProof/>
          </w:rPr>
          <w:t>16.16.1</w:t>
        </w:r>
        <w:r w:rsidR="001037E0" w:rsidRPr="001037E0">
          <w:rPr>
            <w:rFonts w:eastAsiaTheme="minorEastAsia"/>
            <w:i w:val="0"/>
            <w:iCs w:val="0"/>
            <w:noProof/>
            <w:kern w:val="2"/>
            <w14:ligatures w14:val="standardContextual"/>
          </w:rPr>
          <w:tab/>
        </w:r>
        <w:r w:rsidR="001037E0" w:rsidRPr="001037E0">
          <w:rPr>
            <w:rStyle w:val="Hyperlink"/>
            <w:i w:val="0"/>
            <w:iCs w:val="0"/>
            <w:noProof/>
          </w:rPr>
          <w:t>Counter-Party Criteria</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16-85</w:t>
        </w:r>
        <w:r w:rsidR="001037E0" w:rsidRPr="001037E0">
          <w:rPr>
            <w:i w:val="0"/>
            <w:iCs w:val="0"/>
            <w:noProof/>
            <w:webHidden/>
          </w:rPr>
          <w:fldChar w:fldCharType="end"/>
        </w:r>
      </w:hyperlink>
    </w:p>
    <w:p w14:paraId="42B0AA6D" w14:textId="130AB840" w:rsidR="001037E0" w:rsidRPr="001037E0" w:rsidRDefault="00650C66">
      <w:pPr>
        <w:pStyle w:val="TOC3"/>
        <w:rPr>
          <w:rFonts w:eastAsiaTheme="minorEastAsia"/>
          <w:i w:val="0"/>
          <w:iCs w:val="0"/>
          <w:noProof/>
          <w:kern w:val="2"/>
          <w14:ligatures w14:val="standardContextual"/>
        </w:rPr>
      </w:pPr>
      <w:hyperlink w:anchor="_Toc175159204" w:history="1">
        <w:r w:rsidR="001037E0" w:rsidRPr="001037E0">
          <w:rPr>
            <w:rStyle w:val="Hyperlink"/>
            <w:i w:val="0"/>
            <w:iCs w:val="0"/>
            <w:noProof/>
          </w:rPr>
          <w:t>16.16.2</w:t>
        </w:r>
        <w:r w:rsidR="001037E0" w:rsidRPr="001037E0">
          <w:rPr>
            <w:rFonts w:eastAsiaTheme="minorEastAsia"/>
            <w:i w:val="0"/>
            <w:iCs w:val="0"/>
            <w:noProof/>
            <w:kern w:val="2"/>
            <w14:ligatures w14:val="standardContextual"/>
          </w:rPr>
          <w:tab/>
        </w:r>
        <w:r w:rsidR="001037E0" w:rsidRPr="001037E0">
          <w:rPr>
            <w:rStyle w:val="Hyperlink"/>
            <w:i w:val="0"/>
            <w:iCs w:val="0"/>
            <w:noProof/>
          </w:rPr>
          <w:t>Annual Certification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16-86</w:t>
        </w:r>
        <w:r w:rsidR="001037E0" w:rsidRPr="001037E0">
          <w:rPr>
            <w:i w:val="0"/>
            <w:iCs w:val="0"/>
            <w:noProof/>
            <w:webHidden/>
          </w:rPr>
          <w:fldChar w:fldCharType="end"/>
        </w:r>
      </w:hyperlink>
    </w:p>
    <w:p w14:paraId="0E86F21D" w14:textId="54C52F80" w:rsidR="001037E0" w:rsidRPr="001037E0" w:rsidRDefault="00650C66">
      <w:pPr>
        <w:pStyle w:val="TOC3"/>
        <w:rPr>
          <w:rFonts w:eastAsiaTheme="minorEastAsia"/>
          <w:i w:val="0"/>
          <w:iCs w:val="0"/>
          <w:noProof/>
          <w:kern w:val="2"/>
          <w14:ligatures w14:val="standardContextual"/>
        </w:rPr>
      </w:pPr>
      <w:hyperlink w:anchor="_Toc175159205" w:history="1">
        <w:r w:rsidR="001037E0" w:rsidRPr="001037E0">
          <w:rPr>
            <w:rStyle w:val="Hyperlink"/>
            <w:i w:val="0"/>
            <w:iCs w:val="0"/>
            <w:noProof/>
          </w:rPr>
          <w:t>16.16.3</w:t>
        </w:r>
        <w:r w:rsidR="001037E0" w:rsidRPr="001037E0">
          <w:rPr>
            <w:rFonts w:eastAsiaTheme="minorEastAsia"/>
            <w:i w:val="0"/>
            <w:iCs w:val="0"/>
            <w:noProof/>
            <w:kern w:val="2"/>
            <w14:ligatures w14:val="standardContextual"/>
          </w:rPr>
          <w:tab/>
        </w:r>
        <w:r w:rsidR="001037E0" w:rsidRPr="001037E0">
          <w:rPr>
            <w:rStyle w:val="Hyperlink"/>
            <w:i w:val="0"/>
            <w:iCs w:val="0"/>
            <w:noProof/>
          </w:rPr>
          <w:t>Verification of Risk Management Framework</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16-87</w:t>
        </w:r>
        <w:r w:rsidR="001037E0" w:rsidRPr="001037E0">
          <w:rPr>
            <w:i w:val="0"/>
            <w:iCs w:val="0"/>
            <w:noProof/>
            <w:webHidden/>
          </w:rPr>
          <w:fldChar w:fldCharType="end"/>
        </w:r>
      </w:hyperlink>
    </w:p>
    <w:p w14:paraId="6A030631" w14:textId="04E1005C" w:rsidR="001037E0" w:rsidRPr="001037E0" w:rsidRDefault="00650C66">
      <w:pPr>
        <w:pStyle w:val="TOC2"/>
        <w:rPr>
          <w:rFonts w:eastAsiaTheme="minorEastAsia"/>
          <w:kern w:val="2"/>
          <w14:ligatures w14:val="standardContextual"/>
        </w:rPr>
      </w:pPr>
      <w:hyperlink w:anchor="_Toc175159206" w:history="1">
        <w:r w:rsidR="001037E0" w:rsidRPr="001037E0">
          <w:rPr>
            <w:rStyle w:val="Hyperlink"/>
          </w:rPr>
          <w:t>16.17</w:t>
        </w:r>
        <w:r w:rsidR="001037E0" w:rsidRPr="001037E0">
          <w:rPr>
            <w:rFonts w:eastAsiaTheme="minorEastAsia"/>
            <w:kern w:val="2"/>
            <w14:ligatures w14:val="standardContextual"/>
          </w:rPr>
          <w:tab/>
        </w:r>
        <w:r w:rsidR="001037E0" w:rsidRPr="001037E0">
          <w:rPr>
            <w:rStyle w:val="Hyperlink"/>
          </w:rPr>
          <w:t>Exemption for Qualified Scheduling Entities Participating Only in Emergency Response Service</w:t>
        </w:r>
        <w:r w:rsidR="001037E0" w:rsidRPr="001037E0">
          <w:rPr>
            <w:webHidden/>
          </w:rPr>
          <w:tab/>
        </w:r>
        <w:r w:rsidR="001037E0" w:rsidRPr="001037E0">
          <w:rPr>
            <w:webHidden/>
          </w:rPr>
          <w:fldChar w:fldCharType="begin"/>
        </w:r>
        <w:r w:rsidR="001037E0" w:rsidRPr="001037E0">
          <w:rPr>
            <w:webHidden/>
          </w:rPr>
          <w:instrText xml:space="preserve"> PAGEREF _Toc175159206 \h </w:instrText>
        </w:r>
        <w:r w:rsidR="001037E0" w:rsidRPr="001037E0">
          <w:rPr>
            <w:webHidden/>
          </w:rPr>
        </w:r>
        <w:r w:rsidR="001037E0" w:rsidRPr="001037E0">
          <w:rPr>
            <w:webHidden/>
          </w:rPr>
          <w:fldChar w:fldCharType="separate"/>
        </w:r>
        <w:r>
          <w:rPr>
            <w:webHidden/>
          </w:rPr>
          <w:t>16-89</w:t>
        </w:r>
        <w:r w:rsidR="001037E0" w:rsidRPr="001037E0">
          <w:rPr>
            <w:webHidden/>
          </w:rPr>
          <w:fldChar w:fldCharType="end"/>
        </w:r>
      </w:hyperlink>
    </w:p>
    <w:p w14:paraId="111186D5" w14:textId="7487C700" w:rsidR="001037E0" w:rsidRPr="001037E0" w:rsidRDefault="00650C66">
      <w:pPr>
        <w:pStyle w:val="TOC2"/>
        <w:rPr>
          <w:rFonts w:eastAsiaTheme="minorEastAsia"/>
          <w:kern w:val="2"/>
          <w14:ligatures w14:val="standardContextual"/>
        </w:rPr>
      </w:pPr>
      <w:hyperlink w:anchor="_Toc175159207" w:history="1">
        <w:r w:rsidR="001037E0" w:rsidRPr="001037E0">
          <w:rPr>
            <w:rStyle w:val="Hyperlink"/>
          </w:rPr>
          <w:t>16.18</w:t>
        </w:r>
        <w:r w:rsidR="001037E0" w:rsidRPr="001037E0">
          <w:rPr>
            <w:rFonts w:eastAsiaTheme="minorEastAsia"/>
            <w:kern w:val="2"/>
            <w14:ligatures w14:val="standardContextual"/>
          </w:rPr>
          <w:tab/>
        </w:r>
        <w:r w:rsidR="001037E0" w:rsidRPr="001037E0">
          <w:rPr>
            <w:rStyle w:val="Hyperlink"/>
          </w:rPr>
          <w:t>Registration of a Direct Current Tie Operator</w:t>
        </w:r>
        <w:r w:rsidR="001037E0" w:rsidRPr="001037E0">
          <w:rPr>
            <w:webHidden/>
          </w:rPr>
          <w:tab/>
        </w:r>
        <w:r w:rsidR="001037E0" w:rsidRPr="001037E0">
          <w:rPr>
            <w:webHidden/>
          </w:rPr>
          <w:fldChar w:fldCharType="begin"/>
        </w:r>
        <w:r w:rsidR="001037E0" w:rsidRPr="001037E0">
          <w:rPr>
            <w:webHidden/>
          </w:rPr>
          <w:instrText xml:space="preserve"> PAGEREF _Toc175159207 \h </w:instrText>
        </w:r>
        <w:r w:rsidR="001037E0" w:rsidRPr="001037E0">
          <w:rPr>
            <w:webHidden/>
          </w:rPr>
        </w:r>
        <w:r w:rsidR="001037E0" w:rsidRPr="001037E0">
          <w:rPr>
            <w:webHidden/>
          </w:rPr>
          <w:fldChar w:fldCharType="separate"/>
        </w:r>
        <w:r>
          <w:rPr>
            <w:webHidden/>
          </w:rPr>
          <w:t>16-90</w:t>
        </w:r>
        <w:r w:rsidR="001037E0" w:rsidRPr="001037E0">
          <w:rPr>
            <w:webHidden/>
          </w:rPr>
          <w:fldChar w:fldCharType="end"/>
        </w:r>
      </w:hyperlink>
    </w:p>
    <w:p w14:paraId="694B0D74" w14:textId="62109029" w:rsidR="001037E0" w:rsidRPr="001037E0" w:rsidRDefault="00650C66">
      <w:pPr>
        <w:pStyle w:val="TOC2"/>
        <w:rPr>
          <w:rFonts w:eastAsiaTheme="minorEastAsia"/>
          <w:kern w:val="2"/>
          <w14:ligatures w14:val="standardContextual"/>
        </w:rPr>
      </w:pPr>
      <w:hyperlink w:anchor="_Toc175159209" w:history="1">
        <w:r w:rsidR="001037E0" w:rsidRPr="001037E0">
          <w:rPr>
            <w:rStyle w:val="Hyperlink"/>
            <w:snapToGrid w:val="0"/>
          </w:rPr>
          <w:t>16.19</w:t>
        </w:r>
        <w:r w:rsidR="001037E0" w:rsidRPr="001037E0">
          <w:rPr>
            <w:rFonts w:eastAsiaTheme="minorEastAsia"/>
            <w:kern w:val="2"/>
            <w14:ligatures w14:val="standardContextual"/>
          </w:rPr>
          <w:tab/>
        </w:r>
        <w:r w:rsidR="001037E0" w:rsidRPr="001037E0">
          <w:rPr>
            <w:rStyle w:val="Hyperlink"/>
          </w:rPr>
          <w:t>Designation</w:t>
        </w:r>
        <w:r w:rsidR="001037E0" w:rsidRPr="001037E0">
          <w:rPr>
            <w:rStyle w:val="Hyperlink"/>
            <w:snapToGrid w:val="0"/>
          </w:rPr>
          <w:t xml:space="preserve"> of Transmission Operators</w:t>
        </w:r>
        <w:r w:rsidR="001037E0" w:rsidRPr="001037E0">
          <w:rPr>
            <w:webHidden/>
          </w:rPr>
          <w:tab/>
        </w:r>
        <w:r w:rsidR="001037E0" w:rsidRPr="001037E0">
          <w:rPr>
            <w:webHidden/>
          </w:rPr>
          <w:fldChar w:fldCharType="begin"/>
        </w:r>
        <w:r w:rsidR="001037E0" w:rsidRPr="001037E0">
          <w:rPr>
            <w:webHidden/>
          </w:rPr>
          <w:instrText xml:space="preserve"> PAGEREF _Toc175159209 \h </w:instrText>
        </w:r>
        <w:r w:rsidR="001037E0" w:rsidRPr="001037E0">
          <w:rPr>
            <w:webHidden/>
          </w:rPr>
        </w:r>
        <w:r w:rsidR="001037E0" w:rsidRPr="001037E0">
          <w:rPr>
            <w:webHidden/>
          </w:rPr>
          <w:fldChar w:fldCharType="separate"/>
        </w:r>
        <w:r>
          <w:rPr>
            <w:webHidden/>
          </w:rPr>
          <w:t>16-92</w:t>
        </w:r>
        <w:r w:rsidR="001037E0" w:rsidRPr="001037E0">
          <w:rPr>
            <w:webHidden/>
          </w:rPr>
          <w:fldChar w:fldCharType="end"/>
        </w:r>
      </w:hyperlink>
    </w:p>
    <w:p w14:paraId="5217AED2" w14:textId="3E165D9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7515909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7515910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7515910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75159102"/>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75159103"/>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75159104"/>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75159105"/>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75159106"/>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75159107"/>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75159108"/>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75159109"/>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75159110"/>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75159111"/>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75159112"/>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75159113"/>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75159114"/>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75159115"/>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75159116"/>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75159117"/>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75159118"/>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75159119"/>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75159120"/>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75159121"/>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7515912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75159123"/>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75159124"/>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75159125"/>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75159126"/>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75159127"/>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75159128"/>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75159129"/>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75159130"/>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75159131"/>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75159132"/>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75159133"/>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75159134"/>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64" w:name="_Toc390438940"/>
      <w:bookmarkStart w:id="265" w:name="_Toc405897637"/>
      <w:bookmarkStart w:id="266" w:name="_Toc415055741"/>
      <w:bookmarkStart w:id="267" w:name="_Toc415055867"/>
      <w:bookmarkStart w:id="268" w:name="_Toc415055966"/>
      <w:bookmarkStart w:id="26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70" w:name="_Toc175159135"/>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75159136"/>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75159137"/>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75159138"/>
      <w:r w:rsidRPr="00D63F95">
        <w:rPr>
          <w:b/>
        </w:rPr>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75159139"/>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75159140"/>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75159141"/>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75159142"/>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75159143"/>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498948F4" w:rsidR="000E4B76"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w:t>
      </w:r>
      <w:r w:rsidR="00AA3583">
        <w:rPr>
          <w:color w:val="000000"/>
        </w:rPr>
        <w:t xml:space="preserve"> (CDR)</w:t>
      </w:r>
      <w:r w:rsidR="00AF4A46">
        <w:rPr>
          <w:color w:val="000000"/>
        </w:rPr>
        <w:t xml:space="preserve"> and other planning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4B76" w14:paraId="3513FD17" w14:textId="77777777" w:rsidTr="00744AC0">
        <w:tc>
          <w:tcPr>
            <w:tcW w:w="9445" w:type="dxa"/>
            <w:tcBorders>
              <w:top w:val="single" w:sz="4" w:space="0" w:color="auto"/>
              <w:left w:val="single" w:sz="4" w:space="0" w:color="auto"/>
              <w:bottom w:val="single" w:sz="4" w:space="0" w:color="auto"/>
              <w:right w:val="single" w:sz="4" w:space="0" w:color="auto"/>
            </w:tcBorders>
            <w:shd w:val="clear" w:color="auto" w:fill="D9D9D9"/>
          </w:tcPr>
          <w:p w14:paraId="5013913D" w14:textId="77777777" w:rsidR="000E4B76" w:rsidRPr="00A91E88" w:rsidRDefault="000E4B76" w:rsidP="00744AC0">
            <w:pPr>
              <w:spacing w:before="120" w:after="240"/>
              <w:rPr>
                <w:b/>
                <w:i/>
              </w:rPr>
            </w:pPr>
            <w:r w:rsidRPr="00A91E88">
              <w:rPr>
                <w:b/>
                <w:i/>
              </w:rPr>
              <w:t>[NPRR1219:  Replace paragraph (2) above with the following no sooner than January 1, 2025:]</w:t>
            </w:r>
          </w:p>
          <w:p w14:paraId="19B7A3CF" w14:textId="6EAE3C61" w:rsidR="000E4B76" w:rsidRPr="00BE0229" w:rsidRDefault="000E4B76" w:rsidP="00744AC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w:t>
            </w:r>
            <w:r>
              <w:rPr>
                <w:color w:val="000000"/>
              </w:rPr>
              <w:lastRenderedPageBreak/>
              <w:t xml:space="preserve">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w:t>
            </w:r>
            <w:r w:rsidR="00AA3583">
              <w:rPr>
                <w:color w:val="000000"/>
              </w:rPr>
              <w:t xml:space="preserve"> (CDR)</w:t>
            </w:r>
            <w:r>
              <w:rPr>
                <w:color w:val="000000"/>
              </w:rPr>
              <w:t xml:space="preserve"> and other planning purposes. </w:t>
            </w:r>
            <w:r w:rsidR="007E46F8">
              <w:rPr>
                <w:color w:val="000000"/>
              </w:rPr>
              <w:t xml:space="preserve"> </w:t>
            </w:r>
            <w:r>
              <w:rPr>
                <w:color w:val="000000"/>
              </w:rPr>
              <w:t xml:space="preserve">The </w:t>
            </w:r>
            <w:r w:rsidRPr="004A30B1">
              <w:rPr>
                <w:color w:val="000000"/>
              </w:rPr>
              <w:t>SWGR</w:t>
            </w:r>
            <w:r>
              <w:rPr>
                <w:color w:val="000000"/>
              </w:rPr>
              <w:t xml:space="preserve"> information reporting form is located on the ERCOT website.</w:t>
            </w:r>
          </w:p>
        </w:tc>
      </w:tr>
    </w:tbl>
    <w:p w14:paraId="50D432B4" w14:textId="77777777" w:rsidR="00FC1C5F" w:rsidRDefault="00727E32" w:rsidP="001A683A">
      <w:pPr>
        <w:pStyle w:val="H2"/>
        <w:spacing w:before="480"/>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75159144"/>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75159145"/>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75159146"/>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75159147"/>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 xml:space="preserve">Section 23, Form A, Congestion Revenue Right (CRR) Account Holder Application for Registration) for qualification, including any applicable fee, any necessary disclosures, and designation of Authorized Representatives, each of whom is </w:t>
      </w:r>
      <w:r w:rsidR="00400902">
        <w:lastRenderedPageBreak/>
        <w:t>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lastRenderedPageBreak/>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lastRenderedPageBreak/>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75159148"/>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75159149"/>
      <w:bookmarkEnd w:id="375"/>
      <w:r w:rsidRPr="00D63F95">
        <w:rPr>
          <w:b/>
        </w:rPr>
        <w:lastRenderedPageBreak/>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75159150"/>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75159151"/>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 xml:space="preserve">If ERCOT rejects a CRR Account Holder application, ERCOT shall send the applicant a rejection letter explaining the grounds upon which ERCOT rejected the CRR Account </w:t>
      </w:r>
      <w:r>
        <w:lastRenderedPageBreak/>
        <w:t>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75159152"/>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75159153"/>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lastRenderedPageBreak/>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75159154"/>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75159155"/>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75159156"/>
      <w:bookmarkStart w:id="438" w:name="_Toc69636432"/>
      <w:bookmarkStart w:id="439" w:name="_Toc71369201"/>
      <w:bookmarkStart w:id="440" w:name="_Toc71539416"/>
      <w:bookmarkEnd w:id="422"/>
      <w:bookmarkEnd w:id="423"/>
      <w:r w:rsidRPr="0002450E">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75159157"/>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w:t>
      </w:r>
      <w:r w:rsidR="005C04D0" w:rsidRPr="00593C45">
        <w:lastRenderedPageBreak/>
        <w:t>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75159158"/>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75159159"/>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lastRenderedPageBreak/>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75159160"/>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75159161"/>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lastRenderedPageBreak/>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75159162"/>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75159163"/>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lastRenderedPageBreak/>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90581219"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90581220"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90581221"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90581222"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75159164"/>
      <w:r w:rsidRPr="004F59D3">
        <w:rPr>
          <w:b/>
        </w:rPr>
        <w:lastRenderedPageBreak/>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75159165"/>
      <w:r w:rsidRPr="0002450E">
        <w:rPr>
          <w:b/>
          <w:bCs/>
        </w:rPr>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lastRenderedPageBreak/>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w:t>
            </w:r>
            <w:r>
              <w:lastRenderedPageBreak/>
              <w:t xml:space="preserve">(ESI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75159166"/>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75159167"/>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75159168"/>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75159169"/>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75159170"/>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75159171"/>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75159172"/>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75159173"/>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75159174"/>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75159175"/>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75159176"/>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75159177"/>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75159178"/>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75159179"/>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75159180"/>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75159181"/>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75159182"/>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9" w:name="_Toc70591655"/>
      <w:bookmarkStart w:id="620" w:name="_Toc175159184"/>
      <w:r>
        <w:lastRenderedPageBreak/>
        <w:t>16.11.6.1.6</w:t>
      </w:r>
      <w:r>
        <w:tab/>
        <w:t>Revocation of a Market Participant’s Rights and Termination of Agreements</w:t>
      </w:r>
      <w:bookmarkEnd w:id="607"/>
      <w:bookmarkEnd w:id="608"/>
      <w:bookmarkEnd w:id="609"/>
      <w:bookmarkEnd w:id="610"/>
      <w:bookmarkEnd w:id="611"/>
      <w:bookmarkEnd w:id="612"/>
      <w:bookmarkEnd w:id="619"/>
      <w:bookmarkEnd w:id="620"/>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1" w:name="_Toc390438984"/>
      <w:bookmarkStart w:id="622" w:name="_Toc405897687"/>
      <w:bookmarkStart w:id="623" w:name="_Toc415055787"/>
      <w:bookmarkStart w:id="624" w:name="_Toc415055913"/>
      <w:bookmarkStart w:id="625" w:name="_Toc415056012"/>
      <w:bookmarkStart w:id="626" w:name="_Toc415056112"/>
      <w:bookmarkStart w:id="627" w:name="_Toc175159185"/>
      <w:r w:rsidRPr="00D63F95">
        <w:rPr>
          <w:b/>
        </w:rPr>
        <w:t>16.11.6.2</w:t>
      </w:r>
      <w:r w:rsidRPr="00D63F95">
        <w:rPr>
          <w:b/>
        </w:rPr>
        <w:tab/>
        <w:t>ERCOT’s Remedies for Late Payments by a Market Participant</w:t>
      </w:r>
      <w:bookmarkEnd w:id="621"/>
      <w:bookmarkEnd w:id="622"/>
      <w:bookmarkEnd w:id="623"/>
      <w:bookmarkEnd w:id="624"/>
      <w:bookmarkEnd w:id="625"/>
      <w:bookmarkEnd w:id="626"/>
      <w:bookmarkEnd w:id="627"/>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8" w:name="_Toc390438986"/>
      <w:bookmarkStart w:id="629" w:name="_Toc405897691"/>
      <w:bookmarkStart w:id="630" w:name="_Toc415055789"/>
      <w:bookmarkStart w:id="631" w:name="_Toc415055915"/>
      <w:bookmarkStart w:id="632" w:name="_Toc415056014"/>
      <w:bookmarkStart w:id="633" w:name="_Toc415056114"/>
      <w:bookmarkStart w:id="634" w:name="_Toc175159186"/>
      <w:r>
        <w:t>16.11.6.2.</w:t>
      </w:r>
      <w:r w:rsidR="002F409F">
        <w:t>1</w:t>
      </w:r>
      <w:r>
        <w:tab/>
      </w:r>
      <w:r w:rsidR="002F409F">
        <w:t>First</w:t>
      </w:r>
      <w:r>
        <w:t xml:space="preserve"> Late Payment in Any Rolling 12-Month Period</w:t>
      </w:r>
      <w:bookmarkEnd w:id="628"/>
      <w:bookmarkEnd w:id="629"/>
      <w:bookmarkEnd w:id="630"/>
      <w:bookmarkEnd w:id="631"/>
      <w:bookmarkEnd w:id="632"/>
      <w:bookmarkEnd w:id="633"/>
      <w:bookmarkEnd w:id="634"/>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5" w:name="_Toc390438987"/>
      <w:bookmarkStart w:id="636" w:name="_Toc405897693"/>
      <w:bookmarkStart w:id="637" w:name="_Toc415055790"/>
      <w:bookmarkStart w:id="638" w:name="_Toc415055916"/>
      <w:bookmarkStart w:id="639" w:name="_Toc415056015"/>
      <w:bookmarkStart w:id="640" w:name="_Toc415056115"/>
      <w:bookmarkStart w:id="641" w:name="_Toc175159187"/>
      <w:r>
        <w:t>16.11.6.2.</w:t>
      </w:r>
      <w:r w:rsidR="002F409F">
        <w:t>2</w:t>
      </w:r>
      <w:r>
        <w:tab/>
      </w:r>
      <w:r w:rsidR="002F409F">
        <w:t>Second</w:t>
      </w:r>
      <w:r>
        <w:t xml:space="preserve"> Late Payment in Any Rolling 12-Month Period</w:t>
      </w:r>
      <w:bookmarkEnd w:id="635"/>
      <w:bookmarkEnd w:id="636"/>
      <w:bookmarkEnd w:id="637"/>
      <w:bookmarkEnd w:id="638"/>
      <w:bookmarkEnd w:id="639"/>
      <w:bookmarkEnd w:id="640"/>
      <w:bookmarkEnd w:id="641"/>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2" w:name="_Toc175159188"/>
      <w:bookmarkStart w:id="643" w:name="_Toc390438988"/>
      <w:bookmarkStart w:id="644" w:name="_Toc405897695"/>
      <w:bookmarkStart w:id="645" w:name="_Toc415055791"/>
      <w:bookmarkStart w:id="646" w:name="_Toc415055917"/>
      <w:bookmarkStart w:id="647" w:name="_Toc415056016"/>
      <w:bookmarkStart w:id="648" w:name="_Toc415056116"/>
      <w:r>
        <w:t>16.11.6.2.3</w:t>
      </w:r>
      <w:r>
        <w:tab/>
        <w:t>Third Late Payment in Any Rolling 12-Month Period</w:t>
      </w:r>
      <w:bookmarkEnd w:id="64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9" w:name="_Toc175159189"/>
      <w:r>
        <w:t>16.11.6.2.4</w:t>
      </w:r>
      <w:r>
        <w:tab/>
        <w:t>Fourth Late Payment in Any Rolling 12-Month Period</w:t>
      </w:r>
      <w:bookmarkEnd w:id="643"/>
      <w:bookmarkEnd w:id="644"/>
      <w:bookmarkEnd w:id="645"/>
      <w:bookmarkEnd w:id="646"/>
      <w:bookmarkEnd w:id="647"/>
      <w:bookmarkEnd w:id="648"/>
      <w:bookmarkEnd w:id="64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0" w:name="_Toc390438989"/>
      <w:bookmarkStart w:id="651" w:name="_Toc405897697"/>
      <w:bookmarkStart w:id="652" w:name="_Toc415055792"/>
      <w:bookmarkStart w:id="653" w:name="_Toc415055918"/>
      <w:bookmarkStart w:id="654" w:name="_Toc415056017"/>
      <w:bookmarkStart w:id="655" w:name="_Toc415056117"/>
      <w:bookmarkStart w:id="656" w:name="_Toc175159190"/>
      <w:r>
        <w:t>16.11.6.2.5</w:t>
      </w:r>
      <w:r>
        <w:tab/>
        <w:t>Level I Enforcement</w:t>
      </w:r>
      <w:bookmarkEnd w:id="650"/>
      <w:bookmarkEnd w:id="651"/>
      <w:bookmarkEnd w:id="652"/>
      <w:bookmarkEnd w:id="653"/>
      <w:bookmarkEnd w:id="654"/>
      <w:bookmarkEnd w:id="655"/>
      <w:bookmarkEnd w:id="656"/>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7" w:name="_Toc390438990"/>
      <w:bookmarkStart w:id="658" w:name="_Toc405897699"/>
      <w:bookmarkStart w:id="659" w:name="_Toc415055793"/>
      <w:bookmarkStart w:id="660" w:name="_Toc415055919"/>
      <w:bookmarkStart w:id="661" w:name="_Toc415056018"/>
      <w:bookmarkStart w:id="662" w:name="_Toc415056118"/>
      <w:bookmarkStart w:id="663" w:name="_Toc175159191"/>
      <w:r>
        <w:t>16.11.6.2.6</w:t>
      </w:r>
      <w:r>
        <w:tab/>
        <w:t>Level II Enforcement</w:t>
      </w:r>
      <w:bookmarkEnd w:id="657"/>
      <w:bookmarkEnd w:id="658"/>
      <w:bookmarkEnd w:id="659"/>
      <w:bookmarkEnd w:id="660"/>
      <w:bookmarkEnd w:id="661"/>
      <w:bookmarkEnd w:id="662"/>
      <w:bookmarkEnd w:id="663"/>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4" w:name="_Toc390438991"/>
      <w:bookmarkStart w:id="665" w:name="_Toc405897701"/>
      <w:bookmarkStart w:id="666" w:name="_Toc415055794"/>
      <w:bookmarkStart w:id="667" w:name="_Toc415055920"/>
      <w:bookmarkStart w:id="668" w:name="_Toc415056019"/>
      <w:bookmarkStart w:id="669" w:name="_Toc415056119"/>
      <w:bookmarkStart w:id="670" w:name="_Toc175159192"/>
      <w:r>
        <w:t>16.11.6.2.7</w:t>
      </w:r>
      <w:r>
        <w:tab/>
        <w:t>Level III Enforcement</w:t>
      </w:r>
      <w:bookmarkEnd w:id="664"/>
      <w:bookmarkEnd w:id="665"/>
      <w:bookmarkEnd w:id="666"/>
      <w:bookmarkEnd w:id="667"/>
      <w:bookmarkEnd w:id="668"/>
      <w:bookmarkEnd w:id="669"/>
      <w:bookmarkEnd w:id="670"/>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1" w:name="_Toc98060312"/>
      <w:bookmarkStart w:id="672" w:name="_Toc390438992"/>
      <w:bookmarkStart w:id="673" w:name="_Toc405897703"/>
      <w:bookmarkStart w:id="674" w:name="_Toc415055795"/>
      <w:bookmarkStart w:id="675" w:name="_Toc415055921"/>
      <w:bookmarkStart w:id="676" w:name="_Toc415056020"/>
      <w:bookmarkStart w:id="677" w:name="_Toc415056120"/>
      <w:bookmarkStart w:id="678" w:name="_Toc175159193"/>
      <w:r>
        <w:t>16.11.7</w:t>
      </w:r>
      <w:r>
        <w:tab/>
        <w:t>Release of Market Participant’s Financial Security Requirement</w:t>
      </w:r>
      <w:bookmarkEnd w:id="671"/>
      <w:bookmarkEnd w:id="672"/>
      <w:bookmarkEnd w:id="673"/>
      <w:bookmarkEnd w:id="674"/>
      <w:bookmarkEnd w:id="675"/>
      <w:bookmarkEnd w:id="676"/>
      <w:bookmarkEnd w:id="677"/>
      <w:bookmarkEnd w:id="678"/>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9" w:name="_Toc98060322"/>
            <w:bookmarkStart w:id="680" w:name="_Toc390438993"/>
            <w:bookmarkStart w:id="681" w:name="_Toc405897704"/>
            <w:bookmarkStart w:id="682" w:name="_Toc415055796"/>
            <w:bookmarkStart w:id="683" w:name="_Toc415055922"/>
            <w:bookmarkStart w:id="684" w:name="_Toc415056021"/>
            <w:bookmarkStart w:id="685"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6" w:name="_Toc175159194"/>
      <w:r>
        <w:t>16.11.8</w:t>
      </w:r>
      <w:r>
        <w:tab/>
        <w:t>Acceleration</w:t>
      </w:r>
      <w:bookmarkEnd w:id="679"/>
      <w:bookmarkEnd w:id="680"/>
      <w:bookmarkEnd w:id="681"/>
      <w:bookmarkEnd w:id="682"/>
      <w:bookmarkEnd w:id="683"/>
      <w:bookmarkEnd w:id="684"/>
      <w:bookmarkEnd w:id="685"/>
      <w:bookmarkEnd w:id="68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7" w:name="_Toc390438994"/>
      <w:bookmarkStart w:id="688" w:name="_Toc405897705"/>
      <w:bookmarkStart w:id="689" w:name="_Toc415055797"/>
      <w:bookmarkStart w:id="690" w:name="_Toc415055923"/>
      <w:bookmarkStart w:id="691" w:name="_Toc415056022"/>
      <w:bookmarkStart w:id="692" w:name="_Toc415056122"/>
      <w:bookmarkStart w:id="693" w:name="_Toc175159195"/>
      <w:r w:rsidRPr="002631D7">
        <w:rPr>
          <w:lang w:val="en-US" w:eastAsia="en-US"/>
        </w:rPr>
        <w:lastRenderedPageBreak/>
        <w:t>16.12</w:t>
      </w:r>
      <w:r w:rsidRPr="002631D7">
        <w:rPr>
          <w:lang w:val="en-US" w:eastAsia="en-US"/>
        </w:rPr>
        <w:tab/>
        <w:t>User Security Administrator and Digital Certificates</w:t>
      </w:r>
      <w:bookmarkEnd w:id="687"/>
      <w:bookmarkEnd w:id="688"/>
      <w:bookmarkEnd w:id="689"/>
      <w:bookmarkEnd w:id="690"/>
      <w:bookmarkEnd w:id="691"/>
      <w:bookmarkEnd w:id="692"/>
      <w:bookmarkEnd w:id="693"/>
    </w:p>
    <w:p w14:paraId="4FD49CDF" w14:textId="77777777" w:rsidR="00462B48" w:rsidRDefault="00462B48" w:rsidP="00462B48">
      <w:pPr>
        <w:pStyle w:val="H2"/>
        <w:tabs>
          <w:tab w:val="clear" w:pos="900"/>
        </w:tabs>
        <w:spacing w:before="0"/>
        <w:ind w:left="720" w:hanging="720"/>
        <w:outlineLvl w:val="9"/>
        <w:rPr>
          <w:b w:val="0"/>
        </w:rPr>
      </w:pPr>
      <w:bookmarkStart w:id="69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4"/>
    </w:p>
    <w:p w14:paraId="6A7269C2" w14:textId="77777777" w:rsidR="00FC1C5F" w:rsidRDefault="00727E32" w:rsidP="003E021A">
      <w:pPr>
        <w:pStyle w:val="H3"/>
      </w:pPr>
      <w:bookmarkStart w:id="695" w:name="_Toc390438995"/>
      <w:bookmarkStart w:id="696" w:name="_Toc405897706"/>
      <w:bookmarkStart w:id="697" w:name="_Toc415055798"/>
      <w:bookmarkStart w:id="698" w:name="_Toc415055924"/>
      <w:bookmarkStart w:id="699" w:name="_Toc415056023"/>
      <w:bookmarkStart w:id="700" w:name="_Toc415056123"/>
      <w:bookmarkStart w:id="701" w:name="_Toc175159196"/>
      <w:r>
        <w:t>16.12.1</w:t>
      </w:r>
      <w:r>
        <w:tab/>
        <w:t>USA Responsibilities and Qualifications for Digital Certificate Holders</w:t>
      </w:r>
      <w:bookmarkEnd w:id="695"/>
      <w:bookmarkEnd w:id="696"/>
      <w:bookmarkEnd w:id="697"/>
      <w:bookmarkEnd w:id="698"/>
      <w:bookmarkEnd w:id="699"/>
      <w:bookmarkEnd w:id="700"/>
      <w:bookmarkEnd w:id="70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2" w:name="_Toc390438996"/>
      <w:bookmarkStart w:id="703" w:name="_Toc405897707"/>
      <w:bookmarkStart w:id="704" w:name="_Toc415055799"/>
      <w:bookmarkStart w:id="705" w:name="_Toc415055925"/>
      <w:bookmarkStart w:id="706" w:name="_Toc415056024"/>
      <w:bookmarkStart w:id="707" w:name="_Toc415056124"/>
      <w:bookmarkStart w:id="708" w:name="_Toc175159197"/>
      <w:r>
        <w:t>16.12.2</w:t>
      </w:r>
      <w:r>
        <w:tab/>
        <w:t>Requirements for Use of Digital Certificates</w:t>
      </w:r>
      <w:bookmarkEnd w:id="702"/>
      <w:bookmarkEnd w:id="703"/>
      <w:bookmarkEnd w:id="704"/>
      <w:bookmarkEnd w:id="705"/>
      <w:bookmarkEnd w:id="706"/>
      <w:bookmarkEnd w:id="707"/>
      <w:bookmarkEnd w:id="70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9" w:name="_Toc390438997"/>
      <w:bookmarkStart w:id="710" w:name="_Toc405897708"/>
      <w:bookmarkStart w:id="711" w:name="_Toc415055800"/>
      <w:bookmarkStart w:id="712" w:name="_Toc415055926"/>
      <w:bookmarkStart w:id="713" w:name="_Toc415056025"/>
      <w:bookmarkStart w:id="714" w:name="_Toc415056125"/>
      <w:bookmarkStart w:id="715" w:name="_Toc175159198"/>
      <w:r>
        <w:t>16.12.3</w:t>
      </w:r>
      <w:r>
        <w:tab/>
        <w:t>Market Participant Audits of User Security Administrators and Digital Certificates</w:t>
      </w:r>
      <w:bookmarkEnd w:id="709"/>
      <w:bookmarkEnd w:id="710"/>
      <w:bookmarkEnd w:id="711"/>
      <w:bookmarkEnd w:id="712"/>
      <w:bookmarkEnd w:id="713"/>
      <w:bookmarkEnd w:id="714"/>
      <w:bookmarkEnd w:id="71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6" w:name="_Toc390438998"/>
      <w:bookmarkStart w:id="717" w:name="_Toc405897709"/>
      <w:bookmarkStart w:id="718" w:name="_Toc415055801"/>
      <w:bookmarkStart w:id="719" w:name="_Toc415055927"/>
      <w:bookmarkStart w:id="720" w:name="_Toc415056026"/>
      <w:bookmarkStart w:id="721" w:name="_Toc415056126"/>
      <w:bookmarkStart w:id="722" w:name="_Toc175159199"/>
      <w:r w:rsidRPr="00C83EFD">
        <w:rPr>
          <w:b/>
        </w:rPr>
        <w:t>16.13</w:t>
      </w:r>
      <w:r w:rsidRPr="00C83EFD">
        <w:rPr>
          <w:b/>
        </w:rPr>
        <w:tab/>
        <w:t>Registration of Emergency Response Service Resources</w:t>
      </w:r>
      <w:bookmarkEnd w:id="716"/>
      <w:bookmarkEnd w:id="717"/>
      <w:bookmarkEnd w:id="718"/>
      <w:bookmarkEnd w:id="719"/>
      <w:bookmarkEnd w:id="720"/>
      <w:bookmarkEnd w:id="721"/>
      <w:bookmarkEnd w:id="72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3" w:name="_Toc390438999"/>
      <w:bookmarkStart w:id="724" w:name="_Toc405897710"/>
      <w:bookmarkStart w:id="725" w:name="_Toc415055802"/>
      <w:bookmarkStart w:id="726" w:name="_Toc415055928"/>
      <w:bookmarkStart w:id="727" w:name="_Toc415056027"/>
      <w:bookmarkStart w:id="728" w:name="_Toc415056127"/>
      <w:bookmarkStart w:id="729" w:name="_Toc175159200"/>
      <w:r>
        <w:t>16.14</w:t>
      </w:r>
      <w:r>
        <w:tab/>
        <w:t>Termination of Access Privileges to Restricted Computer Systems and Control Systems</w:t>
      </w:r>
      <w:bookmarkEnd w:id="723"/>
      <w:bookmarkEnd w:id="724"/>
      <w:bookmarkEnd w:id="725"/>
      <w:bookmarkEnd w:id="726"/>
      <w:bookmarkEnd w:id="727"/>
      <w:bookmarkEnd w:id="728"/>
      <w:bookmarkEnd w:id="72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0" w:name="_Toc390439000"/>
      <w:bookmarkStart w:id="731" w:name="_Toc405897711"/>
      <w:bookmarkStart w:id="732" w:name="_Toc415055803"/>
      <w:bookmarkStart w:id="733" w:name="_Toc415055929"/>
      <w:bookmarkStart w:id="734" w:name="_Toc415056028"/>
      <w:bookmarkStart w:id="735" w:name="_Toc415056128"/>
      <w:bookmarkStart w:id="736" w:name="_Toc175159201"/>
      <w:r w:rsidRPr="002631D7">
        <w:rPr>
          <w:lang w:val="en-US" w:eastAsia="en-US"/>
        </w:rPr>
        <w:t>16.15</w:t>
      </w:r>
      <w:r w:rsidRPr="002631D7">
        <w:rPr>
          <w:lang w:val="en-US" w:eastAsia="en-US"/>
        </w:rPr>
        <w:tab/>
        <w:t>Registration of Independent Market Information System Registered Entity</w:t>
      </w:r>
      <w:bookmarkEnd w:id="730"/>
      <w:bookmarkEnd w:id="731"/>
      <w:bookmarkEnd w:id="732"/>
      <w:bookmarkEnd w:id="733"/>
      <w:bookmarkEnd w:id="734"/>
      <w:bookmarkEnd w:id="735"/>
      <w:bookmarkEnd w:id="73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7" w:name="_Toc390439001"/>
      <w:bookmarkStart w:id="738" w:name="_Toc405897712"/>
      <w:bookmarkStart w:id="739" w:name="_Toc415055804"/>
      <w:bookmarkStart w:id="740" w:name="_Toc415055930"/>
      <w:bookmarkStart w:id="741" w:name="_Toc415056029"/>
      <w:bookmarkStart w:id="742" w:name="_Toc415056129"/>
      <w:bookmarkStart w:id="743" w:name="_Toc175159202"/>
      <w:r w:rsidRPr="002631D7">
        <w:rPr>
          <w:szCs w:val="24"/>
          <w:lang w:val="en-US" w:eastAsia="en-US"/>
        </w:rPr>
        <w:t>16.16</w:t>
      </w:r>
      <w:r w:rsidRPr="002631D7">
        <w:rPr>
          <w:szCs w:val="24"/>
          <w:lang w:val="en-US" w:eastAsia="en-US"/>
        </w:rPr>
        <w:tab/>
        <w:t>Additional Counter-Party Qualification Requirements</w:t>
      </w:r>
      <w:bookmarkEnd w:id="737"/>
      <w:bookmarkEnd w:id="738"/>
      <w:bookmarkEnd w:id="739"/>
      <w:bookmarkEnd w:id="740"/>
      <w:bookmarkEnd w:id="741"/>
      <w:bookmarkEnd w:id="742"/>
      <w:bookmarkEnd w:id="743"/>
      <w:r w:rsidRPr="002631D7">
        <w:rPr>
          <w:szCs w:val="24"/>
          <w:lang w:val="en-US" w:eastAsia="en-US"/>
        </w:rPr>
        <w:t xml:space="preserve"> </w:t>
      </w:r>
    </w:p>
    <w:p w14:paraId="2C3DD08D" w14:textId="77777777" w:rsidR="00770ABB" w:rsidRDefault="00770ABB" w:rsidP="00770ABB">
      <w:pPr>
        <w:pStyle w:val="H3"/>
      </w:pPr>
      <w:bookmarkStart w:id="744" w:name="_Toc390439002"/>
      <w:bookmarkStart w:id="745" w:name="_Toc405897713"/>
      <w:bookmarkStart w:id="746" w:name="_Toc415055805"/>
      <w:bookmarkStart w:id="747" w:name="_Toc415055931"/>
      <w:bookmarkStart w:id="748" w:name="_Toc415056030"/>
      <w:bookmarkStart w:id="749" w:name="_Toc415056130"/>
      <w:bookmarkStart w:id="750" w:name="_Toc175159203"/>
      <w:r>
        <w:t>16.16.1</w:t>
      </w:r>
      <w:r>
        <w:tab/>
      </w:r>
      <w:r>
        <w:rPr>
          <w:szCs w:val="24"/>
        </w:rPr>
        <w:t>Counter-Party Criteria</w:t>
      </w:r>
      <w:bookmarkEnd w:id="744"/>
      <w:bookmarkEnd w:id="745"/>
      <w:bookmarkEnd w:id="746"/>
      <w:bookmarkEnd w:id="747"/>
      <w:bookmarkEnd w:id="748"/>
      <w:bookmarkEnd w:id="749"/>
      <w:bookmarkEnd w:id="75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1" w:name="_Toc390439003"/>
      <w:bookmarkStart w:id="752" w:name="_Toc405897714"/>
      <w:bookmarkStart w:id="753" w:name="_Toc415055806"/>
      <w:bookmarkStart w:id="754" w:name="_Toc415055932"/>
      <w:bookmarkStart w:id="755" w:name="_Toc415056031"/>
      <w:bookmarkStart w:id="756" w:name="_Toc415056131"/>
      <w:bookmarkStart w:id="757" w:name="_Toc175159204"/>
      <w:r>
        <w:t>16.16.2</w:t>
      </w:r>
      <w:r>
        <w:tab/>
        <w:t>Annual Certification</w:t>
      </w:r>
      <w:bookmarkEnd w:id="751"/>
      <w:bookmarkEnd w:id="752"/>
      <w:bookmarkEnd w:id="753"/>
      <w:bookmarkEnd w:id="754"/>
      <w:bookmarkEnd w:id="755"/>
      <w:bookmarkEnd w:id="756"/>
      <w:bookmarkEnd w:id="75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8" w:name="_Toc390439004"/>
      <w:bookmarkStart w:id="759" w:name="_Toc405897715"/>
      <w:bookmarkStart w:id="760" w:name="_Toc415055807"/>
      <w:bookmarkStart w:id="761" w:name="_Toc415055933"/>
      <w:bookmarkStart w:id="762" w:name="_Toc415056032"/>
      <w:bookmarkStart w:id="763" w:name="_Toc415056132"/>
      <w:bookmarkStart w:id="764" w:name="_Toc175159205"/>
      <w:r>
        <w:t>16.16.3</w:t>
      </w:r>
      <w:r>
        <w:tab/>
      </w:r>
      <w:r w:rsidRPr="00945FF8">
        <w:rPr>
          <w:szCs w:val="24"/>
        </w:rPr>
        <w:t>Verification of Risk Management Framework</w:t>
      </w:r>
      <w:bookmarkEnd w:id="758"/>
      <w:bookmarkEnd w:id="759"/>
      <w:bookmarkEnd w:id="760"/>
      <w:bookmarkEnd w:id="761"/>
      <w:bookmarkEnd w:id="762"/>
      <w:bookmarkEnd w:id="763"/>
      <w:bookmarkEnd w:id="76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5" w:name="_Toc175159206"/>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6" w:name="_Toc10024122"/>
            <w:bookmarkStart w:id="767" w:name="_Toc11053083"/>
            <w:bookmarkStart w:id="768" w:name="_Toc34728550"/>
            <w:bookmarkStart w:id="769" w:name="_Toc44403983"/>
            <w:bookmarkStart w:id="770" w:name="_Toc54882179"/>
            <w:bookmarkStart w:id="771" w:name="_Toc54882284"/>
            <w:bookmarkStart w:id="772" w:name="_Toc85094726"/>
            <w:bookmarkStart w:id="773" w:name="_Toc91061042"/>
            <w:bookmarkStart w:id="774" w:name="_Toc134442892"/>
            <w:bookmarkStart w:id="775" w:name="_Toc146274833"/>
            <w:bookmarkStart w:id="776" w:name="_Toc175159207"/>
            <w:r w:rsidRPr="00E55E72">
              <w:rPr>
                <w:b/>
              </w:rPr>
              <w:t>16.1</w:t>
            </w:r>
            <w:r>
              <w:rPr>
                <w:b/>
              </w:rPr>
              <w:t>8</w:t>
            </w:r>
            <w:r w:rsidRPr="003B7BC8">
              <w:rPr>
                <w:b/>
              </w:rPr>
              <w:tab/>
            </w:r>
            <w:r w:rsidRPr="00E55E72">
              <w:rPr>
                <w:b/>
              </w:rPr>
              <w:t>Registration of a Direct Current Tie Operator</w:t>
            </w:r>
            <w:bookmarkEnd w:id="766"/>
            <w:bookmarkEnd w:id="767"/>
            <w:bookmarkEnd w:id="768"/>
            <w:bookmarkEnd w:id="769"/>
            <w:bookmarkEnd w:id="770"/>
            <w:bookmarkEnd w:id="771"/>
            <w:bookmarkEnd w:id="772"/>
            <w:bookmarkEnd w:id="773"/>
            <w:bookmarkEnd w:id="774"/>
            <w:bookmarkEnd w:id="775"/>
            <w:bookmarkEnd w:id="77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7" w:name="_Toc70591679"/>
      <w:bookmarkStart w:id="778" w:name="_Toc148960916"/>
      <w:bookmarkStart w:id="779" w:name="_Toc175159208"/>
      <w:r w:rsidRPr="009A08C4">
        <w:lastRenderedPageBreak/>
        <w:t>16.1</w:t>
      </w:r>
      <w:r w:rsidR="00D611BB">
        <w:rPr>
          <w:lang w:val="en-US"/>
        </w:rPr>
        <w:t>8</w:t>
      </w:r>
      <w:r w:rsidRPr="009A08C4">
        <w:tab/>
        <w:t>Cybersecurity Incident Notification</w:t>
      </w:r>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175159209"/>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3A33D495" w:rsidR="00743263" w:rsidRDefault="00743263">
    <w:pPr>
      <w:pStyle w:val="Footer"/>
      <w:tabs>
        <w:tab w:val="right" w:pos="9450"/>
      </w:tabs>
      <w:spacing w:before="0" w:after="0"/>
    </w:pPr>
    <w:r>
      <w:t xml:space="preserve">ERCOT Nodal Protocols – </w:t>
    </w:r>
    <w:r w:rsidR="00876957">
      <w:t>November</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574E63A3" w:rsidR="00743263" w:rsidRDefault="00743263">
    <w:pPr>
      <w:pStyle w:val="Footer"/>
      <w:tabs>
        <w:tab w:val="right" w:pos="9450"/>
      </w:tabs>
      <w:spacing w:before="0" w:after="0"/>
      <w:rPr>
        <w:rStyle w:val="PageNumber"/>
      </w:rPr>
    </w:pPr>
    <w:r>
      <w:t xml:space="preserve">ERCOT Nodal Protocols – </w:t>
    </w:r>
    <w:r w:rsidR="00876957">
      <w:t>November</w:t>
    </w:r>
    <w:r w:rsidR="00B55C27">
      <w:t xml:space="preserve"> 1</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08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20833"/>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98</Pages>
  <Words>36558</Words>
  <Characters>208381</Characters>
  <Application>Microsoft Office Word</Application>
  <DocSecurity>0</DocSecurity>
  <Lines>1736</Lines>
  <Paragraphs>488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244451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2024-10-16T15:53:00Z</dcterms:created>
  <dcterms:modified xsi:type="dcterms:W3CDTF">2024-10-16T15:54:00Z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