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50E5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222C3DA8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16460F0E" w14:textId="77777777" w:rsidR="00A1536D" w:rsidRDefault="00A1536D" w:rsidP="00A1536D">
      <w:pPr>
        <w:jc w:val="center"/>
        <w:outlineLvl w:val="0"/>
        <w:rPr>
          <w:color w:val="333300"/>
        </w:rPr>
      </w:pPr>
    </w:p>
    <w:p w14:paraId="18BC4855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0A2F99DB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5F2E2A24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0913A124" w14:textId="77777777" w:rsidR="00A1536D" w:rsidRDefault="00A1536D" w:rsidP="00A1536D">
      <w:pPr>
        <w:jc w:val="center"/>
        <w:outlineLvl w:val="0"/>
        <w:rPr>
          <w:b/>
          <w:bCs/>
          <w:color w:val="333300"/>
        </w:rPr>
      </w:pPr>
    </w:p>
    <w:p w14:paraId="5119916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ERCOT Nodal Protocols</w:t>
      </w:r>
    </w:p>
    <w:p w14:paraId="5CED215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</w:p>
    <w:p w14:paraId="10260F62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Section 2</w:t>
      </w:r>
      <w:r>
        <w:rPr>
          <w:b/>
          <w:sz w:val="36"/>
          <w:szCs w:val="36"/>
        </w:rPr>
        <w:t>3</w:t>
      </w:r>
    </w:p>
    <w:p w14:paraId="1F28DC39" w14:textId="77777777" w:rsidR="00A1536D" w:rsidRPr="00F72B58" w:rsidRDefault="00A1536D" w:rsidP="00A1536D">
      <w:pPr>
        <w:jc w:val="center"/>
        <w:outlineLvl w:val="0"/>
        <w:rPr>
          <w:b/>
        </w:rPr>
      </w:pPr>
    </w:p>
    <w:p w14:paraId="7D954454" w14:textId="77777777" w:rsidR="00A1536D" w:rsidRDefault="00A1536D" w:rsidP="00A1536D">
      <w:pPr>
        <w:jc w:val="center"/>
        <w:outlineLvl w:val="0"/>
        <w:rPr>
          <w:color w:val="333300"/>
        </w:rPr>
      </w:pPr>
      <w:r>
        <w:rPr>
          <w:b/>
          <w:sz w:val="36"/>
          <w:szCs w:val="36"/>
        </w:rPr>
        <w:t>Form</w:t>
      </w:r>
      <w:r w:rsidRPr="00F72B58">
        <w:rPr>
          <w:b/>
          <w:sz w:val="36"/>
          <w:szCs w:val="36"/>
        </w:rPr>
        <w:t xml:space="preserve"> </w:t>
      </w:r>
      <w:r w:rsidR="00EA6AF7">
        <w:rPr>
          <w:b/>
          <w:sz w:val="36"/>
          <w:szCs w:val="36"/>
        </w:rPr>
        <w:t>J</w:t>
      </w:r>
      <w:r w:rsidRPr="00F72B58">
        <w:rPr>
          <w:b/>
          <w:sz w:val="36"/>
          <w:szCs w:val="36"/>
        </w:rPr>
        <w:t>:</w:t>
      </w:r>
      <w:r w:rsidRPr="00A1536D">
        <w:rPr>
          <w:b/>
          <w:sz w:val="36"/>
          <w:szCs w:val="36"/>
        </w:rPr>
        <w:t xml:space="preserve"> </w:t>
      </w:r>
      <w:r w:rsidR="00394938">
        <w:rPr>
          <w:b/>
          <w:sz w:val="36"/>
          <w:szCs w:val="36"/>
        </w:rPr>
        <w:t xml:space="preserve"> </w:t>
      </w:r>
      <w:r w:rsidR="00EA6AF7" w:rsidRPr="00EA6AF7">
        <w:rPr>
          <w:b/>
          <w:sz w:val="36"/>
          <w:szCs w:val="36"/>
        </w:rPr>
        <w:t>Transmission and/or Distribution Service Provider Application for Registration</w:t>
      </w:r>
    </w:p>
    <w:p w14:paraId="626B519C" w14:textId="77777777" w:rsidR="00A1536D" w:rsidRDefault="00A1536D" w:rsidP="00A1536D">
      <w:pPr>
        <w:outlineLvl w:val="0"/>
        <w:rPr>
          <w:color w:val="333300"/>
        </w:rPr>
      </w:pPr>
    </w:p>
    <w:p w14:paraId="4A26BAB1" w14:textId="71F61ACC" w:rsidR="00A1536D" w:rsidRPr="005B2A3F" w:rsidRDefault="00D757E3" w:rsidP="00A1536D">
      <w:pPr>
        <w:jc w:val="center"/>
        <w:outlineLvl w:val="0"/>
        <w:rPr>
          <w:b/>
          <w:bCs/>
        </w:rPr>
      </w:pPr>
      <w:r>
        <w:rPr>
          <w:b/>
          <w:bCs/>
        </w:rPr>
        <w:t>May</w:t>
      </w:r>
      <w:r w:rsidR="00527FCD">
        <w:rPr>
          <w:b/>
          <w:bCs/>
        </w:rPr>
        <w:t xml:space="preserve"> 1</w:t>
      </w:r>
      <w:r w:rsidR="00A1536D">
        <w:rPr>
          <w:b/>
          <w:bCs/>
        </w:rPr>
        <w:t>, 20</w:t>
      </w:r>
      <w:r w:rsidR="00E64054">
        <w:rPr>
          <w:b/>
          <w:bCs/>
        </w:rPr>
        <w:t>2</w:t>
      </w:r>
      <w:r>
        <w:rPr>
          <w:b/>
          <w:bCs/>
        </w:rPr>
        <w:t>4</w:t>
      </w:r>
    </w:p>
    <w:p w14:paraId="4AD4FD27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6800ADBD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7D160D10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5200241C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6A762567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  <w:sectPr w:rsidR="00A1536D">
          <w:headerReference w:type="default" r:id="rId7"/>
          <w:footerReference w:type="even" r:id="rId8"/>
          <w:foot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92EBD5B" w14:textId="7BA501FA" w:rsidR="00C4393E" w:rsidRDefault="00C4393E" w:rsidP="00EA6AF7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0D2780" wp14:editId="34EF4D55">
                <wp:simplePos x="0" y="0"/>
                <wp:positionH relativeFrom="column">
                  <wp:posOffset>3420745</wp:posOffset>
                </wp:positionH>
                <wp:positionV relativeFrom="paragraph">
                  <wp:posOffset>0</wp:posOffset>
                </wp:positionV>
                <wp:extent cx="2514600" cy="457200"/>
                <wp:effectExtent l="0" t="0" r="19050" b="19050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C6D35" w14:textId="77777777" w:rsidR="00EA6AF7" w:rsidRDefault="00EA6AF7" w:rsidP="00EA6AF7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1C65EFF" w14:textId="77777777" w:rsidR="00EA6AF7" w:rsidRDefault="00EA6AF7" w:rsidP="00EA6AF7">
                            <w:r>
                              <w:rPr>
                                <w:sz w:val="20"/>
                              </w:rPr>
                              <w:t>Date Received: 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D278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69.35pt;margin-top:0;width:19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">
                <v:textbox>
                  <w:txbxContent>
                    <w:p w14:paraId="420C6D35" w14:textId="77777777" w:rsidR="00EA6AF7" w:rsidRDefault="00EA6AF7" w:rsidP="00EA6AF7">
                      <w:pPr>
                        <w:rPr>
                          <w:sz w:val="20"/>
                        </w:rPr>
                      </w:pPr>
                    </w:p>
                    <w:p w14:paraId="71C65EFF" w14:textId="77777777" w:rsidR="00EA6AF7" w:rsidRDefault="00EA6AF7" w:rsidP="00EA6AF7">
                      <w:r>
                        <w:rPr>
                          <w:sz w:val="20"/>
                        </w:rPr>
                        <w:t>Date Received:  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85DB73" w14:textId="6CBF22C0" w:rsidR="00EA6AF7" w:rsidRDefault="00EA6AF7" w:rsidP="00EA6AF7">
      <w:pPr>
        <w:jc w:val="center"/>
        <w:rPr>
          <w:b/>
          <w:bCs/>
        </w:rPr>
      </w:pPr>
    </w:p>
    <w:p w14:paraId="1740AE5C" w14:textId="77777777" w:rsidR="00EA6AF7" w:rsidRDefault="00EA6AF7" w:rsidP="00EA6AF7">
      <w:pPr>
        <w:jc w:val="center"/>
        <w:rPr>
          <w:b/>
          <w:bCs/>
        </w:rPr>
      </w:pPr>
    </w:p>
    <w:p w14:paraId="276DC242" w14:textId="77777777" w:rsidR="00EA6AF7" w:rsidRPr="005B010C" w:rsidRDefault="00EA6AF7" w:rsidP="00EA6AF7">
      <w:pPr>
        <w:jc w:val="center"/>
        <w:rPr>
          <w:b/>
          <w:bCs/>
        </w:rPr>
      </w:pPr>
      <w:r w:rsidRPr="005B010C">
        <w:rPr>
          <w:b/>
          <w:bCs/>
        </w:rPr>
        <w:t>TRANSMISSION AND/OR DISTRIBUTION SERVICE PROVIDER (T</w:t>
      </w:r>
      <w:r>
        <w:rPr>
          <w:b/>
          <w:bCs/>
        </w:rPr>
        <w:t>D</w:t>
      </w:r>
      <w:r w:rsidRPr="005B010C">
        <w:rPr>
          <w:b/>
          <w:bCs/>
        </w:rPr>
        <w:t>SP)</w:t>
      </w:r>
    </w:p>
    <w:p w14:paraId="38C238B7" w14:textId="77777777" w:rsidR="00EA6AF7" w:rsidRPr="005B010C" w:rsidRDefault="00EA6AF7" w:rsidP="00EA6AF7">
      <w:pPr>
        <w:spacing w:after="240"/>
        <w:jc w:val="center"/>
        <w:rPr>
          <w:b/>
          <w:bCs/>
        </w:rPr>
      </w:pPr>
      <w:r w:rsidRPr="005B010C">
        <w:rPr>
          <w:b/>
          <w:bCs/>
        </w:rPr>
        <w:t>APPLICATION FOR REGISTRATION</w:t>
      </w:r>
    </w:p>
    <w:p w14:paraId="0E069D0D" w14:textId="7E841C31" w:rsidR="00EA6AF7" w:rsidRPr="005B010C" w:rsidRDefault="00EA6AF7" w:rsidP="00EA6AF7">
      <w:pPr>
        <w:spacing w:after="240"/>
        <w:jc w:val="both"/>
      </w:pPr>
      <w:r w:rsidRPr="005B010C">
        <w:t xml:space="preserve">This application is for approval as a </w:t>
      </w:r>
      <w:r>
        <w:t>Transmission Service Provider (</w:t>
      </w:r>
      <w:r w:rsidRPr="005B010C">
        <w:t>TSP</w:t>
      </w:r>
      <w:r>
        <w:t>)</w:t>
      </w:r>
      <w:r w:rsidRPr="005B010C">
        <w:t xml:space="preserve">, </w:t>
      </w:r>
      <w:r>
        <w:t>Distribution Service Provider (</w:t>
      </w:r>
      <w:r w:rsidRPr="005B010C">
        <w:t>DSP</w:t>
      </w:r>
      <w:r>
        <w:t>)</w:t>
      </w:r>
      <w:r w:rsidRPr="005B010C">
        <w:t>, or both TSP and DSP by Electric Reliability Council of Texas</w:t>
      </w:r>
      <w:r w:rsidR="00292AFB">
        <w:t>,</w:t>
      </w:r>
      <w:r w:rsidRPr="005B010C">
        <w:t xml:space="preserve"> Inc. (ERCOT) in accordance with the ERCOT Protocols. </w:t>
      </w:r>
      <w:r>
        <w:t xml:space="preserve"> </w:t>
      </w:r>
      <w:r w:rsidRPr="005B010C">
        <w:t xml:space="preserve">Information may be inserted electronically to expand the </w:t>
      </w:r>
      <w:proofErr w:type="gramStart"/>
      <w:r w:rsidRPr="005B010C">
        <w:t>reply</w:t>
      </w:r>
      <w:proofErr w:type="gramEnd"/>
      <w:r w:rsidRPr="005B010C">
        <w:t xml:space="preserve"> spaces as necessary.</w:t>
      </w:r>
      <w:r>
        <w:t xml:space="preserve"> </w:t>
      </w:r>
      <w:r w:rsidRPr="005B010C">
        <w:t xml:space="preserve"> ERCOT will accept the completed, executed application via email to </w:t>
      </w:r>
      <w:hyperlink r:id="rId11" w:history="1">
        <w:r w:rsidR="005427BE">
          <w:rPr>
            <w:color w:val="0000FF"/>
            <w:u w:val="single"/>
          </w:rPr>
          <w:t>MPRegistration@ercot.com</w:t>
        </w:r>
      </w:hyperlink>
      <w:r w:rsidRPr="005B010C">
        <w:t xml:space="preserve"> (.pdf version).</w:t>
      </w:r>
      <w:r w:rsidRPr="005B010C">
        <w:rPr>
          <w:bCs/>
        </w:rPr>
        <w:t xml:space="preserve"> </w:t>
      </w:r>
      <w:r w:rsidR="00520F12">
        <w:rPr>
          <w:bCs/>
        </w:rPr>
        <w:t xml:space="preserve"> </w:t>
      </w:r>
      <w:r w:rsidR="00520F12" w:rsidRPr="00C577BA">
        <w:t>In addition to the application, ERCOT must receive an application fee in the amount of $500</w:t>
      </w:r>
      <w:r w:rsidR="00D757E3">
        <w:t xml:space="preserve"> </w:t>
      </w:r>
      <w:r w:rsidR="00D757E3" w:rsidRPr="00BA4C1D">
        <w:t xml:space="preserve">via </w:t>
      </w:r>
      <w:r w:rsidR="00D757E3">
        <w:t>Electronic Funds Transfer (EFT) (wire or Automated Clearing House (ACH))</w:t>
      </w:r>
      <w:r w:rsidR="00D757E3" w:rsidRPr="00C577BA">
        <w:t xml:space="preserve">.  </w:t>
      </w:r>
      <w:r w:rsidR="00D757E3">
        <w:t xml:space="preserve">All payments should reference the applicant’s name and </w:t>
      </w:r>
      <w:r w:rsidR="00D757E3" w:rsidRPr="00B64B00">
        <w:t>Data Universal Numbering System</w:t>
      </w:r>
      <w:r w:rsidR="00D757E3">
        <w:t xml:space="preserve"> (DUNS) Number (DUNS #) in the remarks</w:t>
      </w:r>
      <w:r w:rsidR="00520F12" w:rsidRPr="00C577BA">
        <w:t xml:space="preserve">.  </w:t>
      </w:r>
      <w:r w:rsidRPr="005B010C">
        <w:rPr>
          <w:bCs/>
        </w:rPr>
        <w:t>If you need assistance filling out this form, or if you have any questions, please call (512) 248-3900.</w:t>
      </w:r>
    </w:p>
    <w:p w14:paraId="2EC3A3A9" w14:textId="49A5105A" w:rsidR="00EA6AF7" w:rsidRDefault="00EA6AF7" w:rsidP="00EA6AF7">
      <w:pPr>
        <w:spacing w:after="240"/>
        <w:jc w:val="both"/>
      </w:pPr>
      <w:r w:rsidRPr="005B010C">
        <w:rPr>
          <w:bCs/>
        </w:rPr>
        <w:t>This application must be signed by the Authorized Representative</w:t>
      </w:r>
      <w:r>
        <w:rPr>
          <w:bCs/>
        </w:rPr>
        <w:t xml:space="preserve"> (“AR”)</w:t>
      </w:r>
      <w:r w:rsidRPr="005B010C">
        <w:rPr>
          <w:bCs/>
        </w:rPr>
        <w:t>, Backup Authorized Representative or an Officer of the company listed herein, as appropriate.</w:t>
      </w:r>
      <w:r w:rsidRPr="005B010C">
        <w:rPr>
          <w:b/>
          <w:bCs/>
        </w:rPr>
        <w:t xml:space="preserve"> </w:t>
      </w:r>
      <w:r w:rsidR="00292AFB">
        <w:rPr>
          <w:b/>
          <w:bCs/>
        </w:rPr>
        <w:t xml:space="preserve"> </w:t>
      </w:r>
      <w:r w:rsidRPr="005B010C">
        <w:t xml:space="preserve">ERCOT may request additional </w:t>
      </w:r>
      <w:smartTag w:uri="urn:schemas-microsoft-com:office:smarttags" w:element="PersonName">
        <w:r w:rsidRPr="005B010C">
          <w:t>info</w:t>
        </w:r>
      </w:smartTag>
      <w:r w:rsidRPr="005B010C">
        <w:t>rmation as reasonably necessary to support operations under the ERCOT Protocols.</w:t>
      </w:r>
    </w:p>
    <w:p w14:paraId="226A5D1E" w14:textId="77777777" w:rsidR="00EA6AF7" w:rsidRPr="005B010C" w:rsidRDefault="00EA6AF7" w:rsidP="00EA6AF7">
      <w:pPr>
        <w:keepNext/>
        <w:autoSpaceDE w:val="0"/>
        <w:autoSpaceDN w:val="0"/>
        <w:spacing w:after="240"/>
        <w:jc w:val="center"/>
        <w:outlineLvl w:val="1"/>
        <w:rPr>
          <w:b/>
          <w:bCs/>
          <w:iCs/>
          <w:u w:val="single"/>
        </w:rPr>
      </w:pPr>
      <w:r w:rsidRPr="005B010C">
        <w:rPr>
          <w:b/>
          <w:bCs/>
          <w:iCs/>
          <w:u w:val="single"/>
        </w:rPr>
        <w:t>PART I – C</w:t>
      </w:r>
      <w:r w:rsidRPr="005B010C">
        <w:rPr>
          <w:b/>
          <w:bCs/>
          <w:iCs/>
          <w:caps/>
          <w:u w:val="single"/>
        </w:rPr>
        <w:t>ompany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3"/>
        <w:gridCol w:w="6227"/>
      </w:tblGrid>
      <w:tr w:rsidR="00EA6AF7" w:rsidRPr="005B010C" w14:paraId="54B24D82" w14:textId="77777777" w:rsidTr="00EA6AF7">
        <w:tc>
          <w:tcPr>
            <w:tcW w:w="3182" w:type="dxa"/>
          </w:tcPr>
          <w:p w14:paraId="65830FC1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Legal Name of the Applicant:</w:t>
            </w:r>
          </w:p>
        </w:tc>
        <w:tc>
          <w:tcPr>
            <w:tcW w:w="6394" w:type="dxa"/>
          </w:tcPr>
          <w:p w14:paraId="7000405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fldChar w:fldCharType="end"/>
            </w:r>
          </w:p>
        </w:tc>
      </w:tr>
      <w:tr w:rsidR="00EA6AF7" w:rsidRPr="005B010C" w14:paraId="1E66AD53" w14:textId="77777777" w:rsidTr="00EA6AF7">
        <w:tc>
          <w:tcPr>
            <w:tcW w:w="3182" w:type="dxa"/>
          </w:tcPr>
          <w:p w14:paraId="57545BB4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Legal Address of the Applicant:</w:t>
            </w:r>
          </w:p>
        </w:tc>
        <w:tc>
          <w:tcPr>
            <w:tcW w:w="6394" w:type="dxa"/>
          </w:tcPr>
          <w:p w14:paraId="5A4EDC4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t xml:space="preserve">Street Address: </w:t>
            </w:r>
            <w:r w:rsidRPr="005B010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8FE47B6" w14:textId="77777777" w:rsidTr="00EA6AF7">
        <w:tc>
          <w:tcPr>
            <w:tcW w:w="3182" w:type="dxa"/>
          </w:tcPr>
          <w:p w14:paraId="64140ED5" w14:textId="77777777" w:rsidR="00EA6AF7" w:rsidRPr="005B010C" w:rsidRDefault="00EA6AF7" w:rsidP="00371635">
            <w:pPr>
              <w:rPr>
                <w:b/>
                <w:bCs/>
              </w:rPr>
            </w:pPr>
          </w:p>
        </w:tc>
        <w:tc>
          <w:tcPr>
            <w:tcW w:w="6394" w:type="dxa"/>
          </w:tcPr>
          <w:p w14:paraId="7089FEB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t xml:space="preserve">City, State, Zip: </w:t>
            </w:r>
            <w:r w:rsidRPr="005B010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00E57432" w14:textId="77777777" w:rsidTr="00EA6AF7">
        <w:tc>
          <w:tcPr>
            <w:tcW w:w="3182" w:type="dxa"/>
          </w:tcPr>
          <w:p w14:paraId="4E121404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DUNS¹ Number:</w:t>
            </w:r>
          </w:p>
        </w:tc>
        <w:tc>
          <w:tcPr>
            <w:tcW w:w="6394" w:type="dxa"/>
          </w:tcPr>
          <w:p w14:paraId="2696C3E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7DA75363" w14:textId="77777777" w:rsidR="00EA6AF7" w:rsidRPr="005B010C" w:rsidRDefault="00EA6AF7" w:rsidP="00EA6AF7">
      <w:pPr>
        <w:autoSpaceDE w:val="0"/>
        <w:autoSpaceDN w:val="0"/>
        <w:spacing w:after="240"/>
        <w:jc w:val="both"/>
        <w:rPr>
          <w:sz w:val="20"/>
        </w:rPr>
      </w:pPr>
      <w:r w:rsidRPr="005B010C">
        <w:rPr>
          <w:sz w:val="20"/>
        </w:rPr>
        <w:t>¹</w:t>
      </w:r>
      <w:r>
        <w:rPr>
          <w:sz w:val="20"/>
        </w:rPr>
        <w:t>Defined in Section 2.1, Definitions.</w:t>
      </w:r>
    </w:p>
    <w:p w14:paraId="17370A22" w14:textId="77777777" w:rsidR="00EA6AF7" w:rsidRPr="005B010C" w:rsidRDefault="00EA6AF7" w:rsidP="00EA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enter" w:pos="4320"/>
          <w:tab w:val="right" w:pos="8640"/>
        </w:tabs>
        <w:autoSpaceDE w:val="0"/>
        <w:autoSpaceDN w:val="0"/>
        <w:jc w:val="both"/>
      </w:pPr>
      <w:r w:rsidRPr="005B010C">
        <w:rPr>
          <w:b/>
        </w:rPr>
        <w:t>Type:</w:t>
      </w:r>
      <w:r w:rsidRPr="005B010C">
        <w:t xml:space="preserve"> TSP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 DSP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 Both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as reflected on Standard Form Agreement</w:t>
      </w:r>
    </w:p>
    <w:p w14:paraId="358C8176" w14:textId="77777777" w:rsidR="00EA6AF7" w:rsidRPr="005B010C" w:rsidRDefault="00EA6AF7" w:rsidP="00EA6AF7">
      <w:pPr>
        <w:spacing w:before="240" w:after="240"/>
        <w:jc w:val="both"/>
        <w:rPr>
          <w:bCs/>
        </w:rPr>
      </w:pPr>
      <w:r w:rsidRPr="005B010C">
        <w:rPr>
          <w:b/>
          <w:bCs/>
        </w:rPr>
        <w:t xml:space="preserve">1. Authorized Representative </w:t>
      </w:r>
      <w:r>
        <w:rPr>
          <w:b/>
          <w:bCs/>
        </w:rPr>
        <w:t>(“AR”)</w:t>
      </w:r>
      <w:r w:rsidRPr="005B010C">
        <w:rPr>
          <w:b/>
          <w:bCs/>
        </w:rPr>
        <w:t xml:space="preserve">. </w:t>
      </w:r>
      <w:r>
        <w:rPr>
          <w:b/>
          <w:bCs/>
        </w:rPr>
        <w:t xml:space="preserve"> </w:t>
      </w:r>
      <w:r>
        <w:rPr>
          <w:bCs/>
        </w:rPr>
        <w:t>Defined in Section 2.1, Definitions.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23CB8B93" w14:textId="77777777" w:rsidTr="00774030">
        <w:tc>
          <w:tcPr>
            <w:tcW w:w="1523" w:type="dxa"/>
            <w:gridSpan w:val="2"/>
          </w:tcPr>
          <w:p w14:paraId="6A4F4DCD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546AF9B" w14:textId="636ED646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2C56CF43" w14:textId="77777777" w:rsidTr="00CD6D60">
        <w:tc>
          <w:tcPr>
            <w:tcW w:w="1376" w:type="dxa"/>
          </w:tcPr>
          <w:p w14:paraId="67E2291C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2AF24BE8" w14:textId="5B35A56A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306CFB1" w14:textId="77777777" w:rsidTr="00D757E3">
        <w:tc>
          <w:tcPr>
            <w:tcW w:w="1796" w:type="dxa"/>
            <w:gridSpan w:val="3"/>
          </w:tcPr>
          <w:p w14:paraId="1959F7D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2B86877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175AAABF" w14:textId="77777777" w:rsidR="00EA6AF7" w:rsidRPr="005B010C" w:rsidRDefault="00EA6AF7" w:rsidP="00EA6AF7">
      <w:pPr>
        <w:tabs>
          <w:tab w:val="left" w:pos="360"/>
        </w:tabs>
        <w:spacing w:before="240" w:after="240"/>
        <w:jc w:val="both"/>
        <w:rPr>
          <w:bCs/>
        </w:rPr>
      </w:pPr>
      <w:r w:rsidRPr="005B010C">
        <w:rPr>
          <w:b/>
        </w:rPr>
        <w:t>2. Backup AR</w:t>
      </w:r>
      <w:r w:rsidRPr="005B010C">
        <w:rPr>
          <w:b/>
          <w:bCs/>
        </w:rPr>
        <w:t>.</w:t>
      </w:r>
      <w:r w:rsidRPr="005B010C">
        <w:t xml:space="preserve"> </w:t>
      </w:r>
      <w:r w:rsidRPr="005B010C">
        <w:rPr>
          <w:i/>
        </w:rPr>
        <w:t xml:space="preserve">(Optional) </w:t>
      </w:r>
      <w:r w:rsidRPr="005B010C">
        <w:rPr>
          <w:bCs/>
        </w:rPr>
        <w:t>This person may sign any form for which an AR’s signature is required and will perform the functions of the AR in the event the AR is unavailable.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3C90F0DD" w14:textId="77777777" w:rsidTr="00E8034F">
        <w:tc>
          <w:tcPr>
            <w:tcW w:w="1523" w:type="dxa"/>
            <w:gridSpan w:val="2"/>
          </w:tcPr>
          <w:p w14:paraId="0C551504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0E2EC53" w14:textId="1D119BE0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7725CFB5" w14:textId="77777777" w:rsidTr="005C1016">
        <w:tc>
          <w:tcPr>
            <w:tcW w:w="1376" w:type="dxa"/>
          </w:tcPr>
          <w:p w14:paraId="060C9799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4BA795AC" w14:textId="6080FD7F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D9DC0E5" w14:textId="77777777" w:rsidTr="00D757E3">
        <w:tc>
          <w:tcPr>
            <w:tcW w:w="1796" w:type="dxa"/>
            <w:gridSpan w:val="3"/>
          </w:tcPr>
          <w:p w14:paraId="009E45F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52F0093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3B57D80" w14:textId="77777777" w:rsidR="00EA6AF7" w:rsidRPr="005B010C" w:rsidRDefault="00EA6AF7" w:rsidP="00EA6AF7">
      <w:pPr>
        <w:autoSpaceDE w:val="0"/>
        <w:autoSpaceDN w:val="0"/>
        <w:spacing w:before="240" w:after="240"/>
        <w:jc w:val="both"/>
      </w:pPr>
      <w:r w:rsidRPr="005B010C">
        <w:rPr>
          <w:b/>
          <w:bCs/>
        </w:rPr>
        <w:t>3. Type of Legal Structure.</w:t>
      </w:r>
      <w:r w:rsidRPr="005B010C">
        <w:t xml:space="preserve"> (Please indicate only one.)</w:t>
      </w:r>
    </w:p>
    <w:p w14:paraId="549C6F04" w14:textId="77777777" w:rsidR="00EA6AF7" w:rsidRPr="005B010C" w:rsidRDefault="00EA6AF7" w:rsidP="00EA6AF7">
      <w:pPr>
        <w:ind w:right="-720"/>
        <w:jc w:val="both"/>
      </w:pPr>
      <w:r w:rsidRPr="005B010C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Individual</w:t>
      </w:r>
      <w:r w:rsidRPr="005B010C">
        <w:tab/>
      </w:r>
      <w:r w:rsidRPr="005B010C">
        <w:tab/>
      </w:r>
      <w:r w:rsidRPr="005B010C">
        <w:tab/>
      </w:r>
      <w:r w:rsidRPr="005B010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Partnership</w:t>
      </w:r>
      <w:r w:rsidRPr="005B010C">
        <w:tab/>
      </w:r>
      <w:r w:rsidRPr="005B010C">
        <w:tab/>
      </w:r>
      <w:r w:rsidRPr="005B010C">
        <w:tab/>
      </w:r>
      <w:r w:rsidRPr="005B010C">
        <w:tab/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Municipally Owned Utility</w:t>
      </w:r>
      <w:r w:rsidRPr="005B010C">
        <w:tab/>
      </w:r>
    </w:p>
    <w:p w14:paraId="105BCC4A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Electric Cooperative</w:t>
      </w:r>
      <w:r w:rsidRPr="005B010C">
        <w:tab/>
      </w:r>
      <w:r w:rsidRPr="005B010C">
        <w:tab/>
      </w:r>
      <w:r w:rsidRPr="005B01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Limited Liability Company</w:t>
      </w:r>
      <w:r w:rsidRPr="005B010C">
        <w:tab/>
      </w:r>
      <w:r w:rsidRPr="005B010C">
        <w:tab/>
      </w:r>
      <w:r w:rsidRPr="005B010C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Corporation </w:t>
      </w:r>
    </w:p>
    <w:p w14:paraId="2CB8F293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Other:  </w:t>
      </w:r>
      <w:r w:rsidRPr="005B010C">
        <w:rPr>
          <w:u w:val="single"/>
        </w:rPr>
        <w:fldChar w:fldCharType="begin">
          <w:ffData>
            <w:name w:val="Text79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</w:p>
    <w:p w14:paraId="4E3EB403" w14:textId="77777777" w:rsidR="00EA6AF7" w:rsidRPr="005B010C" w:rsidRDefault="00EA6AF7" w:rsidP="00EA6AF7">
      <w:pPr>
        <w:autoSpaceDE w:val="0"/>
        <w:autoSpaceDN w:val="0"/>
        <w:spacing w:before="240" w:after="240"/>
        <w:jc w:val="both"/>
        <w:rPr>
          <w:u w:val="single"/>
        </w:rPr>
      </w:pPr>
      <w:r w:rsidRPr="005B010C">
        <w:t xml:space="preserve">If Applicant is not an individual, provide the state in which the Applicant is organized, </w:t>
      </w:r>
      <w:r w:rsidRPr="005B010C">
        <w:rPr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  <w:r w:rsidRPr="005B010C">
        <w:t xml:space="preserve">, and the date of organization: </w:t>
      </w:r>
      <w:r w:rsidRPr="005B010C">
        <w:rPr>
          <w:u w:val="single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</w:p>
    <w:p w14:paraId="568CC349" w14:textId="77777777" w:rsidR="00EA6AF7" w:rsidRPr="005B010C" w:rsidRDefault="00EA6AF7" w:rsidP="00EA6AF7">
      <w:pPr>
        <w:spacing w:after="240"/>
        <w:jc w:val="both"/>
      </w:pPr>
      <w:r w:rsidRPr="005B010C">
        <w:rPr>
          <w:b/>
          <w:bCs/>
        </w:rPr>
        <w:t xml:space="preserve">4. User Security Administrator (USA). </w:t>
      </w:r>
      <w:r w:rsidRPr="008629CC">
        <w:rPr>
          <w:bCs/>
        </w:rPr>
        <w:t xml:space="preserve">As defined in </w:t>
      </w:r>
      <w:r>
        <w:rPr>
          <w:bCs/>
        </w:rPr>
        <w:t>Section 16.12, User Security Administrator and Digital Certificates</w:t>
      </w:r>
      <w:r w:rsidRPr="005B010C">
        <w:rPr>
          <w:bCs/>
        </w:rPr>
        <w:t xml:space="preserve">, the USA </w:t>
      </w:r>
      <w:r w:rsidRPr="005B010C">
        <w:t xml:space="preserve">is responsible for managing the Market Participant’s access to ERCOT’s computer systems through Digital Certificates.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25B96534" w14:textId="77777777" w:rsidTr="00A47465">
        <w:tc>
          <w:tcPr>
            <w:tcW w:w="1523" w:type="dxa"/>
            <w:gridSpan w:val="2"/>
          </w:tcPr>
          <w:p w14:paraId="712CAC72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1146026" w14:textId="25FE1A69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143DD36C" w14:textId="77777777" w:rsidTr="00157484">
        <w:tc>
          <w:tcPr>
            <w:tcW w:w="1376" w:type="dxa"/>
          </w:tcPr>
          <w:p w14:paraId="03D57FEB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65F8C8D7" w14:textId="312A3AAF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0777244" w14:textId="77777777" w:rsidTr="00D757E3">
        <w:tc>
          <w:tcPr>
            <w:tcW w:w="1796" w:type="dxa"/>
            <w:gridSpan w:val="3"/>
          </w:tcPr>
          <w:p w14:paraId="22E49E9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37A5D8B5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16784BA" w14:textId="77777777" w:rsidR="00373470" w:rsidRDefault="00373470" w:rsidP="00373470">
      <w:pPr>
        <w:spacing w:before="240" w:after="240"/>
        <w:jc w:val="both"/>
      </w:pPr>
      <w:r>
        <w:rPr>
          <w:b/>
          <w:bCs/>
        </w:rPr>
        <w:t xml:space="preserve">4a. </w:t>
      </w:r>
      <w:r w:rsidRPr="00E61FFC">
        <w:rPr>
          <w:lang w:val="x-none"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E61FFC">
        <w:rPr>
          <w:lang w:val="x-none" w:eastAsia="x-none"/>
        </w:rPr>
        <w:instrText xml:space="preserve"> FORMCHECKBOX </w:instrText>
      </w:r>
      <w:r w:rsidR="00324F88">
        <w:rPr>
          <w:lang w:val="x-none" w:eastAsia="x-none"/>
        </w:rPr>
      </w:r>
      <w:r w:rsidR="00324F88">
        <w:rPr>
          <w:lang w:val="x-none" w:eastAsia="x-none"/>
        </w:rPr>
        <w:fldChar w:fldCharType="separate"/>
      </w:r>
      <w:r w:rsidRPr="00E61FFC">
        <w:rPr>
          <w:lang w:val="x-none" w:eastAsia="x-none"/>
        </w:rPr>
        <w:fldChar w:fldCharType="end"/>
      </w:r>
      <w:r>
        <w:rPr>
          <w:lang w:eastAsia="x-none"/>
        </w:rPr>
        <w:t xml:space="preserve"> By checking this box, </w:t>
      </w:r>
      <w:r>
        <w:t xml:space="preserve">Applicant hereby requests that ERCOT evaluate Applicant’s eligibility to opt out of the requirement that Market Participant designate a </w:t>
      </w:r>
      <w:r w:rsidRPr="00903EE5">
        <w:t>USA</w:t>
      </w:r>
      <w:r>
        <w:t xml:space="preserve"> and receive Digital Certificates, and affirms the following:</w:t>
      </w:r>
    </w:p>
    <w:p w14:paraId="6B5BAE4E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(a)</w:t>
      </w:r>
      <w:r>
        <w:rPr>
          <w:szCs w:val="24"/>
        </w:rPr>
        <w:tab/>
        <w:t>Applicant is applying to register with ERCOT as either a Municipally Owned Utility (</w:t>
      </w:r>
      <w:r w:rsidRPr="00903EE5">
        <w:rPr>
          <w:szCs w:val="24"/>
        </w:rPr>
        <w:t>MOU</w:t>
      </w:r>
      <w:r>
        <w:rPr>
          <w:szCs w:val="24"/>
        </w:rPr>
        <w:t>) or an Electric Cooperative (</w:t>
      </w:r>
      <w:r w:rsidRPr="00903EE5">
        <w:rPr>
          <w:szCs w:val="24"/>
        </w:rPr>
        <w:t>EC</w:t>
      </w:r>
      <w:r>
        <w:rPr>
          <w:szCs w:val="24"/>
        </w:rPr>
        <w:t xml:space="preserve">), and as a </w:t>
      </w:r>
      <w:r w:rsidRPr="00903EE5">
        <w:rPr>
          <w:szCs w:val="24"/>
        </w:rPr>
        <w:t>DSP</w:t>
      </w:r>
      <w:r>
        <w:rPr>
          <w:szCs w:val="24"/>
        </w:rPr>
        <w:t xml:space="preserve"> and/or Load Serving Entity (</w:t>
      </w:r>
      <w:r w:rsidRPr="00903EE5">
        <w:rPr>
          <w:szCs w:val="24"/>
        </w:rPr>
        <w:t>LSE</w:t>
      </w:r>
      <w:r>
        <w:rPr>
          <w:szCs w:val="24"/>
        </w:rPr>
        <w:t>).</w:t>
      </w:r>
    </w:p>
    <w:p w14:paraId="373AE544" w14:textId="2B5CDFD4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(b)</w:t>
      </w:r>
      <w:r>
        <w:rPr>
          <w:szCs w:val="24"/>
        </w:rPr>
        <w:tab/>
        <w:t xml:space="preserve">Applicant is not, and will not, be designated as a Transmission Operator </w:t>
      </w:r>
      <w:r w:rsidR="00A66A53">
        <w:rPr>
          <w:szCs w:val="24"/>
        </w:rPr>
        <w:t xml:space="preserve">(TO) </w:t>
      </w:r>
      <w:r>
        <w:rPr>
          <w:szCs w:val="24"/>
        </w:rPr>
        <w:t>with ERCOT.</w:t>
      </w:r>
    </w:p>
    <w:p w14:paraId="697A3027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(c)</w:t>
      </w:r>
      <w:r>
        <w:rPr>
          <w:szCs w:val="24"/>
        </w:rPr>
        <w:tab/>
        <w:t>Applicant understands that by opting out, it will not be granted access to portions of the ERCOT Market Information System (</w:t>
      </w:r>
      <w:r w:rsidRPr="00903EE5">
        <w:rPr>
          <w:szCs w:val="24"/>
        </w:rPr>
        <w:t>MIS</w:t>
      </w:r>
      <w:r>
        <w:rPr>
          <w:szCs w:val="24"/>
        </w:rPr>
        <w:t xml:space="preserve">) that require Digital Certificate Access. </w:t>
      </w:r>
    </w:p>
    <w:p w14:paraId="0F9628D4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(d)</w:t>
      </w:r>
      <w:r>
        <w:rPr>
          <w:szCs w:val="24"/>
        </w:rPr>
        <w:tab/>
        <w:t xml:space="preserve">Applicant understands that it can cancel any approved opt-out request, designate a USA, and begin </w:t>
      </w:r>
      <w:r w:rsidR="00240B45">
        <w:rPr>
          <w:szCs w:val="24"/>
        </w:rPr>
        <w:t xml:space="preserve">receiving </w:t>
      </w:r>
      <w:r>
        <w:rPr>
          <w:szCs w:val="24"/>
        </w:rPr>
        <w:t xml:space="preserve">Digital Certificates by properly completing Section 23, Form E, </w:t>
      </w:r>
      <w:r w:rsidRPr="00903EE5">
        <w:rPr>
          <w:szCs w:val="24"/>
        </w:rPr>
        <w:t>Notice of Change of Information</w:t>
      </w:r>
      <w:r>
        <w:rPr>
          <w:szCs w:val="24"/>
        </w:rPr>
        <w:t xml:space="preserve">, and meeting the requirements under </w:t>
      </w:r>
      <w:r w:rsidRPr="00903EE5">
        <w:rPr>
          <w:szCs w:val="24"/>
        </w:rPr>
        <w:t>Section 16.12</w:t>
      </w:r>
      <w:r w:rsidRPr="00023A6A">
        <w:rPr>
          <w:szCs w:val="24"/>
        </w:rPr>
        <w:t>.</w:t>
      </w:r>
    </w:p>
    <w:p w14:paraId="0EA90CA2" w14:textId="77777777" w:rsidR="00373470" w:rsidRPr="00FC03C2" w:rsidRDefault="00373470" w:rsidP="00373470">
      <w:pPr>
        <w:pStyle w:val="List"/>
        <w:spacing w:after="0"/>
        <w:ind w:left="1080"/>
        <w:jc w:val="both"/>
        <w:rPr>
          <w:szCs w:val="24"/>
        </w:rPr>
      </w:pPr>
      <w:r>
        <w:rPr>
          <w:szCs w:val="24"/>
        </w:rPr>
        <w:t>(e)</w:t>
      </w:r>
      <w:r>
        <w:rPr>
          <w:szCs w:val="24"/>
        </w:rPr>
        <w:tab/>
        <w:t xml:space="preserve">If determined ineligible, Applicant must designate a USA, receive Digital </w:t>
      </w:r>
      <w:proofErr w:type="gramStart"/>
      <w:r>
        <w:rPr>
          <w:szCs w:val="24"/>
        </w:rPr>
        <w:t>Certificates</w:t>
      </w:r>
      <w:proofErr w:type="gramEnd"/>
      <w:r>
        <w:rPr>
          <w:szCs w:val="24"/>
        </w:rPr>
        <w:t xml:space="preserve"> and comply with requirements under Protocol Section 16.12.</w:t>
      </w:r>
    </w:p>
    <w:p w14:paraId="06565E80" w14:textId="77777777" w:rsidR="00EA6AF7" w:rsidRPr="005B010C" w:rsidRDefault="00EA6AF7" w:rsidP="00EA6AF7">
      <w:pPr>
        <w:spacing w:before="240" w:after="240"/>
        <w:jc w:val="both"/>
      </w:pPr>
      <w:r w:rsidRPr="005B010C">
        <w:rPr>
          <w:b/>
          <w:bCs/>
        </w:rPr>
        <w:t>5. Backup USA.</w:t>
      </w:r>
      <w:r w:rsidRPr="005B010C">
        <w:rPr>
          <w:bCs/>
        </w:rPr>
        <w:t xml:space="preserve"> </w:t>
      </w:r>
      <w:r w:rsidRPr="005B010C">
        <w:rPr>
          <w:bCs/>
          <w:i/>
        </w:rPr>
        <w:t>(Optional)</w:t>
      </w:r>
      <w:r w:rsidRPr="005B010C">
        <w:rPr>
          <w:bCs/>
        </w:rPr>
        <w:t xml:space="preserve"> This person may perform the functions of the USA as defined in the ERCOT Protocols in the event the USA is unavailable.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77520D92" w14:textId="77777777" w:rsidTr="00D90481">
        <w:tc>
          <w:tcPr>
            <w:tcW w:w="1523" w:type="dxa"/>
            <w:gridSpan w:val="2"/>
          </w:tcPr>
          <w:p w14:paraId="3A73F817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3088487F" w14:textId="0AE68F36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06C50510" w14:textId="77777777" w:rsidTr="008A6AE0">
        <w:tc>
          <w:tcPr>
            <w:tcW w:w="1376" w:type="dxa"/>
          </w:tcPr>
          <w:p w14:paraId="369CDE8B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69F568DE" w14:textId="60898D7F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2BE36C5" w14:textId="77777777" w:rsidTr="00527FCD">
        <w:tc>
          <w:tcPr>
            <w:tcW w:w="1796" w:type="dxa"/>
            <w:gridSpan w:val="3"/>
          </w:tcPr>
          <w:p w14:paraId="4F5FE65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2D13916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648044D" w14:textId="77777777" w:rsidR="00527FCD" w:rsidRPr="00BA4C1D" w:rsidRDefault="00527FCD" w:rsidP="00527FCD">
      <w:pPr>
        <w:spacing w:before="240" w:after="240"/>
        <w:jc w:val="both"/>
      </w:pPr>
      <w:r w:rsidRPr="005B010C">
        <w:rPr>
          <w:b/>
        </w:rPr>
        <w:t xml:space="preserve">6. </w:t>
      </w:r>
      <w:r>
        <w:rPr>
          <w:b/>
          <w:bCs/>
        </w:rPr>
        <w:t>Cybersecurity</w:t>
      </w:r>
      <w:r w:rsidRPr="00C67B82">
        <w:rPr>
          <w:b/>
        </w:rPr>
        <w:t>.</w:t>
      </w:r>
      <w:r w:rsidRPr="00BA4C1D">
        <w:rPr>
          <w:bCs/>
        </w:rPr>
        <w:t xml:space="preserve"> This </w:t>
      </w:r>
      <w:r>
        <w:rPr>
          <w:bCs/>
        </w:rPr>
        <w:t>contact</w:t>
      </w:r>
      <w:r w:rsidRPr="00BA4C1D">
        <w:rPr>
          <w:bCs/>
        </w:rPr>
        <w:t xml:space="preserve"> </w:t>
      </w:r>
      <w:r>
        <w:rPr>
          <w:bCs/>
        </w:rPr>
        <w:t>is responsible for communicating Cybersecurity Incidents</w:t>
      </w:r>
      <w:r w:rsidRPr="00BA4C1D">
        <w:rPr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BA4C1D" w14:paraId="2589F9AE" w14:textId="77777777" w:rsidTr="00946CB3">
        <w:tc>
          <w:tcPr>
            <w:tcW w:w="1523" w:type="dxa"/>
            <w:gridSpan w:val="2"/>
          </w:tcPr>
          <w:p w14:paraId="03D9C48F" w14:textId="77777777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6ADC6E8D" w14:textId="552A9B04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DA5903" w:rsidRPr="00BA4C1D" w14:paraId="61A0BC23" w14:textId="77777777" w:rsidTr="004E04C0">
        <w:tc>
          <w:tcPr>
            <w:tcW w:w="1376" w:type="dxa"/>
          </w:tcPr>
          <w:p w14:paraId="55B31724" w14:textId="77777777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5FF1FDC1" w14:textId="58404CC5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527FCD" w:rsidRPr="00BA4C1D" w14:paraId="2E926A21" w14:textId="77777777" w:rsidTr="00D757E3">
        <w:tc>
          <w:tcPr>
            <w:tcW w:w="1796" w:type="dxa"/>
            <w:gridSpan w:val="3"/>
          </w:tcPr>
          <w:p w14:paraId="6E5E818C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3A9CDB36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</w:tbl>
    <w:p w14:paraId="41FE40B7" w14:textId="77777777" w:rsidR="00EA6AF7" w:rsidRPr="005B010C" w:rsidRDefault="00527FCD" w:rsidP="00EA6AF7">
      <w:pPr>
        <w:spacing w:before="240" w:after="240"/>
        <w:jc w:val="both"/>
      </w:pPr>
      <w:r>
        <w:rPr>
          <w:b/>
        </w:rPr>
        <w:lastRenderedPageBreak/>
        <w:t>7</w:t>
      </w:r>
      <w:r w:rsidR="00EA6AF7" w:rsidRPr="005B010C">
        <w:rPr>
          <w:b/>
        </w:rPr>
        <w:t>. TSP 24x7 Control or Operations Center.</w:t>
      </w:r>
      <w:r w:rsidR="00EA6AF7" w:rsidRPr="005B010C">
        <w:t xml:space="preserve"> As defined in the ERCOT Protocols, the 24x7</w:t>
      </w:r>
      <w:r w:rsidR="00EA6AF7" w:rsidRPr="005B010C">
        <w:rPr>
          <w:b/>
        </w:rPr>
        <w:t xml:space="preserve"> </w:t>
      </w:r>
      <w:r w:rsidR="00EA6AF7" w:rsidRPr="005B010C">
        <w:t>Control or Operations Center is responsible for operational communications and shall have sufficient authority to commit and bind the TSP.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3"/>
        <w:gridCol w:w="150"/>
        <w:gridCol w:w="282"/>
        <w:gridCol w:w="1672"/>
        <w:gridCol w:w="877"/>
        <w:gridCol w:w="712"/>
        <w:gridCol w:w="1207"/>
        <w:gridCol w:w="799"/>
        <w:gridCol w:w="2273"/>
      </w:tblGrid>
      <w:tr w:rsidR="00EA6AF7" w:rsidRPr="005B010C" w14:paraId="21838D42" w14:textId="77777777" w:rsidTr="00EA6AF7">
        <w:tc>
          <w:tcPr>
            <w:tcW w:w="1532" w:type="dxa"/>
            <w:gridSpan w:val="3"/>
          </w:tcPr>
          <w:p w14:paraId="5205865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Desk Name:</w:t>
            </w:r>
          </w:p>
        </w:tc>
        <w:tc>
          <w:tcPr>
            <w:tcW w:w="8044" w:type="dxa"/>
            <w:gridSpan w:val="7"/>
          </w:tcPr>
          <w:p w14:paraId="38FEC97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8D986EA" w14:textId="77777777" w:rsidTr="00EA6AF7">
        <w:tc>
          <w:tcPr>
            <w:tcW w:w="1379" w:type="dxa"/>
            <w:gridSpan w:val="2"/>
          </w:tcPr>
          <w:p w14:paraId="4ECEEB3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7" w:type="dxa"/>
            <w:gridSpan w:val="8"/>
          </w:tcPr>
          <w:p w14:paraId="7321F5A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4EEE641" w14:textId="77777777" w:rsidTr="00EA6AF7">
        <w:tc>
          <w:tcPr>
            <w:tcW w:w="1025" w:type="dxa"/>
          </w:tcPr>
          <w:p w14:paraId="4C19C66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539" w:type="dxa"/>
            <w:gridSpan w:val="4"/>
          </w:tcPr>
          <w:p w14:paraId="13DD3FF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80" w:type="dxa"/>
          </w:tcPr>
          <w:p w14:paraId="29EB21A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1977" w:type="dxa"/>
            <w:gridSpan w:val="2"/>
          </w:tcPr>
          <w:p w14:paraId="3C76A50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6" w:type="dxa"/>
          </w:tcPr>
          <w:p w14:paraId="2EA5376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349" w:type="dxa"/>
          </w:tcPr>
          <w:p w14:paraId="134B906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3E49CF7E" w14:textId="77777777" w:rsidTr="00EA6AF7">
        <w:tc>
          <w:tcPr>
            <w:tcW w:w="1379" w:type="dxa"/>
            <w:gridSpan w:val="2"/>
          </w:tcPr>
          <w:p w14:paraId="6C041F9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65" w:type="dxa"/>
            <w:gridSpan w:val="4"/>
          </w:tcPr>
          <w:p w14:paraId="753D6EE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2" w:type="dxa"/>
          </w:tcPr>
          <w:p w14:paraId="50D4557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20" w:type="dxa"/>
            <w:gridSpan w:val="3"/>
          </w:tcPr>
          <w:p w14:paraId="7CE0271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03D0712" w14:textId="77777777" w:rsidTr="00EA6AF7">
        <w:tc>
          <w:tcPr>
            <w:tcW w:w="1823" w:type="dxa"/>
            <w:gridSpan w:val="4"/>
          </w:tcPr>
          <w:p w14:paraId="30A9D8B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53" w:type="dxa"/>
            <w:gridSpan w:val="6"/>
          </w:tcPr>
          <w:p w14:paraId="7EEC747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50451188" w14:textId="77777777" w:rsidR="00EA6AF7" w:rsidRPr="005B010C" w:rsidRDefault="00527FCD" w:rsidP="00EA6AF7">
      <w:pPr>
        <w:spacing w:before="240" w:after="240"/>
        <w:jc w:val="both"/>
      </w:pPr>
      <w:r>
        <w:rPr>
          <w:b/>
        </w:rPr>
        <w:t>8</w:t>
      </w:r>
      <w:r w:rsidR="00EA6AF7" w:rsidRPr="005B010C">
        <w:rPr>
          <w:b/>
        </w:rPr>
        <w:t>. Compliance Contact</w:t>
      </w:r>
      <w:r w:rsidR="00EA6AF7" w:rsidRPr="005B010C">
        <w:rPr>
          <w:b/>
          <w:bCs/>
        </w:rPr>
        <w:t>.</w:t>
      </w:r>
      <w:r w:rsidR="00EA6AF7" w:rsidRPr="005B010C">
        <w:t xml:space="preserve"> This person is responsible for compliance related issues.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6043731A" w14:textId="77777777" w:rsidTr="009803D7">
        <w:tc>
          <w:tcPr>
            <w:tcW w:w="1523" w:type="dxa"/>
            <w:gridSpan w:val="2"/>
          </w:tcPr>
          <w:p w14:paraId="04BE8000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4C2CD1C" w14:textId="10302E83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75776B65" w14:textId="77777777" w:rsidTr="00D86187">
        <w:tc>
          <w:tcPr>
            <w:tcW w:w="1376" w:type="dxa"/>
          </w:tcPr>
          <w:p w14:paraId="2F076B1C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333E3B58" w14:textId="33BAFAF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0281B38" w14:textId="77777777" w:rsidTr="00D757E3">
        <w:tc>
          <w:tcPr>
            <w:tcW w:w="1796" w:type="dxa"/>
            <w:gridSpan w:val="3"/>
          </w:tcPr>
          <w:p w14:paraId="015FE60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5708300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4DA916FF" w14:textId="77777777" w:rsidR="00EA6AF7" w:rsidRDefault="00EA6AF7" w:rsidP="00EA6AF7">
      <w:pPr>
        <w:jc w:val="center"/>
        <w:rPr>
          <w:b/>
          <w:u w:val="single"/>
        </w:rPr>
      </w:pPr>
    </w:p>
    <w:p w14:paraId="6AE424F4" w14:textId="77777777" w:rsidR="00EA6AF7" w:rsidRPr="005B010C" w:rsidRDefault="00EA6AF7" w:rsidP="00EA6AF7">
      <w:pPr>
        <w:spacing w:before="240" w:after="240"/>
        <w:jc w:val="center"/>
        <w:rPr>
          <w:b/>
          <w:u w:val="single"/>
        </w:rPr>
      </w:pPr>
      <w:r w:rsidRPr="005B010C">
        <w:rPr>
          <w:b/>
          <w:u w:val="single"/>
        </w:rPr>
        <w:t>PART II – ASSET REGISTRATION</w:t>
      </w:r>
    </w:p>
    <w:p w14:paraId="4D6A8932" w14:textId="5AA67A8A" w:rsidR="00EA6AF7" w:rsidRPr="005B010C" w:rsidRDefault="00EA6AF7" w:rsidP="00EA6AF7">
      <w:pPr>
        <w:spacing w:after="240"/>
        <w:jc w:val="both"/>
      </w:pPr>
      <w:r w:rsidRPr="005B010C">
        <w:t xml:space="preserve">1.  Provide Generation Load Metering Point and TDSP Read Generation information as required on the ERCOT Generation Load Metering Point(s) &amp; TDSP Read Generation Registration Form. </w:t>
      </w:r>
      <w:r w:rsidR="00996E2C">
        <w:t xml:space="preserve"> </w:t>
      </w:r>
      <w:r w:rsidRPr="005B010C">
        <w:t xml:space="preserve">The form is located at </w:t>
      </w:r>
      <w:hyperlink r:id="rId12" w:history="1">
        <w:r w:rsidRPr="005B010C">
          <w:rPr>
            <w:color w:val="0000FF"/>
            <w:u w:val="single"/>
          </w:rPr>
          <w:t>http://www.ercot.com/services/rq/tdsp/index.html</w:t>
        </w:r>
      </w:hyperlink>
      <w:r w:rsidRPr="005B010C">
        <w:t xml:space="preserve">. </w:t>
      </w:r>
      <w:r w:rsidR="00996E2C">
        <w:t xml:space="preserve"> </w:t>
      </w:r>
      <w:r w:rsidRPr="005B010C">
        <w:t>The completed form should be attached to, and submitted with, the TDSP Registration Application.</w:t>
      </w:r>
    </w:p>
    <w:p w14:paraId="0B1E1404" w14:textId="77777777" w:rsidR="00EA6AF7" w:rsidRPr="005B010C" w:rsidRDefault="00EA6AF7" w:rsidP="00EA6AF7">
      <w:pPr>
        <w:spacing w:after="240"/>
        <w:jc w:val="both"/>
      </w:pPr>
      <w:r w:rsidRPr="005B010C">
        <w:t xml:space="preserve">2.  Provide status of registering </w:t>
      </w:r>
      <w:r>
        <w:t xml:space="preserve">MOU </w:t>
      </w:r>
      <w:r w:rsidRPr="005B010C">
        <w:t xml:space="preserve">or </w:t>
      </w:r>
      <w:r>
        <w:t>EC</w:t>
      </w:r>
      <w:r w:rsidRPr="005B010C">
        <w:t>:</w:t>
      </w:r>
    </w:p>
    <w:p w14:paraId="1BF2908F" w14:textId="77777777" w:rsidR="00EA6AF7" w:rsidRPr="005B010C" w:rsidRDefault="00EA6AF7" w:rsidP="00EA6AF7">
      <w:pPr>
        <w:spacing w:after="240"/>
        <w:ind w:left="36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</w:t>
      </w:r>
      <w:r w:rsidRPr="005B010C">
        <w:rPr>
          <w:b/>
        </w:rPr>
        <w:t>O</w:t>
      </w:r>
      <w:r w:rsidRPr="005B010C">
        <w:rPr>
          <w:b/>
          <w:bCs/>
          <w:color w:val="000000"/>
        </w:rPr>
        <w:t>pt-In MOU or EC</w:t>
      </w:r>
      <w:r w:rsidRPr="005B010C">
        <w:rPr>
          <w:bCs/>
          <w:color w:val="000000"/>
        </w:rPr>
        <w:t xml:space="preserve"> – A</w:t>
      </w:r>
      <w:r w:rsidRPr="005B010C">
        <w:t>n EC or MOU that offers Customer Choice.</w:t>
      </w:r>
    </w:p>
    <w:p w14:paraId="43A06CC8" w14:textId="77777777" w:rsidR="00EA6AF7" w:rsidRPr="005B010C" w:rsidRDefault="00EA6AF7" w:rsidP="00EA6AF7">
      <w:pPr>
        <w:spacing w:after="240"/>
        <w:ind w:left="36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324F88">
        <w:fldChar w:fldCharType="separate"/>
      </w:r>
      <w:r w:rsidRPr="005B010C">
        <w:fldChar w:fldCharType="end"/>
      </w:r>
      <w:r w:rsidRPr="005B010C">
        <w:t xml:space="preserve"> </w:t>
      </w:r>
      <w:r w:rsidRPr="005B010C">
        <w:rPr>
          <w:b/>
          <w:bCs/>
          <w:color w:val="000000"/>
        </w:rPr>
        <w:t>Non-Opt-In Entity (NOIE)</w:t>
      </w:r>
      <w:r w:rsidRPr="005B010C">
        <w:rPr>
          <w:bCs/>
          <w:color w:val="000000"/>
        </w:rPr>
        <w:t xml:space="preserve"> – </w:t>
      </w:r>
      <w:r w:rsidRPr="005B010C">
        <w:t>An EC or MOU that does not offer Customer Choice.</w:t>
      </w:r>
    </w:p>
    <w:p w14:paraId="7C79FC49" w14:textId="77777777" w:rsidR="00EA6AF7" w:rsidRPr="005B010C" w:rsidRDefault="00EA6AF7" w:rsidP="00EA6AF7">
      <w:pPr>
        <w:spacing w:after="240"/>
        <w:jc w:val="center"/>
        <w:rPr>
          <w:b/>
          <w:u w:val="single"/>
        </w:rPr>
      </w:pPr>
      <w:r w:rsidRPr="005B010C">
        <w:rPr>
          <w:b/>
          <w:u w:val="single"/>
        </w:rPr>
        <w:t>PART III – ADDITIONAL REQUIRED INFORMATION</w:t>
      </w:r>
    </w:p>
    <w:p w14:paraId="6ED06F3B" w14:textId="7A673D49" w:rsidR="00EA6AF7" w:rsidRPr="005B010C" w:rsidRDefault="00EA6AF7" w:rsidP="00EA6AF7">
      <w:pPr>
        <w:spacing w:after="240"/>
        <w:jc w:val="both"/>
      </w:pPr>
      <w:r w:rsidRPr="005B010C">
        <w:rPr>
          <w:b/>
        </w:rPr>
        <w:t>1. O</w:t>
      </w:r>
      <w:r w:rsidRPr="005B010C">
        <w:rPr>
          <w:b/>
          <w:bCs/>
        </w:rPr>
        <w:t>fficers</w:t>
      </w:r>
      <w:r w:rsidRPr="00C67B82">
        <w:rPr>
          <w:b/>
          <w:bCs/>
        </w:rPr>
        <w:t>.</w:t>
      </w:r>
      <w:r w:rsidRPr="005B010C">
        <w:t xml:space="preserve"> ERCOT will obtain the names of all individuals and/or entities listed with the Texas Secretary of State as having binding authority for the Applicant. </w:t>
      </w:r>
      <w:r w:rsidR="00996E2C">
        <w:t xml:space="preserve"> </w:t>
      </w:r>
      <w:r w:rsidRPr="005B010C">
        <w:t xml:space="preserve">ERCOT will use this list of individuals to determine who can execute such documents as the </w:t>
      </w:r>
      <w:r w:rsidRPr="00BA4C1D">
        <w:t>Standard Form Market Participant Agreement (</w:t>
      </w:r>
      <w:r>
        <w:t>Section 22, Attachment A</w:t>
      </w:r>
      <w:r w:rsidRPr="00BA4C1D">
        <w:t>), Amendment to Standard Form Market Participant Agreement</w:t>
      </w:r>
      <w:r>
        <w:t xml:space="preserve"> (Section 22, Attachment C</w:t>
      </w:r>
      <w:r w:rsidRPr="00DA6406">
        <w:t>)</w:t>
      </w:r>
      <w:r w:rsidRPr="005B010C">
        <w:t>, Digital Certificate Audit Attestation</w:t>
      </w:r>
      <w:r w:rsidR="007448BF">
        <w:t xml:space="preserve"> (DCAA)</w:t>
      </w:r>
      <w:r w:rsidRPr="005B010C">
        <w:t xml:space="preserve">, etc. </w:t>
      </w:r>
      <w:r w:rsidR="00996E2C">
        <w:t xml:space="preserve">  </w:t>
      </w:r>
      <w:r w:rsidRPr="005B010C">
        <w:t>Alternatively, additional documentation (Articles of Incorporation, Board Resolutions, Delegation of Authority, Secretary’s Certificate, etc.) can be provided to prove binding authority for the Applicant.</w:t>
      </w:r>
    </w:p>
    <w:p w14:paraId="4D482E3B" w14:textId="4B0F8F50" w:rsidR="00EA6AF7" w:rsidRPr="005B010C" w:rsidRDefault="00EA6AF7" w:rsidP="00EA6AF7">
      <w:pPr>
        <w:keepNext/>
        <w:spacing w:after="240"/>
        <w:jc w:val="both"/>
        <w:outlineLvl w:val="2"/>
        <w:rPr>
          <w:bCs/>
          <w:i/>
        </w:rPr>
      </w:pPr>
      <w:r w:rsidRPr="005B010C">
        <w:rPr>
          <w:b/>
        </w:rPr>
        <w:t>2. Affiliates and other Registrations</w:t>
      </w:r>
      <w:r w:rsidRPr="005B010C">
        <w:rPr>
          <w:b/>
          <w:bCs/>
        </w:rPr>
        <w:t xml:space="preserve">. </w:t>
      </w:r>
      <w:r w:rsidRPr="005B010C">
        <w:rPr>
          <w:bCs/>
        </w:rPr>
        <w:t>Provide the name, legal structure, and relationship of each of the Applicant’s affiliates, if applicable</w:t>
      </w:r>
      <w:r>
        <w:rPr>
          <w:bCs/>
        </w:rPr>
        <w:t xml:space="preserve">. </w:t>
      </w:r>
      <w:r w:rsidR="00996E2C">
        <w:rPr>
          <w:bCs/>
        </w:rPr>
        <w:t xml:space="preserve"> </w:t>
      </w:r>
      <w:r>
        <w:rPr>
          <w:bCs/>
        </w:rPr>
        <w:t xml:space="preserve">See Section 2.1, Definitions, </w:t>
      </w:r>
      <w:r w:rsidRPr="005B010C">
        <w:rPr>
          <w:bCs/>
        </w:rPr>
        <w:t xml:space="preserve">for the definition of </w:t>
      </w:r>
      <w:r w:rsidRPr="005B010C">
        <w:rPr>
          <w:bCs/>
        </w:rPr>
        <w:lastRenderedPageBreak/>
        <w:t xml:space="preserve">“Affiliate.” </w:t>
      </w:r>
      <w:r w:rsidR="00996E2C">
        <w:rPr>
          <w:bCs/>
        </w:rPr>
        <w:t xml:space="preserve"> </w:t>
      </w:r>
      <w:r w:rsidRPr="005B010C">
        <w:rPr>
          <w:bCs/>
        </w:rPr>
        <w:t xml:space="preserve">Please also provide the name and type of any other ERCOT Market Participant registrations held by the Applicant. </w:t>
      </w:r>
      <w:r w:rsidR="00996E2C">
        <w:rPr>
          <w:bCs/>
        </w:rPr>
        <w:t xml:space="preserve"> </w:t>
      </w:r>
      <w:r w:rsidRPr="005B010C">
        <w:rPr>
          <w:bCs/>
          <w:i/>
        </w:rPr>
        <w:t>(Attach additional pages if necessary.)</w:t>
      </w:r>
    </w:p>
    <w:tbl>
      <w:tblPr>
        <w:tblpPr w:leftFromText="187" w:rightFromText="187" w:vertAnchor="text" w:horzAnchor="margin" w:tblpY="2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  <w:gridCol w:w="2472"/>
        <w:gridCol w:w="3186"/>
      </w:tblGrid>
      <w:tr w:rsidR="00EA6AF7" w:rsidRPr="005B010C" w14:paraId="73D57671" w14:textId="77777777" w:rsidTr="00EA6AF7">
        <w:tc>
          <w:tcPr>
            <w:tcW w:w="1974" w:type="pct"/>
          </w:tcPr>
          <w:p w14:paraId="65227AC1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rPr>
                <w:b/>
                <w:bCs/>
              </w:rPr>
              <w:t>Affiliate Name</w:t>
            </w:r>
          </w:p>
          <w:p w14:paraId="76CC1879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t>(or name used for other ERCOT registration)</w:t>
            </w:r>
          </w:p>
        </w:tc>
        <w:tc>
          <w:tcPr>
            <w:tcW w:w="1322" w:type="pct"/>
          </w:tcPr>
          <w:p w14:paraId="0ED3DC69" w14:textId="77777777" w:rsidR="00EA6AF7" w:rsidRPr="005B010C" w:rsidRDefault="00EA6AF7" w:rsidP="00371635">
            <w:pPr>
              <w:ind w:left="360"/>
              <w:jc w:val="center"/>
              <w:rPr>
                <w:b/>
                <w:bCs/>
              </w:rPr>
            </w:pPr>
            <w:r w:rsidRPr="005B010C">
              <w:rPr>
                <w:b/>
                <w:bCs/>
              </w:rPr>
              <w:t>Type of Legal Structure</w:t>
            </w:r>
          </w:p>
          <w:p w14:paraId="70BB64C2" w14:textId="77777777" w:rsidR="00EA6AF7" w:rsidRPr="005B010C" w:rsidRDefault="00EA6AF7" w:rsidP="00371635">
            <w:pPr>
              <w:ind w:left="360"/>
              <w:jc w:val="center"/>
              <w:rPr>
                <w:bCs/>
              </w:rPr>
            </w:pPr>
            <w:r w:rsidRPr="005B010C">
              <w:rPr>
                <w:bCs/>
              </w:rPr>
              <w:t>(partnership, limited liability company, corporation, etc.)</w:t>
            </w:r>
          </w:p>
        </w:tc>
        <w:tc>
          <w:tcPr>
            <w:tcW w:w="1704" w:type="pct"/>
          </w:tcPr>
          <w:p w14:paraId="601564A7" w14:textId="77777777" w:rsidR="00EA6AF7" w:rsidRPr="005B010C" w:rsidRDefault="00EA6AF7" w:rsidP="00371635">
            <w:pPr>
              <w:keepNext/>
              <w:ind w:left="360"/>
              <w:jc w:val="center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t>Relationship</w:t>
            </w:r>
          </w:p>
          <w:p w14:paraId="2FC35660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t>(parent, subsidiary, partner, affiliate, etc.)</w:t>
            </w:r>
          </w:p>
        </w:tc>
      </w:tr>
      <w:tr w:rsidR="00EA6AF7" w:rsidRPr="005B010C" w14:paraId="64D394F5" w14:textId="77777777" w:rsidTr="00EA6AF7">
        <w:tc>
          <w:tcPr>
            <w:tcW w:w="1974" w:type="pct"/>
          </w:tcPr>
          <w:p w14:paraId="5F2DB78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77E66DDD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5E119D7C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47DBEF31" w14:textId="77777777" w:rsidTr="00EA6AF7">
        <w:tc>
          <w:tcPr>
            <w:tcW w:w="1974" w:type="pct"/>
          </w:tcPr>
          <w:p w14:paraId="24065EF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2375C2AF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77BA79B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5F344BF2" w14:textId="77777777" w:rsidTr="00EA6AF7">
        <w:tc>
          <w:tcPr>
            <w:tcW w:w="1974" w:type="pct"/>
          </w:tcPr>
          <w:p w14:paraId="5B740DEE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0E474938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5FD0901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1980AD11" w14:textId="77777777" w:rsidTr="00EA6AF7">
        <w:tc>
          <w:tcPr>
            <w:tcW w:w="1974" w:type="pct"/>
          </w:tcPr>
          <w:p w14:paraId="74526657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182D193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152DCF91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31745436" w14:textId="77777777" w:rsidTr="00EA6AF7">
        <w:tc>
          <w:tcPr>
            <w:tcW w:w="1974" w:type="pct"/>
          </w:tcPr>
          <w:p w14:paraId="787C324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FA1A41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0721A99B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612ABFE1" w14:textId="77777777" w:rsidTr="00EA6AF7">
        <w:tc>
          <w:tcPr>
            <w:tcW w:w="1974" w:type="pct"/>
          </w:tcPr>
          <w:p w14:paraId="56CF583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6B78CD9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1474D56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2273525D" w14:textId="77777777" w:rsidTr="00EA6AF7">
        <w:tc>
          <w:tcPr>
            <w:tcW w:w="1974" w:type="pct"/>
          </w:tcPr>
          <w:p w14:paraId="40100C2E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2B01AB3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78FD24A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654F0086" w14:textId="77777777" w:rsidTr="00EA6AF7">
        <w:tc>
          <w:tcPr>
            <w:tcW w:w="1974" w:type="pct"/>
          </w:tcPr>
          <w:p w14:paraId="3D2B88D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A2D456B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45CD053E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840649C" w14:textId="77777777" w:rsidTr="00EA6AF7">
        <w:tc>
          <w:tcPr>
            <w:tcW w:w="1974" w:type="pct"/>
          </w:tcPr>
          <w:p w14:paraId="22D40F31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3C577D9A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037A5CA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2204BDE" w14:textId="77777777" w:rsidTr="00EA6AF7">
        <w:tc>
          <w:tcPr>
            <w:tcW w:w="1974" w:type="pct"/>
          </w:tcPr>
          <w:p w14:paraId="2960592A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70496557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4AC1A69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</w:tbl>
    <w:p w14:paraId="2C0B3DCB" w14:textId="77777777" w:rsidR="00527FCD" w:rsidRDefault="00527FCD" w:rsidP="00527FCD">
      <w:pPr>
        <w:spacing w:before="240" w:after="240"/>
        <w:jc w:val="center"/>
      </w:pPr>
    </w:p>
    <w:p w14:paraId="464E6CCA" w14:textId="77777777" w:rsidR="00EA6AF7" w:rsidRPr="005B010C" w:rsidRDefault="00EA6AF7" w:rsidP="00527FCD">
      <w:pPr>
        <w:spacing w:before="240" w:after="240"/>
        <w:jc w:val="center"/>
        <w:rPr>
          <w:b/>
          <w:u w:val="single"/>
        </w:rPr>
      </w:pPr>
      <w:r w:rsidRPr="005B010C">
        <w:rPr>
          <w:b/>
          <w:u w:val="single"/>
        </w:rPr>
        <w:t>PART IV – SIGNATURE</w:t>
      </w:r>
    </w:p>
    <w:p w14:paraId="49B05C45" w14:textId="467D1198" w:rsidR="00EA6AF7" w:rsidRPr="005B010C" w:rsidRDefault="00EA6AF7" w:rsidP="00EA6AF7">
      <w:pPr>
        <w:spacing w:after="240"/>
        <w:ind w:left="360"/>
        <w:jc w:val="both"/>
      </w:pPr>
      <w:r w:rsidRPr="005B010C">
        <w:t xml:space="preserve">I affirm that I have personal knowledge of the facts stated in this application and that I have the authority to submit this application form on behalf of the Applicant. </w:t>
      </w:r>
      <w:r w:rsidR="00996E2C">
        <w:t xml:space="preserve"> </w:t>
      </w:r>
      <w:r w:rsidRPr="005B010C">
        <w:t xml:space="preserve">I further affirm that all statements </w:t>
      </w:r>
      <w:proofErr w:type="gramStart"/>
      <w:r w:rsidRPr="005B010C">
        <w:t>made</w:t>
      </w:r>
      <w:proofErr w:type="gramEnd"/>
      <w:r w:rsidRPr="005B010C">
        <w:t xml:space="preserve"> and </w:t>
      </w:r>
      <w:smartTag w:uri="urn:schemas-microsoft-com:office:smarttags" w:element="PersonName">
        <w:r w:rsidRPr="005B010C">
          <w:t>info</w:t>
        </w:r>
      </w:smartTag>
      <w:r w:rsidRPr="005B010C">
        <w:t xml:space="preserve">rmation provided in this application form are true, correct and complete, and that the Applicant will provide to ERCOT any changes in such </w:t>
      </w:r>
      <w:smartTag w:uri="urn:schemas-microsoft-com:office:smarttags" w:element="PersonName">
        <w:r w:rsidRPr="005B010C">
          <w:t>info</w:t>
        </w:r>
      </w:smartTag>
      <w:r w:rsidRPr="005B010C">
        <w:t>rmation in a timely manner.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4499"/>
      </w:tblGrid>
      <w:tr w:rsidR="00EA6AF7" w:rsidRPr="005B010C" w14:paraId="180AEE8E" w14:textId="77777777" w:rsidTr="00DA5903">
        <w:trPr>
          <w:trHeight w:val="692"/>
        </w:trPr>
        <w:tc>
          <w:tcPr>
            <w:tcW w:w="2594" w:type="pct"/>
            <w:vAlign w:val="center"/>
          </w:tcPr>
          <w:p w14:paraId="0DD0A992" w14:textId="77777777" w:rsidR="00EA6AF7" w:rsidRPr="005B010C" w:rsidRDefault="00EA6AF7" w:rsidP="00371635">
            <w:pPr>
              <w:autoSpaceDE w:val="0"/>
              <w:autoSpaceDN w:val="0"/>
              <w:ind w:left="360"/>
            </w:pPr>
            <w:r w:rsidRPr="005B010C">
              <w:t xml:space="preserve">Signature of </w:t>
            </w:r>
            <w:r>
              <w:t>AR</w:t>
            </w:r>
            <w:r w:rsidRPr="005B010C">
              <w:t xml:space="preserve">, Backup </w:t>
            </w:r>
            <w:proofErr w:type="gramStart"/>
            <w:r w:rsidRPr="005B010C">
              <w:t>AR</w:t>
            </w:r>
            <w:proofErr w:type="gramEnd"/>
            <w:r w:rsidRPr="005B010C">
              <w:t xml:space="preserve"> or Officer:</w:t>
            </w:r>
          </w:p>
        </w:tc>
        <w:tc>
          <w:tcPr>
            <w:tcW w:w="2406" w:type="pct"/>
          </w:tcPr>
          <w:p w14:paraId="19060C1A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</w:p>
        </w:tc>
      </w:tr>
      <w:tr w:rsidR="00EA6AF7" w:rsidRPr="005B010C" w14:paraId="33E9C2FA" w14:textId="77777777" w:rsidTr="00EA6AF7">
        <w:tc>
          <w:tcPr>
            <w:tcW w:w="2594" w:type="pct"/>
            <w:vAlign w:val="center"/>
          </w:tcPr>
          <w:p w14:paraId="766E7E65" w14:textId="77777777" w:rsidR="00EA6AF7" w:rsidRPr="005B010C" w:rsidRDefault="00EA6AF7" w:rsidP="00371635">
            <w:pPr>
              <w:autoSpaceDE w:val="0"/>
              <w:autoSpaceDN w:val="0"/>
              <w:ind w:left="360"/>
            </w:pPr>
            <w:r w:rsidRPr="005B010C">
              <w:t xml:space="preserve">Printed Name of AR, Backup </w:t>
            </w:r>
            <w:proofErr w:type="gramStart"/>
            <w:r w:rsidRPr="005B010C">
              <w:t>AR</w:t>
            </w:r>
            <w:proofErr w:type="gramEnd"/>
            <w:r w:rsidRPr="005B010C">
              <w:t xml:space="preserve"> or Officer:</w:t>
            </w:r>
          </w:p>
        </w:tc>
        <w:tc>
          <w:tcPr>
            <w:tcW w:w="2406" w:type="pct"/>
          </w:tcPr>
          <w:p w14:paraId="07F3ED78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  <w:r w:rsidRPr="005B010C">
              <w:rPr>
                <w:b/>
                <w:bCs/>
                <w:iCs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0" w:name="Text104"/>
            <w:r w:rsidRPr="005B010C">
              <w:rPr>
                <w:b/>
                <w:bCs/>
                <w:iCs/>
              </w:rPr>
              <w:instrText xml:space="preserve"> FORMTEXT </w:instrText>
            </w:r>
            <w:r w:rsidRPr="005B010C">
              <w:rPr>
                <w:b/>
                <w:bCs/>
                <w:iCs/>
              </w:rPr>
            </w:r>
            <w:r w:rsidRPr="005B010C">
              <w:rPr>
                <w:b/>
                <w:bCs/>
                <w:iCs/>
              </w:rPr>
              <w:fldChar w:fldCharType="separate"/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</w:rPr>
              <w:fldChar w:fldCharType="end"/>
            </w:r>
            <w:bookmarkEnd w:id="0"/>
          </w:p>
        </w:tc>
      </w:tr>
      <w:tr w:rsidR="00EA6AF7" w:rsidRPr="005B010C" w14:paraId="5C9CE62A" w14:textId="77777777" w:rsidTr="00EA6AF7">
        <w:tc>
          <w:tcPr>
            <w:tcW w:w="2594" w:type="pct"/>
            <w:vAlign w:val="center"/>
          </w:tcPr>
          <w:p w14:paraId="29E9B502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outlineLvl w:val="1"/>
              <w:rPr>
                <w:bCs/>
                <w:iCs/>
              </w:rPr>
            </w:pPr>
            <w:r w:rsidRPr="005B010C">
              <w:rPr>
                <w:bCs/>
                <w:iCs/>
              </w:rPr>
              <w:t>Date:</w:t>
            </w:r>
          </w:p>
        </w:tc>
        <w:tc>
          <w:tcPr>
            <w:tcW w:w="2406" w:type="pct"/>
          </w:tcPr>
          <w:p w14:paraId="05D1CC72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  <w:r w:rsidRPr="005B010C">
              <w:rPr>
                <w:b/>
                <w:bCs/>
                <w:i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  <w:iCs/>
              </w:rPr>
              <w:instrText xml:space="preserve"> FORMTEXT </w:instrText>
            </w:r>
            <w:r w:rsidRPr="005B010C">
              <w:rPr>
                <w:b/>
                <w:bCs/>
                <w:iCs/>
              </w:rPr>
            </w:r>
            <w:r w:rsidRPr="005B010C">
              <w:rPr>
                <w:b/>
                <w:bCs/>
                <w:iCs/>
              </w:rPr>
              <w:fldChar w:fldCharType="separate"/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</w:rPr>
              <w:fldChar w:fldCharType="end"/>
            </w:r>
          </w:p>
        </w:tc>
      </w:tr>
    </w:tbl>
    <w:p w14:paraId="0A36AE4E" w14:textId="77777777" w:rsidR="00A173FF" w:rsidRDefault="00A173FF" w:rsidP="00EA6AF7">
      <w:pPr>
        <w:rPr>
          <w:b/>
          <w:bCs/>
        </w:rPr>
      </w:pPr>
    </w:p>
    <w:p w14:paraId="6EC9A007" w14:textId="77777777" w:rsidR="00E64054" w:rsidRPr="00394938" w:rsidRDefault="00E64054" w:rsidP="00EA6AF7">
      <w:pPr>
        <w:rPr>
          <w:b/>
          <w:bCs/>
        </w:rPr>
      </w:pPr>
    </w:p>
    <w:sectPr w:rsidR="00E64054" w:rsidRPr="00394938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4EFD" w14:textId="77777777" w:rsidR="00ED7DBB" w:rsidRDefault="00ED7DBB">
      <w:r>
        <w:separator/>
      </w:r>
    </w:p>
  </w:endnote>
  <w:endnote w:type="continuationSeparator" w:id="0">
    <w:p w14:paraId="2D24E7B2" w14:textId="77777777" w:rsidR="00ED7DBB" w:rsidRDefault="00ED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8AF6" w14:textId="77777777" w:rsidR="00A1536D" w:rsidRDefault="00A1536D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3B63F59B" w14:textId="77777777" w:rsidR="00A1536D" w:rsidRDefault="00A1536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5BCCB" w14:textId="77777777" w:rsidR="00A1536D" w:rsidRDefault="00A1536D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November 1, </w:t>
    </w:r>
    <w:proofErr w:type="gramStart"/>
    <w:r>
      <w:rPr>
        <w:smallCaps/>
        <w:sz w:val="20"/>
        <w:szCs w:val="20"/>
      </w:rPr>
      <w:t>2017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23A-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42087244" w14:textId="77777777" w:rsidR="00A1536D" w:rsidRDefault="00A1536D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B359" w14:textId="77777777" w:rsidR="00A1536D" w:rsidRPr="0012002B" w:rsidRDefault="00A1536D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1927" w14:textId="77777777" w:rsidR="00531DA3" w:rsidRDefault="00531DA3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4049AB35" w14:textId="77777777" w:rsidR="00531DA3" w:rsidRDefault="00531DA3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D201" w14:textId="1E719759" w:rsidR="00531DA3" w:rsidRDefault="00531DA3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</w:t>
    </w:r>
    <w:proofErr w:type="spellStart"/>
    <w:r w:rsidR="009C489D">
      <w:rPr>
        <w:smallCaps/>
        <w:sz w:val="20"/>
        <w:szCs w:val="20"/>
      </w:rPr>
      <w:t>may</w:t>
    </w:r>
    <w:proofErr w:type="spellEnd"/>
    <w:r w:rsidR="00527FCD">
      <w:rPr>
        <w:smallCaps/>
        <w:sz w:val="20"/>
        <w:szCs w:val="20"/>
      </w:rPr>
      <w:t xml:space="preserve"> 1</w:t>
    </w:r>
    <w:r w:rsidR="00E35143">
      <w:rPr>
        <w:smallCaps/>
        <w:sz w:val="20"/>
        <w:szCs w:val="20"/>
      </w:rPr>
      <w:t xml:space="preserve">, </w:t>
    </w:r>
    <w:proofErr w:type="gramStart"/>
    <w:r w:rsidR="00E35143">
      <w:rPr>
        <w:smallCaps/>
        <w:sz w:val="20"/>
        <w:szCs w:val="20"/>
      </w:rPr>
      <w:t>20</w:t>
    </w:r>
    <w:r w:rsidR="00E64054">
      <w:rPr>
        <w:smallCaps/>
        <w:sz w:val="20"/>
        <w:szCs w:val="20"/>
      </w:rPr>
      <w:t>2</w:t>
    </w:r>
    <w:r w:rsidR="00D757E3">
      <w:rPr>
        <w:smallCaps/>
        <w:sz w:val="20"/>
        <w:szCs w:val="20"/>
      </w:rPr>
      <w:t>4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</w:t>
    </w:r>
    <w:r w:rsidR="00A1536D">
      <w:rPr>
        <w:smallCaps/>
        <w:sz w:val="20"/>
        <w:szCs w:val="20"/>
      </w:rPr>
      <w:t>3</w:t>
    </w:r>
    <w:r w:rsidR="00EA6AF7">
      <w:rPr>
        <w:smallCaps/>
        <w:sz w:val="20"/>
        <w:szCs w:val="20"/>
      </w:rPr>
      <w:t>J</w:t>
    </w:r>
    <w:r>
      <w:rPr>
        <w:smallCaps/>
        <w:sz w:val="20"/>
        <w:szCs w:val="20"/>
      </w:rPr>
      <w:t>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D94EA3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  <w:p w14:paraId="1225736A" w14:textId="77777777" w:rsidR="00531DA3" w:rsidRDefault="00531DA3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936F" w14:textId="77777777" w:rsidR="00531DA3" w:rsidRPr="0012002B" w:rsidRDefault="00531DA3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9D5E" w14:textId="77777777" w:rsidR="00ED7DBB" w:rsidRDefault="00ED7DBB">
      <w:r>
        <w:separator/>
      </w:r>
    </w:p>
  </w:footnote>
  <w:footnote w:type="continuationSeparator" w:id="0">
    <w:p w14:paraId="52C81C01" w14:textId="77777777" w:rsidR="00ED7DBB" w:rsidRDefault="00ED7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D21C" w14:textId="77777777" w:rsidR="00A1536D" w:rsidRPr="00CC4C8B" w:rsidRDefault="00A1536D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>
      <w:rPr>
        <w:smallCaps/>
        <w:sz w:val="20"/>
        <w:szCs w:val="20"/>
      </w:rPr>
      <w:t>A</w:t>
    </w:r>
    <w:r w:rsidRPr="00CC4C8B">
      <w:rPr>
        <w:smallCaps/>
        <w:sz w:val="20"/>
        <w:szCs w:val="20"/>
      </w:rPr>
      <w:t xml:space="preserve">):  </w:t>
    </w:r>
    <w:r w:rsidRPr="00A1536D">
      <w:rPr>
        <w:smallCaps/>
        <w:sz w:val="20"/>
        <w:szCs w:val="20"/>
      </w:rPr>
      <w:t>CRR Account Holder Application for Registration</w:t>
    </w:r>
  </w:p>
  <w:p w14:paraId="0DA07509" w14:textId="77777777" w:rsidR="00A1536D" w:rsidRDefault="00A15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6DC12" w14:textId="77777777" w:rsidR="0058461B" w:rsidRPr="00CC4C8B" w:rsidRDefault="0058461B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 w:rsidR="00A1536D"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 w:rsidR="00EA6AF7">
      <w:rPr>
        <w:smallCaps/>
        <w:sz w:val="20"/>
        <w:szCs w:val="20"/>
      </w:rPr>
      <w:t>J</w:t>
    </w:r>
    <w:r w:rsidRPr="00CC4C8B">
      <w:rPr>
        <w:smallCaps/>
        <w:sz w:val="20"/>
        <w:szCs w:val="20"/>
      </w:rPr>
      <w:t xml:space="preserve">):  </w:t>
    </w:r>
    <w:r w:rsidR="00EA6AF7">
      <w:rPr>
        <w:smallCaps/>
        <w:sz w:val="20"/>
        <w:szCs w:val="20"/>
      </w:rPr>
      <w:t>TDSP</w:t>
    </w:r>
    <w:r w:rsidR="00EA6AF7" w:rsidRPr="00EA6AF7">
      <w:rPr>
        <w:smallCaps/>
        <w:sz w:val="20"/>
        <w:szCs w:val="20"/>
      </w:rPr>
      <w:t xml:space="preserve"> Application for Registration</w:t>
    </w:r>
  </w:p>
  <w:p w14:paraId="1D3565CC" w14:textId="77777777" w:rsidR="0058461B" w:rsidRDefault="0058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D0159"/>
    <w:multiLevelType w:val="hybridMultilevel"/>
    <w:tmpl w:val="E0B41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C3A3F"/>
    <w:multiLevelType w:val="hybridMultilevel"/>
    <w:tmpl w:val="D6CAC274"/>
    <w:lvl w:ilvl="0" w:tplc="9178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D0671"/>
    <w:multiLevelType w:val="hybridMultilevel"/>
    <w:tmpl w:val="194CD36E"/>
    <w:lvl w:ilvl="0" w:tplc="9992FB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F51AB"/>
    <w:multiLevelType w:val="hybridMultilevel"/>
    <w:tmpl w:val="C41A9A32"/>
    <w:lvl w:ilvl="0" w:tplc="75A0F51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5200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CB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20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64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148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B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E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0F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90DC6"/>
    <w:multiLevelType w:val="hybridMultilevel"/>
    <w:tmpl w:val="8C925B2E"/>
    <w:lvl w:ilvl="0" w:tplc="DB2CD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C700A"/>
    <w:multiLevelType w:val="hybridMultilevel"/>
    <w:tmpl w:val="09F4204C"/>
    <w:lvl w:ilvl="0" w:tplc="C9E85C0A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1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2396A"/>
    <w:multiLevelType w:val="hybridMultilevel"/>
    <w:tmpl w:val="5BC87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5A713F"/>
    <w:multiLevelType w:val="hybridMultilevel"/>
    <w:tmpl w:val="97226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D7D51"/>
    <w:multiLevelType w:val="singleLevel"/>
    <w:tmpl w:val="174410BA"/>
    <w:lvl w:ilvl="0">
      <w:start w:val="1"/>
      <w:numFmt w:val="decimal"/>
      <w:lvlText w:val="(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sz w:val="20"/>
      </w:rPr>
    </w:lvl>
  </w:abstractNum>
  <w:abstractNum w:abstractNumId="15" w15:restartNumberingAfterBreak="0">
    <w:nsid w:val="2E7D2479"/>
    <w:multiLevelType w:val="hybridMultilevel"/>
    <w:tmpl w:val="AEE40858"/>
    <w:lvl w:ilvl="0" w:tplc="2DEC3F4C">
      <w:start w:val="5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1833DDC"/>
    <w:multiLevelType w:val="hybridMultilevel"/>
    <w:tmpl w:val="4004269A"/>
    <w:lvl w:ilvl="0" w:tplc="8BA4B5BA">
      <w:start w:val="6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416756B"/>
    <w:multiLevelType w:val="multilevel"/>
    <w:tmpl w:val="A526564C"/>
    <w:lvl w:ilvl="0">
      <w:start w:val="1"/>
      <w:numFmt w:val="decimal"/>
      <w:pStyle w:val="AppellateL1"/>
      <w:lvlText w:val="Section %1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AppellateL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ppellat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ppellat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ppellateL5"/>
      <w:lvlText w:val="(%5)"/>
      <w:lvlJc w:val="left"/>
      <w:pPr>
        <w:tabs>
          <w:tab w:val="num" w:pos="2880"/>
        </w:tabs>
        <w:ind w:left="0" w:firstLine="2160"/>
      </w:pPr>
      <w:rPr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AppellateL6"/>
      <w:lvlText w:val="(%6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AppellateL7"/>
      <w:lvlText w:val="%7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AppellateL8"/>
      <w:lvlText w:val="%8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6201DDA"/>
    <w:multiLevelType w:val="hybridMultilevel"/>
    <w:tmpl w:val="3920F77E"/>
    <w:lvl w:ilvl="0" w:tplc="1DAEE0D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E01C5"/>
    <w:multiLevelType w:val="hybridMultilevel"/>
    <w:tmpl w:val="121ABBB0"/>
    <w:lvl w:ilvl="0" w:tplc="C5AABC6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124DA"/>
    <w:multiLevelType w:val="hybridMultilevel"/>
    <w:tmpl w:val="F8A2F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D965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3BC93DA0"/>
    <w:multiLevelType w:val="singleLevel"/>
    <w:tmpl w:val="2E921232"/>
    <w:name w:val="Appellat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DB91813"/>
    <w:multiLevelType w:val="multilevel"/>
    <w:tmpl w:val="76586E3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OutlineL2"/>
      <w:lvlText w:val="%2.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utlineL3"/>
      <w:lvlText w:val="%3.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OutlineL4"/>
      <w:lvlText w:val="%4.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OutlineL5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OutlineL6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OutlineL7"/>
      <w:lvlText w:val="(%7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pStyle w:val="OutlineL8"/>
      <w:lvlText w:val="%8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pStyle w:val="OutlineL9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ED8092B"/>
    <w:multiLevelType w:val="hybridMultilevel"/>
    <w:tmpl w:val="B750250C"/>
    <w:name w:val="Outline"/>
    <w:lvl w:ilvl="0" w:tplc="FF286D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DC3D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88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ED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0C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8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E1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A1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A4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6FCD"/>
    <w:multiLevelType w:val="hybridMultilevel"/>
    <w:tmpl w:val="2FBA5368"/>
    <w:name w:val="Standard"/>
    <w:lvl w:ilvl="0" w:tplc="E29890C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E843F1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9D6737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B30FD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2588CB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76A02F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86A4F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9566DB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4F65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549B1745"/>
    <w:multiLevelType w:val="hybridMultilevel"/>
    <w:tmpl w:val="945290EE"/>
    <w:lvl w:ilvl="0" w:tplc="7DAE0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4621D"/>
    <w:multiLevelType w:val="hybridMultilevel"/>
    <w:tmpl w:val="603E9752"/>
    <w:lvl w:ilvl="0" w:tplc="CFF2EE2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1" w:tplc="B9767D1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34BDC2">
      <w:start w:val="2"/>
      <w:numFmt w:val="decimal"/>
      <w:lvlText w:val="%3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775284"/>
    <w:multiLevelType w:val="hybridMultilevel"/>
    <w:tmpl w:val="8A24F7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50F17"/>
    <w:multiLevelType w:val="singleLevel"/>
    <w:tmpl w:val="7D2A2062"/>
    <w:lvl w:ilvl="0">
      <w:start w:val="1"/>
      <w:numFmt w:val="decimal"/>
      <w:pStyle w:val="FOF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</w:abstractNum>
  <w:abstractNum w:abstractNumId="30" w15:restartNumberingAfterBreak="0">
    <w:nsid w:val="61443A44"/>
    <w:multiLevelType w:val="hybridMultilevel"/>
    <w:tmpl w:val="1034F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EBE5077"/>
    <w:multiLevelType w:val="hybridMultilevel"/>
    <w:tmpl w:val="560A2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86F64"/>
    <w:multiLevelType w:val="singleLevel"/>
    <w:tmpl w:val="16285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</w:abstractNum>
  <w:abstractNum w:abstractNumId="37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64632"/>
    <w:multiLevelType w:val="hybridMultilevel"/>
    <w:tmpl w:val="0D7EFFFC"/>
    <w:lvl w:ilvl="0" w:tplc="C79E74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8F427D"/>
    <w:multiLevelType w:val="hybridMultilevel"/>
    <w:tmpl w:val="222A2FB4"/>
    <w:lvl w:ilvl="0" w:tplc="702A8B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5921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D0B57C3"/>
    <w:multiLevelType w:val="hybridMultilevel"/>
    <w:tmpl w:val="F01E4540"/>
    <w:lvl w:ilvl="0" w:tplc="2EC6A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936323">
    <w:abstractNumId w:val="23"/>
  </w:num>
  <w:num w:numId="2" w16cid:durableId="1074860552">
    <w:abstractNumId w:val="17"/>
  </w:num>
  <w:num w:numId="3" w16cid:durableId="922908807">
    <w:abstractNumId w:val="8"/>
  </w:num>
  <w:num w:numId="4" w16cid:durableId="2077313431">
    <w:abstractNumId w:val="29"/>
  </w:num>
  <w:num w:numId="5" w16cid:durableId="173963908">
    <w:abstractNumId w:val="0"/>
  </w:num>
  <w:num w:numId="6" w16cid:durableId="1016082711">
    <w:abstractNumId w:val="41"/>
  </w:num>
  <w:num w:numId="7" w16cid:durableId="1513295024">
    <w:abstractNumId w:val="1"/>
  </w:num>
  <w:num w:numId="8" w16cid:durableId="200635019">
    <w:abstractNumId w:val="40"/>
  </w:num>
  <w:num w:numId="9" w16cid:durableId="306206584">
    <w:abstractNumId w:val="42"/>
  </w:num>
  <w:num w:numId="10" w16cid:durableId="1655912862">
    <w:abstractNumId w:val="2"/>
  </w:num>
  <w:num w:numId="11" w16cid:durableId="598218893">
    <w:abstractNumId w:val="32"/>
  </w:num>
  <w:num w:numId="12" w16cid:durableId="123155850">
    <w:abstractNumId w:val="31"/>
  </w:num>
  <w:num w:numId="13" w16cid:durableId="847672305">
    <w:abstractNumId w:val="34"/>
  </w:num>
  <w:num w:numId="14" w16cid:durableId="738556313">
    <w:abstractNumId w:val="37"/>
  </w:num>
  <w:num w:numId="15" w16cid:durableId="2127239409">
    <w:abstractNumId w:val="11"/>
  </w:num>
  <w:num w:numId="16" w16cid:durableId="2031562085">
    <w:abstractNumId w:val="33"/>
  </w:num>
  <w:num w:numId="17" w16cid:durableId="254244161">
    <w:abstractNumId w:val="4"/>
  </w:num>
  <w:num w:numId="18" w16cid:durableId="1783304748">
    <w:abstractNumId w:val="20"/>
  </w:num>
  <w:num w:numId="19" w16cid:durableId="1782144676">
    <w:abstractNumId w:val="27"/>
  </w:num>
  <w:num w:numId="20" w16cid:durableId="553547804">
    <w:abstractNumId w:val="38"/>
  </w:num>
  <w:num w:numId="21" w16cid:durableId="11492636">
    <w:abstractNumId w:val="12"/>
  </w:num>
  <w:num w:numId="22" w16cid:durableId="1040786780">
    <w:abstractNumId w:val="14"/>
  </w:num>
  <w:num w:numId="23" w16cid:durableId="622151903">
    <w:abstractNumId w:val="5"/>
  </w:num>
  <w:num w:numId="24" w16cid:durableId="1477524317">
    <w:abstractNumId w:val="18"/>
  </w:num>
  <w:num w:numId="25" w16cid:durableId="2037002821">
    <w:abstractNumId w:val="7"/>
  </w:num>
  <w:num w:numId="26" w16cid:durableId="929043997">
    <w:abstractNumId w:val="10"/>
  </w:num>
  <w:num w:numId="27" w16cid:durableId="1057315024">
    <w:abstractNumId w:val="28"/>
  </w:num>
  <w:num w:numId="28" w16cid:durableId="123426610">
    <w:abstractNumId w:val="43"/>
  </w:num>
  <w:num w:numId="29" w16cid:durableId="1182550834">
    <w:abstractNumId w:val="36"/>
  </w:num>
  <w:num w:numId="30" w16cid:durableId="1236011909">
    <w:abstractNumId w:val="19"/>
  </w:num>
  <w:num w:numId="31" w16cid:durableId="1324973218">
    <w:abstractNumId w:val="6"/>
  </w:num>
  <w:num w:numId="32" w16cid:durableId="2028166153">
    <w:abstractNumId w:val="35"/>
  </w:num>
  <w:num w:numId="33" w16cid:durableId="1458372796">
    <w:abstractNumId w:val="9"/>
  </w:num>
  <w:num w:numId="34" w16cid:durableId="1031414261">
    <w:abstractNumId w:val="26"/>
  </w:num>
  <w:num w:numId="35" w16cid:durableId="1952276148">
    <w:abstractNumId w:val="21"/>
  </w:num>
  <w:num w:numId="36" w16cid:durableId="975179013">
    <w:abstractNumId w:val="13"/>
  </w:num>
  <w:num w:numId="37" w16cid:durableId="641084830">
    <w:abstractNumId w:val="16"/>
  </w:num>
  <w:num w:numId="38" w16cid:durableId="38210351">
    <w:abstractNumId w:val="15"/>
  </w:num>
  <w:num w:numId="39" w16cid:durableId="827356987">
    <w:abstractNumId w:val="39"/>
  </w:num>
  <w:num w:numId="40" w16cid:durableId="202913216">
    <w:abstractNumId w:val="3"/>
  </w:num>
  <w:num w:numId="41" w16cid:durableId="323242879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PJXbroipjlR/8b8LeEswBq/l0dqOoyppjROjDj3qxRyy+cyr5b2fvidV1xru3obK/XmCVrepS9wSo3MhJFEYA==" w:salt="mtgPmeojK1ly3BOlMS/2aA==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51"/>
    <w:rsid w:val="000120CE"/>
    <w:rsid w:val="00033F66"/>
    <w:rsid w:val="000576CA"/>
    <w:rsid w:val="00061ADC"/>
    <w:rsid w:val="0007021D"/>
    <w:rsid w:val="00072694"/>
    <w:rsid w:val="000D0398"/>
    <w:rsid w:val="000D5CB6"/>
    <w:rsid w:val="00114B77"/>
    <w:rsid w:val="00157AF7"/>
    <w:rsid w:val="001814C9"/>
    <w:rsid w:val="0018445A"/>
    <w:rsid w:val="001A25B5"/>
    <w:rsid w:val="001B6780"/>
    <w:rsid w:val="001C2E2E"/>
    <w:rsid w:val="001E34F7"/>
    <w:rsid w:val="001E5BC0"/>
    <w:rsid w:val="002148C6"/>
    <w:rsid w:val="002373F6"/>
    <w:rsid w:val="00240B45"/>
    <w:rsid w:val="00265CE0"/>
    <w:rsid w:val="00292AFB"/>
    <w:rsid w:val="002B123F"/>
    <w:rsid w:val="002D1461"/>
    <w:rsid w:val="002D4488"/>
    <w:rsid w:val="00314C5F"/>
    <w:rsid w:val="00324F88"/>
    <w:rsid w:val="003259BC"/>
    <w:rsid w:val="0033718A"/>
    <w:rsid w:val="00340590"/>
    <w:rsid w:val="00371635"/>
    <w:rsid w:val="00373470"/>
    <w:rsid w:val="00376B2B"/>
    <w:rsid w:val="00394938"/>
    <w:rsid w:val="003A4E89"/>
    <w:rsid w:val="003E2BA1"/>
    <w:rsid w:val="004212C1"/>
    <w:rsid w:val="00425FC3"/>
    <w:rsid w:val="00446F74"/>
    <w:rsid w:val="004706ED"/>
    <w:rsid w:val="00484605"/>
    <w:rsid w:val="0049024D"/>
    <w:rsid w:val="004E0D5D"/>
    <w:rsid w:val="004E7C38"/>
    <w:rsid w:val="004F6CB1"/>
    <w:rsid w:val="0052095F"/>
    <w:rsid w:val="00520F12"/>
    <w:rsid w:val="00527FCD"/>
    <w:rsid w:val="00530906"/>
    <w:rsid w:val="00531DA3"/>
    <w:rsid w:val="005337E6"/>
    <w:rsid w:val="00534189"/>
    <w:rsid w:val="00536854"/>
    <w:rsid w:val="005427BE"/>
    <w:rsid w:val="00546892"/>
    <w:rsid w:val="00557F27"/>
    <w:rsid w:val="00574FBF"/>
    <w:rsid w:val="00582203"/>
    <w:rsid w:val="0058461B"/>
    <w:rsid w:val="0058665A"/>
    <w:rsid w:val="005B2A3F"/>
    <w:rsid w:val="005F1CAA"/>
    <w:rsid w:val="005F7BFD"/>
    <w:rsid w:val="006239DF"/>
    <w:rsid w:val="00642E06"/>
    <w:rsid w:val="006515D6"/>
    <w:rsid w:val="00683F82"/>
    <w:rsid w:val="006B0FCC"/>
    <w:rsid w:val="006E5572"/>
    <w:rsid w:val="007275A4"/>
    <w:rsid w:val="007448BF"/>
    <w:rsid w:val="00745E77"/>
    <w:rsid w:val="00746909"/>
    <w:rsid w:val="00797F0D"/>
    <w:rsid w:val="007A3617"/>
    <w:rsid w:val="007B7A0F"/>
    <w:rsid w:val="007D241A"/>
    <w:rsid w:val="007D56C8"/>
    <w:rsid w:val="007E0ED0"/>
    <w:rsid w:val="007F1FCC"/>
    <w:rsid w:val="0080236C"/>
    <w:rsid w:val="00802542"/>
    <w:rsid w:val="008057E4"/>
    <w:rsid w:val="00814F41"/>
    <w:rsid w:val="00830095"/>
    <w:rsid w:val="00837395"/>
    <w:rsid w:val="00854A1B"/>
    <w:rsid w:val="008579BB"/>
    <w:rsid w:val="00862449"/>
    <w:rsid w:val="008735E1"/>
    <w:rsid w:val="008744F2"/>
    <w:rsid w:val="008A6E02"/>
    <w:rsid w:val="008E7D3E"/>
    <w:rsid w:val="008F1199"/>
    <w:rsid w:val="008F70B7"/>
    <w:rsid w:val="008F774B"/>
    <w:rsid w:val="00903EE5"/>
    <w:rsid w:val="00904DCC"/>
    <w:rsid w:val="00905C92"/>
    <w:rsid w:val="00907FE8"/>
    <w:rsid w:val="009258E0"/>
    <w:rsid w:val="00933FA3"/>
    <w:rsid w:val="00953029"/>
    <w:rsid w:val="00972AEA"/>
    <w:rsid w:val="00996E2C"/>
    <w:rsid w:val="009A3C52"/>
    <w:rsid w:val="009C489D"/>
    <w:rsid w:val="009D18E6"/>
    <w:rsid w:val="009D78E2"/>
    <w:rsid w:val="009E3483"/>
    <w:rsid w:val="009E7EE5"/>
    <w:rsid w:val="00A05D33"/>
    <w:rsid w:val="00A06BB8"/>
    <w:rsid w:val="00A11607"/>
    <w:rsid w:val="00A12F1F"/>
    <w:rsid w:val="00A1536D"/>
    <w:rsid w:val="00A173FF"/>
    <w:rsid w:val="00A233C4"/>
    <w:rsid w:val="00A271F3"/>
    <w:rsid w:val="00A45D42"/>
    <w:rsid w:val="00A51557"/>
    <w:rsid w:val="00A55DB6"/>
    <w:rsid w:val="00A56328"/>
    <w:rsid w:val="00A66A53"/>
    <w:rsid w:val="00A74001"/>
    <w:rsid w:val="00A83A81"/>
    <w:rsid w:val="00A84A9C"/>
    <w:rsid w:val="00AB1AEC"/>
    <w:rsid w:val="00AB1F6C"/>
    <w:rsid w:val="00AC1A25"/>
    <w:rsid w:val="00AD428B"/>
    <w:rsid w:val="00AF7379"/>
    <w:rsid w:val="00B11620"/>
    <w:rsid w:val="00B1503D"/>
    <w:rsid w:val="00B220A3"/>
    <w:rsid w:val="00B61319"/>
    <w:rsid w:val="00B67F51"/>
    <w:rsid w:val="00BD2CFF"/>
    <w:rsid w:val="00C07CE9"/>
    <w:rsid w:val="00C263BF"/>
    <w:rsid w:val="00C4393E"/>
    <w:rsid w:val="00C511FD"/>
    <w:rsid w:val="00C51952"/>
    <w:rsid w:val="00C52C0D"/>
    <w:rsid w:val="00C5366F"/>
    <w:rsid w:val="00C56839"/>
    <w:rsid w:val="00C56BCF"/>
    <w:rsid w:val="00C67B82"/>
    <w:rsid w:val="00C862AC"/>
    <w:rsid w:val="00C92CC6"/>
    <w:rsid w:val="00CB084E"/>
    <w:rsid w:val="00CC4C8B"/>
    <w:rsid w:val="00D467D2"/>
    <w:rsid w:val="00D66C95"/>
    <w:rsid w:val="00D757E3"/>
    <w:rsid w:val="00D8326C"/>
    <w:rsid w:val="00D90746"/>
    <w:rsid w:val="00D94EA3"/>
    <w:rsid w:val="00D97F62"/>
    <w:rsid w:val="00DA5903"/>
    <w:rsid w:val="00DD28F7"/>
    <w:rsid w:val="00E30297"/>
    <w:rsid w:val="00E35143"/>
    <w:rsid w:val="00E61FFC"/>
    <w:rsid w:val="00E64054"/>
    <w:rsid w:val="00E77BF5"/>
    <w:rsid w:val="00E92DD2"/>
    <w:rsid w:val="00EA2772"/>
    <w:rsid w:val="00EA2AFF"/>
    <w:rsid w:val="00EA6AF7"/>
    <w:rsid w:val="00EB141B"/>
    <w:rsid w:val="00EB7ABB"/>
    <w:rsid w:val="00EB7B0E"/>
    <w:rsid w:val="00EC2697"/>
    <w:rsid w:val="00EC4B4E"/>
    <w:rsid w:val="00EC70B0"/>
    <w:rsid w:val="00ED7DBB"/>
    <w:rsid w:val="00EE178C"/>
    <w:rsid w:val="00F136CE"/>
    <w:rsid w:val="00F14C17"/>
    <w:rsid w:val="00F14E92"/>
    <w:rsid w:val="00F166D9"/>
    <w:rsid w:val="00F2424B"/>
    <w:rsid w:val="00F30467"/>
    <w:rsid w:val="00F72B58"/>
    <w:rsid w:val="00F916A8"/>
    <w:rsid w:val="00FA24F0"/>
    <w:rsid w:val="00FC6202"/>
    <w:rsid w:val="00FE084B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5841"/>
    <o:shapelayout v:ext="edit">
      <o:idmap v:ext="edit" data="1"/>
    </o:shapelayout>
  </w:shapeDefaults>
  <w:decimalSymbol w:val="."/>
  <w:listSeparator w:val=","/>
  <w14:docId w14:val="3E654D22"/>
  <w15:chartTrackingRefBased/>
  <w15:docId w15:val="{EB5D970D-C42F-4A13-8CC8-2919279B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link w:val="Heading2Char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link w:val="Heading3Char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link w:val="Heading4Char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link w:val="Heading5Char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link w:val="BodyTextIndentChar"/>
    <w:pPr>
      <w:spacing w:before="120" w:after="120"/>
      <w:ind w:left="720"/>
    </w:pPr>
  </w:style>
  <w:style w:type="paragraph" w:styleId="BodyTextIndent2">
    <w:name w:val="Body Text Indent 2"/>
    <w:basedOn w:val="Normal"/>
    <w:link w:val="BodyTextIndent2Char"/>
    <w:pPr>
      <w:spacing w:before="27"/>
      <w:ind w:left="27"/>
    </w:pPr>
    <w:rPr>
      <w:szCs w:val="15"/>
    </w:rPr>
  </w:style>
  <w:style w:type="paragraph" w:customStyle="1" w:styleId="Bullet">
    <w:name w:val="Bullet"/>
    <w:basedOn w:val="Normal"/>
    <w:pPr>
      <w:tabs>
        <w:tab w:val="num" w:pos="720"/>
        <w:tab w:val="num" w:pos="1080"/>
      </w:tabs>
      <w:spacing w:before="60" w:after="120"/>
      <w:ind w:left="1080" w:hanging="360"/>
    </w:pPr>
    <w:rPr>
      <w:szCs w:val="20"/>
    </w:rPr>
  </w:style>
  <w:style w:type="paragraph" w:customStyle="1" w:styleId="BulletIndent">
    <w:name w:val="Bullet Indent"/>
    <w:basedOn w:val="Normal"/>
    <w:pPr>
      <w:tabs>
        <w:tab w:val="num" w:pos="720"/>
      </w:tabs>
      <w:spacing w:before="60" w:after="60"/>
      <w:ind w:left="720" w:hanging="360"/>
    </w:pPr>
    <w:rPr>
      <w:szCs w:val="20"/>
    </w:rPr>
  </w:style>
  <w:style w:type="paragraph" w:styleId="BodyTextIndent3">
    <w:name w:val="Body Text Indent 3"/>
    <w:basedOn w:val="Normal"/>
    <w:link w:val="BodyTextIndent3Char"/>
    <w:pPr>
      <w:ind w:left="2520" w:hanging="360"/>
    </w:pPr>
  </w:style>
  <w:style w:type="paragraph" w:customStyle="1" w:styleId="ParaText">
    <w:name w:val="ParaText"/>
    <w:basedOn w:val="Normal"/>
    <w:pPr>
      <w:spacing w:after="240" w:line="300" w:lineRule="auto"/>
      <w:jc w:val="both"/>
    </w:pPr>
    <w:rPr>
      <w:sz w:val="22"/>
      <w:szCs w:val="20"/>
    </w:rPr>
  </w:style>
  <w:style w:type="paragraph" w:customStyle="1" w:styleId="TermDefinition">
    <w:name w:val="Term Definition"/>
    <w:basedOn w:val="TermTitle"/>
    <w:pPr>
      <w:spacing w:before="0" w:after="60"/>
    </w:pPr>
    <w:rPr>
      <w:b w:val="0"/>
    </w:rPr>
  </w:style>
  <w:style w:type="paragraph" w:customStyle="1" w:styleId="TermTitle">
    <w:name w:val="Term Title"/>
    <w:basedOn w:val="Normal"/>
    <w:pPr>
      <w:spacing w:before="120"/>
      <w:ind w:left="720"/>
    </w:pPr>
    <w:rPr>
      <w:b/>
      <w:szCs w:val="20"/>
    </w:rPr>
  </w:style>
  <w:style w:type="paragraph" w:customStyle="1" w:styleId="OutlineL2">
    <w:name w:val="Outline_L2"/>
    <w:basedOn w:val="OutlineL1"/>
    <w:next w:val="NumContinue"/>
    <w:pPr>
      <w:keepNext w:val="0"/>
      <w:numPr>
        <w:ilvl w:val="1"/>
        <w:numId w:val="1"/>
      </w:numPr>
      <w:ind w:left="1440" w:hanging="720"/>
      <w:outlineLvl w:val="1"/>
    </w:pPr>
  </w:style>
  <w:style w:type="paragraph" w:customStyle="1" w:styleId="OutlineL1">
    <w:name w:val="Outline_L1"/>
    <w:basedOn w:val="Normal"/>
    <w:next w:val="NumContinue"/>
    <w:pPr>
      <w:keepNext/>
      <w:tabs>
        <w:tab w:val="num" w:pos="720"/>
      </w:tabs>
      <w:spacing w:after="240"/>
      <w:ind w:left="720" w:hanging="360"/>
      <w:outlineLvl w:val="0"/>
    </w:pPr>
    <w:rPr>
      <w:szCs w:val="20"/>
    </w:rPr>
  </w:style>
  <w:style w:type="paragraph" w:customStyle="1" w:styleId="NumContinue">
    <w:name w:val="Num Continue"/>
    <w:basedOn w:val="BodyText"/>
    <w:pPr>
      <w:widowControl w:val="0"/>
      <w:spacing w:before="0" w:after="240"/>
      <w:ind w:firstLine="720"/>
    </w:pPr>
    <w:rPr>
      <w:szCs w:val="20"/>
    </w:rPr>
  </w:style>
  <w:style w:type="paragraph" w:customStyle="1" w:styleId="OutlineL3">
    <w:name w:val="Outline_L3"/>
    <w:basedOn w:val="OutlineL2"/>
    <w:next w:val="NumContinue"/>
    <w:pPr>
      <w:numPr>
        <w:ilvl w:val="2"/>
      </w:numPr>
      <w:tabs>
        <w:tab w:val="clear" w:pos="2160"/>
      </w:tabs>
      <w:ind w:left="2160" w:hanging="1440"/>
      <w:outlineLvl w:val="2"/>
    </w:pPr>
  </w:style>
  <w:style w:type="paragraph" w:customStyle="1" w:styleId="OutlineL4">
    <w:name w:val="Outline_L4"/>
    <w:basedOn w:val="OutlineL3"/>
    <w:next w:val="NumContinue"/>
    <w:pPr>
      <w:numPr>
        <w:ilvl w:val="3"/>
      </w:numPr>
      <w:tabs>
        <w:tab w:val="clear" w:pos="2880"/>
        <w:tab w:val="num" w:pos="1170"/>
      </w:tabs>
      <w:ind w:left="1170" w:hanging="375"/>
      <w:outlineLvl w:val="3"/>
    </w:pPr>
  </w:style>
  <w:style w:type="paragraph" w:customStyle="1" w:styleId="OutlineL5">
    <w:name w:val="Outline_L5"/>
    <w:basedOn w:val="OutlineL4"/>
    <w:next w:val="NumContinue"/>
    <w:pPr>
      <w:numPr>
        <w:ilvl w:val="4"/>
      </w:numPr>
      <w:tabs>
        <w:tab w:val="clear" w:pos="3600"/>
        <w:tab w:val="num" w:pos="360"/>
      </w:tabs>
      <w:ind w:left="360" w:hanging="360"/>
      <w:outlineLvl w:val="4"/>
    </w:pPr>
  </w:style>
  <w:style w:type="paragraph" w:customStyle="1" w:styleId="OutlineL6">
    <w:name w:val="Outline_L6"/>
    <w:basedOn w:val="OutlineL5"/>
    <w:next w:val="NumContinue"/>
    <w:pPr>
      <w:numPr>
        <w:ilvl w:val="5"/>
      </w:numPr>
      <w:tabs>
        <w:tab w:val="clear" w:pos="4320"/>
        <w:tab w:val="num" w:pos="720"/>
      </w:tabs>
      <w:ind w:left="720" w:hanging="720"/>
      <w:outlineLvl w:val="5"/>
    </w:pPr>
  </w:style>
  <w:style w:type="paragraph" w:customStyle="1" w:styleId="OutlineL7">
    <w:name w:val="Outline_L7"/>
    <w:basedOn w:val="OutlineL6"/>
    <w:next w:val="NumContinue"/>
    <w:pPr>
      <w:numPr>
        <w:ilvl w:val="6"/>
      </w:numPr>
      <w:tabs>
        <w:tab w:val="clear" w:pos="5040"/>
        <w:tab w:val="num" w:pos="360"/>
      </w:tabs>
      <w:ind w:left="360" w:hanging="360"/>
      <w:outlineLvl w:val="6"/>
    </w:pPr>
  </w:style>
  <w:style w:type="paragraph" w:customStyle="1" w:styleId="OutlineL8">
    <w:name w:val="Outline_L8"/>
    <w:basedOn w:val="OutlineL7"/>
    <w:next w:val="NumContinue"/>
    <w:pPr>
      <w:numPr>
        <w:ilvl w:val="7"/>
      </w:numPr>
      <w:tabs>
        <w:tab w:val="clear" w:pos="5760"/>
        <w:tab w:val="num" w:pos="360"/>
      </w:tabs>
      <w:ind w:left="360" w:hanging="360"/>
      <w:outlineLvl w:val="7"/>
    </w:pPr>
  </w:style>
  <w:style w:type="paragraph" w:customStyle="1" w:styleId="OutlineL9">
    <w:name w:val="Outline_L9"/>
    <w:basedOn w:val="OutlineL8"/>
    <w:next w:val="NumContinue"/>
    <w:pPr>
      <w:numPr>
        <w:ilvl w:val="8"/>
      </w:numPr>
      <w:tabs>
        <w:tab w:val="clear" w:pos="6480"/>
        <w:tab w:val="num" w:pos="360"/>
      </w:tabs>
      <w:ind w:left="360" w:hanging="360"/>
      <w:outlineLvl w:val="8"/>
    </w:pPr>
  </w:style>
  <w:style w:type="paragraph" w:customStyle="1" w:styleId="AppellateL1">
    <w:name w:val="Appellate_L1"/>
    <w:basedOn w:val="Normal"/>
    <w:next w:val="NumContinue"/>
    <w:pPr>
      <w:numPr>
        <w:numId w:val="2"/>
      </w:numPr>
      <w:spacing w:after="240"/>
      <w:jc w:val="both"/>
      <w:outlineLvl w:val="0"/>
    </w:pPr>
    <w:rPr>
      <w:b/>
      <w:szCs w:val="20"/>
    </w:rPr>
  </w:style>
  <w:style w:type="paragraph" w:customStyle="1" w:styleId="AppellateL2">
    <w:name w:val="Appellate_L2"/>
    <w:basedOn w:val="AppellateL1"/>
    <w:next w:val="NumContinue"/>
    <w:pPr>
      <w:numPr>
        <w:ilvl w:val="1"/>
      </w:numPr>
      <w:tabs>
        <w:tab w:val="clear" w:pos="720"/>
        <w:tab w:val="num" w:pos="360"/>
        <w:tab w:val="num" w:pos="1440"/>
      </w:tabs>
      <w:ind w:left="1440" w:hanging="360"/>
      <w:outlineLvl w:val="1"/>
    </w:pPr>
    <w:rPr>
      <w:b w:val="0"/>
    </w:rPr>
  </w:style>
  <w:style w:type="paragraph" w:customStyle="1" w:styleId="AppellateL3">
    <w:name w:val="Appellate_L3"/>
    <w:basedOn w:val="AppellateL2"/>
    <w:next w:val="NumContinue"/>
    <w:pPr>
      <w:numPr>
        <w:ilvl w:val="2"/>
      </w:numPr>
      <w:tabs>
        <w:tab w:val="clear" w:pos="1440"/>
        <w:tab w:val="num" w:pos="360"/>
        <w:tab w:val="num" w:pos="2160"/>
      </w:tabs>
      <w:ind w:left="2160" w:hanging="180"/>
      <w:outlineLvl w:val="2"/>
    </w:pPr>
  </w:style>
  <w:style w:type="paragraph" w:customStyle="1" w:styleId="AppellateL4">
    <w:name w:val="Appellate_L4"/>
    <w:basedOn w:val="AppellateL3"/>
    <w:next w:val="NumContinue"/>
    <w:pPr>
      <w:numPr>
        <w:ilvl w:val="3"/>
      </w:numPr>
      <w:tabs>
        <w:tab w:val="clear" w:pos="2160"/>
        <w:tab w:val="num" w:pos="360"/>
        <w:tab w:val="num" w:pos="2880"/>
      </w:tabs>
      <w:ind w:left="2880" w:hanging="360"/>
      <w:outlineLvl w:val="3"/>
    </w:pPr>
  </w:style>
  <w:style w:type="paragraph" w:customStyle="1" w:styleId="AppellateL5">
    <w:name w:val="Appellate_L5"/>
    <w:basedOn w:val="AppellateL4"/>
    <w:next w:val="NumContinue"/>
    <w:pPr>
      <w:numPr>
        <w:ilvl w:val="4"/>
      </w:numPr>
      <w:tabs>
        <w:tab w:val="clear" w:pos="2880"/>
        <w:tab w:val="num" w:pos="360"/>
        <w:tab w:val="num" w:pos="3600"/>
      </w:tabs>
      <w:ind w:left="3600" w:hanging="360"/>
      <w:outlineLvl w:val="4"/>
    </w:pPr>
  </w:style>
  <w:style w:type="paragraph" w:customStyle="1" w:styleId="AppellateL6">
    <w:name w:val="Appellate_L6"/>
    <w:basedOn w:val="AppellateL5"/>
    <w:next w:val="NumContinue"/>
    <w:pPr>
      <w:numPr>
        <w:ilvl w:val="5"/>
      </w:numPr>
      <w:tabs>
        <w:tab w:val="clear" w:pos="3600"/>
        <w:tab w:val="num" w:pos="360"/>
        <w:tab w:val="num" w:pos="4320"/>
      </w:tabs>
      <w:ind w:left="4320" w:hanging="180"/>
      <w:outlineLvl w:val="5"/>
    </w:pPr>
  </w:style>
  <w:style w:type="paragraph" w:customStyle="1" w:styleId="AppellateL7">
    <w:name w:val="Appellate_L7"/>
    <w:basedOn w:val="AppellateL6"/>
    <w:next w:val="NumContinue"/>
    <w:pPr>
      <w:numPr>
        <w:ilvl w:val="6"/>
      </w:numPr>
      <w:tabs>
        <w:tab w:val="clear" w:pos="4320"/>
        <w:tab w:val="num" w:pos="360"/>
        <w:tab w:val="num" w:pos="5040"/>
      </w:tabs>
      <w:ind w:left="5040" w:hanging="360"/>
      <w:outlineLvl w:val="6"/>
    </w:pPr>
  </w:style>
  <w:style w:type="paragraph" w:customStyle="1" w:styleId="AppellateL8">
    <w:name w:val="Appellate_L8"/>
    <w:basedOn w:val="AppellateL7"/>
    <w:next w:val="NumContinue"/>
    <w:pPr>
      <w:numPr>
        <w:ilvl w:val="7"/>
      </w:numPr>
      <w:tabs>
        <w:tab w:val="clear" w:pos="5040"/>
        <w:tab w:val="num" w:pos="360"/>
        <w:tab w:val="num" w:pos="5760"/>
      </w:tabs>
      <w:ind w:left="5760" w:hanging="360"/>
      <w:outlineLvl w:val="7"/>
    </w:pPr>
  </w:style>
  <w:style w:type="paragraph" w:customStyle="1" w:styleId="Centered">
    <w:name w:val="Centered"/>
    <w:basedOn w:val="Normal"/>
    <w:next w:val="BodyText"/>
    <w:pPr>
      <w:widowControl w:val="0"/>
      <w:spacing w:after="240" w:line="240" w:lineRule="exact"/>
      <w:jc w:val="center"/>
    </w:pPr>
    <w:rPr>
      <w:snapToGrid w:val="0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2"/>
      <w:szCs w:val="20"/>
    </w:rPr>
  </w:style>
  <w:style w:type="paragraph" w:styleId="Subtitle">
    <w:name w:val="Subtitle"/>
    <w:basedOn w:val="Normal"/>
    <w:link w:val="SubtitleChar"/>
    <w:qFormat/>
    <w:pPr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pPr>
      <w:tabs>
        <w:tab w:val="left" w:pos="-98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sz w:val="22"/>
      <w:szCs w:val="20"/>
    </w:rPr>
  </w:style>
  <w:style w:type="paragraph" w:styleId="EndnoteText">
    <w:name w:val="endnote text"/>
    <w:basedOn w:val="Normal"/>
    <w:link w:val="EndnoteTextChar"/>
    <w:pPr>
      <w:widowControl w:val="0"/>
    </w:pPr>
    <w:rPr>
      <w:snapToGrid w:val="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customStyle="1" w:styleId="Instructions">
    <w:name w:val="Instructions"/>
    <w:basedOn w:val="BodyText"/>
    <w:link w:val="InstructionsChar"/>
    <w:pPr>
      <w:spacing w:before="0" w:after="240"/>
    </w:pPr>
    <w:rPr>
      <w:b/>
      <w:i/>
      <w:iCs/>
      <w:lang w:val="x-none" w:eastAsia="x-none"/>
    </w:rPr>
  </w:style>
  <w:style w:type="paragraph" w:styleId="List">
    <w:name w:val="List"/>
    <w:aliases w:val=" Char2 Char Char Char Char, Char2 Char, 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FootnoteText">
    <w:name w:val="footnote text"/>
    <w:basedOn w:val="Normal"/>
    <w:link w:val="FootnoteTextChar"/>
    <w:semiHidden/>
    <w:rPr>
      <w:sz w:val="18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link w:val="H5Char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  <w:lang w:val="x-none" w:eastAsia="x-none"/>
    </w:rPr>
  </w:style>
  <w:style w:type="paragraph" w:customStyle="1" w:styleId="H2">
    <w:name w:val="H2"/>
    <w:basedOn w:val="Heading2"/>
    <w:next w:val="BodyText"/>
    <w:link w:val="H2Char"/>
    <w:pPr>
      <w:tabs>
        <w:tab w:val="left" w:pos="900"/>
      </w:tabs>
      <w:ind w:left="900" w:hanging="900"/>
    </w:pPr>
    <w:rPr>
      <w:lang w:val="x-none" w:eastAsia="x-none"/>
    </w:rPr>
  </w:style>
  <w:style w:type="paragraph" w:customStyle="1" w:styleId="H3">
    <w:name w:val="H3"/>
    <w:basedOn w:val="Heading3"/>
    <w:next w:val="BodyText"/>
    <w:link w:val="H3Char1"/>
    <w:pPr>
      <w:tabs>
        <w:tab w:val="left" w:pos="1080"/>
      </w:tabs>
      <w:spacing w:before="240" w:after="240"/>
      <w:ind w:left="1080" w:hanging="1080"/>
    </w:pPr>
    <w:rPr>
      <w:b/>
      <w:bCs/>
    </w:rPr>
  </w:style>
  <w:style w:type="paragraph" w:customStyle="1" w:styleId="H4">
    <w:name w:val="H4"/>
    <w:basedOn w:val="Heading4"/>
    <w:next w:val="BodyText"/>
    <w:link w:val="H4Char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customStyle="1" w:styleId="H6">
    <w:name w:val="H6"/>
    <w:basedOn w:val="Heading6"/>
    <w:next w:val="BodyText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link w:val="VariableDefinitionChar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 w:after="240"/>
    </w:pPr>
    <w:rPr>
      <w:b/>
      <w:iCs/>
      <w:szCs w:val="20"/>
    </w:rPr>
  </w:style>
  <w:style w:type="paragraph" w:customStyle="1" w:styleId="TableBody">
    <w:name w:val="Table Body"/>
    <w:basedOn w:val="BodyText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pPr>
      <w:spacing w:before="0"/>
    </w:pPr>
    <w:rPr>
      <w:b/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</w:pPr>
  </w:style>
  <w:style w:type="character" w:customStyle="1" w:styleId="BodyTextChar">
    <w:name w:val="Body Text Char"/>
    <w:link w:val="BodyText"/>
    <w:uiPriority w:val="99"/>
    <w:rPr>
      <w:sz w:val="24"/>
      <w:szCs w:val="24"/>
      <w:lang w:val="en-US" w:eastAsia="en-US" w:bidi="ar-SA"/>
    </w:rPr>
  </w:style>
  <w:style w:type="character" w:styleId="Strong">
    <w:name w:val="Strong"/>
    <w:qFormat/>
    <w:rPr>
      <w:b/>
      <w:bCs/>
    </w:rPr>
  </w:style>
  <w:style w:type="paragraph" w:customStyle="1" w:styleId="Style1">
    <w:name w:val="Style1"/>
    <w:basedOn w:val="BodyTextIndent"/>
    <w:pPr>
      <w:spacing w:before="0"/>
    </w:pPr>
    <w:rPr>
      <w:szCs w:val="20"/>
    </w:rPr>
  </w:style>
  <w:style w:type="paragraph" w:styleId="List4">
    <w:name w:val="List 4"/>
    <w:basedOn w:val="Normal"/>
    <w:pPr>
      <w:tabs>
        <w:tab w:val="left" w:pos="2880"/>
      </w:tabs>
      <w:spacing w:after="240"/>
      <w:ind w:left="2880" w:hanging="720"/>
      <w:contextualSpacing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customStyle="1" w:styleId="H4Char">
    <w:name w:val="H4 Char"/>
    <w:link w:val="H4"/>
    <w:rPr>
      <w:b/>
      <w:bCs/>
      <w:snapToGrid w:val="0"/>
      <w:sz w:val="24"/>
      <w:lang w:val="en-US" w:eastAsia="en-US" w:bidi="ar-SA"/>
    </w:rPr>
  </w:style>
  <w:style w:type="character" w:customStyle="1" w:styleId="CharChar3">
    <w:name w:val="Char Char3"/>
    <w:rPr>
      <w:sz w:val="24"/>
      <w:lang w:val="en-US" w:eastAsia="en-US" w:bidi="ar-SA"/>
    </w:rPr>
  </w:style>
  <w:style w:type="character" w:customStyle="1" w:styleId="BodyTextNumberedChar1">
    <w:name w:val="Body Text Numbered Char1"/>
    <w:link w:val="BodyTextNumbered"/>
    <w:rPr>
      <w:iCs/>
      <w:sz w:val="24"/>
      <w:lang w:val="en-US" w:eastAsia="en-US" w:bidi="ar-SA"/>
    </w:rPr>
  </w:style>
  <w:style w:type="paragraph" w:customStyle="1" w:styleId="BodyTextNumbered">
    <w:name w:val="Body Text Numbered"/>
    <w:basedOn w:val="BodyText"/>
    <w:link w:val="BodyTextNumberedChar1"/>
    <w:pPr>
      <w:spacing w:before="0" w:after="240"/>
      <w:ind w:left="720" w:hanging="720"/>
    </w:pPr>
    <w:rPr>
      <w:iCs/>
      <w:szCs w:val="20"/>
    </w:rPr>
  </w:style>
  <w:style w:type="character" w:styleId="CommentReference">
    <w:name w:val="annotation reference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VariableDefinitionChar">
    <w:name w:val="Variable Definition Char"/>
    <w:link w:val="VariableDefinition"/>
    <w:rPr>
      <w:iCs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InstructionsChar">
    <w:name w:val="Instructions Char"/>
    <w:link w:val="Instructions"/>
    <w:rsid w:val="006B0FCC"/>
    <w:rPr>
      <w:b/>
      <w:i/>
      <w:iCs/>
      <w:sz w:val="24"/>
      <w:szCs w:val="24"/>
    </w:rPr>
  </w:style>
  <w:style w:type="character" w:customStyle="1" w:styleId="H2Char">
    <w:name w:val="H2 Char"/>
    <w:link w:val="H2"/>
    <w:rsid w:val="006B0FCC"/>
    <w:rPr>
      <w:b/>
      <w:sz w:val="24"/>
    </w:rPr>
  </w:style>
  <w:style w:type="character" w:customStyle="1" w:styleId="H5Char">
    <w:name w:val="H5 Char"/>
    <w:link w:val="H5"/>
    <w:uiPriority w:val="99"/>
    <w:locked/>
    <w:rsid w:val="006B0FCC"/>
    <w:rPr>
      <w:b/>
      <w:bCs/>
      <w:i/>
      <w:iCs/>
      <w:sz w:val="24"/>
      <w:szCs w:val="26"/>
    </w:rPr>
  </w:style>
  <w:style w:type="paragraph" w:styleId="CommentText">
    <w:name w:val="annotation text"/>
    <w:basedOn w:val="Normal"/>
    <w:link w:val="CommentTextChar"/>
    <w:rsid w:val="006B0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0FCC"/>
  </w:style>
  <w:style w:type="paragraph" w:styleId="CommentSubject">
    <w:name w:val="annotation subject"/>
    <w:basedOn w:val="CommentText"/>
    <w:next w:val="CommentText"/>
    <w:link w:val="CommentSubjectChar"/>
    <w:rsid w:val="006B0F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B0FCC"/>
    <w:rPr>
      <w:b/>
      <w:bCs/>
    </w:rPr>
  </w:style>
  <w:style w:type="paragraph" w:styleId="Revision">
    <w:name w:val="Revision"/>
    <w:hidden/>
    <w:uiPriority w:val="99"/>
    <w:semiHidden/>
    <w:rsid w:val="006B0FCC"/>
    <w:rPr>
      <w:sz w:val="24"/>
      <w:szCs w:val="24"/>
    </w:rPr>
  </w:style>
  <w:style w:type="character" w:customStyle="1" w:styleId="ListIntroductionChar">
    <w:name w:val="List Introduction Char"/>
    <w:link w:val="ListIntroduction"/>
    <w:rsid w:val="00446F74"/>
    <w:rPr>
      <w:iCs/>
      <w:sz w:val="24"/>
    </w:rPr>
  </w:style>
  <w:style w:type="character" w:customStyle="1" w:styleId="ListChar">
    <w:name w:val="List Char"/>
    <w:aliases w:val=" Char2 Char Char Char Char Char, Char2 Char Char, Char1 Char"/>
    <w:link w:val="List"/>
    <w:rsid w:val="00446F74"/>
    <w:rPr>
      <w:sz w:val="24"/>
    </w:rPr>
  </w:style>
  <w:style w:type="character" w:customStyle="1" w:styleId="H3Char1">
    <w:name w:val="H3 Char1"/>
    <w:link w:val="H3"/>
    <w:rsid w:val="00446F74"/>
    <w:rPr>
      <w:b/>
      <w:bCs/>
      <w:i/>
      <w:sz w:val="24"/>
    </w:rPr>
  </w:style>
  <w:style w:type="character" w:customStyle="1" w:styleId="SubtitleChar">
    <w:name w:val="Subtitle Char"/>
    <w:link w:val="Subtitle"/>
    <w:rsid w:val="00446F74"/>
    <w:rPr>
      <w:sz w:val="32"/>
    </w:rPr>
  </w:style>
  <w:style w:type="character" w:styleId="FootnoteReference">
    <w:name w:val="footnote reference"/>
    <w:rsid w:val="00A1536D"/>
    <w:rPr>
      <w:vertAlign w:val="superscript"/>
    </w:rPr>
  </w:style>
  <w:style w:type="character" w:styleId="FollowedHyperlink">
    <w:name w:val="FollowedHyperlink"/>
    <w:rsid w:val="00394938"/>
    <w:rPr>
      <w:color w:val="800080"/>
      <w:u w:val="single"/>
    </w:rPr>
  </w:style>
  <w:style w:type="paragraph" w:styleId="BodyText2">
    <w:name w:val="Body Text 2"/>
    <w:basedOn w:val="Normal"/>
    <w:link w:val="BodyText2Char"/>
    <w:rsid w:val="00394938"/>
    <w:pPr>
      <w:spacing w:after="120" w:line="480" w:lineRule="auto"/>
    </w:pPr>
  </w:style>
  <w:style w:type="character" w:customStyle="1" w:styleId="BodyText2Char">
    <w:name w:val="Body Text 2 Char"/>
    <w:link w:val="BodyText2"/>
    <w:rsid w:val="00394938"/>
    <w:rPr>
      <w:sz w:val="24"/>
      <w:szCs w:val="24"/>
    </w:rPr>
  </w:style>
  <w:style w:type="paragraph" w:customStyle="1" w:styleId="FOF">
    <w:name w:val="FOF#"/>
    <w:basedOn w:val="Normal"/>
    <w:rsid w:val="00394938"/>
    <w:pPr>
      <w:numPr>
        <w:numId w:val="4"/>
      </w:numPr>
      <w:autoSpaceDE w:val="0"/>
      <w:autoSpaceDN w:val="0"/>
    </w:pPr>
  </w:style>
  <w:style w:type="character" w:customStyle="1" w:styleId="TitleChar">
    <w:name w:val="Title Char"/>
    <w:link w:val="Title"/>
    <w:rsid w:val="00394938"/>
    <w:rPr>
      <w:b/>
      <w:sz w:val="22"/>
    </w:rPr>
  </w:style>
  <w:style w:type="character" w:customStyle="1" w:styleId="BodyText3Char">
    <w:name w:val="Body Text 3 Char"/>
    <w:link w:val="BodyText3"/>
    <w:rsid w:val="00394938"/>
    <w:rPr>
      <w:sz w:val="22"/>
    </w:rPr>
  </w:style>
  <w:style w:type="paragraph" w:customStyle="1" w:styleId="paragraph">
    <w:name w:val="paragraph"/>
    <w:basedOn w:val="Normal"/>
    <w:rsid w:val="00394938"/>
    <w:pPr>
      <w:autoSpaceDE w:val="0"/>
      <w:autoSpaceDN w:val="0"/>
      <w:spacing w:line="480" w:lineRule="auto"/>
      <w:ind w:left="1440" w:hanging="720"/>
      <w:jc w:val="both"/>
    </w:pPr>
  </w:style>
  <w:style w:type="character" w:customStyle="1" w:styleId="BodyTextIndent2Char">
    <w:name w:val="Body Text Indent 2 Char"/>
    <w:link w:val="BodyTextIndent2"/>
    <w:rsid w:val="00394938"/>
    <w:rPr>
      <w:sz w:val="24"/>
      <w:szCs w:val="15"/>
    </w:rPr>
  </w:style>
  <w:style w:type="character" w:customStyle="1" w:styleId="DocumentMapChar">
    <w:name w:val="Document Map Char"/>
    <w:link w:val="DocumentMap"/>
    <w:rsid w:val="00394938"/>
    <w:rPr>
      <w:rFonts w:ascii="Tahoma" w:hAnsi="Tahoma" w:cs="Tahoma"/>
      <w:shd w:val="clear" w:color="auto" w:fill="000080"/>
    </w:rPr>
  </w:style>
  <w:style w:type="paragraph" w:customStyle="1" w:styleId="RegularHeading">
    <w:name w:val="Regular Heading"/>
    <w:basedOn w:val="RegularText"/>
    <w:rsid w:val="00394938"/>
    <w:pPr>
      <w:spacing w:before="0" w:after="0"/>
      <w:ind w:left="0"/>
      <w:jc w:val="center"/>
    </w:pPr>
  </w:style>
  <w:style w:type="paragraph" w:customStyle="1" w:styleId="RegularText">
    <w:name w:val="Regular Text"/>
    <w:basedOn w:val="Normal"/>
    <w:rsid w:val="00394938"/>
    <w:pPr>
      <w:spacing w:before="120" w:after="120"/>
      <w:ind w:left="432"/>
    </w:pPr>
    <w:rPr>
      <w:szCs w:val="20"/>
    </w:rPr>
  </w:style>
  <w:style w:type="paragraph" w:customStyle="1" w:styleId="PreMainHeading">
    <w:name w:val="PreMain Heading"/>
    <w:basedOn w:val="Heading2"/>
    <w:rsid w:val="00394938"/>
    <w:pPr>
      <w:spacing w:before="120" w:after="120"/>
      <w:jc w:val="center"/>
      <w:outlineLvl w:val="9"/>
    </w:pPr>
  </w:style>
  <w:style w:type="paragraph" w:customStyle="1" w:styleId="Numbered-Indented">
    <w:name w:val="Numbered - Indented"/>
    <w:basedOn w:val="Normal"/>
    <w:rsid w:val="00394938"/>
    <w:pPr>
      <w:tabs>
        <w:tab w:val="num" w:pos="360"/>
      </w:tabs>
      <w:spacing w:before="120" w:after="120"/>
      <w:ind w:left="1152" w:hanging="360"/>
      <w:jc w:val="both"/>
    </w:pPr>
    <w:rPr>
      <w:szCs w:val="20"/>
    </w:rPr>
  </w:style>
  <w:style w:type="paragraph" w:styleId="ListBullet">
    <w:name w:val="List Bullet"/>
    <w:basedOn w:val="Normal"/>
    <w:autoRedefine/>
    <w:rsid w:val="00394938"/>
    <w:pPr>
      <w:numPr>
        <w:numId w:val="5"/>
      </w:numPr>
    </w:pPr>
  </w:style>
  <w:style w:type="paragraph" w:customStyle="1" w:styleId="subparagraph">
    <w:name w:val="subparagraph"/>
    <w:basedOn w:val="Normal"/>
    <w:rsid w:val="00394938"/>
    <w:pPr>
      <w:autoSpaceDE w:val="0"/>
      <w:autoSpaceDN w:val="0"/>
      <w:ind w:left="2160" w:hanging="720"/>
      <w:jc w:val="both"/>
    </w:pPr>
  </w:style>
  <w:style w:type="paragraph" w:customStyle="1" w:styleId="subsection">
    <w:name w:val="subsection"/>
    <w:basedOn w:val="Normal"/>
    <w:rsid w:val="00394938"/>
    <w:pPr>
      <w:autoSpaceDE w:val="0"/>
      <w:autoSpaceDN w:val="0"/>
      <w:spacing w:line="480" w:lineRule="auto"/>
      <w:ind w:left="720" w:hanging="720"/>
      <w:jc w:val="both"/>
    </w:pPr>
  </w:style>
  <w:style w:type="paragraph" w:customStyle="1" w:styleId="termdefinition0">
    <w:name w:val="termdefinition"/>
    <w:basedOn w:val="Normal"/>
    <w:rsid w:val="00394938"/>
    <w:pPr>
      <w:spacing w:after="60"/>
      <w:ind w:left="720"/>
    </w:pPr>
  </w:style>
  <w:style w:type="character" w:customStyle="1" w:styleId="H3Char">
    <w:name w:val="H3 Char"/>
    <w:rsid w:val="00394938"/>
    <w:rPr>
      <w:b/>
      <w:bCs/>
      <w:i/>
      <w:sz w:val="24"/>
    </w:rPr>
  </w:style>
  <w:style w:type="numbering" w:customStyle="1" w:styleId="NoList1">
    <w:name w:val="No List1"/>
    <w:next w:val="NoList"/>
    <w:uiPriority w:val="99"/>
    <w:semiHidden/>
    <w:unhideWhenUsed/>
    <w:rsid w:val="00394938"/>
  </w:style>
  <w:style w:type="character" w:customStyle="1" w:styleId="HeaderChar">
    <w:name w:val="Header Char"/>
    <w:link w:val="Header"/>
    <w:rsid w:val="00394938"/>
    <w:rPr>
      <w:sz w:val="24"/>
      <w:szCs w:val="24"/>
    </w:rPr>
  </w:style>
  <w:style w:type="character" w:customStyle="1" w:styleId="FooterChar">
    <w:name w:val="Footer Char"/>
    <w:link w:val="Footer"/>
    <w:rsid w:val="003949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94938"/>
    <w:pPr>
      <w:ind w:left="720"/>
    </w:pPr>
    <w:rPr>
      <w:rFonts w:eastAsia="Calibri"/>
    </w:rPr>
  </w:style>
  <w:style w:type="character" w:customStyle="1" w:styleId="BalloonTextChar">
    <w:name w:val="Balloon Text Char"/>
    <w:link w:val="BalloonText"/>
    <w:semiHidden/>
    <w:rsid w:val="00394938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39493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customStyle="1" w:styleId="BodyTextIndent3Char">
    <w:name w:val="Body Text Indent 3 Char"/>
    <w:link w:val="BodyTextIndent3"/>
    <w:rsid w:val="00394938"/>
    <w:rPr>
      <w:sz w:val="24"/>
      <w:szCs w:val="24"/>
    </w:rPr>
  </w:style>
  <w:style w:type="character" w:customStyle="1" w:styleId="BodyTextNumberedChar">
    <w:name w:val="Body Text Numbered Char"/>
    <w:rsid w:val="00394938"/>
    <w:rPr>
      <w:iCs/>
      <w:sz w:val="24"/>
      <w:lang w:val="en-US" w:eastAsia="en-US" w:bidi="ar-SA"/>
    </w:rPr>
  </w:style>
  <w:style w:type="character" w:customStyle="1" w:styleId="Heading1Char">
    <w:name w:val="Heading 1 Char"/>
    <w:aliases w:val="h1 Char"/>
    <w:link w:val="Heading1"/>
    <w:rsid w:val="00FA24F0"/>
    <w:rPr>
      <w:sz w:val="24"/>
      <w:szCs w:val="24"/>
      <w:u w:val="single"/>
    </w:rPr>
  </w:style>
  <w:style w:type="character" w:customStyle="1" w:styleId="Heading2Char">
    <w:name w:val="Heading 2 Char"/>
    <w:aliases w:val="h2 Char"/>
    <w:link w:val="Heading2"/>
    <w:rsid w:val="00FA24F0"/>
    <w:rPr>
      <w:b/>
      <w:sz w:val="24"/>
    </w:rPr>
  </w:style>
  <w:style w:type="character" w:customStyle="1" w:styleId="Heading3Char">
    <w:name w:val="Heading 3 Char"/>
    <w:aliases w:val="h3 Char"/>
    <w:link w:val="Heading3"/>
    <w:rsid w:val="00FA24F0"/>
    <w:rPr>
      <w:i/>
      <w:sz w:val="24"/>
    </w:rPr>
  </w:style>
  <w:style w:type="character" w:customStyle="1" w:styleId="Heading4Char">
    <w:name w:val="Heading 4 Char"/>
    <w:aliases w:val="h4 Char"/>
    <w:link w:val="Heading4"/>
    <w:rsid w:val="00FA24F0"/>
    <w:rPr>
      <w:snapToGrid w:val="0"/>
      <w:sz w:val="24"/>
    </w:rPr>
  </w:style>
  <w:style w:type="character" w:customStyle="1" w:styleId="Heading5Char">
    <w:name w:val="Heading 5 Char"/>
    <w:aliases w:val="h5 Char"/>
    <w:link w:val="Heading5"/>
    <w:rsid w:val="00FA24F0"/>
    <w:rPr>
      <w:b/>
      <w:i/>
      <w:sz w:val="26"/>
    </w:rPr>
  </w:style>
  <w:style w:type="character" w:customStyle="1" w:styleId="Heading6Char">
    <w:name w:val="Heading 6 Char"/>
    <w:aliases w:val="h6 Char"/>
    <w:link w:val="Heading6"/>
    <w:rsid w:val="00FA24F0"/>
    <w:rPr>
      <w:b/>
      <w:sz w:val="22"/>
    </w:rPr>
  </w:style>
  <w:style w:type="character" w:customStyle="1" w:styleId="Heading7Char">
    <w:name w:val="Heading 7 Char"/>
    <w:link w:val="Heading7"/>
    <w:rsid w:val="00FA24F0"/>
    <w:rPr>
      <w:sz w:val="24"/>
    </w:rPr>
  </w:style>
  <w:style w:type="character" w:customStyle="1" w:styleId="Heading8Char">
    <w:name w:val="Heading 8 Char"/>
    <w:link w:val="Heading8"/>
    <w:rsid w:val="00FA24F0"/>
    <w:rPr>
      <w:i/>
      <w:sz w:val="24"/>
    </w:rPr>
  </w:style>
  <w:style w:type="character" w:customStyle="1" w:styleId="Heading9Char">
    <w:name w:val="Heading 9 Char"/>
    <w:link w:val="Heading9"/>
    <w:rsid w:val="00FA24F0"/>
    <w:rPr>
      <w:rFonts w:ascii="Arial" w:hAnsi="Arial"/>
      <w:sz w:val="22"/>
    </w:rPr>
  </w:style>
  <w:style w:type="character" w:customStyle="1" w:styleId="BodyTextIndentChar">
    <w:name w:val="Body Text Indent Char"/>
    <w:link w:val="BodyTextIndent"/>
    <w:rsid w:val="00FA24F0"/>
    <w:rPr>
      <w:sz w:val="24"/>
      <w:szCs w:val="24"/>
    </w:rPr>
  </w:style>
  <w:style w:type="character" w:customStyle="1" w:styleId="EndnoteTextChar">
    <w:name w:val="Endnote Text Char"/>
    <w:link w:val="EndnoteText"/>
    <w:rsid w:val="00FA24F0"/>
    <w:rPr>
      <w:snapToGrid w:val="0"/>
      <w:sz w:val="24"/>
    </w:rPr>
  </w:style>
  <w:style w:type="character" w:customStyle="1" w:styleId="FootnoteTextChar">
    <w:name w:val="Footnote Text Char"/>
    <w:link w:val="FootnoteText"/>
    <w:semiHidden/>
    <w:rsid w:val="00FA24F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ercot.com/services/rq/tdsp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PRegistration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1239</Words>
  <Characters>7068</Characters>
  <Application>Microsoft Office Word</Application>
  <DocSecurity>0</DocSecurity>
  <Lines>261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8114</CharactersWithSpaces>
  <SharedDoc>false</SharedDoc>
  <HLinks>
    <vt:vector size="12" baseType="variant">
      <vt:variant>
        <vt:i4>1114137</vt:i4>
      </vt:variant>
      <vt:variant>
        <vt:i4>206</vt:i4>
      </vt:variant>
      <vt:variant>
        <vt:i4>0</vt:i4>
      </vt:variant>
      <vt:variant>
        <vt:i4>5</vt:i4>
      </vt:variant>
      <vt:variant>
        <vt:lpwstr>http://www.ercot.com/services/rq/tdsp/index.html</vt:lpwstr>
      </vt:variant>
      <vt:variant>
        <vt:lpwstr/>
      </vt:variant>
      <vt:variant>
        <vt:i4>1835061</vt:i4>
      </vt:variant>
      <vt:variant>
        <vt:i4>0</vt:i4>
      </vt:variant>
      <vt:variant>
        <vt:i4>0</vt:i4>
      </vt:variant>
      <vt:variant>
        <vt:i4>5</vt:i4>
      </vt:variant>
      <vt:variant>
        <vt:lpwstr>mailto:MPRegistration@ercot.com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TCPA 04XX24</cp:lastModifiedBy>
  <cp:revision>4</cp:revision>
  <cp:lastPrinted>2005-09-23T15:59:00Z</cp:lastPrinted>
  <dcterms:created xsi:type="dcterms:W3CDTF">2024-04-22T15:56:00Z</dcterms:created>
  <dcterms:modified xsi:type="dcterms:W3CDTF">2024-04-22T16:02:00Z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2024-04-02T21:43:50Z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f45baf7b-a911-4d46-ab73-acbbb8b4e3b5</vt:lpwstr>
  </property>
  <property fmtid="{D5CDD505-2E9C-101B-9397-08002B2CF9AE}" pid="8" name="MSIP_Label_7084cbda-52b8-46fb-a7b7-cb5bd465ed85_ContentBits">
    <vt:lpwstr>0</vt:lpwstr>
  </property>
</Properties>
</file>