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530DB97" w:rsidR="00C51FB1" w:rsidRDefault="00296AEB" w:rsidP="00C51FB1">
      <w:pPr>
        <w:spacing w:before="360"/>
        <w:jc w:val="center"/>
        <w:rPr>
          <w:b/>
          <w:szCs w:val="24"/>
        </w:rPr>
      </w:pPr>
      <w:r>
        <w:rPr>
          <w:b/>
          <w:szCs w:val="24"/>
        </w:rPr>
        <w:t>May</w:t>
      </w:r>
      <w:r w:rsidR="00A3307B">
        <w:rPr>
          <w:b/>
          <w:szCs w:val="24"/>
        </w:rPr>
        <w:t xml:space="preserve"> </w:t>
      </w:r>
      <w:r w:rsidR="00B53CB5">
        <w:rPr>
          <w:b/>
          <w:szCs w:val="24"/>
        </w:rPr>
        <w:t>3</w:t>
      </w:r>
      <w:r w:rsidR="00A3307B">
        <w:rPr>
          <w:b/>
          <w:szCs w:val="24"/>
        </w:rPr>
        <w:t>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11E947A3"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1B6E2D">
          <w:rPr>
            <w:webHidden/>
          </w:rPr>
          <w:t>3-1</w:t>
        </w:r>
        <w:r w:rsidR="000716EE">
          <w:rPr>
            <w:webHidden/>
          </w:rPr>
          <w:fldChar w:fldCharType="end"/>
        </w:r>
      </w:hyperlink>
    </w:p>
    <w:p w14:paraId="03E91AB1" w14:textId="342AC0F4" w:rsidR="000716EE" w:rsidRPr="00B53CB5" w:rsidRDefault="0043169A" w:rsidP="00B53CB5">
      <w:pPr>
        <w:pStyle w:val="TOC2"/>
        <w:rPr>
          <w:rFonts w:eastAsiaTheme="minorEastAsia"/>
          <w:noProof/>
          <w:kern w:val="2"/>
          <w14:ligatures w14:val="standardContextual"/>
        </w:rPr>
      </w:pPr>
      <w:hyperlink w:anchor="_Toc160026509" w:history="1">
        <w:r w:rsidR="000716EE" w:rsidRPr="00B53CB5">
          <w:rPr>
            <w:rStyle w:val="Hyperlink"/>
            <w:noProof/>
            <w:u w:val="none"/>
          </w:rPr>
          <w:t>3.1</w:t>
        </w:r>
        <w:r w:rsidR="000716EE" w:rsidRPr="00B53CB5">
          <w:rPr>
            <w:rFonts w:eastAsiaTheme="minorEastAsia"/>
            <w:noProof/>
            <w:kern w:val="2"/>
            <w14:ligatures w14:val="standardContextual"/>
          </w:rPr>
          <w:tab/>
        </w:r>
        <w:r w:rsidR="000716EE" w:rsidRPr="00B53CB5">
          <w:rPr>
            <w:rStyle w:val="Hyperlink"/>
            <w:noProof/>
            <w:u w:val="none"/>
          </w:rPr>
          <w:t>Outage Coordination</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_Toc160026509 \h </w:instrText>
        </w:r>
        <w:r w:rsidR="000716EE" w:rsidRPr="00B53CB5">
          <w:rPr>
            <w:noProof/>
            <w:webHidden/>
          </w:rPr>
        </w:r>
        <w:r w:rsidR="000716EE" w:rsidRPr="00B53CB5">
          <w:rPr>
            <w:noProof/>
            <w:webHidden/>
          </w:rPr>
          <w:fldChar w:fldCharType="separate"/>
        </w:r>
        <w:r w:rsidR="001B6E2D" w:rsidRPr="00B53CB5">
          <w:rPr>
            <w:noProof/>
            <w:webHidden/>
          </w:rPr>
          <w:t>3-1</w:t>
        </w:r>
        <w:r w:rsidR="000716EE" w:rsidRPr="00B53CB5">
          <w:rPr>
            <w:noProof/>
            <w:webHidden/>
          </w:rPr>
          <w:fldChar w:fldCharType="end"/>
        </w:r>
      </w:hyperlink>
    </w:p>
    <w:p w14:paraId="20B19AEB" w14:textId="198EADA1" w:rsidR="000716EE" w:rsidRPr="00B53CB5" w:rsidRDefault="0043169A">
      <w:pPr>
        <w:pStyle w:val="TOC3"/>
        <w:rPr>
          <w:rFonts w:eastAsiaTheme="minorEastAsia"/>
          <w:kern w:val="2"/>
          <w14:ligatures w14:val="standardContextual"/>
        </w:rPr>
      </w:pPr>
      <w:hyperlink w:anchor="_Toc160026510" w:history="1">
        <w:r w:rsidR="000716EE" w:rsidRPr="00B53CB5">
          <w:rPr>
            <w:rStyle w:val="Hyperlink"/>
            <w:u w:val="none"/>
          </w:rPr>
          <w:t>3.1.1</w:t>
        </w:r>
        <w:r w:rsidR="000716EE" w:rsidRPr="00B53CB5">
          <w:rPr>
            <w:rFonts w:eastAsiaTheme="minorEastAsia"/>
            <w:kern w:val="2"/>
            <w14:ligatures w14:val="standardContextual"/>
          </w:rPr>
          <w:tab/>
        </w:r>
        <w:r w:rsidR="000716EE" w:rsidRPr="00B53CB5">
          <w:rPr>
            <w:rStyle w:val="Hyperlink"/>
            <w:u w:val="none"/>
          </w:rPr>
          <w:t>Role of ERCOT</w:t>
        </w:r>
        <w:r w:rsidR="000716EE" w:rsidRPr="00B53CB5">
          <w:rPr>
            <w:webHidden/>
          </w:rPr>
          <w:tab/>
        </w:r>
        <w:r w:rsidR="000716EE" w:rsidRPr="00B53CB5">
          <w:rPr>
            <w:webHidden/>
          </w:rPr>
          <w:fldChar w:fldCharType="begin"/>
        </w:r>
        <w:r w:rsidR="000716EE" w:rsidRPr="00B53CB5">
          <w:rPr>
            <w:webHidden/>
          </w:rPr>
          <w:instrText xml:space="preserve"> PAGEREF _Toc160026510 \h </w:instrText>
        </w:r>
        <w:r w:rsidR="000716EE" w:rsidRPr="00B53CB5">
          <w:rPr>
            <w:webHidden/>
          </w:rPr>
        </w:r>
        <w:r w:rsidR="000716EE" w:rsidRPr="00B53CB5">
          <w:rPr>
            <w:webHidden/>
          </w:rPr>
          <w:fldChar w:fldCharType="separate"/>
        </w:r>
        <w:r w:rsidR="001B6E2D" w:rsidRPr="00B53CB5">
          <w:rPr>
            <w:webHidden/>
          </w:rPr>
          <w:t>3-1</w:t>
        </w:r>
        <w:r w:rsidR="000716EE" w:rsidRPr="00B53CB5">
          <w:rPr>
            <w:webHidden/>
          </w:rPr>
          <w:fldChar w:fldCharType="end"/>
        </w:r>
      </w:hyperlink>
    </w:p>
    <w:p w14:paraId="58910010" w14:textId="1E707192" w:rsidR="000716EE" w:rsidRPr="00B53CB5" w:rsidRDefault="0043169A">
      <w:pPr>
        <w:pStyle w:val="TOC3"/>
        <w:rPr>
          <w:rFonts w:eastAsiaTheme="minorEastAsia"/>
          <w:kern w:val="2"/>
          <w14:ligatures w14:val="standardContextual"/>
        </w:rPr>
      </w:pPr>
      <w:hyperlink w:anchor="_Toc160026511" w:history="1">
        <w:r w:rsidR="000716EE" w:rsidRPr="00B53CB5">
          <w:rPr>
            <w:rStyle w:val="Hyperlink"/>
            <w:u w:val="none"/>
          </w:rPr>
          <w:t>3.1.2</w:t>
        </w:r>
        <w:r w:rsidR="000716EE" w:rsidRPr="00B53CB5">
          <w:rPr>
            <w:rFonts w:eastAsiaTheme="minorEastAsia"/>
            <w:kern w:val="2"/>
            <w14:ligatures w14:val="standardContextual"/>
          </w:rPr>
          <w:tab/>
        </w:r>
        <w:r w:rsidR="000716EE" w:rsidRPr="00B53CB5">
          <w:rPr>
            <w:rStyle w:val="Hyperlink"/>
            <w:u w:val="none"/>
          </w:rPr>
          <w:t>Planned Outage, Maintenance Outage, or Rescheduled Outage Data Reporting</w:t>
        </w:r>
        <w:r w:rsidR="000716EE" w:rsidRPr="00B53CB5">
          <w:rPr>
            <w:webHidden/>
          </w:rPr>
          <w:tab/>
        </w:r>
        <w:r w:rsidR="000716EE" w:rsidRPr="00B53CB5">
          <w:rPr>
            <w:webHidden/>
          </w:rPr>
          <w:fldChar w:fldCharType="begin"/>
        </w:r>
        <w:r w:rsidR="000716EE" w:rsidRPr="00B53CB5">
          <w:rPr>
            <w:webHidden/>
          </w:rPr>
          <w:instrText xml:space="preserve"> PAGEREF _Toc160026511 \h </w:instrText>
        </w:r>
        <w:r w:rsidR="000716EE" w:rsidRPr="00B53CB5">
          <w:rPr>
            <w:webHidden/>
          </w:rPr>
        </w:r>
        <w:r w:rsidR="000716EE" w:rsidRPr="00B53CB5">
          <w:rPr>
            <w:webHidden/>
          </w:rPr>
          <w:fldChar w:fldCharType="separate"/>
        </w:r>
        <w:r w:rsidR="001B6E2D" w:rsidRPr="00B53CB5">
          <w:rPr>
            <w:webHidden/>
          </w:rPr>
          <w:t>3-3</w:t>
        </w:r>
        <w:r w:rsidR="000716EE" w:rsidRPr="00B53CB5">
          <w:rPr>
            <w:webHidden/>
          </w:rPr>
          <w:fldChar w:fldCharType="end"/>
        </w:r>
      </w:hyperlink>
    </w:p>
    <w:p w14:paraId="4DBC45B8" w14:textId="50DFC4D1" w:rsidR="000716EE" w:rsidRPr="00B53CB5" w:rsidRDefault="0043169A">
      <w:pPr>
        <w:pStyle w:val="TOC3"/>
        <w:rPr>
          <w:rFonts w:eastAsiaTheme="minorEastAsia"/>
          <w:kern w:val="2"/>
          <w14:ligatures w14:val="standardContextual"/>
        </w:rPr>
      </w:pPr>
      <w:hyperlink w:anchor="_Toc160026512" w:history="1">
        <w:r w:rsidR="000716EE" w:rsidRPr="00B53CB5">
          <w:rPr>
            <w:rStyle w:val="Hyperlink"/>
            <w:u w:val="none"/>
          </w:rPr>
          <w:t>3.1.3</w:t>
        </w:r>
        <w:r w:rsidR="000716EE" w:rsidRPr="00B53CB5">
          <w:rPr>
            <w:rFonts w:eastAsiaTheme="minorEastAsia"/>
            <w:kern w:val="2"/>
            <w14:ligatures w14:val="standardContextual"/>
          </w:rPr>
          <w:tab/>
        </w:r>
        <w:r w:rsidR="000716EE" w:rsidRPr="00B53CB5">
          <w:rPr>
            <w:rStyle w:val="Hyperlink"/>
            <w:u w:val="none"/>
          </w:rPr>
          <w:t>Rolling 12-Month Outage Planning and Update</w:t>
        </w:r>
        <w:r w:rsidR="000716EE" w:rsidRPr="00B53CB5">
          <w:rPr>
            <w:webHidden/>
          </w:rPr>
          <w:tab/>
        </w:r>
        <w:r w:rsidR="000716EE" w:rsidRPr="00B53CB5">
          <w:rPr>
            <w:webHidden/>
          </w:rPr>
          <w:fldChar w:fldCharType="begin"/>
        </w:r>
        <w:r w:rsidR="000716EE" w:rsidRPr="00B53CB5">
          <w:rPr>
            <w:webHidden/>
          </w:rPr>
          <w:instrText xml:space="preserve"> PAGEREF _Toc160026512 \h </w:instrText>
        </w:r>
        <w:r w:rsidR="000716EE" w:rsidRPr="00B53CB5">
          <w:rPr>
            <w:webHidden/>
          </w:rPr>
        </w:r>
        <w:r w:rsidR="000716EE" w:rsidRPr="00B53CB5">
          <w:rPr>
            <w:webHidden/>
          </w:rPr>
          <w:fldChar w:fldCharType="separate"/>
        </w:r>
        <w:r w:rsidR="001B6E2D" w:rsidRPr="00B53CB5">
          <w:rPr>
            <w:webHidden/>
          </w:rPr>
          <w:t>3-4</w:t>
        </w:r>
        <w:r w:rsidR="000716EE" w:rsidRPr="00B53CB5">
          <w:rPr>
            <w:webHidden/>
          </w:rPr>
          <w:fldChar w:fldCharType="end"/>
        </w:r>
      </w:hyperlink>
    </w:p>
    <w:p w14:paraId="4ACB90DD" w14:textId="74FDED8B" w:rsidR="000716EE" w:rsidRPr="00B53CB5" w:rsidRDefault="0043169A" w:rsidP="00B53CB5">
      <w:pPr>
        <w:pStyle w:val="TOC4"/>
        <w:rPr>
          <w:rFonts w:eastAsiaTheme="minorEastAsia"/>
          <w:snapToGrid/>
          <w:kern w:val="2"/>
          <w:sz w:val="20"/>
          <w:szCs w:val="20"/>
          <w14:ligatures w14:val="standardContextual"/>
        </w:rPr>
      </w:pPr>
      <w:hyperlink w:anchor="_Toc160026513" w:history="1">
        <w:r w:rsidR="000716EE" w:rsidRPr="00B53CB5">
          <w:rPr>
            <w:rStyle w:val="Hyperlink"/>
            <w:bCs w:val="0"/>
            <w:sz w:val="20"/>
            <w:szCs w:val="20"/>
            <w:u w:val="none"/>
          </w:rPr>
          <w:t>3.1.3.1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Transmission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3-4</w:t>
        </w:r>
        <w:r w:rsidR="000716EE" w:rsidRPr="00B53CB5">
          <w:rPr>
            <w:webHidden/>
            <w:sz w:val="20"/>
            <w:szCs w:val="20"/>
          </w:rPr>
          <w:fldChar w:fldCharType="end"/>
        </w:r>
      </w:hyperlink>
    </w:p>
    <w:p w14:paraId="7E815323" w14:textId="33FCEDD0" w:rsidR="000716EE" w:rsidRPr="00B53CB5" w:rsidRDefault="0043169A" w:rsidP="00B53CB5">
      <w:pPr>
        <w:pStyle w:val="TOC4"/>
        <w:rPr>
          <w:rFonts w:eastAsiaTheme="minorEastAsia"/>
          <w:snapToGrid/>
          <w:kern w:val="2"/>
          <w:sz w:val="20"/>
          <w:szCs w:val="20"/>
          <w14:ligatures w14:val="standardContextual"/>
        </w:rPr>
      </w:pPr>
      <w:hyperlink w:anchor="_Toc160026514" w:history="1">
        <w:r w:rsidR="000716EE" w:rsidRPr="00B53CB5">
          <w:rPr>
            <w:rStyle w:val="Hyperlink"/>
            <w:bCs w:val="0"/>
            <w:sz w:val="20"/>
            <w:szCs w:val="20"/>
            <w:u w:val="none"/>
          </w:rPr>
          <w:t>3.1.3.2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Resources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3-4</w:t>
        </w:r>
        <w:r w:rsidR="000716EE" w:rsidRPr="00B53CB5">
          <w:rPr>
            <w:webHidden/>
            <w:sz w:val="20"/>
            <w:szCs w:val="20"/>
          </w:rPr>
          <w:fldChar w:fldCharType="end"/>
        </w:r>
      </w:hyperlink>
    </w:p>
    <w:p w14:paraId="425F5249" w14:textId="5866AB35" w:rsidR="000716EE" w:rsidRPr="00B53CB5" w:rsidRDefault="0043169A">
      <w:pPr>
        <w:pStyle w:val="TOC3"/>
        <w:rPr>
          <w:rFonts w:eastAsiaTheme="minorEastAsia"/>
          <w:kern w:val="2"/>
          <w14:ligatures w14:val="standardContextual"/>
        </w:rPr>
      </w:pPr>
      <w:hyperlink w:anchor="_Toc160026515" w:history="1">
        <w:r w:rsidR="000716EE" w:rsidRPr="00B53CB5">
          <w:rPr>
            <w:rStyle w:val="Hyperlink"/>
            <w:u w:val="none"/>
          </w:rPr>
          <w:t>3.1.4</w:t>
        </w:r>
        <w:r w:rsidR="000716EE" w:rsidRPr="00B53CB5">
          <w:rPr>
            <w:rFonts w:eastAsiaTheme="minorEastAsia"/>
            <w:kern w:val="2"/>
            <w14:ligatures w14:val="standardContextual"/>
          </w:rPr>
          <w:tab/>
        </w:r>
        <w:r w:rsidR="000716EE" w:rsidRPr="00B53CB5">
          <w:rPr>
            <w:rStyle w:val="Hyperlink"/>
            <w:u w:val="none"/>
          </w:rPr>
          <w:t>Communications Regarding Resource and Transmission Facilities Outages</w:t>
        </w:r>
        <w:r w:rsidR="000716EE" w:rsidRPr="00B53CB5">
          <w:rPr>
            <w:webHidden/>
          </w:rPr>
          <w:tab/>
        </w:r>
        <w:r w:rsidR="000716EE" w:rsidRPr="00B53CB5">
          <w:rPr>
            <w:webHidden/>
          </w:rPr>
          <w:fldChar w:fldCharType="begin"/>
        </w:r>
        <w:r w:rsidR="000716EE" w:rsidRPr="00B53CB5">
          <w:rPr>
            <w:webHidden/>
          </w:rPr>
          <w:instrText xml:space="preserve"> PAGEREF _Toc160026515 \h </w:instrText>
        </w:r>
        <w:r w:rsidR="000716EE" w:rsidRPr="00B53CB5">
          <w:rPr>
            <w:webHidden/>
          </w:rPr>
        </w:r>
        <w:r w:rsidR="000716EE" w:rsidRPr="00B53CB5">
          <w:rPr>
            <w:webHidden/>
          </w:rPr>
          <w:fldChar w:fldCharType="separate"/>
        </w:r>
        <w:r w:rsidR="001B6E2D" w:rsidRPr="00B53CB5">
          <w:rPr>
            <w:webHidden/>
          </w:rPr>
          <w:t>3-5</w:t>
        </w:r>
        <w:r w:rsidR="000716EE" w:rsidRPr="00B53CB5">
          <w:rPr>
            <w:webHidden/>
          </w:rPr>
          <w:fldChar w:fldCharType="end"/>
        </w:r>
      </w:hyperlink>
    </w:p>
    <w:p w14:paraId="5DE49C00" w14:textId="45A11B02" w:rsidR="000716EE" w:rsidRPr="00B53CB5" w:rsidRDefault="0043169A" w:rsidP="00B53CB5">
      <w:pPr>
        <w:pStyle w:val="TOC4"/>
        <w:rPr>
          <w:rFonts w:eastAsiaTheme="minorEastAsia"/>
          <w:snapToGrid/>
          <w:kern w:val="2"/>
          <w:sz w:val="20"/>
          <w:szCs w:val="20"/>
          <w14:ligatures w14:val="standardContextual"/>
        </w:rPr>
      </w:pPr>
      <w:hyperlink w:anchor="_Toc160026516" w:history="1">
        <w:r w:rsidR="000716EE" w:rsidRPr="00B53CB5">
          <w:rPr>
            <w:rStyle w:val="Hyperlink"/>
            <w:bCs w:val="0"/>
            <w:sz w:val="20"/>
            <w:szCs w:val="20"/>
            <w:u w:val="none"/>
          </w:rPr>
          <w:t>3.1.4.1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Single Point of Contact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3-5</w:t>
        </w:r>
        <w:r w:rsidR="000716EE" w:rsidRPr="00B53CB5">
          <w:rPr>
            <w:webHidden/>
            <w:sz w:val="20"/>
            <w:szCs w:val="20"/>
          </w:rPr>
          <w:fldChar w:fldCharType="end"/>
        </w:r>
      </w:hyperlink>
    </w:p>
    <w:p w14:paraId="264191E8" w14:textId="7D694A99" w:rsidR="000716EE" w:rsidRPr="00B53CB5" w:rsidRDefault="0043169A" w:rsidP="00B53CB5">
      <w:pPr>
        <w:pStyle w:val="TOC4"/>
        <w:rPr>
          <w:rFonts w:eastAsiaTheme="minorEastAsia"/>
          <w:snapToGrid/>
          <w:kern w:val="2"/>
          <w:sz w:val="20"/>
          <w:szCs w:val="20"/>
          <w14:ligatures w14:val="standardContextual"/>
        </w:rPr>
      </w:pPr>
      <w:hyperlink w:anchor="_Toc160026517" w:history="1">
        <w:r w:rsidR="000716EE" w:rsidRPr="00B53CB5">
          <w:rPr>
            <w:rStyle w:val="Hyperlink"/>
            <w:bCs w:val="0"/>
            <w:sz w:val="20"/>
            <w:szCs w:val="20"/>
            <w:u w:val="none"/>
          </w:rPr>
          <w:t>3.1.4.2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Method of Communication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w:t>
        </w:r>
        <w:r w:rsidR="000716EE" w:rsidRPr="00B53CB5">
          <w:rPr>
            <w:webHidden/>
            <w:sz w:val="20"/>
            <w:szCs w:val="20"/>
          </w:rPr>
          <w:fldChar w:fldCharType="end"/>
        </w:r>
      </w:hyperlink>
    </w:p>
    <w:p w14:paraId="3C8725F5" w14:textId="76FFFEE2" w:rsidR="000716EE" w:rsidRPr="00B53CB5" w:rsidRDefault="0043169A" w:rsidP="00B53CB5">
      <w:pPr>
        <w:pStyle w:val="TOC4"/>
        <w:rPr>
          <w:rFonts w:eastAsiaTheme="minorEastAsia"/>
          <w:snapToGrid/>
          <w:kern w:val="2"/>
          <w:sz w:val="20"/>
          <w:szCs w:val="20"/>
          <w14:ligatures w14:val="standardContextual"/>
        </w:rPr>
      </w:pPr>
      <w:hyperlink w:anchor="_Toc160026518" w:history="1">
        <w:r w:rsidR="000716EE" w:rsidRPr="00B53CB5">
          <w:rPr>
            <w:rStyle w:val="Hyperlink"/>
            <w:bCs w:val="0"/>
            <w:sz w:val="20"/>
            <w:szCs w:val="20"/>
            <w:u w:val="none"/>
          </w:rPr>
          <w:t>3.1.4.3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Reporting for Planned Outages, Maintenance Outages, and Rescheduled Outages of Resource and Transmission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3-7</w:t>
        </w:r>
        <w:r w:rsidR="000716EE" w:rsidRPr="00B53CB5">
          <w:rPr>
            <w:webHidden/>
            <w:sz w:val="20"/>
            <w:szCs w:val="20"/>
          </w:rPr>
          <w:fldChar w:fldCharType="end"/>
        </w:r>
      </w:hyperlink>
    </w:p>
    <w:p w14:paraId="27C7F615" w14:textId="747B8F11" w:rsidR="000716EE" w:rsidRPr="00B53CB5" w:rsidRDefault="0043169A" w:rsidP="00B53CB5">
      <w:pPr>
        <w:pStyle w:val="TOC4"/>
        <w:rPr>
          <w:rFonts w:eastAsiaTheme="minorEastAsia"/>
          <w:snapToGrid/>
          <w:kern w:val="2"/>
          <w:sz w:val="20"/>
          <w:szCs w:val="20"/>
          <w14:ligatures w14:val="standardContextual"/>
        </w:rPr>
      </w:pPr>
      <w:hyperlink w:anchor="_Toc160026519" w:history="1">
        <w:r w:rsidR="000716EE" w:rsidRPr="00B53CB5">
          <w:rPr>
            <w:rStyle w:val="Hyperlink"/>
            <w:bCs w:val="0"/>
            <w:sz w:val="20"/>
            <w:szCs w:val="20"/>
            <w:u w:val="none"/>
          </w:rPr>
          <w:t>3.1.4.4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Management of Forced Outages or Maintenance Outages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_Toc160026519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3-8</w:t>
        </w:r>
        <w:r w:rsidR="000716EE" w:rsidRPr="00B53CB5">
          <w:rPr>
            <w:webHidden/>
            <w:sz w:val="20"/>
            <w:szCs w:val="20"/>
          </w:rPr>
          <w:fldChar w:fldCharType="end"/>
        </w:r>
      </w:hyperlink>
    </w:p>
    <w:p w14:paraId="3D384172" w14:textId="1D923684" w:rsidR="000716EE" w:rsidRPr="00B53CB5" w:rsidRDefault="0043169A" w:rsidP="00B53CB5">
      <w:pPr>
        <w:pStyle w:val="TOC4"/>
        <w:rPr>
          <w:rFonts w:eastAsiaTheme="minorEastAsia"/>
          <w:snapToGrid/>
          <w:kern w:val="2"/>
          <w:sz w:val="20"/>
          <w:szCs w:val="20"/>
          <w14:ligatures w14:val="standardContextual"/>
        </w:rPr>
      </w:pPr>
      <w:hyperlink w:anchor="_Toc160026520" w:history="1">
        <w:r w:rsidR="000716EE" w:rsidRPr="00B53CB5">
          <w:rPr>
            <w:rStyle w:val="Hyperlink"/>
            <w:bCs w:val="0"/>
            <w:sz w:val="20"/>
            <w:szCs w:val="20"/>
            <w:u w:val="none"/>
          </w:rPr>
          <w:t>3.1.4.5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Notice of Forced Outage or Unavoidable Extension of Planned, Maintenance, or Rescheduled Outage Due to Unforeseen Events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3-10</w:t>
        </w:r>
        <w:r w:rsidR="000716EE" w:rsidRPr="00B53CB5">
          <w:rPr>
            <w:webHidden/>
            <w:sz w:val="20"/>
            <w:szCs w:val="20"/>
          </w:rPr>
          <w:fldChar w:fldCharType="end"/>
        </w:r>
      </w:hyperlink>
    </w:p>
    <w:p w14:paraId="323386A2" w14:textId="107A1D0E" w:rsidR="000716EE" w:rsidRPr="00B53CB5" w:rsidRDefault="0043169A" w:rsidP="00B53CB5">
      <w:pPr>
        <w:pStyle w:val="TOC4"/>
        <w:rPr>
          <w:rFonts w:eastAsiaTheme="minorEastAsia"/>
          <w:snapToGrid/>
          <w:kern w:val="2"/>
          <w:sz w:val="20"/>
          <w:szCs w:val="20"/>
          <w14:ligatures w14:val="standardContextual"/>
        </w:rPr>
      </w:pPr>
      <w:hyperlink w:anchor="_Toc160026521" w:history="1">
        <w:r w:rsidR="000716EE" w:rsidRPr="00B53CB5">
          <w:rPr>
            <w:rStyle w:val="Hyperlink"/>
            <w:bCs w:val="0"/>
            <w:sz w:val="20"/>
            <w:szCs w:val="20"/>
            <w:u w:val="none"/>
          </w:rPr>
          <w:t>3.1.4.6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Outage Coordination of Potential Transmission Emergency Conditions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3-11</w:t>
        </w:r>
        <w:r w:rsidR="000716EE" w:rsidRPr="00B53CB5">
          <w:rPr>
            <w:webHidden/>
            <w:sz w:val="20"/>
            <w:szCs w:val="20"/>
          </w:rPr>
          <w:fldChar w:fldCharType="end"/>
        </w:r>
      </w:hyperlink>
    </w:p>
    <w:p w14:paraId="7DC0D4FB" w14:textId="0C3B174A" w:rsidR="000716EE" w:rsidRPr="00B53CB5" w:rsidRDefault="0043169A" w:rsidP="00B53CB5">
      <w:pPr>
        <w:pStyle w:val="TOC4"/>
        <w:rPr>
          <w:rFonts w:eastAsiaTheme="minorEastAsia"/>
          <w:snapToGrid/>
          <w:kern w:val="2"/>
          <w:sz w:val="20"/>
          <w:szCs w:val="20"/>
          <w14:ligatures w14:val="standardContextual"/>
        </w:rPr>
      </w:pPr>
      <w:hyperlink w:anchor="_Toc160026522" w:history="1">
        <w:r w:rsidR="000716EE" w:rsidRPr="00B53CB5">
          <w:rPr>
            <w:rStyle w:val="Hyperlink"/>
            <w:bCs w:val="0"/>
            <w:sz w:val="20"/>
            <w:szCs w:val="20"/>
            <w:u w:val="none"/>
          </w:rPr>
          <w:t>3.1.4.7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Reporting of Forced Derates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3-11</w:t>
        </w:r>
        <w:r w:rsidR="000716EE" w:rsidRPr="00B53CB5">
          <w:rPr>
            <w:webHidden/>
            <w:sz w:val="20"/>
            <w:szCs w:val="20"/>
          </w:rPr>
          <w:fldChar w:fldCharType="end"/>
        </w:r>
      </w:hyperlink>
    </w:p>
    <w:p w14:paraId="69B7A31B" w14:textId="51D568FF" w:rsidR="000716EE" w:rsidRPr="00B53CB5" w:rsidRDefault="0043169A" w:rsidP="00B53CB5">
      <w:pPr>
        <w:pStyle w:val="TOC4"/>
        <w:rPr>
          <w:rFonts w:eastAsiaTheme="minorEastAsia"/>
          <w:snapToGrid/>
          <w:kern w:val="2"/>
          <w:sz w:val="20"/>
          <w:szCs w:val="20"/>
          <w14:ligatures w14:val="standardContextual"/>
        </w:rPr>
      </w:pPr>
      <w:hyperlink w:anchor="_Toc160026523" w:history="1">
        <w:r w:rsidR="000716EE" w:rsidRPr="00B53CB5">
          <w:rPr>
            <w:rStyle w:val="Hyperlink"/>
            <w:bCs w:val="0"/>
            <w:sz w:val="20"/>
            <w:szCs w:val="20"/>
            <w:u w:val="none"/>
          </w:rPr>
          <w:t>3.1.4.8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Resource Forced Outage Report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3-12</w:t>
        </w:r>
        <w:r w:rsidR="000716EE" w:rsidRPr="00B53CB5">
          <w:rPr>
            <w:webHidden/>
            <w:sz w:val="20"/>
            <w:szCs w:val="20"/>
          </w:rPr>
          <w:fldChar w:fldCharType="end"/>
        </w:r>
      </w:hyperlink>
    </w:p>
    <w:p w14:paraId="44F941D0" w14:textId="5C06C72E" w:rsidR="000716EE" w:rsidRPr="00B53CB5" w:rsidRDefault="0043169A">
      <w:pPr>
        <w:pStyle w:val="TOC3"/>
        <w:rPr>
          <w:rFonts w:eastAsiaTheme="minorEastAsia"/>
          <w:kern w:val="2"/>
          <w14:ligatures w14:val="standardContextual"/>
        </w:rPr>
      </w:pPr>
      <w:hyperlink w:anchor="_Toc160026524" w:history="1">
        <w:r w:rsidR="000716EE" w:rsidRPr="00B53CB5">
          <w:rPr>
            <w:rStyle w:val="Hyperlink"/>
            <w:u w:val="none"/>
          </w:rPr>
          <w:t>3.1.5</w:t>
        </w:r>
        <w:r w:rsidR="000716EE" w:rsidRPr="00B53CB5">
          <w:rPr>
            <w:rFonts w:eastAsiaTheme="minorEastAsia"/>
            <w:kern w:val="2"/>
            <w14:ligatures w14:val="standardContextual"/>
          </w:rPr>
          <w:tab/>
        </w:r>
        <w:r w:rsidR="000716EE" w:rsidRPr="00B53CB5">
          <w:rPr>
            <w:rStyle w:val="Hyperlink"/>
            <w:u w:val="none"/>
          </w:rPr>
          <w:t>Transmission System Outages</w:t>
        </w:r>
        <w:r w:rsidR="000716EE" w:rsidRPr="00B53CB5">
          <w:rPr>
            <w:webHidden/>
          </w:rPr>
          <w:tab/>
        </w:r>
        <w:r w:rsidR="000716EE" w:rsidRPr="00B53CB5">
          <w:rPr>
            <w:webHidden/>
          </w:rPr>
          <w:fldChar w:fldCharType="begin"/>
        </w:r>
        <w:r w:rsidR="000716EE" w:rsidRPr="00B53CB5">
          <w:rPr>
            <w:webHidden/>
          </w:rPr>
          <w:instrText xml:space="preserve"> PAGEREF _Toc160026524 \h </w:instrText>
        </w:r>
        <w:r w:rsidR="000716EE" w:rsidRPr="00B53CB5">
          <w:rPr>
            <w:webHidden/>
          </w:rPr>
        </w:r>
        <w:r w:rsidR="000716EE" w:rsidRPr="00B53CB5">
          <w:rPr>
            <w:webHidden/>
          </w:rPr>
          <w:fldChar w:fldCharType="separate"/>
        </w:r>
        <w:r w:rsidR="001B6E2D" w:rsidRPr="00B53CB5">
          <w:rPr>
            <w:webHidden/>
          </w:rPr>
          <w:t>3-13</w:t>
        </w:r>
        <w:r w:rsidR="000716EE" w:rsidRPr="00B53CB5">
          <w:rPr>
            <w:webHidden/>
          </w:rPr>
          <w:fldChar w:fldCharType="end"/>
        </w:r>
      </w:hyperlink>
    </w:p>
    <w:p w14:paraId="295E9DD5" w14:textId="45E91C4B" w:rsidR="000716EE" w:rsidRPr="00B53CB5" w:rsidRDefault="0043169A" w:rsidP="00B53CB5">
      <w:pPr>
        <w:pStyle w:val="TOC4"/>
        <w:rPr>
          <w:rFonts w:eastAsiaTheme="minorEastAsia"/>
          <w:snapToGrid/>
          <w:kern w:val="2"/>
          <w:sz w:val="20"/>
          <w:szCs w:val="20"/>
          <w14:ligatures w14:val="standardContextual"/>
        </w:rPr>
      </w:pPr>
      <w:hyperlink w:anchor="_Toc160026525" w:history="1">
        <w:r w:rsidR="000716EE" w:rsidRPr="00B53CB5">
          <w:rPr>
            <w:rStyle w:val="Hyperlink"/>
            <w:bCs w:val="0"/>
            <w:sz w:val="20"/>
            <w:szCs w:val="20"/>
            <w:u w:val="none"/>
          </w:rPr>
          <w:t>3.1.5.1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Evaluation of Planned Outage and Maintenance Outage of Transmission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3-13</w:t>
        </w:r>
        <w:r w:rsidR="000716EE" w:rsidRPr="00B53CB5">
          <w:rPr>
            <w:webHidden/>
            <w:sz w:val="20"/>
            <w:szCs w:val="20"/>
          </w:rPr>
          <w:fldChar w:fldCharType="end"/>
        </w:r>
      </w:hyperlink>
    </w:p>
    <w:p w14:paraId="2DD9C2FB" w14:textId="5D8F8E83" w:rsidR="000716EE" w:rsidRPr="00B53CB5" w:rsidRDefault="0043169A" w:rsidP="00B53CB5">
      <w:pPr>
        <w:pStyle w:val="TOC4"/>
        <w:rPr>
          <w:rFonts w:eastAsiaTheme="minorEastAsia"/>
          <w:snapToGrid/>
          <w:kern w:val="2"/>
          <w:sz w:val="20"/>
          <w:szCs w:val="20"/>
          <w14:ligatures w14:val="standardContextual"/>
        </w:rPr>
      </w:pPr>
      <w:hyperlink w:anchor="_Toc160026526" w:history="1">
        <w:r w:rsidR="000716EE" w:rsidRPr="00B53CB5">
          <w:rPr>
            <w:rStyle w:val="Hyperlink"/>
            <w:bCs w:val="0"/>
            <w:sz w:val="20"/>
            <w:szCs w:val="20"/>
            <w:u w:val="none"/>
          </w:rPr>
          <w:t>3.1.5.2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Receipt of TSP Requests by ERCOT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3-15</w:t>
        </w:r>
        <w:r w:rsidR="000716EE" w:rsidRPr="00B53CB5">
          <w:rPr>
            <w:webHidden/>
            <w:sz w:val="20"/>
            <w:szCs w:val="20"/>
          </w:rPr>
          <w:fldChar w:fldCharType="end"/>
        </w:r>
      </w:hyperlink>
    </w:p>
    <w:p w14:paraId="799CC33D" w14:textId="4947FDF5" w:rsidR="000716EE" w:rsidRPr="00B53CB5" w:rsidRDefault="0043169A" w:rsidP="00B53CB5">
      <w:pPr>
        <w:pStyle w:val="TOC4"/>
        <w:rPr>
          <w:rFonts w:eastAsiaTheme="minorEastAsia"/>
          <w:snapToGrid/>
          <w:kern w:val="2"/>
          <w:sz w:val="20"/>
          <w:szCs w:val="20"/>
          <w14:ligatures w14:val="standardContextual"/>
        </w:rPr>
      </w:pPr>
      <w:hyperlink w:anchor="_Toc160026528" w:history="1">
        <w:r w:rsidR="000716EE" w:rsidRPr="00B53CB5">
          <w:rPr>
            <w:rStyle w:val="Hyperlink"/>
            <w:bCs w:val="0"/>
            <w:sz w:val="20"/>
            <w:szCs w:val="20"/>
            <w:u w:val="none"/>
          </w:rPr>
          <w:t>3.1.5.3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Timelines for Response by ERCOT for TSP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_Toc160026528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3-16</w:t>
        </w:r>
        <w:r w:rsidR="000716EE" w:rsidRPr="00B53CB5">
          <w:rPr>
            <w:webHidden/>
            <w:sz w:val="20"/>
            <w:szCs w:val="20"/>
          </w:rPr>
          <w:fldChar w:fldCharType="end"/>
        </w:r>
      </w:hyperlink>
    </w:p>
    <w:p w14:paraId="71E00137" w14:textId="61AACAF9" w:rsidR="000716EE" w:rsidRPr="00B53CB5" w:rsidRDefault="0043169A" w:rsidP="00B53CB5">
      <w:pPr>
        <w:pStyle w:val="TOC4"/>
        <w:rPr>
          <w:rFonts w:eastAsiaTheme="minorEastAsia"/>
          <w:snapToGrid/>
          <w:kern w:val="2"/>
          <w:sz w:val="20"/>
          <w:szCs w:val="20"/>
          <w14:ligatures w14:val="standardContextual"/>
        </w:rPr>
      </w:pPr>
      <w:hyperlink w:anchor="_Toc160026530" w:history="1">
        <w:r w:rsidR="000716EE" w:rsidRPr="00B53CB5">
          <w:rPr>
            <w:rStyle w:val="Hyperlink"/>
            <w:bCs w:val="0"/>
            <w:sz w:val="20"/>
            <w:szCs w:val="20"/>
            <w:u w:val="none"/>
          </w:rPr>
          <w:t>3.1.5.4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Delay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3-17</w:t>
        </w:r>
        <w:r w:rsidR="000716EE" w:rsidRPr="00B53CB5">
          <w:rPr>
            <w:webHidden/>
            <w:sz w:val="20"/>
            <w:szCs w:val="20"/>
          </w:rPr>
          <w:fldChar w:fldCharType="end"/>
        </w:r>
      </w:hyperlink>
    </w:p>
    <w:p w14:paraId="399B8AA0" w14:textId="601422B5" w:rsidR="000716EE" w:rsidRPr="00B53CB5" w:rsidRDefault="0043169A" w:rsidP="00B53CB5">
      <w:pPr>
        <w:pStyle w:val="TOC4"/>
        <w:rPr>
          <w:rFonts w:eastAsiaTheme="minorEastAsia"/>
          <w:snapToGrid/>
          <w:kern w:val="2"/>
          <w:sz w:val="20"/>
          <w:szCs w:val="20"/>
          <w14:ligatures w14:val="standardContextual"/>
        </w:rPr>
      </w:pPr>
      <w:hyperlink w:anchor="_Toc160026531" w:history="1">
        <w:r w:rsidR="000716EE" w:rsidRPr="00B53CB5">
          <w:rPr>
            <w:rStyle w:val="Hyperlink"/>
            <w:bCs w:val="0"/>
            <w:sz w:val="20"/>
            <w:szCs w:val="20"/>
            <w:u w:val="none"/>
          </w:rPr>
          <w:t>3.1.5.5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Opportunity Outage of Transmission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3-18</w:t>
        </w:r>
        <w:r w:rsidR="000716EE" w:rsidRPr="00B53CB5">
          <w:rPr>
            <w:webHidden/>
            <w:sz w:val="20"/>
            <w:szCs w:val="20"/>
          </w:rPr>
          <w:fldChar w:fldCharType="end"/>
        </w:r>
      </w:hyperlink>
    </w:p>
    <w:p w14:paraId="1F21E87B" w14:textId="74AE40B3" w:rsidR="000716EE" w:rsidRPr="00B53CB5" w:rsidRDefault="0043169A" w:rsidP="00B53CB5">
      <w:pPr>
        <w:pStyle w:val="TOC4"/>
        <w:rPr>
          <w:rFonts w:eastAsiaTheme="minorEastAsia"/>
          <w:snapToGrid/>
          <w:kern w:val="2"/>
          <w:sz w:val="20"/>
          <w:szCs w:val="20"/>
          <w14:ligatures w14:val="standardContextual"/>
        </w:rPr>
      </w:pPr>
      <w:hyperlink w:anchor="_Toc160026532" w:history="1">
        <w:r w:rsidR="000716EE" w:rsidRPr="00B53CB5">
          <w:rPr>
            <w:rStyle w:val="Hyperlink"/>
            <w:bCs w:val="0"/>
            <w:sz w:val="20"/>
            <w:szCs w:val="20"/>
            <w:u w:val="none"/>
          </w:rPr>
          <w:t>3.1.5.6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Rejection Notice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3-18</w:t>
        </w:r>
        <w:r w:rsidR="000716EE" w:rsidRPr="00B53CB5">
          <w:rPr>
            <w:webHidden/>
            <w:sz w:val="20"/>
            <w:szCs w:val="20"/>
          </w:rPr>
          <w:fldChar w:fldCharType="end"/>
        </w:r>
      </w:hyperlink>
    </w:p>
    <w:p w14:paraId="72E06DAE" w14:textId="5B14C95D" w:rsidR="000716EE" w:rsidRPr="00B53CB5" w:rsidRDefault="0043169A" w:rsidP="00B53CB5">
      <w:pPr>
        <w:pStyle w:val="TOC4"/>
        <w:rPr>
          <w:rFonts w:eastAsiaTheme="minorEastAsia"/>
          <w:snapToGrid/>
          <w:kern w:val="2"/>
          <w:sz w:val="20"/>
          <w:szCs w:val="20"/>
          <w14:ligatures w14:val="standardContextual"/>
        </w:rPr>
      </w:pPr>
      <w:hyperlink w:anchor="_Toc160026533" w:history="1">
        <w:r w:rsidR="000716EE" w:rsidRPr="00B53CB5">
          <w:rPr>
            <w:rStyle w:val="Hyperlink"/>
            <w:bCs w:val="0"/>
            <w:sz w:val="20"/>
            <w:szCs w:val="20"/>
            <w:u w:val="none"/>
          </w:rPr>
          <w:t>3.1.5.7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Withdrawal of Approval of Approved Planned Outages, Maintenance Outages, and Rescheduled Outages of Transmission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w:t>
        </w:r>
        <w:r w:rsidR="000716EE" w:rsidRPr="00B53CB5">
          <w:rPr>
            <w:webHidden/>
            <w:sz w:val="20"/>
            <w:szCs w:val="20"/>
          </w:rPr>
          <w:fldChar w:fldCharType="end"/>
        </w:r>
      </w:hyperlink>
    </w:p>
    <w:p w14:paraId="26DC927D" w14:textId="3F6F2A17" w:rsidR="000716EE" w:rsidRPr="00B53CB5" w:rsidRDefault="0043169A" w:rsidP="00B53CB5">
      <w:pPr>
        <w:pStyle w:val="TOC4"/>
        <w:rPr>
          <w:rFonts w:eastAsiaTheme="minorEastAsia"/>
          <w:snapToGrid/>
          <w:kern w:val="2"/>
          <w:sz w:val="20"/>
          <w:szCs w:val="20"/>
          <w14:ligatures w14:val="standardContextual"/>
        </w:rPr>
      </w:pPr>
      <w:hyperlink w:anchor="_Toc160026534" w:history="1">
        <w:r w:rsidR="000716EE" w:rsidRPr="00B53CB5">
          <w:rPr>
            <w:rStyle w:val="Hyperlink"/>
            <w:bCs w:val="0"/>
            <w:sz w:val="20"/>
            <w:szCs w:val="20"/>
            <w:u w:val="none"/>
          </w:rPr>
          <w:t>3.1.5.8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Priority of Approved Planned, Maintenance, and Rescheduled Outages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w:t>
        </w:r>
        <w:r w:rsidR="000716EE" w:rsidRPr="00B53CB5">
          <w:rPr>
            <w:webHidden/>
            <w:sz w:val="20"/>
            <w:szCs w:val="20"/>
          </w:rPr>
          <w:fldChar w:fldCharType="end"/>
        </w:r>
      </w:hyperlink>
    </w:p>
    <w:p w14:paraId="76EC9D00" w14:textId="6E19315C" w:rsidR="000716EE" w:rsidRPr="00B53CB5" w:rsidRDefault="0043169A" w:rsidP="00B53CB5">
      <w:pPr>
        <w:pStyle w:val="TOC4"/>
        <w:rPr>
          <w:rFonts w:eastAsiaTheme="minorEastAsia"/>
          <w:snapToGrid/>
          <w:kern w:val="2"/>
          <w:sz w:val="20"/>
          <w:szCs w:val="20"/>
          <w14:ligatures w14:val="standardContextual"/>
        </w:rPr>
      </w:pPr>
      <w:hyperlink w:anchor="_Toc160026535" w:history="1">
        <w:r w:rsidR="000716EE" w:rsidRPr="00B53CB5">
          <w:rPr>
            <w:rStyle w:val="Hyperlink"/>
            <w:bCs w:val="0"/>
            <w:sz w:val="20"/>
            <w:szCs w:val="20"/>
            <w:u w:val="none"/>
          </w:rPr>
          <w:t>3.1.5.9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Information for Inclusion in Transmission Facilities Outage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w:t>
        </w:r>
        <w:r w:rsidR="000716EE" w:rsidRPr="00B53CB5">
          <w:rPr>
            <w:webHidden/>
            <w:sz w:val="20"/>
            <w:szCs w:val="20"/>
          </w:rPr>
          <w:fldChar w:fldCharType="end"/>
        </w:r>
      </w:hyperlink>
    </w:p>
    <w:p w14:paraId="6E4FEFCD" w14:textId="2B0BA1DD" w:rsidR="000716EE" w:rsidRPr="00B53CB5" w:rsidRDefault="0043169A" w:rsidP="00B53CB5">
      <w:pPr>
        <w:pStyle w:val="TOC4"/>
        <w:rPr>
          <w:rFonts w:eastAsiaTheme="minorEastAsia"/>
          <w:snapToGrid/>
          <w:kern w:val="2"/>
          <w:sz w:val="20"/>
          <w:szCs w:val="20"/>
          <w14:ligatures w14:val="standardContextual"/>
        </w:rPr>
      </w:pPr>
      <w:hyperlink w:anchor="_Toc160026536" w:history="1">
        <w:r w:rsidR="000716EE" w:rsidRPr="00B53CB5">
          <w:rPr>
            <w:rStyle w:val="Hyperlink"/>
            <w:bCs w:val="0"/>
            <w:sz w:val="20"/>
            <w:szCs w:val="20"/>
            <w:u w:val="none"/>
          </w:rPr>
          <w:t>3.1.5.10</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Additional Information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w:t>
        </w:r>
        <w:r w:rsidR="000716EE" w:rsidRPr="00B53CB5">
          <w:rPr>
            <w:webHidden/>
            <w:sz w:val="20"/>
            <w:szCs w:val="20"/>
          </w:rPr>
          <w:fldChar w:fldCharType="end"/>
        </w:r>
      </w:hyperlink>
    </w:p>
    <w:p w14:paraId="0BAF6D68" w14:textId="2F8B7D14" w:rsidR="000716EE" w:rsidRPr="00B53CB5" w:rsidRDefault="0043169A" w:rsidP="00B53CB5">
      <w:pPr>
        <w:pStyle w:val="TOC4"/>
        <w:rPr>
          <w:rFonts w:eastAsiaTheme="minorEastAsia"/>
          <w:snapToGrid/>
          <w:kern w:val="2"/>
          <w:sz w:val="20"/>
          <w:szCs w:val="20"/>
          <w14:ligatures w14:val="standardContextual"/>
        </w:rPr>
      </w:pPr>
      <w:hyperlink w:anchor="_Toc160026537" w:history="1">
        <w:r w:rsidR="000716EE" w:rsidRPr="00B53CB5">
          <w:rPr>
            <w:rStyle w:val="Hyperlink"/>
            <w:bCs w:val="0"/>
            <w:sz w:val="20"/>
            <w:szCs w:val="20"/>
            <w:u w:val="none"/>
          </w:rPr>
          <w:t>3.1.5.11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Evaluation of Transmission Facilities Planned Outage or Maintenance Outage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w:t>
        </w:r>
        <w:r w:rsidR="000716EE" w:rsidRPr="00B53CB5">
          <w:rPr>
            <w:webHidden/>
            <w:sz w:val="20"/>
            <w:szCs w:val="20"/>
          </w:rPr>
          <w:fldChar w:fldCharType="end"/>
        </w:r>
      </w:hyperlink>
    </w:p>
    <w:p w14:paraId="6404F1D7" w14:textId="414FEA42" w:rsidR="000716EE" w:rsidRPr="00B53CB5" w:rsidRDefault="0043169A" w:rsidP="00B53CB5">
      <w:pPr>
        <w:pStyle w:val="TOC4"/>
        <w:rPr>
          <w:rFonts w:eastAsiaTheme="minorEastAsia"/>
          <w:snapToGrid/>
          <w:kern w:val="2"/>
          <w:sz w:val="20"/>
          <w:szCs w:val="20"/>
          <w14:ligatures w14:val="standardContextual"/>
        </w:rPr>
      </w:pPr>
      <w:hyperlink w:anchor="_Toc160026538" w:history="1">
        <w:r w:rsidR="000716EE" w:rsidRPr="00B53CB5">
          <w:rPr>
            <w:rStyle w:val="Hyperlink"/>
            <w:bCs w:val="0"/>
            <w:sz w:val="20"/>
            <w:szCs w:val="20"/>
            <w:u w:val="none"/>
          </w:rPr>
          <w:t>3.1.5.12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Submittal Timeline for Transmission Facility Outage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3-25</w:t>
        </w:r>
        <w:r w:rsidR="000716EE" w:rsidRPr="00B53CB5">
          <w:rPr>
            <w:webHidden/>
            <w:sz w:val="20"/>
            <w:szCs w:val="20"/>
          </w:rPr>
          <w:fldChar w:fldCharType="end"/>
        </w:r>
      </w:hyperlink>
    </w:p>
    <w:p w14:paraId="2CBEB4C0" w14:textId="665EB897" w:rsidR="000716EE" w:rsidRPr="00B53CB5" w:rsidRDefault="0043169A" w:rsidP="00B53CB5">
      <w:pPr>
        <w:pStyle w:val="TOC4"/>
        <w:rPr>
          <w:rFonts w:eastAsiaTheme="minorEastAsia"/>
          <w:snapToGrid/>
          <w:kern w:val="2"/>
          <w:sz w:val="20"/>
          <w:szCs w:val="20"/>
          <w14:ligatures w14:val="standardContextual"/>
        </w:rPr>
      </w:pPr>
      <w:hyperlink w:anchor="_Toc160026539" w:history="1">
        <w:r w:rsidR="000716EE" w:rsidRPr="00B53CB5">
          <w:rPr>
            <w:rStyle w:val="Hyperlink"/>
            <w:bCs w:val="0"/>
            <w:sz w:val="20"/>
            <w:szCs w:val="20"/>
            <w:u w:val="none"/>
          </w:rPr>
          <w:t>3.1.5.13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Transmission Report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_Toc160026539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w:t>
        </w:r>
        <w:r w:rsidR="000716EE" w:rsidRPr="00B53CB5">
          <w:rPr>
            <w:webHidden/>
            <w:sz w:val="20"/>
            <w:szCs w:val="20"/>
          </w:rPr>
          <w:fldChar w:fldCharType="end"/>
        </w:r>
      </w:hyperlink>
    </w:p>
    <w:p w14:paraId="2B28F5F4" w14:textId="37D38094" w:rsidR="000716EE" w:rsidRPr="00B53CB5" w:rsidRDefault="0043169A">
      <w:pPr>
        <w:pStyle w:val="TOC3"/>
        <w:rPr>
          <w:rFonts w:eastAsiaTheme="minorEastAsia"/>
          <w:kern w:val="2"/>
          <w14:ligatures w14:val="standardContextual"/>
        </w:rPr>
      </w:pPr>
      <w:hyperlink w:anchor="_Toc160026540" w:history="1">
        <w:r w:rsidR="000716EE" w:rsidRPr="00B53CB5">
          <w:rPr>
            <w:rStyle w:val="Hyperlink"/>
            <w:u w:val="none"/>
          </w:rPr>
          <w:t>3.1.6</w:t>
        </w:r>
        <w:r w:rsidR="000716EE" w:rsidRPr="00B53CB5">
          <w:rPr>
            <w:rFonts w:eastAsiaTheme="minorEastAsia"/>
            <w:kern w:val="2"/>
            <w14:ligatures w14:val="standardContextual"/>
          </w:rPr>
          <w:tab/>
        </w:r>
        <w:r w:rsidR="000716EE" w:rsidRPr="00B53CB5">
          <w:rPr>
            <w:rStyle w:val="Hyperlink"/>
            <w:u w:val="none"/>
          </w:rPr>
          <w:t>Outages of Resources Other than Reliability Resources</w:t>
        </w:r>
        <w:r w:rsidR="000716EE" w:rsidRPr="00B53CB5">
          <w:rPr>
            <w:webHidden/>
          </w:rPr>
          <w:tab/>
        </w:r>
        <w:r w:rsidR="000716EE" w:rsidRPr="00B53CB5">
          <w:rPr>
            <w:webHidden/>
          </w:rPr>
          <w:fldChar w:fldCharType="begin"/>
        </w:r>
        <w:r w:rsidR="000716EE" w:rsidRPr="00B53CB5">
          <w:rPr>
            <w:webHidden/>
          </w:rPr>
          <w:instrText xml:space="preserve"> PAGEREF _Toc160026540 \h </w:instrText>
        </w:r>
        <w:r w:rsidR="000716EE" w:rsidRPr="00B53CB5">
          <w:rPr>
            <w:webHidden/>
          </w:rPr>
        </w:r>
        <w:r w:rsidR="000716EE" w:rsidRPr="00B53CB5">
          <w:rPr>
            <w:webHidden/>
          </w:rPr>
          <w:fldChar w:fldCharType="separate"/>
        </w:r>
        <w:r w:rsidR="001B6E2D" w:rsidRPr="00B53CB5">
          <w:rPr>
            <w:webHidden/>
          </w:rPr>
          <w:t>3-26</w:t>
        </w:r>
        <w:r w:rsidR="000716EE" w:rsidRPr="00B53CB5">
          <w:rPr>
            <w:webHidden/>
          </w:rPr>
          <w:fldChar w:fldCharType="end"/>
        </w:r>
      </w:hyperlink>
    </w:p>
    <w:p w14:paraId="5D706110" w14:textId="0318325E" w:rsidR="000716EE" w:rsidRPr="00B53CB5" w:rsidRDefault="0043169A" w:rsidP="00B53CB5">
      <w:pPr>
        <w:pStyle w:val="TOC4"/>
        <w:rPr>
          <w:rFonts w:eastAsiaTheme="minorEastAsia"/>
          <w:snapToGrid/>
          <w:kern w:val="2"/>
          <w:sz w:val="20"/>
          <w:szCs w:val="20"/>
          <w14:ligatures w14:val="standardContextual"/>
        </w:rPr>
      </w:pPr>
      <w:hyperlink w:anchor="_Toc160026541" w:history="1">
        <w:r w:rsidR="000716EE" w:rsidRPr="00B53CB5">
          <w:rPr>
            <w:rStyle w:val="Hyperlink"/>
            <w:bCs w:val="0"/>
            <w:sz w:val="20"/>
            <w:szCs w:val="20"/>
            <w:u w:val="none"/>
          </w:rPr>
          <w:t>3.1.6.1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Receipt of Resource Requests by ERCOT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3-28</w:t>
        </w:r>
        <w:r w:rsidR="000716EE" w:rsidRPr="00B53CB5">
          <w:rPr>
            <w:webHidden/>
            <w:sz w:val="20"/>
            <w:szCs w:val="20"/>
          </w:rPr>
          <w:fldChar w:fldCharType="end"/>
        </w:r>
      </w:hyperlink>
    </w:p>
    <w:p w14:paraId="3B489155" w14:textId="5C970309" w:rsidR="000716EE" w:rsidRPr="00B53CB5" w:rsidRDefault="0043169A" w:rsidP="00B53CB5">
      <w:pPr>
        <w:pStyle w:val="TOC4"/>
        <w:rPr>
          <w:rFonts w:eastAsiaTheme="minorEastAsia"/>
          <w:snapToGrid/>
          <w:kern w:val="2"/>
          <w:sz w:val="20"/>
          <w:szCs w:val="20"/>
          <w14:ligatures w14:val="standardContextual"/>
        </w:rPr>
      </w:pPr>
      <w:hyperlink w:anchor="_Toc160026542" w:history="1">
        <w:r w:rsidR="000716EE" w:rsidRPr="00B53CB5">
          <w:rPr>
            <w:rStyle w:val="Hyperlink"/>
            <w:bCs w:val="0"/>
            <w:sz w:val="20"/>
            <w:szCs w:val="20"/>
            <w:u w:val="none"/>
          </w:rPr>
          <w:t>3.1.6.2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Resource Outage Plan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3-28</w:t>
        </w:r>
        <w:r w:rsidR="000716EE" w:rsidRPr="00B53CB5">
          <w:rPr>
            <w:webHidden/>
            <w:sz w:val="20"/>
            <w:szCs w:val="20"/>
          </w:rPr>
          <w:fldChar w:fldCharType="end"/>
        </w:r>
      </w:hyperlink>
    </w:p>
    <w:p w14:paraId="69FC40A5" w14:textId="6FFCBAE2" w:rsidR="000716EE" w:rsidRPr="00B53CB5" w:rsidRDefault="0043169A" w:rsidP="00B53CB5">
      <w:pPr>
        <w:pStyle w:val="TOC4"/>
        <w:rPr>
          <w:rFonts w:eastAsiaTheme="minorEastAsia"/>
          <w:snapToGrid/>
          <w:kern w:val="2"/>
          <w:sz w:val="20"/>
          <w:szCs w:val="20"/>
          <w14:ligatures w14:val="standardContextual"/>
        </w:rPr>
      </w:pPr>
      <w:hyperlink w:anchor="_Toc160026543" w:history="1">
        <w:r w:rsidR="000716EE" w:rsidRPr="00B53CB5">
          <w:rPr>
            <w:rStyle w:val="Hyperlink"/>
            <w:bCs w:val="0"/>
            <w:sz w:val="20"/>
            <w:szCs w:val="20"/>
            <w:u w:val="none"/>
          </w:rPr>
          <w:t>3.1.6.3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Additional Information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3-28</w:t>
        </w:r>
        <w:r w:rsidR="000716EE" w:rsidRPr="00B53CB5">
          <w:rPr>
            <w:webHidden/>
            <w:sz w:val="20"/>
            <w:szCs w:val="20"/>
          </w:rPr>
          <w:fldChar w:fldCharType="end"/>
        </w:r>
      </w:hyperlink>
    </w:p>
    <w:p w14:paraId="0D48E0D2" w14:textId="6FD1A661" w:rsidR="000716EE" w:rsidRPr="00B53CB5" w:rsidRDefault="0043169A" w:rsidP="00B53CB5">
      <w:pPr>
        <w:pStyle w:val="TOC4"/>
        <w:rPr>
          <w:rFonts w:eastAsiaTheme="minorEastAsia"/>
          <w:snapToGrid/>
          <w:kern w:val="2"/>
          <w:sz w:val="20"/>
          <w:szCs w:val="20"/>
          <w14:ligatures w14:val="standardContextual"/>
        </w:rPr>
      </w:pPr>
      <w:hyperlink w:anchor="_Toc160026544" w:history="1">
        <w:r w:rsidR="000716EE" w:rsidRPr="00B53CB5">
          <w:rPr>
            <w:rStyle w:val="Hyperlink"/>
            <w:bCs w:val="0"/>
            <w:sz w:val="20"/>
            <w:szCs w:val="20"/>
            <w:u w:val="none"/>
          </w:rPr>
          <w:t>3.1.6.4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Approval of Changes to a Resource Outage Plan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3-28</w:t>
        </w:r>
        <w:r w:rsidR="000716EE" w:rsidRPr="00B53CB5">
          <w:rPr>
            <w:webHidden/>
            <w:sz w:val="20"/>
            <w:szCs w:val="20"/>
          </w:rPr>
          <w:fldChar w:fldCharType="end"/>
        </w:r>
      </w:hyperlink>
    </w:p>
    <w:p w14:paraId="3FE59AD3" w14:textId="6614332F" w:rsidR="000716EE" w:rsidRPr="00B53CB5" w:rsidRDefault="0043169A" w:rsidP="00B53CB5">
      <w:pPr>
        <w:pStyle w:val="TOC4"/>
        <w:rPr>
          <w:rFonts w:eastAsiaTheme="minorEastAsia"/>
          <w:snapToGrid/>
          <w:kern w:val="2"/>
          <w:sz w:val="20"/>
          <w:szCs w:val="20"/>
          <w14:ligatures w14:val="standardContextual"/>
        </w:rPr>
      </w:pPr>
      <w:hyperlink w:anchor="_Toc160026545" w:history="1">
        <w:r w:rsidR="000716EE" w:rsidRPr="00B53CB5">
          <w:rPr>
            <w:rStyle w:val="Hyperlink"/>
            <w:bCs w:val="0"/>
            <w:sz w:val="20"/>
            <w:szCs w:val="20"/>
            <w:u w:val="none"/>
          </w:rPr>
          <w:t>3.1.6.5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Evaluation of Proposed Resource Outage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3-29</w:t>
        </w:r>
        <w:r w:rsidR="000716EE" w:rsidRPr="00B53CB5">
          <w:rPr>
            <w:webHidden/>
            <w:sz w:val="20"/>
            <w:szCs w:val="20"/>
          </w:rPr>
          <w:fldChar w:fldCharType="end"/>
        </w:r>
      </w:hyperlink>
    </w:p>
    <w:p w14:paraId="667175E1" w14:textId="5760ACF1" w:rsidR="000716EE" w:rsidRPr="00B53CB5" w:rsidRDefault="0043169A" w:rsidP="00B53CB5">
      <w:pPr>
        <w:pStyle w:val="TOC4"/>
        <w:rPr>
          <w:rFonts w:eastAsiaTheme="minorEastAsia"/>
          <w:snapToGrid/>
          <w:kern w:val="2"/>
          <w:sz w:val="20"/>
          <w:szCs w:val="20"/>
          <w14:ligatures w14:val="standardContextual"/>
        </w:rPr>
      </w:pPr>
      <w:hyperlink w:anchor="_Toc160026546" w:history="1">
        <w:r w:rsidR="000716EE" w:rsidRPr="00B53CB5">
          <w:rPr>
            <w:rStyle w:val="Hyperlink"/>
            <w:bCs w:val="0"/>
            <w:sz w:val="20"/>
            <w:szCs w:val="20"/>
            <w:u w:val="none"/>
          </w:rPr>
          <w:t>3.1.6.6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Timelines for Response by ERCOT for Resource Planned Outages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3-30</w:t>
        </w:r>
        <w:r w:rsidR="000716EE" w:rsidRPr="00B53CB5">
          <w:rPr>
            <w:webHidden/>
            <w:sz w:val="20"/>
            <w:szCs w:val="20"/>
          </w:rPr>
          <w:fldChar w:fldCharType="end"/>
        </w:r>
      </w:hyperlink>
    </w:p>
    <w:p w14:paraId="29C421CA" w14:textId="24D8F813" w:rsidR="000716EE" w:rsidRPr="00B53CB5" w:rsidRDefault="0043169A" w:rsidP="00B53CB5">
      <w:pPr>
        <w:pStyle w:val="TOC4"/>
        <w:rPr>
          <w:rFonts w:eastAsiaTheme="minorEastAsia"/>
          <w:snapToGrid/>
          <w:kern w:val="2"/>
          <w:sz w:val="20"/>
          <w:szCs w:val="20"/>
          <w14:ligatures w14:val="standardContextual"/>
        </w:rPr>
      </w:pPr>
      <w:hyperlink w:anchor="_Toc160026547" w:history="1">
        <w:r w:rsidR="000716EE" w:rsidRPr="00B53CB5">
          <w:rPr>
            <w:rStyle w:val="Hyperlink"/>
            <w:bCs w:val="0"/>
            <w:sz w:val="20"/>
            <w:szCs w:val="20"/>
            <w:u w:val="none"/>
          </w:rPr>
          <w:t>3.1.6.7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 xml:space="preserve"> Delay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3-31</w:t>
        </w:r>
        <w:r w:rsidR="000716EE" w:rsidRPr="00B53CB5">
          <w:rPr>
            <w:webHidden/>
            <w:sz w:val="20"/>
            <w:szCs w:val="20"/>
          </w:rPr>
          <w:fldChar w:fldCharType="end"/>
        </w:r>
      </w:hyperlink>
    </w:p>
    <w:p w14:paraId="64510F2F" w14:textId="1B094761" w:rsidR="000716EE" w:rsidRPr="00B53CB5" w:rsidRDefault="0043169A" w:rsidP="00B53CB5">
      <w:pPr>
        <w:pStyle w:val="TOC4"/>
        <w:rPr>
          <w:rFonts w:eastAsiaTheme="minorEastAsia"/>
          <w:snapToGrid/>
          <w:kern w:val="2"/>
          <w:sz w:val="20"/>
          <w:szCs w:val="20"/>
          <w14:ligatures w14:val="standardContextual"/>
        </w:rPr>
      </w:pPr>
      <w:hyperlink w:anchor="_Toc160026548" w:history="1">
        <w:r w:rsidR="000716EE" w:rsidRPr="00B53CB5">
          <w:rPr>
            <w:rStyle w:val="Hyperlink"/>
            <w:bCs w:val="0"/>
            <w:sz w:val="20"/>
            <w:szCs w:val="20"/>
            <w:u w:val="none"/>
          </w:rPr>
          <w:t>3.1.6.8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Resource Outage Rejection Notice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3-31</w:t>
        </w:r>
        <w:r w:rsidR="000716EE" w:rsidRPr="00B53CB5">
          <w:rPr>
            <w:webHidden/>
            <w:sz w:val="20"/>
            <w:szCs w:val="20"/>
          </w:rPr>
          <w:fldChar w:fldCharType="end"/>
        </w:r>
      </w:hyperlink>
    </w:p>
    <w:p w14:paraId="14C05EE2" w14:textId="4F1657C2" w:rsidR="000716EE" w:rsidRPr="00B53CB5" w:rsidRDefault="0043169A" w:rsidP="00B53CB5">
      <w:pPr>
        <w:pStyle w:val="TOC4"/>
        <w:rPr>
          <w:rFonts w:eastAsiaTheme="minorEastAsia"/>
          <w:snapToGrid/>
          <w:kern w:val="2"/>
          <w:sz w:val="20"/>
          <w:szCs w:val="20"/>
          <w14:ligatures w14:val="standardContextual"/>
        </w:rPr>
      </w:pPr>
      <w:hyperlink w:anchor="_Toc160026549" w:history="1">
        <w:r w:rsidR="000716EE" w:rsidRPr="00B53CB5">
          <w:rPr>
            <w:rStyle w:val="Hyperlink"/>
            <w:bCs w:val="0"/>
            <w:sz w:val="20"/>
            <w:szCs w:val="20"/>
            <w:u w:val="none"/>
          </w:rPr>
          <w:t>3.1.6.9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Withdrawal of Approval and Rescheduling of Approved Planned Outages of Resource Facilities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_Toc160026549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3-32</w:t>
        </w:r>
        <w:r w:rsidR="000716EE" w:rsidRPr="00B53CB5">
          <w:rPr>
            <w:webHidden/>
            <w:sz w:val="20"/>
            <w:szCs w:val="20"/>
          </w:rPr>
          <w:fldChar w:fldCharType="end"/>
        </w:r>
      </w:hyperlink>
    </w:p>
    <w:p w14:paraId="3304D1A7" w14:textId="4E408A44" w:rsidR="000716EE" w:rsidRPr="00B53CB5" w:rsidRDefault="0043169A" w:rsidP="00B53CB5">
      <w:pPr>
        <w:pStyle w:val="TOC4"/>
        <w:rPr>
          <w:rFonts w:eastAsiaTheme="minorEastAsia"/>
          <w:snapToGrid/>
          <w:kern w:val="2"/>
          <w:sz w:val="20"/>
          <w:szCs w:val="20"/>
          <w14:ligatures w14:val="standardContextual"/>
        </w:rPr>
      </w:pPr>
      <w:hyperlink w:anchor="_Toc160026550" w:history="1">
        <w:r w:rsidR="000716EE" w:rsidRPr="00B53CB5">
          <w:rPr>
            <w:rStyle w:val="Hyperlink"/>
            <w:bCs w:val="0"/>
            <w:sz w:val="20"/>
            <w:szCs w:val="20"/>
            <w:u w:val="none"/>
          </w:rPr>
          <w:t>3.1.6.10</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Opportunity Outage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3-37</w:t>
        </w:r>
        <w:r w:rsidR="000716EE" w:rsidRPr="00B53CB5">
          <w:rPr>
            <w:webHidden/>
            <w:sz w:val="20"/>
            <w:szCs w:val="20"/>
          </w:rPr>
          <w:fldChar w:fldCharType="end"/>
        </w:r>
      </w:hyperlink>
    </w:p>
    <w:p w14:paraId="5AEBCD6E" w14:textId="67621E0E" w:rsidR="000716EE" w:rsidRPr="00B53CB5" w:rsidRDefault="0043169A" w:rsidP="00B53CB5">
      <w:pPr>
        <w:pStyle w:val="TOC4"/>
        <w:rPr>
          <w:rFonts w:eastAsiaTheme="minorEastAsia"/>
          <w:snapToGrid/>
          <w:kern w:val="2"/>
          <w:sz w:val="20"/>
          <w:szCs w:val="20"/>
          <w14:ligatures w14:val="standardContextual"/>
        </w:rPr>
      </w:pPr>
      <w:hyperlink w:anchor="_Toc160026551" w:history="1">
        <w:r w:rsidR="000716EE" w:rsidRPr="00B53CB5">
          <w:rPr>
            <w:rStyle w:val="Hyperlink"/>
            <w:bCs w:val="0"/>
            <w:sz w:val="20"/>
            <w:szCs w:val="20"/>
            <w:u w:val="none"/>
          </w:rPr>
          <w:t>3.1.6.11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Outage Returning Early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3-37</w:t>
        </w:r>
        <w:r w:rsidR="000716EE" w:rsidRPr="00B53CB5">
          <w:rPr>
            <w:webHidden/>
            <w:sz w:val="20"/>
            <w:szCs w:val="20"/>
          </w:rPr>
          <w:fldChar w:fldCharType="end"/>
        </w:r>
      </w:hyperlink>
    </w:p>
    <w:p w14:paraId="2334E608" w14:textId="34528A6D" w:rsidR="000716EE" w:rsidRPr="00B53CB5" w:rsidRDefault="0043169A" w:rsidP="00B53CB5">
      <w:pPr>
        <w:pStyle w:val="TOC4"/>
        <w:rPr>
          <w:rFonts w:eastAsiaTheme="minorEastAsia"/>
          <w:snapToGrid/>
          <w:kern w:val="2"/>
          <w:sz w:val="20"/>
          <w:szCs w:val="20"/>
          <w14:ligatures w14:val="standardContextual"/>
        </w:rPr>
      </w:pPr>
      <w:hyperlink w:anchor="_Toc160026552" w:history="1">
        <w:r w:rsidR="000716EE" w:rsidRPr="00B53CB5">
          <w:rPr>
            <w:rStyle w:val="Hyperlink"/>
            <w:bCs w:val="0"/>
            <w:sz w:val="20"/>
            <w:szCs w:val="20"/>
            <w:u w:val="none"/>
          </w:rPr>
          <w:t>3.1.6.12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Resource Coming On-Line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3-38</w:t>
        </w:r>
        <w:r w:rsidR="000716EE" w:rsidRPr="00B53CB5">
          <w:rPr>
            <w:webHidden/>
            <w:sz w:val="20"/>
            <w:szCs w:val="20"/>
          </w:rPr>
          <w:fldChar w:fldCharType="end"/>
        </w:r>
      </w:hyperlink>
    </w:p>
    <w:p w14:paraId="3F69780E" w14:textId="7D38F8C6" w:rsidR="000716EE" w:rsidRPr="00B53CB5" w:rsidRDefault="0043169A" w:rsidP="00B53CB5">
      <w:pPr>
        <w:pStyle w:val="TOC4"/>
        <w:rPr>
          <w:rFonts w:eastAsiaTheme="minorEastAsia"/>
          <w:snapToGrid/>
          <w:kern w:val="2"/>
          <w:sz w:val="20"/>
          <w:szCs w:val="20"/>
          <w14:ligatures w14:val="standardContextual"/>
        </w:rPr>
      </w:pPr>
      <w:hyperlink w:anchor="_Toc160026553" w:history="1">
        <w:r w:rsidR="000716EE" w:rsidRPr="00B53CB5">
          <w:rPr>
            <w:rStyle w:val="Hyperlink"/>
            <w:bCs w:val="0"/>
            <w:sz w:val="20"/>
            <w:szCs w:val="20"/>
            <w:u w:val="none"/>
          </w:rPr>
          <w:t>3.1.6.13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Maximum Daily Resource Planned Outage Capacity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3-38</w:t>
        </w:r>
        <w:r w:rsidR="000716EE" w:rsidRPr="00B53CB5">
          <w:rPr>
            <w:webHidden/>
            <w:sz w:val="20"/>
            <w:szCs w:val="20"/>
          </w:rPr>
          <w:fldChar w:fldCharType="end"/>
        </w:r>
      </w:hyperlink>
    </w:p>
    <w:p w14:paraId="4C2F7EF0" w14:textId="1A84B272" w:rsidR="000716EE" w:rsidRPr="00B53CB5" w:rsidRDefault="0043169A" w:rsidP="00B53CB5">
      <w:pPr>
        <w:pStyle w:val="TOC4"/>
        <w:rPr>
          <w:rFonts w:eastAsiaTheme="minorEastAsia"/>
          <w:snapToGrid/>
          <w:kern w:val="2"/>
          <w:sz w:val="20"/>
          <w:szCs w:val="20"/>
          <w14:ligatures w14:val="standardContextual"/>
        </w:rPr>
      </w:pPr>
      <w:hyperlink w:anchor="_Toc160026554" w:history="1">
        <w:r w:rsidR="000716EE" w:rsidRPr="00B53CB5">
          <w:rPr>
            <w:rStyle w:val="Hyperlink"/>
            <w:bCs w:val="0"/>
            <w:sz w:val="20"/>
            <w:szCs w:val="20"/>
            <w:u w:val="none"/>
          </w:rPr>
          <w:t>3.1.6.14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Distribution Facility Outages Impacting Distribution Generation Resources and Distribution Energy Storage Resources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3-39</w:t>
        </w:r>
        <w:r w:rsidR="000716EE" w:rsidRPr="00B53CB5">
          <w:rPr>
            <w:webHidden/>
            <w:sz w:val="20"/>
            <w:szCs w:val="20"/>
          </w:rPr>
          <w:fldChar w:fldCharType="end"/>
        </w:r>
      </w:hyperlink>
    </w:p>
    <w:p w14:paraId="55258C76" w14:textId="142817FE" w:rsidR="000716EE" w:rsidRPr="00B53CB5" w:rsidRDefault="0043169A">
      <w:pPr>
        <w:pStyle w:val="TOC3"/>
        <w:rPr>
          <w:rFonts w:eastAsiaTheme="minorEastAsia"/>
          <w:kern w:val="2"/>
          <w14:ligatures w14:val="standardContextual"/>
        </w:rPr>
      </w:pPr>
      <w:hyperlink w:anchor="_Toc160026555" w:history="1">
        <w:r w:rsidR="000716EE" w:rsidRPr="00B53CB5">
          <w:rPr>
            <w:rStyle w:val="Hyperlink"/>
            <w:u w:val="none"/>
          </w:rPr>
          <w:t>3.1.7</w:t>
        </w:r>
        <w:r w:rsidR="000716EE" w:rsidRPr="00B53CB5">
          <w:rPr>
            <w:rFonts w:eastAsiaTheme="minorEastAsia"/>
            <w:kern w:val="2"/>
            <w14:ligatures w14:val="standardContextual"/>
          </w:rPr>
          <w:tab/>
        </w:r>
        <w:r w:rsidR="000716EE" w:rsidRPr="00B53CB5">
          <w:rPr>
            <w:rStyle w:val="Hyperlink"/>
            <w:u w:val="none"/>
          </w:rPr>
          <w:t>Reliability Resource Outages</w:t>
        </w:r>
        <w:r w:rsidR="000716EE" w:rsidRPr="00B53CB5">
          <w:rPr>
            <w:webHidden/>
          </w:rPr>
          <w:tab/>
        </w:r>
        <w:r w:rsidR="000716EE" w:rsidRPr="00B53CB5">
          <w:rPr>
            <w:webHidden/>
          </w:rPr>
          <w:fldChar w:fldCharType="begin"/>
        </w:r>
        <w:r w:rsidR="000716EE" w:rsidRPr="00B53CB5">
          <w:rPr>
            <w:webHidden/>
          </w:rPr>
          <w:instrText xml:space="preserve"> PAGEREF _Toc160026555 \h </w:instrText>
        </w:r>
        <w:r w:rsidR="000716EE" w:rsidRPr="00B53CB5">
          <w:rPr>
            <w:webHidden/>
          </w:rPr>
        </w:r>
        <w:r w:rsidR="000716EE" w:rsidRPr="00B53CB5">
          <w:rPr>
            <w:webHidden/>
          </w:rPr>
          <w:fldChar w:fldCharType="separate"/>
        </w:r>
        <w:r w:rsidR="001B6E2D" w:rsidRPr="00B53CB5">
          <w:rPr>
            <w:webHidden/>
          </w:rPr>
          <w:t>3-40</w:t>
        </w:r>
        <w:r w:rsidR="000716EE" w:rsidRPr="00B53CB5">
          <w:rPr>
            <w:webHidden/>
          </w:rPr>
          <w:fldChar w:fldCharType="end"/>
        </w:r>
      </w:hyperlink>
    </w:p>
    <w:p w14:paraId="1C8A6B74" w14:textId="4A44AC14" w:rsidR="000716EE" w:rsidRPr="00B53CB5" w:rsidRDefault="0043169A" w:rsidP="00B53CB5">
      <w:pPr>
        <w:pStyle w:val="TOC4"/>
        <w:rPr>
          <w:rFonts w:eastAsiaTheme="minorEastAsia"/>
          <w:snapToGrid/>
          <w:kern w:val="2"/>
          <w:sz w:val="20"/>
          <w:szCs w:val="20"/>
          <w14:ligatures w14:val="standardContextual"/>
        </w:rPr>
      </w:pPr>
      <w:hyperlink w:anchor="_Toc160026556" w:history="1">
        <w:r w:rsidR="000716EE" w:rsidRPr="00B53CB5">
          <w:rPr>
            <w:rStyle w:val="Hyperlink"/>
            <w:bCs w:val="0"/>
            <w:sz w:val="20"/>
            <w:szCs w:val="20"/>
            <w:u w:val="none"/>
          </w:rPr>
          <w:t>3.1.7.1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Timelines for Response by ERCOT on Reliability Resource Outages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3-40</w:t>
        </w:r>
        <w:r w:rsidR="000716EE" w:rsidRPr="00B53CB5">
          <w:rPr>
            <w:webHidden/>
            <w:sz w:val="20"/>
            <w:szCs w:val="20"/>
          </w:rPr>
          <w:fldChar w:fldCharType="end"/>
        </w:r>
      </w:hyperlink>
    </w:p>
    <w:p w14:paraId="0548F9CA" w14:textId="5FD2F778" w:rsidR="000716EE" w:rsidRPr="00B53CB5" w:rsidRDefault="0043169A" w:rsidP="00B53CB5">
      <w:pPr>
        <w:pStyle w:val="TOC4"/>
        <w:rPr>
          <w:rFonts w:eastAsiaTheme="minorEastAsia"/>
          <w:snapToGrid/>
          <w:kern w:val="2"/>
          <w:sz w:val="20"/>
          <w:szCs w:val="20"/>
          <w14:ligatures w14:val="standardContextual"/>
        </w:rPr>
      </w:pPr>
      <w:hyperlink w:anchor="_Toc160026557" w:history="1">
        <w:r w:rsidR="000716EE" w:rsidRPr="00B53CB5">
          <w:rPr>
            <w:rStyle w:val="Hyperlink"/>
            <w:bCs w:val="0"/>
            <w:sz w:val="20"/>
            <w:szCs w:val="20"/>
            <w:u w:val="none"/>
          </w:rPr>
          <w:t>3.1.7.2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Changes to an Approved Reliability Resource Outage Plan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_Toc160026557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3-41</w:t>
        </w:r>
        <w:r w:rsidR="000716EE" w:rsidRPr="00B53CB5">
          <w:rPr>
            <w:webHidden/>
            <w:sz w:val="20"/>
            <w:szCs w:val="20"/>
          </w:rPr>
          <w:fldChar w:fldCharType="end"/>
        </w:r>
      </w:hyperlink>
    </w:p>
    <w:p w14:paraId="5BA37A25" w14:textId="3D2BF0B3" w:rsidR="000716EE" w:rsidRPr="00B53CB5" w:rsidRDefault="0043169A">
      <w:pPr>
        <w:pStyle w:val="TOC3"/>
        <w:rPr>
          <w:rFonts w:eastAsiaTheme="minorEastAsia"/>
          <w:kern w:val="2"/>
          <w14:ligatures w14:val="standardContextual"/>
        </w:rPr>
      </w:pPr>
      <w:hyperlink w:anchor="_Toc160026558" w:history="1">
        <w:r w:rsidR="000716EE" w:rsidRPr="00B53CB5">
          <w:rPr>
            <w:rStyle w:val="Hyperlink"/>
            <w:u w:val="none"/>
          </w:rPr>
          <w:t>3.1.8</w:t>
        </w:r>
        <w:r w:rsidR="000716EE" w:rsidRPr="00B53CB5">
          <w:rPr>
            <w:rFonts w:eastAsiaTheme="minorEastAsia"/>
            <w:kern w:val="2"/>
            <w14:ligatures w14:val="standardContextual"/>
          </w:rPr>
          <w:tab/>
        </w:r>
        <w:r w:rsidR="000716EE" w:rsidRPr="00B53CB5">
          <w:rPr>
            <w:rStyle w:val="Hyperlink"/>
            <w:u w:val="none"/>
          </w:rPr>
          <w:t>High Impact Transmission Element (HITE) Identification</w:t>
        </w:r>
        <w:r w:rsidR="000716EE" w:rsidRPr="00B53CB5">
          <w:rPr>
            <w:webHidden/>
          </w:rPr>
          <w:tab/>
        </w:r>
        <w:r w:rsidR="000716EE" w:rsidRPr="00B53CB5">
          <w:rPr>
            <w:webHidden/>
          </w:rPr>
          <w:fldChar w:fldCharType="begin"/>
        </w:r>
        <w:r w:rsidR="000716EE" w:rsidRPr="00B53CB5">
          <w:rPr>
            <w:webHidden/>
          </w:rPr>
          <w:instrText xml:space="preserve"> PAGEREF _Toc160026558 \h </w:instrText>
        </w:r>
        <w:r w:rsidR="000716EE" w:rsidRPr="00B53CB5">
          <w:rPr>
            <w:webHidden/>
          </w:rPr>
        </w:r>
        <w:r w:rsidR="000716EE" w:rsidRPr="00B53CB5">
          <w:rPr>
            <w:webHidden/>
          </w:rPr>
          <w:fldChar w:fldCharType="separate"/>
        </w:r>
        <w:r w:rsidR="001B6E2D" w:rsidRPr="00B53CB5">
          <w:rPr>
            <w:webHidden/>
          </w:rPr>
          <w:t>3-41</w:t>
        </w:r>
        <w:r w:rsidR="000716EE" w:rsidRPr="00B53CB5">
          <w:rPr>
            <w:webHidden/>
          </w:rPr>
          <w:fldChar w:fldCharType="end"/>
        </w:r>
      </w:hyperlink>
    </w:p>
    <w:p w14:paraId="2991CD63" w14:textId="6462646F" w:rsidR="000716EE" w:rsidRPr="00B53CB5" w:rsidRDefault="0043169A" w:rsidP="00B53CB5">
      <w:pPr>
        <w:pStyle w:val="TOC2"/>
        <w:rPr>
          <w:rFonts w:eastAsiaTheme="minorEastAsia"/>
          <w:noProof/>
          <w:kern w:val="2"/>
          <w14:ligatures w14:val="standardContextual"/>
        </w:rPr>
      </w:pPr>
      <w:hyperlink w:anchor="_Toc160026559" w:history="1">
        <w:r w:rsidR="000716EE" w:rsidRPr="00B53CB5">
          <w:rPr>
            <w:rStyle w:val="Hyperlink"/>
            <w:noProof/>
            <w:u w:val="none"/>
          </w:rPr>
          <w:t xml:space="preserve">3.2 </w:t>
        </w:r>
        <w:r w:rsidR="000716EE" w:rsidRPr="00B53CB5">
          <w:rPr>
            <w:rFonts w:eastAsiaTheme="minorEastAsia"/>
            <w:noProof/>
            <w:kern w:val="2"/>
            <w14:ligatures w14:val="standardContextual"/>
          </w:rPr>
          <w:tab/>
        </w:r>
        <w:r w:rsidR="000716EE" w:rsidRPr="00B53CB5">
          <w:rPr>
            <w:rStyle w:val="Hyperlink"/>
            <w:noProof/>
            <w:u w:val="none"/>
          </w:rPr>
          <w:t>Analysis of Resource Adequacy</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_Toc160026559 \h </w:instrText>
        </w:r>
        <w:r w:rsidR="000716EE" w:rsidRPr="00B53CB5">
          <w:rPr>
            <w:noProof/>
            <w:webHidden/>
          </w:rPr>
        </w:r>
        <w:r w:rsidR="000716EE" w:rsidRPr="00B53CB5">
          <w:rPr>
            <w:noProof/>
            <w:webHidden/>
          </w:rPr>
          <w:fldChar w:fldCharType="separate"/>
        </w:r>
        <w:r w:rsidR="001B6E2D" w:rsidRPr="00B53CB5">
          <w:rPr>
            <w:noProof/>
            <w:webHidden/>
          </w:rPr>
          <w:t>3-41</w:t>
        </w:r>
        <w:r w:rsidR="000716EE" w:rsidRPr="00B53CB5">
          <w:rPr>
            <w:noProof/>
            <w:webHidden/>
          </w:rPr>
          <w:fldChar w:fldCharType="end"/>
        </w:r>
      </w:hyperlink>
    </w:p>
    <w:p w14:paraId="598110AD" w14:textId="7167CF76" w:rsidR="000716EE" w:rsidRPr="00B53CB5" w:rsidRDefault="0043169A">
      <w:pPr>
        <w:pStyle w:val="TOC3"/>
        <w:rPr>
          <w:rFonts w:eastAsiaTheme="minorEastAsia"/>
          <w:kern w:val="2"/>
          <w14:ligatures w14:val="standardContextual"/>
        </w:rPr>
      </w:pPr>
      <w:hyperlink w:anchor="_Toc160026560" w:history="1">
        <w:r w:rsidR="000716EE" w:rsidRPr="00B53CB5">
          <w:rPr>
            <w:rStyle w:val="Hyperlink"/>
            <w:u w:val="none"/>
          </w:rPr>
          <w:t>3.2.1</w:t>
        </w:r>
        <w:r w:rsidR="000716EE" w:rsidRPr="00B53CB5">
          <w:rPr>
            <w:rFonts w:eastAsiaTheme="minorEastAsia"/>
            <w:kern w:val="2"/>
            <w14:ligatures w14:val="standardContextual"/>
          </w:rPr>
          <w:tab/>
        </w:r>
        <w:r w:rsidR="000716EE" w:rsidRPr="00B53CB5">
          <w:rPr>
            <w:rStyle w:val="Hyperlink"/>
            <w:u w:val="none"/>
          </w:rPr>
          <w:t>Calculation of Aggregate Resource Capacity</w:t>
        </w:r>
        <w:r w:rsidR="000716EE" w:rsidRPr="00B53CB5">
          <w:rPr>
            <w:webHidden/>
          </w:rPr>
          <w:tab/>
        </w:r>
        <w:r w:rsidR="000716EE" w:rsidRPr="00B53CB5">
          <w:rPr>
            <w:webHidden/>
          </w:rPr>
          <w:fldChar w:fldCharType="begin"/>
        </w:r>
        <w:r w:rsidR="000716EE" w:rsidRPr="00B53CB5">
          <w:rPr>
            <w:webHidden/>
          </w:rPr>
          <w:instrText xml:space="preserve"> PAGEREF _Toc160026560 \h </w:instrText>
        </w:r>
        <w:r w:rsidR="000716EE" w:rsidRPr="00B53CB5">
          <w:rPr>
            <w:webHidden/>
          </w:rPr>
        </w:r>
        <w:r w:rsidR="000716EE" w:rsidRPr="00B53CB5">
          <w:rPr>
            <w:webHidden/>
          </w:rPr>
          <w:fldChar w:fldCharType="separate"/>
        </w:r>
        <w:r w:rsidR="001B6E2D" w:rsidRPr="00B53CB5">
          <w:rPr>
            <w:webHidden/>
          </w:rPr>
          <w:t>3-41</w:t>
        </w:r>
        <w:r w:rsidR="000716EE" w:rsidRPr="00B53CB5">
          <w:rPr>
            <w:webHidden/>
          </w:rPr>
          <w:fldChar w:fldCharType="end"/>
        </w:r>
      </w:hyperlink>
    </w:p>
    <w:p w14:paraId="4769A227" w14:textId="28652C7B" w:rsidR="000716EE" w:rsidRPr="00B53CB5" w:rsidRDefault="0043169A">
      <w:pPr>
        <w:pStyle w:val="TOC3"/>
        <w:rPr>
          <w:rFonts w:eastAsiaTheme="minorEastAsia"/>
          <w:kern w:val="2"/>
          <w14:ligatures w14:val="standardContextual"/>
        </w:rPr>
      </w:pPr>
      <w:hyperlink w:anchor="_Toc160026561" w:history="1">
        <w:r w:rsidR="000716EE" w:rsidRPr="00B53CB5">
          <w:rPr>
            <w:rStyle w:val="Hyperlink"/>
            <w:u w:val="none"/>
          </w:rPr>
          <w:t>3.2.2</w:t>
        </w:r>
        <w:r w:rsidR="000716EE" w:rsidRPr="00B53CB5">
          <w:rPr>
            <w:rFonts w:eastAsiaTheme="minorEastAsia"/>
            <w:kern w:val="2"/>
            <w14:ligatures w14:val="standardContextual"/>
          </w:rPr>
          <w:tab/>
        </w:r>
        <w:r w:rsidR="000716EE" w:rsidRPr="00B53CB5">
          <w:rPr>
            <w:rStyle w:val="Hyperlink"/>
            <w:u w:val="none"/>
          </w:rPr>
          <w:t>Demand Forecasts</w:t>
        </w:r>
        <w:r w:rsidR="000716EE" w:rsidRPr="00B53CB5">
          <w:rPr>
            <w:webHidden/>
          </w:rPr>
          <w:tab/>
        </w:r>
        <w:r w:rsidR="000716EE" w:rsidRPr="00B53CB5">
          <w:rPr>
            <w:webHidden/>
          </w:rPr>
          <w:fldChar w:fldCharType="begin"/>
        </w:r>
        <w:r w:rsidR="000716EE" w:rsidRPr="00B53CB5">
          <w:rPr>
            <w:webHidden/>
          </w:rPr>
          <w:instrText xml:space="preserve"> PAGEREF _Toc160026561 \h </w:instrText>
        </w:r>
        <w:r w:rsidR="000716EE" w:rsidRPr="00B53CB5">
          <w:rPr>
            <w:webHidden/>
          </w:rPr>
        </w:r>
        <w:r w:rsidR="000716EE" w:rsidRPr="00B53CB5">
          <w:rPr>
            <w:webHidden/>
          </w:rPr>
          <w:fldChar w:fldCharType="separate"/>
        </w:r>
        <w:r w:rsidR="001B6E2D" w:rsidRPr="00B53CB5">
          <w:rPr>
            <w:webHidden/>
          </w:rPr>
          <w:t>3-42</w:t>
        </w:r>
        <w:r w:rsidR="000716EE" w:rsidRPr="00B53CB5">
          <w:rPr>
            <w:webHidden/>
          </w:rPr>
          <w:fldChar w:fldCharType="end"/>
        </w:r>
      </w:hyperlink>
    </w:p>
    <w:p w14:paraId="3A7E7BD3" w14:textId="16416B7E" w:rsidR="000716EE" w:rsidRPr="00B53CB5" w:rsidRDefault="0043169A">
      <w:pPr>
        <w:pStyle w:val="TOC3"/>
        <w:rPr>
          <w:rFonts w:eastAsiaTheme="minorEastAsia"/>
          <w:kern w:val="2"/>
          <w14:ligatures w14:val="standardContextual"/>
        </w:rPr>
      </w:pPr>
      <w:hyperlink w:anchor="_Toc160026562" w:history="1">
        <w:r w:rsidR="000716EE" w:rsidRPr="00B53CB5">
          <w:rPr>
            <w:rStyle w:val="Hyperlink"/>
            <w:u w:val="none"/>
          </w:rPr>
          <w:t>3.2.3</w:t>
        </w:r>
        <w:r w:rsidR="000716EE" w:rsidRPr="00B53CB5">
          <w:rPr>
            <w:rFonts w:eastAsiaTheme="minorEastAsia"/>
            <w:kern w:val="2"/>
            <w14:ligatures w14:val="standardContextual"/>
          </w:rPr>
          <w:tab/>
        </w:r>
        <w:r w:rsidR="000716EE" w:rsidRPr="00B53CB5">
          <w:rPr>
            <w:rStyle w:val="Hyperlink"/>
            <w:u w:val="none"/>
          </w:rPr>
          <w:t>Short-Term System Adequacy Reports</w:t>
        </w:r>
        <w:r w:rsidR="000716EE" w:rsidRPr="00B53CB5">
          <w:rPr>
            <w:webHidden/>
          </w:rPr>
          <w:tab/>
        </w:r>
        <w:r w:rsidR="000716EE" w:rsidRPr="00B53CB5">
          <w:rPr>
            <w:webHidden/>
          </w:rPr>
          <w:fldChar w:fldCharType="begin"/>
        </w:r>
        <w:r w:rsidR="000716EE" w:rsidRPr="00B53CB5">
          <w:rPr>
            <w:webHidden/>
          </w:rPr>
          <w:instrText xml:space="preserve"> PAGEREF _Toc160026562 \h </w:instrText>
        </w:r>
        <w:r w:rsidR="000716EE" w:rsidRPr="00B53CB5">
          <w:rPr>
            <w:webHidden/>
          </w:rPr>
        </w:r>
        <w:r w:rsidR="000716EE" w:rsidRPr="00B53CB5">
          <w:rPr>
            <w:webHidden/>
          </w:rPr>
          <w:fldChar w:fldCharType="separate"/>
        </w:r>
        <w:r w:rsidR="001B6E2D" w:rsidRPr="00B53CB5">
          <w:rPr>
            <w:webHidden/>
          </w:rPr>
          <w:t>3-43</w:t>
        </w:r>
        <w:r w:rsidR="000716EE" w:rsidRPr="00B53CB5">
          <w:rPr>
            <w:webHidden/>
          </w:rPr>
          <w:fldChar w:fldCharType="end"/>
        </w:r>
      </w:hyperlink>
    </w:p>
    <w:p w14:paraId="24A29C10" w14:textId="03F12217" w:rsidR="000716EE" w:rsidRPr="00B53CB5" w:rsidRDefault="0043169A">
      <w:pPr>
        <w:pStyle w:val="TOC3"/>
        <w:rPr>
          <w:rFonts w:eastAsiaTheme="minorEastAsia"/>
          <w:kern w:val="2"/>
          <w14:ligatures w14:val="standardContextual"/>
        </w:rPr>
      </w:pPr>
      <w:hyperlink w:anchor="_Toc160026564" w:history="1">
        <w:r w:rsidR="000716EE" w:rsidRPr="00B53CB5">
          <w:rPr>
            <w:rStyle w:val="Hyperlink"/>
            <w:u w:val="none"/>
          </w:rPr>
          <w:t>3.2.4</w:t>
        </w:r>
        <w:r w:rsidR="000716EE" w:rsidRPr="00B53CB5">
          <w:rPr>
            <w:rFonts w:eastAsiaTheme="minorEastAsia"/>
            <w:kern w:val="2"/>
            <w14:ligatures w14:val="standardContextual"/>
          </w:rPr>
          <w:tab/>
        </w:r>
        <w:r w:rsidR="000716EE" w:rsidRPr="00B53CB5">
          <w:rPr>
            <w:rStyle w:val="Hyperlink"/>
            <w:u w:val="none"/>
          </w:rPr>
          <w:t>[RESERVED]</w:t>
        </w:r>
        <w:r w:rsidR="000716EE" w:rsidRPr="00B53CB5">
          <w:rPr>
            <w:webHidden/>
          </w:rPr>
          <w:tab/>
        </w:r>
        <w:r w:rsidR="000716EE" w:rsidRPr="00B53CB5">
          <w:rPr>
            <w:webHidden/>
          </w:rPr>
          <w:fldChar w:fldCharType="begin"/>
        </w:r>
        <w:r w:rsidR="000716EE" w:rsidRPr="00B53CB5">
          <w:rPr>
            <w:webHidden/>
          </w:rPr>
          <w:instrText xml:space="preserve"> PAGEREF _Toc160026564 \h </w:instrText>
        </w:r>
        <w:r w:rsidR="000716EE" w:rsidRPr="00B53CB5">
          <w:rPr>
            <w:webHidden/>
          </w:rPr>
        </w:r>
        <w:r w:rsidR="000716EE" w:rsidRPr="00B53CB5">
          <w:rPr>
            <w:webHidden/>
          </w:rPr>
          <w:fldChar w:fldCharType="separate"/>
        </w:r>
        <w:r w:rsidR="001B6E2D" w:rsidRPr="00B53CB5">
          <w:rPr>
            <w:webHidden/>
          </w:rPr>
          <w:t>3-46</w:t>
        </w:r>
        <w:r w:rsidR="000716EE" w:rsidRPr="00B53CB5">
          <w:rPr>
            <w:webHidden/>
          </w:rPr>
          <w:fldChar w:fldCharType="end"/>
        </w:r>
      </w:hyperlink>
    </w:p>
    <w:p w14:paraId="0D49DBD8" w14:textId="0336E120" w:rsidR="000716EE" w:rsidRPr="00B53CB5" w:rsidRDefault="0043169A">
      <w:pPr>
        <w:pStyle w:val="TOC3"/>
        <w:rPr>
          <w:rFonts w:eastAsiaTheme="minorEastAsia"/>
          <w:kern w:val="2"/>
          <w14:ligatures w14:val="standardContextual"/>
        </w:rPr>
      </w:pPr>
      <w:hyperlink w:anchor="_Toc160026565" w:history="1">
        <w:r w:rsidR="000716EE" w:rsidRPr="00B53CB5">
          <w:rPr>
            <w:rStyle w:val="Hyperlink"/>
            <w:u w:val="none"/>
          </w:rPr>
          <w:t>3.2.5</w:t>
        </w:r>
        <w:r w:rsidR="000716EE" w:rsidRPr="00B53CB5">
          <w:rPr>
            <w:rFonts w:eastAsiaTheme="minorEastAsia"/>
            <w:kern w:val="2"/>
            <w14:ligatures w14:val="standardContextual"/>
          </w:rPr>
          <w:tab/>
        </w:r>
        <w:r w:rsidR="000716EE" w:rsidRPr="00B53CB5">
          <w:rPr>
            <w:rStyle w:val="Hyperlink"/>
            <w:u w:val="none"/>
          </w:rPr>
          <w:t>Publication of Resource and Load Information</w:t>
        </w:r>
        <w:r w:rsidR="000716EE" w:rsidRPr="00B53CB5">
          <w:rPr>
            <w:webHidden/>
          </w:rPr>
          <w:tab/>
        </w:r>
        <w:r w:rsidR="000716EE" w:rsidRPr="00B53CB5">
          <w:rPr>
            <w:webHidden/>
          </w:rPr>
          <w:fldChar w:fldCharType="begin"/>
        </w:r>
        <w:r w:rsidR="000716EE" w:rsidRPr="00B53CB5">
          <w:rPr>
            <w:webHidden/>
          </w:rPr>
          <w:instrText xml:space="preserve"> PAGEREF _Toc160026565 \h </w:instrText>
        </w:r>
        <w:r w:rsidR="000716EE" w:rsidRPr="00B53CB5">
          <w:rPr>
            <w:webHidden/>
          </w:rPr>
        </w:r>
        <w:r w:rsidR="000716EE" w:rsidRPr="00B53CB5">
          <w:rPr>
            <w:webHidden/>
          </w:rPr>
          <w:fldChar w:fldCharType="separate"/>
        </w:r>
        <w:r w:rsidR="001B6E2D" w:rsidRPr="00B53CB5">
          <w:rPr>
            <w:webHidden/>
          </w:rPr>
          <w:t>3-46</w:t>
        </w:r>
        <w:r w:rsidR="000716EE" w:rsidRPr="00B53CB5">
          <w:rPr>
            <w:webHidden/>
          </w:rPr>
          <w:fldChar w:fldCharType="end"/>
        </w:r>
      </w:hyperlink>
    </w:p>
    <w:p w14:paraId="6583B2A0" w14:textId="57E518F0" w:rsidR="000716EE" w:rsidRPr="00B53CB5" w:rsidRDefault="0043169A" w:rsidP="00B53CB5">
      <w:pPr>
        <w:pStyle w:val="TOC4"/>
        <w:rPr>
          <w:rFonts w:eastAsiaTheme="minorEastAsia"/>
          <w:snapToGrid/>
          <w:kern w:val="2"/>
          <w:sz w:val="20"/>
          <w:szCs w:val="20"/>
          <w14:ligatures w14:val="standardContextual"/>
        </w:rPr>
      </w:pPr>
      <w:hyperlink w:anchor="_Toc160026566" w:history="1">
        <w:r w:rsidR="000716EE" w:rsidRPr="00B53CB5">
          <w:rPr>
            <w:rStyle w:val="Hyperlink"/>
            <w:bCs w:val="0"/>
            <w:sz w:val="20"/>
            <w:szCs w:val="20"/>
            <w:u w:val="none"/>
          </w:rPr>
          <w:t>3.2.5.1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Unregistered Distributed Generation Reporting Requirements for Non Opt-In Entities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_Toc160026566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3-60</w:t>
        </w:r>
        <w:r w:rsidR="000716EE" w:rsidRPr="00B53CB5">
          <w:rPr>
            <w:webHidden/>
            <w:sz w:val="20"/>
            <w:szCs w:val="20"/>
          </w:rPr>
          <w:fldChar w:fldCharType="end"/>
        </w:r>
      </w:hyperlink>
    </w:p>
    <w:p w14:paraId="08689712" w14:textId="68467D2D" w:rsidR="000716EE" w:rsidRPr="00B53CB5" w:rsidRDefault="0043169A" w:rsidP="00B53CB5">
      <w:pPr>
        <w:pStyle w:val="TOC4"/>
        <w:rPr>
          <w:rFonts w:eastAsiaTheme="minorEastAsia"/>
          <w:snapToGrid/>
          <w:kern w:val="2"/>
          <w:sz w:val="20"/>
          <w:szCs w:val="20"/>
          <w14:ligatures w14:val="standardContextual"/>
        </w:rPr>
      </w:pPr>
      <w:hyperlink w:anchor="_Toc160026567" w:history="1">
        <w:r w:rsidR="000716EE" w:rsidRPr="00B53CB5">
          <w:rPr>
            <w:rStyle w:val="Hyperlink"/>
            <w:bCs w:val="0"/>
            <w:sz w:val="20"/>
            <w:szCs w:val="20"/>
            <w:u w:val="none"/>
          </w:rPr>
          <w:t>3.2.5.2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Unregistered Distributed Generation Reporting Requirements for Competitive Areas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_Toc160026567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3-61</w:t>
        </w:r>
        <w:r w:rsidR="000716EE" w:rsidRPr="00B53CB5">
          <w:rPr>
            <w:webHidden/>
            <w:sz w:val="20"/>
            <w:szCs w:val="20"/>
          </w:rPr>
          <w:fldChar w:fldCharType="end"/>
        </w:r>
      </w:hyperlink>
    </w:p>
    <w:p w14:paraId="2F783314" w14:textId="3D5F1BDC" w:rsidR="000716EE" w:rsidRPr="00B53CB5" w:rsidRDefault="0043169A" w:rsidP="00B53CB5">
      <w:pPr>
        <w:pStyle w:val="TOC4"/>
        <w:rPr>
          <w:rFonts w:eastAsiaTheme="minorEastAsia"/>
          <w:snapToGrid/>
          <w:kern w:val="2"/>
          <w:sz w:val="20"/>
          <w:szCs w:val="20"/>
          <w14:ligatures w14:val="standardContextual"/>
        </w:rPr>
      </w:pPr>
      <w:hyperlink w:anchor="_Toc160026568" w:history="1">
        <w:r w:rsidR="000716EE" w:rsidRPr="00B53CB5">
          <w:rPr>
            <w:rStyle w:val="Hyperlink"/>
            <w:bCs w:val="0"/>
            <w:sz w:val="20"/>
            <w:szCs w:val="20"/>
            <w:u w:val="none"/>
          </w:rPr>
          <w:t>3.2.5.3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Unregistered Distributed Generation Reporting Requirements for ERCOT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_Toc160026568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3-61</w:t>
        </w:r>
        <w:r w:rsidR="000716EE" w:rsidRPr="00B53CB5">
          <w:rPr>
            <w:webHidden/>
            <w:sz w:val="20"/>
            <w:szCs w:val="20"/>
          </w:rPr>
          <w:fldChar w:fldCharType="end"/>
        </w:r>
      </w:hyperlink>
    </w:p>
    <w:p w14:paraId="314C602E" w14:textId="20DAF9E2" w:rsidR="000716EE" w:rsidRPr="00B53CB5" w:rsidRDefault="0043169A">
      <w:pPr>
        <w:pStyle w:val="TOC3"/>
        <w:rPr>
          <w:rFonts w:eastAsiaTheme="minorEastAsia"/>
          <w:kern w:val="2"/>
          <w14:ligatures w14:val="standardContextual"/>
        </w:rPr>
      </w:pPr>
      <w:hyperlink w:anchor="_Toc160026569" w:history="1">
        <w:r w:rsidR="000716EE" w:rsidRPr="00B53CB5">
          <w:rPr>
            <w:rStyle w:val="Hyperlink"/>
            <w:u w:val="none"/>
          </w:rPr>
          <w:t>3.2.6</w:t>
        </w:r>
        <w:r w:rsidR="000716EE" w:rsidRPr="00B53CB5">
          <w:rPr>
            <w:rFonts w:eastAsiaTheme="minorEastAsia"/>
            <w:kern w:val="2"/>
            <w14:ligatures w14:val="standardContextual"/>
          </w:rPr>
          <w:tab/>
        </w:r>
        <w:r w:rsidR="000716EE" w:rsidRPr="00B53CB5">
          <w:rPr>
            <w:rStyle w:val="Hyperlink"/>
            <w:u w:val="none"/>
          </w:rPr>
          <w:t>ERCOT Planning Reserve Margin</w:t>
        </w:r>
        <w:r w:rsidR="000716EE" w:rsidRPr="00B53CB5">
          <w:rPr>
            <w:webHidden/>
          </w:rPr>
          <w:tab/>
        </w:r>
        <w:r w:rsidR="000716EE" w:rsidRPr="00B53CB5">
          <w:rPr>
            <w:webHidden/>
          </w:rPr>
          <w:fldChar w:fldCharType="begin"/>
        </w:r>
        <w:r w:rsidR="000716EE" w:rsidRPr="00B53CB5">
          <w:rPr>
            <w:webHidden/>
          </w:rPr>
          <w:instrText xml:space="preserve"> PAGEREF _Toc160026569 \h </w:instrText>
        </w:r>
        <w:r w:rsidR="000716EE" w:rsidRPr="00B53CB5">
          <w:rPr>
            <w:webHidden/>
          </w:rPr>
        </w:r>
        <w:r w:rsidR="000716EE" w:rsidRPr="00B53CB5">
          <w:rPr>
            <w:webHidden/>
          </w:rPr>
          <w:fldChar w:fldCharType="separate"/>
        </w:r>
        <w:r w:rsidR="001B6E2D" w:rsidRPr="00B53CB5">
          <w:rPr>
            <w:webHidden/>
          </w:rPr>
          <w:t>3-62</w:t>
        </w:r>
        <w:r w:rsidR="000716EE" w:rsidRPr="00B53CB5">
          <w:rPr>
            <w:webHidden/>
          </w:rPr>
          <w:fldChar w:fldCharType="end"/>
        </w:r>
      </w:hyperlink>
    </w:p>
    <w:p w14:paraId="5A129D5A" w14:textId="67EE5F54" w:rsidR="000716EE" w:rsidRPr="00B53CB5" w:rsidRDefault="0043169A" w:rsidP="00B53CB5">
      <w:pPr>
        <w:pStyle w:val="TOC4"/>
        <w:rPr>
          <w:rFonts w:eastAsiaTheme="minorEastAsia"/>
          <w:snapToGrid/>
          <w:kern w:val="2"/>
          <w:sz w:val="20"/>
          <w:szCs w:val="20"/>
          <w14:ligatures w14:val="standardContextual"/>
        </w:rPr>
      </w:pPr>
      <w:hyperlink w:anchor="_Toc160026570" w:history="1">
        <w:r w:rsidR="000716EE" w:rsidRPr="00B53CB5">
          <w:rPr>
            <w:rStyle w:val="Hyperlink"/>
            <w:bCs w:val="0"/>
            <w:sz w:val="20"/>
            <w:szCs w:val="20"/>
            <w:u w:val="none"/>
          </w:rPr>
          <w:t>3.2.6.1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Minimum ERCOT Planning Reserve Margin Criterion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_Toc160026570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3-62</w:t>
        </w:r>
        <w:r w:rsidR="000716EE" w:rsidRPr="00B53CB5">
          <w:rPr>
            <w:webHidden/>
            <w:sz w:val="20"/>
            <w:szCs w:val="20"/>
          </w:rPr>
          <w:fldChar w:fldCharType="end"/>
        </w:r>
      </w:hyperlink>
    </w:p>
    <w:p w14:paraId="172B5AF7" w14:textId="0958D879" w:rsidR="000716EE" w:rsidRPr="00B53CB5" w:rsidRDefault="0043169A" w:rsidP="00B53CB5">
      <w:pPr>
        <w:pStyle w:val="TOC4"/>
        <w:rPr>
          <w:rFonts w:eastAsiaTheme="minorEastAsia"/>
          <w:snapToGrid/>
          <w:kern w:val="2"/>
          <w:sz w:val="20"/>
          <w:szCs w:val="20"/>
          <w14:ligatures w14:val="standardContextual"/>
        </w:rPr>
      </w:pPr>
      <w:hyperlink w:anchor="_Toc160026571" w:history="1">
        <w:r w:rsidR="000716EE" w:rsidRPr="00B53CB5">
          <w:rPr>
            <w:rStyle w:val="Hyperlink"/>
            <w:bCs w:val="0"/>
            <w:sz w:val="20"/>
            <w:szCs w:val="20"/>
            <w:u w:val="none"/>
          </w:rPr>
          <w:t>3.2.6.2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Planning Reserve Margin Calculation Methodology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_Toc160026571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3-62</w:t>
        </w:r>
        <w:r w:rsidR="000716EE" w:rsidRPr="00B53CB5">
          <w:rPr>
            <w:webHidden/>
            <w:sz w:val="20"/>
            <w:szCs w:val="20"/>
          </w:rPr>
          <w:fldChar w:fldCharType="end"/>
        </w:r>
      </w:hyperlink>
    </w:p>
    <w:p w14:paraId="754D8454" w14:textId="622A752E" w:rsidR="000716EE" w:rsidRPr="00B53CB5" w:rsidRDefault="0043169A">
      <w:pPr>
        <w:pStyle w:val="TOC5"/>
        <w:rPr>
          <w:rFonts w:eastAsiaTheme="minorEastAsia"/>
          <w:i w:val="0"/>
          <w:kern w:val="2"/>
          <w:sz w:val="20"/>
          <w:szCs w:val="20"/>
          <w14:ligatures w14:val="standardContextual"/>
        </w:rPr>
      </w:pPr>
      <w:hyperlink w:anchor="_Toc160026572" w:history="1">
        <w:r w:rsidR="000716EE" w:rsidRPr="00B53CB5">
          <w:rPr>
            <w:rStyle w:val="Hyperlink"/>
            <w:i w:val="0"/>
            <w:sz w:val="20"/>
            <w:szCs w:val="20"/>
            <w:u w:val="none"/>
          </w:rPr>
          <w:t>3.2.6.2.1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Peak Load Estimate</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_Toc160026572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3-63</w:t>
        </w:r>
        <w:r w:rsidR="000716EE" w:rsidRPr="00B53CB5">
          <w:rPr>
            <w:i w:val="0"/>
            <w:webHidden/>
            <w:sz w:val="20"/>
            <w:szCs w:val="20"/>
          </w:rPr>
          <w:fldChar w:fldCharType="end"/>
        </w:r>
      </w:hyperlink>
    </w:p>
    <w:p w14:paraId="39DA791C" w14:textId="00241AFB" w:rsidR="000716EE" w:rsidRPr="00B53CB5" w:rsidRDefault="0043169A">
      <w:pPr>
        <w:pStyle w:val="TOC5"/>
        <w:rPr>
          <w:rFonts w:eastAsiaTheme="minorEastAsia"/>
          <w:i w:val="0"/>
          <w:kern w:val="2"/>
          <w:sz w:val="20"/>
          <w:szCs w:val="20"/>
          <w14:ligatures w14:val="standardContextual"/>
        </w:rPr>
      </w:pPr>
      <w:hyperlink w:anchor="_Toc160026573" w:history="1">
        <w:r w:rsidR="000716EE" w:rsidRPr="00B53CB5">
          <w:rPr>
            <w:rStyle w:val="Hyperlink"/>
            <w:i w:val="0"/>
            <w:sz w:val="20"/>
            <w:szCs w:val="20"/>
            <w:u w:val="none"/>
          </w:rPr>
          <w:t>3.2.6.2.2</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Total Capacity Estimate</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_Toc160026573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3-64</w:t>
        </w:r>
        <w:r w:rsidR="000716EE" w:rsidRPr="00B53CB5">
          <w:rPr>
            <w:i w:val="0"/>
            <w:webHidden/>
            <w:sz w:val="20"/>
            <w:szCs w:val="20"/>
          </w:rPr>
          <w:fldChar w:fldCharType="end"/>
        </w:r>
      </w:hyperlink>
    </w:p>
    <w:p w14:paraId="0D6504E9" w14:textId="119A4DAC" w:rsidR="000716EE" w:rsidRPr="00B53CB5" w:rsidRDefault="0043169A" w:rsidP="00B53CB5">
      <w:pPr>
        <w:pStyle w:val="TOC2"/>
        <w:rPr>
          <w:rFonts w:eastAsiaTheme="minorEastAsia"/>
          <w:noProof/>
          <w:kern w:val="2"/>
          <w14:ligatures w14:val="standardContextual"/>
        </w:rPr>
      </w:pPr>
      <w:hyperlink w:anchor="_Toc160026574" w:history="1">
        <w:r w:rsidR="000716EE" w:rsidRPr="00B53CB5">
          <w:rPr>
            <w:rStyle w:val="Hyperlink"/>
            <w:noProof/>
            <w:u w:val="none"/>
          </w:rPr>
          <w:t>3.3</w:t>
        </w:r>
        <w:r w:rsidR="000716EE" w:rsidRPr="00B53CB5">
          <w:rPr>
            <w:rFonts w:eastAsiaTheme="minorEastAsia"/>
            <w:noProof/>
            <w:kern w:val="2"/>
            <w14:ligatures w14:val="standardContextual"/>
          </w:rPr>
          <w:tab/>
        </w:r>
        <w:r w:rsidR="000716EE" w:rsidRPr="00B53CB5">
          <w:rPr>
            <w:rStyle w:val="Hyperlink"/>
            <w:noProof/>
            <w:u w:val="none"/>
          </w:rPr>
          <w:t>Management of Changes to ERCOT Transmission Grid</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_Toc160026574 \h </w:instrText>
        </w:r>
        <w:r w:rsidR="000716EE" w:rsidRPr="00B53CB5">
          <w:rPr>
            <w:noProof/>
            <w:webHidden/>
          </w:rPr>
        </w:r>
        <w:r w:rsidR="000716EE" w:rsidRPr="00B53CB5">
          <w:rPr>
            <w:noProof/>
            <w:webHidden/>
          </w:rPr>
          <w:fldChar w:fldCharType="separate"/>
        </w:r>
        <w:r w:rsidR="001B6E2D" w:rsidRPr="00B53CB5">
          <w:rPr>
            <w:noProof/>
            <w:webHidden/>
          </w:rPr>
          <w:t>3-68</w:t>
        </w:r>
        <w:r w:rsidR="000716EE" w:rsidRPr="00B53CB5">
          <w:rPr>
            <w:noProof/>
            <w:webHidden/>
          </w:rPr>
          <w:fldChar w:fldCharType="end"/>
        </w:r>
      </w:hyperlink>
    </w:p>
    <w:p w14:paraId="777A1B09" w14:textId="592FFDED" w:rsidR="000716EE" w:rsidRPr="00B53CB5" w:rsidRDefault="0043169A">
      <w:pPr>
        <w:pStyle w:val="TOC3"/>
        <w:rPr>
          <w:rFonts w:eastAsiaTheme="minorEastAsia"/>
          <w:kern w:val="2"/>
          <w14:ligatures w14:val="standardContextual"/>
        </w:rPr>
      </w:pPr>
      <w:hyperlink w:anchor="_Toc160026575" w:history="1">
        <w:r w:rsidR="000716EE" w:rsidRPr="00B53CB5">
          <w:rPr>
            <w:rStyle w:val="Hyperlink"/>
            <w:u w:val="none"/>
          </w:rPr>
          <w:t>3.3.1</w:t>
        </w:r>
        <w:r w:rsidR="000716EE" w:rsidRPr="00B53CB5">
          <w:rPr>
            <w:rFonts w:eastAsiaTheme="minorEastAsia"/>
            <w:kern w:val="2"/>
            <w14:ligatures w14:val="standardContextual"/>
          </w:rPr>
          <w:tab/>
        </w:r>
        <w:r w:rsidR="000716EE" w:rsidRPr="00B53CB5">
          <w:rPr>
            <w:rStyle w:val="Hyperlink"/>
            <w:u w:val="none"/>
          </w:rPr>
          <w:t>ERCOT Approval of New or Relocated Facilities</w:t>
        </w:r>
        <w:r w:rsidR="000716EE" w:rsidRPr="00B53CB5">
          <w:rPr>
            <w:webHidden/>
          </w:rPr>
          <w:tab/>
        </w:r>
        <w:r w:rsidR="000716EE" w:rsidRPr="00B53CB5">
          <w:rPr>
            <w:webHidden/>
          </w:rPr>
          <w:fldChar w:fldCharType="begin"/>
        </w:r>
        <w:r w:rsidR="000716EE" w:rsidRPr="00B53CB5">
          <w:rPr>
            <w:webHidden/>
          </w:rPr>
          <w:instrText xml:space="preserve"> PAGEREF _Toc160026575 \h </w:instrText>
        </w:r>
        <w:r w:rsidR="000716EE" w:rsidRPr="00B53CB5">
          <w:rPr>
            <w:webHidden/>
          </w:rPr>
        </w:r>
        <w:r w:rsidR="000716EE" w:rsidRPr="00B53CB5">
          <w:rPr>
            <w:webHidden/>
          </w:rPr>
          <w:fldChar w:fldCharType="separate"/>
        </w:r>
        <w:r w:rsidR="001B6E2D" w:rsidRPr="00B53CB5">
          <w:rPr>
            <w:webHidden/>
          </w:rPr>
          <w:t>3-68</w:t>
        </w:r>
        <w:r w:rsidR="000716EE" w:rsidRPr="00B53CB5">
          <w:rPr>
            <w:webHidden/>
          </w:rPr>
          <w:fldChar w:fldCharType="end"/>
        </w:r>
      </w:hyperlink>
    </w:p>
    <w:p w14:paraId="226C118C" w14:textId="002174FC" w:rsidR="000716EE" w:rsidRPr="00B53CB5" w:rsidRDefault="0043169A">
      <w:pPr>
        <w:pStyle w:val="TOC3"/>
        <w:rPr>
          <w:rFonts w:eastAsiaTheme="minorEastAsia"/>
          <w:kern w:val="2"/>
          <w14:ligatures w14:val="standardContextual"/>
        </w:rPr>
      </w:pPr>
      <w:hyperlink w:anchor="_Toc160026576" w:history="1">
        <w:r w:rsidR="000716EE" w:rsidRPr="00B53CB5">
          <w:rPr>
            <w:rStyle w:val="Hyperlink"/>
            <w:u w:val="none"/>
          </w:rPr>
          <w:t>3.3.2</w:t>
        </w:r>
        <w:r w:rsidR="000716EE" w:rsidRPr="00B53CB5">
          <w:rPr>
            <w:rFonts w:eastAsiaTheme="minorEastAsia"/>
            <w:kern w:val="2"/>
            <w14:ligatures w14:val="standardContextual"/>
          </w:rPr>
          <w:tab/>
        </w:r>
        <w:r w:rsidR="000716EE" w:rsidRPr="00B53CB5">
          <w:rPr>
            <w:rStyle w:val="Hyperlink"/>
            <w:u w:val="none"/>
          </w:rPr>
          <w:t>Types of Work Requiring ERCOT Approval</w:t>
        </w:r>
        <w:r w:rsidR="000716EE" w:rsidRPr="00B53CB5">
          <w:rPr>
            <w:webHidden/>
          </w:rPr>
          <w:tab/>
        </w:r>
        <w:r w:rsidR="000716EE" w:rsidRPr="00B53CB5">
          <w:rPr>
            <w:webHidden/>
          </w:rPr>
          <w:fldChar w:fldCharType="begin"/>
        </w:r>
        <w:r w:rsidR="000716EE" w:rsidRPr="00B53CB5">
          <w:rPr>
            <w:webHidden/>
          </w:rPr>
          <w:instrText xml:space="preserve"> PAGEREF _Toc160026576 \h </w:instrText>
        </w:r>
        <w:r w:rsidR="000716EE" w:rsidRPr="00B53CB5">
          <w:rPr>
            <w:webHidden/>
          </w:rPr>
        </w:r>
        <w:r w:rsidR="000716EE" w:rsidRPr="00B53CB5">
          <w:rPr>
            <w:webHidden/>
          </w:rPr>
          <w:fldChar w:fldCharType="separate"/>
        </w:r>
        <w:r w:rsidR="001B6E2D" w:rsidRPr="00B53CB5">
          <w:rPr>
            <w:webHidden/>
          </w:rPr>
          <w:t>3-69</w:t>
        </w:r>
        <w:r w:rsidR="000716EE" w:rsidRPr="00B53CB5">
          <w:rPr>
            <w:webHidden/>
          </w:rPr>
          <w:fldChar w:fldCharType="end"/>
        </w:r>
      </w:hyperlink>
    </w:p>
    <w:p w14:paraId="26E9E348" w14:textId="22B840BA" w:rsidR="000716EE" w:rsidRPr="00B53CB5" w:rsidRDefault="0043169A" w:rsidP="00B53CB5">
      <w:pPr>
        <w:pStyle w:val="TOC4"/>
        <w:rPr>
          <w:rFonts w:eastAsiaTheme="minorEastAsia"/>
          <w:snapToGrid/>
          <w:kern w:val="2"/>
          <w:sz w:val="20"/>
          <w:szCs w:val="20"/>
          <w14:ligatures w14:val="standardContextual"/>
        </w:rPr>
      </w:pPr>
      <w:hyperlink w:anchor="_Toc160026577" w:history="1">
        <w:r w:rsidR="000716EE" w:rsidRPr="00B53CB5">
          <w:rPr>
            <w:rStyle w:val="Hyperlink"/>
            <w:bCs w:val="0"/>
            <w:sz w:val="20"/>
            <w:szCs w:val="20"/>
            <w:u w:val="none"/>
          </w:rPr>
          <w:t>3.3.2.1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Information to Be Provided to ERCOT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_Toc160026577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3-69</w:t>
        </w:r>
        <w:r w:rsidR="000716EE" w:rsidRPr="00B53CB5">
          <w:rPr>
            <w:webHidden/>
            <w:sz w:val="20"/>
            <w:szCs w:val="20"/>
          </w:rPr>
          <w:fldChar w:fldCharType="end"/>
        </w:r>
      </w:hyperlink>
    </w:p>
    <w:p w14:paraId="75C0F634" w14:textId="0AFCCD8C" w:rsidR="000716EE" w:rsidRPr="00B53CB5" w:rsidRDefault="0043169A" w:rsidP="00B53CB5">
      <w:pPr>
        <w:pStyle w:val="TOC4"/>
        <w:rPr>
          <w:rFonts w:eastAsiaTheme="minorEastAsia"/>
          <w:snapToGrid/>
          <w:kern w:val="2"/>
          <w:sz w:val="20"/>
          <w:szCs w:val="20"/>
          <w14:ligatures w14:val="standardContextual"/>
        </w:rPr>
      </w:pPr>
      <w:hyperlink w:anchor="_Toc160026578" w:history="1">
        <w:r w:rsidR="000716EE" w:rsidRPr="00B53CB5">
          <w:rPr>
            <w:rStyle w:val="Hyperlink"/>
            <w:bCs w:val="0"/>
            <w:sz w:val="20"/>
            <w:szCs w:val="20"/>
            <w:u w:val="none"/>
          </w:rPr>
          <w:t>3.3.2.2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Record of Approved Work</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_Toc160026578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3-73</w:t>
        </w:r>
        <w:r w:rsidR="000716EE" w:rsidRPr="00B53CB5">
          <w:rPr>
            <w:webHidden/>
            <w:sz w:val="20"/>
            <w:szCs w:val="20"/>
          </w:rPr>
          <w:fldChar w:fldCharType="end"/>
        </w:r>
      </w:hyperlink>
    </w:p>
    <w:p w14:paraId="06B219D0" w14:textId="0EAA6D18" w:rsidR="000716EE" w:rsidRPr="00B53CB5" w:rsidRDefault="0043169A" w:rsidP="00B53CB5">
      <w:pPr>
        <w:pStyle w:val="TOC2"/>
        <w:rPr>
          <w:rFonts w:eastAsiaTheme="minorEastAsia"/>
          <w:noProof/>
          <w:kern w:val="2"/>
          <w14:ligatures w14:val="standardContextual"/>
        </w:rPr>
      </w:pPr>
      <w:hyperlink w:anchor="_Toc160026579" w:history="1">
        <w:r w:rsidR="000716EE" w:rsidRPr="00B53CB5">
          <w:rPr>
            <w:rStyle w:val="Hyperlink"/>
            <w:noProof/>
            <w:u w:val="none"/>
          </w:rPr>
          <w:t>3.4</w:t>
        </w:r>
        <w:r w:rsidR="000716EE" w:rsidRPr="00B53CB5">
          <w:rPr>
            <w:rFonts w:eastAsiaTheme="minorEastAsia"/>
            <w:noProof/>
            <w:kern w:val="2"/>
            <w14:ligatures w14:val="standardContextual"/>
          </w:rPr>
          <w:tab/>
        </w:r>
        <w:r w:rsidR="000716EE" w:rsidRPr="00B53CB5">
          <w:rPr>
            <w:rStyle w:val="Hyperlink"/>
            <w:noProof/>
            <w:u w:val="none"/>
          </w:rPr>
          <w:t>Load Zones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_Toc160026579 \h </w:instrText>
        </w:r>
        <w:r w:rsidR="000716EE" w:rsidRPr="00B53CB5">
          <w:rPr>
            <w:noProof/>
            <w:webHidden/>
          </w:rPr>
        </w:r>
        <w:r w:rsidR="000716EE" w:rsidRPr="00B53CB5">
          <w:rPr>
            <w:noProof/>
            <w:webHidden/>
          </w:rPr>
          <w:fldChar w:fldCharType="separate"/>
        </w:r>
        <w:r w:rsidR="001B6E2D" w:rsidRPr="00B53CB5">
          <w:rPr>
            <w:noProof/>
            <w:webHidden/>
          </w:rPr>
          <w:t>3-73</w:t>
        </w:r>
        <w:r w:rsidR="000716EE" w:rsidRPr="00B53CB5">
          <w:rPr>
            <w:noProof/>
            <w:webHidden/>
          </w:rPr>
          <w:fldChar w:fldCharType="end"/>
        </w:r>
      </w:hyperlink>
    </w:p>
    <w:p w14:paraId="7994E9D8" w14:textId="30FD3978" w:rsidR="000716EE" w:rsidRPr="00B53CB5" w:rsidRDefault="0043169A">
      <w:pPr>
        <w:pStyle w:val="TOC3"/>
        <w:rPr>
          <w:rFonts w:eastAsiaTheme="minorEastAsia"/>
          <w:kern w:val="2"/>
          <w14:ligatures w14:val="standardContextual"/>
        </w:rPr>
      </w:pPr>
      <w:hyperlink w:anchor="_Toc160026580" w:history="1">
        <w:r w:rsidR="000716EE" w:rsidRPr="00B53CB5">
          <w:rPr>
            <w:rStyle w:val="Hyperlink"/>
            <w:u w:val="none"/>
          </w:rPr>
          <w:t>3.4.1</w:t>
        </w:r>
        <w:r w:rsidR="000716EE" w:rsidRPr="00B53CB5">
          <w:rPr>
            <w:rFonts w:eastAsiaTheme="minorEastAsia"/>
            <w:kern w:val="2"/>
            <w14:ligatures w14:val="standardContextual"/>
          </w:rPr>
          <w:tab/>
        </w:r>
        <w:r w:rsidR="000716EE" w:rsidRPr="00B53CB5">
          <w:rPr>
            <w:rStyle w:val="Hyperlink"/>
            <w:u w:val="none"/>
          </w:rPr>
          <w:t>Load Zone Types</w:t>
        </w:r>
        <w:r w:rsidR="000716EE" w:rsidRPr="00B53CB5">
          <w:rPr>
            <w:webHidden/>
          </w:rPr>
          <w:tab/>
        </w:r>
        <w:r w:rsidR="000716EE" w:rsidRPr="00B53CB5">
          <w:rPr>
            <w:webHidden/>
          </w:rPr>
          <w:fldChar w:fldCharType="begin"/>
        </w:r>
        <w:r w:rsidR="000716EE" w:rsidRPr="00B53CB5">
          <w:rPr>
            <w:webHidden/>
          </w:rPr>
          <w:instrText xml:space="preserve"> PAGEREF _Toc160026580 \h </w:instrText>
        </w:r>
        <w:r w:rsidR="000716EE" w:rsidRPr="00B53CB5">
          <w:rPr>
            <w:webHidden/>
          </w:rPr>
        </w:r>
        <w:r w:rsidR="000716EE" w:rsidRPr="00B53CB5">
          <w:rPr>
            <w:webHidden/>
          </w:rPr>
          <w:fldChar w:fldCharType="separate"/>
        </w:r>
        <w:r w:rsidR="001B6E2D" w:rsidRPr="00B53CB5">
          <w:rPr>
            <w:webHidden/>
          </w:rPr>
          <w:t>3-73</w:t>
        </w:r>
        <w:r w:rsidR="000716EE" w:rsidRPr="00B53CB5">
          <w:rPr>
            <w:webHidden/>
          </w:rPr>
          <w:fldChar w:fldCharType="end"/>
        </w:r>
      </w:hyperlink>
    </w:p>
    <w:p w14:paraId="60DC06E4" w14:textId="0813482E" w:rsidR="000716EE" w:rsidRPr="00B53CB5" w:rsidRDefault="0043169A">
      <w:pPr>
        <w:pStyle w:val="TOC3"/>
        <w:rPr>
          <w:rFonts w:eastAsiaTheme="minorEastAsia"/>
          <w:kern w:val="2"/>
          <w14:ligatures w14:val="standardContextual"/>
        </w:rPr>
      </w:pPr>
      <w:hyperlink w:anchor="_Toc160026581" w:history="1">
        <w:r w:rsidR="000716EE" w:rsidRPr="00B53CB5">
          <w:rPr>
            <w:rStyle w:val="Hyperlink"/>
            <w:u w:val="none"/>
          </w:rPr>
          <w:t>3.4.2</w:t>
        </w:r>
        <w:r w:rsidR="000716EE" w:rsidRPr="00B53CB5">
          <w:rPr>
            <w:rFonts w:eastAsiaTheme="minorEastAsia"/>
            <w:kern w:val="2"/>
            <w14:ligatures w14:val="standardContextual"/>
          </w:rPr>
          <w:tab/>
        </w:r>
        <w:r w:rsidR="000716EE" w:rsidRPr="00B53CB5">
          <w:rPr>
            <w:rStyle w:val="Hyperlink"/>
            <w:u w:val="none"/>
          </w:rPr>
          <w:t>Load Zone Modifications</w:t>
        </w:r>
        <w:r w:rsidR="000716EE" w:rsidRPr="00B53CB5">
          <w:rPr>
            <w:webHidden/>
          </w:rPr>
          <w:tab/>
        </w:r>
        <w:r w:rsidR="000716EE" w:rsidRPr="00B53CB5">
          <w:rPr>
            <w:webHidden/>
          </w:rPr>
          <w:fldChar w:fldCharType="begin"/>
        </w:r>
        <w:r w:rsidR="000716EE" w:rsidRPr="00B53CB5">
          <w:rPr>
            <w:webHidden/>
          </w:rPr>
          <w:instrText xml:space="preserve"> PAGEREF _Toc160026581 \h </w:instrText>
        </w:r>
        <w:r w:rsidR="000716EE" w:rsidRPr="00B53CB5">
          <w:rPr>
            <w:webHidden/>
          </w:rPr>
        </w:r>
        <w:r w:rsidR="000716EE" w:rsidRPr="00B53CB5">
          <w:rPr>
            <w:webHidden/>
          </w:rPr>
          <w:fldChar w:fldCharType="separate"/>
        </w:r>
        <w:r w:rsidR="001B6E2D" w:rsidRPr="00B53CB5">
          <w:rPr>
            <w:webHidden/>
          </w:rPr>
          <w:t>3-73</w:t>
        </w:r>
        <w:r w:rsidR="000716EE" w:rsidRPr="00B53CB5">
          <w:rPr>
            <w:webHidden/>
          </w:rPr>
          <w:fldChar w:fldCharType="end"/>
        </w:r>
      </w:hyperlink>
    </w:p>
    <w:p w14:paraId="740149BE" w14:textId="53948706" w:rsidR="000716EE" w:rsidRPr="00B53CB5" w:rsidRDefault="0043169A">
      <w:pPr>
        <w:pStyle w:val="TOC3"/>
        <w:rPr>
          <w:rFonts w:eastAsiaTheme="minorEastAsia"/>
          <w:kern w:val="2"/>
          <w14:ligatures w14:val="standardContextual"/>
        </w:rPr>
      </w:pPr>
      <w:hyperlink w:anchor="_Toc160026582" w:history="1">
        <w:r w:rsidR="000716EE" w:rsidRPr="00B53CB5">
          <w:rPr>
            <w:rStyle w:val="Hyperlink"/>
            <w:u w:val="none"/>
          </w:rPr>
          <w:t>3.4.3</w:t>
        </w:r>
        <w:r w:rsidR="000716EE" w:rsidRPr="00B53CB5">
          <w:rPr>
            <w:rFonts w:eastAsiaTheme="minorEastAsia"/>
            <w:kern w:val="2"/>
            <w14:ligatures w14:val="standardContextual"/>
          </w:rPr>
          <w:tab/>
        </w:r>
        <w:r w:rsidR="000716EE" w:rsidRPr="00B53CB5">
          <w:rPr>
            <w:rStyle w:val="Hyperlink"/>
            <w:u w:val="none"/>
          </w:rPr>
          <w:t>NOIE Load Zones</w:t>
        </w:r>
        <w:r w:rsidR="000716EE" w:rsidRPr="00B53CB5">
          <w:rPr>
            <w:webHidden/>
          </w:rPr>
          <w:tab/>
        </w:r>
        <w:r w:rsidR="000716EE" w:rsidRPr="00B53CB5">
          <w:rPr>
            <w:webHidden/>
          </w:rPr>
          <w:fldChar w:fldCharType="begin"/>
        </w:r>
        <w:r w:rsidR="000716EE" w:rsidRPr="00B53CB5">
          <w:rPr>
            <w:webHidden/>
          </w:rPr>
          <w:instrText xml:space="preserve"> PAGEREF _Toc160026582 \h </w:instrText>
        </w:r>
        <w:r w:rsidR="000716EE" w:rsidRPr="00B53CB5">
          <w:rPr>
            <w:webHidden/>
          </w:rPr>
        </w:r>
        <w:r w:rsidR="000716EE" w:rsidRPr="00B53CB5">
          <w:rPr>
            <w:webHidden/>
          </w:rPr>
          <w:fldChar w:fldCharType="separate"/>
        </w:r>
        <w:r w:rsidR="001B6E2D" w:rsidRPr="00B53CB5">
          <w:rPr>
            <w:webHidden/>
          </w:rPr>
          <w:t>3-74</w:t>
        </w:r>
        <w:r w:rsidR="000716EE" w:rsidRPr="00B53CB5">
          <w:rPr>
            <w:webHidden/>
          </w:rPr>
          <w:fldChar w:fldCharType="end"/>
        </w:r>
      </w:hyperlink>
    </w:p>
    <w:p w14:paraId="7076F3F5" w14:textId="0C5B1ADA" w:rsidR="000716EE" w:rsidRPr="00B53CB5" w:rsidRDefault="0043169A">
      <w:pPr>
        <w:pStyle w:val="TOC3"/>
        <w:rPr>
          <w:rFonts w:eastAsiaTheme="minorEastAsia"/>
          <w:kern w:val="2"/>
          <w14:ligatures w14:val="standardContextual"/>
        </w:rPr>
      </w:pPr>
      <w:hyperlink w:anchor="_Toc160026583" w:history="1">
        <w:r w:rsidR="000716EE" w:rsidRPr="00B53CB5">
          <w:rPr>
            <w:rStyle w:val="Hyperlink"/>
            <w:u w:val="none"/>
          </w:rPr>
          <w:t>3.4.4</w:t>
        </w:r>
        <w:r w:rsidR="000716EE" w:rsidRPr="00B53CB5">
          <w:rPr>
            <w:rFonts w:eastAsiaTheme="minorEastAsia"/>
            <w:kern w:val="2"/>
            <w14:ligatures w14:val="standardContextual"/>
          </w:rPr>
          <w:tab/>
        </w:r>
        <w:r w:rsidR="000716EE" w:rsidRPr="00B53CB5">
          <w:rPr>
            <w:rStyle w:val="Hyperlink"/>
            <w:u w:val="none"/>
          </w:rPr>
          <w:t>DC Tie Load Zones</w:t>
        </w:r>
        <w:r w:rsidR="000716EE" w:rsidRPr="00B53CB5">
          <w:rPr>
            <w:webHidden/>
          </w:rPr>
          <w:tab/>
        </w:r>
        <w:r w:rsidR="000716EE" w:rsidRPr="00B53CB5">
          <w:rPr>
            <w:webHidden/>
          </w:rPr>
          <w:fldChar w:fldCharType="begin"/>
        </w:r>
        <w:r w:rsidR="000716EE" w:rsidRPr="00B53CB5">
          <w:rPr>
            <w:webHidden/>
          </w:rPr>
          <w:instrText xml:space="preserve"> PAGEREF _Toc160026583 \h </w:instrText>
        </w:r>
        <w:r w:rsidR="000716EE" w:rsidRPr="00B53CB5">
          <w:rPr>
            <w:webHidden/>
          </w:rPr>
        </w:r>
        <w:r w:rsidR="000716EE" w:rsidRPr="00B53CB5">
          <w:rPr>
            <w:webHidden/>
          </w:rPr>
          <w:fldChar w:fldCharType="separate"/>
        </w:r>
        <w:r w:rsidR="001B6E2D" w:rsidRPr="00B53CB5">
          <w:rPr>
            <w:webHidden/>
          </w:rPr>
          <w:t>3-75</w:t>
        </w:r>
        <w:r w:rsidR="000716EE" w:rsidRPr="00B53CB5">
          <w:rPr>
            <w:webHidden/>
          </w:rPr>
          <w:fldChar w:fldCharType="end"/>
        </w:r>
      </w:hyperlink>
    </w:p>
    <w:p w14:paraId="1E79FA9D" w14:textId="1F1DAAE3" w:rsidR="000716EE" w:rsidRPr="00B53CB5" w:rsidRDefault="0043169A">
      <w:pPr>
        <w:pStyle w:val="TOC3"/>
        <w:rPr>
          <w:rFonts w:eastAsiaTheme="minorEastAsia"/>
          <w:kern w:val="2"/>
          <w14:ligatures w14:val="standardContextual"/>
        </w:rPr>
      </w:pPr>
      <w:hyperlink w:anchor="_Toc160026584" w:history="1">
        <w:r w:rsidR="000716EE" w:rsidRPr="00B53CB5">
          <w:rPr>
            <w:rStyle w:val="Hyperlink"/>
            <w:u w:val="none"/>
          </w:rPr>
          <w:t>3.4.5</w:t>
        </w:r>
        <w:r w:rsidR="000716EE" w:rsidRPr="00B53CB5">
          <w:rPr>
            <w:rFonts w:eastAsiaTheme="minorEastAsia"/>
            <w:kern w:val="2"/>
            <w14:ligatures w14:val="standardContextual"/>
          </w:rPr>
          <w:tab/>
        </w:r>
        <w:r w:rsidR="000716EE" w:rsidRPr="00B53CB5">
          <w:rPr>
            <w:rStyle w:val="Hyperlink"/>
            <w:u w:val="none"/>
          </w:rPr>
          <w:t>Additional Load Buses</w:t>
        </w:r>
        <w:r w:rsidR="000716EE" w:rsidRPr="00B53CB5">
          <w:rPr>
            <w:webHidden/>
          </w:rPr>
          <w:tab/>
        </w:r>
        <w:r w:rsidR="000716EE" w:rsidRPr="00B53CB5">
          <w:rPr>
            <w:webHidden/>
          </w:rPr>
          <w:fldChar w:fldCharType="begin"/>
        </w:r>
        <w:r w:rsidR="000716EE" w:rsidRPr="00B53CB5">
          <w:rPr>
            <w:webHidden/>
          </w:rPr>
          <w:instrText xml:space="preserve"> PAGEREF _Toc160026584 \h </w:instrText>
        </w:r>
        <w:r w:rsidR="000716EE" w:rsidRPr="00B53CB5">
          <w:rPr>
            <w:webHidden/>
          </w:rPr>
        </w:r>
        <w:r w:rsidR="000716EE" w:rsidRPr="00B53CB5">
          <w:rPr>
            <w:webHidden/>
          </w:rPr>
          <w:fldChar w:fldCharType="separate"/>
        </w:r>
        <w:r w:rsidR="001B6E2D" w:rsidRPr="00B53CB5">
          <w:rPr>
            <w:webHidden/>
          </w:rPr>
          <w:t>3-75</w:t>
        </w:r>
        <w:r w:rsidR="000716EE" w:rsidRPr="00B53CB5">
          <w:rPr>
            <w:webHidden/>
          </w:rPr>
          <w:fldChar w:fldCharType="end"/>
        </w:r>
      </w:hyperlink>
    </w:p>
    <w:p w14:paraId="48900F35" w14:textId="1D0B8021" w:rsidR="000716EE" w:rsidRPr="00B53CB5" w:rsidRDefault="0043169A" w:rsidP="00B53CB5">
      <w:pPr>
        <w:pStyle w:val="TOC2"/>
        <w:rPr>
          <w:rFonts w:eastAsiaTheme="minorEastAsia"/>
          <w:noProof/>
          <w:kern w:val="2"/>
          <w14:ligatures w14:val="standardContextual"/>
        </w:rPr>
      </w:pPr>
      <w:hyperlink w:anchor="_Toc160026585" w:history="1">
        <w:r w:rsidR="000716EE" w:rsidRPr="00B53CB5">
          <w:rPr>
            <w:rStyle w:val="Hyperlink"/>
            <w:noProof/>
            <w:u w:val="none"/>
          </w:rPr>
          <w:t>3.5</w:t>
        </w:r>
        <w:r w:rsidR="000716EE" w:rsidRPr="00B53CB5">
          <w:rPr>
            <w:rFonts w:eastAsiaTheme="minorEastAsia"/>
            <w:noProof/>
            <w:kern w:val="2"/>
            <w14:ligatures w14:val="standardContextual"/>
          </w:rPr>
          <w:tab/>
        </w:r>
        <w:r w:rsidR="000716EE" w:rsidRPr="00B53CB5">
          <w:rPr>
            <w:rStyle w:val="Hyperlink"/>
            <w:noProof/>
            <w:u w:val="none"/>
          </w:rPr>
          <w:t>Hubs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_Toc160026585 \h </w:instrText>
        </w:r>
        <w:r w:rsidR="000716EE" w:rsidRPr="00B53CB5">
          <w:rPr>
            <w:noProof/>
            <w:webHidden/>
          </w:rPr>
        </w:r>
        <w:r w:rsidR="000716EE" w:rsidRPr="00B53CB5">
          <w:rPr>
            <w:noProof/>
            <w:webHidden/>
          </w:rPr>
          <w:fldChar w:fldCharType="separate"/>
        </w:r>
        <w:r w:rsidR="001B6E2D" w:rsidRPr="00B53CB5">
          <w:rPr>
            <w:noProof/>
            <w:webHidden/>
          </w:rPr>
          <w:t>3-76</w:t>
        </w:r>
        <w:r w:rsidR="000716EE" w:rsidRPr="00B53CB5">
          <w:rPr>
            <w:noProof/>
            <w:webHidden/>
          </w:rPr>
          <w:fldChar w:fldCharType="end"/>
        </w:r>
      </w:hyperlink>
    </w:p>
    <w:p w14:paraId="59A44A9B" w14:textId="79051E00" w:rsidR="000716EE" w:rsidRPr="00B53CB5" w:rsidRDefault="0043169A">
      <w:pPr>
        <w:pStyle w:val="TOC3"/>
        <w:rPr>
          <w:rFonts w:eastAsiaTheme="minorEastAsia"/>
          <w:kern w:val="2"/>
          <w14:ligatures w14:val="standardContextual"/>
        </w:rPr>
      </w:pPr>
      <w:hyperlink w:anchor="_Toc160026586" w:history="1">
        <w:r w:rsidR="000716EE" w:rsidRPr="00B53CB5">
          <w:rPr>
            <w:rStyle w:val="Hyperlink"/>
            <w:u w:val="none"/>
          </w:rPr>
          <w:t>3.5.1</w:t>
        </w:r>
        <w:r w:rsidR="000716EE" w:rsidRPr="00B53CB5">
          <w:rPr>
            <w:rFonts w:eastAsiaTheme="minorEastAsia"/>
            <w:kern w:val="2"/>
            <w14:ligatures w14:val="standardContextual"/>
          </w:rPr>
          <w:tab/>
        </w:r>
        <w:r w:rsidR="000716EE" w:rsidRPr="00B53CB5">
          <w:rPr>
            <w:rStyle w:val="Hyperlink"/>
            <w:u w:val="none"/>
          </w:rPr>
          <w:t>Process for Defining Hubs</w:t>
        </w:r>
        <w:r w:rsidR="000716EE" w:rsidRPr="00B53CB5">
          <w:rPr>
            <w:webHidden/>
          </w:rPr>
          <w:tab/>
        </w:r>
        <w:r w:rsidR="000716EE" w:rsidRPr="00B53CB5">
          <w:rPr>
            <w:webHidden/>
          </w:rPr>
          <w:fldChar w:fldCharType="begin"/>
        </w:r>
        <w:r w:rsidR="000716EE" w:rsidRPr="00B53CB5">
          <w:rPr>
            <w:webHidden/>
          </w:rPr>
          <w:instrText xml:space="preserve"> PAGEREF _Toc160026586 \h </w:instrText>
        </w:r>
        <w:r w:rsidR="000716EE" w:rsidRPr="00B53CB5">
          <w:rPr>
            <w:webHidden/>
          </w:rPr>
        </w:r>
        <w:r w:rsidR="000716EE" w:rsidRPr="00B53CB5">
          <w:rPr>
            <w:webHidden/>
          </w:rPr>
          <w:fldChar w:fldCharType="separate"/>
        </w:r>
        <w:r w:rsidR="001B6E2D" w:rsidRPr="00B53CB5">
          <w:rPr>
            <w:webHidden/>
          </w:rPr>
          <w:t>3-76</w:t>
        </w:r>
        <w:r w:rsidR="000716EE" w:rsidRPr="00B53CB5">
          <w:rPr>
            <w:webHidden/>
          </w:rPr>
          <w:fldChar w:fldCharType="end"/>
        </w:r>
      </w:hyperlink>
    </w:p>
    <w:p w14:paraId="0ECEFACC" w14:textId="15EE737A" w:rsidR="000716EE" w:rsidRPr="00B53CB5" w:rsidRDefault="0043169A">
      <w:pPr>
        <w:pStyle w:val="TOC3"/>
        <w:rPr>
          <w:rFonts w:eastAsiaTheme="minorEastAsia"/>
          <w:kern w:val="2"/>
          <w14:ligatures w14:val="standardContextual"/>
        </w:rPr>
      </w:pPr>
      <w:hyperlink w:anchor="_Toc160026587" w:history="1">
        <w:r w:rsidR="000716EE" w:rsidRPr="00B53CB5">
          <w:rPr>
            <w:rStyle w:val="Hyperlink"/>
            <w:u w:val="none"/>
          </w:rPr>
          <w:t>3.5.2</w:t>
        </w:r>
        <w:r w:rsidR="000716EE" w:rsidRPr="00B53CB5">
          <w:rPr>
            <w:rFonts w:eastAsiaTheme="minorEastAsia"/>
            <w:kern w:val="2"/>
            <w14:ligatures w14:val="standardContextual"/>
          </w:rPr>
          <w:tab/>
        </w:r>
        <w:r w:rsidR="000716EE" w:rsidRPr="00B53CB5">
          <w:rPr>
            <w:rStyle w:val="Hyperlink"/>
            <w:u w:val="none"/>
          </w:rPr>
          <w:t>Hub Definitions</w:t>
        </w:r>
        <w:r w:rsidR="000716EE" w:rsidRPr="00B53CB5">
          <w:rPr>
            <w:webHidden/>
          </w:rPr>
          <w:tab/>
        </w:r>
        <w:r w:rsidR="000716EE" w:rsidRPr="00B53CB5">
          <w:rPr>
            <w:webHidden/>
          </w:rPr>
          <w:fldChar w:fldCharType="begin"/>
        </w:r>
        <w:r w:rsidR="000716EE" w:rsidRPr="00B53CB5">
          <w:rPr>
            <w:webHidden/>
          </w:rPr>
          <w:instrText xml:space="preserve"> PAGEREF _Toc160026587 \h </w:instrText>
        </w:r>
        <w:r w:rsidR="000716EE" w:rsidRPr="00B53CB5">
          <w:rPr>
            <w:webHidden/>
          </w:rPr>
        </w:r>
        <w:r w:rsidR="000716EE" w:rsidRPr="00B53CB5">
          <w:rPr>
            <w:webHidden/>
          </w:rPr>
          <w:fldChar w:fldCharType="separate"/>
        </w:r>
        <w:r w:rsidR="001B6E2D" w:rsidRPr="00B53CB5">
          <w:rPr>
            <w:webHidden/>
          </w:rPr>
          <w:t>3-77</w:t>
        </w:r>
        <w:r w:rsidR="000716EE" w:rsidRPr="00B53CB5">
          <w:rPr>
            <w:webHidden/>
          </w:rPr>
          <w:fldChar w:fldCharType="end"/>
        </w:r>
      </w:hyperlink>
    </w:p>
    <w:p w14:paraId="35781976" w14:textId="388BFE28" w:rsidR="000716EE" w:rsidRPr="00B53CB5" w:rsidRDefault="0043169A" w:rsidP="00B53CB5">
      <w:pPr>
        <w:pStyle w:val="TOC4"/>
        <w:rPr>
          <w:rFonts w:eastAsiaTheme="minorEastAsia"/>
          <w:snapToGrid/>
          <w:kern w:val="2"/>
          <w:sz w:val="20"/>
          <w:szCs w:val="20"/>
          <w14:ligatures w14:val="standardContextual"/>
        </w:rPr>
      </w:pPr>
      <w:hyperlink w:anchor="_Toc160026588" w:history="1">
        <w:r w:rsidR="000716EE" w:rsidRPr="00B53CB5">
          <w:rPr>
            <w:rStyle w:val="Hyperlink"/>
            <w:bCs w:val="0"/>
            <w:sz w:val="20"/>
            <w:szCs w:val="20"/>
            <w:u w:val="none"/>
          </w:rPr>
          <w:t>3.5.2.1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North 345 kV Hub (North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_Toc160026588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3-77</w:t>
        </w:r>
        <w:r w:rsidR="000716EE" w:rsidRPr="00B53CB5">
          <w:rPr>
            <w:webHidden/>
            <w:sz w:val="20"/>
            <w:szCs w:val="20"/>
          </w:rPr>
          <w:fldChar w:fldCharType="end"/>
        </w:r>
      </w:hyperlink>
    </w:p>
    <w:p w14:paraId="5B7583EE" w14:textId="06A8A235" w:rsidR="000716EE" w:rsidRPr="00B53CB5" w:rsidRDefault="0043169A" w:rsidP="00B53CB5">
      <w:pPr>
        <w:pStyle w:val="TOC4"/>
        <w:rPr>
          <w:rFonts w:eastAsiaTheme="minorEastAsia"/>
          <w:snapToGrid/>
          <w:kern w:val="2"/>
          <w:sz w:val="20"/>
          <w:szCs w:val="20"/>
          <w14:ligatures w14:val="standardContextual"/>
        </w:rPr>
      </w:pPr>
      <w:hyperlink w:anchor="_Toc160026589" w:history="1">
        <w:r w:rsidR="000716EE" w:rsidRPr="00B53CB5">
          <w:rPr>
            <w:rStyle w:val="Hyperlink"/>
            <w:bCs w:val="0"/>
            <w:sz w:val="20"/>
            <w:szCs w:val="20"/>
            <w:u w:val="none"/>
          </w:rPr>
          <w:t>3.5.2.2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South 345 kV Hub (South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_Toc160026589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3-82</w:t>
        </w:r>
        <w:r w:rsidR="000716EE" w:rsidRPr="00B53CB5">
          <w:rPr>
            <w:webHidden/>
            <w:sz w:val="20"/>
            <w:szCs w:val="20"/>
          </w:rPr>
          <w:fldChar w:fldCharType="end"/>
        </w:r>
      </w:hyperlink>
    </w:p>
    <w:p w14:paraId="465326EA" w14:textId="4FEBC11B" w:rsidR="000716EE" w:rsidRPr="00B53CB5" w:rsidRDefault="0043169A" w:rsidP="00B53CB5">
      <w:pPr>
        <w:pStyle w:val="TOC4"/>
        <w:rPr>
          <w:rFonts w:eastAsiaTheme="minorEastAsia"/>
          <w:snapToGrid/>
          <w:kern w:val="2"/>
          <w:sz w:val="20"/>
          <w:szCs w:val="20"/>
          <w14:ligatures w14:val="standardContextual"/>
        </w:rPr>
      </w:pPr>
      <w:hyperlink w:anchor="_Toc160026590" w:history="1">
        <w:r w:rsidR="000716EE" w:rsidRPr="00B53CB5">
          <w:rPr>
            <w:rStyle w:val="Hyperlink"/>
            <w:bCs w:val="0"/>
            <w:sz w:val="20"/>
            <w:szCs w:val="20"/>
            <w:u w:val="none"/>
          </w:rPr>
          <w:t>3.5.2.3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Houston 345 kV Hub (Houston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3-87</w:t>
        </w:r>
        <w:r w:rsidR="000716EE" w:rsidRPr="00B53CB5">
          <w:rPr>
            <w:webHidden/>
            <w:sz w:val="20"/>
            <w:szCs w:val="20"/>
          </w:rPr>
          <w:fldChar w:fldCharType="end"/>
        </w:r>
      </w:hyperlink>
    </w:p>
    <w:p w14:paraId="7F08B698" w14:textId="222B6D7D" w:rsidR="000716EE" w:rsidRPr="00B53CB5" w:rsidRDefault="0043169A" w:rsidP="00B53CB5">
      <w:pPr>
        <w:pStyle w:val="TOC4"/>
        <w:rPr>
          <w:rFonts w:eastAsiaTheme="minorEastAsia"/>
          <w:snapToGrid/>
          <w:kern w:val="2"/>
          <w:sz w:val="20"/>
          <w:szCs w:val="20"/>
          <w14:ligatures w14:val="standardContextual"/>
        </w:rPr>
      </w:pPr>
      <w:hyperlink w:anchor="_Toc160026591" w:history="1">
        <w:r w:rsidR="000716EE" w:rsidRPr="00B53CB5">
          <w:rPr>
            <w:rStyle w:val="Hyperlink"/>
            <w:bCs w:val="0"/>
            <w:sz w:val="20"/>
            <w:szCs w:val="20"/>
            <w:u w:val="none"/>
          </w:rPr>
          <w:t>3.5.2.4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West 345 kV Hub (West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3-91</w:t>
        </w:r>
        <w:r w:rsidR="000716EE" w:rsidRPr="00B53CB5">
          <w:rPr>
            <w:webHidden/>
            <w:sz w:val="20"/>
            <w:szCs w:val="20"/>
          </w:rPr>
          <w:fldChar w:fldCharType="end"/>
        </w:r>
      </w:hyperlink>
    </w:p>
    <w:p w14:paraId="0C51F263" w14:textId="0DE58B13" w:rsidR="000716EE" w:rsidRPr="00B53CB5" w:rsidRDefault="0043169A" w:rsidP="00B53CB5">
      <w:pPr>
        <w:pStyle w:val="TOC4"/>
        <w:rPr>
          <w:rFonts w:eastAsiaTheme="minorEastAsia"/>
          <w:snapToGrid/>
          <w:kern w:val="2"/>
          <w:sz w:val="20"/>
          <w:szCs w:val="20"/>
          <w14:ligatures w14:val="standardContextual"/>
        </w:rPr>
      </w:pPr>
      <w:hyperlink w:anchor="_Toc160026592" w:history="1">
        <w:r w:rsidR="000716EE" w:rsidRPr="00B53CB5">
          <w:rPr>
            <w:rStyle w:val="Hyperlink"/>
            <w:bCs w:val="0"/>
            <w:sz w:val="20"/>
            <w:szCs w:val="20"/>
            <w:u w:val="none"/>
          </w:rPr>
          <w:t>3.5.2.5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Panhandle 345 kV Hub (Pan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3-95</w:t>
        </w:r>
        <w:r w:rsidR="000716EE" w:rsidRPr="00B53CB5">
          <w:rPr>
            <w:webHidden/>
            <w:sz w:val="20"/>
            <w:szCs w:val="20"/>
          </w:rPr>
          <w:fldChar w:fldCharType="end"/>
        </w:r>
      </w:hyperlink>
    </w:p>
    <w:p w14:paraId="45ABF9C1" w14:textId="468FE363" w:rsidR="000716EE" w:rsidRPr="00B53CB5" w:rsidRDefault="0043169A" w:rsidP="00B53CB5">
      <w:pPr>
        <w:pStyle w:val="TOC4"/>
        <w:rPr>
          <w:rFonts w:eastAsiaTheme="minorEastAsia"/>
          <w:snapToGrid/>
          <w:kern w:val="2"/>
          <w:sz w:val="20"/>
          <w:szCs w:val="20"/>
          <w14:ligatures w14:val="standardContextual"/>
        </w:rPr>
      </w:pPr>
      <w:hyperlink w:anchor="_Toc160026594" w:history="1">
        <w:r w:rsidR="000716EE" w:rsidRPr="00B53CB5">
          <w:rPr>
            <w:rStyle w:val="Hyperlink"/>
            <w:bCs w:val="0"/>
            <w:sz w:val="20"/>
            <w:szCs w:val="20"/>
            <w:u w:val="none"/>
          </w:rPr>
          <w:t>3.5.2.6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Hub Average 345 kV Hub (ERCOT 345)</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3-102</w:t>
        </w:r>
        <w:r w:rsidR="000716EE" w:rsidRPr="00B53CB5">
          <w:rPr>
            <w:webHidden/>
            <w:sz w:val="20"/>
            <w:szCs w:val="20"/>
          </w:rPr>
          <w:fldChar w:fldCharType="end"/>
        </w:r>
      </w:hyperlink>
    </w:p>
    <w:p w14:paraId="719949C9" w14:textId="35D74C05" w:rsidR="000716EE" w:rsidRPr="00B53CB5" w:rsidRDefault="0043169A" w:rsidP="00B53CB5">
      <w:pPr>
        <w:pStyle w:val="TOC4"/>
        <w:rPr>
          <w:rFonts w:eastAsiaTheme="minorEastAsia"/>
          <w:snapToGrid/>
          <w:kern w:val="2"/>
          <w:sz w:val="20"/>
          <w:szCs w:val="20"/>
          <w14:ligatures w14:val="standardContextual"/>
        </w:rPr>
      </w:pPr>
      <w:hyperlink w:anchor="_Toc160026595" w:history="1">
        <w:r w:rsidR="000716EE" w:rsidRPr="00B53CB5">
          <w:rPr>
            <w:rStyle w:val="Hyperlink"/>
            <w:bCs w:val="0"/>
            <w:sz w:val="20"/>
            <w:szCs w:val="20"/>
            <w:u w:val="none"/>
          </w:rPr>
          <w:t>3.5.2.7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Bus Average 345 kV Hub (ERCOT 345 Bus)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3-104</w:t>
        </w:r>
        <w:r w:rsidR="000716EE" w:rsidRPr="00B53CB5">
          <w:rPr>
            <w:webHidden/>
            <w:sz w:val="20"/>
            <w:szCs w:val="20"/>
          </w:rPr>
          <w:fldChar w:fldCharType="end"/>
        </w:r>
      </w:hyperlink>
    </w:p>
    <w:p w14:paraId="20B09AB5" w14:textId="00030911" w:rsidR="000716EE" w:rsidRPr="00B53CB5" w:rsidRDefault="0043169A">
      <w:pPr>
        <w:pStyle w:val="TOC3"/>
        <w:rPr>
          <w:rFonts w:eastAsiaTheme="minorEastAsia"/>
          <w:kern w:val="2"/>
          <w14:ligatures w14:val="standardContextual"/>
        </w:rPr>
      </w:pPr>
      <w:hyperlink w:anchor="_Toc160026596" w:history="1">
        <w:r w:rsidR="000716EE" w:rsidRPr="00B53CB5">
          <w:rPr>
            <w:rStyle w:val="Hyperlink"/>
            <w:u w:val="none"/>
          </w:rPr>
          <w:t>3.5.3</w:t>
        </w:r>
        <w:r w:rsidR="000716EE" w:rsidRPr="00B53CB5">
          <w:rPr>
            <w:rFonts w:eastAsiaTheme="minorEastAsia"/>
            <w:kern w:val="2"/>
            <w14:ligatures w14:val="standardContextual"/>
          </w:rPr>
          <w:tab/>
        </w:r>
        <w:r w:rsidR="000716EE" w:rsidRPr="00B53CB5">
          <w:rPr>
            <w:rStyle w:val="Hyperlink"/>
            <w:u w:val="none"/>
          </w:rPr>
          <w:t>ERCOT Responsibilities for Managing Hubs</w:t>
        </w:r>
        <w:r w:rsidR="000716EE" w:rsidRPr="00B53CB5">
          <w:rPr>
            <w:webHidden/>
          </w:rPr>
          <w:tab/>
        </w:r>
        <w:r w:rsidR="000716EE" w:rsidRPr="00B53CB5">
          <w:rPr>
            <w:webHidden/>
          </w:rPr>
          <w:fldChar w:fldCharType="begin"/>
        </w:r>
        <w:r w:rsidR="000716EE" w:rsidRPr="00B53CB5">
          <w:rPr>
            <w:webHidden/>
          </w:rPr>
          <w:instrText xml:space="preserve"> PAGEREF _Toc160026596 \h </w:instrText>
        </w:r>
        <w:r w:rsidR="000716EE" w:rsidRPr="00B53CB5">
          <w:rPr>
            <w:webHidden/>
          </w:rPr>
        </w:r>
        <w:r w:rsidR="000716EE" w:rsidRPr="00B53CB5">
          <w:rPr>
            <w:webHidden/>
          </w:rPr>
          <w:fldChar w:fldCharType="separate"/>
        </w:r>
        <w:r w:rsidR="001B6E2D" w:rsidRPr="00B53CB5">
          <w:rPr>
            <w:webHidden/>
          </w:rPr>
          <w:t>3-109</w:t>
        </w:r>
        <w:r w:rsidR="000716EE" w:rsidRPr="00B53CB5">
          <w:rPr>
            <w:webHidden/>
          </w:rPr>
          <w:fldChar w:fldCharType="end"/>
        </w:r>
      </w:hyperlink>
    </w:p>
    <w:p w14:paraId="322BE0CE" w14:textId="71DBF3F5" w:rsidR="000716EE" w:rsidRPr="00B53CB5" w:rsidRDefault="0043169A" w:rsidP="00B53CB5">
      <w:pPr>
        <w:pStyle w:val="TOC4"/>
        <w:rPr>
          <w:rFonts w:eastAsiaTheme="minorEastAsia"/>
          <w:snapToGrid/>
          <w:kern w:val="2"/>
          <w:sz w:val="20"/>
          <w:szCs w:val="20"/>
          <w14:ligatures w14:val="standardContextual"/>
        </w:rPr>
      </w:pPr>
      <w:hyperlink w:anchor="_Toc160026597" w:history="1">
        <w:r w:rsidR="000716EE" w:rsidRPr="00B53CB5">
          <w:rPr>
            <w:rStyle w:val="Hyperlink"/>
            <w:bCs w:val="0"/>
            <w:sz w:val="20"/>
            <w:szCs w:val="20"/>
            <w:u w:val="none"/>
          </w:rPr>
          <w:t>3.5.3.1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Posting of Hub Buses and Electrical Buses included in Hubs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3-109</w:t>
        </w:r>
        <w:r w:rsidR="000716EE" w:rsidRPr="00B53CB5">
          <w:rPr>
            <w:webHidden/>
            <w:sz w:val="20"/>
            <w:szCs w:val="20"/>
          </w:rPr>
          <w:fldChar w:fldCharType="end"/>
        </w:r>
      </w:hyperlink>
    </w:p>
    <w:p w14:paraId="585C0A83" w14:textId="668CFC60" w:rsidR="000716EE" w:rsidRPr="00B53CB5" w:rsidRDefault="0043169A" w:rsidP="00B53CB5">
      <w:pPr>
        <w:pStyle w:val="TOC4"/>
        <w:rPr>
          <w:rFonts w:eastAsiaTheme="minorEastAsia"/>
          <w:snapToGrid/>
          <w:kern w:val="2"/>
          <w:sz w:val="20"/>
          <w:szCs w:val="20"/>
          <w14:ligatures w14:val="standardContextual"/>
        </w:rPr>
      </w:pPr>
      <w:hyperlink w:anchor="_Toc160026598" w:history="1">
        <w:r w:rsidR="000716EE" w:rsidRPr="00B53CB5">
          <w:rPr>
            <w:rStyle w:val="Hyperlink"/>
            <w:bCs w:val="0"/>
            <w:sz w:val="20"/>
            <w:szCs w:val="20"/>
            <w:u w:val="none"/>
          </w:rPr>
          <w:t>3.5.3.2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Calculation of Hub Prices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_Toc160026598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3-109</w:t>
        </w:r>
        <w:r w:rsidR="000716EE" w:rsidRPr="00B53CB5">
          <w:rPr>
            <w:webHidden/>
            <w:sz w:val="20"/>
            <w:szCs w:val="20"/>
          </w:rPr>
          <w:fldChar w:fldCharType="end"/>
        </w:r>
      </w:hyperlink>
    </w:p>
    <w:p w14:paraId="5E0C2EF6" w14:textId="1C5E6423" w:rsidR="000716EE" w:rsidRPr="00B53CB5" w:rsidRDefault="0043169A" w:rsidP="00B53CB5">
      <w:pPr>
        <w:pStyle w:val="TOC2"/>
        <w:rPr>
          <w:rFonts w:eastAsiaTheme="minorEastAsia"/>
          <w:noProof/>
          <w:kern w:val="2"/>
          <w14:ligatures w14:val="standardContextual"/>
        </w:rPr>
      </w:pPr>
      <w:hyperlink w:anchor="_Toc160026599" w:history="1">
        <w:r w:rsidR="000716EE" w:rsidRPr="00B53CB5">
          <w:rPr>
            <w:rStyle w:val="Hyperlink"/>
            <w:noProof/>
            <w:u w:val="none"/>
          </w:rPr>
          <w:t>3.6</w:t>
        </w:r>
        <w:r w:rsidR="000716EE" w:rsidRPr="00B53CB5">
          <w:rPr>
            <w:rFonts w:eastAsiaTheme="minorEastAsia"/>
            <w:noProof/>
            <w:kern w:val="2"/>
            <w14:ligatures w14:val="standardContextual"/>
          </w:rPr>
          <w:tab/>
        </w:r>
        <w:r w:rsidR="000716EE" w:rsidRPr="00B53CB5">
          <w:rPr>
            <w:rStyle w:val="Hyperlink"/>
            <w:noProof/>
            <w:u w:val="none"/>
          </w:rPr>
          <w:t>Load Participation</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_Toc160026599 \h </w:instrText>
        </w:r>
        <w:r w:rsidR="000716EE" w:rsidRPr="00B53CB5">
          <w:rPr>
            <w:noProof/>
            <w:webHidden/>
          </w:rPr>
        </w:r>
        <w:r w:rsidR="000716EE" w:rsidRPr="00B53CB5">
          <w:rPr>
            <w:noProof/>
            <w:webHidden/>
          </w:rPr>
          <w:fldChar w:fldCharType="separate"/>
        </w:r>
        <w:r w:rsidR="001B6E2D" w:rsidRPr="00B53CB5">
          <w:rPr>
            <w:noProof/>
            <w:webHidden/>
          </w:rPr>
          <w:t>3-109</w:t>
        </w:r>
        <w:r w:rsidR="000716EE" w:rsidRPr="00B53CB5">
          <w:rPr>
            <w:noProof/>
            <w:webHidden/>
          </w:rPr>
          <w:fldChar w:fldCharType="end"/>
        </w:r>
      </w:hyperlink>
    </w:p>
    <w:p w14:paraId="14727860" w14:textId="12AD3425" w:rsidR="000716EE" w:rsidRPr="00B53CB5" w:rsidRDefault="0043169A">
      <w:pPr>
        <w:pStyle w:val="TOC3"/>
        <w:rPr>
          <w:rFonts w:eastAsiaTheme="minorEastAsia"/>
          <w:kern w:val="2"/>
          <w14:ligatures w14:val="standardContextual"/>
        </w:rPr>
      </w:pPr>
      <w:hyperlink w:anchor="_Toc160026600" w:history="1">
        <w:r w:rsidR="000716EE" w:rsidRPr="00B53CB5">
          <w:rPr>
            <w:rStyle w:val="Hyperlink"/>
            <w:u w:val="none"/>
          </w:rPr>
          <w:t>3.6.1</w:t>
        </w:r>
        <w:r w:rsidR="000716EE" w:rsidRPr="00B53CB5">
          <w:rPr>
            <w:rFonts w:eastAsiaTheme="minorEastAsia"/>
            <w:kern w:val="2"/>
            <w14:ligatures w14:val="standardContextual"/>
          </w:rPr>
          <w:tab/>
        </w:r>
        <w:r w:rsidR="000716EE" w:rsidRPr="00B53CB5">
          <w:rPr>
            <w:rStyle w:val="Hyperlink"/>
            <w:u w:val="none"/>
          </w:rPr>
          <w:t>Load Resource Participation</w:t>
        </w:r>
        <w:r w:rsidR="000716EE" w:rsidRPr="00B53CB5">
          <w:rPr>
            <w:webHidden/>
          </w:rPr>
          <w:tab/>
        </w:r>
        <w:r w:rsidR="000716EE" w:rsidRPr="00B53CB5">
          <w:rPr>
            <w:webHidden/>
          </w:rPr>
          <w:fldChar w:fldCharType="begin"/>
        </w:r>
        <w:r w:rsidR="000716EE" w:rsidRPr="00B53CB5">
          <w:rPr>
            <w:webHidden/>
          </w:rPr>
          <w:instrText xml:space="preserve"> PAGEREF _Toc160026600 \h </w:instrText>
        </w:r>
        <w:r w:rsidR="000716EE" w:rsidRPr="00B53CB5">
          <w:rPr>
            <w:webHidden/>
          </w:rPr>
        </w:r>
        <w:r w:rsidR="000716EE" w:rsidRPr="00B53CB5">
          <w:rPr>
            <w:webHidden/>
          </w:rPr>
          <w:fldChar w:fldCharType="separate"/>
        </w:r>
        <w:r w:rsidR="001B6E2D" w:rsidRPr="00B53CB5">
          <w:rPr>
            <w:webHidden/>
          </w:rPr>
          <w:t>3-109</w:t>
        </w:r>
        <w:r w:rsidR="000716EE" w:rsidRPr="00B53CB5">
          <w:rPr>
            <w:webHidden/>
          </w:rPr>
          <w:fldChar w:fldCharType="end"/>
        </w:r>
      </w:hyperlink>
    </w:p>
    <w:p w14:paraId="0680A8A9" w14:textId="2B93058C" w:rsidR="000716EE" w:rsidRPr="00B53CB5" w:rsidRDefault="0043169A">
      <w:pPr>
        <w:pStyle w:val="TOC3"/>
        <w:rPr>
          <w:rFonts w:eastAsiaTheme="minorEastAsia"/>
          <w:kern w:val="2"/>
          <w14:ligatures w14:val="standardContextual"/>
        </w:rPr>
      </w:pPr>
      <w:hyperlink w:anchor="_Toc160026601" w:history="1">
        <w:r w:rsidR="000716EE" w:rsidRPr="00B53CB5">
          <w:rPr>
            <w:rStyle w:val="Hyperlink"/>
            <w:u w:val="none"/>
          </w:rPr>
          <w:t>3.6.2</w:t>
        </w:r>
        <w:r w:rsidR="000716EE" w:rsidRPr="00B53CB5">
          <w:rPr>
            <w:rFonts w:eastAsiaTheme="minorEastAsia"/>
            <w:kern w:val="2"/>
            <w14:ligatures w14:val="standardContextual"/>
          </w:rPr>
          <w:tab/>
        </w:r>
        <w:r w:rsidR="000716EE" w:rsidRPr="00B53CB5">
          <w:rPr>
            <w:rStyle w:val="Hyperlink"/>
            <w:u w:val="none"/>
          </w:rPr>
          <w:t>Decision Making Entity for a Resource</w:t>
        </w:r>
        <w:r w:rsidR="000716EE" w:rsidRPr="00B53CB5">
          <w:rPr>
            <w:webHidden/>
          </w:rPr>
          <w:tab/>
        </w:r>
        <w:r w:rsidR="000716EE" w:rsidRPr="00B53CB5">
          <w:rPr>
            <w:webHidden/>
          </w:rPr>
          <w:fldChar w:fldCharType="begin"/>
        </w:r>
        <w:r w:rsidR="000716EE" w:rsidRPr="00B53CB5">
          <w:rPr>
            <w:webHidden/>
          </w:rPr>
          <w:instrText xml:space="preserve"> PAGEREF _Toc160026601 \h </w:instrText>
        </w:r>
        <w:r w:rsidR="000716EE" w:rsidRPr="00B53CB5">
          <w:rPr>
            <w:webHidden/>
          </w:rPr>
        </w:r>
        <w:r w:rsidR="000716EE" w:rsidRPr="00B53CB5">
          <w:rPr>
            <w:webHidden/>
          </w:rPr>
          <w:fldChar w:fldCharType="separate"/>
        </w:r>
        <w:r w:rsidR="001B6E2D" w:rsidRPr="00B53CB5">
          <w:rPr>
            <w:webHidden/>
          </w:rPr>
          <w:t>3-111</w:t>
        </w:r>
        <w:r w:rsidR="000716EE" w:rsidRPr="00B53CB5">
          <w:rPr>
            <w:webHidden/>
          </w:rPr>
          <w:fldChar w:fldCharType="end"/>
        </w:r>
      </w:hyperlink>
    </w:p>
    <w:p w14:paraId="10D30E33" w14:textId="4E6FEFAC" w:rsidR="000716EE" w:rsidRPr="00B53CB5" w:rsidRDefault="0043169A" w:rsidP="00B53CB5">
      <w:pPr>
        <w:pStyle w:val="TOC2"/>
        <w:rPr>
          <w:rFonts w:eastAsiaTheme="minorEastAsia"/>
          <w:noProof/>
          <w:kern w:val="2"/>
          <w14:ligatures w14:val="standardContextual"/>
        </w:rPr>
      </w:pPr>
      <w:hyperlink w:anchor="_Toc160026602" w:history="1">
        <w:r w:rsidR="000716EE" w:rsidRPr="00B53CB5">
          <w:rPr>
            <w:rStyle w:val="Hyperlink"/>
            <w:noProof/>
            <w:u w:val="none"/>
          </w:rPr>
          <w:t>3.7</w:t>
        </w:r>
        <w:r w:rsidR="000716EE" w:rsidRPr="00B53CB5">
          <w:rPr>
            <w:rFonts w:eastAsiaTheme="minorEastAsia"/>
            <w:noProof/>
            <w:kern w:val="2"/>
            <w14:ligatures w14:val="standardContextual"/>
          </w:rPr>
          <w:tab/>
        </w:r>
        <w:r w:rsidR="000716EE" w:rsidRPr="00B53CB5">
          <w:rPr>
            <w:rStyle w:val="Hyperlink"/>
            <w:noProof/>
            <w:u w:val="none"/>
          </w:rPr>
          <w:t>Resource Parameters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_Toc160026602 \h </w:instrText>
        </w:r>
        <w:r w:rsidR="000716EE" w:rsidRPr="00B53CB5">
          <w:rPr>
            <w:noProof/>
            <w:webHidden/>
          </w:rPr>
        </w:r>
        <w:r w:rsidR="000716EE" w:rsidRPr="00B53CB5">
          <w:rPr>
            <w:noProof/>
            <w:webHidden/>
          </w:rPr>
          <w:fldChar w:fldCharType="separate"/>
        </w:r>
        <w:r w:rsidR="001B6E2D" w:rsidRPr="00B53CB5">
          <w:rPr>
            <w:noProof/>
            <w:webHidden/>
          </w:rPr>
          <w:t>3-112</w:t>
        </w:r>
        <w:r w:rsidR="000716EE" w:rsidRPr="00B53CB5">
          <w:rPr>
            <w:noProof/>
            <w:webHidden/>
          </w:rPr>
          <w:fldChar w:fldCharType="end"/>
        </w:r>
      </w:hyperlink>
    </w:p>
    <w:p w14:paraId="0BD473DA" w14:textId="79924B51" w:rsidR="000716EE" w:rsidRPr="00B53CB5" w:rsidRDefault="0043169A">
      <w:pPr>
        <w:pStyle w:val="TOC3"/>
        <w:rPr>
          <w:rFonts w:eastAsiaTheme="minorEastAsia"/>
          <w:kern w:val="2"/>
          <w14:ligatures w14:val="standardContextual"/>
        </w:rPr>
      </w:pPr>
      <w:hyperlink w:anchor="_Toc160026603" w:history="1">
        <w:r w:rsidR="000716EE" w:rsidRPr="00B53CB5">
          <w:rPr>
            <w:rStyle w:val="Hyperlink"/>
            <w:u w:val="none"/>
          </w:rPr>
          <w:t>3.7.1</w:t>
        </w:r>
        <w:r w:rsidR="000716EE" w:rsidRPr="00B53CB5">
          <w:rPr>
            <w:rFonts w:eastAsiaTheme="minorEastAsia"/>
            <w:kern w:val="2"/>
            <w14:ligatures w14:val="standardContextual"/>
          </w:rPr>
          <w:tab/>
        </w:r>
        <w:r w:rsidR="000716EE" w:rsidRPr="00B53CB5">
          <w:rPr>
            <w:rStyle w:val="Hyperlink"/>
            <w:u w:val="none"/>
          </w:rPr>
          <w:t>Resource Parameter Criteria</w:t>
        </w:r>
        <w:r w:rsidR="000716EE" w:rsidRPr="00B53CB5">
          <w:rPr>
            <w:webHidden/>
          </w:rPr>
          <w:tab/>
        </w:r>
        <w:r w:rsidR="000716EE" w:rsidRPr="00B53CB5">
          <w:rPr>
            <w:webHidden/>
          </w:rPr>
          <w:fldChar w:fldCharType="begin"/>
        </w:r>
        <w:r w:rsidR="000716EE" w:rsidRPr="00B53CB5">
          <w:rPr>
            <w:webHidden/>
          </w:rPr>
          <w:instrText xml:space="preserve"> PAGEREF _Toc160026603 \h </w:instrText>
        </w:r>
        <w:r w:rsidR="000716EE" w:rsidRPr="00B53CB5">
          <w:rPr>
            <w:webHidden/>
          </w:rPr>
        </w:r>
        <w:r w:rsidR="000716EE" w:rsidRPr="00B53CB5">
          <w:rPr>
            <w:webHidden/>
          </w:rPr>
          <w:fldChar w:fldCharType="separate"/>
        </w:r>
        <w:r w:rsidR="001B6E2D" w:rsidRPr="00B53CB5">
          <w:rPr>
            <w:webHidden/>
          </w:rPr>
          <w:t>3-113</w:t>
        </w:r>
        <w:r w:rsidR="000716EE" w:rsidRPr="00B53CB5">
          <w:rPr>
            <w:webHidden/>
          </w:rPr>
          <w:fldChar w:fldCharType="end"/>
        </w:r>
      </w:hyperlink>
    </w:p>
    <w:p w14:paraId="706D23F2" w14:textId="05DC7E7E" w:rsidR="000716EE" w:rsidRPr="00B53CB5" w:rsidRDefault="0043169A" w:rsidP="00B53CB5">
      <w:pPr>
        <w:pStyle w:val="TOC4"/>
        <w:rPr>
          <w:rFonts w:eastAsiaTheme="minorEastAsia"/>
          <w:snapToGrid/>
          <w:kern w:val="2"/>
          <w:sz w:val="20"/>
          <w:szCs w:val="20"/>
          <w14:ligatures w14:val="standardContextual"/>
        </w:rPr>
      </w:pPr>
      <w:hyperlink w:anchor="_Toc160026604" w:history="1">
        <w:r w:rsidR="000716EE" w:rsidRPr="00B53CB5">
          <w:rPr>
            <w:rStyle w:val="Hyperlink"/>
            <w:bCs w:val="0"/>
            <w:sz w:val="20"/>
            <w:szCs w:val="20"/>
            <w:u w:val="none"/>
          </w:rPr>
          <w:t>3.7.1.1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Generation Resource Parameters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_Toc160026604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3-113</w:t>
        </w:r>
        <w:r w:rsidR="000716EE" w:rsidRPr="00B53CB5">
          <w:rPr>
            <w:webHidden/>
            <w:sz w:val="20"/>
            <w:szCs w:val="20"/>
          </w:rPr>
          <w:fldChar w:fldCharType="end"/>
        </w:r>
      </w:hyperlink>
    </w:p>
    <w:p w14:paraId="2608EC22" w14:textId="5F23056F" w:rsidR="000716EE" w:rsidRPr="00B53CB5" w:rsidRDefault="0043169A" w:rsidP="00B53CB5">
      <w:pPr>
        <w:pStyle w:val="TOC4"/>
        <w:rPr>
          <w:rFonts w:eastAsiaTheme="minorEastAsia"/>
          <w:snapToGrid/>
          <w:kern w:val="2"/>
          <w:sz w:val="20"/>
          <w:szCs w:val="20"/>
          <w14:ligatures w14:val="standardContextual"/>
        </w:rPr>
      </w:pPr>
      <w:hyperlink w:anchor="_Toc160026605" w:history="1">
        <w:r w:rsidR="000716EE" w:rsidRPr="00B53CB5">
          <w:rPr>
            <w:rStyle w:val="Hyperlink"/>
            <w:bCs w:val="0"/>
            <w:sz w:val="20"/>
            <w:szCs w:val="20"/>
            <w:u w:val="none"/>
          </w:rPr>
          <w:t>3.7.1.2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Load Resource Parameters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_Toc160026605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3-113</w:t>
        </w:r>
        <w:r w:rsidR="000716EE" w:rsidRPr="00B53CB5">
          <w:rPr>
            <w:webHidden/>
            <w:sz w:val="20"/>
            <w:szCs w:val="20"/>
          </w:rPr>
          <w:fldChar w:fldCharType="end"/>
        </w:r>
      </w:hyperlink>
    </w:p>
    <w:p w14:paraId="3F579983" w14:textId="3F621731" w:rsidR="000716EE" w:rsidRPr="00B53CB5" w:rsidRDefault="0043169A">
      <w:pPr>
        <w:pStyle w:val="TOC3"/>
        <w:rPr>
          <w:rFonts w:eastAsiaTheme="minorEastAsia"/>
          <w:kern w:val="2"/>
          <w14:ligatures w14:val="standardContextual"/>
        </w:rPr>
      </w:pPr>
      <w:hyperlink w:anchor="_Toc160026606" w:history="1">
        <w:r w:rsidR="000716EE" w:rsidRPr="00B53CB5">
          <w:rPr>
            <w:rStyle w:val="Hyperlink"/>
            <w:u w:val="none"/>
          </w:rPr>
          <w:t>3.7.2</w:t>
        </w:r>
        <w:r w:rsidR="000716EE" w:rsidRPr="00B53CB5">
          <w:rPr>
            <w:rFonts w:eastAsiaTheme="minorEastAsia"/>
            <w:kern w:val="2"/>
            <w14:ligatures w14:val="standardContextual"/>
          </w:rPr>
          <w:tab/>
        </w:r>
        <w:r w:rsidR="000716EE" w:rsidRPr="00B53CB5">
          <w:rPr>
            <w:rStyle w:val="Hyperlink"/>
            <w:u w:val="none"/>
          </w:rPr>
          <w:t>Changes in Resource Parameters with Operational Impacts</w:t>
        </w:r>
        <w:r w:rsidR="000716EE" w:rsidRPr="00B53CB5">
          <w:rPr>
            <w:webHidden/>
          </w:rPr>
          <w:tab/>
        </w:r>
        <w:r w:rsidR="000716EE" w:rsidRPr="00B53CB5">
          <w:rPr>
            <w:webHidden/>
          </w:rPr>
          <w:fldChar w:fldCharType="begin"/>
        </w:r>
        <w:r w:rsidR="000716EE" w:rsidRPr="00B53CB5">
          <w:rPr>
            <w:webHidden/>
          </w:rPr>
          <w:instrText xml:space="preserve"> PAGEREF _Toc160026606 \h </w:instrText>
        </w:r>
        <w:r w:rsidR="000716EE" w:rsidRPr="00B53CB5">
          <w:rPr>
            <w:webHidden/>
          </w:rPr>
        </w:r>
        <w:r w:rsidR="000716EE" w:rsidRPr="00B53CB5">
          <w:rPr>
            <w:webHidden/>
          </w:rPr>
          <w:fldChar w:fldCharType="separate"/>
        </w:r>
        <w:r w:rsidR="001B6E2D" w:rsidRPr="00B53CB5">
          <w:rPr>
            <w:webHidden/>
          </w:rPr>
          <w:t>3-114</w:t>
        </w:r>
        <w:r w:rsidR="000716EE" w:rsidRPr="00B53CB5">
          <w:rPr>
            <w:webHidden/>
          </w:rPr>
          <w:fldChar w:fldCharType="end"/>
        </w:r>
      </w:hyperlink>
    </w:p>
    <w:p w14:paraId="1EA9032B" w14:textId="07203E6B" w:rsidR="000716EE" w:rsidRPr="00B53CB5" w:rsidRDefault="0043169A">
      <w:pPr>
        <w:pStyle w:val="TOC3"/>
        <w:rPr>
          <w:rFonts w:eastAsiaTheme="minorEastAsia"/>
          <w:kern w:val="2"/>
          <w14:ligatures w14:val="standardContextual"/>
        </w:rPr>
      </w:pPr>
      <w:hyperlink w:anchor="_Toc160026607" w:history="1">
        <w:r w:rsidR="000716EE" w:rsidRPr="00B53CB5">
          <w:rPr>
            <w:rStyle w:val="Hyperlink"/>
            <w:u w:val="none"/>
          </w:rPr>
          <w:t>3.7.3</w:t>
        </w:r>
        <w:r w:rsidR="000716EE" w:rsidRPr="00B53CB5">
          <w:rPr>
            <w:rFonts w:eastAsiaTheme="minorEastAsia"/>
            <w:kern w:val="2"/>
            <w14:ligatures w14:val="standardContextual"/>
          </w:rPr>
          <w:tab/>
        </w:r>
        <w:r w:rsidR="000716EE" w:rsidRPr="00B53CB5">
          <w:rPr>
            <w:rStyle w:val="Hyperlink"/>
            <w:u w:val="none"/>
          </w:rPr>
          <w:t>Resource Parameter Validation</w:t>
        </w:r>
        <w:r w:rsidR="000716EE" w:rsidRPr="00B53CB5">
          <w:rPr>
            <w:webHidden/>
          </w:rPr>
          <w:tab/>
        </w:r>
        <w:r w:rsidR="000716EE" w:rsidRPr="00B53CB5">
          <w:rPr>
            <w:webHidden/>
          </w:rPr>
          <w:fldChar w:fldCharType="begin"/>
        </w:r>
        <w:r w:rsidR="000716EE" w:rsidRPr="00B53CB5">
          <w:rPr>
            <w:webHidden/>
          </w:rPr>
          <w:instrText xml:space="preserve"> PAGEREF _Toc160026607 \h </w:instrText>
        </w:r>
        <w:r w:rsidR="000716EE" w:rsidRPr="00B53CB5">
          <w:rPr>
            <w:webHidden/>
          </w:rPr>
        </w:r>
        <w:r w:rsidR="000716EE" w:rsidRPr="00B53CB5">
          <w:rPr>
            <w:webHidden/>
          </w:rPr>
          <w:fldChar w:fldCharType="separate"/>
        </w:r>
        <w:r w:rsidR="001B6E2D" w:rsidRPr="00B53CB5">
          <w:rPr>
            <w:webHidden/>
          </w:rPr>
          <w:t>3-115</w:t>
        </w:r>
        <w:r w:rsidR="000716EE" w:rsidRPr="00B53CB5">
          <w:rPr>
            <w:webHidden/>
          </w:rPr>
          <w:fldChar w:fldCharType="end"/>
        </w:r>
      </w:hyperlink>
    </w:p>
    <w:p w14:paraId="54EB5486" w14:textId="7675815D" w:rsidR="000716EE" w:rsidRPr="00B53CB5" w:rsidRDefault="0043169A" w:rsidP="00B53CB5">
      <w:pPr>
        <w:pStyle w:val="TOC2"/>
        <w:rPr>
          <w:rFonts w:eastAsiaTheme="minorEastAsia"/>
          <w:noProof/>
          <w:kern w:val="2"/>
          <w14:ligatures w14:val="standardContextual"/>
        </w:rPr>
      </w:pPr>
      <w:hyperlink w:anchor="_Toc160026608" w:history="1">
        <w:r w:rsidR="000716EE" w:rsidRPr="00B53CB5">
          <w:rPr>
            <w:rStyle w:val="Hyperlink"/>
            <w:noProof/>
            <w:u w:val="none"/>
          </w:rPr>
          <w:t>3.8</w:t>
        </w:r>
        <w:r w:rsidR="000716EE" w:rsidRPr="00B53CB5">
          <w:rPr>
            <w:rFonts w:eastAsiaTheme="minorEastAsia"/>
            <w:noProof/>
            <w:kern w:val="2"/>
            <w14:ligatures w14:val="standardContextual"/>
          </w:rPr>
          <w:tab/>
        </w:r>
        <w:r w:rsidR="000716EE" w:rsidRPr="00B53CB5">
          <w:rPr>
            <w:rStyle w:val="Hyperlink"/>
            <w:noProof/>
            <w:u w:val="none"/>
          </w:rPr>
          <w:t>Special Considerations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_Toc160026608 \h </w:instrText>
        </w:r>
        <w:r w:rsidR="000716EE" w:rsidRPr="00B53CB5">
          <w:rPr>
            <w:noProof/>
            <w:webHidden/>
          </w:rPr>
        </w:r>
        <w:r w:rsidR="000716EE" w:rsidRPr="00B53CB5">
          <w:rPr>
            <w:noProof/>
            <w:webHidden/>
          </w:rPr>
          <w:fldChar w:fldCharType="separate"/>
        </w:r>
        <w:r w:rsidR="001B6E2D" w:rsidRPr="00B53CB5">
          <w:rPr>
            <w:noProof/>
            <w:webHidden/>
          </w:rPr>
          <w:t>3-115</w:t>
        </w:r>
        <w:r w:rsidR="000716EE" w:rsidRPr="00B53CB5">
          <w:rPr>
            <w:noProof/>
            <w:webHidden/>
          </w:rPr>
          <w:fldChar w:fldCharType="end"/>
        </w:r>
      </w:hyperlink>
    </w:p>
    <w:p w14:paraId="63167298" w14:textId="52C48A57" w:rsidR="000716EE" w:rsidRPr="00B53CB5" w:rsidRDefault="0043169A">
      <w:pPr>
        <w:pStyle w:val="TOC3"/>
        <w:rPr>
          <w:rFonts w:eastAsiaTheme="minorEastAsia"/>
          <w:kern w:val="2"/>
          <w14:ligatures w14:val="standardContextual"/>
        </w:rPr>
      </w:pPr>
      <w:hyperlink w:anchor="_Toc160026609" w:history="1">
        <w:r w:rsidR="000716EE" w:rsidRPr="00B53CB5">
          <w:rPr>
            <w:rStyle w:val="Hyperlink"/>
            <w:u w:val="none"/>
          </w:rPr>
          <w:t>3.8.1</w:t>
        </w:r>
        <w:r w:rsidR="000716EE" w:rsidRPr="00B53CB5">
          <w:rPr>
            <w:rFonts w:eastAsiaTheme="minorEastAsia"/>
            <w:kern w:val="2"/>
            <w14:ligatures w14:val="standardContextual"/>
          </w:rPr>
          <w:tab/>
        </w:r>
        <w:r w:rsidR="000716EE" w:rsidRPr="00B53CB5">
          <w:rPr>
            <w:rStyle w:val="Hyperlink"/>
            <w:u w:val="none"/>
          </w:rPr>
          <w:t>Split Generation Resources</w:t>
        </w:r>
        <w:r w:rsidR="000716EE" w:rsidRPr="00B53CB5">
          <w:rPr>
            <w:webHidden/>
          </w:rPr>
          <w:tab/>
        </w:r>
        <w:r w:rsidR="000716EE" w:rsidRPr="00B53CB5">
          <w:rPr>
            <w:webHidden/>
          </w:rPr>
          <w:fldChar w:fldCharType="begin"/>
        </w:r>
        <w:r w:rsidR="000716EE" w:rsidRPr="00B53CB5">
          <w:rPr>
            <w:webHidden/>
          </w:rPr>
          <w:instrText xml:space="preserve"> PAGEREF _Toc160026609 \h </w:instrText>
        </w:r>
        <w:r w:rsidR="000716EE" w:rsidRPr="00B53CB5">
          <w:rPr>
            <w:webHidden/>
          </w:rPr>
        </w:r>
        <w:r w:rsidR="000716EE" w:rsidRPr="00B53CB5">
          <w:rPr>
            <w:webHidden/>
          </w:rPr>
          <w:fldChar w:fldCharType="separate"/>
        </w:r>
        <w:r w:rsidR="001B6E2D" w:rsidRPr="00B53CB5">
          <w:rPr>
            <w:webHidden/>
          </w:rPr>
          <w:t>3-115</w:t>
        </w:r>
        <w:r w:rsidR="000716EE" w:rsidRPr="00B53CB5">
          <w:rPr>
            <w:webHidden/>
          </w:rPr>
          <w:fldChar w:fldCharType="end"/>
        </w:r>
      </w:hyperlink>
    </w:p>
    <w:p w14:paraId="6F3709DB" w14:textId="2EA19501" w:rsidR="000716EE" w:rsidRPr="00B53CB5" w:rsidRDefault="0043169A">
      <w:pPr>
        <w:pStyle w:val="TOC3"/>
        <w:rPr>
          <w:rFonts w:eastAsiaTheme="minorEastAsia"/>
          <w:kern w:val="2"/>
          <w14:ligatures w14:val="standardContextual"/>
        </w:rPr>
      </w:pPr>
      <w:hyperlink w:anchor="_Toc160026610" w:history="1">
        <w:r w:rsidR="000716EE" w:rsidRPr="00B53CB5">
          <w:rPr>
            <w:rStyle w:val="Hyperlink"/>
            <w:u w:val="none"/>
          </w:rPr>
          <w:t>3.8.2</w:t>
        </w:r>
        <w:r w:rsidR="000716EE" w:rsidRPr="00B53CB5">
          <w:rPr>
            <w:rFonts w:eastAsiaTheme="minorEastAsia"/>
            <w:kern w:val="2"/>
            <w14:ligatures w14:val="standardContextual"/>
          </w:rPr>
          <w:tab/>
        </w:r>
        <w:r w:rsidR="000716EE" w:rsidRPr="00B53CB5">
          <w:rPr>
            <w:rStyle w:val="Hyperlink"/>
            <w:u w:val="none"/>
          </w:rPr>
          <w:t>Combined Cycle Generation Resources</w:t>
        </w:r>
        <w:r w:rsidR="000716EE" w:rsidRPr="00B53CB5">
          <w:rPr>
            <w:webHidden/>
          </w:rPr>
          <w:tab/>
        </w:r>
        <w:r w:rsidR="000716EE" w:rsidRPr="00B53CB5">
          <w:rPr>
            <w:webHidden/>
          </w:rPr>
          <w:fldChar w:fldCharType="begin"/>
        </w:r>
        <w:r w:rsidR="000716EE" w:rsidRPr="00B53CB5">
          <w:rPr>
            <w:webHidden/>
          </w:rPr>
          <w:instrText xml:space="preserve"> PAGEREF _Toc160026610 \h </w:instrText>
        </w:r>
        <w:r w:rsidR="000716EE" w:rsidRPr="00B53CB5">
          <w:rPr>
            <w:webHidden/>
          </w:rPr>
        </w:r>
        <w:r w:rsidR="000716EE" w:rsidRPr="00B53CB5">
          <w:rPr>
            <w:webHidden/>
          </w:rPr>
          <w:fldChar w:fldCharType="separate"/>
        </w:r>
        <w:r w:rsidR="001B6E2D" w:rsidRPr="00B53CB5">
          <w:rPr>
            <w:webHidden/>
          </w:rPr>
          <w:t>3-117</w:t>
        </w:r>
        <w:r w:rsidR="000716EE" w:rsidRPr="00B53CB5">
          <w:rPr>
            <w:webHidden/>
          </w:rPr>
          <w:fldChar w:fldCharType="end"/>
        </w:r>
      </w:hyperlink>
    </w:p>
    <w:p w14:paraId="2D821231" w14:textId="43BDB973" w:rsidR="000716EE" w:rsidRPr="00B53CB5" w:rsidRDefault="0043169A">
      <w:pPr>
        <w:pStyle w:val="TOC3"/>
        <w:rPr>
          <w:rFonts w:eastAsiaTheme="minorEastAsia"/>
          <w:kern w:val="2"/>
          <w14:ligatures w14:val="standardContextual"/>
        </w:rPr>
      </w:pPr>
      <w:hyperlink w:anchor="_Toc160026611" w:history="1">
        <w:r w:rsidR="000716EE" w:rsidRPr="00B53CB5">
          <w:rPr>
            <w:rStyle w:val="Hyperlink"/>
            <w:u w:val="none"/>
          </w:rPr>
          <w:t>3.8.3</w:t>
        </w:r>
        <w:r w:rsidR="000716EE" w:rsidRPr="00B53CB5">
          <w:rPr>
            <w:rFonts w:eastAsiaTheme="minorEastAsia"/>
            <w:kern w:val="2"/>
            <w14:ligatures w14:val="standardContextual"/>
          </w:rPr>
          <w:tab/>
        </w:r>
        <w:r w:rsidR="000716EE" w:rsidRPr="00B53CB5">
          <w:rPr>
            <w:rStyle w:val="Hyperlink"/>
            <w:u w:val="none"/>
          </w:rPr>
          <w:t>Quick Start Generation Resources</w:t>
        </w:r>
        <w:r w:rsidR="000716EE" w:rsidRPr="00B53CB5">
          <w:rPr>
            <w:webHidden/>
          </w:rPr>
          <w:tab/>
        </w:r>
        <w:r w:rsidR="000716EE" w:rsidRPr="00B53CB5">
          <w:rPr>
            <w:webHidden/>
          </w:rPr>
          <w:fldChar w:fldCharType="begin"/>
        </w:r>
        <w:r w:rsidR="000716EE" w:rsidRPr="00B53CB5">
          <w:rPr>
            <w:webHidden/>
          </w:rPr>
          <w:instrText xml:space="preserve"> PAGEREF _Toc160026611 \h </w:instrText>
        </w:r>
        <w:r w:rsidR="000716EE" w:rsidRPr="00B53CB5">
          <w:rPr>
            <w:webHidden/>
          </w:rPr>
        </w:r>
        <w:r w:rsidR="000716EE" w:rsidRPr="00B53CB5">
          <w:rPr>
            <w:webHidden/>
          </w:rPr>
          <w:fldChar w:fldCharType="separate"/>
        </w:r>
        <w:r w:rsidR="001B6E2D" w:rsidRPr="00B53CB5">
          <w:rPr>
            <w:webHidden/>
          </w:rPr>
          <w:t>3-119</w:t>
        </w:r>
        <w:r w:rsidR="000716EE" w:rsidRPr="00B53CB5">
          <w:rPr>
            <w:webHidden/>
          </w:rPr>
          <w:fldChar w:fldCharType="end"/>
        </w:r>
      </w:hyperlink>
    </w:p>
    <w:p w14:paraId="7200B08C" w14:textId="44BE272D" w:rsidR="000716EE" w:rsidRPr="00B53CB5" w:rsidRDefault="0043169A" w:rsidP="00B53CB5">
      <w:pPr>
        <w:pStyle w:val="TOC4"/>
        <w:rPr>
          <w:rFonts w:eastAsiaTheme="minorEastAsia"/>
          <w:snapToGrid/>
          <w:kern w:val="2"/>
          <w:sz w:val="20"/>
          <w:szCs w:val="20"/>
          <w14:ligatures w14:val="standardContextual"/>
        </w:rPr>
      </w:pPr>
      <w:hyperlink w:anchor="_Toc160026612" w:history="1">
        <w:r w:rsidR="000716EE" w:rsidRPr="00B53CB5">
          <w:rPr>
            <w:rStyle w:val="Hyperlink"/>
            <w:bCs w:val="0"/>
            <w:sz w:val="20"/>
            <w:szCs w:val="20"/>
            <w:u w:val="none"/>
          </w:rPr>
          <w:t>3.8.3.1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Quick Start Generation Resource Decommitment Decision Process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_Toc160026612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3-121</w:t>
        </w:r>
        <w:r w:rsidR="000716EE" w:rsidRPr="00B53CB5">
          <w:rPr>
            <w:webHidden/>
            <w:sz w:val="20"/>
            <w:szCs w:val="20"/>
          </w:rPr>
          <w:fldChar w:fldCharType="end"/>
        </w:r>
      </w:hyperlink>
    </w:p>
    <w:p w14:paraId="1F81E764" w14:textId="5A72ABE8" w:rsidR="000716EE" w:rsidRPr="00B53CB5" w:rsidRDefault="0043169A">
      <w:pPr>
        <w:pStyle w:val="TOC3"/>
        <w:rPr>
          <w:rFonts w:eastAsiaTheme="minorEastAsia"/>
          <w:kern w:val="2"/>
          <w14:ligatures w14:val="standardContextual"/>
        </w:rPr>
      </w:pPr>
      <w:hyperlink w:anchor="_Toc160026613" w:history="1">
        <w:r w:rsidR="000716EE" w:rsidRPr="00B53CB5">
          <w:rPr>
            <w:rStyle w:val="Hyperlink"/>
            <w:u w:val="none"/>
          </w:rPr>
          <w:t>3.8.4</w:t>
        </w:r>
        <w:r w:rsidR="000716EE" w:rsidRPr="00B53CB5">
          <w:rPr>
            <w:rFonts w:eastAsiaTheme="minorEastAsia"/>
            <w:kern w:val="2"/>
            <w14:ligatures w14:val="standardContextual"/>
          </w:rPr>
          <w:tab/>
        </w:r>
        <w:r w:rsidR="000716EE" w:rsidRPr="00B53CB5">
          <w:rPr>
            <w:rStyle w:val="Hyperlink"/>
            <w:u w:val="none"/>
          </w:rPr>
          <w:t>Generation Resources Operating in Synchronous Condenser Fast-Response Mode</w:t>
        </w:r>
        <w:r w:rsidR="000716EE" w:rsidRPr="00B53CB5">
          <w:rPr>
            <w:webHidden/>
          </w:rPr>
          <w:tab/>
        </w:r>
        <w:r w:rsidR="000716EE" w:rsidRPr="00B53CB5">
          <w:rPr>
            <w:webHidden/>
          </w:rPr>
          <w:fldChar w:fldCharType="begin"/>
        </w:r>
        <w:r w:rsidR="000716EE" w:rsidRPr="00B53CB5">
          <w:rPr>
            <w:webHidden/>
          </w:rPr>
          <w:instrText xml:space="preserve"> PAGEREF _Toc160026613 \h </w:instrText>
        </w:r>
        <w:r w:rsidR="000716EE" w:rsidRPr="00B53CB5">
          <w:rPr>
            <w:webHidden/>
          </w:rPr>
        </w:r>
        <w:r w:rsidR="000716EE" w:rsidRPr="00B53CB5">
          <w:rPr>
            <w:webHidden/>
          </w:rPr>
          <w:fldChar w:fldCharType="separate"/>
        </w:r>
        <w:r w:rsidR="001B6E2D" w:rsidRPr="00B53CB5">
          <w:rPr>
            <w:webHidden/>
          </w:rPr>
          <w:t>3-122</w:t>
        </w:r>
        <w:r w:rsidR="000716EE" w:rsidRPr="00B53CB5">
          <w:rPr>
            <w:webHidden/>
          </w:rPr>
          <w:fldChar w:fldCharType="end"/>
        </w:r>
      </w:hyperlink>
    </w:p>
    <w:p w14:paraId="5596BCF8" w14:textId="64796014" w:rsidR="000716EE" w:rsidRPr="00B53CB5" w:rsidRDefault="0043169A">
      <w:pPr>
        <w:pStyle w:val="TOC3"/>
        <w:rPr>
          <w:rFonts w:eastAsiaTheme="minorEastAsia"/>
          <w:kern w:val="2"/>
          <w14:ligatures w14:val="standardContextual"/>
        </w:rPr>
      </w:pPr>
      <w:hyperlink w:anchor="_Toc160026614" w:history="1">
        <w:r w:rsidR="000716EE" w:rsidRPr="00B53CB5">
          <w:rPr>
            <w:rStyle w:val="Hyperlink"/>
            <w:u w:val="none"/>
          </w:rPr>
          <w:t>3.8.5</w:t>
        </w:r>
        <w:r w:rsidR="000716EE" w:rsidRPr="00B53CB5">
          <w:rPr>
            <w:rFonts w:eastAsiaTheme="minorEastAsia"/>
            <w:kern w:val="2"/>
            <w14:ligatures w14:val="standardContextual"/>
          </w:rPr>
          <w:tab/>
        </w:r>
        <w:r w:rsidR="000716EE" w:rsidRPr="00B53CB5">
          <w:rPr>
            <w:rStyle w:val="Hyperlink"/>
            <w:u w:val="none"/>
          </w:rPr>
          <w:t>Energy Storage Resources</w:t>
        </w:r>
        <w:r w:rsidR="000716EE" w:rsidRPr="00B53CB5">
          <w:rPr>
            <w:webHidden/>
          </w:rPr>
          <w:tab/>
        </w:r>
        <w:r w:rsidR="000716EE" w:rsidRPr="00B53CB5">
          <w:rPr>
            <w:webHidden/>
          </w:rPr>
          <w:fldChar w:fldCharType="begin"/>
        </w:r>
        <w:r w:rsidR="000716EE" w:rsidRPr="00B53CB5">
          <w:rPr>
            <w:webHidden/>
          </w:rPr>
          <w:instrText xml:space="preserve"> PAGEREF _Toc160026614 \h </w:instrText>
        </w:r>
        <w:r w:rsidR="000716EE" w:rsidRPr="00B53CB5">
          <w:rPr>
            <w:webHidden/>
          </w:rPr>
        </w:r>
        <w:r w:rsidR="000716EE" w:rsidRPr="00B53CB5">
          <w:rPr>
            <w:webHidden/>
          </w:rPr>
          <w:fldChar w:fldCharType="separate"/>
        </w:r>
        <w:r w:rsidR="001B6E2D" w:rsidRPr="00B53CB5">
          <w:rPr>
            <w:webHidden/>
          </w:rPr>
          <w:t>3-122</w:t>
        </w:r>
        <w:r w:rsidR="000716EE" w:rsidRPr="00B53CB5">
          <w:rPr>
            <w:webHidden/>
          </w:rPr>
          <w:fldChar w:fldCharType="end"/>
        </w:r>
      </w:hyperlink>
    </w:p>
    <w:p w14:paraId="12DC678A" w14:textId="69DD91AE" w:rsidR="000716EE" w:rsidRPr="00B53CB5" w:rsidRDefault="0043169A">
      <w:pPr>
        <w:pStyle w:val="TOC3"/>
        <w:rPr>
          <w:rFonts w:eastAsiaTheme="minorEastAsia"/>
          <w:kern w:val="2"/>
          <w14:ligatures w14:val="standardContextual"/>
        </w:rPr>
      </w:pPr>
      <w:hyperlink w:anchor="_Toc160026615" w:history="1">
        <w:r w:rsidR="000716EE" w:rsidRPr="00B53CB5">
          <w:rPr>
            <w:rStyle w:val="Hyperlink"/>
            <w:u w:val="none"/>
          </w:rPr>
          <w:t>3.8.6</w:t>
        </w:r>
        <w:r w:rsidR="000716EE" w:rsidRPr="00B53CB5">
          <w:rPr>
            <w:rFonts w:eastAsiaTheme="minorEastAsia"/>
            <w:kern w:val="2"/>
            <w14:ligatures w14:val="standardContextual"/>
          </w:rPr>
          <w:tab/>
        </w:r>
        <w:r w:rsidR="000716EE" w:rsidRPr="00B53CB5">
          <w:rPr>
            <w:rStyle w:val="Hyperlink"/>
            <w:u w:val="none"/>
          </w:rPr>
          <w:t>Distribution Generation Resources (DGRs) and Distribution Energy Storage Resources (DESRs)</w:t>
        </w:r>
        <w:r w:rsidR="000716EE" w:rsidRPr="00B53CB5">
          <w:rPr>
            <w:webHidden/>
          </w:rPr>
          <w:tab/>
        </w:r>
        <w:r w:rsidR="000716EE" w:rsidRPr="00B53CB5">
          <w:rPr>
            <w:webHidden/>
          </w:rPr>
          <w:fldChar w:fldCharType="begin"/>
        </w:r>
        <w:r w:rsidR="000716EE" w:rsidRPr="00B53CB5">
          <w:rPr>
            <w:webHidden/>
          </w:rPr>
          <w:instrText xml:space="preserve"> PAGEREF _Toc160026615 \h </w:instrText>
        </w:r>
        <w:r w:rsidR="000716EE" w:rsidRPr="00B53CB5">
          <w:rPr>
            <w:webHidden/>
          </w:rPr>
        </w:r>
        <w:r w:rsidR="000716EE" w:rsidRPr="00B53CB5">
          <w:rPr>
            <w:webHidden/>
          </w:rPr>
          <w:fldChar w:fldCharType="separate"/>
        </w:r>
        <w:r w:rsidR="001B6E2D" w:rsidRPr="00B53CB5">
          <w:rPr>
            <w:webHidden/>
          </w:rPr>
          <w:t>3-123</w:t>
        </w:r>
        <w:r w:rsidR="000716EE" w:rsidRPr="00B53CB5">
          <w:rPr>
            <w:webHidden/>
          </w:rPr>
          <w:fldChar w:fldCharType="end"/>
        </w:r>
      </w:hyperlink>
    </w:p>
    <w:p w14:paraId="2C7CCCC3" w14:textId="142E3669" w:rsidR="000716EE" w:rsidRPr="00B53CB5" w:rsidRDefault="0043169A">
      <w:pPr>
        <w:pStyle w:val="TOC3"/>
        <w:rPr>
          <w:rFonts w:eastAsiaTheme="minorEastAsia"/>
          <w:kern w:val="2"/>
          <w14:ligatures w14:val="standardContextual"/>
        </w:rPr>
      </w:pPr>
      <w:hyperlink w:anchor="_Toc160026616" w:history="1">
        <w:r w:rsidR="000716EE" w:rsidRPr="00B53CB5">
          <w:rPr>
            <w:rStyle w:val="Hyperlink"/>
            <w:u w:val="none"/>
          </w:rPr>
          <w:t>3.8.7</w:t>
        </w:r>
        <w:r w:rsidR="000716EE" w:rsidRPr="00B53CB5">
          <w:rPr>
            <w:rFonts w:eastAsiaTheme="minorEastAsia"/>
            <w:kern w:val="2"/>
            <w14:ligatures w14:val="standardContextual"/>
          </w:rPr>
          <w:tab/>
        </w:r>
        <w:r w:rsidR="000716EE" w:rsidRPr="00B53CB5">
          <w:rPr>
            <w:rStyle w:val="Hyperlink"/>
            <w:u w:val="none"/>
          </w:rPr>
          <w:t>Self-Limiting Facility</w:t>
        </w:r>
        <w:r w:rsidR="000716EE" w:rsidRPr="00B53CB5">
          <w:rPr>
            <w:webHidden/>
          </w:rPr>
          <w:tab/>
        </w:r>
        <w:r w:rsidR="000716EE" w:rsidRPr="00B53CB5">
          <w:rPr>
            <w:webHidden/>
          </w:rPr>
          <w:fldChar w:fldCharType="begin"/>
        </w:r>
        <w:r w:rsidR="000716EE" w:rsidRPr="00B53CB5">
          <w:rPr>
            <w:webHidden/>
          </w:rPr>
          <w:instrText xml:space="preserve"> PAGEREF _Toc160026616 \h </w:instrText>
        </w:r>
        <w:r w:rsidR="000716EE" w:rsidRPr="00B53CB5">
          <w:rPr>
            <w:webHidden/>
          </w:rPr>
        </w:r>
        <w:r w:rsidR="000716EE" w:rsidRPr="00B53CB5">
          <w:rPr>
            <w:webHidden/>
          </w:rPr>
          <w:fldChar w:fldCharType="separate"/>
        </w:r>
        <w:r w:rsidR="001B6E2D" w:rsidRPr="00B53CB5">
          <w:rPr>
            <w:webHidden/>
          </w:rPr>
          <w:t>3-126</w:t>
        </w:r>
        <w:r w:rsidR="000716EE" w:rsidRPr="00B53CB5">
          <w:rPr>
            <w:webHidden/>
          </w:rPr>
          <w:fldChar w:fldCharType="end"/>
        </w:r>
      </w:hyperlink>
    </w:p>
    <w:p w14:paraId="4AC80E16" w14:textId="736790EC" w:rsidR="000716EE" w:rsidRPr="00B53CB5" w:rsidRDefault="0043169A" w:rsidP="00B53CB5">
      <w:pPr>
        <w:pStyle w:val="TOC2"/>
        <w:rPr>
          <w:rFonts w:eastAsiaTheme="minorEastAsia"/>
          <w:noProof/>
          <w:kern w:val="2"/>
          <w14:ligatures w14:val="standardContextual"/>
        </w:rPr>
      </w:pPr>
      <w:hyperlink w:anchor="_Toc160026617" w:history="1">
        <w:r w:rsidR="000716EE" w:rsidRPr="00B53CB5">
          <w:rPr>
            <w:rStyle w:val="Hyperlink"/>
            <w:noProof/>
            <w:u w:val="none"/>
          </w:rPr>
          <w:t>3.9</w:t>
        </w:r>
        <w:r w:rsidR="000716EE" w:rsidRPr="00B53CB5">
          <w:rPr>
            <w:rFonts w:eastAsiaTheme="minorEastAsia"/>
            <w:noProof/>
            <w:kern w:val="2"/>
            <w14:ligatures w14:val="standardContextual"/>
          </w:rPr>
          <w:tab/>
        </w:r>
        <w:r w:rsidR="000716EE" w:rsidRPr="00B53CB5">
          <w:rPr>
            <w:rStyle w:val="Hyperlink"/>
            <w:noProof/>
            <w:u w:val="none"/>
          </w:rPr>
          <w:t>Current Operating Plan (COP)</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_Toc160026617 \h </w:instrText>
        </w:r>
        <w:r w:rsidR="000716EE" w:rsidRPr="00B53CB5">
          <w:rPr>
            <w:noProof/>
            <w:webHidden/>
          </w:rPr>
        </w:r>
        <w:r w:rsidR="000716EE" w:rsidRPr="00B53CB5">
          <w:rPr>
            <w:noProof/>
            <w:webHidden/>
          </w:rPr>
          <w:fldChar w:fldCharType="separate"/>
        </w:r>
        <w:r w:rsidR="001B6E2D" w:rsidRPr="00B53CB5">
          <w:rPr>
            <w:noProof/>
            <w:webHidden/>
          </w:rPr>
          <w:t>3-129</w:t>
        </w:r>
        <w:r w:rsidR="000716EE" w:rsidRPr="00B53CB5">
          <w:rPr>
            <w:noProof/>
            <w:webHidden/>
          </w:rPr>
          <w:fldChar w:fldCharType="end"/>
        </w:r>
      </w:hyperlink>
    </w:p>
    <w:p w14:paraId="77D13323" w14:textId="68A2B060" w:rsidR="000716EE" w:rsidRPr="00B53CB5" w:rsidRDefault="0043169A">
      <w:pPr>
        <w:pStyle w:val="TOC3"/>
        <w:rPr>
          <w:rFonts w:eastAsiaTheme="minorEastAsia"/>
          <w:kern w:val="2"/>
          <w14:ligatures w14:val="standardContextual"/>
        </w:rPr>
      </w:pPr>
      <w:hyperlink w:anchor="_Toc160026618" w:history="1">
        <w:r w:rsidR="000716EE" w:rsidRPr="00B53CB5">
          <w:rPr>
            <w:rStyle w:val="Hyperlink"/>
            <w:u w:val="none"/>
          </w:rPr>
          <w:t>3.9.1</w:t>
        </w:r>
        <w:r w:rsidR="000716EE" w:rsidRPr="00B53CB5">
          <w:rPr>
            <w:rFonts w:eastAsiaTheme="minorEastAsia"/>
            <w:kern w:val="2"/>
            <w14:ligatures w14:val="standardContextual"/>
          </w:rPr>
          <w:tab/>
        </w:r>
        <w:r w:rsidR="000716EE" w:rsidRPr="00B53CB5">
          <w:rPr>
            <w:rStyle w:val="Hyperlink"/>
            <w:u w:val="none"/>
          </w:rPr>
          <w:t>Current Operating Plan (COP) Criteria</w:t>
        </w:r>
        <w:r w:rsidR="000716EE" w:rsidRPr="00B53CB5">
          <w:rPr>
            <w:webHidden/>
          </w:rPr>
          <w:tab/>
        </w:r>
        <w:r w:rsidR="000716EE" w:rsidRPr="00B53CB5">
          <w:rPr>
            <w:webHidden/>
          </w:rPr>
          <w:fldChar w:fldCharType="begin"/>
        </w:r>
        <w:r w:rsidR="000716EE" w:rsidRPr="00B53CB5">
          <w:rPr>
            <w:webHidden/>
          </w:rPr>
          <w:instrText xml:space="preserve"> PAGEREF _Toc160026618 \h </w:instrText>
        </w:r>
        <w:r w:rsidR="000716EE" w:rsidRPr="00B53CB5">
          <w:rPr>
            <w:webHidden/>
          </w:rPr>
        </w:r>
        <w:r w:rsidR="000716EE" w:rsidRPr="00B53CB5">
          <w:rPr>
            <w:webHidden/>
          </w:rPr>
          <w:fldChar w:fldCharType="separate"/>
        </w:r>
        <w:r w:rsidR="001B6E2D" w:rsidRPr="00B53CB5">
          <w:rPr>
            <w:webHidden/>
          </w:rPr>
          <w:t>3-130</w:t>
        </w:r>
        <w:r w:rsidR="000716EE" w:rsidRPr="00B53CB5">
          <w:rPr>
            <w:webHidden/>
          </w:rPr>
          <w:fldChar w:fldCharType="end"/>
        </w:r>
      </w:hyperlink>
    </w:p>
    <w:p w14:paraId="2FA3BB0E" w14:textId="62D95E8C" w:rsidR="000716EE" w:rsidRPr="00B53CB5" w:rsidRDefault="0043169A">
      <w:pPr>
        <w:pStyle w:val="TOC3"/>
        <w:rPr>
          <w:rFonts w:eastAsiaTheme="minorEastAsia"/>
          <w:kern w:val="2"/>
          <w14:ligatures w14:val="standardContextual"/>
        </w:rPr>
      </w:pPr>
      <w:hyperlink w:anchor="_Toc160026619" w:history="1">
        <w:r w:rsidR="000716EE" w:rsidRPr="00B53CB5">
          <w:rPr>
            <w:rStyle w:val="Hyperlink"/>
            <w:u w:val="none"/>
          </w:rPr>
          <w:t>3.9.2</w:t>
        </w:r>
        <w:r w:rsidR="000716EE" w:rsidRPr="00B53CB5">
          <w:rPr>
            <w:rFonts w:eastAsiaTheme="minorEastAsia"/>
            <w:kern w:val="2"/>
            <w14:ligatures w14:val="standardContextual"/>
          </w:rPr>
          <w:tab/>
        </w:r>
        <w:r w:rsidR="000716EE" w:rsidRPr="00B53CB5">
          <w:rPr>
            <w:rStyle w:val="Hyperlink"/>
            <w:u w:val="none"/>
          </w:rPr>
          <w:t>Current Operating Plan Validation</w:t>
        </w:r>
        <w:r w:rsidR="000716EE" w:rsidRPr="00B53CB5">
          <w:rPr>
            <w:webHidden/>
          </w:rPr>
          <w:tab/>
        </w:r>
        <w:r w:rsidR="000716EE" w:rsidRPr="00B53CB5">
          <w:rPr>
            <w:webHidden/>
          </w:rPr>
          <w:fldChar w:fldCharType="begin"/>
        </w:r>
        <w:r w:rsidR="000716EE" w:rsidRPr="00B53CB5">
          <w:rPr>
            <w:webHidden/>
          </w:rPr>
          <w:instrText xml:space="preserve"> PAGEREF _Toc160026619 \h </w:instrText>
        </w:r>
        <w:r w:rsidR="000716EE" w:rsidRPr="00B53CB5">
          <w:rPr>
            <w:webHidden/>
          </w:rPr>
        </w:r>
        <w:r w:rsidR="000716EE" w:rsidRPr="00B53CB5">
          <w:rPr>
            <w:webHidden/>
          </w:rPr>
          <w:fldChar w:fldCharType="separate"/>
        </w:r>
        <w:r w:rsidR="001B6E2D" w:rsidRPr="00B53CB5">
          <w:rPr>
            <w:webHidden/>
          </w:rPr>
          <w:t>3-142</w:t>
        </w:r>
        <w:r w:rsidR="000716EE" w:rsidRPr="00B53CB5">
          <w:rPr>
            <w:webHidden/>
          </w:rPr>
          <w:fldChar w:fldCharType="end"/>
        </w:r>
      </w:hyperlink>
    </w:p>
    <w:p w14:paraId="374BCCF2" w14:textId="00C9D23E" w:rsidR="000716EE" w:rsidRPr="00B53CB5" w:rsidRDefault="0043169A" w:rsidP="00B53CB5">
      <w:pPr>
        <w:pStyle w:val="TOC2"/>
        <w:rPr>
          <w:rFonts w:eastAsiaTheme="minorEastAsia"/>
          <w:noProof/>
          <w:kern w:val="2"/>
          <w14:ligatures w14:val="standardContextual"/>
        </w:rPr>
      </w:pPr>
      <w:hyperlink w:anchor="_Toc160026620" w:history="1">
        <w:r w:rsidR="000716EE" w:rsidRPr="00B53CB5">
          <w:rPr>
            <w:rStyle w:val="Hyperlink"/>
            <w:noProof/>
            <w:u w:val="none"/>
          </w:rPr>
          <w:t>3.10</w:t>
        </w:r>
        <w:r w:rsidR="000716EE" w:rsidRPr="00B53CB5">
          <w:rPr>
            <w:rFonts w:eastAsiaTheme="minorEastAsia"/>
            <w:noProof/>
            <w:kern w:val="2"/>
            <w14:ligatures w14:val="standardContextual"/>
          </w:rPr>
          <w:tab/>
        </w:r>
        <w:r w:rsidR="000716EE" w:rsidRPr="00B53CB5">
          <w:rPr>
            <w:rStyle w:val="Hyperlink"/>
            <w:noProof/>
            <w:u w:val="none"/>
          </w:rPr>
          <w:t>Network Operations Modeling and Telemetry</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_Toc160026620 \h </w:instrText>
        </w:r>
        <w:r w:rsidR="000716EE" w:rsidRPr="00B53CB5">
          <w:rPr>
            <w:noProof/>
            <w:webHidden/>
          </w:rPr>
        </w:r>
        <w:r w:rsidR="000716EE" w:rsidRPr="00B53CB5">
          <w:rPr>
            <w:noProof/>
            <w:webHidden/>
          </w:rPr>
          <w:fldChar w:fldCharType="separate"/>
        </w:r>
        <w:r w:rsidR="001B6E2D" w:rsidRPr="00B53CB5">
          <w:rPr>
            <w:noProof/>
            <w:webHidden/>
          </w:rPr>
          <w:t>3-143</w:t>
        </w:r>
        <w:r w:rsidR="000716EE" w:rsidRPr="00B53CB5">
          <w:rPr>
            <w:noProof/>
            <w:webHidden/>
          </w:rPr>
          <w:fldChar w:fldCharType="end"/>
        </w:r>
      </w:hyperlink>
    </w:p>
    <w:p w14:paraId="720236FA" w14:textId="262D89C5" w:rsidR="000716EE" w:rsidRPr="00B53CB5" w:rsidRDefault="0043169A">
      <w:pPr>
        <w:pStyle w:val="TOC3"/>
        <w:rPr>
          <w:rFonts w:eastAsiaTheme="minorEastAsia"/>
          <w:kern w:val="2"/>
          <w14:ligatures w14:val="standardContextual"/>
        </w:rPr>
      </w:pPr>
      <w:hyperlink w:anchor="_Toc160026621" w:history="1">
        <w:r w:rsidR="000716EE" w:rsidRPr="00B53CB5">
          <w:rPr>
            <w:rStyle w:val="Hyperlink"/>
            <w:u w:val="none"/>
          </w:rPr>
          <w:t>3.10.1</w:t>
        </w:r>
        <w:r w:rsidR="000716EE" w:rsidRPr="00B53CB5">
          <w:rPr>
            <w:rFonts w:eastAsiaTheme="minorEastAsia"/>
            <w:kern w:val="2"/>
            <w14:ligatures w14:val="standardContextual"/>
          </w:rPr>
          <w:tab/>
        </w:r>
        <w:r w:rsidR="000716EE" w:rsidRPr="00B53CB5">
          <w:rPr>
            <w:rStyle w:val="Hyperlink"/>
            <w:u w:val="none"/>
          </w:rPr>
          <w:t>Time Line for Network Operations Model Changes</w:t>
        </w:r>
        <w:r w:rsidR="000716EE" w:rsidRPr="00B53CB5">
          <w:rPr>
            <w:webHidden/>
          </w:rPr>
          <w:tab/>
        </w:r>
        <w:r w:rsidR="000716EE" w:rsidRPr="00B53CB5">
          <w:rPr>
            <w:webHidden/>
          </w:rPr>
          <w:fldChar w:fldCharType="begin"/>
        </w:r>
        <w:r w:rsidR="000716EE" w:rsidRPr="00B53CB5">
          <w:rPr>
            <w:webHidden/>
          </w:rPr>
          <w:instrText xml:space="preserve"> PAGEREF _Toc160026621 \h </w:instrText>
        </w:r>
        <w:r w:rsidR="000716EE" w:rsidRPr="00B53CB5">
          <w:rPr>
            <w:webHidden/>
          </w:rPr>
        </w:r>
        <w:r w:rsidR="000716EE" w:rsidRPr="00B53CB5">
          <w:rPr>
            <w:webHidden/>
          </w:rPr>
          <w:fldChar w:fldCharType="separate"/>
        </w:r>
        <w:r w:rsidR="001B6E2D" w:rsidRPr="00B53CB5">
          <w:rPr>
            <w:webHidden/>
          </w:rPr>
          <w:t>3-148</w:t>
        </w:r>
        <w:r w:rsidR="000716EE" w:rsidRPr="00B53CB5">
          <w:rPr>
            <w:webHidden/>
          </w:rPr>
          <w:fldChar w:fldCharType="end"/>
        </w:r>
      </w:hyperlink>
    </w:p>
    <w:p w14:paraId="5A041792" w14:textId="7331883F" w:rsidR="000716EE" w:rsidRPr="00B53CB5" w:rsidRDefault="0043169A">
      <w:pPr>
        <w:pStyle w:val="TOC3"/>
        <w:rPr>
          <w:rFonts w:eastAsiaTheme="minorEastAsia"/>
          <w:kern w:val="2"/>
          <w14:ligatures w14:val="standardContextual"/>
        </w:rPr>
      </w:pPr>
      <w:hyperlink w:anchor="_Toc160026622" w:history="1">
        <w:r w:rsidR="000716EE" w:rsidRPr="00B53CB5">
          <w:rPr>
            <w:rStyle w:val="Hyperlink"/>
            <w:u w:val="none"/>
          </w:rPr>
          <w:t>3.10.2</w:t>
        </w:r>
        <w:r w:rsidR="000716EE" w:rsidRPr="00B53CB5">
          <w:rPr>
            <w:rFonts w:eastAsiaTheme="minorEastAsia"/>
            <w:kern w:val="2"/>
            <w14:ligatures w14:val="standardContextual"/>
          </w:rPr>
          <w:tab/>
        </w:r>
        <w:r w:rsidR="000716EE" w:rsidRPr="00B53CB5">
          <w:rPr>
            <w:rStyle w:val="Hyperlink"/>
            <w:u w:val="none"/>
          </w:rPr>
          <w:t>Annual Planning Model</w:t>
        </w:r>
        <w:r w:rsidR="000716EE" w:rsidRPr="00B53CB5">
          <w:rPr>
            <w:webHidden/>
          </w:rPr>
          <w:tab/>
        </w:r>
        <w:r w:rsidR="000716EE" w:rsidRPr="00B53CB5">
          <w:rPr>
            <w:webHidden/>
          </w:rPr>
          <w:fldChar w:fldCharType="begin"/>
        </w:r>
        <w:r w:rsidR="000716EE" w:rsidRPr="00B53CB5">
          <w:rPr>
            <w:webHidden/>
          </w:rPr>
          <w:instrText xml:space="preserve"> PAGEREF _Toc160026622 \h </w:instrText>
        </w:r>
        <w:r w:rsidR="000716EE" w:rsidRPr="00B53CB5">
          <w:rPr>
            <w:webHidden/>
          </w:rPr>
        </w:r>
        <w:r w:rsidR="000716EE" w:rsidRPr="00B53CB5">
          <w:rPr>
            <w:webHidden/>
          </w:rPr>
          <w:fldChar w:fldCharType="separate"/>
        </w:r>
        <w:r w:rsidR="001B6E2D" w:rsidRPr="00B53CB5">
          <w:rPr>
            <w:webHidden/>
          </w:rPr>
          <w:t>3-152</w:t>
        </w:r>
        <w:r w:rsidR="000716EE" w:rsidRPr="00B53CB5">
          <w:rPr>
            <w:webHidden/>
          </w:rPr>
          <w:fldChar w:fldCharType="end"/>
        </w:r>
      </w:hyperlink>
    </w:p>
    <w:p w14:paraId="6A091487" w14:textId="0A54D2CC" w:rsidR="000716EE" w:rsidRPr="00B53CB5" w:rsidRDefault="0043169A">
      <w:pPr>
        <w:pStyle w:val="TOC3"/>
        <w:rPr>
          <w:rFonts w:eastAsiaTheme="minorEastAsia"/>
          <w:kern w:val="2"/>
          <w14:ligatures w14:val="standardContextual"/>
        </w:rPr>
      </w:pPr>
      <w:hyperlink w:anchor="_Toc160026623" w:history="1">
        <w:r w:rsidR="000716EE" w:rsidRPr="00B53CB5">
          <w:rPr>
            <w:rStyle w:val="Hyperlink"/>
            <w:u w:val="none"/>
          </w:rPr>
          <w:t>3.10.3</w:t>
        </w:r>
        <w:r w:rsidR="000716EE" w:rsidRPr="00B53CB5">
          <w:rPr>
            <w:rFonts w:eastAsiaTheme="minorEastAsia"/>
            <w:kern w:val="2"/>
            <w14:ligatures w14:val="standardContextual"/>
          </w:rPr>
          <w:tab/>
        </w:r>
        <w:r w:rsidR="000716EE" w:rsidRPr="00B53CB5">
          <w:rPr>
            <w:rStyle w:val="Hyperlink"/>
            <w:u w:val="none"/>
          </w:rPr>
          <w:t>CRR Network Model</w:t>
        </w:r>
        <w:r w:rsidR="000716EE" w:rsidRPr="00B53CB5">
          <w:rPr>
            <w:webHidden/>
          </w:rPr>
          <w:tab/>
        </w:r>
        <w:r w:rsidR="000716EE" w:rsidRPr="00B53CB5">
          <w:rPr>
            <w:webHidden/>
          </w:rPr>
          <w:fldChar w:fldCharType="begin"/>
        </w:r>
        <w:r w:rsidR="000716EE" w:rsidRPr="00B53CB5">
          <w:rPr>
            <w:webHidden/>
          </w:rPr>
          <w:instrText xml:space="preserve"> PAGEREF _Toc160026623 \h </w:instrText>
        </w:r>
        <w:r w:rsidR="000716EE" w:rsidRPr="00B53CB5">
          <w:rPr>
            <w:webHidden/>
          </w:rPr>
        </w:r>
        <w:r w:rsidR="000716EE" w:rsidRPr="00B53CB5">
          <w:rPr>
            <w:webHidden/>
          </w:rPr>
          <w:fldChar w:fldCharType="separate"/>
        </w:r>
        <w:r w:rsidR="001B6E2D" w:rsidRPr="00B53CB5">
          <w:rPr>
            <w:webHidden/>
          </w:rPr>
          <w:t>3-152</w:t>
        </w:r>
        <w:r w:rsidR="000716EE" w:rsidRPr="00B53CB5">
          <w:rPr>
            <w:webHidden/>
          </w:rPr>
          <w:fldChar w:fldCharType="end"/>
        </w:r>
      </w:hyperlink>
    </w:p>
    <w:p w14:paraId="79656CBC" w14:textId="2C0BF68B" w:rsidR="000716EE" w:rsidRPr="00B53CB5" w:rsidRDefault="0043169A" w:rsidP="00B53CB5">
      <w:pPr>
        <w:pStyle w:val="TOC4"/>
        <w:rPr>
          <w:rFonts w:eastAsiaTheme="minorEastAsia"/>
          <w:snapToGrid/>
          <w:kern w:val="2"/>
          <w:sz w:val="20"/>
          <w:szCs w:val="20"/>
          <w14:ligatures w14:val="standardContextual"/>
        </w:rPr>
      </w:pPr>
      <w:hyperlink w:anchor="_Toc160026624" w:history="1">
        <w:r w:rsidR="000716EE" w:rsidRPr="00B53CB5">
          <w:rPr>
            <w:rStyle w:val="Hyperlink"/>
            <w:bCs w:val="0"/>
            <w:sz w:val="20"/>
            <w:szCs w:val="20"/>
            <w:u w:val="none"/>
          </w:rPr>
          <w:t>3.10.3.1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Process for Managing Network Operations Model Updates for Point of Interconnection Bus Changes, Resource Retirements and Deletion of DC Tie Load Zones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_Toc160026624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3-153</w:t>
        </w:r>
        <w:r w:rsidR="000716EE" w:rsidRPr="00B53CB5">
          <w:rPr>
            <w:webHidden/>
            <w:sz w:val="20"/>
            <w:szCs w:val="20"/>
          </w:rPr>
          <w:fldChar w:fldCharType="end"/>
        </w:r>
      </w:hyperlink>
    </w:p>
    <w:p w14:paraId="43096581" w14:textId="5632AFC4" w:rsidR="000716EE" w:rsidRPr="00B53CB5" w:rsidRDefault="0043169A">
      <w:pPr>
        <w:pStyle w:val="TOC3"/>
        <w:rPr>
          <w:rFonts w:eastAsiaTheme="minorEastAsia"/>
          <w:kern w:val="2"/>
          <w14:ligatures w14:val="standardContextual"/>
        </w:rPr>
      </w:pPr>
      <w:hyperlink w:anchor="_Toc160026625" w:history="1">
        <w:r w:rsidR="000716EE" w:rsidRPr="00B53CB5">
          <w:rPr>
            <w:rStyle w:val="Hyperlink"/>
            <w:u w:val="none"/>
          </w:rPr>
          <w:t>3.10.4</w:t>
        </w:r>
        <w:r w:rsidR="000716EE" w:rsidRPr="00B53CB5">
          <w:rPr>
            <w:rFonts w:eastAsiaTheme="minorEastAsia"/>
            <w:kern w:val="2"/>
            <w14:ligatures w14:val="standardContextual"/>
          </w:rPr>
          <w:tab/>
        </w:r>
        <w:r w:rsidR="000716EE" w:rsidRPr="00B53CB5">
          <w:rPr>
            <w:rStyle w:val="Hyperlink"/>
            <w:u w:val="none"/>
          </w:rPr>
          <w:t>ERCOT Responsibilities</w:t>
        </w:r>
        <w:r w:rsidR="000716EE" w:rsidRPr="00B53CB5">
          <w:rPr>
            <w:webHidden/>
          </w:rPr>
          <w:tab/>
        </w:r>
        <w:r w:rsidR="000716EE" w:rsidRPr="00B53CB5">
          <w:rPr>
            <w:webHidden/>
          </w:rPr>
          <w:fldChar w:fldCharType="begin"/>
        </w:r>
        <w:r w:rsidR="000716EE" w:rsidRPr="00B53CB5">
          <w:rPr>
            <w:webHidden/>
          </w:rPr>
          <w:instrText xml:space="preserve"> PAGEREF _Toc160026625 \h </w:instrText>
        </w:r>
        <w:r w:rsidR="000716EE" w:rsidRPr="00B53CB5">
          <w:rPr>
            <w:webHidden/>
          </w:rPr>
        </w:r>
        <w:r w:rsidR="000716EE" w:rsidRPr="00B53CB5">
          <w:rPr>
            <w:webHidden/>
          </w:rPr>
          <w:fldChar w:fldCharType="separate"/>
        </w:r>
        <w:r w:rsidR="001B6E2D" w:rsidRPr="00B53CB5">
          <w:rPr>
            <w:webHidden/>
          </w:rPr>
          <w:t>3-154</w:t>
        </w:r>
        <w:r w:rsidR="000716EE" w:rsidRPr="00B53CB5">
          <w:rPr>
            <w:webHidden/>
          </w:rPr>
          <w:fldChar w:fldCharType="end"/>
        </w:r>
      </w:hyperlink>
    </w:p>
    <w:p w14:paraId="5A87CD6B" w14:textId="516082D3" w:rsidR="000716EE" w:rsidRPr="00B53CB5" w:rsidRDefault="0043169A">
      <w:pPr>
        <w:pStyle w:val="TOC3"/>
        <w:rPr>
          <w:rFonts w:eastAsiaTheme="minorEastAsia"/>
          <w:kern w:val="2"/>
          <w14:ligatures w14:val="standardContextual"/>
        </w:rPr>
      </w:pPr>
      <w:hyperlink w:anchor="_Toc160026626" w:history="1">
        <w:r w:rsidR="000716EE" w:rsidRPr="00B53CB5">
          <w:rPr>
            <w:rStyle w:val="Hyperlink"/>
            <w:u w:val="none"/>
          </w:rPr>
          <w:t>3.10.5</w:t>
        </w:r>
        <w:r w:rsidR="000716EE" w:rsidRPr="00B53CB5">
          <w:rPr>
            <w:rFonts w:eastAsiaTheme="minorEastAsia"/>
            <w:kern w:val="2"/>
            <w14:ligatures w14:val="standardContextual"/>
          </w:rPr>
          <w:tab/>
        </w:r>
        <w:r w:rsidR="000716EE" w:rsidRPr="00B53CB5">
          <w:rPr>
            <w:rStyle w:val="Hyperlink"/>
            <w:u w:val="none"/>
          </w:rPr>
          <w:t>TSP Responsibilities</w:t>
        </w:r>
        <w:r w:rsidR="000716EE" w:rsidRPr="00B53CB5">
          <w:rPr>
            <w:webHidden/>
          </w:rPr>
          <w:tab/>
        </w:r>
        <w:r w:rsidR="000716EE" w:rsidRPr="00B53CB5">
          <w:rPr>
            <w:webHidden/>
          </w:rPr>
          <w:fldChar w:fldCharType="begin"/>
        </w:r>
        <w:r w:rsidR="000716EE" w:rsidRPr="00B53CB5">
          <w:rPr>
            <w:webHidden/>
          </w:rPr>
          <w:instrText xml:space="preserve"> PAGEREF _Toc160026626 \h </w:instrText>
        </w:r>
        <w:r w:rsidR="000716EE" w:rsidRPr="00B53CB5">
          <w:rPr>
            <w:webHidden/>
          </w:rPr>
        </w:r>
        <w:r w:rsidR="000716EE" w:rsidRPr="00B53CB5">
          <w:rPr>
            <w:webHidden/>
          </w:rPr>
          <w:fldChar w:fldCharType="separate"/>
        </w:r>
        <w:r w:rsidR="001B6E2D" w:rsidRPr="00B53CB5">
          <w:rPr>
            <w:webHidden/>
          </w:rPr>
          <w:t>3-156</w:t>
        </w:r>
        <w:r w:rsidR="000716EE" w:rsidRPr="00B53CB5">
          <w:rPr>
            <w:webHidden/>
          </w:rPr>
          <w:fldChar w:fldCharType="end"/>
        </w:r>
      </w:hyperlink>
    </w:p>
    <w:p w14:paraId="26E06D9F" w14:textId="012552B8" w:rsidR="000716EE" w:rsidRPr="00B53CB5" w:rsidRDefault="0043169A">
      <w:pPr>
        <w:pStyle w:val="TOC3"/>
        <w:rPr>
          <w:rFonts w:eastAsiaTheme="minorEastAsia"/>
          <w:kern w:val="2"/>
          <w14:ligatures w14:val="standardContextual"/>
        </w:rPr>
      </w:pPr>
      <w:hyperlink w:anchor="_Toc160026627" w:history="1">
        <w:r w:rsidR="000716EE" w:rsidRPr="00B53CB5">
          <w:rPr>
            <w:rStyle w:val="Hyperlink"/>
            <w:u w:val="none"/>
          </w:rPr>
          <w:t>3.10.5</w:t>
        </w:r>
        <w:r w:rsidR="000716EE" w:rsidRPr="00B53CB5">
          <w:rPr>
            <w:rFonts w:eastAsiaTheme="minorEastAsia"/>
            <w:kern w:val="2"/>
            <w14:ligatures w14:val="standardContextual"/>
          </w:rPr>
          <w:tab/>
        </w:r>
        <w:r w:rsidR="000716EE" w:rsidRPr="00B53CB5">
          <w:rPr>
            <w:rStyle w:val="Hyperlink"/>
            <w:u w:val="none"/>
          </w:rPr>
          <w:t>TSP and DCTO Responsibilities</w:t>
        </w:r>
        <w:r w:rsidR="000716EE" w:rsidRPr="00B53CB5">
          <w:rPr>
            <w:webHidden/>
          </w:rPr>
          <w:tab/>
        </w:r>
        <w:r w:rsidR="000716EE" w:rsidRPr="00B53CB5">
          <w:rPr>
            <w:webHidden/>
          </w:rPr>
          <w:fldChar w:fldCharType="begin"/>
        </w:r>
        <w:r w:rsidR="000716EE" w:rsidRPr="00B53CB5">
          <w:rPr>
            <w:webHidden/>
          </w:rPr>
          <w:instrText xml:space="preserve"> PAGEREF _Toc160026627 \h </w:instrText>
        </w:r>
        <w:r w:rsidR="000716EE" w:rsidRPr="00B53CB5">
          <w:rPr>
            <w:webHidden/>
          </w:rPr>
        </w:r>
        <w:r w:rsidR="000716EE" w:rsidRPr="00B53CB5">
          <w:rPr>
            <w:webHidden/>
          </w:rPr>
          <w:fldChar w:fldCharType="separate"/>
        </w:r>
        <w:r w:rsidR="001B6E2D" w:rsidRPr="00B53CB5">
          <w:rPr>
            <w:webHidden/>
          </w:rPr>
          <w:t>3-157</w:t>
        </w:r>
        <w:r w:rsidR="000716EE" w:rsidRPr="00B53CB5">
          <w:rPr>
            <w:webHidden/>
          </w:rPr>
          <w:fldChar w:fldCharType="end"/>
        </w:r>
      </w:hyperlink>
    </w:p>
    <w:p w14:paraId="0ADA27E2" w14:textId="1C4E35B4" w:rsidR="000716EE" w:rsidRPr="00B53CB5" w:rsidRDefault="0043169A">
      <w:pPr>
        <w:pStyle w:val="TOC3"/>
        <w:rPr>
          <w:rFonts w:eastAsiaTheme="minorEastAsia"/>
          <w:kern w:val="2"/>
          <w14:ligatures w14:val="standardContextual"/>
        </w:rPr>
      </w:pPr>
      <w:hyperlink w:anchor="_Toc160026628" w:history="1">
        <w:r w:rsidR="000716EE" w:rsidRPr="00B53CB5">
          <w:rPr>
            <w:rStyle w:val="Hyperlink"/>
            <w:u w:val="none"/>
          </w:rPr>
          <w:t>3.10.6</w:t>
        </w:r>
        <w:r w:rsidR="000716EE" w:rsidRPr="00B53CB5">
          <w:rPr>
            <w:rFonts w:eastAsiaTheme="minorEastAsia"/>
            <w:kern w:val="2"/>
            <w14:ligatures w14:val="standardContextual"/>
          </w:rPr>
          <w:tab/>
        </w:r>
        <w:r w:rsidR="000716EE" w:rsidRPr="00B53CB5">
          <w:rPr>
            <w:rStyle w:val="Hyperlink"/>
            <w:u w:val="none"/>
          </w:rPr>
          <w:t>QSE and Resource Entity Responsibilities</w:t>
        </w:r>
        <w:r w:rsidR="000716EE" w:rsidRPr="00B53CB5">
          <w:rPr>
            <w:webHidden/>
          </w:rPr>
          <w:tab/>
        </w:r>
        <w:r w:rsidR="000716EE" w:rsidRPr="00B53CB5">
          <w:rPr>
            <w:webHidden/>
          </w:rPr>
          <w:fldChar w:fldCharType="begin"/>
        </w:r>
        <w:r w:rsidR="000716EE" w:rsidRPr="00B53CB5">
          <w:rPr>
            <w:webHidden/>
          </w:rPr>
          <w:instrText xml:space="preserve"> PAGEREF _Toc160026628 \h </w:instrText>
        </w:r>
        <w:r w:rsidR="000716EE" w:rsidRPr="00B53CB5">
          <w:rPr>
            <w:webHidden/>
          </w:rPr>
        </w:r>
        <w:r w:rsidR="000716EE" w:rsidRPr="00B53CB5">
          <w:rPr>
            <w:webHidden/>
          </w:rPr>
          <w:fldChar w:fldCharType="separate"/>
        </w:r>
        <w:r w:rsidR="001B6E2D" w:rsidRPr="00B53CB5">
          <w:rPr>
            <w:webHidden/>
          </w:rPr>
          <w:t>3-158</w:t>
        </w:r>
        <w:r w:rsidR="000716EE" w:rsidRPr="00B53CB5">
          <w:rPr>
            <w:webHidden/>
          </w:rPr>
          <w:fldChar w:fldCharType="end"/>
        </w:r>
      </w:hyperlink>
    </w:p>
    <w:p w14:paraId="6E38C8A3" w14:textId="687CAF7F" w:rsidR="000716EE" w:rsidRPr="00B53CB5" w:rsidRDefault="0043169A">
      <w:pPr>
        <w:pStyle w:val="TOC3"/>
        <w:rPr>
          <w:rFonts w:eastAsiaTheme="minorEastAsia"/>
          <w:kern w:val="2"/>
          <w14:ligatures w14:val="standardContextual"/>
        </w:rPr>
      </w:pPr>
      <w:hyperlink w:anchor="_Toc160026629" w:history="1">
        <w:r w:rsidR="000716EE" w:rsidRPr="00B53CB5">
          <w:rPr>
            <w:rStyle w:val="Hyperlink"/>
            <w:u w:val="none"/>
          </w:rPr>
          <w:t>3.10.7</w:t>
        </w:r>
        <w:r w:rsidR="000716EE" w:rsidRPr="00B53CB5">
          <w:rPr>
            <w:rFonts w:eastAsiaTheme="minorEastAsia"/>
            <w:kern w:val="2"/>
            <w14:ligatures w14:val="standardContextual"/>
          </w:rPr>
          <w:tab/>
        </w:r>
        <w:r w:rsidR="000716EE" w:rsidRPr="00B53CB5">
          <w:rPr>
            <w:rStyle w:val="Hyperlink"/>
            <w:u w:val="none"/>
          </w:rPr>
          <w:t>ERCOT System Modeling Requirements</w:t>
        </w:r>
        <w:r w:rsidR="000716EE" w:rsidRPr="00B53CB5">
          <w:rPr>
            <w:webHidden/>
          </w:rPr>
          <w:tab/>
        </w:r>
        <w:r w:rsidR="000716EE" w:rsidRPr="00B53CB5">
          <w:rPr>
            <w:webHidden/>
          </w:rPr>
          <w:fldChar w:fldCharType="begin"/>
        </w:r>
        <w:r w:rsidR="000716EE" w:rsidRPr="00B53CB5">
          <w:rPr>
            <w:webHidden/>
          </w:rPr>
          <w:instrText xml:space="preserve"> PAGEREF _Toc160026629 \h </w:instrText>
        </w:r>
        <w:r w:rsidR="000716EE" w:rsidRPr="00B53CB5">
          <w:rPr>
            <w:webHidden/>
          </w:rPr>
        </w:r>
        <w:r w:rsidR="000716EE" w:rsidRPr="00B53CB5">
          <w:rPr>
            <w:webHidden/>
          </w:rPr>
          <w:fldChar w:fldCharType="separate"/>
        </w:r>
        <w:r w:rsidR="001B6E2D" w:rsidRPr="00B53CB5">
          <w:rPr>
            <w:webHidden/>
          </w:rPr>
          <w:t>3-160</w:t>
        </w:r>
        <w:r w:rsidR="000716EE" w:rsidRPr="00B53CB5">
          <w:rPr>
            <w:webHidden/>
          </w:rPr>
          <w:fldChar w:fldCharType="end"/>
        </w:r>
      </w:hyperlink>
    </w:p>
    <w:p w14:paraId="1376169E" w14:textId="288C64BE" w:rsidR="000716EE" w:rsidRPr="00B53CB5" w:rsidRDefault="0043169A" w:rsidP="00B53CB5">
      <w:pPr>
        <w:pStyle w:val="TOC4"/>
        <w:rPr>
          <w:rFonts w:eastAsiaTheme="minorEastAsia"/>
          <w:snapToGrid/>
          <w:kern w:val="2"/>
          <w:sz w:val="20"/>
          <w:szCs w:val="20"/>
          <w14:ligatures w14:val="standardContextual"/>
        </w:rPr>
      </w:pPr>
      <w:hyperlink w:anchor="_Toc160026630" w:history="1">
        <w:r w:rsidR="000716EE" w:rsidRPr="00B53CB5">
          <w:rPr>
            <w:rStyle w:val="Hyperlink"/>
            <w:bCs w:val="0"/>
            <w:sz w:val="20"/>
            <w:szCs w:val="20"/>
            <w:u w:val="none"/>
          </w:rPr>
          <w:t>3.10.7.1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Modeling of Transmission Elements and Parameters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_Toc160026630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3-161</w:t>
        </w:r>
        <w:r w:rsidR="000716EE" w:rsidRPr="00B53CB5">
          <w:rPr>
            <w:webHidden/>
            <w:sz w:val="20"/>
            <w:szCs w:val="20"/>
          </w:rPr>
          <w:fldChar w:fldCharType="end"/>
        </w:r>
      </w:hyperlink>
    </w:p>
    <w:p w14:paraId="344E798D" w14:textId="7AEEAF9C" w:rsidR="000716EE" w:rsidRPr="00B53CB5" w:rsidRDefault="0043169A">
      <w:pPr>
        <w:pStyle w:val="TOC5"/>
        <w:rPr>
          <w:rFonts w:eastAsiaTheme="minorEastAsia"/>
          <w:i w:val="0"/>
          <w:kern w:val="2"/>
          <w:sz w:val="20"/>
          <w:szCs w:val="20"/>
          <w14:ligatures w14:val="standardContextual"/>
        </w:rPr>
      </w:pPr>
      <w:hyperlink w:anchor="_Toc160026631" w:history="1">
        <w:r w:rsidR="000716EE" w:rsidRPr="00B53CB5">
          <w:rPr>
            <w:rStyle w:val="Hyperlink"/>
            <w:i w:val="0"/>
            <w:sz w:val="20"/>
            <w:szCs w:val="20"/>
            <w:u w:val="none"/>
          </w:rPr>
          <w:t>3.10.7.1.1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Transmission Lines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_Toc160026631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3-162</w:t>
        </w:r>
        <w:r w:rsidR="000716EE" w:rsidRPr="00B53CB5">
          <w:rPr>
            <w:i w:val="0"/>
            <w:webHidden/>
            <w:sz w:val="20"/>
            <w:szCs w:val="20"/>
          </w:rPr>
          <w:fldChar w:fldCharType="end"/>
        </w:r>
      </w:hyperlink>
    </w:p>
    <w:p w14:paraId="4199DB02" w14:textId="0E9B2CE3" w:rsidR="000716EE" w:rsidRPr="00B53CB5" w:rsidRDefault="0043169A">
      <w:pPr>
        <w:pStyle w:val="TOC5"/>
        <w:rPr>
          <w:rFonts w:eastAsiaTheme="minorEastAsia"/>
          <w:i w:val="0"/>
          <w:kern w:val="2"/>
          <w:sz w:val="20"/>
          <w:szCs w:val="20"/>
          <w14:ligatures w14:val="standardContextual"/>
        </w:rPr>
      </w:pPr>
      <w:hyperlink w:anchor="_Toc160026632" w:history="1">
        <w:r w:rsidR="000716EE" w:rsidRPr="00B53CB5">
          <w:rPr>
            <w:rStyle w:val="Hyperlink"/>
            <w:i w:val="0"/>
            <w:sz w:val="20"/>
            <w:szCs w:val="20"/>
            <w:u w:val="none"/>
          </w:rPr>
          <w:t>3.10.7.1.2</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Transmission Buses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_Toc160026632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3-164</w:t>
        </w:r>
        <w:r w:rsidR="000716EE" w:rsidRPr="00B53CB5">
          <w:rPr>
            <w:i w:val="0"/>
            <w:webHidden/>
            <w:sz w:val="20"/>
            <w:szCs w:val="20"/>
          </w:rPr>
          <w:fldChar w:fldCharType="end"/>
        </w:r>
      </w:hyperlink>
    </w:p>
    <w:p w14:paraId="4673ABD3" w14:textId="2D39B76B" w:rsidR="000716EE" w:rsidRPr="00B53CB5" w:rsidRDefault="0043169A">
      <w:pPr>
        <w:pStyle w:val="TOC5"/>
        <w:rPr>
          <w:rFonts w:eastAsiaTheme="minorEastAsia"/>
          <w:i w:val="0"/>
          <w:kern w:val="2"/>
          <w:sz w:val="20"/>
          <w:szCs w:val="20"/>
          <w14:ligatures w14:val="standardContextual"/>
        </w:rPr>
      </w:pPr>
      <w:hyperlink w:anchor="_Toc160026633" w:history="1">
        <w:r w:rsidR="000716EE" w:rsidRPr="00B53CB5">
          <w:rPr>
            <w:rStyle w:val="Hyperlink"/>
            <w:i w:val="0"/>
            <w:sz w:val="20"/>
            <w:szCs w:val="20"/>
            <w:u w:val="none"/>
          </w:rPr>
          <w:t>3.10.7.1.3</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Transmission Breakers and Switches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_Toc160026633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3-165</w:t>
        </w:r>
        <w:r w:rsidR="000716EE" w:rsidRPr="00B53CB5">
          <w:rPr>
            <w:i w:val="0"/>
            <w:webHidden/>
            <w:sz w:val="20"/>
            <w:szCs w:val="20"/>
          </w:rPr>
          <w:fldChar w:fldCharType="end"/>
        </w:r>
      </w:hyperlink>
    </w:p>
    <w:p w14:paraId="5E939E29" w14:textId="60E1F8DB" w:rsidR="000716EE" w:rsidRPr="00B53CB5" w:rsidRDefault="0043169A">
      <w:pPr>
        <w:pStyle w:val="TOC5"/>
        <w:rPr>
          <w:rFonts w:eastAsiaTheme="minorEastAsia"/>
          <w:i w:val="0"/>
          <w:kern w:val="2"/>
          <w:sz w:val="20"/>
          <w:szCs w:val="20"/>
          <w14:ligatures w14:val="standardContextual"/>
        </w:rPr>
      </w:pPr>
      <w:hyperlink w:anchor="_Toc160026634" w:history="1">
        <w:r w:rsidR="000716EE" w:rsidRPr="00B53CB5">
          <w:rPr>
            <w:rStyle w:val="Hyperlink"/>
            <w:i w:val="0"/>
            <w:sz w:val="20"/>
            <w:szCs w:val="20"/>
            <w:u w:val="none"/>
          </w:rPr>
          <w:t>3.10.7.1.4</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Transmission, Main Power Transformers (MPTs) and Generation Resource Step-Up Transformers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_Toc160026634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3-167</w:t>
        </w:r>
        <w:r w:rsidR="000716EE" w:rsidRPr="00B53CB5">
          <w:rPr>
            <w:i w:val="0"/>
            <w:webHidden/>
            <w:sz w:val="20"/>
            <w:szCs w:val="20"/>
          </w:rPr>
          <w:fldChar w:fldCharType="end"/>
        </w:r>
      </w:hyperlink>
    </w:p>
    <w:p w14:paraId="602762EF" w14:textId="32C4B61B" w:rsidR="000716EE" w:rsidRPr="00B53CB5" w:rsidRDefault="0043169A">
      <w:pPr>
        <w:pStyle w:val="TOC5"/>
        <w:rPr>
          <w:rFonts w:eastAsiaTheme="minorEastAsia"/>
          <w:i w:val="0"/>
          <w:kern w:val="2"/>
          <w:sz w:val="20"/>
          <w:szCs w:val="20"/>
          <w14:ligatures w14:val="standardContextual"/>
        </w:rPr>
      </w:pPr>
      <w:hyperlink w:anchor="_Toc160026635" w:history="1">
        <w:r w:rsidR="000716EE" w:rsidRPr="00B53CB5">
          <w:rPr>
            <w:rStyle w:val="Hyperlink"/>
            <w:i w:val="0"/>
            <w:sz w:val="20"/>
            <w:szCs w:val="20"/>
            <w:u w:val="none"/>
          </w:rPr>
          <w:t>3.10.7.1.5</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Reactors, Capacitors, and other Reactive Controlled Sources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_Toc160026635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3-169</w:t>
        </w:r>
        <w:r w:rsidR="000716EE" w:rsidRPr="00B53CB5">
          <w:rPr>
            <w:i w:val="0"/>
            <w:webHidden/>
            <w:sz w:val="20"/>
            <w:szCs w:val="20"/>
          </w:rPr>
          <w:fldChar w:fldCharType="end"/>
        </w:r>
      </w:hyperlink>
    </w:p>
    <w:p w14:paraId="620B5512" w14:textId="22FB113C" w:rsidR="000716EE" w:rsidRPr="00B53CB5" w:rsidRDefault="0043169A" w:rsidP="00B53CB5">
      <w:pPr>
        <w:pStyle w:val="TOC4"/>
        <w:rPr>
          <w:rFonts w:eastAsiaTheme="minorEastAsia"/>
          <w:snapToGrid/>
          <w:kern w:val="2"/>
          <w:sz w:val="20"/>
          <w:szCs w:val="20"/>
          <w14:ligatures w14:val="standardContextual"/>
        </w:rPr>
      </w:pPr>
      <w:hyperlink w:anchor="_Toc160026636" w:history="1">
        <w:r w:rsidR="000716EE" w:rsidRPr="00B53CB5">
          <w:rPr>
            <w:rStyle w:val="Hyperlink"/>
            <w:bCs w:val="0"/>
            <w:sz w:val="20"/>
            <w:szCs w:val="20"/>
            <w:u w:val="none"/>
          </w:rPr>
          <w:t>3.10.7.2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Modeling of Resources and Transmission Loads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_Toc160026636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3-170</w:t>
        </w:r>
        <w:r w:rsidR="000716EE" w:rsidRPr="00B53CB5">
          <w:rPr>
            <w:webHidden/>
            <w:sz w:val="20"/>
            <w:szCs w:val="20"/>
          </w:rPr>
          <w:fldChar w:fldCharType="end"/>
        </w:r>
      </w:hyperlink>
    </w:p>
    <w:p w14:paraId="67CB831B" w14:textId="5DFF18F0" w:rsidR="000716EE" w:rsidRPr="00B53CB5" w:rsidRDefault="0043169A">
      <w:pPr>
        <w:pStyle w:val="TOC5"/>
        <w:rPr>
          <w:rFonts w:eastAsiaTheme="minorEastAsia"/>
          <w:i w:val="0"/>
          <w:kern w:val="2"/>
          <w:sz w:val="20"/>
          <w:szCs w:val="20"/>
          <w14:ligatures w14:val="standardContextual"/>
        </w:rPr>
      </w:pPr>
      <w:hyperlink w:anchor="_Toc160026637" w:history="1">
        <w:r w:rsidR="000716EE" w:rsidRPr="00B53CB5">
          <w:rPr>
            <w:rStyle w:val="Hyperlink"/>
            <w:i w:val="0"/>
            <w:sz w:val="20"/>
            <w:szCs w:val="20"/>
            <w:u w:val="none"/>
          </w:rPr>
          <w:t>3.10.7.2.1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Reporting of Demand Response</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_Toc160026637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3-174</w:t>
        </w:r>
        <w:r w:rsidR="000716EE" w:rsidRPr="00B53CB5">
          <w:rPr>
            <w:i w:val="0"/>
            <w:webHidden/>
            <w:sz w:val="20"/>
            <w:szCs w:val="20"/>
          </w:rPr>
          <w:fldChar w:fldCharType="end"/>
        </w:r>
      </w:hyperlink>
    </w:p>
    <w:p w14:paraId="05718E69" w14:textId="2EA06A8C" w:rsidR="000716EE" w:rsidRPr="00B53CB5" w:rsidRDefault="0043169A">
      <w:pPr>
        <w:pStyle w:val="TOC5"/>
        <w:rPr>
          <w:rFonts w:eastAsiaTheme="minorEastAsia"/>
          <w:i w:val="0"/>
          <w:kern w:val="2"/>
          <w:sz w:val="20"/>
          <w:szCs w:val="20"/>
          <w14:ligatures w14:val="standardContextual"/>
        </w:rPr>
      </w:pPr>
      <w:hyperlink w:anchor="_Toc160026638" w:history="1">
        <w:r w:rsidR="000716EE" w:rsidRPr="00B53CB5">
          <w:rPr>
            <w:rStyle w:val="Hyperlink"/>
            <w:i w:val="0"/>
            <w:sz w:val="20"/>
            <w:szCs w:val="20"/>
            <w:u w:val="none"/>
          </w:rPr>
          <w:t>3.10.7.2.2</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Annual Demand Response Report</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_Toc160026638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3-175</w:t>
        </w:r>
        <w:r w:rsidR="000716EE" w:rsidRPr="00B53CB5">
          <w:rPr>
            <w:i w:val="0"/>
            <w:webHidden/>
            <w:sz w:val="20"/>
            <w:szCs w:val="20"/>
          </w:rPr>
          <w:fldChar w:fldCharType="end"/>
        </w:r>
      </w:hyperlink>
    </w:p>
    <w:p w14:paraId="7070FF53" w14:textId="33EA73FE" w:rsidR="000716EE" w:rsidRPr="00B53CB5" w:rsidRDefault="0043169A" w:rsidP="00B53CB5">
      <w:pPr>
        <w:pStyle w:val="TOC4"/>
        <w:rPr>
          <w:rFonts w:eastAsiaTheme="minorEastAsia"/>
          <w:snapToGrid/>
          <w:kern w:val="2"/>
          <w:sz w:val="20"/>
          <w:szCs w:val="20"/>
          <w14:ligatures w14:val="standardContextual"/>
        </w:rPr>
      </w:pPr>
      <w:hyperlink w:anchor="_Toc160026639" w:history="1">
        <w:r w:rsidR="000716EE" w:rsidRPr="00B53CB5">
          <w:rPr>
            <w:rStyle w:val="Hyperlink"/>
            <w:bCs w:val="0"/>
            <w:sz w:val="20"/>
            <w:szCs w:val="20"/>
            <w:u w:val="none"/>
          </w:rPr>
          <w:t>3.10.7.3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Modeling of Private Use Networks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_Toc160026639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3-177</w:t>
        </w:r>
        <w:r w:rsidR="000716EE" w:rsidRPr="00B53CB5">
          <w:rPr>
            <w:webHidden/>
            <w:sz w:val="20"/>
            <w:szCs w:val="20"/>
          </w:rPr>
          <w:fldChar w:fldCharType="end"/>
        </w:r>
      </w:hyperlink>
    </w:p>
    <w:p w14:paraId="3A00014C" w14:textId="46AE55D9" w:rsidR="000716EE" w:rsidRPr="00B53CB5" w:rsidRDefault="0043169A" w:rsidP="00B53CB5">
      <w:pPr>
        <w:pStyle w:val="TOC4"/>
        <w:rPr>
          <w:rFonts w:eastAsiaTheme="minorEastAsia"/>
          <w:snapToGrid/>
          <w:kern w:val="2"/>
          <w:sz w:val="20"/>
          <w:szCs w:val="20"/>
          <w14:ligatures w14:val="standardContextual"/>
        </w:rPr>
      </w:pPr>
      <w:hyperlink w:anchor="_Toc160026640" w:history="1">
        <w:r w:rsidR="000716EE" w:rsidRPr="00B53CB5">
          <w:rPr>
            <w:rStyle w:val="Hyperlink"/>
            <w:bCs w:val="0"/>
            <w:sz w:val="20"/>
            <w:szCs w:val="20"/>
            <w:u w:val="none"/>
          </w:rPr>
          <w:t>3.10.7.4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Remedial Action Schemes, Automatic Mitigation Plans and Remedial Action Plans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_Toc160026640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3-179</w:t>
        </w:r>
        <w:r w:rsidR="000716EE" w:rsidRPr="00B53CB5">
          <w:rPr>
            <w:webHidden/>
            <w:sz w:val="20"/>
            <w:szCs w:val="20"/>
          </w:rPr>
          <w:fldChar w:fldCharType="end"/>
        </w:r>
      </w:hyperlink>
    </w:p>
    <w:p w14:paraId="2D3E9B0D" w14:textId="19026551" w:rsidR="000716EE" w:rsidRPr="00B53CB5" w:rsidRDefault="0043169A" w:rsidP="00B53CB5">
      <w:pPr>
        <w:pStyle w:val="TOC4"/>
        <w:rPr>
          <w:rFonts w:eastAsiaTheme="minorEastAsia"/>
          <w:snapToGrid/>
          <w:kern w:val="2"/>
          <w:sz w:val="20"/>
          <w:szCs w:val="20"/>
          <w14:ligatures w14:val="standardContextual"/>
        </w:rPr>
      </w:pPr>
      <w:hyperlink w:anchor="_Toc160026641" w:history="1">
        <w:r w:rsidR="000716EE" w:rsidRPr="00B53CB5">
          <w:rPr>
            <w:rStyle w:val="Hyperlink"/>
            <w:bCs w:val="0"/>
            <w:sz w:val="20"/>
            <w:szCs w:val="20"/>
            <w:u w:val="none"/>
          </w:rPr>
          <w:t>3.10.7.5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Telemetry Requirements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_Toc160026641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3-180</w:t>
        </w:r>
        <w:r w:rsidR="000716EE" w:rsidRPr="00B53CB5">
          <w:rPr>
            <w:webHidden/>
            <w:sz w:val="20"/>
            <w:szCs w:val="20"/>
          </w:rPr>
          <w:fldChar w:fldCharType="end"/>
        </w:r>
      </w:hyperlink>
    </w:p>
    <w:p w14:paraId="55CEFE6A" w14:textId="7AA94E35" w:rsidR="000716EE" w:rsidRPr="00B53CB5" w:rsidRDefault="0043169A">
      <w:pPr>
        <w:pStyle w:val="TOC5"/>
        <w:rPr>
          <w:rFonts w:eastAsiaTheme="minorEastAsia"/>
          <w:i w:val="0"/>
          <w:kern w:val="2"/>
          <w:sz w:val="20"/>
          <w:szCs w:val="20"/>
          <w14:ligatures w14:val="standardContextual"/>
        </w:rPr>
      </w:pPr>
      <w:hyperlink w:anchor="_Toc160026642" w:history="1">
        <w:r w:rsidR="000716EE" w:rsidRPr="00B53CB5">
          <w:rPr>
            <w:rStyle w:val="Hyperlink"/>
            <w:i w:val="0"/>
            <w:sz w:val="20"/>
            <w:szCs w:val="20"/>
            <w:u w:val="none"/>
          </w:rPr>
          <w:t>3.10.7.5.1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Continuous Telemetry of the Status of Breakers and Switches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_Toc160026642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3-182</w:t>
        </w:r>
        <w:r w:rsidR="000716EE" w:rsidRPr="00B53CB5">
          <w:rPr>
            <w:i w:val="0"/>
            <w:webHidden/>
            <w:sz w:val="20"/>
            <w:szCs w:val="20"/>
          </w:rPr>
          <w:fldChar w:fldCharType="end"/>
        </w:r>
      </w:hyperlink>
    </w:p>
    <w:p w14:paraId="0103074C" w14:textId="5E393EDE" w:rsidR="000716EE" w:rsidRPr="00B53CB5" w:rsidRDefault="0043169A">
      <w:pPr>
        <w:pStyle w:val="TOC5"/>
        <w:rPr>
          <w:rFonts w:eastAsiaTheme="minorEastAsia"/>
          <w:i w:val="0"/>
          <w:kern w:val="2"/>
          <w:sz w:val="20"/>
          <w:szCs w:val="20"/>
          <w14:ligatures w14:val="standardContextual"/>
        </w:rPr>
      </w:pPr>
      <w:hyperlink w:anchor="_Toc160026643" w:history="1">
        <w:r w:rsidR="000716EE" w:rsidRPr="00B53CB5">
          <w:rPr>
            <w:rStyle w:val="Hyperlink"/>
            <w:i w:val="0"/>
            <w:sz w:val="20"/>
            <w:szCs w:val="20"/>
            <w:u w:val="none"/>
          </w:rPr>
          <w:t>3.10.7.5.2</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Continuous Telemetry of the Real-Time Measurements of Bus Load, Voltages, Tap Position, and Flows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_Toc160026643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3-185</w:t>
        </w:r>
        <w:r w:rsidR="000716EE" w:rsidRPr="00B53CB5">
          <w:rPr>
            <w:i w:val="0"/>
            <w:webHidden/>
            <w:sz w:val="20"/>
            <w:szCs w:val="20"/>
          </w:rPr>
          <w:fldChar w:fldCharType="end"/>
        </w:r>
      </w:hyperlink>
    </w:p>
    <w:p w14:paraId="6C3B9977" w14:textId="085CF8D9" w:rsidR="000716EE" w:rsidRPr="00B53CB5" w:rsidRDefault="0043169A">
      <w:pPr>
        <w:pStyle w:val="TOC5"/>
        <w:rPr>
          <w:rFonts w:eastAsiaTheme="minorEastAsia"/>
          <w:i w:val="0"/>
          <w:kern w:val="2"/>
          <w:sz w:val="20"/>
          <w:szCs w:val="20"/>
          <w14:ligatures w14:val="standardContextual"/>
        </w:rPr>
      </w:pPr>
      <w:hyperlink w:anchor="_Toc160026644" w:history="1">
        <w:r w:rsidR="000716EE" w:rsidRPr="00B53CB5">
          <w:rPr>
            <w:rStyle w:val="Hyperlink"/>
            <w:i w:val="0"/>
            <w:sz w:val="20"/>
            <w:szCs w:val="20"/>
            <w:u w:val="none"/>
          </w:rPr>
          <w:t xml:space="preserve">3.10.7.5.3 </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Required Telemetry of Voltage and Power Flow</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_Toc160026644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3-188</w:t>
        </w:r>
        <w:r w:rsidR="000716EE" w:rsidRPr="00B53CB5">
          <w:rPr>
            <w:i w:val="0"/>
            <w:webHidden/>
            <w:sz w:val="20"/>
            <w:szCs w:val="20"/>
          </w:rPr>
          <w:fldChar w:fldCharType="end"/>
        </w:r>
      </w:hyperlink>
    </w:p>
    <w:p w14:paraId="457B668A" w14:textId="176C6DFF" w:rsidR="000716EE" w:rsidRPr="00B53CB5" w:rsidRDefault="0043169A">
      <w:pPr>
        <w:pStyle w:val="TOC5"/>
        <w:rPr>
          <w:rFonts w:eastAsiaTheme="minorEastAsia"/>
          <w:i w:val="0"/>
          <w:kern w:val="2"/>
          <w:sz w:val="20"/>
          <w:szCs w:val="20"/>
          <w14:ligatures w14:val="standardContextual"/>
        </w:rPr>
      </w:pPr>
      <w:hyperlink w:anchor="_Toc160026645" w:history="1">
        <w:r w:rsidR="000716EE" w:rsidRPr="00B53CB5">
          <w:rPr>
            <w:rStyle w:val="Hyperlink"/>
            <w:i w:val="0"/>
            <w:sz w:val="20"/>
            <w:szCs w:val="20"/>
            <w:u w:val="none"/>
          </w:rPr>
          <w:t>3.10.7.5.4</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General Telemetry Performance Criteria</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_Toc160026645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3-189</w:t>
        </w:r>
        <w:r w:rsidR="000716EE" w:rsidRPr="00B53CB5">
          <w:rPr>
            <w:i w:val="0"/>
            <w:webHidden/>
            <w:sz w:val="20"/>
            <w:szCs w:val="20"/>
          </w:rPr>
          <w:fldChar w:fldCharType="end"/>
        </w:r>
      </w:hyperlink>
    </w:p>
    <w:p w14:paraId="2A198856" w14:textId="4F209ADA" w:rsidR="000716EE" w:rsidRPr="00B53CB5" w:rsidRDefault="0043169A">
      <w:pPr>
        <w:pStyle w:val="TOC5"/>
        <w:rPr>
          <w:rFonts w:eastAsiaTheme="minorEastAsia"/>
          <w:i w:val="0"/>
          <w:kern w:val="2"/>
          <w:sz w:val="20"/>
          <w:szCs w:val="20"/>
          <w14:ligatures w14:val="standardContextual"/>
        </w:rPr>
      </w:pPr>
      <w:hyperlink w:anchor="_Toc160026646" w:history="1">
        <w:r w:rsidR="000716EE" w:rsidRPr="00B53CB5">
          <w:rPr>
            <w:rStyle w:val="Hyperlink"/>
            <w:i w:val="0"/>
            <w:sz w:val="20"/>
            <w:szCs w:val="20"/>
            <w:u w:val="none"/>
          </w:rPr>
          <w:t>3.10.7.5.5</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Supplemental Telemetry Performance Criteria</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_Toc160026646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3-190</w:t>
        </w:r>
        <w:r w:rsidR="000716EE" w:rsidRPr="00B53CB5">
          <w:rPr>
            <w:i w:val="0"/>
            <w:webHidden/>
            <w:sz w:val="20"/>
            <w:szCs w:val="20"/>
          </w:rPr>
          <w:fldChar w:fldCharType="end"/>
        </w:r>
      </w:hyperlink>
    </w:p>
    <w:p w14:paraId="30901AAB" w14:textId="15822FF1" w:rsidR="000716EE" w:rsidRPr="00B53CB5" w:rsidRDefault="0043169A">
      <w:pPr>
        <w:pStyle w:val="TOC5"/>
        <w:rPr>
          <w:rFonts w:eastAsiaTheme="minorEastAsia"/>
          <w:i w:val="0"/>
          <w:kern w:val="2"/>
          <w:sz w:val="20"/>
          <w:szCs w:val="20"/>
          <w14:ligatures w14:val="standardContextual"/>
        </w:rPr>
      </w:pPr>
      <w:hyperlink w:anchor="_Toc160026647" w:history="1">
        <w:r w:rsidR="000716EE" w:rsidRPr="00B53CB5">
          <w:rPr>
            <w:rStyle w:val="Hyperlink"/>
            <w:i w:val="0"/>
            <w:sz w:val="20"/>
            <w:szCs w:val="20"/>
            <w:u w:val="none"/>
          </w:rPr>
          <w:t>3.10.7.5.6</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TSP/QSE Telemetry Restoration</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_Toc160026647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3-191</w:t>
        </w:r>
        <w:r w:rsidR="000716EE" w:rsidRPr="00B53CB5">
          <w:rPr>
            <w:i w:val="0"/>
            <w:webHidden/>
            <w:sz w:val="20"/>
            <w:szCs w:val="20"/>
          </w:rPr>
          <w:fldChar w:fldCharType="end"/>
        </w:r>
      </w:hyperlink>
    </w:p>
    <w:p w14:paraId="235BDA47" w14:textId="6B18D788" w:rsidR="000716EE" w:rsidRPr="00B53CB5" w:rsidRDefault="0043169A">
      <w:pPr>
        <w:pStyle w:val="TOC5"/>
        <w:rPr>
          <w:rFonts w:eastAsiaTheme="minorEastAsia"/>
          <w:i w:val="0"/>
          <w:kern w:val="2"/>
          <w:sz w:val="20"/>
          <w:szCs w:val="20"/>
          <w14:ligatures w14:val="standardContextual"/>
        </w:rPr>
      </w:pPr>
      <w:hyperlink w:anchor="_Toc160026648" w:history="1">
        <w:r w:rsidR="000716EE" w:rsidRPr="00B53CB5">
          <w:rPr>
            <w:rStyle w:val="Hyperlink"/>
            <w:i w:val="0"/>
            <w:sz w:val="20"/>
            <w:szCs w:val="20"/>
            <w:u w:val="none"/>
          </w:rPr>
          <w:t>3.10.7.5.7</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Calibration, Quality Checking, and Testing</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_Toc160026648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3-191</w:t>
        </w:r>
        <w:r w:rsidR="000716EE" w:rsidRPr="00B53CB5">
          <w:rPr>
            <w:i w:val="0"/>
            <w:webHidden/>
            <w:sz w:val="20"/>
            <w:szCs w:val="20"/>
          </w:rPr>
          <w:fldChar w:fldCharType="end"/>
        </w:r>
      </w:hyperlink>
    </w:p>
    <w:p w14:paraId="15D1AC90" w14:textId="0EF731D7" w:rsidR="000716EE" w:rsidRPr="00B53CB5" w:rsidRDefault="0043169A">
      <w:pPr>
        <w:pStyle w:val="TOC5"/>
        <w:rPr>
          <w:rFonts w:eastAsiaTheme="minorEastAsia"/>
          <w:i w:val="0"/>
          <w:kern w:val="2"/>
          <w:sz w:val="20"/>
          <w:szCs w:val="20"/>
          <w14:ligatures w14:val="standardContextual"/>
        </w:rPr>
      </w:pPr>
      <w:hyperlink w:anchor="_Toc160026649" w:history="1">
        <w:r w:rsidR="000716EE" w:rsidRPr="00B53CB5">
          <w:rPr>
            <w:rStyle w:val="Hyperlink"/>
            <w:i w:val="0"/>
            <w:sz w:val="20"/>
            <w:szCs w:val="20"/>
            <w:u w:val="none"/>
          </w:rPr>
          <w:t>3.10.7.5.8</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Inter-Control Center Communications Protocol (ICCP) Links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_Toc160026649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3-191</w:t>
        </w:r>
        <w:r w:rsidR="000716EE" w:rsidRPr="00B53CB5">
          <w:rPr>
            <w:i w:val="0"/>
            <w:webHidden/>
            <w:sz w:val="20"/>
            <w:szCs w:val="20"/>
          </w:rPr>
          <w:fldChar w:fldCharType="end"/>
        </w:r>
      </w:hyperlink>
    </w:p>
    <w:p w14:paraId="27D5D0D4" w14:textId="585ACC81" w:rsidR="000716EE" w:rsidRPr="00B53CB5" w:rsidRDefault="0043169A" w:rsidP="00B53CB5">
      <w:pPr>
        <w:pStyle w:val="TOC4"/>
        <w:rPr>
          <w:rFonts w:eastAsiaTheme="minorEastAsia"/>
          <w:snapToGrid/>
          <w:kern w:val="2"/>
          <w:sz w:val="20"/>
          <w:szCs w:val="20"/>
          <w14:ligatures w14:val="standardContextual"/>
        </w:rPr>
      </w:pPr>
      <w:hyperlink w:anchor="_Toc160026650" w:history="1">
        <w:r w:rsidR="000716EE" w:rsidRPr="00B53CB5">
          <w:rPr>
            <w:rStyle w:val="Hyperlink"/>
            <w:bCs w:val="0"/>
            <w:sz w:val="20"/>
            <w:szCs w:val="20"/>
            <w:u w:val="none"/>
          </w:rPr>
          <w:t>3.10.7.5.8.1</w:t>
        </w:r>
        <w:r w:rsidR="00380D83" w:rsidRPr="00B53CB5">
          <w:rPr>
            <w:rStyle w:val="Hyperlink"/>
            <w:bCs w:val="0"/>
            <w:sz w:val="20"/>
            <w:szCs w:val="20"/>
            <w:u w:val="none"/>
          </w:rPr>
          <w:t xml:space="preserve"> </w:t>
        </w:r>
        <w:r w:rsidR="000716EE" w:rsidRPr="00B53CB5">
          <w:rPr>
            <w:rStyle w:val="Hyperlink"/>
            <w:bCs w:val="0"/>
            <w:sz w:val="20"/>
            <w:szCs w:val="20"/>
            <w:u w:val="none"/>
          </w:rPr>
          <w:t>Data Quality Codes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3-191</w:t>
        </w:r>
        <w:r w:rsidR="000716EE" w:rsidRPr="00B53CB5">
          <w:rPr>
            <w:webHidden/>
            <w:sz w:val="20"/>
            <w:szCs w:val="20"/>
          </w:rPr>
          <w:fldChar w:fldCharType="end"/>
        </w:r>
      </w:hyperlink>
    </w:p>
    <w:p w14:paraId="50B9178D" w14:textId="178F00EA" w:rsidR="000716EE" w:rsidRPr="00B53CB5" w:rsidRDefault="0043169A" w:rsidP="00B53CB5">
      <w:pPr>
        <w:pStyle w:val="TOC4"/>
        <w:rPr>
          <w:rFonts w:eastAsiaTheme="minorEastAsia"/>
          <w:snapToGrid/>
          <w:kern w:val="2"/>
          <w:sz w:val="20"/>
          <w:szCs w:val="20"/>
          <w14:ligatures w14:val="standardContextual"/>
        </w:rPr>
      </w:pPr>
      <w:hyperlink w:anchor="_Toc160026651" w:history="1">
        <w:r w:rsidR="000716EE" w:rsidRPr="00B53CB5">
          <w:rPr>
            <w:rStyle w:val="Hyperlink"/>
            <w:bCs w:val="0"/>
            <w:sz w:val="20"/>
            <w:szCs w:val="20"/>
            <w:u w:val="none"/>
          </w:rPr>
          <w:t>3.10.7.5.8.2</w:t>
        </w:r>
        <w:r w:rsidR="00380D83" w:rsidRPr="00B53CB5">
          <w:rPr>
            <w:rStyle w:val="Hyperlink"/>
            <w:bCs w:val="0"/>
            <w:sz w:val="20"/>
            <w:szCs w:val="20"/>
            <w:u w:val="none"/>
          </w:rPr>
          <w:t xml:space="preserve"> </w:t>
        </w:r>
        <w:r w:rsidR="000716EE" w:rsidRPr="00B53CB5">
          <w:rPr>
            <w:rStyle w:val="Hyperlink"/>
            <w:bCs w:val="0"/>
            <w:sz w:val="20"/>
            <w:szCs w:val="20"/>
            <w:u w:val="none"/>
          </w:rPr>
          <w:t>Reliability of ICCP Associations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3-192</w:t>
        </w:r>
        <w:r w:rsidR="000716EE" w:rsidRPr="00B53CB5">
          <w:rPr>
            <w:webHidden/>
            <w:sz w:val="20"/>
            <w:szCs w:val="20"/>
          </w:rPr>
          <w:fldChar w:fldCharType="end"/>
        </w:r>
      </w:hyperlink>
    </w:p>
    <w:p w14:paraId="67C96173" w14:textId="7E282D3F" w:rsidR="000716EE" w:rsidRPr="00B53CB5" w:rsidRDefault="0043169A">
      <w:pPr>
        <w:pStyle w:val="TOC5"/>
        <w:rPr>
          <w:rFonts w:eastAsiaTheme="minorEastAsia"/>
          <w:i w:val="0"/>
          <w:kern w:val="2"/>
          <w:sz w:val="20"/>
          <w:szCs w:val="20"/>
          <w14:ligatures w14:val="standardContextual"/>
        </w:rPr>
      </w:pPr>
      <w:hyperlink w:anchor="_Toc160026652" w:history="1">
        <w:r w:rsidR="000716EE" w:rsidRPr="00B53CB5">
          <w:rPr>
            <w:rStyle w:val="Hyperlink"/>
            <w:i w:val="0"/>
            <w:sz w:val="20"/>
            <w:szCs w:val="20"/>
            <w:u w:val="none"/>
          </w:rPr>
          <w:t>3.10.7.5.9</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ERCOT Requests for Telemetry</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_Toc160026652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3-192</w:t>
        </w:r>
        <w:r w:rsidR="000716EE" w:rsidRPr="00B53CB5">
          <w:rPr>
            <w:i w:val="0"/>
            <w:webHidden/>
            <w:sz w:val="20"/>
            <w:szCs w:val="20"/>
          </w:rPr>
          <w:fldChar w:fldCharType="end"/>
        </w:r>
      </w:hyperlink>
    </w:p>
    <w:p w14:paraId="33AC61D4" w14:textId="1EB6E425" w:rsidR="000716EE" w:rsidRPr="00B53CB5" w:rsidRDefault="0043169A">
      <w:pPr>
        <w:pStyle w:val="TOC5"/>
        <w:rPr>
          <w:rFonts w:eastAsiaTheme="minorEastAsia"/>
          <w:i w:val="0"/>
          <w:kern w:val="2"/>
          <w:sz w:val="20"/>
          <w:szCs w:val="20"/>
          <w14:ligatures w14:val="standardContextual"/>
        </w:rPr>
      </w:pPr>
      <w:hyperlink w:anchor="_Toc160026653" w:history="1">
        <w:r w:rsidR="000716EE" w:rsidRPr="00B53CB5">
          <w:rPr>
            <w:rStyle w:val="Hyperlink"/>
            <w:i w:val="0"/>
            <w:sz w:val="20"/>
            <w:szCs w:val="20"/>
            <w:u w:val="none"/>
          </w:rPr>
          <w:t>3.10.7.5.10</w:t>
        </w:r>
        <w:r w:rsidR="00380D83" w:rsidRPr="00B53CB5">
          <w:rPr>
            <w:rStyle w:val="Hyperlink"/>
            <w:i w:val="0"/>
            <w:sz w:val="20"/>
            <w:szCs w:val="20"/>
            <w:u w:val="none"/>
          </w:rPr>
          <w:t xml:space="preserve"> </w:t>
        </w:r>
        <w:r w:rsidR="000716EE" w:rsidRPr="00B53CB5">
          <w:rPr>
            <w:rStyle w:val="Hyperlink"/>
            <w:i w:val="0"/>
            <w:sz w:val="20"/>
            <w:szCs w:val="20"/>
            <w:u w:val="none"/>
          </w:rPr>
          <w:t>ERCOT Requests for Redundant Telemetry</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_Toc160026653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3-194</w:t>
        </w:r>
        <w:r w:rsidR="000716EE" w:rsidRPr="00B53CB5">
          <w:rPr>
            <w:i w:val="0"/>
            <w:webHidden/>
            <w:sz w:val="20"/>
            <w:szCs w:val="20"/>
          </w:rPr>
          <w:fldChar w:fldCharType="end"/>
        </w:r>
      </w:hyperlink>
    </w:p>
    <w:p w14:paraId="7731CED0" w14:textId="4244B30F" w:rsidR="000716EE" w:rsidRPr="00B53CB5" w:rsidRDefault="0043169A" w:rsidP="00B53CB5">
      <w:pPr>
        <w:pStyle w:val="TOC4"/>
        <w:rPr>
          <w:rFonts w:eastAsiaTheme="minorEastAsia"/>
          <w:snapToGrid/>
          <w:kern w:val="2"/>
          <w:sz w:val="20"/>
          <w:szCs w:val="20"/>
          <w14:ligatures w14:val="standardContextual"/>
        </w:rPr>
      </w:pPr>
      <w:hyperlink w:anchor="_Toc160026654" w:history="1">
        <w:r w:rsidR="000716EE" w:rsidRPr="00B53CB5">
          <w:rPr>
            <w:rStyle w:val="Hyperlink"/>
            <w:bCs w:val="0"/>
            <w:sz w:val="20"/>
            <w:szCs w:val="20"/>
            <w:u w:val="none"/>
          </w:rPr>
          <w:t>3.10.7.6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Use of Generic Transmission Constraints and Generic Transmission Limits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3-196</w:t>
        </w:r>
        <w:r w:rsidR="000716EE" w:rsidRPr="00B53CB5">
          <w:rPr>
            <w:webHidden/>
            <w:sz w:val="20"/>
            <w:szCs w:val="20"/>
          </w:rPr>
          <w:fldChar w:fldCharType="end"/>
        </w:r>
      </w:hyperlink>
    </w:p>
    <w:p w14:paraId="4CD808BC" w14:textId="5B810A4D" w:rsidR="000716EE" w:rsidRPr="00B53CB5" w:rsidRDefault="0043169A" w:rsidP="00B53CB5">
      <w:pPr>
        <w:pStyle w:val="TOC4"/>
        <w:rPr>
          <w:rFonts w:eastAsiaTheme="minorEastAsia"/>
          <w:snapToGrid/>
          <w:kern w:val="2"/>
          <w:sz w:val="20"/>
          <w:szCs w:val="20"/>
          <w14:ligatures w14:val="standardContextual"/>
        </w:rPr>
      </w:pPr>
      <w:hyperlink w:anchor="_Toc160026655" w:history="1">
        <w:r w:rsidR="000716EE" w:rsidRPr="00B53CB5">
          <w:rPr>
            <w:rStyle w:val="Hyperlink"/>
            <w:bCs w:val="0"/>
            <w:sz w:val="20"/>
            <w:szCs w:val="20"/>
            <w:u w:val="none"/>
          </w:rPr>
          <w:t>3.10.7.7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DC Tie Limits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3-197</w:t>
        </w:r>
        <w:r w:rsidR="000716EE" w:rsidRPr="00B53CB5">
          <w:rPr>
            <w:webHidden/>
            <w:sz w:val="20"/>
            <w:szCs w:val="20"/>
          </w:rPr>
          <w:fldChar w:fldCharType="end"/>
        </w:r>
      </w:hyperlink>
    </w:p>
    <w:p w14:paraId="598C1B98" w14:textId="11672839" w:rsidR="000716EE" w:rsidRPr="00B53CB5" w:rsidRDefault="0043169A">
      <w:pPr>
        <w:pStyle w:val="TOC3"/>
        <w:rPr>
          <w:rFonts w:eastAsiaTheme="minorEastAsia"/>
          <w:kern w:val="2"/>
          <w14:ligatures w14:val="standardContextual"/>
        </w:rPr>
      </w:pPr>
      <w:hyperlink w:anchor="_Toc160026657" w:history="1">
        <w:r w:rsidR="000716EE" w:rsidRPr="00B53CB5">
          <w:rPr>
            <w:rStyle w:val="Hyperlink"/>
            <w:u w:val="none"/>
          </w:rPr>
          <w:t>3.10.8</w:t>
        </w:r>
        <w:r w:rsidR="000716EE" w:rsidRPr="00B53CB5">
          <w:rPr>
            <w:rFonts w:eastAsiaTheme="minorEastAsia"/>
            <w:kern w:val="2"/>
            <w14:ligatures w14:val="standardContextual"/>
          </w:rPr>
          <w:tab/>
        </w:r>
        <w:r w:rsidR="000716EE" w:rsidRPr="00B53CB5">
          <w:rPr>
            <w:rStyle w:val="Hyperlink"/>
            <w:u w:val="none"/>
          </w:rPr>
          <w:t>Dynamic Ratings</w:t>
        </w:r>
        <w:r w:rsidR="000716EE" w:rsidRPr="00B53CB5">
          <w:rPr>
            <w:webHidden/>
          </w:rPr>
          <w:tab/>
        </w:r>
        <w:r w:rsidR="000716EE" w:rsidRPr="00B53CB5">
          <w:rPr>
            <w:webHidden/>
          </w:rPr>
          <w:fldChar w:fldCharType="begin"/>
        </w:r>
        <w:r w:rsidR="000716EE" w:rsidRPr="00B53CB5">
          <w:rPr>
            <w:webHidden/>
          </w:rPr>
          <w:instrText xml:space="preserve"> PAGEREF _Toc160026657 \h </w:instrText>
        </w:r>
        <w:r w:rsidR="000716EE" w:rsidRPr="00B53CB5">
          <w:rPr>
            <w:webHidden/>
          </w:rPr>
        </w:r>
        <w:r w:rsidR="000716EE" w:rsidRPr="00B53CB5">
          <w:rPr>
            <w:webHidden/>
          </w:rPr>
          <w:fldChar w:fldCharType="separate"/>
        </w:r>
        <w:r w:rsidR="001B6E2D" w:rsidRPr="00B53CB5">
          <w:rPr>
            <w:webHidden/>
          </w:rPr>
          <w:t>3-198</w:t>
        </w:r>
        <w:r w:rsidR="000716EE" w:rsidRPr="00B53CB5">
          <w:rPr>
            <w:webHidden/>
          </w:rPr>
          <w:fldChar w:fldCharType="end"/>
        </w:r>
      </w:hyperlink>
    </w:p>
    <w:p w14:paraId="6F0B8748" w14:textId="0EFE0D24" w:rsidR="000716EE" w:rsidRPr="00B53CB5" w:rsidRDefault="0043169A" w:rsidP="00B53CB5">
      <w:pPr>
        <w:pStyle w:val="TOC4"/>
        <w:rPr>
          <w:rFonts w:eastAsiaTheme="minorEastAsia"/>
          <w:snapToGrid/>
          <w:kern w:val="2"/>
          <w:sz w:val="20"/>
          <w:szCs w:val="20"/>
          <w14:ligatures w14:val="standardContextual"/>
        </w:rPr>
      </w:pPr>
      <w:hyperlink w:anchor="_Toc160026658" w:history="1">
        <w:r w:rsidR="000716EE" w:rsidRPr="00B53CB5">
          <w:rPr>
            <w:rStyle w:val="Hyperlink"/>
            <w:bCs w:val="0"/>
            <w:sz w:val="20"/>
            <w:szCs w:val="20"/>
            <w:u w:val="none"/>
          </w:rPr>
          <w:t>3.10.8.1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Dynamic Ratings Delivered via ICCP</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3-198</w:t>
        </w:r>
        <w:r w:rsidR="000716EE" w:rsidRPr="00B53CB5">
          <w:rPr>
            <w:webHidden/>
            <w:sz w:val="20"/>
            <w:szCs w:val="20"/>
          </w:rPr>
          <w:fldChar w:fldCharType="end"/>
        </w:r>
      </w:hyperlink>
    </w:p>
    <w:p w14:paraId="2851D908" w14:textId="12E61D46" w:rsidR="000716EE" w:rsidRPr="00B53CB5" w:rsidRDefault="0043169A" w:rsidP="00B53CB5">
      <w:pPr>
        <w:pStyle w:val="TOC4"/>
        <w:rPr>
          <w:rFonts w:eastAsiaTheme="minorEastAsia"/>
          <w:snapToGrid/>
          <w:kern w:val="2"/>
          <w:sz w:val="20"/>
          <w:szCs w:val="20"/>
          <w14:ligatures w14:val="standardContextual"/>
        </w:rPr>
      </w:pPr>
      <w:hyperlink w:anchor="_Toc160026659" w:history="1">
        <w:r w:rsidR="000716EE" w:rsidRPr="00B53CB5">
          <w:rPr>
            <w:rStyle w:val="Hyperlink"/>
            <w:bCs w:val="0"/>
            <w:sz w:val="20"/>
            <w:szCs w:val="20"/>
            <w:u w:val="none"/>
          </w:rPr>
          <w:t>3.10.8.2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Dynamic Ratings Delivered via Static Table and Telemetered Temperature</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_Toc160026659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3-199</w:t>
        </w:r>
        <w:r w:rsidR="000716EE" w:rsidRPr="00B53CB5">
          <w:rPr>
            <w:webHidden/>
            <w:sz w:val="20"/>
            <w:szCs w:val="20"/>
          </w:rPr>
          <w:fldChar w:fldCharType="end"/>
        </w:r>
      </w:hyperlink>
    </w:p>
    <w:p w14:paraId="66FFD5C1" w14:textId="05118F71" w:rsidR="000716EE" w:rsidRPr="00B53CB5" w:rsidRDefault="0043169A" w:rsidP="00B53CB5">
      <w:pPr>
        <w:pStyle w:val="TOC4"/>
        <w:rPr>
          <w:rFonts w:eastAsiaTheme="minorEastAsia"/>
          <w:snapToGrid/>
          <w:kern w:val="2"/>
          <w:sz w:val="20"/>
          <w:szCs w:val="20"/>
          <w14:ligatures w14:val="standardContextual"/>
        </w:rPr>
      </w:pPr>
      <w:hyperlink w:anchor="_Toc160026660" w:history="1">
        <w:r w:rsidR="000716EE" w:rsidRPr="00B53CB5">
          <w:rPr>
            <w:rStyle w:val="Hyperlink"/>
            <w:bCs w:val="0"/>
            <w:sz w:val="20"/>
            <w:szCs w:val="20"/>
            <w:u w:val="none"/>
          </w:rPr>
          <w:t>3.10.8.3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Dynamic Rating Network Operations Model Change Requests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3-199</w:t>
        </w:r>
        <w:r w:rsidR="000716EE" w:rsidRPr="00B53CB5">
          <w:rPr>
            <w:webHidden/>
            <w:sz w:val="20"/>
            <w:szCs w:val="20"/>
          </w:rPr>
          <w:fldChar w:fldCharType="end"/>
        </w:r>
      </w:hyperlink>
    </w:p>
    <w:p w14:paraId="7FB842BF" w14:textId="5824E74A" w:rsidR="000716EE" w:rsidRPr="00B53CB5" w:rsidRDefault="0043169A" w:rsidP="00B53CB5">
      <w:pPr>
        <w:pStyle w:val="TOC4"/>
        <w:rPr>
          <w:rFonts w:eastAsiaTheme="minorEastAsia"/>
          <w:snapToGrid/>
          <w:kern w:val="2"/>
          <w:sz w:val="20"/>
          <w:szCs w:val="20"/>
          <w14:ligatures w14:val="standardContextual"/>
        </w:rPr>
      </w:pPr>
      <w:hyperlink w:anchor="_Toc160026661" w:history="1">
        <w:r w:rsidR="000716EE" w:rsidRPr="00B53CB5">
          <w:rPr>
            <w:rStyle w:val="Hyperlink"/>
            <w:bCs w:val="0"/>
            <w:sz w:val="20"/>
            <w:szCs w:val="20"/>
            <w:u w:val="none"/>
          </w:rPr>
          <w:t>3.10.8.4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Responsibilities Related to Dynamic Ratings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3-200</w:t>
        </w:r>
        <w:r w:rsidR="000716EE" w:rsidRPr="00B53CB5">
          <w:rPr>
            <w:webHidden/>
            <w:sz w:val="20"/>
            <w:szCs w:val="20"/>
          </w:rPr>
          <w:fldChar w:fldCharType="end"/>
        </w:r>
      </w:hyperlink>
    </w:p>
    <w:p w14:paraId="5AE5A055" w14:textId="0FA908A2" w:rsidR="000716EE" w:rsidRPr="00B53CB5" w:rsidRDefault="0043169A" w:rsidP="00B53CB5">
      <w:pPr>
        <w:pStyle w:val="TOC4"/>
        <w:rPr>
          <w:rFonts w:eastAsiaTheme="minorEastAsia"/>
          <w:snapToGrid/>
          <w:kern w:val="2"/>
          <w:sz w:val="20"/>
          <w:szCs w:val="20"/>
          <w14:ligatures w14:val="standardContextual"/>
        </w:rPr>
      </w:pPr>
      <w:hyperlink w:anchor="_Toc160026662" w:history="1">
        <w:r w:rsidR="000716EE" w:rsidRPr="00B53CB5">
          <w:rPr>
            <w:rStyle w:val="Hyperlink"/>
            <w:bCs w:val="0"/>
            <w:sz w:val="20"/>
            <w:szCs w:val="20"/>
            <w:u w:val="none"/>
          </w:rPr>
          <w:t>3.10.8.5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Transmission Service Provider Responsibilities Related to Dynamic Ratings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3-200</w:t>
        </w:r>
        <w:r w:rsidR="000716EE" w:rsidRPr="00B53CB5">
          <w:rPr>
            <w:webHidden/>
            <w:sz w:val="20"/>
            <w:szCs w:val="20"/>
          </w:rPr>
          <w:fldChar w:fldCharType="end"/>
        </w:r>
      </w:hyperlink>
    </w:p>
    <w:p w14:paraId="3644BBF7" w14:textId="7046315C" w:rsidR="000716EE" w:rsidRPr="00B53CB5" w:rsidRDefault="0043169A">
      <w:pPr>
        <w:pStyle w:val="TOC3"/>
        <w:rPr>
          <w:rFonts w:eastAsiaTheme="minorEastAsia"/>
          <w:kern w:val="2"/>
          <w14:ligatures w14:val="standardContextual"/>
        </w:rPr>
      </w:pPr>
      <w:hyperlink w:anchor="_Toc160026663" w:history="1">
        <w:r w:rsidR="000716EE" w:rsidRPr="00B53CB5">
          <w:rPr>
            <w:rStyle w:val="Hyperlink"/>
            <w:u w:val="none"/>
          </w:rPr>
          <w:t>3.10.9</w:t>
        </w:r>
        <w:r w:rsidR="000716EE" w:rsidRPr="00B53CB5">
          <w:rPr>
            <w:rFonts w:eastAsiaTheme="minorEastAsia"/>
            <w:kern w:val="2"/>
            <w14:ligatures w14:val="standardContextual"/>
          </w:rPr>
          <w:tab/>
        </w:r>
        <w:r w:rsidR="000716EE" w:rsidRPr="00B53CB5">
          <w:rPr>
            <w:rStyle w:val="Hyperlink"/>
            <w:u w:val="none"/>
          </w:rPr>
          <w:t>State Estimator Requirements</w:t>
        </w:r>
        <w:r w:rsidR="000716EE" w:rsidRPr="00B53CB5">
          <w:rPr>
            <w:webHidden/>
          </w:rPr>
          <w:tab/>
        </w:r>
        <w:r w:rsidR="000716EE" w:rsidRPr="00B53CB5">
          <w:rPr>
            <w:webHidden/>
          </w:rPr>
          <w:fldChar w:fldCharType="begin"/>
        </w:r>
        <w:r w:rsidR="000716EE" w:rsidRPr="00B53CB5">
          <w:rPr>
            <w:webHidden/>
          </w:rPr>
          <w:instrText xml:space="preserve"> PAGEREF _Toc160026663 \h </w:instrText>
        </w:r>
        <w:r w:rsidR="000716EE" w:rsidRPr="00B53CB5">
          <w:rPr>
            <w:webHidden/>
          </w:rPr>
        </w:r>
        <w:r w:rsidR="000716EE" w:rsidRPr="00B53CB5">
          <w:rPr>
            <w:webHidden/>
          </w:rPr>
          <w:fldChar w:fldCharType="separate"/>
        </w:r>
        <w:r w:rsidR="001B6E2D" w:rsidRPr="00B53CB5">
          <w:rPr>
            <w:webHidden/>
          </w:rPr>
          <w:t>3-201</w:t>
        </w:r>
        <w:r w:rsidR="000716EE" w:rsidRPr="00B53CB5">
          <w:rPr>
            <w:webHidden/>
          </w:rPr>
          <w:fldChar w:fldCharType="end"/>
        </w:r>
      </w:hyperlink>
    </w:p>
    <w:p w14:paraId="05EBB977" w14:textId="3D4AABAB" w:rsidR="000716EE" w:rsidRPr="00B53CB5" w:rsidRDefault="0043169A" w:rsidP="00B53CB5">
      <w:pPr>
        <w:pStyle w:val="TOC4"/>
        <w:rPr>
          <w:rFonts w:eastAsiaTheme="minorEastAsia"/>
          <w:snapToGrid/>
          <w:kern w:val="2"/>
          <w:sz w:val="20"/>
          <w:szCs w:val="20"/>
          <w14:ligatures w14:val="standardContextual"/>
        </w:rPr>
      </w:pPr>
      <w:hyperlink w:anchor="_Toc160026664" w:history="1">
        <w:r w:rsidR="000716EE" w:rsidRPr="00B53CB5">
          <w:rPr>
            <w:rStyle w:val="Hyperlink"/>
            <w:bCs w:val="0"/>
            <w:sz w:val="20"/>
            <w:szCs w:val="20"/>
            <w:u w:val="none"/>
          </w:rPr>
          <w:t>3.10.9.1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Considerations for State Estimator Requirements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3-201</w:t>
        </w:r>
        <w:r w:rsidR="000716EE" w:rsidRPr="00B53CB5">
          <w:rPr>
            <w:webHidden/>
            <w:sz w:val="20"/>
            <w:szCs w:val="20"/>
          </w:rPr>
          <w:fldChar w:fldCharType="end"/>
        </w:r>
      </w:hyperlink>
    </w:p>
    <w:p w14:paraId="3F36CFB0" w14:textId="4BA10EB6" w:rsidR="000716EE" w:rsidRPr="00B53CB5" w:rsidRDefault="0043169A" w:rsidP="00B53CB5">
      <w:pPr>
        <w:pStyle w:val="TOC4"/>
        <w:rPr>
          <w:rFonts w:eastAsiaTheme="minorEastAsia"/>
          <w:snapToGrid/>
          <w:kern w:val="2"/>
          <w:sz w:val="20"/>
          <w:szCs w:val="20"/>
          <w14:ligatures w14:val="standardContextual"/>
        </w:rPr>
      </w:pPr>
      <w:hyperlink w:anchor="_Toc160026665" w:history="1">
        <w:r w:rsidR="000716EE" w:rsidRPr="00B53CB5">
          <w:rPr>
            <w:rStyle w:val="Hyperlink"/>
            <w:bCs w:val="0"/>
            <w:sz w:val="20"/>
            <w:szCs w:val="20"/>
            <w:u w:val="none"/>
          </w:rPr>
          <w:t>3.10.9.2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State Estimator Data</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3-202</w:t>
        </w:r>
        <w:r w:rsidR="000716EE" w:rsidRPr="00B53CB5">
          <w:rPr>
            <w:webHidden/>
            <w:sz w:val="20"/>
            <w:szCs w:val="20"/>
          </w:rPr>
          <w:fldChar w:fldCharType="end"/>
        </w:r>
      </w:hyperlink>
    </w:p>
    <w:p w14:paraId="34CA7B63" w14:textId="7554C075" w:rsidR="000716EE" w:rsidRPr="00B53CB5" w:rsidRDefault="0043169A" w:rsidP="00B53CB5">
      <w:pPr>
        <w:pStyle w:val="TOC4"/>
        <w:rPr>
          <w:rFonts w:eastAsiaTheme="minorEastAsia"/>
          <w:snapToGrid/>
          <w:kern w:val="2"/>
          <w:sz w:val="20"/>
          <w:szCs w:val="20"/>
          <w14:ligatures w14:val="standardContextual"/>
        </w:rPr>
      </w:pPr>
      <w:hyperlink w:anchor="_Toc160026666" w:history="1">
        <w:r w:rsidR="000716EE" w:rsidRPr="00B53CB5">
          <w:rPr>
            <w:rStyle w:val="Hyperlink"/>
            <w:bCs w:val="0"/>
            <w:sz w:val="20"/>
            <w:szCs w:val="20"/>
            <w:u w:val="none"/>
          </w:rPr>
          <w:t>3.10.9.3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Telemetry Status and Analog Measurements Data</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3-202</w:t>
        </w:r>
        <w:r w:rsidR="000716EE" w:rsidRPr="00B53CB5">
          <w:rPr>
            <w:webHidden/>
            <w:sz w:val="20"/>
            <w:szCs w:val="20"/>
          </w:rPr>
          <w:fldChar w:fldCharType="end"/>
        </w:r>
      </w:hyperlink>
    </w:p>
    <w:p w14:paraId="56EC66BF" w14:textId="35105A2B" w:rsidR="000716EE" w:rsidRPr="00B53CB5" w:rsidRDefault="0043169A" w:rsidP="00B53CB5">
      <w:pPr>
        <w:pStyle w:val="TOC4"/>
        <w:rPr>
          <w:rFonts w:eastAsiaTheme="minorEastAsia"/>
          <w:snapToGrid/>
          <w:kern w:val="2"/>
          <w:sz w:val="20"/>
          <w:szCs w:val="20"/>
          <w14:ligatures w14:val="standardContextual"/>
        </w:rPr>
      </w:pPr>
      <w:hyperlink w:anchor="_Toc160026667" w:history="1">
        <w:r w:rsidR="000716EE" w:rsidRPr="00B53CB5">
          <w:rPr>
            <w:rStyle w:val="Hyperlink"/>
            <w:bCs w:val="0"/>
            <w:sz w:val="20"/>
            <w:szCs w:val="20"/>
            <w:u w:val="none"/>
          </w:rPr>
          <w:t>3.10.9.4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State Estimator Performance Requirements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3-203</w:t>
        </w:r>
        <w:r w:rsidR="000716EE" w:rsidRPr="00B53CB5">
          <w:rPr>
            <w:webHidden/>
            <w:sz w:val="20"/>
            <w:szCs w:val="20"/>
          </w:rPr>
          <w:fldChar w:fldCharType="end"/>
        </w:r>
      </w:hyperlink>
    </w:p>
    <w:p w14:paraId="462E88CD" w14:textId="7CD3A972" w:rsidR="000716EE" w:rsidRPr="00B53CB5" w:rsidRDefault="0043169A" w:rsidP="00B53CB5">
      <w:pPr>
        <w:pStyle w:val="TOC4"/>
        <w:rPr>
          <w:rFonts w:eastAsiaTheme="minorEastAsia"/>
          <w:snapToGrid/>
          <w:kern w:val="2"/>
          <w:sz w:val="20"/>
          <w:szCs w:val="20"/>
          <w14:ligatures w14:val="standardContextual"/>
        </w:rPr>
      </w:pPr>
      <w:hyperlink w:anchor="_Toc160026668" w:history="1">
        <w:r w:rsidR="000716EE" w:rsidRPr="00B53CB5">
          <w:rPr>
            <w:rStyle w:val="Hyperlink"/>
            <w:bCs w:val="0"/>
            <w:sz w:val="20"/>
            <w:szCs w:val="20"/>
            <w:u w:val="none"/>
          </w:rPr>
          <w:t>3.10.9.5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Directives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3-203</w:t>
        </w:r>
        <w:r w:rsidR="000716EE" w:rsidRPr="00B53CB5">
          <w:rPr>
            <w:webHidden/>
            <w:sz w:val="20"/>
            <w:szCs w:val="20"/>
          </w:rPr>
          <w:fldChar w:fldCharType="end"/>
        </w:r>
      </w:hyperlink>
    </w:p>
    <w:p w14:paraId="0242EB08" w14:textId="4A7CEBFA" w:rsidR="000716EE" w:rsidRPr="00B53CB5" w:rsidRDefault="0043169A" w:rsidP="00B53CB5">
      <w:pPr>
        <w:pStyle w:val="TOC4"/>
        <w:rPr>
          <w:rFonts w:eastAsiaTheme="minorEastAsia"/>
          <w:snapToGrid/>
          <w:kern w:val="2"/>
          <w:sz w:val="20"/>
          <w:szCs w:val="20"/>
          <w14:ligatures w14:val="standardContextual"/>
        </w:rPr>
      </w:pPr>
      <w:hyperlink w:anchor="_Toc160026669" w:history="1">
        <w:r w:rsidR="000716EE" w:rsidRPr="00B53CB5">
          <w:rPr>
            <w:rStyle w:val="Hyperlink"/>
            <w:bCs w:val="0"/>
            <w:sz w:val="20"/>
            <w:szCs w:val="20"/>
            <w:u w:val="none"/>
          </w:rPr>
          <w:t>3.10.9.6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Telemetry and State Estimator Performance Monitoring</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_Toc160026669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3-204</w:t>
        </w:r>
        <w:r w:rsidR="000716EE" w:rsidRPr="00B53CB5">
          <w:rPr>
            <w:webHidden/>
            <w:sz w:val="20"/>
            <w:szCs w:val="20"/>
          </w:rPr>
          <w:fldChar w:fldCharType="end"/>
        </w:r>
      </w:hyperlink>
    </w:p>
    <w:p w14:paraId="5C3F3B1E" w14:textId="30751C0F" w:rsidR="000716EE" w:rsidRPr="00B53CB5" w:rsidRDefault="0043169A" w:rsidP="00B53CB5">
      <w:pPr>
        <w:pStyle w:val="TOC2"/>
        <w:rPr>
          <w:rFonts w:eastAsiaTheme="minorEastAsia"/>
          <w:noProof/>
          <w:kern w:val="2"/>
          <w14:ligatures w14:val="standardContextual"/>
        </w:rPr>
      </w:pPr>
      <w:hyperlink w:anchor="_Toc160026670" w:history="1">
        <w:r w:rsidR="000716EE" w:rsidRPr="00B53CB5">
          <w:rPr>
            <w:rStyle w:val="Hyperlink"/>
            <w:noProof/>
            <w:u w:val="none"/>
          </w:rPr>
          <w:t>3.11</w:t>
        </w:r>
        <w:r w:rsidR="000716EE" w:rsidRPr="00B53CB5">
          <w:rPr>
            <w:rFonts w:eastAsiaTheme="minorEastAsia"/>
            <w:noProof/>
            <w:kern w:val="2"/>
            <w14:ligatures w14:val="standardContextual"/>
          </w:rPr>
          <w:tab/>
        </w:r>
        <w:r w:rsidR="000716EE" w:rsidRPr="00B53CB5">
          <w:rPr>
            <w:rStyle w:val="Hyperlink"/>
            <w:noProof/>
            <w:u w:val="none"/>
          </w:rPr>
          <w:t>Transmission Planning</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_Toc160026670 \h </w:instrText>
        </w:r>
        <w:r w:rsidR="000716EE" w:rsidRPr="00B53CB5">
          <w:rPr>
            <w:noProof/>
            <w:webHidden/>
          </w:rPr>
        </w:r>
        <w:r w:rsidR="000716EE" w:rsidRPr="00B53CB5">
          <w:rPr>
            <w:noProof/>
            <w:webHidden/>
          </w:rPr>
          <w:fldChar w:fldCharType="separate"/>
        </w:r>
        <w:r w:rsidR="001B6E2D" w:rsidRPr="00B53CB5">
          <w:rPr>
            <w:noProof/>
            <w:webHidden/>
          </w:rPr>
          <w:t>3-204</w:t>
        </w:r>
        <w:r w:rsidR="000716EE" w:rsidRPr="00B53CB5">
          <w:rPr>
            <w:noProof/>
            <w:webHidden/>
          </w:rPr>
          <w:fldChar w:fldCharType="end"/>
        </w:r>
      </w:hyperlink>
    </w:p>
    <w:p w14:paraId="00CBC3FF" w14:textId="3F6F0748" w:rsidR="000716EE" w:rsidRPr="00B53CB5" w:rsidRDefault="0043169A">
      <w:pPr>
        <w:pStyle w:val="TOC3"/>
        <w:rPr>
          <w:rFonts w:eastAsiaTheme="minorEastAsia"/>
          <w:kern w:val="2"/>
          <w14:ligatures w14:val="standardContextual"/>
        </w:rPr>
      </w:pPr>
      <w:hyperlink w:anchor="_Toc160026671" w:history="1">
        <w:r w:rsidR="000716EE" w:rsidRPr="00B53CB5">
          <w:rPr>
            <w:rStyle w:val="Hyperlink"/>
            <w:u w:val="none"/>
          </w:rPr>
          <w:t>3.11.1</w:t>
        </w:r>
        <w:r w:rsidR="000716EE" w:rsidRPr="00B53CB5">
          <w:rPr>
            <w:rFonts w:eastAsiaTheme="minorEastAsia"/>
            <w:kern w:val="2"/>
            <w14:ligatures w14:val="standardContextual"/>
          </w:rPr>
          <w:tab/>
        </w:r>
        <w:r w:rsidR="000716EE" w:rsidRPr="00B53CB5">
          <w:rPr>
            <w:rStyle w:val="Hyperlink"/>
            <w:u w:val="none"/>
          </w:rPr>
          <w:t>Overview</w:t>
        </w:r>
        <w:r w:rsidR="000716EE" w:rsidRPr="00B53CB5">
          <w:rPr>
            <w:webHidden/>
          </w:rPr>
          <w:tab/>
        </w:r>
        <w:r w:rsidR="000716EE" w:rsidRPr="00B53CB5">
          <w:rPr>
            <w:webHidden/>
          </w:rPr>
          <w:fldChar w:fldCharType="begin"/>
        </w:r>
        <w:r w:rsidR="000716EE" w:rsidRPr="00B53CB5">
          <w:rPr>
            <w:webHidden/>
          </w:rPr>
          <w:instrText xml:space="preserve"> PAGEREF _Toc160026671 \h </w:instrText>
        </w:r>
        <w:r w:rsidR="000716EE" w:rsidRPr="00B53CB5">
          <w:rPr>
            <w:webHidden/>
          </w:rPr>
        </w:r>
        <w:r w:rsidR="000716EE" w:rsidRPr="00B53CB5">
          <w:rPr>
            <w:webHidden/>
          </w:rPr>
          <w:fldChar w:fldCharType="separate"/>
        </w:r>
        <w:r w:rsidR="001B6E2D" w:rsidRPr="00B53CB5">
          <w:rPr>
            <w:webHidden/>
          </w:rPr>
          <w:t>3-204</w:t>
        </w:r>
        <w:r w:rsidR="000716EE" w:rsidRPr="00B53CB5">
          <w:rPr>
            <w:webHidden/>
          </w:rPr>
          <w:fldChar w:fldCharType="end"/>
        </w:r>
      </w:hyperlink>
    </w:p>
    <w:p w14:paraId="242ACCCE" w14:textId="2B761D17" w:rsidR="000716EE" w:rsidRPr="00B53CB5" w:rsidRDefault="0043169A">
      <w:pPr>
        <w:pStyle w:val="TOC3"/>
        <w:rPr>
          <w:rFonts w:eastAsiaTheme="minorEastAsia"/>
          <w:kern w:val="2"/>
          <w14:ligatures w14:val="standardContextual"/>
        </w:rPr>
      </w:pPr>
      <w:hyperlink w:anchor="_Toc160026672" w:history="1">
        <w:r w:rsidR="000716EE" w:rsidRPr="00B53CB5">
          <w:rPr>
            <w:rStyle w:val="Hyperlink"/>
            <w:u w:val="none"/>
          </w:rPr>
          <w:t>3.11.2</w:t>
        </w:r>
        <w:r w:rsidR="000716EE" w:rsidRPr="00B53CB5">
          <w:rPr>
            <w:rFonts w:eastAsiaTheme="minorEastAsia"/>
            <w:kern w:val="2"/>
            <w14:ligatures w14:val="standardContextual"/>
          </w:rPr>
          <w:tab/>
        </w:r>
        <w:r w:rsidR="000716EE" w:rsidRPr="00B53CB5">
          <w:rPr>
            <w:rStyle w:val="Hyperlink"/>
            <w:u w:val="none"/>
          </w:rPr>
          <w:t>Planning Criteria</w:t>
        </w:r>
        <w:r w:rsidR="000716EE" w:rsidRPr="00B53CB5">
          <w:rPr>
            <w:webHidden/>
          </w:rPr>
          <w:tab/>
        </w:r>
        <w:r w:rsidR="000716EE" w:rsidRPr="00B53CB5">
          <w:rPr>
            <w:webHidden/>
          </w:rPr>
          <w:fldChar w:fldCharType="begin"/>
        </w:r>
        <w:r w:rsidR="000716EE" w:rsidRPr="00B53CB5">
          <w:rPr>
            <w:webHidden/>
          </w:rPr>
          <w:instrText xml:space="preserve"> PAGEREF _Toc160026672 \h </w:instrText>
        </w:r>
        <w:r w:rsidR="000716EE" w:rsidRPr="00B53CB5">
          <w:rPr>
            <w:webHidden/>
          </w:rPr>
        </w:r>
        <w:r w:rsidR="000716EE" w:rsidRPr="00B53CB5">
          <w:rPr>
            <w:webHidden/>
          </w:rPr>
          <w:fldChar w:fldCharType="separate"/>
        </w:r>
        <w:r w:rsidR="001B6E2D" w:rsidRPr="00B53CB5">
          <w:rPr>
            <w:webHidden/>
          </w:rPr>
          <w:t>3-204</w:t>
        </w:r>
        <w:r w:rsidR="000716EE" w:rsidRPr="00B53CB5">
          <w:rPr>
            <w:webHidden/>
          </w:rPr>
          <w:fldChar w:fldCharType="end"/>
        </w:r>
      </w:hyperlink>
    </w:p>
    <w:p w14:paraId="18FFB309" w14:textId="41A8839F" w:rsidR="000716EE" w:rsidRPr="00B53CB5" w:rsidRDefault="0043169A">
      <w:pPr>
        <w:pStyle w:val="TOC3"/>
        <w:rPr>
          <w:rFonts w:eastAsiaTheme="minorEastAsia"/>
          <w:kern w:val="2"/>
          <w14:ligatures w14:val="standardContextual"/>
        </w:rPr>
      </w:pPr>
      <w:hyperlink w:anchor="_Toc160026673" w:history="1">
        <w:r w:rsidR="000716EE" w:rsidRPr="00B53CB5">
          <w:rPr>
            <w:rStyle w:val="Hyperlink"/>
            <w:u w:val="none"/>
          </w:rPr>
          <w:t>3.11.3</w:t>
        </w:r>
        <w:r w:rsidR="000716EE" w:rsidRPr="00B53CB5">
          <w:rPr>
            <w:rFonts w:eastAsiaTheme="minorEastAsia"/>
            <w:kern w:val="2"/>
            <w14:ligatures w14:val="standardContextual"/>
          </w:rPr>
          <w:tab/>
        </w:r>
        <w:r w:rsidR="000716EE" w:rsidRPr="00B53CB5">
          <w:rPr>
            <w:rStyle w:val="Hyperlink"/>
            <w:u w:val="none"/>
          </w:rPr>
          <w:t>Regional Planning Group</w:t>
        </w:r>
        <w:r w:rsidR="000716EE" w:rsidRPr="00B53CB5">
          <w:rPr>
            <w:webHidden/>
          </w:rPr>
          <w:tab/>
        </w:r>
        <w:r w:rsidR="000716EE" w:rsidRPr="00B53CB5">
          <w:rPr>
            <w:webHidden/>
          </w:rPr>
          <w:fldChar w:fldCharType="begin"/>
        </w:r>
        <w:r w:rsidR="000716EE" w:rsidRPr="00B53CB5">
          <w:rPr>
            <w:webHidden/>
          </w:rPr>
          <w:instrText xml:space="preserve"> PAGEREF _Toc160026673 \h </w:instrText>
        </w:r>
        <w:r w:rsidR="000716EE" w:rsidRPr="00B53CB5">
          <w:rPr>
            <w:webHidden/>
          </w:rPr>
        </w:r>
        <w:r w:rsidR="000716EE" w:rsidRPr="00B53CB5">
          <w:rPr>
            <w:webHidden/>
          </w:rPr>
          <w:fldChar w:fldCharType="separate"/>
        </w:r>
        <w:r w:rsidR="001B6E2D" w:rsidRPr="00B53CB5">
          <w:rPr>
            <w:webHidden/>
          </w:rPr>
          <w:t>3-206</w:t>
        </w:r>
        <w:r w:rsidR="000716EE" w:rsidRPr="00B53CB5">
          <w:rPr>
            <w:webHidden/>
          </w:rPr>
          <w:fldChar w:fldCharType="end"/>
        </w:r>
      </w:hyperlink>
    </w:p>
    <w:p w14:paraId="24842817" w14:textId="6C6906D8" w:rsidR="000716EE" w:rsidRPr="00B53CB5" w:rsidRDefault="0043169A">
      <w:pPr>
        <w:pStyle w:val="TOC3"/>
        <w:rPr>
          <w:rFonts w:eastAsiaTheme="minorEastAsia"/>
          <w:kern w:val="2"/>
          <w14:ligatures w14:val="standardContextual"/>
        </w:rPr>
      </w:pPr>
      <w:hyperlink w:anchor="_Toc160026674" w:history="1">
        <w:r w:rsidR="000716EE" w:rsidRPr="00B53CB5">
          <w:rPr>
            <w:rStyle w:val="Hyperlink"/>
            <w:u w:val="none"/>
          </w:rPr>
          <w:t>3.11.4</w:t>
        </w:r>
        <w:r w:rsidR="000716EE" w:rsidRPr="00B53CB5">
          <w:rPr>
            <w:rFonts w:eastAsiaTheme="minorEastAsia"/>
            <w:kern w:val="2"/>
            <w14:ligatures w14:val="standardContextual"/>
          </w:rPr>
          <w:tab/>
        </w:r>
        <w:r w:rsidR="000716EE" w:rsidRPr="00B53CB5">
          <w:rPr>
            <w:rStyle w:val="Hyperlink"/>
            <w:u w:val="none"/>
          </w:rPr>
          <w:t>Regional Planning Group Project Review Process</w:t>
        </w:r>
        <w:r w:rsidR="000716EE" w:rsidRPr="00B53CB5">
          <w:rPr>
            <w:webHidden/>
          </w:rPr>
          <w:tab/>
        </w:r>
        <w:r w:rsidR="000716EE" w:rsidRPr="00B53CB5">
          <w:rPr>
            <w:webHidden/>
          </w:rPr>
          <w:fldChar w:fldCharType="begin"/>
        </w:r>
        <w:r w:rsidR="000716EE" w:rsidRPr="00B53CB5">
          <w:rPr>
            <w:webHidden/>
          </w:rPr>
          <w:instrText xml:space="preserve"> PAGEREF _Toc160026674 \h </w:instrText>
        </w:r>
        <w:r w:rsidR="000716EE" w:rsidRPr="00B53CB5">
          <w:rPr>
            <w:webHidden/>
          </w:rPr>
        </w:r>
        <w:r w:rsidR="000716EE" w:rsidRPr="00B53CB5">
          <w:rPr>
            <w:webHidden/>
          </w:rPr>
          <w:fldChar w:fldCharType="separate"/>
        </w:r>
        <w:r w:rsidR="001B6E2D" w:rsidRPr="00B53CB5">
          <w:rPr>
            <w:webHidden/>
          </w:rPr>
          <w:t>3-206</w:t>
        </w:r>
        <w:r w:rsidR="000716EE" w:rsidRPr="00B53CB5">
          <w:rPr>
            <w:webHidden/>
          </w:rPr>
          <w:fldChar w:fldCharType="end"/>
        </w:r>
      </w:hyperlink>
    </w:p>
    <w:p w14:paraId="7D02C4F1" w14:textId="271FD9E7" w:rsidR="000716EE" w:rsidRPr="00B53CB5" w:rsidRDefault="0043169A" w:rsidP="00B53CB5">
      <w:pPr>
        <w:pStyle w:val="TOC4"/>
        <w:rPr>
          <w:rFonts w:eastAsiaTheme="minorEastAsia"/>
          <w:snapToGrid/>
          <w:kern w:val="2"/>
          <w:sz w:val="20"/>
          <w:szCs w:val="20"/>
          <w14:ligatures w14:val="standardContextual"/>
        </w:rPr>
      </w:pPr>
      <w:hyperlink w:anchor="_Toc160026675" w:history="1">
        <w:r w:rsidR="000716EE" w:rsidRPr="00B53CB5">
          <w:rPr>
            <w:rStyle w:val="Hyperlink"/>
            <w:bCs w:val="0"/>
            <w:sz w:val="20"/>
            <w:szCs w:val="20"/>
            <w:u w:val="none"/>
          </w:rPr>
          <w:t>3.11.4.1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Project Submission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_Toc160026675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3-206</w:t>
        </w:r>
        <w:r w:rsidR="000716EE" w:rsidRPr="00B53CB5">
          <w:rPr>
            <w:webHidden/>
            <w:sz w:val="20"/>
            <w:szCs w:val="20"/>
          </w:rPr>
          <w:fldChar w:fldCharType="end"/>
        </w:r>
      </w:hyperlink>
    </w:p>
    <w:p w14:paraId="6E4A5E27" w14:textId="7DC311D2" w:rsidR="000716EE" w:rsidRPr="00B53CB5" w:rsidRDefault="0043169A" w:rsidP="00B53CB5">
      <w:pPr>
        <w:pStyle w:val="TOC4"/>
        <w:rPr>
          <w:rFonts w:eastAsiaTheme="minorEastAsia"/>
          <w:snapToGrid/>
          <w:kern w:val="2"/>
          <w:sz w:val="20"/>
          <w:szCs w:val="20"/>
          <w14:ligatures w14:val="standardContextual"/>
        </w:rPr>
      </w:pPr>
      <w:hyperlink w:anchor="_Toc160026676" w:history="1">
        <w:r w:rsidR="000716EE" w:rsidRPr="00B53CB5">
          <w:rPr>
            <w:rStyle w:val="Hyperlink"/>
            <w:bCs w:val="0"/>
            <w:sz w:val="20"/>
            <w:szCs w:val="20"/>
            <w:u w:val="none"/>
          </w:rPr>
          <w:t>3.11.4.2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Project Comment Process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_Toc160026676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3-207</w:t>
        </w:r>
        <w:r w:rsidR="000716EE" w:rsidRPr="00B53CB5">
          <w:rPr>
            <w:webHidden/>
            <w:sz w:val="20"/>
            <w:szCs w:val="20"/>
          </w:rPr>
          <w:fldChar w:fldCharType="end"/>
        </w:r>
      </w:hyperlink>
    </w:p>
    <w:p w14:paraId="360AE57F" w14:textId="59E8B1DD" w:rsidR="000716EE" w:rsidRPr="00B53CB5" w:rsidRDefault="0043169A" w:rsidP="00B53CB5">
      <w:pPr>
        <w:pStyle w:val="TOC4"/>
        <w:rPr>
          <w:rFonts w:eastAsiaTheme="minorEastAsia"/>
          <w:snapToGrid/>
          <w:kern w:val="2"/>
          <w:sz w:val="20"/>
          <w:szCs w:val="20"/>
          <w14:ligatures w14:val="standardContextual"/>
        </w:rPr>
      </w:pPr>
      <w:hyperlink w:anchor="_Toc160026677" w:history="1">
        <w:r w:rsidR="000716EE" w:rsidRPr="00B53CB5">
          <w:rPr>
            <w:rStyle w:val="Hyperlink"/>
            <w:bCs w:val="0"/>
            <w:sz w:val="20"/>
            <w:szCs w:val="20"/>
            <w:u w:val="none"/>
          </w:rPr>
          <w:t>3.11.4.3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Categorization of Proposed Transmission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_Toc160026677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3-207</w:t>
        </w:r>
        <w:r w:rsidR="000716EE" w:rsidRPr="00B53CB5">
          <w:rPr>
            <w:webHidden/>
            <w:sz w:val="20"/>
            <w:szCs w:val="20"/>
          </w:rPr>
          <w:fldChar w:fldCharType="end"/>
        </w:r>
      </w:hyperlink>
    </w:p>
    <w:p w14:paraId="5B12FF31" w14:textId="66DE35D6" w:rsidR="000716EE" w:rsidRPr="00B53CB5" w:rsidRDefault="0043169A" w:rsidP="00B53CB5">
      <w:pPr>
        <w:pStyle w:val="TOC4"/>
        <w:rPr>
          <w:rFonts w:eastAsiaTheme="minorEastAsia"/>
          <w:snapToGrid/>
          <w:kern w:val="2"/>
          <w:sz w:val="20"/>
          <w:szCs w:val="20"/>
          <w14:ligatures w14:val="standardContextual"/>
        </w:rPr>
      </w:pPr>
      <w:hyperlink w:anchor="_Toc160026678" w:history="1">
        <w:r w:rsidR="000716EE" w:rsidRPr="00B53CB5">
          <w:rPr>
            <w:rStyle w:val="Hyperlink"/>
            <w:bCs w:val="0"/>
            <w:sz w:val="20"/>
            <w:szCs w:val="20"/>
            <w:u w:val="none"/>
          </w:rPr>
          <w:t>3.11.4.4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Processing of Tier 4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_Toc160026678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3-209</w:t>
        </w:r>
        <w:r w:rsidR="000716EE" w:rsidRPr="00B53CB5">
          <w:rPr>
            <w:webHidden/>
            <w:sz w:val="20"/>
            <w:szCs w:val="20"/>
          </w:rPr>
          <w:fldChar w:fldCharType="end"/>
        </w:r>
      </w:hyperlink>
    </w:p>
    <w:p w14:paraId="02D4F4A3" w14:textId="075DF7C9" w:rsidR="000716EE" w:rsidRPr="00B53CB5" w:rsidRDefault="0043169A" w:rsidP="00B53CB5">
      <w:pPr>
        <w:pStyle w:val="TOC4"/>
        <w:rPr>
          <w:rFonts w:eastAsiaTheme="minorEastAsia"/>
          <w:snapToGrid/>
          <w:kern w:val="2"/>
          <w:sz w:val="20"/>
          <w:szCs w:val="20"/>
          <w14:ligatures w14:val="standardContextual"/>
        </w:rPr>
      </w:pPr>
      <w:hyperlink w:anchor="_Toc160026679" w:history="1">
        <w:r w:rsidR="000716EE" w:rsidRPr="00B53CB5">
          <w:rPr>
            <w:rStyle w:val="Hyperlink"/>
            <w:bCs w:val="0"/>
            <w:sz w:val="20"/>
            <w:szCs w:val="20"/>
            <w:u w:val="none"/>
          </w:rPr>
          <w:t>3.11.4.5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Processing of Tier 3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_Toc160026679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3-209</w:t>
        </w:r>
        <w:r w:rsidR="000716EE" w:rsidRPr="00B53CB5">
          <w:rPr>
            <w:webHidden/>
            <w:sz w:val="20"/>
            <w:szCs w:val="20"/>
          </w:rPr>
          <w:fldChar w:fldCharType="end"/>
        </w:r>
      </w:hyperlink>
    </w:p>
    <w:p w14:paraId="3EB9D207" w14:textId="2D40AA24" w:rsidR="000716EE" w:rsidRPr="00B53CB5" w:rsidRDefault="0043169A" w:rsidP="00B53CB5">
      <w:pPr>
        <w:pStyle w:val="TOC4"/>
        <w:rPr>
          <w:rFonts w:eastAsiaTheme="minorEastAsia"/>
          <w:snapToGrid/>
          <w:kern w:val="2"/>
          <w:sz w:val="20"/>
          <w:szCs w:val="20"/>
          <w14:ligatures w14:val="standardContextual"/>
        </w:rPr>
      </w:pPr>
      <w:hyperlink w:anchor="_Toc160026680" w:history="1">
        <w:r w:rsidR="000716EE" w:rsidRPr="00B53CB5">
          <w:rPr>
            <w:rStyle w:val="Hyperlink"/>
            <w:bCs w:val="0"/>
            <w:sz w:val="20"/>
            <w:szCs w:val="20"/>
            <w:u w:val="none"/>
          </w:rPr>
          <w:t>3.11.4.6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Processing of Tier 2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3-209</w:t>
        </w:r>
        <w:r w:rsidR="000716EE" w:rsidRPr="00B53CB5">
          <w:rPr>
            <w:webHidden/>
            <w:sz w:val="20"/>
            <w:szCs w:val="20"/>
          </w:rPr>
          <w:fldChar w:fldCharType="end"/>
        </w:r>
      </w:hyperlink>
    </w:p>
    <w:p w14:paraId="79BB34F4" w14:textId="41C31900" w:rsidR="000716EE" w:rsidRPr="00B53CB5" w:rsidRDefault="0043169A" w:rsidP="00B53CB5">
      <w:pPr>
        <w:pStyle w:val="TOC4"/>
        <w:rPr>
          <w:rFonts w:eastAsiaTheme="minorEastAsia"/>
          <w:snapToGrid/>
          <w:kern w:val="2"/>
          <w:sz w:val="20"/>
          <w:szCs w:val="20"/>
          <w14:ligatures w14:val="standardContextual"/>
        </w:rPr>
      </w:pPr>
      <w:hyperlink w:anchor="_Toc160026681" w:history="1">
        <w:r w:rsidR="000716EE" w:rsidRPr="00B53CB5">
          <w:rPr>
            <w:rStyle w:val="Hyperlink"/>
            <w:bCs w:val="0"/>
            <w:sz w:val="20"/>
            <w:szCs w:val="20"/>
            <w:u w:val="none"/>
          </w:rPr>
          <w:t>3.11.4.7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Processing of Tier 1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3-210</w:t>
        </w:r>
        <w:r w:rsidR="000716EE" w:rsidRPr="00B53CB5">
          <w:rPr>
            <w:webHidden/>
            <w:sz w:val="20"/>
            <w:szCs w:val="20"/>
          </w:rPr>
          <w:fldChar w:fldCharType="end"/>
        </w:r>
      </w:hyperlink>
    </w:p>
    <w:p w14:paraId="1DEB6064" w14:textId="17B9391F" w:rsidR="000716EE" w:rsidRPr="00B53CB5" w:rsidRDefault="0043169A" w:rsidP="00B53CB5">
      <w:pPr>
        <w:pStyle w:val="TOC4"/>
        <w:rPr>
          <w:rFonts w:eastAsiaTheme="minorEastAsia"/>
          <w:snapToGrid/>
          <w:kern w:val="2"/>
          <w:sz w:val="20"/>
          <w:szCs w:val="20"/>
          <w14:ligatures w14:val="standardContextual"/>
        </w:rPr>
      </w:pPr>
      <w:hyperlink w:anchor="_Toc160026682" w:history="1">
        <w:r w:rsidR="000716EE" w:rsidRPr="00B53CB5">
          <w:rPr>
            <w:rStyle w:val="Hyperlink"/>
            <w:bCs w:val="0"/>
            <w:sz w:val="20"/>
            <w:szCs w:val="20"/>
            <w:u w:val="none"/>
          </w:rPr>
          <w:t>3.11.4.8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Determine Designated Providers of Transmission Additions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3-210</w:t>
        </w:r>
        <w:r w:rsidR="000716EE" w:rsidRPr="00B53CB5">
          <w:rPr>
            <w:webHidden/>
            <w:sz w:val="20"/>
            <w:szCs w:val="20"/>
          </w:rPr>
          <w:fldChar w:fldCharType="end"/>
        </w:r>
      </w:hyperlink>
    </w:p>
    <w:p w14:paraId="69DD9798" w14:textId="7EA28165" w:rsidR="000716EE" w:rsidRPr="00B53CB5" w:rsidRDefault="0043169A" w:rsidP="00B53CB5">
      <w:pPr>
        <w:pStyle w:val="TOC4"/>
        <w:rPr>
          <w:rFonts w:eastAsiaTheme="minorEastAsia"/>
          <w:snapToGrid/>
          <w:kern w:val="2"/>
          <w:sz w:val="20"/>
          <w:szCs w:val="20"/>
          <w14:ligatures w14:val="standardContextual"/>
        </w:rPr>
      </w:pPr>
      <w:hyperlink w:anchor="_Toc160026683" w:history="1">
        <w:r w:rsidR="000716EE" w:rsidRPr="00B53CB5">
          <w:rPr>
            <w:rStyle w:val="Hyperlink"/>
            <w:bCs w:val="0"/>
            <w:sz w:val="20"/>
            <w:szCs w:val="20"/>
            <w:u w:val="none"/>
          </w:rPr>
          <w:t>3.11.4.9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Regional Planning Group Acceptance and ERCOT Endorsement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3-211</w:t>
        </w:r>
        <w:r w:rsidR="000716EE" w:rsidRPr="00B53CB5">
          <w:rPr>
            <w:webHidden/>
            <w:sz w:val="20"/>
            <w:szCs w:val="20"/>
          </w:rPr>
          <w:fldChar w:fldCharType="end"/>
        </w:r>
      </w:hyperlink>
    </w:p>
    <w:p w14:paraId="750D960E" w14:textId="0B05136B" w:rsidR="000716EE" w:rsidRPr="00B53CB5" w:rsidRDefault="0043169A" w:rsidP="00B53CB5">
      <w:pPr>
        <w:pStyle w:val="TOC4"/>
        <w:rPr>
          <w:rFonts w:eastAsiaTheme="minorEastAsia"/>
          <w:snapToGrid/>
          <w:kern w:val="2"/>
          <w:sz w:val="20"/>
          <w:szCs w:val="20"/>
          <w14:ligatures w14:val="standardContextual"/>
        </w:rPr>
      </w:pPr>
      <w:hyperlink w:anchor="_Toc160026684" w:history="1">
        <w:r w:rsidR="000716EE" w:rsidRPr="00B53CB5">
          <w:rPr>
            <w:rStyle w:val="Hyperlink"/>
            <w:bCs w:val="0"/>
            <w:sz w:val="20"/>
            <w:szCs w:val="20"/>
            <w:u w:val="none"/>
          </w:rPr>
          <w:t>3.11.4.10</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Modifications to ERCOT Endorsed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3-212</w:t>
        </w:r>
        <w:r w:rsidR="000716EE" w:rsidRPr="00B53CB5">
          <w:rPr>
            <w:webHidden/>
            <w:sz w:val="20"/>
            <w:szCs w:val="20"/>
          </w:rPr>
          <w:fldChar w:fldCharType="end"/>
        </w:r>
      </w:hyperlink>
    </w:p>
    <w:p w14:paraId="2542903F" w14:textId="04EC7A0A" w:rsidR="000716EE" w:rsidRPr="00B53CB5" w:rsidRDefault="0043169A" w:rsidP="00B53CB5">
      <w:pPr>
        <w:pStyle w:val="TOC4"/>
        <w:rPr>
          <w:rFonts w:eastAsiaTheme="minorEastAsia"/>
          <w:snapToGrid/>
          <w:kern w:val="2"/>
          <w:sz w:val="20"/>
          <w:szCs w:val="20"/>
          <w14:ligatures w14:val="standardContextual"/>
        </w:rPr>
      </w:pPr>
      <w:hyperlink w:anchor="_Toc160026685" w:history="1">
        <w:r w:rsidR="000716EE" w:rsidRPr="00B53CB5">
          <w:rPr>
            <w:rStyle w:val="Hyperlink"/>
            <w:bCs w:val="0"/>
            <w:sz w:val="20"/>
            <w:szCs w:val="20"/>
            <w:u w:val="none"/>
          </w:rPr>
          <w:t>3.11.4.11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Customer or Resource Entity Funded Transmission Projects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_Toc160026685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3-212</w:t>
        </w:r>
        <w:r w:rsidR="000716EE" w:rsidRPr="00B53CB5">
          <w:rPr>
            <w:webHidden/>
            <w:sz w:val="20"/>
            <w:szCs w:val="20"/>
          </w:rPr>
          <w:fldChar w:fldCharType="end"/>
        </w:r>
      </w:hyperlink>
    </w:p>
    <w:p w14:paraId="05A48FCA" w14:textId="0FB4315A" w:rsidR="000716EE" w:rsidRPr="00B53CB5" w:rsidRDefault="0043169A">
      <w:pPr>
        <w:pStyle w:val="TOC3"/>
        <w:rPr>
          <w:rFonts w:eastAsiaTheme="minorEastAsia"/>
          <w:kern w:val="2"/>
          <w14:ligatures w14:val="standardContextual"/>
        </w:rPr>
      </w:pPr>
      <w:hyperlink w:anchor="_Toc160026686" w:history="1">
        <w:r w:rsidR="000716EE" w:rsidRPr="00B53CB5">
          <w:rPr>
            <w:rStyle w:val="Hyperlink"/>
            <w:u w:val="none"/>
          </w:rPr>
          <w:t>3.11.5</w:t>
        </w:r>
        <w:r w:rsidR="000716EE" w:rsidRPr="00B53CB5">
          <w:rPr>
            <w:rFonts w:eastAsiaTheme="minorEastAsia"/>
            <w:kern w:val="2"/>
            <w14:ligatures w14:val="standardContextual"/>
          </w:rPr>
          <w:tab/>
        </w:r>
        <w:r w:rsidR="000716EE" w:rsidRPr="00B53CB5">
          <w:rPr>
            <w:rStyle w:val="Hyperlink"/>
            <w:u w:val="none"/>
          </w:rPr>
          <w:t>Transmission Service Provider and Distribution Service Provider Access to Interval Data</w:t>
        </w:r>
        <w:r w:rsidR="000716EE" w:rsidRPr="00B53CB5">
          <w:rPr>
            <w:webHidden/>
          </w:rPr>
          <w:tab/>
        </w:r>
        <w:r w:rsidR="000716EE" w:rsidRPr="00B53CB5">
          <w:rPr>
            <w:webHidden/>
          </w:rPr>
          <w:fldChar w:fldCharType="begin"/>
        </w:r>
        <w:r w:rsidR="000716EE" w:rsidRPr="00B53CB5">
          <w:rPr>
            <w:webHidden/>
          </w:rPr>
          <w:instrText xml:space="preserve"> PAGEREF _Toc160026686 \h </w:instrText>
        </w:r>
        <w:r w:rsidR="000716EE" w:rsidRPr="00B53CB5">
          <w:rPr>
            <w:webHidden/>
          </w:rPr>
        </w:r>
        <w:r w:rsidR="000716EE" w:rsidRPr="00B53CB5">
          <w:rPr>
            <w:webHidden/>
          </w:rPr>
          <w:fldChar w:fldCharType="separate"/>
        </w:r>
        <w:r w:rsidR="001B6E2D" w:rsidRPr="00B53CB5">
          <w:rPr>
            <w:webHidden/>
          </w:rPr>
          <w:t>3-212</w:t>
        </w:r>
        <w:r w:rsidR="000716EE" w:rsidRPr="00B53CB5">
          <w:rPr>
            <w:webHidden/>
          </w:rPr>
          <w:fldChar w:fldCharType="end"/>
        </w:r>
      </w:hyperlink>
    </w:p>
    <w:p w14:paraId="152CF620" w14:textId="5EFE7A11" w:rsidR="000716EE" w:rsidRPr="00B53CB5" w:rsidRDefault="0043169A">
      <w:pPr>
        <w:pStyle w:val="TOC3"/>
        <w:rPr>
          <w:rFonts w:eastAsiaTheme="minorEastAsia"/>
          <w:kern w:val="2"/>
          <w14:ligatures w14:val="standardContextual"/>
        </w:rPr>
      </w:pPr>
      <w:hyperlink w:anchor="_Toc160026687" w:history="1">
        <w:r w:rsidR="000716EE" w:rsidRPr="00B53CB5">
          <w:rPr>
            <w:rStyle w:val="Hyperlink"/>
            <w:u w:val="none"/>
          </w:rPr>
          <w:t>3.11.6</w:t>
        </w:r>
        <w:r w:rsidR="000716EE" w:rsidRPr="00B53CB5">
          <w:rPr>
            <w:rFonts w:eastAsiaTheme="minorEastAsia"/>
            <w:kern w:val="2"/>
            <w14:ligatures w14:val="standardContextual"/>
          </w:rPr>
          <w:tab/>
        </w:r>
        <w:r w:rsidR="000716EE" w:rsidRPr="00B53CB5">
          <w:rPr>
            <w:rStyle w:val="Hyperlink"/>
            <w:u w:val="none"/>
          </w:rPr>
          <w:t>Generation Interconnection Process</w:t>
        </w:r>
        <w:r w:rsidR="000716EE" w:rsidRPr="00B53CB5">
          <w:rPr>
            <w:webHidden/>
          </w:rPr>
          <w:tab/>
        </w:r>
        <w:r w:rsidR="000716EE" w:rsidRPr="00B53CB5">
          <w:rPr>
            <w:webHidden/>
          </w:rPr>
          <w:fldChar w:fldCharType="begin"/>
        </w:r>
        <w:r w:rsidR="000716EE" w:rsidRPr="00B53CB5">
          <w:rPr>
            <w:webHidden/>
          </w:rPr>
          <w:instrText xml:space="preserve"> PAGEREF _Toc160026687 \h </w:instrText>
        </w:r>
        <w:r w:rsidR="000716EE" w:rsidRPr="00B53CB5">
          <w:rPr>
            <w:webHidden/>
          </w:rPr>
        </w:r>
        <w:r w:rsidR="000716EE" w:rsidRPr="00B53CB5">
          <w:rPr>
            <w:webHidden/>
          </w:rPr>
          <w:fldChar w:fldCharType="separate"/>
        </w:r>
        <w:r w:rsidR="001B6E2D" w:rsidRPr="00B53CB5">
          <w:rPr>
            <w:webHidden/>
          </w:rPr>
          <w:t>3-213</w:t>
        </w:r>
        <w:r w:rsidR="000716EE" w:rsidRPr="00B53CB5">
          <w:rPr>
            <w:webHidden/>
          </w:rPr>
          <w:fldChar w:fldCharType="end"/>
        </w:r>
      </w:hyperlink>
    </w:p>
    <w:p w14:paraId="78EAF6DF" w14:textId="3E172119" w:rsidR="000716EE" w:rsidRPr="00B53CB5" w:rsidRDefault="0043169A" w:rsidP="00B53CB5">
      <w:pPr>
        <w:pStyle w:val="TOC2"/>
        <w:rPr>
          <w:rFonts w:eastAsiaTheme="minorEastAsia"/>
          <w:noProof/>
          <w:kern w:val="2"/>
          <w14:ligatures w14:val="standardContextual"/>
        </w:rPr>
      </w:pPr>
      <w:hyperlink w:anchor="_Toc160026688" w:history="1">
        <w:r w:rsidR="000716EE" w:rsidRPr="00B53CB5">
          <w:rPr>
            <w:rStyle w:val="Hyperlink"/>
            <w:noProof/>
            <w:u w:val="none"/>
          </w:rPr>
          <w:t>3.12</w:t>
        </w:r>
        <w:r w:rsidR="000716EE" w:rsidRPr="00B53CB5">
          <w:rPr>
            <w:rFonts w:eastAsiaTheme="minorEastAsia"/>
            <w:noProof/>
            <w:kern w:val="2"/>
            <w14:ligatures w14:val="standardContextual"/>
          </w:rPr>
          <w:tab/>
        </w:r>
        <w:r w:rsidR="000716EE" w:rsidRPr="00B53CB5">
          <w:rPr>
            <w:rStyle w:val="Hyperlink"/>
            <w:noProof/>
            <w:u w:val="none"/>
          </w:rPr>
          <w:t>Load Forecasting</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_Toc160026688 \h </w:instrText>
        </w:r>
        <w:r w:rsidR="000716EE" w:rsidRPr="00B53CB5">
          <w:rPr>
            <w:noProof/>
            <w:webHidden/>
          </w:rPr>
        </w:r>
        <w:r w:rsidR="000716EE" w:rsidRPr="00B53CB5">
          <w:rPr>
            <w:noProof/>
            <w:webHidden/>
          </w:rPr>
          <w:fldChar w:fldCharType="separate"/>
        </w:r>
        <w:r w:rsidR="001B6E2D" w:rsidRPr="00B53CB5">
          <w:rPr>
            <w:noProof/>
            <w:webHidden/>
          </w:rPr>
          <w:t>3-213</w:t>
        </w:r>
        <w:r w:rsidR="000716EE" w:rsidRPr="00B53CB5">
          <w:rPr>
            <w:noProof/>
            <w:webHidden/>
          </w:rPr>
          <w:fldChar w:fldCharType="end"/>
        </w:r>
      </w:hyperlink>
    </w:p>
    <w:p w14:paraId="690DD3A0" w14:textId="0560D083" w:rsidR="000716EE" w:rsidRPr="00B53CB5" w:rsidRDefault="0043169A">
      <w:pPr>
        <w:pStyle w:val="TOC3"/>
        <w:rPr>
          <w:rFonts w:eastAsiaTheme="minorEastAsia"/>
          <w:kern w:val="2"/>
          <w14:ligatures w14:val="standardContextual"/>
        </w:rPr>
      </w:pPr>
      <w:hyperlink w:anchor="_Toc160026689" w:history="1">
        <w:r w:rsidR="000716EE" w:rsidRPr="00B53CB5">
          <w:rPr>
            <w:rStyle w:val="Hyperlink"/>
            <w:u w:val="none"/>
          </w:rPr>
          <w:t>3.12.1</w:t>
        </w:r>
        <w:r w:rsidR="000716EE" w:rsidRPr="00B53CB5">
          <w:rPr>
            <w:rFonts w:eastAsiaTheme="minorEastAsia"/>
            <w:kern w:val="2"/>
            <w14:ligatures w14:val="standardContextual"/>
          </w:rPr>
          <w:tab/>
        </w:r>
        <w:r w:rsidR="000716EE" w:rsidRPr="00B53CB5">
          <w:rPr>
            <w:rStyle w:val="Hyperlink"/>
            <w:u w:val="none"/>
          </w:rPr>
          <w:t>Seven-Day Load Forecast</w:t>
        </w:r>
        <w:r w:rsidR="000716EE" w:rsidRPr="00B53CB5">
          <w:rPr>
            <w:webHidden/>
          </w:rPr>
          <w:tab/>
        </w:r>
        <w:r w:rsidR="000716EE" w:rsidRPr="00B53CB5">
          <w:rPr>
            <w:webHidden/>
          </w:rPr>
          <w:fldChar w:fldCharType="begin"/>
        </w:r>
        <w:r w:rsidR="000716EE" w:rsidRPr="00B53CB5">
          <w:rPr>
            <w:webHidden/>
          </w:rPr>
          <w:instrText xml:space="preserve"> PAGEREF _Toc160026689 \h </w:instrText>
        </w:r>
        <w:r w:rsidR="000716EE" w:rsidRPr="00B53CB5">
          <w:rPr>
            <w:webHidden/>
          </w:rPr>
        </w:r>
        <w:r w:rsidR="000716EE" w:rsidRPr="00B53CB5">
          <w:rPr>
            <w:webHidden/>
          </w:rPr>
          <w:fldChar w:fldCharType="separate"/>
        </w:r>
        <w:r w:rsidR="001B6E2D" w:rsidRPr="00B53CB5">
          <w:rPr>
            <w:webHidden/>
          </w:rPr>
          <w:t>3-214</w:t>
        </w:r>
        <w:r w:rsidR="000716EE" w:rsidRPr="00B53CB5">
          <w:rPr>
            <w:webHidden/>
          </w:rPr>
          <w:fldChar w:fldCharType="end"/>
        </w:r>
      </w:hyperlink>
    </w:p>
    <w:p w14:paraId="527CA2D3" w14:textId="0B1B5EBE" w:rsidR="000716EE" w:rsidRPr="00B53CB5" w:rsidRDefault="0043169A">
      <w:pPr>
        <w:pStyle w:val="TOC3"/>
        <w:rPr>
          <w:rFonts w:eastAsiaTheme="minorEastAsia"/>
          <w:kern w:val="2"/>
          <w14:ligatures w14:val="standardContextual"/>
        </w:rPr>
      </w:pPr>
      <w:hyperlink w:anchor="_Toc160026690" w:history="1">
        <w:r w:rsidR="000716EE" w:rsidRPr="00B53CB5">
          <w:rPr>
            <w:rStyle w:val="Hyperlink"/>
            <w:u w:val="none"/>
          </w:rPr>
          <w:t>3.12.2</w:t>
        </w:r>
        <w:r w:rsidR="000716EE" w:rsidRPr="00B53CB5">
          <w:rPr>
            <w:rFonts w:eastAsiaTheme="minorEastAsia"/>
            <w:kern w:val="2"/>
            <w14:ligatures w14:val="standardContextual"/>
          </w:rPr>
          <w:tab/>
        </w:r>
        <w:r w:rsidR="000716EE" w:rsidRPr="00B53CB5">
          <w:rPr>
            <w:rStyle w:val="Hyperlink"/>
            <w:u w:val="none"/>
          </w:rPr>
          <w:t>Study Areas</w:t>
        </w:r>
        <w:r w:rsidR="000716EE" w:rsidRPr="00B53CB5">
          <w:rPr>
            <w:webHidden/>
          </w:rPr>
          <w:tab/>
        </w:r>
        <w:r w:rsidR="000716EE" w:rsidRPr="00B53CB5">
          <w:rPr>
            <w:webHidden/>
          </w:rPr>
          <w:fldChar w:fldCharType="begin"/>
        </w:r>
        <w:r w:rsidR="000716EE" w:rsidRPr="00B53CB5">
          <w:rPr>
            <w:webHidden/>
          </w:rPr>
          <w:instrText xml:space="preserve"> PAGEREF _Toc160026690 \h </w:instrText>
        </w:r>
        <w:r w:rsidR="000716EE" w:rsidRPr="00B53CB5">
          <w:rPr>
            <w:webHidden/>
          </w:rPr>
        </w:r>
        <w:r w:rsidR="000716EE" w:rsidRPr="00B53CB5">
          <w:rPr>
            <w:webHidden/>
          </w:rPr>
          <w:fldChar w:fldCharType="separate"/>
        </w:r>
        <w:r w:rsidR="001B6E2D" w:rsidRPr="00B53CB5">
          <w:rPr>
            <w:webHidden/>
          </w:rPr>
          <w:t>3-215</w:t>
        </w:r>
        <w:r w:rsidR="000716EE" w:rsidRPr="00B53CB5">
          <w:rPr>
            <w:webHidden/>
          </w:rPr>
          <w:fldChar w:fldCharType="end"/>
        </w:r>
      </w:hyperlink>
    </w:p>
    <w:p w14:paraId="127F629B" w14:textId="03D037B3" w:rsidR="000716EE" w:rsidRPr="00B53CB5" w:rsidRDefault="0043169A">
      <w:pPr>
        <w:pStyle w:val="TOC3"/>
        <w:rPr>
          <w:rFonts w:eastAsiaTheme="minorEastAsia"/>
          <w:kern w:val="2"/>
          <w14:ligatures w14:val="standardContextual"/>
        </w:rPr>
      </w:pPr>
      <w:hyperlink w:anchor="_Toc160026691" w:history="1">
        <w:r w:rsidR="000716EE" w:rsidRPr="00B53CB5">
          <w:rPr>
            <w:rStyle w:val="Hyperlink"/>
            <w:u w:val="none"/>
          </w:rPr>
          <w:t>3.12.3</w:t>
        </w:r>
        <w:r w:rsidR="000716EE" w:rsidRPr="00B53CB5">
          <w:rPr>
            <w:rFonts w:eastAsiaTheme="minorEastAsia"/>
            <w:kern w:val="2"/>
            <w14:ligatures w14:val="standardContextual"/>
          </w:rPr>
          <w:tab/>
        </w:r>
        <w:r w:rsidR="000716EE" w:rsidRPr="00B53CB5">
          <w:rPr>
            <w:rStyle w:val="Hyperlink"/>
            <w:u w:val="none"/>
          </w:rPr>
          <w:t>Seven-Day Study Area Load Forecast</w:t>
        </w:r>
        <w:r w:rsidR="000716EE" w:rsidRPr="00B53CB5">
          <w:rPr>
            <w:webHidden/>
          </w:rPr>
          <w:tab/>
        </w:r>
        <w:r w:rsidR="000716EE" w:rsidRPr="00B53CB5">
          <w:rPr>
            <w:webHidden/>
          </w:rPr>
          <w:fldChar w:fldCharType="begin"/>
        </w:r>
        <w:r w:rsidR="000716EE" w:rsidRPr="00B53CB5">
          <w:rPr>
            <w:webHidden/>
          </w:rPr>
          <w:instrText xml:space="preserve"> PAGEREF _Toc160026691 \h </w:instrText>
        </w:r>
        <w:r w:rsidR="000716EE" w:rsidRPr="00B53CB5">
          <w:rPr>
            <w:webHidden/>
          </w:rPr>
        </w:r>
        <w:r w:rsidR="000716EE" w:rsidRPr="00B53CB5">
          <w:rPr>
            <w:webHidden/>
          </w:rPr>
          <w:fldChar w:fldCharType="separate"/>
        </w:r>
        <w:r w:rsidR="001B6E2D" w:rsidRPr="00B53CB5">
          <w:rPr>
            <w:webHidden/>
          </w:rPr>
          <w:t>3-215</w:t>
        </w:r>
        <w:r w:rsidR="000716EE" w:rsidRPr="00B53CB5">
          <w:rPr>
            <w:webHidden/>
          </w:rPr>
          <w:fldChar w:fldCharType="end"/>
        </w:r>
      </w:hyperlink>
    </w:p>
    <w:p w14:paraId="3BF681A4" w14:textId="3B0BB877" w:rsidR="000716EE" w:rsidRPr="00B53CB5" w:rsidRDefault="0043169A" w:rsidP="00B53CB5">
      <w:pPr>
        <w:pStyle w:val="TOC2"/>
        <w:rPr>
          <w:rFonts w:eastAsiaTheme="minorEastAsia"/>
          <w:noProof/>
          <w:kern w:val="2"/>
          <w14:ligatures w14:val="standardContextual"/>
        </w:rPr>
      </w:pPr>
      <w:hyperlink w:anchor="_Toc160026692" w:history="1">
        <w:r w:rsidR="000716EE" w:rsidRPr="00B53CB5">
          <w:rPr>
            <w:rStyle w:val="Hyperlink"/>
            <w:noProof/>
            <w:u w:val="none"/>
          </w:rPr>
          <w:t>3.13</w:t>
        </w:r>
        <w:r w:rsidR="000716EE" w:rsidRPr="00B53CB5">
          <w:rPr>
            <w:rFonts w:eastAsiaTheme="minorEastAsia"/>
            <w:noProof/>
            <w:kern w:val="2"/>
            <w14:ligatures w14:val="standardContextual"/>
          </w:rPr>
          <w:tab/>
        </w:r>
        <w:r w:rsidR="000716EE" w:rsidRPr="00B53CB5">
          <w:rPr>
            <w:rStyle w:val="Hyperlink"/>
            <w:noProof/>
            <w:u w:val="none"/>
          </w:rPr>
          <w:t>Renewable Production Potential Forecasts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_Toc160026692 \h </w:instrText>
        </w:r>
        <w:r w:rsidR="000716EE" w:rsidRPr="00B53CB5">
          <w:rPr>
            <w:noProof/>
            <w:webHidden/>
          </w:rPr>
        </w:r>
        <w:r w:rsidR="000716EE" w:rsidRPr="00B53CB5">
          <w:rPr>
            <w:noProof/>
            <w:webHidden/>
          </w:rPr>
          <w:fldChar w:fldCharType="separate"/>
        </w:r>
        <w:r w:rsidR="001B6E2D" w:rsidRPr="00B53CB5">
          <w:rPr>
            <w:noProof/>
            <w:webHidden/>
          </w:rPr>
          <w:t>3-215</w:t>
        </w:r>
        <w:r w:rsidR="000716EE" w:rsidRPr="00B53CB5">
          <w:rPr>
            <w:noProof/>
            <w:webHidden/>
          </w:rPr>
          <w:fldChar w:fldCharType="end"/>
        </w:r>
      </w:hyperlink>
    </w:p>
    <w:p w14:paraId="7AD8464B" w14:textId="69E8770F" w:rsidR="000716EE" w:rsidRPr="00B53CB5" w:rsidRDefault="0043169A" w:rsidP="00B53CB5">
      <w:pPr>
        <w:pStyle w:val="TOC2"/>
        <w:rPr>
          <w:rFonts w:eastAsiaTheme="minorEastAsia"/>
          <w:noProof/>
          <w:kern w:val="2"/>
          <w14:ligatures w14:val="standardContextual"/>
        </w:rPr>
      </w:pPr>
      <w:hyperlink w:anchor="_Toc160026693" w:history="1">
        <w:r w:rsidR="000716EE" w:rsidRPr="00B53CB5">
          <w:rPr>
            <w:rStyle w:val="Hyperlink"/>
            <w:noProof/>
            <w:u w:val="none"/>
          </w:rPr>
          <w:t>3.14</w:t>
        </w:r>
        <w:r w:rsidR="000716EE" w:rsidRPr="00B53CB5">
          <w:rPr>
            <w:rFonts w:eastAsiaTheme="minorEastAsia"/>
            <w:noProof/>
            <w:kern w:val="2"/>
            <w14:ligatures w14:val="standardContextual"/>
          </w:rPr>
          <w:tab/>
        </w:r>
        <w:r w:rsidR="000716EE" w:rsidRPr="00B53CB5">
          <w:rPr>
            <w:rStyle w:val="Hyperlink"/>
            <w:noProof/>
            <w:u w:val="none"/>
          </w:rPr>
          <w:t>Contracts for Reliability Resources and Emergency Response Service Resources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_Toc160026693 \h </w:instrText>
        </w:r>
        <w:r w:rsidR="000716EE" w:rsidRPr="00B53CB5">
          <w:rPr>
            <w:noProof/>
            <w:webHidden/>
          </w:rPr>
        </w:r>
        <w:r w:rsidR="000716EE" w:rsidRPr="00B53CB5">
          <w:rPr>
            <w:noProof/>
            <w:webHidden/>
          </w:rPr>
          <w:fldChar w:fldCharType="separate"/>
        </w:r>
        <w:r w:rsidR="001B6E2D" w:rsidRPr="00B53CB5">
          <w:rPr>
            <w:noProof/>
            <w:webHidden/>
          </w:rPr>
          <w:t>3-217</w:t>
        </w:r>
        <w:r w:rsidR="000716EE" w:rsidRPr="00B53CB5">
          <w:rPr>
            <w:noProof/>
            <w:webHidden/>
          </w:rPr>
          <w:fldChar w:fldCharType="end"/>
        </w:r>
      </w:hyperlink>
    </w:p>
    <w:p w14:paraId="560DA3A8" w14:textId="2E8CD4CF" w:rsidR="000716EE" w:rsidRPr="00B53CB5" w:rsidRDefault="0043169A">
      <w:pPr>
        <w:pStyle w:val="TOC3"/>
        <w:rPr>
          <w:rFonts w:eastAsiaTheme="minorEastAsia"/>
          <w:kern w:val="2"/>
          <w14:ligatures w14:val="standardContextual"/>
        </w:rPr>
      </w:pPr>
      <w:hyperlink w:anchor="_Toc160026694" w:history="1">
        <w:r w:rsidR="000716EE" w:rsidRPr="00B53CB5">
          <w:rPr>
            <w:rStyle w:val="Hyperlink"/>
            <w:u w:val="none"/>
          </w:rPr>
          <w:t>3.14.1</w:t>
        </w:r>
        <w:r w:rsidR="000716EE" w:rsidRPr="00B53CB5">
          <w:rPr>
            <w:rFonts w:eastAsiaTheme="minorEastAsia"/>
            <w:kern w:val="2"/>
            <w14:ligatures w14:val="standardContextual"/>
          </w:rPr>
          <w:tab/>
        </w:r>
        <w:r w:rsidR="000716EE" w:rsidRPr="00B53CB5">
          <w:rPr>
            <w:rStyle w:val="Hyperlink"/>
            <w:u w:val="none"/>
          </w:rPr>
          <w:t>Reliability Must Run</w:t>
        </w:r>
        <w:r w:rsidR="000716EE" w:rsidRPr="00B53CB5">
          <w:rPr>
            <w:webHidden/>
          </w:rPr>
          <w:tab/>
        </w:r>
        <w:r w:rsidR="000716EE" w:rsidRPr="00B53CB5">
          <w:rPr>
            <w:webHidden/>
          </w:rPr>
          <w:fldChar w:fldCharType="begin"/>
        </w:r>
        <w:r w:rsidR="000716EE" w:rsidRPr="00B53CB5">
          <w:rPr>
            <w:webHidden/>
          </w:rPr>
          <w:instrText xml:space="preserve"> PAGEREF _Toc160026694 \h </w:instrText>
        </w:r>
        <w:r w:rsidR="000716EE" w:rsidRPr="00B53CB5">
          <w:rPr>
            <w:webHidden/>
          </w:rPr>
        </w:r>
        <w:r w:rsidR="000716EE" w:rsidRPr="00B53CB5">
          <w:rPr>
            <w:webHidden/>
          </w:rPr>
          <w:fldChar w:fldCharType="separate"/>
        </w:r>
        <w:r w:rsidR="001B6E2D" w:rsidRPr="00B53CB5">
          <w:rPr>
            <w:webHidden/>
          </w:rPr>
          <w:t>3-217</w:t>
        </w:r>
        <w:r w:rsidR="000716EE" w:rsidRPr="00B53CB5">
          <w:rPr>
            <w:webHidden/>
          </w:rPr>
          <w:fldChar w:fldCharType="end"/>
        </w:r>
      </w:hyperlink>
    </w:p>
    <w:p w14:paraId="644C39F9" w14:textId="1ABC0363" w:rsidR="000716EE" w:rsidRPr="00B53CB5" w:rsidRDefault="0043169A" w:rsidP="00B53CB5">
      <w:pPr>
        <w:pStyle w:val="TOC4"/>
        <w:rPr>
          <w:rFonts w:eastAsiaTheme="minorEastAsia"/>
          <w:snapToGrid/>
          <w:kern w:val="2"/>
          <w:sz w:val="20"/>
          <w:szCs w:val="20"/>
          <w14:ligatures w14:val="standardContextual"/>
        </w:rPr>
      </w:pPr>
      <w:hyperlink w:anchor="_Toc160026695" w:history="1">
        <w:r w:rsidR="000716EE" w:rsidRPr="00B53CB5">
          <w:rPr>
            <w:rStyle w:val="Hyperlink"/>
            <w:bCs w:val="0"/>
            <w:sz w:val="20"/>
            <w:szCs w:val="20"/>
            <w:u w:val="none"/>
          </w:rPr>
          <w:t>3.14.1.1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Notification of Suspension of Operations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_Toc160026695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3-220</w:t>
        </w:r>
        <w:r w:rsidR="000716EE" w:rsidRPr="00B53CB5">
          <w:rPr>
            <w:webHidden/>
            <w:sz w:val="20"/>
            <w:szCs w:val="20"/>
          </w:rPr>
          <w:fldChar w:fldCharType="end"/>
        </w:r>
      </w:hyperlink>
    </w:p>
    <w:p w14:paraId="5B58EC68" w14:textId="5AF3ADF4" w:rsidR="000716EE" w:rsidRPr="00B53CB5" w:rsidRDefault="0043169A" w:rsidP="00B53CB5">
      <w:pPr>
        <w:pStyle w:val="TOC4"/>
        <w:rPr>
          <w:rFonts w:eastAsiaTheme="minorEastAsia"/>
          <w:snapToGrid/>
          <w:kern w:val="2"/>
          <w:sz w:val="20"/>
          <w:szCs w:val="20"/>
          <w14:ligatures w14:val="standardContextual"/>
        </w:rPr>
      </w:pPr>
      <w:hyperlink w:anchor="_Toc160026696" w:history="1">
        <w:r w:rsidR="000716EE" w:rsidRPr="00B53CB5">
          <w:rPr>
            <w:rStyle w:val="Hyperlink"/>
            <w:bCs w:val="0"/>
            <w:sz w:val="20"/>
            <w:szCs w:val="20"/>
            <w:u w:val="none"/>
          </w:rPr>
          <w:t>3.14.1.2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Evaluation Process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_Toc160026696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3-221</w:t>
        </w:r>
        <w:r w:rsidR="000716EE" w:rsidRPr="00B53CB5">
          <w:rPr>
            <w:webHidden/>
            <w:sz w:val="20"/>
            <w:szCs w:val="20"/>
          </w:rPr>
          <w:fldChar w:fldCharType="end"/>
        </w:r>
      </w:hyperlink>
    </w:p>
    <w:p w14:paraId="7D7241A5" w14:textId="7001F472" w:rsidR="000716EE" w:rsidRPr="00B53CB5" w:rsidRDefault="0043169A">
      <w:pPr>
        <w:pStyle w:val="TOC5"/>
        <w:rPr>
          <w:rFonts w:eastAsiaTheme="minorEastAsia"/>
          <w:i w:val="0"/>
          <w:kern w:val="2"/>
          <w:sz w:val="20"/>
          <w:szCs w:val="20"/>
          <w14:ligatures w14:val="standardContextual"/>
        </w:rPr>
      </w:pPr>
      <w:hyperlink w:anchor="_Toc160026697" w:history="1">
        <w:r w:rsidR="000716EE" w:rsidRPr="00B53CB5">
          <w:rPr>
            <w:rStyle w:val="Hyperlink"/>
            <w:i w:val="0"/>
            <w:sz w:val="20"/>
            <w:szCs w:val="20"/>
            <w:u w:val="none"/>
          </w:rPr>
          <w:t>3.14.1.2.1</w:t>
        </w:r>
        <w:r w:rsidR="000716EE" w:rsidRPr="00B53CB5">
          <w:rPr>
            <w:rFonts w:eastAsiaTheme="minorEastAsia"/>
            <w:i w:val="0"/>
            <w:kern w:val="2"/>
            <w:sz w:val="20"/>
            <w:szCs w:val="20"/>
            <w14:ligatures w14:val="standardContextual"/>
          </w:rPr>
          <w:tab/>
        </w:r>
        <w:r w:rsidR="000716EE" w:rsidRPr="00B53CB5">
          <w:rPr>
            <w:rStyle w:val="Hyperlink"/>
            <w:i w:val="0"/>
            <w:snapToGrid w:val="0"/>
            <w:sz w:val="20"/>
            <w:szCs w:val="20"/>
            <w:u w:val="none"/>
          </w:rPr>
          <w:t>ERCOT Evaluation of Seasonal Mothball Status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_Toc160026697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3-225</w:t>
        </w:r>
        <w:r w:rsidR="000716EE" w:rsidRPr="00B53CB5">
          <w:rPr>
            <w:i w:val="0"/>
            <w:webHidden/>
            <w:sz w:val="20"/>
            <w:szCs w:val="20"/>
          </w:rPr>
          <w:fldChar w:fldCharType="end"/>
        </w:r>
      </w:hyperlink>
    </w:p>
    <w:p w14:paraId="234D5E6A" w14:textId="422C2565" w:rsidR="000716EE" w:rsidRPr="00B53CB5" w:rsidRDefault="0043169A" w:rsidP="00B53CB5">
      <w:pPr>
        <w:pStyle w:val="TOC4"/>
        <w:rPr>
          <w:rFonts w:eastAsiaTheme="minorEastAsia"/>
          <w:snapToGrid/>
          <w:kern w:val="2"/>
          <w:sz w:val="20"/>
          <w:szCs w:val="20"/>
          <w14:ligatures w14:val="standardContextual"/>
        </w:rPr>
      </w:pPr>
      <w:hyperlink w:anchor="_Toc160026698" w:history="1">
        <w:r w:rsidR="000716EE" w:rsidRPr="00B53CB5">
          <w:rPr>
            <w:rStyle w:val="Hyperlink"/>
            <w:bCs w:val="0"/>
            <w:sz w:val="20"/>
            <w:szCs w:val="20"/>
            <w:u w:val="none"/>
          </w:rPr>
          <w:t>3.14.1.3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ERCOT Board Approval of RMR and MRA Agreements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_Toc160026698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3-226</w:t>
        </w:r>
        <w:r w:rsidR="000716EE" w:rsidRPr="00B53CB5">
          <w:rPr>
            <w:webHidden/>
            <w:sz w:val="20"/>
            <w:szCs w:val="20"/>
          </w:rPr>
          <w:fldChar w:fldCharType="end"/>
        </w:r>
      </w:hyperlink>
    </w:p>
    <w:p w14:paraId="6A2BCB91" w14:textId="4155E9BA" w:rsidR="000716EE" w:rsidRPr="00B53CB5" w:rsidRDefault="0043169A" w:rsidP="00B53CB5">
      <w:pPr>
        <w:pStyle w:val="TOC4"/>
        <w:rPr>
          <w:rFonts w:eastAsiaTheme="minorEastAsia"/>
          <w:snapToGrid/>
          <w:kern w:val="2"/>
          <w:sz w:val="20"/>
          <w:szCs w:val="20"/>
          <w14:ligatures w14:val="standardContextual"/>
        </w:rPr>
      </w:pPr>
      <w:hyperlink w:anchor="_Toc160026699" w:history="1">
        <w:r w:rsidR="000716EE" w:rsidRPr="00B53CB5">
          <w:rPr>
            <w:rStyle w:val="Hyperlink"/>
            <w:bCs w:val="0"/>
            <w:sz w:val="20"/>
            <w:szCs w:val="20"/>
            <w:u w:val="none"/>
          </w:rPr>
          <w:t>3.14.1.4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Exit Strategy from an RMR Agreement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_Toc160026699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3-226</w:t>
        </w:r>
        <w:r w:rsidR="000716EE" w:rsidRPr="00B53CB5">
          <w:rPr>
            <w:webHidden/>
            <w:sz w:val="20"/>
            <w:szCs w:val="20"/>
          </w:rPr>
          <w:fldChar w:fldCharType="end"/>
        </w:r>
      </w:hyperlink>
    </w:p>
    <w:p w14:paraId="2D2D6952" w14:textId="13FACDDE" w:rsidR="000716EE" w:rsidRPr="00B53CB5" w:rsidRDefault="0043169A" w:rsidP="00B53CB5">
      <w:pPr>
        <w:pStyle w:val="TOC4"/>
        <w:rPr>
          <w:rFonts w:eastAsiaTheme="minorEastAsia"/>
          <w:snapToGrid/>
          <w:kern w:val="2"/>
          <w:sz w:val="20"/>
          <w:szCs w:val="20"/>
          <w14:ligatures w14:val="standardContextual"/>
        </w:rPr>
      </w:pPr>
      <w:hyperlink w:anchor="_Toc160026700" w:history="1">
        <w:r w:rsidR="000716EE" w:rsidRPr="00B53CB5">
          <w:rPr>
            <w:rStyle w:val="Hyperlink"/>
            <w:bCs w:val="0"/>
            <w:sz w:val="20"/>
            <w:szCs w:val="20"/>
            <w:u w:val="none"/>
          </w:rPr>
          <w:t>3.14.1.5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Evaluation of Alternatives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3-227</w:t>
        </w:r>
        <w:r w:rsidR="000716EE" w:rsidRPr="00B53CB5">
          <w:rPr>
            <w:webHidden/>
            <w:sz w:val="20"/>
            <w:szCs w:val="20"/>
          </w:rPr>
          <w:fldChar w:fldCharType="end"/>
        </w:r>
      </w:hyperlink>
    </w:p>
    <w:p w14:paraId="422E3AFE" w14:textId="4F74643F" w:rsidR="000716EE" w:rsidRPr="00B53CB5" w:rsidRDefault="0043169A" w:rsidP="00B53CB5">
      <w:pPr>
        <w:pStyle w:val="TOC4"/>
        <w:rPr>
          <w:rFonts w:eastAsiaTheme="minorEastAsia"/>
          <w:snapToGrid/>
          <w:kern w:val="2"/>
          <w:sz w:val="20"/>
          <w:szCs w:val="20"/>
          <w14:ligatures w14:val="standardContextual"/>
        </w:rPr>
      </w:pPr>
      <w:hyperlink w:anchor="_Toc160026701" w:history="1">
        <w:r w:rsidR="000716EE" w:rsidRPr="00B53CB5">
          <w:rPr>
            <w:rStyle w:val="Hyperlink"/>
            <w:bCs w:val="0"/>
            <w:sz w:val="20"/>
            <w:szCs w:val="20"/>
            <w:u w:val="none"/>
          </w:rPr>
          <w:t>3.14.1.6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Transmission System Upgrades Associated with an RMR and/or MRA Exit Strategy</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3-228</w:t>
        </w:r>
        <w:r w:rsidR="000716EE" w:rsidRPr="00B53CB5">
          <w:rPr>
            <w:webHidden/>
            <w:sz w:val="20"/>
            <w:szCs w:val="20"/>
          </w:rPr>
          <w:fldChar w:fldCharType="end"/>
        </w:r>
      </w:hyperlink>
    </w:p>
    <w:p w14:paraId="0299F1B4" w14:textId="230F19F4" w:rsidR="000716EE" w:rsidRPr="00B53CB5" w:rsidRDefault="0043169A" w:rsidP="00B53CB5">
      <w:pPr>
        <w:pStyle w:val="TOC4"/>
        <w:rPr>
          <w:rFonts w:eastAsiaTheme="minorEastAsia"/>
          <w:snapToGrid/>
          <w:kern w:val="2"/>
          <w:sz w:val="20"/>
          <w:szCs w:val="20"/>
          <w14:ligatures w14:val="standardContextual"/>
        </w:rPr>
      </w:pPr>
      <w:hyperlink w:anchor="_Toc160026702" w:history="1">
        <w:r w:rsidR="000716EE" w:rsidRPr="00B53CB5">
          <w:rPr>
            <w:rStyle w:val="Hyperlink"/>
            <w:bCs w:val="0"/>
            <w:sz w:val="20"/>
            <w:szCs w:val="20"/>
            <w:u w:val="none"/>
          </w:rPr>
          <w:t>3.14.1.7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RMR or MRA Contract Termination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3-229</w:t>
        </w:r>
        <w:r w:rsidR="000716EE" w:rsidRPr="00B53CB5">
          <w:rPr>
            <w:webHidden/>
            <w:sz w:val="20"/>
            <w:szCs w:val="20"/>
          </w:rPr>
          <w:fldChar w:fldCharType="end"/>
        </w:r>
      </w:hyperlink>
    </w:p>
    <w:p w14:paraId="66DA282E" w14:textId="475238AC" w:rsidR="000716EE" w:rsidRPr="00B53CB5" w:rsidRDefault="0043169A" w:rsidP="00B53CB5">
      <w:pPr>
        <w:pStyle w:val="TOC4"/>
        <w:rPr>
          <w:rFonts w:eastAsiaTheme="minorEastAsia"/>
          <w:snapToGrid/>
          <w:kern w:val="2"/>
          <w:sz w:val="20"/>
          <w:szCs w:val="20"/>
          <w14:ligatures w14:val="standardContextual"/>
        </w:rPr>
      </w:pPr>
      <w:hyperlink w:anchor="_Toc160026703" w:history="1">
        <w:r w:rsidR="000716EE" w:rsidRPr="00B53CB5">
          <w:rPr>
            <w:rStyle w:val="Hyperlink"/>
            <w:bCs w:val="0"/>
            <w:sz w:val="20"/>
            <w:szCs w:val="20"/>
            <w:u w:val="none"/>
          </w:rPr>
          <w:t>3.14.1.8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RMR and/or MRA Contract Extension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3-230</w:t>
        </w:r>
        <w:r w:rsidR="000716EE" w:rsidRPr="00B53CB5">
          <w:rPr>
            <w:webHidden/>
            <w:sz w:val="20"/>
            <w:szCs w:val="20"/>
          </w:rPr>
          <w:fldChar w:fldCharType="end"/>
        </w:r>
      </w:hyperlink>
    </w:p>
    <w:p w14:paraId="5A4469D8" w14:textId="109788BA" w:rsidR="000716EE" w:rsidRPr="00B53CB5" w:rsidRDefault="0043169A" w:rsidP="00B53CB5">
      <w:pPr>
        <w:pStyle w:val="TOC4"/>
        <w:rPr>
          <w:rFonts w:eastAsiaTheme="minorEastAsia"/>
          <w:snapToGrid/>
          <w:kern w:val="2"/>
          <w:sz w:val="20"/>
          <w:szCs w:val="20"/>
          <w14:ligatures w14:val="standardContextual"/>
        </w:rPr>
      </w:pPr>
      <w:hyperlink w:anchor="_Toc160026704" w:history="1">
        <w:r w:rsidR="000716EE" w:rsidRPr="00B53CB5">
          <w:rPr>
            <w:rStyle w:val="Hyperlink"/>
            <w:bCs w:val="0"/>
            <w:sz w:val="20"/>
            <w:szCs w:val="20"/>
            <w:u w:val="none"/>
          </w:rPr>
          <w:t>3.14.1.9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Generation Resource Status Updates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3-231</w:t>
        </w:r>
        <w:r w:rsidR="000716EE" w:rsidRPr="00B53CB5">
          <w:rPr>
            <w:webHidden/>
            <w:sz w:val="20"/>
            <w:szCs w:val="20"/>
          </w:rPr>
          <w:fldChar w:fldCharType="end"/>
        </w:r>
      </w:hyperlink>
    </w:p>
    <w:p w14:paraId="0D9D5AFD" w14:textId="5F04930E" w:rsidR="000716EE" w:rsidRPr="00B53CB5" w:rsidRDefault="0043169A" w:rsidP="00B53CB5">
      <w:pPr>
        <w:pStyle w:val="TOC4"/>
        <w:rPr>
          <w:rFonts w:eastAsiaTheme="minorEastAsia"/>
          <w:snapToGrid/>
          <w:kern w:val="2"/>
          <w:sz w:val="20"/>
          <w:szCs w:val="20"/>
          <w14:ligatures w14:val="standardContextual"/>
        </w:rPr>
      </w:pPr>
      <w:hyperlink w:anchor="_Toc160026705" w:history="1">
        <w:r w:rsidR="000716EE" w:rsidRPr="00B53CB5">
          <w:rPr>
            <w:rStyle w:val="Hyperlink"/>
            <w:bCs w:val="0"/>
            <w:sz w:val="20"/>
            <w:szCs w:val="20"/>
            <w:u w:val="none"/>
          </w:rPr>
          <w:t>3.14.1.10</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Eligible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3-235</w:t>
        </w:r>
        <w:r w:rsidR="000716EE" w:rsidRPr="00B53CB5">
          <w:rPr>
            <w:webHidden/>
            <w:sz w:val="20"/>
            <w:szCs w:val="20"/>
          </w:rPr>
          <w:fldChar w:fldCharType="end"/>
        </w:r>
      </w:hyperlink>
    </w:p>
    <w:p w14:paraId="68B85561" w14:textId="1297833E" w:rsidR="000716EE" w:rsidRPr="00B53CB5" w:rsidRDefault="0043169A" w:rsidP="00B53CB5">
      <w:pPr>
        <w:pStyle w:val="TOC4"/>
        <w:rPr>
          <w:rFonts w:eastAsiaTheme="minorEastAsia"/>
          <w:snapToGrid/>
          <w:kern w:val="2"/>
          <w:sz w:val="20"/>
          <w:szCs w:val="20"/>
          <w14:ligatures w14:val="standardContextual"/>
        </w:rPr>
      </w:pPr>
      <w:hyperlink w:anchor="_Toc160026706" w:history="1">
        <w:r w:rsidR="000716EE" w:rsidRPr="00B53CB5">
          <w:rPr>
            <w:rStyle w:val="Hyperlink"/>
            <w:bCs w:val="0"/>
            <w:sz w:val="20"/>
            <w:szCs w:val="20"/>
            <w:u w:val="none"/>
          </w:rPr>
          <w:t>3.14.1.11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Budgeting Eligible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3-237</w:t>
        </w:r>
        <w:r w:rsidR="000716EE" w:rsidRPr="00B53CB5">
          <w:rPr>
            <w:webHidden/>
            <w:sz w:val="20"/>
            <w:szCs w:val="20"/>
          </w:rPr>
          <w:fldChar w:fldCharType="end"/>
        </w:r>
      </w:hyperlink>
    </w:p>
    <w:p w14:paraId="02B0504B" w14:textId="3899A978" w:rsidR="000716EE" w:rsidRPr="00B53CB5" w:rsidRDefault="0043169A" w:rsidP="00B53CB5">
      <w:pPr>
        <w:pStyle w:val="TOC4"/>
        <w:rPr>
          <w:rFonts w:eastAsiaTheme="minorEastAsia"/>
          <w:snapToGrid/>
          <w:kern w:val="2"/>
          <w:sz w:val="20"/>
          <w:szCs w:val="20"/>
          <w14:ligatures w14:val="standardContextual"/>
        </w:rPr>
      </w:pPr>
      <w:hyperlink w:anchor="_Toc160026707" w:history="1">
        <w:r w:rsidR="000716EE" w:rsidRPr="00B53CB5">
          <w:rPr>
            <w:rStyle w:val="Hyperlink"/>
            <w:bCs w:val="0"/>
            <w:sz w:val="20"/>
            <w:szCs w:val="20"/>
            <w:u w:val="none"/>
          </w:rPr>
          <w:t>3.14.1.12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Calculation of the Initial Standby Cost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3-240</w:t>
        </w:r>
        <w:r w:rsidR="000716EE" w:rsidRPr="00B53CB5">
          <w:rPr>
            <w:webHidden/>
            <w:sz w:val="20"/>
            <w:szCs w:val="20"/>
          </w:rPr>
          <w:fldChar w:fldCharType="end"/>
        </w:r>
      </w:hyperlink>
    </w:p>
    <w:p w14:paraId="41050FDC" w14:textId="786F5C60" w:rsidR="000716EE" w:rsidRPr="00B53CB5" w:rsidRDefault="0043169A" w:rsidP="00B53CB5">
      <w:pPr>
        <w:pStyle w:val="TOC4"/>
        <w:rPr>
          <w:rFonts w:eastAsiaTheme="minorEastAsia"/>
          <w:snapToGrid/>
          <w:kern w:val="2"/>
          <w:sz w:val="20"/>
          <w:szCs w:val="20"/>
          <w14:ligatures w14:val="standardContextual"/>
        </w:rPr>
      </w:pPr>
      <w:hyperlink w:anchor="_Toc160026708" w:history="1">
        <w:r w:rsidR="000716EE" w:rsidRPr="00B53CB5">
          <w:rPr>
            <w:rStyle w:val="Hyperlink"/>
            <w:bCs w:val="0"/>
            <w:sz w:val="20"/>
            <w:szCs w:val="20"/>
            <w:u w:val="none"/>
          </w:rPr>
          <w:t>3.14.1.13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Updated Budgets During the Term of an RMR Agreement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3-240</w:t>
        </w:r>
        <w:r w:rsidR="000716EE" w:rsidRPr="00B53CB5">
          <w:rPr>
            <w:webHidden/>
            <w:sz w:val="20"/>
            <w:szCs w:val="20"/>
          </w:rPr>
          <w:fldChar w:fldCharType="end"/>
        </w:r>
      </w:hyperlink>
    </w:p>
    <w:p w14:paraId="7A3E30C1" w14:textId="012F1365" w:rsidR="000716EE" w:rsidRPr="00B53CB5" w:rsidRDefault="0043169A" w:rsidP="00B53CB5">
      <w:pPr>
        <w:pStyle w:val="TOC4"/>
        <w:rPr>
          <w:rFonts w:eastAsiaTheme="minorEastAsia"/>
          <w:snapToGrid/>
          <w:kern w:val="2"/>
          <w:sz w:val="20"/>
          <w:szCs w:val="20"/>
          <w14:ligatures w14:val="standardContextual"/>
        </w:rPr>
      </w:pPr>
      <w:hyperlink w:anchor="_Toc160026709" w:history="1">
        <w:r w:rsidR="000716EE" w:rsidRPr="00B53CB5">
          <w:rPr>
            <w:rStyle w:val="Hyperlink"/>
            <w:bCs w:val="0"/>
            <w:sz w:val="20"/>
            <w:szCs w:val="20"/>
            <w:u w:val="none"/>
          </w:rPr>
          <w:t>3.14.1.14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Reporting Actual RMR Eligible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_Toc160026709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3-241</w:t>
        </w:r>
        <w:r w:rsidR="000716EE" w:rsidRPr="00B53CB5">
          <w:rPr>
            <w:webHidden/>
            <w:sz w:val="20"/>
            <w:szCs w:val="20"/>
          </w:rPr>
          <w:fldChar w:fldCharType="end"/>
        </w:r>
      </w:hyperlink>
    </w:p>
    <w:p w14:paraId="3EE1580C" w14:textId="5BDD7A7E" w:rsidR="000716EE" w:rsidRPr="00B53CB5" w:rsidRDefault="0043169A" w:rsidP="00B53CB5">
      <w:pPr>
        <w:pStyle w:val="TOC4"/>
        <w:rPr>
          <w:rFonts w:eastAsiaTheme="minorEastAsia"/>
          <w:snapToGrid/>
          <w:kern w:val="2"/>
          <w:sz w:val="20"/>
          <w:szCs w:val="20"/>
          <w14:ligatures w14:val="standardContextual"/>
        </w:rPr>
      </w:pPr>
      <w:hyperlink w:anchor="_Toc160026710" w:history="1">
        <w:r w:rsidR="000716EE" w:rsidRPr="00B53CB5">
          <w:rPr>
            <w:rStyle w:val="Hyperlink"/>
            <w:bCs w:val="0"/>
            <w:sz w:val="20"/>
            <w:szCs w:val="20"/>
            <w:u w:val="none"/>
          </w:rPr>
          <w:t>3.14.1.15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Reporting Actual MRA Eligible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3-241</w:t>
        </w:r>
        <w:r w:rsidR="000716EE" w:rsidRPr="00B53CB5">
          <w:rPr>
            <w:webHidden/>
            <w:sz w:val="20"/>
            <w:szCs w:val="20"/>
          </w:rPr>
          <w:fldChar w:fldCharType="end"/>
        </w:r>
      </w:hyperlink>
    </w:p>
    <w:p w14:paraId="65FB889E" w14:textId="098E8EA8" w:rsidR="000716EE" w:rsidRPr="00B53CB5" w:rsidRDefault="0043169A" w:rsidP="00B53CB5">
      <w:pPr>
        <w:pStyle w:val="TOC4"/>
        <w:rPr>
          <w:rFonts w:eastAsiaTheme="minorEastAsia"/>
          <w:snapToGrid/>
          <w:kern w:val="2"/>
          <w:sz w:val="20"/>
          <w:szCs w:val="20"/>
          <w14:ligatures w14:val="standardContextual"/>
        </w:rPr>
      </w:pPr>
      <w:hyperlink w:anchor="_Toc160026711" w:history="1">
        <w:r w:rsidR="000716EE" w:rsidRPr="00B53CB5">
          <w:rPr>
            <w:rStyle w:val="Hyperlink"/>
            <w:bCs w:val="0"/>
            <w:sz w:val="20"/>
            <w:szCs w:val="20"/>
            <w:u w:val="none"/>
          </w:rPr>
          <w:t>3.14.1.16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Reconciliation of Actual Eligible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3-241</w:t>
        </w:r>
        <w:r w:rsidR="000716EE" w:rsidRPr="00B53CB5">
          <w:rPr>
            <w:webHidden/>
            <w:sz w:val="20"/>
            <w:szCs w:val="20"/>
          </w:rPr>
          <w:fldChar w:fldCharType="end"/>
        </w:r>
      </w:hyperlink>
    </w:p>
    <w:p w14:paraId="7DB50171" w14:textId="2A6E864C" w:rsidR="000716EE" w:rsidRPr="00B53CB5" w:rsidRDefault="0043169A" w:rsidP="00B53CB5">
      <w:pPr>
        <w:pStyle w:val="TOC4"/>
        <w:rPr>
          <w:rFonts w:eastAsiaTheme="minorEastAsia"/>
          <w:snapToGrid/>
          <w:kern w:val="2"/>
          <w:sz w:val="20"/>
          <w:szCs w:val="20"/>
          <w14:ligatures w14:val="standardContextual"/>
        </w:rPr>
      </w:pPr>
      <w:hyperlink w:anchor="_Toc160026712" w:history="1">
        <w:r w:rsidR="000716EE" w:rsidRPr="00B53CB5">
          <w:rPr>
            <w:rStyle w:val="Hyperlink"/>
            <w:bCs w:val="0"/>
            <w:sz w:val="20"/>
            <w:szCs w:val="20"/>
            <w:u w:val="none"/>
          </w:rPr>
          <w:t>3.14.1.17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Incentive Factor</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3-241</w:t>
        </w:r>
        <w:r w:rsidR="000716EE" w:rsidRPr="00B53CB5">
          <w:rPr>
            <w:webHidden/>
            <w:sz w:val="20"/>
            <w:szCs w:val="20"/>
          </w:rPr>
          <w:fldChar w:fldCharType="end"/>
        </w:r>
      </w:hyperlink>
    </w:p>
    <w:p w14:paraId="24054968" w14:textId="52B40718" w:rsidR="000716EE" w:rsidRPr="00B53CB5" w:rsidRDefault="0043169A" w:rsidP="00B53CB5">
      <w:pPr>
        <w:pStyle w:val="TOC4"/>
        <w:rPr>
          <w:rFonts w:eastAsiaTheme="minorEastAsia"/>
          <w:snapToGrid/>
          <w:kern w:val="2"/>
          <w:sz w:val="20"/>
          <w:szCs w:val="20"/>
          <w14:ligatures w14:val="standardContextual"/>
        </w:rPr>
      </w:pPr>
      <w:hyperlink w:anchor="_Toc160026713" w:history="1">
        <w:r w:rsidR="000716EE" w:rsidRPr="00B53CB5">
          <w:rPr>
            <w:rStyle w:val="Hyperlink"/>
            <w:bCs w:val="0"/>
            <w:sz w:val="20"/>
            <w:szCs w:val="20"/>
            <w:u w:val="none"/>
          </w:rPr>
          <w:t>3.14.1.18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Major Equipment Modifications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_Toc160026713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3-242</w:t>
        </w:r>
        <w:r w:rsidR="000716EE" w:rsidRPr="00B53CB5">
          <w:rPr>
            <w:webHidden/>
            <w:sz w:val="20"/>
            <w:szCs w:val="20"/>
          </w:rPr>
          <w:fldChar w:fldCharType="end"/>
        </w:r>
      </w:hyperlink>
    </w:p>
    <w:p w14:paraId="79DDF045" w14:textId="286FCE58" w:rsidR="000716EE" w:rsidRPr="00B53CB5" w:rsidRDefault="0043169A" w:rsidP="00B53CB5">
      <w:pPr>
        <w:pStyle w:val="TOC4"/>
        <w:rPr>
          <w:rFonts w:eastAsiaTheme="minorEastAsia"/>
          <w:snapToGrid/>
          <w:kern w:val="2"/>
          <w:sz w:val="20"/>
          <w:szCs w:val="20"/>
          <w14:ligatures w14:val="standardContextual"/>
        </w:rPr>
      </w:pPr>
      <w:hyperlink w:anchor="_Toc160026714" w:history="1">
        <w:r w:rsidR="000716EE" w:rsidRPr="00B53CB5">
          <w:rPr>
            <w:rStyle w:val="Hyperlink"/>
            <w:bCs w:val="0"/>
            <w:sz w:val="20"/>
            <w:szCs w:val="20"/>
            <w:u w:val="none"/>
          </w:rPr>
          <w:t>3.14.1.19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Charge for Contributed Capital Expenditures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3-242</w:t>
        </w:r>
        <w:r w:rsidR="000716EE" w:rsidRPr="00B53CB5">
          <w:rPr>
            <w:webHidden/>
            <w:sz w:val="20"/>
            <w:szCs w:val="20"/>
          </w:rPr>
          <w:fldChar w:fldCharType="end"/>
        </w:r>
      </w:hyperlink>
    </w:p>
    <w:p w14:paraId="525790EF" w14:textId="21DC294D" w:rsidR="000716EE" w:rsidRPr="00B53CB5" w:rsidRDefault="0043169A" w:rsidP="00B53CB5">
      <w:pPr>
        <w:pStyle w:val="TOC4"/>
        <w:rPr>
          <w:rFonts w:eastAsiaTheme="minorEastAsia"/>
          <w:snapToGrid/>
          <w:kern w:val="2"/>
          <w:sz w:val="20"/>
          <w:szCs w:val="20"/>
          <w14:ligatures w14:val="standardContextual"/>
        </w:rPr>
      </w:pPr>
      <w:hyperlink w:anchor="_Toc160026715" w:history="1">
        <w:r w:rsidR="000716EE" w:rsidRPr="00B53CB5">
          <w:rPr>
            <w:rStyle w:val="Hyperlink"/>
            <w:bCs w:val="0"/>
            <w:sz w:val="20"/>
            <w:szCs w:val="20"/>
            <w:u w:val="none"/>
          </w:rPr>
          <w:t>3.14.1.20</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Budgeting Fuel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3-244</w:t>
        </w:r>
        <w:r w:rsidR="000716EE" w:rsidRPr="00B53CB5">
          <w:rPr>
            <w:webHidden/>
            <w:sz w:val="20"/>
            <w:szCs w:val="20"/>
          </w:rPr>
          <w:fldChar w:fldCharType="end"/>
        </w:r>
      </w:hyperlink>
    </w:p>
    <w:p w14:paraId="0460030F" w14:textId="6612FAFF" w:rsidR="000716EE" w:rsidRPr="00B53CB5" w:rsidRDefault="0043169A" w:rsidP="00B53CB5">
      <w:pPr>
        <w:pStyle w:val="TOC4"/>
        <w:rPr>
          <w:rFonts w:eastAsiaTheme="minorEastAsia"/>
          <w:snapToGrid/>
          <w:kern w:val="2"/>
          <w:sz w:val="20"/>
          <w:szCs w:val="20"/>
          <w14:ligatures w14:val="standardContextual"/>
        </w:rPr>
      </w:pPr>
      <w:hyperlink w:anchor="_Toc160026716" w:history="1">
        <w:r w:rsidR="000716EE" w:rsidRPr="00B53CB5">
          <w:rPr>
            <w:rStyle w:val="Hyperlink"/>
            <w:bCs w:val="0"/>
            <w:sz w:val="20"/>
            <w:szCs w:val="20"/>
            <w:u w:val="none"/>
          </w:rPr>
          <w:t>3.14.1.21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Reporting Actual Eligible Fuel Costs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3-245</w:t>
        </w:r>
        <w:r w:rsidR="000716EE" w:rsidRPr="00B53CB5">
          <w:rPr>
            <w:webHidden/>
            <w:sz w:val="20"/>
            <w:szCs w:val="20"/>
          </w:rPr>
          <w:fldChar w:fldCharType="end"/>
        </w:r>
      </w:hyperlink>
    </w:p>
    <w:p w14:paraId="72620EF1" w14:textId="21CFB014" w:rsidR="000716EE" w:rsidRPr="00B53CB5" w:rsidRDefault="0043169A">
      <w:pPr>
        <w:pStyle w:val="TOC3"/>
        <w:rPr>
          <w:rFonts w:eastAsiaTheme="minorEastAsia"/>
          <w:kern w:val="2"/>
          <w14:ligatures w14:val="standardContextual"/>
        </w:rPr>
      </w:pPr>
      <w:hyperlink w:anchor="_Toc160026717" w:history="1">
        <w:r w:rsidR="000716EE" w:rsidRPr="00B53CB5">
          <w:rPr>
            <w:rStyle w:val="Hyperlink"/>
            <w:u w:val="none"/>
          </w:rPr>
          <w:t>3.14.2</w:t>
        </w:r>
        <w:r w:rsidR="000716EE" w:rsidRPr="00B53CB5">
          <w:rPr>
            <w:rFonts w:eastAsiaTheme="minorEastAsia"/>
            <w:kern w:val="2"/>
            <w14:ligatures w14:val="standardContextual"/>
          </w:rPr>
          <w:tab/>
        </w:r>
        <w:r w:rsidR="000716EE" w:rsidRPr="00B53CB5">
          <w:rPr>
            <w:rStyle w:val="Hyperlink"/>
            <w:u w:val="none"/>
          </w:rPr>
          <w:t>Black Start</w:t>
        </w:r>
        <w:r w:rsidR="000716EE" w:rsidRPr="00B53CB5">
          <w:rPr>
            <w:webHidden/>
          </w:rPr>
          <w:tab/>
        </w:r>
        <w:r w:rsidR="000716EE" w:rsidRPr="00B53CB5">
          <w:rPr>
            <w:webHidden/>
          </w:rPr>
          <w:fldChar w:fldCharType="begin"/>
        </w:r>
        <w:r w:rsidR="000716EE" w:rsidRPr="00B53CB5">
          <w:rPr>
            <w:webHidden/>
          </w:rPr>
          <w:instrText xml:space="preserve"> PAGEREF _Toc160026717 \h </w:instrText>
        </w:r>
        <w:r w:rsidR="000716EE" w:rsidRPr="00B53CB5">
          <w:rPr>
            <w:webHidden/>
          </w:rPr>
        </w:r>
        <w:r w:rsidR="000716EE" w:rsidRPr="00B53CB5">
          <w:rPr>
            <w:webHidden/>
          </w:rPr>
          <w:fldChar w:fldCharType="separate"/>
        </w:r>
        <w:r w:rsidR="001B6E2D" w:rsidRPr="00B53CB5">
          <w:rPr>
            <w:webHidden/>
          </w:rPr>
          <w:t>3-246</w:t>
        </w:r>
        <w:r w:rsidR="000716EE" w:rsidRPr="00B53CB5">
          <w:rPr>
            <w:webHidden/>
          </w:rPr>
          <w:fldChar w:fldCharType="end"/>
        </w:r>
      </w:hyperlink>
    </w:p>
    <w:p w14:paraId="36E4321B" w14:textId="5E8516F4" w:rsidR="000716EE" w:rsidRPr="00B53CB5" w:rsidRDefault="0043169A">
      <w:pPr>
        <w:pStyle w:val="TOC3"/>
        <w:rPr>
          <w:rFonts w:eastAsiaTheme="minorEastAsia"/>
          <w:kern w:val="2"/>
          <w14:ligatures w14:val="standardContextual"/>
        </w:rPr>
      </w:pPr>
      <w:hyperlink w:anchor="_Toc160026718" w:history="1">
        <w:r w:rsidR="000716EE" w:rsidRPr="00B53CB5">
          <w:rPr>
            <w:rStyle w:val="Hyperlink"/>
            <w:u w:val="none"/>
          </w:rPr>
          <w:t>3.14.3</w:t>
        </w:r>
        <w:r w:rsidR="000716EE" w:rsidRPr="00B53CB5">
          <w:rPr>
            <w:rFonts w:eastAsiaTheme="minorEastAsia"/>
            <w:kern w:val="2"/>
            <w14:ligatures w14:val="standardContextual"/>
          </w:rPr>
          <w:tab/>
        </w:r>
        <w:r w:rsidR="000716EE" w:rsidRPr="00B53CB5">
          <w:rPr>
            <w:rStyle w:val="Hyperlink"/>
            <w:u w:val="none"/>
          </w:rPr>
          <w:t>Emergency Response Service</w:t>
        </w:r>
        <w:r w:rsidR="000716EE" w:rsidRPr="00B53CB5">
          <w:rPr>
            <w:webHidden/>
          </w:rPr>
          <w:tab/>
        </w:r>
        <w:r w:rsidR="000716EE" w:rsidRPr="00B53CB5">
          <w:rPr>
            <w:webHidden/>
          </w:rPr>
          <w:fldChar w:fldCharType="begin"/>
        </w:r>
        <w:r w:rsidR="000716EE" w:rsidRPr="00B53CB5">
          <w:rPr>
            <w:webHidden/>
          </w:rPr>
          <w:instrText xml:space="preserve"> PAGEREF _Toc160026718 \h </w:instrText>
        </w:r>
        <w:r w:rsidR="000716EE" w:rsidRPr="00B53CB5">
          <w:rPr>
            <w:webHidden/>
          </w:rPr>
        </w:r>
        <w:r w:rsidR="000716EE" w:rsidRPr="00B53CB5">
          <w:rPr>
            <w:webHidden/>
          </w:rPr>
          <w:fldChar w:fldCharType="separate"/>
        </w:r>
        <w:r w:rsidR="001B6E2D" w:rsidRPr="00B53CB5">
          <w:rPr>
            <w:webHidden/>
          </w:rPr>
          <w:t>3-248</w:t>
        </w:r>
        <w:r w:rsidR="000716EE" w:rsidRPr="00B53CB5">
          <w:rPr>
            <w:webHidden/>
          </w:rPr>
          <w:fldChar w:fldCharType="end"/>
        </w:r>
      </w:hyperlink>
    </w:p>
    <w:p w14:paraId="6B6307B4" w14:textId="6964E548" w:rsidR="000716EE" w:rsidRPr="00B53CB5" w:rsidRDefault="0043169A" w:rsidP="00B53CB5">
      <w:pPr>
        <w:pStyle w:val="TOC4"/>
        <w:rPr>
          <w:rFonts w:eastAsiaTheme="minorEastAsia"/>
          <w:snapToGrid/>
          <w:kern w:val="2"/>
          <w:sz w:val="20"/>
          <w:szCs w:val="20"/>
          <w14:ligatures w14:val="standardContextual"/>
        </w:rPr>
      </w:pPr>
      <w:hyperlink w:anchor="_Toc160026719" w:history="1">
        <w:r w:rsidR="000716EE" w:rsidRPr="00B53CB5">
          <w:rPr>
            <w:rStyle w:val="Hyperlink"/>
            <w:bCs w:val="0"/>
            <w:sz w:val="20"/>
            <w:szCs w:val="20"/>
            <w:u w:val="none"/>
          </w:rPr>
          <w:t>3.14.3.1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Emergency Response Service Procurement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_Toc160026719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3-249</w:t>
        </w:r>
        <w:r w:rsidR="000716EE" w:rsidRPr="00B53CB5">
          <w:rPr>
            <w:webHidden/>
            <w:sz w:val="20"/>
            <w:szCs w:val="20"/>
          </w:rPr>
          <w:fldChar w:fldCharType="end"/>
        </w:r>
      </w:hyperlink>
    </w:p>
    <w:p w14:paraId="512B72AF" w14:textId="0F46F902" w:rsidR="000716EE" w:rsidRPr="00B53CB5" w:rsidRDefault="0043169A" w:rsidP="00B53CB5">
      <w:pPr>
        <w:pStyle w:val="TOC4"/>
        <w:rPr>
          <w:rFonts w:eastAsiaTheme="minorEastAsia"/>
          <w:snapToGrid/>
          <w:kern w:val="2"/>
          <w:sz w:val="20"/>
          <w:szCs w:val="20"/>
          <w14:ligatures w14:val="standardContextual"/>
        </w:rPr>
      </w:pPr>
      <w:hyperlink w:anchor="_Toc160026720" w:history="1">
        <w:r w:rsidR="000716EE" w:rsidRPr="00B53CB5">
          <w:rPr>
            <w:rStyle w:val="Hyperlink"/>
            <w:bCs w:val="0"/>
            <w:sz w:val="20"/>
            <w:szCs w:val="20"/>
            <w:u w:val="none"/>
          </w:rPr>
          <w:t>3.14.3.2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Emergency Response Service Self-Provision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_Toc160026720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3-255</w:t>
        </w:r>
        <w:r w:rsidR="000716EE" w:rsidRPr="00B53CB5">
          <w:rPr>
            <w:webHidden/>
            <w:sz w:val="20"/>
            <w:szCs w:val="20"/>
          </w:rPr>
          <w:fldChar w:fldCharType="end"/>
        </w:r>
      </w:hyperlink>
    </w:p>
    <w:p w14:paraId="0ADB8BCE" w14:textId="1BE7A269" w:rsidR="000716EE" w:rsidRPr="00B53CB5" w:rsidRDefault="0043169A" w:rsidP="00B53CB5">
      <w:pPr>
        <w:pStyle w:val="TOC4"/>
        <w:rPr>
          <w:rFonts w:eastAsiaTheme="minorEastAsia"/>
          <w:snapToGrid/>
          <w:kern w:val="2"/>
          <w:sz w:val="20"/>
          <w:szCs w:val="20"/>
          <w14:ligatures w14:val="standardContextual"/>
        </w:rPr>
      </w:pPr>
      <w:hyperlink w:anchor="_Toc160026721" w:history="1">
        <w:r w:rsidR="000716EE" w:rsidRPr="00B53CB5">
          <w:rPr>
            <w:rStyle w:val="Hyperlink"/>
            <w:bCs w:val="0"/>
            <w:sz w:val="20"/>
            <w:szCs w:val="20"/>
            <w:u w:val="none"/>
          </w:rPr>
          <w:t>3.14.3.3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Emergency Response Service Provision and Technical Requirements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_Toc160026721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3-257</w:t>
        </w:r>
        <w:r w:rsidR="000716EE" w:rsidRPr="00B53CB5">
          <w:rPr>
            <w:webHidden/>
            <w:sz w:val="20"/>
            <w:szCs w:val="20"/>
          </w:rPr>
          <w:fldChar w:fldCharType="end"/>
        </w:r>
      </w:hyperlink>
    </w:p>
    <w:p w14:paraId="238F045A" w14:textId="3B16623C" w:rsidR="000716EE" w:rsidRPr="00B53CB5" w:rsidRDefault="0043169A" w:rsidP="00B53CB5">
      <w:pPr>
        <w:pStyle w:val="TOC4"/>
        <w:rPr>
          <w:rFonts w:eastAsiaTheme="minorEastAsia"/>
          <w:snapToGrid/>
          <w:kern w:val="2"/>
          <w:sz w:val="20"/>
          <w:szCs w:val="20"/>
          <w14:ligatures w14:val="standardContextual"/>
        </w:rPr>
      </w:pPr>
      <w:hyperlink w:anchor="_Toc160026722" w:history="1">
        <w:r w:rsidR="000716EE" w:rsidRPr="00B53CB5">
          <w:rPr>
            <w:rStyle w:val="Hyperlink"/>
            <w:bCs w:val="0"/>
            <w:sz w:val="20"/>
            <w:szCs w:val="20"/>
            <w:u w:val="none"/>
          </w:rPr>
          <w:t>3.14.3.4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Emergency Response Service Reporting and Market Communications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_Toc160026722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3-259</w:t>
        </w:r>
        <w:r w:rsidR="000716EE" w:rsidRPr="00B53CB5">
          <w:rPr>
            <w:webHidden/>
            <w:sz w:val="20"/>
            <w:szCs w:val="20"/>
          </w:rPr>
          <w:fldChar w:fldCharType="end"/>
        </w:r>
      </w:hyperlink>
    </w:p>
    <w:p w14:paraId="40A6B21C" w14:textId="45112C22" w:rsidR="000716EE" w:rsidRPr="00B53CB5" w:rsidRDefault="0043169A">
      <w:pPr>
        <w:pStyle w:val="TOC3"/>
        <w:rPr>
          <w:rFonts w:eastAsiaTheme="minorEastAsia"/>
          <w:kern w:val="2"/>
          <w14:ligatures w14:val="standardContextual"/>
        </w:rPr>
      </w:pPr>
      <w:hyperlink w:anchor="_Toc160026723" w:history="1">
        <w:r w:rsidR="000716EE" w:rsidRPr="00B53CB5">
          <w:rPr>
            <w:rStyle w:val="Hyperlink"/>
            <w:u w:val="none"/>
          </w:rPr>
          <w:t>3.14.4</w:t>
        </w:r>
        <w:r w:rsidR="000716EE" w:rsidRPr="00B53CB5">
          <w:rPr>
            <w:rFonts w:eastAsiaTheme="minorEastAsia"/>
            <w:kern w:val="2"/>
            <w14:ligatures w14:val="standardContextual"/>
          </w:rPr>
          <w:tab/>
        </w:r>
        <w:r w:rsidR="000716EE" w:rsidRPr="00B53CB5">
          <w:rPr>
            <w:rStyle w:val="Hyperlink"/>
            <w:u w:val="none"/>
          </w:rPr>
          <w:t>Must-Run Alternative Service</w:t>
        </w:r>
        <w:r w:rsidR="000716EE" w:rsidRPr="00B53CB5">
          <w:rPr>
            <w:webHidden/>
          </w:rPr>
          <w:tab/>
        </w:r>
        <w:r w:rsidR="000716EE" w:rsidRPr="00B53CB5">
          <w:rPr>
            <w:webHidden/>
          </w:rPr>
          <w:fldChar w:fldCharType="begin"/>
        </w:r>
        <w:r w:rsidR="000716EE" w:rsidRPr="00B53CB5">
          <w:rPr>
            <w:webHidden/>
          </w:rPr>
          <w:instrText xml:space="preserve"> PAGEREF _Toc160026723 \h </w:instrText>
        </w:r>
        <w:r w:rsidR="000716EE" w:rsidRPr="00B53CB5">
          <w:rPr>
            <w:webHidden/>
          </w:rPr>
        </w:r>
        <w:r w:rsidR="000716EE" w:rsidRPr="00B53CB5">
          <w:rPr>
            <w:webHidden/>
          </w:rPr>
          <w:fldChar w:fldCharType="separate"/>
        </w:r>
        <w:r w:rsidR="001B6E2D" w:rsidRPr="00B53CB5">
          <w:rPr>
            <w:webHidden/>
          </w:rPr>
          <w:t>3-261</w:t>
        </w:r>
        <w:r w:rsidR="000716EE" w:rsidRPr="00B53CB5">
          <w:rPr>
            <w:webHidden/>
          </w:rPr>
          <w:fldChar w:fldCharType="end"/>
        </w:r>
      </w:hyperlink>
    </w:p>
    <w:p w14:paraId="560BA59A" w14:textId="7672600C" w:rsidR="000716EE" w:rsidRPr="00B53CB5" w:rsidRDefault="0043169A" w:rsidP="00B53CB5">
      <w:pPr>
        <w:pStyle w:val="TOC4"/>
        <w:rPr>
          <w:rFonts w:eastAsiaTheme="minorEastAsia"/>
          <w:snapToGrid/>
          <w:kern w:val="2"/>
          <w:sz w:val="20"/>
          <w:szCs w:val="20"/>
          <w14:ligatures w14:val="standardContextual"/>
        </w:rPr>
      </w:pPr>
      <w:hyperlink w:anchor="_Toc160026724" w:history="1">
        <w:r w:rsidR="000716EE" w:rsidRPr="00B53CB5">
          <w:rPr>
            <w:rStyle w:val="Hyperlink"/>
            <w:bCs w:val="0"/>
            <w:sz w:val="20"/>
            <w:szCs w:val="20"/>
            <w:u w:val="none"/>
          </w:rPr>
          <w:t>3.14.4.1</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Overview and Description of MRAs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3-261</w:t>
        </w:r>
        <w:r w:rsidR="000716EE" w:rsidRPr="00B53CB5">
          <w:rPr>
            <w:webHidden/>
            <w:sz w:val="20"/>
            <w:szCs w:val="20"/>
          </w:rPr>
          <w:fldChar w:fldCharType="end"/>
        </w:r>
      </w:hyperlink>
    </w:p>
    <w:p w14:paraId="17DCDF16" w14:textId="4956DA2A" w:rsidR="000716EE" w:rsidRPr="00B53CB5" w:rsidRDefault="0043169A" w:rsidP="00B53CB5">
      <w:pPr>
        <w:pStyle w:val="TOC4"/>
        <w:rPr>
          <w:rFonts w:eastAsiaTheme="minorEastAsia"/>
          <w:snapToGrid/>
          <w:kern w:val="2"/>
          <w:sz w:val="20"/>
          <w:szCs w:val="20"/>
          <w14:ligatures w14:val="standardContextual"/>
        </w:rPr>
      </w:pPr>
      <w:hyperlink w:anchor="_Toc160026725" w:history="1">
        <w:r w:rsidR="000716EE" w:rsidRPr="00B53CB5">
          <w:rPr>
            <w:rStyle w:val="Hyperlink"/>
            <w:bCs w:val="0"/>
            <w:sz w:val="20"/>
            <w:szCs w:val="20"/>
            <w:u w:val="none"/>
          </w:rPr>
          <w:t>3.14.4.2</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Preliminary Review of Prospective Demand Response MRAs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3-264</w:t>
        </w:r>
        <w:r w:rsidR="000716EE" w:rsidRPr="00B53CB5">
          <w:rPr>
            <w:webHidden/>
            <w:sz w:val="20"/>
            <w:szCs w:val="20"/>
          </w:rPr>
          <w:fldChar w:fldCharType="end"/>
        </w:r>
      </w:hyperlink>
    </w:p>
    <w:p w14:paraId="0F67162D" w14:textId="2C3ABF38" w:rsidR="000716EE" w:rsidRPr="00B53CB5" w:rsidRDefault="0043169A" w:rsidP="00B53CB5">
      <w:pPr>
        <w:pStyle w:val="TOC4"/>
        <w:rPr>
          <w:rFonts w:eastAsiaTheme="minorEastAsia"/>
          <w:snapToGrid/>
          <w:kern w:val="2"/>
          <w:sz w:val="20"/>
          <w:szCs w:val="20"/>
          <w14:ligatures w14:val="standardContextual"/>
        </w:rPr>
      </w:pPr>
      <w:hyperlink w:anchor="_Toc160026726" w:history="1">
        <w:r w:rsidR="000716EE" w:rsidRPr="00B53CB5">
          <w:rPr>
            <w:rStyle w:val="Hyperlink"/>
            <w:bCs w:val="0"/>
            <w:sz w:val="20"/>
            <w:szCs w:val="20"/>
            <w:u w:val="none"/>
          </w:rPr>
          <w:t>3.14.4.3</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MRA Substitution</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3-265</w:t>
        </w:r>
        <w:r w:rsidR="000716EE" w:rsidRPr="00B53CB5">
          <w:rPr>
            <w:webHidden/>
            <w:sz w:val="20"/>
            <w:szCs w:val="20"/>
          </w:rPr>
          <w:fldChar w:fldCharType="end"/>
        </w:r>
      </w:hyperlink>
    </w:p>
    <w:p w14:paraId="00CA8542" w14:textId="1E4D6B4F" w:rsidR="000716EE" w:rsidRPr="00B53CB5" w:rsidRDefault="0043169A" w:rsidP="00B53CB5">
      <w:pPr>
        <w:pStyle w:val="TOC4"/>
        <w:rPr>
          <w:rFonts w:eastAsiaTheme="minorEastAsia"/>
          <w:snapToGrid/>
          <w:kern w:val="2"/>
          <w:sz w:val="20"/>
          <w:szCs w:val="20"/>
          <w14:ligatures w14:val="standardContextual"/>
        </w:rPr>
      </w:pPr>
      <w:hyperlink w:anchor="_Toc160026727" w:history="1">
        <w:r w:rsidR="000716EE" w:rsidRPr="00B53CB5">
          <w:rPr>
            <w:rStyle w:val="Hyperlink"/>
            <w:bCs w:val="0"/>
            <w:sz w:val="20"/>
            <w:szCs w:val="20"/>
            <w:u w:val="none"/>
          </w:rPr>
          <w:t>3.14.4.4</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Commitment and Dispatch</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3-265</w:t>
        </w:r>
        <w:r w:rsidR="000716EE" w:rsidRPr="00B53CB5">
          <w:rPr>
            <w:webHidden/>
            <w:sz w:val="20"/>
            <w:szCs w:val="20"/>
          </w:rPr>
          <w:fldChar w:fldCharType="end"/>
        </w:r>
      </w:hyperlink>
    </w:p>
    <w:p w14:paraId="7466DE56" w14:textId="585941B8" w:rsidR="000716EE" w:rsidRPr="00B53CB5" w:rsidRDefault="0043169A" w:rsidP="00B53CB5">
      <w:pPr>
        <w:pStyle w:val="TOC4"/>
        <w:rPr>
          <w:rFonts w:eastAsiaTheme="minorEastAsia"/>
          <w:snapToGrid/>
          <w:kern w:val="2"/>
          <w:sz w:val="20"/>
          <w:szCs w:val="20"/>
          <w14:ligatures w14:val="standardContextual"/>
        </w:rPr>
      </w:pPr>
      <w:hyperlink w:anchor="_Toc160026728" w:history="1">
        <w:r w:rsidR="000716EE" w:rsidRPr="00B53CB5">
          <w:rPr>
            <w:rStyle w:val="Hyperlink"/>
            <w:bCs w:val="0"/>
            <w:sz w:val="20"/>
            <w:szCs w:val="20"/>
            <w:u w:val="none"/>
          </w:rPr>
          <w:t>3.14.4.5</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Standards for Generation Resource MRAs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3-266</w:t>
        </w:r>
        <w:r w:rsidR="000716EE" w:rsidRPr="00B53CB5">
          <w:rPr>
            <w:webHidden/>
            <w:sz w:val="20"/>
            <w:szCs w:val="20"/>
          </w:rPr>
          <w:fldChar w:fldCharType="end"/>
        </w:r>
      </w:hyperlink>
    </w:p>
    <w:p w14:paraId="296C6D46" w14:textId="271E27D1" w:rsidR="000716EE" w:rsidRPr="00B53CB5" w:rsidRDefault="0043169A" w:rsidP="00B53CB5">
      <w:pPr>
        <w:pStyle w:val="TOC4"/>
        <w:rPr>
          <w:rFonts w:eastAsiaTheme="minorEastAsia"/>
          <w:snapToGrid/>
          <w:kern w:val="2"/>
          <w:sz w:val="20"/>
          <w:szCs w:val="20"/>
          <w14:ligatures w14:val="standardContextual"/>
        </w:rPr>
      </w:pPr>
      <w:hyperlink w:anchor="_Toc160026729" w:history="1">
        <w:r w:rsidR="000716EE" w:rsidRPr="00B53CB5">
          <w:rPr>
            <w:rStyle w:val="Hyperlink"/>
            <w:bCs w:val="0"/>
            <w:sz w:val="20"/>
            <w:szCs w:val="20"/>
            <w:u w:val="none"/>
          </w:rPr>
          <w:t>3.14.4.6</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Standards for Other Generation MRAs and Demand Response MRAs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_Toc160026729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3-266</w:t>
        </w:r>
        <w:r w:rsidR="000716EE" w:rsidRPr="00B53CB5">
          <w:rPr>
            <w:webHidden/>
            <w:sz w:val="20"/>
            <w:szCs w:val="20"/>
          </w:rPr>
          <w:fldChar w:fldCharType="end"/>
        </w:r>
      </w:hyperlink>
    </w:p>
    <w:p w14:paraId="3FA8E854" w14:textId="524B0209" w:rsidR="000716EE" w:rsidRPr="00B53CB5" w:rsidRDefault="0043169A">
      <w:pPr>
        <w:pStyle w:val="TOC5"/>
        <w:rPr>
          <w:rFonts w:eastAsiaTheme="minorEastAsia"/>
          <w:i w:val="0"/>
          <w:kern w:val="2"/>
          <w:sz w:val="20"/>
          <w:szCs w:val="20"/>
          <w14:ligatures w14:val="standardContextual"/>
        </w:rPr>
      </w:pPr>
      <w:hyperlink w:anchor="_Toc160026730" w:history="1">
        <w:r w:rsidR="000716EE" w:rsidRPr="00B53CB5">
          <w:rPr>
            <w:rStyle w:val="Hyperlink"/>
            <w:i w:val="0"/>
            <w:sz w:val="20"/>
            <w:szCs w:val="20"/>
            <w:u w:val="none"/>
          </w:rPr>
          <w:t>3.14.4.6.1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MRA Telemetry Requirements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_Toc160026730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3-266</w:t>
        </w:r>
        <w:r w:rsidR="000716EE" w:rsidRPr="00B53CB5">
          <w:rPr>
            <w:i w:val="0"/>
            <w:webHidden/>
            <w:sz w:val="20"/>
            <w:szCs w:val="20"/>
          </w:rPr>
          <w:fldChar w:fldCharType="end"/>
        </w:r>
      </w:hyperlink>
    </w:p>
    <w:p w14:paraId="4DE5A672" w14:textId="56D539F0" w:rsidR="000716EE" w:rsidRPr="00B53CB5" w:rsidRDefault="0043169A">
      <w:pPr>
        <w:pStyle w:val="TOC5"/>
        <w:rPr>
          <w:rFonts w:eastAsiaTheme="minorEastAsia"/>
          <w:i w:val="0"/>
          <w:kern w:val="2"/>
          <w:sz w:val="20"/>
          <w:szCs w:val="20"/>
          <w14:ligatures w14:val="standardContextual"/>
        </w:rPr>
      </w:pPr>
      <w:hyperlink w:anchor="_Toc160026731" w:history="1">
        <w:r w:rsidR="000716EE" w:rsidRPr="00B53CB5">
          <w:rPr>
            <w:rStyle w:val="Hyperlink"/>
            <w:i w:val="0"/>
            <w:sz w:val="20"/>
            <w:szCs w:val="20"/>
            <w:u w:val="none"/>
          </w:rPr>
          <w:t>3.14.4.6.2</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Baseline Performance Evaluation Methodology for Demand Response MRAs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_Toc160026731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3-267</w:t>
        </w:r>
        <w:r w:rsidR="000716EE" w:rsidRPr="00B53CB5">
          <w:rPr>
            <w:i w:val="0"/>
            <w:webHidden/>
            <w:sz w:val="20"/>
            <w:szCs w:val="20"/>
          </w:rPr>
          <w:fldChar w:fldCharType="end"/>
        </w:r>
      </w:hyperlink>
    </w:p>
    <w:p w14:paraId="7E2F4BA3" w14:textId="5D6E2FC8" w:rsidR="000716EE" w:rsidRPr="00B53CB5" w:rsidRDefault="0043169A">
      <w:pPr>
        <w:pStyle w:val="TOC5"/>
        <w:rPr>
          <w:rFonts w:eastAsiaTheme="minorEastAsia"/>
          <w:i w:val="0"/>
          <w:kern w:val="2"/>
          <w:sz w:val="20"/>
          <w:szCs w:val="20"/>
          <w14:ligatures w14:val="standardContextual"/>
        </w:rPr>
      </w:pPr>
      <w:hyperlink w:anchor="_Toc160026732" w:history="1">
        <w:r w:rsidR="000716EE" w:rsidRPr="00B53CB5">
          <w:rPr>
            <w:rStyle w:val="Hyperlink"/>
            <w:i w:val="0"/>
            <w:sz w:val="20"/>
            <w:szCs w:val="20"/>
            <w:u w:val="none"/>
          </w:rPr>
          <w:t>3.14.4.6.3</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MRA Metering and Metering Data</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_Toc160026732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3-267</w:t>
        </w:r>
        <w:r w:rsidR="000716EE" w:rsidRPr="00B53CB5">
          <w:rPr>
            <w:i w:val="0"/>
            <w:webHidden/>
            <w:sz w:val="20"/>
            <w:szCs w:val="20"/>
          </w:rPr>
          <w:fldChar w:fldCharType="end"/>
        </w:r>
      </w:hyperlink>
    </w:p>
    <w:p w14:paraId="77759F74" w14:textId="55E00773" w:rsidR="000716EE" w:rsidRPr="00B53CB5" w:rsidRDefault="0043169A">
      <w:pPr>
        <w:pStyle w:val="TOC5"/>
        <w:rPr>
          <w:rFonts w:eastAsiaTheme="minorEastAsia"/>
          <w:i w:val="0"/>
          <w:kern w:val="2"/>
          <w:sz w:val="20"/>
          <w:szCs w:val="20"/>
          <w14:ligatures w14:val="standardContextual"/>
        </w:rPr>
      </w:pPr>
      <w:hyperlink w:anchor="_Toc160026733" w:history="1">
        <w:r w:rsidR="000716EE" w:rsidRPr="00B53CB5">
          <w:rPr>
            <w:rStyle w:val="Hyperlink"/>
            <w:i w:val="0"/>
            <w:sz w:val="20"/>
            <w:szCs w:val="20"/>
            <w:u w:val="none"/>
          </w:rPr>
          <w:t>3.14.4.6.4</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MRA Availability Measurement and Verification</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_Toc160026733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3-268</w:t>
        </w:r>
        <w:r w:rsidR="000716EE" w:rsidRPr="00B53CB5">
          <w:rPr>
            <w:i w:val="0"/>
            <w:webHidden/>
            <w:sz w:val="20"/>
            <w:szCs w:val="20"/>
          </w:rPr>
          <w:fldChar w:fldCharType="end"/>
        </w:r>
      </w:hyperlink>
    </w:p>
    <w:p w14:paraId="76730D10" w14:textId="75E1FA85" w:rsidR="000716EE" w:rsidRPr="00B53CB5" w:rsidRDefault="0043169A">
      <w:pPr>
        <w:pStyle w:val="TOC5"/>
        <w:rPr>
          <w:rFonts w:eastAsiaTheme="minorEastAsia"/>
          <w:i w:val="0"/>
          <w:kern w:val="2"/>
          <w:sz w:val="20"/>
          <w:szCs w:val="20"/>
          <w14:ligatures w14:val="standardContextual"/>
        </w:rPr>
      </w:pPr>
      <w:hyperlink w:anchor="_Toc160026734" w:history="1">
        <w:r w:rsidR="000716EE" w:rsidRPr="00B53CB5">
          <w:rPr>
            <w:rStyle w:val="Hyperlink"/>
            <w:i w:val="0"/>
            <w:sz w:val="20"/>
            <w:szCs w:val="20"/>
            <w:u w:val="none"/>
          </w:rPr>
          <w:t>3.14.4.6.5</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MRA Event Performance Measurement and Verification</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_Toc160026734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3-270</w:t>
        </w:r>
        <w:r w:rsidR="000716EE" w:rsidRPr="00B53CB5">
          <w:rPr>
            <w:i w:val="0"/>
            <w:webHidden/>
            <w:sz w:val="20"/>
            <w:szCs w:val="20"/>
          </w:rPr>
          <w:fldChar w:fldCharType="end"/>
        </w:r>
      </w:hyperlink>
    </w:p>
    <w:p w14:paraId="36C91C9E" w14:textId="4E6CB44F" w:rsidR="000716EE" w:rsidRPr="00B53CB5" w:rsidRDefault="0043169A">
      <w:pPr>
        <w:pStyle w:val="TOC5"/>
        <w:rPr>
          <w:rFonts w:eastAsiaTheme="minorEastAsia"/>
          <w:i w:val="0"/>
          <w:kern w:val="2"/>
          <w:sz w:val="20"/>
          <w:szCs w:val="20"/>
          <w14:ligatures w14:val="standardContextual"/>
        </w:rPr>
      </w:pPr>
      <w:hyperlink w:anchor="_Toc160026735" w:history="1">
        <w:r w:rsidR="000716EE" w:rsidRPr="00B53CB5">
          <w:rPr>
            <w:rStyle w:val="Hyperlink"/>
            <w:i w:val="0"/>
            <w:sz w:val="20"/>
            <w:szCs w:val="20"/>
            <w:u w:val="none"/>
          </w:rPr>
          <w:t>3.14.4.6.5.1</w:t>
        </w:r>
        <w:r w:rsidR="000716EE" w:rsidRPr="00B53CB5">
          <w:rPr>
            <w:rFonts w:eastAsiaTheme="minorEastAsia"/>
            <w:i w:val="0"/>
            <w:kern w:val="2"/>
            <w:sz w:val="20"/>
            <w:szCs w:val="20"/>
            <w14:ligatures w14:val="standardContextual"/>
          </w:rPr>
          <w:tab/>
        </w:r>
        <w:r w:rsidR="000716EE" w:rsidRPr="00B53CB5">
          <w:rPr>
            <w:rStyle w:val="Hyperlink"/>
            <w:i w:val="0"/>
            <w:sz w:val="20"/>
            <w:szCs w:val="20"/>
            <w:u w:val="none"/>
          </w:rPr>
          <w:t>Event Performance Measurement and Verification for Co-Located Demand Response MRAs and Other Generation MRAs</w:t>
        </w:r>
        <w:r w:rsidR="000716EE" w:rsidRPr="00B53CB5">
          <w:rPr>
            <w:i w:val="0"/>
            <w:webHidden/>
            <w:sz w:val="20"/>
            <w:szCs w:val="20"/>
          </w:rPr>
          <w:tab/>
        </w:r>
        <w:r w:rsidR="000716EE" w:rsidRPr="00B53CB5">
          <w:rPr>
            <w:i w:val="0"/>
            <w:webHidden/>
            <w:sz w:val="20"/>
            <w:szCs w:val="20"/>
          </w:rPr>
          <w:fldChar w:fldCharType="begin"/>
        </w:r>
        <w:r w:rsidR="000716EE" w:rsidRPr="00B53CB5">
          <w:rPr>
            <w:i w:val="0"/>
            <w:webHidden/>
            <w:sz w:val="20"/>
            <w:szCs w:val="20"/>
          </w:rPr>
          <w:instrText xml:space="preserve"> PAGEREF _Toc160026735 \h </w:instrText>
        </w:r>
        <w:r w:rsidR="000716EE" w:rsidRPr="00B53CB5">
          <w:rPr>
            <w:i w:val="0"/>
            <w:webHidden/>
            <w:sz w:val="20"/>
            <w:szCs w:val="20"/>
          </w:rPr>
        </w:r>
        <w:r w:rsidR="000716EE" w:rsidRPr="00B53CB5">
          <w:rPr>
            <w:i w:val="0"/>
            <w:webHidden/>
            <w:sz w:val="20"/>
            <w:szCs w:val="20"/>
          </w:rPr>
          <w:fldChar w:fldCharType="separate"/>
        </w:r>
        <w:r w:rsidR="001B6E2D" w:rsidRPr="00B53CB5">
          <w:rPr>
            <w:i w:val="0"/>
            <w:webHidden/>
            <w:sz w:val="20"/>
            <w:szCs w:val="20"/>
          </w:rPr>
          <w:t>3-273</w:t>
        </w:r>
        <w:r w:rsidR="000716EE" w:rsidRPr="00B53CB5">
          <w:rPr>
            <w:i w:val="0"/>
            <w:webHidden/>
            <w:sz w:val="20"/>
            <w:szCs w:val="20"/>
          </w:rPr>
          <w:fldChar w:fldCharType="end"/>
        </w:r>
      </w:hyperlink>
    </w:p>
    <w:p w14:paraId="5C5BB256" w14:textId="574C317C" w:rsidR="000716EE" w:rsidRPr="00B53CB5" w:rsidRDefault="0043169A" w:rsidP="00B53CB5">
      <w:pPr>
        <w:pStyle w:val="TOC4"/>
        <w:rPr>
          <w:rFonts w:eastAsiaTheme="minorEastAsia"/>
          <w:snapToGrid/>
          <w:kern w:val="2"/>
          <w:sz w:val="20"/>
          <w:szCs w:val="20"/>
          <w14:ligatures w14:val="standardContextual"/>
        </w:rPr>
      </w:pPr>
      <w:hyperlink w:anchor="_Toc160026736" w:history="1">
        <w:r w:rsidR="000716EE" w:rsidRPr="00B53CB5">
          <w:rPr>
            <w:rStyle w:val="Hyperlink"/>
            <w:bCs w:val="0"/>
            <w:sz w:val="20"/>
            <w:szCs w:val="20"/>
            <w:u w:val="none"/>
          </w:rPr>
          <w:t>3.14.4.7</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MRA Testing</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_Toc160026736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3-274</w:t>
        </w:r>
        <w:r w:rsidR="000716EE" w:rsidRPr="00B53CB5">
          <w:rPr>
            <w:webHidden/>
            <w:sz w:val="20"/>
            <w:szCs w:val="20"/>
          </w:rPr>
          <w:fldChar w:fldCharType="end"/>
        </w:r>
      </w:hyperlink>
    </w:p>
    <w:p w14:paraId="44D57E62" w14:textId="026FBF1D" w:rsidR="000716EE" w:rsidRPr="00B53CB5" w:rsidRDefault="0043169A" w:rsidP="00B53CB5">
      <w:pPr>
        <w:pStyle w:val="TOC4"/>
        <w:rPr>
          <w:rFonts w:eastAsiaTheme="minorEastAsia"/>
          <w:snapToGrid/>
          <w:kern w:val="2"/>
          <w:sz w:val="20"/>
          <w:szCs w:val="20"/>
          <w14:ligatures w14:val="standardContextual"/>
        </w:rPr>
      </w:pPr>
      <w:hyperlink w:anchor="_Toc160026737" w:history="1">
        <w:r w:rsidR="000716EE" w:rsidRPr="00B53CB5">
          <w:rPr>
            <w:rStyle w:val="Hyperlink"/>
            <w:bCs w:val="0"/>
            <w:sz w:val="20"/>
            <w:szCs w:val="20"/>
            <w:u w:val="none"/>
          </w:rPr>
          <w:t>3.14.4.8</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MRA Misconduct Events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_Toc160026737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3-274</w:t>
        </w:r>
        <w:r w:rsidR="000716EE" w:rsidRPr="00B53CB5">
          <w:rPr>
            <w:webHidden/>
            <w:sz w:val="20"/>
            <w:szCs w:val="20"/>
          </w:rPr>
          <w:fldChar w:fldCharType="end"/>
        </w:r>
      </w:hyperlink>
    </w:p>
    <w:p w14:paraId="4D5E5A14" w14:textId="569273B1" w:rsidR="000716EE" w:rsidRPr="00B53CB5" w:rsidRDefault="0043169A" w:rsidP="00B53CB5">
      <w:pPr>
        <w:pStyle w:val="TOC4"/>
        <w:rPr>
          <w:rFonts w:eastAsiaTheme="minorEastAsia"/>
          <w:snapToGrid/>
          <w:kern w:val="2"/>
          <w:sz w:val="20"/>
          <w:szCs w:val="20"/>
          <w14:ligatures w14:val="standardContextual"/>
        </w:rPr>
      </w:pPr>
      <w:hyperlink w:anchor="_Toc160026738" w:history="1">
        <w:r w:rsidR="000716EE" w:rsidRPr="00B53CB5">
          <w:rPr>
            <w:rStyle w:val="Hyperlink"/>
            <w:bCs w:val="0"/>
            <w:sz w:val="20"/>
            <w:szCs w:val="20"/>
            <w:u w:val="none"/>
          </w:rPr>
          <w:t>3.14.4.9</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MRA Reporting to Transmission and/or Distribution Service Providers (TDSPs)</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_Toc160026738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3-275</w:t>
        </w:r>
        <w:r w:rsidR="000716EE" w:rsidRPr="00B53CB5">
          <w:rPr>
            <w:webHidden/>
            <w:sz w:val="20"/>
            <w:szCs w:val="20"/>
          </w:rPr>
          <w:fldChar w:fldCharType="end"/>
        </w:r>
      </w:hyperlink>
    </w:p>
    <w:p w14:paraId="37B2A15C" w14:textId="01CB463D" w:rsidR="000716EE" w:rsidRPr="00B53CB5" w:rsidRDefault="0043169A">
      <w:pPr>
        <w:pStyle w:val="TOC3"/>
        <w:rPr>
          <w:rFonts w:eastAsiaTheme="minorEastAsia"/>
          <w:kern w:val="2"/>
          <w14:ligatures w14:val="standardContextual"/>
        </w:rPr>
      </w:pPr>
      <w:hyperlink w:anchor="_Toc160026739" w:history="1">
        <w:r w:rsidR="000716EE" w:rsidRPr="00B53CB5">
          <w:rPr>
            <w:rStyle w:val="Hyperlink"/>
            <w:u w:val="none"/>
          </w:rPr>
          <w:t>3.14.5</w:t>
        </w:r>
        <w:r w:rsidR="000716EE" w:rsidRPr="00B53CB5">
          <w:rPr>
            <w:rFonts w:eastAsiaTheme="minorEastAsia"/>
            <w:kern w:val="2"/>
            <w14:ligatures w14:val="standardContextual"/>
          </w:rPr>
          <w:tab/>
        </w:r>
        <w:r w:rsidR="000716EE" w:rsidRPr="00B53CB5">
          <w:rPr>
            <w:rStyle w:val="Hyperlink"/>
            <w:u w:val="none"/>
          </w:rPr>
          <w:t>Firm Fuel Supply Service</w:t>
        </w:r>
        <w:r w:rsidR="000716EE" w:rsidRPr="00B53CB5">
          <w:rPr>
            <w:webHidden/>
          </w:rPr>
          <w:tab/>
        </w:r>
        <w:r w:rsidR="000716EE" w:rsidRPr="00B53CB5">
          <w:rPr>
            <w:webHidden/>
          </w:rPr>
          <w:fldChar w:fldCharType="begin"/>
        </w:r>
        <w:r w:rsidR="000716EE" w:rsidRPr="00B53CB5">
          <w:rPr>
            <w:webHidden/>
          </w:rPr>
          <w:instrText xml:space="preserve"> PAGEREF _Toc160026739 \h </w:instrText>
        </w:r>
        <w:r w:rsidR="000716EE" w:rsidRPr="00B53CB5">
          <w:rPr>
            <w:webHidden/>
          </w:rPr>
        </w:r>
        <w:r w:rsidR="000716EE" w:rsidRPr="00B53CB5">
          <w:rPr>
            <w:webHidden/>
          </w:rPr>
          <w:fldChar w:fldCharType="separate"/>
        </w:r>
        <w:r w:rsidR="001B6E2D" w:rsidRPr="00B53CB5">
          <w:rPr>
            <w:webHidden/>
          </w:rPr>
          <w:t>3-275</w:t>
        </w:r>
        <w:r w:rsidR="000716EE" w:rsidRPr="00B53CB5">
          <w:rPr>
            <w:webHidden/>
          </w:rPr>
          <w:fldChar w:fldCharType="end"/>
        </w:r>
      </w:hyperlink>
    </w:p>
    <w:p w14:paraId="5AE51612" w14:textId="5E2F88C3" w:rsidR="000716EE" w:rsidRPr="00B53CB5" w:rsidRDefault="0043169A" w:rsidP="00B53CB5">
      <w:pPr>
        <w:pStyle w:val="TOC2"/>
        <w:rPr>
          <w:rFonts w:eastAsiaTheme="minorEastAsia"/>
          <w:noProof/>
          <w:kern w:val="2"/>
          <w14:ligatures w14:val="standardContextual"/>
        </w:rPr>
      </w:pPr>
      <w:hyperlink w:anchor="_Toc160026740" w:history="1">
        <w:r w:rsidR="000716EE" w:rsidRPr="00B53CB5">
          <w:rPr>
            <w:rStyle w:val="Hyperlink"/>
            <w:noProof/>
            <w:u w:val="none"/>
          </w:rPr>
          <w:t>3.15</w:t>
        </w:r>
        <w:r w:rsidR="000716EE" w:rsidRPr="00B53CB5">
          <w:rPr>
            <w:rFonts w:eastAsiaTheme="minorEastAsia"/>
            <w:noProof/>
            <w:kern w:val="2"/>
            <w14:ligatures w14:val="standardContextual"/>
          </w:rPr>
          <w:tab/>
        </w:r>
        <w:r w:rsidR="000716EE" w:rsidRPr="00B53CB5">
          <w:rPr>
            <w:rStyle w:val="Hyperlink"/>
            <w:noProof/>
            <w:u w:val="none"/>
          </w:rPr>
          <w:t>Voltage Support</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_Toc160026740 \h </w:instrText>
        </w:r>
        <w:r w:rsidR="000716EE" w:rsidRPr="00B53CB5">
          <w:rPr>
            <w:noProof/>
            <w:webHidden/>
          </w:rPr>
        </w:r>
        <w:r w:rsidR="000716EE" w:rsidRPr="00B53CB5">
          <w:rPr>
            <w:noProof/>
            <w:webHidden/>
          </w:rPr>
          <w:fldChar w:fldCharType="separate"/>
        </w:r>
        <w:r w:rsidR="001B6E2D" w:rsidRPr="00B53CB5">
          <w:rPr>
            <w:noProof/>
            <w:webHidden/>
          </w:rPr>
          <w:t>3-280</w:t>
        </w:r>
        <w:r w:rsidR="000716EE" w:rsidRPr="00B53CB5">
          <w:rPr>
            <w:noProof/>
            <w:webHidden/>
          </w:rPr>
          <w:fldChar w:fldCharType="end"/>
        </w:r>
      </w:hyperlink>
    </w:p>
    <w:p w14:paraId="218C8D9A" w14:textId="7DF463A6" w:rsidR="000716EE" w:rsidRPr="00B53CB5" w:rsidRDefault="0043169A">
      <w:pPr>
        <w:pStyle w:val="TOC3"/>
        <w:rPr>
          <w:rFonts w:eastAsiaTheme="minorEastAsia"/>
          <w:kern w:val="2"/>
          <w14:ligatures w14:val="standardContextual"/>
        </w:rPr>
      </w:pPr>
      <w:hyperlink w:anchor="_Toc160026741" w:history="1">
        <w:r w:rsidR="000716EE" w:rsidRPr="00B53CB5">
          <w:rPr>
            <w:rStyle w:val="Hyperlink"/>
            <w:u w:val="none"/>
          </w:rPr>
          <w:t>3.15.1</w:t>
        </w:r>
        <w:r w:rsidR="000716EE" w:rsidRPr="00B53CB5">
          <w:rPr>
            <w:rFonts w:eastAsiaTheme="minorEastAsia"/>
            <w:kern w:val="2"/>
            <w14:ligatures w14:val="standardContextual"/>
          </w:rPr>
          <w:tab/>
        </w:r>
        <w:r w:rsidR="000716EE" w:rsidRPr="00B53CB5">
          <w:rPr>
            <w:rStyle w:val="Hyperlink"/>
            <w:u w:val="none"/>
          </w:rPr>
          <w:t>ERCOT Responsibilities Related to Voltage Support</w:t>
        </w:r>
        <w:r w:rsidR="000716EE" w:rsidRPr="00B53CB5">
          <w:rPr>
            <w:webHidden/>
          </w:rPr>
          <w:tab/>
        </w:r>
        <w:r w:rsidR="000716EE" w:rsidRPr="00B53CB5">
          <w:rPr>
            <w:webHidden/>
          </w:rPr>
          <w:fldChar w:fldCharType="begin"/>
        </w:r>
        <w:r w:rsidR="000716EE" w:rsidRPr="00B53CB5">
          <w:rPr>
            <w:webHidden/>
          </w:rPr>
          <w:instrText xml:space="preserve"> PAGEREF _Toc160026741 \h </w:instrText>
        </w:r>
        <w:r w:rsidR="000716EE" w:rsidRPr="00B53CB5">
          <w:rPr>
            <w:webHidden/>
          </w:rPr>
        </w:r>
        <w:r w:rsidR="000716EE" w:rsidRPr="00B53CB5">
          <w:rPr>
            <w:webHidden/>
          </w:rPr>
          <w:fldChar w:fldCharType="separate"/>
        </w:r>
        <w:r w:rsidR="001B6E2D" w:rsidRPr="00B53CB5">
          <w:rPr>
            <w:webHidden/>
          </w:rPr>
          <w:t>3-285</w:t>
        </w:r>
        <w:r w:rsidR="000716EE" w:rsidRPr="00B53CB5">
          <w:rPr>
            <w:webHidden/>
          </w:rPr>
          <w:fldChar w:fldCharType="end"/>
        </w:r>
      </w:hyperlink>
    </w:p>
    <w:p w14:paraId="2821175A" w14:textId="4BB47E7F" w:rsidR="000716EE" w:rsidRPr="00B53CB5" w:rsidRDefault="0043169A">
      <w:pPr>
        <w:pStyle w:val="TOC3"/>
        <w:rPr>
          <w:rFonts w:eastAsiaTheme="minorEastAsia"/>
          <w:kern w:val="2"/>
          <w14:ligatures w14:val="standardContextual"/>
        </w:rPr>
      </w:pPr>
      <w:hyperlink w:anchor="_Toc160026742" w:history="1">
        <w:r w:rsidR="000716EE" w:rsidRPr="00B53CB5">
          <w:rPr>
            <w:rStyle w:val="Hyperlink"/>
            <w:u w:val="none"/>
          </w:rPr>
          <w:t>3.15.2</w:t>
        </w:r>
        <w:r w:rsidR="000716EE" w:rsidRPr="00B53CB5">
          <w:rPr>
            <w:rFonts w:eastAsiaTheme="minorEastAsia"/>
            <w:kern w:val="2"/>
            <w14:ligatures w14:val="standardContextual"/>
          </w:rPr>
          <w:tab/>
        </w:r>
        <w:r w:rsidR="000716EE" w:rsidRPr="00B53CB5">
          <w:rPr>
            <w:rStyle w:val="Hyperlink"/>
            <w:u w:val="none"/>
          </w:rPr>
          <w:t>DSP Responsibilities Related to Voltage Support</w:t>
        </w:r>
        <w:r w:rsidR="000716EE" w:rsidRPr="00B53CB5">
          <w:rPr>
            <w:webHidden/>
          </w:rPr>
          <w:tab/>
        </w:r>
        <w:r w:rsidR="000716EE" w:rsidRPr="00B53CB5">
          <w:rPr>
            <w:webHidden/>
          </w:rPr>
          <w:fldChar w:fldCharType="begin"/>
        </w:r>
        <w:r w:rsidR="000716EE" w:rsidRPr="00B53CB5">
          <w:rPr>
            <w:webHidden/>
          </w:rPr>
          <w:instrText xml:space="preserve"> PAGEREF _Toc160026742 \h </w:instrText>
        </w:r>
        <w:r w:rsidR="000716EE" w:rsidRPr="00B53CB5">
          <w:rPr>
            <w:webHidden/>
          </w:rPr>
        </w:r>
        <w:r w:rsidR="000716EE" w:rsidRPr="00B53CB5">
          <w:rPr>
            <w:webHidden/>
          </w:rPr>
          <w:fldChar w:fldCharType="separate"/>
        </w:r>
        <w:r w:rsidR="001B6E2D" w:rsidRPr="00B53CB5">
          <w:rPr>
            <w:webHidden/>
          </w:rPr>
          <w:t>3-286</w:t>
        </w:r>
        <w:r w:rsidR="000716EE" w:rsidRPr="00B53CB5">
          <w:rPr>
            <w:webHidden/>
          </w:rPr>
          <w:fldChar w:fldCharType="end"/>
        </w:r>
      </w:hyperlink>
    </w:p>
    <w:p w14:paraId="18899956" w14:textId="50CFE20B" w:rsidR="000716EE" w:rsidRPr="00B53CB5" w:rsidRDefault="0043169A">
      <w:pPr>
        <w:pStyle w:val="TOC3"/>
        <w:rPr>
          <w:rFonts w:eastAsiaTheme="minorEastAsia"/>
          <w:kern w:val="2"/>
          <w14:ligatures w14:val="standardContextual"/>
        </w:rPr>
      </w:pPr>
      <w:hyperlink w:anchor="_Toc160026743" w:history="1">
        <w:r w:rsidR="000716EE" w:rsidRPr="00B53CB5">
          <w:rPr>
            <w:rStyle w:val="Hyperlink"/>
            <w:u w:val="none"/>
          </w:rPr>
          <w:t>3.15.3</w:t>
        </w:r>
        <w:r w:rsidR="000716EE" w:rsidRPr="00B53CB5">
          <w:rPr>
            <w:rFonts w:eastAsiaTheme="minorEastAsia"/>
            <w:kern w:val="2"/>
            <w14:ligatures w14:val="standardContextual"/>
          </w:rPr>
          <w:tab/>
        </w:r>
        <w:r w:rsidR="000716EE" w:rsidRPr="00B53CB5">
          <w:rPr>
            <w:rStyle w:val="Hyperlink"/>
            <w:u w:val="none"/>
          </w:rPr>
          <w:t>Generation Resource Requirements Related to Voltage Support</w:t>
        </w:r>
        <w:r w:rsidR="000716EE" w:rsidRPr="00B53CB5">
          <w:rPr>
            <w:webHidden/>
          </w:rPr>
          <w:tab/>
        </w:r>
        <w:r w:rsidR="000716EE" w:rsidRPr="00B53CB5">
          <w:rPr>
            <w:webHidden/>
          </w:rPr>
          <w:fldChar w:fldCharType="begin"/>
        </w:r>
        <w:r w:rsidR="000716EE" w:rsidRPr="00B53CB5">
          <w:rPr>
            <w:webHidden/>
          </w:rPr>
          <w:instrText xml:space="preserve"> PAGEREF _Toc160026743 \h </w:instrText>
        </w:r>
        <w:r w:rsidR="000716EE" w:rsidRPr="00B53CB5">
          <w:rPr>
            <w:webHidden/>
          </w:rPr>
        </w:r>
        <w:r w:rsidR="000716EE" w:rsidRPr="00B53CB5">
          <w:rPr>
            <w:webHidden/>
          </w:rPr>
          <w:fldChar w:fldCharType="separate"/>
        </w:r>
        <w:r w:rsidR="001B6E2D" w:rsidRPr="00B53CB5">
          <w:rPr>
            <w:webHidden/>
          </w:rPr>
          <w:t>3-287</w:t>
        </w:r>
        <w:r w:rsidR="000716EE" w:rsidRPr="00B53CB5">
          <w:rPr>
            <w:webHidden/>
          </w:rPr>
          <w:fldChar w:fldCharType="end"/>
        </w:r>
      </w:hyperlink>
    </w:p>
    <w:p w14:paraId="41627BC2" w14:textId="7571A3EE" w:rsidR="000716EE" w:rsidRPr="00B53CB5" w:rsidRDefault="0043169A">
      <w:pPr>
        <w:pStyle w:val="TOC3"/>
        <w:rPr>
          <w:rFonts w:eastAsiaTheme="minorEastAsia"/>
          <w:kern w:val="2"/>
          <w14:ligatures w14:val="standardContextual"/>
        </w:rPr>
      </w:pPr>
      <w:hyperlink w:anchor="_Toc160026745" w:history="1">
        <w:r w:rsidR="000716EE" w:rsidRPr="00B53CB5">
          <w:rPr>
            <w:rStyle w:val="Hyperlink"/>
            <w:u w:val="none"/>
          </w:rPr>
          <w:t>3.15.4</w:t>
        </w:r>
        <w:r w:rsidR="000716EE" w:rsidRPr="00B53CB5">
          <w:rPr>
            <w:rFonts w:eastAsiaTheme="minorEastAsia"/>
            <w:kern w:val="2"/>
            <w14:ligatures w14:val="standardContextual"/>
          </w:rPr>
          <w:tab/>
        </w:r>
        <w:r w:rsidR="000716EE" w:rsidRPr="00B53CB5">
          <w:rPr>
            <w:rStyle w:val="Hyperlink"/>
            <w:u w:val="none"/>
          </w:rPr>
          <w:t>Direct Current Tie Owner and Direct Current Tie Operator (DCTO) Responsibilities Related to Voltage Support</w:t>
        </w:r>
        <w:r w:rsidR="000716EE" w:rsidRPr="00B53CB5">
          <w:rPr>
            <w:webHidden/>
          </w:rPr>
          <w:tab/>
        </w:r>
        <w:r w:rsidR="000716EE" w:rsidRPr="00B53CB5">
          <w:rPr>
            <w:webHidden/>
          </w:rPr>
          <w:fldChar w:fldCharType="begin"/>
        </w:r>
        <w:r w:rsidR="000716EE" w:rsidRPr="00B53CB5">
          <w:rPr>
            <w:webHidden/>
          </w:rPr>
          <w:instrText xml:space="preserve"> PAGEREF _Toc160026745 \h </w:instrText>
        </w:r>
        <w:r w:rsidR="000716EE" w:rsidRPr="00B53CB5">
          <w:rPr>
            <w:webHidden/>
          </w:rPr>
        </w:r>
        <w:r w:rsidR="000716EE" w:rsidRPr="00B53CB5">
          <w:rPr>
            <w:webHidden/>
          </w:rPr>
          <w:fldChar w:fldCharType="separate"/>
        </w:r>
        <w:r w:rsidR="001B6E2D" w:rsidRPr="00B53CB5">
          <w:rPr>
            <w:webHidden/>
          </w:rPr>
          <w:t>3-289</w:t>
        </w:r>
        <w:r w:rsidR="000716EE" w:rsidRPr="00B53CB5">
          <w:rPr>
            <w:webHidden/>
          </w:rPr>
          <w:fldChar w:fldCharType="end"/>
        </w:r>
      </w:hyperlink>
    </w:p>
    <w:p w14:paraId="7A3289EE" w14:textId="36EEFB16" w:rsidR="000716EE" w:rsidRPr="00B53CB5" w:rsidRDefault="0043169A" w:rsidP="00B53CB5">
      <w:pPr>
        <w:pStyle w:val="TOC2"/>
        <w:rPr>
          <w:rFonts w:eastAsiaTheme="minorEastAsia"/>
          <w:noProof/>
          <w:kern w:val="2"/>
          <w14:ligatures w14:val="standardContextual"/>
        </w:rPr>
      </w:pPr>
      <w:hyperlink w:anchor="_Toc160026746" w:history="1">
        <w:r w:rsidR="000716EE" w:rsidRPr="00B53CB5">
          <w:rPr>
            <w:rStyle w:val="Hyperlink"/>
            <w:noProof/>
            <w:u w:val="none"/>
          </w:rPr>
          <w:t>3.16</w:t>
        </w:r>
        <w:r w:rsidR="000716EE" w:rsidRPr="00B53CB5">
          <w:rPr>
            <w:rFonts w:eastAsiaTheme="minorEastAsia"/>
            <w:noProof/>
            <w:kern w:val="2"/>
            <w14:ligatures w14:val="standardContextual"/>
          </w:rPr>
          <w:tab/>
        </w:r>
        <w:r w:rsidR="000716EE" w:rsidRPr="00B53CB5">
          <w:rPr>
            <w:rStyle w:val="Hyperlink"/>
            <w:noProof/>
            <w:u w:val="none"/>
          </w:rPr>
          <w:t>Standards for Determining Ancillary Service Quantities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_Toc160026746 \h </w:instrText>
        </w:r>
        <w:r w:rsidR="000716EE" w:rsidRPr="00B53CB5">
          <w:rPr>
            <w:noProof/>
            <w:webHidden/>
          </w:rPr>
        </w:r>
        <w:r w:rsidR="000716EE" w:rsidRPr="00B53CB5">
          <w:rPr>
            <w:noProof/>
            <w:webHidden/>
          </w:rPr>
          <w:fldChar w:fldCharType="separate"/>
        </w:r>
        <w:r w:rsidR="001B6E2D" w:rsidRPr="00B53CB5">
          <w:rPr>
            <w:noProof/>
            <w:webHidden/>
          </w:rPr>
          <w:t>3-291</w:t>
        </w:r>
        <w:r w:rsidR="000716EE" w:rsidRPr="00B53CB5">
          <w:rPr>
            <w:noProof/>
            <w:webHidden/>
          </w:rPr>
          <w:fldChar w:fldCharType="end"/>
        </w:r>
      </w:hyperlink>
    </w:p>
    <w:p w14:paraId="7FE26219" w14:textId="2B666679" w:rsidR="000716EE" w:rsidRPr="00B53CB5" w:rsidRDefault="0043169A" w:rsidP="00B53CB5">
      <w:pPr>
        <w:pStyle w:val="TOC2"/>
        <w:rPr>
          <w:rFonts w:eastAsiaTheme="minorEastAsia"/>
          <w:noProof/>
          <w:kern w:val="2"/>
          <w14:ligatures w14:val="standardContextual"/>
        </w:rPr>
      </w:pPr>
      <w:hyperlink w:anchor="_Toc160026747" w:history="1">
        <w:r w:rsidR="000716EE" w:rsidRPr="00B53CB5">
          <w:rPr>
            <w:rStyle w:val="Hyperlink"/>
            <w:noProof/>
            <w:u w:val="none"/>
          </w:rPr>
          <w:t>3.17</w:t>
        </w:r>
        <w:r w:rsidR="000716EE" w:rsidRPr="00B53CB5">
          <w:rPr>
            <w:rFonts w:eastAsiaTheme="minorEastAsia"/>
            <w:noProof/>
            <w:kern w:val="2"/>
            <w14:ligatures w14:val="standardContextual"/>
          </w:rPr>
          <w:tab/>
        </w:r>
        <w:r w:rsidR="000716EE" w:rsidRPr="00B53CB5">
          <w:rPr>
            <w:rStyle w:val="Hyperlink"/>
            <w:noProof/>
            <w:u w:val="none"/>
          </w:rPr>
          <w:t>Ancillary Service Capacity Products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_Toc160026747 \h </w:instrText>
        </w:r>
        <w:r w:rsidR="000716EE" w:rsidRPr="00B53CB5">
          <w:rPr>
            <w:noProof/>
            <w:webHidden/>
          </w:rPr>
        </w:r>
        <w:r w:rsidR="000716EE" w:rsidRPr="00B53CB5">
          <w:rPr>
            <w:noProof/>
            <w:webHidden/>
          </w:rPr>
          <w:fldChar w:fldCharType="separate"/>
        </w:r>
        <w:r w:rsidR="001B6E2D" w:rsidRPr="00B53CB5">
          <w:rPr>
            <w:noProof/>
            <w:webHidden/>
          </w:rPr>
          <w:t>3-294</w:t>
        </w:r>
        <w:r w:rsidR="000716EE" w:rsidRPr="00B53CB5">
          <w:rPr>
            <w:noProof/>
            <w:webHidden/>
          </w:rPr>
          <w:fldChar w:fldCharType="end"/>
        </w:r>
      </w:hyperlink>
    </w:p>
    <w:p w14:paraId="2ADA55FD" w14:textId="3F15F0F4" w:rsidR="000716EE" w:rsidRPr="00B53CB5" w:rsidRDefault="0043169A">
      <w:pPr>
        <w:pStyle w:val="TOC3"/>
        <w:rPr>
          <w:rFonts w:eastAsiaTheme="minorEastAsia"/>
          <w:kern w:val="2"/>
          <w14:ligatures w14:val="standardContextual"/>
        </w:rPr>
      </w:pPr>
      <w:hyperlink w:anchor="_Toc160026748" w:history="1">
        <w:r w:rsidR="000716EE" w:rsidRPr="00B53CB5">
          <w:rPr>
            <w:rStyle w:val="Hyperlink"/>
            <w:u w:val="none"/>
          </w:rPr>
          <w:t>3.17.1</w:t>
        </w:r>
        <w:r w:rsidR="000716EE" w:rsidRPr="00B53CB5">
          <w:rPr>
            <w:rFonts w:eastAsiaTheme="minorEastAsia"/>
            <w:kern w:val="2"/>
            <w14:ligatures w14:val="standardContextual"/>
          </w:rPr>
          <w:tab/>
        </w:r>
        <w:r w:rsidR="000716EE" w:rsidRPr="00B53CB5">
          <w:rPr>
            <w:rStyle w:val="Hyperlink"/>
            <w:u w:val="none"/>
          </w:rPr>
          <w:t>Regulation Service</w:t>
        </w:r>
        <w:r w:rsidR="000716EE" w:rsidRPr="00B53CB5">
          <w:rPr>
            <w:webHidden/>
          </w:rPr>
          <w:tab/>
        </w:r>
        <w:r w:rsidR="000716EE" w:rsidRPr="00B53CB5">
          <w:rPr>
            <w:webHidden/>
          </w:rPr>
          <w:fldChar w:fldCharType="begin"/>
        </w:r>
        <w:r w:rsidR="000716EE" w:rsidRPr="00B53CB5">
          <w:rPr>
            <w:webHidden/>
          </w:rPr>
          <w:instrText xml:space="preserve"> PAGEREF _Toc160026748 \h </w:instrText>
        </w:r>
        <w:r w:rsidR="000716EE" w:rsidRPr="00B53CB5">
          <w:rPr>
            <w:webHidden/>
          </w:rPr>
        </w:r>
        <w:r w:rsidR="000716EE" w:rsidRPr="00B53CB5">
          <w:rPr>
            <w:webHidden/>
          </w:rPr>
          <w:fldChar w:fldCharType="separate"/>
        </w:r>
        <w:r w:rsidR="001B6E2D" w:rsidRPr="00B53CB5">
          <w:rPr>
            <w:webHidden/>
          </w:rPr>
          <w:t>3-294</w:t>
        </w:r>
        <w:r w:rsidR="000716EE" w:rsidRPr="00B53CB5">
          <w:rPr>
            <w:webHidden/>
          </w:rPr>
          <w:fldChar w:fldCharType="end"/>
        </w:r>
      </w:hyperlink>
    </w:p>
    <w:p w14:paraId="15219CF6" w14:textId="7ECDFAD2" w:rsidR="000716EE" w:rsidRPr="00B53CB5" w:rsidRDefault="0043169A">
      <w:pPr>
        <w:pStyle w:val="TOC3"/>
        <w:rPr>
          <w:rFonts w:eastAsiaTheme="minorEastAsia"/>
          <w:kern w:val="2"/>
          <w14:ligatures w14:val="standardContextual"/>
        </w:rPr>
      </w:pPr>
      <w:hyperlink w:anchor="_Toc160026749" w:history="1">
        <w:r w:rsidR="000716EE" w:rsidRPr="00B53CB5">
          <w:rPr>
            <w:rStyle w:val="Hyperlink"/>
            <w:u w:val="none"/>
          </w:rPr>
          <w:t>3.17.2</w:t>
        </w:r>
        <w:r w:rsidR="000716EE" w:rsidRPr="00B53CB5">
          <w:rPr>
            <w:rFonts w:eastAsiaTheme="minorEastAsia"/>
            <w:kern w:val="2"/>
            <w14:ligatures w14:val="standardContextual"/>
          </w:rPr>
          <w:tab/>
        </w:r>
        <w:r w:rsidR="000716EE" w:rsidRPr="00B53CB5">
          <w:rPr>
            <w:rStyle w:val="Hyperlink"/>
            <w:u w:val="none"/>
          </w:rPr>
          <w:t>Responsive Reserve Service</w:t>
        </w:r>
        <w:r w:rsidR="000716EE" w:rsidRPr="00B53CB5">
          <w:rPr>
            <w:webHidden/>
          </w:rPr>
          <w:tab/>
        </w:r>
        <w:r w:rsidR="000716EE" w:rsidRPr="00B53CB5">
          <w:rPr>
            <w:webHidden/>
          </w:rPr>
          <w:fldChar w:fldCharType="begin"/>
        </w:r>
        <w:r w:rsidR="000716EE" w:rsidRPr="00B53CB5">
          <w:rPr>
            <w:webHidden/>
          </w:rPr>
          <w:instrText xml:space="preserve"> PAGEREF _Toc160026749 \h </w:instrText>
        </w:r>
        <w:r w:rsidR="000716EE" w:rsidRPr="00B53CB5">
          <w:rPr>
            <w:webHidden/>
          </w:rPr>
        </w:r>
        <w:r w:rsidR="000716EE" w:rsidRPr="00B53CB5">
          <w:rPr>
            <w:webHidden/>
          </w:rPr>
          <w:fldChar w:fldCharType="separate"/>
        </w:r>
        <w:r w:rsidR="001B6E2D" w:rsidRPr="00B53CB5">
          <w:rPr>
            <w:webHidden/>
          </w:rPr>
          <w:t>3-295</w:t>
        </w:r>
        <w:r w:rsidR="000716EE" w:rsidRPr="00B53CB5">
          <w:rPr>
            <w:webHidden/>
          </w:rPr>
          <w:fldChar w:fldCharType="end"/>
        </w:r>
      </w:hyperlink>
    </w:p>
    <w:p w14:paraId="458F38DF" w14:textId="3237BA47" w:rsidR="000716EE" w:rsidRPr="00B53CB5" w:rsidRDefault="0043169A">
      <w:pPr>
        <w:pStyle w:val="TOC3"/>
        <w:rPr>
          <w:rFonts w:eastAsiaTheme="minorEastAsia"/>
          <w:kern w:val="2"/>
          <w14:ligatures w14:val="standardContextual"/>
        </w:rPr>
      </w:pPr>
      <w:hyperlink w:anchor="_Toc160026750" w:history="1">
        <w:r w:rsidR="000716EE" w:rsidRPr="00B53CB5">
          <w:rPr>
            <w:rStyle w:val="Hyperlink"/>
            <w:u w:val="none"/>
          </w:rPr>
          <w:t>3.17.3</w:t>
        </w:r>
        <w:r w:rsidR="000716EE" w:rsidRPr="00B53CB5">
          <w:rPr>
            <w:rFonts w:eastAsiaTheme="minorEastAsia"/>
            <w:kern w:val="2"/>
            <w14:ligatures w14:val="standardContextual"/>
          </w:rPr>
          <w:tab/>
        </w:r>
        <w:r w:rsidR="000716EE" w:rsidRPr="00B53CB5">
          <w:rPr>
            <w:rStyle w:val="Hyperlink"/>
            <w:u w:val="none"/>
          </w:rPr>
          <w:t>Non-Spinning Reserve Service</w:t>
        </w:r>
        <w:r w:rsidR="000716EE" w:rsidRPr="00B53CB5">
          <w:rPr>
            <w:webHidden/>
          </w:rPr>
          <w:tab/>
        </w:r>
        <w:r w:rsidR="000716EE" w:rsidRPr="00B53CB5">
          <w:rPr>
            <w:webHidden/>
          </w:rPr>
          <w:fldChar w:fldCharType="begin"/>
        </w:r>
        <w:r w:rsidR="000716EE" w:rsidRPr="00B53CB5">
          <w:rPr>
            <w:webHidden/>
          </w:rPr>
          <w:instrText xml:space="preserve"> PAGEREF _Toc160026750 \h </w:instrText>
        </w:r>
        <w:r w:rsidR="000716EE" w:rsidRPr="00B53CB5">
          <w:rPr>
            <w:webHidden/>
          </w:rPr>
        </w:r>
        <w:r w:rsidR="000716EE" w:rsidRPr="00B53CB5">
          <w:rPr>
            <w:webHidden/>
          </w:rPr>
          <w:fldChar w:fldCharType="separate"/>
        </w:r>
        <w:r w:rsidR="001B6E2D" w:rsidRPr="00B53CB5">
          <w:rPr>
            <w:webHidden/>
          </w:rPr>
          <w:t>3-296</w:t>
        </w:r>
        <w:r w:rsidR="000716EE" w:rsidRPr="00B53CB5">
          <w:rPr>
            <w:webHidden/>
          </w:rPr>
          <w:fldChar w:fldCharType="end"/>
        </w:r>
      </w:hyperlink>
    </w:p>
    <w:p w14:paraId="2285A2FF" w14:textId="484C2F3F" w:rsidR="000716EE" w:rsidRPr="00B53CB5" w:rsidRDefault="0043169A">
      <w:pPr>
        <w:pStyle w:val="TOC3"/>
        <w:rPr>
          <w:rFonts w:eastAsiaTheme="minorEastAsia"/>
          <w:kern w:val="2"/>
          <w14:ligatures w14:val="standardContextual"/>
        </w:rPr>
      </w:pPr>
      <w:hyperlink w:anchor="_Toc160026751" w:history="1">
        <w:r w:rsidR="000716EE" w:rsidRPr="00B53CB5">
          <w:rPr>
            <w:rStyle w:val="Hyperlink"/>
            <w:u w:val="none"/>
          </w:rPr>
          <w:t>3.17.4</w:t>
        </w:r>
        <w:r w:rsidR="000716EE" w:rsidRPr="00B53CB5">
          <w:rPr>
            <w:rFonts w:eastAsiaTheme="minorEastAsia"/>
            <w:kern w:val="2"/>
            <w14:ligatures w14:val="standardContextual"/>
          </w:rPr>
          <w:tab/>
        </w:r>
        <w:r w:rsidR="000716EE" w:rsidRPr="00B53CB5">
          <w:rPr>
            <w:rStyle w:val="Hyperlink"/>
            <w:u w:val="none"/>
          </w:rPr>
          <w:t>ERCOT Contingency Reserve Service</w:t>
        </w:r>
        <w:r w:rsidR="000716EE" w:rsidRPr="00B53CB5">
          <w:rPr>
            <w:webHidden/>
          </w:rPr>
          <w:tab/>
        </w:r>
        <w:r w:rsidR="000716EE" w:rsidRPr="00B53CB5">
          <w:rPr>
            <w:webHidden/>
          </w:rPr>
          <w:fldChar w:fldCharType="begin"/>
        </w:r>
        <w:r w:rsidR="000716EE" w:rsidRPr="00B53CB5">
          <w:rPr>
            <w:webHidden/>
          </w:rPr>
          <w:instrText xml:space="preserve"> PAGEREF _Toc160026751 \h </w:instrText>
        </w:r>
        <w:r w:rsidR="000716EE" w:rsidRPr="00B53CB5">
          <w:rPr>
            <w:webHidden/>
          </w:rPr>
        </w:r>
        <w:r w:rsidR="000716EE" w:rsidRPr="00B53CB5">
          <w:rPr>
            <w:webHidden/>
          </w:rPr>
          <w:fldChar w:fldCharType="separate"/>
        </w:r>
        <w:r w:rsidR="001B6E2D" w:rsidRPr="00B53CB5">
          <w:rPr>
            <w:webHidden/>
          </w:rPr>
          <w:t>3-297</w:t>
        </w:r>
        <w:r w:rsidR="000716EE" w:rsidRPr="00B53CB5">
          <w:rPr>
            <w:webHidden/>
          </w:rPr>
          <w:fldChar w:fldCharType="end"/>
        </w:r>
      </w:hyperlink>
    </w:p>
    <w:p w14:paraId="7BCADE42" w14:textId="7DE8D4F3" w:rsidR="000716EE" w:rsidRPr="00B53CB5" w:rsidRDefault="0043169A" w:rsidP="00B53CB5">
      <w:pPr>
        <w:pStyle w:val="TOC2"/>
        <w:rPr>
          <w:rFonts w:eastAsiaTheme="minorEastAsia"/>
          <w:noProof/>
          <w:kern w:val="2"/>
          <w14:ligatures w14:val="standardContextual"/>
        </w:rPr>
      </w:pPr>
      <w:hyperlink w:anchor="_Toc160026752" w:history="1">
        <w:r w:rsidR="000716EE" w:rsidRPr="00B53CB5">
          <w:rPr>
            <w:rStyle w:val="Hyperlink"/>
            <w:noProof/>
            <w:u w:val="none"/>
          </w:rPr>
          <w:t>3.18</w:t>
        </w:r>
        <w:r w:rsidR="000716EE" w:rsidRPr="00B53CB5">
          <w:rPr>
            <w:rFonts w:eastAsiaTheme="minorEastAsia"/>
            <w:noProof/>
            <w:kern w:val="2"/>
            <w14:ligatures w14:val="standardContextual"/>
          </w:rPr>
          <w:tab/>
        </w:r>
        <w:r w:rsidR="000716EE" w:rsidRPr="00B53CB5">
          <w:rPr>
            <w:rStyle w:val="Hyperlink"/>
            <w:noProof/>
            <w:u w:val="none"/>
          </w:rPr>
          <w:t>Resource Limits in Providing Ancillary Service</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_Toc160026752 \h </w:instrText>
        </w:r>
        <w:r w:rsidR="000716EE" w:rsidRPr="00B53CB5">
          <w:rPr>
            <w:noProof/>
            <w:webHidden/>
          </w:rPr>
        </w:r>
        <w:r w:rsidR="000716EE" w:rsidRPr="00B53CB5">
          <w:rPr>
            <w:noProof/>
            <w:webHidden/>
          </w:rPr>
          <w:fldChar w:fldCharType="separate"/>
        </w:r>
        <w:r w:rsidR="001B6E2D" w:rsidRPr="00B53CB5">
          <w:rPr>
            <w:noProof/>
            <w:webHidden/>
          </w:rPr>
          <w:t>3-297</w:t>
        </w:r>
        <w:r w:rsidR="000716EE" w:rsidRPr="00B53CB5">
          <w:rPr>
            <w:noProof/>
            <w:webHidden/>
          </w:rPr>
          <w:fldChar w:fldCharType="end"/>
        </w:r>
      </w:hyperlink>
    </w:p>
    <w:p w14:paraId="30BD9113" w14:textId="5B974D8F" w:rsidR="000716EE" w:rsidRPr="00B53CB5" w:rsidRDefault="0043169A" w:rsidP="00B53CB5">
      <w:pPr>
        <w:pStyle w:val="TOC2"/>
        <w:rPr>
          <w:rFonts w:eastAsiaTheme="minorEastAsia"/>
          <w:noProof/>
          <w:kern w:val="2"/>
          <w14:ligatures w14:val="standardContextual"/>
        </w:rPr>
      </w:pPr>
      <w:hyperlink w:anchor="_Toc160026753" w:history="1">
        <w:r w:rsidR="000716EE" w:rsidRPr="00B53CB5">
          <w:rPr>
            <w:rStyle w:val="Hyperlink"/>
            <w:noProof/>
            <w:u w:val="none"/>
          </w:rPr>
          <w:t>3.19</w:t>
        </w:r>
        <w:r w:rsidR="000716EE" w:rsidRPr="00B53CB5">
          <w:rPr>
            <w:rFonts w:eastAsiaTheme="minorEastAsia"/>
            <w:noProof/>
            <w:kern w:val="2"/>
            <w14:ligatures w14:val="standardContextual"/>
          </w:rPr>
          <w:tab/>
        </w:r>
        <w:r w:rsidR="000716EE" w:rsidRPr="00B53CB5">
          <w:rPr>
            <w:rStyle w:val="Hyperlink"/>
            <w:noProof/>
            <w:u w:val="none"/>
          </w:rPr>
          <w:t>Constraint Competitiveness Tests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_Toc160026753 \h </w:instrText>
        </w:r>
        <w:r w:rsidR="000716EE" w:rsidRPr="00B53CB5">
          <w:rPr>
            <w:noProof/>
            <w:webHidden/>
          </w:rPr>
        </w:r>
        <w:r w:rsidR="000716EE" w:rsidRPr="00B53CB5">
          <w:rPr>
            <w:noProof/>
            <w:webHidden/>
          </w:rPr>
          <w:fldChar w:fldCharType="separate"/>
        </w:r>
        <w:r w:rsidR="001B6E2D" w:rsidRPr="00B53CB5">
          <w:rPr>
            <w:noProof/>
            <w:webHidden/>
          </w:rPr>
          <w:t>3-300</w:t>
        </w:r>
        <w:r w:rsidR="000716EE" w:rsidRPr="00B53CB5">
          <w:rPr>
            <w:noProof/>
            <w:webHidden/>
          </w:rPr>
          <w:fldChar w:fldCharType="end"/>
        </w:r>
      </w:hyperlink>
    </w:p>
    <w:p w14:paraId="73734C8F" w14:textId="6762E3E0" w:rsidR="000716EE" w:rsidRPr="00B53CB5" w:rsidRDefault="0043169A">
      <w:pPr>
        <w:pStyle w:val="TOC3"/>
        <w:rPr>
          <w:rFonts w:eastAsiaTheme="minorEastAsia"/>
          <w:kern w:val="2"/>
          <w14:ligatures w14:val="standardContextual"/>
        </w:rPr>
      </w:pPr>
      <w:hyperlink w:anchor="_Toc160026754" w:history="1">
        <w:r w:rsidR="000716EE" w:rsidRPr="00B53CB5">
          <w:rPr>
            <w:rStyle w:val="Hyperlink"/>
            <w:u w:val="none"/>
          </w:rPr>
          <w:t>3.19.1</w:t>
        </w:r>
        <w:r w:rsidR="000716EE" w:rsidRPr="00B53CB5">
          <w:rPr>
            <w:rFonts w:eastAsiaTheme="minorEastAsia"/>
            <w:kern w:val="2"/>
            <w14:ligatures w14:val="standardContextual"/>
          </w:rPr>
          <w:tab/>
        </w:r>
        <w:r w:rsidR="000716EE" w:rsidRPr="00B53CB5">
          <w:rPr>
            <w:rStyle w:val="Hyperlink"/>
            <w:u w:val="none"/>
          </w:rPr>
          <w:t>Constraint Competitiveness Test Definitions</w:t>
        </w:r>
        <w:r w:rsidR="000716EE" w:rsidRPr="00B53CB5">
          <w:rPr>
            <w:webHidden/>
          </w:rPr>
          <w:tab/>
        </w:r>
        <w:r w:rsidR="000716EE" w:rsidRPr="00B53CB5">
          <w:rPr>
            <w:webHidden/>
          </w:rPr>
          <w:fldChar w:fldCharType="begin"/>
        </w:r>
        <w:r w:rsidR="000716EE" w:rsidRPr="00B53CB5">
          <w:rPr>
            <w:webHidden/>
          </w:rPr>
          <w:instrText xml:space="preserve"> PAGEREF _Toc160026754 \h </w:instrText>
        </w:r>
        <w:r w:rsidR="000716EE" w:rsidRPr="00B53CB5">
          <w:rPr>
            <w:webHidden/>
          </w:rPr>
        </w:r>
        <w:r w:rsidR="000716EE" w:rsidRPr="00B53CB5">
          <w:rPr>
            <w:webHidden/>
          </w:rPr>
          <w:fldChar w:fldCharType="separate"/>
        </w:r>
        <w:r w:rsidR="001B6E2D" w:rsidRPr="00B53CB5">
          <w:rPr>
            <w:webHidden/>
          </w:rPr>
          <w:t>3-300</w:t>
        </w:r>
        <w:r w:rsidR="000716EE" w:rsidRPr="00B53CB5">
          <w:rPr>
            <w:webHidden/>
          </w:rPr>
          <w:fldChar w:fldCharType="end"/>
        </w:r>
      </w:hyperlink>
    </w:p>
    <w:p w14:paraId="294CEECE" w14:textId="3EA97736" w:rsidR="000716EE" w:rsidRPr="00B53CB5" w:rsidRDefault="0043169A">
      <w:pPr>
        <w:pStyle w:val="TOC3"/>
        <w:rPr>
          <w:rFonts w:eastAsiaTheme="minorEastAsia"/>
          <w:kern w:val="2"/>
          <w14:ligatures w14:val="standardContextual"/>
        </w:rPr>
      </w:pPr>
      <w:hyperlink w:anchor="_Toc160026755" w:history="1">
        <w:r w:rsidR="000716EE" w:rsidRPr="00B53CB5">
          <w:rPr>
            <w:rStyle w:val="Hyperlink"/>
            <w:u w:val="none"/>
          </w:rPr>
          <w:t>3.19.2</w:t>
        </w:r>
        <w:r w:rsidR="000716EE" w:rsidRPr="00B53CB5">
          <w:rPr>
            <w:rFonts w:eastAsiaTheme="minorEastAsia"/>
            <w:kern w:val="2"/>
            <w14:ligatures w14:val="standardContextual"/>
          </w:rPr>
          <w:tab/>
        </w:r>
        <w:r w:rsidR="000716EE" w:rsidRPr="00B53CB5">
          <w:rPr>
            <w:rStyle w:val="Hyperlink"/>
            <w:u w:val="none"/>
          </w:rPr>
          <w:t>Element Competitiveness Index Calculation</w:t>
        </w:r>
        <w:r w:rsidR="000716EE" w:rsidRPr="00B53CB5">
          <w:rPr>
            <w:webHidden/>
          </w:rPr>
          <w:tab/>
        </w:r>
        <w:r w:rsidR="000716EE" w:rsidRPr="00B53CB5">
          <w:rPr>
            <w:webHidden/>
          </w:rPr>
          <w:fldChar w:fldCharType="begin"/>
        </w:r>
        <w:r w:rsidR="000716EE" w:rsidRPr="00B53CB5">
          <w:rPr>
            <w:webHidden/>
          </w:rPr>
          <w:instrText xml:space="preserve"> PAGEREF _Toc160026755 \h </w:instrText>
        </w:r>
        <w:r w:rsidR="000716EE" w:rsidRPr="00B53CB5">
          <w:rPr>
            <w:webHidden/>
          </w:rPr>
        </w:r>
        <w:r w:rsidR="000716EE" w:rsidRPr="00B53CB5">
          <w:rPr>
            <w:webHidden/>
          </w:rPr>
          <w:fldChar w:fldCharType="separate"/>
        </w:r>
        <w:r w:rsidR="001B6E2D" w:rsidRPr="00B53CB5">
          <w:rPr>
            <w:webHidden/>
          </w:rPr>
          <w:t>3-303</w:t>
        </w:r>
        <w:r w:rsidR="000716EE" w:rsidRPr="00B53CB5">
          <w:rPr>
            <w:webHidden/>
          </w:rPr>
          <w:fldChar w:fldCharType="end"/>
        </w:r>
      </w:hyperlink>
    </w:p>
    <w:p w14:paraId="07721B33" w14:textId="6C2B8933" w:rsidR="000716EE" w:rsidRPr="00B53CB5" w:rsidRDefault="0043169A">
      <w:pPr>
        <w:pStyle w:val="TOC3"/>
        <w:rPr>
          <w:rFonts w:eastAsiaTheme="minorEastAsia"/>
          <w:kern w:val="2"/>
          <w14:ligatures w14:val="standardContextual"/>
        </w:rPr>
      </w:pPr>
      <w:hyperlink w:anchor="_Toc160026756" w:history="1">
        <w:r w:rsidR="000716EE" w:rsidRPr="00B53CB5">
          <w:rPr>
            <w:rStyle w:val="Hyperlink"/>
            <w:u w:val="none"/>
          </w:rPr>
          <w:t>3.19.3</w:t>
        </w:r>
        <w:r w:rsidR="000716EE" w:rsidRPr="00B53CB5">
          <w:rPr>
            <w:rFonts w:eastAsiaTheme="minorEastAsia"/>
            <w:kern w:val="2"/>
            <w14:ligatures w14:val="standardContextual"/>
          </w:rPr>
          <w:tab/>
        </w:r>
        <w:r w:rsidR="000716EE" w:rsidRPr="00B53CB5">
          <w:rPr>
            <w:rStyle w:val="Hyperlink"/>
            <w:u w:val="none"/>
          </w:rPr>
          <w:t>Long-Term Constraint Competitiveness Test</w:t>
        </w:r>
        <w:r w:rsidR="000716EE" w:rsidRPr="00B53CB5">
          <w:rPr>
            <w:webHidden/>
          </w:rPr>
          <w:tab/>
        </w:r>
        <w:r w:rsidR="000716EE" w:rsidRPr="00B53CB5">
          <w:rPr>
            <w:webHidden/>
          </w:rPr>
          <w:fldChar w:fldCharType="begin"/>
        </w:r>
        <w:r w:rsidR="000716EE" w:rsidRPr="00B53CB5">
          <w:rPr>
            <w:webHidden/>
          </w:rPr>
          <w:instrText xml:space="preserve"> PAGEREF _Toc160026756 \h </w:instrText>
        </w:r>
        <w:r w:rsidR="000716EE" w:rsidRPr="00B53CB5">
          <w:rPr>
            <w:webHidden/>
          </w:rPr>
        </w:r>
        <w:r w:rsidR="000716EE" w:rsidRPr="00B53CB5">
          <w:rPr>
            <w:webHidden/>
          </w:rPr>
          <w:fldChar w:fldCharType="separate"/>
        </w:r>
        <w:r w:rsidR="001B6E2D" w:rsidRPr="00B53CB5">
          <w:rPr>
            <w:webHidden/>
          </w:rPr>
          <w:t>3-304</w:t>
        </w:r>
        <w:r w:rsidR="000716EE" w:rsidRPr="00B53CB5">
          <w:rPr>
            <w:webHidden/>
          </w:rPr>
          <w:fldChar w:fldCharType="end"/>
        </w:r>
      </w:hyperlink>
    </w:p>
    <w:p w14:paraId="3F8A1625" w14:textId="593E6FF1" w:rsidR="000716EE" w:rsidRPr="00B53CB5" w:rsidRDefault="0043169A">
      <w:pPr>
        <w:pStyle w:val="TOC3"/>
        <w:rPr>
          <w:rFonts w:eastAsiaTheme="minorEastAsia"/>
          <w:kern w:val="2"/>
          <w14:ligatures w14:val="standardContextual"/>
        </w:rPr>
      </w:pPr>
      <w:hyperlink w:anchor="_Toc160026757" w:history="1">
        <w:r w:rsidR="000716EE" w:rsidRPr="00B53CB5">
          <w:rPr>
            <w:rStyle w:val="Hyperlink"/>
            <w:u w:val="none"/>
          </w:rPr>
          <w:t>3.19.4</w:t>
        </w:r>
        <w:r w:rsidR="000716EE" w:rsidRPr="00B53CB5">
          <w:rPr>
            <w:rFonts w:eastAsiaTheme="minorEastAsia"/>
            <w:kern w:val="2"/>
            <w14:ligatures w14:val="standardContextual"/>
          </w:rPr>
          <w:tab/>
        </w:r>
        <w:r w:rsidR="000716EE" w:rsidRPr="00B53CB5">
          <w:rPr>
            <w:rStyle w:val="Hyperlink"/>
            <w:u w:val="none"/>
          </w:rPr>
          <w:t>Security-Constrained Economic Dispatch Constraint Competitiveness Test</w:t>
        </w:r>
        <w:r w:rsidR="000716EE" w:rsidRPr="00B53CB5">
          <w:rPr>
            <w:webHidden/>
          </w:rPr>
          <w:tab/>
        </w:r>
        <w:r w:rsidR="000716EE" w:rsidRPr="00B53CB5">
          <w:rPr>
            <w:webHidden/>
          </w:rPr>
          <w:fldChar w:fldCharType="begin"/>
        </w:r>
        <w:r w:rsidR="000716EE" w:rsidRPr="00B53CB5">
          <w:rPr>
            <w:webHidden/>
          </w:rPr>
          <w:instrText xml:space="preserve"> PAGEREF _Toc160026757 \h </w:instrText>
        </w:r>
        <w:r w:rsidR="000716EE" w:rsidRPr="00B53CB5">
          <w:rPr>
            <w:webHidden/>
          </w:rPr>
        </w:r>
        <w:r w:rsidR="000716EE" w:rsidRPr="00B53CB5">
          <w:rPr>
            <w:webHidden/>
          </w:rPr>
          <w:fldChar w:fldCharType="separate"/>
        </w:r>
        <w:r w:rsidR="001B6E2D" w:rsidRPr="00B53CB5">
          <w:rPr>
            <w:webHidden/>
          </w:rPr>
          <w:t>3-304</w:t>
        </w:r>
        <w:r w:rsidR="000716EE" w:rsidRPr="00B53CB5">
          <w:rPr>
            <w:webHidden/>
          </w:rPr>
          <w:fldChar w:fldCharType="end"/>
        </w:r>
      </w:hyperlink>
    </w:p>
    <w:p w14:paraId="2F806023" w14:textId="0B7D670F" w:rsidR="000716EE" w:rsidRPr="00B53CB5" w:rsidRDefault="0043169A" w:rsidP="00B53CB5">
      <w:pPr>
        <w:pStyle w:val="TOC2"/>
        <w:rPr>
          <w:rFonts w:eastAsiaTheme="minorEastAsia"/>
          <w:noProof/>
          <w:kern w:val="2"/>
          <w14:ligatures w14:val="standardContextual"/>
        </w:rPr>
      </w:pPr>
      <w:hyperlink w:anchor="_Toc160026758" w:history="1">
        <w:r w:rsidR="000716EE" w:rsidRPr="00B53CB5">
          <w:rPr>
            <w:rStyle w:val="Hyperlink"/>
            <w:noProof/>
            <w:u w:val="none"/>
          </w:rPr>
          <w:t>3.20</w:t>
        </w:r>
        <w:r w:rsidR="000716EE" w:rsidRPr="00B53CB5">
          <w:rPr>
            <w:rFonts w:eastAsiaTheme="minorEastAsia"/>
            <w:noProof/>
            <w:kern w:val="2"/>
            <w14:ligatures w14:val="standardContextual"/>
          </w:rPr>
          <w:tab/>
        </w:r>
        <w:r w:rsidR="000716EE" w:rsidRPr="00B53CB5">
          <w:rPr>
            <w:rStyle w:val="Hyperlink"/>
            <w:noProof/>
            <w:u w:val="none"/>
          </w:rPr>
          <w:t>Identification of Chronic Congestion</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_Toc160026758 \h </w:instrText>
        </w:r>
        <w:r w:rsidR="000716EE" w:rsidRPr="00B53CB5">
          <w:rPr>
            <w:noProof/>
            <w:webHidden/>
          </w:rPr>
        </w:r>
        <w:r w:rsidR="000716EE" w:rsidRPr="00B53CB5">
          <w:rPr>
            <w:noProof/>
            <w:webHidden/>
          </w:rPr>
          <w:fldChar w:fldCharType="separate"/>
        </w:r>
        <w:r w:rsidR="001B6E2D" w:rsidRPr="00B53CB5">
          <w:rPr>
            <w:noProof/>
            <w:webHidden/>
          </w:rPr>
          <w:t>3-306</w:t>
        </w:r>
        <w:r w:rsidR="000716EE" w:rsidRPr="00B53CB5">
          <w:rPr>
            <w:noProof/>
            <w:webHidden/>
          </w:rPr>
          <w:fldChar w:fldCharType="end"/>
        </w:r>
      </w:hyperlink>
    </w:p>
    <w:p w14:paraId="6AF4D842" w14:textId="257C21C4" w:rsidR="000716EE" w:rsidRPr="00B53CB5" w:rsidRDefault="0043169A">
      <w:pPr>
        <w:pStyle w:val="TOC3"/>
        <w:rPr>
          <w:rFonts w:eastAsiaTheme="minorEastAsia"/>
          <w:kern w:val="2"/>
          <w14:ligatures w14:val="standardContextual"/>
        </w:rPr>
      </w:pPr>
      <w:hyperlink w:anchor="_Toc160026759" w:history="1">
        <w:r w:rsidR="000716EE" w:rsidRPr="00B53CB5">
          <w:rPr>
            <w:rStyle w:val="Hyperlink"/>
            <w:u w:val="none"/>
          </w:rPr>
          <w:t>3.20.1</w:t>
        </w:r>
        <w:r w:rsidR="000716EE" w:rsidRPr="00B53CB5">
          <w:rPr>
            <w:rFonts w:eastAsiaTheme="minorEastAsia"/>
            <w:kern w:val="2"/>
            <w14:ligatures w14:val="standardContextual"/>
          </w:rPr>
          <w:tab/>
        </w:r>
        <w:r w:rsidR="000716EE" w:rsidRPr="00B53CB5">
          <w:rPr>
            <w:rStyle w:val="Hyperlink"/>
            <w:u w:val="none"/>
          </w:rPr>
          <w:t>Evaluation of Chronic Congestion</w:t>
        </w:r>
        <w:r w:rsidR="000716EE" w:rsidRPr="00B53CB5">
          <w:rPr>
            <w:webHidden/>
          </w:rPr>
          <w:tab/>
        </w:r>
        <w:r w:rsidR="000716EE" w:rsidRPr="00B53CB5">
          <w:rPr>
            <w:webHidden/>
          </w:rPr>
          <w:fldChar w:fldCharType="begin"/>
        </w:r>
        <w:r w:rsidR="000716EE" w:rsidRPr="00B53CB5">
          <w:rPr>
            <w:webHidden/>
          </w:rPr>
          <w:instrText xml:space="preserve"> PAGEREF _Toc160026759 \h </w:instrText>
        </w:r>
        <w:r w:rsidR="000716EE" w:rsidRPr="00B53CB5">
          <w:rPr>
            <w:webHidden/>
          </w:rPr>
        </w:r>
        <w:r w:rsidR="000716EE" w:rsidRPr="00B53CB5">
          <w:rPr>
            <w:webHidden/>
          </w:rPr>
          <w:fldChar w:fldCharType="separate"/>
        </w:r>
        <w:r w:rsidR="001B6E2D" w:rsidRPr="00B53CB5">
          <w:rPr>
            <w:webHidden/>
          </w:rPr>
          <w:t>3-306</w:t>
        </w:r>
        <w:r w:rsidR="000716EE" w:rsidRPr="00B53CB5">
          <w:rPr>
            <w:webHidden/>
          </w:rPr>
          <w:fldChar w:fldCharType="end"/>
        </w:r>
      </w:hyperlink>
    </w:p>
    <w:p w14:paraId="4E1948FF" w14:textId="6CCFC0B1" w:rsidR="000716EE" w:rsidRPr="00B53CB5" w:rsidRDefault="0043169A">
      <w:pPr>
        <w:pStyle w:val="TOC3"/>
        <w:rPr>
          <w:rFonts w:eastAsiaTheme="minorEastAsia"/>
          <w:kern w:val="2"/>
          <w14:ligatures w14:val="standardContextual"/>
        </w:rPr>
      </w:pPr>
      <w:hyperlink w:anchor="_Toc160026760" w:history="1">
        <w:r w:rsidR="000716EE" w:rsidRPr="00B53CB5">
          <w:rPr>
            <w:rStyle w:val="Hyperlink"/>
            <w:u w:val="none"/>
          </w:rPr>
          <w:t>3.20.2</w:t>
        </w:r>
        <w:r w:rsidR="000716EE" w:rsidRPr="00B53CB5">
          <w:rPr>
            <w:rFonts w:eastAsiaTheme="minorEastAsia"/>
            <w:kern w:val="2"/>
            <w14:ligatures w14:val="standardContextual"/>
          </w:rPr>
          <w:tab/>
        </w:r>
        <w:r w:rsidR="000716EE" w:rsidRPr="00B53CB5">
          <w:rPr>
            <w:rStyle w:val="Hyperlink"/>
            <w:u w:val="none"/>
          </w:rPr>
          <w:t>Topology and Model Verification</w:t>
        </w:r>
        <w:r w:rsidR="000716EE" w:rsidRPr="00B53CB5">
          <w:rPr>
            <w:webHidden/>
          </w:rPr>
          <w:tab/>
        </w:r>
        <w:r w:rsidR="000716EE" w:rsidRPr="00B53CB5">
          <w:rPr>
            <w:webHidden/>
          </w:rPr>
          <w:fldChar w:fldCharType="begin"/>
        </w:r>
        <w:r w:rsidR="000716EE" w:rsidRPr="00B53CB5">
          <w:rPr>
            <w:webHidden/>
          </w:rPr>
          <w:instrText xml:space="preserve"> PAGEREF _Toc160026760 \h </w:instrText>
        </w:r>
        <w:r w:rsidR="000716EE" w:rsidRPr="00B53CB5">
          <w:rPr>
            <w:webHidden/>
          </w:rPr>
        </w:r>
        <w:r w:rsidR="000716EE" w:rsidRPr="00B53CB5">
          <w:rPr>
            <w:webHidden/>
          </w:rPr>
          <w:fldChar w:fldCharType="separate"/>
        </w:r>
        <w:r w:rsidR="001B6E2D" w:rsidRPr="00B53CB5">
          <w:rPr>
            <w:webHidden/>
          </w:rPr>
          <w:t>3-306</w:t>
        </w:r>
        <w:r w:rsidR="000716EE" w:rsidRPr="00B53CB5">
          <w:rPr>
            <w:webHidden/>
          </w:rPr>
          <w:fldChar w:fldCharType="end"/>
        </w:r>
      </w:hyperlink>
    </w:p>
    <w:p w14:paraId="3B124391" w14:textId="565A3F62" w:rsidR="000716EE" w:rsidRPr="00B53CB5" w:rsidRDefault="0043169A" w:rsidP="00B53CB5">
      <w:pPr>
        <w:pStyle w:val="TOC2"/>
        <w:rPr>
          <w:rFonts w:eastAsiaTheme="minorEastAsia"/>
          <w:noProof/>
          <w:kern w:val="2"/>
          <w14:ligatures w14:val="standardContextual"/>
        </w:rPr>
      </w:pPr>
      <w:hyperlink w:anchor="_Toc160026761" w:history="1">
        <w:r w:rsidR="000716EE" w:rsidRPr="00B53CB5">
          <w:rPr>
            <w:rStyle w:val="Hyperlink"/>
            <w:noProof/>
            <w:u w:val="none"/>
          </w:rPr>
          <w:t>3.21</w:t>
        </w:r>
        <w:r w:rsidR="000716EE" w:rsidRPr="00B53CB5">
          <w:rPr>
            <w:rFonts w:eastAsiaTheme="minorEastAsia"/>
            <w:noProof/>
            <w:kern w:val="2"/>
            <w14:ligatures w14:val="standardContextual"/>
          </w:rPr>
          <w:tab/>
        </w:r>
        <w:r w:rsidR="000716EE" w:rsidRPr="00B53CB5">
          <w:rPr>
            <w:rStyle w:val="Hyperlink"/>
            <w:noProof/>
            <w:u w:val="none"/>
          </w:rPr>
          <w:t>Submission of Declarations of Natural Gas Pipeline Coordination</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_Toc160026761 \h </w:instrText>
        </w:r>
        <w:r w:rsidR="000716EE" w:rsidRPr="00B53CB5">
          <w:rPr>
            <w:noProof/>
            <w:webHidden/>
          </w:rPr>
        </w:r>
        <w:r w:rsidR="000716EE" w:rsidRPr="00B53CB5">
          <w:rPr>
            <w:noProof/>
            <w:webHidden/>
          </w:rPr>
          <w:fldChar w:fldCharType="separate"/>
        </w:r>
        <w:r w:rsidR="001B6E2D" w:rsidRPr="00B53CB5">
          <w:rPr>
            <w:noProof/>
            <w:webHidden/>
          </w:rPr>
          <w:t>3-307</w:t>
        </w:r>
        <w:r w:rsidR="000716EE" w:rsidRPr="00B53CB5">
          <w:rPr>
            <w:noProof/>
            <w:webHidden/>
          </w:rPr>
          <w:fldChar w:fldCharType="end"/>
        </w:r>
      </w:hyperlink>
    </w:p>
    <w:p w14:paraId="46B6DEDA" w14:textId="3A8B62BB" w:rsidR="000716EE" w:rsidRPr="00B53CB5" w:rsidRDefault="0043169A" w:rsidP="00B53CB5">
      <w:pPr>
        <w:pStyle w:val="TOC2"/>
        <w:rPr>
          <w:rFonts w:eastAsiaTheme="minorEastAsia"/>
          <w:noProof/>
          <w:kern w:val="2"/>
          <w14:ligatures w14:val="standardContextual"/>
        </w:rPr>
      </w:pPr>
      <w:hyperlink w:anchor="_Toc160026762" w:history="1">
        <w:r w:rsidR="000716EE" w:rsidRPr="00B53CB5">
          <w:rPr>
            <w:rStyle w:val="Hyperlink"/>
            <w:noProof/>
            <w:u w:val="none"/>
          </w:rPr>
          <w:t>3.22</w:t>
        </w:r>
        <w:r w:rsidR="000716EE" w:rsidRPr="00B53CB5">
          <w:rPr>
            <w:rFonts w:eastAsiaTheme="minorEastAsia"/>
            <w:noProof/>
            <w:kern w:val="2"/>
            <w14:ligatures w14:val="standardContextual"/>
          </w:rPr>
          <w:tab/>
        </w:r>
        <w:r w:rsidR="000716EE" w:rsidRPr="00B53CB5">
          <w:rPr>
            <w:rStyle w:val="Hyperlink"/>
            <w:noProof/>
            <w:u w:val="none"/>
          </w:rPr>
          <w:t>Subsynchronous Resonance</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_Toc160026762 \h </w:instrText>
        </w:r>
        <w:r w:rsidR="000716EE" w:rsidRPr="00B53CB5">
          <w:rPr>
            <w:noProof/>
            <w:webHidden/>
          </w:rPr>
        </w:r>
        <w:r w:rsidR="000716EE" w:rsidRPr="00B53CB5">
          <w:rPr>
            <w:noProof/>
            <w:webHidden/>
          </w:rPr>
          <w:fldChar w:fldCharType="separate"/>
        </w:r>
        <w:r w:rsidR="001B6E2D" w:rsidRPr="00B53CB5">
          <w:rPr>
            <w:noProof/>
            <w:webHidden/>
          </w:rPr>
          <w:t>3-308</w:t>
        </w:r>
        <w:r w:rsidR="000716EE" w:rsidRPr="00B53CB5">
          <w:rPr>
            <w:noProof/>
            <w:webHidden/>
          </w:rPr>
          <w:fldChar w:fldCharType="end"/>
        </w:r>
      </w:hyperlink>
    </w:p>
    <w:p w14:paraId="70902E7A" w14:textId="45923696" w:rsidR="000716EE" w:rsidRPr="00B53CB5" w:rsidRDefault="0043169A">
      <w:pPr>
        <w:pStyle w:val="TOC3"/>
        <w:rPr>
          <w:rFonts w:eastAsiaTheme="minorEastAsia"/>
          <w:kern w:val="2"/>
          <w14:ligatures w14:val="standardContextual"/>
        </w:rPr>
      </w:pPr>
      <w:hyperlink w:anchor="_Toc160026763" w:history="1">
        <w:r w:rsidR="000716EE" w:rsidRPr="00B53CB5">
          <w:rPr>
            <w:rStyle w:val="Hyperlink"/>
            <w:u w:val="none"/>
          </w:rPr>
          <w:t>3.22.1</w:t>
        </w:r>
        <w:r w:rsidR="000716EE" w:rsidRPr="00B53CB5">
          <w:rPr>
            <w:rFonts w:eastAsiaTheme="minorEastAsia"/>
            <w:kern w:val="2"/>
            <w14:ligatures w14:val="standardContextual"/>
          </w:rPr>
          <w:tab/>
        </w:r>
        <w:r w:rsidR="000716EE" w:rsidRPr="00B53CB5">
          <w:rPr>
            <w:rStyle w:val="Hyperlink"/>
            <w:u w:val="none"/>
          </w:rPr>
          <w:t>Subsynchronous Resonance Vulnerability Assessment</w:t>
        </w:r>
        <w:r w:rsidR="000716EE" w:rsidRPr="00B53CB5">
          <w:rPr>
            <w:webHidden/>
          </w:rPr>
          <w:tab/>
        </w:r>
        <w:r w:rsidR="000716EE" w:rsidRPr="00B53CB5">
          <w:rPr>
            <w:webHidden/>
          </w:rPr>
          <w:fldChar w:fldCharType="begin"/>
        </w:r>
        <w:r w:rsidR="000716EE" w:rsidRPr="00B53CB5">
          <w:rPr>
            <w:webHidden/>
          </w:rPr>
          <w:instrText xml:space="preserve"> PAGEREF _Toc160026763 \h </w:instrText>
        </w:r>
        <w:r w:rsidR="000716EE" w:rsidRPr="00B53CB5">
          <w:rPr>
            <w:webHidden/>
          </w:rPr>
        </w:r>
        <w:r w:rsidR="000716EE" w:rsidRPr="00B53CB5">
          <w:rPr>
            <w:webHidden/>
          </w:rPr>
          <w:fldChar w:fldCharType="separate"/>
        </w:r>
        <w:r w:rsidR="001B6E2D" w:rsidRPr="00B53CB5">
          <w:rPr>
            <w:webHidden/>
          </w:rPr>
          <w:t>3-308</w:t>
        </w:r>
        <w:r w:rsidR="000716EE" w:rsidRPr="00B53CB5">
          <w:rPr>
            <w:webHidden/>
          </w:rPr>
          <w:fldChar w:fldCharType="end"/>
        </w:r>
      </w:hyperlink>
    </w:p>
    <w:p w14:paraId="665403FE" w14:textId="4B36FE15" w:rsidR="000716EE" w:rsidRPr="00B53CB5" w:rsidRDefault="0043169A" w:rsidP="00B53CB5">
      <w:pPr>
        <w:pStyle w:val="TOC4"/>
        <w:rPr>
          <w:rFonts w:eastAsiaTheme="minorEastAsia"/>
          <w:snapToGrid/>
          <w:kern w:val="2"/>
          <w:sz w:val="20"/>
          <w:szCs w:val="20"/>
          <w14:ligatures w14:val="standardContextual"/>
        </w:rPr>
      </w:pPr>
      <w:hyperlink w:anchor="_Toc160026764" w:history="1">
        <w:r w:rsidR="000716EE" w:rsidRPr="00B53CB5">
          <w:rPr>
            <w:rStyle w:val="Hyperlink"/>
            <w:bCs w:val="0"/>
            <w:sz w:val="20"/>
            <w:szCs w:val="20"/>
            <w:u w:val="none"/>
          </w:rPr>
          <w:t xml:space="preserve">3.22.1.1 </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Existing Generation Resource Assessment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_Toc160026764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3-309</w:t>
        </w:r>
        <w:r w:rsidR="000716EE" w:rsidRPr="00B53CB5">
          <w:rPr>
            <w:webHidden/>
            <w:sz w:val="20"/>
            <w:szCs w:val="20"/>
          </w:rPr>
          <w:fldChar w:fldCharType="end"/>
        </w:r>
      </w:hyperlink>
    </w:p>
    <w:p w14:paraId="402A02E9" w14:textId="382EF5C4" w:rsidR="000716EE" w:rsidRPr="00B53CB5" w:rsidRDefault="0043169A" w:rsidP="00B53CB5">
      <w:pPr>
        <w:pStyle w:val="TOC4"/>
        <w:rPr>
          <w:rFonts w:eastAsiaTheme="minorEastAsia"/>
          <w:snapToGrid/>
          <w:kern w:val="2"/>
          <w:sz w:val="20"/>
          <w:szCs w:val="20"/>
          <w14:ligatures w14:val="standardContextual"/>
        </w:rPr>
      </w:pPr>
      <w:hyperlink w:anchor="_Toc160026765" w:history="1">
        <w:r w:rsidR="000716EE" w:rsidRPr="00B53CB5">
          <w:rPr>
            <w:rStyle w:val="Hyperlink"/>
            <w:bCs w:val="0"/>
            <w:sz w:val="20"/>
            <w:szCs w:val="20"/>
            <w:u w:val="none"/>
          </w:rPr>
          <w:t xml:space="preserve">3.22.1.2 </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Generation Resource or Energy Storage Resource Interconnection Assessment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_Toc160026765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3-309</w:t>
        </w:r>
        <w:r w:rsidR="000716EE" w:rsidRPr="00B53CB5">
          <w:rPr>
            <w:webHidden/>
            <w:sz w:val="20"/>
            <w:szCs w:val="20"/>
          </w:rPr>
          <w:fldChar w:fldCharType="end"/>
        </w:r>
      </w:hyperlink>
    </w:p>
    <w:p w14:paraId="26BE841B" w14:textId="6BDE486E" w:rsidR="000716EE" w:rsidRPr="00B53CB5" w:rsidRDefault="0043169A" w:rsidP="00B53CB5">
      <w:pPr>
        <w:pStyle w:val="TOC4"/>
        <w:rPr>
          <w:rFonts w:eastAsiaTheme="minorEastAsia"/>
          <w:snapToGrid/>
          <w:kern w:val="2"/>
          <w:sz w:val="20"/>
          <w:szCs w:val="20"/>
          <w14:ligatures w14:val="standardContextual"/>
        </w:rPr>
      </w:pPr>
      <w:hyperlink w:anchor="_Toc160026766" w:history="1">
        <w:r w:rsidR="000716EE" w:rsidRPr="00B53CB5">
          <w:rPr>
            <w:rStyle w:val="Hyperlink"/>
            <w:bCs w:val="0"/>
            <w:sz w:val="20"/>
            <w:szCs w:val="20"/>
            <w:u w:val="none"/>
          </w:rPr>
          <w:t xml:space="preserve">3.22.1.3 </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Transmission Project Assessment</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_Toc160026766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3-311</w:t>
        </w:r>
        <w:r w:rsidR="000716EE" w:rsidRPr="00B53CB5">
          <w:rPr>
            <w:webHidden/>
            <w:sz w:val="20"/>
            <w:szCs w:val="20"/>
          </w:rPr>
          <w:fldChar w:fldCharType="end"/>
        </w:r>
      </w:hyperlink>
    </w:p>
    <w:p w14:paraId="75DEC304" w14:textId="19FD2A47" w:rsidR="000716EE" w:rsidRPr="00B53CB5" w:rsidRDefault="0043169A" w:rsidP="00B53CB5">
      <w:pPr>
        <w:pStyle w:val="TOC4"/>
        <w:rPr>
          <w:rFonts w:eastAsiaTheme="minorEastAsia"/>
          <w:snapToGrid/>
          <w:kern w:val="2"/>
          <w:sz w:val="20"/>
          <w:szCs w:val="20"/>
          <w14:ligatures w14:val="standardContextual"/>
        </w:rPr>
      </w:pPr>
      <w:hyperlink w:anchor="_Toc160026767" w:history="1">
        <w:r w:rsidR="000716EE" w:rsidRPr="00B53CB5">
          <w:rPr>
            <w:rStyle w:val="Hyperlink"/>
            <w:bCs w:val="0"/>
            <w:sz w:val="20"/>
            <w:szCs w:val="20"/>
            <w:u w:val="none"/>
          </w:rPr>
          <w:t xml:space="preserve">3.22.1.4 </w:t>
        </w:r>
        <w:r w:rsidR="000716EE" w:rsidRPr="00B53CB5">
          <w:rPr>
            <w:rFonts w:eastAsiaTheme="minorEastAsia"/>
            <w:snapToGrid/>
            <w:kern w:val="2"/>
            <w:sz w:val="20"/>
            <w:szCs w:val="20"/>
            <w14:ligatures w14:val="standardContextual"/>
          </w:rPr>
          <w:tab/>
        </w:r>
        <w:r w:rsidR="000716EE" w:rsidRPr="00B53CB5">
          <w:rPr>
            <w:rStyle w:val="Hyperlink"/>
            <w:bCs w:val="0"/>
            <w:sz w:val="20"/>
            <w:szCs w:val="20"/>
            <w:u w:val="none"/>
          </w:rPr>
          <w:t>Annual SSR Review</w:t>
        </w:r>
        <w:r w:rsidR="000716EE" w:rsidRPr="00B53CB5">
          <w:rPr>
            <w:webHidden/>
            <w:sz w:val="20"/>
            <w:szCs w:val="20"/>
          </w:rPr>
          <w:tab/>
        </w:r>
        <w:r w:rsidR="000716EE" w:rsidRPr="00B53CB5">
          <w:rPr>
            <w:webHidden/>
            <w:sz w:val="20"/>
            <w:szCs w:val="20"/>
          </w:rPr>
          <w:fldChar w:fldCharType="begin"/>
        </w:r>
        <w:r w:rsidR="000716EE" w:rsidRPr="00B53CB5">
          <w:rPr>
            <w:webHidden/>
            <w:sz w:val="20"/>
            <w:szCs w:val="20"/>
          </w:rPr>
          <w:instrText xml:space="preserve"> PAGEREF _Toc160026767 \h </w:instrText>
        </w:r>
        <w:r w:rsidR="000716EE" w:rsidRPr="00B53CB5">
          <w:rPr>
            <w:webHidden/>
            <w:sz w:val="20"/>
            <w:szCs w:val="20"/>
          </w:rPr>
        </w:r>
        <w:r w:rsidR="000716EE" w:rsidRPr="00B53CB5">
          <w:rPr>
            <w:webHidden/>
            <w:sz w:val="20"/>
            <w:szCs w:val="20"/>
          </w:rPr>
          <w:fldChar w:fldCharType="separate"/>
        </w:r>
        <w:r w:rsidR="001B6E2D" w:rsidRPr="00B53CB5">
          <w:rPr>
            <w:webHidden/>
            <w:sz w:val="20"/>
            <w:szCs w:val="20"/>
          </w:rPr>
          <w:t>3-312</w:t>
        </w:r>
        <w:r w:rsidR="000716EE" w:rsidRPr="00B53CB5">
          <w:rPr>
            <w:webHidden/>
            <w:sz w:val="20"/>
            <w:szCs w:val="20"/>
          </w:rPr>
          <w:fldChar w:fldCharType="end"/>
        </w:r>
      </w:hyperlink>
    </w:p>
    <w:p w14:paraId="7DEC6E08" w14:textId="0E9FA129" w:rsidR="000716EE" w:rsidRPr="00B53CB5" w:rsidRDefault="0043169A">
      <w:pPr>
        <w:pStyle w:val="TOC3"/>
        <w:rPr>
          <w:rFonts w:eastAsiaTheme="minorEastAsia"/>
          <w:kern w:val="2"/>
          <w14:ligatures w14:val="standardContextual"/>
        </w:rPr>
      </w:pPr>
      <w:hyperlink w:anchor="_Toc160026768" w:history="1">
        <w:r w:rsidR="000716EE" w:rsidRPr="00B53CB5">
          <w:rPr>
            <w:rStyle w:val="Hyperlink"/>
            <w:u w:val="none"/>
          </w:rPr>
          <w:t>3.22.2</w:t>
        </w:r>
        <w:r w:rsidR="000716EE" w:rsidRPr="00B53CB5">
          <w:rPr>
            <w:rFonts w:eastAsiaTheme="minorEastAsia"/>
            <w:kern w:val="2"/>
            <w14:ligatures w14:val="standardContextual"/>
          </w:rPr>
          <w:tab/>
        </w:r>
        <w:r w:rsidR="000716EE" w:rsidRPr="00B53CB5">
          <w:rPr>
            <w:rStyle w:val="Hyperlink"/>
            <w:u w:val="none"/>
          </w:rPr>
          <w:t>Subsynchronous Resonance Vulnerability Assessment Criteria</w:t>
        </w:r>
        <w:r w:rsidR="000716EE" w:rsidRPr="00B53CB5">
          <w:rPr>
            <w:webHidden/>
          </w:rPr>
          <w:tab/>
        </w:r>
        <w:r w:rsidR="000716EE" w:rsidRPr="00B53CB5">
          <w:rPr>
            <w:webHidden/>
          </w:rPr>
          <w:fldChar w:fldCharType="begin"/>
        </w:r>
        <w:r w:rsidR="000716EE" w:rsidRPr="00B53CB5">
          <w:rPr>
            <w:webHidden/>
          </w:rPr>
          <w:instrText xml:space="preserve"> PAGEREF _Toc160026768 \h </w:instrText>
        </w:r>
        <w:r w:rsidR="000716EE" w:rsidRPr="00B53CB5">
          <w:rPr>
            <w:webHidden/>
          </w:rPr>
        </w:r>
        <w:r w:rsidR="000716EE" w:rsidRPr="00B53CB5">
          <w:rPr>
            <w:webHidden/>
          </w:rPr>
          <w:fldChar w:fldCharType="separate"/>
        </w:r>
        <w:r w:rsidR="001B6E2D" w:rsidRPr="00B53CB5">
          <w:rPr>
            <w:webHidden/>
          </w:rPr>
          <w:t>3-313</w:t>
        </w:r>
        <w:r w:rsidR="000716EE" w:rsidRPr="00B53CB5">
          <w:rPr>
            <w:webHidden/>
          </w:rPr>
          <w:fldChar w:fldCharType="end"/>
        </w:r>
      </w:hyperlink>
    </w:p>
    <w:p w14:paraId="7246133A" w14:textId="0187B44E" w:rsidR="000716EE" w:rsidRPr="00B53CB5" w:rsidRDefault="0043169A">
      <w:pPr>
        <w:pStyle w:val="TOC3"/>
        <w:rPr>
          <w:rFonts w:eastAsiaTheme="minorEastAsia"/>
          <w:kern w:val="2"/>
          <w14:ligatures w14:val="standardContextual"/>
        </w:rPr>
      </w:pPr>
      <w:hyperlink w:anchor="_Toc160026769" w:history="1">
        <w:r w:rsidR="000716EE" w:rsidRPr="00B53CB5">
          <w:rPr>
            <w:rStyle w:val="Hyperlink"/>
            <w:u w:val="none"/>
          </w:rPr>
          <w:t xml:space="preserve">3.22.3 </w:t>
        </w:r>
        <w:r w:rsidR="000716EE" w:rsidRPr="00B53CB5">
          <w:rPr>
            <w:rFonts w:eastAsiaTheme="minorEastAsia"/>
            <w:kern w:val="2"/>
            <w14:ligatures w14:val="standardContextual"/>
          </w:rPr>
          <w:tab/>
        </w:r>
        <w:r w:rsidR="000716EE" w:rsidRPr="00B53CB5">
          <w:rPr>
            <w:rStyle w:val="Hyperlink"/>
            <w:u w:val="none"/>
          </w:rPr>
          <w:t>Subsynchronous Resonance Monitoring</w:t>
        </w:r>
        <w:r w:rsidR="000716EE" w:rsidRPr="00B53CB5">
          <w:rPr>
            <w:webHidden/>
          </w:rPr>
          <w:tab/>
        </w:r>
        <w:r w:rsidR="000716EE" w:rsidRPr="00B53CB5">
          <w:rPr>
            <w:webHidden/>
          </w:rPr>
          <w:fldChar w:fldCharType="begin"/>
        </w:r>
        <w:r w:rsidR="000716EE" w:rsidRPr="00B53CB5">
          <w:rPr>
            <w:webHidden/>
          </w:rPr>
          <w:instrText xml:space="preserve"> PAGEREF _Toc160026769 \h </w:instrText>
        </w:r>
        <w:r w:rsidR="000716EE" w:rsidRPr="00B53CB5">
          <w:rPr>
            <w:webHidden/>
          </w:rPr>
        </w:r>
        <w:r w:rsidR="000716EE" w:rsidRPr="00B53CB5">
          <w:rPr>
            <w:webHidden/>
          </w:rPr>
          <w:fldChar w:fldCharType="separate"/>
        </w:r>
        <w:r w:rsidR="001B6E2D" w:rsidRPr="00B53CB5">
          <w:rPr>
            <w:webHidden/>
          </w:rPr>
          <w:t>3-314</w:t>
        </w:r>
        <w:r w:rsidR="000716EE" w:rsidRPr="00B53CB5">
          <w:rPr>
            <w:webHidden/>
          </w:rPr>
          <w:fldChar w:fldCharType="end"/>
        </w:r>
      </w:hyperlink>
    </w:p>
    <w:p w14:paraId="055C8EB0" w14:textId="571B7889" w:rsidR="000716EE" w:rsidRPr="00B53CB5" w:rsidRDefault="0043169A" w:rsidP="00B53CB5">
      <w:pPr>
        <w:pStyle w:val="TOC2"/>
        <w:rPr>
          <w:rFonts w:eastAsiaTheme="minorEastAsia"/>
          <w:noProof/>
          <w:kern w:val="2"/>
          <w14:ligatures w14:val="standardContextual"/>
        </w:rPr>
      </w:pPr>
      <w:hyperlink w:anchor="_Toc160026770" w:history="1">
        <w:r w:rsidR="000716EE" w:rsidRPr="00B53CB5">
          <w:rPr>
            <w:rStyle w:val="Hyperlink"/>
            <w:noProof/>
            <w:u w:val="none"/>
          </w:rPr>
          <w:t>3.23</w:t>
        </w:r>
        <w:r w:rsidR="000716EE" w:rsidRPr="00B53CB5">
          <w:rPr>
            <w:rFonts w:eastAsiaTheme="minorEastAsia"/>
            <w:noProof/>
            <w:kern w:val="2"/>
            <w14:ligatures w14:val="standardContextual"/>
          </w:rPr>
          <w:tab/>
        </w:r>
        <w:r w:rsidR="000716EE" w:rsidRPr="00B53CB5">
          <w:rPr>
            <w:rStyle w:val="Hyperlink"/>
            <w:noProof/>
            <w:u w:val="none"/>
          </w:rPr>
          <w:t>Agreements between ERCOT and other Control Area Operators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_Toc160026770 \h </w:instrText>
        </w:r>
        <w:r w:rsidR="000716EE" w:rsidRPr="00B53CB5">
          <w:rPr>
            <w:noProof/>
            <w:webHidden/>
          </w:rPr>
        </w:r>
        <w:r w:rsidR="000716EE" w:rsidRPr="00B53CB5">
          <w:rPr>
            <w:noProof/>
            <w:webHidden/>
          </w:rPr>
          <w:fldChar w:fldCharType="separate"/>
        </w:r>
        <w:r w:rsidR="001B6E2D" w:rsidRPr="00B53CB5">
          <w:rPr>
            <w:noProof/>
            <w:webHidden/>
          </w:rPr>
          <w:t>3-315</w:t>
        </w:r>
        <w:r w:rsidR="000716EE" w:rsidRPr="00B53CB5">
          <w:rPr>
            <w:noProof/>
            <w:webHidden/>
          </w:rPr>
          <w:fldChar w:fldCharType="end"/>
        </w:r>
      </w:hyperlink>
    </w:p>
    <w:p w14:paraId="4ADA97BB" w14:textId="0CAAB6C4" w:rsidR="000716EE" w:rsidRPr="00B53CB5" w:rsidRDefault="0043169A" w:rsidP="00B53CB5">
      <w:pPr>
        <w:pStyle w:val="TOC2"/>
        <w:rPr>
          <w:rFonts w:eastAsiaTheme="minorEastAsia"/>
          <w:noProof/>
          <w:kern w:val="2"/>
          <w14:ligatures w14:val="standardContextual"/>
        </w:rPr>
      </w:pPr>
      <w:hyperlink w:anchor="_Toc160026771" w:history="1">
        <w:r w:rsidR="000716EE" w:rsidRPr="00B53CB5">
          <w:rPr>
            <w:rStyle w:val="Hyperlink"/>
            <w:noProof/>
            <w:u w:val="none"/>
          </w:rPr>
          <w:t>3.24</w:t>
        </w:r>
        <w:r w:rsidR="000716EE" w:rsidRPr="00B53CB5">
          <w:rPr>
            <w:rFonts w:eastAsiaTheme="minorEastAsia"/>
            <w:noProof/>
            <w:kern w:val="2"/>
            <w14:ligatures w14:val="standardContextual"/>
          </w:rPr>
          <w:tab/>
        </w:r>
        <w:r w:rsidR="000716EE" w:rsidRPr="00B53CB5">
          <w:rPr>
            <w:rStyle w:val="Hyperlink"/>
            <w:noProof/>
            <w:u w:val="none"/>
          </w:rPr>
          <w:t>Notification of Low Coal and Lignite Inventory Levels</w:t>
        </w:r>
        <w:r w:rsidR="000716EE" w:rsidRPr="00B53CB5">
          <w:rPr>
            <w:noProof/>
            <w:webHidden/>
          </w:rPr>
          <w:tab/>
        </w:r>
        <w:r w:rsidR="000716EE" w:rsidRPr="00B53CB5">
          <w:rPr>
            <w:noProof/>
            <w:webHidden/>
          </w:rPr>
          <w:fldChar w:fldCharType="begin"/>
        </w:r>
        <w:r w:rsidR="000716EE" w:rsidRPr="00B53CB5">
          <w:rPr>
            <w:noProof/>
            <w:webHidden/>
          </w:rPr>
          <w:instrText xml:space="preserve"> PAGEREF _Toc160026771 \h </w:instrText>
        </w:r>
        <w:r w:rsidR="000716EE" w:rsidRPr="00B53CB5">
          <w:rPr>
            <w:noProof/>
            <w:webHidden/>
          </w:rPr>
        </w:r>
        <w:r w:rsidR="000716EE" w:rsidRPr="00B53CB5">
          <w:rPr>
            <w:noProof/>
            <w:webHidden/>
          </w:rPr>
          <w:fldChar w:fldCharType="separate"/>
        </w:r>
        <w:r w:rsidR="001B6E2D" w:rsidRPr="00B53CB5">
          <w:rPr>
            <w:noProof/>
            <w:webHidden/>
          </w:rPr>
          <w:t>3-316</w:t>
        </w:r>
        <w:r w:rsidR="000716EE" w:rsidRPr="00B53CB5">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5"/>
            <w:bookmarkEnd w:id="636"/>
            <w:bookmarkEnd w:id="63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Unregistered Distributed Generation Reporting Requirements for Non Opt-In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78401774"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78401775"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78401776"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7840177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7840177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7840177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7840178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7840178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7840178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7840178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78401784"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78401785"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7840178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7840178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78401788"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7840178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78401790"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7840179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78401792"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7840179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78401794"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78401795"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78401796"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7840179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7840179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7840179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78401800"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7840180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7840180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7840180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78401804"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78401805"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7840180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7840180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7840180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7840180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78401810"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7840181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7840181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7840181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78401814"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78401815"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7840181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7840181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7840181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7840181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78401820"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7840182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7840182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7840182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78401824"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78401825"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7840182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7840182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7840182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7840182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78401830"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7840183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7840183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7840183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21114FD0"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027C64A0" w14:textId="77777777" w:rsidTr="007C4269">
        <w:tc>
          <w:tcPr>
            <w:tcW w:w="9450" w:type="dxa"/>
            <w:shd w:val="pct12" w:color="auto" w:fill="auto"/>
          </w:tcPr>
          <w:bookmarkEnd w:id="1152"/>
          <w:p w14:paraId="3F824F77" w14:textId="7022970B" w:rsidR="007C4269" w:rsidRPr="00F057BA" w:rsidRDefault="007C4269" w:rsidP="00C643BC">
            <w:pPr>
              <w:spacing w:before="120" w:after="240"/>
              <w:rPr>
                <w:b/>
                <w:i/>
                <w:iCs/>
              </w:rPr>
            </w:pPr>
            <w:r w:rsidRPr="00F057BA">
              <w:rPr>
                <w:b/>
                <w:i/>
                <w:iCs/>
              </w:rPr>
              <w:t>[NPRR</w:t>
            </w:r>
            <w:r>
              <w:rPr>
                <w:b/>
                <w:i/>
                <w:iCs/>
              </w:rPr>
              <w:t>1186</w:t>
            </w:r>
            <w:r w:rsidRPr="00F057BA">
              <w:rPr>
                <w:b/>
                <w:i/>
                <w:iCs/>
              </w:rPr>
              <w:t>:  Replace paragraph (</w:t>
            </w:r>
            <w:r>
              <w:rPr>
                <w:b/>
                <w:i/>
                <w:iCs/>
              </w:rPr>
              <w:t>1</w:t>
            </w:r>
            <w:r w:rsidRPr="00F057BA">
              <w:rPr>
                <w:b/>
                <w:i/>
                <w:iCs/>
              </w:rPr>
              <w:t>) above with the following upon system implementation:]</w:t>
            </w:r>
          </w:p>
          <w:p w14:paraId="052F4BD2" w14:textId="752E8EB8" w:rsidR="007C4269" w:rsidRPr="007C4269" w:rsidRDefault="007C4269" w:rsidP="007C4269">
            <w:pPr>
              <w:spacing w:after="240"/>
              <w:ind w:left="720" w:hanging="720"/>
              <w:rPr>
                <w:iCs/>
              </w:rPr>
            </w:pPr>
            <w:r w:rsidRPr="00F06E8E">
              <w:rPr>
                <w:iCs/>
              </w:rPr>
              <w:t>(1)</w:t>
            </w:r>
            <w:r w:rsidRPr="00F06E8E">
              <w:rPr>
                <w:iCs/>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 xml:space="preserve">An Energy Storage Resource (ESR) may not be registered in ERCOT as a Split Generation Resource. </w:t>
            </w:r>
          </w:p>
        </w:tc>
      </w:tr>
    </w:tbl>
    <w:p w14:paraId="4E23AFAE" w14:textId="2AAF4456" w:rsidR="00CB13B2" w:rsidRDefault="002D238A" w:rsidP="001B6E2D">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lastRenderedPageBreak/>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lastRenderedPageBreak/>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lastRenderedPageBreak/>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w:t>
            </w:r>
            <w:r w:rsidR="001C2FB5">
              <w:lastRenderedPageBreak/>
              <w:t xml:space="preserve">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w:t>
      </w:r>
      <w:r w:rsidRPr="008C502E">
        <w:rPr>
          <w:iCs/>
        </w:rPr>
        <w:lastRenderedPageBreak/>
        <w:t xml:space="preserve">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lastRenderedPageBreak/>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77777777" w:rsidR="007C4269" w:rsidRDefault="006D0482" w:rsidP="009A435A">
      <w:pPr>
        <w:pStyle w:val="BodyTextNumbered"/>
      </w:pPr>
      <w:r>
        <w:t>(3)</w:t>
      </w:r>
      <w:r>
        <w:tab/>
        <w:t>The Resource capacity in a QSE’s COP must be sufficient to supply the Ancillary Service Supply Responsibility of that QSE.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7901AA3A" w14:textId="77777777" w:rsidTr="00C643BC">
        <w:tc>
          <w:tcPr>
            <w:tcW w:w="9450" w:type="dxa"/>
            <w:shd w:val="pct12" w:color="auto" w:fill="auto"/>
          </w:tcPr>
          <w:p w14:paraId="01CB7A16" w14:textId="4E933AFB" w:rsidR="007C4269" w:rsidRPr="00F057BA" w:rsidRDefault="007C4269" w:rsidP="00C643BC">
            <w:pPr>
              <w:spacing w:before="120" w:after="240"/>
              <w:rPr>
                <w:b/>
                <w:i/>
                <w:iCs/>
              </w:rPr>
            </w:pPr>
            <w:r w:rsidRPr="00F057BA">
              <w:rPr>
                <w:b/>
                <w:i/>
                <w:iCs/>
              </w:rPr>
              <w:t>[NPRR</w:t>
            </w:r>
            <w:r>
              <w:rPr>
                <w:b/>
                <w:i/>
                <w:iCs/>
              </w:rPr>
              <w:t>1186</w:t>
            </w:r>
            <w:r w:rsidRPr="00F057BA">
              <w:rPr>
                <w:b/>
                <w:i/>
                <w:iCs/>
              </w:rPr>
              <w:t>:  Replace paragraph (</w:t>
            </w:r>
            <w:r>
              <w:rPr>
                <w:b/>
                <w:i/>
                <w:iCs/>
              </w:rPr>
              <w:t>3</w:t>
            </w:r>
            <w:r w:rsidRPr="00F057BA">
              <w:rPr>
                <w:b/>
                <w:i/>
                <w:iCs/>
              </w:rPr>
              <w:t>) above with the following upon system implementation:]</w:t>
            </w:r>
          </w:p>
          <w:p w14:paraId="76175AC2" w14:textId="2D5ED239" w:rsidR="007C4269" w:rsidRPr="007C4269" w:rsidRDefault="007C4269" w:rsidP="007C4269">
            <w:pPr>
              <w:spacing w:after="240"/>
              <w:ind w:left="720" w:hanging="720"/>
              <w:rPr>
                <w:iCs/>
              </w:rPr>
            </w:pPr>
            <w:r w:rsidRPr="00F06E8E">
              <w:rPr>
                <w:iCs/>
              </w:rPr>
              <w:t>(3)</w:t>
            </w:r>
            <w:r w:rsidRPr="00F06E8E">
              <w:rPr>
                <w:iCs/>
              </w:rPr>
              <w:tab/>
              <w:t>The Resource capacity in a QSE’s COP must be sufficient to supply the Ancillary Service Supply Responsibility of that QSE.</w:t>
            </w:r>
            <w:r w:rsidRPr="00F06E8E">
              <w:t xml:space="preserve">  Additionally, for a COP provided for an ESR, the QSE shall ensure that the Hour Beginning Planned State of Charge (SOC) for any two consecutive hours shall be feasible based on the ESR’s maximum rate of charge or discharge.</w:t>
            </w:r>
          </w:p>
        </w:tc>
      </w:tr>
    </w:tbl>
    <w:p w14:paraId="5B371B5A" w14:textId="61936010" w:rsidR="0071141A" w:rsidRDefault="006D0482" w:rsidP="007C4269">
      <w:pPr>
        <w:pStyle w:val="BodyTextNumbered"/>
        <w:spacing w:after="0"/>
      </w:pP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76A6C284"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lastRenderedPageBreak/>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lastRenderedPageBreak/>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38B21CF6" w14:textId="77777777" w:rsidR="007C4269" w:rsidRDefault="007C4269"/>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7C4269" w:rsidRPr="00F057BA" w14:paraId="6ACAD9D3" w14:textId="77777777" w:rsidTr="007C4269">
        <w:tc>
          <w:tcPr>
            <w:tcW w:w="9450" w:type="dxa"/>
            <w:shd w:val="pct12" w:color="auto" w:fill="auto"/>
          </w:tcPr>
          <w:p w14:paraId="734F8A25" w14:textId="6F0DDE7D" w:rsidR="007C4269" w:rsidRPr="00F057BA" w:rsidRDefault="007C4269" w:rsidP="00C643BC">
            <w:pPr>
              <w:spacing w:before="120" w:after="240"/>
              <w:rPr>
                <w:b/>
                <w:i/>
                <w:iCs/>
              </w:rPr>
            </w:pPr>
            <w:r w:rsidRPr="00F057BA">
              <w:rPr>
                <w:b/>
                <w:i/>
                <w:iCs/>
              </w:rPr>
              <w:t>[NPRR</w:t>
            </w:r>
            <w:r>
              <w:rPr>
                <w:b/>
                <w:i/>
                <w:iCs/>
              </w:rPr>
              <w:t>1186</w:t>
            </w:r>
            <w:r w:rsidRPr="00F057BA">
              <w:rPr>
                <w:b/>
                <w:i/>
                <w:iCs/>
              </w:rPr>
              <w:t xml:space="preserve">:  </w:t>
            </w:r>
            <w:r>
              <w:rPr>
                <w:b/>
                <w:i/>
                <w:iCs/>
              </w:rPr>
              <w:t>Insert</w:t>
            </w:r>
            <w:r w:rsidRPr="00F057BA">
              <w:rPr>
                <w:b/>
                <w:i/>
                <w:iCs/>
              </w:rPr>
              <w:t xml:space="preserve"> paragraph (</w:t>
            </w:r>
            <w:r>
              <w:rPr>
                <w:b/>
                <w:i/>
                <w:iCs/>
              </w:rPr>
              <w:t>h</w:t>
            </w:r>
            <w:r w:rsidRPr="00F057BA">
              <w:rPr>
                <w:b/>
                <w:i/>
                <w:iCs/>
              </w:rPr>
              <w:t xml:space="preserve">) </w:t>
            </w:r>
            <w:r>
              <w:rPr>
                <w:b/>
                <w:i/>
                <w:iCs/>
              </w:rPr>
              <w:t>below</w:t>
            </w:r>
            <w:r w:rsidRPr="00F057BA">
              <w:rPr>
                <w:b/>
                <w:i/>
                <w:iCs/>
              </w:rPr>
              <w:t xml:space="preserve"> upon system implementation:]</w:t>
            </w:r>
          </w:p>
          <w:p w14:paraId="4EF7FCDD" w14:textId="77777777" w:rsidR="007C4269" w:rsidRPr="00F06E8E" w:rsidRDefault="007C4269" w:rsidP="007C4269">
            <w:pPr>
              <w:spacing w:after="240"/>
              <w:ind w:left="1440" w:hanging="720"/>
            </w:pPr>
            <w:r w:rsidRPr="00F06E8E">
              <w:lastRenderedPageBreak/>
              <w:t>(h)</w:t>
            </w:r>
            <w:r w:rsidRPr="00F06E8E">
              <w:tab/>
              <w:t>For ESRs:</w:t>
            </w:r>
          </w:p>
          <w:p w14:paraId="1AAC7990" w14:textId="77777777" w:rsidR="007C4269" w:rsidRPr="00F06E8E" w:rsidRDefault="007C4269" w:rsidP="007C4269">
            <w:pPr>
              <w:spacing w:after="240"/>
              <w:ind w:left="2160" w:hanging="720"/>
            </w:pPr>
            <w:r w:rsidRPr="00F06E8E">
              <w:t>(i)</w:t>
            </w:r>
            <w:r w:rsidRPr="00F06E8E">
              <w:tab/>
              <w:t>Minimum State of Charge (MinSOC);</w:t>
            </w:r>
          </w:p>
          <w:p w14:paraId="65C05A88" w14:textId="77777777" w:rsidR="007C4269" w:rsidRPr="00F06E8E" w:rsidRDefault="007C4269" w:rsidP="007C4269">
            <w:pPr>
              <w:spacing w:after="240"/>
              <w:ind w:left="2160" w:hanging="720"/>
            </w:pPr>
            <w:r w:rsidRPr="00F06E8E">
              <w:t>(ii)</w:t>
            </w:r>
            <w:r w:rsidRPr="00F06E8E">
              <w:tab/>
              <w:t>Maximum State of Charge (MaxSOC); and</w:t>
            </w:r>
          </w:p>
          <w:p w14:paraId="4D73B3F0" w14:textId="20AD427B" w:rsidR="007C4269" w:rsidRPr="007C4269" w:rsidRDefault="007C4269" w:rsidP="007C4269">
            <w:pPr>
              <w:spacing w:after="240"/>
              <w:ind w:left="2160" w:hanging="720"/>
            </w:pPr>
            <w:r w:rsidRPr="00F06E8E">
              <w:t>(iii)</w:t>
            </w:r>
            <w:r w:rsidRPr="00F06E8E">
              <w:tab/>
              <w:t>Hour Beginning Planned SOC.</w:t>
            </w:r>
          </w:p>
        </w:tc>
      </w:tr>
    </w:tbl>
    <w:p w14:paraId="17F848B5" w14:textId="2C4EA8DE" w:rsidR="006D0482" w:rsidRDefault="006D0482" w:rsidP="00080344">
      <w:pPr>
        <w:pStyle w:val="BodyTextNumbered"/>
        <w:spacing w:before="240"/>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lastRenderedPageBreak/>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t>
            </w:r>
            <w:r w:rsidRPr="000E5891">
              <w:rPr>
                <w:iCs/>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lastRenderedPageBreak/>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1E8E7314"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1213D923" w14:textId="77777777" w:rsidR="007C4269" w:rsidRDefault="007C426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C4269" w14:paraId="6E4276D0" w14:textId="77777777" w:rsidTr="007C4269">
        <w:tc>
          <w:tcPr>
            <w:tcW w:w="9350" w:type="dxa"/>
            <w:tcBorders>
              <w:top w:val="single" w:sz="4" w:space="0" w:color="auto"/>
              <w:left w:val="single" w:sz="4" w:space="0" w:color="auto"/>
              <w:bottom w:val="single" w:sz="4" w:space="0" w:color="auto"/>
              <w:right w:val="single" w:sz="4" w:space="0" w:color="auto"/>
            </w:tcBorders>
            <w:shd w:val="clear" w:color="auto" w:fill="D9D9D9"/>
          </w:tcPr>
          <w:p w14:paraId="7F7C7150" w14:textId="122E9E50" w:rsidR="007C4269" w:rsidRDefault="007C4269" w:rsidP="00C643BC">
            <w:pPr>
              <w:spacing w:before="120" w:after="240"/>
              <w:rPr>
                <w:b/>
                <w:i/>
              </w:rPr>
            </w:pPr>
            <w:bookmarkStart w:id="1235" w:name="_Toc160026619"/>
            <w:r>
              <w:rPr>
                <w:b/>
                <w:i/>
              </w:rPr>
              <w:t>[NPRR1186</w:t>
            </w:r>
            <w:r w:rsidRPr="004B0726">
              <w:rPr>
                <w:b/>
                <w:i/>
              </w:rPr>
              <w:t xml:space="preserve">: </w:t>
            </w:r>
            <w:r>
              <w:rPr>
                <w:b/>
                <w:i/>
              </w:rPr>
              <w:t xml:space="preserve"> Insert paragraph (18) below upon system implementation:</w:t>
            </w:r>
            <w:r w:rsidRPr="004B0726">
              <w:rPr>
                <w:b/>
                <w:i/>
              </w:rPr>
              <w:t>]</w:t>
            </w:r>
          </w:p>
          <w:p w14:paraId="6CCC9C52" w14:textId="069CAC09" w:rsidR="007C4269" w:rsidRPr="00F06E8E" w:rsidRDefault="007C4269" w:rsidP="007C4269">
            <w:pPr>
              <w:spacing w:after="240"/>
              <w:ind w:left="720" w:hanging="720"/>
            </w:pPr>
            <w:r w:rsidRPr="00F06E8E">
              <w:rPr>
                <w:iCs/>
              </w:rPr>
              <w:t>(1</w:t>
            </w:r>
            <w:r>
              <w:rPr>
                <w:iCs/>
              </w:rPr>
              <w:t>8</w:t>
            </w:r>
            <w:r w:rsidRPr="00F06E8E">
              <w:rPr>
                <w:iCs/>
              </w:rPr>
              <w:t>)</w:t>
            </w:r>
            <w:r w:rsidRPr="00F06E8E">
              <w:rPr>
                <w:iCs/>
              </w:rPr>
              <w:tab/>
            </w:r>
            <w:r w:rsidRPr="00F06E8E">
              <w:t>A QSE representing an ESR shall ensure that COP values for a given hour follow the following rules:</w:t>
            </w:r>
          </w:p>
          <w:p w14:paraId="0095F4DF" w14:textId="77777777" w:rsidR="007C4269" w:rsidRPr="00F06E8E" w:rsidRDefault="007C4269" w:rsidP="007C4269">
            <w:pPr>
              <w:spacing w:after="240"/>
              <w:ind w:left="1440" w:hanging="720"/>
            </w:pPr>
            <w:r w:rsidRPr="00F06E8E">
              <w:t>(a)</w:t>
            </w:r>
            <w:r w:rsidRPr="00F06E8E">
              <w:tab/>
              <w:t>MinSOC is greater than or equal to the nameplate minimum MWh operating SOC limit;</w:t>
            </w:r>
          </w:p>
          <w:p w14:paraId="13DFC4E3" w14:textId="77777777" w:rsidR="007C4269" w:rsidRPr="00F06E8E" w:rsidRDefault="007C4269" w:rsidP="007C4269">
            <w:pPr>
              <w:spacing w:after="240"/>
              <w:ind w:left="1440" w:hanging="720"/>
            </w:pPr>
            <w:r w:rsidRPr="00F06E8E">
              <w:t>(b)</w:t>
            </w:r>
            <w:r w:rsidRPr="00F06E8E">
              <w:tab/>
              <w:t>MaxSOC is less than or equal to the nameplate maximum MWh operating SOC limit; and</w:t>
            </w:r>
          </w:p>
          <w:p w14:paraId="6413FFA0" w14:textId="6911D81F" w:rsidR="007C4269" w:rsidRPr="007C4269" w:rsidRDefault="007C4269" w:rsidP="007C4269">
            <w:pPr>
              <w:spacing w:after="240"/>
              <w:ind w:left="1440" w:hanging="720"/>
              <w:rPr>
                <w:iCs/>
              </w:rPr>
            </w:pPr>
            <w:r w:rsidRPr="00F06E8E">
              <w:t>(c)</w:t>
            </w:r>
            <w:r w:rsidRPr="00F06E8E">
              <w:tab/>
              <w:t>Hour Beginning Planned SOC is a value between the corresponding COP values of MinSOC and MaxSOC.</w:t>
            </w:r>
          </w:p>
        </w:tc>
      </w:tr>
    </w:tbl>
    <w:p w14:paraId="2115DEE5" w14:textId="0833F288" w:rsidR="00CB13B2" w:rsidRDefault="002D238A" w:rsidP="00080344">
      <w:pPr>
        <w:pStyle w:val="H3"/>
        <w:spacing w:before="480"/>
      </w:pPr>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w:t>
      </w:r>
      <w:r>
        <w:lastRenderedPageBreak/>
        <w:t xml:space="preserve">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w:t>
            </w:r>
            <w:r w:rsidRPr="00E55E72">
              <w:rPr>
                <w:iCs/>
              </w:rPr>
              <w:lastRenderedPageBreak/>
              <w:t>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w:t>
      </w:r>
      <w:r>
        <w:lastRenderedPageBreak/>
        <w:t xml:space="preserve">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w:t>
            </w:r>
            <w:r w:rsidRPr="00E55E72">
              <w:rPr>
                <w:iCs/>
              </w:rPr>
              <w:lastRenderedPageBreak/>
              <w:t xml:space="preserve">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w:t>
      </w:r>
      <w:r>
        <w:lastRenderedPageBreak/>
        <w:t xml:space="preserve">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w:t>
            </w:r>
            <w:r w:rsidRPr="00E55E72">
              <w:rPr>
                <w:iCs/>
              </w:rPr>
              <w:lastRenderedPageBreak/>
              <w:t>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lastRenderedPageBreak/>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lastRenderedPageBreak/>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lastRenderedPageBreak/>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lastRenderedPageBreak/>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 xml:space="preserve">shall </w:t>
      </w:r>
      <w:r w:rsidRPr="000D3DD4">
        <w:lastRenderedPageBreak/>
        <w:t>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lastRenderedPageBreak/>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lastRenderedPageBreak/>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lastRenderedPageBreak/>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w:t>
            </w:r>
            <w:r w:rsidRPr="00282040">
              <w:rPr>
                <w:color w:val="000000"/>
              </w:rPr>
              <w:lastRenderedPageBreak/>
              <w:t>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lastRenderedPageBreak/>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w:t>
      </w:r>
      <w:r w:rsidRPr="008E10B9">
        <w:rPr>
          <w:rFonts w:eastAsia="Calibri"/>
          <w:szCs w:val="24"/>
        </w:rPr>
        <w:lastRenderedPageBreak/>
        <w:t xml:space="preserve">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 xml:space="preserve">A Generation Entity with a Resource located within a Private Use Network shall provide data to ERCOT, for use in the Network Operations Model, for each of its individual generating unit(s) located within the Private Use Network in </w:t>
      </w:r>
      <w:r>
        <w:rPr>
          <w:szCs w:val="24"/>
        </w:rPr>
        <w:lastRenderedPageBreak/>
        <w:t>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lastRenderedPageBreak/>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w:t>
      </w:r>
      <w:r>
        <w:lastRenderedPageBreak/>
        <w:t xml:space="preserve">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w:t>
      </w:r>
      <w:r>
        <w:lastRenderedPageBreak/>
        <w:t xml:space="preserve">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w:t>
      </w:r>
      <w:r>
        <w:rPr>
          <w:color w:val="000000"/>
        </w:rPr>
        <w:lastRenderedPageBreak/>
        <w:t>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lastRenderedPageBreak/>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lastRenderedPageBreak/>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lastRenderedPageBreak/>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lastRenderedPageBreak/>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lastRenderedPageBreak/>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w:t>
            </w:r>
            <w:r w:rsidRPr="00350910">
              <w:lastRenderedPageBreak/>
              <w:t>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lastRenderedPageBreak/>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lastRenderedPageBreak/>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lastRenderedPageBreak/>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lastRenderedPageBreak/>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w:t>
      </w:r>
      <w:r>
        <w:lastRenderedPageBreak/>
        <w:t>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lastRenderedPageBreak/>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w:t>
      </w:r>
      <w:r>
        <w:lastRenderedPageBreak/>
        <w:t xml:space="preserve">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 xml:space="preserve">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w:t>
      </w:r>
      <w:r w:rsidR="00F54D92">
        <w:lastRenderedPageBreak/>
        <w:t xml:space="preserve">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lastRenderedPageBreak/>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w:t>
      </w:r>
      <w:r w:rsidR="002D238A">
        <w:lastRenderedPageBreak/>
        <w:t>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w:t>
      </w:r>
      <w:r>
        <w:lastRenderedPageBreak/>
        <w:t xml:space="preserve">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w:t>
      </w:r>
      <w:r>
        <w:lastRenderedPageBreak/>
        <w:t xml:space="preserve">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w:t>
      </w:r>
      <w:r>
        <w:lastRenderedPageBreak/>
        <w:t xml:space="preserve">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lastRenderedPageBreak/>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lastRenderedPageBreak/>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lastRenderedPageBreak/>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w:t>
      </w:r>
      <w:r w:rsidRPr="002622B4">
        <w:lastRenderedPageBreak/>
        <w:t xml:space="preserve">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lastRenderedPageBreak/>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lastRenderedPageBreak/>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lastRenderedPageBreak/>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 xml:space="preserve">operational conditions for the </w:t>
      </w:r>
      <w:r w:rsidRPr="00AF0BBA">
        <w:rPr>
          <w:iCs/>
        </w:rPr>
        <w:lastRenderedPageBreak/>
        <w:t>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lastRenderedPageBreak/>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w:t>
      </w:r>
      <w:r w:rsidRPr="00672C8C">
        <w:rPr>
          <w:iCs/>
          <w:color w:val="000000"/>
        </w:rPr>
        <w:lastRenderedPageBreak/>
        <w:t xml:space="preserve">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lastRenderedPageBreak/>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w:t>
      </w:r>
      <w:r w:rsidR="00916418">
        <w:lastRenderedPageBreak/>
        <w:t>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lastRenderedPageBreak/>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lastRenderedPageBreak/>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lastRenderedPageBreak/>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lastRenderedPageBreak/>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lastRenderedPageBreak/>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lastRenderedPageBreak/>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lastRenderedPageBreak/>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w:t>
            </w:r>
            <w:r w:rsidRPr="00E5617F">
              <w:rPr>
                <w:szCs w:val="24"/>
              </w:rPr>
              <w:lastRenderedPageBreak/>
              <w:t>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w:t>
            </w:r>
            <w:r w:rsidRPr="00E5617F">
              <w:rPr>
                <w:szCs w:val="24"/>
              </w:rPr>
              <w:lastRenderedPageBreak/>
              <w:t>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lastRenderedPageBreak/>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lastRenderedPageBreak/>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lastRenderedPageBreak/>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 xml:space="preserve">the contracted BSS obligation.  Any </w:t>
      </w:r>
      <w:r w:rsidRPr="00B94ADC">
        <w:rPr>
          <w:iCs/>
        </w:rPr>
        <w:lastRenderedPageBreak/>
        <w:t>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lastRenderedPageBreak/>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w:t>
            </w:r>
            <w:r w:rsidR="009A3256" w:rsidRPr="00FF3422">
              <w:rPr>
                <w:b/>
                <w:i/>
              </w:rPr>
              <w:lastRenderedPageBreak/>
              <w:t xml:space="preserve">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w:t>
      </w:r>
      <w:r w:rsidR="0039282E">
        <w:rPr>
          <w:iCs/>
        </w:rPr>
        <w:lastRenderedPageBreak/>
        <w:t xml:space="preserve">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lastRenderedPageBreak/>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lastRenderedPageBreak/>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lastRenderedPageBreak/>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3848F811"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lastRenderedPageBreak/>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lastRenderedPageBreak/>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lastRenderedPageBreak/>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lastRenderedPageBreak/>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w:t>
      </w:r>
      <w:r w:rsidRPr="00296AEB">
        <w:rPr>
          <w:iCs/>
        </w:rPr>
        <w:lastRenderedPageBreak/>
        <w:t>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79451DE" w:rsidR="006179B5" w:rsidRDefault="006179B5">
    <w:pPr>
      <w:pStyle w:val="Footer"/>
      <w:spacing w:before="0" w:after="0"/>
    </w:pPr>
    <w:r>
      <w:t xml:space="preserve">ERCOT Nodal Protocols – </w:t>
    </w:r>
    <w:r w:rsidR="00296AEB">
      <w:t>May</w:t>
    </w:r>
    <w:r w:rsidR="00197E84">
      <w:t xml:space="preserve"> </w:t>
    </w:r>
    <w:r w:rsidR="00B53CB5">
      <w:t>3</w:t>
    </w:r>
    <w:r w:rsidR="00A3307B">
      <w:t>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210714A" w:rsidR="006179B5" w:rsidRDefault="006179B5">
    <w:pPr>
      <w:pStyle w:val="Footer"/>
      <w:spacing w:before="0" w:after="0"/>
      <w:rPr>
        <w:rStyle w:val="PageNumber"/>
      </w:rPr>
    </w:pPr>
    <w:r>
      <w:t xml:space="preserve">ERCOT Nodal Protocols – </w:t>
    </w:r>
    <w:r w:rsidR="00296AEB">
      <w:t>May</w:t>
    </w:r>
    <w:r w:rsidR="00A3307B">
      <w:t xml:space="preserve"> </w:t>
    </w:r>
    <w:r w:rsidR="00B53CB5">
      <w:t>3</w:t>
    </w:r>
    <w:r w:rsidR="00A3307B">
      <w:t>1</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B53CB5"/>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324</Pages>
  <Words>119667</Words>
  <Characters>682104</Characters>
  <Application>Microsoft Office Word</Application>
  <DocSecurity>0</DocSecurity>
  <Lines>5684</Lines>
  <Paragraphs>1600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800171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Market Rules</cp:lastModifiedBy>
  <cp:revision>3</cp:revision>
  <cp:lastPrinted>2019-04-29T17:19:00Z</cp:lastPrinted>
  <dcterms:created xsi:type="dcterms:W3CDTF">2024-05-28T16:41:00Z</dcterms:created>
  <dcterms:modified xsi:type="dcterms:W3CDTF">2024-05-28T16:41:00Z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