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7E00063" w:rsidR="00C51FB1" w:rsidRDefault="001235C5" w:rsidP="00C51FB1">
      <w:pPr>
        <w:spacing w:before="360"/>
        <w:jc w:val="center"/>
        <w:rPr>
          <w:b/>
          <w:szCs w:val="24"/>
        </w:rPr>
      </w:pPr>
      <w:r>
        <w:rPr>
          <w:b/>
          <w:szCs w:val="24"/>
        </w:rPr>
        <w:t>April</w:t>
      </w:r>
      <w:r w:rsidR="00A3307B">
        <w:rPr>
          <w:b/>
          <w:szCs w:val="24"/>
        </w:rPr>
        <w:t xml:space="preserve"> 1</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7D3863" w14:textId="2FBD4F9E" w:rsidR="000716EE"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60026508" w:history="1">
        <w:r w:rsidR="000716EE" w:rsidRPr="00775D60">
          <w:rPr>
            <w:rStyle w:val="Hyperlink"/>
          </w:rPr>
          <w:t>3</w:t>
        </w:r>
        <w:r w:rsidR="000716EE">
          <w:rPr>
            <w:rFonts w:asciiTheme="minorHAnsi" w:eastAsiaTheme="minorEastAsia" w:hAnsiTheme="minorHAnsi" w:cstheme="minorBidi"/>
            <w:b w:val="0"/>
            <w:bCs w:val="0"/>
            <w:kern w:val="2"/>
            <w:sz w:val="22"/>
            <w:szCs w:val="22"/>
            <w14:ligatures w14:val="standardContextual"/>
          </w:rPr>
          <w:tab/>
        </w:r>
        <w:r w:rsidR="000716EE" w:rsidRPr="00775D60">
          <w:rPr>
            <w:rStyle w:val="Hyperlink"/>
          </w:rPr>
          <w:t>MANAGEMENT ACTIVITIES FOR THE ERCOT SYSTEM</w:t>
        </w:r>
        <w:r w:rsidR="000716EE">
          <w:rPr>
            <w:webHidden/>
          </w:rPr>
          <w:tab/>
        </w:r>
        <w:r w:rsidR="000716EE">
          <w:rPr>
            <w:webHidden/>
          </w:rPr>
          <w:fldChar w:fldCharType="begin"/>
        </w:r>
        <w:r w:rsidR="000716EE">
          <w:rPr>
            <w:webHidden/>
          </w:rPr>
          <w:instrText xml:space="preserve"> PAGEREF _Toc160026508 \h </w:instrText>
        </w:r>
        <w:r w:rsidR="000716EE">
          <w:rPr>
            <w:webHidden/>
          </w:rPr>
        </w:r>
        <w:r w:rsidR="000716EE">
          <w:rPr>
            <w:webHidden/>
          </w:rPr>
          <w:fldChar w:fldCharType="separate"/>
        </w:r>
        <w:r w:rsidR="00092E1C">
          <w:rPr>
            <w:webHidden/>
          </w:rPr>
          <w:t>3-1</w:t>
        </w:r>
        <w:r w:rsidR="000716EE">
          <w:rPr>
            <w:webHidden/>
          </w:rPr>
          <w:fldChar w:fldCharType="end"/>
        </w:r>
      </w:hyperlink>
    </w:p>
    <w:p w14:paraId="03E91AB1" w14:textId="1A415CA8" w:rsidR="000716EE" w:rsidRPr="000716EE" w:rsidRDefault="00092E1C">
      <w:pPr>
        <w:pStyle w:val="TOC2"/>
        <w:rPr>
          <w:rFonts w:eastAsiaTheme="minorEastAsia"/>
          <w:noProof/>
          <w:kern w:val="2"/>
          <w14:ligatures w14:val="standardContextual"/>
        </w:rPr>
      </w:pPr>
      <w:hyperlink w:anchor="_Toc160026509" w:history="1">
        <w:r w:rsidR="000716EE" w:rsidRPr="000716EE">
          <w:rPr>
            <w:rStyle w:val="Hyperlink"/>
            <w:noProof/>
            <w:u w:val="none"/>
          </w:rPr>
          <w:t>3.1</w:t>
        </w:r>
        <w:r w:rsidR="000716EE" w:rsidRPr="000716EE">
          <w:rPr>
            <w:rFonts w:eastAsiaTheme="minorEastAsia"/>
            <w:noProof/>
            <w:kern w:val="2"/>
            <w14:ligatures w14:val="standardContextual"/>
          </w:rPr>
          <w:tab/>
        </w:r>
        <w:r w:rsidR="000716EE" w:rsidRPr="000716EE">
          <w:rPr>
            <w:rStyle w:val="Hyperlink"/>
            <w:noProof/>
            <w:u w:val="none"/>
          </w:rPr>
          <w:t>Outage Coordination</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_Toc160026509 \h </w:instrText>
        </w:r>
        <w:r w:rsidR="000716EE" w:rsidRPr="000716EE">
          <w:rPr>
            <w:noProof/>
            <w:webHidden/>
          </w:rPr>
        </w:r>
        <w:r w:rsidR="000716EE" w:rsidRPr="000716EE">
          <w:rPr>
            <w:noProof/>
            <w:webHidden/>
          </w:rPr>
          <w:fldChar w:fldCharType="separate"/>
        </w:r>
        <w:r>
          <w:rPr>
            <w:noProof/>
            <w:webHidden/>
          </w:rPr>
          <w:t>3-1</w:t>
        </w:r>
        <w:r w:rsidR="000716EE" w:rsidRPr="000716EE">
          <w:rPr>
            <w:noProof/>
            <w:webHidden/>
          </w:rPr>
          <w:fldChar w:fldCharType="end"/>
        </w:r>
      </w:hyperlink>
    </w:p>
    <w:p w14:paraId="20B19AEB" w14:textId="4BD20141" w:rsidR="000716EE" w:rsidRPr="000716EE" w:rsidRDefault="00092E1C">
      <w:pPr>
        <w:pStyle w:val="TOC3"/>
        <w:rPr>
          <w:rFonts w:eastAsiaTheme="minorEastAsia"/>
          <w:kern w:val="2"/>
          <w14:ligatures w14:val="standardContextual"/>
        </w:rPr>
      </w:pPr>
      <w:hyperlink w:anchor="_Toc160026510" w:history="1">
        <w:r w:rsidR="000716EE" w:rsidRPr="000716EE">
          <w:rPr>
            <w:rStyle w:val="Hyperlink"/>
            <w:u w:val="none"/>
          </w:rPr>
          <w:t>3.1.1</w:t>
        </w:r>
        <w:r w:rsidR="000716EE" w:rsidRPr="000716EE">
          <w:rPr>
            <w:rFonts w:eastAsiaTheme="minorEastAsia"/>
            <w:kern w:val="2"/>
            <w14:ligatures w14:val="standardContextual"/>
          </w:rPr>
          <w:tab/>
        </w:r>
        <w:r w:rsidR="000716EE" w:rsidRPr="000716EE">
          <w:rPr>
            <w:rStyle w:val="Hyperlink"/>
            <w:u w:val="none"/>
          </w:rPr>
          <w:t>Role of ERCOT</w:t>
        </w:r>
        <w:r w:rsidR="000716EE" w:rsidRPr="000716EE">
          <w:rPr>
            <w:webHidden/>
          </w:rPr>
          <w:tab/>
        </w:r>
        <w:r w:rsidR="000716EE" w:rsidRPr="000716EE">
          <w:rPr>
            <w:webHidden/>
          </w:rPr>
          <w:fldChar w:fldCharType="begin"/>
        </w:r>
        <w:r w:rsidR="000716EE" w:rsidRPr="000716EE">
          <w:rPr>
            <w:webHidden/>
          </w:rPr>
          <w:instrText xml:space="preserve"> PAGEREF _Toc160026510 \h </w:instrText>
        </w:r>
        <w:r w:rsidR="000716EE" w:rsidRPr="000716EE">
          <w:rPr>
            <w:webHidden/>
          </w:rPr>
        </w:r>
        <w:r w:rsidR="000716EE" w:rsidRPr="000716EE">
          <w:rPr>
            <w:webHidden/>
          </w:rPr>
          <w:fldChar w:fldCharType="separate"/>
        </w:r>
        <w:r>
          <w:rPr>
            <w:webHidden/>
          </w:rPr>
          <w:t>3-1</w:t>
        </w:r>
        <w:r w:rsidR="000716EE" w:rsidRPr="000716EE">
          <w:rPr>
            <w:webHidden/>
          </w:rPr>
          <w:fldChar w:fldCharType="end"/>
        </w:r>
      </w:hyperlink>
    </w:p>
    <w:p w14:paraId="58910010" w14:textId="6909934D" w:rsidR="000716EE" w:rsidRPr="000716EE" w:rsidRDefault="00092E1C">
      <w:pPr>
        <w:pStyle w:val="TOC3"/>
        <w:rPr>
          <w:rFonts w:eastAsiaTheme="minorEastAsia"/>
          <w:kern w:val="2"/>
          <w14:ligatures w14:val="standardContextual"/>
        </w:rPr>
      </w:pPr>
      <w:hyperlink w:anchor="_Toc160026511" w:history="1">
        <w:r w:rsidR="000716EE" w:rsidRPr="000716EE">
          <w:rPr>
            <w:rStyle w:val="Hyperlink"/>
            <w:u w:val="none"/>
          </w:rPr>
          <w:t>3.1.2</w:t>
        </w:r>
        <w:r w:rsidR="000716EE" w:rsidRPr="000716EE">
          <w:rPr>
            <w:rFonts w:eastAsiaTheme="minorEastAsia"/>
            <w:kern w:val="2"/>
            <w14:ligatures w14:val="standardContextual"/>
          </w:rPr>
          <w:tab/>
        </w:r>
        <w:r w:rsidR="000716EE" w:rsidRPr="000716EE">
          <w:rPr>
            <w:rStyle w:val="Hyperlink"/>
            <w:u w:val="none"/>
          </w:rPr>
          <w:t>Planned Outage, Maintenance Outage, or Rescheduled Outage Data Reporting</w:t>
        </w:r>
        <w:r w:rsidR="000716EE" w:rsidRPr="000716EE">
          <w:rPr>
            <w:webHidden/>
          </w:rPr>
          <w:tab/>
        </w:r>
        <w:r w:rsidR="000716EE" w:rsidRPr="000716EE">
          <w:rPr>
            <w:webHidden/>
          </w:rPr>
          <w:fldChar w:fldCharType="begin"/>
        </w:r>
        <w:r w:rsidR="000716EE" w:rsidRPr="000716EE">
          <w:rPr>
            <w:webHidden/>
          </w:rPr>
          <w:instrText xml:space="preserve"> PAGEREF _Toc160026511 \h </w:instrText>
        </w:r>
        <w:r w:rsidR="000716EE" w:rsidRPr="000716EE">
          <w:rPr>
            <w:webHidden/>
          </w:rPr>
        </w:r>
        <w:r w:rsidR="000716EE" w:rsidRPr="000716EE">
          <w:rPr>
            <w:webHidden/>
          </w:rPr>
          <w:fldChar w:fldCharType="separate"/>
        </w:r>
        <w:r>
          <w:rPr>
            <w:webHidden/>
          </w:rPr>
          <w:t>3-3</w:t>
        </w:r>
        <w:r w:rsidR="000716EE" w:rsidRPr="000716EE">
          <w:rPr>
            <w:webHidden/>
          </w:rPr>
          <w:fldChar w:fldCharType="end"/>
        </w:r>
      </w:hyperlink>
    </w:p>
    <w:p w14:paraId="4DBC45B8" w14:textId="504EBEB7" w:rsidR="000716EE" w:rsidRPr="000716EE" w:rsidRDefault="00092E1C">
      <w:pPr>
        <w:pStyle w:val="TOC3"/>
        <w:rPr>
          <w:rFonts w:eastAsiaTheme="minorEastAsia"/>
          <w:kern w:val="2"/>
          <w14:ligatures w14:val="standardContextual"/>
        </w:rPr>
      </w:pPr>
      <w:hyperlink w:anchor="_Toc160026512" w:history="1">
        <w:r w:rsidR="000716EE" w:rsidRPr="000716EE">
          <w:rPr>
            <w:rStyle w:val="Hyperlink"/>
            <w:u w:val="none"/>
          </w:rPr>
          <w:t>3.1.3</w:t>
        </w:r>
        <w:r w:rsidR="000716EE" w:rsidRPr="000716EE">
          <w:rPr>
            <w:rFonts w:eastAsiaTheme="minorEastAsia"/>
            <w:kern w:val="2"/>
            <w14:ligatures w14:val="standardContextual"/>
          </w:rPr>
          <w:tab/>
        </w:r>
        <w:r w:rsidR="000716EE" w:rsidRPr="000716EE">
          <w:rPr>
            <w:rStyle w:val="Hyperlink"/>
            <w:u w:val="none"/>
          </w:rPr>
          <w:t>Rolling 12-Month Outage Planning and Update</w:t>
        </w:r>
        <w:r w:rsidR="000716EE" w:rsidRPr="000716EE">
          <w:rPr>
            <w:webHidden/>
          </w:rPr>
          <w:tab/>
        </w:r>
        <w:r w:rsidR="000716EE" w:rsidRPr="000716EE">
          <w:rPr>
            <w:webHidden/>
          </w:rPr>
          <w:fldChar w:fldCharType="begin"/>
        </w:r>
        <w:r w:rsidR="000716EE" w:rsidRPr="000716EE">
          <w:rPr>
            <w:webHidden/>
          </w:rPr>
          <w:instrText xml:space="preserve"> PAGEREF _Toc160026512 \h </w:instrText>
        </w:r>
        <w:r w:rsidR="000716EE" w:rsidRPr="000716EE">
          <w:rPr>
            <w:webHidden/>
          </w:rPr>
        </w:r>
        <w:r w:rsidR="000716EE" w:rsidRPr="000716EE">
          <w:rPr>
            <w:webHidden/>
          </w:rPr>
          <w:fldChar w:fldCharType="separate"/>
        </w:r>
        <w:r>
          <w:rPr>
            <w:webHidden/>
          </w:rPr>
          <w:t>3-4</w:t>
        </w:r>
        <w:r w:rsidR="000716EE" w:rsidRPr="000716EE">
          <w:rPr>
            <w:webHidden/>
          </w:rPr>
          <w:fldChar w:fldCharType="end"/>
        </w:r>
      </w:hyperlink>
    </w:p>
    <w:p w14:paraId="4ACB90DD" w14:textId="7B156EFC" w:rsidR="000716EE" w:rsidRPr="000716EE" w:rsidRDefault="00092E1C" w:rsidP="001235C5">
      <w:pPr>
        <w:pStyle w:val="TOC4"/>
        <w:rPr>
          <w:rFonts w:eastAsiaTheme="minorEastAsia"/>
          <w:snapToGrid/>
          <w:kern w:val="2"/>
          <w14:ligatures w14:val="standardContextual"/>
        </w:rPr>
      </w:pPr>
      <w:hyperlink w:anchor="_Toc160026513" w:history="1">
        <w:r w:rsidR="000716EE" w:rsidRPr="000716EE">
          <w:rPr>
            <w:rStyle w:val="Hyperlink"/>
            <w:bCs w:val="0"/>
            <w:sz w:val="20"/>
            <w:szCs w:val="20"/>
            <w:u w:val="none"/>
          </w:rPr>
          <w:t>3.1.3.1</w:t>
        </w:r>
        <w:r w:rsidR="000716EE" w:rsidRPr="000716EE">
          <w:rPr>
            <w:rFonts w:eastAsiaTheme="minorEastAsia"/>
            <w:snapToGrid/>
            <w:kern w:val="2"/>
            <w14:ligatures w14:val="standardContextual"/>
          </w:rPr>
          <w:tab/>
        </w:r>
        <w:r w:rsidR="000716EE" w:rsidRPr="000716EE">
          <w:rPr>
            <w:rStyle w:val="Hyperlink"/>
            <w:bCs w:val="0"/>
            <w:sz w:val="20"/>
            <w:szCs w:val="20"/>
            <w:u w:val="none"/>
          </w:rPr>
          <w:t>Transmission Facilities</w:t>
        </w:r>
        <w:r w:rsidR="000716EE" w:rsidRPr="000716EE">
          <w:rPr>
            <w:webHidden/>
          </w:rPr>
          <w:tab/>
        </w:r>
        <w:r w:rsidR="000716EE" w:rsidRPr="000716EE">
          <w:rPr>
            <w:webHidden/>
          </w:rPr>
          <w:fldChar w:fldCharType="begin"/>
        </w:r>
        <w:r w:rsidR="000716EE" w:rsidRPr="000716EE">
          <w:rPr>
            <w:webHidden/>
          </w:rPr>
          <w:instrText xml:space="preserve"> PAGEREF _Toc160026513 \h </w:instrText>
        </w:r>
        <w:r w:rsidR="000716EE" w:rsidRPr="000716EE">
          <w:rPr>
            <w:webHidden/>
          </w:rPr>
        </w:r>
        <w:r w:rsidR="000716EE" w:rsidRPr="000716EE">
          <w:rPr>
            <w:webHidden/>
          </w:rPr>
          <w:fldChar w:fldCharType="separate"/>
        </w:r>
        <w:r>
          <w:rPr>
            <w:webHidden/>
          </w:rPr>
          <w:t>3-4</w:t>
        </w:r>
        <w:r w:rsidR="000716EE" w:rsidRPr="000716EE">
          <w:rPr>
            <w:webHidden/>
          </w:rPr>
          <w:fldChar w:fldCharType="end"/>
        </w:r>
      </w:hyperlink>
    </w:p>
    <w:p w14:paraId="7E815323" w14:textId="142DD898" w:rsidR="000716EE" w:rsidRPr="000716EE" w:rsidRDefault="00092E1C" w:rsidP="001235C5">
      <w:pPr>
        <w:pStyle w:val="TOC4"/>
        <w:rPr>
          <w:rFonts w:eastAsiaTheme="minorEastAsia"/>
          <w:snapToGrid/>
          <w:kern w:val="2"/>
          <w14:ligatures w14:val="standardContextual"/>
        </w:rPr>
      </w:pPr>
      <w:hyperlink w:anchor="_Toc160026514" w:history="1">
        <w:r w:rsidR="000716EE" w:rsidRPr="000716EE">
          <w:rPr>
            <w:rStyle w:val="Hyperlink"/>
            <w:bCs w:val="0"/>
            <w:sz w:val="20"/>
            <w:szCs w:val="20"/>
            <w:u w:val="none"/>
          </w:rPr>
          <w:t>3.1.3.2</w:t>
        </w:r>
        <w:r w:rsidR="000716EE" w:rsidRPr="000716EE">
          <w:rPr>
            <w:rFonts w:eastAsiaTheme="minorEastAsia"/>
            <w:snapToGrid/>
            <w:kern w:val="2"/>
            <w14:ligatures w14:val="standardContextual"/>
          </w:rPr>
          <w:tab/>
        </w:r>
        <w:r w:rsidR="000716EE" w:rsidRPr="000716EE">
          <w:rPr>
            <w:rStyle w:val="Hyperlink"/>
            <w:bCs w:val="0"/>
            <w:sz w:val="20"/>
            <w:szCs w:val="20"/>
            <w:u w:val="none"/>
          </w:rPr>
          <w:t>Resources</w:t>
        </w:r>
        <w:r w:rsidR="000716EE" w:rsidRPr="000716EE">
          <w:rPr>
            <w:webHidden/>
          </w:rPr>
          <w:tab/>
        </w:r>
        <w:r w:rsidR="000716EE" w:rsidRPr="000716EE">
          <w:rPr>
            <w:webHidden/>
          </w:rPr>
          <w:fldChar w:fldCharType="begin"/>
        </w:r>
        <w:r w:rsidR="000716EE" w:rsidRPr="000716EE">
          <w:rPr>
            <w:webHidden/>
          </w:rPr>
          <w:instrText xml:space="preserve"> PAGEREF _Toc160026514 \h </w:instrText>
        </w:r>
        <w:r w:rsidR="000716EE" w:rsidRPr="000716EE">
          <w:rPr>
            <w:webHidden/>
          </w:rPr>
        </w:r>
        <w:r w:rsidR="000716EE" w:rsidRPr="000716EE">
          <w:rPr>
            <w:webHidden/>
          </w:rPr>
          <w:fldChar w:fldCharType="separate"/>
        </w:r>
        <w:r>
          <w:rPr>
            <w:webHidden/>
          </w:rPr>
          <w:t>3-4</w:t>
        </w:r>
        <w:r w:rsidR="000716EE" w:rsidRPr="000716EE">
          <w:rPr>
            <w:webHidden/>
          </w:rPr>
          <w:fldChar w:fldCharType="end"/>
        </w:r>
      </w:hyperlink>
    </w:p>
    <w:p w14:paraId="425F5249" w14:textId="43BF9604" w:rsidR="000716EE" w:rsidRPr="000716EE" w:rsidRDefault="00092E1C">
      <w:pPr>
        <w:pStyle w:val="TOC3"/>
        <w:rPr>
          <w:rFonts w:eastAsiaTheme="minorEastAsia"/>
          <w:kern w:val="2"/>
          <w14:ligatures w14:val="standardContextual"/>
        </w:rPr>
      </w:pPr>
      <w:hyperlink w:anchor="_Toc160026515" w:history="1">
        <w:r w:rsidR="000716EE" w:rsidRPr="000716EE">
          <w:rPr>
            <w:rStyle w:val="Hyperlink"/>
            <w:u w:val="none"/>
          </w:rPr>
          <w:t>3.1.4</w:t>
        </w:r>
        <w:r w:rsidR="000716EE" w:rsidRPr="000716EE">
          <w:rPr>
            <w:rFonts w:eastAsiaTheme="minorEastAsia"/>
            <w:kern w:val="2"/>
            <w14:ligatures w14:val="standardContextual"/>
          </w:rPr>
          <w:tab/>
        </w:r>
        <w:r w:rsidR="000716EE" w:rsidRPr="000716EE">
          <w:rPr>
            <w:rStyle w:val="Hyperlink"/>
            <w:u w:val="none"/>
          </w:rPr>
          <w:t>Communications Regarding Resource and Transmission Facilities Outages</w:t>
        </w:r>
        <w:r w:rsidR="000716EE" w:rsidRPr="000716EE">
          <w:rPr>
            <w:webHidden/>
          </w:rPr>
          <w:tab/>
        </w:r>
        <w:r w:rsidR="000716EE" w:rsidRPr="000716EE">
          <w:rPr>
            <w:webHidden/>
          </w:rPr>
          <w:fldChar w:fldCharType="begin"/>
        </w:r>
        <w:r w:rsidR="000716EE" w:rsidRPr="000716EE">
          <w:rPr>
            <w:webHidden/>
          </w:rPr>
          <w:instrText xml:space="preserve"> PAGEREF _Toc160026515 \h </w:instrText>
        </w:r>
        <w:r w:rsidR="000716EE" w:rsidRPr="000716EE">
          <w:rPr>
            <w:webHidden/>
          </w:rPr>
        </w:r>
        <w:r w:rsidR="000716EE" w:rsidRPr="000716EE">
          <w:rPr>
            <w:webHidden/>
          </w:rPr>
          <w:fldChar w:fldCharType="separate"/>
        </w:r>
        <w:r>
          <w:rPr>
            <w:webHidden/>
          </w:rPr>
          <w:t>3-5</w:t>
        </w:r>
        <w:r w:rsidR="000716EE" w:rsidRPr="000716EE">
          <w:rPr>
            <w:webHidden/>
          </w:rPr>
          <w:fldChar w:fldCharType="end"/>
        </w:r>
      </w:hyperlink>
    </w:p>
    <w:p w14:paraId="5DE49C00" w14:textId="4909854F" w:rsidR="000716EE" w:rsidRPr="000716EE" w:rsidRDefault="00092E1C" w:rsidP="001235C5">
      <w:pPr>
        <w:pStyle w:val="TOC4"/>
        <w:rPr>
          <w:rFonts w:eastAsiaTheme="minorEastAsia"/>
          <w:snapToGrid/>
          <w:kern w:val="2"/>
          <w14:ligatures w14:val="standardContextual"/>
        </w:rPr>
      </w:pPr>
      <w:hyperlink w:anchor="_Toc160026516" w:history="1">
        <w:r w:rsidR="000716EE" w:rsidRPr="000716EE">
          <w:rPr>
            <w:rStyle w:val="Hyperlink"/>
            <w:bCs w:val="0"/>
            <w:sz w:val="20"/>
            <w:szCs w:val="20"/>
            <w:u w:val="none"/>
          </w:rPr>
          <w:t>3.1.4.1</w:t>
        </w:r>
        <w:r w:rsidR="000716EE" w:rsidRPr="000716EE">
          <w:rPr>
            <w:rFonts w:eastAsiaTheme="minorEastAsia"/>
            <w:snapToGrid/>
            <w:kern w:val="2"/>
            <w14:ligatures w14:val="standardContextual"/>
          </w:rPr>
          <w:tab/>
        </w:r>
        <w:r w:rsidR="000716EE" w:rsidRPr="000716EE">
          <w:rPr>
            <w:rStyle w:val="Hyperlink"/>
            <w:bCs w:val="0"/>
            <w:sz w:val="20"/>
            <w:szCs w:val="20"/>
            <w:u w:val="none"/>
          </w:rPr>
          <w:t>Single Point of Contact</w:t>
        </w:r>
        <w:r w:rsidR="000716EE" w:rsidRPr="000716EE">
          <w:rPr>
            <w:webHidden/>
          </w:rPr>
          <w:tab/>
        </w:r>
        <w:r w:rsidR="000716EE" w:rsidRPr="000716EE">
          <w:rPr>
            <w:webHidden/>
          </w:rPr>
          <w:fldChar w:fldCharType="begin"/>
        </w:r>
        <w:r w:rsidR="000716EE" w:rsidRPr="000716EE">
          <w:rPr>
            <w:webHidden/>
          </w:rPr>
          <w:instrText xml:space="preserve"> PAGEREF _Toc160026516 \h </w:instrText>
        </w:r>
        <w:r w:rsidR="000716EE" w:rsidRPr="000716EE">
          <w:rPr>
            <w:webHidden/>
          </w:rPr>
        </w:r>
        <w:r w:rsidR="000716EE" w:rsidRPr="000716EE">
          <w:rPr>
            <w:webHidden/>
          </w:rPr>
          <w:fldChar w:fldCharType="separate"/>
        </w:r>
        <w:r>
          <w:rPr>
            <w:webHidden/>
          </w:rPr>
          <w:t>3-5</w:t>
        </w:r>
        <w:r w:rsidR="000716EE" w:rsidRPr="000716EE">
          <w:rPr>
            <w:webHidden/>
          </w:rPr>
          <w:fldChar w:fldCharType="end"/>
        </w:r>
      </w:hyperlink>
    </w:p>
    <w:p w14:paraId="264191E8" w14:textId="1A0178A0" w:rsidR="000716EE" w:rsidRPr="000716EE" w:rsidRDefault="00092E1C" w:rsidP="001235C5">
      <w:pPr>
        <w:pStyle w:val="TOC4"/>
        <w:rPr>
          <w:rFonts w:eastAsiaTheme="minorEastAsia"/>
          <w:snapToGrid/>
          <w:kern w:val="2"/>
          <w14:ligatures w14:val="standardContextual"/>
        </w:rPr>
      </w:pPr>
      <w:hyperlink w:anchor="_Toc160026517" w:history="1">
        <w:r w:rsidR="000716EE" w:rsidRPr="000716EE">
          <w:rPr>
            <w:rStyle w:val="Hyperlink"/>
            <w:bCs w:val="0"/>
            <w:sz w:val="20"/>
            <w:szCs w:val="20"/>
            <w:u w:val="none"/>
          </w:rPr>
          <w:t>3.1.4.2</w:t>
        </w:r>
        <w:r w:rsidR="000716EE" w:rsidRPr="000716EE">
          <w:rPr>
            <w:rFonts w:eastAsiaTheme="minorEastAsia"/>
            <w:snapToGrid/>
            <w:kern w:val="2"/>
            <w14:ligatures w14:val="standardContextual"/>
          </w:rPr>
          <w:tab/>
        </w:r>
        <w:r w:rsidR="000716EE" w:rsidRPr="000716EE">
          <w:rPr>
            <w:rStyle w:val="Hyperlink"/>
            <w:bCs w:val="0"/>
            <w:sz w:val="20"/>
            <w:szCs w:val="20"/>
            <w:u w:val="none"/>
          </w:rPr>
          <w:t>Method of Communication</w:t>
        </w:r>
        <w:r w:rsidR="000716EE" w:rsidRPr="000716EE">
          <w:rPr>
            <w:webHidden/>
          </w:rPr>
          <w:tab/>
        </w:r>
        <w:r w:rsidR="000716EE" w:rsidRPr="000716EE">
          <w:rPr>
            <w:webHidden/>
          </w:rPr>
          <w:fldChar w:fldCharType="begin"/>
        </w:r>
        <w:r w:rsidR="000716EE" w:rsidRPr="000716EE">
          <w:rPr>
            <w:webHidden/>
          </w:rPr>
          <w:instrText xml:space="preserve"> PAGEREF _Toc160026517 \h </w:instrText>
        </w:r>
        <w:r w:rsidR="000716EE" w:rsidRPr="000716EE">
          <w:rPr>
            <w:webHidden/>
          </w:rPr>
        </w:r>
        <w:r w:rsidR="000716EE" w:rsidRPr="000716EE">
          <w:rPr>
            <w:webHidden/>
          </w:rPr>
          <w:fldChar w:fldCharType="separate"/>
        </w:r>
        <w:r>
          <w:rPr>
            <w:webHidden/>
          </w:rPr>
          <w:t>3-6</w:t>
        </w:r>
        <w:r w:rsidR="000716EE" w:rsidRPr="000716EE">
          <w:rPr>
            <w:webHidden/>
          </w:rPr>
          <w:fldChar w:fldCharType="end"/>
        </w:r>
      </w:hyperlink>
    </w:p>
    <w:p w14:paraId="3C8725F5" w14:textId="61C08A80" w:rsidR="000716EE" w:rsidRPr="000716EE" w:rsidRDefault="00092E1C" w:rsidP="001235C5">
      <w:pPr>
        <w:pStyle w:val="TOC4"/>
        <w:rPr>
          <w:rFonts w:eastAsiaTheme="minorEastAsia"/>
          <w:snapToGrid/>
          <w:kern w:val="2"/>
          <w14:ligatures w14:val="standardContextual"/>
        </w:rPr>
      </w:pPr>
      <w:hyperlink w:anchor="_Toc160026518" w:history="1">
        <w:r w:rsidR="000716EE" w:rsidRPr="000716EE">
          <w:rPr>
            <w:rStyle w:val="Hyperlink"/>
            <w:bCs w:val="0"/>
            <w:sz w:val="20"/>
            <w:szCs w:val="20"/>
            <w:u w:val="none"/>
          </w:rPr>
          <w:t>3.1.4.3</w:t>
        </w:r>
        <w:r w:rsidR="000716EE" w:rsidRPr="000716EE">
          <w:rPr>
            <w:rFonts w:eastAsiaTheme="minorEastAsia"/>
            <w:snapToGrid/>
            <w:kern w:val="2"/>
            <w14:ligatures w14:val="standardContextual"/>
          </w:rPr>
          <w:tab/>
        </w:r>
        <w:r w:rsidR="000716EE" w:rsidRPr="000716EE">
          <w:rPr>
            <w:rStyle w:val="Hyperlink"/>
            <w:bCs w:val="0"/>
            <w:sz w:val="20"/>
            <w:szCs w:val="20"/>
            <w:u w:val="none"/>
          </w:rPr>
          <w:t>Reporting for Planned Outages, Maintenance Outages, and Rescheduled Outages of Resource and Transmission Facilities</w:t>
        </w:r>
        <w:r w:rsidR="000716EE" w:rsidRPr="000716EE">
          <w:rPr>
            <w:webHidden/>
          </w:rPr>
          <w:tab/>
        </w:r>
        <w:r w:rsidR="000716EE" w:rsidRPr="000716EE">
          <w:rPr>
            <w:webHidden/>
          </w:rPr>
          <w:fldChar w:fldCharType="begin"/>
        </w:r>
        <w:r w:rsidR="000716EE" w:rsidRPr="000716EE">
          <w:rPr>
            <w:webHidden/>
          </w:rPr>
          <w:instrText xml:space="preserve"> PAGEREF _Toc160026518 \h </w:instrText>
        </w:r>
        <w:r w:rsidR="000716EE" w:rsidRPr="000716EE">
          <w:rPr>
            <w:webHidden/>
          </w:rPr>
        </w:r>
        <w:r w:rsidR="000716EE" w:rsidRPr="000716EE">
          <w:rPr>
            <w:webHidden/>
          </w:rPr>
          <w:fldChar w:fldCharType="separate"/>
        </w:r>
        <w:r>
          <w:rPr>
            <w:webHidden/>
          </w:rPr>
          <w:t>3-7</w:t>
        </w:r>
        <w:r w:rsidR="000716EE" w:rsidRPr="000716EE">
          <w:rPr>
            <w:webHidden/>
          </w:rPr>
          <w:fldChar w:fldCharType="end"/>
        </w:r>
      </w:hyperlink>
    </w:p>
    <w:p w14:paraId="27C7F615" w14:textId="485C44F1" w:rsidR="000716EE" w:rsidRPr="000716EE" w:rsidRDefault="00092E1C" w:rsidP="001235C5">
      <w:pPr>
        <w:pStyle w:val="TOC4"/>
        <w:rPr>
          <w:rFonts w:eastAsiaTheme="minorEastAsia"/>
          <w:snapToGrid/>
          <w:kern w:val="2"/>
          <w14:ligatures w14:val="standardContextual"/>
        </w:rPr>
      </w:pPr>
      <w:hyperlink w:anchor="_Toc160026519" w:history="1">
        <w:r w:rsidR="000716EE" w:rsidRPr="000716EE">
          <w:rPr>
            <w:rStyle w:val="Hyperlink"/>
            <w:bCs w:val="0"/>
            <w:sz w:val="20"/>
            <w:szCs w:val="20"/>
            <w:u w:val="none"/>
          </w:rPr>
          <w:t>3.1.4.4</w:t>
        </w:r>
        <w:r w:rsidR="000716EE" w:rsidRPr="000716EE">
          <w:rPr>
            <w:rFonts w:eastAsiaTheme="minorEastAsia"/>
            <w:snapToGrid/>
            <w:kern w:val="2"/>
            <w14:ligatures w14:val="standardContextual"/>
          </w:rPr>
          <w:tab/>
        </w:r>
        <w:r w:rsidR="000716EE" w:rsidRPr="000716EE">
          <w:rPr>
            <w:rStyle w:val="Hyperlink"/>
            <w:bCs w:val="0"/>
            <w:sz w:val="20"/>
            <w:szCs w:val="20"/>
            <w:u w:val="none"/>
          </w:rPr>
          <w:t>Management of Forced Outages or Maintenance Outages</w:t>
        </w:r>
        <w:r w:rsidR="000716EE" w:rsidRPr="000716EE">
          <w:rPr>
            <w:webHidden/>
          </w:rPr>
          <w:tab/>
        </w:r>
        <w:r w:rsidR="000716EE" w:rsidRPr="000716EE">
          <w:rPr>
            <w:webHidden/>
          </w:rPr>
          <w:fldChar w:fldCharType="begin"/>
        </w:r>
        <w:r w:rsidR="000716EE" w:rsidRPr="000716EE">
          <w:rPr>
            <w:webHidden/>
          </w:rPr>
          <w:instrText xml:space="preserve"> PAGEREF _Toc160026519 \h </w:instrText>
        </w:r>
        <w:r w:rsidR="000716EE" w:rsidRPr="000716EE">
          <w:rPr>
            <w:webHidden/>
          </w:rPr>
        </w:r>
        <w:r w:rsidR="000716EE" w:rsidRPr="000716EE">
          <w:rPr>
            <w:webHidden/>
          </w:rPr>
          <w:fldChar w:fldCharType="separate"/>
        </w:r>
        <w:r>
          <w:rPr>
            <w:webHidden/>
          </w:rPr>
          <w:t>3-8</w:t>
        </w:r>
        <w:r w:rsidR="000716EE" w:rsidRPr="000716EE">
          <w:rPr>
            <w:webHidden/>
          </w:rPr>
          <w:fldChar w:fldCharType="end"/>
        </w:r>
      </w:hyperlink>
    </w:p>
    <w:p w14:paraId="3D384172" w14:textId="1BC7D82B" w:rsidR="000716EE" w:rsidRPr="000716EE" w:rsidRDefault="00092E1C" w:rsidP="001235C5">
      <w:pPr>
        <w:pStyle w:val="TOC4"/>
        <w:rPr>
          <w:rFonts w:eastAsiaTheme="minorEastAsia"/>
          <w:snapToGrid/>
          <w:kern w:val="2"/>
          <w14:ligatures w14:val="standardContextual"/>
        </w:rPr>
      </w:pPr>
      <w:hyperlink w:anchor="_Toc160026520" w:history="1">
        <w:r w:rsidR="000716EE" w:rsidRPr="000716EE">
          <w:rPr>
            <w:rStyle w:val="Hyperlink"/>
            <w:bCs w:val="0"/>
            <w:sz w:val="20"/>
            <w:szCs w:val="20"/>
            <w:u w:val="none"/>
          </w:rPr>
          <w:t>3.1.4.5</w:t>
        </w:r>
        <w:r w:rsidR="000716EE" w:rsidRPr="000716EE">
          <w:rPr>
            <w:rFonts w:eastAsiaTheme="minorEastAsia"/>
            <w:snapToGrid/>
            <w:kern w:val="2"/>
            <w14:ligatures w14:val="standardContextual"/>
          </w:rPr>
          <w:tab/>
        </w:r>
        <w:r w:rsidR="000716EE" w:rsidRPr="000716EE">
          <w:rPr>
            <w:rStyle w:val="Hyperlink"/>
            <w:bCs w:val="0"/>
            <w:sz w:val="20"/>
            <w:szCs w:val="20"/>
            <w:u w:val="none"/>
          </w:rPr>
          <w:t>Notice of Forced Outage or Unavoidable Extension of Planned, Maintenance, or Rescheduled Outage Due to Unforeseen Events</w:t>
        </w:r>
        <w:r w:rsidR="000716EE" w:rsidRPr="000716EE">
          <w:rPr>
            <w:webHidden/>
          </w:rPr>
          <w:tab/>
        </w:r>
        <w:r w:rsidR="000716EE" w:rsidRPr="000716EE">
          <w:rPr>
            <w:webHidden/>
          </w:rPr>
          <w:fldChar w:fldCharType="begin"/>
        </w:r>
        <w:r w:rsidR="000716EE" w:rsidRPr="000716EE">
          <w:rPr>
            <w:webHidden/>
          </w:rPr>
          <w:instrText xml:space="preserve"> PAGEREF _Toc160026520 \h </w:instrText>
        </w:r>
        <w:r w:rsidR="000716EE" w:rsidRPr="000716EE">
          <w:rPr>
            <w:webHidden/>
          </w:rPr>
        </w:r>
        <w:r w:rsidR="000716EE" w:rsidRPr="000716EE">
          <w:rPr>
            <w:webHidden/>
          </w:rPr>
          <w:fldChar w:fldCharType="separate"/>
        </w:r>
        <w:r>
          <w:rPr>
            <w:webHidden/>
          </w:rPr>
          <w:t>3-10</w:t>
        </w:r>
        <w:r w:rsidR="000716EE" w:rsidRPr="000716EE">
          <w:rPr>
            <w:webHidden/>
          </w:rPr>
          <w:fldChar w:fldCharType="end"/>
        </w:r>
      </w:hyperlink>
    </w:p>
    <w:p w14:paraId="323386A2" w14:textId="5A208760" w:rsidR="000716EE" w:rsidRPr="000716EE" w:rsidRDefault="00092E1C" w:rsidP="001235C5">
      <w:pPr>
        <w:pStyle w:val="TOC4"/>
        <w:rPr>
          <w:rFonts w:eastAsiaTheme="minorEastAsia"/>
          <w:snapToGrid/>
          <w:kern w:val="2"/>
          <w14:ligatures w14:val="standardContextual"/>
        </w:rPr>
      </w:pPr>
      <w:hyperlink w:anchor="_Toc160026521" w:history="1">
        <w:r w:rsidR="000716EE" w:rsidRPr="000716EE">
          <w:rPr>
            <w:rStyle w:val="Hyperlink"/>
            <w:bCs w:val="0"/>
            <w:sz w:val="20"/>
            <w:szCs w:val="20"/>
            <w:u w:val="none"/>
          </w:rPr>
          <w:t>3.1.4.6</w:t>
        </w:r>
        <w:r w:rsidR="000716EE" w:rsidRPr="000716EE">
          <w:rPr>
            <w:rFonts w:eastAsiaTheme="minorEastAsia"/>
            <w:snapToGrid/>
            <w:kern w:val="2"/>
            <w14:ligatures w14:val="standardContextual"/>
          </w:rPr>
          <w:tab/>
        </w:r>
        <w:r w:rsidR="000716EE" w:rsidRPr="000716EE">
          <w:rPr>
            <w:rStyle w:val="Hyperlink"/>
            <w:bCs w:val="0"/>
            <w:sz w:val="20"/>
            <w:szCs w:val="20"/>
            <w:u w:val="none"/>
          </w:rPr>
          <w:t>Outage Coordination of Potential Transmission Emergency Conditions</w:t>
        </w:r>
        <w:r w:rsidR="000716EE" w:rsidRPr="000716EE">
          <w:rPr>
            <w:webHidden/>
          </w:rPr>
          <w:tab/>
        </w:r>
        <w:r w:rsidR="000716EE" w:rsidRPr="000716EE">
          <w:rPr>
            <w:webHidden/>
          </w:rPr>
          <w:fldChar w:fldCharType="begin"/>
        </w:r>
        <w:r w:rsidR="000716EE" w:rsidRPr="000716EE">
          <w:rPr>
            <w:webHidden/>
          </w:rPr>
          <w:instrText xml:space="preserve"> PAGEREF _Toc160026521 \h </w:instrText>
        </w:r>
        <w:r w:rsidR="000716EE" w:rsidRPr="000716EE">
          <w:rPr>
            <w:webHidden/>
          </w:rPr>
        </w:r>
        <w:r w:rsidR="000716EE" w:rsidRPr="000716EE">
          <w:rPr>
            <w:webHidden/>
          </w:rPr>
          <w:fldChar w:fldCharType="separate"/>
        </w:r>
        <w:r>
          <w:rPr>
            <w:webHidden/>
          </w:rPr>
          <w:t>3-11</w:t>
        </w:r>
        <w:r w:rsidR="000716EE" w:rsidRPr="000716EE">
          <w:rPr>
            <w:webHidden/>
          </w:rPr>
          <w:fldChar w:fldCharType="end"/>
        </w:r>
      </w:hyperlink>
    </w:p>
    <w:p w14:paraId="7DC0D4FB" w14:textId="6E934C75" w:rsidR="000716EE" w:rsidRPr="000716EE" w:rsidRDefault="00092E1C" w:rsidP="001235C5">
      <w:pPr>
        <w:pStyle w:val="TOC4"/>
        <w:rPr>
          <w:rFonts w:eastAsiaTheme="minorEastAsia"/>
          <w:snapToGrid/>
          <w:kern w:val="2"/>
          <w14:ligatures w14:val="standardContextual"/>
        </w:rPr>
      </w:pPr>
      <w:hyperlink w:anchor="_Toc160026522" w:history="1">
        <w:r w:rsidR="000716EE" w:rsidRPr="000716EE">
          <w:rPr>
            <w:rStyle w:val="Hyperlink"/>
            <w:bCs w:val="0"/>
            <w:sz w:val="20"/>
            <w:szCs w:val="20"/>
            <w:u w:val="none"/>
          </w:rPr>
          <w:t>3.1.4.7</w:t>
        </w:r>
        <w:r w:rsidR="000716EE" w:rsidRPr="000716EE">
          <w:rPr>
            <w:rFonts w:eastAsiaTheme="minorEastAsia"/>
            <w:snapToGrid/>
            <w:kern w:val="2"/>
            <w14:ligatures w14:val="standardContextual"/>
          </w:rPr>
          <w:tab/>
        </w:r>
        <w:r w:rsidR="000716EE" w:rsidRPr="000716EE">
          <w:rPr>
            <w:rStyle w:val="Hyperlink"/>
            <w:bCs w:val="0"/>
            <w:sz w:val="20"/>
            <w:szCs w:val="20"/>
            <w:u w:val="none"/>
          </w:rPr>
          <w:t>Reporting of Forced Derates</w:t>
        </w:r>
        <w:r w:rsidR="000716EE" w:rsidRPr="000716EE">
          <w:rPr>
            <w:webHidden/>
          </w:rPr>
          <w:tab/>
        </w:r>
        <w:r w:rsidR="000716EE" w:rsidRPr="000716EE">
          <w:rPr>
            <w:webHidden/>
          </w:rPr>
          <w:fldChar w:fldCharType="begin"/>
        </w:r>
        <w:r w:rsidR="000716EE" w:rsidRPr="000716EE">
          <w:rPr>
            <w:webHidden/>
          </w:rPr>
          <w:instrText xml:space="preserve"> PAGEREF _Toc160026522 \h </w:instrText>
        </w:r>
        <w:r w:rsidR="000716EE" w:rsidRPr="000716EE">
          <w:rPr>
            <w:webHidden/>
          </w:rPr>
        </w:r>
        <w:r w:rsidR="000716EE" w:rsidRPr="000716EE">
          <w:rPr>
            <w:webHidden/>
          </w:rPr>
          <w:fldChar w:fldCharType="separate"/>
        </w:r>
        <w:r>
          <w:rPr>
            <w:webHidden/>
          </w:rPr>
          <w:t>3-11</w:t>
        </w:r>
        <w:r w:rsidR="000716EE" w:rsidRPr="000716EE">
          <w:rPr>
            <w:webHidden/>
          </w:rPr>
          <w:fldChar w:fldCharType="end"/>
        </w:r>
      </w:hyperlink>
    </w:p>
    <w:p w14:paraId="69B7A31B" w14:textId="4B3C7104" w:rsidR="000716EE" w:rsidRPr="000716EE" w:rsidRDefault="00092E1C" w:rsidP="001235C5">
      <w:pPr>
        <w:pStyle w:val="TOC4"/>
        <w:rPr>
          <w:rFonts w:eastAsiaTheme="minorEastAsia"/>
          <w:snapToGrid/>
          <w:kern w:val="2"/>
          <w14:ligatures w14:val="standardContextual"/>
        </w:rPr>
      </w:pPr>
      <w:hyperlink w:anchor="_Toc160026523" w:history="1">
        <w:r w:rsidR="000716EE" w:rsidRPr="000716EE">
          <w:rPr>
            <w:rStyle w:val="Hyperlink"/>
            <w:bCs w:val="0"/>
            <w:sz w:val="20"/>
            <w:szCs w:val="20"/>
            <w:u w:val="none"/>
          </w:rPr>
          <w:t>3.1.4.8</w:t>
        </w:r>
        <w:r w:rsidR="000716EE" w:rsidRPr="000716EE">
          <w:rPr>
            <w:rFonts w:eastAsiaTheme="minorEastAsia"/>
            <w:snapToGrid/>
            <w:kern w:val="2"/>
            <w14:ligatures w14:val="standardContextual"/>
          </w:rPr>
          <w:tab/>
        </w:r>
        <w:r w:rsidR="000716EE" w:rsidRPr="000716EE">
          <w:rPr>
            <w:rStyle w:val="Hyperlink"/>
            <w:bCs w:val="0"/>
            <w:sz w:val="20"/>
            <w:szCs w:val="20"/>
            <w:u w:val="none"/>
          </w:rPr>
          <w:t>Resource Forced Outage Report</w:t>
        </w:r>
        <w:r w:rsidR="000716EE" w:rsidRPr="000716EE">
          <w:rPr>
            <w:webHidden/>
          </w:rPr>
          <w:tab/>
        </w:r>
        <w:r w:rsidR="000716EE" w:rsidRPr="000716EE">
          <w:rPr>
            <w:webHidden/>
          </w:rPr>
          <w:fldChar w:fldCharType="begin"/>
        </w:r>
        <w:r w:rsidR="000716EE" w:rsidRPr="000716EE">
          <w:rPr>
            <w:webHidden/>
          </w:rPr>
          <w:instrText xml:space="preserve"> PAGEREF _Toc160026523 \h </w:instrText>
        </w:r>
        <w:r w:rsidR="000716EE" w:rsidRPr="000716EE">
          <w:rPr>
            <w:webHidden/>
          </w:rPr>
        </w:r>
        <w:r w:rsidR="000716EE" w:rsidRPr="000716EE">
          <w:rPr>
            <w:webHidden/>
          </w:rPr>
          <w:fldChar w:fldCharType="separate"/>
        </w:r>
        <w:r>
          <w:rPr>
            <w:webHidden/>
          </w:rPr>
          <w:t>3-12</w:t>
        </w:r>
        <w:r w:rsidR="000716EE" w:rsidRPr="000716EE">
          <w:rPr>
            <w:webHidden/>
          </w:rPr>
          <w:fldChar w:fldCharType="end"/>
        </w:r>
      </w:hyperlink>
    </w:p>
    <w:p w14:paraId="44F941D0" w14:textId="16AAA22D" w:rsidR="000716EE" w:rsidRPr="000716EE" w:rsidRDefault="00092E1C">
      <w:pPr>
        <w:pStyle w:val="TOC3"/>
        <w:rPr>
          <w:rFonts w:eastAsiaTheme="minorEastAsia"/>
          <w:kern w:val="2"/>
          <w14:ligatures w14:val="standardContextual"/>
        </w:rPr>
      </w:pPr>
      <w:hyperlink w:anchor="_Toc160026524" w:history="1">
        <w:r w:rsidR="000716EE" w:rsidRPr="000716EE">
          <w:rPr>
            <w:rStyle w:val="Hyperlink"/>
            <w:u w:val="none"/>
          </w:rPr>
          <w:t>3.1.5</w:t>
        </w:r>
        <w:r w:rsidR="000716EE" w:rsidRPr="000716EE">
          <w:rPr>
            <w:rFonts w:eastAsiaTheme="minorEastAsia"/>
            <w:kern w:val="2"/>
            <w14:ligatures w14:val="standardContextual"/>
          </w:rPr>
          <w:tab/>
        </w:r>
        <w:r w:rsidR="000716EE" w:rsidRPr="000716EE">
          <w:rPr>
            <w:rStyle w:val="Hyperlink"/>
            <w:u w:val="none"/>
          </w:rPr>
          <w:t>Transmission System Outages</w:t>
        </w:r>
        <w:r w:rsidR="000716EE" w:rsidRPr="000716EE">
          <w:rPr>
            <w:webHidden/>
          </w:rPr>
          <w:tab/>
        </w:r>
        <w:r w:rsidR="000716EE" w:rsidRPr="000716EE">
          <w:rPr>
            <w:webHidden/>
          </w:rPr>
          <w:fldChar w:fldCharType="begin"/>
        </w:r>
        <w:r w:rsidR="000716EE" w:rsidRPr="000716EE">
          <w:rPr>
            <w:webHidden/>
          </w:rPr>
          <w:instrText xml:space="preserve"> PAGEREF _Toc160026524 \h </w:instrText>
        </w:r>
        <w:r w:rsidR="000716EE" w:rsidRPr="000716EE">
          <w:rPr>
            <w:webHidden/>
          </w:rPr>
        </w:r>
        <w:r w:rsidR="000716EE" w:rsidRPr="000716EE">
          <w:rPr>
            <w:webHidden/>
          </w:rPr>
          <w:fldChar w:fldCharType="separate"/>
        </w:r>
        <w:r>
          <w:rPr>
            <w:webHidden/>
          </w:rPr>
          <w:t>3-13</w:t>
        </w:r>
        <w:r w:rsidR="000716EE" w:rsidRPr="000716EE">
          <w:rPr>
            <w:webHidden/>
          </w:rPr>
          <w:fldChar w:fldCharType="end"/>
        </w:r>
      </w:hyperlink>
    </w:p>
    <w:p w14:paraId="295E9DD5" w14:textId="21D06574" w:rsidR="000716EE" w:rsidRPr="000716EE" w:rsidRDefault="00092E1C" w:rsidP="001235C5">
      <w:pPr>
        <w:pStyle w:val="TOC4"/>
        <w:rPr>
          <w:rFonts w:eastAsiaTheme="minorEastAsia"/>
          <w:snapToGrid/>
          <w:kern w:val="2"/>
          <w14:ligatures w14:val="standardContextual"/>
        </w:rPr>
      </w:pPr>
      <w:hyperlink w:anchor="_Toc160026525" w:history="1">
        <w:r w:rsidR="000716EE" w:rsidRPr="000716EE">
          <w:rPr>
            <w:rStyle w:val="Hyperlink"/>
            <w:bCs w:val="0"/>
            <w:sz w:val="20"/>
            <w:szCs w:val="20"/>
            <w:u w:val="none"/>
          </w:rPr>
          <w:t>3.1.5.1</w:t>
        </w:r>
        <w:r w:rsidR="000716EE" w:rsidRPr="000716EE">
          <w:rPr>
            <w:rFonts w:eastAsiaTheme="minorEastAsia"/>
            <w:snapToGrid/>
            <w:kern w:val="2"/>
            <w14:ligatures w14:val="standardContextual"/>
          </w:rPr>
          <w:tab/>
        </w:r>
        <w:r w:rsidR="000716EE" w:rsidRPr="000716EE">
          <w:rPr>
            <w:rStyle w:val="Hyperlink"/>
            <w:bCs w:val="0"/>
            <w:sz w:val="20"/>
            <w:szCs w:val="20"/>
            <w:u w:val="none"/>
          </w:rPr>
          <w:t>ERCOT Evaluation of Planned Outage and Maintenance Outage of Transmission Facilities</w:t>
        </w:r>
        <w:r w:rsidR="000716EE" w:rsidRPr="000716EE">
          <w:rPr>
            <w:webHidden/>
          </w:rPr>
          <w:tab/>
        </w:r>
        <w:r w:rsidR="000716EE" w:rsidRPr="000716EE">
          <w:rPr>
            <w:webHidden/>
          </w:rPr>
          <w:fldChar w:fldCharType="begin"/>
        </w:r>
        <w:r w:rsidR="000716EE" w:rsidRPr="000716EE">
          <w:rPr>
            <w:webHidden/>
          </w:rPr>
          <w:instrText xml:space="preserve"> PAGEREF _Toc160026525 \h </w:instrText>
        </w:r>
        <w:r w:rsidR="000716EE" w:rsidRPr="000716EE">
          <w:rPr>
            <w:webHidden/>
          </w:rPr>
        </w:r>
        <w:r w:rsidR="000716EE" w:rsidRPr="000716EE">
          <w:rPr>
            <w:webHidden/>
          </w:rPr>
          <w:fldChar w:fldCharType="separate"/>
        </w:r>
        <w:r>
          <w:rPr>
            <w:webHidden/>
          </w:rPr>
          <w:t>3-13</w:t>
        </w:r>
        <w:r w:rsidR="000716EE" w:rsidRPr="000716EE">
          <w:rPr>
            <w:webHidden/>
          </w:rPr>
          <w:fldChar w:fldCharType="end"/>
        </w:r>
      </w:hyperlink>
    </w:p>
    <w:p w14:paraId="2DD9C2FB" w14:textId="53DA8707" w:rsidR="000716EE" w:rsidRPr="000716EE" w:rsidRDefault="00092E1C" w:rsidP="001235C5">
      <w:pPr>
        <w:pStyle w:val="TOC4"/>
        <w:rPr>
          <w:rFonts w:eastAsiaTheme="minorEastAsia"/>
          <w:snapToGrid/>
          <w:kern w:val="2"/>
          <w14:ligatures w14:val="standardContextual"/>
        </w:rPr>
      </w:pPr>
      <w:hyperlink w:anchor="_Toc160026526" w:history="1">
        <w:r w:rsidR="000716EE" w:rsidRPr="000716EE">
          <w:rPr>
            <w:rStyle w:val="Hyperlink"/>
            <w:bCs w:val="0"/>
            <w:sz w:val="20"/>
            <w:szCs w:val="20"/>
            <w:u w:val="none"/>
          </w:rPr>
          <w:t>3.1.5.2</w:t>
        </w:r>
        <w:r w:rsidR="000716EE" w:rsidRPr="000716EE">
          <w:rPr>
            <w:rFonts w:eastAsiaTheme="minorEastAsia"/>
            <w:snapToGrid/>
            <w:kern w:val="2"/>
            <w14:ligatures w14:val="standardContextual"/>
          </w:rPr>
          <w:tab/>
        </w:r>
        <w:r w:rsidR="000716EE" w:rsidRPr="000716EE">
          <w:rPr>
            <w:rStyle w:val="Hyperlink"/>
            <w:bCs w:val="0"/>
            <w:sz w:val="20"/>
            <w:szCs w:val="20"/>
            <w:u w:val="none"/>
          </w:rPr>
          <w:t>Receipt of TSP Requests by ERCOT</w:t>
        </w:r>
        <w:r w:rsidR="000716EE" w:rsidRPr="000716EE">
          <w:rPr>
            <w:webHidden/>
          </w:rPr>
          <w:tab/>
        </w:r>
        <w:r w:rsidR="000716EE" w:rsidRPr="000716EE">
          <w:rPr>
            <w:webHidden/>
          </w:rPr>
          <w:fldChar w:fldCharType="begin"/>
        </w:r>
        <w:r w:rsidR="000716EE" w:rsidRPr="000716EE">
          <w:rPr>
            <w:webHidden/>
          </w:rPr>
          <w:instrText xml:space="preserve"> PAGEREF _Toc160026526 \h </w:instrText>
        </w:r>
        <w:r w:rsidR="000716EE" w:rsidRPr="000716EE">
          <w:rPr>
            <w:webHidden/>
          </w:rPr>
        </w:r>
        <w:r w:rsidR="000716EE" w:rsidRPr="000716EE">
          <w:rPr>
            <w:webHidden/>
          </w:rPr>
          <w:fldChar w:fldCharType="separate"/>
        </w:r>
        <w:r>
          <w:rPr>
            <w:webHidden/>
          </w:rPr>
          <w:t>3-15</w:t>
        </w:r>
        <w:r w:rsidR="000716EE" w:rsidRPr="000716EE">
          <w:rPr>
            <w:webHidden/>
          </w:rPr>
          <w:fldChar w:fldCharType="end"/>
        </w:r>
      </w:hyperlink>
    </w:p>
    <w:p w14:paraId="799CC33D" w14:textId="237AB8E9" w:rsidR="000716EE" w:rsidRPr="000716EE" w:rsidRDefault="00092E1C" w:rsidP="001235C5">
      <w:pPr>
        <w:pStyle w:val="TOC4"/>
        <w:rPr>
          <w:rFonts w:eastAsiaTheme="minorEastAsia"/>
          <w:snapToGrid/>
          <w:kern w:val="2"/>
          <w14:ligatures w14:val="standardContextual"/>
        </w:rPr>
      </w:pPr>
      <w:hyperlink w:anchor="_Toc160026528" w:history="1">
        <w:r w:rsidR="000716EE" w:rsidRPr="000716EE">
          <w:rPr>
            <w:rStyle w:val="Hyperlink"/>
            <w:bCs w:val="0"/>
            <w:sz w:val="20"/>
            <w:szCs w:val="20"/>
            <w:u w:val="none"/>
          </w:rPr>
          <w:t>3.1.5.3</w:t>
        </w:r>
        <w:r w:rsidR="000716EE" w:rsidRPr="000716EE">
          <w:rPr>
            <w:rFonts w:eastAsiaTheme="minorEastAsia"/>
            <w:snapToGrid/>
            <w:kern w:val="2"/>
            <w14:ligatures w14:val="standardContextual"/>
          </w:rPr>
          <w:tab/>
        </w:r>
        <w:r w:rsidR="000716EE" w:rsidRPr="000716EE">
          <w:rPr>
            <w:rStyle w:val="Hyperlink"/>
            <w:bCs w:val="0"/>
            <w:sz w:val="20"/>
            <w:szCs w:val="20"/>
            <w:u w:val="none"/>
          </w:rPr>
          <w:t>Timelines for Response by ERCOT for TSP Requests</w:t>
        </w:r>
        <w:r w:rsidR="000716EE" w:rsidRPr="000716EE">
          <w:rPr>
            <w:webHidden/>
          </w:rPr>
          <w:tab/>
        </w:r>
        <w:r w:rsidR="000716EE" w:rsidRPr="000716EE">
          <w:rPr>
            <w:webHidden/>
          </w:rPr>
          <w:fldChar w:fldCharType="begin"/>
        </w:r>
        <w:r w:rsidR="000716EE" w:rsidRPr="000716EE">
          <w:rPr>
            <w:webHidden/>
          </w:rPr>
          <w:instrText xml:space="preserve"> PAGEREF _Toc160026528 \h </w:instrText>
        </w:r>
        <w:r w:rsidR="000716EE" w:rsidRPr="000716EE">
          <w:rPr>
            <w:webHidden/>
          </w:rPr>
        </w:r>
        <w:r w:rsidR="000716EE" w:rsidRPr="000716EE">
          <w:rPr>
            <w:webHidden/>
          </w:rPr>
          <w:fldChar w:fldCharType="separate"/>
        </w:r>
        <w:r>
          <w:rPr>
            <w:webHidden/>
          </w:rPr>
          <w:t>3-16</w:t>
        </w:r>
        <w:r w:rsidR="000716EE" w:rsidRPr="000716EE">
          <w:rPr>
            <w:webHidden/>
          </w:rPr>
          <w:fldChar w:fldCharType="end"/>
        </w:r>
      </w:hyperlink>
    </w:p>
    <w:p w14:paraId="71E00137" w14:textId="0D531B1C" w:rsidR="000716EE" w:rsidRPr="000716EE" w:rsidRDefault="00092E1C" w:rsidP="001235C5">
      <w:pPr>
        <w:pStyle w:val="TOC4"/>
        <w:rPr>
          <w:rFonts w:eastAsiaTheme="minorEastAsia"/>
          <w:snapToGrid/>
          <w:kern w:val="2"/>
          <w14:ligatures w14:val="standardContextual"/>
        </w:rPr>
      </w:pPr>
      <w:hyperlink w:anchor="_Toc160026530" w:history="1">
        <w:r w:rsidR="000716EE" w:rsidRPr="000716EE">
          <w:rPr>
            <w:rStyle w:val="Hyperlink"/>
            <w:bCs w:val="0"/>
            <w:sz w:val="20"/>
            <w:szCs w:val="20"/>
            <w:u w:val="none"/>
          </w:rPr>
          <w:t>3.1.5.4</w:t>
        </w:r>
        <w:r w:rsidR="000716EE" w:rsidRPr="000716EE">
          <w:rPr>
            <w:rFonts w:eastAsiaTheme="minorEastAsia"/>
            <w:snapToGrid/>
            <w:kern w:val="2"/>
            <w14:ligatures w14:val="standardContextual"/>
          </w:rPr>
          <w:tab/>
        </w:r>
        <w:r w:rsidR="000716EE" w:rsidRPr="000716EE">
          <w:rPr>
            <w:rStyle w:val="Hyperlink"/>
            <w:bCs w:val="0"/>
            <w:sz w:val="20"/>
            <w:szCs w:val="20"/>
            <w:u w:val="none"/>
          </w:rPr>
          <w:t>Delay</w:t>
        </w:r>
        <w:r w:rsidR="000716EE" w:rsidRPr="000716EE">
          <w:rPr>
            <w:webHidden/>
          </w:rPr>
          <w:tab/>
        </w:r>
        <w:r w:rsidR="000716EE" w:rsidRPr="000716EE">
          <w:rPr>
            <w:webHidden/>
          </w:rPr>
          <w:fldChar w:fldCharType="begin"/>
        </w:r>
        <w:r w:rsidR="000716EE" w:rsidRPr="000716EE">
          <w:rPr>
            <w:webHidden/>
          </w:rPr>
          <w:instrText xml:space="preserve"> PAGEREF _Toc160026530 \h </w:instrText>
        </w:r>
        <w:r w:rsidR="000716EE" w:rsidRPr="000716EE">
          <w:rPr>
            <w:webHidden/>
          </w:rPr>
        </w:r>
        <w:r w:rsidR="000716EE" w:rsidRPr="000716EE">
          <w:rPr>
            <w:webHidden/>
          </w:rPr>
          <w:fldChar w:fldCharType="separate"/>
        </w:r>
        <w:r>
          <w:rPr>
            <w:webHidden/>
          </w:rPr>
          <w:t>3-17</w:t>
        </w:r>
        <w:r w:rsidR="000716EE" w:rsidRPr="000716EE">
          <w:rPr>
            <w:webHidden/>
          </w:rPr>
          <w:fldChar w:fldCharType="end"/>
        </w:r>
      </w:hyperlink>
    </w:p>
    <w:p w14:paraId="399B8AA0" w14:textId="2FD818E8" w:rsidR="000716EE" w:rsidRPr="000716EE" w:rsidRDefault="00092E1C" w:rsidP="001235C5">
      <w:pPr>
        <w:pStyle w:val="TOC4"/>
        <w:rPr>
          <w:rFonts w:eastAsiaTheme="minorEastAsia"/>
          <w:snapToGrid/>
          <w:kern w:val="2"/>
          <w14:ligatures w14:val="standardContextual"/>
        </w:rPr>
      </w:pPr>
      <w:hyperlink w:anchor="_Toc160026531" w:history="1">
        <w:r w:rsidR="000716EE" w:rsidRPr="000716EE">
          <w:rPr>
            <w:rStyle w:val="Hyperlink"/>
            <w:bCs w:val="0"/>
            <w:sz w:val="20"/>
            <w:szCs w:val="20"/>
            <w:u w:val="none"/>
          </w:rPr>
          <w:t>3.1.5.5</w:t>
        </w:r>
        <w:r w:rsidR="000716EE" w:rsidRPr="000716EE">
          <w:rPr>
            <w:rFonts w:eastAsiaTheme="minorEastAsia"/>
            <w:snapToGrid/>
            <w:kern w:val="2"/>
            <w14:ligatures w14:val="standardContextual"/>
          </w:rPr>
          <w:tab/>
        </w:r>
        <w:r w:rsidR="000716EE" w:rsidRPr="000716EE">
          <w:rPr>
            <w:rStyle w:val="Hyperlink"/>
            <w:bCs w:val="0"/>
            <w:sz w:val="20"/>
            <w:szCs w:val="20"/>
            <w:u w:val="none"/>
          </w:rPr>
          <w:t>Opportunity Outage of Transmission Facilities</w:t>
        </w:r>
        <w:r w:rsidR="000716EE" w:rsidRPr="000716EE">
          <w:rPr>
            <w:webHidden/>
          </w:rPr>
          <w:tab/>
        </w:r>
        <w:r w:rsidR="000716EE" w:rsidRPr="000716EE">
          <w:rPr>
            <w:webHidden/>
          </w:rPr>
          <w:fldChar w:fldCharType="begin"/>
        </w:r>
        <w:r w:rsidR="000716EE" w:rsidRPr="000716EE">
          <w:rPr>
            <w:webHidden/>
          </w:rPr>
          <w:instrText xml:space="preserve"> PAGEREF _Toc160026531 \h </w:instrText>
        </w:r>
        <w:r w:rsidR="000716EE" w:rsidRPr="000716EE">
          <w:rPr>
            <w:webHidden/>
          </w:rPr>
        </w:r>
        <w:r w:rsidR="000716EE" w:rsidRPr="000716EE">
          <w:rPr>
            <w:webHidden/>
          </w:rPr>
          <w:fldChar w:fldCharType="separate"/>
        </w:r>
        <w:r>
          <w:rPr>
            <w:webHidden/>
          </w:rPr>
          <w:t>3-18</w:t>
        </w:r>
        <w:r w:rsidR="000716EE" w:rsidRPr="000716EE">
          <w:rPr>
            <w:webHidden/>
          </w:rPr>
          <w:fldChar w:fldCharType="end"/>
        </w:r>
      </w:hyperlink>
    </w:p>
    <w:p w14:paraId="1F21E87B" w14:textId="3A896FFF" w:rsidR="000716EE" w:rsidRPr="000716EE" w:rsidRDefault="00092E1C" w:rsidP="001235C5">
      <w:pPr>
        <w:pStyle w:val="TOC4"/>
        <w:rPr>
          <w:rFonts w:eastAsiaTheme="minorEastAsia"/>
          <w:snapToGrid/>
          <w:kern w:val="2"/>
          <w14:ligatures w14:val="standardContextual"/>
        </w:rPr>
      </w:pPr>
      <w:hyperlink w:anchor="_Toc160026532" w:history="1">
        <w:r w:rsidR="000716EE" w:rsidRPr="000716EE">
          <w:rPr>
            <w:rStyle w:val="Hyperlink"/>
            <w:bCs w:val="0"/>
            <w:sz w:val="20"/>
            <w:szCs w:val="20"/>
            <w:u w:val="none"/>
          </w:rPr>
          <w:t>3.1.5.6</w:t>
        </w:r>
        <w:r w:rsidR="000716EE" w:rsidRPr="000716EE">
          <w:rPr>
            <w:rFonts w:eastAsiaTheme="minorEastAsia"/>
            <w:snapToGrid/>
            <w:kern w:val="2"/>
            <w14:ligatures w14:val="standardContextual"/>
          </w:rPr>
          <w:tab/>
        </w:r>
        <w:r w:rsidR="000716EE" w:rsidRPr="000716EE">
          <w:rPr>
            <w:rStyle w:val="Hyperlink"/>
            <w:bCs w:val="0"/>
            <w:sz w:val="20"/>
            <w:szCs w:val="20"/>
            <w:u w:val="none"/>
          </w:rPr>
          <w:t>Rejection Notice</w:t>
        </w:r>
        <w:r w:rsidR="000716EE" w:rsidRPr="000716EE">
          <w:rPr>
            <w:webHidden/>
          </w:rPr>
          <w:tab/>
        </w:r>
        <w:r w:rsidR="000716EE" w:rsidRPr="000716EE">
          <w:rPr>
            <w:webHidden/>
          </w:rPr>
          <w:fldChar w:fldCharType="begin"/>
        </w:r>
        <w:r w:rsidR="000716EE" w:rsidRPr="000716EE">
          <w:rPr>
            <w:webHidden/>
          </w:rPr>
          <w:instrText xml:space="preserve"> PAGEREF _Toc160026532 \h </w:instrText>
        </w:r>
        <w:r w:rsidR="000716EE" w:rsidRPr="000716EE">
          <w:rPr>
            <w:webHidden/>
          </w:rPr>
        </w:r>
        <w:r w:rsidR="000716EE" w:rsidRPr="000716EE">
          <w:rPr>
            <w:webHidden/>
          </w:rPr>
          <w:fldChar w:fldCharType="separate"/>
        </w:r>
        <w:r>
          <w:rPr>
            <w:webHidden/>
          </w:rPr>
          <w:t>3-18</w:t>
        </w:r>
        <w:r w:rsidR="000716EE" w:rsidRPr="000716EE">
          <w:rPr>
            <w:webHidden/>
          </w:rPr>
          <w:fldChar w:fldCharType="end"/>
        </w:r>
      </w:hyperlink>
    </w:p>
    <w:p w14:paraId="72E06DAE" w14:textId="0074BDB9" w:rsidR="000716EE" w:rsidRPr="000716EE" w:rsidRDefault="00092E1C" w:rsidP="001235C5">
      <w:pPr>
        <w:pStyle w:val="TOC4"/>
        <w:rPr>
          <w:rFonts w:eastAsiaTheme="minorEastAsia"/>
          <w:snapToGrid/>
          <w:kern w:val="2"/>
          <w14:ligatures w14:val="standardContextual"/>
        </w:rPr>
      </w:pPr>
      <w:hyperlink w:anchor="_Toc160026533" w:history="1">
        <w:r w:rsidR="000716EE" w:rsidRPr="000716EE">
          <w:rPr>
            <w:rStyle w:val="Hyperlink"/>
            <w:bCs w:val="0"/>
            <w:sz w:val="20"/>
            <w:szCs w:val="20"/>
            <w:u w:val="none"/>
          </w:rPr>
          <w:t>3.1.5.7</w:t>
        </w:r>
        <w:r w:rsidR="000716EE" w:rsidRPr="000716EE">
          <w:rPr>
            <w:rFonts w:eastAsiaTheme="minorEastAsia"/>
            <w:snapToGrid/>
            <w:kern w:val="2"/>
            <w14:ligatures w14:val="standardContextual"/>
          </w:rPr>
          <w:tab/>
        </w:r>
        <w:r w:rsidR="000716EE" w:rsidRPr="000716EE">
          <w:rPr>
            <w:rStyle w:val="Hyperlink"/>
            <w:bCs w:val="0"/>
            <w:sz w:val="20"/>
            <w:szCs w:val="20"/>
            <w:u w:val="none"/>
          </w:rPr>
          <w:t>Withdrawal of Approval of Approved Planned Outages, Maintenance Outages, and Rescheduled Outages of Transmission Facilities</w:t>
        </w:r>
        <w:r w:rsidR="000716EE" w:rsidRPr="000716EE">
          <w:rPr>
            <w:webHidden/>
          </w:rPr>
          <w:tab/>
        </w:r>
        <w:r w:rsidR="000716EE" w:rsidRPr="000716EE">
          <w:rPr>
            <w:webHidden/>
          </w:rPr>
          <w:fldChar w:fldCharType="begin"/>
        </w:r>
        <w:r w:rsidR="000716EE" w:rsidRPr="000716EE">
          <w:rPr>
            <w:webHidden/>
          </w:rPr>
          <w:instrText xml:space="preserve"> PAGEREF _Toc160026533 \h </w:instrText>
        </w:r>
        <w:r w:rsidR="000716EE" w:rsidRPr="000716EE">
          <w:rPr>
            <w:webHidden/>
          </w:rPr>
        </w:r>
        <w:r w:rsidR="000716EE" w:rsidRPr="000716EE">
          <w:rPr>
            <w:webHidden/>
          </w:rPr>
          <w:fldChar w:fldCharType="separate"/>
        </w:r>
        <w:r>
          <w:rPr>
            <w:webHidden/>
          </w:rPr>
          <w:t>3-19</w:t>
        </w:r>
        <w:r w:rsidR="000716EE" w:rsidRPr="000716EE">
          <w:rPr>
            <w:webHidden/>
          </w:rPr>
          <w:fldChar w:fldCharType="end"/>
        </w:r>
      </w:hyperlink>
    </w:p>
    <w:p w14:paraId="26DC927D" w14:textId="01EB788F" w:rsidR="000716EE" w:rsidRPr="000716EE" w:rsidRDefault="00092E1C" w:rsidP="001235C5">
      <w:pPr>
        <w:pStyle w:val="TOC4"/>
        <w:rPr>
          <w:rFonts w:eastAsiaTheme="minorEastAsia"/>
          <w:snapToGrid/>
          <w:kern w:val="2"/>
          <w14:ligatures w14:val="standardContextual"/>
        </w:rPr>
      </w:pPr>
      <w:hyperlink w:anchor="_Toc160026534" w:history="1">
        <w:r w:rsidR="000716EE" w:rsidRPr="000716EE">
          <w:rPr>
            <w:rStyle w:val="Hyperlink"/>
            <w:bCs w:val="0"/>
            <w:sz w:val="20"/>
            <w:szCs w:val="20"/>
            <w:u w:val="none"/>
          </w:rPr>
          <w:t>3.1.5.8</w:t>
        </w:r>
        <w:r w:rsidR="000716EE" w:rsidRPr="000716EE">
          <w:rPr>
            <w:rFonts w:eastAsiaTheme="minorEastAsia"/>
            <w:snapToGrid/>
            <w:kern w:val="2"/>
            <w14:ligatures w14:val="standardContextual"/>
          </w:rPr>
          <w:tab/>
        </w:r>
        <w:r w:rsidR="000716EE" w:rsidRPr="000716EE">
          <w:rPr>
            <w:rStyle w:val="Hyperlink"/>
            <w:bCs w:val="0"/>
            <w:sz w:val="20"/>
            <w:szCs w:val="20"/>
            <w:u w:val="none"/>
          </w:rPr>
          <w:t>Priority of Approved Planned, Maintenance, and Rescheduled Outages</w:t>
        </w:r>
        <w:r w:rsidR="000716EE" w:rsidRPr="000716EE">
          <w:rPr>
            <w:webHidden/>
          </w:rPr>
          <w:tab/>
        </w:r>
        <w:r w:rsidR="000716EE" w:rsidRPr="000716EE">
          <w:rPr>
            <w:webHidden/>
          </w:rPr>
          <w:fldChar w:fldCharType="begin"/>
        </w:r>
        <w:r w:rsidR="000716EE" w:rsidRPr="000716EE">
          <w:rPr>
            <w:webHidden/>
          </w:rPr>
          <w:instrText xml:space="preserve"> PAGEREF _Toc160026534 \h </w:instrText>
        </w:r>
        <w:r w:rsidR="000716EE" w:rsidRPr="000716EE">
          <w:rPr>
            <w:webHidden/>
          </w:rPr>
        </w:r>
        <w:r w:rsidR="000716EE" w:rsidRPr="000716EE">
          <w:rPr>
            <w:webHidden/>
          </w:rPr>
          <w:fldChar w:fldCharType="separate"/>
        </w:r>
        <w:r>
          <w:rPr>
            <w:webHidden/>
          </w:rPr>
          <w:t>3-21</w:t>
        </w:r>
        <w:r w:rsidR="000716EE" w:rsidRPr="000716EE">
          <w:rPr>
            <w:webHidden/>
          </w:rPr>
          <w:fldChar w:fldCharType="end"/>
        </w:r>
      </w:hyperlink>
    </w:p>
    <w:p w14:paraId="76EC9D00" w14:textId="21DDF555" w:rsidR="000716EE" w:rsidRPr="000716EE" w:rsidRDefault="00092E1C" w:rsidP="001235C5">
      <w:pPr>
        <w:pStyle w:val="TOC4"/>
        <w:rPr>
          <w:rFonts w:eastAsiaTheme="minorEastAsia"/>
          <w:snapToGrid/>
          <w:kern w:val="2"/>
          <w14:ligatures w14:val="standardContextual"/>
        </w:rPr>
      </w:pPr>
      <w:hyperlink w:anchor="_Toc160026535" w:history="1">
        <w:r w:rsidR="000716EE" w:rsidRPr="000716EE">
          <w:rPr>
            <w:rStyle w:val="Hyperlink"/>
            <w:bCs w:val="0"/>
            <w:sz w:val="20"/>
            <w:szCs w:val="20"/>
            <w:u w:val="none"/>
          </w:rPr>
          <w:t>3.1.5.9</w:t>
        </w:r>
        <w:r w:rsidR="000716EE" w:rsidRPr="000716EE">
          <w:rPr>
            <w:rFonts w:eastAsiaTheme="minorEastAsia"/>
            <w:snapToGrid/>
            <w:kern w:val="2"/>
            <w14:ligatures w14:val="standardContextual"/>
          </w:rPr>
          <w:tab/>
        </w:r>
        <w:r w:rsidR="000716EE" w:rsidRPr="000716EE">
          <w:rPr>
            <w:rStyle w:val="Hyperlink"/>
            <w:bCs w:val="0"/>
            <w:sz w:val="20"/>
            <w:szCs w:val="20"/>
            <w:u w:val="none"/>
          </w:rPr>
          <w:t>Information for Inclusion in Transmission Facilities Outage Requests</w:t>
        </w:r>
        <w:r w:rsidR="000716EE" w:rsidRPr="000716EE">
          <w:rPr>
            <w:webHidden/>
          </w:rPr>
          <w:tab/>
        </w:r>
        <w:r w:rsidR="000716EE" w:rsidRPr="000716EE">
          <w:rPr>
            <w:webHidden/>
          </w:rPr>
          <w:fldChar w:fldCharType="begin"/>
        </w:r>
        <w:r w:rsidR="000716EE" w:rsidRPr="000716EE">
          <w:rPr>
            <w:webHidden/>
          </w:rPr>
          <w:instrText xml:space="preserve"> PAGEREF _Toc160026535 \h </w:instrText>
        </w:r>
        <w:r w:rsidR="000716EE" w:rsidRPr="000716EE">
          <w:rPr>
            <w:webHidden/>
          </w:rPr>
        </w:r>
        <w:r w:rsidR="000716EE" w:rsidRPr="000716EE">
          <w:rPr>
            <w:webHidden/>
          </w:rPr>
          <w:fldChar w:fldCharType="separate"/>
        </w:r>
        <w:r>
          <w:rPr>
            <w:webHidden/>
          </w:rPr>
          <w:t>3-21</w:t>
        </w:r>
        <w:r w:rsidR="000716EE" w:rsidRPr="000716EE">
          <w:rPr>
            <w:webHidden/>
          </w:rPr>
          <w:fldChar w:fldCharType="end"/>
        </w:r>
      </w:hyperlink>
    </w:p>
    <w:p w14:paraId="6E4FEFCD" w14:textId="54F8FBED" w:rsidR="000716EE" w:rsidRPr="000716EE" w:rsidRDefault="00092E1C" w:rsidP="001235C5">
      <w:pPr>
        <w:pStyle w:val="TOC4"/>
        <w:rPr>
          <w:rFonts w:eastAsiaTheme="minorEastAsia"/>
          <w:snapToGrid/>
          <w:kern w:val="2"/>
          <w14:ligatures w14:val="standardContextual"/>
        </w:rPr>
      </w:pPr>
      <w:hyperlink w:anchor="_Toc160026536" w:history="1">
        <w:r w:rsidR="000716EE" w:rsidRPr="000716EE">
          <w:rPr>
            <w:rStyle w:val="Hyperlink"/>
            <w:bCs w:val="0"/>
            <w:sz w:val="20"/>
            <w:szCs w:val="20"/>
            <w:u w:val="none"/>
          </w:rPr>
          <w:t>3.1.5.10</w:t>
        </w:r>
        <w:r w:rsidR="000716EE" w:rsidRPr="000716EE">
          <w:rPr>
            <w:rFonts w:eastAsiaTheme="minorEastAsia"/>
            <w:snapToGrid/>
            <w:kern w:val="2"/>
            <w14:ligatures w14:val="standardContextual"/>
          </w:rPr>
          <w:tab/>
        </w:r>
        <w:r w:rsidR="000716EE" w:rsidRPr="000716EE">
          <w:rPr>
            <w:rStyle w:val="Hyperlink"/>
            <w:bCs w:val="0"/>
            <w:sz w:val="20"/>
            <w:szCs w:val="20"/>
            <w:u w:val="none"/>
          </w:rPr>
          <w:t>Additional Information Requests</w:t>
        </w:r>
        <w:r w:rsidR="000716EE" w:rsidRPr="000716EE">
          <w:rPr>
            <w:webHidden/>
          </w:rPr>
          <w:tab/>
        </w:r>
        <w:r w:rsidR="000716EE" w:rsidRPr="000716EE">
          <w:rPr>
            <w:webHidden/>
          </w:rPr>
          <w:fldChar w:fldCharType="begin"/>
        </w:r>
        <w:r w:rsidR="000716EE" w:rsidRPr="000716EE">
          <w:rPr>
            <w:webHidden/>
          </w:rPr>
          <w:instrText xml:space="preserve"> PAGEREF _Toc160026536 \h </w:instrText>
        </w:r>
        <w:r w:rsidR="000716EE" w:rsidRPr="000716EE">
          <w:rPr>
            <w:webHidden/>
          </w:rPr>
        </w:r>
        <w:r w:rsidR="000716EE" w:rsidRPr="000716EE">
          <w:rPr>
            <w:webHidden/>
          </w:rPr>
          <w:fldChar w:fldCharType="separate"/>
        </w:r>
        <w:r>
          <w:rPr>
            <w:webHidden/>
          </w:rPr>
          <w:t>3-23</w:t>
        </w:r>
        <w:r w:rsidR="000716EE" w:rsidRPr="000716EE">
          <w:rPr>
            <w:webHidden/>
          </w:rPr>
          <w:fldChar w:fldCharType="end"/>
        </w:r>
      </w:hyperlink>
    </w:p>
    <w:p w14:paraId="0BAF6D68" w14:textId="7F16176B" w:rsidR="000716EE" w:rsidRPr="000716EE" w:rsidRDefault="00092E1C" w:rsidP="001235C5">
      <w:pPr>
        <w:pStyle w:val="TOC4"/>
        <w:rPr>
          <w:rFonts w:eastAsiaTheme="minorEastAsia"/>
          <w:snapToGrid/>
          <w:kern w:val="2"/>
          <w14:ligatures w14:val="standardContextual"/>
        </w:rPr>
      </w:pPr>
      <w:hyperlink w:anchor="_Toc160026537" w:history="1">
        <w:r w:rsidR="000716EE" w:rsidRPr="000716EE">
          <w:rPr>
            <w:rStyle w:val="Hyperlink"/>
            <w:bCs w:val="0"/>
            <w:sz w:val="20"/>
            <w:szCs w:val="20"/>
            <w:u w:val="none"/>
          </w:rPr>
          <w:t>3.1.5.11</w:t>
        </w:r>
        <w:r w:rsidR="000716EE" w:rsidRPr="000716EE">
          <w:rPr>
            <w:rFonts w:eastAsiaTheme="minorEastAsia"/>
            <w:snapToGrid/>
            <w:kern w:val="2"/>
            <w14:ligatures w14:val="standardContextual"/>
          </w:rPr>
          <w:tab/>
        </w:r>
        <w:r w:rsidR="000716EE" w:rsidRPr="000716EE">
          <w:rPr>
            <w:rStyle w:val="Hyperlink"/>
            <w:bCs w:val="0"/>
            <w:sz w:val="20"/>
            <w:szCs w:val="20"/>
            <w:u w:val="none"/>
          </w:rPr>
          <w:t>Evaluation of Transmission Facilities Planned Outage or Maintenance Outage Requests</w:t>
        </w:r>
        <w:r w:rsidR="000716EE" w:rsidRPr="000716EE">
          <w:rPr>
            <w:webHidden/>
          </w:rPr>
          <w:tab/>
        </w:r>
        <w:r w:rsidR="000716EE" w:rsidRPr="000716EE">
          <w:rPr>
            <w:webHidden/>
          </w:rPr>
          <w:fldChar w:fldCharType="begin"/>
        </w:r>
        <w:r w:rsidR="000716EE" w:rsidRPr="000716EE">
          <w:rPr>
            <w:webHidden/>
          </w:rPr>
          <w:instrText xml:space="preserve"> PAGEREF _Toc160026537 \h </w:instrText>
        </w:r>
        <w:r w:rsidR="000716EE" w:rsidRPr="000716EE">
          <w:rPr>
            <w:webHidden/>
          </w:rPr>
        </w:r>
        <w:r w:rsidR="000716EE" w:rsidRPr="000716EE">
          <w:rPr>
            <w:webHidden/>
          </w:rPr>
          <w:fldChar w:fldCharType="separate"/>
        </w:r>
        <w:r>
          <w:rPr>
            <w:webHidden/>
          </w:rPr>
          <w:t>3-23</w:t>
        </w:r>
        <w:r w:rsidR="000716EE" w:rsidRPr="000716EE">
          <w:rPr>
            <w:webHidden/>
          </w:rPr>
          <w:fldChar w:fldCharType="end"/>
        </w:r>
      </w:hyperlink>
    </w:p>
    <w:p w14:paraId="6404F1D7" w14:textId="65E78215" w:rsidR="000716EE" w:rsidRPr="000716EE" w:rsidRDefault="00092E1C" w:rsidP="001235C5">
      <w:pPr>
        <w:pStyle w:val="TOC4"/>
        <w:rPr>
          <w:rFonts w:eastAsiaTheme="minorEastAsia"/>
          <w:snapToGrid/>
          <w:kern w:val="2"/>
          <w14:ligatures w14:val="standardContextual"/>
        </w:rPr>
      </w:pPr>
      <w:hyperlink w:anchor="_Toc160026538" w:history="1">
        <w:r w:rsidR="000716EE" w:rsidRPr="000716EE">
          <w:rPr>
            <w:rStyle w:val="Hyperlink"/>
            <w:bCs w:val="0"/>
            <w:sz w:val="20"/>
            <w:szCs w:val="20"/>
            <w:u w:val="none"/>
          </w:rPr>
          <w:t>3.1.5.12</w:t>
        </w:r>
        <w:r w:rsidR="000716EE" w:rsidRPr="000716EE">
          <w:rPr>
            <w:rFonts w:eastAsiaTheme="minorEastAsia"/>
            <w:snapToGrid/>
            <w:kern w:val="2"/>
            <w14:ligatures w14:val="standardContextual"/>
          </w:rPr>
          <w:tab/>
        </w:r>
        <w:r w:rsidR="000716EE" w:rsidRPr="000716EE">
          <w:rPr>
            <w:rStyle w:val="Hyperlink"/>
            <w:bCs w:val="0"/>
            <w:sz w:val="20"/>
            <w:szCs w:val="20"/>
            <w:u w:val="none"/>
          </w:rPr>
          <w:t>Submittal Timeline for Transmission Facility Outage Requests</w:t>
        </w:r>
        <w:r w:rsidR="000716EE" w:rsidRPr="000716EE">
          <w:rPr>
            <w:webHidden/>
          </w:rPr>
          <w:tab/>
        </w:r>
        <w:r w:rsidR="000716EE" w:rsidRPr="000716EE">
          <w:rPr>
            <w:webHidden/>
          </w:rPr>
          <w:fldChar w:fldCharType="begin"/>
        </w:r>
        <w:r w:rsidR="000716EE" w:rsidRPr="000716EE">
          <w:rPr>
            <w:webHidden/>
          </w:rPr>
          <w:instrText xml:space="preserve"> PAGEREF _Toc160026538 \h </w:instrText>
        </w:r>
        <w:r w:rsidR="000716EE" w:rsidRPr="000716EE">
          <w:rPr>
            <w:webHidden/>
          </w:rPr>
        </w:r>
        <w:r w:rsidR="000716EE" w:rsidRPr="000716EE">
          <w:rPr>
            <w:webHidden/>
          </w:rPr>
          <w:fldChar w:fldCharType="separate"/>
        </w:r>
        <w:r>
          <w:rPr>
            <w:webHidden/>
          </w:rPr>
          <w:t>3-25</w:t>
        </w:r>
        <w:r w:rsidR="000716EE" w:rsidRPr="000716EE">
          <w:rPr>
            <w:webHidden/>
          </w:rPr>
          <w:fldChar w:fldCharType="end"/>
        </w:r>
      </w:hyperlink>
    </w:p>
    <w:p w14:paraId="2CBEB4C0" w14:textId="1CE8E9D7" w:rsidR="000716EE" w:rsidRPr="000716EE" w:rsidRDefault="00092E1C" w:rsidP="001235C5">
      <w:pPr>
        <w:pStyle w:val="TOC4"/>
        <w:rPr>
          <w:rFonts w:eastAsiaTheme="minorEastAsia"/>
          <w:snapToGrid/>
          <w:kern w:val="2"/>
          <w14:ligatures w14:val="standardContextual"/>
        </w:rPr>
      </w:pPr>
      <w:hyperlink w:anchor="_Toc160026539" w:history="1">
        <w:r w:rsidR="000716EE" w:rsidRPr="000716EE">
          <w:rPr>
            <w:rStyle w:val="Hyperlink"/>
            <w:bCs w:val="0"/>
            <w:sz w:val="20"/>
            <w:szCs w:val="20"/>
            <w:u w:val="none"/>
          </w:rPr>
          <w:t>3.1.5.13</w:t>
        </w:r>
        <w:r w:rsidR="000716EE" w:rsidRPr="000716EE">
          <w:rPr>
            <w:rFonts w:eastAsiaTheme="minorEastAsia"/>
            <w:snapToGrid/>
            <w:kern w:val="2"/>
            <w14:ligatures w14:val="standardContextual"/>
          </w:rPr>
          <w:tab/>
        </w:r>
        <w:r w:rsidR="000716EE" w:rsidRPr="000716EE">
          <w:rPr>
            <w:rStyle w:val="Hyperlink"/>
            <w:bCs w:val="0"/>
            <w:sz w:val="20"/>
            <w:szCs w:val="20"/>
            <w:u w:val="none"/>
          </w:rPr>
          <w:t>Transmission Report</w:t>
        </w:r>
        <w:r w:rsidR="000716EE" w:rsidRPr="000716EE">
          <w:rPr>
            <w:webHidden/>
          </w:rPr>
          <w:tab/>
        </w:r>
        <w:r w:rsidR="000716EE" w:rsidRPr="000716EE">
          <w:rPr>
            <w:webHidden/>
          </w:rPr>
          <w:fldChar w:fldCharType="begin"/>
        </w:r>
        <w:r w:rsidR="000716EE" w:rsidRPr="000716EE">
          <w:rPr>
            <w:webHidden/>
          </w:rPr>
          <w:instrText xml:space="preserve"> PAGEREF _Toc160026539 \h </w:instrText>
        </w:r>
        <w:r w:rsidR="000716EE" w:rsidRPr="000716EE">
          <w:rPr>
            <w:webHidden/>
          </w:rPr>
        </w:r>
        <w:r w:rsidR="000716EE" w:rsidRPr="000716EE">
          <w:rPr>
            <w:webHidden/>
          </w:rPr>
          <w:fldChar w:fldCharType="separate"/>
        </w:r>
        <w:r>
          <w:rPr>
            <w:webHidden/>
          </w:rPr>
          <w:t>3-26</w:t>
        </w:r>
        <w:r w:rsidR="000716EE" w:rsidRPr="000716EE">
          <w:rPr>
            <w:webHidden/>
          </w:rPr>
          <w:fldChar w:fldCharType="end"/>
        </w:r>
      </w:hyperlink>
    </w:p>
    <w:p w14:paraId="2B28F5F4" w14:textId="39238864" w:rsidR="000716EE" w:rsidRPr="000716EE" w:rsidRDefault="00092E1C">
      <w:pPr>
        <w:pStyle w:val="TOC3"/>
        <w:rPr>
          <w:rFonts w:eastAsiaTheme="minorEastAsia"/>
          <w:kern w:val="2"/>
          <w14:ligatures w14:val="standardContextual"/>
        </w:rPr>
      </w:pPr>
      <w:hyperlink w:anchor="_Toc160026540" w:history="1">
        <w:r w:rsidR="000716EE" w:rsidRPr="000716EE">
          <w:rPr>
            <w:rStyle w:val="Hyperlink"/>
            <w:u w:val="none"/>
          </w:rPr>
          <w:t>3.1.6</w:t>
        </w:r>
        <w:r w:rsidR="000716EE" w:rsidRPr="000716EE">
          <w:rPr>
            <w:rFonts w:eastAsiaTheme="minorEastAsia"/>
            <w:kern w:val="2"/>
            <w14:ligatures w14:val="standardContextual"/>
          </w:rPr>
          <w:tab/>
        </w:r>
        <w:r w:rsidR="000716EE" w:rsidRPr="000716EE">
          <w:rPr>
            <w:rStyle w:val="Hyperlink"/>
            <w:u w:val="none"/>
          </w:rPr>
          <w:t>Outages of Resources Other than Reliability Resources</w:t>
        </w:r>
        <w:r w:rsidR="000716EE" w:rsidRPr="000716EE">
          <w:rPr>
            <w:webHidden/>
          </w:rPr>
          <w:tab/>
        </w:r>
        <w:r w:rsidR="000716EE" w:rsidRPr="000716EE">
          <w:rPr>
            <w:webHidden/>
          </w:rPr>
          <w:fldChar w:fldCharType="begin"/>
        </w:r>
        <w:r w:rsidR="000716EE" w:rsidRPr="000716EE">
          <w:rPr>
            <w:webHidden/>
          </w:rPr>
          <w:instrText xml:space="preserve"> PAGEREF _Toc160026540 \h </w:instrText>
        </w:r>
        <w:r w:rsidR="000716EE" w:rsidRPr="000716EE">
          <w:rPr>
            <w:webHidden/>
          </w:rPr>
        </w:r>
        <w:r w:rsidR="000716EE" w:rsidRPr="000716EE">
          <w:rPr>
            <w:webHidden/>
          </w:rPr>
          <w:fldChar w:fldCharType="separate"/>
        </w:r>
        <w:r>
          <w:rPr>
            <w:webHidden/>
          </w:rPr>
          <w:t>3-26</w:t>
        </w:r>
        <w:r w:rsidR="000716EE" w:rsidRPr="000716EE">
          <w:rPr>
            <w:webHidden/>
          </w:rPr>
          <w:fldChar w:fldCharType="end"/>
        </w:r>
      </w:hyperlink>
    </w:p>
    <w:p w14:paraId="5D706110" w14:textId="6DF52FB6" w:rsidR="000716EE" w:rsidRPr="000716EE" w:rsidRDefault="00092E1C" w:rsidP="001235C5">
      <w:pPr>
        <w:pStyle w:val="TOC4"/>
        <w:rPr>
          <w:rFonts w:eastAsiaTheme="minorEastAsia"/>
          <w:snapToGrid/>
          <w:kern w:val="2"/>
          <w14:ligatures w14:val="standardContextual"/>
        </w:rPr>
      </w:pPr>
      <w:hyperlink w:anchor="_Toc160026541" w:history="1">
        <w:r w:rsidR="000716EE" w:rsidRPr="000716EE">
          <w:rPr>
            <w:rStyle w:val="Hyperlink"/>
            <w:bCs w:val="0"/>
            <w:sz w:val="20"/>
            <w:szCs w:val="20"/>
            <w:u w:val="none"/>
          </w:rPr>
          <w:t>3.1.6.1</w:t>
        </w:r>
        <w:r w:rsidR="000716EE" w:rsidRPr="000716EE">
          <w:rPr>
            <w:rFonts w:eastAsiaTheme="minorEastAsia"/>
            <w:snapToGrid/>
            <w:kern w:val="2"/>
            <w14:ligatures w14:val="standardContextual"/>
          </w:rPr>
          <w:tab/>
        </w:r>
        <w:r w:rsidR="000716EE" w:rsidRPr="000716EE">
          <w:rPr>
            <w:rStyle w:val="Hyperlink"/>
            <w:bCs w:val="0"/>
            <w:sz w:val="20"/>
            <w:szCs w:val="20"/>
            <w:u w:val="none"/>
          </w:rPr>
          <w:t>Receipt of Resource Requests by ERCOT</w:t>
        </w:r>
        <w:r w:rsidR="000716EE" w:rsidRPr="000716EE">
          <w:rPr>
            <w:webHidden/>
          </w:rPr>
          <w:tab/>
        </w:r>
        <w:r w:rsidR="000716EE" w:rsidRPr="000716EE">
          <w:rPr>
            <w:webHidden/>
          </w:rPr>
          <w:fldChar w:fldCharType="begin"/>
        </w:r>
        <w:r w:rsidR="000716EE" w:rsidRPr="000716EE">
          <w:rPr>
            <w:webHidden/>
          </w:rPr>
          <w:instrText xml:space="preserve"> PAGEREF _Toc160026541 \h </w:instrText>
        </w:r>
        <w:r w:rsidR="000716EE" w:rsidRPr="000716EE">
          <w:rPr>
            <w:webHidden/>
          </w:rPr>
        </w:r>
        <w:r w:rsidR="000716EE" w:rsidRPr="000716EE">
          <w:rPr>
            <w:webHidden/>
          </w:rPr>
          <w:fldChar w:fldCharType="separate"/>
        </w:r>
        <w:r>
          <w:rPr>
            <w:webHidden/>
          </w:rPr>
          <w:t>3-28</w:t>
        </w:r>
        <w:r w:rsidR="000716EE" w:rsidRPr="000716EE">
          <w:rPr>
            <w:webHidden/>
          </w:rPr>
          <w:fldChar w:fldCharType="end"/>
        </w:r>
      </w:hyperlink>
    </w:p>
    <w:p w14:paraId="3B489155" w14:textId="69620619" w:rsidR="000716EE" w:rsidRPr="000716EE" w:rsidRDefault="00092E1C" w:rsidP="001235C5">
      <w:pPr>
        <w:pStyle w:val="TOC4"/>
        <w:rPr>
          <w:rFonts w:eastAsiaTheme="minorEastAsia"/>
          <w:snapToGrid/>
          <w:kern w:val="2"/>
          <w14:ligatures w14:val="standardContextual"/>
        </w:rPr>
      </w:pPr>
      <w:hyperlink w:anchor="_Toc160026542" w:history="1">
        <w:r w:rsidR="000716EE" w:rsidRPr="000716EE">
          <w:rPr>
            <w:rStyle w:val="Hyperlink"/>
            <w:bCs w:val="0"/>
            <w:sz w:val="20"/>
            <w:szCs w:val="20"/>
            <w:u w:val="none"/>
          </w:rPr>
          <w:t>3.1.6.2</w:t>
        </w:r>
        <w:r w:rsidR="000716EE" w:rsidRPr="000716EE">
          <w:rPr>
            <w:rFonts w:eastAsiaTheme="minorEastAsia"/>
            <w:snapToGrid/>
            <w:kern w:val="2"/>
            <w14:ligatures w14:val="standardContextual"/>
          </w:rPr>
          <w:tab/>
        </w:r>
        <w:r w:rsidR="000716EE" w:rsidRPr="000716EE">
          <w:rPr>
            <w:rStyle w:val="Hyperlink"/>
            <w:bCs w:val="0"/>
            <w:sz w:val="20"/>
            <w:szCs w:val="20"/>
            <w:u w:val="none"/>
          </w:rPr>
          <w:t>Resource Outage Plan</w:t>
        </w:r>
        <w:r w:rsidR="000716EE" w:rsidRPr="000716EE">
          <w:rPr>
            <w:webHidden/>
          </w:rPr>
          <w:tab/>
        </w:r>
        <w:r w:rsidR="000716EE" w:rsidRPr="000716EE">
          <w:rPr>
            <w:webHidden/>
          </w:rPr>
          <w:fldChar w:fldCharType="begin"/>
        </w:r>
        <w:r w:rsidR="000716EE" w:rsidRPr="000716EE">
          <w:rPr>
            <w:webHidden/>
          </w:rPr>
          <w:instrText xml:space="preserve"> PAGEREF _Toc160026542 \h </w:instrText>
        </w:r>
        <w:r w:rsidR="000716EE" w:rsidRPr="000716EE">
          <w:rPr>
            <w:webHidden/>
          </w:rPr>
        </w:r>
        <w:r w:rsidR="000716EE" w:rsidRPr="000716EE">
          <w:rPr>
            <w:webHidden/>
          </w:rPr>
          <w:fldChar w:fldCharType="separate"/>
        </w:r>
        <w:r>
          <w:rPr>
            <w:webHidden/>
          </w:rPr>
          <w:t>3-28</w:t>
        </w:r>
        <w:r w:rsidR="000716EE" w:rsidRPr="000716EE">
          <w:rPr>
            <w:webHidden/>
          </w:rPr>
          <w:fldChar w:fldCharType="end"/>
        </w:r>
      </w:hyperlink>
    </w:p>
    <w:p w14:paraId="69FC40A5" w14:textId="5D61CFDF" w:rsidR="000716EE" w:rsidRPr="000716EE" w:rsidRDefault="00092E1C" w:rsidP="001235C5">
      <w:pPr>
        <w:pStyle w:val="TOC4"/>
        <w:rPr>
          <w:rFonts w:eastAsiaTheme="minorEastAsia"/>
          <w:snapToGrid/>
          <w:kern w:val="2"/>
          <w14:ligatures w14:val="standardContextual"/>
        </w:rPr>
      </w:pPr>
      <w:hyperlink w:anchor="_Toc160026543" w:history="1">
        <w:r w:rsidR="000716EE" w:rsidRPr="000716EE">
          <w:rPr>
            <w:rStyle w:val="Hyperlink"/>
            <w:bCs w:val="0"/>
            <w:sz w:val="20"/>
            <w:szCs w:val="20"/>
            <w:u w:val="none"/>
          </w:rPr>
          <w:t>3.1.6.3</w:t>
        </w:r>
        <w:r w:rsidR="000716EE" w:rsidRPr="000716EE">
          <w:rPr>
            <w:rFonts w:eastAsiaTheme="minorEastAsia"/>
            <w:snapToGrid/>
            <w:kern w:val="2"/>
            <w14:ligatures w14:val="standardContextual"/>
          </w:rPr>
          <w:tab/>
        </w:r>
        <w:r w:rsidR="000716EE" w:rsidRPr="000716EE">
          <w:rPr>
            <w:rStyle w:val="Hyperlink"/>
            <w:bCs w:val="0"/>
            <w:sz w:val="20"/>
            <w:szCs w:val="20"/>
            <w:u w:val="none"/>
          </w:rPr>
          <w:t>Additional Information Requests</w:t>
        </w:r>
        <w:r w:rsidR="000716EE" w:rsidRPr="000716EE">
          <w:rPr>
            <w:webHidden/>
          </w:rPr>
          <w:tab/>
        </w:r>
        <w:r w:rsidR="000716EE" w:rsidRPr="000716EE">
          <w:rPr>
            <w:webHidden/>
          </w:rPr>
          <w:fldChar w:fldCharType="begin"/>
        </w:r>
        <w:r w:rsidR="000716EE" w:rsidRPr="000716EE">
          <w:rPr>
            <w:webHidden/>
          </w:rPr>
          <w:instrText xml:space="preserve"> PAGEREF _Toc160026543 \h </w:instrText>
        </w:r>
        <w:r w:rsidR="000716EE" w:rsidRPr="000716EE">
          <w:rPr>
            <w:webHidden/>
          </w:rPr>
        </w:r>
        <w:r w:rsidR="000716EE" w:rsidRPr="000716EE">
          <w:rPr>
            <w:webHidden/>
          </w:rPr>
          <w:fldChar w:fldCharType="separate"/>
        </w:r>
        <w:r>
          <w:rPr>
            <w:webHidden/>
          </w:rPr>
          <w:t>3-28</w:t>
        </w:r>
        <w:r w:rsidR="000716EE" w:rsidRPr="000716EE">
          <w:rPr>
            <w:webHidden/>
          </w:rPr>
          <w:fldChar w:fldCharType="end"/>
        </w:r>
      </w:hyperlink>
    </w:p>
    <w:p w14:paraId="0D48E0D2" w14:textId="7F40EBC2" w:rsidR="000716EE" w:rsidRPr="000716EE" w:rsidRDefault="00092E1C" w:rsidP="001235C5">
      <w:pPr>
        <w:pStyle w:val="TOC4"/>
        <w:rPr>
          <w:rFonts w:eastAsiaTheme="minorEastAsia"/>
          <w:snapToGrid/>
          <w:kern w:val="2"/>
          <w14:ligatures w14:val="standardContextual"/>
        </w:rPr>
      </w:pPr>
      <w:hyperlink w:anchor="_Toc160026544" w:history="1">
        <w:r w:rsidR="000716EE" w:rsidRPr="000716EE">
          <w:rPr>
            <w:rStyle w:val="Hyperlink"/>
            <w:bCs w:val="0"/>
            <w:sz w:val="20"/>
            <w:szCs w:val="20"/>
            <w:u w:val="none"/>
          </w:rPr>
          <w:t>3.1.6.4</w:t>
        </w:r>
        <w:r w:rsidR="000716EE" w:rsidRPr="000716EE">
          <w:rPr>
            <w:rFonts w:eastAsiaTheme="minorEastAsia"/>
            <w:snapToGrid/>
            <w:kern w:val="2"/>
            <w14:ligatures w14:val="standardContextual"/>
          </w:rPr>
          <w:tab/>
        </w:r>
        <w:r w:rsidR="000716EE" w:rsidRPr="000716EE">
          <w:rPr>
            <w:rStyle w:val="Hyperlink"/>
            <w:bCs w:val="0"/>
            <w:sz w:val="20"/>
            <w:szCs w:val="20"/>
            <w:u w:val="none"/>
          </w:rPr>
          <w:t>Approval of Changes to a Resource Outage Plan</w:t>
        </w:r>
        <w:r w:rsidR="000716EE" w:rsidRPr="000716EE">
          <w:rPr>
            <w:webHidden/>
          </w:rPr>
          <w:tab/>
        </w:r>
        <w:r w:rsidR="000716EE" w:rsidRPr="000716EE">
          <w:rPr>
            <w:webHidden/>
          </w:rPr>
          <w:fldChar w:fldCharType="begin"/>
        </w:r>
        <w:r w:rsidR="000716EE" w:rsidRPr="000716EE">
          <w:rPr>
            <w:webHidden/>
          </w:rPr>
          <w:instrText xml:space="preserve"> PAGEREF _Toc160026544 \h </w:instrText>
        </w:r>
        <w:r w:rsidR="000716EE" w:rsidRPr="000716EE">
          <w:rPr>
            <w:webHidden/>
          </w:rPr>
        </w:r>
        <w:r w:rsidR="000716EE" w:rsidRPr="000716EE">
          <w:rPr>
            <w:webHidden/>
          </w:rPr>
          <w:fldChar w:fldCharType="separate"/>
        </w:r>
        <w:r>
          <w:rPr>
            <w:webHidden/>
          </w:rPr>
          <w:t>3-28</w:t>
        </w:r>
        <w:r w:rsidR="000716EE" w:rsidRPr="000716EE">
          <w:rPr>
            <w:webHidden/>
          </w:rPr>
          <w:fldChar w:fldCharType="end"/>
        </w:r>
      </w:hyperlink>
    </w:p>
    <w:p w14:paraId="3FE59AD3" w14:textId="280483DA" w:rsidR="000716EE" w:rsidRPr="000716EE" w:rsidRDefault="00092E1C" w:rsidP="001235C5">
      <w:pPr>
        <w:pStyle w:val="TOC4"/>
        <w:rPr>
          <w:rFonts w:eastAsiaTheme="minorEastAsia"/>
          <w:snapToGrid/>
          <w:kern w:val="2"/>
          <w14:ligatures w14:val="standardContextual"/>
        </w:rPr>
      </w:pPr>
      <w:hyperlink w:anchor="_Toc160026545" w:history="1">
        <w:r w:rsidR="000716EE" w:rsidRPr="000716EE">
          <w:rPr>
            <w:rStyle w:val="Hyperlink"/>
            <w:bCs w:val="0"/>
            <w:sz w:val="20"/>
            <w:szCs w:val="20"/>
            <w:u w:val="none"/>
          </w:rPr>
          <w:t>3.1.6.5</w:t>
        </w:r>
        <w:r w:rsidR="000716EE" w:rsidRPr="000716EE">
          <w:rPr>
            <w:rFonts w:eastAsiaTheme="minorEastAsia"/>
            <w:snapToGrid/>
            <w:kern w:val="2"/>
            <w14:ligatures w14:val="standardContextual"/>
          </w:rPr>
          <w:tab/>
        </w:r>
        <w:r w:rsidR="000716EE" w:rsidRPr="000716EE">
          <w:rPr>
            <w:rStyle w:val="Hyperlink"/>
            <w:bCs w:val="0"/>
            <w:sz w:val="20"/>
            <w:szCs w:val="20"/>
            <w:u w:val="none"/>
          </w:rPr>
          <w:t>Evaluation of Proposed Resource Outage</w:t>
        </w:r>
        <w:r w:rsidR="000716EE" w:rsidRPr="000716EE">
          <w:rPr>
            <w:webHidden/>
          </w:rPr>
          <w:tab/>
        </w:r>
        <w:r w:rsidR="000716EE" w:rsidRPr="000716EE">
          <w:rPr>
            <w:webHidden/>
          </w:rPr>
          <w:fldChar w:fldCharType="begin"/>
        </w:r>
        <w:r w:rsidR="000716EE" w:rsidRPr="000716EE">
          <w:rPr>
            <w:webHidden/>
          </w:rPr>
          <w:instrText xml:space="preserve"> PAGEREF _Toc160026545 \h </w:instrText>
        </w:r>
        <w:r w:rsidR="000716EE" w:rsidRPr="000716EE">
          <w:rPr>
            <w:webHidden/>
          </w:rPr>
        </w:r>
        <w:r w:rsidR="000716EE" w:rsidRPr="000716EE">
          <w:rPr>
            <w:webHidden/>
          </w:rPr>
          <w:fldChar w:fldCharType="separate"/>
        </w:r>
        <w:r>
          <w:rPr>
            <w:webHidden/>
          </w:rPr>
          <w:t>3-29</w:t>
        </w:r>
        <w:r w:rsidR="000716EE" w:rsidRPr="000716EE">
          <w:rPr>
            <w:webHidden/>
          </w:rPr>
          <w:fldChar w:fldCharType="end"/>
        </w:r>
      </w:hyperlink>
    </w:p>
    <w:p w14:paraId="667175E1" w14:textId="6B6BB910" w:rsidR="000716EE" w:rsidRPr="000716EE" w:rsidRDefault="00092E1C" w:rsidP="001235C5">
      <w:pPr>
        <w:pStyle w:val="TOC4"/>
        <w:rPr>
          <w:rFonts w:eastAsiaTheme="minorEastAsia"/>
          <w:snapToGrid/>
          <w:kern w:val="2"/>
          <w14:ligatures w14:val="standardContextual"/>
        </w:rPr>
      </w:pPr>
      <w:hyperlink w:anchor="_Toc160026546" w:history="1">
        <w:r w:rsidR="000716EE" w:rsidRPr="000716EE">
          <w:rPr>
            <w:rStyle w:val="Hyperlink"/>
            <w:bCs w:val="0"/>
            <w:sz w:val="20"/>
            <w:szCs w:val="20"/>
            <w:u w:val="none"/>
          </w:rPr>
          <w:t>3.1.6.6</w:t>
        </w:r>
        <w:r w:rsidR="000716EE" w:rsidRPr="000716EE">
          <w:rPr>
            <w:rFonts w:eastAsiaTheme="minorEastAsia"/>
            <w:snapToGrid/>
            <w:kern w:val="2"/>
            <w14:ligatures w14:val="standardContextual"/>
          </w:rPr>
          <w:tab/>
        </w:r>
        <w:r w:rsidR="000716EE" w:rsidRPr="000716EE">
          <w:rPr>
            <w:rStyle w:val="Hyperlink"/>
            <w:bCs w:val="0"/>
            <w:sz w:val="20"/>
            <w:szCs w:val="20"/>
            <w:u w:val="none"/>
          </w:rPr>
          <w:t>Timelines for Response by ERCOT for Resource Planned Outages</w:t>
        </w:r>
        <w:r w:rsidR="000716EE" w:rsidRPr="000716EE">
          <w:rPr>
            <w:webHidden/>
          </w:rPr>
          <w:tab/>
        </w:r>
        <w:r w:rsidR="000716EE" w:rsidRPr="000716EE">
          <w:rPr>
            <w:webHidden/>
          </w:rPr>
          <w:fldChar w:fldCharType="begin"/>
        </w:r>
        <w:r w:rsidR="000716EE" w:rsidRPr="000716EE">
          <w:rPr>
            <w:webHidden/>
          </w:rPr>
          <w:instrText xml:space="preserve"> PAGEREF _Toc160026546 \h </w:instrText>
        </w:r>
        <w:r w:rsidR="000716EE" w:rsidRPr="000716EE">
          <w:rPr>
            <w:webHidden/>
          </w:rPr>
        </w:r>
        <w:r w:rsidR="000716EE" w:rsidRPr="000716EE">
          <w:rPr>
            <w:webHidden/>
          </w:rPr>
          <w:fldChar w:fldCharType="separate"/>
        </w:r>
        <w:r>
          <w:rPr>
            <w:webHidden/>
          </w:rPr>
          <w:t>3-30</w:t>
        </w:r>
        <w:r w:rsidR="000716EE" w:rsidRPr="000716EE">
          <w:rPr>
            <w:webHidden/>
          </w:rPr>
          <w:fldChar w:fldCharType="end"/>
        </w:r>
      </w:hyperlink>
    </w:p>
    <w:p w14:paraId="29C421CA" w14:textId="320303A6" w:rsidR="000716EE" w:rsidRPr="000716EE" w:rsidRDefault="00092E1C" w:rsidP="001235C5">
      <w:pPr>
        <w:pStyle w:val="TOC4"/>
        <w:rPr>
          <w:rFonts w:eastAsiaTheme="minorEastAsia"/>
          <w:snapToGrid/>
          <w:kern w:val="2"/>
          <w14:ligatures w14:val="standardContextual"/>
        </w:rPr>
      </w:pPr>
      <w:hyperlink w:anchor="_Toc160026547" w:history="1">
        <w:r w:rsidR="000716EE" w:rsidRPr="000716EE">
          <w:rPr>
            <w:rStyle w:val="Hyperlink"/>
            <w:bCs w:val="0"/>
            <w:sz w:val="20"/>
            <w:szCs w:val="20"/>
            <w:u w:val="none"/>
          </w:rPr>
          <w:t>3.1.6.7</w:t>
        </w:r>
        <w:r w:rsidR="000716EE" w:rsidRPr="000716EE">
          <w:rPr>
            <w:rFonts w:eastAsiaTheme="minorEastAsia"/>
            <w:snapToGrid/>
            <w:kern w:val="2"/>
            <w14:ligatures w14:val="standardContextual"/>
          </w:rPr>
          <w:tab/>
        </w:r>
        <w:r w:rsidR="000716EE" w:rsidRPr="000716EE">
          <w:rPr>
            <w:rStyle w:val="Hyperlink"/>
            <w:bCs w:val="0"/>
            <w:sz w:val="20"/>
            <w:szCs w:val="20"/>
            <w:u w:val="none"/>
          </w:rPr>
          <w:t xml:space="preserve"> Delay</w:t>
        </w:r>
        <w:r w:rsidR="000716EE" w:rsidRPr="000716EE">
          <w:rPr>
            <w:webHidden/>
          </w:rPr>
          <w:tab/>
        </w:r>
        <w:r w:rsidR="000716EE" w:rsidRPr="000716EE">
          <w:rPr>
            <w:webHidden/>
          </w:rPr>
          <w:fldChar w:fldCharType="begin"/>
        </w:r>
        <w:r w:rsidR="000716EE" w:rsidRPr="000716EE">
          <w:rPr>
            <w:webHidden/>
          </w:rPr>
          <w:instrText xml:space="preserve"> PAGEREF _Toc160026547 \h </w:instrText>
        </w:r>
        <w:r w:rsidR="000716EE" w:rsidRPr="000716EE">
          <w:rPr>
            <w:webHidden/>
          </w:rPr>
        </w:r>
        <w:r w:rsidR="000716EE" w:rsidRPr="000716EE">
          <w:rPr>
            <w:webHidden/>
          </w:rPr>
          <w:fldChar w:fldCharType="separate"/>
        </w:r>
        <w:r>
          <w:rPr>
            <w:webHidden/>
          </w:rPr>
          <w:t>3-31</w:t>
        </w:r>
        <w:r w:rsidR="000716EE" w:rsidRPr="000716EE">
          <w:rPr>
            <w:webHidden/>
          </w:rPr>
          <w:fldChar w:fldCharType="end"/>
        </w:r>
      </w:hyperlink>
    </w:p>
    <w:p w14:paraId="64510F2F" w14:textId="54357879" w:rsidR="000716EE" w:rsidRPr="000716EE" w:rsidRDefault="00092E1C" w:rsidP="001235C5">
      <w:pPr>
        <w:pStyle w:val="TOC4"/>
        <w:rPr>
          <w:rFonts w:eastAsiaTheme="minorEastAsia"/>
          <w:snapToGrid/>
          <w:kern w:val="2"/>
          <w14:ligatures w14:val="standardContextual"/>
        </w:rPr>
      </w:pPr>
      <w:hyperlink w:anchor="_Toc160026548" w:history="1">
        <w:r w:rsidR="000716EE" w:rsidRPr="000716EE">
          <w:rPr>
            <w:rStyle w:val="Hyperlink"/>
            <w:bCs w:val="0"/>
            <w:sz w:val="20"/>
            <w:szCs w:val="20"/>
            <w:u w:val="none"/>
          </w:rPr>
          <w:t>3.1.6.8</w:t>
        </w:r>
        <w:r w:rsidR="000716EE" w:rsidRPr="000716EE">
          <w:rPr>
            <w:rFonts w:eastAsiaTheme="minorEastAsia"/>
            <w:snapToGrid/>
            <w:kern w:val="2"/>
            <w14:ligatures w14:val="standardContextual"/>
          </w:rPr>
          <w:tab/>
        </w:r>
        <w:r w:rsidR="000716EE" w:rsidRPr="000716EE">
          <w:rPr>
            <w:rStyle w:val="Hyperlink"/>
            <w:bCs w:val="0"/>
            <w:sz w:val="20"/>
            <w:szCs w:val="20"/>
            <w:u w:val="none"/>
          </w:rPr>
          <w:t>Resource Outage Rejection Notice</w:t>
        </w:r>
        <w:r w:rsidR="000716EE" w:rsidRPr="000716EE">
          <w:rPr>
            <w:webHidden/>
          </w:rPr>
          <w:tab/>
        </w:r>
        <w:r w:rsidR="000716EE" w:rsidRPr="000716EE">
          <w:rPr>
            <w:webHidden/>
          </w:rPr>
          <w:fldChar w:fldCharType="begin"/>
        </w:r>
        <w:r w:rsidR="000716EE" w:rsidRPr="000716EE">
          <w:rPr>
            <w:webHidden/>
          </w:rPr>
          <w:instrText xml:space="preserve"> PAGEREF _Toc160026548 \h </w:instrText>
        </w:r>
        <w:r w:rsidR="000716EE" w:rsidRPr="000716EE">
          <w:rPr>
            <w:webHidden/>
          </w:rPr>
        </w:r>
        <w:r w:rsidR="000716EE" w:rsidRPr="000716EE">
          <w:rPr>
            <w:webHidden/>
          </w:rPr>
          <w:fldChar w:fldCharType="separate"/>
        </w:r>
        <w:r>
          <w:rPr>
            <w:webHidden/>
          </w:rPr>
          <w:t>3-31</w:t>
        </w:r>
        <w:r w:rsidR="000716EE" w:rsidRPr="000716EE">
          <w:rPr>
            <w:webHidden/>
          </w:rPr>
          <w:fldChar w:fldCharType="end"/>
        </w:r>
      </w:hyperlink>
    </w:p>
    <w:p w14:paraId="14C05EE2" w14:textId="417B52E6" w:rsidR="000716EE" w:rsidRPr="000716EE" w:rsidRDefault="00092E1C" w:rsidP="001235C5">
      <w:pPr>
        <w:pStyle w:val="TOC4"/>
        <w:rPr>
          <w:rFonts w:eastAsiaTheme="minorEastAsia"/>
          <w:snapToGrid/>
          <w:kern w:val="2"/>
          <w14:ligatures w14:val="standardContextual"/>
        </w:rPr>
      </w:pPr>
      <w:hyperlink w:anchor="_Toc160026549" w:history="1">
        <w:r w:rsidR="000716EE" w:rsidRPr="000716EE">
          <w:rPr>
            <w:rStyle w:val="Hyperlink"/>
            <w:bCs w:val="0"/>
            <w:sz w:val="20"/>
            <w:szCs w:val="20"/>
            <w:u w:val="none"/>
          </w:rPr>
          <w:t>3.1.6.9</w:t>
        </w:r>
        <w:r w:rsidR="000716EE" w:rsidRPr="000716EE">
          <w:rPr>
            <w:rFonts w:eastAsiaTheme="minorEastAsia"/>
            <w:snapToGrid/>
            <w:kern w:val="2"/>
            <w14:ligatures w14:val="standardContextual"/>
          </w:rPr>
          <w:tab/>
        </w:r>
        <w:r w:rsidR="000716EE" w:rsidRPr="000716EE">
          <w:rPr>
            <w:rStyle w:val="Hyperlink"/>
            <w:bCs w:val="0"/>
            <w:sz w:val="20"/>
            <w:szCs w:val="20"/>
            <w:u w:val="none"/>
          </w:rPr>
          <w:t>Withdrawal of Approval and Rescheduling of Approved Planned Outages of Resource Facilities</w:t>
        </w:r>
        <w:r w:rsidR="000716EE" w:rsidRPr="000716EE">
          <w:rPr>
            <w:webHidden/>
          </w:rPr>
          <w:tab/>
        </w:r>
        <w:r w:rsidR="000716EE" w:rsidRPr="000716EE">
          <w:rPr>
            <w:webHidden/>
          </w:rPr>
          <w:fldChar w:fldCharType="begin"/>
        </w:r>
        <w:r w:rsidR="000716EE" w:rsidRPr="000716EE">
          <w:rPr>
            <w:webHidden/>
          </w:rPr>
          <w:instrText xml:space="preserve"> PAGEREF _Toc160026549 \h </w:instrText>
        </w:r>
        <w:r w:rsidR="000716EE" w:rsidRPr="000716EE">
          <w:rPr>
            <w:webHidden/>
          </w:rPr>
        </w:r>
        <w:r w:rsidR="000716EE" w:rsidRPr="000716EE">
          <w:rPr>
            <w:webHidden/>
          </w:rPr>
          <w:fldChar w:fldCharType="separate"/>
        </w:r>
        <w:r>
          <w:rPr>
            <w:webHidden/>
          </w:rPr>
          <w:t>3-32</w:t>
        </w:r>
        <w:r w:rsidR="000716EE" w:rsidRPr="000716EE">
          <w:rPr>
            <w:webHidden/>
          </w:rPr>
          <w:fldChar w:fldCharType="end"/>
        </w:r>
      </w:hyperlink>
    </w:p>
    <w:p w14:paraId="3304D1A7" w14:textId="25DB874E" w:rsidR="000716EE" w:rsidRPr="000716EE" w:rsidRDefault="00092E1C" w:rsidP="001235C5">
      <w:pPr>
        <w:pStyle w:val="TOC4"/>
        <w:rPr>
          <w:rFonts w:eastAsiaTheme="minorEastAsia"/>
          <w:snapToGrid/>
          <w:kern w:val="2"/>
          <w14:ligatures w14:val="standardContextual"/>
        </w:rPr>
      </w:pPr>
      <w:hyperlink w:anchor="_Toc160026550" w:history="1">
        <w:r w:rsidR="000716EE" w:rsidRPr="000716EE">
          <w:rPr>
            <w:rStyle w:val="Hyperlink"/>
            <w:bCs w:val="0"/>
            <w:sz w:val="20"/>
            <w:szCs w:val="20"/>
            <w:u w:val="none"/>
          </w:rPr>
          <w:t>3.1.6.10</w:t>
        </w:r>
        <w:r w:rsidR="000716EE" w:rsidRPr="000716EE">
          <w:rPr>
            <w:rFonts w:eastAsiaTheme="minorEastAsia"/>
            <w:snapToGrid/>
            <w:kern w:val="2"/>
            <w14:ligatures w14:val="standardContextual"/>
          </w:rPr>
          <w:tab/>
        </w:r>
        <w:r w:rsidR="000716EE" w:rsidRPr="000716EE">
          <w:rPr>
            <w:rStyle w:val="Hyperlink"/>
            <w:bCs w:val="0"/>
            <w:sz w:val="20"/>
            <w:szCs w:val="20"/>
            <w:u w:val="none"/>
          </w:rPr>
          <w:t>Opportunity Outage</w:t>
        </w:r>
        <w:r w:rsidR="000716EE" w:rsidRPr="000716EE">
          <w:rPr>
            <w:webHidden/>
          </w:rPr>
          <w:tab/>
        </w:r>
        <w:r w:rsidR="000716EE" w:rsidRPr="000716EE">
          <w:rPr>
            <w:webHidden/>
          </w:rPr>
          <w:fldChar w:fldCharType="begin"/>
        </w:r>
        <w:r w:rsidR="000716EE" w:rsidRPr="000716EE">
          <w:rPr>
            <w:webHidden/>
          </w:rPr>
          <w:instrText xml:space="preserve"> PAGEREF _Toc160026550 \h </w:instrText>
        </w:r>
        <w:r w:rsidR="000716EE" w:rsidRPr="000716EE">
          <w:rPr>
            <w:webHidden/>
          </w:rPr>
        </w:r>
        <w:r w:rsidR="000716EE" w:rsidRPr="000716EE">
          <w:rPr>
            <w:webHidden/>
          </w:rPr>
          <w:fldChar w:fldCharType="separate"/>
        </w:r>
        <w:r>
          <w:rPr>
            <w:webHidden/>
          </w:rPr>
          <w:t>3-37</w:t>
        </w:r>
        <w:r w:rsidR="000716EE" w:rsidRPr="000716EE">
          <w:rPr>
            <w:webHidden/>
          </w:rPr>
          <w:fldChar w:fldCharType="end"/>
        </w:r>
      </w:hyperlink>
    </w:p>
    <w:p w14:paraId="5AEBCD6E" w14:textId="2C9707B1" w:rsidR="000716EE" w:rsidRPr="000716EE" w:rsidRDefault="00092E1C" w:rsidP="001235C5">
      <w:pPr>
        <w:pStyle w:val="TOC4"/>
        <w:rPr>
          <w:rFonts w:eastAsiaTheme="minorEastAsia"/>
          <w:snapToGrid/>
          <w:kern w:val="2"/>
          <w14:ligatures w14:val="standardContextual"/>
        </w:rPr>
      </w:pPr>
      <w:hyperlink w:anchor="_Toc160026551" w:history="1">
        <w:r w:rsidR="000716EE" w:rsidRPr="000716EE">
          <w:rPr>
            <w:rStyle w:val="Hyperlink"/>
            <w:bCs w:val="0"/>
            <w:sz w:val="20"/>
            <w:szCs w:val="20"/>
            <w:u w:val="none"/>
          </w:rPr>
          <w:t>3.1.6.11</w:t>
        </w:r>
        <w:r w:rsidR="000716EE" w:rsidRPr="000716EE">
          <w:rPr>
            <w:rFonts w:eastAsiaTheme="minorEastAsia"/>
            <w:snapToGrid/>
            <w:kern w:val="2"/>
            <w14:ligatures w14:val="standardContextual"/>
          </w:rPr>
          <w:tab/>
        </w:r>
        <w:r w:rsidR="000716EE" w:rsidRPr="000716EE">
          <w:rPr>
            <w:rStyle w:val="Hyperlink"/>
            <w:bCs w:val="0"/>
            <w:sz w:val="20"/>
            <w:szCs w:val="20"/>
            <w:u w:val="none"/>
          </w:rPr>
          <w:t>Outage Returning Early</w:t>
        </w:r>
        <w:r w:rsidR="000716EE" w:rsidRPr="000716EE">
          <w:rPr>
            <w:webHidden/>
          </w:rPr>
          <w:tab/>
        </w:r>
        <w:r w:rsidR="000716EE" w:rsidRPr="000716EE">
          <w:rPr>
            <w:webHidden/>
          </w:rPr>
          <w:fldChar w:fldCharType="begin"/>
        </w:r>
        <w:r w:rsidR="000716EE" w:rsidRPr="000716EE">
          <w:rPr>
            <w:webHidden/>
          </w:rPr>
          <w:instrText xml:space="preserve"> PAGEREF _Toc160026551 \h </w:instrText>
        </w:r>
        <w:r w:rsidR="000716EE" w:rsidRPr="000716EE">
          <w:rPr>
            <w:webHidden/>
          </w:rPr>
        </w:r>
        <w:r w:rsidR="000716EE" w:rsidRPr="000716EE">
          <w:rPr>
            <w:webHidden/>
          </w:rPr>
          <w:fldChar w:fldCharType="separate"/>
        </w:r>
        <w:r>
          <w:rPr>
            <w:webHidden/>
          </w:rPr>
          <w:t>3-37</w:t>
        </w:r>
        <w:r w:rsidR="000716EE" w:rsidRPr="000716EE">
          <w:rPr>
            <w:webHidden/>
          </w:rPr>
          <w:fldChar w:fldCharType="end"/>
        </w:r>
      </w:hyperlink>
    </w:p>
    <w:p w14:paraId="2334E608" w14:textId="3EEAD61B" w:rsidR="000716EE" w:rsidRPr="000716EE" w:rsidRDefault="00092E1C" w:rsidP="001235C5">
      <w:pPr>
        <w:pStyle w:val="TOC4"/>
        <w:rPr>
          <w:rFonts w:eastAsiaTheme="minorEastAsia"/>
          <w:snapToGrid/>
          <w:kern w:val="2"/>
          <w14:ligatures w14:val="standardContextual"/>
        </w:rPr>
      </w:pPr>
      <w:hyperlink w:anchor="_Toc160026552" w:history="1">
        <w:r w:rsidR="000716EE" w:rsidRPr="000716EE">
          <w:rPr>
            <w:rStyle w:val="Hyperlink"/>
            <w:bCs w:val="0"/>
            <w:sz w:val="20"/>
            <w:szCs w:val="20"/>
            <w:u w:val="none"/>
          </w:rPr>
          <w:t>3.1.6.12</w:t>
        </w:r>
        <w:r w:rsidR="000716EE" w:rsidRPr="000716EE">
          <w:rPr>
            <w:rFonts w:eastAsiaTheme="minorEastAsia"/>
            <w:snapToGrid/>
            <w:kern w:val="2"/>
            <w14:ligatures w14:val="standardContextual"/>
          </w:rPr>
          <w:tab/>
        </w:r>
        <w:r w:rsidR="000716EE" w:rsidRPr="000716EE">
          <w:rPr>
            <w:rStyle w:val="Hyperlink"/>
            <w:bCs w:val="0"/>
            <w:sz w:val="20"/>
            <w:szCs w:val="20"/>
            <w:u w:val="none"/>
          </w:rPr>
          <w:t>Resource Coming On-Line</w:t>
        </w:r>
        <w:r w:rsidR="000716EE" w:rsidRPr="000716EE">
          <w:rPr>
            <w:webHidden/>
          </w:rPr>
          <w:tab/>
        </w:r>
        <w:r w:rsidR="000716EE" w:rsidRPr="000716EE">
          <w:rPr>
            <w:webHidden/>
          </w:rPr>
          <w:fldChar w:fldCharType="begin"/>
        </w:r>
        <w:r w:rsidR="000716EE" w:rsidRPr="000716EE">
          <w:rPr>
            <w:webHidden/>
          </w:rPr>
          <w:instrText xml:space="preserve"> PAGEREF _Toc160026552 \h </w:instrText>
        </w:r>
        <w:r w:rsidR="000716EE" w:rsidRPr="000716EE">
          <w:rPr>
            <w:webHidden/>
          </w:rPr>
        </w:r>
        <w:r w:rsidR="000716EE" w:rsidRPr="000716EE">
          <w:rPr>
            <w:webHidden/>
          </w:rPr>
          <w:fldChar w:fldCharType="separate"/>
        </w:r>
        <w:r>
          <w:rPr>
            <w:webHidden/>
          </w:rPr>
          <w:t>3-38</w:t>
        </w:r>
        <w:r w:rsidR="000716EE" w:rsidRPr="000716EE">
          <w:rPr>
            <w:webHidden/>
          </w:rPr>
          <w:fldChar w:fldCharType="end"/>
        </w:r>
      </w:hyperlink>
    </w:p>
    <w:p w14:paraId="3F69780E" w14:textId="3FE84E6F" w:rsidR="000716EE" w:rsidRPr="000716EE" w:rsidRDefault="00092E1C" w:rsidP="001235C5">
      <w:pPr>
        <w:pStyle w:val="TOC4"/>
        <w:rPr>
          <w:rFonts w:eastAsiaTheme="minorEastAsia"/>
          <w:snapToGrid/>
          <w:kern w:val="2"/>
          <w14:ligatures w14:val="standardContextual"/>
        </w:rPr>
      </w:pPr>
      <w:hyperlink w:anchor="_Toc160026553" w:history="1">
        <w:r w:rsidR="000716EE" w:rsidRPr="000716EE">
          <w:rPr>
            <w:rStyle w:val="Hyperlink"/>
            <w:bCs w:val="0"/>
            <w:sz w:val="20"/>
            <w:szCs w:val="20"/>
            <w:u w:val="none"/>
          </w:rPr>
          <w:t>3.1.6.13</w:t>
        </w:r>
        <w:r w:rsidR="000716EE" w:rsidRPr="000716EE">
          <w:rPr>
            <w:rFonts w:eastAsiaTheme="minorEastAsia"/>
            <w:snapToGrid/>
            <w:kern w:val="2"/>
            <w14:ligatures w14:val="standardContextual"/>
          </w:rPr>
          <w:tab/>
        </w:r>
        <w:r w:rsidR="000716EE" w:rsidRPr="000716EE">
          <w:rPr>
            <w:rStyle w:val="Hyperlink"/>
            <w:bCs w:val="0"/>
            <w:sz w:val="20"/>
            <w:szCs w:val="20"/>
            <w:u w:val="none"/>
          </w:rPr>
          <w:t>Maximum Daily Resource Planned Outage Capacity</w:t>
        </w:r>
        <w:r w:rsidR="000716EE" w:rsidRPr="000716EE">
          <w:rPr>
            <w:webHidden/>
          </w:rPr>
          <w:tab/>
        </w:r>
        <w:r w:rsidR="000716EE" w:rsidRPr="000716EE">
          <w:rPr>
            <w:webHidden/>
          </w:rPr>
          <w:fldChar w:fldCharType="begin"/>
        </w:r>
        <w:r w:rsidR="000716EE" w:rsidRPr="000716EE">
          <w:rPr>
            <w:webHidden/>
          </w:rPr>
          <w:instrText xml:space="preserve"> PAGEREF _Toc160026553 \h </w:instrText>
        </w:r>
        <w:r w:rsidR="000716EE" w:rsidRPr="000716EE">
          <w:rPr>
            <w:webHidden/>
          </w:rPr>
        </w:r>
        <w:r w:rsidR="000716EE" w:rsidRPr="000716EE">
          <w:rPr>
            <w:webHidden/>
          </w:rPr>
          <w:fldChar w:fldCharType="separate"/>
        </w:r>
        <w:r>
          <w:rPr>
            <w:webHidden/>
          </w:rPr>
          <w:t>3-38</w:t>
        </w:r>
        <w:r w:rsidR="000716EE" w:rsidRPr="000716EE">
          <w:rPr>
            <w:webHidden/>
          </w:rPr>
          <w:fldChar w:fldCharType="end"/>
        </w:r>
      </w:hyperlink>
    </w:p>
    <w:p w14:paraId="4C2F7EF0" w14:textId="05CA7DDF" w:rsidR="000716EE" w:rsidRPr="000716EE" w:rsidRDefault="00092E1C" w:rsidP="001235C5">
      <w:pPr>
        <w:pStyle w:val="TOC4"/>
        <w:rPr>
          <w:rFonts w:eastAsiaTheme="minorEastAsia"/>
          <w:snapToGrid/>
          <w:kern w:val="2"/>
          <w14:ligatures w14:val="standardContextual"/>
        </w:rPr>
      </w:pPr>
      <w:hyperlink w:anchor="_Toc160026554" w:history="1">
        <w:r w:rsidR="000716EE" w:rsidRPr="000716EE">
          <w:rPr>
            <w:rStyle w:val="Hyperlink"/>
            <w:bCs w:val="0"/>
            <w:sz w:val="20"/>
            <w:szCs w:val="20"/>
            <w:u w:val="none"/>
          </w:rPr>
          <w:t>3.1.6.14</w:t>
        </w:r>
        <w:r w:rsidR="000716EE" w:rsidRPr="000716EE">
          <w:rPr>
            <w:rFonts w:eastAsiaTheme="minorEastAsia"/>
            <w:snapToGrid/>
            <w:kern w:val="2"/>
            <w14:ligatures w14:val="standardContextual"/>
          </w:rPr>
          <w:tab/>
        </w:r>
        <w:r w:rsidR="000716EE" w:rsidRPr="000716EE">
          <w:rPr>
            <w:rStyle w:val="Hyperlink"/>
            <w:bCs w:val="0"/>
            <w:sz w:val="20"/>
            <w:szCs w:val="20"/>
            <w:u w:val="none"/>
          </w:rPr>
          <w:t>Distribution Facility Outages Impacting Distribution Generation Resources and Distribution Energy Storage Resources</w:t>
        </w:r>
        <w:r w:rsidR="000716EE" w:rsidRPr="000716EE">
          <w:rPr>
            <w:webHidden/>
          </w:rPr>
          <w:tab/>
        </w:r>
        <w:r w:rsidR="000716EE" w:rsidRPr="000716EE">
          <w:rPr>
            <w:webHidden/>
          </w:rPr>
          <w:fldChar w:fldCharType="begin"/>
        </w:r>
        <w:r w:rsidR="000716EE" w:rsidRPr="000716EE">
          <w:rPr>
            <w:webHidden/>
          </w:rPr>
          <w:instrText xml:space="preserve"> PAGEREF _Toc160026554 \h </w:instrText>
        </w:r>
        <w:r w:rsidR="000716EE" w:rsidRPr="000716EE">
          <w:rPr>
            <w:webHidden/>
          </w:rPr>
        </w:r>
        <w:r w:rsidR="000716EE" w:rsidRPr="000716EE">
          <w:rPr>
            <w:webHidden/>
          </w:rPr>
          <w:fldChar w:fldCharType="separate"/>
        </w:r>
        <w:r>
          <w:rPr>
            <w:webHidden/>
          </w:rPr>
          <w:t>3-39</w:t>
        </w:r>
        <w:r w:rsidR="000716EE" w:rsidRPr="000716EE">
          <w:rPr>
            <w:webHidden/>
          </w:rPr>
          <w:fldChar w:fldCharType="end"/>
        </w:r>
      </w:hyperlink>
    </w:p>
    <w:p w14:paraId="55258C76" w14:textId="2856483B" w:rsidR="000716EE" w:rsidRPr="000716EE" w:rsidRDefault="00092E1C">
      <w:pPr>
        <w:pStyle w:val="TOC3"/>
        <w:rPr>
          <w:rFonts w:eastAsiaTheme="minorEastAsia"/>
          <w:kern w:val="2"/>
          <w14:ligatures w14:val="standardContextual"/>
        </w:rPr>
      </w:pPr>
      <w:hyperlink w:anchor="_Toc160026555" w:history="1">
        <w:r w:rsidR="000716EE" w:rsidRPr="000716EE">
          <w:rPr>
            <w:rStyle w:val="Hyperlink"/>
            <w:u w:val="none"/>
          </w:rPr>
          <w:t>3.1.7</w:t>
        </w:r>
        <w:r w:rsidR="000716EE" w:rsidRPr="000716EE">
          <w:rPr>
            <w:rFonts w:eastAsiaTheme="minorEastAsia"/>
            <w:kern w:val="2"/>
            <w14:ligatures w14:val="standardContextual"/>
          </w:rPr>
          <w:tab/>
        </w:r>
        <w:r w:rsidR="000716EE" w:rsidRPr="000716EE">
          <w:rPr>
            <w:rStyle w:val="Hyperlink"/>
            <w:u w:val="none"/>
          </w:rPr>
          <w:t>Reliability Resource Outages</w:t>
        </w:r>
        <w:r w:rsidR="000716EE" w:rsidRPr="000716EE">
          <w:rPr>
            <w:webHidden/>
          </w:rPr>
          <w:tab/>
        </w:r>
        <w:r w:rsidR="000716EE" w:rsidRPr="000716EE">
          <w:rPr>
            <w:webHidden/>
          </w:rPr>
          <w:fldChar w:fldCharType="begin"/>
        </w:r>
        <w:r w:rsidR="000716EE" w:rsidRPr="000716EE">
          <w:rPr>
            <w:webHidden/>
          </w:rPr>
          <w:instrText xml:space="preserve"> PAGEREF _Toc160026555 \h </w:instrText>
        </w:r>
        <w:r w:rsidR="000716EE" w:rsidRPr="000716EE">
          <w:rPr>
            <w:webHidden/>
          </w:rPr>
        </w:r>
        <w:r w:rsidR="000716EE" w:rsidRPr="000716EE">
          <w:rPr>
            <w:webHidden/>
          </w:rPr>
          <w:fldChar w:fldCharType="separate"/>
        </w:r>
        <w:r>
          <w:rPr>
            <w:webHidden/>
          </w:rPr>
          <w:t>3-40</w:t>
        </w:r>
        <w:r w:rsidR="000716EE" w:rsidRPr="000716EE">
          <w:rPr>
            <w:webHidden/>
          </w:rPr>
          <w:fldChar w:fldCharType="end"/>
        </w:r>
      </w:hyperlink>
    </w:p>
    <w:p w14:paraId="1C8A6B74" w14:textId="5A3329F7" w:rsidR="000716EE" w:rsidRPr="000716EE" w:rsidRDefault="00092E1C" w:rsidP="001235C5">
      <w:pPr>
        <w:pStyle w:val="TOC4"/>
        <w:rPr>
          <w:rFonts w:eastAsiaTheme="minorEastAsia"/>
          <w:snapToGrid/>
          <w:kern w:val="2"/>
          <w14:ligatures w14:val="standardContextual"/>
        </w:rPr>
      </w:pPr>
      <w:hyperlink w:anchor="_Toc160026556" w:history="1">
        <w:r w:rsidR="000716EE" w:rsidRPr="000716EE">
          <w:rPr>
            <w:rStyle w:val="Hyperlink"/>
            <w:bCs w:val="0"/>
            <w:sz w:val="20"/>
            <w:szCs w:val="20"/>
            <w:u w:val="none"/>
          </w:rPr>
          <w:t>3.1.7.1</w:t>
        </w:r>
        <w:r w:rsidR="000716EE" w:rsidRPr="000716EE">
          <w:rPr>
            <w:rFonts w:eastAsiaTheme="minorEastAsia"/>
            <w:snapToGrid/>
            <w:kern w:val="2"/>
            <w14:ligatures w14:val="standardContextual"/>
          </w:rPr>
          <w:tab/>
        </w:r>
        <w:r w:rsidR="000716EE" w:rsidRPr="000716EE">
          <w:rPr>
            <w:rStyle w:val="Hyperlink"/>
            <w:bCs w:val="0"/>
            <w:sz w:val="20"/>
            <w:szCs w:val="20"/>
            <w:u w:val="none"/>
          </w:rPr>
          <w:t>Timelines for Response by ERCOT on Reliability Resource Outages</w:t>
        </w:r>
        <w:r w:rsidR="000716EE" w:rsidRPr="000716EE">
          <w:rPr>
            <w:webHidden/>
          </w:rPr>
          <w:tab/>
        </w:r>
        <w:r w:rsidR="000716EE" w:rsidRPr="000716EE">
          <w:rPr>
            <w:webHidden/>
          </w:rPr>
          <w:fldChar w:fldCharType="begin"/>
        </w:r>
        <w:r w:rsidR="000716EE" w:rsidRPr="000716EE">
          <w:rPr>
            <w:webHidden/>
          </w:rPr>
          <w:instrText xml:space="preserve"> PAGEREF _Toc160026556 \h </w:instrText>
        </w:r>
        <w:r w:rsidR="000716EE" w:rsidRPr="000716EE">
          <w:rPr>
            <w:webHidden/>
          </w:rPr>
        </w:r>
        <w:r w:rsidR="000716EE" w:rsidRPr="000716EE">
          <w:rPr>
            <w:webHidden/>
          </w:rPr>
          <w:fldChar w:fldCharType="separate"/>
        </w:r>
        <w:r>
          <w:rPr>
            <w:webHidden/>
          </w:rPr>
          <w:t>3-40</w:t>
        </w:r>
        <w:r w:rsidR="000716EE" w:rsidRPr="000716EE">
          <w:rPr>
            <w:webHidden/>
          </w:rPr>
          <w:fldChar w:fldCharType="end"/>
        </w:r>
      </w:hyperlink>
    </w:p>
    <w:p w14:paraId="0548F9CA" w14:textId="507559E4" w:rsidR="000716EE" w:rsidRPr="000716EE" w:rsidRDefault="00092E1C" w:rsidP="001235C5">
      <w:pPr>
        <w:pStyle w:val="TOC4"/>
        <w:rPr>
          <w:rFonts w:eastAsiaTheme="minorEastAsia"/>
          <w:snapToGrid/>
          <w:kern w:val="2"/>
          <w14:ligatures w14:val="standardContextual"/>
        </w:rPr>
      </w:pPr>
      <w:hyperlink w:anchor="_Toc160026557" w:history="1">
        <w:r w:rsidR="000716EE" w:rsidRPr="000716EE">
          <w:rPr>
            <w:rStyle w:val="Hyperlink"/>
            <w:bCs w:val="0"/>
            <w:sz w:val="20"/>
            <w:szCs w:val="20"/>
            <w:u w:val="none"/>
          </w:rPr>
          <w:t>3.1.7.2</w:t>
        </w:r>
        <w:r w:rsidR="000716EE" w:rsidRPr="000716EE">
          <w:rPr>
            <w:rFonts w:eastAsiaTheme="minorEastAsia"/>
            <w:snapToGrid/>
            <w:kern w:val="2"/>
            <w14:ligatures w14:val="standardContextual"/>
          </w:rPr>
          <w:tab/>
        </w:r>
        <w:r w:rsidR="000716EE" w:rsidRPr="000716EE">
          <w:rPr>
            <w:rStyle w:val="Hyperlink"/>
            <w:bCs w:val="0"/>
            <w:sz w:val="20"/>
            <w:szCs w:val="20"/>
            <w:u w:val="none"/>
          </w:rPr>
          <w:t>Changes to an Approved Reliability Resource Outage Plan</w:t>
        </w:r>
        <w:r w:rsidR="000716EE" w:rsidRPr="000716EE">
          <w:rPr>
            <w:webHidden/>
          </w:rPr>
          <w:tab/>
        </w:r>
        <w:r w:rsidR="000716EE" w:rsidRPr="000716EE">
          <w:rPr>
            <w:webHidden/>
          </w:rPr>
          <w:fldChar w:fldCharType="begin"/>
        </w:r>
        <w:r w:rsidR="000716EE" w:rsidRPr="000716EE">
          <w:rPr>
            <w:webHidden/>
          </w:rPr>
          <w:instrText xml:space="preserve"> PAGEREF _Toc160026557 \h </w:instrText>
        </w:r>
        <w:r w:rsidR="000716EE" w:rsidRPr="000716EE">
          <w:rPr>
            <w:webHidden/>
          </w:rPr>
        </w:r>
        <w:r w:rsidR="000716EE" w:rsidRPr="000716EE">
          <w:rPr>
            <w:webHidden/>
          </w:rPr>
          <w:fldChar w:fldCharType="separate"/>
        </w:r>
        <w:r>
          <w:rPr>
            <w:webHidden/>
          </w:rPr>
          <w:t>3-41</w:t>
        </w:r>
        <w:r w:rsidR="000716EE" w:rsidRPr="000716EE">
          <w:rPr>
            <w:webHidden/>
          </w:rPr>
          <w:fldChar w:fldCharType="end"/>
        </w:r>
      </w:hyperlink>
    </w:p>
    <w:p w14:paraId="5BA37A25" w14:textId="59CF9248" w:rsidR="000716EE" w:rsidRPr="000716EE" w:rsidRDefault="00092E1C">
      <w:pPr>
        <w:pStyle w:val="TOC3"/>
        <w:rPr>
          <w:rFonts w:eastAsiaTheme="minorEastAsia"/>
          <w:kern w:val="2"/>
          <w14:ligatures w14:val="standardContextual"/>
        </w:rPr>
      </w:pPr>
      <w:hyperlink w:anchor="_Toc160026558" w:history="1">
        <w:r w:rsidR="000716EE" w:rsidRPr="000716EE">
          <w:rPr>
            <w:rStyle w:val="Hyperlink"/>
            <w:u w:val="none"/>
          </w:rPr>
          <w:t>3.1.8</w:t>
        </w:r>
        <w:r w:rsidR="000716EE" w:rsidRPr="000716EE">
          <w:rPr>
            <w:rFonts w:eastAsiaTheme="minorEastAsia"/>
            <w:kern w:val="2"/>
            <w14:ligatures w14:val="standardContextual"/>
          </w:rPr>
          <w:tab/>
        </w:r>
        <w:r w:rsidR="000716EE" w:rsidRPr="000716EE">
          <w:rPr>
            <w:rStyle w:val="Hyperlink"/>
            <w:u w:val="none"/>
          </w:rPr>
          <w:t>High Impact Transmission Element (HITE) Identification</w:t>
        </w:r>
        <w:r w:rsidR="000716EE" w:rsidRPr="000716EE">
          <w:rPr>
            <w:webHidden/>
          </w:rPr>
          <w:tab/>
        </w:r>
        <w:r w:rsidR="000716EE" w:rsidRPr="000716EE">
          <w:rPr>
            <w:webHidden/>
          </w:rPr>
          <w:fldChar w:fldCharType="begin"/>
        </w:r>
        <w:r w:rsidR="000716EE" w:rsidRPr="000716EE">
          <w:rPr>
            <w:webHidden/>
          </w:rPr>
          <w:instrText xml:space="preserve"> PAGEREF _Toc160026558 \h </w:instrText>
        </w:r>
        <w:r w:rsidR="000716EE" w:rsidRPr="000716EE">
          <w:rPr>
            <w:webHidden/>
          </w:rPr>
        </w:r>
        <w:r w:rsidR="000716EE" w:rsidRPr="000716EE">
          <w:rPr>
            <w:webHidden/>
          </w:rPr>
          <w:fldChar w:fldCharType="separate"/>
        </w:r>
        <w:r>
          <w:rPr>
            <w:webHidden/>
          </w:rPr>
          <w:t>3-41</w:t>
        </w:r>
        <w:r w:rsidR="000716EE" w:rsidRPr="000716EE">
          <w:rPr>
            <w:webHidden/>
          </w:rPr>
          <w:fldChar w:fldCharType="end"/>
        </w:r>
      </w:hyperlink>
    </w:p>
    <w:p w14:paraId="2991CD63" w14:textId="31772C33" w:rsidR="000716EE" w:rsidRPr="000716EE" w:rsidRDefault="00092E1C">
      <w:pPr>
        <w:pStyle w:val="TOC2"/>
        <w:rPr>
          <w:rFonts w:eastAsiaTheme="minorEastAsia"/>
          <w:noProof/>
          <w:kern w:val="2"/>
          <w14:ligatures w14:val="standardContextual"/>
        </w:rPr>
      </w:pPr>
      <w:hyperlink w:anchor="_Toc160026559" w:history="1">
        <w:r w:rsidR="000716EE" w:rsidRPr="000716EE">
          <w:rPr>
            <w:rStyle w:val="Hyperlink"/>
            <w:noProof/>
            <w:u w:val="none"/>
          </w:rPr>
          <w:t xml:space="preserve">3.2 </w:t>
        </w:r>
        <w:r w:rsidR="000716EE" w:rsidRPr="000716EE">
          <w:rPr>
            <w:rFonts w:eastAsiaTheme="minorEastAsia"/>
            <w:noProof/>
            <w:kern w:val="2"/>
            <w14:ligatures w14:val="standardContextual"/>
          </w:rPr>
          <w:tab/>
        </w:r>
        <w:r w:rsidR="000716EE" w:rsidRPr="000716EE">
          <w:rPr>
            <w:rStyle w:val="Hyperlink"/>
            <w:noProof/>
            <w:u w:val="none"/>
          </w:rPr>
          <w:t>Analysis of Resource Adequacy</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_Toc160026559 \h </w:instrText>
        </w:r>
        <w:r w:rsidR="000716EE" w:rsidRPr="000716EE">
          <w:rPr>
            <w:noProof/>
            <w:webHidden/>
          </w:rPr>
        </w:r>
        <w:r w:rsidR="000716EE" w:rsidRPr="000716EE">
          <w:rPr>
            <w:noProof/>
            <w:webHidden/>
          </w:rPr>
          <w:fldChar w:fldCharType="separate"/>
        </w:r>
        <w:r>
          <w:rPr>
            <w:noProof/>
            <w:webHidden/>
          </w:rPr>
          <w:t>3-41</w:t>
        </w:r>
        <w:r w:rsidR="000716EE" w:rsidRPr="000716EE">
          <w:rPr>
            <w:noProof/>
            <w:webHidden/>
          </w:rPr>
          <w:fldChar w:fldCharType="end"/>
        </w:r>
      </w:hyperlink>
    </w:p>
    <w:p w14:paraId="598110AD" w14:textId="3BAC8F66" w:rsidR="000716EE" w:rsidRPr="000716EE" w:rsidRDefault="00092E1C">
      <w:pPr>
        <w:pStyle w:val="TOC3"/>
        <w:rPr>
          <w:rFonts w:eastAsiaTheme="minorEastAsia"/>
          <w:kern w:val="2"/>
          <w14:ligatures w14:val="standardContextual"/>
        </w:rPr>
      </w:pPr>
      <w:hyperlink w:anchor="_Toc160026560" w:history="1">
        <w:r w:rsidR="000716EE" w:rsidRPr="000716EE">
          <w:rPr>
            <w:rStyle w:val="Hyperlink"/>
            <w:u w:val="none"/>
          </w:rPr>
          <w:t>3.2.1</w:t>
        </w:r>
        <w:r w:rsidR="000716EE" w:rsidRPr="000716EE">
          <w:rPr>
            <w:rFonts w:eastAsiaTheme="minorEastAsia"/>
            <w:kern w:val="2"/>
            <w14:ligatures w14:val="standardContextual"/>
          </w:rPr>
          <w:tab/>
        </w:r>
        <w:r w:rsidR="000716EE" w:rsidRPr="000716EE">
          <w:rPr>
            <w:rStyle w:val="Hyperlink"/>
            <w:u w:val="none"/>
          </w:rPr>
          <w:t>Calculation of Aggregate Resource Capacity</w:t>
        </w:r>
        <w:r w:rsidR="000716EE" w:rsidRPr="000716EE">
          <w:rPr>
            <w:webHidden/>
          </w:rPr>
          <w:tab/>
        </w:r>
        <w:r w:rsidR="000716EE" w:rsidRPr="000716EE">
          <w:rPr>
            <w:webHidden/>
          </w:rPr>
          <w:fldChar w:fldCharType="begin"/>
        </w:r>
        <w:r w:rsidR="000716EE" w:rsidRPr="000716EE">
          <w:rPr>
            <w:webHidden/>
          </w:rPr>
          <w:instrText xml:space="preserve"> PAGEREF _Toc160026560 \h </w:instrText>
        </w:r>
        <w:r w:rsidR="000716EE" w:rsidRPr="000716EE">
          <w:rPr>
            <w:webHidden/>
          </w:rPr>
        </w:r>
        <w:r w:rsidR="000716EE" w:rsidRPr="000716EE">
          <w:rPr>
            <w:webHidden/>
          </w:rPr>
          <w:fldChar w:fldCharType="separate"/>
        </w:r>
        <w:r>
          <w:rPr>
            <w:webHidden/>
          </w:rPr>
          <w:t>3-41</w:t>
        </w:r>
        <w:r w:rsidR="000716EE" w:rsidRPr="000716EE">
          <w:rPr>
            <w:webHidden/>
          </w:rPr>
          <w:fldChar w:fldCharType="end"/>
        </w:r>
      </w:hyperlink>
    </w:p>
    <w:p w14:paraId="4769A227" w14:textId="44037F44" w:rsidR="000716EE" w:rsidRPr="000716EE" w:rsidRDefault="00092E1C">
      <w:pPr>
        <w:pStyle w:val="TOC3"/>
        <w:rPr>
          <w:rFonts w:eastAsiaTheme="minorEastAsia"/>
          <w:kern w:val="2"/>
          <w14:ligatures w14:val="standardContextual"/>
        </w:rPr>
      </w:pPr>
      <w:hyperlink w:anchor="_Toc160026561" w:history="1">
        <w:r w:rsidR="000716EE" w:rsidRPr="000716EE">
          <w:rPr>
            <w:rStyle w:val="Hyperlink"/>
            <w:u w:val="none"/>
          </w:rPr>
          <w:t>3.2.2</w:t>
        </w:r>
        <w:r w:rsidR="000716EE" w:rsidRPr="000716EE">
          <w:rPr>
            <w:rFonts w:eastAsiaTheme="minorEastAsia"/>
            <w:kern w:val="2"/>
            <w14:ligatures w14:val="standardContextual"/>
          </w:rPr>
          <w:tab/>
        </w:r>
        <w:r w:rsidR="000716EE" w:rsidRPr="000716EE">
          <w:rPr>
            <w:rStyle w:val="Hyperlink"/>
            <w:u w:val="none"/>
          </w:rPr>
          <w:t>Demand Forecasts</w:t>
        </w:r>
        <w:r w:rsidR="000716EE" w:rsidRPr="000716EE">
          <w:rPr>
            <w:webHidden/>
          </w:rPr>
          <w:tab/>
        </w:r>
        <w:r w:rsidR="000716EE" w:rsidRPr="000716EE">
          <w:rPr>
            <w:webHidden/>
          </w:rPr>
          <w:fldChar w:fldCharType="begin"/>
        </w:r>
        <w:r w:rsidR="000716EE" w:rsidRPr="000716EE">
          <w:rPr>
            <w:webHidden/>
          </w:rPr>
          <w:instrText xml:space="preserve"> PAGEREF _Toc160026561 \h </w:instrText>
        </w:r>
        <w:r w:rsidR="000716EE" w:rsidRPr="000716EE">
          <w:rPr>
            <w:webHidden/>
          </w:rPr>
        </w:r>
        <w:r w:rsidR="000716EE" w:rsidRPr="000716EE">
          <w:rPr>
            <w:webHidden/>
          </w:rPr>
          <w:fldChar w:fldCharType="separate"/>
        </w:r>
        <w:r>
          <w:rPr>
            <w:webHidden/>
          </w:rPr>
          <w:t>3-42</w:t>
        </w:r>
        <w:r w:rsidR="000716EE" w:rsidRPr="000716EE">
          <w:rPr>
            <w:webHidden/>
          </w:rPr>
          <w:fldChar w:fldCharType="end"/>
        </w:r>
      </w:hyperlink>
    </w:p>
    <w:p w14:paraId="3A7E7BD3" w14:textId="3EFAECCF" w:rsidR="000716EE" w:rsidRPr="000716EE" w:rsidRDefault="00092E1C">
      <w:pPr>
        <w:pStyle w:val="TOC3"/>
        <w:rPr>
          <w:rFonts w:eastAsiaTheme="minorEastAsia"/>
          <w:kern w:val="2"/>
          <w14:ligatures w14:val="standardContextual"/>
        </w:rPr>
      </w:pPr>
      <w:hyperlink w:anchor="_Toc160026562" w:history="1">
        <w:r w:rsidR="000716EE" w:rsidRPr="000716EE">
          <w:rPr>
            <w:rStyle w:val="Hyperlink"/>
            <w:u w:val="none"/>
          </w:rPr>
          <w:t>3.2.3</w:t>
        </w:r>
        <w:r w:rsidR="000716EE" w:rsidRPr="000716EE">
          <w:rPr>
            <w:rFonts w:eastAsiaTheme="minorEastAsia"/>
            <w:kern w:val="2"/>
            <w14:ligatures w14:val="standardContextual"/>
          </w:rPr>
          <w:tab/>
        </w:r>
        <w:r w:rsidR="000716EE" w:rsidRPr="000716EE">
          <w:rPr>
            <w:rStyle w:val="Hyperlink"/>
            <w:u w:val="none"/>
          </w:rPr>
          <w:t>Short-Term System Adequacy Reports</w:t>
        </w:r>
        <w:r w:rsidR="000716EE" w:rsidRPr="000716EE">
          <w:rPr>
            <w:webHidden/>
          </w:rPr>
          <w:tab/>
        </w:r>
        <w:r w:rsidR="000716EE" w:rsidRPr="000716EE">
          <w:rPr>
            <w:webHidden/>
          </w:rPr>
          <w:fldChar w:fldCharType="begin"/>
        </w:r>
        <w:r w:rsidR="000716EE" w:rsidRPr="000716EE">
          <w:rPr>
            <w:webHidden/>
          </w:rPr>
          <w:instrText xml:space="preserve"> PAGEREF _Toc160026562 \h </w:instrText>
        </w:r>
        <w:r w:rsidR="000716EE" w:rsidRPr="000716EE">
          <w:rPr>
            <w:webHidden/>
          </w:rPr>
        </w:r>
        <w:r w:rsidR="000716EE" w:rsidRPr="000716EE">
          <w:rPr>
            <w:webHidden/>
          </w:rPr>
          <w:fldChar w:fldCharType="separate"/>
        </w:r>
        <w:r>
          <w:rPr>
            <w:webHidden/>
          </w:rPr>
          <w:t>3-43</w:t>
        </w:r>
        <w:r w:rsidR="000716EE" w:rsidRPr="000716EE">
          <w:rPr>
            <w:webHidden/>
          </w:rPr>
          <w:fldChar w:fldCharType="end"/>
        </w:r>
      </w:hyperlink>
    </w:p>
    <w:p w14:paraId="24A29C10" w14:textId="2C6D68A9" w:rsidR="000716EE" w:rsidRPr="000716EE" w:rsidRDefault="00092E1C">
      <w:pPr>
        <w:pStyle w:val="TOC3"/>
        <w:rPr>
          <w:rFonts w:eastAsiaTheme="minorEastAsia"/>
          <w:kern w:val="2"/>
          <w14:ligatures w14:val="standardContextual"/>
        </w:rPr>
      </w:pPr>
      <w:hyperlink w:anchor="_Toc160026564" w:history="1">
        <w:r w:rsidR="000716EE" w:rsidRPr="000716EE">
          <w:rPr>
            <w:rStyle w:val="Hyperlink"/>
            <w:u w:val="none"/>
          </w:rPr>
          <w:t>3.2.4</w:t>
        </w:r>
        <w:r w:rsidR="000716EE" w:rsidRPr="000716EE">
          <w:rPr>
            <w:rFonts w:eastAsiaTheme="minorEastAsia"/>
            <w:kern w:val="2"/>
            <w14:ligatures w14:val="standardContextual"/>
          </w:rPr>
          <w:tab/>
        </w:r>
        <w:r w:rsidR="000716EE" w:rsidRPr="000716EE">
          <w:rPr>
            <w:rStyle w:val="Hyperlink"/>
            <w:u w:val="none"/>
          </w:rPr>
          <w:t>[RESERVED]</w:t>
        </w:r>
        <w:r w:rsidR="000716EE" w:rsidRPr="000716EE">
          <w:rPr>
            <w:webHidden/>
          </w:rPr>
          <w:tab/>
        </w:r>
        <w:r w:rsidR="000716EE" w:rsidRPr="000716EE">
          <w:rPr>
            <w:webHidden/>
          </w:rPr>
          <w:fldChar w:fldCharType="begin"/>
        </w:r>
        <w:r w:rsidR="000716EE" w:rsidRPr="000716EE">
          <w:rPr>
            <w:webHidden/>
          </w:rPr>
          <w:instrText xml:space="preserve"> PAGEREF _Toc160026564 \h </w:instrText>
        </w:r>
        <w:r w:rsidR="000716EE" w:rsidRPr="000716EE">
          <w:rPr>
            <w:webHidden/>
          </w:rPr>
        </w:r>
        <w:r w:rsidR="000716EE" w:rsidRPr="000716EE">
          <w:rPr>
            <w:webHidden/>
          </w:rPr>
          <w:fldChar w:fldCharType="separate"/>
        </w:r>
        <w:r>
          <w:rPr>
            <w:webHidden/>
          </w:rPr>
          <w:t>3-46</w:t>
        </w:r>
        <w:r w:rsidR="000716EE" w:rsidRPr="000716EE">
          <w:rPr>
            <w:webHidden/>
          </w:rPr>
          <w:fldChar w:fldCharType="end"/>
        </w:r>
      </w:hyperlink>
    </w:p>
    <w:p w14:paraId="0D49DBD8" w14:textId="733C3511" w:rsidR="000716EE" w:rsidRPr="000716EE" w:rsidRDefault="00092E1C">
      <w:pPr>
        <w:pStyle w:val="TOC3"/>
        <w:rPr>
          <w:rFonts w:eastAsiaTheme="minorEastAsia"/>
          <w:kern w:val="2"/>
          <w14:ligatures w14:val="standardContextual"/>
        </w:rPr>
      </w:pPr>
      <w:hyperlink w:anchor="_Toc160026565" w:history="1">
        <w:r w:rsidR="000716EE" w:rsidRPr="000716EE">
          <w:rPr>
            <w:rStyle w:val="Hyperlink"/>
            <w:u w:val="none"/>
          </w:rPr>
          <w:t>3.2.5</w:t>
        </w:r>
        <w:r w:rsidR="000716EE" w:rsidRPr="000716EE">
          <w:rPr>
            <w:rFonts w:eastAsiaTheme="minorEastAsia"/>
            <w:kern w:val="2"/>
            <w14:ligatures w14:val="standardContextual"/>
          </w:rPr>
          <w:tab/>
        </w:r>
        <w:r w:rsidR="000716EE" w:rsidRPr="000716EE">
          <w:rPr>
            <w:rStyle w:val="Hyperlink"/>
            <w:u w:val="none"/>
          </w:rPr>
          <w:t>Publication of Resource and Load Information</w:t>
        </w:r>
        <w:r w:rsidR="000716EE" w:rsidRPr="000716EE">
          <w:rPr>
            <w:webHidden/>
          </w:rPr>
          <w:tab/>
        </w:r>
        <w:r w:rsidR="000716EE" w:rsidRPr="000716EE">
          <w:rPr>
            <w:webHidden/>
          </w:rPr>
          <w:fldChar w:fldCharType="begin"/>
        </w:r>
        <w:r w:rsidR="000716EE" w:rsidRPr="000716EE">
          <w:rPr>
            <w:webHidden/>
          </w:rPr>
          <w:instrText xml:space="preserve"> PAGEREF _Toc160026565 \h </w:instrText>
        </w:r>
        <w:r w:rsidR="000716EE" w:rsidRPr="000716EE">
          <w:rPr>
            <w:webHidden/>
          </w:rPr>
        </w:r>
        <w:r w:rsidR="000716EE" w:rsidRPr="000716EE">
          <w:rPr>
            <w:webHidden/>
          </w:rPr>
          <w:fldChar w:fldCharType="separate"/>
        </w:r>
        <w:r>
          <w:rPr>
            <w:webHidden/>
          </w:rPr>
          <w:t>3-46</w:t>
        </w:r>
        <w:r w:rsidR="000716EE" w:rsidRPr="000716EE">
          <w:rPr>
            <w:webHidden/>
          </w:rPr>
          <w:fldChar w:fldCharType="end"/>
        </w:r>
      </w:hyperlink>
    </w:p>
    <w:p w14:paraId="6583B2A0" w14:textId="3A7D61D3" w:rsidR="000716EE" w:rsidRPr="000716EE" w:rsidRDefault="00092E1C" w:rsidP="001235C5">
      <w:pPr>
        <w:pStyle w:val="TOC4"/>
        <w:rPr>
          <w:rFonts w:eastAsiaTheme="minorEastAsia"/>
          <w:snapToGrid/>
          <w:kern w:val="2"/>
          <w14:ligatures w14:val="standardContextual"/>
        </w:rPr>
      </w:pPr>
      <w:hyperlink w:anchor="_Toc160026566" w:history="1">
        <w:r w:rsidR="000716EE" w:rsidRPr="000716EE">
          <w:rPr>
            <w:rStyle w:val="Hyperlink"/>
            <w:bCs w:val="0"/>
            <w:sz w:val="20"/>
            <w:szCs w:val="20"/>
            <w:u w:val="none"/>
          </w:rPr>
          <w:t>3.2.5.1</w:t>
        </w:r>
        <w:r w:rsidR="000716EE" w:rsidRPr="000716EE">
          <w:rPr>
            <w:rFonts w:eastAsiaTheme="minorEastAsia"/>
            <w:snapToGrid/>
            <w:kern w:val="2"/>
            <w14:ligatures w14:val="standardContextual"/>
          </w:rPr>
          <w:tab/>
        </w:r>
        <w:r w:rsidR="000716EE" w:rsidRPr="000716EE">
          <w:rPr>
            <w:rStyle w:val="Hyperlink"/>
            <w:bCs w:val="0"/>
            <w:sz w:val="20"/>
            <w:szCs w:val="20"/>
            <w:u w:val="none"/>
          </w:rPr>
          <w:t>Unregistered Distributed Generation Reporting Requirements for Non Opt-In Entities</w:t>
        </w:r>
        <w:r w:rsidR="000716EE" w:rsidRPr="000716EE">
          <w:rPr>
            <w:webHidden/>
          </w:rPr>
          <w:tab/>
        </w:r>
        <w:r w:rsidR="000716EE" w:rsidRPr="000716EE">
          <w:rPr>
            <w:webHidden/>
          </w:rPr>
          <w:fldChar w:fldCharType="begin"/>
        </w:r>
        <w:r w:rsidR="000716EE" w:rsidRPr="000716EE">
          <w:rPr>
            <w:webHidden/>
          </w:rPr>
          <w:instrText xml:space="preserve"> PAGEREF _Toc160026566 \h </w:instrText>
        </w:r>
        <w:r w:rsidR="000716EE" w:rsidRPr="000716EE">
          <w:rPr>
            <w:webHidden/>
          </w:rPr>
        </w:r>
        <w:r w:rsidR="000716EE" w:rsidRPr="000716EE">
          <w:rPr>
            <w:webHidden/>
          </w:rPr>
          <w:fldChar w:fldCharType="separate"/>
        </w:r>
        <w:r>
          <w:rPr>
            <w:webHidden/>
          </w:rPr>
          <w:t>3-60</w:t>
        </w:r>
        <w:r w:rsidR="000716EE" w:rsidRPr="000716EE">
          <w:rPr>
            <w:webHidden/>
          </w:rPr>
          <w:fldChar w:fldCharType="end"/>
        </w:r>
      </w:hyperlink>
    </w:p>
    <w:p w14:paraId="08689712" w14:textId="7CF9ACD9" w:rsidR="000716EE" w:rsidRPr="000716EE" w:rsidRDefault="00092E1C" w:rsidP="001235C5">
      <w:pPr>
        <w:pStyle w:val="TOC4"/>
        <w:rPr>
          <w:rFonts w:eastAsiaTheme="minorEastAsia"/>
          <w:snapToGrid/>
          <w:kern w:val="2"/>
          <w14:ligatures w14:val="standardContextual"/>
        </w:rPr>
      </w:pPr>
      <w:hyperlink w:anchor="_Toc160026567" w:history="1">
        <w:r w:rsidR="000716EE" w:rsidRPr="000716EE">
          <w:rPr>
            <w:rStyle w:val="Hyperlink"/>
            <w:bCs w:val="0"/>
            <w:sz w:val="20"/>
            <w:szCs w:val="20"/>
            <w:u w:val="none"/>
          </w:rPr>
          <w:t>3.2.5.2</w:t>
        </w:r>
        <w:r w:rsidR="000716EE" w:rsidRPr="000716EE">
          <w:rPr>
            <w:rFonts w:eastAsiaTheme="minorEastAsia"/>
            <w:snapToGrid/>
            <w:kern w:val="2"/>
            <w14:ligatures w14:val="standardContextual"/>
          </w:rPr>
          <w:tab/>
        </w:r>
        <w:r w:rsidR="000716EE" w:rsidRPr="000716EE">
          <w:rPr>
            <w:rStyle w:val="Hyperlink"/>
            <w:bCs w:val="0"/>
            <w:sz w:val="20"/>
            <w:szCs w:val="20"/>
            <w:u w:val="none"/>
          </w:rPr>
          <w:t>Unregistered Distributed Generation Reporting Requirements for Competitive Areas</w:t>
        </w:r>
        <w:r w:rsidR="000716EE" w:rsidRPr="000716EE">
          <w:rPr>
            <w:webHidden/>
          </w:rPr>
          <w:tab/>
        </w:r>
        <w:r w:rsidR="000716EE" w:rsidRPr="000716EE">
          <w:rPr>
            <w:webHidden/>
          </w:rPr>
          <w:fldChar w:fldCharType="begin"/>
        </w:r>
        <w:r w:rsidR="000716EE" w:rsidRPr="000716EE">
          <w:rPr>
            <w:webHidden/>
          </w:rPr>
          <w:instrText xml:space="preserve"> PAGEREF _Toc160026567 \h </w:instrText>
        </w:r>
        <w:r w:rsidR="000716EE" w:rsidRPr="000716EE">
          <w:rPr>
            <w:webHidden/>
          </w:rPr>
        </w:r>
        <w:r w:rsidR="000716EE" w:rsidRPr="000716EE">
          <w:rPr>
            <w:webHidden/>
          </w:rPr>
          <w:fldChar w:fldCharType="separate"/>
        </w:r>
        <w:r>
          <w:rPr>
            <w:webHidden/>
          </w:rPr>
          <w:t>3-61</w:t>
        </w:r>
        <w:r w:rsidR="000716EE" w:rsidRPr="000716EE">
          <w:rPr>
            <w:webHidden/>
          </w:rPr>
          <w:fldChar w:fldCharType="end"/>
        </w:r>
      </w:hyperlink>
    </w:p>
    <w:p w14:paraId="2F783314" w14:textId="0297E9F1" w:rsidR="000716EE" w:rsidRPr="000716EE" w:rsidRDefault="00092E1C" w:rsidP="001235C5">
      <w:pPr>
        <w:pStyle w:val="TOC4"/>
        <w:rPr>
          <w:rFonts w:eastAsiaTheme="minorEastAsia"/>
          <w:snapToGrid/>
          <w:kern w:val="2"/>
          <w14:ligatures w14:val="standardContextual"/>
        </w:rPr>
      </w:pPr>
      <w:hyperlink w:anchor="_Toc160026568" w:history="1">
        <w:r w:rsidR="000716EE" w:rsidRPr="000716EE">
          <w:rPr>
            <w:rStyle w:val="Hyperlink"/>
            <w:bCs w:val="0"/>
            <w:sz w:val="20"/>
            <w:szCs w:val="20"/>
            <w:u w:val="none"/>
          </w:rPr>
          <w:t>3.2.5.3</w:t>
        </w:r>
        <w:r w:rsidR="000716EE" w:rsidRPr="000716EE">
          <w:rPr>
            <w:rFonts w:eastAsiaTheme="minorEastAsia"/>
            <w:snapToGrid/>
            <w:kern w:val="2"/>
            <w14:ligatures w14:val="standardContextual"/>
          </w:rPr>
          <w:tab/>
        </w:r>
        <w:r w:rsidR="000716EE" w:rsidRPr="000716EE">
          <w:rPr>
            <w:rStyle w:val="Hyperlink"/>
            <w:bCs w:val="0"/>
            <w:sz w:val="20"/>
            <w:szCs w:val="20"/>
            <w:u w:val="none"/>
          </w:rPr>
          <w:t>Unregistered Distributed Generation Reporting Requirements for ERCOT</w:t>
        </w:r>
        <w:r w:rsidR="000716EE" w:rsidRPr="000716EE">
          <w:rPr>
            <w:webHidden/>
          </w:rPr>
          <w:tab/>
        </w:r>
        <w:r w:rsidR="000716EE" w:rsidRPr="000716EE">
          <w:rPr>
            <w:webHidden/>
          </w:rPr>
          <w:fldChar w:fldCharType="begin"/>
        </w:r>
        <w:r w:rsidR="000716EE" w:rsidRPr="000716EE">
          <w:rPr>
            <w:webHidden/>
          </w:rPr>
          <w:instrText xml:space="preserve"> PAGEREF _Toc160026568 \h </w:instrText>
        </w:r>
        <w:r w:rsidR="000716EE" w:rsidRPr="000716EE">
          <w:rPr>
            <w:webHidden/>
          </w:rPr>
        </w:r>
        <w:r w:rsidR="000716EE" w:rsidRPr="000716EE">
          <w:rPr>
            <w:webHidden/>
          </w:rPr>
          <w:fldChar w:fldCharType="separate"/>
        </w:r>
        <w:r>
          <w:rPr>
            <w:webHidden/>
          </w:rPr>
          <w:t>3-61</w:t>
        </w:r>
        <w:r w:rsidR="000716EE" w:rsidRPr="000716EE">
          <w:rPr>
            <w:webHidden/>
          </w:rPr>
          <w:fldChar w:fldCharType="end"/>
        </w:r>
      </w:hyperlink>
    </w:p>
    <w:p w14:paraId="314C602E" w14:textId="6130A774" w:rsidR="000716EE" w:rsidRPr="000716EE" w:rsidRDefault="00092E1C">
      <w:pPr>
        <w:pStyle w:val="TOC3"/>
        <w:rPr>
          <w:rFonts w:eastAsiaTheme="minorEastAsia"/>
          <w:kern w:val="2"/>
          <w14:ligatures w14:val="standardContextual"/>
        </w:rPr>
      </w:pPr>
      <w:hyperlink w:anchor="_Toc160026569" w:history="1">
        <w:r w:rsidR="000716EE" w:rsidRPr="000716EE">
          <w:rPr>
            <w:rStyle w:val="Hyperlink"/>
            <w:u w:val="none"/>
          </w:rPr>
          <w:t>3.2.6</w:t>
        </w:r>
        <w:r w:rsidR="000716EE" w:rsidRPr="000716EE">
          <w:rPr>
            <w:rFonts w:eastAsiaTheme="minorEastAsia"/>
            <w:kern w:val="2"/>
            <w14:ligatures w14:val="standardContextual"/>
          </w:rPr>
          <w:tab/>
        </w:r>
        <w:r w:rsidR="000716EE" w:rsidRPr="000716EE">
          <w:rPr>
            <w:rStyle w:val="Hyperlink"/>
            <w:u w:val="none"/>
          </w:rPr>
          <w:t>ERCOT Planning Reserve Margin</w:t>
        </w:r>
        <w:r w:rsidR="000716EE" w:rsidRPr="000716EE">
          <w:rPr>
            <w:webHidden/>
          </w:rPr>
          <w:tab/>
        </w:r>
        <w:r w:rsidR="000716EE" w:rsidRPr="000716EE">
          <w:rPr>
            <w:webHidden/>
          </w:rPr>
          <w:fldChar w:fldCharType="begin"/>
        </w:r>
        <w:r w:rsidR="000716EE" w:rsidRPr="000716EE">
          <w:rPr>
            <w:webHidden/>
          </w:rPr>
          <w:instrText xml:space="preserve"> PAGEREF _Toc160026569 \h </w:instrText>
        </w:r>
        <w:r w:rsidR="000716EE" w:rsidRPr="000716EE">
          <w:rPr>
            <w:webHidden/>
          </w:rPr>
        </w:r>
        <w:r w:rsidR="000716EE" w:rsidRPr="000716EE">
          <w:rPr>
            <w:webHidden/>
          </w:rPr>
          <w:fldChar w:fldCharType="separate"/>
        </w:r>
        <w:r>
          <w:rPr>
            <w:webHidden/>
          </w:rPr>
          <w:t>3-62</w:t>
        </w:r>
        <w:r w:rsidR="000716EE" w:rsidRPr="000716EE">
          <w:rPr>
            <w:webHidden/>
          </w:rPr>
          <w:fldChar w:fldCharType="end"/>
        </w:r>
      </w:hyperlink>
    </w:p>
    <w:p w14:paraId="5A129D5A" w14:textId="176D9009" w:rsidR="000716EE" w:rsidRPr="000716EE" w:rsidRDefault="00092E1C" w:rsidP="001235C5">
      <w:pPr>
        <w:pStyle w:val="TOC4"/>
        <w:rPr>
          <w:rFonts w:eastAsiaTheme="minorEastAsia"/>
          <w:snapToGrid/>
          <w:kern w:val="2"/>
          <w14:ligatures w14:val="standardContextual"/>
        </w:rPr>
      </w:pPr>
      <w:hyperlink w:anchor="_Toc160026570" w:history="1">
        <w:r w:rsidR="000716EE" w:rsidRPr="000716EE">
          <w:rPr>
            <w:rStyle w:val="Hyperlink"/>
            <w:bCs w:val="0"/>
            <w:sz w:val="20"/>
            <w:szCs w:val="20"/>
            <w:u w:val="none"/>
          </w:rPr>
          <w:t>3.2.6.1</w:t>
        </w:r>
        <w:r w:rsidR="000716EE" w:rsidRPr="000716EE">
          <w:rPr>
            <w:rFonts w:eastAsiaTheme="minorEastAsia"/>
            <w:snapToGrid/>
            <w:kern w:val="2"/>
            <w14:ligatures w14:val="standardContextual"/>
          </w:rPr>
          <w:tab/>
        </w:r>
        <w:r w:rsidR="000716EE" w:rsidRPr="000716EE">
          <w:rPr>
            <w:rStyle w:val="Hyperlink"/>
            <w:bCs w:val="0"/>
            <w:sz w:val="20"/>
            <w:szCs w:val="20"/>
            <w:u w:val="none"/>
          </w:rPr>
          <w:t>Minimum ERCOT Planning Reserve Margin Criterion</w:t>
        </w:r>
        <w:r w:rsidR="000716EE" w:rsidRPr="000716EE">
          <w:rPr>
            <w:webHidden/>
          </w:rPr>
          <w:tab/>
        </w:r>
        <w:r w:rsidR="000716EE" w:rsidRPr="000716EE">
          <w:rPr>
            <w:webHidden/>
          </w:rPr>
          <w:fldChar w:fldCharType="begin"/>
        </w:r>
        <w:r w:rsidR="000716EE" w:rsidRPr="000716EE">
          <w:rPr>
            <w:webHidden/>
          </w:rPr>
          <w:instrText xml:space="preserve"> PAGEREF _Toc160026570 \h </w:instrText>
        </w:r>
        <w:r w:rsidR="000716EE" w:rsidRPr="000716EE">
          <w:rPr>
            <w:webHidden/>
          </w:rPr>
        </w:r>
        <w:r w:rsidR="000716EE" w:rsidRPr="000716EE">
          <w:rPr>
            <w:webHidden/>
          </w:rPr>
          <w:fldChar w:fldCharType="separate"/>
        </w:r>
        <w:r>
          <w:rPr>
            <w:webHidden/>
          </w:rPr>
          <w:t>3-62</w:t>
        </w:r>
        <w:r w:rsidR="000716EE" w:rsidRPr="000716EE">
          <w:rPr>
            <w:webHidden/>
          </w:rPr>
          <w:fldChar w:fldCharType="end"/>
        </w:r>
      </w:hyperlink>
    </w:p>
    <w:p w14:paraId="172B5AF7" w14:textId="1BCF5462" w:rsidR="000716EE" w:rsidRPr="000716EE" w:rsidRDefault="00092E1C" w:rsidP="001235C5">
      <w:pPr>
        <w:pStyle w:val="TOC4"/>
        <w:rPr>
          <w:rFonts w:eastAsiaTheme="minorEastAsia"/>
          <w:snapToGrid/>
          <w:kern w:val="2"/>
          <w14:ligatures w14:val="standardContextual"/>
        </w:rPr>
      </w:pPr>
      <w:hyperlink w:anchor="_Toc160026571" w:history="1">
        <w:r w:rsidR="000716EE" w:rsidRPr="000716EE">
          <w:rPr>
            <w:rStyle w:val="Hyperlink"/>
            <w:bCs w:val="0"/>
            <w:sz w:val="20"/>
            <w:szCs w:val="20"/>
            <w:u w:val="none"/>
          </w:rPr>
          <w:t>3.2.6.2</w:t>
        </w:r>
        <w:r w:rsidR="000716EE" w:rsidRPr="000716EE">
          <w:rPr>
            <w:rFonts w:eastAsiaTheme="minorEastAsia"/>
            <w:snapToGrid/>
            <w:kern w:val="2"/>
            <w14:ligatures w14:val="standardContextual"/>
          </w:rPr>
          <w:tab/>
        </w:r>
        <w:r w:rsidR="000716EE" w:rsidRPr="000716EE">
          <w:rPr>
            <w:rStyle w:val="Hyperlink"/>
            <w:bCs w:val="0"/>
            <w:sz w:val="20"/>
            <w:szCs w:val="20"/>
            <w:u w:val="none"/>
          </w:rPr>
          <w:t>ERCOT Planning Reserve Margin Calculation Methodology</w:t>
        </w:r>
        <w:r w:rsidR="000716EE" w:rsidRPr="000716EE">
          <w:rPr>
            <w:webHidden/>
          </w:rPr>
          <w:tab/>
        </w:r>
        <w:r w:rsidR="000716EE" w:rsidRPr="000716EE">
          <w:rPr>
            <w:webHidden/>
          </w:rPr>
          <w:fldChar w:fldCharType="begin"/>
        </w:r>
        <w:r w:rsidR="000716EE" w:rsidRPr="000716EE">
          <w:rPr>
            <w:webHidden/>
          </w:rPr>
          <w:instrText xml:space="preserve"> PAGEREF _Toc160026571 \h </w:instrText>
        </w:r>
        <w:r w:rsidR="000716EE" w:rsidRPr="000716EE">
          <w:rPr>
            <w:webHidden/>
          </w:rPr>
        </w:r>
        <w:r w:rsidR="000716EE" w:rsidRPr="000716EE">
          <w:rPr>
            <w:webHidden/>
          </w:rPr>
          <w:fldChar w:fldCharType="separate"/>
        </w:r>
        <w:r>
          <w:rPr>
            <w:webHidden/>
          </w:rPr>
          <w:t>3-62</w:t>
        </w:r>
        <w:r w:rsidR="000716EE" w:rsidRPr="000716EE">
          <w:rPr>
            <w:webHidden/>
          </w:rPr>
          <w:fldChar w:fldCharType="end"/>
        </w:r>
      </w:hyperlink>
    </w:p>
    <w:p w14:paraId="754D8454" w14:textId="66EBB469" w:rsidR="000716EE" w:rsidRPr="000716EE" w:rsidRDefault="00092E1C">
      <w:pPr>
        <w:pStyle w:val="TOC5"/>
        <w:rPr>
          <w:rFonts w:eastAsiaTheme="minorEastAsia"/>
          <w:i w:val="0"/>
          <w:kern w:val="2"/>
          <w:sz w:val="20"/>
          <w:szCs w:val="20"/>
          <w14:ligatures w14:val="standardContextual"/>
        </w:rPr>
      </w:pPr>
      <w:hyperlink w:anchor="_Toc160026572" w:history="1">
        <w:r w:rsidR="000716EE" w:rsidRPr="000716EE">
          <w:rPr>
            <w:rStyle w:val="Hyperlink"/>
            <w:i w:val="0"/>
            <w:sz w:val="20"/>
            <w:szCs w:val="20"/>
            <w:u w:val="none"/>
          </w:rPr>
          <w:t>3.2.6.2.1</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Peak Load Estimate</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_Toc160026572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3-63</w:t>
        </w:r>
        <w:r w:rsidR="000716EE" w:rsidRPr="000716EE">
          <w:rPr>
            <w:i w:val="0"/>
            <w:webHidden/>
            <w:sz w:val="20"/>
            <w:szCs w:val="20"/>
          </w:rPr>
          <w:fldChar w:fldCharType="end"/>
        </w:r>
      </w:hyperlink>
    </w:p>
    <w:p w14:paraId="39DA791C" w14:textId="3F730152" w:rsidR="000716EE" w:rsidRPr="000716EE" w:rsidRDefault="00092E1C">
      <w:pPr>
        <w:pStyle w:val="TOC5"/>
        <w:rPr>
          <w:rFonts w:eastAsiaTheme="minorEastAsia"/>
          <w:i w:val="0"/>
          <w:kern w:val="2"/>
          <w:sz w:val="20"/>
          <w:szCs w:val="20"/>
          <w14:ligatures w14:val="standardContextual"/>
        </w:rPr>
      </w:pPr>
      <w:hyperlink w:anchor="_Toc160026573" w:history="1">
        <w:r w:rsidR="000716EE" w:rsidRPr="000716EE">
          <w:rPr>
            <w:rStyle w:val="Hyperlink"/>
            <w:i w:val="0"/>
            <w:sz w:val="20"/>
            <w:szCs w:val="20"/>
            <w:u w:val="none"/>
          </w:rPr>
          <w:t>3.2.6.2.2</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Total Capacity Estimate</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_Toc160026573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3-64</w:t>
        </w:r>
        <w:r w:rsidR="000716EE" w:rsidRPr="000716EE">
          <w:rPr>
            <w:i w:val="0"/>
            <w:webHidden/>
            <w:sz w:val="20"/>
            <w:szCs w:val="20"/>
          </w:rPr>
          <w:fldChar w:fldCharType="end"/>
        </w:r>
      </w:hyperlink>
    </w:p>
    <w:p w14:paraId="0D6504E9" w14:textId="5BB37B5A" w:rsidR="000716EE" w:rsidRPr="000716EE" w:rsidRDefault="00092E1C">
      <w:pPr>
        <w:pStyle w:val="TOC2"/>
        <w:rPr>
          <w:rFonts w:eastAsiaTheme="minorEastAsia"/>
          <w:noProof/>
          <w:kern w:val="2"/>
          <w14:ligatures w14:val="standardContextual"/>
        </w:rPr>
      </w:pPr>
      <w:hyperlink w:anchor="_Toc160026574" w:history="1">
        <w:r w:rsidR="000716EE" w:rsidRPr="000716EE">
          <w:rPr>
            <w:rStyle w:val="Hyperlink"/>
            <w:noProof/>
            <w:u w:val="none"/>
          </w:rPr>
          <w:t>3.3</w:t>
        </w:r>
        <w:r w:rsidR="000716EE" w:rsidRPr="000716EE">
          <w:rPr>
            <w:rFonts w:eastAsiaTheme="minorEastAsia"/>
            <w:noProof/>
            <w:kern w:val="2"/>
            <w14:ligatures w14:val="standardContextual"/>
          </w:rPr>
          <w:tab/>
        </w:r>
        <w:r w:rsidR="000716EE" w:rsidRPr="000716EE">
          <w:rPr>
            <w:rStyle w:val="Hyperlink"/>
            <w:noProof/>
            <w:u w:val="none"/>
          </w:rPr>
          <w:t>Management of Changes to ERCOT Transmission Grid</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_Toc160026574 \h </w:instrText>
        </w:r>
        <w:r w:rsidR="000716EE" w:rsidRPr="000716EE">
          <w:rPr>
            <w:noProof/>
            <w:webHidden/>
          </w:rPr>
        </w:r>
        <w:r w:rsidR="000716EE" w:rsidRPr="000716EE">
          <w:rPr>
            <w:noProof/>
            <w:webHidden/>
          </w:rPr>
          <w:fldChar w:fldCharType="separate"/>
        </w:r>
        <w:r>
          <w:rPr>
            <w:noProof/>
            <w:webHidden/>
          </w:rPr>
          <w:t>3-68</w:t>
        </w:r>
        <w:r w:rsidR="000716EE" w:rsidRPr="000716EE">
          <w:rPr>
            <w:noProof/>
            <w:webHidden/>
          </w:rPr>
          <w:fldChar w:fldCharType="end"/>
        </w:r>
      </w:hyperlink>
    </w:p>
    <w:p w14:paraId="777A1B09" w14:textId="788FDC11" w:rsidR="000716EE" w:rsidRPr="000716EE" w:rsidRDefault="00092E1C">
      <w:pPr>
        <w:pStyle w:val="TOC3"/>
        <w:rPr>
          <w:rFonts w:eastAsiaTheme="minorEastAsia"/>
          <w:kern w:val="2"/>
          <w14:ligatures w14:val="standardContextual"/>
        </w:rPr>
      </w:pPr>
      <w:hyperlink w:anchor="_Toc160026575" w:history="1">
        <w:r w:rsidR="000716EE" w:rsidRPr="000716EE">
          <w:rPr>
            <w:rStyle w:val="Hyperlink"/>
            <w:u w:val="none"/>
          </w:rPr>
          <w:t>3.3.1</w:t>
        </w:r>
        <w:r w:rsidR="000716EE" w:rsidRPr="000716EE">
          <w:rPr>
            <w:rFonts w:eastAsiaTheme="minorEastAsia"/>
            <w:kern w:val="2"/>
            <w14:ligatures w14:val="standardContextual"/>
          </w:rPr>
          <w:tab/>
        </w:r>
        <w:r w:rsidR="000716EE" w:rsidRPr="000716EE">
          <w:rPr>
            <w:rStyle w:val="Hyperlink"/>
            <w:u w:val="none"/>
          </w:rPr>
          <w:t>ERCOT Approval of New or Relocated Facilities</w:t>
        </w:r>
        <w:r w:rsidR="000716EE" w:rsidRPr="000716EE">
          <w:rPr>
            <w:webHidden/>
          </w:rPr>
          <w:tab/>
        </w:r>
        <w:r w:rsidR="000716EE" w:rsidRPr="000716EE">
          <w:rPr>
            <w:webHidden/>
          </w:rPr>
          <w:fldChar w:fldCharType="begin"/>
        </w:r>
        <w:r w:rsidR="000716EE" w:rsidRPr="000716EE">
          <w:rPr>
            <w:webHidden/>
          </w:rPr>
          <w:instrText xml:space="preserve"> PAGEREF _Toc160026575 \h </w:instrText>
        </w:r>
        <w:r w:rsidR="000716EE" w:rsidRPr="000716EE">
          <w:rPr>
            <w:webHidden/>
          </w:rPr>
        </w:r>
        <w:r w:rsidR="000716EE" w:rsidRPr="000716EE">
          <w:rPr>
            <w:webHidden/>
          </w:rPr>
          <w:fldChar w:fldCharType="separate"/>
        </w:r>
        <w:r>
          <w:rPr>
            <w:webHidden/>
          </w:rPr>
          <w:t>3-68</w:t>
        </w:r>
        <w:r w:rsidR="000716EE" w:rsidRPr="000716EE">
          <w:rPr>
            <w:webHidden/>
          </w:rPr>
          <w:fldChar w:fldCharType="end"/>
        </w:r>
      </w:hyperlink>
    </w:p>
    <w:p w14:paraId="226C118C" w14:textId="58EE3D9D" w:rsidR="000716EE" w:rsidRPr="000716EE" w:rsidRDefault="00092E1C">
      <w:pPr>
        <w:pStyle w:val="TOC3"/>
        <w:rPr>
          <w:rFonts w:eastAsiaTheme="minorEastAsia"/>
          <w:kern w:val="2"/>
          <w14:ligatures w14:val="standardContextual"/>
        </w:rPr>
      </w:pPr>
      <w:hyperlink w:anchor="_Toc160026576" w:history="1">
        <w:r w:rsidR="000716EE" w:rsidRPr="000716EE">
          <w:rPr>
            <w:rStyle w:val="Hyperlink"/>
            <w:u w:val="none"/>
          </w:rPr>
          <w:t>3.3.2</w:t>
        </w:r>
        <w:r w:rsidR="000716EE" w:rsidRPr="000716EE">
          <w:rPr>
            <w:rFonts w:eastAsiaTheme="minorEastAsia"/>
            <w:kern w:val="2"/>
            <w14:ligatures w14:val="standardContextual"/>
          </w:rPr>
          <w:tab/>
        </w:r>
        <w:r w:rsidR="000716EE" w:rsidRPr="000716EE">
          <w:rPr>
            <w:rStyle w:val="Hyperlink"/>
            <w:u w:val="none"/>
          </w:rPr>
          <w:t>Types of Work Requiring ERCOT Approval</w:t>
        </w:r>
        <w:r w:rsidR="000716EE" w:rsidRPr="000716EE">
          <w:rPr>
            <w:webHidden/>
          </w:rPr>
          <w:tab/>
        </w:r>
        <w:r w:rsidR="000716EE" w:rsidRPr="000716EE">
          <w:rPr>
            <w:webHidden/>
          </w:rPr>
          <w:fldChar w:fldCharType="begin"/>
        </w:r>
        <w:r w:rsidR="000716EE" w:rsidRPr="000716EE">
          <w:rPr>
            <w:webHidden/>
          </w:rPr>
          <w:instrText xml:space="preserve"> PAGEREF _Toc160026576 \h </w:instrText>
        </w:r>
        <w:r w:rsidR="000716EE" w:rsidRPr="000716EE">
          <w:rPr>
            <w:webHidden/>
          </w:rPr>
        </w:r>
        <w:r w:rsidR="000716EE" w:rsidRPr="000716EE">
          <w:rPr>
            <w:webHidden/>
          </w:rPr>
          <w:fldChar w:fldCharType="separate"/>
        </w:r>
        <w:r>
          <w:rPr>
            <w:webHidden/>
          </w:rPr>
          <w:t>3-69</w:t>
        </w:r>
        <w:r w:rsidR="000716EE" w:rsidRPr="000716EE">
          <w:rPr>
            <w:webHidden/>
          </w:rPr>
          <w:fldChar w:fldCharType="end"/>
        </w:r>
      </w:hyperlink>
    </w:p>
    <w:p w14:paraId="26E9E348" w14:textId="5C99965B" w:rsidR="000716EE" w:rsidRPr="000716EE" w:rsidRDefault="00092E1C" w:rsidP="001235C5">
      <w:pPr>
        <w:pStyle w:val="TOC4"/>
        <w:rPr>
          <w:rFonts w:eastAsiaTheme="minorEastAsia"/>
          <w:snapToGrid/>
          <w:kern w:val="2"/>
          <w14:ligatures w14:val="standardContextual"/>
        </w:rPr>
      </w:pPr>
      <w:hyperlink w:anchor="_Toc160026577" w:history="1">
        <w:r w:rsidR="000716EE" w:rsidRPr="000716EE">
          <w:rPr>
            <w:rStyle w:val="Hyperlink"/>
            <w:bCs w:val="0"/>
            <w:sz w:val="20"/>
            <w:szCs w:val="20"/>
            <w:u w:val="none"/>
          </w:rPr>
          <w:t>3.3.2.1</w:t>
        </w:r>
        <w:r w:rsidR="000716EE" w:rsidRPr="000716EE">
          <w:rPr>
            <w:rFonts w:eastAsiaTheme="minorEastAsia"/>
            <w:snapToGrid/>
            <w:kern w:val="2"/>
            <w14:ligatures w14:val="standardContextual"/>
          </w:rPr>
          <w:tab/>
        </w:r>
        <w:r w:rsidR="000716EE" w:rsidRPr="000716EE">
          <w:rPr>
            <w:rStyle w:val="Hyperlink"/>
            <w:bCs w:val="0"/>
            <w:sz w:val="20"/>
            <w:szCs w:val="20"/>
            <w:u w:val="none"/>
          </w:rPr>
          <w:t>Information to Be Provided to ERCOT</w:t>
        </w:r>
        <w:r w:rsidR="000716EE" w:rsidRPr="000716EE">
          <w:rPr>
            <w:webHidden/>
          </w:rPr>
          <w:tab/>
        </w:r>
        <w:r w:rsidR="000716EE" w:rsidRPr="000716EE">
          <w:rPr>
            <w:webHidden/>
          </w:rPr>
          <w:fldChar w:fldCharType="begin"/>
        </w:r>
        <w:r w:rsidR="000716EE" w:rsidRPr="000716EE">
          <w:rPr>
            <w:webHidden/>
          </w:rPr>
          <w:instrText xml:space="preserve"> PAGEREF _Toc160026577 \h </w:instrText>
        </w:r>
        <w:r w:rsidR="000716EE" w:rsidRPr="000716EE">
          <w:rPr>
            <w:webHidden/>
          </w:rPr>
        </w:r>
        <w:r w:rsidR="000716EE" w:rsidRPr="000716EE">
          <w:rPr>
            <w:webHidden/>
          </w:rPr>
          <w:fldChar w:fldCharType="separate"/>
        </w:r>
        <w:r>
          <w:rPr>
            <w:webHidden/>
          </w:rPr>
          <w:t>3-69</w:t>
        </w:r>
        <w:r w:rsidR="000716EE" w:rsidRPr="000716EE">
          <w:rPr>
            <w:webHidden/>
          </w:rPr>
          <w:fldChar w:fldCharType="end"/>
        </w:r>
      </w:hyperlink>
    </w:p>
    <w:p w14:paraId="75C0F634" w14:textId="3E71C605" w:rsidR="000716EE" w:rsidRPr="000716EE" w:rsidRDefault="00092E1C" w:rsidP="001235C5">
      <w:pPr>
        <w:pStyle w:val="TOC4"/>
        <w:rPr>
          <w:rFonts w:eastAsiaTheme="minorEastAsia"/>
          <w:snapToGrid/>
          <w:kern w:val="2"/>
          <w14:ligatures w14:val="standardContextual"/>
        </w:rPr>
      </w:pPr>
      <w:hyperlink w:anchor="_Toc160026578" w:history="1">
        <w:r w:rsidR="000716EE" w:rsidRPr="000716EE">
          <w:rPr>
            <w:rStyle w:val="Hyperlink"/>
            <w:bCs w:val="0"/>
            <w:sz w:val="20"/>
            <w:szCs w:val="20"/>
            <w:u w:val="none"/>
          </w:rPr>
          <w:t>3.3.2.2</w:t>
        </w:r>
        <w:r w:rsidR="000716EE" w:rsidRPr="000716EE">
          <w:rPr>
            <w:rFonts w:eastAsiaTheme="minorEastAsia"/>
            <w:snapToGrid/>
            <w:kern w:val="2"/>
            <w14:ligatures w14:val="standardContextual"/>
          </w:rPr>
          <w:tab/>
        </w:r>
        <w:r w:rsidR="000716EE" w:rsidRPr="000716EE">
          <w:rPr>
            <w:rStyle w:val="Hyperlink"/>
            <w:bCs w:val="0"/>
            <w:sz w:val="20"/>
            <w:szCs w:val="20"/>
            <w:u w:val="none"/>
          </w:rPr>
          <w:t>Record of Approved Work</w:t>
        </w:r>
        <w:r w:rsidR="000716EE" w:rsidRPr="000716EE">
          <w:rPr>
            <w:webHidden/>
          </w:rPr>
          <w:tab/>
        </w:r>
        <w:r w:rsidR="000716EE" w:rsidRPr="000716EE">
          <w:rPr>
            <w:webHidden/>
          </w:rPr>
          <w:fldChar w:fldCharType="begin"/>
        </w:r>
        <w:r w:rsidR="000716EE" w:rsidRPr="000716EE">
          <w:rPr>
            <w:webHidden/>
          </w:rPr>
          <w:instrText xml:space="preserve"> PAGEREF _Toc160026578 \h </w:instrText>
        </w:r>
        <w:r w:rsidR="000716EE" w:rsidRPr="000716EE">
          <w:rPr>
            <w:webHidden/>
          </w:rPr>
        </w:r>
        <w:r w:rsidR="000716EE" w:rsidRPr="000716EE">
          <w:rPr>
            <w:webHidden/>
          </w:rPr>
          <w:fldChar w:fldCharType="separate"/>
        </w:r>
        <w:r>
          <w:rPr>
            <w:webHidden/>
          </w:rPr>
          <w:t>3-73</w:t>
        </w:r>
        <w:r w:rsidR="000716EE" w:rsidRPr="000716EE">
          <w:rPr>
            <w:webHidden/>
          </w:rPr>
          <w:fldChar w:fldCharType="end"/>
        </w:r>
      </w:hyperlink>
    </w:p>
    <w:p w14:paraId="06B219D0" w14:textId="3B520583" w:rsidR="000716EE" w:rsidRPr="000716EE" w:rsidRDefault="00092E1C">
      <w:pPr>
        <w:pStyle w:val="TOC2"/>
        <w:rPr>
          <w:rFonts w:eastAsiaTheme="minorEastAsia"/>
          <w:noProof/>
          <w:kern w:val="2"/>
          <w14:ligatures w14:val="standardContextual"/>
        </w:rPr>
      </w:pPr>
      <w:hyperlink w:anchor="_Toc160026579" w:history="1">
        <w:r w:rsidR="000716EE" w:rsidRPr="000716EE">
          <w:rPr>
            <w:rStyle w:val="Hyperlink"/>
            <w:noProof/>
            <w:u w:val="none"/>
          </w:rPr>
          <w:t>3.4</w:t>
        </w:r>
        <w:r w:rsidR="000716EE" w:rsidRPr="000716EE">
          <w:rPr>
            <w:rFonts w:eastAsiaTheme="minorEastAsia"/>
            <w:noProof/>
            <w:kern w:val="2"/>
            <w14:ligatures w14:val="standardContextual"/>
          </w:rPr>
          <w:tab/>
        </w:r>
        <w:r w:rsidR="000716EE" w:rsidRPr="000716EE">
          <w:rPr>
            <w:rStyle w:val="Hyperlink"/>
            <w:noProof/>
            <w:u w:val="none"/>
          </w:rPr>
          <w:t>Load Zones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_Toc160026579 \h </w:instrText>
        </w:r>
        <w:r w:rsidR="000716EE" w:rsidRPr="000716EE">
          <w:rPr>
            <w:noProof/>
            <w:webHidden/>
          </w:rPr>
        </w:r>
        <w:r w:rsidR="000716EE" w:rsidRPr="000716EE">
          <w:rPr>
            <w:noProof/>
            <w:webHidden/>
          </w:rPr>
          <w:fldChar w:fldCharType="separate"/>
        </w:r>
        <w:r>
          <w:rPr>
            <w:noProof/>
            <w:webHidden/>
          </w:rPr>
          <w:t>3-73</w:t>
        </w:r>
        <w:r w:rsidR="000716EE" w:rsidRPr="000716EE">
          <w:rPr>
            <w:noProof/>
            <w:webHidden/>
          </w:rPr>
          <w:fldChar w:fldCharType="end"/>
        </w:r>
      </w:hyperlink>
    </w:p>
    <w:p w14:paraId="7994E9D8" w14:textId="3859F1E1" w:rsidR="000716EE" w:rsidRPr="000716EE" w:rsidRDefault="00092E1C">
      <w:pPr>
        <w:pStyle w:val="TOC3"/>
        <w:rPr>
          <w:rFonts w:eastAsiaTheme="minorEastAsia"/>
          <w:kern w:val="2"/>
          <w14:ligatures w14:val="standardContextual"/>
        </w:rPr>
      </w:pPr>
      <w:hyperlink w:anchor="_Toc160026580" w:history="1">
        <w:r w:rsidR="000716EE" w:rsidRPr="000716EE">
          <w:rPr>
            <w:rStyle w:val="Hyperlink"/>
            <w:u w:val="none"/>
          </w:rPr>
          <w:t>3.4.1</w:t>
        </w:r>
        <w:r w:rsidR="000716EE" w:rsidRPr="000716EE">
          <w:rPr>
            <w:rFonts w:eastAsiaTheme="minorEastAsia"/>
            <w:kern w:val="2"/>
            <w14:ligatures w14:val="standardContextual"/>
          </w:rPr>
          <w:tab/>
        </w:r>
        <w:r w:rsidR="000716EE" w:rsidRPr="000716EE">
          <w:rPr>
            <w:rStyle w:val="Hyperlink"/>
            <w:u w:val="none"/>
          </w:rPr>
          <w:t>Load Zone Types</w:t>
        </w:r>
        <w:r w:rsidR="000716EE" w:rsidRPr="000716EE">
          <w:rPr>
            <w:webHidden/>
          </w:rPr>
          <w:tab/>
        </w:r>
        <w:r w:rsidR="000716EE" w:rsidRPr="000716EE">
          <w:rPr>
            <w:webHidden/>
          </w:rPr>
          <w:fldChar w:fldCharType="begin"/>
        </w:r>
        <w:r w:rsidR="000716EE" w:rsidRPr="000716EE">
          <w:rPr>
            <w:webHidden/>
          </w:rPr>
          <w:instrText xml:space="preserve"> PAGEREF _Toc160026580 \h </w:instrText>
        </w:r>
        <w:r w:rsidR="000716EE" w:rsidRPr="000716EE">
          <w:rPr>
            <w:webHidden/>
          </w:rPr>
        </w:r>
        <w:r w:rsidR="000716EE" w:rsidRPr="000716EE">
          <w:rPr>
            <w:webHidden/>
          </w:rPr>
          <w:fldChar w:fldCharType="separate"/>
        </w:r>
        <w:r>
          <w:rPr>
            <w:webHidden/>
          </w:rPr>
          <w:t>3-73</w:t>
        </w:r>
        <w:r w:rsidR="000716EE" w:rsidRPr="000716EE">
          <w:rPr>
            <w:webHidden/>
          </w:rPr>
          <w:fldChar w:fldCharType="end"/>
        </w:r>
      </w:hyperlink>
    </w:p>
    <w:p w14:paraId="60DC06E4" w14:textId="1619D63A" w:rsidR="000716EE" w:rsidRPr="000716EE" w:rsidRDefault="00092E1C">
      <w:pPr>
        <w:pStyle w:val="TOC3"/>
        <w:rPr>
          <w:rFonts w:eastAsiaTheme="minorEastAsia"/>
          <w:kern w:val="2"/>
          <w14:ligatures w14:val="standardContextual"/>
        </w:rPr>
      </w:pPr>
      <w:hyperlink w:anchor="_Toc160026581" w:history="1">
        <w:r w:rsidR="000716EE" w:rsidRPr="000716EE">
          <w:rPr>
            <w:rStyle w:val="Hyperlink"/>
            <w:u w:val="none"/>
          </w:rPr>
          <w:t>3.4.2</w:t>
        </w:r>
        <w:r w:rsidR="000716EE" w:rsidRPr="000716EE">
          <w:rPr>
            <w:rFonts w:eastAsiaTheme="minorEastAsia"/>
            <w:kern w:val="2"/>
            <w14:ligatures w14:val="standardContextual"/>
          </w:rPr>
          <w:tab/>
        </w:r>
        <w:r w:rsidR="000716EE" w:rsidRPr="000716EE">
          <w:rPr>
            <w:rStyle w:val="Hyperlink"/>
            <w:u w:val="none"/>
          </w:rPr>
          <w:t>Load Zone Modifications</w:t>
        </w:r>
        <w:r w:rsidR="000716EE" w:rsidRPr="000716EE">
          <w:rPr>
            <w:webHidden/>
          </w:rPr>
          <w:tab/>
        </w:r>
        <w:r w:rsidR="000716EE" w:rsidRPr="000716EE">
          <w:rPr>
            <w:webHidden/>
          </w:rPr>
          <w:fldChar w:fldCharType="begin"/>
        </w:r>
        <w:r w:rsidR="000716EE" w:rsidRPr="000716EE">
          <w:rPr>
            <w:webHidden/>
          </w:rPr>
          <w:instrText xml:space="preserve"> PAGEREF _Toc160026581 \h </w:instrText>
        </w:r>
        <w:r w:rsidR="000716EE" w:rsidRPr="000716EE">
          <w:rPr>
            <w:webHidden/>
          </w:rPr>
        </w:r>
        <w:r w:rsidR="000716EE" w:rsidRPr="000716EE">
          <w:rPr>
            <w:webHidden/>
          </w:rPr>
          <w:fldChar w:fldCharType="separate"/>
        </w:r>
        <w:r>
          <w:rPr>
            <w:webHidden/>
          </w:rPr>
          <w:t>3-73</w:t>
        </w:r>
        <w:r w:rsidR="000716EE" w:rsidRPr="000716EE">
          <w:rPr>
            <w:webHidden/>
          </w:rPr>
          <w:fldChar w:fldCharType="end"/>
        </w:r>
      </w:hyperlink>
    </w:p>
    <w:p w14:paraId="740149BE" w14:textId="3A53E8BE" w:rsidR="000716EE" w:rsidRPr="000716EE" w:rsidRDefault="00092E1C">
      <w:pPr>
        <w:pStyle w:val="TOC3"/>
        <w:rPr>
          <w:rFonts w:eastAsiaTheme="minorEastAsia"/>
          <w:kern w:val="2"/>
          <w14:ligatures w14:val="standardContextual"/>
        </w:rPr>
      </w:pPr>
      <w:hyperlink w:anchor="_Toc160026582" w:history="1">
        <w:r w:rsidR="000716EE" w:rsidRPr="000716EE">
          <w:rPr>
            <w:rStyle w:val="Hyperlink"/>
            <w:u w:val="none"/>
          </w:rPr>
          <w:t>3.4.3</w:t>
        </w:r>
        <w:r w:rsidR="000716EE" w:rsidRPr="000716EE">
          <w:rPr>
            <w:rFonts w:eastAsiaTheme="minorEastAsia"/>
            <w:kern w:val="2"/>
            <w14:ligatures w14:val="standardContextual"/>
          </w:rPr>
          <w:tab/>
        </w:r>
        <w:r w:rsidR="000716EE" w:rsidRPr="000716EE">
          <w:rPr>
            <w:rStyle w:val="Hyperlink"/>
            <w:u w:val="none"/>
          </w:rPr>
          <w:t>NOIE Load Zones</w:t>
        </w:r>
        <w:r w:rsidR="000716EE" w:rsidRPr="000716EE">
          <w:rPr>
            <w:webHidden/>
          </w:rPr>
          <w:tab/>
        </w:r>
        <w:r w:rsidR="000716EE" w:rsidRPr="000716EE">
          <w:rPr>
            <w:webHidden/>
          </w:rPr>
          <w:fldChar w:fldCharType="begin"/>
        </w:r>
        <w:r w:rsidR="000716EE" w:rsidRPr="000716EE">
          <w:rPr>
            <w:webHidden/>
          </w:rPr>
          <w:instrText xml:space="preserve"> PAGEREF _Toc160026582 \h </w:instrText>
        </w:r>
        <w:r w:rsidR="000716EE" w:rsidRPr="000716EE">
          <w:rPr>
            <w:webHidden/>
          </w:rPr>
        </w:r>
        <w:r w:rsidR="000716EE" w:rsidRPr="000716EE">
          <w:rPr>
            <w:webHidden/>
          </w:rPr>
          <w:fldChar w:fldCharType="separate"/>
        </w:r>
        <w:r>
          <w:rPr>
            <w:webHidden/>
          </w:rPr>
          <w:t>3-74</w:t>
        </w:r>
        <w:r w:rsidR="000716EE" w:rsidRPr="000716EE">
          <w:rPr>
            <w:webHidden/>
          </w:rPr>
          <w:fldChar w:fldCharType="end"/>
        </w:r>
      </w:hyperlink>
    </w:p>
    <w:p w14:paraId="7076F3F5" w14:textId="75BCDA01" w:rsidR="000716EE" w:rsidRPr="000716EE" w:rsidRDefault="00092E1C">
      <w:pPr>
        <w:pStyle w:val="TOC3"/>
        <w:rPr>
          <w:rFonts w:eastAsiaTheme="minorEastAsia"/>
          <w:kern w:val="2"/>
          <w14:ligatures w14:val="standardContextual"/>
        </w:rPr>
      </w:pPr>
      <w:hyperlink w:anchor="_Toc160026583" w:history="1">
        <w:r w:rsidR="000716EE" w:rsidRPr="000716EE">
          <w:rPr>
            <w:rStyle w:val="Hyperlink"/>
            <w:u w:val="none"/>
          </w:rPr>
          <w:t>3.4.4</w:t>
        </w:r>
        <w:r w:rsidR="000716EE" w:rsidRPr="000716EE">
          <w:rPr>
            <w:rFonts w:eastAsiaTheme="minorEastAsia"/>
            <w:kern w:val="2"/>
            <w14:ligatures w14:val="standardContextual"/>
          </w:rPr>
          <w:tab/>
        </w:r>
        <w:r w:rsidR="000716EE" w:rsidRPr="000716EE">
          <w:rPr>
            <w:rStyle w:val="Hyperlink"/>
            <w:u w:val="none"/>
          </w:rPr>
          <w:t>DC Tie Load Zones</w:t>
        </w:r>
        <w:r w:rsidR="000716EE" w:rsidRPr="000716EE">
          <w:rPr>
            <w:webHidden/>
          </w:rPr>
          <w:tab/>
        </w:r>
        <w:r w:rsidR="000716EE" w:rsidRPr="000716EE">
          <w:rPr>
            <w:webHidden/>
          </w:rPr>
          <w:fldChar w:fldCharType="begin"/>
        </w:r>
        <w:r w:rsidR="000716EE" w:rsidRPr="000716EE">
          <w:rPr>
            <w:webHidden/>
          </w:rPr>
          <w:instrText xml:space="preserve"> PAGEREF _Toc160026583 \h </w:instrText>
        </w:r>
        <w:r w:rsidR="000716EE" w:rsidRPr="000716EE">
          <w:rPr>
            <w:webHidden/>
          </w:rPr>
        </w:r>
        <w:r w:rsidR="000716EE" w:rsidRPr="000716EE">
          <w:rPr>
            <w:webHidden/>
          </w:rPr>
          <w:fldChar w:fldCharType="separate"/>
        </w:r>
        <w:r>
          <w:rPr>
            <w:webHidden/>
          </w:rPr>
          <w:t>3-75</w:t>
        </w:r>
        <w:r w:rsidR="000716EE" w:rsidRPr="000716EE">
          <w:rPr>
            <w:webHidden/>
          </w:rPr>
          <w:fldChar w:fldCharType="end"/>
        </w:r>
      </w:hyperlink>
    </w:p>
    <w:p w14:paraId="1E79FA9D" w14:textId="079A43A3" w:rsidR="000716EE" w:rsidRPr="000716EE" w:rsidRDefault="00092E1C">
      <w:pPr>
        <w:pStyle w:val="TOC3"/>
        <w:rPr>
          <w:rFonts w:eastAsiaTheme="minorEastAsia"/>
          <w:kern w:val="2"/>
          <w14:ligatures w14:val="standardContextual"/>
        </w:rPr>
      </w:pPr>
      <w:hyperlink w:anchor="_Toc160026584" w:history="1">
        <w:r w:rsidR="000716EE" w:rsidRPr="000716EE">
          <w:rPr>
            <w:rStyle w:val="Hyperlink"/>
            <w:u w:val="none"/>
          </w:rPr>
          <w:t>3.4.5</w:t>
        </w:r>
        <w:r w:rsidR="000716EE" w:rsidRPr="000716EE">
          <w:rPr>
            <w:rFonts w:eastAsiaTheme="minorEastAsia"/>
            <w:kern w:val="2"/>
            <w14:ligatures w14:val="standardContextual"/>
          </w:rPr>
          <w:tab/>
        </w:r>
        <w:r w:rsidR="000716EE" w:rsidRPr="000716EE">
          <w:rPr>
            <w:rStyle w:val="Hyperlink"/>
            <w:u w:val="none"/>
          </w:rPr>
          <w:t>Additional Load Buses</w:t>
        </w:r>
        <w:r w:rsidR="000716EE" w:rsidRPr="000716EE">
          <w:rPr>
            <w:webHidden/>
          </w:rPr>
          <w:tab/>
        </w:r>
        <w:r w:rsidR="000716EE" w:rsidRPr="000716EE">
          <w:rPr>
            <w:webHidden/>
          </w:rPr>
          <w:fldChar w:fldCharType="begin"/>
        </w:r>
        <w:r w:rsidR="000716EE" w:rsidRPr="000716EE">
          <w:rPr>
            <w:webHidden/>
          </w:rPr>
          <w:instrText xml:space="preserve"> PAGEREF _Toc160026584 \h </w:instrText>
        </w:r>
        <w:r w:rsidR="000716EE" w:rsidRPr="000716EE">
          <w:rPr>
            <w:webHidden/>
          </w:rPr>
        </w:r>
        <w:r w:rsidR="000716EE" w:rsidRPr="000716EE">
          <w:rPr>
            <w:webHidden/>
          </w:rPr>
          <w:fldChar w:fldCharType="separate"/>
        </w:r>
        <w:r>
          <w:rPr>
            <w:webHidden/>
          </w:rPr>
          <w:t>3-75</w:t>
        </w:r>
        <w:r w:rsidR="000716EE" w:rsidRPr="000716EE">
          <w:rPr>
            <w:webHidden/>
          </w:rPr>
          <w:fldChar w:fldCharType="end"/>
        </w:r>
      </w:hyperlink>
    </w:p>
    <w:p w14:paraId="48900F35" w14:textId="5703BB46" w:rsidR="000716EE" w:rsidRPr="000716EE" w:rsidRDefault="00092E1C">
      <w:pPr>
        <w:pStyle w:val="TOC2"/>
        <w:rPr>
          <w:rFonts w:eastAsiaTheme="minorEastAsia"/>
          <w:noProof/>
          <w:kern w:val="2"/>
          <w14:ligatures w14:val="standardContextual"/>
        </w:rPr>
      </w:pPr>
      <w:hyperlink w:anchor="_Toc160026585" w:history="1">
        <w:r w:rsidR="000716EE" w:rsidRPr="000716EE">
          <w:rPr>
            <w:rStyle w:val="Hyperlink"/>
            <w:noProof/>
            <w:u w:val="none"/>
          </w:rPr>
          <w:t>3.5</w:t>
        </w:r>
        <w:r w:rsidR="000716EE" w:rsidRPr="000716EE">
          <w:rPr>
            <w:rFonts w:eastAsiaTheme="minorEastAsia"/>
            <w:noProof/>
            <w:kern w:val="2"/>
            <w14:ligatures w14:val="standardContextual"/>
          </w:rPr>
          <w:tab/>
        </w:r>
        <w:r w:rsidR="000716EE" w:rsidRPr="000716EE">
          <w:rPr>
            <w:rStyle w:val="Hyperlink"/>
            <w:noProof/>
            <w:u w:val="none"/>
          </w:rPr>
          <w:t>Hubs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_Toc160026585 \h </w:instrText>
        </w:r>
        <w:r w:rsidR="000716EE" w:rsidRPr="000716EE">
          <w:rPr>
            <w:noProof/>
            <w:webHidden/>
          </w:rPr>
        </w:r>
        <w:r w:rsidR="000716EE" w:rsidRPr="000716EE">
          <w:rPr>
            <w:noProof/>
            <w:webHidden/>
          </w:rPr>
          <w:fldChar w:fldCharType="separate"/>
        </w:r>
        <w:r>
          <w:rPr>
            <w:noProof/>
            <w:webHidden/>
          </w:rPr>
          <w:t>3-76</w:t>
        </w:r>
        <w:r w:rsidR="000716EE" w:rsidRPr="000716EE">
          <w:rPr>
            <w:noProof/>
            <w:webHidden/>
          </w:rPr>
          <w:fldChar w:fldCharType="end"/>
        </w:r>
      </w:hyperlink>
    </w:p>
    <w:p w14:paraId="59A44A9B" w14:textId="387CAB78" w:rsidR="000716EE" w:rsidRPr="000716EE" w:rsidRDefault="00092E1C">
      <w:pPr>
        <w:pStyle w:val="TOC3"/>
        <w:rPr>
          <w:rFonts w:eastAsiaTheme="minorEastAsia"/>
          <w:kern w:val="2"/>
          <w14:ligatures w14:val="standardContextual"/>
        </w:rPr>
      </w:pPr>
      <w:hyperlink w:anchor="_Toc160026586" w:history="1">
        <w:r w:rsidR="000716EE" w:rsidRPr="000716EE">
          <w:rPr>
            <w:rStyle w:val="Hyperlink"/>
            <w:u w:val="none"/>
          </w:rPr>
          <w:t>3.5.1</w:t>
        </w:r>
        <w:r w:rsidR="000716EE" w:rsidRPr="000716EE">
          <w:rPr>
            <w:rFonts w:eastAsiaTheme="minorEastAsia"/>
            <w:kern w:val="2"/>
            <w14:ligatures w14:val="standardContextual"/>
          </w:rPr>
          <w:tab/>
        </w:r>
        <w:r w:rsidR="000716EE" w:rsidRPr="000716EE">
          <w:rPr>
            <w:rStyle w:val="Hyperlink"/>
            <w:u w:val="none"/>
          </w:rPr>
          <w:t>Process for Defining Hubs</w:t>
        </w:r>
        <w:r w:rsidR="000716EE" w:rsidRPr="000716EE">
          <w:rPr>
            <w:webHidden/>
          </w:rPr>
          <w:tab/>
        </w:r>
        <w:r w:rsidR="000716EE" w:rsidRPr="000716EE">
          <w:rPr>
            <w:webHidden/>
          </w:rPr>
          <w:fldChar w:fldCharType="begin"/>
        </w:r>
        <w:r w:rsidR="000716EE" w:rsidRPr="000716EE">
          <w:rPr>
            <w:webHidden/>
          </w:rPr>
          <w:instrText xml:space="preserve"> PAGEREF _Toc160026586 \h </w:instrText>
        </w:r>
        <w:r w:rsidR="000716EE" w:rsidRPr="000716EE">
          <w:rPr>
            <w:webHidden/>
          </w:rPr>
        </w:r>
        <w:r w:rsidR="000716EE" w:rsidRPr="000716EE">
          <w:rPr>
            <w:webHidden/>
          </w:rPr>
          <w:fldChar w:fldCharType="separate"/>
        </w:r>
        <w:r>
          <w:rPr>
            <w:webHidden/>
          </w:rPr>
          <w:t>3-76</w:t>
        </w:r>
        <w:r w:rsidR="000716EE" w:rsidRPr="000716EE">
          <w:rPr>
            <w:webHidden/>
          </w:rPr>
          <w:fldChar w:fldCharType="end"/>
        </w:r>
      </w:hyperlink>
    </w:p>
    <w:p w14:paraId="0ECEFACC" w14:textId="1D7FC93D" w:rsidR="000716EE" w:rsidRPr="000716EE" w:rsidRDefault="00092E1C">
      <w:pPr>
        <w:pStyle w:val="TOC3"/>
        <w:rPr>
          <w:rFonts w:eastAsiaTheme="minorEastAsia"/>
          <w:kern w:val="2"/>
          <w14:ligatures w14:val="standardContextual"/>
        </w:rPr>
      </w:pPr>
      <w:hyperlink w:anchor="_Toc160026587" w:history="1">
        <w:r w:rsidR="000716EE" w:rsidRPr="000716EE">
          <w:rPr>
            <w:rStyle w:val="Hyperlink"/>
            <w:u w:val="none"/>
          </w:rPr>
          <w:t>3.5.2</w:t>
        </w:r>
        <w:r w:rsidR="000716EE" w:rsidRPr="000716EE">
          <w:rPr>
            <w:rFonts w:eastAsiaTheme="minorEastAsia"/>
            <w:kern w:val="2"/>
            <w14:ligatures w14:val="standardContextual"/>
          </w:rPr>
          <w:tab/>
        </w:r>
        <w:r w:rsidR="000716EE" w:rsidRPr="000716EE">
          <w:rPr>
            <w:rStyle w:val="Hyperlink"/>
            <w:u w:val="none"/>
          </w:rPr>
          <w:t>Hub Definitions</w:t>
        </w:r>
        <w:r w:rsidR="000716EE" w:rsidRPr="000716EE">
          <w:rPr>
            <w:webHidden/>
          </w:rPr>
          <w:tab/>
        </w:r>
        <w:r w:rsidR="000716EE" w:rsidRPr="000716EE">
          <w:rPr>
            <w:webHidden/>
          </w:rPr>
          <w:fldChar w:fldCharType="begin"/>
        </w:r>
        <w:r w:rsidR="000716EE" w:rsidRPr="000716EE">
          <w:rPr>
            <w:webHidden/>
          </w:rPr>
          <w:instrText xml:space="preserve"> PAGEREF _Toc160026587 \h </w:instrText>
        </w:r>
        <w:r w:rsidR="000716EE" w:rsidRPr="000716EE">
          <w:rPr>
            <w:webHidden/>
          </w:rPr>
        </w:r>
        <w:r w:rsidR="000716EE" w:rsidRPr="000716EE">
          <w:rPr>
            <w:webHidden/>
          </w:rPr>
          <w:fldChar w:fldCharType="separate"/>
        </w:r>
        <w:r>
          <w:rPr>
            <w:webHidden/>
          </w:rPr>
          <w:t>3-77</w:t>
        </w:r>
        <w:r w:rsidR="000716EE" w:rsidRPr="000716EE">
          <w:rPr>
            <w:webHidden/>
          </w:rPr>
          <w:fldChar w:fldCharType="end"/>
        </w:r>
      </w:hyperlink>
    </w:p>
    <w:p w14:paraId="35781976" w14:textId="443DAFC8" w:rsidR="000716EE" w:rsidRPr="000716EE" w:rsidRDefault="00092E1C" w:rsidP="001235C5">
      <w:pPr>
        <w:pStyle w:val="TOC4"/>
        <w:rPr>
          <w:rFonts w:eastAsiaTheme="minorEastAsia"/>
          <w:snapToGrid/>
          <w:kern w:val="2"/>
          <w14:ligatures w14:val="standardContextual"/>
        </w:rPr>
      </w:pPr>
      <w:hyperlink w:anchor="_Toc160026588" w:history="1">
        <w:r w:rsidR="000716EE" w:rsidRPr="000716EE">
          <w:rPr>
            <w:rStyle w:val="Hyperlink"/>
            <w:bCs w:val="0"/>
            <w:sz w:val="20"/>
            <w:szCs w:val="20"/>
            <w:u w:val="none"/>
          </w:rPr>
          <w:t>3.5.2.1</w:t>
        </w:r>
        <w:r w:rsidR="000716EE" w:rsidRPr="000716EE">
          <w:rPr>
            <w:rFonts w:eastAsiaTheme="minorEastAsia"/>
            <w:snapToGrid/>
            <w:kern w:val="2"/>
            <w14:ligatures w14:val="standardContextual"/>
          </w:rPr>
          <w:tab/>
        </w:r>
        <w:r w:rsidR="000716EE" w:rsidRPr="000716EE">
          <w:rPr>
            <w:rStyle w:val="Hyperlink"/>
            <w:bCs w:val="0"/>
            <w:sz w:val="20"/>
            <w:szCs w:val="20"/>
            <w:u w:val="none"/>
          </w:rPr>
          <w:t>North 345 kV Hub (North 345)</w:t>
        </w:r>
        <w:r w:rsidR="000716EE" w:rsidRPr="000716EE">
          <w:rPr>
            <w:webHidden/>
          </w:rPr>
          <w:tab/>
        </w:r>
        <w:r w:rsidR="000716EE" w:rsidRPr="000716EE">
          <w:rPr>
            <w:webHidden/>
          </w:rPr>
          <w:fldChar w:fldCharType="begin"/>
        </w:r>
        <w:r w:rsidR="000716EE" w:rsidRPr="000716EE">
          <w:rPr>
            <w:webHidden/>
          </w:rPr>
          <w:instrText xml:space="preserve"> PAGEREF _Toc160026588 \h </w:instrText>
        </w:r>
        <w:r w:rsidR="000716EE" w:rsidRPr="000716EE">
          <w:rPr>
            <w:webHidden/>
          </w:rPr>
        </w:r>
        <w:r w:rsidR="000716EE" w:rsidRPr="000716EE">
          <w:rPr>
            <w:webHidden/>
          </w:rPr>
          <w:fldChar w:fldCharType="separate"/>
        </w:r>
        <w:r>
          <w:rPr>
            <w:webHidden/>
          </w:rPr>
          <w:t>3-77</w:t>
        </w:r>
        <w:r w:rsidR="000716EE" w:rsidRPr="000716EE">
          <w:rPr>
            <w:webHidden/>
          </w:rPr>
          <w:fldChar w:fldCharType="end"/>
        </w:r>
      </w:hyperlink>
    </w:p>
    <w:p w14:paraId="5B7583EE" w14:textId="6DC97BFB" w:rsidR="000716EE" w:rsidRPr="000716EE" w:rsidRDefault="00092E1C" w:rsidP="001235C5">
      <w:pPr>
        <w:pStyle w:val="TOC4"/>
        <w:rPr>
          <w:rFonts w:eastAsiaTheme="minorEastAsia"/>
          <w:snapToGrid/>
          <w:kern w:val="2"/>
          <w14:ligatures w14:val="standardContextual"/>
        </w:rPr>
      </w:pPr>
      <w:hyperlink w:anchor="_Toc160026589" w:history="1">
        <w:r w:rsidR="000716EE" w:rsidRPr="000716EE">
          <w:rPr>
            <w:rStyle w:val="Hyperlink"/>
            <w:bCs w:val="0"/>
            <w:sz w:val="20"/>
            <w:szCs w:val="20"/>
            <w:u w:val="none"/>
          </w:rPr>
          <w:t>3.5.2.2</w:t>
        </w:r>
        <w:r w:rsidR="000716EE" w:rsidRPr="000716EE">
          <w:rPr>
            <w:rFonts w:eastAsiaTheme="minorEastAsia"/>
            <w:snapToGrid/>
            <w:kern w:val="2"/>
            <w14:ligatures w14:val="standardContextual"/>
          </w:rPr>
          <w:tab/>
        </w:r>
        <w:r w:rsidR="000716EE" w:rsidRPr="000716EE">
          <w:rPr>
            <w:rStyle w:val="Hyperlink"/>
            <w:bCs w:val="0"/>
            <w:sz w:val="20"/>
            <w:szCs w:val="20"/>
            <w:u w:val="none"/>
          </w:rPr>
          <w:t>South 345 kV Hub (South 345)</w:t>
        </w:r>
        <w:r w:rsidR="000716EE" w:rsidRPr="000716EE">
          <w:rPr>
            <w:webHidden/>
          </w:rPr>
          <w:tab/>
        </w:r>
        <w:r w:rsidR="000716EE" w:rsidRPr="000716EE">
          <w:rPr>
            <w:webHidden/>
          </w:rPr>
          <w:fldChar w:fldCharType="begin"/>
        </w:r>
        <w:r w:rsidR="000716EE" w:rsidRPr="000716EE">
          <w:rPr>
            <w:webHidden/>
          </w:rPr>
          <w:instrText xml:space="preserve"> PAGEREF _Toc160026589 \h </w:instrText>
        </w:r>
        <w:r w:rsidR="000716EE" w:rsidRPr="000716EE">
          <w:rPr>
            <w:webHidden/>
          </w:rPr>
        </w:r>
        <w:r w:rsidR="000716EE" w:rsidRPr="000716EE">
          <w:rPr>
            <w:webHidden/>
          </w:rPr>
          <w:fldChar w:fldCharType="separate"/>
        </w:r>
        <w:r>
          <w:rPr>
            <w:webHidden/>
          </w:rPr>
          <w:t>3-82</w:t>
        </w:r>
        <w:r w:rsidR="000716EE" w:rsidRPr="000716EE">
          <w:rPr>
            <w:webHidden/>
          </w:rPr>
          <w:fldChar w:fldCharType="end"/>
        </w:r>
      </w:hyperlink>
    </w:p>
    <w:p w14:paraId="465326EA" w14:textId="2EB7364C" w:rsidR="000716EE" w:rsidRPr="000716EE" w:rsidRDefault="00092E1C" w:rsidP="001235C5">
      <w:pPr>
        <w:pStyle w:val="TOC4"/>
        <w:rPr>
          <w:rFonts w:eastAsiaTheme="minorEastAsia"/>
          <w:snapToGrid/>
          <w:kern w:val="2"/>
          <w14:ligatures w14:val="standardContextual"/>
        </w:rPr>
      </w:pPr>
      <w:hyperlink w:anchor="_Toc160026590" w:history="1">
        <w:r w:rsidR="000716EE" w:rsidRPr="000716EE">
          <w:rPr>
            <w:rStyle w:val="Hyperlink"/>
            <w:bCs w:val="0"/>
            <w:sz w:val="20"/>
            <w:szCs w:val="20"/>
            <w:u w:val="none"/>
          </w:rPr>
          <w:t>3.5.2.3</w:t>
        </w:r>
        <w:r w:rsidR="000716EE" w:rsidRPr="000716EE">
          <w:rPr>
            <w:rFonts w:eastAsiaTheme="minorEastAsia"/>
            <w:snapToGrid/>
            <w:kern w:val="2"/>
            <w14:ligatures w14:val="standardContextual"/>
          </w:rPr>
          <w:tab/>
        </w:r>
        <w:r w:rsidR="000716EE" w:rsidRPr="000716EE">
          <w:rPr>
            <w:rStyle w:val="Hyperlink"/>
            <w:bCs w:val="0"/>
            <w:sz w:val="20"/>
            <w:szCs w:val="20"/>
            <w:u w:val="none"/>
          </w:rPr>
          <w:t>Houston 345 kV Hub (Houston 345)</w:t>
        </w:r>
        <w:r w:rsidR="000716EE" w:rsidRPr="000716EE">
          <w:rPr>
            <w:webHidden/>
          </w:rPr>
          <w:tab/>
        </w:r>
        <w:r w:rsidR="000716EE" w:rsidRPr="000716EE">
          <w:rPr>
            <w:webHidden/>
          </w:rPr>
          <w:fldChar w:fldCharType="begin"/>
        </w:r>
        <w:r w:rsidR="000716EE" w:rsidRPr="000716EE">
          <w:rPr>
            <w:webHidden/>
          </w:rPr>
          <w:instrText xml:space="preserve"> PAGEREF _Toc160026590 \h </w:instrText>
        </w:r>
        <w:r w:rsidR="000716EE" w:rsidRPr="000716EE">
          <w:rPr>
            <w:webHidden/>
          </w:rPr>
        </w:r>
        <w:r w:rsidR="000716EE" w:rsidRPr="000716EE">
          <w:rPr>
            <w:webHidden/>
          </w:rPr>
          <w:fldChar w:fldCharType="separate"/>
        </w:r>
        <w:r>
          <w:rPr>
            <w:webHidden/>
          </w:rPr>
          <w:t>3-87</w:t>
        </w:r>
        <w:r w:rsidR="000716EE" w:rsidRPr="000716EE">
          <w:rPr>
            <w:webHidden/>
          </w:rPr>
          <w:fldChar w:fldCharType="end"/>
        </w:r>
      </w:hyperlink>
    </w:p>
    <w:p w14:paraId="7F08B698" w14:textId="260E60D9" w:rsidR="000716EE" w:rsidRPr="000716EE" w:rsidRDefault="00092E1C" w:rsidP="001235C5">
      <w:pPr>
        <w:pStyle w:val="TOC4"/>
        <w:rPr>
          <w:rFonts w:eastAsiaTheme="minorEastAsia"/>
          <w:snapToGrid/>
          <w:kern w:val="2"/>
          <w14:ligatures w14:val="standardContextual"/>
        </w:rPr>
      </w:pPr>
      <w:hyperlink w:anchor="_Toc160026591" w:history="1">
        <w:r w:rsidR="000716EE" w:rsidRPr="000716EE">
          <w:rPr>
            <w:rStyle w:val="Hyperlink"/>
            <w:bCs w:val="0"/>
            <w:sz w:val="20"/>
            <w:szCs w:val="20"/>
            <w:u w:val="none"/>
          </w:rPr>
          <w:t>3.5.2.4</w:t>
        </w:r>
        <w:r w:rsidR="000716EE" w:rsidRPr="000716EE">
          <w:rPr>
            <w:rFonts w:eastAsiaTheme="minorEastAsia"/>
            <w:snapToGrid/>
            <w:kern w:val="2"/>
            <w14:ligatures w14:val="standardContextual"/>
          </w:rPr>
          <w:tab/>
        </w:r>
        <w:r w:rsidR="000716EE" w:rsidRPr="000716EE">
          <w:rPr>
            <w:rStyle w:val="Hyperlink"/>
            <w:bCs w:val="0"/>
            <w:sz w:val="20"/>
            <w:szCs w:val="20"/>
            <w:u w:val="none"/>
          </w:rPr>
          <w:t>West 345 kV Hub (West 345)</w:t>
        </w:r>
        <w:r w:rsidR="000716EE" w:rsidRPr="000716EE">
          <w:rPr>
            <w:webHidden/>
          </w:rPr>
          <w:tab/>
        </w:r>
        <w:r w:rsidR="000716EE" w:rsidRPr="000716EE">
          <w:rPr>
            <w:webHidden/>
          </w:rPr>
          <w:fldChar w:fldCharType="begin"/>
        </w:r>
        <w:r w:rsidR="000716EE" w:rsidRPr="000716EE">
          <w:rPr>
            <w:webHidden/>
          </w:rPr>
          <w:instrText xml:space="preserve"> PAGEREF _Toc160026591 \h </w:instrText>
        </w:r>
        <w:r w:rsidR="000716EE" w:rsidRPr="000716EE">
          <w:rPr>
            <w:webHidden/>
          </w:rPr>
        </w:r>
        <w:r w:rsidR="000716EE" w:rsidRPr="000716EE">
          <w:rPr>
            <w:webHidden/>
          </w:rPr>
          <w:fldChar w:fldCharType="separate"/>
        </w:r>
        <w:r>
          <w:rPr>
            <w:webHidden/>
          </w:rPr>
          <w:t>3-91</w:t>
        </w:r>
        <w:r w:rsidR="000716EE" w:rsidRPr="000716EE">
          <w:rPr>
            <w:webHidden/>
          </w:rPr>
          <w:fldChar w:fldCharType="end"/>
        </w:r>
      </w:hyperlink>
    </w:p>
    <w:p w14:paraId="0C51F263" w14:textId="4EE31687" w:rsidR="000716EE" w:rsidRPr="000716EE" w:rsidRDefault="00092E1C" w:rsidP="001235C5">
      <w:pPr>
        <w:pStyle w:val="TOC4"/>
        <w:rPr>
          <w:rFonts w:eastAsiaTheme="minorEastAsia"/>
          <w:snapToGrid/>
          <w:kern w:val="2"/>
          <w14:ligatures w14:val="standardContextual"/>
        </w:rPr>
      </w:pPr>
      <w:hyperlink w:anchor="_Toc160026592" w:history="1">
        <w:r w:rsidR="000716EE" w:rsidRPr="000716EE">
          <w:rPr>
            <w:rStyle w:val="Hyperlink"/>
            <w:bCs w:val="0"/>
            <w:sz w:val="20"/>
            <w:szCs w:val="20"/>
            <w:u w:val="none"/>
          </w:rPr>
          <w:t>3.5.2.5</w:t>
        </w:r>
        <w:r w:rsidR="000716EE" w:rsidRPr="000716EE">
          <w:rPr>
            <w:rFonts w:eastAsiaTheme="minorEastAsia"/>
            <w:snapToGrid/>
            <w:kern w:val="2"/>
            <w14:ligatures w14:val="standardContextual"/>
          </w:rPr>
          <w:tab/>
        </w:r>
        <w:r w:rsidR="000716EE" w:rsidRPr="000716EE">
          <w:rPr>
            <w:rStyle w:val="Hyperlink"/>
            <w:bCs w:val="0"/>
            <w:sz w:val="20"/>
            <w:szCs w:val="20"/>
            <w:u w:val="none"/>
          </w:rPr>
          <w:t>Panhandle 345 kV Hub (Pan 345)</w:t>
        </w:r>
        <w:r w:rsidR="000716EE" w:rsidRPr="000716EE">
          <w:rPr>
            <w:webHidden/>
          </w:rPr>
          <w:tab/>
        </w:r>
        <w:r w:rsidR="000716EE" w:rsidRPr="000716EE">
          <w:rPr>
            <w:webHidden/>
          </w:rPr>
          <w:fldChar w:fldCharType="begin"/>
        </w:r>
        <w:r w:rsidR="000716EE" w:rsidRPr="000716EE">
          <w:rPr>
            <w:webHidden/>
          </w:rPr>
          <w:instrText xml:space="preserve"> PAGEREF _Toc160026592 \h </w:instrText>
        </w:r>
        <w:r w:rsidR="000716EE" w:rsidRPr="000716EE">
          <w:rPr>
            <w:webHidden/>
          </w:rPr>
        </w:r>
        <w:r w:rsidR="000716EE" w:rsidRPr="000716EE">
          <w:rPr>
            <w:webHidden/>
          </w:rPr>
          <w:fldChar w:fldCharType="separate"/>
        </w:r>
        <w:r>
          <w:rPr>
            <w:webHidden/>
          </w:rPr>
          <w:t>3-95</w:t>
        </w:r>
        <w:r w:rsidR="000716EE" w:rsidRPr="000716EE">
          <w:rPr>
            <w:webHidden/>
          </w:rPr>
          <w:fldChar w:fldCharType="end"/>
        </w:r>
      </w:hyperlink>
    </w:p>
    <w:p w14:paraId="45ABF9C1" w14:textId="41E795FF" w:rsidR="000716EE" w:rsidRPr="000716EE" w:rsidRDefault="00092E1C" w:rsidP="001235C5">
      <w:pPr>
        <w:pStyle w:val="TOC4"/>
        <w:rPr>
          <w:rFonts w:eastAsiaTheme="minorEastAsia"/>
          <w:snapToGrid/>
          <w:kern w:val="2"/>
          <w14:ligatures w14:val="standardContextual"/>
        </w:rPr>
      </w:pPr>
      <w:hyperlink w:anchor="_Toc160026594" w:history="1">
        <w:r w:rsidR="000716EE" w:rsidRPr="000716EE">
          <w:rPr>
            <w:rStyle w:val="Hyperlink"/>
            <w:bCs w:val="0"/>
            <w:sz w:val="20"/>
            <w:szCs w:val="20"/>
            <w:u w:val="none"/>
          </w:rPr>
          <w:t>3.5.2.6</w:t>
        </w:r>
        <w:r w:rsidR="000716EE" w:rsidRPr="000716EE">
          <w:rPr>
            <w:rFonts w:eastAsiaTheme="minorEastAsia"/>
            <w:snapToGrid/>
            <w:kern w:val="2"/>
            <w14:ligatures w14:val="standardContextual"/>
          </w:rPr>
          <w:tab/>
        </w:r>
        <w:r w:rsidR="000716EE" w:rsidRPr="000716EE">
          <w:rPr>
            <w:rStyle w:val="Hyperlink"/>
            <w:bCs w:val="0"/>
            <w:sz w:val="20"/>
            <w:szCs w:val="20"/>
            <w:u w:val="none"/>
          </w:rPr>
          <w:t>ERCOT Hub Average 345 kV Hub (ERCOT 345)</w:t>
        </w:r>
        <w:r w:rsidR="000716EE" w:rsidRPr="000716EE">
          <w:rPr>
            <w:webHidden/>
          </w:rPr>
          <w:tab/>
        </w:r>
        <w:r w:rsidR="000716EE" w:rsidRPr="000716EE">
          <w:rPr>
            <w:webHidden/>
          </w:rPr>
          <w:fldChar w:fldCharType="begin"/>
        </w:r>
        <w:r w:rsidR="000716EE" w:rsidRPr="000716EE">
          <w:rPr>
            <w:webHidden/>
          </w:rPr>
          <w:instrText xml:space="preserve"> PAGEREF _Toc160026594 \h </w:instrText>
        </w:r>
        <w:r w:rsidR="000716EE" w:rsidRPr="000716EE">
          <w:rPr>
            <w:webHidden/>
          </w:rPr>
        </w:r>
        <w:r w:rsidR="000716EE" w:rsidRPr="000716EE">
          <w:rPr>
            <w:webHidden/>
          </w:rPr>
          <w:fldChar w:fldCharType="separate"/>
        </w:r>
        <w:r>
          <w:rPr>
            <w:webHidden/>
          </w:rPr>
          <w:t>3-102</w:t>
        </w:r>
        <w:r w:rsidR="000716EE" w:rsidRPr="000716EE">
          <w:rPr>
            <w:webHidden/>
          </w:rPr>
          <w:fldChar w:fldCharType="end"/>
        </w:r>
      </w:hyperlink>
    </w:p>
    <w:p w14:paraId="719949C9" w14:textId="2C0EEB48" w:rsidR="000716EE" w:rsidRPr="000716EE" w:rsidRDefault="00092E1C" w:rsidP="001235C5">
      <w:pPr>
        <w:pStyle w:val="TOC4"/>
        <w:rPr>
          <w:rFonts w:eastAsiaTheme="minorEastAsia"/>
          <w:snapToGrid/>
          <w:kern w:val="2"/>
          <w14:ligatures w14:val="standardContextual"/>
        </w:rPr>
      </w:pPr>
      <w:hyperlink w:anchor="_Toc160026595" w:history="1">
        <w:r w:rsidR="000716EE" w:rsidRPr="000716EE">
          <w:rPr>
            <w:rStyle w:val="Hyperlink"/>
            <w:bCs w:val="0"/>
            <w:sz w:val="20"/>
            <w:szCs w:val="20"/>
            <w:u w:val="none"/>
          </w:rPr>
          <w:t>3.5.2.7</w:t>
        </w:r>
        <w:r w:rsidR="000716EE" w:rsidRPr="000716EE">
          <w:rPr>
            <w:rFonts w:eastAsiaTheme="minorEastAsia"/>
            <w:snapToGrid/>
            <w:kern w:val="2"/>
            <w14:ligatures w14:val="standardContextual"/>
          </w:rPr>
          <w:tab/>
        </w:r>
        <w:r w:rsidR="000716EE" w:rsidRPr="000716EE">
          <w:rPr>
            <w:rStyle w:val="Hyperlink"/>
            <w:bCs w:val="0"/>
            <w:sz w:val="20"/>
            <w:szCs w:val="20"/>
            <w:u w:val="none"/>
          </w:rPr>
          <w:t>ERCOT Bus Average 345 kV Hub (ERCOT 345 Bus)</w:t>
        </w:r>
        <w:r w:rsidR="000716EE" w:rsidRPr="000716EE">
          <w:rPr>
            <w:webHidden/>
          </w:rPr>
          <w:tab/>
        </w:r>
        <w:r w:rsidR="000716EE" w:rsidRPr="000716EE">
          <w:rPr>
            <w:webHidden/>
          </w:rPr>
          <w:fldChar w:fldCharType="begin"/>
        </w:r>
        <w:r w:rsidR="000716EE" w:rsidRPr="000716EE">
          <w:rPr>
            <w:webHidden/>
          </w:rPr>
          <w:instrText xml:space="preserve"> PAGEREF _Toc160026595 \h </w:instrText>
        </w:r>
        <w:r w:rsidR="000716EE" w:rsidRPr="000716EE">
          <w:rPr>
            <w:webHidden/>
          </w:rPr>
        </w:r>
        <w:r w:rsidR="000716EE" w:rsidRPr="000716EE">
          <w:rPr>
            <w:webHidden/>
          </w:rPr>
          <w:fldChar w:fldCharType="separate"/>
        </w:r>
        <w:r>
          <w:rPr>
            <w:webHidden/>
          </w:rPr>
          <w:t>3-104</w:t>
        </w:r>
        <w:r w:rsidR="000716EE" w:rsidRPr="000716EE">
          <w:rPr>
            <w:webHidden/>
          </w:rPr>
          <w:fldChar w:fldCharType="end"/>
        </w:r>
      </w:hyperlink>
    </w:p>
    <w:p w14:paraId="20B09AB5" w14:textId="57E5E484" w:rsidR="000716EE" w:rsidRPr="000716EE" w:rsidRDefault="00092E1C">
      <w:pPr>
        <w:pStyle w:val="TOC3"/>
        <w:rPr>
          <w:rFonts w:eastAsiaTheme="minorEastAsia"/>
          <w:kern w:val="2"/>
          <w14:ligatures w14:val="standardContextual"/>
        </w:rPr>
      </w:pPr>
      <w:hyperlink w:anchor="_Toc160026596" w:history="1">
        <w:r w:rsidR="000716EE" w:rsidRPr="000716EE">
          <w:rPr>
            <w:rStyle w:val="Hyperlink"/>
            <w:u w:val="none"/>
          </w:rPr>
          <w:t>3.5.3</w:t>
        </w:r>
        <w:r w:rsidR="000716EE" w:rsidRPr="000716EE">
          <w:rPr>
            <w:rFonts w:eastAsiaTheme="minorEastAsia"/>
            <w:kern w:val="2"/>
            <w14:ligatures w14:val="standardContextual"/>
          </w:rPr>
          <w:tab/>
        </w:r>
        <w:r w:rsidR="000716EE" w:rsidRPr="000716EE">
          <w:rPr>
            <w:rStyle w:val="Hyperlink"/>
            <w:u w:val="none"/>
          </w:rPr>
          <w:t>ERCOT Responsibilities for Managing Hubs</w:t>
        </w:r>
        <w:r w:rsidR="000716EE" w:rsidRPr="000716EE">
          <w:rPr>
            <w:webHidden/>
          </w:rPr>
          <w:tab/>
        </w:r>
        <w:r w:rsidR="000716EE" w:rsidRPr="000716EE">
          <w:rPr>
            <w:webHidden/>
          </w:rPr>
          <w:fldChar w:fldCharType="begin"/>
        </w:r>
        <w:r w:rsidR="000716EE" w:rsidRPr="000716EE">
          <w:rPr>
            <w:webHidden/>
          </w:rPr>
          <w:instrText xml:space="preserve"> PAGEREF _Toc160026596 \h </w:instrText>
        </w:r>
        <w:r w:rsidR="000716EE" w:rsidRPr="000716EE">
          <w:rPr>
            <w:webHidden/>
          </w:rPr>
        </w:r>
        <w:r w:rsidR="000716EE" w:rsidRPr="000716EE">
          <w:rPr>
            <w:webHidden/>
          </w:rPr>
          <w:fldChar w:fldCharType="separate"/>
        </w:r>
        <w:r>
          <w:rPr>
            <w:webHidden/>
          </w:rPr>
          <w:t>3-109</w:t>
        </w:r>
        <w:r w:rsidR="000716EE" w:rsidRPr="000716EE">
          <w:rPr>
            <w:webHidden/>
          </w:rPr>
          <w:fldChar w:fldCharType="end"/>
        </w:r>
      </w:hyperlink>
    </w:p>
    <w:p w14:paraId="322BE0CE" w14:textId="51130DEE" w:rsidR="000716EE" w:rsidRPr="000716EE" w:rsidRDefault="00092E1C" w:rsidP="001235C5">
      <w:pPr>
        <w:pStyle w:val="TOC4"/>
        <w:rPr>
          <w:rFonts w:eastAsiaTheme="minorEastAsia"/>
          <w:snapToGrid/>
          <w:kern w:val="2"/>
          <w14:ligatures w14:val="standardContextual"/>
        </w:rPr>
      </w:pPr>
      <w:hyperlink w:anchor="_Toc160026597" w:history="1">
        <w:r w:rsidR="000716EE" w:rsidRPr="000716EE">
          <w:rPr>
            <w:rStyle w:val="Hyperlink"/>
            <w:bCs w:val="0"/>
            <w:sz w:val="20"/>
            <w:szCs w:val="20"/>
            <w:u w:val="none"/>
          </w:rPr>
          <w:t>3.5.3.1</w:t>
        </w:r>
        <w:r w:rsidR="000716EE" w:rsidRPr="000716EE">
          <w:rPr>
            <w:rFonts w:eastAsiaTheme="minorEastAsia"/>
            <w:snapToGrid/>
            <w:kern w:val="2"/>
            <w14:ligatures w14:val="standardContextual"/>
          </w:rPr>
          <w:tab/>
        </w:r>
        <w:r w:rsidR="000716EE" w:rsidRPr="000716EE">
          <w:rPr>
            <w:rStyle w:val="Hyperlink"/>
            <w:bCs w:val="0"/>
            <w:sz w:val="20"/>
            <w:szCs w:val="20"/>
            <w:u w:val="none"/>
          </w:rPr>
          <w:t>Posting of Hub Buses and Electrical Buses included in Hubs</w:t>
        </w:r>
        <w:r w:rsidR="000716EE" w:rsidRPr="000716EE">
          <w:rPr>
            <w:webHidden/>
          </w:rPr>
          <w:tab/>
        </w:r>
        <w:r w:rsidR="000716EE" w:rsidRPr="000716EE">
          <w:rPr>
            <w:webHidden/>
          </w:rPr>
          <w:fldChar w:fldCharType="begin"/>
        </w:r>
        <w:r w:rsidR="000716EE" w:rsidRPr="000716EE">
          <w:rPr>
            <w:webHidden/>
          </w:rPr>
          <w:instrText xml:space="preserve"> PAGEREF _Toc160026597 \h </w:instrText>
        </w:r>
        <w:r w:rsidR="000716EE" w:rsidRPr="000716EE">
          <w:rPr>
            <w:webHidden/>
          </w:rPr>
        </w:r>
        <w:r w:rsidR="000716EE" w:rsidRPr="000716EE">
          <w:rPr>
            <w:webHidden/>
          </w:rPr>
          <w:fldChar w:fldCharType="separate"/>
        </w:r>
        <w:r>
          <w:rPr>
            <w:webHidden/>
          </w:rPr>
          <w:t>3-109</w:t>
        </w:r>
        <w:r w:rsidR="000716EE" w:rsidRPr="000716EE">
          <w:rPr>
            <w:webHidden/>
          </w:rPr>
          <w:fldChar w:fldCharType="end"/>
        </w:r>
      </w:hyperlink>
    </w:p>
    <w:p w14:paraId="585C0A83" w14:textId="4233B40F" w:rsidR="000716EE" w:rsidRPr="000716EE" w:rsidRDefault="00092E1C" w:rsidP="001235C5">
      <w:pPr>
        <w:pStyle w:val="TOC4"/>
        <w:rPr>
          <w:rFonts w:eastAsiaTheme="minorEastAsia"/>
          <w:snapToGrid/>
          <w:kern w:val="2"/>
          <w14:ligatures w14:val="standardContextual"/>
        </w:rPr>
      </w:pPr>
      <w:hyperlink w:anchor="_Toc160026598" w:history="1">
        <w:r w:rsidR="000716EE" w:rsidRPr="000716EE">
          <w:rPr>
            <w:rStyle w:val="Hyperlink"/>
            <w:bCs w:val="0"/>
            <w:sz w:val="20"/>
            <w:szCs w:val="20"/>
            <w:u w:val="none"/>
          </w:rPr>
          <w:t>3.5.3.2</w:t>
        </w:r>
        <w:r w:rsidR="000716EE" w:rsidRPr="000716EE">
          <w:rPr>
            <w:rFonts w:eastAsiaTheme="minorEastAsia"/>
            <w:snapToGrid/>
            <w:kern w:val="2"/>
            <w14:ligatures w14:val="standardContextual"/>
          </w:rPr>
          <w:tab/>
        </w:r>
        <w:r w:rsidR="000716EE" w:rsidRPr="000716EE">
          <w:rPr>
            <w:rStyle w:val="Hyperlink"/>
            <w:bCs w:val="0"/>
            <w:sz w:val="20"/>
            <w:szCs w:val="20"/>
            <w:u w:val="none"/>
          </w:rPr>
          <w:t>Calculation of Hub Prices</w:t>
        </w:r>
        <w:r w:rsidR="000716EE" w:rsidRPr="000716EE">
          <w:rPr>
            <w:webHidden/>
          </w:rPr>
          <w:tab/>
        </w:r>
        <w:r w:rsidR="000716EE" w:rsidRPr="000716EE">
          <w:rPr>
            <w:webHidden/>
          </w:rPr>
          <w:fldChar w:fldCharType="begin"/>
        </w:r>
        <w:r w:rsidR="000716EE" w:rsidRPr="000716EE">
          <w:rPr>
            <w:webHidden/>
          </w:rPr>
          <w:instrText xml:space="preserve"> PAGEREF _Toc160026598 \h </w:instrText>
        </w:r>
        <w:r w:rsidR="000716EE" w:rsidRPr="000716EE">
          <w:rPr>
            <w:webHidden/>
          </w:rPr>
        </w:r>
        <w:r w:rsidR="000716EE" w:rsidRPr="000716EE">
          <w:rPr>
            <w:webHidden/>
          </w:rPr>
          <w:fldChar w:fldCharType="separate"/>
        </w:r>
        <w:r>
          <w:rPr>
            <w:webHidden/>
          </w:rPr>
          <w:t>3-109</w:t>
        </w:r>
        <w:r w:rsidR="000716EE" w:rsidRPr="000716EE">
          <w:rPr>
            <w:webHidden/>
          </w:rPr>
          <w:fldChar w:fldCharType="end"/>
        </w:r>
      </w:hyperlink>
    </w:p>
    <w:p w14:paraId="5E0C2EF6" w14:textId="05BED992" w:rsidR="000716EE" w:rsidRPr="000716EE" w:rsidRDefault="00092E1C">
      <w:pPr>
        <w:pStyle w:val="TOC2"/>
        <w:rPr>
          <w:rFonts w:eastAsiaTheme="minorEastAsia"/>
          <w:noProof/>
          <w:kern w:val="2"/>
          <w14:ligatures w14:val="standardContextual"/>
        </w:rPr>
      </w:pPr>
      <w:hyperlink w:anchor="_Toc160026599" w:history="1">
        <w:r w:rsidR="000716EE" w:rsidRPr="000716EE">
          <w:rPr>
            <w:rStyle w:val="Hyperlink"/>
            <w:noProof/>
            <w:u w:val="none"/>
          </w:rPr>
          <w:t>3.6</w:t>
        </w:r>
        <w:r w:rsidR="000716EE" w:rsidRPr="000716EE">
          <w:rPr>
            <w:rFonts w:eastAsiaTheme="minorEastAsia"/>
            <w:noProof/>
            <w:kern w:val="2"/>
            <w14:ligatures w14:val="standardContextual"/>
          </w:rPr>
          <w:tab/>
        </w:r>
        <w:r w:rsidR="000716EE" w:rsidRPr="000716EE">
          <w:rPr>
            <w:rStyle w:val="Hyperlink"/>
            <w:noProof/>
            <w:u w:val="none"/>
          </w:rPr>
          <w:t>Load Participation</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_Toc160026599 \h </w:instrText>
        </w:r>
        <w:r w:rsidR="000716EE" w:rsidRPr="000716EE">
          <w:rPr>
            <w:noProof/>
            <w:webHidden/>
          </w:rPr>
        </w:r>
        <w:r w:rsidR="000716EE" w:rsidRPr="000716EE">
          <w:rPr>
            <w:noProof/>
            <w:webHidden/>
          </w:rPr>
          <w:fldChar w:fldCharType="separate"/>
        </w:r>
        <w:r>
          <w:rPr>
            <w:noProof/>
            <w:webHidden/>
          </w:rPr>
          <w:t>3-109</w:t>
        </w:r>
        <w:r w:rsidR="000716EE" w:rsidRPr="000716EE">
          <w:rPr>
            <w:noProof/>
            <w:webHidden/>
          </w:rPr>
          <w:fldChar w:fldCharType="end"/>
        </w:r>
      </w:hyperlink>
    </w:p>
    <w:p w14:paraId="14727860" w14:textId="7330113D" w:rsidR="000716EE" w:rsidRPr="000716EE" w:rsidRDefault="00092E1C">
      <w:pPr>
        <w:pStyle w:val="TOC3"/>
        <w:rPr>
          <w:rFonts w:eastAsiaTheme="minorEastAsia"/>
          <w:kern w:val="2"/>
          <w14:ligatures w14:val="standardContextual"/>
        </w:rPr>
      </w:pPr>
      <w:hyperlink w:anchor="_Toc160026600" w:history="1">
        <w:r w:rsidR="000716EE" w:rsidRPr="000716EE">
          <w:rPr>
            <w:rStyle w:val="Hyperlink"/>
            <w:u w:val="none"/>
          </w:rPr>
          <w:t>3.6.1</w:t>
        </w:r>
        <w:r w:rsidR="000716EE" w:rsidRPr="000716EE">
          <w:rPr>
            <w:rFonts w:eastAsiaTheme="minorEastAsia"/>
            <w:kern w:val="2"/>
            <w14:ligatures w14:val="standardContextual"/>
          </w:rPr>
          <w:tab/>
        </w:r>
        <w:r w:rsidR="000716EE" w:rsidRPr="000716EE">
          <w:rPr>
            <w:rStyle w:val="Hyperlink"/>
            <w:u w:val="none"/>
          </w:rPr>
          <w:t>Load Resource Participation</w:t>
        </w:r>
        <w:r w:rsidR="000716EE" w:rsidRPr="000716EE">
          <w:rPr>
            <w:webHidden/>
          </w:rPr>
          <w:tab/>
        </w:r>
        <w:r w:rsidR="000716EE" w:rsidRPr="000716EE">
          <w:rPr>
            <w:webHidden/>
          </w:rPr>
          <w:fldChar w:fldCharType="begin"/>
        </w:r>
        <w:r w:rsidR="000716EE" w:rsidRPr="000716EE">
          <w:rPr>
            <w:webHidden/>
          </w:rPr>
          <w:instrText xml:space="preserve"> PAGEREF _Toc160026600 \h </w:instrText>
        </w:r>
        <w:r w:rsidR="000716EE" w:rsidRPr="000716EE">
          <w:rPr>
            <w:webHidden/>
          </w:rPr>
        </w:r>
        <w:r w:rsidR="000716EE" w:rsidRPr="000716EE">
          <w:rPr>
            <w:webHidden/>
          </w:rPr>
          <w:fldChar w:fldCharType="separate"/>
        </w:r>
        <w:r>
          <w:rPr>
            <w:webHidden/>
          </w:rPr>
          <w:t>3-109</w:t>
        </w:r>
        <w:r w:rsidR="000716EE" w:rsidRPr="000716EE">
          <w:rPr>
            <w:webHidden/>
          </w:rPr>
          <w:fldChar w:fldCharType="end"/>
        </w:r>
      </w:hyperlink>
    </w:p>
    <w:p w14:paraId="0680A8A9" w14:textId="39464BC9" w:rsidR="000716EE" w:rsidRPr="000716EE" w:rsidRDefault="00092E1C">
      <w:pPr>
        <w:pStyle w:val="TOC3"/>
        <w:rPr>
          <w:rFonts w:eastAsiaTheme="minorEastAsia"/>
          <w:kern w:val="2"/>
          <w14:ligatures w14:val="standardContextual"/>
        </w:rPr>
      </w:pPr>
      <w:hyperlink w:anchor="_Toc160026601" w:history="1">
        <w:r w:rsidR="000716EE" w:rsidRPr="000716EE">
          <w:rPr>
            <w:rStyle w:val="Hyperlink"/>
            <w:u w:val="none"/>
          </w:rPr>
          <w:t>3.6.2</w:t>
        </w:r>
        <w:r w:rsidR="000716EE" w:rsidRPr="000716EE">
          <w:rPr>
            <w:rFonts w:eastAsiaTheme="minorEastAsia"/>
            <w:kern w:val="2"/>
            <w14:ligatures w14:val="standardContextual"/>
          </w:rPr>
          <w:tab/>
        </w:r>
        <w:r w:rsidR="000716EE" w:rsidRPr="000716EE">
          <w:rPr>
            <w:rStyle w:val="Hyperlink"/>
            <w:u w:val="none"/>
          </w:rPr>
          <w:t>Decision Making Entity for a Resource</w:t>
        </w:r>
        <w:r w:rsidR="000716EE" w:rsidRPr="000716EE">
          <w:rPr>
            <w:webHidden/>
          </w:rPr>
          <w:tab/>
        </w:r>
        <w:r w:rsidR="000716EE" w:rsidRPr="000716EE">
          <w:rPr>
            <w:webHidden/>
          </w:rPr>
          <w:fldChar w:fldCharType="begin"/>
        </w:r>
        <w:r w:rsidR="000716EE" w:rsidRPr="000716EE">
          <w:rPr>
            <w:webHidden/>
          </w:rPr>
          <w:instrText xml:space="preserve"> PAGEREF _Toc160026601 \h </w:instrText>
        </w:r>
        <w:r w:rsidR="000716EE" w:rsidRPr="000716EE">
          <w:rPr>
            <w:webHidden/>
          </w:rPr>
        </w:r>
        <w:r w:rsidR="000716EE" w:rsidRPr="000716EE">
          <w:rPr>
            <w:webHidden/>
          </w:rPr>
          <w:fldChar w:fldCharType="separate"/>
        </w:r>
        <w:r>
          <w:rPr>
            <w:webHidden/>
          </w:rPr>
          <w:t>3-111</w:t>
        </w:r>
        <w:r w:rsidR="000716EE" w:rsidRPr="000716EE">
          <w:rPr>
            <w:webHidden/>
          </w:rPr>
          <w:fldChar w:fldCharType="end"/>
        </w:r>
      </w:hyperlink>
    </w:p>
    <w:p w14:paraId="10D30E33" w14:textId="7F504F30" w:rsidR="000716EE" w:rsidRPr="000716EE" w:rsidRDefault="00092E1C">
      <w:pPr>
        <w:pStyle w:val="TOC2"/>
        <w:rPr>
          <w:rFonts w:eastAsiaTheme="minorEastAsia"/>
          <w:noProof/>
          <w:kern w:val="2"/>
          <w14:ligatures w14:val="standardContextual"/>
        </w:rPr>
      </w:pPr>
      <w:hyperlink w:anchor="_Toc160026602" w:history="1">
        <w:r w:rsidR="000716EE" w:rsidRPr="000716EE">
          <w:rPr>
            <w:rStyle w:val="Hyperlink"/>
            <w:noProof/>
            <w:u w:val="none"/>
          </w:rPr>
          <w:t>3.7</w:t>
        </w:r>
        <w:r w:rsidR="000716EE" w:rsidRPr="000716EE">
          <w:rPr>
            <w:rFonts w:eastAsiaTheme="minorEastAsia"/>
            <w:noProof/>
            <w:kern w:val="2"/>
            <w14:ligatures w14:val="standardContextual"/>
          </w:rPr>
          <w:tab/>
        </w:r>
        <w:r w:rsidR="000716EE" w:rsidRPr="000716EE">
          <w:rPr>
            <w:rStyle w:val="Hyperlink"/>
            <w:noProof/>
            <w:u w:val="none"/>
          </w:rPr>
          <w:t>Resource Parameters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_Toc160026602 \h </w:instrText>
        </w:r>
        <w:r w:rsidR="000716EE" w:rsidRPr="000716EE">
          <w:rPr>
            <w:noProof/>
            <w:webHidden/>
          </w:rPr>
        </w:r>
        <w:r w:rsidR="000716EE" w:rsidRPr="000716EE">
          <w:rPr>
            <w:noProof/>
            <w:webHidden/>
          </w:rPr>
          <w:fldChar w:fldCharType="separate"/>
        </w:r>
        <w:r>
          <w:rPr>
            <w:noProof/>
            <w:webHidden/>
          </w:rPr>
          <w:t>3-112</w:t>
        </w:r>
        <w:r w:rsidR="000716EE" w:rsidRPr="000716EE">
          <w:rPr>
            <w:noProof/>
            <w:webHidden/>
          </w:rPr>
          <w:fldChar w:fldCharType="end"/>
        </w:r>
      </w:hyperlink>
    </w:p>
    <w:p w14:paraId="0BD473DA" w14:textId="24226710" w:rsidR="000716EE" w:rsidRPr="000716EE" w:rsidRDefault="00092E1C">
      <w:pPr>
        <w:pStyle w:val="TOC3"/>
        <w:rPr>
          <w:rFonts w:eastAsiaTheme="minorEastAsia"/>
          <w:kern w:val="2"/>
          <w14:ligatures w14:val="standardContextual"/>
        </w:rPr>
      </w:pPr>
      <w:hyperlink w:anchor="_Toc160026603" w:history="1">
        <w:r w:rsidR="000716EE" w:rsidRPr="000716EE">
          <w:rPr>
            <w:rStyle w:val="Hyperlink"/>
            <w:u w:val="none"/>
          </w:rPr>
          <w:t>3.7.1</w:t>
        </w:r>
        <w:r w:rsidR="000716EE" w:rsidRPr="000716EE">
          <w:rPr>
            <w:rFonts w:eastAsiaTheme="minorEastAsia"/>
            <w:kern w:val="2"/>
            <w14:ligatures w14:val="standardContextual"/>
          </w:rPr>
          <w:tab/>
        </w:r>
        <w:r w:rsidR="000716EE" w:rsidRPr="000716EE">
          <w:rPr>
            <w:rStyle w:val="Hyperlink"/>
            <w:u w:val="none"/>
          </w:rPr>
          <w:t>Resource Parameter Criteria</w:t>
        </w:r>
        <w:r w:rsidR="000716EE" w:rsidRPr="000716EE">
          <w:rPr>
            <w:webHidden/>
          </w:rPr>
          <w:tab/>
        </w:r>
        <w:r w:rsidR="000716EE" w:rsidRPr="000716EE">
          <w:rPr>
            <w:webHidden/>
          </w:rPr>
          <w:fldChar w:fldCharType="begin"/>
        </w:r>
        <w:r w:rsidR="000716EE" w:rsidRPr="000716EE">
          <w:rPr>
            <w:webHidden/>
          </w:rPr>
          <w:instrText xml:space="preserve"> PAGEREF _Toc160026603 \h </w:instrText>
        </w:r>
        <w:r w:rsidR="000716EE" w:rsidRPr="000716EE">
          <w:rPr>
            <w:webHidden/>
          </w:rPr>
        </w:r>
        <w:r w:rsidR="000716EE" w:rsidRPr="000716EE">
          <w:rPr>
            <w:webHidden/>
          </w:rPr>
          <w:fldChar w:fldCharType="separate"/>
        </w:r>
        <w:r>
          <w:rPr>
            <w:webHidden/>
          </w:rPr>
          <w:t>3-113</w:t>
        </w:r>
        <w:r w:rsidR="000716EE" w:rsidRPr="000716EE">
          <w:rPr>
            <w:webHidden/>
          </w:rPr>
          <w:fldChar w:fldCharType="end"/>
        </w:r>
      </w:hyperlink>
    </w:p>
    <w:p w14:paraId="706D23F2" w14:textId="575CBA3E" w:rsidR="000716EE" w:rsidRPr="000716EE" w:rsidRDefault="00092E1C" w:rsidP="001235C5">
      <w:pPr>
        <w:pStyle w:val="TOC4"/>
        <w:rPr>
          <w:rFonts w:eastAsiaTheme="minorEastAsia"/>
          <w:snapToGrid/>
          <w:kern w:val="2"/>
          <w14:ligatures w14:val="standardContextual"/>
        </w:rPr>
      </w:pPr>
      <w:hyperlink w:anchor="_Toc160026604" w:history="1">
        <w:r w:rsidR="000716EE" w:rsidRPr="000716EE">
          <w:rPr>
            <w:rStyle w:val="Hyperlink"/>
            <w:bCs w:val="0"/>
            <w:sz w:val="20"/>
            <w:szCs w:val="20"/>
            <w:u w:val="none"/>
          </w:rPr>
          <w:t>3.7.1.1</w:t>
        </w:r>
        <w:r w:rsidR="000716EE" w:rsidRPr="000716EE">
          <w:rPr>
            <w:rFonts w:eastAsiaTheme="minorEastAsia"/>
            <w:snapToGrid/>
            <w:kern w:val="2"/>
            <w14:ligatures w14:val="standardContextual"/>
          </w:rPr>
          <w:tab/>
        </w:r>
        <w:r w:rsidR="000716EE" w:rsidRPr="000716EE">
          <w:rPr>
            <w:rStyle w:val="Hyperlink"/>
            <w:bCs w:val="0"/>
            <w:sz w:val="20"/>
            <w:szCs w:val="20"/>
            <w:u w:val="none"/>
          </w:rPr>
          <w:t>Generation Resource Parameters</w:t>
        </w:r>
        <w:r w:rsidR="000716EE" w:rsidRPr="000716EE">
          <w:rPr>
            <w:webHidden/>
          </w:rPr>
          <w:tab/>
        </w:r>
        <w:r w:rsidR="000716EE" w:rsidRPr="000716EE">
          <w:rPr>
            <w:webHidden/>
          </w:rPr>
          <w:fldChar w:fldCharType="begin"/>
        </w:r>
        <w:r w:rsidR="000716EE" w:rsidRPr="000716EE">
          <w:rPr>
            <w:webHidden/>
          </w:rPr>
          <w:instrText xml:space="preserve"> PAGEREF _Toc160026604 \h </w:instrText>
        </w:r>
        <w:r w:rsidR="000716EE" w:rsidRPr="000716EE">
          <w:rPr>
            <w:webHidden/>
          </w:rPr>
        </w:r>
        <w:r w:rsidR="000716EE" w:rsidRPr="000716EE">
          <w:rPr>
            <w:webHidden/>
          </w:rPr>
          <w:fldChar w:fldCharType="separate"/>
        </w:r>
        <w:r>
          <w:rPr>
            <w:webHidden/>
          </w:rPr>
          <w:t>3-113</w:t>
        </w:r>
        <w:r w:rsidR="000716EE" w:rsidRPr="000716EE">
          <w:rPr>
            <w:webHidden/>
          </w:rPr>
          <w:fldChar w:fldCharType="end"/>
        </w:r>
      </w:hyperlink>
    </w:p>
    <w:p w14:paraId="2608EC22" w14:textId="22A0B6B8" w:rsidR="000716EE" w:rsidRPr="000716EE" w:rsidRDefault="00092E1C" w:rsidP="001235C5">
      <w:pPr>
        <w:pStyle w:val="TOC4"/>
        <w:rPr>
          <w:rFonts w:eastAsiaTheme="minorEastAsia"/>
          <w:snapToGrid/>
          <w:kern w:val="2"/>
          <w14:ligatures w14:val="standardContextual"/>
        </w:rPr>
      </w:pPr>
      <w:hyperlink w:anchor="_Toc160026605" w:history="1">
        <w:r w:rsidR="000716EE" w:rsidRPr="000716EE">
          <w:rPr>
            <w:rStyle w:val="Hyperlink"/>
            <w:bCs w:val="0"/>
            <w:sz w:val="20"/>
            <w:szCs w:val="20"/>
            <w:u w:val="none"/>
          </w:rPr>
          <w:t>3.7.1.2</w:t>
        </w:r>
        <w:r w:rsidR="000716EE" w:rsidRPr="000716EE">
          <w:rPr>
            <w:rFonts w:eastAsiaTheme="minorEastAsia"/>
            <w:snapToGrid/>
            <w:kern w:val="2"/>
            <w14:ligatures w14:val="standardContextual"/>
          </w:rPr>
          <w:tab/>
        </w:r>
        <w:r w:rsidR="000716EE" w:rsidRPr="000716EE">
          <w:rPr>
            <w:rStyle w:val="Hyperlink"/>
            <w:bCs w:val="0"/>
            <w:sz w:val="20"/>
            <w:szCs w:val="20"/>
            <w:u w:val="none"/>
          </w:rPr>
          <w:t>Load Resource Parameters</w:t>
        </w:r>
        <w:r w:rsidR="000716EE" w:rsidRPr="000716EE">
          <w:rPr>
            <w:webHidden/>
          </w:rPr>
          <w:tab/>
        </w:r>
        <w:r w:rsidR="000716EE" w:rsidRPr="000716EE">
          <w:rPr>
            <w:webHidden/>
          </w:rPr>
          <w:fldChar w:fldCharType="begin"/>
        </w:r>
        <w:r w:rsidR="000716EE" w:rsidRPr="000716EE">
          <w:rPr>
            <w:webHidden/>
          </w:rPr>
          <w:instrText xml:space="preserve"> PAGEREF _Toc160026605 \h </w:instrText>
        </w:r>
        <w:r w:rsidR="000716EE" w:rsidRPr="000716EE">
          <w:rPr>
            <w:webHidden/>
          </w:rPr>
        </w:r>
        <w:r w:rsidR="000716EE" w:rsidRPr="000716EE">
          <w:rPr>
            <w:webHidden/>
          </w:rPr>
          <w:fldChar w:fldCharType="separate"/>
        </w:r>
        <w:r>
          <w:rPr>
            <w:webHidden/>
          </w:rPr>
          <w:t>3-113</w:t>
        </w:r>
        <w:r w:rsidR="000716EE" w:rsidRPr="000716EE">
          <w:rPr>
            <w:webHidden/>
          </w:rPr>
          <w:fldChar w:fldCharType="end"/>
        </w:r>
      </w:hyperlink>
    </w:p>
    <w:p w14:paraId="3F579983" w14:textId="0238BB95" w:rsidR="000716EE" w:rsidRPr="000716EE" w:rsidRDefault="00092E1C">
      <w:pPr>
        <w:pStyle w:val="TOC3"/>
        <w:rPr>
          <w:rFonts w:eastAsiaTheme="minorEastAsia"/>
          <w:kern w:val="2"/>
          <w14:ligatures w14:val="standardContextual"/>
        </w:rPr>
      </w:pPr>
      <w:hyperlink w:anchor="_Toc160026606" w:history="1">
        <w:r w:rsidR="000716EE" w:rsidRPr="000716EE">
          <w:rPr>
            <w:rStyle w:val="Hyperlink"/>
            <w:u w:val="none"/>
          </w:rPr>
          <w:t>3.7.2</w:t>
        </w:r>
        <w:r w:rsidR="000716EE" w:rsidRPr="000716EE">
          <w:rPr>
            <w:rFonts w:eastAsiaTheme="minorEastAsia"/>
            <w:kern w:val="2"/>
            <w14:ligatures w14:val="standardContextual"/>
          </w:rPr>
          <w:tab/>
        </w:r>
        <w:r w:rsidR="000716EE" w:rsidRPr="000716EE">
          <w:rPr>
            <w:rStyle w:val="Hyperlink"/>
            <w:u w:val="none"/>
          </w:rPr>
          <w:t>Changes in Resource Parameters with Operational Impacts</w:t>
        </w:r>
        <w:r w:rsidR="000716EE" w:rsidRPr="000716EE">
          <w:rPr>
            <w:webHidden/>
          </w:rPr>
          <w:tab/>
        </w:r>
        <w:r w:rsidR="000716EE" w:rsidRPr="000716EE">
          <w:rPr>
            <w:webHidden/>
          </w:rPr>
          <w:fldChar w:fldCharType="begin"/>
        </w:r>
        <w:r w:rsidR="000716EE" w:rsidRPr="000716EE">
          <w:rPr>
            <w:webHidden/>
          </w:rPr>
          <w:instrText xml:space="preserve"> PAGEREF _Toc160026606 \h </w:instrText>
        </w:r>
        <w:r w:rsidR="000716EE" w:rsidRPr="000716EE">
          <w:rPr>
            <w:webHidden/>
          </w:rPr>
        </w:r>
        <w:r w:rsidR="000716EE" w:rsidRPr="000716EE">
          <w:rPr>
            <w:webHidden/>
          </w:rPr>
          <w:fldChar w:fldCharType="separate"/>
        </w:r>
        <w:r>
          <w:rPr>
            <w:webHidden/>
          </w:rPr>
          <w:t>3-114</w:t>
        </w:r>
        <w:r w:rsidR="000716EE" w:rsidRPr="000716EE">
          <w:rPr>
            <w:webHidden/>
          </w:rPr>
          <w:fldChar w:fldCharType="end"/>
        </w:r>
      </w:hyperlink>
    </w:p>
    <w:p w14:paraId="1EA9032B" w14:textId="3ED25B5C" w:rsidR="000716EE" w:rsidRPr="000716EE" w:rsidRDefault="00092E1C">
      <w:pPr>
        <w:pStyle w:val="TOC3"/>
        <w:rPr>
          <w:rFonts w:eastAsiaTheme="minorEastAsia"/>
          <w:kern w:val="2"/>
          <w14:ligatures w14:val="standardContextual"/>
        </w:rPr>
      </w:pPr>
      <w:hyperlink w:anchor="_Toc160026607" w:history="1">
        <w:r w:rsidR="000716EE" w:rsidRPr="000716EE">
          <w:rPr>
            <w:rStyle w:val="Hyperlink"/>
            <w:u w:val="none"/>
          </w:rPr>
          <w:t>3.7.3</w:t>
        </w:r>
        <w:r w:rsidR="000716EE" w:rsidRPr="000716EE">
          <w:rPr>
            <w:rFonts w:eastAsiaTheme="minorEastAsia"/>
            <w:kern w:val="2"/>
            <w14:ligatures w14:val="standardContextual"/>
          </w:rPr>
          <w:tab/>
        </w:r>
        <w:r w:rsidR="000716EE" w:rsidRPr="000716EE">
          <w:rPr>
            <w:rStyle w:val="Hyperlink"/>
            <w:u w:val="none"/>
          </w:rPr>
          <w:t>Resource Parameter Validation</w:t>
        </w:r>
        <w:r w:rsidR="000716EE" w:rsidRPr="000716EE">
          <w:rPr>
            <w:webHidden/>
          </w:rPr>
          <w:tab/>
        </w:r>
        <w:r w:rsidR="000716EE" w:rsidRPr="000716EE">
          <w:rPr>
            <w:webHidden/>
          </w:rPr>
          <w:fldChar w:fldCharType="begin"/>
        </w:r>
        <w:r w:rsidR="000716EE" w:rsidRPr="000716EE">
          <w:rPr>
            <w:webHidden/>
          </w:rPr>
          <w:instrText xml:space="preserve"> PAGEREF _Toc160026607 \h </w:instrText>
        </w:r>
        <w:r w:rsidR="000716EE" w:rsidRPr="000716EE">
          <w:rPr>
            <w:webHidden/>
          </w:rPr>
        </w:r>
        <w:r w:rsidR="000716EE" w:rsidRPr="000716EE">
          <w:rPr>
            <w:webHidden/>
          </w:rPr>
          <w:fldChar w:fldCharType="separate"/>
        </w:r>
        <w:r>
          <w:rPr>
            <w:webHidden/>
          </w:rPr>
          <w:t>3-115</w:t>
        </w:r>
        <w:r w:rsidR="000716EE" w:rsidRPr="000716EE">
          <w:rPr>
            <w:webHidden/>
          </w:rPr>
          <w:fldChar w:fldCharType="end"/>
        </w:r>
      </w:hyperlink>
    </w:p>
    <w:p w14:paraId="54EB5486" w14:textId="41C628DD" w:rsidR="000716EE" w:rsidRPr="000716EE" w:rsidRDefault="00092E1C">
      <w:pPr>
        <w:pStyle w:val="TOC2"/>
        <w:rPr>
          <w:rFonts w:eastAsiaTheme="minorEastAsia"/>
          <w:noProof/>
          <w:kern w:val="2"/>
          <w14:ligatures w14:val="standardContextual"/>
        </w:rPr>
      </w:pPr>
      <w:hyperlink w:anchor="_Toc160026608" w:history="1">
        <w:r w:rsidR="000716EE" w:rsidRPr="000716EE">
          <w:rPr>
            <w:rStyle w:val="Hyperlink"/>
            <w:noProof/>
            <w:u w:val="none"/>
          </w:rPr>
          <w:t>3.8</w:t>
        </w:r>
        <w:r w:rsidR="000716EE" w:rsidRPr="000716EE">
          <w:rPr>
            <w:rFonts w:eastAsiaTheme="minorEastAsia"/>
            <w:noProof/>
            <w:kern w:val="2"/>
            <w14:ligatures w14:val="standardContextual"/>
          </w:rPr>
          <w:tab/>
        </w:r>
        <w:r w:rsidR="000716EE" w:rsidRPr="000716EE">
          <w:rPr>
            <w:rStyle w:val="Hyperlink"/>
            <w:noProof/>
            <w:u w:val="none"/>
          </w:rPr>
          <w:t>Special Considerations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_Toc160026608 \h </w:instrText>
        </w:r>
        <w:r w:rsidR="000716EE" w:rsidRPr="000716EE">
          <w:rPr>
            <w:noProof/>
            <w:webHidden/>
          </w:rPr>
        </w:r>
        <w:r w:rsidR="000716EE" w:rsidRPr="000716EE">
          <w:rPr>
            <w:noProof/>
            <w:webHidden/>
          </w:rPr>
          <w:fldChar w:fldCharType="separate"/>
        </w:r>
        <w:r>
          <w:rPr>
            <w:noProof/>
            <w:webHidden/>
          </w:rPr>
          <w:t>3-115</w:t>
        </w:r>
        <w:r w:rsidR="000716EE" w:rsidRPr="000716EE">
          <w:rPr>
            <w:noProof/>
            <w:webHidden/>
          </w:rPr>
          <w:fldChar w:fldCharType="end"/>
        </w:r>
      </w:hyperlink>
    </w:p>
    <w:p w14:paraId="63167298" w14:textId="347EA3EE" w:rsidR="000716EE" w:rsidRPr="000716EE" w:rsidRDefault="00092E1C">
      <w:pPr>
        <w:pStyle w:val="TOC3"/>
        <w:rPr>
          <w:rFonts w:eastAsiaTheme="minorEastAsia"/>
          <w:kern w:val="2"/>
          <w14:ligatures w14:val="standardContextual"/>
        </w:rPr>
      </w:pPr>
      <w:hyperlink w:anchor="_Toc160026609" w:history="1">
        <w:r w:rsidR="000716EE" w:rsidRPr="000716EE">
          <w:rPr>
            <w:rStyle w:val="Hyperlink"/>
            <w:u w:val="none"/>
          </w:rPr>
          <w:t>3.8.1</w:t>
        </w:r>
        <w:r w:rsidR="000716EE" w:rsidRPr="000716EE">
          <w:rPr>
            <w:rFonts w:eastAsiaTheme="minorEastAsia"/>
            <w:kern w:val="2"/>
            <w14:ligatures w14:val="standardContextual"/>
          </w:rPr>
          <w:tab/>
        </w:r>
        <w:r w:rsidR="000716EE" w:rsidRPr="000716EE">
          <w:rPr>
            <w:rStyle w:val="Hyperlink"/>
            <w:u w:val="none"/>
          </w:rPr>
          <w:t>Split Generation Resources</w:t>
        </w:r>
        <w:r w:rsidR="000716EE" w:rsidRPr="000716EE">
          <w:rPr>
            <w:webHidden/>
          </w:rPr>
          <w:tab/>
        </w:r>
        <w:r w:rsidR="000716EE" w:rsidRPr="000716EE">
          <w:rPr>
            <w:webHidden/>
          </w:rPr>
          <w:fldChar w:fldCharType="begin"/>
        </w:r>
        <w:r w:rsidR="000716EE" w:rsidRPr="000716EE">
          <w:rPr>
            <w:webHidden/>
          </w:rPr>
          <w:instrText xml:space="preserve"> PAGEREF _Toc160026609 \h </w:instrText>
        </w:r>
        <w:r w:rsidR="000716EE" w:rsidRPr="000716EE">
          <w:rPr>
            <w:webHidden/>
          </w:rPr>
        </w:r>
        <w:r w:rsidR="000716EE" w:rsidRPr="000716EE">
          <w:rPr>
            <w:webHidden/>
          </w:rPr>
          <w:fldChar w:fldCharType="separate"/>
        </w:r>
        <w:r>
          <w:rPr>
            <w:webHidden/>
          </w:rPr>
          <w:t>3-115</w:t>
        </w:r>
        <w:r w:rsidR="000716EE" w:rsidRPr="000716EE">
          <w:rPr>
            <w:webHidden/>
          </w:rPr>
          <w:fldChar w:fldCharType="end"/>
        </w:r>
      </w:hyperlink>
    </w:p>
    <w:p w14:paraId="6F3709DB" w14:textId="0FFA3B1D" w:rsidR="000716EE" w:rsidRPr="000716EE" w:rsidRDefault="00092E1C">
      <w:pPr>
        <w:pStyle w:val="TOC3"/>
        <w:rPr>
          <w:rFonts w:eastAsiaTheme="minorEastAsia"/>
          <w:kern w:val="2"/>
          <w14:ligatures w14:val="standardContextual"/>
        </w:rPr>
      </w:pPr>
      <w:hyperlink w:anchor="_Toc160026610" w:history="1">
        <w:r w:rsidR="000716EE" w:rsidRPr="000716EE">
          <w:rPr>
            <w:rStyle w:val="Hyperlink"/>
            <w:u w:val="none"/>
          </w:rPr>
          <w:t>3.8.2</w:t>
        </w:r>
        <w:r w:rsidR="000716EE" w:rsidRPr="000716EE">
          <w:rPr>
            <w:rFonts w:eastAsiaTheme="minorEastAsia"/>
            <w:kern w:val="2"/>
            <w14:ligatures w14:val="standardContextual"/>
          </w:rPr>
          <w:tab/>
        </w:r>
        <w:r w:rsidR="000716EE" w:rsidRPr="000716EE">
          <w:rPr>
            <w:rStyle w:val="Hyperlink"/>
            <w:u w:val="none"/>
          </w:rPr>
          <w:t>Combined Cycle Generation Resources</w:t>
        </w:r>
        <w:r w:rsidR="000716EE" w:rsidRPr="000716EE">
          <w:rPr>
            <w:webHidden/>
          </w:rPr>
          <w:tab/>
        </w:r>
        <w:r w:rsidR="000716EE" w:rsidRPr="000716EE">
          <w:rPr>
            <w:webHidden/>
          </w:rPr>
          <w:fldChar w:fldCharType="begin"/>
        </w:r>
        <w:r w:rsidR="000716EE" w:rsidRPr="000716EE">
          <w:rPr>
            <w:webHidden/>
          </w:rPr>
          <w:instrText xml:space="preserve"> PAGEREF _Toc160026610 \h </w:instrText>
        </w:r>
        <w:r w:rsidR="000716EE" w:rsidRPr="000716EE">
          <w:rPr>
            <w:webHidden/>
          </w:rPr>
        </w:r>
        <w:r w:rsidR="000716EE" w:rsidRPr="000716EE">
          <w:rPr>
            <w:webHidden/>
          </w:rPr>
          <w:fldChar w:fldCharType="separate"/>
        </w:r>
        <w:r>
          <w:rPr>
            <w:webHidden/>
          </w:rPr>
          <w:t>3-117</w:t>
        </w:r>
        <w:r w:rsidR="000716EE" w:rsidRPr="000716EE">
          <w:rPr>
            <w:webHidden/>
          </w:rPr>
          <w:fldChar w:fldCharType="end"/>
        </w:r>
      </w:hyperlink>
    </w:p>
    <w:p w14:paraId="2D821231" w14:textId="38777848" w:rsidR="000716EE" w:rsidRPr="000716EE" w:rsidRDefault="00092E1C">
      <w:pPr>
        <w:pStyle w:val="TOC3"/>
        <w:rPr>
          <w:rFonts w:eastAsiaTheme="minorEastAsia"/>
          <w:kern w:val="2"/>
          <w14:ligatures w14:val="standardContextual"/>
        </w:rPr>
      </w:pPr>
      <w:hyperlink w:anchor="_Toc160026611" w:history="1">
        <w:r w:rsidR="000716EE" w:rsidRPr="000716EE">
          <w:rPr>
            <w:rStyle w:val="Hyperlink"/>
            <w:u w:val="none"/>
          </w:rPr>
          <w:t>3.8.3</w:t>
        </w:r>
        <w:r w:rsidR="000716EE" w:rsidRPr="000716EE">
          <w:rPr>
            <w:rFonts w:eastAsiaTheme="minorEastAsia"/>
            <w:kern w:val="2"/>
            <w14:ligatures w14:val="standardContextual"/>
          </w:rPr>
          <w:tab/>
        </w:r>
        <w:r w:rsidR="000716EE" w:rsidRPr="000716EE">
          <w:rPr>
            <w:rStyle w:val="Hyperlink"/>
            <w:u w:val="none"/>
          </w:rPr>
          <w:t>Quick Start Generation Resources</w:t>
        </w:r>
        <w:r w:rsidR="000716EE" w:rsidRPr="000716EE">
          <w:rPr>
            <w:webHidden/>
          </w:rPr>
          <w:tab/>
        </w:r>
        <w:r w:rsidR="000716EE" w:rsidRPr="000716EE">
          <w:rPr>
            <w:webHidden/>
          </w:rPr>
          <w:fldChar w:fldCharType="begin"/>
        </w:r>
        <w:r w:rsidR="000716EE" w:rsidRPr="000716EE">
          <w:rPr>
            <w:webHidden/>
          </w:rPr>
          <w:instrText xml:space="preserve"> PAGEREF _Toc160026611 \h </w:instrText>
        </w:r>
        <w:r w:rsidR="000716EE" w:rsidRPr="000716EE">
          <w:rPr>
            <w:webHidden/>
          </w:rPr>
        </w:r>
        <w:r w:rsidR="000716EE" w:rsidRPr="000716EE">
          <w:rPr>
            <w:webHidden/>
          </w:rPr>
          <w:fldChar w:fldCharType="separate"/>
        </w:r>
        <w:r>
          <w:rPr>
            <w:webHidden/>
          </w:rPr>
          <w:t>3-119</w:t>
        </w:r>
        <w:r w:rsidR="000716EE" w:rsidRPr="000716EE">
          <w:rPr>
            <w:webHidden/>
          </w:rPr>
          <w:fldChar w:fldCharType="end"/>
        </w:r>
      </w:hyperlink>
    </w:p>
    <w:p w14:paraId="7200B08C" w14:textId="7B792D59" w:rsidR="000716EE" w:rsidRPr="000716EE" w:rsidRDefault="00092E1C" w:rsidP="001235C5">
      <w:pPr>
        <w:pStyle w:val="TOC4"/>
        <w:rPr>
          <w:rFonts w:eastAsiaTheme="minorEastAsia"/>
          <w:snapToGrid/>
          <w:kern w:val="2"/>
          <w14:ligatures w14:val="standardContextual"/>
        </w:rPr>
      </w:pPr>
      <w:hyperlink w:anchor="_Toc160026612" w:history="1">
        <w:r w:rsidR="000716EE" w:rsidRPr="000716EE">
          <w:rPr>
            <w:rStyle w:val="Hyperlink"/>
            <w:bCs w:val="0"/>
            <w:sz w:val="20"/>
            <w:szCs w:val="20"/>
            <w:u w:val="none"/>
          </w:rPr>
          <w:t>3.8.3.1</w:t>
        </w:r>
        <w:r w:rsidR="000716EE" w:rsidRPr="000716EE">
          <w:rPr>
            <w:rFonts w:eastAsiaTheme="minorEastAsia"/>
            <w:snapToGrid/>
            <w:kern w:val="2"/>
            <w14:ligatures w14:val="standardContextual"/>
          </w:rPr>
          <w:tab/>
        </w:r>
        <w:r w:rsidR="000716EE" w:rsidRPr="000716EE">
          <w:rPr>
            <w:rStyle w:val="Hyperlink"/>
            <w:bCs w:val="0"/>
            <w:sz w:val="20"/>
            <w:szCs w:val="20"/>
            <w:u w:val="none"/>
          </w:rPr>
          <w:t>Quick Start Generation Resource Decommitment Decision Process</w:t>
        </w:r>
        <w:r w:rsidR="000716EE" w:rsidRPr="000716EE">
          <w:rPr>
            <w:webHidden/>
          </w:rPr>
          <w:tab/>
        </w:r>
        <w:r w:rsidR="000716EE" w:rsidRPr="000716EE">
          <w:rPr>
            <w:webHidden/>
          </w:rPr>
          <w:fldChar w:fldCharType="begin"/>
        </w:r>
        <w:r w:rsidR="000716EE" w:rsidRPr="000716EE">
          <w:rPr>
            <w:webHidden/>
          </w:rPr>
          <w:instrText xml:space="preserve"> PAGEREF _Toc160026612 \h </w:instrText>
        </w:r>
        <w:r w:rsidR="000716EE" w:rsidRPr="000716EE">
          <w:rPr>
            <w:webHidden/>
          </w:rPr>
        </w:r>
        <w:r w:rsidR="000716EE" w:rsidRPr="000716EE">
          <w:rPr>
            <w:webHidden/>
          </w:rPr>
          <w:fldChar w:fldCharType="separate"/>
        </w:r>
        <w:r>
          <w:rPr>
            <w:webHidden/>
          </w:rPr>
          <w:t>3-121</w:t>
        </w:r>
        <w:r w:rsidR="000716EE" w:rsidRPr="000716EE">
          <w:rPr>
            <w:webHidden/>
          </w:rPr>
          <w:fldChar w:fldCharType="end"/>
        </w:r>
      </w:hyperlink>
    </w:p>
    <w:p w14:paraId="1F81E764" w14:textId="5A10EF34" w:rsidR="000716EE" w:rsidRPr="000716EE" w:rsidRDefault="00092E1C">
      <w:pPr>
        <w:pStyle w:val="TOC3"/>
        <w:rPr>
          <w:rFonts w:eastAsiaTheme="minorEastAsia"/>
          <w:kern w:val="2"/>
          <w14:ligatures w14:val="standardContextual"/>
        </w:rPr>
      </w:pPr>
      <w:hyperlink w:anchor="_Toc160026613" w:history="1">
        <w:r w:rsidR="000716EE" w:rsidRPr="000716EE">
          <w:rPr>
            <w:rStyle w:val="Hyperlink"/>
            <w:u w:val="none"/>
          </w:rPr>
          <w:t>3.8.4</w:t>
        </w:r>
        <w:r w:rsidR="000716EE" w:rsidRPr="000716EE">
          <w:rPr>
            <w:rFonts w:eastAsiaTheme="minorEastAsia"/>
            <w:kern w:val="2"/>
            <w14:ligatures w14:val="standardContextual"/>
          </w:rPr>
          <w:tab/>
        </w:r>
        <w:r w:rsidR="000716EE" w:rsidRPr="000716EE">
          <w:rPr>
            <w:rStyle w:val="Hyperlink"/>
            <w:u w:val="none"/>
          </w:rPr>
          <w:t>Generation Resources Operating in Synchronous Condenser Fast-Response Mode</w:t>
        </w:r>
        <w:r w:rsidR="000716EE" w:rsidRPr="000716EE">
          <w:rPr>
            <w:webHidden/>
          </w:rPr>
          <w:tab/>
        </w:r>
        <w:r w:rsidR="000716EE" w:rsidRPr="000716EE">
          <w:rPr>
            <w:webHidden/>
          </w:rPr>
          <w:fldChar w:fldCharType="begin"/>
        </w:r>
        <w:r w:rsidR="000716EE" w:rsidRPr="000716EE">
          <w:rPr>
            <w:webHidden/>
          </w:rPr>
          <w:instrText xml:space="preserve"> PAGEREF _Toc160026613 \h </w:instrText>
        </w:r>
        <w:r w:rsidR="000716EE" w:rsidRPr="000716EE">
          <w:rPr>
            <w:webHidden/>
          </w:rPr>
        </w:r>
        <w:r w:rsidR="000716EE" w:rsidRPr="000716EE">
          <w:rPr>
            <w:webHidden/>
          </w:rPr>
          <w:fldChar w:fldCharType="separate"/>
        </w:r>
        <w:r>
          <w:rPr>
            <w:webHidden/>
          </w:rPr>
          <w:t>3-121</w:t>
        </w:r>
        <w:r w:rsidR="000716EE" w:rsidRPr="000716EE">
          <w:rPr>
            <w:webHidden/>
          </w:rPr>
          <w:fldChar w:fldCharType="end"/>
        </w:r>
      </w:hyperlink>
    </w:p>
    <w:p w14:paraId="5596BCF8" w14:textId="1E281869" w:rsidR="000716EE" w:rsidRPr="000716EE" w:rsidRDefault="00092E1C">
      <w:pPr>
        <w:pStyle w:val="TOC3"/>
        <w:rPr>
          <w:rFonts w:eastAsiaTheme="minorEastAsia"/>
          <w:kern w:val="2"/>
          <w14:ligatures w14:val="standardContextual"/>
        </w:rPr>
      </w:pPr>
      <w:hyperlink w:anchor="_Toc160026614" w:history="1">
        <w:r w:rsidR="000716EE" w:rsidRPr="000716EE">
          <w:rPr>
            <w:rStyle w:val="Hyperlink"/>
            <w:u w:val="none"/>
          </w:rPr>
          <w:t>3.8.5</w:t>
        </w:r>
        <w:r w:rsidR="000716EE" w:rsidRPr="000716EE">
          <w:rPr>
            <w:rFonts w:eastAsiaTheme="minorEastAsia"/>
            <w:kern w:val="2"/>
            <w14:ligatures w14:val="standardContextual"/>
          </w:rPr>
          <w:tab/>
        </w:r>
        <w:r w:rsidR="000716EE" w:rsidRPr="000716EE">
          <w:rPr>
            <w:rStyle w:val="Hyperlink"/>
            <w:u w:val="none"/>
          </w:rPr>
          <w:t>Energy Storage Resources</w:t>
        </w:r>
        <w:r w:rsidR="000716EE" w:rsidRPr="000716EE">
          <w:rPr>
            <w:webHidden/>
          </w:rPr>
          <w:tab/>
        </w:r>
        <w:r w:rsidR="000716EE" w:rsidRPr="000716EE">
          <w:rPr>
            <w:webHidden/>
          </w:rPr>
          <w:fldChar w:fldCharType="begin"/>
        </w:r>
        <w:r w:rsidR="000716EE" w:rsidRPr="000716EE">
          <w:rPr>
            <w:webHidden/>
          </w:rPr>
          <w:instrText xml:space="preserve"> PAGEREF _Toc160026614 \h </w:instrText>
        </w:r>
        <w:r w:rsidR="000716EE" w:rsidRPr="000716EE">
          <w:rPr>
            <w:webHidden/>
          </w:rPr>
        </w:r>
        <w:r w:rsidR="000716EE" w:rsidRPr="000716EE">
          <w:rPr>
            <w:webHidden/>
          </w:rPr>
          <w:fldChar w:fldCharType="separate"/>
        </w:r>
        <w:r>
          <w:rPr>
            <w:webHidden/>
          </w:rPr>
          <w:t>3-121</w:t>
        </w:r>
        <w:r w:rsidR="000716EE" w:rsidRPr="000716EE">
          <w:rPr>
            <w:webHidden/>
          </w:rPr>
          <w:fldChar w:fldCharType="end"/>
        </w:r>
      </w:hyperlink>
    </w:p>
    <w:p w14:paraId="12DC678A" w14:textId="79E25A83" w:rsidR="000716EE" w:rsidRPr="000716EE" w:rsidRDefault="00092E1C">
      <w:pPr>
        <w:pStyle w:val="TOC3"/>
        <w:rPr>
          <w:rFonts w:eastAsiaTheme="minorEastAsia"/>
          <w:kern w:val="2"/>
          <w14:ligatures w14:val="standardContextual"/>
        </w:rPr>
      </w:pPr>
      <w:hyperlink w:anchor="_Toc160026615" w:history="1">
        <w:r w:rsidR="000716EE" w:rsidRPr="000716EE">
          <w:rPr>
            <w:rStyle w:val="Hyperlink"/>
            <w:u w:val="none"/>
          </w:rPr>
          <w:t>3.8.6</w:t>
        </w:r>
        <w:r w:rsidR="000716EE" w:rsidRPr="000716EE">
          <w:rPr>
            <w:rFonts w:eastAsiaTheme="minorEastAsia"/>
            <w:kern w:val="2"/>
            <w14:ligatures w14:val="standardContextual"/>
          </w:rPr>
          <w:tab/>
        </w:r>
        <w:r w:rsidR="000716EE" w:rsidRPr="000716EE">
          <w:rPr>
            <w:rStyle w:val="Hyperlink"/>
            <w:u w:val="none"/>
          </w:rPr>
          <w:t>Distribution Generation Resources (DGRs) and Distribution Energy Storage Resources (DESRs)</w:t>
        </w:r>
        <w:r w:rsidR="000716EE" w:rsidRPr="000716EE">
          <w:rPr>
            <w:webHidden/>
          </w:rPr>
          <w:tab/>
        </w:r>
        <w:r w:rsidR="000716EE" w:rsidRPr="000716EE">
          <w:rPr>
            <w:webHidden/>
          </w:rPr>
          <w:fldChar w:fldCharType="begin"/>
        </w:r>
        <w:r w:rsidR="000716EE" w:rsidRPr="000716EE">
          <w:rPr>
            <w:webHidden/>
          </w:rPr>
          <w:instrText xml:space="preserve"> PAGEREF _Toc160026615 \h </w:instrText>
        </w:r>
        <w:r w:rsidR="000716EE" w:rsidRPr="000716EE">
          <w:rPr>
            <w:webHidden/>
          </w:rPr>
        </w:r>
        <w:r w:rsidR="000716EE" w:rsidRPr="000716EE">
          <w:rPr>
            <w:webHidden/>
          </w:rPr>
          <w:fldChar w:fldCharType="separate"/>
        </w:r>
        <w:r>
          <w:rPr>
            <w:webHidden/>
          </w:rPr>
          <w:t>3-123</w:t>
        </w:r>
        <w:r w:rsidR="000716EE" w:rsidRPr="000716EE">
          <w:rPr>
            <w:webHidden/>
          </w:rPr>
          <w:fldChar w:fldCharType="end"/>
        </w:r>
      </w:hyperlink>
    </w:p>
    <w:p w14:paraId="2C7CCCC3" w14:textId="62703EB4" w:rsidR="000716EE" w:rsidRPr="000716EE" w:rsidRDefault="00092E1C">
      <w:pPr>
        <w:pStyle w:val="TOC3"/>
        <w:rPr>
          <w:rFonts w:eastAsiaTheme="minorEastAsia"/>
          <w:kern w:val="2"/>
          <w14:ligatures w14:val="standardContextual"/>
        </w:rPr>
      </w:pPr>
      <w:hyperlink w:anchor="_Toc160026616" w:history="1">
        <w:r w:rsidR="000716EE" w:rsidRPr="000716EE">
          <w:rPr>
            <w:rStyle w:val="Hyperlink"/>
            <w:u w:val="none"/>
          </w:rPr>
          <w:t>3.8.7</w:t>
        </w:r>
        <w:r w:rsidR="000716EE" w:rsidRPr="000716EE">
          <w:rPr>
            <w:rFonts w:eastAsiaTheme="minorEastAsia"/>
            <w:kern w:val="2"/>
            <w14:ligatures w14:val="standardContextual"/>
          </w:rPr>
          <w:tab/>
        </w:r>
        <w:r w:rsidR="000716EE" w:rsidRPr="000716EE">
          <w:rPr>
            <w:rStyle w:val="Hyperlink"/>
            <w:u w:val="none"/>
          </w:rPr>
          <w:t>Self-Limiting Facility</w:t>
        </w:r>
        <w:r w:rsidR="000716EE" w:rsidRPr="000716EE">
          <w:rPr>
            <w:webHidden/>
          </w:rPr>
          <w:tab/>
        </w:r>
        <w:r w:rsidR="000716EE" w:rsidRPr="000716EE">
          <w:rPr>
            <w:webHidden/>
          </w:rPr>
          <w:fldChar w:fldCharType="begin"/>
        </w:r>
        <w:r w:rsidR="000716EE" w:rsidRPr="000716EE">
          <w:rPr>
            <w:webHidden/>
          </w:rPr>
          <w:instrText xml:space="preserve"> PAGEREF _Toc160026616 \h </w:instrText>
        </w:r>
        <w:r w:rsidR="000716EE" w:rsidRPr="000716EE">
          <w:rPr>
            <w:webHidden/>
          </w:rPr>
        </w:r>
        <w:r w:rsidR="000716EE" w:rsidRPr="000716EE">
          <w:rPr>
            <w:webHidden/>
          </w:rPr>
          <w:fldChar w:fldCharType="separate"/>
        </w:r>
        <w:r>
          <w:rPr>
            <w:webHidden/>
          </w:rPr>
          <w:t>3-126</w:t>
        </w:r>
        <w:r w:rsidR="000716EE" w:rsidRPr="000716EE">
          <w:rPr>
            <w:webHidden/>
          </w:rPr>
          <w:fldChar w:fldCharType="end"/>
        </w:r>
      </w:hyperlink>
    </w:p>
    <w:p w14:paraId="4AC80E16" w14:textId="66534DBB" w:rsidR="000716EE" w:rsidRPr="000716EE" w:rsidRDefault="00092E1C">
      <w:pPr>
        <w:pStyle w:val="TOC2"/>
        <w:rPr>
          <w:rFonts w:eastAsiaTheme="minorEastAsia"/>
          <w:noProof/>
          <w:kern w:val="2"/>
          <w14:ligatures w14:val="standardContextual"/>
        </w:rPr>
      </w:pPr>
      <w:hyperlink w:anchor="_Toc160026617" w:history="1">
        <w:r w:rsidR="000716EE" w:rsidRPr="000716EE">
          <w:rPr>
            <w:rStyle w:val="Hyperlink"/>
            <w:noProof/>
            <w:u w:val="none"/>
          </w:rPr>
          <w:t>3.9</w:t>
        </w:r>
        <w:r w:rsidR="000716EE" w:rsidRPr="000716EE">
          <w:rPr>
            <w:rFonts w:eastAsiaTheme="minorEastAsia"/>
            <w:noProof/>
            <w:kern w:val="2"/>
            <w14:ligatures w14:val="standardContextual"/>
          </w:rPr>
          <w:tab/>
        </w:r>
        <w:r w:rsidR="000716EE" w:rsidRPr="000716EE">
          <w:rPr>
            <w:rStyle w:val="Hyperlink"/>
            <w:noProof/>
            <w:u w:val="none"/>
          </w:rPr>
          <w:t>Current Operating Plan (COP)</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_Toc160026617 \h </w:instrText>
        </w:r>
        <w:r w:rsidR="000716EE" w:rsidRPr="000716EE">
          <w:rPr>
            <w:noProof/>
            <w:webHidden/>
          </w:rPr>
        </w:r>
        <w:r w:rsidR="000716EE" w:rsidRPr="000716EE">
          <w:rPr>
            <w:noProof/>
            <w:webHidden/>
          </w:rPr>
          <w:fldChar w:fldCharType="separate"/>
        </w:r>
        <w:r>
          <w:rPr>
            <w:noProof/>
            <w:webHidden/>
          </w:rPr>
          <w:t>3-128</w:t>
        </w:r>
        <w:r w:rsidR="000716EE" w:rsidRPr="000716EE">
          <w:rPr>
            <w:noProof/>
            <w:webHidden/>
          </w:rPr>
          <w:fldChar w:fldCharType="end"/>
        </w:r>
      </w:hyperlink>
    </w:p>
    <w:p w14:paraId="77D13323" w14:textId="16D68C0B" w:rsidR="000716EE" w:rsidRPr="000716EE" w:rsidRDefault="00092E1C">
      <w:pPr>
        <w:pStyle w:val="TOC3"/>
        <w:rPr>
          <w:rFonts w:eastAsiaTheme="minorEastAsia"/>
          <w:kern w:val="2"/>
          <w14:ligatures w14:val="standardContextual"/>
        </w:rPr>
      </w:pPr>
      <w:hyperlink w:anchor="_Toc160026618" w:history="1">
        <w:r w:rsidR="000716EE" w:rsidRPr="000716EE">
          <w:rPr>
            <w:rStyle w:val="Hyperlink"/>
            <w:u w:val="none"/>
          </w:rPr>
          <w:t>3.9.1</w:t>
        </w:r>
        <w:r w:rsidR="000716EE" w:rsidRPr="000716EE">
          <w:rPr>
            <w:rFonts w:eastAsiaTheme="minorEastAsia"/>
            <w:kern w:val="2"/>
            <w14:ligatures w14:val="standardContextual"/>
          </w:rPr>
          <w:tab/>
        </w:r>
        <w:r w:rsidR="000716EE" w:rsidRPr="000716EE">
          <w:rPr>
            <w:rStyle w:val="Hyperlink"/>
            <w:u w:val="none"/>
          </w:rPr>
          <w:t>Current Operating Plan (COP) Criteria</w:t>
        </w:r>
        <w:r w:rsidR="000716EE" w:rsidRPr="000716EE">
          <w:rPr>
            <w:webHidden/>
          </w:rPr>
          <w:tab/>
        </w:r>
        <w:r w:rsidR="000716EE" w:rsidRPr="000716EE">
          <w:rPr>
            <w:webHidden/>
          </w:rPr>
          <w:fldChar w:fldCharType="begin"/>
        </w:r>
        <w:r w:rsidR="000716EE" w:rsidRPr="000716EE">
          <w:rPr>
            <w:webHidden/>
          </w:rPr>
          <w:instrText xml:space="preserve"> PAGEREF _Toc160026618 \h </w:instrText>
        </w:r>
        <w:r w:rsidR="000716EE" w:rsidRPr="000716EE">
          <w:rPr>
            <w:webHidden/>
          </w:rPr>
        </w:r>
        <w:r w:rsidR="000716EE" w:rsidRPr="000716EE">
          <w:rPr>
            <w:webHidden/>
          </w:rPr>
          <w:fldChar w:fldCharType="separate"/>
        </w:r>
        <w:r>
          <w:rPr>
            <w:webHidden/>
          </w:rPr>
          <w:t>3-130</w:t>
        </w:r>
        <w:r w:rsidR="000716EE" w:rsidRPr="000716EE">
          <w:rPr>
            <w:webHidden/>
          </w:rPr>
          <w:fldChar w:fldCharType="end"/>
        </w:r>
      </w:hyperlink>
    </w:p>
    <w:p w14:paraId="2FA3BB0E" w14:textId="21131982" w:rsidR="000716EE" w:rsidRPr="000716EE" w:rsidRDefault="00092E1C">
      <w:pPr>
        <w:pStyle w:val="TOC3"/>
        <w:rPr>
          <w:rFonts w:eastAsiaTheme="minorEastAsia"/>
          <w:kern w:val="2"/>
          <w14:ligatures w14:val="standardContextual"/>
        </w:rPr>
      </w:pPr>
      <w:hyperlink w:anchor="_Toc160026619" w:history="1">
        <w:r w:rsidR="000716EE" w:rsidRPr="000716EE">
          <w:rPr>
            <w:rStyle w:val="Hyperlink"/>
            <w:u w:val="none"/>
          </w:rPr>
          <w:t>3.9.2</w:t>
        </w:r>
        <w:r w:rsidR="000716EE" w:rsidRPr="000716EE">
          <w:rPr>
            <w:rFonts w:eastAsiaTheme="minorEastAsia"/>
            <w:kern w:val="2"/>
            <w14:ligatures w14:val="standardContextual"/>
          </w:rPr>
          <w:tab/>
        </w:r>
        <w:r w:rsidR="000716EE" w:rsidRPr="000716EE">
          <w:rPr>
            <w:rStyle w:val="Hyperlink"/>
            <w:u w:val="none"/>
          </w:rPr>
          <w:t>Current Operating Plan Validation</w:t>
        </w:r>
        <w:r w:rsidR="000716EE" w:rsidRPr="000716EE">
          <w:rPr>
            <w:webHidden/>
          </w:rPr>
          <w:tab/>
        </w:r>
        <w:r w:rsidR="000716EE" w:rsidRPr="000716EE">
          <w:rPr>
            <w:webHidden/>
          </w:rPr>
          <w:fldChar w:fldCharType="begin"/>
        </w:r>
        <w:r w:rsidR="000716EE" w:rsidRPr="000716EE">
          <w:rPr>
            <w:webHidden/>
          </w:rPr>
          <w:instrText xml:space="preserve"> PAGEREF _Toc160026619 \h </w:instrText>
        </w:r>
        <w:r w:rsidR="000716EE" w:rsidRPr="000716EE">
          <w:rPr>
            <w:webHidden/>
          </w:rPr>
        </w:r>
        <w:r w:rsidR="000716EE" w:rsidRPr="000716EE">
          <w:rPr>
            <w:webHidden/>
          </w:rPr>
          <w:fldChar w:fldCharType="separate"/>
        </w:r>
        <w:r>
          <w:rPr>
            <w:webHidden/>
          </w:rPr>
          <w:t>3-141</w:t>
        </w:r>
        <w:r w:rsidR="000716EE" w:rsidRPr="000716EE">
          <w:rPr>
            <w:webHidden/>
          </w:rPr>
          <w:fldChar w:fldCharType="end"/>
        </w:r>
      </w:hyperlink>
    </w:p>
    <w:p w14:paraId="374BCCF2" w14:textId="6B7CC726" w:rsidR="000716EE" w:rsidRPr="000716EE" w:rsidRDefault="00092E1C">
      <w:pPr>
        <w:pStyle w:val="TOC2"/>
        <w:rPr>
          <w:rFonts w:eastAsiaTheme="minorEastAsia"/>
          <w:noProof/>
          <w:kern w:val="2"/>
          <w14:ligatures w14:val="standardContextual"/>
        </w:rPr>
      </w:pPr>
      <w:hyperlink w:anchor="_Toc160026620" w:history="1">
        <w:r w:rsidR="000716EE" w:rsidRPr="000716EE">
          <w:rPr>
            <w:rStyle w:val="Hyperlink"/>
            <w:noProof/>
            <w:u w:val="none"/>
          </w:rPr>
          <w:t>3.10</w:t>
        </w:r>
        <w:r w:rsidR="000716EE" w:rsidRPr="000716EE">
          <w:rPr>
            <w:rFonts w:eastAsiaTheme="minorEastAsia"/>
            <w:noProof/>
            <w:kern w:val="2"/>
            <w14:ligatures w14:val="standardContextual"/>
          </w:rPr>
          <w:tab/>
        </w:r>
        <w:r w:rsidR="000716EE" w:rsidRPr="000716EE">
          <w:rPr>
            <w:rStyle w:val="Hyperlink"/>
            <w:noProof/>
            <w:u w:val="none"/>
          </w:rPr>
          <w:t>Network Operations Modeling and Telemetry</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_Toc160026620 \h </w:instrText>
        </w:r>
        <w:r w:rsidR="000716EE" w:rsidRPr="000716EE">
          <w:rPr>
            <w:noProof/>
            <w:webHidden/>
          </w:rPr>
        </w:r>
        <w:r w:rsidR="000716EE" w:rsidRPr="000716EE">
          <w:rPr>
            <w:noProof/>
            <w:webHidden/>
          </w:rPr>
          <w:fldChar w:fldCharType="separate"/>
        </w:r>
        <w:r>
          <w:rPr>
            <w:noProof/>
            <w:webHidden/>
          </w:rPr>
          <w:t>3-142</w:t>
        </w:r>
        <w:r w:rsidR="000716EE" w:rsidRPr="000716EE">
          <w:rPr>
            <w:noProof/>
            <w:webHidden/>
          </w:rPr>
          <w:fldChar w:fldCharType="end"/>
        </w:r>
      </w:hyperlink>
    </w:p>
    <w:p w14:paraId="720236FA" w14:textId="5709949C" w:rsidR="000716EE" w:rsidRPr="000716EE" w:rsidRDefault="00092E1C">
      <w:pPr>
        <w:pStyle w:val="TOC3"/>
        <w:rPr>
          <w:rFonts w:eastAsiaTheme="minorEastAsia"/>
          <w:kern w:val="2"/>
          <w14:ligatures w14:val="standardContextual"/>
        </w:rPr>
      </w:pPr>
      <w:hyperlink w:anchor="_Toc160026621" w:history="1">
        <w:r w:rsidR="000716EE" w:rsidRPr="000716EE">
          <w:rPr>
            <w:rStyle w:val="Hyperlink"/>
            <w:u w:val="none"/>
          </w:rPr>
          <w:t>3.10.1</w:t>
        </w:r>
        <w:r w:rsidR="000716EE" w:rsidRPr="000716EE">
          <w:rPr>
            <w:rFonts w:eastAsiaTheme="minorEastAsia"/>
            <w:kern w:val="2"/>
            <w14:ligatures w14:val="standardContextual"/>
          </w:rPr>
          <w:tab/>
        </w:r>
        <w:r w:rsidR="000716EE" w:rsidRPr="000716EE">
          <w:rPr>
            <w:rStyle w:val="Hyperlink"/>
            <w:u w:val="none"/>
          </w:rPr>
          <w:t>Time Line for Network Operations Model Changes</w:t>
        </w:r>
        <w:r w:rsidR="000716EE" w:rsidRPr="000716EE">
          <w:rPr>
            <w:webHidden/>
          </w:rPr>
          <w:tab/>
        </w:r>
        <w:r w:rsidR="000716EE" w:rsidRPr="000716EE">
          <w:rPr>
            <w:webHidden/>
          </w:rPr>
          <w:fldChar w:fldCharType="begin"/>
        </w:r>
        <w:r w:rsidR="000716EE" w:rsidRPr="000716EE">
          <w:rPr>
            <w:webHidden/>
          </w:rPr>
          <w:instrText xml:space="preserve"> PAGEREF _Toc160026621 \h </w:instrText>
        </w:r>
        <w:r w:rsidR="000716EE" w:rsidRPr="000716EE">
          <w:rPr>
            <w:webHidden/>
          </w:rPr>
        </w:r>
        <w:r w:rsidR="000716EE" w:rsidRPr="000716EE">
          <w:rPr>
            <w:webHidden/>
          </w:rPr>
          <w:fldChar w:fldCharType="separate"/>
        </w:r>
        <w:r>
          <w:rPr>
            <w:webHidden/>
          </w:rPr>
          <w:t>3-147</w:t>
        </w:r>
        <w:r w:rsidR="000716EE" w:rsidRPr="000716EE">
          <w:rPr>
            <w:webHidden/>
          </w:rPr>
          <w:fldChar w:fldCharType="end"/>
        </w:r>
      </w:hyperlink>
    </w:p>
    <w:p w14:paraId="5A041792" w14:textId="412067CA" w:rsidR="000716EE" w:rsidRPr="000716EE" w:rsidRDefault="00092E1C">
      <w:pPr>
        <w:pStyle w:val="TOC3"/>
        <w:rPr>
          <w:rFonts w:eastAsiaTheme="minorEastAsia"/>
          <w:kern w:val="2"/>
          <w14:ligatures w14:val="standardContextual"/>
        </w:rPr>
      </w:pPr>
      <w:hyperlink w:anchor="_Toc160026622" w:history="1">
        <w:r w:rsidR="000716EE" w:rsidRPr="000716EE">
          <w:rPr>
            <w:rStyle w:val="Hyperlink"/>
            <w:u w:val="none"/>
          </w:rPr>
          <w:t>3.10.2</w:t>
        </w:r>
        <w:r w:rsidR="000716EE" w:rsidRPr="000716EE">
          <w:rPr>
            <w:rFonts w:eastAsiaTheme="minorEastAsia"/>
            <w:kern w:val="2"/>
            <w14:ligatures w14:val="standardContextual"/>
          </w:rPr>
          <w:tab/>
        </w:r>
        <w:r w:rsidR="000716EE" w:rsidRPr="000716EE">
          <w:rPr>
            <w:rStyle w:val="Hyperlink"/>
            <w:u w:val="none"/>
          </w:rPr>
          <w:t>Annual Planning Model</w:t>
        </w:r>
        <w:r w:rsidR="000716EE" w:rsidRPr="000716EE">
          <w:rPr>
            <w:webHidden/>
          </w:rPr>
          <w:tab/>
        </w:r>
        <w:r w:rsidR="000716EE" w:rsidRPr="000716EE">
          <w:rPr>
            <w:webHidden/>
          </w:rPr>
          <w:fldChar w:fldCharType="begin"/>
        </w:r>
        <w:r w:rsidR="000716EE" w:rsidRPr="000716EE">
          <w:rPr>
            <w:webHidden/>
          </w:rPr>
          <w:instrText xml:space="preserve"> PAGEREF _Toc160026622 \h </w:instrText>
        </w:r>
        <w:r w:rsidR="000716EE" w:rsidRPr="000716EE">
          <w:rPr>
            <w:webHidden/>
          </w:rPr>
        </w:r>
        <w:r w:rsidR="000716EE" w:rsidRPr="000716EE">
          <w:rPr>
            <w:webHidden/>
          </w:rPr>
          <w:fldChar w:fldCharType="separate"/>
        </w:r>
        <w:r>
          <w:rPr>
            <w:webHidden/>
          </w:rPr>
          <w:t>3-151</w:t>
        </w:r>
        <w:r w:rsidR="000716EE" w:rsidRPr="000716EE">
          <w:rPr>
            <w:webHidden/>
          </w:rPr>
          <w:fldChar w:fldCharType="end"/>
        </w:r>
      </w:hyperlink>
    </w:p>
    <w:p w14:paraId="6A091487" w14:textId="2580BFAD" w:rsidR="000716EE" w:rsidRPr="000716EE" w:rsidRDefault="00092E1C">
      <w:pPr>
        <w:pStyle w:val="TOC3"/>
        <w:rPr>
          <w:rFonts w:eastAsiaTheme="minorEastAsia"/>
          <w:kern w:val="2"/>
          <w14:ligatures w14:val="standardContextual"/>
        </w:rPr>
      </w:pPr>
      <w:hyperlink w:anchor="_Toc160026623" w:history="1">
        <w:r w:rsidR="000716EE" w:rsidRPr="000716EE">
          <w:rPr>
            <w:rStyle w:val="Hyperlink"/>
            <w:u w:val="none"/>
          </w:rPr>
          <w:t>3.10.3</w:t>
        </w:r>
        <w:r w:rsidR="000716EE" w:rsidRPr="000716EE">
          <w:rPr>
            <w:rFonts w:eastAsiaTheme="minorEastAsia"/>
            <w:kern w:val="2"/>
            <w14:ligatures w14:val="standardContextual"/>
          </w:rPr>
          <w:tab/>
        </w:r>
        <w:r w:rsidR="000716EE" w:rsidRPr="000716EE">
          <w:rPr>
            <w:rStyle w:val="Hyperlink"/>
            <w:u w:val="none"/>
          </w:rPr>
          <w:t>CRR Network Model</w:t>
        </w:r>
        <w:r w:rsidR="000716EE" w:rsidRPr="000716EE">
          <w:rPr>
            <w:webHidden/>
          </w:rPr>
          <w:tab/>
        </w:r>
        <w:r w:rsidR="000716EE" w:rsidRPr="000716EE">
          <w:rPr>
            <w:webHidden/>
          </w:rPr>
          <w:fldChar w:fldCharType="begin"/>
        </w:r>
        <w:r w:rsidR="000716EE" w:rsidRPr="000716EE">
          <w:rPr>
            <w:webHidden/>
          </w:rPr>
          <w:instrText xml:space="preserve"> PAGEREF _Toc160026623 \h </w:instrText>
        </w:r>
        <w:r w:rsidR="000716EE" w:rsidRPr="000716EE">
          <w:rPr>
            <w:webHidden/>
          </w:rPr>
        </w:r>
        <w:r w:rsidR="000716EE" w:rsidRPr="000716EE">
          <w:rPr>
            <w:webHidden/>
          </w:rPr>
          <w:fldChar w:fldCharType="separate"/>
        </w:r>
        <w:r>
          <w:rPr>
            <w:webHidden/>
          </w:rPr>
          <w:t>3-151</w:t>
        </w:r>
        <w:r w:rsidR="000716EE" w:rsidRPr="000716EE">
          <w:rPr>
            <w:webHidden/>
          </w:rPr>
          <w:fldChar w:fldCharType="end"/>
        </w:r>
      </w:hyperlink>
    </w:p>
    <w:p w14:paraId="79656CBC" w14:textId="76438D8C" w:rsidR="000716EE" w:rsidRPr="000716EE" w:rsidRDefault="00092E1C" w:rsidP="001235C5">
      <w:pPr>
        <w:pStyle w:val="TOC4"/>
        <w:rPr>
          <w:rFonts w:eastAsiaTheme="minorEastAsia"/>
          <w:snapToGrid/>
          <w:kern w:val="2"/>
          <w14:ligatures w14:val="standardContextual"/>
        </w:rPr>
      </w:pPr>
      <w:hyperlink w:anchor="_Toc160026624" w:history="1">
        <w:r w:rsidR="000716EE" w:rsidRPr="000716EE">
          <w:rPr>
            <w:rStyle w:val="Hyperlink"/>
            <w:bCs w:val="0"/>
            <w:sz w:val="20"/>
            <w:szCs w:val="20"/>
            <w:u w:val="none"/>
          </w:rPr>
          <w:t>3.10.3.1</w:t>
        </w:r>
        <w:r w:rsidR="000716EE" w:rsidRPr="000716EE">
          <w:rPr>
            <w:rFonts w:eastAsiaTheme="minorEastAsia"/>
            <w:snapToGrid/>
            <w:kern w:val="2"/>
            <w14:ligatures w14:val="standardContextual"/>
          </w:rPr>
          <w:tab/>
        </w:r>
        <w:r w:rsidR="000716EE" w:rsidRPr="000716EE">
          <w:rPr>
            <w:rStyle w:val="Hyperlink"/>
            <w:bCs w:val="0"/>
            <w:sz w:val="20"/>
            <w:szCs w:val="20"/>
            <w:u w:val="none"/>
          </w:rPr>
          <w:t>Process for Managing Network Operations Model Updates for Point of Interconnection Bus Changes, Resource Retirements and Deletion of DC Tie Load Zones</w:t>
        </w:r>
        <w:r w:rsidR="000716EE" w:rsidRPr="000716EE">
          <w:rPr>
            <w:webHidden/>
          </w:rPr>
          <w:tab/>
        </w:r>
        <w:r w:rsidR="000716EE" w:rsidRPr="000716EE">
          <w:rPr>
            <w:webHidden/>
          </w:rPr>
          <w:fldChar w:fldCharType="begin"/>
        </w:r>
        <w:r w:rsidR="000716EE" w:rsidRPr="000716EE">
          <w:rPr>
            <w:webHidden/>
          </w:rPr>
          <w:instrText xml:space="preserve"> PAGEREF _Toc160026624 \h </w:instrText>
        </w:r>
        <w:r w:rsidR="000716EE" w:rsidRPr="000716EE">
          <w:rPr>
            <w:webHidden/>
          </w:rPr>
        </w:r>
        <w:r w:rsidR="000716EE" w:rsidRPr="000716EE">
          <w:rPr>
            <w:webHidden/>
          </w:rPr>
          <w:fldChar w:fldCharType="separate"/>
        </w:r>
        <w:r>
          <w:rPr>
            <w:webHidden/>
          </w:rPr>
          <w:t>3-152</w:t>
        </w:r>
        <w:r w:rsidR="000716EE" w:rsidRPr="000716EE">
          <w:rPr>
            <w:webHidden/>
          </w:rPr>
          <w:fldChar w:fldCharType="end"/>
        </w:r>
      </w:hyperlink>
    </w:p>
    <w:p w14:paraId="43096581" w14:textId="03E52D21" w:rsidR="000716EE" w:rsidRPr="000716EE" w:rsidRDefault="00092E1C">
      <w:pPr>
        <w:pStyle w:val="TOC3"/>
        <w:rPr>
          <w:rFonts w:eastAsiaTheme="minorEastAsia"/>
          <w:kern w:val="2"/>
          <w14:ligatures w14:val="standardContextual"/>
        </w:rPr>
      </w:pPr>
      <w:hyperlink w:anchor="_Toc160026625" w:history="1">
        <w:r w:rsidR="000716EE" w:rsidRPr="000716EE">
          <w:rPr>
            <w:rStyle w:val="Hyperlink"/>
            <w:u w:val="none"/>
          </w:rPr>
          <w:t>3.10.4</w:t>
        </w:r>
        <w:r w:rsidR="000716EE" w:rsidRPr="000716EE">
          <w:rPr>
            <w:rFonts w:eastAsiaTheme="minorEastAsia"/>
            <w:kern w:val="2"/>
            <w14:ligatures w14:val="standardContextual"/>
          </w:rPr>
          <w:tab/>
        </w:r>
        <w:r w:rsidR="000716EE" w:rsidRPr="000716EE">
          <w:rPr>
            <w:rStyle w:val="Hyperlink"/>
            <w:u w:val="none"/>
          </w:rPr>
          <w:t>ERCOT Responsibilities</w:t>
        </w:r>
        <w:r w:rsidR="000716EE" w:rsidRPr="000716EE">
          <w:rPr>
            <w:webHidden/>
          </w:rPr>
          <w:tab/>
        </w:r>
        <w:r w:rsidR="000716EE" w:rsidRPr="000716EE">
          <w:rPr>
            <w:webHidden/>
          </w:rPr>
          <w:fldChar w:fldCharType="begin"/>
        </w:r>
        <w:r w:rsidR="000716EE" w:rsidRPr="000716EE">
          <w:rPr>
            <w:webHidden/>
          </w:rPr>
          <w:instrText xml:space="preserve"> PAGEREF _Toc160026625 \h </w:instrText>
        </w:r>
        <w:r w:rsidR="000716EE" w:rsidRPr="000716EE">
          <w:rPr>
            <w:webHidden/>
          </w:rPr>
        </w:r>
        <w:r w:rsidR="000716EE" w:rsidRPr="000716EE">
          <w:rPr>
            <w:webHidden/>
          </w:rPr>
          <w:fldChar w:fldCharType="separate"/>
        </w:r>
        <w:r>
          <w:rPr>
            <w:webHidden/>
          </w:rPr>
          <w:t>3-153</w:t>
        </w:r>
        <w:r w:rsidR="000716EE" w:rsidRPr="000716EE">
          <w:rPr>
            <w:webHidden/>
          </w:rPr>
          <w:fldChar w:fldCharType="end"/>
        </w:r>
      </w:hyperlink>
    </w:p>
    <w:p w14:paraId="5A87CD6B" w14:textId="21EB7CE2" w:rsidR="000716EE" w:rsidRPr="000716EE" w:rsidRDefault="00092E1C">
      <w:pPr>
        <w:pStyle w:val="TOC3"/>
        <w:rPr>
          <w:rFonts w:eastAsiaTheme="minorEastAsia"/>
          <w:kern w:val="2"/>
          <w14:ligatures w14:val="standardContextual"/>
        </w:rPr>
      </w:pPr>
      <w:hyperlink w:anchor="_Toc160026626" w:history="1">
        <w:r w:rsidR="000716EE" w:rsidRPr="000716EE">
          <w:rPr>
            <w:rStyle w:val="Hyperlink"/>
            <w:u w:val="none"/>
          </w:rPr>
          <w:t>3.10.5</w:t>
        </w:r>
        <w:r w:rsidR="000716EE" w:rsidRPr="000716EE">
          <w:rPr>
            <w:rFonts w:eastAsiaTheme="minorEastAsia"/>
            <w:kern w:val="2"/>
            <w14:ligatures w14:val="standardContextual"/>
          </w:rPr>
          <w:tab/>
        </w:r>
        <w:r w:rsidR="000716EE" w:rsidRPr="000716EE">
          <w:rPr>
            <w:rStyle w:val="Hyperlink"/>
            <w:u w:val="none"/>
          </w:rPr>
          <w:t>TSP Responsibilities</w:t>
        </w:r>
        <w:r w:rsidR="000716EE" w:rsidRPr="000716EE">
          <w:rPr>
            <w:webHidden/>
          </w:rPr>
          <w:tab/>
        </w:r>
        <w:r w:rsidR="000716EE" w:rsidRPr="000716EE">
          <w:rPr>
            <w:webHidden/>
          </w:rPr>
          <w:fldChar w:fldCharType="begin"/>
        </w:r>
        <w:r w:rsidR="000716EE" w:rsidRPr="000716EE">
          <w:rPr>
            <w:webHidden/>
          </w:rPr>
          <w:instrText xml:space="preserve"> PAGEREF _Toc160026626 \h </w:instrText>
        </w:r>
        <w:r w:rsidR="000716EE" w:rsidRPr="000716EE">
          <w:rPr>
            <w:webHidden/>
          </w:rPr>
        </w:r>
        <w:r w:rsidR="000716EE" w:rsidRPr="000716EE">
          <w:rPr>
            <w:webHidden/>
          </w:rPr>
          <w:fldChar w:fldCharType="separate"/>
        </w:r>
        <w:r>
          <w:rPr>
            <w:webHidden/>
          </w:rPr>
          <w:t>3-155</w:t>
        </w:r>
        <w:r w:rsidR="000716EE" w:rsidRPr="000716EE">
          <w:rPr>
            <w:webHidden/>
          </w:rPr>
          <w:fldChar w:fldCharType="end"/>
        </w:r>
      </w:hyperlink>
    </w:p>
    <w:p w14:paraId="26E06D9F" w14:textId="3ED71002" w:rsidR="000716EE" w:rsidRPr="000716EE" w:rsidRDefault="00092E1C">
      <w:pPr>
        <w:pStyle w:val="TOC3"/>
        <w:rPr>
          <w:rFonts w:eastAsiaTheme="minorEastAsia"/>
          <w:kern w:val="2"/>
          <w14:ligatures w14:val="standardContextual"/>
        </w:rPr>
      </w:pPr>
      <w:hyperlink w:anchor="_Toc160026627" w:history="1">
        <w:r w:rsidR="000716EE" w:rsidRPr="000716EE">
          <w:rPr>
            <w:rStyle w:val="Hyperlink"/>
            <w:u w:val="none"/>
          </w:rPr>
          <w:t>3.10.5</w:t>
        </w:r>
        <w:r w:rsidR="000716EE" w:rsidRPr="000716EE">
          <w:rPr>
            <w:rFonts w:eastAsiaTheme="minorEastAsia"/>
            <w:kern w:val="2"/>
            <w14:ligatures w14:val="standardContextual"/>
          </w:rPr>
          <w:tab/>
        </w:r>
        <w:r w:rsidR="000716EE" w:rsidRPr="000716EE">
          <w:rPr>
            <w:rStyle w:val="Hyperlink"/>
            <w:u w:val="none"/>
          </w:rPr>
          <w:t>TSP and DCTO Responsibilities</w:t>
        </w:r>
        <w:r w:rsidR="000716EE" w:rsidRPr="000716EE">
          <w:rPr>
            <w:webHidden/>
          </w:rPr>
          <w:tab/>
        </w:r>
        <w:r w:rsidR="000716EE" w:rsidRPr="000716EE">
          <w:rPr>
            <w:webHidden/>
          </w:rPr>
          <w:fldChar w:fldCharType="begin"/>
        </w:r>
        <w:r w:rsidR="000716EE" w:rsidRPr="000716EE">
          <w:rPr>
            <w:webHidden/>
          </w:rPr>
          <w:instrText xml:space="preserve"> PAGEREF _Toc160026627 \h </w:instrText>
        </w:r>
        <w:r w:rsidR="000716EE" w:rsidRPr="000716EE">
          <w:rPr>
            <w:webHidden/>
          </w:rPr>
        </w:r>
        <w:r w:rsidR="000716EE" w:rsidRPr="000716EE">
          <w:rPr>
            <w:webHidden/>
          </w:rPr>
          <w:fldChar w:fldCharType="separate"/>
        </w:r>
        <w:r>
          <w:rPr>
            <w:webHidden/>
          </w:rPr>
          <w:t>3-156</w:t>
        </w:r>
        <w:r w:rsidR="000716EE" w:rsidRPr="000716EE">
          <w:rPr>
            <w:webHidden/>
          </w:rPr>
          <w:fldChar w:fldCharType="end"/>
        </w:r>
      </w:hyperlink>
    </w:p>
    <w:p w14:paraId="0ADA27E2" w14:textId="248D4E05" w:rsidR="000716EE" w:rsidRPr="000716EE" w:rsidRDefault="00092E1C">
      <w:pPr>
        <w:pStyle w:val="TOC3"/>
        <w:rPr>
          <w:rFonts w:eastAsiaTheme="minorEastAsia"/>
          <w:kern w:val="2"/>
          <w14:ligatures w14:val="standardContextual"/>
        </w:rPr>
      </w:pPr>
      <w:hyperlink w:anchor="_Toc160026628" w:history="1">
        <w:r w:rsidR="000716EE" w:rsidRPr="000716EE">
          <w:rPr>
            <w:rStyle w:val="Hyperlink"/>
            <w:u w:val="none"/>
          </w:rPr>
          <w:t>3.10.6</w:t>
        </w:r>
        <w:r w:rsidR="000716EE" w:rsidRPr="000716EE">
          <w:rPr>
            <w:rFonts w:eastAsiaTheme="minorEastAsia"/>
            <w:kern w:val="2"/>
            <w14:ligatures w14:val="standardContextual"/>
          </w:rPr>
          <w:tab/>
        </w:r>
        <w:r w:rsidR="000716EE" w:rsidRPr="000716EE">
          <w:rPr>
            <w:rStyle w:val="Hyperlink"/>
            <w:u w:val="none"/>
          </w:rPr>
          <w:t>QSE and Resource Entity Responsibilities</w:t>
        </w:r>
        <w:r w:rsidR="000716EE" w:rsidRPr="000716EE">
          <w:rPr>
            <w:webHidden/>
          </w:rPr>
          <w:tab/>
        </w:r>
        <w:r w:rsidR="000716EE" w:rsidRPr="000716EE">
          <w:rPr>
            <w:webHidden/>
          </w:rPr>
          <w:fldChar w:fldCharType="begin"/>
        </w:r>
        <w:r w:rsidR="000716EE" w:rsidRPr="000716EE">
          <w:rPr>
            <w:webHidden/>
          </w:rPr>
          <w:instrText xml:space="preserve"> PAGEREF _Toc160026628 \h </w:instrText>
        </w:r>
        <w:r w:rsidR="000716EE" w:rsidRPr="000716EE">
          <w:rPr>
            <w:webHidden/>
          </w:rPr>
        </w:r>
        <w:r w:rsidR="000716EE" w:rsidRPr="000716EE">
          <w:rPr>
            <w:webHidden/>
          </w:rPr>
          <w:fldChar w:fldCharType="separate"/>
        </w:r>
        <w:r>
          <w:rPr>
            <w:webHidden/>
          </w:rPr>
          <w:t>3-157</w:t>
        </w:r>
        <w:r w:rsidR="000716EE" w:rsidRPr="000716EE">
          <w:rPr>
            <w:webHidden/>
          </w:rPr>
          <w:fldChar w:fldCharType="end"/>
        </w:r>
      </w:hyperlink>
    </w:p>
    <w:p w14:paraId="6E38C8A3" w14:textId="51D76021" w:rsidR="000716EE" w:rsidRPr="000716EE" w:rsidRDefault="00092E1C">
      <w:pPr>
        <w:pStyle w:val="TOC3"/>
        <w:rPr>
          <w:rFonts w:eastAsiaTheme="minorEastAsia"/>
          <w:kern w:val="2"/>
          <w14:ligatures w14:val="standardContextual"/>
        </w:rPr>
      </w:pPr>
      <w:hyperlink w:anchor="_Toc160026629" w:history="1">
        <w:r w:rsidR="000716EE" w:rsidRPr="000716EE">
          <w:rPr>
            <w:rStyle w:val="Hyperlink"/>
            <w:u w:val="none"/>
          </w:rPr>
          <w:t>3.10.7</w:t>
        </w:r>
        <w:r w:rsidR="000716EE" w:rsidRPr="000716EE">
          <w:rPr>
            <w:rFonts w:eastAsiaTheme="minorEastAsia"/>
            <w:kern w:val="2"/>
            <w14:ligatures w14:val="standardContextual"/>
          </w:rPr>
          <w:tab/>
        </w:r>
        <w:r w:rsidR="000716EE" w:rsidRPr="000716EE">
          <w:rPr>
            <w:rStyle w:val="Hyperlink"/>
            <w:u w:val="none"/>
          </w:rPr>
          <w:t>ERCOT System Modeling Requirements</w:t>
        </w:r>
        <w:r w:rsidR="000716EE" w:rsidRPr="000716EE">
          <w:rPr>
            <w:webHidden/>
          </w:rPr>
          <w:tab/>
        </w:r>
        <w:r w:rsidR="000716EE" w:rsidRPr="000716EE">
          <w:rPr>
            <w:webHidden/>
          </w:rPr>
          <w:fldChar w:fldCharType="begin"/>
        </w:r>
        <w:r w:rsidR="000716EE" w:rsidRPr="000716EE">
          <w:rPr>
            <w:webHidden/>
          </w:rPr>
          <w:instrText xml:space="preserve"> PAGEREF _Toc160026629 \h </w:instrText>
        </w:r>
        <w:r w:rsidR="000716EE" w:rsidRPr="000716EE">
          <w:rPr>
            <w:webHidden/>
          </w:rPr>
        </w:r>
        <w:r w:rsidR="000716EE" w:rsidRPr="000716EE">
          <w:rPr>
            <w:webHidden/>
          </w:rPr>
          <w:fldChar w:fldCharType="separate"/>
        </w:r>
        <w:r>
          <w:rPr>
            <w:webHidden/>
          </w:rPr>
          <w:t>3-159</w:t>
        </w:r>
        <w:r w:rsidR="000716EE" w:rsidRPr="000716EE">
          <w:rPr>
            <w:webHidden/>
          </w:rPr>
          <w:fldChar w:fldCharType="end"/>
        </w:r>
      </w:hyperlink>
    </w:p>
    <w:p w14:paraId="1376169E" w14:textId="185FE51B" w:rsidR="000716EE" w:rsidRPr="000716EE" w:rsidRDefault="00092E1C" w:rsidP="001235C5">
      <w:pPr>
        <w:pStyle w:val="TOC4"/>
        <w:rPr>
          <w:rFonts w:eastAsiaTheme="minorEastAsia"/>
          <w:snapToGrid/>
          <w:kern w:val="2"/>
          <w14:ligatures w14:val="standardContextual"/>
        </w:rPr>
      </w:pPr>
      <w:hyperlink w:anchor="_Toc160026630" w:history="1">
        <w:r w:rsidR="000716EE" w:rsidRPr="000716EE">
          <w:rPr>
            <w:rStyle w:val="Hyperlink"/>
            <w:bCs w:val="0"/>
            <w:sz w:val="20"/>
            <w:szCs w:val="20"/>
            <w:u w:val="none"/>
          </w:rPr>
          <w:t>3.10.7.1</w:t>
        </w:r>
        <w:r w:rsidR="000716EE" w:rsidRPr="000716EE">
          <w:rPr>
            <w:rFonts w:eastAsiaTheme="minorEastAsia"/>
            <w:snapToGrid/>
            <w:kern w:val="2"/>
            <w14:ligatures w14:val="standardContextual"/>
          </w:rPr>
          <w:tab/>
        </w:r>
        <w:r w:rsidR="000716EE" w:rsidRPr="000716EE">
          <w:rPr>
            <w:rStyle w:val="Hyperlink"/>
            <w:bCs w:val="0"/>
            <w:sz w:val="20"/>
            <w:szCs w:val="20"/>
            <w:u w:val="none"/>
          </w:rPr>
          <w:t>Modeling of Transmission Elements and Parameters</w:t>
        </w:r>
        <w:r w:rsidR="000716EE" w:rsidRPr="000716EE">
          <w:rPr>
            <w:webHidden/>
          </w:rPr>
          <w:tab/>
        </w:r>
        <w:r w:rsidR="000716EE" w:rsidRPr="000716EE">
          <w:rPr>
            <w:webHidden/>
          </w:rPr>
          <w:fldChar w:fldCharType="begin"/>
        </w:r>
        <w:r w:rsidR="000716EE" w:rsidRPr="000716EE">
          <w:rPr>
            <w:webHidden/>
          </w:rPr>
          <w:instrText xml:space="preserve"> PAGEREF _Toc160026630 \h </w:instrText>
        </w:r>
        <w:r w:rsidR="000716EE" w:rsidRPr="000716EE">
          <w:rPr>
            <w:webHidden/>
          </w:rPr>
        </w:r>
        <w:r w:rsidR="000716EE" w:rsidRPr="000716EE">
          <w:rPr>
            <w:webHidden/>
          </w:rPr>
          <w:fldChar w:fldCharType="separate"/>
        </w:r>
        <w:r>
          <w:rPr>
            <w:webHidden/>
          </w:rPr>
          <w:t>3-159</w:t>
        </w:r>
        <w:r w:rsidR="000716EE" w:rsidRPr="000716EE">
          <w:rPr>
            <w:webHidden/>
          </w:rPr>
          <w:fldChar w:fldCharType="end"/>
        </w:r>
      </w:hyperlink>
    </w:p>
    <w:p w14:paraId="344E798D" w14:textId="3D210614" w:rsidR="000716EE" w:rsidRPr="000716EE" w:rsidRDefault="00092E1C">
      <w:pPr>
        <w:pStyle w:val="TOC5"/>
        <w:rPr>
          <w:rFonts w:eastAsiaTheme="minorEastAsia"/>
          <w:i w:val="0"/>
          <w:kern w:val="2"/>
          <w:sz w:val="20"/>
          <w:szCs w:val="20"/>
          <w14:ligatures w14:val="standardContextual"/>
        </w:rPr>
      </w:pPr>
      <w:hyperlink w:anchor="_Toc160026631" w:history="1">
        <w:r w:rsidR="000716EE" w:rsidRPr="000716EE">
          <w:rPr>
            <w:rStyle w:val="Hyperlink"/>
            <w:i w:val="0"/>
            <w:sz w:val="20"/>
            <w:szCs w:val="20"/>
            <w:u w:val="none"/>
          </w:rPr>
          <w:t>3.10.7.1.1</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Transmission Lines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_Toc160026631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3-161</w:t>
        </w:r>
        <w:r w:rsidR="000716EE" w:rsidRPr="000716EE">
          <w:rPr>
            <w:i w:val="0"/>
            <w:webHidden/>
            <w:sz w:val="20"/>
            <w:szCs w:val="20"/>
          </w:rPr>
          <w:fldChar w:fldCharType="end"/>
        </w:r>
      </w:hyperlink>
    </w:p>
    <w:p w14:paraId="4199DB02" w14:textId="3BA5D510" w:rsidR="000716EE" w:rsidRPr="000716EE" w:rsidRDefault="00092E1C">
      <w:pPr>
        <w:pStyle w:val="TOC5"/>
        <w:rPr>
          <w:rFonts w:eastAsiaTheme="minorEastAsia"/>
          <w:i w:val="0"/>
          <w:kern w:val="2"/>
          <w:sz w:val="20"/>
          <w:szCs w:val="20"/>
          <w14:ligatures w14:val="standardContextual"/>
        </w:rPr>
      </w:pPr>
      <w:hyperlink w:anchor="_Toc160026632" w:history="1">
        <w:r w:rsidR="000716EE" w:rsidRPr="000716EE">
          <w:rPr>
            <w:rStyle w:val="Hyperlink"/>
            <w:i w:val="0"/>
            <w:sz w:val="20"/>
            <w:szCs w:val="20"/>
            <w:u w:val="none"/>
          </w:rPr>
          <w:t>3.10.7.1.2</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Transmission Buses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_Toc160026632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3-163</w:t>
        </w:r>
        <w:r w:rsidR="000716EE" w:rsidRPr="000716EE">
          <w:rPr>
            <w:i w:val="0"/>
            <w:webHidden/>
            <w:sz w:val="20"/>
            <w:szCs w:val="20"/>
          </w:rPr>
          <w:fldChar w:fldCharType="end"/>
        </w:r>
      </w:hyperlink>
    </w:p>
    <w:p w14:paraId="4673ABD3" w14:textId="79479C89" w:rsidR="000716EE" w:rsidRPr="000716EE" w:rsidRDefault="00092E1C">
      <w:pPr>
        <w:pStyle w:val="TOC5"/>
        <w:rPr>
          <w:rFonts w:eastAsiaTheme="minorEastAsia"/>
          <w:i w:val="0"/>
          <w:kern w:val="2"/>
          <w:sz w:val="20"/>
          <w:szCs w:val="20"/>
          <w14:ligatures w14:val="standardContextual"/>
        </w:rPr>
      </w:pPr>
      <w:hyperlink w:anchor="_Toc160026633" w:history="1">
        <w:r w:rsidR="000716EE" w:rsidRPr="000716EE">
          <w:rPr>
            <w:rStyle w:val="Hyperlink"/>
            <w:i w:val="0"/>
            <w:sz w:val="20"/>
            <w:szCs w:val="20"/>
            <w:u w:val="none"/>
          </w:rPr>
          <w:t>3.10.7.1.3</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Transmission Breakers and Switches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_Toc160026633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3-164</w:t>
        </w:r>
        <w:r w:rsidR="000716EE" w:rsidRPr="000716EE">
          <w:rPr>
            <w:i w:val="0"/>
            <w:webHidden/>
            <w:sz w:val="20"/>
            <w:szCs w:val="20"/>
          </w:rPr>
          <w:fldChar w:fldCharType="end"/>
        </w:r>
      </w:hyperlink>
    </w:p>
    <w:p w14:paraId="5E939E29" w14:textId="795537FD" w:rsidR="000716EE" w:rsidRPr="000716EE" w:rsidRDefault="00092E1C">
      <w:pPr>
        <w:pStyle w:val="TOC5"/>
        <w:rPr>
          <w:rFonts w:eastAsiaTheme="minorEastAsia"/>
          <w:i w:val="0"/>
          <w:kern w:val="2"/>
          <w:sz w:val="20"/>
          <w:szCs w:val="20"/>
          <w14:ligatures w14:val="standardContextual"/>
        </w:rPr>
      </w:pPr>
      <w:hyperlink w:anchor="_Toc160026634" w:history="1">
        <w:r w:rsidR="000716EE" w:rsidRPr="000716EE">
          <w:rPr>
            <w:rStyle w:val="Hyperlink"/>
            <w:i w:val="0"/>
            <w:sz w:val="20"/>
            <w:szCs w:val="20"/>
            <w:u w:val="none"/>
          </w:rPr>
          <w:t>3.10.7.1.4</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Transmission, Main Power Transformers (MPTs) and Generation Resource Step-Up Transformers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_Toc160026634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3-166</w:t>
        </w:r>
        <w:r w:rsidR="000716EE" w:rsidRPr="000716EE">
          <w:rPr>
            <w:i w:val="0"/>
            <w:webHidden/>
            <w:sz w:val="20"/>
            <w:szCs w:val="20"/>
          </w:rPr>
          <w:fldChar w:fldCharType="end"/>
        </w:r>
      </w:hyperlink>
    </w:p>
    <w:p w14:paraId="602762EF" w14:textId="7EA8280B" w:rsidR="000716EE" w:rsidRPr="000716EE" w:rsidRDefault="00092E1C">
      <w:pPr>
        <w:pStyle w:val="TOC5"/>
        <w:rPr>
          <w:rFonts w:eastAsiaTheme="minorEastAsia"/>
          <w:i w:val="0"/>
          <w:kern w:val="2"/>
          <w:sz w:val="20"/>
          <w:szCs w:val="20"/>
          <w14:ligatures w14:val="standardContextual"/>
        </w:rPr>
      </w:pPr>
      <w:hyperlink w:anchor="_Toc160026635" w:history="1">
        <w:r w:rsidR="000716EE" w:rsidRPr="000716EE">
          <w:rPr>
            <w:rStyle w:val="Hyperlink"/>
            <w:i w:val="0"/>
            <w:sz w:val="20"/>
            <w:szCs w:val="20"/>
            <w:u w:val="none"/>
          </w:rPr>
          <w:t>3.10.7.1.5</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Reactors, Capacitors, and other Reactive Controlled Sources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_Toc160026635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3-168</w:t>
        </w:r>
        <w:r w:rsidR="000716EE" w:rsidRPr="000716EE">
          <w:rPr>
            <w:i w:val="0"/>
            <w:webHidden/>
            <w:sz w:val="20"/>
            <w:szCs w:val="20"/>
          </w:rPr>
          <w:fldChar w:fldCharType="end"/>
        </w:r>
      </w:hyperlink>
    </w:p>
    <w:p w14:paraId="620B5512" w14:textId="0C2A1068" w:rsidR="000716EE" w:rsidRPr="000716EE" w:rsidRDefault="00092E1C" w:rsidP="001235C5">
      <w:pPr>
        <w:pStyle w:val="TOC4"/>
        <w:rPr>
          <w:rFonts w:eastAsiaTheme="minorEastAsia"/>
          <w:snapToGrid/>
          <w:kern w:val="2"/>
          <w14:ligatures w14:val="standardContextual"/>
        </w:rPr>
      </w:pPr>
      <w:hyperlink w:anchor="_Toc160026636" w:history="1">
        <w:r w:rsidR="000716EE" w:rsidRPr="000716EE">
          <w:rPr>
            <w:rStyle w:val="Hyperlink"/>
            <w:bCs w:val="0"/>
            <w:sz w:val="20"/>
            <w:szCs w:val="20"/>
            <w:u w:val="none"/>
          </w:rPr>
          <w:t>3.10.7.2</w:t>
        </w:r>
        <w:r w:rsidR="000716EE" w:rsidRPr="000716EE">
          <w:rPr>
            <w:rFonts w:eastAsiaTheme="minorEastAsia"/>
            <w:snapToGrid/>
            <w:kern w:val="2"/>
            <w14:ligatures w14:val="standardContextual"/>
          </w:rPr>
          <w:tab/>
        </w:r>
        <w:r w:rsidR="000716EE" w:rsidRPr="000716EE">
          <w:rPr>
            <w:rStyle w:val="Hyperlink"/>
            <w:bCs w:val="0"/>
            <w:sz w:val="20"/>
            <w:szCs w:val="20"/>
            <w:u w:val="none"/>
          </w:rPr>
          <w:t>Modeling of Resources and Transmission Loads</w:t>
        </w:r>
        <w:r w:rsidR="000716EE" w:rsidRPr="000716EE">
          <w:rPr>
            <w:webHidden/>
          </w:rPr>
          <w:tab/>
        </w:r>
        <w:r w:rsidR="000716EE" w:rsidRPr="000716EE">
          <w:rPr>
            <w:webHidden/>
          </w:rPr>
          <w:fldChar w:fldCharType="begin"/>
        </w:r>
        <w:r w:rsidR="000716EE" w:rsidRPr="000716EE">
          <w:rPr>
            <w:webHidden/>
          </w:rPr>
          <w:instrText xml:space="preserve"> PAGEREF _Toc160026636 \h </w:instrText>
        </w:r>
        <w:r w:rsidR="000716EE" w:rsidRPr="000716EE">
          <w:rPr>
            <w:webHidden/>
          </w:rPr>
        </w:r>
        <w:r w:rsidR="000716EE" w:rsidRPr="000716EE">
          <w:rPr>
            <w:webHidden/>
          </w:rPr>
          <w:fldChar w:fldCharType="separate"/>
        </w:r>
        <w:r>
          <w:rPr>
            <w:webHidden/>
          </w:rPr>
          <w:t>3-168</w:t>
        </w:r>
        <w:r w:rsidR="000716EE" w:rsidRPr="000716EE">
          <w:rPr>
            <w:webHidden/>
          </w:rPr>
          <w:fldChar w:fldCharType="end"/>
        </w:r>
      </w:hyperlink>
    </w:p>
    <w:p w14:paraId="67CB831B" w14:textId="26DBD7A9" w:rsidR="000716EE" w:rsidRPr="000716EE" w:rsidRDefault="00092E1C">
      <w:pPr>
        <w:pStyle w:val="TOC5"/>
        <w:rPr>
          <w:rFonts w:eastAsiaTheme="minorEastAsia"/>
          <w:i w:val="0"/>
          <w:kern w:val="2"/>
          <w:sz w:val="20"/>
          <w:szCs w:val="20"/>
          <w14:ligatures w14:val="standardContextual"/>
        </w:rPr>
      </w:pPr>
      <w:hyperlink w:anchor="_Toc160026637" w:history="1">
        <w:r w:rsidR="000716EE" w:rsidRPr="000716EE">
          <w:rPr>
            <w:rStyle w:val="Hyperlink"/>
            <w:i w:val="0"/>
            <w:sz w:val="20"/>
            <w:szCs w:val="20"/>
            <w:u w:val="none"/>
          </w:rPr>
          <w:t>3.10.7.2.1</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Reporting of Demand Response</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_Toc160026637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3-172</w:t>
        </w:r>
        <w:r w:rsidR="000716EE" w:rsidRPr="000716EE">
          <w:rPr>
            <w:i w:val="0"/>
            <w:webHidden/>
            <w:sz w:val="20"/>
            <w:szCs w:val="20"/>
          </w:rPr>
          <w:fldChar w:fldCharType="end"/>
        </w:r>
      </w:hyperlink>
    </w:p>
    <w:p w14:paraId="05718E69" w14:textId="7E717FDD" w:rsidR="000716EE" w:rsidRPr="000716EE" w:rsidRDefault="00092E1C">
      <w:pPr>
        <w:pStyle w:val="TOC5"/>
        <w:rPr>
          <w:rFonts w:eastAsiaTheme="minorEastAsia"/>
          <w:i w:val="0"/>
          <w:kern w:val="2"/>
          <w:sz w:val="20"/>
          <w:szCs w:val="20"/>
          <w14:ligatures w14:val="standardContextual"/>
        </w:rPr>
      </w:pPr>
      <w:hyperlink w:anchor="_Toc160026638" w:history="1">
        <w:r w:rsidR="000716EE" w:rsidRPr="000716EE">
          <w:rPr>
            <w:rStyle w:val="Hyperlink"/>
            <w:i w:val="0"/>
            <w:sz w:val="20"/>
            <w:szCs w:val="20"/>
            <w:u w:val="none"/>
          </w:rPr>
          <w:t>3.10.7.2.2</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Annual Demand Response Report</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_Toc160026638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3-173</w:t>
        </w:r>
        <w:r w:rsidR="000716EE" w:rsidRPr="000716EE">
          <w:rPr>
            <w:i w:val="0"/>
            <w:webHidden/>
            <w:sz w:val="20"/>
            <w:szCs w:val="20"/>
          </w:rPr>
          <w:fldChar w:fldCharType="end"/>
        </w:r>
      </w:hyperlink>
    </w:p>
    <w:p w14:paraId="7070FF53" w14:textId="53D31836" w:rsidR="000716EE" w:rsidRPr="000716EE" w:rsidRDefault="00092E1C" w:rsidP="001235C5">
      <w:pPr>
        <w:pStyle w:val="TOC4"/>
        <w:rPr>
          <w:rFonts w:eastAsiaTheme="minorEastAsia"/>
          <w:snapToGrid/>
          <w:kern w:val="2"/>
          <w14:ligatures w14:val="standardContextual"/>
        </w:rPr>
      </w:pPr>
      <w:hyperlink w:anchor="_Toc160026639" w:history="1">
        <w:r w:rsidR="000716EE" w:rsidRPr="000716EE">
          <w:rPr>
            <w:rStyle w:val="Hyperlink"/>
            <w:bCs w:val="0"/>
            <w:sz w:val="20"/>
            <w:szCs w:val="20"/>
            <w:u w:val="none"/>
          </w:rPr>
          <w:t>3.10.7.3</w:t>
        </w:r>
        <w:r w:rsidR="000716EE" w:rsidRPr="000716EE">
          <w:rPr>
            <w:rFonts w:eastAsiaTheme="minorEastAsia"/>
            <w:snapToGrid/>
            <w:kern w:val="2"/>
            <w14:ligatures w14:val="standardContextual"/>
          </w:rPr>
          <w:tab/>
        </w:r>
        <w:r w:rsidR="000716EE" w:rsidRPr="000716EE">
          <w:rPr>
            <w:rStyle w:val="Hyperlink"/>
            <w:bCs w:val="0"/>
            <w:sz w:val="20"/>
            <w:szCs w:val="20"/>
            <w:u w:val="none"/>
          </w:rPr>
          <w:t>Modeling of Private Use Networks</w:t>
        </w:r>
        <w:r w:rsidR="000716EE" w:rsidRPr="000716EE">
          <w:rPr>
            <w:webHidden/>
          </w:rPr>
          <w:tab/>
        </w:r>
        <w:r w:rsidR="000716EE" w:rsidRPr="000716EE">
          <w:rPr>
            <w:webHidden/>
          </w:rPr>
          <w:fldChar w:fldCharType="begin"/>
        </w:r>
        <w:r w:rsidR="000716EE" w:rsidRPr="000716EE">
          <w:rPr>
            <w:webHidden/>
          </w:rPr>
          <w:instrText xml:space="preserve"> PAGEREF _Toc160026639 \h </w:instrText>
        </w:r>
        <w:r w:rsidR="000716EE" w:rsidRPr="000716EE">
          <w:rPr>
            <w:webHidden/>
          </w:rPr>
        </w:r>
        <w:r w:rsidR="000716EE" w:rsidRPr="000716EE">
          <w:rPr>
            <w:webHidden/>
          </w:rPr>
          <w:fldChar w:fldCharType="separate"/>
        </w:r>
        <w:r>
          <w:rPr>
            <w:webHidden/>
          </w:rPr>
          <w:t>3-176</w:t>
        </w:r>
        <w:r w:rsidR="000716EE" w:rsidRPr="000716EE">
          <w:rPr>
            <w:webHidden/>
          </w:rPr>
          <w:fldChar w:fldCharType="end"/>
        </w:r>
      </w:hyperlink>
    </w:p>
    <w:p w14:paraId="3A00014C" w14:textId="02E66870" w:rsidR="000716EE" w:rsidRPr="000716EE" w:rsidRDefault="00092E1C" w:rsidP="001235C5">
      <w:pPr>
        <w:pStyle w:val="TOC4"/>
        <w:rPr>
          <w:rFonts w:eastAsiaTheme="minorEastAsia"/>
          <w:snapToGrid/>
          <w:kern w:val="2"/>
          <w14:ligatures w14:val="standardContextual"/>
        </w:rPr>
      </w:pPr>
      <w:hyperlink w:anchor="_Toc160026640" w:history="1">
        <w:r w:rsidR="000716EE" w:rsidRPr="000716EE">
          <w:rPr>
            <w:rStyle w:val="Hyperlink"/>
            <w:bCs w:val="0"/>
            <w:sz w:val="20"/>
            <w:szCs w:val="20"/>
            <w:u w:val="none"/>
          </w:rPr>
          <w:t>3.10.7.4</w:t>
        </w:r>
        <w:r w:rsidR="000716EE" w:rsidRPr="000716EE">
          <w:rPr>
            <w:rFonts w:eastAsiaTheme="minorEastAsia"/>
            <w:snapToGrid/>
            <w:kern w:val="2"/>
            <w14:ligatures w14:val="standardContextual"/>
          </w:rPr>
          <w:tab/>
        </w:r>
        <w:r w:rsidR="000716EE" w:rsidRPr="000716EE">
          <w:rPr>
            <w:rStyle w:val="Hyperlink"/>
            <w:bCs w:val="0"/>
            <w:sz w:val="20"/>
            <w:szCs w:val="20"/>
            <w:u w:val="none"/>
          </w:rPr>
          <w:t>Remedial Action Schemes, Automatic Mitigation Plans and Remedial Action Plans</w:t>
        </w:r>
        <w:r w:rsidR="000716EE" w:rsidRPr="000716EE">
          <w:rPr>
            <w:webHidden/>
          </w:rPr>
          <w:tab/>
        </w:r>
        <w:r w:rsidR="000716EE" w:rsidRPr="000716EE">
          <w:rPr>
            <w:webHidden/>
          </w:rPr>
          <w:fldChar w:fldCharType="begin"/>
        </w:r>
        <w:r w:rsidR="000716EE" w:rsidRPr="000716EE">
          <w:rPr>
            <w:webHidden/>
          </w:rPr>
          <w:instrText xml:space="preserve"> PAGEREF _Toc160026640 \h </w:instrText>
        </w:r>
        <w:r w:rsidR="000716EE" w:rsidRPr="000716EE">
          <w:rPr>
            <w:webHidden/>
          </w:rPr>
        </w:r>
        <w:r w:rsidR="000716EE" w:rsidRPr="000716EE">
          <w:rPr>
            <w:webHidden/>
          </w:rPr>
          <w:fldChar w:fldCharType="separate"/>
        </w:r>
        <w:r>
          <w:rPr>
            <w:webHidden/>
          </w:rPr>
          <w:t>3-178</w:t>
        </w:r>
        <w:r w:rsidR="000716EE" w:rsidRPr="000716EE">
          <w:rPr>
            <w:webHidden/>
          </w:rPr>
          <w:fldChar w:fldCharType="end"/>
        </w:r>
      </w:hyperlink>
    </w:p>
    <w:p w14:paraId="2D3E9B0D" w14:textId="422057ED" w:rsidR="000716EE" w:rsidRPr="000716EE" w:rsidRDefault="00092E1C" w:rsidP="001235C5">
      <w:pPr>
        <w:pStyle w:val="TOC4"/>
        <w:rPr>
          <w:rFonts w:eastAsiaTheme="minorEastAsia"/>
          <w:snapToGrid/>
          <w:kern w:val="2"/>
          <w14:ligatures w14:val="standardContextual"/>
        </w:rPr>
      </w:pPr>
      <w:hyperlink w:anchor="_Toc160026641" w:history="1">
        <w:r w:rsidR="000716EE" w:rsidRPr="000716EE">
          <w:rPr>
            <w:rStyle w:val="Hyperlink"/>
            <w:bCs w:val="0"/>
            <w:sz w:val="20"/>
            <w:szCs w:val="20"/>
            <w:u w:val="none"/>
          </w:rPr>
          <w:t>3.10.7.5</w:t>
        </w:r>
        <w:r w:rsidR="000716EE" w:rsidRPr="000716EE">
          <w:rPr>
            <w:rFonts w:eastAsiaTheme="minorEastAsia"/>
            <w:snapToGrid/>
            <w:kern w:val="2"/>
            <w14:ligatures w14:val="standardContextual"/>
          </w:rPr>
          <w:tab/>
        </w:r>
        <w:r w:rsidR="000716EE" w:rsidRPr="000716EE">
          <w:rPr>
            <w:rStyle w:val="Hyperlink"/>
            <w:bCs w:val="0"/>
            <w:sz w:val="20"/>
            <w:szCs w:val="20"/>
            <w:u w:val="none"/>
          </w:rPr>
          <w:t>Telemetry Requirements</w:t>
        </w:r>
        <w:r w:rsidR="000716EE" w:rsidRPr="000716EE">
          <w:rPr>
            <w:webHidden/>
          </w:rPr>
          <w:tab/>
        </w:r>
        <w:r w:rsidR="000716EE" w:rsidRPr="000716EE">
          <w:rPr>
            <w:webHidden/>
          </w:rPr>
          <w:fldChar w:fldCharType="begin"/>
        </w:r>
        <w:r w:rsidR="000716EE" w:rsidRPr="000716EE">
          <w:rPr>
            <w:webHidden/>
          </w:rPr>
          <w:instrText xml:space="preserve"> PAGEREF _Toc160026641 \h </w:instrText>
        </w:r>
        <w:r w:rsidR="000716EE" w:rsidRPr="000716EE">
          <w:rPr>
            <w:webHidden/>
          </w:rPr>
        </w:r>
        <w:r w:rsidR="000716EE" w:rsidRPr="000716EE">
          <w:rPr>
            <w:webHidden/>
          </w:rPr>
          <w:fldChar w:fldCharType="separate"/>
        </w:r>
        <w:r>
          <w:rPr>
            <w:webHidden/>
          </w:rPr>
          <w:t>3-179</w:t>
        </w:r>
        <w:r w:rsidR="000716EE" w:rsidRPr="000716EE">
          <w:rPr>
            <w:webHidden/>
          </w:rPr>
          <w:fldChar w:fldCharType="end"/>
        </w:r>
      </w:hyperlink>
    </w:p>
    <w:p w14:paraId="55CEFE6A" w14:textId="352C0082" w:rsidR="000716EE" w:rsidRPr="000716EE" w:rsidRDefault="00092E1C">
      <w:pPr>
        <w:pStyle w:val="TOC5"/>
        <w:rPr>
          <w:rFonts w:eastAsiaTheme="minorEastAsia"/>
          <w:i w:val="0"/>
          <w:kern w:val="2"/>
          <w:sz w:val="20"/>
          <w:szCs w:val="20"/>
          <w14:ligatures w14:val="standardContextual"/>
        </w:rPr>
      </w:pPr>
      <w:hyperlink w:anchor="_Toc160026642" w:history="1">
        <w:r w:rsidR="000716EE" w:rsidRPr="000716EE">
          <w:rPr>
            <w:rStyle w:val="Hyperlink"/>
            <w:i w:val="0"/>
            <w:sz w:val="20"/>
            <w:szCs w:val="20"/>
            <w:u w:val="none"/>
          </w:rPr>
          <w:t>3.10.7.5.1</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Continuous Telemetry of the Status of Breakers and Switches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_Toc160026642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3-180</w:t>
        </w:r>
        <w:r w:rsidR="000716EE" w:rsidRPr="000716EE">
          <w:rPr>
            <w:i w:val="0"/>
            <w:webHidden/>
            <w:sz w:val="20"/>
            <w:szCs w:val="20"/>
          </w:rPr>
          <w:fldChar w:fldCharType="end"/>
        </w:r>
      </w:hyperlink>
    </w:p>
    <w:p w14:paraId="0103074C" w14:textId="1CF4340D" w:rsidR="000716EE" w:rsidRPr="000716EE" w:rsidRDefault="00092E1C">
      <w:pPr>
        <w:pStyle w:val="TOC5"/>
        <w:rPr>
          <w:rFonts w:eastAsiaTheme="minorEastAsia"/>
          <w:i w:val="0"/>
          <w:kern w:val="2"/>
          <w:sz w:val="20"/>
          <w:szCs w:val="20"/>
          <w14:ligatures w14:val="standardContextual"/>
        </w:rPr>
      </w:pPr>
      <w:hyperlink w:anchor="_Toc160026643" w:history="1">
        <w:r w:rsidR="000716EE" w:rsidRPr="000716EE">
          <w:rPr>
            <w:rStyle w:val="Hyperlink"/>
            <w:i w:val="0"/>
            <w:sz w:val="20"/>
            <w:szCs w:val="20"/>
            <w:u w:val="none"/>
          </w:rPr>
          <w:t>3.10.7.5.2</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Continuous Telemetry of the Real-Time Measurements of Bus Load, Voltages, Tap Position, and Flows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_Toc160026643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3-184</w:t>
        </w:r>
        <w:r w:rsidR="000716EE" w:rsidRPr="000716EE">
          <w:rPr>
            <w:i w:val="0"/>
            <w:webHidden/>
            <w:sz w:val="20"/>
            <w:szCs w:val="20"/>
          </w:rPr>
          <w:fldChar w:fldCharType="end"/>
        </w:r>
      </w:hyperlink>
    </w:p>
    <w:p w14:paraId="6C3B9977" w14:textId="05A51538" w:rsidR="000716EE" w:rsidRPr="000716EE" w:rsidRDefault="00092E1C">
      <w:pPr>
        <w:pStyle w:val="TOC5"/>
        <w:rPr>
          <w:rFonts w:eastAsiaTheme="minorEastAsia"/>
          <w:i w:val="0"/>
          <w:kern w:val="2"/>
          <w:sz w:val="20"/>
          <w:szCs w:val="20"/>
          <w14:ligatures w14:val="standardContextual"/>
        </w:rPr>
      </w:pPr>
      <w:hyperlink w:anchor="_Toc160026644" w:history="1">
        <w:r w:rsidR="000716EE" w:rsidRPr="000716EE">
          <w:rPr>
            <w:rStyle w:val="Hyperlink"/>
            <w:i w:val="0"/>
            <w:sz w:val="20"/>
            <w:szCs w:val="20"/>
            <w:u w:val="none"/>
          </w:rPr>
          <w:t xml:space="preserve">3.10.7.5.3 </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Required Telemetry of Voltage and Power Flow</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_Toc160026644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3-187</w:t>
        </w:r>
        <w:r w:rsidR="000716EE" w:rsidRPr="000716EE">
          <w:rPr>
            <w:i w:val="0"/>
            <w:webHidden/>
            <w:sz w:val="20"/>
            <w:szCs w:val="20"/>
          </w:rPr>
          <w:fldChar w:fldCharType="end"/>
        </w:r>
      </w:hyperlink>
    </w:p>
    <w:p w14:paraId="457B668A" w14:textId="77A13FFA" w:rsidR="000716EE" w:rsidRPr="000716EE" w:rsidRDefault="00092E1C">
      <w:pPr>
        <w:pStyle w:val="TOC5"/>
        <w:rPr>
          <w:rFonts w:eastAsiaTheme="minorEastAsia"/>
          <w:i w:val="0"/>
          <w:kern w:val="2"/>
          <w:sz w:val="20"/>
          <w:szCs w:val="20"/>
          <w14:ligatures w14:val="standardContextual"/>
        </w:rPr>
      </w:pPr>
      <w:hyperlink w:anchor="_Toc160026645" w:history="1">
        <w:r w:rsidR="000716EE" w:rsidRPr="000716EE">
          <w:rPr>
            <w:rStyle w:val="Hyperlink"/>
            <w:i w:val="0"/>
            <w:sz w:val="20"/>
            <w:szCs w:val="20"/>
            <w:u w:val="none"/>
          </w:rPr>
          <w:t>3.10.7.5.4</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General Telemetry Performance Criteria</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_Toc160026645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3-188</w:t>
        </w:r>
        <w:r w:rsidR="000716EE" w:rsidRPr="000716EE">
          <w:rPr>
            <w:i w:val="0"/>
            <w:webHidden/>
            <w:sz w:val="20"/>
            <w:szCs w:val="20"/>
          </w:rPr>
          <w:fldChar w:fldCharType="end"/>
        </w:r>
      </w:hyperlink>
    </w:p>
    <w:p w14:paraId="2A198856" w14:textId="51F1FECC" w:rsidR="000716EE" w:rsidRPr="000716EE" w:rsidRDefault="00092E1C">
      <w:pPr>
        <w:pStyle w:val="TOC5"/>
        <w:rPr>
          <w:rFonts w:eastAsiaTheme="minorEastAsia"/>
          <w:i w:val="0"/>
          <w:kern w:val="2"/>
          <w:sz w:val="20"/>
          <w:szCs w:val="20"/>
          <w14:ligatures w14:val="standardContextual"/>
        </w:rPr>
      </w:pPr>
      <w:hyperlink w:anchor="_Toc160026646" w:history="1">
        <w:r w:rsidR="000716EE" w:rsidRPr="000716EE">
          <w:rPr>
            <w:rStyle w:val="Hyperlink"/>
            <w:i w:val="0"/>
            <w:sz w:val="20"/>
            <w:szCs w:val="20"/>
            <w:u w:val="none"/>
          </w:rPr>
          <w:t>3.10.7.5.5</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Supplemental Telemetry Performance Criteria</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_Toc160026646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3-189</w:t>
        </w:r>
        <w:r w:rsidR="000716EE" w:rsidRPr="000716EE">
          <w:rPr>
            <w:i w:val="0"/>
            <w:webHidden/>
            <w:sz w:val="20"/>
            <w:szCs w:val="20"/>
          </w:rPr>
          <w:fldChar w:fldCharType="end"/>
        </w:r>
      </w:hyperlink>
    </w:p>
    <w:p w14:paraId="30901AAB" w14:textId="21829CE4" w:rsidR="000716EE" w:rsidRPr="000716EE" w:rsidRDefault="00092E1C">
      <w:pPr>
        <w:pStyle w:val="TOC5"/>
        <w:rPr>
          <w:rFonts w:eastAsiaTheme="minorEastAsia"/>
          <w:i w:val="0"/>
          <w:kern w:val="2"/>
          <w:sz w:val="20"/>
          <w:szCs w:val="20"/>
          <w14:ligatures w14:val="standardContextual"/>
        </w:rPr>
      </w:pPr>
      <w:hyperlink w:anchor="_Toc160026647" w:history="1">
        <w:r w:rsidR="000716EE" w:rsidRPr="000716EE">
          <w:rPr>
            <w:rStyle w:val="Hyperlink"/>
            <w:i w:val="0"/>
            <w:sz w:val="20"/>
            <w:szCs w:val="20"/>
            <w:u w:val="none"/>
          </w:rPr>
          <w:t>3.10.7.5.6</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TSP/QSE Telemetry Restoration</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_Toc160026647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3-189</w:t>
        </w:r>
        <w:r w:rsidR="000716EE" w:rsidRPr="000716EE">
          <w:rPr>
            <w:i w:val="0"/>
            <w:webHidden/>
            <w:sz w:val="20"/>
            <w:szCs w:val="20"/>
          </w:rPr>
          <w:fldChar w:fldCharType="end"/>
        </w:r>
      </w:hyperlink>
    </w:p>
    <w:p w14:paraId="235BDA47" w14:textId="10E36B50" w:rsidR="000716EE" w:rsidRPr="000716EE" w:rsidRDefault="00092E1C">
      <w:pPr>
        <w:pStyle w:val="TOC5"/>
        <w:rPr>
          <w:rFonts w:eastAsiaTheme="minorEastAsia"/>
          <w:i w:val="0"/>
          <w:kern w:val="2"/>
          <w:sz w:val="20"/>
          <w:szCs w:val="20"/>
          <w14:ligatures w14:val="standardContextual"/>
        </w:rPr>
      </w:pPr>
      <w:hyperlink w:anchor="_Toc160026648" w:history="1">
        <w:r w:rsidR="000716EE" w:rsidRPr="000716EE">
          <w:rPr>
            <w:rStyle w:val="Hyperlink"/>
            <w:i w:val="0"/>
            <w:sz w:val="20"/>
            <w:szCs w:val="20"/>
            <w:u w:val="none"/>
          </w:rPr>
          <w:t>3.10.7.5.7</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Calibration, Quality Checking, and Testing</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_Toc160026648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3-190</w:t>
        </w:r>
        <w:r w:rsidR="000716EE" w:rsidRPr="000716EE">
          <w:rPr>
            <w:i w:val="0"/>
            <w:webHidden/>
            <w:sz w:val="20"/>
            <w:szCs w:val="20"/>
          </w:rPr>
          <w:fldChar w:fldCharType="end"/>
        </w:r>
      </w:hyperlink>
    </w:p>
    <w:p w14:paraId="15D1AC90" w14:textId="74AC5BFC" w:rsidR="000716EE" w:rsidRPr="000716EE" w:rsidRDefault="00092E1C">
      <w:pPr>
        <w:pStyle w:val="TOC5"/>
        <w:rPr>
          <w:rFonts w:eastAsiaTheme="minorEastAsia"/>
          <w:i w:val="0"/>
          <w:kern w:val="2"/>
          <w:sz w:val="20"/>
          <w:szCs w:val="20"/>
          <w14:ligatures w14:val="standardContextual"/>
        </w:rPr>
      </w:pPr>
      <w:hyperlink w:anchor="_Toc160026649" w:history="1">
        <w:r w:rsidR="000716EE" w:rsidRPr="000716EE">
          <w:rPr>
            <w:rStyle w:val="Hyperlink"/>
            <w:i w:val="0"/>
            <w:sz w:val="20"/>
            <w:szCs w:val="20"/>
            <w:u w:val="none"/>
          </w:rPr>
          <w:t>3.10.7.5.8</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Inter-Control Center Communications Protocol (ICCP) Links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_Toc160026649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3-190</w:t>
        </w:r>
        <w:r w:rsidR="000716EE" w:rsidRPr="000716EE">
          <w:rPr>
            <w:i w:val="0"/>
            <w:webHidden/>
            <w:sz w:val="20"/>
            <w:szCs w:val="20"/>
          </w:rPr>
          <w:fldChar w:fldCharType="end"/>
        </w:r>
      </w:hyperlink>
    </w:p>
    <w:p w14:paraId="27D5D0D4" w14:textId="6C714E85" w:rsidR="000716EE" w:rsidRPr="000716EE" w:rsidRDefault="0039282E" w:rsidP="00092E1C">
      <w:pPr>
        <w:pStyle w:val="TOC4"/>
        <w:rPr>
          <w:rFonts w:eastAsiaTheme="minorEastAsia"/>
          <w:snapToGrid/>
          <w:kern w:val="2"/>
          <w14:ligatures w14:val="standardContextual"/>
        </w:rPr>
      </w:pPr>
      <w:hyperlink w:anchor="_Toc160026650" w:history="1">
        <w:r w:rsidR="000716EE" w:rsidRPr="000716EE">
          <w:rPr>
            <w:rStyle w:val="Hyperlink"/>
            <w:bCs w:val="0"/>
            <w:sz w:val="20"/>
            <w:szCs w:val="20"/>
            <w:u w:val="none"/>
          </w:rPr>
          <w:t>3.10.7.5.8.1</w:t>
        </w:r>
        <w:r w:rsidR="00380D83">
          <w:rPr>
            <w:rStyle w:val="Hyperlink"/>
            <w:bCs w:val="0"/>
            <w:sz w:val="20"/>
            <w:szCs w:val="20"/>
            <w:u w:val="none"/>
          </w:rPr>
          <w:t xml:space="preserve"> </w:t>
        </w:r>
        <w:r w:rsidR="000716EE" w:rsidRPr="000716EE">
          <w:rPr>
            <w:rStyle w:val="Hyperlink"/>
            <w:bCs w:val="0"/>
            <w:sz w:val="20"/>
            <w:szCs w:val="20"/>
            <w:u w:val="none"/>
          </w:rPr>
          <w:t>Data Quality Codes</w:t>
        </w:r>
        <w:r w:rsidR="000716EE" w:rsidRPr="000716EE">
          <w:rPr>
            <w:webHidden/>
          </w:rPr>
          <w:tab/>
        </w:r>
        <w:r w:rsidR="000716EE" w:rsidRPr="000716EE">
          <w:rPr>
            <w:webHidden/>
          </w:rPr>
          <w:fldChar w:fldCharType="begin"/>
        </w:r>
        <w:r w:rsidR="000716EE" w:rsidRPr="000716EE">
          <w:rPr>
            <w:webHidden/>
          </w:rPr>
          <w:instrText xml:space="preserve"> PAGEREF _Toc160026650 \h </w:instrText>
        </w:r>
        <w:r w:rsidR="000716EE" w:rsidRPr="000716EE">
          <w:rPr>
            <w:webHidden/>
          </w:rPr>
        </w:r>
        <w:r w:rsidR="000716EE" w:rsidRPr="000716EE">
          <w:rPr>
            <w:webHidden/>
          </w:rPr>
          <w:fldChar w:fldCharType="separate"/>
        </w:r>
        <w:r w:rsidR="00092E1C">
          <w:rPr>
            <w:webHidden/>
          </w:rPr>
          <w:t>3-190</w:t>
        </w:r>
        <w:r w:rsidR="000716EE" w:rsidRPr="000716EE">
          <w:rPr>
            <w:webHidden/>
          </w:rPr>
          <w:fldChar w:fldCharType="end"/>
        </w:r>
      </w:hyperlink>
    </w:p>
    <w:p w14:paraId="50B9178D" w14:textId="0ED8D74F" w:rsidR="000716EE" w:rsidRPr="000716EE" w:rsidRDefault="0039282E" w:rsidP="00092E1C">
      <w:pPr>
        <w:pStyle w:val="TOC4"/>
        <w:rPr>
          <w:rFonts w:eastAsiaTheme="minorEastAsia"/>
          <w:snapToGrid/>
          <w:kern w:val="2"/>
          <w14:ligatures w14:val="standardContextual"/>
        </w:rPr>
      </w:pPr>
      <w:hyperlink w:anchor="_Toc160026651" w:history="1">
        <w:r w:rsidR="000716EE" w:rsidRPr="000716EE">
          <w:rPr>
            <w:rStyle w:val="Hyperlink"/>
            <w:bCs w:val="0"/>
            <w:sz w:val="20"/>
            <w:szCs w:val="20"/>
            <w:u w:val="none"/>
          </w:rPr>
          <w:t>3.10.7.5.8.2</w:t>
        </w:r>
        <w:r w:rsidR="00380D83">
          <w:rPr>
            <w:rStyle w:val="Hyperlink"/>
            <w:bCs w:val="0"/>
            <w:sz w:val="20"/>
            <w:szCs w:val="20"/>
            <w:u w:val="none"/>
          </w:rPr>
          <w:t xml:space="preserve"> </w:t>
        </w:r>
        <w:r w:rsidR="000716EE" w:rsidRPr="000716EE">
          <w:rPr>
            <w:rStyle w:val="Hyperlink"/>
            <w:bCs w:val="0"/>
            <w:sz w:val="20"/>
            <w:szCs w:val="20"/>
            <w:u w:val="none"/>
          </w:rPr>
          <w:t>Reliability of ICCP Associations</w:t>
        </w:r>
        <w:r w:rsidR="000716EE" w:rsidRPr="000716EE">
          <w:rPr>
            <w:webHidden/>
          </w:rPr>
          <w:tab/>
        </w:r>
        <w:r w:rsidR="000716EE" w:rsidRPr="000716EE">
          <w:rPr>
            <w:webHidden/>
          </w:rPr>
          <w:fldChar w:fldCharType="begin"/>
        </w:r>
        <w:r w:rsidR="000716EE" w:rsidRPr="000716EE">
          <w:rPr>
            <w:webHidden/>
          </w:rPr>
          <w:instrText xml:space="preserve"> PAGEREF _Toc160026651 \h </w:instrText>
        </w:r>
        <w:r w:rsidR="000716EE" w:rsidRPr="000716EE">
          <w:rPr>
            <w:webHidden/>
          </w:rPr>
        </w:r>
        <w:r w:rsidR="000716EE" w:rsidRPr="000716EE">
          <w:rPr>
            <w:webHidden/>
          </w:rPr>
          <w:fldChar w:fldCharType="separate"/>
        </w:r>
        <w:r w:rsidR="00092E1C">
          <w:rPr>
            <w:webHidden/>
          </w:rPr>
          <w:t>3-191</w:t>
        </w:r>
        <w:r w:rsidR="000716EE" w:rsidRPr="000716EE">
          <w:rPr>
            <w:webHidden/>
          </w:rPr>
          <w:fldChar w:fldCharType="end"/>
        </w:r>
      </w:hyperlink>
    </w:p>
    <w:p w14:paraId="67C96173" w14:textId="1F724B9F" w:rsidR="000716EE" w:rsidRPr="000716EE" w:rsidRDefault="00092E1C">
      <w:pPr>
        <w:pStyle w:val="TOC5"/>
        <w:rPr>
          <w:rFonts w:eastAsiaTheme="minorEastAsia"/>
          <w:i w:val="0"/>
          <w:kern w:val="2"/>
          <w:sz w:val="20"/>
          <w:szCs w:val="20"/>
          <w14:ligatures w14:val="standardContextual"/>
        </w:rPr>
      </w:pPr>
      <w:hyperlink w:anchor="_Toc160026652" w:history="1">
        <w:r w:rsidR="000716EE" w:rsidRPr="000716EE">
          <w:rPr>
            <w:rStyle w:val="Hyperlink"/>
            <w:i w:val="0"/>
            <w:sz w:val="20"/>
            <w:szCs w:val="20"/>
            <w:u w:val="none"/>
          </w:rPr>
          <w:t>3.10.7.5.9</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ERCOT Requests for Telemetry</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_Toc160026652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3-191</w:t>
        </w:r>
        <w:r w:rsidR="000716EE" w:rsidRPr="000716EE">
          <w:rPr>
            <w:i w:val="0"/>
            <w:webHidden/>
            <w:sz w:val="20"/>
            <w:szCs w:val="20"/>
          </w:rPr>
          <w:fldChar w:fldCharType="end"/>
        </w:r>
      </w:hyperlink>
    </w:p>
    <w:p w14:paraId="33AC61D4" w14:textId="04A7AED0" w:rsidR="000716EE" w:rsidRPr="000716EE" w:rsidRDefault="00092E1C">
      <w:pPr>
        <w:pStyle w:val="TOC5"/>
        <w:rPr>
          <w:rFonts w:eastAsiaTheme="minorEastAsia"/>
          <w:i w:val="0"/>
          <w:kern w:val="2"/>
          <w:sz w:val="20"/>
          <w:szCs w:val="20"/>
          <w14:ligatures w14:val="standardContextual"/>
        </w:rPr>
      </w:pPr>
      <w:hyperlink w:anchor="_Toc160026653" w:history="1">
        <w:r w:rsidR="000716EE" w:rsidRPr="000716EE">
          <w:rPr>
            <w:rStyle w:val="Hyperlink"/>
            <w:i w:val="0"/>
            <w:sz w:val="20"/>
            <w:szCs w:val="20"/>
            <w:u w:val="none"/>
          </w:rPr>
          <w:t>3.10.7.5.10</w:t>
        </w:r>
        <w:r w:rsidR="00380D83">
          <w:rPr>
            <w:rStyle w:val="Hyperlink"/>
            <w:i w:val="0"/>
            <w:sz w:val="20"/>
            <w:szCs w:val="20"/>
            <w:u w:val="none"/>
          </w:rPr>
          <w:t xml:space="preserve"> </w:t>
        </w:r>
        <w:r w:rsidR="000716EE" w:rsidRPr="000716EE">
          <w:rPr>
            <w:rStyle w:val="Hyperlink"/>
            <w:i w:val="0"/>
            <w:sz w:val="20"/>
            <w:szCs w:val="20"/>
            <w:u w:val="none"/>
          </w:rPr>
          <w:t>ERCOT Requests for Redundant Telemetry</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_Toc160026653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3-193</w:t>
        </w:r>
        <w:r w:rsidR="000716EE" w:rsidRPr="000716EE">
          <w:rPr>
            <w:i w:val="0"/>
            <w:webHidden/>
            <w:sz w:val="20"/>
            <w:szCs w:val="20"/>
          </w:rPr>
          <w:fldChar w:fldCharType="end"/>
        </w:r>
      </w:hyperlink>
    </w:p>
    <w:p w14:paraId="7731CED0" w14:textId="3C90B0C7" w:rsidR="000716EE" w:rsidRPr="000716EE" w:rsidRDefault="00092E1C" w:rsidP="001235C5">
      <w:pPr>
        <w:pStyle w:val="TOC4"/>
        <w:rPr>
          <w:rFonts w:eastAsiaTheme="minorEastAsia"/>
          <w:snapToGrid/>
          <w:kern w:val="2"/>
          <w14:ligatures w14:val="standardContextual"/>
        </w:rPr>
      </w:pPr>
      <w:hyperlink w:anchor="_Toc160026654" w:history="1">
        <w:r w:rsidR="000716EE" w:rsidRPr="000716EE">
          <w:rPr>
            <w:rStyle w:val="Hyperlink"/>
            <w:bCs w:val="0"/>
            <w:sz w:val="20"/>
            <w:szCs w:val="20"/>
            <w:u w:val="none"/>
          </w:rPr>
          <w:t>3.10.7.6</w:t>
        </w:r>
        <w:r w:rsidR="000716EE" w:rsidRPr="000716EE">
          <w:rPr>
            <w:rFonts w:eastAsiaTheme="minorEastAsia"/>
            <w:snapToGrid/>
            <w:kern w:val="2"/>
            <w14:ligatures w14:val="standardContextual"/>
          </w:rPr>
          <w:tab/>
        </w:r>
        <w:r w:rsidR="000716EE" w:rsidRPr="000716EE">
          <w:rPr>
            <w:rStyle w:val="Hyperlink"/>
            <w:bCs w:val="0"/>
            <w:sz w:val="20"/>
            <w:szCs w:val="20"/>
            <w:u w:val="none"/>
          </w:rPr>
          <w:t>Use of Generic Transmission Constraints and Generic Transmission Limits</w:t>
        </w:r>
        <w:r w:rsidR="000716EE" w:rsidRPr="000716EE">
          <w:rPr>
            <w:webHidden/>
          </w:rPr>
          <w:tab/>
        </w:r>
        <w:r w:rsidR="000716EE" w:rsidRPr="000716EE">
          <w:rPr>
            <w:webHidden/>
          </w:rPr>
          <w:fldChar w:fldCharType="begin"/>
        </w:r>
        <w:r w:rsidR="000716EE" w:rsidRPr="000716EE">
          <w:rPr>
            <w:webHidden/>
          </w:rPr>
          <w:instrText xml:space="preserve"> PAGEREF _Toc160026654 \h </w:instrText>
        </w:r>
        <w:r w:rsidR="000716EE" w:rsidRPr="000716EE">
          <w:rPr>
            <w:webHidden/>
          </w:rPr>
        </w:r>
        <w:r w:rsidR="000716EE" w:rsidRPr="000716EE">
          <w:rPr>
            <w:webHidden/>
          </w:rPr>
          <w:fldChar w:fldCharType="separate"/>
        </w:r>
        <w:r>
          <w:rPr>
            <w:webHidden/>
          </w:rPr>
          <w:t>3-194</w:t>
        </w:r>
        <w:r w:rsidR="000716EE" w:rsidRPr="000716EE">
          <w:rPr>
            <w:webHidden/>
          </w:rPr>
          <w:fldChar w:fldCharType="end"/>
        </w:r>
      </w:hyperlink>
    </w:p>
    <w:p w14:paraId="4CD808BC" w14:textId="1A1534B1" w:rsidR="000716EE" w:rsidRPr="000716EE" w:rsidRDefault="00092E1C" w:rsidP="001235C5">
      <w:pPr>
        <w:pStyle w:val="TOC4"/>
        <w:rPr>
          <w:rFonts w:eastAsiaTheme="minorEastAsia"/>
          <w:snapToGrid/>
          <w:kern w:val="2"/>
          <w14:ligatures w14:val="standardContextual"/>
        </w:rPr>
      </w:pPr>
      <w:hyperlink w:anchor="_Toc160026655" w:history="1">
        <w:r w:rsidR="000716EE" w:rsidRPr="000716EE">
          <w:rPr>
            <w:rStyle w:val="Hyperlink"/>
            <w:bCs w:val="0"/>
            <w:sz w:val="20"/>
            <w:szCs w:val="20"/>
            <w:u w:val="none"/>
          </w:rPr>
          <w:t>3.10.7.7</w:t>
        </w:r>
        <w:r w:rsidR="000716EE" w:rsidRPr="000716EE">
          <w:rPr>
            <w:rFonts w:eastAsiaTheme="minorEastAsia"/>
            <w:snapToGrid/>
            <w:kern w:val="2"/>
            <w14:ligatures w14:val="standardContextual"/>
          </w:rPr>
          <w:tab/>
        </w:r>
        <w:r w:rsidR="000716EE" w:rsidRPr="000716EE">
          <w:rPr>
            <w:rStyle w:val="Hyperlink"/>
            <w:bCs w:val="0"/>
            <w:sz w:val="20"/>
            <w:szCs w:val="20"/>
            <w:u w:val="none"/>
          </w:rPr>
          <w:t>DC Tie Limits</w:t>
        </w:r>
        <w:r w:rsidR="000716EE" w:rsidRPr="000716EE">
          <w:rPr>
            <w:webHidden/>
          </w:rPr>
          <w:tab/>
        </w:r>
        <w:r w:rsidR="000716EE" w:rsidRPr="000716EE">
          <w:rPr>
            <w:webHidden/>
          </w:rPr>
          <w:fldChar w:fldCharType="begin"/>
        </w:r>
        <w:r w:rsidR="000716EE" w:rsidRPr="000716EE">
          <w:rPr>
            <w:webHidden/>
          </w:rPr>
          <w:instrText xml:space="preserve"> PAGEREF _Toc160026655 \h </w:instrText>
        </w:r>
        <w:r w:rsidR="000716EE" w:rsidRPr="000716EE">
          <w:rPr>
            <w:webHidden/>
          </w:rPr>
        </w:r>
        <w:r w:rsidR="000716EE" w:rsidRPr="000716EE">
          <w:rPr>
            <w:webHidden/>
          </w:rPr>
          <w:fldChar w:fldCharType="separate"/>
        </w:r>
        <w:r>
          <w:rPr>
            <w:webHidden/>
          </w:rPr>
          <w:t>3-195</w:t>
        </w:r>
        <w:r w:rsidR="000716EE" w:rsidRPr="000716EE">
          <w:rPr>
            <w:webHidden/>
          </w:rPr>
          <w:fldChar w:fldCharType="end"/>
        </w:r>
      </w:hyperlink>
    </w:p>
    <w:p w14:paraId="598C1B98" w14:textId="5D9428F2" w:rsidR="000716EE" w:rsidRPr="000716EE" w:rsidRDefault="00092E1C">
      <w:pPr>
        <w:pStyle w:val="TOC3"/>
        <w:rPr>
          <w:rFonts w:eastAsiaTheme="minorEastAsia"/>
          <w:kern w:val="2"/>
          <w14:ligatures w14:val="standardContextual"/>
        </w:rPr>
      </w:pPr>
      <w:hyperlink w:anchor="_Toc160026657" w:history="1">
        <w:r w:rsidR="000716EE" w:rsidRPr="000716EE">
          <w:rPr>
            <w:rStyle w:val="Hyperlink"/>
            <w:u w:val="none"/>
          </w:rPr>
          <w:t>3.10.8</w:t>
        </w:r>
        <w:r w:rsidR="000716EE" w:rsidRPr="000716EE">
          <w:rPr>
            <w:rFonts w:eastAsiaTheme="minorEastAsia"/>
            <w:kern w:val="2"/>
            <w14:ligatures w14:val="standardContextual"/>
          </w:rPr>
          <w:tab/>
        </w:r>
        <w:r w:rsidR="000716EE" w:rsidRPr="000716EE">
          <w:rPr>
            <w:rStyle w:val="Hyperlink"/>
            <w:u w:val="none"/>
          </w:rPr>
          <w:t>Dynamic Ratings</w:t>
        </w:r>
        <w:r w:rsidR="000716EE" w:rsidRPr="000716EE">
          <w:rPr>
            <w:webHidden/>
          </w:rPr>
          <w:tab/>
        </w:r>
        <w:r w:rsidR="000716EE" w:rsidRPr="000716EE">
          <w:rPr>
            <w:webHidden/>
          </w:rPr>
          <w:fldChar w:fldCharType="begin"/>
        </w:r>
        <w:r w:rsidR="000716EE" w:rsidRPr="000716EE">
          <w:rPr>
            <w:webHidden/>
          </w:rPr>
          <w:instrText xml:space="preserve"> PAGEREF _Toc160026657 \h </w:instrText>
        </w:r>
        <w:r w:rsidR="000716EE" w:rsidRPr="000716EE">
          <w:rPr>
            <w:webHidden/>
          </w:rPr>
        </w:r>
        <w:r w:rsidR="000716EE" w:rsidRPr="000716EE">
          <w:rPr>
            <w:webHidden/>
          </w:rPr>
          <w:fldChar w:fldCharType="separate"/>
        </w:r>
        <w:r>
          <w:rPr>
            <w:webHidden/>
          </w:rPr>
          <w:t>3-196</w:t>
        </w:r>
        <w:r w:rsidR="000716EE" w:rsidRPr="000716EE">
          <w:rPr>
            <w:webHidden/>
          </w:rPr>
          <w:fldChar w:fldCharType="end"/>
        </w:r>
      </w:hyperlink>
    </w:p>
    <w:p w14:paraId="6F0B8748" w14:textId="67A0C8A1" w:rsidR="000716EE" w:rsidRPr="000716EE" w:rsidRDefault="00092E1C" w:rsidP="001235C5">
      <w:pPr>
        <w:pStyle w:val="TOC4"/>
        <w:rPr>
          <w:rFonts w:eastAsiaTheme="minorEastAsia"/>
          <w:snapToGrid/>
          <w:kern w:val="2"/>
          <w14:ligatures w14:val="standardContextual"/>
        </w:rPr>
      </w:pPr>
      <w:hyperlink w:anchor="_Toc160026658" w:history="1">
        <w:r w:rsidR="000716EE" w:rsidRPr="000716EE">
          <w:rPr>
            <w:rStyle w:val="Hyperlink"/>
            <w:bCs w:val="0"/>
            <w:sz w:val="20"/>
            <w:szCs w:val="20"/>
            <w:u w:val="none"/>
          </w:rPr>
          <w:t>3.10.8.1</w:t>
        </w:r>
        <w:r w:rsidR="000716EE" w:rsidRPr="000716EE">
          <w:rPr>
            <w:rFonts w:eastAsiaTheme="minorEastAsia"/>
            <w:snapToGrid/>
            <w:kern w:val="2"/>
            <w14:ligatures w14:val="standardContextual"/>
          </w:rPr>
          <w:tab/>
        </w:r>
        <w:r w:rsidR="000716EE" w:rsidRPr="000716EE">
          <w:rPr>
            <w:rStyle w:val="Hyperlink"/>
            <w:bCs w:val="0"/>
            <w:sz w:val="20"/>
            <w:szCs w:val="20"/>
            <w:u w:val="none"/>
          </w:rPr>
          <w:t>Dynamic Ratings Delivered via ICCP</w:t>
        </w:r>
        <w:r w:rsidR="000716EE" w:rsidRPr="000716EE">
          <w:rPr>
            <w:webHidden/>
          </w:rPr>
          <w:tab/>
        </w:r>
        <w:r w:rsidR="000716EE" w:rsidRPr="000716EE">
          <w:rPr>
            <w:webHidden/>
          </w:rPr>
          <w:fldChar w:fldCharType="begin"/>
        </w:r>
        <w:r w:rsidR="000716EE" w:rsidRPr="000716EE">
          <w:rPr>
            <w:webHidden/>
          </w:rPr>
          <w:instrText xml:space="preserve"> PAGEREF _Toc160026658 \h </w:instrText>
        </w:r>
        <w:r w:rsidR="000716EE" w:rsidRPr="000716EE">
          <w:rPr>
            <w:webHidden/>
          </w:rPr>
        </w:r>
        <w:r w:rsidR="000716EE" w:rsidRPr="000716EE">
          <w:rPr>
            <w:webHidden/>
          </w:rPr>
          <w:fldChar w:fldCharType="separate"/>
        </w:r>
        <w:r>
          <w:rPr>
            <w:webHidden/>
          </w:rPr>
          <w:t>3-197</w:t>
        </w:r>
        <w:r w:rsidR="000716EE" w:rsidRPr="000716EE">
          <w:rPr>
            <w:webHidden/>
          </w:rPr>
          <w:fldChar w:fldCharType="end"/>
        </w:r>
      </w:hyperlink>
    </w:p>
    <w:p w14:paraId="2851D908" w14:textId="3300A53C" w:rsidR="000716EE" w:rsidRPr="000716EE" w:rsidRDefault="00092E1C" w:rsidP="001235C5">
      <w:pPr>
        <w:pStyle w:val="TOC4"/>
        <w:rPr>
          <w:rFonts w:eastAsiaTheme="minorEastAsia"/>
          <w:snapToGrid/>
          <w:kern w:val="2"/>
          <w14:ligatures w14:val="standardContextual"/>
        </w:rPr>
      </w:pPr>
      <w:hyperlink w:anchor="_Toc160026659" w:history="1">
        <w:r w:rsidR="000716EE" w:rsidRPr="000716EE">
          <w:rPr>
            <w:rStyle w:val="Hyperlink"/>
            <w:bCs w:val="0"/>
            <w:sz w:val="20"/>
            <w:szCs w:val="20"/>
            <w:u w:val="none"/>
          </w:rPr>
          <w:t>3.10.8.2</w:t>
        </w:r>
        <w:r w:rsidR="000716EE" w:rsidRPr="000716EE">
          <w:rPr>
            <w:rFonts w:eastAsiaTheme="minorEastAsia"/>
            <w:snapToGrid/>
            <w:kern w:val="2"/>
            <w14:ligatures w14:val="standardContextual"/>
          </w:rPr>
          <w:tab/>
        </w:r>
        <w:r w:rsidR="000716EE" w:rsidRPr="000716EE">
          <w:rPr>
            <w:rStyle w:val="Hyperlink"/>
            <w:bCs w:val="0"/>
            <w:sz w:val="20"/>
            <w:szCs w:val="20"/>
            <w:u w:val="none"/>
          </w:rPr>
          <w:t>Dynamic Ratings Delivered via Static Table and Telemetered Temperature</w:t>
        </w:r>
        <w:r w:rsidR="000716EE" w:rsidRPr="000716EE">
          <w:rPr>
            <w:webHidden/>
          </w:rPr>
          <w:tab/>
        </w:r>
        <w:r w:rsidR="000716EE" w:rsidRPr="000716EE">
          <w:rPr>
            <w:webHidden/>
          </w:rPr>
          <w:fldChar w:fldCharType="begin"/>
        </w:r>
        <w:r w:rsidR="000716EE" w:rsidRPr="000716EE">
          <w:rPr>
            <w:webHidden/>
          </w:rPr>
          <w:instrText xml:space="preserve"> PAGEREF _Toc160026659 \h </w:instrText>
        </w:r>
        <w:r w:rsidR="000716EE" w:rsidRPr="000716EE">
          <w:rPr>
            <w:webHidden/>
          </w:rPr>
        </w:r>
        <w:r w:rsidR="000716EE" w:rsidRPr="000716EE">
          <w:rPr>
            <w:webHidden/>
          </w:rPr>
          <w:fldChar w:fldCharType="separate"/>
        </w:r>
        <w:r>
          <w:rPr>
            <w:webHidden/>
          </w:rPr>
          <w:t>3-197</w:t>
        </w:r>
        <w:r w:rsidR="000716EE" w:rsidRPr="000716EE">
          <w:rPr>
            <w:webHidden/>
          </w:rPr>
          <w:fldChar w:fldCharType="end"/>
        </w:r>
      </w:hyperlink>
    </w:p>
    <w:p w14:paraId="66FFD5C1" w14:textId="335005FE" w:rsidR="000716EE" w:rsidRPr="000716EE" w:rsidRDefault="00092E1C" w:rsidP="001235C5">
      <w:pPr>
        <w:pStyle w:val="TOC4"/>
        <w:rPr>
          <w:rFonts w:eastAsiaTheme="minorEastAsia"/>
          <w:snapToGrid/>
          <w:kern w:val="2"/>
          <w14:ligatures w14:val="standardContextual"/>
        </w:rPr>
      </w:pPr>
      <w:hyperlink w:anchor="_Toc160026660" w:history="1">
        <w:r w:rsidR="000716EE" w:rsidRPr="000716EE">
          <w:rPr>
            <w:rStyle w:val="Hyperlink"/>
            <w:bCs w:val="0"/>
            <w:sz w:val="20"/>
            <w:szCs w:val="20"/>
            <w:u w:val="none"/>
          </w:rPr>
          <w:t>3.10.8.3</w:t>
        </w:r>
        <w:r w:rsidR="000716EE" w:rsidRPr="000716EE">
          <w:rPr>
            <w:rFonts w:eastAsiaTheme="minorEastAsia"/>
            <w:snapToGrid/>
            <w:kern w:val="2"/>
            <w14:ligatures w14:val="standardContextual"/>
          </w:rPr>
          <w:tab/>
        </w:r>
        <w:r w:rsidR="000716EE" w:rsidRPr="000716EE">
          <w:rPr>
            <w:rStyle w:val="Hyperlink"/>
            <w:bCs w:val="0"/>
            <w:sz w:val="20"/>
            <w:szCs w:val="20"/>
            <w:u w:val="none"/>
          </w:rPr>
          <w:t>Dynamic Rating Network Operations Model Change Requests</w:t>
        </w:r>
        <w:r w:rsidR="000716EE" w:rsidRPr="000716EE">
          <w:rPr>
            <w:webHidden/>
          </w:rPr>
          <w:tab/>
        </w:r>
        <w:r w:rsidR="000716EE" w:rsidRPr="000716EE">
          <w:rPr>
            <w:webHidden/>
          </w:rPr>
          <w:fldChar w:fldCharType="begin"/>
        </w:r>
        <w:r w:rsidR="000716EE" w:rsidRPr="000716EE">
          <w:rPr>
            <w:webHidden/>
          </w:rPr>
          <w:instrText xml:space="preserve"> PAGEREF _Toc160026660 \h </w:instrText>
        </w:r>
        <w:r w:rsidR="000716EE" w:rsidRPr="000716EE">
          <w:rPr>
            <w:webHidden/>
          </w:rPr>
        </w:r>
        <w:r w:rsidR="000716EE" w:rsidRPr="000716EE">
          <w:rPr>
            <w:webHidden/>
          </w:rPr>
          <w:fldChar w:fldCharType="separate"/>
        </w:r>
        <w:r>
          <w:rPr>
            <w:webHidden/>
          </w:rPr>
          <w:t>3-198</w:t>
        </w:r>
        <w:r w:rsidR="000716EE" w:rsidRPr="000716EE">
          <w:rPr>
            <w:webHidden/>
          </w:rPr>
          <w:fldChar w:fldCharType="end"/>
        </w:r>
      </w:hyperlink>
    </w:p>
    <w:p w14:paraId="7FB842BF" w14:textId="756A7061" w:rsidR="000716EE" w:rsidRPr="000716EE" w:rsidRDefault="00092E1C" w:rsidP="001235C5">
      <w:pPr>
        <w:pStyle w:val="TOC4"/>
        <w:rPr>
          <w:rFonts w:eastAsiaTheme="minorEastAsia"/>
          <w:snapToGrid/>
          <w:kern w:val="2"/>
          <w14:ligatures w14:val="standardContextual"/>
        </w:rPr>
      </w:pPr>
      <w:hyperlink w:anchor="_Toc160026661" w:history="1">
        <w:r w:rsidR="000716EE" w:rsidRPr="000716EE">
          <w:rPr>
            <w:rStyle w:val="Hyperlink"/>
            <w:bCs w:val="0"/>
            <w:sz w:val="20"/>
            <w:szCs w:val="20"/>
            <w:u w:val="none"/>
          </w:rPr>
          <w:t>3.10.8.4</w:t>
        </w:r>
        <w:r w:rsidR="000716EE" w:rsidRPr="000716EE">
          <w:rPr>
            <w:rFonts w:eastAsiaTheme="minorEastAsia"/>
            <w:snapToGrid/>
            <w:kern w:val="2"/>
            <w14:ligatures w14:val="standardContextual"/>
          </w:rPr>
          <w:tab/>
        </w:r>
        <w:r w:rsidR="000716EE" w:rsidRPr="000716EE">
          <w:rPr>
            <w:rStyle w:val="Hyperlink"/>
            <w:bCs w:val="0"/>
            <w:sz w:val="20"/>
            <w:szCs w:val="20"/>
            <w:u w:val="none"/>
          </w:rPr>
          <w:t>ERCOT Responsibilities Related to Dynamic Ratings</w:t>
        </w:r>
        <w:r w:rsidR="000716EE" w:rsidRPr="000716EE">
          <w:rPr>
            <w:webHidden/>
          </w:rPr>
          <w:tab/>
        </w:r>
        <w:r w:rsidR="000716EE" w:rsidRPr="000716EE">
          <w:rPr>
            <w:webHidden/>
          </w:rPr>
          <w:fldChar w:fldCharType="begin"/>
        </w:r>
        <w:r w:rsidR="000716EE" w:rsidRPr="000716EE">
          <w:rPr>
            <w:webHidden/>
          </w:rPr>
          <w:instrText xml:space="preserve"> PAGEREF _Toc160026661 \h </w:instrText>
        </w:r>
        <w:r w:rsidR="000716EE" w:rsidRPr="000716EE">
          <w:rPr>
            <w:webHidden/>
          </w:rPr>
        </w:r>
        <w:r w:rsidR="000716EE" w:rsidRPr="000716EE">
          <w:rPr>
            <w:webHidden/>
          </w:rPr>
          <w:fldChar w:fldCharType="separate"/>
        </w:r>
        <w:r>
          <w:rPr>
            <w:webHidden/>
          </w:rPr>
          <w:t>3-198</w:t>
        </w:r>
        <w:r w:rsidR="000716EE" w:rsidRPr="000716EE">
          <w:rPr>
            <w:webHidden/>
          </w:rPr>
          <w:fldChar w:fldCharType="end"/>
        </w:r>
      </w:hyperlink>
    </w:p>
    <w:p w14:paraId="5AE5A055" w14:textId="277BF303" w:rsidR="000716EE" w:rsidRPr="000716EE" w:rsidRDefault="00092E1C" w:rsidP="001235C5">
      <w:pPr>
        <w:pStyle w:val="TOC4"/>
        <w:rPr>
          <w:rFonts w:eastAsiaTheme="minorEastAsia"/>
          <w:snapToGrid/>
          <w:kern w:val="2"/>
          <w14:ligatures w14:val="standardContextual"/>
        </w:rPr>
      </w:pPr>
      <w:hyperlink w:anchor="_Toc160026662" w:history="1">
        <w:r w:rsidR="000716EE" w:rsidRPr="000716EE">
          <w:rPr>
            <w:rStyle w:val="Hyperlink"/>
            <w:bCs w:val="0"/>
            <w:sz w:val="20"/>
            <w:szCs w:val="20"/>
            <w:u w:val="none"/>
          </w:rPr>
          <w:t>3.10.8.5</w:t>
        </w:r>
        <w:r w:rsidR="000716EE" w:rsidRPr="000716EE">
          <w:rPr>
            <w:rFonts w:eastAsiaTheme="minorEastAsia"/>
            <w:snapToGrid/>
            <w:kern w:val="2"/>
            <w14:ligatures w14:val="standardContextual"/>
          </w:rPr>
          <w:tab/>
        </w:r>
        <w:r w:rsidR="000716EE" w:rsidRPr="000716EE">
          <w:rPr>
            <w:rStyle w:val="Hyperlink"/>
            <w:bCs w:val="0"/>
            <w:sz w:val="20"/>
            <w:szCs w:val="20"/>
            <w:u w:val="none"/>
          </w:rPr>
          <w:t>Transmission Service Provider Responsibilities Related to Dynamic Ratings</w:t>
        </w:r>
        <w:r w:rsidR="000716EE" w:rsidRPr="000716EE">
          <w:rPr>
            <w:webHidden/>
          </w:rPr>
          <w:tab/>
        </w:r>
        <w:r w:rsidR="000716EE" w:rsidRPr="000716EE">
          <w:rPr>
            <w:webHidden/>
          </w:rPr>
          <w:fldChar w:fldCharType="begin"/>
        </w:r>
        <w:r w:rsidR="000716EE" w:rsidRPr="000716EE">
          <w:rPr>
            <w:webHidden/>
          </w:rPr>
          <w:instrText xml:space="preserve"> PAGEREF _Toc160026662 \h </w:instrText>
        </w:r>
        <w:r w:rsidR="000716EE" w:rsidRPr="000716EE">
          <w:rPr>
            <w:webHidden/>
          </w:rPr>
        </w:r>
        <w:r w:rsidR="000716EE" w:rsidRPr="000716EE">
          <w:rPr>
            <w:webHidden/>
          </w:rPr>
          <w:fldChar w:fldCharType="separate"/>
        </w:r>
        <w:r>
          <w:rPr>
            <w:webHidden/>
          </w:rPr>
          <w:t>3-199</w:t>
        </w:r>
        <w:r w:rsidR="000716EE" w:rsidRPr="000716EE">
          <w:rPr>
            <w:webHidden/>
          </w:rPr>
          <w:fldChar w:fldCharType="end"/>
        </w:r>
      </w:hyperlink>
    </w:p>
    <w:p w14:paraId="3644BBF7" w14:textId="459C6F99" w:rsidR="000716EE" w:rsidRPr="000716EE" w:rsidRDefault="00092E1C">
      <w:pPr>
        <w:pStyle w:val="TOC3"/>
        <w:rPr>
          <w:rFonts w:eastAsiaTheme="minorEastAsia"/>
          <w:kern w:val="2"/>
          <w14:ligatures w14:val="standardContextual"/>
        </w:rPr>
      </w:pPr>
      <w:hyperlink w:anchor="_Toc160026663" w:history="1">
        <w:r w:rsidR="000716EE" w:rsidRPr="000716EE">
          <w:rPr>
            <w:rStyle w:val="Hyperlink"/>
            <w:u w:val="none"/>
          </w:rPr>
          <w:t>3.10.9</w:t>
        </w:r>
        <w:r w:rsidR="000716EE" w:rsidRPr="000716EE">
          <w:rPr>
            <w:rFonts w:eastAsiaTheme="minorEastAsia"/>
            <w:kern w:val="2"/>
            <w14:ligatures w14:val="standardContextual"/>
          </w:rPr>
          <w:tab/>
        </w:r>
        <w:r w:rsidR="000716EE" w:rsidRPr="000716EE">
          <w:rPr>
            <w:rStyle w:val="Hyperlink"/>
            <w:u w:val="none"/>
          </w:rPr>
          <w:t>State Estimator Requirements</w:t>
        </w:r>
        <w:r w:rsidR="000716EE" w:rsidRPr="000716EE">
          <w:rPr>
            <w:webHidden/>
          </w:rPr>
          <w:tab/>
        </w:r>
        <w:r w:rsidR="000716EE" w:rsidRPr="000716EE">
          <w:rPr>
            <w:webHidden/>
          </w:rPr>
          <w:fldChar w:fldCharType="begin"/>
        </w:r>
        <w:r w:rsidR="000716EE" w:rsidRPr="000716EE">
          <w:rPr>
            <w:webHidden/>
          </w:rPr>
          <w:instrText xml:space="preserve"> PAGEREF _Toc160026663 \h </w:instrText>
        </w:r>
        <w:r w:rsidR="000716EE" w:rsidRPr="000716EE">
          <w:rPr>
            <w:webHidden/>
          </w:rPr>
        </w:r>
        <w:r w:rsidR="000716EE" w:rsidRPr="000716EE">
          <w:rPr>
            <w:webHidden/>
          </w:rPr>
          <w:fldChar w:fldCharType="separate"/>
        </w:r>
        <w:r>
          <w:rPr>
            <w:webHidden/>
          </w:rPr>
          <w:t>3-199</w:t>
        </w:r>
        <w:r w:rsidR="000716EE" w:rsidRPr="000716EE">
          <w:rPr>
            <w:webHidden/>
          </w:rPr>
          <w:fldChar w:fldCharType="end"/>
        </w:r>
      </w:hyperlink>
    </w:p>
    <w:p w14:paraId="05EBB977" w14:textId="3F5D0500" w:rsidR="000716EE" w:rsidRPr="000716EE" w:rsidRDefault="00092E1C" w:rsidP="001235C5">
      <w:pPr>
        <w:pStyle w:val="TOC4"/>
        <w:rPr>
          <w:rFonts w:eastAsiaTheme="minorEastAsia"/>
          <w:snapToGrid/>
          <w:kern w:val="2"/>
          <w14:ligatures w14:val="standardContextual"/>
        </w:rPr>
      </w:pPr>
      <w:hyperlink w:anchor="_Toc160026664" w:history="1">
        <w:r w:rsidR="000716EE" w:rsidRPr="000716EE">
          <w:rPr>
            <w:rStyle w:val="Hyperlink"/>
            <w:bCs w:val="0"/>
            <w:sz w:val="20"/>
            <w:szCs w:val="20"/>
            <w:u w:val="none"/>
          </w:rPr>
          <w:t>3.10.9.1</w:t>
        </w:r>
        <w:r w:rsidR="000716EE" w:rsidRPr="000716EE">
          <w:rPr>
            <w:rFonts w:eastAsiaTheme="minorEastAsia"/>
            <w:snapToGrid/>
            <w:kern w:val="2"/>
            <w14:ligatures w14:val="standardContextual"/>
          </w:rPr>
          <w:tab/>
        </w:r>
        <w:r w:rsidR="000716EE" w:rsidRPr="000716EE">
          <w:rPr>
            <w:rStyle w:val="Hyperlink"/>
            <w:bCs w:val="0"/>
            <w:sz w:val="20"/>
            <w:szCs w:val="20"/>
            <w:u w:val="none"/>
          </w:rPr>
          <w:t>Considerations for State Estimator Requirements</w:t>
        </w:r>
        <w:r w:rsidR="000716EE" w:rsidRPr="000716EE">
          <w:rPr>
            <w:webHidden/>
          </w:rPr>
          <w:tab/>
        </w:r>
        <w:r w:rsidR="000716EE" w:rsidRPr="000716EE">
          <w:rPr>
            <w:webHidden/>
          </w:rPr>
          <w:fldChar w:fldCharType="begin"/>
        </w:r>
        <w:r w:rsidR="000716EE" w:rsidRPr="000716EE">
          <w:rPr>
            <w:webHidden/>
          </w:rPr>
          <w:instrText xml:space="preserve"> PAGEREF _Toc160026664 \h </w:instrText>
        </w:r>
        <w:r w:rsidR="000716EE" w:rsidRPr="000716EE">
          <w:rPr>
            <w:webHidden/>
          </w:rPr>
        </w:r>
        <w:r w:rsidR="000716EE" w:rsidRPr="000716EE">
          <w:rPr>
            <w:webHidden/>
          </w:rPr>
          <w:fldChar w:fldCharType="separate"/>
        </w:r>
        <w:r>
          <w:rPr>
            <w:webHidden/>
          </w:rPr>
          <w:t>3-199</w:t>
        </w:r>
        <w:r w:rsidR="000716EE" w:rsidRPr="000716EE">
          <w:rPr>
            <w:webHidden/>
          </w:rPr>
          <w:fldChar w:fldCharType="end"/>
        </w:r>
      </w:hyperlink>
    </w:p>
    <w:p w14:paraId="3F36CFB0" w14:textId="45E47923" w:rsidR="000716EE" w:rsidRPr="000716EE" w:rsidRDefault="00092E1C" w:rsidP="001235C5">
      <w:pPr>
        <w:pStyle w:val="TOC4"/>
        <w:rPr>
          <w:rFonts w:eastAsiaTheme="minorEastAsia"/>
          <w:snapToGrid/>
          <w:kern w:val="2"/>
          <w14:ligatures w14:val="standardContextual"/>
        </w:rPr>
      </w:pPr>
      <w:hyperlink w:anchor="_Toc160026665" w:history="1">
        <w:r w:rsidR="000716EE" w:rsidRPr="000716EE">
          <w:rPr>
            <w:rStyle w:val="Hyperlink"/>
            <w:bCs w:val="0"/>
            <w:sz w:val="20"/>
            <w:szCs w:val="20"/>
            <w:u w:val="none"/>
          </w:rPr>
          <w:t>3.10.9.2</w:t>
        </w:r>
        <w:r w:rsidR="000716EE" w:rsidRPr="000716EE">
          <w:rPr>
            <w:rFonts w:eastAsiaTheme="minorEastAsia"/>
            <w:snapToGrid/>
            <w:kern w:val="2"/>
            <w14:ligatures w14:val="standardContextual"/>
          </w:rPr>
          <w:tab/>
        </w:r>
        <w:r w:rsidR="000716EE" w:rsidRPr="000716EE">
          <w:rPr>
            <w:rStyle w:val="Hyperlink"/>
            <w:bCs w:val="0"/>
            <w:sz w:val="20"/>
            <w:szCs w:val="20"/>
            <w:u w:val="none"/>
          </w:rPr>
          <w:t>State Estimator Data</w:t>
        </w:r>
        <w:r w:rsidR="000716EE" w:rsidRPr="000716EE">
          <w:rPr>
            <w:webHidden/>
          </w:rPr>
          <w:tab/>
        </w:r>
        <w:r w:rsidR="000716EE" w:rsidRPr="000716EE">
          <w:rPr>
            <w:webHidden/>
          </w:rPr>
          <w:fldChar w:fldCharType="begin"/>
        </w:r>
        <w:r w:rsidR="000716EE" w:rsidRPr="000716EE">
          <w:rPr>
            <w:webHidden/>
          </w:rPr>
          <w:instrText xml:space="preserve"> PAGEREF _Toc160026665 \h </w:instrText>
        </w:r>
        <w:r w:rsidR="000716EE" w:rsidRPr="000716EE">
          <w:rPr>
            <w:webHidden/>
          </w:rPr>
        </w:r>
        <w:r w:rsidR="000716EE" w:rsidRPr="000716EE">
          <w:rPr>
            <w:webHidden/>
          </w:rPr>
          <w:fldChar w:fldCharType="separate"/>
        </w:r>
        <w:r>
          <w:rPr>
            <w:webHidden/>
          </w:rPr>
          <w:t>3-200</w:t>
        </w:r>
        <w:r w:rsidR="000716EE" w:rsidRPr="000716EE">
          <w:rPr>
            <w:webHidden/>
          </w:rPr>
          <w:fldChar w:fldCharType="end"/>
        </w:r>
      </w:hyperlink>
    </w:p>
    <w:p w14:paraId="34CA7B63" w14:textId="64479D8C" w:rsidR="000716EE" w:rsidRPr="000716EE" w:rsidRDefault="00092E1C" w:rsidP="001235C5">
      <w:pPr>
        <w:pStyle w:val="TOC4"/>
        <w:rPr>
          <w:rFonts w:eastAsiaTheme="minorEastAsia"/>
          <w:snapToGrid/>
          <w:kern w:val="2"/>
          <w14:ligatures w14:val="standardContextual"/>
        </w:rPr>
      </w:pPr>
      <w:hyperlink w:anchor="_Toc160026666" w:history="1">
        <w:r w:rsidR="000716EE" w:rsidRPr="000716EE">
          <w:rPr>
            <w:rStyle w:val="Hyperlink"/>
            <w:bCs w:val="0"/>
            <w:sz w:val="20"/>
            <w:szCs w:val="20"/>
            <w:u w:val="none"/>
          </w:rPr>
          <w:t>3.10.9.3</w:t>
        </w:r>
        <w:r w:rsidR="000716EE" w:rsidRPr="000716EE">
          <w:rPr>
            <w:rFonts w:eastAsiaTheme="minorEastAsia"/>
            <w:snapToGrid/>
            <w:kern w:val="2"/>
            <w14:ligatures w14:val="standardContextual"/>
          </w:rPr>
          <w:tab/>
        </w:r>
        <w:r w:rsidR="000716EE" w:rsidRPr="000716EE">
          <w:rPr>
            <w:rStyle w:val="Hyperlink"/>
            <w:bCs w:val="0"/>
            <w:sz w:val="20"/>
            <w:szCs w:val="20"/>
            <w:u w:val="none"/>
          </w:rPr>
          <w:t>Telemetry Status and Analog Measurements Data</w:t>
        </w:r>
        <w:r w:rsidR="000716EE" w:rsidRPr="000716EE">
          <w:rPr>
            <w:webHidden/>
          </w:rPr>
          <w:tab/>
        </w:r>
        <w:r w:rsidR="000716EE" w:rsidRPr="000716EE">
          <w:rPr>
            <w:webHidden/>
          </w:rPr>
          <w:fldChar w:fldCharType="begin"/>
        </w:r>
        <w:r w:rsidR="000716EE" w:rsidRPr="000716EE">
          <w:rPr>
            <w:webHidden/>
          </w:rPr>
          <w:instrText xml:space="preserve"> PAGEREF _Toc160026666 \h </w:instrText>
        </w:r>
        <w:r w:rsidR="000716EE" w:rsidRPr="000716EE">
          <w:rPr>
            <w:webHidden/>
          </w:rPr>
        </w:r>
        <w:r w:rsidR="000716EE" w:rsidRPr="000716EE">
          <w:rPr>
            <w:webHidden/>
          </w:rPr>
          <w:fldChar w:fldCharType="separate"/>
        </w:r>
        <w:r>
          <w:rPr>
            <w:webHidden/>
          </w:rPr>
          <w:t>3-201</w:t>
        </w:r>
        <w:r w:rsidR="000716EE" w:rsidRPr="000716EE">
          <w:rPr>
            <w:webHidden/>
          </w:rPr>
          <w:fldChar w:fldCharType="end"/>
        </w:r>
      </w:hyperlink>
    </w:p>
    <w:p w14:paraId="56EC66BF" w14:textId="553B07BF" w:rsidR="000716EE" w:rsidRPr="000716EE" w:rsidRDefault="00092E1C" w:rsidP="001235C5">
      <w:pPr>
        <w:pStyle w:val="TOC4"/>
        <w:rPr>
          <w:rFonts w:eastAsiaTheme="minorEastAsia"/>
          <w:snapToGrid/>
          <w:kern w:val="2"/>
          <w14:ligatures w14:val="standardContextual"/>
        </w:rPr>
      </w:pPr>
      <w:hyperlink w:anchor="_Toc160026667" w:history="1">
        <w:r w:rsidR="000716EE" w:rsidRPr="000716EE">
          <w:rPr>
            <w:rStyle w:val="Hyperlink"/>
            <w:bCs w:val="0"/>
            <w:sz w:val="20"/>
            <w:szCs w:val="20"/>
            <w:u w:val="none"/>
          </w:rPr>
          <w:t>3.10.9.4</w:t>
        </w:r>
        <w:r w:rsidR="000716EE" w:rsidRPr="000716EE">
          <w:rPr>
            <w:rFonts w:eastAsiaTheme="minorEastAsia"/>
            <w:snapToGrid/>
            <w:kern w:val="2"/>
            <w14:ligatures w14:val="standardContextual"/>
          </w:rPr>
          <w:tab/>
        </w:r>
        <w:r w:rsidR="000716EE" w:rsidRPr="000716EE">
          <w:rPr>
            <w:rStyle w:val="Hyperlink"/>
            <w:bCs w:val="0"/>
            <w:sz w:val="20"/>
            <w:szCs w:val="20"/>
            <w:u w:val="none"/>
          </w:rPr>
          <w:t>State Estimator Performance Requirements</w:t>
        </w:r>
        <w:r w:rsidR="000716EE" w:rsidRPr="000716EE">
          <w:rPr>
            <w:webHidden/>
          </w:rPr>
          <w:tab/>
        </w:r>
        <w:r w:rsidR="000716EE" w:rsidRPr="000716EE">
          <w:rPr>
            <w:webHidden/>
          </w:rPr>
          <w:fldChar w:fldCharType="begin"/>
        </w:r>
        <w:r w:rsidR="000716EE" w:rsidRPr="000716EE">
          <w:rPr>
            <w:webHidden/>
          </w:rPr>
          <w:instrText xml:space="preserve"> PAGEREF _Toc160026667 \h </w:instrText>
        </w:r>
        <w:r w:rsidR="000716EE" w:rsidRPr="000716EE">
          <w:rPr>
            <w:webHidden/>
          </w:rPr>
        </w:r>
        <w:r w:rsidR="000716EE" w:rsidRPr="000716EE">
          <w:rPr>
            <w:webHidden/>
          </w:rPr>
          <w:fldChar w:fldCharType="separate"/>
        </w:r>
        <w:r>
          <w:rPr>
            <w:webHidden/>
          </w:rPr>
          <w:t>3-201</w:t>
        </w:r>
        <w:r w:rsidR="000716EE" w:rsidRPr="000716EE">
          <w:rPr>
            <w:webHidden/>
          </w:rPr>
          <w:fldChar w:fldCharType="end"/>
        </w:r>
      </w:hyperlink>
    </w:p>
    <w:p w14:paraId="462E88CD" w14:textId="02BF5706" w:rsidR="000716EE" w:rsidRPr="000716EE" w:rsidRDefault="00092E1C" w:rsidP="001235C5">
      <w:pPr>
        <w:pStyle w:val="TOC4"/>
        <w:rPr>
          <w:rFonts w:eastAsiaTheme="minorEastAsia"/>
          <w:snapToGrid/>
          <w:kern w:val="2"/>
          <w14:ligatures w14:val="standardContextual"/>
        </w:rPr>
      </w:pPr>
      <w:hyperlink w:anchor="_Toc160026668" w:history="1">
        <w:r w:rsidR="000716EE" w:rsidRPr="000716EE">
          <w:rPr>
            <w:rStyle w:val="Hyperlink"/>
            <w:bCs w:val="0"/>
            <w:sz w:val="20"/>
            <w:szCs w:val="20"/>
            <w:u w:val="none"/>
          </w:rPr>
          <w:t>3.10.9.5</w:t>
        </w:r>
        <w:r w:rsidR="000716EE" w:rsidRPr="000716EE">
          <w:rPr>
            <w:rFonts w:eastAsiaTheme="minorEastAsia"/>
            <w:snapToGrid/>
            <w:kern w:val="2"/>
            <w14:ligatures w14:val="standardContextual"/>
          </w:rPr>
          <w:tab/>
        </w:r>
        <w:r w:rsidR="000716EE" w:rsidRPr="000716EE">
          <w:rPr>
            <w:rStyle w:val="Hyperlink"/>
            <w:bCs w:val="0"/>
            <w:sz w:val="20"/>
            <w:szCs w:val="20"/>
            <w:u w:val="none"/>
          </w:rPr>
          <w:t>ERCOT Directives</w:t>
        </w:r>
        <w:r w:rsidR="000716EE" w:rsidRPr="000716EE">
          <w:rPr>
            <w:webHidden/>
          </w:rPr>
          <w:tab/>
        </w:r>
        <w:r w:rsidR="000716EE" w:rsidRPr="000716EE">
          <w:rPr>
            <w:webHidden/>
          </w:rPr>
          <w:fldChar w:fldCharType="begin"/>
        </w:r>
        <w:r w:rsidR="000716EE" w:rsidRPr="000716EE">
          <w:rPr>
            <w:webHidden/>
          </w:rPr>
          <w:instrText xml:space="preserve"> PAGEREF _Toc160026668 \h </w:instrText>
        </w:r>
        <w:r w:rsidR="000716EE" w:rsidRPr="000716EE">
          <w:rPr>
            <w:webHidden/>
          </w:rPr>
        </w:r>
        <w:r w:rsidR="000716EE" w:rsidRPr="000716EE">
          <w:rPr>
            <w:webHidden/>
          </w:rPr>
          <w:fldChar w:fldCharType="separate"/>
        </w:r>
        <w:r>
          <w:rPr>
            <w:webHidden/>
          </w:rPr>
          <w:t>3-202</w:t>
        </w:r>
        <w:r w:rsidR="000716EE" w:rsidRPr="000716EE">
          <w:rPr>
            <w:webHidden/>
          </w:rPr>
          <w:fldChar w:fldCharType="end"/>
        </w:r>
      </w:hyperlink>
    </w:p>
    <w:p w14:paraId="0242EB08" w14:textId="391F9B9C" w:rsidR="000716EE" w:rsidRPr="000716EE" w:rsidRDefault="00092E1C" w:rsidP="001235C5">
      <w:pPr>
        <w:pStyle w:val="TOC4"/>
        <w:rPr>
          <w:rFonts w:eastAsiaTheme="minorEastAsia"/>
          <w:snapToGrid/>
          <w:kern w:val="2"/>
          <w14:ligatures w14:val="standardContextual"/>
        </w:rPr>
      </w:pPr>
      <w:hyperlink w:anchor="_Toc160026669" w:history="1">
        <w:r w:rsidR="000716EE" w:rsidRPr="000716EE">
          <w:rPr>
            <w:rStyle w:val="Hyperlink"/>
            <w:bCs w:val="0"/>
            <w:sz w:val="20"/>
            <w:szCs w:val="20"/>
            <w:u w:val="none"/>
          </w:rPr>
          <w:t>3.10.9.6</w:t>
        </w:r>
        <w:r w:rsidR="000716EE" w:rsidRPr="000716EE">
          <w:rPr>
            <w:rFonts w:eastAsiaTheme="minorEastAsia"/>
            <w:snapToGrid/>
            <w:kern w:val="2"/>
            <w14:ligatures w14:val="standardContextual"/>
          </w:rPr>
          <w:tab/>
        </w:r>
        <w:r w:rsidR="000716EE" w:rsidRPr="000716EE">
          <w:rPr>
            <w:rStyle w:val="Hyperlink"/>
            <w:bCs w:val="0"/>
            <w:sz w:val="20"/>
            <w:szCs w:val="20"/>
            <w:u w:val="none"/>
          </w:rPr>
          <w:t>Telemetry and State Estimator Performance Monitoring</w:t>
        </w:r>
        <w:r w:rsidR="000716EE" w:rsidRPr="000716EE">
          <w:rPr>
            <w:webHidden/>
          </w:rPr>
          <w:tab/>
        </w:r>
        <w:r w:rsidR="000716EE" w:rsidRPr="000716EE">
          <w:rPr>
            <w:webHidden/>
          </w:rPr>
          <w:fldChar w:fldCharType="begin"/>
        </w:r>
        <w:r w:rsidR="000716EE" w:rsidRPr="000716EE">
          <w:rPr>
            <w:webHidden/>
          </w:rPr>
          <w:instrText xml:space="preserve"> PAGEREF _Toc160026669 \h </w:instrText>
        </w:r>
        <w:r w:rsidR="000716EE" w:rsidRPr="000716EE">
          <w:rPr>
            <w:webHidden/>
          </w:rPr>
        </w:r>
        <w:r w:rsidR="000716EE" w:rsidRPr="000716EE">
          <w:rPr>
            <w:webHidden/>
          </w:rPr>
          <w:fldChar w:fldCharType="separate"/>
        </w:r>
        <w:r>
          <w:rPr>
            <w:webHidden/>
          </w:rPr>
          <w:t>3-202</w:t>
        </w:r>
        <w:r w:rsidR="000716EE" w:rsidRPr="000716EE">
          <w:rPr>
            <w:webHidden/>
          </w:rPr>
          <w:fldChar w:fldCharType="end"/>
        </w:r>
      </w:hyperlink>
    </w:p>
    <w:p w14:paraId="5C3F3B1E" w14:textId="6C46AED3" w:rsidR="000716EE" w:rsidRPr="000716EE" w:rsidRDefault="00092E1C">
      <w:pPr>
        <w:pStyle w:val="TOC2"/>
        <w:rPr>
          <w:rFonts w:eastAsiaTheme="minorEastAsia"/>
          <w:noProof/>
          <w:kern w:val="2"/>
          <w14:ligatures w14:val="standardContextual"/>
        </w:rPr>
      </w:pPr>
      <w:hyperlink w:anchor="_Toc160026670" w:history="1">
        <w:r w:rsidR="000716EE" w:rsidRPr="000716EE">
          <w:rPr>
            <w:rStyle w:val="Hyperlink"/>
            <w:noProof/>
            <w:u w:val="none"/>
          </w:rPr>
          <w:t>3.11</w:t>
        </w:r>
        <w:r w:rsidR="000716EE" w:rsidRPr="000716EE">
          <w:rPr>
            <w:rFonts w:eastAsiaTheme="minorEastAsia"/>
            <w:noProof/>
            <w:kern w:val="2"/>
            <w14:ligatures w14:val="standardContextual"/>
          </w:rPr>
          <w:tab/>
        </w:r>
        <w:r w:rsidR="000716EE" w:rsidRPr="000716EE">
          <w:rPr>
            <w:rStyle w:val="Hyperlink"/>
            <w:noProof/>
            <w:u w:val="none"/>
          </w:rPr>
          <w:t>Transmission Planning</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_Toc160026670 \h </w:instrText>
        </w:r>
        <w:r w:rsidR="000716EE" w:rsidRPr="000716EE">
          <w:rPr>
            <w:noProof/>
            <w:webHidden/>
          </w:rPr>
        </w:r>
        <w:r w:rsidR="000716EE" w:rsidRPr="000716EE">
          <w:rPr>
            <w:noProof/>
            <w:webHidden/>
          </w:rPr>
          <w:fldChar w:fldCharType="separate"/>
        </w:r>
        <w:r>
          <w:rPr>
            <w:noProof/>
            <w:webHidden/>
          </w:rPr>
          <w:t>3-203</w:t>
        </w:r>
        <w:r w:rsidR="000716EE" w:rsidRPr="000716EE">
          <w:rPr>
            <w:noProof/>
            <w:webHidden/>
          </w:rPr>
          <w:fldChar w:fldCharType="end"/>
        </w:r>
      </w:hyperlink>
    </w:p>
    <w:p w14:paraId="00CBC3FF" w14:textId="5E4F89F1" w:rsidR="000716EE" w:rsidRPr="000716EE" w:rsidRDefault="00092E1C">
      <w:pPr>
        <w:pStyle w:val="TOC3"/>
        <w:rPr>
          <w:rFonts w:eastAsiaTheme="minorEastAsia"/>
          <w:kern w:val="2"/>
          <w14:ligatures w14:val="standardContextual"/>
        </w:rPr>
      </w:pPr>
      <w:hyperlink w:anchor="_Toc160026671" w:history="1">
        <w:r w:rsidR="000716EE" w:rsidRPr="000716EE">
          <w:rPr>
            <w:rStyle w:val="Hyperlink"/>
            <w:u w:val="none"/>
          </w:rPr>
          <w:t>3.11.1</w:t>
        </w:r>
        <w:r w:rsidR="000716EE" w:rsidRPr="000716EE">
          <w:rPr>
            <w:rFonts w:eastAsiaTheme="minorEastAsia"/>
            <w:kern w:val="2"/>
            <w14:ligatures w14:val="standardContextual"/>
          </w:rPr>
          <w:tab/>
        </w:r>
        <w:r w:rsidR="000716EE" w:rsidRPr="000716EE">
          <w:rPr>
            <w:rStyle w:val="Hyperlink"/>
            <w:u w:val="none"/>
          </w:rPr>
          <w:t>Overview</w:t>
        </w:r>
        <w:r w:rsidR="000716EE" w:rsidRPr="000716EE">
          <w:rPr>
            <w:webHidden/>
          </w:rPr>
          <w:tab/>
        </w:r>
        <w:r w:rsidR="000716EE" w:rsidRPr="000716EE">
          <w:rPr>
            <w:webHidden/>
          </w:rPr>
          <w:fldChar w:fldCharType="begin"/>
        </w:r>
        <w:r w:rsidR="000716EE" w:rsidRPr="000716EE">
          <w:rPr>
            <w:webHidden/>
          </w:rPr>
          <w:instrText xml:space="preserve"> PAGEREF _Toc160026671 \h </w:instrText>
        </w:r>
        <w:r w:rsidR="000716EE" w:rsidRPr="000716EE">
          <w:rPr>
            <w:webHidden/>
          </w:rPr>
        </w:r>
        <w:r w:rsidR="000716EE" w:rsidRPr="000716EE">
          <w:rPr>
            <w:webHidden/>
          </w:rPr>
          <w:fldChar w:fldCharType="separate"/>
        </w:r>
        <w:r>
          <w:rPr>
            <w:webHidden/>
          </w:rPr>
          <w:t>3-203</w:t>
        </w:r>
        <w:r w:rsidR="000716EE" w:rsidRPr="000716EE">
          <w:rPr>
            <w:webHidden/>
          </w:rPr>
          <w:fldChar w:fldCharType="end"/>
        </w:r>
      </w:hyperlink>
    </w:p>
    <w:p w14:paraId="242ACCCE" w14:textId="5ED050ED" w:rsidR="000716EE" w:rsidRPr="000716EE" w:rsidRDefault="00092E1C">
      <w:pPr>
        <w:pStyle w:val="TOC3"/>
        <w:rPr>
          <w:rFonts w:eastAsiaTheme="minorEastAsia"/>
          <w:kern w:val="2"/>
          <w14:ligatures w14:val="standardContextual"/>
        </w:rPr>
      </w:pPr>
      <w:hyperlink w:anchor="_Toc160026672" w:history="1">
        <w:r w:rsidR="000716EE" w:rsidRPr="000716EE">
          <w:rPr>
            <w:rStyle w:val="Hyperlink"/>
            <w:u w:val="none"/>
          </w:rPr>
          <w:t>3.11.2</w:t>
        </w:r>
        <w:r w:rsidR="000716EE" w:rsidRPr="000716EE">
          <w:rPr>
            <w:rFonts w:eastAsiaTheme="minorEastAsia"/>
            <w:kern w:val="2"/>
            <w14:ligatures w14:val="standardContextual"/>
          </w:rPr>
          <w:tab/>
        </w:r>
        <w:r w:rsidR="000716EE" w:rsidRPr="000716EE">
          <w:rPr>
            <w:rStyle w:val="Hyperlink"/>
            <w:u w:val="none"/>
          </w:rPr>
          <w:t>Planning Criteria</w:t>
        </w:r>
        <w:r w:rsidR="000716EE" w:rsidRPr="000716EE">
          <w:rPr>
            <w:webHidden/>
          </w:rPr>
          <w:tab/>
        </w:r>
        <w:r w:rsidR="000716EE" w:rsidRPr="000716EE">
          <w:rPr>
            <w:webHidden/>
          </w:rPr>
          <w:fldChar w:fldCharType="begin"/>
        </w:r>
        <w:r w:rsidR="000716EE" w:rsidRPr="000716EE">
          <w:rPr>
            <w:webHidden/>
          </w:rPr>
          <w:instrText xml:space="preserve"> PAGEREF _Toc160026672 \h </w:instrText>
        </w:r>
        <w:r w:rsidR="000716EE" w:rsidRPr="000716EE">
          <w:rPr>
            <w:webHidden/>
          </w:rPr>
        </w:r>
        <w:r w:rsidR="000716EE" w:rsidRPr="000716EE">
          <w:rPr>
            <w:webHidden/>
          </w:rPr>
          <w:fldChar w:fldCharType="separate"/>
        </w:r>
        <w:r>
          <w:rPr>
            <w:webHidden/>
          </w:rPr>
          <w:t>3-203</w:t>
        </w:r>
        <w:r w:rsidR="000716EE" w:rsidRPr="000716EE">
          <w:rPr>
            <w:webHidden/>
          </w:rPr>
          <w:fldChar w:fldCharType="end"/>
        </w:r>
      </w:hyperlink>
    </w:p>
    <w:p w14:paraId="18FFB309" w14:textId="297D0249" w:rsidR="000716EE" w:rsidRPr="000716EE" w:rsidRDefault="00092E1C">
      <w:pPr>
        <w:pStyle w:val="TOC3"/>
        <w:rPr>
          <w:rFonts w:eastAsiaTheme="minorEastAsia"/>
          <w:kern w:val="2"/>
          <w14:ligatures w14:val="standardContextual"/>
        </w:rPr>
      </w:pPr>
      <w:hyperlink w:anchor="_Toc160026673" w:history="1">
        <w:r w:rsidR="000716EE" w:rsidRPr="000716EE">
          <w:rPr>
            <w:rStyle w:val="Hyperlink"/>
            <w:u w:val="none"/>
          </w:rPr>
          <w:t>3.11.3</w:t>
        </w:r>
        <w:r w:rsidR="000716EE" w:rsidRPr="000716EE">
          <w:rPr>
            <w:rFonts w:eastAsiaTheme="minorEastAsia"/>
            <w:kern w:val="2"/>
            <w14:ligatures w14:val="standardContextual"/>
          </w:rPr>
          <w:tab/>
        </w:r>
        <w:r w:rsidR="000716EE" w:rsidRPr="000716EE">
          <w:rPr>
            <w:rStyle w:val="Hyperlink"/>
            <w:u w:val="none"/>
          </w:rPr>
          <w:t>Regional Planning Group</w:t>
        </w:r>
        <w:r w:rsidR="000716EE" w:rsidRPr="000716EE">
          <w:rPr>
            <w:webHidden/>
          </w:rPr>
          <w:tab/>
        </w:r>
        <w:r w:rsidR="000716EE" w:rsidRPr="000716EE">
          <w:rPr>
            <w:webHidden/>
          </w:rPr>
          <w:fldChar w:fldCharType="begin"/>
        </w:r>
        <w:r w:rsidR="000716EE" w:rsidRPr="000716EE">
          <w:rPr>
            <w:webHidden/>
          </w:rPr>
          <w:instrText xml:space="preserve"> PAGEREF _Toc160026673 \h </w:instrText>
        </w:r>
        <w:r w:rsidR="000716EE" w:rsidRPr="000716EE">
          <w:rPr>
            <w:webHidden/>
          </w:rPr>
        </w:r>
        <w:r w:rsidR="000716EE" w:rsidRPr="000716EE">
          <w:rPr>
            <w:webHidden/>
          </w:rPr>
          <w:fldChar w:fldCharType="separate"/>
        </w:r>
        <w:r>
          <w:rPr>
            <w:webHidden/>
          </w:rPr>
          <w:t>3-205</w:t>
        </w:r>
        <w:r w:rsidR="000716EE" w:rsidRPr="000716EE">
          <w:rPr>
            <w:webHidden/>
          </w:rPr>
          <w:fldChar w:fldCharType="end"/>
        </w:r>
      </w:hyperlink>
    </w:p>
    <w:p w14:paraId="24842817" w14:textId="453E8F4C" w:rsidR="000716EE" w:rsidRPr="000716EE" w:rsidRDefault="00092E1C">
      <w:pPr>
        <w:pStyle w:val="TOC3"/>
        <w:rPr>
          <w:rFonts w:eastAsiaTheme="minorEastAsia"/>
          <w:kern w:val="2"/>
          <w14:ligatures w14:val="standardContextual"/>
        </w:rPr>
      </w:pPr>
      <w:hyperlink w:anchor="_Toc160026674" w:history="1">
        <w:r w:rsidR="000716EE" w:rsidRPr="000716EE">
          <w:rPr>
            <w:rStyle w:val="Hyperlink"/>
            <w:u w:val="none"/>
          </w:rPr>
          <w:t>3.11.4</w:t>
        </w:r>
        <w:r w:rsidR="000716EE" w:rsidRPr="000716EE">
          <w:rPr>
            <w:rFonts w:eastAsiaTheme="minorEastAsia"/>
            <w:kern w:val="2"/>
            <w14:ligatures w14:val="standardContextual"/>
          </w:rPr>
          <w:tab/>
        </w:r>
        <w:r w:rsidR="000716EE" w:rsidRPr="000716EE">
          <w:rPr>
            <w:rStyle w:val="Hyperlink"/>
            <w:u w:val="none"/>
          </w:rPr>
          <w:t>Regional Planning Group Project Review Process</w:t>
        </w:r>
        <w:r w:rsidR="000716EE" w:rsidRPr="000716EE">
          <w:rPr>
            <w:webHidden/>
          </w:rPr>
          <w:tab/>
        </w:r>
        <w:r w:rsidR="000716EE" w:rsidRPr="000716EE">
          <w:rPr>
            <w:webHidden/>
          </w:rPr>
          <w:fldChar w:fldCharType="begin"/>
        </w:r>
        <w:r w:rsidR="000716EE" w:rsidRPr="000716EE">
          <w:rPr>
            <w:webHidden/>
          </w:rPr>
          <w:instrText xml:space="preserve"> PAGEREF _Toc160026674 \h </w:instrText>
        </w:r>
        <w:r w:rsidR="000716EE" w:rsidRPr="000716EE">
          <w:rPr>
            <w:webHidden/>
          </w:rPr>
        </w:r>
        <w:r w:rsidR="000716EE" w:rsidRPr="000716EE">
          <w:rPr>
            <w:webHidden/>
          </w:rPr>
          <w:fldChar w:fldCharType="separate"/>
        </w:r>
        <w:r>
          <w:rPr>
            <w:webHidden/>
          </w:rPr>
          <w:t>3-205</w:t>
        </w:r>
        <w:r w:rsidR="000716EE" w:rsidRPr="000716EE">
          <w:rPr>
            <w:webHidden/>
          </w:rPr>
          <w:fldChar w:fldCharType="end"/>
        </w:r>
      </w:hyperlink>
    </w:p>
    <w:p w14:paraId="7D02C4F1" w14:textId="01AE3806" w:rsidR="000716EE" w:rsidRPr="000716EE" w:rsidRDefault="00092E1C" w:rsidP="001235C5">
      <w:pPr>
        <w:pStyle w:val="TOC4"/>
        <w:rPr>
          <w:rFonts w:eastAsiaTheme="minorEastAsia"/>
          <w:snapToGrid/>
          <w:kern w:val="2"/>
          <w14:ligatures w14:val="standardContextual"/>
        </w:rPr>
      </w:pPr>
      <w:hyperlink w:anchor="_Toc160026675" w:history="1">
        <w:r w:rsidR="000716EE" w:rsidRPr="000716EE">
          <w:rPr>
            <w:rStyle w:val="Hyperlink"/>
            <w:bCs w:val="0"/>
            <w:sz w:val="20"/>
            <w:szCs w:val="20"/>
            <w:u w:val="none"/>
          </w:rPr>
          <w:t>3.11.4.1</w:t>
        </w:r>
        <w:r w:rsidR="000716EE" w:rsidRPr="000716EE">
          <w:rPr>
            <w:rFonts w:eastAsiaTheme="minorEastAsia"/>
            <w:snapToGrid/>
            <w:kern w:val="2"/>
            <w14:ligatures w14:val="standardContextual"/>
          </w:rPr>
          <w:tab/>
        </w:r>
        <w:r w:rsidR="000716EE" w:rsidRPr="000716EE">
          <w:rPr>
            <w:rStyle w:val="Hyperlink"/>
            <w:bCs w:val="0"/>
            <w:sz w:val="20"/>
            <w:szCs w:val="20"/>
            <w:u w:val="none"/>
          </w:rPr>
          <w:t>Project Submission</w:t>
        </w:r>
        <w:r w:rsidR="000716EE" w:rsidRPr="000716EE">
          <w:rPr>
            <w:webHidden/>
          </w:rPr>
          <w:tab/>
        </w:r>
        <w:r w:rsidR="000716EE" w:rsidRPr="000716EE">
          <w:rPr>
            <w:webHidden/>
          </w:rPr>
          <w:fldChar w:fldCharType="begin"/>
        </w:r>
        <w:r w:rsidR="000716EE" w:rsidRPr="000716EE">
          <w:rPr>
            <w:webHidden/>
          </w:rPr>
          <w:instrText xml:space="preserve"> PAGEREF _Toc160026675 \h </w:instrText>
        </w:r>
        <w:r w:rsidR="000716EE" w:rsidRPr="000716EE">
          <w:rPr>
            <w:webHidden/>
          </w:rPr>
        </w:r>
        <w:r w:rsidR="000716EE" w:rsidRPr="000716EE">
          <w:rPr>
            <w:webHidden/>
          </w:rPr>
          <w:fldChar w:fldCharType="separate"/>
        </w:r>
        <w:r>
          <w:rPr>
            <w:webHidden/>
          </w:rPr>
          <w:t>3-205</w:t>
        </w:r>
        <w:r w:rsidR="000716EE" w:rsidRPr="000716EE">
          <w:rPr>
            <w:webHidden/>
          </w:rPr>
          <w:fldChar w:fldCharType="end"/>
        </w:r>
      </w:hyperlink>
    </w:p>
    <w:p w14:paraId="6E4A5E27" w14:textId="7DFF7383" w:rsidR="000716EE" w:rsidRPr="000716EE" w:rsidRDefault="00092E1C" w:rsidP="001235C5">
      <w:pPr>
        <w:pStyle w:val="TOC4"/>
        <w:rPr>
          <w:rFonts w:eastAsiaTheme="minorEastAsia"/>
          <w:snapToGrid/>
          <w:kern w:val="2"/>
          <w14:ligatures w14:val="standardContextual"/>
        </w:rPr>
      </w:pPr>
      <w:hyperlink w:anchor="_Toc160026676" w:history="1">
        <w:r w:rsidR="000716EE" w:rsidRPr="000716EE">
          <w:rPr>
            <w:rStyle w:val="Hyperlink"/>
            <w:bCs w:val="0"/>
            <w:sz w:val="20"/>
            <w:szCs w:val="20"/>
            <w:u w:val="none"/>
          </w:rPr>
          <w:t>3.11.4.2</w:t>
        </w:r>
        <w:r w:rsidR="000716EE" w:rsidRPr="000716EE">
          <w:rPr>
            <w:rFonts w:eastAsiaTheme="minorEastAsia"/>
            <w:snapToGrid/>
            <w:kern w:val="2"/>
            <w14:ligatures w14:val="standardContextual"/>
          </w:rPr>
          <w:tab/>
        </w:r>
        <w:r w:rsidR="000716EE" w:rsidRPr="000716EE">
          <w:rPr>
            <w:rStyle w:val="Hyperlink"/>
            <w:bCs w:val="0"/>
            <w:sz w:val="20"/>
            <w:szCs w:val="20"/>
            <w:u w:val="none"/>
          </w:rPr>
          <w:t>Project Comment Process</w:t>
        </w:r>
        <w:r w:rsidR="000716EE" w:rsidRPr="000716EE">
          <w:rPr>
            <w:webHidden/>
          </w:rPr>
          <w:tab/>
        </w:r>
        <w:r w:rsidR="000716EE" w:rsidRPr="000716EE">
          <w:rPr>
            <w:webHidden/>
          </w:rPr>
          <w:fldChar w:fldCharType="begin"/>
        </w:r>
        <w:r w:rsidR="000716EE" w:rsidRPr="000716EE">
          <w:rPr>
            <w:webHidden/>
          </w:rPr>
          <w:instrText xml:space="preserve"> PAGEREF _Toc160026676 \h </w:instrText>
        </w:r>
        <w:r w:rsidR="000716EE" w:rsidRPr="000716EE">
          <w:rPr>
            <w:webHidden/>
          </w:rPr>
        </w:r>
        <w:r w:rsidR="000716EE" w:rsidRPr="000716EE">
          <w:rPr>
            <w:webHidden/>
          </w:rPr>
          <w:fldChar w:fldCharType="separate"/>
        </w:r>
        <w:r>
          <w:rPr>
            <w:webHidden/>
          </w:rPr>
          <w:t>3-205</w:t>
        </w:r>
        <w:r w:rsidR="000716EE" w:rsidRPr="000716EE">
          <w:rPr>
            <w:webHidden/>
          </w:rPr>
          <w:fldChar w:fldCharType="end"/>
        </w:r>
      </w:hyperlink>
    </w:p>
    <w:p w14:paraId="360AE57F" w14:textId="3ACD1F8C" w:rsidR="000716EE" w:rsidRPr="000716EE" w:rsidRDefault="00092E1C" w:rsidP="001235C5">
      <w:pPr>
        <w:pStyle w:val="TOC4"/>
        <w:rPr>
          <w:rFonts w:eastAsiaTheme="minorEastAsia"/>
          <w:snapToGrid/>
          <w:kern w:val="2"/>
          <w14:ligatures w14:val="standardContextual"/>
        </w:rPr>
      </w:pPr>
      <w:hyperlink w:anchor="_Toc160026677" w:history="1">
        <w:r w:rsidR="000716EE" w:rsidRPr="000716EE">
          <w:rPr>
            <w:rStyle w:val="Hyperlink"/>
            <w:bCs w:val="0"/>
            <w:sz w:val="20"/>
            <w:szCs w:val="20"/>
            <w:u w:val="none"/>
          </w:rPr>
          <w:t>3.11.4.3</w:t>
        </w:r>
        <w:r w:rsidR="000716EE" w:rsidRPr="000716EE">
          <w:rPr>
            <w:rFonts w:eastAsiaTheme="minorEastAsia"/>
            <w:snapToGrid/>
            <w:kern w:val="2"/>
            <w14:ligatures w14:val="standardContextual"/>
          </w:rPr>
          <w:tab/>
        </w:r>
        <w:r w:rsidR="000716EE" w:rsidRPr="000716EE">
          <w:rPr>
            <w:rStyle w:val="Hyperlink"/>
            <w:bCs w:val="0"/>
            <w:sz w:val="20"/>
            <w:szCs w:val="20"/>
            <w:u w:val="none"/>
          </w:rPr>
          <w:t>Categorization of Proposed Transmission Projects</w:t>
        </w:r>
        <w:r w:rsidR="000716EE" w:rsidRPr="000716EE">
          <w:rPr>
            <w:webHidden/>
          </w:rPr>
          <w:tab/>
        </w:r>
        <w:r w:rsidR="000716EE" w:rsidRPr="000716EE">
          <w:rPr>
            <w:webHidden/>
          </w:rPr>
          <w:fldChar w:fldCharType="begin"/>
        </w:r>
        <w:r w:rsidR="000716EE" w:rsidRPr="000716EE">
          <w:rPr>
            <w:webHidden/>
          </w:rPr>
          <w:instrText xml:space="preserve"> PAGEREF _Toc160026677 \h </w:instrText>
        </w:r>
        <w:r w:rsidR="000716EE" w:rsidRPr="000716EE">
          <w:rPr>
            <w:webHidden/>
          </w:rPr>
        </w:r>
        <w:r w:rsidR="000716EE" w:rsidRPr="000716EE">
          <w:rPr>
            <w:webHidden/>
          </w:rPr>
          <w:fldChar w:fldCharType="separate"/>
        </w:r>
        <w:r>
          <w:rPr>
            <w:webHidden/>
          </w:rPr>
          <w:t>3-206</w:t>
        </w:r>
        <w:r w:rsidR="000716EE" w:rsidRPr="000716EE">
          <w:rPr>
            <w:webHidden/>
          </w:rPr>
          <w:fldChar w:fldCharType="end"/>
        </w:r>
      </w:hyperlink>
    </w:p>
    <w:p w14:paraId="5B12FF31" w14:textId="25E40E23" w:rsidR="000716EE" w:rsidRPr="000716EE" w:rsidRDefault="00092E1C" w:rsidP="001235C5">
      <w:pPr>
        <w:pStyle w:val="TOC4"/>
        <w:rPr>
          <w:rFonts w:eastAsiaTheme="minorEastAsia"/>
          <w:snapToGrid/>
          <w:kern w:val="2"/>
          <w14:ligatures w14:val="standardContextual"/>
        </w:rPr>
      </w:pPr>
      <w:hyperlink w:anchor="_Toc160026678" w:history="1">
        <w:r w:rsidR="000716EE" w:rsidRPr="000716EE">
          <w:rPr>
            <w:rStyle w:val="Hyperlink"/>
            <w:bCs w:val="0"/>
            <w:sz w:val="20"/>
            <w:szCs w:val="20"/>
            <w:u w:val="none"/>
          </w:rPr>
          <w:t>3.11.4.4</w:t>
        </w:r>
        <w:r w:rsidR="000716EE" w:rsidRPr="000716EE">
          <w:rPr>
            <w:rFonts w:eastAsiaTheme="minorEastAsia"/>
            <w:snapToGrid/>
            <w:kern w:val="2"/>
            <w14:ligatures w14:val="standardContextual"/>
          </w:rPr>
          <w:tab/>
        </w:r>
        <w:r w:rsidR="000716EE" w:rsidRPr="000716EE">
          <w:rPr>
            <w:rStyle w:val="Hyperlink"/>
            <w:bCs w:val="0"/>
            <w:sz w:val="20"/>
            <w:szCs w:val="20"/>
            <w:u w:val="none"/>
          </w:rPr>
          <w:t>Processing of Tier 4 Projects</w:t>
        </w:r>
        <w:r w:rsidR="000716EE" w:rsidRPr="000716EE">
          <w:rPr>
            <w:webHidden/>
          </w:rPr>
          <w:tab/>
        </w:r>
        <w:r w:rsidR="000716EE" w:rsidRPr="000716EE">
          <w:rPr>
            <w:webHidden/>
          </w:rPr>
          <w:fldChar w:fldCharType="begin"/>
        </w:r>
        <w:r w:rsidR="000716EE" w:rsidRPr="000716EE">
          <w:rPr>
            <w:webHidden/>
          </w:rPr>
          <w:instrText xml:space="preserve"> PAGEREF _Toc160026678 \h </w:instrText>
        </w:r>
        <w:r w:rsidR="000716EE" w:rsidRPr="000716EE">
          <w:rPr>
            <w:webHidden/>
          </w:rPr>
        </w:r>
        <w:r w:rsidR="000716EE" w:rsidRPr="000716EE">
          <w:rPr>
            <w:webHidden/>
          </w:rPr>
          <w:fldChar w:fldCharType="separate"/>
        </w:r>
        <w:r>
          <w:rPr>
            <w:webHidden/>
          </w:rPr>
          <w:t>3-207</w:t>
        </w:r>
        <w:r w:rsidR="000716EE" w:rsidRPr="000716EE">
          <w:rPr>
            <w:webHidden/>
          </w:rPr>
          <w:fldChar w:fldCharType="end"/>
        </w:r>
      </w:hyperlink>
    </w:p>
    <w:p w14:paraId="02D4F4A3" w14:textId="106581A1" w:rsidR="000716EE" w:rsidRPr="000716EE" w:rsidRDefault="00092E1C" w:rsidP="001235C5">
      <w:pPr>
        <w:pStyle w:val="TOC4"/>
        <w:rPr>
          <w:rFonts w:eastAsiaTheme="minorEastAsia"/>
          <w:snapToGrid/>
          <w:kern w:val="2"/>
          <w14:ligatures w14:val="standardContextual"/>
        </w:rPr>
      </w:pPr>
      <w:hyperlink w:anchor="_Toc160026679" w:history="1">
        <w:r w:rsidR="000716EE" w:rsidRPr="000716EE">
          <w:rPr>
            <w:rStyle w:val="Hyperlink"/>
            <w:bCs w:val="0"/>
            <w:sz w:val="20"/>
            <w:szCs w:val="20"/>
            <w:u w:val="none"/>
          </w:rPr>
          <w:t>3.11.4.5</w:t>
        </w:r>
        <w:r w:rsidR="000716EE" w:rsidRPr="000716EE">
          <w:rPr>
            <w:rFonts w:eastAsiaTheme="minorEastAsia"/>
            <w:snapToGrid/>
            <w:kern w:val="2"/>
            <w14:ligatures w14:val="standardContextual"/>
          </w:rPr>
          <w:tab/>
        </w:r>
        <w:r w:rsidR="000716EE" w:rsidRPr="000716EE">
          <w:rPr>
            <w:rStyle w:val="Hyperlink"/>
            <w:bCs w:val="0"/>
            <w:sz w:val="20"/>
            <w:szCs w:val="20"/>
            <w:u w:val="none"/>
          </w:rPr>
          <w:t>Processing of Tier 3 Projects</w:t>
        </w:r>
        <w:r w:rsidR="000716EE" w:rsidRPr="000716EE">
          <w:rPr>
            <w:webHidden/>
          </w:rPr>
          <w:tab/>
        </w:r>
        <w:r w:rsidR="000716EE" w:rsidRPr="000716EE">
          <w:rPr>
            <w:webHidden/>
          </w:rPr>
          <w:fldChar w:fldCharType="begin"/>
        </w:r>
        <w:r w:rsidR="000716EE" w:rsidRPr="000716EE">
          <w:rPr>
            <w:webHidden/>
          </w:rPr>
          <w:instrText xml:space="preserve"> PAGEREF _Toc160026679 \h </w:instrText>
        </w:r>
        <w:r w:rsidR="000716EE" w:rsidRPr="000716EE">
          <w:rPr>
            <w:webHidden/>
          </w:rPr>
        </w:r>
        <w:r w:rsidR="000716EE" w:rsidRPr="000716EE">
          <w:rPr>
            <w:webHidden/>
          </w:rPr>
          <w:fldChar w:fldCharType="separate"/>
        </w:r>
        <w:r>
          <w:rPr>
            <w:webHidden/>
          </w:rPr>
          <w:t>3-207</w:t>
        </w:r>
        <w:r w:rsidR="000716EE" w:rsidRPr="000716EE">
          <w:rPr>
            <w:webHidden/>
          </w:rPr>
          <w:fldChar w:fldCharType="end"/>
        </w:r>
      </w:hyperlink>
    </w:p>
    <w:p w14:paraId="3EB9D207" w14:textId="006ADBA8" w:rsidR="000716EE" w:rsidRPr="000716EE" w:rsidRDefault="00092E1C" w:rsidP="001235C5">
      <w:pPr>
        <w:pStyle w:val="TOC4"/>
        <w:rPr>
          <w:rFonts w:eastAsiaTheme="minorEastAsia"/>
          <w:snapToGrid/>
          <w:kern w:val="2"/>
          <w14:ligatures w14:val="standardContextual"/>
        </w:rPr>
      </w:pPr>
      <w:hyperlink w:anchor="_Toc160026680" w:history="1">
        <w:r w:rsidR="000716EE" w:rsidRPr="000716EE">
          <w:rPr>
            <w:rStyle w:val="Hyperlink"/>
            <w:bCs w:val="0"/>
            <w:sz w:val="20"/>
            <w:szCs w:val="20"/>
            <w:u w:val="none"/>
          </w:rPr>
          <w:t>3.11.4.6</w:t>
        </w:r>
        <w:r w:rsidR="000716EE" w:rsidRPr="000716EE">
          <w:rPr>
            <w:rFonts w:eastAsiaTheme="minorEastAsia"/>
            <w:snapToGrid/>
            <w:kern w:val="2"/>
            <w14:ligatures w14:val="standardContextual"/>
          </w:rPr>
          <w:tab/>
        </w:r>
        <w:r w:rsidR="000716EE" w:rsidRPr="000716EE">
          <w:rPr>
            <w:rStyle w:val="Hyperlink"/>
            <w:bCs w:val="0"/>
            <w:sz w:val="20"/>
            <w:szCs w:val="20"/>
            <w:u w:val="none"/>
          </w:rPr>
          <w:t>Processing of Tier 2 Projects</w:t>
        </w:r>
        <w:r w:rsidR="000716EE" w:rsidRPr="000716EE">
          <w:rPr>
            <w:webHidden/>
          </w:rPr>
          <w:tab/>
        </w:r>
        <w:r w:rsidR="000716EE" w:rsidRPr="000716EE">
          <w:rPr>
            <w:webHidden/>
          </w:rPr>
          <w:fldChar w:fldCharType="begin"/>
        </w:r>
        <w:r w:rsidR="000716EE" w:rsidRPr="000716EE">
          <w:rPr>
            <w:webHidden/>
          </w:rPr>
          <w:instrText xml:space="preserve"> PAGEREF _Toc160026680 \h </w:instrText>
        </w:r>
        <w:r w:rsidR="000716EE" w:rsidRPr="000716EE">
          <w:rPr>
            <w:webHidden/>
          </w:rPr>
        </w:r>
        <w:r w:rsidR="000716EE" w:rsidRPr="000716EE">
          <w:rPr>
            <w:webHidden/>
          </w:rPr>
          <w:fldChar w:fldCharType="separate"/>
        </w:r>
        <w:r>
          <w:rPr>
            <w:webHidden/>
          </w:rPr>
          <w:t>3-208</w:t>
        </w:r>
        <w:r w:rsidR="000716EE" w:rsidRPr="000716EE">
          <w:rPr>
            <w:webHidden/>
          </w:rPr>
          <w:fldChar w:fldCharType="end"/>
        </w:r>
      </w:hyperlink>
    </w:p>
    <w:p w14:paraId="79BB34F4" w14:textId="121FB141" w:rsidR="000716EE" w:rsidRPr="000716EE" w:rsidRDefault="00092E1C" w:rsidP="001235C5">
      <w:pPr>
        <w:pStyle w:val="TOC4"/>
        <w:rPr>
          <w:rFonts w:eastAsiaTheme="minorEastAsia"/>
          <w:snapToGrid/>
          <w:kern w:val="2"/>
          <w14:ligatures w14:val="standardContextual"/>
        </w:rPr>
      </w:pPr>
      <w:hyperlink w:anchor="_Toc160026681" w:history="1">
        <w:r w:rsidR="000716EE" w:rsidRPr="000716EE">
          <w:rPr>
            <w:rStyle w:val="Hyperlink"/>
            <w:bCs w:val="0"/>
            <w:sz w:val="20"/>
            <w:szCs w:val="20"/>
            <w:u w:val="none"/>
          </w:rPr>
          <w:t>3.11.4.7</w:t>
        </w:r>
        <w:r w:rsidR="000716EE" w:rsidRPr="000716EE">
          <w:rPr>
            <w:rFonts w:eastAsiaTheme="minorEastAsia"/>
            <w:snapToGrid/>
            <w:kern w:val="2"/>
            <w14:ligatures w14:val="standardContextual"/>
          </w:rPr>
          <w:tab/>
        </w:r>
        <w:r w:rsidR="000716EE" w:rsidRPr="000716EE">
          <w:rPr>
            <w:rStyle w:val="Hyperlink"/>
            <w:bCs w:val="0"/>
            <w:sz w:val="20"/>
            <w:szCs w:val="20"/>
            <w:u w:val="none"/>
          </w:rPr>
          <w:t>Processing of Tier 1 Projects</w:t>
        </w:r>
        <w:r w:rsidR="000716EE" w:rsidRPr="000716EE">
          <w:rPr>
            <w:webHidden/>
          </w:rPr>
          <w:tab/>
        </w:r>
        <w:r w:rsidR="000716EE" w:rsidRPr="000716EE">
          <w:rPr>
            <w:webHidden/>
          </w:rPr>
          <w:fldChar w:fldCharType="begin"/>
        </w:r>
        <w:r w:rsidR="000716EE" w:rsidRPr="000716EE">
          <w:rPr>
            <w:webHidden/>
          </w:rPr>
          <w:instrText xml:space="preserve"> PAGEREF _Toc160026681 \h </w:instrText>
        </w:r>
        <w:r w:rsidR="000716EE" w:rsidRPr="000716EE">
          <w:rPr>
            <w:webHidden/>
          </w:rPr>
        </w:r>
        <w:r w:rsidR="000716EE" w:rsidRPr="000716EE">
          <w:rPr>
            <w:webHidden/>
          </w:rPr>
          <w:fldChar w:fldCharType="separate"/>
        </w:r>
        <w:r>
          <w:rPr>
            <w:webHidden/>
          </w:rPr>
          <w:t>3-208</w:t>
        </w:r>
        <w:r w:rsidR="000716EE" w:rsidRPr="000716EE">
          <w:rPr>
            <w:webHidden/>
          </w:rPr>
          <w:fldChar w:fldCharType="end"/>
        </w:r>
      </w:hyperlink>
    </w:p>
    <w:p w14:paraId="1DEB6064" w14:textId="1C3ED9C2" w:rsidR="000716EE" w:rsidRPr="000716EE" w:rsidRDefault="00092E1C" w:rsidP="001235C5">
      <w:pPr>
        <w:pStyle w:val="TOC4"/>
        <w:rPr>
          <w:rFonts w:eastAsiaTheme="minorEastAsia"/>
          <w:snapToGrid/>
          <w:kern w:val="2"/>
          <w14:ligatures w14:val="standardContextual"/>
        </w:rPr>
      </w:pPr>
      <w:hyperlink w:anchor="_Toc160026682" w:history="1">
        <w:r w:rsidR="000716EE" w:rsidRPr="000716EE">
          <w:rPr>
            <w:rStyle w:val="Hyperlink"/>
            <w:bCs w:val="0"/>
            <w:sz w:val="20"/>
            <w:szCs w:val="20"/>
            <w:u w:val="none"/>
          </w:rPr>
          <w:t>3.11.4.8</w:t>
        </w:r>
        <w:r w:rsidR="000716EE" w:rsidRPr="000716EE">
          <w:rPr>
            <w:rFonts w:eastAsiaTheme="minorEastAsia"/>
            <w:snapToGrid/>
            <w:kern w:val="2"/>
            <w14:ligatures w14:val="standardContextual"/>
          </w:rPr>
          <w:tab/>
        </w:r>
        <w:r w:rsidR="000716EE" w:rsidRPr="000716EE">
          <w:rPr>
            <w:rStyle w:val="Hyperlink"/>
            <w:bCs w:val="0"/>
            <w:sz w:val="20"/>
            <w:szCs w:val="20"/>
            <w:u w:val="none"/>
          </w:rPr>
          <w:t>Determine Designated Providers of Transmission Additions</w:t>
        </w:r>
        <w:r w:rsidR="000716EE" w:rsidRPr="000716EE">
          <w:rPr>
            <w:webHidden/>
          </w:rPr>
          <w:tab/>
        </w:r>
        <w:r w:rsidR="000716EE" w:rsidRPr="000716EE">
          <w:rPr>
            <w:webHidden/>
          </w:rPr>
          <w:fldChar w:fldCharType="begin"/>
        </w:r>
        <w:r w:rsidR="000716EE" w:rsidRPr="000716EE">
          <w:rPr>
            <w:webHidden/>
          </w:rPr>
          <w:instrText xml:space="preserve"> PAGEREF _Toc160026682 \h </w:instrText>
        </w:r>
        <w:r w:rsidR="000716EE" w:rsidRPr="000716EE">
          <w:rPr>
            <w:webHidden/>
          </w:rPr>
        </w:r>
        <w:r w:rsidR="000716EE" w:rsidRPr="000716EE">
          <w:rPr>
            <w:webHidden/>
          </w:rPr>
          <w:fldChar w:fldCharType="separate"/>
        </w:r>
        <w:r>
          <w:rPr>
            <w:webHidden/>
          </w:rPr>
          <w:t>3-209</w:t>
        </w:r>
        <w:r w:rsidR="000716EE" w:rsidRPr="000716EE">
          <w:rPr>
            <w:webHidden/>
          </w:rPr>
          <w:fldChar w:fldCharType="end"/>
        </w:r>
      </w:hyperlink>
    </w:p>
    <w:p w14:paraId="69DD9798" w14:textId="008AE008" w:rsidR="000716EE" w:rsidRPr="000716EE" w:rsidRDefault="00092E1C" w:rsidP="001235C5">
      <w:pPr>
        <w:pStyle w:val="TOC4"/>
        <w:rPr>
          <w:rFonts w:eastAsiaTheme="minorEastAsia"/>
          <w:snapToGrid/>
          <w:kern w:val="2"/>
          <w14:ligatures w14:val="standardContextual"/>
        </w:rPr>
      </w:pPr>
      <w:hyperlink w:anchor="_Toc160026683" w:history="1">
        <w:r w:rsidR="000716EE" w:rsidRPr="000716EE">
          <w:rPr>
            <w:rStyle w:val="Hyperlink"/>
            <w:bCs w:val="0"/>
            <w:sz w:val="20"/>
            <w:szCs w:val="20"/>
            <w:u w:val="none"/>
          </w:rPr>
          <w:t>3.11.4.9</w:t>
        </w:r>
        <w:r w:rsidR="000716EE" w:rsidRPr="000716EE">
          <w:rPr>
            <w:rFonts w:eastAsiaTheme="minorEastAsia"/>
            <w:snapToGrid/>
            <w:kern w:val="2"/>
            <w14:ligatures w14:val="standardContextual"/>
          </w:rPr>
          <w:tab/>
        </w:r>
        <w:r w:rsidR="000716EE" w:rsidRPr="000716EE">
          <w:rPr>
            <w:rStyle w:val="Hyperlink"/>
            <w:bCs w:val="0"/>
            <w:sz w:val="20"/>
            <w:szCs w:val="20"/>
            <w:u w:val="none"/>
          </w:rPr>
          <w:t>Regional Planning Group Acceptance and ERCOT Endorsement</w:t>
        </w:r>
        <w:r w:rsidR="000716EE" w:rsidRPr="000716EE">
          <w:rPr>
            <w:webHidden/>
          </w:rPr>
          <w:tab/>
        </w:r>
        <w:r w:rsidR="000716EE" w:rsidRPr="000716EE">
          <w:rPr>
            <w:webHidden/>
          </w:rPr>
          <w:fldChar w:fldCharType="begin"/>
        </w:r>
        <w:r w:rsidR="000716EE" w:rsidRPr="000716EE">
          <w:rPr>
            <w:webHidden/>
          </w:rPr>
          <w:instrText xml:space="preserve"> PAGEREF _Toc160026683 \h </w:instrText>
        </w:r>
        <w:r w:rsidR="000716EE" w:rsidRPr="000716EE">
          <w:rPr>
            <w:webHidden/>
          </w:rPr>
        </w:r>
        <w:r w:rsidR="000716EE" w:rsidRPr="000716EE">
          <w:rPr>
            <w:webHidden/>
          </w:rPr>
          <w:fldChar w:fldCharType="separate"/>
        </w:r>
        <w:r>
          <w:rPr>
            <w:webHidden/>
          </w:rPr>
          <w:t>3-209</w:t>
        </w:r>
        <w:r w:rsidR="000716EE" w:rsidRPr="000716EE">
          <w:rPr>
            <w:webHidden/>
          </w:rPr>
          <w:fldChar w:fldCharType="end"/>
        </w:r>
      </w:hyperlink>
    </w:p>
    <w:p w14:paraId="750D960E" w14:textId="138A0164" w:rsidR="000716EE" w:rsidRPr="000716EE" w:rsidRDefault="00092E1C" w:rsidP="001235C5">
      <w:pPr>
        <w:pStyle w:val="TOC4"/>
        <w:rPr>
          <w:rFonts w:eastAsiaTheme="minorEastAsia"/>
          <w:snapToGrid/>
          <w:kern w:val="2"/>
          <w14:ligatures w14:val="standardContextual"/>
        </w:rPr>
      </w:pPr>
      <w:hyperlink w:anchor="_Toc160026684" w:history="1">
        <w:r w:rsidR="000716EE" w:rsidRPr="000716EE">
          <w:rPr>
            <w:rStyle w:val="Hyperlink"/>
            <w:bCs w:val="0"/>
            <w:sz w:val="20"/>
            <w:szCs w:val="20"/>
            <w:u w:val="none"/>
          </w:rPr>
          <w:t>3.11.4.10</w:t>
        </w:r>
        <w:r w:rsidR="000716EE" w:rsidRPr="000716EE">
          <w:rPr>
            <w:rFonts w:eastAsiaTheme="minorEastAsia"/>
            <w:snapToGrid/>
            <w:kern w:val="2"/>
            <w14:ligatures w14:val="standardContextual"/>
          </w:rPr>
          <w:tab/>
        </w:r>
        <w:r w:rsidR="000716EE" w:rsidRPr="000716EE">
          <w:rPr>
            <w:rStyle w:val="Hyperlink"/>
            <w:bCs w:val="0"/>
            <w:sz w:val="20"/>
            <w:szCs w:val="20"/>
            <w:u w:val="none"/>
          </w:rPr>
          <w:t>Modifications to ERCOT Endorsed Projects</w:t>
        </w:r>
        <w:r w:rsidR="000716EE" w:rsidRPr="000716EE">
          <w:rPr>
            <w:webHidden/>
          </w:rPr>
          <w:tab/>
        </w:r>
        <w:r w:rsidR="000716EE" w:rsidRPr="000716EE">
          <w:rPr>
            <w:webHidden/>
          </w:rPr>
          <w:fldChar w:fldCharType="begin"/>
        </w:r>
        <w:r w:rsidR="000716EE" w:rsidRPr="000716EE">
          <w:rPr>
            <w:webHidden/>
          </w:rPr>
          <w:instrText xml:space="preserve"> PAGEREF _Toc160026684 \h </w:instrText>
        </w:r>
        <w:r w:rsidR="000716EE" w:rsidRPr="000716EE">
          <w:rPr>
            <w:webHidden/>
          </w:rPr>
        </w:r>
        <w:r w:rsidR="000716EE" w:rsidRPr="000716EE">
          <w:rPr>
            <w:webHidden/>
          </w:rPr>
          <w:fldChar w:fldCharType="separate"/>
        </w:r>
        <w:r>
          <w:rPr>
            <w:webHidden/>
          </w:rPr>
          <w:t>3-210</w:t>
        </w:r>
        <w:r w:rsidR="000716EE" w:rsidRPr="000716EE">
          <w:rPr>
            <w:webHidden/>
          </w:rPr>
          <w:fldChar w:fldCharType="end"/>
        </w:r>
      </w:hyperlink>
    </w:p>
    <w:p w14:paraId="2542903F" w14:textId="543826BD" w:rsidR="000716EE" w:rsidRPr="000716EE" w:rsidRDefault="00092E1C" w:rsidP="001235C5">
      <w:pPr>
        <w:pStyle w:val="TOC4"/>
        <w:rPr>
          <w:rFonts w:eastAsiaTheme="minorEastAsia"/>
          <w:snapToGrid/>
          <w:kern w:val="2"/>
          <w14:ligatures w14:val="standardContextual"/>
        </w:rPr>
      </w:pPr>
      <w:hyperlink w:anchor="_Toc160026685" w:history="1">
        <w:r w:rsidR="000716EE" w:rsidRPr="000716EE">
          <w:rPr>
            <w:rStyle w:val="Hyperlink"/>
            <w:bCs w:val="0"/>
            <w:sz w:val="20"/>
            <w:szCs w:val="20"/>
            <w:u w:val="none"/>
          </w:rPr>
          <w:t>3.11.4.11</w:t>
        </w:r>
        <w:r w:rsidR="000716EE" w:rsidRPr="000716EE">
          <w:rPr>
            <w:rFonts w:eastAsiaTheme="minorEastAsia"/>
            <w:snapToGrid/>
            <w:kern w:val="2"/>
            <w14:ligatures w14:val="standardContextual"/>
          </w:rPr>
          <w:tab/>
        </w:r>
        <w:r w:rsidR="000716EE" w:rsidRPr="000716EE">
          <w:rPr>
            <w:rStyle w:val="Hyperlink"/>
            <w:bCs w:val="0"/>
            <w:sz w:val="20"/>
            <w:szCs w:val="20"/>
            <w:u w:val="none"/>
          </w:rPr>
          <w:t>Customer or Resource Entity Funded Transmission Projects</w:t>
        </w:r>
        <w:r w:rsidR="000716EE" w:rsidRPr="000716EE">
          <w:rPr>
            <w:webHidden/>
          </w:rPr>
          <w:tab/>
        </w:r>
        <w:r w:rsidR="000716EE" w:rsidRPr="000716EE">
          <w:rPr>
            <w:webHidden/>
          </w:rPr>
          <w:fldChar w:fldCharType="begin"/>
        </w:r>
        <w:r w:rsidR="000716EE" w:rsidRPr="000716EE">
          <w:rPr>
            <w:webHidden/>
          </w:rPr>
          <w:instrText xml:space="preserve"> PAGEREF _Toc160026685 \h </w:instrText>
        </w:r>
        <w:r w:rsidR="000716EE" w:rsidRPr="000716EE">
          <w:rPr>
            <w:webHidden/>
          </w:rPr>
        </w:r>
        <w:r w:rsidR="000716EE" w:rsidRPr="000716EE">
          <w:rPr>
            <w:webHidden/>
          </w:rPr>
          <w:fldChar w:fldCharType="separate"/>
        </w:r>
        <w:r>
          <w:rPr>
            <w:webHidden/>
          </w:rPr>
          <w:t>3-210</w:t>
        </w:r>
        <w:r w:rsidR="000716EE" w:rsidRPr="000716EE">
          <w:rPr>
            <w:webHidden/>
          </w:rPr>
          <w:fldChar w:fldCharType="end"/>
        </w:r>
      </w:hyperlink>
    </w:p>
    <w:p w14:paraId="05A48FCA" w14:textId="63CA3939" w:rsidR="000716EE" w:rsidRPr="000716EE" w:rsidRDefault="00092E1C">
      <w:pPr>
        <w:pStyle w:val="TOC3"/>
        <w:rPr>
          <w:rFonts w:eastAsiaTheme="minorEastAsia"/>
          <w:kern w:val="2"/>
          <w14:ligatures w14:val="standardContextual"/>
        </w:rPr>
      </w:pPr>
      <w:hyperlink w:anchor="_Toc160026686" w:history="1">
        <w:r w:rsidR="000716EE" w:rsidRPr="000716EE">
          <w:rPr>
            <w:rStyle w:val="Hyperlink"/>
            <w:u w:val="none"/>
          </w:rPr>
          <w:t>3.11.5</w:t>
        </w:r>
        <w:r w:rsidR="000716EE" w:rsidRPr="000716EE">
          <w:rPr>
            <w:rFonts w:eastAsiaTheme="minorEastAsia"/>
            <w:kern w:val="2"/>
            <w14:ligatures w14:val="standardContextual"/>
          </w:rPr>
          <w:tab/>
        </w:r>
        <w:r w:rsidR="000716EE" w:rsidRPr="000716EE">
          <w:rPr>
            <w:rStyle w:val="Hyperlink"/>
            <w:u w:val="none"/>
          </w:rPr>
          <w:t>Transmission Service Provider and Distribution Service Provider Access to Interval Data</w:t>
        </w:r>
        <w:r w:rsidR="000716EE" w:rsidRPr="000716EE">
          <w:rPr>
            <w:webHidden/>
          </w:rPr>
          <w:tab/>
        </w:r>
        <w:r w:rsidR="000716EE" w:rsidRPr="000716EE">
          <w:rPr>
            <w:webHidden/>
          </w:rPr>
          <w:fldChar w:fldCharType="begin"/>
        </w:r>
        <w:r w:rsidR="000716EE" w:rsidRPr="000716EE">
          <w:rPr>
            <w:webHidden/>
          </w:rPr>
          <w:instrText xml:space="preserve"> PAGEREF _Toc160026686 \h </w:instrText>
        </w:r>
        <w:r w:rsidR="000716EE" w:rsidRPr="000716EE">
          <w:rPr>
            <w:webHidden/>
          </w:rPr>
        </w:r>
        <w:r w:rsidR="000716EE" w:rsidRPr="000716EE">
          <w:rPr>
            <w:webHidden/>
          </w:rPr>
          <w:fldChar w:fldCharType="separate"/>
        </w:r>
        <w:r>
          <w:rPr>
            <w:webHidden/>
          </w:rPr>
          <w:t>3-211</w:t>
        </w:r>
        <w:r w:rsidR="000716EE" w:rsidRPr="000716EE">
          <w:rPr>
            <w:webHidden/>
          </w:rPr>
          <w:fldChar w:fldCharType="end"/>
        </w:r>
      </w:hyperlink>
    </w:p>
    <w:p w14:paraId="152CF620" w14:textId="4B79EFA6" w:rsidR="000716EE" w:rsidRPr="000716EE" w:rsidRDefault="00092E1C">
      <w:pPr>
        <w:pStyle w:val="TOC3"/>
        <w:rPr>
          <w:rFonts w:eastAsiaTheme="minorEastAsia"/>
          <w:kern w:val="2"/>
          <w14:ligatures w14:val="standardContextual"/>
        </w:rPr>
      </w:pPr>
      <w:hyperlink w:anchor="_Toc160026687" w:history="1">
        <w:r w:rsidR="000716EE" w:rsidRPr="000716EE">
          <w:rPr>
            <w:rStyle w:val="Hyperlink"/>
            <w:u w:val="none"/>
          </w:rPr>
          <w:t>3.11.6</w:t>
        </w:r>
        <w:r w:rsidR="000716EE" w:rsidRPr="000716EE">
          <w:rPr>
            <w:rFonts w:eastAsiaTheme="minorEastAsia"/>
            <w:kern w:val="2"/>
            <w14:ligatures w14:val="standardContextual"/>
          </w:rPr>
          <w:tab/>
        </w:r>
        <w:r w:rsidR="000716EE" w:rsidRPr="000716EE">
          <w:rPr>
            <w:rStyle w:val="Hyperlink"/>
            <w:u w:val="none"/>
          </w:rPr>
          <w:t>Generation Interconnection Process</w:t>
        </w:r>
        <w:r w:rsidR="000716EE" w:rsidRPr="000716EE">
          <w:rPr>
            <w:webHidden/>
          </w:rPr>
          <w:tab/>
        </w:r>
        <w:r w:rsidR="000716EE" w:rsidRPr="000716EE">
          <w:rPr>
            <w:webHidden/>
          </w:rPr>
          <w:fldChar w:fldCharType="begin"/>
        </w:r>
        <w:r w:rsidR="000716EE" w:rsidRPr="000716EE">
          <w:rPr>
            <w:webHidden/>
          </w:rPr>
          <w:instrText xml:space="preserve"> PAGEREF _Toc160026687 \h </w:instrText>
        </w:r>
        <w:r w:rsidR="000716EE" w:rsidRPr="000716EE">
          <w:rPr>
            <w:webHidden/>
          </w:rPr>
        </w:r>
        <w:r w:rsidR="000716EE" w:rsidRPr="000716EE">
          <w:rPr>
            <w:webHidden/>
          </w:rPr>
          <w:fldChar w:fldCharType="separate"/>
        </w:r>
        <w:r>
          <w:rPr>
            <w:webHidden/>
          </w:rPr>
          <w:t>3-211</w:t>
        </w:r>
        <w:r w:rsidR="000716EE" w:rsidRPr="000716EE">
          <w:rPr>
            <w:webHidden/>
          </w:rPr>
          <w:fldChar w:fldCharType="end"/>
        </w:r>
      </w:hyperlink>
    </w:p>
    <w:p w14:paraId="78EAF6DF" w14:textId="37CAC00D" w:rsidR="000716EE" w:rsidRPr="000716EE" w:rsidRDefault="00092E1C">
      <w:pPr>
        <w:pStyle w:val="TOC2"/>
        <w:rPr>
          <w:rFonts w:eastAsiaTheme="minorEastAsia"/>
          <w:noProof/>
          <w:kern w:val="2"/>
          <w14:ligatures w14:val="standardContextual"/>
        </w:rPr>
      </w:pPr>
      <w:hyperlink w:anchor="_Toc160026688" w:history="1">
        <w:r w:rsidR="000716EE" w:rsidRPr="000716EE">
          <w:rPr>
            <w:rStyle w:val="Hyperlink"/>
            <w:noProof/>
            <w:u w:val="none"/>
          </w:rPr>
          <w:t>3.12</w:t>
        </w:r>
        <w:r w:rsidR="000716EE" w:rsidRPr="000716EE">
          <w:rPr>
            <w:rFonts w:eastAsiaTheme="minorEastAsia"/>
            <w:noProof/>
            <w:kern w:val="2"/>
            <w14:ligatures w14:val="standardContextual"/>
          </w:rPr>
          <w:tab/>
        </w:r>
        <w:r w:rsidR="000716EE" w:rsidRPr="000716EE">
          <w:rPr>
            <w:rStyle w:val="Hyperlink"/>
            <w:noProof/>
            <w:u w:val="none"/>
          </w:rPr>
          <w:t>Load Forecasting</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_Toc160026688 \h </w:instrText>
        </w:r>
        <w:r w:rsidR="000716EE" w:rsidRPr="000716EE">
          <w:rPr>
            <w:noProof/>
            <w:webHidden/>
          </w:rPr>
        </w:r>
        <w:r w:rsidR="000716EE" w:rsidRPr="000716EE">
          <w:rPr>
            <w:noProof/>
            <w:webHidden/>
          </w:rPr>
          <w:fldChar w:fldCharType="separate"/>
        </w:r>
        <w:r>
          <w:rPr>
            <w:noProof/>
            <w:webHidden/>
          </w:rPr>
          <w:t>3-212</w:t>
        </w:r>
        <w:r w:rsidR="000716EE" w:rsidRPr="000716EE">
          <w:rPr>
            <w:noProof/>
            <w:webHidden/>
          </w:rPr>
          <w:fldChar w:fldCharType="end"/>
        </w:r>
      </w:hyperlink>
    </w:p>
    <w:p w14:paraId="690DD3A0" w14:textId="08B99C72" w:rsidR="000716EE" w:rsidRPr="000716EE" w:rsidRDefault="00092E1C">
      <w:pPr>
        <w:pStyle w:val="TOC3"/>
        <w:rPr>
          <w:rFonts w:eastAsiaTheme="minorEastAsia"/>
          <w:kern w:val="2"/>
          <w14:ligatures w14:val="standardContextual"/>
        </w:rPr>
      </w:pPr>
      <w:hyperlink w:anchor="_Toc160026689" w:history="1">
        <w:r w:rsidR="000716EE" w:rsidRPr="000716EE">
          <w:rPr>
            <w:rStyle w:val="Hyperlink"/>
            <w:u w:val="none"/>
          </w:rPr>
          <w:t>3.12.1</w:t>
        </w:r>
        <w:r w:rsidR="000716EE" w:rsidRPr="000716EE">
          <w:rPr>
            <w:rFonts w:eastAsiaTheme="minorEastAsia"/>
            <w:kern w:val="2"/>
            <w14:ligatures w14:val="standardContextual"/>
          </w:rPr>
          <w:tab/>
        </w:r>
        <w:r w:rsidR="000716EE" w:rsidRPr="000716EE">
          <w:rPr>
            <w:rStyle w:val="Hyperlink"/>
            <w:u w:val="none"/>
          </w:rPr>
          <w:t>Seven-Day Load Forecast</w:t>
        </w:r>
        <w:r w:rsidR="000716EE" w:rsidRPr="000716EE">
          <w:rPr>
            <w:webHidden/>
          </w:rPr>
          <w:tab/>
        </w:r>
        <w:r w:rsidR="000716EE" w:rsidRPr="000716EE">
          <w:rPr>
            <w:webHidden/>
          </w:rPr>
          <w:fldChar w:fldCharType="begin"/>
        </w:r>
        <w:r w:rsidR="000716EE" w:rsidRPr="000716EE">
          <w:rPr>
            <w:webHidden/>
          </w:rPr>
          <w:instrText xml:space="preserve"> PAGEREF _Toc160026689 \h </w:instrText>
        </w:r>
        <w:r w:rsidR="000716EE" w:rsidRPr="000716EE">
          <w:rPr>
            <w:webHidden/>
          </w:rPr>
        </w:r>
        <w:r w:rsidR="000716EE" w:rsidRPr="000716EE">
          <w:rPr>
            <w:webHidden/>
          </w:rPr>
          <w:fldChar w:fldCharType="separate"/>
        </w:r>
        <w:r>
          <w:rPr>
            <w:webHidden/>
          </w:rPr>
          <w:t>3-213</w:t>
        </w:r>
        <w:r w:rsidR="000716EE" w:rsidRPr="000716EE">
          <w:rPr>
            <w:webHidden/>
          </w:rPr>
          <w:fldChar w:fldCharType="end"/>
        </w:r>
      </w:hyperlink>
    </w:p>
    <w:p w14:paraId="527CA2D3" w14:textId="58FF86DB" w:rsidR="000716EE" w:rsidRPr="000716EE" w:rsidRDefault="00092E1C">
      <w:pPr>
        <w:pStyle w:val="TOC3"/>
        <w:rPr>
          <w:rFonts w:eastAsiaTheme="minorEastAsia"/>
          <w:kern w:val="2"/>
          <w14:ligatures w14:val="standardContextual"/>
        </w:rPr>
      </w:pPr>
      <w:hyperlink w:anchor="_Toc160026690" w:history="1">
        <w:r w:rsidR="000716EE" w:rsidRPr="000716EE">
          <w:rPr>
            <w:rStyle w:val="Hyperlink"/>
            <w:u w:val="none"/>
          </w:rPr>
          <w:t>3.12.2</w:t>
        </w:r>
        <w:r w:rsidR="000716EE" w:rsidRPr="000716EE">
          <w:rPr>
            <w:rFonts w:eastAsiaTheme="minorEastAsia"/>
            <w:kern w:val="2"/>
            <w14:ligatures w14:val="standardContextual"/>
          </w:rPr>
          <w:tab/>
        </w:r>
        <w:r w:rsidR="000716EE" w:rsidRPr="000716EE">
          <w:rPr>
            <w:rStyle w:val="Hyperlink"/>
            <w:u w:val="none"/>
          </w:rPr>
          <w:t>Study Areas</w:t>
        </w:r>
        <w:r w:rsidR="000716EE" w:rsidRPr="000716EE">
          <w:rPr>
            <w:webHidden/>
          </w:rPr>
          <w:tab/>
        </w:r>
        <w:r w:rsidR="000716EE" w:rsidRPr="000716EE">
          <w:rPr>
            <w:webHidden/>
          </w:rPr>
          <w:fldChar w:fldCharType="begin"/>
        </w:r>
        <w:r w:rsidR="000716EE" w:rsidRPr="000716EE">
          <w:rPr>
            <w:webHidden/>
          </w:rPr>
          <w:instrText xml:space="preserve"> PAGEREF _Toc160026690 \h </w:instrText>
        </w:r>
        <w:r w:rsidR="000716EE" w:rsidRPr="000716EE">
          <w:rPr>
            <w:webHidden/>
          </w:rPr>
        </w:r>
        <w:r w:rsidR="000716EE" w:rsidRPr="000716EE">
          <w:rPr>
            <w:webHidden/>
          </w:rPr>
          <w:fldChar w:fldCharType="separate"/>
        </w:r>
        <w:r>
          <w:rPr>
            <w:webHidden/>
          </w:rPr>
          <w:t>3-214</w:t>
        </w:r>
        <w:r w:rsidR="000716EE" w:rsidRPr="000716EE">
          <w:rPr>
            <w:webHidden/>
          </w:rPr>
          <w:fldChar w:fldCharType="end"/>
        </w:r>
      </w:hyperlink>
    </w:p>
    <w:p w14:paraId="127F629B" w14:textId="55E9DB2E" w:rsidR="000716EE" w:rsidRPr="000716EE" w:rsidRDefault="00092E1C">
      <w:pPr>
        <w:pStyle w:val="TOC3"/>
        <w:rPr>
          <w:rFonts w:eastAsiaTheme="minorEastAsia"/>
          <w:kern w:val="2"/>
          <w14:ligatures w14:val="standardContextual"/>
        </w:rPr>
      </w:pPr>
      <w:hyperlink w:anchor="_Toc160026691" w:history="1">
        <w:r w:rsidR="000716EE" w:rsidRPr="000716EE">
          <w:rPr>
            <w:rStyle w:val="Hyperlink"/>
            <w:u w:val="none"/>
          </w:rPr>
          <w:t>3.12.3</w:t>
        </w:r>
        <w:r w:rsidR="000716EE" w:rsidRPr="000716EE">
          <w:rPr>
            <w:rFonts w:eastAsiaTheme="minorEastAsia"/>
            <w:kern w:val="2"/>
            <w14:ligatures w14:val="standardContextual"/>
          </w:rPr>
          <w:tab/>
        </w:r>
        <w:r w:rsidR="000716EE" w:rsidRPr="000716EE">
          <w:rPr>
            <w:rStyle w:val="Hyperlink"/>
            <w:u w:val="none"/>
          </w:rPr>
          <w:t>Seven-Day Study Area Load Forecast</w:t>
        </w:r>
        <w:r w:rsidR="000716EE" w:rsidRPr="000716EE">
          <w:rPr>
            <w:webHidden/>
          </w:rPr>
          <w:tab/>
        </w:r>
        <w:r w:rsidR="000716EE" w:rsidRPr="000716EE">
          <w:rPr>
            <w:webHidden/>
          </w:rPr>
          <w:fldChar w:fldCharType="begin"/>
        </w:r>
        <w:r w:rsidR="000716EE" w:rsidRPr="000716EE">
          <w:rPr>
            <w:webHidden/>
          </w:rPr>
          <w:instrText xml:space="preserve"> PAGEREF _Toc160026691 \h </w:instrText>
        </w:r>
        <w:r w:rsidR="000716EE" w:rsidRPr="000716EE">
          <w:rPr>
            <w:webHidden/>
          </w:rPr>
        </w:r>
        <w:r w:rsidR="000716EE" w:rsidRPr="000716EE">
          <w:rPr>
            <w:webHidden/>
          </w:rPr>
          <w:fldChar w:fldCharType="separate"/>
        </w:r>
        <w:r>
          <w:rPr>
            <w:webHidden/>
          </w:rPr>
          <w:t>3-214</w:t>
        </w:r>
        <w:r w:rsidR="000716EE" w:rsidRPr="000716EE">
          <w:rPr>
            <w:webHidden/>
          </w:rPr>
          <w:fldChar w:fldCharType="end"/>
        </w:r>
      </w:hyperlink>
    </w:p>
    <w:p w14:paraId="3BF681A4" w14:textId="14AFA69F" w:rsidR="000716EE" w:rsidRPr="000716EE" w:rsidRDefault="00092E1C">
      <w:pPr>
        <w:pStyle w:val="TOC2"/>
        <w:rPr>
          <w:rFonts w:eastAsiaTheme="minorEastAsia"/>
          <w:noProof/>
          <w:kern w:val="2"/>
          <w14:ligatures w14:val="standardContextual"/>
        </w:rPr>
      </w:pPr>
      <w:hyperlink w:anchor="_Toc160026692" w:history="1">
        <w:r w:rsidR="000716EE" w:rsidRPr="000716EE">
          <w:rPr>
            <w:rStyle w:val="Hyperlink"/>
            <w:noProof/>
            <w:u w:val="none"/>
          </w:rPr>
          <w:t>3.13</w:t>
        </w:r>
        <w:r w:rsidR="000716EE" w:rsidRPr="000716EE">
          <w:rPr>
            <w:rFonts w:eastAsiaTheme="minorEastAsia"/>
            <w:noProof/>
            <w:kern w:val="2"/>
            <w14:ligatures w14:val="standardContextual"/>
          </w:rPr>
          <w:tab/>
        </w:r>
        <w:r w:rsidR="000716EE" w:rsidRPr="000716EE">
          <w:rPr>
            <w:rStyle w:val="Hyperlink"/>
            <w:noProof/>
            <w:u w:val="none"/>
          </w:rPr>
          <w:t>Renewable Production Potential Forecasts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_Toc160026692 \h </w:instrText>
        </w:r>
        <w:r w:rsidR="000716EE" w:rsidRPr="000716EE">
          <w:rPr>
            <w:noProof/>
            <w:webHidden/>
          </w:rPr>
        </w:r>
        <w:r w:rsidR="000716EE" w:rsidRPr="000716EE">
          <w:rPr>
            <w:noProof/>
            <w:webHidden/>
          </w:rPr>
          <w:fldChar w:fldCharType="separate"/>
        </w:r>
        <w:r>
          <w:rPr>
            <w:noProof/>
            <w:webHidden/>
          </w:rPr>
          <w:t>3-214</w:t>
        </w:r>
        <w:r w:rsidR="000716EE" w:rsidRPr="000716EE">
          <w:rPr>
            <w:noProof/>
            <w:webHidden/>
          </w:rPr>
          <w:fldChar w:fldCharType="end"/>
        </w:r>
      </w:hyperlink>
    </w:p>
    <w:p w14:paraId="7AD8464B" w14:textId="7CD1CCFA" w:rsidR="000716EE" w:rsidRPr="000716EE" w:rsidRDefault="00092E1C">
      <w:pPr>
        <w:pStyle w:val="TOC2"/>
        <w:rPr>
          <w:rFonts w:eastAsiaTheme="minorEastAsia"/>
          <w:noProof/>
          <w:kern w:val="2"/>
          <w14:ligatures w14:val="standardContextual"/>
        </w:rPr>
      </w:pPr>
      <w:hyperlink w:anchor="_Toc160026693" w:history="1">
        <w:r w:rsidR="000716EE" w:rsidRPr="000716EE">
          <w:rPr>
            <w:rStyle w:val="Hyperlink"/>
            <w:noProof/>
            <w:u w:val="none"/>
          </w:rPr>
          <w:t>3.14</w:t>
        </w:r>
        <w:r w:rsidR="000716EE" w:rsidRPr="000716EE">
          <w:rPr>
            <w:rFonts w:eastAsiaTheme="minorEastAsia"/>
            <w:noProof/>
            <w:kern w:val="2"/>
            <w14:ligatures w14:val="standardContextual"/>
          </w:rPr>
          <w:tab/>
        </w:r>
        <w:r w:rsidR="000716EE" w:rsidRPr="000716EE">
          <w:rPr>
            <w:rStyle w:val="Hyperlink"/>
            <w:noProof/>
            <w:u w:val="none"/>
          </w:rPr>
          <w:t>Contracts for Reliability Resources and Emergency Response Service Resources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_Toc160026693 \h </w:instrText>
        </w:r>
        <w:r w:rsidR="000716EE" w:rsidRPr="000716EE">
          <w:rPr>
            <w:noProof/>
            <w:webHidden/>
          </w:rPr>
        </w:r>
        <w:r w:rsidR="000716EE" w:rsidRPr="000716EE">
          <w:rPr>
            <w:noProof/>
            <w:webHidden/>
          </w:rPr>
          <w:fldChar w:fldCharType="separate"/>
        </w:r>
        <w:r>
          <w:rPr>
            <w:noProof/>
            <w:webHidden/>
          </w:rPr>
          <w:t>3-215</w:t>
        </w:r>
        <w:r w:rsidR="000716EE" w:rsidRPr="000716EE">
          <w:rPr>
            <w:noProof/>
            <w:webHidden/>
          </w:rPr>
          <w:fldChar w:fldCharType="end"/>
        </w:r>
      </w:hyperlink>
    </w:p>
    <w:p w14:paraId="560DA3A8" w14:textId="6BBA349B" w:rsidR="000716EE" w:rsidRPr="000716EE" w:rsidRDefault="00092E1C">
      <w:pPr>
        <w:pStyle w:val="TOC3"/>
        <w:rPr>
          <w:rFonts w:eastAsiaTheme="minorEastAsia"/>
          <w:kern w:val="2"/>
          <w14:ligatures w14:val="standardContextual"/>
        </w:rPr>
      </w:pPr>
      <w:hyperlink w:anchor="_Toc160026694" w:history="1">
        <w:r w:rsidR="000716EE" w:rsidRPr="000716EE">
          <w:rPr>
            <w:rStyle w:val="Hyperlink"/>
            <w:u w:val="none"/>
          </w:rPr>
          <w:t>3.14.1</w:t>
        </w:r>
        <w:r w:rsidR="000716EE" w:rsidRPr="000716EE">
          <w:rPr>
            <w:rFonts w:eastAsiaTheme="minorEastAsia"/>
            <w:kern w:val="2"/>
            <w14:ligatures w14:val="standardContextual"/>
          </w:rPr>
          <w:tab/>
        </w:r>
        <w:r w:rsidR="000716EE" w:rsidRPr="000716EE">
          <w:rPr>
            <w:rStyle w:val="Hyperlink"/>
            <w:u w:val="none"/>
          </w:rPr>
          <w:t>Reliability Must Run</w:t>
        </w:r>
        <w:r w:rsidR="000716EE" w:rsidRPr="000716EE">
          <w:rPr>
            <w:webHidden/>
          </w:rPr>
          <w:tab/>
        </w:r>
        <w:r w:rsidR="000716EE" w:rsidRPr="000716EE">
          <w:rPr>
            <w:webHidden/>
          </w:rPr>
          <w:fldChar w:fldCharType="begin"/>
        </w:r>
        <w:r w:rsidR="000716EE" w:rsidRPr="000716EE">
          <w:rPr>
            <w:webHidden/>
          </w:rPr>
          <w:instrText xml:space="preserve"> PAGEREF _Toc160026694 \h </w:instrText>
        </w:r>
        <w:r w:rsidR="000716EE" w:rsidRPr="000716EE">
          <w:rPr>
            <w:webHidden/>
          </w:rPr>
        </w:r>
        <w:r w:rsidR="000716EE" w:rsidRPr="000716EE">
          <w:rPr>
            <w:webHidden/>
          </w:rPr>
          <w:fldChar w:fldCharType="separate"/>
        </w:r>
        <w:r>
          <w:rPr>
            <w:webHidden/>
          </w:rPr>
          <w:t>3-216</w:t>
        </w:r>
        <w:r w:rsidR="000716EE" w:rsidRPr="000716EE">
          <w:rPr>
            <w:webHidden/>
          </w:rPr>
          <w:fldChar w:fldCharType="end"/>
        </w:r>
      </w:hyperlink>
    </w:p>
    <w:p w14:paraId="644C39F9" w14:textId="0BF4D70E" w:rsidR="000716EE" w:rsidRPr="000716EE" w:rsidRDefault="00092E1C" w:rsidP="001235C5">
      <w:pPr>
        <w:pStyle w:val="TOC4"/>
        <w:rPr>
          <w:rFonts w:eastAsiaTheme="minorEastAsia"/>
          <w:snapToGrid/>
          <w:kern w:val="2"/>
          <w14:ligatures w14:val="standardContextual"/>
        </w:rPr>
      </w:pPr>
      <w:hyperlink w:anchor="_Toc160026695" w:history="1">
        <w:r w:rsidR="000716EE" w:rsidRPr="000716EE">
          <w:rPr>
            <w:rStyle w:val="Hyperlink"/>
            <w:bCs w:val="0"/>
            <w:sz w:val="20"/>
            <w:szCs w:val="20"/>
            <w:u w:val="none"/>
          </w:rPr>
          <w:t>3.14.1.1</w:t>
        </w:r>
        <w:r w:rsidR="000716EE" w:rsidRPr="000716EE">
          <w:rPr>
            <w:rFonts w:eastAsiaTheme="minorEastAsia"/>
            <w:snapToGrid/>
            <w:kern w:val="2"/>
            <w14:ligatures w14:val="standardContextual"/>
          </w:rPr>
          <w:tab/>
        </w:r>
        <w:r w:rsidR="000716EE" w:rsidRPr="000716EE">
          <w:rPr>
            <w:rStyle w:val="Hyperlink"/>
            <w:bCs w:val="0"/>
            <w:sz w:val="20"/>
            <w:szCs w:val="20"/>
            <w:u w:val="none"/>
          </w:rPr>
          <w:t>Notification of Suspension of Operations</w:t>
        </w:r>
        <w:r w:rsidR="000716EE" w:rsidRPr="000716EE">
          <w:rPr>
            <w:webHidden/>
          </w:rPr>
          <w:tab/>
        </w:r>
        <w:r w:rsidR="000716EE" w:rsidRPr="000716EE">
          <w:rPr>
            <w:webHidden/>
          </w:rPr>
          <w:fldChar w:fldCharType="begin"/>
        </w:r>
        <w:r w:rsidR="000716EE" w:rsidRPr="000716EE">
          <w:rPr>
            <w:webHidden/>
          </w:rPr>
          <w:instrText xml:space="preserve"> PAGEREF _Toc160026695 \h </w:instrText>
        </w:r>
        <w:r w:rsidR="000716EE" w:rsidRPr="000716EE">
          <w:rPr>
            <w:webHidden/>
          </w:rPr>
        </w:r>
        <w:r w:rsidR="000716EE" w:rsidRPr="000716EE">
          <w:rPr>
            <w:webHidden/>
          </w:rPr>
          <w:fldChar w:fldCharType="separate"/>
        </w:r>
        <w:r>
          <w:rPr>
            <w:webHidden/>
          </w:rPr>
          <w:t>3-218</w:t>
        </w:r>
        <w:r w:rsidR="000716EE" w:rsidRPr="000716EE">
          <w:rPr>
            <w:webHidden/>
          </w:rPr>
          <w:fldChar w:fldCharType="end"/>
        </w:r>
      </w:hyperlink>
    </w:p>
    <w:p w14:paraId="5B58EC68" w14:textId="463D7E39" w:rsidR="000716EE" w:rsidRPr="000716EE" w:rsidRDefault="00092E1C" w:rsidP="001235C5">
      <w:pPr>
        <w:pStyle w:val="TOC4"/>
        <w:rPr>
          <w:rFonts w:eastAsiaTheme="minorEastAsia"/>
          <w:snapToGrid/>
          <w:kern w:val="2"/>
          <w14:ligatures w14:val="standardContextual"/>
        </w:rPr>
      </w:pPr>
      <w:hyperlink w:anchor="_Toc160026696" w:history="1">
        <w:r w:rsidR="000716EE" w:rsidRPr="000716EE">
          <w:rPr>
            <w:rStyle w:val="Hyperlink"/>
            <w:bCs w:val="0"/>
            <w:sz w:val="20"/>
            <w:szCs w:val="20"/>
            <w:u w:val="none"/>
          </w:rPr>
          <w:t>3.14.1.2</w:t>
        </w:r>
        <w:r w:rsidR="000716EE" w:rsidRPr="000716EE">
          <w:rPr>
            <w:rFonts w:eastAsiaTheme="minorEastAsia"/>
            <w:snapToGrid/>
            <w:kern w:val="2"/>
            <w14:ligatures w14:val="standardContextual"/>
          </w:rPr>
          <w:tab/>
        </w:r>
        <w:r w:rsidR="000716EE" w:rsidRPr="000716EE">
          <w:rPr>
            <w:rStyle w:val="Hyperlink"/>
            <w:bCs w:val="0"/>
            <w:sz w:val="20"/>
            <w:szCs w:val="20"/>
            <w:u w:val="none"/>
          </w:rPr>
          <w:t>ERCOT Evaluation Process</w:t>
        </w:r>
        <w:r w:rsidR="000716EE" w:rsidRPr="000716EE">
          <w:rPr>
            <w:webHidden/>
          </w:rPr>
          <w:tab/>
        </w:r>
        <w:r w:rsidR="000716EE" w:rsidRPr="000716EE">
          <w:rPr>
            <w:webHidden/>
          </w:rPr>
          <w:fldChar w:fldCharType="begin"/>
        </w:r>
        <w:r w:rsidR="000716EE" w:rsidRPr="000716EE">
          <w:rPr>
            <w:webHidden/>
          </w:rPr>
          <w:instrText xml:space="preserve"> PAGEREF _Toc160026696 \h </w:instrText>
        </w:r>
        <w:r w:rsidR="000716EE" w:rsidRPr="000716EE">
          <w:rPr>
            <w:webHidden/>
          </w:rPr>
        </w:r>
        <w:r w:rsidR="000716EE" w:rsidRPr="000716EE">
          <w:rPr>
            <w:webHidden/>
          </w:rPr>
          <w:fldChar w:fldCharType="separate"/>
        </w:r>
        <w:r>
          <w:rPr>
            <w:webHidden/>
          </w:rPr>
          <w:t>3-219</w:t>
        </w:r>
        <w:r w:rsidR="000716EE" w:rsidRPr="000716EE">
          <w:rPr>
            <w:webHidden/>
          </w:rPr>
          <w:fldChar w:fldCharType="end"/>
        </w:r>
      </w:hyperlink>
    </w:p>
    <w:p w14:paraId="7D7241A5" w14:textId="2132E43A" w:rsidR="000716EE" w:rsidRPr="000716EE" w:rsidRDefault="00092E1C">
      <w:pPr>
        <w:pStyle w:val="TOC5"/>
        <w:rPr>
          <w:rFonts w:eastAsiaTheme="minorEastAsia"/>
          <w:i w:val="0"/>
          <w:kern w:val="2"/>
          <w:sz w:val="20"/>
          <w:szCs w:val="20"/>
          <w14:ligatures w14:val="standardContextual"/>
        </w:rPr>
      </w:pPr>
      <w:hyperlink w:anchor="_Toc160026697" w:history="1">
        <w:r w:rsidR="000716EE" w:rsidRPr="000716EE">
          <w:rPr>
            <w:rStyle w:val="Hyperlink"/>
            <w:i w:val="0"/>
            <w:sz w:val="20"/>
            <w:szCs w:val="20"/>
            <w:u w:val="none"/>
          </w:rPr>
          <w:t>3.14.1.2.1</w:t>
        </w:r>
        <w:r w:rsidR="000716EE" w:rsidRPr="000716EE">
          <w:rPr>
            <w:rFonts w:eastAsiaTheme="minorEastAsia"/>
            <w:i w:val="0"/>
            <w:kern w:val="2"/>
            <w:sz w:val="20"/>
            <w:szCs w:val="20"/>
            <w14:ligatures w14:val="standardContextual"/>
          </w:rPr>
          <w:tab/>
        </w:r>
        <w:r w:rsidR="000716EE" w:rsidRPr="000716EE">
          <w:rPr>
            <w:rStyle w:val="Hyperlink"/>
            <w:i w:val="0"/>
            <w:snapToGrid w:val="0"/>
            <w:sz w:val="20"/>
            <w:szCs w:val="20"/>
            <w:u w:val="none"/>
          </w:rPr>
          <w:t>ERCOT Evaluation of Seasonal Mothball Status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_Toc160026697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3-223</w:t>
        </w:r>
        <w:r w:rsidR="000716EE" w:rsidRPr="000716EE">
          <w:rPr>
            <w:i w:val="0"/>
            <w:webHidden/>
            <w:sz w:val="20"/>
            <w:szCs w:val="20"/>
          </w:rPr>
          <w:fldChar w:fldCharType="end"/>
        </w:r>
      </w:hyperlink>
    </w:p>
    <w:p w14:paraId="234D5E6A" w14:textId="218B6E48" w:rsidR="000716EE" w:rsidRPr="000716EE" w:rsidRDefault="00092E1C" w:rsidP="001235C5">
      <w:pPr>
        <w:pStyle w:val="TOC4"/>
        <w:rPr>
          <w:rFonts w:eastAsiaTheme="minorEastAsia"/>
          <w:snapToGrid/>
          <w:kern w:val="2"/>
          <w14:ligatures w14:val="standardContextual"/>
        </w:rPr>
      </w:pPr>
      <w:hyperlink w:anchor="_Toc160026698" w:history="1">
        <w:r w:rsidR="000716EE" w:rsidRPr="000716EE">
          <w:rPr>
            <w:rStyle w:val="Hyperlink"/>
            <w:bCs w:val="0"/>
            <w:sz w:val="20"/>
            <w:szCs w:val="20"/>
            <w:u w:val="none"/>
          </w:rPr>
          <w:t>3.14.1.3</w:t>
        </w:r>
        <w:r w:rsidR="000716EE" w:rsidRPr="000716EE">
          <w:rPr>
            <w:rFonts w:eastAsiaTheme="minorEastAsia"/>
            <w:snapToGrid/>
            <w:kern w:val="2"/>
            <w14:ligatures w14:val="standardContextual"/>
          </w:rPr>
          <w:tab/>
        </w:r>
        <w:r w:rsidR="000716EE" w:rsidRPr="000716EE">
          <w:rPr>
            <w:rStyle w:val="Hyperlink"/>
            <w:bCs w:val="0"/>
            <w:sz w:val="20"/>
            <w:szCs w:val="20"/>
            <w:u w:val="none"/>
          </w:rPr>
          <w:t>ERCOT Board Approval of RMR and MRA Agreements</w:t>
        </w:r>
        <w:r w:rsidR="000716EE" w:rsidRPr="000716EE">
          <w:rPr>
            <w:webHidden/>
          </w:rPr>
          <w:tab/>
        </w:r>
        <w:r w:rsidR="000716EE" w:rsidRPr="000716EE">
          <w:rPr>
            <w:webHidden/>
          </w:rPr>
          <w:fldChar w:fldCharType="begin"/>
        </w:r>
        <w:r w:rsidR="000716EE" w:rsidRPr="000716EE">
          <w:rPr>
            <w:webHidden/>
          </w:rPr>
          <w:instrText xml:space="preserve"> PAGEREF _Toc160026698 \h </w:instrText>
        </w:r>
        <w:r w:rsidR="000716EE" w:rsidRPr="000716EE">
          <w:rPr>
            <w:webHidden/>
          </w:rPr>
        </w:r>
        <w:r w:rsidR="000716EE" w:rsidRPr="000716EE">
          <w:rPr>
            <w:webHidden/>
          </w:rPr>
          <w:fldChar w:fldCharType="separate"/>
        </w:r>
        <w:r>
          <w:rPr>
            <w:webHidden/>
          </w:rPr>
          <w:t>3-224</w:t>
        </w:r>
        <w:r w:rsidR="000716EE" w:rsidRPr="000716EE">
          <w:rPr>
            <w:webHidden/>
          </w:rPr>
          <w:fldChar w:fldCharType="end"/>
        </w:r>
      </w:hyperlink>
    </w:p>
    <w:p w14:paraId="6A2BCB91" w14:textId="372CF69D" w:rsidR="000716EE" w:rsidRPr="000716EE" w:rsidRDefault="00092E1C" w:rsidP="001235C5">
      <w:pPr>
        <w:pStyle w:val="TOC4"/>
        <w:rPr>
          <w:rFonts w:eastAsiaTheme="minorEastAsia"/>
          <w:snapToGrid/>
          <w:kern w:val="2"/>
          <w14:ligatures w14:val="standardContextual"/>
        </w:rPr>
      </w:pPr>
      <w:hyperlink w:anchor="_Toc160026699" w:history="1">
        <w:r w:rsidR="000716EE" w:rsidRPr="000716EE">
          <w:rPr>
            <w:rStyle w:val="Hyperlink"/>
            <w:bCs w:val="0"/>
            <w:sz w:val="20"/>
            <w:szCs w:val="20"/>
            <w:u w:val="none"/>
          </w:rPr>
          <w:t>3.14.1.4</w:t>
        </w:r>
        <w:r w:rsidR="000716EE" w:rsidRPr="000716EE">
          <w:rPr>
            <w:rFonts w:eastAsiaTheme="minorEastAsia"/>
            <w:snapToGrid/>
            <w:kern w:val="2"/>
            <w14:ligatures w14:val="standardContextual"/>
          </w:rPr>
          <w:tab/>
        </w:r>
        <w:r w:rsidR="000716EE" w:rsidRPr="000716EE">
          <w:rPr>
            <w:rStyle w:val="Hyperlink"/>
            <w:bCs w:val="0"/>
            <w:sz w:val="20"/>
            <w:szCs w:val="20"/>
            <w:u w:val="none"/>
          </w:rPr>
          <w:t>Exit Strategy from an RMR Agreement</w:t>
        </w:r>
        <w:r w:rsidR="000716EE" w:rsidRPr="000716EE">
          <w:rPr>
            <w:webHidden/>
          </w:rPr>
          <w:tab/>
        </w:r>
        <w:r w:rsidR="000716EE" w:rsidRPr="000716EE">
          <w:rPr>
            <w:webHidden/>
          </w:rPr>
          <w:fldChar w:fldCharType="begin"/>
        </w:r>
        <w:r w:rsidR="000716EE" w:rsidRPr="000716EE">
          <w:rPr>
            <w:webHidden/>
          </w:rPr>
          <w:instrText xml:space="preserve"> PAGEREF _Toc160026699 \h </w:instrText>
        </w:r>
        <w:r w:rsidR="000716EE" w:rsidRPr="000716EE">
          <w:rPr>
            <w:webHidden/>
          </w:rPr>
        </w:r>
        <w:r w:rsidR="000716EE" w:rsidRPr="000716EE">
          <w:rPr>
            <w:webHidden/>
          </w:rPr>
          <w:fldChar w:fldCharType="separate"/>
        </w:r>
        <w:r>
          <w:rPr>
            <w:webHidden/>
          </w:rPr>
          <w:t>3-225</w:t>
        </w:r>
        <w:r w:rsidR="000716EE" w:rsidRPr="000716EE">
          <w:rPr>
            <w:webHidden/>
          </w:rPr>
          <w:fldChar w:fldCharType="end"/>
        </w:r>
      </w:hyperlink>
    </w:p>
    <w:p w14:paraId="2D2D6952" w14:textId="3DBDB9FE" w:rsidR="000716EE" w:rsidRPr="000716EE" w:rsidRDefault="00092E1C" w:rsidP="001235C5">
      <w:pPr>
        <w:pStyle w:val="TOC4"/>
        <w:rPr>
          <w:rFonts w:eastAsiaTheme="minorEastAsia"/>
          <w:snapToGrid/>
          <w:kern w:val="2"/>
          <w14:ligatures w14:val="standardContextual"/>
        </w:rPr>
      </w:pPr>
      <w:hyperlink w:anchor="_Toc160026700" w:history="1">
        <w:r w:rsidR="000716EE" w:rsidRPr="000716EE">
          <w:rPr>
            <w:rStyle w:val="Hyperlink"/>
            <w:bCs w:val="0"/>
            <w:sz w:val="20"/>
            <w:szCs w:val="20"/>
            <w:u w:val="none"/>
          </w:rPr>
          <w:t>3.14.1.5</w:t>
        </w:r>
        <w:r w:rsidR="000716EE" w:rsidRPr="000716EE">
          <w:rPr>
            <w:rFonts w:eastAsiaTheme="minorEastAsia"/>
            <w:snapToGrid/>
            <w:kern w:val="2"/>
            <w14:ligatures w14:val="standardContextual"/>
          </w:rPr>
          <w:tab/>
        </w:r>
        <w:r w:rsidR="000716EE" w:rsidRPr="000716EE">
          <w:rPr>
            <w:rStyle w:val="Hyperlink"/>
            <w:bCs w:val="0"/>
            <w:sz w:val="20"/>
            <w:szCs w:val="20"/>
            <w:u w:val="none"/>
          </w:rPr>
          <w:t>Evaluation of Alternatives</w:t>
        </w:r>
        <w:r w:rsidR="000716EE" w:rsidRPr="000716EE">
          <w:rPr>
            <w:webHidden/>
          </w:rPr>
          <w:tab/>
        </w:r>
        <w:r w:rsidR="000716EE" w:rsidRPr="000716EE">
          <w:rPr>
            <w:webHidden/>
          </w:rPr>
          <w:fldChar w:fldCharType="begin"/>
        </w:r>
        <w:r w:rsidR="000716EE" w:rsidRPr="000716EE">
          <w:rPr>
            <w:webHidden/>
          </w:rPr>
          <w:instrText xml:space="preserve"> PAGEREF _Toc160026700 \h </w:instrText>
        </w:r>
        <w:r w:rsidR="000716EE" w:rsidRPr="000716EE">
          <w:rPr>
            <w:webHidden/>
          </w:rPr>
        </w:r>
        <w:r w:rsidR="000716EE" w:rsidRPr="000716EE">
          <w:rPr>
            <w:webHidden/>
          </w:rPr>
          <w:fldChar w:fldCharType="separate"/>
        </w:r>
        <w:r>
          <w:rPr>
            <w:webHidden/>
          </w:rPr>
          <w:t>3-225</w:t>
        </w:r>
        <w:r w:rsidR="000716EE" w:rsidRPr="000716EE">
          <w:rPr>
            <w:webHidden/>
          </w:rPr>
          <w:fldChar w:fldCharType="end"/>
        </w:r>
      </w:hyperlink>
    </w:p>
    <w:p w14:paraId="422E3AFE" w14:textId="5034BE64" w:rsidR="000716EE" w:rsidRPr="000716EE" w:rsidRDefault="00092E1C" w:rsidP="001235C5">
      <w:pPr>
        <w:pStyle w:val="TOC4"/>
        <w:rPr>
          <w:rFonts w:eastAsiaTheme="minorEastAsia"/>
          <w:snapToGrid/>
          <w:kern w:val="2"/>
          <w14:ligatures w14:val="standardContextual"/>
        </w:rPr>
      </w:pPr>
      <w:hyperlink w:anchor="_Toc160026701" w:history="1">
        <w:r w:rsidR="000716EE" w:rsidRPr="000716EE">
          <w:rPr>
            <w:rStyle w:val="Hyperlink"/>
            <w:bCs w:val="0"/>
            <w:sz w:val="20"/>
            <w:szCs w:val="20"/>
            <w:u w:val="none"/>
          </w:rPr>
          <w:t>3.14.1.6</w:t>
        </w:r>
        <w:r w:rsidR="000716EE" w:rsidRPr="000716EE">
          <w:rPr>
            <w:rFonts w:eastAsiaTheme="minorEastAsia"/>
            <w:snapToGrid/>
            <w:kern w:val="2"/>
            <w14:ligatures w14:val="standardContextual"/>
          </w:rPr>
          <w:tab/>
        </w:r>
        <w:r w:rsidR="000716EE" w:rsidRPr="000716EE">
          <w:rPr>
            <w:rStyle w:val="Hyperlink"/>
            <w:bCs w:val="0"/>
            <w:sz w:val="20"/>
            <w:szCs w:val="20"/>
            <w:u w:val="none"/>
          </w:rPr>
          <w:t>Transmission System Upgrades Associated with an RMR and/or MRA Exit Strategy</w:t>
        </w:r>
        <w:r w:rsidR="000716EE" w:rsidRPr="000716EE">
          <w:rPr>
            <w:webHidden/>
          </w:rPr>
          <w:tab/>
        </w:r>
        <w:r w:rsidR="000716EE" w:rsidRPr="000716EE">
          <w:rPr>
            <w:webHidden/>
          </w:rPr>
          <w:fldChar w:fldCharType="begin"/>
        </w:r>
        <w:r w:rsidR="000716EE" w:rsidRPr="000716EE">
          <w:rPr>
            <w:webHidden/>
          </w:rPr>
          <w:instrText xml:space="preserve"> PAGEREF _Toc160026701 \h </w:instrText>
        </w:r>
        <w:r w:rsidR="000716EE" w:rsidRPr="000716EE">
          <w:rPr>
            <w:webHidden/>
          </w:rPr>
        </w:r>
        <w:r w:rsidR="000716EE" w:rsidRPr="000716EE">
          <w:rPr>
            <w:webHidden/>
          </w:rPr>
          <w:fldChar w:fldCharType="separate"/>
        </w:r>
        <w:r>
          <w:rPr>
            <w:webHidden/>
          </w:rPr>
          <w:t>3-227</w:t>
        </w:r>
        <w:r w:rsidR="000716EE" w:rsidRPr="000716EE">
          <w:rPr>
            <w:webHidden/>
          </w:rPr>
          <w:fldChar w:fldCharType="end"/>
        </w:r>
      </w:hyperlink>
    </w:p>
    <w:p w14:paraId="0299F1B4" w14:textId="5FB3B3F1" w:rsidR="000716EE" w:rsidRPr="000716EE" w:rsidRDefault="00092E1C" w:rsidP="001235C5">
      <w:pPr>
        <w:pStyle w:val="TOC4"/>
        <w:rPr>
          <w:rFonts w:eastAsiaTheme="minorEastAsia"/>
          <w:snapToGrid/>
          <w:kern w:val="2"/>
          <w14:ligatures w14:val="standardContextual"/>
        </w:rPr>
      </w:pPr>
      <w:hyperlink w:anchor="_Toc160026702" w:history="1">
        <w:r w:rsidR="000716EE" w:rsidRPr="000716EE">
          <w:rPr>
            <w:rStyle w:val="Hyperlink"/>
            <w:bCs w:val="0"/>
            <w:sz w:val="20"/>
            <w:szCs w:val="20"/>
            <w:u w:val="none"/>
          </w:rPr>
          <w:t>3.14.1.7</w:t>
        </w:r>
        <w:r w:rsidR="000716EE" w:rsidRPr="000716EE">
          <w:rPr>
            <w:rFonts w:eastAsiaTheme="minorEastAsia"/>
            <w:snapToGrid/>
            <w:kern w:val="2"/>
            <w14:ligatures w14:val="standardContextual"/>
          </w:rPr>
          <w:tab/>
        </w:r>
        <w:r w:rsidR="000716EE" w:rsidRPr="000716EE">
          <w:rPr>
            <w:rStyle w:val="Hyperlink"/>
            <w:bCs w:val="0"/>
            <w:sz w:val="20"/>
            <w:szCs w:val="20"/>
            <w:u w:val="none"/>
          </w:rPr>
          <w:t>RMR or MRA Contract Termination</w:t>
        </w:r>
        <w:r w:rsidR="000716EE" w:rsidRPr="000716EE">
          <w:rPr>
            <w:webHidden/>
          </w:rPr>
          <w:tab/>
        </w:r>
        <w:r w:rsidR="000716EE" w:rsidRPr="000716EE">
          <w:rPr>
            <w:webHidden/>
          </w:rPr>
          <w:fldChar w:fldCharType="begin"/>
        </w:r>
        <w:r w:rsidR="000716EE" w:rsidRPr="000716EE">
          <w:rPr>
            <w:webHidden/>
          </w:rPr>
          <w:instrText xml:space="preserve"> PAGEREF _Toc160026702 \h </w:instrText>
        </w:r>
        <w:r w:rsidR="000716EE" w:rsidRPr="000716EE">
          <w:rPr>
            <w:webHidden/>
          </w:rPr>
        </w:r>
        <w:r w:rsidR="000716EE" w:rsidRPr="000716EE">
          <w:rPr>
            <w:webHidden/>
          </w:rPr>
          <w:fldChar w:fldCharType="separate"/>
        </w:r>
        <w:r>
          <w:rPr>
            <w:webHidden/>
          </w:rPr>
          <w:t>3-227</w:t>
        </w:r>
        <w:r w:rsidR="000716EE" w:rsidRPr="000716EE">
          <w:rPr>
            <w:webHidden/>
          </w:rPr>
          <w:fldChar w:fldCharType="end"/>
        </w:r>
      </w:hyperlink>
    </w:p>
    <w:p w14:paraId="66DA282E" w14:textId="1BD91467" w:rsidR="000716EE" w:rsidRPr="000716EE" w:rsidRDefault="00092E1C" w:rsidP="001235C5">
      <w:pPr>
        <w:pStyle w:val="TOC4"/>
        <w:rPr>
          <w:rFonts w:eastAsiaTheme="minorEastAsia"/>
          <w:snapToGrid/>
          <w:kern w:val="2"/>
          <w14:ligatures w14:val="standardContextual"/>
        </w:rPr>
      </w:pPr>
      <w:hyperlink w:anchor="_Toc160026703" w:history="1">
        <w:r w:rsidR="000716EE" w:rsidRPr="000716EE">
          <w:rPr>
            <w:rStyle w:val="Hyperlink"/>
            <w:bCs w:val="0"/>
            <w:sz w:val="20"/>
            <w:szCs w:val="20"/>
            <w:u w:val="none"/>
          </w:rPr>
          <w:t>3.14.1.8</w:t>
        </w:r>
        <w:r w:rsidR="000716EE" w:rsidRPr="000716EE">
          <w:rPr>
            <w:rFonts w:eastAsiaTheme="minorEastAsia"/>
            <w:snapToGrid/>
            <w:kern w:val="2"/>
            <w14:ligatures w14:val="standardContextual"/>
          </w:rPr>
          <w:tab/>
        </w:r>
        <w:r w:rsidR="000716EE" w:rsidRPr="000716EE">
          <w:rPr>
            <w:rStyle w:val="Hyperlink"/>
            <w:bCs w:val="0"/>
            <w:sz w:val="20"/>
            <w:szCs w:val="20"/>
            <w:u w:val="none"/>
          </w:rPr>
          <w:t>RMR and/or MRA Contract Extension</w:t>
        </w:r>
        <w:r w:rsidR="000716EE" w:rsidRPr="000716EE">
          <w:rPr>
            <w:webHidden/>
          </w:rPr>
          <w:tab/>
        </w:r>
        <w:r w:rsidR="000716EE" w:rsidRPr="000716EE">
          <w:rPr>
            <w:webHidden/>
          </w:rPr>
          <w:fldChar w:fldCharType="begin"/>
        </w:r>
        <w:r w:rsidR="000716EE" w:rsidRPr="000716EE">
          <w:rPr>
            <w:webHidden/>
          </w:rPr>
          <w:instrText xml:space="preserve"> PAGEREF _Toc160026703 \h </w:instrText>
        </w:r>
        <w:r w:rsidR="000716EE" w:rsidRPr="000716EE">
          <w:rPr>
            <w:webHidden/>
          </w:rPr>
        </w:r>
        <w:r w:rsidR="000716EE" w:rsidRPr="000716EE">
          <w:rPr>
            <w:webHidden/>
          </w:rPr>
          <w:fldChar w:fldCharType="separate"/>
        </w:r>
        <w:r>
          <w:rPr>
            <w:webHidden/>
          </w:rPr>
          <w:t>3-228</w:t>
        </w:r>
        <w:r w:rsidR="000716EE" w:rsidRPr="000716EE">
          <w:rPr>
            <w:webHidden/>
          </w:rPr>
          <w:fldChar w:fldCharType="end"/>
        </w:r>
      </w:hyperlink>
    </w:p>
    <w:p w14:paraId="5A4469D8" w14:textId="77E1B54C" w:rsidR="000716EE" w:rsidRPr="000716EE" w:rsidRDefault="00092E1C" w:rsidP="001235C5">
      <w:pPr>
        <w:pStyle w:val="TOC4"/>
        <w:rPr>
          <w:rFonts w:eastAsiaTheme="minorEastAsia"/>
          <w:snapToGrid/>
          <w:kern w:val="2"/>
          <w14:ligatures w14:val="standardContextual"/>
        </w:rPr>
      </w:pPr>
      <w:hyperlink w:anchor="_Toc160026704" w:history="1">
        <w:r w:rsidR="000716EE" w:rsidRPr="000716EE">
          <w:rPr>
            <w:rStyle w:val="Hyperlink"/>
            <w:bCs w:val="0"/>
            <w:sz w:val="20"/>
            <w:szCs w:val="20"/>
            <w:u w:val="none"/>
          </w:rPr>
          <w:t>3.14.1.9</w:t>
        </w:r>
        <w:r w:rsidR="000716EE" w:rsidRPr="000716EE">
          <w:rPr>
            <w:rFonts w:eastAsiaTheme="minorEastAsia"/>
            <w:snapToGrid/>
            <w:kern w:val="2"/>
            <w14:ligatures w14:val="standardContextual"/>
          </w:rPr>
          <w:tab/>
        </w:r>
        <w:r w:rsidR="000716EE" w:rsidRPr="000716EE">
          <w:rPr>
            <w:rStyle w:val="Hyperlink"/>
            <w:bCs w:val="0"/>
            <w:sz w:val="20"/>
            <w:szCs w:val="20"/>
            <w:u w:val="none"/>
          </w:rPr>
          <w:t>Generation Resource Status Updates</w:t>
        </w:r>
        <w:r w:rsidR="000716EE" w:rsidRPr="000716EE">
          <w:rPr>
            <w:webHidden/>
          </w:rPr>
          <w:tab/>
        </w:r>
        <w:r w:rsidR="000716EE" w:rsidRPr="000716EE">
          <w:rPr>
            <w:webHidden/>
          </w:rPr>
          <w:fldChar w:fldCharType="begin"/>
        </w:r>
        <w:r w:rsidR="000716EE" w:rsidRPr="000716EE">
          <w:rPr>
            <w:webHidden/>
          </w:rPr>
          <w:instrText xml:space="preserve"> PAGEREF _Toc160026704 \h </w:instrText>
        </w:r>
        <w:r w:rsidR="000716EE" w:rsidRPr="000716EE">
          <w:rPr>
            <w:webHidden/>
          </w:rPr>
        </w:r>
        <w:r w:rsidR="000716EE" w:rsidRPr="000716EE">
          <w:rPr>
            <w:webHidden/>
          </w:rPr>
          <w:fldChar w:fldCharType="separate"/>
        </w:r>
        <w:r>
          <w:rPr>
            <w:webHidden/>
          </w:rPr>
          <w:t>3-230</w:t>
        </w:r>
        <w:r w:rsidR="000716EE" w:rsidRPr="000716EE">
          <w:rPr>
            <w:webHidden/>
          </w:rPr>
          <w:fldChar w:fldCharType="end"/>
        </w:r>
      </w:hyperlink>
    </w:p>
    <w:p w14:paraId="0D9D5AFD" w14:textId="70FD02C0" w:rsidR="000716EE" w:rsidRPr="000716EE" w:rsidRDefault="00092E1C" w:rsidP="001235C5">
      <w:pPr>
        <w:pStyle w:val="TOC4"/>
        <w:rPr>
          <w:rFonts w:eastAsiaTheme="minorEastAsia"/>
          <w:snapToGrid/>
          <w:kern w:val="2"/>
          <w14:ligatures w14:val="standardContextual"/>
        </w:rPr>
      </w:pPr>
      <w:hyperlink w:anchor="_Toc160026705" w:history="1">
        <w:r w:rsidR="000716EE" w:rsidRPr="000716EE">
          <w:rPr>
            <w:rStyle w:val="Hyperlink"/>
            <w:bCs w:val="0"/>
            <w:sz w:val="20"/>
            <w:szCs w:val="20"/>
            <w:u w:val="none"/>
          </w:rPr>
          <w:t>3.14.1.10</w:t>
        </w:r>
        <w:r w:rsidR="000716EE" w:rsidRPr="000716EE">
          <w:rPr>
            <w:rFonts w:eastAsiaTheme="minorEastAsia"/>
            <w:snapToGrid/>
            <w:kern w:val="2"/>
            <w14:ligatures w14:val="standardContextual"/>
          </w:rPr>
          <w:tab/>
        </w:r>
        <w:r w:rsidR="000716EE" w:rsidRPr="000716EE">
          <w:rPr>
            <w:rStyle w:val="Hyperlink"/>
            <w:bCs w:val="0"/>
            <w:sz w:val="20"/>
            <w:szCs w:val="20"/>
            <w:u w:val="none"/>
          </w:rPr>
          <w:t>Eligible Costs</w:t>
        </w:r>
        <w:r w:rsidR="000716EE" w:rsidRPr="000716EE">
          <w:rPr>
            <w:webHidden/>
          </w:rPr>
          <w:tab/>
        </w:r>
        <w:r w:rsidR="000716EE" w:rsidRPr="000716EE">
          <w:rPr>
            <w:webHidden/>
          </w:rPr>
          <w:fldChar w:fldCharType="begin"/>
        </w:r>
        <w:r w:rsidR="000716EE" w:rsidRPr="000716EE">
          <w:rPr>
            <w:webHidden/>
          </w:rPr>
          <w:instrText xml:space="preserve"> PAGEREF _Toc160026705 \h </w:instrText>
        </w:r>
        <w:r w:rsidR="000716EE" w:rsidRPr="000716EE">
          <w:rPr>
            <w:webHidden/>
          </w:rPr>
        </w:r>
        <w:r w:rsidR="000716EE" w:rsidRPr="000716EE">
          <w:rPr>
            <w:webHidden/>
          </w:rPr>
          <w:fldChar w:fldCharType="separate"/>
        </w:r>
        <w:r>
          <w:rPr>
            <w:webHidden/>
          </w:rPr>
          <w:t>3-233</w:t>
        </w:r>
        <w:r w:rsidR="000716EE" w:rsidRPr="000716EE">
          <w:rPr>
            <w:webHidden/>
          </w:rPr>
          <w:fldChar w:fldCharType="end"/>
        </w:r>
      </w:hyperlink>
    </w:p>
    <w:p w14:paraId="68B85561" w14:textId="644812B4" w:rsidR="000716EE" w:rsidRPr="000716EE" w:rsidRDefault="00092E1C" w:rsidP="001235C5">
      <w:pPr>
        <w:pStyle w:val="TOC4"/>
        <w:rPr>
          <w:rFonts w:eastAsiaTheme="minorEastAsia"/>
          <w:snapToGrid/>
          <w:kern w:val="2"/>
          <w14:ligatures w14:val="standardContextual"/>
        </w:rPr>
      </w:pPr>
      <w:hyperlink w:anchor="_Toc160026706" w:history="1">
        <w:r w:rsidR="000716EE" w:rsidRPr="000716EE">
          <w:rPr>
            <w:rStyle w:val="Hyperlink"/>
            <w:bCs w:val="0"/>
            <w:sz w:val="20"/>
            <w:szCs w:val="20"/>
            <w:u w:val="none"/>
          </w:rPr>
          <w:t>3.14.1.11</w:t>
        </w:r>
        <w:r w:rsidR="000716EE" w:rsidRPr="000716EE">
          <w:rPr>
            <w:rFonts w:eastAsiaTheme="minorEastAsia"/>
            <w:snapToGrid/>
            <w:kern w:val="2"/>
            <w14:ligatures w14:val="standardContextual"/>
          </w:rPr>
          <w:tab/>
        </w:r>
        <w:r w:rsidR="000716EE" w:rsidRPr="000716EE">
          <w:rPr>
            <w:rStyle w:val="Hyperlink"/>
            <w:bCs w:val="0"/>
            <w:sz w:val="20"/>
            <w:szCs w:val="20"/>
            <w:u w:val="none"/>
          </w:rPr>
          <w:t>Budgeting Eligible Costs</w:t>
        </w:r>
        <w:r w:rsidR="000716EE" w:rsidRPr="000716EE">
          <w:rPr>
            <w:webHidden/>
          </w:rPr>
          <w:tab/>
        </w:r>
        <w:r w:rsidR="000716EE" w:rsidRPr="000716EE">
          <w:rPr>
            <w:webHidden/>
          </w:rPr>
          <w:fldChar w:fldCharType="begin"/>
        </w:r>
        <w:r w:rsidR="000716EE" w:rsidRPr="000716EE">
          <w:rPr>
            <w:webHidden/>
          </w:rPr>
          <w:instrText xml:space="preserve"> PAGEREF _Toc160026706 \h </w:instrText>
        </w:r>
        <w:r w:rsidR="000716EE" w:rsidRPr="000716EE">
          <w:rPr>
            <w:webHidden/>
          </w:rPr>
        </w:r>
        <w:r w:rsidR="000716EE" w:rsidRPr="000716EE">
          <w:rPr>
            <w:webHidden/>
          </w:rPr>
          <w:fldChar w:fldCharType="separate"/>
        </w:r>
        <w:r>
          <w:rPr>
            <w:webHidden/>
          </w:rPr>
          <w:t>3-235</w:t>
        </w:r>
        <w:r w:rsidR="000716EE" w:rsidRPr="000716EE">
          <w:rPr>
            <w:webHidden/>
          </w:rPr>
          <w:fldChar w:fldCharType="end"/>
        </w:r>
      </w:hyperlink>
    </w:p>
    <w:p w14:paraId="02B0504B" w14:textId="2D55D0B9" w:rsidR="000716EE" w:rsidRPr="000716EE" w:rsidRDefault="00092E1C" w:rsidP="001235C5">
      <w:pPr>
        <w:pStyle w:val="TOC4"/>
        <w:rPr>
          <w:rFonts w:eastAsiaTheme="minorEastAsia"/>
          <w:snapToGrid/>
          <w:kern w:val="2"/>
          <w14:ligatures w14:val="standardContextual"/>
        </w:rPr>
      </w:pPr>
      <w:hyperlink w:anchor="_Toc160026707" w:history="1">
        <w:r w:rsidR="000716EE" w:rsidRPr="000716EE">
          <w:rPr>
            <w:rStyle w:val="Hyperlink"/>
            <w:bCs w:val="0"/>
            <w:sz w:val="20"/>
            <w:szCs w:val="20"/>
            <w:u w:val="none"/>
          </w:rPr>
          <w:t>3.14.1.12</w:t>
        </w:r>
        <w:r w:rsidR="000716EE" w:rsidRPr="000716EE">
          <w:rPr>
            <w:rFonts w:eastAsiaTheme="minorEastAsia"/>
            <w:snapToGrid/>
            <w:kern w:val="2"/>
            <w14:ligatures w14:val="standardContextual"/>
          </w:rPr>
          <w:tab/>
        </w:r>
        <w:r w:rsidR="000716EE" w:rsidRPr="000716EE">
          <w:rPr>
            <w:rStyle w:val="Hyperlink"/>
            <w:bCs w:val="0"/>
            <w:sz w:val="20"/>
            <w:szCs w:val="20"/>
            <w:u w:val="none"/>
          </w:rPr>
          <w:t>Calculation of the Initial Standby Cost</w:t>
        </w:r>
        <w:r w:rsidR="000716EE" w:rsidRPr="000716EE">
          <w:rPr>
            <w:webHidden/>
          </w:rPr>
          <w:tab/>
        </w:r>
        <w:r w:rsidR="000716EE" w:rsidRPr="000716EE">
          <w:rPr>
            <w:webHidden/>
          </w:rPr>
          <w:fldChar w:fldCharType="begin"/>
        </w:r>
        <w:r w:rsidR="000716EE" w:rsidRPr="000716EE">
          <w:rPr>
            <w:webHidden/>
          </w:rPr>
          <w:instrText xml:space="preserve"> PAGEREF _Toc160026707 \h </w:instrText>
        </w:r>
        <w:r w:rsidR="000716EE" w:rsidRPr="000716EE">
          <w:rPr>
            <w:webHidden/>
          </w:rPr>
        </w:r>
        <w:r w:rsidR="000716EE" w:rsidRPr="000716EE">
          <w:rPr>
            <w:webHidden/>
          </w:rPr>
          <w:fldChar w:fldCharType="separate"/>
        </w:r>
        <w:r>
          <w:rPr>
            <w:webHidden/>
          </w:rPr>
          <w:t>3-238</w:t>
        </w:r>
        <w:r w:rsidR="000716EE" w:rsidRPr="000716EE">
          <w:rPr>
            <w:webHidden/>
          </w:rPr>
          <w:fldChar w:fldCharType="end"/>
        </w:r>
      </w:hyperlink>
    </w:p>
    <w:p w14:paraId="41050FDC" w14:textId="108BDF06" w:rsidR="000716EE" w:rsidRPr="000716EE" w:rsidRDefault="00092E1C" w:rsidP="001235C5">
      <w:pPr>
        <w:pStyle w:val="TOC4"/>
        <w:rPr>
          <w:rFonts w:eastAsiaTheme="minorEastAsia"/>
          <w:snapToGrid/>
          <w:kern w:val="2"/>
          <w14:ligatures w14:val="standardContextual"/>
        </w:rPr>
      </w:pPr>
      <w:hyperlink w:anchor="_Toc160026708" w:history="1">
        <w:r w:rsidR="000716EE" w:rsidRPr="000716EE">
          <w:rPr>
            <w:rStyle w:val="Hyperlink"/>
            <w:bCs w:val="0"/>
            <w:sz w:val="20"/>
            <w:szCs w:val="20"/>
            <w:u w:val="none"/>
          </w:rPr>
          <w:t>3.14.1.13</w:t>
        </w:r>
        <w:r w:rsidR="000716EE" w:rsidRPr="000716EE">
          <w:rPr>
            <w:rFonts w:eastAsiaTheme="minorEastAsia"/>
            <w:snapToGrid/>
            <w:kern w:val="2"/>
            <w14:ligatures w14:val="standardContextual"/>
          </w:rPr>
          <w:tab/>
        </w:r>
        <w:r w:rsidR="000716EE" w:rsidRPr="000716EE">
          <w:rPr>
            <w:rStyle w:val="Hyperlink"/>
            <w:bCs w:val="0"/>
            <w:sz w:val="20"/>
            <w:szCs w:val="20"/>
            <w:u w:val="none"/>
          </w:rPr>
          <w:t>Updated Budgets During the Term of an RMR Agreement</w:t>
        </w:r>
        <w:r w:rsidR="000716EE" w:rsidRPr="000716EE">
          <w:rPr>
            <w:webHidden/>
          </w:rPr>
          <w:tab/>
        </w:r>
        <w:r w:rsidR="000716EE" w:rsidRPr="000716EE">
          <w:rPr>
            <w:webHidden/>
          </w:rPr>
          <w:fldChar w:fldCharType="begin"/>
        </w:r>
        <w:r w:rsidR="000716EE" w:rsidRPr="000716EE">
          <w:rPr>
            <w:webHidden/>
          </w:rPr>
          <w:instrText xml:space="preserve"> PAGEREF _Toc160026708 \h </w:instrText>
        </w:r>
        <w:r w:rsidR="000716EE" w:rsidRPr="000716EE">
          <w:rPr>
            <w:webHidden/>
          </w:rPr>
        </w:r>
        <w:r w:rsidR="000716EE" w:rsidRPr="000716EE">
          <w:rPr>
            <w:webHidden/>
          </w:rPr>
          <w:fldChar w:fldCharType="separate"/>
        </w:r>
        <w:r>
          <w:rPr>
            <w:webHidden/>
          </w:rPr>
          <w:t>3-238</w:t>
        </w:r>
        <w:r w:rsidR="000716EE" w:rsidRPr="000716EE">
          <w:rPr>
            <w:webHidden/>
          </w:rPr>
          <w:fldChar w:fldCharType="end"/>
        </w:r>
      </w:hyperlink>
    </w:p>
    <w:p w14:paraId="7A3E30C1" w14:textId="470C7D13" w:rsidR="000716EE" w:rsidRPr="000716EE" w:rsidRDefault="00092E1C" w:rsidP="001235C5">
      <w:pPr>
        <w:pStyle w:val="TOC4"/>
        <w:rPr>
          <w:rFonts w:eastAsiaTheme="minorEastAsia"/>
          <w:snapToGrid/>
          <w:kern w:val="2"/>
          <w14:ligatures w14:val="standardContextual"/>
        </w:rPr>
      </w:pPr>
      <w:hyperlink w:anchor="_Toc160026709" w:history="1">
        <w:r w:rsidR="000716EE" w:rsidRPr="000716EE">
          <w:rPr>
            <w:rStyle w:val="Hyperlink"/>
            <w:bCs w:val="0"/>
            <w:sz w:val="20"/>
            <w:szCs w:val="20"/>
            <w:u w:val="none"/>
          </w:rPr>
          <w:t>3.14.1.14</w:t>
        </w:r>
        <w:r w:rsidR="000716EE" w:rsidRPr="000716EE">
          <w:rPr>
            <w:rFonts w:eastAsiaTheme="minorEastAsia"/>
            <w:snapToGrid/>
            <w:kern w:val="2"/>
            <w14:ligatures w14:val="standardContextual"/>
          </w:rPr>
          <w:tab/>
        </w:r>
        <w:r w:rsidR="000716EE" w:rsidRPr="000716EE">
          <w:rPr>
            <w:rStyle w:val="Hyperlink"/>
            <w:bCs w:val="0"/>
            <w:sz w:val="20"/>
            <w:szCs w:val="20"/>
            <w:u w:val="none"/>
          </w:rPr>
          <w:t>Reporting Actual RMR Eligible Costs</w:t>
        </w:r>
        <w:r w:rsidR="000716EE" w:rsidRPr="000716EE">
          <w:rPr>
            <w:webHidden/>
          </w:rPr>
          <w:tab/>
        </w:r>
        <w:r w:rsidR="000716EE" w:rsidRPr="000716EE">
          <w:rPr>
            <w:webHidden/>
          </w:rPr>
          <w:fldChar w:fldCharType="begin"/>
        </w:r>
        <w:r w:rsidR="000716EE" w:rsidRPr="000716EE">
          <w:rPr>
            <w:webHidden/>
          </w:rPr>
          <w:instrText xml:space="preserve"> PAGEREF _Toc160026709 \h </w:instrText>
        </w:r>
        <w:r w:rsidR="000716EE" w:rsidRPr="000716EE">
          <w:rPr>
            <w:webHidden/>
          </w:rPr>
        </w:r>
        <w:r w:rsidR="000716EE" w:rsidRPr="000716EE">
          <w:rPr>
            <w:webHidden/>
          </w:rPr>
          <w:fldChar w:fldCharType="separate"/>
        </w:r>
        <w:r>
          <w:rPr>
            <w:webHidden/>
          </w:rPr>
          <w:t>3-239</w:t>
        </w:r>
        <w:r w:rsidR="000716EE" w:rsidRPr="000716EE">
          <w:rPr>
            <w:webHidden/>
          </w:rPr>
          <w:fldChar w:fldCharType="end"/>
        </w:r>
      </w:hyperlink>
    </w:p>
    <w:p w14:paraId="3EE1580C" w14:textId="5997937D" w:rsidR="000716EE" w:rsidRPr="000716EE" w:rsidRDefault="00092E1C" w:rsidP="001235C5">
      <w:pPr>
        <w:pStyle w:val="TOC4"/>
        <w:rPr>
          <w:rFonts w:eastAsiaTheme="minorEastAsia"/>
          <w:snapToGrid/>
          <w:kern w:val="2"/>
          <w14:ligatures w14:val="standardContextual"/>
        </w:rPr>
      </w:pPr>
      <w:hyperlink w:anchor="_Toc160026710" w:history="1">
        <w:r w:rsidR="000716EE" w:rsidRPr="000716EE">
          <w:rPr>
            <w:rStyle w:val="Hyperlink"/>
            <w:bCs w:val="0"/>
            <w:sz w:val="20"/>
            <w:szCs w:val="20"/>
            <w:u w:val="none"/>
          </w:rPr>
          <w:t>3.14.1.15</w:t>
        </w:r>
        <w:r w:rsidR="000716EE" w:rsidRPr="000716EE">
          <w:rPr>
            <w:rFonts w:eastAsiaTheme="minorEastAsia"/>
            <w:snapToGrid/>
            <w:kern w:val="2"/>
            <w14:ligatures w14:val="standardContextual"/>
          </w:rPr>
          <w:tab/>
        </w:r>
        <w:r w:rsidR="000716EE" w:rsidRPr="000716EE">
          <w:rPr>
            <w:rStyle w:val="Hyperlink"/>
            <w:bCs w:val="0"/>
            <w:sz w:val="20"/>
            <w:szCs w:val="20"/>
            <w:u w:val="none"/>
          </w:rPr>
          <w:t>Reporting Actual MRA Eligible Costs</w:t>
        </w:r>
        <w:r w:rsidR="000716EE" w:rsidRPr="000716EE">
          <w:rPr>
            <w:webHidden/>
          </w:rPr>
          <w:tab/>
        </w:r>
        <w:r w:rsidR="000716EE" w:rsidRPr="000716EE">
          <w:rPr>
            <w:webHidden/>
          </w:rPr>
          <w:fldChar w:fldCharType="begin"/>
        </w:r>
        <w:r w:rsidR="000716EE" w:rsidRPr="000716EE">
          <w:rPr>
            <w:webHidden/>
          </w:rPr>
          <w:instrText xml:space="preserve"> PAGEREF _Toc160026710 \h </w:instrText>
        </w:r>
        <w:r w:rsidR="000716EE" w:rsidRPr="000716EE">
          <w:rPr>
            <w:webHidden/>
          </w:rPr>
        </w:r>
        <w:r w:rsidR="000716EE" w:rsidRPr="000716EE">
          <w:rPr>
            <w:webHidden/>
          </w:rPr>
          <w:fldChar w:fldCharType="separate"/>
        </w:r>
        <w:r>
          <w:rPr>
            <w:webHidden/>
          </w:rPr>
          <w:t>3-239</w:t>
        </w:r>
        <w:r w:rsidR="000716EE" w:rsidRPr="000716EE">
          <w:rPr>
            <w:webHidden/>
          </w:rPr>
          <w:fldChar w:fldCharType="end"/>
        </w:r>
      </w:hyperlink>
    </w:p>
    <w:p w14:paraId="65FB889E" w14:textId="73AFFDFE" w:rsidR="000716EE" w:rsidRPr="000716EE" w:rsidRDefault="00092E1C" w:rsidP="001235C5">
      <w:pPr>
        <w:pStyle w:val="TOC4"/>
        <w:rPr>
          <w:rFonts w:eastAsiaTheme="minorEastAsia"/>
          <w:snapToGrid/>
          <w:kern w:val="2"/>
          <w14:ligatures w14:val="standardContextual"/>
        </w:rPr>
      </w:pPr>
      <w:hyperlink w:anchor="_Toc160026711" w:history="1">
        <w:r w:rsidR="000716EE" w:rsidRPr="000716EE">
          <w:rPr>
            <w:rStyle w:val="Hyperlink"/>
            <w:bCs w:val="0"/>
            <w:sz w:val="20"/>
            <w:szCs w:val="20"/>
            <w:u w:val="none"/>
          </w:rPr>
          <w:t>3.14.1.16</w:t>
        </w:r>
        <w:r w:rsidR="000716EE" w:rsidRPr="000716EE">
          <w:rPr>
            <w:rFonts w:eastAsiaTheme="minorEastAsia"/>
            <w:snapToGrid/>
            <w:kern w:val="2"/>
            <w14:ligatures w14:val="standardContextual"/>
          </w:rPr>
          <w:tab/>
        </w:r>
        <w:r w:rsidR="000716EE" w:rsidRPr="000716EE">
          <w:rPr>
            <w:rStyle w:val="Hyperlink"/>
            <w:bCs w:val="0"/>
            <w:sz w:val="20"/>
            <w:szCs w:val="20"/>
            <w:u w:val="none"/>
          </w:rPr>
          <w:t>Reconciliation of Actual Eligible Costs</w:t>
        </w:r>
        <w:r w:rsidR="000716EE" w:rsidRPr="000716EE">
          <w:rPr>
            <w:webHidden/>
          </w:rPr>
          <w:tab/>
        </w:r>
        <w:r w:rsidR="000716EE" w:rsidRPr="000716EE">
          <w:rPr>
            <w:webHidden/>
          </w:rPr>
          <w:fldChar w:fldCharType="begin"/>
        </w:r>
        <w:r w:rsidR="000716EE" w:rsidRPr="000716EE">
          <w:rPr>
            <w:webHidden/>
          </w:rPr>
          <w:instrText xml:space="preserve"> PAGEREF _Toc160026711 \h </w:instrText>
        </w:r>
        <w:r w:rsidR="000716EE" w:rsidRPr="000716EE">
          <w:rPr>
            <w:webHidden/>
          </w:rPr>
        </w:r>
        <w:r w:rsidR="000716EE" w:rsidRPr="000716EE">
          <w:rPr>
            <w:webHidden/>
          </w:rPr>
          <w:fldChar w:fldCharType="separate"/>
        </w:r>
        <w:r>
          <w:rPr>
            <w:webHidden/>
          </w:rPr>
          <w:t>3-240</w:t>
        </w:r>
        <w:r w:rsidR="000716EE" w:rsidRPr="000716EE">
          <w:rPr>
            <w:webHidden/>
          </w:rPr>
          <w:fldChar w:fldCharType="end"/>
        </w:r>
      </w:hyperlink>
    </w:p>
    <w:p w14:paraId="7DB50171" w14:textId="05D2F570" w:rsidR="000716EE" w:rsidRPr="000716EE" w:rsidRDefault="00092E1C" w:rsidP="001235C5">
      <w:pPr>
        <w:pStyle w:val="TOC4"/>
        <w:rPr>
          <w:rFonts w:eastAsiaTheme="minorEastAsia"/>
          <w:snapToGrid/>
          <w:kern w:val="2"/>
          <w14:ligatures w14:val="standardContextual"/>
        </w:rPr>
      </w:pPr>
      <w:hyperlink w:anchor="_Toc160026712" w:history="1">
        <w:r w:rsidR="000716EE" w:rsidRPr="000716EE">
          <w:rPr>
            <w:rStyle w:val="Hyperlink"/>
            <w:bCs w:val="0"/>
            <w:sz w:val="20"/>
            <w:szCs w:val="20"/>
            <w:u w:val="none"/>
          </w:rPr>
          <w:t>3.14.1.17</w:t>
        </w:r>
        <w:r w:rsidR="000716EE" w:rsidRPr="000716EE">
          <w:rPr>
            <w:rFonts w:eastAsiaTheme="minorEastAsia"/>
            <w:snapToGrid/>
            <w:kern w:val="2"/>
            <w14:ligatures w14:val="standardContextual"/>
          </w:rPr>
          <w:tab/>
        </w:r>
        <w:r w:rsidR="000716EE" w:rsidRPr="000716EE">
          <w:rPr>
            <w:rStyle w:val="Hyperlink"/>
            <w:bCs w:val="0"/>
            <w:sz w:val="20"/>
            <w:szCs w:val="20"/>
            <w:u w:val="none"/>
          </w:rPr>
          <w:t>Incentive Factor</w:t>
        </w:r>
        <w:r w:rsidR="000716EE" w:rsidRPr="000716EE">
          <w:rPr>
            <w:webHidden/>
          </w:rPr>
          <w:tab/>
        </w:r>
        <w:r w:rsidR="000716EE" w:rsidRPr="000716EE">
          <w:rPr>
            <w:webHidden/>
          </w:rPr>
          <w:fldChar w:fldCharType="begin"/>
        </w:r>
        <w:r w:rsidR="000716EE" w:rsidRPr="000716EE">
          <w:rPr>
            <w:webHidden/>
          </w:rPr>
          <w:instrText xml:space="preserve"> PAGEREF _Toc160026712 \h </w:instrText>
        </w:r>
        <w:r w:rsidR="000716EE" w:rsidRPr="000716EE">
          <w:rPr>
            <w:webHidden/>
          </w:rPr>
        </w:r>
        <w:r w:rsidR="000716EE" w:rsidRPr="000716EE">
          <w:rPr>
            <w:webHidden/>
          </w:rPr>
          <w:fldChar w:fldCharType="separate"/>
        </w:r>
        <w:r>
          <w:rPr>
            <w:webHidden/>
          </w:rPr>
          <w:t>3-240</w:t>
        </w:r>
        <w:r w:rsidR="000716EE" w:rsidRPr="000716EE">
          <w:rPr>
            <w:webHidden/>
          </w:rPr>
          <w:fldChar w:fldCharType="end"/>
        </w:r>
      </w:hyperlink>
    </w:p>
    <w:p w14:paraId="24054968" w14:textId="405B99F0" w:rsidR="000716EE" w:rsidRPr="000716EE" w:rsidRDefault="00092E1C" w:rsidP="001235C5">
      <w:pPr>
        <w:pStyle w:val="TOC4"/>
        <w:rPr>
          <w:rFonts w:eastAsiaTheme="minorEastAsia"/>
          <w:snapToGrid/>
          <w:kern w:val="2"/>
          <w14:ligatures w14:val="standardContextual"/>
        </w:rPr>
      </w:pPr>
      <w:hyperlink w:anchor="_Toc160026713" w:history="1">
        <w:r w:rsidR="000716EE" w:rsidRPr="000716EE">
          <w:rPr>
            <w:rStyle w:val="Hyperlink"/>
            <w:bCs w:val="0"/>
            <w:sz w:val="20"/>
            <w:szCs w:val="20"/>
            <w:u w:val="none"/>
          </w:rPr>
          <w:t>3.14.1.18</w:t>
        </w:r>
        <w:r w:rsidR="000716EE" w:rsidRPr="000716EE">
          <w:rPr>
            <w:rFonts w:eastAsiaTheme="minorEastAsia"/>
            <w:snapToGrid/>
            <w:kern w:val="2"/>
            <w14:ligatures w14:val="standardContextual"/>
          </w:rPr>
          <w:tab/>
        </w:r>
        <w:r w:rsidR="000716EE" w:rsidRPr="000716EE">
          <w:rPr>
            <w:rStyle w:val="Hyperlink"/>
            <w:bCs w:val="0"/>
            <w:sz w:val="20"/>
            <w:szCs w:val="20"/>
            <w:u w:val="none"/>
          </w:rPr>
          <w:t>Major Equipment Modifications</w:t>
        </w:r>
        <w:r w:rsidR="000716EE" w:rsidRPr="000716EE">
          <w:rPr>
            <w:webHidden/>
          </w:rPr>
          <w:tab/>
        </w:r>
        <w:r w:rsidR="000716EE" w:rsidRPr="000716EE">
          <w:rPr>
            <w:webHidden/>
          </w:rPr>
          <w:fldChar w:fldCharType="begin"/>
        </w:r>
        <w:r w:rsidR="000716EE" w:rsidRPr="000716EE">
          <w:rPr>
            <w:webHidden/>
          </w:rPr>
          <w:instrText xml:space="preserve"> PAGEREF _Toc160026713 \h </w:instrText>
        </w:r>
        <w:r w:rsidR="000716EE" w:rsidRPr="000716EE">
          <w:rPr>
            <w:webHidden/>
          </w:rPr>
        </w:r>
        <w:r w:rsidR="000716EE" w:rsidRPr="000716EE">
          <w:rPr>
            <w:webHidden/>
          </w:rPr>
          <w:fldChar w:fldCharType="separate"/>
        </w:r>
        <w:r>
          <w:rPr>
            <w:webHidden/>
          </w:rPr>
          <w:t>3-241</w:t>
        </w:r>
        <w:r w:rsidR="000716EE" w:rsidRPr="000716EE">
          <w:rPr>
            <w:webHidden/>
          </w:rPr>
          <w:fldChar w:fldCharType="end"/>
        </w:r>
      </w:hyperlink>
    </w:p>
    <w:p w14:paraId="79DDF045" w14:textId="445A9B1A" w:rsidR="000716EE" w:rsidRPr="000716EE" w:rsidRDefault="00092E1C" w:rsidP="001235C5">
      <w:pPr>
        <w:pStyle w:val="TOC4"/>
        <w:rPr>
          <w:rFonts w:eastAsiaTheme="minorEastAsia"/>
          <w:snapToGrid/>
          <w:kern w:val="2"/>
          <w14:ligatures w14:val="standardContextual"/>
        </w:rPr>
      </w:pPr>
      <w:hyperlink w:anchor="_Toc160026714" w:history="1">
        <w:r w:rsidR="000716EE" w:rsidRPr="000716EE">
          <w:rPr>
            <w:rStyle w:val="Hyperlink"/>
            <w:bCs w:val="0"/>
            <w:sz w:val="20"/>
            <w:szCs w:val="20"/>
            <w:u w:val="none"/>
          </w:rPr>
          <w:t>3.14.1.19</w:t>
        </w:r>
        <w:r w:rsidR="000716EE" w:rsidRPr="000716EE">
          <w:rPr>
            <w:rFonts w:eastAsiaTheme="minorEastAsia"/>
            <w:snapToGrid/>
            <w:kern w:val="2"/>
            <w14:ligatures w14:val="standardContextual"/>
          </w:rPr>
          <w:tab/>
        </w:r>
        <w:r w:rsidR="000716EE" w:rsidRPr="000716EE">
          <w:rPr>
            <w:rStyle w:val="Hyperlink"/>
            <w:bCs w:val="0"/>
            <w:sz w:val="20"/>
            <w:szCs w:val="20"/>
            <w:u w:val="none"/>
          </w:rPr>
          <w:t>Charge for Contributed Capital Expenditures</w:t>
        </w:r>
        <w:r w:rsidR="000716EE" w:rsidRPr="000716EE">
          <w:rPr>
            <w:webHidden/>
          </w:rPr>
          <w:tab/>
        </w:r>
        <w:r w:rsidR="000716EE" w:rsidRPr="000716EE">
          <w:rPr>
            <w:webHidden/>
          </w:rPr>
          <w:fldChar w:fldCharType="begin"/>
        </w:r>
        <w:r w:rsidR="000716EE" w:rsidRPr="000716EE">
          <w:rPr>
            <w:webHidden/>
          </w:rPr>
          <w:instrText xml:space="preserve"> PAGEREF _Toc160026714 \h </w:instrText>
        </w:r>
        <w:r w:rsidR="000716EE" w:rsidRPr="000716EE">
          <w:rPr>
            <w:webHidden/>
          </w:rPr>
        </w:r>
        <w:r w:rsidR="000716EE" w:rsidRPr="000716EE">
          <w:rPr>
            <w:webHidden/>
          </w:rPr>
          <w:fldChar w:fldCharType="separate"/>
        </w:r>
        <w:r>
          <w:rPr>
            <w:webHidden/>
          </w:rPr>
          <w:t>3-241</w:t>
        </w:r>
        <w:r w:rsidR="000716EE" w:rsidRPr="000716EE">
          <w:rPr>
            <w:webHidden/>
          </w:rPr>
          <w:fldChar w:fldCharType="end"/>
        </w:r>
      </w:hyperlink>
    </w:p>
    <w:p w14:paraId="525790EF" w14:textId="0C23814C" w:rsidR="000716EE" w:rsidRPr="000716EE" w:rsidRDefault="00092E1C" w:rsidP="001235C5">
      <w:pPr>
        <w:pStyle w:val="TOC4"/>
        <w:rPr>
          <w:rFonts w:eastAsiaTheme="minorEastAsia"/>
          <w:snapToGrid/>
          <w:kern w:val="2"/>
          <w14:ligatures w14:val="standardContextual"/>
        </w:rPr>
      </w:pPr>
      <w:hyperlink w:anchor="_Toc160026715" w:history="1">
        <w:r w:rsidR="000716EE" w:rsidRPr="000716EE">
          <w:rPr>
            <w:rStyle w:val="Hyperlink"/>
            <w:bCs w:val="0"/>
            <w:sz w:val="20"/>
            <w:szCs w:val="20"/>
            <w:u w:val="none"/>
          </w:rPr>
          <w:t>3.14.1.20</w:t>
        </w:r>
        <w:r w:rsidR="000716EE" w:rsidRPr="000716EE">
          <w:rPr>
            <w:rFonts w:eastAsiaTheme="minorEastAsia"/>
            <w:snapToGrid/>
            <w:kern w:val="2"/>
            <w14:ligatures w14:val="standardContextual"/>
          </w:rPr>
          <w:tab/>
        </w:r>
        <w:r w:rsidR="000716EE" w:rsidRPr="000716EE">
          <w:rPr>
            <w:rStyle w:val="Hyperlink"/>
            <w:bCs w:val="0"/>
            <w:sz w:val="20"/>
            <w:szCs w:val="20"/>
            <w:u w:val="none"/>
          </w:rPr>
          <w:t>Budgeting Fuel Costs</w:t>
        </w:r>
        <w:r w:rsidR="000716EE" w:rsidRPr="000716EE">
          <w:rPr>
            <w:webHidden/>
          </w:rPr>
          <w:tab/>
        </w:r>
        <w:r w:rsidR="000716EE" w:rsidRPr="000716EE">
          <w:rPr>
            <w:webHidden/>
          </w:rPr>
          <w:fldChar w:fldCharType="begin"/>
        </w:r>
        <w:r w:rsidR="000716EE" w:rsidRPr="000716EE">
          <w:rPr>
            <w:webHidden/>
          </w:rPr>
          <w:instrText xml:space="preserve"> PAGEREF _Toc160026715 \h </w:instrText>
        </w:r>
        <w:r w:rsidR="000716EE" w:rsidRPr="000716EE">
          <w:rPr>
            <w:webHidden/>
          </w:rPr>
        </w:r>
        <w:r w:rsidR="000716EE" w:rsidRPr="000716EE">
          <w:rPr>
            <w:webHidden/>
          </w:rPr>
          <w:fldChar w:fldCharType="separate"/>
        </w:r>
        <w:r>
          <w:rPr>
            <w:webHidden/>
          </w:rPr>
          <w:t>3-243</w:t>
        </w:r>
        <w:r w:rsidR="000716EE" w:rsidRPr="000716EE">
          <w:rPr>
            <w:webHidden/>
          </w:rPr>
          <w:fldChar w:fldCharType="end"/>
        </w:r>
      </w:hyperlink>
    </w:p>
    <w:p w14:paraId="0460030F" w14:textId="52AA7416" w:rsidR="000716EE" w:rsidRPr="000716EE" w:rsidRDefault="00092E1C" w:rsidP="001235C5">
      <w:pPr>
        <w:pStyle w:val="TOC4"/>
        <w:rPr>
          <w:rFonts w:eastAsiaTheme="minorEastAsia"/>
          <w:snapToGrid/>
          <w:kern w:val="2"/>
          <w14:ligatures w14:val="standardContextual"/>
        </w:rPr>
      </w:pPr>
      <w:hyperlink w:anchor="_Toc160026716" w:history="1">
        <w:r w:rsidR="000716EE" w:rsidRPr="000716EE">
          <w:rPr>
            <w:rStyle w:val="Hyperlink"/>
            <w:bCs w:val="0"/>
            <w:sz w:val="20"/>
            <w:szCs w:val="20"/>
            <w:u w:val="none"/>
          </w:rPr>
          <w:t>3.14.1.21</w:t>
        </w:r>
        <w:r w:rsidR="000716EE" w:rsidRPr="000716EE">
          <w:rPr>
            <w:rFonts w:eastAsiaTheme="minorEastAsia"/>
            <w:snapToGrid/>
            <w:kern w:val="2"/>
            <w14:ligatures w14:val="standardContextual"/>
          </w:rPr>
          <w:tab/>
        </w:r>
        <w:r w:rsidR="000716EE" w:rsidRPr="000716EE">
          <w:rPr>
            <w:rStyle w:val="Hyperlink"/>
            <w:bCs w:val="0"/>
            <w:sz w:val="20"/>
            <w:szCs w:val="20"/>
            <w:u w:val="none"/>
          </w:rPr>
          <w:t>Reporting Actual Eligible Fuel Costs</w:t>
        </w:r>
        <w:r w:rsidR="000716EE" w:rsidRPr="000716EE">
          <w:rPr>
            <w:webHidden/>
          </w:rPr>
          <w:tab/>
        </w:r>
        <w:r w:rsidR="000716EE" w:rsidRPr="000716EE">
          <w:rPr>
            <w:webHidden/>
          </w:rPr>
          <w:fldChar w:fldCharType="begin"/>
        </w:r>
        <w:r w:rsidR="000716EE" w:rsidRPr="000716EE">
          <w:rPr>
            <w:webHidden/>
          </w:rPr>
          <w:instrText xml:space="preserve"> PAGEREF _Toc160026716 \h </w:instrText>
        </w:r>
        <w:r w:rsidR="000716EE" w:rsidRPr="000716EE">
          <w:rPr>
            <w:webHidden/>
          </w:rPr>
        </w:r>
        <w:r w:rsidR="000716EE" w:rsidRPr="000716EE">
          <w:rPr>
            <w:webHidden/>
          </w:rPr>
          <w:fldChar w:fldCharType="separate"/>
        </w:r>
        <w:r>
          <w:rPr>
            <w:webHidden/>
          </w:rPr>
          <w:t>3-243</w:t>
        </w:r>
        <w:r w:rsidR="000716EE" w:rsidRPr="000716EE">
          <w:rPr>
            <w:webHidden/>
          </w:rPr>
          <w:fldChar w:fldCharType="end"/>
        </w:r>
      </w:hyperlink>
    </w:p>
    <w:p w14:paraId="72620EF1" w14:textId="60753F6A" w:rsidR="000716EE" w:rsidRPr="000716EE" w:rsidRDefault="00092E1C">
      <w:pPr>
        <w:pStyle w:val="TOC3"/>
        <w:rPr>
          <w:rFonts w:eastAsiaTheme="minorEastAsia"/>
          <w:kern w:val="2"/>
          <w14:ligatures w14:val="standardContextual"/>
        </w:rPr>
      </w:pPr>
      <w:hyperlink w:anchor="_Toc160026717" w:history="1">
        <w:r w:rsidR="000716EE" w:rsidRPr="000716EE">
          <w:rPr>
            <w:rStyle w:val="Hyperlink"/>
            <w:u w:val="none"/>
          </w:rPr>
          <w:t>3.14.2</w:t>
        </w:r>
        <w:r w:rsidR="000716EE" w:rsidRPr="000716EE">
          <w:rPr>
            <w:rFonts w:eastAsiaTheme="minorEastAsia"/>
            <w:kern w:val="2"/>
            <w14:ligatures w14:val="standardContextual"/>
          </w:rPr>
          <w:tab/>
        </w:r>
        <w:r w:rsidR="000716EE" w:rsidRPr="000716EE">
          <w:rPr>
            <w:rStyle w:val="Hyperlink"/>
            <w:u w:val="none"/>
          </w:rPr>
          <w:t>Black Start</w:t>
        </w:r>
        <w:r w:rsidR="000716EE" w:rsidRPr="000716EE">
          <w:rPr>
            <w:webHidden/>
          </w:rPr>
          <w:tab/>
        </w:r>
        <w:r w:rsidR="000716EE" w:rsidRPr="000716EE">
          <w:rPr>
            <w:webHidden/>
          </w:rPr>
          <w:fldChar w:fldCharType="begin"/>
        </w:r>
        <w:r w:rsidR="000716EE" w:rsidRPr="000716EE">
          <w:rPr>
            <w:webHidden/>
          </w:rPr>
          <w:instrText xml:space="preserve"> PAGEREF _Toc160026717 \h </w:instrText>
        </w:r>
        <w:r w:rsidR="000716EE" w:rsidRPr="000716EE">
          <w:rPr>
            <w:webHidden/>
          </w:rPr>
        </w:r>
        <w:r w:rsidR="000716EE" w:rsidRPr="000716EE">
          <w:rPr>
            <w:webHidden/>
          </w:rPr>
          <w:fldChar w:fldCharType="separate"/>
        </w:r>
        <w:r>
          <w:rPr>
            <w:webHidden/>
          </w:rPr>
          <w:t>3-244</w:t>
        </w:r>
        <w:r w:rsidR="000716EE" w:rsidRPr="000716EE">
          <w:rPr>
            <w:webHidden/>
          </w:rPr>
          <w:fldChar w:fldCharType="end"/>
        </w:r>
      </w:hyperlink>
    </w:p>
    <w:p w14:paraId="36E4321B" w14:textId="5189DD18" w:rsidR="000716EE" w:rsidRPr="000716EE" w:rsidRDefault="00092E1C">
      <w:pPr>
        <w:pStyle w:val="TOC3"/>
        <w:rPr>
          <w:rFonts w:eastAsiaTheme="minorEastAsia"/>
          <w:kern w:val="2"/>
          <w14:ligatures w14:val="standardContextual"/>
        </w:rPr>
      </w:pPr>
      <w:hyperlink w:anchor="_Toc160026718" w:history="1">
        <w:r w:rsidR="000716EE" w:rsidRPr="000716EE">
          <w:rPr>
            <w:rStyle w:val="Hyperlink"/>
            <w:u w:val="none"/>
          </w:rPr>
          <w:t>3.14.3</w:t>
        </w:r>
        <w:r w:rsidR="000716EE" w:rsidRPr="000716EE">
          <w:rPr>
            <w:rFonts w:eastAsiaTheme="minorEastAsia"/>
            <w:kern w:val="2"/>
            <w14:ligatures w14:val="standardContextual"/>
          </w:rPr>
          <w:tab/>
        </w:r>
        <w:r w:rsidR="000716EE" w:rsidRPr="000716EE">
          <w:rPr>
            <w:rStyle w:val="Hyperlink"/>
            <w:u w:val="none"/>
          </w:rPr>
          <w:t>Emergency Response Service</w:t>
        </w:r>
        <w:r w:rsidR="000716EE" w:rsidRPr="000716EE">
          <w:rPr>
            <w:webHidden/>
          </w:rPr>
          <w:tab/>
        </w:r>
        <w:r w:rsidR="000716EE" w:rsidRPr="000716EE">
          <w:rPr>
            <w:webHidden/>
          </w:rPr>
          <w:fldChar w:fldCharType="begin"/>
        </w:r>
        <w:r w:rsidR="000716EE" w:rsidRPr="000716EE">
          <w:rPr>
            <w:webHidden/>
          </w:rPr>
          <w:instrText xml:space="preserve"> PAGEREF _Toc160026718 \h </w:instrText>
        </w:r>
        <w:r w:rsidR="000716EE" w:rsidRPr="000716EE">
          <w:rPr>
            <w:webHidden/>
          </w:rPr>
        </w:r>
        <w:r w:rsidR="000716EE" w:rsidRPr="000716EE">
          <w:rPr>
            <w:webHidden/>
          </w:rPr>
          <w:fldChar w:fldCharType="separate"/>
        </w:r>
        <w:r>
          <w:rPr>
            <w:webHidden/>
          </w:rPr>
          <w:t>3-247</w:t>
        </w:r>
        <w:r w:rsidR="000716EE" w:rsidRPr="000716EE">
          <w:rPr>
            <w:webHidden/>
          </w:rPr>
          <w:fldChar w:fldCharType="end"/>
        </w:r>
      </w:hyperlink>
    </w:p>
    <w:p w14:paraId="6B6307B4" w14:textId="2BD4E7F0" w:rsidR="000716EE" w:rsidRPr="000716EE" w:rsidRDefault="00092E1C" w:rsidP="001235C5">
      <w:pPr>
        <w:pStyle w:val="TOC4"/>
        <w:rPr>
          <w:rFonts w:eastAsiaTheme="minorEastAsia"/>
          <w:snapToGrid/>
          <w:kern w:val="2"/>
          <w14:ligatures w14:val="standardContextual"/>
        </w:rPr>
      </w:pPr>
      <w:hyperlink w:anchor="_Toc160026719" w:history="1">
        <w:r w:rsidR="000716EE" w:rsidRPr="000716EE">
          <w:rPr>
            <w:rStyle w:val="Hyperlink"/>
            <w:bCs w:val="0"/>
            <w:sz w:val="20"/>
            <w:szCs w:val="20"/>
            <w:u w:val="none"/>
          </w:rPr>
          <w:t>3.14.3.1</w:t>
        </w:r>
        <w:r w:rsidR="000716EE" w:rsidRPr="000716EE">
          <w:rPr>
            <w:rFonts w:eastAsiaTheme="minorEastAsia"/>
            <w:snapToGrid/>
            <w:kern w:val="2"/>
            <w14:ligatures w14:val="standardContextual"/>
          </w:rPr>
          <w:tab/>
        </w:r>
        <w:r w:rsidR="000716EE" w:rsidRPr="000716EE">
          <w:rPr>
            <w:rStyle w:val="Hyperlink"/>
            <w:bCs w:val="0"/>
            <w:sz w:val="20"/>
            <w:szCs w:val="20"/>
            <w:u w:val="none"/>
          </w:rPr>
          <w:t>Emergency Response Service Procurement</w:t>
        </w:r>
        <w:r w:rsidR="000716EE" w:rsidRPr="000716EE">
          <w:rPr>
            <w:webHidden/>
          </w:rPr>
          <w:tab/>
        </w:r>
        <w:r w:rsidR="000716EE" w:rsidRPr="000716EE">
          <w:rPr>
            <w:webHidden/>
          </w:rPr>
          <w:fldChar w:fldCharType="begin"/>
        </w:r>
        <w:r w:rsidR="000716EE" w:rsidRPr="000716EE">
          <w:rPr>
            <w:webHidden/>
          </w:rPr>
          <w:instrText xml:space="preserve"> PAGEREF _Toc160026719 \h </w:instrText>
        </w:r>
        <w:r w:rsidR="000716EE" w:rsidRPr="000716EE">
          <w:rPr>
            <w:webHidden/>
          </w:rPr>
        </w:r>
        <w:r w:rsidR="000716EE" w:rsidRPr="000716EE">
          <w:rPr>
            <w:webHidden/>
          </w:rPr>
          <w:fldChar w:fldCharType="separate"/>
        </w:r>
        <w:r>
          <w:rPr>
            <w:webHidden/>
          </w:rPr>
          <w:t>3-247</w:t>
        </w:r>
        <w:r w:rsidR="000716EE" w:rsidRPr="000716EE">
          <w:rPr>
            <w:webHidden/>
          </w:rPr>
          <w:fldChar w:fldCharType="end"/>
        </w:r>
      </w:hyperlink>
    </w:p>
    <w:p w14:paraId="512B72AF" w14:textId="027ED124" w:rsidR="000716EE" w:rsidRPr="000716EE" w:rsidRDefault="00092E1C" w:rsidP="001235C5">
      <w:pPr>
        <w:pStyle w:val="TOC4"/>
        <w:rPr>
          <w:rFonts w:eastAsiaTheme="minorEastAsia"/>
          <w:snapToGrid/>
          <w:kern w:val="2"/>
          <w14:ligatures w14:val="standardContextual"/>
        </w:rPr>
      </w:pPr>
      <w:hyperlink w:anchor="_Toc160026720" w:history="1">
        <w:r w:rsidR="000716EE" w:rsidRPr="000716EE">
          <w:rPr>
            <w:rStyle w:val="Hyperlink"/>
            <w:bCs w:val="0"/>
            <w:sz w:val="20"/>
            <w:szCs w:val="20"/>
            <w:u w:val="none"/>
          </w:rPr>
          <w:t>3.14.3.2</w:t>
        </w:r>
        <w:r w:rsidR="000716EE" w:rsidRPr="000716EE">
          <w:rPr>
            <w:rFonts w:eastAsiaTheme="minorEastAsia"/>
            <w:snapToGrid/>
            <w:kern w:val="2"/>
            <w14:ligatures w14:val="standardContextual"/>
          </w:rPr>
          <w:tab/>
        </w:r>
        <w:r w:rsidR="000716EE" w:rsidRPr="000716EE">
          <w:rPr>
            <w:rStyle w:val="Hyperlink"/>
            <w:bCs w:val="0"/>
            <w:sz w:val="20"/>
            <w:szCs w:val="20"/>
            <w:u w:val="none"/>
          </w:rPr>
          <w:t>Emergency Response Service Self-Provision</w:t>
        </w:r>
        <w:r w:rsidR="000716EE" w:rsidRPr="000716EE">
          <w:rPr>
            <w:webHidden/>
          </w:rPr>
          <w:tab/>
        </w:r>
        <w:r w:rsidR="000716EE" w:rsidRPr="000716EE">
          <w:rPr>
            <w:webHidden/>
          </w:rPr>
          <w:fldChar w:fldCharType="begin"/>
        </w:r>
        <w:r w:rsidR="000716EE" w:rsidRPr="000716EE">
          <w:rPr>
            <w:webHidden/>
          </w:rPr>
          <w:instrText xml:space="preserve"> PAGEREF _Toc160026720 \h </w:instrText>
        </w:r>
        <w:r w:rsidR="000716EE" w:rsidRPr="000716EE">
          <w:rPr>
            <w:webHidden/>
          </w:rPr>
        </w:r>
        <w:r w:rsidR="000716EE" w:rsidRPr="000716EE">
          <w:rPr>
            <w:webHidden/>
          </w:rPr>
          <w:fldChar w:fldCharType="separate"/>
        </w:r>
        <w:r>
          <w:rPr>
            <w:webHidden/>
          </w:rPr>
          <w:t>3-254</w:t>
        </w:r>
        <w:r w:rsidR="000716EE" w:rsidRPr="000716EE">
          <w:rPr>
            <w:webHidden/>
          </w:rPr>
          <w:fldChar w:fldCharType="end"/>
        </w:r>
      </w:hyperlink>
    </w:p>
    <w:p w14:paraId="0ADB8BCE" w14:textId="31C998D1" w:rsidR="000716EE" w:rsidRPr="000716EE" w:rsidRDefault="00092E1C" w:rsidP="001235C5">
      <w:pPr>
        <w:pStyle w:val="TOC4"/>
        <w:rPr>
          <w:rFonts w:eastAsiaTheme="minorEastAsia"/>
          <w:snapToGrid/>
          <w:kern w:val="2"/>
          <w14:ligatures w14:val="standardContextual"/>
        </w:rPr>
      </w:pPr>
      <w:hyperlink w:anchor="_Toc160026721" w:history="1">
        <w:r w:rsidR="000716EE" w:rsidRPr="000716EE">
          <w:rPr>
            <w:rStyle w:val="Hyperlink"/>
            <w:bCs w:val="0"/>
            <w:sz w:val="20"/>
            <w:szCs w:val="20"/>
            <w:u w:val="none"/>
          </w:rPr>
          <w:t>3.14.3.3</w:t>
        </w:r>
        <w:r w:rsidR="000716EE" w:rsidRPr="000716EE">
          <w:rPr>
            <w:rFonts w:eastAsiaTheme="minorEastAsia"/>
            <w:snapToGrid/>
            <w:kern w:val="2"/>
            <w14:ligatures w14:val="standardContextual"/>
          </w:rPr>
          <w:tab/>
        </w:r>
        <w:r w:rsidR="000716EE" w:rsidRPr="000716EE">
          <w:rPr>
            <w:rStyle w:val="Hyperlink"/>
            <w:bCs w:val="0"/>
            <w:sz w:val="20"/>
            <w:szCs w:val="20"/>
            <w:u w:val="none"/>
          </w:rPr>
          <w:t>Emergency Response Service Provision and Technical Requirements</w:t>
        </w:r>
        <w:r w:rsidR="000716EE" w:rsidRPr="000716EE">
          <w:rPr>
            <w:webHidden/>
          </w:rPr>
          <w:tab/>
        </w:r>
        <w:r w:rsidR="000716EE" w:rsidRPr="000716EE">
          <w:rPr>
            <w:webHidden/>
          </w:rPr>
          <w:fldChar w:fldCharType="begin"/>
        </w:r>
        <w:r w:rsidR="000716EE" w:rsidRPr="000716EE">
          <w:rPr>
            <w:webHidden/>
          </w:rPr>
          <w:instrText xml:space="preserve"> PAGEREF _Toc160026721 \h </w:instrText>
        </w:r>
        <w:r w:rsidR="000716EE" w:rsidRPr="000716EE">
          <w:rPr>
            <w:webHidden/>
          </w:rPr>
        </w:r>
        <w:r w:rsidR="000716EE" w:rsidRPr="000716EE">
          <w:rPr>
            <w:webHidden/>
          </w:rPr>
          <w:fldChar w:fldCharType="separate"/>
        </w:r>
        <w:r>
          <w:rPr>
            <w:webHidden/>
          </w:rPr>
          <w:t>3-255</w:t>
        </w:r>
        <w:r w:rsidR="000716EE" w:rsidRPr="000716EE">
          <w:rPr>
            <w:webHidden/>
          </w:rPr>
          <w:fldChar w:fldCharType="end"/>
        </w:r>
      </w:hyperlink>
    </w:p>
    <w:p w14:paraId="238F045A" w14:textId="165372CD" w:rsidR="000716EE" w:rsidRPr="000716EE" w:rsidRDefault="00092E1C" w:rsidP="001235C5">
      <w:pPr>
        <w:pStyle w:val="TOC4"/>
        <w:rPr>
          <w:rFonts w:eastAsiaTheme="minorEastAsia"/>
          <w:snapToGrid/>
          <w:kern w:val="2"/>
          <w14:ligatures w14:val="standardContextual"/>
        </w:rPr>
      </w:pPr>
      <w:hyperlink w:anchor="_Toc160026722" w:history="1">
        <w:r w:rsidR="000716EE" w:rsidRPr="000716EE">
          <w:rPr>
            <w:rStyle w:val="Hyperlink"/>
            <w:bCs w:val="0"/>
            <w:sz w:val="20"/>
            <w:szCs w:val="20"/>
            <w:u w:val="none"/>
          </w:rPr>
          <w:t>3.14.3.4</w:t>
        </w:r>
        <w:r w:rsidR="000716EE" w:rsidRPr="000716EE">
          <w:rPr>
            <w:rFonts w:eastAsiaTheme="minorEastAsia"/>
            <w:snapToGrid/>
            <w:kern w:val="2"/>
            <w14:ligatures w14:val="standardContextual"/>
          </w:rPr>
          <w:tab/>
        </w:r>
        <w:r w:rsidR="000716EE" w:rsidRPr="000716EE">
          <w:rPr>
            <w:rStyle w:val="Hyperlink"/>
            <w:bCs w:val="0"/>
            <w:sz w:val="20"/>
            <w:szCs w:val="20"/>
            <w:u w:val="none"/>
          </w:rPr>
          <w:t>Emergency Response Service Reporting and Market Communications</w:t>
        </w:r>
        <w:r w:rsidR="000716EE" w:rsidRPr="000716EE">
          <w:rPr>
            <w:webHidden/>
          </w:rPr>
          <w:tab/>
        </w:r>
        <w:r w:rsidR="000716EE" w:rsidRPr="000716EE">
          <w:rPr>
            <w:webHidden/>
          </w:rPr>
          <w:fldChar w:fldCharType="begin"/>
        </w:r>
        <w:r w:rsidR="000716EE" w:rsidRPr="000716EE">
          <w:rPr>
            <w:webHidden/>
          </w:rPr>
          <w:instrText xml:space="preserve"> PAGEREF _Toc160026722 \h </w:instrText>
        </w:r>
        <w:r w:rsidR="000716EE" w:rsidRPr="000716EE">
          <w:rPr>
            <w:webHidden/>
          </w:rPr>
        </w:r>
        <w:r w:rsidR="000716EE" w:rsidRPr="000716EE">
          <w:rPr>
            <w:webHidden/>
          </w:rPr>
          <w:fldChar w:fldCharType="separate"/>
        </w:r>
        <w:r>
          <w:rPr>
            <w:webHidden/>
          </w:rPr>
          <w:t>3-257</w:t>
        </w:r>
        <w:r w:rsidR="000716EE" w:rsidRPr="000716EE">
          <w:rPr>
            <w:webHidden/>
          </w:rPr>
          <w:fldChar w:fldCharType="end"/>
        </w:r>
      </w:hyperlink>
    </w:p>
    <w:p w14:paraId="40A6B21C" w14:textId="5E42E42A" w:rsidR="000716EE" w:rsidRPr="000716EE" w:rsidRDefault="00092E1C">
      <w:pPr>
        <w:pStyle w:val="TOC3"/>
        <w:rPr>
          <w:rFonts w:eastAsiaTheme="minorEastAsia"/>
          <w:kern w:val="2"/>
          <w14:ligatures w14:val="standardContextual"/>
        </w:rPr>
      </w:pPr>
      <w:hyperlink w:anchor="_Toc160026723" w:history="1">
        <w:r w:rsidR="000716EE" w:rsidRPr="000716EE">
          <w:rPr>
            <w:rStyle w:val="Hyperlink"/>
            <w:u w:val="none"/>
          </w:rPr>
          <w:t>3.14.4</w:t>
        </w:r>
        <w:r w:rsidR="000716EE" w:rsidRPr="000716EE">
          <w:rPr>
            <w:rFonts w:eastAsiaTheme="minorEastAsia"/>
            <w:kern w:val="2"/>
            <w14:ligatures w14:val="standardContextual"/>
          </w:rPr>
          <w:tab/>
        </w:r>
        <w:r w:rsidR="000716EE" w:rsidRPr="000716EE">
          <w:rPr>
            <w:rStyle w:val="Hyperlink"/>
            <w:u w:val="none"/>
          </w:rPr>
          <w:t>Must-Run Alternative Service</w:t>
        </w:r>
        <w:r w:rsidR="000716EE" w:rsidRPr="000716EE">
          <w:rPr>
            <w:webHidden/>
          </w:rPr>
          <w:tab/>
        </w:r>
        <w:r w:rsidR="000716EE" w:rsidRPr="000716EE">
          <w:rPr>
            <w:webHidden/>
          </w:rPr>
          <w:fldChar w:fldCharType="begin"/>
        </w:r>
        <w:r w:rsidR="000716EE" w:rsidRPr="000716EE">
          <w:rPr>
            <w:webHidden/>
          </w:rPr>
          <w:instrText xml:space="preserve"> PAGEREF _Toc160026723 \h </w:instrText>
        </w:r>
        <w:r w:rsidR="000716EE" w:rsidRPr="000716EE">
          <w:rPr>
            <w:webHidden/>
          </w:rPr>
        </w:r>
        <w:r w:rsidR="000716EE" w:rsidRPr="000716EE">
          <w:rPr>
            <w:webHidden/>
          </w:rPr>
          <w:fldChar w:fldCharType="separate"/>
        </w:r>
        <w:r>
          <w:rPr>
            <w:webHidden/>
          </w:rPr>
          <w:t>3-259</w:t>
        </w:r>
        <w:r w:rsidR="000716EE" w:rsidRPr="000716EE">
          <w:rPr>
            <w:webHidden/>
          </w:rPr>
          <w:fldChar w:fldCharType="end"/>
        </w:r>
      </w:hyperlink>
    </w:p>
    <w:p w14:paraId="560BA59A" w14:textId="64FFCF56" w:rsidR="000716EE" w:rsidRPr="000716EE" w:rsidRDefault="00092E1C" w:rsidP="001235C5">
      <w:pPr>
        <w:pStyle w:val="TOC4"/>
        <w:rPr>
          <w:rFonts w:eastAsiaTheme="minorEastAsia"/>
          <w:snapToGrid/>
          <w:kern w:val="2"/>
          <w14:ligatures w14:val="standardContextual"/>
        </w:rPr>
      </w:pPr>
      <w:hyperlink w:anchor="_Toc160026724" w:history="1">
        <w:r w:rsidR="000716EE" w:rsidRPr="000716EE">
          <w:rPr>
            <w:rStyle w:val="Hyperlink"/>
            <w:bCs w:val="0"/>
            <w:sz w:val="20"/>
            <w:szCs w:val="20"/>
            <w:u w:val="none"/>
          </w:rPr>
          <w:t>3.14.4.1</w:t>
        </w:r>
        <w:r w:rsidR="000716EE" w:rsidRPr="000716EE">
          <w:rPr>
            <w:rFonts w:eastAsiaTheme="minorEastAsia"/>
            <w:snapToGrid/>
            <w:kern w:val="2"/>
            <w14:ligatures w14:val="standardContextual"/>
          </w:rPr>
          <w:tab/>
        </w:r>
        <w:r w:rsidR="000716EE" w:rsidRPr="000716EE">
          <w:rPr>
            <w:rStyle w:val="Hyperlink"/>
            <w:bCs w:val="0"/>
            <w:sz w:val="20"/>
            <w:szCs w:val="20"/>
            <w:u w:val="none"/>
          </w:rPr>
          <w:t>Overview and Description of MRAs</w:t>
        </w:r>
        <w:r w:rsidR="000716EE" w:rsidRPr="000716EE">
          <w:rPr>
            <w:webHidden/>
          </w:rPr>
          <w:tab/>
        </w:r>
        <w:r w:rsidR="000716EE" w:rsidRPr="000716EE">
          <w:rPr>
            <w:webHidden/>
          </w:rPr>
          <w:fldChar w:fldCharType="begin"/>
        </w:r>
        <w:r w:rsidR="000716EE" w:rsidRPr="000716EE">
          <w:rPr>
            <w:webHidden/>
          </w:rPr>
          <w:instrText xml:space="preserve"> PAGEREF _Toc160026724 \h </w:instrText>
        </w:r>
        <w:r w:rsidR="000716EE" w:rsidRPr="000716EE">
          <w:rPr>
            <w:webHidden/>
          </w:rPr>
        </w:r>
        <w:r w:rsidR="000716EE" w:rsidRPr="000716EE">
          <w:rPr>
            <w:webHidden/>
          </w:rPr>
          <w:fldChar w:fldCharType="separate"/>
        </w:r>
        <w:r>
          <w:rPr>
            <w:webHidden/>
          </w:rPr>
          <w:t>3-259</w:t>
        </w:r>
        <w:r w:rsidR="000716EE" w:rsidRPr="000716EE">
          <w:rPr>
            <w:webHidden/>
          </w:rPr>
          <w:fldChar w:fldCharType="end"/>
        </w:r>
      </w:hyperlink>
    </w:p>
    <w:p w14:paraId="17DCDF16" w14:textId="08B2B2DA" w:rsidR="000716EE" w:rsidRPr="000716EE" w:rsidRDefault="00092E1C" w:rsidP="001235C5">
      <w:pPr>
        <w:pStyle w:val="TOC4"/>
        <w:rPr>
          <w:rFonts w:eastAsiaTheme="minorEastAsia"/>
          <w:snapToGrid/>
          <w:kern w:val="2"/>
          <w14:ligatures w14:val="standardContextual"/>
        </w:rPr>
      </w:pPr>
      <w:hyperlink w:anchor="_Toc160026725" w:history="1">
        <w:r w:rsidR="000716EE" w:rsidRPr="000716EE">
          <w:rPr>
            <w:rStyle w:val="Hyperlink"/>
            <w:bCs w:val="0"/>
            <w:sz w:val="20"/>
            <w:szCs w:val="20"/>
            <w:u w:val="none"/>
          </w:rPr>
          <w:t>3.14.4.2</w:t>
        </w:r>
        <w:r w:rsidR="000716EE" w:rsidRPr="000716EE">
          <w:rPr>
            <w:rFonts w:eastAsiaTheme="minorEastAsia"/>
            <w:snapToGrid/>
            <w:kern w:val="2"/>
            <w14:ligatures w14:val="standardContextual"/>
          </w:rPr>
          <w:tab/>
        </w:r>
        <w:r w:rsidR="000716EE" w:rsidRPr="000716EE">
          <w:rPr>
            <w:rStyle w:val="Hyperlink"/>
            <w:bCs w:val="0"/>
            <w:sz w:val="20"/>
            <w:szCs w:val="20"/>
            <w:u w:val="none"/>
          </w:rPr>
          <w:t>Preliminary Review of Prospective Demand Response MRAs</w:t>
        </w:r>
        <w:r w:rsidR="000716EE" w:rsidRPr="000716EE">
          <w:rPr>
            <w:webHidden/>
          </w:rPr>
          <w:tab/>
        </w:r>
        <w:r w:rsidR="000716EE" w:rsidRPr="000716EE">
          <w:rPr>
            <w:webHidden/>
          </w:rPr>
          <w:fldChar w:fldCharType="begin"/>
        </w:r>
        <w:r w:rsidR="000716EE" w:rsidRPr="000716EE">
          <w:rPr>
            <w:webHidden/>
          </w:rPr>
          <w:instrText xml:space="preserve"> PAGEREF _Toc160026725 \h </w:instrText>
        </w:r>
        <w:r w:rsidR="000716EE" w:rsidRPr="000716EE">
          <w:rPr>
            <w:webHidden/>
          </w:rPr>
        </w:r>
        <w:r w:rsidR="000716EE" w:rsidRPr="000716EE">
          <w:rPr>
            <w:webHidden/>
          </w:rPr>
          <w:fldChar w:fldCharType="separate"/>
        </w:r>
        <w:r>
          <w:rPr>
            <w:webHidden/>
          </w:rPr>
          <w:t>3-263</w:t>
        </w:r>
        <w:r w:rsidR="000716EE" w:rsidRPr="000716EE">
          <w:rPr>
            <w:webHidden/>
          </w:rPr>
          <w:fldChar w:fldCharType="end"/>
        </w:r>
      </w:hyperlink>
    </w:p>
    <w:p w14:paraId="0F67162D" w14:textId="7994635D" w:rsidR="000716EE" w:rsidRPr="000716EE" w:rsidRDefault="00092E1C" w:rsidP="001235C5">
      <w:pPr>
        <w:pStyle w:val="TOC4"/>
        <w:rPr>
          <w:rFonts w:eastAsiaTheme="minorEastAsia"/>
          <w:snapToGrid/>
          <w:kern w:val="2"/>
          <w14:ligatures w14:val="standardContextual"/>
        </w:rPr>
      </w:pPr>
      <w:hyperlink w:anchor="_Toc160026726" w:history="1">
        <w:r w:rsidR="000716EE" w:rsidRPr="000716EE">
          <w:rPr>
            <w:rStyle w:val="Hyperlink"/>
            <w:bCs w:val="0"/>
            <w:sz w:val="20"/>
            <w:szCs w:val="20"/>
            <w:u w:val="none"/>
          </w:rPr>
          <w:t>3.14.4.3</w:t>
        </w:r>
        <w:r w:rsidR="000716EE" w:rsidRPr="000716EE">
          <w:rPr>
            <w:rFonts w:eastAsiaTheme="minorEastAsia"/>
            <w:snapToGrid/>
            <w:kern w:val="2"/>
            <w14:ligatures w14:val="standardContextual"/>
          </w:rPr>
          <w:tab/>
        </w:r>
        <w:r w:rsidR="000716EE" w:rsidRPr="000716EE">
          <w:rPr>
            <w:rStyle w:val="Hyperlink"/>
            <w:bCs w:val="0"/>
            <w:sz w:val="20"/>
            <w:szCs w:val="20"/>
            <w:u w:val="none"/>
          </w:rPr>
          <w:t>MRA Substitution</w:t>
        </w:r>
        <w:r w:rsidR="000716EE" w:rsidRPr="000716EE">
          <w:rPr>
            <w:webHidden/>
          </w:rPr>
          <w:tab/>
        </w:r>
        <w:r w:rsidR="000716EE" w:rsidRPr="000716EE">
          <w:rPr>
            <w:webHidden/>
          </w:rPr>
          <w:fldChar w:fldCharType="begin"/>
        </w:r>
        <w:r w:rsidR="000716EE" w:rsidRPr="000716EE">
          <w:rPr>
            <w:webHidden/>
          </w:rPr>
          <w:instrText xml:space="preserve"> PAGEREF _Toc160026726 \h </w:instrText>
        </w:r>
        <w:r w:rsidR="000716EE" w:rsidRPr="000716EE">
          <w:rPr>
            <w:webHidden/>
          </w:rPr>
        </w:r>
        <w:r w:rsidR="000716EE" w:rsidRPr="000716EE">
          <w:rPr>
            <w:webHidden/>
          </w:rPr>
          <w:fldChar w:fldCharType="separate"/>
        </w:r>
        <w:r>
          <w:rPr>
            <w:webHidden/>
          </w:rPr>
          <w:t>3-263</w:t>
        </w:r>
        <w:r w:rsidR="000716EE" w:rsidRPr="000716EE">
          <w:rPr>
            <w:webHidden/>
          </w:rPr>
          <w:fldChar w:fldCharType="end"/>
        </w:r>
      </w:hyperlink>
    </w:p>
    <w:p w14:paraId="00CA8542" w14:textId="3F6D9FC5" w:rsidR="000716EE" w:rsidRPr="000716EE" w:rsidRDefault="00092E1C" w:rsidP="001235C5">
      <w:pPr>
        <w:pStyle w:val="TOC4"/>
        <w:rPr>
          <w:rFonts w:eastAsiaTheme="minorEastAsia"/>
          <w:snapToGrid/>
          <w:kern w:val="2"/>
          <w14:ligatures w14:val="standardContextual"/>
        </w:rPr>
      </w:pPr>
      <w:hyperlink w:anchor="_Toc160026727" w:history="1">
        <w:r w:rsidR="000716EE" w:rsidRPr="000716EE">
          <w:rPr>
            <w:rStyle w:val="Hyperlink"/>
            <w:bCs w:val="0"/>
            <w:sz w:val="20"/>
            <w:szCs w:val="20"/>
            <w:u w:val="none"/>
          </w:rPr>
          <w:t>3.14.4.4</w:t>
        </w:r>
        <w:r w:rsidR="000716EE" w:rsidRPr="000716EE">
          <w:rPr>
            <w:rFonts w:eastAsiaTheme="minorEastAsia"/>
            <w:snapToGrid/>
            <w:kern w:val="2"/>
            <w14:ligatures w14:val="standardContextual"/>
          </w:rPr>
          <w:tab/>
        </w:r>
        <w:r w:rsidR="000716EE" w:rsidRPr="000716EE">
          <w:rPr>
            <w:rStyle w:val="Hyperlink"/>
            <w:bCs w:val="0"/>
            <w:sz w:val="20"/>
            <w:szCs w:val="20"/>
            <w:u w:val="none"/>
          </w:rPr>
          <w:t>Commitment and Dispatch</w:t>
        </w:r>
        <w:r w:rsidR="000716EE" w:rsidRPr="000716EE">
          <w:rPr>
            <w:webHidden/>
          </w:rPr>
          <w:tab/>
        </w:r>
        <w:r w:rsidR="000716EE" w:rsidRPr="000716EE">
          <w:rPr>
            <w:webHidden/>
          </w:rPr>
          <w:fldChar w:fldCharType="begin"/>
        </w:r>
        <w:r w:rsidR="000716EE" w:rsidRPr="000716EE">
          <w:rPr>
            <w:webHidden/>
          </w:rPr>
          <w:instrText xml:space="preserve"> PAGEREF _Toc160026727 \h </w:instrText>
        </w:r>
        <w:r w:rsidR="000716EE" w:rsidRPr="000716EE">
          <w:rPr>
            <w:webHidden/>
          </w:rPr>
        </w:r>
        <w:r w:rsidR="000716EE" w:rsidRPr="000716EE">
          <w:rPr>
            <w:webHidden/>
          </w:rPr>
          <w:fldChar w:fldCharType="separate"/>
        </w:r>
        <w:r>
          <w:rPr>
            <w:webHidden/>
          </w:rPr>
          <w:t>3-264</w:t>
        </w:r>
        <w:r w:rsidR="000716EE" w:rsidRPr="000716EE">
          <w:rPr>
            <w:webHidden/>
          </w:rPr>
          <w:fldChar w:fldCharType="end"/>
        </w:r>
      </w:hyperlink>
    </w:p>
    <w:p w14:paraId="7466DE56" w14:textId="17F4B5A5" w:rsidR="000716EE" w:rsidRPr="000716EE" w:rsidRDefault="00092E1C" w:rsidP="001235C5">
      <w:pPr>
        <w:pStyle w:val="TOC4"/>
        <w:rPr>
          <w:rFonts w:eastAsiaTheme="minorEastAsia"/>
          <w:snapToGrid/>
          <w:kern w:val="2"/>
          <w14:ligatures w14:val="standardContextual"/>
        </w:rPr>
      </w:pPr>
      <w:hyperlink w:anchor="_Toc160026728" w:history="1">
        <w:r w:rsidR="000716EE" w:rsidRPr="000716EE">
          <w:rPr>
            <w:rStyle w:val="Hyperlink"/>
            <w:bCs w:val="0"/>
            <w:sz w:val="20"/>
            <w:szCs w:val="20"/>
            <w:u w:val="none"/>
          </w:rPr>
          <w:t>3.14.4.5</w:t>
        </w:r>
        <w:r w:rsidR="000716EE" w:rsidRPr="000716EE">
          <w:rPr>
            <w:rFonts w:eastAsiaTheme="minorEastAsia"/>
            <w:snapToGrid/>
            <w:kern w:val="2"/>
            <w14:ligatures w14:val="standardContextual"/>
          </w:rPr>
          <w:tab/>
        </w:r>
        <w:r w:rsidR="000716EE" w:rsidRPr="000716EE">
          <w:rPr>
            <w:rStyle w:val="Hyperlink"/>
            <w:bCs w:val="0"/>
            <w:sz w:val="20"/>
            <w:szCs w:val="20"/>
            <w:u w:val="none"/>
          </w:rPr>
          <w:t>Standards for Generation Resource MRAs</w:t>
        </w:r>
        <w:r w:rsidR="000716EE" w:rsidRPr="000716EE">
          <w:rPr>
            <w:webHidden/>
          </w:rPr>
          <w:tab/>
        </w:r>
        <w:r w:rsidR="000716EE" w:rsidRPr="000716EE">
          <w:rPr>
            <w:webHidden/>
          </w:rPr>
          <w:fldChar w:fldCharType="begin"/>
        </w:r>
        <w:r w:rsidR="000716EE" w:rsidRPr="000716EE">
          <w:rPr>
            <w:webHidden/>
          </w:rPr>
          <w:instrText xml:space="preserve"> PAGEREF _Toc160026728 \h </w:instrText>
        </w:r>
        <w:r w:rsidR="000716EE" w:rsidRPr="000716EE">
          <w:rPr>
            <w:webHidden/>
          </w:rPr>
        </w:r>
        <w:r w:rsidR="000716EE" w:rsidRPr="000716EE">
          <w:rPr>
            <w:webHidden/>
          </w:rPr>
          <w:fldChar w:fldCharType="separate"/>
        </w:r>
        <w:r>
          <w:rPr>
            <w:webHidden/>
          </w:rPr>
          <w:t>3-264</w:t>
        </w:r>
        <w:r w:rsidR="000716EE" w:rsidRPr="000716EE">
          <w:rPr>
            <w:webHidden/>
          </w:rPr>
          <w:fldChar w:fldCharType="end"/>
        </w:r>
      </w:hyperlink>
    </w:p>
    <w:p w14:paraId="296C6D46" w14:textId="7E208CAF" w:rsidR="000716EE" w:rsidRPr="000716EE" w:rsidRDefault="00092E1C" w:rsidP="001235C5">
      <w:pPr>
        <w:pStyle w:val="TOC4"/>
        <w:rPr>
          <w:rFonts w:eastAsiaTheme="minorEastAsia"/>
          <w:snapToGrid/>
          <w:kern w:val="2"/>
          <w14:ligatures w14:val="standardContextual"/>
        </w:rPr>
      </w:pPr>
      <w:hyperlink w:anchor="_Toc160026729" w:history="1">
        <w:r w:rsidR="000716EE" w:rsidRPr="000716EE">
          <w:rPr>
            <w:rStyle w:val="Hyperlink"/>
            <w:bCs w:val="0"/>
            <w:sz w:val="20"/>
            <w:szCs w:val="20"/>
            <w:u w:val="none"/>
          </w:rPr>
          <w:t>3.14.4.6</w:t>
        </w:r>
        <w:r w:rsidR="000716EE" w:rsidRPr="000716EE">
          <w:rPr>
            <w:rFonts w:eastAsiaTheme="minorEastAsia"/>
            <w:snapToGrid/>
            <w:kern w:val="2"/>
            <w14:ligatures w14:val="standardContextual"/>
          </w:rPr>
          <w:tab/>
        </w:r>
        <w:r w:rsidR="000716EE" w:rsidRPr="000716EE">
          <w:rPr>
            <w:rStyle w:val="Hyperlink"/>
            <w:bCs w:val="0"/>
            <w:sz w:val="20"/>
            <w:szCs w:val="20"/>
            <w:u w:val="none"/>
          </w:rPr>
          <w:t>Standards for Other Generation MRAs and Demand Response MRAs</w:t>
        </w:r>
        <w:r w:rsidR="000716EE" w:rsidRPr="000716EE">
          <w:rPr>
            <w:webHidden/>
          </w:rPr>
          <w:tab/>
        </w:r>
        <w:r w:rsidR="000716EE" w:rsidRPr="000716EE">
          <w:rPr>
            <w:webHidden/>
          </w:rPr>
          <w:fldChar w:fldCharType="begin"/>
        </w:r>
        <w:r w:rsidR="000716EE" w:rsidRPr="000716EE">
          <w:rPr>
            <w:webHidden/>
          </w:rPr>
          <w:instrText xml:space="preserve"> PAGEREF _Toc160026729 \h </w:instrText>
        </w:r>
        <w:r w:rsidR="000716EE" w:rsidRPr="000716EE">
          <w:rPr>
            <w:webHidden/>
          </w:rPr>
        </w:r>
        <w:r w:rsidR="000716EE" w:rsidRPr="000716EE">
          <w:rPr>
            <w:webHidden/>
          </w:rPr>
          <w:fldChar w:fldCharType="separate"/>
        </w:r>
        <w:r>
          <w:rPr>
            <w:webHidden/>
          </w:rPr>
          <w:t>3-265</w:t>
        </w:r>
        <w:r w:rsidR="000716EE" w:rsidRPr="000716EE">
          <w:rPr>
            <w:webHidden/>
          </w:rPr>
          <w:fldChar w:fldCharType="end"/>
        </w:r>
      </w:hyperlink>
    </w:p>
    <w:p w14:paraId="3FA8E854" w14:textId="323B0F2C" w:rsidR="000716EE" w:rsidRPr="000716EE" w:rsidRDefault="00092E1C">
      <w:pPr>
        <w:pStyle w:val="TOC5"/>
        <w:rPr>
          <w:rFonts w:eastAsiaTheme="minorEastAsia"/>
          <w:i w:val="0"/>
          <w:kern w:val="2"/>
          <w:sz w:val="20"/>
          <w:szCs w:val="20"/>
          <w14:ligatures w14:val="standardContextual"/>
        </w:rPr>
      </w:pPr>
      <w:hyperlink w:anchor="_Toc160026730" w:history="1">
        <w:r w:rsidR="000716EE" w:rsidRPr="000716EE">
          <w:rPr>
            <w:rStyle w:val="Hyperlink"/>
            <w:i w:val="0"/>
            <w:sz w:val="20"/>
            <w:szCs w:val="20"/>
            <w:u w:val="none"/>
          </w:rPr>
          <w:t>3.14.4.6.1</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MRA Telemetry Requirements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_Toc160026730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3-265</w:t>
        </w:r>
        <w:r w:rsidR="000716EE" w:rsidRPr="000716EE">
          <w:rPr>
            <w:i w:val="0"/>
            <w:webHidden/>
            <w:sz w:val="20"/>
            <w:szCs w:val="20"/>
          </w:rPr>
          <w:fldChar w:fldCharType="end"/>
        </w:r>
      </w:hyperlink>
    </w:p>
    <w:p w14:paraId="4DE5A672" w14:textId="4347E257" w:rsidR="000716EE" w:rsidRPr="000716EE" w:rsidRDefault="00092E1C">
      <w:pPr>
        <w:pStyle w:val="TOC5"/>
        <w:rPr>
          <w:rFonts w:eastAsiaTheme="minorEastAsia"/>
          <w:i w:val="0"/>
          <w:kern w:val="2"/>
          <w:sz w:val="20"/>
          <w:szCs w:val="20"/>
          <w14:ligatures w14:val="standardContextual"/>
        </w:rPr>
      </w:pPr>
      <w:hyperlink w:anchor="_Toc160026731" w:history="1">
        <w:r w:rsidR="000716EE" w:rsidRPr="000716EE">
          <w:rPr>
            <w:rStyle w:val="Hyperlink"/>
            <w:i w:val="0"/>
            <w:sz w:val="20"/>
            <w:szCs w:val="20"/>
            <w:u w:val="none"/>
          </w:rPr>
          <w:t>3.14.4.6.2</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Baseline Performance Evaluation Methodology for Demand Response MRAs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_Toc160026731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3-265</w:t>
        </w:r>
        <w:r w:rsidR="000716EE" w:rsidRPr="000716EE">
          <w:rPr>
            <w:i w:val="0"/>
            <w:webHidden/>
            <w:sz w:val="20"/>
            <w:szCs w:val="20"/>
          </w:rPr>
          <w:fldChar w:fldCharType="end"/>
        </w:r>
      </w:hyperlink>
    </w:p>
    <w:p w14:paraId="7E2F4BA3" w14:textId="6FA0E679" w:rsidR="000716EE" w:rsidRPr="000716EE" w:rsidRDefault="00092E1C">
      <w:pPr>
        <w:pStyle w:val="TOC5"/>
        <w:rPr>
          <w:rFonts w:eastAsiaTheme="minorEastAsia"/>
          <w:i w:val="0"/>
          <w:kern w:val="2"/>
          <w:sz w:val="20"/>
          <w:szCs w:val="20"/>
          <w14:ligatures w14:val="standardContextual"/>
        </w:rPr>
      </w:pPr>
      <w:hyperlink w:anchor="_Toc160026732" w:history="1">
        <w:r w:rsidR="000716EE" w:rsidRPr="000716EE">
          <w:rPr>
            <w:rStyle w:val="Hyperlink"/>
            <w:i w:val="0"/>
            <w:sz w:val="20"/>
            <w:szCs w:val="20"/>
            <w:u w:val="none"/>
          </w:rPr>
          <w:t>3.14.4.6.3</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MRA Metering and Metering Data</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_Toc160026732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3-266</w:t>
        </w:r>
        <w:r w:rsidR="000716EE" w:rsidRPr="000716EE">
          <w:rPr>
            <w:i w:val="0"/>
            <w:webHidden/>
            <w:sz w:val="20"/>
            <w:szCs w:val="20"/>
          </w:rPr>
          <w:fldChar w:fldCharType="end"/>
        </w:r>
      </w:hyperlink>
    </w:p>
    <w:p w14:paraId="77759F74" w14:textId="3AF5BA0F" w:rsidR="000716EE" w:rsidRPr="000716EE" w:rsidRDefault="00092E1C">
      <w:pPr>
        <w:pStyle w:val="TOC5"/>
        <w:rPr>
          <w:rFonts w:eastAsiaTheme="minorEastAsia"/>
          <w:i w:val="0"/>
          <w:kern w:val="2"/>
          <w:sz w:val="20"/>
          <w:szCs w:val="20"/>
          <w14:ligatures w14:val="standardContextual"/>
        </w:rPr>
      </w:pPr>
      <w:hyperlink w:anchor="_Toc160026733" w:history="1">
        <w:r w:rsidR="000716EE" w:rsidRPr="000716EE">
          <w:rPr>
            <w:rStyle w:val="Hyperlink"/>
            <w:i w:val="0"/>
            <w:sz w:val="20"/>
            <w:szCs w:val="20"/>
            <w:u w:val="none"/>
          </w:rPr>
          <w:t>3.14.4.6.4</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MRA Availability Measurement and Verification</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_Toc160026733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3-266</w:t>
        </w:r>
        <w:r w:rsidR="000716EE" w:rsidRPr="000716EE">
          <w:rPr>
            <w:i w:val="0"/>
            <w:webHidden/>
            <w:sz w:val="20"/>
            <w:szCs w:val="20"/>
          </w:rPr>
          <w:fldChar w:fldCharType="end"/>
        </w:r>
      </w:hyperlink>
    </w:p>
    <w:p w14:paraId="76730D10" w14:textId="4CACB490" w:rsidR="000716EE" w:rsidRPr="000716EE" w:rsidRDefault="00092E1C">
      <w:pPr>
        <w:pStyle w:val="TOC5"/>
        <w:rPr>
          <w:rFonts w:eastAsiaTheme="minorEastAsia"/>
          <w:i w:val="0"/>
          <w:kern w:val="2"/>
          <w:sz w:val="20"/>
          <w:szCs w:val="20"/>
          <w14:ligatures w14:val="standardContextual"/>
        </w:rPr>
      </w:pPr>
      <w:hyperlink w:anchor="_Toc160026734" w:history="1">
        <w:r w:rsidR="000716EE" w:rsidRPr="000716EE">
          <w:rPr>
            <w:rStyle w:val="Hyperlink"/>
            <w:i w:val="0"/>
            <w:sz w:val="20"/>
            <w:szCs w:val="20"/>
            <w:u w:val="none"/>
          </w:rPr>
          <w:t>3.14.4.6.5</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MRA Event Performance Measurement and Verification</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_Toc160026734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3-268</w:t>
        </w:r>
        <w:r w:rsidR="000716EE" w:rsidRPr="000716EE">
          <w:rPr>
            <w:i w:val="0"/>
            <w:webHidden/>
            <w:sz w:val="20"/>
            <w:szCs w:val="20"/>
          </w:rPr>
          <w:fldChar w:fldCharType="end"/>
        </w:r>
      </w:hyperlink>
    </w:p>
    <w:p w14:paraId="36C91C9E" w14:textId="4AB71400" w:rsidR="000716EE" w:rsidRPr="000716EE" w:rsidRDefault="00092E1C">
      <w:pPr>
        <w:pStyle w:val="TOC5"/>
        <w:rPr>
          <w:rFonts w:eastAsiaTheme="minorEastAsia"/>
          <w:i w:val="0"/>
          <w:kern w:val="2"/>
          <w:sz w:val="20"/>
          <w:szCs w:val="20"/>
          <w14:ligatures w14:val="standardContextual"/>
        </w:rPr>
      </w:pPr>
      <w:hyperlink w:anchor="_Toc160026735" w:history="1">
        <w:r w:rsidR="000716EE" w:rsidRPr="000716EE">
          <w:rPr>
            <w:rStyle w:val="Hyperlink"/>
            <w:i w:val="0"/>
            <w:sz w:val="20"/>
            <w:szCs w:val="20"/>
            <w:u w:val="none"/>
          </w:rPr>
          <w:t>3.14.4.6.5.1</w:t>
        </w:r>
        <w:r w:rsidR="000716EE" w:rsidRPr="000716EE">
          <w:rPr>
            <w:rFonts w:eastAsiaTheme="minorEastAsia"/>
            <w:i w:val="0"/>
            <w:kern w:val="2"/>
            <w:sz w:val="20"/>
            <w:szCs w:val="20"/>
            <w14:ligatures w14:val="standardContextual"/>
          </w:rPr>
          <w:tab/>
        </w:r>
        <w:r w:rsidR="000716EE" w:rsidRPr="000716EE">
          <w:rPr>
            <w:rStyle w:val="Hyperlink"/>
            <w:i w:val="0"/>
            <w:sz w:val="20"/>
            <w:szCs w:val="20"/>
            <w:u w:val="none"/>
          </w:rPr>
          <w:t>Event Performance Measurement and Verification for Co-Located Demand Response MRAs and Other Generation MRAs</w:t>
        </w:r>
        <w:r w:rsidR="000716EE" w:rsidRPr="000716EE">
          <w:rPr>
            <w:i w:val="0"/>
            <w:webHidden/>
            <w:sz w:val="20"/>
            <w:szCs w:val="20"/>
          </w:rPr>
          <w:tab/>
        </w:r>
        <w:r w:rsidR="000716EE" w:rsidRPr="000716EE">
          <w:rPr>
            <w:i w:val="0"/>
            <w:webHidden/>
            <w:sz w:val="20"/>
            <w:szCs w:val="20"/>
          </w:rPr>
          <w:fldChar w:fldCharType="begin"/>
        </w:r>
        <w:r w:rsidR="000716EE" w:rsidRPr="000716EE">
          <w:rPr>
            <w:i w:val="0"/>
            <w:webHidden/>
            <w:sz w:val="20"/>
            <w:szCs w:val="20"/>
          </w:rPr>
          <w:instrText xml:space="preserve"> PAGEREF _Toc160026735 \h </w:instrText>
        </w:r>
        <w:r w:rsidR="000716EE" w:rsidRPr="000716EE">
          <w:rPr>
            <w:i w:val="0"/>
            <w:webHidden/>
            <w:sz w:val="20"/>
            <w:szCs w:val="20"/>
          </w:rPr>
        </w:r>
        <w:r w:rsidR="000716EE" w:rsidRPr="000716EE">
          <w:rPr>
            <w:i w:val="0"/>
            <w:webHidden/>
            <w:sz w:val="20"/>
            <w:szCs w:val="20"/>
          </w:rPr>
          <w:fldChar w:fldCharType="separate"/>
        </w:r>
        <w:r>
          <w:rPr>
            <w:i w:val="0"/>
            <w:webHidden/>
            <w:sz w:val="20"/>
            <w:szCs w:val="20"/>
          </w:rPr>
          <w:t>3-271</w:t>
        </w:r>
        <w:r w:rsidR="000716EE" w:rsidRPr="000716EE">
          <w:rPr>
            <w:i w:val="0"/>
            <w:webHidden/>
            <w:sz w:val="20"/>
            <w:szCs w:val="20"/>
          </w:rPr>
          <w:fldChar w:fldCharType="end"/>
        </w:r>
      </w:hyperlink>
    </w:p>
    <w:p w14:paraId="5C5BB256" w14:textId="6CC8A399" w:rsidR="000716EE" w:rsidRPr="000716EE" w:rsidRDefault="00092E1C" w:rsidP="001235C5">
      <w:pPr>
        <w:pStyle w:val="TOC4"/>
        <w:rPr>
          <w:rFonts w:eastAsiaTheme="minorEastAsia"/>
          <w:snapToGrid/>
          <w:kern w:val="2"/>
          <w14:ligatures w14:val="standardContextual"/>
        </w:rPr>
      </w:pPr>
      <w:hyperlink w:anchor="_Toc160026736" w:history="1">
        <w:r w:rsidR="000716EE" w:rsidRPr="000716EE">
          <w:rPr>
            <w:rStyle w:val="Hyperlink"/>
            <w:bCs w:val="0"/>
            <w:sz w:val="20"/>
            <w:szCs w:val="20"/>
            <w:u w:val="none"/>
          </w:rPr>
          <w:t>3.14.4.7</w:t>
        </w:r>
        <w:r w:rsidR="000716EE" w:rsidRPr="000716EE">
          <w:rPr>
            <w:rFonts w:eastAsiaTheme="minorEastAsia"/>
            <w:snapToGrid/>
            <w:kern w:val="2"/>
            <w14:ligatures w14:val="standardContextual"/>
          </w:rPr>
          <w:tab/>
        </w:r>
        <w:r w:rsidR="000716EE" w:rsidRPr="000716EE">
          <w:rPr>
            <w:rStyle w:val="Hyperlink"/>
            <w:bCs w:val="0"/>
            <w:sz w:val="20"/>
            <w:szCs w:val="20"/>
            <w:u w:val="none"/>
          </w:rPr>
          <w:t>MRA Testing</w:t>
        </w:r>
        <w:r w:rsidR="000716EE" w:rsidRPr="000716EE">
          <w:rPr>
            <w:webHidden/>
          </w:rPr>
          <w:tab/>
        </w:r>
        <w:r w:rsidR="000716EE" w:rsidRPr="000716EE">
          <w:rPr>
            <w:webHidden/>
          </w:rPr>
          <w:fldChar w:fldCharType="begin"/>
        </w:r>
        <w:r w:rsidR="000716EE" w:rsidRPr="000716EE">
          <w:rPr>
            <w:webHidden/>
          </w:rPr>
          <w:instrText xml:space="preserve"> PAGEREF _Toc160026736 \h </w:instrText>
        </w:r>
        <w:r w:rsidR="000716EE" w:rsidRPr="000716EE">
          <w:rPr>
            <w:webHidden/>
          </w:rPr>
        </w:r>
        <w:r w:rsidR="000716EE" w:rsidRPr="000716EE">
          <w:rPr>
            <w:webHidden/>
          </w:rPr>
          <w:fldChar w:fldCharType="separate"/>
        </w:r>
        <w:r>
          <w:rPr>
            <w:webHidden/>
          </w:rPr>
          <w:t>3-272</w:t>
        </w:r>
        <w:r w:rsidR="000716EE" w:rsidRPr="000716EE">
          <w:rPr>
            <w:webHidden/>
          </w:rPr>
          <w:fldChar w:fldCharType="end"/>
        </w:r>
      </w:hyperlink>
    </w:p>
    <w:p w14:paraId="44D57E62" w14:textId="43C346A2" w:rsidR="000716EE" w:rsidRPr="000716EE" w:rsidRDefault="00092E1C" w:rsidP="001235C5">
      <w:pPr>
        <w:pStyle w:val="TOC4"/>
        <w:rPr>
          <w:rFonts w:eastAsiaTheme="minorEastAsia"/>
          <w:snapToGrid/>
          <w:kern w:val="2"/>
          <w14:ligatures w14:val="standardContextual"/>
        </w:rPr>
      </w:pPr>
      <w:hyperlink w:anchor="_Toc160026737" w:history="1">
        <w:r w:rsidR="000716EE" w:rsidRPr="000716EE">
          <w:rPr>
            <w:rStyle w:val="Hyperlink"/>
            <w:bCs w:val="0"/>
            <w:sz w:val="20"/>
            <w:szCs w:val="20"/>
            <w:u w:val="none"/>
          </w:rPr>
          <w:t>3.14.4.8</w:t>
        </w:r>
        <w:r w:rsidR="000716EE" w:rsidRPr="000716EE">
          <w:rPr>
            <w:rFonts w:eastAsiaTheme="minorEastAsia"/>
            <w:snapToGrid/>
            <w:kern w:val="2"/>
            <w14:ligatures w14:val="standardContextual"/>
          </w:rPr>
          <w:tab/>
        </w:r>
        <w:r w:rsidR="000716EE" w:rsidRPr="000716EE">
          <w:rPr>
            <w:rStyle w:val="Hyperlink"/>
            <w:bCs w:val="0"/>
            <w:sz w:val="20"/>
            <w:szCs w:val="20"/>
            <w:u w:val="none"/>
          </w:rPr>
          <w:t>MRA Misconduct Events</w:t>
        </w:r>
        <w:r w:rsidR="000716EE" w:rsidRPr="000716EE">
          <w:rPr>
            <w:webHidden/>
          </w:rPr>
          <w:tab/>
        </w:r>
        <w:r w:rsidR="000716EE" w:rsidRPr="000716EE">
          <w:rPr>
            <w:webHidden/>
          </w:rPr>
          <w:fldChar w:fldCharType="begin"/>
        </w:r>
        <w:r w:rsidR="000716EE" w:rsidRPr="000716EE">
          <w:rPr>
            <w:webHidden/>
          </w:rPr>
          <w:instrText xml:space="preserve"> PAGEREF _Toc160026737 \h </w:instrText>
        </w:r>
        <w:r w:rsidR="000716EE" w:rsidRPr="000716EE">
          <w:rPr>
            <w:webHidden/>
          </w:rPr>
        </w:r>
        <w:r w:rsidR="000716EE" w:rsidRPr="000716EE">
          <w:rPr>
            <w:webHidden/>
          </w:rPr>
          <w:fldChar w:fldCharType="separate"/>
        </w:r>
        <w:r>
          <w:rPr>
            <w:webHidden/>
          </w:rPr>
          <w:t>3-273</w:t>
        </w:r>
        <w:r w:rsidR="000716EE" w:rsidRPr="000716EE">
          <w:rPr>
            <w:webHidden/>
          </w:rPr>
          <w:fldChar w:fldCharType="end"/>
        </w:r>
      </w:hyperlink>
    </w:p>
    <w:p w14:paraId="4D5E5A14" w14:textId="5BED0696" w:rsidR="000716EE" w:rsidRPr="000716EE" w:rsidRDefault="00092E1C" w:rsidP="001235C5">
      <w:pPr>
        <w:pStyle w:val="TOC4"/>
        <w:rPr>
          <w:rFonts w:eastAsiaTheme="minorEastAsia"/>
          <w:snapToGrid/>
          <w:kern w:val="2"/>
          <w14:ligatures w14:val="standardContextual"/>
        </w:rPr>
      </w:pPr>
      <w:hyperlink w:anchor="_Toc160026738" w:history="1">
        <w:r w:rsidR="000716EE" w:rsidRPr="000716EE">
          <w:rPr>
            <w:rStyle w:val="Hyperlink"/>
            <w:bCs w:val="0"/>
            <w:sz w:val="20"/>
            <w:szCs w:val="20"/>
            <w:u w:val="none"/>
          </w:rPr>
          <w:t>3.14.4.9</w:t>
        </w:r>
        <w:r w:rsidR="000716EE" w:rsidRPr="000716EE">
          <w:rPr>
            <w:rFonts w:eastAsiaTheme="minorEastAsia"/>
            <w:snapToGrid/>
            <w:kern w:val="2"/>
            <w14:ligatures w14:val="standardContextual"/>
          </w:rPr>
          <w:tab/>
        </w:r>
        <w:r w:rsidR="000716EE" w:rsidRPr="000716EE">
          <w:rPr>
            <w:rStyle w:val="Hyperlink"/>
            <w:bCs w:val="0"/>
            <w:sz w:val="20"/>
            <w:szCs w:val="20"/>
            <w:u w:val="none"/>
          </w:rPr>
          <w:t>MRA Reporting to Transmission and/or Distribution Service Providers (TDSPs)</w:t>
        </w:r>
        <w:r w:rsidR="000716EE" w:rsidRPr="000716EE">
          <w:rPr>
            <w:webHidden/>
          </w:rPr>
          <w:tab/>
        </w:r>
        <w:r w:rsidR="000716EE" w:rsidRPr="000716EE">
          <w:rPr>
            <w:webHidden/>
          </w:rPr>
          <w:fldChar w:fldCharType="begin"/>
        </w:r>
        <w:r w:rsidR="000716EE" w:rsidRPr="000716EE">
          <w:rPr>
            <w:webHidden/>
          </w:rPr>
          <w:instrText xml:space="preserve"> PAGEREF _Toc160026738 \h </w:instrText>
        </w:r>
        <w:r w:rsidR="000716EE" w:rsidRPr="000716EE">
          <w:rPr>
            <w:webHidden/>
          </w:rPr>
        </w:r>
        <w:r w:rsidR="000716EE" w:rsidRPr="000716EE">
          <w:rPr>
            <w:webHidden/>
          </w:rPr>
          <w:fldChar w:fldCharType="separate"/>
        </w:r>
        <w:r>
          <w:rPr>
            <w:webHidden/>
          </w:rPr>
          <w:t>3-273</w:t>
        </w:r>
        <w:r w:rsidR="000716EE" w:rsidRPr="000716EE">
          <w:rPr>
            <w:webHidden/>
          </w:rPr>
          <w:fldChar w:fldCharType="end"/>
        </w:r>
      </w:hyperlink>
    </w:p>
    <w:p w14:paraId="37B2A15C" w14:textId="39524050" w:rsidR="000716EE" w:rsidRPr="000716EE" w:rsidRDefault="00092E1C">
      <w:pPr>
        <w:pStyle w:val="TOC3"/>
        <w:rPr>
          <w:rFonts w:eastAsiaTheme="minorEastAsia"/>
          <w:kern w:val="2"/>
          <w14:ligatures w14:val="standardContextual"/>
        </w:rPr>
      </w:pPr>
      <w:hyperlink w:anchor="_Toc160026739" w:history="1">
        <w:r w:rsidR="000716EE" w:rsidRPr="000716EE">
          <w:rPr>
            <w:rStyle w:val="Hyperlink"/>
            <w:u w:val="none"/>
          </w:rPr>
          <w:t>3.14.5</w:t>
        </w:r>
        <w:r w:rsidR="000716EE" w:rsidRPr="000716EE">
          <w:rPr>
            <w:rFonts w:eastAsiaTheme="minorEastAsia"/>
            <w:kern w:val="2"/>
            <w14:ligatures w14:val="standardContextual"/>
          </w:rPr>
          <w:tab/>
        </w:r>
        <w:r w:rsidR="000716EE" w:rsidRPr="000716EE">
          <w:rPr>
            <w:rStyle w:val="Hyperlink"/>
            <w:u w:val="none"/>
          </w:rPr>
          <w:t>Firm Fuel Supply Service</w:t>
        </w:r>
        <w:r w:rsidR="000716EE" w:rsidRPr="000716EE">
          <w:rPr>
            <w:webHidden/>
          </w:rPr>
          <w:tab/>
        </w:r>
        <w:r w:rsidR="000716EE" w:rsidRPr="000716EE">
          <w:rPr>
            <w:webHidden/>
          </w:rPr>
          <w:fldChar w:fldCharType="begin"/>
        </w:r>
        <w:r w:rsidR="000716EE" w:rsidRPr="000716EE">
          <w:rPr>
            <w:webHidden/>
          </w:rPr>
          <w:instrText xml:space="preserve"> PAGEREF _Toc160026739 \h </w:instrText>
        </w:r>
        <w:r w:rsidR="000716EE" w:rsidRPr="000716EE">
          <w:rPr>
            <w:webHidden/>
          </w:rPr>
        </w:r>
        <w:r w:rsidR="000716EE" w:rsidRPr="000716EE">
          <w:rPr>
            <w:webHidden/>
          </w:rPr>
          <w:fldChar w:fldCharType="separate"/>
        </w:r>
        <w:r>
          <w:rPr>
            <w:webHidden/>
          </w:rPr>
          <w:t>3-274</w:t>
        </w:r>
        <w:r w:rsidR="000716EE" w:rsidRPr="000716EE">
          <w:rPr>
            <w:webHidden/>
          </w:rPr>
          <w:fldChar w:fldCharType="end"/>
        </w:r>
      </w:hyperlink>
    </w:p>
    <w:p w14:paraId="5AE51612" w14:textId="73C4840B" w:rsidR="000716EE" w:rsidRPr="000716EE" w:rsidRDefault="00092E1C">
      <w:pPr>
        <w:pStyle w:val="TOC2"/>
        <w:rPr>
          <w:rFonts w:eastAsiaTheme="minorEastAsia"/>
          <w:noProof/>
          <w:kern w:val="2"/>
          <w14:ligatures w14:val="standardContextual"/>
        </w:rPr>
      </w:pPr>
      <w:hyperlink w:anchor="_Toc160026740" w:history="1">
        <w:r w:rsidR="000716EE" w:rsidRPr="000716EE">
          <w:rPr>
            <w:rStyle w:val="Hyperlink"/>
            <w:noProof/>
            <w:u w:val="none"/>
          </w:rPr>
          <w:t>3.15</w:t>
        </w:r>
        <w:r w:rsidR="000716EE" w:rsidRPr="000716EE">
          <w:rPr>
            <w:rFonts w:eastAsiaTheme="minorEastAsia"/>
            <w:noProof/>
            <w:kern w:val="2"/>
            <w14:ligatures w14:val="standardContextual"/>
          </w:rPr>
          <w:tab/>
        </w:r>
        <w:r w:rsidR="000716EE" w:rsidRPr="000716EE">
          <w:rPr>
            <w:rStyle w:val="Hyperlink"/>
            <w:noProof/>
            <w:u w:val="none"/>
          </w:rPr>
          <w:t>Voltage Support</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_Toc160026740 \h </w:instrText>
        </w:r>
        <w:r w:rsidR="000716EE" w:rsidRPr="000716EE">
          <w:rPr>
            <w:noProof/>
            <w:webHidden/>
          </w:rPr>
        </w:r>
        <w:r w:rsidR="000716EE" w:rsidRPr="000716EE">
          <w:rPr>
            <w:noProof/>
            <w:webHidden/>
          </w:rPr>
          <w:fldChar w:fldCharType="separate"/>
        </w:r>
        <w:r>
          <w:rPr>
            <w:noProof/>
            <w:webHidden/>
          </w:rPr>
          <w:t>3-278</w:t>
        </w:r>
        <w:r w:rsidR="000716EE" w:rsidRPr="000716EE">
          <w:rPr>
            <w:noProof/>
            <w:webHidden/>
          </w:rPr>
          <w:fldChar w:fldCharType="end"/>
        </w:r>
      </w:hyperlink>
    </w:p>
    <w:p w14:paraId="218C8D9A" w14:textId="0E82462B" w:rsidR="000716EE" w:rsidRPr="000716EE" w:rsidRDefault="00092E1C">
      <w:pPr>
        <w:pStyle w:val="TOC3"/>
        <w:rPr>
          <w:rFonts w:eastAsiaTheme="minorEastAsia"/>
          <w:kern w:val="2"/>
          <w14:ligatures w14:val="standardContextual"/>
        </w:rPr>
      </w:pPr>
      <w:hyperlink w:anchor="_Toc160026741" w:history="1">
        <w:r w:rsidR="000716EE" w:rsidRPr="000716EE">
          <w:rPr>
            <w:rStyle w:val="Hyperlink"/>
            <w:u w:val="none"/>
          </w:rPr>
          <w:t>3.15.1</w:t>
        </w:r>
        <w:r w:rsidR="000716EE" w:rsidRPr="000716EE">
          <w:rPr>
            <w:rFonts w:eastAsiaTheme="minorEastAsia"/>
            <w:kern w:val="2"/>
            <w14:ligatures w14:val="standardContextual"/>
          </w:rPr>
          <w:tab/>
        </w:r>
        <w:r w:rsidR="000716EE" w:rsidRPr="000716EE">
          <w:rPr>
            <w:rStyle w:val="Hyperlink"/>
            <w:u w:val="none"/>
          </w:rPr>
          <w:t>ERCOT Responsibilities Related to Voltage Support</w:t>
        </w:r>
        <w:r w:rsidR="000716EE" w:rsidRPr="000716EE">
          <w:rPr>
            <w:webHidden/>
          </w:rPr>
          <w:tab/>
        </w:r>
        <w:r w:rsidR="000716EE" w:rsidRPr="000716EE">
          <w:rPr>
            <w:webHidden/>
          </w:rPr>
          <w:fldChar w:fldCharType="begin"/>
        </w:r>
        <w:r w:rsidR="000716EE" w:rsidRPr="000716EE">
          <w:rPr>
            <w:webHidden/>
          </w:rPr>
          <w:instrText xml:space="preserve"> PAGEREF _Toc160026741 \h </w:instrText>
        </w:r>
        <w:r w:rsidR="000716EE" w:rsidRPr="000716EE">
          <w:rPr>
            <w:webHidden/>
          </w:rPr>
        </w:r>
        <w:r w:rsidR="000716EE" w:rsidRPr="000716EE">
          <w:rPr>
            <w:webHidden/>
          </w:rPr>
          <w:fldChar w:fldCharType="separate"/>
        </w:r>
        <w:r>
          <w:rPr>
            <w:webHidden/>
          </w:rPr>
          <w:t>3-283</w:t>
        </w:r>
        <w:r w:rsidR="000716EE" w:rsidRPr="000716EE">
          <w:rPr>
            <w:webHidden/>
          </w:rPr>
          <w:fldChar w:fldCharType="end"/>
        </w:r>
      </w:hyperlink>
    </w:p>
    <w:p w14:paraId="2821175A" w14:textId="0EB03A98" w:rsidR="000716EE" w:rsidRPr="000716EE" w:rsidRDefault="00092E1C">
      <w:pPr>
        <w:pStyle w:val="TOC3"/>
        <w:rPr>
          <w:rFonts w:eastAsiaTheme="minorEastAsia"/>
          <w:kern w:val="2"/>
          <w14:ligatures w14:val="standardContextual"/>
        </w:rPr>
      </w:pPr>
      <w:hyperlink w:anchor="_Toc160026742" w:history="1">
        <w:r w:rsidR="000716EE" w:rsidRPr="000716EE">
          <w:rPr>
            <w:rStyle w:val="Hyperlink"/>
            <w:u w:val="none"/>
          </w:rPr>
          <w:t>3.15.2</w:t>
        </w:r>
        <w:r w:rsidR="000716EE" w:rsidRPr="000716EE">
          <w:rPr>
            <w:rFonts w:eastAsiaTheme="minorEastAsia"/>
            <w:kern w:val="2"/>
            <w14:ligatures w14:val="standardContextual"/>
          </w:rPr>
          <w:tab/>
        </w:r>
        <w:r w:rsidR="000716EE" w:rsidRPr="000716EE">
          <w:rPr>
            <w:rStyle w:val="Hyperlink"/>
            <w:u w:val="none"/>
          </w:rPr>
          <w:t>DSP Responsibilities Related to Voltage Support</w:t>
        </w:r>
        <w:r w:rsidR="000716EE" w:rsidRPr="000716EE">
          <w:rPr>
            <w:webHidden/>
          </w:rPr>
          <w:tab/>
        </w:r>
        <w:r w:rsidR="000716EE" w:rsidRPr="000716EE">
          <w:rPr>
            <w:webHidden/>
          </w:rPr>
          <w:fldChar w:fldCharType="begin"/>
        </w:r>
        <w:r w:rsidR="000716EE" w:rsidRPr="000716EE">
          <w:rPr>
            <w:webHidden/>
          </w:rPr>
          <w:instrText xml:space="preserve"> PAGEREF _Toc160026742 \h </w:instrText>
        </w:r>
        <w:r w:rsidR="000716EE" w:rsidRPr="000716EE">
          <w:rPr>
            <w:webHidden/>
          </w:rPr>
        </w:r>
        <w:r w:rsidR="000716EE" w:rsidRPr="000716EE">
          <w:rPr>
            <w:webHidden/>
          </w:rPr>
          <w:fldChar w:fldCharType="separate"/>
        </w:r>
        <w:r>
          <w:rPr>
            <w:webHidden/>
          </w:rPr>
          <w:t>3-285</w:t>
        </w:r>
        <w:r w:rsidR="000716EE" w:rsidRPr="000716EE">
          <w:rPr>
            <w:webHidden/>
          </w:rPr>
          <w:fldChar w:fldCharType="end"/>
        </w:r>
      </w:hyperlink>
    </w:p>
    <w:p w14:paraId="18899956" w14:textId="42B6F39D" w:rsidR="000716EE" w:rsidRPr="000716EE" w:rsidRDefault="00092E1C">
      <w:pPr>
        <w:pStyle w:val="TOC3"/>
        <w:rPr>
          <w:rFonts w:eastAsiaTheme="minorEastAsia"/>
          <w:kern w:val="2"/>
          <w14:ligatures w14:val="standardContextual"/>
        </w:rPr>
      </w:pPr>
      <w:hyperlink w:anchor="_Toc160026743" w:history="1">
        <w:r w:rsidR="000716EE" w:rsidRPr="000716EE">
          <w:rPr>
            <w:rStyle w:val="Hyperlink"/>
            <w:u w:val="none"/>
          </w:rPr>
          <w:t>3.15.3</w:t>
        </w:r>
        <w:r w:rsidR="000716EE" w:rsidRPr="000716EE">
          <w:rPr>
            <w:rFonts w:eastAsiaTheme="minorEastAsia"/>
            <w:kern w:val="2"/>
            <w14:ligatures w14:val="standardContextual"/>
          </w:rPr>
          <w:tab/>
        </w:r>
        <w:r w:rsidR="000716EE" w:rsidRPr="000716EE">
          <w:rPr>
            <w:rStyle w:val="Hyperlink"/>
            <w:u w:val="none"/>
          </w:rPr>
          <w:t>Generation Resource Requirements Related to Voltage Support</w:t>
        </w:r>
        <w:r w:rsidR="000716EE" w:rsidRPr="000716EE">
          <w:rPr>
            <w:webHidden/>
          </w:rPr>
          <w:tab/>
        </w:r>
        <w:r w:rsidR="000716EE" w:rsidRPr="000716EE">
          <w:rPr>
            <w:webHidden/>
          </w:rPr>
          <w:fldChar w:fldCharType="begin"/>
        </w:r>
        <w:r w:rsidR="000716EE" w:rsidRPr="000716EE">
          <w:rPr>
            <w:webHidden/>
          </w:rPr>
          <w:instrText xml:space="preserve"> PAGEREF _Toc160026743 \h </w:instrText>
        </w:r>
        <w:r w:rsidR="000716EE" w:rsidRPr="000716EE">
          <w:rPr>
            <w:webHidden/>
          </w:rPr>
        </w:r>
        <w:r w:rsidR="000716EE" w:rsidRPr="000716EE">
          <w:rPr>
            <w:webHidden/>
          </w:rPr>
          <w:fldChar w:fldCharType="separate"/>
        </w:r>
        <w:r>
          <w:rPr>
            <w:webHidden/>
          </w:rPr>
          <w:t>3-285</w:t>
        </w:r>
        <w:r w:rsidR="000716EE" w:rsidRPr="000716EE">
          <w:rPr>
            <w:webHidden/>
          </w:rPr>
          <w:fldChar w:fldCharType="end"/>
        </w:r>
      </w:hyperlink>
    </w:p>
    <w:p w14:paraId="41627BC2" w14:textId="73E64192" w:rsidR="000716EE" w:rsidRPr="000716EE" w:rsidRDefault="00092E1C">
      <w:pPr>
        <w:pStyle w:val="TOC3"/>
        <w:rPr>
          <w:rFonts w:eastAsiaTheme="minorEastAsia"/>
          <w:kern w:val="2"/>
          <w14:ligatures w14:val="standardContextual"/>
        </w:rPr>
      </w:pPr>
      <w:hyperlink w:anchor="_Toc160026745" w:history="1">
        <w:r w:rsidR="000716EE" w:rsidRPr="000716EE">
          <w:rPr>
            <w:rStyle w:val="Hyperlink"/>
            <w:u w:val="none"/>
          </w:rPr>
          <w:t>3.15.4</w:t>
        </w:r>
        <w:r w:rsidR="000716EE" w:rsidRPr="000716EE">
          <w:rPr>
            <w:rFonts w:eastAsiaTheme="minorEastAsia"/>
            <w:kern w:val="2"/>
            <w14:ligatures w14:val="standardContextual"/>
          </w:rPr>
          <w:tab/>
        </w:r>
        <w:r w:rsidR="000716EE" w:rsidRPr="000716EE">
          <w:rPr>
            <w:rStyle w:val="Hyperlink"/>
            <w:u w:val="none"/>
          </w:rPr>
          <w:t>Direct Current Tie Owner and Direct Current Tie Operator (DCTO) Responsibilities Related to Voltage Support</w:t>
        </w:r>
        <w:r w:rsidR="000716EE" w:rsidRPr="000716EE">
          <w:rPr>
            <w:webHidden/>
          </w:rPr>
          <w:tab/>
        </w:r>
        <w:r w:rsidR="000716EE" w:rsidRPr="000716EE">
          <w:rPr>
            <w:webHidden/>
          </w:rPr>
          <w:fldChar w:fldCharType="begin"/>
        </w:r>
        <w:r w:rsidR="000716EE" w:rsidRPr="000716EE">
          <w:rPr>
            <w:webHidden/>
          </w:rPr>
          <w:instrText xml:space="preserve"> PAGEREF _Toc160026745 \h </w:instrText>
        </w:r>
        <w:r w:rsidR="000716EE" w:rsidRPr="000716EE">
          <w:rPr>
            <w:webHidden/>
          </w:rPr>
        </w:r>
        <w:r w:rsidR="000716EE" w:rsidRPr="000716EE">
          <w:rPr>
            <w:webHidden/>
          </w:rPr>
          <w:fldChar w:fldCharType="separate"/>
        </w:r>
        <w:r>
          <w:rPr>
            <w:webHidden/>
          </w:rPr>
          <w:t>3-287</w:t>
        </w:r>
        <w:r w:rsidR="000716EE" w:rsidRPr="000716EE">
          <w:rPr>
            <w:webHidden/>
          </w:rPr>
          <w:fldChar w:fldCharType="end"/>
        </w:r>
      </w:hyperlink>
    </w:p>
    <w:p w14:paraId="7A3289EE" w14:textId="684C3BAB" w:rsidR="000716EE" w:rsidRPr="000716EE" w:rsidRDefault="00092E1C">
      <w:pPr>
        <w:pStyle w:val="TOC2"/>
        <w:rPr>
          <w:rFonts w:eastAsiaTheme="minorEastAsia"/>
          <w:noProof/>
          <w:kern w:val="2"/>
          <w14:ligatures w14:val="standardContextual"/>
        </w:rPr>
      </w:pPr>
      <w:hyperlink w:anchor="_Toc160026746" w:history="1">
        <w:r w:rsidR="000716EE" w:rsidRPr="000716EE">
          <w:rPr>
            <w:rStyle w:val="Hyperlink"/>
            <w:noProof/>
            <w:u w:val="none"/>
          </w:rPr>
          <w:t>3.16</w:t>
        </w:r>
        <w:r w:rsidR="000716EE" w:rsidRPr="000716EE">
          <w:rPr>
            <w:rFonts w:eastAsiaTheme="minorEastAsia"/>
            <w:noProof/>
            <w:kern w:val="2"/>
            <w14:ligatures w14:val="standardContextual"/>
          </w:rPr>
          <w:tab/>
        </w:r>
        <w:r w:rsidR="000716EE" w:rsidRPr="000716EE">
          <w:rPr>
            <w:rStyle w:val="Hyperlink"/>
            <w:noProof/>
            <w:u w:val="none"/>
          </w:rPr>
          <w:t>Standards for Determining Ancillary Service Quantities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_Toc160026746 \h </w:instrText>
        </w:r>
        <w:r w:rsidR="000716EE" w:rsidRPr="000716EE">
          <w:rPr>
            <w:noProof/>
            <w:webHidden/>
          </w:rPr>
        </w:r>
        <w:r w:rsidR="000716EE" w:rsidRPr="000716EE">
          <w:rPr>
            <w:noProof/>
            <w:webHidden/>
          </w:rPr>
          <w:fldChar w:fldCharType="separate"/>
        </w:r>
        <w:r>
          <w:rPr>
            <w:noProof/>
            <w:webHidden/>
          </w:rPr>
          <w:t>3-289</w:t>
        </w:r>
        <w:r w:rsidR="000716EE" w:rsidRPr="000716EE">
          <w:rPr>
            <w:noProof/>
            <w:webHidden/>
          </w:rPr>
          <w:fldChar w:fldCharType="end"/>
        </w:r>
      </w:hyperlink>
    </w:p>
    <w:p w14:paraId="7FE26219" w14:textId="01E5AD1C" w:rsidR="000716EE" w:rsidRPr="000716EE" w:rsidRDefault="00092E1C">
      <w:pPr>
        <w:pStyle w:val="TOC2"/>
        <w:rPr>
          <w:rFonts w:eastAsiaTheme="minorEastAsia"/>
          <w:noProof/>
          <w:kern w:val="2"/>
          <w14:ligatures w14:val="standardContextual"/>
        </w:rPr>
      </w:pPr>
      <w:hyperlink w:anchor="_Toc160026747" w:history="1">
        <w:r w:rsidR="000716EE" w:rsidRPr="000716EE">
          <w:rPr>
            <w:rStyle w:val="Hyperlink"/>
            <w:noProof/>
            <w:u w:val="none"/>
          </w:rPr>
          <w:t>3.17</w:t>
        </w:r>
        <w:r w:rsidR="000716EE" w:rsidRPr="000716EE">
          <w:rPr>
            <w:rFonts w:eastAsiaTheme="minorEastAsia"/>
            <w:noProof/>
            <w:kern w:val="2"/>
            <w14:ligatures w14:val="standardContextual"/>
          </w:rPr>
          <w:tab/>
        </w:r>
        <w:r w:rsidR="000716EE" w:rsidRPr="000716EE">
          <w:rPr>
            <w:rStyle w:val="Hyperlink"/>
            <w:noProof/>
            <w:u w:val="none"/>
          </w:rPr>
          <w:t>Ancillary Service Capacity Products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_Toc160026747 \h </w:instrText>
        </w:r>
        <w:r w:rsidR="000716EE" w:rsidRPr="000716EE">
          <w:rPr>
            <w:noProof/>
            <w:webHidden/>
          </w:rPr>
        </w:r>
        <w:r w:rsidR="000716EE" w:rsidRPr="000716EE">
          <w:rPr>
            <w:noProof/>
            <w:webHidden/>
          </w:rPr>
          <w:fldChar w:fldCharType="separate"/>
        </w:r>
        <w:r>
          <w:rPr>
            <w:noProof/>
            <w:webHidden/>
          </w:rPr>
          <w:t>3-292</w:t>
        </w:r>
        <w:r w:rsidR="000716EE" w:rsidRPr="000716EE">
          <w:rPr>
            <w:noProof/>
            <w:webHidden/>
          </w:rPr>
          <w:fldChar w:fldCharType="end"/>
        </w:r>
      </w:hyperlink>
    </w:p>
    <w:p w14:paraId="2ADA55FD" w14:textId="56FBEEF7" w:rsidR="000716EE" w:rsidRPr="000716EE" w:rsidRDefault="00092E1C">
      <w:pPr>
        <w:pStyle w:val="TOC3"/>
        <w:rPr>
          <w:rFonts w:eastAsiaTheme="minorEastAsia"/>
          <w:kern w:val="2"/>
          <w14:ligatures w14:val="standardContextual"/>
        </w:rPr>
      </w:pPr>
      <w:hyperlink w:anchor="_Toc160026748" w:history="1">
        <w:r w:rsidR="000716EE" w:rsidRPr="000716EE">
          <w:rPr>
            <w:rStyle w:val="Hyperlink"/>
            <w:u w:val="none"/>
          </w:rPr>
          <w:t>3.17.1</w:t>
        </w:r>
        <w:r w:rsidR="000716EE" w:rsidRPr="000716EE">
          <w:rPr>
            <w:rFonts w:eastAsiaTheme="minorEastAsia"/>
            <w:kern w:val="2"/>
            <w14:ligatures w14:val="standardContextual"/>
          </w:rPr>
          <w:tab/>
        </w:r>
        <w:r w:rsidR="000716EE" w:rsidRPr="000716EE">
          <w:rPr>
            <w:rStyle w:val="Hyperlink"/>
            <w:u w:val="none"/>
          </w:rPr>
          <w:t>Regulation Service</w:t>
        </w:r>
        <w:r w:rsidR="000716EE" w:rsidRPr="000716EE">
          <w:rPr>
            <w:webHidden/>
          </w:rPr>
          <w:tab/>
        </w:r>
        <w:r w:rsidR="000716EE" w:rsidRPr="000716EE">
          <w:rPr>
            <w:webHidden/>
          </w:rPr>
          <w:fldChar w:fldCharType="begin"/>
        </w:r>
        <w:r w:rsidR="000716EE" w:rsidRPr="000716EE">
          <w:rPr>
            <w:webHidden/>
          </w:rPr>
          <w:instrText xml:space="preserve"> PAGEREF _Toc160026748 \h </w:instrText>
        </w:r>
        <w:r w:rsidR="000716EE" w:rsidRPr="000716EE">
          <w:rPr>
            <w:webHidden/>
          </w:rPr>
        </w:r>
        <w:r w:rsidR="000716EE" w:rsidRPr="000716EE">
          <w:rPr>
            <w:webHidden/>
          </w:rPr>
          <w:fldChar w:fldCharType="separate"/>
        </w:r>
        <w:r>
          <w:rPr>
            <w:webHidden/>
          </w:rPr>
          <w:t>3-292</w:t>
        </w:r>
        <w:r w:rsidR="000716EE" w:rsidRPr="000716EE">
          <w:rPr>
            <w:webHidden/>
          </w:rPr>
          <w:fldChar w:fldCharType="end"/>
        </w:r>
      </w:hyperlink>
    </w:p>
    <w:p w14:paraId="15219CF6" w14:textId="48CA5B9C" w:rsidR="000716EE" w:rsidRPr="000716EE" w:rsidRDefault="00092E1C">
      <w:pPr>
        <w:pStyle w:val="TOC3"/>
        <w:rPr>
          <w:rFonts w:eastAsiaTheme="minorEastAsia"/>
          <w:kern w:val="2"/>
          <w14:ligatures w14:val="standardContextual"/>
        </w:rPr>
      </w:pPr>
      <w:hyperlink w:anchor="_Toc160026749" w:history="1">
        <w:r w:rsidR="000716EE" w:rsidRPr="000716EE">
          <w:rPr>
            <w:rStyle w:val="Hyperlink"/>
            <w:u w:val="none"/>
          </w:rPr>
          <w:t>3.17.2</w:t>
        </w:r>
        <w:r w:rsidR="000716EE" w:rsidRPr="000716EE">
          <w:rPr>
            <w:rFonts w:eastAsiaTheme="minorEastAsia"/>
            <w:kern w:val="2"/>
            <w14:ligatures w14:val="standardContextual"/>
          </w:rPr>
          <w:tab/>
        </w:r>
        <w:r w:rsidR="000716EE" w:rsidRPr="000716EE">
          <w:rPr>
            <w:rStyle w:val="Hyperlink"/>
            <w:u w:val="none"/>
          </w:rPr>
          <w:t>Responsive Reserve Service</w:t>
        </w:r>
        <w:r w:rsidR="000716EE" w:rsidRPr="000716EE">
          <w:rPr>
            <w:webHidden/>
          </w:rPr>
          <w:tab/>
        </w:r>
        <w:r w:rsidR="000716EE" w:rsidRPr="000716EE">
          <w:rPr>
            <w:webHidden/>
          </w:rPr>
          <w:fldChar w:fldCharType="begin"/>
        </w:r>
        <w:r w:rsidR="000716EE" w:rsidRPr="000716EE">
          <w:rPr>
            <w:webHidden/>
          </w:rPr>
          <w:instrText xml:space="preserve"> PAGEREF _Toc160026749 \h </w:instrText>
        </w:r>
        <w:r w:rsidR="000716EE" w:rsidRPr="000716EE">
          <w:rPr>
            <w:webHidden/>
          </w:rPr>
        </w:r>
        <w:r w:rsidR="000716EE" w:rsidRPr="000716EE">
          <w:rPr>
            <w:webHidden/>
          </w:rPr>
          <w:fldChar w:fldCharType="separate"/>
        </w:r>
        <w:r>
          <w:rPr>
            <w:webHidden/>
          </w:rPr>
          <w:t>3-293</w:t>
        </w:r>
        <w:r w:rsidR="000716EE" w:rsidRPr="000716EE">
          <w:rPr>
            <w:webHidden/>
          </w:rPr>
          <w:fldChar w:fldCharType="end"/>
        </w:r>
      </w:hyperlink>
    </w:p>
    <w:p w14:paraId="458F38DF" w14:textId="5944A526" w:rsidR="000716EE" w:rsidRPr="000716EE" w:rsidRDefault="00092E1C">
      <w:pPr>
        <w:pStyle w:val="TOC3"/>
        <w:rPr>
          <w:rFonts w:eastAsiaTheme="minorEastAsia"/>
          <w:kern w:val="2"/>
          <w14:ligatures w14:val="standardContextual"/>
        </w:rPr>
      </w:pPr>
      <w:hyperlink w:anchor="_Toc160026750" w:history="1">
        <w:r w:rsidR="000716EE" w:rsidRPr="000716EE">
          <w:rPr>
            <w:rStyle w:val="Hyperlink"/>
            <w:u w:val="none"/>
          </w:rPr>
          <w:t>3.17.3</w:t>
        </w:r>
        <w:r w:rsidR="000716EE" w:rsidRPr="000716EE">
          <w:rPr>
            <w:rFonts w:eastAsiaTheme="minorEastAsia"/>
            <w:kern w:val="2"/>
            <w14:ligatures w14:val="standardContextual"/>
          </w:rPr>
          <w:tab/>
        </w:r>
        <w:r w:rsidR="000716EE" w:rsidRPr="000716EE">
          <w:rPr>
            <w:rStyle w:val="Hyperlink"/>
            <w:u w:val="none"/>
          </w:rPr>
          <w:t>Non-Spinning Reserve Service</w:t>
        </w:r>
        <w:r w:rsidR="000716EE" w:rsidRPr="000716EE">
          <w:rPr>
            <w:webHidden/>
          </w:rPr>
          <w:tab/>
        </w:r>
        <w:r w:rsidR="000716EE" w:rsidRPr="000716EE">
          <w:rPr>
            <w:webHidden/>
          </w:rPr>
          <w:fldChar w:fldCharType="begin"/>
        </w:r>
        <w:r w:rsidR="000716EE" w:rsidRPr="000716EE">
          <w:rPr>
            <w:webHidden/>
          </w:rPr>
          <w:instrText xml:space="preserve"> PAGEREF _Toc160026750 \h </w:instrText>
        </w:r>
        <w:r w:rsidR="000716EE" w:rsidRPr="000716EE">
          <w:rPr>
            <w:webHidden/>
          </w:rPr>
        </w:r>
        <w:r w:rsidR="000716EE" w:rsidRPr="000716EE">
          <w:rPr>
            <w:webHidden/>
          </w:rPr>
          <w:fldChar w:fldCharType="separate"/>
        </w:r>
        <w:r>
          <w:rPr>
            <w:webHidden/>
          </w:rPr>
          <w:t>3-294</w:t>
        </w:r>
        <w:r w:rsidR="000716EE" w:rsidRPr="000716EE">
          <w:rPr>
            <w:webHidden/>
          </w:rPr>
          <w:fldChar w:fldCharType="end"/>
        </w:r>
      </w:hyperlink>
    </w:p>
    <w:p w14:paraId="2285A2FF" w14:textId="4072A988" w:rsidR="000716EE" w:rsidRPr="000716EE" w:rsidRDefault="00092E1C">
      <w:pPr>
        <w:pStyle w:val="TOC3"/>
        <w:rPr>
          <w:rFonts w:eastAsiaTheme="minorEastAsia"/>
          <w:kern w:val="2"/>
          <w14:ligatures w14:val="standardContextual"/>
        </w:rPr>
      </w:pPr>
      <w:hyperlink w:anchor="_Toc160026751" w:history="1">
        <w:r w:rsidR="000716EE" w:rsidRPr="000716EE">
          <w:rPr>
            <w:rStyle w:val="Hyperlink"/>
            <w:u w:val="none"/>
          </w:rPr>
          <w:t>3.17.4</w:t>
        </w:r>
        <w:r w:rsidR="000716EE" w:rsidRPr="000716EE">
          <w:rPr>
            <w:rFonts w:eastAsiaTheme="minorEastAsia"/>
            <w:kern w:val="2"/>
            <w14:ligatures w14:val="standardContextual"/>
          </w:rPr>
          <w:tab/>
        </w:r>
        <w:r w:rsidR="000716EE" w:rsidRPr="000716EE">
          <w:rPr>
            <w:rStyle w:val="Hyperlink"/>
            <w:u w:val="none"/>
          </w:rPr>
          <w:t>ERCOT Contingency Reserve Service</w:t>
        </w:r>
        <w:r w:rsidR="000716EE" w:rsidRPr="000716EE">
          <w:rPr>
            <w:webHidden/>
          </w:rPr>
          <w:tab/>
        </w:r>
        <w:r w:rsidR="000716EE" w:rsidRPr="000716EE">
          <w:rPr>
            <w:webHidden/>
          </w:rPr>
          <w:fldChar w:fldCharType="begin"/>
        </w:r>
        <w:r w:rsidR="000716EE" w:rsidRPr="000716EE">
          <w:rPr>
            <w:webHidden/>
          </w:rPr>
          <w:instrText xml:space="preserve"> PAGEREF _Toc160026751 \h </w:instrText>
        </w:r>
        <w:r w:rsidR="000716EE" w:rsidRPr="000716EE">
          <w:rPr>
            <w:webHidden/>
          </w:rPr>
        </w:r>
        <w:r w:rsidR="000716EE" w:rsidRPr="000716EE">
          <w:rPr>
            <w:webHidden/>
          </w:rPr>
          <w:fldChar w:fldCharType="separate"/>
        </w:r>
        <w:r>
          <w:rPr>
            <w:webHidden/>
          </w:rPr>
          <w:t>3-295</w:t>
        </w:r>
        <w:r w:rsidR="000716EE" w:rsidRPr="000716EE">
          <w:rPr>
            <w:webHidden/>
          </w:rPr>
          <w:fldChar w:fldCharType="end"/>
        </w:r>
      </w:hyperlink>
    </w:p>
    <w:p w14:paraId="7BCADE42" w14:textId="4E4CF954" w:rsidR="000716EE" w:rsidRPr="000716EE" w:rsidRDefault="00092E1C">
      <w:pPr>
        <w:pStyle w:val="TOC2"/>
        <w:rPr>
          <w:rFonts w:eastAsiaTheme="minorEastAsia"/>
          <w:noProof/>
          <w:kern w:val="2"/>
          <w14:ligatures w14:val="standardContextual"/>
        </w:rPr>
      </w:pPr>
      <w:hyperlink w:anchor="_Toc160026752" w:history="1">
        <w:r w:rsidR="000716EE" w:rsidRPr="000716EE">
          <w:rPr>
            <w:rStyle w:val="Hyperlink"/>
            <w:noProof/>
            <w:u w:val="none"/>
          </w:rPr>
          <w:t>3.18</w:t>
        </w:r>
        <w:r w:rsidR="000716EE" w:rsidRPr="000716EE">
          <w:rPr>
            <w:rFonts w:eastAsiaTheme="minorEastAsia"/>
            <w:noProof/>
            <w:kern w:val="2"/>
            <w14:ligatures w14:val="standardContextual"/>
          </w:rPr>
          <w:tab/>
        </w:r>
        <w:r w:rsidR="000716EE" w:rsidRPr="000716EE">
          <w:rPr>
            <w:rStyle w:val="Hyperlink"/>
            <w:noProof/>
            <w:u w:val="none"/>
          </w:rPr>
          <w:t>Resource Limits in Providing Ancillary Service</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_Toc160026752 \h </w:instrText>
        </w:r>
        <w:r w:rsidR="000716EE" w:rsidRPr="000716EE">
          <w:rPr>
            <w:noProof/>
            <w:webHidden/>
          </w:rPr>
        </w:r>
        <w:r w:rsidR="000716EE" w:rsidRPr="000716EE">
          <w:rPr>
            <w:noProof/>
            <w:webHidden/>
          </w:rPr>
          <w:fldChar w:fldCharType="separate"/>
        </w:r>
        <w:r>
          <w:rPr>
            <w:noProof/>
            <w:webHidden/>
          </w:rPr>
          <w:t>3-295</w:t>
        </w:r>
        <w:r w:rsidR="000716EE" w:rsidRPr="000716EE">
          <w:rPr>
            <w:noProof/>
            <w:webHidden/>
          </w:rPr>
          <w:fldChar w:fldCharType="end"/>
        </w:r>
      </w:hyperlink>
    </w:p>
    <w:p w14:paraId="30BD9113" w14:textId="5A321979" w:rsidR="000716EE" w:rsidRPr="000716EE" w:rsidRDefault="00092E1C">
      <w:pPr>
        <w:pStyle w:val="TOC2"/>
        <w:rPr>
          <w:rFonts w:eastAsiaTheme="minorEastAsia"/>
          <w:noProof/>
          <w:kern w:val="2"/>
          <w14:ligatures w14:val="standardContextual"/>
        </w:rPr>
      </w:pPr>
      <w:hyperlink w:anchor="_Toc160026753" w:history="1">
        <w:r w:rsidR="000716EE" w:rsidRPr="000716EE">
          <w:rPr>
            <w:rStyle w:val="Hyperlink"/>
            <w:noProof/>
            <w:u w:val="none"/>
          </w:rPr>
          <w:t>3.19</w:t>
        </w:r>
        <w:r w:rsidR="000716EE" w:rsidRPr="000716EE">
          <w:rPr>
            <w:rFonts w:eastAsiaTheme="minorEastAsia"/>
            <w:noProof/>
            <w:kern w:val="2"/>
            <w14:ligatures w14:val="standardContextual"/>
          </w:rPr>
          <w:tab/>
        </w:r>
        <w:r w:rsidR="000716EE" w:rsidRPr="000716EE">
          <w:rPr>
            <w:rStyle w:val="Hyperlink"/>
            <w:noProof/>
            <w:u w:val="none"/>
          </w:rPr>
          <w:t>Constraint Competitiveness Tests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_Toc160026753 \h </w:instrText>
        </w:r>
        <w:r w:rsidR="000716EE" w:rsidRPr="000716EE">
          <w:rPr>
            <w:noProof/>
            <w:webHidden/>
          </w:rPr>
        </w:r>
        <w:r w:rsidR="000716EE" w:rsidRPr="000716EE">
          <w:rPr>
            <w:noProof/>
            <w:webHidden/>
          </w:rPr>
          <w:fldChar w:fldCharType="separate"/>
        </w:r>
        <w:r>
          <w:rPr>
            <w:noProof/>
            <w:webHidden/>
          </w:rPr>
          <w:t>3-298</w:t>
        </w:r>
        <w:r w:rsidR="000716EE" w:rsidRPr="000716EE">
          <w:rPr>
            <w:noProof/>
            <w:webHidden/>
          </w:rPr>
          <w:fldChar w:fldCharType="end"/>
        </w:r>
      </w:hyperlink>
    </w:p>
    <w:p w14:paraId="73734C8F" w14:textId="6AED6C60" w:rsidR="000716EE" w:rsidRPr="000716EE" w:rsidRDefault="00092E1C">
      <w:pPr>
        <w:pStyle w:val="TOC3"/>
        <w:rPr>
          <w:rFonts w:eastAsiaTheme="minorEastAsia"/>
          <w:kern w:val="2"/>
          <w14:ligatures w14:val="standardContextual"/>
        </w:rPr>
      </w:pPr>
      <w:hyperlink w:anchor="_Toc160026754" w:history="1">
        <w:r w:rsidR="000716EE" w:rsidRPr="000716EE">
          <w:rPr>
            <w:rStyle w:val="Hyperlink"/>
            <w:u w:val="none"/>
          </w:rPr>
          <w:t>3.19.1</w:t>
        </w:r>
        <w:r w:rsidR="000716EE" w:rsidRPr="000716EE">
          <w:rPr>
            <w:rFonts w:eastAsiaTheme="minorEastAsia"/>
            <w:kern w:val="2"/>
            <w14:ligatures w14:val="standardContextual"/>
          </w:rPr>
          <w:tab/>
        </w:r>
        <w:r w:rsidR="000716EE" w:rsidRPr="000716EE">
          <w:rPr>
            <w:rStyle w:val="Hyperlink"/>
            <w:u w:val="none"/>
          </w:rPr>
          <w:t>Constraint Competitiveness Test Definitions</w:t>
        </w:r>
        <w:r w:rsidR="000716EE" w:rsidRPr="000716EE">
          <w:rPr>
            <w:webHidden/>
          </w:rPr>
          <w:tab/>
        </w:r>
        <w:r w:rsidR="000716EE" w:rsidRPr="000716EE">
          <w:rPr>
            <w:webHidden/>
          </w:rPr>
          <w:fldChar w:fldCharType="begin"/>
        </w:r>
        <w:r w:rsidR="000716EE" w:rsidRPr="000716EE">
          <w:rPr>
            <w:webHidden/>
          </w:rPr>
          <w:instrText xml:space="preserve"> PAGEREF _Toc160026754 \h </w:instrText>
        </w:r>
        <w:r w:rsidR="000716EE" w:rsidRPr="000716EE">
          <w:rPr>
            <w:webHidden/>
          </w:rPr>
        </w:r>
        <w:r w:rsidR="000716EE" w:rsidRPr="000716EE">
          <w:rPr>
            <w:webHidden/>
          </w:rPr>
          <w:fldChar w:fldCharType="separate"/>
        </w:r>
        <w:r>
          <w:rPr>
            <w:webHidden/>
          </w:rPr>
          <w:t>3-298</w:t>
        </w:r>
        <w:r w:rsidR="000716EE" w:rsidRPr="000716EE">
          <w:rPr>
            <w:webHidden/>
          </w:rPr>
          <w:fldChar w:fldCharType="end"/>
        </w:r>
      </w:hyperlink>
    </w:p>
    <w:p w14:paraId="294CEECE" w14:textId="75C0D71C" w:rsidR="000716EE" w:rsidRPr="000716EE" w:rsidRDefault="00092E1C">
      <w:pPr>
        <w:pStyle w:val="TOC3"/>
        <w:rPr>
          <w:rFonts w:eastAsiaTheme="minorEastAsia"/>
          <w:kern w:val="2"/>
          <w14:ligatures w14:val="standardContextual"/>
        </w:rPr>
      </w:pPr>
      <w:hyperlink w:anchor="_Toc160026755" w:history="1">
        <w:r w:rsidR="000716EE" w:rsidRPr="000716EE">
          <w:rPr>
            <w:rStyle w:val="Hyperlink"/>
            <w:u w:val="none"/>
          </w:rPr>
          <w:t>3.19.2</w:t>
        </w:r>
        <w:r w:rsidR="000716EE" w:rsidRPr="000716EE">
          <w:rPr>
            <w:rFonts w:eastAsiaTheme="minorEastAsia"/>
            <w:kern w:val="2"/>
            <w14:ligatures w14:val="standardContextual"/>
          </w:rPr>
          <w:tab/>
        </w:r>
        <w:r w:rsidR="000716EE" w:rsidRPr="000716EE">
          <w:rPr>
            <w:rStyle w:val="Hyperlink"/>
            <w:u w:val="none"/>
          </w:rPr>
          <w:t>Element Competitiveness Index Calculation</w:t>
        </w:r>
        <w:r w:rsidR="000716EE" w:rsidRPr="000716EE">
          <w:rPr>
            <w:webHidden/>
          </w:rPr>
          <w:tab/>
        </w:r>
        <w:r w:rsidR="000716EE" w:rsidRPr="000716EE">
          <w:rPr>
            <w:webHidden/>
          </w:rPr>
          <w:fldChar w:fldCharType="begin"/>
        </w:r>
        <w:r w:rsidR="000716EE" w:rsidRPr="000716EE">
          <w:rPr>
            <w:webHidden/>
          </w:rPr>
          <w:instrText xml:space="preserve"> PAGEREF _Toc160026755 \h </w:instrText>
        </w:r>
        <w:r w:rsidR="000716EE" w:rsidRPr="000716EE">
          <w:rPr>
            <w:webHidden/>
          </w:rPr>
        </w:r>
        <w:r w:rsidR="000716EE" w:rsidRPr="000716EE">
          <w:rPr>
            <w:webHidden/>
          </w:rPr>
          <w:fldChar w:fldCharType="separate"/>
        </w:r>
        <w:r>
          <w:rPr>
            <w:webHidden/>
          </w:rPr>
          <w:t>3-301</w:t>
        </w:r>
        <w:r w:rsidR="000716EE" w:rsidRPr="000716EE">
          <w:rPr>
            <w:webHidden/>
          </w:rPr>
          <w:fldChar w:fldCharType="end"/>
        </w:r>
      </w:hyperlink>
    </w:p>
    <w:p w14:paraId="07721B33" w14:textId="4E06CA35" w:rsidR="000716EE" w:rsidRPr="000716EE" w:rsidRDefault="00092E1C">
      <w:pPr>
        <w:pStyle w:val="TOC3"/>
        <w:rPr>
          <w:rFonts w:eastAsiaTheme="minorEastAsia"/>
          <w:kern w:val="2"/>
          <w14:ligatures w14:val="standardContextual"/>
        </w:rPr>
      </w:pPr>
      <w:hyperlink w:anchor="_Toc160026756" w:history="1">
        <w:r w:rsidR="000716EE" w:rsidRPr="000716EE">
          <w:rPr>
            <w:rStyle w:val="Hyperlink"/>
            <w:u w:val="none"/>
          </w:rPr>
          <w:t>3.19.3</w:t>
        </w:r>
        <w:r w:rsidR="000716EE" w:rsidRPr="000716EE">
          <w:rPr>
            <w:rFonts w:eastAsiaTheme="minorEastAsia"/>
            <w:kern w:val="2"/>
            <w14:ligatures w14:val="standardContextual"/>
          </w:rPr>
          <w:tab/>
        </w:r>
        <w:r w:rsidR="000716EE" w:rsidRPr="000716EE">
          <w:rPr>
            <w:rStyle w:val="Hyperlink"/>
            <w:u w:val="none"/>
          </w:rPr>
          <w:t>Long-Term Constraint Competitiveness Test</w:t>
        </w:r>
        <w:r w:rsidR="000716EE" w:rsidRPr="000716EE">
          <w:rPr>
            <w:webHidden/>
          </w:rPr>
          <w:tab/>
        </w:r>
        <w:r w:rsidR="000716EE" w:rsidRPr="000716EE">
          <w:rPr>
            <w:webHidden/>
          </w:rPr>
          <w:fldChar w:fldCharType="begin"/>
        </w:r>
        <w:r w:rsidR="000716EE" w:rsidRPr="000716EE">
          <w:rPr>
            <w:webHidden/>
          </w:rPr>
          <w:instrText xml:space="preserve"> PAGEREF _Toc160026756 \h </w:instrText>
        </w:r>
        <w:r w:rsidR="000716EE" w:rsidRPr="000716EE">
          <w:rPr>
            <w:webHidden/>
          </w:rPr>
        </w:r>
        <w:r w:rsidR="000716EE" w:rsidRPr="000716EE">
          <w:rPr>
            <w:webHidden/>
          </w:rPr>
          <w:fldChar w:fldCharType="separate"/>
        </w:r>
        <w:r>
          <w:rPr>
            <w:webHidden/>
          </w:rPr>
          <w:t>3-302</w:t>
        </w:r>
        <w:r w:rsidR="000716EE" w:rsidRPr="000716EE">
          <w:rPr>
            <w:webHidden/>
          </w:rPr>
          <w:fldChar w:fldCharType="end"/>
        </w:r>
      </w:hyperlink>
    </w:p>
    <w:p w14:paraId="3F8A1625" w14:textId="4BF214B3" w:rsidR="000716EE" w:rsidRPr="000716EE" w:rsidRDefault="00092E1C">
      <w:pPr>
        <w:pStyle w:val="TOC3"/>
        <w:rPr>
          <w:rFonts w:eastAsiaTheme="minorEastAsia"/>
          <w:kern w:val="2"/>
          <w14:ligatures w14:val="standardContextual"/>
        </w:rPr>
      </w:pPr>
      <w:hyperlink w:anchor="_Toc160026757" w:history="1">
        <w:r w:rsidR="000716EE" w:rsidRPr="000716EE">
          <w:rPr>
            <w:rStyle w:val="Hyperlink"/>
            <w:u w:val="none"/>
          </w:rPr>
          <w:t>3.19.4</w:t>
        </w:r>
        <w:r w:rsidR="000716EE" w:rsidRPr="000716EE">
          <w:rPr>
            <w:rFonts w:eastAsiaTheme="minorEastAsia"/>
            <w:kern w:val="2"/>
            <w14:ligatures w14:val="standardContextual"/>
          </w:rPr>
          <w:tab/>
        </w:r>
        <w:r w:rsidR="000716EE" w:rsidRPr="000716EE">
          <w:rPr>
            <w:rStyle w:val="Hyperlink"/>
            <w:u w:val="none"/>
          </w:rPr>
          <w:t>Security-Constrained Economic Dispatch Constraint Competitiveness Test</w:t>
        </w:r>
        <w:r w:rsidR="000716EE" w:rsidRPr="000716EE">
          <w:rPr>
            <w:webHidden/>
          </w:rPr>
          <w:tab/>
        </w:r>
        <w:r w:rsidR="000716EE" w:rsidRPr="000716EE">
          <w:rPr>
            <w:webHidden/>
          </w:rPr>
          <w:fldChar w:fldCharType="begin"/>
        </w:r>
        <w:r w:rsidR="000716EE" w:rsidRPr="000716EE">
          <w:rPr>
            <w:webHidden/>
          </w:rPr>
          <w:instrText xml:space="preserve"> PAGEREF _Toc160026757 \h </w:instrText>
        </w:r>
        <w:r w:rsidR="000716EE" w:rsidRPr="000716EE">
          <w:rPr>
            <w:webHidden/>
          </w:rPr>
        </w:r>
        <w:r w:rsidR="000716EE" w:rsidRPr="000716EE">
          <w:rPr>
            <w:webHidden/>
          </w:rPr>
          <w:fldChar w:fldCharType="separate"/>
        </w:r>
        <w:r>
          <w:rPr>
            <w:webHidden/>
          </w:rPr>
          <w:t>3-302</w:t>
        </w:r>
        <w:r w:rsidR="000716EE" w:rsidRPr="000716EE">
          <w:rPr>
            <w:webHidden/>
          </w:rPr>
          <w:fldChar w:fldCharType="end"/>
        </w:r>
      </w:hyperlink>
    </w:p>
    <w:p w14:paraId="2F806023" w14:textId="3E5FC944" w:rsidR="000716EE" w:rsidRPr="000716EE" w:rsidRDefault="00092E1C">
      <w:pPr>
        <w:pStyle w:val="TOC2"/>
        <w:rPr>
          <w:rFonts w:eastAsiaTheme="minorEastAsia"/>
          <w:noProof/>
          <w:kern w:val="2"/>
          <w14:ligatures w14:val="standardContextual"/>
        </w:rPr>
      </w:pPr>
      <w:hyperlink w:anchor="_Toc160026758" w:history="1">
        <w:r w:rsidR="000716EE" w:rsidRPr="000716EE">
          <w:rPr>
            <w:rStyle w:val="Hyperlink"/>
            <w:noProof/>
            <w:u w:val="none"/>
          </w:rPr>
          <w:t>3.20</w:t>
        </w:r>
        <w:r w:rsidR="000716EE" w:rsidRPr="000716EE">
          <w:rPr>
            <w:rFonts w:eastAsiaTheme="minorEastAsia"/>
            <w:noProof/>
            <w:kern w:val="2"/>
            <w14:ligatures w14:val="standardContextual"/>
          </w:rPr>
          <w:tab/>
        </w:r>
        <w:r w:rsidR="000716EE" w:rsidRPr="000716EE">
          <w:rPr>
            <w:rStyle w:val="Hyperlink"/>
            <w:noProof/>
            <w:u w:val="none"/>
          </w:rPr>
          <w:t>Identification of Chronic Congestion</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_Toc160026758 \h </w:instrText>
        </w:r>
        <w:r w:rsidR="000716EE" w:rsidRPr="000716EE">
          <w:rPr>
            <w:noProof/>
            <w:webHidden/>
          </w:rPr>
        </w:r>
        <w:r w:rsidR="000716EE" w:rsidRPr="000716EE">
          <w:rPr>
            <w:noProof/>
            <w:webHidden/>
          </w:rPr>
          <w:fldChar w:fldCharType="separate"/>
        </w:r>
        <w:r>
          <w:rPr>
            <w:noProof/>
            <w:webHidden/>
          </w:rPr>
          <w:t>3-304</w:t>
        </w:r>
        <w:r w:rsidR="000716EE" w:rsidRPr="000716EE">
          <w:rPr>
            <w:noProof/>
            <w:webHidden/>
          </w:rPr>
          <w:fldChar w:fldCharType="end"/>
        </w:r>
      </w:hyperlink>
    </w:p>
    <w:p w14:paraId="6AF4D842" w14:textId="44798415" w:rsidR="000716EE" w:rsidRPr="000716EE" w:rsidRDefault="00092E1C">
      <w:pPr>
        <w:pStyle w:val="TOC3"/>
        <w:rPr>
          <w:rFonts w:eastAsiaTheme="minorEastAsia"/>
          <w:kern w:val="2"/>
          <w14:ligatures w14:val="standardContextual"/>
        </w:rPr>
      </w:pPr>
      <w:hyperlink w:anchor="_Toc160026759" w:history="1">
        <w:r w:rsidR="000716EE" w:rsidRPr="000716EE">
          <w:rPr>
            <w:rStyle w:val="Hyperlink"/>
            <w:u w:val="none"/>
          </w:rPr>
          <w:t>3.20.1</w:t>
        </w:r>
        <w:r w:rsidR="000716EE" w:rsidRPr="000716EE">
          <w:rPr>
            <w:rFonts w:eastAsiaTheme="minorEastAsia"/>
            <w:kern w:val="2"/>
            <w14:ligatures w14:val="standardContextual"/>
          </w:rPr>
          <w:tab/>
        </w:r>
        <w:r w:rsidR="000716EE" w:rsidRPr="000716EE">
          <w:rPr>
            <w:rStyle w:val="Hyperlink"/>
            <w:u w:val="none"/>
          </w:rPr>
          <w:t>Evaluation of Chronic Congestion</w:t>
        </w:r>
        <w:r w:rsidR="000716EE" w:rsidRPr="000716EE">
          <w:rPr>
            <w:webHidden/>
          </w:rPr>
          <w:tab/>
        </w:r>
        <w:r w:rsidR="000716EE" w:rsidRPr="000716EE">
          <w:rPr>
            <w:webHidden/>
          </w:rPr>
          <w:fldChar w:fldCharType="begin"/>
        </w:r>
        <w:r w:rsidR="000716EE" w:rsidRPr="000716EE">
          <w:rPr>
            <w:webHidden/>
          </w:rPr>
          <w:instrText xml:space="preserve"> PAGEREF _Toc160026759 \h </w:instrText>
        </w:r>
        <w:r w:rsidR="000716EE" w:rsidRPr="000716EE">
          <w:rPr>
            <w:webHidden/>
          </w:rPr>
        </w:r>
        <w:r w:rsidR="000716EE" w:rsidRPr="000716EE">
          <w:rPr>
            <w:webHidden/>
          </w:rPr>
          <w:fldChar w:fldCharType="separate"/>
        </w:r>
        <w:r>
          <w:rPr>
            <w:webHidden/>
          </w:rPr>
          <w:t>3-304</w:t>
        </w:r>
        <w:r w:rsidR="000716EE" w:rsidRPr="000716EE">
          <w:rPr>
            <w:webHidden/>
          </w:rPr>
          <w:fldChar w:fldCharType="end"/>
        </w:r>
      </w:hyperlink>
    </w:p>
    <w:p w14:paraId="4E1948FF" w14:textId="0C708849" w:rsidR="000716EE" w:rsidRPr="000716EE" w:rsidRDefault="00092E1C">
      <w:pPr>
        <w:pStyle w:val="TOC3"/>
        <w:rPr>
          <w:rFonts w:eastAsiaTheme="minorEastAsia"/>
          <w:kern w:val="2"/>
          <w14:ligatures w14:val="standardContextual"/>
        </w:rPr>
      </w:pPr>
      <w:hyperlink w:anchor="_Toc160026760" w:history="1">
        <w:r w:rsidR="000716EE" w:rsidRPr="000716EE">
          <w:rPr>
            <w:rStyle w:val="Hyperlink"/>
            <w:u w:val="none"/>
          </w:rPr>
          <w:t>3.20.2</w:t>
        </w:r>
        <w:r w:rsidR="000716EE" w:rsidRPr="000716EE">
          <w:rPr>
            <w:rFonts w:eastAsiaTheme="minorEastAsia"/>
            <w:kern w:val="2"/>
            <w14:ligatures w14:val="standardContextual"/>
          </w:rPr>
          <w:tab/>
        </w:r>
        <w:r w:rsidR="000716EE" w:rsidRPr="000716EE">
          <w:rPr>
            <w:rStyle w:val="Hyperlink"/>
            <w:u w:val="none"/>
          </w:rPr>
          <w:t>Topology and Model Verification</w:t>
        </w:r>
        <w:r w:rsidR="000716EE" w:rsidRPr="000716EE">
          <w:rPr>
            <w:webHidden/>
          </w:rPr>
          <w:tab/>
        </w:r>
        <w:r w:rsidR="000716EE" w:rsidRPr="000716EE">
          <w:rPr>
            <w:webHidden/>
          </w:rPr>
          <w:fldChar w:fldCharType="begin"/>
        </w:r>
        <w:r w:rsidR="000716EE" w:rsidRPr="000716EE">
          <w:rPr>
            <w:webHidden/>
          </w:rPr>
          <w:instrText xml:space="preserve"> PAGEREF _Toc160026760 \h </w:instrText>
        </w:r>
        <w:r w:rsidR="000716EE" w:rsidRPr="000716EE">
          <w:rPr>
            <w:webHidden/>
          </w:rPr>
        </w:r>
        <w:r w:rsidR="000716EE" w:rsidRPr="000716EE">
          <w:rPr>
            <w:webHidden/>
          </w:rPr>
          <w:fldChar w:fldCharType="separate"/>
        </w:r>
        <w:r>
          <w:rPr>
            <w:webHidden/>
          </w:rPr>
          <w:t>3-304</w:t>
        </w:r>
        <w:r w:rsidR="000716EE" w:rsidRPr="000716EE">
          <w:rPr>
            <w:webHidden/>
          </w:rPr>
          <w:fldChar w:fldCharType="end"/>
        </w:r>
      </w:hyperlink>
    </w:p>
    <w:p w14:paraId="3B124391" w14:textId="52B3932B" w:rsidR="000716EE" w:rsidRPr="000716EE" w:rsidRDefault="00092E1C">
      <w:pPr>
        <w:pStyle w:val="TOC2"/>
        <w:rPr>
          <w:rFonts w:eastAsiaTheme="minorEastAsia"/>
          <w:noProof/>
          <w:kern w:val="2"/>
          <w14:ligatures w14:val="standardContextual"/>
        </w:rPr>
      </w:pPr>
      <w:hyperlink w:anchor="_Toc160026761" w:history="1">
        <w:r w:rsidR="000716EE" w:rsidRPr="000716EE">
          <w:rPr>
            <w:rStyle w:val="Hyperlink"/>
            <w:noProof/>
            <w:u w:val="none"/>
          </w:rPr>
          <w:t>3.21</w:t>
        </w:r>
        <w:r w:rsidR="000716EE" w:rsidRPr="000716EE">
          <w:rPr>
            <w:rFonts w:eastAsiaTheme="minorEastAsia"/>
            <w:noProof/>
            <w:kern w:val="2"/>
            <w14:ligatures w14:val="standardContextual"/>
          </w:rPr>
          <w:tab/>
        </w:r>
        <w:r w:rsidR="000716EE" w:rsidRPr="000716EE">
          <w:rPr>
            <w:rStyle w:val="Hyperlink"/>
            <w:noProof/>
            <w:u w:val="none"/>
          </w:rPr>
          <w:t>Submission of Declarations of Natural Gas Pipeline Coordination</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_Toc160026761 \h </w:instrText>
        </w:r>
        <w:r w:rsidR="000716EE" w:rsidRPr="000716EE">
          <w:rPr>
            <w:noProof/>
            <w:webHidden/>
          </w:rPr>
        </w:r>
        <w:r w:rsidR="000716EE" w:rsidRPr="000716EE">
          <w:rPr>
            <w:noProof/>
            <w:webHidden/>
          </w:rPr>
          <w:fldChar w:fldCharType="separate"/>
        </w:r>
        <w:r>
          <w:rPr>
            <w:noProof/>
            <w:webHidden/>
          </w:rPr>
          <w:t>3-305</w:t>
        </w:r>
        <w:r w:rsidR="000716EE" w:rsidRPr="000716EE">
          <w:rPr>
            <w:noProof/>
            <w:webHidden/>
          </w:rPr>
          <w:fldChar w:fldCharType="end"/>
        </w:r>
      </w:hyperlink>
    </w:p>
    <w:p w14:paraId="46B6DEDA" w14:textId="4AA0B68F" w:rsidR="000716EE" w:rsidRPr="000716EE" w:rsidRDefault="00092E1C">
      <w:pPr>
        <w:pStyle w:val="TOC2"/>
        <w:rPr>
          <w:rFonts w:eastAsiaTheme="minorEastAsia"/>
          <w:noProof/>
          <w:kern w:val="2"/>
          <w14:ligatures w14:val="standardContextual"/>
        </w:rPr>
      </w:pPr>
      <w:hyperlink w:anchor="_Toc160026762" w:history="1">
        <w:r w:rsidR="000716EE" w:rsidRPr="000716EE">
          <w:rPr>
            <w:rStyle w:val="Hyperlink"/>
            <w:noProof/>
            <w:u w:val="none"/>
          </w:rPr>
          <w:t>3.22</w:t>
        </w:r>
        <w:r w:rsidR="000716EE" w:rsidRPr="000716EE">
          <w:rPr>
            <w:rFonts w:eastAsiaTheme="minorEastAsia"/>
            <w:noProof/>
            <w:kern w:val="2"/>
            <w14:ligatures w14:val="standardContextual"/>
          </w:rPr>
          <w:tab/>
        </w:r>
        <w:r w:rsidR="000716EE" w:rsidRPr="000716EE">
          <w:rPr>
            <w:rStyle w:val="Hyperlink"/>
            <w:noProof/>
            <w:u w:val="none"/>
          </w:rPr>
          <w:t>Subsynchronous Resonance</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_Toc160026762 \h </w:instrText>
        </w:r>
        <w:r w:rsidR="000716EE" w:rsidRPr="000716EE">
          <w:rPr>
            <w:noProof/>
            <w:webHidden/>
          </w:rPr>
        </w:r>
        <w:r w:rsidR="000716EE" w:rsidRPr="000716EE">
          <w:rPr>
            <w:noProof/>
            <w:webHidden/>
          </w:rPr>
          <w:fldChar w:fldCharType="separate"/>
        </w:r>
        <w:r>
          <w:rPr>
            <w:noProof/>
            <w:webHidden/>
          </w:rPr>
          <w:t>3-306</w:t>
        </w:r>
        <w:r w:rsidR="000716EE" w:rsidRPr="000716EE">
          <w:rPr>
            <w:noProof/>
            <w:webHidden/>
          </w:rPr>
          <w:fldChar w:fldCharType="end"/>
        </w:r>
      </w:hyperlink>
    </w:p>
    <w:p w14:paraId="70902E7A" w14:textId="66D0D680" w:rsidR="000716EE" w:rsidRPr="000716EE" w:rsidRDefault="00092E1C">
      <w:pPr>
        <w:pStyle w:val="TOC3"/>
        <w:rPr>
          <w:rFonts w:eastAsiaTheme="minorEastAsia"/>
          <w:kern w:val="2"/>
          <w14:ligatures w14:val="standardContextual"/>
        </w:rPr>
      </w:pPr>
      <w:hyperlink w:anchor="_Toc160026763" w:history="1">
        <w:r w:rsidR="000716EE" w:rsidRPr="000716EE">
          <w:rPr>
            <w:rStyle w:val="Hyperlink"/>
            <w:u w:val="none"/>
          </w:rPr>
          <w:t>3.22.1</w:t>
        </w:r>
        <w:r w:rsidR="000716EE" w:rsidRPr="000716EE">
          <w:rPr>
            <w:rFonts w:eastAsiaTheme="minorEastAsia"/>
            <w:kern w:val="2"/>
            <w14:ligatures w14:val="standardContextual"/>
          </w:rPr>
          <w:tab/>
        </w:r>
        <w:r w:rsidR="000716EE" w:rsidRPr="000716EE">
          <w:rPr>
            <w:rStyle w:val="Hyperlink"/>
            <w:u w:val="none"/>
          </w:rPr>
          <w:t>Subsynchronous Resonance Vulnerability Assessment</w:t>
        </w:r>
        <w:r w:rsidR="000716EE" w:rsidRPr="000716EE">
          <w:rPr>
            <w:webHidden/>
          </w:rPr>
          <w:tab/>
        </w:r>
        <w:r w:rsidR="000716EE" w:rsidRPr="000716EE">
          <w:rPr>
            <w:webHidden/>
          </w:rPr>
          <w:fldChar w:fldCharType="begin"/>
        </w:r>
        <w:r w:rsidR="000716EE" w:rsidRPr="000716EE">
          <w:rPr>
            <w:webHidden/>
          </w:rPr>
          <w:instrText xml:space="preserve"> PAGEREF _Toc160026763 \h </w:instrText>
        </w:r>
        <w:r w:rsidR="000716EE" w:rsidRPr="000716EE">
          <w:rPr>
            <w:webHidden/>
          </w:rPr>
        </w:r>
        <w:r w:rsidR="000716EE" w:rsidRPr="000716EE">
          <w:rPr>
            <w:webHidden/>
          </w:rPr>
          <w:fldChar w:fldCharType="separate"/>
        </w:r>
        <w:r>
          <w:rPr>
            <w:webHidden/>
          </w:rPr>
          <w:t>3-306</w:t>
        </w:r>
        <w:r w:rsidR="000716EE" w:rsidRPr="000716EE">
          <w:rPr>
            <w:webHidden/>
          </w:rPr>
          <w:fldChar w:fldCharType="end"/>
        </w:r>
      </w:hyperlink>
    </w:p>
    <w:p w14:paraId="665403FE" w14:textId="654EF6CD" w:rsidR="000716EE" w:rsidRPr="000716EE" w:rsidRDefault="00092E1C" w:rsidP="001235C5">
      <w:pPr>
        <w:pStyle w:val="TOC4"/>
        <w:rPr>
          <w:rFonts w:eastAsiaTheme="minorEastAsia"/>
          <w:snapToGrid/>
          <w:kern w:val="2"/>
          <w14:ligatures w14:val="standardContextual"/>
        </w:rPr>
      </w:pPr>
      <w:hyperlink w:anchor="_Toc160026764" w:history="1">
        <w:r w:rsidR="000716EE" w:rsidRPr="000716EE">
          <w:rPr>
            <w:rStyle w:val="Hyperlink"/>
            <w:bCs w:val="0"/>
            <w:sz w:val="20"/>
            <w:szCs w:val="20"/>
            <w:u w:val="none"/>
          </w:rPr>
          <w:t xml:space="preserve">3.22.1.1 </w:t>
        </w:r>
        <w:r w:rsidR="000716EE" w:rsidRPr="000716EE">
          <w:rPr>
            <w:rFonts w:eastAsiaTheme="minorEastAsia"/>
            <w:snapToGrid/>
            <w:kern w:val="2"/>
            <w14:ligatures w14:val="standardContextual"/>
          </w:rPr>
          <w:tab/>
        </w:r>
        <w:r w:rsidR="000716EE" w:rsidRPr="000716EE">
          <w:rPr>
            <w:rStyle w:val="Hyperlink"/>
            <w:bCs w:val="0"/>
            <w:sz w:val="20"/>
            <w:szCs w:val="20"/>
            <w:u w:val="none"/>
          </w:rPr>
          <w:t>Existing Generation Resource Assessment</w:t>
        </w:r>
        <w:r w:rsidR="000716EE" w:rsidRPr="000716EE">
          <w:rPr>
            <w:webHidden/>
          </w:rPr>
          <w:tab/>
        </w:r>
        <w:r w:rsidR="000716EE" w:rsidRPr="000716EE">
          <w:rPr>
            <w:webHidden/>
          </w:rPr>
          <w:fldChar w:fldCharType="begin"/>
        </w:r>
        <w:r w:rsidR="000716EE" w:rsidRPr="000716EE">
          <w:rPr>
            <w:webHidden/>
          </w:rPr>
          <w:instrText xml:space="preserve"> PAGEREF _Toc160026764 \h </w:instrText>
        </w:r>
        <w:r w:rsidR="000716EE" w:rsidRPr="000716EE">
          <w:rPr>
            <w:webHidden/>
          </w:rPr>
        </w:r>
        <w:r w:rsidR="000716EE" w:rsidRPr="000716EE">
          <w:rPr>
            <w:webHidden/>
          </w:rPr>
          <w:fldChar w:fldCharType="separate"/>
        </w:r>
        <w:r>
          <w:rPr>
            <w:webHidden/>
          </w:rPr>
          <w:t>3-307</w:t>
        </w:r>
        <w:r w:rsidR="000716EE" w:rsidRPr="000716EE">
          <w:rPr>
            <w:webHidden/>
          </w:rPr>
          <w:fldChar w:fldCharType="end"/>
        </w:r>
      </w:hyperlink>
    </w:p>
    <w:p w14:paraId="402A02E9" w14:textId="27772786" w:rsidR="000716EE" w:rsidRPr="000716EE" w:rsidRDefault="00092E1C" w:rsidP="001235C5">
      <w:pPr>
        <w:pStyle w:val="TOC4"/>
        <w:rPr>
          <w:rFonts w:eastAsiaTheme="minorEastAsia"/>
          <w:snapToGrid/>
          <w:kern w:val="2"/>
          <w14:ligatures w14:val="standardContextual"/>
        </w:rPr>
      </w:pPr>
      <w:hyperlink w:anchor="_Toc160026765" w:history="1">
        <w:r w:rsidR="000716EE" w:rsidRPr="000716EE">
          <w:rPr>
            <w:rStyle w:val="Hyperlink"/>
            <w:bCs w:val="0"/>
            <w:sz w:val="20"/>
            <w:szCs w:val="20"/>
            <w:u w:val="none"/>
          </w:rPr>
          <w:t xml:space="preserve">3.22.1.2 </w:t>
        </w:r>
        <w:r w:rsidR="000716EE" w:rsidRPr="000716EE">
          <w:rPr>
            <w:rFonts w:eastAsiaTheme="minorEastAsia"/>
            <w:snapToGrid/>
            <w:kern w:val="2"/>
            <w14:ligatures w14:val="standardContextual"/>
          </w:rPr>
          <w:tab/>
        </w:r>
        <w:r w:rsidR="000716EE" w:rsidRPr="000716EE">
          <w:rPr>
            <w:rStyle w:val="Hyperlink"/>
            <w:bCs w:val="0"/>
            <w:sz w:val="20"/>
            <w:szCs w:val="20"/>
            <w:u w:val="none"/>
          </w:rPr>
          <w:t>Generation Resource or Energy Storage Resource Interconnection Assessment</w:t>
        </w:r>
        <w:r w:rsidR="000716EE" w:rsidRPr="000716EE">
          <w:rPr>
            <w:webHidden/>
          </w:rPr>
          <w:tab/>
        </w:r>
        <w:r w:rsidR="000716EE" w:rsidRPr="000716EE">
          <w:rPr>
            <w:webHidden/>
          </w:rPr>
          <w:fldChar w:fldCharType="begin"/>
        </w:r>
        <w:r w:rsidR="000716EE" w:rsidRPr="000716EE">
          <w:rPr>
            <w:webHidden/>
          </w:rPr>
          <w:instrText xml:space="preserve"> PAGEREF _Toc160026765 \h </w:instrText>
        </w:r>
        <w:r w:rsidR="000716EE" w:rsidRPr="000716EE">
          <w:rPr>
            <w:webHidden/>
          </w:rPr>
        </w:r>
        <w:r w:rsidR="000716EE" w:rsidRPr="000716EE">
          <w:rPr>
            <w:webHidden/>
          </w:rPr>
          <w:fldChar w:fldCharType="separate"/>
        </w:r>
        <w:r>
          <w:rPr>
            <w:webHidden/>
          </w:rPr>
          <w:t>3-307</w:t>
        </w:r>
        <w:r w:rsidR="000716EE" w:rsidRPr="000716EE">
          <w:rPr>
            <w:webHidden/>
          </w:rPr>
          <w:fldChar w:fldCharType="end"/>
        </w:r>
      </w:hyperlink>
    </w:p>
    <w:p w14:paraId="26BE841B" w14:textId="7F710460" w:rsidR="000716EE" w:rsidRPr="000716EE" w:rsidRDefault="00092E1C" w:rsidP="001235C5">
      <w:pPr>
        <w:pStyle w:val="TOC4"/>
        <w:rPr>
          <w:rFonts w:eastAsiaTheme="minorEastAsia"/>
          <w:snapToGrid/>
          <w:kern w:val="2"/>
          <w14:ligatures w14:val="standardContextual"/>
        </w:rPr>
      </w:pPr>
      <w:hyperlink w:anchor="_Toc160026766" w:history="1">
        <w:r w:rsidR="000716EE" w:rsidRPr="000716EE">
          <w:rPr>
            <w:rStyle w:val="Hyperlink"/>
            <w:bCs w:val="0"/>
            <w:sz w:val="20"/>
            <w:szCs w:val="20"/>
            <w:u w:val="none"/>
          </w:rPr>
          <w:t xml:space="preserve">3.22.1.3 </w:t>
        </w:r>
        <w:r w:rsidR="000716EE" w:rsidRPr="000716EE">
          <w:rPr>
            <w:rFonts w:eastAsiaTheme="minorEastAsia"/>
            <w:snapToGrid/>
            <w:kern w:val="2"/>
            <w14:ligatures w14:val="standardContextual"/>
          </w:rPr>
          <w:tab/>
        </w:r>
        <w:r w:rsidR="000716EE" w:rsidRPr="000716EE">
          <w:rPr>
            <w:rStyle w:val="Hyperlink"/>
            <w:bCs w:val="0"/>
            <w:sz w:val="20"/>
            <w:szCs w:val="20"/>
            <w:u w:val="none"/>
          </w:rPr>
          <w:t>Transmission Project Assessment</w:t>
        </w:r>
        <w:r w:rsidR="000716EE" w:rsidRPr="000716EE">
          <w:rPr>
            <w:webHidden/>
          </w:rPr>
          <w:tab/>
        </w:r>
        <w:r w:rsidR="000716EE" w:rsidRPr="000716EE">
          <w:rPr>
            <w:webHidden/>
          </w:rPr>
          <w:fldChar w:fldCharType="begin"/>
        </w:r>
        <w:r w:rsidR="000716EE" w:rsidRPr="000716EE">
          <w:rPr>
            <w:webHidden/>
          </w:rPr>
          <w:instrText xml:space="preserve"> PAGEREF _Toc160026766 \h </w:instrText>
        </w:r>
        <w:r w:rsidR="000716EE" w:rsidRPr="000716EE">
          <w:rPr>
            <w:webHidden/>
          </w:rPr>
        </w:r>
        <w:r w:rsidR="000716EE" w:rsidRPr="000716EE">
          <w:rPr>
            <w:webHidden/>
          </w:rPr>
          <w:fldChar w:fldCharType="separate"/>
        </w:r>
        <w:r>
          <w:rPr>
            <w:webHidden/>
          </w:rPr>
          <w:t>3-309</w:t>
        </w:r>
        <w:r w:rsidR="000716EE" w:rsidRPr="000716EE">
          <w:rPr>
            <w:webHidden/>
          </w:rPr>
          <w:fldChar w:fldCharType="end"/>
        </w:r>
      </w:hyperlink>
    </w:p>
    <w:p w14:paraId="75DEC304" w14:textId="138E0E0C" w:rsidR="000716EE" w:rsidRPr="000716EE" w:rsidRDefault="00092E1C" w:rsidP="001235C5">
      <w:pPr>
        <w:pStyle w:val="TOC4"/>
        <w:rPr>
          <w:rFonts w:eastAsiaTheme="minorEastAsia"/>
          <w:snapToGrid/>
          <w:kern w:val="2"/>
          <w14:ligatures w14:val="standardContextual"/>
        </w:rPr>
      </w:pPr>
      <w:hyperlink w:anchor="_Toc160026767" w:history="1">
        <w:r w:rsidR="000716EE" w:rsidRPr="000716EE">
          <w:rPr>
            <w:rStyle w:val="Hyperlink"/>
            <w:bCs w:val="0"/>
            <w:sz w:val="20"/>
            <w:szCs w:val="20"/>
            <w:u w:val="none"/>
          </w:rPr>
          <w:t xml:space="preserve">3.22.1.4 </w:t>
        </w:r>
        <w:r w:rsidR="000716EE" w:rsidRPr="000716EE">
          <w:rPr>
            <w:rFonts w:eastAsiaTheme="minorEastAsia"/>
            <w:snapToGrid/>
            <w:kern w:val="2"/>
            <w14:ligatures w14:val="standardContextual"/>
          </w:rPr>
          <w:tab/>
        </w:r>
        <w:r w:rsidR="000716EE" w:rsidRPr="000716EE">
          <w:rPr>
            <w:rStyle w:val="Hyperlink"/>
            <w:bCs w:val="0"/>
            <w:sz w:val="20"/>
            <w:szCs w:val="20"/>
            <w:u w:val="none"/>
          </w:rPr>
          <w:t>Annual SSR Review</w:t>
        </w:r>
        <w:r w:rsidR="000716EE" w:rsidRPr="000716EE">
          <w:rPr>
            <w:webHidden/>
          </w:rPr>
          <w:tab/>
        </w:r>
        <w:r w:rsidR="000716EE" w:rsidRPr="000716EE">
          <w:rPr>
            <w:webHidden/>
          </w:rPr>
          <w:fldChar w:fldCharType="begin"/>
        </w:r>
        <w:r w:rsidR="000716EE" w:rsidRPr="000716EE">
          <w:rPr>
            <w:webHidden/>
          </w:rPr>
          <w:instrText xml:space="preserve"> PAGEREF _Toc160026767 \h </w:instrText>
        </w:r>
        <w:r w:rsidR="000716EE" w:rsidRPr="000716EE">
          <w:rPr>
            <w:webHidden/>
          </w:rPr>
        </w:r>
        <w:r w:rsidR="000716EE" w:rsidRPr="000716EE">
          <w:rPr>
            <w:webHidden/>
          </w:rPr>
          <w:fldChar w:fldCharType="separate"/>
        </w:r>
        <w:r>
          <w:rPr>
            <w:webHidden/>
          </w:rPr>
          <w:t>3-310</w:t>
        </w:r>
        <w:r w:rsidR="000716EE" w:rsidRPr="000716EE">
          <w:rPr>
            <w:webHidden/>
          </w:rPr>
          <w:fldChar w:fldCharType="end"/>
        </w:r>
      </w:hyperlink>
    </w:p>
    <w:p w14:paraId="7DEC6E08" w14:textId="0991393F" w:rsidR="000716EE" w:rsidRPr="000716EE" w:rsidRDefault="00092E1C">
      <w:pPr>
        <w:pStyle w:val="TOC3"/>
        <w:rPr>
          <w:rFonts w:eastAsiaTheme="minorEastAsia"/>
          <w:kern w:val="2"/>
          <w14:ligatures w14:val="standardContextual"/>
        </w:rPr>
      </w:pPr>
      <w:hyperlink w:anchor="_Toc160026768" w:history="1">
        <w:r w:rsidR="000716EE" w:rsidRPr="000716EE">
          <w:rPr>
            <w:rStyle w:val="Hyperlink"/>
            <w:u w:val="none"/>
          </w:rPr>
          <w:t>3.22.2</w:t>
        </w:r>
        <w:r w:rsidR="000716EE" w:rsidRPr="000716EE">
          <w:rPr>
            <w:rFonts w:eastAsiaTheme="minorEastAsia"/>
            <w:kern w:val="2"/>
            <w14:ligatures w14:val="standardContextual"/>
          </w:rPr>
          <w:tab/>
        </w:r>
        <w:r w:rsidR="000716EE" w:rsidRPr="000716EE">
          <w:rPr>
            <w:rStyle w:val="Hyperlink"/>
            <w:u w:val="none"/>
          </w:rPr>
          <w:t>Subsynchronous Resonance Vulnerability Assessment Criteria</w:t>
        </w:r>
        <w:r w:rsidR="000716EE" w:rsidRPr="000716EE">
          <w:rPr>
            <w:webHidden/>
          </w:rPr>
          <w:tab/>
        </w:r>
        <w:r w:rsidR="000716EE" w:rsidRPr="000716EE">
          <w:rPr>
            <w:webHidden/>
          </w:rPr>
          <w:fldChar w:fldCharType="begin"/>
        </w:r>
        <w:r w:rsidR="000716EE" w:rsidRPr="000716EE">
          <w:rPr>
            <w:webHidden/>
          </w:rPr>
          <w:instrText xml:space="preserve"> PAGEREF _Toc160026768 \h </w:instrText>
        </w:r>
        <w:r w:rsidR="000716EE" w:rsidRPr="000716EE">
          <w:rPr>
            <w:webHidden/>
          </w:rPr>
        </w:r>
        <w:r w:rsidR="000716EE" w:rsidRPr="000716EE">
          <w:rPr>
            <w:webHidden/>
          </w:rPr>
          <w:fldChar w:fldCharType="separate"/>
        </w:r>
        <w:r>
          <w:rPr>
            <w:webHidden/>
          </w:rPr>
          <w:t>3-311</w:t>
        </w:r>
        <w:r w:rsidR="000716EE" w:rsidRPr="000716EE">
          <w:rPr>
            <w:webHidden/>
          </w:rPr>
          <w:fldChar w:fldCharType="end"/>
        </w:r>
      </w:hyperlink>
    </w:p>
    <w:p w14:paraId="7246133A" w14:textId="565CF295" w:rsidR="000716EE" w:rsidRPr="000716EE" w:rsidRDefault="00092E1C">
      <w:pPr>
        <w:pStyle w:val="TOC3"/>
        <w:rPr>
          <w:rFonts w:eastAsiaTheme="minorEastAsia"/>
          <w:kern w:val="2"/>
          <w14:ligatures w14:val="standardContextual"/>
        </w:rPr>
      </w:pPr>
      <w:hyperlink w:anchor="_Toc160026769" w:history="1">
        <w:r w:rsidR="000716EE" w:rsidRPr="000716EE">
          <w:rPr>
            <w:rStyle w:val="Hyperlink"/>
            <w:u w:val="none"/>
          </w:rPr>
          <w:t xml:space="preserve">3.22.3 </w:t>
        </w:r>
        <w:r w:rsidR="000716EE" w:rsidRPr="000716EE">
          <w:rPr>
            <w:rFonts w:eastAsiaTheme="minorEastAsia"/>
            <w:kern w:val="2"/>
            <w14:ligatures w14:val="standardContextual"/>
          </w:rPr>
          <w:tab/>
        </w:r>
        <w:r w:rsidR="000716EE" w:rsidRPr="000716EE">
          <w:rPr>
            <w:rStyle w:val="Hyperlink"/>
            <w:u w:val="none"/>
          </w:rPr>
          <w:t>Subsynchronous Resonance Monitoring</w:t>
        </w:r>
        <w:r w:rsidR="000716EE" w:rsidRPr="000716EE">
          <w:rPr>
            <w:webHidden/>
          </w:rPr>
          <w:tab/>
        </w:r>
        <w:r w:rsidR="000716EE" w:rsidRPr="000716EE">
          <w:rPr>
            <w:webHidden/>
          </w:rPr>
          <w:fldChar w:fldCharType="begin"/>
        </w:r>
        <w:r w:rsidR="000716EE" w:rsidRPr="000716EE">
          <w:rPr>
            <w:webHidden/>
          </w:rPr>
          <w:instrText xml:space="preserve"> PAGEREF _Toc160026769 \h </w:instrText>
        </w:r>
        <w:r w:rsidR="000716EE" w:rsidRPr="000716EE">
          <w:rPr>
            <w:webHidden/>
          </w:rPr>
        </w:r>
        <w:r w:rsidR="000716EE" w:rsidRPr="000716EE">
          <w:rPr>
            <w:webHidden/>
          </w:rPr>
          <w:fldChar w:fldCharType="separate"/>
        </w:r>
        <w:r>
          <w:rPr>
            <w:webHidden/>
          </w:rPr>
          <w:t>3-312</w:t>
        </w:r>
        <w:r w:rsidR="000716EE" w:rsidRPr="000716EE">
          <w:rPr>
            <w:webHidden/>
          </w:rPr>
          <w:fldChar w:fldCharType="end"/>
        </w:r>
      </w:hyperlink>
    </w:p>
    <w:p w14:paraId="055C8EB0" w14:textId="5049A81B" w:rsidR="000716EE" w:rsidRPr="000716EE" w:rsidRDefault="00092E1C">
      <w:pPr>
        <w:pStyle w:val="TOC2"/>
        <w:rPr>
          <w:rFonts w:eastAsiaTheme="minorEastAsia"/>
          <w:noProof/>
          <w:kern w:val="2"/>
          <w14:ligatures w14:val="standardContextual"/>
        </w:rPr>
      </w:pPr>
      <w:hyperlink w:anchor="_Toc160026770" w:history="1">
        <w:r w:rsidR="000716EE" w:rsidRPr="000716EE">
          <w:rPr>
            <w:rStyle w:val="Hyperlink"/>
            <w:noProof/>
            <w:u w:val="none"/>
          </w:rPr>
          <w:t>3.23</w:t>
        </w:r>
        <w:r w:rsidR="000716EE" w:rsidRPr="000716EE">
          <w:rPr>
            <w:rFonts w:eastAsiaTheme="minorEastAsia"/>
            <w:noProof/>
            <w:kern w:val="2"/>
            <w14:ligatures w14:val="standardContextual"/>
          </w:rPr>
          <w:tab/>
        </w:r>
        <w:r w:rsidR="000716EE" w:rsidRPr="000716EE">
          <w:rPr>
            <w:rStyle w:val="Hyperlink"/>
            <w:noProof/>
            <w:u w:val="none"/>
          </w:rPr>
          <w:t>Agreements between ERCOT and other Control Area Operators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_Toc160026770 \h </w:instrText>
        </w:r>
        <w:r w:rsidR="000716EE" w:rsidRPr="000716EE">
          <w:rPr>
            <w:noProof/>
            <w:webHidden/>
          </w:rPr>
        </w:r>
        <w:r w:rsidR="000716EE" w:rsidRPr="000716EE">
          <w:rPr>
            <w:noProof/>
            <w:webHidden/>
          </w:rPr>
          <w:fldChar w:fldCharType="separate"/>
        </w:r>
        <w:r>
          <w:rPr>
            <w:noProof/>
            <w:webHidden/>
          </w:rPr>
          <w:t>3-313</w:t>
        </w:r>
        <w:r w:rsidR="000716EE" w:rsidRPr="000716EE">
          <w:rPr>
            <w:noProof/>
            <w:webHidden/>
          </w:rPr>
          <w:fldChar w:fldCharType="end"/>
        </w:r>
      </w:hyperlink>
    </w:p>
    <w:p w14:paraId="4ADA97BB" w14:textId="435B862F" w:rsidR="000716EE" w:rsidRPr="000716EE" w:rsidRDefault="00092E1C">
      <w:pPr>
        <w:pStyle w:val="TOC2"/>
        <w:rPr>
          <w:rFonts w:eastAsiaTheme="minorEastAsia"/>
          <w:noProof/>
          <w:kern w:val="2"/>
          <w14:ligatures w14:val="standardContextual"/>
        </w:rPr>
      </w:pPr>
      <w:hyperlink w:anchor="_Toc160026771" w:history="1">
        <w:r w:rsidR="000716EE" w:rsidRPr="000716EE">
          <w:rPr>
            <w:rStyle w:val="Hyperlink"/>
            <w:noProof/>
            <w:u w:val="none"/>
          </w:rPr>
          <w:t>3.24</w:t>
        </w:r>
        <w:r w:rsidR="000716EE" w:rsidRPr="000716EE">
          <w:rPr>
            <w:rFonts w:eastAsiaTheme="minorEastAsia"/>
            <w:noProof/>
            <w:kern w:val="2"/>
            <w14:ligatures w14:val="standardContextual"/>
          </w:rPr>
          <w:tab/>
        </w:r>
        <w:r w:rsidR="000716EE" w:rsidRPr="000716EE">
          <w:rPr>
            <w:rStyle w:val="Hyperlink"/>
            <w:noProof/>
            <w:u w:val="none"/>
          </w:rPr>
          <w:t>Notification of Low Coal and Lignite Inventory Levels</w:t>
        </w:r>
        <w:r w:rsidR="000716EE" w:rsidRPr="000716EE">
          <w:rPr>
            <w:noProof/>
            <w:webHidden/>
          </w:rPr>
          <w:tab/>
        </w:r>
        <w:r w:rsidR="000716EE" w:rsidRPr="000716EE">
          <w:rPr>
            <w:noProof/>
            <w:webHidden/>
          </w:rPr>
          <w:fldChar w:fldCharType="begin"/>
        </w:r>
        <w:r w:rsidR="000716EE" w:rsidRPr="000716EE">
          <w:rPr>
            <w:noProof/>
            <w:webHidden/>
          </w:rPr>
          <w:instrText xml:space="preserve"> PAGEREF _Toc160026771 \h </w:instrText>
        </w:r>
        <w:r w:rsidR="000716EE" w:rsidRPr="000716EE">
          <w:rPr>
            <w:noProof/>
            <w:webHidden/>
          </w:rPr>
        </w:r>
        <w:r w:rsidR="000716EE" w:rsidRPr="000716EE">
          <w:rPr>
            <w:noProof/>
            <w:webHidden/>
          </w:rPr>
          <w:fldChar w:fldCharType="separate"/>
        </w:r>
        <w:r>
          <w:rPr>
            <w:noProof/>
            <w:webHidden/>
          </w:rPr>
          <w:t>3-314</w:t>
        </w:r>
        <w:r w:rsidR="000716EE" w:rsidRPr="000716EE">
          <w:rPr>
            <w:noProof/>
            <w:webHidden/>
          </w:rPr>
          <w:fldChar w:fldCharType="end"/>
        </w:r>
      </w:hyperlink>
    </w:p>
    <w:p w14:paraId="5F222659" w14:textId="3EFBB7B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600265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600265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600265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600265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6002651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600265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6002651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6002651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600265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600265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6002651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600265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6002652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600265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600265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6002652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00265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00265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002652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8" w:name="_Toc16002652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9" w:name="_Toc204048481"/>
            <w:bookmarkStart w:id="240" w:name="_Toc400526066"/>
            <w:bookmarkStart w:id="241" w:name="_Toc405534384"/>
            <w:bookmarkStart w:id="242" w:name="_Toc406570397"/>
            <w:bookmarkStart w:id="243" w:name="_Toc410910549"/>
            <w:bookmarkStart w:id="244" w:name="_Toc411840977"/>
            <w:bookmarkStart w:id="245" w:name="_Toc422146939"/>
            <w:bookmarkStart w:id="246" w:name="_Toc433020535"/>
            <w:bookmarkStart w:id="247" w:name="_Toc437261976"/>
            <w:bookmarkStart w:id="248"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9" w:name="_Toc491967103"/>
            <w:bookmarkStart w:id="250" w:name="_Toc162095"/>
            <w:bookmarkStart w:id="251" w:name="_Toc2078036"/>
            <w:bookmarkStart w:id="252" w:name="_Toc5182726"/>
            <w:bookmarkStart w:id="253" w:name="_Toc10015381"/>
            <w:bookmarkStart w:id="254" w:name="_Toc10017672"/>
            <w:bookmarkStart w:id="255" w:name="_Toc17706262"/>
            <w:bookmarkStart w:id="256" w:name="_Toc28421462"/>
            <w:bookmarkStart w:id="257" w:name="_Toc33773502"/>
            <w:bookmarkStart w:id="258" w:name="_Toc38964894"/>
            <w:bookmarkStart w:id="259" w:name="_Toc44313174"/>
            <w:bookmarkStart w:id="260" w:name="_Toc46954703"/>
            <w:bookmarkStart w:id="261" w:name="_Toc49589339"/>
            <w:bookmarkStart w:id="262" w:name="_Toc56671684"/>
            <w:bookmarkStart w:id="263" w:name="_Toc60037225"/>
            <w:bookmarkStart w:id="264" w:name="_Toc65141312"/>
            <w:bookmarkStart w:id="265" w:name="_Toc68163645"/>
            <w:bookmarkStart w:id="266" w:name="_Toc75942369"/>
            <w:bookmarkStart w:id="267" w:name="_Toc91055021"/>
            <w:bookmarkStart w:id="268" w:name="_Toc94099715"/>
            <w:bookmarkStart w:id="269" w:name="_Toc94100169"/>
            <w:bookmarkStart w:id="270" w:name="_Toc109631683"/>
            <w:bookmarkStart w:id="271" w:name="_Toc110057559"/>
            <w:bookmarkStart w:id="272" w:name="_Toc111272565"/>
            <w:bookmarkStart w:id="273" w:name="_Toc112226017"/>
            <w:bookmarkStart w:id="274" w:name="_Toc121253169"/>
            <w:bookmarkStart w:id="275" w:name="_Toc125014568"/>
            <w:bookmarkStart w:id="276" w:name="_Toc135988889"/>
            <w:bookmarkStart w:id="277" w:name="_Toc160026529"/>
            <w:r w:rsidRPr="00E55E72">
              <w:rPr>
                <w:b/>
                <w:snapToGrid w:val="0"/>
              </w:rPr>
              <w:t>3.1.5.3</w:t>
            </w:r>
            <w:r w:rsidRPr="00E55E72">
              <w:rPr>
                <w:b/>
                <w:snapToGrid w:val="0"/>
              </w:rPr>
              <w:tab/>
              <w:t>Timelines for Response by ERCOT for TSP and DCTO Requests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8" w:name="_Toc160026530"/>
      <w:r w:rsidRPr="00AE0E6D">
        <w:rPr>
          <w:b/>
        </w:rPr>
        <w:lastRenderedPageBreak/>
        <w:t>3.1.5.4</w:t>
      </w:r>
      <w:r w:rsidRPr="00AE0E6D">
        <w:rPr>
          <w:b/>
        </w:rPr>
        <w:tab/>
        <w:t>Delay</w:t>
      </w:r>
      <w:bookmarkEnd w:id="239"/>
      <w:bookmarkEnd w:id="240"/>
      <w:bookmarkEnd w:id="241"/>
      <w:bookmarkEnd w:id="242"/>
      <w:bookmarkEnd w:id="243"/>
      <w:bookmarkEnd w:id="244"/>
      <w:bookmarkEnd w:id="245"/>
      <w:bookmarkEnd w:id="246"/>
      <w:bookmarkEnd w:id="247"/>
      <w:bookmarkEnd w:id="248"/>
      <w:bookmarkEnd w:id="27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9" w:name="_Toc204048482"/>
            <w:bookmarkStart w:id="280" w:name="_Toc400526067"/>
            <w:bookmarkStart w:id="281" w:name="_Toc405534385"/>
            <w:bookmarkStart w:id="282" w:name="_Toc406570398"/>
            <w:bookmarkStart w:id="283" w:name="_Toc410910550"/>
            <w:bookmarkStart w:id="284" w:name="_Toc411840978"/>
            <w:bookmarkStart w:id="285" w:name="_Toc422146940"/>
            <w:bookmarkStart w:id="286" w:name="_Toc433020536"/>
            <w:bookmarkStart w:id="287" w:name="_Toc437261977"/>
            <w:bookmarkStart w:id="28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9" w:name="_Toc160026531"/>
      <w:r w:rsidRPr="00AE0E6D">
        <w:rPr>
          <w:b/>
        </w:rPr>
        <w:lastRenderedPageBreak/>
        <w:t>3.1.5.5</w:t>
      </w:r>
      <w:r w:rsidRPr="00AE0E6D">
        <w:rPr>
          <w:b/>
        </w:rPr>
        <w:tab/>
        <w:t>Opportunity Outage of Transmission Facilities</w:t>
      </w:r>
      <w:bookmarkEnd w:id="279"/>
      <w:bookmarkEnd w:id="280"/>
      <w:bookmarkEnd w:id="281"/>
      <w:bookmarkEnd w:id="282"/>
      <w:bookmarkEnd w:id="283"/>
      <w:bookmarkEnd w:id="284"/>
      <w:bookmarkEnd w:id="285"/>
      <w:bookmarkEnd w:id="286"/>
      <w:bookmarkEnd w:id="287"/>
      <w:bookmarkEnd w:id="288"/>
      <w:bookmarkEnd w:id="28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0" w:name="_Toc204048483"/>
      <w:bookmarkStart w:id="291" w:name="_Toc400526068"/>
      <w:bookmarkStart w:id="292" w:name="_Toc405534386"/>
      <w:bookmarkStart w:id="293" w:name="_Toc406570399"/>
      <w:bookmarkStart w:id="294" w:name="_Toc410910551"/>
      <w:bookmarkStart w:id="295" w:name="_Toc411840979"/>
      <w:bookmarkStart w:id="296" w:name="_Toc422146941"/>
      <w:bookmarkStart w:id="297" w:name="_Toc433020537"/>
      <w:bookmarkStart w:id="298" w:name="_Toc437261978"/>
      <w:bookmarkStart w:id="299" w:name="_Toc478375147"/>
      <w:bookmarkStart w:id="300" w:name="_Toc160026532"/>
      <w:r w:rsidRPr="00AE0E6D">
        <w:rPr>
          <w:b/>
        </w:rPr>
        <w:t>3.1.5.6</w:t>
      </w:r>
      <w:r w:rsidRPr="00AE0E6D">
        <w:rPr>
          <w:b/>
        </w:rPr>
        <w:tab/>
        <w:t>Rejection Notice</w:t>
      </w:r>
      <w:bookmarkEnd w:id="290"/>
      <w:bookmarkEnd w:id="291"/>
      <w:bookmarkEnd w:id="292"/>
      <w:bookmarkEnd w:id="293"/>
      <w:bookmarkEnd w:id="294"/>
      <w:bookmarkEnd w:id="295"/>
      <w:bookmarkEnd w:id="296"/>
      <w:bookmarkEnd w:id="297"/>
      <w:bookmarkEnd w:id="298"/>
      <w:bookmarkEnd w:id="299"/>
      <w:bookmarkEnd w:id="30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1" w:name="_Toc204048484"/>
            <w:bookmarkStart w:id="302" w:name="_Toc400526069"/>
            <w:bookmarkStart w:id="303" w:name="_Toc405534387"/>
            <w:bookmarkStart w:id="304" w:name="_Toc406570400"/>
            <w:bookmarkStart w:id="305" w:name="_Toc410910552"/>
            <w:bookmarkStart w:id="306" w:name="_Toc411840980"/>
            <w:bookmarkStart w:id="307" w:name="_Toc422146942"/>
            <w:bookmarkStart w:id="308" w:name="_Toc433020538"/>
            <w:bookmarkStart w:id="309" w:name="_Toc437261979"/>
            <w:bookmarkStart w:id="31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1" w:name="_Toc16002653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1"/>
      <w:bookmarkEnd w:id="302"/>
      <w:bookmarkEnd w:id="303"/>
      <w:bookmarkEnd w:id="304"/>
      <w:bookmarkEnd w:id="305"/>
      <w:bookmarkEnd w:id="306"/>
      <w:bookmarkEnd w:id="307"/>
      <w:bookmarkEnd w:id="308"/>
      <w:bookmarkEnd w:id="309"/>
      <w:bookmarkEnd w:id="310"/>
      <w:bookmarkEnd w:id="311"/>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2" w:name="_Toc204048485"/>
            <w:bookmarkStart w:id="313" w:name="_Toc400526070"/>
            <w:bookmarkStart w:id="314" w:name="_Toc405534388"/>
            <w:bookmarkStart w:id="315" w:name="_Toc406570401"/>
            <w:bookmarkStart w:id="316" w:name="_Toc410910553"/>
            <w:bookmarkStart w:id="317" w:name="_Toc411840981"/>
            <w:bookmarkStart w:id="318" w:name="_Toc422146943"/>
            <w:bookmarkStart w:id="319" w:name="_Toc433020539"/>
            <w:bookmarkStart w:id="320" w:name="_Toc437261980"/>
            <w:bookmarkStart w:id="32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2" w:name="_Toc1600265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2"/>
      <w:bookmarkEnd w:id="313"/>
      <w:bookmarkEnd w:id="314"/>
      <w:bookmarkEnd w:id="315"/>
      <w:bookmarkEnd w:id="316"/>
      <w:bookmarkEnd w:id="317"/>
      <w:bookmarkEnd w:id="318"/>
      <w:bookmarkEnd w:id="319"/>
      <w:bookmarkEnd w:id="320"/>
      <w:bookmarkEnd w:id="321"/>
      <w:bookmarkEnd w:id="32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3" w:name="_Toc204048486"/>
            <w:bookmarkStart w:id="324" w:name="_Toc400526071"/>
            <w:bookmarkStart w:id="325" w:name="_Toc405534389"/>
            <w:bookmarkStart w:id="326" w:name="_Toc406570402"/>
            <w:bookmarkStart w:id="327" w:name="_Toc410910554"/>
            <w:bookmarkStart w:id="328" w:name="_Toc411840982"/>
            <w:bookmarkStart w:id="329" w:name="_Toc422146944"/>
            <w:bookmarkStart w:id="330" w:name="_Toc433020540"/>
            <w:bookmarkStart w:id="331" w:name="_Toc437261981"/>
            <w:bookmarkStart w:id="33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3" w:name="_Toc160026535"/>
      <w:r w:rsidRPr="00AE0E6D">
        <w:rPr>
          <w:b/>
        </w:rPr>
        <w:t>3.1.5.9</w:t>
      </w:r>
      <w:r w:rsidRPr="00AE0E6D">
        <w:rPr>
          <w:b/>
        </w:rPr>
        <w:tab/>
        <w:t>Information for Inclusion in Transmission Facilities Outage Requests</w:t>
      </w:r>
      <w:bookmarkEnd w:id="323"/>
      <w:bookmarkEnd w:id="324"/>
      <w:bookmarkEnd w:id="325"/>
      <w:bookmarkEnd w:id="326"/>
      <w:bookmarkEnd w:id="327"/>
      <w:bookmarkEnd w:id="328"/>
      <w:bookmarkEnd w:id="329"/>
      <w:bookmarkEnd w:id="330"/>
      <w:bookmarkEnd w:id="331"/>
      <w:bookmarkEnd w:id="332"/>
      <w:bookmarkEnd w:id="33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4" w:name="_Toc204048487"/>
            <w:bookmarkStart w:id="335" w:name="_Toc400526072"/>
            <w:bookmarkStart w:id="336" w:name="_Toc405534390"/>
            <w:bookmarkStart w:id="337" w:name="_Toc406570403"/>
            <w:bookmarkStart w:id="338" w:name="_Toc410910555"/>
            <w:bookmarkStart w:id="339" w:name="_Toc411840983"/>
            <w:bookmarkStart w:id="340" w:name="_Toc422146945"/>
            <w:bookmarkStart w:id="341" w:name="_Toc433020541"/>
            <w:bookmarkStart w:id="342" w:name="_Toc437261982"/>
            <w:bookmarkStart w:id="34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4" w:name="_Toc160026536"/>
      <w:r w:rsidRPr="00AE0E6D">
        <w:rPr>
          <w:b/>
        </w:rPr>
        <w:lastRenderedPageBreak/>
        <w:t>3.1.5.10</w:t>
      </w:r>
      <w:r w:rsidRPr="00AE0E6D">
        <w:rPr>
          <w:b/>
        </w:rPr>
        <w:tab/>
        <w:t>Additional Information Requests</w:t>
      </w:r>
      <w:bookmarkEnd w:id="334"/>
      <w:bookmarkEnd w:id="335"/>
      <w:bookmarkEnd w:id="336"/>
      <w:bookmarkEnd w:id="337"/>
      <w:bookmarkEnd w:id="338"/>
      <w:bookmarkEnd w:id="339"/>
      <w:bookmarkEnd w:id="340"/>
      <w:bookmarkEnd w:id="341"/>
      <w:bookmarkEnd w:id="342"/>
      <w:bookmarkEnd w:id="343"/>
      <w:bookmarkEnd w:id="34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5" w:name="_Toc204048488"/>
            <w:bookmarkStart w:id="346" w:name="_Toc400526073"/>
            <w:bookmarkStart w:id="347" w:name="_Toc405534391"/>
            <w:bookmarkStart w:id="348" w:name="_Toc406570404"/>
            <w:bookmarkStart w:id="349" w:name="_Toc410910556"/>
            <w:bookmarkStart w:id="350" w:name="_Toc411840984"/>
            <w:bookmarkStart w:id="351" w:name="_Toc422146946"/>
            <w:bookmarkStart w:id="352" w:name="_Toc433020542"/>
            <w:bookmarkStart w:id="353" w:name="_Toc437261983"/>
            <w:bookmarkStart w:id="35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5" w:name="_Toc160026537"/>
      <w:r w:rsidRPr="00AE0E6D">
        <w:rPr>
          <w:b/>
        </w:rPr>
        <w:t>3.1.5.11</w:t>
      </w:r>
      <w:r w:rsidRPr="00AE0E6D">
        <w:rPr>
          <w:b/>
        </w:rPr>
        <w:tab/>
        <w:t>Evaluation of Transmission Facilities Planned Outage or Maintenance Outage Requests</w:t>
      </w:r>
      <w:bookmarkEnd w:id="345"/>
      <w:bookmarkEnd w:id="346"/>
      <w:bookmarkEnd w:id="347"/>
      <w:bookmarkEnd w:id="348"/>
      <w:bookmarkEnd w:id="349"/>
      <w:bookmarkEnd w:id="350"/>
      <w:bookmarkEnd w:id="351"/>
      <w:bookmarkEnd w:id="352"/>
      <w:bookmarkEnd w:id="353"/>
      <w:bookmarkEnd w:id="354"/>
      <w:bookmarkEnd w:id="35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6" w:name="_Toc204048489"/>
            <w:bookmarkStart w:id="357" w:name="_Toc400526074"/>
            <w:bookmarkStart w:id="358" w:name="_Toc405534392"/>
            <w:bookmarkStart w:id="359" w:name="_Toc406570405"/>
            <w:bookmarkStart w:id="360" w:name="_Toc410910557"/>
            <w:bookmarkStart w:id="361" w:name="_Toc411840985"/>
            <w:bookmarkStart w:id="362" w:name="_Toc422146947"/>
            <w:bookmarkStart w:id="363" w:name="_Toc433020543"/>
            <w:bookmarkStart w:id="364" w:name="_Toc437261984"/>
            <w:bookmarkStart w:id="36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6" w:name="_Toc160026538"/>
      <w:r w:rsidRPr="00AE0E6D">
        <w:rPr>
          <w:b/>
        </w:rPr>
        <w:t>3.1.5.12</w:t>
      </w:r>
      <w:r w:rsidRPr="00AE0E6D">
        <w:rPr>
          <w:b/>
        </w:rPr>
        <w:tab/>
        <w:t>Submittal Timeline for Transmission Facility Outage Requests</w:t>
      </w:r>
      <w:bookmarkEnd w:id="356"/>
      <w:bookmarkEnd w:id="357"/>
      <w:bookmarkEnd w:id="358"/>
      <w:bookmarkEnd w:id="359"/>
      <w:bookmarkEnd w:id="360"/>
      <w:bookmarkEnd w:id="361"/>
      <w:bookmarkEnd w:id="362"/>
      <w:bookmarkEnd w:id="363"/>
      <w:bookmarkEnd w:id="364"/>
      <w:bookmarkEnd w:id="365"/>
      <w:bookmarkEnd w:id="36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7" w:name="_Toc204048490"/>
      <w:bookmarkStart w:id="368" w:name="_Toc400526075"/>
      <w:bookmarkStart w:id="369" w:name="_Toc405534393"/>
      <w:bookmarkStart w:id="370" w:name="_Toc406570406"/>
      <w:bookmarkStart w:id="371" w:name="_Toc410910558"/>
      <w:bookmarkStart w:id="372" w:name="_Toc411840986"/>
      <w:bookmarkStart w:id="373" w:name="_Toc422146948"/>
      <w:bookmarkStart w:id="374" w:name="_Toc433020544"/>
      <w:bookmarkStart w:id="375" w:name="_Toc437261985"/>
      <w:bookmarkStart w:id="376" w:name="_Toc478375156"/>
      <w:bookmarkStart w:id="377" w:name="_Toc160026539"/>
      <w:r w:rsidRPr="00AE0E6D">
        <w:rPr>
          <w:b/>
        </w:rPr>
        <w:t>3.1.5.13</w:t>
      </w:r>
      <w:r w:rsidRPr="00AE0E6D">
        <w:rPr>
          <w:b/>
        </w:rPr>
        <w:tab/>
        <w:t>Transmission Report</w:t>
      </w:r>
      <w:bookmarkEnd w:id="367"/>
      <w:bookmarkEnd w:id="368"/>
      <w:bookmarkEnd w:id="369"/>
      <w:bookmarkEnd w:id="370"/>
      <w:bookmarkEnd w:id="371"/>
      <w:bookmarkEnd w:id="372"/>
      <w:bookmarkEnd w:id="373"/>
      <w:bookmarkEnd w:id="374"/>
      <w:bookmarkEnd w:id="375"/>
      <w:bookmarkEnd w:id="376"/>
      <w:bookmarkEnd w:id="37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8" w:name="_Toc400526076"/>
      <w:bookmarkStart w:id="379" w:name="_Toc405534394"/>
      <w:bookmarkStart w:id="380" w:name="_Toc406570407"/>
      <w:bookmarkStart w:id="381" w:name="_Toc410910559"/>
      <w:bookmarkStart w:id="382" w:name="_Toc411840987"/>
      <w:bookmarkStart w:id="383" w:name="_Toc422146949"/>
      <w:bookmarkStart w:id="384" w:name="_Toc433020545"/>
      <w:bookmarkStart w:id="385" w:name="_Toc437261986"/>
      <w:bookmarkStart w:id="386" w:name="_Toc478375157"/>
      <w:bookmarkStart w:id="387" w:name="_Toc160026540"/>
      <w:r>
        <w:t>3.1.6</w:t>
      </w:r>
      <w:r>
        <w:tab/>
        <w:t>Outages of Resources Other than Reliability Resources</w:t>
      </w:r>
      <w:bookmarkEnd w:id="378"/>
      <w:bookmarkEnd w:id="379"/>
      <w:bookmarkEnd w:id="380"/>
      <w:bookmarkEnd w:id="381"/>
      <w:bookmarkEnd w:id="382"/>
      <w:bookmarkEnd w:id="383"/>
      <w:bookmarkEnd w:id="384"/>
      <w:bookmarkEnd w:id="385"/>
      <w:bookmarkEnd w:id="386"/>
      <w:bookmarkEnd w:id="38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8" w:name="_Toc204048492"/>
      <w:bookmarkStart w:id="389" w:name="_Toc400526077"/>
      <w:bookmarkStart w:id="390" w:name="_Toc405534395"/>
      <w:bookmarkStart w:id="391" w:name="_Toc406570408"/>
      <w:bookmarkStart w:id="392" w:name="_Toc410910560"/>
      <w:bookmarkStart w:id="393" w:name="_Toc411840988"/>
      <w:bookmarkStart w:id="394" w:name="_Toc422146950"/>
      <w:bookmarkStart w:id="395" w:name="_Toc433020546"/>
      <w:bookmarkStart w:id="396" w:name="_Toc437261987"/>
      <w:bookmarkStart w:id="397" w:name="_Toc478375158"/>
      <w:bookmarkStart w:id="398" w:name="_Toc160026541"/>
      <w:r w:rsidRPr="00AE0E6D">
        <w:rPr>
          <w:b/>
        </w:rPr>
        <w:lastRenderedPageBreak/>
        <w:t>3.1.6.1</w:t>
      </w:r>
      <w:r w:rsidRPr="00AE0E6D">
        <w:rPr>
          <w:b/>
        </w:rPr>
        <w:tab/>
        <w:t>Receipt of Resource Requests by ERCOT</w:t>
      </w:r>
      <w:bookmarkEnd w:id="388"/>
      <w:bookmarkEnd w:id="389"/>
      <w:bookmarkEnd w:id="390"/>
      <w:bookmarkEnd w:id="391"/>
      <w:bookmarkEnd w:id="392"/>
      <w:bookmarkEnd w:id="393"/>
      <w:bookmarkEnd w:id="394"/>
      <w:bookmarkEnd w:id="395"/>
      <w:bookmarkEnd w:id="396"/>
      <w:bookmarkEnd w:id="397"/>
      <w:bookmarkEnd w:id="39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9" w:name="_Toc204048493"/>
      <w:bookmarkStart w:id="400" w:name="_Toc400526078"/>
      <w:bookmarkStart w:id="401" w:name="_Toc405534396"/>
      <w:bookmarkStart w:id="402" w:name="_Toc406570409"/>
      <w:bookmarkStart w:id="403" w:name="_Toc410910561"/>
      <w:bookmarkStart w:id="404" w:name="_Toc411840989"/>
      <w:bookmarkStart w:id="405" w:name="_Toc422146951"/>
      <w:bookmarkStart w:id="406" w:name="_Toc433020547"/>
      <w:bookmarkStart w:id="407" w:name="_Toc437261988"/>
      <w:bookmarkStart w:id="408" w:name="_Toc478375159"/>
      <w:bookmarkStart w:id="409" w:name="_Toc160026542"/>
      <w:r w:rsidRPr="00AE0E6D">
        <w:rPr>
          <w:b/>
        </w:rPr>
        <w:t>3.1.6.2</w:t>
      </w:r>
      <w:r w:rsidRPr="00AE0E6D">
        <w:rPr>
          <w:b/>
        </w:rPr>
        <w:tab/>
        <w:t>Resource Outage Plan</w:t>
      </w:r>
      <w:bookmarkEnd w:id="399"/>
      <w:bookmarkEnd w:id="400"/>
      <w:bookmarkEnd w:id="401"/>
      <w:bookmarkEnd w:id="402"/>
      <w:bookmarkEnd w:id="403"/>
      <w:bookmarkEnd w:id="404"/>
      <w:bookmarkEnd w:id="405"/>
      <w:bookmarkEnd w:id="406"/>
      <w:bookmarkEnd w:id="407"/>
      <w:bookmarkEnd w:id="408"/>
      <w:bookmarkEnd w:id="40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0" w:name="_Toc204048494"/>
      <w:bookmarkStart w:id="411" w:name="_Toc400526079"/>
      <w:bookmarkStart w:id="412" w:name="_Toc405534397"/>
      <w:bookmarkStart w:id="413" w:name="_Toc406570410"/>
      <w:bookmarkStart w:id="414" w:name="_Toc410910562"/>
      <w:bookmarkStart w:id="415" w:name="_Toc411840990"/>
      <w:bookmarkStart w:id="416" w:name="_Toc422146952"/>
      <w:bookmarkStart w:id="417" w:name="_Toc433020548"/>
      <w:bookmarkStart w:id="418" w:name="_Toc437261989"/>
      <w:bookmarkStart w:id="419" w:name="_Toc478375160"/>
      <w:bookmarkStart w:id="420" w:name="_Toc160026543"/>
      <w:r w:rsidRPr="00AE0E6D">
        <w:rPr>
          <w:b/>
        </w:rPr>
        <w:t>3.1.6.3</w:t>
      </w:r>
      <w:r w:rsidRPr="00AE0E6D">
        <w:rPr>
          <w:b/>
        </w:rPr>
        <w:tab/>
        <w:t>Additional Information Requests</w:t>
      </w:r>
      <w:bookmarkEnd w:id="410"/>
      <w:bookmarkEnd w:id="411"/>
      <w:bookmarkEnd w:id="412"/>
      <w:bookmarkEnd w:id="413"/>
      <w:bookmarkEnd w:id="414"/>
      <w:bookmarkEnd w:id="415"/>
      <w:bookmarkEnd w:id="416"/>
      <w:bookmarkEnd w:id="417"/>
      <w:bookmarkEnd w:id="418"/>
      <w:bookmarkEnd w:id="419"/>
      <w:bookmarkEnd w:id="42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1" w:name="_Toc400526080"/>
      <w:bookmarkStart w:id="422" w:name="_Toc405534398"/>
      <w:bookmarkStart w:id="423" w:name="_Toc406570411"/>
      <w:bookmarkStart w:id="424" w:name="_Toc410910563"/>
      <w:bookmarkStart w:id="425" w:name="_Toc411840991"/>
      <w:bookmarkStart w:id="426" w:name="_Toc422146953"/>
      <w:bookmarkStart w:id="427" w:name="_Toc433020549"/>
      <w:bookmarkStart w:id="428" w:name="_Toc437261990"/>
      <w:bookmarkStart w:id="429" w:name="_Toc478375161"/>
      <w:bookmarkStart w:id="430" w:name="_Toc160026544"/>
      <w:bookmarkStart w:id="431" w:name="_Toc204048495"/>
      <w:r w:rsidRPr="00E7468E">
        <w:rPr>
          <w:b/>
          <w:bCs/>
        </w:rPr>
        <w:t>3.1.6.4</w:t>
      </w:r>
      <w:r w:rsidRPr="00E7468E">
        <w:rPr>
          <w:b/>
          <w:bCs/>
        </w:rPr>
        <w:tab/>
        <w:t>Approval of Changes to a Resource Outage Plan</w:t>
      </w:r>
      <w:bookmarkEnd w:id="421"/>
      <w:bookmarkEnd w:id="422"/>
      <w:bookmarkEnd w:id="423"/>
      <w:bookmarkEnd w:id="424"/>
      <w:bookmarkEnd w:id="425"/>
      <w:bookmarkEnd w:id="426"/>
      <w:bookmarkEnd w:id="427"/>
      <w:bookmarkEnd w:id="428"/>
      <w:bookmarkEnd w:id="429"/>
      <w:bookmarkEnd w:id="430"/>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2" w:name="_Toc400526081"/>
      <w:bookmarkStart w:id="433" w:name="_Toc405534399"/>
      <w:bookmarkStart w:id="434" w:name="_Toc406570412"/>
      <w:bookmarkStart w:id="435" w:name="_Toc410910564"/>
      <w:bookmarkStart w:id="436" w:name="_Toc411840992"/>
      <w:bookmarkStart w:id="437" w:name="_Toc422146954"/>
      <w:bookmarkStart w:id="438" w:name="_Toc433020550"/>
      <w:bookmarkStart w:id="439" w:name="_Toc437261991"/>
      <w:bookmarkStart w:id="440" w:name="_Toc478375162"/>
      <w:bookmarkStart w:id="441" w:name="_Toc160026545"/>
      <w:bookmarkStart w:id="442" w:name="_Toc204048496"/>
      <w:bookmarkEnd w:id="431"/>
      <w:r w:rsidRPr="00E7468E">
        <w:rPr>
          <w:b/>
          <w:bCs/>
        </w:rPr>
        <w:t>3.1.6.5</w:t>
      </w:r>
      <w:r w:rsidRPr="00E7468E">
        <w:rPr>
          <w:b/>
          <w:bCs/>
        </w:rPr>
        <w:tab/>
        <w:t>Evaluation of Proposed Resource Outage</w:t>
      </w:r>
      <w:bookmarkEnd w:id="432"/>
      <w:bookmarkEnd w:id="433"/>
      <w:bookmarkEnd w:id="434"/>
      <w:bookmarkEnd w:id="435"/>
      <w:bookmarkEnd w:id="436"/>
      <w:bookmarkEnd w:id="437"/>
      <w:bookmarkEnd w:id="438"/>
      <w:bookmarkEnd w:id="439"/>
      <w:bookmarkEnd w:id="440"/>
      <w:bookmarkEnd w:id="44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3" w:name="_Toc400526082"/>
      <w:bookmarkStart w:id="444" w:name="_Toc405534400"/>
      <w:bookmarkStart w:id="445" w:name="_Toc406570413"/>
      <w:bookmarkStart w:id="446" w:name="_Toc410910565"/>
      <w:bookmarkStart w:id="447" w:name="_Toc411840993"/>
      <w:bookmarkStart w:id="448" w:name="_Toc422146955"/>
      <w:bookmarkStart w:id="449" w:name="_Toc433020551"/>
      <w:bookmarkStart w:id="450" w:name="_Toc437261992"/>
      <w:bookmarkStart w:id="451" w:name="_Toc478375163"/>
      <w:bookmarkStart w:id="452" w:name="_Toc1600265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3"/>
      <w:bookmarkEnd w:id="444"/>
      <w:bookmarkEnd w:id="445"/>
      <w:bookmarkEnd w:id="446"/>
      <w:bookmarkEnd w:id="447"/>
      <w:bookmarkEnd w:id="448"/>
      <w:bookmarkEnd w:id="449"/>
      <w:bookmarkEnd w:id="450"/>
      <w:bookmarkEnd w:id="451"/>
      <w:bookmarkEnd w:id="45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2"/>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3" w:name="_Toc204048498"/>
      <w:bookmarkStart w:id="454" w:name="_Toc400526083"/>
      <w:bookmarkStart w:id="455" w:name="_Toc405534401"/>
      <w:bookmarkStart w:id="456" w:name="_Toc406570414"/>
      <w:bookmarkStart w:id="457" w:name="_Toc410910566"/>
      <w:bookmarkStart w:id="458" w:name="_Toc411840994"/>
      <w:bookmarkStart w:id="459" w:name="_Toc422146956"/>
      <w:bookmarkStart w:id="460" w:name="_Toc433020552"/>
      <w:bookmarkStart w:id="461" w:name="_Toc437261993"/>
      <w:bookmarkStart w:id="462" w:name="_Toc478375164"/>
    </w:p>
    <w:p w14:paraId="7AB294E3" w14:textId="09271D87" w:rsidR="004A7E7E" w:rsidRPr="0020649A" w:rsidRDefault="002D238A" w:rsidP="0020649A">
      <w:pPr>
        <w:pStyle w:val="H4"/>
        <w:ind w:left="1267" w:hanging="1267"/>
        <w:rPr>
          <w:b/>
          <w:bCs/>
        </w:rPr>
      </w:pPr>
      <w:bookmarkStart w:id="463" w:name="_Toc160026547"/>
      <w:r w:rsidRPr="0020649A">
        <w:rPr>
          <w:b/>
          <w:bCs/>
        </w:rPr>
        <w:t>3.1.6.7</w:t>
      </w:r>
      <w:r w:rsidRPr="0020649A">
        <w:rPr>
          <w:b/>
          <w:bCs/>
        </w:rPr>
        <w:tab/>
      </w:r>
      <w:r w:rsidR="00726C1E" w:rsidRPr="0020649A">
        <w:rPr>
          <w:b/>
          <w:bCs/>
        </w:rPr>
        <w:tab/>
      </w:r>
      <w:r w:rsidRPr="0020649A">
        <w:rPr>
          <w:b/>
          <w:bCs/>
        </w:rPr>
        <w:t>Delay</w:t>
      </w:r>
      <w:bookmarkEnd w:id="453"/>
      <w:bookmarkEnd w:id="454"/>
      <w:bookmarkEnd w:id="455"/>
      <w:bookmarkEnd w:id="456"/>
      <w:bookmarkEnd w:id="457"/>
      <w:bookmarkEnd w:id="458"/>
      <w:bookmarkEnd w:id="459"/>
      <w:bookmarkEnd w:id="460"/>
      <w:bookmarkEnd w:id="461"/>
      <w:bookmarkEnd w:id="462"/>
      <w:bookmarkEnd w:id="46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4" w:name="_Toc400526084"/>
      <w:bookmarkStart w:id="465" w:name="_Toc405534402"/>
      <w:bookmarkStart w:id="466" w:name="_Toc406570415"/>
      <w:bookmarkStart w:id="467" w:name="_Toc410910567"/>
      <w:bookmarkStart w:id="468" w:name="_Toc411840995"/>
      <w:bookmarkStart w:id="469" w:name="_Toc422146957"/>
      <w:bookmarkStart w:id="470" w:name="_Toc433020553"/>
      <w:bookmarkStart w:id="471" w:name="_Toc437261994"/>
      <w:bookmarkStart w:id="472" w:name="_Toc478375165"/>
      <w:bookmarkStart w:id="473" w:name="_Toc160026548"/>
      <w:r w:rsidRPr="00436E9F">
        <w:rPr>
          <w:b/>
          <w:bCs/>
          <w:snapToGrid w:val="0"/>
        </w:rPr>
        <w:t>3.1.6.8</w:t>
      </w:r>
      <w:r w:rsidRPr="00436E9F">
        <w:rPr>
          <w:b/>
          <w:bCs/>
          <w:snapToGrid w:val="0"/>
        </w:rPr>
        <w:tab/>
        <w:t>Resource Outage Rejection Notice</w:t>
      </w:r>
      <w:bookmarkEnd w:id="464"/>
      <w:bookmarkEnd w:id="465"/>
      <w:bookmarkEnd w:id="466"/>
      <w:bookmarkEnd w:id="467"/>
      <w:bookmarkEnd w:id="468"/>
      <w:bookmarkEnd w:id="469"/>
      <w:bookmarkEnd w:id="470"/>
      <w:bookmarkEnd w:id="471"/>
      <w:bookmarkEnd w:id="472"/>
      <w:bookmarkEnd w:id="47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4" w:name="_Toc400526085"/>
      <w:bookmarkStart w:id="475" w:name="_Toc405534403"/>
      <w:bookmarkStart w:id="476" w:name="_Toc406570416"/>
      <w:bookmarkStart w:id="477" w:name="_Toc410910568"/>
      <w:bookmarkStart w:id="478" w:name="_Toc411840996"/>
      <w:bookmarkStart w:id="479" w:name="_Toc422146958"/>
      <w:bookmarkStart w:id="480" w:name="_Toc433020554"/>
      <w:bookmarkStart w:id="481" w:name="_Toc437261995"/>
      <w:bookmarkStart w:id="482" w:name="_Toc478375166"/>
      <w:bookmarkStart w:id="483" w:name="_Toc160026549"/>
      <w:r w:rsidRPr="00436E9F">
        <w:rPr>
          <w:b/>
          <w:bCs/>
          <w:snapToGrid w:val="0"/>
        </w:rPr>
        <w:lastRenderedPageBreak/>
        <w:t>3.1.6.9</w:t>
      </w:r>
      <w:r w:rsidRPr="00436E9F">
        <w:rPr>
          <w:b/>
          <w:bCs/>
          <w:snapToGrid w:val="0"/>
        </w:rPr>
        <w:tab/>
      </w:r>
      <w:bookmarkStart w:id="484" w:name="_Hlk111129302"/>
      <w:r w:rsidRPr="00436E9F">
        <w:rPr>
          <w:b/>
          <w:bCs/>
          <w:snapToGrid w:val="0"/>
        </w:rPr>
        <w:t>Withdrawal of Approval and Rescheduling of Approved Planned Outages of Resource Facilities</w:t>
      </w:r>
      <w:bookmarkEnd w:id="474"/>
      <w:bookmarkEnd w:id="475"/>
      <w:bookmarkEnd w:id="476"/>
      <w:bookmarkEnd w:id="477"/>
      <w:bookmarkEnd w:id="478"/>
      <w:bookmarkEnd w:id="479"/>
      <w:bookmarkEnd w:id="480"/>
      <w:bookmarkEnd w:id="481"/>
      <w:bookmarkEnd w:id="482"/>
      <w:bookmarkEnd w:id="484"/>
      <w:bookmarkEnd w:id="483"/>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5" w:name="_Toc204048499"/>
      <w:bookmarkStart w:id="486" w:name="_Toc304959517"/>
      <w:bookmarkStart w:id="487" w:name="_Toc400526086"/>
      <w:bookmarkStart w:id="488" w:name="_Toc405534404"/>
      <w:bookmarkStart w:id="489" w:name="_Toc406570417"/>
      <w:bookmarkStart w:id="490" w:name="_Toc410910569"/>
      <w:bookmarkStart w:id="491" w:name="_Toc411840997"/>
      <w:bookmarkStart w:id="492" w:name="_Toc422146959"/>
      <w:bookmarkStart w:id="493" w:name="_Toc433020555"/>
      <w:bookmarkStart w:id="494" w:name="_Toc437261996"/>
      <w:bookmarkStart w:id="495" w:name="_Toc478375167"/>
      <w:bookmarkStart w:id="496" w:name="_Toc160026550"/>
      <w:r w:rsidRPr="00AE0E6D">
        <w:rPr>
          <w:b/>
        </w:rPr>
        <w:t>3.1.6.</w:t>
      </w:r>
      <w:r w:rsidR="00E51010" w:rsidRPr="00AE0E6D">
        <w:rPr>
          <w:b/>
        </w:rPr>
        <w:t>10</w:t>
      </w:r>
      <w:r w:rsidRPr="00AE0E6D">
        <w:rPr>
          <w:b/>
        </w:rPr>
        <w:tab/>
        <w:t>Opportunity Outage</w:t>
      </w:r>
      <w:bookmarkEnd w:id="485"/>
      <w:bookmarkEnd w:id="486"/>
      <w:bookmarkEnd w:id="487"/>
      <w:bookmarkEnd w:id="488"/>
      <w:bookmarkEnd w:id="489"/>
      <w:bookmarkEnd w:id="490"/>
      <w:bookmarkEnd w:id="491"/>
      <w:bookmarkEnd w:id="492"/>
      <w:bookmarkEnd w:id="493"/>
      <w:bookmarkEnd w:id="494"/>
      <w:bookmarkEnd w:id="495"/>
      <w:bookmarkEnd w:id="49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7" w:name="_Toc204048500"/>
      <w:bookmarkStart w:id="498" w:name="_Toc304959518"/>
      <w:bookmarkStart w:id="499" w:name="_Toc400526087"/>
      <w:bookmarkStart w:id="500" w:name="_Toc405534405"/>
      <w:bookmarkStart w:id="501" w:name="_Toc406570418"/>
      <w:bookmarkStart w:id="502" w:name="_Toc410910570"/>
      <w:bookmarkStart w:id="503" w:name="_Toc411840998"/>
      <w:bookmarkStart w:id="504" w:name="_Toc422146960"/>
      <w:bookmarkStart w:id="505" w:name="_Toc433020556"/>
      <w:bookmarkStart w:id="506" w:name="_Toc437261997"/>
      <w:bookmarkStart w:id="507" w:name="_Toc478375168"/>
      <w:bookmarkStart w:id="508" w:name="_Toc160026551"/>
      <w:r w:rsidRPr="00AE0E6D">
        <w:rPr>
          <w:b/>
        </w:rPr>
        <w:t>3.1.6.</w:t>
      </w:r>
      <w:r w:rsidR="00E51010" w:rsidRPr="00AE0E6D">
        <w:rPr>
          <w:b/>
        </w:rPr>
        <w:t>11</w:t>
      </w:r>
      <w:r w:rsidRPr="00AE0E6D">
        <w:rPr>
          <w:b/>
        </w:rPr>
        <w:tab/>
        <w:t>Outage Returning Early</w:t>
      </w:r>
      <w:bookmarkEnd w:id="497"/>
      <w:bookmarkEnd w:id="498"/>
      <w:bookmarkEnd w:id="499"/>
      <w:bookmarkEnd w:id="500"/>
      <w:bookmarkEnd w:id="501"/>
      <w:bookmarkEnd w:id="502"/>
      <w:bookmarkEnd w:id="503"/>
      <w:bookmarkEnd w:id="504"/>
      <w:bookmarkEnd w:id="505"/>
      <w:bookmarkEnd w:id="506"/>
      <w:bookmarkEnd w:id="507"/>
      <w:bookmarkEnd w:id="508"/>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9" w:name="_Toc204048501"/>
      <w:bookmarkStart w:id="510" w:name="_Toc400526088"/>
      <w:bookmarkStart w:id="511" w:name="_Toc405534406"/>
      <w:bookmarkStart w:id="512" w:name="_Toc406570419"/>
      <w:bookmarkStart w:id="513" w:name="_Toc410910571"/>
      <w:bookmarkStart w:id="514" w:name="_Toc411840999"/>
      <w:bookmarkStart w:id="515" w:name="_Toc422146961"/>
      <w:bookmarkStart w:id="516" w:name="_Toc433020557"/>
      <w:bookmarkStart w:id="517" w:name="_Toc437261998"/>
      <w:bookmarkStart w:id="518" w:name="_Toc478375169"/>
      <w:bookmarkStart w:id="519" w:name="_Toc160026552"/>
      <w:r w:rsidRPr="00AE0E6D">
        <w:rPr>
          <w:b/>
        </w:rPr>
        <w:t>3.1.6.1</w:t>
      </w:r>
      <w:r w:rsidR="00E51010" w:rsidRPr="00AE0E6D">
        <w:rPr>
          <w:b/>
        </w:rPr>
        <w:t>2</w:t>
      </w:r>
      <w:r w:rsidRPr="00AE0E6D">
        <w:rPr>
          <w:b/>
        </w:rPr>
        <w:tab/>
        <w:t>Resource Coming On-Line</w:t>
      </w:r>
      <w:bookmarkEnd w:id="509"/>
      <w:bookmarkEnd w:id="510"/>
      <w:bookmarkEnd w:id="511"/>
      <w:bookmarkEnd w:id="512"/>
      <w:bookmarkEnd w:id="513"/>
      <w:bookmarkEnd w:id="514"/>
      <w:bookmarkEnd w:id="515"/>
      <w:bookmarkEnd w:id="516"/>
      <w:bookmarkEnd w:id="517"/>
      <w:bookmarkEnd w:id="518"/>
      <w:bookmarkEnd w:id="51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0" w:name="_Toc160026553"/>
      <w:r w:rsidRPr="00B070BB">
        <w:rPr>
          <w:b/>
        </w:rPr>
        <w:t>3.1.6.13</w:t>
      </w:r>
      <w:r w:rsidRPr="00B070BB">
        <w:rPr>
          <w:b/>
        </w:rPr>
        <w:tab/>
        <w:t>Maximum Daily Resource Planned Outage Capacity</w:t>
      </w:r>
      <w:bookmarkEnd w:id="52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1" w:name="_Toc160026554"/>
      <w:bookmarkStart w:id="522"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1"/>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3" w:name="_Toc204048502"/>
      <w:bookmarkStart w:id="524" w:name="_Toc400526089"/>
      <w:bookmarkStart w:id="525" w:name="_Toc405534407"/>
      <w:bookmarkStart w:id="526" w:name="_Toc406570420"/>
      <w:bookmarkStart w:id="527" w:name="_Toc410910572"/>
      <w:bookmarkStart w:id="528" w:name="_Toc411841000"/>
      <w:bookmarkStart w:id="529" w:name="_Toc422146962"/>
      <w:bookmarkStart w:id="530" w:name="_Toc433020558"/>
      <w:bookmarkStart w:id="531" w:name="_Toc437261999"/>
      <w:bookmarkStart w:id="532" w:name="_Toc478375170"/>
      <w:bookmarkStart w:id="533" w:name="_Toc160026555"/>
      <w:bookmarkEnd w:id="522"/>
      <w:r>
        <w:t>3.1.7</w:t>
      </w:r>
      <w:r>
        <w:tab/>
        <w:t>Reliability Resource Outages</w:t>
      </w:r>
      <w:bookmarkEnd w:id="523"/>
      <w:bookmarkEnd w:id="524"/>
      <w:bookmarkEnd w:id="525"/>
      <w:bookmarkEnd w:id="526"/>
      <w:bookmarkEnd w:id="527"/>
      <w:bookmarkEnd w:id="528"/>
      <w:bookmarkEnd w:id="529"/>
      <w:bookmarkEnd w:id="530"/>
      <w:bookmarkEnd w:id="531"/>
      <w:bookmarkEnd w:id="532"/>
      <w:bookmarkEnd w:id="533"/>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4" w:name="_Toc204048503"/>
      <w:bookmarkStart w:id="535" w:name="_Toc400526090"/>
      <w:bookmarkStart w:id="536" w:name="_Toc405534408"/>
      <w:bookmarkStart w:id="537" w:name="_Toc406570421"/>
      <w:bookmarkStart w:id="538" w:name="_Toc410910573"/>
      <w:bookmarkStart w:id="539" w:name="_Toc411841001"/>
      <w:bookmarkStart w:id="540" w:name="_Toc422146963"/>
      <w:bookmarkStart w:id="541" w:name="_Toc433020559"/>
      <w:bookmarkStart w:id="542" w:name="_Toc437262000"/>
      <w:bookmarkStart w:id="543" w:name="_Toc478375171"/>
      <w:bookmarkStart w:id="544" w:name="_Toc160026556"/>
      <w:r w:rsidRPr="00AE0E6D">
        <w:rPr>
          <w:b/>
        </w:rPr>
        <w:t>3.1.7.1</w:t>
      </w:r>
      <w:r w:rsidRPr="00AE0E6D">
        <w:rPr>
          <w:b/>
        </w:rPr>
        <w:tab/>
        <w:t>Timelines for Response by ERCOT on Reliability Resource Outages</w:t>
      </w:r>
      <w:bookmarkEnd w:id="534"/>
      <w:bookmarkEnd w:id="535"/>
      <w:bookmarkEnd w:id="536"/>
      <w:bookmarkEnd w:id="537"/>
      <w:bookmarkEnd w:id="538"/>
      <w:bookmarkEnd w:id="539"/>
      <w:bookmarkEnd w:id="540"/>
      <w:bookmarkEnd w:id="541"/>
      <w:bookmarkEnd w:id="542"/>
      <w:bookmarkEnd w:id="543"/>
      <w:bookmarkEnd w:id="54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5" w:name="_Toc204048504"/>
      <w:bookmarkStart w:id="546" w:name="_Toc400526091"/>
      <w:bookmarkStart w:id="547" w:name="_Toc405534409"/>
      <w:bookmarkStart w:id="548" w:name="_Toc406570422"/>
      <w:bookmarkStart w:id="549" w:name="_Toc410910574"/>
      <w:bookmarkStart w:id="550" w:name="_Toc411841002"/>
      <w:bookmarkStart w:id="551" w:name="_Toc422146964"/>
      <w:bookmarkStart w:id="552" w:name="_Toc433020560"/>
      <w:bookmarkStart w:id="553" w:name="_Toc437262001"/>
      <w:bookmarkStart w:id="554" w:name="_Toc478375172"/>
      <w:bookmarkStart w:id="555" w:name="_Toc160026557"/>
      <w:r w:rsidRPr="00AE0E6D">
        <w:rPr>
          <w:b/>
        </w:rPr>
        <w:t>3.1.7.2</w:t>
      </w:r>
      <w:r w:rsidRPr="00AE0E6D">
        <w:rPr>
          <w:b/>
        </w:rPr>
        <w:tab/>
        <w:t>Changes to an Approved Reliability Resource Outage Plan</w:t>
      </w:r>
      <w:bookmarkEnd w:id="545"/>
      <w:bookmarkEnd w:id="546"/>
      <w:bookmarkEnd w:id="547"/>
      <w:bookmarkEnd w:id="548"/>
      <w:bookmarkEnd w:id="549"/>
      <w:bookmarkEnd w:id="550"/>
      <w:bookmarkEnd w:id="551"/>
      <w:bookmarkEnd w:id="552"/>
      <w:bookmarkEnd w:id="553"/>
      <w:bookmarkEnd w:id="554"/>
      <w:bookmarkEnd w:id="55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6" w:name="_Toc478375173"/>
      <w:bookmarkStart w:id="557" w:name="_Toc160026558"/>
      <w:r w:rsidRPr="003A4D10">
        <w:t>3.1.8</w:t>
      </w:r>
      <w:r w:rsidRPr="003A4D10">
        <w:tab/>
        <w:t>High Impact Transmission Element (HITE) Identification</w:t>
      </w:r>
      <w:bookmarkEnd w:id="556"/>
      <w:bookmarkEnd w:id="55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8" w:name="_Toc204048505"/>
      <w:bookmarkStart w:id="559" w:name="_Toc400526092"/>
      <w:bookmarkStart w:id="560" w:name="_Toc405534410"/>
      <w:bookmarkStart w:id="561" w:name="_Toc406570423"/>
      <w:bookmarkStart w:id="562" w:name="_Toc410910575"/>
      <w:bookmarkStart w:id="563" w:name="_Toc411841003"/>
      <w:bookmarkStart w:id="564" w:name="_Toc422146965"/>
      <w:bookmarkStart w:id="565" w:name="_Toc433020561"/>
      <w:bookmarkStart w:id="566" w:name="_Toc437262002"/>
      <w:bookmarkStart w:id="567" w:name="_Toc478375174"/>
      <w:bookmarkStart w:id="568" w:name="_Toc160026559"/>
      <w:r>
        <w:t xml:space="preserve">3.2 </w:t>
      </w:r>
      <w:r>
        <w:tab/>
        <w:t>Analysis of Resource Adequacy</w:t>
      </w:r>
      <w:bookmarkEnd w:id="558"/>
      <w:bookmarkEnd w:id="559"/>
      <w:bookmarkEnd w:id="560"/>
      <w:bookmarkEnd w:id="561"/>
      <w:bookmarkEnd w:id="562"/>
      <w:bookmarkEnd w:id="563"/>
      <w:bookmarkEnd w:id="564"/>
      <w:bookmarkEnd w:id="565"/>
      <w:bookmarkEnd w:id="566"/>
      <w:bookmarkEnd w:id="567"/>
      <w:bookmarkEnd w:id="568"/>
    </w:p>
    <w:p w14:paraId="26C767C1" w14:textId="77777777" w:rsidR="00CB13B2" w:rsidRDefault="002D238A">
      <w:pPr>
        <w:pStyle w:val="H3"/>
      </w:pPr>
      <w:bookmarkStart w:id="569" w:name="_Toc204048506"/>
      <w:bookmarkStart w:id="570" w:name="_Toc400526093"/>
      <w:bookmarkStart w:id="571" w:name="_Toc405534411"/>
      <w:bookmarkStart w:id="572" w:name="_Toc406570424"/>
      <w:bookmarkStart w:id="573" w:name="_Toc410910576"/>
      <w:bookmarkStart w:id="574" w:name="_Toc411841004"/>
      <w:bookmarkStart w:id="575" w:name="_Toc422146966"/>
      <w:bookmarkStart w:id="576" w:name="_Toc433020562"/>
      <w:bookmarkStart w:id="577" w:name="_Toc437262003"/>
      <w:bookmarkStart w:id="578" w:name="_Toc478375175"/>
      <w:bookmarkStart w:id="579" w:name="_Toc160026560"/>
      <w:r>
        <w:t>3.2.1</w:t>
      </w:r>
      <w:r>
        <w:tab/>
        <w:t>Calculation of Aggregate Resource Capacity</w:t>
      </w:r>
      <w:bookmarkEnd w:id="569"/>
      <w:bookmarkEnd w:id="570"/>
      <w:bookmarkEnd w:id="571"/>
      <w:bookmarkEnd w:id="572"/>
      <w:bookmarkEnd w:id="573"/>
      <w:bookmarkEnd w:id="574"/>
      <w:bookmarkEnd w:id="575"/>
      <w:bookmarkEnd w:id="576"/>
      <w:bookmarkEnd w:id="577"/>
      <w:bookmarkEnd w:id="578"/>
      <w:bookmarkEnd w:id="57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0" w:name="_Hlk43472096"/>
            <w:r w:rsidRPr="00A552C3">
              <w:rPr>
                <w:iCs/>
                <w:color w:val="000000"/>
              </w:rPr>
              <w:t>capacity, ESR capacity,</w:t>
            </w:r>
            <w:bookmarkEnd w:id="58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1" w:name="_Toc204048507"/>
      <w:bookmarkStart w:id="582" w:name="_Toc400526094"/>
      <w:bookmarkStart w:id="583" w:name="_Toc405534412"/>
      <w:bookmarkStart w:id="584" w:name="_Toc406570425"/>
      <w:bookmarkStart w:id="585" w:name="_Toc410910577"/>
      <w:bookmarkStart w:id="586" w:name="_Toc411841005"/>
      <w:bookmarkStart w:id="587" w:name="_Toc422146967"/>
      <w:bookmarkStart w:id="588" w:name="_Toc433020563"/>
      <w:bookmarkStart w:id="589" w:name="_Toc437262004"/>
      <w:bookmarkStart w:id="590" w:name="_Toc478375176"/>
      <w:bookmarkStart w:id="591" w:name="_Toc160026561"/>
      <w:r>
        <w:t>3.2.2</w:t>
      </w:r>
      <w:r>
        <w:tab/>
        <w:t>Demand Forecasts</w:t>
      </w:r>
      <w:bookmarkEnd w:id="581"/>
      <w:bookmarkEnd w:id="582"/>
      <w:bookmarkEnd w:id="583"/>
      <w:bookmarkEnd w:id="584"/>
      <w:bookmarkEnd w:id="585"/>
      <w:bookmarkEnd w:id="586"/>
      <w:bookmarkEnd w:id="587"/>
      <w:bookmarkEnd w:id="588"/>
      <w:bookmarkEnd w:id="589"/>
      <w:bookmarkEnd w:id="590"/>
      <w:bookmarkEnd w:id="59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2" w:name="_Toc204048508"/>
      <w:bookmarkStart w:id="593" w:name="_Toc400526095"/>
      <w:bookmarkStart w:id="594" w:name="_Toc405534413"/>
      <w:bookmarkStart w:id="595" w:name="_Toc406570426"/>
      <w:bookmarkStart w:id="596" w:name="_Toc410910578"/>
      <w:bookmarkStart w:id="597" w:name="_Toc411841006"/>
      <w:bookmarkStart w:id="598" w:name="_Toc422146968"/>
      <w:bookmarkStart w:id="599" w:name="_Toc433020564"/>
      <w:bookmarkStart w:id="600" w:name="_Toc437262005"/>
      <w:bookmarkStart w:id="601" w:name="_Toc478375177"/>
      <w:bookmarkStart w:id="602" w:name="_Toc91055053"/>
      <w:bookmarkStart w:id="603" w:name="_Toc160026562"/>
      <w:r>
        <w:t>3.2.3</w:t>
      </w:r>
      <w:r>
        <w:tab/>
      </w:r>
      <w:r w:rsidR="002D28EA">
        <w:t xml:space="preserve">Short-Term </w:t>
      </w:r>
      <w:r>
        <w:t>System Adequacy Reports</w:t>
      </w:r>
      <w:bookmarkEnd w:id="592"/>
      <w:bookmarkEnd w:id="593"/>
      <w:bookmarkEnd w:id="594"/>
      <w:bookmarkEnd w:id="595"/>
      <w:bookmarkEnd w:id="596"/>
      <w:bookmarkEnd w:id="597"/>
      <w:bookmarkEnd w:id="598"/>
      <w:bookmarkEnd w:id="599"/>
      <w:bookmarkEnd w:id="600"/>
      <w:bookmarkEnd w:id="601"/>
      <w:bookmarkEnd w:id="602"/>
      <w:bookmarkEnd w:id="603"/>
    </w:p>
    <w:p w14:paraId="0188DFDF" w14:textId="476374A3" w:rsidR="00933223" w:rsidRDefault="00933223" w:rsidP="00933223">
      <w:pPr>
        <w:pStyle w:val="BodyTextNumbered"/>
        <w:rPr>
          <w:color w:val="000000"/>
          <w:szCs w:val="24"/>
        </w:rPr>
      </w:pPr>
      <w:bookmarkStart w:id="60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5" w:name="_Toc400526096"/>
      <w:bookmarkStart w:id="606" w:name="_Toc405534414"/>
      <w:bookmarkStart w:id="607" w:name="_Toc406570427"/>
      <w:bookmarkStart w:id="608" w:name="_Toc410910579"/>
      <w:bookmarkStart w:id="609" w:name="_Toc411841007"/>
      <w:bookmarkStart w:id="610" w:name="_Toc422146969"/>
      <w:bookmarkStart w:id="611" w:name="_Toc433020565"/>
      <w:bookmarkStart w:id="612" w:name="_Toc437262006"/>
      <w:bookmarkStart w:id="61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4" w:name="_Toc10017703"/>
            <w:bookmarkStart w:id="615" w:name="_Toc33773534"/>
            <w:bookmarkStart w:id="616" w:name="_Toc38964926"/>
            <w:bookmarkStart w:id="617" w:name="_Toc44313206"/>
            <w:bookmarkStart w:id="618" w:name="_Toc46954735"/>
            <w:bookmarkStart w:id="619" w:name="_Toc49589372"/>
            <w:bookmarkStart w:id="620" w:name="_Toc56671717"/>
            <w:bookmarkStart w:id="621" w:name="_Toc60037258"/>
            <w:bookmarkStart w:id="622" w:name="_Toc65141345"/>
            <w:bookmarkStart w:id="623" w:name="_Toc68163678"/>
            <w:bookmarkStart w:id="624" w:name="_Toc75942402"/>
            <w:bookmarkStart w:id="625" w:name="_Toc94099748"/>
            <w:bookmarkStart w:id="626" w:name="_Toc94100202"/>
            <w:bookmarkStart w:id="627" w:name="_Toc109631721"/>
            <w:bookmarkStart w:id="628" w:name="_Toc110057597"/>
            <w:bookmarkStart w:id="629" w:name="_Toc111272599"/>
            <w:bookmarkStart w:id="630" w:name="_Toc112226051"/>
            <w:bookmarkStart w:id="631" w:name="_Toc121253203"/>
            <w:bookmarkStart w:id="632" w:name="_Toc125014602"/>
            <w:bookmarkStart w:id="633" w:name="_Toc135988923"/>
            <w:bookmarkStart w:id="634" w:name="_Toc160026563"/>
            <w:r w:rsidRPr="005274A2">
              <w:rPr>
                <w:b/>
                <w:bCs/>
                <w:i/>
              </w:rPr>
              <w:t>3.2.3</w:t>
            </w:r>
            <w:r w:rsidRPr="005274A2">
              <w:rPr>
                <w:b/>
                <w:bCs/>
                <w:i/>
              </w:rPr>
              <w:tab/>
              <w:t>Short-Term System Adequacy Reports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5" w:name="_Toc33773535"/>
            <w:bookmarkStart w:id="636" w:name="_Toc38964927"/>
            <w:bookmarkStart w:id="63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5"/>
            <w:bookmarkEnd w:id="636"/>
            <w:bookmarkEnd w:id="637"/>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8" w:name="_Toc33773536"/>
            <w:bookmarkStart w:id="639" w:name="_Toc38964928"/>
            <w:bookmarkStart w:id="64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8"/>
            <w:bookmarkEnd w:id="639"/>
            <w:bookmarkEnd w:id="640"/>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41" w:name="_Toc33773537"/>
            <w:bookmarkStart w:id="642" w:name="_Toc38964929"/>
            <w:bookmarkStart w:id="64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1"/>
            <w:bookmarkEnd w:id="642"/>
            <w:bookmarkEnd w:id="643"/>
          </w:p>
          <w:p w14:paraId="56FC1AD0" w14:textId="5F73D18C" w:rsidR="00D11299" w:rsidRPr="00D11299" w:rsidRDefault="005274A2" w:rsidP="00840A78">
            <w:pPr>
              <w:spacing w:after="240"/>
              <w:ind w:left="1440" w:hanging="720"/>
              <w:rPr>
                <w:b/>
                <w:bCs/>
                <w:i/>
                <w:iCs/>
              </w:rPr>
            </w:pPr>
            <w:bookmarkStart w:id="644" w:name="_Toc33773538"/>
            <w:bookmarkStart w:id="645" w:name="_Toc38964930"/>
            <w:bookmarkStart w:id="64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4"/>
            <w:bookmarkEnd w:id="645"/>
            <w:bookmarkEnd w:id="646"/>
            <w:r w:rsidR="00D11299" w:rsidRPr="0065776D">
              <w:t xml:space="preserve">  </w:t>
            </w:r>
          </w:p>
        </w:tc>
      </w:tr>
    </w:tbl>
    <w:p w14:paraId="32367F3D" w14:textId="31F16E83" w:rsidR="00CB13B2" w:rsidRDefault="002D238A" w:rsidP="001739A1">
      <w:pPr>
        <w:pStyle w:val="H3"/>
        <w:spacing w:before="480"/>
        <w:rPr>
          <w:color w:val="000000"/>
          <w:szCs w:val="24"/>
        </w:rPr>
      </w:pPr>
      <w:bookmarkStart w:id="647" w:name="_Toc16002656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4"/>
      <w:bookmarkEnd w:id="605"/>
      <w:bookmarkEnd w:id="606"/>
      <w:bookmarkEnd w:id="607"/>
      <w:bookmarkEnd w:id="608"/>
      <w:bookmarkEnd w:id="609"/>
      <w:bookmarkEnd w:id="610"/>
      <w:bookmarkEnd w:id="611"/>
      <w:bookmarkEnd w:id="612"/>
      <w:bookmarkEnd w:id="613"/>
      <w:bookmarkEnd w:id="647"/>
    </w:p>
    <w:p w14:paraId="1CEC49F6" w14:textId="77777777" w:rsidR="00CB13B2" w:rsidRDefault="002D238A" w:rsidP="00797863">
      <w:pPr>
        <w:pStyle w:val="H3"/>
      </w:pPr>
      <w:bookmarkStart w:id="648" w:name="_Toc400526097"/>
      <w:bookmarkStart w:id="649" w:name="_Toc405534415"/>
      <w:bookmarkStart w:id="650" w:name="_Toc406570428"/>
      <w:bookmarkStart w:id="651" w:name="_Toc410910580"/>
      <w:bookmarkStart w:id="652" w:name="_Toc411841008"/>
      <w:bookmarkStart w:id="653" w:name="_Toc422146970"/>
      <w:bookmarkStart w:id="654" w:name="_Toc433020566"/>
      <w:bookmarkStart w:id="655" w:name="_Toc437262007"/>
      <w:bookmarkStart w:id="656" w:name="_Toc478375179"/>
      <w:bookmarkStart w:id="657" w:name="_Toc160026565"/>
      <w:r>
        <w:t>3.2.5</w:t>
      </w:r>
      <w:r>
        <w:tab/>
        <w:t>Publication of Resource and Load Information</w:t>
      </w:r>
      <w:bookmarkEnd w:id="648"/>
      <w:bookmarkEnd w:id="649"/>
      <w:bookmarkEnd w:id="650"/>
      <w:bookmarkEnd w:id="651"/>
      <w:bookmarkEnd w:id="652"/>
      <w:bookmarkEnd w:id="653"/>
      <w:bookmarkEnd w:id="654"/>
      <w:bookmarkEnd w:id="655"/>
      <w:bookmarkEnd w:id="656"/>
      <w:bookmarkEnd w:id="65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8"/>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9" w:name="_Toc316459836"/>
            <w:bookmarkStart w:id="660" w:name="_Toc478375180"/>
            <w:bookmarkStart w:id="661" w:name="_Toc289696698"/>
            <w:bookmarkStart w:id="662" w:name="_Toc400526098"/>
            <w:bookmarkStart w:id="663" w:name="_Toc405534416"/>
            <w:bookmarkStart w:id="664" w:name="_Toc406570429"/>
            <w:bookmarkStart w:id="665" w:name="_Toc410910581"/>
            <w:bookmarkStart w:id="666" w:name="_Toc411841009"/>
            <w:bookmarkStart w:id="667" w:name="_Toc422146971"/>
            <w:bookmarkStart w:id="668" w:name="_Toc433020567"/>
            <w:bookmarkStart w:id="669"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0" w:name="_Toc160026566"/>
      <w:r w:rsidRPr="00FB2863">
        <w:rPr>
          <w:b/>
          <w:bCs/>
        </w:rPr>
        <w:t>3.2.5.1</w:t>
      </w:r>
      <w:r w:rsidRPr="00FB2863">
        <w:rPr>
          <w:b/>
          <w:bCs/>
        </w:rPr>
        <w:tab/>
        <w:t>Unregistered Distributed Generation Reporting Requirements for Non Opt-In Entities</w:t>
      </w:r>
      <w:bookmarkEnd w:id="659"/>
      <w:bookmarkEnd w:id="660"/>
      <w:bookmarkEnd w:id="67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1" w:name="_Toc316459837"/>
      <w:bookmarkStart w:id="67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3" w:name="_Toc160026567"/>
      <w:r w:rsidRPr="00FB2863">
        <w:rPr>
          <w:b/>
          <w:bCs/>
        </w:rPr>
        <w:t>3.2.5.2</w:t>
      </w:r>
      <w:r w:rsidRPr="00FB2863">
        <w:rPr>
          <w:b/>
          <w:bCs/>
        </w:rPr>
        <w:tab/>
        <w:t>Unregistered Distributed Generation Reporting Requirements for Competitive Areas</w:t>
      </w:r>
      <w:bookmarkEnd w:id="671"/>
      <w:bookmarkEnd w:id="672"/>
      <w:bookmarkEnd w:id="67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4" w:name="_Toc316459838"/>
      <w:bookmarkStart w:id="675" w:name="_Toc478375182"/>
      <w:bookmarkStart w:id="676" w:name="_Toc160026568"/>
      <w:r w:rsidRPr="00FB2863">
        <w:rPr>
          <w:b/>
          <w:bCs/>
        </w:rPr>
        <w:t>3.2.5.3</w:t>
      </w:r>
      <w:r w:rsidRPr="00FB2863">
        <w:rPr>
          <w:b/>
          <w:bCs/>
        </w:rPr>
        <w:tab/>
        <w:t>Unregistered Distributed Generation Reporting Requirements for ERCOT</w:t>
      </w:r>
      <w:bookmarkEnd w:id="674"/>
      <w:bookmarkEnd w:id="675"/>
      <w:bookmarkEnd w:id="676"/>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7" w:name="_Toc478375183"/>
      <w:bookmarkStart w:id="678" w:name="_Toc160026569"/>
      <w:r>
        <w:lastRenderedPageBreak/>
        <w:t>3.2.6</w:t>
      </w:r>
      <w:r w:rsidRPr="006A0091">
        <w:tab/>
        <w:t>ERCOT Planning Reserve Margin</w:t>
      </w:r>
      <w:bookmarkEnd w:id="661"/>
      <w:bookmarkEnd w:id="662"/>
      <w:bookmarkEnd w:id="663"/>
      <w:bookmarkEnd w:id="664"/>
      <w:bookmarkEnd w:id="665"/>
      <w:bookmarkEnd w:id="666"/>
      <w:bookmarkEnd w:id="667"/>
      <w:bookmarkEnd w:id="668"/>
      <w:bookmarkEnd w:id="669"/>
      <w:bookmarkEnd w:id="677"/>
      <w:bookmarkEnd w:id="67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0" w:name="_Toc289696699"/>
            <w:r w:rsidRPr="006A0091">
              <w:rPr>
                <w:i/>
              </w:rPr>
              <w:t>i</w:t>
            </w:r>
            <w:bookmarkEnd w:id="68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1" w:name="_Toc289696700"/>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2" w:name="_Toc289696701"/>
            <w:r>
              <w:t>Y</w:t>
            </w:r>
            <w:r w:rsidRPr="006A0091">
              <w:t>ear</w:t>
            </w:r>
            <w:bookmarkEnd w:id="68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3" w:name="_Toc289696702"/>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4" w:name="_Toc289696703"/>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5" w:name="_Toc289696704"/>
            <w:r w:rsidRPr="006A0091">
              <w:t>Peak Load Season</w:t>
            </w:r>
            <w:bookmarkEnd w:id="685"/>
            <w:r>
              <w:t>.</w:t>
            </w:r>
          </w:p>
        </w:tc>
      </w:tr>
    </w:tbl>
    <w:p w14:paraId="1EE8AEDD" w14:textId="77777777" w:rsidR="001A78C0" w:rsidRPr="000D29A8" w:rsidRDefault="001A78C0" w:rsidP="000D29A8">
      <w:pPr>
        <w:pStyle w:val="H4"/>
        <w:spacing w:before="480"/>
        <w:ind w:left="1267" w:hanging="1267"/>
        <w:rPr>
          <w:b/>
        </w:rPr>
      </w:pPr>
      <w:bookmarkStart w:id="686" w:name="_Toc266254154"/>
      <w:bookmarkStart w:id="687" w:name="_Toc289696705"/>
      <w:bookmarkStart w:id="688" w:name="_Toc400526099"/>
      <w:bookmarkStart w:id="689" w:name="_Toc405534417"/>
      <w:bookmarkStart w:id="690" w:name="_Toc406570430"/>
      <w:bookmarkStart w:id="691" w:name="_Toc410910582"/>
      <w:bookmarkStart w:id="692" w:name="_Toc411841010"/>
      <w:bookmarkStart w:id="693" w:name="_Toc422146972"/>
      <w:bookmarkStart w:id="694" w:name="_Toc433020568"/>
      <w:bookmarkStart w:id="695" w:name="_Toc437262009"/>
      <w:bookmarkStart w:id="696" w:name="_Toc478375184"/>
      <w:bookmarkStart w:id="697" w:name="_Toc160026570"/>
      <w:bookmarkEnd w:id="679"/>
      <w:r w:rsidRPr="000D29A8">
        <w:rPr>
          <w:b/>
          <w:bCs/>
        </w:rPr>
        <w:t>3.2.6.1</w:t>
      </w:r>
      <w:r w:rsidRPr="000D29A8">
        <w:rPr>
          <w:b/>
          <w:bCs/>
        </w:rPr>
        <w:tab/>
        <w:t>Minimum ERCOT Planning Reserve Margin Criterion</w:t>
      </w:r>
      <w:bookmarkEnd w:id="686"/>
      <w:bookmarkEnd w:id="687"/>
      <w:bookmarkEnd w:id="688"/>
      <w:bookmarkEnd w:id="689"/>
      <w:bookmarkEnd w:id="690"/>
      <w:bookmarkEnd w:id="691"/>
      <w:bookmarkEnd w:id="692"/>
      <w:bookmarkEnd w:id="693"/>
      <w:bookmarkEnd w:id="694"/>
      <w:bookmarkEnd w:id="695"/>
      <w:bookmarkEnd w:id="696"/>
      <w:bookmarkEnd w:id="69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Start w:id="709" w:name="_Toc160026571"/>
      <w:r w:rsidRPr="000D29A8">
        <w:rPr>
          <w:b/>
          <w:bCs/>
        </w:rPr>
        <w:t>3.2.6.2</w:t>
      </w:r>
      <w:r w:rsidRPr="000D29A8">
        <w:rPr>
          <w:b/>
          <w:bCs/>
        </w:rPr>
        <w:tab/>
        <w:t>ERCOT Planning Reserve Margin Calculation Methodology</w:t>
      </w:r>
      <w:bookmarkEnd w:id="698"/>
      <w:bookmarkEnd w:id="699"/>
      <w:bookmarkEnd w:id="700"/>
      <w:bookmarkEnd w:id="701"/>
      <w:bookmarkEnd w:id="702"/>
      <w:bookmarkEnd w:id="703"/>
      <w:bookmarkEnd w:id="704"/>
      <w:bookmarkEnd w:id="705"/>
      <w:bookmarkEnd w:id="706"/>
      <w:bookmarkEnd w:id="707"/>
      <w:bookmarkEnd w:id="708"/>
      <w:bookmarkEnd w:id="70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0" w:name="_Toc266254156"/>
      <w:bookmarkStart w:id="711" w:name="_Toc289696707"/>
      <w:bookmarkStart w:id="712" w:name="_Toc400526101"/>
      <w:bookmarkStart w:id="713" w:name="_Toc405534419"/>
      <w:bookmarkStart w:id="714" w:name="_Toc406570432"/>
      <w:bookmarkStart w:id="715" w:name="_Toc410910584"/>
      <w:bookmarkStart w:id="716" w:name="_Toc411841012"/>
      <w:bookmarkStart w:id="717" w:name="_Toc422146974"/>
      <w:bookmarkStart w:id="718" w:name="_Toc433020570"/>
      <w:bookmarkStart w:id="719" w:name="_Toc437262011"/>
      <w:bookmarkStart w:id="720" w:name="_Toc478375186"/>
      <w:bookmarkStart w:id="721" w:name="_Toc160026572"/>
      <w:r w:rsidRPr="007A33DF">
        <w:t>3.2.6.2.1</w:t>
      </w:r>
      <w:r w:rsidRPr="006A0091">
        <w:tab/>
        <w:t>Peak Load Estimate</w:t>
      </w:r>
      <w:bookmarkEnd w:id="710"/>
      <w:bookmarkEnd w:id="711"/>
      <w:bookmarkEnd w:id="712"/>
      <w:bookmarkEnd w:id="713"/>
      <w:bookmarkEnd w:id="714"/>
      <w:bookmarkEnd w:id="715"/>
      <w:bookmarkEnd w:id="716"/>
      <w:bookmarkEnd w:id="717"/>
      <w:bookmarkEnd w:id="718"/>
      <w:bookmarkEnd w:id="719"/>
      <w:bookmarkEnd w:id="720"/>
      <w:bookmarkEnd w:id="72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2"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2"/>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3"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3"/>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4"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4"/>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5" w:name="_Toc289696708"/>
            <w:r w:rsidRPr="006A0091">
              <w:rPr>
                <w:i/>
              </w:rPr>
              <w:t>i</w:t>
            </w:r>
            <w:bookmarkEnd w:id="72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6" w:name="_Toc289696709"/>
            <w:r w:rsidRPr="00545FF6">
              <w:t>None</w:t>
            </w:r>
            <w:bookmarkEnd w:id="72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7" w:name="_Toc289696710"/>
            <w:r>
              <w:t>Y</w:t>
            </w:r>
            <w:r w:rsidRPr="006A0091">
              <w:t>ear</w:t>
            </w:r>
            <w:bookmarkEnd w:id="72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8" w:name="_Toc289696711"/>
            <w:r w:rsidRPr="006A0091">
              <w:rPr>
                <w:i/>
              </w:rPr>
              <w:t>s</w:t>
            </w:r>
            <w:bookmarkEnd w:id="72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9" w:name="_Toc289696712"/>
            <w:r w:rsidRPr="00545FF6">
              <w:t>None</w:t>
            </w:r>
            <w:bookmarkEnd w:id="72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0" w:name="_Toc289696713"/>
            <w:r w:rsidRPr="006A0091">
              <w:t>Peak Load Season</w:t>
            </w:r>
            <w:bookmarkEnd w:id="730"/>
            <w:r>
              <w:t>.</w:t>
            </w:r>
          </w:p>
        </w:tc>
      </w:tr>
    </w:tbl>
    <w:p w14:paraId="78B07E09" w14:textId="77777777" w:rsidR="001A78C0" w:rsidRDefault="001A78C0" w:rsidP="000D29A8">
      <w:pPr>
        <w:pStyle w:val="H5"/>
        <w:spacing w:before="480"/>
        <w:ind w:left="1627" w:hanging="1627"/>
      </w:pPr>
      <w:bookmarkStart w:id="731" w:name="_Toc266254157"/>
      <w:bookmarkStart w:id="732" w:name="_Toc289696714"/>
      <w:bookmarkStart w:id="733" w:name="_Toc400526102"/>
      <w:bookmarkStart w:id="734" w:name="_Toc405534420"/>
      <w:bookmarkStart w:id="735" w:name="_Toc406570433"/>
      <w:bookmarkStart w:id="736" w:name="_Toc410910585"/>
      <w:bookmarkStart w:id="737" w:name="_Toc411841013"/>
      <w:bookmarkStart w:id="738" w:name="_Toc422146975"/>
      <w:bookmarkStart w:id="739" w:name="_Toc433020571"/>
      <w:bookmarkStart w:id="740" w:name="_Toc437262012"/>
      <w:bookmarkStart w:id="741" w:name="_Toc478375187"/>
      <w:bookmarkStart w:id="742" w:name="_Toc160026573"/>
      <w:r>
        <w:t>3.2.6.2.2</w:t>
      </w:r>
      <w:r w:rsidRPr="006A0091">
        <w:tab/>
        <w:t>Total Capacity Estimate</w:t>
      </w:r>
      <w:bookmarkEnd w:id="731"/>
      <w:bookmarkEnd w:id="732"/>
      <w:bookmarkEnd w:id="733"/>
      <w:bookmarkEnd w:id="734"/>
      <w:bookmarkEnd w:id="735"/>
      <w:bookmarkEnd w:id="736"/>
      <w:bookmarkEnd w:id="737"/>
      <w:bookmarkEnd w:id="738"/>
      <w:bookmarkEnd w:id="739"/>
      <w:bookmarkEnd w:id="740"/>
      <w:bookmarkEnd w:id="741"/>
      <w:bookmarkEnd w:id="74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3" w:name="_Toc352156713"/>
            <w:bookmarkStart w:id="744" w:name="_Toc357502470"/>
            <w:bookmarkStart w:id="745" w:name="_Toc357502665"/>
            <w:bookmarkStart w:id="746" w:name="_Toc362850369"/>
            <w:bookmarkStart w:id="747" w:name="_Toc367955325"/>
            <w:bookmarkStart w:id="748" w:name="_Toc375815048"/>
            <w:bookmarkStart w:id="749" w:name="_Toc378574733"/>
            <w:bookmarkStart w:id="75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3"/>
            <w:bookmarkEnd w:id="744"/>
            <w:bookmarkEnd w:id="745"/>
            <w:bookmarkEnd w:id="746"/>
            <w:bookmarkEnd w:id="74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8"/>
            <w:bookmarkEnd w:id="749"/>
            <w:bookmarkEnd w:id="75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1" w:name="_Toc289696715"/>
            <w:r w:rsidRPr="006A0091">
              <w:rPr>
                <w:i/>
              </w:rPr>
              <w:lastRenderedPageBreak/>
              <w:t>i</w:t>
            </w:r>
            <w:bookmarkEnd w:id="75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2" w:name="_Toc289696716"/>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3" w:name="_Toc289696717"/>
            <w:r>
              <w:t>Y</w:t>
            </w:r>
            <w:r w:rsidRPr="006A0091">
              <w:t>ear</w:t>
            </w:r>
            <w:bookmarkEnd w:id="75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4" w:name="_Toc289696718"/>
            <w:r w:rsidRPr="006A0091">
              <w:rPr>
                <w:i/>
              </w:rPr>
              <w:t>s</w:t>
            </w:r>
            <w:bookmarkEnd w:id="75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5" w:name="_Toc289696719"/>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6" w:name="_Toc289696720"/>
            <w:r>
              <w:t xml:space="preserve">Summer and winter </w:t>
            </w:r>
            <w:r w:rsidR="00851514" w:rsidRPr="006A0091">
              <w:t>Peak Load Season</w:t>
            </w:r>
            <w:bookmarkEnd w:id="75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7" w:name="_Toc204048510"/>
      <w:bookmarkStart w:id="758" w:name="_Toc400526103"/>
      <w:bookmarkStart w:id="759" w:name="_Toc405534421"/>
      <w:bookmarkStart w:id="760" w:name="_Toc406570434"/>
      <w:bookmarkStart w:id="761" w:name="_Toc410910586"/>
      <w:bookmarkStart w:id="762" w:name="_Toc411841014"/>
      <w:bookmarkStart w:id="763" w:name="_Toc422146976"/>
      <w:bookmarkStart w:id="764" w:name="_Toc433020572"/>
      <w:bookmarkStart w:id="765" w:name="_Toc437262013"/>
      <w:bookmarkStart w:id="766" w:name="_Toc478375188"/>
      <w:bookmarkStart w:id="767" w:name="_Toc160026574"/>
      <w:r>
        <w:t>3.3</w:t>
      </w:r>
      <w:r>
        <w:tab/>
        <w:t>Management of Changes to ERCOT Transmission Grid</w:t>
      </w:r>
      <w:bookmarkEnd w:id="757"/>
      <w:bookmarkEnd w:id="758"/>
      <w:bookmarkEnd w:id="759"/>
      <w:bookmarkEnd w:id="760"/>
      <w:bookmarkEnd w:id="761"/>
      <w:bookmarkEnd w:id="762"/>
      <w:bookmarkEnd w:id="763"/>
      <w:bookmarkEnd w:id="764"/>
      <w:bookmarkEnd w:id="765"/>
      <w:bookmarkEnd w:id="766"/>
      <w:bookmarkEnd w:id="76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8" w:name="_Toc204048511"/>
      <w:bookmarkStart w:id="769" w:name="_Toc400526104"/>
      <w:bookmarkStart w:id="770" w:name="_Toc405534422"/>
      <w:bookmarkStart w:id="771" w:name="_Toc406570435"/>
      <w:bookmarkStart w:id="772" w:name="_Toc410910587"/>
      <w:bookmarkStart w:id="773" w:name="_Toc411841015"/>
      <w:bookmarkStart w:id="774" w:name="_Toc422146977"/>
      <w:bookmarkStart w:id="775" w:name="_Toc433020573"/>
      <w:bookmarkStart w:id="776" w:name="_Toc437262014"/>
      <w:bookmarkStart w:id="777" w:name="_Toc478375189"/>
      <w:bookmarkStart w:id="778" w:name="_Toc160026575"/>
      <w:r>
        <w:t>3.3.1</w:t>
      </w:r>
      <w:r>
        <w:tab/>
        <w:t>ERCOT Approval of New or Relocated Facilities</w:t>
      </w:r>
      <w:bookmarkEnd w:id="768"/>
      <w:bookmarkEnd w:id="769"/>
      <w:bookmarkEnd w:id="770"/>
      <w:bookmarkEnd w:id="771"/>
      <w:bookmarkEnd w:id="772"/>
      <w:bookmarkEnd w:id="773"/>
      <w:bookmarkEnd w:id="774"/>
      <w:bookmarkEnd w:id="775"/>
      <w:bookmarkEnd w:id="776"/>
      <w:bookmarkEnd w:id="777"/>
      <w:bookmarkEnd w:id="77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9" w:name="_Toc204048512"/>
            <w:bookmarkStart w:id="780" w:name="_Toc400526105"/>
            <w:bookmarkStart w:id="781" w:name="_Toc405534423"/>
            <w:bookmarkStart w:id="782" w:name="_Toc406570436"/>
            <w:bookmarkStart w:id="783" w:name="_Toc410910588"/>
            <w:bookmarkStart w:id="784" w:name="_Toc411841016"/>
            <w:bookmarkStart w:id="785" w:name="_Toc422146978"/>
            <w:bookmarkStart w:id="786" w:name="_Toc433020574"/>
            <w:bookmarkStart w:id="787" w:name="_Toc437262015"/>
            <w:bookmarkStart w:id="78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9" w:name="_Toc160026576"/>
      <w:r>
        <w:lastRenderedPageBreak/>
        <w:t>3.3.2</w:t>
      </w:r>
      <w:r>
        <w:tab/>
        <w:t>Types of Work Requiring ERCOT Approval</w:t>
      </w:r>
      <w:bookmarkEnd w:id="779"/>
      <w:bookmarkEnd w:id="780"/>
      <w:bookmarkEnd w:id="781"/>
      <w:bookmarkEnd w:id="782"/>
      <w:bookmarkEnd w:id="783"/>
      <w:bookmarkEnd w:id="784"/>
      <w:bookmarkEnd w:id="785"/>
      <w:bookmarkEnd w:id="786"/>
      <w:bookmarkEnd w:id="787"/>
      <w:bookmarkEnd w:id="788"/>
      <w:bookmarkEnd w:id="78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0" w:name="_Toc204048513"/>
      <w:bookmarkStart w:id="791" w:name="_Toc400526106"/>
      <w:bookmarkStart w:id="792" w:name="_Toc405534424"/>
      <w:bookmarkStart w:id="793" w:name="_Toc406570437"/>
      <w:bookmarkStart w:id="794" w:name="_Toc410910589"/>
      <w:bookmarkStart w:id="795" w:name="_Toc411841017"/>
      <w:bookmarkStart w:id="796" w:name="_Toc422146979"/>
      <w:bookmarkStart w:id="797" w:name="_Toc433020575"/>
      <w:bookmarkStart w:id="798" w:name="_Toc437262016"/>
      <w:bookmarkStart w:id="799" w:name="_Toc478375191"/>
      <w:bookmarkStart w:id="800" w:name="_Toc160026577"/>
      <w:r w:rsidRPr="00AE0E6D">
        <w:rPr>
          <w:b/>
        </w:rPr>
        <w:t>3.3.2.1</w:t>
      </w:r>
      <w:r w:rsidRPr="00AE0E6D">
        <w:rPr>
          <w:b/>
        </w:rPr>
        <w:tab/>
        <w:t>Information to Be Provided to ERCOT</w:t>
      </w:r>
      <w:bookmarkEnd w:id="790"/>
      <w:bookmarkEnd w:id="791"/>
      <w:bookmarkEnd w:id="792"/>
      <w:bookmarkEnd w:id="793"/>
      <w:bookmarkEnd w:id="794"/>
      <w:bookmarkEnd w:id="795"/>
      <w:bookmarkEnd w:id="796"/>
      <w:bookmarkEnd w:id="797"/>
      <w:bookmarkEnd w:id="798"/>
      <w:bookmarkEnd w:id="799"/>
      <w:bookmarkEnd w:id="80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1" w:name="_Toc204048514"/>
            <w:bookmarkStart w:id="802" w:name="_Toc400526107"/>
            <w:bookmarkStart w:id="803" w:name="_Toc405534425"/>
            <w:bookmarkStart w:id="804" w:name="_Toc406570438"/>
            <w:bookmarkStart w:id="805" w:name="_Toc410910590"/>
            <w:bookmarkStart w:id="806" w:name="_Toc411841018"/>
            <w:bookmarkStart w:id="807" w:name="_Toc422146980"/>
            <w:bookmarkStart w:id="808" w:name="_Toc433020576"/>
            <w:bookmarkStart w:id="809" w:name="_Toc437262017"/>
            <w:bookmarkStart w:id="81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1" w:name="_Toc160026578"/>
      <w:r w:rsidRPr="00AE0E6D">
        <w:rPr>
          <w:b/>
        </w:rPr>
        <w:lastRenderedPageBreak/>
        <w:t>3.3.2.2</w:t>
      </w:r>
      <w:r w:rsidRPr="00AE0E6D">
        <w:rPr>
          <w:b/>
        </w:rPr>
        <w:tab/>
        <w:t>Record of Approved Work</w:t>
      </w:r>
      <w:bookmarkEnd w:id="801"/>
      <w:bookmarkEnd w:id="802"/>
      <w:bookmarkEnd w:id="803"/>
      <w:bookmarkEnd w:id="804"/>
      <w:bookmarkEnd w:id="805"/>
      <w:bookmarkEnd w:id="806"/>
      <w:bookmarkEnd w:id="807"/>
      <w:bookmarkEnd w:id="808"/>
      <w:bookmarkEnd w:id="809"/>
      <w:bookmarkEnd w:id="810"/>
      <w:bookmarkEnd w:id="81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2" w:name="_Toc204048515"/>
      <w:bookmarkStart w:id="813" w:name="_Toc400526108"/>
      <w:bookmarkStart w:id="814" w:name="_Toc405534426"/>
      <w:bookmarkStart w:id="815" w:name="_Toc406570439"/>
      <w:bookmarkStart w:id="816" w:name="_Toc410910591"/>
      <w:bookmarkStart w:id="817" w:name="_Toc411841019"/>
      <w:bookmarkStart w:id="818" w:name="_Toc422146981"/>
      <w:bookmarkStart w:id="819" w:name="_Toc433020577"/>
      <w:bookmarkStart w:id="820" w:name="_Toc437262018"/>
      <w:bookmarkStart w:id="821" w:name="_Toc478375193"/>
      <w:bookmarkStart w:id="822" w:name="_Toc160026579"/>
      <w:r>
        <w:t>3.4</w:t>
      </w:r>
      <w:r>
        <w:tab/>
        <w:t>Load Zones</w:t>
      </w:r>
      <w:bookmarkEnd w:id="812"/>
      <w:bookmarkEnd w:id="813"/>
      <w:bookmarkEnd w:id="814"/>
      <w:bookmarkEnd w:id="815"/>
      <w:bookmarkEnd w:id="816"/>
      <w:bookmarkEnd w:id="817"/>
      <w:bookmarkEnd w:id="818"/>
      <w:bookmarkEnd w:id="819"/>
      <w:bookmarkEnd w:id="820"/>
      <w:bookmarkEnd w:id="821"/>
      <w:bookmarkEnd w:id="82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3" w:name="_Toc204048516"/>
      <w:bookmarkStart w:id="824" w:name="_Toc400526109"/>
      <w:bookmarkStart w:id="825" w:name="_Toc405534427"/>
      <w:bookmarkStart w:id="826" w:name="_Toc406570440"/>
      <w:bookmarkStart w:id="827" w:name="_Toc410910592"/>
      <w:bookmarkStart w:id="828" w:name="_Toc411841020"/>
      <w:bookmarkStart w:id="829" w:name="_Toc422146982"/>
      <w:bookmarkStart w:id="830" w:name="_Toc433020578"/>
      <w:bookmarkStart w:id="831" w:name="_Toc437262019"/>
      <w:bookmarkStart w:id="832" w:name="_Toc478375194"/>
      <w:bookmarkStart w:id="833" w:name="_Toc160026580"/>
      <w:r>
        <w:t>3.4.1</w:t>
      </w:r>
      <w:r>
        <w:tab/>
        <w:t>Load Zone Types</w:t>
      </w:r>
      <w:bookmarkEnd w:id="823"/>
      <w:bookmarkEnd w:id="824"/>
      <w:bookmarkEnd w:id="825"/>
      <w:bookmarkEnd w:id="826"/>
      <w:bookmarkEnd w:id="827"/>
      <w:bookmarkEnd w:id="828"/>
      <w:bookmarkEnd w:id="829"/>
      <w:bookmarkEnd w:id="830"/>
      <w:bookmarkEnd w:id="831"/>
      <w:bookmarkEnd w:id="832"/>
      <w:bookmarkEnd w:id="83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4" w:name="_Toc204048517"/>
      <w:bookmarkStart w:id="835" w:name="_Toc400526110"/>
      <w:bookmarkStart w:id="836" w:name="_Toc405534428"/>
      <w:bookmarkStart w:id="837" w:name="_Toc406570441"/>
      <w:bookmarkStart w:id="838" w:name="_Toc410910593"/>
      <w:bookmarkStart w:id="839" w:name="_Toc411841021"/>
      <w:bookmarkStart w:id="840" w:name="_Toc422146983"/>
      <w:bookmarkStart w:id="841" w:name="_Toc433020579"/>
      <w:bookmarkStart w:id="842" w:name="_Toc437262020"/>
      <w:bookmarkStart w:id="843" w:name="_Toc478375195"/>
      <w:bookmarkStart w:id="844" w:name="_Toc160026581"/>
      <w:r>
        <w:t>3.4.2</w:t>
      </w:r>
      <w:r>
        <w:tab/>
        <w:t>Load Zone Modifications</w:t>
      </w:r>
      <w:bookmarkEnd w:id="834"/>
      <w:bookmarkEnd w:id="835"/>
      <w:bookmarkEnd w:id="836"/>
      <w:bookmarkEnd w:id="837"/>
      <w:bookmarkEnd w:id="838"/>
      <w:bookmarkEnd w:id="839"/>
      <w:bookmarkEnd w:id="840"/>
      <w:bookmarkEnd w:id="841"/>
      <w:bookmarkEnd w:id="842"/>
      <w:bookmarkEnd w:id="843"/>
      <w:bookmarkEnd w:id="84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5" w:name="_Toc204048518"/>
      <w:bookmarkStart w:id="846" w:name="_Toc400526111"/>
      <w:bookmarkStart w:id="847" w:name="_Toc405534429"/>
      <w:bookmarkStart w:id="848" w:name="_Toc406570442"/>
      <w:bookmarkStart w:id="849" w:name="_Toc410910594"/>
      <w:bookmarkStart w:id="850" w:name="_Toc411841022"/>
      <w:bookmarkStart w:id="851" w:name="_Toc422146984"/>
      <w:bookmarkStart w:id="852" w:name="_Toc433020580"/>
      <w:bookmarkStart w:id="853" w:name="_Toc437262021"/>
      <w:bookmarkStart w:id="854" w:name="_Toc478375196"/>
      <w:bookmarkStart w:id="855" w:name="_Toc160026582"/>
      <w:r>
        <w:t>3.4.3</w:t>
      </w:r>
      <w:r>
        <w:tab/>
        <w:t>NOIE Load Zones</w:t>
      </w:r>
      <w:bookmarkEnd w:id="845"/>
      <w:bookmarkEnd w:id="846"/>
      <w:bookmarkEnd w:id="847"/>
      <w:bookmarkEnd w:id="848"/>
      <w:bookmarkEnd w:id="849"/>
      <w:bookmarkEnd w:id="850"/>
      <w:bookmarkEnd w:id="851"/>
      <w:bookmarkEnd w:id="852"/>
      <w:bookmarkEnd w:id="853"/>
      <w:bookmarkEnd w:id="854"/>
      <w:bookmarkEnd w:id="85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6" w:name="_Toc204048519"/>
      <w:bookmarkStart w:id="857" w:name="_Toc400526112"/>
      <w:bookmarkStart w:id="858" w:name="_Toc405534430"/>
      <w:bookmarkStart w:id="859" w:name="_Toc406570443"/>
      <w:bookmarkStart w:id="860" w:name="_Toc410910595"/>
      <w:bookmarkStart w:id="861" w:name="_Toc411841023"/>
      <w:bookmarkStart w:id="862" w:name="_Toc422146985"/>
      <w:bookmarkStart w:id="863" w:name="_Toc433020581"/>
      <w:bookmarkStart w:id="864" w:name="_Toc437262022"/>
      <w:bookmarkStart w:id="865" w:name="_Toc478375197"/>
      <w:bookmarkStart w:id="866" w:name="_Toc160026583"/>
      <w:r>
        <w:t>3.4.4</w:t>
      </w:r>
      <w:r>
        <w:tab/>
        <w:t>DC Tie Load Zones</w:t>
      </w:r>
      <w:bookmarkEnd w:id="856"/>
      <w:bookmarkEnd w:id="857"/>
      <w:bookmarkEnd w:id="858"/>
      <w:bookmarkEnd w:id="859"/>
      <w:bookmarkEnd w:id="860"/>
      <w:bookmarkEnd w:id="861"/>
      <w:bookmarkEnd w:id="862"/>
      <w:bookmarkEnd w:id="863"/>
      <w:bookmarkEnd w:id="864"/>
      <w:bookmarkEnd w:id="865"/>
      <w:bookmarkEnd w:id="86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7" w:name="_Toc204048520"/>
      <w:bookmarkStart w:id="868" w:name="_Toc400526113"/>
      <w:bookmarkStart w:id="869" w:name="_Toc405534431"/>
      <w:bookmarkStart w:id="870" w:name="_Toc406570444"/>
      <w:bookmarkStart w:id="871" w:name="_Toc410910596"/>
      <w:bookmarkStart w:id="872" w:name="_Toc411841024"/>
      <w:bookmarkStart w:id="873" w:name="_Toc422146986"/>
      <w:bookmarkStart w:id="874" w:name="_Toc433020582"/>
      <w:bookmarkStart w:id="875" w:name="_Toc437262023"/>
      <w:bookmarkStart w:id="876" w:name="_Toc478375198"/>
      <w:bookmarkStart w:id="877" w:name="_Toc160026584"/>
      <w:r>
        <w:t>3.4.5</w:t>
      </w:r>
      <w:r>
        <w:tab/>
        <w:t>Additional Load Buses</w:t>
      </w:r>
      <w:bookmarkEnd w:id="867"/>
      <w:bookmarkEnd w:id="868"/>
      <w:bookmarkEnd w:id="869"/>
      <w:bookmarkEnd w:id="870"/>
      <w:bookmarkEnd w:id="871"/>
      <w:bookmarkEnd w:id="872"/>
      <w:bookmarkEnd w:id="873"/>
      <w:bookmarkEnd w:id="874"/>
      <w:bookmarkEnd w:id="875"/>
      <w:bookmarkEnd w:id="876"/>
      <w:bookmarkEnd w:id="87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8" w:name="_Toc204048521"/>
      <w:bookmarkStart w:id="879" w:name="_Toc400526114"/>
      <w:bookmarkStart w:id="880" w:name="_Toc405534432"/>
      <w:bookmarkStart w:id="881" w:name="_Toc406570445"/>
      <w:bookmarkStart w:id="882" w:name="_Toc410910597"/>
      <w:bookmarkStart w:id="883" w:name="_Toc411841025"/>
      <w:bookmarkStart w:id="884" w:name="_Toc422146987"/>
      <w:bookmarkStart w:id="885" w:name="_Toc433020583"/>
      <w:bookmarkStart w:id="886" w:name="_Toc437262024"/>
      <w:bookmarkStart w:id="887" w:name="_Toc478375199"/>
      <w:bookmarkStart w:id="888" w:name="_Toc160026585"/>
      <w:r>
        <w:t>3.5</w:t>
      </w:r>
      <w:r>
        <w:tab/>
        <w:t>Hubs</w:t>
      </w:r>
      <w:bookmarkEnd w:id="878"/>
      <w:bookmarkEnd w:id="879"/>
      <w:bookmarkEnd w:id="880"/>
      <w:bookmarkEnd w:id="881"/>
      <w:bookmarkEnd w:id="882"/>
      <w:bookmarkEnd w:id="883"/>
      <w:bookmarkEnd w:id="884"/>
      <w:bookmarkEnd w:id="885"/>
      <w:bookmarkEnd w:id="886"/>
      <w:bookmarkEnd w:id="887"/>
      <w:bookmarkEnd w:id="888"/>
    </w:p>
    <w:p w14:paraId="346C5EFD" w14:textId="77777777" w:rsidR="00CB13B2" w:rsidRDefault="002D238A">
      <w:pPr>
        <w:pStyle w:val="H3"/>
      </w:pPr>
      <w:bookmarkStart w:id="889" w:name="_Toc204048522"/>
      <w:bookmarkStart w:id="890" w:name="_Toc400526115"/>
      <w:bookmarkStart w:id="891" w:name="_Toc405534433"/>
      <w:bookmarkStart w:id="892" w:name="_Toc406570446"/>
      <w:bookmarkStart w:id="893" w:name="_Toc410910598"/>
      <w:bookmarkStart w:id="894" w:name="_Toc411841026"/>
      <w:bookmarkStart w:id="895" w:name="_Toc422146988"/>
      <w:bookmarkStart w:id="896" w:name="_Toc433020584"/>
      <w:bookmarkStart w:id="897" w:name="_Toc437262025"/>
      <w:bookmarkStart w:id="898" w:name="_Toc478375200"/>
      <w:bookmarkStart w:id="899" w:name="_Toc160026586"/>
      <w:r>
        <w:t>3.5.1</w:t>
      </w:r>
      <w:r>
        <w:tab/>
        <w:t>Process for Defining Hubs</w:t>
      </w:r>
      <w:bookmarkEnd w:id="889"/>
      <w:bookmarkEnd w:id="890"/>
      <w:bookmarkEnd w:id="891"/>
      <w:bookmarkEnd w:id="892"/>
      <w:bookmarkEnd w:id="893"/>
      <w:bookmarkEnd w:id="894"/>
      <w:bookmarkEnd w:id="895"/>
      <w:bookmarkEnd w:id="896"/>
      <w:bookmarkEnd w:id="897"/>
      <w:bookmarkEnd w:id="898"/>
      <w:bookmarkEnd w:id="89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0" w:name="_Toc204048523"/>
            <w:bookmarkStart w:id="901" w:name="_Toc400526116"/>
            <w:bookmarkStart w:id="902" w:name="_Toc405534434"/>
            <w:bookmarkStart w:id="903" w:name="_Toc406570447"/>
            <w:bookmarkStart w:id="904" w:name="_Toc410910599"/>
            <w:bookmarkStart w:id="905" w:name="_Toc411841027"/>
            <w:bookmarkStart w:id="906" w:name="_Toc422146989"/>
            <w:bookmarkStart w:id="907" w:name="_Toc433020585"/>
            <w:bookmarkStart w:id="908" w:name="_Toc437262026"/>
            <w:bookmarkStart w:id="90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0" w:name="_Toc160026587"/>
      <w:r>
        <w:lastRenderedPageBreak/>
        <w:t>3.5.2</w:t>
      </w:r>
      <w:r>
        <w:tab/>
        <w:t>Hub Definitions</w:t>
      </w:r>
      <w:bookmarkEnd w:id="900"/>
      <w:bookmarkEnd w:id="901"/>
      <w:bookmarkEnd w:id="902"/>
      <w:bookmarkEnd w:id="903"/>
      <w:bookmarkEnd w:id="904"/>
      <w:bookmarkEnd w:id="905"/>
      <w:bookmarkEnd w:id="906"/>
      <w:bookmarkEnd w:id="907"/>
      <w:bookmarkEnd w:id="908"/>
      <w:bookmarkEnd w:id="909"/>
      <w:bookmarkEnd w:id="910"/>
    </w:p>
    <w:p w14:paraId="6614C0E2" w14:textId="77777777" w:rsidR="00C51FB1" w:rsidRPr="00AE0E6D" w:rsidRDefault="00C51FB1" w:rsidP="00C51FB1">
      <w:pPr>
        <w:pStyle w:val="H4"/>
        <w:rPr>
          <w:b/>
        </w:rPr>
      </w:pPr>
      <w:bookmarkStart w:id="911" w:name="_Toc204048524"/>
      <w:bookmarkStart w:id="912" w:name="_Toc400526117"/>
      <w:bookmarkStart w:id="913" w:name="_Toc405534435"/>
      <w:bookmarkStart w:id="914" w:name="_Toc406570448"/>
      <w:bookmarkStart w:id="915" w:name="_Toc410910600"/>
      <w:bookmarkStart w:id="916" w:name="_Toc411841028"/>
      <w:bookmarkStart w:id="917" w:name="_Toc422146990"/>
      <w:bookmarkStart w:id="918" w:name="_Toc433020586"/>
      <w:bookmarkStart w:id="919" w:name="_Toc437262027"/>
      <w:bookmarkStart w:id="920" w:name="_Toc478375202"/>
      <w:bookmarkStart w:id="921" w:name="_Toc160026588"/>
      <w:bookmarkStart w:id="922" w:name="_Toc204048526"/>
      <w:r w:rsidRPr="00AE0E6D">
        <w:rPr>
          <w:b/>
        </w:rPr>
        <w:t>3.5.2.1</w:t>
      </w:r>
      <w:r w:rsidRPr="00AE0E6D">
        <w:rPr>
          <w:b/>
        </w:rPr>
        <w:tab/>
        <w:t>North 345 kV Hub (North 345)</w:t>
      </w:r>
      <w:bookmarkEnd w:id="911"/>
      <w:bookmarkEnd w:id="912"/>
      <w:bookmarkEnd w:id="913"/>
      <w:bookmarkEnd w:id="914"/>
      <w:bookmarkEnd w:id="915"/>
      <w:bookmarkEnd w:id="916"/>
      <w:bookmarkEnd w:id="917"/>
      <w:bookmarkEnd w:id="918"/>
      <w:bookmarkEnd w:id="919"/>
      <w:bookmarkEnd w:id="920"/>
      <w:bookmarkEnd w:id="92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773143447"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73143448"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73143449"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7314345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7314345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7314345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773143453"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3" w:name="_Toc204048525"/>
      <w:bookmarkStart w:id="924" w:name="_Toc400526118"/>
      <w:bookmarkStart w:id="925" w:name="_Toc405534436"/>
      <w:bookmarkStart w:id="926" w:name="_Toc406570449"/>
      <w:bookmarkStart w:id="927" w:name="_Toc410910601"/>
      <w:bookmarkStart w:id="928" w:name="_Toc411841029"/>
      <w:bookmarkStart w:id="929" w:name="_Toc422146991"/>
      <w:bookmarkStart w:id="930" w:name="_Toc433020587"/>
      <w:bookmarkStart w:id="931" w:name="_Toc437262028"/>
      <w:bookmarkStart w:id="93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73143454"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73143455"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73143456"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3" w:name="_Toc160026589"/>
      <w:r w:rsidRPr="00AE0E6D">
        <w:rPr>
          <w:b/>
        </w:rPr>
        <w:lastRenderedPageBreak/>
        <w:t>3.5.2.2</w:t>
      </w:r>
      <w:r w:rsidRPr="00AE0E6D">
        <w:rPr>
          <w:b/>
        </w:rPr>
        <w:tab/>
        <w:t>South 345 kV Hub (South 345)</w:t>
      </w:r>
      <w:bookmarkEnd w:id="923"/>
      <w:bookmarkEnd w:id="924"/>
      <w:bookmarkEnd w:id="925"/>
      <w:bookmarkEnd w:id="926"/>
      <w:bookmarkEnd w:id="927"/>
      <w:bookmarkEnd w:id="928"/>
      <w:bookmarkEnd w:id="929"/>
      <w:bookmarkEnd w:id="930"/>
      <w:bookmarkEnd w:id="931"/>
      <w:bookmarkEnd w:id="932"/>
      <w:bookmarkEnd w:id="93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773143457"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73143458"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73143459"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73143460"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73143461"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73143462"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773143463"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4" w:name="_Toc400526119"/>
      <w:bookmarkStart w:id="935" w:name="_Toc405534437"/>
      <w:bookmarkStart w:id="936" w:name="_Toc406570450"/>
      <w:bookmarkStart w:id="937" w:name="_Toc410910602"/>
      <w:bookmarkStart w:id="938" w:name="_Toc411841030"/>
      <w:bookmarkStart w:id="939" w:name="_Toc422146992"/>
      <w:bookmarkStart w:id="940" w:name="_Toc433020588"/>
      <w:bookmarkStart w:id="941" w:name="_Toc437262029"/>
      <w:bookmarkStart w:id="94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73143464"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73143465"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73143466"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3" w:name="_Toc160026590"/>
      <w:r w:rsidRPr="00AE0E6D">
        <w:rPr>
          <w:b/>
        </w:rPr>
        <w:lastRenderedPageBreak/>
        <w:t>3.5.2.3</w:t>
      </w:r>
      <w:r w:rsidRPr="00AE0E6D">
        <w:rPr>
          <w:b/>
        </w:rPr>
        <w:tab/>
        <w:t>Houston 345 kV Hub (Houston 345)</w:t>
      </w:r>
      <w:bookmarkEnd w:id="922"/>
      <w:bookmarkEnd w:id="934"/>
      <w:bookmarkEnd w:id="935"/>
      <w:bookmarkEnd w:id="936"/>
      <w:bookmarkEnd w:id="937"/>
      <w:bookmarkEnd w:id="938"/>
      <w:bookmarkEnd w:id="939"/>
      <w:bookmarkEnd w:id="940"/>
      <w:bookmarkEnd w:id="941"/>
      <w:bookmarkEnd w:id="942"/>
      <w:bookmarkEnd w:id="94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773143467"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73143468"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73143469"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73143470"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73143471"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73143472"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773143473"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5" w:name="_Toc400526120"/>
      <w:bookmarkStart w:id="946" w:name="_Toc405534438"/>
      <w:bookmarkStart w:id="947" w:name="_Toc406570451"/>
      <w:bookmarkStart w:id="948" w:name="_Toc410910603"/>
      <w:bookmarkStart w:id="949" w:name="_Toc411841031"/>
      <w:bookmarkStart w:id="950" w:name="_Toc422146993"/>
      <w:bookmarkStart w:id="951" w:name="_Toc433020589"/>
      <w:bookmarkStart w:id="952" w:name="_Toc437262030"/>
      <w:bookmarkStart w:id="95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73143474"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73143475"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73143476"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4" w:name="_Toc160026591"/>
      <w:r w:rsidRPr="00AE0E6D">
        <w:rPr>
          <w:b/>
        </w:rPr>
        <w:lastRenderedPageBreak/>
        <w:t>3.5.2.4</w:t>
      </w:r>
      <w:r w:rsidRPr="00AE0E6D">
        <w:rPr>
          <w:b/>
        </w:rPr>
        <w:tab/>
        <w:t>West 345 kV Hub (West 345)</w:t>
      </w:r>
      <w:bookmarkEnd w:id="944"/>
      <w:bookmarkEnd w:id="945"/>
      <w:bookmarkEnd w:id="946"/>
      <w:bookmarkEnd w:id="947"/>
      <w:bookmarkEnd w:id="948"/>
      <w:bookmarkEnd w:id="949"/>
      <w:bookmarkEnd w:id="950"/>
      <w:bookmarkEnd w:id="951"/>
      <w:bookmarkEnd w:id="952"/>
      <w:bookmarkEnd w:id="953"/>
      <w:bookmarkEnd w:id="95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773143477"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73143478"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73143479"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73143480"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73143481"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73143482"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773143483"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6" w:name="_Toc400526121"/>
      <w:bookmarkStart w:id="957" w:name="_Toc405534439"/>
      <w:bookmarkStart w:id="958" w:name="_Toc406570452"/>
      <w:bookmarkStart w:id="959" w:name="_Toc410910604"/>
      <w:bookmarkStart w:id="960" w:name="_Toc411841032"/>
      <w:bookmarkStart w:id="961" w:name="_Toc422146994"/>
      <w:bookmarkStart w:id="962" w:name="_Toc433020590"/>
      <w:bookmarkStart w:id="963" w:name="_Toc437262031"/>
      <w:bookmarkStart w:id="96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73143484"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73143485"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73143486"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5" w:name="_Toc160026592"/>
      <w:r w:rsidRPr="00754830">
        <w:rPr>
          <w:b/>
        </w:rPr>
        <w:lastRenderedPageBreak/>
        <w:t>3.5.2.5</w:t>
      </w:r>
      <w:r w:rsidRPr="00754830">
        <w:rPr>
          <w:b/>
        </w:rPr>
        <w:tab/>
        <w:t>Panhandle 345 kV Hub (Pan 345)</w:t>
      </w:r>
      <w:bookmarkEnd w:id="96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773143487"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73143488"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73143489"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73143490"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73143491"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73143492"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773143493"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73143494"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73143495"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73143496"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6" w:name="_Toc28421523"/>
            <w:bookmarkStart w:id="967" w:name="_Toc33773569"/>
            <w:bookmarkStart w:id="968" w:name="_Toc38964961"/>
            <w:bookmarkStart w:id="969" w:name="_Toc44313241"/>
            <w:bookmarkStart w:id="970" w:name="_Toc46954766"/>
            <w:bookmarkStart w:id="971" w:name="_Toc49589403"/>
            <w:bookmarkStart w:id="972" w:name="_Toc56671747"/>
            <w:bookmarkStart w:id="973" w:name="_Toc60037288"/>
            <w:bookmarkStart w:id="974" w:name="_Toc65141375"/>
            <w:bookmarkStart w:id="975" w:name="_Toc68163708"/>
            <w:bookmarkStart w:id="976" w:name="_Toc75942432"/>
            <w:bookmarkStart w:id="977" w:name="_Toc91055084"/>
            <w:bookmarkStart w:id="978" w:name="_Toc94099778"/>
            <w:bookmarkStart w:id="979" w:name="_Toc94100232"/>
            <w:bookmarkStart w:id="980" w:name="_Toc109631751"/>
            <w:bookmarkStart w:id="981" w:name="_Toc110057627"/>
            <w:bookmarkStart w:id="982" w:name="_Toc111272629"/>
            <w:bookmarkStart w:id="983" w:name="_Toc112226081"/>
            <w:bookmarkStart w:id="984" w:name="_Toc121253233"/>
            <w:bookmarkStart w:id="985" w:name="_Toc125014632"/>
            <w:bookmarkStart w:id="986" w:name="_Toc135988953"/>
            <w:bookmarkStart w:id="987" w:name="_Toc16002659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8" w:name="_Toc160026594"/>
      <w:r w:rsidRPr="00AE0E6D">
        <w:rPr>
          <w:b/>
        </w:rPr>
        <w:lastRenderedPageBreak/>
        <w:t>3.5.2.</w:t>
      </w:r>
      <w:r w:rsidR="00B5084E">
        <w:rPr>
          <w:b/>
        </w:rPr>
        <w:t>6</w:t>
      </w:r>
      <w:r w:rsidRPr="00AE0E6D">
        <w:rPr>
          <w:b/>
        </w:rPr>
        <w:tab/>
        <w:t>ERCOT Hub Average 345 kV Hub (ERCOT 345)</w:t>
      </w:r>
      <w:bookmarkEnd w:id="955"/>
      <w:bookmarkEnd w:id="956"/>
      <w:bookmarkEnd w:id="957"/>
      <w:bookmarkEnd w:id="958"/>
      <w:bookmarkEnd w:id="959"/>
      <w:bookmarkEnd w:id="960"/>
      <w:bookmarkEnd w:id="961"/>
      <w:bookmarkEnd w:id="962"/>
      <w:bookmarkEnd w:id="963"/>
      <w:bookmarkEnd w:id="964"/>
      <w:bookmarkEnd w:id="98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9" w:name="_Toc204048529"/>
      <w:bookmarkStart w:id="990" w:name="_Toc400526122"/>
      <w:bookmarkStart w:id="991" w:name="_Toc405534440"/>
      <w:bookmarkStart w:id="992" w:name="_Toc406570453"/>
      <w:bookmarkStart w:id="993" w:name="_Toc410910605"/>
      <w:bookmarkStart w:id="994" w:name="_Toc411841033"/>
      <w:bookmarkStart w:id="995" w:name="_Toc422146995"/>
      <w:bookmarkStart w:id="996" w:name="_Toc433020591"/>
      <w:bookmarkStart w:id="997" w:name="_Toc437262032"/>
      <w:bookmarkStart w:id="998" w:name="_Toc478375207"/>
      <w:bookmarkStart w:id="999" w:name="_Toc160026595"/>
      <w:r w:rsidRPr="00AE0E6D">
        <w:rPr>
          <w:b/>
        </w:rPr>
        <w:t>3.5.2.</w:t>
      </w:r>
      <w:r w:rsidR="00B5084E">
        <w:rPr>
          <w:b/>
        </w:rPr>
        <w:t>7</w:t>
      </w:r>
      <w:r w:rsidRPr="00AE0E6D">
        <w:rPr>
          <w:b/>
        </w:rPr>
        <w:tab/>
        <w:t>ERCOT Bus Average 345 kV Hub (ERCOT 345 Bus)</w:t>
      </w:r>
      <w:bookmarkEnd w:id="989"/>
      <w:bookmarkEnd w:id="990"/>
      <w:bookmarkEnd w:id="991"/>
      <w:bookmarkEnd w:id="992"/>
      <w:bookmarkEnd w:id="993"/>
      <w:bookmarkEnd w:id="994"/>
      <w:bookmarkEnd w:id="995"/>
      <w:bookmarkEnd w:id="996"/>
      <w:bookmarkEnd w:id="997"/>
      <w:bookmarkEnd w:id="998"/>
      <w:bookmarkEnd w:id="99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773143497"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73143498"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73143499"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73143500"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73143501"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73143502"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773143503"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0" w:name="_Toc204048530"/>
      <w:bookmarkStart w:id="1001" w:name="_Toc400526123"/>
      <w:bookmarkStart w:id="1002" w:name="_Toc405534441"/>
      <w:bookmarkStart w:id="1003" w:name="_Toc406570454"/>
      <w:bookmarkStart w:id="1004" w:name="_Toc410910606"/>
      <w:bookmarkStart w:id="1005" w:name="_Toc411841034"/>
      <w:bookmarkStart w:id="1006" w:name="_Toc422146996"/>
      <w:bookmarkStart w:id="1007" w:name="_Toc433020592"/>
      <w:bookmarkStart w:id="1008" w:name="_Toc437262033"/>
      <w:bookmarkStart w:id="100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73143504"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73143505"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73143506"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0" w:name="_Toc160026596"/>
      <w:r>
        <w:lastRenderedPageBreak/>
        <w:t>3.5.3</w:t>
      </w:r>
      <w:r>
        <w:tab/>
        <w:t>ERCOT Responsibilities for Managing Hubs</w:t>
      </w:r>
      <w:bookmarkEnd w:id="1000"/>
      <w:bookmarkEnd w:id="1001"/>
      <w:bookmarkEnd w:id="1002"/>
      <w:bookmarkEnd w:id="1003"/>
      <w:bookmarkEnd w:id="1004"/>
      <w:bookmarkEnd w:id="1005"/>
      <w:bookmarkEnd w:id="1006"/>
      <w:bookmarkEnd w:id="1007"/>
      <w:bookmarkEnd w:id="1008"/>
      <w:bookmarkEnd w:id="1009"/>
      <w:bookmarkEnd w:id="1010"/>
    </w:p>
    <w:p w14:paraId="3BB95366" w14:textId="77777777" w:rsidR="00CB13B2" w:rsidRPr="00AE0E6D" w:rsidRDefault="002D238A">
      <w:pPr>
        <w:pStyle w:val="H4"/>
        <w:rPr>
          <w:b/>
        </w:rPr>
      </w:pPr>
      <w:bookmarkStart w:id="1011" w:name="_Toc204048531"/>
      <w:bookmarkStart w:id="1012" w:name="_Toc400526124"/>
      <w:bookmarkStart w:id="1013" w:name="_Toc405534442"/>
      <w:bookmarkStart w:id="1014" w:name="_Toc406570455"/>
      <w:bookmarkStart w:id="1015" w:name="_Toc410910607"/>
      <w:bookmarkStart w:id="1016" w:name="_Toc411841035"/>
      <w:bookmarkStart w:id="1017" w:name="_Toc422146997"/>
      <w:bookmarkStart w:id="1018" w:name="_Toc433020593"/>
      <w:bookmarkStart w:id="1019" w:name="_Toc437262034"/>
      <w:bookmarkStart w:id="1020" w:name="_Toc478375209"/>
      <w:bookmarkStart w:id="1021" w:name="_Toc160026597"/>
      <w:r w:rsidRPr="00AE0E6D">
        <w:rPr>
          <w:b/>
        </w:rPr>
        <w:t>3.5.3.1</w:t>
      </w:r>
      <w:r w:rsidRPr="00AE0E6D">
        <w:rPr>
          <w:b/>
        </w:rPr>
        <w:tab/>
        <w:t>Posting of Hub Buses and Electrical Buses included in Hubs</w:t>
      </w:r>
      <w:bookmarkEnd w:id="1011"/>
      <w:bookmarkEnd w:id="1012"/>
      <w:bookmarkEnd w:id="1013"/>
      <w:bookmarkEnd w:id="1014"/>
      <w:bookmarkEnd w:id="1015"/>
      <w:bookmarkEnd w:id="1016"/>
      <w:bookmarkEnd w:id="1017"/>
      <w:bookmarkEnd w:id="1018"/>
      <w:bookmarkEnd w:id="1019"/>
      <w:bookmarkEnd w:id="1020"/>
      <w:bookmarkEnd w:id="102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2" w:name="_Toc204048532"/>
      <w:bookmarkStart w:id="1023" w:name="_Toc400526125"/>
      <w:bookmarkStart w:id="1024" w:name="_Toc405534443"/>
      <w:bookmarkStart w:id="1025" w:name="_Toc406570456"/>
      <w:bookmarkStart w:id="1026" w:name="_Toc410910608"/>
      <w:bookmarkStart w:id="1027" w:name="_Toc411841036"/>
      <w:bookmarkStart w:id="1028" w:name="_Toc422146998"/>
      <w:bookmarkStart w:id="1029" w:name="_Toc433020594"/>
      <w:bookmarkStart w:id="1030" w:name="_Toc437262035"/>
      <w:bookmarkStart w:id="1031" w:name="_Toc478375210"/>
      <w:bookmarkStart w:id="1032" w:name="_Toc160026598"/>
      <w:r w:rsidRPr="00AE0E6D">
        <w:rPr>
          <w:b/>
        </w:rPr>
        <w:t>3.5.3.2</w:t>
      </w:r>
      <w:r w:rsidRPr="00AE0E6D">
        <w:rPr>
          <w:b/>
        </w:rPr>
        <w:tab/>
        <w:t>Calculation of Hub Prices</w:t>
      </w:r>
      <w:bookmarkEnd w:id="1022"/>
      <w:bookmarkEnd w:id="1023"/>
      <w:bookmarkEnd w:id="1024"/>
      <w:bookmarkEnd w:id="1025"/>
      <w:bookmarkEnd w:id="1026"/>
      <w:bookmarkEnd w:id="1027"/>
      <w:bookmarkEnd w:id="1028"/>
      <w:bookmarkEnd w:id="1029"/>
      <w:bookmarkEnd w:id="1030"/>
      <w:bookmarkEnd w:id="1031"/>
      <w:bookmarkEnd w:id="103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3" w:name="_Toc204048533"/>
      <w:bookmarkStart w:id="1034" w:name="_Toc400526126"/>
      <w:bookmarkStart w:id="1035" w:name="_Toc405534444"/>
      <w:bookmarkStart w:id="1036" w:name="_Toc406570457"/>
      <w:bookmarkStart w:id="1037" w:name="_Toc410910609"/>
      <w:bookmarkStart w:id="1038" w:name="_Toc411841037"/>
      <w:bookmarkStart w:id="1039" w:name="_Toc422146999"/>
      <w:bookmarkStart w:id="1040" w:name="_Toc433020595"/>
      <w:bookmarkStart w:id="1041" w:name="_Toc437262036"/>
      <w:bookmarkStart w:id="1042" w:name="_Toc478375211"/>
      <w:bookmarkStart w:id="1043" w:name="_Toc160026599"/>
      <w:r>
        <w:t>3.6</w:t>
      </w:r>
      <w:r>
        <w:tab/>
        <w:t>Load Participation</w:t>
      </w:r>
      <w:bookmarkEnd w:id="1033"/>
      <w:bookmarkEnd w:id="1034"/>
      <w:bookmarkEnd w:id="1035"/>
      <w:bookmarkEnd w:id="1036"/>
      <w:bookmarkEnd w:id="1037"/>
      <w:bookmarkEnd w:id="1038"/>
      <w:bookmarkEnd w:id="1039"/>
      <w:bookmarkEnd w:id="1040"/>
      <w:bookmarkEnd w:id="1041"/>
      <w:bookmarkEnd w:id="1042"/>
      <w:bookmarkEnd w:id="1043"/>
    </w:p>
    <w:p w14:paraId="12997029" w14:textId="77777777" w:rsidR="00277082" w:rsidRPr="002047C1" w:rsidRDefault="00277082" w:rsidP="00277082">
      <w:pPr>
        <w:pStyle w:val="BodyText"/>
        <w:spacing w:before="240"/>
        <w:ind w:left="907" w:hanging="907"/>
        <w:outlineLvl w:val="2"/>
        <w:rPr>
          <w:b/>
          <w:i/>
        </w:rPr>
      </w:pPr>
      <w:bookmarkStart w:id="1044" w:name="_Toc400526127"/>
      <w:bookmarkStart w:id="1045" w:name="_Toc405534445"/>
      <w:bookmarkStart w:id="1046" w:name="_Toc406570458"/>
      <w:bookmarkStart w:id="1047" w:name="_Toc410910610"/>
      <w:bookmarkStart w:id="1048" w:name="_Toc411841038"/>
      <w:bookmarkStart w:id="1049" w:name="_Toc422147000"/>
      <w:bookmarkStart w:id="1050" w:name="_Toc433020596"/>
      <w:bookmarkStart w:id="1051" w:name="_Toc437262037"/>
      <w:bookmarkStart w:id="1052" w:name="_Toc478375212"/>
      <w:bookmarkStart w:id="1053" w:name="_Toc160026600"/>
      <w:r>
        <w:rPr>
          <w:b/>
          <w:i/>
        </w:rPr>
        <w:t>3.6.1</w:t>
      </w:r>
      <w:r>
        <w:rPr>
          <w:b/>
          <w:i/>
        </w:rPr>
        <w:tab/>
        <w:t>Load Resource Participation</w:t>
      </w:r>
      <w:bookmarkEnd w:id="1044"/>
      <w:bookmarkEnd w:id="1045"/>
      <w:bookmarkEnd w:id="1046"/>
      <w:bookmarkEnd w:id="1047"/>
      <w:bookmarkEnd w:id="1048"/>
      <w:bookmarkEnd w:id="1049"/>
      <w:bookmarkEnd w:id="1050"/>
      <w:bookmarkEnd w:id="1051"/>
      <w:bookmarkEnd w:id="1052"/>
      <w:bookmarkEnd w:id="105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4" w:name="_Toc400526128"/>
      <w:bookmarkStart w:id="1055" w:name="_Toc405534446"/>
      <w:bookmarkStart w:id="1056" w:name="_Toc406570459"/>
      <w:bookmarkStart w:id="1057" w:name="_Toc410910611"/>
      <w:bookmarkStart w:id="1058" w:name="_Toc411841039"/>
      <w:bookmarkStart w:id="1059" w:name="_Toc422147001"/>
      <w:bookmarkStart w:id="1060" w:name="_Toc433020597"/>
      <w:bookmarkStart w:id="106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4" w:name="_Toc160026601"/>
      <w:bookmarkEnd w:id="106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4"/>
      <w:bookmarkEnd w:id="1055"/>
      <w:bookmarkEnd w:id="1056"/>
      <w:bookmarkEnd w:id="1057"/>
      <w:bookmarkEnd w:id="1058"/>
      <w:bookmarkEnd w:id="1059"/>
      <w:bookmarkEnd w:id="1060"/>
      <w:bookmarkEnd w:id="1061"/>
      <w:bookmarkEnd w:id="1062"/>
      <w:bookmarkEnd w:id="106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5" w:name="_Toc204048534"/>
      <w:bookmarkStart w:id="1066" w:name="_Toc400526129"/>
      <w:bookmarkStart w:id="1067" w:name="_Toc405534447"/>
      <w:bookmarkStart w:id="1068" w:name="_Toc406570460"/>
      <w:bookmarkStart w:id="1069" w:name="_Toc410910612"/>
      <w:bookmarkStart w:id="1070" w:name="_Toc411841040"/>
      <w:bookmarkStart w:id="1071" w:name="_Toc422147002"/>
      <w:bookmarkStart w:id="1072" w:name="_Toc433020598"/>
      <w:bookmarkStart w:id="1073" w:name="_Toc437262039"/>
      <w:bookmarkStart w:id="1074" w:name="_Toc478375214"/>
      <w:bookmarkStart w:id="1075" w:name="_Toc160026602"/>
      <w:r>
        <w:t>3.7</w:t>
      </w:r>
      <w:r>
        <w:tab/>
        <w:t>Resource Parameters</w:t>
      </w:r>
      <w:bookmarkEnd w:id="1065"/>
      <w:bookmarkEnd w:id="1066"/>
      <w:bookmarkEnd w:id="1067"/>
      <w:bookmarkEnd w:id="1068"/>
      <w:bookmarkEnd w:id="1069"/>
      <w:bookmarkEnd w:id="1070"/>
      <w:bookmarkEnd w:id="1071"/>
      <w:bookmarkEnd w:id="1072"/>
      <w:bookmarkEnd w:id="1073"/>
      <w:bookmarkEnd w:id="1074"/>
      <w:bookmarkEnd w:id="107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6" w:name="_Toc204048535"/>
      <w:bookmarkStart w:id="1077" w:name="_Toc400526130"/>
      <w:bookmarkStart w:id="1078" w:name="_Toc405534448"/>
      <w:bookmarkStart w:id="1079" w:name="_Toc406570461"/>
      <w:bookmarkStart w:id="1080" w:name="_Toc410910613"/>
      <w:bookmarkStart w:id="1081" w:name="_Toc411841041"/>
      <w:bookmarkStart w:id="1082" w:name="_Toc422147003"/>
      <w:bookmarkStart w:id="1083" w:name="_Toc433020599"/>
      <w:bookmarkStart w:id="1084" w:name="_Toc437262040"/>
      <w:bookmarkStart w:id="1085" w:name="_Toc478375215"/>
      <w:bookmarkStart w:id="1086" w:name="_Toc160026603"/>
      <w:r>
        <w:lastRenderedPageBreak/>
        <w:t>3.7.1</w:t>
      </w:r>
      <w:r>
        <w:tab/>
        <w:t>Resource Parameter Criteria</w:t>
      </w:r>
      <w:bookmarkEnd w:id="1076"/>
      <w:bookmarkEnd w:id="1077"/>
      <w:bookmarkEnd w:id="1078"/>
      <w:bookmarkEnd w:id="1079"/>
      <w:bookmarkEnd w:id="1080"/>
      <w:bookmarkEnd w:id="1081"/>
      <w:bookmarkEnd w:id="1082"/>
      <w:bookmarkEnd w:id="1083"/>
      <w:bookmarkEnd w:id="1084"/>
      <w:bookmarkEnd w:id="1085"/>
      <w:bookmarkEnd w:id="1086"/>
    </w:p>
    <w:p w14:paraId="471F494F" w14:textId="77777777" w:rsidR="00CB13B2" w:rsidRPr="00AE0E6D" w:rsidRDefault="002D238A">
      <w:pPr>
        <w:pStyle w:val="H4"/>
        <w:rPr>
          <w:b/>
        </w:rPr>
      </w:pPr>
      <w:bookmarkStart w:id="1087" w:name="_Toc204048536"/>
      <w:bookmarkStart w:id="1088" w:name="_Toc400526131"/>
      <w:bookmarkStart w:id="1089" w:name="_Toc405534449"/>
      <w:bookmarkStart w:id="1090" w:name="_Toc406570462"/>
      <w:bookmarkStart w:id="1091" w:name="_Toc410910614"/>
      <w:bookmarkStart w:id="1092" w:name="_Toc411841042"/>
      <w:bookmarkStart w:id="1093" w:name="_Toc422147004"/>
      <w:bookmarkStart w:id="1094" w:name="_Toc433020600"/>
      <w:bookmarkStart w:id="1095" w:name="_Toc437262041"/>
      <w:bookmarkStart w:id="1096" w:name="_Toc478375216"/>
      <w:bookmarkStart w:id="1097" w:name="_Toc160026604"/>
      <w:r w:rsidRPr="00AE0E6D">
        <w:rPr>
          <w:b/>
        </w:rPr>
        <w:t>3.7.1.1</w:t>
      </w:r>
      <w:r w:rsidRPr="00AE0E6D">
        <w:rPr>
          <w:b/>
        </w:rPr>
        <w:tab/>
        <w:t>Generation Resource Parameters</w:t>
      </w:r>
      <w:bookmarkEnd w:id="1087"/>
      <w:bookmarkEnd w:id="1088"/>
      <w:bookmarkEnd w:id="1089"/>
      <w:bookmarkEnd w:id="1090"/>
      <w:bookmarkEnd w:id="1091"/>
      <w:bookmarkEnd w:id="1092"/>
      <w:bookmarkEnd w:id="1093"/>
      <w:bookmarkEnd w:id="1094"/>
      <w:bookmarkEnd w:id="1095"/>
      <w:bookmarkEnd w:id="1096"/>
      <w:bookmarkEnd w:id="109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8" w:name="_Toc204048537"/>
      <w:bookmarkStart w:id="1099" w:name="_Toc400526132"/>
      <w:bookmarkStart w:id="1100" w:name="_Toc405534450"/>
      <w:bookmarkStart w:id="1101" w:name="_Toc406570463"/>
      <w:bookmarkStart w:id="1102" w:name="_Toc410910615"/>
      <w:bookmarkStart w:id="1103" w:name="_Toc411841043"/>
      <w:bookmarkStart w:id="1104" w:name="_Toc422147005"/>
      <w:bookmarkStart w:id="1105" w:name="_Toc433020601"/>
      <w:bookmarkStart w:id="1106" w:name="_Toc437262042"/>
      <w:bookmarkStart w:id="1107" w:name="_Toc478375217"/>
      <w:bookmarkStart w:id="1108" w:name="_Toc160026605"/>
      <w:r w:rsidRPr="00AE0E6D">
        <w:rPr>
          <w:b/>
        </w:rPr>
        <w:t>3.7.1.2</w:t>
      </w:r>
      <w:r w:rsidRPr="00AE0E6D">
        <w:rPr>
          <w:b/>
        </w:rPr>
        <w:tab/>
        <w:t>Load Resource Parameters</w:t>
      </w:r>
      <w:bookmarkEnd w:id="1098"/>
      <w:bookmarkEnd w:id="1099"/>
      <w:bookmarkEnd w:id="1100"/>
      <w:bookmarkEnd w:id="1101"/>
      <w:bookmarkEnd w:id="1102"/>
      <w:bookmarkEnd w:id="1103"/>
      <w:bookmarkEnd w:id="1104"/>
      <w:bookmarkEnd w:id="1105"/>
      <w:bookmarkEnd w:id="1106"/>
      <w:bookmarkEnd w:id="1107"/>
      <w:bookmarkEnd w:id="110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7504DB94" w:rsidR="006300E7" w:rsidRDefault="006300E7" w:rsidP="00A26836">
            <w:pPr>
              <w:spacing w:before="120" w:after="240"/>
              <w:rPr>
                <w:b/>
                <w:i/>
              </w:rPr>
            </w:pPr>
            <w:bookmarkStart w:id="1109" w:name="_Toc204048538"/>
            <w:bookmarkStart w:id="1110" w:name="_Toc400526133"/>
            <w:bookmarkStart w:id="1111" w:name="_Toc405534451"/>
            <w:bookmarkStart w:id="1112" w:name="_Toc406570464"/>
            <w:bookmarkStart w:id="1113" w:name="_Toc410910616"/>
            <w:bookmarkStart w:id="1114" w:name="_Toc411841044"/>
            <w:bookmarkStart w:id="1115" w:name="_Toc422147006"/>
            <w:bookmarkStart w:id="1116" w:name="_Toc433020602"/>
            <w:bookmarkStart w:id="1117" w:name="_Toc437262043"/>
            <w:bookmarkStart w:id="1118" w:name="_Toc478375218"/>
            <w:r>
              <w:rPr>
                <w:b/>
                <w:i/>
              </w:rPr>
              <w:t>[NPRR1002</w:t>
            </w:r>
            <w:r w:rsidR="004739A8">
              <w:rPr>
                <w:b/>
                <w:i/>
              </w:rPr>
              <w:t xml:space="preserve"> and NPRR1204</w:t>
            </w:r>
            <w:r w:rsidRPr="004B0726">
              <w:rPr>
                <w:b/>
                <w:i/>
              </w:rPr>
              <w:t xml:space="preserve">: </w:t>
            </w:r>
            <w:r>
              <w:rPr>
                <w:b/>
                <w:i/>
              </w:rPr>
              <w:t xml:space="preserve"> Insert </w:t>
            </w:r>
            <w:r w:rsidR="004739A8">
              <w:rPr>
                <w:b/>
                <w:i/>
              </w:rPr>
              <w:t xml:space="preserve">applicable portions of </w:t>
            </w:r>
            <w:r>
              <w:rPr>
                <w:b/>
                <w:i/>
              </w:rPr>
              <w:t>Section 3</w:t>
            </w:r>
            <w:r w:rsidR="003B7F1A">
              <w:rPr>
                <w:b/>
                <w:i/>
              </w:rPr>
              <w:t>.7.1.</w:t>
            </w:r>
            <w:r>
              <w:rPr>
                <w:b/>
                <w:i/>
              </w:rPr>
              <w:t>3 below upon system implementation</w:t>
            </w:r>
            <w:r w:rsidR="004739A8">
              <w:rPr>
                <w:b/>
                <w:i/>
              </w:rPr>
              <w:t xml:space="preserve"> for NPRR1002; or upon</w:t>
            </w:r>
            <w:r w:rsidR="004739A8" w:rsidRPr="00423202">
              <w:rPr>
                <w:b/>
                <w:i/>
              </w:rPr>
              <w:t xml:space="preserve"> system implementation of the Real-Time Co-Optimization (RTC) project</w:t>
            </w:r>
            <w:r w:rsidR="004739A8">
              <w:rPr>
                <w:b/>
                <w:i/>
              </w:rPr>
              <w:t xml:space="preserve"> for NPRR1204</w:t>
            </w:r>
            <w:r>
              <w:rPr>
                <w:b/>
                <w:i/>
              </w:rPr>
              <w:t>:</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0CF670DA" w:rsidR="006300E7" w:rsidRPr="00396EA4" w:rsidRDefault="006300E7" w:rsidP="006300E7">
            <w:pPr>
              <w:spacing w:after="240"/>
              <w:ind w:left="1440" w:hanging="720"/>
            </w:pPr>
            <w:r w:rsidRPr="00396EA4">
              <w:t>(a)</w:t>
            </w:r>
            <w:r w:rsidRPr="00396EA4">
              <w:tab/>
              <w:t>Normal Ramp Rate curve;</w:t>
            </w:r>
          </w:p>
          <w:p w14:paraId="11598858" w14:textId="62A6AF5C" w:rsidR="006300E7" w:rsidRDefault="006300E7" w:rsidP="006300E7">
            <w:pPr>
              <w:spacing w:after="240"/>
              <w:ind w:left="1440" w:hanging="720"/>
            </w:pPr>
            <w:r>
              <w:t>(b)</w:t>
            </w:r>
            <w:r>
              <w:tab/>
              <w:t>Emergency Ramp Rate curve</w:t>
            </w:r>
            <w:r w:rsidR="004739A8">
              <w:t>; and</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19" w:name="_Toc160026606"/>
      <w:r w:rsidRPr="002B331B">
        <w:rPr>
          <w:b/>
          <w:i/>
        </w:rPr>
        <w:t>3.7.</w:t>
      </w:r>
      <w:r w:rsidR="00E02827" w:rsidRPr="002B331B">
        <w:rPr>
          <w:b/>
          <w:i/>
        </w:rPr>
        <w:t>2</w:t>
      </w:r>
      <w:r w:rsidRPr="002B331B">
        <w:rPr>
          <w:b/>
          <w:i/>
        </w:rPr>
        <w:tab/>
        <w:t>Changes in Resource Parameters with Operational Impacts</w:t>
      </w:r>
      <w:bookmarkEnd w:id="1109"/>
      <w:bookmarkEnd w:id="1110"/>
      <w:bookmarkEnd w:id="1111"/>
      <w:bookmarkEnd w:id="1112"/>
      <w:bookmarkEnd w:id="1113"/>
      <w:bookmarkEnd w:id="1114"/>
      <w:bookmarkEnd w:id="1115"/>
      <w:bookmarkEnd w:id="1116"/>
      <w:bookmarkEnd w:id="1117"/>
      <w:bookmarkEnd w:id="1118"/>
      <w:bookmarkEnd w:id="111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0" w:name="_Toc204048539"/>
      <w:bookmarkStart w:id="1121" w:name="_Toc400526134"/>
      <w:bookmarkStart w:id="1122" w:name="_Toc405534452"/>
      <w:bookmarkStart w:id="1123" w:name="_Toc406570465"/>
      <w:bookmarkStart w:id="1124" w:name="_Toc410910617"/>
      <w:bookmarkStart w:id="1125" w:name="_Toc411841045"/>
      <w:bookmarkStart w:id="1126" w:name="_Toc422147007"/>
      <w:bookmarkStart w:id="1127" w:name="_Toc433020603"/>
      <w:bookmarkStart w:id="1128" w:name="_Toc437262044"/>
      <w:bookmarkStart w:id="1129" w:name="_Toc478375219"/>
      <w:bookmarkStart w:id="1130" w:name="_Toc160026607"/>
      <w:r>
        <w:t>3.7.</w:t>
      </w:r>
      <w:r w:rsidR="00E02827">
        <w:t>3</w:t>
      </w:r>
      <w:r>
        <w:tab/>
        <w:t>Resource Parameter Validation</w:t>
      </w:r>
      <w:bookmarkEnd w:id="1120"/>
      <w:bookmarkEnd w:id="1121"/>
      <w:bookmarkEnd w:id="1122"/>
      <w:bookmarkEnd w:id="1123"/>
      <w:bookmarkEnd w:id="1124"/>
      <w:bookmarkEnd w:id="1125"/>
      <w:bookmarkEnd w:id="1126"/>
      <w:bookmarkEnd w:id="1127"/>
      <w:bookmarkEnd w:id="1128"/>
      <w:bookmarkEnd w:id="1129"/>
      <w:bookmarkEnd w:id="113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1" w:name="_Toc204048540"/>
      <w:bookmarkStart w:id="1132" w:name="_Toc400526135"/>
      <w:bookmarkStart w:id="1133" w:name="_Toc405534453"/>
      <w:bookmarkStart w:id="1134" w:name="_Toc406570466"/>
      <w:bookmarkStart w:id="1135" w:name="_Toc410910618"/>
      <w:bookmarkStart w:id="1136" w:name="_Toc411841046"/>
      <w:bookmarkStart w:id="1137" w:name="_Toc422147008"/>
      <w:bookmarkStart w:id="1138" w:name="_Toc433020604"/>
      <w:bookmarkStart w:id="1139" w:name="_Toc437262045"/>
      <w:bookmarkStart w:id="1140" w:name="_Toc478375220"/>
      <w:bookmarkStart w:id="1141" w:name="_Toc160026608"/>
      <w:r>
        <w:t>3.8</w:t>
      </w:r>
      <w:r>
        <w:tab/>
        <w:t>Special Considerations</w:t>
      </w:r>
      <w:bookmarkEnd w:id="1131"/>
      <w:bookmarkEnd w:id="1132"/>
      <w:bookmarkEnd w:id="1133"/>
      <w:bookmarkEnd w:id="1134"/>
      <w:bookmarkEnd w:id="1135"/>
      <w:bookmarkEnd w:id="1136"/>
      <w:bookmarkEnd w:id="1137"/>
      <w:bookmarkEnd w:id="1138"/>
      <w:bookmarkEnd w:id="1139"/>
      <w:bookmarkEnd w:id="1140"/>
      <w:bookmarkEnd w:id="1141"/>
    </w:p>
    <w:p w14:paraId="2A4BB4E2" w14:textId="77777777" w:rsidR="00E85FA7" w:rsidRPr="00413EEB" w:rsidRDefault="00F22AC4" w:rsidP="000716EE">
      <w:pPr>
        <w:pStyle w:val="Heading3"/>
        <w:numPr>
          <w:ilvl w:val="0"/>
          <w:numId w:val="0"/>
        </w:numPr>
      </w:pPr>
      <w:bookmarkStart w:id="1142" w:name="_Toc400526136"/>
      <w:bookmarkStart w:id="1143" w:name="_Toc405534454"/>
      <w:bookmarkStart w:id="1144" w:name="_Toc406570467"/>
      <w:bookmarkStart w:id="1145" w:name="_Toc410910619"/>
      <w:bookmarkStart w:id="1146" w:name="_Toc411841047"/>
      <w:bookmarkStart w:id="1147" w:name="_Toc422147009"/>
      <w:bookmarkStart w:id="1148" w:name="_Toc433020605"/>
      <w:bookmarkStart w:id="1149" w:name="_Toc437262046"/>
      <w:bookmarkStart w:id="1150" w:name="_Toc478375221"/>
      <w:bookmarkStart w:id="1151" w:name="_Toc160026609"/>
      <w:r w:rsidRPr="00975850">
        <w:t>3.8.1</w:t>
      </w:r>
      <w:r w:rsidRPr="00975850">
        <w:tab/>
        <w:t>Split Generation Resources</w:t>
      </w:r>
      <w:bookmarkEnd w:id="1142"/>
      <w:bookmarkEnd w:id="1143"/>
      <w:bookmarkEnd w:id="1144"/>
      <w:bookmarkEnd w:id="1145"/>
      <w:bookmarkEnd w:id="1146"/>
      <w:bookmarkEnd w:id="1147"/>
      <w:bookmarkEnd w:id="1148"/>
      <w:bookmarkEnd w:id="1149"/>
      <w:bookmarkEnd w:id="1150"/>
      <w:bookmarkEnd w:id="1151"/>
    </w:p>
    <w:p w14:paraId="356711D4" w14:textId="21114FD0" w:rsidR="00CB13B2" w:rsidRDefault="002D238A">
      <w:pPr>
        <w:pStyle w:val="BodyTextNumbered"/>
      </w:pPr>
      <w:bookmarkStart w:id="115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52"/>
    <w:p w14:paraId="4E23AFAE" w14:textId="3B492524" w:rsidR="00CB13B2" w:rsidRDefault="002D238A" w:rsidP="00924912">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lastRenderedPageBreak/>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3" w:name="_Toc400526137"/>
      <w:bookmarkStart w:id="1154" w:name="_Toc405534455"/>
      <w:bookmarkStart w:id="1155" w:name="_Toc406570468"/>
      <w:bookmarkStart w:id="1156" w:name="_Toc410910620"/>
      <w:bookmarkStart w:id="1157" w:name="_Toc411841048"/>
      <w:bookmarkStart w:id="1158" w:name="_Toc422147010"/>
      <w:bookmarkStart w:id="1159" w:name="_Toc433020606"/>
      <w:bookmarkStart w:id="1160" w:name="_Toc437262047"/>
      <w:bookmarkStart w:id="1161" w:name="_Toc478375222"/>
      <w:bookmarkStart w:id="1162" w:name="_Toc160026610"/>
      <w:r>
        <w:rPr>
          <w:iCs/>
        </w:rPr>
        <w:lastRenderedPageBreak/>
        <w:t>3</w:t>
      </w:r>
      <w:r w:rsidRPr="00660A50">
        <w:rPr>
          <w:iCs/>
        </w:rPr>
        <w:t>.8.2</w:t>
      </w:r>
      <w:r>
        <w:rPr>
          <w:iCs/>
        </w:rPr>
        <w:tab/>
      </w:r>
      <w:r w:rsidRPr="00660A50">
        <w:rPr>
          <w:iCs/>
        </w:rPr>
        <w:t>Combined Cycle Generation Resources</w:t>
      </w:r>
      <w:bookmarkEnd w:id="1153"/>
      <w:bookmarkEnd w:id="1154"/>
      <w:bookmarkEnd w:id="1155"/>
      <w:bookmarkEnd w:id="1156"/>
      <w:bookmarkEnd w:id="1157"/>
      <w:bookmarkEnd w:id="1158"/>
      <w:bookmarkEnd w:id="1159"/>
      <w:bookmarkEnd w:id="1160"/>
      <w:bookmarkEnd w:id="1161"/>
      <w:bookmarkEnd w:id="116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 xml:space="preserve">Part Supply Offer shall be the offered </w:t>
      </w:r>
      <w:r w:rsidRPr="00A16315">
        <w:rPr>
          <w:iCs/>
        </w:rPr>
        <w:lastRenderedPageBreak/>
        <w:t>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lastRenderedPageBreak/>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3" w:name="_Toc277141537"/>
      <w:bookmarkStart w:id="1164" w:name="_Toc400526138"/>
      <w:bookmarkStart w:id="1165" w:name="_Toc405534456"/>
      <w:bookmarkStart w:id="1166" w:name="_Toc406570469"/>
      <w:bookmarkStart w:id="1167" w:name="_Toc410910621"/>
      <w:bookmarkStart w:id="1168" w:name="_Toc411841049"/>
      <w:bookmarkStart w:id="1169" w:name="_Toc422147011"/>
      <w:bookmarkStart w:id="1170" w:name="_Toc433020607"/>
      <w:bookmarkStart w:id="1171" w:name="_Toc437262048"/>
      <w:bookmarkStart w:id="1172" w:name="_Toc478375223"/>
      <w:bookmarkStart w:id="1173" w:name="_Toc160026611"/>
      <w:r>
        <w:lastRenderedPageBreak/>
        <w:t>3.8.3</w:t>
      </w:r>
      <w:r>
        <w:rPr>
          <w:b w:val="0"/>
        </w:rPr>
        <w:tab/>
      </w:r>
      <w:r>
        <w:t>Quick Start Generation Resources</w:t>
      </w:r>
      <w:bookmarkEnd w:id="1163"/>
      <w:bookmarkEnd w:id="1164"/>
      <w:bookmarkEnd w:id="1165"/>
      <w:bookmarkEnd w:id="1166"/>
      <w:bookmarkEnd w:id="1167"/>
      <w:bookmarkEnd w:id="1168"/>
      <w:bookmarkEnd w:id="1169"/>
      <w:bookmarkEnd w:id="1170"/>
      <w:bookmarkEnd w:id="1171"/>
      <w:bookmarkEnd w:id="1172"/>
      <w:bookmarkEnd w:id="1173"/>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a LSL </w:t>
            </w:r>
            <w:r w:rsidRPr="00282040">
              <w:rPr>
                <w:iCs/>
              </w:rPr>
              <w:lastRenderedPageBreak/>
              <w:t>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4" w:name="OLE_LINK1"/>
            <w:bookmarkStart w:id="117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4"/>
      <w:bookmarkEnd w:id="1175"/>
    </w:p>
    <w:p w14:paraId="13DD3E36" w14:textId="77777777" w:rsidR="008348FB" w:rsidRDefault="006D0482" w:rsidP="006D0482">
      <w:pPr>
        <w:pStyle w:val="BodyTextNumbered"/>
      </w:pPr>
      <w:r>
        <w:lastRenderedPageBreak/>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6" w:name="_Toc400526139"/>
      <w:bookmarkStart w:id="1177" w:name="_Toc405534457"/>
      <w:bookmarkStart w:id="1178" w:name="_Toc406570470"/>
      <w:bookmarkStart w:id="1179" w:name="_Toc410910622"/>
      <w:bookmarkStart w:id="1180" w:name="_Toc411841050"/>
      <w:bookmarkStart w:id="1181" w:name="_Toc422147012"/>
      <w:bookmarkStart w:id="1182" w:name="_Toc433020608"/>
      <w:bookmarkStart w:id="1183" w:name="_Toc437262049"/>
      <w:bookmarkStart w:id="1184" w:name="_Toc478375224"/>
      <w:bookmarkStart w:id="1185" w:name="_Toc16002661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6"/>
      <w:bookmarkEnd w:id="1177"/>
      <w:bookmarkEnd w:id="1178"/>
      <w:bookmarkEnd w:id="1179"/>
      <w:bookmarkEnd w:id="1180"/>
      <w:bookmarkEnd w:id="1181"/>
      <w:bookmarkEnd w:id="1182"/>
      <w:bookmarkEnd w:id="1183"/>
      <w:bookmarkEnd w:id="1184"/>
      <w:bookmarkEnd w:id="118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6" w:name="_Toc293314049"/>
      <w:bookmarkStart w:id="1187" w:name="_Toc400526140"/>
      <w:bookmarkStart w:id="1188" w:name="_Toc405534458"/>
      <w:bookmarkStart w:id="1189" w:name="_Toc406570471"/>
      <w:bookmarkStart w:id="1190" w:name="_Toc410910623"/>
      <w:bookmarkStart w:id="1191" w:name="_Toc411841051"/>
      <w:bookmarkStart w:id="1192" w:name="_Toc422147013"/>
      <w:bookmarkStart w:id="1193" w:name="_Toc433020609"/>
      <w:bookmarkStart w:id="1194" w:name="_Toc437262050"/>
      <w:bookmarkStart w:id="1195" w:name="_Toc478375225"/>
      <w:bookmarkStart w:id="1196" w:name="_Toc160026613"/>
      <w:r>
        <w:t>3.8.4</w:t>
      </w:r>
      <w:r w:rsidRPr="000B1BB5">
        <w:tab/>
      </w:r>
      <w:bookmarkEnd w:id="1186"/>
      <w:bookmarkEnd w:id="1187"/>
      <w:bookmarkEnd w:id="1188"/>
      <w:bookmarkEnd w:id="1189"/>
      <w:bookmarkEnd w:id="1190"/>
      <w:bookmarkEnd w:id="1191"/>
      <w:bookmarkEnd w:id="1192"/>
      <w:bookmarkEnd w:id="1193"/>
      <w:bookmarkEnd w:id="1194"/>
      <w:bookmarkEnd w:id="1195"/>
      <w:r w:rsidR="00364D90" w:rsidRPr="00364D90">
        <w:t>Generation Resources Operating in Synchronous Condenser Fast</w:t>
      </w:r>
      <w:r w:rsidR="00915E39">
        <w:t>-</w:t>
      </w:r>
      <w:r w:rsidR="00364D90" w:rsidRPr="00364D90">
        <w:t>Response Mode</w:t>
      </w:r>
      <w:bookmarkEnd w:id="119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7" w:name="_Toc28421546"/>
      <w:bookmarkStart w:id="1198" w:name="_Toc160026614"/>
      <w:bookmarkStart w:id="1199" w:name="_Toc204048541"/>
      <w:bookmarkStart w:id="1200" w:name="_Toc400526141"/>
      <w:bookmarkStart w:id="1201" w:name="_Toc405534459"/>
      <w:bookmarkStart w:id="1202" w:name="_Toc406570472"/>
      <w:bookmarkStart w:id="1203" w:name="_Toc410910624"/>
      <w:bookmarkStart w:id="1204" w:name="_Toc411841052"/>
      <w:bookmarkStart w:id="1205" w:name="_Toc422147014"/>
      <w:bookmarkStart w:id="1206" w:name="_Toc433020610"/>
      <w:bookmarkStart w:id="1207" w:name="_Toc437262051"/>
      <w:bookmarkStart w:id="1208" w:name="_Toc478375226"/>
      <w:bookmarkStart w:id="1209" w:name="_Toc204048542"/>
      <w:r>
        <w:t>3.8.</w:t>
      </w:r>
      <w:r w:rsidR="0079224A">
        <w:t>5</w:t>
      </w:r>
      <w:r>
        <w:tab/>
        <w:t>Energy Storage Resources</w:t>
      </w:r>
      <w:bookmarkEnd w:id="1197"/>
      <w:bookmarkEnd w:id="119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lastRenderedPageBreak/>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0" w:name="_Toc160026615"/>
      <w:bookmarkStart w:id="1211"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21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40523EAA" w:rsidR="001C2FB5" w:rsidRDefault="001C2FB5" w:rsidP="0061655D">
            <w:pPr>
              <w:spacing w:before="120" w:after="240"/>
              <w:rPr>
                <w:b/>
                <w:i/>
              </w:rPr>
            </w:pPr>
            <w:r>
              <w:rPr>
                <w:b/>
                <w:i/>
              </w:rPr>
              <w:t>[NPRR1171</w:t>
            </w:r>
            <w:r w:rsidRPr="004B0726">
              <w:rPr>
                <w:b/>
                <w:i/>
              </w:rPr>
              <w:t xml:space="preserve">: </w:t>
            </w:r>
            <w:r>
              <w:rPr>
                <w:b/>
                <w:i/>
              </w:rPr>
              <w:t xml:space="preserve"> Replace paragraph (1) above with the following upon system implementation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lastRenderedPageBreak/>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2EFBFAA3" w:rsidR="001C2FB5" w:rsidRPr="00795168" w:rsidRDefault="001C2FB5" w:rsidP="001C2FB5">
            <w:pPr>
              <w:spacing w:after="240"/>
              <w:ind w:left="2160" w:hanging="720"/>
            </w:pPr>
            <w:r w:rsidRPr="00795168">
              <w:t>(i)</w:t>
            </w:r>
            <w:r w:rsidRPr="00795168">
              <w:tab/>
              <w:t>Non-Spinning Reserve</w:t>
            </w:r>
            <w:r>
              <w:t xml:space="preserve"> </w:t>
            </w:r>
            <w:r w:rsidRPr="00795168">
              <w:t>(Non-Spin); and</w:t>
            </w:r>
          </w:p>
          <w:p w14:paraId="481B7818" w14:textId="77777777" w:rsidR="001C2FB5" w:rsidRDefault="001C2FB5" w:rsidP="001C2FB5">
            <w:pPr>
              <w:spacing w:after="240"/>
              <w:ind w:left="2160" w:hanging="720"/>
            </w:pPr>
            <w:r w:rsidRPr="00795168">
              <w:t>(ii)</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lastRenderedPageBreak/>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2" w:name="_Toc160026616"/>
      <w:r w:rsidRPr="000C5836">
        <w:rPr>
          <w:b/>
          <w:bCs/>
          <w:i/>
        </w:rPr>
        <w:lastRenderedPageBreak/>
        <w:t>3.8.7</w:t>
      </w:r>
      <w:r w:rsidRPr="000C5836">
        <w:rPr>
          <w:b/>
          <w:bCs/>
          <w:i/>
        </w:rPr>
        <w:tab/>
        <w:t>Self-Limiting Facility</w:t>
      </w:r>
      <w:bookmarkEnd w:id="1212"/>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lastRenderedPageBreak/>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1"/>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w:t>
            </w:r>
            <w:r>
              <w:lastRenderedPageBreak/>
              <w:t xml:space="preserve">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3" w:name="_Toc160026617"/>
      <w:r>
        <w:lastRenderedPageBreak/>
        <w:t>3.9</w:t>
      </w:r>
      <w:r>
        <w:tab/>
        <w:t>Current Operating Plan (COP)</w:t>
      </w:r>
      <w:bookmarkEnd w:id="1199"/>
      <w:bookmarkEnd w:id="1200"/>
      <w:bookmarkEnd w:id="1201"/>
      <w:bookmarkEnd w:id="1202"/>
      <w:bookmarkEnd w:id="1203"/>
      <w:bookmarkEnd w:id="1204"/>
      <w:bookmarkEnd w:id="1205"/>
      <w:bookmarkEnd w:id="1206"/>
      <w:bookmarkEnd w:id="1207"/>
      <w:bookmarkEnd w:id="1208"/>
      <w:bookmarkEnd w:id="121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4"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5" w:name="_Toc400526142"/>
      <w:bookmarkStart w:id="1216" w:name="_Toc405534460"/>
      <w:bookmarkStart w:id="1217" w:name="_Toc406570473"/>
      <w:bookmarkStart w:id="1218" w:name="_Toc410910625"/>
      <w:bookmarkStart w:id="1219" w:name="_Toc411841053"/>
      <w:bookmarkStart w:id="1220" w:name="_Toc422147015"/>
      <w:bookmarkStart w:id="1221" w:name="_Toc433020611"/>
      <w:bookmarkStart w:id="1222" w:name="_Toc437262052"/>
      <w:bookmarkStart w:id="1223" w:name="_Toc478375227"/>
      <w:bookmarkStart w:id="1224" w:name="_Toc160026618"/>
      <w:bookmarkEnd w:id="1214"/>
      <w:r>
        <w:lastRenderedPageBreak/>
        <w:t>3.9.1</w:t>
      </w:r>
      <w:r>
        <w:tab/>
        <w:t>Current Operating Plan (COP) Criteria</w:t>
      </w:r>
      <w:bookmarkEnd w:id="1209"/>
      <w:bookmarkEnd w:id="1215"/>
      <w:bookmarkEnd w:id="1216"/>
      <w:bookmarkEnd w:id="1217"/>
      <w:bookmarkEnd w:id="1218"/>
      <w:bookmarkEnd w:id="1219"/>
      <w:bookmarkEnd w:id="1220"/>
      <w:bookmarkEnd w:id="1221"/>
      <w:bookmarkEnd w:id="1222"/>
      <w:bookmarkEnd w:id="1223"/>
      <w:bookmarkEnd w:id="1224"/>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5B371B5A" w14:textId="77777777" w:rsidR="0071141A" w:rsidRDefault="006D0482" w:rsidP="009A435A">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76A6C284"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lastRenderedPageBreak/>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 xml:space="preserve">ONTEST – On-Line blocked from Security-Constrained Economic Dispatch (SCED) for operations testing (while ONTEST, a </w:t>
      </w:r>
      <w:r>
        <w:lastRenderedPageBreak/>
        <w:t>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lastRenderedPageBreak/>
              <w:t>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lastRenderedPageBreak/>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lastRenderedPageBreak/>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 xml:space="preserve">ONEMR – On-Line EMR (available for commitment or dispatch only for ERCOT-declared Emergency Conditions; the QSE may </w:t>
            </w:r>
            <w:r w:rsidRPr="00A552C3">
              <w:lastRenderedPageBreak/>
              <w:t>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lastRenderedPageBreak/>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1BA0360"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1E8E7314" w:rsidR="004D1650" w:rsidRDefault="004D1650" w:rsidP="00D604F8">
            <w:pPr>
              <w:spacing w:before="120" w:after="240"/>
              <w:rPr>
                <w:b/>
                <w:i/>
              </w:rPr>
            </w:pPr>
            <w:bookmarkStart w:id="1225" w:name="_Toc204048543"/>
            <w:bookmarkStart w:id="1226" w:name="_Toc400526143"/>
            <w:bookmarkStart w:id="1227" w:name="_Toc405534461"/>
            <w:bookmarkStart w:id="1228" w:name="_Toc406570474"/>
            <w:bookmarkStart w:id="1229" w:name="_Toc410910626"/>
            <w:bookmarkStart w:id="1230" w:name="_Toc411841054"/>
            <w:bookmarkStart w:id="1231" w:name="_Toc422147016"/>
            <w:bookmarkStart w:id="1232" w:name="_Toc433020612"/>
            <w:bookmarkStart w:id="1233" w:name="_Toc437262053"/>
            <w:bookmarkStart w:id="1234"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0833F288" w:rsidR="00CB13B2" w:rsidRDefault="002D238A" w:rsidP="00080344">
      <w:pPr>
        <w:pStyle w:val="H3"/>
        <w:spacing w:before="480"/>
      </w:pPr>
      <w:bookmarkStart w:id="1235" w:name="_Toc160026619"/>
      <w:r>
        <w:t>3.9.2</w:t>
      </w:r>
      <w:r>
        <w:tab/>
        <w:t>Current Operating Plan Validation</w:t>
      </w:r>
      <w:bookmarkEnd w:id="1225"/>
      <w:bookmarkEnd w:id="1226"/>
      <w:bookmarkEnd w:id="1227"/>
      <w:bookmarkEnd w:id="1228"/>
      <w:bookmarkEnd w:id="1229"/>
      <w:bookmarkEnd w:id="1230"/>
      <w:bookmarkEnd w:id="1231"/>
      <w:bookmarkEnd w:id="1232"/>
      <w:bookmarkEnd w:id="1233"/>
      <w:bookmarkEnd w:id="1234"/>
      <w:bookmarkEnd w:id="123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lastRenderedPageBreak/>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6" w:name="_Toc204048544"/>
            <w:bookmarkStart w:id="1237" w:name="_Toc400526144"/>
            <w:bookmarkStart w:id="1238" w:name="_Toc405534462"/>
            <w:bookmarkStart w:id="1239" w:name="_Toc406570475"/>
            <w:bookmarkStart w:id="1240" w:name="_Toc410910627"/>
            <w:bookmarkStart w:id="1241" w:name="_Toc411841055"/>
            <w:bookmarkStart w:id="1242" w:name="_Toc422147017"/>
            <w:bookmarkStart w:id="1243" w:name="_Toc433020613"/>
            <w:bookmarkStart w:id="1244" w:name="_Toc437262054"/>
            <w:bookmarkStart w:id="124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6" w:name="_Toc160026620"/>
      <w:r>
        <w:t>3.10</w:t>
      </w:r>
      <w:r>
        <w:tab/>
        <w:t>Network Operations Modeling and Telemetry</w:t>
      </w:r>
      <w:bookmarkEnd w:id="1236"/>
      <w:bookmarkEnd w:id="1237"/>
      <w:bookmarkEnd w:id="1238"/>
      <w:bookmarkEnd w:id="1239"/>
      <w:bookmarkEnd w:id="1240"/>
      <w:bookmarkEnd w:id="1241"/>
      <w:bookmarkEnd w:id="1242"/>
      <w:bookmarkEnd w:id="1243"/>
      <w:bookmarkEnd w:id="1244"/>
      <w:bookmarkEnd w:id="1245"/>
      <w:bookmarkEnd w:id="124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w:t>
            </w:r>
            <w:r w:rsidR="00ED2B32"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 xml:space="preserve">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w:t>
      </w:r>
      <w:r>
        <w:lastRenderedPageBreak/>
        <w:t>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w:t>
            </w:r>
            <w:r w:rsidRPr="00E55E72">
              <w:rPr>
                <w:iCs/>
              </w:rPr>
              <w:lastRenderedPageBreak/>
              <w:t>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7" w:name="_Toc204048545"/>
            <w:bookmarkStart w:id="1248" w:name="_Toc400526145"/>
            <w:bookmarkStart w:id="1249" w:name="_Toc405534463"/>
            <w:bookmarkStart w:id="1250" w:name="_Toc406570476"/>
            <w:bookmarkStart w:id="1251" w:name="_Toc410910628"/>
            <w:bookmarkStart w:id="1252" w:name="_Toc411841056"/>
            <w:bookmarkStart w:id="1253" w:name="_Toc422147018"/>
            <w:bookmarkStart w:id="1254" w:name="_Toc433020614"/>
            <w:bookmarkStart w:id="1255" w:name="_Toc437262055"/>
            <w:bookmarkStart w:id="1256" w:name="_Toc478375230"/>
            <w:r>
              <w:rPr>
                <w:b/>
                <w:i/>
              </w:rPr>
              <w:lastRenderedPageBreak/>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7" w:name="_Toc160026621"/>
      <w:r>
        <w:t>3.10.1</w:t>
      </w:r>
      <w:r>
        <w:tab/>
        <w:t>Time Line for Network Operations Model Change</w:t>
      </w:r>
      <w:r w:rsidR="00061D2A">
        <w:t>s</w:t>
      </w:r>
      <w:bookmarkEnd w:id="1247"/>
      <w:bookmarkEnd w:id="1248"/>
      <w:bookmarkEnd w:id="1249"/>
      <w:bookmarkEnd w:id="1250"/>
      <w:bookmarkEnd w:id="1251"/>
      <w:bookmarkEnd w:id="1252"/>
      <w:bookmarkEnd w:id="1253"/>
      <w:bookmarkEnd w:id="1254"/>
      <w:bookmarkEnd w:id="1255"/>
      <w:bookmarkEnd w:id="1256"/>
      <w:bookmarkEnd w:id="125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lastRenderedPageBreak/>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lastRenderedPageBreak/>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8" w:name="_Toc204048546"/>
      <w:bookmarkStart w:id="1259" w:name="_Toc400526146"/>
      <w:bookmarkStart w:id="1260" w:name="_Toc405534464"/>
      <w:bookmarkStart w:id="1261" w:name="_Toc406570477"/>
      <w:bookmarkStart w:id="1262" w:name="_Toc410910629"/>
      <w:bookmarkStart w:id="1263" w:name="_Toc411841057"/>
      <w:bookmarkStart w:id="1264" w:name="_Toc422147019"/>
      <w:bookmarkStart w:id="1265" w:name="_Toc433020615"/>
      <w:bookmarkStart w:id="1266" w:name="_Toc437262056"/>
      <w:bookmarkStart w:id="1267" w:name="_Toc478375231"/>
      <w:bookmarkStart w:id="1268" w:name="_Toc160026622"/>
      <w:r>
        <w:t>3.10.2</w:t>
      </w:r>
      <w:r>
        <w:tab/>
        <w:t>Annual Planning Model</w:t>
      </w:r>
      <w:bookmarkEnd w:id="1258"/>
      <w:bookmarkEnd w:id="1259"/>
      <w:bookmarkEnd w:id="1260"/>
      <w:bookmarkEnd w:id="1261"/>
      <w:bookmarkEnd w:id="1262"/>
      <w:bookmarkEnd w:id="1263"/>
      <w:bookmarkEnd w:id="1264"/>
      <w:bookmarkEnd w:id="1265"/>
      <w:bookmarkEnd w:id="1266"/>
      <w:bookmarkEnd w:id="1267"/>
      <w:bookmarkEnd w:id="126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9" w:name="_Toc204048547"/>
      <w:bookmarkStart w:id="1270" w:name="_Toc400526147"/>
      <w:bookmarkStart w:id="1271" w:name="_Toc405534465"/>
      <w:bookmarkStart w:id="1272" w:name="_Toc406570478"/>
      <w:bookmarkStart w:id="1273" w:name="_Toc410910630"/>
      <w:bookmarkStart w:id="1274" w:name="_Toc411841058"/>
      <w:bookmarkStart w:id="1275" w:name="_Toc422147020"/>
      <w:bookmarkStart w:id="1276" w:name="_Toc433020616"/>
      <w:bookmarkStart w:id="1277" w:name="_Toc437262057"/>
      <w:bookmarkStart w:id="1278" w:name="_Toc478375232"/>
      <w:bookmarkStart w:id="1279" w:name="_Toc160026623"/>
      <w:bookmarkStart w:id="1280" w:name="_Toc204048548"/>
      <w:r>
        <w:t>3.10.3</w:t>
      </w:r>
      <w:r>
        <w:tab/>
        <w:t>CRR Network Model</w:t>
      </w:r>
      <w:bookmarkEnd w:id="1269"/>
      <w:bookmarkEnd w:id="1270"/>
      <w:bookmarkEnd w:id="1271"/>
      <w:bookmarkEnd w:id="1272"/>
      <w:bookmarkEnd w:id="1273"/>
      <w:bookmarkEnd w:id="1274"/>
      <w:bookmarkEnd w:id="1275"/>
      <w:bookmarkEnd w:id="1276"/>
      <w:bookmarkEnd w:id="1277"/>
      <w:bookmarkEnd w:id="1278"/>
      <w:bookmarkEnd w:id="127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lastRenderedPageBreak/>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81" w:name="_Toc400526148"/>
      <w:bookmarkStart w:id="1282" w:name="_Toc405534466"/>
      <w:bookmarkStart w:id="1283" w:name="_Toc406570479"/>
      <w:bookmarkStart w:id="1284" w:name="_Toc410910631"/>
      <w:bookmarkStart w:id="1285" w:name="_Toc411841059"/>
      <w:bookmarkStart w:id="1286" w:name="_Toc422147021"/>
      <w:bookmarkStart w:id="1287" w:name="_Toc433020617"/>
      <w:bookmarkStart w:id="1288" w:name="_Toc437262058"/>
      <w:bookmarkStart w:id="1289" w:name="_Toc478375233"/>
      <w:bookmarkStart w:id="1290" w:name="_Toc160026624"/>
      <w:bookmarkStart w:id="1291"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1"/>
      <w:bookmarkEnd w:id="1282"/>
      <w:bookmarkEnd w:id="1283"/>
      <w:bookmarkEnd w:id="1284"/>
      <w:bookmarkEnd w:id="1285"/>
      <w:bookmarkEnd w:id="1286"/>
      <w:bookmarkEnd w:id="1287"/>
      <w:bookmarkEnd w:id="1288"/>
      <w:bookmarkEnd w:id="1289"/>
      <w:r w:rsidR="00E30FE0" w:rsidRPr="00E30FE0">
        <w:rPr>
          <w:b/>
        </w:rPr>
        <w:t>, Resource Retirements and Deletion of DC Tie Load Zones</w:t>
      </w:r>
      <w:bookmarkEnd w:id="129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lastRenderedPageBreak/>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2" w:name="_Toc400526149"/>
      <w:bookmarkStart w:id="1293" w:name="_Toc405534467"/>
      <w:bookmarkStart w:id="1294" w:name="_Toc406570480"/>
      <w:bookmarkStart w:id="1295" w:name="_Toc410910632"/>
      <w:bookmarkStart w:id="1296" w:name="_Toc411841060"/>
      <w:bookmarkStart w:id="1297" w:name="_Toc422147022"/>
      <w:bookmarkStart w:id="1298" w:name="_Toc433020618"/>
      <w:bookmarkStart w:id="1299" w:name="_Toc437262059"/>
      <w:bookmarkStart w:id="1300" w:name="_Toc478375234"/>
      <w:bookmarkStart w:id="1301" w:name="_Toc160026625"/>
      <w:bookmarkEnd w:id="1291"/>
      <w:r>
        <w:t>3.10.4</w:t>
      </w:r>
      <w:r>
        <w:tab/>
        <w:t>ERCOT Responsibilities</w:t>
      </w:r>
      <w:bookmarkEnd w:id="1280"/>
      <w:bookmarkEnd w:id="1292"/>
      <w:bookmarkEnd w:id="1293"/>
      <w:bookmarkEnd w:id="1294"/>
      <w:bookmarkEnd w:id="1295"/>
      <w:bookmarkEnd w:id="1296"/>
      <w:bookmarkEnd w:id="1297"/>
      <w:bookmarkEnd w:id="1298"/>
      <w:bookmarkEnd w:id="1299"/>
      <w:bookmarkEnd w:id="1300"/>
      <w:bookmarkEnd w:id="130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t>
      </w:r>
      <w:r>
        <w:lastRenderedPageBreak/>
        <w:t xml:space="preserve">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302" w:name="_Toc204048549"/>
      <w:bookmarkStart w:id="1303" w:name="_Toc400526150"/>
      <w:bookmarkStart w:id="1304" w:name="_Toc405534468"/>
      <w:bookmarkStart w:id="1305" w:name="_Toc406570481"/>
      <w:bookmarkStart w:id="1306" w:name="_Toc410910633"/>
      <w:bookmarkStart w:id="1307" w:name="_Toc411841061"/>
      <w:bookmarkStart w:id="1308" w:name="_Toc422147023"/>
      <w:bookmarkStart w:id="1309" w:name="_Toc433020619"/>
      <w:bookmarkStart w:id="1310" w:name="_Toc437262060"/>
      <w:bookmarkStart w:id="1311" w:name="_Toc478375235"/>
      <w:bookmarkStart w:id="1312" w:name="_Toc160026626"/>
      <w:r>
        <w:t>3.10.5</w:t>
      </w:r>
      <w:r>
        <w:tab/>
        <w:t>TSP Responsibilities</w:t>
      </w:r>
      <w:bookmarkEnd w:id="1302"/>
      <w:bookmarkEnd w:id="1303"/>
      <w:bookmarkEnd w:id="1304"/>
      <w:bookmarkEnd w:id="1305"/>
      <w:bookmarkEnd w:id="1306"/>
      <w:bookmarkEnd w:id="1307"/>
      <w:bookmarkEnd w:id="1308"/>
      <w:bookmarkEnd w:id="1309"/>
      <w:bookmarkEnd w:id="1310"/>
      <w:bookmarkEnd w:id="1311"/>
      <w:bookmarkEnd w:id="131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lastRenderedPageBreak/>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3" w:name="_Toc204048550"/>
            <w:bookmarkStart w:id="1314" w:name="_Toc400526151"/>
            <w:bookmarkStart w:id="1315" w:name="_Toc405534469"/>
            <w:bookmarkStart w:id="1316" w:name="_Toc406570482"/>
            <w:bookmarkStart w:id="1317" w:name="_Toc410910634"/>
            <w:bookmarkStart w:id="1318" w:name="_Toc411841062"/>
            <w:bookmarkStart w:id="1319" w:name="_Toc422147024"/>
            <w:bookmarkStart w:id="1320" w:name="_Toc433020620"/>
            <w:bookmarkStart w:id="1321" w:name="_Toc437262061"/>
            <w:bookmarkStart w:id="132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3" w:name="_Toc491967192"/>
            <w:bookmarkStart w:id="1324" w:name="_Toc162186"/>
            <w:bookmarkStart w:id="1325" w:name="_Toc2078129"/>
            <w:bookmarkStart w:id="1326" w:name="_Toc5182819"/>
            <w:bookmarkStart w:id="1327" w:name="_Toc10015474"/>
            <w:bookmarkStart w:id="1328" w:name="_Toc17706355"/>
            <w:bookmarkStart w:id="1329" w:name="_Toc28421557"/>
            <w:bookmarkStart w:id="1330" w:name="_Toc33773602"/>
            <w:bookmarkStart w:id="1331" w:name="_Toc38964994"/>
            <w:bookmarkStart w:id="1332" w:name="_Toc44313274"/>
            <w:bookmarkStart w:id="1333" w:name="_Toc46954799"/>
            <w:bookmarkStart w:id="1334" w:name="_Toc49589437"/>
            <w:bookmarkStart w:id="1335" w:name="_Toc56671781"/>
            <w:bookmarkStart w:id="1336" w:name="_Toc60037322"/>
            <w:bookmarkStart w:id="1337" w:name="_Toc65141409"/>
            <w:bookmarkStart w:id="1338" w:name="_Toc68163741"/>
            <w:bookmarkStart w:id="1339" w:name="_Toc75942465"/>
            <w:bookmarkStart w:id="1340" w:name="_Toc91055118"/>
            <w:bookmarkStart w:id="1341" w:name="_Toc94099811"/>
            <w:bookmarkStart w:id="1342" w:name="_Toc94100265"/>
            <w:bookmarkStart w:id="1343" w:name="_Toc109631784"/>
            <w:bookmarkStart w:id="1344" w:name="_Toc110057660"/>
            <w:bookmarkStart w:id="1345" w:name="_Toc111272662"/>
            <w:bookmarkStart w:id="1346" w:name="_Toc112226114"/>
            <w:bookmarkStart w:id="1347" w:name="_Toc121253266"/>
            <w:bookmarkStart w:id="1348" w:name="_Toc125014665"/>
            <w:bookmarkStart w:id="1349" w:name="_Toc135988986"/>
            <w:bookmarkStart w:id="1350" w:name="_Toc160026627"/>
            <w:r w:rsidRPr="00E55E72">
              <w:rPr>
                <w:b/>
                <w:bCs/>
                <w:i/>
              </w:rPr>
              <w:t>3.10.5</w:t>
            </w:r>
            <w:r w:rsidRPr="00E55E72">
              <w:rPr>
                <w:b/>
                <w:bCs/>
                <w:i/>
              </w:rPr>
              <w:tab/>
              <w:t>TSP and DCTO Responsibilities</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lastRenderedPageBreak/>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1" w:name="_Toc160026628"/>
      <w:bookmarkStart w:id="1352" w:name="_Hlk125616372"/>
      <w:r>
        <w:lastRenderedPageBreak/>
        <w:t>3.10.6</w:t>
      </w:r>
      <w:r>
        <w:tab/>
      </w:r>
      <w:r w:rsidR="00F02393">
        <w:t xml:space="preserve">QSE and </w:t>
      </w:r>
      <w:r>
        <w:t>Resource Entity Responsibilities</w:t>
      </w:r>
      <w:bookmarkEnd w:id="1313"/>
      <w:bookmarkEnd w:id="1314"/>
      <w:bookmarkEnd w:id="1315"/>
      <w:bookmarkEnd w:id="1316"/>
      <w:bookmarkEnd w:id="1317"/>
      <w:bookmarkEnd w:id="1318"/>
      <w:bookmarkEnd w:id="1319"/>
      <w:bookmarkEnd w:id="1320"/>
      <w:bookmarkEnd w:id="1321"/>
      <w:bookmarkEnd w:id="1322"/>
      <w:bookmarkEnd w:id="135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 xml:space="preserve">Minimum historical ambient dry bulb temperature in degrees Fahrenheit at which the Resource has operated without a Forced Outage or Startup </w:t>
      </w:r>
      <w:r w:rsidRPr="004441E4">
        <w:rPr>
          <w:iCs/>
        </w:rPr>
        <w:lastRenderedPageBreak/>
        <w:t>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lastRenderedPageBreak/>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3" w:name="_Toc204048551"/>
      <w:bookmarkStart w:id="1354" w:name="_Toc400526152"/>
      <w:bookmarkStart w:id="1355" w:name="_Toc405534470"/>
      <w:bookmarkStart w:id="1356" w:name="_Toc406570483"/>
      <w:bookmarkStart w:id="1357" w:name="_Toc410910635"/>
      <w:bookmarkStart w:id="1358" w:name="_Toc411841063"/>
      <w:bookmarkStart w:id="1359" w:name="_Toc422147025"/>
      <w:bookmarkStart w:id="1360" w:name="_Toc433020621"/>
      <w:bookmarkStart w:id="1361" w:name="_Toc437262062"/>
      <w:bookmarkStart w:id="1362" w:name="_Toc478375237"/>
      <w:bookmarkStart w:id="1363" w:name="_Toc160026629"/>
      <w:bookmarkEnd w:id="1352"/>
      <w:r>
        <w:t>3.10.7</w:t>
      </w:r>
      <w:r>
        <w:tab/>
        <w:t>ERCOT System Modeling Requirements</w:t>
      </w:r>
      <w:bookmarkEnd w:id="1353"/>
      <w:bookmarkEnd w:id="1354"/>
      <w:bookmarkEnd w:id="1355"/>
      <w:bookmarkEnd w:id="1356"/>
      <w:bookmarkEnd w:id="1357"/>
      <w:bookmarkEnd w:id="1358"/>
      <w:bookmarkEnd w:id="1359"/>
      <w:bookmarkEnd w:id="1360"/>
      <w:bookmarkEnd w:id="1361"/>
      <w:bookmarkEnd w:id="1362"/>
      <w:bookmarkEnd w:id="136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4" w:name="_Toc204048552"/>
      <w:bookmarkStart w:id="1365" w:name="_Toc400526153"/>
      <w:bookmarkStart w:id="1366" w:name="_Toc405534471"/>
      <w:bookmarkStart w:id="1367" w:name="_Toc406570484"/>
      <w:bookmarkStart w:id="1368" w:name="_Toc410910636"/>
      <w:bookmarkStart w:id="1369" w:name="_Toc411841064"/>
      <w:bookmarkStart w:id="1370" w:name="_Toc422147026"/>
      <w:bookmarkStart w:id="1371" w:name="_Toc433020622"/>
      <w:bookmarkStart w:id="1372" w:name="_Toc437262063"/>
      <w:bookmarkStart w:id="1373" w:name="_Toc478375238"/>
      <w:bookmarkStart w:id="1374" w:name="_Toc160026630"/>
      <w:r w:rsidRPr="00AE0E6D">
        <w:rPr>
          <w:b/>
        </w:rPr>
        <w:t>3.10.7.1</w:t>
      </w:r>
      <w:r w:rsidRPr="00AE0E6D">
        <w:rPr>
          <w:b/>
        </w:rPr>
        <w:tab/>
        <w:t>Modeling of Transmission Elements and Parameters</w:t>
      </w:r>
      <w:bookmarkEnd w:id="1364"/>
      <w:bookmarkEnd w:id="1365"/>
      <w:bookmarkEnd w:id="1366"/>
      <w:bookmarkEnd w:id="1367"/>
      <w:bookmarkEnd w:id="1368"/>
      <w:bookmarkEnd w:id="1369"/>
      <w:bookmarkEnd w:id="1370"/>
      <w:bookmarkEnd w:id="1371"/>
      <w:bookmarkEnd w:id="1372"/>
      <w:bookmarkEnd w:id="1373"/>
      <w:bookmarkEnd w:id="137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75" w:name="OLE_LINK6"/>
      <w:bookmarkStart w:id="1376" w:name="OLE_LINK7"/>
      <w:r>
        <w:t>NOMCR</w:t>
      </w:r>
      <w:bookmarkEnd w:id="1375"/>
      <w:bookmarkEnd w:id="137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lastRenderedPageBreak/>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7" w:name="_Toc204048553"/>
            <w:bookmarkStart w:id="1378" w:name="_Toc400526154"/>
            <w:bookmarkStart w:id="1379" w:name="_Toc405534472"/>
            <w:bookmarkStart w:id="1380" w:name="_Toc406570485"/>
            <w:bookmarkStart w:id="1381" w:name="_Toc410910637"/>
            <w:bookmarkStart w:id="1382" w:name="_Toc411841065"/>
            <w:bookmarkStart w:id="1383" w:name="_Toc422147027"/>
            <w:bookmarkStart w:id="1384" w:name="_Toc433020623"/>
            <w:bookmarkStart w:id="1385" w:name="_Toc437262064"/>
            <w:bookmarkStart w:id="138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7" w:name="_Toc160026631"/>
      <w:r>
        <w:t>3.10.7.1.1</w:t>
      </w:r>
      <w:r>
        <w:tab/>
        <w:t>Transmission Lines</w:t>
      </w:r>
      <w:bookmarkEnd w:id="1377"/>
      <w:bookmarkEnd w:id="1378"/>
      <w:bookmarkEnd w:id="1379"/>
      <w:bookmarkEnd w:id="1380"/>
      <w:bookmarkEnd w:id="1381"/>
      <w:bookmarkEnd w:id="1382"/>
      <w:bookmarkEnd w:id="1383"/>
      <w:bookmarkEnd w:id="1384"/>
      <w:bookmarkEnd w:id="1385"/>
      <w:bookmarkEnd w:id="1386"/>
      <w:bookmarkEnd w:id="138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lastRenderedPageBreak/>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w:t>
      </w:r>
      <w:r w:rsidR="001F5E9E">
        <w:lastRenderedPageBreak/>
        <w:t xml:space="preserve">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8" w:name="_Toc204048554"/>
      <w:bookmarkStart w:id="1389" w:name="_Toc400526155"/>
      <w:bookmarkStart w:id="1390" w:name="_Toc405534473"/>
      <w:bookmarkStart w:id="1391" w:name="_Toc406570486"/>
      <w:bookmarkStart w:id="1392" w:name="_Toc410910638"/>
      <w:bookmarkStart w:id="1393" w:name="_Toc411841066"/>
      <w:bookmarkStart w:id="1394" w:name="_Toc422147028"/>
      <w:bookmarkStart w:id="1395" w:name="_Toc433020624"/>
      <w:bookmarkStart w:id="1396" w:name="_Toc437262065"/>
      <w:bookmarkStart w:id="1397" w:name="_Toc478375240"/>
      <w:bookmarkStart w:id="1398" w:name="_Toc160026632"/>
      <w:r>
        <w:t>3.10.7.1.2</w:t>
      </w:r>
      <w:r>
        <w:tab/>
        <w:t>Transmission Buses</w:t>
      </w:r>
      <w:bookmarkEnd w:id="1388"/>
      <w:bookmarkEnd w:id="1389"/>
      <w:bookmarkEnd w:id="1390"/>
      <w:bookmarkEnd w:id="1391"/>
      <w:bookmarkEnd w:id="1392"/>
      <w:bookmarkEnd w:id="1393"/>
      <w:bookmarkEnd w:id="1394"/>
      <w:bookmarkEnd w:id="1395"/>
      <w:bookmarkEnd w:id="1396"/>
      <w:bookmarkEnd w:id="1397"/>
      <w:bookmarkEnd w:id="139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9" w:name="_Toc204048555"/>
            <w:bookmarkStart w:id="1400" w:name="_Toc400526156"/>
            <w:bookmarkStart w:id="1401" w:name="_Toc405534474"/>
            <w:bookmarkStart w:id="1402" w:name="_Toc406570487"/>
            <w:bookmarkStart w:id="1403" w:name="_Toc410910639"/>
            <w:bookmarkStart w:id="1404" w:name="_Toc411841067"/>
            <w:bookmarkStart w:id="1405" w:name="_Toc422147029"/>
            <w:bookmarkStart w:id="1406" w:name="_Toc433020625"/>
            <w:bookmarkStart w:id="1407" w:name="_Toc437262066"/>
            <w:bookmarkStart w:id="140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9" w:name="_Toc160026633"/>
      <w:r>
        <w:t>3.10.7.1.3</w:t>
      </w:r>
      <w:r>
        <w:tab/>
        <w:t>Transmission Breakers and Switches</w:t>
      </w:r>
      <w:bookmarkEnd w:id="1399"/>
      <w:bookmarkEnd w:id="1400"/>
      <w:bookmarkEnd w:id="1401"/>
      <w:bookmarkEnd w:id="1402"/>
      <w:bookmarkEnd w:id="1403"/>
      <w:bookmarkEnd w:id="1404"/>
      <w:bookmarkEnd w:id="1405"/>
      <w:bookmarkEnd w:id="1406"/>
      <w:bookmarkEnd w:id="1407"/>
      <w:bookmarkEnd w:id="1408"/>
      <w:bookmarkEnd w:id="140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lastRenderedPageBreak/>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w:t>
      </w:r>
      <w:r>
        <w:lastRenderedPageBreak/>
        <w:t xml:space="preserve">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0" w:name="_Toc204048556"/>
            <w:bookmarkStart w:id="1411" w:name="_Toc400526157"/>
            <w:bookmarkStart w:id="1412" w:name="_Toc405534475"/>
            <w:bookmarkStart w:id="1413" w:name="_Toc406570488"/>
            <w:bookmarkStart w:id="1414" w:name="_Toc410910640"/>
            <w:bookmarkStart w:id="1415" w:name="_Toc411841068"/>
            <w:bookmarkStart w:id="1416" w:name="_Toc422147030"/>
            <w:bookmarkStart w:id="1417" w:name="_Toc433020626"/>
            <w:bookmarkStart w:id="1418" w:name="_Toc437262067"/>
            <w:bookmarkStart w:id="141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0" w:name="_Toc160026634"/>
      <w:r>
        <w:t>3.10.7.1.4</w:t>
      </w:r>
      <w:r>
        <w:tab/>
        <w:t>Transmission</w:t>
      </w:r>
      <w:r w:rsidR="00387E69">
        <w:t>, Main Power Transformers (MPT</w:t>
      </w:r>
      <w:r w:rsidR="00DF0495">
        <w:t>s</w:t>
      </w:r>
      <w:r w:rsidR="00387E69">
        <w:t>)</w:t>
      </w:r>
      <w:r>
        <w:t xml:space="preserve"> and Generation Resource Step-Up Transformers</w:t>
      </w:r>
      <w:bookmarkEnd w:id="1410"/>
      <w:bookmarkEnd w:id="1411"/>
      <w:bookmarkEnd w:id="1412"/>
      <w:bookmarkEnd w:id="1413"/>
      <w:bookmarkEnd w:id="1414"/>
      <w:bookmarkEnd w:id="1415"/>
      <w:bookmarkEnd w:id="1416"/>
      <w:bookmarkEnd w:id="1417"/>
      <w:bookmarkEnd w:id="1418"/>
      <w:bookmarkEnd w:id="1419"/>
      <w:bookmarkEnd w:id="1420"/>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1"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21"/>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2" w:name="_Toc204048557"/>
      <w:bookmarkStart w:id="1423" w:name="_Toc400526158"/>
      <w:bookmarkStart w:id="1424" w:name="_Toc405534476"/>
      <w:bookmarkStart w:id="1425" w:name="_Toc406570489"/>
      <w:bookmarkStart w:id="1426" w:name="_Toc410910641"/>
      <w:bookmarkStart w:id="1427" w:name="_Toc411841069"/>
      <w:bookmarkStart w:id="1428" w:name="_Toc422147031"/>
      <w:bookmarkStart w:id="1429" w:name="_Toc433020627"/>
      <w:bookmarkStart w:id="1430" w:name="_Toc437262068"/>
      <w:bookmarkStart w:id="1431" w:name="_Toc478375243"/>
      <w:bookmarkStart w:id="1432" w:name="_Toc160026635"/>
      <w:r>
        <w:lastRenderedPageBreak/>
        <w:t>3.10.7.1.5</w:t>
      </w:r>
      <w:r>
        <w:tab/>
        <w:t>Reactors, Capacitors, and other Reactive Controlled Sources</w:t>
      </w:r>
      <w:bookmarkEnd w:id="1422"/>
      <w:bookmarkEnd w:id="1423"/>
      <w:bookmarkEnd w:id="1424"/>
      <w:bookmarkEnd w:id="1425"/>
      <w:bookmarkEnd w:id="1426"/>
      <w:bookmarkEnd w:id="1427"/>
      <w:bookmarkEnd w:id="1428"/>
      <w:bookmarkEnd w:id="1429"/>
      <w:bookmarkEnd w:id="1430"/>
      <w:bookmarkEnd w:id="1431"/>
      <w:bookmarkEnd w:id="143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3" w:name="_Toc204048558"/>
      <w:bookmarkStart w:id="1434" w:name="_Toc400526159"/>
      <w:bookmarkStart w:id="1435" w:name="_Toc405534477"/>
      <w:bookmarkStart w:id="1436" w:name="_Toc406570490"/>
      <w:bookmarkStart w:id="1437" w:name="_Toc410910642"/>
      <w:bookmarkStart w:id="1438" w:name="_Toc411841070"/>
      <w:bookmarkStart w:id="1439" w:name="_Toc422147032"/>
      <w:bookmarkStart w:id="1440" w:name="_Toc433020628"/>
      <w:bookmarkStart w:id="1441" w:name="_Toc437262069"/>
      <w:bookmarkStart w:id="1442" w:name="_Toc478375244"/>
      <w:bookmarkStart w:id="1443" w:name="_Toc160026636"/>
      <w:r w:rsidRPr="00552CF9">
        <w:rPr>
          <w:b/>
        </w:rPr>
        <w:t>3.10.7.2</w:t>
      </w:r>
      <w:r w:rsidRPr="00552CF9">
        <w:rPr>
          <w:b/>
        </w:rPr>
        <w:tab/>
        <w:t>Modeling of Resources and Transmission Loads</w:t>
      </w:r>
      <w:bookmarkEnd w:id="1433"/>
      <w:bookmarkEnd w:id="1434"/>
      <w:bookmarkEnd w:id="1435"/>
      <w:bookmarkEnd w:id="1436"/>
      <w:bookmarkEnd w:id="1437"/>
      <w:bookmarkEnd w:id="1438"/>
      <w:bookmarkEnd w:id="1439"/>
      <w:bookmarkEnd w:id="1440"/>
      <w:bookmarkEnd w:id="1441"/>
      <w:bookmarkEnd w:id="1442"/>
      <w:bookmarkEnd w:id="1443"/>
    </w:p>
    <w:p w14:paraId="595639F2" w14:textId="02D51B2A" w:rsidR="00EA0791" w:rsidRDefault="002D238A">
      <w:pPr>
        <w:pStyle w:val="BodyTextNumbered"/>
      </w:pPr>
      <w:bookmarkStart w:id="1444"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w:t>
      </w:r>
      <w:r w:rsidR="00E320B3" w:rsidRPr="00401E14">
        <w:lastRenderedPageBreak/>
        <w:t>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4"/>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5"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6" w:name="_Hlk90901016"/>
      <w:bookmarkEnd w:id="1445"/>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6"/>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lastRenderedPageBreak/>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7"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7"/>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w:t>
      </w:r>
      <w:r w:rsidRPr="00A261C3">
        <w:rPr>
          <w:iCs/>
        </w:rPr>
        <w:lastRenderedPageBreak/>
        <w:t xml:space="preserve">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8" w:name="_Toc400526160"/>
      <w:bookmarkStart w:id="1449" w:name="_Toc405534478"/>
      <w:bookmarkStart w:id="1450" w:name="_Toc406570491"/>
      <w:bookmarkStart w:id="1451" w:name="_Toc410910643"/>
      <w:bookmarkStart w:id="1452" w:name="_Toc411841071"/>
      <w:bookmarkStart w:id="1453" w:name="_Toc422147033"/>
      <w:bookmarkStart w:id="1454" w:name="_Toc433020629"/>
      <w:bookmarkStart w:id="1455" w:name="_Toc437262070"/>
      <w:bookmarkStart w:id="1456" w:name="_Toc478375245"/>
      <w:bookmarkStart w:id="1457" w:name="_Toc16002663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8"/>
      <w:bookmarkEnd w:id="1449"/>
      <w:bookmarkEnd w:id="1450"/>
      <w:bookmarkEnd w:id="1451"/>
      <w:bookmarkEnd w:id="1452"/>
      <w:bookmarkEnd w:id="1453"/>
      <w:bookmarkEnd w:id="1454"/>
      <w:bookmarkEnd w:id="1455"/>
      <w:bookmarkEnd w:id="1456"/>
      <w:bookmarkEnd w:id="1457"/>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xml:space="preserve">, Electric </w:t>
      </w:r>
      <w:r w:rsidRPr="00023C29">
        <w:lastRenderedPageBreak/>
        <w:t>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8" w:name="_Toc160026638"/>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8"/>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 xml:space="preserve">5.505, Reporting </w:t>
      </w:r>
      <w:r>
        <w:lastRenderedPageBreak/>
        <w:t>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w:t>
      </w:r>
      <w:r w:rsidRPr="006767BC">
        <w:lastRenderedPageBreak/>
        <w:t xml:space="preserve">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w:t>
      </w:r>
      <w:r w:rsidRPr="00243852">
        <w:rPr>
          <w:rFonts w:eastAsia="Calibri"/>
        </w:rPr>
        <w:lastRenderedPageBreak/>
        <w:t xml:space="preserve">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9" w:name="_Toc204048559"/>
      <w:bookmarkStart w:id="1460" w:name="_Toc400526161"/>
      <w:bookmarkStart w:id="1461" w:name="_Toc405534479"/>
      <w:bookmarkStart w:id="1462" w:name="_Toc406570492"/>
      <w:bookmarkStart w:id="1463" w:name="_Toc410910644"/>
      <w:bookmarkStart w:id="1464" w:name="_Toc411841072"/>
      <w:bookmarkStart w:id="1465" w:name="_Toc422147034"/>
      <w:bookmarkStart w:id="1466" w:name="_Toc433020630"/>
      <w:bookmarkStart w:id="1467" w:name="_Toc437262071"/>
      <w:bookmarkStart w:id="1468" w:name="_Toc478375246"/>
      <w:bookmarkStart w:id="1469" w:name="_Toc160026639"/>
      <w:r w:rsidRPr="00552CF9">
        <w:rPr>
          <w:b/>
        </w:rPr>
        <w:t>3.10.7.3</w:t>
      </w:r>
      <w:r w:rsidRPr="00552CF9">
        <w:rPr>
          <w:b/>
        </w:rPr>
        <w:tab/>
        <w:t>Modeling of Private Use Networks</w:t>
      </w:r>
      <w:bookmarkEnd w:id="1459"/>
      <w:bookmarkEnd w:id="1460"/>
      <w:bookmarkEnd w:id="1461"/>
      <w:bookmarkEnd w:id="1462"/>
      <w:bookmarkEnd w:id="1463"/>
      <w:bookmarkEnd w:id="1464"/>
      <w:bookmarkEnd w:id="1465"/>
      <w:bookmarkEnd w:id="1466"/>
      <w:bookmarkEnd w:id="1467"/>
      <w:bookmarkEnd w:id="1468"/>
      <w:bookmarkEnd w:id="14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lastRenderedPageBreak/>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0" w:name="_Toc204048560"/>
      <w:bookmarkStart w:id="1471" w:name="_Toc400526162"/>
      <w:bookmarkStart w:id="1472" w:name="_Toc405534480"/>
      <w:bookmarkStart w:id="1473" w:name="_Toc406570493"/>
      <w:bookmarkStart w:id="1474" w:name="_Toc410910645"/>
      <w:bookmarkStart w:id="1475" w:name="_Toc411841073"/>
      <w:bookmarkStart w:id="1476" w:name="_Toc422147035"/>
      <w:bookmarkStart w:id="1477" w:name="_Toc433020631"/>
      <w:bookmarkStart w:id="1478" w:name="_Toc437262072"/>
      <w:bookmarkStart w:id="1479" w:name="_Toc478375247"/>
      <w:bookmarkStart w:id="1480" w:name="_Toc160026640"/>
      <w:r w:rsidRPr="00552CF9">
        <w:rPr>
          <w:b/>
        </w:rPr>
        <w:lastRenderedPageBreak/>
        <w:t>3.10.7.4</w:t>
      </w:r>
      <w:r w:rsidRPr="00552CF9">
        <w:rPr>
          <w:b/>
        </w:rPr>
        <w:tab/>
      </w:r>
      <w:r w:rsidR="006E44DA" w:rsidRPr="007D2202">
        <w:rPr>
          <w:b/>
          <w:bCs/>
        </w:rPr>
        <w:t>Remedial Action Schemes, Automatic Mitigation Plans and Remedial Action Plans</w:t>
      </w:r>
      <w:bookmarkEnd w:id="1470"/>
      <w:bookmarkEnd w:id="1471"/>
      <w:bookmarkEnd w:id="1472"/>
      <w:bookmarkEnd w:id="1473"/>
      <w:bookmarkEnd w:id="1474"/>
      <w:bookmarkEnd w:id="1475"/>
      <w:bookmarkEnd w:id="1476"/>
      <w:bookmarkEnd w:id="1477"/>
      <w:bookmarkEnd w:id="1478"/>
      <w:bookmarkEnd w:id="1479"/>
      <w:bookmarkEnd w:id="14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w:t>
      </w:r>
      <w:r w:rsidRPr="007D2202">
        <w:rPr>
          <w:color w:val="000000"/>
          <w:szCs w:val="23"/>
        </w:rPr>
        <w:lastRenderedPageBreak/>
        <w:t>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1" w:name="_Toc144691952"/>
      <w:bookmarkStart w:id="1482" w:name="_Toc204048561"/>
      <w:bookmarkStart w:id="1483" w:name="_Toc400526163"/>
      <w:bookmarkStart w:id="1484" w:name="_Toc405534481"/>
      <w:bookmarkStart w:id="1485" w:name="_Toc406570494"/>
      <w:bookmarkStart w:id="1486" w:name="_Toc410910646"/>
      <w:bookmarkStart w:id="1487" w:name="_Toc411841074"/>
      <w:bookmarkStart w:id="1488" w:name="_Toc422147036"/>
      <w:bookmarkStart w:id="1489" w:name="_Toc433020632"/>
      <w:bookmarkStart w:id="1490" w:name="_Toc437262073"/>
      <w:bookmarkStart w:id="1491" w:name="_Toc478375248"/>
      <w:bookmarkStart w:id="1492" w:name="_Toc160026641"/>
      <w:r w:rsidRPr="00552CF9">
        <w:rPr>
          <w:b/>
        </w:rPr>
        <w:t>3.10.7.5</w:t>
      </w:r>
      <w:r w:rsidRPr="00552CF9">
        <w:rPr>
          <w:b/>
        </w:rPr>
        <w:tab/>
        <w:t xml:space="preserve">Telemetry </w:t>
      </w:r>
      <w:bookmarkEnd w:id="1481"/>
      <w:bookmarkEnd w:id="1482"/>
      <w:bookmarkEnd w:id="1483"/>
      <w:bookmarkEnd w:id="1484"/>
      <w:bookmarkEnd w:id="1485"/>
      <w:bookmarkEnd w:id="1486"/>
      <w:bookmarkEnd w:id="1487"/>
      <w:bookmarkEnd w:id="1488"/>
      <w:bookmarkEnd w:id="1489"/>
      <w:bookmarkEnd w:id="1490"/>
      <w:bookmarkEnd w:id="1491"/>
      <w:r w:rsidR="008F7DE7">
        <w:rPr>
          <w:b/>
        </w:rPr>
        <w:t>Requirements</w:t>
      </w:r>
      <w:bookmarkEnd w:id="1492"/>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lastRenderedPageBreak/>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3" w:name="_Toc144691953"/>
      <w:bookmarkStart w:id="1494" w:name="_Toc204048562"/>
      <w:bookmarkStart w:id="1495" w:name="_Toc400526164"/>
      <w:bookmarkStart w:id="1496" w:name="_Toc405534482"/>
      <w:bookmarkStart w:id="1497" w:name="_Toc406570495"/>
      <w:bookmarkStart w:id="1498" w:name="_Toc410910647"/>
      <w:bookmarkStart w:id="1499" w:name="_Toc411841075"/>
      <w:bookmarkStart w:id="1500" w:name="_Toc422147037"/>
      <w:bookmarkStart w:id="1501" w:name="_Toc433020633"/>
      <w:bookmarkStart w:id="1502" w:name="_Toc437262074"/>
      <w:bookmarkStart w:id="1503" w:name="_Toc478375249"/>
      <w:bookmarkStart w:id="1504" w:name="_Toc160026642"/>
      <w:r>
        <w:t>3.10.7.5.1</w:t>
      </w:r>
      <w:r>
        <w:tab/>
        <w:t>Continuous Telemetry of the Status of Breakers and Switches</w:t>
      </w:r>
      <w:bookmarkEnd w:id="1493"/>
      <w:bookmarkEnd w:id="1494"/>
      <w:bookmarkEnd w:id="1495"/>
      <w:bookmarkEnd w:id="1496"/>
      <w:bookmarkEnd w:id="1497"/>
      <w:bookmarkEnd w:id="1498"/>
      <w:bookmarkEnd w:id="1499"/>
      <w:bookmarkEnd w:id="1500"/>
      <w:bookmarkEnd w:id="1501"/>
      <w:bookmarkEnd w:id="1502"/>
      <w:bookmarkEnd w:id="1503"/>
      <w:bookmarkEnd w:id="1504"/>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lastRenderedPageBreak/>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 xml:space="preserve">In making the determination to request installation of additional telemetry from a breaker or switch, ERCOT shall consider the economic implications of </w:t>
            </w:r>
            <w:r w:rsidR="002850C9" w:rsidRPr="00E55E72">
              <w:rPr>
                <w:iCs/>
              </w:rPr>
              <w:lastRenderedPageBreak/>
              <w:t>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w:t>
            </w:r>
            <w:r w:rsidRPr="00E55E72">
              <w:rPr>
                <w:iCs/>
              </w:rPr>
              <w:lastRenderedPageBreak/>
              <w:t>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lastRenderedPageBreak/>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5" w:name="_Toc144691954"/>
      <w:bookmarkStart w:id="1506" w:name="_Toc204048563"/>
      <w:bookmarkStart w:id="1507" w:name="_Toc400526165"/>
      <w:bookmarkStart w:id="1508" w:name="_Toc405534483"/>
      <w:bookmarkStart w:id="1509" w:name="_Toc406570496"/>
      <w:bookmarkStart w:id="1510" w:name="_Toc410910648"/>
      <w:bookmarkStart w:id="1511" w:name="_Toc411841076"/>
      <w:bookmarkStart w:id="1512" w:name="_Toc422147038"/>
      <w:bookmarkStart w:id="1513" w:name="_Toc433020634"/>
      <w:bookmarkStart w:id="1514" w:name="_Toc437262075"/>
      <w:bookmarkStart w:id="1515" w:name="_Toc478375250"/>
      <w:bookmarkStart w:id="1516" w:name="_Toc160026643"/>
      <w:r>
        <w:lastRenderedPageBreak/>
        <w:t>3.10.7.5.2</w:t>
      </w:r>
      <w:r>
        <w:tab/>
        <w:t>Continuous Telemetry of the Real-Time Measurements of Bus Load, Voltages, Tap Position, and Flows</w:t>
      </w:r>
      <w:bookmarkEnd w:id="1505"/>
      <w:bookmarkEnd w:id="1506"/>
      <w:bookmarkEnd w:id="1507"/>
      <w:bookmarkEnd w:id="1508"/>
      <w:bookmarkEnd w:id="1509"/>
      <w:bookmarkEnd w:id="1510"/>
      <w:bookmarkEnd w:id="1511"/>
      <w:bookmarkEnd w:id="1512"/>
      <w:bookmarkEnd w:id="1513"/>
      <w:bookmarkEnd w:id="1514"/>
      <w:bookmarkEnd w:id="1515"/>
      <w:bookmarkEnd w:id="1516"/>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7" w:name="_Toc204048564"/>
            <w:bookmarkStart w:id="1518" w:name="_Toc400526166"/>
            <w:bookmarkStart w:id="1519" w:name="_Toc405534484"/>
            <w:bookmarkStart w:id="1520" w:name="_Toc406570497"/>
            <w:bookmarkStart w:id="1521" w:name="_Toc410910649"/>
            <w:bookmarkStart w:id="1522" w:name="_Toc411841077"/>
            <w:bookmarkStart w:id="1523" w:name="_Toc422147039"/>
            <w:bookmarkStart w:id="1524" w:name="_Toc433020635"/>
            <w:bookmarkStart w:id="1525" w:name="_Toc437262076"/>
            <w:bookmarkStart w:id="1526"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 xml:space="preserve">(a) Notice to </w:t>
            </w:r>
            <w:r w:rsidR="009A3256" w:rsidRPr="00FF3422">
              <w:rPr>
                <w:b/>
                <w:i/>
              </w:rPr>
              <w:lastRenderedPageBreak/>
              <w:t>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7" w:name="_Toc160026644"/>
      <w:r>
        <w:lastRenderedPageBreak/>
        <w:t>3.10.7.5.3</w:t>
      </w:r>
      <w:r w:rsidRPr="000C1FFC">
        <w:t xml:space="preserve"> </w:t>
      </w:r>
      <w:r>
        <w:tab/>
        <w:t xml:space="preserve">Required </w:t>
      </w:r>
      <w:r w:rsidRPr="000C1FFC">
        <w:t>Telemetry of Voltage and Power Flow</w:t>
      </w:r>
      <w:bookmarkEnd w:id="1527"/>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lastRenderedPageBreak/>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8" w:name="_Toc160026645"/>
      <w:r>
        <w:rPr>
          <w:rFonts w:cs="Arial"/>
          <w:iCs w:val="0"/>
        </w:rPr>
        <w:t>3.10.7.5.4</w:t>
      </w:r>
      <w:r w:rsidRPr="000C1FFC">
        <w:rPr>
          <w:rFonts w:cs="Arial"/>
          <w:iCs w:val="0"/>
        </w:rPr>
        <w:tab/>
        <w:t>General Telemetry Performance Criteria</w:t>
      </w:r>
      <w:bookmarkEnd w:id="1528"/>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9" w:name="_Toc160026646"/>
      <w:r>
        <w:rPr>
          <w:rFonts w:cs="Arial"/>
        </w:rPr>
        <w:lastRenderedPageBreak/>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9"/>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0" w:name="_Toc160026647"/>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30"/>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w:t>
      </w:r>
      <w:r w:rsidRPr="000C1FFC">
        <w:lastRenderedPageBreak/>
        <w:t xml:space="preserve">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1" w:name="_Toc1600266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1"/>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2" w:name="_Toc160026649"/>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2"/>
    </w:p>
    <w:p w14:paraId="0359D2FD" w14:textId="77777777" w:rsidR="00CC4EC4" w:rsidRPr="000C1FFC" w:rsidRDefault="00CC4EC4" w:rsidP="00CC4EC4">
      <w:pPr>
        <w:pStyle w:val="H2"/>
        <w:ind w:left="907" w:hanging="907"/>
        <w:outlineLvl w:val="3"/>
      </w:pPr>
      <w:bookmarkStart w:id="1533" w:name="_Toc160026650"/>
      <w:r>
        <w:t>3.10.7.5.8.1</w:t>
      </w:r>
      <w:r w:rsidRPr="000C1FFC">
        <w:tab/>
        <w:t>Data Quality Codes</w:t>
      </w:r>
      <w:bookmarkEnd w:id="1533"/>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lastRenderedPageBreak/>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4" w:name="_Toc160026651"/>
      <w:r>
        <w:t>3.10.7.5.8.2</w:t>
      </w:r>
      <w:r w:rsidRPr="000C1FFC">
        <w:tab/>
        <w:t>Reliability of ICCP Associations</w:t>
      </w:r>
      <w:bookmarkEnd w:id="1534"/>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5" w:name="_Toc160026652"/>
      <w:r w:rsidRPr="00D471F7">
        <w:rPr>
          <w:rFonts w:cs="Arial"/>
          <w:szCs w:val="24"/>
        </w:rPr>
        <w:t>3.10.7.5.9</w:t>
      </w:r>
      <w:r w:rsidRPr="00D471F7">
        <w:rPr>
          <w:rFonts w:cs="Arial"/>
          <w:szCs w:val="24"/>
        </w:rPr>
        <w:tab/>
        <w:t>ERCOT Requests for Telemetry</w:t>
      </w:r>
      <w:bookmarkEnd w:id="1535"/>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lastRenderedPageBreak/>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6" w:name="_Toc160026653"/>
      <w:r w:rsidRPr="00D471F7">
        <w:rPr>
          <w:rFonts w:cs="Arial"/>
          <w:szCs w:val="24"/>
        </w:rPr>
        <w:t>3.10.7.5.10</w:t>
      </w:r>
      <w:r w:rsidRPr="00D471F7">
        <w:rPr>
          <w:rFonts w:cs="Arial"/>
          <w:szCs w:val="24"/>
        </w:rPr>
        <w:tab/>
        <w:t>ERCOT Requests for Redundant Telemetry</w:t>
      </w:r>
      <w:bookmarkEnd w:id="1536"/>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7" w:name="_Toc160026654"/>
      <w:r w:rsidRPr="007F4287">
        <w:rPr>
          <w:b/>
        </w:rPr>
        <w:t>3.10.7.6</w:t>
      </w:r>
      <w:r w:rsidRPr="007F4287">
        <w:rPr>
          <w:b/>
        </w:rPr>
        <w:tab/>
      </w:r>
      <w:r w:rsidR="004661C6">
        <w:rPr>
          <w:b/>
        </w:rPr>
        <w:t>Use</w:t>
      </w:r>
      <w:r w:rsidRPr="007F4287">
        <w:rPr>
          <w:b/>
        </w:rPr>
        <w:t xml:space="preserve"> of Generic Transmission </w:t>
      </w:r>
      <w:bookmarkEnd w:id="1517"/>
      <w:r w:rsidR="004661C6" w:rsidRPr="004661C6">
        <w:rPr>
          <w:b/>
        </w:rPr>
        <w:t>Constraints and Generic Transmission Limits</w:t>
      </w:r>
      <w:bookmarkEnd w:id="1518"/>
      <w:bookmarkEnd w:id="1519"/>
      <w:bookmarkEnd w:id="1520"/>
      <w:bookmarkEnd w:id="1521"/>
      <w:bookmarkEnd w:id="1522"/>
      <w:bookmarkEnd w:id="1523"/>
      <w:bookmarkEnd w:id="1524"/>
      <w:bookmarkEnd w:id="1525"/>
      <w:bookmarkEnd w:id="1526"/>
      <w:bookmarkEnd w:id="153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8" w:name="_Toc478375252"/>
      <w:bookmarkStart w:id="1539" w:name="_Toc160026655"/>
      <w:r>
        <w:rPr>
          <w:b/>
        </w:rPr>
        <w:t>3.10.7.7</w:t>
      </w:r>
      <w:r>
        <w:tab/>
      </w:r>
      <w:r w:rsidR="00415452" w:rsidRPr="00415452">
        <w:rPr>
          <w:b/>
        </w:rPr>
        <w:t>DC Tie Limits</w:t>
      </w:r>
      <w:bookmarkEnd w:id="1538"/>
      <w:bookmarkEnd w:id="1539"/>
    </w:p>
    <w:p w14:paraId="7F3C1602" w14:textId="77777777" w:rsidR="00415452" w:rsidRPr="00415452" w:rsidRDefault="00415452" w:rsidP="00016388">
      <w:pPr>
        <w:pStyle w:val="BodyTextNumbered"/>
      </w:pPr>
      <w:bookmarkStart w:id="154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0"/>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1" w:name="_Toc114235789"/>
            <w:bookmarkStart w:id="1542" w:name="_Toc144691955"/>
            <w:bookmarkStart w:id="1543" w:name="_Toc204048565"/>
            <w:bookmarkStart w:id="1544" w:name="_Toc400526167"/>
            <w:bookmarkStart w:id="1545" w:name="_Toc405534485"/>
            <w:bookmarkStart w:id="1546" w:name="_Toc406570498"/>
            <w:bookmarkStart w:id="1547" w:name="_Toc410910650"/>
            <w:bookmarkStart w:id="1548" w:name="_Toc411841078"/>
            <w:bookmarkStart w:id="1549" w:name="_Toc422147040"/>
            <w:bookmarkStart w:id="1550" w:name="_Toc433020636"/>
            <w:bookmarkStart w:id="1551" w:name="_Toc437262077"/>
            <w:bookmarkStart w:id="155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3" w:name="_Toc505586443"/>
            <w:bookmarkStart w:id="1554" w:name="_Toc510513346"/>
            <w:bookmarkStart w:id="1555" w:name="_Toc517103790"/>
            <w:bookmarkStart w:id="1556" w:name="_Toc523224978"/>
            <w:bookmarkStart w:id="1557" w:name="_Toc527535307"/>
            <w:bookmarkStart w:id="1558" w:name="_Toc162204"/>
            <w:bookmarkStart w:id="1559" w:name="_Toc2078147"/>
            <w:bookmarkStart w:id="1560" w:name="_Toc5182837"/>
            <w:bookmarkStart w:id="1561" w:name="_Toc10015492"/>
            <w:bookmarkStart w:id="1562" w:name="_Toc10017783"/>
            <w:bookmarkStart w:id="1563" w:name="_Toc17706373"/>
            <w:bookmarkStart w:id="1564" w:name="_Toc28421575"/>
            <w:bookmarkStart w:id="1565" w:name="_Toc33773620"/>
            <w:bookmarkStart w:id="1566" w:name="_Toc38965012"/>
            <w:bookmarkStart w:id="1567" w:name="_Toc44313293"/>
            <w:bookmarkStart w:id="1568" w:name="_Toc46954818"/>
            <w:bookmarkStart w:id="1569" w:name="_Toc49589457"/>
            <w:bookmarkStart w:id="1570" w:name="_Toc56671801"/>
            <w:bookmarkStart w:id="1571" w:name="_Toc60037342"/>
            <w:bookmarkStart w:id="1572" w:name="_Toc65141429"/>
            <w:bookmarkStart w:id="1573" w:name="_Toc68163761"/>
            <w:bookmarkStart w:id="1574" w:name="_Toc75942495"/>
            <w:bookmarkStart w:id="1575" w:name="_Toc91055148"/>
            <w:bookmarkStart w:id="1576" w:name="_Toc94100295"/>
            <w:bookmarkStart w:id="1577" w:name="_Toc109631814"/>
            <w:bookmarkStart w:id="1578" w:name="_Toc110057690"/>
            <w:bookmarkStart w:id="1579" w:name="_Toc111272692"/>
            <w:bookmarkStart w:id="1580" w:name="_Toc112226144"/>
            <w:bookmarkStart w:id="1581" w:name="_Toc121253296"/>
            <w:bookmarkStart w:id="1582" w:name="_Toc125014695"/>
            <w:bookmarkStart w:id="1583" w:name="_Toc135989015"/>
            <w:bookmarkStart w:id="1584" w:name="_Toc160026656"/>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5" w:name="_Toc160026657"/>
      <w:r>
        <w:t>3.10.8</w:t>
      </w:r>
      <w:r>
        <w:tab/>
        <w:t>Dynamic Ratings</w:t>
      </w:r>
      <w:bookmarkEnd w:id="1541"/>
      <w:bookmarkEnd w:id="1542"/>
      <w:bookmarkEnd w:id="1543"/>
      <w:bookmarkEnd w:id="1544"/>
      <w:bookmarkEnd w:id="1545"/>
      <w:bookmarkEnd w:id="1546"/>
      <w:bookmarkEnd w:id="1547"/>
      <w:bookmarkEnd w:id="1548"/>
      <w:bookmarkEnd w:id="1549"/>
      <w:bookmarkEnd w:id="1550"/>
      <w:bookmarkEnd w:id="1551"/>
      <w:bookmarkEnd w:id="1552"/>
      <w:bookmarkEnd w:id="15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6" w:name="_Toc144691956"/>
      <w:bookmarkStart w:id="1587" w:name="_Toc204048566"/>
      <w:bookmarkStart w:id="1588" w:name="_Toc400526168"/>
      <w:bookmarkStart w:id="1589" w:name="_Toc405534486"/>
      <w:bookmarkStart w:id="1590" w:name="_Toc406570499"/>
      <w:bookmarkStart w:id="1591" w:name="_Toc410910651"/>
      <w:bookmarkStart w:id="1592" w:name="_Toc411841079"/>
      <w:bookmarkStart w:id="1593" w:name="_Toc422147041"/>
      <w:bookmarkStart w:id="1594" w:name="_Toc433020637"/>
      <w:bookmarkStart w:id="1595" w:name="_Toc437262078"/>
      <w:bookmarkStart w:id="1596" w:name="_Toc478375255"/>
      <w:bookmarkStart w:id="1597" w:name="_Toc160026658"/>
      <w:r w:rsidRPr="00AE0E6D">
        <w:rPr>
          <w:b/>
        </w:rPr>
        <w:t>3.10.8.1</w:t>
      </w:r>
      <w:r w:rsidRPr="00AE0E6D">
        <w:rPr>
          <w:b/>
        </w:rPr>
        <w:tab/>
        <w:t>Dynamic Ratings Delivered via ICCP</w:t>
      </w:r>
      <w:bookmarkEnd w:id="1586"/>
      <w:bookmarkEnd w:id="1587"/>
      <w:bookmarkEnd w:id="1588"/>
      <w:bookmarkEnd w:id="1589"/>
      <w:bookmarkEnd w:id="1590"/>
      <w:bookmarkEnd w:id="1591"/>
      <w:bookmarkEnd w:id="1592"/>
      <w:bookmarkEnd w:id="1593"/>
      <w:bookmarkEnd w:id="1594"/>
      <w:bookmarkEnd w:id="1595"/>
      <w:bookmarkEnd w:id="1596"/>
      <w:bookmarkEnd w:id="15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8" w:name="_Toc144691957"/>
      <w:bookmarkStart w:id="1599" w:name="_Toc204048567"/>
      <w:bookmarkStart w:id="1600" w:name="_Toc400526169"/>
      <w:bookmarkStart w:id="1601" w:name="_Toc405534487"/>
      <w:bookmarkStart w:id="1602" w:name="_Toc406570500"/>
      <w:bookmarkStart w:id="1603" w:name="_Toc410910652"/>
      <w:bookmarkStart w:id="1604" w:name="_Toc411841080"/>
      <w:bookmarkStart w:id="1605" w:name="_Toc422147042"/>
      <w:bookmarkStart w:id="1606" w:name="_Toc433020638"/>
      <w:bookmarkStart w:id="1607" w:name="_Toc437262079"/>
      <w:bookmarkStart w:id="1608" w:name="_Toc478375256"/>
      <w:bookmarkStart w:id="1609" w:name="_Toc160026659"/>
      <w:r w:rsidRPr="00AE0E6D">
        <w:rPr>
          <w:b/>
        </w:rPr>
        <w:t>3.10.8.2</w:t>
      </w:r>
      <w:r w:rsidRPr="00AE0E6D">
        <w:rPr>
          <w:b/>
        </w:rPr>
        <w:tab/>
        <w:t>Dynamic Ratings Delivered via Static Table and Telemetered Temperature</w:t>
      </w:r>
      <w:bookmarkEnd w:id="1598"/>
      <w:bookmarkEnd w:id="1599"/>
      <w:bookmarkEnd w:id="1600"/>
      <w:bookmarkEnd w:id="1601"/>
      <w:bookmarkEnd w:id="1602"/>
      <w:bookmarkEnd w:id="1603"/>
      <w:bookmarkEnd w:id="1604"/>
      <w:bookmarkEnd w:id="1605"/>
      <w:bookmarkEnd w:id="1606"/>
      <w:bookmarkEnd w:id="1607"/>
      <w:bookmarkEnd w:id="1608"/>
      <w:bookmarkEnd w:id="16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10" w:name="_Toc144691958"/>
      <w:bookmarkStart w:id="1611" w:name="_Toc204048568"/>
      <w:bookmarkStart w:id="1612" w:name="_Toc400526170"/>
      <w:bookmarkStart w:id="1613" w:name="_Toc405534488"/>
      <w:bookmarkStart w:id="1614" w:name="_Toc406570501"/>
      <w:bookmarkStart w:id="1615" w:name="_Toc410910653"/>
      <w:bookmarkStart w:id="1616" w:name="_Toc411841081"/>
      <w:bookmarkStart w:id="1617" w:name="_Toc422147043"/>
      <w:bookmarkStart w:id="1618" w:name="_Toc433020639"/>
      <w:bookmarkStart w:id="1619" w:name="_Toc437262080"/>
      <w:bookmarkStart w:id="1620" w:name="_Toc478375257"/>
      <w:bookmarkStart w:id="1621" w:name="_Toc160026660"/>
      <w:r w:rsidRPr="00AE0E6D">
        <w:rPr>
          <w:b/>
        </w:rPr>
        <w:t>3.10.8.3</w:t>
      </w:r>
      <w:r w:rsidRPr="00AE0E6D">
        <w:rPr>
          <w:b/>
        </w:rPr>
        <w:tab/>
        <w:t>Dynamic Rating Network Operations Model Change Requests</w:t>
      </w:r>
      <w:bookmarkEnd w:id="1610"/>
      <w:bookmarkEnd w:id="1611"/>
      <w:bookmarkEnd w:id="1612"/>
      <w:bookmarkEnd w:id="1613"/>
      <w:bookmarkEnd w:id="1614"/>
      <w:bookmarkEnd w:id="1615"/>
      <w:bookmarkEnd w:id="1616"/>
      <w:bookmarkEnd w:id="1617"/>
      <w:bookmarkEnd w:id="1618"/>
      <w:bookmarkEnd w:id="1619"/>
      <w:bookmarkEnd w:id="1620"/>
      <w:bookmarkEnd w:id="16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2" w:name="_Toc144691959"/>
      <w:bookmarkStart w:id="1623" w:name="_Toc204048569"/>
      <w:bookmarkStart w:id="1624" w:name="_Toc400526171"/>
      <w:bookmarkStart w:id="1625" w:name="_Toc405534489"/>
      <w:bookmarkStart w:id="1626" w:name="_Toc406570502"/>
      <w:bookmarkStart w:id="1627" w:name="_Toc410910654"/>
      <w:bookmarkStart w:id="1628" w:name="_Toc411841082"/>
      <w:bookmarkStart w:id="1629" w:name="_Toc422147044"/>
      <w:bookmarkStart w:id="1630" w:name="_Toc433020640"/>
      <w:bookmarkStart w:id="1631" w:name="_Toc437262081"/>
      <w:bookmarkStart w:id="1632" w:name="_Toc478375258"/>
      <w:bookmarkStart w:id="1633" w:name="_Toc160026661"/>
      <w:r w:rsidRPr="00AE0E6D">
        <w:rPr>
          <w:b/>
        </w:rPr>
        <w:t>3.10.8.4</w:t>
      </w:r>
      <w:r w:rsidRPr="00AE0E6D">
        <w:rPr>
          <w:b/>
        </w:rPr>
        <w:tab/>
        <w:t>ERCOT Responsibilities Related to Dynamic Ratings</w:t>
      </w:r>
      <w:bookmarkEnd w:id="1622"/>
      <w:bookmarkEnd w:id="1623"/>
      <w:bookmarkEnd w:id="1624"/>
      <w:bookmarkEnd w:id="1625"/>
      <w:bookmarkEnd w:id="1626"/>
      <w:bookmarkEnd w:id="1627"/>
      <w:bookmarkEnd w:id="1628"/>
      <w:bookmarkEnd w:id="1629"/>
      <w:bookmarkEnd w:id="1630"/>
      <w:bookmarkEnd w:id="1631"/>
      <w:bookmarkEnd w:id="1632"/>
      <w:bookmarkEnd w:id="16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4" w:name="_Toc144691960"/>
      <w:bookmarkStart w:id="1635" w:name="_Toc204048570"/>
      <w:bookmarkStart w:id="1636" w:name="_Toc400526172"/>
      <w:bookmarkStart w:id="1637" w:name="_Toc405534490"/>
      <w:bookmarkStart w:id="1638" w:name="_Toc406570503"/>
      <w:bookmarkStart w:id="1639" w:name="_Toc410910655"/>
      <w:bookmarkStart w:id="1640" w:name="_Toc411841083"/>
      <w:bookmarkStart w:id="1641" w:name="_Toc422147045"/>
      <w:bookmarkStart w:id="1642" w:name="_Toc433020641"/>
      <w:bookmarkStart w:id="1643" w:name="_Toc437262082"/>
      <w:bookmarkStart w:id="1644" w:name="_Toc478375259"/>
      <w:bookmarkStart w:id="1645" w:name="_Toc160026662"/>
      <w:r w:rsidRPr="00AE0E6D">
        <w:rPr>
          <w:b/>
        </w:rPr>
        <w:t>3.10.8.5</w:t>
      </w:r>
      <w:r w:rsidRPr="00AE0E6D">
        <w:rPr>
          <w:b/>
        </w:rPr>
        <w:tab/>
        <w:t>Transmission Service Provider Responsibilities Related to Dynamic Ratings</w:t>
      </w:r>
      <w:bookmarkEnd w:id="1634"/>
      <w:bookmarkEnd w:id="1635"/>
      <w:bookmarkEnd w:id="1636"/>
      <w:bookmarkEnd w:id="1637"/>
      <w:bookmarkEnd w:id="1638"/>
      <w:bookmarkEnd w:id="1639"/>
      <w:bookmarkEnd w:id="1640"/>
      <w:bookmarkEnd w:id="1641"/>
      <w:bookmarkEnd w:id="1642"/>
      <w:bookmarkEnd w:id="1643"/>
      <w:bookmarkEnd w:id="1644"/>
      <w:bookmarkEnd w:id="16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6" w:name="_Toc114235790"/>
      <w:bookmarkStart w:id="1647" w:name="_Toc144691961"/>
      <w:bookmarkStart w:id="1648" w:name="_Toc204048571"/>
      <w:bookmarkStart w:id="1649" w:name="_Toc400526173"/>
      <w:bookmarkStart w:id="1650" w:name="_Toc405534491"/>
      <w:bookmarkStart w:id="1651" w:name="_Toc406570504"/>
      <w:bookmarkStart w:id="1652" w:name="_Toc410910656"/>
      <w:bookmarkStart w:id="1653" w:name="_Toc411841084"/>
      <w:bookmarkStart w:id="1654" w:name="_Toc422147046"/>
      <w:bookmarkStart w:id="1655" w:name="_Toc433020642"/>
      <w:bookmarkStart w:id="1656" w:name="_Toc437262083"/>
      <w:bookmarkStart w:id="1657" w:name="_Toc478375260"/>
      <w:bookmarkStart w:id="1658" w:name="_Toc160026663"/>
      <w:r>
        <w:t>3.10.9</w:t>
      </w:r>
      <w:r>
        <w:tab/>
        <w:t xml:space="preserve">State Estimator </w:t>
      </w:r>
      <w:bookmarkEnd w:id="1646"/>
      <w:bookmarkEnd w:id="1647"/>
      <w:bookmarkEnd w:id="1648"/>
      <w:bookmarkEnd w:id="1649"/>
      <w:bookmarkEnd w:id="1650"/>
      <w:bookmarkEnd w:id="1651"/>
      <w:bookmarkEnd w:id="1652"/>
      <w:bookmarkEnd w:id="1653"/>
      <w:bookmarkEnd w:id="1654"/>
      <w:bookmarkEnd w:id="1655"/>
      <w:bookmarkEnd w:id="1656"/>
      <w:bookmarkEnd w:id="1657"/>
      <w:r w:rsidR="00CC4EC4">
        <w:t>Requirements</w:t>
      </w:r>
      <w:bookmarkEnd w:id="165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9" w:name="_Toc144691962"/>
      <w:bookmarkStart w:id="1660" w:name="_Toc204048572"/>
      <w:bookmarkStart w:id="1661" w:name="_Toc400526174"/>
      <w:bookmarkStart w:id="1662" w:name="_Toc405534492"/>
      <w:bookmarkStart w:id="1663" w:name="_Toc406570505"/>
      <w:bookmarkStart w:id="1664" w:name="_Toc410910657"/>
      <w:bookmarkStart w:id="1665" w:name="_Toc411841085"/>
      <w:bookmarkStart w:id="1666" w:name="_Toc422147047"/>
      <w:bookmarkStart w:id="1667" w:name="_Toc433020643"/>
      <w:bookmarkStart w:id="1668" w:name="_Toc437262084"/>
      <w:bookmarkStart w:id="1669" w:name="_Toc478375261"/>
      <w:bookmarkStart w:id="1670" w:name="_Toc160026664"/>
      <w:r w:rsidRPr="00AE0E6D">
        <w:rPr>
          <w:b/>
        </w:rPr>
        <w:t>3.10.9.1</w:t>
      </w:r>
      <w:r w:rsidRPr="00AE0E6D">
        <w:rPr>
          <w:b/>
        </w:rPr>
        <w:tab/>
        <w:t xml:space="preserve">Considerations for </w:t>
      </w:r>
      <w:r w:rsidR="00D15E6C">
        <w:rPr>
          <w:b/>
        </w:rPr>
        <w:t xml:space="preserve">State Estimator </w:t>
      </w:r>
      <w:bookmarkEnd w:id="1659"/>
      <w:bookmarkEnd w:id="1660"/>
      <w:bookmarkEnd w:id="1661"/>
      <w:bookmarkEnd w:id="1662"/>
      <w:bookmarkEnd w:id="1663"/>
      <w:bookmarkEnd w:id="1664"/>
      <w:bookmarkEnd w:id="1665"/>
      <w:bookmarkEnd w:id="1666"/>
      <w:bookmarkEnd w:id="1667"/>
      <w:bookmarkEnd w:id="1668"/>
      <w:bookmarkEnd w:id="1669"/>
      <w:r w:rsidR="00CC4EC4">
        <w:rPr>
          <w:b/>
        </w:rPr>
        <w:t>Requirements</w:t>
      </w:r>
      <w:bookmarkEnd w:id="167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1" w:name="_Toc160026665"/>
      <w:bookmarkStart w:id="1672" w:name="_Toc144691963"/>
      <w:bookmarkStart w:id="1673" w:name="_Toc204048573"/>
      <w:bookmarkStart w:id="1674" w:name="_Toc400526175"/>
      <w:bookmarkStart w:id="1675" w:name="_Toc405534493"/>
      <w:bookmarkStart w:id="1676" w:name="_Toc406570506"/>
      <w:bookmarkStart w:id="1677" w:name="_Toc410910658"/>
      <w:bookmarkStart w:id="1678" w:name="_Toc411841086"/>
      <w:bookmarkStart w:id="1679" w:name="_Toc422147048"/>
      <w:bookmarkStart w:id="1680" w:name="_Toc433020644"/>
      <w:bookmarkStart w:id="1681" w:name="_Toc437262085"/>
      <w:bookmarkStart w:id="1682" w:name="_Toc478375262"/>
      <w:r w:rsidRPr="00795F57">
        <w:rPr>
          <w:b/>
        </w:rPr>
        <w:t>3.10.9.2</w:t>
      </w:r>
      <w:r w:rsidRPr="00795F57">
        <w:rPr>
          <w:b/>
        </w:rPr>
        <w:tab/>
        <w:t>State Estimator Data</w:t>
      </w:r>
      <w:bookmarkEnd w:id="167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3" w:name="_Toc160026666"/>
      <w:r w:rsidRPr="00795F57">
        <w:rPr>
          <w:b/>
        </w:rPr>
        <w:t>3.10.9.3</w:t>
      </w:r>
      <w:r w:rsidRPr="00795F57">
        <w:rPr>
          <w:b/>
        </w:rPr>
        <w:tab/>
        <w:t>Telemetry Status and Analog Measurements Data</w:t>
      </w:r>
      <w:bookmarkEnd w:id="168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4" w:name="_Toc160026667"/>
      <w:r w:rsidRPr="00795F57">
        <w:rPr>
          <w:b/>
        </w:rPr>
        <w:t>3.10.9.4</w:t>
      </w:r>
      <w:r w:rsidRPr="00795F57">
        <w:rPr>
          <w:b/>
        </w:rPr>
        <w:tab/>
        <w:t>State Estimator Performance Requirements</w:t>
      </w:r>
      <w:bookmarkEnd w:id="168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5" w:name="_Toc160026668"/>
      <w:r w:rsidRPr="00795F57">
        <w:rPr>
          <w:b/>
        </w:rPr>
        <w:t>3.10.9.5</w:t>
      </w:r>
      <w:r w:rsidRPr="00795F57">
        <w:rPr>
          <w:b/>
        </w:rPr>
        <w:tab/>
        <w:t>ERCOT Directives</w:t>
      </w:r>
      <w:bookmarkEnd w:id="168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6" w:name="_Toc160026669"/>
      <w:r w:rsidRPr="00AE0E6D">
        <w:rPr>
          <w:b/>
        </w:rPr>
        <w:t>3.10.9.</w:t>
      </w:r>
      <w:r w:rsidR="00F72349">
        <w:rPr>
          <w:b/>
        </w:rPr>
        <w:t>6</w:t>
      </w:r>
      <w:r w:rsidRPr="00AE0E6D">
        <w:rPr>
          <w:b/>
        </w:rPr>
        <w:tab/>
        <w:t>Telemetry and State Estimator Performance Monitoring</w:t>
      </w:r>
      <w:bookmarkEnd w:id="1672"/>
      <w:bookmarkEnd w:id="1673"/>
      <w:bookmarkEnd w:id="1674"/>
      <w:bookmarkEnd w:id="1675"/>
      <w:bookmarkEnd w:id="1676"/>
      <w:bookmarkEnd w:id="1677"/>
      <w:bookmarkEnd w:id="1678"/>
      <w:bookmarkEnd w:id="1679"/>
      <w:bookmarkEnd w:id="1680"/>
      <w:bookmarkEnd w:id="1681"/>
      <w:bookmarkEnd w:id="1682"/>
      <w:bookmarkEnd w:id="168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7" w:name="_Toc114235791"/>
            <w:bookmarkStart w:id="1688" w:name="_Toc144691964"/>
            <w:bookmarkStart w:id="1689" w:name="_Toc204048574"/>
            <w:bookmarkStart w:id="1690" w:name="_Toc400526176"/>
            <w:bookmarkStart w:id="1691" w:name="_Toc405534494"/>
            <w:bookmarkStart w:id="1692" w:name="_Toc406570507"/>
            <w:bookmarkStart w:id="1693" w:name="_Toc410910659"/>
            <w:bookmarkStart w:id="1694" w:name="_Toc411841087"/>
            <w:bookmarkStart w:id="1695" w:name="_Toc422147049"/>
            <w:bookmarkStart w:id="1696" w:name="_Toc433020645"/>
            <w:bookmarkStart w:id="1697" w:name="_Toc437262086"/>
            <w:bookmarkStart w:id="169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9" w:name="_Toc160026670"/>
      <w:r>
        <w:lastRenderedPageBreak/>
        <w:t>3.11</w:t>
      </w:r>
      <w:r>
        <w:tab/>
        <w:t>Transmission Planning</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4AFB26BE" w14:textId="77777777" w:rsidR="00CB13B2" w:rsidRDefault="002D238A">
      <w:pPr>
        <w:pStyle w:val="H3"/>
      </w:pPr>
      <w:bookmarkStart w:id="1700" w:name="_Toc114235792"/>
      <w:bookmarkStart w:id="1701" w:name="_Toc144691965"/>
      <w:bookmarkStart w:id="1702" w:name="_Toc204048575"/>
      <w:bookmarkStart w:id="1703" w:name="_Toc400526177"/>
      <w:bookmarkStart w:id="1704" w:name="_Toc405534495"/>
      <w:bookmarkStart w:id="1705" w:name="_Toc406570508"/>
      <w:bookmarkStart w:id="1706" w:name="_Toc410910660"/>
      <w:bookmarkStart w:id="1707" w:name="_Toc411841088"/>
      <w:bookmarkStart w:id="1708" w:name="_Toc422147050"/>
      <w:bookmarkStart w:id="1709" w:name="_Toc433020646"/>
      <w:bookmarkStart w:id="1710" w:name="_Toc437262087"/>
      <w:bookmarkStart w:id="1711" w:name="_Toc478375264"/>
      <w:bookmarkStart w:id="1712" w:name="_Toc160026671"/>
      <w:r>
        <w:t>3.11.1</w:t>
      </w:r>
      <w:r>
        <w:tab/>
        <w:t>Overview</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3" w:name="_Toc114235793"/>
      <w:bookmarkStart w:id="1714" w:name="_Toc144691966"/>
      <w:bookmarkStart w:id="1715" w:name="_Toc204048576"/>
      <w:bookmarkStart w:id="1716" w:name="_Toc400526178"/>
      <w:bookmarkStart w:id="1717" w:name="_Toc405534496"/>
      <w:bookmarkStart w:id="1718" w:name="_Toc406570509"/>
      <w:bookmarkStart w:id="1719" w:name="_Toc410910661"/>
      <w:bookmarkStart w:id="1720" w:name="_Toc411841089"/>
      <w:bookmarkStart w:id="1721" w:name="_Toc422147051"/>
      <w:bookmarkStart w:id="1722" w:name="_Toc433020647"/>
      <w:bookmarkStart w:id="1723" w:name="_Toc437262088"/>
      <w:bookmarkStart w:id="1724" w:name="_Toc478375265"/>
      <w:bookmarkStart w:id="1725" w:name="_Toc160026672"/>
      <w:r>
        <w:t>3.11.2</w:t>
      </w:r>
      <w:r>
        <w:tab/>
        <w:t>Planning Criteria</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lastRenderedPageBreak/>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6" w:name="_Toc114235794"/>
      <w:bookmarkStart w:id="1727" w:name="_Toc144691967"/>
      <w:bookmarkStart w:id="1728" w:name="_Toc204048577"/>
      <w:bookmarkStart w:id="1729" w:name="_Toc400526179"/>
      <w:bookmarkStart w:id="1730" w:name="_Toc405534497"/>
      <w:bookmarkStart w:id="1731" w:name="_Toc406570510"/>
      <w:bookmarkStart w:id="1732" w:name="_Toc410910662"/>
      <w:bookmarkStart w:id="1733" w:name="_Toc411841090"/>
      <w:bookmarkStart w:id="1734" w:name="_Toc422147052"/>
      <w:bookmarkStart w:id="1735" w:name="_Toc433020648"/>
      <w:bookmarkStart w:id="1736" w:name="_Toc437262089"/>
      <w:bookmarkStart w:id="1737" w:name="_Toc478375266"/>
      <w:bookmarkStart w:id="1738" w:name="_Toc160026673"/>
      <w:r>
        <w:t>3.11.3</w:t>
      </w:r>
      <w:r>
        <w:tab/>
        <w:t>Regional Planning Group</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9" w:name="_Toc400526180"/>
      <w:bookmarkStart w:id="1740" w:name="_Toc405534498"/>
      <w:bookmarkStart w:id="1741" w:name="_Toc406570511"/>
      <w:bookmarkStart w:id="1742" w:name="_Toc410910663"/>
      <w:bookmarkStart w:id="1743" w:name="_Toc411841091"/>
      <w:bookmarkStart w:id="1744" w:name="_Toc422147053"/>
      <w:bookmarkStart w:id="1745" w:name="_Toc433020649"/>
      <w:bookmarkStart w:id="1746" w:name="_Toc437262090"/>
      <w:bookmarkStart w:id="1747" w:name="_Toc478375267"/>
      <w:bookmarkStart w:id="1748" w:name="_Toc160026674"/>
      <w:r>
        <w:rPr>
          <w:b/>
          <w:bCs/>
          <w:i/>
        </w:rPr>
        <w:t>3.11.4</w:t>
      </w:r>
      <w:r>
        <w:rPr>
          <w:b/>
          <w:bCs/>
          <w:i/>
        </w:rPr>
        <w:tab/>
        <w:t>Regional Planning Group Project Review Process</w:t>
      </w:r>
      <w:bookmarkEnd w:id="1739"/>
      <w:bookmarkEnd w:id="1740"/>
      <w:bookmarkEnd w:id="1741"/>
      <w:bookmarkEnd w:id="1742"/>
      <w:bookmarkEnd w:id="1743"/>
      <w:bookmarkEnd w:id="1744"/>
      <w:bookmarkEnd w:id="1745"/>
      <w:bookmarkEnd w:id="1746"/>
      <w:bookmarkEnd w:id="1747"/>
      <w:bookmarkEnd w:id="1748"/>
    </w:p>
    <w:p w14:paraId="44BFB018" w14:textId="77777777" w:rsidR="00870115" w:rsidRPr="00AE0E6D" w:rsidRDefault="00870115" w:rsidP="00870115">
      <w:pPr>
        <w:pStyle w:val="H4"/>
        <w:rPr>
          <w:b/>
        </w:rPr>
      </w:pPr>
      <w:bookmarkStart w:id="1749" w:name="_Toc245029195"/>
      <w:bookmarkStart w:id="1750" w:name="_Toc400526181"/>
      <w:bookmarkStart w:id="1751" w:name="_Toc405534499"/>
      <w:bookmarkStart w:id="1752" w:name="_Toc406570512"/>
      <w:bookmarkStart w:id="1753" w:name="_Toc410910664"/>
      <w:bookmarkStart w:id="1754" w:name="_Toc411841092"/>
      <w:bookmarkStart w:id="1755" w:name="_Toc422147054"/>
      <w:bookmarkStart w:id="1756" w:name="_Toc433020650"/>
      <w:bookmarkStart w:id="1757" w:name="_Toc437262091"/>
      <w:bookmarkStart w:id="1758" w:name="_Toc478375268"/>
      <w:bookmarkStart w:id="1759" w:name="_Toc160026675"/>
      <w:r w:rsidRPr="00AE0E6D">
        <w:rPr>
          <w:b/>
        </w:rPr>
        <w:t>3.11.4.1</w:t>
      </w:r>
      <w:r w:rsidRPr="00AE0E6D">
        <w:rPr>
          <w:b/>
        </w:rPr>
        <w:tab/>
        <w:t>Project Submission</w:t>
      </w:r>
      <w:bookmarkEnd w:id="1749"/>
      <w:bookmarkEnd w:id="1750"/>
      <w:bookmarkEnd w:id="1751"/>
      <w:bookmarkEnd w:id="1752"/>
      <w:bookmarkEnd w:id="1753"/>
      <w:bookmarkEnd w:id="1754"/>
      <w:bookmarkEnd w:id="1755"/>
      <w:bookmarkEnd w:id="1756"/>
      <w:bookmarkEnd w:id="1757"/>
      <w:bookmarkEnd w:id="1758"/>
      <w:bookmarkEnd w:id="17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0" w:name="_Toc400526182"/>
      <w:bookmarkStart w:id="1761" w:name="_Toc405534500"/>
      <w:bookmarkStart w:id="1762" w:name="_Toc406570513"/>
      <w:bookmarkStart w:id="1763" w:name="_Toc410910665"/>
      <w:bookmarkStart w:id="1764" w:name="_Toc411841093"/>
      <w:bookmarkStart w:id="1765" w:name="_Toc422147055"/>
      <w:bookmarkStart w:id="1766" w:name="_Toc433020651"/>
      <w:bookmarkStart w:id="1767" w:name="_Toc437262092"/>
      <w:bookmarkStart w:id="1768" w:name="_Toc478375269"/>
      <w:bookmarkStart w:id="1769" w:name="_Toc160026676"/>
      <w:r w:rsidRPr="00AE0E6D">
        <w:rPr>
          <w:b/>
        </w:rPr>
        <w:t>3.11.4.2</w:t>
      </w:r>
      <w:r w:rsidRPr="00AE0E6D">
        <w:rPr>
          <w:b/>
        </w:rPr>
        <w:tab/>
        <w:t>Project Comment Process</w:t>
      </w:r>
      <w:bookmarkEnd w:id="1760"/>
      <w:bookmarkEnd w:id="1761"/>
      <w:bookmarkEnd w:id="1762"/>
      <w:bookmarkEnd w:id="1763"/>
      <w:bookmarkEnd w:id="1764"/>
      <w:bookmarkEnd w:id="1765"/>
      <w:bookmarkEnd w:id="1766"/>
      <w:bookmarkEnd w:id="1767"/>
      <w:bookmarkEnd w:id="1768"/>
      <w:bookmarkEnd w:id="17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0" w:name="_Toc400526183"/>
      <w:bookmarkStart w:id="1771" w:name="_Toc405534501"/>
      <w:bookmarkStart w:id="1772" w:name="_Toc406570514"/>
      <w:bookmarkStart w:id="1773" w:name="_Toc410910666"/>
      <w:bookmarkStart w:id="1774" w:name="_Toc411841094"/>
      <w:bookmarkStart w:id="1775" w:name="_Toc422147056"/>
      <w:bookmarkStart w:id="1776" w:name="_Toc433020652"/>
      <w:bookmarkStart w:id="1777" w:name="_Toc437262093"/>
      <w:bookmarkStart w:id="1778" w:name="_Toc478375270"/>
      <w:bookmarkStart w:id="1779" w:name="_Toc160026677"/>
      <w:r w:rsidRPr="00AE0E6D">
        <w:rPr>
          <w:b/>
        </w:rPr>
        <w:lastRenderedPageBreak/>
        <w:t>3.11.4.3</w:t>
      </w:r>
      <w:r w:rsidRPr="00AE0E6D">
        <w:rPr>
          <w:b/>
        </w:rPr>
        <w:tab/>
        <w:t>Categorization of Proposed Transmission Projects</w:t>
      </w:r>
      <w:bookmarkEnd w:id="1770"/>
      <w:bookmarkEnd w:id="1771"/>
      <w:bookmarkEnd w:id="1772"/>
      <w:bookmarkEnd w:id="1773"/>
      <w:bookmarkEnd w:id="1774"/>
      <w:bookmarkEnd w:id="1775"/>
      <w:bookmarkEnd w:id="1776"/>
      <w:bookmarkEnd w:id="1777"/>
      <w:bookmarkEnd w:id="1778"/>
      <w:bookmarkEnd w:id="17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0" w:name="_Toc400526184"/>
      <w:bookmarkStart w:id="1781" w:name="_Toc405534502"/>
      <w:bookmarkStart w:id="1782" w:name="_Toc406570515"/>
      <w:bookmarkStart w:id="1783" w:name="_Toc410910667"/>
      <w:bookmarkStart w:id="1784" w:name="_Toc411841095"/>
      <w:bookmarkStart w:id="1785" w:name="_Toc422147057"/>
      <w:bookmarkStart w:id="1786" w:name="_Toc433020653"/>
      <w:bookmarkStart w:id="1787" w:name="_Toc437262094"/>
      <w:bookmarkStart w:id="17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9" w:name="_Toc160026678"/>
      <w:r w:rsidRPr="00AE0E6D">
        <w:rPr>
          <w:b/>
        </w:rPr>
        <w:t>3.11.4.4</w:t>
      </w:r>
      <w:r w:rsidRPr="00AE0E6D">
        <w:rPr>
          <w:b/>
        </w:rPr>
        <w:tab/>
      </w:r>
      <w:r w:rsidR="008E0F2D">
        <w:rPr>
          <w:b/>
          <w:bCs/>
        </w:rPr>
        <w:t xml:space="preserve">Processing of </w:t>
      </w:r>
      <w:r w:rsidRPr="00AE0E6D">
        <w:rPr>
          <w:b/>
        </w:rPr>
        <w:t>Tier 4</w:t>
      </w:r>
      <w:bookmarkEnd w:id="1780"/>
      <w:bookmarkEnd w:id="1781"/>
      <w:bookmarkEnd w:id="1782"/>
      <w:bookmarkEnd w:id="1783"/>
      <w:bookmarkEnd w:id="1784"/>
      <w:bookmarkEnd w:id="1785"/>
      <w:bookmarkEnd w:id="1786"/>
      <w:bookmarkEnd w:id="1787"/>
      <w:bookmarkEnd w:id="1788"/>
      <w:r w:rsidR="008E0F2D">
        <w:rPr>
          <w:b/>
        </w:rPr>
        <w:t xml:space="preserve"> Projects</w:t>
      </w:r>
      <w:bookmarkEnd w:id="17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0" w:name="_Toc245029191"/>
      <w:bookmarkStart w:id="1791" w:name="_Toc400526185"/>
      <w:bookmarkStart w:id="1792" w:name="_Toc405534503"/>
      <w:bookmarkStart w:id="1793" w:name="_Toc406570516"/>
      <w:bookmarkStart w:id="1794" w:name="_Toc410910668"/>
      <w:bookmarkStart w:id="1795" w:name="_Toc411841096"/>
      <w:bookmarkStart w:id="1796" w:name="_Toc422147058"/>
      <w:bookmarkStart w:id="1797" w:name="_Toc433020654"/>
      <w:bookmarkStart w:id="1798" w:name="_Toc437262095"/>
      <w:bookmarkStart w:id="1799" w:name="_Toc478375272"/>
      <w:bookmarkStart w:id="1800" w:name="_Toc160026679"/>
      <w:r w:rsidRPr="00AE0E6D">
        <w:rPr>
          <w:b/>
        </w:rPr>
        <w:t>3.11.4.5</w:t>
      </w:r>
      <w:r w:rsidRPr="00AE0E6D">
        <w:rPr>
          <w:b/>
        </w:rPr>
        <w:tab/>
      </w:r>
      <w:r w:rsidR="008E0F2D">
        <w:rPr>
          <w:b/>
          <w:bCs/>
        </w:rPr>
        <w:t xml:space="preserve">Processing of </w:t>
      </w:r>
      <w:r w:rsidRPr="00AE0E6D">
        <w:rPr>
          <w:b/>
        </w:rPr>
        <w:t>Tier 3</w:t>
      </w:r>
      <w:bookmarkEnd w:id="1790"/>
      <w:bookmarkEnd w:id="1791"/>
      <w:bookmarkEnd w:id="1792"/>
      <w:bookmarkEnd w:id="1793"/>
      <w:bookmarkEnd w:id="1794"/>
      <w:bookmarkEnd w:id="1795"/>
      <w:bookmarkEnd w:id="1796"/>
      <w:bookmarkEnd w:id="1797"/>
      <w:bookmarkEnd w:id="1798"/>
      <w:bookmarkEnd w:id="1799"/>
      <w:r w:rsidR="008E0F2D">
        <w:rPr>
          <w:b/>
        </w:rPr>
        <w:t xml:space="preserve"> Projects</w:t>
      </w:r>
      <w:bookmarkEnd w:id="18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time period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1" w:name="_Toc245029192"/>
      <w:bookmarkStart w:id="1802" w:name="_Toc400526186"/>
      <w:bookmarkStart w:id="1803" w:name="_Toc405534504"/>
      <w:bookmarkStart w:id="1804" w:name="_Toc406570517"/>
      <w:bookmarkStart w:id="1805" w:name="_Toc410910669"/>
      <w:bookmarkStart w:id="1806" w:name="_Toc411841097"/>
      <w:bookmarkStart w:id="1807" w:name="_Toc422147059"/>
      <w:bookmarkStart w:id="1808" w:name="_Toc433020655"/>
      <w:bookmarkStart w:id="1809" w:name="_Toc437262096"/>
      <w:bookmarkStart w:id="1810" w:name="_Toc478375273"/>
      <w:bookmarkStart w:id="1811" w:name="_Toc160026680"/>
      <w:r w:rsidRPr="00AE0E6D">
        <w:rPr>
          <w:b/>
        </w:rPr>
        <w:t>3.11.4.6</w:t>
      </w:r>
      <w:r w:rsidRPr="00AE0E6D">
        <w:rPr>
          <w:b/>
        </w:rPr>
        <w:tab/>
      </w:r>
      <w:r w:rsidR="008E0F2D">
        <w:rPr>
          <w:b/>
        </w:rPr>
        <w:t xml:space="preserve">Processing of </w:t>
      </w:r>
      <w:r w:rsidRPr="00AE0E6D">
        <w:rPr>
          <w:b/>
        </w:rPr>
        <w:t>Tier 2</w:t>
      </w:r>
      <w:bookmarkEnd w:id="1801"/>
      <w:bookmarkEnd w:id="1802"/>
      <w:bookmarkEnd w:id="1803"/>
      <w:bookmarkEnd w:id="1804"/>
      <w:bookmarkEnd w:id="1805"/>
      <w:bookmarkEnd w:id="1806"/>
      <w:bookmarkEnd w:id="1807"/>
      <w:bookmarkEnd w:id="1808"/>
      <w:bookmarkEnd w:id="1809"/>
      <w:bookmarkEnd w:id="1810"/>
      <w:r w:rsidR="008E0F2D">
        <w:rPr>
          <w:b/>
        </w:rPr>
        <w:t xml:space="preserve"> Projects</w:t>
      </w:r>
      <w:bookmarkEnd w:id="18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2" w:name="_Toc245029193"/>
      <w:bookmarkStart w:id="1813" w:name="_Toc400526187"/>
      <w:bookmarkStart w:id="1814" w:name="_Toc405534505"/>
      <w:bookmarkStart w:id="1815" w:name="_Toc406570518"/>
      <w:bookmarkStart w:id="1816" w:name="_Toc410910670"/>
      <w:bookmarkStart w:id="1817" w:name="_Toc411841098"/>
      <w:bookmarkStart w:id="1818" w:name="_Toc422147060"/>
      <w:bookmarkStart w:id="1819" w:name="_Toc433020656"/>
      <w:bookmarkStart w:id="1820" w:name="_Toc437262097"/>
      <w:bookmarkStart w:id="1821" w:name="_Toc478375274"/>
      <w:bookmarkStart w:id="1822" w:name="_Toc160026681"/>
      <w:r w:rsidRPr="00AE0E6D">
        <w:rPr>
          <w:b/>
        </w:rPr>
        <w:t>3.11.4.7</w:t>
      </w:r>
      <w:r w:rsidRPr="00AE0E6D">
        <w:rPr>
          <w:b/>
        </w:rPr>
        <w:tab/>
      </w:r>
      <w:r w:rsidR="001311B3">
        <w:rPr>
          <w:b/>
        </w:rPr>
        <w:t xml:space="preserve">Processing of </w:t>
      </w:r>
      <w:r w:rsidRPr="00AE0E6D">
        <w:rPr>
          <w:b/>
        </w:rPr>
        <w:t>Tier 1</w:t>
      </w:r>
      <w:bookmarkEnd w:id="1812"/>
      <w:bookmarkEnd w:id="1813"/>
      <w:bookmarkEnd w:id="1814"/>
      <w:bookmarkEnd w:id="1815"/>
      <w:bookmarkEnd w:id="1816"/>
      <w:bookmarkEnd w:id="1817"/>
      <w:bookmarkEnd w:id="1818"/>
      <w:bookmarkEnd w:id="1819"/>
      <w:bookmarkEnd w:id="1820"/>
      <w:bookmarkEnd w:id="1821"/>
      <w:r w:rsidR="001311B3">
        <w:rPr>
          <w:b/>
        </w:rPr>
        <w:t xml:space="preserve"> Projects</w:t>
      </w:r>
      <w:bookmarkEnd w:id="18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3" w:name="_Toc400526188"/>
      <w:bookmarkStart w:id="1824" w:name="_Toc405534506"/>
      <w:bookmarkStart w:id="1825" w:name="_Toc406570519"/>
      <w:bookmarkStart w:id="1826" w:name="_Toc410910671"/>
      <w:bookmarkStart w:id="1827" w:name="_Toc411841099"/>
      <w:bookmarkStart w:id="1828" w:name="_Toc422147061"/>
      <w:bookmarkStart w:id="1829" w:name="_Toc433020657"/>
      <w:bookmarkStart w:id="1830" w:name="_Toc437262098"/>
      <w:bookmarkStart w:id="1831" w:name="_Toc478375275"/>
      <w:bookmarkStart w:id="1832" w:name="_Toc160026682"/>
      <w:r w:rsidRPr="00AE0E6D">
        <w:rPr>
          <w:b/>
        </w:rPr>
        <w:t>3.11.4.8</w:t>
      </w:r>
      <w:r w:rsidRPr="00AE0E6D">
        <w:rPr>
          <w:b/>
        </w:rPr>
        <w:tab/>
        <w:t>Determine Designated Providers of Transmission Additions</w:t>
      </w:r>
      <w:bookmarkEnd w:id="1823"/>
      <w:bookmarkEnd w:id="1824"/>
      <w:bookmarkEnd w:id="1825"/>
      <w:bookmarkEnd w:id="1826"/>
      <w:bookmarkEnd w:id="1827"/>
      <w:bookmarkEnd w:id="1828"/>
      <w:bookmarkEnd w:id="1829"/>
      <w:bookmarkEnd w:id="1830"/>
      <w:bookmarkEnd w:id="1831"/>
      <w:bookmarkEnd w:id="18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3" w:name="_Toc400526189"/>
      <w:bookmarkStart w:id="1834" w:name="_Toc405534507"/>
      <w:bookmarkStart w:id="1835" w:name="_Toc406570520"/>
      <w:bookmarkStart w:id="1836" w:name="_Toc410910672"/>
      <w:bookmarkStart w:id="1837" w:name="_Toc411841100"/>
      <w:bookmarkStart w:id="1838" w:name="_Toc422147062"/>
      <w:bookmarkStart w:id="1839" w:name="_Toc433020658"/>
      <w:bookmarkStart w:id="1840" w:name="_Toc437262099"/>
      <w:bookmarkStart w:id="1841" w:name="_Toc478375276"/>
      <w:bookmarkStart w:id="1842" w:name="_Toc160026683"/>
      <w:r w:rsidRPr="00AE0E6D">
        <w:rPr>
          <w:b/>
        </w:rPr>
        <w:t>3.11.4.9</w:t>
      </w:r>
      <w:r w:rsidRPr="00AE0E6D">
        <w:rPr>
          <w:b/>
        </w:rPr>
        <w:tab/>
        <w:t>Regional Planning Group Acceptance and ERCOT Endorsement</w:t>
      </w:r>
      <w:bookmarkEnd w:id="1833"/>
      <w:bookmarkEnd w:id="1834"/>
      <w:bookmarkEnd w:id="1835"/>
      <w:bookmarkEnd w:id="1836"/>
      <w:bookmarkEnd w:id="1837"/>
      <w:bookmarkEnd w:id="1838"/>
      <w:bookmarkEnd w:id="1839"/>
      <w:bookmarkEnd w:id="1840"/>
      <w:bookmarkEnd w:id="1841"/>
      <w:bookmarkEnd w:id="18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3" w:name="_Toc400526190"/>
      <w:bookmarkStart w:id="1844" w:name="_Toc405534508"/>
      <w:bookmarkStart w:id="1845" w:name="_Toc406570521"/>
      <w:bookmarkStart w:id="1846" w:name="_Toc410910673"/>
      <w:bookmarkStart w:id="1847" w:name="_Toc411841101"/>
      <w:bookmarkStart w:id="1848" w:name="_Toc422147063"/>
      <w:bookmarkStart w:id="1849" w:name="_Toc433020659"/>
      <w:bookmarkStart w:id="1850" w:name="_Toc437262100"/>
      <w:bookmarkStart w:id="1851"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2" w:name="_Toc160026684"/>
      <w:r w:rsidRPr="00AE0E6D">
        <w:rPr>
          <w:b/>
          <w:bCs/>
        </w:rPr>
        <w:t>3.11.4.10</w:t>
      </w:r>
      <w:r w:rsidRPr="00AE0E6D">
        <w:rPr>
          <w:b/>
          <w:bCs/>
        </w:rPr>
        <w:tab/>
        <w:t>Modifications to ERCOT Endorsed Projects</w:t>
      </w:r>
      <w:bookmarkEnd w:id="1843"/>
      <w:bookmarkEnd w:id="1844"/>
      <w:bookmarkEnd w:id="1845"/>
      <w:bookmarkEnd w:id="1846"/>
      <w:bookmarkEnd w:id="1847"/>
      <w:bookmarkEnd w:id="1848"/>
      <w:bookmarkEnd w:id="1849"/>
      <w:bookmarkEnd w:id="1850"/>
      <w:bookmarkEnd w:id="1851"/>
      <w:bookmarkEnd w:id="18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3" w:name="_Toc114235795"/>
      <w:bookmarkStart w:id="1854" w:name="_Toc144691968"/>
      <w:bookmarkStart w:id="1855" w:name="_Toc204048578"/>
      <w:bookmarkStart w:id="1856" w:name="_Toc400526191"/>
      <w:bookmarkStart w:id="1857" w:name="_Toc405534509"/>
      <w:bookmarkStart w:id="1858" w:name="_Toc406570522"/>
      <w:bookmarkStart w:id="1859" w:name="_Toc410910674"/>
      <w:bookmarkStart w:id="1860" w:name="_Toc411841102"/>
      <w:bookmarkStart w:id="1861" w:name="_Toc422147064"/>
      <w:bookmarkStart w:id="1862" w:name="_Toc433020660"/>
      <w:bookmarkStart w:id="1863" w:name="_Toc437262101"/>
      <w:bookmarkStart w:id="18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5" w:name="_Toc160026685"/>
      <w:r w:rsidRPr="00AF46BB">
        <w:rPr>
          <w:b/>
          <w:bCs/>
        </w:rPr>
        <w:t>3.11.4.11</w:t>
      </w:r>
      <w:r w:rsidR="00EE6648">
        <w:rPr>
          <w:b/>
          <w:bCs/>
        </w:rPr>
        <w:tab/>
      </w:r>
      <w:r w:rsidRPr="00AF46BB">
        <w:rPr>
          <w:b/>
          <w:bCs/>
        </w:rPr>
        <w:t>Customer or Resource Entity Funded Transmission Projects</w:t>
      </w:r>
      <w:bookmarkEnd w:id="186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6" w:name="_Toc160026686"/>
      <w:r>
        <w:t>3.11.</w:t>
      </w:r>
      <w:r w:rsidR="00243C91">
        <w:t>5</w:t>
      </w:r>
      <w:r>
        <w:tab/>
      </w:r>
      <w:bookmarkEnd w:id="1853"/>
      <w:bookmarkEnd w:id="1854"/>
      <w:bookmarkEnd w:id="1855"/>
      <w:r w:rsidR="001C17B7" w:rsidRPr="004E3EDB">
        <w:t>Transmission Service Provider and Distribution Service Provider Access to Interval Data</w:t>
      </w:r>
      <w:bookmarkEnd w:id="1856"/>
      <w:bookmarkEnd w:id="1857"/>
      <w:bookmarkEnd w:id="1858"/>
      <w:bookmarkEnd w:id="1859"/>
      <w:bookmarkEnd w:id="1860"/>
      <w:bookmarkEnd w:id="1861"/>
      <w:bookmarkEnd w:id="1862"/>
      <w:bookmarkEnd w:id="1863"/>
      <w:bookmarkEnd w:id="1864"/>
      <w:bookmarkEnd w:id="186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7" w:name="_Toc400526192"/>
      <w:bookmarkStart w:id="1868" w:name="_Toc405534510"/>
      <w:bookmarkStart w:id="1869" w:name="_Toc406570523"/>
      <w:bookmarkStart w:id="1870" w:name="_Toc410910675"/>
      <w:bookmarkStart w:id="1871" w:name="_Toc411841103"/>
      <w:bookmarkStart w:id="1872" w:name="_Toc422147065"/>
      <w:bookmarkStart w:id="1873" w:name="_Toc433020661"/>
      <w:bookmarkStart w:id="1874" w:name="_Toc437262102"/>
      <w:bookmarkStart w:id="1875" w:name="_Toc478375279"/>
      <w:bookmarkStart w:id="1876" w:name="_Toc160026687"/>
      <w:r w:rsidRPr="00350910">
        <w:t>3.11.</w:t>
      </w:r>
      <w:r>
        <w:t>6</w:t>
      </w:r>
      <w:r w:rsidRPr="00350910">
        <w:tab/>
        <w:t>Generation Interconnection Process</w:t>
      </w:r>
      <w:bookmarkEnd w:id="1867"/>
      <w:bookmarkEnd w:id="1868"/>
      <w:bookmarkEnd w:id="1869"/>
      <w:bookmarkEnd w:id="1870"/>
      <w:bookmarkEnd w:id="1871"/>
      <w:bookmarkEnd w:id="1872"/>
      <w:bookmarkEnd w:id="1873"/>
      <w:bookmarkEnd w:id="1874"/>
      <w:bookmarkEnd w:id="1875"/>
      <w:bookmarkEnd w:id="187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7" w:name="_Toc204048579"/>
      <w:bookmarkStart w:id="1878" w:name="_Toc400526193"/>
      <w:bookmarkStart w:id="1879" w:name="_Toc405534511"/>
      <w:bookmarkStart w:id="1880" w:name="_Toc406570524"/>
      <w:bookmarkStart w:id="1881" w:name="_Toc410910676"/>
      <w:bookmarkStart w:id="1882" w:name="_Toc411841104"/>
      <w:bookmarkStart w:id="1883" w:name="_Toc422147066"/>
      <w:bookmarkStart w:id="1884" w:name="_Toc433020662"/>
      <w:bookmarkStart w:id="1885" w:name="_Toc437262103"/>
      <w:bookmarkStart w:id="1886" w:name="_Toc478375280"/>
      <w:bookmarkStart w:id="1887" w:name="_Toc160026688"/>
      <w:bookmarkStart w:id="1888" w:name="_Toc114235799"/>
      <w:bookmarkStart w:id="1889" w:name="_Toc144691972"/>
      <w:r>
        <w:t>3.12</w:t>
      </w:r>
      <w:r>
        <w:tab/>
        <w:t>Load Forecasting</w:t>
      </w:r>
      <w:bookmarkEnd w:id="1877"/>
      <w:bookmarkEnd w:id="1878"/>
      <w:bookmarkEnd w:id="1879"/>
      <w:bookmarkEnd w:id="1880"/>
      <w:bookmarkEnd w:id="1881"/>
      <w:bookmarkEnd w:id="1882"/>
      <w:bookmarkEnd w:id="1883"/>
      <w:bookmarkEnd w:id="1884"/>
      <w:bookmarkEnd w:id="1885"/>
      <w:bookmarkEnd w:id="1886"/>
      <w:bookmarkEnd w:id="188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90" w:name="_Toc204048580"/>
      <w:bookmarkStart w:id="1891" w:name="_Toc400526194"/>
      <w:bookmarkStart w:id="1892" w:name="_Toc405534512"/>
      <w:bookmarkStart w:id="1893" w:name="_Toc406570525"/>
      <w:bookmarkStart w:id="1894" w:name="_Toc410910677"/>
      <w:bookmarkStart w:id="1895" w:name="_Toc411841105"/>
      <w:bookmarkStart w:id="1896" w:name="_Toc422147067"/>
      <w:bookmarkStart w:id="1897" w:name="_Toc433020663"/>
      <w:bookmarkStart w:id="1898" w:name="_Toc437262104"/>
      <w:bookmarkStart w:id="1899" w:name="_Toc478375281"/>
      <w:bookmarkStart w:id="1900" w:name="_Toc160026689"/>
      <w:r>
        <w:t>3.12.1</w:t>
      </w:r>
      <w:r>
        <w:tab/>
        <w:t>Seven-Day Load Forecast</w:t>
      </w:r>
      <w:bookmarkEnd w:id="1890"/>
      <w:bookmarkEnd w:id="1891"/>
      <w:bookmarkEnd w:id="1892"/>
      <w:bookmarkEnd w:id="1893"/>
      <w:bookmarkEnd w:id="1894"/>
      <w:bookmarkEnd w:id="1895"/>
      <w:bookmarkEnd w:id="1896"/>
      <w:bookmarkEnd w:id="1897"/>
      <w:bookmarkEnd w:id="1898"/>
      <w:bookmarkEnd w:id="1899"/>
      <w:bookmarkEnd w:id="190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1" w:name="_Toc160026690"/>
      <w:r w:rsidRPr="00B83665">
        <w:lastRenderedPageBreak/>
        <w:t>3.12.2</w:t>
      </w:r>
      <w:r w:rsidRPr="00B83665">
        <w:tab/>
        <w:t>Study Areas</w:t>
      </w:r>
      <w:bookmarkEnd w:id="190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2" w:name="_Toc160026691"/>
      <w:r>
        <w:t>3.12.3</w:t>
      </w:r>
      <w:r>
        <w:tab/>
        <w:t>Seven-Day Study Area Load Forecast</w:t>
      </w:r>
      <w:bookmarkEnd w:id="190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3" w:name="_Toc204048582"/>
      <w:bookmarkStart w:id="1904" w:name="_Toc400526195"/>
      <w:bookmarkStart w:id="1905" w:name="_Toc405534513"/>
      <w:bookmarkStart w:id="1906" w:name="_Toc406570526"/>
      <w:bookmarkStart w:id="1907" w:name="_Toc410910678"/>
      <w:bookmarkStart w:id="1908" w:name="_Toc411841106"/>
      <w:bookmarkStart w:id="1909" w:name="_Toc422147068"/>
      <w:bookmarkStart w:id="1910" w:name="_Toc433020664"/>
      <w:bookmarkStart w:id="1911" w:name="_Toc437262105"/>
      <w:bookmarkStart w:id="1912" w:name="_Toc478375282"/>
      <w:bookmarkStart w:id="1913" w:name="_Toc160026692"/>
      <w:r>
        <w:t>3.13</w:t>
      </w:r>
      <w:r>
        <w:tab/>
        <w:t>Renewable Production Potential Forecasts</w:t>
      </w:r>
      <w:bookmarkEnd w:id="1888"/>
      <w:bookmarkEnd w:id="1889"/>
      <w:bookmarkEnd w:id="1903"/>
      <w:bookmarkEnd w:id="1904"/>
      <w:bookmarkEnd w:id="1905"/>
      <w:bookmarkEnd w:id="1906"/>
      <w:bookmarkEnd w:id="1907"/>
      <w:bookmarkEnd w:id="1908"/>
      <w:bookmarkEnd w:id="1909"/>
      <w:bookmarkEnd w:id="1910"/>
      <w:bookmarkEnd w:id="1911"/>
      <w:bookmarkEnd w:id="1912"/>
      <w:bookmarkEnd w:id="191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4" w:name="_Toc400526196"/>
      <w:bookmarkStart w:id="1915" w:name="_Toc405534514"/>
      <w:bookmarkStart w:id="1916" w:name="_Toc406570527"/>
      <w:bookmarkStart w:id="1917" w:name="_Toc410910679"/>
      <w:bookmarkStart w:id="1918" w:name="_Toc411841107"/>
      <w:bookmarkStart w:id="1919" w:name="_Toc422147069"/>
      <w:bookmarkStart w:id="1920" w:name="_Toc433020665"/>
      <w:bookmarkStart w:id="1921" w:name="_Toc437262106"/>
      <w:bookmarkStart w:id="1922" w:name="_Toc478375283"/>
      <w:bookmarkStart w:id="1923" w:name="_Toc160026693"/>
      <w:bookmarkStart w:id="1924" w:name="_Toc114235800"/>
      <w:bookmarkStart w:id="1925" w:name="_Toc144691973"/>
      <w:bookmarkStart w:id="1926" w:name="_Toc204048583"/>
      <w:r>
        <w:t>3.14</w:t>
      </w:r>
      <w:r>
        <w:tab/>
        <w:t>Contracts for Reliability Resources and Emergency Response Service Resources</w:t>
      </w:r>
      <w:bookmarkEnd w:id="1914"/>
      <w:bookmarkEnd w:id="1915"/>
      <w:bookmarkEnd w:id="1916"/>
      <w:bookmarkEnd w:id="1917"/>
      <w:bookmarkEnd w:id="1918"/>
      <w:bookmarkEnd w:id="1919"/>
      <w:bookmarkEnd w:id="1920"/>
      <w:bookmarkEnd w:id="1921"/>
      <w:bookmarkEnd w:id="1922"/>
      <w:bookmarkEnd w:id="192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4"/>
      <w:bookmarkEnd w:id="1925"/>
      <w:bookmarkEnd w:id="19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7" w:name="_Toc114235801"/>
            <w:bookmarkStart w:id="1928" w:name="_Toc144691974"/>
            <w:bookmarkStart w:id="1929" w:name="_Toc204048584"/>
            <w:bookmarkStart w:id="1930" w:name="_Toc400526197"/>
            <w:bookmarkStart w:id="1931" w:name="_Toc405534515"/>
            <w:bookmarkStart w:id="1932" w:name="_Toc406570528"/>
            <w:bookmarkStart w:id="1933" w:name="_Toc410910680"/>
            <w:bookmarkStart w:id="1934" w:name="_Toc411841108"/>
            <w:bookmarkStart w:id="1935" w:name="_Toc422147070"/>
            <w:bookmarkStart w:id="1936" w:name="_Toc433020666"/>
            <w:bookmarkStart w:id="1937" w:name="_Toc437262107"/>
            <w:bookmarkStart w:id="193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9" w:name="_Toc160026694"/>
      <w:r>
        <w:lastRenderedPageBreak/>
        <w:t>3.14.1</w:t>
      </w:r>
      <w:r>
        <w:tab/>
        <w:t>Reliability Must Run</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0" w:name="_Toc144691975"/>
      <w:bookmarkStart w:id="1941" w:name="_Toc204048585"/>
      <w:bookmarkStart w:id="1942" w:name="_Toc400526198"/>
      <w:bookmarkStart w:id="1943" w:name="_Toc405534516"/>
      <w:bookmarkStart w:id="1944" w:name="_Toc406570529"/>
      <w:bookmarkStart w:id="1945" w:name="_Toc410910681"/>
      <w:bookmarkStart w:id="1946" w:name="_Toc411841109"/>
      <w:bookmarkStart w:id="1947" w:name="_Toc422147071"/>
      <w:bookmarkStart w:id="1948" w:name="_Toc433020667"/>
      <w:bookmarkStart w:id="1949" w:name="_Toc437262108"/>
      <w:bookmarkStart w:id="1950" w:name="_Toc478375285"/>
      <w:bookmarkStart w:id="1951" w:name="_Toc160026695"/>
      <w:bookmarkStart w:id="1952" w:name="_Hlk130901987"/>
      <w:r w:rsidRPr="00AE0E6D">
        <w:rPr>
          <w:b/>
        </w:rPr>
        <w:t>3.14.1.1</w:t>
      </w:r>
      <w:r w:rsidRPr="00AE0E6D">
        <w:rPr>
          <w:b/>
        </w:rPr>
        <w:tab/>
        <w:t>Notification of Suspension of Operations</w:t>
      </w:r>
      <w:bookmarkEnd w:id="1940"/>
      <w:bookmarkEnd w:id="1941"/>
      <w:bookmarkEnd w:id="1942"/>
      <w:bookmarkEnd w:id="1943"/>
      <w:bookmarkEnd w:id="1944"/>
      <w:bookmarkEnd w:id="1945"/>
      <w:bookmarkEnd w:id="1946"/>
      <w:bookmarkEnd w:id="1947"/>
      <w:bookmarkEnd w:id="1948"/>
      <w:bookmarkEnd w:id="1949"/>
      <w:bookmarkEnd w:id="1950"/>
      <w:bookmarkEnd w:id="195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 xml:space="preserve">that the </w:t>
      </w:r>
      <w:r w:rsidR="00F7543E" w:rsidRPr="00A26308">
        <w:rPr>
          <w:iCs w:val="0"/>
        </w:rPr>
        <w:lastRenderedPageBreak/>
        <w:t>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3" w:name="_Toc144691976"/>
      <w:bookmarkStart w:id="1954" w:name="_Toc204048586"/>
      <w:bookmarkStart w:id="1955" w:name="_Toc400526199"/>
      <w:bookmarkStart w:id="1956" w:name="_Toc405534517"/>
      <w:bookmarkStart w:id="1957" w:name="_Toc406570530"/>
      <w:bookmarkStart w:id="1958" w:name="_Toc410910682"/>
      <w:bookmarkStart w:id="1959" w:name="_Toc411841110"/>
      <w:bookmarkStart w:id="1960" w:name="_Toc422147072"/>
      <w:bookmarkStart w:id="1961" w:name="_Toc433020668"/>
      <w:bookmarkStart w:id="1962" w:name="_Toc437262109"/>
      <w:bookmarkStart w:id="1963" w:name="_Toc478375286"/>
      <w:bookmarkStart w:id="1964" w:name="_Toc160026696"/>
      <w:r w:rsidRPr="00AE0E6D">
        <w:rPr>
          <w:b/>
        </w:rPr>
        <w:t>3.14.1.2</w:t>
      </w:r>
      <w:r w:rsidRPr="00AE0E6D">
        <w:rPr>
          <w:b/>
        </w:rPr>
        <w:tab/>
        <w:t>ERCOT Evaluation</w:t>
      </w:r>
      <w:bookmarkEnd w:id="1953"/>
      <w:bookmarkEnd w:id="1954"/>
      <w:bookmarkEnd w:id="1955"/>
      <w:bookmarkEnd w:id="1956"/>
      <w:bookmarkEnd w:id="1957"/>
      <w:bookmarkEnd w:id="1958"/>
      <w:bookmarkEnd w:id="1959"/>
      <w:bookmarkEnd w:id="1960"/>
      <w:bookmarkEnd w:id="1961"/>
      <w:bookmarkEnd w:id="1962"/>
      <w:bookmarkEnd w:id="1963"/>
      <w:r w:rsidR="006360D2">
        <w:rPr>
          <w:b/>
        </w:rPr>
        <w:t xml:space="preserve"> Process</w:t>
      </w:r>
      <w:bookmarkEnd w:id="1964"/>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 xml:space="preserve">Except as provided in paragraph (3) of Section 3.14.1.1, Notification of Suspension of Operations, upon receipt of an NSO under Section 3.14.1.1 ERCOT shall post the NSO on the ERCOT website and shall post on the MIS Secure Area all existing relevant </w:t>
            </w:r>
            <w:r w:rsidRPr="00300A36">
              <w:lastRenderedPageBreak/>
              <w:t>studies and data and provide a Market Notice of the NSO and posting of the studies and data.</w:t>
            </w:r>
          </w:p>
        </w:tc>
      </w:tr>
    </w:tbl>
    <w:p w14:paraId="2495490F" w14:textId="06D85A52" w:rsidR="00CB13B2" w:rsidRDefault="002D238A" w:rsidP="00D3629D">
      <w:pPr>
        <w:pStyle w:val="List"/>
        <w:spacing w:before="240"/>
        <w:ind w:left="720"/>
      </w:pPr>
      <w:r>
        <w:lastRenderedPageBreak/>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w:t>
            </w:r>
            <w:r w:rsidRPr="00447F75">
              <w:lastRenderedPageBreak/>
              <w:t xml:space="preserve">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65" w:name="_Toc400526200"/>
      <w:bookmarkStart w:id="1966" w:name="_Toc405534518"/>
      <w:bookmarkStart w:id="1967" w:name="_Toc406570531"/>
      <w:bookmarkStart w:id="1968" w:name="_Toc410910683"/>
      <w:bookmarkStart w:id="1969" w:name="_Toc411841111"/>
      <w:bookmarkStart w:id="1970" w:name="_Toc422147073"/>
      <w:bookmarkStart w:id="1971" w:name="_Toc433020669"/>
      <w:bookmarkStart w:id="1972" w:name="_Toc437262110"/>
      <w:bookmarkStart w:id="1973" w:name="_Toc478375287"/>
      <w:bookmarkStart w:id="1974" w:name="_Toc160026697"/>
      <w:bookmarkEnd w:id="1952"/>
      <w:r w:rsidRPr="004D74A6">
        <w:rPr>
          <w:b/>
          <w:iCs/>
        </w:rPr>
        <w:t>3.14.1.2.1</w:t>
      </w:r>
      <w:r w:rsidRPr="004D74A6">
        <w:rPr>
          <w:b/>
          <w:iCs/>
        </w:rPr>
        <w:tab/>
      </w:r>
      <w:r w:rsidRPr="004D74A6">
        <w:rPr>
          <w:b/>
          <w:snapToGrid w:val="0"/>
        </w:rPr>
        <w:t>ERCOT Evaluation of Seasonal Mothball Status</w:t>
      </w:r>
      <w:bookmarkEnd w:id="1965"/>
      <w:bookmarkEnd w:id="1966"/>
      <w:bookmarkEnd w:id="1967"/>
      <w:bookmarkEnd w:id="1968"/>
      <w:bookmarkEnd w:id="1969"/>
      <w:bookmarkEnd w:id="1970"/>
      <w:bookmarkEnd w:id="1971"/>
      <w:bookmarkEnd w:id="1972"/>
      <w:bookmarkEnd w:id="1973"/>
      <w:bookmarkEnd w:id="197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lastRenderedPageBreak/>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5" w:name="_Toc204048587"/>
      <w:bookmarkStart w:id="1976" w:name="_Toc400526201"/>
      <w:bookmarkStart w:id="1977" w:name="_Toc405534519"/>
      <w:bookmarkStart w:id="1978" w:name="_Toc406570532"/>
      <w:bookmarkStart w:id="1979" w:name="_Toc410910684"/>
      <w:bookmarkStart w:id="1980" w:name="_Toc411841112"/>
      <w:bookmarkStart w:id="1981" w:name="_Toc422147074"/>
      <w:bookmarkStart w:id="1982" w:name="_Toc433020670"/>
      <w:bookmarkStart w:id="1983" w:name="_Toc437262111"/>
      <w:bookmarkStart w:id="1984" w:name="_Toc478375288"/>
      <w:bookmarkStart w:id="1985" w:name="_Toc160026698"/>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5"/>
      <w:bookmarkEnd w:id="1976"/>
      <w:bookmarkEnd w:id="1977"/>
      <w:bookmarkEnd w:id="1978"/>
      <w:bookmarkEnd w:id="1979"/>
      <w:bookmarkEnd w:id="1980"/>
      <w:bookmarkEnd w:id="1981"/>
      <w:bookmarkEnd w:id="1982"/>
      <w:bookmarkEnd w:id="1983"/>
      <w:bookmarkEnd w:id="1984"/>
      <w:bookmarkEnd w:id="198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 xml:space="preserve">and compared the alternatives </w:t>
      </w:r>
      <w:r>
        <w:lastRenderedPageBreak/>
        <w:t>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6" w:name="_Toc144691977"/>
      <w:bookmarkStart w:id="1987" w:name="_Toc204048588"/>
      <w:bookmarkStart w:id="1988" w:name="_Toc400526202"/>
      <w:bookmarkStart w:id="1989" w:name="_Toc405534520"/>
      <w:bookmarkStart w:id="1990" w:name="_Toc406570533"/>
      <w:bookmarkStart w:id="1991" w:name="_Toc410910685"/>
      <w:bookmarkStart w:id="1992" w:name="_Toc411841113"/>
      <w:bookmarkStart w:id="1993" w:name="_Toc422147075"/>
      <w:bookmarkStart w:id="1994" w:name="_Toc433020671"/>
      <w:bookmarkStart w:id="1995" w:name="_Toc437262112"/>
      <w:bookmarkStart w:id="1996" w:name="_Toc478375289"/>
      <w:bookmarkStart w:id="1997" w:name="_Toc160026699"/>
      <w:r w:rsidRPr="00AE0E6D">
        <w:rPr>
          <w:b/>
        </w:rPr>
        <w:t>3.14.1.4</w:t>
      </w:r>
      <w:r w:rsidRPr="00AE0E6D">
        <w:rPr>
          <w:b/>
        </w:rPr>
        <w:tab/>
        <w:t>Exit Strategy from an RMR Agreement</w:t>
      </w:r>
      <w:bookmarkEnd w:id="1986"/>
      <w:bookmarkEnd w:id="1987"/>
      <w:bookmarkEnd w:id="1988"/>
      <w:bookmarkEnd w:id="1989"/>
      <w:bookmarkEnd w:id="1990"/>
      <w:bookmarkEnd w:id="1991"/>
      <w:bookmarkEnd w:id="1992"/>
      <w:bookmarkEnd w:id="1993"/>
      <w:bookmarkEnd w:id="1994"/>
      <w:bookmarkEnd w:id="1995"/>
      <w:bookmarkEnd w:id="1996"/>
      <w:bookmarkEnd w:id="199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8" w:name="_Toc144691978"/>
      <w:bookmarkStart w:id="1999" w:name="_Toc204048589"/>
      <w:bookmarkStart w:id="2000" w:name="_Toc400526203"/>
      <w:bookmarkStart w:id="2001" w:name="_Toc405534521"/>
      <w:bookmarkStart w:id="2002" w:name="_Toc406570534"/>
      <w:bookmarkStart w:id="2003" w:name="_Toc410910686"/>
      <w:bookmarkStart w:id="2004" w:name="_Toc411841114"/>
      <w:bookmarkStart w:id="2005" w:name="_Toc422147076"/>
      <w:bookmarkStart w:id="2006" w:name="_Toc433020672"/>
      <w:bookmarkStart w:id="2007" w:name="_Toc437262113"/>
      <w:bookmarkStart w:id="2008" w:name="_Toc478375290"/>
      <w:bookmarkStart w:id="2009" w:name="_Toc160026700"/>
      <w:bookmarkStart w:id="2010" w:name="_Hlk130902018"/>
      <w:r w:rsidRPr="00AE0E6D">
        <w:rPr>
          <w:b/>
        </w:rPr>
        <w:t>3.14.1.5</w:t>
      </w:r>
      <w:r w:rsidRPr="00AE0E6D">
        <w:rPr>
          <w:b/>
        </w:rPr>
        <w:tab/>
      </w:r>
      <w:r w:rsidR="006360D2">
        <w:rPr>
          <w:b/>
        </w:rPr>
        <w:t>Evaluation of</w:t>
      </w:r>
      <w:r w:rsidRPr="00AE0E6D">
        <w:rPr>
          <w:b/>
        </w:rPr>
        <w:t xml:space="preserve"> Alternatives</w:t>
      </w:r>
      <w:bookmarkEnd w:id="1998"/>
      <w:bookmarkEnd w:id="1999"/>
      <w:bookmarkEnd w:id="2000"/>
      <w:bookmarkEnd w:id="2001"/>
      <w:bookmarkEnd w:id="2002"/>
      <w:bookmarkEnd w:id="2003"/>
      <w:bookmarkEnd w:id="2004"/>
      <w:bookmarkEnd w:id="2005"/>
      <w:bookmarkEnd w:id="2006"/>
      <w:bookmarkEnd w:id="2007"/>
      <w:bookmarkEnd w:id="2008"/>
      <w:bookmarkEnd w:id="200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lastRenderedPageBreak/>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w:t>
      </w:r>
      <w:r>
        <w:lastRenderedPageBreak/>
        <w:t>staff to pursue an agreement to procure one or more options not proposed by ERCOT staff.</w:t>
      </w:r>
    </w:p>
    <w:p w14:paraId="33E83751" w14:textId="77777777" w:rsidR="00CB13B2" w:rsidRPr="00AE0E6D" w:rsidRDefault="002D238A">
      <w:pPr>
        <w:pStyle w:val="H4"/>
        <w:rPr>
          <w:b/>
        </w:rPr>
      </w:pPr>
      <w:bookmarkStart w:id="2011" w:name="_Toc144691979"/>
      <w:bookmarkStart w:id="2012" w:name="_Toc204048590"/>
      <w:bookmarkStart w:id="2013" w:name="_Toc400526204"/>
      <w:bookmarkStart w:id="2014" w:name="_Toc405534522"/>
      <w:bookmarkStart w:id="2015" w:name="_Toc406570535"/>
      <w:bookmarkStart w:id="2016" w:name="_Toc410910687"/>
      <w:bookmarkStart w:id="2017" w:name="_Toc411841115"/>
      <w:bookmarkStart w:id="2018" w:name="_Toc422147077"/>
      <w:bookmarkStart w:id="2019" w:name="_Toc433020673"/>
      <w:bookmarkStart w:id="2020" w:name="_Toc437262114"/>
      <w:bookmarkStart w:id="2021" w:name="_Toc478375291"/>
      <w:bookmarkStart w:id="2022" w:name="_Toc160026701"/>
      <w:bookmarkEnd w:id="2010"/>
      <w:r w:rsidRPr="00AE0E6D">
        <w:rPr>
          <w:b/>
        </w:rPr>
        <w:t>3.14.1.6</w:t>
      </w:r>
      <w:r w:rsidRPr="00AE0E6D">
        <w:rPr>
          <w:b/>
        </w:rPr>
        <w:tab/>
        <w:t>Transmission System Upgrades Associated with an RMR and/or MRA Exit Strategy</w:t>
      </w:r>
      <w:bookmarkEnd w:id="2011"/>
      <w:bookmarkEnd w:id="2012"/>
      <w:bookmarkEnd w:id="2013"/>
      <w:bookmarkEnd w:id="2014"/>
      <w:bookmarkEnd w:id="2015"/>
      <w:bookmarkEnd w:id="2016"/>
      <w:bookmarkEnd w:id="2017"/>
      <w:bookmarkEnd w:id="2018"/>
      <w:bookmarkEnd w:id="2019"/>
      <w:bookmarkEnd w:id="2020"/>
      <w:bookmarkEnd w:id="2021"/>
      <w:bookmarkEnd w:id="202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3" w:name="_Toc144691980"/>
      <w:bookmarkStart w:id="2024" w:name="_Toc204048591"/>
      <w:bookmarkStart w:id="2025" w:name="_Toc400526205"/>
      <w:bookmarkStart w:id="2026" w:name="_Toc405534523"/>
      <w:bookmarkStart w:id="2027" w:name="_Toc406570536"/>
      <w:bookmarkStart w:id="2028" w:name="_Toc410910688"/>
      <w:bookmarkStart w:id="2029" w:name="_Toc411841116"/>
      <w:bookmarkStart w:id="2030" w:name="_Toc422147078"/>
      <w:bookmarkStart w:id="2031" w:name="_Toc433020674"/>
      <w:bookmarkStart w:id="2032" w:name="_Toc437262115"/>
      <w:bookmarkStart w:id="2033" w:name="_Toc478375292"/>
      <w:bookmarkStart w:id="2034" w:name="_Toc160026702"/>
      <w:r w:rsidRPr="00AE0E6D">
        <w:rPr>
          <w:b/>
        </w:rPr>
        <w:t>3.14.1.7</w:t>
      </w:r>
      <w:r w:rsidRPr="00AE0E6D">
        <w:rPr>
          <w:b/>
        </w:rPr>
        <w:tab/>
        <w:t>RMR or MRA Contract Termination</w:t>
      </w:r>
      <w:bookmarkEnd w:id="2023"/>
      <w:bookmarkEnd w:id="2024"/>
      <w:bookmarkEnd w:id="2025"/>
      <w:bookmarkEnd w:id="2026"/>
      <w:bookmarkEnd w:id="2027"/>
      <w:bookmarkEnd w:id="2028"/>
      <w:bookmarkEnd w:id="2029"/>
      <w:bookmarkEnd w:id="2030"/>
      <w:bookmarkEnd w:id="2031"/>
      <w:bookmarkEnd w:id="2032"/>
      <w:bookmarkEnd w:id="2033"/>
      <w:bookmarkEnd w:id="203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lastRenderedPageBreak/>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5" w:name="_Toc144691981"/>
      <w:bookmarkStart w:id="2036" w:name="_Toc204048592"/>
      <w:bookmarkStart w:id="2037" w:name="_Toc400526206"/>
      <w:bookmarkStart w:id="2038" w:name="_Toc405534524"/>
      <w:bookmarkStart w:id="2039" w:name="_Toc406570537"/>
      <w:bookmarkStart w:id="2040" w:name="_Toc410910689"/>
      <w:bookmarkStart w:id="2041" w:name="_Toc411841117"/>
      <w:bookmarkStart w:id="2042" w:name="_Toc422147079"/>
      <w:bookmarkStart w:id="2043" w:name="_Toc433020675"/>
      <w:bookmarkStart w:id="2044" w:name="_Toc437262116"/>
      <w:bookmarkStart w:id="2045" w:name="_Toc478375293"/>
      <w:bookmarkStart w:id="2046" w:name="_Toc160026703"/>
      <w:r w:rsidRPr="00AE0E6D">
        <w:rPr>
          <w:b/>
        </w:rPr>
        <w:t>3.14.1.8</w:t>
      </w:r>
      <w:r w:rsidRPr="00AE0E6D">
        <w:rPr>
          <w:b/>
        </w:rPr>
        <w:tab/>
        <w:t>RMR and/or MRA Contract Extension</w:t>
      </w:r>
      <w:bookmarkEnd w:id="2035"/>
      <w:bookmarkEnd w:id="2036"/>
      <w:bookmarkEnd w:id="2037"/>
      <w:bookmarkEnd w:id="2038"/>
      <w:bookmarkEnd w:id="2039"/>
      <w:bookmarkEnd w:id="2040"/>
      <w:bookmarkEnd w:id="2041"/>
      <w:bookmarkEnd w:id="2042"/>
      <w:bookmarkEnd w:id="2043"/>
      <w:bookmarkEnd w:id="2044"/>
      <w:bookmarkEnd w:id="2045"/>
      <w:bookmarkEnd w:id="204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w:t>
      </w:r>
      <w:r w:rsidR="00D93C29">
        <w:lastRenderedPageBreak/>
        <w:t>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7" w:name="_Toc204048593"/>
      <w:bookmarkStart w:id="2048" w:name="_Toc400526207"/>
      <w:bookmarkStart w:id="2049" w:name="_Toc405534525"/>
      <w:bookmarkStart w:id="2050" w:name="_Toc406570538"/>
      <w:bookmarkStart w:id="2051" w:name="_Toc410910690"/>
      <w:bookmarkStart w:id="2052" w:name="_Toc411841118"/>
      <w:bookmarkStart w:id="2053" w:name="_Toc422147080"/>
      <w:bookmarkStart w:id="2054" w:name="_Toc433020676"/>
      <w:bookmarkStart w:id="2055" w:name="_Toc437262117"/>
      <w:bookmarkStart w:id="2056" w:name="_Toc478375294"/>
      <w:bookmarkStart w:id="2057" w:name="_Toc160026704"/>
      <w:bookmarkStart w:id="2058"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47"/>
      <w:bookmarkEnd w:id="2048"/>
      <w:bookmarkEnd w:id="2049"/>
      <w:bookmarkEnd w:id="2050"/>
      <w:bookmarkEnd w:id="2051"/>
      <w:bookmarkEnd w:id="2052"/>
      <w:bookmarkEnd w:id="2053"/>
      <w:bookmarkEnd w:id="2054"/>
      <w:bookmarkEnd w:id="2055"/>
      <w:bookmarkEnd w:id="2056"/>
      <w:bookmarkEnd w:id="20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lastRenderedPageBreak/>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 xml:space="preserve">System </w:t>
      </w:r>
      <w:r w:rsidRPr="001F5345">
        <w:lastRenderedPageBreak/>
        <w:t>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w:t>
      </w:r>
      <w:r>
        <w:lastRenderedPageBreak/>
        <w:t>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9" w:name="_Toc144691983"/>
      <w:bookmarkStart w:id="2060" w:name="_Toc204048594"/>
      <w:bookmarkStart w:id="2061" w:name="_Toc400526208"/>
      <w:bookmarkStart w:id="2062" w:name="_Toc405534526"/>
      <w:bookmarkStart w:id="2063" w:name="_Toc406570539"/>
      <w:bookmarkStart w:id="2064" w:name="_Toc410910691"/>
      <w:bookmarkStart w:id="2065" w:name="_Toc411841119"/>
      <w:bookmarkStart w:id="2066" w:name="_Toc422147081"/>
      <w:bookmarkStart w:id="2067" w:name="_Toc433020677"/>
      <w:bookmarkStart w:id="2068" w:name="_Toc437262118"/>
      <w:bookmarkStart w:id="2069" w:name="_Toc478375295"/>
      <w:bookmarkStart w:id="2070" w:name="_Toc160026705"/>
      <w:r w:rsidRPr="00AE0E6D">
        <w:rPr>
          <w:b/>
        </w:rPr>
        <w:t>3.14.1.10</w:t>
      </w:r>
      <w:r w:rsidRPr="00AE0E6D">
        <w:rPr>
          <w:b/>
        </w:rPr>
        <w:tab/>
        <w:t>Eligible Costs</w:t>
      </w:r>
      <w:bookmarkEnd w:id="2059"/>
      <w:bookmarkEnd w:id="2060"/>
      <w:bookmarkEnd w:id="2061"/>
      <w:bookmarkEnd w:id="2062"/>
      <w:bookmarkEnd w:id="2063"/>
      <w:bookmarkEnd w:id="2064"/>
      <w:bookmarkEnd w:id="2065"/>
      <w:bookmarkEnd w:id="2066"/>
      <w:bookmarkEnd w:id="2067"/>
      <w:bookmarkEnd w:id="2068"/>
      <w:bookmarkEnd w:id="2069"/>
      <w:bookmarkEnd w:id="207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w:t>
      </w:r>
      <w:r>
        <w:lastRenderedPageBreak/>
        <w:t xml:space="preserve">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1" w:name="_Toc144691984"/>
      <w:bookmarkStart w:id="2072" w:name="_Toc204048595"/>
      <w:bookmarkStart w:id="2073" w:name="_Toc400526209"/>
      <w:bookmarkStart w:id="2074" w:name="_Toc405534527"/>
      <w:bookmarkStart w:id="2075" w:name="_Toc406570540"/>
      <w:bookmarkStart w:id="2076" w:name="_Toc410910692"/>
      <w:bookmarkStart w:id="2077" w:name="_Toc411841120"/>
      <w:bookmarkStart w:id="2078" w:name="_Toc422147082"/>
      <w:bookmarkStart w:id="2079" w:name="_Toc433020678"/>
      <w:bookmarkStart w:id="2080" w:name="_Toc437262119"/>
      <w:bookmarkStart w:id="2081" w:name="_Toc478375296"/>
      <w:bookmarkStart w:id="2082" w:name="_Toc160026706"/>
      <w:bookmarkEnd w:id="2058"/>
      <w:r w:rsidRPr="00AE0E6D">
        <w:rPr>
          <w:b/>
        </w:rPr>
        <w:t>3.14.1.11</w:t>
      </w:r>
      <w:r w:rsidRPr="00AE0E6D">
        <w:rPr>
          <w:b/>
        </w:rPr>
        <w:tab/>
        <w:t>Budgeting Eligible Costs</w:t>
      </w:r>
      <w:bookmarkEnd w:id="2071"/>
      <w:bookmarkEnd w:id="2072"/>
      <w:bookmarkEnd w:id="2073"/>
      <w:bookmarkEnd w:id="2074"/>
      <w:bookmarkEnd w:id="2075"/>
      <w:bookmarkEnd w:id="2076"/>
      <w:bookmarkEnd w:id="2077"/>
      <w:bookmarkEnd w:id="2078"/>
      <w:bookmarkEnd w:id="2079"/>
      <w:bookmarkEnd w:id="2080"/>
      <w:bookmarkEnd w:id="2081"/>
      <w:bookmarkEnd w:id="208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84" w:name="_Toc160026707"/>
      <w:bookmarkStart w:id="2085" w:name="_Toc204048596"/>
      <w:bookmarkStart w:id="2086" w:name="_Toc400526210"/>
      <w:bookmarkStart w:id="2087" w:name="_Toc405534528"/>
      <w:bookmarkStart w:id="2088" w:name="_Toc406570541"/>
      <w:bookmarkStart w:id="2089" w:name="_Toc410910693"/>
      <w:bookmarkStart w:id="2090" w:name="_Toc411841121"/>
      <w:bookmarkStart w:id="2091" w:name="_Toc422147083"/>
      <w:bookmarkStart w:id="2092" w:name="_Toc433020679"/>
      <w:bookmarkStart w:id="2093" w:name="_Toc437262120"/>
      <w:bookmarkStart w:id="2094" w:name="_Toc478375297"/>
      <w:r w:rsidRPr="00AF0BBA">
        <w:rPr>
          <w:b/>
          <w:bCs/>
          <w:snapToGrid w:val="0"/>
        </w:rPr>
        <w:t>3.14.1.12</w:t>
      </w:r>
      <w:r w:rsidRPr="00AF0BBA">
        <w:rPr>
          <w:b/>
          <w:bCs/>
          <w:snapToGrid w:val="0"/>
        </w:rPr>
        <w:tab/>
        <w:t>Calculation of the Initial Standby Cost</w:t>
      </w:r>
      <w:bookmarkEnd w:id="208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95" w:name="_Toc160026708"/>
      <w:r w:rsidRPr="00AF0BBA">
        <w:rPr>
          <w:b/>
          <w:iCs/>
        </w:rPr>
        <w:t>3.14.1.13</w:t>
      </w:r>
      <w:r w:rsidRPr="00AF0BBA">
        <w:rPr>
          <w:iCs/>
        </w:rPr>
        <w:tab/>
      </w:r>
      <w:r w:rsidRPr="00AF0BBA">
        <w:rPr>
          <w:b/>
          <w:iCs/>
        </w:rPr>
        <w:t>Updated Budgets During the Term of an RMR Agreement</w:t>
      </w:r>
      <w:bookmarkEnd w:id="209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6" w:name="_Toc160026709"/>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83"/>
      <w:bookmarkEnd w:id="2085"/>
      <w:bookmarkEnd w:id="2086"/>
      <w:bookmarkEnd w:id="2087"/>
      <w:bookmarkEnd w:id="2088"/>
      <w:bookmarkEnd w:id="2089"/>
      <w:bookmarkEnd w:id="2090"/>
      <w:bookmarkEnd w:id="2091"/>
      <w:bookmarkEnd w:id="2092"/>
      <w:bookmarkEnd w:id="2093"/>
      <w:bookmarkEnd w:id="2094"/>
      <w:r w:rsidR="00072657">
        <w:rPr>
          <w:b/>
        </w:rPr>
        <w:t>s</w:t>
      </w:r>
      <w:bookmarkEnd w:id="209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7" w:name="_Toc160026710"/>
      <w:bookmarkStart w:id="2098" w:name="_Toc478375710"/>
      <w:bookmarkStart w:id="2099" w:name="_Toc144691986"/>
      <w:bookmarkStart w:id="2100" w:name="_Toc204048597"/>
      <w:bookmarkStart w:id="2101" w:name="_Toc400526211"/>
      <w:bookmarkStart w:id="2102" w:name="_Toc405534529"/>
      <w:bookmarkStart w:id="2103" w:name="_Toc406570542"/>
      <w:bookmarkStart w:id="2104" w:name="_Toc410910694"/>
      <w:bookmarkStart w:id="2105" w:name="_Toc411841123"/>
      <w:bookmarkStart w:id="2106" w:name="_Toc422147085"/>
      <w:bookmarkStart w:id="2107" w:name="_Toc433020681"/>
      <w:bookmarkStart w:id="2108" w:name="_Toc437262122"/>
      <w:bookmarkStart w:id="210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0" w:name="_Toc160026711"/>
      <w:r w:rsidRPr="00AF0BBA">
        <w:rPr>
          <w:b/>
          <w:bCs/>
          <w:snapToGrid w:val="0"/>
        </w:rPr>
        <w:t>3.14.1.1</w:t>
      </w:r>
      <w:r>
        <w:rPr>
          <w:b/>
          <w:bCs/>
          <w:snapToGrid w:val="0"/>
        </w:rPr>
        <w:t>6</w:t>
      </w:r>
      <w:r w:rsidRPr="00AF0BBA">
        <w:rPr>
          <w:b/>
          <w:bCs/>
          <w:snapToGrid w:val="0"/>
        </w:rPr>
        <w:tab/>
        <w:t>Reconciliation of Actual Eligible Costs</w:t>
      </w:r>
      <w:bookmarkEnd w:id="211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1" w:name="_Toc160026712"/>
      <w:bookmarkEnd w:id="2098"/>
      <w:r w:rsidRPr="00AE0E6D">
        <w:rPr>
          <w:b/>
        </w:rPr>
        <w:t>3.14.1.1</w:t>
      </w:r>
      <w:r w:rsidR="00E60378">
        <w:rPr>
          <w:b/>
        </w:rPr>
        <w:t>7</w:t>
      </w:r>
      <w:r w:rsidRPr="00AE0E6D">
        <w:rPr>
          <w:b/>
        </w:rPr>
        <w:tab/>
        <w:t>Incentive Factor</w:t>
      </w:r>
      <w:bookmarkEnd w:id="2099"/>
      <w:bookmarkEnd w:id="2100"/>
      <w:bookmarkEnd w:id="2101"/>
      <w:bookmarkEnd w:id="2102"/>
      <w:bookmarkEnd w:id="2103"/>
      <w:bookmarkEnd w:id="2104"/>
      <w:bookmarkEnd w:id="2105"/>
      <w:bookmarkEnd w:id="2106"/>
      <w:bookmarkEnd w:id="2107"/>
      <w:bookmarkEnd w:id="2108"/>
      <w:bookmarkEnd w:id="2109"/>
      <w:bookmarkEnd w:id="2111"/>
    </w:p>
    <w:p w14:paraId="24AE2ADD" w14:textId="50D4AE0F" w:rsidR="00CB13B2" w:rsidRDefault="002D238A">
      <w:pPr>
        <w:pStyle w:val="BodyTextNumbered"/>
      </w:pPr>
      <w:bookmarkStart w:id="211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3" w:name="_Toc204048598"/>
      <w:bookmarkStart w:id="2114" w:name="_Toc400526212"/>
      <w:bookmarkStart w:id="2115" w:name="_Toc405534530"/>
      <w:bookmarkStart w:id="2116" w:name="_Toc406570543"/>
      <w:bookmarkStart w:id="2117" w:name="_Toc410910695"/>
      <w:bookmarkStart w:id="2118" w:name="_Toc411841124"/>
      <w:bookmarkStart w:id="2119" w:name="_Toc422147086"/>
      <w:bookmarkStart w:id="2120" w:name="_Toc433020682"/>
      <w:bookmarkStart w:id="2121" w:name="_Toc437262123"/>
      <w:bookmarkStart w:id="2122" w:name="_Toc478375300"/>
      <w:bookmarkStart w:id="2123" w:name="_Toc160026713"/>
      <w:r w:rsidRPr="00AE0E6D">
        <w:rPr>
          <w:b/>
        </w:rPr>
        <w:lastRenderedPageBreak/>
        <w:t>3.14.1.1</w:t>
      </w:r>
      <w:r w:rsidR="00E60378">
        <w:rPr>
          <w:b/>
        </w:rPr>
        <w:t>8</w:t>
      </w:r>
      <w:r w:rsidRPr="00AE0E6D">
        <w:rPr>
          <w:b/>
        </w:rPr>
        <w:tab/>
        <w:t>Major Equipment Modifications</w:t>
      </w:r>
      <w:bookmarkEnd w:id="2112"/>
      <w:bookmarkEnd w:id="2113"/>
      <w:bookmarkEnd w:id="2114"/>
      <w:bookmarkEnd w:id="2115"/>
      <w:bookmarkEnd w:id="2116"/>
      <w:bookmarkEnd w:id="2117"/>
      <w:bookmarkEnd w:id="2118"/>
      <w:bookmarkEnd w:id="2119"/>
      <w:bookmarkEnd w:id="2120"/>
      <w:bookmarkEnd w:id="2121"/>
      <w:bookmarkEnd w:id="2122"/>
      <w:bookmarkEnd w:id="212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24" w:name="_Toc478375301"/>
      <w:bookmarkStart w:id="2125" w:name="_Toc160026714"/>
      <w:bookmarkStart w:id="2126" w:name="_Toc452967046"/>
      <w:bookmarkStart w:id="2127" w:name="_Toc144691988"/>
      <w:bookmarkStart w:id="2128" w:name="_Toc204048599"/>
      <w:bookmarkStart w:id="2129" w:name="_Toc400526213"/>
      <w:bookmarkStart w:id="2130" w:name="_Toc405534531"/>
      <w:bookmarkStart w:id="2131" w:name="_Toc406570544"/>
      <w:bookmarkStart w:id="2132" w:name="_Toc410910696"/>
      <w:bookmarkStart w:id="2133" w:name="_Toc411841125"/>
      <w:bookmarkStart w:id="2134" w:name="_Toc422147087"/>
      <w:bookmarkStart w:id="2135" w:name="_Toc433020683"/>
      <w:bookmarkStart w:id="213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24"/>
      <w:bookmarkEnd w:id="212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7" w:name="_Toc478375302"/>
      <w:bookmarkStart w:id="2138" w:name="_Toc160026715"/>
      <w:bookmarkEnd w:id="2126"/>
      <w:r w:rsidRPr="00AE0E6D">
        <w:rPr>
          <w:b/>
        </w:rPr>
        <w:lastRenderedPageBreak/>
        <w:t>3.14.1.</w:t>
      </w:r>
      <w:r w:rsidR="002C24D3">
        <w:rPr>
          <w:b/>
        </w:rPr>
        <w:t>20</w:t>
      </w:r>
      <w:r w:rsidRPr="00AE0E6D">
        <w:rPr>
          <w:b/>
        </w:rPr>
        <w:tab/>
        <w:t>Budgeting Fuel Costs</w:t>
      </w:r>
      <w:bookmarkEnd w:id="2127"/>
      <w:bookmarkEnd w:id="2128"/>
      <w:bookmarkEnd w:id="2129"/>
      <w:bookmarkEnd w:id="2130"/>
      <w:bookmarkEnd w:id="2131"/>
      <w:bookmarkEnd w:id="2132"/>
      <w:bookmarkEnd w:id="2133"/>
      <w:bookmarkEnd w:id="2134"/>
      <w:bookmarkEnd w:id="2135"/>
      <w:bookmarkEnd w:id="2136"/>
      <w:bookmarkEnd w:id="2137"/>
      <w:bookmarkEnd w:id="213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9" w:name="_Toc144691989"/>
      <w:bookmarkStart w:id="2140" w:name="_Toc204048600"/>
      <w:bookmarkStart w:id="2141" w:name="_Toc400526214"/>
      <w:bookmarkStart w:id="2142" w:name="_Toc405534532"/>
      <w:bookmarkStart w:id="2143" w:name="_Toc406570545"/>
      <w:bookmarkStart w:id="2144" w:name="_Toc410910697"/>
      <w:bookmarkStart w:id="2145" w:name="_Toc411841126"/>
      <w:bookmarkStart w:id="2146" w:name="_Toc422147088"/>
      <w:bookmarkStart w:id="2147" w:name="_Toc433020684"/>
      <w:bookmarkStart w:id="2148" w:name="_Toc437262125"/>
      <w:bookmarkStart w:id="2149" w:name="_Toc478375303"/>
      <w:bookmarkStart w:id="2150" w:name="_Toc16002671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9"/>
      <w:bookmarkEnd w:id="2140"/>
      <w:bookmarkEnd w:id="2141"/>
      <w:bookmarkEnd w:id="2142"/>
      <w:bookmarkEnd w:id="2143"/>
      <w:bookmarkEnd w:id="2144"/>
      <w:bookmarkEnd w:id="2145"/>
      <w:bookmarkEnd w:id="2146"/>
      <w:bookmarkEnd w:id="2147"/>
      <w:bookmarkEnd w:id="2148"/>
      <w:bookmarkEnd w:id="2149"/>
      <w:bookmarkEnd w:id="2150"/>
    </w:p>
    <w:p w14:paraId="36D3CC60" w14:textId="6324A600" w:rsidR="00CB13B2" w:rsidRDefault="002D238A">
      <w:pPr>
        <w:pStyle w:val="BodyTextNumbered"/>
      </w:pPr>
      <w:bookmarkStart w:id="2151" w:name="_Toc114235802"/>
      <w:bookmarkStart w:id="215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3" w:name="_Toc204048601"/>
      <w:bookmarkStart w:id="2154" w:name="_Toc400526215"/>
      <w:bookmarkStart w:id="2155" w:name="_Toc405534533"/>
      <w:bookmarkStart w:id="2156" w:name="_Toc406570546"/>
      <w:bookmarkStart w:id="2157" w:name="_Toc410910698"/>
      <w:bookmarkStart w:id="2158" w:name="_Toc411841127"/>
      <w:bookmarkStart w:id="2159" w:name="_Toc422147089"/>
      <w:bookmarkStart w:id="2160" w:name="_Toc433020685"/>
      <w:bookmarkStart w:id="2161" w:name="_Toc437262126"/>
      <w:bookmarkStart w:id="2162" w:name="_Toc478375304"/>
      <w:bookmarkStart w:id="2163" w:name="_Toc160026717"/>
      <w:r>
        <w:t>3.14.2</w:t>
      </w:r>
      <w:r>
        <w:tab/>
        <w:t>Black Start</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lastRenderedPageBreak/>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w:t>
      </w:r>
      <w:r w:rsidRPr="006D062D">
        <w:rPr>
          <w:color w:val="000000"/>
          <w:szCs w:val="24"/>
        </w:rPr>
        <w:lastRenderedPageBreak/>
        <w:t>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64" w:name="_Toc400526216"/>
      <w:bookmarkStart w:id="2165" w:name="_Toc405534534"/>
      <w:bookmarkStart w:id="2166" w:name="_Toc406570547"/>
      <w:bookmarkStart w:id="2167" w:name="_Toc410910699"/>
      <w:bookmarkStart w:id="2168" w:name="_Toc411841128"/>
      <w:bookmarkStart w:id="2169" w:name="_Toc422147090"/>
      <w:bookmarkStart w:id="2170" w:name="_Toc433020686"/>
      <w:bookmarkStart w:id="2171" w:name="_Toc437262127"/>
      <w:bookmarkStart w:id="2172" w:name="_Toc478375305"/>
      <w:bookmarkStart w:id="217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74" w:name="_Hlk85719896"/>
      <w:r w:rsidRPr="00672C8C">
        <w:rPr>
          <w:iCs/>
          <w:color w:val="000000"/>
        </w:rPr>
        <w:t xml:space="preserve">Back-up Fuel for BSS </w:t>
      </w:r>
      <w:bookmarkEnd w:id="2174"/>
      <w:r w:rsidRPr="00672C8C">
        <w:rPr>
          <w:iCs/>
          <w:color w:val="000000"/>
        </w:rPr>
        <w:t>and shall maintain a contracted amount of</w:t>
      </w:r>
      <w:bookmarkStart w:id="2175" w:name="_Hlk80615097"/>
      <w:r w:rsidRPr="00672C8C">
        <w:rPr>
          <w:iCs/>
          <w:color w:val="000000"/>
        </w:rPr>
        <w:t xml:space="preserve"> BSS Back-up Fuel </w:t>
      </w:r>
      <w:bookmarkEnd w:id="217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lastRenderedPageBreak/>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76" w:name="_Toc160026718"/>
      <w:r w:rsidRPr="00C83EFD">
        <w:rPr>
          <w:b/>
          <w:bCs/>
          <w:i/>
        </w:rPr>
        <w:t>3.14.3</w:t>
      </w:r>
      <w:r w:rsidRPr="00C83EFD">
        <w:rPr>
          <w:b/>
          <w:bCs/>
          <w:i/>
        </w:rPr>
        <w:tab/>
        <w:t>Emergency Response Service</w:t>
      </w:r>
      <w:bookmarkEnd w:id="2164"/>
      <w:bookmarkEnd w:id="2165"/>
      <w:bookmarkEnd w:id="2166"/>
      <w:bookmarkEnd w:id="2167"/>
      <w:bookmarkEnd w:id="2168"/>
      <w:bookmarkEnd w:id="2169"/>
      <w:bookmarkEnd w:id="2170"/>
      <w:bookmarkEnd w:id="2171"/>
      <w:bookmarkEnd w:id="2172"/>
      <w:bookmarkEnd w:id="2176"/>
    </w:p>
    <w:p w14:paraId="351F0C55" w14:textId="4E7E3A96" w:rsidR="0058085E" w:rsidRPr="00FE2EC7" w:rsidRDefault="0041108D" w:rsidP="006D5EC8">
      <w:pPr>
        <w:tabs>
          <w:tab w:val="num" w:pos="900"/>
        </w:tabs>
        <w:spacing w:after="240"/>
        <w:ind w:left="720" w:hanging="720"/>
        <w:rPr>
          <w:b/>
          <w:i/>
        </w:rPr>
      </w:pPr>
      <w:bookmarkStart w:id="2177" w:name="_Toc326067856"/>
      <w:bookmarkStart w:id="2178" w:name="_Toc331401072"/>
      <w:bookmarkStart w:id="2179" w:name="_Toc333405886"/>
      <w:bookmarkStart w:id="2180" w:name="_Toc338854824"/>
      <w:bookmarkStart w:id="2181" w:name="_Toc339281228"/>
      <w:bookmarkStart w:id="2182" w:name="_Toc341692430"/>
      <w:bookmarkStart w:id="2183" w:name="_Toc343243678"/>
      <w:bookmarkStart w:id="2184" w:name="_Toc348352869"/>
      <w:bookmarkStart w:id="2185" w:name="_Toc352156823"/>
      <w:bookmarkStart w:id="2186" w:name="_Toc357502580"/>
      <w:bookmarkStart w:id="218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3"/>
      <w:bookmarkEnd w:id="2177"/>
      <w:bookmarkEnd w:id="2178"/>
      <w:bookmarkEnd w:id="2179"/>
      <w:bookmarkEnd w:id="2180"/>
      <w:bookmarkEnd w:id="2181"/>
      <w:bookmarkEnd w:id="2182"/>
      <w:bookmarkEnd w:id="2183"/>
      <w:bookmarkEnd w:id="2184"/>
      <w:bookmarkEnd w:id="2185"/>
      <w:bookmarkEnd w:id="2186"/>
      <w:bookmarkEnd w:id="2187"/>
    </w:p>
    <w:p w14:paraId="0328E216" w14:textId="77777777" w:rsidR="00695A4D" w:rsidRPr="00AE0E6D" w:rsidRDefault="00695A4D" w:rsidP="008579CB">
      <w:pPr>
        <w:pStyle w:val="H4"/>
        <w:ind w:left="1267" w:hanging="1267"/>
        <w:rPr>
          <w:b/>
        </w:rPr>
      </w:pPr>
      <w:bookmarkStart w:id="2188" w:name="_Toc400526217"/>
      <w:bookmarkStart w:id="2189" w:name="_Toc405534535"/>
      <w:bookmarkStart w:id="2190" w:name="_Toc406570548"/>
      <w:bookmarkStart w:id="2191" w:name="_Toc410910700"/>
      <w:bookmarkStart w:id="2192" w:name="_Toc411841129"/>
      <w:bookmarkStart w:id="2193" w:name="_Toc422147091"/>
      <w:bookmarkStart w:id="2194" w:name="_Toc433020687"/>
      <w:bookmarkStart w:id="2195" w:name="_Toc437262128"/>
      <w:bookmarkStart w:id="2196" w:name="_Toc478375306"/>
      <w:bookmarkStart w:id="2197" w:name="_Toc160026719"/>
      <w:r w:rsidRPr="00AE0E6D">
        <w:rPr>
          <w:b/>
        </w:rPr>
        <w:t>3.14.3.1</w:t>
      </w:r>
      <w:r w:rsidRPr="00AE0E6D">
        <w:rPr>
          <w:b/>
        </w:rPr>
        <w:tab/>
        <w:t>Emergency Response Service Procurement</w:t>
      </w:r>
      <w:bookmarkEnd w:id="2188"/>
      <w:bookmarkEnd w:id="2189"/>
      <w:bookmarkEnd w:id="2190"/>
      <w:bookmarkEnd w:id="2191"/>
      <w:bookmarkEnd w:id="2192"/>
      <w:bookmarkEnd w:id="2193"/>
      <w:bookmarkEnd w:id="2194"/>
      <w:bookmarkEnd w:id="2195"/>
      <w:bookmarkEnd w:id="2196"/>
      <w:bookmarkEnd w:id="219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lastRenderedPageBreak/>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lastRenderedPageBreak/>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 xml:space="preserve">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w:t>
      </w:r>
      <w:r w:rsidRPr="00C83EFD">
        <w:lastRenderedPageBreak/>
        <w:t>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lastRenderedPageBreak/>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 xml:space="preserve">ERS Contract </w:t>
      </w:r>
      <w:r w:rsidR="00782F26" w:rsidRPr="000E7EF1">
        <w:lastRenderedPageBreak/>
        <w:t>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w:t>
      </w:r>
      <w:r w:rsidRPr="00500837">
        <w:lastRenderedPageBreak/>
        <w:t xml:space="preserve">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 xml:space="preserve">as described in Section 8.1.3.3, Payment Reductions and Suspension of Qualification of Emergency Response Service Resources and/or their Qualified </w:t>
      </w:r>
      <w:r w:rsidR="003D116D">
        <w:rPr>
          <w:iCs/>
        </w:rPr>
        <w:lastRenderedPageBreak/>
        <w:t>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8" w:name="_Toc400526218"/>
      <w:bookmarkStart w:id="2199" w:name="_Toc405534536"/>
      <w:bookmarkStart w:id="2200" w:name="_Toc406570549"/>
      <w:bookmarkStart w:id="2201" w:name="_Toc410910701"/>
      <w:bookmarkStart w:id="2202" w:name="_Toc411841130"/>
      <w:bookmarkStart w:id="2203" w:name="_Toc422147092"/>
      <w:bookmarkStart w:id="2204" w:name="_Toc433020688"/>
      <w:bookmarkStart w:id="2205" w:name="_Toc437262129"/>
      <w:bookmarkStart w:id="2206" w:name="_Toc478375307"/>
      <w:bookmarkStart w:id="2207" w:name="_Toc160026720"/>
      <w:r w:rsidRPr="007F4287">
        <w:rPr>
          <w:b/>
          <w:iCs/>
        </w:rPr>
        <w:t>3.14.3.2</w:t>
      </w:r>
      <w:r w:rsidRPr="007F4287">
        <w:rPr>
          <w:b/>
          <w:iCs/>
        </w:rPr>
        <w:tab/>
        <w:t>Emergency Response Service Self-Provision</w:t>
      </w:r>
      <w:bookmarkEnd w:id="2198"/>
      <w:bookmarkEnd w:id="2199"/>
      <w:bookmarkEnd w:id="2200"/>
      <w:bookmarkEnd w:id="2201"/>
      <w:bookmarkEnd w:id="2202"/>
      <w:bookmarkEnd w:id="2203"/>
      <w:bookmarkEnd w:id="2204"/>
      <w:bookmarkEnd w:id="2205"/>
      <w:bookmarkEnd w:id="2206"/>
      <w:bookmarkEnd w:id="220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lastRenderedPageBreak/>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8" w:name="_Toc400526219"/>
      <w:bookmarkStart w:id="2209" w:name="_Toc405534537"/>
      <w:bookmarkStart w:id="2210" w:name="_Toc406570550"/>
      <w:bookmarkStart w:id="2211" w:name="_Toc410910702"/>
      <w:bookmarkStart w:id="2212" w:name="_Toc411841131"/>
      <w:bookmarkStart w:id="2213" w:name="_Toc422147093"/>
      <w:bookmarkStart w:id="2214" w:name="_Toc433020689"/>
      <w:bookmarkStart w:id="2215" w:name="_Toc437262130"/>
      <w:bookmarkStart w:id="2216" w:name="_Toc478375308"/>
      <w:bookmarkStart w:id="2217" w:name="_Toc160026721"/>
      <w:r w:rsidRPr="00AE0E6D">
        <w:rPr>
          <w:b/>
          <w:iCs/>
        </w:rPr>
        <w:t>3.14.3.3</w:t>
      </w:r>
      <w:r w:rsidRPr="00AE0E6D">
        <w:rPr>
          <w:b/>
          <w:iCs/>
        </w:rPr>
        <w:tab/>
        <w:t>Emergency Response Service Provision and Technical Requirements</w:t>
      </w:r>
      <w:bookmarkEnd w:id="2208"/>
      <w:bookmarkEnd w:id="2209"/>
      <w:bookmarkEnd w:id="2210"/>
      <w:bookmarkEnd w:id="2211"/>
      <w:bookmarkEnd w:id="2212"/>
      <w:bookmarkEnd w:id="2213"/>
      <w:bookmarkEnd w:id="2214"/>
      <w:bookmarkEnd w:id="2215"/>
      <w:bookmarkEnd w:id="2216"/>
      <w:bookmarkEnd w:id="221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lastRenderedPageBreak/>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w:t>
      </w:r>
      <w:r w:rsidR="00286851" w:rsidRPr="00C83EFD">
        <w:lastRenderedPageBreak/>
        <w:t xml:space="preserve">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8" w:name="_Toc400526220"/>
      <w:bookmarkStart w:id="2219" w:name="_Toc405534538"/>
      <w:bookmarkStart w:id="2220" w:name="_Toc406570551"/>
      <w:bookmarkStart w:id="2221" w:name="_Toc410910703"/>
      <w:bookmarkStart w:id="2222" w:name="_Toc411841132"/>
      <w:bookmarkStart w:id="2223" w:name="_Toc422147094"/>
      <w:bookmarkStart w:id="2224" w:name="_Toc433020690"/>
      <w:bookmarkStart w:id="2225" w:name="_Toc437262131"/>
      <w:bookmarkStart w:id="2226" w:name="_Toc478375309"/>
      <w:bookmarkStart w:id="2227" w:name="_Toc160026722"/>
      <w:r w:rsidRPr="007F4287">
        <w:rPr>
          <w:b/>
          <w:iCs/>
        </w:rPr>
        <w:t>3.14.3.4</w:t>
      </w:r>
      <w:r w:rsidRPr="007F4287">
        <w:rPr>
          <w:b/>
          <w:iCs/>
        </w:rPr>
        <w:tab/>
        <w:t>Emergency Response Service Reporting and Market Communications</w:t>
      </w:r>
      <w:bookmarkEnd w:id="2218"/>
      <w:bookmarkEnd w:id="2219"/>
      <w:bookmarkEnd w:id="2220"/>
      <w:bookmarkEnd w:id="2221"/>
      <w:bookmarkEnd w:id="2222"/>
      <w:bookmarkEnd w:id="2223"/>
      <w:bookmarkEnd w:id="2224"/>
      <w:bookmarkEnd w:id="2225"/>
      <w:bookmarkEnd w:id="2226"/>
      <w:bookmarkEnd w:id="222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lastRenderedPageBreak/>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lastRenderedPageBreak/>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8" w:name="_Toc204048603"/>
            <w:bookmarkStart w:id="2229" w:name="_Toc400526221"/>
            <w:bookmarkStart w:id="2230" w:name="_Toc405534539"/>
            <w:bookmarkStart w:id="2231" w:name="_Toc406570552"/>
            <w:bookmarkStart w:id="2232" w:name="_Toc410910704"/>
            <w:bookmarkStart w:id="2233" w:name="_Toc411841133"/>
            <w:bookmarkStart w:id="2234" w:name="_Toc422147095"/>
            <w:bookmarkStart w:id="2235" w:name="_Toc433020691"/>
            <w:bookmarkStart w:id="2236" w:name="_Toc437262132"/>
            <w:bookmarkStart w:id="2237"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8" w:name="_Toc160026723"/>
            <w:r w:rsidRPr="00A974FD">
              <w:t>3</w:t>
            </w:r>
            <w:r>
              <w:t>.14.4</w:t>
            </w:r>
            <w:r>
              <w:tab/>
              <w:t>Must-</w:t>
            </w:r>
            <w:r w:rsidRPr="00A974FD">
              <w:t>Run Alternative Service</w:t>
            </w:r>
            <w:bookmarkEnd w:id="2238"/>
          </w:p>
          <w:p w14:paraId="6308EBCB" w14:textId="77777777" w:rsidR="00E222EB" w:rsidRPr="00E222EB" w:rsidRDefault="00E222EB" w:rsidP="00E222EB">
            <w:pPr>
              <w:pStyle w:val="H4"/>
              <w:rPr>
                <w:b/>
              </w:rPr>
            </w:pPr>
            <w:bookmarkStart w:id="2239" w:name="_Toc160026724"/>
            <w:r w:rsidRPr="00E222EB">
              <w:rPr>
                <w:b/>
              </w:rPr>
              <w:t>3.14.4.1</w:t>
            </w:r>
            <w:r w:rsidRPr="00E222EB">
              <w:rPr>
                <w:b/>
              </w:rPr>
              <w:tab/>
              <w:t>Overview and Description of MRAs</w:t>
            </w:r>
            <w:bookmarkEnd w:id="223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 xml:space="preserve">s, subject to the terms of the RFP, MRA Agreement and ERCOT Protocols.  </w:t>
            </w:r>
            <w:r>
              <w:lastRenderedPageBreak/>
              <w:t>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lastRenderedPageBreak/>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lastRenderedPageBreak/>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lastRenderedPageBreak/>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1" w:name="_Toc160026725"/>
            <w:r w:rsidRPr="00E222EB">
              <w:rPr>
                <w:b/>
                <w:bCs/>
                <w:snapToGrid w:val="0"/>
                <w:szCs w:val="24"/>
              </w:rPr>
              <w:t>3.14.4.2</w:t>
            </w:r>
            <w:r w:rsidRPr="00E222EB">
              <w:rPr>
                <w:b/>
                <w:bCs/>
                <w:snapToGrid w:val="0"/>
                <w:szCs w:val="24"/>
              </w:rPr>
              <w:tab/>
              <w:t>Preliminary Review of Prospective Demand Response MRAs</w:t>
            </w:r>
            <w:bookmarkEnd w:id="224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2" w:name="_Toc160026726"/>
            <w:r w:rsidRPr="00E222EB">
              <w:rPr>
                <w:b/>
                <w:bCs/>
                <w:snapToGrid w:val="0"/>
                <w:szCs w:val="24"/>
              </w:rPr>
              <w:t>3.14.4.3</w:t>
            </w:r>
            <w:r w:rsidRPr="00E222EB">
              <w:rPr>
                <w:b/>
                <w:bCs/>
                <w:snapToGrid w:val="0"/>
                <w:szCs w:val="24"/>
              </w:rPr>
              <w:tab/>
              <w:t>MRA Substitution</w:t>
            </w:r>
            <w:bookmarkEnd w:id="224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w:t>
            </w:r>
            <w:r w:rsidRPr="00E222EB">
              <w:rPr>
                <w:iCs/>
              </w:rPr>
              <w:lastRenderedPageBreak/>
              <w:t xml:space="preserve">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3" w:name="_Toc160026727"/>
            <w:r w:rsidRPr="00E5617F">
              <w:rPr>
                <w:b/>
                <w:bCs/>
                <w:snapToGrid w:val="0"/>
                <w:szCs w:val="24"/>
              </w:rPr>
              <w:t>3.14.4.4</w:t>
            </w:r>
            <w:r w:rsidRPr="00E5617F">
              <w:rPr>
                <w:b/>
                <w:bCs/>
                <w:snapToGrid w:val="0"/>
                <w:szCs w:val="24"/>
              </w:rPr>
              <w:tab/>
              <w:t>Commitment and Dispatch</w:t>
            </w:r>
            <w:bookmarkEnd w:id="224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4" w:name="_Toc160026728"/>
            <w:r w:rsidRPr="00E5617F">
              <w:rPr>
                <w:b/>
                <w:bCs/>
                <w:snapToGrid w:val="0"/>
                <w:szCs w:val="24"/>
              </w:rPr>
              <w:t>3.14.4.5</w:t>
            </w:r>
            <w:r w:rsidRPr="00E5617F">
              <w:rPr>
                <w:b/>
                <w:bCs/>
                <w:snapToGrid w:val="0"/>
                <w:szCs w:val="24"/>
              </w:rPr>
              <w:tab/>
              <w:t>Standards for Generation Resource MRAs</w:t>
            </w:r>
            <w:bookmarkEnd w:id="224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5" w:name="_Toc160026729"/>
            <w:r w:rsidRPr="00E5617F">
              <w:rPr>
                <w:b/>
                <w:bCs/>
                <w:snapToGrid w:val="0"/>
                <w:szCs w:val="24"/>
              </w:rPr>
              <w:lastRenderedPageBreak/>
              <w:t>3.14.4.6</w:t>
            </w:r>
            <w:r w:rsidRPr="00E5617F">
              <w:rPr>
                <w:b/>
                <w:bCs/>
                <w:snapToGrid w:val="0"/>
                <w:szCs w:val="24"/>
              </w:rPr>
              <w:tab/>
              <w:t>Standards for Other Generation MRAs and Demand Response MRAs</w:t>
            </w:r>
            <w:bookmarkEnd w:id="2245"/>
          </w:p>
          <w:p w14:paraId="21F4E061" w14:textId="77777777" w:rsidR="00E5617F" w:rsidRPr="00A540C3" w:rsidRDefault="00E5617F" w:rsidP="00E5617F">
            <w:pPr>
              <w:pStyle w:val="H5"/>
            </w:pPr>
            <w:bookmarkStart w:id="2246" w:name="_Toc160026730"/>
            <w:r w:rsidRPr="00A540C3">
              <w:t>3.14.</w:t>
            </w:r>
            <w:r>
              <w:t>4.6</w:t>
            </w:r>
            <w:r w:rsidRPr="00A540C3">
              <w:t>.1</w:t>
            </w:r>
            <w:r w:rsidRPr="00A540C3">
              <w:tab/>
            </w:r>
            <w:r>
              <w:t xml:space="preserve">MRA </w:t>
            </w:r>
            <w:r w:rsidRPr="00A540C3">
              <w:t>Telemetry Requirements</w:t>
            </w:r>
            <w:bookmarkEnd w:id="224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7" w:name="_Toc160026731"/>
            <w:r w:rsidRPr="00E5617F">
              <w:rPr>
                <w:b/>
                <w:bCs/>
                <w:i/>
                <w:iCs/>
                <w:szCs w:val="26"/>
              </w:rPr>
              <w:t>3.14.4.6.2</w:t>
            </w:r>
            <w:r w:rsidRPr="00E5617F">
              <w:rPr>
                <w:b/>
                <w:bCs/>
                <w:i/>
                <w:iCs/>
                <w:szCs w:val="26"/>
              </w:rPr>
              <w:tab/>
              <w:t>Baseline Performance Evaluation Methodology for Demand Response MRAs</w:t>
            </w:r>
            <w:bookmarkEnd w:id="224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8" w:name="_Toc160026732"/>
            <w:r w:rsidRPr="00E5617F">
              <w:rPr>
                <w:b/>
                <w:bCs/>
                <w:i/>
                <w:iCs/>
                <w:szCs w:val="26"/>
              </w:rPr>
              <w:lastRenderedPageBreak/>
              <w:t>3.14.4.6.3</w:t>
            </w:r>
            <w:r w:rsidRPr="00E5617F">
              <w:rPr>
                <w:b/>
                <w:bCs/>
                <w:i/>
                <w:iCs/>
                <w:szCs w:val="26"/>
              </w:rPr>
              <w:tab/>
              <w:t>MRA Metering and Metering Data</w:t>
            </w:r>
            <w:bookmarkEnd w:id="224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9"/>
          </w:p>
          <w:p w14:paraId="603EB302" w14:textId="77777777" w:rsidR="00E5617F" w:rsidRPr="00E5617F" w:rsidRDefault="00E5617F" w:rsidP="00E5617F">
            <w:pPr>
              <w:spacing w:after="240"/>
              <w:ind w:left="720" w:hanging="720"/>
              <w:rPr>
                <w:szCs w:val="24"/>
              </w:rPr>
            </w:pPr>
            <w:bookmarkStart w:id="2250"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5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1" w:name="_Toc160026733"/>
            <w:r w:rsidRPr="00E5617F">
              <w:rPr>
                <w:b/>
                <w:bCs/>
                <w:i/>
                <w:iCs/>
                <w:szCs w:val="26"/>
              </w:rPr>
              <w:t>3.14.4.6.4</w:t>
            </w:r>
            <w:r w:rsidRPr="00E5617F">
              <w:rPr>
                <w:b/>
                <w:bCs/>
                <w:i/>
                <w:iCs/>
                <w:szCs w:val="26"/>
              </w:rPr>
              <w:tab/>
              <w:t>MRA Availability Measurement and Verification</w:t>
            </w:r>
            <w:bookmarkEnd w:id="225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2" w:name="_Toc160026734"/>
            <w:r w:rsidRPr="00E5617F">
              <w:rPr>
                <w:b/>
                <w:bCs/>
                <w:i/>
                <w:iCs/>
                <w:szCs w:val="26"/>
              </w:rPr>
              <w:t>3.14.4.6.5</w:t>
            </w:r>
            <w:r w:rsidRPr="00E5617F">
              <w:rPr>
                <w:b/>
                <w:bCs/>
                <w:i/>
                <w:iCs/>
                <w:szCs w:val="26"/>
              </w:rPr>
              <w:tab/>
              <w:t>MRA Event Performance Measurement and Verification</w:t>
            </w:r>
            <w:bookmarkEnd w:id="225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3" w:name="_Toc16002673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54" w:name="_Toc16002673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5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55" w:name="_Toc160026737"/>
            <w:r w:rsidRPr="00C03C32">
              <w:rPr>
                <w:b/>
                <w:bCs/>
              </w:rPr>
              <w:t>3.14.4.8</w:t>
            </w:r>
            <w:r w:rsidRPr="00C03C32">
              <w:rPr>
                <w:b/>
                <w:bCs/>
              </w:rPr>
              <w:tab/>
              <w:t>MRA Misconduct Events</w:t>
            </w:r>
            <w:bookmarkEnd w:id="225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6" w:name="_Toc160026738"/>
            <w:r w:rsidRPr="00BA3A95">
              <w:rPr>
                <w:b/>
                <w:bCs/>
                <w:snapToGrid w:val="0"/>
              </w:rPr>
              <w:t>3.14.4.9</w:t>
            </w:r>
            <w:r w:rsidRPr="00BA3A95">
              <w:rPr>
                <w:b/>
                <w:bCs/>
                <w:snapToGrid w:val="0"/>
              </w:rPr>
              <w:tab/>
              <w:t>MRA Reporting to Transmission and/or Distribution Service Providers (TDSPs)</w:t>
            </w:r>
            <w:bookmarkEnd w:id="2256"/>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7" w:name="_Toc160026739"/>
      <w:r w:rsidRPr="00B94ADC">
        <w:rPr>
          <w:b/>
          <w:bCs/>
          <w:i/>
        </w:rPr>
        <w:lastRenderedPageBreak/>
        <w:t>3.14.5</w:t>
      </w:r>
      <w:r w:rsidRPr="00B94ADC">
        <w:rPr>
          <w:b/>
          <w:bCs/>
          <w:i/>
        </w:rPr>
        <w:tab/>
        <w:t>Firm Fuel Supply Service</w:t>
      </w:r>
      <w:bookmarkEnd w:id="2257"/>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 xml:space="preserve">If the QSE offers a Generation Resource as meeting the qualification requirements in paragraph (1)(c) of Section 8.1.1.2.1.6, Firm Fuel Supply Service </w:t>
      </w:r>
      <w:r w:rsidRPr="00DF6D6B">
        <w:rPr>
          <w:iCs/>
        </w:rPr>
        <w:lastRenderedPageBreak/>
        <w:t>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w:t>
      </w:r>
      <w:r w:rsidRPr="00B94ADC">
        <w:rPr>
          <w:iCs/>
        </w:rPr>
        <w:lastRenderedPageBreak/>
        <w:t xml:space="preserve">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xml:space="preserve">, (ii) the fuel supply disruption no longer exists, or (iii) ERCOT determines the FFSS deployment is no </w:t>
      </w:r>
      <w:r w:rsidRPr="00B94ADC">
        <w:rPr>
          <w:iCs/>
        </w:rPr>
        <w:lastRenderedPageBreak/>
        <w:t>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8" w:name="_Hlk128403063"/>
      <w:r>
        <w:rPr>
          <w:iCs/>
        </w:rPr>
        <w:t xml:space="preserve">As soon as practicable, call the ERCOT </w:t>
      </w:r>
      <w:r w:rsidR="00B645F3">
        <w:rPr>
          <w:iCs/>
        </w:rPr>
        <w:t>c</w:t>
      </w:r>
      <w:r>
        <w:rPr>
          <w:iCs/>
        </w:rPr>
        <w:t xml:space="preserve">ontrol </w:t>
      </w:r>
      <w:r w:rsidR="00B645F3">
        <w:rPr>
          <w:iCs/>
        </w:rPr>
        <w:t>r</w:t>
      </w:r>
      <w:r>
        <w:rPr>
          <w:iCs/>
        </w:rPr>
        <w:t xml:space="preserve">oom and inform an Operator that the FFSSR will be replaced by one of the alternate Generation Resource, specify which alternate Generation Resource (if multiple alternate Generation Resources </w:t>
      </w:r>
      <w:r>
        <w:rPr>
          <w:iCs/>
        </w:rPr>
        <w:lastRenderedPageBreak/>
        <w:t>have been designated), and provide an estimate of how long the replacement will be in effect;</w:t>
      </w:r>
      <w:bookmarkEnd w:id="2258"/>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9" w:name="_Toc160026740"/>
      <w:r>
        <w:t>3.15</w:t>
      </w:r>
      <w:r>
        <w:tab/>
        <w:t>Voltage Support</w:t>
      </w:r>
      <w:bookmarkEnd w:id="2228"/>
      <w:bookmarkEnd w:id="2229"/>
      <w:bookmarkEnd w:id="2230"/>
      <w:bookmarkEnd w:id="2231"/>
      <w:bookmarkEnd w:id="2232"/>
      <w:bookmarkEnd w:id="2233"/>
      <w:bookmarkEnd w:id="2234"/>
      <w:bookmarkEnd w:id="2235"/>
      <w:bookmarkEnd w:id="2236"/>
      <w:bookmarkEnd w:id="2237"/>
      <w:bookmarkEnd w:id="225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lastRenderedPageBreak/>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xml:space="preserve">, ERCOT, the interconnecting TSP, or that TSP’s agent may require an IRR to disconnect from the ERCOT System for </w:t>
      </w:r>
      <w:r w:rsidRPr="0091754B">
        <w:lastRenderedPageBreak/>
        <w:t>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w:t>
      </w:r>
      <w:r w:rsidR="004F4513" w:rsidRPr="002C5FC4">
        <w:lastRenderedPageBreak/>
        <w:t xml:space="preserve">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t>
      </w:r>
      <w:r>
        <w:lastRenderedPageBreak/>
        <w:t xml:space="preserve">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lastRenderedPageBreak/>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60" w:name="_Toc114235804"/>
      <w:bookmarkStart w:id="2261" w:name="_Toc144691992"/>
      <w:bookmarkStart w:id="2262" w:name="_Toc204048604"/>
      <w:bookmarkStart w:id="2263" w:name="_Toc400526222"/>
      <w:bookmarkStart w:id="2264" w:name="_Toc405534540"/>
      <w:bookmarkStart w:id="2265" w:name="_Toc406570553"/>
      <w:bookmarkStart w:id="2266" w:name="_Toc410910705"/>
      <w:bookmarkStart w:id="2267" w:name="_Toc411841134"/>
      <w:bookmarkStart w:id="2268" w:name="_Toc422147096"/>
      <w:bookmarkStart w:id="2269" w:name="_Toc433020692"/>
      <w:bookmarkStart w:id="2270" w:name="_Toc437262133"/>
      <w:bookmarkStart w:id="2271" w:name="_Toc478375311"/>
      <w:bookmarkStart w:id="2272" w:name="_Toc160026741"/>
      <w:r>
        <w:t>3.15.1</w:t>
      </w:r>
      <w:r>
        <w:tab/>
        <w:t>ERCOT Responsibilities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3" w:name="_Toc114235805"/>
      <w:bookmarkStart w:id="2274" w:name="_Toc144691993"/>
      <w:bookmarkStart w:id="2275" w:name="_Toc204048605"/>
      <w:bookmarkStart w:id="2276" w:name="_Toc400526223"/>
      <w:bookmarkStart w:id="2277" w:name="_Toc405534541"/>
      <w:bookmarkStart w:id="2278" w:name="_Toc406570554"/>
      <w:bookmarkStart w:id="2279" w:name="_Toc410910706"/>
      <w:bookmarkStart w:id="2280" w:name="_Toc411841135"/>
      <w:bookmarkStart w:id="2281" w:name="_Toc422147097"/>
      <w:bookmarkStart w:id="2282" w:name="_Toc433020693"/>
      <w:bookmarkStart w:id="2283" w:name="_Toc437262134"/>
      <w:bookmarkStart w:id="2284" w:name="_Toc478375312"/>
      <w:bookmarkStart w:id="2285" w:name="_Toc160026742"/>
      <w:r>
        <w:lastRenderedPageBreak/>
        <w:t>3.15.2</w:t>
      </w:r>
      <w:r>
        <w:tab/>
        <w:t>DSP Responsibilities Related to Voltage Support</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86" w:name="_Toc114235806"/>
      <w:bookmarkStart w:id="2287" w:name="_Toc144691994"/>
      <w:bookmarkStart w:id="2288" w:name="_Toc204048606"/>
      <w:bookmarkStart w:id="2289" w:name="_Toc400526224"/>
      <w:bookmarkStart w:id="2290" w:name="_Toc405534542"/>
      <w:bookmarkStart w:id="2291" w:name="_Toc406570555"/>
      <w:bookmarkStart w:id="2292" w:name="_Toc410910707"/>
      <w:bookmarkStart w:id="2293" w:name="_Toc411841136"/>
      <w:bookmarkStart w:id="2294" w:name="_Toc422147098"/>
      <w:bookmarkStart w:id="2295" w:name="_Toc433020694"/>
      <w:bookmarkStart w:id="2296" w:name="_Toc437262135"/>
      <w:bookmarkStart w:id="2297" w:name="_Toc478375313"/>
      <w:bookmarkStart w:id="2298" w:name="_Toc160026743"/>
      <w:bookmarkStart w:id="2299"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lastRenderedPageBreak/>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0" w:name="_Hlk125616720"/>
      <w:bookmarkEnd w:id="2299"/>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1" w:name="_Hlk99642203"/>
      <w:r>
        <w:t xml:space="preserve">the submitted reactive capability curve reflects 0 MVAr leading and lagging reactive capability at 0 MW; </w:t>
      </w:r>
      <w:bookmarkEnd w:id="2301"/>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lastRenderedPageBreak/>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2" w:name="_Toc114235807"/>
      <w:bookmarkStart w:id="2303" w:name="_Toc144691995"/>
      <w:bookmarkStart w:id="2304" w:name="_Toc204048607"/>
      <w:bookmarkStart w:id="2305" w:name="_Toc400526225"/>
      <w:bookmarkStart w:id="2306" w:name="_Toc405534543"/>
      <w:bookmarkStart w:id="2307" w:name="_Toc406570556"/>
      <w:bookmarkStart w:id="2308" w:name="_Toc410910708"/>
      <w:bookmarkStart w:id="2309" w:name="_Toc411841137"/>
      <w:bookmarkStart w:id="2310" w:name="_Toc422147099"/>
      <w:bookmarkStart w:id="2311" w:name="_Toc433020695"/>
      <w:bookmarkStart w:id="2312" w:name="_Toc437262136"/>
      <w:bookmarkStart w:id="2313" w:name="_Toc478375314"/>
      <w:bookmarkEnd w:id="23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4" w:name="_Toc109631903"/>
            <w:bookmarkStart w:id="2315" w:name="_Toc160026745"/>
            <w:bookmarkStart w:id="2316" w:name="_Toc60037424"/>
            <w:r w:rsidRPr="00692F0F">
              <w:rPr>
                <w:b/>
                <w:bCs/>
                <w:i/>
              </w:rPr>
              <w:t>3.15.4</w:t>
            </w:r>
            <w:r w:rsidRPr="00692F0F">
              <w:rPr>
                <w:b/>
                <w:bCs/>
                <w:i/>
              </w:rPr>
              <w:tab/>
              <w:t>Direct Current Tie Owner and Direct Current Tie Operator (DCTO) Responsibilities Related to Voltage Support</w:t>
            </w:r>
            <w:bookmarkEnd w:id="2314"/>
            <w:bookmarkEnd w:id="2315"/>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lastRenderedPageBreak/>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w:t>
            </w:r>
            <w:r w:rsidRPr="00692F0F">
              <w:rPr>
                <w:iCs/>
                <w:szCs w:val="24"/>
              </w:rPr>
              <w:lastRenderedPageBreak/>
              <w:t>set to regulate the voltage at the DC Tie’s POIB in automatic voltage control mode, and an “Off” status will indicate that the control system is off or in manual mode</w:t>
            </w:r>
            <w:bookmarkEnd w:id="2316"/>
            <w:r>
              <w:rPr>
                <w:iCs/>
                <w:szCs w:val="24"/>
              </w:rPr>
              <w:t>.</w:t>
            </w:r>
          </w:p>
        </w:tc>
      </w:tr>
    </w:tbl>
    <w:p w14:paraId="562A5C6D" w14:textId="77777777" w:rsidR="00CB13B2" w:rsidRDefault="002D238A" w:rsidP="00174F2B">
      <w:pPr>
        <w:pStyle w:val="H2"/>
        <w:spacing w:before="480"/>
      </w:pPr>
      <w:bookmarkStart w:id="2317" w:name="_Toc160026746"/>
      <w:r>
        <w:lastRenderedPageBreak/>
        <w:t>3.16</w:t>
      </w:r>
      <w:r>
        <w:tab/>
        <w:t>Standards for Determining Ancillary Service Quantities</w:t>
      </w:r>
      <w:bookmarkEnd w:id="2302"/>
      <w:bookmarkEnd w:id="2303"/>
      <w:bookmarkEnd w:id="2304"/>
      <w:bookmarkEnd w:id="2305"/>
      <w:bookmarkEnd w:id="2306"/>
      <w:bookmarkEnd w:id="2307"/>
      <w:bookmarkEnd w:id="2308"/>
      <w:bookmarkEnd w:id="2309"/>
      <w:bookmarkEnd w:id="2310"/>
      <w:bookmarkEnd w:id="2311"/>
      <w:bookmarkEnd w:id="2312"/>
      <w:bookmarkEnd w:id="2313"/>
      <w:bookmarkEnd w:id="231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49F86C26"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w:t>
      </w:r>
      <w:r w:rsidR="000E3563">
        <w:lastRenderedPageBreak/>
        <w:t>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1F93C20"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and NPRR1183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or NPRR1183</w:t>
            </w:r>
            <w:r>
              <w:rPr>
                <w:b/>
                <w:i/>
              </w:rPr>
              <w:t>:</w:t>
            </w:r>
            <w:r w:rsidRPr="004B0726">
              <w:rPr>
                <w:b/>
                <w:i/>
              </w:rPr>
              <w:t>]</w:t>
            </w:r>
          </w:p>
          <w:p w14:paraId="380D0A13" w14:textId="7F92B290"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lastRenderedPageBreak/>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8"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8"/>
          </w:p>
        </w:tc>
      </w:tr>
    </w:tbl>
    <w:p w14:paraId="09CEC3AB" w14:textId="152212D5"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lastRenderedPageBreak/>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9" w:name="_Toc114235808"/>
      <w:bookmarkStart w:id="2320" w:name="_Toc144691996"/>
      <w:bookmarkStart w:id="2321" w:name="_Toc204048608"/>
      <w:bookmarkStart w:id="2322" w:name="_Toc400526226"/>
      <w:bookmarkStart w:id="2323" w:name="_Toc405534544"/>
      <w:bookmarkStart w:id="2324" w:name="_Toc406570557"/>
      <w:bookmarkStart w:id="2325" w:name="_Toc410910709"/>
      <w:bookmarkStart w:id="2326" w:name="_Toc411841138"/>
      <w:bookmarkStart w:id="2327" w:name="_Toc422147100"/>
      <w:bookmarkStart w:id="2328" w:name="_Toc433020696"/>
      <w:bookmarkStart w:id="2329" w:name="_Toc437262137"/>
      <w:bookmarkStart w:id="2330" w:name="_Toc478375315"/>
      <w:bookmarkStart w:id="2331" w:name="_Toc160026747"/>
      <w:r>
        <w:t>3.17</w:t>
      </w:r>
      <w:r>
        <w:tab/>
      </w:r>
      <w:bookmarkStart w:id="2332" w:name="_Toc93910994"/>
      <w:r>
        <w:t>Ancillary Service Capacity Products</w:t>
      </w:r>
      <w:bookmarkEnd w:id="2319"/>
      <w:bookmarkEnd w:id="2320"/>
      <w:bookmarkEnd w:id="2321"/>
      <w:bookmarkEnd w:id="2322"/>
      <w:bookmarkEnd w:id="2323"/>
      <w:bookmarkEnd w:id="2324"/>
      <w:bookmarkEnd w:id="2325"/>
      <w:bookmarkEnd w:id="2326"/>
      <w:bookmarkEnd w:id="2327"/>
      <w:bookmarkEnd w:id="2328"/>
      <w:bookmarkEnd w:id="2329"/>
      <w:bookmarkEnd w:id="2330"/>
      <w:bookmarkEnd w:id="2332"/>
      <w:bookmarkEnd w:id="2331"/>
      <w:r>
        <w:t xml:space="preserve"> </w:t>
      </w:r>
    </w:p>
    <w:p w14:paraId="5ED9B5F0" w14:textId="77777777" w:rsidR="00CB13B2" w:rsidRDefault="002D238A">
      <w:pPr>
        <w:pStyle w:val="H3"/>
      </w:pPr>
      <w:bookmarkStart w:id="2333" w:name="_Toc90197098"/>
      <w:bookmarkStart w:id="2334" w:name="_Toc114235809"/>
      <w:bookmarkStart w:id="2335" w:name="_Toc144691997"/>
      <w:bookmarkStart w:id="2336" w:name="_Toc204048609"/>
      <w:bookmarkStart w:id="2337" w:name="_Toc400526227"/>
      <w:bookmarkStart w:id="2338" w:name="_Toc405534545"/>
      <w:bookmarkStart w:id="2339" w:name="_Toc406570558"/>
      <w:bookmarkStart w:id="2340" w:name="_Toc410910710"/>
      <w:bookmarkStart w:id="2341" w:name="_Toc411841139"/>
      <w:bookmarkStart w:id="2342" w:name="_Toc422147101"/>
      <w:bookmarkStart w:id="2343" w:name="_Toc433020697"/>
      <w:bookmarkStart w:id="2344" w:name="_Toc437262138"/>
      <w:bookmarkStart w:id="2345" w:name="_Toc478375316"/>
      <w:bookmarkStart w:id="2346" w:name="_Toc160026748"/>
      <w:bookmarkStart w:id="2347" w:name="_Toc92873939"/>
      <w:bookmarkStart w:id="2348" w:name="_Toc93910995"/>
      <w:r>
        <w:t>3.17.1</w:t>
      </w:r>
      <w:r>
        <w:tab/>
        <w:t xml:space="preserve">Regulation </w:t>
      </w:r>
      <w:bookmarkEnd w:id="2333"/>
      <w:r>
        <w:t>Service</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r>
        <w:t xml:space="preserve"> </w:t>
      </w:r>
      <w:bookmarkEnd w:id="2347"/>
      <w:bookmarkEnd w:id="234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9" w:name="_Toc90197099"/>
      <w:bookmarkStart w:id="2350" w:name="_Toc92873940"/>
      <w:bookmarkStart w:id="235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2" w:name="_Toc114235810"/>
      <w:bookmarkStart w:id="2353" w:name="_Toc144691998"/>
      <w:bookmarkStart w:id="2354" w:name="_Toc204048610"/>
      <w:bookmarkStart w:id="2355" w:name="_Toc400526228"/>
      <w:bookmarkStart w:id="2356" w:name="_Toc405534546"/>
      <w:bookmarkStart w:id="2357" w:name="_Toc406570559"/>
      <w:bookmarkStart w:id="2358" w:name="_Toc410910711"/>
      <w:bookmarkStart w:id="2359" w:name="_Toc411841140"/>
      <w:bookmarkStart w:id="2360" w:name="_Toc422147102"/>
      <w:bookmarkStart w:id="2361" w:name="_Toc433020698"/>
      <w:bookmarkStart w:id="2362" w:name="_Toc437262139"/>
      <w:bookmarkStart w:id="2363" w:name="_Toc478375317"/>
      <w:bookmarkStart w:id="2364" w:name="_Toc160026749"/>
      <w:r>
        <w:t>3.17.2</w:t>
      </w:r>
      <w:r>
        <w:tab/>
        <w:t>Responsive Reserve Service</w:t>
      </w:r>
      <w:bookmarkEnd w:id="2349"/>
      <w:bookmarkEnd w:id="2352"/>
      <w:bookmarkEnd w:id="2353"/>
      <w:bookmarkEnd w:id="2354"/>
      <w:bookmarkEnd w:id="2355"/>
      <w:bookmarkEnd w:id="2356"/>
      <w:bookmarkEnd w:id="2357"/>
      <w:bookmarkEnd w:id="2358"/>
      <w:bookmarkEnd w:id="2359"/>
      <w:bookmarkEnd w:id="2360"/>
      <w:bookmarkEnd w:id="2361"/>
      <w:bookmarkEnd w:id="2362"/>
      <w:bookmarkEnd w:id="2363"/>
      <w:bookmarkEnd w:id="2364"/>
      <w:r>
        <w:t xml:space="preserve"> </w:t>
      </w:r>
      <w:bookmarkEnd w:id="2350"/>
      <w:bookmarkEnd w:id="2351"/>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lastRenderedPageBreak/>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65" w:name="_Toc90197100"/>
      <w:bookmarkStart w:id="2366" w:name="_Toc92873941"/>
      <w:bookmarkStart w:id="2367" w:name="_Toc93910997"/>
      <w:bookmarkStart w:id="2368" w:name="_Toc114235811"/>
      <w:bookmarkStart w:id="2369" w:name="_Toc144691999"/>
      <w:bookmarkStart w:id="2370" w:name="_Toc204048611"/>
      <w:bookmarkStart w:id="2371" w:name="_Toc400526229"/>
      <w:bookmarkStart w:id="2372" w:name="_Toc405534547"/>
      <w:bookmarkStart w:id="2373" w:name="_Toc406570560"/>
      <w:bookmarkStart w:id="2374" w:name="_Toc410910712"/>
      <w:bookmarkStart w:id="2375" w:name="_Toc411841141"/>
      <w:bookmarkStart w:id="2376" w:name="_Toc422147103"/>
      <w:bookmarkStart w:id="2377" w:name="_Toc433020699"/>
      <w:bookmarkStart w:id="2378" w:name="_Toc437262140"/>
      <w:bookmarkStart w:id="2379" w:name="_Toc478375318"/>
      <w:bookmarkStart w:id="2380" w:name="_Toc160026750"/>
      <w:r>
        <w:t>3.17.3</w:t>
      </w:r>
      <w:r>
        <w:tab/>
        <w:t>Non-Spinning Reserve Service</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1" w:name="_Toc160026751"/>
      <w:bookmarkStart w:id="2382" w:name="_Hlk135828340"/>
      <w:r w:rsidRPr="0003648D">
        <w:rPr>
          <w:b/>
          <w:bCs/>
          <w:i/>
        </w:rPr>
        <w:lastRenderedPageBreak/>
        <w:t>3.17.4</w:t>
      </w:r>
      <w:r w:rsidRPr="0003648D">
        <w:rPr>
          <w:b/>
          <w:bCs/>
          <w:i/>
        </w:rPr>
        <w:tab/>
      </w:r>
      <w:r w:rsidRPr="007279C0">
        <w:rPr>
          <w:b/>
          <w:bCs/>
          <w:i/>
        </w:rPr>
        <w:t>ERCOT Co</w:t>
      </w:r>
      <w:r>
        <w:rPr>
          <w:b/>
          <w:bCs/>
          <w:i/>
        </w:rPr>
        <w:t>ntingency Reserve Service</w:t>
      </w:r>
      <w:bookmarkEnd w:id="2381"/>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3" w:name="_Toc114235812"/>
      <w:bookmarkStart w:id="2384" w:name="_Toc144692000"/>
      <w:bookmarkStart w:id="2385" w:name="_Toc204048612"/>
      <w:bookmarkStart w:id="2386" w:name="_Toc400526230"/>
      <w:bookmarkStart w:id="2387" w:name="_Toc405534548"/>
      <w:bookmarkStart w:id="2388" w:name="_Toc406570561"/>
      <w:bookmarkStart w:id="2389" w:name="_Toc410910713"/>
      <w:bookmarkStart w:id="2390" w:name="_Toc411841142"/>
      <w:bookmarkStart w:id="2391" w:name="_Toc422147104"/>
      <w:bookmarkStart w:id="2392" w:name="_Toc433020700"/>
      <w:bookmarkStart w:id="2393" w:name="_Toc437262141"/>
      <w:bookmarkStart w:id="2394" w:name="_Toc478375319"/>
      <w:bookmarkStart w:id="2395" w:name="_Toc160026752"/>
      <w:bookmarkStart w:id="2396" w:name="_Toc92873942"/>
      <w:bookmarkStart w:id="2397" w:name="_Toc93910998"/>
      <w:bookmarkEnd w:id="2382"/>
      <w:r w:rsidRPr="00B14A27">
        <w:t>3.18</w:t>
      </w:r>
      <w:r w:rsidRPr="00B14A27">
        <w:tab/>
        <w:t>Resource Limits in Providing Ancillary Service</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lastRenderedPageBreak/>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w:t>
      </w:r>
      <w:r w:rsidRPr="002255EB">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8" w:name="_Toc114235813"/>
            <w:bookmarkStart w:id="2399" w:name="_Toc144692001"/>
            <w:bookmarkStart w:id="2400" w:name="_Toc204048613"/>
            <w:bookmarkStart w:id="2401" w:name="_Toc400526231"/>
            <w:bookmarkStart w:id="2402" w:name="_Toc405534549"/>
            <w:bookmarkStart w:id="2403" w:name="_Toc406570562"/>
            <w:bookmarkStart w:id="2404" w:name="_Toc410910714"/>
            <w:bookmarkStart w:id="2405" w:name="_Toc411841143"/>
            <w:bookmarkStart w:id="2406" w:name="_Toc422147105"/>
            <w:bookmarkStart w:id="2407" w:name="_Toc433020701"/>
            <w:bookmarkStart w:id="2408" w:name="_Toc437262142"/>
            <w:bookmarkStart w:id="2409" w:name="_Toc478375320"/>
            <w:bookmarkEnd w:id="2396"/>
            <w:bookmarkEnd w:id="2397"/>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0" w:name="_Toc160026753"/>
      <w:r>
        <w:t>3.19</w:t>
      </w:r>
      <w:r>
        <w:tab/>
        <w:t>Constraint Competitiveness Tests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30468DA8" w14:textId="77777777" w:rsidR="00015339" w:rsidRPr="00EB649D" w:rsidRDefault="00015339" w:rsidP="00015339">
      <w:pPr>
        <w:pStyle w:val="H3"/>
      </w:pPr>
      <w:bookmarkStart w:id="2411" w:name="_Toc400526232"/>
      <w:bookmarkStart w:id="2412" w:name="_Toc405534550"/>
      <w:bookmarkStart w:id="2413" w:name="_Toc406570563"/>
      <w:bookmarkStart w:id="2414" w:name="_Toc410910715"/>
      <w:bookmarkStart w:id="2415" w:name="_Toc411841144"/>
      <w:bookmarkStart w:id="2416" w:name="_Toc422147106"/>
      <w:bookmarkStart w:id="2417" w:name="_Toc433020702"/>
      <w:bookmarkStart w:id="2418" w:name="_Toc437262143"/>
      <w:bookmarkStart w:id="2419" w:name="_Toc478375321"/>
      <w:bookmarkStart w:id="2420" w:name="_Toc160026754"/>
      <w:bookmarkStart w:id="2421" w:name="_Toc85619515"/>
      <w:bookmarkStart w:id="2422" w:name="_Toc114235814"/>
      <w:bookmarkStart w:id="2423" w:name="_Toc144692002"/>
      <w:bookmarkStart w:id="2424" w:name="_Toc204048614"/>
      <w:r>
        <w:t>3.19.1</w:t>
      </w:r>
      <w:r>
        <w:tab/>
        <w:t>Constraint Competitiveness Test Definitions</w:t>
      </w:r>
      <w:bookmarkEnd w:id="2411"/>
      <w:bookmarkEnd w:id="2412"/>
      <w:bookmarkEnd w:id="2413"/>
      <w:bookmarkEnd w:id="2414"/>
      <w:bookmarkEnd w:id="2415"/>
      <w:bookmarkEnd w:id="2416"/>
      <w:bookmarkEnd w:id="2417"/>
      <w:bookmarkEnd w:id="2418"/>
      <w:bookmarkEnd w:id="2419"/>
      <w:bookmarkEnd w:id="242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lastRenderedPageBreak/>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25" w:name="_Toc362850497"/>
      <w:bookmarkStart w:id="2426" w:name="_Toc367955456"/>
      <w:bookmarkStart w:id="2427" w:name="_Toc375815180"/>
      <w:bookmarkStart w:id="2428" w:name="_Toc378574864"/>
      <w:bookmarkStart w:id="242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5"/>
      <w:bookmarkEnd w:id="2426"/>
      <w:bookmarkEnd w:id="2427"/>
      <w:bookmarkEnd w:id="2428"/>
      <w:bookmarkEnd w:id="2429"/>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0" w:name="_Toc400526233"/>
      <w:bookmarkStart w:id="2431" w:name="_Toc405534551"/>
      <w:bookmarkStart w:id="2432" w:name="_Toc406570564"/>
      <w:bookmarkStart w:id="2433" w:name="_Toc410910716"/>
      <w:bookmarkStart w:id="2434" w:name="_Toc411841145"/>
      <w:bookmarkStart w:id="2435" w:name="_Toc422147107"/>
      <w:bookmarkStart w:id="2436" w:name="_Toc433020703"/>
      <w:bookmarkStart w:id="2437" w:name="_Toc437262144"/>
      <w:bookmarkStart w:id="2438" w:name="_Toc478375322"/>
      <w:bookmarkStart w:id="2439" w:name="_Toc160026755"/>
      <w:r w:rsidRPr="00B02BA4">
        <w:t>3.19.2</w:t>
      </w:r>
      <w:r w:rsidRPr="00B02BA4">
        <w:tab/>
        <w:t>Element Competitiveness Index Calculation</w:t>
      </w:r>
      <w:bookmarkEnd w:id="2430"/>
      <w:bookmarkEnd w:id="2431"/>
      <w:bookmarkEnd w:id="2432"/>
      <w:bookmarkEnd w:id="2433"/>
      <w:bookmarkEnd w:id="2434"/>
      <w:bookmarkEnd w:id="2435"/>
      <w:bookmarkEnd w:id="2436"/>
      <w:bookmarkEnd w:id="2437"/>
      <w:bookmarkEnd w:id="2438"/>
      <w:bookmarkEnd w:id="243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0"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0"/>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1" w:name="_Toc400526234"/>
      <w:bookmarkStart w:id="2442" w:name="_Toc405534552"/>
      <w:bookmarkStart w:id="2443" w:name="_Toc406570565"/>
      <w:bookmarkStart w:id="2444" w:name="_Toc410910717"/>
      <w:bookmarkStart w:id="2445" w:name="_Toc411841146"/>
      <w:bookmarkStart w:id="2446" w:name="_Toc422147108"/>
      <w:bookmarkStart w:id="2447" w:name="_Toc433020704"/>
      <w:bookmarkStart w:id="2448" w:name="_Toc437262145"/>
      <w:bookmarkStart w:id="2449" w:name="_Toc478375323"/>
      <w:bookmarkStart w:id="2450" w:name="_Toc160026756"/>
      <w:r w:rsidRPr="00B02BA4">
        <w:t>3.19.3</w:t>
      </w:r>
      <w:r w:rsidRPr="00B02BA4">
        <w:tab/>
        <w:t>Long-Term Constraint Competitiveness Test</w:t>
      </w:r>
      <w:bookmarkEnd w:id="2441"/>
      <w:bookmarkEnd w:id="2442"/>
      <w:bookmarkEnd w:id="2443"/>
      <w:bookmarkEnd w:id="2444"/>
      <w:bookmarkEnd w:id="2445"/>
      <w:bookmarkEnd w:id="2446"/>
      <w:bookmarkEnd w:id="2447"/>
      <w:bookmarkEnd w:id="2448"/>
      <w:bookmarkEnd w:id="2449"/>
      <w:bookmarkEnd w:id="245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1"/>
      <w:bookmarkEnd w:id="2422"/>
      <w:bookmarkEnd w:id="2423"/>
      <w:bookmarkEnd w:id="2424"/>
    </w:p>
    <w:p w14:paraId="6FBFD0BF" w14:textId="77777777" w:rsidR="00015339" w:rsidRDefault="00015339" w:rsidP="00015339">
      <w:pPr>
        <w:pStyle w:val="H3"/>
      </w:pPr>
      <w:bookmarkStart w:id="2451" w:name="_Toc400526235"/>
      <w:bookmarkStart w:id="2452" w:name="_Toc405534553"/>
      <w:bookmarkStart w:id="2453" w:name="_Toc406570566"/>
      <w:bookmarkStart w:id="2454" w:name="_Toc410910718"/>
      <w:bookmarkStart w:id="2455" w:name="_Toc411841147"/>
      <w:bookmarkStart w:id="2456" w:name="_Toc422147109"/>
      <w:bookmarkStart w:id="2457" w:name="_Toc433020705"/>
      <w:bookmarkStart w:id="2458" w:name="_Toc437262146"/>
      <w:bookmarkStart w:id="2459" w:name="_Toc478375324"/>
      <w:bookmarkStart w:id="2460" w:name="_Toc160026757"/>
      <w:bookmarkStart w:id="2461" w:name="_Toc85619517"/>
      <w:bookmarkStart w:id="2462" w:name="_Toc114235816"/>
      <w:bookmarkStart w:id="2463" w:name="_Toc144692004"/>
      <w:bookmarkStart w:id="2464" w:name="_Toc204048616"/>
      <w:bookmarkStart w:id="2465" w:name="_Toc331401094"/>
      <w:bookmarkStart w:id="2466" w:name="_Toc333405908"/>
      <w:bookmarkStart w:id="2467" w:name="_Toc338854846"/>
      <w:bookmarkStart w:id="2468" w:name="_Toc339281250"/>
      <w:bookmarkStart w:id="2469" w:name="_Toc341692452"/>
      <w:bookmarkStart w:id="2470" w:name="_Toc343243700"/>
      <w:r>
        <w:t>3.19.4</w:t>
      </w:r>
      <w:r>
        <w:tab/>
        <w:t>Security-Constrained Economic Dispatch Constraint Competitiveness Test</w:t>
      </w:r>
      <w:bookmarkEnd w:id="2451"/>
      <w:bookmarkEnd w:id="2452"/>
      <w:bookmarkEnd w:id="2453"/>
      <w:bookmarkEnd w:id="2454"/>
      <w:bookmarkEnd w:id="2455"/>
      <w:bookmarkEnd w:id="2456"/>
      <w:bookmarkEnd w:id="2457"/>
      <w:bookmarkEnd w:id="2458"/>
      <w:bookmarkEnd w:id="2459"/>
      <w:bookmarkEnd w:id="246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1"/>
      <w:bookmarkEnd w:id="2462"/>
      <w:bookmarkEnd w:id="2463"/>
      <w:bookmarkEnd w:id="2464"/>
      <w:bookmarkEnd w:id="2465"/>
      <w:bookmarkEnd w:id="2466"/>
      <w:bookmarkEnd w:id="2467"/>
      <w:bookmarkEnd w:id="2468"/>
      <w:bookmarkEnd w:id="2469"/>
      <w:bookmarkEnd w:id="2470"/>
    </w:p>
    <w:p w14:paraId="3547FE08" w14:textId="77777777" w:rsidR="005A039A" w:rsidRDefault="005A039A" w:rsidP="00A3713E">
      <w:pPr>
        <w:pStyle w:val="H2"/>
        <w:ind w:left="907" w:hanging="907"/>
      </w:pPr>
      <w:bookmarkStart w:id="2471" w:name="_Toc400526239"/>
      <w:bookmarkStart w:id="2472" w:name="_Toc405534557"/>
      <w:bookmarkStart w:id="2473" w:name="_Toc406570570"/>
      <w:bookmarkStart w:id="2474" w:name="_Toc410910722"/>
      <w:bookmarkStart w:id="2475" w:name="_Toc411841151"/>
      <w:bookmarkStart w:id="2476" w:name="_Toc422147113"/>
      <w:bookmarkStart w:id="2477" w:name="_Toc433020709"/>
      <w:bookmarkStart w:id="2478" w:name="_Toc437262147"/>
      <w:bookmarkStart w:id="2479" w:name="_Toc478375325"/>
      <w:bookmarkStart w:id="2480" w:name="_Toc160026758"/>
      <w:r>
        <w:t>3.20</w:t>
      </w:r>
      <w:r>
        <w:tab/>
        <w:t>Identification of Chronic Congestion</w:t>
      </w:r>
      <w:bookmarkEnd w:id="2471"/>
      <w:bookmarkEnd w:id="2472"/>
      <w:bookmarkEnd w:id="2473"/>
      <w:bookmarkEnd w:id="2474"/>
      <w:bookmarkEnd w:id="2475"/>
      <w:bookmarkEnd w:id="2476"/>
      <w:bookmarkEnd w:id="2477"/>
      <w:bookmarkEnd w:id="2478"/>
      <w:bookmarkEnd w:id="2479"/>
      <w:bookmarkEnd w:id="248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1" w:name="_Toc400526240"/>
      <w:bookmarkStart w:id="2482" w:name="_Toc405534558"/>
      <w:bookmarkStart w:id="2483" w:name="_Toc406570571"/>
      <w:bookmarkStart w:id="2484" w:name="_Toc410910723"/>
      <w:bookmarkStart w:id="2485" w:name="_Toc411841152"/>
      <w:bookmarkStart w:id="2486" w:name="_Toc422147114"/>
      <w:bookmarkStart w:id="2487" w:name="_Toc433020710"/>
      <w:bookmarkStart w:id="2488" w:name="_Toc437262148"/>
      <w:bookmarkStart w:id="2489" w:name="_Toc478375326"/>
      <w:bookmarkStart w:id="2490" w:name="_Toc160026759"/>
      <w:r w:rsidRPr="004E3EDB">
        <w:t>3.2</w:t>
      </w:r>
      <w:r>
        <w:t>0</w:t>
      </w:r>
      <w:r w:rsidRPr="004E3EDB">
        <w:t>.1</w:t>
      </w:r>
      <w:r w:rsidRPr="004E3EDB">
        <w:tab/>
        <w:t>Evaluation of Chronic Congestion</w:t>
      </w:r>
      <w:bookmarkEnd w:id="2481"/>
      <w:bookmarkEnd w:id="2482"/>
      <w:bookmarkEnd w:id="2483"/>
      <w:bookmarkEnd w:id="2484"/>
      <w:bookmarkEnd w:id="2485"/>
      <w:bookmarkEnd w:id="2486"/>
      <w:bookmarkEnd w:id="2487"/>
      <w:bookmarkEnd w:id="2488"/>
      <w:bookmarkEnd w:id="2489"/>
      <w:bookmarkEnd w:id="249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1" w:name="_Toc400526241"/>
      <w:bookmarkStart w:id="2492" w:name="_Toc405534559"/>
      <w:bookmarkStart w:id="2493" w:name="_Toc406570572"/>
      <w:bookmarkStart w:id="2494" w:name="_Toc410910724"/>
      <w:bookmarkStart w:id="2495" w:name="_Toc411841153"/>
      <w:bookmarkStart w:id="2496" w:name="_Toc422147115"/>
      <w:bookmarkStart w:id="2497" w:name="_Toc433020711"/>
      <w:bookmarkStart w:id="2498" w:name="_Toc437262149"/>
      <w:bookmarkStart w:id="2499" w:name="_Toc478375327"/>
      <w:bookmarkStart w:id="2500" w:name="_Toc160026760"/>
      <w:r w:rsidRPr="004E3EDB">
        <w:t>3.2</w:t>
      </w:r>
      <w:r>
        <w:t>0</w:t>
      </w:r>
      <w:r w:rsidRPr="004E3EDB">
        <w:t>.2</w:t>
      </w:r>
      <w:r w:rsidRPr="004E3EDB">
        <w:tab/>
        <w:t>Topology and Model Verification</w:t>
      </w:r>
      <w:bookmarkEnd w:id="2491"/>
      <w:bookmarkEnd w:id="2492"/>
      <w:bookmarkEnd w:id="2493"/>
      <w:bookmarkEnd w:id="2494"/>
      <w:bookmarkEnd w:id="2495"/>
      <w:bookmarkEnd w:id="2496"/>
      <w:bookmarkEnd w:id="2497"/>
      <w:bookmarkEnd w:id="2498"/>
      <w:bookmarkEnd w:id="2499"/>
      <w:bookmarkEnd w:id="250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w:t>
      </w:r>
      <w:r w:rsidRPr="004E3EDB">
        <w:lastRenderedPageBreak/>
        <w:t>(TSP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1" w:name="_Toc400526242"/>
      <w:bookmarkStart w:id="2502" w:name="_Toc405534560"/>
      <w:bookmarkStart w:id="2503" w:name="_Toc406570573"/>
      <w:bookmarkStart w:id="2504" w:name="_Toc410910725"/>
      <w:bookmarkStart w:id="2505" w:name="_Toc411841154"/>
      <w:bookmarkStart w:id="2506" w:name="_Toc422147116"/>
      <w:bookmarkStart w:id="2507" w:name="_Toc433020712"/>
      <w:bookmarkStart w:id="2508" w:name="_Toc437262150"/>
      <w:bookmarkStart w:id="2509" w:name="_Toc478375328"/>
      <w:bookmarkStart w:id="2510" w:name="_Toc160026761"/>
      <w:r>
        <w:t>3.2</w:t>
      </w:r>
      <w:r w:rsidR="005A039A">
        <w:t>1</w:t>
      </w:r>
      <w:r w:rsidRPr="00A72192">
        <w:tab/>
        <w:t xml:space="preserve">Submission of Declarations of </w:t>
      </w:r>
      <w:r w:rsidR="00EF73FD" w:rsidRPr="00EB27A7">
        <w:t>Natural Gas Pipeline Coordination</w:t>
      </w:r>
      <w:bookmarkEnd w:id="2501"/>
      <w:bookmarkEnd w:id="2502"/>
      <w:bookmarkEnd w:id="2503"/>
      <w:bookmarkEnd w:id="2504"/>
      <w:bookmarkEnd w:id="2505"/>
      <w:bookmarkEnd w:id="2506"/>
      <w:bookmarkEnd w:id="2507"/>
      <w:bookmarkEnd w:id="2508"/>
      <w:bookmarkEnd w:id="2509"/>
      <w:bookmarkEnd w:id="2510"/>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lastRenderedPageBreak/>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1" w:name="_Toc160026762"/>
      <w:r w:rsidR="009F6BAB" w:rsidRPr="003807C2">
        <w:t>3.22</w:t>
      </w:r>
      <w:r w:rsidR="009F6BAB" w:rsidRPr="003807C2">
        <w:tab/>
        <w:t>Subsynchronous Resonance</w:t>
      </w:r>
      <w:bookmarkEnd w:id="251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2" w:name="_Toc160026763"/>
      <w:r w:rsidRPr="00672FDB">
        <w:t>3.22.1</w:t>
      </w:r>
      <w:r w:rsidRPr="00672FDB">
        <w:tab/>
        <w:t>Subsynchronous Resonance Vulnerability Assessment</w:t>
      </w:r>
      <w:bookmarkEnd w:id="251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3" w:name="_Toc160026764"/>
      <w:r w:rsidRPr="00672FDB">
        <w:rPr>
          <w:b/>
          <w:iCs/>
        </w:rPr>
        <w:lastRenderedPageBreak/>
        <w:t xml:space="preserve">3.22.1.1 </w:t>
      </w:r>
      <w:r w:rsidRPr="00672FDB">
        <w:rPr>
          <w:b/>
          <w:iCs/>
        </w:rPr>
        <w:tab/>
        <w:t>Existing Generation Resource Assessment</w:t>
      </w:r>
      <w:bookmarkEnd w:id="251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4" w:name="_Toc16002676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5" w:name="_Toc160026766"/>
      <w:r w:rsidRPr="00672FDB">
        <w:rPr>
          <w:b/>
          <w:iCs/>
        </w:rPr>
        <w:t xml:space="preserve">3.22.1.3 </w:t>
      </w:r>
      <w:r w:rsidRPr="00672FDB">
        <w:rPr>
          <w:b/>
          <w:iCs/>
        </w:rPr>
        <w:tab/>
        <w:t>Transmission Project Assessment</w:t>
      </w:r>
      <w:bookmarkEnd w:id="251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lastRenderedPageBreak/>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6" w:name="_Toc160026767"/>
      <w:r w:rsidRPr="00672FDB">
        <w:rPr>
          <w:b/>
          <w:iCs/>
        </w:rPr>
        <w:t xml:space="preserve">3.22.1.4 </w:t>
      </w:r>
      <w:r w:rsidRPr="00672FDB">
        <w:rPr>
          <w:b/>
          <w:iCs/>
        </w:rPr>
        <w:tab/>
        <w:t>Annual SSR Review</w:t>
      </w:r>
      <w:bookmarkEnd w:id="251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lastRenderedPageBreak/>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7" w:name="_Toc160026768"/>
      <w:r w:rsidRPr="00672FDB">
        <w:t>3.22.2</w:t>
      </w:r>
      <w:r w:rsidRPr="00672FDB">
        <w:tab/>
        <w:t>Subsynchronous Resonance Vulnerability Assessment Criteria</w:t>
      </w:r>
      <w:bookmarkEnd w:id="251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8" w:name="_Toc160026769"/>
      <w:r w:rsidRPr="00672FDB">
        <w:t xml:space="preserve">3.22.3 </w:t>
      </w:r>
      <w:r w:rsidRPr="00672FDB">
        <w:tab/>
        <w:t>Subsynchronous Resonance Monitoring</w:t>
      </w:r>
      <w:bookmarkEnd w:id="251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being two contingencies away from SSR vulnerability, ERCOT shall take action to mitigate SSR vulnerability to the affected Generation Resource.  </w:t>
      </w:r>
      <w:r w:rsidRPr="00227BDD">
        <w:lastRenderedPageBreak/>
        <w:t>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9" w:name="_Toc160026770"/>
      <w:r w:rsidRPr="005026BA">
        <w:t>3.23</w:t>
      </w:r>
      <w:r w:rsidRPr="005026BA">
        <w:tab/>
        <w:t>Agreements between ERCOT and other Control Area Operators</w:t>
      </w:r>
      <w:bookmarkEnd w:id="2519"/>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lastRenderedPageBreak/>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0" w:name="_Toc160026771"/>
      <w:r w:rsidRPr="00A51DA1">
        <w:t>3.24</w:t>
      </w:r>
      <w:r w:rsidRPr="00A51DA1">
        <w:tab/>
      </w:r>
      <w:bookmarkStart w:id="2521" w:name="_Hlk137200107"/>
      <w:r w:rsidRPr="00A51DA1">
        <w:t>Notification of Low Coal and Lignite Inventory Levels</w:t>
      </w:r>
      <w:bookmarkEnd w:id="2520"/>
    </w:p>
    <w:bookmarkEnd w:id="2521"/>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Pr="00A51DA1" w:rsidRDefault="00A51DA1" w:rsidP="00A51DA1">
      <w:pPr>
        <w:spacing w:after="240"/>
        <w:ind w:left="720" w:hanging="720"/>
        <w:rPr>
          <w:sz w:val="22"/>
          <w:szCs w:val="22"/>
        </w:rPr>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sectPr w:rsidR="00A51DA1" w:rsidRPr="00A51DA1" w:rsidSect="00CB13B2">
      <w:headerReference w:type="even" r:id="rId84"/>
      <w:headerReference w:type="default" r:id="rId85"/>
      <w:footerReference w:type="default" r:id="rId86"/>
      <w:headerReference w:type="first" r:id="rId87"/>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3923D46A" w:rsidR="006179B5" w:rsidRDefault="006179B5">
    <w:pPr>
      <w:pStyle w:val="Footer"/>
      <w:spacing w:before="0" w:after="0"/>
    </w:pPr>
    <w:r>
      <w:t xml:space="preserve">ERCOT Nodal Protocols – </w:t>
    </w:r>
    <w:r w:rsidR="001235C5">
      <w:t>April</w:t>
    </w:r>
    <w:r w:rsidR="00197E84">
      <w:t xml:space="preserve"> </w:t>
    </w:r>
    <w:r w:rsidR="00A3307B">
      <w:t>1</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51E8E7E3" w:rsidR="006179B5" w:rsidRDefault="006179B5">
    <w:pPr>
      <w:pStyle w:val="Footer"/>
      <w:spacing w:before="0" w:after="0"/>
      <w:rPr>
        <w:rStyle w:val="PageNumber"/>
      </w:rPr>
    </w:pPr>
    <w:r>
      <w:t xml:space="preserve">ERCOT Nodal Protocols – </w:t>
    </w:r>
    <w:r w:rsidR="001235C5">
      <w:t>April</w:t>
    </w:r>
    <w:r w:rsidR="00A3307B">
      <w:t xml:space="preserve"> 1</w:t>
    </w:r>
    <w:r>
      <w:t>, 202</w:t>
    </w:r>
    <w:r w:rsidR="00A51DA1">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0D83"/>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22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235C5"/>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5.xml"/><Relationship Id="rId89" Type="http://schemas.openxmlformats.org/officeDocument/2006/relationships/theme" Target="theme/theme1.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7.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321</Pages>
  <Words>119024</Words>
  <Characters>678441</Characters>
  <Application>Microsoft Office Word</Application>
  <DocSecurity>0</DocSecurity>
  <Lines>5653</Lines>
  <Paragraphs>1591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795874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2024-03-28T20:00:00Z</dcterms:created>
  <dcterms:modified xsi:type="dcterms:W3CDTF">2024-03-28T20:02:00Z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