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738AB80E" w:rsidR="0011691A" w:rsidRDefault="00831DAE" w:rsidP="0011691A">
      <w:pPr>
        <w:pStyle w:val="BodyText"/>
        <w:jc w:val="center"/>
        <w:rPr>
          <w:b/>
          <w:szCs w:val="24"/>
        </w:rPr>
      </w:pPr>
      <w:r>
        <w:rPr>
          <w:b/>
          <w:szCs w:val="24"/>
        </w:rPr>
        <w:t>January 26</w:t>
      </w:r>
      <w:r w:rsidR="00272D57">
        <w:rPr>
          <w:b/>
          <w:szCs w:val="24"/>
        </w:rPr>
        <w:t>, 20</w:t>
      </w:r>
      <w:r w:rsidR="00975A01">
        <w:rPr>
          <w:b/>
          <w:szCs w:val="24"/>
        </w:rPr>
        <w:t>2</w:t>
      </w:r>
      <w:r>
        <w:rPr>
          <w:b/>
          <w:szCs w:val="24"/>
        </w:rPr>
        <w:t>4</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596878"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1" w:name="_Toc73847664"/>
      <w:bookmarkStart w:id="12" w:name="_Toc118224378"/>
      <w:bookmarkStart w:id="13" w:name="_Toc118909446"/>
      <w:bookmarkStart w:id="14" w:name="_Toc205190239"/>
      <w:r w:rsidRPr="00D5497B">
        <w:rPr>
          <w:b/>
        </w:rPr>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lastRenderedPageBreak/>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lastRenderedPageBreak/>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lastRenderedPageBreak/>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lastRenderedPageBreak/>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132B2">
        <w:trPr>
          <w:trHeight w:val="476"/>
        </w:trPr>
        <w:tc>
          <w:tcPr>
            <w:tcW w:w="9576"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lastRenderedPageBreak/>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77777777"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 from Resources represented by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B5" w:rsidRPr="004B32CF" w14:paraId="047EE1FF" w14:textId="77777777" w:rsidTr="0033343C">
        <w:trPr>
          <w:trHeight w:val="386"/>
        </w:trPr>
        <w:tc>
          <w:tcPr>
            <w:tcW w:w="9350" w:type="dxa"/>
            <w:shd w:val="pct12" w:color="auto" w:fill="auto"/>
          </w:tcPr>
          <w:p w14:paraId="253D272B" w14:textId="4405A080" w:rsidR="008906B5" w:rsidRPr="004B32CF" w:rsidRDefault="008906B5" w:rsidP="0033343C">
            <w:pPr>
              <w:spacing w:before="120" w:after="240"/>
              <w:rPr>
                <w:b/>
                <w:i/>
                <w:iCs/>
              </w:rPr>
            </w:pPr>
            <w:r>
              <w:rPr>
                <w:b/>
                <w:i/>
                <w:iCs/>
              </w:rPr>
              <w:t>[NPRR1149</w:t>
            </w:r>
            <w:r w:rsidRPr="004B32CF">
              <w:rPr>
                <w:b/>
                <w:i/>
                <w:iCs/>
              </w:rPr>
              <w:t>:  Replace the above definition “</w:t>
            </w:r>
            <w:r w:rsidRPr="005F5E22">
              <w:rPr>
                <w:b/>
                <w:i/>
                <w:iCs/>
              </w:rPr>
              <w:t>Ancillary Service Supply Responsibility</w:t>
            </w:r>
            <w:r w:rsidRPr="004B32CF">
              <w:rPr>
                <w:b/>
                <w:i/>
                <w:iCs/>
              </w:rPr>
              <w:t>” with the following upon system implementation:]</w:t>
            </w:r>
          </w:p>
          <w:p w14:paraId="2F1073E9" w14:textId="77777777" w:rsidR="008906B5" w:rsidRPr="00DD1A20" w:rsidRDefault="008906B5" w:rsidP="008906B5">
            <w:pPr>
              <w:keepNext/>
              <w:tabs>
                <w:tab w:val="left" w:pos="1620"/>
              </w:tabs>
              <w:spacing w:after="240"/>
              <w:ind w:left="1627" w:hanging="1627"/>
              <w:outlineLvl w:val="4"/>
              <w:rPr>
                <w:b/>
                <w:bCs/>
                <w:iCs/>
                <w:szCs w:val="26"/>
              </w:rPr>
            </w:pPr>
            <w:r w:rsidRPr="00DD1A20">
              <w:rPr>
                <w:b/>
                <w:bCs/>
                <w:iCs/>
                <w:szCs w:val="26"/>
              </w:rPr>
              <w:lastRenderedPageBreak/>
              <w:t>Ancillary Service Supply Responsibility</w:t>
            </w:r>
          </w:p>
          <w:p w14:paraId="454BB581" w14:textId="791B5FFC" w:rsidR="008906B5" w:rsidRPr="00C51B65" w:rsidRDefault="008906B5" w:rsidP="008906B5">
            <w:pPr>
              <w:spacing w:after="240"/>
              <w:rPr>
                <w:iCs/>
              </w:rPr>
            </w:pPr>
            <w:r>
              <w:t>The net amount of Ancillary Service capacity that a Qualified Scheduling Entity (QSE) is obligated to deliver to ERCOT, by hour and service type</w:t>
            </w:r>
            <w:r w:rsidRPr="00DD1A20">
              <w:rPr>
                <w:bCs/>
                <w:iCs/>
                <w:szCs w:val="26"/>
              </w:rPr>
              <w:t>.</w:t>
            </w:r>
          </w:p>
        </w:tc>
      </w:tr>
    </w:tbl>
    <w:p w14:paraId="12791964" w14:textId="77777777" w:rsidR="008906B5" w:rsidRDefault="008906B5" w:rsidP="008906B5">
      <w:pPr>
        <w:pStyle w:val="List"/>
        <w:spacing w:after="0"/>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5EE25816"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47EACE9B" w14:textId="1C72AE99" w:rsidTr="00A321F9">
        <w:trPr>
          <w:trHeight w:val="386"/>
        </w:trPr>
        <w:tc>
          <w:tcPr>
            <w:tcW w:w="9350" w:type="dxa"/>
            <w:shd w:val="pct12" w:color="auto" w:fill="auto"/>
          </w:tcPr>
          <w:p w14:paraId="5341B24E" w14:textId="1FAF5AE8" w:rsidR="00C51B65" w:rsidRPr="004B32CF" w:rsidRDefault="00C51B65" w:rsidP="00A321F9">
            <w:pPr>
              <w:spacing w:before="120" w:after="240"/>
              <w:rPr>
                <w:b/>
                <w:i/>
                <w:iCs/>
              </w:rPr>
            </w:pPr>
            <w:bookmarkStart w:id="75" w:name="_Toc118224397"/>
            <w:bookmarkStart w:id="76" w:name="_Toc118909465"/>
            <w:bookmarkStart w:id="77" w:name="_Toc205190261"/>
            <w:bookmarkEnd w:id="74"/>
            <w:r>
              <w:rPr>
                <w:b/>
                <w:i/>
                <w:iCs/>
              </w:rPr>
              <w:lastRenderedPageBreak/>
              <w:t>[NPRR989</w:t>
            </w:r>
            <w:r w:rsidRPr="004B32CF">
              <w:rPr>
                <w:b/>
                <w:i/>
                <w:iCs/>
              </w:rPr>
              <w:t>:  Replace the above definition “</w:t>
            </w:r>
            <w:r w:rsidRPr="00C51B65">
              <w:rPr>
                <w:b/>
                <w:i/>
                <w:iCs/>
              </w:rPr>
              <w:t>Automatic Voltage Regulator (AVR)</w:t>
            </w:r>
            <w:r w:rsidRPr="004B32CF">
              <w:rPr>
                <w:b/>
                <w:i/>
                <w:iCs/>
              </w:rPr>
              <w:t>” with the following upon system implementation:]</w:t>
            </w:r>
          </w:p>
          <w:p w14:paraId="1EA75A5E" w14:textId="048AB9A2" w:rsidR="00C51B65" w:rsidRPr="0078794F" w:rsidRDefault="00C51B65" w:rsidP="00C51B65">
            <w:pPr>
              <w:keepNext/>
              <w:spacing w:after="240"/>
              <w:outlineLvl w:val="1"/>
              <w:rPr>
                <w:b/>
              </w:rPr>
            </w:pPr>
            <w:r w:rsidRPr="0078794F">
              <w:rPr>
                <w:b/>
              </w:rPr>
              <w:t xml:space="preserve">Automatic Voltage Regulator (AVR)  </w:t>
            </w:r>
          </w:p>
          <w:p w14:paraId="46FF36EC" w14:textId="4F4B7274" w:rsidR="00C51B65" w:rsidRPr="00C51B65" w:rsidRDefault="00C51B65" w:rsidP="00A321F9">
            <w:pPr>
              <w:spacing w:after="240"/>
              <w:rPr>
                <w:iCs/>
              </w:rPr>
            </w:pPr>
            <w:r w:rsidRPr="0078794F">
              <w:rPr>
                <w:iCs/>
              </w:rPr>
              <w:t xml:space="preserve">A device on a Generation Resource or a control system at the Facility of a Generation Resource </w:t>
            </w:r>
            <w:r>
              <w:rPr>
                <w:iCs/>
              </w:rPr>
              <w:t xml:space="preserve">or Energy Storage Resource (ESR) </w:t>
            </w:r>
            <w:r w:rsidRPr="0078794F">
              <w:rPr>
                <w:iCs/>
              </w:rPr>
              <w:t>used to automatically control the voltage to an established Voltage Set Point.</w:t>
            </w:r>
          </w:p>
        </w:tc>
      </w:tr>
    </w:tbl>
    <w:p w14:paraId="76E73BED" w14:textId="77777777" w:rsidR="005D1947" w:rsidRPr="00D5497B" w:rsidRDefault="00A442A0">
      <w:pPr>
        <w:pStyle w:val="H2"/>
        <w:rPr>
          <w:b/>
        </w:rPr>
      </w:pPr>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t>B</w:t>
      </w:r>
      <w:bookmarkStart w:id="78" w:name="B"/>
      <w:bookmarkEnd w:id="78"/>
      <w:r>
        <w:rPr>
          <w:b/>
          <w:sz w:val="40"/>
          <w:szCs w:val="40"/>
        </w:rPr>
        <w:t xml:space="preserve"> </w:t>
      </w:r>
    </w:p>
    <w:p w14:paraId="77DD795C" w14:textId="77777777" w:rsidR="00B75513" w:rsidRDefault="00596878">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lastRenderedPageBreak/>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lastRenderedPageBreak/>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p w14:paraId="6CF39B8D" w14:textId="77777777" w:rsidR="005D1947" w:rsidRPr="00D5497B" w:rsidRDefault="00A442A0">
      <w:pPr>
        <w:pStyle w:val="H2"/>
        <w:rPr>
          <w:b/>
        </w:rPr>
      </w:pPr>
      <w:bookmarkStart w:id="100" w:name="_Toc118224403"/>
      <w:bookmarkStart w:id="101" w:name="_Toc118909471"/>
      <w:bookmarkStart w:id="102" w:name="_Toc205190267"/>
      <w:r w:rsidRPr="00D5497B">
        <w:rPr>
          <w:b/>
        </w:rPr>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lastRenderedPageBreak/>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596878">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lastRenderedPageBreak/>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lastRenderedPageBreak/>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A type of CRR that entitles the holder to receive compensation and is evaluated in each CRR Auction and DAM as the positive power flows represented by the quantity of the CRR bid or offer (MW) on a flowgate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lastRenderedPageBreak/>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lastRenderedPageBreak/>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w:t>
      </w:r>
      <w:r>
        <w:rPr>
          <w:iCs w:val="0"/>
        </w:rPr>
        <w:lastRenderedPageBreak/>
        <w:t xml:space="preserve">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lastRenderedPageBreak/>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77777777" w:rsidR="00590133" w:rsidRPr="00D5497B" w:rsidRDefault="00590133" w:rsidP="00590133">
      <w:pPr>
        <w:pStyle w:val="H2"/>
        <w:rPr>
          <w:b/>
        </w:rPr>
      </w:pPr>
      <w:bookmarkStart w:id="164"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2B71344A"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lastRenderedPageBreak/>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50E09D48" w14:textId="77777777" w:rsidR="00175BB8" w:rsidRPr="002675AF" w:rsidRDefault="00175BB8" w:rsidP="00175BB8">
      <w:pPr>
        <w:pStyle w:val="H2"/>
        <w:ind w:left="907" w:hanging="907"/>
        <w:rPr>
          <w:b/>
        </w:rPr>
      </w:pPr>
      <w:bookmarkStart w:id="173" w:name="_Toc118224423"/>
      <w:bookmarkStart w:id="174" w:name="_Toc118909491"/>
      <w:bookmarkStart w:id="175" w:name="_Toc205190299"/>
      <w:bookmarkEnd w:id="171"/>
      <w:bookmarkEnd w:id="172"/>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3"/>
      <w:bookmarkEnd w:id="174"/>
      <w:bookmarkEnd w:id="175"/>
    </w:p>
    <w:p w14:paraId="7D107FB6" w14:textId="72B3B7C3" w:rsidR="005D1947" w:rsidRDefault="00A442A0">
      <w:pPr>
        <w:pStyle w:val="BodyText"/>
      </w:pPr>
      <w:bookmarkStart w:id="176"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7" w:name="_Toc118224424"/>
            <w:bookmarkStart w:id="178" w:name="_Toc118909492"/>
            <w:bookmarkStart w:id="179"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7"/>
      <w:bookmarkEnd w:id="178"/>
      <w:bookmarkEnd w:id="179"/>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0" w:name="_Toc73847720"/>
            <w:bookmarkStart w:id="181" w:name="_Toc118224425"/>
            <w:bookmarkStart w:id="182" w:name="_Toc118909493"/>
            <w:bookmarkStart w:id="183" w:name="_Toc205190301"/>
            <w:bookmarkEnd w:id="169"/>
            <w:bookmarkEnd w:id="176"/>
            <w:r>
              <w:rPr>
                <w:b/>
                <w:i/>
                <w:iCs/>
              </w:rPr>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0"/>
      <w:bookmarkEnd w:id="181"/>
      <w:bookmarkEnd w:id="182"/>
      <w:bookmarkEnd w:id="183"/>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4" w:name="_Toc73847721"/>
      <w:bookmarkStart w:id="185" w:name="_Toc118224426"/>
      <w:bookmarkStart w:id="186" w:name="_Toc118909494"/>
      <w:bookmarkStart w:id="187" w:name="_Toc205190302"/>
      <w:r w:rsidRPr="00D5497B">
        <w:rPr>
          <w:b/>
        </w:rPr>
        <w:lastRenderedPageBreak/>
        <w:t>Customer Choice</w:t>
      </w:r>
      <w:bookmarkEnd w:id="184"/>
      <w:bookmarkEnd w:id="185"/>
      <w:bookmarkEnd w:id="186"/>
      <w:bookmarkEnd w:id="187"/>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88" w:name="_Toc73847724"/>
      <w:bookmarkStart w:id="189" w:name="_Toc118224427"/>
      <w:bookmarkStart w:id="190" w:name="_Toc118909495"/>
      <w:bookmarkStart w:id="191" w:name="_Toc205190303"/>
      <w:r w:rsidRPr="00D5497B">
        <w:rPr>
          <w:b/>
        </w:rPr>
        <w:t>Customer Registration Database</w:t>
      </w:r>
      <w:bookmarkEnd w:id="188"/>
      <w:bookmarkEnd w:id="189"/>
      <w:bookmarkEnd w:id="190"/>
      <w:bookmarkEnd w:id="191"/>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2" w:name="D"/>
      <w:bookmarkEnd w:id="192"/>
      <w:r>
        <w:rPr>
          <w:b/>
          <w:sz w:val="40"/>
          <w:szCs w:val="40"/>
        </w:rPr>
        <w:t>D</w:t>
      </w:r>
    </w:p>
    <w:p w14:paraId="6371DC2F" w14:textId="77777777" w:rsidR="00B75513" w:rsidRDefault="00596878">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3" w:name="_Toc73847726"/>
      <w:bookmarkStart w:id="194" w:name="_Toc118224430"/>
      <w:bookmarkStart w:id="195" w:name="_Toc118909498"/>
      <w:bookmarkStart w:id="196"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3"/>
      <w:bookmarkEnd w:id="194"/>
      <w:bookmarkEnd w:id="195"/>
      <w:bookmarkEnd w:id="196"/>
    </w:p>
    <w:p w14:paraId="12956A4A" w14:textId="77777777" w:rsidR="005D1947" w:rsidRDefault="00A442A0">
      <w:pPr>
        <w:pStyle w:val="BodyText"/>
      </w:pPr>
      <w:bookmarkStart w:id="197"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198" w:name="_Toc118224431"/>
      <w:bookmarkStart w:id="199" w:name="_Toc118909499"/>
      <w:bookmarkStart w:id="200" w:name="_Toc205190307"/>
      <w:r w:rsidRPr="00D5497B">
        <w:rPr>
          <w:b/>
        </w:rPr>
        <w:lastRenderedPageBreak/>
        <w:t>Data Aggregation System</w:t>
      </w:r>
      <w:bookmarkEnd w:id="197"/>
      <w:r w:rsidRPr="00D5497B">
        <w:rPr>
          <w:b/>
        </w:rPr>
        <w:t xml:space="preserve"> (DAS)</w:t>
      </w:r>
      <w:bookmarkEnd w:id="198"/>
      <w:bookmarkEnd w:id="199"/>
      <w:bookmarkEnd w:id="200"/>
    </w:p>
    <w:p w14:paraId="7A0A9789" w14:textId="77777777" w:rsidR="005D1947" w:rsidRDefault="00A442A0">
      <w:pPr>
        <w:pStyle w:val="BodyText"/>
      </w:pPr>
      <w:bookmarkStart w:id="201"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2" w:name="_Toc118224432"/>
      <w:bookmarkStart w:id="203" w:name="_Toc118909500"/>
      <w:bookmarkStart w:id="204" w:name="_Toc205190308"/>
      <w:r w:rsidRPr="00D5497B">
        <w:rPr>
          <w:b/>
        </w:rPr>
        <w:t>Data Archive</w:t>
      </w:r>
      <w:bookmarkEnd w:id="201"/>
      <w:bookmarkEnd w:id="202"/>
      <w:bookmarkEnd w:id="203"/>
      <w:bookmarkEnd w:id="204"/>
    </w:p>
    <w:p w14:paraId="3BEE0AF3" w14:textId="77777777" w:rsidR="005D1947" w:rsidRDefault="00A442A0">
      <w:pPr>
        <w:pStyle w:val="BodyText"/>
      </w:pPr>
      <w:bookmarkStart w:id="205"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6" w:name="_Toc118224433"/>
      <w:bookmarkStart w:id="207" w:name="_Toc118909501"/>
      <w:bookmarkStart w:id="208" w:name="_Toc205190309"/>
      <w:r w:rsidRPr="00D5497B">
        <w:rPr>
          <w:b/>
        </w:rPr>
        <w:t>Data Warehouse</w:t>
      </w:r>
      <w:bookmarkEnd w:id="205"/>
      <w:bookmarkEnd w:id="206"/>
      <w:bookmarkEnd w:id="207"/>
      <w:bookmarkEnd w:id="208"/>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09" w:name="_Toc73847730"/>
      <w:bookmarkStart w:id="210" w:name="_Toc118224434"/>
      <w:bookmarkStart w:id="211" w:name="_Toc118909502"/>
      <w:bookmarkStart w:id="212" w:name="_Toc205190310"/>
      <w:r w:rsidRPr="00D5497B">
        <w:rPr>
          <w:b/>
        </w:rPr>
        <w:t>Day-Ahead</w:t>
      </w:r>
      <w:bookmarkEnd w:id="209"/>
      <w:bookmarkEnd w:id="210"/>
      <w:bookmarkEnd w:id="211"/>
      <w:bookmarkEnd w:id="212"/>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3" w:name="_Toc80425484"/>
      <w:bookmarkStart w:id="214" w:name="_Toc118224435"/>
      <w:bookmarkStart w:id="215" w:name="_Toc118909503"/>
      <w:bookmarkStart w:id="216" w:name="_Toc205190311"/>
      <w:r w:rsidRPr="00D5497B">
        <w:rPr>
          <w:b/>
        </w:rPr>
        <w:t>Day-Ahead Market</w:t>
      </w:r>
      <w:bookmarkEnd w:id="213"/>
      <w:r w:rsidRPr="00D5497B">
        <w:rPr>
          <w:b/>
        </w:rPr>
        <w:t xml:space="preserve"> (DAM)</w:t>
      </w:r>
      <w:bookmarkEnd w:id="214"/>
      <w:bookmarkEnd w:id="215"/>
      <w:bookmarkEnd w:id="216"/>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7" w:name="_Toc80425485"/>
      <w:bookmarkStart w:id="218" w:name="_Toc118224436"/>
      <w:bookmarkStart w:id="219" w:name="_Toc118909504"/>
      <w:bookmarkStart w:id="220"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lastRenderedPageBreak/>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7"/>
      <w:bookmarkEnd w:id="218"/>
      <w:bookmarkEnd w:id="219"/>
      <w:bookmarkEnd w:id="220"/>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1" w:name="_Toc80425486"/>
      <w:bookmarkStart w:id="222" w:name="_Toc118224437"/>
      <w:bookmarkStart w:id="223" w:name="_Toc118909505"/>
      <w:bookmarkStart w:id="224" w:name="_Toc205190313"/>
      <w:r w:rsidRPr="00D5497B">
        <w:rPr>
          <w:b/>
        </w:rPr>
        <w:t>Day-Ahead Reliability Unit Commitment (DRUC)</w:t>
      </w:r>
      <w:bookmarkEnd w:id="221"/>
      <w:bookmarkEnd w:id="222"/>
      <w:bookmarkEnd w:id="223"/>
      <w:bookmarkEnd w:id="224"/>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5" w:name="_Toc73847734"/>
            <w:bookmarkStart w:id="226" w:name="_Toc118224441"/>
            <w:bookmarkStart w:id="227" w:name="_Toc118909509"/>
            <w:bookmarkStart w:id="228"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5"/>
      <w:bookmarkEnd w:id="226"/>
      <w:bookmarkEnd w:id="227"/>
      <w:bookmarkEnd w:id="228"/>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29" w:name="_Toc73847735"/>
      <w:bookmarkStart w:id="230" w:name="_Toc118224442"/>
      <w:bookmarkStart w:id="231" w:name="_Toc118909510"/>
      <w:bookmarkStart w:id="232" w:name="_Toc205190318"/>
      <w:r w:rsidRPr="00D5497B">
        <w:rPr>
          <w:b/>
        </w:rPr>
        <w:t>Demand</w:t>
      </w:r>
      <w:bookmarkEnd w:id="229"/>
      <w:bookmarkEnd w:id="230"/>
      <w:bookmarkEnd w:id="231"/>
      <w:bookmarkEnd w:id="232"/>
    </w:p>
    <w:p w14:paraId="41DD460D" w14:textId="77777777" w:rsidR="005D1947" w:rsidRDefault="00A442A0">
      <w:pPr>
        <w:pStyle w:val="BodyText"/>
      </w:pPr>
      <w:bookmarkStart w:id="233"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4" w:name="_Toc205190319"/>
      <w:bookmarkStart w:id="235" w:name="_Toc80425494"/>
      <w:bookmarkStart w:id="236" w:name="_Toc118224443"/>
      <w:bookmarkStart w:id="237" w:name="_Toc118909511"/>
      <w:r w:rsidRPr="00D5497B">
        <w:rPr>
          <w:b/>
        </w:rPr>
        <w:t>Designated Representative</w:t>
      </w:r>
      <w:bookmarkEnd w:id="234"/>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lastRenderedPageBreak/>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38" w:name="_Toc205190320"/>
      <w:r w:rsidRPr="00D5497B">
        <w:rPr>
          <w:b/>
          <w:lang w:val="fr-FR"/>
        </w:rPr>
        <w:t>Direct Current Tie (DC Tie)</w:t>
      </w:r>
      <w:bookmarkEnd w:id="235"/>
      <w:bookmarkEnd w:id="236"/>
      <w:bookmarkEnd w:id="237"/>
      <w:bookmarkEnd w:id="238"/>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39" w:name="_Toc73847738"/>
      <w:bookmarkStart w:id="240" w:name="_Toc118224444"/>
      <w:bookmarkStart w:id="241" w:name="_Toc118909512"/>
      <w:bookmarkStart w:id="242" w:name="_Toc205190321"/>
      <w:bookmarkEnd w:id="233"/>
      <w:r w:rsidRPr="00D5497B">
        <w:rPr>
          <w:b/>
          <w:lang w:val="fr-FR"/>
        </w:rPr>
        <w:t>Direct Current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Direct Current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Direct Current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lastRenderedPageBreak/>
        <w:t>Direct Load Control</w:t>
      </w:r>
      <w:bookmarkEnd w:id="239"/>
      <w:r w:rsidRPr="00D5497B">
        <w:rPr>
          <w:b/>
        </w:rPr>
        <w:t xml:space="preserve"> (DLC)</w:t>
      </w:r>
      <w:bookmarkEnd w:id="240"/>
      <w:bookmarkEnd w:id="241"/>
      <w:bookmarkEnd w:id="242"/>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3" w:name="_Toc73847739"/>
      <w:bookmarkStart w:id="244" w:name="_Toc118224445"/>
      <w:bookmarkStart w:id="245" w:name="_Toc118909513"/>
      <w:bookmarkStart w:id="246" w:name="_Toc205190322"/>
      <w:r w:rsidRPr="00D5497B">
        <w:rPr>
          <w:b/>
        </w:rPr>
        <w:t>Dispatch</w:t>
      </w:r>
      <w:bookmarkEnd w:id="243"/>
      <w:bookmarkEnd w:id="244"/>
      <w:bookmarkEnd w:id="245"/>
      <w:bookmarkEnd w:id="246"/>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7" w:name="_Toc73847740"/>
      <w:bookmarkStart w:id="248" w:name="_Toc118224446"/>
      <w:bookmarkStart w:id="249" w:name="_Toc118909514"/>
      <w:bookmarkStart w:id="250" w:name="_Toc205190323"/>
      <w:r w:rsidRPr="00D5497B">
        <w:rPr>
          <w:b/>
        </w:rPr>
        <w:t>Dispatch Instruction</w:t>
      </w:r>
      <w:bookmarkEnd w:id="247"/>
      <w:bookmarkEnd w:id="248"/>
      <w:bookmarkEnd w:id="249"/>
      <w:bookmarkEnd w:id="250"/>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1" w:name="_Toc205190324"/>
            <w:bookmarkStart w:id="252" w:name="_Toc73847742"/>
            <w:bookmarkStart w:id="253" w:name="_Toc118224447"/>
            <w:bookmarkStart w:id="254" w:name="_Toc118909515"/>
            <w:bookmarkStart w:id="255"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1"/>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lastRenderedPageBreak/>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6" w:name="_Toc205190325"/>
      <w:r>
        <w:rPr>
          <w:b/>
        </w:rPr>
        <w:t>Distribution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2"/>
      <w:bookmarkEnd w:id="253"/>
      <w:bookmarkEnd w:id="254"/>
      <w:bookmarkEnd w:id="256"/>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7" w:name="_Toc118224448"/>
      <w:bookmarkStart w:id="258" w:name="_Toc118909516"/>
      <w:bookmarkStart w:id="259" w:name="_Toc205190326"/>
      <w:r w:rsidRPr="00D5497B">
        <w:rPr>
          <w:b/>
        </w:rPr>
        <w:t>Distribution Losses</w:t>
      </w:r>
      <w:bookmarkEnd w:id="255"/>
      <w:bookmarkEnd w:id="257"/>
      <w:bookmarkEnd w:id="258"/>
      <w:bookmarkEnd w:id="259"/>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0" w:name="_Toc73847743"/>
      <w:bookmarkStart w:id="261" w:name="_Toc118224449"/>
      <w:bookmarkStart w:id="262" w:name="_Toc118909517"/>
      <w:bookmarkStart w:id="263" w:name="_Toc205190327"/>
      <w:r w:rsidRPr="00D5497B">
        <w:rPr>
          <w:b/>
        </w:rPr>
        <w:t>Distribution Service Provider (DSP)</w:t>
      </w:r>
      <w:bookmarkEnd w:id="260"/>
      <w:bookmarkEnd w:id="261"/>
      <w:bookmarkEnd w:id="262"/>
      <w:bookmarkEnd w:id="263"/>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4" w:name="_Toc73847744"/>
      <w:bookmarkStart w:id="265" w:name="_Toc118224450"/>
      <w:bookmarkStart w:id="266" w:name="_Toc118909518"/>
      <w:bookmarkStart w:id="267" w:name="_Toc205190328"/>
      <w:r w:rsidRPr="00D5497B">
        <w:rPr>
          <w:b/>
        </w:rPr>
        <w:t>Distribution System</w:t>
      </w:r>
      <w:bookmarkEnd w:id="264"/>
      <w:bookmarkEnd w:id="265"/>
      <w:bookmarkEnd w:id="266"/>
      <w:bookmarkEnd w:id="267"/>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68" w:name="_Toc73847745"/>
      <w:bookmarkStart w:id="269" w:name="_Toc118224452"/>
      <w:bookmarkStart w:id="270" w:name="_Toc118909520"/>
      <w:bookmarkStart w:id="271" w:name="_Toc205190330"/>
      <w:r w:rsidRPr="00D5497B">
        <w:rPr>
          <w:b/>
        </w:rPr>
        <w:t>DUNS Number</w:t>
      </w:r>
      <w:bookmarkEnd w:id="268"/>
      <w:bookmarkEnd w:id="269"/>
      <w:bookmarkEnd w:id="270"/>
      <w:bookmarkEnd w:id="271"/>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2" w:name="_Toc118224453"/>
      <w:bookmarkStart w:id="273" w:name="_Toc118909521"/>
      <w:bookmarkStart w:id="274" w:name="_Toc205190331"/>
      <w:bookmarkStart w:id="275" w:name="_Toc73847748"/>
      <w:r w:rsidRPr="00D5497B">
        <w:rPr>
          <w:b/>
        </w:rPr>
        <w:t>Dynamic Rating</w:t>
      </w:r>
      <w:bookmarkEnd w:id="272"/>
      <w:bookmarkEnd w:id="273"/>
      <w:bookmarkEnd w:id="274"/>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6" w:name="_Toc118224454"/>
      <w:bookmarkStart w:id="277" w:name="_Toc118909522"/>
      <w:bookmarkStart w:id="278" w:name="_Toc205190332"/>
      <w:r w:rsidRPr="00D5497B">
        <w:rPr>
          <w:b/>
        </w:rPr>
        <w:t>Dynamic Rating Processor</w:t>
      </w:r>
      <w:bookmarkEnd w:id="276"/>
      <w:bookmarkEnd w:id="277"/>
      <w:bookmarkEnd w:id="278"/>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79" w:name="_Toc118224455"/>
      <w:bookmarkStart w:id="280" w:name="_Toc118909523"/>
      <w:bookmarkStart w:id="281" w:name="_Toc205190333"/>
      <w:r w:rsidRPr="00D5497B">
        <w:rPr>
          <w:b/>
        </w:rPr>
        <w:lastRenderedPageBreak/>
        <w:t>Dynamically Scheduled Resource (DSR)</w:t>
      </w:r>
      <w:bookmarkEnd w:id="275"/>
      <w:bookmarkEnd w:id="279"/>
      <w:bookmarkEnd w:id="280"/>
      <w:bookmarkEnd w:id="281"/>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2" w:name="E"/>
      <w:bookmarkEnd w:id="282"/>
    </w:p>
    <w:p w14:paraId="277AE507" w14:textId="77777777" w:rsidR="00B75513" w:rsidRDefault="00596878">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3" w:name="_Toc80425508"/>
      <w:bookmarkStart w:id="284" w:name="_Toc118224456"/>
      <w:bookmarkStart w:id="285" w:name="_Toc118909524"/>
      <w:bookmarkStart w:id="286" w:name="_Toc205190334"/>
      <w:bookmarkStart w:id="287" w:name="_Toc73847751"/>
      <w:r w:rsidRPr="00D5497B">
        <w:rPr>
          <w:b/>
        </w:rPr>
        <w:t>Electric Cooperative</w:t>
      </w:r>
      <w:bookmarkEnd w:id="283"/>
      <w:bookmarkEnd w:id="284"/>
      <w:bookmarkEnd w:id="285"/>
      <w:r w:rsidRPr="00D5497B">
        <w:rPr>
          <w:b/>
        </w:rPr>
        <w:t xml:space="preserve"> (EC)</w:t>
      </w:r>
      <w:bookmarkEnd w:id="286"/>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r w:rsidR="002965B0">
        <w:t xml:space="preserve">ch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88" w:name="_Toc118224457"/>
      <w:bookmarkStart w:id="289" w:name="_Toc118909525"/>
      <w:bookmarkStart w:id="290" w:name="_Toc205190335"/>
      <w:r w:rsidRPr="00D5497B">
        <w:rPr>
          <w:b/>
        </w:rPr>
        <w:t>Electric Reliability Council of Texas, Inc. (ERCOT)</w:t>
      </w:r>
      <w:bookmarkEnd w:id="287"/>
      <w:bookmarkEnd w:id="288"/>
      <w:bookmarkEnd w:id="289"/>
      <w:bookmarkEnd w:id="290"/>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1" w:name="_Toc73847752"/>
      <w:bookmarkStart w:id="292" w:name="_Toc80425510"/>
      <w:bookmarkStart w:id="293" w:name="_Toc118224458"/>
      <w:bookmarkStart w:id="294" w:name="_Toc118909526"/>
      <w:bookmarkStart w:id="295" w:name="_Toc205190336"/>
      <w:bookmarkStart w:id="296"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1"/>
      <w:bookmarkEnd w:id="292"/>
      <w:bookmarkEnd w:id="293"/>
      <w:bookmarkEnd w:id="294"/>
      <w:bookmarkEnd w:id="295"/>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7" w:name="_Toc118224459"/>
      <w:bookmarkStart w:id="298" w:name="_Toc118909527"/>
      <w:bookmarkStart w:id="299" w:name="_Toc205190337"/>
      <w:bookmarkStart w:id="300" w:name="ElectricalBus"/>
      <w:r w:rsidRPr="00D5497B">
        <w:rPr>
          <w:b/>
        </w:rPr>
        <w:lastRenderedPageBreak/>
        <w:t>Electrical Bus</w:t>
      </w:r>
      <w:bookmarkEnd w:id="297"/>
      <w:bookmarkEnd w:id="298"/>
      <w:bookmarkEnd w:id="299"/>
      <w:bookmarkEnd w:id="300"/>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1" w:name="_Toc73847754"/>
      <w:bookmarkStart w:id="302" w:name="_Toc80425512"/>
      <w:bookmarkStart w:id="303" w:name="_Toc118224460"/>
      <w:bookmarkStart w:id="304" w:name="_Toc118909528"/>
      <w:bookmarkStart w:id="305" w:name="_Toc205190338"/>
      <w:bookmarkStart w:id="306" w:name="_Toc73847756"/>
      <w:bookmarkEnd w:id="296"/>
      <w:r w:rsidRPr="00D5497B">
        <w:rPr>
          <w:b/>
        </w:rPr>
        <w:lastRenderedPageBreak/>
        <w:t>Eligible Transmission Service Customer</w:t>
      </w:r>
      <w:bookmarkEnd w:id="301"/>
      <w:bookmarkEnd w:id="302"/>
      <w:bookmarkEnd w:id="303"/>
      <w:bookmarkEnd w:id="304"/>
      <w:bookmarkEnd w:id="305"/>
    </w:p>
    <w:p w14:paraId="3AA5F760" w14:textId="77777777" w:rsidR="005D1947" w:rsidRDefault="00A442A0">
      <w:pPr>
        <w:pStyle w:val="BodyText"/>
      </w:pPr>
      <w:bookmarkStart w:id="307" w:name="_Toc73847755"/>
      <w:bookmarkStart w:id="308"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09" w:name="_Toc118224461"/>
      <w:bookmarkStart w:id="310" w:name="_Toc118909529"/>
      <w:bookmarkStart w:id="311" w:name="_Toc205190339"/>
      <w:r w:rsidRPr="00D5497B">
        <w:rPr>
          <w:b/>
        </w:rPr>
        <w:t>Emergency Base Point</w:t>
      </w:r>
      <w:bookmarkEnd w:id="307"/>
      <w:bookmarkEnd w:id="308"/>
      <w:bookmarkEnd w:id="309"/>
      <w:bookmarkEnd w:id="310"/>
      <w:bookmarkEnd w:id="311"/>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2" w:name="_Toc80425514"/>
      <w:bookmarkStart w:id="313" w:name="_Toc118224462"/>
      <w:bookmarkStart w:id="314" w:name="_Toc118909530"/>
      <w:bookmarkStart w:id="315" w:name="_Toc205190340"/>
      <w:bookmarkStart w:id="316" w:name="_Toc73847758"/>
      <w:bookmarkEnd w:id="306"/>
      <w:r w:rsidRPr="00D5497B">
        <w:rPr>
          <w:b/>
        </w:rPr>
        <w:t>Emergency Condition</w:t>
      </w:r>
      <w:bookmarkEnd w:id="312"/>
      <w:bookmarkEnd w:id="313"/>
      <w:bookmarkEnd w:id="314"/>
      <w:bookmarkEnd w:id="315"/>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7" w:name="_Toc118224464"/>
      <w:bookmarkStart w:id="318" w:name="_Toc118909532"/>
      <w:bookmarkStart w:id="319" w:name="_Toc73847760"/>
      <w:bookmarkEnd w:id="316"/>
    </w:p>
    <w:p w14:paraId="045A06B9" w14:textId="77777777" w:rsidR="009C65F0" w:rsidRDefault="005B1C6C">
      <w:pPr>
        <w:pStyle w:val="H2"/>
        <w:ind w:left="907" w:hanging="907"/>
        <w:rPr>
          <w:b/>
        </w:rPr>
      </w:pPr>
      <w:bookmarkStart w:id="320"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7"/>
      <w:bookmarkEnd w:id="318"/>
      <w:bookmarkEnd w:id="320"/>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1" w:name="_Toc80425519"/>
            <w:bookmarkStart w:id="322" w:name="_Toc118224465"/>
            <w:bookmarkStart w:id="323" w:name="_Toc118909533"/>
            <w:bookmarkStart w:id="324" w:name="_Toc205190348"/>
            <w:bookmarkStart w:id="325" w:name="_Toc73847761"/>
            <w:bookmarkEnd w:id="319"/>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w:t>
            </w:r>
            <w:r w:rsidRPr="00AC520F">
              <w:rPr>
                <w:iCs/>
              </w:rPr>
              <w:lastRenderedPageBreak/>
              <w:t xml:space="preserve">(HSL)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1"/>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2"/>
      <w:bookmarkEnd w:id="323"/>
      <w:bookmarkEnd w:id="324"/>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lastRenderedPageBreak/>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lastRenderedPageBreak/>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6" w:name="_Toc205190349"/>
      <w:bookmarkStart w:id="327" w:name="_Toc80425523"/>
      <w:bookmarkStart w:id="328" w:name="_Toc118224466"/>
      <w:bookmarkStart w:id="329" w:name="_Toc118909534"/>
      <w:bookmarkStart w:id="330" w:name="_Toc73847762"/>
      <w:bookmarkEnd w:id="325"/>
      <w:r w:rsidRPr="00D5497B">
        <w:rPr>
          <w:b/>
        </w:rPr>
        <w:t>Energy Imbalance Service</w:t>
      </w:r>
      <w:bookmarkEnd w:id="326"/>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1"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27"/>
      <w:bookmarkEnd w:id="328"/>
      <w:bookmarkEnd w:id="329"/>
      <w:bookmarkEnd w:id="331"/>
    </w:p>
    <w:p w14:paraId="54EE8108" w14:textId="77777777" w:rsidR="005D1947" w:rsidRDefault="00A442A0">
      <w:pPr>
        <w:pStyle w:val="BodyText"/>
      </w:pPr>
      <w:r>
        <w:t xml:space="preserve">A proposal to sell energy at a Settlement Point at a </w:t>
      </w:r>
      <w:bookmarkStart w:id="332" w:name="OLE_LINK1"/>
      <w:bookmarkStart w:id="333" w:name="OLE_LINK2"/>
      <w:r>
        <w:t>monotonically</w:t>
      </w:r>
      <w:bookmarkEnd w:id="332"/>
      <w:bookmarkEnd w:id="333"/>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4" w:name="_Toc118224467"/>
      <w:bookmarkStart w:id="335" w:name="_Toc118909535"/>
      <w:bookmarkStart w:id="336" w:name="_Toc205190351"/>
      <w:bookmarkStart w:id="337" w:name="_Toc73847766"/>
      <w:bookmarkEnd w:id="330"/>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4"/>
      <w:bookmarkEnd w:id="335"/>
      <w:bookmarkEnd w:id="336"/>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38" w:name="_Toc118224468"/>
      <w:bookmarkStart w:id="339" w:name="_Toc118909536"/>
      <w:bookmarkStart w:id="340" w:name="_Toc205190352"/>
      <w:r w:rsidRPr="00D5497B">
        <w:rPr>
          <w:b/>
        </w:rPr>
        <w:t>Entity</w:t>
      </w:r>
      <w:bookmarkEnd w:id="337"/>
      <w:bookmarkEnd w:id="338"/>
      <w:bookmarkEnd w:id="339"/>
      <w:bookmarkEnd w:id="340"/>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lastRenderedPageBreak/>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1" w:name="_Toc80425533"/>
      <w:bookmarkStart w:id="342" w:name="_Toc118224473"/>
      <w:bookmarkStart w:id="343" w:name="_Toc118909541"/>
      <w:bookmarkStart w:id="344" w:name="_Toc205190357"/>
      <w:bookmarkStart w:id="345"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77777777" w:rsidR="00741D12" w:rsidRDefault="00741D12" w:rsidP="00741D12">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11335" w:rsidRPr="004B32CF" w14:paraId="58D09351" w14:textId="77777777" w:rsidTr="00211335">
        <w:trPr>
          <w:trHeight w:val="386"/>
        </w:trPr>
        <w:tc>
          <w:tcPr>
            <w:tcW w:w="9350" w:type="dxa"/>
            <w:shd w:val="pct12" w:color="auto" w:fill="auto"/>
          </w:tcPr>
          <w:p w14:paraId="1AF1B650" w14:textId="01E714C1" w:rsidR="00211335" w:rsidRPr="004B32CF" w:rsidRDefault="00211335" w:rsidP="0061655D">
            <w:pPr>
              <w:spacing w:before="120" w:after="240"/>
              <w:rPr>
                <w:b/>
                <w:i/>
                <w:iCs/>
              </w:rPr>
            </w:pPr>
            <w:r>
              <w:rPr>
                <w:b/>
                <w:i/>
                <w:iCs/>
              </w:rPr>
              <w:t>[NPRR1183</w:t>
            </w:r>
            <w:r w:rsidRPr="004B32CF">
              <w:rPr>
                <w:b/>
                <w:i/>
                <w:iCs/>
              </w:rPr>
              <w:t>:  Replace the above definition “</w:t>
            </w:r>
            <w:r w:rsidRPr="00211335">
              <w:rPr>
                <w:b/>
                <w:i/>
                <w:iCs/>
              </w:rPr>
              <w:t>ERCOT Critical Energy Infrastructure Information (ECEII)</w:t>
            </w:r>
            <w:r w:rsidRPr="004B32CF">
              <w:rPr>
                <w:b/>
                <w:i/>
                <w:iCs/>
              </w:rPr>
              <w:t>” with the following upon system implementation:]</w:t>
            </w:r>
          </w:p>
          <w:p w14:paraId="3055913B" w14:textId="77777777" w:rsidR="00211335" w:rsidRPr="00975A01" w:rsidRDefault="00211335" w:rsidP="00211335">
            <w:pPr>
              <w:keepNext/>
              <w:tabs>
                <w:tab w:val="left" w:pos="900"/>
              </w:tabs>
              <w:spacing w:after="240"/>
              <w:ind w:left="907" w:hanging="907"/>
              <w:outlineLvl w:val="1"/>
              <w:rPr>
                <w:b/>
                <w:szCs w:val="24"/>
              </w:rPr>
            </w:pPr>
            <w:r w:rsidRPr="00975A01">
              <w:rPr>
                <w:b/>
                <w:szCs w:val="24"/>
              </w:rPr>
              <w:t xml:space="preserve">ERCOT Critical Energy Infrastructure Information (ECEII) </w:t>
            </w:r>
          </w:p>
          <w:p w14:paraId="5DB15548" w14:textId="77777777" w:rsidR="00211335" w:rsidRPr="00975A01" w:rsidRDefault="00211335" w:rsidP="00211335">
            <w:pPr>
              <w:spacing w:after="240"/>
              <w:rPr>
                <w:szCs w:val="24"/>
              </w:rPr>
            </w:pPr>
            <w:r w:rsidRPr="00975A01">
              <w:rPr>
                <w:szCs w:val="24"/>
              </w:rPr>
              <w:t xml:space="preserve">Specific engineering, vulnerability, or detailed design information concerning proposed or existing ERCOT System Infrastructure that: </w:t>
            </w:r>
          </w:p>
          <w:p w14:paraId="7721849E" w14:textId="77777777" w:rsidR="00211335" w:rsidRPr="00975A01" w:rsidRDefault="00211335" w:rsidP="00211335">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5BE99CF4" w14:textId="77777777" w:rsidR="00211335" w:rsidRPr="00975A01" w:rsidRDefault="00211335" w:rsidP="00211335">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C372AB6" w14:textId="6EA6A677" w:rsidR="00211335" w:rsidRDefault="00211335" w:rsidP="00211335">
            <w:pPr>
              <w:spacing w:after="240"/>
              <w:ind w:left="720" w:hanging="720"/>
              <w:rPr>
                <w:szCs w:val="24"/>
              </w:rPr>
            </w:pPr>
            <w:r w:rsidRPr="00975A01">
              <w:rPr>
                <w:szCs w:val="24"/>
              </w:rPr>
              <w:t>(c)</w:t>
            </w:r>
            <w:r w:rsidRPr="00975A01">
              <w:rPr>
                <w:szCs w:val="24"/>
              </w:rPr>
              <w:tab/>
            </w:r>
            <w:r>
              <w:rPr>
                <w:szCs w:val="24"/>
              </w:rPr>
              <w:t>H</w:t>
            </w:r>
            <w:r w:rsidRPr="00975A01">
              <w:rPr>
                <w:szCs w:val="24"/>
              </w:rPr>
              <w:t>as not been disclosed to the public</w:t>
            </w:r>
            <w:r w:rsidRPr="00975A01">
              <w:t xml:space="preserve"> through lawful means</w:t>
            </w:r>
            <w:r w:rsidRPr="00975A01">
              <w:rPr>
                <w:szCs w:val="24"/>
              </w:rPr>
              <w:t>; and</w:t>
            </w:r>
          </w:p>
          <w:p w14:paraId="0678869B" w14:textId="7B84C2F5" w:rsidR="00211335" w:rsidRPr="00211335" w:rsidRDefault="00211335" w:rsidP="00211335">
            <w:pPr>
              <w:spacing w:after="240"/>
              <w:ind w:left="720" w:hanging="720"/>
              <w:rPr>
                <w:szCs w:val="24"/>
              </w:rPr>
            </w:pPr>
            <w:r w:rsidRPr="00975A01">
              <w:rPr>
                <w:szCs w:val="24"/>
              </w:rPr>
              <w:lastRenderedPageBreak/>
              <w:t>(d)</w:t>
            </w:r>
            <w:r w:rsidRPr="00975A01">
              <w:rPr>
                <w:szCs w:val="24"/>
              </w:rPr>
              <w:tab/>
              <w:t>Does not simply give the general location of the ERCOT System Infrastructure</w:t>
            </w:r>
            <w:r>
              <w:rPr>
                <w:szCs w:val="24"/>
              </w:rPr>
              <w:t>.</w:t>
            </w:r>
          </w:p>
        </w:tc>
      </w:tr>
    </w:tbl>
    <w:p w14:paraId="63A4EF0B" w14:textId="24358DCC" w:rsidR="005D1947" w:rsidRPr="00D5497B" w:rsidRDefault="00A442A0" w:rsidP="007E3B1B">
      <w:pPr>
        <w:pStyle w:val="H2"/>
        <w:spacing w:before="480"/>
        <w:rPr>
          <w:b/>
        </w:rPr>
      </w:pPr>
      <w:r w:rsidRPr="00D5497B">
        <w:rPr>
          <w:b/>
        </w:rPr>
        <w:lastRenderedPageBreak/>
        <w:t>ERCOT-Polled Settlement (EPS) Meter</w:t>
      </w:r>
      <w:bookmarkEnd w:id="341"/>
      <w:bookmarkEnd w:id="342"/>
      <w:bookmarkEnd w:id="343"/>
      <w:bookmarkEnd w:id="344"/>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6" w:name="_Toc80425534"/>
      <w:bookmarkStart w:id="347" w:name="_Toc118224474"/>
      <w:bookmarkStart w:id="348" w:name="_Toc118909542"/>
      <w:bookmarkStart w:id="349" w:name="_Toc205190358"/>
      <w:bookmarkStart w:id="350" w:name="_Toc73847772"/>
      <w:bookmarkEnd w:id="345"/>
      <w:r w:rsidRPr="00D5497B">
        <w:rPr>
          <w:b/>
        </w:rPr>
        <w:t>ERCOT Region</w:t>
      </w:r>
      <w:bookmarkEnd w:id="346"/>
      <w:bookmarkEnd w:id="347"/>
      <w:bookmarkEnd w:id="348"/>
      <w:bookmarkEnd w:id="349"/>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1" w:name="_Toc80425536"/>
      <w:bookmarkStart w:id="352" w:name="_Toc118224475"/>
      <w:bookmarkStart w:id="353" w:name="_Toc118909543"/>
      <w:bookmarkStart w:id="354" w:name="_Toc205190359"/>
      <w:bookmarkStart w:id="355" w:name="_Toc73847774"/>
      <w:bookmarkEnd w:id="350"/>
      <w:r w:rsidRPr="00D5497B">
        <w:rPr>
          <w:b/>
        </w:rPr>
        <w:t>ERCOT System</w:t>
      </w:r>
      <w:bookmarkEnd w:id="351"/>
      <w:bookmarkEnd w:id="352"/>
      <w:bookmarkEnd w:id="353"/>
      <w:bookmarkEnd w:id="354"/>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6" w:name="_Toc80425537"/>
      <w:bookmarkStart w:id="357" w:name="_Toc118224476"/>
      <w:bookmarkStart w:id="358" w:name="_Toc118909544"/>
      <w:bookmarkStart w:id="359" w:name="_Toc205190360"/>
      <w:bookmarkStart w:id="360" w:name="_Toc73847775"/>
      <w:bookmarkEnd w:id="355"/>
      <w:r w:rsidRPr="00D5497B">
        <w:rPr>
          <w:b/>
        </w:rPr>
        <w:t xml:space="preserve">ERCOT System </w:t>
      </w:r>
      <w:bookmarkEnd w:id="356"/>
      <w:r w:rsidRPr="00D5497B">
        <w:rPr>
          <w:b/>
        </w:rPr>
        <w:t>Demand</w:t>
      </w:r>
      <w:bookmarkEnd w:id="357"/>
      <w:bookmarkEnd w:id="358"/>
      <w:bookmarkEnd w:id="359"/>
      <w:r w:rsidRPr="00D5497B">
        <w:rPr>
          <w:b/>
        </w:rPr>
        <w:t xml:space="preserve"> </w:t>
      </w:r>
    </w:p>
    <w:p w14:paraId="65EA795B" w14:textId="513546F6"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47F46DBC" w14:textId="77777777" w:rsidR="00741D12" w:rsidRPr="00975A01" w:rsidRDefault="00741D12" w:rsidP="00741D12">
      <w:pPr>
        <w:keepNext/>
        <w:tabs>
          <w:tab w:val="left" w:pos="900"/>
        </w:tabs>
        <w:spacing w:before="240" w:after="240"/>
        <w:ind w:left="900" w:hanging="900"/>
        <w:outlineLvl w:val="1"/>
        <w:rPr>
          <w:b/>
          <w:szCs w:val="24"/>
        </w:rPr>
      </w:pPr>
      <w:r w:rsidRPr="00975A01">
        <w:rPr>
          <w:b/>
          <w:szCs w:val="24"/>
        </w:rPr>
        <w:t>ERCOT System Infrastructure</w:t>
      </w:r>
    </w:p>
    <w:p w14:paraId="275B9C48" w14:textId="0722A822" w:rsidR="00741D12" w:rsidRDefault="00741D12" w:rsidP="00741D12">
      <w:pPr>
        <w:pStyle w:val="BodyText"/>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1" w:name="_Toc80425538"/>
      <w:bookmarkStart w:id="362" w:name="_Toc118224477"/>
      <w:bookmarkStart w:id="363" w:name="_Toc118909545"/>
      <w:bookmarkStart w:id="364" w:name="_Toc205190361"/>
      <w:bookmarkStart w:id="365" w:name="_Toc73847776"/>
      <w:bookmarkEnd w:id="360"/>
      <w:r w:rsidRPr="00D5497B">
        <w:rPr>
          <w:b/>
        </w:rPr>
        <w:t>ERCOT Transmission Grid</w:t>
      </w:r>
      <w:bookmarkEnd w:id="361"/>
      <w:bookmarkEnd w:id="362"/>
      <w:bookmarkEnd w:id="363"/>
      <w:bookmarkEnd w:id="364"/>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87D80B5"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00B5058F" w:rsidRPr="00B5058F">
        <w:t xml:space="preserve"> </w:t>
      </w:r>
      <w:r w:rsidR="00B5058F">
        <w:t xml:space="preserve"> Starting January 1, 2024, fuel adders shall not include any fuel purchases included in the submission of Exceptional Fuel Costs as described in paragraph (1)(f) of Section 4.4.9.4.1.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D25" w:rsidRPr="004B32CF" w14:paraId="4535204F" w14:textId="77777777" w:rsidTr="0040456E">
        <w:trPr>
          <w:trHeight w:val="386"/>
        </w:trPr>
        <w:tc>
          <w:tcPr>
            <w:tcW w:w="9350" w:type="dxa"/>
            <w:shd w:val="pct12" w:color="auto" w:fill="auto"/>
          </w:tcPr>
          <w:p w14:paraId="7E769C41" w14:textId="041CABC4" w:rsidR="00271D25" w:rsidRPr="004B32CF" w:rsidRDefault="00271D25" w:rsidP="0040456E">
            <w:pPr>
              <w:spacing w:before="120" w:after="240"/>
              <w:rPr>
                <w:b/>
                <w:i/>
                <w:iCs/>
              </w:rPr>
            </w:pPr>
            <w:r>
              <w:rPr>
                <w:b/>
                <w:i/>
                <w:iCs/>
              </w:rPr>
              <w:lastRenderedPageBreak/>
              <w:t>[NPRR1177</w:t>
            </w:r>
            <w:r w:rsidRPr="004B32CF">
              <w:rPr>
                <w:b/>
                <w:i/>
                <w:iCs/>
              </w:rPr>
              <w:t>:  Replace the above definition “</w:t>
            </w:r>
            <w:r w:rsidRPr="00271D25">
              <w:rPr>
                <w:b/>
                <w:i/>
                <w:iCs/>
              </w:rPr>
              <w:t>Exceptional Fuel Cost</w:t>
            </w:r>
            <w:r w:rsidRPr="004B32CF">
              <w:rPr>
                <w:b/>
                <w:i/>
                <w:iCs/>
              </w:rPr>
              <w:t xml:space="preserve">” with the following </w:t>
            </w:r>
            <w:r>
              <w:rPr>
                <w:b/>
                <w:i/>
                <w:iCs/>
              </w:rPr>
              <w:t>on January 1, 2025</w:t>
            </w:r>
            <w:r w:rsidRPr="004B32CF">
              <w:rPr>
                <w:b/>
                <w:i/>
                <w:iCs/>
              </w:rPr>
              <w:t>]</w:t>
            </w:r>
          </w:p>
          <w:p w14:paraId="36203232" w14:textId="77777777" w:rsidR="00271D25" w:rsidRPr="0087002F" w:rsidRDefault="00271D25" w:rsidP="00271D25">
            <w:pPr>
              <w:keepNext/>
              <w:tabs>
                <w:tab w:val="left" w:pos="900"/>
              </w:tabs>
              <w:spacing w:after="240"/>
              <w:ind w:left="900" w:hanging="900"/>
              <w:outlineLvl w:val="1"/>
              <w:rPr>
                <w:b/>
              </w:rPr>
            </w:pPr>
            <w:r w:rsidRPr="0087002F">
              <w:rPr>
                <w:b/>
              </w:rPr>
              <w:t>Exceptional Fuel Cost</w:t>
            </w:r>
          </w:p>
          <w:p w14:paraId="12398F24" w14:textId="0C327FC2" w:rsidR="00271D25" w:rsidRPr="00C51B65" w:rsidRDefault="00271D25" w:rsidP="00271D25">
            <w:pPr>
              <w:spacing w:after="240"/>
              <w:rPr>
                <w:iCs/>
              </w:rPr>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r w:rsidRPr="00B5058F">
              <w:t xml:space="preserve"> </w:t>
            </w:r>
            <w:r>
              <w:t xml:space="preserve"> </w:t>
            </w:r>
          </w:p>
        </w:tc>
      </w:tr>
    </w:tbl>
    <w:p w14:paraId="30A3A0FC" w14:textId="77777777" w:rsidR="00272D57" w:rsidRPr="00C36BCE" w:rsidRDefault="00272D57" w:rsidP="0057374D">
      <w:pPr>
        <w:pStyle w:val="H2"/>
        <w:spacing w:before="480"/>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5"/>
    <w:p w14:paraId="754C2A16" w14:textId="77777777" w:rsidR="005D1947" w:rsidRDefault="00A442A0">
      <w:pPr>
        <w:pStyle w:val="BodyText"/>
        <w:keepNext/>
        <w:rPr>
          <w:b/>
          <w:sz w:val="40"/>
          <w:szCs w:val="40"/>
        </w:rPr>
      </w:pPr>
      <w:r>
        <w:rPr>
          <w:b/>
          <w:sz w:val="40"/>
          <w:szCs w:val="40"/>
        </w:rPr>
        <w:t>F</w:t>
      </w:r>
      <w:bookmarkStart w:id="366" w:name="F"/>
      <w:bookmarkEnd w:id="366"/>
      <w:r>
        <w:rPr>
          <w:b/>
          <w:sz w:val="40"/>
          <w:szCs w:val="40"/>
        </w:rPr>
        <w:t xml:space="preserve"> </w:t>
      </w:r>
    </w:p>
    <w:p w14:paraId="05F7976A" w14:textId="77777777" w:rsidR="00B75513" w:rsidRDefault="00596878">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7" w:name="_Toc205190362"/>
      <w:bookmarkStart w:id="368" w:name="_Toc118224478"/>
      <w:bookmarkStart w:id="369"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7"/>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0"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t>
      </w:r>
      <w:r w:rsidRPr="0003648D">
        <w:lastRenderedPageBreak/>
        <w:t>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46B91351"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68"/>
      <w:bookmarkEnd w:id="369"/>
      <w:bookmarkEnd w:id="370"/>
    </w:p>
    <w:p w14:paraId="5261E8C7" w14:textId="77777777" w:rsidR="005D1947" w:rsidRPr="00D5497B" w:rsidRDefault="00A442A0" w:rsidP="003B158C">
      <w:pPr>
        <w:pStyle w:val="H2"/>
        <w:rPr>
          <w:b/>
        </w:rPr>
      </w:pPr>
      <w:bookmarkStart w:id="371" w:name="_Toc73847780"/>
      <w:bookmarkStart w:id="372" w:name="_Toc80425542"/>
      <w:bookmarkStart w:id="373" w:name="_Toc118224479"/>
      <w:bookmarkStart w:id="374" w:name="_Toc118909547"/>
      <w:bookmarkStart w:id="375" w:name="_Toc205190364"/>
      <w:bookmarkStart w:id="376" w:name="_Toc73847781"/>
      <w:r w:rsidRPr="00D5497B">
        <w:rPr>
          <w:b/>
        </w:rPr>
        <w:t>Financing Person</w:t>
      </w:r>
      <w:bookmarkEnd w:id="371"/>
      <w:bookmarkEnd w:id="372"/>
      <w:bookmarkEnd w:id="373"/>
      <w:bookmarkEnd w:id="374"/>
      <w:bookmarkEnd w:id="375"/>
    </w:p>
    <w:p w14:paraId="35F17B06" w14:textId="19CD27D4" w:rsidR="003B158C" w:rsidRDefault="00A442A0" w:rsidP="003B158C">
      <w:pPr>
        <w:pStyle w:val="BodyText"/>
      </w:pPr>
      <w:bookmarkStart w:id="377" w:name="_Toc80425543"/>
      <w:bookmarkStart w:id="378" w:name="_Toc73847782"/>
      <w:bookmarkEnd w:id="376"/>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79" w:name="_Toc205190365"/>
      <w:bookmarkStart w:id="380" w:name="_Toc118224480"/>
      <w:bookmarkStart w:id="381" w:name="_Toc118909548"/>
      <w:bookmarkEnd w:id="377"/>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t xml:space="preserve">Firm Fuel Supply Service (FFSS) Qualified Contract </w:t>
      </w:r>
    </w:p>
    <w:p w14:paraId="6C7E1F1F" w14:textId="77777777" w:rsidR="00C72847" w:rsidRPr="00DF6D6B" w:rsidRDefault="00C72847" w:rsidP="00C72847">
      <w:pPr>
        <w:spacing w:after="240"/>
      </w:pPr>
      <w:r w:rsidRPr="00DF6D6B">
        <w:rPr>
          <w:bCs/>
        </w:rPr>
        <w:t xml:space="preserve">A form of Firm Gas Storage Agreement or Firm Transportation Agreement that has been submitted to ERCOT by a Generation Entity for certification that such agreement contains a Qualifying Force Majeure Provision, and otherwise meets the requirements as a Firm Gas </w:t>
      </w:r>
      <w:r w:rsidRPr="00DF6D6B">
        <w:rPr>
          <w:bCs/>
        </w:rPr>
        <w:lastRenderedPageBreak/>
        <w:t>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2"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2"/>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manner in which the FFSS obligation is being provided.</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3"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3"/>
    <w:p w14:paraId="20415287" w14:textId="77777777" w:rsidR="00FD49A6" w:rsidRPr="00DF6D6B" w:rsidRDefault="00FD49A6" w:rsidP="00FD49A6">
      <w:pPr>
        <w:spacing w:before="240" w:after="240"/>
        <w:rPr>
          <w:b/>
        </w:rPr>
      </w:pPr>
      <w:r w:rsidRPr="00DF6D6B">
        <w:rPr>
          <w:b/>
        </w:rPr>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lastRenderedPageBreak/>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79"/>
    </w:p>
    <w:p w14:paraId="1B9EA2C9" w14:textId="77777777" w:rsidR="005D1947" w:rsidRPr="00D5497B" w:rsidRDefault="00A442A0">
      <w:pPr>
        <w:pStyle w:val="H2"/>
        <w:ind w:left="907" w:hanging="907"/>
        <w:rPr>
          <w:b/>
        </w:rPr>
      </w:pPr>
      <w:bookmarkStart w:id="384" w:name="_Toc205190366"/>
      <w:r w:rsidRPr="00D5497B">
        <w:rPr>
          <w:b/>
        </w:rPr>
        <w:t>Force Majeure Eve</w:t>
      </w:r>
      <w:bookmarkEnd w:id="378"/>
      <w:bookmarkEnd w:id="380"/>
      <w:bookmarkEnd w:id="381"/>
      <w:bookmarkEnd w:id="384"/>
      <w:r w:rsidRPr="00D5497B">
        <w:rPr>
          <w:b/>
        </w:rPr>
        <w:t xml:space="preserve">nt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lastRenderedPageBreak/>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mHz (the 100 mHz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0A65F0AB"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55B58EEE" w:rsidR="007132B2" w:rsidRPr="007132B2" w:rsidRDefault="007132B2" w:rsidP="00EE7B76">
            <w:pPr>
              <w:spacing w:after="240"/>
              <w:rPr>
                <w:iCs/>
              </w:rPr>
            </w:pPr>
            <w:r>
              <w:rPr>
                <w:iCs/>
              </w:rPr>
              <w:t xml:space="preserve">The telemetered portion of a Generation Resource’s total output that represents the fraction of the output provided from capacity that is capable of providing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lastRenderedPageBreak/>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596878">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52C43A05" w:rsidR="0000135B" w:rsidRPr="004B32CF" w:rsidRDefault="0000135B" w:rsidP="0000135B">
            <w:pPr>
              <w:spacing w:before="120" w:after="240"/>
              <w:rPr>
                <w:b/>
                <w:i/>
                <w:iCs/>
              </w:rPr>
            </w:pPr>
            <w:bookmarkStart w:id="404" w:name="_Toc73847786"/>
            <w:bookmarkStart w:id="405" w:name="_Toc80425549"/>
            <w:bookmarkStart w:id="406" w:name="_Toc118224485"/>
            <w:bookmarkStart w:id="407" w:name="_Toc118909553"/>
            <w:bookmarkStart w:id="408" w:name="_Toc205190371"/>
            <w:r>
              <w:rPr>
                <w:b/>
                <w:i/>
                <w:iCs/>
              </w:rPr>
              <w:t>[NPRR995</w:t>
            </w:r>
            <w:r w:rsidRPr="004B32CF">
              <w:rPr>
                <w:b/>
                <w:i/>
                <w:iCs/>
              </w:rPr>
              <w:t>:  Replace the above definition “</w:t>
            </w:r>
            <w:r>
              <w:rPr>
                <w:b/>
                <w:i/>
                <w:iCs/>
              </w:rPr>
              <w:t>Generation Entity</w:t>
            </w:r>
            <w:r w:rsidRPr="004B32CF">
              <w:rPr>
                <w:b/>
                <w:i/>
                <w:iCs/>
              </w:rPr>
              <w:t>” with the following upon system implementation:]</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712055FC" w14:textId="77777777" w:rsidR="00F06978" w:rsidRPr="009A4B84" w:rsidRDefault="00F06978" w:rsidP="00F06978">
      <w:pPr>
        <w:pStyle w:val="Heading2"/>
        <w:numPr>
          <w:ilvl w:val="0"/>
          <w:numId w:val="0"/>
        </w:numPr>
        <w:tabs>
          <w:tab w:val="clear" w:pos="720"/>
        </w:tabs>
      </w:pPr>
      <w:r w:rsidRPr="009A4B84">
        <w:lastRenderedPageBreak/>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lastRenderedPageBreak/>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596878">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2C15DE78"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25" w:name="_Toc118224489"/>
            <w:bookmarkStart w:id="426" w:name="_Toc118909557"/>
            <w:bookmarkStart w:id="427" w:name="_Toc205190376"/>
            <w:bookmarkStart w:id="428" w:name="_Toc73847795"/>
            <w:bookmarkEnd w:id="422"/>
            <w:bookmarkEnd w:id="423"/>
            <w:bookmarkEnd w:id="424"/>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lastRenderedPageBreak/>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38" w:name="_Toc80425567"/>
      <w:bookmarkStart w:id="439" w:name="_Toc118224492"/>
      <w:bookmarkStart w:id="440" w:name="_Toc118909560"/>
      <w:bookmarkStart w:id="441" w:name="_Toc205190379"/>
      <w:bookmarkStart w:id="442" w:name="_Toc73847802"/>
      <w:bookmarkEnd w:id="433"/>
      <w:r w:rsidRPr="00E07C18">
        <w:rPr>
          <w:b/>
        </w:rPr>
        <w:t xml:space="preserve">Hotline </w:t>
      </w:r>
    </w:p>
    <w:p w14:paraId="6368C718" w14:textId="77777777"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all Qualified Scheduling Entities (QSEs) with Resources, or their designated agents, or with all Transmission Operators (TOs).    </w:t>
      </w:r>
    </w:p>
    <w:p w14:paraId="78CE202F" w14:textId="77777777" w:rsidR="005D1947" w:rsidRPr="00D5497B" w:rsidRDefault="00A442A0">
      <w:pPr>
        <w:pStyle w:val="H2"/>
        <w:rPr>
          <w:b/>
        </w:rPr>
      </w:pPr>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lastRenderedPageBreak/>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596878"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lastRenderedPageBreak/>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0F6C63EC"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04CDA76F"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tc>
      </w:tr>
    </w:tbl>
    <w:p w14:paraId="13356ED2" w14:textId="77777777" w:rsidR="00EA355E" w:rsidRPr="00E32E42" w:rsidRDefault="00EA355E" w:rsidP="002C0C2E">
      <w:pPr>
        <w:keepNext/>
        <w:tabs>
          <w:tab w:val="left" w:pos="900"/>
        </w:tabs>
        <w:spacing w:before="48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47A50C8E" w:rsidR="0000135B" w:rsidRPr="004B32CF" w:rsidRDefault="0000135B" w:rsidP="0000135B">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524560D0"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56"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lastRenderedPageBreak/>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49985A4" w14:textId="4272F418" w:rsidR="00B75513" w:rsidRPr="00D5497B" w:rsidRDefault="00A442A0" w:rsidP="002C0C2E">
      <w:pPr>
        <w:pStyle w:val="H2"/>
        <w:keepNext w:val="0"/>
        <w:spacing w:before="480"/>
        <w:ind w:left="907" w:hanging="907"/>
        <w:rPr>
          <w:b/>
        </w:rPr>
      </w:pPr>
      <w:r w:rsidRPr="00D5497B">
        <w:rPr>
          <w:b/>
        </w:rPr>
        <w:lastRenderedPageBreak/>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lastRenderedPageBreak/>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1"/>
    <w:p w14:paraId="769A5A9B" w14:textId="77777777" w:rsidR="005D1947" w:rsidRDefault="00A442A0" w:rsidP="00EC7906">
      <w:pPr>
        <w:pStyle w:val="BodyText"/>
        <w:keepNext/>
        <w:spacing w:before="240"/>
        <w:rPr>
          <w:b/>
          <w:sz w:val="40"/>
          <w:szCs w:val="40"/>
        </w:rPr>
      </w:pPr>
      <w:r>
        <w:rPr>
          <w:b/>
          <w:sz w:val="40"/>
          <w:szCs w:val="40"/>
        </w:rPr>
        <w:t>J</w:t>
      </w:r>
      <w:bookmarkStart w:id="465" w:name="J"/>
      <w:bookmarkEnd w:id="465"/>
    </w:p>
    <w:p w14:paraId="1A92D968" w14:textId="77777777" w:rsidR="00B75513" w:rsidRDefault="00596878">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596878">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596878">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3509461C" w14:textId="77777777" w:rsidR="00943E4B" w:rsidRDefault="00943E4B" w:rsidP="00943E4B">
      <w:pPr>
        <w:pStyle w:val="H2"/>
        <w:rPr>
          <w:b/>
        </w:rPr>
      </w:pPr>
      <w:bookmarkStart w:id="477" w:name="_Toc73847817"/>
      <w:bookmarkStart w:id="478" w:name="_Toc118224501"/>
      <w:bookmarkStart w:id="479" w:name="_Toc118909569"/>
      <w:bookmarkStart w:id="480" w:name="_Toc205190390"/>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lastRenderedPageBreak/>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11FDC97C" w:rsidR="005D1947" w:rsidRDefault="00245956">
      <w:pPr>
        <w:pStyle w:val="BodyText"/>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t>Energy Emergency Alert (</w:t>
      </w:r>
      <w:r w:rsidRPr="0089065D">
        <w:t>EEA</w:t>
      </w:r>
      <w:r>
        <w:t xml:space="preserve">) </w:t>
      </w:r>
      <w:r w:rsidRPr="0089065D">
        <w:t>procedures.</w:t>
      </w:r>
    </w:p>
    <w:p w14:paraId="01C0789D" w14:textId="77777777" w:rsidR="005D1947" w:rsidRPr="00D5497B" w:rsidRDefault="00A442A0" w:rsidP="00A54456">
      <w:pPr>
        <w:pStyle w:val="H2"/>
        <w:ind w:left="0" w:firstLine="0"/>
        <w:rPr>
          <w:b/>
        </w:rPr>
      </w:pPr>
      <w:bookmarkStart w:id="486" w:name="_Toc118224503"/>
      <w:bookmarkStart w:id="487" w:name="_Toc118909571"/>
      <w:bookmarkStart w:id="488" w:name="_Toc205190392"/>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lastRenderedPageBreak/>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lastRenderedPageBreak/>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26" w:name="_Toc118224512"/>
            <w:bookmarkStart w:id="527" w:name="_Toc118909580"/>
            <w:bookmarkStart w:id="528" w:name="_Toc205190402"/>
            <w:bookmarkStart w:id="529" w:name="_Toc73847837"/>
            <w:bookmarkEnd w:id="525"/>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lastRenderedPageBreak/>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5"/>
      <w:bookmarkEnd w:id="536"/>
      <w:bookmarkEnd w:id="537"/>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2DF0F484" w:rsidR="00B75513" w:rsidRDefault="00596878">
      <w:pPr>
        <w:pStyle w:val="ListIntroduction"/>
        <w:keepNext w:val="0"/>
        <w:rPr>
          <w:rStyle w:val="Hyperlink"/>
        </w:rPr>
      </w:pPr>
      <w:hyperlink w:anchor="_DEFINITIONS" w:history="1">
        <w:r w:rsidR="00842B9A">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lastRenderedPageBreak/>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47" w:name="_Toc205190409"/>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6F4A57FD" w:rsidR="005D1947" w:rsidRDefault="00A442A0">
      <w:pPr>
        <w:pStyle w:val="BodyText"/>
      </w:pPr>
      <w:bookmarkStart w:id="551" w:name="_Toc80425619"/>
      <w:bookmarkStart w:id="552"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77777777" w:rsidR="007132B2" w:rsidRPr="00625E9F" w:rsidRDefault="007132B2" w:rsidP="007132B2">
            <w:pPr>
              <w:pStyle w:val="Instructions"/>
              <w:spacing w:before="120"/>
              <w:rPr>
                <w:lang w:val="en-US" w:eastAsia="en-US"/>
              </w:rPr>
            </w:pPr>
            <w:bookmarkStart w:id="553" w:name="_Toc118224520"/>
            <w:bookmarkStart w:id="554" w:name="_Toc118909588"/>
            <w:bookmarkStart w:id="555" w:name="_Toc205190411"/>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1"/>
      <w:bookmarkEnd w:id="553"/>
      <w:bookmarkEnd w:id="554"/>
      <w:bookmarkEnd w:id="555"/>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bookmarkEnd w:id="556"/>
      <w:bookmarkEnd w:id="557"/>
      <w:bookmarkEnd w:id="558"/>
      <w:bookmarkEnd w:id="559"/>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lastRenderedPageBreak/>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lastRenderedPageBreak/>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lastRenderedPageBreak/>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lastRenderedPageBreak/>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11" w:name="_Toc245284342"/>
      <w:bookmarkStart w:id="612" w:name="_Toc257217482"/>
      <w:bookmarkStart w:id="613" w:name="_Toc260860335"/>
      <w:bookmarkStart w:id="614" w:name="_Toc266801432"/>
      <w:r w:rsidRPr="00911E5B">
        <w:t>ERCOT Specified File Format</w:t>
      </w:r>
      <w:bookmarkEnd w:id="611"/>
      <w:bookmarkEnd w:id="612"/>
      <w:r w:rsidRPr="00911E5B">
        <w:t xml:space="preserve"> for Submission of Interval Data for Advanced Metering Systems</w:t>
      </w:r>
      <w:bookmarkEnd w:id="613"/>
      <w:bookmarkEnd w:id="614"/>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51C2FCE" w:rsidR="00AE6DA3" w:rsidRPr="004B32CF" w:rsidRDefault="00AE6DA3" w:rsidP="00951681">
            <w:pPr>
              <w:spacing w:before="120" w:after="240"/>
              <w:rPr>
                <w:b/>
                <w:i/>
                <w:iCs/>
              </w:rPr>
            </w:pPr>
            <w:r>
              <w:rPr>
                <w:b/>
                <w:i/>
                <w:iCs/>
              </w:rPr>
              <w:t>[NPRR885</w:t>
            </w:r>
            <w:r w:rsidR="0000135B">
              <w:rPr>
                <w:b/>
                <w:i/>
                <w:iCs/>
              </w:rPr>
              <w:t xml:space="preserve"> and NPRR995</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lastRenderedPageBreak/>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lastRenderedPageBreak/>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5" w:name="N"/>
      <w:bookmarkEnd w:id="615"/>
    </w:p>
    <w:p w14:paraId="0BC3EB68" w14:textId="77777777" w:rsidR="00B75513" w:rsidRDefault="00596878">
      <w:pPr>
        <w:pStyle w:val="ListIntroduction"/>
        <w:keepNext w:val="0"/>
      </w:pPr>
      <w:hyperlink w:anchor="_DEFINITIONS" w:history="1">
        <w:r w:rsidR="00842B9A">
          <w:rPr>
            <w:rStyle w:val="Hyperlink"/>
          </w:rPr>
          <w:t>[Back to Top]</w:t>
        </w:r>
      </w:hyperlink>
    </w:p>
    <w:p w14:paraId="5F34EAF0" w14:textId="77777777" w:rsidR="005D1947" w:rsidRPr="004222A1" w:rsidRDefault="00A442A0">
      <w:pPr>
        <w:pStyle w:val="H2"/>
        <w:rPr>
          <w:b/>
        </w:rPr>
      </w:pPr>
      <w:bookmarkStart w:id="616" w:name="_Toc118224536"/>
      <w:bookmarkStart w:id="617" w:name="_Toc118909604"/>
      <w:bookmarkStart w:id="618" w:name="_Toc205190428"/>
      <w:bookmarkStart w:id="619" w:name="_Toc73847871"/>
      <w:bookmarkStart w:id="620" w:name="_Toc80425649"/>
      <w:r w:rsidRPr="004222A1">
        <w:rPr>
          <w:b/>
        </w:rPr>
        <w:t>Net Dependable Capability</w:t>
      </w:r>
      <w:bookmarkEnd w:id="616"/>
      <w:bookmarkEnd w:id="617"/>
      <w:bookmarkEnd w:id="618"/>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21" w:name="_Toc118224537"/>
      <w:bookmarkStart w:id="622" w:name="_Toc118909605"/>
      <w:bookmarkStart w:id="623" w:name="_Toc205190429"/>
      <w:r w:rsidRPr="004222A1">
        <w:rPr>
          <w:b/>
        </w:rPr>
        <w:t>Net Generation</w:t>
      </w:r>
      <w:bookmarkEnd w:id="619"/>
      <w:bookmarkEnd w:id="620"/>
      <w:bookmarkEnd w:id="621"/>
      <w:bookmarkEnd w:id="622"/>
      <w:bookmarkEnd w:id="623"/>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4" w:name="_Toc80425650"/>
      <w:bookmarkStart w:id="625" w:name="_Toc118224538"/>
      <w:bookmarkStart w:id="626" w:name="_Toc118909606"/>
      <w:bookmarkStart w:id="627" w:name="_Toc205190430"/>
      <w:r w:rsidRPr="004222A1">
        <w:rPr>
          <w:b/>
        </w:rPr>
        <w:t>Network Operations Model</w:t>
      </w:r>
      <w:bookmarkEnd w:id="624"/>
      <w:bookmarkEnd w:id="625"/>
      <w:bookmarkEnd w:id="626"/>
      <w:bookmarkEnd w:id="627"/>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28" w:name="_Toc118224539"/>
            <w:bookmarkStart w:id="629" w:name="_Toc118909607"/>
            <w:bookmarkStart w:id="630"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w:t>
            </w:r>
            <w:r w:rsidRPr="00E55E72">
              <w:lastRenderedPageBreak/>
              <w:t xml:space="preserve">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lastRenderedPageBreak/>
        <w:t>Network Security Analysis</w:t>
      </w:r>
      <w:bookmarkEnd w:id="628"/>
      <w:bookmarkEnd w:id="629"/>
      <w:bookmarkEnd w:id="630"/>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31" w:name="_Toc73847874"/>
      <w:bookmarkStart w:id="632" w:name="_Toc118224540"/>
      <w:bookmarkStart w:id="633" w:name="_Toc118909608"/>
      <w:bookmarkStart w:id="634" w:name="_Toc205190432"/>
      <w:r w:rsidRPr="004222A1">
        <w:rPr>
          <w:b/>
        </w:rPr>
        <w:t>Non-Competitive Constraint</w:t>
      </w:r>
      <w:bookmarkEnd w:id="631"/>
      <w:bookmarkEnd w:id="632"/>
      <w:bookmarkEnd w:id="633"/>
      <w:bookmarkEnd w:id="634"/>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35" w:name="_Toc205190433"/>
            <w:bookmarkStart w:id="636" w:name="_Toc118224541"/>
            <w:bookmarkStart w:id="637" w:name="_Toc118909609"/>
            <w:r>
              <w:rPr>
                <w:b/>
                <w:i/>
                <w:iCs/>
              </w:rPr>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35"/>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8" w:name="_Toc205190434"/>
      <w:r w:rsidRPr="004222A1">
        <w:rPr>
          <w:b/>
          <w:lang w:val="fr-FR"/>
        </w:rPr>
        <w:t>Non-Opt-In Entity (NOIE)</w:t>
      </w:r>
      <w:bookmarkEnd w:id="636"/>
      <w:bookmarkEnd w:id="637"/>
      <w:bookmarkEnd w:id="638"/>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9" w:name="_Toc73847877"/>
      <w:bookmarkStart w:id="640" w:name="_Toc80425660"/>
      <w:bookmarkStart w:id="641" w:name="_Toc118224542"/>
      <w:bookmarkStart w:id="642" w:name="_Toc118909610"/>
      <w:bookmarkStart w:id="643" w:name="_Toc205190435"/>
      <w:bookmarkStart w:id="644" w:name="_Toc73847878"/>
      <w:r w:rsidRPr="004222A1">
        <w:rPr>
          <w:b/>
          <w:lang w:val="fr-FR"/>
        </w:rPr>
        <w:t>Non-Opt-In Entity (NOIE) Load Zone</w:t>
      </w:r>
      <w:bookmarkEnd w:id="639"/>
      <w:bookmarkEnd w:id="640"/>
      <w:bookmarkEnd w:id="641"/>
      <w:bookmarkEnd w:id="642"/>
      <w:bookmarkEnd w:id="643"/>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5" w:name="_Toc80425661"/>
      <w:bookmarkStart w:id="646" w:name="_Toc118224543"/>
      <w:bookmarkStart w:id="647" w:name="_Toc118909611"/>
      <w:bookmarkStart w:id="648" w:name="_Toc205190436"/>
      <w:r w:rsidRPr="004222A1">
        <w:rPr>
          <w:b/>
          <w:lang w:val="it-IT"/>
        </w:rPr>
        <w:lastRenderedPageBreak/>
        <w:t>Non-Spinning Reserve (Non-Spin)</w:t>
      </w:r>
      <w:bookmarkEnd w:id="645"/>
      <w:bookmarkEnd w:id="646"/>
      <w:bookmarkEnd w:id="647"/>
      <w:bookmarkEnd w:id="648"/>
      <w:r w:rsidRPr="004222A1">
        <w:rPr>
          <w:b/>
          <w:lang w:val="it-IT"/>
        </w:rPr>
        <w:t xml:space="preserve"> </w:t>
      </w:r>
    </w:p>
    <w:bookmarkEnd w:id="644"/>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49" w:name="_Toc118224544"/>
            <w:bookmarkStart w:id="650" w:name="_Toc118909612"/>
            <w:bookmarkStart w:id="651"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t>Normal Ramp Rate</w:t>
      </w:r>
      <w:bookmarkEnd w:id="649"/>
      <w:bookmarkEnd w:id="650"/>
      <w:bookmarkEnd w:id="651"/>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52" w:name="_Toc80425664"/>
      <w:bookmarkStart w:id="653" w:name="_Toc118224545"/>
      <w:bookmarkStart w:id="654" w:name="_Toc118909613"/>
      <w:bookmarkStart w:id="655" w:name="_Toc205190438"/>
      <w:r w:rsidRPr="004222A1">
        <w:rPr>
          <w:b/>
        </w:rPr>
        <w:t>Normal Rating</w:t>
      </w:r>
      <w:bookmarkEnd w:id="652"/>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53"/>
      <w:bookmarkEnd w:id="654"/>
      <w:bookmarkEnd w:id="655"/>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lastRenderedPageBreak/>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6" w:name="O"/>
      <w:bookmarkEnd w:id="656"/>
    </w:p>
    <w:p w14:paraId="75F58771" w14:textId="77777777" w:rsidR="00B75513" w:rsidRDefault="00596878">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7" w:name="_Toc118224546"/>
      <w:bookmarkStart w:id="658" w:name="_Toc118909614"/>
      <w:bookmarkStart w:id="659" w:name="_Toc205190439"/>
      <w:r w:rsidRPr="004222A1">
        <w:rPr>
          <w:b/>
        </w:rPr>
        <w:t>Off-Line</w:t>
      </w:r>
      <w:bookmarkEnd w:id="657"/>
      <w:bookmarkEnd w:id="658"/>
      <w:bookmarkEnd w:id="659"/>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60" w:name="_Toc118224549"/>
      <w:bookmarkStart w:id="661" w:name="_Toc118909617"/>
      <w:bookmarkStart w:id="662" w:name="_Toc205190442"/>
      <w:r w:rsidRPr="004222A1">
        <w:rPr>
          <w:b/>
        </w:rPr>
        <w:t>On-Line</w:t>
      </w:r>
      <w:bookmarkEnd w:id="660"/>
      <w:bookmarkEnd w:id="661"/>
      <w:bookmarkEnd w:id="662"/>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3" w:name="_Toc80425673"/>
      <w:bookmarkStart w:id="664" w:name="_Toc118224550"/>
      <w:bookmarkStart w:id="665" w:name="_Toc118909618"/>
      <w:bookmarkStart w:id="666" w:name="_Toc205190443"/>
      <w:bookmarkStart w:id="667" w:name="_Toc73847886"/>
      <w:r w:rsidRPr="004222A1">
        <w:rPr>
          <w:b/>
        </w:rPr>
        <w:t>On-Peak</w:t>
      </w:r>
      <w:bookmarkEnd w:id="663"/>
      <w:r w:rsidRPr="004222A1">
        <w:rPr>
          <w:b/>
        </w:rPr>
        <w:t xml:space="preserve"> Hours</w:t>
      </w:r>
      <w:bookmarkEnd w:id="664"/>
      <w:bookmarkEnd w:id="665"/>
      <w:bookmarkEnd w:id="666"/>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8" w:name="_Toc80425675"/>
      <w:bookmarkStart w:id="669" w:name="_Toc118224551"/>
      <w:bookmarkStart w:id="670" w:name="_Toc118909619"/>
      <w:bookmarkStart w:id="671" w:name="_Toc205190444"/>
      <w:bookmarkStart w:id="672" w:name="_Toc73847888"/>
      <w:bookmarkEnd w:id="667"/>
      <w:r w:rsidRPr="004222A1">
        <w:rPr>
          <w:b/>
        </w:rPr>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8"/>
      <w:bookmarkEnd w:id="669"/>
      <w:bookmarkEnd w:id="670"/>
      <w:bookmarkEnd w:id="671"/>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3" w:name="_Toc80425677"/>
      <w:bookmarkStart w:id="674" w:name="_Toc118224553"/>
      <w:bookmarkStart w:id="675" w:name="_Toc118909621"/>
      <w:bookmarkStart w:id="676" w:name="_Toc205190446"/>
      <w:bookmarkStart w:id="677" w:name="_Toc73847889"/>
      <w:bookmarkEnd w:id="672"/>
      <w:r w:rsidRPr="004222A1">
        <w:rPr>
          <w:b/>
        </w:rPr>
        <w:t>Operating Hour</w:t>
      </w:r>
      <w:bookmarkEnd w:id="673"/>
      <w:bookmarkEnd w:id="674"/>
      <w:bookmarkEnd w:id="675"/>
      <w:bookmarkEnd w:id="676"/>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8" w:name="_Toc73847890"/>
      <w:bookmarkStart w:id="679" w:name="_Toc118224554"/>
      <w:bookmarkStart w:id="680" w:name="_Toc118909622"/>
      <w:bookmarkStart w:id="681" w:name="_Toc205190447"/>
      <w:bookmarkEnd w:id="677"/>
      <w:r w:rsidRPr="004222A1">
        <w:rPr>
          <w:b/>
        </w:rPr>
        <w:t>Operating Period</w:t>
      </w:r>
      <w:bookmarkEnd w:id="678"/>
      <w:bookmarkEnd w:id="679"/>
      <w:bookmarkEnd w:id="680"/>
      <w:bookmarkEnd w:id="681"/>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lastRenderedPageBreak/>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82" w:name="_Toc118224555"/>
            <w:bookmarkStart w:id="683" w:name="_Toc118909623"/>
            <w:bookmarkStart w:id="684" w:name="_Toc205190448"/>
            <w:bookmarkStart w:id="685" w:name="_Toc80425682"/>
            <w:bookmarkStart w:id="686"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2"/>
      <w:bookmarkEnd w:id="683"/>
      <w:bookmarkEnd w:id="684"/>
    </w:p>
    <w:p w14:paraId="0FAD68C9" w14:textId="77777777" w:rsidR="00831DAE" w:rsidRPr="00EA71DD" w:rsidRDefault="00831DAE" w:rsidP="00831DAE">
      <w:pPr>
        <w:pStyle w:val="H2"/>
        <w:keepNext w:val="0"/>
        <w:ind w:left="907" w:hanging="907"/>
        <w:rPr>
          <w:b/>
        </w:rPr>
      </w:pPr>
      <w:proofErr w:type="spellStart"/>
      <w:r w:rsidRPr="00EA71DD">
        <w:rPr>
          <w:b/>
        </w:rPr>
        <w:t>Opt</w:t>
      </w:r>
      <w:proofErr w:type="spellEnd"/>
      <w:r w:rsidRPr="00EA71DD">
        <w:rPr>
          <w:b/>
        </w:rPr>
        <w:t xml:space="preserve">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w:t>
      </w:r>
      <w:proofErr w:type="spellStart"/>
      <w:r w:rsidRPr="00EA71DD">
        <w:rPr>
          <w:iCs/>
        </w:rPr>
        <w:t>Opt</w:t>
      </w:r>
      <w:proofErr w:type="spellEnd"/>
      <w:r w:rsidRPr="00EA71DD">
        <w:rPr>
          <w:iCs/>
        </w:rPr>
        <w:t xml:space="preserve">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87" w:name="_Toc118224556"/>
      <w:bookmarkStart w:id="688" w:name="_Toc118909624"/>
      <w:bookmarkStart w:id="689" w:name="_Toc205190449"/>
      <w:bookmarkStart w:id="690"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5"/>
      <w:bookmarkEnd w:id="687"/>
      <w:bookmarkEnd w:id="688"/>
      <w:bookmarkEnd w:id="689"/>
    </w:p>
    <w:bookmarkEnd w:id="690"/>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rsidP="005676C8">
      <w:pPr>
        <w:pStyle w:val="H3"/>
        <w:tabs>
          <w:tab w:val="clear" w:pos="1080"/>
        </w:tabs>
        <w:spacing w:after="120"/>
        <w:ind w:left="360" w:firstLine="0"/>
      </w:pPr>
      <w:bookmarkStart w:id="691" w:name="_Toc118224557"/>
      <w:bookmarkStart w:id="692" w:name="_Toc118909625"/>
      <w:bookmarkStart w:id="693" w:name="_Toc205190450"/>
      <w:r>
        <w:lastRenderedPageBreak/>
        <w:t>Forced Outage</w:t>
      </w:r>
      <w:bookmarkEnd w:id="691"/>
      <w:bookmarkEnd w:id="692"/>
      <w:bookmarkEnd w:id="693"/>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4" w:name="_Toc118224558"/>
      <w:bookmarkStart w:id="695" w:name="_Toc118909626"/>
      <w:bookmarkStart w:id="696" w:name="_Toc205190451"/>
      <w:r>
        <w:t>Maintenance Outage</w:t>
      </w:r>
      <w:bookmarkEnd w:id="694"/>
      <w:bookmarkEnd w:id="695"/>
      <w:bookmarkEnd w:id="696"/>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7" w:name="_Toc118224559"/>
      <w:bookmarkStart w:id="698" w:name="_Toc118909627"/>
      <w:bookmarkStart w:id="699" w:name="_Toc205190452"/>
      <w:bookmarkStart w:id="700" w:name="_Toc80425683"/>
      <w:r>
        <w:t>Opportunity Outage</w:t>
      </w:r>
      <w:bookmarkEnd w:id="697"/>
      <w:bookmarkEnd w:id="698"/>
      <w:bookmarkEnd w:id="699"/>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1" w:name="_Toc118224560"/>
      <w:bookmarkStart w:id="702" w:name="_Toc118909628"/>
      <w:bookmarkStart w:id="703" w:name="_Toc205190453"/>
      <w:r>
        <w:t>Planned Outage</w:t>
      </w:r>
      <w:bookmarkEnd w:id="700"/>
      <w:bookmarkEnd w:id="701"/>
      <w:bookmarkEnd w:id="702"/>
      <w:bookmarkEnd w:id="703"/>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w:t>
      </w:r>
      <w:r w:rsidRPr="00940A98">
        <w:lastRenderedPageBreak/>
        <w:t xml:space="preserve">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4" w:name="_Toc97957528"/>
      <w:bookmarkStart w:id="705" w:name="_Toc118224561"/>
      <w:bookmarkStart w:id="706" w:name="_Toc118909629"/>
      <w:bookmarkStart w:id="707" w:name="_Toc205190454"/>
      <w:r>
        <w:t>Simple Transmission Outage</w:t>
      </w:r>
      <w:bookmarkEnd w:id="704"/>
      <w:bookmarkEnd w:id="705"/>
      <w:bookmarkEnd w:id="706"/>
      <w:bookmarkEnd w:id="707"/>
    </w:p>
    <w:p w14:paraId="0D8B1E41" w14:textId="77777777" w:rsidR="005D1947" w:rsidRDefault="00A442A0">
      <w:pPr>
        <w:pStyle w:val="BodyTextIndent"/>
        <w:ind w:left="360"/>
        <w:rPr>
          <w:b/>
        </w:rPr>
      </w:pPr>
      <w:bookmarkStart w:id="708"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8"/>
      <w:r>
        <w:t xml:space="preserve">  </w:t>
      </w:r>
    </w:p>
    <w:p w14:paraId="34E8B7A5" w14:textId="77777777" w:rsidR="002C0A55" w:rsidRPr="00F057BA" w:rsidRDefault="002C0A55" w:rsidP="002C0A55">
      <w:pPr>
        <w:pStyle w:val="BodyText"/>
        <w:spacing w:before="240"/>
        <w:rPr>
          <w:b/>
        </w:rPr>
      </w:pPr>
      <w:bookmarkStart w:id="709" w:name="_Toc73847896"/>
      <w:bookmarkStart w:id="710" w:name="_Toc80425684"/>
      <w:bookmarkStart w:id="711" w:name="_Toc118224563"/>
      <w:bookmarkStart w:id="712" w:name="_Toc118909631"/>
      <w:bookmarkStart w:id="713" w:name="_Toc205190456"/>
      <w:bookmarkEnd w:id="686"/>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09"/>
      <w:bookmarkEnd w:id="710"/>
      <w:bookmarkEnd w:id="711"/>
      <w:bookmarkEnd w:id="712"/>
      <w:bookmarkEnd w:id="713"/>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4" w:name="P"/>
      <w:bookmarkEnd w:id="714"/>
    </w:p>
    <w:p w14:paraId="44945531" w14:textId="77777777" w:rsidR="003F0F8C" w:rsidRDefault="00596878" w:rsidP="003F0F8C">
      <w:pPr>
        <w:pStyle w:val="ListIntroduction"/>
        <w:keepNext w:val="0"/>
        <w:rPr>
          <w:rStyle w:val="Hyperlink"/>
        </w:rPr>
      </w:pPr>
      <w:hyperlink w:anchor="_DEFINITIONS" w:history="1">
        <w:r w:rsidR="00842B9A">
          <w:rPr>
            <w:rStyle w:val="Hyperlink"/>
          </w:rPr>
          <w:t>[Back to Top]</w:t>
        </w:r>
      </w:hyperlink>
      <w:bookmarkStart w:id="715" w:name="_Toc205190457"/>
      <w:bookmarkStart w:id="716" w:name="_Toc80425685"/>
      <w:bookmarkStart w:id="717" w:name="_Toc118224564"/>
      <w:bookmarkStart w:id="718" w:name="_Toc118909632"/>
      <w:bookmarkStart w:id="719"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lastRenderedPageBreak/>
        <w:t>Physical Responsive Capability (PRC)</w:t>
      </w:r>
      <w:bookmarkEnd w:id="715"/>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0"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6"/>
      </w:hyperlink>
      <w:r w:rsidR="00927819" w:rsidRPr="004222A1">
        <w:rPr>
          <w:b/>
        </w:rPr>
        <w:t>)</w:t>
      </w:r>
      <w:bookmarkEnd w:id="717"/>
      <w:bookmarkEnd w:id="718"/>
      <w:bookmarkEnd w:id="720"/>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21" w:name="_Toc118224565"/>
            <w:bookmarkStart w:id="722" w:name="_Toc118909633"/>
            <w:bookmarkStart w:id="723" w:name="_Toc205190459"/>
            <w:bookmarkEnd w:id="719"/>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lastRenderedPageBreak/>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lastRenderedPageBreak/>
        <w:t>Power System Stabilizer</w:t>
      </w:r>
      <w:bookmarkEnd w:id="721"/>
      <w:bookmarkEnd w:id="722"/>
      <w:bookmarkEnd w:id="723"/>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4" w:name="_Toc73847901"/>
      <w:bookmarkStart w:id="725" w:name="_Toc118224566"/>
      <w:bookmarkStart w:id="726" w:name="_Toc118909634"/>
      <w:bookmarkStart w:id="727"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4"/>
      <w:bookmarkEnd w:id="725"/>
      <w:bookmarkEnd w:id="726"/>
      <w:bookmarkEnd w:id="727"/>
    </w:p>
    <w:p w14:paraId="4195A6AD" w14:textId="77777777" w:rsidR="005D1947" w:rsidRDefault="00A442A0">
      <w:pPr>
        <w:pStyle w:val="BodyText"/>
      </w:pPr>
      <w:bookmarkStart w:id="728"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4AD944C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12AF2B66" w:rsidR="00C51B65" w:rsidRPr="004B32CF" w:rsidRDefault="00C51B65" w:rsidP="00A321F9">
            <w:pPr>
              <w:spacing w:before="120" w:after="240"/>
              <w:rPr>
                <w:b/>
                <w:i/>
                <w:iCs/>
              </w:rPr>
            </w:pPr>
            <w:bookmarkStart w:id="729" w:name="_Toc80425694"/>
            <w:bookmarkStart w:id="730" w:name="_Toc118224567"/>
            <w:bookmarkStart w:id="731" w:name="_Toc118909635"/>
            <w:bookmarkStart w:id="732" w:name="_Toc205190463"/>
            <w:bookmarkStart w:id="733" w:name="_Toc73847905"/>
            <w:bookmarkEnd w:id="728"/>
            <w:r>
              <w:rPr>
                <w:b/>
                <w:i/>
                <w:iCs/>
              </w:rPr>
              <w:t>[NPRR989</w:t>
            </w:r>
            <w:r w:rsidR="00DE2B51">
              <w:rPr>
                <w:b/>
                <w:i/>
                <w:iCs/>
              </w:rPr>
              <w:t xml:space="preserve"> and NPRR995</w:t>
            </w:r>
            <w:r w:rsidRPr="004B32CF">
              <w:rPr>
                <w:b/>
                <w:i/>
                <w:iCs/>
              </w:rPr>
              <w:t xml:space="preserve">:  Replace </w:t>
            </w:r>
            <w:r w:rsidR="00DE2B51">
              <w:rPr>
                <w:b/>
                <w:i/>
                <w:iCs/>
              </w:rPr>
              <w:t xml:space="preserve">applicable portions of </w:t>
            </w:r>
            <w:r w:rsidRPr="004B32CF">
              <w:rPr>
                <w:b/>
                <w:i/>
                <w:iCs/>
              </w:rPr>
              <w:t>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46EC93AA"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 xml:space="preserve">Generation Resources, Energy Storage Resources (ESRs), Controllable Load Resources, and the natural </w:t>
            </w:r>
            <w:r w:rsidRPr="00C51B65">
              <w:rPr>
                <w:szCs w:val="24"/>
              </w:rPr>
              <w:lastRenderedPageBreak/>
              <w:t>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lastRenderedPageBreak/>
        <w:t>Prior Agreement</w:t>
      </w:r>
      <w:bookmarkEnd w:id="729"/>
      <w:bookmarkEnd w:id="730"/>
      <w:bookmarkEnd w:id="731"/>
      <w:bookmarkEnd w:id="732"/>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34" w:name="_Toc205190464"/>
      <w:bookmarkStart w:id="735" w:name="_Toc73847906"/>
      <w:bookmarkStart w:id="736" w:name="_Toc80425696"/>
      <w:bookmarkStart w:id="737" w:name="_Toc118224568"/>
      <w:bookmarkStart w:id="738" w:name="_Toc118909636"/>
      <w:bookmarkStart w:id="739" w:name="_Toc73847907"/>
      <w:bookmarkEnd w:id="733"/>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34"/>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0" w:name="_Toc205190465"/>
      <w:r w:rsidRPr="004222A1">
        <w:rPr>
          <w:b/>
        </w:rPr>
        <w:t>Program Administrator</w:t>
      </w:r>
      <w:bookmarkEnd w:id="735"/>
      <w:bookmarkEnd w:id="736"/>
      <w:bookmarkEnd w:id="737"/>
      <w:bookmarkEnd w:id="738"/>
      <w:bookmarkEnd w:id="740"/>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1" w:name="_Toc80425699"/>
      <w:bookmarkStart w:id="742" w:name="_Toc118224569"/>
      <w:bookmarkStart w:id="743" w:name="_Toc118909637"/>
      <w:bookmarkStart w:id="744" w:name="_Toc205190466"/>
      <w:bookmarkEnd w:id="739"/>
      <w:r w:rsidRPr="004222A1">
        <w:rPr>
          <w:b/>
        </w:rPr>
        <w:t>Protected Information</w:t>
      </w:r>
      <w:bookmarkEnd w:id="741"/>
      <w:bookmarkEnd w:id="742"/>
      <w:bookmarkEnd w:id="743"/>
      <w:bookmarkEnd w:id="744"/>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5" w:name="_Toc73847911"/>
      <w:bookmarkStart w:id="746" w:name="_Toc80425701"/>
      <w:bookmarkStart w:id="747" w:name="_Toc118224570"/>
      <w:bookmarkStart w:id="748" w:name="_Toc118909638"/>
      <w:bookmarkStart w:id="749" w:name="_Toc205190467"/>
      <w:r w:rsidRPr="004222A1">
        <w:rPr>
          <w:b/>
        </w:rPr>
        <w:t>Provider of Last Resort (POLR)</w:t>
      </w:r>
      <w:bookmarkEnd w:id="745"/>
      <w:bookmarkEnd w:id="746"/>
      <w:bookmarkEnd w:id="747"/>
      <w:bookmarkEnd w:id="748"/>
      <w:bookmarkEnd w:id="749"/>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0" w:name="Q"/>
      <w:bookmarkEnd w:id="750"/>
    </w:p>
    <w:p w14:paraId="2B2B3413" w14:textId="77777777" w:rsidR="00B75513" w:rsidRDefault="00596878">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1" w:name="_Toc73847913"/>
      <w:bookmarkStart w:id="752" w:name="_Toc80425706"/>
      <w:bookmarkStart w:id="753" w:name="_Toc118224573"/>
      <w:bookmarkStart w:id="754" w:name="_Toc118909641"/>
      <w:bookmarkStart w:id="755" w:name="_Toc205190470"/>
      <w:bookmarkStart w:id="756" w:name="QSE"/>
      <w:r w:rsidRPr="004222A1">
        <w:rPr>
          <w:b/>
        </w:rPr>
        <w:lastRenderedPageBreak/>
        <w:t>Qualified Scheduling Entity (QSE)</w:t>
      </w:r>
      <w:bookmarkEnd w:id="751"/>
      <w:bookmarkEnd w:id="752"/>
      <w:bookmarkEnd w:id="753"/>
      <w:bookmarkEnd w:id="754"/>
      <w:bookmarkEnd w:id="755"/>
      <w:bookmarkEnd w:id="756"/>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7" w:name="_Toc73847914"/>
      <w:bookmarkStart w:id="758" w:name="_Toc80425707"/>
      <w:bookmarkStart w:id="759" w:name="_Toc118224574"/>
      <w:bookmarkStart w:id="760" w:name="_Toc118909642"/>
      <w:bookmarkStart w:id="761" w:name="_Toc205190471"/>
    </w:p>
    <w:p w14:paraId="64BA686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QSE Level 1</w:t>
      </w:r>
    </w:p>
    <w:p w14:paraId="5E43B445" w14:textId="77777777" w:rsidR="00E07C18" w:rsidRPr="00E07C18" w:rsidRDefault="00E07C18" w:rsidP="00E07C18">
      <w:pPr>
        <w:pStyle w:val="BodyTextIndent"/>
        <w:ind w:left="360"/>
        <w:rPr>
          <w:iCs w:val="0"/>
        </w:rPr>
      </w:pPr>
      <w:bookmarkStart w:id="762" w:name="_Hlk105407251"/>
      <w:r w:rsidRPr="00E07C18">
        <w:rPr>
          <w:iCs w:val="0"/>
        </w:rPr>
        <w:t xml:space="preserve">A limited type of QSE that does </w:t>
      </w:r>
      <w:bookmarkEnd w:id="762"/>
      <w:r w:rsidRPr="00E07C18">
        <w:rPr>
          <w:iCs w:val="0"/>
        </w:rPr>
        <w:t xml:space="preserve">not represent LSEs or Resource Entities.  A QSE Level 1 may participate in the Day-Ahead Market (DAM) by submitting Energy-Only Offers, Energy Bids, Energy Trades, Capacity Trades, Direct Current Tie (DC Tie) Schedules, and DAM Point-to-Point Obligation bids. </w:t>
      </w:r>
    </w:p>
    <w:p w14:paraId="6667A324"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2  </w:t>
      </w:r>
      <w:bookmarkStart w:id="763" w:name="_Hlk105407311"/>
    </w:p>
    <w:p w14:paraId="30EA8162" w14:textId="77777777" w:rsidR="00E07C18" w:rsidRPr="00E07C18" w:rsidRDefault="00E07C18" w:rsidP="00E07C18">
      <w:pPr>
        <w:pStyle w:val="BodyTextIndent"/>
        <w:ind w:left="360"/>
        <w:rPr>
          <w:iCs w:val="0"/>
        </w:rPr>
      </w:pPr>
      <w:r w:rsidRPr="00E07C18">
        <w:rPr>
          <w:iCs w:val="0"/>
        </w:rPr>
        <w:t xml:space="preserve">A limited type of QSE that </w:t>
      </w:r>
      <w:bookmarkEnd w:id="763"/>
      <w:r w:rsidRPr="00E07C18">
        <w:rPr>
          <w:iCs w:val="0"/>
        </w:rPr>
        <w:t>in addition to QSE Level 1 may represent LSEs.  A QSE Level 2 does not represent Resource Entities.</w:t>
      </w:r>
    </w:p>
    <w:p w14:paraId="2F725642"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3  </w:t>
      </w:r>
    </w:p>
    <w:p w14:paraId="5063EAA8" w14:textId="77777777" w:rsidR="00E07C18" w:rsidRPr="00E07C18" w:rsidRDefault="00E07C18" w:rsidP="00E07C18">
      <w:pPr>
        <w:pStyle w:val="BodyTextIndent"/>
        <w:ind w:left="360"/>
        <w:rPr>
          <w:iCs w:val="0"/>
        </w:rPr>
      </w:pPr>
      <w:bookmarkStart w:id="764" w:name="_Hlk105407376"/>
      <w:r w:rsidRPr="00E07C18">
        <w:rPr>
          <w:iCs w:val="0"/>
        </w:rPr>
        <w:t>A limited type of QSE that in addition to QSE Level</w:t>
      </w:r>
      <w:bookmarkEnd w:id="764"/>
      <w:r w:rsidRPr="00E07C18">
        <w:rPr>
          <w:iCs w:val="0"/>
        </w:rPr>
        <w:t xml:space="preserve"> 2 may represent Resource Entities.  A QSE Level 3 does not participate in Ancillary Service or Emergency Response Service (ERS) markets.  </w:t>
      </w:r>
    </w:p>
    <w:p w14:paraId="242E1037" w14:textId="77777777" w:rsidR="00E07C18" w:rsidRPr="00E07C18" w:rsidRDefault="00E07C18" w:rsidP="00E07C18">
      <w:pPr>
        <w:pStyle w:val="H3"/>
        <w:tabs>
          <w:tab w:val="clear" w:pos="1080"/>
        </w:tabs>
        <w:spacing w:after="120"/>
        <w:ind w:left="360" w:firstLine="0"/>
        <w:rPr>
          <w:bCs w:val="0"/>
          <w:szCs w:val="24"/>
        </w:rPr>
      </w:pPr>
      <w:r w:rsidRPr="00E07C18">
        <w:rPr>
          <w:bCs w:val="0"/>
          <w:szCs w:val="24"/>
        </w:rPr>
        <w:t xml:space="preserve">QSE Level 4  </w:t>
      </w:r>
    </w:p>
    <w:p w14:paraId="1630D803" w14:textId="77777777" w:rsidR="00E07C18" w:rsidRPr="00E07C18" w:rsidRDefault="00E07C18" w:rsidP="00E07C18">
      <w:pPr>
        <w:pStyle w:val="BodyTextIndent"/>
        <w:ind w:left="360"/>
        <w:rPr>
          <w:iCs w:val="0"/>
        </w:rPr>
      </w:pPr>
      <w:r w:rsidRPr="00E07C18">
        <w:rPr>
          <w:iCs w:val="0"/>
        </w:rPr>
        <w:t>A limited type of QSE that in addition to QSE Level 3 may participate in Ancillary Service markets.</w:t>
      </w:r>
    </w:p>
    <w:p w14:paraId="4391B82E" w14:textId="77777777" w:rsidR="00D00B67" w:rsidRPr="004222A1" w:rsidRDefault="00D00B67" w:rsidP="00C42825">
      <w:pPr>
        <w:pStyle w:val="BodyTextIndent"/>
        <w:spacing w:before="240"/>
        <w:ind w:left="0"/>
        <w:rPr>
          <w:b/>
        </w:rPr>
      </w:pPr>
      <w:r w:rsidRPr="004222A1">
        <w:rPr>
          <w:b/>
        </w:rPr>
        <w:lastRenderedPageBreak/>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r w:rsidRPr="00F56FDD">
              <w:rPr>
                <w:lang w:val="x-none" w:eastAsia="x-none"/>
              </w:rPr>
              <w:t xml:space="preserve">napshot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57"/>
      <w:r w:rsidRPr="004222A1">
        <w:rPr>
          <w:b/>
        </w:rPr>
        <w:t xml:space="preserve"> (QF)</w:t>
      </w:r>
      <w:bookmarkEnd w:id="758"/>
      <w:bookmarkEnd w:id="759"/>
      <w:bookmarkEnd w:id="760"/>
      <w:bookmarkEnd w:id="761"/>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lastRenderedPageBreak/>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65" w:name="R"/>
      <w:bookmarkEnd w:id="765"/>
    </w:p>
    <w:p w14:paraId="29A2C034" w14:textId="77777777" w:rsidR="00B75513" w:rsidRDefault="00596878">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6" w:name="_Toc118224575"/>
      <w:bookmarkStart w:id="767" w:name="_Toc118909643"/>
      <w:bookmarkStart w:id="768" w:name="_Toc205190472"/>
      <w:bookmarkStart w:id="769" w:name="Ratings"/>
      <w:bookmarkStart w:id="770" w:name="_Toc73847915"/>
      <w:r w:rsidRPr="004222A1">
        <w:rPr>
          <w:b/>
        </w:rPr>
        <w:t>Rating</w:t>
      </w:r>
      <w:bookmarkEnd w:id="766"/>
      <w:bookmarkEnd w:id="767"/>
      <w:bookmarkEnd w:id="768"/>
      <w:bookmarkEnd w:id="769"/>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1" w:name="_Toc118224576"/>
      <w:bookmarkStart w:id="772" w:name="_Toc118909644"/>
      <w:bookmarkStart w:id="773" w:name="_Toc205190473"/>
      <w:r>
        <w:t>Emergency Rating</w:t>
      </w:r>
      <w:bookmarkEnd w:id="771"/>
      <w:bookmarkEnd w:id="772"/>
      <w:bookmarkEnd w:id="773"/>
      <w:r>
        <w:t xml:space="preserve"> </w:t>
      </w:r>
    </w:p>
    <w:p w14:paraId="3AC535CC" w14:textId="77777777" w:rsidR="00B75513" w:rsidRDefault="008B2FB5">
      <w:pPr>
        <w:pStyle w:val="BodyText"/>
        <w:tabs>
          <w:tab w:val="left" w:pos="360"/>
        </w:tabs>
        <w:ind w:left="360"/>
      </w:pPr>
      <w:r w:rsidRPr="008B2FB5">
        <w:t xml:space="preserve">The two-hour MVA rating of a Transmission Element, including substation terminal equipment in series with a conductor or transformer, at the applicable ambient temperature.  </w:t>
      </w:r>
      <w:r w:rsidRPr="008B2FB5">
        <w:lastRenderedPageBreak/>
        <w:t>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4" w:name="_Toc118224577"/>
      <w:bookmarkStart w:id="775" w:name="_Toc118909645"/>
      <w:bookmarkStart w:id="776" w:name="_Toc205190474"/>
      <w:r>
        <w:t>15-Minute Rating</w:t>
      </w:r>
      <w:bookmarkEnd w:id="774"/>
      <w:bookmarkEnd w:id="775"/>
      <w:bookmarkEnd w:id="776"/>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7" w:name="_Toc118224578"/>
      <w:bookmarkStart w:id="778" w:name="_Toc118909646"/>
      <w:bookmarkStart w:id="779" w:name="_Toc205190475"/>
      <w:r>
        <w:t>Normal Rating</w:t>
      </w:r>
      <w:bookmarkEnd w:id="777"/>
      <w:bookmarkEnd w:id="778"/>
      <w:bookmarkEnd w:id="779"/>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0" w:name="_Toc118224579"/>
      <w:bookmarkStart w:id="781" w:name="_Toc118909647"/>
      <w:bookmarkStart w:id="782" w:name="_Toc205190476"/>
      <w:r>
        <w:t>Relay Loadability Rating</w:t>
      </w:r>
    </w:p>
    <w:p w14:paraId="1C6A0423" w14:textId="77777777" w:rsidR="00C7056A" w:rsidRDefault="00C7056A" w:rsidP="00C7056A">
      <w:pPr>
        <w:pStyle w:val="BodyText"/>
        <w:tabs>
          <w:tab w:val="left" w:pos="360"/>
        </w:tabs>
        <w:ind w:left="360"/>
      </w:pPr>
      <w:r>
        <w:t>The MVA rating below which no load-responsive phase-protection relay tripping is expected.  The Relay Loadability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0"/>
      <w:bookmarkEnd w:id="780"/>
      <w:bookmarkEnd w:id="781"/>
      <w:bookmarkEnd w:id="782"/>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3" w:name="_Toc73847918"/>
      <w:bookmarkStart w:id="784" w:name="_Toc118224580"/>
      <w:bookmarkStart w:id="785" w:name="_Toc118909648"/>
      <w:bookmarkStart w:id="786" w:name="_Toc205190477"/>
      <w:r w:rsidRPr="004222A1">
        <w:rPr>
          <w:b/>
        </w:rPr>
        <w:t>Real-Time</w:t>
      </w:r>
      <w:bookmarkEnd w:id="783"/>
      <w:bookmarkEnd w:id="784"/>
      <w:bookmarkEnd w:id="785"/>
      <w:bookmarkEnd w:id="786"/>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lastRenderedPageBreak/>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lastRenderedPageBreak/>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lastRenderedPageBreak/>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lastRenderedPageBreak/>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lastRenderedPageBreak/>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7" w:name="_Toc73847924"/>
      <w:bookmarkStart w:id="788" w:name="_Toc118224582"/>
      <w:bookmarkStart w:id="789" w:name="_Toc118909650"/>
      <w:bookmarkStart w:id="790" w:name="_Toc205190481"/>
      <w:r w:rsidRPr="004222A1">
        <w:rPr>
          <w:b/>
          <w:iCs/>
        </w:rPr>
        <w:lastRenderedPageBreak/>
        <w:t>Regulation</w:t>
      </w:r>
      <w:r w:rsidRPr="004222A1">
        <w:rPr>
          <w:b/>
        </w:rPr>
        <w:t xml:space="preserve"> Down Service (Reg-Down)</w:t>
      </w:r>
      <w:bookmarkEnd w:id="787"/>
      <w:bookmarkEnd w:id="788"/>
      <w:bookmarkEnd w:id="789"/>
      <w:bookmarkEnd w:id="790"/>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1" w:name="_Toc73847925"/>
      <w:bookmarkStart w:id="792" w:name="_Toc118224583"/>
      <w:bookmarkStart w:id="793" w:name="_Toc118909651"/>
      <w:bookmarkStart w:id="794" w:name="_Toc205190482"/>
      <w:r w:rsidRPr="004222A1">
        <w:rPr>
          <w:b/>
        </w:rPr>
        <w:t>Regulation Service</w:t>
      </w:r>
      <w:bookmarkEnd w:id="791"/>
      <w:bookmarkEnd w:id="792"/>
      <w:bookmarkEnd w:id="793"/>
      <w:bookmarkEnd w:id="794"/>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w:t>
            </w:r>
            <w:r w:rsidRPr="00F56FDD">
              <w:rPr>
                <w:iCs/>
              </w:rPr>
              <w:lastRenderedPageBreak/>
              <w:t xml:space="preserve">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795" w:name="_Toc73847926"/>
            <w:bookmarkStart w:id="796" w:name="_Toc118224584"/>
            <w:bookmarkStart w:id="797" w:name="_Toc118909652"/>
            <w:bookmarkStart w:id="798"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795"/>
      <w:bookmarkEnd w:id="796"/>
      <w:bookmarkEnd w:id="797"/>
      <w:bookmarkEnd w:id="798"/>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799" w:name="_Toc80425722"/>
      <w:bookmarkStart w:id="800" w:name="_Toc118224585"/>
      <w:bookmarkStart w:id="801" w:name="_Toc118909653"/>
      <w:bookmarkStart w:id="802" w:name="_Toc205190484"/>
      <w:bookmarkStart w:id="803" w:name="_Toc73847928"/>
      <w:r>
        <w:rPr>
          <w:b/>
        </w:rPr>
        <w:t xml:space="preserve">Relay Loadability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9"/>
      <w:bookmarkEnd w:id="800"/>
      <w:bookmarkEnd w:id="801"/>
      <w:bookmarkEnd w:id="802"/>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4" w:name="_Toc73847929"/>
      <w:bookmarkStart w:id="805" w:name="_Toc118224586"/>
      <w:bookmarkStart w:id="806" w:name="_Toc118909654"/>
      <w:bookmarkStart w:id="807" w:name="_Toc205190485"/>
      <w:bookmarkEnd w:id="803"/>
      <w:r w:rsidRPr="004222A1">
        <w:rPr>
          <w:b/>
        </w:rPr>
        <w:t>Reliability Must-Run (RMR) Unit</w:t>
      </w:r>
      <w:bookmarkEnd w:id="804"/>
      <w:bookmarkEnd w:id="805"/>
      <w:bookmarkEnd w:id="806"/>
      <w:bookmarkEnd w:id="807"/>
    </w:p>
    <w:p w14:paraId="6316A9B2" w14:textId="77777777" w:rsidR="005D1947" w:rsidRDefault="00A442A0">
      <w:pPr>
        <w:pStyle w:val="BodyText"/>
      </w:pPr>
      <w:bookmarkStart w:id="808" w:name="_Toc80425724"/>
      <w:bookmarkStart w:id="809"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0" w:name="_Toc118224587"/>
      <w:bookmarkStart w:id="811" w:name="_Toc118909655"/>
      <w:bookmarkStart w:id="812" w:name="_Toc205190486"/>
      <w:r w:rsidRPr="004222A1">
        <w:rPr>
          <w:b/>
        </w:rPr>
        <w:t>Reliability Unit Commitment (RUC)</w:t>
      </w:r>
      <w:bookmarkEnd w:id="808"/>
      <w:bookmarkEnd w:id="810"/>
      <w:bookmarkEnd w:id="811"/>
      <w:bookmarkEnd w:id="812"/>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 xml:space="preserve">instruction from </w:t>
      </w:r>
      <w:r w:rsidRPr="00EB67D8">
        <w:rPr>
          <w:szCs w:val="24"/>
        </w:rPr>
        <w:lastRenderedPageBreak/>
        <w:t>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13" w:name="_Toc73847931"/>
      <w:bookmarkStart w:id="814" w:name="_Toc118224588"/>
      <w:bookmarkStart w:id="815" w:name="_Toc118909656"/>
      <w:bookmarkStart w:id="816" w:name="_Toc205190487"/>
      <w:bookmarkEnd w:id="809"/>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3"/>
      <w:bookmarkEnd w:id="814"/>
      <w:bookmarkEnd w:id="815"/>
      <w:bookmarkEnd w:id="816"/>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7" w:name="Remedial"/>
      <w:bookmarkStart w:id="818" w:name="_Toc205190488"/>
      <w:bookmarkStart w:id="819" w:name="_Toc73847932"/>
      <w:bookmarkStart w:id="820" w:name="_Toc118224589"/>
      <w:bookmarkStart w:id="821" w:name="_Toc118909657"/>
      <w:bookmarkEnd w:id="817"/>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18"/>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2"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2"/>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3" w:name="_Toc205190490"/>
      <w:r w:rsidRPr="004222A1">
        <w:rPr>
          <w:b/>
        </w:rPr>
        <w:t>Renewable Production Potential</w:t>
      </w:r>
      <w:bookmarkEnd w:id="819"/>
      <w:r w:rsidRPr="004222A1">
        <w:rPr>
          <w:b/>
        </w:rPr>
        <w:t xml:space="preserve"> (RPP)</w:t>
      </w:r>
      <w:bookmarkEnd w:id="820"/>
      <w:bookmarkEnd w:id="821"/>
      <w:bookmarkEnd w:id="823"/>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4" w:name="_Toc205190491"/>
      <w:bookmarkStart w:id="825" w:name="_Toc73847937"/>
      <w:bookmarkStart w:id="826" w:name="_Toc118224590"/>
      <w:bookmarkStart w:id="827" w:name="_Toc118909658"/>
      <w:r w:rsidRPr="004222A1">
        <w:rPr>
          <w:b/>
        </w:rPr>
        <w:t>Repowered Facility</w:t>
      </w:r>
      <w:bookmarkEnd w:id="824"/>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8"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8"/>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9" w:name="_Toc205190493"/>
      <w:r w:rsidRPr="004222A1">
        <w:rPr>
          <w:b/>
        </w:rPr>
        <w:t>Resource</w:t>
      </w:r>
      <w:bookmarkStart w:id="830" w:name="Resource"/>
      <w:bookmarkEnd w:id="825"/>
      <w:bookmarkEnd w:id="826"/>
      <w:bookmarkEnd w:id="827"/>
      <w:bookmarkEnd w:id="829"/>
      <w:bookmarkEnd w:id="830"/>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lastRenderedPageBreak/>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lastRenderedPageBreak/>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p w14:paraId="52BF973F" w14:textId="4C6597AF" w:rsidR="00CC0A31" w:rsidRPr="00947983" w:rsidRDefault="00CC0A31" w:rsidP="005676C8">
      <w:pPr>
        <w:spacing w:before="240" w:after="120"/>
        <w:ind w:left="360" w:hanging="7"/>
        <w:rPr>
          <w:b/>
          <w:bCs/>
          <w:i/>
          <w:lang w:val="x-none" w:eastAsia="x-none"/>
        </w:rPr>
      </w:pPr>
      <w:r w:rsidRPr="00947983">
        <w:rPr>
          <w:b/>
          <w:bCs/>
          <w:i/>
          <w:lang w:val="x-none" w:eastAsia="x-none"/>
        </w:rPr>
        <w:lastRenderedPageBreak/>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27C8" w:rsidRPr="004B32CF" w14:paraId="58734F02" w14:textId="77777777" w:rsidTr="006412AB">
        <w:trPr>
          <w:trHeight w:val="386"/>
        </w:trPr>
        <w:tc>
          <w:tcPr>
            <w:tcW w:w="9350" w:type="dxa"/>
            <w:shd w:val="pct12" w:color="auto" w:fill="auto"/>
          </w:tcPr>
          <w:p w14:paraId="43A738D4" w14:textId="6F4DE824" w:rsidR="00E027C8" w:rsidRPr="004B32CF" w:rsidRDefault="00E027C8" w:rsidP="006412AB">
            <w:pPr>
              <w:spacing w:before="120" w:after="240"/>
              <w:rPr>
                <w:b/>
                <w:i/>
                <w:iCs/>
              </w:rPr>
            </w:pPr>
            <w:r>
              <w:rPr>
                <w:b/>
                <w:i/>
                <w:iCs/>
              </w:rPr>
              <w:t>[NPRR1131</w:t>
            </w:r>
            <w:r w:rsidRPr="004B32CF">
              <w:rPr>
                <w:b/>
                <w:i/>
                <w:iCs/>
              </w:rPr>
              <w:t>:  Replace the above definition “</w:t>
            </w:r>
            <w:r w:rsidRPr="00E027C8">
              <w:rPr>
                <w:b/>
                <w:i/>
                <w:iCs/>
              </w:rPr>
              <w:t>Aggregate Load Resource (ALR)</w:t>
            </w:r>
            <w:r w:rsidRPr="004B32CF">
              <w:rPr>
                <w:b/>
                <w:i/>
                <w:iCs/>
              </w:rPr>
              <w:t>” with the following upon system implementation:]</w:t>
            </w:r>
          </w:p>
          <w:p w14:paraId="72B80EDF" w14:textId="77777777" w:rsidR="00E027C8" w:rsidRPr="00033F74" w:rsidRDefault="00E027C8" w:rsidP="00E027C8">
            <w:pPr>
              <w:keepNext/>
              <w:widowControl w:val="0"/>
              <w:tabs>
                <w:tab w:val="left" w:pos="1260"/>
              </w:tabs>
              <w:spacing w:after="120"/>
              <w:ind w:left="1080" w:hanging="360"/>
              <w:outlineLvl w:val="3"/>
              <w:rPr>
                <w:b/>
                <w:bCs/>
                <w:i/>
                <w:snapToGrid w:val="0"/>
                <w:lang w:val="x-none" w:eastAsia="x-none"/>
              </w:rPr>
            </w:pPr>
            <w:r w:rsidRPr="00033F74">
              <w:rPr>
                <w:b/>
                <w:bCs/>
                <w:i/>
                <w:snapToGrid w:val="0"/>
                <w:lang w:val="x-none" w:eastAsia="x-none"/>
              </w:rPr>
              <w:t>Aggregate Load Resource (ALR)</w:t>
            </w:r>
          </w:p>
          <w:p w14:paraId="73888C17" w14:textId="047997F3" w:rsidR="00E027C8" w:rsidRPr="00C51B65" w:rsidRDefault="00E027C8" w:rsidP="00E027C8">
            <w:pPr>
              <w:spacing w:after="240"/>
              <w:ind w:left="720"/>
              <w:rPr>
                <w:iCs/>
              </w:rPr>
            </w:pPr>
            <w:r w:rsidRPr="00033F74">
              <w:rPr>
                <w:iCs/>
              </w:rPr>
              <w:t xml:space="preserve">A Controllable Load Resource that is an aggregation of individual metered sites, each of which has less than </w:t>
            </w:r>
            <w:r w:rsidRPr="00033F74">
              <w:t>ten</w:t>
            </w:r>
            <w:r w:rsidRPr="00033F74">
              <w:rPr>
                <w:iCs/>
              </w:rPr>
              <w:t xml:space="preserve"> MW of Demand response capability and all of which are located within a single Load Zone.</w:t>
            </w:r>
          </w:p>
        </w:tc>
      </w:tr>
    </w:tbl>
    <w:p w14:paraId="4DAC6397" w14:textId="77777777" w:rsidR="00701996" w:rsidRPr="00701996" w:rsidRDefault="00701996" w:rsidP="00C76D19">
      <w:pPr>
        <w:pStyle w:val="H4"/>
        <w:spacing w:before="480" w:after="120"/>
        <w:ind w:left="1080" w:hanging="360"/>
      </w:pPr>
      <w:r w:rsidRPr="00701996">
        <w:lastRenderedPageBreak/>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w:t>
      </w:r>
      <w:r w:rsidRPr="00EB5819">
        <w:lastRenderedPageBreak/>
        <w:t>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w:t>
            </w:r>
            <w:r w:rsidRPr="00681CD9">
              <w:rPr>
                <w:iCs/>
              </w:rPr>
              <w:lastRenderedPageBreak/>
              <w:t>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lastRenderedPageBreak/>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ResourceCategory"/>
      <w:bookmarkStart w:id="832" w:name="_Toc73847941"/>
      <w:bookmarkStart w:id="833" w:name="_Toc118224596"/>
      <w:bookmarkStart w:id="834" w:name="_Toc118909664"/>
      <w:bookmarkStart w:id="835" w:name="_Toc205190503"/>
      <w:bookmarkEnd w:id="831"/>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lastRenderedPageBreak/>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2"/>
      <w:bookmarkEnd w:id="833"/>
      <w:bookmarkEnd w:id="834"/>
      <w:bookmarkEnd w:id="835"/>
    </w:p>
    <w:p w14:paraId="41CD42B4" w14:textId="7ACCBF9E"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15F390F9" w:rsidR="00C51B65" w:rsidRPr="004B32CF" w:rsidRDefault="00C51B65" w:rsidP="00A321F9">
            <w:pPr>
              <w:spacing w:before="120" w:after="240"/>
              <w:rPr>
                <w:b/>
                <w:i/>
                <w:iCs/>
              </w:rPr>
            </w:pPr>
            <w:bookmarkStart w:id="837" w:name="_Toc118224597"/>
            <w:bookmarkStart w:id="838" w:name="_Toc118909665"/>
            <w:bookmarkStart w:id="839" w:name="_Toc205190504"/>
            <w:r>
              <w:rPr>
                <w:b/>
                <w:i/>
                <w:iCs/>
              </w:rPr>
              <w:t>[NPRR989</w:t>
            </w:r>
            <w:r w:rsidR="006D5B74">
              <w:rPr>
                <w:b/>
                <w:i/>
                <w:iCs/>
              </w:rPr>
              <w:t xml:space="preserve"> and NPRR995</w:t>
            </w:r>
            <w:r w:rsidRPr="004B32CF">
              <w:rPr>
                <w:b/>
                <w:i/>
                <w:iCs/>
              </w:rPr>
              <w:t xml:space="preserve">:  Replace </w:t>
            </w:r>
            <w:r w:rsidR="006D5B74">
              <w:rPr>
                <w:b/>
                <w:i/>
                <w:iCs/>
              </w:rPr>
              <w:t xml:space="preserve">applicable portions of </w:t>
            </w:r>
            <w:r w:rsidRPr="004B32CF">
              <w:rPr>
                <w:b/>
                <w:i/>
                <w:iCs/>
              </w:rPr>
              <w:t>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lastRenderedPageBreak/>
        <w:t>Resource Node</w:t>
      </w:r>
      <w:bookmarkEnd w:id="840"/>
      <w:bookmarkEnd w:id="841"/>
      <w:bookmarkEnd w:id="842"/>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p w14:paraId="56228386" w14:textId="77777777" w:rsidR="005D1947" w:rsidRPr="004222A1" w:rsidRDefault="00A442A0" w:rsidP="005676C8">
      <w:pPr>
        <w:pStyle w:val="H2"/>
        <w:rPr>
          <w:b/>
        </w:rPr>
      </w:pPr>
      <w:bookmarkStart w:id="846" w:name="_Toc118224599"/>
      <w:bookmarkStart w:id="847" w:name="_Toc118909667"/>
      <w:bookmarkStart w:id="848" w:name="_Toc205190506"/>
      <w:bookmarkEnd w:id="843"/>
      <w:bookmarkEnd w:id="844"/>
      <w:bookmarkEnd w:id="845"/>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lastRenderedPageBreak/>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56" w:name="_Toc205190509"/>
      <w:bookmarkStart w:id="857" w:name="_Toc73847948"/>
      <w:bookmarkStart w:id="858" w:name="_Toc118224602"/>
      <w:bookmarkStart w:id="859"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65"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6" w:name="S"/>
      <w:bookmarkEnd w:id="866"/>
    </w:p>
    <w:p w14:paraId="77DD348A" w14:textId="77777777" w:rsidR="00B75513" w:rsidRDefault="00596878">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lastRenderedPageBreak/>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t>Season</w:t>
      </w:r>
      <w:bookmarkEnd w:id="870"/>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7A5C1C41" w14:textId="77777777" w:rsidR="00D377D8" w:rsidRPr="00D377D8" w:rsidRDefault="00D377D8" w:rsidP="00D377D8">
      <w:pPr>
        <w:pStyle w:val="H2"/>
        <w:rPr>
          <w:b/>
        </w:rPr>
      </w:pPr>
      <w:bookmarkStart w:id="871" w:name="_Hlk117499314"/>
      <w:bookmarkStart w:id="872" w:name="_Hlk147911310"/>
      <w:bookmarkStart w:id="873" w:name="_Hlk85616131"/>
      <w:bookmarkStart w:id="874" w:name="_Toc205190518"/>
      <w:r w:rsidRPr="00D377D8">
        <w:rPr>
          <w:b/>
        </w:rPr>
        <w:t>Secure Private Network (SPN)</w:t>
      </w:r>
      <w:bookmarkEnd w:id="871"/>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72"/>
    <w:p w14:paraId="03982AE2" w14:textId="77777777" w:rsidR="00E83DC9" w:rsidRPr="00E83DC9" w:rsidRDefault="00E83DC9" w:rsidP="00E83DC9">
      <w:pPr>
        <w:pStyle w:val="H2"/>
        <w:rPr>
          <w:b/>
        </w:rPr>
      </w:pPr>
      <w:r w:rsidRPr="00E83DC9">
        <w:rPr>
          <w:b/>
        </w:rPr>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75"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75"/>
      <w:r w:rsidRPr="00ED3498">
        <w:rPr>
          <w:bCs/>
        </w:rPr>
        <w:t xml:space="preserve"> (PUCT), but which may not exceed $800 million. </w:t>
      </w:r>
    </w:p>
    <w:p w14:paraId="635F4E53" w14:textId="77777777" w:rsidR="00E83DC9" w:rsidRPr="00E83DC9" w:rsidRDefault="00E83DC9" w:rsidP="00E83DC9">
      <w:pPr>
        <w:pStyle w:val="H2"/>
        <w:rPr>
          <w:b/>
        </w:rPr>
      </w:pPr>
      <w:bookmarkStart w:id="876" w:name="_Hlk83969962"/>
      <w:r w:rsidRPr="00E83DC9">
        <w:rPr>
          <w:b/>
        </w:rPr>
        <w:lastRenderedPageBreak/>
        <w:t>Securitization Default Charge</w:t>
      </w:r>
    </w:p>
    <w:bookmarkEnd w:id="876"/>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77" w:name="_Hlk90630914"/>
      <w:bookmarkEnd w:id="873"/>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78" w:name="_Hlk90036153"/>
      <w:r w:rsidRPr="00ED3498">
        <w:rPr>
          <w:bCs/>
        </w:rPr>
        <w:t>Public Utility Commission of Texas (PUCT)</w:t>
      </w:r>
      <w:bookmarkEnd w:id="878"/>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77"/>
    <w:p w14:paraId="14CD0A46" w14:textId="49F0C2B9" w:rsidR="005D1947" w:rsidRPr="004222A1" w:rsidRDefault="00A442A0" w:rsidP="00537A50">
      <w:pPr>
        <w:pStyle w:val="H2"/>
        <w:rPr>
          <w:b/>
        </w:rPr>
      </w:pPr>
      <w:r w:rsidRPr="004222A1">
        <w:rPr>
          <w:b/>
        </w:rPr>
        <w:t>Security-Constrained Economic Dispatch (SCED)</w:t>
      </w:r>
      <w:bookmarkEnd w:id="867"/>
      <w:bookmarkEnd w:id="868"/>
      <w:bookmarkEnd w:id="874"/>
    </w:p>
    <w:p w14:paraId="190FDC20" w14:textId="75EDAB49" w:rsidR="005D1947" w:rsidRDefault="00A442A0">
      <w:pPr>
        <w:pStyle w:val="BodyText"/>
      </w:pPr>
      <w:r>
        <w:t>The determination of desirable Generation Resource output levels using Energy Offer Curves while considering State Estimator output for Load at transmission-level Electrical Buses, 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3DBEC734" w:rsidR="00303344" w:rsidRPr="00625E9F" w:rsidRDefault="00303344" w:rsidP="00C06A8E">
            <w:pPr>
              <w:pStyle w:val="Instructions"/>
              <w:spacing w:before="120"/>
              <w:rPr>
                <w:lang w:val="en-US" w:eastAsia="en-US"/>
              </w:rPr>
            </w:pPr>
            <w:bookmarkStart w:id="879" w:name="_Toc80425757"/>
            <w:bookmarkStart w:id="880" w:name="_Toc118224608"/>
            <w:bookmarkStart w:id="881" w:name="_Toc118909676"/>
            <w:bookmarkStart w:id="882" w:name="_Toc205190519"/>
            <w:bookmarkStart w:id="883" w:name="_Toc73847958"/>
            <w:r>
              <w:rPr>
                <w:lang w:val="en-US" w:eastAsia="en-US"/>
              </w:rPr>
              <w:t>[NPRR1013</w:t>
            </w:r>
            <w:r w:rsidR="008B1CC8">
              <w:rPr>
                <w:lang w:val="en-US" w:eastAsia="en-US"/>
              </w:rPr>
              <w:t xml:space="preserve"> and NPRR1014</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w:t>
            </w:r>
            <w:r>
              <w:rPr>
                <w:lang w:val="en-US" w:eastAsia="en-US"/>
              </w:rPr>
              <w:lastRenderedPageBreak/>
              <w:t>Co-Optimization (RTC) project</w:t>
            </w:r>
            <w:r w:rsidR="008B1CC8">
              <w:rPr>
                <w:lang w:val="en-US" w:eastAsia="en-US"/>
              </w:rPr>
              <w:t>; or upon system implementation of NPRR1014, respectively</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9D0FDAA"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RTM Energy Bids,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lastRenderedPageBreak/>
        <w:t>Self-Arranged Ancillary Service</w:t>
      </w:r>
      <w:bookmarkEnd w:id="879"/>
      <w:r w:rsidRPr="004222A1">
        <w:rPr>
          <w:b/>
        </w:rPr>
        <w:t xml:space="preserve"> Quantity</w:t>
      </w:r>
      <w:bookmarkEnd w:id="880"/>
      <w:bookmarkEnd w:id="881"/>
      <w:bookmarkEnd w:id="882"/>
    </w:p>
    <w:p w14:paraId="10E34D96" w14:textId="6628C545" w:rsidR="005D1947" w:rsidRDefault="00A442A0">
      <w:pPr>
        <w:pStyle w:val="BodyText"/>
      </w:pPr>
      <w:bookmarkStart w:id="884" w:name="_Toc80425758"/>
      <w:bookmarkStart w:id="885" w:name="_Toc73847959"/>
      <w:bookmarkEnd w:id="883"/>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86" w:name="_Toc118224609"/>
            <w:bookmarkStart w:id="887" w:name="_Toc118909677"/>
            <w:bookmarkStart w:id="888" w:name="_Toc205190520"/>
            <w:bookmarkStart w:id="889" w:name="_Toc80425760"/>
            <w:bookmarkStart w:id="890" w:name="_Toc73847963"/>
            <w:bookmarkEnd w:id="884"/>
            <w:bookmarkEnd w:id="885"/>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 xml:space="preserve">established limit on the </w:t>
            </w:r>
            <w:r>
              <w:lastRenderedPageBreak/>
              <w:t>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lastRenderedPageBreak/>
        <w:t>Self-Schedule</w:t>
      </w:r>
      <w:bookmarkEnd w:id="886"/>
      <w:bookmarkEnd w:id="887"/>
      <w:bookmarkEnd w:id="888"/>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1" w:name="_Toc205190521"/>
      <w:bookmarkStart w:id="892" w:name="_Toc118224610"/>
      <w:bookmarkStart w:id="893" w:name="_Toc118909678"/>
      <w:r w:rsidRPr="004222A1">
        <w:rPr>
          <w:b/>
        </w:rPr>
        <w:t>Service Address</w:t>
      </w:r>
      <w:bookmarkEnd w:id="891"/>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94" w:name="_Toc205190522"/>
      <w:r w:rsidRPr="004222A1">
        <w:rPr>
          <w:b/>
        </w:rPr>
        <w:t>Service Delivery Point</w:t>
      </w:r>
      <w:bookmarkEnd w:id="889"/>
      <w:bookmarkEnd w:id="892"/>
      <w:bookmarkEnd w:id="893"/>
      <w:bookmarkEnd w:id="894"/>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95" w:name="_Toc118224611"/>
      <w:bookmarkStart w:id="896" w:name="_Toc118909679"/>
      <w:bookmarkStart w:id="897" w:name="_Toc205190523"/>
      <w:bookmarkStart w:id="898" w:name="_Toc73847964"/>
      <w:bookmarkStart w:id="899" w:name="_Toc80425764"/>
      <w:bookmarkStart w:id="900" w:name="_Toc73847967"/>
      <w:bookmarkEnd w:id="890"/>
      <w:r w:rsidRPr="004222A1">
        <w:rPr>
          <w:b/>
        </w:rPr>
        <w:t>Settlement</w:t>
      </w:r>
      <w:bookmarkEnd w:id="895"/>
      <w:bookmarkEnd w:id="896"/>
      <w:bookmarkEnd w:id="897"/>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1" w:name="_Toc205190524"/>
      <w:bookmarkStart w:id="902" w:name="_Toc118224612"/>
      <w:bookmarkStart w:id="903" w:name="_Toc118909680"/>
      <w:r w:rsidRPr="004222A1">
        <w:rPr>
          <w:b/>
        </w:rPr>
        <w:t>Settlement Calendar</w:t>
      </w:r>
      <w:bookmarkEnd w:id="901"/>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04" w:name="_Toc205190525"/>
      <w:r w:rsidRPr="004222A1">
        <w:rPr>
          <w:b/>
        </w:rPr>
        <w:t>Settlement Interval</w:t>
      </w:r>
      <w:bookmarkEnd w:id="898"/>
      <w:bookmarkEnd w:id="899"/>
      <w:bookmarkEnd w:id="902"/>
      <w:bookmarkEnd w:id="903"/>
      <w:bookmarkEnd w:id="904"/>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05" w:name="_Toc73847966"/>
      <w:bookmarkStart w:id="906" w:name="_Toc80425766"/>
      <w:bookmarkStart w:id="907" w:name="_Toc118224613"/>
      <w:bookmarkStart w:id="908" w:name="_Toc118909681"/>
      <w:bookmarkStart w:id="909"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lastRenderedPageBreak/>
        <w:t>Settlement Meter</w:t>
      </w:r>
      <w:bookmarkEnd w:id="905"/>
      <w:bookmarkEnd w:id="906"/>
      <w:bookmarkEnd w:id="907"/>
      <w:bookmarkEnd w:id="908"/>
      <w:bookmarkEnd w:id="909"/>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0" w:name="_Toc80425767"/>
            <w:bookmarkStart w:id="911" w:name="_Toc118224614"/>
            <w:bookmarkStart w:id="912" w:name="_Toc118909682"/>
            <w:bookmarkStart w:id="913" w:name="_Toc205190527"/>
            <w:bookmarkEnd w:id="900"/>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14"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14"/>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15" w:name="_Hlk80876278"/>
            <w:r w:rsidRPr="00CA4E7C">
              <w:rPr>
                <w:b/>
                <w:bCs/>
                <w:iCs/>
                <w:lang w:val="x-none" w:eastAsia="x-none"/>
              </w:rPr>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lastRenderedPageBreak/>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15"/>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r w:rsidRPr="00C174D2">
        <w:rPr>
          <w:b/>
          <w:i/>
          <w:lang w:val="fr-FR"/>
        </w:rPr>
        <w:t>see</w:t>
      </w:r>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lastRenderedPageBreak/>
        <w:t>Settlement Point</w:t>
      </w:r>
      <w:bookmarkEnd w:id="910"/>
      <w:bookmarkEnd w:id="911"/>
      <w:bookmarkEnd w:id="912"/>
      <w:bookmarkEnd w:id="913"/>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16" w:name="_Toc80425768"/>
      <w:bookmarkStart w:id="917" w:name="_Toc118224615"/>
      <w:bookmarkStart w:id="918" w:name="_Toc118909683"/>
      <w:bookmarkStart w:id="919" w:name="_Toc205190528"/>
      <w:r w:rsidRPr="004222A1">
        <w:rPr>
          <w:b/>
        </w:rPr>
        <w:t>Settlement Point Price</w:t>
      </w:r>
      <w:bookmarkEnd w:id="916"/>
      <w:bookmarkEnd w:id="917"/>
      <w:bookmarkEnd w:id="918"/>
      <w:bookmarkEnd w:id="919"/>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0" w:name="_Toc118224616"/>
      <w:bookmarkStart w:id="921" w:name="_Toc118909684"/>
      <w:bookmarkStart w:id="922" w:name="_Toc205190529"/>
      <w:r w:rsidRPr="004222A1">
        <w:rPr>
          <w:b/>
        </w:rPr>
        <w:t>Settlement Quality Meter Data</w:t>
      </w:r>
      <w:bookmarkEnd w:id="920"/>
      <w:bookmarkEnd w:id="921"/>
      <w:bookmarkEnd w:id="922"/>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23" w:name="_Toc73847972"/>
      <w:bookmarkStart w:id="924" w:name="_Toc118224617"/>
      <w:bookmarkStart w:id="925" w:name="_Toc118909685"/>
      <w:bookmarkStart w:id="926" w:name="_Toc205190530"/>
      <w:r w:rsidRPr="004222A1">
        <w:rPr>
          <w:b/>
        </w:rPr>
        <w:t>Settlement Statement</w:t>
      </w:r>
      <w:bookmarkStart w:id="927" w:name="Settlementstatement"/>
      <w:bookmarkEnd w:id="927"/>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lastRenderedPageBreak/>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23"/>
      <w:bookmarkEnd w:id="924"/>
      <w:bookmarkEnd w:id="925"/>
      <w:bookmarkEnd w:id="926"/>
    </w:p>
    <w:p w14:paraId="51E37754" w14:textId="77777777" w:rsidR="005D1947" w:rsidRDefault="00A442A0">
      <w:pPr>
        <w:pStyle w:val="BodyText"/>
      </w:pPr>
      <w:bookmarkStart w:id="928"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9" w:name="_Toc118224618"/>
      <w:bookmarkStart w:id="930" w:name="_Toc118909686"/>
      <w:bookmarkStart w:id="931" w:name="_Toc205190531"/>
      <w:r w:rsidRPr="004222A1">
        <w:rPr>
          <w:b/>
        </w:rPr>
        <w:t>Shift Factor</w:t>
      </w:r>
      <w:bookmarkEnd w:id="928"/>
      <w:bookmarkEnd w:id="929"/>
      <w:bookmarkEnd w:id="930"/>
      <w:bookmarkEnd w:id="931"/>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32" w:name="_Toc118224619"/>
      <w:bookmarkStart w:id="933" w:name="_Toc118909687"/>
      <w:bookmarkStart w:id="934" w:name="_Toc205190532"/>
      <w:bookmarkStart w:id="935" w:name="_Toc73847975"/>
      <w:bookmarkStart w:id="936" w:name="_Toc80425774"/>
      <w:bookmarkStart w:id="937" w:name="_Toc73847976"/>
      <w:r w:rsidRPr="004222A1">
        <w:rPr>
          <w:b/>
        </w:rPr>
        <w:t>Short-Term Wind Power Forecast</w:t>
      </w:r>
      <w:bookmarkEnd w:id="932"/>
      <w:bookmarkEnd w:id="933"/>
      <w:bookmarkEnd w:id="934"/>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8" w:name="_Toc118224620"/>
      <w:bookmarkStart w:id="939" w:name="_Toc118909688"/>
      <w:bookmarkStart w:id="940" w:name="_Toc205190533"/>
      <w:bookmarkEnd w:id="935"/>
      <w:bookmarkEnd w:id="936"/>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8"/>
      <w:bookmarkEnd w:id="939"/>
      <w:bookmarkEnd w:id="940"/>
    </w:p>
    <w:p w14:paraId="317995E0" w14:textId="56B62BCE" w:rsidR="00B75513" w:rsidRPr="004222A1" w:rsidRDefault="00A442A0">
      <w:pPr>
        <w:pStyle w:val="H2"/>
        <w:keepNext w:val="0"/>
        <w:ind w:left="907" w:hanging="907"/>
        <w:rPr>
          <w:b/>
        </w:rPr>
      </w:pPr>
      <w:bookmarkStart w:id="941" w:name="_Toc118224622"/>
      <w:bookmarkStart w:id="942" w:name="_Toc118909690"/>
      <w:bookmarkStart w:id="943" w:name="_Toc205190535"/>
      <w:bookmarkStart w:id="944" w:name="_Toc80425775"/>
      <w:bookmarkEnd w:id="937"/>
      <w:r w:rsidRPr="004222A1">
        <w:rPr>
          <w:b/>
        </w:rPr>
        <w:t>Split Generation Resource</w:t>
      </w:r>
      <w:bookmarkEnd w:id="941"/>
      <w:bookmarkEnd w:id="942"/>
      <w:bookmarkEnd w:id="943"/>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45" w:name="_Toc118224623"/>
      <w:bookmarkStart w:id="946" w:name="_Toc118909691"/>
      <w:bookmarkStart w:id="947" w:name="_Toc205190536"/>
      <w:r w:rsidRPr="004222A1">
        <w:rPr>
          <w:b/>
        </w:rPr>
        <w:t>Startup Cost</w:t>
      </w:r>
      <w:bookmarkEnd w:id="945"/>
      <w:bookmarkEnd w:id="946"/>
      <w:bookmarkEnd w:id="947"/>
      <w:r w:rsidRPr="004222A1">
        <w:rPr>
          <w:b/>
        </w:rPr>
        <w:t xml:space="preserve"> </w:t>
      </w:r>
      <w:bookmarkEnd w:id="944"/>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lastRenderedPageBreak/>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48" w:name="_Toc80425776"/>
      <w:bookmarkStart w:id="949" w:name="_Toc118224624"/>
      <w:bookmarkStart w:id="950" w:name="_Toc118909692"/>
      <w:bookmarkStart w:id="951" w:name="_Toc205190537"/>
      <w:bookmarkStart w:id="952" w:name="_Toc73847977"/>
      <w:r w:rsidRPr="004222A1">
        <w:rPr>
          <w:b/>
        </w:rPr>
        <w:t>Startup Offer</w:t>
      </w:r>
      <w:bookmarkEnd w:id="948"/>
      <w:bookmarkEnd w:id="949"/>
      <w:bookmarkEnd w:id="950"/>
      <w:bookmarkEnd w:id="951"/>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53" w:name="_Toc118224625"/>
      <w:bookmarkStart w:id="954" w:name="_Toc118909693"/>
      <w:bookmarkStart w:id="955" w:name="_Toc205190538"/>
      <w:r w:rsidRPr="004222A1">
        <w:rPr>
          <w:b/>
        </w:rPr>
        <w:t>State Estimator</w:t>
      </w:r>
      <w:bookmarkEnd w:id="952"/>
      <w:bookmarkEnd w:id="953"/>
      <w:bookmarkEnd w:id="954"/>
      <w:bookmarkEnd w:id="955"/>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p w14:paraId="7401179F" w14:textId="1B588A39" w:rsidR="00C65066" w:rsidRPr="004222A1" w:rsidRDefault="000C38F9">
      <w:pPr>
        <w:pStyle w:val="H2"/>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40348D">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r w:rsidRPr="00936C15">
        <w:lastRenderedPageBreak/>
        <w:t>Subsynchronous</w:t>
      </w:r>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An electrical phenomena in which a resonance involving a Generation Resource and a series compensated transmission system results in electrical self-excitation of the Generation Resource at a subsynchronous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Subsynchronous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r w:rsidRPr="00227BDD">
        <w:rPr>
          <w:b/>
        </w:rPr>
        <w:t xml:space="preserve">Subsynchronous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lastRenderedPageBreak/>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56" w:name="_Toc205190539"/>
      <w:bookmarkStart w:id="957" w:name="_Toc73847983"/>
      <w:bookmarkStart w:id="958" w:name="_Toc118224626"/>
      <w:bookmarkStart w:id="959"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 xml:space="preserve">A piece of equipment that is used to monitor voltage waveforms from the two sides of an open circuit breaker or disconnect switch to ensure that the voltage magnitude, </w:t>
      </w:r>
      <w:proofErr w:type="gramStart"/>
      <w:r w:rsidRPr="008C6103">
        <w:t>frequency</w:t>
      </w:r>
      <w:proofErr w:type="gramEnd"/>
      <w:r w:rsidRPr="008C6103">
        <w:t xml:space="preserve">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w:t>
      </w:r>
      <w:proofErr w:type="gramStart"/>
      <w:r w:rsidRPr="001D4047">
        <w:rPr>
          <w:iCs w:val="0"/>
        </w:rPr>
        <w:t>i.e.</w:t>
      </w:r>
      <w:proofErr w:type="gramEnd"/>
      <w:r w:rsidRPr="001D4047">
        <w:rPr>
          <w:iCs w:val="0"/>
        </w:rPr>
        <w:t xml:space="preserv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56"/>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60" w:name="_Toc205190540"/>
      <w:r w:rsidRPr="004222A1">
        <w:rPr>
          <w:b/>
        </w:rPr>
        <w:lastRenderedPageBreak/>
        <w:t>System-Wide Offer Cap (SWC</w:t>
      </w:r>
      <w:r w:rsidR="00EF4BE7" w:rsidRPr="004222A1">
        <w:rPr>
          <w:b/>
        </w:rPr>
        <w:t>A</w:t>
      </w:r>
      <w:r w:rsidRPr="004222A1">
        <w:rPr>
          <w:b/>
        </w:rPr>
        <w:t>P)</w:t>
      </w:r>
      <w:bookmarkEnd w:id="960"/>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57"/>
          <w:bookmarkEnd w:id="958"/>
          <w:bookmarkEnd w:id="959"/>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61" w:name="T"/>
      <w:bookmarkEnd w:id="961"/>
    </w:p>
    <w:p w14:paraId="76806BF3" w14:textId="77777777" w:rsidR="00B75513" w:rsidRDefault="00596878">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62" w:name="_Toc73847986"/>
      <w:bookmarkStart w:id="963" w:name="_Toc118224627"/>
      <w:bookmarkStart w:id="964" w:name="_Toc118909695"/>
      <w:bookmarkStart w:id="965" w:name="_Toc205190541"/>
      <w:r w:rsidRPr="004222A1">
        <w:rPr>
          <w:b/>
        </w:rPr>
        <w:t>T</w:t>
      </w:r>
      <w:r w:rsidR="00EF4BE7" w:rsidRPr="004222A1">
        <w:rPr>
          <w:b/>
        </w:rPr>
        <w:t xml:space="preserve">SP and </w:t>
      </w:r>
      <w:r w:rsidRPr="004222A1">
        <w:rPr>
          <w:b/>
        </w:rPr>
        <w:t>DSP Metered Entity</w:t>
      </w:r>
      <w:bookmarkEnd w:id="962"/>
      <w:bookmarkEnd w:id="963"/>
      <w:bookmarkEnd w:id="964"/>
      <w:bookmarkEnd w:id="965"/>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66" w:name="_Toc80425787"/>
      <w:bookmarkStart w:id="967" w:name="_Toc118224629"/>
      <w:bookmarkStart w:id="968" w:name="_Toc118909697"/>
      <w:bookmarkStart w:id="969" w:name="_Toc205190543"/>
      <w:bookmarkStart w:id="970"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66"/>
      <w:bookmarkEnd w:id="967"/>
      <w:bookmarkEnd w:id="968"/>
      <w:bookmarkEnd w:id="969"/>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71" w:name="_Toc118224630"/>
      <w:bookmarkStart w:id="972" w:name="_Toc118909698"/>
      <w:bookmarkStart w:id="973" w:name="_Toc205190544"/>
      <w:r w:rsidRPr="004222A1">
        <w:rPr>
          <w:b/>
        </w:rPr>
        <w:t xml:space="preserve">Texas </w:t>
      </w:r>
      <w:r w:rsidR="00EF4BE7" w:rsidRPr="004222A1">
        <w:rPr>
          <w:b/>
        </w:rPr>
        <w:t xml:space="preserve">Standard Electronic Transaction (TX </w:t>
      </w:r>
      <w:r w:rsidRPr="004222A1">
        <w:rPr>
          <w:b/>
        </w:rPr>
        <w:t>SET</w:t>
      </w:r>
      <w:bookmarkEnd w:id="970"/>
      <w:bookmarkEnd w:id="971"/>
      <w:bookmarkEnd w:id="972"/>
      <w:bookmarkEnd w:id="973"/>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74" w:name="_Toc118224631"/>
      <w:bookmarkStart w:id="975" w:name="_Toc118909699"/>
      <w:bookmarkStart w:id="976" w:name="_Toc205190545"/>
      <w:bookmarkStart w:id="977" w:name="_Toc80425796"/>
      <w:r w:rsidRPr="004222A1">
        <w:rPr>
          <w:b/>
        </w:rPr>
        <w:t>Three-Part Supply Offer</w:t>
      </w:r>
      <w:bookmarkEnd w:id="974"/>
      <w:bookmarkEnd w:id="975"/>
      <w:bookmarkEnd w:id="976"/>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8" w:name="_Toc118224632"/>
      <w:bookmarkStart w:id="979" w:name="_Toc118909700"/>
      <w:bookmarkStart w:id="980" w:name="_Toc205190546"/>
      <w:r w:rsidRPr="004222A1">
        <w:rPr>
          <w:b/>
        </w:rPr>
        <w:lastRenderedPageBreak/>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77"/>
      <w:bookmarkEnd w:id="978"/>
      <w:bookmarkEnd w:id="979"/>
      <w:bookmarkEnd w:id="980"/>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81" w:name="_Toc73848000"/>
      <w:bookmarkStart w:id="982" w:name="_Toc118224633"/>
      <w:bookmarkStart w:id="983" w:name="_Toc118909701"/>
      <w:bookmarkStart w:id="984" w:name="_Toc205190547"/>
      <w:r w:rsidRPr="004222A1">
        <w:rPr>
          <w:b/>
        </w:rPr>
        <w:t>Transmission and/or Distribution Service Provider (TDSP)</w:t>
      </w:r>
      <w:bookmarkEnd w:id="981"/>
      <w:bookmarkEnd w:id="982"/>
      <w:bookmarkEnd w:id="983"/>
      <w:bookmarkEnd w:id="984"/>
    </w:p>
    <w:p w14:paraId="0F29D92C" w14:textId="77777777" w:rsidR="0011691A" w:rsidRDefault="0011691A" w:rsidP="0011691A">
      <w:pPr>
        <w:pStyle w:val="BodyText"/>
      </w:pPr>
      <w:bookmarkStart w:id="985" w:name="_Toc118224634"/>
      <w:bookmarkStart w:id="986" w:name="_Toc118909702"/>
      <w:bookmarkStart w:id="987"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8"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85"/>
      <w:bookmarkEnd w:id="986"/>
      <w:bookmarkEnd w:id="987"/>
    </w:p>
    <w:bookmarkEnd w:id="988"/>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9" w:name="_Toc80425802"/>
      <w:bookmarkStart w:id="990" w:name="_Toc118224635"/>
      <w:bookmarkStart w:id="991" w:name="_Toc118909703"/>
      <w:bookmarkStart w:id="992" w:name="_Toc205190549"/>
      <w:bookmarkStart w:id="993" w:name="_Toc73848001"/>
      <w:r w:rsidRPr="004222A1">
        <w:rPr>
          <w:b/>
        </w:rPr>
        <w:t>Transmission Facilities</w:t>
      </w:r>
      <w:bookmarkEnd w:id="989"/>
      <w:bookmarkEnd w:id="990"/>
      <w:bookmarkEnd w:id="991"/>
      <w:bookmarkEnd w:id="992"/>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lastRenderedPageBreak/>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994" w:name="_Toc80425803"/>
            <w:bookmarkStart w:id="995" w:name="_Toc118224636"/>
            <w:bookmarkStart w:id="996" w:name="_Toc118909704"/>
            <w:bookmarkStart w:id="997" w:name="_Toc205190550"/>
            <w:bookmarkStart w:id="998" w:name="_Toc73848002"/>
            <w:bookmarkEnd w:id="993"/>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94"/>
      <w:bookmarkEnd w:id="995"/>
      <w:bookmarkEnd w:id="996"/>
      <w:bookmarkEnd w:id="997"/>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D243A" w:rsidRPr="004B32CF" w14:paraId="27AA633D" w14:textId="77777777" w:rsidTr="008713B8">
        <w:trPr>
          <w:trHeight w:val="386"/>
        </w:trPr>
        <w:tc>
          <w:tcPr>
            <w:tcW w:w="9350" w:type="dxa"/>
            <w:shd w:val="pct12" w:color="auto" w:fill="auto"/>
          </w:tcPr>
          <w:p w14:paraId="7D1CD4F1" w14:textId="77777777" w:rsidR="004D243A" w:rsidRPr="004B32CF" w:rsidRDefault="004D243A" w:rsidP="008713B8">
            <w:pPr>
              <w:spacing w:before="120" w:after="240"/>
              <w:rPr>
                <w:b/>
                <w:i/>
                <w:iCs/>
              </w:rPr>
            </w:pPr>
            <w:bookmarkStart w:id="999" w:name="_Toc73848003"/>
            <w:bookmarkStart w:id="1000" w:name="_Toc80425804"/>
            <w:bookmarkStart w:id="1001" w:name="_Toc118224637"/>
            <w:bookmarkStart w:id="1002" w:name="_Toc118909705"/>
            <w:bookmarkStart w:id="1003" w:name="_Toc205190551"/>
            <w:bookmarkStart w:id="1004" w:name="_Toc73848004"/>
            <w:bookmarkEnd w:id="998"/>
            <w:r>
              <w:rPr>
                <w:b/>
                <w:i/>
                <w:iCs/>
              </w:rPr>
              <w:t>[NPRR1145</w:t>
            </w:r>
            <w:r w:rsidRPr="004B32CF">
              <w:rPr>
                <w:b/>
                <w:i/>
                <w:iCs/>
              </w:rPr>
              <w:t>:  Replace the above definition “</w:t>
            </w:r>
            <w:r w:rsidRPr="00A822BC">
              <w:rPr>
                <w:b/>
                <w:i/>
                <w:iCs/>
              </w:rPr>
              <w:t>Transmission Loss Factor (TLF</w:t>
            </w:r>
            <w:r>
              <w:rPr>
                <w:b/>
                <w:i/>
                <w:iCs/>
              </w:rPr>
              <w:t>)</w:t>
            </w:r>
            <w:r w:rsidRPr="004B32CF">
              <w:rPr>
                <w:b/>
                <w:i/>
                <w:iCs/>
              </w:rPr>
              <w:t>” with the following upon system implementation:]</w:t>
            </w:r>
          </w:p>
          <w:p w14:paraId="56221ADC" w14:textId="77777777" w:rsidR="004D243A" w:rsidRPr="00A822BC" w:rsidRDefault="004D243A" w:rsidP="008713B8">
            <w:pPr>
              <w:pStyle w:val="H2"/>
              <w:spacing w:before="0"/>
              <w:rPr>
                <w:b/>
              </w:rPr>
            </w:pPr>
            <w:r w:rsidRPr="00A822BC">
              <w:rPr>
                <w:b/>
              </w:rPr>
              <w:t>Transmission Loss Factor (TLF)</w:t>
            </w:r>
          </w:p>
          <w:p w14:paraId="756D46C1" w14:textId="77777777" w:rsidR="004D243A" w:rsidRDefault="004D243A" w:rsidP="008713B8">
            <w:pPr>
              <w:pStyle w:val="BodyText"/>
            </w:pPr>
            <w:r>
              <w:t>The fraction of ERCOT Load (forecast or actual) that is considered to constitute the ERCOT Transmission Grid losses in a Settlement Interval.</w:t>
            </w:r>
          </w:p>
          <w:p w14:paraId="7C405C56" w14:textId="77777777" w:rsidR="004D243A" w:rsidRPr="004066AE"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Actual Transmission Loss Factor</w:t>
            </w:r>
            <w:r>
              <w:rPr>
                <w:rFonts w:ascii="Times New Roman" w:hAnsi="Times New Roman" w:cs="Times New Roman"/>
                <w:b/>
                <w:bCs/>
                <w:sz w:val="24"/>
                <w:szCs w:val="24"/>
              </w:rPr>
              <w:t xml:space="preserve"> (TLF)</w:t>
            </w:r>
          </w:p>
          <w:p w14:paraId="4C2343C1" w14:textId="77777777" w:rsidR="004D243A" w:rsidRPr="004F7397" w:rsidRDefault="004D243A" w:rsidP="008713B8">
            <w:pPr>
              <w:pStyle w:val="xmsonormal"/>
              <w:spacing w:after="240"/>
              <w:ind w:left="720"/>
              <w:rPr>
                <w:rFonts w:ascii="Times New Roman" w:hAnsi="Times New Roman" w:cs="Times New Roman"/>
                <w:sz w:val="24"/>
                <w:szCs w:val="24"/>
              </w:rPr>
            </w:pPr>
            <w:r w:rsidRPr="00AF3507">
              <w:rPr>
                <w:rFonts w:ascii="Times New Roman" w:hAnsi="Times New Roman" w:cs="Times New Roman"/>
                <w:sz w:val="24"/>
                <w:szCs w:val="24"/>
              </w:rPr>
              <w:t xml:space="preserve">Actual Transmission Loss Factor for each </w:t>
            </w:r>
            <w:r>
              <w:rPr>
                <w:rFonts w:ascii="Times New Roman" w:hAnsi="Times New Roman" w:cs="Times New Roman"/>
                <w:sz w:val="24"/>
                <w:szCs w:val="24"/>
              </w:rPr>
              <w:t xml:space="preserve">Settlement Interval </w:t>
            </w:r>
            <w:r w:rsidRPr="00AF3507">
              <w:rPr>
                <w:rFonts w:ascii="Times New Roman" w:hAnsi="Times New Roman" w:cs="Times New Roman"/>
                <w:sz w:val="24"/>
                <w:szCs w:val="24"/>
              </w:rPr>
              <w:t xml:space="preserve">in the Operating </w:t>
            </w:r>
            <w:r>
              <w:rPr>
                <w:rFonts w:ascii="Times New Roman" w:hAnsi="Times New Roman" w:cs="Times New Roman"/>
                <w:sz w:val="24"/>
                <w:szCs w:val="24"/>
              </w:rPr>
              <w:t>D</w:t>
            </w:r>
            <w:r w:rsidRPr="00AF3507">
              <w:rPr>
                <w:rFonts w:ascii="Times New Roman" w:hAnsi="Times New Roman" w:cs="Times New Roman"/>
                <w:sz w:val="24"/>
                <w:szCs w:val="24"/>
              </w:rPr>
              <w:t xml:space="preserve">ay is determined by </w:t>
            </w:r>
            <w:r w:rsidRPr="0087284D">
              <w:rPr>
                <w:rFonts w:ascii="Times New Roman" w:hAnsi="Times New Roman" w:cs="Times New Roman"/>
                <w:sz w:val="24"/>
                <w:szCs w:val="24"/>
              </w:rPr>
              <w:t xml:space="preserve">dividing the sum of line and transformer MW losses by the total ERCOT </w:t>
            </w:r>
            <w:r>
              <w:rPr>
                <w:rFonts w:ascii="Times New Roman" w:hAnsi="Times New Roman" w:cs="Times New Roman"/>
                <w:sz w:val="24"/>
                <w:szCs w:val="24"/>
              </w:rPr>
              <w:t>L</w:t>
            </w:r>
            <w:r w:rsidRPr="0087284D">
              <w:rPr>
                <w:rFonts w:ascii="Times New Roman" w:hAnsi="Times New Roman" w:cs="Times New Roman"/>
                <w:sz w:val="24"/>
                <w:szCs w:val="24"/>
              </w:rPr>
              <w:t xml:space="preserve">oad as determined by the State Estimator in </w:t>
            </w:r>
            <w:r w:rsidRPr="00906B73">
              <w:rPr>
                <w:rFonts w:ascii="Times New Roman" w:hAnsi="Times New Roman" w:cs="Times New Roman"/>
                <w:sz w:val="24"/>
                <w:szCs w:val="24"/>
              </w:rPr>
              <w:t>the</w:t>
            </w:r>
            <w:r>
              <w:rPr>
                <w:rFonts w:ascii="Times New Roman" w:hAnsi="Times New Roman" w:cs="Times New Roman"/>
                <w:sz w:val="24"/>
                <w:szCs w:val="24"/>
              </w:rPr>
              <w:t xml:space="preserve"> </w:t>
            </w:r>
            <w:r w:rsidRPr="0087284D">
              <w:rPr>
                <w:rFonts w:ascii="Times New Roman" w:hAnsi="Times New Roman" w:cs="Times New Roman"/>
                <w:sz w:val="24"/>
                <w:szCs w:val="24"/>
              </w:rPr>
              <w:t>Energy Management System (EMS).</w:t>
            </w:r>
          </w:p>
          <w:p w14:paraId="7FEB2E55" w14:textId="77777777" w:rsidR="004D243A" w:rsidRPr="00AF3507" w:rsidRDefault="004D243A" w:rsidP="008713B8">
            <w:pPr>
              <w:pStyle w:val="xmsonormal"/>
              <w:spacing w:after="240"/>
              <w:ind w:firstLine="720"/>
              <w:rPr>
                <w:rFonts w:ascii="Times New Roman" w:hAnsi="Times New Roman" w:cs="Times New Roman"/>
                <w:b/>
                <w:bCs/>
                <w:sz w:val="24"/>
                <w:szCs w:val="24"/>
              </w:rPr>
            </w:pPr>
            <w:r w:rsidRPr="00AF3507">
              <w:rPr>
                <w:rFonts w:ascii="Times New Roman" w:hAnsi="Times New Roman" w:cs="Times New Roman"/>
                <w:b/>
                <w:bCs/>
                <w:sz w:val="24"/>
                <w:szCs w:val="24"/>
              </w:rPr>
              <w:t>Seasonal On-Peak and Off-Peak Transmission Loss Factor</w:t>
            </w:r>
            <w:r>
              <w:rPr>
                <w:rFonts w:ascii="Times New Roman" w:hAnsi="Times New Roman" w:cs="Times New Roman"/>
                <w:b/>
                <w:bCs/>
                <w:sz w:val="24"/>
                <w:szCs w:val="24"/>
              </w:rPr>
              <w:t xml:space="preserve"> (TLF)</w:t>
            </w:r>
          </w:p>
          <w:p w14:paraId="7C5D704E" w14:textId="77777777" w:rsidR="004D243A" w:rsidRPr="00A822BC" w:rsidRDefault="004D243A" w:rsidP="008713B8">
            <w:pPr>
              <w:pStyle w:val="BodyText"/>
              <w:ind w:left="720"/>
            </w:pPr>
            <w:r w:rsidRPr="00AF3507">
              <w:t xml:space="preserve">Seasonal </w:t>
            </w:r>
            <w:r>
              <w:t>O</w:t>
            </w:r>
            <w:r w:rsidRPr="00AF3507">
              <w:t xml:space="preserve">n-Peak and Off-Peak Transmission Loss Factor, as may be applied to determine </w:t>
            </w:r>
            <w:r w:rsidRPr="00872E20">
              <w:t>forecasted ERCOT-wide</w:t>
            </w:r>
            <w:r w:rsidRPr="00AF3507">
              <w:rPr>
                <w:color w:val="FF0000"/>
              </w:rPr>
              <w:t xml:space="preserve"> </w:t>
            </w:r>
            <w:r w:rsidRPr="00AF3507">
              <w:t xml:space="preserve">or deemed actual Transmission </w:t>
            </w:r>
            <w:r>
              <w:t>L</w:t>
            </w:r>
            <w:r w:rsidRPr="00AF3507">
              <w:t>osses for Non</w:t>
            </w:r>
            <w:r>
              <w:t>-</w:t>
            </w:r>
            <w:r w:rsidRPr="00AF3507">
              <w:t>Opt-</w:t>
            </w:r>
            <w:r>
              <w:t>I</w:t>
            </w:r>
            <w:r w:rsidRPr="00AF3507">
              <w:t>n Entities (NOIE</w:t>
            </w:r>
            <w:r>
              <w:t>s</w:t>
            </w:r>
            <w:r w:rsidRPr="00AF3507">
              <w:t>), is based on the use of a linear interpolation or extrapolation of the calculated losses in the off-peak and on-peak seasonal ERCOT base cases.</w:t>
            </w:r>
          </w:p>
        </w:tc>
      </w:tr>
    </w:tbl>
    <w:p w14:paraId="2AC5C5DE" w14:textId="77777777" w:rsidR="005D1947" w:rsidRPr="004222A1" w:rsidRDefault="00A442A0" w:rsidP="004D243A">
      <w:pPr>
        <w:pStyle w:val="H2"/>
        <w:spacing w:before="480"/>
        <w:rPr>
          <w:b/>
        </w:rPr>
      </w:pPr>
      <w:r w:rsidRPr="004222A1">
        <w:rPr>
          <w:b/>
        </w:rPr>
        <w:lastRenderedPageBreak/>
        <w:t>Transmission Losses</w:t>
      </w:r>
      <w:bookmarkEnd w:id="999"/>
      <w:bookmarkEnd w:id="1000"/>
      <w:bookmarkEnd w:id="1001"/>
      <w:bookmarkEnd w:id="1002"/>
      <w:bookmarkEnd w:id="1003"/>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05" w:name="_Toc118224638"/>
      <w:bookmarkStart w:id="1006" w:name="_Toc118909706"/>
      <w:bookmarkStart w:id="1007"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t>Transmission Service</w:t>
      </w:r>
      <w:bookmarkEnd w:id="1004"/>
      <w:bookmarkEnd w:id="1005"/>
      <w:bookmarkEnd w:id="1006"/>
      <w:bookmarkEnd w:id="1007"/>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8" w:name="_Toc73848005"/>
      <w:bookmarkStart w:id="1009" w:name="_Toc118224639"/>
      <w:bookmarkStart w:id="1010" w:name="_Toc118909707"/>
      <w:bookmarkStart w:id="1011" w:name="_Toc205190553"/>
      <w:r w:rsidRPr="004222A1">
        <w:rPr>
          <w:b/>
        </w:rPr>
        <w:t>Transmission Service Provider</w:t>
      </w:r>
      <w:bookmarkEnd w:id="1008"/>
      <w:r w:rsidRPr="004222A1">
        <w:rPr>
          <w:b/>
        </w:rPr>
        <w:t xml:space="preserve"> (TSP)</w:t>
      </w:r>
      <w:bookmarkEnd w:id="1009"/>
      <w:bookmarkEnd w:id="1010"/>
      <w:bookmarkEnd w:id="1011"/>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12" w:name="U"/>
      <w:bookmarkEnd w:id="1012"/>
    </w:p>
    <w:p w14:paraId="1E3F674E" w14:textId="77777777" w:rsidR="00B75513" w:rsidRDefault="00596878">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13" w:name="_Toc73848008"/>
      <w:bookmarkStart w:id="1014" w:name="_Toc80425809"/>
      <w:bookmarkStart w:id="1015" w:name="_Toc118224640"/>
      <w:bookmarkStart w:id="1016" w:name="_Toc118909708"/>
      <w:bookmarkStart w:id="1017" w:name="_Toc205190554"/>
      <w:bookmarkStart w:id="1018" w:name="_Toc73848010"/>
      <w:r w:rsidRPr="004222A1">
        <w:rPr>
          <w:b/>
        </w:rPr>
        <w:t>Unaccounted for Energy (UFE)</w:t>
      </w:r>
      <w:bookmarkEnd w:id="1013"/>
      <w:bookmarkEnd w:id="1014"/>
      <w:bookmarkEnd w:id="1015"/>
      <w:bookmarkEnd w:id="1016"/>
      <w:bookmarkEnd w:id="1017"/>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9" w:name="_Toc118224641"/>
      <w:bookmarkStart w:id="1020" w:name="_Toc118909709"/>
      <w:bookmarkStart w:id="1021" w:name="_Toc205190555"/>
      <w:bookmarkStart w:id="1022" w:name="_Toc73848014"/>
      <w:bookmarkEnd w:id="1018"/>
      <w:r w:rsidRPr="004222A1">
        <w:rPr>
          <w:b/>
        </w:rPr>
        <w:lastRenderedPageBreak/>
        <w:t>Unit Reactive Limit</w:t>
      </w:r>
      <w:bookmarkEnd w:id="1019"/>
      <w:bookmarkEnd w:id="1020"/>
      <w:bookmarkEnd w:id="1021"/>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23" w:name="_Toc205190556"/>
      <w:bookmarkStart w:id="1024" w:name="_Toc118224642"/>
      <w:bookmarkStart w:id="1025" w:name="_Toc118909710"/>
      <w:r w:rsidRPr="004222A1">
        <w:rPr>
          <w:b/>
        </w:rPr>
        <w:t>Updated Desired Base Point</w:t>
      </w:r>
      <w:bookmarkEnd w:id="1023"/>
    </w:p>
    <w:p w14:paraId="4E448284" w14:textId="77777777" w:rsidR="005D1947"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26"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24"/>
      <w:bookmarkEnd w:id="1025"/>
      <w:bookmarkEnd w:id="1026"/>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22"/>
    <w:p w14:paraId="2421C9E7" w14:textId="77777777" w:rsidR="005D1947" w:rsidRDefault="00A442A0">
      <w:pPr>
        <w:pStyle w:val="BodyText"/>
        <w:keepNext/>
        <w:rPr>
          <w:b/>
          <w:sz w:val="40"/>
          <w:szCs w:val="40"/>
        </w:rPr>
      </w:pPr>
      <w:r>
        <w:rPr>
          <w:b/>
          <w:sz w:val="40"/>
          <w:szCs w:val="40"/>
        </w:rPr>
        <w:t>V</w:t>
      </w:r>
      <w:bookmarkStart w:id="1027" w:name="V"/>
      <w:bookmarkEnd w:id="1027"/>
    </w:p>
    <w:p w14:paraId="3F4B6B86" w14:textId="77777777" w:rsidR="00B75513" w:rsidRDefault="00596878">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8" w:name="_Toc80425818"/>
      <w:bookmarkStart w:id="1029" w:name="_Toc118224645"/>
      <w:bookmarkStart w:id="1030" w:name="_Toc118909713"/>
      <w:bookmarkStart w:id="1031" w:name="_Toc205190560"/>
      <w:r w:rsidRPr="004222A1">
        <w:rPr>
          <w:b/>
        </w:rPr>
        <w:t>Verbal Dispatch Instruction (VDI)</w:t>
      </w:r>
      <w:bookmarkEnd w:id="1028"/>
      <w:bookmarkEnd w:id="1029"/>
      <w:bookmarkEnd w:id="1030"/>
      <w:bookmarkEnd w:id="1031"/>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32" w:name="_Toc205190561"/>
      <w:bookmarkStart w:id="1033" w:name="_Toc73848017"/>
      <w:bookmarkStart w:id="1034" w:name="_Toc118224646"/>
      <w:bookmarkStart w:id="1035" w:name="_Toc118909714"/>
      <w:r w:rsidRPr="004222A1">
        <w:rPr>
          <w:b/>
        </w:rPr>
        <w:t>Voltage Profile</w:t>
      </w:r>
      <w:bookmarkEnd w:id="1032"/>
    </w:p>
    <w:p w14:paraId="60E5B836" w14:textId="1BE01C5E"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4901B9B" w14:textId="45E059EF" w:rsidTr="00A321F9">
        <w:trPr>
          <w:trHeight w:val="386"/>
        </w:trPr>
        <w:tc>
          <w:tcPr>
            <w:tcW w:w="9350" w:type="dxa"/>
            <w:shd w:val="pct12" w:color="auto" w:fill="auto"/>
          </w:tcPr>
          <w:p w14:paraId="22FFAAB9" w14:textId="789B184B" w:rsidR="00C51B65" w:rsidRPr="004B32CF" w:rsidRDefault="00C51B65" w:rsidP="00A321F9">
            <w:pPr>
              <w:spacing w:before="120" w:after="240"/>
              <w:rPr>
                <w:b/>
                <w:i/>
                <w:iCs/>
              </w:rPr>
            </w:pPr>
            <w:bookmarkStart w:id="1036" w:name="_Toc205190562"/>
            <w:r>
              <w:rPr>
                <w:b/>
                <w:i/>
                <w:iCs/>
              </w:rPr>
              <w:t>[NPRR989</w:t>
            </w:r>
            <w:r w:rsidRPr="004B32CF">
              <w:rPr>
                <w:b/>
                <w:i/>
                <w:iCs/>
              </w:rPr>
              <w:t>:  Replace the above definition “</w:t>
            </w:r>
            <w:r>
              <w:rPr>
                <w:b/>
                <w:i/>
                <w:iCs/>
              </w:rPr>
              <w:t>Voltage Profile</w:t>
            </w:r>
            <w:r w:rsidRPr="004B32CF">
              <w:rPr>
                <w:b/>
                <w:i/>
                <w:iCs/>
              </w:rPr>
              <w:t>” with the following upon system implementation:]</w:t>
            </w:r>
          </w:p>
          <w:p w14:paraId="289B5425" w14:textId="25D715C5" w:rsidR="00C51B65" w:rsidRPr="004222A1" w:rsidRDefault="00C51B65" w:rsidP="00C51B65">
            <w:pPr>
              <w:keepNext/>
              <w:tabs>
                <w:tab w:val="left" w:pos="900"/>
              </w:tabs>
              <w:spacing w:after="240"/>
              <w:ind w:left="900" w:hanging="900"/>
              <w:outlineLvl w:val="1"/>
              <w:rPr>
                <w:b/>
              </w:rPr>
            </w:pPr>
            <w:r w:rsidRPr="00C51B65">
              <w:rPr>
                <w:b/>
              </w:rPr>
              <w:lastRenderedPageBreak/>
              <w:t>Voltage Profile</w:t>
            </w:r>
          </w:p>
          <w:p w14:paraId="0B841115" w14:textId="1D5E4DEE" w:rsidR="00C51B65" w:rsidRPr="00C51B65" w:rsidRDefault="00C51B65" w:rsidP="00C51B65">
            <w:pPr>
              <w:pStyle w:val="BodyText"/>
              <w:rPr>
                <w:bCs/>
                <w:iCs w:val="0"/>
              </w:rPr>
            </w:pPr>
            <w:r>
              <w:rPr>
                <w:bCs/>
              </w:rPr>
              <w:t xml:space="preserve">The set of normally desired </w:t>
            </w:r>
            <w:r w:rsidRPr="00031F2B">
              <w:t>Voltage Set Points for those Generation Resources</w:t>
            </w:r>
            <w:r>
              <w:t xml:space="preserve"> or Energy Storage Resources (ESRs)</w:t>
            </w:r>
            <w:r w:rsidRPr="00031F2B">
              <w:t xml:space="preserve"> specified in paragraph (2) of Section 3.15, Voltage Support,</w:t>
            </w:r>
            <w:r>
              <w:t xml:space="preserve"> in</w:t>
            </w:r>
            <w:r>
              <w:rPr>
                <w:bCs/>
              </w:rPr>
              <w:t xml:space="preserve"> the ERCOT System.</w:t>
            </w:r>
          </w:p>
        </w:tc>
      </w:tr>
    </w:tbl>
    <w:p w14:paraId="67D8D020" w14:textId="77777777" w:rsidR="00E131AD" w:rsidRPr="00B20862" w:rsidRDefault="00E131AD" w:rsidP="00E131AD">
      <w:pPr>
        <w:keepNext/>
        <w:tabs>
          <w:tab w:val="left" w:pos="900"/>
        </w:tabs>
        <w:spacing w:before="240" w:after="240"/>
        <w:ind w:left="900" w:hanging="900"/>
        <w:outlineLvl w:val="1"/>
        <w:rPr>
          <w:b/>
          <w:u w:val="single"/>
        </w:rPr>
      </w:pPr>
      <w:r w:rsidRPr="00B20862">
        <w:rPr>
          <w:b/>
        </w:rPr>
        <w:lastRenderedPageBreak/>
        <w:t>Voltage Set Point</w:t>
      </w:r>
    </w:p>
    <w:p w14:paraId="03B53F22" w14:textId="5B410E97" w:rsidR="00031F2B" w:rsidRDefault="00E131AD" w:rsidP="00E131AD">
      <w:pPr>
        <w:spacing w:after="240"/>
      </w:pPr>
      <w:r>
        <w:rPr>
          <w:iCs/>
        </w:rPr>
        <w:t xml:space="preserve">The voltage that a Generation Resource 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3D294D01" w14:textId="3DD0DF5E" w:rsidTr="00A321F9">
        <w:trPr>
          <w:trHeight w:val="386"/>
        </w:trPr>
        <w:tc>
          <w:tcPr>
            <w:tcW w:w="9350" w:type="dxa"/>
            <w:shd w:val="pct12" w:color="auto" w:fill="auto"/>
          </w:tcPr>
          <w:p w14:paraId="26A95749" w14:textId="400F0952" w:rsidR="00C51B65" w:rsidRPr="004B32CF" w:rsidRDefault="00C51B65" w:rsidP="00A321F9">
            <w:pPr>
              <w:spacing w:before="120" w:after="240"/>
              <w:rPr>
                <w:b/>
                <w:i/>
                <w:iCs/>
              </w:rPr>
            </w:pPr>
            <w:r>
              <w:rPr>
                <w:b/>
                <w:i/>
                <w:iCs/>
              </w:rPr>
              <w:t>[NPRR989</w:t>
            </w:r>
            <w:r w:rsidRPr="004B32CF">
              <w:rPr>
                <w:b/>
                <w:i/>
                <w:iCs/>
              </w:rPr>
              <w:t>:  Replace</w:t>
            </w:r>
            <w:r w:rsidR="00961C7A">
              <w:rPr>
                <w:b/>
                <w:i/>
                <w:iCs/>
              </w:rPr>
              <w:t xml:space="preserve"> </w:t>
            </w:r>
            <w:r w:rsidRPr="004B32CF">
              <w:rPr>
                <w:b/>
                <w:i/>
                <w:iCs/>
              </w:rPr>
              <w:t>the above definition “</w:t>
            </w:r>
            <w:r>
              <w:rPr>
                <w:b/>
                <w:i/>
                <w:iCs/>
              </w:rPr>
              <w:t>Voltage Set Point</w:t>
            </w:r>
            <w:r w:rsidRPr="004B32CF">
              <w:rPr>
                <w:b/>
                <w:i/>
                <w:iCs/>
              </w:rPr>
              <w:t>” with the following upon system implementation:]</w:t>
            </w:r>
          </w:p>
          <w:p w14:paraId="179C6D94" w14:textId="49424D4D" w:rsidR="00C51B65" w:rsidRPr="00B20862" w:rsidRDefault="00C51B65" w:rsidP="00C51B65">
            <w:pPr>
              <w:keepNext/>
              <w:tabs>
                <w:tab w:val="left" w:pos="900"/>
              </w:tabs>
              <w:spacing w:after="240"/>
              <w:ind w:left="900" w:hanging="900"/>
              <w:outlineLvl w:val="1"/>
              <w:rPr>
                <w:b/>
                <w:u w:val="single"/>
              </w:rPr>
            </w:pPr>
            <w:r w:rsidRPr="00B20862">
              <w:rPr>
                <w:b/>
              </w:rPr>
              <w:t>Voltage Set Point</w:t>
            </w:r>
          </w:p>
          <w:p w14:paraId="41282BE8" w14:textId="0CAC01E1" w:rsidR="00C51B65" w:rsidRPr="00C51B65" w:rsidRDefault="00C51B65" w:rsidP="00C51B65">
            <w:pPr>
              <w:spacing w:after="240"/>
              <w:rPr>
                <w:iCs/>
              </w:rPr>
            </w:pPr>
            <w:r>
              <w:rPr>
                <w:iCs/>
              </w:rPr>
              <w:t>The voltage that a Generation Resource or</w:t>
            </w:r>
            <w:r>
              <w:t xml:space="preserve"> Energy Storage Resource (ESR) </w:t>
            </w:r>
            <w:r>
              <w:rPr>
                <w:iCs/>
              </w:rPr>
              <w:t xml:space="preserve">is required to maintain at its Point of Interconnection </w:t>
            </w:r>
            <w:r w:rsidR="00961C7A">
              <w:rPr>
                <w:iCs/>
              </w:rPr>
              <w:t xml:space="preserve">Bus </w:t>
            </w:r>
            <w:r>
              <w:rPr>
                <w:iCs/>
              </w:rPr>
              <w:t>(POI</w:t>
            </w:r>
            <w:r w:rsidR="00961C7A">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B43B738" w14:textId="5E2192F5" w:rsidR="005D1947" w:rsidRPr="004222A1" w:rsidRDefault="00A442A0">
      <w:pPr>
        <w:pStyle w:val="H2"/>
        <w:rPr>
          <w:b/>
        </w:rPr>
      </w:pPr>
      <w:r w:rsidRPr="004222A1">
        <w:rPr>
          <w:b/>
        </w:rPr>
        <w:t>Voltage Support Service</w:t>
      </w:r>
      <w:bookmarkEnd w:id="1033"/>
      <w:bookmarkEnd w:id="1034"/>
      <w:bookmarkEnd w:id="1035"/>
      <w:bookmarkEnd w:id="1036"/>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37" w:name="W"/>
      <w:bookmarkEnd w:id="1037"/>
    </w:p>
    <w:p w14:paraId="79345C73" w14:textId="77777777" w:rsidR="00B75513" w:rsidRDefault="00596878">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8" w:name="_Toc73848019"/>
      <w:bookmarkStart w:id="1039" w:name="_Toc118224647"/>
      <w:bookmarkStart w:id="1040" w:name="_Toc118909715"/>
      <w:bookmarkStart w:id="1041"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8"/>
      <w:bookmarkEnd w:id="1039"/>
      <w:bookmarkEnd w:id="1040"/>
      <w:bookmarkEnd w:id="1041"/>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lastRenderedPageBreak/>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42" w:name="_Toc73848020"/>
      <w:bookmarkStart w:id="1043" w:name="_Toc80425825"/>
      <w:bookmarkStart w:id="1044" w:name="_Toc118224648"/>
      <w:bookmarkStart w:id="1045" w:name="_Toc118909716"/>
      <w:bookmarkStart w:id="1046" w:name="_Toc205190564"/>
      <w:r w:rsidRPr="004222A1">
        <w:rPr>
          <w:b/>
        </w:rPr>
        <w:t>Wholesale Customer</w:t>
      </w:r>
      <w:bookmarkEnd w:id="1042"/>
      <w:bookmarkEnd w:id="1043"/>
      <w:bookmarkEnd w:id="1044"/>
      <w:bookmarkEnd w:id="1045"/>
      <w:bookmarkEnd w:id="1046"/>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47"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48"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48"/>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47"/>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9" w:name="_Toc205190566"/>
      <w:r w:rsidRPr="004222A1">
        <w:rPr>
          <w:b/>
        </w:rPr>
        <w:t>Wind-powered Generation Resource Production Potential (WGRPP)</w:t>
      </w:r>
      <w:bookmarkEnd w:id="104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lastRenderedPageBreak/>
        <w:t>X</w:t>
      </w:r>
      <w:bookmarkStart w:id="1050" w:name="X"/>
      <w:bookmarkEnd w:id="1050"/>
    </w:p>
    <w:p w14:paraId="14574AFC" w14:textId="77777777" w:rsidR="00B75513" w:rsidRDefault="00596878">
      <w:pPr>
        <w:pStyle w:val="ListIntroduction"/>
        <w:keepNext w:val="0"/>
      </w:pPr>
      <w:hyperlink w:anchor="_DEFINITIONS" w:history="1">
        <w:r w:rsidR="00842B9A">
          <w:rPr>
            <w:rStyle w:val="Hyperlink"/>
          </w:rPr>
          <w:t>[Back to Top]</w:t>
        </w:r>
      </w:hyperlink>
    </w:p>
    <w:p w14:paraId="73E46C47" w14:textId="77777777" w:rsidR="005D1947" w:rsidRDefault="00596878">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51" w:name="Y"/>
      <w:bookmarkEnd w:id="1051"/>
    </w:p>
    <w:p w14:paraId="28022E90" w14:textId="77777777" w:rsidR="00B75513" w:rsidRDefault="00596878">
      <w:pPr>
        <w:pStyle w:val="ListIntroduction"/>
        <w:keepNext w:val="0"/>
      </w:pPr>
      <w:hyperlink w:anchor="_DEFINITIONS" w:history="1">
        <w:r w:rsidR="00842B9A">
          <w:rPr>
            <w:rStyle w:val="Hyperlink"/>
          </w:rPr>
          <w:t>[Back to Top]</w:t>
        </w:r>
      </w:hyperlink>
    </w:p>
    <w:p w14:paraId="76C10CB2" w14:textId="77777777" w:rsidR="005D1947" w:rsidRDefault="00596878">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596878">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52" w:name="_ACRONYMS_AND_ABBREVIATIONS"/>
      <w:bookmarkStart w:id="1053" w:name="_Toc118224650"/>
      <w:bookmarkStart w:id="1054" w:name="_Toc118909718"/>
      <w:bookmarkStart w:id="1055" w:name="_Toc205190567"/>
      <w:bookmarkEnd w:id="1052"/>
      <w:r>
        <w:t>2.2</w:t>
      </w:r>
      <w:r>
        <w:tab/>
      </w:r>
      <w:r w:rsidR="00A442A0">
        <w:t>ACRONYMS AND ABBREVIATIONS</w:t>
      </w:r>
      <w:bookmarkEnd w:id="1053"/>
      <w:bookmarkEnd w:id="1054"/>
      <w:bookmarkEnd w:id="105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40472D2B" w14:textId="77777777" w:rsidR="00303344" w:rsidRPr="00745E79" w:rsidRDefault="00303344" w:rsidP="00303344">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lastRenderedPageBreak/>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lastRenderedPageBreak/>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D594A32" w14:textId="77777777" w:rsidR="00F974A8" w:rsidRDefault="00F974A8" w:rsidP="005078CC">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lastRenderedPageBreak/>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t>MWh</w:t>
      </w:r>
      <w:r>
        <w:tab/>
        <w:t>Megawatt Hour</w:t>
      </w: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lastRenderedPageBreak/>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lastRenderedPageBreak/>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lastRenderedPageBreak/>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r w:rsidR="001633F7" w:rsidRPr="001633F7">
        <w:t>Subsynchronous Control Interaction</w:t>
      </w:r>
    </w:p>
    <w:p w14:paraId="52CE39E3" w14:textId="7777777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Total ERCOT PhotoVoltaic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lastRenderedPageBreak/>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72F3" w14:textId="4EEA330D" w:rsidR="003109F8" w:rsidRPr="00F909A2" w:rsidRDefault="003109F8">
    <w:pPr>
      <w:pStyle w:val="Footer"/>
      <w:tabs>
        <w:tab w:val="clear" w:pos="4680"/>
      </w:tabs>
      <w:spacing w:before="0" w:after="0"/>
    </w:pPr>
    <w:r w:rsidRPr="00F909A2">
      <w:t>ERCOT Nodal Protocols –</w:t>
    </w:r>
    <w:r w:rsidR="007A6E43">
      <w:t xml:space="preserve"> </w:t>
    </w:r>
    <w:r w:rsidR="00831DAE">
      <w:t>January 26</w:t>
    </w:r>
    <w:r>
      <w:t xml:space="preserve">, </w:t>
    </w:r>
    <w:proofErr w:type="gramStart"/>
    <w:r>
      <w:t>202</w:t>
    </w:r>
    <w:r w:rsidR="00831DAE">
      <w:t>4</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225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2491"/>
    <w:rsid w:val="000729A2"/>
    <w:rsid w:val="000735DE"/>
    <w:rsid w:val="0007440C"/>
    <w:rsid w:val="0007582F"/>
    <w:rsid w:val="00077756"/>
    <w:rsid w:val="000812CF"/>
    <w:rsid w:val="000819B3"/>
    <w:rsid w:val="00083C56"/>
    <w:rsid w:val="00084C11"/>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280E"/>
    <w:rsid w:val="000B3B0E"/>
    <w:rsid w:val="000B501C"/>
    <w:rsid w:val="000B6171"/>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39E2"/>
    <w:rsid w:val="00123B8F"/>
    <w:rsid w:val="00124F3C"/>
    <w:rsid w:val="00125B10"/>
    <w:rsid w:val="00130C21"/>
    <w:rsid w:val="00131012"/>
    <w:rsid w:val="001325DD"/>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3473"/>
    <w:rsid w:val="001D44A0"/>
    <w:rsid w:val="001D50FB"/>
    <w:rsid w:val="001D6435"/>
    <w:rsid w:val="001D65AC"/>
    <w:rsid w:val="001D7A0F"/>
    <w:rsid w:val="001D7E5E"/>
    <w:rsid w:val="001D7F82"/>
    <w:rsid w:val="001E21AB"/>
    <w:rsid w:val="001E3E65"/>
    <w:rsid w:val="001E4107"/>
    <w:rsid w:val="001E598F"/>
    <w:rsid w:val="001F1F97"/>
    <w:rsid w:val="001F28A1"/>
    <w:rsid w:val="001F3D58"/>
    <w:rsid w:val="001F69E5"/>
    <w:rsid w:val="001F79A3"/>
    <w:rsid w:val="0020064A"/>
    <w:rsid w:val="00200C33"/>
    <w:rsid w:val="0020238E"/>
    <w:rsid w:val="0020251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7864"/>
    <w:rsid w:val="00232EDE"/>
    <w:rsid w:val="00233BDC"/>
    <w:rsid w:val="0023512C"/>
    <w:rsid w:val="00236070"/>
    <w:rsid w:val="002373C8"/>
    <w:rsid w:val="00237DCB"/>
    <w:rsid w:val="00242D43"/>
    <w:rsid w:val="00243E63"/>
    <w:rsid w:val="0024584E"/>
    <w:rsid w:val="00245956"/>
    <w:rsid w:val="00247AAB"/>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577D"/>
    <w:rsid w:val="00276794"/>
    <w:rsid w:val="00277DAD"/>
    <w:rsid w:val="00281BF8"/>
    <w:rsid w:val="00285F1E"/>
    <w:rsid w:val="00286EDD"/>
    <w:rsid w:val="00287194"/>
    <w:rsid w:val="0029204D"/>
    <w:rsid w:val="00292747"/>
    <w:rsid w:val="002946F4"/>
    <w:rsid w:val="00295B5E"/>
    <w:rsid w:val="002965B0"/>
    <w:rsid w:val="002A03F1"/>
    <w:rsid w:val="002A3B6B"/>
    <w:rsid w:val="002A3E63"/>
    <w:rsid w:val="002B12A6"/>
    <w:rsid w:val="002B2AF8"/>
    <w:rsid w:val="002B5E29"/>
    <w:rsid w:val="002B5F28"/>
    <w:rsid w:val="002B7145"/>
    <w:rsid w:val="002B7814"/>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F00FE"/>
    <w:rsid w:val="002F0A4E"/>
    <w:rsid w:val="002F325A"/>
    <w:rsid w:val="003012FC"/>
    <w:rsid w:val="0030174A"/>
    <w:rsid w:val="0030270C"/>
    <w:rsid w:val="00303344"/>
    <w:rsid w:val="00304035"/>
    <w:rsid w:val="00305768"/>
    <w:rsid w:val="003065F7"/>
    <w:rsid w:val="00307511"/>
    <w:rsid w:val="00307CAD"/>
    <w:rsid w:val="003109F8"/>
    <w:rsid w:val="003118AB"/>
    <w:rsid w:val="0031328E"/>
    <w:rsid w:val="0031459B"/>
    <w:rsid w:val="00316751"/>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786"/>
    <w:rsid w:val="00334D97"/>
    <w:rsid w:val="003350AF"/>
    <w:rsid w:val="00335A44"/>
    <w:rsid w:val="00337AF2"/>
    <w:rsid w:val="00341553"/>
    <w:rsid w:val="00343321"/>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D23"/>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73B2"/>
    <w:rsid w:val="003D0F35"/>
    <w:rsid w:val="003D1421"/>
    <w:rsid w:val="003D1803"/>
    <w:rsid w:val="003D22D2"/>
    <w:rsid w:val="003D2A93"/>
    <w:rsid w:val="003D3676"/>
    <w:rsid w:val="003D3E02"/>
    <w:rsid w:val="003D4666"/>
    <w:rsid w:val="003D736D"/>
    <w:rsid w:val="003E2081"/>
    <w:rsid w:val="003E31CF"/>
    <w:rsid w:val="003E51A2"/>
    <w:rsid w:val="003E67D0"/>
    <w:rsid w:val="003F0D12"/>
    <w:rsid w:val="003F0F8C"/>
    <w:rsid w:val="003F175F"/>
    <w:rsid w:val="003F2344"/>
    <w:rsid w:val="003F24AE"/>
    <w:rsid w:val="003F3DA4"/>
    <w:rsid w:val="003F3E07"/>
    <w:rsid w:val="003F4716"/>
    <w:rsid w:val="003F5818"/>
    <w:rsid w:val="003F66B2"/>
    <w:rsid w:val="003F6A3D"/>
    <w:rsid w:val="003F6C08"/>
    <w:rsid w:val="003F7BC7"/>
    <w:rsid w:val="00400B23"/>
    <w:rsid w:val="00401A93"/>
    <w:rsid w:val="0040348D"/>
    <w:rsid w:val="00405748"/>
    <w:rsid w:val="004059A7"/>
    <w:rsid w:val="00406B6D"/>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743"/>
    <w:rsid w:val="004727E1"/>
    <w:rsid w:val="00472824"/>
    <w:rsid w:val="0047389E"/>
    <w:rsid w:val="004741B5"/>
    <w:rsid w:val="004746D9"/>
    <w:rsid w:val="004757FD"/>
    <w:rsid w:val="00475BE9"/>
    <w:rsid w:val="00476AFB"/>
    <w:rsid w:val="00477048"/>
    <w:rsid w:val="004778ED"/>
    <w:rsid w:val="004836C2"/>
    <w:rsid w:val="00485F3C"/>
    <w:rsid w:val="00487B37"/>
    <w:rsid w:val="004908FA"/>
    <w:rsid w:val="004914D8"/>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190"/>
    <w:rsid w:val="004C64EB"/>
    <w:rsid w:val="004C6715"/>
    <w:rsid w:val="004C6AD8"/>
    <w:rsid w:val="004C7AE0"/>
    <w:rsid w:val="004D243A"/>
    <w:rsid w:val="004D2CF9"/>
    <w:rsid w:val="004D3243"/>
    <w:rsid w:val="004D3E41"/>
    <w:rsid w:val="004D4E12"/>
    <w:rsid w:val="004E0CD6"/>
    <w:rsid w:val="004E21E1"/>
    <w:rsid w:val="004E245D"/>
    <w:rsid w:val="004E2491"/>
    <w:rsid w:val="004E2A4D"/>
    <w:rsid w:val="004E3B0C"/>
    <w:rsid w:val="004E4899"/>
    <w:rsid w:val="004E5DF8"/>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1942"/>
    <w:rsid w:val="0051425B"/>
    <w:rsid w:val="00516192"/>
    <w:rsid w:val="0051746F"/>
    <w:rsid w:val="00520267"/>
    <w:rsid w:val="00521EC7"/>
    <w:rsid w:val="00522A58"/>
    <w:rsid w:val="005237B6"/>
    <w:rsid w:val="00524674"/>
    <w:rsid w:val="00524710"/>
    <w:rsid w:val="005248E3"/>
    <w:rsid w:val="00525026"/>
    <w:rsid w:val="00525E7A"/>
    <w:rsid w:val="0052766A"/>
    <w:rsid w:val="005366F2"/>
    <w:rsid w:val="00536FEB"/>
    <w:rsid w:val="00537A50"/>
    <w:rsid w:val="00537D5F"/>
    <w:rsid w:val="005402BB"/>
    <w:rsid w:val="00547264"/>
    <w:rsid w:val="0055130D"/>
    <w:rsid w:val="00551FFD"/>
    <w:rsid w:val="005522B9"/>
    <w:rsid w:val="00552E20"/>
    <w:rsid w:val="00553A71"/>
    <w:rsid w:val="00555B7C"/>
    <w:rsid w:val="00557F8A"/>
    <w:rsid w:val="0056083A"/>
    <w:rsid w:val="00560F0B"/>
    <w:rsid w:val="005626AB"/>
    <w:rsid w:val="00565A5A"/>
    <w:rsid w:val="005673F9"/>
    <w:rsid w:val="005676C8"/>
    <w:rsid w:val="00567C13"/>
    <w:rsid w:val="005726D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90133"/>
    <w:rsid w:val="00590D29"/>
    <w:rsid w:val="00593A83"/>
    <w:rsid w:val="0059523D"/>
    <w:rsid w:val="00595E4D"/>
    <w:rsid w:val="00596357"/>
    <w:rsid w:val="00596550"/>
    <w:rsid w:val="00596878"/>
    <w:rsid w:val="005A230B"/>
    <w:rsid w:val="005A261C"/>
    <w:rsid w:val="005A3523"/>
    <w:rsid w:val="005A37F7"/>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704"/>
    <w:rsid w:val="005D00B7"/>
    <w:rsid w:val="005D0677"/>
    <w:rsid w:val="005D1947"/>
    <w:rsid w:val="005D1FAD"/>
    <w:rsid w:val="005D2988"/>
    <w:rsid w:val="005D31F0"/>
    <w:rsid w:val="005D3BE9"/>
    <w:rsid w:val="005D61DA"/>
    <w:rsid w:val="005D6575"/>
    <w:rsid w:val="005D7C27"/>
    <w:rsid w:val="005E0178"/>
    <w:rsid w:val="005E1295"/>
    <w:rsid w:val="005E166B"/>
    <w:rsid w:val="005E1CD4"/>
    <w:rsid w:val="005E25EC"/>
    <w:rsid w:val="005E3A14"/>
    <w:rsid w:val="005E529D"/>
    <w:rsid w:val="005F1042"/>
    <w:rsid w:val="005F2251"/>
    <w:rsid w:val="005F39B1"/>
    <w:rsid w:val="005F5B38"/>
    <w:rsid w:val="005F5E22"/>
    <w:rsid w:val="005F5EF5"/>
    <w:rsid w:val="00600BE1"/>
    <w:rsid w:val="00601C16"/>
    <w:rsid w:val="00602759"/>
    <w:rsid w:val="006037A4"/>
    <w:rsid w:val="00605788"/>
    <w:rsid w:val="0060611F"/>
    <w:rsid w:val="0060680B"/>
    <w:rsid w:val="0060756B"/>
    <w:rsid w:val="00607853"/>
    <w:rsid w:val="00607DBF"/>
    <w:rsid w:val="006107CE"/>
    <w:rsid w:val="00612D6C"/>
    <w:rsid w:val="00613588"/>
    <w:rsid w:val="006141AC"/>
    <w:rsid w:val="00620A0B"/>
    <w:rsid w:val="00620E0D"/>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78F"/>
    <w:rsid w:val="00675A2D"/>
    <w:rsid w:val="00675CD9"/>
    <w:rsid w:val="00676CBB"/>
    <w:rsid w:val="00680EEA"/>
    <w:rsid w:val="00682771"/>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F278A"/>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E7C"/>
    <w:rsid w:val="00721AC0"/>
    <w:rsid w:val="00722FD6"/>
    <w:rsid w:val="00723280"/>
    <w:rsid w:val="00723B6A"/>
    <w:rsid w:val="00726AC9"/>
    <w:rsid w:val="00727588"/>
    <w:rsid w:val="00730A9B"/>
    <w:rsid w:val="0073251A"/>
    <w:rsid w:val="00736326"/>
    <w:rsid w:val="00736560"/>
    <w:rsid w:val="007368DE"/>
    <w:rsid w:val="00736C1A"/>
    <w:rsid w:val="0073770A"/>
    <w:rsid w:val="007379BF"/>
    <w:rsid w:val="00737DA0"/>
    <w:rsid w:val="007401D3"/>
    <w:rsid w:val="00741D12"/>
    <w:rsid w:val="007428E8"/>
    <w:rsid w:val="00743624"/>
    <w:rsid w:val="00744CA0"/>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F81"/>
    <w:rsid w:val="00782F82"/>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3B31"/>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0F2F"/>
    <w:rsid w:val="008230A0"/>
    <w:rsid w:val="008234DE"/>
    <w:rsid w:val="00823B6E"/>
    <w:rsid w:val="00823BF5"/>
    <w:rsid w:val="0082435C"/>
    <w:rsid w:val="00826EED"/>
    <w:rsid w:val="00831914"/>
    <w:rsid w:val="00831DAE"/>
    <w:rsid w:val="008332EA"/>
    <w:rsid w:val="00833F9E"/>
    <w:rsid w:val="00834E0B"/>
    <w:rsid w:val="00835056"/>
    <w:rsid w:val="00835AE7"/>
    <w:rsid w:val="00837B78"/>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3725"/>
    <w:rsid w:val="00865928"/>
    <w:rsid w:val="00867389"/>
    <w:rsid w:val="0087107B"/>
    <w:rsid w:val="00871795"/>
    <w:rsid w:val="00871B40"/>
    <w:rsid w:val="008720B3"/>
    <w:rsid w:val="008742AB"/>
    <w:rsid w:val="00875A7A"/>
    <w:rsid w:val="00876F91"/>
    <w:rsid w:val="00877DE7"/>
    <w:rsid w:val="00882987"/>
    <w:rsid w:val="00882CF4"/>
    <w:rsid w:val="008833E6"/>
    <w:rsid w:val="00884DEE"/>
    <w:rsid w:val="00885486"/>
    <w:rsid w:val="0088551D"/>
    <w:rsid w:val="00886516"/>
    <w:rsid w:val="0089065D"/>
    <w:rsid w:val="008906B5"/>
    <w:rsid w:val="00890BEF"/>
    <w:rsid w:val="0089172B"/>
    <w:rsid w:val="00896B39"/>
    <w:rsid w:val="00896E8D"/>
    <w:rsid w:val="0089736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C0380"/>
    <w:rsid w:val="008C2049"/>
    <w:rsid w:val="008C2665"/>
    <w:rsid w:val="008C36B0"/>
    <w:rsid w:val="008C52A4"/>
    <w:rsid w:val="008C5847"/>
    <w:rsid w:val="008C5D4D"/>
    <w:rsid w:val="008C6A7F"/>
    <w:rsid w:val="008C6CF2"/>
    <w:rsid w:val="008D169C"/>
    <w:rsid w:val="008D2C55"/>
    <w:rsid w:val="008D2FF7"/>
    <w:rsid w:val="008D30EA"/>
    <w:rsid w:val="008D3E83"/>
    <w:rsid w:val="008D7092"/>
    <w:rsid w:val="008D7289"/>
    <w:rsid w:val="008E0B8B"/>
    <w:rsid w:val="008E1A8A"/>
    <w:rsid w:val="008E28FC"/>
    <w:rsid w:val="008E3EDF"/>
    <w:rsid w:val="008E541E"/>
    <w:rsid w:val="008E601A"/>
    <w:rsid w:val="008F0E85"/>
    <w:rsid w:val="008F1267"/>
    <w:rsid w:val="008F2983"/>
    <w:rsid w:val="008F44B7"/>
    <w:rsid w:val="008F4AB7"/>
    <w:rsid w:val="008F5124"/>
    <w:rsid w:val="008F574B"/>
    <w:rsid w:val="008F5D50"/>
    <w:rsid w:val="008F6600"/>
    <w:rsid w:val="008F6722"/>
    <w:rsid w:val="008F6A37"/>
    <w:rsid w:val="009009CD"/>
    <w:rsid w:val="009016C6"/>
    <w:rsid w:val="00906481"/>
    <w:rsid w:val="009064C8"/>
    <w:rsid w:val="009067B6"/>
    <w:rsid w:val="009069B1"/>
    <w:rsid w:val="00911D04"/>
    <w:rsid w:val="00912549"/>
    <w:rsid w:val="00912CB4"/>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7C4"/>
    <w:rsid w:val="00966BE5"/>
    <w:rsid w:val="009711FC"/>
    <w:rsid w:val="0097294B"/>
    <w:rsid w:val="009729F7"/>
    <w:rsid w:val="00972D3C"/>
    <w:rsid w:val="00973153"/>
    <w:rsid w:val="00973337"/>
    <w:rsid w:val="009741BD"/>
    <w:rsid w:val="009756D1"/>
    <w:rsid w:val="00975A01"/>
    <w:rsid w:val="00977D0B"/>
    <w:rsid w:val="0098023B"/>
    <w:rsid w:val="00982E35"/>
    <w:rsid w:val="00983E76"/>
    <w:rsid w:val="009840A1"/>
    <w:rsid w:val="00985F77"/>
    <w:rsid w:val="009864EF"/>
    <w:rsid w:val="00986AD1"/>
    <w:rsid w:val="00987F52"/>
    <w:rsid w:val="00990D53"/>
    <w:rsid w:val="0099265E"/>
    <w:rsid w:val="00993EC2"/>
    <w:rsid w:val="00995462"/>
    <w:rsid w:val="009959A6"/>
    <w:rsid w:val="009965C1"/>
    <w:rsid w:val="009A0B16"/>
    <w:rsid w:val="009A1370"/>
    <w:rsid w:val="009A1BC3"/>
    <w:rsid w:val="009A2F3F"/>
    <w:rsid w:val="009A34E8"/>
    <w:rsid w:val="009A497C"/>
    <w:rsid w:val="009A5229"/>
    <w:rsid w:val="009A52E2"/>
    <w:rsid w:val="009A588D"/>
    <w:rsid w:val="009A7BEF"/>
    <w:rsid w:val="009B033A"/>
    <w:rsid w:val="009B1E9E"/>
    <w:rsid w:val="009B5591"/>
    <w:rsid w:val="009B57E7"/>
    <w:rsid w:val="009B58F7"/>
    <w:rsid w:val="009B7909"/>
    <w:rsid w:val="009C030B"/>
    <w:rsid w:val="009C077F"/>
    <w:rsid w:val="009C2397"/>
    <w:rsid w:val="009C4AED"/>
    <w:rsid w:val="009C65F0"/>
    <w:rsid w:val="009D0979"/>
    <w:rsid w:val="009D1ADF"/>
    <w:rsid w:val="009D37A9"/>
    <w:rsid w:val="009D4304"/>
    <w:rsid w:val="009D7251"/>
    <w:rsid w:val="009D7F77"/>
    <w:rsid w:val="009E1D3D"/>
    <w:rsid w:val="009E1E29"/>
    <w:rsid w:val="009E217F"/>
    <w:rsid w:val="009E2465"/>
    <w:rsid w:val="009E355B"/>
    <w:rsid w:val="009E46D3"/>
    <w:rsid w:val="009E7C2F"/>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21F9"/>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53193"/>
    <w:rsid w:val="00A54456"/>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9D4"/>
    <w:rsid w:val="00AF1BB2"/>
    <w:rsid w:val="00AF2926"/>
    <w:rsid w:val="00AF70F7"/>
    <w:rsid w:val="00AF7A87"/>
    <w:rsid w:val="00AF7CAF"/>
    <w:rsid w:val="00B00621"/>
    <w:rsid w:val="00B00EA6"/>
    <w:rsid w:val="00B00F80"/>
    <w:rsid w:val="00B016F5"/>
    <w:rsid w:val="00B04A31"/>
    <w:rsid w:val="00B04CFF"/>
    <w:rsid w:val="00B0638B"/>
    <w:rsid w:val="00B06AE7"/>
    <w:rsid w:val="00B07394"/>
    <w:rsid w:val="00B11695"/>
    <w:rsid w:val="00B14D5E"/>
    <w:rsid w:val="00B16C60"/>
    <w:rsid w:val="00B17B3F"/>
    <w:rsid w:val="00B20DB8"/>
    <w:rsid w:val="00B21344"/>
    <w:rsid w:val="00B21EEB"/>
    <w:rsid w:val="00B253B8"/>
    <w:rsid w:val="00B25FBC"/>
    <w:rsid w:val="00B26B9A"/>
    <w:rsid w:val="00B26C6E"/>
    <w:rsid w:val="00B2787F"/>
    <w:rsid w:val="00B3086B"/>
    <w:rsid w:val="00B325CA"/>
    <w:rsid w:val="00B35275"/>
    <w:rsid w:val="00B378E4"/>
    <w:rsid w:val="00B41FB9"/>
    <w:rsid w:val="00B468E6"/>
    <w:rsid w:val="00B46C21"/>
    <w:rsid w:val="00B473F2"/>
    <w:rsid w:val="00B5058F"/>
    <w:rsid w:val="00B5168E"/>
    <w:rsid w:val="00B52417"/>
    <w:rsid w:val="00B5334E"/>
    <w:rsid w:val="00B54247"/>
    <w:rsid w:val="00B55C81"/>
    <w:rsid w:val="00B5614D"/>
    <w:rsid w:val="00B60DCF"/>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690C"/>
    <w:rsid w:val="00B97A02"/>
    <w:rsid w:val="00BA2672"/>
    <w:rsid w:val="00BA26C2"/>
    <w:rsid w:val="00BA3CBE"/>
    <w:rsid w:val="00BA4CC5"/>
    <w:rsid w:val="00BA4FE6"/>
    <w:rsid w:val="00BA64B1"/>
    <w:rsid w:val="00BB10BF"/>
    <w:rsid w:val="00BB2446"/>
    <w:rsid w:val="00BB24FD"/>
    <w:rsid w:val="00BB37E7"/>
    <w:rsid w:val="00BB3A0B"/>
    <w:rsid w:val="00BB3A68"/>
    <w:rsid w:val="00BB77DE"/>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C6B"/>
    <w:rsid w:val="00BE1E4C"/>
    <w:rsid w:val="00BE1E8F"/>
    <w:rsid w:val="00BE3AD1"/>
    <w:rsid w:val="00BE3CD9"/>
    <w:rsid w:val="00BE6664"/>
    <w:rsid w:val="00BF0D5A"/>
    <w:rsid w:val="00BF1043"/>
    <w:rsid w:val="00BF2DF3"/>
    <w:rsid w:val="00BF7222"/>
    <w:rsid w:val="00C00650"/>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21272"/>
    <w:rsid w:val="00C22F03"/>
    <w:rsid w:val="00C23929"/>
    <w:rsid w:val="00C23E67"/>
    <w:rsid w:val="00C256DF"/>
    <w:rsid w:val="00C27D13"/>
    <w:rsid w:val="00C30D8F"/>
    <w:rsid w:val="00C318EE"/>
    <w:rsid w:val="00C347C8"/>
    <w:rsid w:val="00C35510"/>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218"/>
    <w:rsid w:val="00C646E9"/>
    <w:rsid w:val="00C65066"/>
    <w:rsid w:val="00C66E2E"/>
    <w:rsid w:val="00C7056A"/>
    <w:rsid w:val="00C72847"/>
    <w:rsid w:val="00C72A85"/>
    <w:rsid w:val="00C74251"/>
    <w:rsid w:val="00C7427F"/>
    <w:rsid w:val="00C764DC"/>
    <w:rsid w:val="00C76849"/>
    <w:rsid w:val="00C76D19"/>
    <w:rsid w:val="00C7727A"/>
    <w:rsid w:val="00C811A0"/>
    <w:rsid w:val="00C81A0C"/>
    <w:rsid w:val="00C81CB2"/>
    <w:rsid w:val="00C820E3"/>
    <w:rsid w:val="00C8235B"/>
    <w:rsid w:val="00C84C21"/>
    <w:rsid w:val="00C90877"/>
    <w:rsid w:val="00C925F1"/>
    <w:rsid w:val="00C952F0"/>
    <w:rsid w:val="00C953D0"/>
    <w:rsid w:val="00C96602"/>
    <w:rsid w:val="00C97705"/>
    <w:rsid w:val="00CA09FF"/>
    <w:rsid w:val="00CA0DB4"/>
    <w:rsid w:val="00CA1792"/>
    <w:rsid w:val="00CA1A72"/>
    <w:rsid w:val="00CA24B4"/>
    <w:rsid w:val="00CA3760"/>
    <w:rsid w:val="00CA3B4F"/>
    <w:rsid w:val="00CA49B5"/>
    <w:rsid w:val="00CA4E7C"/>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C7B79"/>
    <w:rsid w:val="00CD0F09"/>
    <w:rsid w:val="00CD20AC"/>
    <w:rsid w:val="00CD2FE3"/>
    <w:rsid w:val="00CD65BC"/>
    <w:rsid w:val="00CD6F70"/>
    <w:rsid w:val="00CD703D"/>
    <w:rsid w:val="00CD7069"/>
    <w:rsid w:val="00CE06CE"/>
    <w:rsid w:val="00CE1951"/>
    <w:rsid w:val="00CE1D32"/>
    <w:rsid w:val="00CE29D6"/>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6136"/>
    <w:rsid w:val="00D2665F"/>
    <w:rsid w:val="00D26FE6"/>
    <w:rsid w:val="00D2755F"/>
    <w:rsid w:val="00D31B68"/>
    <w:rsid w:val="00D32759"/>
    <w:rsid w:val="00D32CC8"/>
    <w:rsid w:val="00D354A4"/>
    <w:rsid w:val="00D35A78"/>
    <w:rsid w:val="00D377D8"/>
    <w:rsid w:val="00D37890"/>
    <w:rsid w:val="00D44AA2"/>
    <w:rsid w:val="00D46B3A"/>
    <w:rsid w:val="00D47F28"/>
    <w:rsid w:val="00D503C7"/>
    <w:rsid w:val="00D50718"/>
    <w:rsid w:val="00D53756"/>
    <w:rsid w:val="00D5497B"/>
    <w:rsid w:val="00D60FB5"/>
    <w:rsid w:val="00D61ABB"/>
    <w:rsid w:val="00D64506"/>
    <w:rsid w:val="00D64599"/>
    <w:rsid w:val="00D660DD"/>
    <w:rsid w:val="00D70987"/>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2A9"/>
    <w:rsid w:val="00DA1584"/>
    <w:rsid w:val="00DA260C"/>
    <w:rsid w:val="00DA283C"/>
    <w:rsid w:val="00DA4D81"/>
    <w:rsid w:val="00DA4D9E"/>
    <w:rsid w:val="00DA5585"/>
    <w:rsid w:val="00DB0240"/>
    <w:rsid w:val="00DB212E"/>
    <w:rsid w:val="00DB568D"/>
    <w:rsid w:val="00DB6870"/>
    <w:rsid w:val="00DB6D76"/>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A9D"/>
    <w:rsid w:val="00DF127C"/>
    <w:rsid w:val="00DF1B0C"/>
    <w:rsid w:val="00DF3544"/>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1F6"/>
    <w:rsid w:val="00E04BA9"/>
    <w:rsid w:val="00E07100"/>
    <w:rsid w:val="00E07C18"/>
    <w:rsid w:val="00E07FD1"/>
    <w:rsid w:val="00E1003B"/>
    <w:rsid w:val="00E10903"/>
    <w:rsid w:val="00E1232B"/>
    <w:rsid w:val="00E131AD"/>
    <w:rsid w:val="00E1322C"/>
    <w:rsid w:val="00E13D10"/>
    <w:rsid w:val="00E143A6"/>
    <w:rsid w:val="00E146B7"/>
    <w:rsid w:val="00E14A01"/>
    <w:rsid w:val="00E14AB0"/>
    <w:rsid w:val="00E17058"/>
    <w:rsid w:val="00E17893"/>
    <w:rsid w:val="00E2244F"/>
    <w:rsid w:val="00E22CD8"/>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3CCF"/>
    <w:rsid w:val="00E83DC9"/>
    <w:rsid w:val="00E83ED7"/>
    <w:rsid w:val="00E84A1C"/>
    <w:rsid w:val="00E94405"/>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953"/>
    <w:rsid w:val="00EE5D7B"/>
    <w:rsid w:val="00EE7889"/>
    <w:rsid w:val="00EE7B76"/>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F62"/>
    <w:rsid w:val="00F37550"/>
    <w:rsid w:val="00F40576"/>
    <w:rsid w:val="00F4117E"/>
    <w:rsid w:val="00F41A44"/>
    <w:rsid w:val="00F43E18"/>
    <w:rsid w:val="00F50142"/>
    <w:rsid w:val="00F50197"/>
    <w:rsid w:val="00F51A20"/>
    <w:rsid w:val="00F51A7F"/>
    <w:rsid w:val="00F559E0"/>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B89"/>
    <w:rsid w:val="00F83E3E"/>
    <w:rsid w:val="00F84E77"/>
    <w:rsid w:val="00F8575A"/>
    <w:rsid w:val="00F85A30"/>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3EDA"/>
    <w:rsid w:val="00FC4BAD"/>
    <w:rsid w:val="00FC4ED8"/>
    <w:rsid w:val="00FC5320"/>
    <w:rsid w:val="00FC5BEA"/>
    <w:rsid w:val="00FC6220"/>
    <w:rsid w:val="00FC6EB3"/>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2561"/>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120</Pages>
  <Words>30276</Words>
  <Characters>178862</Characters>
  <Application>Microsoft Office Word</Application>
  <DocSecurity>0</DocSecurity>
  <Lines>1490</Lines>
  <Paragraphs>417</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208721</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C Phillips</cp:lastModifiedBy>
  <cp:revision>3</cp:revision>
  <cp:lastPrinted>2006-04-19T19:09:00Z</cp:lastPrinted>
  <dcterms:created xsi:type="dcterms:W3CDTF">2024-01-24T21:33:00Z</dcterms:created>
  <dcterms:modified xsi:type="dcterms:W3CDTF">2024-01-24T21:34:00Z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