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1B5BD654" w:rsidR="00C51FB1" w:rsidRDefault="00910953" w:rsidP="00C51FB1">
      <w:pPr>
        <w:spacing w:before="360"/>
        <w:jc w:val="center"/>
        <w:rPr>
          <w:b/>
          <w:szCs w:val="24"/>
        </w:rPr>
      </w:pPr>
      <w:r>
        <w:rPr>
          <w:b/>
          <w:szCs w:val="24"/>
        </w:rPr>
        <w:t>October 6</w:t>
      </w:r>
      <w:r w:rsidR="002D72D0">
        <w:rPr>
          <w:b/>
          <w:szCs w:val="24"/>
        </w:rPr>
        <w:t>, 20</w:t>
      </w:r>
      <w:r w:rsidR="005C3E46">
        <w:rPr>
          <w:b/>
          <w:szCs w:val="24"/>
        </w:rPr>
        <w:t>2</w:t>
      </w:r>
      <w:r w:rsidR="00EF73FD">
        <w:rPr>
          <w:b/>
          <w:szCs w:val="24"/>
        </w:rPr>
        <w:t>3</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7B1605BD" w14:textId="36B9F334" w:rsidR="002F60B3"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35988868" w:history="1">
        <w:r w:rsidR="002F60B3" w:rsidRPr="005920F7">
          <w:rPr>
            <w:rStyle w:val="Hyperlink"/>
          </w:rPr>
          <w:t>3</w:t>
        </w:r>
        <w:r w:rsidR="002F60B3">
          <w:rPr>
            <w:rFonts w:asciiTheme="minorHAnsi" w:eastAsiaTheme="minorEastAsia" w:hAnsiTheme="minorHAnsi" w:cstheme="minorBidi"/>
            <w:b w:val="0"/>
            <w:bCs w:val="0"/>
            <w:sz w:val="22"/>
            <w:szCs w:val="22"/>
          </w:rPr>
          <w:tab/>
        </w:r>
        <w:r w:rsidR="002F60B3" w:rsidRPr="005920F7">
          <w:rPr>
            <w:rStyle w:val="Hyperlink"/>
          </w:rPr>
          <w:t>MANAGEMENT ACTIVITIES FOR THE ERCOT SYSTEM</w:t>
        </w:r>
        <w:r w:rsidR="002F60B3">
          <w:rPr>
            <w:webHidden/>
          </w:rPr>
          <w:tab/>
        </w:r>
        <w:r w:rsidR="002F60B3">
          <w:rPr>
            <w:webHidden/>
          </w:rPr>
          <w:fldChar w:fldCharType="begin"/>
        </w:r>
        <w:r w:rsidR="002F60B3">
          <w:rPr>
            <w:webHidden/>
          </w:rPr>
          <w:instrText xml:space="preserve"> PAGEREF _Toc135988868 \h </w:instrText>
        </w:r>
        <w:r w:rsidR="002F60B3">
          <w:rPr>
            <w:webHidden/>
          </w:rPr>
        </w:r>
        <w:r w:rsidR="002F60B3">
          <w:rPr>
            <w:webHidden/>
          </w:rPr>
          <w:fldChar w:fldCharType="separate"/>
        </w:r>
        <w:r w:rsidR="009F070C">
          <w:rPr>
            <w:webHidden/>
          </w:rPr>
          <w:t>3-1</w:t>
        </w:r>
        <w:r w:rsidR="002F60B3">
          <w:rPr>
            <w:webHidden/>
          </w:rPr>
          <w:fldChar w:fldCharType="end"/>
        </w:r>
      </w:hyperlink>
    </w:p>
    <w:p w14:paraId="16E71AA6" w14:textId="795A26FD" w:rsidR="002F60B3" w:rsidRPr="002F60B3" w:rsidRDefault="009F070C">
      <w:pPr>
        <w:pStyle w:val="TOC2"/>
        <w:rPr>
          <w:rFonts w:eastAsiaTheme="minorEastAsia"/>
          <w:noProof/>
        </w:rPr>
      </w:pPr>
      <w:hyperlink w:anchor="_Toc135988869" w:history="1">
        <w:r w:rsidR="002F60B3" w:rsidRPr="002F60B3">
          <w:rPr>
            <w:rStyle w:val="Hyperlink"/>
            <w:noProof/>
            <w:u w:val="none"/>
          </w:rPr>
          <w:t>3.1</w:t>
        </w:r>
        <w:r w:rsidR="002F60B3" w:rsidRPr="002F60B3">
          <w:rPr>
            <w:rFonts w:eastAsiaTheme="minorEastAsia"/>
            <w:noProof/>
          </w:rPr>
          <w:tab/>
        </w:r>
        <w:r w:rsidR="002F60B3" w:rsidRPr="002F60B3">
          <w:rPr>
            <w:rStyle w:val="Hyperlink"/>
            <w:noProof/>
            <w:u w:val="none"/>
          </w:rPr>
          <w:t>Outage Coordination</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_Toc135988869 \h </w:instrText>
        </w:r>
        <w:r w:rsidR="002F60B3" w:rsidRPr="002F60B3">
          <w:rPr>
            <w:noProof/>
            <w:webHidden/>
          </w:rPr>
        </w:r>
        <w:r w:rsidR="002F60B3" w:rsidRPr="002F60B3">
          <w:rPr>
            <w:noProof/>
            <w:webHidden/>
          </w:rPr>
          <w:fldChar w:fldCharType="separate"/>
        </w:r>
        <w:r>
          <w:rPr>
            <w:noProof/>
            <w:webHidden/>
          </w:rPr>
          <w:t>3-1</w:t>
        </w:r>
        <w:r w:rsidR="002F60B3" w:rsidRPr="002F60B3">
          <w:rPr>
            <w:noProof/>
            <w:webHidden/>
          </w:rPr>
          <w:fldChar w:fldCharType="end"/>
        </w:r>
      </w:hyperlink>
    </w:p>
    <w:p w14:paraId="3AF616DD" w14:textId="40B00B41" w:rsidR="002F60B3" w:rsidRPr="002F60B3" w:rsidRDefault="009F070C">
      <w:pPr>
        <w:pStyle w:val="TOC3"/>
        <w:rPr>
          <w:rFonts w:eastAsiaTheme="minorEastAsia"/>
        </w:rPr>
      </w:pPr>
      <w:hyperlink w:anchor="_Toc135988870" w:history="1">
        <w:r w:rsidR="002F60B3" w:rsidRPr="002F60B3">
          <w:rPr>
            <w:rStyle w:val="Hyperlink"/>
            <w:u w:val="none"/>
          </w:rPr>
          <w:t>3.1.1</w:t>
        </w:r>
        <w:r w:rsidR="002F60B3" w:rsidRPr="002F60B3">
          <w:rPr>
            <w:rFonts w:eastAsiaTheme="minorEastAsia"/>
          </w:rPr>
          <w:tab/>
        </w:r>
        <w:r w:rsidR="002F60B3" w:rsidRPr="002F60B3">
          <w:rPr>
            <w:rStyle w:val="Hyperlink"/>
            <w:u w:val="none"/>
          </w:rPr>
          <w:t>Role of ERCOT</w:t>
        </w:r>
        <w:r w:rsidR="002F60B3" w:rsidRPr="002F60B3">
          <w:rPr>
            <w:webHidden/>
          </w:rPr>
          <w:tab/>
        </w:r>
        <w:r w:rsidR="002F60B3" w:rsidRPr="002F60B3">
          <w:rPr>
            <w:webHidden/>
          </w:rPr>
          <w:fldChar w:fldCharType="begin"/>
        </w:r>
        <w:r w:rsidR="002F60B3" w:rsidRPr="002F60B3">
          <w:rPr>
            <w:webHidden/>
          </w:rPr>
          <w:instrText xml:space="preserve"> PAGEREF _Toc135988870 \h </w:instrText>
        </w:r>
        <w:r w:rsidR="002F60B3" w:rsidRPr="002F60B3">
          <w:rPr>
            <w:webHidden/>
          </w:rPr>
        </w:r>
        <w:r w:rsidR="002F60B3" w:rsidRPr="002F60B3">
          <w:rPr>
            <w:webHidden/>
          </w:rPr>
          <w:fldChar w:fldCharType="separate"/>
        </w:r>
        <w:r>
          <w:rPr>
            <w:webHidden/>
          </w:rPr>
          <w:t>3-1</w:t>
        </w:r>
        <w:r w:rsidR="002F60B3" w:rsidRPr="002F60B3">
          <w:rPr>
            <w:webHidden/>
          </w:rPr>
          <w:fldChar w:fldCharType="end"/>
        </w:r>
      </w:hyperlink>
    </w:p>
    <w:p w14:paraId="0DD7FDD8" w14:textId="09F1173E" w:rsidR="002F60B3" w:rsidRPr="002F60B3" w:rsidRDefault="009F070C">
      <w:pPr>
        <w:pStyle w:val="TOC3"/>
        <w:rPr>
          <w:rFonts w:eastAsiaTheme="minorEastAsia"/>
        </w:rPr>
      </w:pPr>
      <w:hyperlink w:anchor="_Toc135988871" w:history="1">
        <w:r w:rsidR="002F60B3" w:rsidRPr="002F60B3">
          <w:rPr>
            <w:rStyle w:val="Hyperlink"/>
            <w:u w:val="none"/>
          </w:rPr>
          <w:t>3.1.2</w:t>
        </w:r>
        <w:r w:rsidR="002F60B3" w:rsidRPr="002F60B3">
          <w:rPr>
            <w:rFonts w:eastAsiaTheme="minorEastAsia"/>
          </w:rPr>
          <w:tab/>
        </w:r>
        <w:r w:rsidR="002F60B3" w:rsidRPr="002F60B3">
          <w:rPr>
            <w:rStyle w:val="Hyperlink"/>
            <w:u w:val="none"/>
          </w:rPr>
          <w:t>Planned Outage, Maintenance Outage, or Rescheduled Outage Data Reporting</w:t>
        </w:r>
        <w:r w:rsidR="002F60B3" w:rsidRPr="002F60B3">
          <w:rPr>
            <w:webHidden/>
          </w:rPr>
          <w:tab/>
        </w:r>
        <w:r w:rsidR="002F60B3" w:rsidRPr="002F60B3">
          <w:rPr>
            <w:webHidden/>
          </w:rPr>
          <w:fldChar w:fldCharType="begin"/>
        </w:r>
        <w:r w:rsidR="002F60B3" w:rsidRPr="002F60B3">
          <w:rPr>
            <w:webHidden/>
          </w:rPr>
          <w:instrText xml:space="preserve"> PAGEREF _Toc135988871 \h </w:instrText>
        </w:r>
        <w:r w:rsidR="002F60B3" w:rsidRPr="002F60B3">
          <w:rPr>
            <w:webHidden/>
          </w:rPr>
        </w:r>
        <w:r w:rsidR="002F60B3" w:rsidRPr="002F60B3">
          <w:rPr>
            <w:webHidden/>
          </w:rPr>
          <w:fldChar w:fldCharType="separate"/>
        </w:r>
        <w:r>
          <w:rPr>
            <w:webHidden/>
          </w:rPr>
          <w:t>3-3</w:t>
        </w:r>
        <w:r w:rsidR="002F60B3" w:rsidRPr="002F60B3">
          <w:rPr>
            <w:webHidden/>
          </w:rPr>
          <w:fldChar w:fldCharType="end"/>
        </w:r>
      </w:hyperlink>
    </w:p>
    <w:p w14:paraId="32320DFA" w14:textId="79CA8D0A" w:rsidR="002F60B3" w:rsidRPr="002F60B3" w:rsidRDefault="009F070C">
      <w:pPr>
        <w:pStyle w:val="TOC3"/>
        <w:rPr>
          <w:rFonts w:eastAsiaTheme="minorEastAsia"/>
        </w:rPr>
      </w:pPr>
      <w:hyperlink w:anchor="_Toc135988872" w:history="1">
        <w:r w:rsidR="002F60B3" w:rsidRPr="002F60B3">
          <w:rPr>
            <w:rStyle w:val="Hyperlink"/>
            <w:u w:val="none"/>
          </w:rPr>
          <w:t>3.1.3</w:t>
        </w:r>
        <w:r w:rsidR="002F60B3" w:rsidRPr="002F60B3">
          <w:rPr>
            <w:rFonts w:eastAsiaTheme="minorEastAsia"/>
          </w:rPr>
          <w:tab/>
        </w:r>
        <w:r w:rsidR="002F60B3" w:rsidRPr="002F60B3">
          <w:rPr>
            <w:rStyle w:val="Hyperlink"/>
            <w:u w:val="none"/>
          </w:rPr>
          <w:t>Rolling 12-Month Outage Planning and Update</w:t>
        </w:r>
        <w:r w:rsidR="002F60B3" w:rsidRPr="002F60B3">
          <w:rPr>
            <w:webHidden/>
          </w:rPr>
          <w:tab/>
        </w:r>
        <w:r w:rsidR="002F60B3" w:rsidRPr="002F60B3">
          <w:rPr>
            <w:webHidden/>
          </w:rPr>
          <w:fldChar w:fldCharType="begin"/>
        </w:r>
        <w:r w:rsidR="002F60B3" w:rsidRPr="002F60B3">
          <w:rPr>
            <w:webHidden/>
          </w:rPr>
          <w:instrText xml:space="preserve"> PAGEREF _Toc135988872 \h </w:instrText>
        </w:r>
        <w:r w:rsidR="002F60B3" w:rsidRPr="002F60B3">
          <w:rPr>
            <w:webHidden/>
          </w:rPr>
        </w:r>
        <w:r w:rsidR="002F60B3" w:rsidRPr="002F60B3">
          <w:rPr>
            <w:webHidden/>
          </w:rPr>
          <w:fldChar w:fldCharType="separate"/>
        </w:r>
        <w:r>
          <w:rPr>
            <w:webHidden/>
          </w:rPr>
          <w:t>3-4</w:t>
        </w:r>
        <w:r w:rsidR="002F60B3" w:rsidRPr="002F60B3">
          <w:rPr>
            <w:webHidden/>
          </w:rPr>
          <w:fldChar w:fldCharType="end"/>
        </w:r>
      </w:hyperlink>
    </w:p>
    <w:p w14:paraId="454F06BD" w14:textId="2F53AF1F" w:rsidR="002F60B3" w:rsidRPr="002F60B3" w:rsidRDefault="009F070C" w:rsidP="00910953">
      <w:pPr>
        <w:pStyle w:val="TOC4"/>
        <w:rPr>
          <w:rFonts w:eastAsiaTheme="minorEastAsia"/>
          <w:snapToGrid/>
        </w:rPr>
      </w:pPr>
      <w:hyperlink w:anchor="_Toc135988873" w:history="1">
        <w:r w:rsidR="002F60B3" w:rsidRPr="002F60B3">
          <w:rPr>
            <w:rStyle w:val="Hyperlink"/>
            <w:bCs w:val="0"/>
            <w:sz w:val="20"/>
            <w:szCs w:val="20"/>
            <w:u w:val="none"/>
          </w:rPr>
          <w:t>3.1.3.1</w:t>
        </w:r>
        <w:r w:rsidR="002F60B3" w:rsidRPr="002F60B3">
          <w:rPr>
            <w:rFonts w:eastAsiaTheme="minorEastAsia"/>
            <w:snapToGrid/>
          </w:rPr>
          <w:tab/>
        </w:r>
        <w:r w:rsidR="002F60B3" w:rsidRPr="002F60B3">
          <w:rPr>
            <w:rStyle w:val="Hyperlink"/>
            <w:bCs w:val="0"/>
            <w:sz w:val="20"/>
            <w:szCs w:val="20"/>
            <w:u w:val="none"/>
          </w:rPr>
          <w:t>Transmission Facilities</w:t>
        </w:r>
        <w:r w:rsidR="002F60B3" w:rsidRPr="002F60B3">
          <w:rPr>
            <w:webHidden/>
          </w:rPr>
          <w:tab/>
        </w:r>
        <w:r w:rsidR="002F60B3" w:rsidRPr="002F60B3">
          <w:rPr>
            <w:webHidden/>
          </w:rPr>
          <w:fldChar w:fldCharType="begin"/>
        </w:r>
        <w:r w:rsidR="002F60B3" w:rsidRPr="002F60B3">
          <w:rPr>
            <w:webHidden/>
          </w:rPr>
          <w:instrText xml:space="preserve"> PAGEREF _Toc135988873 \h </w:instrText>
        </w:r>
        <w:r w:rsidR="002F60B3" w:rsidRPr="002F60B3">
          <w:rPr>
            <w:webHidden/>
          </w:rPr>
        </w:r>
        <w:r w:rsidR="002F60B3" w:rsidRPr="002F60B3">
          <w:rPr>
            <w:webHidden/>
          </w:rPr>
          <w:fldChar w:fldCharType="separate"/>
        </w:r>
        <w:r>
          <w:rPr>
            <w:webHidden/>
          </w:rPr>
          <w:t>3-4</w:t>
        </w:r>
        <w:r w:rsidR="002F60B3" w:rsidRPr="002F60B3">
          <w:rPr>
            <w:webHidden/>
          </w:rPr>
          <w:fldChar w:fldCharType="end"/>
        </w:r>
      </w:hyperlink>
    </w:p>
    <w:p w14:paraId="03C24F1D" w14:textId="7003A20D" w:rsidR="002F60B3" w:rsidRPr="002F60B3" w:rsidRDefault="009F070C" w:rsidP="00910953">
      <w:pPr>
        <w:pStyle w:val="TOC4"/>
        <w:rPr>
          <w:rFonts w:eastAsiaTheme="minorEastAsia"/>
          <w:snapToGrid/>
        </w:rPr>
      </w:pPr>
      <w:hyperlink w:anchor="_Toc135988874" w:history="1">
        <w:r w:rsidR="002F60B3" w:rsidRPr="002F60B3">
          <w:rPr>
            <w:rStyle w:val="Hyperlink"/>
            <w:bCs w:val="0"/>
            <w:sz w:val="20"/>
            <w:szCs w:val="20"/>
            <w:u w:val="none"/>
          </w:rPr>
          <w:t>3.1.3.2</w:t>
        </w:r>
        <w:r w:rsidR="002F60B3" w:rsidRPr="002F60B3">
          <w:rPr>
            <w:rFonts w:eastAsiaTheme="minorEastAsia"/>
            <w:snapToGrid/>
          </w:rPr>
          <w:tab/>
        </w:r>
        <w:r w:rsidR="002F60B3" w:rsidRPr="002F60B3">
          <w:rPr>
            <w:rStyle w:val="Hyperlink"/>
            <w:bCs w:val="0"/>
            <w:sz w:val="20"/>
            <w:szCs w:val="20"/>
            <w:u w:val="none"/>
          </w:rPr>
          <w:t>Resources</w:t>
        </w:r>
        <w:r w:rsidR="002F60B3" w:rsidRPr="002F60B3">
          <w:rPr>
            <w:webHidden/>
          </w:rPr>
          <w:tab/>
        </w:r>
        <w:r w:rsidR="002F60B3" w:rsidRPr="002F60B3">
          <w:rPr>
            <w:webHidden/>
          </w:rPr>
          <w:fldChar w:fldCharType="begin"/>
        </w:r>
        <w:r w:rsidR="002F60B3" w:rsidRPr="002F60B3">
          <w:rPr>
            <w:webHidden/>
          </w:rPr>
          <w:instrText xml:space="preserve"> PAGEREF _Toc135988874 \h </w:instrText>
        </w:r>
        <w:r w:rsidR="002F60B3" w:rsidRPr="002F60B3">
          <w:rPr>
            <w:webHidden/>
          </w:rPr>
        </w:r>
        <w:r w:rsidR="002F60B3" w:rsidRPr="002F60B3">
          <w:rPr>
            <w:webHidden/>
          </w:rPr>
          <w:fldChar w:fldCharType="separate"/>
        </w:r>
        <w:r>
          <w:rPr>
            <w:webHidden/>
          </w:rPr>
          <w:t>3-4</w:t>
        </w:r>
        <w:r w:rsidR="002F60B3" w:rsidRPr="002F60B3">
          <w:rPr>
            <w:webHidden/>
          </w:rPr>
          <w:fldChar w:fldCharType="end"/>
        </w:r>
      </w:hyperlink>
    </w:p>
    <w:p w14:paraId="5061C5D4" w14:textId="76EE96F7" w:rsidR="002F60B3" w:rsidRPr="002F60B3" w:rsidRDefault="009F070C">
      <w:pPr>
        <w:pStyle w:val="TOC3"/>
        <w:rPr>
          <w:rFonts w:eastAsiaTheme="minorEastAsia"/>
        </w:rPr>
      </w:pPr>
      <w:hyperlink w:anchor="_Toc135988875" w:history="1">
        <w:r w:rsidR="002F60B3" w:rsidRPr="002F60B3">
          <w:rPr>
            <w:rStyle w:val="Hyperlink"/>
            <w:u w:val="none"/>
          </w:rPr>
          <w:t>3.1.4</w:t>
        </w:r>
        <w:r w:rsidR="002F60B3" w:rsidRPr="002F60B3">
          <w:rPr>
            <w:rFonts w:eastAsiaTheme="minorEastAsia"/>
          </w:rPr>
          <w:tab/>
        </w:r>
        <w:r w:rsidR="002F60B3" w:rsidRPr="002F60B3">
          <w:rPr>
            <w:rStyle w:val="Hyperlink"/>
            <w:u w:val="none"/>
          </w:rPr>
          <w:t>Communications Regarding Resource and Transmission Facilities Outages</w:t>
        </w:r>
        <w:r w:rsidR="002F60B3" w:rsidRPr="002F60B3">
          <w:rPr>
            <w:webHidden/>
          </w:rPr>
          <w:tab/>
        </w:r>
        <w:r w:rsidR="002F60B3" w:rsidRPr="002F60B3">
          <w:rPr>
            <w:webHidden/>
          </w:rPr>
          <w:fldChar w:fldCharType="begin"/>
        </w:r>
        <w:r w:rsidR="002F60B3" w:rsidRPr="002F60B3">
          <w:rPr>
            <w:webHidden/>
          </w:rPr>
          <w:instrText xml:space="preserve"> PAGEREF _Toc135988875 \h </w:instrText>
        </w:r>
        <w:r w:rsidR="002F60B3" w:rsidRPr="002F60B3">
          <w:rPr>
            <w:webHidden/>
          </w:rPr>
        </w:r>
        <w:r w:rsidR="002F60B3" w:rsidRPr="002F60B3">
          <w:rPr>
            <w:webHidden/>
          </w:rPr>
          <w:fldChar w:fldCharType="separate"/>
        </w:r>
        <w:r>
          <w:rPr>
            <w:webHidden/>
          </w:rPr>
          <w:t>3-5</w:t>
        </w:r>
        <w:r w:rsidR="002F60B3" w:rsidRPr="002F60B3">
          <w:rPr>
            <w:webHidden/>
          </w:rPr>
          <w:fldChar w:fldCharType="end"/>
        </w:r>
      </w:hyperlink>
    </w:p>
    <w:p w14:paraId="51EF3BFE" w14:textId="2A0724EB" w:rsidR="002F60B3" w:rsidRPr="002F60B3" w:rsidRDefault="009F070C" w:rsidP="00910953">
      <w:pPr>
        <w:pStyle w:val="TOC4"/>
        <w:rPr>
          <w:rFonts w:eastAsiaTheme="minorEastAsia"/>
          <w:snapToGrid/>
        </w:rPr>
      </w:pPr>
      <w:hyperlink w:anchor="_Toc135988876" w:history="1">
        <w:r w:rsidR="002F60B3" w:rsidRPr="002F60B3">
          <w:rPr>
            <w:rStyle w:val="Hyperlink"/>
            <w:bCs w:val="0"/>
            <w:sz w:val="20"/>
            <w:szCs w:val="20"/>
            <w:u w:val="none"/>
          </w:rPr>
          <w:t>3.1.4.1</w:t>
        </w:r>
        <w:r w:rsidR="002F60B3" w:rsidRPr="002F60B3">
          <w:rPr>
            <w:rFonts w:eastAsiaTheme="minorEastAsia"/>
            <w:snapToGrid/>
          </w:rPr>
          <w:tab/>
        </w:r>
        <w:r w:rsidR="002F60B3" w:rsidRPr="002F60B3">
          <w:rPr>
            <w:rStyle w:val="Hyperlink"/>
            <w:bCs w:val="0"/>
            <w:sz w:val="20"/>
            <w:szCs w:val="20"/>
            <w:u w:val="none"/>
          </w:rPr>
          <w:t>Single Point of Contact</w:t>
        </w:r>
        <w:r w:rsidR="002F60B3" w:rsidRPr="002F60B3">
          <w:rPr>
            <w:webHidden/>
          </w:rPr>
          <w:tab/>
        </w:r>
        <w:r w:rsidR="002F60B3" w:rsidRPr="002F60B3">
          <w:rPr>
            <w:webHidden/>
          </w:rPr>
          <w:fldChar w:fldCharType="begin"/>
        </w:r>
        <w:r w:rsidR="002F60B3" w:rsidRPr="002F60B3">
          <w:rPr>
            <w:webHidden/>
          </w:rPr>
          <w:instrText xml:space="preserve"> PAGEREF _Toc135988876 \h </w:instrText>
        </w:r>
        <w:r w:rsidR="002F60B3" w:rsidRPr="002F60B3">
          <w:rPr>
            <w:webHidden/>
          </w:rPr>
        </w:r>
        <w:r w:rsidR="002F60B3" w:rsidRPr="002F60B3">
          <w:rPr>
            <w:webHidden/>
          </w:rPr>
          <w:fldChar w:fldCharType="separate"/>
        </w:r>
        <w:r>
          <w:rPr>
            <w:webHidden/>
          </w:rPr>
          <w:t>3-5</w:t>
        </w:r>
        <w:r w:rsidR="002F60B3" w:rsidRPr="002F60B3">
          <w:rPr>
            <w:webHidden/>
          </w:rPr>
          <w:fldChar w:fldCharType="end"/>
        </w:r>
      </w:hyperlink>
    </w:p>
    <w:p w14:paraId="61DD6147" w14:textId="2A310B30" w:rsidR="002F60B3" w:rsidRPr="002F60B3" w:rsidRDefault="009F070C" w:rsidP="00910953">
      <w:pPr>
        <w:pStyle w:val="TOC4"/>
        <w:rPr>
          <w:rFonts w:eastAsiaTheme="minorEastAsia"/>
          <w:snapToGrid/>
        </w:rPr>
      </w:pPr>
      <w:hyperlink w:anchor="_Toc135988877" w:history="1">
        <w:r w:rsidR="002F60B3" w:rsidRPr="002F60B3">
          <w:rPr>
            <w:rStyle w:val="Hyperlink"/>
            <w:bCs w:val="0"/>
            <w:sz w:val="20"/>
            <w:szCs w:val="20"/>
            <w:u w:val="none"/>
          </w:rPr>
          <w:t>3.1.4.2</w:t>
        </w:r>
        <w:r w:rsidR="002F60B3" w:rsidRPr="002F60B3">
          <w:rPr>
            <w:rFonts w:eastAsiaTheme="minorEastAsia"/>
            <w:snapToGrid/>
          </w:rPr>
          <w:tab/>
        </w:r>
        <w:r w:rsidR="002F60B3" w:rsidRPr="002F60B3">
          <w:rPr>
            <w:rStyle w:val="Hyperlink"/>
            <w:bCs w:val="0"/>
            <w:sz w:val="20"/>
            <w:szCs w:val="20"/>
            <w:u w:val="none"/>
          </w:rPr>
          <w:t>Method of Communication</w:t>
        </w:r>
        <w:r w:rsidR="002F60B3" w:rsidRPr="002F60B3">
          <w:rPr>
            <w:webHidden/>
          </w:rPr>
          <w:tab/>
        </w:r>
        <w:r w:rsidR="002F60B3" w:rsidRPr="002F60B3">
          <w:rPr>
            <w:webHidden/>
          </w:rPr>
          <w:fldChar w:fldCharType="begin"/>
        </w:r>
        <w:r w:rsidR="002F60B3" w:rsidRPr="002F60B3">
          <w:rPr>
            <w:webHidden/>
          </w:rPr>
          <w:instrText xml:space="preserve"> PAGEREF _Toc135988877 \h </w:instrText>
        </w:r>
        <w:r w:rsidR="002F60B3" w:rsidRPr="002F60B3">
          <w:rPr>
            <w:webHidden/>
          </w:rPr>
        </w:r>
        <w:r w:rsidR="002F60B3" w:rsidRPr="002F60B3">
          <w:rPr>
            <w:webHidden/>
          </w:rPr>
          <w:fldChar w:fldCharType="separate"/>
        </w:r>
        <w:r>
          <w:rPr>
            <w:webHidden/>
          </w:rPr>
          <w:t>3-6</w:t>
        </w:r>
        <w:r w:rsidR="002F60B3" w:rsidRPr="002F60B3">
          <w:rPr>
            <w:webHidden/>
          </w:rPr>
          <w:fldChar w:fldCharType="end"/>
        </w:r>
      </w:hyperlink>
    </w:p>
    <w:p w14:paraId="04E9D11D" w14:textId="7855B4BC" w:rsidR="002F60B3" w:rsidRPr="002F60B3" w:rsidRDefault="009F070C" w:rsidP="00910953">
      <w:pPr>
        <w:pStyle w:val="TOC4"/>
        <w:rPr>
          <w:rFonts w:eastAsiaTheme="minorEastAsia"/>
          <w:snapToGrid/>
        </w:rPr>
      </w:pPr>
      <w:hyperlink w:anchor="_Toc135988878" w:history="1">
        <w:r w:rsidR="002F60B3" w:rsidRPr="002F60B3">
          <w:rPr>
            <w:rStyle w:val="Hyperlink"/>
            <w:bCs w:val="0"/>
            <w:sz w:val="20"/>
            <w:szCs w:val="20"/>
            <w:u w:val="none"/>
          </w:rPr>
          <w:t>3.1.4.3</w:t>
        </w:r>
        <w:r w:rsidR="002F60B3" w:rsidRPr="002F60B3">
          <w:rPr>
            <w:rFonts w:eastAsiaTheme="minorEastAsia"/>
            <w:snapToGrid/>
          </w:rPr>
          <w:tab/>
        </w:r>
        <w:r w:rsidR="002F60B3" w:rsidRPr="002F60B3">
          <w:rPr>
            <w:rStyle w:val="Hyperlink"/>
            <w:bCs w:val="0"/>
            <w:sz w:val="20"/>
            <w:szCs w:val="20"/>
            <w:u w:val="none"/>
          </w:rPr>
          <w:t>Reporting for Planned Outages, Maintenance Outages, and Rescheduled Outages of Resource and Transmission Facilities</w:t>
        </w:r>
        <w:r w:rsidR="002F60B3" w:rsidRPr="002F60B3">
          <w:rPr>
            <w:webHidden/>
          </w:rPr>
          <w:tab/>
        </w:r>
        <w:r w:rsidR="002F60B3" w:rsidRPr="002F60B3">
          <w:rPr>
            <w:webHidden/>
          </w:rPr>
          <w:fldChar w:fldCharType="begin"/>
        </w:r>
        <w:r w:rsidR="002F60B3" w:rsidRPr="002F60B3">
          <w:rPr>
            <w:webHidden/>
          </w:rPr>
          <w:instrText xml:space="preserve"> PAGEREF _Toc135988878 \h </w:instrText>
        </w:r>
        <w:r w:rsidR="002F60B3" w:rsidRPr="002F60B3">
          <w:rPr>
            <w:webHidden/>
          </w:rPr>
        </w:r>
        <w:r w:rsidR="002F60B3" w:rsidRPr="002F60B3">
          <w:rPr>
            <w:webHidden/>
          </w:rPr>
          <w:fldChar w:fldCharType="separate"/>
        </w:r>
        <w:r>
          <w:rPr>
            <w:webHidden/>
          </w:rPr>
          <w:t>3-7</w:t>
        </w:r>
        <w:r w:rsidR="002F60B3" w:rsidRPr="002F60B3">
          <w:rPr>
            <w:webHidden/>
          </w:rPr>
          <w:fldChar w:fldCharType="end"/>
        </w:r>
      </w:hyperlink>
    </w:p>
    <w:p w14:paraId="190803BA" w14:textId="2A2BED25" w:rsidR="002F60B3" w:rsidRPr="002F60B3" w:rsidRDefault="009F070C" w:rsidP="00910953">
      <w:pPr>
        <w:pStyle w:val="TOC4"/>
        <w:rPr>
          <w:rFonts w:eastAsiaTheme="minorEastAsia"/>
          <w:snapToGrid/>
        </w:rPr>
      </w:pPr>
      <w:hyperlink w:anchor="_Toc135988879" w:history="1">
        <w:r w:rsidR="002F60B3" w:rsidRPr="002F60B3">
          <w:rPr>
            <w:rStyle w:val="Hyperlink"/>
            <w:bCs w:val="0"/>
            <w:sz w:val="20"/>
            <w:szCs w:val="20"/>
            <w:u w:val="none"/>
          </w:rPr>
          <w:t>3.1.4.4</w:t>
        </w:r>
        <w:r w:rsidR="002F60B3" w:rsidRPr="002F60B3">
          <w:rPr>
            <w:rFonts w:eastAsiaTheme="minorEastAsia"/>
            <w:snapToGrid/>
          </w:rPr>
          <w:tab/>
        </w:r>
        <w:r w:rsidR="002F60B3" w:rsidRPr="002F60B3">
          <w:rPr>
            <w:rStyle w:val="Hyperlink"/>
            <w:bCs w:val="0"/>
            <w:sz w:val="20"/>
            <w:szCs w:val="20"/>
            <w:u w:val="none"/>
          </w:rPr>
          <w:t>Management of Forced Outages or Maintenance Outages</w:t>
        </w:r>
        <w:r w:rsidR="002F60B3" w:rsidRPr="002F60B3">
          <w:rPr>
            <w:webHidden/>
          </w:rPr>
          <w:tab/>
        </w:r>
        <w:r w:rsidR="002F60B3" w:rsidRPr="002F60B3">
          <w:rPr>
            <w:webHidden/>
          </w:rPr>
          <w:fldChar w:fldCharType="begin"/>
        </w:r>
        <w:r w:rsidR="002F60B3" w:rsidRPr="002F60B3">
          <w:rPr>
            <w:webHidden/>
          </w:rPr>
          <w:instrText xml:space="preserve"> PAGEREF _Toc135988879 \h </w:instrText>
        </w:r>
        <w:r w:rsidR="002F60B3" w:rsidRPr="002F60B3">
          <w:rPr>
            <w:webHidden/>
          </w:rPr>
        </w:r>
        <w:r w:rsidR="002F60B3" w:rsidRPr="002F60B3">
          <w:rPr>
            <w:webHidden/>
          </w:rPr>
          <w:fldChar w:fldCharType="separate"/>
        </w:r>
        <w:r>
          <w:rPr>
            <w:webHidden/>
          </w:rPr>
          <w:t>3-8</w:t>
        </w:r>
        <w:r w:rsidR="002F60B3" w:rsidRPr="002F60B3">
          <w:rPr>
            <w:webHidden/>
          </w:rPr>
          <w:fldChar w:fldCharType="end"/>
        </w:r>
      </w:hyperlink>
    </w:p>
    <w:p w14:paraId="6383C744" w14:textId="4EBDD31E" w:rsidR="002F60B3" w:rsidRPr="002F60B3" w:rsidRDefault="009F070C" w:rsidP="00910953">
      <w:pPr>
        <w:pStyle w:val="TOC4"/>
        <w:rPr>
          <w:rFonts w:eastAsiaTheme="minorEastAsia"/>
          <w:snapToGrid/>
        </w:rPr>
      </w:pPr>
      <w:hyperlink w:anchor="_Toc135988880" w:history="1">
        <w:r w:rsidR="002F60B3" w:rsidRPr="002F60B3">
          <w:rPr>
            <w:rStyle w:val="Hyperlink"/>
            <w:bCs w:val="0"/>
            <w:sz w:val="20"/>
            <w:szCs w:val="20"/>
            <w:u w:val="none"/>
          </w:rPr>
          <w:t>3.1.4.5</w:t>
        </w:r>
        <w:r w:rsidR="002F60B3" w:rsidRPr="002F60B3">
          <w:rPr>
            <w:rFonts w:eastAsiaTheme="minorEastAsia"/>
            <w:snapToGrid/>
          </w:rPr>
          <w:tab/>
        </w:r>
        <w:r w:rsidR="002F60B3" w:rsidRPr="002F60B3">
          <w:rPr>
            <w:rStyle w:val="Hyperlink"/>
            <w:bCs w:val="0"/>
            <w:sz w:val="20"/>
            <w:szCs w:val="20"/>
            <w:u w:val="none"/>
          </w:rPr>
          <w:t>Notice of Forced Outage or Unavoidable Extension of Planned, Maintenance, or Rescheduled Outage Due to Unforeseen Events</w:t>
        </w:r>
        <w:r w:rsidR="002F60B3" w:rsidRPr="002F60B3">
          <w:rPr>
            <w:webHidden/>
          </w:rPr>
          <w:tab/>
        </w:r>
        <w:r w:rsidR="002F60B3" w:rsidRPr="002F60B3">
          <w:rPr>
            <w:webHidden/>
          </w:rPr>
          <w:fldChar w:fldCharType="begin"/>
        </w:r>
        <w:r w:rsidR="002F60B3" w:rsidRPr="002F60B3">
          <w:rPr>
            <w:webHidden/>
          </w:rPr>
          <w:instrText xml:space="preserve"> PAGEREF _Toc135988880 \h </w:instrText>
        </w:r>
        <w:r w:rsidR="002F60B3" w:rsidRPr="002F60B3">
          <w:rPr>
            <w:webHidden/>
          </w:rPr>
        </w:r>
        <w:r w:rsidR="002F60B3" w:rsidRPr="002F60B3">
          <w:rPr>
            <w:webHidden/>
          </w:rPr>
          <w:fldChar w:fldCharType="separate"/>
        </w:r>
        <w:r>
          <w:rPr>
            <w:webHidden/>
          </w:rPr>
          <w:t>3-10</w:t>
        </w:r>
        <w:r w:rsidR="002F60B3" w:rsidRPr="002F60B3">
          <w:rPr>
            <w:webHidden/>
          </w:rPr>
          <w:fldChar w:fldCharType="end"/>
        </w:r>
      </w:hyperlink>
    </w:p>
    <w:p w14:paraId="51806D98" w14:textId="40238787" w:rsidR="002F60B3" w:rsidRPr="002F60B3" w:rsidRDefault="009F070C" w:rsidP="00910953">
      <w:pPr>
        <w:pStyle w:val="TOC4"/>
        <w:rPr>
          <w:rFonts w:eastAsiaTheme="minorEastAsia"/>
          <w:snapToGrid/>
        </w:rPr>
      </w:pPr>
      <w:hyperlink w:anchor="_Toc135988881" w:history="1">
        <w:r w:rsidR="002F60B3" w:rsidRPr="002F60B3">
          <w:rPr>
            <w:rStyle w:val="Hyperlink"/>
            <w:bCs w:val="0"/>
            <w:sz w:val="20"/>
            <w:szCs w:val="20"/>
            <w:u w:val="none"/>
          </w:rPr>
          <w:t>3.1.4.6</w:t>
        </w:r>
        <w:r w:rsidR="002F60B3" w:rsidRPr="002F60B3">
          <w:rPr>
            <w:rFonts w:eastAsiaTheme="minorEastAsia"/>
            <w:snapToGrid/>
          </w:rPr>
          <w:tab/>
        </w:r>
        <w:r w:rsidR="002F60B3" w:rsidRPr="002F60B3">
          <w:rPr>
            <w:rStyle w:val="Hyperlink"/>
            <w:bCs w:val="0"/>
            <w:sz w:val="20"/>
            <w:szCs w:val="20"/>
            <w:u w:val="none"/>
          </w:rPr>
          <w:t>Outage Coordination of Potential Transmission Emergency Conditions</w:t>
        </w:r>
        <w:r w:rsidR="002F60B3" w:rsidRPr="002F60B3">
          <w:rPr>
            <w:webHidden/>
          </w:rPr>
          <w:tab/>
        </w:r>
        <w:r w:rsidR="002F60B3" w:rsidRPr="002F60B3">
          <w:rPr>
            <w:webHidden/>
          </w:rPr>
          <w:fldChar w:fldCharType="begin"/>
        </w:r>
        <w:r w:rsidR="002F60B3" w:rsidRPr="002F60B3">
          <w:rPr>
            <w:webHidden/>
          </w:rPr>
          <w:instrText xml:space="preserve"> PAGEREF _Toc135988881 \h </w:instrText>
        </w:r>
        <w:r w:rsidR="002F60B3" w:rsidRPr="002F60B3">
          <w:rPr>
            <w:webHidden/>
          </w:rPr>
        </w:r>
        <w:r w:rsidR="002F60B3" w:rsidRPr="002F60B3">
          <w:rPr>
            <w:webHidden/>
          </w:rPr>
          <w:fldChar w:fldCharType="separate"/>
        </w:r>
        <w:r>
          <w:rPr>
            <w:webHidden/>
          </w:rPr>
          <w:t>3-11</w:t>
        </w:r>
        <w:r w:rsidR="002F60B3" w:rsidRPr="002F60B3">
          <w:rPr>
            <w:webHidden/>
          </w:rPr>
          <w:fldChar w:fldCharType="end"/>
        </w:r>
      </w:hyperlink>
    </w:p>
    <w:p w14:paraId="46F93DA7" w14:textId="6693510F" w:rsidR="002F60B3" w:rsidRPr="002F60B3" w:rsidRDefault="009F070C" w:rsidP="00910953">
      <w:pPr>
        <w:pStyle w:val="TOC4"/>
        <w:rPr>
          <w:rFonts w:eastAsiaTheme="minorEastAsia"/>
          <w:snapToGrid/>
        </w:rPr>
      </w:pPr>
      <w:hyperlink w:anchor="_Toc135988882" w:history="1">
        <w:r w:rsidR="002F60B3" w:rsidRPr="002F60B3">
          <w:rPr>
            <w:rStyle w:val="Hyperlink"/>
            <w:bCs w:val="0"/>
            <w:sz w:val="20"/>
            <w:szCs w:val="20"/>
            <w:u w:val="none"/>
          </w:rPr>
          <w:t>3.1.4.7</w:t>
        </w:r>
        <w:r w:rsidR="002F60B3" w:rsidRPr="002F60B3">
          <w:rPr>
            <w:rFonts w:eastAsiaTheme="minorEastAsia"/>
            <w:snapToGrid/>
          </w:rPr>
          <w:tab/>
        </w:r>
        <w:r w:rsidR="002F60B3" w:rsidRPr="002F60B3">
          <w:rPr>
            <w:rStyle w:val="Hyperlink"/>
            <w:bCs w:val="0"/>
            <w:sz w:val="20"/>
            <w:szCs w:val="20"/>
            <w:u w:val="none"/>
          </w:rPr>
          <w:t>Reporting of Forced Derates</w:t>
        </w:r>
        <w:r w:rsidR="002F60B3" w:rsidRPr="002F60B3">
          <w:rPr>
            <w:webHidden/>
          </w:rPr>
          <w:tab/>
        </w:r>
        <w:r w:rsidR="002F60B3" w:rsidRPr="002F60B3">
          <w:rPr>
            <w:webHidden/>
          </w:rPr>
          <w:fldChar w:fldCharType="begin"/>
        </w:r>
        <w:r w:rsidR="002F60B3" w:rsidRPr="002F60B3">
          <w:rPr>
            <w:webHidden/>
          </w:rPr>
          <w:instrText xml:space="preserve"> PAGEREF _Toc135988882 \h </w:instrText>
        </w:r>
        <w:r w:rsidR="002F60B3" w:rsidRPr="002F60B3">
          <w:rPr>
            <w:webHidden/>
          </w:rPr>
        </w:r>
        <w:r w:rsidR="002F60B3" w:rsidRPr="002F60B3">
          <w:rPr>
            <w:webHidden/>
          </w:rPr>
          <w:fldChar w:fldCharType="separate"/>
        </w:r>
        <w:r>
          <w:rPr>
            <w:webHidden/>
          </w:rPr>
          <w:t>3-11</w:t>
        </w:r>
        <w:r w:rsidR="002F60B3" w:rsidRPr="002F60B3">
          <w:rPr>
            <w:webHidden/>
          </w:rPr>
          <w:fldChar w:fldCharType="end"/>
        </w:r>
      </w:hyperlink>
    </w:p>
    <w:p w14:paraId="62BF1CE9" w14:textId="238212DD" w:rsidR="002F60B3" w:rsidRPr="002F60B3" w:rsidRDefault="009F070C" w:rsidP="00910953">
      <w:pPr>
        <w:pStyle w:val="TOC4"/>
        <w:rPr>
          <w:rFonts w:eastAsiaTheme="minorEastAsia"/>
          <w:snapToGrid/>
        </w:rPr>
      </w:pPr>
      <w:hyperlink w:anchor="_Toc135988883" w:history="1">
        <w:r w:rsidR="002F60B3" w:rsidRPr="002F60B3">
          <w:rPr>
            <w:rStyle w:val="Hyperlink"/>
            <w:bCs w:val="0"/>
            <w:sz w:val="20"/>
            <w:szCs w:val="20"/>
            <w:u w:val="none"/>
          </w:rPr>
          <w:t>3.1.4.8</w:t>
        </w:r>
        <w:r w:rsidR="002F60B3" w:rsidRPr="002F60B3">
          <w:rPr>
            <w:rFonts w:eastAsiaTheme="minorEastAsia"/>
            <w:snapToGrid/>
          </w:rPr>
          <w:tab/>
        </w:r>
        <w:r w:rsidR="002F60B3" w:rsidRPr="002F60B3">
          <w:rPr>
            <w:rStyle w:val="Hyperlink"/>
            <w:bCs w:val="0"/>
            <w:sz w:val="20"/>
            <w:szCs w:val="20"/>
            <w:u w:val="none"/>
          </w:rPr>
          <w:t>Resource Forced Outage Report</w:t>
        </w:r>
        <w:r w:rsidR="002F60B3" w:rsidRPr="002F60B3">
          <w:rPr>
            <w:webHidden/>
          </w:rPr>
          <w:tab/>
        </w:r>
        <w:r w:rsidR="002F60B3" w:rsidRPr="002F60B3">
          <w:rPr>
            <w:webHidden/>
          </w:rPr>
          <w:fldChar w:fldCharType="begin"/>
        </w:r>
        <w:r w:rsidR="002F60B3" w:rsidRPr="002F60B3">
          <w:rPr>
            <w:webHidden/>
          </w:rPr>
          <w:instrText xml:space="preserve"> PAGEREF _Toc135988883 \h </w:instrText>
        </w:r>
        <w:r w:rsidR="002F60B3" w:rsidRPr="002F60B3">
          <w:rPr>
            <w:webHidden/>
          </w:rPr>
        </w:r>
        <w:r w:rsidR="002F60B3" w:rsidRPr="002F60B3">
          <w:rPr>
            <w:webHidden/>
          </w:rPr>
          <w:fldChar w:fldCharType="separate"/>
        </w:r>
        <w:r>
          <w:rPr>
            <w:webHidden/>
          </w:rPr>
          <w:t>3-12</w:t>
        </w:r>
        <w:r w:rsidR="002F60B3" w:rsidRPr="002F60B3">
          <w:rPr>
            <w:webHidden/>
          </w:rPr>
          <w:fldChar w:fldCharType="end"/>
        </w:r>
      </w:hyperlink>
    </w:p>
    <w:p w14:paraId="58C51067" w14:textId="309A43C6" w:rsidR="002F60B3" w:rsidRPr="002F60B3" w:rsidRDefault="009F070C">
      <w:pPr>
        <w:pStyle w:val="TOC3"/>
        <w:rPr>
          <w:rFonts w:eastAsiaTheme="minorEastAsia"/>
        </w:rPr>
      </w:pPr>
      <w:hyperlink w:anchor="_Toc135988884" w:history="1">
        <w:r w:rsidR="002F60B3" w:rsidRPr="002F60B3">
          <w:rPr>
            <w:rStyle w:val="Hyperlink"/>
            <w:u w:val="none"/>
          </w:rPr>
          <w:t>3.1.5</w:t>
        </w:r>
        <w:r w:rsidR="002F60B3" w:rsidRPr="002F60B3">
          <w:rPr>
            <w:rFonts w:eastAsiaTheme="minorEastAsia"/>
          </w:rPr>
          <w:tab/>
        </w:r>
        <w:r w:rsidR="002F60B3" w:rsidRPr="002F60B3">
          <w:rPr>
            <w:rStyle w:val="Hyperlink"/>
            <w:u w:val="none"/>
          </w:rPr>
          <w:t>Transmission System Outages</w:t>
        </w:r>
        <w:r w:rsidR="002F60B3" w:rsidRPr="002F60B3">
          <w:rPr>
            <w:webHidden/>
          </w:rPr>
          <w:tab/>
        </w:r>
        <w:r w:rsidR="002F60B3" w:rsidRPr="002F60B3">
          <w:rPr>
            <w:webHidden/>
          </w:rPr>
          <w:fldChar w:fldCharType="begin"/>
        </w:r>
        <w:r w:rsidR="002F60B3" w:rsidRPr="002F60B3">
          <w:rPr>
            <w:webHidden/>
          </w:rPr>
          <w:instrText xml:space="preserve"> PAGEREF _Toc135988884 \h </w:instrText>
        </w:r>
        <w:r w:rsidR="002F60B3" w:rsidRPr="002F60B3">
          <w:rPr>
            <w:webHidden/>
          </w:rPr>
        </w:r>
        <w:r w:rsidR="002F60B3" w:rsidRPr="002F60B3">
          <w:rPr>
            <w:webHidden/>
          </w:rPr>
          <w:fldChar w:fldCharType="separate"/>
        </w:r>
        <w:r>
          <w:rPr>
            <w:webHidden/>
          </w:rPr>
          <w:t>3-13</w:t>
        </w:r>
        <w:r w:rsidR="002F60B3" w:rsidRPr="002F60B3">
          <w:rPr>
            <w:webHidden/>
          </w:rPr>
          <w:fldChar w:fldCharType="end"/>
        </w:r>
      </w:hyperlink>
    </w:p>
    <w:p w14:paraId="1B131FA1" w14:textId="1BB24208" w:rsidR="002F60B3" w:rsidRPr="002F60B3" w:rsidRDefault="009F070C" w:rsidP="00910953">
      <w:pPr>
        <w:pStyle w:val="TOC4"/>
        <w:rPr>
          <w:rFonts w:eastAsiaTheme="minorEastAsia"/>
          <w:snapToGrid/>
        </w:rPr>
      </w:pPr>
      <w:hyperlink w:anchor="_Toc135988885" w:history="1">
        <w:r w:rsidR="002F60B3" w:rsidRPr="002F60B3">
          <w:rPr>
            <w:rStyle w:val="Hyperlink"/>
            <w:bCs w:val="0"/>
            <w:sz w:val="20"/>
            <w:szCs w:val="20"/>
            <w:u w:val="none"/>
          </w:rPr>
          <w:t>3.1.5.1</w:t>
        </w:r>
        <w:r w:rsidR="002F60B3" w:rsidRPr="002F60B3">
          <w:rPr>
            <w:rFonts w:eastAsiaTheme="minorEastAsia"/>
            <w:snapToGrid/>
          </w:rPr>
          <w:tab/>
        </w:r>
        <w:r w:rsidR="002F60B3" w:rsidRPr="002F60B3">
          <w:rPr>
            <w:rStyle w:val="Hyperlink"/>
            <w:bCs w:val="0"/>
            <w:sz w:val="20"/>
            <w:szCs w:val="20"/>
            <w:u w:val="none"/>
          </w:rPr>
          <w:t>ERCOT Evaluation of Planned Outage and Maintenance Outage of Transmission Facilities</w:t>
        </w:r>
        <w:r w:rsidR="002F60B3" w:rsidRPr="002F60B3">
          <w:rPr>
            <w:webHidden/>
          </w:rPr>
          <w:tab/>
        </w:r>
        <w:r w:rsidR="002F60B3" w:rsidRPr="002F60B3">
          <w:rPr>
            <w:webHidden/>
          </w:rPr>
          <w:fldChar w:fldCharType="begin"/>
        </w:r>
        <w:r w:rsidR="002F60B3" w:rsidRPr="002F60B3">
          <w:rPr>
            <w:webHidden/>
          </w:rPr>
          <w:instrText xml:space="preserve"> PAGEREF _Toc135988885 \h </w:instrText>
        </w:r>
        <w:r w:rsidR="002F60B3" w:rsidRPr="002F60B3">
          <w:rPr>
            <w:webHidden/>
          </w:rPr>
        </w:r>
        <w:r w:rsidR="002F60B3" w:rsidRPr="002F60B3">
          <w:rPr>
            <w:webHidden/>
          </w:rPr>
          <w:fldChar w:fldCharType="separate"/>
        </w:r>
        <w:r>
          <w:rPr>
            <w:webHidden/>
          </w:rPr>
          <w:t>3-13</w:t>
        </w:r>
        <w:r w:rsidR="002F60B3" w:rsidRPr="002F60B3">
          <w:rPr>
            <w:webHidden/>
          </w:rPr>
          <w:fldChar w:fldCharType="end"/>
        </w:r>
      </w:hyperlink>
    </w:p>
    <w:p w14:paraId="47B11FA8" w14:textId="1A535A1B" w:rsidR="002F60B3" w:rsidRPr="002F60B3" w:rsidRDefault="009F070C" w:rsidP="00910953">
      <w:pPr>
        <w:pStyle w:val="TOC4"/>
        <w:rPr>
          <w:rFonts w:eastAsiaTheme="minorEastAsia"/>
          <w:snapToGrid/>
        </w:rPr>
      </w:pPr>
      <w:hyperlink w:anchor="_Toc135988886" w:history="1">
        <w:r w:rsidR="002F60B3" w:rsidRPr="002F60B3">
          <w:rPr>
            <w:rStyle w:val="Hyperlink"/>
            <w:bCs w:val="0"/>
            <w:sz w:val="20"/>
            <w:szCs w:val="20"/>
            <w:u w:val="none"/>
          </w:rPr>
          <w:t>3.1.5.2</w:t>
        </w:r>
        <w:r w:rsidR="002F60B3" w:rsidRPr="002F60B3">
          <w:rPr>
            <w:rFonts w:eastAsiaTheme="minorEastAsia"/>
            <w:snapToGrid/>
          </w:rPr>
          <w:tab/>
        </w:r>
        <w:r w:rsidR="002F60B3" w:rsidRPr="002F60B3">
          <w:rPr>
            <w:rStyle w:val="Hyperlink"/>
            <w:bCs w:val="0"/>
            <w:sz w:val="20"/>
            <w:szCs w:val="20"/>
            <w:u w:val="none"/>
          </w:rPr>
          <w:t>Receipt of TSP Requests by ERCOT</w:t>
        </w:r>
        <w:r w:rsidR="002F60B3" w:rsidRPr="002F60B3">
          <w:rPr>
            <w:webHidden/>
          </w:rPr>
          <w:tab/>
        </w:r>
        <w:r w:rsidR="002F60B3" w:rsidRPr="002F60B3">
          <w:rPr>
            <w:webHidden/>
          </w:rPr>
          <w:fldChar w:fldCharType="begin"/>
        </w:r>
        <w:r w:rsidR="002F60B3" w:rsidRPr="002F60B3">
          <w:rPr>
            <w:webHidden/>
          </w:rPr>
          <w:instrText xml:space="preserve"> PAGEREF _Toc135988886 \h </w:instrText>
        </w:r>
        <w:r w:rsidR="002F60B3" w:rsidRPr="002F60B3">
          <w:rPr>
            <w:webHidden/>
          </w:rPr>
        </w:r>
        <w:r w:rsidR="002F60B3" w:rsidRPr="002F60B3">
          <w:rPr>
            <w:webHidden/>
          </w:rPr>
          <w:fldChar w:fldCharType="separate"/>
        </w:r>
        <w:r>
          <w:rPr>
            <w:webHidden/>
          </w:rPr>
          <w:t>3-15</w:t>
        </w:r>
        <w:r w:rsidR="002F60B3" w:rsidRPr="002F60B3">
          <w:rPr>
            <w:webHidden/>
          </w:rPr>
          <w:fldChar w:fldCharType="end"/>
        </w:r>
      </w:hyperlink>
    </w:p>
    <w:p w14:paraId="4B04EB20" w14:textId="5B9A119A" w:rsidR="002F60B3" w:rsidRPr="002F60B3" w:rsidRDefault="009F070C" w:rsidP="00910953">
      <w:pPr>
        <w:pStyle w:val="TOC4"/>
        <w:rPr>
          <w:rFonts w:eastAsiaTheme="minorEastAsia"/>
          <w:snapToGrid/>
        </w:rPr>
      </w:pPr>
      <w:hyperlink w:anchor="_Toc135988888" w:history="1">
        <w:r w:rsidR="002F60B3" w:rsidRPr="002F60B3">
          <w:rPr>
            <w:rStyle w:val="Hyperlink"/>
            <w:bCs w:val="0"/>
            <w:sz w:val="20"/>
            <w:szCs w:val="20"/>
            <w:u w:val="none"/>
          </w:rPr>
          <w:t>3.1.5.3</w:t>
        </w:r>
        <w:r w:rsidR="002F60B3" w:rsidRPr="002F60B3">
          <w:rPr>
            <w:rFonts w:eastAsiaTheme="minorEastAsia"/>
            <w:snapToGrid/>
          </w:rPr>
          <w:tab/>
        </w:r>
        <w:r w:rsidR="002F60B3" w:rsidRPr="002F60B3">
          <w:rPr>
            <w:rStyle w:val="Hyperlink"/>
            <w:bCs w:val="0"/>
            <w:sz w:val="20"/>
            <w:szCs w:val="20"/>
            <w:u w:val="none"/>
          </w:rPr>
          <w:t>Timelines for Response by ERCOT for TSP Requests</w:t>
        </w:r>
        <w:r w:rsidR="002F60B3" w:rsidRPr="002F60B3">
          <w:rPr>
            <w:webHidden/>
          </w:rPr>
          <w:tab/>
        </w:r>
        <w:r w:rsidR="002F60B3" w:rsidRPr="002F60B3">
          <w:rPr>
            <w:webHidden/>
          </w:rPr>
          <w:fldChar w:fldCharType="begin"/>
        </w:r>
        <w:r w:rsidR="002F60B3" w:rsidRPr="002F60B3">
          <w:rPr>
            <w:webHidden/>
          </w:rPr>
          <w:instrText xml:space="preserve"> PAGEREF _Toc135988888 \h </w:instrText>
        </w:r>
        <w:r w:rsidR="002F60B3" w:rsidRPr="002F60B3">
          <w:rPr>
            <w:webHidden/>
          </w:rPr>
        </w:r>
        <w:r w:rsidR="002F60B3" w:rsidRPr="002F60B3">
          <w:rPr>
            <w:webHidden/>
          </w:rPr>
          <w:fldChar w:fldCharType="separate"/>
        </w:r>
        <w:r>
          <w:rPr>
            <w:webHidden/>
          </w:rPr>
          <w:t>3-16</w:t>
        </w:r>
        <w:r w:rsidR="002F60B3" w:rsidRPr="002F60B3">
          <w:rPr>
            <w:webHidden/>
          </w:rPr>
          <w:fldChar w:fldCharType="end"/>
        </w:r>
      </w:hyperlink>
    </w:p>
    <w:p w14:paraId="6B69E606" w14:textId="431CC174" w:rsidR="002F60B3" w:rsidRPr="002F60B3" w:rsidRDefault="009F070C" w:rsidP="00910953">
      <w:pPr>
        <w:pStyle w:val="TOC4"/>
        <w:rPr>
          <w:rFonts w:eastAsiaTheme="minorEastAsia"/>
          <w:snapToGrid/>
        </w:rPr>
      </w:pPr>
      <w:hyperlink w:anchor="_Toc135988890" w:history="1">
        <w:r w:rsidR="002F60B3" w:rsidRPr="002F60B3">
          <w:rPr>
            <w:rStyle w:val="Hyperlink"/>
            <w:bCs w:val="0"/>
            <w:sz w:val="20"/>
            <w:szCs w:val="20"/>
            <w:u w:val="none"/>
          </w:rPr>
          <w:t>3.1.5.4</w:t>
        </w:r>
        <w:r w:rsidR="002F60B3" w:rsidRPr="002F60B3">
          <w:rPr>
            <w:rFonts w:eastAsiaTheme="minorEastAsia"/>
            <w:snapToGrid/>
          </w:rPr>
          <w:tab/>
        </w:r>
        <w:r w:rsidR="002F60B3" w:rsidRPr="002F60B3">
          <w:rPr>
            <w:rStyle w:val="Hyperlink"/>
            <w:bCs w:val="0"/>
            <w:sz w:val="20"/>
            <w:szCs w:val="20"/>
            <w:u w:val="none"/>
          </w:rPr>
          <w:t>Delay</w:t>
        </w:r>
        <w:r w:rsidR="002F60B3" w:rsidRPr="002F60B3">
          <w:rPr>
            <w:webHidden/>
          </w:rPr>
          <w:tab/>
        </w:r>
        <w:r w:rsidR="002F60B3" w:rsidRPr="002F60B3">
          <w:rPr>
            <w:webHidden/>
          </w:rPr>
          <w:fldChar w:fldCharType="begin"/>
        </w:r>
        <w:r w:rsidR="002F60B3" w:rsidRPr="002F60B3">
          <w:rPr>
            <w:webHidden/>
          </w:rPr>
          <w:instrText xml:space="preserve"> PAGEREF _Toc135988890 \h </w:instrText>
        </w:r>
        <w:r w:rsidR="002F60B3" w:rsidRPr="002F60B3">
          <w:rPr>
            <w:webHidden/>
          </w:rPr>
        </w:r>
        <w:r w:rsidR="002F60B3" w:rsidRPr="002F60B3">
          <w:rPr>
            <w:webHidden/>
          </w:rPr>
          <w:fldChar w:fldCharType="separate"/>
        </w:r>
        <w:r>
          <w:rPr>
            <w:webHidden/>
          </w:rPr>
          <w:t>3-17</w:t>
        </w:r>
        <w:r w:rsidR="002F60B3" w:rsidRPr="002F60B3">
          <w:rPr>
            <w:webHidden/>
          </w:rPr>
          <w:fldChar w:fldCharType="end"/>
        </w:r>
      </w:hyperlink>
    </w:p>
    <w:p w14:paraId="58AA56B6" w14:textId="110986D5" w:rsidR="002F60B3" w:rsidRPr="002F60B3" w:rsidRDefault="009F070C" w:rsidP="00910953">
      <w:pPr>
        <w:pStyle w:val="TOC4"/>
        <w:rPr>
          <w:rFonts w:eastAsiaTheme="minorEastAsia"/>
          <w:snapToGrid/>
        </w:rPr>
      </w:pPr>
      <w:hyperlink w:anchor="_Toc135988891" w:history="1">
        <w:r w:rsidR="002F60B3" w:rsidRPr="002F60B3">
          <w:rPr>
            <w:rStyle w:val="Hyperlink"/>
            <w:bCs w:val="0"/>
            <w:sz w:val="20"/>
            <w:szCs w:val="20"/>
            <w:u w:val="none"/>
          </w:rPr>
          <w:t>3.1.5.5</w:t>
        </w:r>
        <w:r w:rsidR="002F60B3" w:rsidRPr="002F60B3">
          <w:rPr>
            <w:rFonts w:eastAsiaTheme="minorEastAsia"/>
            <w:snapToGrid/>
          </w:rPr>
          <w:tab/>
        </w:r>
        <w:r w:rsidR="002F60B3" w:rsidRPr="002F60B3">
          <w:rPr>
            <w:rStyle w:val="Hyperlink"/>
            <w:bCs w:val="0"/>
            <w:sz w:val="20"/>
            <w:szCs w:val="20"/>
            <w:u w:val="none"/>
          </w:rPr>
          <w:t>Opportunity Outage of Transmission Facilities</w:t>
        </w:r>
        <w:r w:rsidR="002F60B3" w:rsidRPr="002F60B3">
          <w:rPr>
            <w:webHidden/>
          </w:rPr>
          <w:tab/>
        </w:r>
        <w:r w:rsidR="002F60B3" w:rsidRPr="002F60B3">
          <w:rPr>
            <w:webHidden/>
          </w:rPr>
          <w:fldChar w:fldCharType="begin"/>
        </w:r>
        <w:r w:rsidR="002F60B3" w:rsidRPr="002F60B3">
          <w:rPr>
            <w:webHidden/>
          </w:rPr>
          <w:instrText xml:space="preserve"> PAGEREF _Toc135988891 \h </w:instrText>
        </w:r>
        <w:r w:rsidR="002F60B3" w:rsidRPr="002F60B3">
          <w:rPr>
            <w:webHidden/>
          </w:rPr>
        </w:r>
        <w:r w:rsidR="002F60B3" w:rsidRPr="002F60B3">
          <w:rPr>
            <w:webHidden/>
          </w:rPr>
          <w:fldChar w:fldCharType="separate"/>
        </w:r>
        <w:r>
          <w:rPr>
            <w:webHidden/>
          </w:rPr>
          <w:t>3-18</w:t>
        </w:r>
        <w:r w:rsidR="002F60B3" w:rsidRPr="002F60B3">
          <w:rPr>
            <w:webHidden/>
          </w:rPr>
          <w:fldChar w:fldCharType="end"/>
        </w:r>
      </w:hyperlink>
    </w:p>
    <w:p w14:paraId="19CD5890" w14:textId="10AC2693" w:rsidR="002F60B3" w:rsidRPr="002F60B3" w:rsidRDefault="009F070C" w:rsidP="00910953">
      <w:pPr>
        <w:pStyle w:val="TOC4"/>
        <w:rPr>
          <w:rFonts w:eastAsiaTheme="minorEastAsia"/>
          <w:snapToGrid/>
        </w:rPr>
      </w:pPr>
      <w:hyperlink w:anchor="_Toc135988892" w:history="1">
        <w:r w:rsidR="002F60B3" w:rsidRPr="002F60B3">
          <w:rPr>
            <w:rStyle w:val="Hyperlink"/>
            <w:bCs w:val="0"/>
            <w:sz w:val="20"/>
            <w:szCs w:val="20"/>
            <w:u w:val="none"/>
          </w:rPr>
          <w:t>3.1.5.6</w:t>
        </w:r>
        <w:r w:rsidR="002F60B3" w:rsidRPr="002F60B3">
          <w:rPr>
            <w:rFonts w:eastAsiaTheme="minorEastAsia"/>
            <w:snapToGrid/>
          </w:rPr>
          <w:tab/>
        </w:r>
        <w:r w:rsidR="002F60B3" w:rsidRPr="002F60B3">
          <w:rPr>
            <w:rStyle w:val="Hyperlink"/>
            <w:bCs w:val="0"/>
            <w:sz w:val="20"/>
            <w:szCs w:val="20"/>
            <w:u w:val="none"/>
          </w:rPr>
          <w:t>Rejection Notice</w:t>
        </w:r>
        <w:r w:rsidR="002F60B3" w:rsidRPr="002F60B3">
          <w:rPr>
            <w:webHidden/>
          </w:rPr>
          <w:tab/>
        </w:r>
        <w:r w:rsidR="002F60B3" w:rsidRPr="002F60B3">
          <w:rPr>
            <w:webHidden/>
          </w:rPr>
          <w:fldChar w:fldCharType="begin"/>
        </w:r>
        <w:r w:rsidR="002F60B3" w:rsidRPr="002F60B3">
          <w:rPr>
            <w:webHidden/>
          </w:rPr>
          <w:instrText xml:space="preserve"> PAGEREF _Toc135988892 \h </w:instrText>
        </w:r>
        <w:r w:rsidR="002F60B3" w:rsidRPr="002F60B3">
          <w:rPr>
            <w:webHidden/>
          </w:rPr>
        </w:r>
        <w:r w:rsidR="002F60B3" w:rsidRPr="002F60B3">
          <w:rPr>
            <w:webHidden/>
          </w:rPr>
          <w:fldChar w:fldCharType="separate"/>
        </w:r>
        <w:r>
          <w:rPr>
            <w:webHidden/>
          </w:rPr>
          <w:t>3-18</w:t>
        </w:r>
        <w:r w:rsidR="002F60B3" w:rsidRPr="002F60B3">
          <w:rPr>
            <w:webHidden/>
          </w:rPr>
          <w:fldChar w:fldCharType="end"/>
        </w:r>
      </w:hyperlink>
    </w:p>
    <w:p w14:paraId="75CB5AFC" w14:textId="5CC252D0" w:rsidR="002F60B3" w:rsidRPr="002F60B3" w:rsidRDefault="009F070C" w:rsidP="00910953">
      <w:pPr>
        <w:pStyle w:val="TOC4"/>
        <w:rPr>
          <w:rFonts w:eastAsiaTheme="minorEastAsia"/>
          <w:snapToGrid/>
        </w:rPr>
      </w:pPr>
      <w:hyperlink w:anchor="_Toc135988893" w:history="1">
        <w:r w:rsidR="002F60B3" w:rsidRPr="002F60B3">
          <w:rPr>
            <w:rStyle w:val="Hyperlink"/>
            <w:bCs w:val="0"/>
            <w:sz w:val="20"/>
            <w:szCs w:val="20"/>
            <w:u w:val="none"/>
          </w:rPr>
          <w:t>3.1.5.7</w:t>
        </w:r>
        <w:r w:rsidR="002F60B3" w:rsidRPr="002F60B3">
          <w:rPr>
            <w:rFonts w:eastAsiaTheme="minorEastAsia"/>
            <w:snapToGrid/>
          </w:rPr>
          <w:tab/>
        </w:r>
        <w:r w:rsidR="002F60B3" w:rsidRPr="002F60B3">
          <w:rPr>
            <w:rStyle w:val="Hyperlink"/>
            <w:bCs w:val="0"/>
            <w:sz w:val="20"/>
            <w:szCs w:val="20"/>
            <w:u w:val="none"/>
          </w:rPr>
          <w:t>Withdrawal of Approval of Approved Planned Outages, Maintenance Outages, and Rescheduled Outages of Transmission Facilities</w:t>
        </w:r>
        <w:r w:rsidR="002F60B3" w:rsidRPr="002F60B3">
          <w:rPr>
            <w:webHidden/>
          </w:rPr>
          <w:tab/>
        </w:r>
        <w:r w:rsidR="002F60B3" w:rsidRPr="002F60B3">
          <w:rPr>
            <w:webHidden/>
          </w:rPr>
          <w:fldChar w:fldCharType="begin"/>
        </w:r>
        <w:r w:rsidR="002F60B3" w:rsidRPr="002F60B3">
          <w:rPr>
            <w:webHidden/>
          </w:rPr>
          <w:instrText xml:space="preserve"> PAGEREF _Toc135988893 \h </w:instrText>
        </w:r>
        <w:r w:rsidR="002F60B3" w:rsidRPr="002F60B3">
          <w:rPr>
            <w:webHidden/>
          </w:rPr>
        </w:r>
        <w:r w:rsidR="002F60B3" w:rsidRPr="002F60B3">
          <w:rPr>
            <w:webHidden/>
          </w:rPr>
          <w:fldChar w:fldCharType="separate"/>
        </w:r>
        <w:r>
          <w:rPr>
            <w:webHidden/>
          </w:rPr>
          <w:t>3-19</w:t>
        </w:r>
        <w:r w:rsidR="002F60B3" w:rsidRPr="002F60B3">
          <w:rPr>
            <w:webHidden/>
          </w:rPr>
          <w:fldChar w:fldCharType="end"/>
        </w:r>
      </w:hyperlink>
    </w:p>
    <w:p w14:paraId="156E6B1D" w14:textId="284DEEDD" w:rsidR="002F60B3" w:rsidRPr="002F60B3" w:rsidRDefault="009F070C" w:rsidP="00910953">
      <w:pPr>
        <w:pStyle w:val="TOC4"/>
        <w:rPr>
          <w:rFonts w:eastAsiaTheme="minorEastAsia"/>
          <w:snapToGrid/>
        </w:rPr>
      </w:pPr>
      <w:hyperlink w:anchor="_Toc135988894" w:history="1">
        <w:r w:rsidR="002F60B3" w:rsidRPr="002F60B3">
          <w:rPr>
            <w:rStyle w:val="Hyperlink"/>
            <w:bCs w:val="0"/>
            <w:sz w:val="20"/>
            <w:szCs w:val="20"/>
            <w:u w:val="none"/>
          </w:rPr>
          <w:t>3.1.5.8</w:t>
        </w:r>
        <w:r w:rsidR="002F60B3" w:rsidRPr="002F60B3">
          <w:rPr>
            <w:rFonts w:eastAsiaTheme="minorEastAsia"/>
            <w:snapToGrid/>
          </w:rPr>
          <w:tab/>
        </w:r>
        <w:r w:rsidR="002F60B3" w:rsidRPr="002F60B3">
          <w:rPr>
            <w:rStyle w:val="Hyperlink"/>
            <w:bCs w:val="0"/>
            <w:sz w:val="20"/>
            <w:szCs w:val="20"/>
            <w:u w:val="none"/>
          </w:rPr>
          <w:t>Priority of Approved Planned, Maintenance, and Rescheduled Outages</w:t>
        </w:r>
        <w:r w:rsidR="002F60B3" w:rsidRPr="002F60B3">
          <w:rPr>
            <w:webHidden/>
          </w:rPr>
          <w:tab/>
        </w:r>
        <w:r w:rsidR="002F60B3" w:rsidRPr="002F60B3">
          <w:rPr>
            <w:webHidden/>
          </w:rPr>
          <w:fldChar w:fldCharType="begin"/>
        </w:r>
        <w:r w:rsidR="002F60B3" w:rsidRPr="002F60B3">
          <w:rPr>
            <w:webHidden/>
          </w:rPr>
          <w:instrText xml:space="preserve"> PAGEREF _Toc135988894 \h </w:instrText>
        </w:r>
        <w:r w:rsidR="002F60B3" w:rsidRPr="002F60B3">
          <w:rPr>
            <w:webHidden/>
          </w:rPr>
        </w:r>
        <w:r w:rsidR="002F60B3" w:rsidRPr="002F60B3">
          <w:rPr>
            <w:webHidden/>
          </w:rPr>
          <w:fldChar w:fldCharType="separate"/>
        </w:r>
        <w:r>
          <w:rPr>
            <w:webHidden/>
          </w:rPr>
          <w:t>3-21</w:t>
        </w:r>
        <w:r w:rsidR="002F60B3" w:rsidRPr="002F60B3">
          <w:rPr>
            <w:webHidden/>
          </w:rPr>
          <w:fldChar w:fldCharType="end"/>
        </w:r>
      </w:hyperlink>
    </w:p>
    <w:p w14:paraId="480FEADC" w14:textId="2DE95940" w:rsidR="002F60B3" w:rsidRPr="002F60B3" w:rsidRDefault="009F070C" w:rsidP="00910953">
      <w:pPr>
        <w:pStyle w:val="TOC4"/>
        <w:rPr>
          <w:rFonts w:eastAsiaTheme="minorEastAsia"/>
          <w:snapToGrid/>
        </w:rPr>
      </w:pPr>
      <w:hyperlink w:anchor="_Toc135988895" w:history="1">
        <w:r w:rsidR="002F60B3" w:rsidRPr="002F60B3">
          <w:rPr>
            <w:rStyle w:val="Hyperlink"/>
            <w:bCs w:val="0"/>
            <w:sz w:val="20"/>
            <w:szCs w:val="20"/>
            <w:u w:val="none"/>
          </w:rPr>
          <w:t>3.1.5.9</w:t>
        </w:r>
        <w:r w:rsidR="002F60B3" w:rsidRPr="002F60B3">
          <w:rPr>
            <w:rFonts w:eastAsiaTheme="minorEastAsia"/>
            <w:snapToGrid/>
          </w:rPr>
          <w:tab/>
        </w:r>
        <w:r w:rsidR="002F60B3" w:rsidRPr="002F60B3">
          <w:rPr>
            <w:rStyle w:val="Hyperlink"/>
            <w:bCs w:val="0"/>
            <w:sz w:val="20"/>
            <w:szCs w:val="20"/>
            <w:u w:val="none"/>
          </w:rPr>
          <w:t>Information for Inclusion in Transmission Facilities Outage Requests</w:t>
        </w:r>
        <w:r w:rsidR="002F60B3" w:rsidRPr="002F60B3">
          <w:rPr>
            <w:webHidden/>
          </w:rPr>
          <w:tab/>
        </w:r>
        <w:r w:rsidR="002F60B3" w:rsidRPr="002F60B3">
          <w:rPr>
            <w:webHidden/>
          </w:rPr>
          <w:fldChar w:fldCharType="begin"/>
        </w:r>
        <w:r w:rsidR="002F60B3" w:rsidRPr="002F60B3">
          <w:rPr>
            <w:webHidden/>
          </w:rPr>
          <w:instrText xml:space="preserve"> PAGEREF _Toc135988895 \h </w:instrText>
        </w:r>
        <w:r w:rsidR="002F60B3" w:rsidRPr="002F60B3">
          <w:rPr>
            <w:webHidden/>
          </w:rPr>
        </w:r>
        <w:r w:rsidR="002F60B3" w:rsidRPr="002F60B3">
          <w:rPr>
            <w:webHidden/>
          </w:rPr>
          <w:fldChar w:fldCharType="separate"/>
        </w:r>
        <w:r>
          <w:rPr>
            <w:webHidden/>
          </w:rPr>
          <w:t>3-21</w:t>
        </w:r>
        <w:r w:rsidR="002F60B3" w:rsidRPr="002F60B3">
          <w:rPr>
            <w:webHidden/>
          </w:rPr>
          <w:fldChar w:fldCharType="end"/>
        </w:r>
      </w:hyperlink>
    </w:p>
    <w:p w14:paraId="25B1E406" w14:textId="67E82695" w:rsidR="002F60B3" w:rsidRPr="002F60B3" w:rsidRDefault="009F070C" w:rsidP="00910953">
      <w:pPr>
        <w:pStyle w:val="TOC4"/>
        <w:rPr>
          <w:rFonts w:eastAsiaTheme="minorEastAsia"/>
          <w:snapToGrid/>
        </w:rPr>
      </w:pPr>
      <w:hyperlink w:anchor="_Toc135988896" w:history="1">
        <w:r w:rsidR="002F60B3" w:rsidRPr="002F60B3">
          <w:rPr>
            <w:rStyle w:val="Hyperlink"/>
            <w:bCs w:val="0"/>
            <w:sz w:val="20"/>
            <w:szCs w:val="20"/>
            <w:u w:val="none"/>
          </w:rPr>
          <w:t>3.1.5.10</w:t>
        </w:r>
        <w:r w:rsidR="002F60B3" w:rsidRPr="002F60B3">
          <w:rPr>
            <w:rFonts w:eastAsiaTheme="minorEastAsia"/>
            <w:snapToGrid/>
          </w:rPr>
          <w:tab/>
        </w:r>
        <w:r w:rsidR="002F60B3" w:rsidRPr="002F60B3">
          <w:rPr>
            <w:rStyle w:val="Hyperlink"/>
            <w:bCs w:val="0"/>
            <w:sz w:val="20"/>
            <w:szCs w:val="20"/>
            <w:u w:val="none"/>
          </w:rPr>
          <w:t>Additional Information Requests</w:t>
        </w:r>
        <w:r w:rsidR="002F60B3" w:rsidRPr="002F60B3">
          <w:rPr>
            <w:webHidden/>
          </w:rPr>
          <w:tab/>
        </w:r>
        <w:r w:rsidR="002F60B3" w:rsidRPr="002F60B3">
          <w:rPr>
            <w:webHidden/>
          </w:rPr>
          <w:fldChar w:fldCharType="begin"/>
        </w:r>
        <w:r w:rsidR="002F60B3" w:rsidRPr="002F60B3">
          <w:rPr>
            <w:webHidden/>
          </w:rPr>
          <w:instrText xml:space="preserve"> PAGEREF _Toc135988896 \h </w:instrText>
        </w:r>
        <w:r w:rsidR="002F60B3" w:rsidRPr="002F60B3">
          <w:rPr>
            <w:webHidden/>
          </w:rPr>
        </w:r>
        <w:r w:rsidR="002F60B3" w:rsidRPr="002F60B3">
          <w:rPr>
            <w:webHidden/>
          </w:rPr>
          <w:fldChar w:fldCharType="separate"/>
        </w:r>
        <w:r>
          <w:rPr>
            <w:webHidden/>
          </w:rPr>
          <w:t>3-23</w:t>
        </w:r>
        <w:r w:rsidR="002F60B3" w:rsidRPr="002F60B3">
          <w:rPr>
            <w:webHidden/>
          </w:rPr>
          <w:fldChar w:fldCharType="end"/>
        </w:r>
      </w:hyperlink>
    </w:p>
    <w:p w14:paraId="34857573" w14:textId="541CB619" w:rsidR="002F60B3" w:rsidRPr="002F60B3" w:rsidRDefault="009F070C" w:rsidP="00910953">
      <w:pPr>
        <w:pStyle w:val="TOC4"/>
        <w:rPr>
          <w:rFonts w:eastAsiaTheme="minorEastAsia"/>
          <w:snapToGrid/>
        </w:rPr>
      </w:pPr>
      <w:hyperlink w:anchor="_Toc135988897" w:history="1">
        <w:r w:rsidR="002F60B3" w:rsidRPr="002F60B3">
          <w:rPr>
            <w:rStyle w:val="Hyperlink"/>
            <w:bCs w:val="0"/>
            <w:sz w:val="20"/>
            <w:szCs w:val="20"/>
            <w:u w:val="none"/>
          </w:rPr>
          <w:t>3.1.5.11</w:t>
        </w:r>
        <w:r w:rsidR="002F60B3" w:rsidRPr="002F60B3">
          <w:rPr>
            <w:rFonts w:eastAsiaTheme="minorEastAsia"/>
            <w:snapToGrid/>
          </w:rPr>
          <w:tab/>
        </w:r>
        <w:r w:rsidR="002F60B3" w:rsidRPr="002F60B3">
          <w:rPr>
            <w:rStyle w:val="Hyperlink"/>
            <w:bCs w:val="0"/>
            <w:sz w:val="20"/>
            <w:szCs w:val="20"/>
            <w:u w:val="none"/>
          </w:rPr>
          <w:t>Evaluation of Transmission Facilities Planned Outage or Maintenance Outage Requests</w:t>
        </w:r>
        <w:r w:rsidR="002F60B3" w:rsidRPr="002F60B3">
          <w:rPr>
            <w:webHidden/>
          </w:rPr>
          <w:tab/>
        </w:r>
        <w:r w:rsidR="002F60B3" w:rsidRPr="002F60B3">
          <w:rPr>
            <w:webHidden/>
          </w:rPr>
          <w:fldChar w:fldCharType="begin"/>
        </w:r>
        <w:r w:rsidR="002F60B3" w:rsidRPr="002F60B3">
          <w:rPr>
            <w:webHidden/>
          </w:rPr>
          <w:instrText xml:space="preserve"> PAGEREF _Toc135988897 \h </w:instrText>
        </w:r>
        <w:r w:rsidR="002F60B3" w:rsidRPr="002F60B3">
          <w:rPr>
            <w:webHidden/>
          </w:rPr>
        </w:r>
        <w:r w:rsidR="002F60B3" w:rsidRPr="002F60B3">
          <w:rPr>
            <w:webHidden/>
          </w:rPr>
          <w:fldChar w:fldCharType="separate"/>
        </w:r>
        <w:r>
          <w:rPr>
            <w:webHidden/>
          </w:rPr>
          <w:t>3-23</w:t>
        </w:r>
        <w:r w:rsidR="002F60B3" w:rsidRPr="002F60B3">
          <w:rPr>
            <w:webHidden/>
          </w:rPr>
          <w:fldChar w:fldCharType="end"/>
        </w:r>
      </w:hyperlink>
    </w:p>
    <w:p w14:paraId="7EF78A40" w14:textId="2C00F9F0" w:rsidR="002F60B3" w:rsidRPr="002F60B3" w:rsidRDefault="009F070C" w:rsidP="00910953">
      <w:pPr>
        <w:pStyle w:val="TOC4"/>
        <w:rPr>
          <w:rFonts w:eastAsiaTheme="minorEastAsia"/>
          <w:snapToGrid/>
        </w:rPr>
      </w:pPr>
      <w:hyperlink w:anchor="_Toc135988898" w:history="1">
        <w:r w:rsidR="002F60B3" w:rsidRPr="002F60B3">
          <w:rPr>
            <w:rStyle w:val="Hyperlink"/>
            <w:bCs w:val="0"/>
            <w:sz w:val="20"/>
            <w:szCs w:val="20"/>
            <w:u w:val="none"/>
          </w:rPr>
          <w:t>3.1.5.12</w:t>
        </w:r>
        <w:r w:rsidR="002F60B3" w:rsidRPr="002F60B3">
          <w:rPr>
            <w:rFonts w:eastAsiaTheme="minorEastAsia"/>
            <w:snapToGrid/>
          </w:rPr>
          <w:tab/>
        </w:r>
        <w:r w:rsidR="002F60B3" w:rsidRPr="002F60B3">
          <w:rPr>
            <w:rStyle w:val="Hyperlink"/>
            <w:bCs w:val="0"/>
            <w:sz w:val="20"/>
            <w:szCs w:val="20"/>
            <w:u w:val="none"/>
          </w:rPr>
          <w:t>Submittal Timeline for Transmission Facility Outage Requests</w:t>
        </w:r>
        <w:r w:rsidR="002F60B3" w:rsidRPr="002F60B3">
          <w:rPr>
            <w:webHidden/>
          </w:rPr>
          <w:tab/>
        </w:r>
        <w:r w:rsidR="002F60B3" w:rsidRPr="002F60B3">
          <w:rPr>
            <w:webHidden/>
          </w:rPr>
          <w:fldChar w:fldCharType="begin"/>
        </w:r>
        <w:r w:rsidR="002F60B3" w:rsidRPr="002F60B3">
          <w:rPr>
            <w:webHidden/>
          </w:rPr>
          <w:instrText xml:space="preserve"> PAGEREF _Toc135988898 \h </w:instrText>
        </w:r>
        <w:r w:rsidR="002F60B3" w:rsidRPr="002F60B3">
          <w:rPr>
            <w:webHidden/>
          </w:rPr>
        </w:r>
        <w:r w:rsidR="002F60B3" w:rsidRPr="002F60B3">
          <w:rPr>
            <w:webHidden/>
          </w:rPr>
          <w:fldChar w:fldCharType="separate"/>
        </w:r>
        <w:r>
          <w:rPr>
            <w:webHidden/>
          </w:rPr>
          <w:t>3-25</w:t>
        </w:r>
        <w:r w:rsidR="002F60B3" w:rsidRPr="002F60B3">
          <w:rPr>
            <w:webHidden/>
          </w:rPr>
          <w:fldChar w:fldCharType="end"/>
        </w:r>
      </w:hyperlink>
    </w:p>
    <w:p w14:paraId="797FB268" w14:textId="5386A781" w:rsidR="002F60B3" w:rsidRPr="002F60B3" w:rsidRDefault="009F070C" w:rsidP="00910953">
      <w:pPr>
        <w:pStyle w:val="TOC4"/>
        <w:rPr>
          <w:rFonts w:eastAsiaTheme="minorEastAsia"/>
          <w:snapToGrid/>
        </w:rPr>
      </w:pPr>
      <w:hyperlink w:anchor="_Toc135988899" w:history="1">
        <w:r w:rsidR="002F60B3" w:rsidRPr="002F60B3">
          <w:rPr>
            <w:rStyle w:val="Hyperlink"/>
            <w:bCs w:val="0"/>
            <w:sz w:val="20"/>
            <w:szCs w:val="20"/>
            <w:u w:val="none"/>
          </w:rPr>
          <w:t>3.1.5.13</w:t>
        </w:r>
        <w:r w:rsidR="002F60B3" w:rsidRPr="002F60B3">
          <w:rPr>
            <w:rFonts w:eastAsiaTheme="minorEastAsia"/>
            <w:snapToGrid/>
          </w:rPr>
          <w:tab/>
        </w:r>
        <w:r w:rsidR="002F60B3" w:rsidRPr="002F60B3">
          <w:rPr>
            <w:rStyle w:val="Hyperlink"/>
            <w:bCs w:val="0"/>
            <w:sz w:val="20"/>
            <w:szCs w:val="20"/>
            <w:u w:val="none"/>
          </w:rPr>
          <w:t>Transmission Report</w:t>
        </w:r>
        <w:r w:rsidR="002F60B3" w:rsidRPr="002F60B3">
          <w:rPr>
            <w:webHidden/>
          </w:rPr>
          <w:tab/>
        </w:r>
        <w:r w:rsidR="002F60B3" w:rsidRPr="002F60B3">
          <w:rPr>
            <w:webHidden/>
          </w:rPr>
          <w:fldChar w:fldCharType="begin"/>
        </w:r>
        <w:r w:rsidR="002F60B3" w:rsidRPr="002F60B3">
          <w:rPr>
            <w:webHidden/>
          </w:rPr>
          <w:instrText xml:space="preserve"> PAGEREF _Toc135988899 \h </w:instrText>
        </w:r>
        <w:r w:rsidR="002F60B3" w:rsidRPr="002F60B3">
          <w:rPr>
            <w:webHidden/>
          </w:rPr>
        </w:r>
        <w:r w:rsidR="002F60B3" w:rsidRPr="002F60B3">
          <w:rPr>
            <w:webHidden/>
          </w:rPr>
          <w:fldChar w:fldCharType="separate"/>
        </w:r>
        <w:r>
          <w:rPr>
            <w:webHidden/>
          </w:rPr>
          <w:t>3-26</w:t>
        </w:r>
        <w:r w:rsidR="002F60B3" w:rsidRPr="002F60B3">
          <w:rPr>
            <w:webHidden/>
          </w:rPr>
          <w:fldChar w:fldCharType="end"/>
        </w:r>
      </w:hyperlink>
    </w:p>
    <w:p w14:paraId="32EC350C" w14:textId="60B98E24" w:rsidR="002F60B3" w:rsidRPr="002F60B3" w:rsidRDefault="009F070C">
      <w:pPr>
        <w:pStyle w:val="TOC3"/>
        <w:rPr>
          <w:rFonts w:eastAsiaTheme="minorEastAsia"/>
        </w:rPr>
      </w:pPr>
      <w:hyperlink w:anchor="_Toc135988900" w:history="1">
        <w:r w:rsidR="002F60B3" w:rsidRPr="002F60B3">
          <w:rPr>
            <w:rStyle w:val="Hyperlink"/>
            <w:u w:val="none"/>
          </w:rPr>
          <w:t>3.1.6</w:t>
        </w:r>
        <w:r w:rsidR="002F60B3" w:rsidRPr="002F60B3">
          <w:rPr>
            <w:rFonts w:eastAsiaTheme="minorEastAsia"/>
          </w:rPr>
          <w:tab/>
        </w:r>
        <w:r w:rsidR="002F60B3" w:rsidRPr="002F60B3">
          <w:rPr>
            <w:rStyle w:val="Hyperlink"/>
            <w:u w:val="none"/>
          </w:rPr>
          <w:t>Outages of Resources Other than Reliability Resources</w:t>
        </w:r>
        <w:r w:rsidR="002F60B3" w:rsidRPr="002F60B3">
          <w:rPr>
            <w:webHidden/>
          </w:rPr>
          <w:tab/>
        </w:r>
        <w:r w:rsidR="002F60B3" w:rsidRPr="002F60B3">
          <w:rPr>
            <w:webHidden/>
          </w:rPr>
          <w:fldChar w:fldCharType="begin"/>
        </w:r>
        <w:r w:rsidR="002F60B3" w:rsidRPr="002F60B3">
          <w:rPr>
            <w:webHidden/>
          </w:rPr>
          <w:instrText xml:space="preserve"> PAGEREF _Toc135988900 \h </w:instrText>
        </w:r>
        <w:r w:rsidR="002F60B3" w:rsidRPr="002F60B3">
          <w:rPr>
            <w:webHidden/>
          </w:rPr>
        </w:r>
        <w:r w:rsidR="002F60B3" w:rsidRPr="002F60B3">
          <w:rPr>
            <w:webHidden/>
          </w:rPr>
          <w:fldChar w:fldCharType="separate"/>
        </w:r>
        <w:r>
          <w:rPr>
            <w:webHidden/>
          </w:rPr>
          <w:t>3-26</w:t>
        </w:r>
        <w:r w:rsidR="002F60B3" w:rsidRPr="002F60B3">
          <w:rPr>
            <w:webHidden/>
          </w:rPr>
          <w:fldChar w:fldCharType="end"/>
        </w:r>
      </w:hyperlink>
    </w:p>
    <w:p w14:paraId="2ABBCB2D" w14:textId="2B909FEA" w:rsidR="002F60B3" w:rsidRPr="002F60B3" w:rsidRDefault="009F070C" w:rsidP="00910953">
      <w:pPr>
        <w:pStyle w:val="TOC4"/>
        <w:rPr>
          <w:rFonts w:eastAsiaTheme="minorEastAsia"/>
          <w:snapToGrid/>
        </w:rPr>
      </w:pPr>
      <w:hyperlink w:anchor="_Toc135988901" w:history="1">
        <w:r w:rsidR="002F60B3" w:rsidRPr="002F60B3">
          <w:rPr>
            <w:rStyle w:val="Hyperlink"/>
            <w:bCs w:val="0"/>
            <w:sz w:val="20"/>
            <w:szCs w:val="20"/>
            <w:u w:val="none"/>
          </w:rPr>
          <w:t>3.1.6.1</w:t>
        </w:r>
        <w:r w:rsidR="002F60B3" w:rsidRPr="002F60B3">
          <w:rPr>
            <w:rFonts w:eastAsiaTheme="minorEastAsia"/>
            <w:snapToGrid/>
          </w:rPr>
          <w:tab/>
        </w:r>
        <w:r w:rsidR="002F60B3" w:rsidRPr="002F60B3">
          <w:rPr>
            <w:rStyle w:val="Hyperlink"/>
            <w:bCs w:val="0"/>
            <w:sz w:val="20"/>
            <w:szCs w:val="20"/>
            <w:u w:val="none"/>
          </w:rPr>
          <w:t>Receipt of Resource Requests by ERCOT</w:t>
        </w:r>
        <w:r w:rsidR="002F60B3" w:rsidRPr="002F60B3">
          <w:rPr>
            <w:webHidden/>
          </w:rPr>
          <w:tab/>
        </w:r>
        <w:r w:rsidR="002F60B3" w:rsidRPr="002F60B3">
          <w:rPr>
            <w:webHidden/>
          </w:rPr>
          <w:fldChar w:fldCharType="begin"/>
        </w:r>
        <w:r w:rsidR="002F60B3" w:rsidRPr="002F60B3">
          <w:rPr>
            <w:webHidden/>
          </w:rPr>
          <w:instrText xml:space="preserve"> PAGEREF _Toc135988901 \h </w:instrText>
        </w:r>
        <w:r w:rsidR="002F60B3" w:rsidRPr="002F60B3">
          <w:rPr>
            <w:webHidden/>
          </w:rPr>
        </w:r>
        <w:r w:rsidR="002F60B3" w:rsidRPr="002F60B3">
          <w:rPr>
            <w:webHidden/>
          </w:rPr>
          <w:fldChar w:fldCharType="separate"/>
        </w:r>
        <w:r>
          <w:rPr>
            <w:webHidden/>
          </w:rPr>
          <w:t>3-28</w:t>
        </w:r>
        <w:r w:rsidR="002F60B3" w:rsidRPr="002F60B3">
          <w:rPr>
            <w:webHidden/>
          </w:rPr>
          <w:fldChar w:fldCharType="end"/>
        </w:r>
      </w:hyperlink>
    </w:p>
    <w:p w14:paraId="016E5192" w14:textId="7D4FC5FF" w:rsidR="002F60B3" w:rsidRPr="002F60B3" w:rsidRDefault="009F070C" w:rsidP="00910953">
      <w:pPr>
        <w:pStyle w:val="TOC4"/>
        <w:rPr>
          <w:rFonts w:eastAsiaTheme="minorEastAsia"/>
          <w:snapToGrid/>
        </w:rPr>
      </w:pPr>
      <w:hyperlink w:anchor="_Toc135988902" w:history="1">
        <w:r w:rsidR="002F60B3" w:rsidRPr="002F60B3">
          <w:rPr>
            <w:rStyle w:val="Hyperlink"/>
            <w:bCs w:val="0"/>
            <w:sz w:val="20"/>
            <w:szCs w:val="20"/>
            <w:u w:val="none"/>
          </w:rPr>
          <w:t>3.1.6.2</w:t>
        </w:r>
        <w:r w:rsidR="002F60B3" w:rsidRPr="002F60B3">
          <w:rPr>
            <w:rFonts w:eastAsiaTheme="minorEastAsia"/>
            <w:snapToGrid/>
          </w:rPr>
          <w:tab/>
        </w:r>
        <w:r w:rsidR="002F60B3" w:rsidRPr="002F60B3">
          <w:rPr>
            <w:rStyle w:val="Hyperlink"/>
            <w:bCs w:val="0"/>
            <w:sz w:val="20"/>
            <w:szCs w:val="20"/>
            <w:u w:val="none"/>
          </w:rPr>
          <w:t>Resource Outage Plan</w:t>
        </w:r>
        <w:r w:rsidR="002F60B3" w:rsidRPr="002F60B3">
          <w:rPr>
            <w:webHidden/>
          </w:rPr>
          <w:tab/>
        </w:r>
        <w:r w:rsidR="002F60B3" w:rsidRPr="002F60B3">
          <w:rPr>
            <w:webHidden/>
          </w:rPr>
          <w:fldChar w:fldCharType="begin"/>
        </w:r>
        <w:r w:rsidR="002F60B3" w:rsidRPr="002F60B3">
          <w:rPr>
            <w:webHidden/>
          </w:rPr>
          <w:instrText xml:space="preserve"> PAGEREF _Toc135988902 \h </w:instrText>
        </w:r>
        <w:r w:rsidR="002F60B3" w:rsidRPr="002F60B3">
          <w:rPr>
            <w:webHidden/>
          </w:rPr>
        </w:r>
        <w:r w:rsidR="002F60B3" w:rsidRPr="002F60B3">
          <w:rPr>
            <w:webHidden/>
          </w:rPr>
          <w:fldChar w:fldCharType="separate"/>
        </w:r>
        <w:r>
          <w:rPr>
            <w:webHidden/>
          </w:rPr>
          <w:t>3-28</w:t>
        </w:r>
        <w:r w:rsidR="002F60B3" w:rsidRPr="002F60B3">
          <w:rPr>
            <w:webHidden/>
          </w:rPr>
          <w:fldChar w:fldCharType="end"/>
        </w:r>
      </w:hyperlink>
    </w:p>
    <w:p w14:paraId="003C07D0" w14:textId="12613C0C" w:rsidR="002F60B3" w:rsidRPr="002F60B3" w:rsidRDefault="009F070C" w:rsidP="00910953">
      <w:pPr>
        <w:pStyle w:val="TOC4"/>
        <w:rPr>
          <w:rFonts w:eastAsiaTheme="minorEastAsia"/>
          <w:snapToGrid/>
        </w:rPr>
      </w:pPr>
      <w:hyperlink w:anchor="_Toc135988903" w:history="1">
        <w:r w:rsidR="002F60B3" w:rsidRPr="002F60B3">
          <w:rPr>
            <w:rStyle w:val="Hyperlink"/>
            <w:bCs w:val="0"/>
            <w:sz w:val="20"/>
            <w:szCs w:val="20"/>
            <w:u w:val="none"/>
          </w:rPr>
          <w:t>3.1.6.3</w:t>
        </w:r>
        <w:r w:rsidR="002F60B3" w:rsidRPr="002F60B3">
          <w:rPr>
            <w:rFonts w:eastAsiaTheme="minorEastAsia"/>
            <w:snapToGrid/>
          </w:rPr>
          <w:tab/>
        </w:r>
        <w:r w:rsidR="002F60B3" w:rsidRPr="002F60B3">
          <w:rPr>
            <w:rStyle w:val="Hyperlink"/>
            <w:bCs w:val="0"/>
            <w:sz w:val="20"/>
            <w:szCs w:val="20"/>
            <w:u w:val="none"/>
          </w:rPr>
          <w:t>Additional Information Requests</w:t>
        </w:r>
        <w:r w:rsidR="002F60B3" w:rsidRPr="002F60B3">
          <w:rPr>
            <w:webHidden/>
          </w:rPr>
          <w:tab/>
        </w:r>
        <w:r w:rsidR="002F60B3" w:rsidRPr="002F60B3">
          <w:rPr>
            <w:webHidden/>
          </w:rPr>
          <w:fldChar w:fldCharType="begin"/>
        </w:r>
        <w:r w:rsidR="002F60B3" w:rsidRPr="002F60B3">
          <w:rPr>
            <w:webHidden/>
          </w:rPr>
          <w:instrText xml:space="preserve"> PAGEREF _Toc135988903 \h </w:instrText>
        </w:r>
        <w:r w:rsidR="002F60B3" w:rsidRPr="002F60B3">
          <w:rPr>
            <w:webHidden/>
          </w:rPr>
        </w:r>
        <w:r w:rsidR="002F60B3" w:rsidRPr="002F60B3">
          <w:rPr>
            <w:webHidden/>
          </w:rPr>
          <w:fldChar w:fldCharType="separate"/>
        </w:r>
        <w:r>
          <w:rPr>
            <w:webHidden/>
          </w:rPr>
          <w:t>3-28</w:t>
        </w:r>
        <w:r w:rsidR="002F60B3" w:rsidRPr="002F60B3">
          <w:rPr>
            <w:webHidden/>
          </w:rPr>
          <w:fldChar w:fldCharType="end"/>
        </w:r>
      </w:hyperlink>
    </w:p>
    <w:p w14:paraId="1A046BC4" w14:textId="4ADB8F55" w:rsidR="002F60B3" w:rsidRPr="002F60B3" w:rsidRDefault="009F070C" w:rsidP="00910953">
      <w:pPr>
        <w:pStyle w:val="TOC4"/>
        <w:rPr>
          <w:rFonts w:eastAsiaTheme="minorEastAsia"/>
          <w:snapToGrid/>
        </w:rPr>
      </w:pPr>
      <w:hyperlink w:anchor="_Toc135988904" w:history="1">
        <w:r w:rsidR="002F60B3" w:rsidRPr="002F60B3">
          <w:rPr>
            <w:rStyle w:val="Hyperlink"/>
            <w:bCs w:val="0"/>
            <w:sz w:val="20"/>
            <w:szCs w:val="20"/>
            <w:u w:val="none"/>
          </w:rPr>
          <w:t>3.1.6.4</w:t>
        </w:r>
        <w:r w:rsidR="002F60B3" w:rsidRPr="002F60B3">
          <w:rPr>
            <w:rFonts w:eastAsiaTheme="minorEastAsia"/>
            <w:snapToGrid/>
          </w:rPr>
          <w:tab/>
        </w:r>
        <w:r w:rsidR="002F60B3" w:rsidRPr="002F60B3">
          <w:rPr>
            <w:rStyle w:val="Hyperlink"/>
            <w:bCs w:val="0"/>
            <w:sz w:val="20"/>
            <w:szCs w:val="20"/>
            <w:u w:val="none"/>
          </w:rPr>
          <w:t>Approval of Changes to a Resource Outage Plan</w:t>
        </w:r>
        <w:r w:rsidR="002F60B3" w:rsidRPr="002F60B3">
          <w:rPr>
            <w:webHidden/>
          </w:rPr>
          <w:tab/>
        </w:r>
        <w:r w:rsidR="002F60B3" w:rsidRPr="002F60B3">
          <w:rPr>
            <w:webHidden/>
          </w:rPr>
          <w:fldChar w:fldCharType="begin"/>
        </w:r>
        <w:r w:rsidR="002F60B3" w:rsidRPr="002F60B3">
          <w:rPr>
            <w:webHidden/>
          </w:rPr>
          <w:instrText xml:space="preserve"> PAGEREF _Toc135988904 \h </w:instrText>
        </w:r>
        <w:r w:rsidR="002F60B3" w:rsidRPr="002F60B3">
          <w:rPr>
            <w:webHidden/>
          </w:rPr>
        </w:r>
        <w:r w:rsidR="002F60B3" w:rsidRPr="002F60B3">
          <w:rPr>
            <w:webHidden/>
          </w:rPr>
          <w:fldChar w:fldCharType="separate"/>
        </w:r>
        <w:r>
          <w:rPr>
            <w:webHidden/>
          </w:rPr>
          <w:t>3-28</w:t>
        </w:r>
        <w:r w:rsidR="002F60B3" w:rsidRPr="002F60B3">
          <w:rPr>
            <w:webHidden/>
          </w:rPr>
          <w:fldChar w:fldCharType="end"/>
        </w:r>
      </w:hyperlink>
    </w:p>
    <w:p w14:paraId="36A6FBD5" w14:textId="56998895" w:rsidR="002F60B3" w:rsidRPr="002F60B3" w:rsidRDefault="009F070C" w:rsidP="00910953">
      <w:pPr>
        <w:pStyle w:val="TOC4"/>
        <w:rPr>
          <w:rFonts w:eastAsiaTheme="minorEastAsia"/>
          <w:snapToGrid/>
        </w:rPr>
      </w:pPr>
      <w:hyperlink w:anchor="_Toc135988905" w:history="1">
        <w:r w:rsidR="002F60B3" w:rsidRPr="002F60B3">
          <w:rPr>
            <w:rStyle w:val="Hyperlink"/>
            <w:bCs w:val="0"/>
            <w:sz w:val="20"/>
            <w:szCs w:val="20"/>
            <w:u w:val="none"/>
          </w:rPr>
          <w:t>3.1.6.5</w:t>
        </w:r>
        <w:r w:rsidR="002F60B3" w:rsidRPr="002F60B3">
          <w:rPr>
            <w:rFonts w:eastAsiaTheme="minorEastAsia"/>
            <w:snapToGrid/>
          </w:rPr>
          <w:tab/>
        </w:r>
        <w:r w:rsidR="002F60B3" w:rsidRPr="002F60B3">
          <w:rPr>
            <w:rStyle w:val="Hyperlink"/>
            <w:bCs w:val="0"/>
            <w:sz w:val="20"/>
            <w:szCs w:val="20"/>
            <w:u w:val="none"/>
          </w:rPr>
          <w:t>Evaluation of Proposed Resource Outage</w:t>
        </w:r>
        <w:r w:rsidR="002F60B3" w:rsidRPr="002F60B3">
          <w:rPr>
            <w:webHidden/>
          </w:rPr>
          <w:tab/>
        </w:r>
        <w:r w:rsidR="002F60B3" w:rsidRPr="002F60B3">
          <w:rPr>
            <w:webHidden/>
          </w:rPr>
          <w:fldChar w:fldCharType="begin"/>
        </w:r>
        <w:r w:rsidR="002F60B3" w:rsidRPr="002F60B3">
          <w:rPr>
            <w:webHidden/>
          </w:rPr>
          <w:instrText xml:space="preserve"> PAGEREF _Toc135988905 \h </w:instrText>
        </w:r>
        <w:r w:rsidR="002F60B3" w:rsidRPr="002F60B3">
          <w:rPr>
            <w:webHidden/>
          </w:rPr>
        </w:r>
        <w:r w:rsidR="002F60B3" w:rsidRPr="002F60B3">
          <w:rPr>
            <w:webHidden/>
          </w:rPr>
          <w:fldChar w:fldCharType="separate"/>
        </w:r>
        <w:r>
          <w:rPr>
            <w:webHidden/>
          </w:rPr>
          <w:t>3-29</w:t>
        </w:r>
        <w:r w:rsidR="002F60B3" w:rsidRPr="002F60B3">
          <w:rPr>
            <w:webHidden/>
          </w:rPr>
          <w:fldChar w:fldCharType="end"/>
        </w:r>
      </w:hyperlink>
    </w:p>
    <w:p w14:paraId="3F17DC3E" w14:textId="64DBD2CF" w:rsidR="002F60B3" w:rsidRPr="002F60B3" w:rsidRDefault="009F070C" w:rsidP="00910953">
      <w:pPr>
        <w:pStyle w:val="TOC4"/>
        <w:rPr>
          <w:rFonts w:eastAsiaTheme="minorEastAsia"/>
          <w:snapToGrid/>
        </w:rPr>
      </w:pPr>
      <w:hyperlink w:anchor="_Toc135988906" w:history="1">
        <w:r w:rsidR="002F60B3" w:rsidRPr="002F60B3">
          <w:rPr>
            <w:rStyle w:val="Hyperlink"/>
            <w:bCs w:val="0"/>
            <w:sz w:val="20"/>
            <w:szCs w:val="20"/>
            <w:u w:val="none"/>
          </w:rPr>
          <w:t>3.1.6.6</w:t>
        </w:r>
        <w:r w:rsidR="002F60B3" w:rsidRPr="002F60B3">
          <w:rPr>
            <w:rFonts w:eastAsiaTheme="minorEastAsia"/>
            <w:snapToGrid/>
          </w:rPr>
          <w:tab/>
        </w:r>
        <w:r w:rsidR="002F60B3" w:rsidRPr="002F60B3">
          <w:rPr>
            <w:rStyle w:val="Hyperlink"/>
            <w:bCs w:val="0"/>
            <w:sz w:val="20"/>
            <w:szCs w:val="20"/>
            <w:u w:val="none"/>
          </w:rPr>
          <w:t>Timelines for Response by ERCOT for Resource Planned Outages</w:t>
        </w:r>
        <w:r w:rsidR="002F60B3" w:rsidRPr="002F60B3">
          <w:rPr>
            <w:webHidden/>
          </w:rPr>
          <w:tab/>
        </w:r>
        <w:r w:rsidR="002F60B3" w:rsidRPr="002F60B3">
          <w:rPr>
            <w:webHidden/>
          </w:rPr>
          <w:fldChar w:fldCharType="begin"/>
        </w:r>
        <w:r w:rsidR="002F60B3" w:rsidRPr="002F60B3">
          <w:rPr>
            <w:webHidden/>
          </w:rPr>
          <w:instrText xml:space="preserve"> PAGEREF _Toc135988906 \h </w:instrText>
        </w:r>
        <w:r w:rsidR="002F60B3" w:rsidRPr="002F60B3">
          <w:rPr>
            <w:webHidden/>
          </w:rPr>
        </w:r>
        <w:r w:rsidR="002F60B3" w:rsidRPr="002F60B3">
          <w:rPr>
            <w:webHidden/>
          </w:rPr>
          <w:fldChar w:fldCharType="separate"/>
        </w:r>
        <w:r>
          <w:rPr>
            <w:webHidden/>
          </w:rPr>
          <w:t>3-30</w:t>
        </w:r>
        <w:r w:rsidR="002F60B3" w:rsidRPr="002F60B3">
          <w:rPr>
            <w:webHidden/>
          </w:rPr>
          <w:fldChar w:fldCharType="end"/>
        </w:r>
      </w:hyperlink>
    </w:p>
    <w:p w14:paraId="11690367" w14:textId="1C1632BC" w:rsidR="002F60B3" w:rsidRPr="002F60B3" w:rsidRDefault="009F070C" w:rsidP="00910953">
      <w:pPr>
        <w:pStyle w:val="TOC4"/>
        <w:rPr>
          <w:rFonts w:eastAsiaTheme="minorEastAsia"/>
          <w:snapToGrid/>
        </w:rPr>
      </w:pPr>
      <w:hyperlink w:anchor="_Toc135988907" w:history="1">
        <w:r w:rsidR="002F60B3" w:rsidRPr="002F60B3">
          <w:rPr>
            <w:rStyle w:val="Hyperlink"/>
            <w:bCs w:val="0"/>
            <w:sz w:val="20"/>
            <w:szCs w:val="20"/>
            <w:u w:val="none"/>
          </w:rPr>
          <w:t>3.1.6.7</w:t>
        </w:r>
        <w:r w:rsidR="002F60B3" w:rsidRPr="002F60B3">
          <w:rPr>
            <w:rFonts w:eastAsiaTheme="minorEastAsia"/>
            <w:snapToGrid/>
          </w:rPr>
          <w:tab/>
        </w:r>
        <w:r w:rsidR="002F60B3" w:rsidRPr="002F60B3">
          <w:rPr>
            <w:rStyle w:val="Hyperlink"/>
            <w:bCs w:val="0"/>
            <w:sz w:val="20"/>
            <w:szCs w:val="20"/>
            <w:u w:val="none"/>
          </w:rPr>
          <w:t xml:space="preserve"> Delay</w:t>
        </w:r>
        <w:r w:rsidR="002F60B3" w:rsidRPr="002F60B3">
          <w:rPr>
            <w:webHidden/>
          </w:rPr>
          <w:tab/>
        </w:r>
        <w:r w:rsidR="002F60B3" w:rsidRPr="002F60B3">
          <w:rPr>
            <w:webHidden/>
          </w:rPr>
          <w:fldChar w:fldCharType="begin"/>
        </w:r>
        <w:r w:rsidR="002F60B3" w:rsidRPr="002F60B3">
          <w:rPr>
            <w:webHidden/>
          </w:rPr>
          <w:instrText xml:space="preserve"> PAGEREF _Toc135988907 \h </w:instrText>
        </w:r>
        <w:r w:rsidR="002F60B3" w:rsidRPr="002F60B3">
          <w:rPr>
            <w:webHidden/>
          </w:rPr>
        </w:r>
        <w:r w:rsidR="002F60B3" w:rsidRPr="002F60B3">
          <w:rPr>
            <w:webHidden/>
          </w:rPr>
          <w:fldChar w:fldCharType="separate"/>
        </w:r>
        <w:r>
          <w:rPr>
            <w:webHidden/>
          </w:rPr>
          <w:t>3-31</w:t>
        </w:r>
        <w:r w:rsidR="002F60B3" w:rsidRPr="002F60B3">
          <w:rPr>
            <w:webHidden/>
          </w:rPr>
          <w:fldChar w:fldCharType="end"/>
        </w:r>
      </w:hyperlink>
    </w:p>
    <w:p w14:paraId="04B447D6" w14:textId="04CCBA76" w:rsidR="002F60B3" w:rsidRPr="002F60B3" w:rsidRDefault="009F070C" w:rsidP="00910953">
      <w:pPr>
        <w:pStyle w:val="TOC4"/>
        <w:rPr>
          <w:rFonts w:eastAsiaTheme="minorEastAsia"/>
          <w:snapToGrid/>
        </w:rPr>
      </w:pPr>
      <w:hyperlink w:anchor="_Toc135988908" w:history="1">
        <w:r w:rsidR="002F60B3" w:rsidRPr="002F60B3">
          <w:rPr>
            <w:rStyle w:val="Hyperlink"/>
            <w:bCs w:val="0"/>
            <w:sz w:val="20"/>
            <w:szCs w:val="20"/>
            <w:u w:val="none"/>
          </w:rPr>
          <w:t>3.1.6.8</w:t>
        </w:r>
        <w:r w:rsidR="002F60B3" w:rsidRPr="002F60B3">
          <w:rPr>
            <w:rFonts w:eastAsiaTheme="minorEastAsia"/>
            <w:snapToGrid/>
          </w:rPr>
          <w:tab/>
        </w:r>
        <w:r w:rsidR="002F60B3" w:rsidRPr="002F60B3">
          <w:rPr>
            <w:rStyle w:val="Hyperlink"/>
            <w:bCs w:val="0"/>
            <w:sz w:val="20"/>
            <w:szCs w:val="20"/>
            <w:u w:val="none"/>
          </w:rPr>
          <w:t>Resource Outage Rejection Notice</w:t>
        </w:r>
        <w:r w:rsidR="002F60B3" w:rsidRPr="002F60B3">
          <w:rPr>
            <w:webHidden/>
          </w:rPr>
          <w:tab/>
        </w:r>
        <w:r w:rsidR="002F60B3" w:rsidRPr="002F60B3">
          <w:rPr>
            <w:webHidden/>
          </w:rPr>
          <w:fldChar w:fldCharType="begin"/>
        </w:r>
        <w:r w:rsidR="002F60B3" w:rsidRPr="002F60B3">
          <w:rPr>
            <w:webHidden/>
          </w:rPr>
          <w:instrText xml:space="preserve"> PAGEREF _Toc135988908 \h </w:instrText>
        </w:r>
        <w:r w:rsidR="002F60B3" w:rsidRPr="002F60B3">
          <w:rPr>
            <w:webHidden/>
          </w:rPr>
        </w:r>
        <w:r w:rsidR="002F60B3" w:rsidRPr="002F60B3">
          <w:rPr>
            <w:webHidden/>
          </w:rPr>
          <w:fldChar w:fldCharType="separate"/>
        </w:r>
        <w:r>
          <w:rPr>
            <w:webHidden/>
          </w:rPr>
          <w:t>3-31</w:t>
        </w:r>
        <w:r w:rsidR="002F60B3" w:rsidRPr="002F60B3">
          <w:rPr>
            <w:webHidden/>
          </w:rPr>
          <w:fldChar w:fldCharType="end"/>
        </w:r>
      </w:hyperlink>
    </w:p>
    <w:p w14:paraId="13347FD0" w14:textId="4F04008B" w:rsidR="002F60B3" w:rsidRPr="002F60B3" w:rsidRDefault="009F070C" w:rsidP="00910953">
      <w:pPr>
        <w:pStyle w:val="TOC4"/>
        <w:rPr>
          <w:rFonts w:eastAsiaTheme="minorEastAsia"/>
          <w:snapToGrid/>
        </w:rPr>
      </w:pPr>
      <w:hyperlink w:anchor="_Toc135988909" w:history="1">
        <w:r w:rsidR="002F60B3" w:rsidRPr="002F60B3">
          <w:rPr>
            <w:rStyle w:val="Hyperlink"/>
            <w:bCs w:val="0"/>
            <w:sz w:val="20"/>
            <w:szCs w:val="20"/>
            <w:u w:val="none"/>
          </w:rPr>
          <w:t>3.1.6.9</w:t>
        </w:r>
        <w:r w:rsidR="002F60B3" w:rsidRPr="002F60B3">
          <w:rPr>
            <w:rFonts w:eastAsiaTheme="minorEastAsia"/>
            <w:snapToGrid/>
          </w:rPr>
          <w:tab/>
        </w:r>
        <w:r w:rsidR="002F60B3" w:rsidRPr="002F60B3">
          <w:rPr>
            <w:rStyle w:val="Hyperlink"/>
            <w:bCs w:val="0"/>
            <w:sz w:val="20"/>
            <w:szCs w:val="20"/>
            <w:u w:val="none"/>
          </w:rPr>
          <w:t>Withdrawal of Approval and Rescheduling of Approved Planned Outages of Resource Facilities</w:t>
        </w:r>
        <w:r w:rsidR="002F60B3" w:rsidRPr="002F60B3">
          <w:rPr>
            <w:webHidden/>
          </w:rPr>
          <w:tab/>
        </w:r>
        <w:r w:rsidR="002F60B3" w:rsidRPr="002F60B3">
          <w:rPr>
            <w:webHidden/>
          </w:rPr>
          <w:fldChar w:fldCharType="begin"/>
        </w:r>
        <w:r w:rsidR="002F60B3" w:rsidRPr="002F60B3">
          <w:rPr>
            <w:webHidden/>
          </w:rPr>
          <w:instrText xml:space="preserve"> PAGEREF _Toc135988909 \h </w:instrText>
        </w:r>
        <w:r w:rsidR="002F60B3" w:rsidRPr="002F60B3">
          <w:rPr>
            <w:webHidden/>
          </w:rPr>
        </w:r>
        <w:r w:rsidR="002F60B3" w:rsidRPr="002F60B3">
          <w:rPr>
            <w:webHidden/>
          </w:rPr>
          <w:fldChar w:fldCharType="separate"/>
        </w:r>
        <w:r>
          <w:rPr>
            <w:webHidden/>
          </w:rPr>
          <w:t>3-32</w:t>
        </w:r>
        <w:r w:rsidR="002F60B3" w:rsidRPr="002F60B3">
          <w:rPr>
            <w:webHidden/>
          </w:rPr>
          <w:fldChar w:fldCharType="end"/>
        </w:r>
      </w:hyperlink>
    </w:p>
    <w:p w14:paraId="60180256" w14:textId="4AE666DB" w:rsidR="002F60B3" w:rsidRPr="002F60B3" w:rsidRDefault="009F070C" w:rsidP="00910953">
      <w:pPr>
        <w:pStyle w:val="TOC4"/>
        <w:rPr>
          <w:rFonts w:eastAsiaTheme="minorEastAsia"/>
          <w:snapToGrid/>
        </w:rPr>
      </w:pPr>
      <w:hyperlink w:anchor="_Toc135988910" w:history="1">
        <w:r w:rsidR="002F60B3" w:rsidRPr="002F60B3">
          <w:rPr>
            <w:rStyle w:val="Hyperlink"/>
            <w:bCs w:val="0"/>
            <w:sz w:val="20"/>
            <w:szCs w:val="20"/>
            <w:u w:val="none"/>
          </w:rPr>
          <w:t>3.1.6.10</w:t>
        </w:r>
        <w:r w:rsidR="002F60B3" w:rsidRPr="002F60B3">
          <w:rPr>
            <w:rFonts w:eastAsiaTheme="minorEastAsia"/>
            <w:snapToGrid/>
          </w:rPr>
          <w:tab/>
        </w:r>
        <w:r w:rsidR="002F60B3" w:rsidRPr="002F60B3">
          <w:rPr>
            <w:rStyle w:val="Hyperlink"/>
            <w:bCs w:val="0"/>
            <w:sz w:val="20"/>
            <w:szCs w:val="20"/>
            <w:u w:val="none"/>
          </w:rPr>
          <w:t>Opportunity Outage</w:t>
        </w:r>
        <w:r w:rsidR="002F60B3" w:rsidRPr="002F60B3">
          <w:rPr>
            <w:webHidden/>
          </w:rPr>
          <w:tab/>
        </w:r>
        <w:r w:rsidR="002F60B3" w:rsidRPr="002F60B3">
          <w:rPr>
            <w:webHidden/>
          </w:rPr>
          <w:fldChar w:fldCharType="begin"/>
        </w:r>
        <w:r w:rsidR="002F60B3" w:rsidRPr="002F60B3">
          <w:rPr>
            <w:webHidden/>
          </w:rPr>
          <w:instrText xml:space="preserve"> PAGEREF _Toc135988910 \h </w:instrText>
        </w:r>
        <w:r w:rsidR="002F60B3" w:rsidRPr="002F60B3">
          <w:rPr>
            <w:webHidden/>
          </w:rPr>
        </w:r>
        <w:r w:rsidR="002F60B3" w:rsidRPr="002F60B3">
          <w:rPr>
            <w:webHidden/>
          </w:rPr>
          <w:fldChar w:fldCharType="separate"/>
        </w:r>
        <w:r>
          <w:rPr>
            <w:webHidden/>
          </w:rPr>
          <w:t>3-37</w:t>
        </w:r>
        <w:r w:rsidR="002F60B3" w:rsidRPr="002F60B3">
          <w:rPr>
            <w:webHidden/>
          </w:rPr>
          <w:fldChar w:fldCharType="end"/>
        </w:r>
      </w:hyperlink>
    </w:p>
    <w:p w14:paraId="141E8ACA" w14:textId="7B326E4B" w:rsidR="002F60B3" w:rsidRPr="002F60B3" w:rsidRDefault="009F070C" w:rsidP="00910953">
      <w:pPr>
        <w:pStyle w:val="TOC4"/>
        <w:rPr>
          <w:rFonts w:eastAsiaTheme="minorEastAsia"/>
          <w:snapToGrid/>
        </w:rPr>
      </w:pPr>
      <w:hyperlink w:anchor="_Toc135988911" w:history="1">
        <w:r w:rsidR="002F60B3" w:rsidRPr="002F60B3">
          <w:rPr>
            <w:rStyle w:val="Hyperlink"/>
            <w:bCs w:val="0"/>
            <w:sz w:val="20"/>
            <w:szCs w:val="20"/>
            <w:u w:val="none"/>
          </w:rPr>
          <w:t>3.1.6.11</w:t>
        </w:r>
        <w:r w:rsidR="002F60B3" w:rsidRPr="002F60B3">
          <w:rPr>
            <w:rFonts w:eastAsiaTheme="minorEastAsia"/>
            <w:snapToGrid/>
          </w:rPr>
          <w:tab/>
        </w:r>
        <w:r w:rsidR="002F60B3" w:rsidRPr="002F60B3">
          <w:rPr>
            <w:rStyle w:val="Hyperlink"/>
            <w:bCs w:val="0"/>
            <w:sz w:val="20"/>
            <w:szCs w:val="20"/>
            <w:u w:val="none"/>
          </w:rPr>
          <w:t>Outage Returning Early</w:t>
        </w:r>
        <w:r w:rsidR="002F60B3" w:rsidRPr="002F60B3">
          <w:rPr>
            <w:webHidden/>
          </w:rPr>
          <w:tab/>
        </w:r>
        <w:r w:rsidR="002F60B3" w:rsidRPr="002F60B3">
          <w:rPr>
            <w:webHidden/>
          </w:rPr>
          <w:fldChar w:fldCharType="begin"/>
        </w:r>
        <w:r w:rsidR="002F60B3" w:rsidRPr="002F60B3">
          <w:rPr>
            <w:webHidden/>
          </w:rPr>
          <w:instrText xml:space="preserve"> PAGEREF _Toc135988911 \h </w:instrText>
        </w:r>
        <w:r w:rsidR="002F60B3" w:rsidRPr="002F60B3">
          <w:rPr>
            <w:webHidden/>
          </w:rPr>
        </w:r>
        <w:r w:rsidR="002F60B3" w:rsidRPr="002F60B3">
          <w:rPr>
            <w:webHidden/>
          </w:rPr>
          <w:fldChar w:fldCharType="separate"/>
        </w:r>
        <w:r>
          <w:rPr>
            <w:webHidden/>
          </w:rPr>
          <w:t>3-37</w:t>
        </w:r>
        <w:r w:rsidR="002F60B3" w:rsidRPr="002F60B3">
          <w:rPr>
            <w:webHidden/>
          </w:rPr>
          <w:fldChar w:fldCharType="end"/>
        </w:r>
      </w:hyperlink>
    </w:p>
    <w:p w14:paraId="72BF3049" w14:textId="4DB3EFF2" w:rsidR="002F60B3" w:rsidRPr="002F60B3" w:rsidRDefault="009F070C" w:rsidP="00910953">
      <w:pPr>
        <w:pStyle w:val="TOC4"/>
        <w:rPr>
          <w:rFonts w:eastAsiaTheme="minorEastAsia"/>
          <w:snapToGrid/>
        </w:rPr>
      </w:pPr>
      <w:hyperlink w:anchor="_Toc135988912" w:history="1">
        <w:r w:rsidR="002F60B3" w:rsidRPr="002F60B3">
          <w:rPr>
            <w:rStyle w:val="Hyperlink"/>
            <w:bCs w:val="0"/>
            <w:sz w:val="20"/>
            <w:szCs w:val="20"/>
            <w:u w:val="none"/>
          </w:rPr>
          <w:t>3.1.6.12</w:t>
        </w:r>
        <w:r w:rsidR="002F60B3" w:rsidRPr="002F60B3">
          <w:rPr>
            <w:rFonts w:eastAsiaTheme="minorEastAsia"/>
            <w:snapToGrid/>
          </w:rPr>
          <w:tab/>
        </w:r>
        <w:r w:rsidR="002F60B3" w:rsidRPr="002F60B3">
          <w:rPr>
            <w:rStyle w:val="Hyperlink"/>
            <w:bCs w:val="0"/>
            <w:sz w:val="20"/>
            <w:szCs w:val="20"/>
            <w:u w:val="none"/>
          </w:rPr>
          <w:t>Resource Coming On-Line</w:t>
        </w:r>
        <w:r w:rsidR="002F60B3" w:rsidRPr="002F60B3">
          <w:rPr>
            <w:webHidden/>
          </w:rPr>
          <w:tab/>
        </w:r>
        <w:r w:rsidR="002F60B3" w:rsidRPr="002F60B3">
          <w:rPr>
            <w:webHidden/>
          </w:rPr>
          <w:fldChar w:fldCharType="begin"/>
        </w:r>
        <w:r w:rsidR="002F60B3" w:rsidRPr="002F60B3">
          <w:rPr>
            <w:webHidden/>
          </w:rPr>
          <w:instrText xml:space="preserve"> PAGEREF _Toc135988912 \h </w:instrText>
        </w:r>
        <w:r w:rsidR="002F60B3" w:rsidRPr="002F60B3">
          <w:rPr>
            <w:webHidden/>
          </w:rPr>
        </w:r>
        <w:r w:rsidR="002F60B3" w:rsidRPr="002F60B3">
          <w:rPr>
            <w:webHidden/>
          </w:rPr>
          <w:fldChar w:fldCharType="separate"/>
        </w:r>
        <w:r>
          <w:rPr>
            <w:webHidden/>
          </w:rPr>
          <w:t>3-38</w:t>
        </w:r>
        <w:r w:rsidR="002F60B3" w:rsidRPr="002F60B3">
          <w:rPr>
            <w:webHidden/>
          </w:rPr>
          <w:fldChar w:fldCharType="end"/>
        </w:r>
      </w:hyperlink>
    </w:p>
    <w:p w14:paraId="2BAC569C" w14:textId="261F1175" w:rsidR="002F60B3" w:rsidRPr="002F60B3" w:rsidRDefault="009F070C" w:rsidP="00910953">
      <w:pPr>
        <w:pStyle w:val="TOC4"/>
        <w:rPr>
          <w:rFonts w:eastAsiaTheme="minorEastAsia"/>
          <w:snapToGrid/>
        </w:rPr>
      </w:pPr>
      <w:hyperlink w:anchor="_Toc135988913" w:history="1">
        <w:r w:rsidR="002F60B3" w:rsidRPr="002F60B3">
          <w:rPr>
            <w:rStyle w:val="Hyperlink"/>
            <w:bCs w:val="0"/>
            <w:sz w:val="20"/>
            <w:szCs w:val="20"/>
            <w:u w:val="none"/>
          </w:rPr>
          <w:t>3.1.6.13</w:t>
        </w:r>
        <w:r w:rsidR="002F60B3" w:rsidRPr="002F60B3">
          <w:rPr>
            <w:rFonts w:eastAsiaTheme="minorEastAsia"/>
            <w:snapToGrid/>
          </w:rPr>
          <w:tab/>
        </w:r>
        <w:r w:rsidR="002F60B3" w:rsidRPr="002F60B3">
          <w:rPr>
            <w:rStyle w:val="Hyperlink"/>
            <w:bCs w:val="0"/>
            <w:sz w:val="20"/>
            <w:szCs w:val="20"/>
            <w:u w:val="none"/>
          </w:rPr>
          <w:t>Maximum Daily Resource Planned Outage Capacity</w:t>
        </w:r>
        <w:r w:rsidR="002F60B3" w:rsidRPr="002F60B3">
          <w:rPr>
            <w:webHidden/>
          </w:rPr>
          <w:tab/>
        </w:r>
        <w:r w:rsidR="002F60B3" w:rsidRPr="002F60B3">
          <w:rPr>
            <w:webHidden/>
          </w:rPr>
          <w:fldChar w:fldCharType="begin"/>
        </w:r>
        <w:r w:rsidR="002F60B3" w:rsidRPr="002F60B3">
          <w:rPr>
            <w:webHidden/>
          </w:rPr>
          <w:instrText xml:space="preserve"> PAGEREF _Toc135988913 \h </w:instrText>
        </w:r>
        <w:r w:rsidR="002F60B3" w:rsidRPr="002F60B3">
          <w:rPr>
            <w:webHidden/>
          </w:rPr>
        </w:r>
        <w:r w:rsidR="002F60B3" w:rsidRPr="002F60B3">
          <w:rPr>
            <w:webHidden/>
          </w:rPr>
          <w:fldChar w:fldCharType="separate"/>
        </w:r>
        <w:r>
          <w:rPr>
            <w:webHidden/>
          </w:rPr>
          <w:t>3-38</w:t>
        </w:r>
        <w:r w:rsidR="002F60B3" w:rsidRPr="002F60B3">
          <w:rPr>
            <w:webHidden/>
          </w:rPr>
          <w:fldChar w:fldCharType="end"/>
        </w:r>
      </w:hyperlink>
    </w:p>
    <w:p w14:paraId="0D835C57" w14:textId="38B94436" w:rsidR="002F60B3" w:rsidRPr="002F60B3" w:rsidRDefault="009F070C" w:rsidP="00910953">
      <w:pPr>
        <w:pStyle w:val="TOC4"/>
        <w:rPr>
          <w:rFonts w:eastAsiaTheme="minorEastAsia"/>
          <w:snapToGrid/>
        </w:rPr>
      </w:pPr>
      <w:hyperlink w:anchor="_Toc135988914" w:history="1">
        <w:r w:rsidR="002F60B3" w:rsidRPr="002F60B3">
          <w:rPr>
            <w:rStyle w:val="Hyperlink"/>
            <w:bCs w:val="0"/>
            <w:sz w:val="20"/>
            <w:szCs w:val="20"/>
            <w:u w:val="none"/>
          </w:rPr>
          <w:t>3.1.6.14</w:t>
        </w:r>
        <w:r w:rsidR="002F60B3" w:rsidRPr="002F60B3">
          <w:rPr>
            <w:rFonts w:eastAsiaTheme="minorEastAsia"/>
            <w:snapToGrid/>
          </w:rPr>
          <w:tab/>
        </w:r>
        <w:r w:rsidR="002F60B3" w:rsidRPr="002F60B3">
          <w:rPr>
            <w:rStyle w:val="Hyperlink"/>
            <w:bCs w:val="0"/>
            <w:sz w:val="20"/>
            <w:szCs w:val="20"/>
            <w:u w:val="none"/>
          </w:rPr>
          <w:t>Distribution Facility Outages Impacting Distribution Generation Resources and Distribution Energy Storage Resources</w:t>
        </w:r>
        <w:r w:rsidR="002F60B3" w:rsidRPr="002F60B3">
          <w:rPr>
            <w:webHidden/>
          </w:rPr>
          <w:tab/>
        </w:r>
        <w:r w:rsidR="002F60B3" w:rsidRPr="002F60B3">
          <w:rPr>
            <w:webHidden/>
          </w:rPr>
          <w:fldChar w:fldCharType="begin"/>
        </w:r>
        <w:r w:rsidR="002F60B3" w:rsidRPr="002F60B3">
          <w:rPr>
            <w:webHidden/>
          </w:rPr>
          <w:instrText xml:space="preserve"> PAGEREF _Toc135988914 \h </w:instrText>
        </w:r>
        <w:r w:rsidR="002F60B3" w:rsidRPr="002F60B3">
          <w:rPr>
            <w:webHidden/>
          </w:rPr>
        </w:r>
        <w:r w:rsidR="002F60B3" w:rsidRPr="002F60B3">
          <w:rPr>
            <w:webHidden/>
          </w:rPr>
          <w:fldChar w:fldCharType="separate"/>
        </w:r>
        <w:r>
          <w:rPr>
            <w:webHidden/>
          </w:rPr>
          <w:t>3-39</w:t>
        </w:r>
        <w:r w:rsidR="002F60B3" w:rsidRPr="002F60B3">
          <w:rPr>
            <w:webHidden/>
          </w:rPr>
          <w:fldChar w:fldCharType="end"/>
        </w:r>
      </w:hyperlink>
    </w:p>
    <w:p w14:paraId="037A3BE4" w14:textId="6A70ACA2" w:rsidR="002F60B3" w:rsidRPr="002F60B3" w:rsidRDefault="009F070C">
      <w:pPr>
        <w:pStyle w:val="TOC3"/>
        <w:rPr>
          <w:rFonts w:eastAsiaTheme="minorEastAsia"/>
        </w:rPr>
      </w:pPr>
      <w:hyperlink w:anchor="_Toc135988915" w:history="1">
        <w:r w:rsidR="002F60B3" w:rsidRPr="002F60B3">
          <w:rPr>
            <w:rStyle w:val="Hyperlink"/>
            <w:u w:val="none"/>
          </w:rPr>
          <w:t>3.1.7</w:t>
        </w:r>
        <w:r w:rsidR="002F60B3" w:rsidRPr="002F60B3">
          <w:rPr>
            <w:rFonts w:eastAsiaTheme="minorEastAsia"/>
          </w:rPr>
          <w:tab/>
        </w:r>
        <w:r w:rsidR="002F60B3" w:rsidRPr="002F60B3">
          <w:rPr>
            <w:rStyle w:val="Hyperlink"/>
            <w:u w:val="none"/>
          </w:rPr>
          <w:t>Reliability Resource Outages</w:t>
        </w:r>
        <w:r w:rsidR="002F60B3" w:rsidRPr="002F60B3">
          <w:rPr>
            <w:webHidden/>
          </w:rPr>
          <w:tab/>
        </w:r>
        <w:r w:rsidR="002F60B3" w:rsidRPr="002F60B3">
          <w:rPr>
            <w:webHidden/>
          </w:rPr>
          <w:fldChar w:fldCharType="begin"/>
        </w:r>
        <w:r w:rsidR="002F60B3" w:rsidRPr="002F60B3">
          <w:rPr>
            <w:webHidden/>
          </w:rPr>
          <w:instrText xml:space="preserve"> PAGEREF _Toc135988915 \h </w:instrText>
        </w:r>
        <w:r w:rsidR="002F60B3" w:rsidRPr="002F60B3">
          <w:rPr>
            <w:webHidden/>
          </w:rPr>
        </w:r>
        <w:r w:rsidR="002F60B3" w:rsidRPr="002F60B3">
          <w:rPr>
            <w:webHidden/>
          </w:rPr>
          <w:fldChar w:fldCharType="separate"/>
        </w:r>
        <w:r>
          <w:rPr>
            <w:webHidden/>
          </w:rPr>
          <w:t>3-40</w:t>
        </w:r>
        <w:r w:rsidR="002F60B3" w:rsidRPr="002F60B3">
          <w:rPr>
            <w:webHidden/>
          </w:rPr>
          <w:fldChar w:fldCharType="end"/>
        </w:r>
      </w:hyperlink>
    </w:p>
    <w:p w14:paraId="03585BD8" w14:textId="3F0C0FED" w:rsidR="002F60B3" w:rsidRPr="002F60B3" w:rsidRDefault="009F070C" w:rsidP="00910953">
      <w:pPr>
        <w:pStyle w:val="TOC4"/>
        <w:rPr>
          <w:rFonts w:eastAsiaTheme="minorEastAsia"/>
          <w:snapToGrid/>
        </w:rPr>
      </w:pPr>
      <w:hyperlink w:anchor="_Toc135988916" w:history="1">
        <w:r w:rsidR="002F60B3" w:rsidRPr="002F60B3">
          <w:rPr>
            <w:rStyle w:val="Hyperlink"/>
            <w:bCs w:val="0"/>
            <w:sz w:val="20"/>
            <w:szCs w:val="20"/>
            <w:u w:val="none"/>
          </w:rPr>
          <w:t>3.1.7.1</w:t>
        </w:r>
        <w:r w:rsidR="002F60B3" w:rsidRPr="002F60B3">
          <w:rPr>
            <w:rFonts w:eastAsiaTheme="minorEastAsia"/>
            <w:snapToGrid/>
          </w:rPr>
          <w:tab/>
        </w:r>
        <w:r w:rsidR="002F60B3" w:rsidRPr="002F60B3">
          <w:rPr>
            <w:rStyle w:val="Hyperlink"/>
            <w:bCs w:val="0"/>
            <w:sz w:val="20"/>
            <w:szCs w:val="20"/>
            <w:u w:val="none"/>
          </w:rPr>
          <w:t>Timelines for Response by ERCOT on Reliability Resource Outages</w:t>
        </w:r>
        <w:r w:rsidR="002F60B3" w:rsidRPr="002F60B3">
          <w:rPr>
            <w:webHidden/>
          </w:rPr>
          <w:tab/>
        </w:r>
        <w:r w:rsidR="002F60B3" w:rsidRPr="002F60B3">
          <w:rPr>
            <w:webHidden/>
          </w:rPr>
          <w:fldChar w:fldCharType="begin"/>
        </w:r>
        <w:r w:rsidR="002F60B3" w:rsidRPr="002F60B3">
          <w:rPr>
            <w:webHidden/>
          </w:rPr>
          <w:instrText xml:space="preserve"> PAGEREF _Toc135988916 \h </w:instrText>
        </w:r>
        <w:r w:rsidR="002F60B3" w:rsidRPr="002F60B3">
          <w:rPr>
            <w:webHidden/>
          </w:rPr>
        </w:r>
        <w:r w:rsidR="002F60B3" w:rsidRPr="002F60B3">
          <w:rPr>
            <w:webHidden/>
          </w:rPr>
          <w:fldChar w:fldCharType="separate"/>
        </w:r>
        <w:r>
          <w:rPr>
            <w:webHidden/>
          </w:rPr>
          <w:t>3-40</w:t>
        </w:r>
        <w:r w:rsidR="002F60B3" w:rsidRPr="002F60B3">
          <w:rPr>
            <w:webHidden/>
          </w:rPr>
          <w:fldChar w:fldCharType="end"/>
        </w:r>
      </w:hyperlink>
    </w:p>
    <w:p w14:paraId="6FC821EA" w14:textId="529A05B5" w:rsidR="002F60B3" w:rsidRPr="002F60B3" w:rsidRDefault="009F070C" w:rsidP="00910953">
      <w:pPr>
        <w:pStyle w:val="TOC4"/>
        <w:rPr>
          <w:rFonts w:eastAsiaTheme="minorEastAsia"/>
          <w:snapToGrid/>
        </w:rPr>
      </w:pPr>
      <w:hyperlink w:anchor="_Toc135988917" w:history="1">
        <w:r w:rsidR="002F60B3" w:rsidRPr="002F60B3">
          <w:rPr>
            <w:rStyle w:val="Hyperlink"/>
            <w:bCs w:val="0"/>
            <w:sz w:val="20"/>
            <w:szCs w:val="20"/>
            <w:u w:val="none"/>
          </w:rPr>
          <w:t>3.1.7.2</w:t>
        </w:r>
        <w:r w:rsidR="002F60B3" w:rsidRPr="002F60B3">
          <w:rPr>
            <w:rFonts w:eastAsiaTheme="minorEastAsia"/>
            <w:snapToGrid/>
          </w:rPr>
          <w:tab/>
        </w:r>
        <w:r w:rsidR="002F60B3" w:rsidRPr="002F60B3">
          <w:rPr>
            <w:rStyle w:val="Hyperlink"/>
            <w:bCs w:val="0"/>
            <w:sz w:val="20"/>
            <w:szCs w:val="20"/>
            <w:u w:val="none"/>
          </w:rPr>
          <w:t>Changes to an Approved Reliability Resource Outage Plan</w:t>
        </w:r>
        <w:r w:rsidR="002F60B3" w:rsidRPr="002F60B3">
          <w:rPr>
            <w:webHidden/>
          </w:rPr>
          <w:tab/>
        </w:r>
        <w:r w:rsidR="002F60B3" w:rsidRPr="002F60B3">
          <w:rPr>
            <w:webHidden/>
          </w:rPr>
          <w:fldChar w:fldCharType="begin"/>
        </w:r>
        <w:r w:rsidR="002F60B3" w:rsidRPr="002F60B3">
          <w:rPr>
            <w:webHidden/>
          </w:rPr>
          <w:instrText xml:space="preserve"> PAGEREF _Toc135988917 \h </w:instrText>
        </w:r>
        <w:r w:rsidR="002F60B3" w:rsidRPr="002F60B3">
          <w:rPr>
            <w:webHidden/>
          </w:rPr>
        </w:r>
        <w:r w:rsidR="002F60B3" w:rsidRPr="002F60B3">
          <w:rPr>
            <w:webHidden/>
          </w:rPr>
          <w:fldChar w:fldCharType="separate"/>
        </w:r>
        <w:r>
          <w:rPr>
            <w:webHidden/>
          </w:rPr>
          <w:t>3-41</w:t>
        </w:r>
        <w:r w:rsidR="002F60B3" w:rsidRPr="002F60B3">
          <w:rPr>
            <w:webHidden/>
          </w:rPr>
          <w:fldChar w:fldCharType="end"/>
        </w:r>
      </w:hyperlink>
    </w:p>
    <w:p w14:paraId="6BCA13E7" w14:textId="6146873D" w:rsidR="002F60B3" w:rsidRPr="002F60B3" w:rsidRDefault="009F070C">
      <w:pPr>
        <w:pStyle w:val="TOC3"/>
        <w:rPr>
          <w:rFonts w:eastAsiaTheme="minorEastAsia"/>
        </w:rPr>
      </w:pPr>
      <w:hyperlink w:anchor="_Toc135988918" w:history="1">
        <w:r w:rsidR="002F60B3" w:rsidRPr="002F60B3">
          <w:rPr>
            <w:rStyle w:val="Hyperlink"/>
            <w:u w:val="none"/>
          </w:rPr>
          <w:t>3.1.8</w:t>
        </w:r>
        <w:r w:rsidR="002F60B3" w:rsidRPr="002F60B3">
          <w:rPr>
            <w:rFonts w:eastAsiaTheme="minorEastAsia"/>
          </w:rPr>
          <w:tab/>
        </w:r>
        <w:r w:rsidR="002F60B3" w:rsidRPr="002F60B3">
          <w:rPr>
            <w:rStyle w:val="Hyperlink"/>
            <w:u w:val="none"/>
          </w:rPr>
          <w:t>High Impact Transmission Element (HITE) Identification</w:t>
        </w:r>
        <w:r w:rsidR="002F60B3" w:rsidRPr="002F60B3">
          <w:rPr>
            <w:webHidden/>
          </w:rPr>
          <w:tab/>
        </w:r>
        <w:r w:rsidR="002F60B3" w:rsidRPr="002F60B3">
          <w:rPr>
            <w:webHidden/>
          </w:rPr>
          <w:fldChar w:fldCharType="begin"/>
        </w:r>
        <w:r w:rsidR="002F60B3" w:rsidRPr="002F60B3">
          <w:rPr>
            <w:webHidden/>
          </w:rPr>
          <w:instrText xml:space="preserve"> PAGEREF _Toc135988918 \h </w:instrText>
        </w:r>
        <w:r w:rsidR="002F60B3" w:rsidRPr="002F60B3">
          <w:rPr>
            <w:webHidden/>
          </w:rPr>
        </w:r>
        <w:r w:rsidR="002F60B3" w:rsidRPr="002F60B3">
          <w:rPr>
            <w:webHidden/>
          </w:rPr>
          <w:fldChar w:fldCharType="separate"/>
        </w:r>
        <w:r>
          <w:rPr>
            <w:webHidden/>
          </w:rPr>
          <w:t>3-41</w:t>
        </w:r>
        <w:r w:rsidR="002F60B3" w:rsidRPr="002F60B3">
          <w:rPr>
            <w:webHidden/>
          </w:rPr>
          <w:fldChar w:fldCharType="end"/>
        </w:r>
      </w:hyperlink>
    </w:p>
    <w:p w14:paraId="426A7589" w14:textId="3581A16A" w:rsidR="002F60B3" w:rsidRPr="002F60B3" w:rsidRDefault="009F070C">
      <w:pPr>
        <w:pStyle w:val="TOC2"/>
        <w:rPr>
          <w:rFonts w:eastAsiaTheme="minorEastAsia"/>
          <w:noProof/>
        </w:rPr>
      </w:pPr>
      <w:hyperlink w:anchor="_Toc135988919" w:history="1">
        <w:r w:rsidR="002F60B3" w:rsidRPr="002F60B3">
          <w:rPr>
            <w:rStyle w:val="Hyperlink"/>
            <w:noProof/>
            <w:u w:val="none"/>
          </w:rPr>
          <w:t xml:space="preserve">3.2 </w:t>
        </w:r>
        <w:r w:rsidR="002F60B3" w:rsidRPr="002F60B3">
          <w:rPr>
            <w:rFonts w:eastAsiaTheme="minorEastAsia"/>
            <w:noProof/>
          </w:rPr>
          <w:tab/>
        </w:r>
        <w:r w:rsidR="002F60B3" w:rsidRPr="002F60B3">
          <w:rPr>
            <w:rStyle w:val="Hyperlink"/>
            <w:noProof/>
            <w:u w:val="none"/>
          </w:rPr>
          <w:t>Analysis of Resource Adequacy</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_Toc135988919 \h </w:instrText>
        </w:r>
        <w:r w:rsidR="002F60B3" w:rsidRPr="002F60B3">
          <w:rPr>
            <w:noProof/>
            <w:webHidden/>
          </w:rPr>
        </w:r>
        <w:r w:rsidR="002F60B3" w:rsidRPr="002F60B3">
          <w:rPr>
            <w:noProof/>
            <w:webHidden/>
          </w:rPr>
          <w:fldChar w:fldCharType="separate"/>
        </w:r>
        <w:r>
          <w:rPr>
            <w:noProof/>
            <w:webHidden/>
          </w:rPr>
          <w:t>3-41</w:t>
        </w:r>
        <w:r w:rsidR="002F60B3" w:rsidRPr="002F60B3">
          <w:rPr>
            <w:noProof/>
            <w:webHidden/>
          </w:rPr>
          <w:fldChar w:fldCharType="end"/>
        </w:r>
      </w:hyperlink>
    </w:p>
    <w:p w14:paraId="092BE2E9" w14:textId="6734C6B9" w:rsidR="002F60B3" w:rsidRPr="002F60B3" w:rsidRDefault="009F070C">
      <w:pPr>
        <w:pStyle w:val="TOC3"/>
        <w:rPr>
          <w:rFonts w:eastAsiaTheme="minorEastAsia"/>
        </w:rPr>
      </w:pPr>
      <w:hyperlink w:anchor="_Toc135988920" w:history="1">
        <w:r w:rsidR="002F60B3" w:rsidRPr="002F60B3">
          <w:rPr>
            <w:rStyle w:val="Hyperlink"/>
            <w:u w:val="none"/>
          </w:rPr>
          <w:t>3.2.1</w:t>
        </w:r>
        <w:r w:rsidR="002F60B3" w:rsidRPr="002F60B3">
          <w:rPr>
            <w:rFonts w:eastAsiaTheme="minorEastAsia"/>
          </w:rPr>
          <w:tab/>
        </w:r>
        <w:r w:rsidR="002F60B3" w:rsidRPr="002F60B3">
          <w:rPr>
            <w:rStyle w:val="Hyperlink"/>
            <w:u w:val="none"/>
          </w:rPr>
          <w:t>Calculation of Aggregate Resource Capacity</w:t>
        </w:r>
        <w:r w:rsidR="002F60B3" w:rsidRPr="002F60B3">
          <w:rPr>
            <w:webHidden/>
          </w:rPr>
          <w:tab/>
        </w:r>
        <w:r w:rsidR="002F60B3" w:rsidRPr="002F60B3">
          <w:rPr>
            <w:webHidden/>
          </w:rPr>
          <w:fldChar w:fldCharType="begin"/>
        </w:r>
        <w:r w:rsidR="002F60B3" w:rsidRPr="002F60B3">
          <w:rPr>
            <w:webHidden/>
          </w:rPr>
          <w:instrText xml:space="preserve"> PAGEREF _Toc135988920 \h </w:instrText>
        </w:r>
        <w:r w:rsidR="002F60B3" w:rsidRPr="002F60B3">
          <w:rPr>
            <w:webHidden/>
          </w:rPr>
        </w:r>
        <w:r w:rsidR="002F60B3" w:rsidRPr="002F60B3">
          <w:rPr>
            <w:webHidden/>
          </w:rPr>
          <w:fldChar w:fldCharType="separate"/>
        </w:r>
        <w:r>
          <w:rPr>
            <w:webHidden/>
          </w:rPr>
          <w:t>3-41</w:t>
        </w:r>
        <w:r w:rsidR="002F60B3" w:rsidRPr="002F60B3">
          <w:rPr>
            <w:webHidden/>
          </w:rPr>
          <w:fldChar w:fldCharType="end"/>
        </w:r>
      </w:hyperlink>
    </w:p>
    <w:p w14:paraId="73ACCBD3" w14:textId="30E72176" w:rsidR="002F60B3" w:rsidRPr="002F60B3" w:rsidRDefault="009F070C">
      <w:pPr>
        <w:pStyle w:val="TOC3"/>
        <w:rPr>
          <w:rFonts w:eastAsiaTheme="minorEastAsia"/>
        </w:rPr>
      </w:pPr>
      <w:hyperlink w:anchor="_Toc135988921" w:history="1">
        <w:r w:rsidR="002F60B3" w:rsidRPr="002F60B3">
          <w:rPr>
            <w:rStyle w:val="Hyperlink"/>
            <w:u w:val="none"/>
          </w:rPr>
          <w:t>3.2.2</w:t>
        </w:r>
        <w:r w:rsidR="002F60B3" w:rsidRPr="002F60B3">
          <w:rPr>
            <w:rFonts w:eastAsiaTheme="minorEastAsia"/>
          </w:rPr>
          <w:tab/>
        </w:r>
        <w:r w:rsidR="002F60B3" w:rsidRPr="002F60B3">
          <w:rPr>
            <w:rStyle w:val="Hyperlink"/>
            <w:u w:val="none"/>
          </w:rPr>
          <w:t>Demand Forecasts</w:t>
        </w:r>
        <w:r w:rsidR="002F60B3" w:rsidRPr="002F60B3">
          <w:rPr>
            <w:webHidden/>
          </w:rPr>
          <w:tab/>
        </w:r>
        <w:r w:rsidR="002F60B3" w:rsidRPr="002F60B3">
          <w:rPr>
            <w:webHidden/>
          </w:rPr>
          <w:fldChar w:fldCharType="begin"/>
        </w:r>
        <w:r w:rsidR="002F60B3" w:rsidRPr="002F60B3">
          <w:rPr>
            <w:webHidden/>
          </w:rPr>
          <w:instrText xml:space="preserve"> PAGEREF _Toc135988921 \h </w:instrText>
        </w:r>
        <w:r w:rsidR="002F60B3" w:rsidRPr="002F60B3">
          <w:rPr>
            <w:webHidden/>
          </w:rPr>
        </w:r>
        <w:r w:rsidR="002F60B3" w:rsidRPr="002F60B3">
          <w:rPr>
            <w:webHidden/>
          </w:rPr>
          <w:fldChar w:fldCharType="separate"/>
        </w:r>
        <w:r>
          <w:rPr>
            <w:webHidden/>
          </w:rPr>
          <w:t>3-42</w:t>
        </w:r>
        <w:r w:rsidR="002F60B3" w:rsidRPr="002F60B3">
          <w:rPr>
            <w:webHidden/>
          </w:rPr>
          <w:fldChar w:fldCharType="end"/>
        </w:r>
      </w:hyperlink>
    </w:p>
    <w:p w14:paraId="47144CEC" w14:textId="354A2499" w:rsidR="002F60B3" w:rsidRPr="002F60B3" w:rsidRDefault="009F070C">
      <w:pPr>
        <w:pStyle w:val="TOC3"/>
        <w:rPr>
          <w:rFonts w:eastAsiaTheme="minorEastAsia"/>
        </w:rPr>
      </w:pPr>
      <w:hyperlink w:anchor="_Toc135988922" w:history="1">
        <w:r w:rsidR="002F60B3" w:rsidRPr="002F60B3">
          <w:rPr>
            <w:rStyle w:val="Hyperlink"/>
            <w:u w:val="none"/>
          </w:rPr>
          <w:t>3.2.3</w:t>
        </w:r>
        <w:r w:rsidR="002F60B3" w:rsidRPr="002F60B3">
          <w:rPr>
            <w:rFonts w:eastAsiaTheme="minorEastAsia"/>
          </w:rPr>
          <w:tab/>
        </w:r>
        <w:r w:rsidR="002F60B3" w:rsidRPr="002F60B3">
          <w:rPr>
            <w:rStyle w:val="Hyperlink"/>
            <w:u w:val="none"/>
          </w:rPr>
          <w:t>Short-Term System Adequacy Reports</w:t>
        </w:r>
        <w:r w:rsidR="002F60B3" w:rsidRPr="002F60B3">
          <w:rPr>
            <w:webHidden/>
          </w:rPr>
          <w:tab/>
        </w:r>
        <w:r w:rsidR="002F60B3" w:rsidRPr="002F60B3">
          <w:rPr>
            <w:webHidden/>
          </w:rPr>
          <w:fldChar w:fldCharType="begin"/>
        </w:r>
        <w:r w:rsidR="002F60B3" w:rsidRPr="002F60B3">
          <w:rPr>
            <w:webHidden/>
          </w:rPr>
          <w:instrText xml:space="preserve"> PAGEREF _Toc135988922 \h </w:instrText>
        </w:r>
        <w:r w:rsidR="002F60B3" w:rsidRPr="002F60B3">
          <w:rPr>
            <w:webHidden/>
          </w:rPr>
        </w:r>
        <w:r w:rsidR="002F60B3" w:rsidRPr="002F60B3">
          <w:rPr>
            <w:webHidden/>
          </w:rPr>
          <w:fldChar w:fldCharType="separate"/>
        </w:r>
        <w:r>
          <w:rPr>
            <w:webHidden/>
          </w:rPr>
          <w:t>3-43</w:t>
        </w:r>
        <w:r w:rsidR="002F60B3" w:rsidRPr="002F60B3">
          <w:rPr>
            <w:webHidden/>
          </w:rPr>
          <w:fldChar w:fldCharType="end"/>
        </w:r>
      </w:hyperlink>
    </w:p>
    <w:p w14:paraId="215B5168" w14:textId="08ADDC91" w:rsidR="002F60B3" w:rsidRPr="002F60B3" w:rsidRDefault="009F070C">
      <w:pPr>
        <w:pStyle w:val="TOC3"/>
        <w:rPr>
          <w:rFonts w:eastAsiaTheme="minorEastAsia"/>
        </w:rPr>
      </w:pPr>
      <w:hyperlink w:anchor="_Toc135988924" w:history="1">
        <w:r w:rsidR="002F60B3" w:rsidRPr="002F60B3">
          <w:rPr>
            <w:rStyle w:val="Hyperlink"/>
            <w:u w:val="none"/>
          </w:rPr>
          <w:t>3.2.4</w:t>
        </w:r>
        <w:r w:rsidR="002F60B3" w:rsidRPr="002F60B3">
          <w:rPr>
            <w:rFonts w:eastAsiaTheme="minorEastAsia"/>
          </w:rPr>
          <w:tab/>
        </w:r>
        <w:r w:rsidR="002F60B3" w:rsidRPr="002F60B3">
          <w:rPr>
            <w:rStyle w:val="Hyperlink"/>
            <w:u w:val="none"/>
          </w:rPr>
          <w:t>[RESERVED]</w:t>
        </w:r>
        <w:r w:rsidR="002F60B3" w:rsidRPr="002F60B3">
          <w:rPr>
            <w:webHidden/>
          </w:rPr>
          <w:tab/>
        </w:r>
        <w:r w:rsidR="002F60B3" w:rsidRPr="002F60B3">
          <w:rPr>
            <w:webHidden/>
          </w:rPr>
          <w:fldChar w:fldCharType="begin"/>
        </w:r>
        <w:r w:rsidR="002F60B3" w:rsidRPr="002F60B3">
          <w:rPr>
            <w:webHidden/>
          </w:rPr>
          <w:instrText xml:space="preserve"> PAGEREF _Toc135988924 \h </w:instrText>
        </w:r>
        <w:r w:rsidR="002F60B3" w:rsidRPr="002F60B3">
          <w:rPr>
            <w:webHidden/>
          </w:rPr>
        </w:r>
        <w:r w:rsidR="002F60B3" w:rsidRPr="002F60B3">
          <w:rPr>
            <w:webHidden/>
          </w:rPr>
          <w:fldChar w:fldCharType="separate"/>
        </w:r>
        <w:r>
          <w:rPr>
            <w:webHidden/>
          </w:rPr>
          <w:t>3-46</w:t>
        </w:r>
        <w:r w:rsidR="002F60B3" w:rsidRPr="002F60B3">
          <w:rPr>
            <w:webHidden/>
          </w:rPr>
          <w:fldChar w:fldCharType="end"/>
        </w:r>
      </w:hyperlink>
    </w:p>
    <w:p w14:paraId="474EC4F1" w14:textId="284AC27E" w:rsidR="002F60B3" w:rsidRPr="002F60B3" w:rsidRDefault="009F070C">
      <w:pPr>
        <w:pStyle w:val="TOC3"/>
        <w:rPr>
          <w:rFonts w:eastAsiaTheme="minorEastAsia"/>
        </w:rPr>
      </w:pPr>
      <w:hyperlink w:anchor="_Toc135988925" w:history="1">
        <w:r w:rsidR="002F60B3" w:rsidRPr="002F60B3">
          <w:rPr>
            <w:rStyle w:val="Hyperlink"/>
            <w:u w:val="none"/>
          </w:rPr>
          <w:t>3.2.5</w:t>
        </w:r>
        <w:r w:rsidR="002F60B3" w:rsidRPr="002F60B3">
          <w:rPr>
            <w:rFonts w:eastAsiaTheme="minorEastAsia"/>
          </w:rPr>
          <w:tab/>
        </w:r>
        <w:r w:rsidR="002F60B3" w:rsidRPr="002F60B3">
          <w:rPr>
            <w:rStyle w:val="Hyperlink"/>
            <w:u w:val="none"/>
          </w:rPr>
          <w:t>Publication of Resource and Load Information</w:t>
        </w:r>
        <w:r w:rsidR="002F60B3" w:rsidRPr="002F60B3">
          <w:rPr>
            <w:webHidden/>
          </w:rPr>
          <w:tab/>
        </w:r>
        <w:r w:rsidR="002F60B3" w:rsidRPr="002F60B3">
          <w:rPr>
            <w:webHidden/>
          </w:rPr>
          <w:fldChar w:fldCharType="begin"/>
        </w:r>
        <w:r w:rsidR="002F60B3" w:rsidRPr="002F60B3">
          <w:rPr>
            <w:webHidden/>
          </w:rPr>
          <w:instrText xml:space="preserve"> PAGEREF _Toc135988925 \h </w:instrText>
        </w:r>
        <w:r w:rsidR="002F60B3" w:rsidRPr="002F60B3">
          <w:rPr>
            <w:webHidden/>
          </w:rPr>
        </w:r>
        <w:r w:rsidR="002F60B3" w:rsidRPr="002F60B3">
          <w:rPr>
            <w:webHidden/>
          </w:rPr>
          <w:fldChar w:fldCharType="separate"/>
        </w:r>
        <w:r>
          <w:rPr>
            <w:webHidden/>
          </w:rPr>
          <w:t>3-46</w:t>
        </w:r>
        <w:r w:rsidR="002F60B3" w:rsidRPr="002F60B3">
          <w:rPr>
            <w:webHidden/>
          </w:rPr>
          <w:fldChar w:fldCharType="end"/>
        </w:r>
      </w:hyperlink>
    </w:p>
    <w:p w14:paraId="33E63A4D" w14:textId="6D386923" w:rsidR="002F60B3" w:rsidRPr="002F60B3" w:rsidRDefault="009F070C" w:rsidP="00910953">
      <w:pPr>
        <w:pStyle w:val="TOC4"/>
        <w:rPr>
          <w:rFonts w:eastAsiaTheme="minorEastAsia"/>
          <w:snapToGrid/>
        </w:rPr>
      </w:pPr>
      <w:hyperlink w:anchor="_Toc135988926" w:history="1">
        <w:r w:rsidR="002F60B3" w:rsidRPr="002F60B3">
          <w:rPr>
            <w:rStyle w:val="Hyperlink"/>
            <w:bCs w:val="0"/>
            <w:sz w:val="20"/>
            <w:szCs w:val="20"/>
            <w:u w:val="none"/>
          </w:rPr>
          <w:t>3.2.5.1</w:t>
        </w:r>
        <w:r w:rsidR="002F60B3" w:rsidRPr="002F60B3">
          <w:rPr>
            <w:rFonts w:eastAsiaTheme="minorEastAsia"/>
            <w:snapToGrid/>
          </w:rPr>
          <w:tab/>
        </w:r>
        <w:r w:rsidR="002F60B3" w:rsidRPr="002F60B3">
          <w:rPr>
            <w:rStyle w:val="Hyperlink"/>
            <w:bCs w:val="0"/>
            <w:sz w:val="20"/>
            <w:szCs w:val="20"/>
            <w:u w:val="none"/>
          </w:rPr>
          <w:t>Unregistered Distributed Generation Reporting Requirements for Non Opt-In Entities</w:t>
        </w:r>
        <w:r w:rsidR="002F60B3" w:rsidRPr="002F60B3">
          <w:rPr>
            <w:webHidden/>
          </w:rPr>
          <w:tab/>
        </w:r>
        <w:r w:rsidR="002F60B3" w:rsidRPr="002F60B3">
          <w:rPr>
            <w:webHidden/>
          </w:rPr>
          <w:fldChar w:fldCharType="begin"/>
        </w:r>
        <w:r w:rsidR="002F60B3" w:rsidRPr="002F60B3">
          <w:rPr>
            <w:webHidden/>
          </w:rPr>
          <w:instrText xml:space="preserve"> PAGEREF _Toc135988926 \h </w:instrText>
        </w:r>
        <w:r w:rsidR="002F60B3" w:rsidRPr="002F60B3">
          <w:rPr>
            <w:webHidden/>
          </w:rPr>
        </w:r>
        <w:r w:rsidR="002F60B3" w:rsidRPr="002F60B3">
          <w:rPr>
            <w:webHidden/>
          </w:rPr>
          <w:fldChar w:fldCharType="separate"/>
        </w:r>
        <w:r>
          <w:rPr>
            <w:webHidden/>
          </w:rPr>
          <w:t>3-60</w:t>
        </w:r>
        <w:r w:rsidR="002F60B3" w:rsidRPr="002F60B3">
          <w:rPr>
            <w:webHidden/>
          </w:rPr>
          <w:fldChar w:fldCharType="end"/>
        </w:r>
      </w:hyperlink>
    </w:p>
    <w:p w14:paraId="22577344" w14:textId="674818C9" w:rsidR="002F60B3" w:rsidRPr="002F60B3" w:rsidRDefault="009F070C" w:rsidP="00910953">
      <w:pPr>
        <w:pStyle w:val="TOC4"/>
        <w:rPr>
          <w:rFonts w:eastAsiaTheme="minorEastAsia"/>
          <w:snapToGrid/>
        </w:rPr>
      </w:pPr>
      <w:hyperlink w:anchor="_Toc135988927" w:history="1">
        <w:r w:rsidR="002F60B3" w:rsidRPr="002F60B3">
          <w:rPr>
            <w:rStyle w:val="Hyperlink"/>
            <w:bCs w:val="0"/>
            <w:sz w:val="20"/>
            <w:szCs w:val="20"/>
            <w:u w:val="none"/>
          </w:rPr>
          <w:t>3.2.5.2</w:t>
        </w:r>
        <w:r w:rsidR="002F60B3" w:rsidRPr="002F60B3">
          <w:rPr>
            <w:rFonts w:eastAsiaTheme="minorEastAsia"/>
            <w:snapToGrid/>
          </w:rPr>
          <w:tab/>
        </w:r>
        <w:r w:rsidR="002F60B3" w:rsidRPr="002F60B3">
          <w:rPr>
            <w:rStyle w:val="Hyperlink"/>
            <w:bCs w:val="0"/>
            <w:sz w:val="20"/>
            <w:szCs w:val="20"/>
            <w:u w:val="none"/>
          </w:rPr>
          <w:t>Unregistered Distributed Generation Reporting Requirements for Competitive Areas</w:t>
        </w:r>
        <w:r w:rsidR="002F60B3" w:rsidRPr="002F60B3">
          <w:rPr>
            <w:webHidden/>
          </w:rPr>
          <w:tab/>
        </w:r>
        <w:r w:rsidR="002F60B3" w:rsidRPr="002F60B3">
          <w:rPr>
            <w:webHidden/>
          </w:rPr>
          <w:fldChar w:fldCharType="begin"/>
        </w:r>
        <w:r w:rsidR="002F60B3" w:rsidRPr="002F60B3">
          <w:rPr>
            <w:webHidden/>
          </w:rPr>
          <w:instrText xml:space="preserve"> PAGEREF _Toc135988927 \h </w:instrText>
        </w:r>
        <w:r w:rsidR="002F60B3" w:rsidRPr="002F60B3">
          <w:rPr>
            <w:webHidden/>
          </w:rPr>
        </w:r>
        <w:r w:rsidR="002F60B3" w:rsidRPr="002F60B3">
          <w:rPr>
            <w:webHidden/>
          </w:rPr>
          <w:fldChar w:fldCharType="separate"/>
        </w:r>
        <w:r>
          <w:rPr>
            <w:webHidden/>
          </w:rPr>
          <w:t>3-61</w:t>
        </w:r>
        <w:r w:rsidR="002F60B3" w:rsidRPr="002F60B3">
          <w:rPr>
            <w:webHidden/>
          </w:rPr>
          <w:fldChar w:fldCharType="end"/>
        </w:r>
      </w:hyperlink>
    </w:p>
    <w:p w14:paraId="0FEDC2A2" w14:textId="35D44FEB" w:rsidR="002F60B3" w:rsidRPr="002F60B3" w:rsidRDefault="009F070C" w:rsidP="00910953">
      <w:pPr>
        <w:pStyle w:val="TOC4"/>
        <w:rPr>
          <w:rFonts w:eastAsiaTheme="minorEastAsia"/>
          <w:snapToGrid/>
        </w:rPr>
      </w:pPr>
      <w:hyperlink w:anchor="_Toc135988928" w:history="1">
        <w:r w:rsidR="002F60B3" w:rsidRPr="002F60B3">
          <w:rPr>
            <w:rStyle w:val="Hyperlink"/>
            <w:bCs w:val="0"/>
            <w:sz w:val="20"/>
            <w:szCs w:val="20"/>
            <w:u w:val="none"/>
          </w:rPr>
          <w:t>3.2.5.3</w:t>
        </w:r>
        <w:r w:rsidR="002F60B3" w:rsidRPr="002F60B3">
          <w:rPr>
            <w:rFonts w:eastAsiaTheme="minorEastAsia"/>
            <w:snapToGrid/>
          </w:rPr>
          <w:tab/>
        </w:r>
        <w:r w:rsidR="002F60B3" w:rsidRPr="002F60B3">
          <w:rPr>
            <w:rStyle w:val="Hyperlink"/>
            <w:bCs w:val="0"/>
            <w:sz w:val="20"/>
            <w:szCs w:val="20"/>
            <w:u w:val="none"/>
          </w:rPr>
          <w:t>Unregistered Distributed Generation Reporting Requirements for ERCOT</w:t>
        </w:r>
        <w:r w:rsidR="002F60B3" w:rsidRPr="002F60B3">
          <w:rPr>
            <w:webHidden/>
          </w:rPr>
          <w:tab/>
        </w:r>
        <w:r w:rsidR="002F60B3" w:rsidRPr="002F60B3">
          <w:rPr>
            <w:webHidden/>
          </w:rPr>
          <w:fldChar w:fldCharType="begin"/>
        </w:r>
        <w:r w:rsidR="002F60B3" w:rsidRPr="002F60B3">
          <w:rPr>
            <w:webHidden/>
          </w:rPr>
          <w:instrText xml:space="preserve"> PAGEREF _Toc135988928 \h </w:instrText>
        </w:r>
        <w:r w:rsidR="002F60B3" w:rsidRPr="002F60B3">
          <w:rPr>
            <w:webHidden/>
          </w:rPr>
        </w:r>
        <w:r w:rsidR="002F60B3" w:rsidRPr="002F60B3">
          <w:rPr>
            <w:webHidden/>
          </w:rPr>
          <w:fldChar w:fldCharType="separate"/>
        </w:r>
        <w:r>
          <w:rPr>
            <w:webHidden/>
          </w:rPr>
          <w:t>3-61</w:t>
        </w:r>
        <w:r w:rsidR="002F60B3" w:rsidRPr="002F60B3">
          <w:rPr>
            <w:webHidden/>
          </w:rPr>
          <w:fldChar w:fldCharType="end"/>
        </w:r>
      </w:hyperlink>
    </w:p>
    <w:p w14:paraId="2F508CE8" w14:textId="0A20ECD1" w:rsidR="002F60B3" w:rsidRPr="002F60B3" w:rsidRDefault="009F070C">
      <w:pPr>
        <w:pStyle w:val="TOC3"/>
        <w:rPr>
          <w:rFonts w:eastAsiaTheme="minorEastAsia"/>
        </w:rPr>
      </w:pPr>
      <w:hyperlink w:anchor="_Toc135988929" w:history="1">
        <w:r w:rsidR="002F60B3" w:rsidRPr="002F60B3">
          <w:rPr>
            <w:rStyle w:val="Hyperlink"/>
            <w:u w:val="none"/>
          </w:rPr>
          <w:t>3.2.6</w:t>
        </w:r>
        <w:r w:rsidR="002F60B3" w:rsidRPr="002F60B3">
          <w:rPr>
            <w:rFonts w:eastAsiaTheme="minorEastAsia"/>
          </w:rPr>
          <w:tab/>
        </w:r>
        <w:r w:rsidR="002F60B3" w:rsidRPr="002F60B3">
          <w:rPr>
            <w:rStyle w:val="Hyperlink"/>
            <w:u w:val="none"/>
          </w:rPr>
          <w:t>ERCOT Planning Reserve Margin</w:t>
        </w:r>
        <w:r w:rsidR="002F60B3" w:rsidRPr="002F60B3">
          <w:rPr>
            <w:webHidden/>
          </w:rPr>
          <w:tab/>
        </w:r>
        <w:r w:rsidR="002F60B3" w:rsidRPr="002F60B3">
          <w:rPr>
            <w:webHidden/>
          </w:rPr>
          <w:fldChar w:fldCharType="begin"/>
        </w:r>
        <w:r w:rsidR="002F60B3" w:rsidRPr="002F60B3">
          <w:rPr>
            <w:webHidden/>
          </w:rPr>
          <w:instrText xml:space="preserve"> PAGEREF _Toc135988929 \h </w:instrText>
        </w:r>
        <w:r w:rsidR="002F60B3" w:rsidRPr="002F60B3">
          <w:rPr>
            <w:webHidden/>
          </w:rPr>
        </w:r>
        <w:r w:rsidR="002F60B3" w:rsidRPr="002F60B3">
          <w:rPr>
            <w:webHidden/>
          </w:rPr>
          <w:fldChar w:fldCharType="separate"/>
        </w:r>
        <w:r>
          <w:rPr>
            <w:webHidden/>
          </w:rPr>
          <w:t>3-61</w:t>
        </w:r>
        <w:r w:rsidR="002F60B3" w:rsidRPr="002F60B3">
          <w:rPr>
            <w:webHidden/>
          </w:rPr>
          <w:fldChar w:fldCharType="end"/>
        </w:r>
      </w:hyperlink>
    </w:p>
    <w:p w14:paraId="403A61C5" w14:textId="46D83EA1" w:rsidR="002F60B3" w:rsidRPr="002F60B3" w:rsidRDefault="009F070C" w:rsidP="00910953">
      <w:pPr>
        <w:pStyle w:val="TOC4"/>
        <w:rPr>
          <w:rFonts w:eastAsiaTheme="minorEastAsia"/>
          <w:snapToGrid/>
        </w:rPr>
      </w:pPr>
      <w:hyperlink w:anchor="_Toc135988930" w:history="1">
        <w:r w:rsidR="002F60B3" w:rsidRPr="002F60B3">
          <w:rPr>
            <w:rStyle w:val="Hyperlink"/>
            <w:bCs w:val="0"/>
            <w:sz w:val="20"/>
            <w:szCs w:val="20"/>
            <w:u w:val="none"/>
          </w:rPr>
          <w:t>3.2.6.1</w:t>
        </w:r>
        <w:r w:rsidR="002F60B3" w:rsidRPr="002F60B3">
          <w:rPr>
            <w:rFonts w:eastAsiaTheme="minorEastAsia"/>
            <w:snapToGrid/>
          </w:rPr>
          <w:tab/>
        </w:r>
        <w:r w:rsidR="002F60B3" w:rsidRPr="002F60B3">
          <w:rPr>
            <w:rStyle w:val="Hyperlink"/>
            <w:bCs w:val="0"/>
            <w:sz w:val="20"/>
            <w:szCs w:val="20"/>
            <w:u w:val="none"/>
          </w:rPr>
          <w:t>Minimum ERCOT Planning Reserve Margin Criterion</w:t>
        </w:r>
        <w:r w:rsidR="002F60B3" w:rsidRPr="002F60B3">
          <w:rPr>
            <w:webHidden/>
          </w:rPr>
          <w:tab/>
        </w:r>
        <w:r w:rsidR="002F60B3" w:rsidRPr="002F60B3">
          <w:rPr>
            <w:webHidden/>
          </w:rPr>
          <w:fldChar w:fldCharType="begin"/>
        </w:r>
        <w:r w:rsidR="002F60B3" w:rsidRPr="002F60B3">
          <w:rPr>
            <w:webHidden/>
          </w:rPr>
          <w:instrText xml:space="preserve"> PAGEREF _Toc135988930 \h </w:instrText>
        </w:r>
        <w:r w:rsidR="002F60B3" w:rsidRPr="002F60B3">
          <w:rPr>
            <w:webHidden/>
          </w:rPr>
        </w:r>
        <w:r w:rsidR="002F60B3" w:rsidRPr="002F60B3">
          <w:rPr>
            <w:webHidden/>
          </w:rPr>
          <w:fldChar w:fldCharType="separate"/>
        </w:r>
        <w:r>
          <w:rPr>
            <w:webHidden/>
          </w:rPr>
          <w:t>3-62</w:t>
        </w:r>
        <w:r w:rsidR="002F60B3" w:rsidRPr="002F60B3">
          <w:rPr>
            <w:webHidden/>
          </w:rPr>
          <w:fldChar w:fldCharType="end"/>
        </w:r>
      </w:hyperlink>
    </w:p>
    <w:p w14:paraId="1AC592F8" w14:textId="18189C8B" w:rsidR="002F60B3" w:rsidRPr="002F60B3" w:rsidRDefault="009F070C" w:rsidP="00910953">
      <w:pPr>
        <w:pStyle w:val="TOC4"/>
        <w:rPr>
          <w:rFonts w:eastAsiaTheme="minorEastAsia"/>
          <w:snapToGrid/>
        </w:rPr>
      </w:pPr>
      <w:hyperlink w:anchor="_Toc135988931" w:history="1">
        <w:r w:rsidR="002F60B3" w:rsidRPr="002F60B3">
          <w:rPr>
            <w:rStyle w:val="Hyperlink"/>
            <w:bCs w:val="0"/>
            <w:sz w:val="20"/>
            <w:szCs w:val="20"/>
            <w:u w:val="none"/>
          </w:rPr>
          <w:t>3.2.6.2</w:t>
        </w:r>
        <w:r w:rsidR="002F60B3" w:rsidRPr="002F60B3">
          <w:rPr>
            <w:rFonts w:eastAsiaTheme="minorEastAsia"/>
            <w:snapToGrid/>
          </w:rPr>
          <w:tab/>
        </w:r>
        <w:r w:rsidR="002F60B3" w:rsidRPr="002F60B3">
          <w:rPr>
            <w:rStyle w:val="Hyperlink"/>
            <w:bCs w:val="0"/>
            <w:sz w:val="20"/>
            <w:szCs w:val="20"/>
            <w:u w:val="none"/>
          </w:rPr>
          <w:t>ERCOT Planning Reserve Margin Calculation Methodology</w:t>
        </w:r>
        <w:r w:rsidR="002F60B3" w:rsidRPr="002F60B3">
          <w:rPr>
            <w:webHidden/>
          </w:rPr>
          <w:tab/>
        </w:r>
        <w:r w:rsidR="002F60B3" w:rsidRPr="002F60B3">
          <w:rPr>
            <w:webHidden/>
          </w:rPr>
          <w:fldChar w:fldCharType="begin"/>
        </w:r>
        <w:r w:rsidR="002F60B3" w:rsidRPr="002F60B3">
          <w:rPr>
            <w:webHidden/>
          </w:rPr>
          <w:instrText xml:space="preserve"> PAGEREF _Toc135988931 \h </w:instrText>
        </w:r>
        <w:r w:rsidR="002F60B3" w:rsidRPr="002F60B3">
          <w:rPr>
            <w:webHidden/>
          </w:rPr>
        </w:r>
        <w:r w:rsidR="002F60B3" w:rsidRPr="002F60B3">
          <w:rPr>
            <w:webHidden/>
          </w:rPr>
          <w:fldChar w:fldCharType="separate"/>
        </w:r>
        <w:r>
          <w:rPr>
            <w:webHidden/>
          </w:rPr>
          <w:t>3-62</w:t>
        </w:r>
        <w:r w:rsidR="002F60B3" w:rsidRPr="002F60B3">
          <w:rPr>
            <w:webHidden/>
          </w:rPr>
          <w:fldChar w:fldCharType="end"/>
        </w:r>
      </w:hyperlink>
    </w:p>
    <w:p w14:paraId="28A3E3C0" w14:textId="599694E6" w:rsidR="002F60B3" w:rsidRPr="002F60B3" w:rsidRDefault="009F070C">
      <w:pPr>
        <w:pStyle w:val="TOC5"/>
        <w:rPr>
          <w:rFonts w:eastAsiaTheme="minorEastAsia"/>
          <w:i w:val="0"/>
          <w:sz w:val="20"/>
          <w:szCs w:val="20"/>
        </w:rPr>
      </w:pPr>
      <w:hyperlink w:anchor="_Toc135988932" w:history="1">
        <w:r w:rsidR="002F60B3" w:rsidRPr="002F60B3">
          <w:rPr>
            <w:rStyle w:val="Hyperlink"/>
            <w:i w:val="0"/>
            <w:sz w:val="20"/>
            <w:szCs w:val="20"/>
            <w:u w:val="none"/>
          </w:rPr>
          <w:t>3.2.6.2.1</w:t>
        </w:r>
        <w:r w:rsidR="002F60B3" w:rsidRPr="002F60B3">
          <w:rPr>
            <w:rFonts w:eastAsiaTheme="minorEastAsia"/>
            <w:i w:val="0"/>
            <w:sz w:val="20"/>
            <w:szCs w:val="20"/>
          </w:rPr>
          <w:tab/>
        </w:r>
        <w:r w:rsidR="002F60B3" w:rsidRPr="002F60B3">
          <w:rPr>
            <w:rStyle w:val="Hyperlink"/>
            <w:i w:val="0"/>
            <w:sz w:val="20"/>
            <w:szCs w:val="20"/>
            <w:u w:val="none"/>
          </w:rPr>
          <w:t>Peak Load Estimate</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_Toc135988932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3-62</w:t>
        </w:r>
        <w:r w:rsidR="002F60B3" w:rsidRPr="002F60B3">
          <w:rPr>
            <w:i w:val="0"/>
            <w:webHidden/>
            <w:sz w:val="20"/>
            <w:szCs w:val="20"/>
          </w:rPr>
          <w:fldChar w:fldCharType="end"/>
        </w:r>
      </w:hyperlink>
    </w:p>
    <w:p w14:paraId="3265044F" w14:textId="2C4F259E" w:rsidR="002F60B3" w:rsidRPr="002F60B3" w:rsidRDefault="009F070C">
      <w:pPr>
        <w:pStyle w:val="TOC5"/>
        <w:rPr>
          <w:rFonts w:eastAsiaTheme="minorEastAsia"/>
          <w:i w:val="0"/>
          <w:sz w:val="20"/>
          <w:szCs w:val="20"/>
        </w:rPr>
      </w:pPr>
      <w:hyperlink w:anchor="_Toc135988933" w:history="1">
        <w:r w:rsidR="002F60B3" w:rsidRPr="002F60B3">
          <w:rPr>
            <w:rStyle w:val="Hyperlink"/>
            <w:i w:val="0"/>
            <w:sz w:val="20"/>
            <w:szCs w:val="20"/>
            <w:u w:val="none"/>
          </w:rPr>
          <w:t>3.2.6.2.2</w:t>
        </w:r>
        <w:r w:rsidR="002F60B3" w:rsidRPr="002F60B3">
          <w:rPr>
            <w:rFonts w:eastAsiaTheme="minorEastAsia"/>
            <w:i w:val="0"/>
            <w:sz w:val="20"/>
            <w:szCs w:val="20"/>
          </w:rPr>
          <w:tab/>
        </w:r>
        <w:r w:rsidR="002F60B3" w:rsidRPr="002F60B3">
          <w:rPr>
            <w:rStyle w:val="Hyperlink"/>
            <w:i w:val="0"/>
            <w:sz w:val="20"/>
            <w:szCs w:val="20"/>
            <w:u w:val="none"/>
          </w:rPr>
          <w:t>Total Capacity Estimate</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_Toc135988933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3-64</w:t>
        </w:r>
        <w:r w:rsidR="002F60B3" w:rsidRPr="002F60B3">
          <w:rPr>
            <w:i w:val="0"/>
            <w:webHidden/>
            <w:sz w:val="20"/>
            <w:szCs w:val="20"/>
          </w:rPr>
          <w:fldChar w:fldCharType="end"/>
        </w:r>
      </w:hyperlink>
    </w:p>
    <w:p w14:paraId="68631015" w14:textId="007ED73A" w:rsidR="002F60B3" w:rsidRPr="002F60B3" w:rsidRDefault="009F070C">
      <w:pPr>
        <w:pStyle w:val="TOC2"/>
        <w:rPr>
          <w:rFonts w:eastAsiaTheme="minorEastAsia"/>
          <w:noProof/>
        </w:rPr>
      </w:pPr>
      <w:hyperlink w:anchor="_Toc135988934" w:history="1">
        <w:r w:rsidR="002F60B3" w:rsidRPr="002F60B3">
          <w:rPr>
            <w:rStyle w:val="Hyperlink"/>
            <w:noProof/>
            <w:u w:val="none"/>
          </w:rPr>
          <w:t>3.3</w:t>
        </w:r>
        <w:r w:rsidR="002F60B3" w:rsidRPr="002F60B3">
          <w:rPr>
            <w:rFonts w:eastAsiaTheme="minorEastAsia"/>
            <w:noProof/>
          </w:rPr>
          <w:tab/>
        </w:r>
        <w:r w:rsidR="002F60B3" w:rsidRPr="002F60B3">
          <w:rPr>
            <w:rStyle w:val="Hyperlink"/>
            <w:noProof/>
            <w:u w:val="none"/>
          </w:rPr>
          <w:t>Management of Changes to ERCOT Transmission Grid</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_Toc135988934 \h </w:instrText>
        </w:r>
        <w:r w:rsidR="002F60B3" w:rsidRPr="002F60B3">
          <w:rPr>
            <w:noProof/>
            <w:webHidden/>
          </w:rPr>
        </w:r>
        <w:r w:rsidR="002F60B3" w:rsidRPr="002F60B3">
          <w:rPr>
            <w:noProof/>
            <w:webHidden/>
          </w:rPr>
          <w:fldChar w:fldCharType="separate"/>
        </w:r>
        <w:r>
          <w:rPr>
            <w:noProof/>
            <w:webHidden/>
          </w:rPr>
          <w:t>3-68</w:t>
        </w:r>
        <w:r w:rsidR="002F60B3" w:rsidRPr="002F60B3">
          <w:rPr>
            <w:noProof/>
            <w:webHidden/>
          </w:rPr>
          <w:fldChar w:fldCharType="end"/>
        </w:r>
      </w:hyperlink>
    </w:p>
    <w:p w14:paraId="3B6CD71C" w14:textId="5E6AD585" w:rsidR="002F60B3" w:rsidRPr="002F60B3" w:rsidRDefault="009F070C">
      <w:pPr>
        <w:pStyle w:val="TOC3"/>
        <w:rPr>
          <w:rFonts w:eastAsiaTheme="minorEastAsia"/>
        </w:rPr>
      </w:pPr>
      <w:hyperlink w:anchor="_Toc135988935" w:history="1">
        <w:r w:rsidR="002F60B3" w:rsidRPr="002F60B3">
          <w:rPr>
            <w:rStyle w:val="Hyperlink"/>
            <w:u w:val="none"/>
          </w:rPr>
          <w:t>3.3.1</w:t>
        </w:r>
        <w:r w:rsidR="002F60B3" w:rsidRPr="002F60B3">
          <w:rPr>
            <w:rFonts w:eastAsiaTheme="minorEastAsia"/>
          </w:rPr>
          <w:tab/>
        </w:r>
        <w:r w:rsidR="002F60B3" w:rsidRPr="002F60B3">
          <w:rPr>
            <w:rStyle w:val="Hyperlink"/>
            <w:u w:val="none"/>
          </w:rPr>
          <w:t>ERCOT Approval of New or Relocated Facilities</w:t>
        </w:r>
        <w:r w:rsidR="002F60B3" w:rsidRPr="002F60B3">
          <w:rPr>
            <w:webHidden/>
          </w:rPr>
          <w:tab/>
        </w:r>
        <w:r w:rsidR="002F60B3" w:rsidRPr="002F60B3">
          <w:rPr>
            <w:webHidden/>
          </w:rPr>
          <w:fldChar w:fldCharType="begin"/>
        </w:r>
        <w:r w:rsidR="002F60B3" w:rsidRPr="002F60B3">
          <w:rPr>
            <w:webHidden/>
          </w:rPr>
          <w:instrText xml:space="preserve"> PAGEREF _Toc135988935 \h </w:instrText>
        </w:r>
        <w:r w:rsidR="002F60B3" w:rsidRPr="002F60B3">
          <w:rPr>
            <w:webHidden/>
          </w:rPr>
        </w:r>
        <w:r w:rsidR="002F60B3" w:rsidRPr="002F60B3">
          <w:rPr>
            <w:webHidden/>
          </w:rPr>
          <w:fldChar w:fldCharType="separate"/>
        </w:r>
        <w:r>
          <w:rPr>
            <w:webHidden/>
          </w:rPr>
          <w:t>3-68</w:t>
        </w:r>
        <w:r w:rsidR="002F60B3" w:rsidRPr="002F60B3">
          <w:rPr>
            <w:webHidden/>
          </w:rPr>
          <w:fldChar w:fldCharType="end"/>
        </w:r>
      </w:hyperlink>
    </w:p>
    <w:p w14:paraId="59853313" w14:textId="6706E4D3" w:rsidR="002F60B3" w:rsidRPr="002F60B3" w:rsidRDefault="009F070C">
      <w:pPr>
        <w:pStyle w:val="TOC3"/>
        <w:rPr>
          <w:rFonts w:eastAsiaTheme="minorEastAsia"/>
        </w:rPr>
      </w:pPr>
      <w:hyperlink w:anchor="_Toc135988936" w:history="1">
        <w:r w:rsidR="002F60B3" w:rsidRPr="002F60B3">
          <w:rPr>
            <w:rStyle w:val="Hyperlink"/>
            <w:u w:val="none"/>
          </w:rPr>
          <w:t>3.3.2</w:t>
        </w:r>
        <w:r w:rsidR="002F60B3" w:rsidRPr="002F60B3">
          <w:rPr>
            <w:rFonts w:eastAsiaTheme="minorEastAsia"/>
          </w:rPr>
          <w:tab/>
        </w:r>
        <w:r w:rsidR="002F60B3" w:rsidRPr="002F60B3">
          <w:rPr>
            <w:rStyle w:val="Hyperlink"/>
            <w:u w:val="none"/>
          </w:rPr>
          <w:t>Types of Work Requiring ERCOT Approval</w:t>
        </w:r>
        <w:r w:rsidR="002F60B3" w:rsidRPr="002F60B3">
          <w:rPr>
            <w:webHidden/>
          </w:rPr>
          <w:tab/>
        </w:r>
        <w:r w:rsidR="002F60B3" w:rsidRPr="002F60B3">
          <w:rPr>
            <w:webHidden/>
          </w:rPr>
          <w:fldChar w:fldCharType="begin"/>
        </w:r>
        <w:r w:rsidR="002F60B3" w:rsidRPr="002F60B3">
          <w:rPr>
            <w:webHidden/>
          </w:rPr>
          <w:instrText xml:space="preserve"> PAGEREF _Toc135988936 \h </w:instrText>
        </w:r>
        <w:r w:rsidR="002F60B3" w:rsidRPr="002F60B3">
          <w:rPr>
            <w:webHidden/>
          </w:rPr>
        </w:r>
        <w:r w:rsidR="002F60B3" w:rsidRPr="002F60B3">
          <w:rPr>
            <w:webHidden/>
          </w:rPr>
          <w:fldChar w:fldCharType="separate"/>
        </w:r>
        <w:r>
          <w:rPr>
            <w:webHidden/>
          </w:rPr>
          <w:t>3-69</w:t>
        </w:r>
        <w:r w:rsidR="002F60B3" w:rsidRPr="002F60B3">
          <w:rPr>
            <w:webHidden/>
          </w:rPr>
          <w:fldChar w:fldCharType="end"/>
        </w:r>
      </w:hyperlink>
    </w:p>
    <w:p w14:paraId="66053AF0" w14:textId="33B811C4" w:rsidR="002F60B3" w:rsidRPr="002F60B3" w:rsidRDefault="009F070C" w:rsidP="00910953">
      <w:pPr>
        <w:pStyle w:val="TOC4"/>
        <w:rPr>
          <w:rFonts w:eastAsiaTheme="minorEastAsia"/>
          <w:snapToGrid/>
        </w:rPr>
      </w:pPr>
      <w:hyperlink w:anchor="_Toc135988937" w:history="1">
        <w:r w:rsidR="002F60B3" w:rsidRPr="002F60B3">
          <w:rPr>
            <w:rStyle w:val="Hyperlink"/>
            <w:bCs w:val="0"/>
            <w:sz w:val="20"/>
            <w:szCs w:val="20"/>
            <w:u w:val="none"/>
          </w:rPr>
          <w:t>3.3.2.1</w:t>
        </w:r>
        <w:r w:rsidR="002F60B3" w:rsidRPr="002F60B3">
          <w:rPr>
            <w:rFonts w:eastAsiaTheme="minorEastAsia"/>
            <w:snapToGrid/>
          </w:rPr>
          <w:tab/>
        </w:r>
        <w:r w:rsidR="002F60B3" w:rsidRPr="002F60B3">
          <w:rPr>
            <w:rStyle w:val="Hyperlink"/>
            <w:bCs w:val="0"/>
            <w:sz w:val="20"/>
            <w:szCs w:val="20"/>
            <w:u w:val="none"/>
          </w:rPr>
          <w:t>Information to Be Provided to ERCOT</w:t>
        </w:r>
        <w:r w:rsidR="002F60B3" w:rsidRPr="002F60B3">
          <w:rPr>
            <w:webHidden/>
          </w:rPr>
          <w:tab/>
        </w:r>
        <w:r w:rsidR="002F60B3" w:rsidRPr="002F60B3">
          <w:rPr>
            <w:webHidden/>
          </w:rPr>
          <w:fldChar w:fldCharType="begin"/>
        </w:r>
        <w:r w:rsidR="002F60B3" w:rsidRPr="002F60B3">
          <w:rPr>
            <w:webHidden/>
          </w:rPr>
          <w:instrText xml:space="preserve"> PAGEREF _Toc135988937 \h </w:instrText>
        </w:r>
        <w:r w:rsidR="002F60B3" w:rsidRPr="002F60B3">
          <w:rPr>
            <w:webHidden/>
          </w:rPr>
        </w:r>
        <w:r w:rsidR="002F60B3" w:rsidRPr="002F60B3">
          <w:rPr>
            <w:webHidden/>
          </w:rPr>
          <w:fldChar w:fldCharType="separate"/>
        </w:r>
        <w:r>
          <w:rPr>
            <w:webHidden/>
          </w:rPr>
          <w:t>3-69</w:t>
        </w:r>
        <w:r w:rsidR="002F60B3" w:rsidRPr="002F60B3">
          <w:rPr>
            <w:webHidden/>
          </w:rPr>
          <w:fldChar w:fldCharType="end"/>
        </w:r>
      </w:hyperlink>
    </w:p>
    <w:p w14:paraId="71B2FDA0" w14:textId="3ECE00E5" w:rsidR="002F60B3" w:rsidRPr="002F60B3" w:rsidRDefault="009F070C" w:rsidP="00910953">
      <w:pPr>
        <w:pStyle w:val="TOC4"/>
        <w:rPr>
          <w:rFonts w:eastAsiaTheme="minorEastAsia"/>
          <w:snapToGrid/>
        </w:rPr>
      </w:pPr>
      <w:hyperlink w:anchor="_Toc135988938" w:history="1">
        <w:r w:rsidR="002F60B3" w:rsidRPr="002F60B3">
          <w:rPr>
            <w:rStyle w:val="Hyperlink"/>
            <w:bCs w:val="0"/>
            <w:sz w:val="20"/>
            <w:szCs w:val="20"/>
            <w:u w:val="none"/>
          </w:rPr>
          <w:t>3.3.2.2</w:t>
        </w:r>
        <w:r w:rsidR="002F60B3" w:rsidRPr="002F60B3">
          <w:rPr>
            <w:rFonts w:eastAsiaTheme="minorEastAsia"/>
            <w:snapToGrid/>
          </w:rPr>
          <w:tab/>
        </w:r>
        <w:r w:rsidR="002F60B3" w:rsidRPr="002F60B3">
          <w:rPr>
            <w:rStyle w:val="Hyperlink"/>
            <w:bCs w:val="0"/>
            <w:sz w:val="20"/>
            <w:szCs w:val="20"/>
            <w:u w:val="none"/>
          </w:rPr>
          <w:t>Record of Approved Work</w:t>
        </w:r>
        <w:r w:rsidR="002F60B3" w:rsidRPr="002F60B3">
          <w:rPr>
            <w:webHidden/>
          </w:rPr>
          <w:tab/>
        </w:r>
        <w:r w:rsidR="002F60B3" w:rsidRPr="002F60B3">
          <w:rPr>
            <w:webHidden/>
          </w:rPr>
          <w:fldChar w:fldCharType="begin"/>
        </w:r>
        <w:r w:rsidR="002F60B3" w:rsidRPr="002F60B3">
          <w:rPr>
            <w:webHidden/>
          </w:rPr>
          <w:instrText xml:space="preserve"> PAGEREF _Toc135988938 \h </w:instrText>
        </w:r>
        <w:r w:rsidR="002F60B3" w:rsidRPr="002F60B3">
          <w:rPr>
            <w:webHidden/>
          </w:rPr>
        </w:r>
        <w:r w:rsidR="002F60B3" w:rsidRPr="002F60B3">
          <w:rPr>
            <w:webHidden/>
          </w:rPr>
          <w:fldChar w:fldCharType="separate"/>
        </w:r>
        <w:r>
          <w:rPr>
            <w:webHidden/>
          </w:rPr>
          <w:t>3-73</w:t>
        </w:r>
        <w:r w:rsidR="002F60B3" w:rsidRPr="002F60B3">
          <w:rPr>
            <w:webHidden/>
          </w:rPr>
          <w:fldChar w:fldCharType="end"/>
        </w:r>
      </w:hyperlink>
    </w:p>
    <w:p w14:paraId="7AB8C74D" w14:textId="5BC4D2D9" w:rsidR="002F60B3" w:rsidRPr="002F60B3" w:rsidRDefault="009F070C">
      <w:pPr>
        <w:pStyle w:val="TOC2"/>
        <w:rPr>
          <w:rFonts w:eastAsiaTheme="minorEastAsia"/>
          <w:noProof/>
        </w:rPr>
      </w:pPr>
      <w:hyperlink w:anchor="_Toc135988939" w:history="1">
        <w:r w:rsidR="002F60B3" w:rsidRPr="002F60B3">
          <w:rPr>
            <w:rStyle w:val="Hyperlink"/>
            <w:noProof/>
            <w:u w:val="none"/>
          </w:rPr>
          <w:t>3.4</w:t>
        </w:r>
        <w:r w:rsidR="002F60B3" w:rsidRPr="002F60B3">
          <w:rPr>
            <w:rFonts w:eastAsiaTheme="minorEastAsia"/>
            <w:noProof/>
          </w:rPr>
          <w:tab/>
        </w:r>
        <w:r w:rsidR="002F60B3" w:rsidRPr="002F60B3">
          <w:rPr>
            <w:rStyle w:val="Hyperlink"/>
            <w:noProof/>
            <w:u w:val="none"/>
          </w:rPr>
          <w:t>Load Zones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_Toc135988939 \h </w:instrText>
        </w:r>
        <w:r w:rsidR="002F60B3" w:rsidRPr="002F60B3">
          <w:rPr>
            <w:noProof/>
            <w:webHidden/>
          </w:rPr>
        </w:r>
        <w:r w:rsidR="002F60B3" w:rsidRPr="002F60B3">
          <w:rPr>
            <w:noProof/>
            <w:webHidden/>
          </w:rPr>
          <w:fldChar w:fldCharType="separate"/>
        </w:r>
        <w:r>
          <w:rPr>
            <w:noProof/>
            <w:webHidden/>
          </w:rPr>
          <w:t>3-73</w:t>
        </w:r>
        <w:r w:rsidR="002F60B3" w:rsidRPr="002F60B3">
          <w:rPr>
            <w:noProof/>
            <w:webHidden/>
          </w:rPr>
          <w:fldChar w:fldCharType="end"/>
        </w:r>
      </w:hyperlink>
    </w:p>
    <w:p w14:paraId="1DC2CFA2" w14:textId="428C3E7B" w:rsidR="002F60B3" w:rsidRPr="002F60B3" w:rsidRDefault="009F070C">
      <w:pPr>
        <w:pStyle w:val="TOC3"/>
        <w:rPr>
          <w:rFonts w:eastAsiaTheme="minorEastAsia"/>
        </w:rPr>
      </w:pPr>
      <w:hyperlink w:anchor="_Toc135988940" w:history="1">
        <w:r w:rsidR="002F60B3" w:rsidRPr="002F60B3">
          <w:rPr>
            <w:rStyle w:val="Hyperlink"/>
            <w:u w:val="none"/>
          </w:rPr>
          <w:t>3.4.1</w:t>
        </w:r>
        <w:r w:rsidR="002F60B3" w:rsidRPr="002F60B3">
          <w:rPr>
            <w:rFonts w:eastAsiaTheme="minorEastAsia"/>
          </w:rPr>
          <w:tab/>
        </w:r>
        <w:r w:rsidR="002F60B3" w:rsidRPr="002F60B3">
          <w:rPr>
            <w:rStyle w:val="Hyperlink"/>
            <w:u w:val="none"/>
          </w:rPr>
          <w:t>Load Zone Types</w:t>
        </w:r>
        <w:r w:rsidR="002F60B3" w:rsidRPr="002F60B3">
          <w:rPr>
            <w:webHidden/>
          </w:rPr>
          <w:tab/>
        </w:r>
        <w:r w:rsidR="002F60B3" w:rsidRPr="002F60B3">
          <w:rPr>
            <w:webHidden/>
          </w:rPr>
          <w:fldChar w:fldCharType="begin"/>
        </w:r>
        <w:r w:rsidR="002F60B3" w:rsidRPr="002F60B3">
          <w:rPr>
            <w:webHidden/>
          </w:rPr>
          <w:instrText xml:space="preserve"> PAGEREF _Toc135988940 \h </w:instrText>
        </w:r>
        <w:r w:rsidR="002F60B3" w:rsidRPr="002F60B3">
          <w:rPr>
            <w:webHidden/>
          </w:rPr>
        </w:r>
        <w:r w:rsidR="002F60B3" w:rsidRPr="002F60B3">
          <w:rPr>
            <w:webHidden/>
          </w:rPr>
          <w:fldChar w:fldCharType="separate"/>
        </w:r>
        <w:r>
          <w:rPr>
            <w:webHidden/>
          </w:rPr>
          <w:t>3-73</w:t>
        </w:r>
        <w:r w:rsidR="002F60B3" w:rsidRPr="002F60B3">
          <w:rPr>
            <w:webHidden/>
          </w:rPr>
          <w:fldChar w:fldCharType="end"/>
        </w:r>
      </w:hyperlink>
    </w:p>
    <w:p w14:paraId="55A43AAA" w14:textId="43F27298" w:rsidR="002F60B3" w:rsidRPr="002F60B3" w:rsidRDefault="009F070C">
      <w:pPr>
        <w:pStyle w:val="TOC3"/>
        <w:rPr>
          <w:rFonts w:eastAsiaTheme="minorEastAsia"/>
        </w:rPr>
      </w:pPr>
      <w:hyperlink w:anchor="_Toc135988941" w:history="1">
        <w:r w:rsidR="002F60B3" w:rsidRPr="002F60B3">
          <w:rPr>
            <w:rStyle w:val="Hyperlink"/>
            <w:u w:val="none"/>
          </w:rPr>
          <w:t>3.4.2</w:t>
        </w:r>
        <w:r w:rsidR="002F60B3" w:rsidRPr="002F60B3">
          <w:rPr>
            <w:rFonts w:eastAsiaTheme="minorEastAsia"/>
          </w:rPr>
          <w:tab/>
        </w:r>
        <w:r w:rsidR="002F60B3" w:rsidRPr="002F60B3">
          <w:rPr>
            <w:rStyle w:val="Hyperlink"/>
            <w:u w:val="none"/>
          </w:rPr>
          <w:t>Load Zone Modifications</w:t>
        </w:r>
        <w:r w:rsidR="002F60B3" w:rsidRPr="002F60B3">
          <w:rPr>
            <w:webHidden/>
          </w:rPr>
          <w:tab/>
        </w:r>
        <w:r w:rsidR="002F60B3" w:rsidRPr="002F60B3">
          <w:rPr>
            <w:webHidden/>
          </w:rPr>
          <w:fldChar w:fldCharType="begin"/>
        </w:r>
        <w:r w:rsidR="002F60B3" w:rsidRPr="002F60B3">
          <w:rPr>
            <w:webHidden/>
          </w:rPr>
          <w:instrText xml:space="preserve"> PAGEREF _Toc135988941 \h </w:instrText>
        </w:r>
        <w:r w:rsidR="002F60B3" w:rsidRPr="002F60B3">
          <w:rPr>
            <w:webHidden/>
          </w:rPr>
        </w:r>
        <w:r w:rsidR="002F60B3" w:rsidRPr="002F60B3">
          <w:rPr>
            <w:webHidden/>
          </w:rPr>
          <w:fldChar w:fldCharType="separate"/>
        </w:r>
        <w:r>
          <w:rPr>
            <w:webHidden/>
          </w:rPr>
          <w:t>3-73</w:t>
        </w:r>
        <w:r w:rsidR="002F60B3" w:rsidRPr="002F60B3">
          <w:rPr>
            <w:webHidden/>
          </w:rPr>
          <w:fldChar w:fldCharType="end"/>
        </w:r>
      </w:hyperlink>
    </w:p>
    <w:p w14:paraId="186B6A2C" w14:textId="57E81103" w:rsidR="002F60B3" w:rsidRPr="002F60B3" w:rsidRDefault="009F070C">
      <w:pPr>
        <w:pStyle w:val="TOC3"/>
        <w:rPr>
          <w:rFonts w:eastAsiaTheme="minorEastAsia"/>
        </w:rPr>
      </w:pPr>
      <w:hyperlink w:anchor="_Toc135988942" w:history="1">
        <w:r w:rsidR="002F60B3" w:rsidRPr="002F60B3">
          <w:rPr>
            <w:rStyle w:val="Hyperlink"/>
            <w:u w:val="none"/>
          </w:rPr>
          <w:t>3.4.3</w:t>
        </w:r>
        <w:r w:rsidR="002F60B3" w:rsidRPr="002F60B3">
          <w:rPr>
            <w:rFonts w:eastAsiaTheme="minorEastAsia"/>
          </w:rPr>
          <w:tab/>
        </w:r>
        <w:r w:rsidR="002F60B3" w:rsidRPr="002F60B3">
          <w:rPr>
            <w:rStyle w:val="Hyperlink"/>
            <w:u w:val="none"/>
          </w:rPr>
          <w:t>NOIE Load Zones</w:t>
        </w:r>
        <w:r w:rsidR="002F60B3" w:rsidRPr="002F60B3">
          <w:rPr>
            <w:webHidden/>
          </w:rPr>
          <w:tab/>
        </w:r>
        <w:r w:rsidR="002F60B3" w:rsidRPr="002F60B3">
          <w:rPr>
            <w:webHidden/>
          </w:rPr>
          <w:fldChar w:fldCharType="begin"/>
        </w:r>
        <w:r w:rsidR="002F60B3" w:rsidRPr="002F60B3">
          <w:rPr>
            <w:webHidden/>
          </w:rPr>
          <w:instrText xml:space="preserve"> PAGEREF _Toc135988942 \h </w:instrText>
        </w:r>
        <w:r w:rsidR="002F60B3" w:rsidRPr="002F60B3">
          <w:rPr>
            <w:webHidden/>
          </w:rPr>
        </w:r>
        <w:r w:rsidR="002F60B3" w:rsidRPr="002F60B3">
          <w:rPr>
            <w:webHidden/>
          </w:rPr>
          <w:fldChar w:fldCharType="separate"/>
        </w:r>
        <w:r>
          <w:rPr>
            <w:webHidden/>
          </w:rPr>
          <w:t>3-74</w:t>
        </w:r>
        <w:r w:rsidR="002F60B3" w:rsidRPr="002F60B3">
          <w:rPr>
            <w:webHidden/>
          </w:rPr>
          <w:fldChar w:fldCharType="end"/>
        </w:r>
      </w:hyperlink>
    </w:p>
    <w:p w14:paraId="6BD4C85D" w14:textId="0E427400" w:rsidR="002F60B3" w:rsidRPr="002F60B3" w:rsidRDefault="009F070C">
      <w:pPr>
        <w:pStyle w:val="TOC3"/>
        <w:rPr>
          <w:rFonts w:eastAsiaTheme="minorEastAsia"/>
        </w:rPr>
      </w:pPr>
      <w:hyperlink w:anchor="_Toc135988943" w:history="1">
        <w:r w:rsidR="002F60B3" w:rsidRPr="002F60B3">
          <w:rPr>
            <w:rStyle w:val="Hyperlink"/>
            <w:u w:val="none"/>
          </w:rPr>
          <w:t>3.4.4</w:t>
        </w:r>
        <w:r w:rsidR="002F60B3" w:rsidRPr="002F60B3">
          <w:rPr>
            <w:rFonts w:eastAsiaTheme="minorEastAsia"/>
          </w:rPr>
          <w:tab/>
        </w:r>
        <w:r w:rsidR="002F60B3" w:rsidRPr="002F60B3">
          <w:rPr>
            <w:rStyle w:val="Hyperlink"/>
            <w:u w:val="none"/>
          </w:rPr>
          <w:t>DC Tie Load Zones</w:t>
        </w:r>
        <w:r w:rsidR="002F60B3" w:rsidRPr="002F60B3">
          <w:rPr>
            <w:webHidden/>
          </w:rPr>
          <w:tab/>
        </w:r>
        <w:r w:rsidR="002F60B3" w:rsidRPr="002F60B3">
          <w:rPr>
            <w:webHidden/>
          </w:rPr>
          <w:fldChar w:fldCharType="begin"/>
        </w:r>
        <w:r w:rsidR="002F60B3" w:rsidRPr="002F60B3">
          <w:rPr>
            <w:webHidden/>
          </w:rPr>
          <w:instrText xml:space="preserve"> PAGEREF _Toc135988943 \h </w:instrText>
        </w:r>
        <w:r w:rsidR="002F60B3" w:rsidRPr="002F60B3">
          <w:rPr>
            <w:webHidden/>
          </w:rPr>
        </w:r>
        <w:r w:rsidR="002F60B3" w:rsidRPr="002F60B3">
          <w:rPr>
            <w:webHidden/>
          </w:rPr>
          <w:fldChar w:fldCharType="separate"/>
        </w:r>
        <w:r>
          <w:rPr>
            <w:webHidden/>
          </w:rPr>
          <w:t>3-75</w:t>
        </w:r>
        <w:r w:rsidR="002F60B3" w:rsidRPr="002F60B3">
          <w:rPr>
            <w:webHidden/>
          </w:rPr>
          <w:fldChar w:fldCharType="end"/>
        </w:r>
      </w:hyperlink>
    </w:p>
    <w:p w14:paraId="5D178255" w14:textId="253EAE59" w:rsidR="002F60B3" w:rsidRPr="002F60B3" w:rsidRDefault="009F070C">
      <w:pPr>
        <w:pStyle w:val="TOC3"/>
        <w:rPr>
          <w:rFonts w:eastAsiaTheme="minorEastAsia"/>
        </w:rPr>
      </w:pPr>
      <w:hyperlink w:anchor="_Toc135988944" w:history="1">
        <w:r w:rsidR="002F60B3" w:rsidRPr="002F60B3">
          <w:rPr>
            <w:rStyle w:val="Hyperlink"/>
            <w:u w:val="none"/>
          </w:rPr>
          <w:t>3.4.5</w:t>
        </w:r>
        <w:r w:rsidR="002F60B3" w:rsidRPr="002F60B3">
          <w:rPr>
            <w:rFonts w:eastAsiaTheme="minorEastAsia"/>
          </w:rPr>
          <w:tab/>
        </w:r>
        <w:r w:rsidR="002F60B3" w:rsidRPr="002F60B3">
          <w:rPr>
            <w:rStyle w:val="Hyperlink"/>
            <w:u w:val="none"/>
          </w:rPr>
          <w:t>Additional Load Buses</w:t>
        </w:r>
        <w:r w:rsidR="002F60B3" w:rsidRPr="002F60B3">
          <w:rPr>
            <w:webHidden/>
          </w:rPr>
          <w:tab/>
        </w:r>
        <w:r w:rsidR="002F60B3" w:rsidRPr="002F60B3">
          <w:rPr>
            <w:webHidden/>
          </w:rPr>
          <w:fldChar w:fldCharType="begin"/>
        </w:r>
        <w:r w:rsidR="002F60B3" w:rsidRPr="002F60B3">
          <w:rPr>
            <w:webHidden/>
          </w:rPr>
          <w:instrText xml:space="preserve"> PAGEREF _Toc135988944 \h </w:instrText>
        </w:r>
        <w:r w:rsidR="002F60B3" w:rsidRPr="002F60B3">
          <w:rPr>
            <w:webHidden/>
          </w:rPr>
        </w:r>
        <w:r w:rsidR="002F60B3" w:rsidRPr="002F60B3">
          <w:rPr>
            <w:webHidden/>
          </w:rPr>
          <w:fldChar w:fldCharType="separate"/>
        </w:r>
        <w:r>
          <w:rPr>
            <w:webHidden/>
          </w:rPr>
          <w:t>3-75</w:t>
        </w:r>
        <w:r w:rsidR="002F60B3" w:rsidRPr="002F60B3">
          <w:rPr>
            <w:webHidden/>
          </w:rPr>
          <w:fldChar w:fldCharType="end"/>
        </w:r>
      </w:hyperlink>
    </w:p>
    <w:p w14:paraId="69EFDC1B" w14:textId="558EC85B" w:rsidR="002F60B3" w:rsidRPr="002F60B3" w:rsidRDefault="009F070C">
      <w:pPr>
        <w:pStyle w:val="TOC2"/>
        <w:rPr>
          <w:rFonts w:eastAsiaTheme="minorEastAsia"/>
          <w:noProof/>
        </w:rPr>
      </w:pPr>
      <w:hyperlink w:anchor="_Toc135988945" w:history="1">
        <w:r w:rsidR="002F60B3" w:rsidRPr="002F60B3">
          <w:rPr>
            <w:rStyle w:val="Hyperlink"/>
            <w:noProof/>
            <w:u w:val="none"/>
          </w:rPr>
          <w:t>3.5</w:t>
        </w:r>
        <w:r w:rsidR="002F60B3" w:rsidRPr="002F60B3">
          <w:rPr>
            <w:rFonts w:eastAsiaTheme="minorEastAsia"/>
            <w:noProof/>
          </w:rPr>
          <w:tab/>
        </w:r>
        <w:r w:rsidR="002F60B3" w:rsidRPr="002F60B3">
          <w:rPr>
            <w:rStyle w:val="Hyperlink"/>
            <w:noProof/>
            <w:u w:val="none"/>
          </w:rPr>
          <w:t>Hubs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_Toc135988945 \h </w:instrText>
        </w:r>
        <w:r w:rsidR="002F60B3" w:rsidRPr="002F60B3">
          <w:rPr>
            <w:noProof/>
            <w:webHidden/>
          </w:rPr>
        </w:r>
        <w:r w:rsidR="002F60B3" w:rsidRPr="002F60B3">
          <w:rPr>
            <w:noProof/>
            <w:webHidden/>
          </w:rPr>
          <w:fldChar w:fldCharType="separate"/>
        </w:r>
        <w:r>
          <w:rPr>
            <w:noProof/>
            <w:webHidden/>
          </w:rPr>
          <w:t>3-76</w:t>
        </w:r>
        <w:r w:rsidR="002F60B3" w:rsidRPr="002F60B3">
          <w:rPr>
            <w:noProof/>
            <w:webHidden/>
          </w:rPr>
          <w:fldChar w:fldCharType="end"/>
        </w:r>
      </w:hyperlink>
    </w:p>
    <w:p w14:paraId="31DBE0DC" w14:textId="6130D800" w:rsidR="002F60B3" w:rsidRPr="002F60B3" w:rsidRDefault="009F070C">
      <w:pPr>
        <w:pStyle w:val="TOC3"/>
        <w:rPr>
          <w:rFonts w:eastAsiaTheme="minorEastAsia"/>
        </w:rPr>
      </w:pPr>
      <w:hyperlink w:anchor="_Toc135988946" w:history="1">
        <w:r w:rsidR="002F60B3" w:rsidRPr="002F60B3">
          <w:rPr>
            <w:rStyle w:val="Hyperlink"/>
            <w:u w:val="none"/>
          </w:rPr>
          <w:t>3.5.1</w:t>
        </w:r>
        <w:r w:rsidR="002F60B3" w:rsidRPr="002F60B3">
          <w:rPr>
            <w:rFonts w:eastAsiaTheme="minorEastAsia"/>
          </w:rPr>
          <w:tab/>
        </w:r>
        <w:r w:rsidR="002F60B3" w:rsidRPr="002F60B3">
          <w:rPr>
            <w:rStyle w:val="Hyperlink"/>
            <w:u w:val="none"/>
          </w:rPr>
          <w:t>Process for Defining Hubs</w:t>
        </w:r>
        <w:r w:rsidR="002F60B3" w:rsidRPr="002F60B3">
          <w:rPr>
            <w:webHidden/>
          </w:rPr>
          <w:tab/>
        </w:r>
        <w:r w:rsidR="002F60B3" w:rsidRPr="002F60B3">
          <w:rPr>
            <w:webHidden/>
          </w:rPr>
          <w:fldChar w:fldCharType="begin"/>
        </w:r>
        <w:r w:rsidR="002F60B3" w:rsidRPr="002F60B3">
          <w:rPr>
            <w:webHidden/>
          </w:rPr>
          <w:instrText xml:space="preserve"> PAGEREF _Toc135988946 \h </w:instrText>
        </w:r>
        <w:r w:rsidR="002F60B3" w:rsidRPr="002F60B3">
          <w:rPr>
            <w:webHidden/>
          </w:rPr>
        </w:r>
        <w:r w:rsidR="002F60B3" w:rsidRPr="002F60B3">
          <w:rPr>
            <w:webHidden/>
          </w:rPr>
          <w:fldChar w:fldCharType="separate"/>
        </w:r>
        <w:r>
          <w:rPr>
            <w:webHidden/>
          </w:rPr>
          <w:t>3-76</w:t>
        </w:r>
        <w:r w:rsidR="002F60B3" w:rsidRPr="002F60B3">
          <w:rPr>
            <w:webHidden/>
          </w:rPr>
          <w:fldChar w:fldCharType="end"/>
        </w:r>
      </w:hyperlink>
    </w:p>
    <w:p w14:paraId="5B4E24B9" w14:textId="67E01A96" w:rsidR="002F60B3" w:rsidRPr="002F60B3" w:rsidRDefault="009F070C">
      <w:pPr>
        <w:pStyle w:val="TOC3"/>
        <w:rPr>
          <w:rFonts w:eastAsiaTheme="minorEastAsia"/>
        </w:rPr>
      </w:pPr>
      <w:hyperlink w:anchor="_Toc135988947" w:history="1">
        <w:r w:rsidR="002F60B3" w:rsidRPr="002F60B3">
          <w:rPr>
            <w:rStyle w:val="Hyperlink"/>
            <w:u w:val="none"/>
          </w:rPr>
          <w:t>3.5.2</w:t>
        </w:r>
        <w:r w:rsidR="002F60B3" w:rsidRPr="002F60B3">
          <w:rPr>
            <w:rFonts w:eastAsiaTheme="minorEastAsia"/>
          </w:rPr>
          <w:tab/>
        </w:r>
        <w:r w:rsidR="002F60B3" w:rsidRPr="002F60B3">
          <w:rPr>
            <w:rStyle w:val="Hyperlink"/>
            <w:u w:val="none"/>
          </w:rPr>
          <w:t>Hub Definitions</w:t>
        </w:r>
        <w:r w:rsidR="002F60B3" w:rsidRPr="002F60B3">
          <w:rPr>
            <w:webHidden/>
          </w:rPr>
          <w:tab/>
        </w:r>
        <w:r w:rsidR="002F60B3" w:rsidRPr="002F60B3">
          <w:rPr>
            <w:webHidden/>
          </w:rPr>
          <w:fldChar w:fldCharType="begin"/>
        </w:r>
        <w:r w:rsidR="002F60B3" w:rsidRPr="002F60B3">
          <w:rPr>
            <w:webHidden/>
          </w:rPr>
          <w:instrText xml:space="preserve"> PAGEREF _Toc135988947 \h </w:instrText>
        </w:r>
        <w:r w:rsidR="002F60B3" w:rsidRPr="002F60B3">
          <w:rPr>
            <w:webHidden/>
          </w:rPr>
        </w:r>
        <w:r w:rsidR="002F60B3" w:rsidRPr="002F60B3">
          <w:rPr>
            <w:webHidden/>
          </w:rPr>
          <w:fldChar w:fldCharType="separate"/>
        </w:r>
        <w:r>
          <w:rPr>
            <w:webHidden/>
          </w:rPr>
          <w:t>3-77</w:t>
        </w:r>
        <w:r w:rsidR="002F60B3" w:rsidRPr="002F60B3">
          <w:rPr>
            <w:webHidden/>
          </w:rPr>
          <w:fldChar w:fldCharType="end"/>
        </w:r>
      </w:hyperlink>
    </w:p>
    <w:p w14:paraId="5FE3AE03" w14:textId="41D92BD0" w:rsidR="002F60B3" w:rsidRPr="002F60B3" w:rsidRDefault="009F070C" w:rsidP="00910953">
      <w:pPr>
        <w:pStyle w:val="TOC4"/>
        <w:rPr>
          <w:rFonts w:eastAsiaTheme="minorEastAsia"/>
          <w:snapToGrid/>
        </w:rPr>
      </w:pPr>
      <w:hyperlink w:anchor="_Toc135988948" w:history="1">
        <w:r w:rsidR="002F60B3" w:rsidRPr="002F60B3">
          <w:rPr>
            <w:rStyle w:val="Hyperlink"/>
            <w:bCs w:val="0"/>
            <w:sz w:val="20"/>
            <w:szCs w:val="20"/>
            <w:u w:val="none"/>
          </w:rPr>
          <w:t>3.5.2.1</w:t>
        </w:r>
        <w:r w:rsidR="002F60B3" w:rsidRPr="002F60B3">
          <w:rPr>
            <w:rFonts w:eastAsiaTheme="minorEastAsia"/>
            <w:snapToGrid/>
          </w:rPr>
          <w:tab/>
        </w:r>
        <w:r w:rsidR="002F60B3" w:rsidRPr="002F60B3">
          <w:rPr>
            <w:rStyle w:val="Hyperlink"/>
            <w:bCs w:val="0"/>
            <w:sz w:val="20"/>
            <w:szCs w:val="20"/>
            <w:u w:val="none"/>
          </w:rPr>
          <w:t>North 345 kV Hub (North 345)</w:t>
        </w:r>
        <w:r w:rsidR="002F60B3" w:rsidRPr="002F60B3">
          <w:rPr>
            <w:webHidden/>
          </w:rPr>
          <w:tab/>
        </w:r>
        <w:r w:rsidR="002F60B3" w:rsidRPr="002F60B3">
          <w:rPr>
            <w:webHidden/>
          </w:rPr>
          <w:fldChar w:fldCharType="begin"/>
        </w:r>
        <w:r w:rsidR="002F60B3" w:rsidRPr="002F60B3">
          <w:rPr>
            <w:webHidden/>
          </w:rPr>
          <w:instrText xml:space="preserve"> PAGEREF _Toc135988948 \h </w:instrText>
        </w:r>
        <w:r w:rsidR="002F60B3" w:rsidRPr="002F60B3">
          <w:rPr>
            <w:webHidden/>
          </w:rPr>
        </w:r>
        <w:r w:rsidR="002F60B3" w:rsidRPr="002F60B3">
          <w:rPr>
            <w:webHidden/>
          </w:rPr>
          <w:fldChar w:fldCharType="separate"/>
        </w:r>
        <w:r>
          <w:rPr>
            <w:webHidden/>
          </w:rPr>
          <w:t>3-77</w:t>
        </w:r>
        <w:r w:rsidR="002F60B3" w:rsidRPr="002F60B3">
          <w:rPr>
            <w:webHidden/>
          </w:rPr>
          <w:fldChar w:fldCharType="end"/>
        </w:r>
      </w:hyperlink>
    </w:p>
    <w:p w14:paraId="3C979D01" w14:textId="5A7BC5FF" w:rsidR="002F60B3" w:rsidRPr="002F60B3" w:rsidRDefault="009F070C" w:rsidP="00910953">
      <w:pPr>
        <w:pStyle w:val="TOC4"/>
        <w:rPr>
          <w:rFonts w:eastAsiaTheme="minorEastAsia"/>
          <w:snapToGrid/>
        </w:rPr>
      </w:pPr>
      <w:hyperlink w:anchor="_Toc135988949" w:history="1">
        <w:r w:rsidR="002F60B3" w:rsidRPr="002F60B3">
          <w:rPr>
            <w:rStyle w:val="Hyperlink"/>
            <w:bCs w:val="0"/>
            <w:sz w:val="20"/>
            <w:szCs w:val="20"/>
            <w:u w:val="none"/>
          </w:rPr>
          <w:t>3.5.2.2</w:t>
        </w:r>
        <w:r w:rsidR="002F60B3" w:rsidRPr="002F60B3">
          <w:rPr>
            <w:rFonts w:eastAsiaTheme="minorEastAsia"/>
            <w:snapToGrid/>
          </w:rPr>
          <w:tab/>
        </w:r>
        <w:r w:rsidR="002F60B3" w:rsidRPr="002F60B3">
          <w:rPr>
            <w:rStyle w:val="Hyperlink"/>
            <w:bCs w:val="0"/>
            <w:sz w:val="20"/>
            <w:szCs w:val="20"/>
            <w:u w:val="none"/>
          </w:rPr>
          <w:t>South 345 kV Hub (South 345)</w:t>
        </w:r>
        <w:r w:rsidR="002F60B3" w:rsidRPr="002F60B3">
          <w:rPr>
            <w:webHidden/>
          </w:rPr>
          <w:tab/>
        </w:r>
        <w:r w:rsidR="002F60B3" w:rsidRPr="002F60B3">
          <w:rPr>
            <w:webHidden/>
          </w:rPr>
          <w:fldChar w:fldCharType="begin"/>
        </w:r>
        <w:r w:rsidR="002F60B3" w:rsidRPr="002F60B3">
          <w:rPr>
            <w:webHidden/>
          </w:rPr>
          <w:instrText xml:space="preserve"> PAGEREF _Toc135988949 \h </w:instrText>
        </w:r>
        <w:r w:rsidR="002F60B3" w:rsidRPr="002F60B3">
          <w:rPr>
            <w:webHidden/>
          </w:rPr>
        </w:r>
        <w:r w:rsidR="002F60B3" w:rsidRPr="002F60B3">
          <w:rPr>
            <w:webHidden/>
          </w:rPr>
          <w:fldChar w:fldCharType="separate"/>
        </w:r>
        <w:r>
          <w:rPr>
            <w:webHidden/>
          </w:rPr>
          <w:t>3-82</w:t>
        </w:r>
        <w:r w:rsidR="002F60B3" w:rsidRPr="002F60B3">
          <w:rPr>
            <w:webHidden/>
          </w:rPr>
          <w:fldChar w:fldCharType="end"/>
        </w:r>
      </w:hyperlink>
    </w:p>
    <w:p w14:paraId="1F6F0921" w14:textId="0226042B" w:rsidR="002F60B3" w:rsidRPr="002F60B3" w:rsidRDefault="009F070C" w:rsidP="00910953">
      <w:pPr>
        <w:pStyle w:val="TOC4"/>
        <w:rPr>
          <w:rFonts w:eastAsiaTheme="minorEastAsia"/>
          <w:snapToGrid/>
        </w:rPr>
      </w:pPr>
      <w:hyperlink w:anchor="_Toc135988950" w:history="1">
        <w:r w:rsidR="002F60B3" w:rsidRPr="002F60B3">
          <w:rPr>
            <w:rStyle w:val="Hyperlink"/>
            <w:bCs w:val="0"/>
            <w:sz w:val="20"/>
            <w:szCs w:val="20"/>
            <w:u w:val="none"/>
          </w:rPr>
          <w:t>3.5.2.3</w:t>
        </w:r>
        <w:r w:rsidR="002F60B3" w:rsidRPr="002F60B3">
          <w:rPr>
            <w:rFonts w:eastAsiaTheme="minorEastAsia"/>
            <w:snapToGrid/>
          </w:rPr>
          <w:tab/>
        </w:r>
        <w:r w:rsidR="002F60B3" w:rsidRPr="002F60B3">
          <w:rPr>
            <w:rStyle w:val="Hyperlink"/>
            <w:bCs w:val="0"/>
            <w:sz w:val="20"/>
            <w:szCs w:val="20"/>
            <w:u w:val="none"/>
          </w:rPr>
          <w:t>Houston 345 kV Hub (Houston 345)</w:t>
        </w:r>
        <w:r w:rsidR="002F60B3" w:rsidRPr="002F60B3">
          <w:rPr>
            <w:webHidden/>
          </w:rPr>
          <w:tab/>
        </w:r>
        <w:r w:rsidR="002F60B3" w:rsidRPr="002F60B3">
          <w:rPr>
            <w:webHidden/>
          </w:rPr>
          <w:fldChar w:fldCharType="begin"/>
        </w:r>
        <w:r w:rsidR="002F60B3" w:rsidRPr="002F60B3">
          <w:rPr>
            <w:webHidden/>
          </w:rPr>
          <w:instrText xml:space="preserve"> PAGEREF _Toc135988950 \h </w:instrText>
        </w:r>
        <w:r w:rsidR="002F60B3" w:rsidRPr="002F60B3">
          <w:rPr>
            <w:webHidden/>
          </w:rPr>
        </w:r>
        <w:r w:rsidR="002F60B3" w:rsidRPr="002F60B3">
          <w:rPr>
            <w:webHidden/>
          </w:rPr>
          <w:fldChar w:fldCharType="separate"/>
        </w:r>
        <w:r>
          <w:rPr>
            <w:webHidden/>
          </w:rPr>
          <w:t>3-87</w:t>
        </w:r>
        <w:r w:rsidR="002F60B3" w:rsidRPr="002F60B3">
          <w:rPr>
            <w:webHidden/>
          </w:rPr>
          <w:fldChar w:fldCharType="end"/>
        </w:r>
      </w:hyperlink>
    </w:p>
    <w:p w14:paraId="01BE01B2" w14:textId="43D63756" w:rsidR="002F60B3" w:rsidRPr="002F60B3" w:rsidRDefault="009F070C" w:rsidP="00910953">
      <w:pPr>
        <w:pStyle w:val="TOC4"/>
        <w:rPr>
          <w:rFonts w:eastAsiaTheme="minorEastAsia"/>
          <w:snapToGrid/>
        </w:rPr>
      </w:pPr>
      <w:hyperlink w:anchor="_Toc135988951" w:history="1">
        <w:r w:rsidR="002F60B3" w:rsidRPr="002F60B3">
          <w:rPr>
            <w:rStyle w:val="Hyperlink"/>
            <w:bCs w:val="0"/>
            <w:sz w:val="20"/>
            <w:szCs w:val="20"/>
            <w:u w:val="none"/>
          </w:rPr>
          <w:t>3.5.2.4</w:t>
        </w:r>
        <w:r w:rsidR="002F60B3" w:rsidRPr="002F60B3">
          <w:rPr>
            <w:rFonts w:eastAsiaTheme="minorEastAsia"/>
            <w:snapToGrid/>
          </w:rPr>
          <w:tab/>
        </w:r>
        <w:r w:rsidR="002F60B3" w:rsidRPr="002F60B3">
          <w:rPr>
            <w:rStyle w:val="Hyperlink"/>
            <w:bCs w:val="0"/>
            <w:sz w:val="20"/>
            <w:szCs w:val="20"/>
            <w:u w:val="none"/>
          </w:rPr>
          <w:t>West 345 kV Hub (West 345)</w:t>
        </w:r>
        <w:r w:rsidR="002F60B3" w:rsidRPr="002F60B3">
          <w:rPr>
            <w:webHidden/>
          </w:rPr>
          <w:tab/>
        </w:r>
        <w:r w:rsidR="002F60B3" w:rsidRPr="002F60B3">
          <w:rPr>
            <w:webHidden/>
          </w:rPr>
          <w:fldChar w:fldCharType="begin"/>
        </w:r>
        <w:r w:rsidR="002F60B3" w:rsidRPr="002F60B3">
          <w:rPr>
            <w:webHidden/>
          </w:rPr>
          <w:instrText xml:space="preserve"> PAGEREF _Toc135988951 \h </w:instrText>
        </w:r>
        <w:r w:rsidR="002F60B3" w:rsidRPr="002F60B3">
          <w:rPr>
            <w:webHidden/>
          </w:rPr>
        </w:r>
        <w:r w:rsidR="002F60B3" w:rsidRPr="002F60B3">
          <w:rPr>
            <w:webHidden/>
          </w:rPr>
          <w:fldChar w:fldCharType="separate"/>
        </w:r>
        <w:r>
          <w:rPr>
            <w:webHidden/>
          </w:rPr>
          <w:t>3-91</w:t>
        </w:r>
        <w:r w:rsidR="002F60B3" w:rsidRPr="002F60B3">
          <w:rPr>
            <w:webHidden/>
          </w:rPr>
          <w:fldChar w:fldCharType="end"/>
        </w:r>
      </w:hyperlink>
    </w:p>
    <w:p w14:paraId="7153C0CF" w14:textId="37F898E5" w:rsidR="002F60B3" w:rsidRPr="002F60B3" w:rsidRDefault="009F070C" w:rsidP="00910953">
      <w:pPr>
        <w:pStyle w:val="TOC4"/>
        <w:rPr>
          <w:rFonts w:eastAsiaTheme="minorEastAsia"/>
          <w:snapToGrid/>
        </w:rPr>
      </w:pPr>
      <w:hyperlink w:anchor="_Toc135988952" w:history="1">
        <w:r w:rsidR="002F60B3" w:rsidRPr="002F60B3">
          <w:rPr>
            <w:rStyle w:val="Hyperlink"/>
            <w:bCs w:val="0"/>
            <w:sz w:val="20"/>
            <w:szCs w:val="20"/>
            <w:u w:val="none"/>
          </w:rPr>
          <w:t>3.5.2.5</w:t>
        </w:r>
        <w:r w:rsidR="002F60B3" w:rsidRPr="002F60B3">
          <w:rPr>
            <w:rFonts w:eastAsiaTheme="minorEastAsia"/>
            <w:snapToGrid/>
          </w:rPr>
          <w:tab/>
        </w:r>
        <w:r w:rsidR="002F60B3" w:rsidRPr="002F60B3">
          <w:rPr>
            <w:rStyle w:val="Hyperlink"/>
            <w:bCs w:val="0"/>
            <w:sz w:val="20"/>
            <w:szCs w:val="20"/>
            <w:u w:val="none"/>
          </w:rPr>
          <w:t>Panhandle 345 kV Hub (Pan 345)</w:t>
        </w:r>
        <w:r w:rsidR="002F60B3" w:rsidRPr="002F60B3">
          <w:rPr>
            <w:webHidden/>
          </w:rPr>
          <w:tab/>
        </w:r>
        <w:r w:rsidR="002F60B3" w:rsidRPr="002F60B3">
          <w:rPr>
            <w:webHidden/>
          </w:rPr>
          <w:fldChar w:fldCharType="begin"/>
        </w:r>
        <w:r w:rsidR="002F60B3" w:rsidRPr="002F60B3">
          <w:rPr>
            <w:webHidden/>
          </w:rPr>
          <w:instrText xml:space="preserve"> PAGEREF _Toc135988952 \h </w:instrText>
        </w:r>
        <w:r w:rsidR="002F60B3" w:rsidRPr="002F60B3">
          <w:rPr>
            <w:webHidden/>
          </w:rPr>
        </w:r>
        <w:r w:rsidR="002F60B3" w:rsidRPr="002F60B3">
          <w:rPr>
            <w:webHidden/>
          </w:rPr>
          <w:fldChar w:fldCharType="separate"/>
        </w:r>
        <w:r>
          <w:rPr>
            <w:webHidden/>
          </w:rPr>
          <w:t>3-95</w:t>
        </w:r>
        <w:r w:rsidR="002F60B3" w:rsidRPr="002F60B3">
          <w:rPr>
            <w:webHidden/>
          </w:rPr>
          <w:fldChar w:fldCharType="end"/>
        </w:r>
      </w:hyperlink>
    </w:p>
    <w:p w14:paraId="108DFDCA" w14:textId="51BC03D8" w:rsidR="002F60B3" w:rsidRPr="002F60B3" w:rsidRDefault="009F070C" w:rsidP="00910953">
      <w:pPr>
        <w:pStyle w:val="TOC4"/>
        <w:rPr>
          <w:rFonts w:eastAsiaTheme="minorEastAsia"/>
          <w:snapToGrid/>
        </w:rPr>
      </w:pPr>
      <w:hyperlink w:anchor="_Toc135988954" w:history="1">
        <w:r w:rsidR="002F60B3" w:rsidRPr="002F60B3">
          <w:rPr>
            <w:rStyle w:val="Hyperlink"/>
            <w:bCs w:val="0"/>
            <w:sz w:val="20"/>
            <w:szCs w:val="20"/>
            <w:u w:val="none"/>
          </w:rPr>
          <w:t>3.5.2.6</w:t>
        </w:r>
        <w:r w:rsidR="002F60B3" w:rsidRPr="002F60B3">
          <w:rPr>
            <w:rFonts w:eastAsiaTheme="minorEastAsia"/>
            <w:snapToGrid/>
          </w:rPr>
          <w:tab/>
        </w:r>
        <w:r w:rsidR="002F60B3" w:rsidRPr="002F60B3">
          <w:rPr>
            <w:rStyle w:val="Hyperlink"/>
            <w:bCs w:val="0"/>
            <w:sz w:val="20"/>
            <w:szCs w:val="20"/>
            <w:u w:val="none"/>
          </w:rPr>
          <w:t>ERCOT Hub Average 345 kV Hub (ERCOT 345)</w:t>
        </w:r>
        <w:r w:rsidR="002F60B3" w:rsidRPr="002F60B3">
          <w:rPr>
            <w:webHidden/>
          </w:rPr>
          <w:tab/>
        </w:r>
        <w:r w:rsidR="002F60B3" w:rsidRPr="002F60B3">
          <w:rPr>
            <w:webHidden/>
          </w:rPr>
          <w:fldChar w:fldCharType="begin"/>
        </w:r>
        <w:r w:rsidR="002F60B3" w:rsidRPr="002F60B3">
          <w:rPr>
            <w:webHidden/>
          </w:rPr>
          <w:instrText xml:space="preserve"> PAGEREF _Toc135988954 \h </w:instrText>
        </w:r>
        <w:r w:rsidR="002F60B3" w:rsidRPr="002F60B3">
          <w:rPr>
            <w:webHidden/>
          </w:rPr>
        </w:r>
        <w:r w:rsidR="002F60B3" w:rsidRPr="002F60B3">
          <w:rPr>
            <w:webHidden/>
          </w:rPr>
          <w:fldChar w:fldCharType="separate"/>
        </w:r>
        <w:r>
          <w:rPr>
            <w:webHidden/>
          </w:rPr>
          <w:t>3-102</w:t>
        </w:r>
        <w:r w:rsidR="002F60B3" w:rsidRPr="002F60B3">
          <w:rPr>
            <w:webHidden/>
          </w:rPr>
          <w:fldChar w:fldCharType="end"/>
        </w:r>
      </w:hyperlink>
    </w:p>
    <w:p w14:paraId="324DDF89" w14:textId="18C270C1" w:rsidR="002F60B3" w:rsidRPr="002F60B3" w:rsidRDefault="009F070C" w:rsidP="00910953">
      <w:pPr>
        <w:pStyle w:val="TOC4"/>
        <w:rPr>
          <w:rFonts w:eastAsiaTheme="minorEastAsia"/>
          <w:snapToGrid/>
        </w:rPr>
      </w:pPr>
      <w:hyperlink w:anchor="_Toc135988955" w:history="1">
        <w:r w:rsidR="002F60B3" w:rsidRPr="002F60B3">
          <w:rPr>
            <w:rStyle w:val="Hyperlink"/>
            <w:bCs w:val="0"/>
            <w:sz w:val="20"/>
            <w:szCs w:val="20"/>
            <w:u w:val="none"/>
          </w:rPr>
          <w:t>3.5.2.7</w:t>
        </w:r>
        <w:r w:rsidR="002F60B3" w:rsidRPr="002F60B3">
          <w:rPr>
            <w:rFonts w:eastAsiaTheme="minorEastAsia"/>
            <w:snapToGrid/>
          </w:rPr>
          <w:tab/>
        </w:r>
        <w:r w:rsidR="002F60B3" w:rsidRPr="002F60B3">
          <w:rPr>
            <w:rStyle w:val="Hyperlink"/>
            <w:bCs w:val="0"/>
            <w:sz w:val="20"/>
            <w:szCs w:val="20"/>
            <w:u w:val="none"/>
          </w:rPr>
          <w:t>ERCOT Bus Average 345 kV Hub (ERCOT 345 Bus)</w:t>
        </w:r>
        <w:r w:rsidR="002F60B3" w:rsidRPr="002F60B3">
          <w:rPr>
            <w:webHidden/>
          </w:rPr>
          <w:tab/>
        </w:r>
        <w:r w:rsidR="002F60B3" w:rsidRPr="002F60B3">
          <w:rPr>
            <w:webHidden/>
          </w:rPr>
          <w:fldChar w:fldCharType="begin"/>
        </w:r>
        <w:r w:rsidR="002F60B3" w:rsidRPr="002F60B3">
          <w:rPr>
            <w:webHidden/>
          </w:rPr>
          <w:instrText xml:space="preserve"> PAGEREF _Toc135988955 \h </w:instrText>
        </w:r>
        <w:r w:rsidR="002F60B3" w:rsidRPr="002F60B3">
          <w:rPr>
            <w:webHidden/>
          </w:rPr>
        </w:r>
        <w:r w:rsidR="002F60B3" w:rsidRPr="002F60B3">
          <w:rPr>
            <w:webHidden/>
          </w:rPr>
          <w:fldChar w:fldCharType="separate"/>
        </w:r>
        <w:r>
          <w:rPr>
            <w:webHidden/>
          </w:rPr>
          <w:t>3-104</w:t>
        </w:r>
        <w:r w:rsidR="002F60B3" w:rsidRPr="002F60B3">
          <w:rPr>
            <w:webHidden/>
          </w:rPr>
          <w:fldChar w:fldCharType="end"/>
        </w:r>
      </w:hyperlink>
    </w:p>
    <w:p w14:paraId="70856A9A" w14:textId="4D7DF687" w:rsidR="002F60B3" w:rsidRPr="002F60B3" w:rsidRDefault="009F070C">
      <w:pPr>
        <w:pStyle w:val="TOC3"/>
        <w:rPr>
          <w:rFonts w:eastAsiaTheme="minorEastAsia"/>
        </w:rPr>
      </w:pPr>
      <w:hyperlink w:anchor="_Toc135988956" w:history="1">
        <w:r w:rsidR="002F60B3" w:rsidRPr="002F60B3">
          <w:rPr>
            <w:rStyle w:val="Hyperlink"/>
            <w:u w:val="none"/>
          </w:rPr>
          <w:t>3.5.3</w:t>
        </w:r>
        <w:r w:rsidR="002F60B3" w:rsidRPr="002F60B3">
          <w:rPr>
            <w:rFonts w:eastAsiaTheme="minorEastAsia"/>
          </w:rPr>
          <w:tab/>
        </w:r>
        <w:r w:rsidR="002F60B3" w:rsidRPr="002F60B3">
          <w:rPr>
            <w:rStyle w:val="Hyperlink"/>
            <w:u w:val="none"/>
          </w:rPr>
          <w:t>ERCOT Responsibilities for Managing Hubs</w:t>
        </w:r>
        <w:r w:rsidR="002F60B3" w:rsidRPr="002F60B3">
          <w:rPr>
            <w:webHidden/>
          </w:rPr>
          <w:tab/>
        </w:r>
        <w:r w:rsidR="002F60B3" w:rsidRPr="002F60B3">
          <w:rPr>
            <w:webHidden/>
          </w:rPr>
          <w:fldChar w:fldCharType="begin"/>
        </w:r>
        <w:r w:rsidR="002F60B3" w:rsidRPr="002F60B3">
          <w:rPr>
            <w:webHidden/>
          </w:rPr>
          <w:instrText xml:space="preserve"> PAGEREF _Toc135988956 \h </w:instrText>
        </w:r>
        <w:r w:rsidR="002F60B3" w:rsidRPr="002F60B3">
          <w:rPr>
            <w:webHidden/>
          </w:rPr>
        </w:r>
        <w:r w:rsidR="002F60B3" w:rsidRPr="002F60B3">
          <w:rPr>
            <w:webHidden/>
          </w:rPr>
          <w:fldChar w:fldCharType="separate"/>
        </w:r>
        <w:r>
          <w:rPr>
            <w:webHidden/>
          </w:rPr>
          <w:t>3-109</w:t>
        </w:r>
        <w:r w:rsidR="002F60B3" w:rsidRPr="002F60B3">
          <w:rPr>
            <w:webHidden/>
          </w:rPr>
          <w:fldChar w:fldCharType="end"/>
        </w:r>
      </w:hyperlink>
    </w:p>
    <w:p w14:paraId="49577BFF" w14:textId="6882ED5E" w:rsidR="002F60B3" w:rsidRPr="002F60B3" w:rsidRDefault="009F070C" w:rsidP="00910953">
      <w:pPr>
        <w:pStyle w:val="TOC4"/>
        <w:rPr>
          <w:rFonts w:eastAsiaTheme="minorEastAsia"/>
          <w:snapToGrid/>
        </w:rPr>
      </w:pPr>
      <w:hyperlink w:anchor="_Toc135988957" w:history="1">
        <w:r w:rsidR="002F60B3" w:rsidRPr="002F60B3">
          <w:rPr>
            <w:rStyle w:val="Hyperlink"/>
            <w:bCs w:val="0"/>
            <w:sz w:val="20"/>
            <w:szCs w:val="20"/>
            <w:u w:val="none"/>
          </w:rPr>
          <w:t>3.5.3.1</w:t>
        </w:r>
        <w:r w:rsidR="002F60B3" w:rsidRPr="002F60B3">
          <w:rPr>
            <w:rFonts w:eastAsiaTheme="minorEastAsia"/>
            <w:snapToGrid/>
          </w:rPr>
          <w:tab/>
        </w:r>
        <w:r w:rsidR="002F60B3" w:rsidRPr="002F60B3">
          <w:rPr>
            <w:rStyle w:val="Hyperlink"/>
            <w:bCs w:val="0"/>
            <w:sz w:val="20"/>
            <w:szCs w:val="20"/>
            <w:u w:val="none"/>
          </w:rPr>
          <w:t>Posting of Hub Buses and Electrical Buses included in Hubs</w:t>
        </w:r>
        <w:r w:rsidR="002F60B3" w:rsidRPr="002F60B3">
          <w:rPr>
            <w:webHidden/>
          </w:rPr>
          <w:tab/>
        </w:r>
        <w:r w:rsidR="002F60B3" w:rsidRPr="002F60B3">
          <w:rPr>
            <w:webHidden/>
          </w:rPr>
          <w:fldChar w:fldCharType="begin"/>
        </w:r>
        <w:r w:rsidR="002F60B3" w:rsidRPr="002F60B3">
          <w:rPr>
            <w:webHidden/>
          </w:rPr>
          <w:instrText xml:space="preserve"> PAGEREF _Toc135988957 \h </w:instrText>
        </w:r>
        <w:r w:rsidR="002F60B3" w:rsidRPr="002F60B3">
          <w:rPr>
            <w:webHidden/>
          </w:rPr>
        </w:r>
        <w:r w:rsidR="002F60B3" w:rsidRPr="002F60B3">
          <w:rPr>
            <w:webHidden/>
          </w:rPr>
          <w:fldChar w:fldCharType="separate"/>
        </w:r>
        <w:r>
          <w:rPr>
            <w:webHidden/>
          </w:rPr>
          <w:t>3-109</w:t>
        </w:r>
        <w:r w:rsidR="002F60B3" w:rsidRPr="002F60B3">
          <w:rPr>
            <w:webHidden/>
          </w:rPr>
          <w:fldChar w:fldCharType="end"/>
        </w:r>
      </w:hyperlink>
    </w:p>
    <w:p w14:paraId="3C3CCEC3" w14:textId="00B303F0" w:rsidR="002F60B3" w:rsidRPr="002F60B3" w:rsidRDefault="009F070C" w:rsidP="00910953">
      <w:pPr>
        <w:pStyle w:val="TOC4"/>
        <w:rPr>
          <w:rFonts w:eastAsiaTheme="minorEastAsia"/>
          <w:snapToGrid/>
        </w:rPr>
      </w:pPr>
      <w:hyperlink w:anchor="_Toc135988958" w:history="1">
        <w:r w:rsidR="002F60B3" w:rsidRPr="002F60B3">
          <w:rPr>
            <w:rStyle w:val="Hyperlink"/>
            <w:bCs w:val="0"/>
            <w:sz w:val="20"/>
            <w:szCs w:val="20"/>
            <w:u w:val="none"/>
          </w:rPr>
          <w:t>3.5.3.2</w:t>
        </w:r>
        <w:r w:rsidR="002F60B3" w:rsidRPr="002F60B3">
          <w:rPr>
            <w:rFonts w:eastAsiaTheme="minorEastAsia"/>
            <w:snapToGrid/>
          </w:rPr>
          <w:tab/>
        </w:r>
        <w:r w:rsidR="002F60B3" w:rsidRPr="002F60B3">
          <w:rPr>
            <w:rStyle w:val="Hyperlink"/>
            <w:bCs w:val="0"/>
            <w:sz w:val="20"/>
            <w:szCs w:val="20"/>
            <w:u w:val="none"/>
          </w:rPr>
          <w:t>Calculation of Hub Prices</w:t>
        </w:r>
        <w:r w:rsidR="002F60B3" w:rsidRPr="002F60B3">
          <w:rPr>
            <w:webHidden/>
          </w:rPr>
          <w:tab/>
        </w:r>
        <w:r w:rsidR="002F60B3" w:rsidRPr="002F60B3">
          <w:rPr>
            <w:webHidden/>
          </w:rPr>
          <w:fldChar w:fldCharType="begin"/>
        </w:r>
        <w:r w:rsidR="002F60B3" w:rsidRPr="002F60B3">
          <w:rPr>
            <w:webHidden/>
          </w:rPr>
          <w:instrText xml:space="preserve"> PAGEREF _Toc135988958 \h </w:instrText>
        </w:r>
        <w:r w:rsidR="002F60B3" w:rsidRPr="002F60B3">
          <w:rPr>
            <w:webHidden/>
          </w:rPr>
        </w:r>
        <w:r w:rsidR="002F60B3" w:rsidRPr="002F60B3">
          <w:rPr>
            <w:webHidden/>
          </w:rPr>
          <w:fldChar w:fldCharType="separate"/>
        </w:r>
        <w:r>
          <w:rPr>
            <w:webHidden/>
          </w:rPr>
          <w:t>3-109</w:t>
        </w:r>
        <w:r w:rsidR="002F60B3" w:rsidRPr="002F60B3">
          <w:rPr>
            <w:webHidden/>
          </w:rPr>
          <w:fldChar w:fldCharType="end"/>
        </w:r>
      </w:hyperlink>
    </w:p>
    <w:p w14:paraId="03D4E29D" w14:textId="027FD0F7" w:rsidR="002F60B3" w:rsidRPr="002F60B3" w:rsidRDefault="009F070C">
      <w:pPr>
        <w:pStyle w:val="TOC2"/>
        <w:rPr>
          <w:rFonts w:eastAsiaTheme="minorEastAsia"/>
          <w:noProof/>
        </w:rPr>
      </w:pPr>
      <w:hyperlink w:anchor="_Toc135988959" w:history="1">
        <w:r w:rsidR="002F60B3" w:rsidRPr="002F60B3">
          <w:rPr>
            <w:rStyle w:val="Hyperlink"/>
            <w:noProof/>
            <w:u w:val="none"/>
          </w:rPr>
          <w:t>3.6</w:t>
        </w:r>
        <w:r w:rsidR="002F60B3" w:rsidRPr="002F60B3">
          <w:rPr>
            <w:rFonts w:eastAsiaTheme="minorEastAsia"/>
            <w:noProof/>
          </w:rPr>
          <w:tab/>
        </w:r>
        <w:r w:rsidR="002F60B3" w:rsidRPr="002F60B3">
          <w:rPr>
            <w:rStyle w:val="Hyperlink"/>
            <w:noProof/>
            <w:u w:val="none"/>
          </w:rPr>
          <w:t>Load Participation</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_Toc135988959 \h </w:instrText>
        </w:r>
        <w:r w:rsidR="002F60B3" w:rsidRPr="002F60B3">
          <w:rPr>
            <w:noProof/>
            <w:webHidden/>
          </w:rPr>
        </w:r>
        <w:r w:rsidR="002F60B3" w:rsidRPr="002F60B3">
          <w:rPr>
            <w:noProof/>
            <w:webHidden/>
          </w:rPr>
          <w:fldChar w:fldCharType="separate"/>
        </w:r>
        <w:r>
          <w:rPr>
            <w:noProof/>
            <w:webHidden/>
          </w:rPr>
          <w:t>3-109</w:t>
        </w:r>
        <w:r w:rsidR="002F60B3" w:rsidRPr="002F60B3">
          <w:rPr>
            <w:noProof/>
            <w:webHidden/>
          </w:rPr>
          <w:fldChar w:fldCharType="end"/>
        </w:r>
      </w:hyperlink>
    </w:p>
    <w:p w14:paraId="1906575C" w14:textId="397A67F4" w:rsidR="002F60B3" w:rsidRPr="002F60B3" w:rsidRDefault="009F070C">
      <w:pPr>
        <w:pStyle w:val="TOC3"/>
        <w:rPr>
          <w:rFonts w:eastAsiaTheme="minorEastAsia"/>
        </w:rPr>
      </w:pPr>
      <w:hyperlink w:anchor="_Toc135988960" w:history="1">
        <w:r w:rsidR="002F60B3" w:rsidRPr="002F60B3">
          <w:rPr>
            <w:rStyle w:val="Hyperlink"/>
            <w:u w:val="none"/>
          </w:rPr>
          <w:t>3.6.1</w:t>
        </w:r>
        <w:r w:rsidR="002F60B3" w:rsidRPr="002F60B3">
          <w:rPr>
            <w:rFonts w:eastAsiaTheme="minorEastAsia"/>
          </w:rPr>
          <w:tab/>
        </w:r>
        <w:r w:rsidR="002F60B3" w:rsidRPr="002F60B3">
          <w:rPr>
            <w:rStyle w:val="Hyperlink"/>
            <w:u w:val="none"/>
          </w:rPr>
          <w:t>Load Resource Participation</w:t>
        </w:r>
        <w:r w:rsidR="002F60B3" w:rsidRPr="002F60B3">
          <w:rPr>
            <w:webHidden/>
          </w:rPr>
          <w:tab/>
        </w:r>
        <w:r w:rsidR="002F60B3" w:rsidRPr="002F60B3">
          <w:rPr>
            <w:webHidden/>
          </w:rPr>
          <w:fldChar w:fldCharType="begin"/>
        </w:r>
        <w:r w:rsidR="002F60B3" w:rsidRPr="002F60B3">
          <w:rPr>
            <w:webHidden/>
          </w:rPr>
          <w:instrText xml:space="preserve"> PAGEREF _Toc135988960 \h </w:instrText>
        </w:r>
        <w:r w:rsidR="002F60B3" w:rsidRPr="002F60B3">
          <w:rPr>
            <w:webHidden/>
          </w:rPr>
        </w:r>
        <w:r w:rsidR="002F60B3" w:rsidRPr="002F60B3">
          <w:rPr>
            <w:webHidden/>
          </w:rPr>
          <w:fldChar w:fldCharType="separate"/>
        </w:r>
        <w:r>
          <w:rPr>
            <w:webHidden/>
          </w:rPr>
          <w:t>3-109</w:t>
        </w:r>
        <w:r w:rsidR="002F60B3" w:rsidRPr="002F60B3">
          <w:rPr>
            <w:webHidden/>
          </w:rPr>
          <w:fldChar w:fldCharType="end"/>
        </w:r>
      </w:hyperlink>
    </w:p>
    <w:p w14:paraId="23523259" w14:textId="67179DB6" w:rsidR="002F60B3" w:rsidRPr="002F60B3" w:rsidRDefault="009F070C">
      <w:pPr>
        <w:pStyle w:val="TOC3"/>
        <w:rPr>
          <w:rFonts w:eastAsiaTheme="minorEastAsia"/>
        </w:rPr>
      </w:pPr>
      <w:hyperlink w:anchor="_Toc135988961" w:history="1">
        <w:r w:rsidR="002F60B3" w:rsidRPr="002F60B3">
          <w:rPr>
            <w:rStyle w:val="Hyperlink"/>
            <w:u w:val="none"/>
          </w:rPr>
          <w:t>3.6.2</w:t>
        </w:r>
        <w:r w:rsidR="002F60B3" w:rsidRPr="002F60B3">
          <w:rPr>
            <w:rFonts w:eastAsiaTheme="minorEastAsia"/>
          </w:rPr>
          <w:tab/>
        </w:r>
        <w:r w:rsidR="002F60B3" w:rsidRPr="002F60B3">
          <w:rPr>
            <w:rStyle w:val="Hyperlink"/>
            <w:u w:val="none"/>
          </w:rPr>
          <w:t>Decision Making Entity for a Resource</w:t>
        </w:r>
        <w:r w:rsidR="002F60B3" w:rsidRPr="002F60B3">
          <w:rPr>
            <w:webHidden/>
          </w:rPr>
          <w:tab/>
        </w:r>
        <w:r w:rsidR="002F60B3" w:rsidRPr="002F60B3">
          <w:rPr>
            <w:webHidden/>
          </w:rPr>
          <w:fldChar w:fldCharType="begin"/>
        </w:r>
        <w:r w:rsidR="002F60B3" w:rsidRPr="002F60B3">
          <w:rPr>
            <w:webHidden/>
          </w:rPr>
          <w:instrText xml:space="preserve"> PAGEREF _Toc135988961 \h </w:instrText>
        </w:r>
        <w:r w:rsidR="002F60B3" w:rsidRPr="002F60B3">
          <w:rPr>
            <w:webHidden/>
          </w:rPr>
        </w:r>
        <w:r w:rsidR="002F60B3" w:rsidRPr="002F60B3">
          <w:rPr>
            <w:webHidden/>
          </w:rPr>
          <w:fldChar w:fldCharType="separate"/>
        </w:r>
        <w:r>
          <w:rPr>
            <w:webHidden/>
          </w:rPr>
          <w:t>3-111</w:t>
        </w:r>
        <w:r w:rsidR="002F60B3" w:rsidRPr="002F60B3">
          <w:rPr>
            <w:webHidden/>
          </w:rPr>
          <w:fldChar w:fldCharType="end"/>
        </w:r>
      </w:hyperlink>
    </w:p>
    <w:p w14:paraId="23625694" w14:textId="1E1DC4BD" w:rsidR="002F60B3" w:rsidRPr="002F60B3" w:rsidRDefault="009F070C">
      <w:pPr>
        <w:pStyle w:val="TOC2"/>
        <w:rPr>
          <w:rFonts w:eastAsiaTheme="minorEastAsia"/>
          <w:noProof/>
        </w:rPr>
      </w:pPr>
      <w:hyperlink w:anchor="_Toc135988962" w:history="1">
        <w:r w:rsidR="002F60B3" w:rsidRPr="002F60B3">
          <w:rPr>
            <w:rStyle w:val="Hyperlink"/>
            <w:noProof/>
            <w:u w:val="none"/>
          </w:rPr>
          <w:t>3.7</w:t>
        </w:r>
        <w:r w:rsidR="002F60B3" w:rsidRPr="002F60B3">
          <w:rPr>
            <w:rFonts w:eastAsiaTheme="minorEastAsia"/>
            <w:noProof/>
          </w:rPr>
          <w:tab/>
        </w:r>
        <w:r w:rsidR="002F60B3" w:rsidRPr="002F60B3">
          <w:rPr>
            <w:rStyle w:val="Hyperlink"/>
            <w:noProof/>
            <w:u w:val="none"/>
          </w:rPr>
          <w:t>Resource Parameters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_Toc135988962 \h </w:instrText>
        </w:r>
        <w:r w:rsidR="002F60B3" w:rsidRPr="002F60B3">
          <w:rPr>
            <w:noProof/>
            <w:webHidden/>
          </w:rPr>
        </w:r>
        <w:r w:rsidR="002F60B3" w:rsidRPr="002F60B3">
          <w:rPr>
            <w:noProof/>
            <w:webHidden/>
          </w:rPr>
          <w:fldChar w:fldCharType="separate"/>
        </w:r>
        <w:r>
          <w:rPr>
            <w:noProof/>
            <w:webHidden/>
          </w:rPr>
          <w:t>3-112</w:t>
        </w:r>
        <w:r w:rsidR="002F60B3" w:rsidRPr="002F60B3">
          <w:rPr>
            <w:noProof/>
            <w:webHidden/>
          </w:rPr>
          <w:fldChar w:fldCharType="end"/>
        </w:r>
      </w:hyperlink>
    </w:p>
    <w:p w14:paraId="0EA021DE" w14:textId="5DAC6820" w:rsidR="002F60B3" w:rsidRPr="002F60B3" w:rsidRDefault="009F070C">
      <w:pPr>
        <w:pStyle w:val="TOC3"/>
        <w:rPr>
          <w:rFonts w:eastAsiaTheme="minorEastAsia"/>
        </w:rPr>
      </w:pPr>
      <w:hyperlink w:anchor="_Toc135988963" w:history="1">
        <w:r w:rsidR="002F60B3" w:rsidRPr="002F60B3">
          <w:rPr>
            <w:rStyle w:val="Hyperlink"/>
            <w:u w:val="none"/>
          </w:rPr>
          <w:t>3.7.1</w:t>
        </w:r>
        <w:r w:rsidR="002F60B3" w:rsidRPr="002F60B3">
          <w:rPr>
            <w:rFonts w:eastAsiaTheme="minorEastAsia"/>
          </w:rPr>
          <w:tab/>
        </w:r>
        <w:r w:rsidR="002F60B3" w:rsidRPr="002F60B3">
          <w:rPr>
            <w:rStyle w:val="Hyperlink"/>
            <w:u w:val="none"/>
          </w:rPr>
          <w:t>Resource Parameter Criteria</w:t>
        </w:r>
        <w:r w:rsidR="002F60B3" w:rsidRPr="002F60B3">
          <w:rPr>
            <w:webHidden/>
          </w:rPr>
          <w:tab/>
        </w:r>
        <w:r w:rsidR="002F60B3" w:rsidRPr="002F60B3">
          <w:rPr>
            <w:webHidden/>
          </w:rPr>
          <w:fldChar w:fldCharType="begin"/>
        </w:r>
        <w:r w:rsidR="002F60B3" w:rsidRPr="002F60B3">
          <w:rPr>
            <w:webHidden/>
          </w:rPr>
          <w:instrText xml:space="preserve"> PAGEREF _Toc135988963 \h </w:instrText>
        </w:r>
        <w:r w:rsidR="002F60B3" w:rsidRPr="002F60B3">
          <w:rPr>
            <w:webHidden/>
          </w:rPr>
        </w:r>
        <w:r w:rsidR="002F60B3" w:rsidRPr="002F60B3">
          <w:rPr>
            <w:webHidden/>
          </w:rPr>
          <w:fldChar w:fldCharType="separate"/>
        </w:r>
        <w:r>
          <w:rPr>
            <w:webHidden/>
          </w:rPr>
          <w:t>3-113</w:t>
        </w:r>
        <w:r w:rsidR="002F60B3" w:rsidRPr="002F60B3">
          <w:rPr>
            <w:webHidden/>
          </w:rPr>
          <w:fldChar w:fldCharType="end"/>
        </w:r>
      </w:hyperlink>
    </w:p>
    <w:p w14:paraId="303FFAAC" w14:textId="35B86190" w:rsidR="002F60B3" w:rsidRPr="002F60B3" w:rsidRDefault="009F070C" w:rsidP="00910953">
      <w:pPr>
        <w:pStyle w:val="TOC4"/>
        <w:rPr>
          <w:rFonts w:eastAsiaTheme="minorEastAsia"/>
          <w:snapToGrid/>
        </w:rPr>
      </w:pPr>
      <w:hyperlink w:anchor="_Toc135988964" w:history="1">
        <w:r w:rsidR="002F60B3" w:rsidRPr="002F60B3">
          <w:rPr>
            <w:rStyle w:val="Hyperlink"/>
            <w:bCs w:val="0"/>
            <w:sz w:val="20"/>
            <w:szCs w:val="20"/>
            <w:u w:val="none"/>
          </w:rPr>
          <w:t>3.7.1.1</w:t>
        </w:r>
        <w:r w:rsidR="002F60B3" w:rsidRPr="002F60B3">
          <w:rPr>
            <w:rFonts w:eastAsiaTheme="minorEastAsia"/>
            <w:snapToGrid/>
          </w:rPr>
          <w:tab/>
        </w:r>
        <w:r w:rsidR="002F60B3" w:rsidRPr="002F60B3">
          <w:rPr>
            <w:rStyle w:val="Hyperlink"/>
            <w:bCs w:val="0"/>
            <w:sz w:val="20"/>
            <w:szCs w:val="20"/>
            <w:u w:val="none"/>
          </w:rPr>
          <w:t>Generation Resource Parameters</w:t>
        </w:r>
        <w:r w:rsidR="002F60B3" w:rsidRPr="002F60B3">
          <w:rPr>
            <w:webHidden/>
          </w:rPr>
          <w:tab/>
        </w:r>
        <w:r w:rsidR="002F60B3" w:rsidRPr="002F60B3">
          <w:rPr>
            <w:webHidden/>
          </w:rPr>
          <w:fldChar w:fldCharType="begin"/>
        </w:r>
        <w:r w:rsidR="002F60B3" w:rsidRPr="002F60B3">
          <w:rPr>
            <w:webHidden/>
          </w:rPr>
          <w:instrText xml:space="preserve"> PAGEREF _Toc135988964 \h </w:instrText>
        </w:r>
        <w:r w:rsidR="002F60B3" w:rsidRPr="002F60B3">
          <w:rPr>
            <w:webHidden/>
          </w:rPr>
        </w:r>
        <w:r w:rsidR="002F60B3" w:rsidRPr="002F60B3">
          <w:rPr>
            <w:webHidden/>
          </w:rPr>
          <w:fldChar w:fldCharType="separate"/>
        </w:r>
        <w:r>
          <w:rPr>
            <w:webHidden/>
          </w:rPr>
          <w:t>3-113</w:t>
        </w:r>
        <w:r w:rsidR="002F60B3" w:rsidRPr="002F60B3">
          <w:rPr>
            <w:webHidden/>
          </w:rPr>
          <w:fldChar w:fldCharType="end"/>
        </w:r>
      </w:hyperlink>
    </w:p>
    <w:p w14:paraId="218054BB" w14:textId="6B9DB3F9" w:rsidR="002F60B3" w:rsidRPr="002F60B3" w:rsidRDefault="009F070C" w:rsidP="00910953">
      <w:pPr>
        <w:pStyle w:val="TOC4"/>
        <w:rPr>
          <w:rFonts w:eastAsiaTheme="minorEastAsia"/>
          <w:snapToGrid/>
        </w:rPr>
      </w:pPr>
      <w:hyperlink w:anchor="_Toc135988965" w:history="1">
        <w:r w:rsidR="002F60B3" w:rsidRPr="002F60B3">
          <w:rPr>
            <w:rStyle w:val="Hyperlink"/>
            <w:bCs w:val="0"/>
            <w:sz w:val="20"/>
            <w:szCs w:val="20"/>
            <w:u w:val="none"/>
          </w:rPr>
          <w:t>3.7.1.2</w:t>
        </w:r>
        <w:r w:rsidR="002F60B3" w:rsidRPr="002F60B3">
          <w:rPr>
            <w:rFonts w:eastAsiaTheme="minorEastAsia"/>
            <w:snapToGrid/>
          </w:rPr>
          <w:tab/>
        </w:r>
        <w:r w:rsidR="002F60B3" w:rsidRPr="002F60B3">
          <w:rPr>
            <w:rStyle w:val="Hyperlink"/>
            <w:bCs w:val="0"/>
            <w:sz w:val="20"/>
            <w:szCs w:val="20"/>
            <w:u w:val="none"/>
          </w:rPr>
          <w:t>Load Resource Parameters</w:t>
        </w:r>
        <w:r w:rsidR="002F60B3" w:rsidRPr="002F60B3">
          <w:rPr>
            <w:webHidden/>
          </w:rPr>
          <w:tab/>
        </w:r>
        <w:r w:rsidR="002F60B3" w:rsidRPr="002F60B3">
          <w:rPr>
            <w:webHidden/>
          </w:rPr>
          <w:fldChar w:fldCharType="begin"/>
        </w:r>
        <w:r w:rsidR="002F60B3" w:rsidRPr="002F60B3">
          <w:rPr>
            <w:webHidden/>
          </w:rPr>
          <w:instrText xml:space="preserve"> PAGEREF _Toc135988965 \h </w:instrText>
        </w:r>
        <w:r w:rsidR="002F60B3" w:rsidRPr="002F60B3">
          <w:rPr>
            <w:webHidden/>
          </w:rPr>
        </w:r>
        <w:r w:rsidR="002F60B3" w:rsidRPr="002F60B3">
          <w:rPr>
            <w:webHidden/>
          </w:rPr>
          <w:fldChar w:fldCharType="separate"/>
        </w:r>
        <w:r>
          <w:rPr>
            <w:webHidden/>
          </w:rPr>
          <w:t>3-113</w:t>
        </w:r>
        <w:r w:rsidR="002F60B3" w:rsidRPr="002F60B3">
          <w:rPr>
            <w:webHidden/>
          </w:rPr>
          <w:fldChar w:fldCharType="end"/>
        </w:r>
      </w:hyperlink>
    </w:p>
    <w:p w14:paraId="533F3EE8" w14:textId="712300E0" w:rsidR="002F60B3" w:rsidRPr="002F60B3" w:rsidRDefault="009F070C">
      <w:pPr>
        <w:pStyle w:val="TOC3"/>
        <w:rPr>
          <w:rFonts w:eastAsiaTheme="minorEastAsia"/>
        </w:rPr>
      </w:pPr>
      <w:hyperlink w:anchor="_Toc135988966" w:history="1">
        <w:r w:rsidR="002F60B3" w:rsidRPr="002F60B3">
          <w:rPr>
            <w:rStyle w:val="Hyperlink"/>
            <w:u w:val="none"/>
          </w:rPr>
          <w:t>3.7.2</w:t>
        </w:r>
        <w:r w:rsidR="002F60B3" w:rsidRPr="002F60B3">
          <w:rPr>
            <w:rFonts w:eastAsiaTheme="minorEastAsia"/>
          </w:rPr>
          <w:tab/>
        </w:r>
        <w:r w:rsidR="002F60B3" w:rsidRPr="002F60B3">
          <w:rPr>
            <w:rStyle w:val="Hyperlink"/>
            <w:u w:val="none"/>
          </w:rPr>
          <w:t>Changes in Resource Parameters with Operational Impacts</w:t>
        </w:r>
        <w:r w:rsidR="002F60B3" w:rsidRPr="002F60B3">
          <w:rPr>
            <w:webHidden/>
          </w:rPr>
          <w:tab/>
        </w:r>
        <w:r w:rsidR="002F60B3" w:rsidRPr="002F60B3">
          <w:rPr>
            <w:webHidden/>
          </w:rPr>
          <w:fldChar w:fldCharType="begin"/>
        </w:r>
        <w:r w:rsidR="002F60B3" w:rsidRPr="002F60B3">
          <w:rPr>
            <w:webHidden/>
          </w:rPr>
          <w:instrText xml:space="preserve"> PAGEREF _Toc135988966 \h </w:instrText>
        </w:r>
        <w:r w:rsidR="002F60B3" w:rsidRPr="002F60B3">
          <w:rPr>
            <w:webHidden/>
          </w:rPr>
        </w:r>
        <w:r w:rsidR="002F60B3" w:rsidRPr="002F60B3">
          <w:rPr>
            <w:webHidden/>
          </w:rPr>
          <w:fldChar w:fldCharType="separate"/>
        </w:r>
        <w:r>
          <w:rPr>
            <w:webHidden/>
          </w:rPr>
          <w:t>3-114</w:t>
        </w:r>
        <w:r w:rsidR="002F60B3" w:rsidRPr="002F60B3">
          <w:rPr>
            <w:webHidden/>
          </w:rPr>
          <w:fldChar w:fldCharType="end"/>
        </w:r>
      </w:hyperlink>
    </w:p>
    <w:p w14:paraId="3C5D343B" w14:textId="08E60FF7" w:rsidR="002F60B3" w:rsidRPr="002F60B3" w:rsidRDefault="009F070C">
      <w:pPr>
        <w:pStyle w:val="TOC3"/>
        <w:rPr>
          <w:rFonts w:eastAsiaTheme="minorEastAsia"/>
        </w:rPr>
      </w:pPr>
      <w:hyperlink w:anchor="_Toc135988967" w:history="1">
        <w:r w:rsidR="002F60B3" w:rsidRPr="002F60B3">
          <w:rPr>
            <w:rStyle w:val="Hyperlink"/>
            <w:u w:val="none"/>
          </w:rPr>
          <w:t>3.7.3</w:t>
        </w:r>
        <w:r w:rsidR="002F60B3" w:rsidRPr="002F60B3">
          <w:rPr>
            <w:rFonts w:eastAsiaTheme="minorEastAsia"/>
          </w:rPr>
          <w:tab/>
        </w:r>
        <w:r w:rsidR="002F60B3" w:rsidRPr="002F60B3">
          <w:rPr>
            <w:rStyle w:val="Hyperlink"/>
            <w:u w:val="none"/>
          </w:rPr>
          <w:t>Resource Parameter Validation</w:t>
        </w:r>
        <w:r w:rsidR="002F60B3" w:rsidRPr="002F60B3">
          <w:rPr>
            <w:webHidden/>
          </w:rPr>
          <w:tab/>
        </w:r>
        <w:r w:rsidR="002F60B3" w:rsidRPr="002F60B3">
          <w:rPr>
            <w:webHidden/>
          </w:rPr>
          <w:fldChar w:fldCharType="begin"/>
        </w:r>
        <w:r w:rsidR="002F60B3" w:rsidRPr="002F60B3">
          <w:rPr>
            <w:webHidden/>
          </w:rPr>
          <w:instrText xml:space="preserve"> PAGEREF _Toc135988967 \h </w:instrText>
        </w:r>
        <w:r w:rsidR="002F60B3" w:rsidRPr="002F60B3">
          <w:rPr>
            <w:webHidden/>
          </w:rPr>
        </w:r>
        <w:r w:rsidR="002F60B3" w:rsidRPr="002F60B3">
          <w:rPr>
            <w:webHidden/>
          </w:rPr>
          <w:fldChar w:fldCharType="separate"/>
        </w:r>
        <w:r>
          <w:rPr>
            <w:webHidden/>
          </w:rPr>
          <w:t>3-115</w:t>
        </w:r>
        <w:r w:rsidR="002F60B3" w:rsidRPr="002F60B3">
          <w:rPr>
            <w:webHidden/>
          </w:rPr>
          <w:fldChar w:fldCharType="end"/>
        </w:r>
      </w:hyperlink>
    </w:p>
    <w:p w14:paraId="5EA98F20" w14:textId="7E2AF7BD" w:rsidR="002F60B3" w:rsidRPr="002F60B3" w:rsidRDefault="009F070C">
      <w:pPr>
        <w:pStyle w:val="TOC2"/>
        <w:rPr>
          <w:rFonts w:eastAsiaTheme="minorEastAsia"/>
          <w:noProof/>
        </w:rPr>
      </w:pPr>
      <w:hyperlink w:anchor="_Toc135988968" w:history="1">
        <w:r w:rsidR="002F60B3" w:rsidRPr="002F60B3">
          <w:rPr>
            <w:rStyle w:val="Hyperlink"/>
            <w:noProof/>
            <w:u w:val="none"/>
          </w:rPr>
          <w:t>3.8</w:t>
        </w:r>
        <w:r w:rsidR="002F60B3" w:rsidRPr="002F60B3">
          <w:rPr>
            <w:rFonts w:eastAsiaTheme="minorEastAsia"/>
            <w:noProof/>
          </w:rPr>
          <w:tab/>
        </w:r>
        <w:r w:rsidR="002F60B3" w:rsidRPr="002F60B3">
          <w:rPr>
            <w:rStyle w:val="Hyperlink"/>
            <w:noProof/>
            <w:u w:val="none"/>
          </w:rPr>
          <w:t>Special Considerations for Split Generation Meters, Combined Cycle Generation Resources, Quick Start Generation Resources, Hydro Generation Resources, Energy Storage Resources, Distribution Generation Resources, and Distribution Energy Storage Resources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_Toc135988968 \h </w:instrText>
        </w:r>
        <w:r w:rsidR="002F60B3" w:rsidRPr="002F60B3">
          <w:rPr>
            <w:noProof/>
            <w:webHidden/>
          </w:rPr>
        </w:r>
        <w:r w:rsidR="002F60B3" w:rsidRPr="002F60B3">
          <w:rPr>
            <w:noProof/>
            <w:webHidden/>
          </w:rPr>
          <w:fldChar w:fldCharType="separate"/>
        </w:r>
        <w:r>
          <w:rPr>
            <w:noProof/>
            <w:webHidden/>
          </w:rPr>
          <w:t>3-115</w:t>
        </w:r>
        <w:r w:rsidR="002F60B3" w:rsidRPr="002F60B3">
          <w:rPr>
            <w:noProof/>
            <w:webHidden/>
          </w:rPr>
          <w:fldChar w:fldCharType="end"/>
        </w:r>
      </w:hyperlink>
    </w:p>
    <w:p w14:paraId="29E4BAB5" w14:textId="48158106" w:rsidR="002F60B3" w:rsidRPr="002F60B3" w:rsidRDefault="009F070C">
      <w:pPr>
        <w:pStyle w:val="TOC3"/>
        <w:rPr>
          <w:rFonts w:eastAsiaTheme="minorEastAsia"/>
        </w:rPr>
      </w:pPr>
      <w:hyperlink w:anchor="_Toc135988969" w:history="1">
        <w:r w:rsidR="002F60B3" w:rsidRPr="002F60B3">
          <w:rPr>
            <w:rStyle w:val="Hyperlink"/>
            <w:u w:val="none"/>
          </w:rPr>
          <w:t>3.8.1</w:t>
        </w:r>
        <w:r w:rsidR="002F60B3" w:rsidRPr="002F60B3">
          <w:rPr>
            <w:rFonts w:eastAsiaTheme="minorEastAsia"/>
          </w:rPr>
          <w:tab/>
        </w:r>
        <w:r w:rsidR="002F60B3" w:rsidRPr="002F60B3">
          <w:rPr>
            <w:rStyle w:val="Hyperlink"/>
            <w:u w:val="none"/>
          </w:rPr>
          <w:t>Split Generation Resources</w:t>
        </w:r>
        <w:r w:rsidR="002F60B3" w:rsidRPr="002F60B3">
          <w:rPr>
            <w:webHidden/>
          </w:rPr>
          <w:tab/>
        </w:r>
        <w:r w:rsidR="002F60B3" w:rsidRPr="002F60B3">
          <w:rPr>
            <w:webHidden/>
          </w:rPr>
          <w:fldChar w:fldCharType="begin"/>
        </w:r>
        <w:r w:rsidR="002F60B3" w:rsidRPr="002F60B3">
          <w:rPr>
            <w:webHidden/>
          </w:rPr>
          <w:instrText xml:space="preserve"> PAGEREF _Toc135988969 \h </w:instrText>
        </w:r>
        <w:r w:rsidR="002F60B3" w:rsidRPr="002F60B3">
          <w:rPr>
            <w:webHidden/>
          </w:rPr>
        </w:r>
        <w:r w:rsidR="002F60B3" w:rsidRPr="002F60B3">
          <w:rPr>
            <w:webHidden/>
          </w:rPr>
          <w:fldChar w:fldCharType="separate"/>
        </w:r>
        <w:r>
          <w:rPr>
            <w:webHidden/>
          </w:rPr>
          <w:t>3-115</w:t>
        </w:r>
        <w:r w:rsidR="002F60B3" w:rsidRPr="002F60B3">
          <w:rPr>
            <w:webHidden/>
          </w:rPr>
          <w:fldChar w:fldCharType="end"/>
        </w:r>
      </w:hyperlink>
    </w:p>
    <w:p w14:paraId="46DB83CD" w14:textId="48C95622" w:rsidR="002F60B3" w:rsidRPr="002F60B3" w:rsidRDefault="009F070C">
      <w:pPr>
        <w:pStyle w:val="TOC3"/>
        <w:rPr>
          <w:rFonts w:eastAsiaTheme="minorEastAsia"/>
        </w:rPr>
      </w:pPr>
      <w:hyperlink w:anchor="_Toc135988970" w:history="1">
        <w:r w:rsidR="002F60B3" w:rsidRPr="002F60B3">
          <w:rPr>
            <w:rStyle w:val="Hyperlink"/>
            <w:u w:val="none"/>
          </w:rPr>
          <w:t>3.8.2</w:t>
        </w:r>
        <w:r w:rsidR="002F60B3" w:rsidRPr="002F60B3">
          <w:rPr>
            <w:rFonts w:eastAsiaTheme="minorEastAsia"/>
          </w:rPr>
          <w:tab/>
        </w:r>
        <w:r w:rsidR="002F60B3" w:rsidRPr="002F60B3">
          <w:rPr>
            <w:rStyle w:val="Hyperlink"/>
            <w:u w:val="none"/>
          </w:rPr>
          <w:t>Combined Cycle Generation Resources</w:t>
        </w:r>
        <w:r w:rsidR="002F60B3" w:rsidRPr="002F60B3">
          <w:rPr>
            <w:webHidden/>
          </w:rPr>
          <w:tab/>
        </w:r>
        <w:r w:rsidR="002F60B3" w:rsidRPr="002F60B3">
          <w:rPr>
            <w:webHidden/>
          </w:rPr>
          <w:fldChar w:fldCharType="begin"/>
        </w:r>
        <w:r w:rsidR="002F60B3" w:rsidRPr="002F60B3">
          <w:rPr>
            <w:webHidden/>
          </w:rPr>
          <w:instrText xml:space="preserve"> PAGEREF _Toc135988970 \h </w:instrText>
        </w:r>
        <w:r w:rsidR="002F60B3" w:rsidRPr="002F60B3">
          <w:rPr>
            <w:webHidden/>
          </w:rPr>
        </w:r>
        <w:r w:rsidR="002F60B3" w:rsidRPr="002F60B3">
          <w:rPr>
            <w:webHidden/>
          </w:rPr>
          <w:fldChar w:fldCharType="separate"/>
        </w:r>
        <w:r>
          <w:rPr>
            <w:webHidden/>
          </w:rPr>
          <w:t>3-117</w:t>
        </w:r>
        <w:r w:rsidR="002F60B3" w:rsidRPr="002F60B3">
          <w:rPr>
            <w:webHidden/>
          </w:rPr>
          <w:fldChar w:fldCharType="end"/>
        </w:r>
      </w:hyperlink>
    </w:p>
    <w:p w14:paraId="6E5C2557" w14:textId="1696ED13" w:rsidR="002F60B3" w:rsidRPr="002F60B3" w:rsidRDefault="009F070C">
      <w:pPr>
        <w:pStyle w:val="TOC3"/>
        <w:rPr>
          <w:rFonts w:eastAsiaTheme="minorEastAsia"/>
        </w:rPr>
      </w:pPr>
      <w:hyperlink w:anchor="_Toc135988971" w:history="1">
        <w:r w:rsidR="002F60B3" w:rsidRPr="002F60B3">
          <w:rPr>
            <w:rStyle w:val="Hyperlink"/>
            <w:u w:val="none"/>
          </w:rPr>
          <w:t>3.8.3</w:t>
        </w:r>
        <w:r w:rsidR="002F60B3" w:rsidRPr="002F60B3">
          <w:rPr>
            <w:rFonts w:eastAsiaTheme="minorEastAsia"/>
          </w:rPr>
          <w:tab/>
        </w:r>
        <w:r w:rsidR="002F60B3" w:rsidRPr="002F60B3">
          <w:rPr>
            <w:rStyle w:val="Hyperlink"/>
            <w:u w:val="none"/>
          </w:rPr>
          <w:t>Quick Start Generation Resources</w:t>
        </w:r>
        <w:r w:rsidR="002F60B3" w:rsidRPr="002F60B3">
          <w:rPr>
            <w:webHidden/>
          </w:rPr>
          <w:tab/>
        </w:r>
        <w:r w:rsidR="002F60B3" w:rsidRPr="002F60B3">
          <w:rPr>
            <w:webHidden/>
          </w:rPr>
          <w:fldChar w:fldCharType="begin"/>
        </w:r>
        <w:r w:rsidR="002F60B3" w:rsidRPr="002F60B3">
          <w:rPr>
            <w:webHidden/>
          </w:rPr>
          <w:instrText xml:space="preserve"> PAGEREF _Toc135988971 \h </w:instrText>
        </w:r>
        <w:r w:rsidR="002F60B3" w:rsidRPr="002F60B3">
          <w:rPr>
            <w:webHidden/>
          </w:rPr>
        </w:r>
        <w:r w:rsidR="002F60B3" w:rsidRPr="002F60B3">
          <w:rPr>
            <w:webHidden/>
          </w:rPr>
          <w:fldChar w:fldCharType="separate"/>
        </w:r>
        <w:r>
          <w:rPr>
            <w:webHidden/>
          </w:rPr>
          <w:t>3-119</w:t>
        </w:r>
        <w:r w:rsidR="002F60B3" w:rsidRPr="002F60B3">
          <w:rPr>
            <w:webHidden/>
          </w:rPr>
          <w:fldChar w:fldCharType="end"/>
        </w:r>
      </w:hyperlink>
    </w:p>
    <w:p w14:paraId="60115A96" w14:textId="44C6E8B5" w:rsidR="002F60B3" w:rsidRPr="002F60B3" w:rsidRDefault="009F070C" w:rsidP="00910953">
      <w:pPr>
        <w:pStyle w:val="TOC4"/>
        <w:rPr>
          <w:rFonts w:eastAsiaTheme="minorEastAsia"/>
          <w:snapToGrid/>
        </w:rPr>
      </w:pPr>
      <w:hyperlink w:anchor="_Toc135988972" w:history="1">
        <w:r w:rsidR="002F60B3" w:rsidRPr="002F60B3">
          <w:rPr>
            <w:rStyle w:val="Hyperlink"/>
            <w:bCs w:val="0"/>
            <w:sz w:val="20"/>
            <w:szCs w:val="20"/>
            <w:u w:val="none"/>
          </w:rPr>
          <w:t>3.8.3.1</w:t>
        </w:r>
        <w:r w:rsidR="002F60B3" w:rsidRPr="002F60B3">
          <w:rPr>
            <w:rFonts w:eastAsiaTheme="minorEastAsia"/>
            <w:snapToGrid/>
          </w:rPr>
          <w:tab/>
        </w:r>
        <w:r w:rsidR="002F60B3" w:rsidRPr="002F60B3">
          <w:rPr>
            <w:rStyle w:val="Hyperlink"/>
            <w:bCs w:val="0"/>
            <w:sz w:val="20"/>
            <w:szCs w:val="20"/>
            <w:u w:val="none"/>
          </w:rPr>
          <w:t>Quick Start Generation Resource Decommitment Decision Process</w:t>
        </w:r>
        <w:r w:rsidR="002F60B3" w:rsidRPr="002F60B3">
          <w:rPr>
            <w:webHidden/>
          </w:rPr>
          <w:tab/>
        </w:r>
        <w:r w:rsidR="002F60B3" w:rsidRPr="002F60B3">
          <w:rPr>
            <w:webHidden/>
          </w:rPr>
          <w:fldChar w:fldCharType="begin"/>
        </w:r>
        <w:r w:rsidR="002F60B3" w:rsidRPr="002F60B3">
          <w:rPr>
            <w:webHidden/>
          </w:rPr>
          <w:instrText xml:space="preserve"> PAGEREF _Toc135988972 \h </w:instrText>
        </w:r>
        <w:r w:rsidR="002F60B3" w:rsidRPr="002F60B3">
          <w:rPr>
            <w:webHidden/>
          </w:rPr>
        </w:r>
        <w:r w:rsidR="002F60B3" w:rsidRPr="002F60B3">
          <w:rPr>
            <w:webHidden/>
          </w:rPr>
          <w:fldChar w:fldCharType="separate"/>
        </w:r>
        <w:r>
          <w:rPr>
            <w:webHidden/>
          </w:rPr>
          <w:t>3-121</w:t>
        </w:r>
        <w:r w:rsidR="002F60B3" w:rsidRPr="002F60B3">
          <w:rPr>
            <w:webHidden/>
          </w:rPr>
          <w:fldChar w:fldCharType="end"/>
        </w:r>
      </w:hyperlink>
    </w:p>
    <w:p w14:paraId="14CD208F" w14:textId="5A54E738" w:rsidR="002F60B3" w:rsidRPr="002F60B3" w:rsidRDefault="009F070C">
      <w:pPr>
        <w:pStyle w:val="TOC3"/>
        <w:rPr>
          <w:rFonts w:eastAsiaTheme="minorEastAsia"/>
        </w:rPr>
      </w:pPr>
      <w:hyperlink w:anchor="_Toc135988973" w:history="1">
        <w:r w:rsidR="002F60B3" w:rsidRPr="002F60B3">
          <w:rPr>
            <w:rStyle w:val="Hyperlink"/>
            <w:u w:val="none"/>
          </w:rPr>
          <w:t>3.8.4</w:t>
        </w:r>
        <w:r w:rsidR="002F60B3" w:rsidRPr="002F60B3">
          <w:rPr>
            <w:rFonts w:eastAsiaTheme="minorEastAsia"/>
          </w:rPr>
          <w:tab/>
        </w:r>
        <w:r w:rsidR="002F60B3" w:rsidRPr="002F60B3">
          <w:rPr>
            <w:rStyle w:val="Hyperlink"/>
            <w:u w:val="none"/>
          </w:rPr>
          <w:t>Generation Resources Operating in Synchronous Condenser Fast-Response Mode</w:t>
        </w:r>
        <w:r w:rsidR="002F60B3" w:rsidRPr="002F60B3">
          <w:rPr>
            <w:webHidden/>
          </w:rPr>
          <w:tab/>
        </w:r>
        <w:r w:rsidR="002F60B3" w:rsidRPr="002F60B3">
          <w:rPr>
            <w:webHidden/>
          </w:rPr>
          <w:fldChar w:fldCharType="begin"/>
        </w:r>
        <w:r w:rsidR="002F60B3" w:rsidRPr="002F60B3">
          <w:rPr>
            <w:webHidden/>
          </w:rPr>
          <w:instrText xml:space="preserve"> PAGEREF _Toc135988973 \h </w:instrText>
        </w:r>
        <w:r w:rsidR="002F60B3" w:rsidRPr="002F60B3">
          <w:rPr>
            <w:webHidden/>
          </w:rPr>
        </w:r>
        <w:r w:rsidR="002F60B3" w:rsidRPr="002F60B3">
          <w:rPr>
            <w:webHidden/>
          </w:rPr>
          <w:fldChar w:fldCharType="separate"/>
        </w:r>
        <w:r>
          <w:rPr>
            <w:webHidden/>
          </w:rPr>
          <w:t>3-121</w:t>
        </w:r>
        <w:r w:rsidR="002F60B3" w:rsidRPr="002F60B3">
          <w:rPr>
            <w:webHidden/>
          </w:rPr>
          <w:fldChar w:fldCharType="end"/>
        </w:r>
      </w:hyperlink>
    </w:p>
    <w:p w14:paraId="1C66CF4A" w14:textId="122F9F7E" w:rsidR="002F60B3" w:rsidRPr="002F60B3" w:rsidRDefault="009F070C">
      <w:pPr>
        <w:pStyle w:val="TOC3"/>
        <w:rPr>
          <w:rFonts w:eastAsiaTheme="minorEastAsia"/>
        </w:rPr>
      </w:pPr>
      <w:hyperlink w:anchor="_Toc135988974" w:history="1">
        <w:r w:rsidR="002F60B3" w:rsidRPr="002F60B3">
          <w:rPr>
            <w:rStyle w:val="Hyperlink"/>
            <w:u w:val="none"/>
          </w:rPr>
          <w:t>3.8.5</w:t>
        </w:r>
        <w:r w:rsidR="002F60B3" w:rsidRPr="002F60B3">
          <w:rPr>
            <w:rFonts w:eastAsiaTheme="minorEastAsia"/>
          </w:rPr>
          <w:tab/>
        </w:r>
        <w:r w:rsidR="002F60B3" w:rsidRPr="002F60B3">
          <w:rPr>
            <w:rStyle w:val="Hyperlink"/>
            <w:u w:val="none"/>
          </w:rPr>
          <w:t>Energy Storage Resources</w:t>
        </w:r>
        <w:r w:rsidR="002F60B3" w:rsidRPr="002F60B3">
          <w:rPr>
            <w:webHidden/>
          </w:rPr>
          <w:tab/>
        </w:r>
        <w:r w:rsidR="002F60B3" w:rsidRPr="002F60B3">
          <w:rPr>
            <w:webHidden/>
          </w:rPr>
          <w:fldChar w:fldCharType="begin"/>
        </w:r>
        <w:r w:rsidR="002F60B3" w:rsidRPr="002F60B3">
          <w:rPr>
            <w:webHidden/>
          </w:rPr>
          <w:instrText xml:space="preserve"> PAGEREF _Toc135988974 \h </w:instrText>
        </w:r>
        <w:r w:rsidR="002F60B3" w:rsidRPr="002F60B3">
          <w:rPr>
            <w:webHidden/>
          </w:rPr>
        </w:r>
        <w:r w:rsidR="002F60B3" w:rsidRPr="002F60B3">
          <w:rPr>
            <w:webHidden/>
          </w:rPr>
          <w:fldChar w:fldCharType="separate"/>
        </w:r>
        <w:r>
          <w:rPr>
            <w:webHidden/>
          </w:rPr>
          <w:t>3-122</w:t>
        </w:r>
        <w:r w:rsidR="002F60B3" w:rsidRPr="002F60B3">
          <w:rPr>
            <w:webHidden/>
          </w:rPr>
          <w:fldChar w:fldCharType="end"/>
        </w:r>
      </w:hyperlink>
    </w:p>
    <w:p w14:paraId="2F2B0C58" w14:textId="120F4E09" w:rsidR="002F60B3" w:rsidRPr="002F60B3" w:rsidRDefault="009F070C">
      <w:pPr>
        <w:pStyle w:val="TOC3"/>
        <w:rPr>
          <w:rFonts w:eastAsiaTheme="minorEastAsia"/>
        </w:rPr>
      </w:pPr>
      <w:hyperlink w:anchor="_Toc135988975" w:history="1">
        <w:r w:rsidR="002F60B3" w:rsidRPr="002F60B3">
          <w:rPr>
            <w:rStyle w:val="Hyperlink"/>
            <w:u w:val="none"/>
          </w:rPr>
          <w:t>3.8.6</w:t>
        </w:r>
        <w:r w:rsidR="002F60B3" w:rsidRPr="002F60B3">
          <w:rPr>
            <w:rFonts w:eastAsiaTheme="minorEastAsia"/>
          </w:rPr>
          <w:tab/>
        </w:r>
        <w:r w:rsidR="002F60B3" w:rsidRPr="002F60B3">
          <w:rPr>
            <w:rStyle w:val="Hyperlink"/>
            <w:u w:val="none"/>
          </w:rPr>
          <w:t>Distribution Generation Resources (DGRs) and Distribution Energy Storage Resources (DESRs)</w:t>
        </w:r>
        <w:r w:rsidR="002F60B3" w:rsidRPr="002F60B3">
          <w:rPr>
            <w:webHidden/>
          </w:rPr>
          <w:tab/>
        </w:r>
        <w:r w:rsidR="002F60B3" w:rsidRPr="002F60B3">
          <w:rPr>
            <w:webHidden/>
          </w:rPr>
          <w:fldChar w:fldCharType="begin"/>
        </w:r>
        <w:r w:rsidR="002F60B3" w:rsidRPr="002F60B3">
          <w:rPr>
            <w:webHidden/>
          </w:rPr>
          <w:instrText xml:space="preserve"> PAGEREF _Toc135988975 \h </w:instrText>
        </w:r>
        <w:r w:rsidR="002F60B3" w:rsidRPr="002F60B3">
          <w:rPr>
            <w:webHidden/>
          </w:rPr>
        </w:r>
        <w:r w:rsidR="002F60B3" w:rsidRPr="002F60B3">
          <w:rPr>
            <w:webHidden/>
          </w:rPr>
          <w:fldChar w:fldCharType="separate"/>
        </w:r>
        <w:r>
          <w:rPr>
            <w:webHidden/>
          </w:rPr>
          <w:t>3-123</w:t>
        </w:r>
        <w:r w:rsidR="002F60B3" w:rsidRPr="002F60B3">
          <w:rPr>
            <w:webHidden/>
          </w:rPr>
          <w:fldChar w:fldCharType="end"/>
        </w:r>
      </w:hyperlink>
    </w:p>
    <w:p w14:paraId="21856A3B" w14:textId="46F5A6F9" w:rsidR="002F60B3" w:rsidRPr="002F60B3" w:rsidRDefault="009F070C">
      <w:pPr>
        <w:pStyle w:val="TOC2"/>
        <w:rPr>
          <w:rFonts w:eastAsiaTheme="minorEastAsia"/>
          <w:noProof/>
        </w:rPr>
      </w:pPr>
      <w:hyperlink w:anchor="_Toc135988976" w:history="1">
        <w:r w:rsidR="002F60B3" w:rsidRPr="002F60B3">
          <w:rPr>
            <w:rStyle w:val="Hyperlink"/>
            <w:noProof/>
            <w:u w:val="none"/>
          </w:rPr>
          <w:t>3.9</w:t>
        </w:r>
        <w:r w:rsidR="002F60B3" w:rsidRPr="002F60B3">
          <w:rPr>
            <w:rFonts w:eastAsiaTheme="minorEastAsia"/>
            <w:noProof/>
          </w:rPr>
          <w:tab/>
        </w:r>
        <w:r w:rsidR="002F60B3" w:rsidRPr="002F60B3">
          <w:rPr>
            <w:rStyle w:val="Hyperlink"/>
            <w:noProof/>
            <w:u w:val="none"/>
          </w:rPr>
          <w:t>Current Operating Plan (COP)</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_Toc135988976 \h </w:instrText>
        </w:r>
        <w:r w:rsidR="002F60B3" w:rsidRPr="002F60B3">
          <w:rPr>
            <w:noProof/>
            <w:webHidden/>
          </w:rPr>
        </w:r>
        <w:r w:rsidR="002F60B3" w:rsidRPr="002F60B3">
          <w:rPr>
            <w:noProof/>
            <w:webHidden/>
          </w:rPr>
          <w:fldChar w:fldCharType="separate"/>
        </w:r>
        <w:r>
          <w:rPr>
            <w:noProof/>
            <w:webHidden/>
          </w:rPr>
          <w:t>3-126</w:t>
        </w:r>
        <w:r w:rsidR="002F60B3" w:rsidRPr="002F60B3">
          <w:rPr>
            <w:noProof/>
            <w:webHidden/>
          </w:rPr>
          <w:fldChar w:fldCharType="end"/>
        </w:r>
      </w:hyperlink>
    </w:p>
    <w:p w14:paraId="1649203E" w14:textId="24006813" w:rsidR="002F60B3" w:rsidRPr="002F60B3" w:rsidRDefault="009F070C">
      <w:pPr>
        <w:pStyle w:val="TOC3"/>
        <w:rPr>
          <w:rFonts w:eastAsiaTheme="minorEastAsia"/>
        </w:rPr>
      </w:pPr>
      <w:hyperlink w:anchor="_Toc135988977" w:history="1">
        <w:r w:rsidR="002F60B3" w:rsidRPr="002F60B3">
          <w:rPr>
            <w:rStyle w:val="Hyperlink"/>
            <w:u w:val="none"/>
          </w:rPr>
          <w:t>3.9.1</w:t>
        </w:r>
        <w:r w:rsidR="002F60B3" w:rsidRPr="002F60B3">
          <w:rPr>
            <w:rFonts w:eastAsiaTheme="minorEastAsia"/>
          </w:rPr>
          <w:tab/>
        </w:r>
        <w:r w:rsidR="002F60B3" w:rsidRPr="002F60B3">
          <w:rPr>
            <w:rStyle w:val="Hyperlink"/>
            <w:u w:val="none"/>
          </w:rPr>
          <w:t>Current Operating Plan (COP) Criteria</w:t>
        </w:r>
        <w:r w:rsidR="002F60B3" w:rsidRPr="002F60B3">
          <w:rPr>
            <w:webHidden/>
          </w:rPr>
          <w:tab/>
        </w:r>
        <w:r w:rsidR="002F60B3" w:rsidRPr="002F60B3">
          <w:rPr>
            <w:webHidden/>
          </w:rPr>
          <w:fldChar w:fldCharType="begin"/>
        </w:r>
        <w:r w:rsidR="002F60B3" w:rsidRPr="002F60B3">
          <w:rPr>
            <w:webHidden/>
          </w:rPr>
          <w:instrText xml:space="preserve"> PAGEREF _Toc135988977 \h </w:instrText>
        </w:r>
        <w:r w:rsidR="002F60B3" w:rsidRPr="002F60B3">
          <w:rPr>
            <w:webHidden/>
          </w:rPr>
        </w:r>
        <w:r w:rsidR="002F60B3" w:rsidRPr="002F60B3">
          <w:rPr>
            <w:webHidden/>
          </w:rPr>
          <w:fldChar w:fldCharType="separate"/>
        </w:r>
        <w:r>
          <w:rPr>
            <w:webHidden/>
          </w:rPr>
          <w:t>3-128</w:t>
        </w:r>
        <w:r w:rsidR="002F60B3" w:rsidRPr="002F60B3">
          <w:rPr>
            <w:webHidden/>
          </w:rPr>
          <w:fldChar w:fldCharType="end"/>
        </w:r>
      </w:hyperlink>
    </w:p>
    <w:p w14:paraId="0E66B6F4" w14:textId="65108AB6" w:rsidR="002F60B3" w:rsidRPr="002F60B3" w:rsidRDefault="009F070C">
      <w:pPr>
        <w:pStyle w:val="TOC3"/>
        <w:rPr>
          <w:rFonts w:eastAsiaTheme="minorEastAsia"/>
        </w:rPr>
      </w:pPr>
      <w:hyperlink w:anchor="_Toc135988978" w:history="1">
        <w:r w:rsidR="002F60B3" w:rsidRPr="002F60B3">
          <w:rPr>
            <w:rStyle w:val="Hyperlink"/>
            <w:u w:val="none"/>
          </w:rPr>
          <w:t>3.9.2</w:t>
        </w:r>
        <w:r w:rsidR="002F60B3" w:rsidRPr="002F60B3">
          <w:rPr>
            <w:rFonts w:eastAsiaTheme="minorEastAsia"/>
          </w:rPr>
          <w:tab/>
        </w:r>
        <w:r w:rsidR="002F60B3" w:rsidRPr="002F60B3">
          <w:rPr>
            <w:rStyle w:val="Hyperlink"/>
            <w:u w:val="none"/>
          </w:rPr>
          <w:t>Current Operating Plan Validation</w:t>
        </w:r>
        <w:r w:rsidR="002F60B3" w:rsidRPr="002F60B3">
          <w:rPr>
            <w:webHidden/>
          </w:rPr>
          <w:tab/>
        </w:r>
        <w:r w:rsidR="002F60B3" w:rsidRPr="002F60B3">
          <w:rPr>
            <w:webHidden/>
          </w:rPr>
          <w:fldChar w:fldCharType="begin"/>
        </w:r>
        <w:r w:rsidR="002F60B3" w:rsidRPr="002F60B3">
          <w:rPr>
            <w:webHidden/>
          </w:rPr>
          <w:instrText xml:space="preserve"> PAGEREF _Toc135988978 \h </w:instrText>
        </w:r>
        <w:r w:rsidR="002F60B3" w:rsidRPr="002F60B3">
          <w:rPr>
            <w:webHidden/>
          </w:rPr>
        </w:r>
        <w:r w:rsidR="002F60B3" w:rsidRPr="002F60B3">
          <w:rPr>
            <w:webHidden/>
          </w:rPr>
          <w:fldChar w:fldCharType="separate"/>
        </w:r>
        <w:r>
          <w:rPr>
            <w:webHidden/>
          </w:rPr>
          <w:t>3-139</w:t>
        </w:r>
        <w:r w:rsidR="002F60B3" w:rsidRPr="002F60B3">
          <w:rPr>
            <w:webHidden/>
          </w:rPr>
          <w:fldChar w:fldCharType="end"/>
        </w:r>
      </w:hyperlink>
    </w:p>
    <w:p w14:paraId="15856C9C" w14:textId="7E6815F9" w:rsidR="002F60B3" w:rsidRPr="002F60B3" w:rsidRDefault="009F070C">
      <w:pPr>
        <w:pStyle w:val="TOC2"/>
        <w:rPr>
          <w:rFonts w:eastAsiaTheme="minorEastAsia"/>
          <w:noProof/>
        </w:rPr>
      </w:pPr>
      <w:hyperlink w:anchor="_Toc135988979" w:history="1">
        <w:r w:rsidR="002F60B3" w:rsidRPr="002F60B3">
          <w:rPr>
            <w:rStyle w:val="Hyperlink"/>
            <w:noProof/>
            <w:u w:val="none"/>
          </w:rPr>
          <w:t>3.10</w:t>
        </w:r>
        <w:r w:rsidR="002F60B3" w:rsidRPr="002F60B3">
          <w:rPr>
            <w:rFonts w:eastAsiaTheme="minorEastAsia"/>
            <w:noProof/>
          </w:rPr>
          <w:tab/>
        </w:r>
        <w:r w:rsidR="002F60B3" w:rsidRPr="002F60B3">
          <w:rPr>
            <w:rStyle w:val="Hyperlink"/>
            <w:noProof/>
            <w:u w:val="none"/>
          </w:rPr>
          <w:t>Network Operations Modeling and Telemetry</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_Toc135988979 \h </w:instrText>
        </w:r>
        <w:r w:rsidR="002F60B3" w:rsidRPr="002F60B3">
          <w:rPr>
            <w:noProof/>
            <w:webHidden/>
          </w:rPr>
        </w:r>
        <w:r w:rsidR="002F60B3" w:rsidRPr="002F60B3">
          <w:rPr>
            <w:noProof/>
            <w:webHidden/>
          </w:rPr>
          <w:fldChar w:fldCharType="separate"/>
        </w:r>
        <w:r>
          <w:rPr>
            <w:noProof/>
            <w:webHidden/>
          </w:rPr>
          <w:t>3-140</w:t>
        </w:r>
        <w:r w:rsidR="002F60B3" w:rsidRPr="002F60B3">
          <w:rPr>
            <w:noProof/>
            <w:webHidden/>
          </w:rPr>
          <w:fldChar w:fldCharType="end"/>
        </w:r>
      </w:hyperlink>
    </w:p>
    <w:p w14:paraId="3AA45877" w14:textId="5F311B4B" w:rsidR="002F60B3" w:rsidRPr="002F60B3" w:rsidRDefault="009F070C">
      <w:pPr>
        <w:pStyle w:val="TOC3"/>
        <w:rPr>
          <w:rFonts w:eastAsiaTheme="minorEastAsia"/>
        </w:rPr>
      </w:pPr>
      <w:hyperlink w:anchor="_Toc135988980" w:history="1">
        <w:r w:rsidR="002F60B3" w:rsidRPr="002F60B3">
          <w:rPr>
            <w:rStyle w:val="Hyperlink"/>
            <w:u w:val="none"/>
          </w:rPr>
          <w:t>3.10.1</w:t>
        </w:r>
        <w:r w:rsidR="002F60B3" w:rsidRPr="002F60B3">
          <w:rPr>
            <w:rFonts w:eastAsiaTheme="minorEastAsia"/>
          </w:rPr>
          <w:tab/>
        </w:r>
        <w:r w:rsidR="002F60B3" w:rsidRPr="002F60B3">
          <w:rPr>
            <w:rStyle w:val="Hyperlink"/>
            <w:u w:val="none"/>
          </w:rPr>
          <w:t>Time Line for Network Operations Model Changes</w:t>
        </w:r>
        <w:r w:rsidR="002F60B3" w:rsidRPr="002F60B3">
          <w:rPr>
            <w:webHidden/>
          </w:rPr>
          <w:tab/>
        </w:r>
        <w:r w:rsidR="002F60B3" w:rsidRPr="002F60B3">
          <w:rPr>
            <w:webHidden/>
          </w:rPr>
          <w:fldChar w:fldCharType="begin"/>
        </w:r>
        <w:r w:rsidR="002F60B3" w:rsidRPr="002F60B3">
          <w:rPr>
            <w:webHidden/>
          </w:rPr>
          <w:instrText xml:space="preserve"> PAGEREF _Toc135988980 \h </w:instrText>
        </w:r>
        <w:r w:rsidR="002F60B3" w:rsidRPr="002F60B3">
          <w:rPr>
            <w:webHidden/>
          </w:rPr>
        </w:r>
        <w:r w:rsidR="002F60B3" w:rsidRPr="002F60B3">
          <w:rPr>
            <w:webHidden/>
          </w:rPr>
          <w:fldChar w:fldCharType="separate"/>
        </w:r>
        <w:r>
          <w:rPr>
            <w:webHidden/>
          </w:rPr>
          <w:t>3-145</w:t>
        </w:r>
        <w:r w:rsidR="002F60B3" w:rsidRPr="002F60B3">
          <w:rPr>
            <w:webHidden/>
          </w:rPr>
          <w:fldChar w:fldCharType="end"/>
        </w:r>
      </w:hyperlink>
    </w:p>
    <w:p w14:paraId="4DE2A51F" w14:textId="35E8BB1A" w:rsidR="002F60B3" w:rsidRPr="002F60B3" w:rsidRDefault="009F070C">
      <w:pPr>
        <w:pStyle w:val="TOC3"/>
        <w:rPr>
          <w:rFonts w:eastAsiaTheme="minorEastAsia"/>
        </w:rPr>
      </w:pPr>
      <w:hyperlink w:anchor="_Toc135988981" w:history="1">
        <w:r w:rsidR="002F60B3" w:rsidRPr="002F60B3">
          <w:rPr>
            <w:rStyle w:val="Hyperlink"/>
            <w:u w:val="none"/>
          </w:rPr>
          <w:t>3.10.2</w:t>
        </w:r>
        <w:r w:rsidR="002F60B3" w:rsidRPr="002F60B3">
          <w:rPr>
            <w:rFonts w:eastAsiaTheme="minorEastAsia"/>
          </w:rPr>
          <w:tab/>
        </w:r>
        <w:r w:rsidR="002F60B3" w:rsidRPr="002F60B3">
          <w:rPr>
            <w:rStyle w:val="Hyperlink"/>
            <w:u w:val="none"/>
          </w:rPr>
          <w:t>Annual Planning Model</w:t>
        </w:r>
        <w:r w:rsidR="002F60B3" w:rsidRPr="002F60B3">
          <w:rPr>
            <w:webHidden/>
          </w:rPr>
          <w:tab/>
        </w:r>
        <w:r w:rsidR="002F60B3" w:rsidRPr="002F60B3">
          <w:rPr>
            <w:webHidden/>
          </w:rPr>
          <w:fldChar w:fldCharType="begin"/>
        </w:r>
        <w:r w:rsidR="002F60B3" w:rsidRPr="002F60B3">
          <w:rPr>
            <w:webHidden/>
          </w:rPr>
          <w:instrText xml:space="preserve"> PAGEREF _Toc135988981 \h </w:instrText>
        </w:r>
        <w:r w:rsidR="002F60B3" w:rsidRPr="002F60B3">
          <w:rPr>
            <w:webHidden/>
          </w:rPr>
        </w:r>
        <w:r w:rsidR="002F60B3" w:rsidRPr="002F60B3">
          <w:rPr>
            <w:webHidden/>
          </w:rPr>
          <w:fldChar w:fldCharType="separate"/>
        </w:r>
        <w:r>
          <w:rPr>
            <w:webHidden/>
          </w:rPr>
          <w:t>3-149</w:t>
        </w:r>
        <w:r w:rsidR="002F60B3" w:rsidRPr="002F60B3">
          <w:rPr>
            <w:webHidden/>
          </w:rPr>
          <w:fldChar w:fldCharType="end"/>
        </w:r>
      </w:hyperlink>
    </w:p>
    <w:p w14:paraId="0AE57294" w14:textId="37854E9A" w:rsidR="002F60B3" w:rsidRPr="002F60B3" w:rsidRDefault="009F070C">
      <w:pPr>
        <w:pStyle w:val="TOC3"/>
        <w:rPr>
          <w:rFonts w:eastAsiaTheme="minorEastAsia"/>
        </w:rPr>
      </w:pPr>
      <w:hyperlink w:anchor="_Toc135988982" w:history="1">
        <w:r w:rsidR="002F60B3" w:rsidRPr="002F60B3">
          <w:rPr>
            <w:rStyle w:val="Hyperlink"/>
            <w:u w:val="none"/>
          </w:rPr>
          <w:t>3.10.3</w:t>
        </w:r>
        <w:r w:rsidR="002F60B3" w:rsidRPr="002F60B3">
          <w:rPr>
            <w:rFonts w:eastAsiaTheme="minorEastAsia"/>
          </w:rPr>
          <w:tab/>
        </w:r>
        <w:r w:rsidR="002F60B3" w:rsidRPr="002F60B3">
          <w:rPr>
            <w:rStyle w:val="Hyperlink"/>
            <w:u w:val="none"/>
          </w:rPr>
          <w:t>CRR Network Model</w:t>
        </w:r>
        <w:r w:rsidR="002F60B3" w:rsidRPr="002F60B3">
          <w:rPr>
            <w:webHidden/>
          </w:rPr>
          <w:tab/>
        </w:r>
        <w:r w:rsidR="002F60B3" w:rsidRPr="002F60B3">
          <w:rPr>
            <w:webHidden/>
          </w:rPr>
          <w:fldChar w:fldCharType="begin"/>
        </w:r>
        <w:r w:rsidR="002F60B3" w:rsidRPr="002F60B3">
          <w:rPr>
            <w:webHidden/>
          </w:rPr>
          <w:instrText xml:space="preserve"> PAGEREF _Toc135988982 \h </w:instrText>
        </w:r>
        <w:r w:rsidR="002F60B3" w:rsidRPr="002F60B3">
          <w:rPr>
            <w:webHidden/>
          </w:rPr>
        </w:r>
        <w:r w:rsidR="002F60B3" w:rsidRPr="002F60B3">
          <w:rPr>
            <w:webHidden/>
          </w:rPr>
          <w:fldChar w:fldCharType="separate"/>
        </w:r>
        <w:r>
          <w:rPr>
            <w:webHidden/>
          </w:rPr>
          <w:t>3-149</w:t>
        </w:r>
        <w:r w:rsidR="002F60B3" w:rsidRPr="002F60B3">
          <w:rPr>
            <w:webHidden/>
          </w:rPr>
          <w:fldChar w:fldCharType="end"/>
        </w:r>
      </w:hyperlink>
    </w:p>
    <w:p w14:paraId="1F6942DA" w14:textId="7ABDB54F" w:rsidR="002F60B3" w:rsidRPr="002F60B3" w:rsidRDefault="009F070C" w:rsidP="00910953">
      <w:pPr>
        <w:pStyle w:val="TOC4"/>
        <w:rPr>
          <w:rFonts w:eastAsiaTheme="minorEastAsia"/>
          <w:snapToGrid/>
        </w:rPr>
      </w:pPr>
      <w:hyperlink w:anchor="_Toc135988983" w:history="1">
        <w:r w:rsidR="002F60B3" w:rsidRPr="002F60B3">
          <w:rPr>
            <w:rStyle w:val="Hyperlink"/>
            <w:bCs w:val="0"/>
            <w:sz w:val="20"/>
            <w:szCs w:val="20"/>
            <w:u w:val="none"/>
          </w:rPr>
          <w:t>3.10.3.1</w:t>
        </w:r>
        <w:r w:rsidR="002F60B3" w:rsidRPr="002F60B3">
          <w:rPr>
            <w:rFonts w:eastAsiaTheme="minorEastAsia"/>
            <w:snapToGrid/>
          </w:rPr>
          <w:tab/>
        </w:r>
        <w:r w:rsidR="002F60B3" w:rsidRPr="002F60B3">
          <w:rPr>
            <w:rStyle w:val="Hyperlink"/>
            <w:bCs w:val="0"/>
            <w:sz w:val="20"/>
            <w:szCs w:val="20"/>
            <w:u w:val="none"/>
          </w:rPr>
          <w:t>Process for Managing Network Operations Model Updates for Point of Interconnection Bus Changes, Resource Retirements and Deletion of DC Tie Load Zones</w:t>
        </w:r>
        <w:r w:rsidR="002F60B3" w:rsidRPr="002F60B3">
          <w:rPr>
            <w:webHidden/>
          </w:rPr>
          <w:tab/>
        </w:r>
        <w:r w:rsidR="002F60B3" w:rsidRPr="002F60B3">
          <w:rPr>
            <w:webHidden/>
          </w:rPr>
          <w:fldChar w:fldCharType="begin"/>
        </w:r>
        <w:r w:rsidR="002F60B3" w:rsidRPr="002F60B3">
          <w:rPr>
            <w:webHidden/>
          </w:rPr>
          <w:instrText xml:space="preserve"> PAGEREF _Toc135988983 \h </w:instrText>
        </w:r>
        <w:r w:rsidR="002F60B3" w:rsidRPr="002F60B3">
          <w:rPr>
            <w:webHidden/>
          </w:rPr>
        </w:r>
        <w:r w:rsidR="002F60B3" w:rsidRPr="002F60B3">
          <w:rPr>
            <w:webHidden/>
          </w:rPr>
          <w:fldChar w:fldCharType="separate"/>
        </w:r>
        <w:r>
          <w:rPr>
            <w:webHidden/>
          </w:rPr>
          <w:t>3-150</w:t>
        </w:r>
        <w:r w:rsidR="002F60B3" w:rsidRPr="002F60B3">
          <w:rPr>
            <w:webHidden/>
          </w:rPr>
          <w:fldChar w:fldCharType="end"/>
        </w:r>
      </w:hyperlink>
    </w:p>
    <w:p w14:paraId="243669AF" w14:textId="6A3A5F78" w:rsidR="002F60B3" w:rsidRPr="002F60B3" w:rsidRDefault="009F070C">
      <w:pPr>
        <w:pStyle w:val="TOC3"/>
        <w:rPr>
          <w:rFonts w:eastAsiaTheme="minorEastAsia"/>
        </w:rPr>
      </w:pPr>
      <w:hyperlink w:anchor="_Toc135988984" w:history="1">
        <w:r w:rsidR="002F60B3" w:rsidRPr="002F60B3">
          <w:rPr>
            <w:rStyle w:val="Hyperlink"/>
            <w:u w:val="none"/>
          </w:rPr>
          <w:t>3.10.4</w:t>
        </w:r>
        <w:r w:rsidR="002F60B3" w:rsidRPr="002F60B3">
          <w:rPr>
            <w:rFonts w:eastAsiaTheme="minorEastAsia"/>
          </w:rPr>
          <w:tab/>
        </w:r>
        <w:r w:rsidR="002F60B3" w:rsidRPr="002F60B3">
          <w:rPr>
            <w:rStyle w:val="Hyperlink"/>
            <w:u w:val="none"/>
          </w:rPr>
          <w:t>ERCOT Responsibilities</w:t>
        </w:r>
        <w:r w:rsidR="002F60B3" w:rsidRPr="002F60B3">
          <w:rPr>
            <w:webHidden/>
          </w:rPr>
          <w:tab/>
        </w:r>
        <w:r w:rsidR="002F60B3" w:rsidRPr="002F60B3">
          <w:rPr>
            <w:webHidden/>
          </w:rPr>
          <w:fldChar w:fldCharType="begin"/>
        </w:r>
        <w:r w:rsidR="002F60B3" w:rsidRPr="002F60B3">
          <w:rPr>
            <w:webHidden/>
          </w:rPr>
          <w:instrText xml:space="preserve"> PAGEREF _Toc135988984 \h </w:instrText>
        </w:r>
        <w:r w:rsidR="002F60B3" w:rsidRPr="002F60B3">
          <w:rPr>
            <w:webHidden/>
          </w:rPr>
        </w:r>
        <w:r w:rsidR="002F60B3" w:rsidRPr="002F60B3">
          <w:rPr>
            <w:webHidden/>
          </w:rPr>
          <w:fldChar w:fldCharType="separate"/>
        </w:r>
        <w:r>
          <w:rPr>
            <w:webHidden/>
          </w:rPr>
          <w:t>3-151</w:t>
        </w:r>
        <w:r w:rsidR="002F60B3" w:rsidRPr="002F60B3">
          <w:rPr>
            <w:webHidden/>
          </w:rPr>
          <w:fldChar w:fldCharType="end"/>
        </w:r>
      </w:hyperlink>
    </w:p>
    <w:p w14:paraId="568112CC" w14:textId="71BC58F5" w:rsidR="002F60B3" w:rsidRPr="002F60B3" w:rsidRDefault="009F070C">
      <w:pPr>
        <w:pStyle w:val="TOC3"/>
        <w:rPr>
          <w:rFonts w:eastAsiaTheme="minorEastAsia"/>
        </w:rPr>
      </w:pPr>
      <w:hyperlink w:anchor="_Toc135988985" w:history="1">
        <w:r w:rsidR="002F60B3" w:rsidRPr="002F60B3">
          <w:rPr>
            <w:rStyle w:val="Hyperlink"/>
            <w:u w:val="none"/>
          </w:rPr>
          <w:t>3.10.5</w:t>
        </w:r>
        <w:r w:rsidR="002F60B3" w:rsidRPr="002F60B3">
          <w:rPr>
            <w:rFonts w:eastAsiaTheme="minorEastAsia"/>
          </w:rPr>
          <w:tab/>
        </w:r>
        <w:r w:rsidR="002F60B3" w:rsidRPr="002F60B3">
          <w:rPr>
            <w:rStyle w:val="Hyperlink"/>
            <w:u w:val="none"/>
          </w:rPr>
          <w:t>TSP Responsibilities</w:t>
        </w:r>
        <w:r w:rsidR="002F60B3" w:rsidRPr="002F60B3">
          <w:rPr>
            <w:webHidden/>
          </w:rPr>
          <w:tab/>
        </w:r>
        <w:r w:rsidR="002F60B3" w:rsidRPr="002F60B3">
          <w:rPr>
            <w:webHidden/>
          </w:rPr>
          <w:fldChar w:fldCharType="begin"/>
        </w:r>
        <w:r w:rsidR="002F60B3" w:rsidRPr="002F60B3">
          <w:rPr>
            <w:webHidden/>
          </w:rPr>
          <w:instrText xml:space="preserve"> PAGEREF _Toc135988985 \h </w:instrText>
        </w:r>
        <w:r w:rsidR="002F60B3" w:rsidRPr="002F60B3">
          <w:rPr>
            <w:webHidden/>
          </w:rPr>
        </w:r>
        <w:r w:rsidR="002F60B3" w:rsidRPr="002F60B3">
          <w:rPr>
            <w:webHidden/>
          </w:rPr>
          <w:fldChar w:fldCharType="separate"/>
        </w:r>
        <w:r>
          <w:rPr>
            <w:webHidden/>
          </w:rPr>
          <w:t>3-153</w:t>
        </w:r>
        <w:r w:rsidR="002F60B3" w:rsidRPr="002F60B3">
          <w:rPr>
            <w:webHidden/>
          </w:rPr>
          <w:fldChar w:fldCharType="end"/>
        </w:r>
      </w:hyperlink>
    </w:p>
    <w:p w14:paraId="12F274FE" w14:textId="3BFF7C81" w:rsidR="002F60B3" w:rsidRPr="002F60B3" w:rsidRDefault="009F070C">
      <w:pPr>
        <w:pStyle w:val="TOC3"/>
        <w:rPr>
          <w:rFonts w:eastAsiaTheme="minorEastAsia"/>
        </w:rPr>
      </w:pPr>
      <w:hyperlink w:anchor="_Toc135988987" w:history="1">
        <w:r w:rsidR="002F60B3" w:rsidRPr="002F60B3">
          <w:rPr>
            <w:rStyle w:val="Hyperlink"/>
            <w:u w:val="none"/>
          </w:rPr>
          <w:t>3.10.6</w:t>
        </w:r>
        <w:r w:rsidR="002F60B3" w:rsidRPr="002F60B3">
          <w:rPr>
            <w:rFonts w:eastAsiaTheme="minorEastAsia"/>
          </w:rPr>
          <w:tab/>
        </w:r>
        <w:r w:rsidR="002F60B3" w:rsidRPr="002F60B3">
          <w:rPr>
            <w:rStyle w:val="Hyperlink"/>
            <w:u w:val="none"/>
          </w:rPr>
          <w:t>QSE and Resource Entity Responsibilities</w:t>
        </w:r>
        <w:r w:rsidR="002F60B3" w:rsidRPr="002F60B3">
          <w:rPr>
            <w:webHidden/>
          </w:rPr>
          <w:tab/>
        </w:r>
        <w:r w:rsidR="002F60B3" w:rsidRPr="002F60B3">
          <w:rPr>
            <w:webHidden/>
          </w:rPr>
          <w:fldChar w:fldCharType="begin"/>
        </w:r>
        <w:r w:rsidR="002F60B3" w:rsidRPr="002F60B3">
          <w:rPr>
            <w:webHidden/>
          </w:rPr>
          <w:instrText xml:space="preserve"> PAGEREF _Toc135988987 \h </w:instrText>
        </w:r>
        <w:r w:rsidR="002F60B3" w:rsidRPr="002F60B3">
          <w:rPr>
            <w:webHidden/>
          </w:rPr>
        </w:r>
        <w:r w:rsidR="002F60B3" w:rsidRPr="002F60B3">
          <w:rPr>
            <w:webHidden/>
          </w:rPr>
          <w:fldChar w:fldCharType="separate"/>
        </w:r>
        <w:r>
          <w:rPr>
            <w:webHidden/>
          </w:rPr>
          <w:t>3-155</w:t>
        </w:r>
        <w:r w:rsidR="002F60B3" w:rsidRPr="002F60B3">
          <w:rPr>
            <w:webHidden/>
          </w:rPr>
          <w:fldChar w:fldCharType="end"/>
        </w:r>
      </w:hyperlink>
    </w:p>
    <w:p w14:paraId="7A7EDFE1" w14:textId="61FF13E6" w:rsidR="002F60B3" w:rsidRPr="002F60B3" w:rsidRDefault="009F070C">
      <w:pPr>
        <w:pStyle w:val="TOC3"/>
        <w:rPr>
          <w:rFonts w:eastAsiaTheme="minorEastAsia"/>
        </w:rPr>
      </w:pPr>
      <w:hyperlink w:anchor="_Toc135988988" w:history="1">
        <w:r w:rsidR="002F60B3" w:rsidRPr="002F60B3">
          <w:rPr>
            <w:rStyle w:val="Hyperlink"/>
            <w:u w:val="none"/>
          </w:rPr>
          <w:t>3.10.7</w:t>
        </w:r>
        <w:r w:rsidR="002F60B3" w:rsidRPr="002F60B3">
          <w:rPr>
            <w:rFonts w:eastAsiaTheme="minorEastAsia"/>
          </w:rPr>
          <w:tab/>
        </w:r>
        <w:r w:rsidR="002F60B3" w:rsidRPr="002F60B3">
          <w:rPr>
            <w:rStyle w:val="Hyperlink"/>
            <w:u w:val="none"/>
          </w:rPr>
          <w:t>ERCOT System Modeling Requirements</w:t>
        </w:r>
        <w:r w:rsidR="002F60B3" w:rsidRPr="002F60B3">
          <w:rPr>
            <w:webHidden/>
          </w:rPr>
          <w:tab/>
        </w:r>
        <w:r w:rsidR="002F60B3" w:rsidRPr="002F60B3">
          <w:rPr>
            <w:webHidden/>
          </w:rPr>
          <w:fldChar w:fldCharType="begin"/>
        </w:r>
        <w:r w:rsidR="002F60B3" w:rsidRPr="002F60B3">
          <w:rPr>
            <w:webHidden/>
          </w:rPr>
          <w:instrText xml:space="preserve"> PAGEREF _Toc135988988 \h </w:instrText>
        </w:r>
        <w:r w:rsidR="002F60B3" w:rsidRPr="002F60B3">
          <w:rPr>
            <w:webHidden/>
          </w:rPr>
        </w:r>
        <w:r w:rsidR="002F60B3" w:rsidRPr="002F60B3">
          <w:rPr>
            <w:webHidden/>
          </w:rPr>
          <w:fldChar w:fldCharType="separate"/>
        </w:r>
        <w:r>
          <w:rPr>
            <w:webHidden/>
          </w:rPr>
          <w:t>3-157</w:t>
        </w:r>
        <w:r w:rsidR="002F60B3" w:rsidRPr="002F60B3">
          <w:rPr>
            <w:webHidden/>
          </w:rPr>
          <w:fldChar w:fldCharType="end"/>
        </w:r>
      </w:hyperlink>
    </w:p>
    <w:p w14:paraId="705FB000" w14:textId="755800E8" w:rsidR="002F60B3" w:rsidRPr="002F60B3" w:rsidRDefault="009F070C" w:rsidP="00910953">
      <w:pPr>
        <w:pStyle w:val="TOC4"/>
        <w:rPr>
          <w:rFonts w:eastAsiaTheme="minorEastAsia"/>
          <w:snapToGrid/>
        </w:rPr>
      </w:pPr>
      <w:hyperlink w:anchor="_Toc135988989" w:history="1">
        <w:r w:rsidR="002F60B3" w:rsidRPr="002F60B3">
          <w:rPr>
            <w:rStyle w:val="Hyperlink"/>
            <w:bCs w:val="0"/>
            <w:sz w:val="20"/>
            <w:szCs w:val="20"/>
            <w:u w:val="none"/>
          </w:rPr>
          <w:t>3.10.7.1</w:t>
        </w:r>
        <w:r w:rsidR="002F60B3" w:rsidRPr="002F60B3">
          <w:rPr>
            <w:rFonts w:eastAsiaTheme="minorEastAsia"/>
            <w:snapToGrid/>
          </w:rPr>
          <w:tab/>
        </w:r>
        <w:r w:rsidR="002F60B3" w:rsidRPr="002F60B3">
          <w:rPr>
            <w:rStyle w:val="Hyperlink"/>
            <w:bCs w:val="0"/>
            <w:sz w:val="20"/>
            <w:szCs w:val="20"/>
            <w:u w:val="none"/>
          </w:rPr>
          <w:t>Modeling of Transmission Elements and Parameters</w:t>
        </w:r>
        <w:r w:rsidR="002F60B3" w:rsidRPr="002F60B3">
          <w:rPr>
            <w:webHidden/>
          </w:rPr>
          <w:tab/>
        </w:r>
        <w:r w:rsidR="002F60B3" w:rsidRPr="002F60B3">
          <w:rPr>
            <w:webHidden/>
          </w:rPr>
          <w:fldChar w:fldCharType="begin"/>
        </w:r>
        <w:r w:rsidR="002F60B3" w:rsidRPr="002F60B3">
          <w:rPr>
            <w:webHidden/>
          </w:rPr>
          <w:instrText xml:space="preserve"> PAGEREF _Toc135988989 \h </w:instrText>
        </w:r>
        <w:r w:rsidR="002F60B3" w:rsidRPr="002F60B3">
          <w:rPr>
            <w:webHidden/>
          </w:rPr>
        </w:r>
        <w:r w:rsidR="002F60B3" w:rsidRPr="002F60B3">
          <w:rPr>
            <w:webHidden/>
          </w:rPr>
          <w:fldChar w:fldCharType="separate"/>
        </w:r>
        <w:r>
          <w:rPr>
            <w:webHidden/>
          </w:rPr>
          <w:t>3-158</w:t>
        </w:r>
        <w:r w:rsidR="002F60B3" w:rsidRPr="002F60B3">
          <w:rPr>
            <w:webHidden/>
          </w:rPr>
          <w:fldChar w:fldCharType="end"/>
        </w:r>
      </w:hyperlink>
    </w:p>
    <w:p w14:paraId="21EFD42E" w14:textId="619A6BDE" w:rsidR="002F60B3" w:rsidRPr="002F60B3" w:rsidRDefault="009F070C">
      <w:pPr>
        <w:pStyle w:val="TOC5"/>
        <w:rPr>
          <w:rFonts w:eastAsiaTheme="minorEastAsia"/>
          <w:i w:val="0"/>
          <w:sz w:val="20"/>
          <w:szCs w:val="20"/>
        </w:rPr>
      </w:pPr>
      <w:hyperlink w:anchor="_Toc135988990" w:history="1">
        <w:r w:rsidR="002F60B3" w:rsidRPr="002F60B3">
          <w:rPr>
            <w:rStyle w:val="Hyperlink"/>
            <w:i w:val="0"/>
            <w:sz w:val="20"/>
            <w:szCs w:val="20"/>
            <w:u w:val="none"/>
          </w:rPr>
          <w:t>3.10.7.1.1</w:t>
        </w:r>
        <w:r w:rsidR="002F60B3" w:rsidRPr="002F60B3">
          <w:rPr>
            <w:rFonts w:eastAsiaTheme="minorEastAsia"/>
            <w:i w:val="0"/>
            <w:sz w:val="20"/>
            <w:szCs w:val="20"/>
          </w:rPr>
          <w:tab/>
        </w:r>
        <w:r w:rsidR="002F60B3" w:rsidRPr="002F60B3">
          <w:rPr>
            <w:rStyle w:val="Hyperlink"/>
            <w:i w:val="0"/>
            <w:sz w:val="20"/>
            <w:szCs w:val="20"/>
            <w:u w:val="none"/>
          </w:rPr>
          <w:t>Transmission Lines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_Toc135988990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3-159</w:t>
        </w:r>
        <w:r w:rsidR="002F60B3" w:rsidRPr="002F60B3">
          <w:rPr>
            <w:i w:val="0"/>
            <w:webHidden/>
            <w:sz w:val="20"/>
            <w:szCs w:val="20"/>
          </w:rPr>
          <w:fldChar w:fldCharType="end"/>
        </w:r>
      </w:hyperlink>
    </w:p>
    <w:p w14:paraId="08ABBD02" w14:textId="1101D687" w:rsidR="002F60B3" w:rsidRPr="002F60B3" w:rsidRDefault="009F070C">
      <w:pPr>
        <w:pStyle w:val="TOC5"/>
        <w:rPr>
          <w:rFonts w:eastAsiaTheme="minorEastAsia"/>
          <w:i w:val="0"/>
          <w:sz w:val="20"/>
          <w:szCs w:val="20"/>
        </w:rPr>
      </w:pPr>
      <w:hyperlink w:anchor="_Toc135988991" w:history="1">
        <w:r w:rsidR="002F60B3" w:rsidRPr="002F60B3">
          <w:rPr>
            <w:rStyle w:val="Hyperlink"/>
            <w:i w:val="0"/>
            <w:sz w:val="20"/>
            <w:szCs w:val="20"/>
            <w:u w:val="none"/>
          </w:rPr>
          <w:t>3.10.7.1.2</w:t>
        </w:r>
        <w:r w:rsidR="002F60B3" w:rsidRPr="002F60B3">
          <w:rPr>
            <w:rFonts w:eastAsiaTheme="minorEastAsia"/>
            <w:i w:val="0"/>
            <w:sz w:val="20"/>
            <w:szCs w:val="20"/>
          </w:rPr>
          <w:tab/>
        </w:r>
        <w:r w:rsidR="002F60B3" w:rsidRPr="002F60B3">
          <w:rPr>
            <w:rStyle w:val="Hyperlink"/>
            <w:i w:val="0"/>
            <w:sz w:val="20"/>
            <w:szCs w:val="20"/>
            <w:u w:val="none"/>
          </w:rPr>
          <w:t>Transmission Buses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_Toc135988991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3-161</w:t>
        </w:r>
        <w:r w:rsidR="002F60B3" w:rsidRPr="002F60B3">
          <w:rPr>
            <w:i w:val="0"/>
            <w:webHidden/>
            <w:sz w:val="20"/>
            <w:szCs w:val="20"/>
          </w:rPr>
          <w:fldChar w:fldCharType="end"/>
        </w:r>
      </w:hyperlink>
    </w:p>
    <w:p w14:paraId="3F7EB677" w14:textId="4F23D1A5" w:rsidR="002F60B3" w:rsidRPr="002F60B3" w:rsidRDefault="009F070C">
      <w:pPr>
        <w:pStyle w:val="TOC5"/>
        <w:rPr>
          <w:rFonts w:eastAsiaTheme="minorEastAsia"/>
          <w:i w:val="0"/>
          <w:sz w:val="20"/>
          <w:szCs w:val="20"/>
        </w:rPr>
      </w:pPr>
      <w:hyperlink w:anchor="_Toc135988992" w:history="1">
        <w:r w:rsidR="002F60B3" w:rsidRPr="002F60B3">
          <w:rPr>
            <w:rStyle w:val="Hyperlink"/>
            <w:i w:val="0"/>
            <w:sz w:val="20"/>
            <w:szCs w:val="20"/>
            <w:u w:val="none"/>
          </w:rPr>
          <w:t>3.10.7.1.3</w:t>
        </w:r>
        <w:r w:rsidR="002F60B3" w:rsidRPr="002F60B3">
          <w:rPr>
            <w:rFonts w:eastAsiaTheme="minorEastAsia"/>
            <w:i w:val="0"/>
            <w:sz w:val="20"/>
            <w:szCs w:val="20"/>
          </w:rPr>
          <w:tab/>
        </w:r>
        <w:r w:rsidR="002F60B3" w:rsidRPr="002F60B3">
          <w:rPr>
            <w:rStyle w:val="Hyperlink"/>
            <w:i w:val="0"/>
            <w:sz w:val="20"/>
            <w:szCs w:val="20"/>
            <w:u w:val="none"/>
          </w:rPr>
          <w:t>Transmission Breakers and Switches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_Toc135988992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3-162</w:t>
        </w:r>
        <w:r w:rsidR="002F60B3" w:rsidRPr="002F60B3">
          <w:rPr>
            <w:i w:val="0"/>
            <w:webHidden/>
            <w:sz w:val="20"/>
            <w:szCs w:val="20"/>
          </w:rPr>
          <w:fldChar w:fldCharType="end"/>
        </w:r>
      </w:hyperlink>
    </w:p>
    <w:p w14:paraId="7B2ACAAB" w14:textId="14630FBB" w:rsidR="002F60B3" w:rsidRPr="002F60B3" w:rsidRDefault="009F070C">
      <w:pPr>
        <w:pStyle w:val="TOC5"/>
        <w:rPr>
          <w:rFonts w:eastAsiaTheme="minorEastAsia"/>
          <w:i w:val="0"/>
          <w:sz w:val="20"/>
          <w:szCs w:val="20"/>
        </w:rPr>
      </w:pPr>
      <w:hyperlink w:anchor="_Toc135988993" w:history="1">
        <w:r w:rsidR="002F60B3" w:rsidRPr="002F60B3">
          <w:rPr>
            <w:rStyle w:val="Hyperlink"/>
            <w:i w:val="0"/>
            <w:sz w:val="20"/>
            <w:szCs w:val="20"/>
            <w:u w:val="none"/>
          </w:rPr>
          <w:t>3.10.7.1.4</w:t>
        </w:r>
        <w:r w:rsidR="002F60B3" w:rsidRPr="002F60B3">
          <w:rPr>
            <w:rFonts w:eastAsiaTheme="minorEastAsia"/>
            <w:i w:val="0"/>
            <w:sz w:val="20"/>
            <w:szCs w:val="20"/>
          </w:rPr>
          <w:tab/>
        </w:r>
        <w:r w:rsidR="002F60B3" w:rsidRPr="002F60B3">
          <w:rPr>
            <w:rStyle w:val="Hyperlink"/>
            <w:i w:val="0"/>
            <w:sz w:val="20"/>
            <w:szCs w:val="20"/>
            <w:u w:val="none"/>
          </w:rPr>
          <w:t>Transmission, Main Power Transformers (MPTs) and Generation Resource Step-Up Transformers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_Toc135988993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3-164</w:t>
        </w:r>
        <w:r w:rsidR="002F60B3" w:rsidRPr="002F60B3">
          <w:rPr>
            <w:i w:val="0"/>
            <w:webHidden/>
            <w:sz w:val="20"/>
            <w:szCs w:val="20"/>
          </w:rPr>
          <w:fldChar w:fldCharType="end"/>
        </w:r>
      </w:hyperlink>
    </w:p>
    <w:p w14:paraId="33AE015A" w14:textId="34647FA9" w:rsidR="002F60B3" w:rsidRPr="002F60B3" w:rsidRDefault="009F070C">
      <w:pPr>
        <w:pStyle w:val="TOC5"/>
        <w:rPr>
          <w:rFonts w:eastAsiaTheme="minorEastAsia"/>
          <w:i w:val="0"/>
          <w:sz w:val="20"/>
          <w:szCs w:val="20"/>
        </w:rPr>
      </w:pPr>
      <w:hyperlink w:anchor="_Toc135988994" w:history="1">
        <w:r w:rsidR="002F60B3" w:rsidRPr="002F60B3">
          <w:rPr>
            <w:rStyle w:val="Hyperlink"/>
            <w:i w:val="0"/>
            <w:sz w:val="20"/>
            <w:szCs w:val="20"/>
            <w:u w:val="none"/>
          </w:rPr>
          <w:t>3.10.7.1.5</w:t>
        </w:r>
        <w:r w:rsidR="002F60B3" w:rsidRPr="002F60B3">
          <w:rPr>
            <w:rFonts w:eastAsiaTheme="minorEastAsia"/>
            <w:i w:val="0"/>
            <w:sz w:val="20"/>
            <w:szCs w:val="20"/>
          </w:rPr>
          <w:tab/>
        </w:r>
        <w:r w:rsidR="002F60B3" w:rsidRPr="002F60B3">
          <w:rPr>
            <w:rStyle w:val="Hyperlink"/>
            <w:i w:val="0"/>
            <w:sz w:val="20"/>
            <w:szCs w:val="20"/>
            <w:u w:val="none"/>
          </w:rPr>
          <w:t>Reactors, Capacitors, and other Reactive Controlled Sources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_Toc135988994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3-166</w:t>
        </w:r>
        <w:r w:rsidR="002F60B3" w:rsidRPr="002F60B3">
          <w:rPr>
            <w:i w:val="0"/>
            <w:webHidden/>
            <w:sz w:val="20"/>
            <w:szCs w:val="20"/>
          </w:rPr>
          <w:fldChar w:fldCharType="end"/>
        </w:r>
      </w:hyperlink>
    </w:p>
    <w:p w14:paraId="35769DA8" w14:textId="2E0331A4" w:rsidR="002F60B3" w:rsidRPr="002F60B3" w:rsidRDefault="009F070C" w:rsidP="00910953">
      <w:pPr>
        <w:pStyle w:val="TOC4"/>
        <w:rPr>
          <w:rFonts w:eastAsiaTheme="minorEastAsia"/>
          <w:snapToGrid/>
        </w:rPr>
      </w:pPr>
      <w:hyperlink w:anchor="_Toc135988995" w:history="1">
        <w:r w:rsidR="002F60B3" w:rsidRPr="002F60B3">
          <w:rPr>
            <w:rStyle w:val="Hyperlink"/>
            <w:bCs w:val="0"/>
            <w:sz w:val="20"/>
            <w:szCs w:val="20"/>
            <w:u w:val="none"/>
          </w:rPr>
          <w:t>3.10.7.2</w:t>
        </w:r>
        <w:r w:rsidR="002F60B3" w:rsidRPr="002F60B3">
          <w:rPr>
            <w:rFonts w:eastAsiaTheme="minorEastAsia"/>
            <w:snapToGrid/>
          </w:rPr>
          <w:tab/>
        </w:r>
        <w:r w:rsidR="002F60B3" w:rsidRPr="002F60B3">
          <w:rPr>
            <w:rStyle w:val="Hyperlink"/>
            <w:bCs w:val="0"/>
            <w:sz w:val="20"/>
            <w:szCs w:val="20"/>
            <w:u w:val="none"/>
          </w:rPr>
          <w:t>Modeling of Resources and Transmission Loads</w:t>
        </w:r>
        <w:r w:rsidR="002F60B3" w:rsidRPr="002F60B3">
          <w:rPr>
            <w:webHidden/>
          </w:rPr>
          <w:tab/>
        </w:r>
        <w:r w:rsidR="002F60B3" w:rsidRPr="002F60B3">
          <w:rPr>
            <w:webHidden/>
          </w:rPr>
          <w:fldChar w:fldCharType="begin"/>
        </w:r>
        <w:r w:rsidR="002F60B3" w:rsidRPr="002F60B3">
          <w:rPr>
            <w:webHidden/>
          </w:rPr>
          <w:instrText xml:space="preserve"> PAGEREF _Toc135988995 \h </w:instrText>
        </w:r>
        <w:r w:rsidR="002F60B3" w:rsidRPr="002F60B3">
          <w:rPr>
            <w:webHidden/>
          </w:rPr>
        </w:r>
        <w:r w:rsidR="002F60B3" w:rsidRPr="002F60B3">
          <w:rPr>
            <w:webHidden/>
          </w:rPr>
          <w:fldChar w:fldCharType="separate"/>
        </w:r>
        <w:r>
          <w:rPr>
            <w:webHidden/>
          </w:rPr>
          <w:t>3-167</w:t>
        </w:r>
        <w:r w:rsidR="002F60B3" w:rsidRPr="002F60B3">
          <w:rPr>
            <w:webHidden/>
          </w:rPr>
          <w:fldChar w:fldCharType="end"/>
        </w:r>
      </w:hyperlink>
    </w:p>
    <w:p w14:paraId="228B0635" w14:textId="04DB7C7C" w:rsidR="002F60B3" w:rsidRPr="002F60B3" w:rsidRDefault="009F070C">
      <w:pPr>
        <w:pStyle w:val="TOC5"/>
        <w:rPr>
          <w:rFonts w:eastAsiaTheme="minorEastAsia"/>
          <w:i w:val="0"/>
          <w:sz w:val="20"/>
          <w:szCs w:val="20"/>
        </w:rPr>
      </w:pPr>
      <w:hyperlink w:anchor="_Toc135988996" w:history="1">
        <w:r w:rsidR="002F60B3" w:rsidRPr="002F60B3">
          <w:rPr>
            <w:rStyle w:val="Hyperlink"/>
            <w:i w:val="0"/>
            <w:sz w:val="20"/>
            <w:szCs w:val="20"/>
            <w:u w:val="none"/>
          </w:rPr>
          <w:t>3.10.7.2.1</w:t>
        </w:r>
        <w:r w:rsidR="002F60B3" w:rsidRPr="002F60B3">
          <w:rPr>
            <w:rFonts w:eastAsiaTheme="minorEastAsia"/>
            <w:i w:val="0"/>
            <w:sz w:val="20"/>
            <w:szCs w:val="20"/>
          </w:rPr>
          <w:tab/>
        </w:r>
        <w:r w:rsidR="002F60B3" w:rsidRPr="002F60B3">
          <w:rPr>
            <w:rStyle w:val="Hyperlink"/>
            <w:i w:val="0"/>
            <w:sz w:val="20"/>
            <w:szCs w:val="20"/>
            <w:u w:val="none"/>
          </w:rPr>
          <w:t>Reporting of Demand Response</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_Toc135988996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3-171</w:t>
        </w:r>
        <w:r w:rsidR="002F60B3" w:rsidRPr="002F60B3">
          <w:rPr>
            <w:i w:val="0"/>
            <w:webHidden/>
            <w:sz w:val="20"/>
            <w:szCs w:val="20"/>
          </w:rPr>
          <w:fldChar w:fldCharType="end"/>
        </w:r>
      </w:hyperlink>
    </w:p>
    <w:p w14:paraId="4A79E05E" w14:textId="1E13BD46" w:rsidR="002F60B3" w:rsidRPr="002F60B3" w:rsidRDefault="009F070C">
      <w:pPr>
        <w:pStyle w:val="TOC5"/>
        <w:rPr>
          <w:rFonts w:eastAsiaTheme="minorEastAsia"/>
          <w:i w:val="0"/>
          <w:sz w:val="20"/>
          <w:szCs w:val="20"/>
        </w:rPr>
      </w:pPr>
      <w:hyperlink w:anchor="_Toc135988997" w:history="1">
        <w:r w:rsidR="002F60B3" w:rsidRPr="002F60B3">
          <w:rPr>
            <w:rStyle w:val="Hyperlink"/>
            <w:i w:val="0"/>
            <w:sz w:val="20"/>
            <w:szCs w:val="20"/>
            <w:u w:val="none"/>
          </w:rPr>
          <w:t>3.10.7.2.2</w:t>
        </w:r>
        <w:r w:rsidR="002F60B3" w:rsidRPr="002F60B3">
          <w:rPr>
            <w:rFonts w:eastAsiaTheme="minorEastAsia"/>
            <w:i w:val="0"/>
            <w:sz w:val="20"/>
            <w:szCs w:val="20"/>
          </w:rPr>
          <w:tab/>
        </w:r>
        <w:r w:rsidR="002F60B3" w:rsidRPr="002F60B3">
          <w:rPr>
            <w:rStyle w:val="Hyperlink"/>
            <w:i w:val="0"/>
            <w:sz w:val="20"/>
            <w:szCs w:val="20"/>
            <w:u w:val="none"/>
          </w:rPr>
          <w:t>Annual Demand Response Report</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_Toc135988997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3-172</w:t>
        </w:r>
        <w:r w:rsidR="002F60B3" w:rsidRPr="002F60B3">
          <w:rPr>
            <w:i w:val="0"/>
            <w:webHidden/>
            <w:sz w:val="20"/>
            <w:szCs w:val="20"/>
          </w:rPr>
          <w:fldChar w:fldCharType="end"/>
        </w:r>
      </w:hyperlink>
    </w:p>
    <w:p w14:paraId="40A14A12" w14:textId="4EC65D05" w:rsidR="002F60B3" w:rsidRPr="002F60B3" w:rsidRDefault="009F070C" w:rsidP="00910953">
      <w:pPr>
        <w:pStyle w:val="TOC4"/>
        <w:rPr>
          <w:rFonts w:eastAsiaTheme="minorEastAsia"/>
          <w:snapToGrid/>
        </w:rPr>
      </w:pPr>
      <w:hyperlink w:anchor="_Toc135988998" w:history="1">
        <w:r w:rsidR="002F60B3" w:rsidRPr="002F60B3">
          <w:rPr>
            <w:rStyle w:val="Hyperlink"/>
            <w:bCs w:val="0"/>
            <w:sz w:val="20"/>
            <w:szCs w:val="20"/>
            <w:u w:val="none"/>
          </w:rPr>
          <w:t>3.10.7.3</w:t>
        </w:r>
        <w:r w:rsidR="002F60B3" w:rsidRPr="002F60B3">
          <w:rPr>
            <w:rFonts w:eastAsiaTheme="minorEastAsia"/>
            <w:snapToGrid/>
          </w:rPr>
          <w:tab/>
        </w:r>
        <w:r w:rsidR="002F60B3" w:rsidRPr="002F60B3">
          <w:rPr>
            <w:rStyle w:val="Hyperlink"/>
            <w:bCs w:val="0"/>
            <w:sz w:val="20"/>
            <w:szCs w:val="20"/>
            <w:u w:val="none"/>
          </w:rPr>
          <w:t>Modeling of Private Use Networks</w:t>
        </w:r>
        <w:r w:rsidR="002F60B3" w:rsidRPr="002F60B3">
          <w:rPr>
            <w:webHidden/>
          </w:rPr>
          <w:tab/>
        </w:r>
        <w:r w:rsidR="002F60B3" w:rsidRPr="002F60B3">
          <w:rPr>
            <w:webHidden/>
          </w:rPr>
          <w:fldChar w:fldCharType="begin"/>
        </w:r>
        <w:r w:rsidR="002F60B3" w:rsidRPr="002F60B3">
          <w:rPr>
            <w:webHidden/>
          </w:rPr>
          <w:instrText xml:space="preserve"> PAGEREF _Toc135988998 \h </w:instrText>
        </w:r>
        <w:r w:rsidR="002F60B3" w:rsidRPr="002F60B3">
          <w:rPr>
            <w:webHidden/>
          </w:rPr>
        </w:r>
        <w:r w:rsidR="002F60B3" w:rsidRPr="002F60B3">
          <w:rPr>
            <w:webHidden/>
          </w:rPr>
          <w:fldChar w:fldCharType="separate"/>
        </w:r>
        <w:r>
          <w:rPr>
            <w:webHidden/>
          </w:rPr>
          <w:t>3-174</w:t>
        </w:r>
        <w:r w:rsidR="002F60B3" w:rsidRPr="002F60B3">
          <w:rPr>
            <w:webHidden/>
          </w:rPr>
          <w:fldChar w:fldCharType="end"/>
        </w:r>
      </w:hyperlink>
    </w:p>
    <w:p w14:paraId="06A358CD" w14:textId="100D4546" w:rsidR="002F60B3" w:rsidRPr="002F60B3" w:rsidRDefault="009F070C" w:rsidP="00910953">
      <w:pPr>
        <w:pStyle w:val="TOC4"/>
        <w:rPr>
          <w:rFonts w:eastAsiaTheme="minorEastAsia"/>
          <w:snapToGrid/>
        </w:rPr>
      </w:pPr>
      <w:hyperlink w:anchor="_Toc135988999" w:history="1">
        <w:r w:rsidR="002F60B3" w:rsidRPr="002F60B3">
          <w:rPr>
            <w:rStyle w:val="Hyperlink"/>
            <w:bCs w:val="0"/>
            <w:sz w:val="20"/>
            <w:szCs w:val="20"/>
            <w:u w:val="none"/>
          </w:rPr>
          <w:t>3.10.7.4</w:t>
        </w:r>
        <w:r w:rsidR="002F60B3" w:rsidRPr="002F60B3">
          <w:rPr>
            <w:rFonts w:eastAsiaTheme="minorEastAsia"/>
            <w:snapToGrid/>
          </w:rPr>
          <w:tab/>
        </w:r>
        <w:r w:rsidR="002F60B3" w:rsidRPr="002F60B3">
          <w:rPr>
            <w:rStyle w:val="Hyperlink"/>
            <w:bCs w:val="0"/>
            <w:sz w:val="20"/>
            <w:szCs w:val="20"/>
            <w:u w:val="none"/>
          </w:rPr>
          <w:t>Remedial Action Schemes, Automatic Mitigation Plans and Remedial Action Plans</w:t>
        </w:r>
        <w:r w:rsidR="002F60B3" w:rsidRPr="002F60B3">
          <w:rPr>
            <w:webHidden/>
          </w:rPr>
          <w:tab/>
        </w:r>
        <w:r w:rsidR="002F60B3" w:rsidRPr="002F60B3">
          <w:rPr>
            <w:webHidden/>
          </w:rPr>
          <w:fldChar w:fldCharType="begin"/>
        </w:r>
        <w:r w:rsidR="002F60B3" w:rsidRPr="002F60B3">
          <w:rPr>
            <w:webHidden/>
          </w:rPr>
          <w:instrText xml:space="preserve"> PAGEREF _Toc135988999 \h </w:instrText>
        </w:r>
        <w:r w:rsidR="002F60B3" w:rsidRPr="002F60B3">
          <w:rPr>
            <w:webHidden/>
          </w:rPr>
        </w:r>
        <w:r w:rsidR="002F60B3" w:rsidRPr="002F60B3">
          <w:rPr>
            <w:webHidden/>
          </w:rPr>
          <w:fldChar w:fldCharType="separate"/>
        </w:r>
        <w:r>
          <w:rPr>
            <w:webHidden/>
          </w:rPr>
          <w:t>3-176</w:t>
        </w:r>
        <w:r w:rsidR="002F60B3" w:rsidRPr="002F60B3">
          <w:rPr>
            <w:webHidden/>
          </w:rPr>
          <w:fldChar w:fldCharType="end"/>
        </w:r>
      </w:hyperlink>
    </w:p>
    <w:p w14:paraId="43927628" w14:textId="09B4AADC" w:rsidR="002F60B3" w:rsidRPr="002F60B3" w:rsidRDefault="009F070C" w:rsidP="00910953">
      <w:pPr>
        <w:pStyle w:val="TOC4"/>
        <w:rPr>
          <w:rFonts w:eastAsiaTheme="minorEastAsia"/>
          <w:snapToGrid/>
        </w:rPr>
      </w:pPr>
      <w:hyperlink w:anchor="_Toc135989000" w:history="1">
        <w:r w:rsidR="002F60B3" w:rsidRPr="002F60B3">
          <w:rPr>
            <w:rStyle w:val="Hyperlink"/>
            <w:bCs w:val="0"/>
            <w:sz w:val="20"/>
            <w:szCs w:val="20"/>
            <w:u w:val="none"/>
          </w:rPr>
          <w:t>3.10.7.5</w:t>
        </w:r>
        <w:r w:rsidR="002F60B3" w:rsidRPr="002F60B3">
          <w:rPr>
            <w:rFonts w:eastAsiaTheme="minorEastAsia"/>
            <w:snapToGrid/>
          </w:rPr>
          <w:tab/>
        </w:r>
        <w:r w:rsidR="002F60B3" w:rsidRPr="002F60B3">
          <w:rPr>
            <w:rStyle w:val="Hyperlink"/>
            <w:bCs w:val="0"/>
            <w:sz w:val="20"/>
            <w:szCs w:val="20"/>
            <w:u w:val="none"/>
          </w:rPr>
          <w:t>Telemetry Requirements</w:t>
        </w:r>
        <w:r w:rsidR="002F60B3" w:rsidRPr="002F60B3">
          <w:rPr>
            <w:webHidden/>
          </w:rPr>
          <w:tab/>
        </w:r>
        <w:r w:rsidR="002F60B3" w:rsidRPr="002F60B3">
          <w:rPr>
            <w:webHidden/>
          </w:rPr>
          <w:fldChar w:fldCharType="begin"/>
        </w:r>
        <w:r w:rsidR="002F60B3" w:rsidRPr="002F60B3">
          <w:rPr>
            <w:webHidden/>
          </w:rPr>
          <w:instrText xml:space="preserve"> PAGEREF _Toc135989000 \h </w:instrText>
        </w:r>
        <w:r w:rsidR="002F60B3" w:rsidRPr="002F60B3">
          <w:rPr>
            <w:webHidden/>
          </w:rPr>
        </w:r>
        <w:r w:rsidR="002F60B3" w:rsidRPr="002F60B3">
          <w:rPr>
            <w:webHidden/>
          </w:rPr>
          <w:fldChar w:fldCharType="separate"/>
        </w:r>
        <w:r>
          <w:rPr>
            <w:webHidden/>
          </w:rPr>
          <w:t>3-177</w:t>
        </w:r>
        <w:r w:rsidR="002F60B3" w:rsidRPr="002F60B3">
          <w:rPr>
            <w:webHidden/>
          </w:rPr>
          <w:fldChar w:fldCharType="end"/>
        </w:r>
      </w:hyperlink>
    </w:p>
    <w:p w14:paraId="64CBB385" w14:textId="6188D556" w:rsidR="002F60B3" w:rsidRPr="002F60B3" w:rsidRDefault="009F070C">
      <w:pPr>
        <w:pStyle w:val="TOC5"/>
        <w:rPr>
          <w:rFonts w:eastAsiaTheme="minorEastAsia"/>
          <w:i w:val="0"/>
          <w:sz w:val="20"/>
          <w:szCs w:val="20"/>
        </w:rPr>
      </w:pPr>
      <w:hyperlink w:anchor="_Toc135989001" w:history="1">
        <w:r w:rsidR="002F60B3" w:rsidRPr="002F60B3">
          <w:rPr>
            <w:rStyle w:val="Hyperlink"/>
            <w:i w:val="0"/>
            <w:sz w:val="20"/>
            <w:szCs w:val="20"/>
            <w:u w:val="none"/>
          </w:rPr>
          <w:t>3.10.7.5.1</w:t>
        </w:r>
        <w:r w:rsidR="002F60B3" w:rsidRPr="002F60B3">
          <w:rPr>
            <w:rFonts w:eastAsiaTheme="minorEastAsia"/>
            <w:i w:val="0"/>
            <w:sz w:val="20"/>
            <w:szCs w:val="20"/>
          </w:rPr>
          <w:tab/>
        </w:r>
        <w:r w:rsidR="002F60B3" w:rsidRPr="002F60B3">
          <w:rPr>
            <w:rStyle w:val="Hyperlink"/>
            <w:i w:val="0"/>
            <w:sz w:val="20"/>
            <w:szCs w:val="20"/>
            <w:u w:val="none"/>
          </w:rPr>
          <w:t>Continuous Telemetry of the Status of Breakers and Switches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_Toc135989001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3-179</w:t>
        </w:r>
        <w:r w:rsidR="002F60B3" w:rsidRPr="002F60B3">
          <w:rPr>
            <w:i w:val="0"/>
            <w:webHidden/>
            <w:sz w:val="20"/>
            <w:szCs w:val="20"/>
          </w:rPr>
          <w:fldChar w:fldCharType="end"/>
        </w:r>
      </w:hyperlink>
    </w:p>
    <w:p w14:paraId="75B2F118" w14:textId="70477E23" w:rsidR="002F60B3" w:rsidRPr="002F60B3" w:rsidRDefault="009F070C">
      <w:pPr>
        <w:pStyle w:val="TOC5"/>
        <w:rPr>
          <w:rFonts w:eastAsiaTheme="minorEastAsia"/>
          <w:i w:val="0"/>
          <w:sz w:val="20"/>
          <w:szCs w:val="20"/>
        </w:rPr>
      </w:pPr>
      <w:hyperlink w:anchor="_Toc135989002" w:history="1">
        <w:r w:rsidR="002F60B3" w:rsidRPr="002F60B3">
          <w:rPr>
            <w:rStyle w:val="Hyperlink"/>
            <w:i w:val="0"/>
            <w:sz w:val="20"/>
            <w:szCs w:val="20"/>
            <w:u w:val="none"/>
          </w:rPr>
          <w:t>3.10.7.5.2</w:t>
        </w:r>
        <w:r w:rsidR="002F60B3" w:rsidRPr="002F60B3">
          <w:rPr>
            <w:rFonts w:eastAsiaTheme="minorEastAsia"/>
            <w:i w:val="0"/>
            <w:sz w:val="20"/>
            <w:szCs w:val="20"/>
          </w:rPr>
          <w:tab/>
        </w:r>
        <w:r w:rsidR="002F60B3" w:rsidRPr="002F60B3">
          <w:rPr>
            <w:rStyle w:val="Hyperlink"/>
            <w:i w:val="0"/>
            <w:sz w:val="20"/>
            <w:szCs w:val="20"/>
            <w:u w:val="none"/>
          </w:rPr>
          <w:t>Continuous Telemetry of the Real-Time Measurements of Bus Load, Voltages, Tap Position, and Flows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_Toc135989002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3-182</w:t>
        </w:r>
        <w:r w:rsidR="002F60B3" w:rsidRPr="002F60B3">
          <w:rPr>
            <w:i w:val="0"/>
            <w:webHidden/>
            <w:sz w:val="20"/>
            <w:szCs w:val="20"/>
          </w:rPr>
          <w:fldChar w:fldCharType="end"/>
        </w:r>
      </w:hyperlink>
    </w:p>
    <w:p w14:paraId="6CD8289E" w14:textId="36859730" w:rsidR="002F60B3" w:rsidRPr="002F60B3" w:rsidRDefault="009F070C">
      <w:pPr>
        <w:pStyle w:val="TOC5"/>
        <w:rPr>
          <w:rFonts w:eastAsiaTheme="minorEastAsia"/>
          <w:i w:val="0"/>
          <w:sz w:val="20"/>
          <w:szCs w:val="20"/>
        </w:rPr>
      </w:pPr>
      <w:hyperlink w:anchor="_Toc135989003" w:history="1">
        <w:r w:rsidR="002F60B3" w:rsidRPr="002F60B3">
          <w:rPr>
            <w:rStyle w:val="Hyperlink"/>
            <w:i w:val="0"/>
            <w:sz w:val="20"/>
            <w:szCs w:val="20"/>
            <w:u w:val="none"/>
          </w:rPr>
          <w:t xml:space="preserve">3.10.7.5.3 </w:t>
        </w:r>
        <w:r w:rsidR="002F60B3" w:rsidRPr="002F60B3">
          <w:rPr>
            <w:rFonts w:eastAsiaTheme="minorEastAsia"/>
            <w:i w:val="0"/>
            <w:sz w:val="20"/>
            <w:szCs w:val="20"/>
          </w:rPr>
          <w:tab/>
        </w:r>
        <w:r w:rsidR="002F60B3" w:rsidRPr="002F60B3">
          <w:rPr>
            <w:rStyle w:val="Hyperlink"/>
            <w:i w:val="0"/>
            <w:sz w:val="20"/>
            <w:szCs w:val="20"/>
            <w:u w:val="none"/>
          </w:rPr>
          <w:t>Required Telemetry of Voltage and Power Flow</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_Toc135989003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3-185</w:t>
        </w:r>
        <w:r w:rsidR="002F60B3" w:rsidRPr="002F60B3">
          <w:rPr>
            <w:i w:val="0"/>
            <w:webHidden/>
            <w:sz w:val="20"/>
            <w:szCs w:val="20"/>
          </w:rPr>
          <w:fldChar w:fldCharType="end"/>
        </w:r>
      </w:hyperlink>
    </w:p>
    <w:p w14:paraId="3B9B1BD3" w14:textId="4CFA2C80" w:rsidR="002F60B3" w:rsidRPr="002F60B3" w:rsidRDefault="009F070C">
      <w:pPr>
        <w:pStyle w:val="TOC5"/>
        <w:rPr>
          <w:rFonts w:eastAsiaTheme="minorEastAsia"/>
          <w:i w:val="0"/>
          <w:sz w:val="20"/>
          <w:szCs w:val="20"/>
        </w:rPr>
      </w:pPr>
      <w:hyperlink w:anchor="_Toc135989004" w:history="1">
        <w:r w:rsidR="002F60B3" w:rsidRPr="002F60B3">
          <w:rPr>
            <w:rStyle w:val="Hyperlink"/>
            <w:i w:val="0"/>
            <w:sz w:val="20"/>
            <w:szCs w:val="20"/>
            <w:u w:val="none"/>
          </w:rPr>
          <w:t>3.10.7.5.4</w:t>
        </w:r>
        <w:r w:rsidR="002F60B3" w:rsidRPr="002F60B3">
          <w:rPr>
            <w:rFonts w:eastAsiaTheme="minorEastAsia"/>
            <w:i w:val="0"/>
            <w:sz w:val="20"/>
            <w:szCs w:val="20"/>
          </w:rPr>
          <w:tab/>
        </w:r>
        <w:r w:rsidR="002F60B3" w:rsidRPr="002F60B3">
          <w:rPr>
            <w:rStyle w:val="Hyperlink"/>
            <w:i w:val="0"/>
            <w:sz w:val="20"/>
            <w:szCs w:val="20"/>
            <w:u w:val="none"/>
          </w:rPr>
          <w:t>General Telemetry Performance Criteria</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_Toc135989004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3-186</w:t>
        </w:r>
        <w:r w:rsidR="002F60B3" w:rsidRPr="002F60B3">
          <w:rPr>
            <w:i w:val="0"/>
            <w:webHidden/>
            <w:sz w:val="20"/>
            <w:szCs w:val="20"/>
          </w:rPr>
          <w:fldChar w:fldCharType="end"/>
        </w:r>
      </w:hyperlink>
    </w:p>
    <w:p w14:paraId="4887532E" w14:textId="424DC05C" w:rsidR="002F60B3" w:rsidRPr="002F60B3" w:rsidRDefault="009F070C">
      <w:pPr>
        <w:pStyle w:val="TOC5"/>
        <w:rPr>
          <w:rFonts w:eastAsiaTheme="minorEastAsia"/>
          <w:i w:val="0"/>
          <w:sz w:val="20"/>
          <w:szCs w:val="20"/>
        </w:rPr>
      </w:pPr>
      <w:hyperlink w:anchor="_Toc135989005" w:history="1">
        <w:r w:rsidR="002F60B3" w:rsidRPr="002F60B3">
          <w:rPr>
            <w:rStyle w:val="Hyperlink"/>
            <w:i w:val="0"/>
            <w:sz w:val="20"/>
            <w:szCs w:val="20"/>
            <w:u w:val="none"/>
          </w:rPr>
          <w:t>3.10.7.5.5</w:t>
        </w:r>
        <w:r w:rsidR="002F60B3" w:rsidRPr="002F60B3">
          <w:rPr>
            <w:rFonts w:eastAsiaTheme="minorEastAsia"/>
            <w:i w:val="0"/>
            <w:sz w:val="20"/>
            <w:szCs w:val="20"/>
          </w:rPr>
          <w:tab/>
        </w:r>
        <w:r w:rsidR="002F60B3" w:rsidRPr="002F60B3">
          <w:rPr>
            <w:rStyle w:val="Hyperlink"/>
            <w:i w:val="0"/>
            <w:sz w:val="20"/>
            <w:szCs w:val="20"/>
            <w:u w:val="none"/>
          </w:rPr>
          <w:t>Supplemental Telemetry Performance Criteria</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_Toc135989005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3-187</w:t>
        </w:r>
        <w:r w:rsidR="002F60B3" w:rsidRPr="002F60B3">
          <w:rPr>
            <w:i w:val="0"/>
            <w:webHidden/>
            <w:sz w:val="20"/>
            <w:szCs w:val="20"/>
          </w:rPr>
          <w:fldChar w:fldCharType="end"/>
        </w:r>
      </w:hyperlink>
    </w:p>
    <w:p w14:paraId="0A8EEA46" w14:textId="4DDD9C34" w:rsidR="002F60B3" w:rsidRPr="002F60B3" w:rsidRDefault="009F070C">
      <w:pPr>
        <w:pStyle w:val="TOC5"/>
        <w:rPr>
          <w:rFonts w:eastAsiaTheme="minorEastAsia"/>
          <w:i w:val="0"/>
          <w:sz w:val="20"/>
          <w:szCs w:val="20"/>
        </w:rPr>
      </w:pPr>
      <w:hyperlink w:anchor="_Toc135989006" w:history="1">
        <w:r w:rsidR="002F60B3" w:rsidRPr="002F60B3">
          <w:rPr>
            <w:rStyle w:val="Hyperlink"/>
            <w:i w:val="0"/>
            <w:sz w:val="20"/>
            <w:szCs w:val="20"/>
            <w:u w:val="none"/>
          </w:rPr>
          <w:t>3.10.7.5.6</w:t>
        </w:r>
        <w:r w:rsidR="002F60B3" w:rsidRPr="002F60B3">
          <w:rPr>
            <w:rFonts w:eastAsiaTheme="minorEastAsia"/>
            <w:i w:val="0"/>
            <w:sz w:val="20"/>
            <w:szCs w:val="20"/>
          </w:rPr>
          <w:tab/>
        </w:r>
        <w:r w:rsidR="002F60B3" w:rsidRPr="002F60B3">
          <w:rPr>
            <w:rStyle w:val="Hyperlink"/>
            <w:i w:val="0"/>
            <w:sz w:val="20"/>
            <w:szCs w:val="20"/>
            <w:u w:val="none"/>
          </w:rPr>
          <w:t>TSP/QSE Telemetry Restoration</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_Toc135989006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3-188</w:t>
        </w:r>
        <w:r w:rsidR="002F60B3" w:rsidRPr="002F60B3">
          <w:rPr>
            <w:i w:val="0"/>
            <w:webHidden/>
            <w:sz w:val="20"/>
            <w:szCs w:val="20"/>
          </w:rPr>
          <w:fldChar w:fldCharType="end"/>
        </w:r>
      </w:hyperlink>
    </w:p>
    <w:p w14:paraId="27BE3BC0" w14:textId="109353D4" w:rsidR="002F60B3" w:rsidRPr="002F60B3" w:rsidRDefault="009F070C">
      <w:pPr>
        <w:pStyle w:val="TOC5"/>
        <w:rPr>
          <w:rFonts w:eastAsiaTheme="minorEastAsia"/>
          <w:i w:val="0"/>
          <w:sz w:val="20"/>
          <w:szCs w:val="20"/>
        </w:rPr>
      </w:pPr>
      <w:hyperlink w:anchor="_Toc135989007" w:history="1">
        <w:r w:rsidR="002F60B3" w:rsidRPr="002F60B3">
          <w:rPr>
            <w:rStyle w:val="Hyperlink"/>
            <w:i w:val="0"/>
            <w:sz w:val="20"/>
            <w:szCs w:val="20"/>
            <w:u w:val="none"/>
          </w:rPr>
          <w:t>3.10.7.5.7</w:t>
        </w:r>
        <w:r w:rsidR="002F60B3" w:rsidRPr="002F60B3">
          <w:rPr>
            <w:rFonts w:eastAsiaTheme="minorEastAsia"/>
            <w:i w:val="0"/>
            <w:sz w:val="20"/>
            <w:szCs w:val="20"/>
          </w:rPr>
          <w:tab/>
        </w:r>
        <w:r w:rsidR="002F60B3" w:rsidRPr="002F60B3">
          <w:rPr>
            <w:rStyle w:val="Hyperlink"/>
            <w:i w:val="0"/>
            <w:sz w:val="20"/>
            <w:szCs w:val="20"/>
            <w:u w:val="none"/>
          </w:rPr>
          <w:t>Calibration, Quality Checking, and Testing</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_Toc135989007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3-188</w:t>
        </w:r>
        <w:r w:rsidR="002F60B3" w:rsidRPr="002F60B3">
          <w:rPr>
            <w:i w:val="0"/>
            <w:webHidden/>
            <w:sz w:val="20"/>
            <w:szCs w:val="20"/>
          </w:rPr>
          <w:fldChar w:fldCharType="end"/>
        </w:r>
      </w:hyperlink>
    </w:p>
    <w:p w14:paraId="4806F0B1" w14:textId="1FC262FB" w:rsidR="002F60B3" w:rsidRPr="002F60B3" w:rsidRDefault="009F070C">
      <w:pPr>
        <w:pStyle w:val="TOC5"/>
        <w:rPr>
          <w:rFonts w:eastAsiaTheme="minorEastAsia"/>
          <w:i w:val="0"/>
          <w:sz w:val="20"/>
          <w:szCs w:val="20"/>
        </w:rPr>
      </w:pPr>
      <w:hyperlink w:anchor="_Toc135989008" w:history="1">
        <w:r w:rsidR="002F60B3" w:rsidRPr="002F60B3">
          <w:rPr>
            <w:rStyle w:val="Hyperlink"/>
            <w:i w:val="0"/>
            <w:sz w:val="20"/>
            <w:szCs w:val="20"/>
            <w:u w:val="none"/>
          </w:rPr>
          <w:t>3.10.7.5.8</w:t>
        </w:r>
        <w:r w:rsidR="002F60B3" w:rsidRPr="002F60B3">
          <w:rPr>
            <w:rFonts w:eastAsiaTheme="minorEastAsia"/>
            <w:i w:val="0"/>
            <w:sz w:val="20"/>
            <w:szCs w:val="20"/>
          </w:rPr>
          <w:tab/>
        </w:r>
        <w:r w:rsidR="002F60B3" w:rsidRPr="002F60B3">
          <w:rPr>
            <w:rStyle w:val="Hyperlink"/>
            <w:i w:val="0"/>
            <w:sz w:val="20"/>
            <w:szCs w:val="20"/>
            <w:u w:val="none"/>
          </w:rPr>
          <w:t>Inter-Control Center Communications Protocol (ICCP) Links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_Toc135989008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3-188</w:t>
        </w:r>
        <w:r w:rsidR="002F60B3" w:rsidRPr="002F60B3">
          <w:rPr>
            <w:i w:val="0"/>
            <w:webHidden/>
            <w:sz w:val="20"/>
            <w:szCs w:val="20"/>
          </w:rPr>
          <w:fldChar w:fldCharType="end"/>
        </w:r>
      </w:hyperlink>
    </w:p>
    <w:p w14:paraId="4D4C9C21" w14:textId="049DE10D" w:rsidR="002F60B3" w:rsidRPr="002F60B3" w:rsidRDefault="009F070C" w:rsidP="00910953">
      <w:pPr>
        <w:pStyle w:val="TOC4"/>
        <w:rPr>
          <w:rFonts w:eastAsiaTheme="minorEastAsia"/>
          <w:snapToGrid/>
        </w:rPr>
      </w:pPr>
      <w:hyperlink w:anchor="_Toc135989009" w:history="1">
        <w:r w:rsidR="002F60B3" w:rsidRPr="002F60B3">
          <w:rPr>
            <w:rStyle w:val="Hyperlink"/>
            <w:bCs w:val="0"/>
            <w:sz w:val="20"/>
            <w:szCs w:val="20"/>
            <w:u w:val="none"/>
          </w:rPr>
          <w:t>3.10.7.5.8.1</w:t>
        </w:r>
        <w:r w:rsidR="002F60B3" w:rsidRPr="002F60B3">
          <w:rPr>
            <w:rFonts w:eastAsiaTheme="minorEastAsia"/>
            <w:snapToGrid/>
          </w:rPr>
          <w:tab/>
        </w:r>
        <w:r w:rsidR="002F60B3" w:rsidRPr="002F60B3">
          <w:rPr>
            <w:rStyle w:val="Hyperlink"/>
            <w:bCs w:val="0"/>
            <w:sz w:val="20"/>
            <w:szCs w:val="20"/>
            <w:u w:val="none"/>
          </w:rPr>
          <w:t>Data Quality Codes</w:t>
        </w:r>
        <w:r w:rsidR="002F60B3" w:rsidRPr="002F60B3">
          <w:rPr>
            <w:webHidden/>
          </w:rPr>
          <w:tab/>
        </w:r>
        <w:r w:rsidR="002F60B3" w:rsidRPr="002F60B3">
          <w:rPr>
            <w:webHidden/>
          </w:rPr>
          <w:fldChar w:fldCharType="begin"/>
        </w:r>
        <w:r w:rsidR="002F60B3" w:rsidRPr="002F60B3">
          <w:rPr>
            <w:webHidden/>
          </w:rPr>
          <w:instrText xml:space="preserve"> PAGEREF _Toc135989009 \h </w:instrText>
        </w:r>
        <w:r w:rsidR="002F60B3" w:rsidRPr="002F60B3">
          <w:rPr>
            <w:webHidden/>
          </w:rPr>
        </w:r>
        <w:r w:rsidR="002F60B3" w:rsidRPr="002F60B3">
          <w:rPr>
            <w:webHidden/>
          </w:rPr>
          <w:fldChar w:fldCharType="separate"/>
        </w:r>
        <w:r>
          <w:rPr>
            <w:webHidden/>
          </w:rPr>
          <w:t>3-188</w:t>
        </w:r>
        <w:r w:rsidR="002F60B3" w:rsidRPr="002F60B3">
          <w:rPr>
            <w:webHidden/>
          </w:rPr>
          <w:fldChar w:fldCharType="end"/>
        </w:r>
      </w:hyperlink>
    </w:p>
    <w:p w14:paraId="0F0E7210" w14:textId="1D84530C" w:rsidR="002F60B3" w:rsidRPr="002F60B3" w:rsidRDefault="009F070C" w:rsidP="00910953">
      <w:pPr>
        <w:pStyle w:val="TOC4"/>
        <w:rPr>
          <w:rFonts w:eastAsiaTheme="minorEastAsia"/>
          <w:snapToGrid/>
        </w:rPr>
      </w:pPr>
      <w:hyperlink w:anchor="_Toc135989010" w:history="1">
        <w:r w:rsidR="002F60B3" w:rsidRPr="002F60B3">
          <w:rPr>
            <w:rStyle w:val="Hyperlink"/>
            <w:bCs w:val="0"/>
            <w:sz w:val="20"/>
            <w:szCs w:val="20"/>
            <w:u w:val="none"/>
          </w:rPr>
          <w:t>3.10.7.5.8.2</w:t>
        </w:r>
        <w:r w:rsidR="002F60B3" w:rsidRPr="002F60B3">
          <w:rPr>
            <w:rFonts w:eastAsiaTheme="minorEastAsia"/>
            <w:snapToGrid/>
          </w:rPr>
          <w:tab/>
        </w:r>
        <w:r w:rsidR="002F60B3" w:rsidRPr="002F60B3">
          <w:rPr>
            <w:rStyle w:val="Hyperlink"/>
            <w:bCs w:val="0"/>
            <w:sz w:val="20"/>
            <w:szCs w:val="20"/>
            <w:u w:val="none"/>
          </w:rPr>
          <w:t>Reliability of ICCP Associations</w:t>
        </w:r>
        <w:r w:rsidR="002F60B3" w:rsidRPr="002F60B3">
          <w:rPr>
            <w:webHidden/>
          </w:rPr>
          <w:tab/>
        </w:r>
        <w:r w:rsidR="002F60B3" w:rsidRPr="002F60B3">
          <w:rPr>
            <w:webHidden/>
          </w:rPr>
          <w:fldChar w:fldCharType="begin"/>
        </w:r>
        <w:r w:rsidR="002F60B3" w:rsidRPr="002F60B3">
          <w:rPr>
            <w:webHidden/>
          </w:rPr>
          <w:instrText xml:space="preserve"> PAGEREF _Toc135989010 \h </w:instrText>
        </w:r>
        <w:r w:rsidR="002F60B3" w:rsidRPr="002F60B3">
          <w:rPr>
            <w:webHidden/>
          </w:rPr>
        </w:r>
        <w:r w:rsidR="002F60B3" w:rsidRPr="002F60B3">
          <w:rPr>
            <w:webHidden/>
          </w:rPr>
          <w:fldChar w:fldCharType="separate"/>
        </w:r>
        <w:r>
          <w:rPr>
            <w:webHidden/>
          </w:rPr>
          <w:t>3-189</w:t>
        </w:r>
        <w:r w:rsidR="002F60B3" w:rsidRPr="002F60B3">
          <w:rPr>
            <w:webHidden/>
          </w:rPr>
          <w:fldChar w:fldCharType="end"/>
        </w:r>
      </w:hyperlink>
    </w:p>
    <w:p w14:paraId="383A7BA5" w14:textId="4E641D98" w:rsidR="002F60B3" w:rsidRPr="002F60B3" w:rsidRDefault="009F070C">
      <w:pPr>
        <w:pStyle w:val="TOC5"/>
        <w:rPr>
          <w:rFonts w:eastAsiaTheme="minorEastAsia"/>
          <w:i w:val="0"/>
          <w:sz w:val="20"/>
          <w:szCs w:val="20"/>
        </w:rPr>
      </w:pPr>
      <w:hyperlink w:anchor="_Toc135989011" w:history="1">
        <w:r w:rsidR="002F60B3" w:rsidRPr="002F60B3">
          <w:rPr>
            <w:rStyle w:val="Hyperlink"/>
            <w:i w:val="0"/>
            <w:sz w:val="20"/>
            <w:szCs w:val="20"/>
            <w:u w:val="none"/>
          </w:rPr>
          <w:t>3.10.7.5.9</w:t>
        </w:r>
        <w:r w:rsidR="002F60B3" w:rsidRPr="002F60B3">
          <w:rPr>
            <w:rFonts w:eastAsiaTheme="minorEastAsia"/>
            <w:i w:val="0"/>
            <w:sz w:val="20"/>
            <w:szCs w:val="20"/>
          </w:rPr>
          <w:tab/>
        </w:r>
        <w:r w:rsidR="002F60B3" w:rsidRPr="002F60B3">
          <w:rPr>
            <w:rStyle w:val="Hyperlink"/>
            <w:i w:val="0"/>
            <w:sz w:val="20"/>
            <w:szCs w:val="20"/>
            <w:u w:val="none"/>
          </w:rPr>
          <w:t>ERCOT Requests for Telemetry</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_Toc135989011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3-189</w:t>
        </w:r>
        <w:r w:rsidR="002F60B3" w:rsidRPr="002F60B3">
          <w:rPr>
            <w:i w:val="0"/>
            <w:webHidden/>
            <w:sz w:val="20"/>
            <w:szCs w:val="20"/>
          </w:rPr>
          <w:fldChar w:fldCharType="end"/>
        </w:r>
      </w:hyperlink>
    </w:p>
    <w:p w14:paraId="36A64CBF" w14:textId="2C9A96F7" w:rsidR="002F60B3" w:rsidRPr="002F60B3" w:rsidRDefault="009F070C">
      <w:pPr>
        <w:pStyle w:val="TOC5"/>
        <w:rPr>
          <w:rFonts w:eastAsiaTheme="minorEastAsia"/>
          <w:i w:val="0"/>
          <w:sz w:val="20"/>
          <w:szCs w:val="20"/>
        </w:rPr>
      </w:pPr>
      <w:hyperlink w:anchor="_Toc135989012" w:history="1">
        <w:r w:rsidR="002F60B3" w:rsidRPr="002F60B3">
          <w:rPr>
            <w:rStyle w:val="Hyperlink"/>
            <w:i w:val="0"/>
            <w:sz w:val="20"/>
            <w:szCs w:val="20"/>
            <w:u w:val="none"/>
          </w:rPr>
          <w:t>3.10.7.5.10</w:t>
        </w:r>
        <w:r w:rsidR="002F60B3" w:rsidRPr="002F60B3">
          <w:rPr>
            <w:rFonts w:eastAsiaTheme="minorEastAsia"/>
            <w:i w:val="0"/>
            <w:sz w:val="20"/>
            <w:szCs w:val="20"/>
          </w:rPr>
          <w:tab/>
        </w:r>
        <w:r w:rsidR="002F60B3" w:rsidRPr="002F60B3">
          <w:rPr>
            <w:rStyle w:val="Hyperlink"/>
            <w:i w:val="0"/>
            <w:sz w:val="20"/>
            <w:szCs w:val="20"/>
            <w:u w:val="none"/>
          </w:rPr>
          <w:t>ERCOT Requests for Redundant Telemetry</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_Toc135989012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3-191</w:t>
        </w:r>
        <w:r w:rsidR="002F60B3" w:rsidRPr="002F60B3">
          <w:rPr>
            <w:i w:val="0"/>
            <w:webHidden/>
            <w:sz w:val="20"/>
            <w:szCs w:val="20"/>
          </w:rPr>
          <w:fldChar w:fldCharType="end"/>
        </w:r>
      </w:hyperlink>
    </w:p>
    <w:p w14:paraId="24DB1321" w14:textId="504FB91A" w:rsidR="002F60B3" w:rsidRPr="002F60B3" w:rsidRDefault="009F070C" w:rsidP="00910953">
      <w:pPr>
        <w:pStyle w:val="TOC4"/>
        <w:rPr>
          <w:rFonts w:eastAsiaTheme="minorEastAsia"/>
          <w:snapToGrid/>
        </w:rPr>
      </w:pPr>
      <w:hyperlink w:anchor="_Toc135989013" w:history="1">
        <w:r w:rsidR="002F60B3" w:rsidRPr="002F60B3">
          <w:rPr>
            <w:rStyle w:val="Hyperlink"/>
            <w:bCs w:val="0"/>
            <w:sz w:val="20"/>
            <w:szCs w:val="20"/>
            <w:u w:val="none"/>
          </w:rPr>
          <w:t>3.10.7.6</w:t>
        </w:r>
        <w:r w:rsidR="002F60B3" w:rsidRPr="002F60B3">
          <w:rPr>
            <w:rFonts w:eastAsiaTheme="minorEastAsia"/>
            <w:snapToGrid/>
          </w:rPr>
          <w:tab/>
        </w:r>
        <w:r w:rsidR="002F60B3" w:rsidRPr="002F60B3">
          <w:rPr>
            <w:rStyle w:val="Hyperlink"/>
            <w:bCs w:val="0"/>
            <w:sz w:val="20"/>
            <w:szCs w:val="20"/>
            <w:u w:val="none"/>
          </w:rPr>
          <w:t>Use of Generic Transmission Constraints and Generic Transmission Limits</w:t>
        </w:r>
        <w:r w:rsidR="002F60B3" w:rsidRPr="002F60B3">
          <w:rPr>
            <w:webHidden/>
          </w:rPr>
          <w:tab/>
        </w:r>
        <w:r w:rsidR="002F60B3" w:rsidRPr="002F60B3">
          <w:rPr>
            <w:webHidden/>
          </w:rPr>
          <w:fldChar w:fldCharType="begin"/>
        </w:r>
        <w:r w:rsidR="002F60B3" w:rsidRPr="002F60B3">
          <w:rPr>
            <w:webHidden/>
          </w:rPr>
          <w:instrText xml:space="preserve"> PAGEREF _Toc135989013 \h </w:instrText>
        </w:r>
        <w:r w:rsidR="002F60B3" w:rsidRPr="002F60B3">
          <w:rPr>
            <w:webHidden/>
          </w:rPr>
        </w:r>
        <w:r w:rsidR="002F60B3" w:rsidRPr="002F60B3">
          <w:rPr>
            <w:webHidden/>
          </w:rPr>
          <w:fldChar w:fldCharType="separate"/>
        </w:r>
        <w:r>
          <w:rPr>
            <w:webHidden/>
          </w:rPr>
          <w:t>3-193</w:t>
        </w:r>
        <w:r w:rsidR="002F60B3" w:rsidRPr="002F60B3">
          <w:rPr>
            <w:webHidden/>
          </w:rPr>
          <w:fldChar w:fldCharType="end"/>
        </w:r>
      </w:hyperlink>
    </w:p>
    <w:p w14:paraId="0379A75E" w14:textId="6B914AAA" w:rsidR="002F60B3" w:rsidRPr="002F60B3" w:rsidRDefault="009F070C" w:rsidP="00910953">
      <w:pPr>
        <w:pStyle w:val="TOC4"/>
        <w:rPr>
          <w:rFonts w:eastAsiaTheme="minorEastAsia"/>
          <w:snapToGrid/>
        </w:rPr>
      </w:pPr>
      <w:hyperlink w:anchor="_Toc135989014" w:history="1">
        <w:r w:rsidR="002F60B3" w:rsidRPr="002F60B3">
          <w:rPr>
            <w:rStyle w:val="Hyperlink"/>
            <w:bCs w:val="0"/>
            <w:sz w:val="20"/>
            <w:szCs w:val="20"/>
            <w:u w:val="none"/>
          </w:rPr>
          <w:t>3.10.7.7</w:t>
        </w:r>
        <w:r w:rsidR="002F60B3" w:rsidRPr="002F60B3">
          <w:rPr>
            <w:rFonts w:eastAsiaTheme="minorEastAsia"/>
            <w:snapToGrid/>
          </w:rPr>
          <w:tab/>
        </w:r>
        <w:r w:rsidR="002F60B3" w:rsidRPr="002F60B3">
          <w:rPr>
            <w:rStyle w:val="Hyperlink"/>
            <w:bCs w:val="0"/>
            <w:sz w:val="20"/>
            <w:szCs w:val="20"/>
            <w:u w:val="none"/>
          </w:rPr>
          <w:t>DC Tie Limits</w:t>
        </w:r>
        <w:r w:rsidR="002F60B3" w:rsidRPr="002F60B3">
          <w:rPr>
            <w:webHidden/>
          </w:rPr>
          <w:tab/>
        </w:r>
        <w:r w:rsidR="002F60B3" w:rsidRPr="002F60B3">
          <w:rPr>
            <w:webHidden/>
          </w:rPr>
          <w:fldChar w:fldCharType="begin"/>
        </w:r>
        <w:r w:rsidR="002F60B3" w:rsidRPr="002F60B3">
          <w:rPr>
            <w:webHidden/>
          </w:rPr>
          <w:instrText xml:space="preserve"> PAGEREF _Toc135989014 \h </w:instrText>
        </w:r>
        <w:r w:rsidR="002F60B3" w:rsidRPr="002F60B3">
          <w:rPr>
            <w:webHidden/>
          </w:rPr>
        </w:r>
        <w:r w:rsidR="002F60B3" w:rsidRPr="002F60B3">
          <w:rPr>
            <w:webHidden/>
          </w:rPr>
          <w:fldChar w:fldCharType="separate"/>
        </w:r>
        <w:r>
          <w:rPr>
            <w:webHidden/>
          </w:rPr>
          <w:t>3-194</w:t>
        </w:r>
        <w:r w:rsidR="002F60B3" w:rsidRPr="002F60B3">
          <w:rPr>
            <w:webHidden/>
          </w:rPr>
          <w:fldChar w:fldCharType="end"/>
        </w:r>
      </w:hyperlink>
    </w:p>
    <w:p w14:paraId="117F300F" w14:textId="08F3567D" w:rsidR="002F60B3" w:rsidRPr="002F60B3" w:rsidRDefault="009F070C">
      <w:pPr>
        <w:pStyle w:val="TOC3"/>
        <w:rPr>
          <w:rFonts w:eastAsiaTheme="minorEastAsia"/>
        </w:rPr>
      </w:pPr>
      <w:hyperlink w:anchor="_Toc135989016" w:history="1">
        <w:r w:rsidR="002F60B3" w:rsidRPr="002F60B3">
          <w:rPr>
            <w:rStyle w:val="Hyperlink"/>
            <w:u w:val="none"/>
          </w:rPr>
          <w:t>3.10.8</w:t>
        </w:r>
        <w:r w:rsidR="002F60B3" w:rsidRPr="002F60B3">
          <w:rPr>
            <w:rFonts w:eastAsiaTheme="minorEastAsia"/>
          </w:rPr>
          <w:tab/>
        </w:r>
        <w:r w:rsidR="002F60B3" w:rsidRPr="002F60B3">
          <w:rPr>
            <w:rStyle w:val="Hyperlink"/>
            <w:u w:val="none"/>
          </w:rPr>
          <w:t>Dynamic Ratings</w:t>
        </w:r>
        <w:r w:rsidR="002F60B3" w:rsidRPr="002F60B3">
          <w:rPr>
            <w:webHidden/>
          </w:rPr>
          <w:tab/>
        </w:r>
        <w:r w:rsidR="002F60B3" w:rsidRPr="002F60B3">
          <w:rPr>
            <w:webHidden/>
          </w:rPr>
          <w:fldChar w:fldCharType="begin"/>
        </w:r>
        <w:r w:rsidR="002F60B3" w:rsidRPr="002F60B3">
          <w:rPr>
            <w:webHidden/>
          </w:rPr>
          <w:instrText xml:space="preserve"> PAGEREF _Toc135989016 \h </w:instrText>
        </w:r>
        <w:r w:rsidR="002F60B3" w:rsidRPr="002F60B3">
          <w:rPr>
            <w:webHidden/>
          </w:rPr>
        </w:r>
        <w:r w:rsidR="002F60B3" w:rsidRPr="002F60B3">
          <w:rPr>
            <w:webHidden/>
          </w:rPr>
          <w:fldChar w:fldCharType="separate"/>
        </w:r>
        <w:r>
          <w:rPr>
            <w:webHidden/>
          </w:rPr>
          <w:t>3-195</w:t>
        </w:r>
        <w:r w:rsidR="002F60B3" w:rsidRPr="002F60B3">
          <w:rPr>
            <w:webHidden/>
          </w:rPr>
          <w:fldChar w:fldCharType="end"/>
        </w:r>
      </w:hyperlink>
    </w:p>
    <w:p w14:paraId="57636AB7" w14:textId="32EB3017" w:rsidR="002F60B3" w:rsidRPr="002F60B3" w:rsidRDefault="009F070C" w:rsidP="00910953">
      <w:pPr>
        <w:pStyle w:val="TOC4"/>
        <w:rPr>
          <w:rFonts w:eastAsiaTheme="minorEastAsia"/>
          <w:snapToGrid/>
        </w:rPr>
      </w:pPr>
      <w:hyperlink w:anchor="_Toc135989017" w:history="1">
        <w:r w:rsidR="002F60B3" w:rsidRPr="002F60B3">
          <w:rPr>
            <w:rStyle w:val="Hyperlink"/>
            <w:bCs w:val="0"/>
            <w:sz w:val="20"/>
            <w:szCs w:val="20"/>
            <w:u w:val="none"/>
          </w:rPr>
          <w:t>3.10.8.1</w:t>
        </w:r>
        <w:r w:rsidR="002F60B3" w:rsidRPr="002F60B3">
          <w:rPr>
            <w:rFonts w:eastAsiaTheme="minorEastAsia"/>
            <w:snapToGrid/>
          </w:rPr>
          <w:tab/>
        </w:r>
        <w:r w:rsidR="002F60B3" w:rsidRPr="002F60B3">
          <w:rPr>
            <w:rStyle w:val="Hyperlink"/>
            <w:bCs w:val="0"/>
            <w:sz w:val="20"/>
            <w:szCs w:val="20"/>
            <w:u w:val="none"/>
          </w:rPr>
          <w:t>Dynamic Ratings Delivered via ICCP</w:t>
        </w:r>
        <w:r w:rsidR="002F60B3" w:rsidRPr="002F60B3">
          <w:rPr>
            <w:webHidden/>
          </w:rPr>
          <w:tab/>
        </w:r>
        <w:r w:rsidR="002F60B3" w:rsidRPr="002F60B3">
          <w:rPr>
            <w:webHidden/>
          </w:rPr>
          <w:fldChar w:fldCharType="begin"/>
        </w:r>
        <w:r w:rsidR="002F60B3" w:rsidRPr="002F60B3">
          <w:rPr>
            <w:webHidden/>
          </w:rPr>
          <w:instrText xml:space="preserve"> PAGEREF _Toc135989017 \h </w:instrText>
        </w:r>
        <w:r w:rsidR="002F60B3" w:rsidRPr="002F60B3">
          <w:rPr>
            <w:webHidden/>
          </w:rPr>
        </w:r>
        <w:r w:rsidR="002F60B3" w:rsidRPr="002F60B3">
          <w:rPr>
            <w:webHidden/>
          </w:rPr>
          <w:fldChar w:fldCharType="separate"/>
        </w:r>
        <w:r>
          <w:rPr>
            <w:webHidden/>
          </w:rPr>
          <w:t>3-195</w:t>
        </w:r>
        <w:r w:rsidR="002F60B3" w:rsidRPr="002F60B3">
          <w:rPr>
            <w:webHidden/>
          </w:rPr>
          <w:fldChar w:fldCharType="end"/>
        </w:r>
      </w:hyperlink>
    </w:p>
    <w:p w14:paraId="1C01E252" w14:textId="67E977C8" w:rsidR="002F60B3" w:rsidRPr="002F60B3" w:rsidRDefault="009F070C" w:rsidP="00910953">
      <w:pPr>
        <w:pStyle w:val="TOC4"/>
        <w:rPr>
          <w:rFonts w:eastAsiaTheme="minorEastAsia"/>
          <w:snapToGrid/>
        </w:rPr>
      </w:pPr>
      <w:hyperlink w:anchor="_Toc135989018" w:history="1">
        <w:r w:rsidR="002F60B3" w:rsidRPr="002F60B3">
          <w:rPr>
            <w:rStyle w:val="Hyperlink"/>
            <w:bCs w:val="0"/>
            <w:sz w:val="20"/>
            <w:szCs w:val="20"/>
            <w:u w:val="none"/>
          </w:rPr>
          <w:t>3.10.8.2</w:t>
        </w:r>
        <w:r w:rsidR="002F60B3" w:rsidRPr="002F60B3">
          <w:rPr>
            <w:rFonts w:eastAsiaTheme="minorEastAsia"/>
            <w:snapToGrid/>
          </w:rPr>
          <w:tab/>
        </w:r>
        <w:r w:rsidR="002F60B3" w:rsidRPr="002F60B3">
          <w:rPr>
            <w:rStyle w:val="Hyperlink"/>
            <w:bCs w:val="0"/>
            <w:sz w:val="20"/>
            <w:szCs w:val="20"/>
            <w:u w:val="none"/>
          </w:rPr>
          <w:t>Dynamic Ratings Delivered via Static Table and Telemetered Temperature</w:t>
        </w:r>
        <w:r w:rsidR="002F60B3" w:rsidRPr="002F60B3">
          <w:rPr>
            <w:webHidden/>
          </w:rPr>
          <w:tab/>
        </w:r>
        <w:r w:rsidR="002F60B3" w:rsidRPr="002F60B3">
          <w:rPr>
            <w:webHidden/>
          </w:rPr>
          <w:fldChar w:fldCharType="begin"/>
        </w:r>
        <w:r w:rsidR="002F60B3" w:rsidRPr="002F60B3">
          <w:rPr>
            <w:webHidden/>
          </w:rPr>
          <w:instrText xml:space="preserve"> PAGEREF _Toc135989018 \h </w:instrText>
        </w:r>
        <w:r w:rsidR="002F60B3" w:rsidRPr="002F60B3">
          <w:rPr>
            <w:webHidden/>
          </w:rPr>
        </w:r>
        <w:r w:rsidR="002F60B3" w:rsidRPr="002F60B3">
          <w:rPr>
            <w:webHidden/>
          </w:rPr>
          <w:fldChar w:fldCharType="separate"/>
        </w:r>
        <w:r>
          <w:rPr>
            <w:webHidden/>
          </w:rPr>
          <w:t>3-196</w:t>
        </w:r>
        <w:r w:rsidR="002F60B3" w:rsidRPr="002F60B3">
          <w:rPr>
            <w:webHidden/>
          </w:rPr>
          <w:fldChar w:fldCharType="end"/>
        </w:r>
      </w:hyperlink>
    </w:p>
    <w:p w14:paraId="0F543697" w14:textId="58CACBBE" w:rsidR="002F60B3" w:rsidRPr="002F60B3" w:rsidRDefault="009F070C" w:rsidP="00910953">
      <w:pPr>
        <w:pStyle w:val="TOC4"/>
        <w:rPr>
          <w:rFonts w:eastAsiaTheme="minorEastAsia"/>
          <w:snapToGrid/>
        </w:rPr>
      </w:pPr>
      <w:hyperlink w:anchor="_Toc135989019" w:history="1">
        <w:r w:rsidR="002F60B3" w:rsidRPr="002F60B3">
          <w:rPr>
            <w:rStyle w:val="Hyperlink"/>
            <w:bCs w:val="0"/>
            <w:sz w:val="20"/>
            <w:szCs w:val="20"/>
            <w:u w:val="none"/>
          </w:rPr>
          <w:t>3.10.8.3</w:t>
        </w:r>
        <w:r w:rsidR="002F60B3" w:rsidRPr="002F60B3">
          <w:rPr>
            <w:rFonts w:eastAsiaTheme="minorEastAsia"/>
            <w:snapToGrid/>
          </w:rPr>
          <w:tab/>
        </w:r>
        <w:r w:rsidR="002F60B3" w:rsidRPr="002F60B3">
          <w:rPr>
            <w:rStyle w:val="Hyperlink"/>
            <w:bCs w:val="0"/>
            <w:sz w:val="20"/>
            <w:szCs w:val="20"/>
            <w:u w:val="none"/>
          </w:rPr>
          <w:t>Dynamic Rating Network Operations Model Change Requests</w:t>
        </w:r>
        <w:r w:rsidR="002F60B3" w:rsidRPr="002F60B3">
          <w:rPr>
            <w:webHidden/>
          </w:rPr>
          <w:tab/>
        </w:r>
        <w:r w:rsidR="002F60B3" w:rsidRPr="002F60B3">
          <w:rPr>
            <w:webHidden/>
          </w:rPr>
          <w:fldChar w:fldCharType="begin"/>
        </w:r>
        <w:r w:rsidR="002F60B3" w:rsidRPr="002F60B3">
          <w:rPr>
            <w:webHidden/>
          </w:rPr>
          <w:instrText xml:space="preserve"> PAGEREF _Toc135989019 \h </w:instrText>
        </w:r>
        <w:r w:rsidR="002F60B3" w:rsidRPr="002F60B3">
          <w:rPr>
            <w:webHidden/>
          </w:rPr>
        </w:r>
        <w:r w:rsidR="002F60B3" w:rsidRPr="002F60B3">
          <w:rPr>
            <w:webHidden/>
          </w:rPr>
          <w:fldChar w:fldCharType="separate"/>
        </w:r>
        <w:r>
          <w:rPr>
            <w:webHidden/>
          </w:rPr>
          <w:t>3-196</w:t>
        </w:r>
        <w:r w:rsidR="002F60B3" w:rsidRPr="002F60B3">
          <w:rPr>
            <w:webHidden/>
          </w:rPr>
          <w:fldChar w:fldCharType="end"/>
        </w:r>
      </w:hyperlink>
    </w:p>
    <w:p w14:paraId="2CBEE751" w14:textId="567A75A7" w:rsidR="002F60B3" w:rsidRPr="002F60B3" w:rsidRDefault="009F070C" w:rsidP="00910953">
      <w:pPr>
        <w:pStyle w:val="TOC4"/>
        <w:rPr>
          <w:rFonts w:eastAsiaTheme="minorEastAsia"/>
          <w:snapToGrid/>
        </w:rPr>
      </w:pPr>
      <w:hyperlink w:anchor="_Toc135989020" w:history="1">
        <w:r w:rsidR="002F60B3" w:rsidRPr="002F60B3">
          <w:rPr>
            <w:rStyle w:val="Hyperlink"/>
            <w:bCs w:val="0"/>
            <w:sz w:val="20"/>
            <w:szCs w:val="20"/>
            <w:u w:val="none"/>
          </w:rPr>
          <w:t>3.10.8.4</w:t>
        </w:r>
        <w:r w:rsidR="002F60B3" w:rsidRPr="002F60B3">
          <w:rPr>
            <w:rFonts w:eastAsiaTheme="minorEastAsia"/>
            <w:snapToGrid/>
          </w:rPr>
          <w:tab/>
        </w:r>
        <w:r w:rsidR="002F60B3" w:rsidRPr="002F60B3">
          <w:rPr>
            <w:rStyle w:val="Hyperlink"/>
            <w:bCs w:val="0"/>
            <w:sz w:val="20"/>
            <w:szCs w:val="20"/>
            <w:u w:val="none"/>
          </w:rPr>
          <w:t>ERCOT Responsibilities Related to Dynamic Ratings</w:t>
        </w:r>
        <w:r w:rsidR="002F60B3" w:rsidRPr="002F60B3">
          <w:rPr>
            <w:webHidden/>
          </w:rPr>
          <w:tab/>
        </w:r>
        <w:r w:rsidR="002F60B3" w:rsidRPr="002F60B3">
          <w:rPr>
            <w:webHidden/>
          </w:rPr>
          <w:fldChar w:fldCharType="begin"/>
        </w:r>
        <w:r w:rsidR="002F60B3" w:rsidRPr="002F60B3">
          <w:rPr>
            <w:webHidden/>
          </w:rPr>
          <w:instrText xml:space="preserve"> PAGEREF _Toc135989020 \h </w:instrText>
        </w:r>
        <w:r w:rsidR="002F60B3" w:rsidRPr="002F60B3">
          <w:rPr>
            <w:webHidden/>
          </w:rPr>
        </w:r>
        <w:r w:rsidR="002F60B3" w:rsidRPr="002F60B3">
          <w:rPr>
            <w:webHidden/>
          </w:rPr>
          <w:fldChar w:fldCharType="separate"/>
        </w:r>
        <w:r>
          <w:rPr>
            <w:webHidden/>
          </w:rPr>
          <w:t>3-197</w:t>
        </w:r>
        <w:r w:rsidR="002F60B3" w:rsidRPr="002F60B3">
          <w:rPr>
            <w:webHidden/>
          </w:rPr>
          <w:fldChar w:fldCharType="end"/>
        </w:r>
      </w:hyperlink>
    </w:p>
    <w:p w14:paraId="32BCEB90" w14:textId="6C4C2F2D" w:rsidR="002F60B3" w:rsidRPr="002F60B3" w:rsidRDefault="009F070C" w:rsidP="00910953">
      <w:pPr>
        <w:pStyle w:val="TOC4"/>
        <w:rPr>
          <w:rFonts w:eastAsiaTheme="minorEastAsia"/>
          <w:snapToGrid/>
        </w:rPr>
      </w:pPr>
      <w:hyperlink w:anchor="_Toc135989021" w:history="1">
        <w:r w:rsidR="002F60B3" w:rsidRPr="002F60B3">
          <w:rPr>
            <w:rStyle w:val="Hyperlink"/>
            <w:bCs w:val="0"/>
            <w:sz w:val="20"/>
            <w:szCs w:val="20"/>
            <w:u w:val="none"/>
          </w:rPr>
          <w:t>3.10.8.5</w:t>
        </w:r>
        <w:r w:rsidR="002F60B3" w:rsidRPr="002F60B3">
          <w:rPr>
            <w:rFonts w:eastAsiaTheme="minorEastAsia"/>
            <w:snapToGrid/>
          </w:rPr>
          <w:tab/>
        </w:r>
        <w:r w:rsidR="002F60B3" w:rsidRPr="002F60B3">
          <w:rPr>
            <w:rStyle w:val="Hyperlink"/>
            <w:bCs w:val="0"/>
            <w:sz w:val="20"/>
            <w:szCs w:val="20"/>
            <w:u w:val="none"/>
          </w:rPr>
          <w:t>Transmission Service Provider Responsibilities Related to Dynamic Ratings</w:t>
        </w:r>
        <w:r w:rsidR="002F60B3" w:rsidRPr="002F60B3">
          <w:rPr>
            <w:webHidden/>
          </w:rPr>
          <w:tab/>
        </w:r>
        <w:r w:rsidR="002F60B3" w:rsidRPr="002F60B3">
          <w:rPr>
            <w:webHidden/>
          </w:rPr>
          <w:fldChar w:fldCharType="begin"/>
        </w:r>
        <w:r w:rsidR="002F60B3" w:rsidRPr="002F60B3">
          <w:rPr>
            <w:webHidden/>
          </w:rPr>
          <w:instrText xml:space="preserve"> PAGEREF _Toc135989021 \h </w:instrText>
        </w:r>
        <w:r w:rsidR="002F60B3" w:rsidRPr="002F60B3">
          <w:rPr>
            <w:webHidden/>
          </w:rPr>
        </w:r>
        <w:r w:rsidR="002F60B3" w:rsidRPr="002F60B3">
          <w:rPr>
            <w:webHidden/>
          </w:rPr>
          <w:fldChar w:fldCharType="separate"/>
        </w:r>
        <w:r>
          <w:rPr>
            <w:webHidden/>
          </w:rPr>
          <w:t>3-197</w:t>
        </w:r>
        <w:r w:rsidR="002F60B3" w:rsidRPr="002F60B3">
          <w:rPr>
            <w:webHidden/>
          </w:rPr>
          <w:fldChar w:fldCharType="end"/>
        </w:r>
      </w:hyperlink>
    </w:p>
    <w:p w14:paraId="14A5C4B0" w14:textId="1F985354" w:rsidR="002F60B3" w:rsidRPr="002F60B3" w:rsidRDefault="009F070C">
      <w:pPr>
        <w:pStyle w:val="TOC3"/>
        <w:rPr>
          <w:rFonts w:eastAsiaTheme="minorEastAsia"/>
        </w:rPr>
      </w:pPr>
      <w:hyperlink w:anchor="_Toc135989022" w:history="1">
        <w:r w:rsidR="002F60B3" w:rsidRPr="002F60B3">
          <w:rPr>
            <w:rStyle w:val="Hyperlink"/>
            <w:u w:val="none"/>
          </w:rPr>
          <w:t>3.10.9</w:t>
        </w:r>
        <w:r w:rsidR="002F60B3" w:rsidRPr="002F60B3">
          <w:rPr>
            <w:rFonts w:eastAsiaTheme="minorEastAsia"/>
          </w:rPr>
          <w:tab/>
        </w:r>
        <w:r w:rsidR="002F60B3" w:rsidRPr="002F60B3">
          <w:rPr>
            <w:rStyle w:val="Hyperlink"/>
            <w:u w:val="none"/>
          </w:rPr>
          <w:t>State Estimator Requirements</w:t>
        </w:r>
        <w:r w:rsidR="002F60B3" w:rsidRPr="002F60B3">
          <w:rPr>
            <w:webHidden/>
          </w:rPr>
          <w:tab/>
        </w:r>
        <w:r w:rsidR="002F60B3" w:rsidRPr="002F60B3">
          <w:rPr>
            <w:webHidden/>
          </w:rPr>
          <w:fldChar w:fldCharType="begin"/>
        </w:r>
        <w:r w:rsidR="002F60B3" w:rsidRPr="002F60B3">
          <w:rPr>
            <w:webHidden/>
          </w:rPr>
          <w:instrText xml:space="preserve"> PAGEREF _Toc135989022 \h </w:instrText>
        </w:r>
        <w:r w:rsidR="002F60B3" w:rsidRPr="002F60B3">
          <w:rPr>
            <w:webHidden/>
          </w:rPr>
        </w:r>
        <w:r w:rsidR="002F60B3" w:rsidRPr="002F60B3">
          <w:rPr>
            <w:webHidden/>
          </w:rPr>
          <w:fldChar w:fldCharType="separate"/>
        </w:r>
        <w:r>
          <w:rPr>
            <w:webHidden/>
          </w:rPr>
          <w:t>3-198</w:t>
        </w:r>
        <w:r w:rsidR="002F60B3" w:rsidRPr="002F60B3">
          <w:rPr>
            <w:webHidden/>
          </w:rPr>
          <w:fldChar w:fldCharType="end"/>
        </w:r>
      </w:hyperlink>
    </w:p>
    <w:p w14:paraId="36775174" w14:textId="4A120C65" w:rsidR="002F60B3" w:rsidRPr="002F60B3" w:rsidRDefault="009F070C" w:rsidP="00910953">
      <w:pPr>
        <w:pStyle w:val="TOC4"/>
        <w:rPr>
          <w:rFonts w:eastAsiaTheme="minorEastAsia"/>
          <w:snapToGrid/>
        </w:rPr>
      </w:pPr>
      <w:hyperlink w:anchor="_Toc135989023" w:history="1">
        <w:r w:rsidR="002F60B3" w:rsidRPr="002F60B3">
          <w:rPr>
            <w:rStyle w:val="Hyperlink"/>
            <w:bCs w:val="0"/>
            <w:sz w:val="20"/>
            <w:szCs w:val="20"/>
            <w:u w:val="none"/>
          </w:rPr>
          <w:t>3.10.9.1</w:t>
        </w:r>
        <w:r w:rsidR="002F60B3" w:rsidRPr="002F60B3">
          <w:rPr>
            <w:rFonts w:eastAsiaTheme="minorEastAsia"/>
            <w:snapToGrid/>
          </w:rPr>
          <w:tab/>
        </w:r>
        <w:r w:rsidR="002F60B3" w:rsidRPr="002F60B3">
          <w:rPr>
            <w:rStyle w:val="Hyperlink"/>
            <w:bCs w:val="0"/>
            <w:sz w:val="20"/>
            <w:szCs w:val="20"/>
            <w:u w:val="none"/>
          </w:rPr>
          <w:t>Considerations for State Estimator Requirements</w:t>
        </w:r>
        <w:r w:rsidR="002F60B3" w:rsidRPr="002F60B3">
          <w:rPr>
            <w:webHidden/>
          </w:rPr>
          <w:tab/>
        </w:r>
        <w:r w:rsidR="002F60B3" w:rsidRPr="002F60B3">
          <w:rPr>
            <w:webHidden/>
          </w:rPr>
          <w:fldChar w:fldCharType="begin"/>
        </w:r>
        <w:r w:rsidR="002F60B3" w:rsidRPr="002F60B3">
          <w:rPr>
            <w:webHidden/>
          </w:rPr>
          <w:instrText xml:space="preserve"> PAGEREF _Toc135989023 \h </w:instrText>
        </w:r>
        <w:r w:rsidR="002F60B3" w:rsidRPr="002F60B3">
          <w:rPr>
            <w:webHidden/>
          </w:rPr>
        </w:r>
        <w:r w:rsidR="002F60B3" w:rsidRPr="002F60B3">
          <w:rPr>
            <w:webHidden/>
          </w:rPr>
          <w:fldChar w:fldCharType="separate"/>
        </w:r>
        <w:r>
          <w:rPr>
            <w:webHidden/>
          </w:rPr>
          <w:t>3-198</w:t>
        </w:r>
        <w:r w:rsidR="002F60B3" w:rsidRPr="002F60B3">
          <w:rPr>
            <w:webHidden/>
          </w:rPr>
          <w:fldChar w:fldCharType="end"/>
        </w:r>
      </w:hyperlink>
    </w:p>
    <w:p w14:paraId="1A7CADDA" w14:textId="7693757B" w:rsidR="002F60B3" w:rsidRPr="002F60B3" w:rsidRDefault="009F070C" w:rsidP="00910953">
      <w:pPr>
        <w:pStyle w:val="TOC4"/>
        <w:rPr>
          <w:rFonts w:eastAsiaTheme="minorEastAsia"/>
          <w:snapToGrid/>
        </w:rPr>
      </w:pPr>
      <w:hyperlink w:anchor="_Toc135989024" w:history="1">
        <w:r w:rsidR="002F60B3" w:rsidRPr="002F60B3">
          <w:rPr>
            <w:rStyle w:val="Hyperlink"/>
            <w:bCs w:val="0"/>
            <w:sz w:val="20"/>
            <w:szCs w:val="20"/>
            <w:u w:val="none"/>
          </w:rPr>
          <w:t>3.10.9.2</w:t>
        </w:r>
        <w:r w:rsidR="002F60B3" w:rsidRPr="002F60B3">
          <w:rPr>
            <w:rFonts w:eastAsiaTheme="minorEastAsia"/>
            <w:snapToGrid/>
          </w:rPr>
          <w:tab/>
        </w:r>
        <w:r w:rsidR="002F60B3" w:rsidRPr="002F60B3">
          <w:rPr>
            <w:rStyle w:val="Hyperlink"/>
            <w:bCs w:val="0"/>
            <w:sz w:val="20"/>
            <w:szCs w:val="20"/>
            <w:u w:val="none"/>
          </w:rPr>
          <w:t>State Estimator Data</w:t>
        </w:r>
        <w:r w:rsidR="002F60B3" w:rsidRPr="002F60B3">
          <w:rPr>
            <w:webHidden/>
          </w:rPr>
          <w:tab/>
        </w:r>
        <w:r w:rsidR="002F60B3" w:rsidRPr="002F60B3">
          <w:rPr>
            <w:webHidden/>
          </w:rPr>
          <w:fldChar w:fldCharType="begin"/>
        </w:r>
        <w:r w:rsidR="002F60B3" w:rsidRPr="002F60B3">
          <w:rPr>
            <w:webHidden/>
          </w:rPr>
          <w:instrText xml:space="preserve"> PAGEREF _Toc135989024 \h </w:instrText>
        </w:r>
        <w:r w:rsidR="002F60B3" w:rsidRPr="002F60B3">
          <w:rPr>
            <w:webHidden/>
          </w:rPr>
        </w:r>
        <w:r w:rsidR="002F60B3" w:rsidRPr="002F60B3">
          <w:rPr>
            <w:webHidden/>
          </w:rPr>
          <w:fldChar w:fldCharType="separate"/>
        </w:r>
        <w:r>
          <w:rPr>
            <w:webHidden/>
          </w:rPr>
          <w:t>3-199</w:t>
        </w:r>
        <w:r w:rsidR="002F60B3" w:rsidRPr="002F60B3">
          <w:rPr>
            <w:webHidden/>
          </w:rPr>
          <w:fldChar w:fldCharType="end"/>
        </w:r>
      </w:hyperlink>
    </w:p>
    <w:p w14:paraId="3C264E73" w14:textId="5357D89C" w:rsidR="002F60B3" w:rsidRPr="002F60B3" w:rsidRDefault="009F070C" w:rsidP="00910953">
      <w:pPr>
        <w:pStyle w:val="TOC4"/>
        <w:rPr>
          <w:rFonts w:eastAsiaTheme="minorEastAsia"/>
          <w:snapToGrid/>
        </w:rPr>
      </w:pPr>
      <w:hyperlink w:anchor="_Toc135989025" w:history="1">
        <w:r w:rsidR="002F60B3" w:rsidRPr="002F60B3">
          <w:rPr>
            <w:rStyle w:val="Hyperlink"/>
            <w:bCs w:val="0"/>
            <w:sz w:val="20"/>
            <w:szCs w:val="20"/>
            <w:u w:val="none"/>
          </w:rPr>
          <w:t>3.10.9.3</w:t>
        </w:r>
        <w:r w:rsidR="002F60B3" w:rsidRPr="002F60B3">
          <w:rPr>
            <w:rFonts w:eastAsiaTheme="minorEastAsia"/>
            <w:snapToGrid/>
          </w:rPr>
          <w:tab/>
        </w:r>
        <w:r w:rsidR="002F60B3" w:rsidRPr="002F60B3">
          <w:rPr>
            <w:rStyle w:val="Hyperlink"/>
            <w:bCs w:val="0"/>
            <w:sz w:val="20"/>
            <w:szCs w:val="20"/>
            <w:u w:val="none"/>
          </w:rPr>
          <w:t>Telemetry Status and Analog Measurements Data</w:t>
        </w:r>
        <w:r w:rsidR="002F60B3" w:rsidRPr="002F60B3">
          <w:rPr>
            <w:webHidden/>
          </w:rPr>
          <w:tab/>
        </w:r>
        <w:r w:rsidR="002F60B3" w:rsidRPr="002F60B3">
          <w:rPr>
            <w:webHidden/>
          </w:rPr>
          <w:fldChar w:fldCharType="begin"/>
        </w:r>
        <w:r w:rsidR="002F60B3" w:rsidRPr="002F60B3">
          <w:rPr>
            <w:webHidden/>
          </w:rPr>
          <w:instrText xml:space="preserve"> PAGEREF _Toc135989025 \h </w:instrText>
        </w:r>
        <w:r w:rsidR="002F60B3" w:rsidRPr="002F60B3">
          <w:rPr>
            <w:webHidden/>
          </w:rPr>
        </w:r>
        <w:r w:rsidR="002F60B3" w:rsidRPr="002F60B3">
          <w:rPr>
            <w:webHidden/>
          </w:rPr>
          <w:fldChar w:fldCharType="separate"/>
        </w:r>
        <w:r>
          <w:rPr>
            <w:webHidden/>
          </w:rPr>
          <w:t>3-199</w:t>
        </w:r>
        <w:r w:rsidR="002F60B3" w:rsidRPr="002F60B3">
          <w:rPr>
            <w:webHidden/>
          </w:rPr>
          <w:fldChar w:fldCharType="end"/>
        </w:r>
      </w:hyperlink>
    </w:p>
    <w:p w14:paraId="249C6BD8" w14:textId="12FC41E5" w:rsidR="002F60B3" w:rsidRPr="002F60B3" w:rsidRDefault="009F070C" w:rsidP="00910953">
      <w:pPr>
        <w:pStyle w:val="TOC4"/>
        <w:rPr>
          <w:rFonts w:eastAsiaTheme="minorEastAsia"/>
          <w:snapToGrid/>
        </w:rPr>
      </w:pPr>
      <w:hyperlink w:anchor="_Toc135989026" w:history="1">
        <w:r w:rsidR="002F60B3" w:rsidRPr="002F60B3">
          <w:rPr>
            <w:rStyle w:val="Hyperlink"/>
            <w:bCs w:val="0"/>
            <w:sz w:val="20"/>
            <w:szCs w:val="20"/>
            <w:u w:val="none"/>
          </w:rPr>
          <w:t>3.10.9.4</w:t>
        </w:r>
        <w:r w:rsidR="002F60B3" w:rsidRPr="002F60B3">
          <w:rPr>
            <w:rFonts w:eastAsiaTheme="minorEastAsia"/>
            <w:snapToGrid/>
          </w:rPr>
          <w:tab/>
        </w:r>
        <w:r w:rsidR="002F60B3" w:rsidRPr="002F60B3">
          <w:rPr>
            <w:rStyle w:val="Hyperlink"/>
            <w:bCs w:val="0"/>
            <w:sz w:val="20"/>
            <w:szCs w:val="20"/>
            <w:u w:val="none"/>
          </w:rPr>
          <w:t>State Estimator Performance Requirements</w:t>
        </w:r>
        <w:r w:rsidR="002F60B3" w:rsidRPr="002F60B3">
          <w:rPr>
            <w:webHidden/>
          </w:rPr>
          <w:tab/>
        </w:r>
        <w:r w:rsidR="002F60B3" w:rsidRPr="002F60B3">
          <w:rPr>
            <w:webHidden/>
          </w:rPr>
          <w:fldChar w:fldCharType="begin"/>
        </w:r>
        <w:r w:rsidR="002F60B3" w:rsidRPr="002F60B3">
          <w:rPr>
            <w:webHidden/>
          </w:rPr>
          <w:instrText xml:space="preserve"> PAGEREF _Toc135989026 \h </w:instrText>
        </w:r>
        <w:r w:rsidR="002F60B3" w:rsidRPr="002F60B3">
          <w:rPr>
            <w:webHidden/>
          </w:rPr>
        </w:r>
        <w:r w:rsidR="002F60B3" w:rsidRPr="002F60B3">
          <w:rPr>
            <w:webHidden/>
          </w:rPr>
          <w:fldChar w:fldCharType="separate"/>
        </w:r>
        <w:r>
          <w:rPr>
            <w:webHidden/>
          </w:rPr>
          <w:t>3-200</w:t>
        </w:r>
        <w:r w:rsidR="002F60B3" w:rsidRPr="002F60B3">
          <w:rPr>
            <w:webHidden/>
          </w:rPr>
          <w:fldChar w:fldCharType="end"/>
        </w:r>
      </w:hyperlink>
    </w:p>
    <w:p w14:paraId="1FE1FDAF" w14:textId="5E9C0FF5" w:rsidR="002F60B3" w:rsidRPr="002F60B3" w:rsidRDefault="009F070C" w:rsidP="00910953">
      <w:pPr>
        <w:pStyle w:val="TOC4"/>
        <w:rPr>
          <w:rFonts w:eastAsiaTheme="minorEastAsia"/>
          <w:snapToGrid/>
        </w:rPr>
      </w:pPr>
      <w:hyperlink w:anchor="_Toc135989027" w:history="1">
        <w:r w:rsidR="002F60B3" w:rsidRPr="002F60B3">
          <w:rPr>
            <w:rStyle w:val="Hyperlink"/>
            <w:bCs w:val="0"/>
            <w:sz w:val="20"/>
            <w:szCs w:val="20"/>
            <w:u w:val="none"/>
          </w:rPr>
          <w:t>3.10.9.5</w:t>
        </w:r>
        <w:r w:rsidR="002F60B3" w:rsidRPr="002F60B3">
          <w:rPr>
            <w:rFonts w:eastAsiaTheme="minorEastAsia"/>
            <w:snapToGrid/>
          </w:rPr>
          <w:tab/>
        </w:r>
        <w:r w:rsidR="002F60B3" w:rsidRPr="002F60B3">
          <w:rPr>
            <w:rStyle w:val="Hyperlink"/>
            <w:bCs w:val="0"/>
            <w:sz w:val="20"/>
            <w:szCs w:val="20"/>
            <w:u w:val="none"/>
          </w:rPr>
          <w:t>ERCOT Directives</w:t>
        </w:r>
        <w:r w:rsidR="002F60B3" w:rsidRPr="002F60B3">
          <w:rPr>
            <w:webHidden/>
          </w:rPr>
          <w:tab/>
        </w:r>
        <w:r w:rsidR="002F60B3" w:rsidRPr="002F60B3">
          <w:rPr>
            <w:webHidden/>
          </w:rPr>
          <w:fldChar w:fldCharType="begin"/>
        </w:r>
        <w:r w:rsidR="002F60B3" w:rsidRPr="002F60B3">
          <w:rPr>
            <w:webHidden/>
          </w:rPr>
          <w:instrText xml:space="preserve"> PAGEREF _Toc135989027 \h </w:instrText>
        </w:r>
        <w:r w:rsidR="002F60B3" w:rsidRPr="002F60B3">
          <w:rPr>
            <w:webHidden/>
          </w:rPr>
        </w:r>
        <w:r w:rsidR="002F60B3" w:rsidRPr="002F60B3">
          <w:rPr>
            <w:webHidden/>
          </w:rPr>
          <w:fldChar w:fldCharType="separate"/>
        </w:r>
        <w:r>
          <w:rPr>
            <w:webHidden/>
          </w:rPr>
          <w:t>3-200</w:t>
        </w:r>
        <w:r w:rsidR="002F60B3" w:rsidRPr="002F60B3">
          <w:rPr>
            <w:webHidden/>
          </w:rPr>
          <w:fldChar w:fldCharType="end"/>
        </w:r>
      </w:hyperlink>
    </w:p>
    <w:p w14:paraId="3BCDEF9A" w14:textId="1325478F" w:rsidR="002F60B3" w:rsidRPr="002F60B3" w:rsidRDefault="009F070C" w:rsidP="00910953">
      <w:pPr>
        <w:pStyle w:val="TOC4"/>
        <w:rPr>
          <w:rFonts w:eastAsiaTheme="minorEastAsia"/>
          <w:snapToGrid/>
        </w:rPr>
      </w:pPr>
      <w:hyperlink w:anchor="_Toc135989028" w:history="1">
        <w:r w:rsidR="002F60B3" w:rsidRPr="002F60B3">
          <w:rPr>
            <w:rStyle w:val="Hyperlink"/>
            <w:bCs w:val="0"/>
            <w:sz w:val="20"/>
            <w:szCs w:val="20"/>
            <w:u w:val="none"/>
          </w:rPr>
          <w:t>3.10.9.6</w:t>
        </w:r>
        <w:r w:rsidR="002F60B3" w:rsidRPr="002F60B3">
          <w:rPr>
            <w:rFonts w:eastAsiaTheme="minorEastAsia"/>
            <w:snapToGrid/>
          </w:rPr>
          <w:tab/>
        </w:r>
        <w:r w:rsidR="002F60B3" w:rsidRPr="002F60B3">
          <w:rPr>
            <w:rStyle w:val="Hyperlink"/>
            <w:bCs w:val="0"/>
            <w:sz w:val="20"/>
            <w:szCs w:val="20"/>
            <w:u w:val="none"/>
          </w:rPr>
          <w:t>Telemetry and State Estimator Performance Monitoring</w:t>
        </w:r>
        <w:r w:rsidR="002F60B3" w:rsidRPr="002F60B3">
          <w:rPr>
            <w:webHidden/>
          </w:rPr>
          <w:tab/>
        </w:r>
        <w:r w:rsidR="002F60B3" w:rsidRPr="002F60B3">
          <w:rPr>
            <w:webHidden/>
          </w:rPr>
          <w:fldChar w:fldCharType="begin"/>
        </w:r>
        <w:r w:rsidR="002F60B3" w:rsidRPr="002F60B3">
          <w:rPr>
            <w:webHidden/>
          </w:rPr>
          <w:instrText xml:space="preserve"> PAGEREF _Toc135989028 \h </w:instrText>
        </w:r>
        <w:r w:rsidR="002F60B3" w:rsidRPr="002F60B3">
          <w:rPr>
            <w:webHidden/>
          </w:rPr>
        </w:r>
        <w:r w:rsidR="002F60B3" w:rsidRPr="002F60B3">
          <w:rPr>
            <w:webHidden/>
          </w:rPr>
          <w:fldChar w:fldCharType="separate"/>
        </w:r>
        <w:r>
          <w:rPr>
            <w:webHidden/>
          </w:rPr>
          <w:t>3-201</w:t>
        </w:r>
        <w:r w:rsidR="002F60B3" w:rsidRPr="002F60B3">
          <w:rPr>
            <w:webHidden/>
          </w:rPr>
          <w:fldChar w:fldCharType="end"/>
        </w:r>
      </w:hyperlink>
    </w:p>
    <w:p w14:paraId="666DB64B" w14:textId="0DF98EBF" w:rsidR="002F60B3" w:rsidRPr="002F60B3" w:rsidRDefault="009F070C">
      <w:pPr>
        <w:pStyle w:val="TOC2"/>
        <w:rPr>
          <w:rFonts w:eastAsiaTheme="minorEastAsia"/>
          <w:noProof/>
        </w:rPr>
      </w:pPr>
      <w:hyperlink w:anchor="_Toc135989029" w:history="1">
        <w:r w:rsidR="002F60B3" w:rsidRPr="002F60B3">
          <w:rPr>
            <w:rStyle w:val="Hyperlink"/>
            <w:noProof/>
            <w:u w:val="none"/>
          </w:rPr>
          <w:t>3.11</w:t>
        </w:r>
        <w:r w:rsidR="002F60B3" w:rsidRPr="002F60B3">
          <w:rPr>
            <w:rFonts w:eastAsiaTheme="minorEastAsia"/>
            <w:noProof/>
          </w:rPr>
          <w:tab/>
        </w:r>
        <w:r w:rsidR="002F60B3" w:rsidRPr="002F60B3">
          <w:rPr>
            <w:rStyle w:val="Hyperlink"/>
            <w:noProof/>
            <w:u w:val="none"/>
          </w:rPr>
          <w:t>Transmission Planning</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_Toc135989029 \h </w:instrText>
        </w:r>
        <w:r w:rsidR="002F60B3" w:rsidRPr="002F60B3">
          <w:rPr>
            <w:noProof/>
            <w:webHidden/>
          </w:rPr>
        </w:r>
        <w:r w:rsidR="002F60B3" w:rsidRPr="002F60B3">
          <w:rPr>
            <w:noProof/>
            <w:webHidden/>
          </w:rPr>
          <w:fldChar w:fldCharType="separate"/>
        </w:r>
        <w:r>
          <w:rPr>
            <w:noProof/>
            <w:webHidden/>
          </w:rPr>
          <w:t>3-201</w:t>
        </w:r>
        <w:r w:rsidR="002F60B3" w:rsidRPr="002F60B3">
          <w:rPr>
            <w:noProof/>
            <w:webHidden/>
          </w:rPr>
          <w:fldChar w:fldCharType="end"/>
        </w:r>
      </w:hyperlink>
    </w:p>
    <w:p w14:paraId="19F742CD" w14:textId="0C7F2A48" w:rsidR="002F60B3" w:rsidRPr="002F60B3" w:rsidRDefault="009F070C">
      <w:pPr>
        <w:pStyle w:val="TOC3"/>
        <w:rPr>
          <w:rFonts w:eastAsiaTheme="minorEastAsia"/>
        </w:rPr>
      </w:pPr>
      <w:hyperlink w:anchor="_Toc135989030" w:history="1">
        <w:r w:rsidR="002F60B3" w:rsidRPr="002F60B3">
          <w:rPr>
            <w:rStyle w:val="Hyperlink"/>
            <w:u w:val="none"/>
          </w:rPr>
          <w:t>3.11.1</w:t>
        </w:r>
        <w:r w:rsidR="002F60B3" w:rsidRPr="002F60B3">
          <w:rPr>
            <w:rFonts w:eastAsiaTheme="minorEastAsia"/>
          </w:rPr>
          <w:tab/>
        </w:r>
        <w:r w:rsidR="002F60B3" w:rsidRPr="002F60B3">
          <w:rPr>
            <w:rStyle w:val="Hyperlink"/>
            <w:u w:val="none"/>
          </w:rPr>
          <w:t>Overview</w:t>
        </w:r>
        <w:r w:rsidR="002F60B3" w:rsidRPr="002F60B3">
          <w:rPr>
            <w:webHidden/>
          </w:rPr>
          <w:tab/>
        </w:r>
        <w:r w:rsidR="002F60B3" w:rsidRPr="002F60B3">
          <w:rPr>
            <w:webHidden/>
          </w:rPr>
          <w:fldChar w:fldCharType="begin"/>
        </w:r>
        <w:r w:rsidR="002F60B3" w:rsidRPr="002F60B3">
          <w:rPr>
            <w:webHidden/>
          </w:rPr>
          <w:instrText xml:space="preserve"> PAGEREF _Toc135989030 \h </w:instrText>
        </w:r>
        <w:r w:rsidR="002F60B3" w:rsidRPr="002F60B3">
          <w:rPr>
            <w:webHidden/>
          </w:rPr>
        </w:r>
        <w:r w:rsidR="002F60B3" w:rsidRPr="002F60B3">
          <w:rPr>
            <w:webHidden/>
          </w:rPr>
          <w:fldChar w:fldCharType="separate"/>
        </w:r>
        <w:r>
          <w:rPr>
            <w:webHidden/>
          </w:rPr>
          <w:t>3-201</w:t>
        </w:r>
        <w:r w:rsidR="002F60B3" w:rsidRPr="002F60B3">
          <w:rPr>
            <w:webHidden/>
          </w:rPr>
          <w:fldChar w:fldCharType="end"/>
        </w:r>
      </w:hyperlink>
    </w:p>
    <w:p w14:paraId="3DCA66FF" w14:textId="7E1E4A9C" w:rsidR="002F60B3" w:rsidRPr="002F60B3" w:rsidRDefault="009F070C">
      <w:pPr>
        <w:pStyle w:val="TOC3"/>
        <w:rPr>
          <w:rFonts w:eastAsiaTheme="minorEastAsia"/>
        </w:rPr>
      </w:pPr>
      <w:hyperlink w:anchor="_Toc135989031" w:history="1">
        <w:r w:rsidR="002F60B3" w:rsidRPr="002F60B3">
          <w:rPr>
            <w:rStyle w:val="Hyperlink"/>
            <w:u w:val="none"/>
          </w:rPr>
          <w:t>3.11.2</w:t>
        </w:r>
        <w:r w:rsidR="002F60B3" w:rsidRPr="002F60B3">
          <w:rPr>
            <w:rFonts w:eastAsiaTheme="minorEastAsia"/>
          </w:rPr>
          <w:tab/>
        </w:r>
        <w:r w:rsidR="002F60B3" w:rsidRPr="002F60B3">
          <w:rPr>
            <w:rStyle w:val="Hyperlink"/>
            <w:u w:val="none"/>
          </w:rPr>
          <w:t>Planning Criteria</w:t>
        </w:r>
        <w:r w:rsidR="002F60B3" w:rsidRPr="002F60B3">
          <w:rPr>
            <w:webHidden/>
          </w:rPr>
          <w:tab/>
        </w:r>
        <w:r w:rsidR="002F60B3" w:rsidRPr="002F60B3">
          <w:rPr>
            <w:webHidden/>
          </w:rPr>
          <w:fldChar w:fldCharType="begin"/>
        </w:r>
        <w:r w:rsidR="002F60B3" w:rsidRPr="002F60B3">
          <w:rPr>
            <w:webHidden/>
          </w:rPr>
          <w:instrText xml:space="preserve"> PAGEREF _Toc135989031 \h </w:instrText>
        </w:r>
        <w:r w:rsidR="002F60B3" w:rsidRPr="002F60B3">
          <w:rPr>
            <w:webHidden/>
          </w:rPr>
        </w:r>
        <w:r w:rsidR="002F60B3" w:rsidRPr="002F60B3">
          <w:rPr>
            <w:webHidden/>
          </w:rPr>
          <w:fldChar w:fldCharType="separate"/>
        </w:r>
        <w:r>
          <w:rPr>
            <w:webHidden/>
          </w:rPr>
          <w:t>3-201</w:t>
        </w:r>
        <w:r w:rsidR="002F60B3" w:rsidRPr="002F60B3">
          <w:rPr>
            <w:webHidden/>
          </w:rPr>
          <w:fldChar w:fldCharType="end"/>
        </w:r>
      </w:hyperlink>
    </w:p>
    <w:p w14:paraId="18DE2B24" w14:textId="12CE68A3" w:rsidR="002F60B3" w:rsidRPr="002F60B3" w:rsidRDefault="009F070C">
      <w:pPr>
        <w:pStyle w:val="TOC3"/>
        <w:rPr>
          <w:rFonts w:eastAsiaTheme="minorEastAsia"/>
        </w:rPr>
      </w:pPr>
      <w:hyperlink w:anchor="_Toc135989032" w:history="1">
        <w:r w:rsidR="002F60B3" w:rsidRPr="002F60B3">
          <w:rPr>
            <w:rStyle w:val="Hyperlink"/>
            <w:u w:val="none"/>
          </w:rPr>
          <w:t>3.11.3</w:t>
        </w:r>
        <w:r w:rsidR="002F60B3" w:rsidRPr="002F60B3">
          <w:rPr>
            <w:rFonts w:eastAsiaTheme="minorEastAsia"/>
          </w:rPr>
          <w:tab/>
        </w:r>
        <w:r w:rsidR="002F60B3" w:rsidRPr="002F60B3">
          <w:rPr>
            <w:rStyle w:val="Hyperlink"/>
            <w:u w:val="none"/>
          </w:rPr>
          <w:t>Regional Planning Group</w:t>
        </w:r>
        <w:r w:rsidR="002F60B3" w:rsidRPr="002F60B3">
          <w:rPr>
            <w:webHidden/>
          </w:rPr>
          <w:tab/>
        </w:r>
        <w:r w:rsidR="002F60B3" w:rsidRPr="002F60B3">
          <w:rPr>
            <w:webHidden/>
          </w:rPr>
          <w:fldChar w:fldCharType="begin"/>
        </w:r>
        <w:r w:rsidR="002F60B3" w:rsidRPr="002F60B3">
          <w:rPr>
            <w:webHidden/>
          </w:rPr>
          <w:instrText xml:space="preserve"> PAGEREF _Toc135989032 \h </w:instrText>
        </w:r>
        <w:r w:rsidR="002F60B3" w:rsidRPr="002F60B3">
          <w:rPr>
            <w:webHidden/>
          </w:rPr>
        </w:r>
        <w:r w:rsidR="002F60B3" w:rsidRPr="002F60B3">
          <w:rPr>
            <w:webHidden/>
          </w:rPr>
          <w:fldChar w:fldCharType="separate"/>
        </w:r>
        <w:r>
          <w:rPr>
            <w:webHidden/>
          </w:rPr>
          <w:t>3-203</w:t>
        </w:r>
        <w:r w:rsidR="002F60B3" w:rsidRPr="002F60B3">
          <w:rPr>
            <w:webHidden/>
          </w:rPr>
          <w:fldChar w:fldCharType="end"/>
        </w:r>
      </w:hyperlink>
    </w:p>
    <w:p w14:paraId="1E29CA23" w14:textId="472EFF78" w:rsidR="002F60B3" w:rsidRPr="002F60B3" w:rsidRDefault="009F070C">
      <w:pPr>
        <w:pStyle w:val="TOC3"/>
        <w:rPr>
          <w:rFonts w:eastAsiaTheme="minorEastAsia"/>
        </w:rPr>
      </w:pPr>
      <w:hyperlink w:anchor="_Toc135989033" w:history="1">
        <w:r w:rsidR="002F60B3" w:rsidRPr="002F60B3">
          <w:rPr>
            <w:rStyle w:val="Hyperlink"/>
            <w:u w:val="none"/>
          </w:rPr>
          <w:t>3.11.4</w:t>
        </w:r>
        <w:r w:rsidR="002F60B3" w:rsidRPr="002F60B3">
          <w:rPr>
            <w:rFonts w:eastAsiaTheme="minorEastAsia"/>
          </w:rPr>
          <w:tab/>
        </w:r>
        <w:r w:rsidR="002F60B3" w:rsidRPr="002F60B3">
          <w:rPr>
            <w:rStyle w:val="Hyperlink"/>
            <w:u w:val="none"/>
          </w:rPr>
          <w:t>Regional Planning Group Project Review Process</w:t>
        </w:r>
        <w:r w:rsidR="002F60B3" w:rsidRPr="002F60B3">
          <w:rPr>
            <w:webHidden/>
          </w:rPr>
          <w:tab/>
        </w:r>
        <w:r w:rsidR="002F60B3" w:rsidRPr="002F60B3">
          <w:rPr>
            <w:webHidden/>
          </w:rPr>
          <w:fldChar w:fldCharType="begin"/>
        </w:r>
        <w:r w:rsidR="002F60B3" w:rsidRPr="002F60B3">
          <w:rPr>
            <w:webHidden/>
          </w:rPr>
          <w:instrText xml:space="preserve"> PAGEREF _Toc135989033 \h </w:instrText>
        </w:r>
        <w:r w:rsidR="002F60B3" w:rsidRPr="002F60B3">
          <w:rPr>
            <w:webHidden/>
          </w:rPr>
        </w:r>
        <w:r w:rsidR="002F60B3" w:rsidRPr="002F60B3">
          <w:rPr>
            <w:webHidden/>
          </w:rPr>
          <w:fldChar w:fldCharType="separate"/>
        </w:r>
        <w:r>
          <w:rPr>
            <w:webHidden/>
          </w:rPr>
          <w:t>3-203</w:t>
        </w:r>
        <w:r w:rsidR="002F60B3" w:rsidRPr="002F60B3">
          <w:rPr>
            <w:webHidden/>
          </w:rPr>
          <w:fldChar w:fldCharType="end"/>
        </w:r>
      </w:hyperlink>
    </w:p>
    <w:p w14:paraId="443C742F" w14:textId="6174DCD8" w:rsidR="002F60B3" w:rsidRPr="002F60B3" w:rsidRDefault="009F070C" w:rsidP="00910953">
      <w:pPr>
        <w:pStyle w:val="TOC4"/>
        <w:rPr>
          <w:rFonts w:eastAsiaTheme="minorEastAsia"/>
          <w:snapToGrid/>
        </w:rPr>
      </w:pPr>
      <w:hyperlink w:anchor="_Toc135989034" w:history="1">
        <w:r w:rsidR="002F60B3" w:rsidRPr="002F60B3">
          <w:rPr>
            <w:rStyle w:val="Hyperlink"/>
            <w:bCs w:val="0"/>
            <w:sz w:val="20"/>
            <w:szCs w:val="20"/>
            <w:u w:val="none"/>
          </w:rPr>
          <w:t>3.11.4.1</w:t>
        </w:r>
        <w:r w:rsidR="002F60B3" w:rsidRPr="002F60B3">
          <w:rPr>
            <w:rFonts w:eastAsiaTheme="minorEastAsia"/>
            <w:snapToGrid/>
          </w:rPr>
          <w:tab/>
        </w:r>
        <w:r w:rsidR="002F60B3" w:rsidRPr="002F60B3">
          <w:rPr>
            <w:rStyle w:val="Hyperlink"/>
            <w:bCs w:val="0"/>
            <w:sz w:val="20"/>
            <w:szCs w:val="20"/>
            <w:u w:val="none"/>
          </w:rPr>
          <w:t>Project Submission</w:t>
        </w:r>
        <w:r w:rsidR="002F60B3" w:rsidRPr="002F60B3">
          <w:rPr>
            <w:webHidden/>
          </w:rPr>
          <w:tab/>
        </w:r>
        <w:r w:rsidR="002F60B3" w:rsidRPr="002F60B3">
          <w:rPr>
            <w:webHidden/>
          </w:rPr>
          <w:fldChar w:fldCharType="begin"/>
        </w:r>
        <w:r w:rsidR="002F60B3" w:rsidRPr="002F60B3">
          <w:rPr>
            <w:webHidden/>
          </w:rPr>
          <w:instrText xml:space="preserve"> PAGEREF _Toc135989034 \h </w:instrText>
        </w:r>
        <w:r w:rsidR="002F60B3" w:rsidRPr="002F60B3">
          <w:rPr>
            <w:webHidden/>
          </w:rPr>
        </w:r>
        <w:r w:rsidR="002F60B3" w:rsidRPr="002F60B3">
          <w:rPr>
            <w:webHidden/>
          </w:rPr>
          <w:fldChar w:fldCharType="separate"/>
        </w:r>
        <w:r>
          <w:rPr>
            <w:webHidden/>
          </w:rPr>
          <w:t>3-203</w:t>
        </w:r>
        <w:r w:rsidR="002F60B3" w:rsidRPr="002F60B3">
          <w:rPr>
            <w:webHidden/>
          </w:rPr>
          <w:fldChar w:fldCharType="end"/>
        </w:r>
      </w:hyperlink>
    </w:p>
    <w:p w14:paraId="5E421640" w14:textId="5AA5B7C7" w:rsidR="002F60B3" w:rsidRPr="002F60B3" w:rsidRDefault="009F070C" w:rsidP="00910953">
      <w:pPr>
        <w:pStyle w:val="TOC4"/>
        <w:rPr>
          <w:rFonts w:eastAsiaTheme="minorEastAsia"/>
          <w:snapToGrid/>
        </w:rPr>
      </w:pPr>
      <w:hyperlink w:anchor="_Toc135989035" w:history="1">
        <w:r w:rsidR="002F60B3" w:rsidRPr="002F60B3">
          <w:rPr>
            <w:rStyle w:val="Hyperlink"/>
            <w:bCs w:val="0"/>
            <w:sz w:val="20"/>
            <w:szCs w:val="20"/>
            <w:u w:val="none"/>
          </w:rPr>
          <w:t>3.11.4.2</w:t>
        </w:r>
        <w:r w:rsidR="002F60B3" w:rsidRPr="002F60B3">
          <w:rPr>
            <w:rFonts w:eastAsiaTheme="minorEastAsia"/>
            <w:snapToGrid/>
          </w:rPr>
          <w:tab/>
        </w:r>
        <w:r w:rsidR="002F60B3" w:rsidRPr="002F60B3">
          <w:rPr>
            <w:rStyle w:val="Hyperlink"/>
            <w:bCs w:val="0"/>
            <w:sz w:val="20"/>
            <w:szCs w:val="20"/>
            <w:u w:val="none"/>
          </w:rPr>
          <w:t>Project Comment Process</w:t>
        </w:r>
        <w:r w:rsidR="002F60B3" w:rsidRPr="002F60B3">
          <w:rPr>
            <w:webHidden/>
          </w:rPr>
          <w:tab/>
        </w:r>
        <w:r w:rsidR="002F60B3" w:rsidRPr="002F60B3">
          <w:rPr>
            <w:webHidden/>
          </w:rPr>
          <w:fldChar w:fldCharType="begin"/>
        </w:r>
        <w:r w:rsidR="002F60B3" w:rsidRPr="002F60B3">
          <w:rPr>
            <w:webHidden/>
          </w:rPr>
          <w:instrText xml:space="preserve"> PAGEREF _Toc135989035 \h </w:instrText>
        </w:r>
        <w:r w:rsidR="002F60B3" w:rsidRPr="002F60B3">
          <w:rPr>
            <w:webHidden/>
          </w:rPr>
        </w:r>
        <w:r w:rsidR="002F60B3" w:rsidRPr="002F60B3">
          <w:rPr>
            <w:webHidden/>
          </w:rPr>
          <w:fldChar w:fldCharType="separate"/>
        </w:r>
        <w:r>
          <w:rPr>
            <w:webHidden/>
          </w:rPr>
          <w:t>3-203</w:t>
        </w:r>
        <w:r w:rsidR="002F60B3" w:rsidRPr="002F60B3">
          <w:rPr>
            <w:webHidden/>
          </w:rPr>
          <w:fldChar w:fldCharType="end"/>
        </w:r>
      </w:hyperlink>
    </w:p>
    <w:p w14:paraId="285C73A9" w14:textId="27B9E534" w:rsidR="002F60B3" w:rsidRPr="002F60B3" w:rsidRDefault="009F070C" w:rsidP="00910953">
      <w:pPr>
        <w:pStyle w:val="TOC4"/>
        <w:rPr>
          <w:rFonts w:eastAsiaTheme="minorEastAsia"/>
          <w:snapToGrid/>
        </w:rPr>
      </w:pPr>
      <w:hyperlink w:anchor="_Toc135989036" w:history="1">
        <w:r w:rsidR="002F60B3" w:rsidRPr="002F60B3">
          <w:rPr>
            <w:rStyle w:val="Hyperlink"/>
            <w:bCs w:val="0"/>
            <w:sz w:val="20"/>
            <w:szCs w:val="20"/>
            <w:u w:val="none"/>
          </w:rPr>
          <w:t>3.11.4.3</w:t>
        </w:r>
        <w:r w:rsidR="002F60B3" w:rsidRPr="002F60B3">
          <w:rPr>
            <w:rFonts w:eastAsiaTheme="minorEastAsia"/>
            <w:snapToGrid/>
          </w:rPr>
          <w:tab/>
        </w:r>
        <w:r w:rsidR="002F60B3" w:rsidRPr="002F60B3">
          <w:rPr>
            <w:rStyle w:val="Hyperlink"/>
            <w:bCs w:val="0"/>
            <w:sz w:val="20"/>
            <w:szCs w:val="20"/>
            <w:u w:val="none"/>
          </w:rPr>
          <w:t>Categorization of Proposed Transmission Projects</w:t>
        </w:r>
        <w:r w:rsidR="002F60B3" w:rsidRPr="002F60B3">
          <w:rPr>
            <w:webHidden/>
          </w:rPr>
          <w:tab/>
        </w:r>
        <w:r w:rsidR="002F60B3" w:rsidRPr="002F60B3">
          <w:rPr>
            <w:webHidden/>
          </w:rPr>
          <w:fldChar w:fldCharType="begin"/>
        </w:r>
        <w:r w:rsidR="002F60B3" w:rsidRPr="002F60B3">
          <w:rPr>
            <w:webHidden/>
          </w:rPr>
          <w:instrText xml:space="preserve"> PAGEREF _Toc135989036 \h </w:instrText>
        </w:r>
        <w:r w:rsidR="002F60B3" w:rsidRPr="002F60B3">
          <w:rPr>
            <w:webHidden/>
          </w:rPr>
        </w:r>
        <w:r w:rsidR="002F60B3" w:rsidRPr="002F60B3">
          <w:rPr>
            <w:webHidden/>
          </w:rPr>
          <w:fldChar w:fldCharType="separate"/>
        </w:r>
        <w:r>
          <w:rPr>
            <w:webHidden/>
          </w:rPr>
          <w:t>3-203</w:t>
        </w:r>
        <w:r w:rsidR="002F60B3" w:rsidRPr="002F60B3">
          <w:rPr>
            <w:webHidden/>
          </w:rPr>
          <w:fldChar w:fldCharType="end"/>
        </w:r>
      </w:hyperlink>
    </w:p>
    <w:p w14:paraId="7DCDEF23" w14:textId="34788EBE" w:rsidR="002F60B3" w:rsidRPr="002F60B3" w:rsidRDefault="009F070C" w:rsidP="00910953">
      <w:pPr>
        <w:pStyle w:val="TOC4"/>
        <w:rPr>
          <w:rFonts w:eastAsiaTheme="minorEastAsia"/>
          <w:snapToGrid/>
        </w:rPr>
      </w:pPr>
      <w:hyperlink w:anchor="_Toc135989037" w:history="1">
        <w:r w:rsidR="002F60B3" w:rsidRPr="002F60B3">
          <w:rPr>
            <w:rStyle w:val="Hyperlink"/>
            <w:bCs w:val="0"/>
            <w:sz w:val="20"/>
            <w:szCs w:val="20"/>
            <w:u w:val="none"/>
          </w:rPr>
          <w:t>3.11.4.4</w:t>
        </w:r>
        <w:r w:rsidR="002F60B3" w:rsidRPr="002F60B3">
          <w:rPr>
            <w:rFonts w:eastAsiaTheme="minorEastAsia"/>
            <w:snapToGrid/>
          </w:rPr>
          <w:tab/>
        </w:r>
        <w:r w:rsidR="002F60B3" w:rsidRPr="002F60B3">
          <w:rPr>
            <w:rStyle w:val="Hyperlink"/>
            <w:bCs w:val="0"/>
            <w:sz w:val="20"/>
            <w:szCs w:val="20"/>
            <w:u w:val="none"/>
          </w:rPr>
          <w:t>Processing of Tier 4 Projects</w:t>
        </w:r>
        <w:r w:rsidR="002F60B3" w:rsidRPr="002F60B3">
          <w:rPr>
            <w:webHidden/>
          </w:rPr>
          <w:tab/>
        </w:r>
        <w:r w:rsidR="002F60B3" w:rsidRPr="002F60B3">
          <w:rPr>
            <w:webHidden/>
          </w:rPr>
          <w:fldChar w:fldCharType="begin"/>
        </w:r>
        <w:r w:rsidR="002F60B3" w:rsidRPr="002F60B3">
          <w:rPr>
            <w:webHidden/>
          </w:rPr>
          <w:instrText xml:space="preserve"> PAGEREF _Toc135989037 \h </w:instrText>
        </w:r>
        <w:r w:rsidR="002F60B3" w:rsidRPr="002F60B3">
          <w:rPr>
            <w:webHidden/>
          </w:rPr>
        </w:r>
        <w:r w:rsidR="002F60B3" w:rsidRPr="002F60B3">
          <w:rPr>
            <w:webHidden/>
          </w:rPr>
          <w:fldChar w:fldCharType="separate"/>
        </w:r>
        <w:r>
          <w:rPr>
            <w:webHidden/>
          </w:rPr>
          <w:t>3-205</w:t>
        </w:r>
        <w:r w:rsidR="002F60B3" w:rsidRPr="002F60B3">
          <w:rPr>
            <w:webHidden/>
          </w:rPr>
          <w:fldChar w:fldCharType="end"/>
        </w:r>
      </w:hyperlink>
    </w:p>
    <w:p w14:paraId="605BFC43" w14:textId="5C138010" w:rsidR="002F60B3" w:rsidRPr="002F60B3" w:rsidRDefault="009F070C" w:rsidP="00910953">
      <w:pPr>
        <w:pStyle w:val="TOC4"/>
        <w:rPr>
          <w:rFonts w:eastAsiaTheme="minorEastAsia"/>
          <w:snapToGrid/>
        </w:rPr>
      </w:pPr>
      <w:hyperlink w:anchor="_Toc135989038" w:history="1">
        <w:r w:rsidR="002F60B3" w:rsidRPr="002F60B3">
          <w:rPr>
            <w:rStyle w:val="Hyperlink"/>
            <w:bCs w:val="0"/>
            <w:sz w:val="20"/>
            <w:szCs w:val="20"/>
            <w:u w:val="none"/>
          </w:rPr>
          <w:t>3.11.4.5</w:t>
        </w:r>
        <w:r w:rsidR="002F60B3" w:rsidRPr="002F60B3">
          <w:rPr>
            <w:rFonts w:eastAsiaTheme="minorEastAsia"/>
            <w:snapToGrid/>
          </w:rPr>
          <w:tab/>
        </w:r>
        <w:r w:rsidR="002F60B3" w:rsidRPr="002F60B3">
          <w:rPr>
            <w:rStyle w:val="Hyperlink"/>
            <w:bCs w:val="0"/>
            <w:sz w:val="20"/>
            <w:szCs w:val="20"/>
            <w:u w:val="none"/>
          </w:rPr>
          <w:t>Processing of Tier 3 Projects</w:t>
        </w:r>
        <w:r w:rsidR="002F60B3" w:rsidRPr="002F60B3">
          <w:rPr>
            <w:webHidden/>
          </w:rPr>
          <w:tab/>
        </w:r>
        <w:r w:rsidR="002F60B3" w:rsidRPr="002F60B3">
          <w:rPr>
            <w:webHidden/>
          </w:rPr>
          <w:fldChar w:fldCharType="begin"/>
        </w:r>
        <w:r w:rsidR="002F60B3" w:rsidRPr="002F60B3">
          <w:rPr>
            <w:webHidden/>
          </w:rPr>
          <w:instrText xml:space="preserve"> PAGEREF _Toc135989038 \h </w:instrText>
        </w:r>
        <w:r w:rsidR="002F60B3" w:rsidRPr="002F60B3">
          <w:rPr>
            <w:webHidden/>
          </w:rPr>
        </w:r>
        <w:r w:rsidR="002F60B3" w:rsidRPr="002F60B3">
          <w:rPr>
            <w:webHidden/>
          </w:rPr>
          <w:fldChar w:fldCharType="separate"/>
        </w:r>
        <w:r>
          <w:rPr>
            <w:webHidden/>
          </w:rPr>
          <w:t>3-205</w:t>
        </w:r>
        <w:r w:rsidR="002F60B3" w:rsidRPr="002F60B3">
          <w:rPr>
            <w:webHidden/>
          </w:rPr>
          <w:fldChar w:fldCharType="end"/>
        </w:r>
      </w:hyperlink>
    </w:p>
    <w:p w14:paraId="43E97B91" w14:textId="0B99D06D" w:rsidR="002F60B3" w:rsidRPr="002F60B3" w:rsidRDefault="009F070C" w:rsidP="00910953">
      <w:pPr>
        <w:pStyle w:val="TOC4"/>
        <w:rPr>
          <w:rFonts w:eastAsiaTheme="minorEastAsia"/>
          <w:snapToGrid/>
        </w:rPr>
      </w:pPr>
      <w:hyperlink w:anchor="_Toc135989039" w:history="1">
        <w:r w:rsidR="002F60B3" w:rsidRPr="002F60B3">
          <w:rPr>
            <w:rStyle w:val="Hyperlink"/>
            <w:bCs w:val="0"/>
            <w:sz w:val="20"/>
            <w:szCs w:val="20"/>
            <w:u w:val="none"/>
          </w:rPr>
          <w:t>3.11.4.6</w:t>
        </w:r>
        <w:r w:rsidR="002F60B3" w:rsidRPr="002F60B3">
          <w:rPr>
            <w:rFonts w:eastAsiaTheme="minorEastAsia"/>
            <w:snapToGrid/>
          </w:rPr>
          <w:tab/>
        </w:r>
        <w:r w:rsidR="002F60B3" w:rsidRPr="002F60B3">
          <w:rPr>
            <w:rStyle w:val="Hyperlink"/>
            <w:bCs w:val="0"/>
            <w:sz w:val="20"/>
            <w:szCs w:val="20"/>
            <w:u w:val="none"/>
          </w:rPr>
          <w:t>Processing of Tier 2 Projects</w:t>
        </w:r>
        <w:r w:rsidR="002F60B3" w:rsidRPr="002F60B3">
          <w:rPr>
            <w:webHidden/>
          </w:rPr>
          <w:tab/>
        </w:r>
        <w:r w:rsidR="002F60B3" w:rsidRPr="002F60B3">
          <w:rPr>
            <w:webHidden/>
          </w:rPr>
          <w:fldChar w:fldCharType="begin"/>
        </w:r>
        <w:r w:rsidR="002F60B3" w:rsidRPr="002F60B3">
          <w:rPr>
            <w:webHidden/>
          </w:rPr>
          <w:instrText xml:space="preserve"> PAGEREF _Toc135989039 \h </w:instrText>
        </w:r>
        <w:r w:rsidR="002F60B3" w:rsidRPr="002F60B3">
          <w:rPr>
            <w:webHidden/>
          </w:rPr>
        </w:r>
        <w:r w:rsidR="002F60B3" w:rsidRPr="002F60B3">
          <w:rPr>
            <w:webHidden/>
          </w:rPr>
          <w:fldChar w:fldCharType="separate"/>
        </w:r>
        <w:r>
          <w:rPr>
            <w:webHidden/>
          </w:rPr>
          <w:t>3-205</w:t>
        </w:r>
        <w:r w:rsidR="002F60B3" w:rsidRPr="002F60B3">
          <w:rPr>
            <w:webHidden/>
          </w:rPr>
          <w:fldChar w:fldCharType="end"/>
        </w:r>
      </w:hyperlink>
    </w:p>
    <w:p w14:paraId="6F3652B9" w14:textId="57B3A13B" w:rsidR="002F60B3" w:rsidRPr="002F60B3" w:rsidRDefault="009F070C" w:rsidP="00910953">
      <w:pPr>
        <w:pStyle w:val="TOC4"/>
        <w:rPr>
          <w:rFonts w:eastAsiaTheme="minorEastAsia"/>
          <w:snapToGrid/>
        </w:rPr>
      </w:pPr>
      <w:hyperlink w:anchor="_Toc135989040" w:history="1">
        <w:r w:rsidR="002F60B3" w:rsidRPr="002F60B3">
          <w:rPr>
            <w:rStyle w:val="Hyperlink"/>
            <w:bCs w:val="0"/>
            <w:sz w:val="20"/>
            <w:szCs w:val="20"/>
            <w:u w:val="none"/>
          </w:rPr>
          <w:t>3.11.4.7</w:t>
        </w:r>
        <w:r w:rsidR="002F60B3" w:rsidRPr="002F60B3">
          <w:rPr>
            <w:rFonts w:eastAsiaTheme="minorEastAsia"/>
            <w:snapToGrid/>
          </w:rPr>
          <w:tab/>
        </w:r>
        <w:r w:rsidR="002F60B3" w:rsidRPr="002F60B3">
          <w:rPr>
            <w:rStyle w:val="Hyperlink"/>
            <w:bCs w:val="0"/>
            <w:sz w:val="20"/>
            <w:szCs w:val="20"/>
            <w:u w:val="none"/>
          </w:rPr>
          <w:t>Processing of Tier 1 Projects</w:t>
        </w:r>
        <w:r w:rsidR="002F60B3" w:rsidRPr="002F60B3">
          <w:rPr>
            <w:webHidden/>
          </w:rPr>
          <w:tab/>
        </w:r>
        <w:r w:rsidR="002F60B3" w:rsidRPr="002F60B3">
          <w:rPr>
            <w:webHidden/>
          </w:rPr>
          <w:fldChar w:fldCharType="begin"/>
        </w:r>
        <w:r w:rsidR="002F60B3" w:rsidRPr="002F60B3">
          <w:rPr>
            <w:webHidden/>
          </w:rPr>
          <w:instrText xml:space="preserve"> PAGEREF _Toc135989040 \h </w:instrText>
        </w:r>
        <w:r w:rsidR="002F60B3" w:rsidRPr="002F60B3">
          <w:rPr>
            <w:webHidden/>
          </w:rPr>
        </w:r>
        <w:r w:rsidR="002F60B3" w:rsidRPr="002F60B3">
          <w:rPr>
            <w:webHidden/>
          </w:rPr>
          <w:fldChar w:fldCharType="separate"/>
        </w:r>
        <w:r>
          <w:rPr>
            <w:webHidden/>
          </w:rPr>
          <w:t>3-206</w:t>
        </w:r>
        <w:r w:rsidR="002F60B3" w:rsidRPr="002F60B3">
          <w:rPr>
            <w:webHidden/>
          </w:rPr>
          <w:fldChar w:fldCharType="end"/>
        </w:r>
      </w:hyperlink>
    </w:p>
    <w:p w14:paraId="12107660" w14:textId="496D5CAA" w:rsidR="002F60B3" w:rsidRPr="002F60B3" w:rsidRDefault="009F070C" w:rsidP="00910953">
      <w:pPr>
        <w:pStyle w:val="TOC4"/>
        <w:rPr>
          <w:rFonts w:eastAsiaTheme="minorEastAsia"/>
          <w:snapToGrid/>
        </w:rPr>
      </w:pPr>
      <w:hyperlink w:anchor="_Toc135989041" w:history="1">
        <w:r w:rsidR="002F60B3" w:rsidRPr="002F60B3">
          <w:rPr>
            <w:rStyle w:val="Hyperlink"/>
            <w:bCs w:val="0"/>
            <w:sz w:val="20"/>
            <w:szCs w:val="20"/>
            <w:u w:val="none"/>
          </w:rPr>
          <w:t>3.11.4.8</w:t>
        </w:r>
        <w:r w:rsidR="002F60B3" w:rsidRPr="002F60B3">
          <w:rPr>
            <w:rFonts w:eastAsiaTheme="minorEastAsia"/>
            <w:snapToGrid/>
          </w:rPr>
          <w:tab/>
        </w:r>
        <w:r w:rsidR="002F60B3" w:rsidRPr="002F60B3">
          <w:rPr>
            <w:rStyle w:val="Hyperlink"/>
            <w:bCs w:val="0"/>
            <w:sz w:val="20"/>
            <w:szCs w:val="20"/>
            <w:u w:val="none"/>
          </w:rPr>
          <w:t>Determine Designated Providers of Transmission Additions</w:t>
        </w:r>
        <w:r w:rsidR="002F60B3" w:rsidRPr="002F60B3">
          <w:rPr>
            <w:webHidden/>
          </w:rPr>
          <w:tab/>
        </w:r>
        <w:r w:rsidR="002F60B3" w:rsidRPr="002F60B3">
          <w:rPr>
            <w:webHidden/>
          </w:rPr>
          <w:fldChar w:fldCharType="begin"/>
        </w:r>
        <w:r w:rsidR="002F60B3" w:rsidRPr="002F60B3">
          <w:rPr>
            <w:webHidden/>
          </w:rPr>
          <w:instrText xml:space="preserve"> PAGEREF _Toc135989041 \h </w:instrText>
        </w:r>
        <w:r w:rsidR="002F60B3" w:rsidRPr="002F60B3">
          <w:rPr>
            <w:webHidden/>
          </w:rPr>
        </w:r>
        <w:r w:rsidR="002F60B3" w:rsidRPr="002F60B3">
          <w:rPr>
            <w:webHidden/>
          </w:rPr>
          <w:fldChar w:fldCharType="separate"/>
        </w:r>
        <w:r>
          <w:rPr>
            <w:webHidden/>
          </w:rPr>
          <w:t>3-207</w:t>
        </w:r>
        <w:r w:rsidR="002F60B3" w:rsidRPr="002F60B3">
          <w:rPr>
            <w:webHidden/>
          </w:rPr>
          <w:fldChar w:fldCharType="end"/>
        </w:r>
      </w:hyperlink>
    </w:p>
    <w:p w14:paraId="1C99FB66" w14:textId="0D80459C" w:rsidR="002F60B3" w:rsidRPr="002F60B3" w:rsidRDefault="009F070C" w:rsidP="00910953">
      <w:pPr>
        <w:pStyle w:val="TOC4"/>
        <w:rPr>
          <w:rFonts w:eastAsiaTheme="minorEastAsia"/>
          <w:snapToGrid/>
        </w:rPr>
      </w:pPr>
      <w:hyperlink w:anchor="_Toc135989042" w:history="1">
        <w:r w:rsidR="002F60B3" w:rsidRPr="002F60B3">
          <w:rPr>
            <w:rStyle w:val="Hyperlink"/>
            <w:bCs w:val="0"/>
            <w:sz w:val="20"/>
            <w:szCs w:val="20"/>
            <w:u w:val="none"/>
          </w:rPr>
          <w:t>3.11.4.9</w:t>
        </w:r>
        <w:r w:rsidR="002F60B3" w:rsidRPr="002F60B3">
          <w:rPr>
            <w:rFonts w:eastAsiaTheme="minorEastAsia"/>
            <w:snapToGrid/>
          </w:rPr>
          <w:tab/>
        </w:r>
        <w:r w:rsidR="002F60B3" w:rsidRPr="002F60B3">
          <w:rPr>
            <w:rStyle w:val="Hyperlink"/>
            <w:bCs w:val="0"/>
            <w:sz w:val="20"/>
            <w:szCs w:val="20"/>
            <w:u w:val="none"/>
          </w:rPr>
          <w:t>Regional Planning Group Acceptance and ERCOT Endorsement</w:t>
        </w:r>
        <w:r w:rsidR="002F60B3" w:rsidRPr="002F60B3">
          <w:rPr>
            <w:webHidden/>
          </w:rPr>
          <w:tab/>
        </w:r>
        <w:r w:rsidR="002F60B3" w:rsidRPr="002F60B3">
          <w:rPr>
            <w:webHidden/>
          </w:rPr>
          <w:fldChar w:fldCharType="begin"/>
        </w:r>
        <w:r w:rsidR="002F60B3" w:rsidRPr="002F60B3">
          <w:rPr>
            <w:webHidden/>
          </w:rPr>
          <w:instrText xml:space="preserve"> PAGEREF _Toc135989042 \h </w:instrText>
        </w:r>
        <w:r w:rsidR="002F60B3" w:rsidRPr="002F60B3">
          <w:rPr>
            <w:webHidden/>
          </w:rPr>
        </w:r>
        <w:r w:rsidR="002F60B3" w:rsidRPr="002F60B3">
          <w:rPr>
            <w:webHidden/>
          </w:rPr>
          <w:fldChar w:fldCharType="separate"/>
        </w:r>
        <w:r>
          <w:rPr>
            <w:webHidden/>
          </w:rPr>
          <w:t>3-207</w:t>
        </w:r>
        <w:r w:rsidR="002F60B3" w:rsidRPr="002F60B3">
          <w:rPr>
            <w:webHidden/>
          </w:rPr>
          <w:fldChar w:fldCharType="end"/>
        </w:r>
      </w:hyperlink>
    </w:p>
    <w:p w14:paraId="5A4E2636" w14:textId="2E54E492" w:rsidR="002F60B3" w:rsidRPr="002F60B3" w:rsidRDefault="009F070C" w:rsidP="00910953">
      <w:pPr>
        <w:pStyle w:val="TOC4"/>
        <w:rPr>
          <w:rFonts w:eastAsiaTheme="minorEastAsia"/>
          <w:snapToGrid/>
        </w:rPr>
      </w:pPr>
      <w:hyperlink w:anchor="_Toc135989043" w:history="1">
        <w:r w:rsidR="002F60B3" w:rsidRPr="002F60B3">
          <w:rPr>
            <w:rStyle w:val="Hyperlink"/>
            <w:bCs w:val="0"/>
            <w:sz w:val="20"/>
            <w:szCs w:val="20"/>
            <w:u w:val="none"/>
          </w:rPr>
          <w:t>3.11.4.10</w:t>
        </w:r>
        <w:r w:rsidR="002F60B3" w:rsidRPr="002F60B3">
          <w:rPr>
            <w:rFonts w:eastAsiaTheme="minorEastAsia"/>
            <w:snapToGrid/>
          </w:rPr>
          <w:tab/>
        </w:r>
        <w:r w:rsidR="002F60B3" w:rsidRPr="002F60B3">
          <w:rPr>
            <w:rStyle w:val="Hyperlink"/>
            <w:bCs w:val="0"/>
            <w:sz w:val="20"/>
            <w:szCs w:val="20"/>
            <w:u w:val="none"/>
          </w:rPr>
          <w:t>Modifications to ERCOT Endorsed Projects</w:t>
        </w:r>
        <w:r w:rsidR="002F60B3" w:rsidRPr="002F60B3">
          <w:rPr>
            <w:webHidden/>
          </w:rPr>
          <w:tab/>
        </w:r>
        <w:r w:rsidR="002F60B3" w:rsidRPr="002F60B3">
          <w:rPr>
            <w:webHidden/>
          </w:rPr>
          <w:fldChar w:fldCharType="begin"/>
        </w:r>
        <w:r w:rsidR="002F60B3" w:rsidRPr="002F60B3">
          <w:rPr>
            <w:webHidden/>
          </w:rPr>
          <w:instrText xml:space="preserve"> PAGEREF _Toc135989043 \h </w:instrText>
        </w:r>
        <w:r w:rsidR="002F60B3" w:rsidRPr="002F60B3">
          <w:rPr>
            <w:webHidden/>
          </w:rPr>
        </w:r>
        <w:r w:rsidR="002F60B3" w:rsidRPr="002F60B3">
          <w:rPr>
            <w:webHidden/>
          </w:rPr>
          <w:fldChar w:fldCharType="separate"/>
        </w:r>
        <w:r>
          <w:rPr>
            <w:webHidden/>
          </w:rPr>
          <w:t>3-208</w:t>
        </w:r>
        <w:r w:rsidR="002F60B3" w:rsidRPr="002F60B3">
          <w:rPr>
            <w:webHidden/>
          </w:rPr>
          <w:fldChar w:fldCharType="end"/>
        </w:r>
      </w:hyperlink>
    </w:p>
    <w:p w14:paraId="031CBB44" w14:textId="3B6EF9AE" w:rsidR="002F60B3" w:rsidRPr="002F60B3" w:rsidRDefault="009F070C" w:rsidP="00910953">
      <w:pPr>
        <w:pStyle w:val="TOC4"/>
        <w:rPr>
          <w:rFonts w:eastAsiaTheme="minorEastAsia"/>
          <w:snapToGrid/>
        </w:rPr>
      </w:pPr>
      <w:hyperlink w:anchor="_Toc135989044" w:history="1">
        <w:r w:rsidR="002F60B3" w:rsidRPr="002F60B3">
          <w:rPr>
            <w:rStyle w:val="Hyperlink"/>
            <w:bCs w:val="0"/>
            <w:sz w:val="20"/>
            <w:szCs w:val="20"/>
            <w:u w:val="none"/>
          </w:rPr>
          <w:t>3.11.4.11</w:t>
        </w:r>
        <w:r w:rsidR="002F60B3" w:rsidRPr="002F60B3">
          <w:rPr>
            <w:rFonts w:eastAsiaTheme="minorEastAsia"/>
            <w:snapToGrid/>
          </w:rPr>
          <w:tab/>
        </w:r>
        <w:r w:rsidR="002F60B3" w:rsidRPr="002F60B3">
          <w:rPr>
            <w:rStyle w:val="Hyperlink"/>
            <w:bCs w:val="0"/>
            <w:sz w:val="20"/>
            <w:szCs w:val="20"/>
            <w:u w:val="none"/>
          </w:rPr>
          <w:t>Customer or Resource Entity Funded Transmission Projects</w:t>
        </w:r>
        <w:r w:rsidR="002F60B3" w:rsidRPr="002F60B3">
          <w:rPr>
            <w:webHidden/>
          </w:rPr>
          <w:tab/>
        </w:r>
        <w:r w:rsidR="002F60B3" w:rsidRPr="002F60B3">
          <w:rPr>
            <w:webHidden/>
          </w:rPr>
          <w:fldChar w:fldCharType="begin"/>
        </w:r>
        <w:r w:rsidR="002F60B3" w:rsidRPr="002F60B3">
          <w:rPr>
            <w:webHidden/>
          </w:rPr>
          <w:instrText xml:space="preserve"> PAGEREF _Toc135989044 \h </w:instrText>
        </w:r>
        <w:r w:rsidR="002F60B3" w:rsidRPr="002F60B3">
          <w:rPr>
            <w:webHidden/>
          </w:rPr>
        </w:r>
        <w:r w:rsidR="002F60B3" w:rsidRPr="002F60B3">
          <w:rPr>
            <w:webHidden/>
          </w:rPr>
          <w:fldChar w:fldCharType="separate"/>
        </w:r>
        <w:r>
          <w:rPr>
            <w:webHidden/>
          </w:rPr>
          <w:t>3-208</w:t>
        </w:r>
        <w:r w:rsidR="002F60B3" w:rsidRPr="002F60B3">
          <w:rPr>
            <w:webHidden/>
          </w:rPr>
          <w:fldChar w:fldCharType="end"/>
        </w:r>
      </w:hyperlink>
    </w:p>
    <w:p w14:paraId="0048C46C" w14:textId="26EC0EB4" w:rsidR="002F60B3" w:rsidRPr="002F60B3" w:rsidRDefault="009F070C">
      <w:pPr>
        <w:pStyle w:val="TOC3"/>
        <w:rPr>
          <w:rFonts w:eastAsiaTheme="minorEastAsia"/>
        </w:rPr>
      </w:pPr>
      <w:hyperlink w:anchor="_Toc135989045" w:history="1">
        <w:r w:rsidR="002F60B3" w:rsidRPr="002F60B3">
          <w:rPr>
            <w:rStyle w:val="Hyperlink"/>
            <w:u w:val="none"/>
          </w:rPr>
          <w:t>3.11.5</w:t>
        </w:r>
        <w:r w:rsidR="002F60B3" w:rsidRPr="002F60B3">
          <w:rPr>
            <w:rFonts w:eastAsiaTheme="minorEastAsia"/>
          </w:rPr>
          <w:tab/>
        </w:r>
        <w:r w:rsidR="002F60B3" w:rsidRPr="002F60B3">
          <w:rPr>
            <w:rStyle w:val="Hyperlink"/>
            <w:u w:val="none"/>
          </w:rPr>
          <w:t>Transmission Service Provider and Distribution Service Provider Access to Interval Data</w:t>
        </w:r>
        <w:r w:rsidR="002F60B3" w:rsidRPr="002F60B3">
          <w:rPr>
            <w:webHidden/>
          </w:rPr>
          <w:tab/>
        </w:r>
        <w:r w:rsidR="002F60B3" w:rsidRPr="002F60B3">
          <w:rPr>
            <w:webHidden/>
          </w:rPr>
          <w:fldChar w:fldCharType="begin"/>
        </w:r>
        <w:r w:rsidR="002F60B3" w:rsidRPr="002F60B3">
          <w:rPr>
            <w:webHidden/>
          </w:rPr>
          <w:instrText xml:space="preserve"> PAGEREF _Toc135989045 \h </w:instrText>
        </w:r>
        <w:r w:rsidR="002F60B3" w:rsidRPr="002F60B3">
          <w:rPr>
            <w:webHidden/>
          </w:rPr>
        </w:r>
        <w:r w:rsidR="002F60B3" w:rsidRPr="002F60B3">
          <w:rPr>
            <w:webHidden/>
          </w:rPr>
          <w:fldChar w:fldCharType="separate"/>
        </w:r>
        <w:r>
          <w:rPr>
            <w:webHidden/>
          </w:rPr>
          <w:t>3-209</w:t>
        </w:r>
        <w:r w:rsidR="002F60B3" w:rsidRPr="002F60B3">
          <w:rPr>
            <w:webHidden/>
          </w:rPr>
          <w:fldChar w:fldCharType="end"/>
        </w:r>
      </w:hyperlink>
    </w:p>
    <w:p w14:paraId="02A416DE" w14:textId="4696A904" w:rsidR="002F60B3" w:rsidRPr="002F60B3" w:rsidRDefault="009F070C">
      <w:pPr>
        <w:pStyle w:val="TOC3"/>
        <w:rPr>
          <w:rFonts w:eastAsiaTheme="minorEastAsia"/>
        </w:rPr>
      </w:pPr>
      <w:hyperlink w:anchor="_Toc135989046" w:history="1">
        <w:r w:rsidR="002F60B3" w:rsidRPr="002F60B3">
          <w:rPr>
            <w:rStyle w:val="Hyperlink"/>
            <w:u w:val="none"/>
          </w:rPr>
          <w:t>3.11.6</w:t>
        </w:r>
        <w:r w:rsidR="002F60B3" w:rsidRPr="002F60B3">
          <w:rPr>
            <w:rFonts w:eastAsiaTheme="minorEastAsia"/>
          </w:rPr>
          <w:tab/>
        </w:r>
        <w:r w:rsidR="002F60B3" w:rsidRPr="002F60B3">
          <w:rPr>
            <w:rStyle w:val="Hyperlink"/>
            <w:u w:val="none"/>
          </w:rPr>
          <w:t>Generation Interconnection Process</w:t>
        </w:r>
        <w:r w:rsidR="002F60B3" w:rsidRPr="002F60B3">
          <w:rPr>
            <w:webHidden/>
          </w:rPr>
          <w:tab/>
        </w:r>
        <w:r w:rsidR="002F60B3" w:rsidRPr="002F60B3">
          <w:rPr>
            <w:webHidden/>
          </w:rPr>
          <w:fldChar w:fldCharType="begin"/>
        </w:r>
        <w:r w:rsidR="002F60B3" w:rsidRPr="002F60B3">
          <w:rPr>
            <w:webHidden/>
          </w:rPr>
          <w:instrText xml:space="preserve"> PAGEREF _Toc135989046 \h </w:instrText>
        </w:r>
        <w:r w:rsidR="002F60B3" w:rsidRPr="002F60B3">
          <w:rPr>
            <w:webHidden/>
          </w:rPr>
        </w:r>
        <w:r w:rsidR="002F60B3" w:rsidRPr="002F60B3">
          <w:rPr>
            <w:webHidden/>
          </w:rPr>
          <w:fldChar w:fldCharType="separate"/>
        </w:r>
        <w:r>
          <w:rPr>
            <w:webHidden/>
          </w:rPr>
          <w:t>3-209</w:t>
        </w:r>
        <w:r w:rsidR="002F60B3" w:rsidRPr="002F60B3">
          <w:rPr>
            <w:webHidden/>
          </w:rPr>
          <w:fldChar w:fldCharType="end"/>
        </w:r>
      </w:hyperlink>
    </w:p>
    <w:p w14:paraId="6C0DEC87" w14:textId="3448BC09" w:rsidR="002F60B3" w:rsidRPr="002F60B3" w:rsidRDefault="009F070C">
      <w:pPr>
        <w:pStyle w:val="TOC2"/>
        <w:rPr>
          <w:rFonts w:eastAsiaTheme="minorEastAsia"/>
          <w:noProof/>
        </w:rPr>
      </w:pPr>
      <w:hyperlink w:anchor="_Toc135989047" w:history="1">
        <w:r w:rsidR="002F60B3" w:rsidRPr="002F60B3">
          <w:rPr>
            <w:rStyle w:val="Hyperlink"/>
            <w:noProof/>
            <w:u w:val="none"/>
          </w:rPr>
          <w:t>3.12</w:t>
        </w:r>
        <w:r w:rsidR="002F60B3" w:rsidRPr="002F60B3">
          <w:rPr>
            <w:rFonts w:eastAsiaTheme="minorEastAsia"/>
            <w:noProof/>
          </w:rPr>
          <w:tab/>
        </w:r>
        <w:r w:rsidR="002F60B3" w:rsidRPr="002F60B3">
          <w:rPr>
            <w:rStyle w:val="Hyperlink"/>
            <w:noProof/>
            <w:u w:val="none"/>
          </w:rPr>
          <w:t>Load Forecasting</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_Toc135989047 \h </w:instrText>
        </w:r>
        <w:r w:rsidR="002F60B3" w:rsidRPr="002F60B3">
          <w:rPr>
            <w:noProof/>
            <w:webHidden/>
          </w:rPr>
        </w:r>
        <w:r w:rsidR="002F60B3" w:rsidRPr="002F60B3">
          <w:rPr>
            <w:noProof/>
            <w:webHidden/>
          </w:rPr>
          <w:fldChar w:fldCharType="separate"/>
        </w:r>
        <w:r>
          <w:rPr>
            <w:noProof/>
            <w:webHidden/>
          </w:rPr>
          <w:t>3-210</w:t>
        </w:r>
        <w:r w:rsidR="002F60B3" w:rsidRPr="002F60B3">
          <w:rPr>
            <w:noProof/>
            <w:webHidden/>
          </w:rPr>
          <w:fldChar w:fldCharType="end"/>
        </w:r>
      </w:hyperlink>
    </w:p>
    <w:p w14:paraId="6D37D53C" w14:textId="04525305" w:rsidR="002F60B3" w:rsidRPr="002F60B3" w:rsidRDefault="009F070C">
      <w:pPr>
        <w:pStyle w:val="TOC3"/>
        <w:rPr>
          <w:rFonts w:eastAsiaTheme="minorEastAsia"/>
        </w:rPr>
      </w:pPr>
      <w:hyperlink w:anchor="_Toc135989048" w:history="1">
        <w:r w:rsidR="002F60B3" w:rsidRPr="002F60B3">
          <w:rPr>
            <w:rStyle w:val="Hyperlink"/>
            <w:u w:val="none"/>
          </w:rPr>
          <w:t>3.12.1</w:t>
        </w:r>
        <w:r w:rsidR="002F60B3" w:rsidRPr="002F60B3">
          <w:rPr>
            <w:rFonts w:eastAsiaTheme="minorEastAsia"/>
          </w:rPr>
          <w:tab/>
        </w:r>
        <w:r w:rsidR="002F60B3" w:rsidRPr="002F60B3">
          <w:rPr>
            <w:rStyle w:val="Hyperlink"/>
            <w:u w:val="none"/>
          </w:rPr>
          <w:t>Seven-Day Load Forecast</w:t>
        </w:r>
        <w:r w:rsidR="002F60B3" w:rsidRPr="002F60B3">
          <w:rPr>
            <w:webHidden/>
          </w:rPr>
          <w:tab/>
        </w:r>
        <w:r w:rsidR="002F60B3" w:rsidRPr="002F60B3">
          <w:rPr>
            <w:webHidden/>
          </w:rPr>
          <w:fldChar w:fldCharType="begin"/>
        </w:r>
        <w:r w:rsidR="002F60B3" w:rsidRPr="002F60B3">
          <w:rPr>
            <w:webHidden/>
          </w:rPr>
          <w:instrText xml:space="preserve"> PAGEREF _Toc135989048 \h </w:instrText>
        </w:r>
        <w:r w:rsidR="002F60B3" w:rsidRPr="002F60B3">
          <w:rPr>
            <w:webHidden/>
          </w:rPr>
        </w:r>
        <w:r w:rsidR="002F60B3" w:rsidRPr="002F60B3">
          <w:rPr>
            <w:webHidden/>
          </w:rPr>
          <w:fldChar w:fldCharType="separate"/>
        </w:r>
        <w:r>
          <w:rPr>
            <w:webHidden/>
          </w:rPr>
          <w:t>3-211</w:t>
        </w:r>
        <w:r w:rsidR="002F60B3" w:rsidRPr="002F60B3">
          <w:rPr>
            <w:webHidden/>
          </w:rPr>
          <w:fldChar w:fldCharType="end"/>
        </w:r>
      </w:hyperlink>
    </w:p>
    <w:p w14:paraId="11FC545D" w14:textId="15AB488B" w:rsidR="002F60B3" w:rsidRPr="002F60B3" w:rsidRDefault="009F070C">
      <w:pPr>
        <w:pStyle w:val="TOC3"/>
        <w:rPr>
          <w:rFonts w:eastAsiaTheme="minorEastAsia"/>
        </w:rPr>
      </w:pPr>
      <w:hyperlink w:anchor="_Toc135989049" w:history="1">
        <w:r w:rsidR="002F60B3" w:rsidRPr="002F60B3">
          <w:rPr>
            <w:rStyle w:val="Hyperlink"/>
            <w:u w:val="none"/>
          </w:rPr>
          <w:t>3.12.2</w:t>
        </w:r>
        <w:r w:rsidR="002F60B3" w:rsidRPr="002F60B3">
          <w:rPr>
            <w:rFonts w:eastAsiaTheme="minorEastAsia"/>
          </w:rPr>
          <w:tab/>
        </w:r>
        <w:r w:rsidR="002F60B3" w:rsidRPr="002F60B3">
          <w:rPr>
            <w:rStyle w:val="Hyperlink"/>
            <w:u w:val="none"/>
          </w:rPr>
          <w:t>Study Areas</w:t>
        </w:r>
        <w:r w:rsidR="002F60B3" w:rsidRPr="002F60B3">
          <w:rPr>
            <w:webHidden/>
          </w:rPr>
          <w:tab/>
        </w:r>
        <w:r w:rsidR="002F60B3" w:rsidRPr="002F60B3">
          <w:rPr>
            <w:webHidden/>
          </w:rPr>
          <w:fldChar w:fldCharType="begin"/>
        </w:r>
        <w:r w:rsidR="002F60B3" w:rsidRPr="002F60B3">
          <w:rPr>
            <w:webHidden/>
          </w:rPr>
          <w:instrText xml:space="preserve"> PAGEREF _Toc135989049 \h </w:instrText>
        </w:r>
        <w:r w:rsidR="002F60B3" w:rsidRPr="002F60B3">
          <w:rPr>
            <w:webHidden/>
          </w:rPr>
        </w:r>
        <w:r w:rsidR="002F60B3" w:rsidRPr="002F60B3">
          <w:rPr>
            <w:webHidden/>
          </w:rPr>
          <w:fldChar w:fldCharType="separate"/>
        </w:r>
        <w:r>
          <w:rPr>
            <w:webHidden/>
          </w:rPr>
          <w:t>3-212</w:t>
        </w:r>
        <w:r w:rsidR="002F60B3" w:rsidRPr="002F60B3">
          <w:rPr>
            <w:webHidden/>
          </w:rPr>
          <w:fldChar w:fldCharType="end"/>
        </w:r>
      </w:hyperlink>
    </w:p>
    <w:p w14:paraId="183D271D" w14:textId="74DDCBCB" w:rsidR="002F60B3" w:rsidRPr="002F60B3" w:rsidRDefault="009F070C">
      <w:pPr>
        <w:pStyle w:val="TOC3"/>
        <w:rPr>
          <w:rFonts w:eastAsiaTheme="minorEastAsia"/>
        </w:rPr>
      </w:pPr>
      <w:hyperlink w:anchor="_Toc135989050" w:history="1">
        <w:r w:rsidR="002F60B3" w:rsidRPr="002F60B3">
          <w:rPr>
            <w:rStyle w:val="Hyperlink"/>
            <w:u w:val="none"/>
          </w:rPr>
          <w:t>3.12.3</w:t>
        </w:r>
        <w:r w:rsidR="002F60B3" w:rsidRPr="002F60B3">
          <w:rPr>
            <w:rFonts w:eastAsiaTheme="minorEastAsia"/>
          </w:rPr>
          <w:tab/>
        </w:r>
        <w:r w:rsidR="002F60B3" w:rsidRPr="002F60B3">
          <w:rPr>
            <w:rStyle w:val="Hyperlink"/>
            <w:u w:val="none"/>
          </w:rPr>
          <w:t>Seven-Day Study Area Load Forecast</w:t>
        </w:r>
        <w:r w:rsidR="002F60B3" w:rsidRPr="002F60B3">
          <w:rPr>
            <w:webHidden/>
          </w:rPr>
          <w:tab/>
        </w:r>
        <w:r w:rsidR="002F60B3" w:rsidRPr="002F60B3">
          <w:rPr>
            <w:webHidden/>
          </w:rPr>
          <w:fldChar w:fldCharType="begin"/>
        </w:r>
        <w:r w:rsidR="002F60B3" w:rsidRPr="002F60B3">
          <w:rPr>
            <w:webHidden/>
          </w:rPr>
          <w:instrText xml:space="preserve"> PAGEREF _Toc135989050 \h </w:instrText>
        </w:r>
        <w:r w:rsidR="002F60B3" w:rsidRPr="002F60B3">
          <w:rPr>
            <w:webHidden/>
          </w:rPr>
        </w:r>
        <w:r w:rsidR="002F60B3" w:rsidRPr="002F60B3">
          <w:rPr>
            <w:webHidden/>
          </w:rPr>
          <w:fldChar w:fldCharType="separate"/>
        </w:r>
        <w:r>
          <w:rPr>
            <w:webHidden/>
          </w:rPr>
          <w:t>3-212</w:t>
        </w:r>
        <w:r w:rsidR="002F60B3" w:rsidRPr="002F60B3">
          <w:rPr>
            <w:webHidden/>
          </w:rPr>
          <w:fldChar w:fldCharType="end"/>
        </w:r>
      </w:hyperlink>
    </w:p>
    <w:p w14:paraId="7D124744" w14:textId="1540CC5E" w:rsidR="002F60B3" w:rsidRPr="002F60B3" w:rsidRDefault="009F070C">
      <w:pPr>
        <w:pStyle w:val="TOC2"/>
        <w:rPr>
          <w:rFonts w:eastAsiaTheme="minorEastAsia"/>
          <w:noProof/>
        </w:rPr>
      </w:pPr>
      <w:hyperlink w:anchor="_Toc135989051" w:history="1">
        <w:r w:rsidR="002F60B3" w:rsidRPr="002F60B3">
          <w:rPr>
            <w:rStyle w:val="Hyperlink"/>
            <w:noProof/>
            <w:u w:val="none"/>
          </w:rPr>
          <w:t>3.13</w:t>
        </w:r>
        <w:r w:rsidR="002F60B3" w:rsidRPr="002F60B3">
          <w:rPr>
            <w:rFonts w:eastAsiaTheme="minorEastAsia"/>
            <w:noProof/>
          </w:rPr>
          <w:tab/>
        </w:r>
        <w:r w:rsidR="002F60B3" w:rsidRPr="002F60B3">
          <w:rPr>
            <w:rStyle w:val="Hyperlink"/>
            <w:noProof/>
            <w:u w:val="none"/>
          </w:rPr>
          <w:t>Renewable Production Potential Forecasts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_Toc135989051 \h </w:instrText>
        </w:r>
        <w:r w:rsidR="002F60B3" w:rsidRPr="002F60B3">
          <w:rPr>
            <w:noProof/>
            <w:webHidden/>
          </w:rPr>
        </w:r>
        <w:r w:rsidR="002F60B3" w:rsidRPr="002F60B3">
          <w:rPr>
            <w:noProof/>
            <w:webHidden/>
          </w:rPr>
          <w:fldChar w:fldCharType="separate"/>
        </w:r>
        <w:r>
          <w:rPr>
            <w:noProof/>
            <w:webHidden/>
          </w:rPr>
          <w:t>3-212</w:t>
        </w:r>
        <w:r w:rsidR="002F60B3" w:rsidRPr="002F60B3">
          <w:rPr>
            <w:noProof/>
            <w:webHidden/>
          </w:rPr>
          <w:fldChar w:fldCharType="end"/>
        </w:r>
      </w:hyperlink>
    </w:p>
    <w:p w14:paraId="414503B3" w14:textId="672DAE9E" w:rsidR="002F60B3" w:rsidRPr="002F60B3" w:rsidRDefault="009F070C">
      <w:pPr>
        <w:pStyle w:val="TOC2"/>
        <w:rPr>
          <w:rFonts w:eastAsiaTheme="minorEastAsia"/>
          <w:noProof/>
        </w:rPr>
      </w:pPr>
      <w:hyperlink w:anchor="_Toc135989052" w:history="1">
        <w:r w:rsidR="002F60B3" w:rsidRPr="002F60B3">
          <w:rPr>
            <w:rStyle w:val="Hyperlink"/>
            <w:noProof/>
            <w:u w:val="none"/>
          </w:rPr>
          <w:t>3.14</w:t>
        </w:r>
        <w:r w:rsidR="002F60B3" w:rsidRPr="002F60B3">
          <w:rPr>
            <w:rFonts w:eastAsiaTheme="minorEastAsia"/>
            <w:noProof/>
          </w:rPr>
          <w:tab/>
        </w:r>
        <w:r w:rsidR="002F60B3" w:rsidRPr="002F60B3">
          <w:rPr>
            <w:rStyle w:val="Hyperlink"/>
            <w:noProof/>
            <w:u w:val="none"/>
          </w:rPr>
          <w:t>Contracts for Reliability Resources and Emergency Response Service Resources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_Toc135989052 \h </w:instrText>
        </w:r>
        <w:r w:rsidR="002F60B3" w:rsidRPr="002F60B3">
          <w:rPr>
            <w:noProof/>
            <w:webHidden/>
          </w:rPr>
        </w:r>
        <w:r w:rsidR="002F60B3" w:rsidRPr="002F60B3">
          <w:rPr>
            <w:noProof/>
            <w:webHidden/>
          </w:rPr>
          <w:fldChar w:fldCharType="separate"/>
        </w:r>
        <w:r>
          <w:rPr>
            <w:noProof/>
            <w:webHidden/>
          </w:rPr>
          <w:t>3-213</w:t>
        </w:r>
        <w:r w:rsidR="002F60B3" w:rsidRPr="002F60B3">
          <w:rPr>
            <w:noProof/>
            <w:webHidden/>
          </w:rPr>
          <w:fldChar w:fldCharType="end"/>
        </w:r>
      </w:hyperlink>
    </w:p>
    <w:p w14:paraId="0FABB795" w14:textId="0EAFA482" w:rsidR="002F60B3" w:rsidRPr="002F60B3" w:rsidRDefault="009F070C">
      <w:pPr>
        <w:pStyle w:val="TOC3"/>
        <w:rPr>
          <w:rFonts w:eastAsiaTheme="minorEastAsia"/>
        </w:rPr>
      </w:pPr>
      <w:hyperlink w:anchor="_Toc135989053" w:history="1">
        <w:r w:rsidR="002F60B3" w:rsidRPr="002F60B3">
          <w:rPr>
            <w:rStyle w:val="Hyperlink"/>
            <w:u w:val="none"/>
          </w:rPr>
          <w:t>3.14.1</w:t>
        </w:r>
        <w:r w:rsidR="002F60B3" w:rsidRPr="002F60B3">
          <w:rPr>
            <w:rFonts w:eastAsiaTheme="minorEastAsia"/>
          </w:rPr>
          <w:tab/>
        </w:r>
        <w:r w:rsidR="002F60B3" w:rsidRPr="002F60B3">
          <w:rPr>
            <w:rStyle w:val="Hyperlink"/>
            <w:u w:val="none"/>
          </w:rPr>
          <w:t>Reliability Must Run</w:t>
        </w:r>
        <w:r w:rsidR="002F60B3" w:rsidRPr="002F60B3">
          <w:rPr>
            <w:webHidden/>
          </w:rPr>
          <w:tab/>
        </w:r>
        <w:r w:rsidR="002F60B3" w:rsidRPr="002F60B3">
          <w:rPr>
            <w:webHidden/>
          </w:rPr>
          <w:fldChar w:fldCharType="begin"/>
        </w:r>
        <w:r w:rsidR="002F60B3" w:rsidRPr="002F60B3">
          <w:rPr>
            <w:webHidden/>
          </w:rPr>
          <w:instrText xml:space="preserve"> PAGEREF _Toc135989053 \h </w:instrText>
        </w:r>
        <w:r w:rsidR="002F60B3" w:rsidRPr="002F60B3">
          <w:rPr>
            <w:webHidden/>
          </w:rPr>
        </w:r>
        <w:r w:rsidR="002F60B3" w:rsidRPr="002F60B3">
          <w:rPr>
            <w:webHidden/>
          </w:rPr>
          <w:fldChar w:fldCharType="separate"/>
        </w:r>
        <w:r>
          <w:rPr>
            <w:webHidden/>
          </w:rPr>
          <w:t>3-214</w:t>
        </w:r>
        <w:r w:rsidR="002F60B3" w:rsidRPr="002F60B3">
          <w:rPr>
            <w:webHidden/>
          </w:rPr>
          <w:fldChar w:fldCharType="end"/>
        </w:r>
      </w:hyperlink>
    </w:p>
    <w:p w14:paraId="49AE8288" w14:textId="206BD119" w:rsidR="002F60B3" w:rsidRPr="002F60B3" w:rsidRDefault="009F070C" w:rsidP="00910953">
      <w:pPr>
        <w:pStyle w:val="TOC4"/>
        <w:rPr>
          <w:rFonts w:eastAsiaTheme="minorEastAsia"/>
          <w:snapToGrid/>
        </w:rPr>
      </w:pPr>
      <w:hyperlink w:anchor="_Toc135989054" w:history="1">
        <w:r w:rsidR="002F60B3" w:rsidRPr="002F60B3">
          <w:rPr>
            <w:rStyle w:val="Hyperlink"/>
            <w:bCs w:val="0"/>
            <w:sz w:val="20"/>
            <w:szCs w:val="20"/>
            <w:u w:val="none"/>
          </w:rPr>
          <w:t>3.14.1.1</w:t>
        </w:r>
        <w:r w:rsidR="002F60B3" w:rsidRPr="002F60B3">
          <w:rPr>
            <w:rFonts w:eastAsiaTheme="minorEastAsia"/>
            <w:snapToGrid/>
          </w:rPr>
          <w:tab/>
        </w:r>
        <w:r w:rsidR="002F60B3" w:rsidRPr="002F60B3">
          <w:rPr>
            <w:rStyle w:val="Hyperlink"/>
            <w:bCs w:val="0"/>
            <w:sz w:val="20"/>
            <w:szCs w:val="20"/>
            <w:u w:val="none"/>
          </w:rPr>
          <w:t>Notification of Suspension of Operations</w:t>
        </w:r>
        <w:r w:rsidR="002F60B3" w:rsidRPr="002F60B3">
          <w:rPr>
            <w:webHidden/>
          </w:rPr>
          <w:tab/>
        </w:r>
        <w:r w:rsidR="002F60B3" w:rsidRPr="002F60B3">
          <w:rPr>
            <w:webHidden/>
          </w:rPr>
          <w:fldChar w:fldCharType="begin"/>
        </w:r>
        <w:r w:rsidR="002F60B3" w:rsidRPr="002F60B3">
          <w:rPr>
            <w:webHidden/>
          </w:rPr>
          <w:instrText xml:space="preserve"> PAGEREF _Toc135989054 \h </w:instrText>
        </w:r>
        <w:r w:rsidR="002F60B3" w:rsidRPr="002F60B3">
          <w:rPr>
            <w:webHidden/>
          </w:rPr>
        </w:r>
        <w:r w:rsidR="002F60B3" w:rsidRPr="002F60B3">
          <w:rPr>
            <w:webHidden/>
          </w:rPr>
          <w:fldChar w:fldCharType="separate"/>
        </w:r>
        <w:r>
          <w:rPr>
            <w:webHidden/>
          </w:rPr>
          <w:t>3-216</w:t>
        </w:r>
        <w:r w:rsidR="002F60B3" w:rsidRPr="002F60B3">
          <w:rPr>
            <w:webHidden/>
          </w:rPr>
          <w:fldChar w:fldCharType="end"/>
        </w:r>
      </w:hyperlink>
    </w:p>
    <w:p w14:paraId="46D2661C" w14:textId="39579F38" w:rsidR="002F60B3" w:rsidRPr="002F60B3" w:rsidRDefault="009F070C" w:rsidP="00910953">
      <w:pPr>
        <w:pStyle w:val="TOC4"/>
        <w:rPr>
          <w:rFonts w:eastAsiaTheme="minorEastAsia"/>
          <w:snapToGrid/>
        </w:rPr>
      </w:pPr>
      <w:hyperlink w:anchor="_Toc135989055" w:history="1">
        <w:r w:rsidR="002F60B3" w:rsidRPr="002F60B3">
          <w:rPr>
            <w:rStyle w:val="Hyperlink"/>
            <w:bCs w:val="0"/>
            <w:sz w:val="20"/>
            <w:szCs w:val="20"/>
            <w:u w:val="none"/>
          </w:rPr>
          <w:t>3.14.1.2</w:t>
        </w:r>
        <w:r w:rsidR="002F60B3" w:rsidRPr="002F60B3">
          <w:rPr>
            <w:rFonts w:eastAsiaTheme="minorEastAsia"/>
            <w:snapToGrid/>
          </w:rPr>
          <w:tab/>
        </w:r>
        <w:r w:rsidR="002F60B3" w:rsidRPr="002F60B3">
          <w:rPr>
            <w:rStyle w:val="Hyperlink"/>
            <w:bCs w:val="0"/>
            <w:sz w:val="20"/>
            <w:szCs w:val="20"/>
            <w:u w:val="none"/>
          </w:rPr>
          <w:t>ERCOT Evaluation Process</w:t>
        </w:r>
        <w:r w:rsidR="002F60B3" w:rsidRPr="002F60B3">
          <w:rPr>
            <w:webHidden/>
          </w:rPr>
          <w:tab/>
        </w:r>
        <w:r w:rsidR="002F60B3" w:rsidRPr="002F60B3">
          <w:rPr>
            <w:webHidden/>
          </w:rPr>
          <w:fldChar w:fldCharType="begin"/>
        </w:r>
        <w:r w:rsidR="002F60B3" w:rsidRPr="002F60B3">
          <w:rPr>
            <w:webHidden/>
          </w:rPr>
          <w:instrText xml:space="preserve"> PAGEREF _Toc135989055 \h </w:instrText>
        </w:r>
        <w:r w:rsidR="002F60B3" w:rsidRPr="002F60B3">
          <w:rPr>
            <w:webHidden/>
          </w:rPr>
        </w:r>
        <w:r w:rsidR="002F60B3" w:rsidRPr="002F60B3">
          <w:rPr>
            <w:webHidden/>
          </w:rPr>
          <w:fldChar w:fldCharType="separate"/>
        </w:r>
        <w:r>
          <w:rPr>
            <w:webHidden/>
          </w:rPr>
          <w:t>3-217</w:t>
        </w:r>
        <w:r w:rsidR="002F60B3" w:rsidRPr="002F60B3">
          <w:rPr>
            <w:webHidden/>
          </w:rPr>
          <w:fldChar w:fldCharType="end"/>
        </w:r>
      </w:hyperlink>
    </w:p>
    <w:p w14:paraId="10A41DB0" w14:textId="23BF2DFB" w:rsidR="002F60B3" w:rsidRPr="002F60B3" w:rsidRDefault="009F070C">
      <w:pPr>
        <w:pStyle w:val="TOC5"/>
        <w:rPr>
          <w:rFonts w:eastAsiaTheme="minorEastAsia"/>
          <w:i w:val="0"/>
          <w:sz w:val="20"/>
          <w:szCs w:val="20"/>
        </w:rPr>
      </w:pPr>
      <w:hyperlink w:anchor="_Toc135989056" w:history="1">
        <w:r w:rsidR="002F60B3" w:rsidRPr="002F60B3">
          <w:rPr>
            <w:rStyle w:val="Hyperlink"/>
            <w:i w:val="0"/>
            <w:sz w:val="20"/>
            <w:szCs w:val="20"/>
            <w:u w:val="none"/>
          </w:rPr>
          <w:t>3.14.1.2.1</w:t>
        </w:r>
        <w:r w:rsidR="002F60B3" w:rsidRPr="002F60B3">
          <w:rPr>
            <w:rFonts w:eastAsiaTheme="minorEastAsia"/>
            <w:i w:val="0"/>
            <w:sz w:val="20"/>
            <w:szCs w:val="20"/>
          </w:rPr>
          <w:tab/>
        </w:r>
        <w:r w:rsidR="002F60B3" w:rsidRPr="002F60B3">
          <w:rPr>
            <w:rStyle w:val="Hyperlink"/>
            <w:i w:val="0"/>
            <w:snapToGrid w:val="0"/>
            <w:sz w:val="20"/>
            <w:szCs w:val="20"/>
            <w:u w:val="none"/>
          </w:rPr>
          <w:t>ERCOT Evaluation of Seasonal Mothball Status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_Toc135989056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3-220</w:t>
        </w:r>
        <w:r w:rsidR="002F60B3" w:rsidRPr="002F60B3">
          <w:rPr>
            <w:i w:val="0"/>
            <w:webHidden/>
            <w:sz w:val="20"/>
            <w:szCs w:val="20"/>
          </w:rPr>
          <w:fldChar w:fldCharType="end"/>
        </w:r>
      </w:hyperlink>
    </w:p>
    <w:p w14:paraId="0313906E" w14:textId="30A4309F" w:rsidR="002F60B3" w:rsidRPr="002F60B3" w:rsidRDefault="009F070C" w:rsidP="00910953">
      <w:pPr>
        <w:pStyle w:val="TOC4"/>
        <w:rPr>
          <w:rFonts w:eastAsiaTheme="minorEastAsia"/>
          <w:snapToGrid/>
        </w:rPr>
      </w:pPr>
      <w:hyperlink w:anchor="_Toc135989057" w:history="1">
        <w:r w:rsidR="002F60B3" w:rsidRPr="002F60B3">
          <w:rPr>
            <w:rStyle w:val="Hyperlink"/>
            <w:bCs w:val="0"/>
            <w:sz w:val="20"/>
            <w:szCs w:val="20"/>
            <w:u w:val="none"/>
          </w:rPr>
          <w:t>3.14.1.3</w:t>
        </w:r>
        <w:r w:rsidR="002F60B3" w:rsidRPr="002F60B3">
          <w:rPr>
            <w:rFonts w:eastAsiaTheme="minorEastAsia"/>
            <w:snapToGrid/>
          </w:rPr>
          <w:tab/>
        </w:r>
        <w:r w:rsidR="002F60B3" w:rsidRPr="002F60B3">
          <w:rPr>
            <w:rStyle w:val="Hyperlink"/>
            <w:bCs w:val="0"/>
            <w:sz w:val="20"/>
            <w:szCs w:val="20"/>
            <w:u w:val="none"/>
          </w:rPr>
          <w:t>ERCOT Board Approval of RMR and MRA Agreements</w:t>
        </w:r>
        <w:r w:rsidR="002F60B3" w:rsidRPr="002F60B3">
          <w:rPr>
            <w:webHidden/>
          </w:rPr>
          <w:tab/>
        </w:r>
        <w:r w:rsidR="002F60B3" w:rsidRPr="002F60B3">
          <w:rPr>
            <w:webHidden/>
          </w:rPr>
          <w:fldChar w:fldCharType="begin"/>
        </w:r>
        <w:r w:rsidR="002F60B3" w:rsidRPr="002F60B3">
          <w:rPr>
            <w:webHidden/>
          </w:rPr>
          <w:instrText xml:space="preserve"> PAGEREF _Toc135989057 \h </w:instrText>
        </w:r>
        <w:r w:rsidR="002F60B3" w:rsidRPr="002F60B3">
          <w:rPr>
            <w:webHidden/>
          </w:rPr>
        </w:r>
        <w:r w:rsidR="002F60B3" w:rsidRPr="002F60B3">
          <w:rPr>
            <w:webHidden/>
          </w:rPr>
          <w:fldChar w:fldCharType="separate"/>
        </w:r>
        <w:r>
          <w:rPr>
            <w:webHidden/>
          </w:rPr>
          <w:t>3-221</w:t>
        </w:r>
        <w:r w:rsidR="002F60B3" w:rsidRPr="002F60B3">
          <w:rPr>
            <w:webHidden/>
          </w:rPr>
          <w:fldChar w:fldCharType="end"/>
        </w:r>
      </w:hyperlink>
    </w:p>
    <w:p w14:paraId="209874E0" w14:textId="58438408" w:rsidR="002F60B3" w:rsidRPr="002F60B3" w:rsidRDefault="009F070C" w:rsidP="00910953">
      <w:pPr>
        <w:pStyle w:val="TOC4"/>
        <w:rPr>
          <w:rFonts w:eastAsiaTheme="minorEastAsia"/>
          <w:snapToGrid/>
        </w:rPr>
      </w:pPr>
      <w:hyperlink w:anchor="_Toc135989058" w:history="1">
        <w:r w:rsidR="002F60B3" w:rsidRPr="002F60B3">
          <w:rPr>
            <w:rStyle w:val="Hyperlink"/>
            <w:bCs w:val="0"/>
            <w:sz w:val="20"/>
            <w:szCs w:val="20"/>
            <w:u w:val="none"/>
          </w:rPr>
          <w:t>3.14.1.4</w:t>
        </w:r>
        <w:r w:rsidR="002F60B3" w:rsidRPr="002F60B3">
          <w:rPr>
            <w:rFonts w:eastAsiaTheme="minorEastAsia"/>
            <w:snapToGrid/>
          </w:rPr>
          <w:tab/>
        </w:r>
        <w:r w:rsidR="002F60B3" w:rsidRPr="002F60B3">
          <w:rPr>
            <w:rStyle w:val="Hyperlink"/>
            <w:bCs w:val="0"/>
            <w:sz w:val="20"/>
            <w:szCs w:val="20"/>
            <w:u w:val="none"/>
          </w:rPr>
          <w:t>Exit Strategy from an RMR Agreement</w:t>
        </w:r>
        <w:r w:rsidR="002F60B3" w:rsidRPr="002F60B3">
          <w:rPr>
            <w:webHidden/>
          </w:rPr>
          <w:tab/>
        </w:r>
        <w:r w:rsidR="002F60B3" w:rsidRPr="002F60B3">
          <w:rPr>
            <w:webHidden/>
          </w:rPr>
          <w:fldChar w:fldCharType="begin"/>
        </w:r>
        <w:r w:rsidR="002F60B3" w:rsidRPr="002F60B3">
          <w:rPr>
            <w:webHidden/>
          </w:rPr>
          <w:instrText xml:space="preserve"> PAGEREF _Toc135989058 \h </w:instrText>
        </w:r>
        <w:r w:rsidR="002F60B3" w:rsidRPr="002F60B3">
          <w:rPr>
            <w:webHidden/>
          </w:rPr>
        </w:r>
        <w:r w:rsidR="002F60B3" w:rsidRPr="002F60B3">
          <w:rPr>
            <w:webHidden/>
          </w:rPr>
          <w:fldChar w:fldCharType="separate"/>
        </w:r>
        <w:r>
          <w:rPr>
            <w:webHidden/>
          </w:rPr>
          <w:t>3-222</w:t>
        </w:r>
        <w:r w:rsidR="002F60B3" w:rsidRPr="002F60B3">
          <w:rPr>
            <w:webHidden/>
          </w:rPr>
          <w:fldChar w:fldCharType="end"/>
        </w:r>
      </w:hyperlink>
    </w:p>
    <w:p w14:paraId="13C86F9A" w14:textId="4BF3437F" w:rsidR="002F60B3" w:rsidRPr="002F60B3" w:rsidRDefault="009F070C" w:rsidP="00910953">
      <w:pPr>
        <w:pStyle w:val="TOC4"/>
        <w:rPr>
          <w:rFonts w:eastAsiaTheme="minorEastAsia"/>
          <w:snapToGrid/>
        </w:rPr>
      </w:pPr>
      <w:hyperlink w:anchor="_Toc135989059" w:history="1">
        <w:r w:rsidR="002F60B3" w:rsidRPr="002F60B3">
          <w:rPr>
            <w:rStyle w:val="Hyperlink"/>
            <w:bCs w:val="0"/>
            <w:sz w:val="20"/>
            <w:szCs w:val="20"/>
            <w:u w:val="none"/>
          </w:rPr>
          <w:t>3.14.1.5</w:t>
        </w:r>
        <w:r w:rsidR="002F60B3" w:rsidRPr="002F60B3">
          <w:rPr>
            <w:rFonts w:eastAsiaTheme="minorEastAsia"/>
            <w:snapToGrid/>
          </w:rPr>
          <w:tab/>
        </w:r>
        <w:r w:rsidR="002F60B3" w:rsidRPr="002F60B3">
          <w:rPr>
            <w:rStyle w:val="Hyperlink"/>
            <w:bCs w:val="0"/>
            <w:sz w:val="20"/>
            <w:szCs w:val="20"/>
            <w:u w:val="none"/>
          </w:rPr>
          <w:t>Evaluation of Alternatives</w:t>
        </w:r>
        <w:r w:rsidR="002F60B3" w:rsidRPr="002F60B3">
          <w:rPr>
            <w:webHidden/>
          </w:rPr>
          <w:tab/>
        </w:r>
        <w:r w:rsidR="002F60B3" w:rsidRPr="002F60B3">
          <w:rPr>
            <w:webHidden/>
          </w:rPr>
          <w:fldChar w:fldCharType="begin"/>
        </w:r>
        <w:r w:rsidR="002F60B3" w:rsidRPr="002F60B3">
          <w:rPr>
            <w:webHidden/>
          </w:rPr>
          <w:instrText xml:space="preserve"> PAGEREF _Toc135989059 \h </w:instrText>
        </w:r>
        <w:r w:rsidR="002F60B3" w:rsidRPr="002F60B3">
          <w:rPr>
            <w:webHidden/>
          </w:rPr>
        </w:r>
        <w:r w:rsidR="002F60B3" w:rsidRPr="002F60B3">
          <w:rPr>
            <w:webHidden/>
          </w:rPr>
          <w:fldChar w:fldCharType="separate"/>
        </w:r>
        <w:r>
          <w:rPr>
            <w:webHidden/>
          </w:rPr>
          <w:t>3-222</w:t>
        </w:r>
        <w:r w:rsidR="002F60B3" w:rsidRPr="002F60B3">
          <w:rPr>
            <w:webHidden/>
          </w:rPr>
          <w:fldChar w:fldCharType="end"/>
        </w:r>
      </w:hyperlink>
    </w:p>
    <w:p w14:paraId="0B6E103C" w14:textId="5408B576" w:rsidR="002F60B3" w:rsidRPr="002F60B3" w:rsidRDefault="009F070C" w:rsidP="00910953">
      <w:pPr>
        <w:pStyle w:val="TOC4"/>
        <w:rPr>
          <w:rFonts w:eastAsiaTheme="minorEastAsia"/>
          <w:snapToGrid/>
        </w:rPr>
      </w:pPr>
      <w:hyperlink w:anchor="_Toc135989060" w:history="1">
        <w:r w:rsidR="002F60B3" w:rsidRPr="002F60B3">
          <w:rPr>
            <w:rStyle w:val="Hyperlink"/>
            <w:bCs w:val="0"/>
            <w:sz w:val="20"/>
            <w:szCs w:val="20"/>
            <w:u w:val="none"/>
          </w:rPr>
          <w:t>3.14.1.6</w:t>
        </w:r>
        <w:r w:rsidR="002F60B3" w:rsidRPr="002F60B3">
          <w:rPr>
            <w:rFonts w:eastAsiaTheme="minorEastAsia"/>
            <w:snapToGrid/>
          </w:rPr>
          <w:tab/>
        </w:r>
        <w:r w:rsidR="002F60B3" w:rsidRPr="002F60B3">
          <w:rPr>
            <w:rStyle w:val="Hyperlink"/>
            <w:bCs w:val="0"/>
            <w:sz w:val="20"/>
            <w:szCs w:val="20"/>
            <w:u w:val="none"/>
          </w:rPr>
          <w:t>Transmission System Upgrades Associated with an RMR and/or MRA Exit Strategy</w:t>
        </w:r>
        <w:r w:rsidR="002F60B3" w:rsidRPr="002F60B3">
          <w:rPr>
            <w:webHidden/>
          </w:rPr>
          <w:tab/>
        </w:r>
        <w:r w:rsidR="002F60B3" w:rsidRPr="002F60B3">
          <w:rPr>
            <w:webHidden/>
          </w:rPr>
          <w:fldChar w:fldCharType="begin"/>
        </w:r>
        <w:r w:rsidR="002F60B3" w:rsidRPr="002F60B3">
          <w:rPr>
            <w:webHidden/>
          </w:rPr>
          <w:instrText xml:space="preserve"> PAGEREF _Toc135989060 \h </w:instrText>
        </w:r>
        <w:r w:rsidR="002F60B3" w:rsidRPr="002F60B3">
          <w:rPr>
            <w:webHidden/>
          </w:rPr>
        </w:r>
        <w:r w:rsidR="002F60B3" w:rsidRPr="002F60B3">
          <w:rPr>
            <w:webHidden/>
          </w:rPr>
          <w:fldChar w:fldCharType="separate"/>
        </w:r>
        <w:r>
          <w:rPr>
            <w:webHidden/>
          </w:rPr>
          <w:t>3-224</w:t>
        </w:r>
        <w:r w:rsidR="002F60B3" w:rsidRPr="002F60B3">
          <w:rPr>
            <w:webHidden/>
          </w:rPr>
          <w:fldChar w:fldCharType="end"/>
        </w:r>
      </w:hyperlink>
    </w:p>
    <w:p w14:paraId="1871847F" w14:textId="04BFFAD0" w:rsidR="002F60B3" w:rsidRPr="002F60B3" w:rsidRDefault="009F070C" w:rsidP="00910953">
      <w:pPr>
        <w:pStyle w:val="TOC4"/>
        <w:rPr>
          <w:rFonts w:eastAsiaTheme="minorEastAsia"/>
          <w:snapToGrid/>
        </w:rPr>
      </w:pPr>
      <w:hyperlink w:anchor="_Toc135989061" w:history="1">
        <w:r w:rsidR="002F60B3" w:rsidRPr="002F60B3">
          <w:rPr>
            <w:rStyle w:val="Hyperlink"/>
            <w:bCs w:val="0"/>
            <w:sz w:val="20"/>
            <w:szCs w:val="20"/>
            <w:u w:val="none"/>
          </w:rPr>
          <w:t>3.14.1.7</w:t>
        </w:r>
        <w:r w:rsidR="002F60B3" w:rsidRPr="002F60B3">
          <w:rPr>
            <w:rFonts w:eastAsiaTheme="minorEastAsia"/>
            <w:snapToGrid/>
          </w:rPr>
          <w:tab/>
        </w:r>
        <w:r w:rsidR="002F60B3" w:rsidRPr="002F60B3">
          <w:rPr>
            <w:rStyle w:val="Hyperlink"/>
            <w:bCs w:val="0"/>
            <w:sz w:val="20"/>
            <w:szCs w:val="20"/>
            <w:u w:val="none"/>
          </w:rPr>
          <w:t>RMR or MRA Contract Termination</w:t>
        </w:r>
        <w:r w:rsidR="002F60B3" w:rsidRPr="002F60B3">
          <w:rPr>
            <w:webHidden/>
          </w:rPr>
          <w:tab/>
        </w:r>
        <w:r w:rsidR="002F60B3" w:rsidRPr="002F60B3">
          <w:rPr>
            <w:webHidden/>
          </w:rPr>
          <w:fldChar w:fldCharType="begin"/>
        </w:r>
        <w:r w:rsidR="002F60B3" w:rsidRPr="002F60B3">
          <w:rPr>
            <w:webHidden/>
          </w:rPr>
          <w:instrText xml:space="preserve"> PAGEREF _Toc135989061 \h </w:instrText>
        </w:r>
        <w:r w:rsidR="002F60B3" w:rsidRPr="002F60B3">
          <w:rPr>
            <w:webHidden/>
          </w:rPr>
        </w:r>
        <w:r w:rsidR="002F60B3" w:rsidRPr="002F60B3">
          <w:rPr>
            <w:webHidden/>
          </w:rPr>
          <w:fldChar w:fldCharType="separate"/>
        </w:r>
        <w:r>
          <w:rPr>
            <w:webHidden/>
          </w:rPr>
          <w:t>3-224</w:t>
        </w:r>
        <w:r w:rsidR="002F60B3" w:rsidRPr="002F60B3">
          <w:rPr>
            <w:webHidden/>
          </w:rPr>
          <w:fldChar w:fldCharType="end"/>
        </w:r>
      </w:hyperlink>
    </w:p>
    <w:p w14:paraId="55F4C68A" w14:textId="3228AEF9" w:rsidR="002F60B3" w:rsidRPr="002F60B3" w:rsidRDefault="009F070C" w:rsidP="00910953">
      <w:pPr>
        <w:pStyle w:val="TOC4"/>
        <w:rPr>
          <w:rFonts w:eastAsiaTheme="minorEastAsia"/>
          <w:snapToGrid/>
        </w:rPr>
      </w:pPr>
      <w:hyperlink w:anchor="_Toc135989062" w:history="1">
        <w:r w:rsidR="002F60B3" w:rsidRPr="002F60B3">
          <w:rPr>
            <w:rStyle w:val="Hyperlink"/>
            <w:bCs w:val="0"/>
            <w:sz w:val="20"/>
            <w:szCs w:val="20"/>
            <w:u w:val="none"/>
          </w:rPr>
          <w:t>3.14.1.8</w:t>
        </w:r>
        <w:r w:rsidR="002F60B3" w:rsidRPr="002F60B3">
          <w:rPr>
            <w:rFonts w:eastAsiaTheme="minorEastAsia"/>
            <w:snapToGrid/>
          </w:rPr>
          <w:tab/>
        </w:r>
        <w:r w:rsidR="002F60B3" w:rsidRPr="002F60B3">
          <w:rPr>
            <w:rStyle w:val="Hyperlink"/>
            <w:bCs w:val="0"/>
            <w:sz w:val="20"/>
            <w:szCs w:val="20"/>
            <w:u w:val="none"/>
          </w:rPr>
          <w:t>RMR and/or MRA Contract Extension</w:t>
        </w:r>
        <w:r w:rsidR="002F60B3" w:rsidRPr="002F60B3">
          <w:rPr>
            <w:webHidden/>
          </w:rPr>
          <w:tab/>
        </w:r>
        <w:r w:rsidR="002F60B3" w:rsidRPr="002F60B3">
          <w:rPr>
            <w:webHidden/>
          </w:rPr>
          <w:fldChar w:fldCharType="begin"/>
        </w:r>
        <w:r w:rsidR="002F60B3" w:rsidRPr="002F60B3">
          <w:rPr>
            <w:webHidden/>
          </w:rPr>
          <w:instrText xml:space="preserve"> PAGEREF _Toc135989062 \h </w:instrText>
        </w:r>
        <w:r w:rsidR="002F60B3" w:rsidRPr="002F60B3">
          <w:rPr>
            <w:webHidden/>
          </w:rPr>
        </w:r>
        <w:r w:rsidR="002F60B3" w:rsidRPr="002F60B3">
          <w:rPr>
            <w:webHidden/>
          </w:rPr>
          <w:fldChar w:fldCharType="separate"/>
        </w:r>
        <w:r>
          <w:rPr>
            <w:webHidden/>
          </w:rPr>
          <w:t>3-225</w:t>
        </w:r>
        <w:r w:rsidR="002F60B3" w:rsidRPr="002F60B3">
          <w:rPr>
            <w:webHidden/>
          </w:rPr>
          <w:fldChar w:fldCharType="end"/>
        </w:r>
      </w:hyperlink>
    </w:p>
    <w:p w14:paraId="2A718423" w14:textId="7B7CB4EA" w:rsidR="002F60B3" w:rsidRPr="002F60B3" w:rsidRDefault="009F070C" w:rsidP="00910953">
      <w:pPr>
        <w:pStyle w:val="TOC4"/>
        <w:rPr>
          <w:rFonts w:eastAsiaTheme="minorEastAsia"/>
          <w:snapToGrid/>
        </w:rPr>
      </w:pPr>
      <w:hyperlink w:anchor="_Toc135989063" w:history="1">
        <w:r w:rsidR="002F60B3" w:rsidRPr="002F60B3">
          <w:rPr>
            <w:rStyle w:val="Hyperlink"/>
            <w:bCs w:val="0"/>
            <w:sz w:val="20"/>
            <w:szCs w:val="20"/>
            <w:u w:val="none"/>
          </w:rPr>
          <w:t>3.14.1.9</w:t>
        </w:r>
        <w:r w:rsidR="002F60B3" w:rsidRPr="002F60B3">
          <w:rPr>
            <w:rFonts w:eastAsiaTheme="minorEastAsia"/>
            <w:snapToGrid/>
          </w:rPr>
          <w:tab/>
        </w:r>
        <w:r w:rsidR="002F60B3" w:rsidRPr="002F60B3">
          <w:rPr>
            <w:rStyle w:val="Hyperlink"/>
            <w:bCs w:val="0"/>
            <w:sz w:val="20"/>
            <w:szCs w:val="20"/>
            <w:u w:val="none"/>
          </w:rPr>
          <w:t>Generation Resource Status Updates</w:t>
        </w:r>
        <w:r w:rsidR="002F60B3" w:rsidRPr="002F60B3">
          <w:rPr>
            <w:webHidden/>
          </w:rPr>
          <w:tab/>
        </w:r>
        <w:r w:rsidR="002F60B3" w:rsidRPr="002F60B3">
          <w:rPr>
            <w:webHidden/>
          </w:rPr>
          <w:fldChar w:fldCharType="begin"/>
        </w:r>
        <w:r w:rsidR="002F60B3" w:rsidRPr="002F60B3">
          <w:rPr>
            <w:webHidden/>
          </w:rPr>
          <w:instrText xml:space="preserve"> PAGEREF _Toc135989063 \h </w:instrText>
        </w:r>
        <w:r w:rsidR="002F60B3" w:rsidRPr="002F60B3">
          <w:rPr>
            <w:webHidden/>
          </w:rPr>
        </w:r>
        <w:r w:rsidR="002F60B3" w:rsidRPr="002F60B3">
          <w:rPr>
            <w:webHidden/>
          </w:rPr>
          <w:fldChar w:fldCharType="separate"/>
        </w:r>
        <w:r>
          <w:rPr>
            <w:webHidden/>
          </w:rPr>
          <w:t>3-227</w:t>
        </w:r>
        <w:r w:rsidR="002F60B3" w:rsidRPr="002F60B3">
          <w:rPr>
            <w:webHidden/>
          </w:rPr>
          <w:fldChar w:fldCharType="end"/>
        </w:r>
      </w:hyperlink>
    </w:p>
    <w:p w14:paraId="5FE6EAAF" w14:textId="631A1FAA" w:rsidR="002F60B3" w:rsidRPr="002F60B3" w:rsidRDefault="009F070C" w:rsidP="00910953">
      <w:pPr>
        <w:pStyle w:val="TOC4"/>
        <w:rPr>
          <w:rFonts w:eastAsiaTheme="minorEastAsia"/>
          <w:snapToGrid/>
        </w:rPr>
      </w:pPr>
      <w:hyperlink w:anchor="_Toc135989064" w:history="1">
        <w:r w:rsidR="002F60B3" w:rsidRPr="002F60B3">
          <w:rPr>
            <w:rStyle w:val="Hyperlink"/>
            <w:bCs w:val="0"/>
            <w:sz w:val="20"/>
            <w:szCs w:val="20"/>
            <w:u w:val="none"/>
          </w:rPr>
          <w:t>3.14.1.10</w:t>
        </w:r>
        <w:r w:rsidR="002F60B3" w:rsidRPr="002F60B3">
          <w:rPr>
            <w:rFonts w:eastAsiaTheme="minorEastAsia"/>
            <w:snapToGrid/>
          </w:rPr>
          <w:tab/>
        </w:r>
        <w:r w:rsidR="002F60B3" w:rsidRPr="002F60B3">
          <w:rPr>
            <w:rStyle w:val="Hyperlink"/>
            <w:bCs w:val="0"/>
            <w:sz w:val="20"/>
            <w:szCs w:val="20"/>
            <w:u w:val="none"/>
          </w:rPr>
          <w:t>Eligible Costs</w:t>
        </w:r>
        <w:r w:rsidR="002F60B3" w:rsidRPr="002F60B3">
          <w:rPr>
            <w:webHidden/>
          </w:rPr>
          <w:tab/>
        </w:r>
        <w:r w:rsidR="002F60B3" w:rsidRPr="002F60B3">
          <w:rPr>
            <w:webHidden/>
          </w:rPr>
          <w:fldChar w:fldCharType="begin"/>
        </w:r>
        <w:r w:rsidR="002F60B3" w:rsidRPr="002F60B3">
          <w:rPr>
            <w:webHidden/>
          </w:rPr>
          <w:instrText xml:space="preserve"> PAGEREF _Toc135989064 \h </w:instrText>
        </w:r>
        <w:r w:rsidR="002F60B3" w:rsidRPr="002F60B3">
          <w:rPr>
            <w:webHidden/>
          </w:rPr>
        </w:r>
        <w:r w:rsidR="002F60B3" w:rsidRPr="002F60B3">
          <w:rPr>
            <w:webHidden/>
          </w:rPr>
          <w:fldChar w:fldCharType="separate"/>
        </w:r>
        <w:r>
          <w:rPr>
            <w:webHidden/>
          </w:rPr>
          <w:t>3-230</w:t>
        </w:r>
        <w:r w:rsidR="002F60B3" w:rsidRPr="002F60B3">
          <w:rPr>
            <w:webHidden/>
          </w:rPr>
          <w:fldChar w:fldCharType="end"/>
        </w:r>
      </w:hyperlink>
    </w:p>
    <w:p w14:paraId="38C62FB7" w14:textId="7C97DFE7" w:rsidR="002F60B3" w:rsidRPr="002F60B3" w:rsidRDefault="009F070C" w:rsidP="00910953">
      <w:pPr>
        <w:pStyle w:val="TOC4"/>
        <w:rPr>
          <w:rFonts w:eastAsiaTheme="minorEastAsia"/>
          <w:snapToGrid/>
        </w:rPr>
      </w:pPr>
      <w:hyperlink w:anchor="_Toc135989065" w:history="1">
        <w:r w:rsidR="002F60B3" w:rsidRPr="002F60B3">
          <w:rPr>
            <w:rStyle w:val="Hyperlink"/>
            <w:bCs w:val="0"/>
            <w:sz w:val="20"/>
            <w:szCs w:val="20"/>
            <w:u w:val="none"/>
          </w:rPr>
          <w:t>3.14.1.11</w:t>
        </w:r>
        <w:r w:rsidR="002F60B3" w:rsidRPr="002F60B3">
          <w:rPr>
            <w:rFonts w:eastAsiaTheme="minorEastAsia"/>
            <w:snapToGrid/>
          </w:rPr>
          <w:tab/>
        </w:r>
        <w:r w:rsidR="002F60B3" w:rsidRPr="002F60B3">
          <w:rPr>
            <w:rStyle w:val="Hyperlink"/>
            <w:bCs w:val="0"/>
            <w:sz w:val="20"/>
            <w:szCs w:val="20"/>
            <w:u w:val="none"/>
          </w:rPr>
          <w:t>Budgeting Eligible Costs</w:t>
        </w:r>
        <w:r w:rsidR="002F60B3" w:rsidRPr="002F60B3">
          <w:rPr>
            <w:webHidden/>
          </w:rPr>
          <w:tab/>
        </w:r>
        <w:r w:rsidR="002F60B3" w:rsidRPr="002F60B3">
          <w:rPr>
            <w:webHidden/>
          </w:rPr>
          <w:fldChar w:fldCharType="begin"/>
        </w:r>
        <w:r w:rsidR="002F60B3" w:rsidRPr="002F60B3">
          <w:rPr>
            <w:webHidden/>
          </w:rPr>
          <w:instrText xml:space="preserve"> PAGEREF _Toc135989065 \h </w:instrText>
        </w:r>
        <w:r w:rsidR="002F60B3" w:rsidRPr="002F60B3">
          <w:rPr>
            <w:webHidden/>
          </w:rPr>
        </w:r>
        <w:r w:rsidR="002F60B3" w:rsidRPr="002F60B3">
          <w:rPr>
            <w:webHidden/>
          </w:rPr>
          <w:fldChar w:fldCharType="separate"/>
        </w:r>
        <w:r>
          <w:rPr>
            <w:webHidden/>
          </w:rPr>
          <w:t>3-232</w:t>
        </w:r>
        <w:r w:rsidR="002F60B3" w:rsidRPr="002F60B3">
          <w:rPr>
            <w:webHidden/>
          </w:rPr>
          <w:fldChar w:fldCharType="end"/>
        </w:r>
      </w:hyperlink>
    </w:p>
    <w:p w14:paraId="262147CA" w14:textId="4D411013" w:rsidR="002F60B3" w:rsidRPr="002F60B3" w:rsidRDefault="009F070C" w:rsidP="00910953">
      <w:pPr>
        <w:pStyle w:val="TOC4"/>
        <w:rPr>
          <w:rFonts w:eastAsiaTheme="minorEastAsia"/>
          <w:snapToGrid/>
        </w:rPr>
      </w:pPr>
      <w:hyperlink w:anchor="_Toc135989066" w:history="1">
        <w:r w:rsidR="002F60B3" w:rsidRPr="002F60B3">
          <w:rPr>
            <w:rStyle w:val="Hyperlink"/>
            <w:bCs w:val="0"/>
            <w:sz w:val="20"/>
            <w:szCs w:val="20"/>
            <w:u w:val="none"/>
          </w:rPr>
          <w:t>3.14.1.12</w:t>
        </w:r>
        <w:r w:rsidR="002F60B3" w:rsidRPr="002F60B3">
          <w:rPr>
            <w:rFonts w:eastAsiaTheme="minorEastAsia"/>
            <w:snapToGrid/>
          </w:rPr>
          <w:tab/>
        </w:r>
        <w:r w:rsidR="002F60B3" w:rsidRPr="002F60B3">
          <w:rPr>
            <w:rStyle w:val="Hyperlink"/>
            <w:bCs w:val="0"/>
            <w:sz w:val="20"/>
            <w:szCs w:val="20"/>
            <w:u w:val="none"/>
          </w:rPr>
          <w:t>Calculation of the Initial Standby Cost</w:t>
        </w:r>
        <w:r w:rsidR="002F60B3" w:rsidRPr="002F60B3">
          <w:rPr>
            <w:webHidden/>
          </w:rPr>
          <w:tab/>
        </w:r>
        <w:r w:rsidR="002F60B3" w:rsidRPr="002F60B3">
          <w:rPr>
            <w:webHidden/>
          </w:rPr>
          <w:fldChar w:fldCharType="begin"/>
        </w:r>
        <w:r w:rsidR="002F60B3" w:rsidRPr="002F60B3">
          <w:rPr>
            <w:webHidden/>
          </w:rPr>
          <w:instrText xml:space="preserve"> PAGEREF _Toc135989066 \h </w:instrText>
        </w:r>
        <w:r w:rsidR="002F60B3" w:rsidRPr="002F60B3">
          <w:rPr>
            <w:webHidden/>
          </w:rPr>
        </w:r>
        <w:r w:rsidR="002F60B3" w:rsidRPr="002F60B3">
          <w:rPr>
            <w:webHidden/>
          </w:rPr>
          <w:fldChar w:fldCharType="separate"/>
        </w:r>
        <w:r>
          <w:rPr>
            <w:webHidden/>
          </w:rPr>
          <w:t>3-235</w:t>
        </w:r>
        <w:r w:rsidR="002F60B3" w:rsidRPr="002F60B3">
          <w:rPr>
            <w:webHidden/>
          </w:rPr>
          <w:fldChar w:fldCharType="end"/>
        </w:r>
      </w:hyperlink>
    </w:p>
    <w:p w14:paraId="65CBCEB9" w14:textId="12CEF12F" w:rsidR="002F60B3" w:rsidRPr="002F60B3" w:rsidRDefault="009F070C" w:rsidP="00910953">
      <w:pPr>
        <w:pStyle w:val="TOC4"/>
        <w:rPr>
          <w:rFonts w:eastAsiaTheme="minorEastAsia"/>
          <w:snapToGrid/>
        </w:rPr>
      </w:pPr>
      <w:hyperlink w:anchor="_Toc135989067" w:history="1">
        <w:r w:rsidR="002F60B3" w:rsidRPr="002F60B3">
          <w:rPr>
            <w:rStyle w:val="Hyperlink"/>
            <w:bCs w:val="0"/>
            <w:sz w:val="20"/>
            <w:szCs w:val="20"/>
            <w:u w:val="none"/>
          </w:rPr>
          <w:t>3.14.1.13</w:t>
        </w:r>
        <w:r w:rsidR="002F60B3" w:rsidRPr="002F60B3">
          <w:rPr>
            <w:rFonts w:eastAsiaTheme="minorEastAsia"/>
            <w:snapToGrid/>
          </w:rPr>
          <w:tab/>
        </w:r>
        <w:r w:rsidR="002F60B3" w:rsidRPr="002F60B3">
          <w:rPr>
            <w:rStyle w:val="Hyperlink"/>
            <w:bCs w:val="0"/>
            <w:sz w:val="20"/>
            <w:szCs w:val="20"/>
            <w:u w:val="none"/>
          </w:rPr>
          <w:t>Updated Budgets During the Term of an RMR Agreement</w:t>
        </w:r>
        <w:r w:rsidR="002F60B3" w:rsidRPr="002F60B3">
          <w:rPr>
            <w:webHidden/>
          </w:rPr>
          <w:tab/>
        </w:r>
        <w:r w:rsidR="002F60B3" w:rsidRPr="002F60B3">
          <w:rPr>
            <w:webHidden/>
          </w:rPr>
          <w:fldChar w:fldCharType="begin"/>
        </w:r>
        <w:r w:rsidR="002F60B3" w:rsidRPr="002F60B3">
          <w:rPr>
            <w:webHidden/>
          </w:rPr>
          <w:instrText xml:space="preserve"> PAGEREF _Toc135989067 \h </w:instrText>
        </w:r>
        <w:r w:rsidR="002F60B3" w:rsidRPr="002F60B3">
          <w:rPr>
            <w:webHidden/>
          </w:rPr>
        </w:r>
        <w:r w:rsidR="002F60B3" w:rsidRPr="002F60B3">
          <w:rPr>
            <w:webHidden/>
          </w:rPr>
          <w:fldChar w:fldCharType="separate"/>
        </w:r>
        <w:r>
          <w:rPr>
            <w:webHidden/>
          </w:rPr>
          <w:t>3-235</w:t>
        </w:r>
        <w:r w:rsidR="002F60B3" w:rsidRPr="002F60B3">
          <w:rPr>
            <w:webHidden/>
          </w:rPr>
          <w:fldChar w:fldCharType="end"/>
        </w:r>
      </w:hyperlink>
    </w:p>
    <w:p w14:paraId="56C66DD7" w14:textId="1CF52394" w:rsidR="002F60B3" w:rsidRPr="002F60B3" w:rsidRDefault="009F070C" w:rsidP="00910953">
      <w:pPr>
        <w:pStyle w:val="TOC4"/>
        <w:rPr>
          <w:rFonts w:eastAsiaTheme="minorEastAsia"/>
          <w:snapToGrid/>
        </w:rPr>
      </w:pPr>
      <w:hyperlink w:anchor="_Toc135989068" w:history="1">
        <w:r w:rsidR="002F60B3" w:rsidRPr="002F60B3">
          <w:rPr>
            <w:rStyle w:val="Hyperlink"/>
            <w:bCs w:val="0"/>
            <w:sz w:val="20"/>
            <w:szCs w:val="20"/>
            <w:u w:val="none"/>
          </w:rPr>
          <w:t>3.14.1.14</w:t>
        </w:r>
        <w:r w:rsidR="002F60B3" w:rsidRPr="002F60B3">
          <w:rPr>
            <w:rFonts w:eastAsiaTheme="minorEastAsia"/>
            <w:snapToGrid/>
          </w:rPr>
          <w:tab/>
        </w:r>
        <w:r w:rsidR="002F60B3" w:rsidRPr="002F60B3">
          <w:rPr>
            <w:rStyle w:val="Hyperlink"/>
            <w:bCs w:val="0"/>
            <w:sz w:val="20"/>
            <w:szCs w:val="20"/>
            <w:u w:val="none"/>
          </w:rPr>
          <w:t>Reporting Actual RMR Eligible Costs</w:t>
        </w:r>
        <w:r w:rsidR="002F60B3" w:rsidRPr="002F60B3">
          <w:rPr>
            <w:webHidden/>
          </w:rPr>
          <w:tab/>
        </w:r>
        <w:r w:rsidR="002F60B3" w:rsidRPr="002F60B3">
          <w:rPr>
            <w:webHidden/>
          </w:rPr>
          <w:fldChar w:fldCharType="begin"/>
        </w:r>
        <w:r w:rsidR="002F60B3" w:rsidRPr="002F60B3">
          <w:rPr>
            <w:webHidden/>
          </w:rPr>
          <w:instrText xml:space="preserve"> PAGEREF _Toc135989068 \h </w:instrText>
        </w:r>
        <w:r w:rsidR="002F60B3" w:rsidRPr="002F60B3">
          <w:rPr>
            <w:webHidden/>
          </w:rPr>
        </w:r>
        <w:r w:rsidR="002F60B3" w:rsidRPr="002F60B3">
          <w:rPr>
            <w:webHidden/>
          </w:rPr>
          <w:fldChar w:fldCharType="separate"/>
        </w:r>
        <w:r>
          <w:rPr>
            <w:webHidden/>
          </w:rPr>
          <w:t>3-236</w:t>
        </w:r>
        <w:r w:rsidR="002F60B3" w:rsidRPr="002F60B3">
          <w:rPr>
            <w:webHidden/>
          </w:rPr>
          <w:fldChar w:fldCharType="end"/>
        </w:r>
      </w:hyperlink>
    </w:p>
    <w:p w14:paraId="1570BAC2" w14:textId="68AFD58C" w:rsidR="002F60B3" w:rsidRPr="002F60B3" w:rsidRDefault="009F070C" w:rsidP="00910953">
      <w:pPr>
        <w:pStyle w:val="TOC4"/>
        <w:rPr>
          <w:rFonts w:eastAsiaTheme="minorEastAsia"/>
          <w:snapToGrid/>
        </w:rPr>
      </w:pPr>
      <w:hyperlink w:anchor="_Toc135989069" w:history="1">
        <w:r w:rsidR="002F60B3" w:rsidRPr="002F60B3">
          <w:rPr>
            <w:rStyle w:val="Hyperlink"/>
            <w:bCs w:val="0"/>
            <w:sz w:val="20"/>
            <w:szCs w:val="20"/>
            <w:u w:val="none"/>
          </w:rPr>
          <w:t>3.14.1.15</w:t>
        </w:r>
        <w:r w:rsidR="002F60B3" w:rsidRPr="002F60B3">
          <w:rPr>
            <w:rFonts w:eastAsiaTheme="minorEastAsia"/>
            <w:snapToGrid/>
          </w:rPr>
          <w:tab/>
        </w:r>
        <w:r w:rsidR="002F60B3" w:rsidRPr="002F60B3">
          <w:rPr>
            <w:rStyle w:val="Hyperlink"/>
            <w:bCs w:val="0"/>
            <w:sz w:val="20"/>
            <w:szCs w:val="20"/>
            <w:u w:val="none"/>
          </w:rPr>
          <w:t>Reporting Actual MRA Eligible Costs</w:t>
        </w:r>
        <w:r w:rsidR="002F60B3" w:rsidRPr="002F60B3">
          <w:rPr>
            <w:webHidden/>
          </w:rPr>
          <w:tab/>
        </w:r>
        <w:r w:rsidR="002F60B3" w:rsidRPr="002F60B3">
          <w:rPr>
            <w:webHidden/>
          </w:rPr>
          <w:fldChar w:fldCharType="begin"/>
        </w:r>
        <w:r w:rsidR="002F60B3" w:rsidRPr="002F60B3">
          <w:rPr>
            <w:webHidden/>
          </w:rPr>
          <w:instrText xml:space="preserve"> PAGEREF _Toc135989069 \h </w:instrText>
        </w:r>
        <w:r w:rsidR="002F60B3" w:rsidRPr="002F60B3">
          <w:rPr>
            <w:webHidden/>
          </w:rPr>
        </w:r>
        <w:r w:rsidR="002F60B3" w:rsidRPr="002F60B3">
          <w:rPr>
            <w:webHidden/>
          </w:rPr>
          <w:fldChar w:fldCharType="separate"/>
        </w:r>
        <w:r>
          <w:rPr>
            <w:webHidden/>
          </w:rPr>
          <w:t>3-236</w:t>
        </w:r>
        <w:r w:rsidR="002F60B3" w:rsidRPr="002F60B3">
          <w:rPr>
            <w:webHidden/>
          </w:rPr>
          <w:fldChar w:fldCharType="end"/>
        </w:r>
      </w:hyperlink>
    </w:p>
    <w:p w14:paraId="20B95C4D" w14:textId="03A111B0" w:rsidR="002F60B3" w:rsidRPr="002F60B3" w:rsidRDefault="009F070C" w:rsidP="00910953">
      <w:pPr>
        <w:pStyle w:val="TOC4"/>
        <w:rPr>
          <w:rFonts w:eastAsiaTheme="minorEastAsia"/>
          <w:snapToGrid/>
        </w:rPr>
      </w:pPr>
      <w:hyperlink w:anchor="_Toc135989070" w:history="1">
        <w:r w:rsidR="002F60B3" w:rsidRPr="002F60B3">
          <w:rPr>
            <w:rStyle w:val="Hyperlink"/>
            <w:bCs w:val="0"/>
            <w:sz w:val="20"/>
            <w:szCs w:val="20"/>
            <w:u w:val="none"/>
          </w:rPr>
          <w:t>3.14.1.16</w:t>
        </w:r>
        <w:r w:rsidR="002F60B3" w:rsidRPr="002F60B3">
          <w:rPr>
            <w:rFonts w:eastAsiaTheme="minorEastAsia"/>
            <w:snapToGrid/>
          </w:rPr>
          <w:tab/>
        </w:r>
        <w:r w:rsidR="002F60B3" w:rsidRPr="002F60B3">
          <w:rPr>
            <w:rStyle w:val="Hyperlink"/>
            <w:bCs w:val="0"/>
            <w:sz w:val="20"/>
            <w:szCs w:val="20"/>
            <w:u w:val="none"/>
          </w:rPr>
          <w:t>Reconciliation of Actual Eligible Costs</w:t>
        </w:r>
        <w:r w:rsidR="002F60B3" w:rsidRPr="002F60B3">
          <w:rPr>
            <w:webHidden/>
          </w:rPr>
          <w:tab/>
        </w:r>
        <w:r w:rsidR="002F60B3" w:rsidRPr="002F60B3">
          <w:rPr>
            <w:webHidden/>
          </w:rPr>
          <w:fldChar w:fldCharType="begin"/>
        </w:r>
        <w:r w:rsidR="002F60B3" w:rsidRPr="002F60B3">
          <w:rPr>
            <w:webHidden/>
          </w:rPr>
          <w:instrText xml:space="preserve"> PAGEREF _Toc135989070 \h </w:instrText>
        </w:r>
        <w:r w:rsidR="002F60B3" w:rsidRPr="002F60B3">
          <w:rPr>
            <w:webHidden/>
          </w:rPr>
        </w:r>
        <w:r w:rsidR="002F60B3" w:rsidRPr="002F60B3">
          <w:rPr>
            <w:webHidden/>
          </w:rPr>
          <w:fldChar w:fldCharType="separate"/>
        </w:r>
        <w:r>
          <w:rPr>
            <w:webHidden/>
          </w:rPr>
          <w:t>3-236</w:t>
        </w:r>
        <w:r w:rsidR="002F60B3" w:rsidRPr="002F60B3">
          <w:rPr>
            <w:webHidden/>
          </w:rPr>
          <w:fldChar w:fldCharType="end"/>
        </w:r>
      </w:hyperlink>
    </w:p>
    <w:p w14:paraId="0216B5D1" w14:textId="30B184C0" w:rsidR="002F60B3" w:rsidRPr="002F60B3" w:rsidRDefault="009F070C" w:rsidP="00910953">
      <w:pPr>
        <w:pStyle w:val="TOC4"/>
        <w:rPr>
          <w:rFonts w:eastAsiaTheme="minorEastAsia"/>
          <w:snapToGrid/>
        </w:rPr>
      </w:pPr>
      <w:hyperlink w:anchor="_Toc135989071" w:history="1">
        <w:r w:rsidR="002F60B3" w:rsidRPr="002F60B3">
          <w:rPr>
            <w:rStyle w:val="Hyperlink"/>
            <w:bCs w:val="0"/>
            <w:sz w:val="20"/>
            <w:szCs w:val="20"/>
            <w:u w:val="none"/>
          </w:rPr>
          <w:t>3.14.1.17</w:t>
        </w:r>
        <w:r w:rsidR="002F60B3" w:rsidRPr="002F60B3">
          <w:rPr>
            <w:rFonts w:eastAsiaTheme="minorEastAsia"/>
            <w:snapToGrid/>
          </w:rPr>
          <w:tab/>
        </w:r>
        <w:r w:rsidR="002F60B3" w:rsidRPr="002F60B3">
          <w:rPr>
            <w:rStyle w:val="Hyperlink"/>
            <w:bCs w:val="0"/>
            <w:sz w:val="20"/>
            <w:szCs w:val="20"/>
            <w:u w:val="none"/>
          </w:rPr>
          <w:t>Incentive Factor</w:t>
        </w:r>
        <w:r w:rsidR="002F60B3" w:rsidRPr="002F60B3">
          <w:rPr>
            <w:webHidden/>
          </w:rPr>
          <w:tab/>
        </w:r>
        <w:r w:rsidR="002F60B3" w:rsidRPr="002F60B3">
          <w:rPr>
            <w:webHidden/>
          </w:rPr>
          <w:fldChar w:fldCharType="begin"/>
        </w:r>
        <w:r w:rsidR="002F60B3" w:rsidRPr="002F60B3">
          <w:rPr>
            <w:webHidden/>
          </w:rPr>
          <w:instrText xml:space="preserve"> PAGEREF _Toc135989071 \h </w:instrText>
        </w:r>
        <w:r w:rsidR="002F60B3" w:rsidRPr="002F60B3">
          <w:rPr>
            <w:webHidden/>
          </w:rPr>
        </w:r>
        <w:r w:rsidR="002F60B3" w:rsidRPr="002F60B3">
          <w:rPr>
            <w:webHidden/>
          </w:rPr>
          <w:fldChar w:fldCharType="separate"/>
        </w:r>
        <w:r>
          <w:rPr>
            <w:webHidden/>
          </w:rPr>
          <w:t>3-237</w:t>
        </w:r>
        <w:r w:rsidR="002F60B3" w:rsidRPr="002F60B3">
          <w:rPr>
            <w:webHidden/>
          </w:rPr>
          <w:fldChar w:fldCharType="end"/>
        </w:r>
      </w:hyperlink>
    </w:p>
    <w:p w14:paraId="3C49BD1C" w14:textId="03147390" w:rsidR="002F60B3" w:rsidRPr="002F60B3" w:rsidRDefault="009F070C" w:rsidP="00910953">
      <w:pPr>
        <w:pStyle w:val="TOC4"/>
        <w:rPr>
          <w:rFonts w:eastAsiaTheme="minorEastAsia"/>
          <w:snapToGrid/>
        </w:rPr>
      </w:pPr>
      <w:hyperlink w:anchor="_Toc135989072" w:history="1">
        <w:r w:rsidR="002F60B3" w:rsidRPr="002F60B3">
          <w:rPr>
            <w:rStyle w:val="Hyperlink"/>
            <w:bCs w:val="0"/>
            <w:sz w:val="20"/>
            <w:szCs w:val="20"/>
            <w:u w:val="none"/>
          </w:rPr>
          <w:t>3.14.1.18</w:t>
        </w:r>
        <w:r w:rsidR="002F60B3" w:rsidRPr="002F60B3">
          <w:rPr>
            <w:rFonts w:eastAsiaTheme="minorEastAsia"/>
            <w:snapToGrid/>
          </w:rPr>
          <w:tab/>
        </w:r>
        <w:r w:rsidR="002F60B3" w:rsidRPr="002F60B3">
          <w:rPr>
            <w:rStyle w:val="Hyperlink"/>
            <w:bCs w:val="0"/>
            <w:sz w:val="20"/>
            <w:szCs w:val="20"/>
            <w:u w:val="none"/>
          </w:rPr>
          <w:t>Major Equipment Modifications</w:t>
        </w:r>
        <w:r w:rsidR="002F60B3" w:rsidRPr="002F60B3">
          <w:rPr>
            <w:webHidden/>
          </w:rPr>
          <w:tab/>
        </w:r>
        <w:r w:rsidR="002F60B3" w:rsidRPr="002F60B3">
          <w:rPr>
            <w:webHidden/>
          </w:rPr>
          <w:fldChar w:fldCharType="begin"/>
        </w:r>
        <w:r w:rsidR="002F60B3" w:rsidRPr="002F60B3">
          <w:rPr>
            <w:webHidden/>
          </w:rPr>
          <w:instrText xml:space="preserve"> PAGEREF _Toc135989072 \h </w:instrText>
        </w:r>
        <w:r w:rsidR="002F60B3" w:rsidRPr="002F60B3">
          <w:rPr>
            <w:webHidden/>
          </w:rPr>
        </w:r>
        <w:r w:rsidR="002F60B3" w:rsidRPr="002F60B3">
          <w:rPr>
            <w:webHidden/>
          </w:rPr>
          <w:fldChar w:fldCharType="separate"/>
        </w:r>
        <w:r>
          <w:rPr>
            <w:webHidden/>
          </w:rPr>
          <w:t>3-237</w:t>
        </w:r>
        <w:r w:rsidR="002F60B3" w:rsidRPr="002F60B3">
          <w:rPr>
            <w:webHidden/>
          </w:rPr>
          <w:fldChar w:fldCharType="end"/>
        </w:r>
      </w:hyperlink>
    </w:p>
    <w:p w14:paraId="73E8BF20" w14:textId="7D340694" w:rsidR="002F60B3" w:rsidRPr="002F60B3" w:rsidRDefault="009F070C" w:rsidP="00910953">
      <w:pPr>
        <w:pStyle w:val="TOC4"/>
        <w:rPr>
          <w:rFonts w:eastAsiaTheme="minorEastAsia"/>
          <w:snapToGrid/>
        </w:rPr>
      </w:pPr>
      <w:hyperlink w:anchor="_Toc135989073" w:history="1">
        <w:r w:rsidR="002F60B3" w:rsidRPr="002F60B3">
          <w:rPr>
            <w:rStyle w:val="Hyperlink"/>
            <w:bCs w:val="0"/>
            <w:sz w:val="20"/>
            <w:szCs w:val="20"/>
            <w:u w:val="none"/>
          </w:rPr>
          <w:t>3.14.1.19</w:t>
        </w:r>
        <w:r w:rsidR="002F60B3" w:rsidRPr="002F60B3">
          <w:rPr>
            <w:rFonts w:eastAsiaTheme="minorEastAsia"/>
            <w:snapToGrid/>
          </w:rPr>
          <w:tab/>
        </w:r>
        <w:r w:rsidR="002F60B3" w:rsidRPr="002F60B3">
          <w:rPr>
            <w:rStyle w:val="Hyperlink"/>
            <w:bCs w:val="0"/>
            <w:sz w:val="20"/>
            <w:szCs w:val="20"/>
            <w:u w:val="none"/>
          </w:rPr>
          <w:t>Charge for Contributed Capital Expenditures</w:t>
        </w:r>
        <w:r w:rsidR="002F60B3" w:rsidRPr="002F60B3">
          <w:rPr>
            <w:webHidden/>
          </w:rPr>
          <w:tab/>
        </w:r>
        <w:r w:rsidR="002F60B3" w:rsidRPr="002F60B3">
          <w:rPr>
            <w:webHidden/>
          </w:rPr>
          <w:fldChar w:fldCharType="begin"/>
        </w:r>
        <w:r w:rsidR="002F60B3" w:rsidRPr="002F60B3">
          <w:rPr>
            <w:webHidden/>
          </w:rPr>
          <w:instrText xml:space="preserve"> PAGEREF _Toc135989073 \h </w:instrText>
        </w:r>
        <w:r w:rsidR="002F60B3" w:rsidRPr="002F60B3">
          <w:rPr>
            <w:webHidden/>
          </w:rPr>
        </w:r>
        <w:r w:rsidR="002F60B3" w:rsidRPr="002F60B3">
          <w:rPr>
            <w:webHidden/>
          </w:rPr>
          <w:fldChar w:fldCharType="separate"/>
        </w:r>
        <w:r>
          <w:rPr>
            <w:webHidden/>
          </w:rPr>
          <w:t>3-237</w:t>
        </w:r>
        <w:r w:rsidR="002F60B3" w:rsidRPr="002F60B3">
          <w:rPr>
            <w:webHidden/>
          </w:rPr>
          <w:fldChar w:fldCharType="end"/>
        </w:r>
      </w:hyperlink>
    </w:p>
    <w:p w14:paraId="42F92B4E" w14:textId="2AE65EE0" w:rsidR="002F60B3" w:rsidRPr="002F60B3" w:rsidRDefault="009F070C" w:rsidP="00910953">
      <w:pPr>
        <w:pStyle w:val="TOC4"/>
        <w:rPr>
          <w:rFonts w:eastAsiaTheme="minorEastAsia"/>
          <w:snapToGrid/>
        </w:rPr>
      </w:pPr>
      <w:hyperlink w:anchor="_Toc135989074" w:history="1">
        <w:r w:rsidR="002F60B3" w:rsidRPr="002F60B3">
          <w:rPr>
            <w:rStyle w:val="Hyperlink"/>
            <w:bCs w:val="0"/>
            <w:sz w:val="20"/>
            <w:szCs w:val="20"/>
            <w:u w:val="none"/>
          </w:rPr>
          <w:t>3.14.1.20</w:t>
        </w:r>
        <w:r w:rsidR="002F60B3" w:rsidRPr="002F60B3">
          <w:rPr>
            <w:rFonts w:eastAsiaTheme="minorEastAsia"/>
            <w:snapToGrid/>
          </w:rPr>
          <w:tab/>
        </w:r>
        <w:r w:rsidR="002F60B3" w:rsidRPr="002F60B3">
          <w:rPr>
            <w:rStyle w:val="Hyperlink"/>
            <w:bCs w:val="0"/>
            <w:sz w:val="20"/>
            <w:szCs w:val="20"/>
            <w:u w:val="none"/>
          </w:rPr>
          <w:t>Budgeting Fuel Costs</w:t>
        </w:r>
        <w:r w:rsidR="002F60B3" w:rsidRPr="002F60B3">
          <w:rPr>
            <w:webHidden/>
          </w:rPr>
          <w:tab/>
        </w:r>
        <w:r w:rsidR="002F60B3" w:rsidRPr="002F60B3">
          <w:rPr>
            <w:webHidden/>
          </w:rPr>
          <w:fldChar w:fldCharType="begin"/>
        </w:r>
        <w:r w:rsidR="002F60B3" w:rsidRPr="002F60B3">
          <w:rPr>
            <w:webHidden/>
          </w:rPr>
          <w:instrText xml:space="preserve"> PAGEREF _Toc135989074 \h </w:instrText>
        </w:r>
        <w:r w:rsidR="002F60B3" w:rsidRPr="002F60B3">
          <w:rPr>
            <w:webHidden/>
          </w:rPr>
        </w:r>
        <w:r w:rsidR="002F60B3" w:rsidRPr="002F60B3">
          <w:rPr>
            <w:webHidden/>
          </w:rPr>
          <w:fldChar w:fldCharType="separate"/>
        </w:r>
        <w:r>
          <w:rPr>
            <w:webHidden/>
          </w:rPr>
          <w:t>3-239</w:t>
        </w:r>
        <w:r w:rsidR="002F60B3" w:rsidRPr="002F60B3">
          <w:rPr>
            <w:webHidden/>
          </w:rPr>
          <w:fldChar w:fldCharType="end"/>
        </w:r>
      </w:hyperlink>
    </w:p>
    <w:p w14:paraId="6BFF32C3" w14:textId="0DB4CB35" w:rsidR="002F60B3" w:rsidRPr="002F60B3" w:rsidRDefault="009F070C" w:rsidP="00910953">
      <w:pPr>
        <w:pStyle w:val="TOC4"/>
        <w:rPr>
          <w:rFonts w:eastAsiaTheme="minorEastAsia"/>
          <w:snapToGrid/>
        </w:rPr>
      </w:pPr>
      <w:hyperlink w:anchor="_Toc135989075" w:history="1">
        <w:r w:rsidR="002F60B3" w:rsidRPr="002F60B3">
          <w:rPr>
            <w:rStyle w:val="Hyperlink"/>
            <w:bCs w:val="0"/>
            <w:sz w:val="20"/>
            <w:szCs w:val="20"/>
            <w:u w:val="none"/>
          </w:rPr>
          <w:t>3.14.1.21</w:t>
        </w:r>
        <w:r w:rsidR="002F60B3" w:rsidRPr="002F60B3">
          <w:rPr>
            <w:rFonts w:eastAsiaTheme="minorEastAsia"/>
            <w:snapToGrid/>
          </w:rPr>
          <w:tab/>
        </w:r>
        <w:r w:rsidR="002F60B3" w:rsidRPr="002F60B3">
          <w:rPr>
            <w:rStyle w:val="Hyperlink"/>
            <w:bCs w:val="0"/>
            <w:sz w:val="20"/>
            <w:szCs w:val="20"/>
            <w:u w:val="none"/>
          </w:rPr>
          <w:t>Reporting Actual Eligible Fuel Costs</w:t>
        </w:r>
        <w:r w:rsidR="002F60B3" w:rsidRPr="002F60B3">
          <w:rPr>
            <w:webHidden/>
          </w:rPr>
          <w:tab/>
        </w:r>
        <w:r w:rsidR="002F60B3" w:rsidRPr="002F60B3">
          <w:rPr>
            <w:webHidden/>
          </w:rPr>
          <w:fldChar w:fldCharType="begin"/>
        </w:r>
        <w:r w:rsidR="002F60B3" w:rsidRPr="002F60B3">
          <w:rPr>
            <w:webHidden/>
          </w:rPr>
          <w:instrText xml:space="preserve"> PAGEREF _Toc135989075 \h </w:instrText>
        </w:r>
        <w:r w:rsidR="002F60B3" w:rsidRPr="002F60B3">
          <w:rPr>
            <w:webHidden/>
          </w:rPr>
        </w:r>
        <w:r w:rsidR="002F60B3" w:rsidRPr="002F60B3">
          <w:rPr>
            <w:webHidden/>
          </w:rPr>
          <w:fldChar w:fldCharType="separate"/>
        </w:r>
        <w:r>
          <w:rPr>
            <w:webHidden/>
          </w:rPr>
          <w:t>3-240</w:t>
        </w:r>
        <w:r w:rsidR="002F60B3" w:rsidRPr="002F60B3">
          <w:rPr>
            <w:webHidden/>
          </w:rPr>
          <w:fldChar w:fldCharType="end"/>
        </w:r>
      </w:hyperlink>
    </w:p>
    <w:p w14:paraId="384B6477" w14:textId="61D6868C" w:rsidR="002F60B3" w:rsidRPr="002F60B3" w:rsidRDefault="009F070C">
      <w:pPr>
        <w:pStyle w:val="TOC3"/>
        <w:rPr>
          <w:rFonts w:eastAsiaTheme="minorEastAsia"/>
        </w:rPr>
      </w:pPr>
      <w:hyperlink w:anchor="_Toc135989076" w:history="1">
        <w:r w:rsidR="002F60B3" w:rsidRPr="002F60B3">
          <w:rPr>
            <w:rStyle w:val="Hyperlink"/>
            <w:u w:val="none"/>
          </w:rPr>
          <w:t>3.14.2</w:t>
        </w:r>
        <w:r w:rsidR="002F60B3" w:rsidRPr="002F60B3">
          <w:rPr>
            <w:rFonts w:eastAsiaTheme="minorEastAsia"/>
          </w:rPr>
          <w:tab/>
        </w:r>
        <w:r w:rsidR="002F60B3" w:rsidRPr="002F60B3">
          <w:rPr>
            <w:rStyle w:val="Hyperlink"/>
            <w:u w:val="none"/>
          </w:rPr>
          <w:t>Black Start</w:t>
        </w:r>
        <w:r w:rsidR="002F60B3" w:rsidRPr="002F60B3">
          <w:rPr>
            <w:webHidden/>
          </w:rPr>
          <w:tab/>
        </w:r>
        <w:r w:rsidR="002F60B3" w:rsidRPr="002F60B3">
          <w:rPr>
            <w:webHidden/>
          </w:rPr>
          <w:fldChar w:fldCharType="begin"/>
        </w:r>
        <w:r w:rsidR="002F60B3" w:rsidRPr="002F60B3">
          <w:rPr>
            <w:webHidden/>
          </w:rPr>
          <w:instrText xml:space="preserve"> PAGEREF _Toc135989076 \h </w:instrText>
        </w:r>
        <w:r w:rsidR="002F60B3" w:rsidRPr="002F60B3">
          <w:rPr>
            <w:webHidden/>
          </w:rPr>
        </w:r>
        <w:r w:rsidR="002F60B3" w:rsidRPr="002F60B3">
          <w:rPr>
            <w:webHidden/>
          </w:rPr>
          <w:fldChar w:fldCharType="separate"/>
        </w:r>
        <w:r>
          <w:rPr>
            <w:webHidden/>
          </w:rPr>
          <w:t>3-241</w:t>
        </w:r>
        <w:r w:rsidR="002F60B3" w:rsidRPr="002F60B3">
          <w:rPr>
            <w:webHidden/>
          </w:rPr>
          <w:fldChar w:fldCharType="end"/>
        </w:r>
      </w:hyperlink>
    </w:p>
    <w:p w14:paraId="3F5A0C5C" w14:textId="074F0A6D" w:rsidR="002F60B3" w:rsidRPr="002F60B3" w:rsidRDefault="009F070C">
      <w:pPr>
        <w:pStyle w:val="TOC3"/>
        <w:rPr>
          <w:rFonts w:eastAsiaTheme="minorEastAsia"/>
        </w:rPr>
      </w:pPr>
      <w:hyperlink w:anchor="_Toc135989077" w:history="1">
        <w:r w:rsidR="002F60B3" w:rsidRPr="002F60B3">
          <w:rPr>
            <w:rStyle w:val="Hyperlink"/>
            <w:u w:val="none"/>
          </w:rPr>
          <w:t>3.14.3</w:t>
        </w:r>
        <w:r w:rsidR="002F60B3" w:rsidRPr="002F60B3">
          <w:rPr>
            <w:rFonts w:eastAsiaTheme="minorEastAsia"/>
          </w:rPr>
          <w:tab/>
        </w:r>
        <w:r w:rsidR="002F60B3" w:rsidRPr="002F60B3">
          <w:rPr>
            <w:rStyle w:val="Hyperlink"/>
            <w:u w:val="none"/>
          </w:rPr>
          <w:t>Emergency Response Service</w:t>
        </w:r>
        <w:r w:rsidR="002F60B3" w:rsidRPr="002F60B3">
          <w:rPr>
            <w:webHidden/>
          </w:rPr>
          <w:tab/>
        </w:r>
        <w:r w:rsidR="002F60B3" w:rsidRPr="002F60B3">
          <w:rPr>
            <w:webHidden/>
          </w:rPr>
          <w:fldChar w:fldCharType="begin"/>
        </w:r>
        <w:r w:rsidR="002F60B3" w:rsidRPr="002F60B3">
          <w:rPr>
            <w:webHidden/>
          </w:rPr>
          <w:instrText xml:space="preserve"> PAGEREF _Toc135989077 \h </w:instrText>
        </w:r>
        <w:r w:rsidR="002F60B3" w:rsidRPr="002F60B3">
          <w:rPr>
            <w:webHidden/>
          </w:rPr>
        </w:r>
        <w:r w:rsidR="002F60B3" w:rsidRPr="002F60B3">
          <w:rPr>
            <w:webHidden/>
          </w:rPr>
          <w:fldChar w:fldCharType="separate"/>
        </w:r>
        <w:r>
          <w:rPr>
            <w:webHidden/>
          </w:rPr>
          <w:t>3-243</w:t>
        </w:r>
        <w:r w:rsidR="002F60B3" w:rsidRPr="002F60B3">
          <w:rPr>
            <w:webHidden/>
          </w:rPr>
          <w:fldChar w:fldCharType="end"/>
        </w:r>
      </w:hyperlink>
    </w:p>
    <w:p w14:paraId="7C990B2C" w14:textId="24A5358E" w:rsidR="002F60B3" w:rsidRPr="002F60B3" w:rsidRDefault="009F070C" w:rsidP="00910953">
      <w:pPr>
        <w:pStyle w:val="TOC4"/>
        <w:rPr>
          <w:rFonts w:eastAsiaTheme="minorEastAsia"/>
          <w:snapToGrid/>
        </w:rPr>
      </w:pPr>
      <w:hyperlink w:anchor="_Toc135989078" w:history="1">
        <w:r w:rsidR="002F60B3" w:rsidRPr="002F60B3">
          <w:rPr>
            <w:rStyle w:val="Hyperlink"/>
            <w:bCs w:val="0"/>
            <w:sz w:val="20"/>
            <w:szCs w:val="20"/>
            <w:u w:val="none"/>
          </w:rPr>
          <w:t>3.14.3.1</w:t>
        </w:r>
        <w:r w:rsidR="002F60B3" w:rsidRPr="002F60B3">
          <w:rPr>
            <w:rFonts w:eastAsiaTheme="minorEastAsia"/>
            <w:snapToGrid/>
          </w:rPr>
          <w:tab/>
        </w:r>
        <w:r w:rsidR="002F60B3" w:rsidRPr="002F60B3">
          <w:rPr>
            <w:rStyle w:val="Hyperlink"/>
            <w:bCs w:val="0"/>
            <w:sz w:val="20"/>
            <w:szCs w:val="20"/>
            <w:u w:val="none"/>
          </w:rPr>
          <w:t>Emergency Response Service Procurement</w:t>
        </w:r>
        <w:r w:rsidR="002F60B3" w:rsidRPr="002F60B3">
          <w:rPr>
            <w:webHidden/>
          </w:rPr>
          <w:tab/>
        </w:r>
        <w:r w:rsidR="002F60B3" w:rsidRPr="002F60B3">
          <w:rPr>
            <w:webHidden/>
          </w:rPr>
          <w:fldChar w:fldCharType="begin"/>
        </w:r>
        <w:r w:rsidR="002F60B3" w:rsidRPr="002F60B3">
          <w:rPr>
            <w:webHidden/>
          </w:rPr>
          <w:instrText xml:space="preserve"> PAGEREF _Toc135989078 \h </w:instrText>
        </w:r>
        <w:r w:rsidR="002F60B3" w:rsidRPr="002F60B3">
          <w:rPr>
            <w:webHidden/>
          </w:rPr>
        </w:r>
        <w:r w:rsidR="002F60B3" w:rsidRPr="002F60B3">
          <w:rPr>
            <w:webHidden/>
          </w:rPr>
          <w:fldChar w:fldCharType="separate"/>
        </w:r>
        <w:r>
          <w:rPr>
            <w:webHidden/>
          </w:rPr>
          <w:t>3-244</w:t>
        </w:r>
        <w:r w:rsidR="002F60B3" w:rsidRPr="002F60B3">
          <w:rPr>
            <w:webHidden/>
          </w:rPr>
          <w:fldChar w:fldCharType="end"/>
        </w:r>
      </w:hyperlink>
    </w:p>
    <w:p w14:paraId="164E8A74" w14:textId="739FECD0" w:rsidR="002F60B3" w:rsidRPr="002F60B3" w:rsidRDefault="009F070C" w:rsidP="00910953">
      <w:pPr>
        <w:pStyle w:val="TOC4"/>
        <w:rPr>
          <w:rFonts w:eastAsiaTheme="minorEastAsia"/>
          <w:snapToGrid/>
        </w:rPr>
      </w:pPr>
      <w:hyperlink w:anchor="_Toc135989079" w:history="1">
        <w:r w:rsidR="002F60B3" w:rsidRPr="002F60B3">
          <w:rPr>
            <w:rStyle w:val="Hyperlink"/>
            <w:bCs w:val="0"/>
            <w:sz w:val="20"/>
            <w:szCs w:val="20"/>
            <w:u w:val="none"/>
          </w:rPr>
          <w:t>3.14.3.2</w:t>
        </w:r>
        <w:r w:rsidR="002F60B3" w:rsidRPr="002F60B3">
          <w:rPr>
            <w:rFonts w:eastAsiaTheme="minorEastAsia"/>
            <w:snapToGrid/>
          </w:rPr>
          <w:tab/>
        </w:r>
        <w:r w:rsidR="002F60B3" w:rsidRPr="002F60B3">
          <w:rPr>
            <w:rStyle w:val="Hyperlink"/>
            <w:bCs w:val="0"/>
            <w:sz w:val="20"/>
            <w:szCs w:val="20"/>
            <w:u w:val="none"/>
          </w:rPr>
          <w:t>Emergency Response Service Self-Provision</w:t>
        </w:r>
        <w:r w:rsidR="002F60B3" w:rsidRPr="002F60B3">
          <w:rPr>
            <w:webHidden/>
          </w:rPr>
          <w:tab/>
        </w:r>
        <w:r w:rsidR="002F60B3" w:rsidRPr="002F60B3">
          <w:rPr>
            <w:webHidden/>
          </w:rPr>
          <w:fldChar w:fldCharType="begin"/>
        </w:r>
        <w:r w:rsidR="002F60B3" w:rsidRPr="002F60B3">
          <w:rPr>
            <w:webHidden/>
          </w:rPr>
          <w:instrText xml:space="preserve"> PAGEREF _Toc135989079 \h </w:instrText>
        </w:r>
        <w:r w:rsidR="002F60B3" w:rsidRPr="002F60B3">
          <w:rPr>
            <w:webHidden/>
          </w:rPr>
        </w:r>
        <w:r w:rsidR="002F60B3" w:rsidRPr="002F60B3">
          <w:rPr>
            <w:webHidden/>
          </w:rPr>
          <w:fldChar w:fldCharType="separate"/>
        </w:r>
        <w:r>
          <w:rPr>
            <w:webHidden/>
          </w:rPr>
          <w:t>3-250</w:t>
        </w:r>
        <w:r w:rsidR="002F60B3" w:rsidRPr="002F60B3">
          <w:rPr>
            <w:webHidden/>
          </w:rPr>
          <w:fldChar w:fldCharType="end"/>
        </w:r>
      </w:hyperlink>
    </w:p>
    <w:p w14:paraId="5E22342B" w14:textId="513D649D" w:rsidR="002F60B3" w:rsidRPr="002F60B3" w:rsidRDefault="009F070C" w:rsidP="00910953">
      <w:pPr>
        <w:pStyle w:val="TOC4"/>
        <w:rPr>
          <w:rFonts w:eastAsiaTheme="minorEastAsia"/>
          <w:snapToGrid/>
        </w:rPr>
      </w:pPr>
      <w:hyperlink w:anchor="_Toc135989080" w:history="1">
        <w:r w:rsidR="002F60B3" w:rsidRPr="002F60B3">
          <w:rPr>
            <w:rStyle w:val="Hyperlink"/>
            <w:bCs w:val="0"/>
            <w:sz w:val="20"/>
            <w:szCs w:val="20"/>
            <w:u w:val="none"/>
          </w:rPr>
          <w:t>3.14.3.3</w:t>
        </w:r>
        <w:r w:rsidR="002F60B3" w:rsidRPr="002F60B3">
          <w:rPr>
            <w:rFonts w:eastAsiaTheme="minorEastAsia"/>
            <w:snapToGrid/>
          </w:rPr>
          <w:tab/>
        </w:r>
        <w:r w:rsidR="002F60B3" w:rsidRPr="002F60B3">
          <w:rPr>
            <w:rStyle w:val="Hyperlink"/>
            <w:bCs w:val="0"/>
            <w:sz w:val="20"/>
            <w:szCs w:val="20"/>
            <w:u w:val="none"/>
          </w:rPr>
          <w:t>Emergency Response Service Provision and Technical Requirements</w:t>
        </w:r>
        <w:r w:rsidR="002F60B3" w:rsidRPr="002F60B3">
          <w:rPr>
            <w:webHidden/>
          </w:rPr>
          <w:tab/>
        </w:r>
        <w:r w:rsidR="002F60B3" w:rsidRPr="002F60B3">
          <w:rPr>
            <w:webHidden/>
          </w:rPr>
          <w:fldChar w:fldCharType="begin"/>
        </w:r>
        <w:r w:rsidR="002F60B3" w:rsidRPr="002F60B3">
          <w:rPr>
            <w:webHidden/>
          </w:rPr>
          <w:instrText xml:space="preserve"> PAGEREF _Toc135989080 \h </w:instrText>
        </w:r>
        <w:r w:rsidR="002F60B3" w:rsidRPr="002F60B3">
          <w:rPr>
            <w:webHidden/>
          </w:rPr>
        </w:r>
        <w:r w:rsidR="002F60B3" w:rsidRPr="002F60B3">
          <w:rPr>
            <w:webHidden/>
          </w:rPr>
          <w:fldChar w:fldCharType="separate"/>
        </w:r>
        <w:r>
          <w:rPr>
            <w:webHidden/>
          </w:rPr>
          <w:t>3-252</w:t>
        </w:r>
        <w:r w:rsidR="002F60B3" w:rsidRPr="002F60B3">
          <w:rPr>
            <w:webHidden/>
          </w:rPr>
          <w:fldChar w:fldCharType="end"/>
        </w:r>
      </w:hyperlink>
    </w:p>
    <w:p w14:paraId="61384004" w14:textId="0585C190" w:rsidR="002F60B3" w:rsidRPr="002F60B3" w:rsidRDefault="009F070C" w:rsidP="00910953">
      <w:pPr>
        <w:pStyle w:val="TOC4"/>
        <w:rPr>
          <w:rFonts w:eastAsiaTheme="minorEastAsia"/>
          <w:snapToGrid/>
        </w:rPr>
      </w:pPr>
      <w:hyperlink w:anchor="_Toc135989081" w:history="1">
        <w:r w:rsidR="002F60B3" w:rsidRPr="002F60B3">
          <w:rPr>
            <w:rStyle w:val="Hyperlink"/>
            <w:bCs w:val="0"/>
            <w:sz w:val="20"/>
            <w:szCs w:val="20"/>
            <w:u w:val="none"/>
          </w:rPr>
          <w:t>3.14.3.4</w:t>
        </w:r>
        <w:r w:rsidR="002F60B3" w:rsidRPr="002F60B3">
          <w:rPr>
            <w:rFonts w:eastAsiaTheme="minorEastAsia"/>
            <w:snapToGrid/>
          </w:rPr>
          <w:tab/>
        </w:r>
        <w:r w:rsidR="002F60B3" w:rsidRPr="002F60B3">
          <w:rPr>
            <w:rStyle w:val="Hyperlink"/>
            <w:bCs w:val="0"/>
            <w:sz w:val="20"/>
            <w:szCs w:val="20"/>
            <w:u w:val="none"/>
          </w:rPr>
          <w:t>Emergency Response Service Reporting and Market Communications</w:t>
        </w:r>
        <w:r w:rsidR="002F60B3" w:rsidRPr="002F60B3">
          <w:rPr>
            <w:webHidden/>
          </w:rPr>
          <w:tab/>
        </w:r>
        <w:r w:rsidR="002F60B3" w:rsidRPr="002F60B3">
          <w:rPr>
            <w:webHidden/>
          </w:rPr>
          <w:fldChar w:fldCharType="begin"/>
        </w:r>
        <w:r w:rsidR="002F60B3" w:rsidRPr="002F60B3">
          <w:rPr>
            <w:webHidden/>
          </w:rPr>
          <w:instrText xml:space="preserve"> PAGEREF _Toc135989081 \h </w:instrText>
        </w:r>
        <w:r w:rsidR="002F60B3" w:rsidRPr="002F60B3">
          <w:rPr>
            <w:webHidden/>
          </w:rPr>
        </w:r>
        <w:r w:rsidR="002F60B3" w:rsidRPr="002F60B3">
          <w:rPr>
            <w:webHidden/>
          </w:rPr>
          <w:fldChar w:fldCharType="separate"/>
        </w:r>
        <w:r>
          <w:rPr>
            <w:webHidden/>
          </w:rPr>
          <w:t>3-254</w:t>
        </w:r>
        <w:r w:rsidR="002F60B3" w:rsidRPr="002F60B3">
          <w:rPr>
            <w:webHidden/>
          </w:rPr>
          <w:fldChar w:fldCharType="end"/>
        </w:r>
      </w:hyperlink>
    </w:p>
    <w:p w14:paraId="45FCD6F5" w14:textId="6E397592" w:rsidR="002F60B3" w:rsidRPr="002F60B3" w:rsidRDefault="009F070C">
      <w:pPr>
        <w:pStyle w:val="TOC3"/>
        <w:rPr>
          <w:rFonts w:eastAsiaTheme="minorEastAsia"/>
        </w:rPr>
      </w:pPr>
      <w:hyperlink w:anchor="_Toc135989082" w:history="1">
        <w:r w:rsidR="002F60B3" w:rsidRPr="002F60B3">
          <w:rPr>
            <w:rStyle w:val="Hyperlink"/>
            <w:u w:val="none"/>
          </w:rPr>
          <w:t>3.14.4</w:t>
        </w:r>
        <w:r w:rsidR="002F60B3" w:rsidRPr="002F60B3">
          <w:rPr>
            <w:rFonts w:eastAsiaTheme="minorEastAsia"/>
          </w:rPr>
          <w:tab/>
        </w:r>
        <w:r w:rsidR="002F60B3" w:rsidRPr="002F60B3">
          <w:rPr>
            <w:rStyle w:val="Hyperlink"/>
            <w:u w:val="none"/>
          </w:rPr>
          <w:t>Must-Run Alternative Service</w:t>
        </w:r>
        <w:r w:rsidR="002F60B3" w:rsidRPr="002F60B3">
          <w:rPr>
            <w:webHidden/>
          </w:rPr>
          <w:tab/>
        </w:r>
        <w:r w:rsidR="002F60B3" w:rsidRPr="002F60B3">
          <w:rPr>
            <w:webHidden/>
          </w:rPr>
          <w:fldChar w:fldCharType="begin"/>
        </w:r>
        <w:r w:rsidR="002F60B3" w:rsidRPr="002F60B3">
          <w:rPr>
            <w:webHidden/>
          </w:rPr>
          <w:instrText xml:space="preserve"> PAGEREF _Toc135989082 \h </w:instrText>
        </w:r>
        <w:r w:rsidR="002F60B3" w:rsidRPr="002F60B3">
          <w:rPr>
            <w:webHidden/>
          </w:rPr>
        </w:r>
        <w:r w:rsidR="002F60B3" w:rsidRPr="002F60B3">
          <w:rPr>
            <w:webHidden/>
          </w:rPr>
          <w:fldChar w:fldCharType="separate"/>
        </w:r>
        <w:r>
          <w:rPr>
            <w:webHidden/>
          </w:rPr>
          <w:t>3-256</w:t>
        </w:r>
        <w:r w:rsidR="002F60B3" w:rsidRPr="002F60B3">
          <w:rPr>
            <w:webHidden/>
          </w:rPr>
          <w:fldChar w:fldCharType="end"/>
        </w:r>
      </w:hyperlink>
    </w:p>
    <w:p w14:paraId="0FCF585D" w14:textId="10B8DD05" w:rsidR="002F60B3" w:rsidRPr="002F60B3" w:rsidRDefault="009F070C" w:rsidP="00910953">
      <w:pPr>
        <w:pStyle w:val="TOC4"/>
        <w:rPr>
          <w:rFonts w:eastAsiaTheme="minorEastAsia"/>
          <w:snapToGrid/>
        </w:rPr>
      </w:pPr>
      <w:hyperlink w:anchor="_Toc135989083" w:history="1">
        <w:r w:rsidR="002F60B3" w:rsidRPr="002F60B3">
          <w:rPr>
            <w:rStyle w:val="Hyperlink"/>
            <w:bCs w:val="0"/>
            <w:sz w:val="20"/>
            <w:szCs w:val="20"/>
            <w:u w:val="none"/>
          </w:rPr>
          <w:t>3.14.4.1</w:t>
        </w:r>
        <w:r w:rsidR="002F60B3" w:rsidRPr="002F60B3">
          <w:rPr>
            <w:rFonts w:eastAsiaTheme="minorEastAsia"/>
            <w:snapToGrid/>
          </w:rPr>
          <w:tab/>
        </w:r>
        <w:r w:rsidR="002F60B3" w:rsidRPr="002F60B3">
          <w:rPr>
            <w:rStyle w:val="Hyperlink"/>
            <w:bCs w:val="0"/>
            <w:sz w:val="20"/>
            <w:szCs w:val="20"/>
            <w:u w:val="none"/>
          </w:rPr>
          <w:t>Overview and Description of MRAs</w:t>
        </w:r>
        <w:r w:rsidR="002F60B3" w:rsidRPr="002F60B3">
          <w:rPr>
            <w:webHidden/>
          </w:rPr>
          <w:tab/>
        </w:r>
        <w:r w:rsidR="002F60B3" w:rsidRPr="002F60B3">
          <w:rPr>
            <w:webHidden/>
          </w:rPr>
          <w:fldChar w:fldCharType="begin"/>
        </w:r>
        <w:r w:rsidR="002F60B3" w:rsidRPr="002F60B3">
          <w:rPr>
            <w:webHidden/>
          </w:rPr>
          <w:instrText xml:space="preserve"> PAGEREF _Toc135989083 \h </w:instrText>
        </w:r>
        <w:r w:rsidR="002F60B3" w:rsidRPr="002F60B3">
          <w:rPr>
            <w:webHidden/>
          </w:rPr>
        </w:r>
        <w:r w:rsidR="002F60B3" w:rsidRPr="002F60B3">
          <w:rPr>
            <w:webHidden/>
          </w:rPr>
          <w:fldChar w:fldCharType="separate"/>
        </w:r>
        <w:r>
          <w:rPr>
            <w:webHidden/>
          </w:rPr>
          <w:t>3-256</w:t>
        </w:r>
        <w:r w:rsidR="002F60B3" w:rsidRPr="002F60B3">
          <w:rPr>
            <w:webHidden/>
          </w:rPr>
          <w:fldChar w:fldCharType="end"/>
        </w:r>
      </w:hyperlink>
    </w:p>
    <w:p w14:paraId="207D95B8" w14:textId="3E773C55" w:rsidR="002F60B3" w:rsidRPr="002F60B3" w:rsidRDefault="009F070C" w:rsidP="00910953">
      <w:pPr>
        <w:pStyle w:val="TOC4"/>
        <w:rPr>
          <w:rFonts w:eastAsiaTheme="minorEastAsia"/>
          <w:snapToGrid/>
        </w:rPr>
      </w:pPr>
      <w:hyperlink w:anchor="_Toc135989084" w:history="1">
        <w:r w:rsidR="002F60B3" w:rsidRPr="002F60B3">
          <w:rPr>
            <w:rStyle w:val="Hyperlink"/>
            <w:bCs w:val="0"/>
            <w:sz w:val="20"/>
            <w:szCs w:val="20"/>
            <w:u w:val="none"/>
          </w:rPr>
          <w:t>3.14.4.2</w:t>
        </w:r>
        <w:r w:rsidR="002F60B3" w:rsidRPr="002F60B3">
          <w:rPr>
            <w:rFonts w:eastAsiaTheme="minorEastAsia"/>
            <w:snapToGrid/>
          </w:rPr>
          <w:tab/>
        </w:r>
        <w:r w:rsidR="002F60B3" w:rsidRPr="002F60B3">
          <w:rPr>
            <w:rStyle w:val="Hyperlink"/>
            <w:bCs w:val="0"/>
            <w:sz w:val="20"/>
            <w:szCs w:val="20"/>
            <w:u w:val="none"/>
          </w:rPr>
          <w:t>Preliminary Review of Prospective Demand Response MRAs</w:t>
        </w:r>
        <w:r w:rsidR="002F60B3" w:rsidRPr="002F60B3">
          <w:rPr>
            <w:webHidden/>
          </w:rPr>
          <w:tab/>
        </w:r>
        <w:r w:rsidR="002F60B3" w:rsidRPr="002F60B3">
          <w:rPr>
            <w:webHidden/>
          </w:rPr>
          <w:fldChar w:fldCharType="begin"/>
        </w:r>
        <w:r w:rsidR="002F60B3" w:rsidRPr="002F60B3">
          <w:rPr>
            <w:webHidden/>
          </w:rPr>
          <w:instrText xml:space="preserve"> PAGEREF _Toc135989084 \h </w:instrText>
        </w:r>
        <w:r w:rsidR="002F60B3" w:rsidRPr="002F60B3">
          <w:rPr>
            <w:webHidden/>
          </w:rPr>
        </w:r>
        <w:r w:rsidR="002F60B3" w:rsidRPr="002F60B3">
          <w:rPr>
            <w:webHidden/>
          </w:rPr>
          <w:fldChar w:fldCharType="separate"/>
        </w:r>
        <w:r>
          <w:rPr>
            <w:webHidden/>
          </w:rPr>
          <w:t>3-259</w:t>
        </w:r>
        <w:r w:rsidR="002F60B3" w:rsidRPr="002F60B3">
          <w:rPr>
            <w:webHidden/>
          </w:rPr>
          <w:fldChar w:fldCharType="end"/>
        </w:r>
      </w:hyperlink>
    </w:p>
    <w:p w14:paraId="0CE57496" w14:textId="0ECFC017" w:rsidR="002F60B3" w:rsidRPr="002F60B3" w:rsidRDefault="009F070C" w:rsidP="00910953">
      <w:pPr>
        <w:pStyle w:val="TOC4"/>
        <w:rPr>
          <w:rFonts w:eastAsiaTheme="minorEastAsia"/>
          <w:snapToGrid/>
        </w:rPr>
      </w:pPr>
      <w:hyperlink w:anchor="_Toc135989085" w:history="1">
        <w:r w:rsidR="002F60B3" w:rsidRPr="002F60B3">
          <w:rPr>
            <w:rStyle w:val="Hyperlink"/>
            <w:bCs w:val="0"/>
            <w:sz w:val="20"/>
            <w:szCs w:val="20"/>
            <w:u w:val="none"/>
          </w:rPr>
          <w:t>3.14.4.3</w:t>
        </w:r>
        <w:r w:rsidR="002F60B3" w:rsidRPr="002F60B3">
          <w:rPr>
            <w:rFonts w:eastAsiaTheme="minorEastAsia"/>
            <w:snapToGrid/>
          </w:rPr>
          <w:tab/>
        </w:r>
        <w:r w:rsidR="002F60B3" w:rsidRPr="002F60B3">
          <w:rPr>
            <w:rStyle w:val="Hyperlink"/>
            <w:bCs w:val="0"/>
            <w:sz w:val="20"/>
            <w:szCs w:val="20"/>
            <w:u w:val="none"/>
          </w:rPr>
          <w:t>MRA Substitution</w:t>
        </w:r>
        <w:r w:rsidR="002F60B3" w:rsidRPr="002F60B3">
          <w:rPr>
            <w:webHidden/>
          </w:rPr>
          <w:tab/>
        </w:r>
        <w:r w:rsidR="002F60B3" w:rsidRPr="002F60B3">
          <w:rPr>
            <w:webHidden/>
          </w:rPr>
          <w:fldChar w:fldCharType="begin"/>
        </w:r>
        <w:r w:rsidR="002F60B3" w:rsidRPr="002F60B3">
          <w:rPr>
            <w:webHidden/>
          </w:rPr>
          <w:instrText xml:space="preserve"> PAGEREF _Toc135989085 \h </w:instrText>
        </w:r>
        <w:r w:rsidR="002F60B3" w:rsidRPr="002F60B3">
          <w:rPr>
            <w:webHidden/>
          </w:rPr>
        </w:r>
        <w:r w:rsidR="002F60B3" w:rsidRPr="002F60B3">
          <w:rPr>
            <w:webHidden/>
          </w:rPr>
          <w:fldChar w:fldCharType="separate"/>
        </w:r>
        <w:r>
          <w:rPr>
            <w:webHidden/>
          </w:rPr>
          <w:t>3-260</w:t>
        </w:r>
        <w:r w:rsidR="002F60B3" w:rsidRPr="002F60B3">
          <w:rPr>
            <w:webHidden/>
          </w:rPr>
          <w:fldChar w:fldCharType="end"/>
        </w:r>
      </w:hyperlink>
    </w:p>
    <w:p w14:paraId="59B64F92" w14:textId="705A8203" w:rsidR="002F60B3" w:rsidRPr="002F60B3" w:rsidRDefault="009F070C" w:rsidP="00910953">
      <w:pPr>
        <w:pStyle w:val="TOC4"/>
        <w:rPr>
          <w:rFonts w:eastAsiaTheme="minorEastAsia"/>
          <w:snapToGrid/>
        </w:rPr>
      </w:pPr>
      <w:hyperlink w:anchor="_Toc135989086" w:history="1">
        <w:r w:rsidR="002F60B3" w:rsidRPr="002F60B3">
          <w:rPr>
            <w:rStyle w:val="Hyperlink"/>
            <w:bCs w:val="0"/>
            <w:sz w:val="20"/>
            <w:szCs w:val="20"/>
            <w:u w:val="none"/>
          </w:rPr>
          <w:t>3.14.4.4</w:t>
        </w:r>
        <w:r w:rsidR="002F60B3" w:rsidRPr="002F60B3">
          <w:rPr>
            <w:rFonts w:eastAsiaTheme="minorEastAsia"/>
            <w:snapToGrid/>
          </w:rPr>
          <w:tab/>
        </w:r>
        <w:r w:rsidR="002F60B3" w:rsidRPr="002F60B3">
          <w:rPr>
            <w:rStyle w:val="Hyperlink"/>
            <w:bCs w:val="0"/>
            <w:sz w:val="20"/>
            <w:szCs w:val="20"/>
            <w:u w:val="none"/>
          </w:rPr>
          <w:t>Commitment and Dispatch</w:t>
        </w:r>
        <w:r w:rsidR="002F60B3" w:rsidRPr="002F60B3">
          <w:rPr>
            <w:webHidden/>
          </w:rPr>
          <w:tab/>
        </w:r>
        <w:r w:rsidR="002F60B3" w:rsidRPr="002F60B3">
          <w:rPr>
            <w:webHidden/>
          </w:rPr>
          <w:fldChar w:fldCharType="begin"/>
        </w:r>
        <w:r w:rsidR="002F60B3" w:rsidRPr="002F60B3">
          <w:rPr>
            <w:webHidden/>
          </w:rPr>
          <w:instrText xml:space="preserve"> PAGEREF _Toc135989086 \h </w:instrText>
        </w:r>
        <w:r w:rsidR="002F60B3" w:rsidRPr="002F60B3">
          <w:rPr>
            <w:webHidden/>
          </w:rPr>
        </w:r>
        <w:r w:rsidR="002F60B3" w:rsidRPr="002F60B3">
          <w:rPr>
            <w:webHidden/>
          </w:rPr>
          <w:fldChar w:fldCharType="separate"/>
        </w:r>
        <w:r>
          <w:rPr>
            <w:webHidden/>
          </w:rPr>
          <w:t>3-260</w:t>
        </w:r>
        <w:r w:rsidR="002F60B3" w:rsidRPr="002F60B3">
          <w:rPr>
            <w:webHidden/>
          </w:rPr>
          <w:fldChar w:fldCharType="end"/>
        </w:r>
      </w:hyperlink>
    </w:p>
    <w:p w14:paraId="42176CE7" w14:textId="7468F44E" w:rsidR="002F60B3" w:rsidRPr="002F60B3" w:rsidRDefault="009F070C" w:rsidP="00910953">
      <w:pPr>
        <w:pStyle w:val="TOC4"/>
        <w:rPr>
          <w:rFonts w:eastAsiaTheme="minorEastAsia"/>
          <w:snapToGrid/>
        </w:rPr>
      </w:pPr>
      <w:hyperlink w:anchor="_Toc135989087" w:history="1">
        <w:r w:rsidR="002F60B3" w:rsidRPr="002F60B3">
          <w:rPr>
            <w:rStyle w:val="Hyperlink"/>
            <w:bCs w:val="0"/>
            <w:sz w:val="20"/>
            <w:szCs w:val="20"/>
            <w:u w:val="none"/>
          </w:rPr>
          <w:t>3.14.4.5</w:t>
        </w:r>
        <w:r w:rsidR="002F60B3" w:rsidRPr="002F60B3">
          <w:rPr>
            <w:rFonts w:eastAsiaTheme="minorEastAsia"/>
            <w:snapToGrid/>
          </w:rPr>
          <w:tab/>
        </w:r>
        <w:r w:rsidR="002F60B3" w:rsidRPr="002F60B3">
          <w:rPr>
            <w:rStyle w:val="Hyperlink"/>
            <w:bCs w:val="0"/>
            <w:sz w:val="20"/>
            <w:szCs w:val="20"/>
            <w:u w:val="none"/>
          </w:rPr>
          <w:t>Standards for Generation Resource MRAs</w:t>
        </w:r>
        <w:r w:rsidR="002F60B3" w:rsidRPr="002F60B3">
          <w:rPr>
            <w:webHidden/>
          </w:rPr>
          <w:tab/>
        </w:r>
        <w:r w:rsidR="002F60B3" w:rsidRPr="002F60B3">
          <w:rPr>
            <w:webHidden/>
          </w:rPr>
          <w:fldChar w:fldCharType="begin"/>
        </w:r>
        <w:r w:rsidR="002F60B3" w:rsidRPr="002F60B3">
          <w:rPr>
            <w:webHidden/>
          </w:rPr>
          <w:instrText xml:space="preserve"> PAGEREF _Toc135989087 \h </w:instrText>
        </w:r>
        <w:r w:rsidR="002F60B3" w:rsidRPr="002F60B3">
          <w:rPr>
            <w:webHidden/>
          </w:rPr>
        </w:r>
        <w:r w:rsidR="002F60B3" w:rsidRPr="002F60B3">
          <w:rPr>
            <w:webHidden/>
          </w:rPr>
          <w:fldChar w:fldCharType="separate"/>
        </w:r>
        <w:r>
          <w:rPr>
            <w:webHidden/>
          </w:rPr>
          <w:t>3-261</w:t>
        </w:r>
        <w:r w:rsidR="002F60B3" w:rsidRPr="002F60B3">
          <w:rPr>
            <w:webHidden/>
          </w:rPr>
          <w:fldChar w:fldCharType="end"/>
        </w:r>
      </w:hyperlink>
    </w:p>
    <w:p w14:paraId="17B9C418" w14:textId="3E6CAB06" w:rsidR="002F60B3" w:rsidRPr="002F60B3" w:rsidRDefault="009F070C" w:rsidP="00910953">
      <w:pPr>
        <w:pStyle w:val="TOC4"/>
        <w:rPr>
          <w:rFonts w:eastAsiaTheme="minorEastAsia"/>
          <w:snapToGrid/>
        </w:rPr>
      </w:pPr>
      <w:hyperlink w:anchor="_Toc135989088" w:history="1">
        <w:r w:rsidR="002F60B3" w:rsidRPr="002F60B3">
          <w:rPr>
            <w:rStyle w:val="Hyperlink"/>
            <w:bCs w:val="0"/>
            <w:sz w:val="20"/>
            <w:szCs w:val="20"/>
            <w:u w:val="none"/>
          </w:rPr>
          <w:t>3.14.4.6</w:t>
        </w:r>
        <w:r w:rsidR="002F60B3" w:rsidRPr="002F60B3">
          <w:rPr>
            <w:rFonts w:eastAsiaTheme="minorEastAsia"/>
            <w:snapToGrid/>
          </w:rPr>
          <w:tab/>
        </w:r>
        <w:r w:rsidR="002F60B3" w:rsidRPr="002F60B3">
          <w:rPr>
            <w:rStyle w:val="Hyperlink"/>
            <w:bCs w:val="0"/>
            <w:sz w:val="20"/>
            <w:szCs w:val="20"/>
            <w:u w:val="none"/>
          </w:rPr>
          <w:t>Standards for Other Generation MRAs and Demand Response MRAs</w:t>
        </w:r>
        <w:r w:rsidR="002F60B3" w:rsidRPr="002F60B3">
          <w:rPr>
            <w:webHidden/>
          </w:rPr>
          <w:tab/>
        </w:r>
        <w:r w:rsidR="002F60B3" w:rsidRPr="002F60B3">
          <w:rPr>
            <w:webHidden/>
          </w:rPr>
          <w:fldChar w:fldCharType="begin"/>
        </w:r>
        <w:r w:rsidR="002F60B3" w:rsidRPr="002F60B3">
          <w:rPr>
            <w:webHidden/>
          </w:rPr>
          <w:instrText xml:space="preserve"> PAGEREF _Toc135989088 \h </w:instrText>
        </w:r>
        <w:r w:rsidR="002F60B3" w:rsidRPr="002F60B3">
          <w:rPr>
            <w:webHidden/>
          </w:rPr>
        </w:r>
        <w:r w:rsidR="002F60B3" w:rsidRPr="002F60B3">
          <w:rPr>
            <w:webHidden/>
          </w:rPr>
          <w:fldChar w:fldCharType="separate"/>
        </w:r>
        <w:r>
          <w:rPr>
            <w:webHidden/>
          </w:rPr>
          <w:t>3-261</w:t>
        </w:r>
        <w:r w:rsidR="002F60B3" w:rsidRPr="002F60B3">
          <w:rPr>
            <w:webHidden/>
          </w:rPr>
          <w:fldChar w:fldCharType="end"/>
        </w:r>
      </w:hyperlink>
    </w:p>
    <w:p w14:paraId="4CA48EF4" w14:textId="514198A7" w:rsidR="002F60B3" w:rsidRPr="002F60B3" w:rsidRDefault="009F070C">
      <w:pPr>
        <w:pStyle w:val="TOC5"/>
        <w:rPr>
          <w:rFonts w:eastAsiaTheme="minorEastAsia"/>
          <w:i w:val="0"/>
          <w:sz w:val="20"/>
          <w:szCs w:val="20"/>
        </w:rPr>
      </w:pPr>
      <w:hyperlink w:anchor="_Toc135989089" w:history="1">
        <w:r w:rsidR="002F60B3" w:rsidRPr="002F60B3">
          <w:rPr>
            <w:rStyle w:val="Hyperlink"/>
            <w:i w:val="0"/>
            <w:sz w:val="20"/>
            <w:szCs w:val="20"/>
            <w:u w:val="none"/>
          </w:rPr>
          <w:t>3.14.4.6.1</w:t>
        </w:r>
        <w:r w:rsidR="002F60B3" w:rsidRPr="002F60B3">
          <w:rPr>
            <w:rFonts w:eastAsiaTheme="minorEastAsia"/>
            <w:i w:val="0"/>
            <w:sz w:val="20"/>
            <w:szCs w:val="20"/>
          </w:rPr>
          <w:tab/>
        </w:r>
        <w:r w:rsidR="002F60B3" w:rsidRPr="002F60B3">
          <w:rPr>
            <w:rStyle w:val="Hyperlink"/>
            <w:i w:val="0"/>
            <w:sz w:val="20"/>
            <w:szCs w:val="20"/>
            <w:u w:val="none"/>
          </w:rPr>
          <w:t>MRA Telemetry Requirements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_Toc135989089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3-261</w:t>
        </w:r>
        <w:r w:rsidR="002F60B3" w:rsidRPr="002F60B3">
          <w:rPr>
            <w:i w:val="0"/>
            <w:webHidden/>
            <w:sz w:val="20"/>
            <w:szCs w:val="20"/>
          </w:rPr>
          <w:fldChar w:fldCharType="end"/>
        </w:r>
      </w:hyperlink>
    </w:p>
    <w:p w14:paraId="600D165B" w14:textId="0D4879FA" w:rsidR="002F60B3" w:rsidRPr="002F60B3" w:rsidRDefault="009F070C">
      <w:pPr>
        <w:pStyle w:val="TOC5"/>
        <w:rPr>
          <w:rFonts w:eastAsiaTheme="minorEastAsia"/>
          <w:i w:val="0"/>
          <w:sz w:val="20"/>
          <w:szCs w:val="20"/>
        </w:rPr>
      </w:pPr>
      <w:hyperlink w:anchor="_Toc135989090" w:history="1">
        <w:r w:rsidR="002F60B3" w:rsidRPr="002F60B3">
          <w:rPr>
            <w:rStyle w:val="Hyperlink"/>
            <w:i w:val="0"/>
            <w:sz w:val="20"/>
            <w:szCs w:val="20"/>
            <w:u w:val="none"/>
          </w:rPr>
          <w:t>3.14.4.6.2</w:t>
        </w:r>
        <w:r w:rsidR="002F60B3" w:rsidRPr="002F60B3">
          <w:rPr>
            <w:rFonts w:eastAsiaTheme="minorEastAsia"/>
            <w:i w:val="0"/>
            <w:sz w:val="20"/>
            <w:szCs w:val="20"/>
          </w:rPr>
          <w:tab/>
        </w:r>
        <w:r w:rsidR="002F60B3" w:rsidRPr="002F60B3">
          <w:rPr>
            <w:rStyle w:val="Hyperlink"/>
            <w:i w:val="0"/>
            <w:sz w:val="20"/>
            <w:szCs w:val="20"/>
            <w:u w:val="none"/>
          </w:rPr>
          <w:t>Baseline Performance Evaluation Methodology for Demand Response MRAs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_Toc135989090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3-262</w:t>
        </w:r>
        <w:r w:rsidR="002F60B3" w:rsidRPr="002F60B3">
          <w:rPr>
            <w:i w:val="0"/>
            <w:webHidden/>
            <w:sz w:val="20"/>
            <w:szCs w:val="20"/>
          </w:rPr>
          <w:fldChar w:fldCharType="end"/>
        </w:r>
      </w:hyperlink>
    </w:p>
    <w:p w14:paraId="711F9A97" w14:textId="0A27C6B0" w:rsidR="002F60B3" w:rsidRPr="002F60B3" w:rsidRDefault="009F070C">
      <w:pPr>
        <w:pStyle w:val="TOC5"/>
        <w:rPr>
          <w:rFonts w:eastAsiaTheme="minorEastAsia"/>
          <w:i w:val="0"/>
          <w:sz w:val="20"/>
          <w:szCs w:val="20"/>
        </w:rPr>
      </w:pPr>
      <w:hyperlink w:anchor="_Toc135989091" w:history="1">
        <w:r w:rsidR="002F60B3" w:rsidRPr="002F60B3">
          <w:rPr>
            <w:rStyle w:val="Hyperlink"/>
            <w:i w:val="0"/>
            <w:sz w:val="20"/>
            <w:szCs w:val="20"/>
            <w:u w:val="none"/>
          </w:rPr>
          <w:t>3.14.4.6.3</w:t>
        </w:r>
        <w:r w:rsidR="002F60B3" w:rsidRPr="002F60B3">
          <w:rPr>
            <w:rFonts w:eastAsiaTheme="minorEastAsia"/>
            <w:i w:val="0"/>
            <w:sz w:val="20"/>
            <w:szCs w:val="20"/>
          </w:rPr>
          <w:tab/>
        </w:r>
        <w:r w:rsidR="002F60B3" w:rsidRPr="002F60B3">
          <w:rPr>
            <w:rStyle w:val="Hyperlink"/>
            <w:i w:val="0"/>
            <w:sz w:val="20"/>
            <w:szCs w:val="20"/>
            <w:u w:val="none"/>
          </w:rPr>
          <w:t>MRA Metering and Metering Data</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_Toc135989091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3-262</w:t>
        </w:r>
        <w:r w:rsidR="002F60B3" w:rsidRPr="002F60B3">
          <w:rPr>
            <w:i w:val="0"/>
            <w:webHidden/>
            <w:sz w:val="20"/>
            <w:szCs w:val="20"/>
          </w:rPr>
          <w:fldChar w:fldCharType="end"/>
        </w:r>
      </w:hyperlink>
    </w:p>
    <w:p w14:paraId="647A8485" w14:textId="102FD51B" w:rsidR="002F60B3" w:rsidRPr="002F60B3" w:rsidRDefault="009F070C">
      <w:pPr>
        <w:pStyle w:val="TOC5"/>
        <w:rPr>
          <w:rFonts w:eastAsiaTheme="minorEastAsia"/>
          <w:i w:val="0"/>
          <w:sz w:val="20"/>
          <w:szCs w:val="20"/>
        </w:rPr>
      </w:pPr>
      <w:hyperlink w:anchor="_Toc135989092" w:history="1">
        <w:r w:rsidR="002F60B3" w:rsidRPr="002F60B3">
          <w:rPr>
            <w:rStyle w:val="Hyperlink"/>
            <w:i w:val="0"/>
            <w:sz w:val="20"/>
            <w:szCs w:val="20"/>
            <w:u w:val="none"/>
          </w:rPr>
          <w:t>3.14.4.6.4</w:t>
        </w:r>
        <w:r w:rsidR="002F60B3" w:rsidRPr="002F60B3">
          <w:rPr>
            <w:rFonts w:eastAsiaTheme="minorEastAsia"/>
            <w:i w:val="0"/>
            <w:sz w:val="20"/>
            <w:szCs w:val="20"/>
          </w:rPr>
          <w:tab/>
        </w:r>
        <w:r w:rsidR="002F60B3" w:rsidRPr="002F60B3">
          <w:rPr>
            <w:rStyle w:val="Hyperlink"/>
            <w:i w:val="0"/>
            <w:sz w:val="20"/>
            <w:szCs w:val="20"/>
            <w:u w:val="none"/>
          </w:rPr>
          <w:t>MRA Availability Measurement and Verification</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_Toc135989092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3-263</w:t>
        </w:r>
        <w:r w:rsidR="002F60B3" w:rsidRPr="002F60B3">
          <w:rPr>
            <w:i w:val="0"/>
            <w:webHidden/>
            <w:sz w:val="20"/>
            <w:szCs w:val="20"/>
          </w:rPr>
          <w:fldChar w:fldCharType="end"/>
        </w:r>
      </w:hyperlink>
    </w:p>
    <w:p w14:paraId="4B3AD149" w14:textId="1EF21C2E" w:rsidR="002F60B3" w:rsidRPr="002F60B3" w:rsidRDefault="009F070C">
      <w:pPr>
        <w:pStyle w:val="TOC5"/>
        <w:rPr>
          <w:rFonts w:eastAsiaTheme="minorEastAsia"/>
          <w:i w:val="0"/>
          <w:sz w:val="20"/>
          <w:szCs w:val="20"/>
        </w:rPr>
      </w:pPr>
      <w:hyperlink w:anchor="_Toc135989093" w:history="1">
        <w:r w:rsidR="002F60B3" w:rsidRPr="002F60B3">
          <w:rPr>
            <w:rStyle w:val="Hyperlink"/>
            <w:i w:val="0"/>
            <w:sz w:val="20"/>
            <w:szCs w:val="20"/>
            <w:u w:val="none"/>
          </w:rPr>
          <w:t>3.14.4.6.5</w:t>
        </w:r>
        <w:r w:rsidR="002F60B3" w:rsidRPr="002F60B3">
          <w:rPr>
            <w:rFonts w:eastAsiaTheme="minorEastAsia"/>
            <w:i w:val="0"/>
            <w:sz w:val="20"/>
            <w:szCs w:val="20"/>
          </w:rPr>
          <w:tab/>
        </w:r>
        <w:r w:rsidR="002F60B3" w:rsidRPr="002F60B3">
          <w:rPr>
            <w:rStyle w:val="Hyperlink"/>
            <w:i w:val="0"/>
            <w:sz w:val="20"/>
            <w:szCs w:val="20"/>
            <w:u w:val="none"/>
          </w:rPr>
          <w:t>MRA Event Performance Measurement and Verification</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_Toc135989093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3-265</w:t>
        </w:r>
        <w:r w:rsidR="002F60B3" w:rsidRPr="002F60B3">
          <w:rPr>
            <w:i w:val="0"/>
            <w:webHidden/>
            <w:sz w:val="20"/>
            <w:szCs w:val="20"/>
          </w:rPr>
          <w:fldChar w:fldCharType="end"/>
        </w:r>
      </w:hyperlink>
    </w:p>
    <w:p w14:paraId="2A7BB7BC" w14:textId="098323C3" w:rsidR="002F60B3" w:rsidRPr="002F60B3" w:rsidRDefault="009F070C" w:rsidP="00F2423E">
      <w:pPr>
        <w:pStyle w:val="TOC5"/>
        <w:tabs>
          <w:tab w:val="clear" w:pos="3600"/>
        </w:tabs>
        <w:ind w:left="4500"/>
        <w:rPr>
          <w:rFonts w:eastAsiaTheme="minorEastAsia"/>
          <w:i w:val="0"/>
          <w:sz w:val="20"/>
          <w:szCs w:val="20"/>
        </w:rPr>
      </w:pPr>
      <w:hyperlink w:anchor="_Toc135989094" w:history="1">
        <w:r w:rsidR="002F60B3" w:rsidRPr="002F60B3">
          <w:rPr>
            <w:rStyle w:val="Hyperlink"/>
            <w:i w:val="0"/>
            <w:sz w:val="20"/>
            <w:szCs w:val="20"/>
            <w:u w:val="none"/>
          </w:rPr>
          <w:t>3.14.4.6.5.1</w:t>
        </w:r>
        <w:r w:rsidR="002F60B3" w:rsidRPr="002F60B3">
          <w:rPr>
            <w:rFonts w:eastAsiaTheme="minorEastAsia"/>
            <w:i w:val="0"/>
            <w:sz w:val="20"/>
            <w:szCs w:val="20"/>
          </w:rPr>
          <w:tab/>
        </w:r>
        <w:r w:rsidR="002F60B3" w:rsidRPr="002F60B3">
          <w:rPr>
            <w:rStyle w:val="Hyperlink"/>
            <w:i w:val="0"/>
            <w:sz w:val="20"/>
            <w:szCs w:val="20"/>
            <w:u w:val="none"/>
          </w:rPr>
          <w:t>Event Performance Measurement and Verification for Co-Located Demand Response MRAs and Other Generation MRAs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_Toc135989094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3-268</w:t>
        </w:r>
        <w:r w:rsidR="002F60B3" w:rsidRPr="002F60B3">
          <w:rPr>
            <w:i w:val="0"/>
            <w:webHidden/>
            <w:sz w:val="20"/>
            <w:szCs w:val="20"/>
          </w:rPr>
          <w:fldChar w:fldCharType="end"/>
        </w:r>
      </w:hyperlink>
    </w:p>
    <w:p w14:paraId="67447572" w14:textId="39F5D575" w:rsidR="002F60B3" w:rsidRPr="002F60B3" w:rsidRDefault="009F070C" w:rsidP="00910953">
      <w:pPr>
        <w:pStyle w:val="TOC4"/>
        <w:rPr>
          <w:rFonts w:eastAsiaTheme="minorEastAsia"/>
          <w:snapToGrid/>
        </w:rPr>
      </w:pPr>
      <w:hyperlink w:anchor="_Toc135989095" w:history="1">
        <w:r w:rsidR="002F60B3" w:rsidRPr="002F60B3">
          <w:rPr>
            <w:rStyle w:val="Hyperlink"/>
            <w:bCs w:val="0"/>
            <w:sz w:val="20"/>
            <w:szCs w:val="20"/>
            <w:u w:val="none"/>
          </w:rPr>
          <w:t>3.14.4.7</w:t>
        </w:r>
        <w:r w:rsidR="002F60B3" w:rsidRPr="002F60B3">
          <w:rPr>
            <w:rFonts w:eastAsiaTheme="minorEastAsia"/>
            <w:snapToGrid/>
          </w:rPr>
          <w:tab/>
        </w:r>
        <w:r w:rsidR="002F60B3" w:rsidRPr="002F60B3">
          <w:rPr>
            <w:rStyle w:val="Hyperlink"/>
            <w:bCs w:val="0"/>
            <w:sz w:val="20"/>
            <w:szCs w:val="20"/>
            <w:u w:val="none"/>
          </w:rPr>
          <w:t>MRA Testing</w:t>
        </w:r>
        <w:r w:rsidR="002F60B3" w:rsidRPr="002F60B3">
          <w:rPr>
            <w:webHidden/>
          </w:rPr>
          <w:tab/>
        </w:r>
        <w:r w:rsidR="002F60B3" w:rsidRPr="002F60B3">
          <w:rPr>
            <w:webHidden/>
          </w:rPr>
          <w:fldChar w:fldCharType="begin"/>
        </w:r>
        <w:r w:rsidR="002F60B3" w:rsidRPr="002F60B3">
          <w:rPr>
            <w:webHidden/>
          </w:rPr>
          <w:instrText xml:space="preserve"> PAGEREF _Toc135989095 \h </w:instrText>
        </w:r>
        <w:r w:rsidR="002F60B3" w:rsidRPr="002F60B3">
          <w:rPr>
            <w:webHidden/>
          </w:rPr>
        </w:r>
        <w:r w:rsidR="002F60B3" w:rsidRPr="002F60B3">
          <w:rPr>
            <w:webHidden/>
          </w:rPr>
          <w:fldChar w:fldCharType="separate"/>
        </w:r>
        <w:r>
          <w:rPr>
            <w:webHidden/>
          </w:rPr>
          <w:t>3-269</w:t>
        </w:r>
        <w:r w:rsidR="002F60B3" w:rsidRPr="002F60B3">
          <w:rPr>
            <w:webHidden/>
          </w:rPr>
          <w:fldChar w:fldCharType="end"/>
        </w:r>
      </w:hyperlink>
    </w:p>
    <w:p w14:paraId="485A8190" w14:textId="31AFB65E" w:rsidR="002F60B3" w:rsidRPr="002F60B3" w:rsidRDefault="009F070C" w:rsidP="00910953">
      <w:pPr>
        <w:pStyle w:val="TOC4"/>
        <w:rPr>
          <w:rFonts w:eastAsiaTheme="minorEastAsia"/>
          <w:snapToGrid/>
        </w:rPr>
      </w:pPr>
      <w:hyperlink w:anchor="_Toc135989096" w:history="1">
        <w:r w:rsidR="002F60B3" w:rsidRPr="002F60B3">
          <w:rPr>
            <w:rStyle w:val="Hyperlink"/>
            <w:bCs w:val="0"/>
            <w:sz w:val="20"/>
            <w:szCs w:val="20"/>
            <w:u w:val="none"/>
          </w:rPr>
          <w:t>3.14.4.8</w:t>
        </w:r>
        <w:r w:rsidR="002F60B3" w:rsidRPr="002F60B3">
          <w:rPr>
            <w:rFonts w:eastAsiaTheme="minorEastAsia"/>
            <w:snapToGrid/>
          </w:rPr>
          <w:tab/>
        </w:r>
        <w:r w:rsidR="002F60B3" w:rsidRPr="002F60B3">
          <w:rPr>
            <w:rStyle w:val="Hyperlink"/>
            <w:bCs w:val="0"/>
            <w:sz w:val="20"/>
            <w:szCs w:val="20"/>
            <w:u w:val="none"/>
          </w:rPr>
          <w:t>MRA Misconduct Events</w:t>
        </w:r>
        <w:r w:rsidR="002F60B3" w:rsidRPr="002F60B3">
          <w:rPr>
            <w:webHidden/>
          </w:rPr>
          <w:tab/>
        </w:r>
        <w:r w:rsidR="002F60B3" w:rsidRPr="002F60B3">
          <w:rPr>
            <w:webHidden/>
          </w:rPr>
          <w:fldChar w:fldCharType="begin"/>
        </w:r>
        <w:r w:rsidR="002F60B3" w:rsidRPr="002F60B3">
          <w:rPr>
            <w:webHidden/>
          </w:rPr>
          <w:instrText xml:space="preserve"> PAGEREF _Toc135989096 \h </w:instrText>
        </w:r>
        <w:r w:rsidR="002F60B3" w:rsidRPr="002F60B3">
          <w:rPr>
            <w:webHidden/>
          </w:rPr>
        </w:r>
        <w:r w:rsidR="002F60B3" w:rsidRPr="002F60B3">
          <w:rPr>
            <w:webHidden/>
          </w:rPr>
          <w:fldChar w:fldCharType="separate"/>
        </w:r>
        <w:r>
          <w:rPr>
            <w:webHidden/>
          </w:rPr>
          <w:t>3-269</w:t>
        </w:r>
        <w:r w:rsidR="002F60B3" w:rsidRPr="002F60B3">
          <w:rPr>
            <w:webHidden/>
          </w:rPr>
          <w:fldChar w:fldCharType="end"/>
        </w:r>
      </w:hyperlink>
    </w:p>
    <w:p w14:paraId="53294169" w14:textId="7BFA5127" w:rsidR="002F60B3" w:rsidRPr="002F60B3" w:rsidRDefault="009F070C" w:rsidP="00910953">
      <w:pPr>
        <w:pStyle w:val="TOC4"/>
        <w:rPr>
          <w:rFonts w:eastAsiaTheme="minorEastAsia"/>
          <w:snapToGrid/>
        </w:rPr>
      </w:pPr>
      <w:hyperlink w:anchor="_Toc135989097" w:history="1">
        <w:r w:rsidR="002F60B3" w:rsidRPr="002F60B3">
          <w:rPr>
            <w:rStyle w:val="Hyperlink"/>
            <w:bCs w:val="0"/>
            <w:sz w:val="20"/>
            <w:szCs w:val="20"/>
            <w:u w:val="none"/>
          </w:rPr>
          <w:t>3.14.4.9</w:t>
        </w:r>
        <w:r w:rsidR="002F60B3" w:rsidRPr="002F60B3">
          <w:rPr>
            <w:rFonts w:eastAsiaTheme="minorEastAsia"/>
            <w:snapToGrid/>
          </w:rPr>
          <w:tab/>
        </w:r>
        <w:r w:rsidR="002F60B3" w:rsidRPr="002F60B3">
          <w:rPr>
            <w:rStyle w:val="Hyperlink"/>
            <w:bCs w:val="0"/>
            <w:sz w:val="20"/>
            <w:szCs w:val="20"/>
            <w:u w:val="none"/>
          </w:rPr>
          <w:t>MRA Reporting to Transmission and/or Distribution Service Providers (TDSPs)</w:t>
        </w:r>
        <w:r w:rsidR="002F60B3" w:rsidRPr="002F60B3">
          <w:rPr>
            <w:webHidden/>
          </w:rPr>
          <w:tab/>
        </w:r>
        <w:r w:rsidR="002F60B3" w:rsidRPr="002F60B3">
          <w:rPr>
            <w:webHidden/>
          </w:rPr>
          <w:fldChar w:fldCharType="begin"/>
        </w:r>
        <w:r w:rsidR="002F60B3" w:rsidRPr="002F60B3">
          <w:rPr>
            <w:webHidden/>
          </w:rPr>
          <w:instrText xml:space="preserve"> PAGEREF _Toc135989097 \h </w:instrText>
        </w:r>
        <w:r w:rsidR="002F60B3" w:rsidRPr="002F60B3">
          <w:rPr>
            <w:webHidden/>
          </w:rPr>
        </w:r>
        <w:r w:rsidR="002F60B3" w:rsidRPr="002F60B3">
          <w:rPr>
            <w:webHidden/>
          </w:rPr>
          <w:fldChar w:fldCharType="separate"/>
        </w:r>
        <w:r>
          <w:rPr>
            <w:webHidden/>
          </w:rPr>
          <w:t>3-270</w:t>
        </w:r>
        <w:r w:rsidR="002F60B3" w:rsidRPr="002F60B3">
          <w:rPr>
            <w:webHidden/>
          </w:rPr>
          <w:fldChar w:fldCharType="end"/>
        </w:r>
      </w:hyperlink>
    </w:p>
    <w:p w14:paraId="70BF39A6" w14:textId="727CFAB4" w:rsidR="002F60B3" w:rsidRPr="002F60B3" w:rsidRDefault="009F070C">
      <w:pPr>
        <w:pStyle w:val="TOC3"/>
        <w:rPr>
          <w:rFonts w:eastAsiaTheme="minorEastAsia"/>
        </w:rPr>
      </w:pPr>
      <w:hyperlink w:anchor="_Toc135989098" w:history="1">
        <w:r w:rsidR="002F60B3" w:rsidRPr="002F60B3">
          <w:rPr>
            <w:rStyle w:val="Hyperlink"/>
            <w:u w:val="none"/>
          </w:rPr>
          <w:t>3.14.5</w:t>
        </w:r>
        <w:r w:rsidR="002F60B3" w:rsidRPr="002F60B3">
          <w:rPr>
            <w:rFonts w:eastAsiaTheme="minorEastAsia"/>
          </w:rPr>
          <w:tab/>
        </w:r>
        <w:r w:rsidR="002F60B3" w:rsidRPr="002F60B3">
          <w:rPr>
            <w:rStyle w:val="Hyperlink"/>
            <w:u w:val="none"/>
          </w:rPr>
          <w:t>Firm Fuel Supply Service</w:t>
        </w:r>
        <w:r w:rsidR="002F60B3" w:rsidRPr="002F60B3">
          <w:rPr>
            <w:webHidden/>
          </w:rPr>
          <w:tab/>
        </w:r>
        <w:r w:rsidR="002F60B3" w:rsidRPr="002F60B3">
          <w:rPr>
            <w:webHidden/>
          </w:rPr>
          <w:fldChar w:fldCharType="begin"/>
        </w:r>
        <w:r w:rsidR="002F60B3" w:rsidRPr="002F60B3">
          <w:rPr>
            <w:webHidden/>
          </w:rPr>
          <w:instrText xml:space="preserve"> PAGEREF _Toc135989098 \h </w:instrText>
        </w:r>
        <w:r w:rsidR="002F60B3" w:rsidRPr="002F60B3">
          <w:rPr>
            <w:webHidden/>
          </w:rPr>
        </w:r>
        <w:r w:rsidR="002F60B3" w:rsidRPr="002F60B3">
          <w:rPr>
            <w:webHidden/>
          </w:rPr>
          <w:fldChar w:fldCharType="separate"/>
        </w:r>
        <w:r>
          <w:rPr>
            <w:webHidden/>
          </w:rPr>
          <w:t>3-270</w:t>
        </w:r>
        <w:r w:rsidR="002F60B3" w:rsidRPr="002F60B3">
          <w:rPr>
            <w:webHidden/>
          </w:rPr>
          <w:fldChar w:fldCharType="end"/>
        </w:r>
      </w:hyperlink>
    </w:p>
    <w:p w14:paraId="731393B5" w14:textId="77FD96BA" w:rsidR="002F60B3" w:rsidRPr="002F60B3" w:rsidRDefault="009F070C">
      <w:pPr>
        <w:pStyle w:val="TOC2"/>
        <w:rPr>
          <w:rFonts w:eastAsiaTheme="minorEastAsia"/>
          <w:noProof/>
        </w:rPr>
      </w:pPr>
      <w:hyperlink w:anchor="_Toc135989099" w:history="1">
        <w:r w:rsidR="002F60B3" w:rsidRPr="002F60B3">
          <w:rPr>
            <w:rStyle w:val="Hyperlink"/>
            <w:noProof/>
            <w:u w:val="none"/>
          </w:rPr>
          <w:t>3.15</w:t>
        </w:r>
        <w:r w:rsidR="002F60B3" w:rsidRPr="002F60B3">
          <w:rPr>
            <w:rFonts w:eastAsiaTheme="minorEastAsia"/>
            <w:noProof/>
          </w:rPr>
          <w:tab/>
        </w:r>
        <w:r w:rsidR="002F60B3" w:rsidRPr="002F60B3">
          <w:rPr>
            <w:rStyle w:val="Hyperlink"/>
            <w:noProof/>
            <w:u w:val="none"/>
          </w:rPr>
          <w:t>Voltage Support</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_Toc135989099 \h </w:instrText>
        </w:r>
        <w:r w:rsidR="002F60B3" w:rsidRPr="002F60B3">
          <w:rPr>
            <w:noProof/>
            <w:webHidden/>
          </w:rPr>
        </w:r>
        <w:r w:rsidR="002F60B3" w:rsidRPr="002F60B3">
          <w:rPr>
            <w:noProof/>
            <w:webHidden/>
          </w:rPr>
          <w:fldChar w:fldCharType="separate"/>
        </w:r>
        <w:r>
          <w:rPr>
            <w:noProof/>
            <w:webHidden/>
          </w:rPr>
          <w:t>3-275</w:t>
        </w:r>
        <w:r w:rsidR="002F60B3" w:rsidRPr="002F60B3">
          <w:rPr>
            <w:noProof/>
            <w:webHidden/>
          </w:rPr>
          <w:fldChar w:fldCharType="end"/>
        </w:r>
      </w:hyperlink>
    </w:p>
    <w:p w14:paraId="51167114" w14:textId="30A1BFA4" w:rsidR="002F60B3" w:rsidRPr="002F60B3" w:rsidRDefault="009F070C">
      <w:pPr>
        <w:pStyle w:val="TOC3"/>
        <w:rPr>
          <w:rFonts w:eastAsiaTheme="minorEastAsia"/>
        </w:rPr>
      </w:pPr>
      <w:hyperlink w:anchor="_Toc135989100" w:history="1">
        <w:r w:rsidR="002F60B3" w:rsidRPr="002F60B3">
          <w:rPr>
            <w:rStyle w:val="Hyperlink"/>
            <w:u w:val="none"/>
          </w:rPr>
          <w:t>3.15.1</w:t>
        </w:r>
        <w:r w:rsidR="002F60B3" w:rsidRPr="002F60B3">
          <w:rPr>
            <w:rFonts w:eastAsiaTheme="minorEastAsia"/>
          </w:rPr>
          <w:tab/>
        </w:r>
        <w:r w:rsidR="002F60B3" w:rsidRPr="002F60B3">
          <w:rPr>
            <w:rStyle w:val="Hyperlink"/>
            <w:u w:val="none"/>
          </w:rPr>
          <w:t>ERCOT Responsibilities Related to Voltage Support</w:t>
        </w:r>
        <w:r w:rsidR="002F60B3" w:rsidRPr="002F60B3">
          <w:rPr>
            <w:webHidden/>
          </w:rPr>
          <w:tab/>
        </w:r>
        <w:r w:rsidR="002F60B3" w:rsidRPr="002F60B3">
          <w:rPr>
            <w:webHidden/>
          </w:rPr>
          <w:fldChar w:fldCharType="begin"/>
        </w:r>
        <w:r w:rsidR="002F60B3" w:rsidRPr="002F60B3">
          <w:rPr>
            <w:webHidden/>
          </w:rPr>
          <w:instrText xml:space="preserve"> PAGEREF _Toc135989100 \h </w:instrText>
        </w:r>
        <w:r w:rsidR="002F60B3" w:rsidRPr="002F60B3">
          <w:rPr>
            <w:webHidden/>
          </w:rPr>
        </w:r>
        <w:r w:rsidR="002F60B3" w:rsidRPr="002F60B3">
          <w:rPr>
            <w:webHidden/>
          </w:rPr>
          <w:fldChar w:fldCharType="separate"/>
        </w:r>
        <w:r>
          <w:rPr>
            <w:webHidden/>
          </w:rPr>
          <w:t>3-283</w:t>
        </w:r>
        <w:r w:rsidR="002F60B3" w:rsidRPr="002F60B3">
          <w:rPr>
            <w:webHidden/>
          </w:rPr>
          <w:fldChar w:fldCharType="end"/>
        </w:r>
      </w:hyperlink>
    </w:p>
    <w:p w14:paraId="64FCDC83" w14:textId="0A9B383D" w:rsidR="002F60B3" w:rsidRPr="002F60B3" w:rsidRDefault="009F070C">
      <w:pPr>
        <w:pStyle w:val="TOC3"/>
        <w:rPr>
          <w:rFonts w:eastAsiaTheme="minorEastAsia"/>
        </w:rPr>
      </w:pPr>
      <w:hyperlink w:anchor="_Toc135989101" w:history="1">
        <w:r w:rsidR="002F60B3" w:rsidRPr="002F60B3">
          <w:rPr>
            <w:rStyle w:val="Hyperlink"/>
            <w:u w:val="none"/>
          </w:rPr>
          <w:t>3.15.2</w:t>
        </w:r>
        <w:r w:rsidR="002F60B3" w:rsidRPr="002F60B3">
          <w:rPr>
            <w:rFonts w:eastAsiaTheme="minorEastAsia"/>
          </w:rPr>
          <w:tab/>
        </w:r>
        <w:r w:rsidR="002F60B3" w:rsidRPr="002F60B3">
          <w:rPr>
            <w:rStyle w:val="Hyperlink"/>
            <w:u w:val="none"/>
          </w:rPr>
          <w:t>DSP Responsibilities Related to Voltage Support</w:t>
        </w:r>
        <w:r w:rsidR="002F60B3" w:rsidRPr="002F60B3">
          <w:rPr>
            <w:webHidden/>
          </w:rPr>
          <w:tab/>
        </w:r>
        <w:r w:rsidR="002F60B3" w:rsidRPr="002F60B3">
          <w:rPr>
            <w:webHidden/>
          </w:rPr>
          <w:fldChar w:fldCharType="begin"/>
        </w:r>
        <w:r w:rsidR="002F60B3" w:rsidRPr="002F60B3">
          <w:rPr>
            <w:webHidden/>
          </w:rPr>
          <w:instrText xml:space="preserve"> PAGEREF _Toc135989101 \h </w:instrText>
        </w:r>
        <w:r w:rsidR="002F60B3" w:rsidRPr="002F60B3">
          <w:rPr>
            <w:webHidden/>
          </w:rPr>
        </w:r>
        <w:r w:rsidR="002F60B3" w:rsidRPr="002F60B3">
          <w:rPr>
            <w:webHidden/>
          </w:rPr>
          <w:fldChar w:fldCharType="separate"/>
        </w:r>
        <w:r>
          <w:rPr>
            <w:webHidden/>
          </w:rPr>
          <w:t>3-285</w:t>
        </w:r>
        <w:r w:rsidR="002F60B3" w:rsidRPr="002F60B3">
          <w:rPr>
            <w:webHidden/>
          </w:rPr>
          <w:fldChar w:fldCharType="end"/>
        </w:r>
      </w:hyperlink>
    </w:p>
    <w:p w14:paraId="53A47C09" w14:textId="6DC3428E" w:rsidR="002F60B3" w:rsidRPr="002F60B3" w:rsidRDefault="009F070C">
      <w:pPr>
        <w:pStyle w:val="TOC3"/>
        <w:rPr>
          <w:rFonts w:eastAsiaTheme="minorEastAsia"/>
        </w:rPr>
      </w:pPr>
      <w:hyperlink w:anchor="_Toc135989102" w:history="1">
        <w:r w:rsidR="002F60B3" w:rsidRPr="002F60B3">
          <w:rPr>
            <w:rStyle w:val="Hyperlink"/>
            <w:u w:val="none"/>
          </w:rPr>
          <w:t>3.15.3</w:t>
        </w:r>
        <w:r w:rsidR="002F60B3" w:rsidRPr="002F60B3">
          <w:rPr>
            <w:rFonts w:eastAsiaTheme="minorEastAsia"/>
          </w:rPr>
          <w:tab/>
        </w:r>
        <w:r w:rsidR="002F60B3" w:rsidRPr="002F60B3">
          <w:rPr>
            <w:rStyle w:val="Hyperlink"/>
            <w:u w:val="none"/>
          </w:rPr>
          <w:t>Generation Resource Requirements Related to Voltage Support</w:t>
        </w:r>
        <w:r w:rsidR="002F60B3" w:rsidRPr="002F60B3">
          <w:rPr>
            <w:webHidden/>
          </w:rPr>
          <w:tab/>
        </w:r>
        <w:r w:rsidR="002F60B3" w:rsidRPr="002F60B3">
          <w:rPr>
            <w:webHidden/>
          </w:rPr>
          <w:fldChar w:fldCharType="begin"/>
        </w:r>
        <w:r w:rsidR="002F60B3" w:rsidRPr="002F60B3">
          <w:rPr>
            <w:webHidden/>
          </w:rPr>
          <w:instrText xml:space="preserve"> PAGEREF _Toc135989102 \h </w:instrText>
        </w:r>
        <w:r w:rsidR="002F60B3" w:rsidRPr="002F60B3">
          <w:rPr>
            <w:webHidden/>
          </w:rPr>
        </w:r>
        <w:r w:rsidR="002F60B3" w:rsidRPr="002F60B3">
          <w:rPr>
            <w:webHidden/>
          </w:rPr>
          <w:fldChar w:fldCharType="separate"/>
        </w:r>
        <w:r>
          <w:rPr>
            <w:webHidden/>
          </w:rPr>
          <w:t>3-285</w:t>
        </w:r>
        <w:r w:rsidR="002F60B3" w:rsidRPr="002F60B3">
          <w:rPr>
            <w:webHidden/>
          </w:rPr>
          <w:fldChar w:fldCharType="end"/>
        </w:r>
      </w:hyperlink>
    </w:p>
    <w:p w14:paraId="28FBB82D" w14:textId="1E7FA662" w:rsidR="002F60B3" w:rsidRPr="002F60B3" w:rsidRDefault="009F070C">
      <w:pPr>
        <w:pStyle w:val="TOC3"/>
        <w:rPr>
          <w:rFonts w:eastAsiaTheme="minorEastAsia"/>
        </w:rPr>
      </w:pPr>
      <w:hyperlink w:anchor="_Toc135989104" w:history="1">
        <w:r w:rsidR="002F60B3" w:rsidRPr="002F60B3">
          <w:rPr>
            <w:rStyle w:val="Hyperlink"/>
            <w:u w:val="none"/>
          </w:rPr>
          <w:t>3.15.4</w:t>
        </w:r>
        <w:r w:rsidR="002F60B3" w:rsidRPr="002F60B3">
          <w:rPr>
            <w:rFonts w:eastAsiaTheme="minorEastAsia"/>
          </w:rPr>
          <w:tab/>
        </w:r>
        <w:r w:rsidR="002F60B3" w:rsidRPr="002F60B3">
          <w:rPr>
            <w:rStyle w:val="Hyperlink"/>
            <w:u w:val="none"/>
          </w:rPr>
          <w:t>Direct Current Tie Owner and Direct Current Tie Operator (DCTO) Responsibilities Related to Voltage Support</w:t>
        </w:r>
        <w:r w:rsidR="002F60B3" w:rsidRPr="002F60B3">
          <w:rPr>
            <w:webHidden/>
          </w:rPr>
          <w:tab/>
        </w:r>
        <w:r w:rsidR="002F60B3" w:rsidRPr="002F60B3">
          <w:rPr>
            <w:webHidden/>
          </w:rPr>
          <w:fldChar w:fldCharType="begin"/>
        </w:r>
        <w:r w:rsidR="002F60B3" w:rsidRPr="002F60B3">
          <w:rPr>
            <w:webHidden/>
          </w:rPr>
          <w:instrText xml:space="preserve"> PAGEREF _Toc135989104 \h </w:instrText>
        </w:r>
        <w:r w:rsidR="002F60B3" w:rsidRPr="002F60B3">
          <w:rPr>
            <w:webHidden/>
          </w:rPr>
        </w:r>
        <w:r w:rsidR="002F60B3" w:rsidRPr="002F60B3">
          <w:rPr>
            <w:webHidden/>
          </w:rPr>
          <w:fldChar w:fldCharType="separate"/>
        </w:r>
        <w:r>
          <w:rPr>
            <w:webHidden/>
          </w:rPr>
          <w:t>3-289</w:t>
        </w:r>
        <w:r w:rsidR="002F60B3" w:rsidRPr="002F60B3">
          <w:rPr>
            <w:webHidden/>
          </w:rPr>
          <w:fldChar w:fldCharType="end"/>
        </w:r>
      </w:hyperlink>
    </w:p>
    <w:p w14:paraId="5BD55882" w14:textId="4AA5371C" w:rsidR="002F60B3" w:rsidRPr="002F60B3" w:rsidRDefault="009F070C">
      <w:pPr>
        <w:pStyle w:val="TOC2"/>
        <w:rPr>
          <w:rFonts w:eastAsiaTheme="minorEastAsia"/>
          <w:noProof/>
        </w:rPr>
      </w:pPr>
      <w:hyperlink w:anchor="_Toc135989105" w:history="1">
        <w:r w:rsidR="002F60B3" w:rsidRPr="002F60B3">
          <w:rPr>
            <w:rStyle w:val="Hyperlink"/>
            <w:noProof/>
            <w:u w:val="none"/>
          </w:rPr>
          <w:t>3.16</w:t>
        </w:r>
        <w:r w:rsidR="002F60B3" w:rsidRPr="002F60B3">
          <w:rPr>
            <w:rFonts w:eastAsiaTheme="minorEastAsia"/>
            <w:noProof/>
          </w:rPr>
          <w:tab/>
        </w:r>
        <w:r w:rsidR="002F60B3" w:rsidRPr="002F60B3">
          <w:rPr>
            <w:rStyle w:val="Hyperlink"/>
            <w:noProof/>
            <w:u w:val="none"/>
          </w:rPr>
          <w:t>Standards for Determining Ancillary Service Quantities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_Toc135989105 \h </w:instrText>
        </w:r>
        <w:r w:rsidR="002F60B3" w:rsidRPr="002F60B3">
          <w:rPr>
            <w:noProof/>
            <w:webHidden/>
          </w:rPr>
        </w:r>
        <w:r w:rsidR="002F60B3" w:rsidRPr="002F60B3">
          <w:rPr>
            <w:noProof/>
            <w:webHidden/>
          </w:rPr>
          <w:fldChar w:fldCharType="separate"/>
        </w:r>
        <w:r>
          <w:rPr>
            <w:noProof/>
            <w:webHidden/>
          </w:rPr>
          <w:t>3-290</w:t>
        </w:r>
        <w:r w:rsidR="002F60B3" w:rsidRPr="002F60B3">
          <w:rPr>
            <w:noProof/>
            <w:webHidden/>
          </w:rPr>
          <w:fldChar w:fldCharType="end"/>
        </w:r>
      </w:hyperlink>
    </w:p>
    <w:p w14:paraId="22B15BFA" w14:textId="7C9CDD96" w:rsidR="002F60B3" w:rsidRPr="002F60B3" w:rsidRDefault="009F070C">
      <w:pPr>
        <w:pStyle w:val="TOC2"/>
        <w:rPr>
          <w:rFonts w:eastAsiaTheme="minorEastAsia"/>
          <w:noProof/>
        </w:rPr>
      </w:pPr>
      <w:hyperlink w:anchor="_Toc135989106" w:history="1">
        <w:r w:rsidR="002F60B3" w:rsidRPr="002F60B3">
          <w:rPr>
            <w:rStyle w:val="Hyperlink"/>
            <w:noProof/>
            <w:u w:val="none"/>
          </w:rPr>
          <w:t>3.17</w:t>
        </w:r>
        <w:r w:rsidR="002F60B3" w:rsidRPr="002F60B3">
          <w:rPr>
            <w:rFonts w:eastAsiaTheme="minorEastAsia"/>
            <w:noProof/>
          </w:rPr>
          <w:tab/>
        </w:r>
        <w:r w:rsidR="002F60B3" w:rsidRPr="002F60B3">
          <w:rPr>
            <w:rStyle w:val="Hyperlink"/>
            <w:noProof/>
            <w:u w:val="none"/>
          </w:rPr>
          <w:t>Ancillary Service Capacity Products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_Toc135989106 \h </w:instrText>
        </w:r>
        <w:r w:rsidR="002F60B3" w:rsidRPr="002F60B3">
          <w:rPr>
            <w:noProof/>
            <w:webHidden/>
          </w:rPr>
        </w:r>
        <w:r w:rsidR="002F60B3" w:rsidRPr="002F60B3">
          <w:rPr>
            <w:noProof/>
            <w:webHidden/>
          </w:rPr>
          <w:fldChar w:fldCharType="separate"/>
        </w:r>
        <w:r>
          <w:rPr>
            <w:noProof/>
            <w:webHidden/>
          </w:rPr>
          <w:t>3-293</w:t>
        </w:r>
        <w:r w:rsidR="002F60B3" w:rsidRPr="002F60B3">
          <w:rPr>
            <w:noProof/>
            <w:webHidden/>
          </w:rPr>
          <w:fldChar w:fldCharType="end"/>
        </w:r>
      </w:hyperlink>
    </w:p>
    <w:p w14:paraId="09225D1E" w14:textId="02E2C8C8" w:rsidR="002F60B3" w:rsidRPr="002F60B3" w:rsidRDefault="009F070C">
      <w:pPr>
        <w:pStyle w:val="TOC3"/>
        <w:rPr>
          <w:rFonts w:eastAsiaTheme="minorEastAsia"/>
        </w:rPr>
      </w:pPr>
      <w:hyperlink w:anchor="_Toc135989107" w:history="1">
        <w:r w:rsidR="002F60B3" w:rsidRPr="002F60B3">
          <w:rPr>
            <w:rStyle w:val="Hyperlink"/>
            <w:u w:val="none"/>
          </w:rPr>
          <w:t>3.17.1</w:t>
        </w:r>
        <w:r w:rsidR="002F60B3" w:rsidRPr="002F60B3">
          <w:rPr>
            <w:rFonts w:eastAsiaTheme="minorEastAsia"/>
          </w:rPr>
          <w:tab/>
        </w:r>
        <w:r w:rsidR="002F60B3" w:rsidRPr="002F60B3">
          <w:rPr>
            <w:rStyle w:val="Hyperlink"/>
            <w:u w:val="none"/>
          </w:rPr>
          <w:t>Regulation Service</w:t>
        </w:r>
        <w:r w:rsidR="002F60B3" w:rsidRPr="002F60B3">
          <w:rPr>
            <w:webHidden/>
          </w:rPr>
          <w:tab/>
        </w:r>
        <w:r w:rsidR="002F60B3" w:rsidRPr="002F60B3">
          <w:rPr>
            <w:webHidden/>
          </w:rPr>
          <w:fldChar w:fldCharType="begin"/>
        </w:r>
        <w:r w:rsidR="002F60B3" w:rsidRPr="002F60B3">
          <w:rPr>
            <w:webHidden/>
          </w:rPr>
          <w:instrText xml:space="preserve"> PAGEREF _Toc135989107 \h </w:instrText>
        </w:r>
        <w:r w:rsidR="002F60B3" w:rsidRPr="002F60B3">
          <w:rPr>
            <w:webHidden/>
          </w:rPr>
        </w:r>
        <w:r w:rsidR="002F60B3" w:rsidRPr="002F60B3">
          <w:rPr>
            <w:webHidden/>
          </w:rPr>
          <w:fldChar w:fldCharType="separate"/>
        </w:r>
        <w:r>
          <w:rPr>
            <w:webHidden/>
          </w:rPr>
          <w:t>3-293</w:t>
        </w:r>
        <w:r w:rsidR="002F60B3" w:rsidRPr="002F60B3">
          <w:rPr>
            <w:webHidden/>
          </w:rPr>
          <w:fldChar w:fldCharType="end"/>
        </w:r>
      </w:hyperlink>
    </w:p>
    <w:p w14:paraId="065AEC78" w14:textId="1A9B1527" w:rsidR="002F60B3" w:rsidRPr="002F60B3" w:rsidRDefault="009F070C">
      <w:pPr>
        <w:pStyle w:val="TOC3"/>
        <w:rPr>
          <w:rFonts w:eastAsiaTheme="minorEastAsia"/>
        </w:rPr>
      </w:pPr>
      <w:hyperlink w:anchor="_Toc135989108" w:history="1">
        <w:r w:rsidR="002F60B3" w:rsidRPr="002F60B3">
          <w:rPr>
            <w:rStyle w:val="Hyperlink"/>
            <w:u w:val="none"/>
          </w:rPr>
          <w:t>3.17.2</w:t>
        </w:r>
        <w:r w:rsidR="002F60B3" w:rsidRPr="002F60B3">
          <w:rPr>
            <w:rFonts w:eastAsiaTheme="minorEastAsia"/>
          </w:rPr>
          <w:tab/>
        </w:r>
        <w:r w:rsidR="002F60B3" w:rsidRPr="002F60B3">
          <w:rPr>
            <w:rStyle w:val="Hyperlink"/>
            <w:u w:val="none"/>
          </w:rPr>
          <w:t>Responsive Reserve Service</w:t>
        </w:r>
        <w:r w:rsidR="002F60B3" w:rsidRPr="002F60B3">
          <w:rPr>
            <w:webHidden/>
          </w:rPr>
          <w:tab/>
        </w:r>
        <w:r w:rsidR="002F60B3" w:rsidRPr="002F60B3">
          <w:rPr>
            <w:webHidden/>
          </w:rPr>
          <w:fldChar w:fldCharType="begin"/>
        </w:r>
        <w:r w:rsidR="002F60B3" w:rsidRPr="002F60B3">
          <w:rPr>
            <w:webHidden/>
          </w:rPr>
          <w:instrText xml:space="preserve"> PAGEREF _Toc135989108 \h </w:instrText>
        </w:r>
        <w:r w:rsidR="002F60B3" w:rsidRPr="002F60B3">
          <w:rPr>
            <w:webHidden/>
          </w:rPr>
        </w:r>
        <w:r w:rsidR="002F60B3" w:rsidRPr="002F60B3">
          <w:rPr>
            <w:webHidden/>
          </w:rPr>
          <w:fldChar w:fldCharType="separate"/>
        </w:r>
        <w:r>
          <w:rPr>
            <w:webHidden/>
          </w:rPr>
          <w:t>3-295</w:t>
        </w:r>
        <w:r w:rsidR="002F60B3" w:rsidRPr="002F60B3">
          <w:rPr>
            <w:webHidden/>
          </w:rPr>
          <w:fldChar w:fldCharType="end"/>
        </w:r>
      </w:hyperlink>
    </w:p>
    <w:p w14:paraId="692E5D48" w14:textId="1E330CA2" w:rsidR="002F60B3" w:rsidRPr="002F60B3" w:rsidRDefault="009F070C">
      <w:pPr>
        <w:pStyle w:val="TOC3"/>
        <w:rPr>
          <w:rFonts w:eastAsiaTheme="minorEastAsia"/>
        </w:rPr>
      </w:pPr>
      <w:hyperlink w:anchor="_Toc135989109" w:history="1">
        <w:r w:rsidR="002F60B3" w:rsidRPr="002F60B3">
          <w:rPr>
            <w:rStyle w:val="Hyperlink"/>
            <w:u w:val="none"/>
          </w:rPr>
          <w:t>3.17.3</w:t>
        </w:r>
        <w:r w:rsidR="002F60B3" w:rsidRPr="002F60B3">
          <w:rPr>
            <w:rFonts w:eastAsiaTheme="minorEastAsia"/>
          </w:rPr>
          <w:tab/>
        </w:r>
        <w:r w:rsidR="002F60B3" w:rsidRPr="002F60B3">
          <w:rPr>
            <w:rStyle w:val="Hyperlink"/>
            <w:u w:val="none"/>
          </w:rPr>
          <w:t>Non-Spinning Reserve Service</w:t>
        </w:r>
        <w:r w:rsidR="002F60B3" w:rsidRPr="002F60B3">
          <w:rPr>
            <w:webHidden/>
          </w:rPr>
          <w:tab/>
        </w:r>
        <w:r w:rsidR="002F60B3" w:rsidRPr="002F60B3">
          <w:rPr>
            <w:webHidden/>
          </w:rPr>
          <w:fldChar w:fldCharType="begin"/>
        </w:r>
        <w:r w:rsidR="002F60B3" w:rsidRPr="002F60B3">
          <w:rPr>
            <w:webHidden/>
          </w:rPr>
          <w:instrText xml:space="preserve"> PAGEREF _Toc135989109 \h </w:instrText>
        </w:r>
        <w:r w:rsidR="002F60B3" w:rsidRPr="002F60B3">
          <w:rPr>
            <w:webHidden/>
          </w:rPr>
        </w:r>
        <w:r w:rsidR="002F60B3" w:rsidRPr="002F60B3">
          <w:rPr>
            <w:webHidden/>
          </w:rPr>
          <w:fldChar w:fldCharType="separate"/>
        </w:r>
        <w:r>
          <w:rPr>
            <w:webHidden/>
          </w:rPr>
          <w:t>3-295</w:t>
        </w:r>
        <w:r w:rsidR="002F60B3" w:rsidRPr="002F60B3">
          <w:rPr>
            <w:webHidden/>
          </w:rPr>
          <w:fldChar w:fldCharType="end"/>
        </w:r>
      </w:hyperlink>
    </w:p>
    <w:p w14:paraId="32BD7B02" w14:textId="2797A1F4" w:rsidR="002F60B3" w:rsidRPr="002F60B3" w:rsidRDefault="009F070C">
      <w:pPr>
        <w:pStyle w:val="TOC3"/>
        <w:rPr>
          <w:rFonts w:eastAsiaTheme="minorEastAsia"/>
        </w:rPr>
      </w:pPr>
      <w:hyperlink w:anchor="_Toc135989110" w:history="1">
        <w:r w:rsidR="002F60B3" w:rsidRPr="002F60B3">
          <w:rPr>
            <w:rStyle w:val="Hyperlink"/>
            <w:u w:val="none"/>
          </w:rPr>
          <w:t>3.17.4</w:t>
        </w:r>
        <w:r w:rsidR="002F60B3" w:rsidRPr="002F60B3">
          <w:rPr>
            <w:rFonts w:eastAsiaTheme="minorEastAsia"/>
          </w:rPr>
          <w:tab/>
        </w:r>
        <w:r w:rsidR="002F60B3" w:rsidRPr="002F60B3">
          <w:rPr>
            <w:rStyle w:val="Hyperlink"/>
            <w:u w:val="none"/>
          </w:rPr>
          <w:t>ERCOT Contingency Reserve Service</w:t>
        </w:r>
        <w:r w:rsidR="002F60B3" w:rsidRPr="002F60B3">
          <w:rPr>
            <w:webHidden/>
          </w:rPr>
          <w:tab/>
        </w:r>
        <w:r w:rsidR="002F60B3" w:rsidRPr="002F60B3">
          <w:rPr>
            <w:webHidden/>
          </w:rPr>
          <w:fldChar w:fldCharType="begin"/>
        </w:r>
        <w:r w:rsidR="002F60B3" w:rsidRPr="002F60B3">
          <w:rPr>
            <w:webHidden/>
          </w:rPr>
          <w:instrText xml:space="preserve"> PAGEREF _Toc135989110 \h </w:instrText>
        </w:r>
        <w:r w:rsidR="002F60B3" w:rsidRPr="002F60B3">
          <w:rPr>
            <w:webHidden/>
          </w:rPr>
        </w:r>
        <w:r w:rsidR="002F60B3" w:rsidRPr="002F60B3">
          <w:rPr>
            <w:webHidden/>
          </w:rPr>
          <w:fldChar w:fldCharType="separate"/>
        </w:r>
        <w:r>
          <w:rPr>
            <w:webHidden/>
          </w:rPr>
          <w:t>3-296</w:t>
        </w:r>
        <w:r w:rsidR="002F60B3" w:rsidRPr="002F60B3">
          <w:rPr>
            <w:webHidden/>
          </w:rPr>
          <w:fldChar w:fldCharType="end"/>
        </w:r>
      </w:hyperlink>
    </w:p>
    <w:p w14:paraId="2A24CC20" w14:textId="2E549580" w:rsidR="002F60B3" w:rsidRPr="002F60B3" w:rsidRDefault="009F070C">
      <w:pPr>
        <w:pStyle w:val="TOC2"/>
        <w:rPr>
          <w:rFonts w:eastAsiaTheme="minorEastAsia"/>
          <w:noProof/>
        </w:rPr>
      </w:pPr>
      <w:hyperlink w:anchor="_Toc135989111" w:history="1">
        <w:r w:rsidR="002F60B3" w:rsidRPr="002F60B3">
          <w:rPr>
            <w:rStyle w:val="Hyperlink"/>
            <w:noProof/>
            <w:u w:val="none"/>
          </w:rPr>
          <w:t>3.18</w:t>
        </w:r>
        <w:r w:rsidR="002F60B3" w:rsidRPr="002F60B3">
          <w:rPr>
            <w:rFonts w:eastAsiaTheme="minorEastAsia"/>
            <w:noProof/>
          </w:rPr>
          <w:tab/>
        </w:r>
        <w:r w:rsidR="002F60B3" w:rsidRPr="002F60B3">
          <w:rPr>
            <w:rStyle w:val="Hyperlink"/>
            <w:noProof/>
            <w:u w:val="none"/>
          </w:rPr>
          <w:t>Resource Limits in Providing Ancillary Service</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_Toc135989111 \h </w:instrText>
        </w:r>
        <w:r w:rsidR="002F60B3" w:rsidRPr="002F60B3">
          <w:rPr>
            <w:noProof/>
            <w:webHidden/>
          </w:rPr>
        </w:r>
        <w:r w:rsidR="002F60B3" w:rsidRPr="002F60B3">
          <w:rPr>
            <w:noProof/>
            <w:webHidden/>
          </w:rPr>
          <w:fldChar w:fldCharType="separate"/>
        </w:r>
        <w:r>
          <w:rPr>
            <w:noProof/>
            <w:webHidden/>
          </w:rPr>
          <w:t>3-297</w:t>
        </w:r>
        <w:r w:rsidR="002F60B3" w:rsidRPr="002F60B3">
          <w:rPr>
            <w:noProof/>
            <w:webHidden/>
          </w:rPr>
          <w:fldChar w:fldCharType="end"/>
        </w:r>
      </w:hyperlink>
    </w:p>
    <w:p w14:paraId="60B7BDA4" w14:textId="56F94A26" w:rsidR="002F60B3" w:rsidRPr="002F60B3" w:rsidRDefault="009F070C">
      <w:pPr>
        <w:pStyle w:val="TOC2"/>
        <w:rPr>
          <w:rFonts w:eastAsiaTheme="minorEastAsia"/>
          <w:noProof/>
        </w:rPr>
      </w:pPr>
      <w:hyperlink w:anchor="_Toc135989112" w:history="1">
        <w:r w:rsidR="002F60B3" w:rsidRPr="002F60B3">
          <w:rPr>
            <w:rStyle w:val="Hyperlink"/>
            <w:noProof/>
            <w:u w:val="none"/>
          </w:rPr>
          <w:t>3.19</w:t>
        </w:r>
        <w:r w:rsidR="002F60B3" w:rsidRPr="002F60B3">
          <w:rPr>
            <w:rFonts w:eastAsiaTheme="minorEastAsia"/>
            <w:noProof/>
          </w:rPr>
          <w:tab/>
        </w:r>
        <w:r w:rsidR="002F60B3" w:rsidRPr="002F60B3">
          <w:rPr>
            <w:rStyle w:val="Hyperlink"/>
            <w:noProof/>
            <w:u w:val="none"/>
          </w:rPr>
          <w:t>Constraint Competitiveness Tests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_Toc135989112 \h </w:instrText>
        </w:r>
        <w:r w:rsidR="002F60B3" w:rsidRPr="002F60B3">
          <w:rPr>
            <w:noProof/>
            <w:webHidden/>
          </w:rPr>
        </w:r>
        <w:r w:rsidR="002F60B3" w:rsidRPr="002F60B3">
          <w:rPr>
            <w:noProof/>
            <w:webHidden/>
          </w:rPr>
          <w:fldChar w:fldCharType="separate"/>
        </w:r>
        <w:r>
          <w:rPr>
            <w:noProof/>
            <w:webHidden/>
          </w:rPr>
          <w:t>3-300</w:t>
        </w:r>
        <w:r w:rsidR="002F60B3" w:rsidRPr="002F60B3">
          <w:rPr>
            <w:noProof/>
            <w:webHidden/>
          </w:rPr>
          <w:fldChar w:fldCharType="end"/>
        </w:r>
      </w:hyperlink>
    </w:p>
    <w:p w14:paraId="03F32A80" w14:textId="29CCF548" w:rsidR="002F60B3" w:rsidRPr="002F60B3" w:rsidRDefault="009F070C">
      <w:pPr>
        <w:pStyle w:val="TOC3"/>
        <w:rPr>
          <w:rFonts w:eastAsiaTheme="minorEastAsia"/>
        </w:rPr>
      </w:pPr>
      <w:hyperlink w:anchor="_Toc135989113" w:history="1">
        <w:r w:rsidR="002F60B3" w:rsidRPr="002F60B3">
          <w:rPr>
            <w:rStyle w:val="Hyperlink"/>
            <w:u w:val="none"/>
          </w:rPr>
          <w:t>3.19.1</w:t>
        </w:r>
        <w:r w:rsidR="002F60B3" w:rsidRPr="002F60B3">
          <w:rPr>
            <w:rFonts w:eastAsiaTheme="minorEastAsia"/>
          </w:rPr>
          <w:tab/>
        </w:r>
        <w:r w:rsidR="002F60B3" w:rsidRPr="002F60B3">
          <w:rPr>
            <w:rStyle w:val="Hyperlink"/>
            <w:u w:val="none"/>
          </w:rPr>
          <w:t>Constraint Competitiveness Test Definitions</w:t>
        </w:r>
        <w:r w:rsidR="002F60B3" w:rsidRPr="002F60B3">
          <w:rPr>
            <w:webHidden/>
          </w:rPr>
          <w:tab/>
        </w:r>
        <w:r w:rsidR="002F60B3" w:rsidRPr="002F60B3">
          <w:rPr>
            <w:webHidden/>
          </w:rPr>
          <w:fldChar w:fldCharType="begin"/>
        </w:r>
        <w:r w:rsidR="002F60B3" w:rsidRPr="002F60B3">
          <w:rPr>
            <w:webHidden/>
          </w:rPr>
          <w:instrText xml:space="preserve"> PAGEREF _Toc135989113 \h </w:instrText>
        </w:r>
        <w:r w:rsidR="002F60B3" w:rsidRPr="002F60B3">
          <w:rPr>
            <w:webHidden/>
          </w:rPr>
        </w:r>
        <w:r w:rsidR="002F60B3" w:rsidRPr="002F60B3">
          <w:rPr>
            <w:webHidden/>
          </w:rPr>
          <w:fldChar w:fldCharType="separate"/>
        </w:r>
        <w:r>
          <w:rPr>
            <w:webHidden/>
          </w:rPr>
          <w:t>3-300</w:t>
        </w:r>
        <w:r w:rsidR="002F60B3" w:rsidRPr="002F60B3">
          <w:rPr>
            <w:webHidden/>
          </w:rPr>
          <w:fldChar w:fldCharType="end"/>
        </w:r>
      </w:hyperlink>
    </w:p>
    <w:p w14:paraId="22B235E3" w14:textId="4FA91F91" w:rsidR="002F60B3" w:rsidRPr="002F60B3" w:rsidRDefault="009F070C">
      <w:pPr>
        <w:pStyle w:val="TOC3"/>
        <w:rPr>
          <w:rFonts w:eastAsiaTheme="minorEastAsia"/>
        </w:rPr>
      </w:pPr>
      <w:hyperlink w:anchor="_Toc135989114" w:history="1">
        <w:r w:rsidR="002F60B3" w:rsidRPr="002F60B3">
          <w:rPr>
            <w:rStyle w:val="Hyperlink"/>
            <w:u w:val="none"/>
          </w:rPr>
          <w:t>3.19.2</w:t>
        </w:r>
        <w:r w:rsidR="002F60B3" w:rsidRPr="002F60B3">
          <w:rPr>
            <w:rFonts w:eastAsiaTheme="minorEastAsia"/>
          </w:rPr>
          <w:tab/>
        </w:r>
        <w:r w:rsidR="002F60B3" w:rsidRPr="002F60B3">
          <w:rPr>
            <w:rStyle w:val="Hyperlink"/>
            <w:u w:val="none"/>
          </w:rPr>
          <w:t>Element Competitiveness Index Calculation</w:t>
        </w:r>
        <w:r w:rsidR="002F60B3" w:rsidRPr="002F60B3">
          <w:rPr>
            <w:webHidden/>
          </w:rPr>
          <w:tab/>
        </w:r>
        <w:r w:rsidR="002F60B3" w:rsidRPr="002F60B3">
          <w:rPr>
            <w:webHidden/>
          </w:rPr>
          <w:fldChar w:fldCharType="begin"/>
        </w:r>
        <w:r w:rsidR="002F60B3" w:rsidRPr="002F60B3">
          <w:rPr>
            <w:webHidden/>
          </w:rPr>
          <w:instrText xml:space="preserve"> PAGEREF _Toc135989114 \h </w:instrText>
        </w:r>
        <w:r w:rsidR="002F60B3" w:rsidRPr="002F60B3">
          <w:rPr>
            <w:webHidden/>
          </w:rPr>
        </w:r>
        <w:r w:rsidR="002F60B3" w:rsidRPr="002F60B3">
          <w:rPr>
            <w:webHidden/>
          </w:rPr>
          <w:fldChar w:fldCharType="separate"/>
        </w:r>
        <w:r>
          <w:rPr>
            <w:webHidden/>
          </w:rPr>
          <w:t>3-301</w:t>
        </w:r>
        <w:r w:rsidR="002F60B3" w:rsidRPr="002F60B3">
          <w:rPr>
            <w:webHidden/>
          </w:rPr>
          <w:fldChar w:fldCharType="end"/>
        </w:r>
      </w:hyperlink>
    </w:p>
    <w:p w14:paraId="29CA0096" w14:textId="03027266" w:rsidR="002F60B3" w:rsidRPr="002F60B3" w:rsidRDefault="009F070C">
      <w:pPr>
        <w:pStyle w:val="TOC3"/>
        <w:rPr>
          <w:rFonts w:eastAsiaTheme="minorEastAsia"/>
        </w:rPr>
      </w:pPr>
      <w:hyperlink w:anchor="_Toc135989115" w:history="1">
        <w:r w:rsidR="002F60B3" w:rsidRPr="002F60B3">
          <w:rPr>
            <w:rStyle w:val="Hyperlink"/>
            <w:u w:val="none"/>
          </w:rPr>
          <w:t>3.19.3</w:t>
        </w:r>
        <w:r w:rsidR="002F60B3" w:rsidRPr="002F60B3">
          <w:rPr>
            <w:rFonts w:eastAsiaTheme="minorEastAsia"/>
          </w:rPr>
          <w:tab/>
        </w:r>
        <w:r w:rsidR="002F60B3" w:rsidRPr="002F60B3">
          <w:rPr>
            <w:rStyle w:val="Hyperlink"/>
            <w:u w:val="none"/>
          </w:rPr>
          <w:t>Long-Term Constraint Competitiveness Test</w:t>
        </w:r>
        <w:r w:rsidR="002F60B3" w:rsidRPr="002F60B3">
          <w:rPr>
            <w:webHidden/>
          </w:rPr>
          <w:tab/>
        </w:r>
        <w:r w:rsidR="002F60B3" w:rsidRPr="002F60B3">
          <w:rPr>
            <w:webHidden/>
          </w:rPr>
          <w:fldChar w:fldCharType="begin"/>
        </w:r>
        <w:r w:rsidR="002F60B3" w:rsidRPr="002F60B3">
          <w:rPr>
            <w:webHidden/>
          </w:rPr>
          <w:instrText xml:space="preserve"> PAGEREF _Toc135989115 \h </w:instrText>
        </w:r>
        <w:r w:rsidR="002F60B3" w:rsidRPr="002F60B3">
          <w:rPr>
            <w:webHidden/>
          </w:rPr>
        </w:r>
        <w:r w:rsidR="002F60B3" w:rsidRPr="002F60B3">
          <w:rPr>
            <w:webHidden/>
          </w:rPr>
          <w:fldChar w:fldCharType="separate"/>
        </w:r>
        <w:r>
          <w:rPr>
            <w:webHidden/>
          </w:rPr>
          <w:t>3-302</w:t>
        </w:r>
        <w:r w:rsidR="002F60B3" w:rsidRPr="002F60B3">
          <w:rPr>
            <w:webHidden/>
          </w:rPr>
          <w:fldChar w:fldCharType="end"/>
        </w:r>
      </w:hyperlink>
    </w:p>
    <w:p w14:paraId="45853A08" w14:textId="7DF01D11" w:rsidR="002F60B3" w:rsidRPr="002F60B3" w:rsidRDefault="009F070C">
      <w:pPr>
        <w:pStyle w:val="TOC3"/>
        <w:rPr>
          <w:rFonts w:eastAsiaTheme="minorEastAsia"/>
        </w:rPr>
      </w:pPr>
      <w:hyperlink w:anchor="_Toc135989116" w:history="1">
        <w:r w:rsidR="002F60B3" w:rsidRPr="002F60B3">
          <w:rPr>
            <w:rStyle w:val="Hyperlink"/>
            <w:u w:val="none"/>
          </w:rPr>
          <w:t>3.19.4</w:t>
        </w:r>
        <w:r w:rsidR="002F60B3" w:rsidRPr="002F60B3">
          <w:rPr>
            <w:rFonts w:eastAsiaTheme="minorEastAsia"/>
          </w:rPr>
          <w:tab/>
        </w:r>
        <w:r w:rsidR="002F60B3" w:rsidRPr="002F60B3">
          <w:rPr>
            <w:rStyle w:val="Hyperlink"/>
            <w:u w:val="none"/>
          </w:rPr>
          <w:t>Security-Constrained Economic Dispatch Constraint Competitiveness Test</w:t>
        </w:r>
        <w:r w:rsidR="002F60B3" w:rsidRPr="002F60B3">
          <w:rPr>
            <w:webHidden/>
          </w:rPr>
          <w:tab/>
        </w:r>
        <w:r w:rsidR="002F60B3" w:rsidRPr="002F60B3">
          <w:rPr>
            <w:webHidden/>
          </w:rPr>
          <w:fldChar w:fldCharType="begin"/>
        </w:r>
        <w:r w:rsidR="002F60B3" w:rsidRPr="002F60B3">
          <w:rPr>
            <w:webHidden/>
          </w:rPr>
          <w:instrText xml:space="preserve"> PAGEREF _Toc135989116 \h </w:instrText>
        </w:r>
        <w:r w:rsidR="002F60B3" w:rsidRPr="002F60B3">
          <w:rPr>
            <w:webHidden/>
          </w:rPr>
        </w:r>
        <w:r w:rsidR="002F60B3" w:rsidRPr="002F60B3">
          <w:rPr>
            <w:webHidden/>
          </w:rPr>
          <w:fldChar w:fldCharType="separate"/>
        </w:r>
        <w:r>
          <w:rPr>
            <w:webHidden/>
          </w:rPr>
          <w:t>3-302</w:t>
        </w:r>
        <w:r w:rsidR="002F60B3" w:rsidRPr="002F60B3">
          <w:rPr>
            <w:webHidden/>
          </w:rPr>
          <w:fldChar w:fldCharType="end"/>
        </w:r>
      </w:hyperlink>
    </w:p>
    <w:p w14:paraId="23101FF2" w14:textId="7C1B097A" w:rsidR="002F60B3" w:rsidRPr="002F60B3" w:rsidRDefault="009F070C">
      <w:pPr>
        <w:pStyle w:val="TOC2"/>
        <w:rPr>
          <w:rFonts w:eastAsiaTheme="minorEastAsia"/>
          <w:noProof/>
        </w:rPr>
      </w:pPr>
      <w:hyperlink w:anchor="_Toc135989117" w:history="1">
        <w:r w:rsidR="002F60B3" w:rsidRPr="002F60B3">
          <w:rPr>
            <w:rStyle w:val="Hyperlink"/>
            <w:noProof/>
            <w:u w:val="none"/>
          </w:rPr>
          <w:t>3.20</w:t>
        </w:r>
        <w:r w:rsidR="002F60B3" w:rsidRPr="002F60B3">
          <w:rPr>
            <w:rFonts w:eastAsiaTheme="minorEastAsia"/>
            <w:noProof/>
          </w:rPr>
          <w:tab/>
        </w:r>
        <w:r w:rsidR="002F60B3" w:rsidRPr="002F60B3">
          <w:rPr>
            <w:rStyle w:val="Hyperlink"/>
            <w:noProof/>
            <w:u w:val="none"/>
          </w:rPr>
          <w:t>Identification of Chronic Congestion</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_Toc135989117 \h </w:instrText>
        </w:r>
        <w:r w:rsidR="002F60B3" w:rsidRPr="002F60B3">
          <w:rPr>
            <w:noProof/>
            <w:webHidden/>
          </w:rPr>
        </w:r>
        <w:r w:rsidR="002F60B3" w:rsidRPr="002F60B3">
          <w:rPr>
            <w:noProof/>
            <w:webHidden/>
          </w:rPr>
          <w:fldChar w:fldCharType="separate"/>
        </w:r>
        <w:r>
          <w:rPr>
            <w:noProof/>
            <w:webHidden/>
          </w:rPr>
          <w:t>3-304</w:t>
        </w:r>
        <w:r w:rsidR="002F60B3" w:rsidRPr="002F60B3">
          <w:rPr>
            <w:noProof/>
            <w:webHidden/>
          </w:rPr>
          <w:fldChar w:fldCharType="end"/>
        </w:r>
      </w:hyperlink>
    </w:p>
    <w:p w14:paraId="3CA654FD" w14:textId="7CE0F714" w:rsidR="002F60B3" w:rsidRPr="002F60B3" w:rsidRDefault="009F070C">
      <w:pPr>
        <w:pStyle w:val="TOC3"/>
        <w:rPr>
          <w:rFonts w:eastAsiaTheme="minorEastAsia"/>
        </w:rPr>
      </w:pPr>
      <w:hyperlink w:anchor="_Toc135989118" w:history="1">
        <w:r w:rsidR="002F60B3" w:rsidRPr="002F60B3">
          <w:rPr>
            <w:rStyle w:val="Hyperlink"/>
            <w:u w:val="none"/>
          </w:rPr>
          <w:t>3.20.1</w:t>
        </w:r>
        <w:r w:rsidR="002F60B3" w:rsidRPr="002F60B3">
          <w:rPr>
            <w:rFonts w:eastAsiaTheme="minorEastAsia"/>
          </w:rPr>
          <w:tab/>
        </w:r>
        <w:r w:rsidR="002F60B3" w:rsidRPr="002F60B3">
          <w:rPr>
            <w:rStyle w:val="Hyperlink"/>
            <w:u w:val="none"/>
          </w:rPr>
          <w:t>Evaluation of Chronic Congestion</w:t>
        </w:r>
        <w:r w:rsidR="002F60B3" w:rsidRPr="002F60B3">
          <w:rPr>
            <w:webHidden/>
          </w:rPr>
          <w:tab/>
        </w:r>
        <w:r w:rsidR="002F60B3" w:rsidRPr="002F60B3">
          <w:rPr>
            <w:webHidden/>
          </w:rPr>
          <w:fldChar w:fldCharType="begin"/>
        </w:r>
        <w:r w:rsidR="002F60B3" w:rsidRPr="002F60B3">
          <w:rPr>
            <w:webHidden/>
          </w:rPr>
          <w:instrText xml:space="preserve"> PAGEREF _Toc135989118 \h </w:instrText>
        </w:r>
        <w:r w:rsidR="002F60B3" w:rsidRPr="002F60B3">
          <w:rPr>
            <w:webHidden/>
          </w:rPr>
        </w:r>
        <w:r w:rsidR="002F60B3" w:rsidRPr="002F60B3">
          <w:rPr>
            <w:webHidden/>
          </w:rPr>
          <w:fldChar w:fldCharType="separate"/>
        </w:r>
        <w:r>
          <w:rPr>
            <w:webHidden/>
          </w:rPr>
          <w:t>3-304</w:t>
        </w:r>
        <w:r w:rsidR="002F60B3" w:rsidRPr="002F60B3">
          <w:rPr>
            <w:webHidden/>
          </w:rPr>
          <w:fldChar w:fldCharType="end"/>
        </w:r>
      </w:hyperlink>
    </w:p>
    <w:p w14:paraId="54175217" w14:textId="5A7FF61A" w:rsidR="002F60B3" w:rsidRPr="002F60B3" w:rsidRDefault="009F070C">
      <w:pPr>
        <w:pStyle w:val="TOC3"/>
        <w:rPr>
          <w:rFonts w:eastAsiaTheme="minorEastAsia"/>
        </w:rPr>
      </w:pPr>
      <w:hyperlink w:anchor="_Toc135989119" w:history="1">
        <w:r w:rsidR="002F60B3" w:rsidRPr="002F60B3">
          <w:rPr>
            <w:rStyle w:val="Hyperlink"/>
            <w:u w:val="none"/>
          </w:rPr>
          <w:t>3.20.2</w:t>
        </w:r>
        <w:r w:rsidR="002F60B3" w:rsidRPr="002F60B3">
          <w:rPr>
            <w:rFonts w:eastAsiaTheme="minorEastAsia"/>
          </w:rPr>
          <w:tab/>
        </w:r>
        <w:r w:rsidR="002F60B3" w:rsidRPr="002F60B3">
          <w:rPr>
            <w:rStyle w:val="Hyperlink"/>
            <w:u w:val="none"/>
          </w:rPr>
          <w:t>Topology and Model Verification</w:t>
        </w:r>
        <w:r w:rsidR="002F60B3" w:rsidRPr="002F60B3">
          <w:rPr>
            <w:webHidden/>
          </w:rPr>
          <w:tab/>
        </w:r>
        <w:r w:rsidR="002F60B3" w:rsidRPr="002F60B3">
          <w:rPr>
            <w:webHidden/>
          </w:rPr>
          <w:fldChar w:fldCharType="begin"/>
        </w:r>
        <w:r w:rsidR="002F60B3" w:rsidRPr="002F60B3">
          <w:rPr>
            <w:webHidden/>
          </w:rPr>
          <w:instrText xml:space="preserve"> PAGEREF _Toc135989119 \h </w:instrText>
        </w:r>
        <w:r w:rsidR="002F60B3" w:rsidRPr="002F60B3">
          <w:rPr>
            <w:webHidden/>
          </w:rPr>
        </w:r>
        <w:r w:rsidR="002F60B3" w:rsidRPr="002F60B3">
          <w:rPr>
            <w:webHidden/>
          </w:rPr>
          <w:fldChar w:fldCharType="separate"/>
        </w:r>
        <w:r>
          <w:rPr>
            <w:webHidden/>
          </w:rPr>
          <w:t>3-304</w:t>
        </w:r>
        <w:r w:rsidR="002F60B3" w:rsidRPr="002F60B3">
          <w:rPr>
            <w:webHidden/>
          </w:rPr>
          <w:fldChar w:fldCharType="end"/>
        </w:r>
      </w:hyperlink>
    </w:p>
    <w:p w14:paraId="1DB51094" w14:textId="2C5EE5CF" w:rsidR="002F60B3" w:rsidRPr="002F60B3" w:rsidRDefault="009F070C">
      <w:pPr>
        <w:pStyle w:val="TOC2"/>
        <w:rPr>
          <w:rFonts w:eastAsiaTheme="minorEastAsia"/>
          <w:noProof/>
        </w:rPr>
      </w:pPr>
      <w:hyperlink w:anchor="_Toc135989120" w:history="1">
        <w:r w:rsidR="002F60B3" w:rsidRPr="002F60B3">
          <w:rPr>
            <w:rStyle w:val="Hyperlink"/>
            <w:noProof/>
            <w:u w:val="none"/>
          </w:rPr>
          <w:t>3.21</w:t>
        </w:r>
        <w:r w:rsidR="002F60B3" w:rsidRPr="002F60B3">
          <w:rPr>
            <w:rFonts w:eastAsiaTheme="minorEastAsia"/>
            <w:noProof/>
          </w:rPr>
          <w:tab/>
        </w:r>
        <w:r w:rsidR="002F60B3" w:rsidRPr="002F60B3">
          <w:rPr>
            <w:rStyle w:val="Hyperlink"/>
            <w:noProof/>
            <w:u w:val="none"/>
          </w:rPr>
          <w:t>Submission of Declarations of Natural Gas Pipeline Coordination</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_Toc135989120 \h </w:instrText>
        </w:r>
        <w:r w:rsidR="002F60B3" w:rsidRPr="002F60B3">
          <w:rPr>
            <w:noProof/>
            <w:webHidden/>
          </w:rPr>
        </w:r>
        <w:r w:rsidR="002F60B3" w:rsidRPr="002F60B3">
          <w:rPr>
            <w:noProof/>
            <w:webHidden/>
          </w:rPr>
          <w:fldChar w:fldCharType="separate"/>
        </w:r>
        <w:r>
          <w:rPr>
            <w:noProof/>
            <w:webHidden/>
          </w:rPr>
          <w:t>3-305</w:t>
        </w:r>
        <w:r w:rsidR="002F60B3" w:rsidRPr="002F60B3">
          <w:rPr>
            <w:noProof/>
            <w:webHidden/>
          </w:rPr>
          <w:fldChar w:fldCharType="end"/>
        </w:r>
      </w:hyperlink>
    </w:p>
    <w:p w14:paraId="4649B789" w14:textId="52854299" w:rsidR="002F60B3" w:rsidRPr="002F60B3" w:rsidRDefault="009F070C">
      <w:pPr>
        <w:pStyle w:val="TOC2"/>
        <w:rPr>
          <w:rFonts w:eastAsiaTheme="minorEastAsia"/>
          <w:noProof/>
        </w:rPr>
      </w:pPr>
      <w:hyperlink w:anchor="_Toc135989121" w:history="1">
        <w:r w:rsidR="002F60B3" w:rsidRPr="002F60B3">
          <w:rPr>
            <w:rStyle w:val="Hyperlink"/>
            <w:noProof/>
            <w:u w:val="none"/>
          </w:rPr>
          <w:t>3.22</w:t>
        </w:r>
        <w:r w:rsidR="002F60B3" w:rsidRPr="002F60B3">
          <w:rPr>
            <w:rFonts w:eastAsiaTheme="minorEastAsia"/>
            <w:noProof/>
          </w:rPr>
          <w:tab/>
        </w:r>
        <w:r w:rsidR="002F60B3" w:rsidRPr="002F60B3">
          <w:rPr>
            <w:rStyle w:val="Hyperlink"/>
            <w:noProof/>
            <w:u w:val="none"/>
          </w:rPr>
          <w:t>Subsynchronous Resonance</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_Toc135989121 \h </w:instrText>
        </w:r>
        <w:r w:rsidR="002F60B3" w:rsidRPr="002F60B3">
          <w:rPr>
            <w:noProof/>
            <w:webHidden/>
          </w:rPr>
        </w:r>
        <w:r w:rsidR="002F60B3" w:rsidRPr="002F60B3">
          <w:rPr>
            <w:noProof/>
            <w:webHidden/>
          </w:rPr>
          <w:fldChar w:fldCharType="separate"/>
        </w:r>
        <w:r>
          <w:rPr>
            <w:noProof/>
            <w:webHidden/>
          </w:rPr>
          <w:t>3-306</w:t>
        </w:r>
        <w:r w:rsidR="002F60B3" w:rsidRPr="002F60B3">
          <w:rPr>
            <w:noProof/>
            <w:webHidden/>
          </w:rPr>
          <w:fldChar w:fldCharType="end"/>
        </w:r>
      </w:hyperlink>
    </w:p>
    <w:p w14:paraId="1512DE56" w14:textId="7A28BAFC" w:rsidR="002F60B3" w:rsidRPr="002F60B3" w:rsidRDefault="009F070C">
      <w:pPr>
        <w:pStyle w:val="TOC3"/>
        <w:rPr>
          <w:rFonts w:eastAsiaTheme="minorEastAsia"/>
        </w:rPr>
      </w:pPr>
      <w:hyperlink w:anchor="_Toc135989122" w:history="1">
        <w:r w:rsidR="002F60B3" w:rsidRPr="002F60B3">
          <w:rPr>
            <w:rStyle w:val="Hyperlink"/>
            <w:u w:val="none"/>
          </w:rPr>
          <w:t>3.22.1</w:t>
        </w:r>
        <w:r w:rsidR="002F60B3" w:rsidRPr="002F60B3">
          <w:rPr>
            <w:rFonts w:eastAsiaTheme="minorEastAsia"/>
          </w:rPr>
          <w:tab/>
        </w:r>
        <w:r w:rsidR="002F60B3" w:rsidRPr="002F60B3">
          <w:rPr>
            <w:rStyle w:val="Hyperlink"/>
            <w:u w:val="none"/>
          </w:rPr>
          <w:t>Subsynchronous Resonance Vulnerability Assessment</w:t>
        </w:r>
        <w:r w:rsidR="002F60B3" w:rsidRPr="002F60B3">
          <w:rPr>
            <w:webHidden/>
          </w:rPr>
          <w:tab/>
        </w:r>
        <w:r w:rsidR="002F60B3" w:rsidRPr="002F60B3">
          <w:rPr>
            <w:webHidden/>
          </w:rPr>
          <w:fldChar w:fldCharType="begin"/>
        </w:r>
        <w:r w:rsidR="002F60B3" w:rsidRPr="002F60B3">
          <w:rPr>
            <w:webHidden/>
          </w:rPr>
          <w:instrText xml:space="preserve"> PAGEREF _Toc135989122 \h </w:instrText>
        </w:r>
        <w:r w:rsidR="002F60B3" w:rsidRPr="002F60B3">
          <w:rPr>
            <w:webHidden/>
          </w:rPr>
        </w:r>
        <w:r w:rsidR="002F60B3" w:rsidRPr="002F60B3">
          <w:rPr>
            <w:webHidden/>
          </w:rPr>
          <w:fldChar w:fldCharType="separate"/>
        </w:r>
        <w:r>
          <w:rPr>
            <w:webHidden/>
          </w:rPr>
          <w:t>3-306</w:t>
        </w:r>
        <w:r w:rsidR="002F60B3" w:rsidRPr="002F60B3">
          <w:rPr>
            <w:webHidden/>
          </w:rPr>
          <w:fldChar w:fldCharType="end"/>
        </w:r>
      </w:hyperlink>
    </w:p>
    <w:p w14:paraId="0FE83B5F" w14:textId="764B2B0A" w:rsidR="002F60B3" w:rsidRPr="002F60B3" w:rsidRDefault="009F070C" w:rsidP="00910953">
      <w:pPr>
        <w:pStyle w:val="TOC4"/>
        <w:rPr>
          <w:rFonts w:eastAsiaTheme="minorEastAsia"/>
          <w:snapToGrid/>
        </w:rPr>
      </w:pPr>
      <w:hyperlink w:anchor="_Toc135989123" w:history="1">
        <w:r w:rsidR="002F60B3" w:rsidRPr="002F60B3">
          <w:rPr>
            <w:rStyle w:val="Hyperlink"/>
            <w:bCs w:val="0"/>
            <w:sz w:val="20"/>
            <w:szCs w:val="20"/>
            <w:u w:val="none"/>
          </w:rPr>
          <w:t xml:space="preserve">3.22.1.1 </w:t>
        </w:r>
        <w:r w:rsidR="002F60B3" w:rsidRPr="002F60B3">
          <w:rPr>
            <w:rFonts w:eastAsiaTheme="minorEastAsia"/>
            <w:snapToGrid/>
          </w:rPr>
          <w:tab/>
        </w:r>
        <w:r w:rsidR="002F60B3" w:rsidRPr="002F60B3">
          <w:rPr>
            <w:rStyle w:val="Hyperlink"/>
            <w:bCs w:val="0"/>
            <w:sz w:val="20"/>
            <w:szCs w:val="20"/>
            <w:u w:val="none"/>
          </w:rPr>
          <w:t>Existing Generation Resource Assessment</w:t>
        </w:r>
        <w:r w:rsidR="002F60B3" w:rsidRPr="002F60B3">
          <w:rPr>
            <w:webHidden/>
          </w:rPr>
          <w:tab/>
        </w:r>
        <w:r w:rsidR="002F60B3" w:rsidRPr="002F60B3">
          <w:rPr>
            <w:webHidden/>
          </w:rPr>
          <w:fldChar w:fldCharType="begin"/>
        </w:r>
        <w:r w:rsidR="002F60B3" w:rsidRPr="002F60B3">
          <w:rPr>
            <w:webHidden/>
          </w:rPr>
          <w:instrText xml:space="preserve"> PAGEREF _Toc135989123 \h </w:instrText>
        </w:r>
        <w:r w:rsidR="002F60B3" w:rsidRPr="002F60B3">
          <w:rPr>
            <w:webHidden/>
          </w:rPr>
        </w:r>
        <w:r w:rsidR="002F60B3" w:rsidRPr="002F60B3">
          <w:rPr>
            <w:webHidden/>
          </w:rPr>
          <w:fldChar w:fldCharType="separate"/>
        </w:r>
        <w:r>
          <w:rPr>
            <w:webHidden/>
          </w:rPr>
          <w:t>3-306</w:t>
        </w:r>
        <w:r w:rsidR="002F60B3" w:rsidRPr="002F60B3">
          <w:rPr>
            <w:webHidden/>
          </w:rPr>
          <w:fldChar w:fldCharType="end"/>
        </w:r>
      </w:hyperlink>
    </w:p>
    <w:p w14:paraId="5B3A72D8" w14:textId="11912227" w:rsidR="002F60B3" w:rsidRPr="002F60B3" w:rsidRDefault="009F070C" w:rsidP="00910953">
      <w:pPr>
        <w:pStyle w:val="TOC4"/>
        <w:rPr>
          <w:rFonts w:eastAsiaTheme="minorEastAsia"/>
          <w:snapToGrid/>
        </w:rPr>
      </w:pPr>
      <w:hyperlink w:anchor="_Toc135989124" w:history="1">
        <w:r w:rsidR="002F60B3" w:rsidRPr="002F60B3">
          <w:rPr>
            <w:rStyle w:val="Hyperlink"/>
            <w:bCs w:val="0"/>
            <w:sz w:val="20"/>
            <w:szCs w:val="20"/>
            <w:u w:val="none"/>
          </w:rPr>
          <w:t xml:space="preserve">3.22.1.2 </w:t>
        </w:r>
        <w:r w:rsidR="002F60B3" w:rsidRPr="002F60B3">
          <w:rPr>
            <w:rFonts w:eastAsiaTheme="minorEastAsia"/>
            <w:snapToGrid/>
          </w:rPr>
          <w:tab/>
        </w:r>
        <w:r w:rsidR="002F60B3" w:rsidRPr="002F60B3">
          <w:rPr>
            <w:rStyle w:val="Hyperlink"/>
            <w:bCs w:val="0"/>
            <w:sz w:val="20"/>
            <w:szCs w:val="20"/>
            <w:u w:val="none"/>
          </w:rPr>
          <w:t>Generation Resource or Energy Storage Resource Interconnection Assessment</w:t>
        </w:r>
        <w:r w:rsidR="002F60B3" w:rsidRPr="002F60B3">
          <w:rPr>
            <w:webHidden/>
          </w:rPr>
          <w:tab/>
        </w:r>
        <w:r w:rsidR="002F60B3" w:rsidRPr="002F60B3">
          <w:rPr>
            <w:webHidden/>
          </w:rPr>
          <w:fldChar w:fldCharType="begin"/>
        </w:r>
        <w:r w:rsidR="002F60B3" w:rsidRPr="002F60B3">
          <w:rPr>
            <w:webHidden/>
          </w:rPr>
          <w:instrText xml:space="preserve"> PAGEREF _Toc135989124 \h </w:instrText>
        </w:r>
        <w:r w:rsidR="002F60B3" w:rsidRPr="002F60B3">
          <w:rPr>
            <w:webHidden/>
          </w:rPr>
        </w:r>
        <w:r w:rsidR="002F60B3" w:rsidRPr="002F60B3">
          <w:rPr>
            <w:webHidden/>
          </w:rPr>
          <w:fldChar w:fldCharType="separate"/>
        </w:r>
        <w:r>
          <w:rPr>
            <w:webHidden/>
          </w:rPr>
          <w:t>3-307</w:t>
        </w:r>
        <w:r w:rsidR="002F60B3" w:rsidRPr="002F60B3">
          <w:rPr>
            <w:webHidden/>
          </w:rPr>
          <w:fldChar w:fldCharType="end"/>
        </w:r>
      </w:hyperlink>
    </w:p>
    <w:p w14:paraId="6C549F4F" w14:textId="63DDF345" w:rsidR="002F60B3" w:rsidRPr="002F60B3" w:rsidRDefault="009F070C" w:rsidP="00910953">
      <w:pPr>
        <w:pStyle w:val="TOC4"/>
        <w:rPr>
          <w:rFonts w:eastAsiaTheme="minorEastAsia"/>
          <w:snapToGrid/>
        </w:rPr>
      </w:pPr>
      <w:hyperlink w:anchor="_Toc135989125" w:history="1">
        <w:r w:rsidR="002F60B3" w:rsidRPr="002F60B3">
          <w:rPr>
            <w:rStyle w:val="Hyperlink"/>
            <w:bCs w:val="0"/>
            <w:sz w:val="20"/>
            <w:szCs w:val="20"/>
            <w:u w:val="none"/>
          </w:rPr>
          <w:t xml:space="preserve">3.22.1.3 </w:t>
        </w:r>
        <w:r w:rsidR="002F60B3" w:rsidRPr="002F60B3">
          <w:rPr>
            <w:rFonts w:eastAsiaTheme="minorEastAsia"/>
            <w:snapToGrid/>
          </w:rPr>
          <w:tab/>
        </w:r>
        <w:r w:rsidR="002F60B3" w:rsidRPr="002F60B3">
          <w:rPr>
            <w:rStyle w:val="Hyperlink"/>
            <w:bCs w:val="0"/>
            <w:sz w:val="20"/>
            <w:szCs w:val="20"/>
            <w:u w:val="none"/>
          </w:rPr>
          <w:t>Transmission Project Assessment</w:t>
        </w:r>
        <w:r w:rsidR="002F60B3" w:rsidRPr="002F60B3">
          <w:rPr>
            <w:webHidden/>
          </w:rPr>
          <w:tab/>
        </w:r>
        <w:r w:rsidR="002F60B3" w:rsidRPr="002F60B3">
          <w:rPr>
            <w:webHidden/>
          </w:rPr>
          <w:fldChar w:fldCharType="begin"/>
        </w:r>
        <w:r w:rsidR="002F60B3" w:rsidRPr="002F60B3">
          <w:rPr>
            <w:webHidden/>
          </w:rPr>
          <w:instrText xml:space="preserve"> PAGEREF _Toc135989125 \h </w:instrText>
        </w:r>
        <w:r w:rsidR="002F60B3" w:rsidRPr="002F60B3">
          <w:rPr>
            <w:webHidden/>
          </w:rPr>
        </w:r>
        <w:r w:rsidR="002F60B3" w:rsidRPr="002F60B3">
          <w:rPr>
            <w:webHidden/>
          </w:rPr>
          <w:fldChar w:fldCharType="separate"/>
        </w:r>
        <w:r>
          <w:rPr>
            <w:webHidden/>
          </w:rPr>
          <w:t>3-308</w:t>
        </w:r>
        <w:r w:rsidR="002F60B3" w:rsidRPr="002F60B3">
          <w:rPr>
            <w:webHidden/>
          </w:rPr>
          <w:fldChar w:fldCharType="end"/>
        </w:r>
      </w:hyperlink>
    </w:p>
    <w:p w14:paraId="0570878C" w14:textId="52AA59BB" w:rsidR="002F60B3" w:rsidRPr="002F60B3" w:rsidRDefault="009F070C" w:rsidP="00910953">
      <w:pPr>
        <w:pStyle w:val="TOC4"/>
        <w:rPr>
          <w:rFonts w:eastAsiaTheme="minorEastAsia"/>
          <w:snapToGrid/>
        </w:rPr>
      </w:pPr>
      <w:hyperlink w:anchor="_Toc135989126" w:history="1">
        <w:r w:rsidR="002F60B3" w:rsidRPr="002F60B3">
          <w:rPr>
            <w:rStyle w:val="Hyperlink"/>
            <w:bCs w:val="0"/>
            <w:sz w:val="20"/>
            <w:szCs w:val="20"/>
            <w:u w:val="none"/>
          </w:rPr>
          <w:t xml:space="preserve">3.22.1.4 </w:t>
        </w:r>
        <w:r w:rsidR="002F60B3" w:rsidRPr="002F60B3">
          <w:rPr>
            <w:rFonts w:eastAsiaTheme="minorEastAsia"/>
            <w:snapToGrid/>
          </w:rPr>
          <w:tab/>
        </w:r>
        <w:r w:rsidR="002F60B3" w:rsidRPr="002F60B3">
          <w:rPr>
            <w:rStyle w:val="Hyperlink"/>
            <w:bCs w:val="0"/>
            <w:sz w:val="20"/>
            <w:szCs w:val="20"/>
            <w:u w:val="none"/>
          </w:rPr>
          <w:t>Annual SSR Review</w:t>
        </w:r>
        <w:r w:rsidR="002F60B3" w:rsidRPr="002F60B3">
          <w:rPr>
            <w:webHidden/>
          </w:rPr>
          <w:tab/>
        </w:r>
        <w:r w:rsidR="002F60B3" w:rsidRPr="002F60B3">
          <w:rPr>
            <w:webHidden/>
          </w:rPr>
          <w:fldChar w:fldCharType="begin"/>
        </w:r>
        <w:r w:rsidR="002F60B3" w:rsidRPr="002F60B3">
          <w:rPr>
            <w:webHidden/>
          </w:rPr>
          <w:instrText xml:space="preserve"> PAGEREF _Toc135989126 \h </w:instrText>
        </w:r>
        <w:r w:rsidR="002F60B3" w:rsidRPr="002F60B3">
          <w:rPr>
            <w:webHidden/>
          </w:rPr>
        </w:r>
        <w:r w:rsidR="002F60B3" w:rsidRPr="002F60B3">
          <w:rPr>
            <w:webHidden/>
          </w:rPr>
          <w:fldChar w:fldCharType="separate"/>
        </w:r>
        <w:r>
          <w:rPr>
            <w:webHidden/>
          </w:rPr>
          <w:t>3-309</w:t>
        </w:r>
        <w:r w:rsidR="002F60B3" w:rsidRPr="002F60B3">
          <w:rPr>
            <w:webHidden/>
          </w:rPr>
          <w:fldChar w:fldCharType="end"/>
        </w:r>
      </w:hyperlink>
    </w:p>
    <w:p w14:paraId="490CC46D" w14:textId="21D2AA12" w:rsidR="002F60B3" w:rsidRPr="002F60B3" w:rsidRDefault="009F070C">
      <w:pPr>
        <w:pStyle w:val="TOC3"/>
        <w:rPr>
          <w:rFonts w:eastAsiaTheme="minorEastAsia"/>
        </w:rPr>
      </w:pPr>
      <w:hyperlink w:anchor="_Toc135989127" w:history="1">
        <w:r w:rsidR="002F60B3" w:rsidRPr="002F60B3">
          <w:rPr>
            <w:rStyle w:val="Hyperlink"/>
            <w:u w:val="none"/>
          </w:rPr>
          <w:t>3.22.2</w:t>
        </w:r>
        <w:r w:rsidR="002F60B3" w:rsidRPr="002F60B3">
          <w:rPr>
            <w:rFonts w:eastAsiaTheme="minorEastAsia"/>
          </w:rPr>
          <w:tab/>
        </w:r>
        <w:r w:rsidR="002F60B3" w:rsidRPr="002F60B3">
          <w:rPr>
            <w:rStyle w:val="Hyperlink"/>
            <w:u w:val="none"/>
          </w:rPr>
          <w:t>Subsynchronous Resonance Vulnerability Assessment Criteria</w:t>
        </w:r>
        <w:r w:rsidR="002F60B3" w:rsidRPr="002F60B3">
          <w:rPr>
            <w:webHidden/>
          </w:rPr>
          <w:tab/>
        </w:r>
        <w:r w:rsidR="002F60B3" w:rsidRPr="002F60B3">
          <w:rPr>
            <w:webHidden/>
          </w:rPr>
          <w:fldChar w:fldCharType="begin"/>
        </w:r>
        <w:r w:rsidR="002F60B3" w:rsidRPr="002F60B3">
          <w:rPr>
            <w:webHidden/>
          </w:rPr>
          <w:instrText xml:space="preserve"> PAGEREF _Toc135989127 \h </w:instrText>
        </w:r>
        <w:r w:rsidR="002F60B3" w:rsidRPr="002F60B3">
          <w:rPr>
            <w:webHidden/>
          </w:rPr>
        </w:r>
        <w:r w:rsidR="002F60B3" w:rsidRPr="002F60B3">
          <w:rPr>
            <w:webHidden/>
          </w:rPr>
          <w:fldChar w:fldCharType="separate"/>
        </w:r>
        <w:r>
          <w:rPr>
            <w:webHidden/>
          </w:rPr>
          <w:t>3-310</w:t>
        </w:r>
        <w:r w:rsidR="002F60B3" w:rsidRPr="002F60B3">
          <w:rPr>
            <w:webHidden/>
          </w:rPr>
          <w:fldChar w:fldCharType="end"/>
        </w:r>
      </w:hyperlink>
    </w:p>
    <w:p w14:paraId="09D856C7" w14:textId="3CAAE2DE" w:rsidR="002F60B3" w:rsidRPr="002F60B3" w:rsidRDefault="009F070C">
      <w:pPr>
        <w:pStyle w:val="TOC3"/>
        <w:rPr>
          <w:rFonts w:eastAsiaTheme="minorEastAsia"/>
        </w:rPr>
      </w:pPr>
      <w:hyperlink w:anchor="_Toc135989128" w:history="1">
        <w:r w:rsidR="002F60B3" w:rsidRPr="002F60B3">
          <w:rPr>
            <w:rStyle w:val="Hyperlink"/>
            <w:u w:val="none"/>
          </w:rPr>
          <w:t xml:space="preserve">3.22.3 </w:t>
        </w:r>
        <w:r w:rsidR="002F60B3" w:rsidRPr="002F60B3">
          <w:rPr>
            <w:rFonts w:eastAsiaTheme="minorEastAsia"/>
          </w:rPr>
          <w:tab/>
        </w:r>
        <w:r w:rsidR="002F60B3" w:rsidRPr="002F60B3">
          <w:rPr>
            <w:rStyle w:val="Hyperlink"/>
            <w:u w:val="none"/>
          </w:rPr>
          <w:t>Subsynchronous Resonance Monitoring</w:t>
        </w:r>
        <w:r w:rsidR="002F60B3" w:rsidRPr="002F60B3">
          <w:rPr>
            <w:webHidden/>
          </w:rPr>
          <w:tab/>
        </w:r>
        <w:r w:rsidR="002F60B3" w:rsidRPr="002F60B3">
          <w:rPr>
            <w:webHidden/>
          </w:rPr>
          <w:fldChar w:fldCharType="begin"/>
        </w:r>
        <w:r w:rsidR="002F60B3" w:rsidRPr="002F60B3">
          <w:rPr>
            <w:webHidden/>
          </w:rPr>
          <w:instrText xml:space="preserve"> PAGEREF _Toc135989128 \h </w:instrText>
        </w:r>
        <w:r w:rsidR="002F60B3" w:rsidRPr="002F60B3">
          <w:rPr>
            <w:webHidden/>
          </w:rPr>
        </w:r>
        <w:r w:rsidR="002F60B3" w:rsidRPr="002F60B3">
          <w:rPr>
            <w:webHidden/>
          </w:rPr>
          <w:fldChar w:fldCharType="separate"/>
        </w:r>
        <w:r>
          <w:rPr>
            <w:webHidden/>
          </w:rPr>
          <w:t>3-312</w:t>
        </w:r>
        <w:r w:rsidR="002F60B3" w:rsidRPr="002F60B3">
          <w:rPr>
            <w:webHidden/>
          </w:rPr>
          <w:fldChar w:fldCharType="end"/>
        </w:r>
      </w:hyperlink>
    </w:p>
    <w:p w14:paraId="4B85C737" w14:textId="6B5D150B" w:rsidR="002F60B3" w:rsidRPr="002F60B3" w:rsidRDefault="009F070C">
      <w:pPr>
        <w:pStyle w:val="TOC2"/>
        <w:rPr>
          <w:rFonts w:eastAsiaTheme="minorEastAsia"/>
          <w:noProof/>
        </w:rPr>
      </w:pPr>
      <w:hyperlink w:anchor="_Toc135989129" w:history="1">
        <w:r w:rsidR="002F60B3" w:rsidRPr="002F60B3">
          <w:rPr>
            <w:rStyle w:val="Hyperlink"/>
            <w:noProof/>
            <w:u w:val="none"/>
          </w:rPr>
          <w:t>3.23</w:t>
        </w:r>
        <w:r w:rsidR="002F60B3" w:rsidRPr="002F60B3">
          <w:rPr>
            <w:rFonts w:eastAsiaTheme="minorEastAsia"/>
            <w:noProof/>
          </w:rPr>
          <w:tab/>
        </w:r>
        <w:r w:rsidR="002F60B3" w:rsidRPr="002F60B3">
          <w:rPr>
            <w:rStyle w:val="Hyperlink"/>
            <w:noProof/>
            <w:u w:val="none"/>
          </w:rPr>
          <w:t>Agreements between ERCOT and other Control Area Operators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_Toc135989129 \h </w:instrText>
        </w:r>
        <w:r w:rsidR="002F60B3" w:rsidRPr="002F60B3">
          <w:rPr>
            <w:noProof/>
            <w:webHidden/>
          </w:rPr>
        </w:r>
        <w:r w:rsidR="002F60B3" w:rsidRPr="002F60B3">
          <w:rPr>
            <w:noProof/>
            <w:webHidden/>
          </w:rPr>
          <w:fldChar w:fldCharType="separate"/>
        </w:r>
        <w:r>
          <w:rPr>
            <w:noProof/>
            <w:webHidden/>
          </w:rPr>
          <w:t>3-313</w:t>
        </w:r>
        <w:r w:rsidR="002F60B3" w:rsidRPr="002F60B3">
          <w:rPr>
            <w:noProof/>
            <w:webHidden/>
          </w:rPr>
          <w:fldChar w:fldCharType="end"/>
        </w:r>
      </w:hyperlink>
    </w:p>
    <w:p w14:paraId="5F222659" w14:textId="6638684A"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3598886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3598886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3598887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3598887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3598887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3598887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3598887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35988875"/>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3598887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3598887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3598887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3598887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35988880"/>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02B5FF51"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3598888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35988882"/>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35988883"/>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3598888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3598888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3598888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7" w:name="_Toc135988888"/>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7"/>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8" w:name="_Toc204048481"/>
            <w:bookmarkStart w:id="239" w:name="_Toc400526066"/>
            <w:bookmarkStart w:id="240" w:name="_Toc405534384"/>
            <w:bookmarkStart w:id="241" w:name="_Toc406570397"/>
            <w:bookmarkStart w:id="242" w:name="_Toc410910549"/>
            <w:bookmarkStart w:id="243" w:name="_Toc411840977"/>
            <w:bookmarkStart w:id="244" w:name="_Toc422146939"/>
            <w:bookmarkStart w:id="245" w:name="_Toc433020535"/>
            <w:bookmarkStart w:id="246" w:name="_Toc437261976"/>
            <w:bookmarkStart w:id="247"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8" w:name="_Toc491967103"/>
            <w:bookmarkStart w:id="249" w:name="_Toc162095"/>
            <w:bookmarkStart w:id="250" w:name="_Toc2078036"/>
            <w:bookmarkStart w:id="251" w:name="_Toc5182726"/>
            <w:bookmarkStart w:id="252" w:name="_Toc10015381"/>
            <w:bookmarkStart w:id="253" w:name="_Toc10017672"/>
            <w:bookmarkStart w:id="254" w:name="_Toc17706262"/>
            <w:bookmarkStart w:id="255" w:name="_Toc28421462"/>
            <w:bookmarkStart w:id="256" w:name="_Toc33773502"/>
            <w:bookmarkStart w:id="257" w:name="_Toc38964894"/>
            <w:bookmarkStart w:id="258" w:name="_Toc44313174"/>
            <w:bookmarkStart w:id="259" w:name="_Toc46954703"/>
            <w:bookmarkStart w:id="260" w:name="_Toc49589339"/>
            <w:bookmarkStart w:id="261" w:name="_Toc56671684"/>
            <w:bookmarkStart w:id="262" w:name="_Toc60037225"/>
            <w:bookmarkStart w:id="263" w:name="_Toc65141312"/>
            <w:bookmarkStart w:id="264" w:name="_Toc68163645"/>
            <w:bookmarkStart w:id="265" w:name="_Toc75942369"/>
            <w:bookmarkStart w:id="266" w:name="_Toc91055021"/>
            <w:bookmarkStart w:id="267" w:name="_Toc94099715"/>
            <w:bookmarkStart w:id="268" w:name="_Toc94100169"/>
            <w:bookmarkStart w:id="269" w:name="_Toc109631683"/>
            <w:bookmarkStart w:id="270" w:name="_Toc110057559"/>
            <w:bookmarkStart w:id="271" w:name="_Toc111272565"/>
            <w:bookmarkStart w:id="272" w:name="_Toc112226017"/>
            <w:bookmarkStart w:id="273" w:name="_Toc121253169"/>
            <w:bookmarkStart w:id="274" w:name="_Toc125014568"/>
            <w:bookmarkStart w:id="275" w:name="_Toc135988889"/>
            <w:r w:rsidRPr="00E55E72">
              <w:rPr>
                <w:b/>
                <w:snapToGrid w:val="0"/>
              </w:rPr>
              <w:t>3.1.5.3</w:t>
            </w:r>
            <w:r w:rsidRPr="00E55E72">
              <w:rPr>
                <w:b/>
                <w:snapToGrid w:val="0"/>
              </w:rPr>
              <w:tab/>
              <w:t>Timelines for Response by ERCOT for TSP and DCTO Requests</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6" w:name="_Toc135988890"/>
      <w:r w:rsidRPr="00AE0E6D">
        <w:rPr>
          <w:b/>
        </w:rPr>
        <w:lastRenderedPageBreak/>
        <w:t>3.1.5.4</w:t>
      </w:r>
      <w:r w:rsidRPr="00AE0E6D">
        <w:rPr>
          <w:b/>
        </w:rPr>
        <w:tab/>
        <w:t>Delay</w:t>
      </w:r>
      <w:bookmarkEnd w:id="238"/>
      <w:bookmarkEnd w:id="239"/>
      <w:bookmarkEnd w:id="240"/>
      <w:bookmarkEnd w:id="241"/>
      <w:bookmarkEnd w:id="242"/>
      <w:bookmarkEnd w:id="243"/>
      <w:bookmarkEnd w:id="244"/>
      <w:bookmarkEnd w:id="245"/>
      <w:bookmarkEnd w:id="246"/>
      <w:bookmarkEnd w:id="247"/>
      <w:bookmarkEnd w:id="276"/>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7" w:name="_Toc204048482"/>
            <w:bookmarkStart w:id="278" w:name="_Toc400526067"/>
            <w:bookmarkStart w:id="279" w:name="_Toc405534385"/>
            <w:bookmarkStart w:id="280" w:name="_Toc406570398"/>
            <w:bookmarkStart w:id="281" w:name="_Toc410910550"/>
            <w:bookmarkStart w:id="282" w:name="_Toc411840978"/>
            <w:bookmarkStart w:id="283" w:name="_Toc422146940"/>
            <w:bookmarkStart w:id="284" w:name="_Toc433020536"/>
            <w:bookmarkStart w:id="285" w:name="_Toc437261977"/>
            <w:bookmarkStart w:id="286"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7" w:name="_Toc135988891"/>
      <w:r w:rsidRPr="00AE0E6D">
        <w:rPr>
          <w:b/>
        </w:rPr>
        <w:lastRenderedPageBreak/>
        <w:t>3.1.5.5</w:t>
      </w:r>
      <w:r w:rsidRPr="00AE0E6D">
        <w:rPr>
          <w:b/>
        </w:rPr>
        <w:tab/>
        <w:t>Opportunity Outage of Transmission Facilities</w:t>
      </w:r>
      <w:bookmarkEnd w:id="277"/>
      <w:bookmarkEnd w:id="278"/>
      <w:bookmarkEnd w:id="279"/>
      <w:bookmarkEnd w:id="280"/>
      <w:bookmarkEnd w:id="281"/>
      <w:bookmarkEnd w:id="282"/>
      <w:bookmarkEnd w:id="283"/>
      <w:bookmarkEnd w:id="284"/>
      <w:bookmarkEnd w:id="285"/>
      <w:bookmarkEnd w:id="286"/>
      <w:bookmarkEnd w:id="287"/>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88" w:name="_Toc204048483"/>
      <w:bookmarkStart w:id="289" w:name="_Toc400526068"/>
      <w:bookmarkStart w:id="290" w:name="_Toc405534386"/>
      <w:bookmarkStart w:id="291" w:name="_Toc406570399"/>
      <w:bookmarkStart w:id="292" w:name="_Toc410910551"/>
      <w:bookmarkStart w:id="293" w:name="_Toc411840979"/>
      <w:bookmarkStart w:id="294" w:name="_Toc422146941"/>
      <w:bookmarkStart w:id="295" w:name="_Toc433020537"/>
      <w:bookmarkStart w:id="296" w:name="_Toc437261978"/>
      <w:bookmarkStart w:id="297" w:name="_Toc478375147"/>
      <w:bookmarkStart w:id="298" w:name="_Toc135988892"/>
      <w:r w:rsidRPr="00AE0E6D">
        <w:rPr>
          <w:b/>
        </w:rPr>
        <w:t>3.1.5.6</w:t>
      </w:r>
      <w:r w:rsidRPr="00AE0E6D">
        <w:rPr>
          <w:b/>
        </w:rPr>
        <w:tab/>
        <w:t>Rejection Notice</w:t>
      </w:r>
      <w:bookmarkEnd w:id="288"/>
      <w:bookmarkEnd w:id="289"/>
      <w:bookmarkEnd w:id="290"/>
      <w:bookmarkEnd w:id="291"/>
      <w:bookmarkEnd w:id="292"/>
      <w:bookmarkEnd w:id="293"/>
      <w:bookmarkEnd w:id="294"/>
      <w:bookmarkEnd w:id="295"/>
      <w:bookmarkEnd w:id="296"/>
      <w:bookmarkEnd w:id="297"/>
      <w:bookmarkEnd w:id="298"/>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99" w:name="_Toc204048484"/>
            <w:bookmarkStart w:id="300" w:name="_Toc400526069"/>
            <w:bookmarkStart w:id="301" w:name="_Toc405534387"/>
            <w:bookmarkStart w:id="302" w:name="_Toc406570400"/>
            <w:bookmarkStart w:id="303" w:name="_Toc410910552"/>
            <w:bookmarkStart w:id="304" w:name="_Toc411840980"/>
            <w:bookmarkStart w:id="305" w:name="_Toc422146942"/>
            <w:bookmarkStart w:id="306" w:name="_Toc433020538"/>
            <w:bookmarkStart w:id="307" w:name="_Toc437261979"/>
            <w:bookmarkStart w:id="308"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09" w:name="_Toc13598889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99"/>
      <w:bookmarkEnd w:id="300"/>
      <w:bookmarkEnd w:id="301"/>
      <w:bookmarkEnd w:id="302"/>
      <w:bookmarkEnd w:id="303"/>
      <w:bookmarkEnd w:id="304"/>
      <w:bookmarkEnd w:id="305"/>
      <w:bookmarkEnd w:id="306"/>
      <w:bookmarkEnd w:id="307"/>
      <w:bookmarkEnd w:id="308"/>
      <w:bookmarkEnd w:id="309"/>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0" w:name="_Toc204048485"/>
            <w:bookmarkStart w:id="311" w:name="_Toc400526070"/>
            <w:bookmarkStart w:id="312" w:name="_Toc405534388"/>
            <w:bookmarkStart w:id="313" w:name="_Toc406570401"/>
            <w:bookmarkStart w:id="314" w:name="_Toc410910553"/>
            <w:bookmarkStart w:id="315" w:name="_Toc411840981"/>
            <w:bookmarkStart w:id="316" w:name="_Toc422146943"/>
            <w:bookmarkStart w:id="317" w:name="_Toc433020539"/>
            <w:bookmarkStart w:id="318" w:name="_Toc437261980"/>
            <w:bookmarkStart w:id="319"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0" w:name="_Toc13598889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0"/>
      <w:bookmarkEnd w:id="311"/>
      <w:bookmarkEnd w:id="312"/>
      <w:bookmarkEnd w:id="313"/>
      <w:bookmarkEnd w:id="314"/>
      <w:bookmarkEnd w:id="315"/>
      <w:bookmarkEnd w:id="316"/>
      <w:bookmarkEnd w:id="317"/>
      <w:bookmarkEnd w:id="318"/>
      <w:bookmarkEnd w:id="319"/>
      <w:bookmarkEnd w:id="320"/>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1" w:name="_Toc204048486"/>
            <w:bookmarkStart w:id="322" w:name="_Toc400526071"/>
            <w:bookmarkStart w:id="323" w:name="_Toc405534389"/>
            <w:bookmarkStart w:id="324" w:name="_Toc406570402"/>
            <w:bookmarkStart w:id="325" w:name="_Toc410910554"/>
            <w:bookmarkStart w:id="326" w:name="_Toc411840982"/>
            <w:bookmarkStart w:id="327" w:name="_Toc422146944"/>
            <w:bookmarkStart w:id="328" w:name="_Toc433020540"/>
            <w:bookmarkStart w:id="329" w:name="_Toc437261981"/>
            <w:bookmarkStart w:id="330"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1" w:name="_Toc135988895"/>
      <w:r w:rsidRPr="00AE0E6D">
        <w:rPr>
          <w:b/>
        </w:rPr>
        <w:t>3.1.5.9</w:t>
      </w:r>
      <w:r w:rsidRPr="00AE0E6D">
        <w:rPr>
          <w:b/>
        </w:rPr>
        <w:tab/>
        <w:t>Information for Inclusion in Transmission Facilities Outage Requests</w:t>
      </w:r>
      <w:bookmarkEnd w:id="321"/>
      <w:bookmarkEnd w:id="322"/>
      <w:bookmarkEnd w:id="323"/>
      <w:bookmarkEnd w:id="324"/>
      <w:bookmarkEnd w:id="325"/>
      <w:bookmarkEnd w:id="326"/>
      <w:bookmarkEnd w:id="327"/>
      <w:bookmarkEnd w:id="328"/>
      <w:bookmarkEnd w:id="329"/>
      <w:bookmarkEnd w:id="330"/>
      <w:bookmarkEnd w:id="331"/>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2" w:name="_Toc204048487"/>
            <w:bookmarkStart w:id="333" w:name="_Toc400526072"/>
            <w:bookmarkStart w:id="334" w:name="_Toc405534390"/>
            <w:bookmarkStart w:id="335" w:name="_Toc406570403"/>
            <w:bookmarkStart w:id="336" w:name="_Toc410910555"/>
            <w:bookmarkStart w:id="337" w:name="_Toc411840983"/>
            <w:bookmarkStart w:id="338" w:name="_Toc422146945"/>
            <w:bookmarkStart w:id="339" w:name="_Toc433020541"/>
            <w:bookmarkStart w:id="340" w:name="_Toc437261982"/>
            <w:bookmarkStart w:id="341"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2" w:name="_Toc135988896"/>
      <w:r w:rsidRPr="00AE0E6D">
        <w:rPr>
          <w:b/>
        </w:rPr>
        <w:lastRenderedPageBreak/>
        <w:t>3.1.5.10</w:t>
      </w:r>
      <w:r w:rsidRPr="00AE0E6D">
        <w:rPr>
          <w:b/>
        </w:rPr>
        <w:tab/>
        <w:t>Additional Information Requests</w:t>
      </w:r>
      <w:bookmarkEnd w:id="332"/>
      <w:bookmarkEnd w:id="333"/>
      <w:bookmarkEnd w:id="334"/>
      <w:bookmarkEnd w:id="335"/>
      <w:bookmarkEnd w:id="336"/>
      <w:bookmarkEnd w:id="337"/>
      <w:bookmarkEnd w:id="338"/>
      <w:bookmarkEnd w:id="339"/>
      <w:bookmarkEnd w:id="340"/>
      <w:bookmarkEnd w:id="341"/>
      <w:bookmarkEnd w:id="342"/>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3" w:name="_Toc204048488"/>
            <w:bookmarkStart w:id="344" w:name="_Toc400526073"/>
            <w:bookmarkStart w:id="345" w:name="_Toc405534391"/>
            <w:bookmarkStart w:id="346" w:name="_Toc406570404"/>
            <w:bookmarkStart w:id="347" w:name="_Toc410910556"/>
            <w:bookmarkStart w:id="348" w:name="_Toc411840984"/>
            <w:bookmarkStart w:id="349" w:name="_Toc422146946"/>
            <w:bookmarkStart w:id="350" w:name="_Toc433020542"/>
            <w:bookmarkStart w:id="351" w:name="_Toc437261983"/>
            <w:bookmarkStart w:id="352"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3" w:name="_Toc135988897"/>
      <w:r w:rsidRPr="00AE0E6D">
        <w:rPr>
          <w:b/>
        </w:rPr>
        <w:t>3.1.5.11</w:t>
      </w:r>
      <w:r w:rsidRPr="00AE0E6D">
        <w:rPr>
          <w:b/>
        </w:rPr>
        <w:tab/>
        <w:t>Evaluation of Transmission Facilities Planned Outage or Maintenance Outage Requests</w:t>
      </w:r>
      <w:bookmarkEnd w:id="343"/>
      <w:bookmarkEnd w:id="344"/>
      <w:bookmarkEnd w:id="345"/>
      <w:bookmarkEnd w:id="346"/>
      <w:bookmarkEnd w:id="347"/>
      <w:bookmarkEnd w:id="348"/>
      <w:bookmarkEnd w:id="349"/>
      <w:bookmarkEnd w:id="350"/>
      <w:bookmarkEnd w:id="351"/>
      <w:bookmarkEnd w:id="352"/>
      <w:bookmarkEnd w:id="353"/>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4" w:name="_Toc204048489"/>
            <w:bookmarkStart w:id="355" w:name="_Toc400526074"/>
            <w:bookmarkStart w:id="356" w:name="_Toc405534392"/>
            <w:bookmarkStart w:id="357" w:name="_Toc406570405"/>
            <w:bookmarkStart w:id="358" w:name="_Toc410910557"/>
            <w:bookmarkStart w:id="359" w:name="_Toc411840985"/>
            <w:bookmarkStart w:id="360" w:name="_Toc422146947"/>
            <w:bookmarkStart w:id="361" w:name="_Toc433020543"/>
            <w:bookmarkStart w:id="362" w:name="_Toc437261984"/>
            <w:bookmarkStart w:id="363"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4" w:name="_Toc135988898"/>
      <w:r w:rsidRPr="00AE0E6D">
        <w:rPr>
          <w:b/>
        </w:rPr>
        <w:t>3.1.5.12</w:t>
      </w:r>
      <w:r w:rsidRPr="00AE0E6D">
        <w:rPr>
          <w:b/>
        </w:rPr>
        <w:tab/>
        <w:t>Submittal Timeline for Transmission Facility Outage Requests</w:t>
      </w:r>
      <w:bookmarkEnd w:id="354"/>
      <w:bookmarkEnd w:id="355"/>
      <w:bookmarkEnd w:id="356"/>
      <w:bookmarkEnd w:id="357"/>
      <w:bookmarkEnd w:id="358"/>
      <w:bookmarkEnd w:id="359"/>
      <w:bookmarkEnd w:id="360"/>
      <w:bookmarkEnd w:id="361"/>
      <w:bookmarkEnd w:id="362"/>
      <w:bookmarkEnd w:id="363"/>
      <w:bookmarkEnd w:id="364"/>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5" w:name="_Toc204048490"/>
      <w:bookmarkStart w:id="366" w:name="_Toc400526075"/>
      <w:bookmarkStart w:id="367" w:name="_Toc405534393"/>
      <w:bookmarkStart w:id="368" w:name="_Toc406570406"/>
      <w:bookmarkStart w:id="369" w:name="_Toc410910558"/>
      <w:bookmarkStart w:id="370" w:name="_Toc411840986"/>
      <w:bookmarkStart w:id="371" w:name="_Toc422146948"/>
      <w:bookmarkStart w:id="372" w:name="_Toc433020544"/>
      <w:bookmarkStart w:id="373" w:name="_Toc437261985"/>
      <w:bookmarkStart w:id="374" w:name="_Toc478375156"/>
      <w:bookmarkStart w:id="375" w:name="_Toc135988899"/>
      <w:r w:rsidRPr="00AE0E6D">
        <w:rPr>
          <w:b/>
        </w:rPr>
        <w:t>3.1.5.13</w:t>
      </w:r>
      <w:r w:rsidRPr="00AE0E6D">
        <w:rPr>
          <w:b/>
        </w:rPr>
        <w:tab/>
        <w:t>Transmission Report</w:t>
      </w:r>
      <w:bookmarkEnd w:id="365"/>
      <w:bookmarkEnd w:id="366"/>
      <w:bookmarkEnd w:id="367"/>
      <w:bookmarkEnd w:id="368"/>
      <w:bookmarkEnd w:id="369"/>
      <w:bookmarkEnd w:id="370"/>
      <w:bookmarkEnd w:id="371"/>
      <w:bookmarkEnd w:id="372"/>
      <w:bookmarkEnd w:id="373"/>
      <w:bookmarkEnd w:id="374"/>
      <w:bookmarkEnd w:id="375"/>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6" w:name="_Toc400526076"/>
      <w:bookmarkStart w:id="377" w:name="_Toc405534394"/>
      <w:bookmarkStart w:id="378" w:name="_Toc406570407"/>
      <w:bookmarkStart w:id="379" w:name="_Toc410910559"/>
      <w:bookmarkStart w:id="380" w:name="_Toc411840987"/>
      <w:bookmarkStart w:id="381" w:name="_Toc422146949"/>
      <w:bookmarkStart w:id="382" w:name="_Toc433020545"/>
      <w:bookmarkStart w:id="383" w:name="_Toc437261986"/>
      <w:bookmarkStart w:id="384" w:name="_Toc478375157"/>
      <w:bookmarkStart w:id="385" w:name="_Toc135988900"/>
      <w:r>
        <w:t>3.1.6</w:t>
      </w:r>
      <w:r>
        <w:tab/>
        <w:t>Outages of Resources Other than Reliability Resources</w:t>
      </w:r>
      <w:bookmarkEnd w:id="376"/>
      <w:bookmarkEnd w:id="377"/>
      <w:bookmarkEnd w:id="378"/>
      <w:bookmarkEnd w:id="379"/>
      <w:bookmarkEnd w:id="380"/>
      <w:bookmarkEnd w:id="381"/>
      <w:bookmarkEnd w:id="382"/>
      <w:bookmarkEnd w:id="383"/>
      <w:bookmarkEnd w:id="384"/>
      <w:bookmarkEnd w:id="385"/>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6" w:name="_Toc204048492"/>
      <w:bookmarkStart w:id="387" w:name="_Toc400526077"/>
      <w:bookmarkStart w:id="388" w:name="_Toc405534395"/>
      <w:bookmarkStart w:id="389" w:name="_Toc406570408"/>
      <w:bookmarkStart w:id="390" w:name="_Toc410910560"/>
      <w:bookmarkStart w:id="391" w:name="_Toc411840988"/>
      <w:bookmarkStart w:id="392" w:name="_Toc422146950"/>
      <w:bookmarkStart w:id="393" w:name="_Toc433020546"/>
      <w:bookmarkStart w:id="394" w:name="_Toc437261987"/>
      <w:bookmarkStart w:id="395" w:name="_Toc478375158"/>
      <w:bookmarkStart w:id="396" w:name="_Toc135988901"/>
      <w:r w:rsidRPr="00AE0E6D">
        <w:rPr>
          <w:b/>
        </w:rPr>
        <w:lastRenderedPageBreak/>
        <w:t>3.1.6.1</w:t>
      </w:r>
      <w:r w:rsidRPr="00AE0E6D">
        <w:rPr>
          <w:b/>
        </w:rPr>
        <w:tab/>
        <w:t>Receipt of Resource Requests by ERCOT</w:t>
      </w:r>
      <w:bookmarkEnd w:id="386"/>
      <w:bookmarkEnd w:id="387"/>
      <w:bookmarkEnd w:id="388"/>
      <w:bookmarkEnd w:id="389"/>
      <w:bookmarkEnd w:id="390"/>
      <w:bookmarkEnd w:id="391"/>
      <w:bookmarkEnd w:id="392"/>
      <w:bookmarkEnd w:id="393"/>
      <w:bookmarkEnd w:id="394"/>
      <w:bookmarkEnd w:id="395"/>
      <w:bookmarkEnd w:id="396"/>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7" w:name="_Toc204048493"/>
      <w:bookmarkStart w:id="398" w:name="_Toc400526078"/>
      <w:bookmarkStart w:id="399" w:name="_Toc405534396"/>
      <w:bookmarkStart w:id="400" w:name="_Toc406570409"/>
      <w:bookmarkStart w:id="401" w:name="_Toc410910561"/>
      <w:bookmarkStart w:id="402" w:name="_Toc411840989"/>
      <w:bookmarkStart w:id="403" w:name="_Toc422146951"/>
      <w:bookmarkStart w:id="404" w:name="_Toc433020547"/>
      <w:bookmarkStart w:id="405" w:name="_Toc437261988"/>
      <w:bookmarkStart w:id="406" w:name="_Toc478375159"/>
      <w:bookmarkStart w:id="407" w:name="_Toc135988902"/>
      <w:r w:rsidRPr="00AE0E6D">
        <w:rPr>
          <w:b/>
        </w:rPr>
        <w:t>3.1.6.2</w:t>
      </w:r>
      <w:r w:rsidRPr="00AE0E6D">
        <w:rPr>
          <w:b/>
        </w:rPr>
        <w:tab/>
        <w:t>Resource Outage Plan</w:t>
      </w:r>
      <w:bookmarkEnd w:id="397"/>
      <w:bookmarkEnd w:id="398"/>
      <w:bookmarkEnd w:id="399"/>
      <w:bookmarkEnd w:id="400"/>
      <w:bookmarkEnd w:id="401"/>
      <w:bookmarkEnd w:id="402"/>
      <w:bookmarkEnd w:id="403"/>
      <w:bookmarkEnd w:id="404"/>
      <w:bookmarkEnd w:id="405"/>
      <w:bookmarkEnd w:id="406"/>
      <w:bookmarkEnd w:id="407"/>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08" w:name="_Toc204048494"/>
      <w:bookmarkStart w:id="409" w:name="_Toc400526079"/>
      <w:bookmarkStart w:id="410" w:name="_Toc405534397"/>
      <w:bookmarkStart w:id="411" w:name="_Toc406570410"/>
      <w:bookmarkStart w:id="412" w:name="_Toc410910562"/>
      <w:bookmarkStart w:id="413" w:name="_Toc411840990"/>
      <w:bookmarkStart w:id="414" w:name="_Toc422146952"/>
      <w:bookmarkStart w:id="415" w:name="_Toc433020548"/>
      <w:bookmarkStart w:id="416" w:name="_Toc437261989"/>
      <w:bookmarkStart w:id="417" w:name="_Toc478375160"/>
      <w:bookmarkStart w:id="418" w:name="_Toc135988903"/>
      <w:r w:rsidRPr="00AE0E6D">
        <w:rPr>
          <w:b/>
        </w:rPr>
        <w:t>3.1.6.3</w:t>
      </w:r>
      <w:r w:rsidRPr="00AE0E6D">
        <w:rPr>
          <w:b/>
        </w:rPr>
        <w:tab/>
        <w:t>Additional Information Requests</w:t>
      </w:r>
      <w:bookmarkEnd w:id="408"/>
      <w:bookmarkEnd w:id="409"/>
      <w:bookmarkEnd w:id="410"/>
      <w:bookmarkEnd w:id="411"/>
      <w:bookmarkEnd w:id="412"/>
      <w:bookmarkEnd w:id="413"/>
      <w:bookmarkEnd w:id="414"/>
      <w:bookmarkEnd w:id="415"/>
      <w:bookmarkEnd w:id="416"/>
      <w:bookmarkEnd w:id="417"/>
      <w:bookmarkEnd w:id="418"/>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19" w:name="_Toc400526080"/>
      <w:bookmarkStart w:id="420" w:name="_Toc405534398"/>
      <w:bookmarkStart w:id="421" w:name="_Toc406570411"/>
      <w:bookmarkStart w:id="422" w:name="_Toc410910563"/>
      <w:bookmarkStart w:id="423" w:name="_Toc411840991"/>
      <w:bookmarkStart w:id="424" w:name="_Toc422146953"/>
      <w:bookmarkStart w:id="425" w:name="_Toc433020549"/>
      <w:bookmarkStart w:id="426" w:name="_Toc437261990"/>
      <w:bookmarkStart w:id="427" w:name="_Toc478375161"/>
      <w:bookmarkStart w:id="428" w:name="_Toc135988904"/>
      <w:bookmarkStart w:id="429" w:name="_Toc204048495"/>
      <w:r w:rsidRPr="00E7468E">
        <w:rPr>
          <w:b/>
          <w:bCs/>
        </w:rPr>
        <w:t>3.1.6.4</w:t>
      </w:r>
      <w:r w:rsidRPr="00E7468E">
        <w:rPr>
          <w:b/>
          <w:bCs/>
        </w:rPr>
        <w:tab/>
        <w:t>Approval of Changes to a Resource Outage Plan</w:t>
      </w:r>
      <w:bookmarkEnd w:id="419"/>
      <w:bookmarkEnd w:id="420"/>
      <w:bookmarkEnd w:id="421"/>
      <w:bookmarkEnd w:id="422"/>
      <w:bookmarkEnd w:id="423"/>
      <w:bookmarkEnd w:id="424"/>
      <w:bookmarkEnd w:id="425"/>
      <w:bookmarkEnd w:id="426"/>
      <w:bookmarkEnd w:id="427"/>
      <w:bookmarkEnd w:id="428"/>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0" w:name="_Toc400526081"/>
      <w:bookmarkStart w:id="431" w:name="_Toc405534399"/>
      <w:bookmarkStart w:id="432" w:name="_Toc406570412"/>
      <w:bookmarkStart w:id="433" w:name="_Toc410910564"/>
      <w:bookmarkStart w:id="434" w:name="_Toc411840992"/>
      <w:bookmarkStart w:id="435" w:name="_Toc422146954"/>
      <w:bookmarkStart w:id="436" w:name="_Toc433020550"/>
      <w:bookmarkStart w:id="437" w:name="_Toc437261991"/>
      <w:bookmarkStart w:id="438" w:name="_Toc478375162"/>
      <w:bookmarkStart w:id="439" w:name="_Toc135988905"/>
      <w:bookmarkStart w:id="440" w:name="_Toc204048496"/>
      <w:bookmarkEnd w:id="429"/>
      <w:r w:rsidRPr="00E7468E">
        <w:rPr>
          <w:b/>
          <w:bCs/>
        </w:rPr>
        <w:t>3.1.6.5</w:t>
      </w:r>
      <w:r w:rsidRPr="00E7468E">
        <w:rPr>
          <w:b/>
          <w:bCs/>
        </w:rPr>
        <w:tab/>
        <w:t>Evaluation of Proposed Resource Outage</w:t>
      </w:r>
      <w:bookmarkEnd w:id="430"/>
      <w:bookmarkEnd w:id="431"/>
      <w:bookmarkEnd w:id="432"/>
      <w:bookmarkEnd w:id="433"/>
      <w:bookmarkEnd w:id="434"/>
      <w:bookmarkEnd w:id="435"/>
      <w:bookmarkEnd w:id="436"/>
      <w:bookmarkEnd w:id="437"/>
      <w:bookmarkEnd w:id="438"/>
      <w:bookmarkEnd w:id="439"/>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1" w:name="_Toc400526082"/>
      <w:bookmarkStart w:id="442" w:name="_Toc405534400"/>
      <w:bookmarkStart w:id="443" w:name="_Toc406570413"/>
      <w:bookmarkStart w:id="444" w:name="_Toc410910565"/>
      <w:bookmarkStart w:id="445" w:name="_Toc411840993"/>
      <w:bookmarkStart w:id="446" w:name="_Toc422146955"/>
      <w:bookmarkStart w:id="447" w:name="_Toc433020551"/>
      <w:bookmarkStart w:id="448" w:name="_Toc437261992"/>
      <w:bookmarkStart w:id="449" w:name="_Toc478375163"/>
      <w:bookmarkStart w:id="450" w:name="_Toc13598890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1"/>
      <w:bookmarkEnd w:id="442"/>
      <w:bookmarkEnd w:id="443"/>
      <w:bookmarkEnd w:id="444"/>
      <w:bookmarkEnd w:id="445"/>
      <w:bookmarkEnd w:id="446"/>
      <w:bookmarkEnd w:id="447"/>
      <w:bookmarkEnd w:id="448"/>
      <w:bookmarkEnd w:id="449"/>
      <w:bookmarkEnd w:id="450"/>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0"/>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1" w:name="_Toc204048498"/>
      <w:bookmarkStart w:id="452" w:name="_Toc400526083"/>
      <w:bookmarkStart w:id="453" w:name="_Toc405534401"/>
      <w:bookmarkStart w:id="454" w:name="_Toc406570414"/>
      <w:bookmarkStart w:id="455" w:name="_Toc410910566"/>
      <w:bookmarkStart w:id="456" w:name="_Toc411840994"/>
      <w:bookmarkStart w:id="457" w:name="_Toc422146956"/>
      <w:bookmarkStart w:id="458" w:name="_Toc433020552"/>
      <w:bookmarkStart w:id="459" w:name="_Toc437261993"/>
      <w:bookmarkStart w:id="460" w:name="_Toc478375164"/>
    </w:p>
    <w:p w14:paraId="7AB294E3" w14:textId="09271D87" w:rsidR="004A7E7E" w:rsidRPr="0020649A" w:rsidRDefault="002D238A" w:rsidP="0020649A">
      <w:pPr>
        <w:pStyle w:val="H4"/>
        <w:ind w:left="1267" w:hanging="1267"/>
        <w:rPr>
          <w:b/>
          <w:bCs/>
        </w:rPr>
      </w:pPr>
      <w:bookmarkStart w:id="461" w:name="_Toc135988907"/>
      <w:r w:rsidRPr="0020649A">
        <w:rPr>
          <w:b/>
          <w:bCs/>
        </w:rPr>
        <w:t>3.1.6.7</w:t>
      </w:r>
      <w:r w:rsidRPr="0020649A">
        <w:rPr>
          <w:b/>
          <w:bCs/>
        </w:rPr>
        <w:tab/>
      </w:r>
      <w:r w:rsidR="00726C1E" w:rsidRPr="0020649A">
        <w:rPr>
          <w:b/>
          <w:bCs/>
        </w:rPr>
        <w:tab/>
      </w:r>
      <w:r w:rsidRPr="0020649A">
        <w:rPr>
          <w:b/>
          <w:bCs/>
        </w:rPr>
        <w:t>Delay</w:t>
      </w:r>
      <w:bookmarkEnd w:id="451"/>
      <w:bookmarkEnd w:id="452"/>
      <w:bookmarkEnd w:id="453"/>
      <w:bookmarkEnd w:id="454"/>
      <w:bookmarkEnd w:id="455"/>
      <w:bookmarkEnd w:id="456"/>
      <w:bookmarkEnd w:id="457"/>
      <w:bookmarkEnd w:id="458"/>
      <w:bookmarkEnd w:id="459"/>
      <w:bookmarkEnd w:id="460"/>
      <w:bookmarkEnd w:id="461"/>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2" w:name="_Toc400526084"/>
      <w:bookmarkStart w:id="463" w:name="_Toc405534402"/>
      <w:bookmarkStart w:id="464" w:name="_Toc406570415"/>
      <w:bookmarkStart w:id="465" w:name="_Toc410910567"/>
      <w:bookmarkStart w:id="466" w:name="_Toc411840995"/>
      <w:bookmarkStart w:id="467" w:name="_Toc422146957"/>
      <w:bookmarkStart w:id="468" w:name="_Toc433020553"/>
      <w:bookmarkStart w:id="469" w:name="_Toc437261994"/>
      <w:bookmarkStart w:id="470" w:name="_Toc478375165"/>
      <w:bookmarkStart w:id="471" w:name="_Toc135988908"/>
      <w:r w:rsidRPr="00436E9F">
        <w:rPr>
          <w:b/>
          <w:bCs/>
          <w:snapToGrid w:val="0"/>
        </w:rPr>
        <w:t>3.1.6.8</w:t>
      </w:r>
      <w:r w:rsidRPr="00436E9F">
        <w:rPr>
          <w:b/>
          <w:bCs/>
          <w:snapToGrid w:val="0"/>
        </w:rPr>
        <w:tab/>
        <w:t>Resource Outage Rejection Notice</w:t>
      </w:r>
      <w:bookmarkEnd w:id="462"/>
      <w:bookmarkEnd w:id="463"/>
      <w:bookmarkEnd w:id="464"/>
      <w:bookmarkEnd w:id="465"/>
      <w:bookmarkEnd w:id="466"/>
      <w:bookmarkEnd w:id="467"/>
      <w:bookmarkEnd w:id="468"/>
      <w:bookmarkEnd w:id="469"/>
      <w:bookmarkEnd w:id="470"/>
      <w:bookmarkEnd w:id="471"/>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2" w:name="_Toc400526085"/>
      <w:bookmarkStart w:id="473" w:name="_Toc405534403"/>
      <w:bookmarkStart w:id="474" w:name="_Toc406570416"/>
      <w:bookmarkStart w:id="475" w:name="_Toc410910568"/>
      <w:bookmarkStart w:id="476" w:name="_Toc411840996"/>
      <w:bookmarkStart w:id="477" w:name="_Toc422146958"/>
      <w:bookmarkStart w:id="478" w:name="_Toc433020554"/>
      <w:bookmarkStart w:id="479" w:name="_Toc437261995"/>
      <w:bookmarkStart w:id="480" w:name="_Toc478375166"/>
      <w:bookmarkStart w:id="481" w:name="_Toc135988909"/>
      <w:r w:rsidRPr="00436E9F">
        <w:rPr>
          <w:b/>
          <w:bCs/>
          <w:snapToGrid w:val="0"/>
        </w:rPr>
        <w:lastRenderedPageBreak/>
        <w:t>3.1.6.9</w:t>
      </w:r>
      <w:r w:rsidRPr="00436E9F">
        <w:rPr>
          <w:b/>
          <w:bCs/>
          <w:snapToGrid w:val="0"/>
        </w:rPr>
        <w:tab/>
      </w:r>
      <w:bookmarkStart w:id="482" w:name="_Hlk111129302"/>
      <w:r w:rsidRPr="00436E9F">
        <w:rPr>
          <w:b/>
          <w:bCs/>
          <w:snapToGrid w:val="0"/>
        </w:rPr>
        <w:t>Withdrawal of Approval and Rescheduling of Approved Planned Outages of Resource Facilities</w:t>
      </w:r>
      <w:bookmarkEnd w:id="472"/>
      <w:bookmarkEnd w:id="473"/>
      <w:bookmarkEnd w:id="474"/>
      <w:bookmarkEnd w:id="475"/>
      <w:bookmarkEnd w:id="476"/>
      <w:bookmarkEnd w:id="477"/>
      <w:bookmarkEnd w:id="478"/>
      <w:bookmarkEnd w:id="479"/>
      <w:bookmarkEnd w:id="480"/>
      <w:bookmarkEnd w:id="482"/>
      <w:bookmarkEnd w:id="481"/>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3" w:name="_Toc204048499"/>
      <w:bookmarkStart w:id="484" w:name="_Toc304959517"/>
      <w:bookmarkStart w:id="485" w:name="_Toc400526086"/>
      <w:bookmarkStart w:id="486" w:name="_Toc405534404"/>
      <w:bookmarkStart w:id="487" w:name="_Toc406570417"/>
      <w:bookmarkStart w:id="488" w:name="_Toc410910569"/>
      <w:bookmarkStart w:id="489" w:name="_Toc411840997"/>
      <w:bookmarkStart w:id="490" w:name="_Toc422146959"/>
      <w:bookmarkStart w:id="491" w:name="_Toc433020555"/>
      <w:bookmarkStart w:id="492" w:name="_Toc437261996"/>
      <w:bookmarkStart w:id="493" w:name="_Toc478375167"/>
      <w:bookmarkStart w:id="494" w:name="_Toc135988910"/>
      <w:r w:rsidRPr="00AE0E6D">
        <w:rPr>
          <w:b/>
        </w:rPr>
        <w:t>3.1.6.</w:t>
      </w:r>
      <w:r w:rsidR="00E51010" w:rsidRPr="00AE0E6D">
        <w:rPr>
          <w:b/>
        </w:rPr>
        <w:t>10</w:t>
      </w:r>
      <w:r w:rsidRPr="00AE0E6D">
        <w:rPr>
          <w:b/>
        </w:rPr>
        <w:tab/>
        <w:t>Opportunity Outage</w:t>
      </w:r>
      <w:bookmarkEnd w:id="483"/>
      <w:bookmarkEnd w:id="484"/>
      <w:bookmarkEnd w:id="485"/>
      <w:bookmarkEnd w:id="486"/>
      <w:bookmarkEnd w:id="487"/>
      <w:bookmarkEnd w:id="488"/>
      <w:bookmarkEnd w:id="489"/>
      <w:bookmarkEnd w:id="490"/>
      <w:bookmarkEnd w:id="491"/>
      <w:bookmarkEnd w:id="492"/>
      <w:bookmarkEnd w:id="493"/>
      <w:bookmarkEnd w:id="494"/>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5" w:name="_Toc204048500"/>
      <w:bookmarkStart w:id="496" w:name="_Toc304959518"/>
      <w:bookmarkStart w:id="497" w:name="_Toc400526087"/>
      <w:bookmarkStart w:id="498" w:name="_Toc405534405"/>
      <w:bookmarkStart w:id="499" w:name="_Toc406570418"/>
      <w:bookmarkStart w:id="500" w:name="_Toc410910570"/>
      <w:bookmarkStart w:id="501" w:name="_Toc411840998"/>
      <w:bookmarkStart w:id="502" w:name="_Toc422146960"/>
      <w:bookmarkStart w:id="503" w:name="_Toc433020556"/>
      <w:bookmarkStart w:id="504" w:name="_Toc437261997"/>
      <w:bookmarkStart w:id="505" w:name="_Toc478375168"/>
      <w:bookmarkStart w:id="506" w:name="_Toc135988911"/>
      <w:r w:rsidRPr="00AE0E6D">
        <w:rPr>
          <w:b/>
        </w:rPr>
        <w:t>3.1.6.</w:t>
      </w:r>
      <w:r w:rsidR="00E51010" w:rsidRPr="00AE0E6D">
        <w:rPr>
          <w:b/>
        </w:rPr>
        <w:t>11</w:t>
      </w:r>
      <w:r w:rsidRPr="00AE0E6D">
        <w:rPr>
          <w:b/>
        </w:rPr>
        <w:tab/>
        <w:t>Outage Returning Early</w:t>
      </w:r>
      <w:bookmarkEnd w:id="495"/>
      <w:bookmarkEnd w:id="496"/>
      <w:bookmarkEnd w:id="497"/>
      <w:bookmarkEnd w:id="498"/>
      <w:bookmarkEnd w:id="499"/>
      <w:bookmarkEnd w:id="500"/>
      <w:bookmarkEnd w:id="501"/>
      <w:bookmarkEnd w:id="502"/>
      <w:bookmarkEnd w:id="503"/>
      <w:bookmarkEnd w:id="504"/>
      <w:bookmarkEnd w:id="505"/>
      <w:bookmarkEnd w:id="506"/>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7" w:name="_Toc204048501"/>
      <w:bookmarkStart w:id="508" w:name="_Toc400526088"/>
      <w:bookmarkStart w:id="509" w:name="_Toc405534406"/>
      <w:bookmarkStart w:id="510" w:name="_Toc406570419"/>
      <w:bookmarkStart w:id="511" w:name="_Toc410910571"/>
      <w:bookmarkStart w:id="512" w:name="_Toc411840999"/>
      <w:bookmarkStart w:id="513" w:name="_Toc422146961"/>
      <w:bookmarkStart w:id="514" w:name="_Toc433020557"/>
      <w:bookmarkStart w:id="515" w:name="_Toc437261998"/>
      <w:bookmarkStart w:id="516" w:name="_Toc478375169"/>
      <w:bookmarkStart w:id="517" w:name="_Toc135988912"/>
      <w:r w:rsidRPr="00AE0E6D">
        <w:rPr>
          <w:b/>
        </w:rPr>
        <w:t>3.1.6.1</w:t>
      </w:r>
      <w:r w:rsidR="00E51010" w:rsidRPr="00AE0E6D">
        <w:rPr>
          <w:b/>
        </w:rPr>
        <w:t>2</w:t>
      </w:r>
      <w:r w:rsidRPr="00AE0E6D">
        <w:rPr>
          <w:b/>
        </w:rPr>
        <w:tab/>
        <w:t>Resource Coming On-Line</w:t>
      </w:r>
      <w:bookmarkEnd w:id="507"/>
      <w:bookmarkEnd w:id="508"/>
      <w:bookmarkEnd w:id="509"/>
      <w:bookmarkEnd w:id="510"/>
      <w:bookmarkEnd w:id="511"/>
      <w:bookmarkEnd w:id="512"/>
      <w:bookmarkEnd w:id="513"/>
      <w:bookmarkEnd w:id="514"/>
      <w:bookmarkEnd w:id="515"/>
      <w:bookmarkEnd w:id="516"/>
      <w:bookmarkEnd w:id="517"/>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18" w:name="_Toc135988913"/>
      <w:r w:rsidRPr="00B070BB">
        <w:rPr>
          <w:b/>
        </w:rPr>
        <w:t>3.1.6.13</w:t>
      </w:r>
      <w:r w:rsidRPr="00B070BB">
        <w:rPr>
          <w:b/>
        </w:rPr>
        <w:tab/>
        <w:t>Maximum Daily Resource Planned Outage Capacity</w:t>
      </w:r>
      <w:bookmarkEnd w:id="518"/>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19" w:name="_Toc135988914"/>
      <w:bookmarkStart w:id="520"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19"/>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1" w:name="_Toc204048502"/>
      <w:bookmarkStart w:id="522" w:name="_Toc400526089"/>
      <w:bookmarkStart w:id="523" w:name="_Toc405534407"/>
      <w:bookmarkStart w:id="524" w:name="_Toc406570420"/>
      <w:bookmarkStart w:id="525" w:name="_Toc410910572"/>
      <w:bookmarkStart w:id="526" w:name="_Toc411841000"/>
      <w:bookmarkStart w:id="527" w:name="_Toc422146962"/>
      <w:bookmarkStart w:id="528" w:name="_Toc433020558"/>
      <w:bookmarkStart w:id="529" w:name="_Toc437261999"/>
      <w:bookmarkStart w:id="530" w:name="_Toc478375170"/>
      <w:bookmarkStart w:id="531" w:name="_Toc135988915"/>
      <w:bookmarkEnd w:id="520"/>
      <w:r>
        <w:t>3.1.7</w:t>
      </w:r>
      <w:r>
        <w:tab/>
        <w:t>Reliability Resource Outages</w:t>
      </w:r>
      <w:bookmarkEnd w:id="521"/>
      <w:bookmarkEnd w:id="522"/>
      <w:bookmarkEnd w:id="523"/>
      <w:bookmarkEnd w:id="524"/>
      <w:bookmarkEnd w:id="525"/>
      <w:bookmarkEnd w:id="526"/>
      <w:bookmarkEnd w:id="527"/>
      <w:bookmarkEnd w:id="528"/>
      <w:bookmarkEnd w:id="529"/>
      <w:bookmarkEnd w:id="530"/>
      <w:bookmarkEnd w:id="531"/>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2" w:name="_Toc204048503"/>
      <w:bookmarkStart w:id="533" w:name="_Toc400526090"/>
      <w:bookmarkStart w:id="534" w:name="_Toc405534408"/>
      <w:bookmarkStart w:id="535" w:name="_Toc406570421"/>
      <w:bookmarkStart w:id="536" w:name="_Toc410910573"/>
      <w:bookmarkStart w:id="537" w:name="_Toc411841001"/>
      <w:bookmarkStart w:id="538" w:name="_Toc422146963"/>
      <w:bookmarkStart w:id="539" w:name="_Toc433020559"/>
      <w:bookmarkStart w:id="540" w:name="_Toc437262000"/>
      <w:bookmarkStart w:id="541" w:name="_Toc478375171"/>
      <w:bookmarkStart w:id="542" w:name="_Toc135988916"/>
      <w:r w:rsidRPr="00AE0E6D">
        <w:rPr>
          <w:b/>
        </w:rPr>
        <w:t>3.1.7.1</w:t>
      </w:r>
      <w:r w:rsidRPr="00AE0E6D">
        <w:rPr>
          <w:b/>
        </w:rPr>
        <w:tab/>
        <w:t>Timelines for Response by ERCOT on Reliability Resource Outages</w:t>
      </w:r>
      <w:bookmarkEnd w:id="532"/>
      <w:bookmarkEnd w:id="533"/>
      <w:bookmarkEnd w:id="534"/>
      <w:bookmarkEnd w:id="535"/>
      <w:bookmarkEnd w:id="536"/>
      <w:bookmarkEnd w:id="537"/>
      <w:bookmarkEnd w:id="538"/>
      <w:bookmarkEnd w:id="539"/>
      <w:bookmarkEnd w:id="540"/>
      <w:bookmarkEnd w:id="541"/>
      <w:bookmarkEnd w:id="542"/>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3" w:name="_Toc204048504"/>
      <w:bookmarkStart w:id="544" w:name="_Toc400526091"/>
      <w:bookmarkStart w:id="545" w:name="_Toc405534409"/>
      <w:bookmarkStart w:id="546" w:name="_Toc406570422"/>
      <w:bookmarkStart w:id="547" w:name="_Toc410910574"/>
      <w:bookmarkStart w:id="548" w:name="_Toc411841002"/>
      <w:bookmarkStart w:id="549" w:name="_Toc422146964"/>
      <w:bookmarkStart w:id="550" w:name="_Toc433020560"/>
      <w:bookmarkStart w:id="551" w:name="_Toc437262001"/>
      <w:bookmarkStart w:id="552" w:name="_Toc478375172"/>
      <w:bookmarkStart w:id="553" w:name="_Toc135988917"/>
      <w:r w:rsidRPr="00AE0E6D">
        <w:rPr>
          <w:b/>
        </w:rPr>
        <w:t>3.1.7.2</w:t>
      </w:r>
      <w:r w:rsidRPr="00AE0E6D">
        <w:rPr>
          <w:b/>
        </w:rPr>
        <w:tab/>
        <w:t>Changes to an Approved Reliability Resource Outage Plan</w:t>
      </w:r>
      <w:bookmarkEnd w:id="543"/>
      <w:bookmarkEnd w:id="544"/>
      <w:bookmarkEnd w:id="545"/>
      <w:bookmarkEnd w:id="546"/>
      <w:bookmarkEnd w:id="547"/>
      <w:bookmarkEnd w:id="548"/>
      <w:bookmarkEnd w:id="549"/>
      <w:bookmarkEnd w:id="550"/>
      <w:bookmarkEnd w:id="551"/>
      <w:bookmarkEnd w:id="552"/>
      <w:bookmarkEnd w:id="553"/>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54" w:name="_Toc478375173"/>
      <w:bookmarkStart w:id="555" w:name="_Toc135988918"/>
      <w:r w:rsidRPr="003A4D10">
        <w:t>3.1.8</w:t>
      </w:r>
      <w:r w:rsidRPr="003A4D10">
        <w:tab/>
        <w:t>High Impact Transmission Element (HITE) Identification</w:t>
      </w:r>
      <w:bookmarkEnd w:id="554"/>
      <w:bookmarkEnd w:id="555"/>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6" w:name="_Toc204048505"/>
      <w:bookmarkStart w:id="557" w:name="_Toc400526092"/>
      <w:bookmarkStart w:id="558" w:name="_Toc405534410"/>
      <w:bookmarkStart w:id="559" w:name="_Toc406570423"/>
      <w:bookmarkStart w:id="560" w:name="_Toc410910575"/>
      <w:bookmarkStart w:id="561" w:name="_Toc411841003"/>
      <w:bookmarkStart w:id="562" w:name="_Toc422146965"/>
      <w:bookmarkStart w:id="563" w:name="_Toc433020561"/>
      <w:bookmarkStart w:id="564" w:name="_Toc437262002"/>
      <w:bookmarkStart w:id="565" w:name="_Toc478375174"/>
      <w:bookmarkStart w:id="566" w:name="_Toc135988919"/>
      <w:r>
        <w:t xml:space="preserve">3.2 </w:t>
      </w:r>
      <w:r>
        <w:tab/>
        <w:t>Analysis of Resource Adequacy</w:t>
      </w:r>
      <w:bookmarkEnd w:id="556"/>
      <w:bookmarkEnd w:id="557"/>
      <w:bookmarkEnd w:id="558"/>
      <w:bookmarkEnd w:id="559"/>
      <w:bookmarkEnd w:id="560"/>
      <w:bookmarkEnd w:id="561"/>
      <w:bookmarkEnd w:id="562"/>
      <w:bookmarkEnd w:id="563"/>
      <w:bookmarkEnd w:id="564"/>
      <w:bookmarkEnd w:id="565"/>
      <w:bookmarkEnd w:id="566"/>
    </w:p>
    <w:p w14:paraId="26C767C1" w14:textId="77777777" w:rsidR="00CB13B2" w:rsidRDefault="002D238A">
      <w:pPr>
        <w:pStyle w:val="H3"/>
      </w:pPr>
      <w:bookmarkStart w:id="567" w:name="_Toc204048506"/>
      <w:bookmarkStart w:id="568" w:name="_Toc400526093"/>
      <w:bookmarkStart w:id="569" w:name="_Toc405534411"/>
      <w:bookmarkStart w:id="570" w:name="_Toc406570424"/>
      <w:bookmarkStart w:id="571" w:name="_Toc410910576"/>
      <w:bookmarkStart w:id="572" w:name="_Toc411841004"/>
      <w:bookmarkStart w:id="573" w:name="_Toc422146966"/>
      <w:bookmarkStart w:id="574" w:name="_Toc433020562"/>
      <w:bookmarkStart w:id="575" w:name="_Toc437262003"/>
      <w:bookmarkStart w:id="576" w:name="_Toc478375175"/>
      <w:bookmarkStart w:id="577" w:name="_Toc135988920"/>
      <w:r>
        <w:t>3.2.1</w:t>
      </w:r>
      <w:r>
        <w:tab/>
        <w:t>Calculation of Aggregate Resource Capacity</w:t>
      </w:r>
      <w:bookmarkEnd w:id="567"/>
      <w:bookmarkEnd w:id="568"/>
      <w:bookmarkEnd w:id="569"/>
      <w:bookmarkEnd w:id="570"/>
      <w:bookmarkEnd w:id="571"/>
      <w:bookmarkEnd w:id="572"/>
      <w:bookmarkEnd w:id="573"/>
      <w:bookmarkEnd w:id="574"/>
      <w:bookmarkEnd w:id="575"/>
      <w:bookmarkEnd w:id="576"/>
      <w:bookmarkEnd w:id="577"/>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78" w:name="_Hlk43472096"/>
            <w:r w:rsidRPr="00A552C3">
              <w:rPr>
                <w:iCs/>
                <w:color w:val="000000"/>
              </w:rPr>
              <w:t>capacity, ESR capacity,</w:t>
            </w:r>
            <w:bookmarkEnd w:id="578"/>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9" w:name="_Toc204048507"/>
      <w:bookmarkStart w:id="580" w:name="_Toc400526094"/>
      <w:bookmarkStart w:id="581" w:name="_Toc405534412"/>
      <w:bookmarkStart w:id="582" w:name="_Toc406570425"/>
      <w:bookmarkStart w:id="583" w:name="_Toc410910577"/>
      <w:bookmarkStart w:id="584" w:name="_Toc411841005"/>
      <w:bookmarkStart w:id="585" w:name="_Toc422146967"/>
      <w:bookmarkStart w:id="586" w:name="_Toc433020563"/>
      <w:bookmarkStart w:id="587" w:name="_Toc437262004"/>
      <w:bookmarkStart w:id="588" w:name="_Toc478375176"/>
      <w:bookmarkStart w:id="589" w:name="_Toc135988921"/>
      <w:r>
        <w:t>3.2.2</w:t>
      </w:r>
      <w:r>
        <w:tab/>
        <w:t>Demand Forecasts</w:t>
      </w:r>
      <w:bookmarkEnd w:id="579"/>
      <w:bookmarkEnd w:id="580"/>
      <w:bookmarkEnd w:id="581"/>
      <w:bookmarkEnd w:id="582"/>
      <w:bookmarkEnd w:id="583"/>
      <w:bookmarkEnd w:id="584"/>
      <w:bookmarkEnd w:id="585"/>
      <w:bookmarkEnd w:id="586"/>
      <w:bookmarkEnd w:id="587"/>
      <w:bookmarkEnd w:id="588"/>
      <w:bookmarkEnd w:id="589"/>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0" w:name="_Toc204048508"/>
      <w:bookmarkStart w:id="591" w:name="_Toc400526095"/>
      <w:bookmarkStart w:id="592" w:name="_Toc405534413"/>
      <w:bookmarkStart w:id="593" w:name="_Toc406570426"/>
      <w:bookmarkStart w:id="594" w:name="_Toc410910578"/>
      <w:bookmarkStart w:id="595" w:name="_Toc411841006"/>
      <w:bookmarkStart w:id="596" w:name="_Toc422146968"/>
      <w:bookmarkStart w:id="597" w:name="_Toc433020564"/>
      <w:bookmarkStart w:id="598" w:name="_Toc437262005"/>
      <w:bookmarkStart w:id="599" w:name="_Toc478375177"/>
      <w:bookmarkStart w:id="600" w:name="_Toc91055053"/>
      <w:bookmarkStart w:id="601" w:name="_Toc135988922"/>
      <w:r>
        <w:t>3.2.3</w:t>
      </w:r>
      <w:r>
        <w:tab/>
      </w:r>
      <w:r w:rsidR="002D28EA">
        <w:t xml:space="preserve">Short-Term </w:t>
      </w:r>
      <w:r>
        <w:t>System Adequacy Reports</w:t>
      </w:r>
      <w:bookmarkEnd w:id="590"/>
      <w:bookmarkEnd w:id="591"/>
      <w:bookmarkEnd w:id="592"/>
      <w:bookmarkEnd w:id="593"/>
      <w:bookmarkEnd w:id="594"/>
      <w:bookmarkEnd w:id="595"/>
      <w:bookmarkEnd w:id="596"/>
      <w:bookmarkEnd w:id="597"/>
      <w:bookmarkEnd w:id="598"/>
      <w:bookmarkEnd w:id="599"/>
      <w:bookmarkEnd w:id="600"/>
      <w:bookmarkEnd w:id="601"/>
    </w:p>
    <w:p w14:paraId="0188DFDF" w14:textId="476374A3" w:rsidR="00933223" w:rsidRDefault="00933223" w:rsidP="00933223">
      <w:pPr>
        <w:pStyle w:val="BodyTextNumbered"/>
        <w:rPr>
          <w:color w:val="000000"/>
          <w:szCs w:val="24"/>
        </w:rPr>
      </w:pPr>
      <w:bookmarkStart w:id="602"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603" w:name="_Toc400526096"/>
      <w:bookmarkStart w:id="604" w:name="_Toc405534414"/>
      <w:bookmarkStart w:id="605" w:name="_Toc406570427"/>
      <w:bookmarkStart w:id="606" w:name="_Toc410910579"/>
      <w:bookmarkStart w:id="607" w:name="_Toc411841007"/>
      <w:bookmarkStart w:id="608" w:name="_Toc422146969"/>
      <w:bookmarkStart w:id="609" w:name="_Toc433020565"/>
      <w:bookmarkStart w:id="610" w:name="_Toc437262006"/>
      <w:bookmarkStart w:id="611"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2" w:name="_Toc10017703"/>
            <w:bookmarkStart w:id="613" w:name="_Toc33773534"/>
            <w:bookmarkStart w:id="614" w:name="_Toc38964926"/>
            <w:bookmarkStart w:id="615" w:name="_Toc44313206"/>
            <w:bookmarkStart w:id="616" w:name="_Toc46954735"/>
            <w:bookmarkStart w:id="617" w:name="_Toc49589372"/>
            <w:bookmarkStart w:id="618" w:name="_Toc56671717"/>
            <w:bookmarkStart w:id="619" w:name="_Toc60037258"/>
            <w:bookmarkStart w:id="620" w:name="_Toc65141345"/>
            <w:bookmarkStart w:id="621" w:name="_Toc68163678"/>
            <w:bookmarkStart w:id="622" w:name="_Toc75942402"/>
            <w:bookmarkStart w:id="623" w:name="_Toc94099748"/>
            <w:bookmarkStart w:id="624" w:name="_Toc94100202"/>
            <w:bookmarkStart w:id="625" w:name="_Toc109631721"/>
            <w:bookmarkStart w:id="626" w:name="_Toc110057597"/>
            <w:bookmarkStart w:id="627" w:name="_Toc111272599"/>
            <w:bookmarkStart w:id="628" w:name="_Toc112226051"/>
            <w:bookmarkStart w:id="629" w:name="_Toc121253203"/>
            <w:bookmarkStart w:id="630" w:name="_Toc125014602"/>
            <w:bookmarkStart w:id="631" w:name="_Toc135988923"/>
            <w:r w:rsidRPr="005274A2">
              <w:rPr>
                <w:b/>
                <w:bCs/>
                <w:i/>
              </w:rPr>
              <w:t>3.2.3</w:t>
            </w:r>
            <w:r w:rsidRPr="005274A2">
              <w:rPr>
                <w:b/>
                <w:bCs/>
                <w:i/>
              </w:rPr>
              <w:tab/>
              <w:t>Short-Term System Adequacy Reports</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w:t>
            </w:r>
            <w:r w:rsidRPr="005274A2">
              <w:rPr>
                <w:szCs w:val="24"/>
              </w:rPr>
              <w:lastRenderedPageBreak/>
              <w:t xml:space="preserve">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lastRenderedPageBreak/>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32" w:name="_Toc33773535"/>
            <w:bookmarkStart w:id="633" w:name="_Toc38964927"/>
            <w:bookmarkStart w:id="634"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32"/>
            <w:bookmarkEnd w:id="633"/>
            <w:bookmarkEnd w:id="634"/>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35" w:name="_Toc33773536"/>
            <w:bookmarkStart w:id="636" w:name="_Toc38964928"/>
            <w:bookmarkStart w:id="637"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5"/>
            <w:bookmarkEnd w:id="636"/>
            <w:bookmarkEnd w:id="637"/>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38" w:name="_Toc33773537"/>
            <w:bookmarkStart w:id="639" w:name="_Toc38964929"/>
            <w:bookmarkStart w:id="640"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38"/>
            <w:bookmarkEnd w:id="639"/>
            <w:bookmarkEnd w:id="640"/>
          </w:p>
          <w:p w14:paraId="56FC1AD0" w14:textId="5F73D18C" w:rsidR="00D11299" w:rsidRPr="00D11299" w:rsidRDefault="005274A2" w:rsidP="00840A78">
            <w:pPr>
              <w:spacing w:after="240"/>
              <w:ind w:left="1440" w:hanging="720"/>
              <w:rPr>
                <w:b/>
                <w:bCs/>
                <w:i/>
                <w:iCs/>
              </w:rPr>
            </w:pPr>
            <w:bookmarkStart w:id="641" w:name="_Toc33773538"/>
            <w:bookmarkStart w:id="642" w:name="_Toc38964930"/>
            <w:bookmarkStart w:id="643"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41"/>
            <w:bookmarkEnd w:id="642"/>
            <w:bookmarkEnd w:id="643"/>
            <w:r w:rsidR="00D11299" w:rsidRPr="0065776D">
              <w:t xml:space="preserve">  </w:t>
            </w:r>
          </w:p>
        </w:tc>
      </w:tr>
    </w:tbl>
    <w:p w14:paraId="32367F3D" w14:textId="31F16E83" w:rsidR="00CB13B2" w:rsidRDefault="002D238A" w:rsidP="001739A1">
      <w:pPr>
        <w:pStyle w:val="H3"/>
        <w:spacing w:before="480"/>
        <w:rPr>
          <w:color w:val="000000"/>
          <w:szCs w:val="24"/>
        </w:rPr>
      </w:pPr>
      <w:bookmarkStart w:id="644" w:name="_Toc135988924"/>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2"/>
      <w:bookmarkEnd w:id="603"/>
      <w:bookmarkEnd w:id="604"/>
      <w:bookmarkEnd w:id="605"/>
      <w:bookmarkEnd w:id="606"/>
      <w:bookmarkEnd w:id="607"/>
      <w:bookmarkEnd w:id="608"/>
      <w:bookmarkEnd w:id="609"/>
      <w:bookmarkEnd w:id="610"/>
      <w:bookmarkEnd w:id="611"/>
      <w:bookmarkEnd w:id="644"/>
    </w:p>
    <w:p w14:paraId="1CEC49F6" w14:textId="77777777" w:rsidR="00CB13B2" w:rsidRDefault="002D238A" w:rsidP="00797863">
      <w:pPr>
        <w:pStyle w:val="H3"/>
      </w:pPr>
      <w:bookmarkStart w:id="645" w:name="_Toc400526097"/>
      <w:bookmarkStart w:id="646" w:name="_Toc405534415"/>
      <w:bookmarkStart w:id="647" w:name="_Toc406570428"/>
      <w:bookmarkStart w:id="648" w:name="_Toc410910580"/>
      <w:bookmarkStart w:id="649" w:name="_Toc411841008"/>
      <w:bookmarkStart w:id="650" w:name="_Toc422146970"/>
      <w:bookmarkStart w:id="651" w:name="_Toc433020566"/>
      <w:bookmarkStart w:id="652" w:name="_Toc437262007"/>
      <w:bookmarkStart w:id="653" w:name="_Toc478375179"/>
      <w:bookmarkStart w:id="654" w:name="_Toc135988925"/>
      <w:r>
        <w:t>3.2.5</w:t>
      </w:r>
      <w:r>
        <w:tab/>
        <w:t>Publication of Resource and Load Information</w:t>
      </w:r>
      <w:bookmarkEnd w:id="645"/>
      <w:bookmarkEnd w:id="646"/>
      <w:bookmarkEnd w:id="647"/>
      <w:bookmarkEnd w:id="648"/>
      <w:bookmarkEnd w:id="649"/>
      <w:bookmarkEnd w:id="650"/>
      <w:bookmarkEnd w:id="651"/>
      <w:bookmarkEnd w:id="652"/>
      <w:bookmarkEnd w:id="653"/>
      <w:bookmarkEnd w:id="654"/>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w:t>
      </w:r>
      <w:r w:rsidR="00066DF1" w:rsidRPr="003B2FB8">
        <w:lastRenderedPageBreak/>
        <w:t>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55"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w:t>
      </w:r>
      <w:r w:rsidR="00137744">
        <w:lastRenderedPageBreak/>
        <w:t>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55"/>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3633A55F" w:rsidR="00523C82" w:rsidRDefault="00523C82" w:rsidP="00041D0B">
            <w:pPr>
              <w:spacing w:before="120" w:after="240"/>
              <w:rPr>
                <w:b/>
                <w:i/>
              </w:rPr>
            </w:pPr>
            <w:r>
              <w:rPr>
                <w:b/>
                <w:i/>
              </w:rPr>
              <w:t>[NPRR1007</w:t>
            </w:r>
            <w:r w:rsidR="00137744">
              <w:rPr>
                <w:b/>
                <w:i/>
              </w:rPr>
              <w:t xml:space="preserve"> and</w:t>
            </w:r>
            <w:r>
              <w:rPr>
                <w:b/>
                <w:i/>
              </w:rPr>
              <w:t xml:space="preserve"> NPRR1014</w:t>
            </w:r>
            <w:r w:rsidRPr="004B0726">
              <w:rPr>
                <w:b/>
                <w:i/>
              </w:rPr>
              <w:t xml:space="preserve">: </w:t>
            </w:r>
            <w:r>
              <w:rPr>
                <w:b/>
                <w:i/>
              </w:rPr>
              <w:t xml:space="preserve"> Replace applicable portions of paragraph (3) above with the </w:t>
            </w:r>
            <w:r w:rsidR="00A3557B">
              <w:rPr>
                <w:b/>
                <w:i/>
              </w:rPr>
              <w:t xml:space="preserve">following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lastRenderedPageBreak/>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lastRenderedPageBreak/>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lastRenderedPageBreak/>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w:t>
      </w:r>
      <w:r>
        <w:lastRenderedPageBreak/>
        <w:t>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lastRenderedPageBreak/>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lastRenderedPageBreak/>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6" w:name="_Toc316459836"/>
            <w:bookmarkStart w:id="657" w:name="_Toc478375180"/>
            <w:bookmarkStart w:id="658" w:name="_Toc289696698"/>
            <w:bookmarkStart w:id="659" w:name="_Toc400526098"/>
            <w:bookmarkStart w:id="660" w:name="_Toc405534416"/>
            <w:bookmarkStart w:id="661" w:name="_Toc406570429"/>
            <w:bookmarkStart w:id="662" w:name="_Toc410910581"/>
            <w:bookmarkStart w:id="663" w:name="_Toc411841009"/>
            <w:bookmarkStart w:id="664" w:name="_Toc422146971"/>
            <w:bookmarkStart w:id="665" w:name="_Toc433020567"/>
            <w:bookmarkStart w:id="666"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67" w:name="_Toc135988926"/>
      <w:r w:rsidRPr="00FB2863">
        <w:rPr>
          <w:b/>
          <w:bCs/>
        </w:rPr>
        <w:t>3.2.5.1</w:t>
      </w:r>
      <w:r w:rsidRPr="00FB2863">
        <w:rPr>
          <w:b/>
          <w:bCs/>
        </w:rPr>
        <w:tab/>
        <w:t>Unregistered Distributed Generation Reporting Requirements for Non Opt-In Entities</w:t>
      </w:r>
      <w:bookmarkEnd w:id="656"/>
      <w:bookmarkEnd w:id="657"/>
      <w:bookmarkEnd w:id="667"/>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68" w:name="_Toc316459837"/>
      <w:bookmarkStart w:id="669"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lastRenderedPageBreak/>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0" w:name="_Toc135988927"/>
      <w:r w:rsidRPr="00FB2863">
        <w:rPr>
          <w:b/>
          <w:bCs/>
        </w:rPr>
        <w:t>3.2.5.2</w:t>
      </w:r>
      <w:r w:rsidRPr="00FB2863">
        <w:rPr>
          <w:b/>
          <w:bCs/>
        </w:rPr>
        <w:tab/>
        <w:t>Unregistered Distributed Generation Reporting Requirements for Competitive Areas</w:t>
      </w:r>
      <w:bookmarkEnd w:id="668"/>
      <w:bookmarkEnd w:id="669"/>
      <w:bookmarkEnd w:id="670"/>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71" w:name="_Toc316459838"/>
      <w:bookmarkStart w:id="672" w:name="_Toc478375182"/>
      <w:bookmarkStart w:id="673" w:name="_Toc135988928"/>
      <w:r w:rsidRPr="00FB2863">
        <w:rPr>
          <w:b/>
          <w:bCs/>
        </w:rPr>
        <w:t>3.2.5.3</w:t>
      </w:r>
      <w:r w:rsidRPr="00FB2863">
        <w:rPr>
          <w:b/>
          <w:bCs/>
        </w:rPr>
        <w:tab/>
        <w:t>Unregistered Distributed Generation Reporting Requirements for ERCOT</w:t>
      </w:r>
      <w:bookmarkEnd w:id="671"/>
      <w:bookmarkEnd w:id="672"/>
      <w:bookmarkEnd w:id="673"/>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4" w:name="_Toc478375183"/>
      <w:bookmarkStart w:id="675" w:name="_Toc135988929"/>
      <w:r>
        <w:t>3.2.6</w:t>
      </w:r>
      <w:r w:rsidRPr="006A0091">
        <w:tab/>
        <w:t>ERCOT Planning Reserve Margin</w:t>
      </w:r>
      <w:bookmarkEnd w:id="658"/>
      <w:bookmarkEnd w:id="659"/>
      <w:bookmarkEnd w:id="660"/>
      <w:bookmarkEnd w:id="661"/>
      <w:bookmarkEnd w:id="662"/>
      <w:bookmarkEnd w:id="663"/>
      <w:bookmarkEnd w:id="664"/>
      <w:bookmarkEnd w:id="665"/>
      <w:bookmarkEnd w:id="666"/>
      <w:bookmarkEnd w:id="674"/>
      <w:bookmarkEnd w:id="675"/>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6" w:name="_Toc266254153"/>
            <w:r w:rsidRPr="00545FF6">
              <w:lastRenderedPageBreak/>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77" w:name="_Toc289696699"/>
            <w:r w:rsidRPr="006A0091">
              <w:rPr>
                <w:i/>
              </w:rPr>
              <w:t>i</w:t>
            </w:r>
            <w:bookmarkEnd w:id="677"/>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78" w:name="_Toc289696700"/>
            <w:r w:rsidRPr="00545FF6">
              <w:t>None</w:t>
            </w:r>
            <w:bookmarkEnd w:id="678"/>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79" w:name="_Toc289696701"/>
            <w:r>
              <w:t>Y</w:t>
            </w:r>
            <w:r w:rsidRPr="006A0091">
              <w:t>ear</w:t>
            </w:r>
            <w:bookmarkEnd w:id="679"/>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80" w:name="_Toc289696702"/>
            <w:r w:rsidRPr="006A0091">
              <w:rPr>
                <w:i/>
              </w:rPr>
              <w:t>s</w:t>
            </w:r>
            <w:bookmarkEnd w:id="680"/>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81" w:name="_Toc289696703"/>
            <w:r w:rsidRPr="00545FF6">
              <w:t>None</w:t>
            </w:r>
            <w:bookmarkEnd w:id="681"/>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82" w:name="_Toc289696704"/>
            <w:r w:rsidRPr="006A0091">
              <w:t>Peak Load Season</w:t>
            </w:r>
            <w:bookmarkEnd w:id="682"/>
            <w:r>
              <w:t>.</w:t>
            </w:r>
          </w:p>
        </w:tc>
      </w:tr>
    </w:tbl>
    <w:p w14:paraId="1EE8AEDD" w14:textId="77777777" w:rsidR="001A78C0" w:rsidRPr="000D29A8" w:rsidRDefault="001A78C0" w:rsidP="000D29A8">
      <w:pPr>
        <w:pStyle w:val="H4"/>
        <w:spacing w:before="480"/>
        <w:ind w:left="1267" w:hanging="1267"/>
        <w:rPr>
          <w:b/>
        </w:rPr>
      </w:pPr>
      <w:bookmarkStart w:id="683" w:name="_Toc266254154"/>
      <w:bookmarkStart w:id="684" w:name="_Toc289696705"/>
      <w:bookmarkStart w:id="685" w:name="_Toc400526099"/>
      <w:bookmarkStart w:id="686" w:name="_Toc405534417"/>
      <w:bookmarkStart w:id="687" w:name="_Toc406570430"/>
      <w:bookmarkStart w:id="688" w:name="_Toc410910582"/>
      <w:bookmarkStart w:id="689" w:name="_Toc411841010"/>
      <w:bookmarkStart w:id="690" w:name="_Toc422146972"/>
      <w:bookmarkStart w:id="691" w:name="_Toc433020568"/>
      <w:bookmarkStart w:id="692" w:name="_Toc437262009"/>
      <w:bookmarkStart w:id="693" w:name="_Toc478375184"/>
      <w:bookmarkStart w:id="694" w:name="_Toc135988930"/>
      <w:bookmarkEnd w:id="676"/>
      <w:r w:rsidRPr="000D29A8">
        <w:rPr>
          <w:b/>
          <w:bCs/>
        </w:rPr>
        <w:t>3.2.6.1</w:t>
      </w:r>
      <w:r w:rsidRPr="000D29A8">
        <w:rPr>
          <w:b/>
          <w:bCs/>
        </w:rPr>
        <w:tab/>
        <w:t>Minimum ERCOT Planning Reserve Margin Criterion</w:t>
      </w:r>
      <w:bookmarkEnd w:id="683"/>
      <w:bookmarkEnd w:id="684"/>
      <w:bookmarkEnd w:id="685"/>
      <w:bookmarkEnd w:id="686"/>
      <w:bookmarkEnd w:id="687"/>
      <w:bookmarkEnd w:id="688"/>
      <w:bookmarkEnd w:id="689"/>
      <w:bookmarkEnd w:id="690"/>
      <w:bookmarkEnd w:id="691"/>
      <w:bookmarkEnd w:id="692"/>
      <w:bookmarkEnd w:id="693"/>
      <w:bookmarkEnd w:id="694"/>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5" w:name="_Toc266254155"/>
      <w:bookmarkStart w:id="696" w:name="_Toc289696706"/>
      <w:bookmarkStart w:id="697" w:name="_Toc400526100"/>
      <w:bookmarkStart w:id="698" w:name="_Toc405534418"/>
      <w:bookmarkStart w:id="699" w:name="_Toc406570431"/>
      <w:bookmarkStart w:id="700" w:name="_Toc410910583"/>
      <w:bookmarkStart w:id="701" w:name="_Toc411841011"/>
      <w:bookmarkStart w:id="702" w:name="_Toc422146973"/>
      <w:bookmarkStart w:id="703" w:name="_Toc433020569"/>
      <w:bookmarkStart w:id="704" w:name="_Toc437262010"/>
      <w:bookmarkStart w:id="705" w:name="_Toc478375185"/>
      <w:bookmarkStart w:id="706" w:name="_Toc135988931"/>
      <w:r w:rsidRPr="000D29A8">
        <w:rPr>
          <w:b/>
          <w:bCs/>
        </w:rPr>
        <w:t>3.2.6.2</w:t>
      </w:r>
      <w:r w:rsidRPr="000D29A8">
        <w:rPr>
          <w:b/>
          <w:bCs/>
        </w:rPr>
        <w:tab/>
        <w:t>ERCOT Planning Reserve Margin Calculation Methodology</w:t>
      </w:r>
      <w:bookmarkEnd w:id="695"/>
      <w:bookmarkEnd w:id="696"/>
      <w:bookmarkEnd w:id="697"/>
      <w:bookmarkEnd w:id="698"/>
      <w:bookmarkEnd w:id="699"/>
      <w:bookmarkEnd w:id="700"/>
      <w:bookmarkEnd w:id="701"/>
      <w:bookmarkEnd w:id="702"/>
      <w:bookmarkEnd w:id="703"/>
      <w:bookmarkEnd w:id="704"/>
      <w:bookmarkEnd w:id="705"/>
      <w:bookmarkEnd w:id="706"/>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07" w:name="_Toc266254156"/>
      <w:bookmarkStart w:id="708" w:name="_Toc289696707"/>
      <w:bookmarkStart w:id="709" w:name="_Toc400526101"/>
      <w:bookmarkStart w:id="710" w:name="_Toc405534419"/>
      <w:bookmarkStart w:id="711" w:name="_Toc406570432"/>
      <w:bookmarkStart w:id="712" w:name="_Toc410910584"/>
      <w:bookmarkStart w:id="713" w:name="_Toc411841012"/>
      <w:bookmarkStart w:id="714" w:name="_Toc422146974"/>
      <w:bookmarkStart w:id="715" w:name="_Toc433020570"/>
      <w:bookmarkStart w:id="716" w:name="_Toc437262011"/>
      <w:bookmarkStart w:id="717" w:name="_Toc478375186"/>
      <w:bookmarkStart w:id="718" w:name="_Toc135988932"/>
      <w:r w:rsidRPr="007A33DF">
        <w:t>3.2.6.2.1</w:t>
      </w:r>
      <w:r w:rsidRPr="006A0091">
        <w:tab/>
        <w:t>Peak Load Estimate</w:t>
      </w:r>
      <w:bookmarkEnd w:id="707"/>
      <w:bookmarkEnd w:id="708"/>
      <w:bookmarkEnd w:id="709"/>
      <w:bookmarkEnd w:id="710"/>
      <w:bookmarkEnd w:id="711"/>
      <w:bookmarkEnd w:id="712"/>
      <w:bookmarkEnd w:id="713"/>
      <w:bookmarkEnd w:id="714"/>
      <w:bookmarkEnd w:id="715"/>
      <w:bookmarkEnd w:id="716"/>
      <w:bookmarkEnd w:id="717"/>
      <w:bookmarkEnd w:id="718"/>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w:t>
      </w:r>
      <w:r w:rsidR="001A78C0" w:rsidRPr="006A0091">
        <w:lastRenderedPageBreak/>
        <w:t xml:space="preserve">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26418DB6" w:rsidR="001A78C0" w:rsidRDefault="001A78C0" w:rsidP="001A78C0">
      <w:pPr>
        <w:tabs>
          <w:tab w:val="left" w:pos="2340"/>
          <w:tab w:val="left" w:pos="3420"/>
        </w:tabs>
        <w:spacing w:after="240"/>
        <w:ind w:left="3420" w:hanging="2700"/>
        <w:rPr>
          <w:b/>
          <w:bCs/>
        </w:rPr>
      </w:pPr>
      <w:bookmarkStart w:id="719" w:name="_Hlk135828532"/>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00137744" w:rsidRPr="007A33DF">
        <w:rPr>
          <w:b/>
          <w:bCs/>
        </w:rPr>
        <w:t>LRECRS</w:t>
      </w:r>
      <w:r w:rsidR="00137744">
        <w:rPr>
          <w:b/>
          <w:bCs/>
        </w:rPr>
        <w:t xml:space="preserve"> </w:t>
      </w:r>
      <w:r w:rsidR="00137744" w:rsidRPr="006A0091">
        <w:rPr>
          <w:b/>
          <w:bCs/>
          <w:i/>
          <w:vertAlign w:val="subscript"/>
        </w:rPr>
        <w:t>s, i</w:t>
      </w:r>
      <w:r w:rsidR="00137744" w:rsidRPr="006A0091">
        <w:rPr>
          <w:b/>
          <w:bCs/>
        </w:rPr>
        <w:t xml:space="preserve"> –</w:t>
      </w:r>
      <w:r w:rsidR="00137744"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bookmarkEnd w:id="719"/>
    <w:p w14:paraId="046CA350" w14:textId="77777777" w:rsidR="001A78C0" w:rsidRPr="006A0091" w:rsidRDefault="001A78C0" w:rsidP="002F60B3">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2F60B3">
        <w:trPr>
          <w:tblHeader/>
        </w:trPr>
        <w:tc>
          <w:tcPr>
            <w:tcW w:w="876" w:type="pct"/>
            <w:tcBorders>
              <w:bottom w:val="single" w:sz="4" w:space="0" w:color="auto"/>
            </w:tcBorders>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Borders>
              <w:bottom w:val="single" w:sz="4" w:space="0" w:color="auto"/>
            </w:tcBorders>
          </w:tcPr>
          <w:p w14:paraId="7D11F651" w14:textId="77777777" w:rsidR="001A78C0" w:rsidRPr="00545FF6" w:rsidRDefault="001A78C0" w:rsidP="001A78C0">
            <w:pPr>
              <w:spacing w:after="60"/>
              <w:rPr>
                <w:iCs/>
                <w:sz w:val="20"/>
              </w:rPr>
            </w:pPr>
            <w:r w:rsidRPr="00545FF6">
              <w:rPr>
                <w:iCs/>
                <w:sz w:val="20"/>
              </w:rPr>
              <w:t>MW</w:t>
            </w:r>
          </w:p>
        </w:tc>
        <w:tc>
          <w:tcPr>
            <w:tcW w:w="3669" w:type="pct"/>
            <w:tcBorders>
              <w:bottom w:val="single" w:sz="4" w:space="0" w:color="auto"/>
            </w:tcBorders>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37744" w:rsidRPr="006A0091" w14:paraId="268FAD30"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56365041" w14:textId="3D4A86B0" w:rsidR="00137744" w:rsidRPr="006A0091" w:rsidRDefault="00137744" w:rsidP="00137744">
            <w:pPr>
              <w:spacing w:after="60"/>
              <w:rPr>
                <w:iCs/>
                <w:sz w:val="20"/>
              </w:rPr>
            </w:pPr>
            <w:bookmarkStart w:id="720" w:name="_Hlk135828536"/>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7CB1C412" w14:textId="6F1DD87D" w:rsidR="00137744" w:rsidRPr="00545FF6" w:rsidRDefault="00137744" w:rsidP="00137744">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4ABBED69" w14:textId="67072958" w:rsidR="00137744" w:rsidRPr="00545FF6" w:rsidRDefault="00137744" w:rsidP="00137744">
            <w:pPr>
              <w:spacing w:after="60"/>
              <w:rPr>
                <w:i/>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bookmarkEnd w:id="720"/>
      <w:tr w:rsidR="00154AAE" w:rsidRPr="006A0091" w14:paraId="209D823F" w14:textId="77777777" w:rsidTr="002F60B3">
        <w:trPr>
          <w:tblHeader/>
        </w:trPr>
        <w:tc>
          <w:tcPr>
            <w:tcW w:w="5000" w:type="pct"/>
            <w:gridSpan w:val="3"/>
            <w:tcBorders>
              <w:top w:val="single" w:sz="4" w:space="0" w:color="auto"/>
              <w:left w:val="single" w:sz="4" w:space="0" w:color="auto"/>
              <w:bottom w:val="single" w:sz="4" w:space="0" w:color="auto"/>
              <w:right w:val="single" w:sz="4" w:space="0" w:color="auto"/>
            </w:tcBorders>
          </w:tcPr>
          <w:p w14:paraId="55D67D9B" w14:textId="77777777" w:rsidR="00154AAE" w:rsidRPr="00545FF6" w:rsidRDefault="00154AAE" w:rsidP="00851514">
            <w:pPr>
              <w:spacing w:after="60"/>
              <w:rPr>
                <w:i/>
                <w:iCs/>
                <w:sz w:val="20"/>
              </w:rPr>
            </w:pPr>
          </w:p>
        </w:tc>
      </w:tr>
      <w:tr w:rsidR="001A78C0" w:rsidRPr="006A0091" w14:paraId="50C18AC6"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BC49ADF"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2F60B3">
        <w:trPr>
          <w:tblHeader/>
        </w:trPr>
        <w:tc>
          <w:tcPr>
            <w:tcW w:w="876" w:type="pct"/>
            <w:tcBorders>
              <w:top w:val="single" w:sz="4" w:space="0" w:color="auto"/>
            </w:tcBorders>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Borders>
              <w:top w:val="single" w:sz="4" w:space="0" w:color="auto"/>
            </w:tcBorders>
          </w:tcPr>
          <w:p w14:paraId="0B5A2063"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tcBorders>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lastRenderedPageBreak/>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lastRenderedPageBreak/>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4E2B18DC" w:rsidR="00DD7476" w:rsidRPr="006A0091" w:rsidRDefault="001A78C0" w:rsidP="001A78C0">
            <w:pPr>
              <w:spacing w:after="60"/>
              <w:rPr>
                <w:iCs/>
                <w:sz w:val="20"/>
              </w:rPr>
            </w:pPr>
            <w:bookmarkStart w:id="721" w:name="_Hlk135828547"/>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w:t>
            </w:r>
            <w:r w:rsidR="00137744">
              <w:rPr>
                <w:iCs/>
                <w:sz w:val="20"/>
              </w:rPr>
              <w:t>,</w:t>
            </w:r>
            <w:r w:rsidR="00137744" w:rsidRPr="006A0091">
              <w:rPr>
                <w:iCs/>
                <w:sz w:val="20"/>
              </w:rPr>
              <w:t xml:space="preserve"> LR</w:t>
            </w:r>
            <w:r w:rsidR="00137744">
              <w:rPr>
                <w:iCs/>
                <w:sz w:val="20"/>
              </w:rPr>
              <w:t>EC</w:t>
            </w:r>
            <w:r w:rsidR="00137744" w:rsidRPr="006A0091">
              <w:rPr>
                <w:iCs/>
                <w:sz w:val="20"/>
              </w:rPr>
              <w:t>RS</w:t>
            </w:r>
            <w:r w:rsidR="00137744">
              <w:rPr>
                <w:iCs/>
                <w:sz w:val="20"/>
              </w:rPr>
              <w:t>,</w:t>
            </w:r>
            <w:r w:rsidRPr="006A0091">
              <w:rPr>
                <w:iCs/>
                <w:sz w:val="20"/>
              </w:rPr>
              <w:t xml:space="preserve"> or LRNSRS.</w:t>
            </w:r>
            <w:r w:rsidR="00851514">
              <w:rPr>
                <w:iCs/>
                <w:sz w:val="20"/>
              </w:rPr>
              <w:t xml:space="preserve">  This value does not include Wholesale Storage Load (WSL).</w:t>
            </w:r>
          </w:p>
          <w:bookmarkEnd w:id="721"/>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22" w:name="_Toc289696708"/>
            <w:r w:rsidRPr="006A0091">
              <w:rPr>
                <w:i/>
              </w:rPr>
              <w:t>i</w:t>
            </w:r>
            <w:bookmarkEnd w:id="722"/>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23" w:name="_Toc289696709"/>
            <w:r w:rsidRPr="00545FF6">
              <w:t>None</w:t>
            </w:r>
            <w:bookmarkEnd w:id="723"/>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24" w:name="_Toc289696710"/>
            <w:r>
              <w:t>Y</w:t>
            </w:r>
            <w:r w:rsidRPr="006A0091">
              <w:t>ear</w:t>
            </w:r>
            <w:bookmarkEnd w:id="724"/>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25" w:name="_Toc289696711"/>
            <w:r w:rsidRPr="006A0091">
              <w:rPr>
                <w:i/>
              </w:rPr>
              <w:t>s</w:t>
            </w:r>
            <w:bookmarkEnd w:id="725"/>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6" w:name="_Toc289696712"/>
            <w:r w:rsidRPr="00545FF6">
              <w:t>None</w:t>
            </w:r>
            <w:bookmarkEnd w:id="726"/>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27" w:name="_Toc289696713"/>
            <w:r w:rsidRPr="006A0091">
              <w:t>Peak Load Season</w:t>
            </w:r>
            <w:bookmarkEnd w:id="727"/>
            <w:r>
              <w:t>.</w:t>
            </w:r>
          </w:p>
        </w:tc>
      </w:tr>
    </w:tbl>
    <w:p w14:paraId="78B07E09" w14:textId="77777777" w:rsidR="001A78C0" w:rsidRDefault="001A78C0" w:rsidP="000D29A8">
      <w:pPr>
        <w:pStyle w:val="H5"/>
        <w:spacing w:before="480"/>
        <w:ind w:left="1627" w:hanging="1627"/>
      </w:pPr>
      <w:bookmarkStart w:id="728" w:name="_Toc266254157"/>
      <w:bookmarkStart w:id="729" w:name="_Toc289696714"/>
      <w:bookmarkStart w:id="730" w:name="_Toc400526102"/>
      <w:bookmarkStart w:id="731" w:name="_Toc405534420"/>
      <w:bookmarkStart w:id="732" w:name="_Toc406570433"/>
      <w:bookmarkStart w:id="733" w:name="_Toc410910585"/>
      <w:bookmarkStart w:id="734" w:name="_Toc411841013"/>
      <w:bookmarkStart w:id="735" w:name="_Toc422146975"/>
      <w:bookmarkStart w:id="736" w:name="_Toc433020571"/>
      <w:bookmarkStart w:id="737" w:name="_Toc437262012"/>
      <w:bookmarkStart w:id="738" w:name="_Toc478375187"/>
      <w:bookmarkStart w:id="739" w:name="_Toc135988933"/>
      <w:r>
        <w:t>3.2.6.2.2</w:t>
      </w:r>
      <w:r w:rsidRPr="006A0091">
        <w:tab/>
        <w:t>Total Capacity Estimate</w:t>
      </w:r>
      <w:bookmarkEnd w:id="728"/>
      <w:bookmarkEnd w:id="729"/>
      <w:bookmarkEnd w:id="730"/>
      <w:bookmarkEnd w:id="731"/>
      <w:bookmarkEnd w:id="732"/>
      <w:bookmarkEnd w:id="733"/>
      <w:bookmarkEnd w:id="734"/>
      <w:bookmarkEnd w:id="735"/>
      <w:bookmarkEnd w:id="736"/>
      <w:bookmarkEnd w:id="737"/>
      <w:bookmarkEnd w:id="738"/>
      <w:bookmarkEnd w:id="739"/>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364E5182" w:rsidR="00A1747E" w:rsidRDefault="00851514" w:rsidP="001512E1">
            <w:pPr>
              <w:keepNext/>
              <w:tabs>
                <w:tab w:val="num" w:pos="576"/>
              </w:tabs>
              <w:spacing w:after="60"/>
              <w:rPr>
                <w:b/>
                <w:iCs/>
                <w:sz w:val="20"/>
              </w:rPr>
            </w:pPr>
            <w:bookmarkStart w:id="740" w:name="_Toc352156713"/>
            <w:bookmarkStart w:id="741" w:name="_Toc357502470"/>
            <w:bookmarkStart w:id="742" w:name="_Toc357502665"/>
            <w:bookmarkStart w:id="743" w:name="_Toc362850369"/>
            <w:bookmarkStart w:id="744" w:name="_Toc367955325"/>
            <w:bookmarkStart w:id="745" w:name="_Toc375815048"/>
            <w:bookmarkStart w:id="746" w:name="_Toc378574733"/>
            <w:bookmarkStart w:id="747"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has a signed Standard Generation Interconnect</w:t>
            </w:r>
            <w:r w:rsidR="00C73765">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40"/>
            <w:bookmarkEnd w:id="741"/>
            <w:bookmarkEnd w:id="742"/>
            <w:bookmarkEnd w:id="743"/>
            <w:bookmarkEnd w:id="744"/>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45"/>
            <w:bookmarkEnd w:id="746"/>
            <w:bookmarkEnd w:id="747"/>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48" w:name="_Toc289696715"/>
            <w:r w:rsidRPr="006A0091">
              <w:rPr>
                <w:i/>
              </w:rPr>
              <w:lastRenderedPageBreak/>
              <w:t>i</w:t>
            </w:r>
            <w:bookmarkEnd w:id="748"/>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49" w:name="_Toc289696716"/>
            <w:r w:rsidRPr="00327CE1">
              <w:t>None</w:t>
            </w:r>
            <w:bookmarkEnd w:id="749"/>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50" w:name="_Toc289696717"/>
            <w:r>
              <w:t>Y</w:t>
            </w:r>
            <w:r w:rsidRPr="006A0091">
              <w:t>ear</w:t>
            </w:r>
            <w:bookmarkEnd w:id="750"/>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51" w:name="_Toc289696718"/>
            <w:r w:rsidRPr="006A0091">
              <w:rPr>
                <w:i/>
              </w:rPr>
              <w:t>s</w:t>
            </w:r>
            <w:bookmarkEnd w:id="751"/>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52" w:name="_Toc289696719"/>
            <w:r w:rsidRPr="00327CE1">
              <w:t>None</w:t>
            </w:r>
            <w:bookmarkEnd w:id="752"/>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53" w:name="_Toc289696720"/>
            <w:r>
              <w:t xml:space="preserve">Summer and winter </w:t>
            </w:r>
            <w:r w:rsidR="00851514" w:rsidRPr="006A0091">
              <w:t>Peak Load Season</w:t>
            </w:r>
            <w:bookmarkEnd w:id="753"/>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54" w:name="_Toc204048510"/>
      <w:bookmarkStart w:id="755" w:name="_Toc400526103"/>
      <w:bookmarkStart w:id="756" w:name="_Toc405534421"/>
      <w:bookmarkStart w:id="757" w:name="_Toc406570434"/>
      <w:bookmarkStart w:id="758" w:name="_Toc410910586"/>
      <w:bookmarkStart w:id="759" w:name="_Toc411841014"/>
      <w:bookmarkStart w:id="760" w:name="_Toc422146976"/>
      <w:bookmarkStart w:id="761" w:name="_Toc433020572"/>
      <w:bookmarkStart w:id="762" w:name="_Toc437262013"/>
      <w:bookmarkStart w:id="763" w:name="_Toc478375188"/>
      <w:bookmarkStart w:id="764" w:name="_Toc135988934"/>
      <w:r>
        <w:t>3.3</w:t>
      </w:r>
      <w:r>
        <w:tab/>
        <w:t>Management of Changes to ERCOT Transmission Grid</w:t>
      </w:r>
      <w:bookmarkEnd w:id="754"/>
      <w:bookmarkEnd w:id="755"/>
      <w:bookmarkEnd w:id="756"/>
      <w:bookmarkEnd w:id="757"/>
      <w:bookmarkEnd w:id="758"/>
      <w:bookmarkEnd w:id="759"/>
      <w:bookmarkEnd w:id="760"/>
      <w:bookmarkEnd w:id="761"/>
      <w:bookmarkEnd w:id="762"/>
      <w:bookmarkEnd w:id="763"/>
      <w:bookmarkEnd w:id="764"/>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65" w:name="_Toc204048511"/>
      <w:bookmarkStart w:id="766" w:name="_Toc400526104"/>
      <w:bookmarkStart w:id="767" w:name="_Toc405534422"/>
      <w:bookmarkStart w:id="768" w:name="_Toc406570435"/>
      <w:bookmarkStart w:id="769" w:name="_Toc410910587"/>
      <w:bookmarkStart w:id="770" w:name="_Toc411841015"/>
      <w:bookmarkStart w:id="771" w:name="_Toc422146977"/>
      <w:bookmarkStart w:id="772" w:name="_Toc433020573"/>
      <w:bookmarkStart w:id="773" w:name="_Toc437262014"/>
      <w:bookmarkStart w:id="774" w:name="_Toc478375189"/>
      <w:bookmarkStart w:id="775" w:name="_Toc135988935"/>
      <w:r>
        <w:t>3.3.1</w:t>
      </w:r>
      <w:r>
        <w:tab/>
        <w:t>ERCOT Approval of New or Relocated Facilities</w:t>
      </w:r>
      <w:bookmarkEnd w:id="765"/>
      <w:bookmarkEnd w:id="766"/>
      <w:bookmarkEnd w:id="767"/>
      <w:bookmarkEnd w:id="768"/>
      <w:bookmarkEnd w:id="769"/>
      <w:bookmarkEnd w:id="770"/>
      <w:bookmarkEnd w:id="771"/>
      <w:bookmarkEnd w:id="772"/>
      <w:bookmarkEnd w:id="773"/>
      <w:bookmarkEnd w:id="774"/>
      <w:bookmarkEnd w:id="775"/>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6" w:name="_Toc204048512"/>
            <w:bookmarkStart w:id="777" w:name="_Toc400526105"/>
            <w:bookmarkStart w:id="778" w:name="_Toc405534423"/>
            <w:bookmarkStart w:id="779" w:name="_Toc406570436"/>
            <w:bookmarkStart w:id="780" w:name="_Toc410910588"/>
            <w:bookmarkStart w:id="781" w:name="_Toc411841016"/>
            <w:bookmarkStart w:id="782" w:name="_Toc422146978"/>
            <w:bookmarkStart w:id="783" w:name="_Toc433020574"/>
            <w:bookmarkStart w:id="784" w:name="_Toc437262015"/>
            <w:bookmarkStart w:id="785"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6" w:name="_Toc135988936"/>
      <w:r>
        <w:lastRenderedPageBreak/>
        <w:t>3.3.2</w:t>
      </w:r>
      <w:r>
        <w:tab/>
        <w:t>Types of Work Requiring ERCOT Approval</w:t>
      </w:r>
      <w:bookmarkEnd w:id="776"/>
      <w:bookmarkEnd w:id="777"/>
      <w:bookmarkEnd w:id="778"/>
      <w:bookmarkEnd w:id="779"/>
      <w:bookmarkEnd w:id="780"/>
      <w:bookmarkEnd w:id="781"/>
      <w:bookmarkEnd w:id="782"/>
      <w:bookmarkEnd w:id="783"/>
      <w:bookmarkEnd w:id="784"/>
      <w:bookmarkEnd w:id="785"/>
      <w:bookmarkEnd w:id="786"/>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87" w:name="_Toc204048513"/>
      <w:bookmarkStart w:id="788" w:name="_Toc400526106"/>
      <w:bookmarkStart w:id="789" w:name="_Toc405534424"/>
      <w:bookmarkStart w:id="790" w:name="_Toc406570437"/>
      <w:bookmarkStart w:id="791" w:name="_Toc410910589"/>
      <w:bookmarkStart w:id="792" w:name="_Toc411841017"/>
      <w:bookmarkStart w:id="793" w:name="_Toc422146979"/>
      <w:bookmarkStart w:id="794" w:name="_Toc433020575"/>
      <w:bookmarkStart w:id="795" w:name="_Toc437262016"/>
      <w:bookmarkStart w:id="796" w:name="_Toc478375191"/>
      <w:bookmarkStart w:id="797" w:name="_Toc135988937"/>
      <w:r w:rsidRPr="00AE0E6D">
        <w:rPr>
          <w:b/>
        </w:rPr>
        <w:t>3.3.2.1</w:t>
      </w:r>
      <w:r w:rsidRPr="00AE0E6D">
        <w:rPr>
          <w:b/>
        </w:rPr>
        <w:tab/>
        <w:t>Information to Be Provided to ERCOT</w:t>
      </w:r>
      <w:bookmarkEnd w:id="787"/>
      <w:bookmarkEnd w:id="788"/>
      <w:bookmarkEnd w:id="789"/>
      <w:bookmarkEnd w:id="790"/>
      <w:bookmarkEnd w:id="791"/>
      <w:bookmarkEnd w:id="792"/>
      <w:bookmarkEnd w:id="793"/>
      <w:bookmarkEnd w:id="794"/>
      <w:bookmarkEnd w:id="795"/>
      <w:bookmarkEnd w:id="796"/>
      <w:bookmarkEnd w:id="797"/>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98" w:name="_Toc204048514"/>
            <w:bookmarkStart w:id="799" w:name="_Toc400526107"/>
            <w:bookmarkStart w:id="800" w:name="_Toc405534425"/>
            <w:bookmarkStart w:id="801" w:name="_Toc406570438"/>
            <w:bookmarkStart w:id="802" w:name="_Toc410910590"/>
            <w:bookmarkStart w:id="803" w:name="_Toc411841018"/>
            <w:bookmarkStart w:id="804" w:name="_Toc422146980"/>
            <w:bookmarkStart w:id="805" w:name="_Toc433020576"/>
            <w:bookmarkStart w:id="806" w:name="_Toc437262017"/>
            <w:bookmarkStart w:id="807"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08" w:name="_Toc135988938"/>
      <w:r w:rsidRPr="00AE0E6D">
        <w:rPr>
          <w:b/>
        </w:rPr>
        <w:lastRenderedPageBreak/>
        <w:t>3.3.2.2</w:t>
      </w:r>
      <w:r w:rsidRPr="00AE0E6D">
        <w:rPr>
          <w:b/>
        </w:rPr>
        <w:tab/>
        <w:t>Record of Approved Work</w:t>
      </w:r>
      <w:bookmarkEnd w:id="798"/>
      <w:bookmarkEnd w:id="799"/>
      <w:bookmarkEnd w:id="800"/>
      <w:bookmarkEnd w:id="801"/>
      <w:bookmarkEnd w:id="802"/>
      <w:bookmarkEnd w:id="803"/>
      <w:bookmarkEnd w:id="804"/>
      <w:bookmarkEnd w:id="805"/>
      <w:bookmarkEnd w:id="806"/>
      <w:bookmarkEnd w:id="807"/>
      <w:bookmarkEnd w:id="808"/>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09" w:name="_Toc204048515"/>
      <w:bookmarkStart w:id="810" w:name="_Toc400526108"/>
      <w:bookmarkStart w:id="811" w:name="_Toc405534426"/>
      <w:bookmarkStart w:id="812" w:name="_Toc406570439"/>
      <w:bookmarkStart w:id="813" w:name="_Toc410910591"/>
      <w:bookmarkStart w:id="814" w:name="_Toc411841019"/>
      <w:bookmarkStart w:id="815" w:name="_Toc422146981"/>
      <w:bookmarkStart w:id="816" w:name="_Toc433020577"/>
      <w:bookmarkStart w:id="817" w:name="_Toc437262018"/>
      <w:bookmarkStart w:id="818" w:name="_Toc478375193"/>
      <w:bookmarkStart w:id="819" w:name="_Toc135988939"/>
      <w:r>
        <w:t>3.4</w:t>
      </w:r>
      <w:r>
        <w:tab/>
        <w:t>Load Zones</w:t>
      </w:r>
      <w:bookmarkEnd w:id="809"/>
      <w:bookmarkEnd w:id="810"/>
      <w:bookmarkEnd w:id="811"/>
      <w:bookmarkEnd w:id="812"/>
      <w:bookmarkEnd w:id="813"/>
      <w:bookmarkEnd w:id="814"/>
      <w:bookmarkEnd w:id="815"/>
      <w:bookmarkEnd w:id="816"/>
      <w:bookmarkEnd w:id="817"/>
      <w:bookmarkEnd w:id="818"/>
      <w:bookmarkEnd w:id="819"/>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20" w:name="_Toc204048516"/>
      <w:bookmarkStart w:id="821" w:name="_Toc400526109"/>
      <w:bookmarkStart w:id="822" w:name="_Toc405534427"/>
      <w:bookmarkStart w:id="823" w:name="_Toc406570440"/>
      <w:bookmarkStart w:id="824" w:name="_Toc410910592"/>
      <w:bookmarkStart w:id="825" w:name="_Toc411841020"/>
      <w:bookmarkStart w:id="826" w:name="_Toc422146982"/>
      <w:bookmarkStart w:id="827" w:name="_Toc433020578"/>
      <w:bookmarkStart w:id="828" w:name="_Toc437262019"/>
      <w:bookmarkStart w:id="829" w:name="_Toc478375194"/>
      <w:bookmarkStart w:id="830" w:name="_Toc135988940"/>
      <w:r>
        <w:t>3.4.1</w:t>
      </w:r>
      <w:r>
        <w:tab/>
        <w:t>Load Zone Types</w:t>
      </w:r>
      <w:bookmarkEnd w:id="820"/>
      <w:bookmarkEnd w:id="821"/>
      <w:bookmarkEnd w:id="822"/>
      <w:bookmarkEnd w:id="823"/>
      <w:bookmarkEnd w:id="824"/>
      <w:bookmarkEnd w:id="825"/>
      <w:bookmarkEnd w:id="826"/>
      <w:bookmarkEnd w:id="827"/>
      <w:bookmarkEnd w:id="828"/>
      <w:bookmarkEnd w:id="829"/>
      <w:bookmarkEnd w:id="830"/>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31" w:name="_Toc204048517"/>
      <w:bookmarkStart w:id="832" w:name="_Toc400526110"/>
      <w:bookmarkStart w:id="833" w:name="_Toc405534428"/>
      <w:bookmarkStart w:id="834" w:name="_Toc406570441"/>
      <w:bookmarkStart w:id="835" w:name="_Toc410910593"/>
      <w:bookmarkStart w:id="836" w:name="_Toc411841021"/>
      <w:bookmarkStart w:id="837" w:name="_Toc422146983"/>
      <w:bookmarkStart w:id="838" w:name="_Toc433020579"/>
      <w:bookmarkStart w:id="839" w:name="_Toc437262020"/>
      <w:bookmarkStart w:id="840" w:name="_Toc478375195"/>
      <w:bookmarkStart w:id="841" w:name="_Toc135988941"/>
      <w:r>
        <w:t>3.4.2</w:t>
      </w:r>
      <w:r>
        <w:tab/>
        <w:t>Load Zone Modifications</w:t>
      </w:r>
      <w:bookmarkEnd w:id="831"/>
      <w:bookmarkEnd w:id="832"/>
      <w:bookmarkEnd w:id="833"/>
      <w:bookmarkEnd w:id="834"/>
      <w:bookmarkEnd w:id="835"/>
      <w:bookmarkEnd w:id="836"/>
      <w:bookmarkEnd w:id="837"/>
      <w:bookmarkEnd w:id="838"/>
      <w:bookmarkEnd w:id="839"/>
      <w:bookmarkEnd w:id="840"/>
      <w:bookmarkEnd w:id="841"/>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42" w:name="_Toc204048518"/>
      <w:bookmarkStart w:id="843" w:name="_Toc400526111"/>
      <w:bookmarkStart w:id="844" w:name="_Toc405534429"/>
      <w:bookmarkStart w:id="845" w:name="_Toc406570442"/>
      <w:bookmarkStart w:id="846" w:name="_Toc410910594"/>
      <w:bookmarkStart w:id="847" w:name="_Toc411841022"/>
      <w:bookmarkStart w:id="848" w:name="_Toc422146984"/>
      <w:bookmarkStart w:id="849" w:name="_Toc433020580"/>
      <w:bookmarkStart w:id="850" w:name="_Toc437262021"/>
      <w:bookmarkStart w:id="851" w:name="_Toc478375196"/>
      <w:bookmarkStart w:id="852" w:name="_Toc135988942"/>
      <w:r>
        <w:t>3.4.3</w:t>
      </w:r>
      <w:r>
        <w:tab/>
        <w:t>NOIE Load Zones</w:t>
      </w:r>
      <w:bookmarkEnd w:id="842"/>
      <w:bookmarkEnd w:id="843"/>
      <w:bookmarkEnd w:id="844"/>
      <w:bookmarkEnd w:id="845"/>
      <w:bookmarkEnd w:id="846"/>
      <w:bookmarkEnd w:id="847"/>
      <w:bookmarkEnd w:id="848"/>
      <w:bookmarkEnd w:id="849"/>
      <w:bookmarkEnd w:id="850"/>
      <w:bookmarkEnd w:id="851"/>
      <w:bookmarkEnd w:id="852"/>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53" w:name="_Toc204048519"/>
      <w:bookmarkStart w:id="854" w:name="_Toc400526112"/>
      <w:bookmarkStart w:id="855" w:name="_Toc405534430"/>
      <w:bookmarkStart w:id="856" w:name="_Toc406570443"/>
      <w:bookmarkStart w:id="857" w:name="_Toc410910595"/>
      <w:bookmarkStart w:id="858" w:name="_Toc411841023"/>
      <w:bookmarkStart w:id="859" w:name="_Toc422146985"/>
      <w:bookmarkStart w:id="860" w:name="_Toc433020581"/>
      <w:bookmarkStart w:id="861" w:name="_Toc437262022"/>
      <w:bookmarkStart w:id="862" w:name="_Toc478375197"/>
      <w:bookmarkStart w:id="863" w:name="_Toc135988943"/>
      <w:r>
        <w:t>3.4.4</w:t>
      </w:r>
      <w:r>
        <w:tab/>
        <w:t>DC Tie Load Zones</w:t>
      </w:r>
      <w:bookmarkEnd w:id="853"/>
      <w:bookmarkEnd w:id="854"/>
      <w:bookmarkEnd w:id="855"/>
      <w:bookmarkEnd w:id="856"/>
      <w:bookmarkEnd w:id="857"/>
      <w:bookmarkEnd w:id="858"/>
      <w:bookmarkEnd w:id="859"/>
      <w:bookmarkEnd w:id="860"/>
      <w:bookmarkEnd w:id="861"/>
      <w:bookmarkEnd w:id="862"/>
      <w:bookmarkEnd w:id="863"/>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64" w:name="_Toc204048520"/>
      <w:bookmarkStart w:id="865" w:name="_Toc400526113"/>
      <w:bookmarkStart w:id="866" w:name="_Toc405534431"/>
      <w:bookmarkStart w:id="867" w:name="_Toc406570444"/>
      <w:bookmarkStart w:id="868" w:name="_Toc410910596"/>
      <w:bookmarkStart w:id="869" w:name="_Toc411841024"/>
      <w:bookmarkStart w:id="870" w:name="_Toc422146986"/>
      <w:bookmarkStart w:id="871" w:name="_Toc433020582"/>
      <w:bookmarkStart w:id="872" w:name="_Toc437262023"/>
      <w:bookmarkStart w:id="873" w:name="_Toc478375198"/>
      <w:bookmarkStart w:id="874" w:name="_Toc135988944"/>
      <w:r>
        <w:t>3.4.5</w:t>
      </w:r>
      <w:r>
        <w:tab/>
        <w:t>Additional Load Buses</w:t>
      </w:r>
      <w:bookmarkEnd w:id="864"/>
      <w:bookmarkEnd w:id="865"/>
      <w:bookmarkEnd w:id="866"/>
      <w:bookmarkEnd w:id="867"/>
      <w:bookmarkEnd w:id="868"/>
      <w:bookmarkEnd w:id="869"/>
      <w:bookmarkEnd w:id="870"/>
      <w:bookmarkEnd w:id="871"/>
      <w:bookmarkEnd w:id="872"/>
      <w:bookmarkEnd w:id="873"/>
      <w:bookmarkEnd w:id="874"/>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75" w:name="_Toc204048521"/>
      <w:bookmarkStart w:id="876" w:name="_Toc400526114"/>
      <w:bookmarkStart w:id="877" w:name="_Toc405534432"/>
      <w:bookmarkStart w:id="878" w:name="_Toc406570445"/>
      <w:bookmarkStart w:id="879" w:name="_Toc410910597"/>
      <w:bookmarkStart w:id="880" w:name="_Toc411841025"/>
      <w:bookmarkStart w:id="881" w:name="_Toc422146987"/>
      <w:bookmarkStart w:id="882" w:name="_Toc433020583"/>
      <w:bookmarkStart w:id="883" w:name="_Toc437262024"/>
      <w:bookmarkStart w:id="884" w:name="_Toc478375199"/>
      <w:bookmarkStart w:id="885" w:name="_Toc135988945"/>
      <w:r>
        <w:t>3.5</w:t>
      </w:r>
      <w:r>
        <w:tab/>
        <w:t>Hubs</w:t>
      </w:r>
      <w:bookmarkEnd w:id="875"/>
      <w:bookmarkEnd w:id="876"/>
      <w:bookmarkEnd w:id="877"/>
      <w:bookmarkEnd w:id="878"/>
      <w:bookmarkEnd w:id="879"/>
      <w:bookmarkEnd w:id="880"/>
      <w:bookmarkEnd w:id="881"/>
      <w:bookmarkEnd w:id="882"/>
      <w:bookmarkEnd w:id="883"/>
      <w:bookmarkEnd w:id="884"/>
      <w:bookmarkEnd w:id="885"/>
    </w:p>
    <w:p w14:paraId="346C5EFD" w14:textId="77777777" w:rsidR="00CB13B2" w:rsidRDefault="002D238A">
      <w:pPr>
        <w:pStyle w:val="H3"/>
      </w:pPr>
      <w:bookmarkStart w:id="886" w:name="_Toc204048522"/>
      <w:bookmarkStart w:id="887" w:name="_Toc400526115"/>
      <w:bookmarkStart w:id="888" w:name="_Toc405534433"/>
      <w:bookmarkStart w:id="889" w:name="_Toc406570446"/>
      <w:bookmarkStart w:id="890" w:name="_Toc410910598"/>
      <w:bookmarkStart w:id="891" w:name="_Toc411841026"/>
      <w:bookmarkStart w:id="892" w:name="_Toc422146988"/>
      <w:bookmarkStart w:id="893" w:name="_Toc433020584"/>
      <w:bookmarkStart w:id="894" w:name="_Toc437262025"/>
      <w:bookmarkStart w:id="895" w:name="_Toc478375200"/>
      <w:bookmarkStart w:id="896" w:name="_Toc135988946"/>
      <w:r>
        <w:t>3.5.1</w:t>
      </w:r>
      <w:r>
        <w:tab/>
        <w:t>Process for Defining Hubs</w:t>
      </w:r>
      <w:bookmarkEnd w:id="886"/>
      <w:bookmarkEnd w:id="887"/>
      <w:bookmarkEnd w:id="888"/>
      <w:bookmarkEnd w:id="889"/>
      <w:bookmarkEnd w:id="890"/>
      <w:bookmarkEnd w:id="891"/>
      <w:bookmarkEnd w:id="892"/>
      <w:bookmarkEnd w:id="893"/>
      <w:bookmarkEnd w:id="894"/>
      <w:bookmarkEnd w:id="895"/>
      <w:bookmarkEnd w:id="896"/>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97" w:name="_Toc204048523"/>
            <w:bookmarkStart w:id="898" w:name="_Toc400526116"/>
            <w:bookmarkStart w:id="899" w:name="_Toc405534434"/>
            <w:bookmarkStart w:id="900" w:name="_Toc406570447"/>
            <w:bookmarkStart w:id="901" w:name="_Toc410910599"/>
            <w:bookmarkStart w:id="902" w:name="_Toc411841027"/>
            <w:bookmarkStart w:id="903" w:name="_Toc422146989"/>
            <w:bookmarkStart w:id="904" w:name="_Toc433020585"/>
            <w:bookmarkStart w:id="905" w:name="_Toc437262026"/>
            <w:bookmarkStart w:id="906"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07" w:name="_Toc135988947"/>
      <w:r>
        <w:lastRenderedPageBreak/>
        <w:t>3.5.2</w:t>
      </w:r>
      <w:r>
        <w:tab/>
        <w:t>Hub Definitions</w:t>
      </w:r>
      <w:bookmarkEnd w:id="897"/>
      <w:bookmarkEnd w:id="898"/>
      <w:bookmarkEnd w:id="899"/>
      <w:bookmarkEnd w:id="900"/>
      <w:bookmarkEnd w:id="901"/>
      <w:bookmarkEnd w:id="902"/>
      <w:bookmarkEnd w:id="903"/>
      <w:bookmarkEnd w:id="904"/>
      <w:bookmarkEnd w:id="905"/>
      <w:bookmarkEnd w:id="906"/>
      <w:bookmarkEnd w:id="907"/>
    </w:p>
    <w:p w14:paraId="6614C0E2" w14:textId="77777777" w:rsidR="00C51FB1" w:rsidRPr="00AE0E6D" w:rsidRDefault="00C51FB1" w:rsidP="00C51FB1">
      <w:pPr>
        <w:pStyle w:val="H4"/>
        <w:rPr>
          <w:b/>
        </w:rPr>
      </w:pPr>
      <w:bookmarkStart w:id="908" w:name="_Toc204048524"/>
      <w:bookmarkStart w:id="909" w:name="_Toc400526117"/>
      <w:bookmarkStart w:id="910" w:name="_Toc405534435"/>
      <w:bookmarkStart w:id="911" w:name="_Toc406570448"/>
      <w:bookmarkStart w:id="912" w:name="_Toc410910600"/>
      <w:bookmarkStart w:id="913" w:name="_Toc411841028"/>
      <w:bookmarkStart w:id="914" w:name="_Toc422146990"/>
      <w:bookmarkStart w:id="915" w:name="_Toc433020586"/>
      <w:bookmarkStart w:id="916" w:name="_Toc437262027"/>
      <w:bookmarkStart w:id="917" w:name="_Toc478375202"/>
      <w:bookmarkStart w:id="918" w:name="_Toc135988948"/>
      <w:bookmarkStart w:id="919" w:name="_Toc204048526"/>
      <w:r w:rsidRPr="00AE0E6D">
        <w:rPr>
          <w:b/>
        </w:rPr>
        <w:t>3.5.2.1</w:t>
      </w:r>
      <w:r w:rsidRPr="00AE0E6D">
        <w:rPr>
          <w:b/>
        </w:rPr>
        <w:tab/>
        <w:t>North 345 kV Hub (North 345)</w:t>
      </w:r>
      <w:bookmarkEnd w:id="908"/>
      <w:bookmarkEnd w:id="909"/>
      <w:bookmarkEnd w:id="910"/>
      <w:bookmarkEnd w:id="911"/>
      <w:bookmarkEnd w:id="912"/>
      <w:bookmarkEnd w:id="913"/>
      <w:bookmarkEnd w:id="914"/>
      <w:bookmarkEnd w:id="915"/>
      <w:bookmarkEnd w:id="916"/>
      <w:bookmarkEnd w:id="917"/>
      <w:bookmarkEnd w:id="918"/>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2pt" o:ole="">
            <v:imagedata r:id="rId15" o:title=""/>
          </v:shape>
          <o:OLEObject Type="Embed" ProgID="Equation.3" ShapeID="_x0000_i1025" DrawAspect="Content" ObjectID="_1756901222"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56901223"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56901224"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2.2pt" o:ole="">
            <v:imagedata r:id="rId21" o:title=""/>
          </v:shape>
          <o:OLEObject Type="Embed" ProgID="Equation.3" ShapeID="_x0000_i1028" DrawAspect="Content" ObjectID="_1756901225"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2.2pt" o:ole="">
            <v:imagedata r:id="rId21" o:title=""/>
          </v:shape>
          <o:OLEObject Type="Embed" ProgID="Equation.3" ShapeID="_x0000_i1029" DrawAspect="Content" ObjectID="_1756901226"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2.2pt" o:ole="">
            <v:imagedata r:id="rId21" o:title=""/>
          </v:shape>
          <o:OLEObject Type="Embed" ProgID="Equation.3" ShapeID="_x0000_i1030" DrawAspect="Content" ObjectID="_1756901227"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2.2pt" o:ole="">
            <v:imagedata r:id="rId25" o:title=""/>
          </v:shape>
          <o:OLEObject Type="Embed" ProgID="Equation.3" ShapeID="_x0000_i1031" DrawAspect="Content" ObjectID="_1756901228"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20" w:name="_Toc204048525"/>
      <w:bookmarkStart w:id="921" w:name="_Toc400526118"/>
      <w:bookmarkStart w:id="922" w:name="_Toc405534436"/>
      <w:bookmarkStart w:id="923" w:name="_Toc406570449"/>
      <w:bookmarkStart w:id="924" w:name="_Toc410910601"/>
      <w:bookmarkStart w:id="925" w:name="_Toc411841029"/>
      <w:bookmarkStart w:id="926" w:name="_Toc422146991"/>
      <w:bookmarkStart w:id="927" w:name="_Toc433020587"/>
      <w:bookmarkStart w:id="928" w:name="_Toc437262028"/>
      <w:bookmarkStart w:id="929"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2.2pt" o:ole="">
                  <v:imagedata r:id="rId21" o:title=""/>
                </v:shape>
                <o:OLEObject Type="Embed" ProgID="Equation.3" ShapeID="_x0000_i1032" DrawAspect="Content" ObjectID="_1756901229"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2.2pt" o:ole="">
                  <v:imagedata r:id="rId21" o:title=""/>
                </v:shape>
                <o:OLEObject Type="Embed" ProgID="Equation.3" ShapeID="_x0000_i1033" DrawAspect="Content" ObjectID="_1756901230"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2.2pt" o:ole="">
                  <v:imagedata r:id="rId21" o:title=""/>
                </v:shape>
                <o:OLEObject Type="Embed" ProgID="Equation.3" ShapeID="_x0000_i1034" DrawAspect="Content" ObjectID="_1756901231"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30" w:name="_Toc135988949"/>
      <w:r w:rsidRPr="00AE0E6D">
        <w:rPr>
          <w:b/>
        </w:rPr>
        <w:lastRenderedPageBreak/>
        <w:t>3.5.2.2</w:t>
      </w:r>
      <w:r w:rsidRPr="00AE0E6D">
        <w:rPr>
          <w:b/>
        </w:rPr>
        <w:tab/>
        <w:t>South 345 kV Hub (South 345)</w:t>
      </w:r>
      <w:bookmarkEnd w:id="920"/>
      <w:bookmarkEnd w:id="921"/>
      <w:bookmarkEnd w:id="922"/>
      <w:bookmarkEnd w:id="923"/>
      <w:bookmarkEnd w:id="924"/>
      <w:bookmarkEnd w:id="925"/>
      <w:bookmarkEnd w:id="926"/>
      <w:bookmarkEnd w:id="927"/>
      <w:bookmarkEnd w:id="928"/>
      <w:bookmarkEnd w:id="929"/>
      <w:bookmarkEnd w:id="93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2.2pt" o:ole="">
            <v:imagedata r:id="rId15" o:title=""/>
          </v:shape>
          <o:OLEObject Type="Embed" ProgID="Equation.3" ShapeID="_x0000_i1035" DrawAspect="Content" ObjectID="_1756901232"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56901233"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56901234"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2.2pt" o:ole="">
            <v:imagedata r:id="rId21" o:title=""/>
          </v:shape>
          <o:OLEObject Type="Embed" ProgID="Equation.3" ShapeID="_x0000_i1038" DrawAspect="Content" ObjectID="_1756901235"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2.2pt" o:ole="">
            <v:imagedata r:id="rId21" o:title=""/>
          </v:shape>
          <o:OLEObject Type="Embed" ProgID="Equation.3" ShapeID="_x0000_i1039" DrawAspect="Content" ObjectID="_1756901236"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2.2pt" o:ole="">
            <v:imagedata r:id="rId21" o:title=""/>
          </v:shape>
          <o:OLEObject Type="Embed" ProgID="Equation.3" ShapeID="_x0000_i1040" DrawAspect="Content" ObjectID="_1756901237"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2.2pt" o:ole="">
            <v:imagedata r:id="rId25" o:title=""/>
          </v:shape>
          <o:OLEObject Type="Embed" ProgID="Equation.3" ShapeID="_x0000_i1041" DrawAspect="Content" ObjectID="_1756901238"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31" w:name="_Toc400526119"/>
      <w:bookmarkStart w:id="932" w:name="_Toc405534437"/>
      <w:bookmarkStart w:id="933" w:name="_Toc406570450"/>
      <w:bookmarkStart w:id="934" w:name="_Toc410910602"/>
      <w:bookmarkStart w:id="935" w:name="_Toc411841030"/>
      <w:bookmarkStart w:id="936" w:name="_Toc422146992"/>
      <w:bookmarkStart w:id="937" w:name="_Toc433020588"/>
      <w:bookmarkStart w:id="938" w:name="_Toc437262029"/>
      <w:bookmarkStart w:id="939"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2.2pt" o:ole="">
                  <v:imagedata r:id="rId21" o:title=""/>
                </v:shape>
                <o:OLEObject Type="Embed" ProgID="Equation.3" ShapeID="_x0000_i1042" DrawAspect="Content" ObjectID="_1756901239"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2.2pt" o:ole="">
                  <v:imagedata r:id="rId21" o:title=""/>
                </v:shape>
                <o:OLEObject Type="Embed" ProgID="Equation.3" ShapeID="_x0000_i1043" DrawAspect="Content" ObjectID="_1756901240"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2.2pt" o:ole="">
                  <v:imagedata r:id="rId21" o:title=""/>
                </v:shape>
                <o:OLEObject Type="Embed" ProgID="Equation.3" ShapeID="_x0000_i1044" DrawAspect="Content" ObjectID="_1756901241"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40" w:name="_Toc135988950"/>
      <w:r w:rsidRPr="00AE0E6D">
        <w:rPr>
          <w:b/>
        </w:rPr>
        <w:lastRenderedPageBreak/>
        <w:t>3.5.2.3</w:t>
      </w:r>
      <w:r w:rsidRPr="00AE0E6D">
        <w:rPr>
          <w:b/>
        </w:rPr>
        <w:tab/>
        <w:t>Houston 345 kV Hub (Houston 345)</w:t>
      </w:r>
      <w:bookmarkEnd w:id="919"/>
      <w:bookmarkEnd w:id="931"/>
      <w:bookmarkEnd w:id="932"/>
      <w:bookmarkEnd w:id="933"/>
      <w:bookmarkEnd w:id="934"/>
      <w:bookmarkEnd w:id="935"/>
      <w:bookmarkEnd w:id="936"/>
      <w:bookmarkEnd w:id="937"/>
      <w:bookmarkEnd w:id="938"/>
      <w:bookmarkEnd w:id="939"/>
      <w:bookmarkEnd w:id="94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41"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4pt;height:22.2pt" o:ole="">
            <v:imagedata r:id="rId15" o:title=""/>
          </v:shape>
          <o:OLEObject Type="Embed" ProgID="Equation.3" ShapeID="_x0000_i1045" DrawAspect="Content" ObjectID="_1756901242"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56901243"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56901244"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2.2pt" o:ole="">
            <v:imagedata r:id="rId21" o:title=""/>
          </v:shape>
          <o:OLEObject Type="Embed" ProgID="Equation.3" ShapeID="_x0000_i1048" DrawAspect="Content" ObjectID="_1756901245"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2.2pt" o:ole="">
            <v:imagedata r:id="rId21" o:title=""/>
          </v:shape>
          <o:OLEObject Type="Embed" ProgID="Equation.3" ShapeID="_x0000_i1049" DrawAspect="Content" ObjectID="_1756901246"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2.2pt" o:ole="">
            <v:imagedata r:id="rId21" o:title=""/>
          </v:shape>
          <o:OLEObject Type="Embed" ProgID="Equation.3" ShapeID="_x0000_i1050" DrawAspect="Content" ObjectID="_1756901247"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2.2pt" o:ole="">
            <v:imagedata r:id="rId25" o:title=""/>
          </v:shape>
          <o:OLEObject Type="Embed" ProgID="Equation.3" ShapeID="_x0000_i1051" DrawAspect="Content" ObjectID="_1756901248"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42" w:name="_Toc400526120"/>
      <w:bookmarkStart w:id="943" w:name="_Toc405534438"/>
      <w:bookmarkStart w:id="944" w:name="_Toc406570451"/>
      <w:bookmarkStart w:id="945" w:name="_Toc410910603"/>
      <w:bookmarkStart w:id="946" w:name="_Toc411841031"/>
      <w:bookmarkStart w:id="947" w:name="_Toc422146993"/>
      <w:bookmarkStart w:id="948" w:name="_Toc433020589"/>
      <w:bookmarkStart w:id="949" w:name="_Toc437262030"/>
      <w:bookmarkStart w:id="950"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2.2pt" o:ole="">
                  <v:imagedata r:id="rId21" o:title=""/>
                </v:shape>
                <o:OLEObject Type="Embed" ProgID="Equation.3" ShapeID="_x0000_i1052" DrawAspect="Content" ObjectID="_1756901249"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2.2pt" o:ole="">
                  <v:imagedata r:id="rId21" o:title=""/>
                </v:shape>
                <o:OLEObject Type="Embed" ProgID="Equation.3" ShapeID="_x0000_i1053" DrawAspect="Content" ObjectID="_1756901250"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2.2pt" o:ole="">
                  <v:imagedata r:id="rId21" o:title=""/>
                </v:shape>
                <o:OLEObject Type="Embed" ProgID="Equation.3" ShapeID="_x0000_i1054" DrawAspect="Content" ObjectID="_1756901251"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51" w:name="_Toc135988951"/>
      <w:r w:rsidRPr="00AE0E6D">
        <w:rPr>
          <w:b/>
        </w:rPr>
        <w:lastRenderedPageBreak/>
        <w:t>3.5.2.4</w:t>
      </w:r>
      <w:r w:rsidRPr="00AE0E6D">
        <w:rPr>
          <w:b/>
        </w:rPr>
        <w:tab/>
        <w:t>West 345 kV Hub (West 345)</w:t>
      </w:r>
      <w:bookmarkEnd w:id="941"/>
      <w:bookmarkEnd w:id="942"/>
      <w:bookmarkEnd w:id="943"/>
      <w:bookmarkEnd w:id="944"/>
      <w:bookmarkEnd w:id="945"/>
      <w:bookmarkEnd w:id="946"/>
      <w:bookmarkEnd w:id="947"/>
      <w:bookmarkEnd w:id="948"/>
      <w:bookmarkEnd w:id="949"/>
      <w:bookmarkEnd w:id="950"/>
      <w:bookmarkEnd w:id="95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52"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2.2pt" o:ole="">
            <v:imagedata r:id="rId15" o:title=""/>
          </v:shape>
          <o:OLEObject Type="Embed" ProgID="Equation.3" ShapeID="_x0000_i1055" DrawAspect="Content" ObjectID="_1756901252"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56901253"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56901254"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2.2pt" o:ole="">
            <v:imagedata r:id="rId21" o:title=""/>
          </v:shape>
          <o:OLEObject Type="Embed" ProgID="Equation.3" ShapeID="_x0000_i1058" DrawAspect="Content" ObjectID="_1756901255"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2.2pt" o:ole="">
            <v:imagedata r:id="rId21" o:title=""/>
          </v:shape>
          <o:OLEObject Type="Embed" ProgID="Equation.3" ShapeID="_x0000_i1059" DrawAspect="Content" ObjectID="_1756901256"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2.2pt" o:ole="">
            <v:imagedata r:id="rId21" o:title=""/>
          </v:shape>
          <o:OLEObject Type="Embed" ProgID="Equation.3" ShapeID="_x0000_i1060" DrawAspect="Content" ObjectID="_1756901257"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2.2pt" o:ole="">
            <v:imagedata r:id="rId25" o:title=""/>
          </v:shape>
          <o:OLEObject Type="Embed" ProgID="Equation.3" ShapeID="_x0000_i1061" DrawAspect="Content" ObjectID="_1756901258"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53" w:name="_Toc400526121"/>
      <w:bookmarkStart w:id="954" w:name="_Toc405534439"/>
      <w:bookmarkStart w:id="955" w:name="_Toc406570452"/>
      <w:bookmarkStart w:id="956" w:name="_Toc410910604"/>
      <w:bookmarkStart w:id="957" w:name="_Toc411841032"/>
      <w:bookmarkStart w:id="958" w:name="_Toc422146994"/>
      <w:bookmarkStart w:id="959" w:name="_Toc433020590"/>
      <w:bookmarkStart w:id="960" w:name="_Toc437262031"/>
      <w:bookmarkStart w:id="961"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2.2pt" o:ole="">
                  <v:imagedata r:id="rId21" o:title=""/>
                </v:shape>
                <o:OLEObject Type="Embed" ProgID="Equation.3" ShapeID="_x0000_i1062" DrawAspect="Content" ObjectID="_1756901259"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2.2pt" o:ole="">
                  <v:imagedata r:id="rId21" o:title=""/>
                </v:shape>
                <o:OLEObject Type="Embed" ProgID="Equation.3" ShapeID="_x0000_i1063" DrawAspect="Content" ObjectID="_1756901260"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2.2pt" o:ole="">
                  <v:imagedata r:id="rId21" o:title=""/>
                </v:shape>
                <o:OLEObject Type="Embed" ProgID="Equation.3" ShapeID="_x0000_i1064" DrawAspect="Content" ObjectID="_1756901261"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62" w:name="_Toc135988952"/>
      <w:r w:rsidRPr="00754830">
        <w:rPr>
          <w:b/>
        </w:rPr>
        <w:lastRenderedPageBreak/>
        <w:t>3.5.2.5</w:t>
      </w:r>
      <w:r w:rsidRPr="00754830">
        <w:rPr>
          <w:b/>
        </w:rPr>
        <w:tab/>
        <w:t>Panhandle 345 kV Hub (Pan 345)</w:t>
      </w:r>
      <w:bookmarkEnd w:id="96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4pt;height:22.2pt" o:ole="">
            <v:imagedata r:id="rId60" o:title=""/>
          </v:shape>
          <o:OLEObject Type="Embed" ProgID="Equation.3" ShapeID="_x0000_i1065" DrawAspect="Content" ObjectID="_1756901262"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2.2pt" o:ole="">
            <v:imagedata r:id="rId21" o:title=""/>
          </v:shape>
          <o:OLEObject Type="Embed" ProgID="Equation.3" ShapeID="_x0000_i1066" DrawAspect="Content" ObjectID="_1756901263"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2.2pt" o:ole="">
            <v:imagedata r:id="rId21" o:title=""/>
          </v:shape>
          <o:OLEObject Type="Embed" ProgID="Equation.3" ShapeID="_x0000_i1067" DrawAspect="Content" ObjectID="_1756901264"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2.2pt" o:ole="">
            <v:imagedata r:id="rId21" o:title=""/>
          </v:shape>
          <o:OLEObject Type="Embed" ProgID="Equation.3" ShapeID="_x0000_i1068" DrawAspect="Content" ObjectID="_1756901265"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2.2pt" o:ole="">
            <v:imagedata r:id="rId21" o:title=""/>
          </v:shape>
          <o:OLEObject Type="Embed" ProgID="Equation.3" ShapeID="_x0000_i1069" DrawAspect="Content" ObjectID="_1756901266"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2.2pt" o:ole="">
            <v:imagedata r:id="rId21" o:title=""/>
          </v:shape>
          <o:OLEObject Type="Embed" ProgID="Equation.3" ShapeID="_x0000_i1070" DrawAspect="Content" ObjectID="_1756901267"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2.2pt" o:ole="">
            <v:imagedata r:id="rId25" o:title=""/>
          </v:shape>
          <o:OLEObject Type="Embed" ProgID="Equation.3" ShapeID="_x0000_i1071" DrawAspect="Content" ObjectID="_1756901268"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2.2pt" o:ole="">
                  <v:imagedata r:id="rId21" o:title=""/>
                </v:shape>
                <o:OLEObject Type="Embed" ProgID="Equation.3" ShapeID="_x0000_i1072" DrawAspect="Content" ObjectID="_1756901269"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2.2pt" o:ole="">
                  <v:imagedata r:id="rId21" o:title=""/>
                </v:shape>
                <o:OLEObject Type="Embed" ProgID="Equation.3" ShapeID="_x0000_i1073" DrawAspect="Content" ObjectID="_1756901270"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2.2pt" o:ole="">
                  <v:imagedata r:id="rId21" o:title=""/>
                </v:shape>
                <o:OLEObject Type="Embed" ProgID="Equation.3" ShapeID="_x0000_i1074" DrawAspect="Content" ObjectID="_1756901271"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63" w:name="_Toc28421523"/>
            <w:bookmarkStart w:id="964" w:name="_Toc33773569"/>
            <w:bookmarkStart w:id="965" w:name="_Toc38964961"/>
            <w:bookmarkStart w:id="966" w:name="_Toc44313241"/>
            <w:bookmarkStart w:id="967" w:name="_Toc46954766"/>
            <w:bookmarkStart w:id="968" w:name="_Toc49589403"/>
            <w:bookmarkStart w:id="969" w:name="_Toc56671747"/>
            <w:bookmarkStart w:id="970" w:name="_Toc60037288"/>
            <w:bookmarkStart w:id="971" w:name="_Toc65141375"/>
            <w:bookmarkStart w:id="972" w:name="_Toc68163708"/>
            <w:bookmarkStart w:id="973" w:name="_Toc75942432"/>
            <w:bookmarkStart w:id="974" w:name="_Toc91055084"/>
            <w:bookmarkStart w:id="975" w:name="_Toc94099778"/>
            <w:bookmarkStart w:id="976" w:name="_Toc94100232"/>
            <w:bookmarkStart w:id="977" w:name="_Toc109631751"/>
            <w:bookmarkStart w:id="978" w:name="_Toc110057627"/>
            <w:bookmarkStart w:id="979" w:name="_Toc111272629"/>
            <w:bookmarkStart w:id="980" w:name="_Toc112226081"/>
            <w:bookmarkStart w:id="981" w:name="_Toc121253233"/>
            <w:bookmarkStart w:id="982" w:name="_Toc125014632"/>
            <w:bookmarkStart w:id="983" w:name="_Toc13598895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84" w:name="_Toc135988954"/>
      <w:r w:rsidRPr="00AE0E6D">
        <w:rPr>
          <w:b/>
        </w:rPr>
        <w:lastRenderedPageBreak/>
        <w:t>3.5.2.</w:t>
      </w:r>
      <w:r w:rsidR="00B5084E">
        <w:rPr>
          <w:b/>
        </w:rPr>
        <w:t>6</w:t>
      </w:r>
      <w:r w:rsidRPr="00AE0E6D">
        <w:rPr>
          <w:b/>
        </w:rPr>
        <w:tab/>
        <w:t>ERCOT Hub Average 345 kV Hub (ERCOT 345)</w:t>
      </w:r>
      <w:bookmarkEnd w:id="952"/>
      <w:bookmarkEnd w:id="953"/>
      <w:bookmarkEnd w:id="954"/>
      <w:bookmarkEnd w:id="955"/>
      <w:bookmarkEnd w:id="956"/>
      <w:bookmarkEnd w:id="957"/>
      <w:bookmarkEnd w:id="958"/>
      <w:bookmarkEnd w:id="959"/>
      <w:bookmarkEnd w:id="960"/>
      <w:bookmarkEnd w:id="961"/>
      <w:bookmarkEnd w:id="984"/>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85" w:name="_Toc204048529"/>
      <w:bookmarkStart w:id="986" w:name="_Toc400526122"/>
      <w:bookmarkStart w:id="987" w:name="_Toc405534440"/>
      <w:bookmarkStart w:id="988" w:name="_Toc406570453"/>
      <w:bookmarkStart w:id="989" w:name="_Toc410910605"/>
      <w:bookmarkStart w:id="990" w:name="_Toc411841033"/>
      <w:bookmarkStart w:id="991" w:name="_Toc422146995"/>
      <w:bookmarkStart w:id="992" w:name="_Toc433020591"/>
      <w:bookmarkStart w:id="993" w:name="_Toc437262032"/>
      <w:bookmarkStart w:id="994" w:name="_Toc478375207"/>
      <w:bookmarkStart w:id="995" w:name="_Toc135988955"/>
      <w:r w:rsidRPr="00AE0E6D">
        <w:rPr>
          <w:b/>
        </w:rPr>
        <w:t>3.5.2.</w:t>
      </w:r>
      <w:r w:rsidR="00B5084E">
        <w:rPr>
          <w:b/>
        </w:rPr>
        <w:t>7</w:t>
      </w:r>
      <w:r w:rsidRPr="00AE0E6D">
        <w:rPr>
          <w:b/>
        </w:rPr>
        <w:tab/>
        <w:t>ERCOT Bus Average 345 kV Hub (ERCOT 345 Bus)</w:t>
      </w:r>
      <w:bookmarkEnd w:id="985"/>
      <w:bookmarkEnd w:id="986"/>
      <w:bookmarkEnd w:id="987"/>
      <w:bookmarkEnd w:id="988"/>
      <w:bookmarkEnd w:id="989"/>
      <w:bookmarkEnd w:id="990"/>
      <w:bookmarkEnd w:id="991"/>
      <w:bookmarkEnd w:id="992"/>
      <w:bookmarkEnd w:id="993"/>
      <w:bookmarkEnd w:id="994"/>
      <w:bookmarkEnd w:id="995"/>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2.2pt" o:ole="">
            <v:imagedata r:id="rId15" o:title=""/>
          </v:shape>
          <o:OLEObject Type="Embed" ProgID="Equation.3" ShapeID="_x0000_i1075" DrawAspect="Content" ObjectID="_1756901272"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56901273"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56901274"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2.2pt" o:ole="">
            <v:imagedata r:id="rId21" o:title=""/>
          </v:shape>
          <o:OLEObject Type="Embed" ProgID="Equation.3" ShapeID="_x0000_i1078" DrawAspect="Content" ObjectID="_1756901275"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2.2pt" o:ole="">
            <v:imagedata r:id="rId21" o:title=""/>
          </v:shape>
          <o:OLEObject Type="Embed" ProgID="Equation.3" ShapeID="_x0000_i1079" DrawAspect="Content" ObjectID="_1756901276"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2.2pt" o:ole="">
            <v:imagedata r:id="rId21" o:title=""/>
          </v:shape>
          <o:OLEObject Type="Embed" ProgID="Equation.3" ShapeID="_x0000_i1080" DrawAspect="Content" ObjectID="_1756901277"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2.2pt" o:ole="">
            <v:imagedata r:id="rId25" o:title=""/>
          </v:shape>
          <o:OLEObject Type="Embed" ProgID="Equation.3" ShapeID="_x0000_i1081" DrawAspect="Content" ObjectID="_1756901278"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96" w:name="_Toc204048530"/>
      <w:bookmarkStart w:id="997" w:name="_Toc400526123"/>
      <w:bookmarkStart w:id="998" w:name="_Toc405534441"/>
      <w:bookmarkStart w:id="999" w:name="_Toc406570454"/>
      <w:bookmarkStart w:id="1000" w:name="_Toc410910606"/>
      <w:bookmarkStart w:id="1001" w:name="_Toc411841034"/>
      <w:bookmarkStart w:id="1002" w:name="_Toc422146996"/>
      <w:bookmarkStart w:id="1003" w:name="_Toc433020592"/>
      <w:bookmarkStart w:id="1004" w:name="_Toc437262033"/>
      <w:bookmarkStart w:id="1005"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2.2pt" o:ole="">
                  <v:imagedata r:id="rId21" o:title=""/>
                </v:shape>
                <o:OLEObject Type="Embed" ProgID="Equation.3" ShapeID="_x0000_i1082" DrawAspect="Content" ObjectID="_1756901279"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2.2pt" o:ole="">
                  <v:imagedata r:id="rId21" o:title=""/>
                </v:shape>
                <o:OLEObject Type="Embed" ProgID="Equation.3" ShapeID="_x0000_i1083" DrawAspect="Content" ObjectID="_1756901280"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2.2pt" o:ole="">
                  <v:imagedata r:id="rId21" o:title=""/>
                </v:shape>
                <o:OLEObject Type="Embed" ProgID="Equation.3" ShapeID="_x0000_i1084" DrawAspect="Content" ObjectID="_1756901281"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1006" w:name="_Toc135988956"/>
      <w:r>
        <w:lastRenderedPageBreak/>
        <w:t>3.5.3</w:t>
      </w:r>
      <w:r>
        <w:tab/>
        <w:t>ERCOT Responsibilities for Managing Hubs</w:t>
      </w:r>
      <w:bookmarkEnd w:id="996"/>
      <w:bookmarkEnd w:id="997"/>
      <w:bookmarkEnd w:id="998"/>
      <w:bookmarkEnd w:id="999"/>
      <w:bookmarkEnd w:id="1000"/>
      <w:bookmarkEnd w:id="1001"/>
      <w:bookmarkEnd w:id="1002"/>
      <w:bookmarkEnd w:id="1003"/>
      <w:bookmarkEnd w:id="1004"/>
      <w:bookmarkEnd w:id="1005"/>
      <w:bookmarkEnd w:id="1006"/>
    </w:p>
    <w:p w14:paraId="3BB95366" w14:textId="77777777" w:rsidR="00CB13B2" w:rsidRPr="00AE0E6D" w:rsidRDefault="002D238A">
      <w:pPr>
        <w:pStyle w:val="H4"/>
        <w:rPr>
          <w:b/>
        </w:rPr>
      </w:pPr>
      <w:bookmarkStart w:id="1007" w:name="_Toc204048531"/>
      <w:bookmarkStart w:id="1008" w:name="_Toc400526124"/>
      <w:bookmarkStart w:id="1009" w:name="_Toc405534442"/>
      <w:bookmarkStart w:id="1010" w:name="_Toc406570455"/>
      <w:bookmarkStart w:id="1011" w:name="_Toc410910607"/>
      <w:bookmarkStart w:id="1012" w:name="_Toc411841035"/>
      <w:bookmarkStart w:id="1013" w:name="_Toc422146997"/>
      <w:bookmarkStart w:id="1014" w:name="_Toc433020593"/>
      <w:bookmarkStart w:id="1015" w:name="_Toc437262034"/>
      <w:bookmarkStart w:id="1016" w:name="_Toc478375209"/>
      <w:bookmarkStart w:id="1017" w:name="_Toc135988957"/>
      <w:r w:rsidRPr="00AE0E6D">
        <w:rPr>
          <w:b/>
        </w:rPr>
        <w:t>3.5.3.1</w:t>
      </w:r>
      <w:r w:rsidRPr="00AE0E6D">
        <w:rPr>
          <w:b/>
        </w:rPr>
        <w:tab/>
        <w:t>Posting of Hub Buses and Electrical Buses included in Hubs</w:t>
      </w:r>
      <w:bookmarkEnd w:id="1007"/>
      <w:bookmarkEnd w:id="1008"/>
      <w:bookmarkEnd w:id="1009"/>
      <w:bookmarkEnd w:id="1010"/>
      <w:bookmarkEnd w:id="1011"/>
      <w:bookmarkEnd w:id="1012"/>
      <w:bookmarkEnd w:id="1013"/>
      <w:bookmarkEnd w:id="1014"/>
      <w:bookmarkEnd w:id="1015"/>
      <w:bookmarkEnd w:id="1016"/>
      <w:bookmarkEnd w:id="1017"/>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18" w:name="_Toc204048532"/>
      <w:bookmarkStart w:id="1019" w:name="_Toc400526125"/>
      <w:bookmarkStart w:id="1020" w:name="_Toc405534443"/>
      <w:bookmarkStart w:id="1021" w:name="_Toc406570456"/>
      <w:bookmarkStart w:id="1022" w:name="_Toc410910608"/>
      <w:bookmarkStart w:id="1023" w:name="_Toc411841036"/>
      <w:bookmarkStart w:id="1024" w:name="_Toc422146998"/>
      <w:bookmarkStart w:id="1025" w:name="_Toc433020594"/>
      <w:bookmarkStart w:id="1026" w:name="_Toc437262035"/>
      <w:bookmarkStart w:id="1027" w:name="_Toc478375210"/>
      <w:bookmarkStart w:id="1028" w:name="_Toc135988958"/>
      <w:r w:rsidRPr="00AE0E6D">
        <w:rPr>
          <w:b/>
        </w:rPr>
        <w:t>3.5.3.2</w:t>
      </w:r>
      <w:r w:rsidRPr="00AE0E6D">
        <w:rPr>
          <w:b/>
        </w:rPr>
        <w:tab/>
        <w:t>Calculation of Hub Prices</w:t>
      </w:r>
      <w:bookmarkEnd w:id="1018"/>
      <w:bookmarkEnd w:id="1019"/>
      <w:bookmarkEnd w:id="1020"/>
      <w:bookmarkEnd w:id="1021"/>
      <w:bookmarkEnd w:id="1022"/>
      <w:bookmarkEnd w:id="1023"/>
      <w:bookmarkEnd w:id="1024"/>
      <w:bookmarkEnd w:id="1025"/>
      <w:bookmarkEnd w:id="1026"/>
      <w:bookmarkEnd w:id="1027"/>
      <w:bookmarkEnd w:id="1028"/>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29" w:name="_Toc204048533"/>
      <w:bookmarkStart w:id="1030" w:name="_Toc400526126"/>
      <w:bookmarkStart w:id="1031" w:name="_Toc405534444"/>
      <w:bookmarkStart w:id="1032" w:name="_Toc406570457"/>
      <w:bookmarkStart w:id="1033" w:name="_Toc410910609"/>
      <w:bookmarkStart w:id="1034" w:name="_Toc411841037"/>
      <w:bookmarkStart w:id="1035" w:name="_Toc422146999"/>
      <w:bookmarkStart w:id="1036" w:name="_Toc433020595"/>
      <w:bookmarkStart w:id="1037" w:name="_Toc437262036"/>
      <w:bookmarkStart w:id="1038" w:name="_Toc478375211"/>
      <w:bookmarkStart w:id="1039" w:name="_Toc135988959"/>
      <w:r>
        <w:t>3.6</w:t>
      </w:r>
      <w:r>
        <w:tab/>
        <w:t>Load Participation</w:t>
      </w:r>
      <w:bookmarkEnd w:id="1029"/>
      <w:bookmarkEnd w:id="1030"/>
      <w:bookmarkEnd w:id="1031"/>
      <w:bookmarkEnd w:id="1032"/>
      <w:bookmarkEnd w:id="1033"/>
      <w:bookmarkEnd w:id="1034"/>
      <w:bookmarkEnd w:id="1035"/>
      <w:bookmarkEnd w:id="1036"/>
      <w:bookmarkEnd w:id="1037"/>
      <w:bookmarkEnd w:id="1038"/>
      <w:bookmarkEnd w:id="1039"/>
    </w:p>
    <w:p w14:paraId="12997029" w14:textId="77777777" w:rsidR="00277082" w:rsidRPr="002047C1" w:rsidRDefault="00277082" w:rsidP="00277082">
      <w:pPr>
        <w:pStyle w:val="BodyText"/>
        <w:spacing w:before="240"/>
        <w:ind w:left="907" w:hanging="907"/>
        <w:outlineLvl w:val="2"/>
        <w:rPr>
          <w:b/>
          <w:i/>
        </w:rPr>
      </w:pPr>
      <w:bookmarkStart w:id="1040" w:name="_Toc400526127"/>
      <w:bookmarkStart w:id="1041" w:name="_Toc405534445"/>
      <w:bookmarkStart w:id="1042" w:name="_Toc406570458"/>
      <w:bookmarkStart w:id="1043" w:name="_Toc410910610"/>
      <w:bookmarkStart w:id="1044" w:name="_Toc411841038"/>
      <w:bookmarkStart w:id="1045" w:name="_Toc422147000"/>
      <w:bookmarkStart w:id="1046" w:name="_Toc433020596"/>
      <w:bookmarkStart w:id="1047" w:name="_Toc437262037"/>
      <w:bookmarkStart w:id="1048" w:name="_Toc478375212"/>
      <w:bookmarkStart w:id="1049" w:name="_Toc135988960"/>
      <w:r>
        <w:rPr>
          <w:b/>
          <w:i/>
        </w:rPr>
        <w:t>3.6.1</w:t>
      </w:r>
      <w:r>
        <w:rPr>
          <w:b/>
          <w:i/>
        </w:rPr>
        <w:tab/>
        <w:t>Load Resource Participation</w:t>
      </w:r>
      <w:bookmarkEnd w:id="1040"/>
      <w:bookmarkEnd w:id="1041"/>
      <w:bookmarkEnd w:id="1042"/>
      <w:bookmarkEnd w:id="1043"/>
      <w:bookmarkEnd w:id="1044"/>
      <w:bookmarkEnd w:id="1045"/>
      <w:bookmarkEnd w:id="1046"/>
      <w:bookmarkEnd w:id="1047"/>
      <w:bookmarkEnd w:id="1048"/>
      <w:bookmarkEnd w:id="1049"/>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7BF732D1" w14:textId="77777777" w:rsidR="00137744"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p w14:paraId="1D87ACE5" w14:textId="70A16D9E"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p w14:paraId="411E030B" w14:textId="488DFA05" w:rsidR="00EF461A" w:rsidRDefault="00277082" w:rsidP="002F60B3">
      <w:pPr>
        <w:pStyle w:val="List2"/>
      </w:pPr>
      <w:r>
        <w:t>(v)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Controllable Load Resource and that is not controlled by under-frequency relay</w:t>
      </w:r>
      <w:r>
        <w:t>;</w:t>
      </w:r>
      <w:r w:rsidR="00EF461A">
        <w:t xml:space="preserve"> and</w:t>
      </w:r>
    </w:p>
    <w:p w14:paraId="7900A168" w14:textId="7079A39E" w:rsidR="00277082" w:rsidRDefault="00EF461A" w:rsidP="00EF461A">
      <w:pPr>
        <w:pStyle w:val="List2"/>
      </w:pPr>
      <w:r>
        <w:t>(v</w:t>
      </w:r>
      <w:r w:rsidR="00137744">
        <w:t>i</w:t>
      </w:r>
      <w:r>
        <w:t>)</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lastRenderedPageBreak/>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50" w:name="_Toc400526128"/>
      <w:bookmarkStart w:id="1051" w:name="_Toc405534446"/>
      <w:bookmarkStart w:id="1052" w:name="_Toc406570459"/>
      <w:bookmarkStart w:id="1053" w:name="_Toc410910611"/>
      <w:bookmarkStart w:id="1054" w:name="_Toc411841039"/>
      <w:bookmarkStart w:id="1055" w:name="_Toc422147001"/>
      <w:bookmarkStart w:id="1056" w:name="_Toc433020597"/>
      <w:bookmarkStart w:id="1057"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58"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lastRenderedPageBreak/>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59"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60" w:name="_Toc135988961"/>
      <w:bookmarkEnd w:id="1059"/>
      <w:r w:rsidRPr="006A6281">
        <w:t>3.6.2</w:t>
      </w:r>
      <w:r w:rsidRPr="006A6281">
        <w:tab/>
        <w:t>Decision</w:t>
      </w:r>
      <w:r w:rsidR="00E7740A">
        <w:t xml:space="preserve"> </w:t>
      </w:r>
      <w:r w:rsidRPr="006A6281">
        <w:t xml:space="preserve">Making </w:t>
      </w:r>
      <w:r w:rsidR="00E7740A">
        <w:t>Entity</w:t>
      </w:r>
      <w:r w:rsidRPr="006A6281">
        <w:t xml:space="preserve"> for a Resource</w:t>
      </w:r>
      <w:bookmarkEnd w:id="1050"/>
      <w:bookmarkEnd w:id="1051"/>
      <w:bookmarkEnd w:id="1052"/>
      <w:bookmarkEnd w:id="1053"/>
      <w:bookmarkEnd w:id="1054"/>
      <w:bookmarkEnd w:id="1055"/>
      <w:bookmarkEnd w:id="1056"/>
      <w:bookmarkEnd w:id="1057"/>
      <w:bookmarkEnd w:id="1058"/>
      <w:bookmarkEnd w:id="1060"/>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 xml:space="preserve">However, in no event may the Resource Entity inform ERCOT later </w:t>
      </w:r>
      <w:r w:rsidR="00FB411A" w:rsidRPr="00665ED2">
        <w:rPr>
          <w:iCs w:val="0"/>
        </w:rPr>
        <w:lastRenderedPageBreak/>
        <w:t>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61" w:name="_Toc204048534"/>
      <w:bookmarkStart w:id="1062" w:name="_Toc400526129"/>
      <w:bookmarkStart w:id="1063" w:name="_Toc405534447"/>
      <w:bookmarkStart w:id="1064" w:name="_Toc406570460"/>
      <w:bookmarkStart w:id="1065" w:name="_Toc410910612"/>
      <w:bookmarkStart w:id="1066" w:name="_Toc411841040"/>
      <w:bookmarkStart w:id="1067" w:name="_Toc422147002"/>
      <w:bookmarkStart w:id="1068" w:name="_Toc433020598"/>
      <w:bookmarkStart w:id="1069" w:name="_Toc437262039"/>
      <w:bookmarkStart w:id="1070" w:name="_Toc478375214"/>
      <w:bookmarkStart w:id="1071" w:name="_Toc135988962"/>
      <w:r>
        <w:t>3.7</w:t>
      </w:r>
      <w:r>
        <w:tab/>
        <w:t>Resource Parameters</w:t>
      </w:r>
      <w:bookmarkEnd w:id="1061"/>
      <w:bookmarkEnd w:id="1062"/>
      <w:bookmarkEnd w:id="1063"/>
      <w:bookmarkEnd w:id="1064"/>
      <w:bookmarkEnd w:id="1065"/>
      <w:bookmarkEnd w:id="1066"/>
      <w:bookmarkEnd w:id="1067"/>
      <w:bookmarkEnd w:id="1068"/>
      <w:bookmarkEnd w:id="1069"/>
      <w:bookmarkEnd w:id="1070"/>
      <w:bookmarkEnd w:id="1071"/>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72" w:name="_Toc204048535"/>
      <w:bookmarkStart w:id="1073" w:name="_Toc400526130"/>
      <w:bookmarkStart w:id="1074" w:name="_Toc405534448"/>
      <w:bookmarkStart w:id="1075" w:name="_Toc406570461"/>
      <w:bookmarkStart w:id="1076" w:name="_Toc410910613"/>
      <w:bookmarkStart w:id="1077" w:name="_Toc411841041"/>
      <w:bookmarkStart w:id="1078" w:name="_Toc422147003"/>
      <w:bookmarkStart w:id="1079" w:name="_Toc433020599"/>
      <w:bookmarkStart w:id="1080" w:name="_Toc437262040"/>
      <w:bookmarkStart w:id="1081" w:name="_Toc478375215"/>
      <w:bookmarkStart w:id="1082" w:name="_Toc135988963"/>
      <w:r>
        <w:lastRenderedPageBreak/>
        <w:t>3.7.1</w:t>
      </w:r>
      <w:r>
        <w:tab/>
        <w:t>Resource Parameter Criteria</w:t>
      </w:r>
      <w:bookmarkEnd w:id="1072"/>
      <w:bookmarkEnd w:id="1073"/>
      <w:bookmarkEnd w:id="1074"/>
      <w:bookmarkEnd w:id="1075"/>
      <w:bookmarkEnd w:id="1076"/>
      <w:bookmarkEnd w:id="1077"/>
      <w:bookmarkEnd w:id="1078"/>
      <w:bookmarkEnd w:id="1079"/>
      <w:bookmarkEnd w:id="1080"/>
      <w:bookmarkEnd w:id="1081"/>
      <w:bookmarkEnd w:id="1082"/>
    </w:p>
    <w:p w14:paraId="471F494F" w14:textId="77777777" w:rsidR="00CB13B2" w:rsidRPr="00AE0E6D" w:rsidRDefault="002D238A">
      <w:pPr>
        <w:pStyle w:val="H4"/>
        <w:rPr>
          <w:b/>
        </w:rPr>
      </w:pPr>
      <w:bookmarkStart w:id="1083" w:name="_Toc204048536"/>
      <w:bookmarkStart w:id="1084" w:name="_Toc400526131"/>
      <w:bookmarkStart w:id="1085" w:name="_Toc405534449"/>
      <w:bookmarkStart w:id="1086" w:name="_Toc406570462"/>
      <w:bookmarkStart w:id="1087" w:name="_Toc410910614"/>
      <w:bookmarkStart w:id="1088" w:name="_Toc411841042"/>
      <w:bookmarkStart w:id="1089" w:name="_Toc422147004"/>
      <w:bookmarkStart w:id="1090" w:name="_Toc433020600"/>
      <w:bookmarkStart w:id="1091" w:name="_Toc437262041"/>
      <w:bookmarkStart w:id="1092" w:name="_Toc478375216"/>
      <w:bookmarkStart w:id="1093" w:name="_Toc135988964"/>
      <w:r w:rsidRPr="00AE0E6D">
        <w:rPr>
          <w:b/>
        </w:rPr>
        <w:t>3.7.1.1</w:t>
      </w:r>
      <w:r w:rsidRPr="00AE0E6D">
        <w:rPr>
          <w:b/>
        </w:rPr>
        <w:tab/>
        <w:t>Generation Resource Parameters</w:t>
      </w:r>
      <w:bookmarkEnd w:id="1083"/>
      <w:bookmarkEnd w:id="1084"/>
      <w:bookmarkEnd w:id="1085"/>
      <w:bookmarkEnd w:id="1086"/>
      <w:bookmarkEnd w:id="1087"/>
      <w:bookmarkEnd w:id="1088"/>
      <w:bookmarkEnd w:id="1089"/>
      <w:bookmarkEnd w:id="1090"/>
      <w:bookmarkEnd w:id="1091"/>
      <w:bookmarkEnd w:id="1092"/>
      <w:bookmarkEnd w:id="1093"/>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94" w:name="_Toc204048537"/>
      <w:bookmarkStart w:id="1095" w:name="_Toc400526132"/>
      <w:bookmarkStart w:id="1096" w:name="_Toc405534450"/>
      <w:bookmarkStart w:id="1097" w:name="_Toc406570463"/>
      <w:bookmarkStart w:id="1098" w:name="_Toc410910615"/>
      <w:bookmarkStart w:id="1099" w:name="_Toc411841043"/>
      <w:bookmarkStart w:id="1100" w:name="_Toc422147005"/>
      <w:bookmarkStart w:id="1101" w:name="_Toc433020601"/>
      <w:bookmarkStart w:id="1102" w:name="_Toc437262042"/>
      <w:bookmarkStart w:id="1103" w:name="_Toc478375217"/>
      <w:bookmarkStart w:id="1104" w:name="_Toc135988965"/>
      <w:r w:rsidRPr="00AE0E6D">
        <w:rPr>
          <w:b/>
        </w:rPr>
        <w:t>3.7.1.2</w:t>
      </w:r>
      <w:r w:rsidRPr="00AE0E6D">
        <w:rPr>
          <w:b/>
        </w:rPr>
        <w:tab/>
        <w:t>Load Resource Parameters</w:t>
      </w:r>
      <w:bookmarkEnd w:id="1094"/>
      <w:bookmarkEnd w:id="1095"/>
      <w:bookmarkEnd w:id="1096"/>
      <w:bookmarkEnd w:id="1097"/>
      <w:bookmarkEnd w:id="1098"/>
      <w:bookmarkEnd w:id="1099"/>
      <w:bookmarkEnd w:id="1100"/>
      <w:bookmarkEnd w:id="1101"/>
      <w:bookmarkEnd w:id="1102"/>
      <w:bookmarkEnd w:id="1103"/>
      <w:bookmarkEnd w:id="1104"/>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105" w:name="_Toc204048538"/>
            <w:bookmarkStart w:id="1106" w:name="_Toc400526133"/>
            <w:bookmarkStart w:id="1107" w:name="_Toc405534451"/>
            <w:bookmarkStart w:id="1108" w:name="_Toc406570464"/>
            <w:bookmarkStart w:id="1109" w:name="_Toc410910616"/>
            <w:bookmarkStart w:id="1110" w:name="_Toc411841044"/>
            <w:bookmarkStart w:id="1111" w:name="_Toc422147006"/>
            <w:bookmarkStart w:id="1112" w:name="_Toc433020602"/>
            <w:bookmarkStart w:id="1113" w:name="_Toc437262043"/>
            <w:bookmarkStart w:id="1114"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115" w:name="_Toc135988966"/>
      <w:r w:rsidRPr="002B331B">
        <w:rPr>
          <w:b/>
          <w:i/>
        </w:rPr>
        <w:t>3.7.</w:t>
      </w:r>
      <w:r w:rsidR="00E02827" w:rsidRPr="002B331B">
        <w:rPr>
          <w:b/>
          <w:i/>
        </w:rPr>
        <w:t>2</w:t>
      </w:r>
      <w:r w:rsidRPr="002B331B">
        <w:rPr>
          <w:b/>
          <w:i/>
        </w:rPr>
        <w:tab/>
        <w:t>Changes in Resource Parameters with Operational Impacts</w:t>
      </w:r>
      <w:bookmarkEnd w:id="1105"/>
      <w:bookmarkEnd w:id="1106"/>
      <w:bookmarkEnd w:id="1107"/>
      <w:bookmarkEnd w:id="1108"/>
      <w:bookmarkEnd w:id="1109"/>
      <w:bookmarkEnd w:id="1110"/>
      <w:bookmarkEnd w:id="1111"/>
      <w:bookmarkEnd w:id="1112"/>
      <w:bookmarkEnd w:id="1113"/>
      <w:bookmarkEnd w:id="1114"/>
      <w:bookmarkEnd w:id="1115"/>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16" w:name="_Toc204048539"/>
      <w:bookmarkStart w:id="1117" w:name="_Toc400526134"/>
      <w:bookmarkStart w:id="1118" w:name="_Toc405534452"/>
      <w:bookmarkStart w:id="1119" w:name="_Toc406570465"/>
      <w:bookmarkStart w:id="1120" w:name="_Toc410910617"/>
      <w:bookmarkStart w:id="1121" w:name="_Toc411841045"/>
      <w:bookmarkStart w:id="1122" w:name="_Toc422147007"/>
      <w:bookmarkStart w:id="1123" w:name="_Toc433020603"/>
      <w:bookmarkStart w:id="1124" w:name="_Toc437262044"/>
      <w:bookmarkStart w:id="1125" w:name="_Toc478375219"/>
      <w:bookmarkStart w:id="1126" w:name="_Toc135988967"/>
      <w:r>
        <w:lastRenderedPageBreak/>
        <w:t>3.7.</w:t>
      </w:r>
      <w:r w:rsidR="00E02827">
        <w:t>3</w:t>
      </w:r>
      <w:r>
        <w:tab/>
        <w:t>Resource Parameter Validation</w:t>
      </w:r>
      <w:bookmarkEnd w:id="1116"/>
      <w:bookmarkEnd w:id="1117"/>
      <w:bookmarkEnd w:id="1118"/>
      <w:bookmarkEnd w:id="1119"/>
      <w:bookmarkEnd w:id="1120"/>
      <w:bookmarkEnd w:id="1121"/>
      <w:bookmarkEnd w:id="1122"/>
      <w:bookmarkEnd w:id="1123"/>
      <w:bookmarkEnd w:id="1124"/>
      <w:bookmarkEnd w:id="1125"/>
      <w:bookmarkEnd w:id="1126"/>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27" w:name="_Toc204048540"/>
      <w:bookmarkStart w:id="1128" w:name="_Toc400526135"/>
      <w:bookmarkStart w:id="1129" w:name="_Toc405534453"/>
      <w:bookmarkStart w:id="1130" w:name="_Toc406570466"/>
      <w:bookmarkStart w:id="1131" w:name="_Toc410910618"/>
      <w:bookmarkStart w:id="1132" w:name="_Toc411841046"/>
      <w:bookmarkStart w:id="1133" w:name="_Toc422147008"/>
      <w:bookmarkStart w:id="1134" w:name="_Toc433020604"/>
      <w:bookmarkStart w:id="1135" w:name="_Toc437262045"/>
      <w:bookmarkStart w:id="1136" w:name="_Toc478375220"/>
      <w:bookmarkStart w:id="1137" w:name="_Toc135988968"/>
      <w:r>
        <w:t>3.8</w:t>
      </w:r>
      <w:r>
        <w:tab/>
        <w:t>Special Considerations for Split Generation Meters</w:t>
      </w:r>
      <w:bookmarkEnd w:id="1127"/>
      <w:r w:rsidR="008348FB">
        <w:t>,</w:t>
      </w:r>
      <w:r w:rsidR="00F22AC4">
        <w:t xml:space="preserve"> Combined Cycle Generation Resources</w:t>
      </w:r>
      <w:r w:rsidR="00A95A39">
        <w:t xml:space="preserve">, </w:t>
      </w:r>
      <w:r w:rsidR="008348FB">
        <w:t>Quick Start Generation Resources</w:t>
      </w:r>
      <w:r w:rsidR="00A95A39">
        <w:t>, Hydro Generation Resources</w:t>
      </w:r>
      <w:bookmarkEnd w:id="1128"/>
      <w:bookmarkEnd w:id="1129"/>
      <w:bookmarkEnd w:id="1130"/>
      <w:bookmarkEnd w:id="1131"/>
      <w:bookmarkEnd w:id="1132"/>
      <w:bookmarkEnd w:id="1133"/>
      <w:bookmarkEnd w:id="1134"/>
      <w:bookmarkEnd w:id="1135"/>
      <w:bookmarkEnd w:id="1136"/>
      <w:r w:rsidR="004F04CD">
        <w:t>, Energy Storage Resources</w:t>
      </w:r>
      <w:r w:rsidR="00DB1D0C">
        <w:t>, Distribution Generation Resources, and Distribution Energy Storage Resources</w:t>
      </w:r>
      <w:bookmarkEnd w:id="1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38" w:name="_Toc400526136"/>
            <w:bookmarkStart w:id="1139" w:name="_Toc405534454"/>
            <w:bookmarkStart w:id="1140" w:name="_Toc406570467"/>
            <w:bookmarkStart w:id="1141" w:name="_Toc410910619"/>
            <w:bookmarkStart w:id="1142" w:name="_Toc411841047"/>
            <w:bookmarkStart w:id="1143" w:name="_Toc422147009"/>
            <w:bookmarkStart w:id="1144" w:name="_Toc433020605"/>
            <w:bookmarkStart w:id="1145" w:name="_Toc437262046"/>
            <w:bookmarkStart w:id="1146"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47" w:name="_Toc135988969"/>
      <w:r w:rsidRPr="00975850">
        <w:t>3.8.1</w:t>
      </w:r>
      <w:r w:rsidRPr="00975850">
        <w:tab/>
        <w:t>Split Generation Resources</w:t>
      </w:r>
      <w:bookmarkEnd w:id="1138"/>
      <w:bookmarkEnd w:id="1139"/>
      <w:bookmarkEnd w:id="1140"/>
      <w:bookmarkEnd w:id="1141"/>
      <w:bookmarkEnd w:id="1142"/>
      <w:bookmarkEnd w:id="1143"/>
      <w:bookmarkEnd w:id="1144"/>
      <w:bookmarkEnd w:id="1145"/>
      <w:bookmarkEnd w:id="1146"/>
      <w:bookmarkEnd w:id="1147"/>
    </w:p>
    <w:p w14:paraId="356711D4" w14:textId="21114FD0" w:rsidR="00CB13B2" w:rsidRDefault="002D238A">
      <w:pPr>
        <w:pStyle w:val="BodyTextNumbered"/>
      </w:pPr>
      <w:bookmarkStart w:id="1148"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48"/>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lastRenderedPageBreak/>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xml:space="preserve">.  ERCOT may </w:t>
      </w:r>
      <w:r>
        <w:lastRenderedPageBreak/>
        <w:t>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49" w:name="_Toc400526137"/>
      <w:bookmarkStart w:id="1150" w:name="_Toc405534455"/>
      <w:bookmarkStart w:id="1151" w:name="_Toc406570468"/>
      <w:bookmarkStart w:id="1152" w:name="_Toc410910620"/>
      <w:bookmarkStart w:id="1153" w:name="_Toc411841048"/>
      <w:bookmarkStart w:id="1154" w:name="_Toc422147010"/>
      <w:bookmarkStart w:id="1155" w:name="_Toc433020606"/>
      <w:bookmarkStart w:id="1156" w:name="_Toc437262047"/>
      <w:bookmarkStart w:id="1157" w:name="_Toc478375222"/>
      <w:bookmarkStart w:id="1158" w:name="_Toc135988970"/>
      <w:r>
        <w:rPr>
          <w:iCs/>
        </w:rPr>
        <w:t>3</w:t>
      </w:r>
      <w:r w:rsidRPr="00660A50">
        <w:rPr>
          <w:iCs/>
        </w:rPr>
        <w:t>.8.2</w:t>
      </w:r>
      <w:r>
        <w:rPr>
          <w:iCs/>
        </w:rPr>
        <w:tab/>
      </w:r>
      <w:r w:rsidRPr="00660A50">
        <w:rPr>
          <w:iCs/>
        </w:rPr>
        <w:t>Combined Cycle Generation Resources</w:t>
      </w:r>
      <w:bookmarkEnd w:id="1149"/>
      <w:bookmarkEnd w:id="1150"/>
      <w:bookmarkEnd w:id="1151"/>
      <w:bookmarkEnd w:id="1152"/>
      <w:bookmarkEnd w:id="1153"/>
      <w:bookmarkEnd w:id="1154"/>
      <w:bookmarkEnd w:id="1155"/>
      <w:bookmarkEnd w:id="1156"/>
      <w:bookmarkEnd w:id="1157"/>
      <w:bookmarkEnd w:id="1158"/>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lastRenderedPageBreak/>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lastRenderedPageBreak/>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59" w:name="_Toc277141537"/>
      <w:bookmarkStart w:id="1160" w:name="_Toc400526138"/>
      <w:bookmarkStart w:id="1161" w:name="_Toc405534456"/>
      <w:bookmarkStart w:id="1162" w:name="_Toc406570469"/>
      <w:bookmarkStart w:id="1163" w:name="_Toc410910621"/>
      <w:bookmarkStart w:id="1164" w:name="_Toc411841049"/>
      <w:bookmarkStart w:id="1165" w:name="_Toc422147011"/>
      <w:bookmarkStart w:id="1166" w:name="_Toc433020607"/>
      <w:bookmarkStart w:id="1167" w:name="_Toc437262048"/>
      <w:bookmarkStart w:id="1168" w:name="_Toc478375223"/>
      <w:bookmarkStart w:id="1169" w:name="_Toc135988971"/>
      <w:r>
        <w:lastRenderedPageBreak/>
        <w:t>3.8.3</w:t>
      </w:r>
      <w:r>
        <w:rPr>
          <w:b w:val="0"/>
        </w:rPr>
        <w:tab/>
      </w:r>
      <w:r>
        <w:t>Quick Start Generation Resources</w:t>
      </w:r>
      <w:bookmarkEnd w:id="1159"/>
      <w:bookmarkEnd w:id="1160"/>
      <w:bookmarkEnd w:id="1161"/>
      <w:bookmarkEnd w:id="1162"/>
      <w:bookmarkEnd w:id="1163"/>
      <w:bookmarkEnd w:id="1164"/>
      <w:bookmarkEnd w:id="1165"/>
      <w:bookmarkEnd w:id="1166"/>
      <w:bookmarkEnd w:id="1167"/>
      <w:bookmarkEnd w:id="1168"/>
      <w:bookmarkEnd w:id="1169"/>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w:t>
      </w:r>
      <w:r>
        <w:lastRenderedPageBreak/>
        <w:t>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70" w:name="OLE_LINK1"/>
            <w:bookmarkStart w:id="1171"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lastRenderedPageBreak/>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70"/>
      <w:bookmarkEnd w:id="1171"/>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72" w:name="_Toc400526139"/>
      <w:bookmarkStart w:id="1173" w:name="_Toc405534457"/>
      <w:bookmarkStart w:id="1174" w:name="_Toc406570470"/>
      <w:bookmarkStart w:id="1175" w:name="_Toc410910622"/>
      <w:bookmarkStart w:id="1176" w:name="_Toc411841050"/>
      <w:bookmarkStart w:id="1177" w:name="_Toc422147012"/>
      <w:bookmarkStart w:id="1178" w:name="_Toc433020608"/>
      <w:bookmarkStart w:id="1179" w:name="_Toc437262049"/>
      <w:bookmarkStart w:id="1180" w:name="_Toc478375224"/>
      <w:bookmarkStart w:id="1181" w:name="_Toc13598897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72"/>
      <w:bookmarkEnd w:id="1173"/>
      <w:bookmarkEnd w:id="1174"/>
      <w:bookmarkEnd w:id="1175"/>
      <w:bookmarkEnd w:id="1176"/>
      <w:bookmarkEnd w:id="1177"/>
      <w:bookmarkEnd w:id="1178"/>
      <w:bookmarkEnd w:id="1179"/>
      <w:bookmarkEnd w:id="1180"/>
      <w:bookmarkEnd w:id="1181"/>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82" w:name="_Toc293314049"/>
      <w:bookmarkStart w:id="1183" w:name="_Toc400526140"/>
      <w:bookmarkStart w:id="1184" w:name="_Toc405534458"/>
      <w:bookmarkStart w:id="1185" w:name="_Toc406570471"/>
      <w:bookmarkStart w:id="1186" w:name="_Toc410910623"/>
      <w:bookmarkStart w:id="1187" w:name="_Toc411841051"/>
      <w:bookmarkStart w:id="1188" w:name="_Toc422147013"/>
      <w:bookmarkStart w:id="1189" w:name="_Toc433020609"/>
      <w:bookmarkStart w:id="1190" w:name="_Toc437262050"/>
      <w:bookmarkStart w:id="1191" w:name="_Toc478375225"/>
      <w:bookmarkStart w:id="1192" w:name="_Toc135988973"/>
      <w:r>
        <w:t>3.8.4</w:t>
      </w:r>
      <w:r w:rsidRPr="000B1BB5">
        <w:tab/>
      </w:r>
      <w:bookmarkEnd w:id="1182"/>
      <w:bookmarkEnd w:id="1183"/>
      <w:bookmarkEnd w:id="1184"/>
      <w:bookmarkEnd w:id="1185"/>
      <w:bookmarkEnd w:id="1186"/>
      <w:bookmarkEnd w:id="1187"/>
      <w:bookmarkEnd w:id="1188"/>
      <w:bookmarkEnd w:id="1189"/>
      <w:bookmarkEnd w:id="1190"/>
      <w:bookmarkEnd w:id="1191"/>
      <w:r w:rsidR="00364D90" w:rsidRPr="00364D90">
        <w:t>Generation Resources Operating in Synchronous Condenser Fast</w:t>
      </w:r>
      <w:r w:rsidR="00915E39">
        <w:t>-</w:t>
      </w:r>
      <w:r w:rsidR="00364D90" w:rsidRPr="00364D90">
        <w:t>Response Mode</w:t>
      </w:r>
      <w:bookmarkEnd w:id="1192"/>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w:t>
      </w:r>
      <w:r w:rsidR="00364D90" w:rsidRPr="0003648D">
        <w:lastRenderedPageBreak/>
        <w:t xml:space="preserve">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93" w:name="_Toc28421546"/>
      <w:bookmarkStart w:id="1194" w:name="_Toc135988974"/>
      <w:bookmarkStart w:id="1195" w:name="_Toc204048541"/>
      <w:bookmarkStart w:id="1196" w:name="_Toc400526141"/>
      <w:bookmarkStart w:id="1197" w:name="_Toc405534459"/>
      <w:bookmarkStart w:id="1198" w:name="_Toc406570472"/>
      <w:bookmarkStart w:id="1199" w:name="_Toc410910624"/>
      <w:bookmarkStart w:id="1200" w:name="_Toc411841052"/>
      <w:bookmarkStart w:id="1201" w:name="_Toc422147014"/>
      <w:bookmarkStart w:id="1202" w:name="_Toc433020610"/>
      <w:bookmarkStart w:id="1203" w:name="_Toc437262051"/>
      <w:bookmarkStart w:id="1204" w:name="_Toc478375226"/>
      <w:bookmarkStart w:id="1205" w:name="_Toc204048542"/>
      <w:r>
        <w:t>3.8.</w:t>
      </w:r>
      <w:r w:rsidR="0079224A">
        <w:t>5</w:t>
      </w:r>
      <w:r>
        <w:tab/>
        <w:t>Energy Storage Resources</w:t>
      </w:r>
      <w:bookmarkEnd w:id="1193"/>
      <w:bookmarkEnd w:id="1194"/>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206" w:name="_Toc135988975"/>
      <w:bookmarkStart w:id="1207" w:name="_Hlk90900980"/>
      <w:r w:rsidRPr="00B3048F">
        <w:rPr>
          <w:b/>
          <w:bCs/>
          <w:i/>
        </w:rPr>
        <w:t>3.8.</w:t>
      </w:r>
      <w:r>
        <w:rPr>
          <w:b/>
          <w:bCs/>
          <w:i/>
        </w:rPr>
        <w:t>6</w:t>
      </w:r>
      <w:r w:rsidRPr="00B3048F">
        <w:rPr>
          <w:b/>
          <w:bCs/>
          <w:i/>
        </w:rPr>
        <w:tab/>
        <w:t>Distribution Generation Resources (DGRs) and Distribution Energy Storage Resources (DESRs)</w:t>
      </w:r>
      <w:bookmarkEnd w:id="1206"/>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207"/>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08" w:name="_Toc135988976"/>
      <w:r>
        <w:lastRenderedPageBreak/>
        <w:t>3.9</w:t>
      </w:r>
      <w:r>
        <w:tab/>
        <w:t>Current Operating Plan (COP)</w:t>
      </w:r>
      <w:bookmarkEnd w:id="1195"/>
      <w:bookmarkEnd w:id="1196"/>
      <w:bookmarkEnd w:id="1197"/>
      <w:bookmarkEnd w:id="1198"/>
      <w:bookmarkEnd w:id="1199"/>
      <w:bookmarkEnd w:id="1200"/>
      <w:bookmarkEnd w:id="1201"/>
      <w:bookmarkEnd w:id="1202"/>
      <w:bookmarkEnd w:id="1203"/>
      <w:bookmarkEnd w:id="1204"/>
      <w:bookmarkEnd w:id="1208"/>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209"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210" w:name="_Toc400526142"/>
      <w:bookmarkStart w:id="1211" w:name="_Toc405534460"/>
      <w:bookmarkStart w:id="1212" w:name="_Toc406570473"/>
      <w:bookmarkStart w:id="1213" w:name="_Toc410910625"/>
      <w:bookmarkStart w:id="1214" w:name="_Toc411841053"/>
      <w:bookmarkStart w:id="1215" w:name="_Toc422147015"/>
      <w:bookmarkStart w:id="1216" w:name="_Toc433020611"/>
      <w:bookmarkStart w:id="1217" w:name="_Toc437262052"/>
      <w:bookmarkStart w:id="1218" w:name="_Toc478375227"/>
      <w:bookmarkStart w:id="1219" w:name="_Toc135988977"/>
      <w:bookmarkEnd w:id="1209"/>
      <w:r>
        <w:lastRenderedPageBreak/>
        <w:t>3.9.1</w:t>
      </w:r>
      <w:r>
        <w:tab/>
        <w:t>Current Operating Plan (COP) Criteria</w:t>
      </w:r>
      <w:bookmarkEnd w:id="1205"/>
      <w:bookmarkEnd w:id="1210"/>
      <w:bookmarkEnd w:id="1211"/>
      <w:bookmarkEnd w:id="1212"/>
      <w:bookmarkEnd w:id="1213"/>
      <w:bookmarkEnd w:id="1214"/>
      <w:bookmarkEnd w:id="1215"/>
      <w:bookmarkEnd w:id="1216"/>
      <w:bookmarkEnd w:id="1217"/>
      <w:bookmarkEnd w:id="1218"/>
      <w:bookmarkEnd w:id="1219"/>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4FBEAC31" w14:textId="159C2A4E" w:rsidR="006D0482" w:rsidRDefault="006D0482" w:rsidP="002F60B3">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lastRenderedPageBreak/>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w:t>
            </w:r>
            <w:r>
              <w:lastRenderedPageBreak/>
              <w:t>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lastRenderedPageBreak/>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737DDD00" w:rsidR="00F02490" w:rsidRPr="00C33924" w:rsidRDefault="00F02490" w:rsidP="00317AF5">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29C9029F" w14:textId="2A96BED0"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lastRenderedPageBreak/>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lastRenderedPageBreak/>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44830550" w:rsidR="00A67CAE" w:rsidRDefault="006D0482" w:rsidP="006D0482">
      <w:pPr>
        <w:pStyle w:val="List3"/>
      </w:pPr>
      <w:r>
        <w:t>(E)</w:t>
      </w:r>
      <w:r>
        <w:tab/>
        <w:t>ONRL – Available for Dispatch of RRS</w:t>
      </w:r>
      <w:r w:rsidR="00EF461A">
        <w:t xml:space="preserve"> or Non-Spin</w:t>
      </w:r>
      <w:r>
        <w:t>, excluding Controllable Load Resources</w:t>
      </w:r>
      <w:r w:rsidR="00197E84">
        <w:t>.  A Load Resource, excluding Controllable Load Resources,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54DD7B9" w:rsidR="00A61CE2" w:rsidRDefault="00223F40" w:rsidP="00223F40">
      <w:pPr>
        <w:pStyle w:val="List3"/>
        <w:spacing w:before="240"/>
      </w:pPr>
      <w:r>
        <w:lastRenderedPageBreak/>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2A9C90C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Controllable Load Resources. </w:t>
      </w:r>
      <w:r>
        <w:t xml:space="preserve"> </w:t>
      </w:r>
      <w:r w:rsidRPr="0003648D">
        <w:t>This Resource Status is only to be used for Real-Time telemetry purposes;</w:t>
      </w:r>
    </w:p>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 xml:space="preserve">ONEMR – On-Line EMR (available for commitment or dispatch only for ERCOT-declared Emergency Conditions; the QSE may </w:t>
            </w:r>
            <w:r w:rsidRPr="00A552C3">
              <w:lastRenderedPageBreak/>
              <w:t>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lastRenderedPageBreak/>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lastRenderedPageBreak/>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t>
            </w:r>
            <w:r w:rsidRPr="000E5891">
              <w:rPr>
                <w:iCs/>
              </w:rPr>
              <w:lastRenderedPageBreak/>
              <w:t xml:space="preserve">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 xml:space="preserve">has been contracted by ERCOT under Section 3.14.1 or under </w:t>
      </w:r>
      <w:r w:rsidRPr="0089588F">
        <w:lastRenderedPageBreak/>
        <w:t>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220" w:name="_Toc204048543"/>
            <w:bookmarkStart w:id="1221" w:name="_Toc400526143"/>
            <w:bookmarkStart w:id="1222" w:name="_Toc405534461"/>
            <w:bookmarkStart w:id="1223" w:name="_Toc406570474"/>
            <w:bookmarkStart w:id="1224" w:name="_Toc410910626"/>
            <w:bookmarkStart w:id="1225" w:name="_Toc411841054"/>
            <w:bookmarkStart w:id="1226" w:name="_Toc422147016"/>
            <w:bookmarkStart w:id="1227" w:name="_Toc433020612"/>
            <w:bookmarkStart w:id="1228" w:name="_Toc437262053"/>
            <w:bookmarkStart w:id="1229"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230" w:name="_Toc135988978"/>
      <w:r>
        <w:t>3.9.2</w:t>
      </w:r>
      <w:r>
        <w:tab/>
        <w:t>Current Operating Plan Validation</w:t>
      </w:r>
      <w:bookmarkEnd w:id="1220"/>
      <w:bookmarkEnd w:id="1221"/>
      <w:bookmarkEnd w:id="1222"/>
      <w:bookmarkEnd w:id="1223"/>
      <w:bookmarkEnd w:id="1224"/>
      <w:bookmarkEnd w:id="1225"/>
      <w:bookmarkEnd w:id="1226"/>
      <w:bookmarkEnd w:id="1227"/>
      <w:bookmarkEnd w:id="1228"/>
      <w:bookmarkEnd w:id="1229"/>
      <w:bookmarkEnd w:id="1230"/>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w:t>
      </w:r>
      <w:r>
        <w:lastRenderedPageBreak/>
        <w:t xml:space="preserve">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31" w:name="_Toc204048544"/>
            <w:bookmarkStart w:id="1232" w:name="_Toc400526144"/>
            <w:bookmarkStart w:id="1233" w:name="_Toc405534462"/>
            <w:bookmarkStart w:id="1234" w:name="_Toc406570475"/>
            <w:bookmarkStart w:id="1235" w:name="_Toc410910627"/>
            <w:bookmarkStart w:id="1236" w:name="_Toc411841055"/>
            <w:bookmarkStart w:id="1237" w:name="_Toc422147017"/>
            <w:bookmarkStart w:id="1238" w:name="_Toc433020613"/>
            <w:bookmarkStart w:id="1239" w:name="_Toc437262054"/>
            <w:bookmarkStart w:id="1240"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41" w:name="_Toc135988979"/>
      <w:r>
        <w:t>3.10</w:t>
      </w:r>
      <w:r>
        <w:tab/>
        <w:t>Network Operations Modeling and Telemetry</w:t>
      </w:r>
      <w:bookmarkEnd w:id="1231"/>
      <w:bookmarkEnd w:id="1232"/>
      <w:bookmarkEnd w:id="1233"/>
      <w:bookmarkEnd w:id="1234"/>
      <w:bookmarkEnd w:id="1235"/>
      <w:bookmarkEnd w:id="1236"/>
      <w:bookmarkEnd w:id="1237"/>
      <w:bookmarkEnd w:id="1238"/>
      <w:bookmarkEnd w:id="1239"/>
      <w:bookmarkEnd w:id="1240"/>
      <w:bookmarkEnd w:id="1241"/>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xml:space="preserve">, then ERCOT </w:t>
      </w:r>
      <w:r w:rsidR="00061D2A" w:rsidRPr="003178F8">
        <w:lastRenderedPageBreak/>
        <w:t>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w:t>
            </w:r>
            <w:r w:rsidRPr="00E55E72">
              <w:rPr>
                <w:iCs/>
              </w:rPr>
              <w:lastRenderedPageBreak/>
              <w:t>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lastRenderedPageBreak/>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w:t>
      </w:r>
      <w:r>
        <w:lastRenderedPageBreak/>
        <w:t xml:space="preserve">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42" w:name="_Toc204048545"/>
            <w:bookmarkStart w:id="1243" w:name="_Toc400526145"/>
            <w:bookmarkStart w:id="1244" w:name="_Toc405534463"/>
            <w:bookmarkStart w:id="1245" w:name="_Toc406570476"/>
            <w:bookmarkStart w:id="1246" w:name="_Toc410910628"/>
            <w:bookmarkStart w:id="1247" w:name="_Toc411841056"/>
            <w:bookmarkStart w:id="1248" w:name="_Toc422147018"/>
            <w:bookmarkStart w:id="1249" w:name="_Toc433020614"/>
            <w:bookmarkStart w:id="1250" w:name="_Toc437262055"/>
            <w:bookmarkStart w:id="1251"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52" w:name="_Toc135988980"/>
      <w:r>
        <w:t>3.10.1</w:t>
      </w:r>
      <w:r>
        <w:tab/>
        <w:t>Time Line for Network Operations Model Change</w:t>
      </w:r>
      <w:r w:rsidR="00061D2A">
        <w:t>s</w:t>
      </w:r>
      <w:bookmarkEnd w:id="1242"/>
      <w:bookmarkEnd w:id="1243"/>
      <w:bookmarkEnd w:id="1244"/>
      <w:bookmarkEnd w:id="1245"/>
      <w:bookmarkEnd w:id="1246"/>
      <w:bookmarkEnd w:id="1247"/>
      <w:bookmarkEnd w:id="1248"/>
      <w:bookmarkEnd w:id="1249"/>
      <w:bookmarkEnd w:id="1250"/>
      <w:bookmarkEnd w:id="1251"/>
      <w:bookmarkEnd w:id="1252"/>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 xml:space="preserve">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w:t>
            </w:r>
            <w:r w:rsidRPr="00E55E72">
              <w:rPr>
                <w:iCs/>
              </w:rPr>
              <w:lastRenderedPageBreak/>
              <w:t>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lastRenderedPageBreak/>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53" w:name="_Toc204048546"/>
      <w:bookmarkStart w:id="1254" w:name="_Toc400526146"/>
      <w:bookmarkStart w:id="1255" w:name="_Toc405534464"/>
      <w:bookmarkStart w:id="1256" w:name="_Toc406570477"/>
      <w:bookmarkStart w:id="1257" w:name="_Toc410910629"/>
      <w:bookmarkStart w:id="1258" w:name="_Toc411841057"/>
      <w:bookmarkStart w:id="1259" w:name="_Toc422147019"/>
      <w:bookmarkStart w:id="1260" w:name="_Toc433020615"/>
      <w:bookmarkStart w:id="1261" w:name="_Toc437262056"/>
      <w:bookmarkStart w:id="1262" w:name="_Toc478375231"/>
      <w:bookmarkStart w:id="1263" w:name="_Toc135988981"/>
      <w:r>
        <w:t>3.10.2</w:t>
      </w:r>
      <w:r>
        <w:tab/>
        <w:t>Annual Planning Model</w:t>
      </w:r>
      <w:bookmarkEnd w:id="1253"/>
      <w:bookmarkEnd w:id="1254"/>
      <w:bookmarkEnd w:id="1255"/>
      <w:bookmarkEnd w:id="1256"/>
      <w:bookmarkEnd w:id="1257"/>
      <w:bookmarkEnd w:id="1258"/>
      <w:bookmarkEnd w:id="1259"/>
      <w:bookmarkEnd w:id="1260"/>
      <w:bookmarkEnd w:id="1261"/>
      <w:bookmarkEnd w:id="1262"/>
      <w:bookmarkEnd w:id="1263"/>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64" w:name="_Toc204048547"/>
      <w:bookmarkStart w:id="1265" w:name="_Toc400526147"/>
      <w:bookmarkStart w:id="1266" w:name="_Toc405534465"/>
      <w:bookmarkStart w:id="1267" w:name="_Toc406570478"/>
      <w:bookmarkStart w:id="1268" w:name="_Toc410910630"/>
      <w:bookmarkStart w:id="1269" w:name="_Toc411841058"/>
      <w:bookmarkStart w:id="1270" w:name="_Toc422147020"/>
      <w:bookmarkStart w:id="1271" w:name="_Toc433020616"/>
      <w:bookmarkStart w:id="1272" w:name="_Toc437262057"/>
      <w:bookmarkStart w:id="1273" w:name="_Toc478375232"/>
      <w:bookmarkStart w:id="1274" w:name="_Toc135988982"/>
      <w:bookmarkStart w:id="1275" w:name="_Toc204048548"/>
      <w:r>
        <w:t>3.10.3</w:t>
      </w:r>
      <w:r>
        <w:tab/>
        <w:t>CRR Network Model</w:t>
      </w:r>
      <w:bookmarkEnd w:id="1264"/>
      <w:bookmarkEnd w:id="1265"/>
      <w:bookmarkEnd w:id="1266"/>
      <w:bookmarkEnd w:id="1267"/>
      <w:bookmarkEnd w:id="1268"/>
      <w:bookmarkEnd w:id="1269"/>
      <w:bookmarkEnd w:id="1270"/>
      <w:bookmarkEnd w:id="1271"/>
      <w:bookmarkEnd w:id="1272"/>
      <w:bookmarkEnd w:id="1273"/>
      <w:bookmarkEnd w:id="1274"/>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w:t>
      </w:r>
      <w:r>
        <w:lastRenderedPageBreak/>
        <w:t xml:space="preserve">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76" w:name="_Toc400526148"/>
      <w:bookmarkStart w:id="1277" w:name="_Toc405534466"/>
      <w:bookmarkStart w:id="1278" w:name="_Toc406570479"/>
      <w:bookmarkStart w:id="1279" w:name="_Toc410910631"/>
      <w:bookmarkStart w:id="1280" w:name="_Toc411841059"/>
      <w:bookmarkStart w:id="1281" w:name="_Toc422147021"/>
      <w:bookmarkStart w:id="1282" w:name="_Toc433020617"/>
      <w:bookmarkStart w:id="1283" w:name="_Toc437262058"/>
      <w:bookmarkStart w:id="1284" w:name="_Toc478375233"/>
      <w:bookmarkStart w:id="1285" w:name="_Toc135988983"/>
      <w:bookmarkStart w:id="1286"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76"/>
      <w:bookmarkEnd w:id="1277"/>
      <w:bookmarkEnd w:id="1278"/>
      <w:bookmarkEnd w:id="1279"/>
      <w:bookmarkEnd w:id="1280"/>
      <w:bookmarkEnd w:id="1281"/>
      <w:bookmarkEnd w:id="1282"/>
      <w:bookmarkEnd w:id="1283"/>
      <w:bookmarkEnd w:id="1284"/>
      <w:r w:rsidR="00E30FE0" w:rsidRPr="00E30FE0">
        <w:rPr>
          <w:b/>
        </w:rPr>
        <w:t>, Resource Retirements and Deletion of DC Tie Load Zones</w:t>
      </w:r>
      <w:bookmarkEnd w:id="1285"/>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w:t>
      </w:r>
      <w:r w:rsidR="00ED476D">
        <w:lastRenderedPageBreak/>
        <w:t xml:space="preserve">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87" w:name="_Toc400526149"/>
      <w:bookmarkStart w:id="1288" w:name="_Toc405534467"/>
      <w:bookmarkStart w:id="1289" w:name="_Toc406570480"/>
      <w:bookmarkStart w:id="1290" w:name="_Toc410910632"/>
      <w:bookmarkStart w:id="1291" w:name="_Toc411841060"/>
      <w:bookmarkStart w:id="1292" w:name="_Toc422147022"/>
      <w:bookmarkStart w:id="1293" w:name="_Toc433020618"/>
      <w:bookmarkStart w:id="1294" w:name="_Toc437262059"/>
      <w:bookmarkStart w:id="1295" w:name="_Toc478375234"/>
      <w:bookmarkStart w:id="1296" w:name="_Toc135988984"/>
      <w:bookmarkEnd w:id="1286"/>
      <w:r>
        <w:t>3.10.4</w:t>
      </w:r>
      <w:r>
        <w:tab/>
        <w:t>ERCOT Responsibilities</w:t>
      </w:r>
      <w:bookmarkEnd w:id="1275"/>
      <w:bookmarkEnd w:id="1287"/>
      <w:bookmarkEnd w:id="1288"/>
      <w:bookmarkEnd w:id="1289"/>
      <w:bookmarkEnd w:id="1290"/>
      <w:bookmarkEnd w:id="1291"/>
      <w:bookmarkEnd w:id="1292"/>
      <w:bookmarkEnd w:id="1293"/>
      <w:bookmarkEnd w:id="1294"/>
      <w:bookmarkEnd w:id="1295"/>
      <w:bookmarkEnd w:id="1296"/>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w:t>
      </w:r>
      <w:r>
        <w:lastRenderedPageBreak/>
        <w:t xml:space="preserve">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lastRenderedPageBreak/>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97" w:name="_Toc204048549"/>
      <w:bookmarkStart w:id="1298" w:name="_Toc400526150"/>
      <w:bookmarkStart w:id="1299" w:name="_Toc405534468"/>
      <w:bookmarkStart w:id="1300" w:name="_Toc406570481"/>
      <w:bookmarkStart w:id="1301" w:name="_Toc410910633"/>
      <w:bookmarkStart w:id="1302" w:name="_Toc411841061"/>
      <w:bookmarkStart w:id="1303" w:name="_Toc422147023"/>
      <w:bookmarkStart w:id="1304" w:name="_Toc433020619"/>
      <w:bookmarkStart w:id="1305" w:name="_Toc437262060"/>
      <w:bookmarkStart w:id="1306" w:name="_Toc478375235"/>
      <w:bookmarkStart w:id="1307" w:name="_Toc135988985"/>
      <w:r>
        <w:t>3.10.5</w:t>
      </w:r>
      <w:r>
        <w:tab/>
        <w:t>TSP Responsibilities</w:t>
      </w:r>
      <w:bookmarkEnd w:id="1297"/>
      <w:bookmarkEnd w:id="1298"/>
      <w:bookmarkEnd w:id="1299"/>
      <w:bookmarkEnd w:id="1300"/>
      <w:bookmarkEnd w:id="1301"/>
      <w:bookmarkEnd w:id="1302"/>
      <w:bookmarkEnd w:id="1303"/>
      <w:bookmarkEnd w:id="1304"/>
      <w:bookmarkEnd w:id="1305"/>
      <w:bookmarkEnd w:id="1306"/>
      <w:bookmarkEnd w:id="1307"/>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lastRenderedPageBreak/>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08" w:name="_Toc204048550"/>
            <w:bookmarkStart w:id="1309" w:name="_Toc400526151"/>
            <w:bookmarkStart w:id="1310" w:name="_Toc405534469"/>
            <w:bookmarkStart w:id="1311" w:name="_Toc406570482"/>
            <w:bookmarkStart w:id="1312" w:name="_Toc410910634"/>
            <w:bookmarkStart w:id="1313" w:name="_Toc411841062"/>
            <w:bookmarkStart w:id="1314" w:name="_Toc422147024"/>
            <w:bookmarkStart w:id="1315" w:name="_Toc433020620"/>
            <w:bookmarkStart w:id="1316" w:name="_Toc437262061"/>
            <w:bookmarkStart w:id="1317"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18" w:name="_Toc491967192"/>
            <w:bookmarkStart w:id="1319" w:name="_Toc162186"/>
            <w:bookmarkStart w:id="1320" w:name="_Toc2078129"/>
            <w:bookmarkStart w:id="1321" w:name="_Toc5182819"/>
            <w:bookmarkStart w:id="1322" w:name="_Toc10015474"/>
            <w:bookmarkStart w:id="1323" w:name="_Toc17706355"/>
            <w:bookmarkStart w:id="1324" w:name="_Toc28421557"/>
            <w:bookmarkStart w:id="1325" w:name="_Toc33773602"/>
            <w:bookmarkStart w:id="1326" w:name="_Toc38964994"/>
            <w:bookmarkStart w:id="1327" w:name="_Toc44313274"/>
            <w:bookmarkStart w:id="1328" w:name="_Toc46954799"/>
            <w:bookmarkStart w:id="1329" w:name="_Toc49589437"/>
            <w:bookmarkStart w:id="1330" w:name="_Toc56671781"/>
            <w:bookmarkStart w:id="1331" w:name="_Toc60037322"/>
            <w:bookmarkStart w:id="1332" w:name="_Toc65141409"/>
            <w:bookmarkStart w:id="1333" w:name="_Toc68163741"/>
            <w:bookmarkStart w:id="1334" w:name="_Toc75942465"/>
            <w:bookmarkStart w:id="1335" w:name="_Toc91055118"/>
            <w:bookmarkStart w:id="1336" w:name="_Toc94099811"/>
            <w:bookmarkStart w:id="1337" w:name="_Toc94100265"/>
            <w:bookmarkStart w:id="1338" w:name="_Toc109631784"/>
            <w:bookmarkStart w:id="1339" w:name="_Toc110057660"/>
            <w:bookmarkStart w:id="1340" w:name="_Toc111272662"/>
            <w:bookmarkStart w:id="1341" w:name="_Toc112226114"/>
            <w:bookmarkStart w:id="1342" w:name="_Toc121253266"/>
            <w:bookmarkStart w:id="1343" w:name="_Toc125014665"/>
            <w:bookmarkStart w:id="1344" w:name="_Toc135988986"/>
            <w:r w:rsidRPr="00E55E72">
              <w:rPr>
                <w:b/>
                <w:bCs/>
                <w:i/>
              </w:rPr>
              <w:t>3.10.5</w:t>
            </w:r>
            <w:r w:rsidRPr="00E55E72">
              <w:rPr>
                <w:b/>
                <w:bCs/>
                <w:i/>
              </w:rPr>
              <w:tab/>
              <w:t>TSP and DCTO Responsibilities</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 xml:space="preserve">ERCOT shall request such additions when a lack of data telemetry has caused, or can be </w:t>
            </w:r>
            <w:r w:rsidRPr="00E55E72">
              <w:rPr>
                <w:iCs/>
              </w:rPr>
              <w:lastRenderedPageBreak/>
              <w:t>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45" w:name="_Toc135988987"/>
      <w:bookmarkStart w:id="1346" w:name="_Hlk125616372"/>
      <w:r>
        <w:lastRenderedPageBreak/>
        <w:t>3.10.6</w:t>
      </w:r>
      <w:r>
        <w:tab/>
      </w:r>
      <w:r w:rsidR="00F02393">
        <w:t xml:space="preserve">QSE and </w:t>
      </w:r>
      <w:r>
        <w:t>Resource Entity Responsibilities</w:t>
      </w:r>
      <w:bookmarkEnd w:id="1308"/>
      <w:bookmarkEnd w:id="1309"/>
      <w:bookmarkEnd w:id="1310"/>
      <w:bookmarkEnd w:id="1311"/>
      <w:bookmarkEnd w:id="1312"/>
      <w:bookmarkEnd w:id="1313"/>
      <w:bookmarkEnd w:id="1314"/>
      <w:bookmarkEnd w:id="1315"/>
      <w:bookmarkEnd w:id="1316"/>
      <w:bookmarkEnd w:id="1317"/>
      <w:bookmarkEnd w:id="1345"/>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lastRenderedPageBreak/>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lastRenderedPageBreak/>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47" w:name="_Toc204048551"/>
      <w:bookmarkStart w:id="1348" w:name="_Toc400526152"/>
      <w:bookmarkStart w:id="1349" w:name="_Toc405534470"/>
      <w:bookmarkStart w:id="1350" w:name="_Toc406570483"/>
      <w:bookmarkStart w:id="1351" w:name="_Toc410910635"/>
      <w:bookmarkStart w:id="1352" w:name="_Toc411841063"/>
      <w:bookmarkStart w:id="1353" w:name="_Toc422147025"/>
      <w:bookmarkStart w:id="1354" w:name="_Toc433020621"/>
      <w:bookmarkStart w:id="1355" w:name="_Toc437262062"/>
      <w:bookmarkStart w:id="1356" w:name="_Toc478375237"/>
      <w:bookmarkStart w:id="1357" w:name="_Toc135988988"/>
      <w:bookmarkEnd w:id="1346"/>
      <w:r>
        <w:t>3.10.7</w:t>
      </w:r>
      <w:r>
        <w:tab/>
        <w:t>ERCOT System Modeling Requirements</w:t>
      </w:r>
      <w:bookmarkEnd w:id="1347"/>
      <w:bookmarkEnd w:id="1348"/>
      <w:bookmarkEnd w:id="1349"/>
      <w:bookmarkEnd w:id="1350"/>
      <w:bookmarkEnd w:id="1351"/>
      <w:bookmarkEnd w:id="1352"/>
      <w:bookmarkEnd w:id="1353"/>
      <w:bookmarkEnd w:id="1354"/>
      <w:bookmarkEnd w:id="1355"/>
      <w:bookmarkEnd w:id="1356"/>
      <w:bookmarkEnd w:id="1357"/>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58" w:name="_Toc204048552"/>
      <w:bookmarkStart w:id="1359" w:name="_Toc400526153"/>
      <w:bookmarkStart w:id="1360" w:name="_Toc405534471"/>
      <w:bookmarkStart w:id="1361" w:name="_Toc406570484"/>
      <w:bookmarkStart w:id="1362" w:name="_Toc410910636"/>
      <w:bookmarkStart w:id="1363" w:name="_Toc411841064"/>
      <w:bookmarkStart w:id="1364" w:name="_Toc422147026"/>
      <w:bookmarkStart w:id="1365" w:name="_Toc433020622"/>
      <w:bookmarkStart w:id="1366" w:name="_Toc437262063"/>
      <w:bookmarkStart w:id="1367" w:name="_Toc478375238"/>
      <w:bookmarkStart w:id="1368" w:name="_Toc135988989"/>
      <w:r w:rsidRPr="00AE0E6D">
        <w:rPr>
          <w:b/>
        </w:rPr>
        <w:lastRenderedPageBreak/>
        <w:t>3.10.7.1</w:t>
      </w:r>
      <w:r w:rsidRPr="00AE0E6D">
        <w:rPr>
          <w:b/>
        </w:rPr>
        <w:tab/>
        <w:t>Modeling of Transmission Elements and Parameters</w:t>
      </w:r>
      <w:bookmarkEnd w:id="1358"/>
      <w:bookmarkEnd w:id="1359"/>
      <w:bookmarkEnd w:id="1360"/>
      <w:bookmarkEnd w:id="1361"/>
      <w:bookmarkEnd w:id="1362"/>
      <w:bookmarkEnd w:id="1363"/>
      <w:bookmarkEnd w:id="1364"/>
      <w:bookmarkEnd w:id="1365"/>
      <w:bookmarkEnd w:id="1366"/>
      <w:bookmarkEnd w:id="1367"/>
      <w:bookmarkEnd w:id="1368"/>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69" w:name="OLE_LINK6"/>
      <w:bookmarkStart w:id="1370" w:name="OLE_LINK7"/>
      <w:r>
        <w:t>NOMCR</w:t>
      </w:r>
      <w:bookmarkEnd w:id="1369"/>
      <w:bookmarkEnd w:id="1370"/>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71" w:name="_Toc204048553"/>
            <w:bookmarkStart w:id="1372" w:name="_Toc400526154"/>
            <w:bookmarkStart w:id="1373" w:name="_Toc405534472"/>
            <w:bookmarkStart w:id="1374" w:name="_Toc406570485"/>
            <w:bookmarkStart w:id="1375" w:name="_Toc410910637"/>
            <w:bookmarkStart w:id="1376" w:name="_Toc411841065"/>
            <w:bookmarkStart w:id="1377" w:name="_Toc422147027"/>
            <w:bookmarkStart w:id="1378" w:name="_Toc433020623"/>
            <w:bookmarkStart w:id="1379" w:name="_Toc437262064"/>
            <w:bookmarkStart w:id="1380"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81" w:name="_Toc135988990"/>
      <w:r>
        <w:t>3.10.7.1.1</w:t>
      </w:r>
      <w:r>
        <w:tab/>
        <w:t>Transmission Lines</w:t>
      </w:r>
      <w:bookmarkEnd w:id="1371"/>
      <w:bookmarkEnd w:id="1372"/>
      <w:bookmarkEnd w:id="1373"/>
      <w:bookmarkEnd w:id="1374"/>
      <w:bookmarkEnd w:id="1375"/>
      <w:bookmarkEnd w:id="1376"/>
      <w:bookmarkEnd w:id="1377"/>
      <w:bookmarkEnd w:id="1378"/>
      <w:bookmarkEnd w:id="1379"/>
      <w:bookmarkEnd w:id="1380"/>
      <w:bookmarkEnd w:id="1381"/>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82" w:name="_Toc204048554"/>
      <w:bookmarkStart w:id="1383" w:name="_Toc400526155"/>
      <w:bookmarkStart w:id="1384" w:name="_Toc405534473"/>
      <w:bookmarkStart w:id="1385" w:name="_Toc406570486"/>
      <w:bookmarkStart w:id="1386" w:name="_Toc410910638"/>
      <w:bookmarkStart w:id="1387" w:name="_Toc411841066"/>
      <w:bookmarkStart w:id="1388" w:name="_Toc422147028"/>
      <w:bookmarkStart w:id="1389" w:name="_Toc433020624"/>
      <w:bookmarkStart w:id="1390" w:name="_Toc437262065"/>
      <w:bookmarkStart w:id="1391" w:name="_Toc478375240"/>
      <w:bookmarkStart w:id="1392" w:name="_Toc135988991"/>
      <w:r>
        <w:t>3.10.7.1.2</w:t>
      </w:r>
      <w:r>
        <w:tab/>
        <w:t>Transmission Buses</w:t>
      </w:r>
      <w:bookmarkEnd w:id="1382"/>
      <w:bookmarkEnd w:id="1383"/>
      <w:bookmarkEnd w:id="1384"/>
      <w:bookmarkEnd w:id="1385"/>
      <w:bookmarkEnd w:id="1386"/>
      <w:bookmarkEnd w:id="1387"/>
      <w:bookmarkEnd w:id="1388"/>
      <w:bookmarkEnd w:id="1389"/>
      <w:bookmarkEnd w:id="1390"/>
      <w:bookmarkEnd w:id="1391"/>
      <w:bookmarkEnd w:id="1392"/>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lastRenderedPageBreak/>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lastRenderedPageBreak/>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93" w:name="_Toc204048555"/>
            <w:bookmarkStart w:id="1394" w:name="_Toc400526156"/>
            <w:bookmarkStart w:id="1395" w:name="_Toc405534474"/>
            <w:bookmarkStart w:id="1396" w:name="_Toc406570487"/>
            <w:bookmarkStart w:id="1397" w:name="_Toc410910639"/>
            <w:bookmarkStart w:id="1398" w:name="_Toc411841067"/>
            <w:bookmarkStart w:id="1399" w:name="_Toc422147029"/>
            <w:bookmarkStart w:id="1400" w:name="_Toc433020625"/>
            <w:bookmarkStart w:id="1401" w:name="_Toc437262066"/>
            <w:bookmarkStart w:id="1402"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403" w:name="_Toc135988992"/>
      <w:r>
        <w:t>3.10.7.1.3</w:t>
      </w:r>
      <w:r>
        <w:tab/>
        <w:t>Transmission Breakers and Switches</w:t>
      </w:r>
      <w:bookmarkEnd w:id="1393"/>
      <w:bookmarkEnd w:id="1394"/>
      <w:bookmarkEnd w:id="1395"/>
      <w:bookmarkEnd w:id="1396"/>
      <w:bookmarkEnd w:id="1397"/>
      <w:bookmarkEnd w:id="1398"/>
      <w:bookmarkEnd w:id="1399"/>
      <w:bookmarkEnd w:id="1400"/>
      <w:bookmarkEnd w:id="1401"/>
      <w:bookmarkEnd w:id="1402"/>
      <w:bookmarkEnd w:id="1403"/>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w:t>
      </w:r>
      <w:r>
        <w:lastRenderedPageBreak/>
        <w:t>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404" w:name="_Toc204048556"/>
            <w:bookmarkStart w:id="1405" w:name="_Toc400526157"/>
            <w:bookmarkStart w:id="1406" w:name="_Toc405534475"/>
            <w:bookmarkStart w:id="1407" w:name="_Toc406570488"/>
            <w:bookmarkStart w:id="1408" w:name="_Toc410910640"/>
            <w:bookmarkStart w:id="1409" w:name="_Toc411841068"/>
            <w:bookmarkStart w:id="1410" w:name="_Toc422147030"/>
            <w:bookmarkStart w:id="1411" w:name="_Toc433020626"/>
            <w:bookmarkStart w:id="1412" w:name="_Toc437262067"/>
            <w:bookmarkStart w:id="1413"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414" w:name="_Toc135988993"/>
      <w:r>
        <w:t>3.10.7.1.4</w:t>
      </w:r>
      <w:r>
        <w:tab/>
        <w:t>Transmission</w:t>
      </w:r>
      <w:r w:rsidR="00387E69">
        <w:t>, Main Power Transformers (MPT</w:t>
      </w:r>
      <w:r w:rsidR="00DF0495">
        <w:t>s</w:t>
      </w:r>
      <w:r w:rsidR="00387E69">
        <w:t>)</w:t>
      </w:r>
      <w:r>
        <w:t xml:space="preserve"> and Generation Resource Step-Up Transformers</w:t>
      </w:r>
      <w:bookmarkEnd w:id="1404"/>
      <w:bookmarkEnd w:id="1405"/>
      <w:bookmarkEnd w:id="1406"/>
      <w:bookmarkEnd w:id="1407"/>
      <w:bookmarkEnd w:id="1408"/>
      <w:bookmarkEnd w:id="1409"/>
      <w:bookmarkEnd w:id="1410"/>
      <w:bookmarkEnd w:id="1411"/>
      <w:bookmarkEnd w:id="1412"/>
      <w:bookmarkEnd w:id="1413"/>
      <w:bookmarkEnd w:id="1414"/>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w:t>
      </w:r>
      <w:r>
        <w:lastRenderedPageBreak/>
        <w:t xml:space="preserve">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415"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w:t>
      </w:r>
      <w:r>
        <w:lastRenderedPageBreak/>
        <w:t xml:space="preserve">paragraph (4) of </w:t>
      </w:r>
      <w:r w:rsidR="00DF0495">
        <w:t xml:space="preserve">Section </w:t>
      </w:r>
      <w:r>
        <w:t xml:space="preserve">3.10.4, ERCOT Responsibilities, (except for emergency) prior to the tap position change implementation date.  </w:t>
      </w:r>
    </w:p>
    <w:bookmarkEnd w:id="1415"/>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16" w:name="_Toc204048557"/>
      <w:bookmarkStart w:id="1417" w:name="_Toc400526158"/>
      <w:bookmarkStart w:id="1418" w:name="_Toc405534476"/>
      <w:bookmarkStart w:id="1419" w:name="_Toc406570489"/>
      <w:bookmarkStart w:id="1420" w:name="_Toc410910641"/>
      <w:bookmarkStart w:id="1421" w:name="_Toc411841069"/>
      <w:bookmarkStart w:id="1422" w:name="_Toc422147031"/>
      <w:bookmarkStart w:id="1423" w:name="_Toc433020627"/>
      <w:bookmarkStart w:id="1424" w:name="_Toc437262068"/>
      <w:bookmarkStart w:id="1425" w:name="_Toc478375243"/>
      <w:bookmarkStart w:id="1426" w:name="_Toc135988994"/>
      <w:r>
        <w:t>3.10.7.1.5</w:t>
      </w:r>
      <w:r>
        <w:tab/>
        <w:t>Reactors, Capacitors, and other Reactive Controlled Sources</w:t>
      </w:r>
      <w:bookmarkEnd w:id="1416"/>
      <w:bookmarkEnd w:id="1417"/>
      <w:bookmarkEnd w:id="1418"/>
      <w:bookmarkEnd w:id="1419"/>
      <w:bookmarkEnd w:id="1420"/>
      <w:bookmarkEnd w:id="1421"/>
      <w:bookmarkEnd w:id="1422"/>
      <w:bookmarkEnd w:id="1423"/>
      <w:bookmarkEnd w:id="1424"/>
      <w:bookmarkEnd w:id="1425"/>
      <w:bookmarkEnd w:id="1426"/>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27" w:name="_Toc204048558"/>
      <w:bookmarkStart w:id="1428" w:name="_Toc400526159"/>
      <w:bookmarkStart w:id="1429" w:name="_Toc405534477"/>
      <w:bookmarkStart w:id="1430" w:name="_Toc406570490"/>
      <w:bookmarkStart w:id="1431" w:name="_Toc410910642"/>
      <w:bookmarkStart w:id="1432" w:name="_Toc411841070"/>
      <w:bookmarkStart w:id="1433" w:name="_Toc422147032"/>
      <w:bookmarkStart w:id="1434" w:name="_Toc433020628"/>
      <w:bookmarkStart w:id="1435" w:name="_Toc437262069"/>
      <w:bookmarkStart w:id="1436" w:name="_Toc478375244"/>
      <w:bookmarkStart w:id="1437" w:name="_Toc135988995"/>
      <w:r w:rsidRPr="00552CF9">
        <w:rPr>
          <w:b/>
        </w:rPr>
        <w:lastRenderedPageBreak/>
        <w:t>3.10.7.2</w:t>
      </w:r>
      <w:r w:rsidRPr="00552CF9">
        <w:rPr>
          <w:b/>
        </w:rPr>
        <w:tab/>
        <w:t>Modeling of Resources and Transmission Loads</w:t>
      </w:r>
      <w:bookmarkEnd w:id="1427"/>
      <w:bookmarkEnd w:id="1428"/>
      <w:bookmarkEnd w:id="1429"/>
      <w:bookmarkEnd w:id="1430"/>
      <w:bookmarkEnd w:id="1431"/>
      <w:bookmarkEnd w:id="1432"/>
      <w:bookmarkEnd w:id="1433"/>
      <w:bookmarkEnd w:id="1434"/>
      <w:bookmarkEnd w:id="1435"/>
      <w:bookmarkEnd w:id="1436"/>
      <w:bookmarkEnd w:id="1437"/>
    </w:p>
    <w:p w14:paraId="595639F2" w14:textId="02D51B2A" w:rsidR="00EA0791" w:rsidRDefault="002D238A">
      <w:pPr>
        <w:pStyle w:val="BodyTextNumbered"/>
      </w:pPr>
      <w:bookmarkStart w:id="1438"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8"/>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39"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40" w:name="_Hlk90901016"/>
      <w:bookmarkEnd w:id="1439"/>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 xml:space="preserve">shall </w:t>
      </w:r>
      <w:r w:rsidRPr="000D3DD4">
        <w:lastRenderedPageBreak/>
        <w:t>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0"/>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4D401607"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w:t>
      </w:r>
      <w:r>
        <w:lastRenderedPageBreak/>
        <w:t xml:space="preserve">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41"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41"/>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lastRenderedPageBreak/>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42" w:name="_Toc400526160"/>
      <w:bookmarkStart w:id="1443" w:name="_Toc405534478"/>
      <w:bookmarkStart w:id="1444" w:name="_Toc406570491"/>
      <w:bookmarkStart w:id="1445" w:name="_Toc410910643"/>
      <w:bookmarkStart w:id="1446" w:name="_Toc411841071"/>
      <w:bookmarkStart w:id="1447" w:name="_Toc422147033"/>
      <w:bookmarkStart w:id="1448" w:name="_Toc433020629"/>
      <w:bookmarkStart w:id="1449" w:name="_Toc437262070"/>
      <w:bookmarkStart w:id="1450" w:name="_Toc478375245"/>
      <w:bookmarkStart w:id="1451" w:name="_Toc13598899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42"/>
      <w:bookmarkEnd w:id="1443"/>
      <w:bookmarkEnd w:id="1444"/>
      <w:bookmarkEnd w:id="1445"/>
      <w:bookmarkEnd w:id="1446"/>
      <w:bookmarkEnd w:id="1447"/>
      <w:bookmarkEnd w:id="1448"/>
      <w:bookmarkEnd w:id="1449"/>
      <w:bookmarkEnd w:id="1450"/>
      <w:bookmarkEnd w:id="1451"/>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w:t>
            </w:r>
            <w:r w:rsidRPr="00282040">
              <w:lastRenderedPageBreak/>
              <w:t xml:space="preserve">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52" w:name="_Toc135988997"/>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52"/>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lastRenderedPageBreak/>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lastRenderedPageBreak/>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53" w:name="_Toc204048559"/>
      <w:bookmarkStart w:id="1454" w:name="_Toc400526161"/>
      <w:bookmarkStart w:id="1455" w:name="_Toc405534479"/>
      <w:bookmarkStart w:id="1456" w:name="_Toc406570492"/>
      <w:bookmarkStart w:id="1457" w:name="_Toc410910644"/>
      <w:bookmarkStart w:id="1458" w:name="_Toc411841072"/>
      <w:bookmarkStart w:id="1459" w:name="_Toc422147034"/>
      <w:bookmarkStart w:id="1460" w:name="_Toc433020630"/>
      <w:bookmarkStart w:id="1461" w:name="_Toc437262071"/>
      <w:bookmarkStart w:id="1462" w:name="_Toc478375246"/>
      <w:bookmarkStart w:id="1463" w:name="_Toc135988998"/>
      <w:r w:rsidRPr="00552CF9">
        <w:rPr>
          <w:b/>
        </w:rPr>
        <w:t>3.10.7.3</w:t>
      </w:r>
      <w:r w:rsidRPr="00552CF9">
        <w:rPr>
          <w:b/>
        </w:rPr>
        <w:tab/>
        <w:t>Modeling of Private Use Networks</w:t>
      </w:r>
      <w:bookmarkEnd w:id="1453"/>
      <w:bookmarkEnd w:id="1454"/>
      <w:bookmarkEnd w:id="1455"/>
      <w:bookmarkEnd w:id="1456"/>
      <w:bookmarkEnd w:id="1457"/>
      <w:bookmarkEnd w:id="1458"/>
      <w:bookmarkEnd w:id="1459"/>
      <w:bookmarkEnd w:id="1460"/>
      <w:bookmarkEnd w:id="1461"/>
      <w:bookmarkEnd w:id="1462"/>
      <w:bookmarkEnd w:id="1463"/>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lastRenderedPageBreak/>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lastRenderedPageBreak/>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64" w:name="_Toc204048560"/>
      <w:bookmarkStart w:id="1465" w:name="_Toc400526162"/>
      <w:bookmarkStart w:id="1466" w:name="_Toc405534480"/>
      <w:bookmarkStart w:id="1467" w:name="_Toc406570493"/>
      <w:bookmarkStart w:id="1468" w:name="_Toc410910645"/>
      <w:bookmarkStart w:id="1469" w:name="_Toc411841073"/>
      <w:bookmarkStart w:id="1470" w:name="_Toc422147035"/>
      <w:bookmarkStart w:id="1471" w:name="_Toc433020631"/>
      <w:bookmarkStart w:id="1472" w:name="_Toc437262072"/>
      <w:bookmarkStart w:id="1473" w:name="_Toc478375247"/>
      <w:bookmarkStart w:id="1474" w:name="_Toc135988999"/>
      <w:r w:rsidRPr="00552CF9">
        <w:rPr>
          <w:b/>
        </w:rPr>
        <w:t>3.10.7.4</w:t>
      </w:r>
      <w:r w:rsidRPr="00552CF9">
        <w:rPr>
          <w:b/>
        </w:rPr>
        <w:tab/>
      </w:r>
      <w:r w:rsidR="006E44DA" w:rsidRPr="007D2202">
        <w:rPr>
          <w:b/>
          <w:bCs/>
        </w:rPr>
        <w:t>Remedial Action Schemes, Automatic Mitigation Plans and Remedial Action Plans</w:t>
      </w:r>
      <w:bookmarkEnd w:id="1464"/>
      <w:bookmarkEnd w:id="1465"/>
      <w:bookmarkEnd w:id="1466"/>
      <w:bookmarkEnd w:id="1467"/>
      <w:bookmarkEnd w:id="1468"/>
      <w:bookmarkEnd w:id="1469"/>
      <w:bookmarkEnd w:id="1470"/>
      <w:bookmarkEnd w:id="1471"/>
      <w:bookmarkEnd w:id="1472"/>
      <w:bookmarkEnd w:id="1473"/>
      <w:bookmarkEnd w:id="1474"/>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 xml:space="preserve">ERCOT shall provide notification to the market and post all RASs, </w:t>
            </w:r>
            <w:r w:rsidRPr="00E55E72">
              <w:rPr>
                <w:color w:val="000000"/>
                <w:szCs w:val="23"/>
              </w:rPr>
              <w:lastRenderedPageBreak/>
              <w:t>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75" w:name="_Toc144691952"/>
      <w:bookmarkStart w:id="1476" w:name="_Toc204048561"/>
      <w:bookmarkStart w:id="1477" w:name="_Toc400526163"/>
      <w:bookmarkStart w:id="1478" w:name="_Toc405534481"/>
      <w:bookmarkStart w:id="1479" w:name="_Toc406570494"/>
      <w:bookmarkStart w:id="1480" w:name="_Toc410910646"/>
      <w:bookmarkStart w:id="1481" w:name="_Toc411841074"/>
      <w:bookmarkStart w:id="1482" w:name="_Toc422147036"/>
      <w:bookmarkStart w:id="1483" w:name="_Toc433020632"/>
      <w:bookmarkStart w:id="1484" w:name="_Toc437262073"/>
      <w:bookmarkStart w:id="1485" w:name="_Toc478375248"/>
      <w:bookmarkStart w:id="1486" w:name="_Toc135989000"/>
      <w:r w:rsidRPr="00552CF9">
        <w:rPr>
          <w:b/>
        </w:rPr>
        <w:t>3.10.7.5</w:t>
      </w:r>
      <w:r w:rsidRPr="00552CF9">
        <w:rPr>
          <w:b/>
        </w:rPr>
        <w:tab/>
        <w:t xml:space="preserve">Telemetry </w:t>
      </w:r>
      <w:bookmarkEnd w:id="1475"/>
      <w:bookmarkEnd w:id="1476"/>
      <w:bookmarkEnd w:id="1477"/>
      <w:bookmarkEnd w:id="1478"/>
      <w:bookmarkEnd w:id="1479"/>
      <w:bookmarkEnd w:id="1480"/>
      <w:bookmarkEnd w:id="1481"/>
      <w:bookmarkEnd w:id="1482"/>
      <w:bookmarkEnd w:id="1483"/>
      <w:bookmarkEnd w:id="1484"/>
      <w:bookmarkEnd w:id="1485"/>
      <w:r w:rsidR="008F7DE7">
        <w:rPr>
          <w:b/>
        </w:rPr>
        <w:t>Requirements</w:t>
      </w:r>
      <w:bookmarkEnd w:id="1486"/>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w:t>
            </w:r>
            <w:r w:rsidRPr="00E55E72">
              <w:rPr>
                <w:iCs/>
              </w:rPr>
              <w:lastRenderedPageBreak/>
              <w:t>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lastRenderedPageBreak/>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87" w:name="_Toc144691953"/>
      <w:bookmarkStart w:id="1488" w:name="_Toc204048562"/>
      <w:bookmarkStart w:id="1489" w:name="_Toc400526164"/>
      <w:bookmarkStart w:id="1490" w:name="_Toc405534482"/>
      <w:bookmarkStart w:id="1491" w:name="_Toc406570495"/>
      <w:bookmarkStart w:id="1492" w:name="_Toc410910647"/>
      <w:bookmarkStart w:id="1493" w:name="_Toc411841075"/>
      <w:bookmarkStart w:id="1494" w:name="_Toc422147037"/>
      <w:bookmarkStart w:id="1495" w:name="_Toc433020633"/>
      <w:bookmarkStart w:id="1496" w:name="_Toc437262074"/>
      <w:bookmarkStart w:id="1497" w:name="_Toc478375249"/>
      <w:bookmarkStart w:id="1498" w:name="_Toc135989001"/>
      <w:r>
        <w:lastRenderedPageBreak/>
        <w:t>3.10.7.5.1</w:t>
      </w:r>
      <w:r>
        <w:tab/>
        <w:t>Continuous Telemetry of the Status of Breakers and Switches</w:t>
      </w:r>
      <w:bookmarkEnd w:id="1487"/>
      <w:bookmarkEnd w:id="1488"/>
      <w:bookmarkEnd w:id="1489"/>
      <w:bookmarkEnd w:id="1490"/>
      <w:bookmarkEnd w:id="1491"/>
      <w:bookmarkEnd w:id="1492"/>
      <w:bookmarkEnd w:id="1493"/>
      <w:bookmarkEnd w:id="1494"/>
      <w:bookmarkEnd w:id="1495"/>
      <w:bookmarkEnd w:id="1496"/>
      <w:bookmarkEnd w:id="1497"/>
      <w:bookmarkEnd w:id="1498"/>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w:t>
            </w:r>
            <w:r w:rsidR="002850C9" w:rsidRPr="00E55E72">
              <w:rPr>
                <w:iCs/>
              </w:rPr>
              <w:lastRenderedPageBreak/>
              <w:t xml:space="preserve">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w:t>
      </w:r>
      <w:r>
        <w:lastRenderedPageBreak/>
        <w:t>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99" w:name="_Toc144691954"/>
      <w:bookmarkStart w:id="1500" w:name="_Toc204048563"/>
      <w:bookmarkStart w:id="1501" w:name="_Toc400526165"/>
      <w:bookmarkStart w:id="1502" w:name="_Toc405534483"/>
      <w:bookmarkStart w:id="1503" w:name="_Toc406570496"/>
      <w:bookmarkStart w:id="1504" w:name="_Toc410910648"/>
      <w:bookmarkStart w:id="1505" w:name="_Toc411841076"/>
      <w:bookmarkStart w:id="1506" w:name="_Toc422147038"/>
      <w:bookmarkStart w:id="1507" w:name="_Toc433020634"/>
      <w:bookmarkStart w:id="1508" w:name="_Toc437262075"/>
      <w:bookmarkStart w:id="1509" w:name="_Toc478375250"/>
      <w:bookmarkStart w:id="1510" w:name="_Toc135989002"/>
      <w:r>
        <w:t>3.10.7.5.2</w:t>
      </w:r>
      <w:r>
        <w:tab/>
        <w:t>Continuous Telemetry of the Real-Time Measurements of Bus Load, Voltages, Tap Position, and Flows</w:t>
      </w:r>
      <w:bookmarkEnd w:id="1499"/>
      <w:bookmarkEnd w:id="1500"/>
      <w:bookmarkEnd w:id="1501"/>
      <w:bookmarkEnd w:id="1502"/>
      <w:bookmarkEnd w:id="1503"/>
      <w:bookmarkEnd w:id="1504"/>
      <w:bookmarkEnd w:id="1505"/>
      <w:bookmarkEnd w:id="1506"/>
      <w:bookmarkEnd w:id="1507"/>
      <w:bookmarkEnd w:id="1508"/>
      <w:bookmarkEnd w:id="1509"/>
      <w:bookmarkEnd w:id="1510"/>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w:t>
      </w:r>
      <w:r w:rsidR="00B9056C">
        <w:lastRenderedPageBreak/>
        <w:t>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lastRenderedPageBreak/>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lastRenderedPageBreak/>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11" w:name="_Toc204048564"/>
            <w:bookmarkStart w:id="1512" w:name="_Toc400526166"/>
            <w:bookmarkStart w:id="1513" w:name="_Toc405534484"/>
            <w:bookmarkStart w:id="1514" w:name="_Toc406570497"/>
            <w:bookmarkStart w:id="1515" w:name="_Toc410910649"/>
            <w:bookmarkStart w:id="1516" w:name="_Toc411841077"/>
            <w:bookmarkStart w:id="1517" w:name="_Toc422147039"/>
            <w:bookmarkStart w:id="1518" w:name="_Toc433020635"/>
            <w:bookmarkStart w:id="1519" w:name="_Toc437262076"/>
            <w:bookmarkStart w:id="1520"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21" w:name="_Toc135989003"/>
      <w:r>
        <w:t>3.10.7.5.3</w:t>
      </w:r>
      <w:r w:rsidRPr="000C1FFC">
        <w:t xml:space="preserve"> </w:t>
      </w:r>
      <w:r>
        <w:tab/>
        <w:t xml:space="preserve">Required </w:t>
      </w:r>
      <w:r w:rsidRPr="000C1FFC">
        <w:t>Telemetry of Voltage and Power Flow</w:t>
      </w:r>
      <w:bookmarkEnd w:id="1521"/>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lastRenderedPageBreak/>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22" w:name="_Toc135989004"/>
      <w:r>
        <w:rPr>
          <w:rFonts w:cs="Arial"/>
          <w:iCs w:val="0"/>
        </w:rPr>
        <w:t>3.10.7.5.4</w:t>
      </w:r>
      <w:r w:rsidRPr="000C1FFC">
        <w:rPr>
          <w:rFonts w:cs="Arial"/>
          <w:iCs w:val="0"/>
        </w:rPr>
        <w:tab/>
        <w:t>General Telemetry Performance Criteria</w:t>
      </w:r>
      <w:bookmarkEnd w:id="1522"/>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lastRenderedPageBreak/>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23" w:name="_Toc135989005"/>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23"/>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24" w:name="_Toc135989006"/>
      <w:r>
        <w:rPr>
          <w:rFonts w:cs="Arial"/>
        </w:rPr>
        <w:lastRenderedPageBreak/>
        <w:t>3.10.7.5.6</w:t>
      </w:r>
      <w:r w:rsidRPr="000C1FFC">
        <w:rPr>
          <w:rFonts w:cs="Arial"/>
        </w:rPr>
        <w:tab/>
        <w:t xml:space="preserve">TSP/QSE </w:t>
      </w:r>
      <w:r w:rsidRPr="00795F57">
        <w:rPr>
          <w:rFonts w:cs="Arial"/>
          <w:iCs w:val="0"/>
        </w:rPr>
        <w:t>Telemetry</w:t>
      </w:r>
      <w:r w:rsidRPr="000C1FFC">
        <w:rPr>
          <w:rFonts w:cs="Arial"/>
        </w:rPr>
        <w:t xml:space="preserve"> Restoration</w:t>
      </w:r>
      <w:bookmarkEnd w:id="1524"/>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25" w:name="_Toc135989007"/>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25"/>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26" w:name="_Toc135989008"/>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26"/>
    </w:p>
    <w:p w14:paraId="0359D2FD" w14:textId="77777777" w:rsidR="00CC4EC4" w:rsidRPr="000C1FFC" w:rsidRDefault="00CC4EC4" w:rsidP="00CC4EC4">
      <w:pPr>
        <w:pStyle w:val="H2"/>
        <w:ind w:left="907" w:hanging="907"/>
        <w:outlineLvl w:val="3"/>
      </w:pPr>
      <w:bookmarkStart w:id="1527" w:name="_Toc135989009"/>
      <w:r>
        <w:t>3.10.7.5.8.1</w:t>
      </w:r>
      <w:r w:rsidRPr="000C1FFC">
        <w:tab/>
        <w:t>Data Quality Codes</w:t>
      </w:r>
      <w:bookmarkEnd w:id="1527"/>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lastRenderedPageBreak/>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28" w:name="_Toc135989010"/>
      <w:r>
        <w:t>3.10.7.5.8.2</w:t>
      </w:r>
      <w:r w:rsidRPr="000C1FFC">
        <w:tab/>
        <w:t>Reliability of ICCP Associations</w:t>
      </w:r>
      <w:bookmarkEnd w:id="1528"/>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29" w:name="_Toc135989011"/>
      <w:r w:rsidRPr="00D471F7">
        <w:rPr>
          <w:rFonts w:cs="Arial"/>
          <w:szCs w:val="24"/>
        </w:rPr>
        <w:t>3.10.7.5.9</w:t>
      </w:r>
      <w:r w:rsidRPr="00D471F7">
        <w:rPr>
          <w:rFonts w:cs="Arial"/>
          <w:szCs w:val="24"/>
        </w:rPr>
        <w:tab/>
        <w:t>ERCOT Requests for Telemetry</w:t>
      </w:r>
      <w:bookmarkEnd w:id="1529"/>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lastRenderedPageBreak/>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lastRenderedPageBreak/>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30" w:name="_Toc135989012"/>
      <w:r w:rsidRPr="00D471F7">
        <w:rPr>
          <w:rFonts w:cs="Arial"/>
          <w:szCs w:val="24"/>
        </w:rPr>
        <w:t>3.10.7.5.10</w:t>
      </w:r>
      <w:r w:rsidRPr="00D471F7">
        <w:rPr>
          <w:rFonts w:cs="Arial"/>
          <w:szCs w:val="24"/>
        </w:rPr>
        <w:tab/>
        <w:t>ERCOT Requests for Redundant Telemetry</w:t>
      </w:r>
      <w:bookmarkEnd w:id="1530"/>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xml:space="preserve">, and the contingency/overload condition and the unit dispatch that makes this a concern.  If the </w:t>
      </w:r>
      <w:r w:rsidRPr="000C1FFC">
        <w:rPr>
          <w:iCs w:val="0"/>
        </w:rPr>
        <w:lastRenderedPageBreak/>
        <w:t>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31" w:name="_Toc135989013"/>
      <w:r w:rsidRPr="007F4287">
        <w:rPr>
          <w:b/>
        </w:rPr>
        <w:lastRenderedPageBreak/>
        <w:t>3.10.7.6</w:t>
      </w:r>
      <w:r w:rsidRPr="007F4287">
        <w:rPr>
          <w:b/>
        </w:rPr>
        <w:tab/>
      </w:r>
      <w:r w:rsidR="004661C6">
        <w:rPr>
          <w:b/>
        </w:rPr>
        <w:t>Use</w:t>
      </w:r>
      <w:r w:rsidRPr="007F4287">
        <w:rPr>
          <w:b/>
        </w:rPr>
        <w:t xml:space="preserve"> of Generic Transmission </w:t>
      </w:r>
      <w:bookmarkEnd w:id="1511"/>
      <w:r w:rsidR="004661C6" w:rsidRPr="004661C6">
        <w:rPr>
          <w:b/>
        </w:rPr>
        <w:t>Constraints and Generic Transmission Limits</w:t>
      </w:r>
      <w:bookmarkEnd w:id="1512"/>
      <w:bookmarkEnd w:id="1513"/>
      <w:bookmarkEnd w:id="1514"/>
      <w:bookmarkEnd w:id="1515"/>
      <w:bookmarkEnd w:id="1516"/>
      <w:bookmarkEnd w:id="1517"/>
      <w:bookmarkEnd w:id="1518"/>
      <w:bookmarkEnd w:id="1519"/>
      <w:bookmarkEnd w:id="1520"/>
      <w:bookmarkEnd w:id="1531"/>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lastRenderedPageBreak/>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32" w:name="_Toc478375252"/>
      <w:bookmarkStart w:id="1533" w:name="_Toc135989014"/>
      <w:r>
        <w:rPr>
          <w:b/>
        </w:rPr>
        <w:t>3.10.7.7</w:t>
      </w:r>
      <w:r>
        <w:tab/>
      </w:r>
      <w:r w:rsidR="00415452" w:rsidRPr="00415452">
        <w:rPr>
          <w:b/>
        </w:rPr>
        <w:t>DC Tie Limits</w:t>
      </w:r>
      <w:bookmarkEnd w:id="1532"/>
      <w:bookmarkEnd w:id="1533"/>
    </w:p>
    <w:p w14:paraId="7F3C1602" w14:textId="77777777" w:rsidR="00415452" w:rsidRPr="00415452" w:rsidRDefault="00415452" w:rsidP="00016388">
      <w:pPr>
        <w:pStyle w:val="BodyTextNumbered"/>
      </w:pPr>
      <w:bookmarkStart w:id="1534"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34"/>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35" w:name="_Toc114235789"/>
            <w:bookmarkStart w:id="1536" w:name="_Toc144691955"/>
            <w:bookmarkStart w:id="1537" w:name="_Toc204048565"/>
            <w:bookmarkStart w:id="1538" w:name="_Toc400526167"/>
            <w:bookmarkStart w:id="1539" w:name="_Toc405534485"/>
            <w:bookmarkStart w:id="1540" w:name="_Toc406570498"/>
            <w:bookmarkStart w:id="1541" w:name="_Toc410910650"/>
            <w:bookmarkStart w:id="1542" w:name="_Toc411841078"/>
            <w:bookmarkStart w:id="1543" w:name="_Toc422147040"/>
            <w:bookmarkStart w:id="1544" w:name="_Toc433020636"/>
            <w:bookmarkStart w:id="1545" w:name="_Toc437262077"/>
            <w:bookmarkStart w:id="1546"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47" w:name="_Toc505586443"/>
            <w:bookmarkStart w:id="1548" w:name="_Toc510513346"/>
            <w:bookmarkStart w:id="1549" w:name="_Toc517103790"/>
            <w:bookmarkStart w:id="1550" w:name="_Toc523224978"/>
            <w:bookmarkStart w:id="1551" w:name="_Toc527535307"/>
            <w:bookmarkStart w:id="1552" w:name="_Toc162204"/>
            <w:bookmarkStart w:id="1553" w:name="_Toc2078147"/>
            <w:bookmarkStart w:id="1554" w:name="_Toc5182837"/>
            <w:bookmarkStart w:id="1555" w:name="_Toc10015492"/>
            <w:bookmarkStart w:id="1556" w:name="_Toc10017783"/>
            <w:bookmarkStart w:id="1557" w:name="_Toc17706373"/>
            <w:bookmarkStart w:id="1558" w:name="_Toc28421575"/>
            <w:bookmarkStart w:id="1559" w:name="_Toc33773620"/>
            <w:bookmarkStart w:id="1560" w:name="_Toc38965012"/>
            <w:bookmarkStart w:id="1561" w:name="_Toc44313293"/>
            <w:bookmarkStart w:id="1562" w:name="_Toc46954818"/>
            <w:bookmarkStart w:id="1563" w:name="_Toc49589457"/>
            <w:bookmarkStart w:id="1564" w:name="_Toc56671801"/>
            <w:bookmarkStart w:id="1565" w:name="_Toc60037342"/>
            <w:bookmarkStart w:id="1566" w:name="_Toc65141429"/>
            <w:bookmarkStart w:id="1567" w:name="_Toc68163761"/>
            <w:bookmarkStart w:id="1568" w:name="_Toc75942495"/>
            <w:bookmarkStart w:id="1569" w:name="_Toc91055148"/>
            <w:bookmarkStart w:id="1570" w:name="_Toc94100295"/>
            <w:bookmarkStart w:id="1571" w:name="_Toc109631814"/>
            <w:bookmarkStart w:id="1572" w:name="_Toc110057690"/>
            <w:bookmarkStart w:id="1573" w:name="_Toc111272692"/>
            <w:bookmarkStart w:id="1574" w:name="_Toc112226144"/>
            <w:bookmarkStart w:id="1575" w:name="_Toc121253296"/>
            <w:bookmarkStart w:id="1576" w:name="_Toc125014695"/>
            <w:bookmarkStart w:id="1577" w:name="_Toc13598901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w:t>
            </w:r>
            <w:r w:rsidRPr="00D51F51">
              <w:rPr>
                <w:iCs/>
                <w:lang w:val="x-none" w:eastAsia="x-none"/>
              </w:rPr>
              <w:lastRenderedPageBreak/>
              <w:t xml:space="preserve">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78" w:name="_Toc135989016"/>
      <w:r>
        <w:lastRenderedPageBreak/>
        <w:t>3.10.8</w:t>
      </w:r>
      <w:r>
        <w:tab/>
        <w:t>Dynamic Ratings</w:t>
      </w:r>
      <w:bookmarkEnd w:id="1535"/>
      <w:bookmarkEnd w:id="1536"/>
      <w:bookmarkEnd w:id="1537"/>
      <w:bookmarkEnd w:id="1538"/>
      <w:bookmarkEnd w:id="1539"/>
      <w:bookmarkEnd w:id="1540"/>
      <w:bookmarkEnd w:id="1541"/>
      <w:bookmarkEnd w:id="1542"/>
      <w:bookmarkEnd w:id="1543"/>
      <w:bookmarkEnd w:id="1544"/>
      <w:bookmarkEnd w:id="1545"/>
      <w:bookmarkEnd w:id="1546"/>
      <w:bookmarkEnd w:id="1578"/>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79" w:name="_Toc144691956"/>
      <w:bookmarkStart w:id="1580" w:name="_Toc204048566"/>
      <w:bookmarkStart w:id="1581" w:name="_Toc400526168"/>
      <w:bookmarkStart w:id="1582" w:name="_Toc405534486"/>
      <w:bookmarkStart w:id="1583" w:name="_Toc406570499"/>
      <w:bookmarkStart w:id="1584" w:name="_Toc410910651"/>
      <w:bookmarkStart w:id="1585" w:name="_Toc411841079"/>
      <w:bookmarkStart w:id="1586" w:name="_Toc422147041"/>
      <w:bookmarkStart w:id="1587" w:name="_Toc433020637"/>
      <w:bookmarkStart w:id="1588" w:name="_Toc437262078"/>
      <w:bookmarkStart w:id="1589" w:name="_Toc478375255"/>
      <w:bookmarkStart w:id="1590" w:name="_Toc135989017"/>
      <w:r w:rsidRPr="00AE0E6D">
        <w:rPr>
          <w:b/>
        </w:rPr>
        <w:t>3.10.8.1</w:t>
      </w:r>
      <w:r w:rsidRPr="00AE0E6D">
        <w:rPr>
          <w:b/>
        </w:rPr>
        <w:tab/>
        <w:t>Dynamic Ratings Delivered via ICCP</w:t>
      </w:r>
      <w:bookmarkEnd w:id="1579"/>
      <w:bookmarkEnd w:id="1580"/>
      <w:bookmarkEnd w:id="1581"/>
      <w:bookmarkEnd w:id="1582"/>
      <w:bookmarkEnd w:id="1583"/>
      <w:bookmarkEnd w:id="1584"/>
      <w:bookmarkEnd w:id="1585"/>
      <w:bookmarkEnd w:id="1586"/>
      <w:bookmarkEnd w:id="1587"/>
      <w:bookmarkEnd w:id="1588"/>
      <w:bookmarkEnd w:id="1589"/>
      <w:bookmarkEnd w:id="1590"/>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lastRenderedPageBreak/>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91" w:name="_Toc144691957"/>
      <w:bookmarkStart w:id="1592" w:name="_Toc204048567"/>
      <w:bookmarkStart w:id="1593" w:name="_Toc400526169"/>
      <w:bookmarkStart w:id="1594" w:name="_Toc405534487"/>
      <w:bookmarkStart w:id="1595" w:name="_Toc406570500"/>
      <w:bookmarkStart w:id="1596" w:name="_Toc410910652"/>
      <w:bookmarkStart w:id="1597" w:name="_Toc411841080"/>
      <w:bookmarkStart w:id="1598" w:name="_Toc422147042"/>
      <w:bookmarkStart w:id="1599" w:name="_Toc433020638"/>
      <w:bookmarkStart w:id="1600" w:name="_Toc437262079"/>
      <w:bookmarkStart w:id="1601" w:name="_Toc478375256"/>
      <w:bookmarkStart w:id="1602" w:name="_Toc135989018"/>
      <w:r w:rsidRPr="00AE0E6D">
        <w:rPr>
          <w:b/>
        </w:rPr>
        <w:t>3.10.8.2</w:t>
      </w:r>
      <w:r w:rsidRPr="00AE0E6D">
        <w:rPr>
          <w:b/>
        </w:rPr>
        <w:tab/>
        <w:t>Dynamic Ratings Delivered via Static Table and Telemetered Temperature</w:t>
      </w:r>
      <w:bookmarkEnd w:id="1591"/>
      <w:bookmarkEnd w:id="1592"/>
      <w:bookmarkEnd w:id="1593"/>
      <w:bookmarkEnd w:id="1594"/>
      <w:bookmarkEnd w:id="1595"/>
      <w:bookmarkEnd w:id="1596"/>
      <w:bookmarkEnd w:id="1597"/>
      <w:bookmarkEnd w:id="1598"/>
      <w:bookmarkEnd w:id="1599"/>
      <w:bookmarkEnd w:id="1600"/>
      <w:bookmarkEnd w:id="1601"/>
      <w:bookmarkEnd w:id="1602"/>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603" w:name="_Toc144691958"/>
      <w:bookmarkStart w:id="1604" w:name="_Toc204048568"/>
      <w:bookmarkStart w:id="1605" w:name="_Toc400526170"/>
      <w:bookmarkStart w:id="1606" w:name="_Toc405534488"/>
      <w:bookmarkStart w:id="1607" w:name="_Toc406570501"/>
      <w:bookmarkStart w:id="1608" w:name="_Toc410910653"/>
      <w:bookmarkStart w:id="1609" w:name="_Toc411841081"/>
      <w:bookmarkStart w:id="1610" w:name="_Toc422147043"/>
      <w:bookmarkStart w:id="1611" w:name="_Toc433020639"/>
      <w:bookmarkStart w:id="1612" w:name="_Toc437262080"/>
      <w:bookmarkStart w:id="1613" w:name="_Toc478375257"/>
      <w:bookmarkStart w:id="1614" w:name="_Toc135989019"/>
      <w:r w:rsidRPr="00AE0E6D">
        <w:rPr>
          <w:b/>
        </w:rPr>
        <w:t>3.10.8.3</w:t>
      </w:r>
      <w:r w:rsidRPr="00AE0E6D">
        <w:rPr>
          <w:b/>
        </w:rPr>
        <w:tab/>
        <w:t>Dynamic Rating Network Operations Model Change Requests</w:t>
      </w:r>
      <w:bookmarkEnd w:id="1603"/>
      <w:bookmarkEnd w:id="1604"/>
      <w:bookmarkEnd w:id="1605"/>
      <w:bookmarkEnd w:id="1606"/>
      <w:bookmarkEnd w:id="1607"/>
      <w:bookmarkEnd w:id="1608"/>
      <w:bookmarkEnd w:id="1609"/>
      <w:bookmarkEnd w:id="1610"/>
      <w:bookmarkEnd w:id="1611"/>
      <w:bookmarkEnd w:id="1612"/>
      <w:bookmarkEnd w:id="1613"/>
      <w:bookmarkEnd w:id="1614"/>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15" w:name="_Toc144691959"/>
      <w:bookmarkStart w:id="1616" w:name="_Toc204048569"/>
      <w:bookmarkStart w:id="1617" w:name="_Toc400526171"/>
      <w:bookmarkStart w:id="1618" w:name="_Toc405534489"/>
      <w:bookmarkStart w:id="1619" w:name="_Toc406570502"/>
      <w:bookmarkStart w:id="1620" w:name="_Toc410910654"/>
      <w:bookmarkStart w:id="1621" w:name="_Toc411841082"/>
      <w:bookmarkStart w:id="1622" w:name="_Toc422147044"/>
      <w:bookmarkStart w:id="1623" w:name="_Toc433020640"/>
      <w:bookmarkStart w:id="1624" w:name="_Toc437262081"/>
      <w:bookmarkStart w:id="1625" w:name="_Toc478375258"/>
      <w:bookmarkStart w:id="1626" w:name="_Toc135989020"/>
      <w:r w:rsidRPr="00AE0E6D">
        <w:rPr>
          <w:b/>
        </w:rPr>
        <w:lastRenderedPageBreak/>
        <w:t>3.10.8.4</w:t>
      </w:r>
      <w:r w:rsidRPr="00AE0E6D">
        <w:rPr>
          <w:b/>
        </w:rPr>
        <w:tab/>
        <w:t>ERCOT Responsibilities Related to Dynamic Ratings</w:t>
      </w:r>
      <w:bookmarkEnd w:id="1615"/>
      <w:bookmarkEnd w:id="1616"/>
      <w:bookmarkEnd w:id="1617"/>
      <w:bookmarkEnd w:id="1618"/>
      <w:bookmarkEnd w:id="1619"/>
      <w:bookmarkEnd w:id="1620"/>
      <w:bookmarkEnd w:id="1621"/>
      <w:bookmarkEnd w:id="1622"/>
      <w:bookmarkEnd w:id="1623"/>
      <w:bookmarkEnd w:id="1624"/>
      <w:bookmarkEnd w:id="1625"/>
      <w:bookmarkEnd w:id="1626"/>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27" w:name="_Toc144691960"/>
      <w:bookmarkStart w:id="1628" w:name="_Toc204048570"/>
      <w:bookmarkStart w:id="1629" w:name="_Toc400526172"/>
      <w:bookmarkStart w:id="1630" w:name="_Toc405534490"/>
      <w:bookmarkStart w:id="1631" w:name="_Toc406570503"/>
      <w:bookmarkStart w:id="1632" w:name="_Toc410910655"/>
      <w:bookmarkStart w:id="1633" w:name="_Toc411841083"/>
      <w:bookmarkStart w:id="1634" w:name="_Toc422147045"/>
      <w:bookmarkStart w:id="1635" w:name="_Toc433020641"/>
      <w:bookmarkStart w:id="1636" w:name="_Toc437262082"/>
      <w:bookmarkStart w:id="1637" w:name="_Toc478375259"/>
      <w:bookmarkStart w:id="1638" w:name="_Toc135989021"/>
      <w:r w:rsidRPr="00AE0E6D">
        <w:rPr>
          <w:b/>
        </w:rPr>
        <w:t>3.10.8.5</w:t>
      </w:r>
      <w:r w:rsidRPr="00AE0E6D">
        <w:rPr>
          <w:b/>
        </w:rPr>
        <w:tab/>
        <w:t>Transmission Service Provider Responsibilities Related to Dynamic Ratings</w:t>
      </w:r>
      <w:bookmarkEnd w:id="1627"/>
      <w:bookmarkEnd w:id="1628"/>
      <w:bookmarkEnd w:id="1629"/>
      <w:bookmarkEnd w:id="1630"/>
      <w:bookmarkEnd w:id="1631"/>
      <w:bookmarkEnd w:id="1632"/>
      <w:bookmarkEnd w:id="1633"/>
      <w:bookmarkEnd w:id="1634"/>
      <w:bookmarkEnd w:id="1635"/>
      <w:bookmarkEnd w:id="1636"/>
      <w:bookmarkEnd w:id="1637"/>
      <w:bookmarkEnd w:id="1638"/>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 xml:space="preserve">Submit within two months a temperature adjusted rating table when a request is received from ERCOT unless multiple requests are made by ERCOT within the two-month period or unusual circumstances prevent the request from being </w:t>
      </w:r>
      <w:r>
        <w:lastRenderedPageBreak/>
        <w:t>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39" w:name="_Toc114235790"/>
      <w:bookmarkStart w:id="1640" w:name="_Toc144691961"/>
      <w:bookmarkStart w:id="1641" w:name="_Toc204048571"/>
      <w:bookmarkStart w:id="1642" w:name="_Toc400526173"/>
      <w:bookmarkStart w:id="1643" w:name="_Toc405534491"/>
      <w:bookmarkStart w:id="1644" w:name="_Toc406570504"/>
      <w:bookmarkStart w:id="1645" w:name="_Toc410910656"/>
      <w:bookmarkStart w:id="1646" w:name="_Toc411841084"/>
      <w:bookmarkStart w:id="1647" w:name="_Toc422147046"/>
      <w:bookmarkStart w:id="1648" w:name="_Toc433020642"/>
      <w:bookmarkStart w:id="1649" w:name="_Toc437262083"/>
      <w:bookmarkStart w:id="1650" w:name="_Toc478375260"/>
      <w:bookmarkStart w:id="1651" w:name="_Toc135989022"/>
      <w:r>
        <w:t>3.10.9</w:t>
      </w:r>
      <w:r>
        <w:tab/>
        <w:t xml:space="preserve">State Estimator </w:t>
      </w:r>
      <w:bookmarkEnd w:id="1639"/>
      <w:bookmarkEnd w:id="1640"/>
      <w:bookmarkEnd w:id="1641"/>
      <w:bookmarkEnd w:id="1642"/>
      <w:bookmarkEnd w:id="1643"/>
      <w:bookmarkEnd w:id="1644"/>
      <w:bookmarkEnd w:id="1645"/>
      <w:bookmarkEnd w:id="1646"/>
      <w:bookmarkEnd w:id="1647"/>
      <w:bookmarkEnd w:id="1648"/>
      <w:bookmarkEnd w:id="1649"/>
      <w:bookmarkEnd w:id="1650"/>
      <w:r w:rsidR="00CC4EC4">
        <w:t>Requirements</w:t>
      </w:r>
      <w:bookmarkEnd w:id="1651"/>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52" w:name="_Toc144691962"/>
      <w:bookmarkStart w:id="1653" w:name="_Toc204048572"/>
      <w:bookmarkStart w:id="1654" w:name="_Toc400526174"/>
      <w:bookmarkStart w:id="1655" w:name="_Toc405534492"/>
      <w:bookmarkStart w:id="1656" w:name="_Toc406570505"/>
      <w:bookmarkStart w:id="1657" w:name="_Toc410910657"/>
      <w:bookmarkStart w:id="1658" w:name="_Toc411841085"/>
      <w:bookmarkStart w:id="1659" w:name="_Toc422147047"/>
      <w:bookmarkStart w:id="1660" w:name="_Toc433020643"/>
      <w:bookmarkStart w:id="1661" w:name="_Toc437262084"/>
      <w:bookmarkStart w:id="1662" w:name="_Toc478375261"/>
      <w:bookmarkStart w:id="1663" w:name="_Toc135989023"/>
      <w:r w:rsidRPr="00AE0E6D">
        <w:rPr>
          <w:b/>
        </w:rPr>
        <w:t>3.10.9.1</w:t>
      </w:r>
      <w:r w:rsidRPr="00AE0E6D">
        <w:rPr>
          <w:b/>
        </w:rPr>
        <w:tab/>
        <w:t xml:space="preserve">Considerations for </w:t>
      </w:r>
      <w:r w:rsidR="00D15E6C">
        <w:rPr>
          <w:b/>
        </w:rPr>
        <w:t xml:space="preserve">State Estimator </w:t>
      </w:r>
      <w:bookmarkEnd w:id="1652"/>
      <w:bookmarkEnd w:id="1653"/>
      <w:bookmarkEnd w:id="1654"/>
      <w:bookmarkEnd w:id="1655"/>
      <w:bookmarkEnd w:id="1656"/>
      <w:bookmarkEnd w:id="1657"/>
      <w:bookmarkEnd w:id="1658"/>
      <w:bookmarkEnd w:id="1659"/>
      <w:bookmarkEnd w:id="1660"/>
      <w:bookmarkEnd w:id="1661"/>
      <w:bookmarkEnd w:id="1662"/>
      <w:r w:rsidR="00CC4EC4">
        <w:rPr>
          <w:b/>
        </w:rPr>
        <w:t>Requirements</w:t>
      </w:r>
      <w:bookmarkEnd w:id="1663"/>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lastRenderedPageBreak/>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64" w:name="_Toc135989024"/>
      <w:bookmarkStart w:id="1665" w:name="_Toc144691963"/>
      <w:bookmarkStart w:id="1666" w:name="_Toc204048573"/>
      <w:bookmarkStart w:id="1667" w:name="_Toc400526175"/>
      <w:bookmarkStart w:id="1668" w:name="_Toc405534493"/>
      <w:bookmarkStart w:id="1669" w:name="_Toc406570506"/>
      <w:bookmarkStart w:id="1670" w:name="_Toc410910658"/>
      <w:bookmarkStart w:id="1671" w:name="_Toc411841086"/>
      <w:bookmarkStart w:id="1672" w:name="_Toc422147048"/>
      <w:bookmarkStart w:id="1673" w:name="_Toc433020644"/>
      <w:bookmarkStart w:id="1674" w:name="_Toc437262085"/>
      <w:bookmarkStart w:id="1675" w:name="_Toc478375262"/>
      <w:r w:rsidRPr="00795F57">
        <w:rPr>
          <w:b/>
        </w:rPr>
        <w:t>3.10.9.2</w:t>
      </w:r>
      <w:r w:rsidRPr="00795F57">
        <w:rPr>
          <w:b/>
        </w:rPr>
        <w:tab/>
        <w:t>State Estimator Data</w:t>
      </w:r>
      <w:bookmarkEnd w:id="1664"/>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76" w:name="_Toc135989025"/>
      <w:r w:rsidRPr="00795F57">
        <w:rPr>
          <w:b/>
        </w:rPr>
        <w:t>3.10.9.3</w:t>
      </w:r>
      <w:r w:rsidRPr="00795F57">
        <w:rPr>
          <w:b/>
        </w:rPr>
        <w:tab/>
        <w:t>Telemetry Status and Analog Measurements Data</w:t>
      </w:r>
      <w:bookmarkEnd w:id="1676"/>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77" w:name="_Toc135989026"/>
      <w:r w:rsidRPr="00795F57">
        <w:rPr>
          <w:b/>
        </w:rPr>
        <w:lastRenderedPageBreak/>
        <w:t>3.10.9.4</w:t>
      </w:r>
      <w:r w:rsidRPr="00795F57">
        <w:rPr>
          <w:b/>
        </w:rPr>
        <w:tab/>
        <w:t>State Estimator Performance Requirements</w:t>
      </w:r>
      <w:bookmarkEnd w:id="1677"/>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78" w:name="_Toc135989027"/>
      <w:r w:rsidRPr="00795F57">
        <w:rPr>
          <w:b/>
        </w:rPr>
        <w:t>3.10.9.5</w:t>
      </w:r>
      <w:r w:rsidRPr="00795F57">
        <w:rPr>
          <w:b/>
        </w:rPr>
        <w:tab/>
        <w:t>ERCOT Directives</w:t>
      </w:r>
      <w:bookmarkEnd w:id="1678"/>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lastRenderedPageBreak/>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79" w:name="_Toc135989028"/>
      <w:r w:rsidRPr="00AE0E6D">
        <w:rPr>
          <w:b/>
        </w:rPr>
        <w:t>3.10.9.</w:t>
      </w:r>
      <w:r w:rsidR="00F72349">
        <w:rPr>
          <w:b/>
        </w:rPr>
        <w:t>6</w:t>
      </w:r>
      <w:r w:rsidRPr="00AE0E6D">
        <w:rPr>
          <w:b/>
        </w:rPr>
        <w:tab/>
        <w:t>Telemetry and State Estimator Performance Monitoring</w:t>
      </w:r>
      <w:bookmarkEnd w:id="1665"/>
      <w:bookmarkEnd w:id="1666"/>
      <w:bookmarkEnd w:id="1667"/>
      <w:bookmarkEnd w:id="1668"/>
      <w:bookmarkEnd w:id="1669"/>
      <w:bookmarkEnd w:id="1670"/>
      <w:bookmarkEnd w:id="1671"/>
      <w:bookmarkEnd w:id="1672"/>
      <w:bookmarkEnd w:id="1673"/>
      <w:bookmarkEnd w:id="1674"/>
      <w:bookmarkEnd w:id="1675"/>
      <w:bookmarkEnd w:id="1679"/>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80" w:name="_Toc114235791"/>
            <w:bookmarkStart w:id="1681" w:name="_Toc144691964"/>
            <w:bookmarkStart w:id="1682" w:name="_Toc204048574"/>
            <w:bookmarkStart w:id="1683" w:name="_Toc400526176"/>
            <w:bookmarkStart w:id="1684" w:name="_Toc405534494"/>
            <w:bookmarkStart w:id="1685" w:name="_Toc406570507"/>
            <w:bookmarkStart w:id="1686" w:name="_Toc410910659"/>
            <w:bookmarkStart w:id="1687" w:name="_Toc411841087"/>
            <w:bookmarkStart w:id="1688" w:name="_Toc422147049"/>
            <w:bookmarkStart w:id="1689" w:name="_Toc433020645"/>
            <w:bookmarkStart w:id="1690" w:name="_Toc437262086"/>
            <w:bookmarkStart w:id="1691"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92" w:name="_Toc135989029"/>
      <w:r>
        <w:t>3.11</w:t>
      </w:r>
      <w:r>
        <w:tab/>
        <w:t>Transmission Planning</w:t>
      </w:r>
      <w:bookmarkEnd w:id="1680"/>
      <w:bookmarkEnd w:id="1681"/>
      <w:bookmarkEnd w:id="1682"/>
      <w:bookmarkEnd w:id="1683"/>
      <w:bookmarkEnd w:id="1684"/>
      <w:bookmarkEnd w:id="1685"/>
      <w:bookmarkEnd w:id="1686"/>
      <w:bookmarkEnd w:id="1687"/>
      <w:bookmarkEnd w:id="1688"/>
      <w:bookmarkEnd w:id="1689"/>
      <w:bookmarkEnd w:id="1690"/>
      <w:bookmarkEnd w:id="1691"/>
      <w:bookmarkEnd w:id="1692"/>
    </w:p>
    <w:p w14:paraId="4AFB26BE" w14:textId="77777777" w:rsidR="00CB13B2" w:rsidRDefault="002D238A">
      <w:pPr>
        <w:pStyle w:val="H3"/>
      </w:pPr>
      <w:bookmarkStart w:id="1693" w:name="_Toc114235792"/>
      <w:bookmarkStart w:id="1694" w:name="_Toc144691965"/>
      <w:bookmarkStart w:id="1695" w:name="_Toc204048575"/>
      <w:bookmarkStart w:id="1696" w:name="_Toc400526177"/>
      <w:bookmarkStart w:id="1697" w:name="_Toc405534495"/>
      <w:bookmarkStart w:id="1698" w:name="_Toc406570508"/>
      <w:bookmarkStart w:id="1699" w:name="_Toc410910660"/>
      <w:bookmarkStart w:id="1700" w:name="_Toc411841088"/>
      <w:bookmarkStart w:id="1701" w:name="_Toc422147050"/>
      <w:bookmarkStart w:id="1702" w:name="_Toc433020646"/>
      <w:bookmarkStart w:id="1703" w:name="_Toc437262087"/>
      <w:bookmarkStart w:id="1704" w:name="_Toc478375264"/>
      <w:bookmarkStart w:id="1705" w:name="_Toc135989030"/>
      <w:r>
        <w:t>3.11.1</w:t>
      </w:r>
      <w:r>
        <w:tab/>
        <w:t>Overview</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706" w:name="_Toc114235793"/>
      <w:bookmarkStart w:id="1707" w:name="_Toc144691966"/>
      <w:bookmarkStart w:id="1708" w:name="_Toc204048576"/>
      <w:bookmarkStart w:id="1709" w:name="_Toc400526178"/>
      <w:bookmarkStart w:id="1710" w:name="_Toc405534496"/>
      <w:bookmarkStart w:id="1711" w:name="_Toc406570509"/>
      <w:bookmarkStart w:id="1712" w:name="_Toc410910661"/>
      <w:bookmarkStart w:id="1713" w:name="_Toc411841089"/>
      <w:bookmarkStart w:id="1714" w:name="_Toc422147051"/>
      <w:bookmarkStart w:id="1715" w:name="_Toc433020647"/>
      <w:bookmarkStart w:id="1716" w:name="_Toc437262088"/>
      <w:bookmarkStart w:id="1717" w:name="_Toc478375265"/>
      <w:bookmarkStart w:id="1718" w:name="_Toc135989031"/>
      <w:r>
        <w:t>3.11.2</w:t>
      </w:r>
      <w:r>
        <w:tab/>
        <w:t>Planning Criteria</w:t>
      </w:r>
      <w:bookmarkEnd w:id="1706"/>
      <w:bookmarkEnd w:id="1707"/>
      <w:bookmarkEnd w:id="1708"/>
      <w:bookmarkEnd w:id="1709"/>
      <w:bookmarkEnd w:id="1710"/>
      <w:bookmarkEnd w:id="1711"/>
      <w:bookmarkEnd w:id="1712"/>
      <w:bookmarkEnd w:id="1713"/>
      <w:bookmarkEnd w:id="1714"/>
      <w:bookmarkEnd w:id="1715"/>
      <w:bookmarkEnd w:id="1716"/>
      <w:bookmarkEnd w:id="1717"/>
      <w:bookmarkEnd w:id="1718"/>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lastRenderedPageBreak/>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19" w:name="_Toc114235794"/>
      <w:bookmarkStart w:id="1720" w:name="_Toc144691967"/>
      <w:bookmarkStart w:id="1721" w:name="_Toc204048577"/>
      <w:bookmarkStart w:id="1722" w:name="_Toc400526179"/>
      <w:bookmarkStart w:id="1723" w:name="_Toc405534497"/>
      <w:bookmarkStart w:id="1724" w:name="_Toc406570510"/>
      <w:bookmarkStart w:id="1725" w:name="_Toc410910662"/>
      <w:bookmarkStart w:id="1726" w:name="_Toc411841090"/>
      <w:bookmarkStart w:id="1727" w:name="_Toc422147052"/>
      <w:bookmarkStart w:id="1728" w:name="_Toc433020648"/>
      <w:bookmarkStart w:id="1729" w:name="_Toc437262089"/>
      <w:bookmarkStart w:id="1730" w:name="_Toc478375266"/>
      <w:bookmarkStart w:id="1731" w:name="_Toc135989032"/>
      <w:r>
        <w:lastRenderedPageBreak/>
        <w:t>3.11.3</w:t>
      </w:r>
      <w:r>
        <w:tab/>
        <w:t>Regional Planning Group</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32" w:name="_Toc400526180"/>
      <w:bookmarkStart w:id="1733" w:name="_Toc405534498"/>
      <w:bookmarkStart w:id="1734" w:name="_Toc406570511"/>
      <w:bookmarkStart w:id="1735" w:name="_Toc410910663"/>
      <w:bookmarkStart w:id="1736" w:name="_Toc411841091"/>
      <w:bookmarkStart w:id="1737" w:name="_Toc422147053"/>
      <w:bookmarkStart w:id="1738" w:name="_Toc433020649"/>
      <w:bookmarkStart w:id="1739" w:name="_Toc437262090"/>
      <w:bookmarkStart w:id="1740" w:name="_Toc478375267"/>
      <w:bookmarkStart w:id="1741" w:name="_Toc135989033"/>
      <w:r>
        <w:rPr>
          <w:b/>
          <w:bCs/>
          <w:i/>
        </w:rPr>
        <w:t>3.11.4</w:t>
      </w:r>
      <w:r>
        <w:rPr>
          <w:b/>
          <w:bCs/>
          <w:i/>
        </w:rPr>
        <w:tab/>
        <w:t>Regional Planning Group Project Review Process</w:t>
      </w:r>
      <w:bookmarkEnd w:id="1732"/>
      <w:bookmarkEnd w:id="1733"/>
      <w:bookmarkEnd w:id="1734"/>
      <w:bookmarkEnd w:id="1735"/>
      <w:bookmarkEnd w:id="1736"/>
      <w:bookmarkEnd w:id="1737"/>
      <w:bookmarkEnd w:id="1738"/>
      <w:bookmarkEnd w:id="1739"/>
      <w:bookmarkEnd w:id="1740"/>
      <w:bookmarkEnd w:id="1741"/>
    </w:p>
    <w:p w14:paraId="44BFB018" w14:textId="77777777" w:rsidR="00870115" w:rsidRPr="00AE0E6D" w:rsidRDefault="00870115" w:rsidP="00870115">
      <w:pPr>
        <w:pStyle w:val="H4"/>
        <w:rPr>
          <w:b/>
        </w:rPr>
      </w:pPr>
      <w:bookmarkStart w:id="1742" w:name="_Toc245029195"/>
      <w:bookmarkStart w:id="1743" w:name="_Toc400526181"/>
      <w:bookmarkStart w:id="1744" w:name="_Toc405534499"/>
      <w:bookmarkStart w:id="1745" w:name="_Toc406570512"/>
      <w:bookmarkStart w:id="1746" w:name="_Toc410910664"/>
      <w:bookmarkStart w:id="1747" w:name="_Toc411841092"/>
      <w:bookmarkStart w:id="1748" w:name="_Toc422147054"/>
      <w:bookmarkStart w:id="1749" w:name="_Toc433020650"/>
      <w:bookmarkStart w:id="1750" w:name="_Toc437262091"/>
      <w:bookmarkStart w:id="1751" w:name="_Toc478375268"/>
      <w:bookmarkStart w:id="1752" w:name="_Toc135989034"/>
      <w:r w:rsidRPr="00AE0E6D">
        <w:rPr>
          <w:b/>
        </w:rPr>
        <w:t>3.11.4.1</w:t>
      </w:r>
      <w:r w:rsidRPr="00AE0E6D">
        <w:rPr>
          <w:b/>
        </w:rPr>
        <w:tab/>
        <w:t>Project Submission</w:t>
      </w:r>
      <w:bookmarkEnd w:id="1742"/>
      <w:bookmarkEnd w:id="1743"/>
      <w:bookmarkEnd w:id="1744"/>
      <w:bookmarkEnd w:id="1745"/>
      <w:bookmarkEnd w:id="1746"/>
      <w:bookmarkEnd w:id="1747"/>
      <w:bookmarkEnd w:id="1748"/>
      <w:bookmarkEnd w:id="1749"/>
      <w:bookmarkEnd w:id="1750"/>
      <w:bookmarkEnd w:id="1751"/>
      <w:bookmarkEnd w:id="1752"/>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53" w:name="_Toc400526182"/>
      <w:bookmarkStart w:id="1754" w:name="_Toc405534500"/>
      <w:bookmarkStart w:id="1755" w:name="_Toc406570513"/>
      <w:bookmarkStart w:id="1756" w:name="_Toc410910665"/>
      <w:bookmarkStart w:id="1757" w:name="_Toc411841093"/>
      <w:bookmarkStart w:id="1758" w:name="_Toc422147055"/>
      <w:bookmarkStart w:id="1759" w:name="_Toc433020651"/>
      <w:bookmarkStart w:id="1760" w:name="_Toc437262092"/>
      <w:bookmarkStart w:id="1761" w:name="_Toc478375269"/>
      <w:bookmarkStart w:id="1762" w:name="_Toc135989035"/>
      <w:r w:rsidRPr="00AE0E6D">
        <w:rPr>
          <w:b/>
        </w:rPr>
        <w:t>3.11.4.2</w:t>
      </w:r>
      <w:r w:rsidRPr="00AE0E6D">
        <w:rPr>
          <w:b/>
        </w:rPr>
        <w:tab/>
        <w:t>Project Comment Process</w:t>
      </w:r>
      <w:bookmarkEnd w:id="1753"/>
      <w:bookmarkEnd w:id="1754"/>
      <w:bookmarkEnd w:id="1755"/>
      <w:bookmarkEnd w:id="1756"/>
      <w:bookmarkEnd w:id="1757"/>
      <w:bookmarkEnd w:id="1758"/>
      <w:bookmarkEnd w:id="1759"/>
      <w:bookmarkEnd w:id="1760"/>
      <w:bookmarkEnd w:id="1761"/>
      <w:bookmarkEnd w:id="1762"/>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63" w:name="_Toc400526183"/>
      <w:bookmarkStart w:id="1764" w:name="_Toc405534501"/>
      <w:bookmarkStart w:id="1765" w:name="_Toc406570514"/>
      <w:bookmarkStart w:id="1766" w:name="_Toc410910666"/>
      <w:bookmarkStart w:id="1767" w:name="_Toc411841094"/>
      <w:bookmarkStart w:id="1768" w:name="_Toc422147056"/>
      <w:bookmarkStart w:id="1769" w:name="_Toc433020652"/>
      <w:bookmarkStart w:id="1770" w:name="_Toc437262093"/>
      <w:bookmarkStart w:id="1771" w:name="_Toc478375270"/>
      <w:bookmarkStart w:id="1772" w:name="_Toc135989036"/>
      <w:r w:rsidRPr="00AE0E6D">
        <w:rPr>
          <w:b/>
        </w:rPr>
        <w:t>3.11.4.3</w:t>
      </w:r>
      <w:r w:rsidRPr="00AE0E6D">
        <w:rPr>
          <w:b/>
        </w:rPr>
        <w:tab/>
        <w:t>Categorization of Proposed Transmission Projects</w:t>
      </w:r>
      <w:bookmarkEnd w:id="1763"/>
      <w:bookmarkEnd w:id="1764"/>
      <w:bookmarkEnd w:id="1765"/>
      <w:bookmarkEnd w:id="1766"/>
      <w:bookmarkEnd w:id="1767"/>
      <w:bookmarkEnd w:id="1768"/>
      <w:bookmarkEnd w:id="1769"/>
      <w:bookmarkEnd w:id="1770"/>
      <w:bookmarkEnd w:id="1771"/>
      <w:bookmarkEnd w:id="1772"/>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lastRenderedPageBreak/>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lastRenderedPageBreak/>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73" w:name="_Toc400526184"/>
      <w:bookmarkStart w:id="1774" w:name="_Toc405534502"/>
      <w:bookmarkStart w:id="1775" w:name="_Toc406570515"/>
      <w:bookmarkStart w:id="1776" w:name="_Toc410910667"/>
      <w:bookmarkStart w:id="1777" w:name="_Toc411841095"/>
      <w:bookmarkStart w:id="1778" w:name="_Toc422147057"/>
      <w:bookmarkStart w:id="1779" w:name="_Toc433020653"/>
      <w:bookmarkStart w:id="1780" w:name="_Toc437262094"/>
      <w:bookmarkStart w:id="1781"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82" w:name="_Toc135989037"/>
      <w:r w:rsidRPr="00AE0E6D">
        <w:rPr>
          <w:b/>
        </w:rPr>
        <w:t>3.11.4.4</w:t>
      </w:r>
      <w:r w:rsidRPr="00AE0E6D">
        <w:rPr>
          <w:b/>
        </w:rPr>
        <w:tab/>
      </w:r>
      <w:r w:rsidR="008E0F2D">
        <w:rPr>
          <w:b/>
          <w:bCs/>
        </w:rPr>
        <w:t xml:space="preserve">Processing of </w:t>
      </w:r>
      <w:r w:rsidRPr="00AE0E6D">
        <w:rPr>
          <w:b/>
        </w:rPr>
        <w:t>Tier 4</w:t>
      </w:r>
      <w:bookmarkEnd w:id="1773"/>
      <w:bookmarkEnd w:id="1774"/>
      <w:bookmarkEnd w:id="1775"/>
      <w:bookmarkEnd w:id="1776"/>
      <w:bookmarkEnd w:id="1777"/>
      <w:bookmarkEnd w:id="1778"/>
      <w:bookmarkEnd w:id="1779"/>
      <w:bookmarkEnd w:id="1780"/>
      <w:bookmarkEnd w:id="1781"/>
      <w:r w:rsidR="008E0F2D">
        <w:rPr>
          <w:b/>
        </w:rPr>
        <w:t xml:space="preserve"> Projects</w:t>
      </w:r>
      <w:bookmarkEnd w:id="1782"/>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83" w:name="_Toc245029191"/>
      <w:bookmarkStart w:id="1784" w:name="_Toc400526185"/>
      <w:bookmarkStart w:id="1785" w:name="_Toc405534503"/>
      <w:bookmarkStart w:id="1786" w:name="_Toc406570516"/>
      <w:bookmarkStart w:id="1787" w:name="_Toc410910668"/>
      <w:bookmarkStart w:id="1788" w:name="_Toc411841096"/>
      <w:bookmarkStart w:id="1789" w:name="_Toc422147058"/>
      <w:bookmarkStart w:id="1790" w:name="_Toc433020654"/>
      <w:bookmarkStart w:id="1791" w:name="_Toc437262095"/>
      <w:bookmarkStart w:id="1792" w:name="_Toc478375272"/>
      <w:bookmarkStart w:id="1793" w:name="_Toc135989038"/>
      <w:r w:rsidRPr="00AE0E6D">
        <w:rPr>
          <w:b/>
        </w:rPr>
        <w:t>3.11.4.5</w:t>
      </w:r>
      <w:r w:rsidRPr="00AE0E6D">
        <w:rPr>
          <w:b/>
        </w:rPr>
        <w:tab/>
      </w:r>
      <w:r w:rsidR="008E0F2D">
        <w:rPr>
          <w:b/>
          <w:bCs/>
        </w:rPr>
        <w:t xml:space="preserve">Processing of </w:t>
      </w:r>
      <w:r w:rsidRPr="00AE0E6D">
        <w:rPr>
          <w:b/>
        </w:rPr>
        <w:t>Tier 3</w:t>
      </w:r>
      <w:bookmarkEnd w:id="1783"/>
      <w:bookmarkEnd w:id="1784"/>
      <w:bookmarkEnd w:id="1785"/>
      <w:bookmarkEnd w:id="1786"/>
      <w:bookmarkEnd w:id="1787"/>
      <w:bookmarkEnd w:id="1788"/>
      <w:bookmarkEnd w:id="1789"/>
      <w:bookmarkEnd w:id="1790"/>
      <w:bookmarkEnd w:id="1791"/>
      <w:bookmarkEnd w:id="1792"/>
      <w:r w:rsidR="008E0F2D">
        <w:rPr>
          <w:b/>
        </w:rPr>
        <w:t xml:space="preserve"> Projects</w:t>
      </w:r>
      <w:bookmarkEnd w:id="1793"/>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94" w:name="_Toc245029192"/>
      <w:bookmarkStart w:id="1795" w:name="_Toc400526186"/>
      <w:bookmarkStart w:id="1796" w:name="_Toc405534504"/>
      <w:bookmarkStart w:id="1797" w:name="_Toc406570517"/>
      <w:bookmarkStart w:id="1798" w:name="_Toc410910669"/>
      <w:bookmarkStart w:id="1799" w:name="_Toc411841097"/>
      <w:bookmarkStart w:id="1800" w:name="_Toc422147059"/>
      <w:bookmarkStart w:id="1801" w:name="_Toc433020655"/>
      <w:bookmarkStart w:id="1802" w:name="_Toc437262096"/>
      <w:bookmarkStart w:id="1803" w:name="_Toc478375273"/>
      <w:bookmarkStart w:id="1804" w:name="_Toc135989039"/>
      <w:r w:rsidRPr="00AE0E6D">
        <w:rPr>
          <w:b/>
        </w:rPr>
        <w:t>3.11.4.6</w:t>
      </w:r>
      <w:r w:rsidRPr="00AE0E6D">
        <w:rPr>
          <w:b/>
        </w:rPr>
        <w:tab/>
      </w:r>
      <w:r w:rsidR="008E0F2D">
        <w:rPr>
          <w:b/>
        </w:rPr>
        <w:t xml:space="preserve">Processing of </w:t>
      </w:r>
      <w:r w:rsidRPr="00AE0E6D">
        <w:rPr>
          <w:b/>
        </w:rPr>
        <w:t>Tier 2</w:t>
      </w:r>
      <w:bookmarkEnd w:id="1794"/>
      <w:bookmarkEnd w:id="1795"/>
      <w:bookmarkEnd w:id="1796"/>
      <w:bookmarkEnd w:id="1797"/>
      <w:bookmarkEnd w:id="1798"/>
      <w:bookmarkEnd w:id="1799"/>
      <w:bookmarkEnd w:id="1800"/>
      <w:bookmarkEnd w:id="1801"/>
      <w:bookmarkEnd w:id="1802"/>
      <w:bookmarkEnd w:id="1803"/>
      <w:r w:rsidR="008E0F2D">
        <w:rPr>
          <w:b/>
        </w:rPr>
        <w:t xml:space="preserve"> Projects</w:t>
      </w:r>
      <w:bookmarkEnd w:id="1804"/>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805" w:name="_Toc245029193"/>
      <w:bookmarkStart w:id="1806" w:name="_Toc400526187"/>
      <w:bookmarkStart w:id="1807" w:name="_Toc405534505"/>
      <w:bookmarkStart w:id="1808" w:name="_Toc406570518"/>
      <w:bookmarkStart w:id="1809" w:name="_Toc410910670"/>
      <w:bookmarkStart w:id="1810" w:name="_Toc411841098"/>
      <w:bookmarkStart w:id="1811" w:name="_Toc422147060"/>
      <w:bookmarkStart w:id="1812" w:name="_Toc433020656"/>
      <w:bookmarkStart w:id="1813" w:name="_Toc437262097"/>
      <w:bookmarkStart w:id="1814" w:name="_Toc478375274"/>
      <w:bookmarkStart w:id="1815" w:name="_Toc135989040"/>
      <w:r w:rsidRPr="00AE0E6D">
        <w:rPr>
          <w:b/>
        </w:rPr>
        <w:t>3.11.4.7</w:t>
      </w:r>
      <w:r w:rsidRPr="00AE0E6D">
        <w:rPr>
          <w:b/>
        </w:rPr>
        <w:tab/>
      </w:r>
      <w:r w:rsidR="001311B3">
        <w:rPr>
          <w:b/>
        </w:rPr>
        <w:t xml:space="preserve">Processing of </w:t>
      </w:r>
      <w:r w:rsidRPr="00AE0E6D">
        <w:rPr>
          <w:b/>
        </w:rPr>
        <w:t>Tier 1</w:t>
      </w:r>
      <w:bookmarkEnd w:id="1805"/>
      <w:bookmarkEnd w:id="1806"/>
      <w:bookmarkEnd w:id="1807"/>
      <w:bookmarkEnd w:id="1808"/>
      <w:bookmarkEnd w:id="1809"/>
      <w:bookmarkEnd w:id="1810"/>
      <w:bookmarkEnd w:id="1811"/>
      <w:bookmarkEnd w:id="1812"/>
      <w:bookmarkEnd w:id="1813"/>
      <w:bookmarkEnd w:id="1814"/>
      <w:r w:rsidR="001311B3">
        <w:rPr>
          <w:b/>
        </w:rPr>
        <w:t xml:space="preserve"> Projects</w:t>
      </w:r>
      <w:bookmarkEnd w:id="1815"/>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16" w:name="_Toc400526188"/>
      <w:bookmarkStart w:id="1817" w:name="_Toc405534506"/>
      <w:bookmarkStart w:id="1818" w:name="_Toc406570519"/>
      <w:bookmarkStart w:id="1819" w:name="_Toc410910671"/>
      <w:bookmarkStart w:id="1820" w:name="_Toc411841099"/>
      <w:bookmarkStart w:id="1821" w:name="_Toc422147061"/>
      <w:bookmarkStart w:id="1822" w:name="_Toc433020657"/>
      <w:bookmarkStart w:id="1823" w:name="_Toc437262098"/>
      <w:bookmarkStart w:id="1824" w:name="_Toc478375275"/>
      <w:bookmarkStart w:id="1825" w:name="_Toc135989041"/>
      <w:r w:rsidRPr="00AE0E6D">
        <w:rPr>
          <w:b/>
        </w:rPr>
        <w:lastRenderedPageBreak/>
        <w:t>3.11.4.8</w:t>
      </w:r>
      <w:r w:rsidRPr="00AE0E6D">
        <w:rPr>
          <w:b/>
        </w:rPr>
        <w:tab/>
        <w:t>Determine Designated Providers of Transmission Additions</w:t>
      </w:r>
      <w:bookmarkEnd w:id="1816"/>
      <w:bookmarkEnd w:id="1817"/>
      <w:bookmarkEnd w:id="1818"/>
      <w:bookmarkEnd w:id="1819"/>
      <w:bookmarkEnd w:id="1820"/>
      <w:bookmarkEnd w:id="1821"/>
      <w:bookmarkEnd w:id="1822"/>
      <w:bookmarkEnd w:id="1823"/>
      <w:bookmarkEnd w:id="1824"/>
      <w:bookmarkEnd w:id="1825"/>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26" w:name="_Toc400526189"/>
      <w:bookmarkStart w:id="1827" w:name="_Toc405534507"/>
      <w:bookmarkStart w:id="1828" w:name="_Toc406570520"/>
      <w:bookmarkStart w:id="1829" w:name="_Toc410910672"/>
      <w:bookmarkStart w:id="1830" w:name="_Toc411841100"/>
      <w:bookmarkStart w:id="1831" w:name="_Toc422147062"/>
      <w:bookmarkStart w:id="1832" w:name="_Toc433020658"/>
      <w:bookmarkStart w:id="1833" w:name="_Toc437262099"/>
      <w:bookmarkStart w:id="1834" w:name="_Toc478375276"/>
      <w:bookmarkStart w:id="1835" w:name="_Toc135989042"/>
      <w:r w:rsidRPr="00AE0E6D">
        <w:rPr>
          <w:b/>
        </w:rPr>
        <w:t>3.11.4.9</w:t>
      </w:r>
      <w:r w:rsidRPr="00AE0E6D">
        <w:rPr>
          <w:b/>
        </w:rPr>
        <w:tab/>
        <w:t>Regional Planning Group Acceptance and ERCOT Endorsement</w:t>
      </w:r>
      <w:bookmarkEnd w:id="1826"/>
      <w:bookmarkEnd w:id="1827"/>
      <w:bookmarkEnd w:id="1828"/>
      <w:bookmarkEnd w:id="1829"/>
      <w:bookmarkEnd w:id="1830"/>
      <w:bookmarkEnd w:id="1831"/>
      <w:bookmarkEnd w:id="1832"/>
      <w:bookmarkEnd w:id="1833"/>
      <w:bookmarkEnd w:id="1834"/>
      <w:bookmarkEnd w:id="1835"/>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36" w:name="_Toc400526190"/>
      <w:bookmarkStart w:id="1837" w:name="_Toc405534508"/>
      <w:bookmarkStart w:id="1838" w:name="_Toc406570521"/>
      <w:bookmarkStart w:id="1839" w:name="_Toc410910673"/>
      <w:bookmarkStart w:id="1840" w:name="_Toc411841101"/>
      <w:bookmarkStart w:id="1841" w:name="_Toc422147063"/>
      <w:bookmarkStart w:id="1842" w:name="_Toc433020659"/>
      <w:bookmarkStart w:id="1843" w:name="_Toc437262100"/>
      <w:bookmarkStart w:id="1844"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 xml:space="preserve">eview prior to that customer signing a letter agreement for the financial security of the necessary upgrades.  However, ERCOT shall not issue an independent review recommending such a project until the customer signs any required letter agreement, provides any required notice to </w:t>
      </w:r>
      <w:r w:rsidRPr="00415110">
        <w:rPr>
          <w:iCs/>
        </w:rPr>
        <w:lastRenderedPageBreak/>
        <w:t>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45" w:name="_Toc135989043"/>
      <w:r w:rsidRPr="00AE0E6D">
        <w:rPr>
          <w:b/>
          <w:bCs/>
        </w:rPr>
        <w:t>3.11.4.10</w:t>
      </w:r>
      <w:r w:rsidRPr="00AE0E6D">
        <w:rPr>
          <w:b/>
          <w:bCs/>
        </w:rPr>
        <w:tab/>
        <w:t>Modifications to ERCOT Endorsed Projects</w:t>
      </w:r>
      <w:bookmarkEnd w:id="1836"/>
      <w:bookmarkEnd w:id="1837"/>
      <w:bookmarkEnd w:id="1838"/>
      <w:bookmarkEnd w:id="1839"/>
      <w:bookmarkEnd w:id="1840"/>
      <w:bookmarkEnd w:id="1841"/>
      <w:bookmarkEnd w:id="1842"/>
      <w:bookmarkEnd w:id="1843"/>
      <w:bookmarkEnd w:id="1844"/>
      <w:bookmarkEnd w:id="1845"/>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46" w:name="_Toc114235795"/>
      <w:bookmarkStart w:id="1847" w:name="_Toc144691968"/>
      <w:bookmarkStart w:id="1848" w:name="_Toc204048578"/>
      <w:bookmarkStart w:id="1849" w:name="_Toc400526191"/>
      <w:bookmarkStart w:id="1850" w:name="_Toc405534509"/>
      <w:bookmarkStart w:id="1851" w:name="_Toc406570522"/>
      <w:bookmarkStart w:id="1852" w:name="_Toc410910674"/>
      <w:bookmarkStart w:id="1853" w:name="_Toc411841102"/>
      <w:bookmarkStart w:id="1854" w:name="_Toc422147064"/>
      <w:bookmarkStart w:id="1855" w:name="_Toc433020660"/>
      <w:bookmarkStart w:id="1856" w:name="_Toc437262101"/>
      <w:bookmarkStart w:id="1857"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58" w:name="_Toc135989044"/>
      <w:r w:rsidRPr="00AF46BB">
        <w:rPr>
          <w:b/>
          <w:bCs/>
        </w:rPr>
        <w:t>3.11.4.11</w:t>
      </w:r>
      <w:r w:rsidR="00EE6648">
        <w:rPr>
          <w:b/>
          <w:bCs/>
        </w:rPr>
        <w:tab/>
      </w:r>
      <w:r w:rsidRPr="00AF46BB">
        <w:rPr>
          <w:b/>
          <w:bCs/>
        </w:rPr>
        <w:t>Customer or Resource Entity Funded Transmission Projects</w:t>
      </w:r>
      <w:bookmarkEnd w:id="1858"/>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lastRenderedPageBreak/>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59" w:name="_Toc135989045"/>
      <w:r>
        <w:t>3.11.</w:t>
      </w:r>
      <w:r w:rsidR="00243C91">
        <w:t>5</w:t>
      </w:r>
      <w:r>
        <w:tab/>
      </w:r>
      <w:bookmarkEnd w:id="1846"/>
      <w:bookmarkEnd w:id="1847"/>
      <w:bookmarkEnd w:id="1848"/>
      <w:r w:rsidR="001C17B7" w:rsidRPr="004E3EDB">
        <w:t>Transmission Service Provider and Distribution Service Provider Access to Interval Data</w:t>
      </w:r>
      <w:bookmarkEnd w:id="1849"/>
      <w:bookmarkEnd w:id="1850"/>
      <w:bookmarkEnd w:id="1851"/>
      <w:bookmarkEnd w:id="1852"/>
      <w:bookmarkEnd w:id="1853"/>
      <w:bookmarkEnd w:id="1854"/>
      <w:bookmarkEnd w:id="1855"/>
      <w:bookmarkEnd w:id="1856"/>
      <w:bookmarkEnd w:id="1857"/>
      <w:bookmarkEnd w:id="1859"/>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60" w:name="_Toc400526192"/>
      <w:bookmarkStart w:id="1861" w:name="_Toc405534510"/>
      <w:bookmarkStart w:id="1862" w:name="_Toc406570523"/>
      <w:bookmarkStart w:id="1863" w:name="_Toc410910675"/>
      <w:bookmarkStart w:id="1864" w:name="_Toc411841103"/>
      <w:bookmarkStart w:id="1865" w:name="_Toc422147065"/>
      <w:bookmarkStart w:id="1866" w:name="_Toc433020661"/>
      <w:bookmarkStart w:id="1867" w:name="_Toc437262102"/>
      <w:bookmarkStart w:id="1868" w:name="_Toc478375279"/>
      <w:bookmarkStart w:id="1869" w:name="_Toc135989046"/>
      <w:r w:rsidRPr="00350910">
        <w:t>3.11.</w:t>
      </w:r>
      <w:r>
        <w:t>6</w:t>
      </w:r>
      <w:r w:rsidRPr="00350910">
        <w:tab/>
        <w:t>Generation Interconnection Process</w:t>
      </w:r>
      <w:bookmarkEnd w:id="1860"/>
      <w:bookmarkEnd w:id="1861"/>
      <w:bookmarkEnd w:id="1862"/>
      <w:bookmarkEnd w:id="1863"/>
      <w:bookmarkEnd w:id="1864"/>
      <w:bookmarkEnd w:id="1865"/>
      <w:bookmarkEnd w:id="1866"/>
      <w:bookmarkEnd w:id="1867"/>
      <w:bookmarkEnd w:id="1868"/>
      <w:bookmarkEnd w:id="1869"/>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lastRenderedPageBreak/>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70" w:name="_Toc204048579"/>
      <w:bookmarkStart w:id="1871" w:name="_Toc400526193"/>
      <w:bookmarkStart w:id="1872" w:name="_Toc405534511"/>
      <w:bookmarkStart w:id="1873" w:name="_Toc406570524"/>
      <w:bookmarkStart w:id="1874" w:name="_Toc410910676"/>
      <w:bookmarkStart w:id="1875" w:name="_Toc411841104"/>
      <w:bookmarkStart w:id="1876" w:name="_Toc422147066"/>
      <w:bookmarkStart w:id="1877" w:name="_Toc433020662"/>
      <w:bookmarkStart w:id="1878" w:name="_Toc437262103"/>
      <w:bookmarkStart w:id="1879" w:name="_Toc478375280"/>
      <w:bookmarkStart w:id="1880" w:name="_Toc135989047"/>
      <w:bookmarkStart w:id="1881" w:name="_Toc114235799"/>
      <w:bookmarkStart w:id="1882" w:name="_Toc144691972"/>
      <w:r>
        <w:t>3.12</w:t>
      </w:r>
      <w:r>
        <w:tab/>
        <w:t>Load Forecasting</w:t>
      </w:r>
      <w:bookmarkEnd w:id="1870"/>
      <w:bookmarkEnd w:id="1871"/>
      <w:bookmarkEnd w:id="1872"/>
      <w:bookmarkEnd w:id="1873"/>
      <w:bookmarkEnd w:id="1874"/>
      <w:bookmarkEnd w:id="1875"/>
      <w:bookmarkEnd w:id="1876"/>
      <w:bookmarkEnd w:id="1877"/>
      <w:bookmarkEnd w:id="1878"/>
      <w:bookmarkEnd w:id="1879"/>
      <w:bookmarkEnd w:id="1880"/>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w:t>
            </w:r>
            <w:r w:rsidRPr="00E64C1E">
              <w:rPr>
                <w:iCs/>
              </w:rPr>
              <w:lastRenderedPageBreak/>
              <w:t xml:space="preserve">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83" w:name="_Toc204048580"/>
      <w:bookmarkStart w:id="1884" w:name="_Toc400526194"/>
      <w:bookmarkStart w:id="1885" w:name="_Toc405534512"/>
      <w:bookmarkStart w:id="1886" w:name="_Toc406570525"/>
      <w:bookmarkStart w:id="1887" w:name="_Toc410910677"/>
      <w:bookmarkStart w:id="1888" w:name="_Toc411841105"/>
      <w:bookmarkStart w:id="1889" w:name="_Toc422147067"/>
      <w:bookmarkStart w:id="1890" w:name="_Toc433020663"/>
      <w:bookmarkStart w:id="1891" w:name="_Toc437262104"/>
      <w:bookmarkStart w:id="1892" w:name="_Toc478375281"/>
      <w:bookmarkStart w:id="1893" w:name="_Toc135989048"/>
      <w:r>
        <w:t>3.12.1</w:t>
      </w:r>
      <w:r>
        <w:tab/>
        <w:t>Seven-Day Load Forecast</w:t>
      </w:r>
      <w:bookmarkEnd w:id="1883"/>
      <w:bookmarkEnd w:id="1884"/>
      <w:bookmarkEnd w:id="1885"/>
      <w:bookmarkEnd w:id="1886"/>
      <w:bookmarkEnd w:id="1887"/>
      <w:bookmarkEnd w:id="1888"/>
      <w:bookmarkEnd w:id="1889"/>
      <w:bookmarkEnd w:id="1890"/>
      <w:bookmarkEnd w:id="1891"/>
      <w:bookmarkEnd w:id="1892"/>
      <w:bookmarkEnd w:id="1893"/>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94" w:name="_Toc135989049"/>
      <w:r w:rsidRPr="00B83665">
        <w:lastRenderedPageBreak/>
        <w:t>3.12.2</w:t>
      </w:r>
      <w:r w:rsidRPr="00B83665">
        <w:tab/>
        <w:t>Study Areas</w:t>
      </w:r>
      <w:bookmarkEnd w:id="1894"/>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95" w:name="_Toc135989050"/>
      <w:r>
        <w:t>3.12.3</w:t>
      </w:r>
      <w:r>
        <w:tab/>
        <w:t>Seven-Day Study Area Load Forecast</w:t>
      </w:r>
      <w:bookmarkEnd w:id="1895"/>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96" w:name="_Toc204048582"/>
      <w:bookmarkStart w:id="1897" w:name="_Toc400526195"/>
      <w:bookmarkStart w:id="1898" w:name="_Toc405534513"/>
      <w:bookmarkStart w:id="1899" w:name="_Toc406570526"/>
      <w:bookmarkStart w:id="1900" w:name="_Toc410910678"/>
      <w:bookmarkStart w:id="1901" w:name="_Toc411841106"/>
      <w:bookmarkStart w:id="1902" w:name="_Toc422147068"/>
      <w:bookmarkStart w:id="1903" w:name="_Toc433020664"/>
      <w:bookmarkStart w:id="1904" w:name="_Toc437262105"/>
      <w:bookmarkStart w:id="1905" w:name="_Toc478375282"/>
      <w:bookmarkStart w:id="1906" w:name="_Toc135989051"/>
      <w:r>
        <w:t>3.13</w:t>
      </w:r>
      <w:r>
        <w:tab/>
        <w:t>Renewable Production Potential Forecasts</w:t>
      </w:r>
      <w:bookmarkEnd w:id="1881"/>
      <w:bookmarkEnd w:id="1882"/>
      <w:bookmarkEnd w:id="1896"/>
      <w:bookmarkEnd w:id="1897"/>
      <w:bookmarkEnd w:id="1898"/>
      <w:bookmarkEnd w:id="1899"/>
      <w:bookmarkEnd w:id="1900"/>
      <w:bookmarkEnd w:id="1901"/>
      <w:bookmarkEnd w:id="1902"/>
      <w:bookmarkEnd w:id="1903"/>
      <w:bookmarkEnd w:id="1904"/>
      <w:bookmarkEnd w:id="1905"/>
      <w:bookmarkEnd w:id="1906"/>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907" w:name="_Toc400526196"/>
      <w:bookmarkStart w:id="1908" w:name="_Toc405534514"/>
      <w:bookmarkStart w:id="1909" w:name="_Toc406570527"/>
      <w:bookmarkStart w:id="1910" w:name="_Toc410910679"/>
      <w:bookmarkStart w:id="1911" w:name="_Toc411841107"/>
      <w:bookmarkStart w:id="1912" w:name="_Toc422147069"/>
      <w:bookmarkStart w:id="1913" w:name="_Toc433020665"/>
      <w:bookmarkStart w:id="1914" w:name="_Toc437262106"/>
      <w:bookmarkStart w:id="1915" w:name="_Toc478375283"/>
      <w:bookmarkStart w:id="1916" w:name="_Toc135989052"/>
      <w:bookmarkStart w:id="1917" w:name="_Toc114235800"/>
      <w:bookmarkStart w:id="1918" w:name="_Toc144691973"/>
      <w:bookmarkStart w:id="1919" w:name="_Toc204048583"/>
      <w:r>
        <w:t>3.14</w:t>
      </w:r>
      <w:r>
        <w:tab/>
        <w:t>Contracts for Reliability Resources and Emergency Response Service Resources</w:t>
      </w:r>
      <w:bookmarkEnd w:id="1907"/>
      <w:bookmarkEnd w:id="1908"/>
      <w:bookmarkEnd w:id="1909"/>
      <w:bookmarkEnd w:id="1910"/>
      <w:bookmarkEnd w:id="1911"/>
      <w:bookmarkEnd w:id="1912"/>
      <w:bookmarkEnd w:id="1913"/>
      <w:bookmarkEnd w:id="1914"/>
      <w:bookmarkEnd w:id="1915"/>
      <w:bookmarkEnd w:id="1916"/>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17"/>
      <w:bookmarkEnd w:id="1918"/>
      <w:bookmarkEnd w:id="191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20" w:name="_Toc114235801"/>
            <w:bookmarkStart w:id="1921" w:name="_Toc144691974"/>
            <w:bookmarkStart w:id="1922" w:name="_Toc204048584"/>
            <w:bookmarkStart w:id="1923" w:name="_Toc400526197"/>
            <w:bookmarkStart w:id="1924" w:name="_Toc405534515"/>
            <w:bookmarkStart w:id="1925" w:name="_Toc406570528"/>
            <w:bookmarkStart w:id="1926" w:name="_Toc410910680"/>
            <w:bookmarkStart w:id="1927" w:name="_Toc411841108"/>
            <w:bookmarkStart w:id="1928" w:name="_Toc422147070"/>
            <w:bookmarkStart w:id="1929" w:name="_Toc433020666"/>
            <w:bookmarkStart w:id="1930" w:name="_Toc437262107"/>
            <w:bookmarkStart w:id="1931"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32" w:name="_Toc135989053"/>
      <w:r>
        <w:lastRenderedPageBreak/>
        <w:t>3.14.1</w:t>
      </w:r>
      <w:r>
        <w:tab/>
        <w:t>Reliability Must Run</w:t>
      </w:r>
      <w:bookmarkEnd w:id="1920"/>
      <w:bookmarkEnd w:id="1921"/>
      <w:bookmarkEnd w:id="1922"/>
      <w:bookmarkEnd w:id="1923"/>
      <w:bookmarkEnd w:id="1924"/>
      <w:bookmarkEnd w:id="1925"/>
      <w:bookmarkEnd w:id="1926"/>
      <w:bookmarkEnd w:id="1927"/>
      <w:bookmarkEnd w:id="1928"/>
      <w:bookmarkEnd w:id="1929"/>
      <w:bookmarkEnd w:id="1930"/>
      <w:bookmarkEnd w:id="1931"/>
      <w:bookmarkEnd w:id="1932"/>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33" w:name="_Toc144691975"/>
      <w:bookmarkStart w:id="1934" w:name="_Toc204048585"/>
      <w:bookmarkStart w:id="1935" w:name="_Toc400526198"/>
      <w:bookmarkStart w:id="1936" w:name="_Toc405534516"/>
      <w:bookmarkStart w:id="1937" w:name="_Toc406570529"/>
      <w:bookmarkStart w:id="1938" w:name="_Toc410910681"/>
      <w:bookmarkStart w:id="1939" w:name="_Toc411841109"/>
      <w:bookmarkStart w:id="1940" w:name="_Toc422147071"/>
      <w:bookmarkStart w:id="1941" w:name="_Toc433020667"/>
      <w:bookmarkStart w:id="1942" w:name="_Toc437262108"/>
      <w:bookmarkStart w:id="1943" w:name="_Toc478375285"/>
      <w:bookmarkStart w:id="1944" w:name="_Toc135989054"/>
      <w:bookmarkStart w:id="1945" w:name="_Hlk130901987"/>
      <w:r w:rsidRPr="00AE0E6D">
        <w:rPr>
          <w:b/>
        </w:rPr>
        <w:t>3.14.1.1</w:t>
      </w:r>
      <w:r w:rsidRPr="00AE0E6D">
        <w:rPr>
          <w:b/>
        </w:rPr>
        <w:tab/>
        <w:t>Notification of Suspension of Operations</w:t>
      </w:r>
      <w:bookmarkEnd w:id="1933"/>
      <w:bookmarkEnd w:id="1934"/>
      <w:bookmarkEnd w:id="1935"/>
      <w:bookmarkEnd w:id="1936"/>
      <w:bookmarkEnd w:id="1937"/>
      <w:bookmarkEnd w:id="1938"/>
      <w:bookmarkEnd w:id="1939"/>
      <w:bookmarkEnd w:id="1940"/>
      <w:bookmarkEnd w:id="1941"/>
      <w:bookmarkEnd w:id="1942"/>
      <w:bookmarkEnd w:id="1943"/>
      <w:bookmarkEnd w:id="1944"/>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p w14:paraId="47D3339A" w14:textId="3B73610B" w:rsidR="00E008FD" w:rsidRDefault="00DE29AB" w:rsidP="00941FA3">
      <w:pPr>
        <w:pStyle w:val="BodyTextNumbered"/>
        <w:ind w:left="1440"/>
      </w:pPr>
      <w:r>
        <w:lastRenderedPageBreak/>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46" w:name="_Toc144691976"/>
      <w:bookmarkStart w:id="1947" w:name="_Toc204048586"/>
      <w:bookmarkStart w:id="1948" w:name="_Toc400526199"/>
      <w:bookmarkStart w:id="1949" w:name="_Toc405534517"/>
      <w:bookmarkStart w:id="1950" w:name="_Toc406570530"/>
      <w:bookmarkStart w:id="1951" w:name="_Toc410910682"/>
      <w:bookmarkStart w:id="1952" w:name="_Toc411841110"/>
      <w:bookmarkStart w:id="1953" w:name="_Toc422147072"/>
      <w:bookmarkStart w:id="1954" w:name="_Toc433020668"/>
      <w:bookmarkStart w:id="1955" w:name="_Toc437262109"/>
      <w:bookmarkStart w:id="1956" w:name="_Toc478375286"/>
      <w:bookmarkStart w:id="1957" w:name="_Toc135989055"/>
      <w:r w:rsidRPr="00AE0E6D">
        <w:rPr>
          <w:b/>
        </w:rPr>
        <w:t>3.14.1.2</w:t>
      </w:r>
      <w:r w:rsidRPr="00AE0E6D">
        <w:rPr>
          <w:b/>
        </w:rPr>
        <w:tab/>
        <w:t>ERCOT Evaluation</w:t>
      </w:r>
      <w:bookmarkEnd w:id="1946"/>
      <w:bookmarkEnd w:id="1947"/>
      <w:bookmarkEnd w:id="1948"/>
      <w:bookmarkEnd w:id="1949"/>
      <w:bookmarkEnd w:id="1950"/>
      <w:bookmarkEnd w:id="1951"/>
      <w:bookmarkEnd w:id="1952"/>
      <w:bookmarkEnd w:id="1953"/>
      <w:bookmarkEnd w:id="1954"/>
      <w:bookmarkEnd w:id="1955"/>
      <w:bookmarkEnd w:id="1956"/>
      <w:r w:rsidR="006360D2">
        <w:rPr>
          <w:b/>
        </w:rPr>
        <w:t xml:space="preserve"> Process</w:t>
      </w:r>
      <w:bookmarkEnd w:id="1957"/>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lastRenderedPageBreak/>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 xml:space="preserve">the Generation Resource is necessary to support ERCOT System reliability.  The past planning studies must have used the same or </w:t>
      </w:r>
      <w:r>
        <w:lastRenderedPageBreak/>
        <w:t>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w:t>
      </w:r>
      <w:r w:rsidR="006D2F5C" w:rsidRPr="00447F75">
        <w:lastRenderedPageBreak/>
        <w:t xml:space="preserve">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58" w:name="_Toc400526200"/>
      <w:bookmarkStart w:id="1959" w:name="_Toc405534518"/>
      <w:bookmarkStart w:id="1960" w:name="_Toc406570531"/>
      <w:bookmarkStart w:id="1961" w:name="_Toc410910683"/>
      <w:bookmarkStart w:id="1962" w:name="_Toc411841111"/>
      <w:bookmarkStart w:id="1963" w:name="_Toc422147073"/>
      <w:bookmarkStart w:id="1964" w:name="_Toc433020669"/>
      <w:bookmarkStart w:id="1965" w:name="_Toc437262110"/>
      <w:bookmarkStart w:id="1966" w:name="_Toc478375287"/>
      <w:bookmarkStart w:id="1967" w:name="_Toc135989056"/>
      <w:bookmarkEnd w:id="1945"/>
      <w:r w:rsidRPr="004D74A6">
        <w:rPr>
          <w:b/>
          <w:iCs/>
        </w:rPr>
        <w:t>3.14.1.2.1</w:t>
      </w:r>
      <w:r w:rsidRPr="004D74A6">
        <w:rPr>
          <w:b/>
          <w:iCs/>
        </w:rPr>
        <w:tab/>
      </w:r>
      <w:r w:rsidRPr="004D74A6">
        <w:rPr>
          <w:b/>
          <w:snapToGrid w:val="0"/>
        </w:rPr>
        <w:t>ERCOT Evaluation of Seasonal Mothball Status</w:t>
      </w:r>
      <w:bookmarkEnd w:id="1958"/>
      <w:bookmarkEnd w:id="1959"/>
      <w:bookmarkEnd w:id="1960"/>
      <w:bookmarkEnd w:id="1961"/>
      <w:bookmarkEnd w:id="1962"/>
      <w:bookmarkEnd w:id="1963"/>
      <w:bookmarkEnd w:id="1964"/>
      <w:bookmarkEnd w:id="1965"/>
      <w:bookmarkEnd w:id="1966"/>
      <w:bookmarkEnd w:id="1967"/>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 xml:space="preserve">issue a Market Notice indicating the status of the </w:t>
      </w:r>
      <w:r w:rsidR="006B0548">
        <w:lastRenderedPageBreak/>
        <w:t>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68" w:name="_Toc204048587"/>
      <w:bookmarkStart w:id="1969" w:name="_Toc400526201"/>
      <w:bookmarkStart w:id="1970" w:name="_Toc405534519"/>
      <w:bookmarkStart w:id="1971" w:name="_Toc406570532"/>
      <w:bookmarkStart w:id="1972" w:name="_Toc410910684"/>
      <w:bookmarkStart w:id="1973" w:name="_Toc411841112"/>
      <w:bookmarkStart w:id="1974" w:name="_Toc422147074"/>
      <w:bookmarkStart w:id="1975" w:name="_Toc433020670"/>
      <w:bookmarkStart w:id="1976" w:name="_Toc437262111"/>
      <w:bookmarkStart w:id="1977" w:name="_Toc478375288"/>
      <w:bookmarkStart w:id="1978" w:name="_Toc13598905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68"/>
      <w:bookmarkEnd w:id="1969"/>
      <w:bookmarkEnd w:id="1970"/>
      <w:bookmarkEnd w:id="1971"/>
      <w:bookmarkEnd w:id="1972"/>
      <w:bookmarkEnd w:id="1973"/>
      <w:bookmarkEnd w:id="1974"/>
      <w:bookmarkEnd w:id="1975"/>
      <w:bookmarkEnd w:id="1976"/>
      <w:bookmarkEnd w:id="1977"/>
      <w:bookmarkEnd w:id="1978"/>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lastRenderedPageBreak/>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79" w:name="_Toc144691977"/>
      <w:bookmarkStart w:id="1980" w:name="_Toc204048588"/>
      <w:bookmarkStart w:id="1981" w:name="_Toc400526202"/>
      <w:bookmarkStart w:id="1982" w:name="_Toc405534520"/>
      <w:bookmarkStart w:id="1983" w:name="_Toc406570533"/>
      <w:bookmarkStart w:id="1984" w:name="_Toc410910685"/>
      <w:bookmarkStart w:id="1985" w:name="_Toc411841113"/>
      <w:bookmarkStart w:id="1986" w:name="_Toc422147075"/>
      <w:bookmarkStart w:id="1987" w:name="_Toc433020671"/>
      <w:bookmarkStart w:id="1988" w:name="_Toc437262112"/>
      <w:bookmarkStart w:id="1989" w:name="_Toc478375289"/>
      <w:bookmarkStart w:id="1990" w:name="_Toc135989058"/>
      <w:r w:rsidRPr="00AE0E6D">
        <w:rPr>
          <w:b/>
        </w:rPr>
        <w:t>3.14.1.4</w:t>
      </w:r>
      <w:r w:rsidRPr="00AE0E6D">
        <w:rPr>
          <w:b/>
        </w:rPr>
        <w:tab/>
        <w:t>Exit Strategy from an RMR Agreement</w:t>
      </w:r>
      <w:bookmarkEnd w:id="1979"/>
      <w:bookmarkEnd w:id="1980"/>
      <w:bookmarkEnd w:id="1981"/>
      <w:bookmarkEnd w:id="1982"/>
      <w:bookmarkEnd w:id="1983"/>
      <w:bookmarkEnd w:id="1984"/>
      <w:bookmarkEnd w:id="1985"/>
      <w:bookmarkEnd w:id="1986"/>
      <w:bookmarkEnd w:id="1987"/>
      <w:bookmarkEnd w:id="1988"/>
      <w:bookmarkEnd w:id="1989"/>
      <w:bookmarkEnd w:id="1990"/>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91" w:name="_Toc144691978"/>
      <w:bookmarkStart w:id="1992" w:name="_Toc204048589"/>
      <w:bookmarkStart w:id="1993" w:name="_Toc400526203"/>
      <w:bookmarkStart w:id="1994" w:name="_Toc405534521"/>
      <w:bookmarkStart w:id="1995" w:name="_Toc406570534"/>
      <w:bookmarkStart w:id="1996" w:name="_Toc410910686"/>
      <w:bookmarkStart w:id="1997" w:name="_Toc411841114"/>
      <w:bookmarkStart w:id="1998" w:name="_Toc422147076"/>
      <w:bookmarkStart w:id="1999" w:name="_Toc433020672"/>
      <w:bookmarkStart w:id="2000" w:name="_Toc437262113"/>
      <w:bookmarkStart w:id="2001" w:name="_Toc478375290"/>
      <w:bookmarkStart w:id="2002" w:name="_Toc135989059"/>
      <w:bookmarkStart w:id="2003" w:name="_Hlk130902018"/>
      <w:r w:rsidRPr="00AE0E6D">
        <w:rPr>
          <w:b/>
        </w:rPr>
        <w:t>3.14.1.5</w:t>
      </w:r>
      <w:r w:rsidRPr="00AE0E6D">
        <w:rPr>
          <w:b/>
        </w:rPr>
        <w:tab/>
      </w:r>
      <w:r w:rsidR="006360D2">
        <w:rPr>
          <w:b/>
        </w:rPr>
        <w:t>Evaluation of</w:t>
      </w:r>
      <w:r w:rsidRPr="00AE0E6D">
        <w:rPr>
          <w:b/>
        </w:rPr>
        <w:t xml:space="preserve"> Alternatives</w:t>
      </w:r>
      <w:bookmarkEnd w:id="1991"/>
      <w:bookmarkEnd w:id="1992"/>
      <w:bookmarkEnd w:id="1993"/>
      <w:bookmarkEnd w:id="1994"/>
      <w:bookmarkEnd w:id="1995"/>
      <w:bookmarkEnd w:id="1996"/>
      <w:bookmarkEnd w:id="1997"/>
      <w:bookmarkEnd w:id="1998"/>
      <w:bookmarkEnd w:id="1999"/>
      <w:bookmarkEnd w:id="2000"/>
      <w:bookmarkEnd w:id="2001"/>
      <w:bookmarkEnd w:id="2002"/>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lastRenderedPageBreak/>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2004" w:name="_Toc144691979"/>
      <w:bookmarkStart w:id="2005" w:name="_Toc204048590"/>
      <w:bookmarkStart w:id="2006" w:name="_Toc400526204"/>
      <w:bookmarkStart w:id="2007" w:name="_Toc405534522"/>
      <w:bookmarkStart w:id="2008" w:name="_Toc406570535"/>
      <w:bookmarkStart w:id="2009" w:name="_Toc410910687"/>
      <w:bookmarkStart w:id="2010" w:name="_Toc411841115"/>
      <w:bookmarkStart w:id="2011" w:name="_Toc422147077"/>
      <w:bookmarkStart w:id="2012" w:name="_Toc433020673"/>
      <w:bookmarkStart w:id="2013" w:name="_Toc437262114"/>
      <w:bookmarkStart w:id="2014" w:name="_Toc478375291"/>
      <w:bookmarkStart w:id="2015" w:name="_Toc135989060"/>
      <w:bookmarkEnd w:id="2003"/>
      <w:r w:rsidRPr="00AE0E6D">
        <w:rPr>
          <w:b/>
        </w:rPr>
        <w:lastRenderedPageBreak/>
        <w:t>3.14.1.6</w:t>
      </w:r>
      <w:r w:rsidRPr="00AE0E6D">
        <w:rPr>
          <w:b/>
        </w:rPr>
        <w:tab/>
        <w:t>Transmission System Upgrades Associated with an RMR and/or MRA Exit Strategy</w:t>
      </w:r>
      <w:bookmarkEnd w:id="2004"/>
      <w:bookmarkEnd w:id="2005"/>
      <w:bookmarkEnd w:id="2006"/>
      <w:bookmarkEnd w:id="2007"/>
      <w:bookmarkEnd w:id="2008"/>
      <w:bookmarkEnd w:id="2009"/>
      <w:bookmarkEnd w:id="2010"/>
      <w:bookmarkEnd w:id="2011"/>
      <w:bookmarkEnd w:id="2012"/>
      <w:bookmarkEnd w:id="2013"/>
      <w:bookmarkEnd w:id="2014"/>
      <w:bookmarkEnd w:id="2015"/>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16" w:name="_Toc144691980"/>
      <w:bookmarkStart w:id="2017" w:name="_Toc204048591"/>
      <w:bookmarkStart w:id="2018" w:name="_Toc400526205"/>
      <w:bookmarkStart w:id="2019" w:name="_Toc405534523"/>
      <w:bookmarkStart w:id="2020" w:name="_Toc406570536"/>
      <w:bookmarkStart w:id="2021" w:name="_Toc410910688"/>
      <w:bookmarkStart w:id="2022" w:name="_Toc411841116"/>
      <w:bookmarkStart w:id="2023" w:name="_Toc422147078"/>
      <w:bookmarkStart w:id="2024" w:name="_Toc433020674"/>
      <w:bookmarkStart w:id="2025" w:name="_Toc437262115"/>
      <w:bookmarkStart w:id="2026" w:name="_Toc478375292"/>
      <w:bookmarkStart w:id="2027" w:name="_Toc135989061"/>
      <w:r w:rsidRPr="00AE0E6D">
        <w:rPr>
          <w:b/>
        </w:rPr>
        <w:t>3.14.1.7</w:t>
      </w:r>
      <w:r w:rsidRPr="00AE0E6D">
        <w:rPr>
          <w:b/>
        </w:rPr>
        <w:tab/>
        <w:t>RMR or MRA Contract Termination</w:t>
      </w:r>
      <w:bookmarkEnd w:id="2016"/>
      <w:bookmarkEnd w:id="2017"/>
      <w:bookmarkEnd w:id="2018"/>
      <w:bookmarkEnd w:id="2019"/>
      <w:bookmarkEnd w:id="2020"/>
      <w:bookmarkEnd w:id="2021"/>
      <w:bookmarkEnd w:id="2022"/>
      <w:bookmarkEnd w:id="2023"/>
      <w:bookmarkEnd w:id="2024"/>
      <w:bookmarkEnd w:id="2025"/>
      <w:bookmarkEnd w:id="2026"/>
      <w:bookmarkEnd w:id="2027"/>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 xml:space="preserve">Submissions, changes, approvals, rejections, and withdrawals regarding the preliminary construction outage schedule shall be </w:t>
      </w:r>
      <w:r>
        <w:lastRenderedPageBreak/>
        <w:t>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28" w:name="_Toc144691981"/>
      <w:bookmarkStart w:id="2029" w:name="_Toc204048592"/>
      <w:bookmarkStart w:id="2030" w:name="_Toc400526206"/>
      <w:bookmarkStart w:id="2031" w:name="_Toc405534524"/>
      <w:bookmarkStart w:id="2032" w:name="_Toc406570537"/>
      <w:bookmarkStart w:id="2033" w:name="_Toc410910689"/>
      <w:bookmarkStart w:id="2034" w:name="_Toc411841117"/>
      <w:bookmarkStart w:id="2035" w:name="_Toc422147079"/>
      <w:bookmarkStart w:id="2036" w:name="_Toc433020675"/>
      <w:bookmarkStart w:id="2037" w:name="_Toc437262116"/>
      <w:bookmarkStart w:id="2038" w:name="_Toc478375293"/>
      <w:bookmarkStart w:id="2039" w:name="_Toc135989062"/>
      <w:r w:rsidRPr="00AE0E6D">
        <w:rPr>
          <w:b/>
        </w:rPr>
        <w:t>3.14.1.8</w:t>
      </w:r>
      <w:r w:rsidRPr="00AE0E6D">
        <w:rPr>
          <w:b/>
        </w:rPr>
        <w:tab/>
        <w:t>RMR and/or MRA Contract Extension</w:t>
      </w:r>
      <w:bookmarkEnd w:id="2028"/>
      <w:bookmarkEnd w:id="2029"/>
      <w:bookmarkEnd w:id="2030"/>
      <w:bookmarkEnd w:id="2031"/>
      <w:bookmarkEnd w:id="2032"/>
      <w:bookmarkEnd w:id="2033"/>
      <w:bookmarkEnd w:id="2034"/>
      <w:bookmarkEnd w:id="2035"/>
      <w:bookmarkEnd w:id="2036"/>
      <w:bookmarkEnd w:id="2037"/>
      <w:bookmarkEnd w:id="2038"/>
      <w:bookmarkEnd w:id="2039"/>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40" w:name="_Toc204048593"/>
      <w:bookmarkStart w:id="2041" w:name="_Toc400526207"/>
      <w:bookmarkStart w:id="2042" w:name="_Toc405534525"/>
      <w:bookmarkStart w:id="2043" w:name="_Toc406570538"/>
      <w:bookmarkStart w:id="2044" w:name="_Toc410910690"/>
      <w:bookmarkStart w:id="2045" w:name="_Toc411841118"/>
      <w:bookmarkStart w:id="2046" w:name="_Toc422147080"/>
      <w:bookmarkStart w:id="2047" w:name="_Toc433020676"/>
      <w:bookmarkStart w:id="2048" w:name="_Toc437262117"/>
      <w:bookmarkStart w:id="2049" w:name="_Toc478375294"/>
      <w:bookmarkStart w:id="2050" w:name="_Toc135989063"/>
      <w:bookmarkStart w:id="2051" w:name="_Hlk130902041"/>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2040"/>
      <w:bookmarkEnd w:id="2041"/>
      <w:bookmarkEnd w:id="2042"/>
      <w:bookmarkEnd w:id="2043"/>
      <w:bookmarkEnd w:id="2044"/>
      <w:bookmarkEnd w:id="2045"/>
      <w:bookmarkEnd w:id="2046"/>
      <w:bookmarkEnd w:id="2047"/>
      <w:bookmarkEnd w:id="2048"/>
      <w:bookmarkEnd w:id="2049"/>
      <w:bookmarkEnd w:id="2050"/>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lastRenderedPageBreak/>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w:t>
      </w:r>
      <w:r w:rsidRPr="000C3BEE">
        <w:lastRenderedPageBreak/>
        <w:t xml:space="preserve">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lastRenderedPageBreak/>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52" w:name="_Toc144691983"/>
      <w:bookmarkStart w:id="2053" w:name="_Toc204048594"/>
      <w:bookmarkStart w:id="2054" w:name="_Toc400526208"/>
      <w:bookmarkStart w:id="2055" w:name="_Toc405534526"/>
      <w:bookmarkStart w:id="2056" w:name="_Toc406570539"/>
      <w:bookmarkStart w:id="2057" w:name="_Toc410910691"/>
      <w:bookmarkStart w:id="2058" w:name="_Toc411841119"/>
      <w:bookmarkStart w:id="2059" w:name="_Toc422147081"/>
      <w:bookmarkStart w:id="2060" w:name="_Toc433020677"/>
      <w:bookmarkStart w:id="2061" w:name="_Toc437262118"/>
      <w:bookmarkStart w:id="2062" w:name="_Toc478375295"/>
      <w:bookmarkStart w:id="2063" w:name="_Toc135989064"/>
      <w:r w:rsidRPr="00AE0E6D">
        <w:rPr>
          <w:b/>
        </w:rPr>
        <w:t>3.14.1.10</w:t>
      </w:r>
      <w:r w:rsidRPr="00AE0E6D">
        <w:rPr>
          <w:b/>
        </w:rPr>
        <w:tab/>
        <w:t>Eligible Costs</w:t>
      </w:r>
      <w:bookmarkEnd w:id="2052"/>
      <w:bookmarkEnd w:id="2053"/>
      <w:bookmarkEnd w:id="2054"/>
      <w:bookmarkEnd w:id="2055"/>
      <w:bookmarkEnd w:id="2056"/>
      <w:bookmarkEnd w:id="2057"/>
      <w:bookmarkEnd w:id="2058"/>
      <w:bookmarkEnd w:id="2059"/>
      <w:bookmarkEnd w:id="2060"/>
      <w:bookmarkEnd w:id="2061"/>
      <w:bookmarkEnd w:id="2062"/>
      <w:bookmarkEnd w:id="2063"/>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lastRenderedPageBreak/>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64" w:name="_Toc144691984"/>
      <w:bookmarkStart w:id="2065" w:name="_Toc204048595"/>
      <w:bookmarkStart w:id="2066" w:name="_Toc400526209"/>
      <w:bookmarkStart w:id="2067" w:name="_Toc405534527"/>
      <w:bookmarkStart w:id="2068" w:name="_Toc406570540"/>
      <w:bookmarkStart w:id="2069" w:name="_Toc410910692"/>
      <w:bookmarkStart w:id="2070" w:name="_Toc411841120"/>
      <w:bookmarkStart w:id="2071" w:name="_Toc422147082"/>
      <w:bookmarkStart w:id="2072" w:name="_Toc433020678"/>
      <w:bookmarkStart w:id="2073" w:name="_Toc437262119"/>
      <w:bookmarkStart w:id="2074" w:name="_Toc478375296"/>
      <w:bookmarkStart w:id="2075" w:name="_Toc135989065"/>
      <w:bookmarkEnd w:id="2051"/>
      <w:r w:rsidRPr="00AE0E6D">
        <w:rPr>
          <w:b/>
        </w:rPr>
        <w:t>3.14.1.11</w:t>
      </w:r>
      <w:r w:rsidRPr="00AE0E6D">
        <w:rPr>
          <w:b/>
        </w:rPr>
        <w:tab/>
        <w:t>Budgeting Eligible Costs</w:t>
      </w:r>
      <w:bookmarkEnd w:id="2064"/>
      <w:bookmarkEnd w:id="2065"/>
      <w:bookmarkEnd w:id="2066"/>
      <w:bookmarkEnd w:id="2067"/>
      <w:bookmarkEnd w:id="2068"/>
      <w:bookmarkEnd w:id="2069"/>
      <w:bookmarkEnd w:id="2070"/>
      <w:bookmarkEnd w:id="2071"/>
      <w:bookmarkEnd w:id="2072"/>
      <w:bookmarkEnd w:id="2073"/>
      <w:bookmarkEnd w:id="2074"/>
      <w:bookmarkEnd w:id="2075"/>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76"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77" w:name="_Toc135989066"/>
      <w:bookmarkStart w:id="2078" w:name="_Toc204048596"/>
      <w:bookmarkStart w:id="2079" w:name="_Toc400526210"/>
      <w:bookmarkStart w:id="2080" w:name="_Toc405534528"/>
      <w:bookmarkStart w:id="2081" w:name="_Toc406570541"/>
      <w:bookmarkStart w:id="2082" w:name="_Toc410910693"/>
      <w:bookmarkStart w:id="2083" w:name="_Toc411841121"/>
      <w:bookmarkStart w:id="2084" w:name="_Toc422147083"/>
      <w:bookmarkStart w:id="2085" w:name="_Toc433020679"/>
      <w:bookmarkStart w:id="2086" w:name="_Toc437262120"/>
      <w:bookmarkStart w:id="2087" w:name="_Toc478375297"/>
      <w:r w:rsidRPr="00AF0BBA">
        <w:rPr>
          <w:b/>
          <w:bCs/>
          <w:snapToGrid w:val="0"/>
        </w:rPr>
        <w:t>3.14.1.12</w:t>
      </w:r>
      <w:r w:rsidRPr="00AF0BBA">
        <w:rPr>
          <w:b/>
          <w:bCs/>
          <w:snapToGrid w:val="0"/>
        </w:rPr>
        <w:tab/>
        <w:t>Calculation of the Initial Standby Cost</w:t>
      </w:r>
      <w:bookmarkEnd w:id="2077"/>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88" w:name="_Toc135989067"/>
      <w:r w:rsidRPr="00AF0BBA">
        <w:rPr>
          <w:b/>
          <w:iCs/>
        </w:rPr>
        <w:t>3.14.1.13</w:t>
      </w:r>
      <w:r w:rsidRPr="00AF0BBA">
        <w:rPr>
          <w:iCs/>
        </w:rPr>
        <w:tab/>
      </w:r>
      <w:r w:rsidRPr="00AF0BBA">
        <w:rPr>
          <w:b/>
          <w:iCs/>
        </w:rPr>
        <w:t>Updated Budgets During the Term of an RMR Agreement</w:t>
      </w:r>
      <w:bookmarkEnd w:id="2088"/>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89" w:name="_Toc13598906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76"/>
      <w:bookmarkEnd w:id="2078"/>
      <w:bookmarkEnd w:id="2079"/>
      <w:bookmarkEnd w:id="2080"/>
      <w:bookmarkEnd w:id="2081"/>
      <w:bookmarkEnd w:id="2082"/>
      <w:bookmarkEnd w:id="2083"/>
      <w:bookmarkEnd w:id="2084"/>
      <w:bookmarkEnd w:id="2085"/>
      <w:bookmarkEnd w:id="2086"/>
      <w:bookmarkEnd w:id="2087"/>
      <w:r w:rsidR="00072657">
        <w:rPr>
          <w:b/>
        </w:rPr>
        <w:t>s</w:t>
      </w:r>
      <w:bookmarkEnd w:id="2089"/>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90" w:name="_Toc135989069"/>
      <w:bookmarkStart w:id="2091" w:name="_Toc478375710"/>
      <w:bookmarkStart w:id="2092" w:name="_Toc144691986"/>
      <w:bookmarkStart w:id="2093" w:name="_Toc204048597"/>
      <w:bookmarkStart w:id="2094" w:name="_Toc400526211"/>
      <w:bookmarkStart w:id="2095" w:name="_Toc405534529"/>
      <w:bookmarkStart w:id="2096" w:name="_Toc406570542"/>
      <w:bookmarkStart w:id="2097" w:name="_Toc410910694"/>
      <w:bookmarkStart w:id="2098" w:name="_Toc411841123"/>
      <w:bookmarkStart w:id="2099" w:name="_Toc422147085"/>
      <w:bookmarkStart w:id="2100" w:name="_Toc433020681"/>
      <w:bookmarkStart w:id="2101" w:name="_Toc437262122"/>
      <w:bookmarkStart w:id="2102"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90"/>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103" w:name="_Toc135989070"/>
      <w:r w:rsidRPr="00AF0BBA">
        <w:rPr>
          <w:b/>
          <w:bCs/>
          <w:snapToGrid w:val="0"/>
        </w:rPr>
        <w:t>3.14.1.1</w:t>
      </w:r>
      <w:r>
        <w:rPr>
          <w:b/>
          <w:bCs/>
          <w:snapToGrid w:val="0"/>
        </w:rPr>
        <w:t>6</w:t>
      </w:r>
      <w:r w:rsidRPr="00AF0BBA">
        <w:rPr>
          <w:b/>
          <w:bCs/>
          <w:snapToGrid w:val="0"/>
        </w:rPr>
        <w:tab/>
        <w:t>Reconciliation of Actual Eligible Costs</w:t>
      </w:r>
      <w:bookmarkEnd w:id="2103"/>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104" w:name="_Toc135989071"/>
      <w:bookmarkEnd w:id="2091"/>
      <w:r w:rsidRPr="00AE0E6D">
        <w:rPr>
          <w:b/>
        </w:rPr>
        <w:lastRenderedPageBreak/>
        <w:t>3.14.1.1</w:t>
      </w:r>
      <w:r w:rsidR="00E60378">
        <w:rPr>
          <w:b/>
        </w:rPr>
        <w:t>7</w:t>
      </w:r>
      <w:r w:rsidRPr="00AE0E6D">
        <w:rPr>
          <w:b/>
        </w:rPr>
        <w:tab/>
        <w:t>Incentive Factor</w:t>
      </w:r>
      <w:bookmarkEnd w:id="2092"/>
      <w:bookmarkEnd w:id="2093"/>
      <w:bookmarkEnd w:id="2094"/>
      <w:bookmarkEnd w:id="2095"/>
      <w:bookmarkEnd w:id="2096"/>
      <w:bookmarkEnd w:id="2097"/>
      <w:bookmarkEnd w:id="2098"/>
      <w:bookmarkEnd w:id="2099"/>
      <w:bookmarkEnd w:id="2100"/>
      <w:bookmarkEnd w:id="2101"/>
      <w:bookmarkEnd w:id="2102"/>
      <w:bookmarkEnd w:id="2104"/>
    </w:p>
    <w:p w14:paraId="24AE2ADD" w14:textId="50D4AE0F" w:rsidR="00CB13B2" w:rsidRDefault="002D238A">
      <w:pPr>
        <w:pStyle w:val="BodyTextNumbered"/>
      </w:pPr>
      <w:bookmarkStart w:id="2105"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106" w:name="_Toc204048598"/>
      <w:bookmarkStart w:id="2107" w:name="_Toc400526212"/>
      <w:bookmarkStart w:id="2108" w:name="_Toc405534530"/>
      <w:bookmarkStart w:id="2109" w:name="_Toc406570543"/>
      <w:bookmarkStart w:id="2110" w:name="_Toc410910695"/>
      <w:bookmarkStart w:id="2111" w:name="_Toc411841124"/>
      <w:bookmarkStart w:id="2112" w:name="_Toc422147086"/>
      <w:bookmarkStart w:id="2113" w:name="_Toc433020682"/>
      <w:bookmarkStart w:id="2114" w:name="_Toc437262123"/>
      <w:bookmarkStart w:id="2115" w:name="_Toc478375300"/>
      <w:bookmarkStart w:id="2116" w:name="_Toc135989072"/>
      <w:r w:rsidRPr="00AE0E6D">
        <w:rPr>
          <w:b/>
        </w:rPr>
        <w:t>3.14.1.1</w:t>
      </w:r>
      <w:r w:rsidR="00E60378">
        <w:rPr>
          <w:b/>
        </w:rPr>
        <w:t>8</w:t>
      </w:r>
      <w:r w:rsidRPr="00AE0E6D">
        <w:rPr>
          <w:b/>
        </w:rPr>
        <w:tab/>
        <w:t>Major Equipment Modifications</w:t>
      </w:r>
      <w:bookmarkEnd w:id="2105"/>
      <w:bookmarkEnd w:id="2106"/>
      <w:bookmarkEnd w:id="2107"/>
      <w:bookmarkEnd w:id="2108"/>
      <w:bookmarkEnd w:id="2109"/>
      <w:bookmarkEnd w:id="2110"/>
      <w:bookmarkEnd w:id="2111"/>
      <w:bookmarkEnd w:id="2112"/>
      <w:bookmarkEnd w:id="2113"/>
      <w:bookmarkEnd w:id="2114"/>
      <w:bookmarkEnd w:id="2115"/>
      <w:bookmarkEnd w:id="211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17" w:name="_Toc478375301"/>
      <w:bookmarkStart w:id="2118" w:name="_Toc135989073"/>
      <w:bookmarkStart w:id="2119" w:name="_Toc452967046"/>
      <w:bookmarkStart w:id="2120" w:name="_Toc144691988"/>
      <w:bookmarkStart w:id="2121" w:name="_Toc204048599"/>
      <w:bookmarkStart w:id="2122" w:name="_Toc400526213"/>
      <w:bookmarkStart w:id="2123" w:name="_Toc405534531"/>
      <w:bookmarkStart w:id="2124" w:name="_Toc406570544"/>
      <w:bookmarkStart w:id="2125" w:name="_Toc410910696"/>
      <w:bookmarkStart w:id="2126" w:name="_Toc411841125"/>
      <w:bookmarkStart w:id="2127" w:name="_Toc422147087"/>
      <w:bookmarkStart w:id="2128" w:name="_Toc433020683"/>
      <w:bookmarkStart w:id="2129"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17"/>
      <w:bookmarkEnd w:id="2118"/>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30" w:name="_Toc478375302"/>
      <w:bookmarkStart w:id="2131" w:name="_Toc135989074"/>
      <w:bookmarkEnd w:id="2119"/>
      <w:r w:rsidRPr="00AE0E6D">
        <w:rPr>
          <w:b/>
        </w:rPr>
        <w:t>3.14.1.</w:t>
      </w:r>
      <w:r w:rsidR="002C24D3">
        <w:rPr>
          <w:b/>
        </w:rPr>
        <w:t>20</w:t>
      </w:r>
      <w:r w:rsidRPr="00AE0E6D">
        <w:rPr>
          <w:b/>
        </w:rPr>
        <w:tab/>
        <w:t>Budgeting Fuel Costs</w:t>
      </w:r>
      <w:bookmarkEnd w:id="2120"/>
      <w:bookmarkEnd w:id="2121"/>
      <w:bookmarkEnd w:id="2122"/>
      <w:bookmarkEnd w:id="2123"/>
      <w:bookmarkEnd w:id="2124"/>
      <w:bookmarkEnd w:id="2125"/>
      <w:bookmarkEnd w:id="2126"/>
      <w:bookmarkEnd w:id="2127"/>
      <w:bookmarkEnd w:id="2128"/>
      <w:bookmarkEnd w:id="2129"/>
      <w:bookmarkEnd w:id="2130"/>
      <w:bookmarkEnd w:id="2131"/>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32" w:name="_Toc144691989"/>
      <w:bookmarkStart w:id="2133" w:name="_Toc204048600"/>
      <w:bookmarkStart w:id="2134" w:name="_Toc400526214"/>
      <w:bookmarkStart w:id="2135" w:name="_Toc405534532"/>
      <w:bookmarkStart w:id="2136" w:name="_Toc406570545"/>
      <w:bookmarkStart w:id="2137" w:name="_Toc410910697"/>
      <w:bookmarkStart w:id="2138" w:name="_Toc411841126"/>
      <w:bookmarkStart w:id="2139" w:name="_Toc422147088"/>
      <w:bookmarkStart w:id="2140" w:name="_Toc433020684"/>
      <w:bookmarkStart w:id="2141" w:name="_Toc437262125"/>
      <w:bookmarkStart w:id="2142" w:name="_Toc478375303"/>
      <w:bookmarkStart w:id="2143" w:name="_Toc13598907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32"/>
      <w:bookmarkEnd w:id="2133"/>
      <w:bookmarkEnd w:id="2134"/>
      <w:bookmarkEnd w:id="2135"/>
      <w:bookmarkEnd w:id="2136"/>
      <w:bookmarkEnd w:id="2137"/>
      <w:bookmarkEnd w:id="2138"/>
      <w:bookmarkEnd w:id="2139"/>
      <w:bookmarkEnd w:id="2140"/>
      <w:bookmarkEnd w:id="2141"/>
      <w:bookmarkEnd w:id="2142"/>
      <w:bookmarkEnd w:id="2143"/>
    </w:p>
    <w:p w14:paraId="36D3CC60" w14:textId="6324A600" w:rsidR="00CB13B2" w:rsidRDefault="002D238A">
      <w:pPr>
        <w:pStyle w:val="BodyTextNumbered"/>
      </w:pPr>
      <w:bookmarkStart w:id="2144" w:name="_Toc114235802"/>
      <w:bookmarkStart w:id="2145"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46" w:name="_Toc204048601"/>
      <w:bookmarkStart w:id="2147" w:name="_Toc400526215"/>
      <w:bookmarkStart w:id="2148" w:name="_Toc405534533"/>
      <w:bookmarkStart w:id="2149" w:name="_Toc406570546"/>
      <w:bookmarkStart w:id="2150" w:name="_Toc410910698"/>
      <w:bookmarkStart w:id="2151" w:name="_Toc411841127"/>
      <w:bookmarkStart w:id="2152" w:name="_Toc422147089"/>
      <w:bookmarkStart w:id="2153" w:name="_Toc433020685"/>
      <w:bookmarkStart w:id="2154" w:name="_Toc437262126"/>
      <w:bookmarkStart w:id="2155" w:name="_Toc478375304"/>
      <w:bookmarkStart w:id="2156" w:name="_Toc135989076"/>
      <w:r>
        <w:t>3.14.2</w:t>
      </w:r>
      <w:r>
        <w:tab/>
        <w:t>Black Start</w:t>
      </w:r>
      <w:bookmarkEnd w:id="2144"/>
      <w:bookmarkEnd w:id="2145"/>
      <w:bookmarkEnd w:id="2146"/>
      <w:bookmarkEnd w:id="2147"/>
      <w:bookmarkEnd w:id="2148"/>
      <w:bookmarkEnd w:id="2149"/>
      <w:bookmarkEnd w:id="2150"/>
      <w:bookmarkEnd w:id="2151"/>
      <w:bookmarkEnd w:id="2152"/>
      <w:bookmarkEnd w:id="2153"/>
      <w:bookmarkEnd w:id="2154"/>
      <w:bookmarkEnd w:id="2155"/>
      <w:bookmarkEnd w:id="2156"/>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49005CC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303F3603"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FE7B13">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6A4CFFD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57" w:name="_Toc400526216"/>
      <w:bookmarkStart w:id="2158" w:name="_Toc405534534"/>
      <w:bookmarkStart w:id="2159" w:name="_Toc406570547"/>
      <w:bookmarkStart w:id="2160" w:name="_Toc410910699"/>
      <w:bookmarkStart w:id="2161" w:name="_Toc411841128"/>
      <w:bookmarkStart w:id="2162" w:name="_Toc422147090"/>
      <w:bookmarkStart w:id="2163" w:name="_Toc433020686"/>
      <w:bookmarkStart w:id="2164" w:name="_Toc437262127"/>
      <w:bookmarkStart w:id="2165" w:name="_Toc478375305"/>
      <w:bookmarkStart w:id="2166"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67" w:name="_Hlk85719896"/>
      <w:r w:rsidRPr="00672C8C">
        <w:rPr>
          <w:iCs/>
          <w:color w:val="000000"/>
        </w:rPr>
        <w:t xml:space="preserve">Back-up Fuel for BSS </w:t>
      </w:r>
      <w:bookmarkEnd w:id="2167"/>
      <w:r w:rsidRPr="00672C8C">
        <w:rPr>
          <w:iCs/>
          <w:color w:val="000000"/>
        </w:rPr>
        <w:t>and shall maintain a contracted amount of</w:t>
      </w:r>
      <w:bookmarkStart w:id="2168" w:name="_Hlk80615097"/>
      <w:r w:rsidRPr="00672C8C">
        <w:rPr>
          <w:iCs/>
          <w:color w:val="000000"/>
        </w:rPr>
        <w:t xml:space="preserve"> BSS Back-up Fuel </w:t>
      </w:r>
      <w:bookmarkEnd w:id="2168"/>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lastRenderedPageBreak/>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69" w:name="_Toc135989077"/>
      <w:r w:rsidRPr="00C83EFD">
        <w:rPr>
          <w:b/>
          <w:bCs/>
          <w:i/>
        </w:rPr>
        <w:t>3.14.3</w:t>
      </w:r>
      <w:r w:rsidRPr="00C83EFD">
        <w:rPr>
          <w:b/>
          <w:bCs/>
          <w:i/>
        </w:rPr>
        <w:tab/>
        <w:t>Emergency Response Service</w:t>
      </w:r>
      <w:bookmarkEnd w:id="2157"/>
      <w:bookmarkEnd w:id="2158"/>
      <w:bookmarkEnd w:id="2159"/>
      <w:bookmarkEnd w:id="2160"/>
      <w:bookmarkEnd w:id="2161"/>
      <w:bookmarkEnd w:id="2162"/>
      <w:bookmarkEnd w:id="2163"/>
      <w:bookmarkEnd w:id="2164"/>
      <w:bookmarkEnd w:id="2165"/>
      <w:bookmarkEnd w:id="2169"/>
    </w:p>
    <w:p w14:paraId="351F0C55" w14:textId="4E7E3A96" w:rsidR="0058085E" w:rsidRPr="00FE2EC7" w:rsidRDefault="0041108D" w:rsidP="006D5EC8">
      <w:pPr>
        <w:tabs>
          <w:tab w:val="num" w:pos="900"/>
        </w:tabs>
        <w:spacing w:after="240"/>
        <w:ind w:left="720" w:hanging="720"/>
        <w:rPr>
          <w:b/>
          <w:i/>
        </w:rPr>
      </w:pPr>
      <w:bookmarkStart w:id="2170" w:name="_Toc326067856"/>
      <w:bookmarkStart w:id="2171" w:name="_Toc331401072"/>
      <w:bookmarkStart w:id="2172" w:name="_Toc333405886"/>
      <w:bookmarkStart w:id="2173" w:name="_Toc338854824"/>
      <w:bookmarkStart w:id="2174" w:name="_Toc339281228"/>
      <w:bookmarkStart w:id="2175" w:name="_Toc341692430"/>
      <w:bookmarkStart w:id="2176" w:name="_Toc343243678"/>
      <w:bookmarkStart w:id="2177" w:name="_Toc348352869"/>
      <w:bookmarkStart w:id="2178" w:name="_Toc352156823"/>
      <w:bookmarkStart w:id="2179" w:name="_Toc357502580"/>
      <w:bookmarkStart w:id="2180"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66"/>
      <w:bookmarkEnd w:id="2170"/>
      <w:bookmarkEnd w:id="2171"/>
      <w:bookmarkEnd w:id="2172"/>
      <w:bookmarkEnd w:id="2173"/>
      <w:bookmarkEnd w:id="2174"/>
      <w:bookmarkEnd w:id="2175"/>
      <w:bookmarkEnd w:id="2176"/>
      <w:bookmarkEnd w:id="2177"/>
      <w:bookmarkEnd w:id="2178"/>
      <w:bookmarkEnd w:id="2179"/>
      <w:bookmarkEnd w:id="2180"/>
    </w:p>
    <w:p w14:paraId="0328E216" w14:textId="77777777" w:rsidR="00695A4D" w:rsidRPr="00AE0E6D" w:rsidRDefault="00695A4D" w:rsidP="008579CB">
      <w:pPr>
        <w:pStyle w:val="H4"/>
        <w:ind w:left="1267" w:hanging="1267"/>
        <w:rPr>
          <w:b/>
        </w:rPr>
      </w:pPr>
      <w:bookmarkStart w:id="2181" w:name="_Toc400526217"/>
      <w:bookmarkStart w:id="2182" w:name="_Toc405534535"/>
      <w:bookmarkStart w:id="2183" w:name="_Toc406570548"/>
      <w:bookmarkStart w:id="2184" w:name="_Toc410910700"/>
      <w:bookmarkStart w:id="2185" w:name="_Toc411841129"/>
      <w:bookmarkStart w:id="2186" w:name="_Toc422147091"/>
      <w:bookmarkStart w:id="2187" w:name="_Toc433020687"/>
      <w:bookmarkStart w:id="2188" w:name="_Toc437262128"/>
      <w:bookmarkStart w:id="2189" w:name="_Toc478375306"/>
      <w:bookmarkStart w:id="2190" w:name="_Toc135989078"/>
      <w:r w:rsidRPr="00AE0E6D">
        <w:rPr>
          <w:b/>
        </w:rPr>
        <w:lastRenderedPageBreak/>
        <w:t>3.14.3.1</w:t>
      </w:r>
      <w:r w:rsidRPr="00AE0E6D">
        <w:rPr>
          <w:b/>
        </w:rPr>
        <w:tab/>
        <w:t>Emergency Response Service Procurement</w:t>
      </w:r>
      <w:bookmarkEnd w:id="2181"/>
      <w:bookmarkEnd w:id="2182"/>
      <w:bookmarkEnd w:id="2183"/>
      <w:bookmarkEnd w:id="2184"/>
      <w:bookmarkEnd w:id="2185"/>
      <w:bookmarkEnd w:id="2186"/>
      <w:bookmarkEnd w:id="2187"/>
      <w:bookmarkEnd w:id="2188"/>
      <w:bookmarkEnd w:id="2189"/>
      <w:bookmarkEnd w:id="2190"/>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lastRenderedPageBreak/>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w:t>
      </w:r>
      <w:r>
        <w:lastRenderedPageBreak/>
        <w:t>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lastRenderedPageBreak/>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91" w:name="_Toc400526218"/>
      <w:bookmarkStart w:id="2192" w:name="_Toc405534536"/>
      <w:bookmarkStart w:id="2193" w:name="_Toc406570549"/>
      <w:bookmarkStart w:id="2194" w:name="_Toc410910701"/>
      <w:bookmarkStart w:id="2195" w:name="_Toc411841130"/>
      <w:bookmarkStart w:id="2196" w:name="_Toc422147092"/>
      <w:bookmarkStart w:id="2197" w:name="_Toc433020688"/>
      <w:bookmarkStart w:id="2198" w:name="_Toc437262129"/>
      <w:bookmarkStart w:id="2199" w:name="_Toc478375307"/>
      <w:bookmarkStart w:id="2200" w:name="_Toc135989079"/>
      <w:r w:rsidRPr="007F4287">
        <w:rPr>
          <w:b/>
          <w:iCs/>
        </w:rPr>
        <w:t>3.14.3.2</w:t>
      </w:r>
      <w:r w:rsidRPr="007F4287">
        <w:rPr>
          <w:b/>
          <w:iCs/>
        </w:rPr>
        <w:tab/>
        <w:t>Emergency Response Service Self-Provision</w:t>
      </w:r>
      <w:bookmarkEnd w:id="2191"/>
      <w:bookmarkEnd w:id="2192"/>
      <w:bookmarkEnd w:id="2193"/>
      <w:bookmarkEnd w:id="2194"/>
      <w:bookmarkEnd w:id="2195"/>
      <w:bookmarkEnd w:id="2196"/>
      <w:bookmarkEnd w:id="2197"/>
      <w:bookmarkEnd w:id="2198"/>
      <w:bookmarkEnd w:id="2199"/>
      <w:bookmarkEnd w:id="2200"/>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201" w:name="_Toc400526219"/>
      <w:bookmarkStart w:id="2202" w:name="_Toc405534537"/>
      <w:bookmarkStart w:id="2203" w:name="_Toc406570550"/>
      <w:bookmarkStart w:id="2204" w:name="_Toc410910702"/>
      <w:bookmarkStart w:id="2205" w:name="_Toc411841131"/>
      <w:bookmarkStart w:id="2206" w:name="_Toc422147093"/>
      <w:bookmarkStart w:id="2207" w:name="_Toc433020689"/>
      <w:bookmarkStart w:id="2208" w:name="_Toc437262130"/>
      <w:bookmarkStart w:id="2209" w:name="_Toc478375308"/>
      <w:bookmarkStart w:id="2210" w:name="_Toc135989080"/>
      <w:r w:rsidRPr="00AE0E6D">
        <w:rPr>
          <w:b/>
          <w:iCs/>
        </w:rPr>
        <w:t>3.14.3.3</w:t>
      </w:r>
      <w:r w:rsidRPr="00AE0E6D">
        <w:rPr>
          <w:b/>
          <w:iCs/>
        </w:rPr>
        <w:tab/>
        <w:t>Emergency Response Service Provision and Technical Requirements</w:t>
      </w:r>
      <w:bookmarkEnd w:id="2201"/>
      <w:bookmarkEnd w:id="2202"/>
      <w:bookmarkEnd w:id="2203"/>
      <w:bookmarkEnd w:id="2204"/>
      <w:bookmarkEnd w:id="2205"/>
      <w:bookmarkEnd w:id="2206"/>
      <w:bookmarkEnd w:id="2207"/>
      <w:bookmarkEnd w:id="2208"/>
      <w:bookmarkEnd w:id="2209"/>
      <w:bookmarkEnd w:id="2210"/>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w:t>
      </w:r>
      <w:r w:rsidR="00916418">
        <w:lastRenderedPageBreak/>
        <w:t>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lastRenderedPageBreak/>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11" w:name="_Toc400526220"/>
      <w:bookmarkStart w:id="2212" w:name="_Toc405534538"/>
      <w:bookmarkStart w:id="2213" w:name="_Toc406570551"/>
      <w:bookmarkStart w:id="2214" w:name="_Toc410910703"/>
      <w:bookmarkStart w:id="2215" w:name="_Toc411841132"/>
      <w:bookmarkStart w:id="2216" w:name="_Toc422147094"/>
      <w:bookmarkStart w:id="2217" w:name="_Toc433020690"/>
      <w:bookmarkStart w:id="2218" w:name="_Toc437262131"/>
      <w:bookmarkStart w:id="2219" w:name="_Toc478375309"/>
      <w:bookmarkStart w:id="2220" w:name="_Toc135989081"/>
      <w:r w:rsidRPr="007F4287">
        <w:rPr>
          <w:b/>
          <w:iCs/>
        </w:rPr>
        <w:t>3.14.3.4</w:t>
      </w:r>
      <w:r w:rsidRPr="007F4287">
        <w:rPr>
          <w:b/>
          <w:iCs/>
        </w:rPr>
        <w:tab/>
        <w:t>Emergency Response Service Reporting and Market Communications</w:t>
      </w:r>
      <w:bookmarkEnd w:id="2211"/>
      <w:bookmarkEnd w:id="2212"/>
      <w:bookmarkEnd w:id="2213"/>
      <w:bookmarkEnd w:id="2214"/>
      <w:bookmarkEnd w:id="2215"/>
      <w:bookmarkEnd w:id="2216"/>
      <w:bookmarkEnd w:id="2217"/>
      <w:bookmarkEnd w:id="2218"/>
      <w:bookmarkEnd w:id="2219"/>
      <w:bookmarkEnd w:id="2220"/>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lastRenderedPageBreak/>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21" w:name="_Toc204048603"/>
            <w:bookmarkStart w:id="2222" w:name="_Toc400526221"/>
            <w:bookmarkStart w:id="2223" w:name="_Toc405534539"/>
            <w:bookmarkStart w:id="2224" w:name="_Toc406570552"/>
            <w:bookmarkStart w:id="2225" w:name="_Toc410910704"/>
            <w:bookmarkStart w:id="2226" w:name="_Toc411841133"/>
            <w:bookmarkStart w:id="2227" w:name="_Toc422147095"/>
            <w:bookmarkStart w:id="2228" w:name="_Toc433020691"/>
            <w:bookmarkStart w:id="2229" w:name="_Toc437262132"/>
            <w:bookmarkStart w:id="2230" w:name="_Toc478375310"/>
            <w:r>
              <w:rPr>
                <w:b/>
                <w:i/>
              </w:rPr>
              <w:lastRenderedPageBreak/>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31" w:name="_Toc135989082"/>
            <w:r w:rsidRPr="00A974FD">
              <w:t>3</w:t>
            </w:r>
            <w:r>
              <w:t>.14.4</w:t>
            </w:r>
            <w:r>
              <w:tab/>
              <w:t>Must-</w:t>
            </w:r>
            <w:r w:rsidRPr="00A974FD">
              <w:t>Run Alternative Service</w:t>
            </w:r>
            <w:bookmarkEnd w:id="2231"/>
          </w:p>
          <w:p w14:paraId="6308EBCB" w14:textId="77777777" w:rsidR="00E222EB" w:rsidRPr="00E222EB" w:rsidRDefault="00E222EB" w:rsidP="00E222EB">
            <w:pPr>
              <w:pStyle w:val="H4"/>
              <w:rPr>
                <w:b/>
              </w:rPr>
            </w:pPr>
            <w:bookmarkStart w:id="2232" w:name="_Toc135989083"/>
            <w:r w:rsidRPr="00E222EB">
              <w:rPr>
                <w:b/>
              </w:rPr>
              <w:t>3.14.4.1</w:t>
            </w:r>
            <w:r w:rsidRPr="00E222EB">
              <w:rPr>
                <w:b/>
              </w:rPr>
              <w:tab/>
              <w:t>Overview and Description of MRAs</w:t>
            </w:r>
            <w:bookmarkEnd w:id="2232"/>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33"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33"/>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lastRenderedPageBreak/>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lastRenderedPageBreak/>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lastRenderedPageBreak/>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34" w:name="_Toc135989084"/>
            <w:r w:rsidRPr="00E222EB">
              <w:rPr>
                <w:b/>
                <w:bCs/>
                <w:snapToGrid w:val="0"/>
                <w:szCs w:val="24"/>
              </w:rPr>
              <w:t>3.14.4.2</w:t>
            </w:r>
            <w:r w:rsidRPr="00E222EB">
              <w:rPr>
                <w:b/>
                <w:bCs/>
                <w:snapToGrid w:val="0"/>
                <w:szCs w:val="24"/>
              </w:rPr>
              <w:tab/>
              <w:t>Preliminary Review of Prospective Demand Response MRAs</w:t>
            </w:r>
            <w:bookmarkEnd w:id="2234"/>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lastRenderedPageBreak/>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35" w:name="_Toc135989085"/>
            <w:r w:rsidRPr="00E222EB">
              <w:rPr>
                <w:b/>
                <w:bCs/>
                <w:snapToGrid w:val="0"/>
                <w:szCs w:val="24"/>
              </w:rPr>
              <w:t>3.14.4.3</w:t>
            </w:r>
            <w:r w:rsidRPr="00E222EB">
              <w:rPr>
                <w:b/>
                <w:bCs/>
                <w:snapToGrid w:val="0"/>
                <w:szCs w:val="24"/>
              </w:rPr>
              <w:tab/>
              <w:t>MRA Substitution</w:t>
            </w:r>
            <w:bookmarkEnd w:id="2235"/>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6" w:name="_Toc135989086"/>
            <w:r w:rsidRPr="00E5617F">
              <w:rPr>
                <w:b/>
                <w:bCs/>
                <w:snapToGrid w:val="0"/>
                <w:szCs w:val="24"/>
              </w:rPr>
              <w:t>3.14.4.4</w:t>
            </w:r>
            <w:r w:rsidRPr="00E5617F">
              <w:rPr>
                <w:b/>
                <w:bCs/>
                <w:snapToGrid w:val="0"/>
                <w:szCs w:val="24"/>
              </w:rPr>
              <w:tab/>
              <w:t>Commitment and Dispatch</w:t>
            </w:r>
            <w:bookmarkEnd w:id="2236"/>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lastRenderedPageBreak/>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7" w:name="_Toc135989087"/>
            <w:r w:rsidRPr="00E5617F">
              <w:rPr>
                <w:b/>
                <w:bCs/>
                <w:snapToGrid w:val="0"/>
                <w:szCs w:val="24"/>
              </w:rPr>
              <w:t>3.14.4.5</w:t>
            </w:r>
            <w:r w:rsidRPr="00E5617F">
              <w:rPr>
                <w:b/>
                <w:bCs/>
                <w:snapToGrid w:val="0"/>
                <w:szCs w:val="24"/>
              </w:rPr>
              <w:tab/>
              <w:t>Standards for Generation Resource MRAs</w:t>
            </w:r>
            <w:bookmarkEnd w:id="2237"/>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8" w:name="_Toc135989088"/>
            <w:r w:rsidRPr="00E5617F">
              <w:rPr>
                <w:b/>
                <w:bCs/>
                <w:snapToGrid w:val="0"/>
                <w:szCs w:val="24"/>
              </w:rPr>
              <w:t>3.14.4.6</w:t>
            </w:r>
            <w:r w:rsidRPr="00E5617F">
              <w:rPr>
                <w:b/>
                <w:bCs/>
                <w:snapToGrid w:val="0"/>
                <w:szCs w:val="24"/>
              </w:rPr>
              <w:tab/>
              <w:t>Standards for Other Generation MRAs and Demand Response MRAs</w:t>
            </w:r>
            <w:bookmarkEnd w:id="2238"/>
          </w:p>
          <w:p w14:paraId="21F4E061" w14:textId="77777777" w:rsidR="00E5617F" w:rsidRPr="00A540C3" w:rsidRDefault="00E5617F" w:rsidP="00E5617F">
            <w:pPr>
              <w:pStyle w:val="H5"/>
            </w:pPr>
            <w:bookmarkStart w:id="2239" w:name="_Toc135989089"/>
            <w:r w:rsidRPr="00A540C3">
              <w:t>3.14.</w:t>
            </w:r>
            <w:r>
              <w:t>4.6</w:t>
            </w:r>
            <w:r w:rsidRPr="00A540C3">
              <w:t>.1</w:t>
            </w:r>
            <w:r w:rsidRPr="00A540C3">
              <w:tab/>
            </w:r>
            <w:r>
              <w:t xml:space="preserve">MRA </w:t>
            </w:r>
            <w:r w:rsidRPr="00A540C3">
              <w:t>Telemetry Requirements</w:t>
            </w:r>
            <w:bookmarkEnd w:id="2239"/>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lastRenderedPageBreak/>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40" w:name="_Toc135989090"/>
            <w:r w:rsidRPr="00E5617F">
              <w:rPr>
                <w:b/>
                <w:bCs/>
                <w:i/>
                <w:iCs/>
                <w:szCs w:val="26"/>
              </w:rPr>
              <w:t>3.14.4.6.2</w:t>
            </w:r>
            <w:r w:rsidRPr="00E5617F">
              <w:rPr>
                <w:b/>
                <w:bCs/>
                <w:i/>
                <w:iCs/>
                <w:szCs w:val="26"/>
              </w:rPr>
              <w:tab/>
              <w:t>Baseline Performance Evaluation Methodology for Demand Response MRAs</w:t>
            </w:r>
            <w:bookmarkEnd w:id="2240"/>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41" w:name="_Toc135989091"/>
            <w:r w:rsidRPr="00E5617F">
              <w:rPr>
                <w:b/>
                <w:bCs/>
                <w:i/>
                <w:iCs/>
                <w:szCs w:val="26"/>
              </w:rPr>
              <w:t>3.14.4.6.3</w:t>
            </w:r>
            <w:r w:rsidRPr="00E5617F">
              <w:rPr>
                <w:b/>
                <w:bCs/>
                <w:i/>
                <w:iCs/>
                <w:szCs w:val="26"/>
              </w:rPr>
              <w:tab/>
              <w:t>MRA Metering and Metering Data</w:t>
            </w:r>
            <w:bookmarkEnd w:id="2241"/>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42"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42"/>
          </w:p>
          <w:p w14:paraId="603EB302" w14:textId="77777777" w:rsidR="00E5617F" w:rsidRPr="00E5617F" w:rsidRDefault="00E5617F" w:rsidP="00E5617F">
            <w:pPr>
              <w:spacing w:after="240"/>
              <w:ind w:left="720" w:hanging="720"/>
              <w:rPr>
                <w:szCs w:val="24"/>
              </w:rPr>
            </w:pPr>
            <w:bookmarkStart w:id="2243" w:name="_Toc402949789"/>
            <w:r w:rsidRPr="00E5617F">
              <w:rPr>
                <w:szCs w:val="24"/>
              </w:rPr>
              <w:t>(4)</w:t>
            </w:r>
            <w:r w:rsidRPr="00E5617F">
              <w:rPr>
                <w:szCs w:val="24"/>
              </w:rPr>
              <w:tab/>
              <w:t xml:space="preserve">A QSE representing an MRA or MRA Site in a NOIE service territory is responsible for arranging with the NOIE TDSP to provide ERCOT with interval meter data for the </w:t>
            </w:r>
            <w:r w:rsidRPr="00E5617F">
              <w:rPr>
                <w:szCs w:val="24"/>
              </w:rPr>
              <w:lastRenderedPageBreak/>
              <w:t>MRA or MRA Site in a format prescribed by ERCOT on a monthly basis within 35 days following the end of a calendar month.</w:t>
            </w:r>
            <w:bookmarkEnd w:id="2243"/>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44" w:name="_Toc135989092"/>
            <w:r w:rsidRPr="00E5617F">
              <w:rPr>
                <w:b/>
                <w:bCs/>
                <w:i/>
                <w:iCs/>
                <w:szCs w:val="26"/>
              </w:rPr>
              <w:t>3.14.4.6.4</w:t>
            </w:r>
            <w:r w:rsidRPr="00E5617F">
              <w:rPr>
                <w:b/>
                <w:bCs/>
                <w:i/>
                <w:iCs/>
                <w:szCs w:val="26"/>
              </w:rPr>
              <w:tab/>
              <w:t>MRA Availability Measurement and Verification</w:t>
            </w:r>
            <w:bookmarkEnd w:id="2244"/>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w:t>
            </w:r>
            <w:r w:rsidRPr="00E5617F">
              <w:rPr>
                <w:szCs w:val="24"/>
              </w:rPr>
              <w:lastRenderedPageBreak/>
              <w:t>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45" w:name="_Toc135989093"/>
            <w:r w:rsidRPr="00E5617F">
              <w:rPr>
                <w:b/>
                <w:bCs/>
                <w:i/>
                <w:iCs/>
                <w:szCs w:val="26"/>
              </w:rPr>
              <w:t>3.14.4.6.5</w:t>
            </w:r>
            <w:r w:rsidRPr="00E5617F">
              <w:rPr>
                <w:b/>
                <w:bCs/>
                <w:i/>
                <w:iCs/>
                <w:szCs w:val="26"/>
              </w:rPr>
              <w:tab/>
              <w:t>MRA Event Performance Measurement and Verification</w:t>
            </w:r>
            <w:bookmarkEnd w:id="2245"/>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lastRenderedPageBreak/>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lastRenderedPageBreak/>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46" w:name="_Toc13598909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46"/>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47" w:name="_Toc13598909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47"/>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48" w:name="_Toc135989096"/>
            <w:r w:rsidRPr="00C03C32">
              <w:rPr>
                <w:b/>
                <w:bCs/>
              </w:rPr>
              <w:t>3.14.4.8</w:t>
            </w:r>
            <w:r w:rsidRPr="00C03C32">
              <w:rPr>
                <w:b/>
                <w:bCs/>
              </w:rPr>
              <w:tab/>
              <w:t>MRA Misconduct Events</w:t>
            </w:r>
            <w:bookmarkEnd w:id="2248"/>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lastRenderedPageBreak/>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49" w:name="_Toc135989097"/>
            <w:r w:rsidRPr="00BA3A95">
              <w:rPr>
                <w:b/>
                <w:bCs/>
                <w:snapToGrid w:val="0"/>
              </w:rPr>
              <w:t>3.14.4.9</w:t>
            </w:r>
            <w:r w:rsidRPr="00BA3A95">
              <w:rPr>
                <w:b/>
                <w:bCs/>
                <w:snapToGrid w:val="0"/>
              </w:rPr>
              <w:tab/>
              <w:t>MRA Reporting to Transmission and/or Distribution Service Providers (TDSPs)</w:t>
            </w:r>
            <w:bookmarkEnd w:id="2249"/>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50" w:name="_Toc135989098"/>
      <w:r w:rsidRPr="00B94ADC">
        <w:rPr>
          <w:b/>
          <w:bCs/>
          <w:i/>
        </w:rPr>
        <w:t>3.14.5</w:t>
      </w:r>
      <w:r w:rsidRPr="00B94ADC">
        <w:rPr>
          <w:b/>
          <w:bCs/>
          <w:i/>
        </w:rPr>
        <w:tab/>
        <w:t>Firm Fuel Supply Service</w:t>
      </w:r>
      <w:bookmarkEnd w:id="2250"/>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lastRenderedPageBreak/>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00B48744"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lastRenderedPageBreak/>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B60EB7D" w14:textId="78F9F9FF" w:rsidR="00B92A8E" w:rsidRPr="00B94ADC" w:rsidRDefault="00B92A8E" w:rsidP="00B92A8E">
      <w:pPr>
        <w:spacing w:after="240"/>
        <w:ind w:left="1440" w:hanging="720"/>
        <w:rPr>
          <w:iCs/>
        </w:rPr>
      </w:pPr>
      <w:r w:rsidRPr="00B94ADC">
        <w:rPr>
          <w:iCs/>
        </w:rPr>
        <w:t>(</w:t>
      </w:r>
      <w:r w:rsidR="00197E84">
        <w:rPr>
          <w:iCs/>
        </w:rPr>
        <w:t>c</w:t>
      </w:r>
      <w:r w:rsidRPr="00B94ADC">
        <w:rPr>
          <w:iCs/>
        </w:rPr>
        <w:t>)</w:t>
      </w:r>
      <w:r w:rsidRPr="00B94ADC">
        <w:rPr>
          <w:iCs/>
        </w:rPr>
        <w:tab/>
      </w:r>
      <w:r w:rsidR="00910953">
        <w:rPr>
          <w:iCs/>
        </w:rPr>
        <w:t>For a Generation Resource to be eligible to receive an FFSS award</w:t>
      </w:r>
      <w:r w:rsidR="00910953" w:rsidRPr="00B94ADC">
        <w:rPr>
          <w:iCs/>
        </w:rPr>
        <w:t xml:space="preserve">, the </w:t>
      </w:r>
      <w:r w:rsidR="00910953">
        <w:rPr>
          <w:iCs/>
        </w:rPr>
        <w:t xml:space="preserve">primary Generation </w:t>
      </w:r>
      <w:r w:rsidR="00910953" w:rsidRPr="00B94ADC">
        <w:rPr>
          <w:iCs/>
        </w:rPr>
        <w:t xml:space="preserve">Resource </w:t>
      </w:r>
      <w:r w:rsidR="00910953">
        <w:rPr>
          <w:iCs/>
        </w:rPr>
        <w:t>and any alternate Generation Resource(s) identified in the FFSS Offer Submission Form</w:t>
      </w:r>
      <w:r w:rsidR="00910953" w:rsidRPr="00D67AC6">
        <w:rPr>
          <w:iCs/>
        </w:rPr>
        <w:t xml:space="preserve"> shall complete all applicable testing requirements as specified in Section 8.1.1.2.1.6.  A</w:t>
      </w:r>
      <w:r w:rsidR="00910953">
        <w:rPr>
          <w:iCs/>
        </w:rPr>
        <w:t xml:space="preserve"> QSE representing an FFSSR is allowed to provide the FFSS with an alternate Resource previously approved by ERCOT to replace the FFSSR.</w:t>
      </w:r>
    </w:p>
    <w:p w14:paraId="7036EC28" w14:textId="55FE31E8" w:rsidR="00B92A8E" w:rsidRPr="00B94ADC" w:rsidRDefault="00B92A8E" w:rsidP="009F070C">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w:t>
      </w:r>
      <w:r w:rsidRPr="00B94ADC">
        <w:rPr>
          <w:iCs/>
        </w:rPr>
        <w:lastRenderedPageBreak/>
        <w:t>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27C5897A"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00565CBB" w:rsidR="00B92A8E" w:rsidRPr="00B94ADC" w:rsidRDefault="00B92A8E" w:rsidP="00B92A8E">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w:t>
      </w:r>
      <w:r w:rsidR="006F19F3">
        <w:rPr>
          <w:iCs/>
        </w:rPr>
        <w:t xml:space="preserve">fuel reserved to </w:t>
      </w:r>
      <w:r w:rsidR="006F19F3" w:rsidRPr="00B94ADC">
        <w:rPr>
          <w:iCs/>
        </w:rPr>
        <w:t xml:space="preserve">generate at the FFSS MW award level </w:t>
      </w:r>
      <w:r w:rsidR="006F19F3">
        <w:rPr>
          <w:iCs/>
        </w:rPr>
        <w:t>for the duration requirement specified in the RFP, including any fuel that was restocked following approval or instruction from ERCOT</w:t>
      </w:r>
      <w:r w:rsidRPr="00B94ADC">
        <w:rPr>
          <w:iCs/>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D34E495" w14:textId="22210B0A" w:rsidR="006F19F3" w:rsidRPr="00B94ADC" w:rsidRDefault="006F19F3" w:rsidP="006F19F3">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lastRenderedPageBreak/>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703FF853" w14:textId="78C16586" w:rsidR="00B92A8E" w:rsidRPr="00B94ADC" w:rsidRDefault="00B92A8E" w:rsidP="00B92A8E">
      <w:pPr>
        <w:spacing w:after="240"/>
        <w:ind w:left="720" w:hanging="720"/>
        <w:rPr>
          <w:iCs/>
        </w:rPr>
      </w:pPr>
      <w:r w:rsidRPr="00B94ADC">
        <w:rPr>
          <w:iCs/>
        </w:rPr>
        <w:t>(5)</w:t>
      </w:r>
      <w:r w:rsidRPr="00B94ADC">
        <w:rPr>
          <w:iCs/>
        </w:rPr>
        <w:tab/>
      </w:r>
      <w:r w:rsidR="006F19F3">
        <w:rPr>
          <w:iCs/>
        </w:rPr>
        <w:t>F</w:t>
      </w:r>
      <w:r w:rsidRPr="00B94ADC">
        <w:rPr>
          <w:iCs/>
        </w:rPr>
        <w:t xml:space="preserve">ollowing the deployment of FFSS, the QSE for an FFSSR may request an approval from ERCOT to restock their fuel reserve to restore their </w:t>
      </w:r>
      <w:r w:rsidR="006F19F3">
        <w:rPr>
          <w:iCs/>
        </w:rPr>
        <w:t xml:space="preserve">ability </w:t>
      </w:r>
      <w:r w:rsidR="006F19F3" w:rsidRPr="00B94ADC">
        <w:rPr>
          <w:iCs/>
        </w:rPr>
        <w:t xml:space="preserve">to generate at the FFSS MW award level </w:t>
      </w:r>
      <w:r w:rsidR="006F19F3">
        <w:rPr>
          <w:iCs/>
        </w:rPr>
        <w:t>for the duration requirement specified in the RFP</w:t>
      </w:r>
      <w:r w:rsidRPr="00B94ADC">
        <w:rPr>
          <w:iCs/>
        </w:rPr>
        <w:t xml:space="preserve">. </w:t>
      </w:r>
      <w:r>
        <w:rPr>
          <w:iCs/>
        </w:rPr>
        <w:t xml:space="preserve"> </w:t>
      </w:r>
      <w:r w:rsidRPr="00B94ADC">
        <w:rPr>
          <w:iCs/>
        </w:rPr>
        <w:t xml:space="preserve">Following approval from ERCOT, a QSE </w:t>
      </w:r>
      <w:r w:rsidR="006F19F3">
        <w:rPr>
          <w:iCs/>
        </w:rPr>
        <w:t>must</w:t>
      </w:r>
      <w:r w:rsidRPr="00B94ADC">
        <w:rPr>
          <w:iCs/>
        </w:rPr>
        <w:t xml:space="preserve"> restock their </w:t>
      </w:r>
      <w:r w:rsidR="006F19F3">
        <w:rPr>
          <w:iCs/>
        </w:rPr>
        <w:t xml:space="preserve">fuel reserve </w:t>
      </w:r>
      <w:r w:rsidR="006F19F3" w:rsidRPr="00B94ADC">
        <w:rPr>
          <w:iCs/>
        </w:rPr>
        <w:t>to restore their</w:t>
      </w:r>
      <w:r w:rsidR="006F19F3">
        <w:rPr>
          <w:iCs/>
        </w:rPr>
        <w:t xml:space="preserve"> ability </w:t>
      </w:r>
      <w:r w:rsidR="006F19F3" w:rsidRPr="00B94ADC">
        <w:rPr>
          <w:iCs/>
        </w:rPr>
        <w:t xml:space="preserve">to generate at the FFSS MW award level </w:t>
      </w:r>
      <w:r w:rsidR="006F19F3">
        <w:rPr>
          <w:iCs/>
        </w:rPr>
        <w:t>for the specified duration requirement</w:t>
      </w:r>
      <w:r w:rsidRPr="00B94ADC">
        <w:rPr>
          <w:iCs/>
        </w:rPr>
        <w:t xml:space="preserve">.  In the event ERCOT does not receive the request to restock from a QSE representing an FFSSR, </w:t>
      </w:r>
      <w:r w:rsidR="006F19F3">
        <w:rPr>
          <w:iCs/>
        </w:rPr>
        <w:t xml:space="preserve">but the QSE no longer has sufficient reserved fuel to </w:t>
      </w:r>
      <w:r w:rsidR="006F19F3" w:rsidRPr="00B94ADC">
        <w:rPr>
          <w:iCs/>
        </w:rPr>
        <w:t xml:space="preserve">generate at the FFSS MW award level </w:t>
      </w:r>
      <w:r w:rsidR="006F19F3">
        <w:rPr>
          <w:iCs/>
        </w:rPr>
        <w:t>for the specified duration requirement</w:t>
      </w:r>
      <w:r w:rsidR="006F19F3" w:rsidRPr="00B94ADC">
        <w:rPr>
          <w:iCs/>
        </w:rPr>
        <w:t>,</w:t>
      </w:r>
      <w:r w:rsidR="006F19F3">
        <w:rPr>
          <w:iCs/>
        </w:rPr>
        <w:t xml:space="preserve"> the QSE shall communicate to the ERCOT control room this reduced capability and </w:t>
      </w:r>
      <w:r w:rsidRPr="00B94ADC">
        <w:rPr>
          <w:iCs/>
        </w:rPr>
        <w:t xml:space="preserve">ERCOT may instruct </w:t>
      </w:r>
      <w:r w:rsidR="006F19F3">
        <w:rPr>
          <w:iCs/>
        </w:rPr>
        <w:t xml:space="preserve">the </w:t>
      </w:r>
      <w:r w:rsidRPr="00B94ADC">
        <w:rPr>
          <w:iCs/>
        </w:rPr>
        <w:t xml:space="preserve">QSE to restock </w:t>
      </w:r>
      <w:r w:rsidR="006F19F3">
        <w:rPr>
          <w:iCs/>
        </w:rPr>
        <w:t xml:space="preserve">the </w:t>
      </w:r>
      <w:r w:rsidRPr="00B94ADC">
        <w:rPr>
          <w:iCs/>
        </w:rPr>
        <w:t>fuel reserve.</w:t>
      </w:r>
    </w:p>
    <w:p w14:paraId="2E1021C2" w14:textId="3B17EBCC" w:rsidR="006F19F3" w:rsidRDefault="006F19F3" w:rsidP="006F19F3">
      <w:pPr>
        <w:spacing w:after="240"/>
        <w:ind w:left="720" w:hanging="720"/>
        <w:rPr>
          <w:iCs/>
        </w:rPr>
      </w:pPr>
      <w:r>
        <w:rPr>
          <w:iCs/>
        </w:rPr>
        <w:t>(6)</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7777777" w:rsidR="006F19F3" w:rsidRDefault="006F19F3" w:rsidP="006F19F3">
      <w:pPr>
        <w:spacing w:after="240"/>
        <w:ind w:left="720" w:hanging="720"/>
        <w:rPr>
          <w:iCs/>
        </w:rPr>
      </w:pPr>
      <w:r>
        <w:rPr>
          <w:iCs/>
        </w:rPr>
        <w:t xml:space="preserve">(7)       An FFSS Offer Submission Form may have up to three alternate Generation Resources per primary Resource offering to provide FFSS.  </w:t>
      </w:r>
    </w:p>
    <w:p w14:paraId="4096025D" w14:textId="66854C30" w:rsidR="006F19F3" w:rsidRDefault="006F19F3" w:rsidP="006F19F3">
      <w:pPr>
        <w:spacing w:after="240"/>
        <w:ind w:left="720" w:hanging="720"/>
        <w:rPr>
          <w:iCs/>
        </w:rPr>
      </w:pPr>
      <w:r>
        <w:rPr>
          <w:iCs/>
        </w:rPr>
        <w:t>(8)</w:t>
      </w:r>
      <w:r>
        <w:rPr>
          <w:iCs/>
        </w:rPr>
        <w:tab/>
        <w:t>For FFSSRs with approved alternate Generation Resources if the FFSSR becomes unavailable, the QSE must</w:t>
      </w:r>
      <w:r w:rsidR="00524AA5">
        <w:rPr>
          <w:iCs/>
        </w:rPr>
        <w:t>:</w:t>
      </w:r>
      <w:r>
        <w:rPr>
          <w:iCs/>
        </w:rPr>
        <w:t xml:space="preserve"> </w:t>
      </w:r>
    </w:p>
    <w:p w14:paraId="55E588F1" w14:textId="11A13B88" w:rsidR="006F19F3" w:rsidRDefault="006F19F3" w:rsidP="006F19F3">
      <w:pPr>
        <w:spacing w:after="240"/>
        <w:ind w:left="1440" w:hanging="720"/>
        <w:rPr>
          <w:iCs/>
        </w:rPr>
      </w:pPr>
      <w:r>
        <w:rPr>
          <w:iCs/>
        </w:rPr>
        <w:t>(a)</w:t>
      </w:r>
      <w:r>
        <w:rPr>
          <w:iCs/>
        </w:rPr>
        <w:tab/>
      </w:r>
      <w:bookmarkStart w:id="2251" w:name="_Hlk128403063"/>
      <w:r>
        <w:rPr>
          <w:iCs/>
        </w:rPr>
        <w:t xml:space="preserve">As soon as practicable, call the ERCOT </w:t>
      </w:r>
      <w:r w:rsidR="00B645F3">
        <w:rPr>
          <w:iCs/>
        </w:rPr>
        <w:t>c</w:t>
      </w:r>
      <w:r>
        <w:rPr>
          <w:iCs/>
        </w:rPr>
        <w:t xml:space="preserve">ontrol </w:t>
      </w:r>
      <w:r w:rsidR="00B645F3">
        <w:rPr>
          <w:iCs/>
        </w:rPr>
        <w:t>r</w:t>
      </w:r>
      <w:r>
        <w:rPr>
          <w:iCs/>
        </w:rPr>
        <w:t>oom and inform an Operator that the FFSSR will be replaced by one of the alternate Generation Resource, specify which alternate Generation Resource (if multiple alternate Generation Resources have been designated), and provide an estimate of how long the replacement will be in effect;</w:t>
      </w:r>
      <w:bookmarkEnd w:id="2251"/>
    </w:p>
    <w:p w14:paraId="61C3799D" w14:textId="77777777" w:rsidR="006F19F3" w:rsidRDefault="006F19F3" w:rsidP="006F19F3">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rPr>
          <w:iCs/>
        </w:rPr>
      </w:pPr>
      <w:r>
        <w:t>(c)</w:t>
      </w:r>
      <w:r>
        <w:tab/>
        <w:t>U</w:t>
      </w:r>
      <w:r w:rsidRPr="00AA1E2D">
        <w:t xml:space="preserve">pdate the </w:t>
      </w:r>
      <w:r>
        <w:t>COPs for these Generation Resources within 60 minutes after identifying the change in availability of the FFSSR.</w:t>
      </w:r>
    </w:p>
    <w:p w14:paraId="61268522" w14:textId="6114D7C6" w:rsidR="00B92A8E" w:rsidRPr="00B94ADC" w:rsidRDefault="00B92A8E" w:rsidP="00B92A8E">
      <w:pPr>
        <w:spacing w:after="240"/>
        <w:ind w:left="720" w:hanging="720"/>
        <w:rPr>
          <w:iCs/>
        </w:rPr>
      </w:pPr>
      <w:r w:rsidRPr="00B94ADC">
        <w:rPr>
          <w:iCs/>
        </w:rPr>
        <w:t>(</w:t>
      </w:r>
      <w:r w:rsidR="006F19F3">
        <w:rPr>
          <w:iCs/>
        </w:rPr>
        <w:t>9</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 xml:space="preserve">the contracted BSS obligation.  Any </w:t>
      </w:r>
      <w:r w:rsidRPr="00B94ADC">
        <w:rPr>
          <w:iCs/>
        </w:rPr>
        <w:lastRenderedPageBreak/>
        <w:t>remaining fuel reserve in addition to that required for meeting FFSS and BSS obligations can be used at the QSE’s discretion.</w:t>
      </w:r>
    </w:p>
    <w:p w14:paraId="1DCE424B" w14:textId="4BE02DA5" w:rsidR="00B92A8E" w:rsidRPr="00B94ADC" w:rsidRDefault="00B92A8E" w:rsidP="00B92A8E">
      <w:pPr>
        <w:spacing w:after="240"/>
        <w:ind w:left="720" w:hanging="720"/>
        <w:rPr>
          <w:iCs/>
        </w:rPr>
      </w:pPr>
      <w:r w:rsidRPr="00B94ADC">
        <w:rPr>
          <w:iCs/>
        </w:rPr>
        <w:t>(</w:t>
      </w:r>
      <w:r w:rsidR="006F19F3">
        <w:rPr>
          <w:iCs/>
        </w:rPr>
        <w:t>10</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19B90739" w:rsidR="00B92A8E" w:rsidRPr="00B94ADC" w:rsidRDefault="00B92A8E" w:rsidP="00B92A8E">
      <w:pPr>
        <w:spacing w:after="240"/>
        <w:ind w:left="720" w:hanging="720"/>
        <w:rPr>
          <w:iCs/>
        </w:rPr>
      </w:pPr>
      <w:r w:rsidRPr="00B94ADC">
        <w:rPr>
          <w:iCs/>
        </w:rPr>
        <w:t>(</w:t>
      </w:r>
      <w:r w:rsidR="006F19F3">
        <w:rPr>
          <w:iCs/>
        </w:rPr>
        <w:t>11</w:t>
      </w:r>
      <w:r w:rsidRPr="00B94ADC">
        <w:rPr>
          <w:iCs/>
        </w:rPr>
        <w:t>)</w:t>
      </w:r>
      <w:r w:rsidR="006F19F3" w:rsidRPr="00B94ADC">
        <w:rPr>
          <w:iCs/>
        </w:rPr>
        <w:tab/>
      </w:r>
      <w:r w:rsidR="006F19F3">
        <w:rPr>
          <w:iCs/>
        </w:rPr>
        <w:t>If FFSS is deployed, then</w:t>
      </w:r>
      <w:r w:rsidR="006F19F3" w:rsidRPr="00C478F8">
        <w:rPr>
          <w:iCs/>
        </w:rPr>
        <w:t xml:space="preserve"> </w:t>
      </w:r>
      <w:r w:rsidRPr="00B94ADC">
        <w:rPr>
          <w:iCs/>
        </w:rPr>
        <w:t xml:space="preserve">ERCOT will provide a report to the TAC or its designated subcommittee within </w:t>
      </w:r>
      <w:r w:rsidR="006F19F3">
        <w:rPr>
          <w:iCs/>
        </w:rPr>
        <w:t>30</w:t>
      </w:r>
      <w:r w:rsidRPr="00B94ADC">
        <w:rPr>
          <w:iCs/>
        </w:rPr>
        <w:t xml:space="preserve"> days of </w:t>
      </w:r>
      <w:r w:rsidR="006F19F3">
        <w:rPr>
          <w:iCs/>
        </w:rPr>
        <w:t>the end of the FFSS obligation period.</w:t>
      </w:r>
      <w:r w:rsidRPr="00B94ADC">
        <w:rPr>
          <w:iCs/>
        </w:rPr>
        <w:t xml:space="preserve"> </w:t>
      </w:r>
      <w:r w:rsidR="006F19F3">
        <w:rPr>
          <w:iCs/>
        </w:rPr>
        <w:t xml:space="preserve"> The report must </w:t>
      </w:r>
      <w:r w:rsidRPr="00B94ADC">
        <w:rPr>
          <w:iCs/>
        </w:rPr>
        <w:t>includ</w:t>
      </w:r>
      <w:r w:rsidR="006F19F3">
        <w:rPr>
          <w:iCs/>
        </w:rPr>
        <w:t>e</w:t>
      </w:r>
      <w:r w:rsidRPr="00B94ADC">
        <w:rPr>
          <w:iCs/>
        </w:rPr>
        <w:t xml:space="preserve"> the Resources deployed and the reason for </w:t>
      </w:r>
      <w:r w:rsidR="006F19F3">
        <w:rPr>
          <w:iCs/>
        </w:rPr>
        <w:t>any</w:t>
      </w:r>
      <w:r w:rsidRPr="00B94ADC">
        <w:rPr>
          <w:iCs/>
        </w:rPr>
        <w:t xml:space="preserve"> deployments. </w:t>
      </w:r>
    </w:p>
    <w:p w14:paraId="6FA484A8" w14:textId="51712AA2" w:rsidR="00B92A8E" w:rsidRPr="00B94ADC" w:rsidRDefault="00B92A8E" w:rsidP="00B92A8E">
      <w:pPr>
        <w:spacing w:after="240"/>
        <w:ind w:left="720" w:hanging="720"/>
        <w:rPr>
          <w:iCs/>
        </w:rPr>
      </w:pPr>
      <w:r w:rsidRPr="00B94ADC">
        <w:rPr>
          <w:iCs/>
        </w:rPr>
        <w:t>(</w:t>
      </w:r>
      <w:r w:rsidR="006F19F3">
        <w:rPr>
          <w:iCs/>
        </w:rPr>
        <w:t>12</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77777777" w:rsidR="00B92A8E" w:rsidRPr="00B94ADC" w:rsidRDefault="00B92A8E" w:rsidP="00B92A8E">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4D337D10" w14:textId="6FA01095" w:rsidR="00B94ADC" w:rsidRDefault="00B92A8E" w:rsidP="00B92A8E">
      <w:pPr>
        <w:spacing w:after="240"/>
        <w:ind w:left="720" w:hanging="720"/>
      </w:pPr>
      <w:r w:rsidRPr="00B94ADC">
        <w:rPr>
          <w:iCs/>
        </w:rPr>
        <w:t>(1</w:t>
      </w:r>
      <w:r w:rsidR="006F19F3">
        <w:rPr>
          <w:iCs/>
        </w:rPr>
        <w:t>3</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52" w:name="_Toc135989099"/>
      <w:r>
        <w:t>3.15</w:t>
      </w:r>
      <w:r>
        <w:tab/>
        <w:t>Voltage Support</w:t>
      </w:r>
      <w:bookmarkEnd w:id="2221"/>
      <w:bookmarkEnd w:id="2222"/>
      <w:bookmarkEnd w:id="2223"/>
      <w:bookmarkEnd w:id="2224"/>
      <w:bookmarkEnd w:id="2225"/>
      <w:bookmarkEnd w:id="2226"/>
      <w:bookmarkEnd w:id="2227"/>
      <w:bookmarkEnd w:id="2228"/>
      <w:bookmarkEnd w:id="2229"/>
      <w:bookmarkEnd w:id="2230"/>
      <w:bookmarkEnd w:id="2252"/>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w:t>
            </w:r>
            <w:r w:rsidRPr="0091754B">
              <w:rPr>
                <w:iCs/>
              </w:rPr>
              <w:lastRenderedPageBreak/>
              <w:t xml:space="preserve">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lastRenderedPageBreak/>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 xml:space="preserve">capable devices.  This Reactive Power profile is depicted graphically as a rectangle.  For Intermittent Renewable Resources </w:t>
      </w:r>
      <w:r>
        <w:lastRenderedPageBreak/>
        <w:t>(IRRs),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xml:space="preserve">, ERCOT, the </w:t>
            </w:r>
            <w:r w:rsidRPr="0091754B">
              <w:lastRenderedPageBreak/>
              <w:t>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w:t>
            </w:r>
            <w:r w:rsidRPr="0091754B">
              <w:rPr>
                <w:iCs/>
              </w:rPr>
              <w:lastRenderedPageBreak/>
              <w:t>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 xml:space="preserve">regarding its </w:t>
      </w:r>
      <w:r w:rsidRPr="00B5256C">
        <w:lastRenderedPageBreak/>
        <w:t>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lastRenderedPageBreak/>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lastRenderedPageBreak/>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lastRenderedPageBreak/>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53" w:name="_Toc114235804"/>
      <w:bookmarkStart w:id="2254" w:name="_Toc144691992"/>
      <w:bookmarkStart w:id="2255" w:name="_Toc204048604"/>
      <w:bookmarkStart w:id="2256" w:name="_Toc400526222"/>
      <w:bookmarkStart w:id="2257" w:name="_Toc405534540"/>
      <w:bookmarkStart w:id="2258" w:name="_Toc406570553"/>
      <w:bookmarkStart w:id="2259" w:name="_Toc410910705"/>
      <w:bookmarkStart w:id="2260" w:name="_Toc411841134"/>
      <w:bookmarkStart w:id="2261" w:name="_Toc422147096"/>
      <w:bookmarkStart w:id="2262" w:name="_Toc433020692"/>
      <w:bookmarkStart w:id="2263" w:name="_Toc437262133"/>
      <w:bookmarkStart w:id="2264" w:name="_Toc478375311"/>
      <w:bookmarkStart w:id="2265" w:name="_Toc135989100"/>
      <w:r>
        <w:t>3.15.1</w:t>
      </w:r>
      <w:r>
        <w:tab/>
        <w:t>ERCOT Responsibilities Related to Voltage Support</w:t>
      </w:r>
      <w:bookmarkEnd w:id="2253"/>
      <w:bookmarkEnd w:id="2254"/>
      <w:bookmarkEnd w:id="2255"/>
      <w:bookmarkEnd w:id="2256"/>
      <w:bookmarkEnd w:id="2257"/>
      <w:bookmarkEnd w:id="2258"/>
      <w:bookmarkEnd w:id="2259"/>
      <w:bookmarkEnd w:id="2260"/>
      <w:bookmarkEnd w:id="2261"/>
      <w:bookmarkEnd w:id="2262"/>
      <w:bookmarkEnd w:id="2263"/>
      <w:bookmarkEnd w:id="2264"/>
      <w:bookmarkEnd w:id="2265"/>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lastRenderedPageBreak/>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lastRenderedPageBreak/>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66" w:name="_Toc114235805"/>
      <w:bookmarkStart w:id="2267" w:name="_Toc144691993"/>
      <w:bookmarkStart w:id="2268" w:name="_Toc204048605"/>
      <w:bookmarkStart w:id="2269" w:name="_Toc400526223"/>
      <w:bookmarkStart w:id="2270" w:name="_Toc405534541"/>
      <w:bookmarkStart w:id="2271" w:name="_Toc406570554"/>
      <w:bookmarkStart w:id="2272" w:name="_Toc410910706"/>
      <w:bookmarkStart w:id="2273" w:name="_Toc411841135"/>
      <w:bookmarkStart w:id="2274" w:name="_Toc422147097"/>
      <w:bookmarkStart w:id="2275" w:name="_Toc433020693"/>
      <w:bookmarkStart w:id="2276" w:name="_Toc437262134"/>
      <w:bookmarkStart w:id="2277" w:name="_Toc478375312"/>
      <w:bookmarkStart w:id="2278" w:name="_Toc135989101"/>
      <w:r>
        <w:lastRenderedPageBreak/>
        <w:t>3.15.2</w:t>
      </w:r>
      <w:r>
        <w:tab/>
        <w:t>DSP Responsibilities Related to Voltage Support</w:t>
      </w:r>
      <w:bookmarkEnd w:id="2266"/>
      <w:bookmarkEnd w:id="2267"/>
      <w:bookmarkEnd w:id="2268"/>
      <w:bookmarkEnd w:id="2269"/>
      <w:bookmarkEnd w:id="2270"/>
      <w:bookmarkEnd w:id="2271"/>
      <w:bookmarkEnd w:id="2272"/>
      <w:bookmarkEnd w:id="2273"/>
      <w:bookmarkEnd w:id="2274"/>
      <w:bookmarkEnd w:id="2275"/>
      <w:bookmarkEnd w:id="2276"/>
      <w:bookmarkEnd w:id="2277"/>
      <w:bookmarkEnd w:id="2278"/>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79" w:name="_Toc114235806"/>
      <w:bookmarkStart w:id="2280" w:name="_Toc144691994"/>
      <w:bookmarkStart w:id="2281" w:name="_Toc204048606"/>
      <w:bookmarkStart w:id="2282" w:name="_Toc400526224"/>
      <w:bookmarkStart w:id="2283" w:name="_Toc405534542"/>
      <w:bookmarkStart w:id="2284" w:name="_Toc406570555"/>
      <w:bookmarkStart w:id="2285" w:name="_Toc410910707"/>
      <w:bookmarkStart w:id="2286" w:name="_Toc411841136"/>
      <w:bookmarkStart w:id="2287" w:name="_Toc422147098"/>
      <w:bookmarkStart w:id="2288" w:name="_Toc433020694"/>
      <w:bookmarkStart w:id="2289" w:name="_Toc437262135"/>
      <w:bookmarkStart w:id="2290" w:name="_Toc478375313"/>
      <w:bookmarkStart w:id="2291" w:name="_Toc135989102"/>
      <w:bookmarkStart w:id="2292" w:name="_Hlk125616765"/>
      <w:r>
        <w:t>3.15.3</w:t>
      </w:r>
      <w:r>
        <w:tab/>
      </w:r>
      <w:r w:rsidR="004F4513" w:rsidRPr="004F4513">
        <w:t>Generation Resource Requirements Related to Voltage Support</w:t>
      </w:r>
      <w:bookmarkEnd w:id="2279"/>
      <w:bookmarkEnd w:id="2280"/>
      <w:bookmarkEnd w:id="2281"/>
      <w:bookmarkEnd w:id="2282"/>
      <w:bookmarkEnd w:id="2283"/>
      <w:bookmarkEnd w:id="2284"/>
      <w:bookmarkEnd w:id="2285"/>
      <w:bookmarkEnd w:id="2286"/>
      <w:bookmarkEnd w:id="2287"/>
      <w:bookmarkEnd w:id="2288"/>
      <w:bookmarkEnd w:id="2289"/>
      <w:bookmarkEnd w:id="2290"/>
      <w:bookmarkEnd w:id="229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3D6C3D37"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58ED32CF" w14:textId="4C6342DF" w:rsidR="00A74BF0" w:rsidRDefault="00A74BF0" w:rsidP="0028497E">
            <w:pPr>
              <w:spacing w:before="120" w:after="240"/>
              <w:rPr>
                <w:b/>
                <w:i/>
              </w:rPr>
            </w:pPr>
            <w:r>
              <w:rPr>
                <w:b/>
                <w:i/>
              </w:rPr>
              <w:t>[NPRR989</w:t>
            </w:r>
            <w:r w:rsidRPr="004B0726">
              <w:rPr>
                <w:b/>
                <w:i/>
              </w:rPr>
              <w:t xml:space="preserve">: </w:t>
            </w:r>
            <w:r>
              <w:rPr>
                <w:b/>
                <w:i/>
              </w:rPr>
              <w:t xml:space="preserve"> Replace Section 3.15.3 above with the following upon system implementation:</w:t>
            </w:r>
            <w:r w:rsidRPr="004B0726">
              <w:rPr>
                <w:b/>
                <w:i/>
              </w:rPr>
              <w:t>]</w:t>
            </w:r>
          </w:p>
          <w:p w14:paraId="1EC31794" w14:textId="2D8EBB7F" w:rsidR="00A74BF0" w:rsidRPr="00A74BF0" w:rsidRDefault="00A74BF0" w:rsidP="00A74BF0">
            <w:pPr>
              <w:keepNext/>
              <w:tabs>
                <w:tab w:val="left" w:pos="1080"/>
              </w:tabs>
              <w:spacing w:after="240"/>
              <w:ind w:left="1080" w:hanging="1080"/>
              <w:outlineLvl w:val="2"/>
              <w:rPr>
                <w:b/>
                <w:bCs/>
                <w:i/>
              </w:rPr>
            </w:pPr>
            <w:bookmarkStart w:id="2293" w:name="_Toc135989103"/>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93"/>
          </w:p>
        </w:tc>
      </w:tr>
    </w:tbl>
    <w:p w14:paraId="4E6769A3" w14:textId="3A1F0022" w:rsidR="004F4513" w:rsidRPr="001F6407" w:rsidRDefault="004F4513" w:rsidP="00D67AC6">
      <w:pPr>
        <w:spacing w:before="240"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49CE76CB"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6D4CAC8E" w14:textId="77777777" w:rsidR="00A74BF0" w:rsidRDefault="00A74BF0" w:rsidP="0028497E">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3184AC30" w14:textId="7475DB02" w:rsidR="00A74BF0" w:rsidRPr="009D4936" w:rsidRDefault="00A74BF0" w:rsidP="00A74BF0">
            <w:pPr>
              <w:spacing w:after="240"/>
              <w:ind w:left="720" w:hanging="720"/>
              <w:rPr>
                <w:iCs/>
              </w:rPr>
            </w:pPr>
            <w:r w:rsidRPr="0078794F">
              <w:rPr>
                <w:iCs/>
              </w:rPr>
              <w:lastRenderedPageBreak/>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r>
              <w:rPr>
                <w:iCs/>
              </w:rPr>
              <w:t>.</w:t>
            </w:r>
          </w:p>
        </w:tc>
      </w:tr>
    </w:tbl>
    <w:p w14:paraId="704C6BFA" w14:textId="4F522EAC" w:rsidR="004F4513" w:rsidRPr="001F6407" w:rsidRDefault="004F4513" w:rsidP="00D67AC6">
      <w:pPr>
        <w:spacing w:before="240" w:after="240"/>
        <w:ind w:left="720" w:hanging="720"/>
        <w:rPr>
          <w:iCs/>
        </w:rPr>
      </w:pPr>
      <w:r w:rsidRPr="001F6407">
        <w:rPr>
          <w:iCs/>
        </w:rPr>
        <w:lastRenderedPageBreak/>
        <w:t>(2)</w:t>
      </w:r>
      <w:r w:rsidRPr="001F6407">
        <w:rPr>
          <w:iCs/>
        </w:rPr>
        <w:tab/>
        <w:t>Generation Resources providing VSS shall be compliant with the ERCOT Operating Guides for response to transient voltage disturbance.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57558F63"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495F187C" w14:textId="0CDA5ABE" w:rsidR="00A74BF0" w:rsidRDefault="00A74BF0" w:rsidP="0028497E">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603B205E" w14:textId="04B035C5" w:rsidR="00A74BF0" w:rsidRPr="009D4936" w:rsidRDefault="00A74BF0" w:rsidP="00A74BF0">
            <w:pPr>
              <w:spacing w:after="240"/>
              <w:ind w:left="720" w:hanging="720"/>
              <w:rPr>
                <w:iCs/>
              </w:rPr>
            </w:pPr>
            <w:r w:rsidRPr="001F6407">
              <w:rPr>
                <w:iCs/>
              </w:rPr>
              <w:t>(2)</w:t>
            </w:r>
            <w:r w:rsidRPr="001F6407">
              <w:rPr>
                <w:iCs/>
              </w:rPr>
              <w:tab/>
              <w:t xml:space="preserve">Generation Resources </w:t>
            </w:r>
            <w:r>
              <w:rPr>
                <w:iCs/>
              </w:rPr>
              <w:t xml:space="preserve">and ESRs </w:t>
            </w:r>
            <w:r w:rsidRPr="001F6407">
              <w:rPr>
                <w:iCs/>
              </w:rPr>
              <w:t>providing VSS shall be compliant with the ERCOT Operating Guides for response to transient voltage disturbance.</w:t>
            </w:r>
          </w:p>
        </w:tc>
      </w:tr>
    </w:tbl>
    <w:p w14:paraId="3ED746E3" w14:textId="7FE01464" w:rsidR="004F4513" w:rsidRPr="001F6407" w:rsidRDefault="004F4513" w:rsidP="00D67AC6">
      <w:pPr>
        <w:spacing w:before="240"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4DC1F159"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70F425F1" w14:textId="3FAD24B9" w:rsidR="00A74BF0" w:rsidRDefault="00A74BF0" w:rsidP="0028497E">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61607DAB" w14:textId="0266E34D" w:rsidR="00A74BF0" w:rsidRPr="009D4936" w:rsidRDefault="00A74BF0" w:rsidP="00A74BF0">
            <w:pPr>
              <w:spacing w:after="240"/>
              <w:ind w:left="720" w:hanging="720"/>
              <w:rPr>
                <w:iCs/>
              </w:rPr>
            </w:pPr>
            <w:r w:rsidRPr="001F6407">
              <w:rPr>
                <w:iCs/>
              </w:rPr>
              <w:t>(3)</w:t>
            </w:r>
            <w:r w:rsidRPr="001F6407">
              <w:rPr>
                <w:iCs/>
              </w:rPr>
              <w:tab/>
              <w:t xml:space="preserve">Generation Resources </w:t>
            </w:r>
            <w:r>
              <w:rPr>
                <w:iCs/>
              </w:rPr>
              <w:t xml:space="preserve">and ESRs </w:t>
            </w:r>
            <w:r w:rsidRPr="001F6407">
              <w:rPr>
                <w:iCs/>
              </w:rPr>
              <w:t>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Performance Standards.</w:t>
            </w:r>
          </w:p>
        </w:tc>
      </w:tr>
    </w:tbl>
    <w:p w14:paraId="63C7500C" w14:textId="5FF8C907" w:rsidR="004F4513" w:rsidRPr="001F6407" w:rsidRDefault="004F4513" w:rsidP="00D67AC6">
      <w:pPr>
        <w:spacing w:before="240"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18BBAEFC"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4B987466" w14:textId="197FFC3D" w:rsidR="00A74BF0" w:rsidRDefault="00A74BF0" w:rsidP="0028497E">
            <w:pPr>
              <w:spacing w:before="120" w:after="240"/>
              <w:rPr>
                <w:b/>
                <w:i/>
              </w:rPr>
            </w:pPr>
            <w:r>
              <w:rPr>
                <w:b/>
                <w:i/>
              </w:rPr>
              <w:t>[NPRR989</w:t>
            </w:r>
            <w:r w:rsidRPr="004B0726">
              <w:rPr>
                <w:b/>
                <w:i/>
              </w:rPr>
              <w:t xml:space="preserve">: </w:t>
            </w:r>
            <w:r>
              <w:rPr>
                <w:b/>
                <w:i/>
              </w:rPr>
              <w:t xml:space="preserve"> Replace paragraph (4) above with the following upon system implementation:</w:t>
            </w:r>
            <w:r w:rsidRPr="004B0726">
              <w:rPr>
                <w:b/>
                <w:i/>
              </w:rPr>
              <w:t>]</w:t>
            </w:r>
          </w:p>
          <w:p w14:paraId="32B65A87" w14:textId="180A63BA" w:rsidR="00A74BF0" w:rsidRPr="009D4936" w:rsidRDefault="00A74BF0" w:rsidP="00A74BF0">
            <w:pPr>
              <w:spacing w:after="240"/>
              <w:ind w:left="720" w:hanging="720"/>
              <w:rPr>
                <w:iCs/>
              </w:rPr>
            </w:pPr>
            <w:r w:rsidRPr="001F6407">
              <w:rPr>
                <w:iCs/>
              </w:rPr>
              <w:t>(4)</w:t>
            </w:r>
            <w:r w:rsidRPr="001F6407">
              <w:rPr>
                <w:iCs/>
              </w:rPr>
              <w:tab/>
              <w:t xml:space="preserve">Each Generation Resource </w:t>
            </w:r>
            <w:r>
              <w:rPr>
                <w:iCs/>
              </w:rPr>
              <w:t xml:space="preserve">and ESR </w:t>
            </w:r>
            <w:r w:rsidRPr="001F6407">
              <w:rPr>
                <w:iCs/>
              </w:rPr>
              <w:t xml:space="preserve">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Pr="00AA7674">
              <w:rPr>
                <w:iCs/>
              </w:rPr>
              <w:t xml:space="preserve">due to an </w:t>
            </w:r>
            <w:r w:rsidRPr="00BB6D0E">
              <w:t>undue threat to safety, undue risk of bodily harm</w:t>
            </w:r>
            <w:r>
              <w:t>,</w:t>
            </w:r>
            <w:r w:rsidRPr="00BB6D0E">
              <w:t xml:space="preserve"> or undue damage to equipment</w:t>
            </w:r>
            <w:r w:rsidRPr="001F6407">
              <w:rPr>
                <w:iCs/>
              </w:rPr>
              <w:t xml:space="preserve"> at the generating plant.</w:t>
            </w:r>
          </w:p>
        </w:tc>
      </w:tr>
    </w:tbl>
    <w:p w14:paraId="7056D78A" w14:textId="45F89B33" w:rsidR="004F4513" w:rsidRPr="001F6407" w:rsidRDefault="004F4513" w:rsidP="00D67AC6">
      <w:pPr>
        <w:spacing w:before="240"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w:t>
      </w:r>
      <w:r>
        <w:rPr>
          <w:iCs/>
        </w:rPr>
        <w:lastRenderedPageBreak/>
        <w:t xml:space="preserve">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1A8543BC"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718FBCD1" w14:textId="28F38CE6" w:rsidR="00A74BF0" w:rsidRDefault="00A74BF0" w:rsidP="0028497E">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324BA1A7" w14:textId="6113F6B3" w:rsidR="00A74BF0" w:rsidRPr="009D4936" w:rsidRDefault="00A74BF0" w:rsidP="00A74BF0">
            <w:pPr>
              <w:spacing w:after="240"/>
              <w:ind w:left="720" w:hanging="720"/>
              <w:rPr>
                <w:iCs/>
              </w:rPr>
            </w:pPr>
            <w:r w:rsidRPr="001F6407">
              <w:rPr>
                <w:iCs/>
              </w:rPr>
              <w:t>(5)</w:t>
            </w:r>
            <w:r w:rsidRPr="001F6407">
              <w:rPr>
                <w:iCs/>
              </w:rPr>
              <w:tab/>
              <w:t xml:space="preserve">Each Generation Resource </w:t>
            </w:r>
            <w:r>
              <w:rPr>
                <w:iCs/>
              </w:rPr>
              <w:t xml:space="preserve">and ESR 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w:t>
            </w:r>
            <w:r>
              <w:rPr>
                <w:iCs/>
              </w:rPr>
              <w:t xml:space="preserve">or ESR’s </w:t>
            </w:r>
            <w:r w:rsidRPr="001F6407">
              <w:rPr>
                <w:iCs/>
              </w:rPr>
              <w:t>operating characteristic limits</w:t>
            </w:r>
            <w:r>
              <w:rPr>
                <w:iCs/>
              </w:rPr>
              <w:t>,</w:t>
            </w:r>
            <w:r w:rsidRPr="001F6407">
              <w:rPr>
                <w:iCs/>
              </w:rPr>
              <w:t xml:space="preserve"> voltage limits</w:t>
            </w:r>
            <w:r>
              <w:rPr>
                <w:iCs/>
              </w:rPr>
              <w:t xml:space="preserve">, and within tolerances identified in paragraph (4) of Nodal Operating Guide Section 2.7.3.5, </w:t>
            </w:r>
            <w:r w:rsidRPr="00167CA0">
              <w:rPr>
                <w:iCs/>
              </w:rPr>
              <w:t>Resource Entity Responsibilities and Generation Resource Requirements</w:t>
            </w:r>
            <w:r w:rsidRPr="001F6407">
              <w:rPr>
                <w:iCs/>
              </w:rPr>
              <w:t>.</w:t>
            </w:r>
          </w:p>
        </w:tc>
      </w:tr>
    </w:tbl>
    <w:p w14:paraId="4E97BAA6" w14:textId="3DF3A78E" w:rsidR="004F4513" w:rsidRPr="001F6407" w:rsidRDefault="004F4513" w:rsidP="00D67AC6">
      <w:pPr>
        <w:spacing w:before="240" w:after="240"/>
        <w:ind w:left="720" w:hanging="720"/>
        <w:rPr>
          <w:iCs/>
        </w:rPr>
      </w:pPr>
      <w:r w:rsidRPr="001F6407">
        <w:rPr>
          <w:iCs/>
        </w:rPr>
        <w:t>(6)</w:t>
      </w:r>
      <w:r w:rsidRPr="001F6407">
        <w:rPr>
          <w:iCs/>
        </w:rPr>
        <w:tab/>
        <w:t>The reactive capability required must be maintained at all times that the Generation Resource is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674811FE"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0332DD1C" w14:textId="0E6EA908" w:rsidR="00A74BF0" w:rsidRDefault="00A74BF0" w:rsidP="0028497E">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51593B62" w14:textId="4AD6FB2C" w:rsidR="00A74BF0" w:rsidRPr="009D4936" w:rsidRDefault="00A74BF0" w:rsidP="00A74BF0">
            <w:pPr>
              <w:spacing w:after="240"/>
              <w:ind w:left="720" w:hanging="720"/>
              <w:rPr>
                <w:iCs/>
              </w:rPr>
            </w:pPr>
            <w:r w:rsidRPr="001F6407">
              <w:rPr>
                <w:iCs/>
              </w:rPr>
              <w:t>(6)</w:t>
            </w:r>
            <w:r w:rsidRPr="001F6407">
              <w:rPr>
                <w:iCs/>
              </w:rPr>
              <w:tab/>
              <w:t>The reactive capability required must be maintained at all times that the Generation Resource</w:t>
            </w:r>
            <w:r>
              <w:rPr>
                <w:iCs/>
              </w:rPr>
              <w:t xml:space="preserve"> or ESR</w:t>
            </w:r>
            <w:r w:rsidRPr="001F6407">
              <w:rPr>
                <w:iCs/>
              </w:rPr>
              <w:t xml:space="preserve"> is On-Line.</w:t>
            </w:r>
          </w:p>
        </w:tc>
      </w:tr>
    </w:tbl>
    <w:p w14:paraId="2DE05357" w14:textId="084E8F9D" w:rsidR="004F4513" w:rsidRPr="001F6407" w:rsidRDefault="004F4513" w:rsidP="00D67AC6">
      <w:pPr>
        <w:spacing w:before="240"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27F8F2B0"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6ADC0B21" w14:textId="47233368" w:rsidR="00A74BF0" w:rsidRDefault="00A74BF0" w:rsidP="0028497E">
            <w:pPr>
              <w:spacing w:before="120" w:after="240"/>
              <w:rPr>
                <w:b/>
                <w:i/>
              </w:rPr>
            </w:pPr>
            <w:r>
              <w:rPr>
                <w:b/>
                <w:i/>
              </w:rPr>
              <w:t>[NPRR989</w:t>
            </w:r>
            <w:r w:rsidRPr="004B0726">
              <w:rPr>
                <w:b/>
                <w:i/>
              </w:rPr>
              <w:t xml:space="preserve">: </w:t>
            </w:r>
            <w:r>
              <w:rPr>
                <w:b/>
                <w:i/>
              </w:rPr>
              <w:t xml:space="preserve"> Replace paragraph (7) above with the following upon system implementation:</w:t>
            </w:r>
            <w:r w:rsidRPr="004B0726">
              <w:rPr>
                <w:b/>
                <w:i/>
              </w:rPr>
              <w:t>]</w:t>
            </w:r>
          </w:p>
          <w:p w14:paraId="16A3E0EF" w14:textId="2347C92A" w:rsidR="00A74BF0" w:rsidRPr="009D4936" w:rsidRDefault="00A74BF0" w:rsidP="00A74BF0">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w:t>
            </w:r>
            <w:r>
              <w:rPr>
                <w:iCs/>
              </w:rPr>
              <w:t xml:space="preserve">Each QSE shall send to ERCOT via telemetry the AVR status for each of its ESRs providing </w:t>
            </w:r>
            <w:r w:rsidR="00810876">
              <w:rPr>
                <w:iCs/>
              </w:rPr>
              <w:t xml:space="preserve">VSS.  </w:t>
            </w:r>
            <w:r w:rsidRPr="001F6407">
              <w:rPr>
                <w:iCs/>
              </w:rPr>
              <w:t xml:space="preserve">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00810876">
              <w:rPr>
                <w:iCs/>
              </w:rPr>
              <w:t xml:space="preserve">and ESRs’ </w:t>
            </w:r>
            <w:r w:rsidRPr="001F6407">
              <w:rPr>
                <w:iCs/>
              </w:rPr>
              <w:t>regulators and stabilizers, and shall report status changes to ERCOT</w:t>
            </w:r>
            <w:r>
              <w:rPr>
                <w:iCs/>
              </w:rPr>
              <w:t>.</w:t>
            </w:r>
          </w:p>
        </w:tc>
      </w:tr>
    </w:tbl>
    <w:p w14:paraId="11E9ECB3" w14:textId="040F1158" w:rsidR="001E4C47" w:rsidRDefault="004F4513" w:rsidP="00D67AC6">
      <w:pPr>
        <w:pStyle w:val="BodyTextNumbered"/>
        <w:spacing w:before="240"/>
        <w:rPr>
          <w:iCs w:val="0"/>
        </w:rPr>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2A8682A6"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14BDACA5" w14:textId="0D0FB4A1" w:rsidR="00A74BF0" w:rsidRDefault="00A74BF0" w:rsidP="0028497E">
            <w:pPr>
              <w:spacing w:before="120" w:after="240"/>
              <w:rPr>
                <w:b/>
                <w:i/>
              </w:rPr>
            </w:pPr>
            <w:r>
              <w:rPr>
                <w:b/>
                <w:i/>
              </w:rPr>
              <w:lastRenderedPageBreak/>
              <w:t>[NPRR1026</w:t>
            </w:r>
            <w:r w:rsidRPr="004B0726">
              <w:rPr>
                <w:b/>
                <w:i/>
              </w:rPr>
              <w:t xml:space="preserve">: </w:t>
            </w:r>
            <w:r>
              <w:rPr>
                <w:b/>
                <w:i/>
              </w:rPr>
              <w:t xml:space="preserve"> Insert paragraph (9) below upon system implementation and renumber accordingly:</w:t>
            </w:r>
            <w:r w:rsidRPr="004B0726">
              <w:rPr>
                <w:b/>
                <w:i/>
              </w:rPr>
              <w:t>]</w:t>
            </w:r>
          </w:p>
          <w:p w14:paraId="4B94E79E" w14:textId="200479F6" w:rsidR="00A74BF0" w:rsidRPr="00A74BF0" w:rsidRDefault="00A74BF0" w:rsidP="00A74BF0">
            <w:pPr>
              <w:spacing w:after="240"/>
              <w:ind w:left="720" w:hanging="720"/>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21737A1" w14:textId="3E7ADDD3" w:rsidR="00ED17F6" w:rsidRDefault="00ED17F6" w:rsidP="00D67AC6">
      <w:pPr>
        <w:spacing w:before="240" w:after="240"/>
        <w:ind w:left="720" w:hanging="720"/>
      </w:pPr>
      <w:bookmarkStart w:id="2294" w:name="_Hlk125616720"/>
      <w:bookmarkEnd w:id="2292"/>
      <w:r>
        <w:t>(9)</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95" w:name="_Hlk99642203"/>
      <w:r>
        <w:t xml:space="preserve">the submitted reactive capability curve reflects 0 MVAr leading and lagging reactive capability at 0 MW; </w:t>
      </w:r>
      <w:bookmarkEnd w:id="2295"/>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77777777" w:rsidR="00ED17F6" w:rsidRDefault="00ED17F6" w:rsidP="00ED17F6">
      <w:pPr>
        <w:spacing w:after="240"/>
        <w:ind w:left="720" w:hanging="720"/>
      </w:pPr>
      <w:r>
        <w:t>(10)</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lastRenderedPageBreak/>
        <w:t>(f)</w:t>
      </w:r>
      <w:r>
        <w:tab/>
        <w:t>Meet the requirements in paragraphs (2), (4), (5), and (7) above when the IRR is synchronized to the ERCOT System and not producing real power.</w:t>
      </w:r>
    </w:p>
    <w:p w14:paraId="427CCC25" w14:textId="09F7D2B7" w:rsidR="00ED17F6" w:rsidRPr="00ED17F6" w:rsidRDefault="00ED17F6" w:rsidP="00ED17F6">
      <w:pPr>
        <w:spacing w:after="240"/>
        <w:ind w:left="720" w:hanging="720"/>
        <w:rPr>
          <w:iCs/>
        </w:rPr>
      </w:pPr>
      <w:r>
        <w:t>(11)</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296" w:name="_Toc114235807"/>
      <w:bookmarkStart w:id="2297" w:name="_Toc144691995"/>
      <w:bookmarkStart w:id="2298" w:name="_Toc204048607"/>
      <w:bookmarkStart w:id="2299" w:name="_Toc400526225"/>
      <w:bookmarkStart w:id="2300" w:name="_Toc405534543"/>
      <w:bookmarkStart w:id="2301" w:name="_Toc406570556"/>
      <w:bookmarkStart w:id="2302" w:name="_Toc410910708"/>
      <w:bookmarkStart w:id="2303" w:name="_Toc411841137"/>
      <w:bookmarkStart w:id="2304" w:name="_Toc422147099"/>
      <w:bookmarkStart w:id="2305" w:name="_Toc433020695"/>
      <w:bookmarkStart w:id="2306" w:name="_Toc437262136"/>
      <w:bookmarkStart w:id="2307" w:name="_Toc478375314"/>
      <w:bookmarkEnd w:id="229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08" w:name="_Toc109631903"/>
            <w:bookmarkStart w:id="2309" w:name="_Toc135989104"/>
            <w:bookmarkStart w:id="2310" w:name="_Toc60037424"/>
            <w:r w:rsidRPr="00692F0F">
              <w:rPr>
                <w:b/>
                <w:bCs/>
                <w:i/>
              </w:rPr>
              <w:t>3.15.4</w:t>
            </w:r>
            <w:r w:rsidRPr="00692F0F">
              <w:rPr>
                <w:b/>
                <w:bCs/>
                <w:i/>
              </w:rPr>
              <w:tab/>
              <w:t>Direct Current Tie Owner and Direct Current Tie Operator (DCTO) Responsibilities Related to Voltage Support</w:t>
            </w:r>
            <w:bookmarkEnd w:id="2308"/>
            <w:bookmarkEnd w:id="2309"/>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 xml:space="preserve">The owner of a DC Tie meeting the applicability requirements of paragraph (1) above must conduct an engineering study demonstrating the ability of the DC Tie Facility to </w:t>
            </w:r>
            <w:r w:rsidRPr="00692F0F">
              <w:rPr>
                <w:iCs/>
                <w:szCs w:val="24"/>
              </w:rPr>
              <w:lastRenderedPageBreak/>
              <w:t>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310"/>
            <w:r>
              <w:rPr>
                <w:iCs/>
                <w:szCs w:val="24"/>
              </w:rPr>
              <w:t>.</w:t>
            </w:r>
          </w:p>
        </w:tc>
      </w:tr>
    </w:tbl>
    <w:p w14:paraId="562A5C6D" w14:textId="77777777" w:rsidR="00CB13B2" w:rsidRDefault="002D238A" w:rsidP="00174F2B">
      <w:pPr>
        <w:pStyle w:val="H2"/>
        <w:spacing w:before="480"/>
      </w:pPr>
      <w:bookmarkStart w:id="2311" w:name="_Toc135989105"/>
      <w:r>
        <w:lastRenderedPageBreak/>
        <w:t>3.16</w:t>
      </w:r>
      <w:r>
        <w:tab/>
        <w:t>Standards for Determining Ancillary Service Quantities</w:t>
      </w:r>
      <w:bookmarkEnd w:id="2296"/>
      <w:bookmarkEnd w:id="2297"/>
      <w:bookmarkEnd w:id="2298"/>
      <w:bookmarkEnd w:id="2299"/>
      <w:bookmarkEnd w:id="2300"/>
      <w:bookmarkEnd w:id="2301"/>
      <w:bookmarkEnd w:id="2302"/>
      <w:bookmarkEnd w:id="2303"/>
      <w:bookmarkEnd w:id="2304"/>
      <w:bookmarkEnd w:id="2305"/>
      <w:bookmarkEnd w:id="2306"/>
      <w:bookmarkEnd w:id="2307"/>
      <w:bookmarkEnd w:id="2311"/>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lastRenderedPageBreak/>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lastRenderedPageBreak/>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3BDED20C" w:rsidR="00BD0371" w:rsidRDefault="00BD0371" w:rsidP="00BD0371">
            <w:pPr>
              <w:spacing w:before="120" w:after="240"/>
              <w:rPr>
                <w:b/>
                <w:i/>
              </w:rPr>
            </w:pPr>
            <w:r>
              <w:rPr>
                <w:b/>
                <w:i/>
              </w:rPr>
              <w:t>[NPRR1007</w:t>
            </w:r>
            <w:r w:rsidR="00305D9D">
              <w:rPr>
                <w:b/>
                <w:i/>
              </w:rPr>
              <w:t xml:space="preserve"> and NPRR1128</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Pr>
                <w:b/>
                <w:i/>
              </w:rPr>
              <w:t>:</w:t>
            </w:r>
            <w:r w:rsidRPr="004B0726">
              <w:rPr>
                <w:b/>
                <w:i/>
              </w:rPr>
              <w:t>]</w:t>
            </w:r>
          </w:p>
          <w:p w14:paraId="380D0A13" w14:textId="6B5B00D6"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xml:space="preserve">, of ERCOT’s intent to procure additional Ancillary Service Resources under </w:t>
      </w:r>
      <w:r>
        <w:lastRenderedPageBreak/>
        <w:t>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409F090D" w:rsidR="00305D9D" w:rsidRDefault="00305D9D" w:rsidP="0028497E">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40251DDB" w14:textId="292A9667" w:rsidR="00305D9D" w:rsidRPr="00305D9D" w:rsidRDefault="00305D9D" w:rsidP="00305D9D">
            <w:pPr>
              <w:pStyle w:val="BodyTextNumbered"/>
            </w:pPr>
            <w:bookmarkStart w:id="2312"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312"/>
          </w:p>
        </w:tc>
      </w:tr>
    </w:tbl>
    <w:p w14:paraId="09CEC3AB" w14:textId="152212D5" w:rsidR="00CB13B2" w:rsidRDefault="002D238A" w:rsidP="00D67AC6">
      <w:pPr>
        <w:pStyle w:val="List"/>
        <w:spacing w:before="240"/>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 xml:space="preserve">RS using the Load Resource procured by ERCOT is also limited to the capacity </w:t>
      </w:r>
      <w:r w:rsidR="00174FF1" w:rsidRPr="0003648D">
        <w:lastRenderedPageBreak/>
        <w:t>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20DD7756" w14:textId="77777777" w:rsidR="00174FF1" w:rsidRPr="0003648D" w:rsidRDefault="00174FF1" w:rsidP="00174FF1">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13" w:name="_Toc114235808"/>
      <w:bookmarkStart w:id="2314" w:name="_Toc144691996"/>
      <w:bookmarkStart w:id="2315" w:name="_Toc204048608"/>
      <w:bookmarkStart w:id="2316" w:name="_Toc400526226"/>
      <w:bookmarkStart w:id="2317" w:name="_Toc405534544"/>
      <w:bookmarkStart w:id="2318" w:name="_Toc406570557"/>
      <w:bookmarkStart w:id="2319" w:name="_Toc410910709"/>
      <w:bookmarkStart w:id="2320" w:name="_Toc411841138"/>
      <w:bookmarkStart w:id="2321" w:name="_Toc422147100"/>
      <w:bookmarkStart w:id="2322" w:name="_Toc433020696"/>
      <w:bookmarkStart w:id="2323" w:name="_Toc437262137"/>
      <w:bookmarkStart w:id="2324" w:name="_Toc478375315"/>
      <w:bookmarkStart w:id="2325" w:name="_Toc135989106"/>
      <w:r>
        <w:t>3.17</w:t>
      </w:r>
      <w:r>
        <w:tab/>
      </w:r>
      <w:bookmarkStart w:id="2326" w:name="_Toc93910994"/>
      <w:r>
        <w:t>Ancillary Service Capacity Products</w:t>
      </w:r>
      <w:bookmarkEnd w:id="2313"/>
      <w:bookmarkEnd w:id="2314"/>
      <w:bookmarkEnd w:id="2315"/>
      <w:bookmarkEnd w:id="2316"/>
      <w:bookmarkEnd w:id="2317"/>
      <w:bookmarkEnd w:id="2318"/>
      <w:bookmarkEnd w:id="2319"/>
      <w:bookmarkEnd w:id="2320"/>
      <w:bookmarkEnd w:id="2321"/>
      <w:bookmarkEnd w:id="2322"/>
      <w:bookmarkEnd w:id="2323"/>
      <w:bookmarkEnd w:id="2324"/>
      <w:bookmarkEnd w:id="2326"/>
      <w:bookmarkEnd w:id="2325"/>
      <w:r>
        <w:t xml:space="preserve"> </w:t>
      </w:r>
    </w:p>
    <w:p w14:paraId="5ED9B5F0" w14:textId="77777777" w:rsidR="00CB13B2" w:rsidRDefault="002D238A">
      <w:pPr>
        <w:pStyle w:val="H3"/>
      </w:pPr>
      <w:bookmarkStart w:id="2327" w:name="_Toc90197098"/>
      <w:bookmarkStart w:id="2328" w:name="_Toc114235809"/>
      <w:bookmarkStart w:id="2329" w:name="_Toc144691997"/>
      <w:bookmarkStart w:id="2330" w:name="_Toc204048609"/>
      <w:bookmarkStart w:id="2331" w:name="_Toc400526227"/>
      <w:bookmarkStart w:id="2332" w:name="_Toc405534545"/>
      <w:bookmarkStart w:id="2333" w:name="_Toc406570558"/>
      <w:bookmarkStart w:id="2334" w:name="_Toc410910710"/>
      <w:bookmarkStart w:id="2335" w:name="_Toc411841139"/>
      <w:bookmarkStart w:id="2336" w:name="_Toc422147101"/>
      <w:bookmarkStart w:id="2337" w:name="_Toc433020697"/>
      <w:bookmarkStart w:id="2338" w:name="_Toc437262138"/>
      <w:bookmarkStart w:id="2339" w:name="_Toc478375316"/>
      <w:bookmarkStart w:id="2340" w:name="_Toc135989107"/>
      <w:bookmarkStart w:id="2341" w:name="_Toc92873939"/>
      <w:bookmarkStart w:id="2342" w:name="_Toc93910995"/>
      <w:r>
        <w:t>3.17.1</w:t>
      </w:r>
      <w:r>
        <w:tab/>
        <w:t xml:space="preserve">Regulation </w:t>
      </w:r>
      <w:bookmarkEnd w:id="2327"/>
      <w:r>
        <w:t>Service</w:t>
      </w:r>
      <w:bookmarkEnd w:id="2328"/>
      <w:bookmarkEnd w:id="2329"/>
      <w:bookmarkEnd w:id="2330"/>
      <w:bookmarkEnd w:id="2331"/>
      <w:bookmarkEnd w:id="2332"/>
      <w:bookmarkEnd w:id="2333"/>
      <w:bookmarkEnd w:id="2334"/>
      <w:bookmarkEnd w:id="2335"/>
      <w:bookmarkEnd w:id="2336"/>
      <w:bookmarkEnd w:id="2337"/>
      <w:bookmarkEnd w:id="2338"/>
      <w:bookmarkEnd w:id="2339"/>
      <w:bookmarkEnd w:id="2340"/>
      <w:r>
        <w:t xml:space="preserve"> </w:t>
      </w:r>
      <w:bookmarkEnd w:id="2341"/>
      <w:bookmarkEnd w:id="2342"/>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 xml:space="preserve">is a service that provides capacity that can respond to signals from ERCOT within five seconds to respond to changes from scheduled system frequency.  The amount of Reg-Up capacity is the amount of capacity available from a </w:t>
      </w:r>
      <w:r>
        <w:lastRenderedPageBreak/>
        <w:t>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43" w:name="_Toc90197099"/>
      <w:bookmarkStart w:id="2344" w:name="_Toc92873940"/>
      <w:bookmarkStart w:id="2345"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w:t>
            </w:r>
            <w:r w:rsidRPr="00282040">
              <w:rPr>
                <w:iCs/>
              </w:rPr>
              <w:lastRenderedPageBreak/>
              <w:t>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46" w:name="_Toc114235810"/>
      <w:bookmarkStart w:id="2347" w:name="_Toc144691998"/>
      <w:bookmarkStart w:id="2348" w:name="_Toc204048610"/>
      <w:bookmarkStart w:id="2349" w:name="_Toc400526228"/>
      <w:bookmarkStart w:id="2350" w:name="_Toc405534546"/>
      <w:bookmarkStart w:id="2351" w:name="_Toc406570559"/>
      <w:bookmarkStart w:id="2352" w:name="_Toc410910711"/>
      <w:bookmarkStart w:id="2353" w:name="_Toc411841140"/>
      <w:bookmarkStart w:id="2354" w:name="_Toc422147102"/>
      <w:bookmarkStart w:id="2355" w:name="_Toc433020698"/>
      <w:bookmarkStart w:id="2356" w:name="_Toc437262139"/>
      <w:bookmarkStart w:id="2357" w:name="_Toc478375317"/>
      <w:bookmarkStart w:id="2358" w:name="_Toc135989108"/>
      <w:r>
        <w:lastRenderedPageBreak/>
        <w:t>3.17.2</w:t>
      </w:r>
      <w:r>
        <w:tab/>
        <w:t>Responsive Reserve Service</w:t>
      </w:r>
      <w:bookmarkEnd w:id="2343"/>
      <w:bookmarkEnd w:id="2346"/>
      <w:bookmarkEnd w:id="2347"/>
      <w:bookmarkEnd w:id="2348"/>
      <w:bookmarkEnd w:id="2349"/>
      <w:bookmarkEnd w:id="2350"/>
      <w:bookmarkEnd w:id="2351"/>
      <w:bookmarkEnd w:id="2352"/>
      <w:bookmarkEnd w:id="2353"/>
      <w:bookmarkEnd w:id="2354"/>
      <w:bookmarkEnd w:id="2355"/>
      <w:bookmarkEnd w:id="2356"/>
      <w:bookmarkEnd w:id="2357"/>
      <w:bookmarkEnd w:id="2358"/>
      <w:r>
        <w:t xml:space="preserve"> </w:t>
      </w:r>
      <w:bookmarkEnd w:id="2344"/>
      <w:bookmarkEnd w:id="2345"/>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59" w:name="_Toc90197100"/>
      <w:bookmarkStart w:id="2360" w:name="_Toc92873941"/>
      <w:bookmarkStart w:id="2361" w:name="_Toc93910997"/>
      <w:bookmarkStart w:id="2362" w:name="_Toc114235811"/>
      <w:bookmarkStart w:id="2363" w:name="_Toc144691999"/>
      <w:bookmarkStart w:id="2364" w:name="_Toc204048611"/>
      <w:bookmarkStart w:id="2365" w:name="_Toc400526229"/>
      <w:bookmarkStart w:id="2366" w:name="_Toc405534547"/>
      <w:bookmarkStart w:id="2367" w:name="_Toc406570560"/>
      <w:bookmarkStart w:id="2368" w:name="_Toc410910712"/>
      <w:bookmarkStart w:id="2369" w:name="_Toc411841141"/>
      <w:bookmarkStart w:id="2370" w:name="_Toc422147103"/>
      <w:bookmarkStart w:id="2371" w:name="_Toc433020699"/>
      <w:bookmarkStart w:id="2372" w:name="_Toc437262140"/>
      <w:bookmarkStart w:id="2373" w:name="_Toc478375318"/>
      <w:bookmarkStart w:id="2374" w:name="_Toc135989109"/>
      <w:r>
        <w:t>3.17.3</w:t>
      </w:r>
      <w:r>
        <w:tab/>
        <w:t>Non-Spinning Reserve Service</w:t>
      </w:r>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lastRenderedPageBreak/>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75" w:name="_Toc135989110"/>
      <w:bookmarkStart w:id="2376" w:name="_Hlk135828340"/>
      <w:r w:rsidRPr="0003648D">
        <w:rPr>
          <w:b/>
          <w:bCs/>
          <w:i/>
        </w:rPr>
        <w:t>3.17.4</w:t>
      </w:r>
      <w:r w:rsidRPr="0003648D">
        <w:rPr>
          <w:b/>
          <w:bCs/>
          <w:i/>
        </w:rPr>
        <w:tab/>
      </w:r>
      <w:r w:rsidRPr="007279C0">
        <w:rPr>
          <w:b/>
          <w:bCs/>
          <w:i/>
        </w:rPr>
        <w:t>ERCOT Co</w:t>
      </w:r>
      <w:r>
        <w:rPr>
          <w:b/>
          <w:bCs/>
          <w:i/>
        </w:rPr>
        <w:t>ntingency Reserve Service</w:t>
      </w:r>
      <w:bookmarkEnd w:id="2375"/>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lastRenderedPageBreak/>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77" w:name="_Toc114235812"/>
      <w:bookmarkStart w:id="2378" w:name="_Toc144692000"/>
      <w:bookmarkStart w:id="2379" w:name="_Toc204048612"/>
      <w:bookmarkStart w:id="2380" w:name="_Toc400526230"/>
      <w:bookmarkStart w:id="2381" w:name="_Toc405534548"/>
      <w:bookmarkStart w:id="2382" w:name="_Toc406570561"/>
      <w:bookmarkStart w:id="2383" w:name="_Toc410910713"/>
      <w:bookmarkStart w:id="2384" w:name="_Toc411841142"/>
      <w:bookmarkStart w:id="2385" w:name="_Toc422147104"/>
      <w:bookmarkStart w:id="2386" w:name="_Toc433020700"/>
      <w:bookmarkStart w:id="2387" w:name="_Toc437262141"/>
      <w:bookmarkStart w:id="2388" w:name="_Toc478375319"/>
      <w:bookmarkStart w:id="2389" w:name="_Toc135989111"/>
      <w:bookmarkStart w:id="2390" w:name="_Toc92873942"/>
      <w:bookmarkStart w:id="2391" w:name="_Toc93910998"/>
      <w:bookmarkEnd w:id="2376"/>
      <w:r w:rsidRPr="00B14A27">
        <w:t>3.18</w:t>
      </w:r>
      <w:r w:rsidRPr="00B14A27">
        <w:tab/>
        <w:t>Resource Limits in Providing Ancillary Service</w:t>
      </w:r>
      <w:bookmarkEnd w:id="2377"/>
      <w:bookmarkEnd w:id="2378"/>
      <w:bookmarkEnd w:id="2379"/>
      <w:bookmarkEnd w:id="2380"/>
      <w:bookmarkEnd w:id="2381"/>
      <w:bookmarkEnd w:id="2382"/>
      <w:bookmarkEnd w:id="2383"/>
      <w:bookmarkEnd w:id="2384"/>
      <w:bookmarkEnd w:id="2385"/>
      <w:bookmarkEnd w:id="2386"/>
      <w:bookmarkEnd w:id="2387"/>
      <w:bookmarkEnd w:id="2388"/>
      <w:bookmarkEnd w:id="2389"/>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w:t>
      </w:r>
      <w:r w:rsidRPr="002255EB">
        <w:lastRenderedPageBreak/>
        <w:t xml:space="preserve">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lastRenderedPageBreak/>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lastRenderedPageBreak/>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92" w:name="_Toc114235813"/>
            <w:bookmarkStart w:id="2393" w:name="_Toc144692001"/>
            <w:bookmarkStart w:id="2394" w:name="_Toc204048613"/>
            <w:bookmarkStart w:id="2395" w:name="_Toc400526231"/>
            <w:bookmarkStart w:id="2396" w:name="_Toc405534549"/>
            <w:bookmarkStart w:id="2397" w:name="_Toc406570562"/>
            <w:bookmarkStart w:id="2398" w:name="_Toc410910714"/>
            <w:bookmarkStart w:id="2399" w:name="_Toc411841143"/>
            <w:bookmarkStart w:id="2400" w:name="_Toc422147105"/>
            <w:bookmarkStart w:id="2401" w:name="_Toc433020701"/>
            <w:bookmarkStart w:id="2402" w:name="_Toc437262142"/>
            <w:bookmarkStart w:id="2403" w:name="_Toc478375320"/>
            <w:bookmarkEnd w:id="2390"/>
            <w:bookmarkEnd w:id="2391"/>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w:t>
            </w:r>
            <w:r w:rsidRPr="002255EB">
              <w:lastRenderedPageBreak/>
              <w:t>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04" w:name="_Toc135989112"/>
      <w:r>
        <w:lastRenderedPageBreak/>
        <w:t>3.19</w:t>
      </w:r>
      <w:r>
        <w:tab/>
        <w:t>Constraint Competitiveness Tests</w:t>
      </w:r>
      <w:bookmarkEnd w:id="2392"/>
      <w:bookmarkEnd w:id="2393"/>
      <w:bookmarkEnd w:id="2394"/>
      <w:bookmarkEnd w:id="2395"/>
      <w:bookmarkEnd w:id="2396"/>
      <w:bookmarkEnd w:id="2397"/>
      <w:bookmarkEnd w:id="2398"/>
      <w:bookmarkEnd w:id="2399"/>
      <w:bookmarkEnd w:id="2400"/>
      <w:bookmarkEnd w:id="2401"/>
      <w:bookmarkEnd w:id="2402"/>
      <w:bookmarkEnd w:id="2403"/>
      <w:bookmarkEnd w:id="2404"/>
    </w:p>
    <w:p w14:paraId="30468DA8" w14:textId="77777777" w:rsidR="00015339" w:rsidRPr="00EB649D" w:rsidRDefault="00015339" w:rsidP="00015339">
      <w:pPr>
        <w:pStyle w:val="H3"/>
      </w:pPr>
      <w:bookmarkStart w:id="2405" w:name="_Toc400526232"/>
      <w:bookmarkStart w:id="2406" w:name="_Toc405534550"/>
      <w:bookmarkStart w:id="2407" w:name="_Toc406570563"/>
      <w:bookmarkStart w:id="2408" w:name="_Toc410910715"/>
      <w:bookmarkStart w:id="2409" w:name="_Toc411841144"/>
      <w:bookmarkStart w:id="2410" w:name="_Toc422147106"/>
      <w:bookmarkStart w:id="2411" w:name="_Toc433020702"/>
      <w:bookmarkStart w:id="2412" w:name="_Toc437262143"/>
      <w:bookmarkStart w:id="2413" w:name="_Toc478375321"/>
      <w:bookmarkStart w:id="2414" w:name="_Toc135989113"/>
      <w:bookmarkStart w:id="2415" w:name="_Toc85619515"/>
      <w:bookmarkStart w:id="2416" w:name="_Toc114235814"/>
      <w:bookmarkStart w:id="2417" w:name="_Toc144692002"/>
      <w:bookmarkStart w:id="2418" w:name="_Toc204048614"/>
      <w:r>
        <w:t>3.19.1</w:t>
      </w:r>
      <w:r>
        <w:tab/>
        <w:t>Constraint Competitiveness Test Definitions</w:t>
      </w:r>
      <w:bookmarkEnd w:id="2405"/>
      <w:bookmarkEnd w:id="2406"/>
      <w:bookmarkEnd w:id="2407"/>
      <w:bookmarkEnd w:id="2408"/>
      <w:bookmarkEnd w:id="2409"/>
      <w:bookmarkEnd w:id="2410"/>
      <w:bookmarkEnd w:id="2411"/>
      <w:bookmarkEnd w:id="2412"/>
      <w:bookmarkEnd w:id="2413"/>
      <w:bookmarkEnd w:id="2414"/>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w:t>
      </w:r>
      <w:r w:rsidRPr="00B02BA4">
        <w:lastRenderedPageBreak/>
        <w:t>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419" w:name="_Toc362850497"/>
      <w:bookmarkStart w:id="2420" w:name="_Toc367955456"/>
      <w:bookmarkStart w:id="2421" w:name="_Toc375815180"/>
      <w:bookmarkStart w:id="2422" w:name="_Toc378574864"/>
      <w:bookmarkStart w:id="2423"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19"/>
      <w:bookmarkEnd w:id="2420"/>
      <w:bookmarkEnd w:id="2421"/>
      <w:bookmarkEnd w:id="2422"/>
      <w:bookmarkEnd w:id="24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424" w:name="_Toc400526233"/>
      <w:bookmarkStart w:id="2425" w:name="_Toc405534551"/>
      <w:bookmarkStart w:id="2426" w:name="_Toc406570564"/>
      <w:bookmarkStart w:id="2427" w:name="_Toc410910716"/>
      <w:bookmarkStart w:id="2428" w:name="_Toc411841145"/>
      <w:bookmarkStart w:id="2429" w:name="_Toc422147107"/>
      <w:bookmarkStart w:id="2430" w:name="_Toc433020703"/>
      <w:bookmarkStart w:id="2431" w:name="_Toc437262144"/>
      <w:bookmarkStart w:id="2432" w:name="_Toc478375322"/>
      <w:bookmarkStart w:id="2433" w:name="_Toc135989114"/>
      <w:r w:rsidRPr="00B02BA4">
        <w:t>3.19.2</w:t>
      </w:r>
      <w:r w:rsidRPr="00B02BA4">
        <w:tab/>
        <w:t>Element Competitiveness Index Calculation</w:t>
      </w:r>
      <w:bookmarkEnd w:id="2424"/>
      <w:bookmarkEnd w:id="2425"/>
      <w:bookmarkEnd w:id="2426"/>
      <w:bookmarkEnd w:id="2427"/>
      <w:bookmarkEnd w:id="2428"/>
      <w:bookmarkEnd w:id="2429"/>
      <w:bookmarkEnd w:id="2430"/>
      <w:bookmarkEnd w:id="2431"/>
      <w:bookmarkEnd w:id="2432"/>
      <w:bookmarkEnd w:id="2433"/>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lastRenderedPageBreak/>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34" w:name="_Toc400526234"/>
      <w:bookmarkStart w:id="2435" w:name="_Toc405534552"/>
      <w:bookmarkStart w:id="2436" w:name="_Toc406570565"/>
      <w:bookmarkStart w:id="2437" w:name="_Toc410910717"/>
      <w:bookmarkStart w:id="2438" w:name="_Toc411841146"/>
      <w:bookmarkStart w:id="2439" w:name="_Toc422147108"/>
      <w:bookmarkStart w:id="2440" w:name="_Toc433020704"/>
      <w:bookmarkStart w:id="2441" w:name="_Toc437262145"/>
      <w:bookmarkStart w:id="2442" w:name="_Toc478375323"/>
      <w:bookmarkStart w:id="2443" w:name="_Toc135989115"/>
      <w:r w:rsidRPr="00B02BA4">
        <w:t>3.19.3</w:t>
      </w:r>
      <w:r w:rsidRPr="00B02BA4">
        <w:tab/>
        <w:t>Long-Term Constraint Competitiveness Test</w:t>
      </w:r>
      <w:bookmarkEnd w:id="2434"/>
      <w:bookmarkEnd w:id="2435"/>
      <w:bookmarkEnd w:id="2436"/>
      <w:bookmarkEnd w:id="2437"/>
      <w:bookmarkEnd w:id="2438"/>
      <w:bookmarkEnd w:id="2439"/>
      <w:bookmarkEnd w:id="2440"/>
      <w:bookmarkEnd w:id="2441"/>
      <w:bookmarkEnd w:id="2442"/>
      <w:bookmarkEnd w:id="2443"/>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15"/>
      <w:bookmarkEnd w:id="2416"/>
      <w:bookmarkEnd w:id="2417"/>
      <w:bookmarkEnd w:id="2418"/>
    </w:p>
    <w:p w14:paraId="6FBFD0BF" w14:textId="77777777" w:rsidR="00015339" w:rsidRDefault="00015339" w:rsidP="00015339">
      <w:pPr>
        <w:pStyle w:val="H3"/>
      </w:pPr>
      <w:bookmarkStart w:id="2444" w:name="_Toc400526235"/>
      <w:bookmarkStart w:id="2445" w:name="_Toc405534553"/>
      <w:bookmarkStart w:id="2446" w:name="_Toc406570566"/>
      <w:bookmarkStart w:id="2447" w:name="_Toc410910718"/>
      <w:bookmarkStart w:id="2448" w:name="_Toc411841147"/>
      <w:bookmarkStart w:id="2449" w:name="_Toc422147109"/>
      <w:bookmarkStart w:id="2450" w:name="_Toc433020705"/>
      <w:bookmarkStart w:id="2451" w:name="_Toc437262146"/>
      <w:bookmarkStart w:id="2452" w:name="_Toc478375324"/>
      <w:bookmarkStart w:id="2453" w:name="_Toc135989116"/>
      <w:bookmarkStart w:id="2454" w:name="_Toc85619517"/>
      <w:bookmarkStart w:id="2455" w:name="_Toc114235816"/>
      <w:bookmarkStart w:id="2456" w:name="_Toc144692004"/>
      <w:bookmarkStart w:id="2457" w:name="_Toc204048616"/>
      <w:bookmarkStart w:id="2458" w:name="_Toc331401094"/>
      <w:bookmarkStart w:id="2459" w:name="_Toc333405908"/>
      <w:bookmarkStart w:id="2460" w:name="_Toc338854846"/>
      <w:bookmarkStart w:id="2461" w:name="_Toc339281250"/>
      <w:bookmarkStart w:id="2462" w:name="_Toc341692452"/>
      <w:bookmarkStart w:id="2463" w:name="_Toc343243700"/>
      <w:r>
        <w:t>3.19.4</w:t>
      </w:r>
      <w:r>
        <w:tab/>
        <w:t>Security-Constrained Economic Dispatch Constraint Competitiveness Test</w:t>
      </w:r>
      <w:bookmarkEnd w:id="2444"/>
      <w:bookmarkEnd w:id="2445"/>
      <w:bookmarkEnd w:id="2446"/>
      <w:bookmarkEnd w:id="2447"/>
      <w:bookmarkEnd w:id="2448"/>
      <w:bookmarkEnd w:id="2449"/>
      <w:bookmarkEnd w:id="2450"/>
      <w:bookmarkEnd w:id="2451"/>
      <w:bookmarkEnd w:id="2452"/>
      <w:bookmarkEnd w:id="2453"/>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lastRenderedPageBreak/>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54"/>
      <w:bookmarkEnd w:id="2455"/>
      <w:bookmarkEnd w:id="2456"/>
      <w:bookmarkEnd w:id="2457"/>
      <w:bookmarkEnd w:id="2458"/>
      <w:bookmarkEnd w:id="2459"/>
      <w:bookmarkEnd w:id="2460"/>
      <w:bookmarkEnd w:id="2461"/>
      <w:bookmarkEnd w:id="2462"/>
      <w:bookmarkEnd w:id="2463"/>
    </w:p>
    <w:p w14:paraId="3547FE08" w14:textId="77777777" w:rsidR="005A039A" w:rsidRDefault="005A039A" w:rsidP="00A3713E">
      <w:pPr>
        <w:pStyle w:val="H2"/>
        <w:ind w:left="907" w:hanging="907"/>
      </w:pPr>
      <w:bookmarkStart w:id="2464" w:name="_Toc400526239"/>
      <w:bookmarkStart w:id="2465" w:name="_Toc405534557"/>
      <w:bookmarkStart w:id="2466" w:name="_Toc406570570"/>
      <w:bookmarkStart w:id="2467" w:name="_Toc410910722"/>
      <w:bookmarkStart w:id="2468" w:name="_Toc411841151"/>
      <w:bookmarkStart w:id="2469" w:name="_Toc422147113"/>
      <w:bookmarkStart w:id="2470" w:name="_Toc433020709"/>
      <w:bookmarkStart w:id="2471" w:name="_Toc437262147"/>
      <w:bookmarkStart w:id="2472" w:name="_Toc478375325"/>
      <w:bookmarkStart w:id="2473" w:name="_Toc135989117"/>
      <w:r>
        <w:t>3.20</w:t>
      </w:r>
      <w:r>
        <w:tab/>
        <w:t>Identification of Chronic Congestion</w:t>
      </w:r>
      <w:bookmarkEnd w:id="2464"/>
      <w:bookmarkEnd w:id="2465"/>
      <w:bookmarkEnd w:id="2466"/>
      <w:bookmarkEnd w:id="2467"/>
      <w:bookmarkEnd w:id="2468"/>
      <w:bookmarkEnd w:id="2469"/>
      <w:bookmarkEnd w:id="2470"/>
      <w:bookmarkEnd w:id="2471"/>
      <w:bookmarkEnd w:id="2472"/>
      <w:bookmarkEnd w:id="2473"/>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74" w:name="_Toc400526240"/>
      <w:bookmarkStart w:id="2475" w:name="_Toc405534558"/>
      <w:bookmarkStart w:id="2476" w:name="_Toc406570571"/>
      <w:bookmarkStart w:id="2477" w:name="_Toc410910723"/>
      <w:bookmarkStart w:id="2478" w:name="_Toc411841152"/>
      <w:bookmarkStart w:id="2479" w:name="_Toc422147114"/>
      <w:bookmarkStart w:id="2480" w:name="_Toc433020710"/>
      <w:bookmarkStart w:id="2481" w:name="_Toc437262148"/>
      <w:bookmarkStart w:id="2482" w:name="_Toc478375326"/>
      <w:bookmarkStart w:id="2483" w:name="_Toc135989118"/>
      <w:r w:rsidRPr="004E3EDB">
        <w:t>3.2</w:t>
      </w:r>
      <w:r>
        <w:t>0</w:t>
      </w:r>
      <w:r w:rsidRPr="004E3EDB">
        <w:t>.1</w:t>
      </w:r>
      <w:r w:rsidRPr="004E3EDB">
        <w:tab/>
        <w:t>Evaluation of Chronic Congestion</w:t>
      </w:r>
      <w:bookmarkEnd w:id="2474"/>
      <w:bookmarkEnd w:id="2475"/>
      <w:bookmarkEnd w:id="2476"/>
      <w:bookmarkEnd w:id="2477"/>
      <w:bookmarkEnd w:id="2478"/>
      <w:bookmarkEnd w:id="2479"/>
      <w:bookmarkEnd w:id="2480"/>
      <w:bookmarkEnd w:id="2481"/>
      <w:bookmarkEnd w:id="2482"/>
      <w:bookmarkEnd w:id="2483"/>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84" w:name="_Toc400526241"/>
      <w:bookmarkStart w:id="2485" w:name="_Toc405534559"/>
      <w:bookmarkStart w:id="2486" w:name="_Toc406570572"/>
      <w:bookmarkStart w:id="2487" w:name="_Toc410910724"/>
      <w:bookmarkStart w:id="2488" w:name="_Toc411841153"/>
      <w:bookmarkStart w:id="2489" w:name="_Toc422147115"/>
      <w:bookmarkStart w:id="2490" w:name="_Toc433020711"/>
      <w:bookmarkStart w:id="2491" w:name="_Toc437262149"/>
      <w:bookmarkStart w:id="2492" w:name="_Toc478375327"/>
      <w:bookmarkStart w:id="2493" w:name="_Toc135989119"/>
      <w:r w:rsidRPr="004E3EDB">
        <w:t>3.2</w:t>
      </w:r>
      <w:r>
        <w:t>0</w:t>
      </w:r>
      <w:r w:rsidRPr="004E3EDB">
        <w:t>.2</w:t>
      </w:r>
      <w:r w:rsidRPr="004E3EDB">
        <w:tab/>
        <w:t>Topology and Model Verification</w:t>
      </w:r>
      <w:bookmarkEnd w:id="2484"/>
      <w:bookmarkEnd w:id="2485"/>
      <w:bookmarkEnd w:id="2486"/>
      <w:bookmarkEnd w:id="2487"/>
      <w:bookmarkEnd w:id="2488"/>
      <w:bookmarkEnd w:id="2489"/>
      <w:bookmarkEnd w:id="2490"/>
      <w:bookmarkEnd w:id="2491"/>
      <w:bookmarkEnd w:id="2492"/>
      <w:bookmarkEnd w:id="2493"/>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w:t>
      </w:r>
      <w:r w:rsidR="00D410F3">
        <w:lastRenderedPageBreak/>
        <w:t xml:space="preserve">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94" w:name="_Toc400526242"/>
      <w:bookmarkStart w:id="2495" w:name="_Toc405534560"/>
      <w:bookmarkStart w:id="2496" w:name="_Toc406570573"/>
      <w:bookmarkStart w:id="2497" w:name="_Toc410910725"/>
      <w:bookmarkStart w:id="2498" w:name="_Toc411841154"/>
      <w:bookmarkStart w:id="2499" w:name="_Toc422147116"/>
      <w:bookmarkStart w:id="2500" w:name="_Toc433020712"/>
      <w:bookmarkStart w:id="2501" w:name="_Toc437262150"/>
      <w:bookmarkStart w:id="2502" w:name="_Toc478375328"/>
      <w:bookmarkStart w:id="2503" w:name="_Toc135989120"/>
      <w:r>
        <w:t>3.2</w:t>
      </w:r>
      <w:r w:rsidR="005A039A">
        <w:t>1</w:t>
      </w:r>
      <w:r w:rsidRPr="00A72192">
        <w:tab/>
        <w:t xml:space="preserve">Submission of Declarations of </w:t>
      </w:r>
      <w:r w:rsidR="00EF73FD" w:rsidRPr="00EB27A7">
        <w:t>Natural Gas Pipeline Coordination</w:t>
      </w:r>
      <w:bookmarkEnd w:id="2494"/>
      <w:bookmarkEnd w:id="2495"/>
      <w:bookmarkEnd w:id="2496"/>
      <w:bookmarkEnd w:id="2497"/>
      <w:bookmarkEnd w:id="2498"/>
      <w:bookmarkEnd w:id="2499"/>
      <w:bookmarkEnd w:id="2500"/>
      <w:bookmarkEnd w:id="2501"/>
      <w:bookmarkEnd w:id="2502"/>
      <w:bookmarkEnd w:id="2503"/>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lastRenderedPageBreak/>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04" w:name="_Toc135989121"/>
      <w:r w:rsidR="009F6BAB" w:rsidRPr="003807C2">
        <w:t>3.22</w:t>
      </w:r>
      <w:r w:rsidR="009F6BAB" w:rsidRPr="003807C2">
        <w:tab/>
        <w:t>Subsynchronous Resonance</w:t>
      </w:r>
      <w:bookmarkEnd w:id="2504"/>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05" w:name="_Toc135989122"/>
      <w:r w:rsidRPr="00672FDB">
        <w:t>3.22.1</w:t>
      </w:r>
      <w:r w:rsidRPr="00672FDB">
        <w:tab/>
        <w:t>Subsynchronous Resonance Vulnerability Assessment</w:t>
      </w:r>
      <w:bookmarkEnd w:id="2505"/>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06" w:name="_Toc135989123"/>
      <w:r w:rsidRPr="00672FDB">
        <w:rPr>
          <w:b/>
          <w:iCs/>
        </w:rPr>
        <w:t xml:space="preserve">3.22.1.1 </w:t>
      </w:r>
      <w:r w:rsidRPr="00672FDB">
        <w:rPr>
          <w:b/>
          <w:iCs/>
        </w:rPr>
        <w:tab/>
        <w:t>Existing Generation Resource Assessment</w:t>
      </w:r>
      <w:bookmarkEnd w:id="2506"/>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w:t>
      </w:r>
      <w:r w:rsidRPr="00227BDD">
        <w:lastRenderedPageBreak/>
        <w:t>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07" w:name="_Toc13598912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07"/>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lastRenderedPageBreak/>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08" w:name="_Toc135989125"/>
      <w:r w:rsidRPr="00672FDB">
        <w:rPr>
          <w:b/>
          <w:iCs/>
        </w:rPr>
        <w:t xml:space="preserve">3.22.1.3 </w:t>
      </w:r>
      <w:r w:rsidRPr="00672FDB">
        <w:rPr>
          <w:b/>
          <w:iCs/>
        </w:rPr>
        <w:tab/>
        <w:t>Transmission Project Assessment</w:t>
      </w:r>
      <w:bookmarkEnd w:id="2508"/>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lastRenderedPageBreak/>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09" w:name="_Toc135989126"/>
      <w:r w:rsidRPr="00672FDB">
        <w:rPr>
          <w:b/>
          <w:iCs/>
        </w:rPr>
        <w:t xml:space="preserve">3.22.1.4 </w:t>
      </w:r>
      <w:r w:rsidRPr="00672FDB">
        <w:rPr>
          <w:b/>
          <w:iCs/>
        </w:rPr>
        <w:tab/>
        <w:t>Annual SSR Review</w:t>
      </w:r>
      <w:bookmarkEnd w:id="2509"/>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lastRenderedPageBreak/>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10" w:name="_Toc135989127"/>
      <w:r w:rsidRPr="00672FDB">
        <w:t>3.22.2</w:t>
      </w:r>
      <w:r w:rsidRPr="00672FDB">
        <w:tab/>
        <w:t>Subsynchronous Resonance Vulnerability Assessment Criteria</w:t>
      </w:r>
      <w:bookmarkEnd w:id="2510"/>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lastRenderedPageBreak/>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11" w:name="_Toc135989128"/>
      <w:r w:rsidRPr="00672FDB">
        <w:lastRenderedPageBreak/>
        <w:t xml:space="preserve">3.22.3 </w:t>
      </w:r>
      <w:r w:rsidRPr="00672FDB">
        <w:tab/>
        <w:t>Subsynchronous Resonance Monitoring</w:t>
      </w:r>
      <w:bookmarkEnd w:id="2511"/>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lastRenderedPageBreak/>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12" w:name="_Toc135989129"/>
      <w:r w:rsidRPr="005026BA">
        <w:t>3.23</w:t>
      </w:r>
      <w:r w:rsidRPr="005026BA">
        <w:tab/>
        <w:t>Agreements between ERCOT and other Control Area Operators</w:t>
      </w:r>
      <w:bookmarkEnd w:id="2512"/>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74861" w14:textId="77777777" w:rsidR="00240506" w:rsidRDefault="00240506">
      <w:r>
        <w:separator/>
      </w:r>
    </w:p>
    <w:p w14:paraId="78907545" w14:textId="77777777" w:rsidR="00240506" w:rsidRDefault="00240506"/>
    <w:p w14:paraId="58EFD592" w14:textId="77777777" w:rsidR="00240506" w:rsidRDefault="00240506"/>
  </w:endnote>
  <w:endnote w:type="continuationSeparator" w:id="0">
    <w:p w14:paraId="6F6747DB" w14:textId="77777777" w:rsidR="00240506" w:rsidRDefault="00240506">
      <w:r>
        <w:continuationSeparator/>
      </w:r>
    </w:p>
    <w:p w14:paraId="683C7F89" w14:textId="77777777" w:rsidR="00240506" w:rsidRDefault="00240506"/>
    <w:p w14:paraId="73F5A905" w14:textId="77777777" w:rsidR="00240506" w:rsidRDefault="002405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037C36C1" w:rsidR="006179B5" w:rsidRDefault="006179B5">
    <w:pPr>
      <w:pStyle w:val="Footer"/>
      <w:spacing w:before="0" w:after="0"/>
    </w:pPr>
    <w:r>
      <w:t xml:space="preserve">ERCOT Nodal Protocols – </w:t>
    </w:r>
    <w:r w:rsidR="00910953">
      <w:t>October 6</w:t>
    </w:r>
    <w:r>
      <w:t>, 202</w:t>
    </w:r>
    <w:r w:rsidR="00EF73FD">
      <w:t>3</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7B278440" w:rsidR="006179B5" w:rsidRDefault="006179B5">
    <w:pPr>
      <w:pStyle w:val="Footer"/>
      <w:spacing w:before="0" w:after="0"/>
      <w:rPr>
        <w:rStyle w:val="PageNumber"/>
      </w:rPr>
    </w:pPr>
    <w:r>
      <w:t xml:space="preserve">ERCOT Nodal Protocols – </w:t>
    </w:r>
    <w:r w:rsidR="00910953">
      <w:t>October 6</w:t>
    </w:r>
    <w:r>
      <w:t>, 202</w:t>
    </w:r>
    <w:r w:rsidR="00EF73FD">
      <w:t>3</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93F5D" w14:textId="77777777" w:rsidR="00240506" w:rsidRDefault="00240506">
      <w:r>
        <w:separator/>
      </w:r>
    </w:p>
    <w:p w14:paraId="5ED0ABCC" w14:textId="77777777" w:rsidR="00240506" w:rsidRDefault="00240506"/>
    <w:p w14:paraId="065BA939" w14:textId="77777777" w:rsidR="00240506" w:rsidRDefault="00240506"/>
  </w:footnote>
  <w:footnote w:type="continuationSeparator" w:id="0">
    <w:p w14:paraId="5AB6287E" w14:textId="77777777" w:rsidR="00240506" w:rsidRDefault="00240506">
      <w:r>
        <w:continuationSeparator/>
      </w:r>
    </w:p>
    <w:p w14:paraId="193C5C44" w14:textId="77777777" w:rsidR="00240506" w:rsidRDefault="00240506"/>
    <w:p w14:paraId="3BAC6529" w14:textId="77777777" w:rsidR="00240506" w:rsidRDefault="002405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3CA9"/>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77F2"/>
    <w:rsid w:val="001209A3"/>
    <w:rsid w:val="00120AF9"/>
    <w:rsid w:val="00120E9C"/>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744"/>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766"/>
    <w:rsid w:val="001B7223"/>
    <w:rsid w:val="001C17B7"/>
    <w:rsid w:val="001C1856"/>
    <w:rsid w:val="001C249B"/>
    <w:rsid w:val="001C3FE0"/>
    <w:rsid w:val="001C40F3"/>
    <w:rsid w:val="001C46FC"/>
    <w:rsid w:val="001C4965"/>
    <w:rsid w:val="001C621B"/>
    <w:rsid w:val="001C63AE"/>
    <w:rsid w:val="001C659C"/>
    <w:rsid w:val="001C730F"/>
    <w:rsid w:val="001D1437"/>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E8"/>
    <w:rsid w:val="00294F1F"/>
    <w:rsid w:val="00295D6F"/>
    <w:rsid w:val="002964DB"/>
    <w:rsid w:val="002967DB"/>
    <w:rsid w:val="00296E0F"/>
    <w:rsid w:val="00296FA1"/>
    <w:rsid w:val="00297148"/>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6FDC"/>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15AE"/>
    <w:rsid w:val="00302397"/>
    <w:rsid w:val="00302FB4"/>
    <w:rsid w:val="00304142"/>
    <w:rsid w:val="00304A08"/>
    <w:rsid w:val="003054C0"/>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2C8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9DF"/>
    <w:rsid w:val="003761FF"/>
    <w:rsid w:val="00376350"/>
    <w:rsid w:val="0037682A"/>
    <w:rsid w:val="00376F79"/>
    <w:rsid w:val="00377448"/>
    <w:rsid w:val="0037769D"/>
    <w:rsid w:val="00377FFA"/>
    <w:rsid w:val="003803FB"/>
    <w:rsid w:val="003807C2"/>
    <w:rsid w:val="0038381E"/>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22A6"/>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17E"/>
    <w:rsid w:val="0043557D"/>
    <w:rsid w:val="00435976"/>
    <w:rsid w:val="00435B34"/>
    <w:rsid w:val="00436235"/>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912"/>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42CF"/>
    <w:rsid w:val="005847D4"/>
    <w:rsid w:val="0058484D"/>
    <w:rsid w:val="005855BB"/>
    <w:rsid w:val="00585780"/>
    <w:rsid w:val="005857EA"/>
    <w:rsid w:val="005862BF"/>
    <w:rsid w:val="00586A83"/>
    <w:rsid w:val="00586AB0"/>
    <w:rsid w:val="005874C7"/>
    <w:rsid w:val="005874EF"/>
    <w:rsid w:val="00587CA8"/>
    <w:rsid w:val="00591E95"/>
    <w:rsid w:val="005923B9"/>
    <w:rsid w:val="00592455"/>
    <w:rsid w:val="00592D3C"/>
    <w:rsid w:val="005932C5"/>
    <w:rsid w:val="00593778"/>
    <w:rsid w:val="005941F5"/>
    <w:rsid w:val="00594B44"/>
    <w:rsid w:val="00595F8D"/>
    <w:rsid w:val="0059608F"/>
    <w:rsid w:val="00596EF4"/>
    <w:rsid w:val="00597F3F"/>
    <w:rsid w:val="00597FC7"/>
    <w:rsid w:val="005A039A"/>
    <w:rsid w:val="005A06F5"/>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B73"/>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377E"/>
    <w:rsid w:val="006B3F95"/>
    <w:rsid w:val="006B4959"/>
    <w:rsid w:val="006B4BDD"/>
    <w:rsid w:val="006B4CF0"/>
    <w:rsid w:val="006B4DC9"/>
    <w:rsid w:val="006B67AC"/>
    <w:rsid w:val="006B7B1F"/>
    <w:rsid w:val="006B7EA1"/>
    <w:rsid w:val="006C03DF"/>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3F84"/>
    <w:rsid w:val="006E44DA"/>
    <w:rsid w:val="006E617C"/>
    <w:rsid w:val="006E67B8"/>
    <w:rsid w:val="006E7150"/>
    <w:rsid w:val="006F113B"/>
    <w:rsid w:val="006F19F3"/>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528D"/>
    <w:rsid w:val="007365FB"/>
    <w:rsid w:val="0073664C"/>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80"/>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699B"/>
    <w:rsid w:val="007C7767"/>
    <w:rsid w:val="007D011C"/>
    <w:rsid w:val="007D04C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660F"/>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095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BCC"/>
    <w:rsid w:val="00955CB0"/>
    <w:rsid w:val="0095647B"/>
    <w:rsid w:val="00956D97"/>
    <w:rsid w:val="009575BC"/>
    <w:rsid w:val="00957B47"/>
    <w:rsid w:val="009626F5"/>
    <w:rsid w:val="00962DDD"/>
    <w:rsid w:val="00963273"/>
    <w:rsid w:val="0096349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42E"/>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70C"/>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D"/>
    <w:rsid w:val="00A0419B"/>
    <w:rsid w:val="00A04619"/>
    <w:rsid w:val="00A04B01"/>
    <w:rsid w:val="00A0627B"/>
    <w:rsid w:val="00A06391"/>
    <w:rsid w:val="00A0676E"/>
    <w:rsid w:val="00A077A7"/>
    <w:rsid w:val="00A07B38"/>
    <w:rsid w:val="00A07C62"/>
    <w:rsid w:val="00A07FAD"/>
    <w:rsid w:val="00A1082D"/>
    <w:rsid w:val="00A10D88"/>
    <w:rsid w:val="00A11671"/>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B30"/>
    <w:rsid w:val="00A57FF9"/>
    <w:rsid w:val="00A606BD"/>
    <w:rsid w:val="00A611AD"/>
    <w:rsid w:val="00A613A8"/>
    <w:rsid w:val="00A616AB"/>
    <w:rsid w:val="00A61CE2"/>
    <w:rsid w:val="00A62614"/>
    <w:rsid w:val="00A63E7D"/>
    <w:rsid w:val="00A6435D"/>
    <w:rsid w:val="00A64532"/>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67C3"/>
    <w:rsid w:val="00BD0371"/>
    <w:rsid w:val="00BD078B"/>
    <w:rsid w:val="00BD07E2"/>
    <w:rsid w:val="00BD0F16"/>
    <w:rsid w:val="00BD0F50"/>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A45"/>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E0C"/>
    <w:rsid w:val="00C54F0B"/>
    <w:rsid w:val="00C55304"/>
    <w:rsid w:val="00C56739"/>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318B"/>
    <w:rsid w:val="00D6400C"/>
    <w:rsid w:val="00D64135"/>
    <w:rsid w:val="00D64703"/>
    <w:rsid w:val="00D64EA7"/>
    <w:rsid w:val="00D66760"/>
    <w:rsid w:val="00D6772D"/>
    <w:rsid w:val="00D67A9A"/>
    <w:rsid w:val="00D67AC6"/>
    <w:rsid w:val="00D70522"/>
    <w:rsid w:val="00D70690"/>
    <w:rsid w:val="00D70D82"/>
    <w:rsid w:val="00D71A49"/>
    <w:rsid w:val="00D71F90"/>
    <w:rsid w:val="00D722FA"/>
    <w:rsid w:val="00D7246F"/>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3FF"/>
    <w:rsid w:val="00DD7476"/>
    <w:rsid w:val="00DD7502"/>
    <w:rsid w:val="00DD7B22"/>
    <w:rsid w:val="00DD7E63"/>
    <w:rsid w:val="00DE0F98"/>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49FC"/>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D23C30"/>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910953"/>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320</Pages>
  <Words>117979</Words>
  <Characters>672483</Characters>
  <Application>Microsoft Office Word</Application>
  <DocSecurity>0</DocSecurity>
  <Lines>5604</Lines>
  <Paragraphs>1577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788885</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2</cp:revision>
  <cp:lastPrinted>2019-04-29T17:19:00Z</cp:lastPrinted>
  <dcterms:created xsi:type="dcterms:W3CDTF">2023-09-22T20:01:00Z</dcterms:created>
  <dcterms:modified xsi:type="dcterms:W3CDTF">2023-09-22T20:01:00Z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2023-09-06T14:25:10Z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5c05e4dc-85b9-4612-9093-ab5430965ccb</vt:lpwstr>
  </property>
  <property fmtid="{D5CDD505-2E9C-101B-9397-08002B2CF9AE}" pid="9" name="MSIP_Label_7084cbda-52b8-46fb-a7b7-cb5bd465ed85_ContentBits">
    <vt:lpwstr>0</vt:lpwstr>
  </property>
</Properties>
</file>