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AA0162E" w:rsidR="0011691A" w:rsidRDefault="00DF55F9" w:rsidP="0011691A">
      <w:pPr>
        <w:pStyle w:val="BodyText"/>
        <w:jc w:val="center"/>
        <w:rPr>
          <w:b/>
          <w:szCs w:val="24"/>
        </w:rPr>
      </w:pPr>
      <w:r>
        <w:rPr>
          <w:b/>
          <w:szCs w:val="24"/>
        </w:rPr>
        <w:t>July 1</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0B794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0B794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0B794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0B794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0B794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lastRenderedPageBreak/>
        <w:t>F</w:t>
      </w:r>
      <w:bookmarkStart w:id="366" w:name="F"/>
      <w:bookmarkEnd w:id="366"/>
      <w:r>
        <w:rPr>
          <w:b/>
          <w:sz w:val="40"/>
          <w:szCs w:val="40"/>
        </w:rPr>
        <w:t xml:space="preserve"> </w:t>
      </w:r>
    </w:p>
    <w:p w14:paraId="05F7976A" w14:textId="77777777" w:rsidR="00B75513" w:rsidRDefault="000B794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w:t>
      </w:r>
      <w:r w:rsidR="00DF55F9">
        <w:lastRenderedPageBreak/>
        <w:t>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 xml:space="preserve">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w:t>
      </w:r>
      <w:r>
        <w:lastRenderedPageBreak/>
        <w:t>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w:t>
            </w:r>
            <w:r w:rsidRPr="00F56FDD">
              <w:lastRenderedPageBreak/>
              <w:t>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xml:space="preserve">, Applicability.  These </w:t>
      </w:r>
      <w:r>
        <w:lastRenderedPageBreak/>
        <w:t>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0B794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0B794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lastRenderedPageBreak/>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lastRenderedPageBreak/>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0B7948"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lastRenderedPageBreak/>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0B794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0B794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0B794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lastRenderedPageBreak/>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lastRenderedPageBreak/>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lastRenderedPageBreak/>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0B7948">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lastRenderedPageBreak/>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lastRenderedPageBreak/>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lastRenderedPageBreak/>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lastRenderedPageBreak/>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0B794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lastRenderedPageBreak/>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lastRenderedPageBreak/>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0B794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lastRenderedPageBreak/>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7" w:name="_Toc118224556"/>
            <w:bookmarkStart w:id="688" w:name="_Toc118909624"/>
            <w:bookmarkStart w:id="689" w:name="_Toc205190449"/>
            <w:bookmarkStart w:id="690"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lastRenderedPageBreak/>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0B7948"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lastRenderedPageBreak/>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0B794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 xml:space="preserve">Before the pipeline or storage provider may suspend its performance due to force majeure, the pipeline or storage provider must exercise due diligence and incur reasonable cost to prevent or overcome the event of </w:t>
      </w:r>
      <w:proofErr w:type="gramStart"/>
      <w:r w:rsidRPr="00DF6D6B">
        <w:t>force majeure;</w:t>
      </w:r>
      <w:proofErr w:type="gramEnd"/>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0B794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3" w:name="_Toc73847931"/>
            <w:bookmarkStart w:id="814" w:name="_Toc118224588"/>
            <w:bookmarkStart w:id="815" w:name="_Toc118909656"/>
            <w:bookmarkStart w:id="816" w:name="_Toc205190487"/>
            <w:bookmarkEnd w:id="809"/>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lastRenderedPageBreak/>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0B794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lastRenderedPageBreak/>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71" w:name="_Hlk85616131"/>
      <w:bookmarkStart w:id="872"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3"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3"/>
      <w:r w:rsidRPr="00ED3498">
        <w:rPr>
          <w:bCs/>
        </w:rPr>
        <w:t xml:space="preserve"> (PUCT), but which may not exceed $800 million. </w:t>
      </w:r>
    </w:p>
    <w:p w14:paraId="635F4E53" w14:textId="77777777" w:rsidR="00E83DC9" w:rsidRPr="00E83DC9" w:rsidRDefault="00E83DC9" w:rsidP="00E83DC9">
      <w:pPr>
        <w:pStyle w:val="H2"/>
        <w:rPr>
          <w:b/>
        </w:rPr>
      </w:pPr>
      <w:bookmarkStart w:id="874" w:name="_Hlk83969962"/>
      <w:r w:rsidRPr="00E83DC9">
        <w:rPr>
          <w:b/>
        </w:rPr>
        <w:t>Securitization Default Charge</w:t>
      </w:r>
    </w:p>
    <w:bookmarkEnd w:id="874"/>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5" w:name="_Hlk90630914"/>
      <w:bookmarkEnd w:id="871"/>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6" w:name="_Hlk90036153"/>
      <w:r w:rsidRPr="00ED3498">
        <w:rPr>
          <w:bCs/>
        </w:rPr>
        <w:t>Public Utility Commission of Texas (PUCT)</w:t>
      </w:r>
      <w:bookmarkEnd w:id="876"/>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5"/>
    <w:p w14:paraId="14CD0A46" w14:textId="49F0C2B9" w:rsidR="005D1947" w:rsidRPr="004222A1" w:rsidRDefault="00A442A0" w:rsidP="00537A50">
      <w:pPr>
        <w:pStyle w:val="H2"/>
        <w:rPr>
          <w:b/>
        </w:rPr>
      </w:pPr>
      <w:r w:rsidRPr="004222A1">
        <w:rPr>
          <w:b/>
        </w:rPr>
        <w:lastRenderedPageBreak/>
        <w:t>Security-Constrained Economic Dispatch (SCED)</w:t>
      </w:r>
      <w:bookmarkEnd w:id="867"/>
      <w:bookmarkEnd w:id="868"/>
      <w:bookmarkEnd w:id="872"/>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7" w:name="_Toc80425757"/>
            <w:bookmarkStart w:id="878" w:name="_Toc118224608"/>
            <w:bookmarkStart w:id="879" w:name="_Toc118909676"/>
            <w:bookmarkStart w:id="880" w:name="_Toc205190519"/>
            <w:bookmarkStart w:id="881"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7"/>
      <w:r w:rsidRPr="004222A1">
        <w:rPr>
          <w:b/>
        </w:rPr>
        <w:t xml:space="preserve"> Quantity</w:t>
      </w:r>
      <w:bookmarkEnd w:id="878"/>
      <w:bookmarkEnd w:id="879"/>
      <w:bookmarkEnd w:id="880"/>
    </w:p>
    <w:p w14:paraId="10E34D96" w14:textId="6628C545" w:rsidR="005D1947" w:rsidRDefault="00A442A0">
      <w:pPr>
        <w:pStyle w:val="BodyText"/>
      </w:pPr>
      <w:bookmarkStart w:id="882" w:name="_Toc80425758"/>
      <w:bookmarkStart w:id="883" w:name="_Toc73847959"/>
      <w:bookmarkEnd w:id="881"/>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4" w:name="_Toc118224609"/>
            <w:bookmarkStart w:id="885" w:name="_Toc118909677"/>
            <w:bookmarkStart w:id="886" w:name="_Toc205190520"/>
            <w:bookmarkStart w:id="887" w:name="_Toc80425760"/>
            <w:bookmarkStart w:id="888" w:name="_Toc73847963"/>
            <w:bookmarkEnd w:id="882"/>
            <w:bookmarkEnd w:id="883"/>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lastRenderedPageBreak/>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4"/>
      <w:bookmarkEnd w:id="885"/>
      <w:bookmarkEnd w:id="886"/>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9" w:name="_Toc205190521"/>
      <w:bookmarkStart w:id="890" w:name="_Toc118224610"/>
      <w:bookmarkStart w:id="891" w:name="_Toc118909678"/>
      <w:r w:rsidRPr="004222A1">
        <w:rPr>
          <w:b/>
        </w:rPr>
        <w:t>Service Address</w:t>
      </w:r>
      <w:bookmarkEnd w:id="889"/>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2" w:name="_Toc205190522"/>
      <w:r w:rsidRPr="004222A1">
        <w:rPr>
          <w:b/>
        </w:rPr>
        <w:t>Service Delivery Point</w:t>
      </w:r>
      <w:bookmarkEnd w:id="887"/>
      <w:bookmarkEnd w:id="890"/>
      <w:bookmarkEnd w:id="891"/>
      <w:bookmarkEnd w:id="892"/>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3" w:name="_Toc118224611"/>
      <w:bookmarkStart w:id="894" w:name="_Toc118909679"/>
      <w:bookmarkStart w:id="895" w:name="_Toc205190523"/>
      <w:bookmarkStart w:id="896" w:name="_Toc73847964"/>
      <w:bookmarkStart w:id="897" w:name="_Toc80425764"/>
      <w:bookmarkStart w:id="898" w:name="_Toc73847967"/>
      <w:bookmarkEnd w:id="888"/>
      <w:r w:rsidRPr="004222A1">
        <w:rPr>
          <w:b/>
        </w:rPr>
        <w:t>Settlement</w:t>
      </w:r>
      <w:bookmarkEnd w:id="893"/>
      <w:bookmarkEnd w:id="894"/>
      <w:bookmarkEnd w:id="895"/>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9" w:name="_Toc205190524"/>
      <w:bookmarkStart w:id="900" w:name="_Toc118224612"/>
      <w:bookmarkStart w:id="901" w:name="_Toc118909680"/>
      <w:r w:rsidRPr="004222A1">
        <w:rPr>
          <w:b/>
        </w:rPr>
        <w:t>Settlement Calendar</w:t>
      </w:r>
      <w:bookmarkEnd w:id="899"/>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2" w:name="_Toc205190525"/>
      <w:r w:rsidRPr="004222A1">
        <w:rPr>
          <w:b/>
        </w:rPr>
        <w:t>Settlement Interval</w:t>
      </w:r>
      <w:bookmarkEnd w:id="896"/>
      <w:bookmarkEnd w:id="897"/>
      <w:bookmarkEnd w:id="900"/>
      <w:bookmarkEnd w:id="901"/>
      <w:bookmarkEnd w:id="902"/>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3" w:name="_Toc73847966"/>
      <w:bookmarkStart w:id="904" w:name="_Toc80425766"/>
      <w:bookmarkStart w:id="905" w:name="_Toc118224613"/>
      <w:bookmarkStart w:id="906" w:name="_Toc118909681"/>
      <w:bookmarkStart w:id="907"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03"/>
      <w:bookmarkEnd w:id="904"/>
      <w:bookmarkEnd w:id="905"/>
      <w:bookmarkEnd w:id="906"/>
      <w:bookmarkEnd w:id="907"/>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8" w:name="_Toc80425767"/>
            <w:bookmarkStart w:id="909" w:name="_Toc118224614"/>
            <w:bookmarkStart w:id="910" w:name="_Toc118909682"/>
            <w:bookmarkStart w:id="911" w:name="_Toc205190527"/>
            <w:bookmarkEnd w:id="898"/>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2"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2"/>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3"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3"/>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08"/>
      <w:bookmarkEnd w:id="909"/>
      <w:bookmarkEnd w:id="910"/>
      <w:bookmarkEnd w:id="911"/>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4" w:name="_Toc80425768"/>
      <w:bookmarkStart w:id="915" w:name="_Toc118224615"/>
      <w:bookmarkStart w:id="916" w:name="_Toc118909683"/>
      <w:bookmarkStart w:id="917" w:name="_Toc205190528"/>
      <w:r w:rsidRPr="004222A1">
        <w:rPr>
          <w:b/>
        </w:rPr>
        <w:t>Settlement Point Price</w:t>
      </w:r>
      <w:bookmarkEnd w:id="914"/>
      <w:bookmarkEnd w:id="915"/>
      <w:bookmarkEnd w:id="916"/>
      <w:bookmarkEnd w:id="91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8" w:name="_Toc118224616"/>
      <w:bookmarkStart w:id="919" w:name="_Toc118909684"/>
      <w:bookmarkStart w:id="920" w:name="_Toc205190529"/>
      <w:r w:rsidRPr="004222A1">
        <w:rPr>
          <w:b/>
        </w:rPr>
        <w:t>Settlement Quality Meter Data</w:t>
      </w:r>
      <w:bookmarkEnd w:id="918"/>
      <w:bookmarkEnd w:id="919"/>
      <w:bookmarkEnd w:id="92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1" w:name="_Toc73847972"/>
      <w:bookmarkStart w:id="922" w:name="_Toc118224617"/>
      <w:bookmarkStart w:id="923" w:name="_Toc118909685"/>
      <w:bookmarkStart w:id="924" w:name="_Toc205190530"/>
      <w:r w:rsidRPr="004222A1">
        <w:rPr>
          <w:b/>
        </w:rPr>
        <w:t>Settlement Statement</w:t>
      </w:r>
      <w:bookmarkStart w:id="925" w:name="Settlementstatement"/>
      <w:bookmarkEnd w:id="92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1"/>
      <w:bookmarkEnd w:id="922"/>
      <w:bookmarkEnd w:id="923"/>
      <w:bookmarkEnd w:id="924"/>
    </w:p>
    <w:p w14:paraId="51E37754" w14:textId="77777777" w:rsidR="005D1947" w:rsidRDefault="00A442A0">
      <w:pPr>
        <w:pStyle w:val="BodyText"/>
      </w:pPr>
      <w:bookmarkStart w:id="92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7" w:name="_Toc118224618"/>
      <w:bookmarkStart w:id="928" w:name="_Toc118909686"/>
      <w:bookmarkStart w:id="929" w:name="_Toc205190531"/>
      <w:r w:rsidRPr="004222A1">
        <w:rPr>
          <w:b/>
        </w:rPr>
        <w:t>Shift Factor</w:t>
      </w:r>
      <w:bookmarkEnd w:id="926"/>
      <w:bookmarkEnd w:id="927"/>
      <w:bookmarkEnd w:id="928"/>
      <w:bookmarkEnd w:id="92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0" w:name="_Toc118224619"/>
      <w:bookmarkStart w:id="931" w:name="_Toc118909687"/>
      <w:bookmarkStart w:id="932" w:name="_Toc205190532"/>
      <w:bookmarkStart w:id="933" w:name="_Toc73847975"/>
      <w:bookmarkStart w:id="934" w:name="_Toc80425774"/>
      <w:bookmarkStart w:id="935" w:name="_Toc73847976"/>
      <w:r w:rsidRPr="004222A1">
        <w:rPr>
          <w:b/>
        </w:rPr>
        <w:t>Short-Term Wind Power Forecast</w:t>
      </w:r>
      <w:bookmarkEnd w:id="930"/>
      <w:bookmarkEnd w:id="931"/>
      <w:bookmarkEnd w:id="93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6" w:name="_Toc118224620"/>
      <w:bookmarkStart w:id="937" w:name="_Toc118909688"/>
      <w:bookmarkStart w:id="938" w:name="_Toc205190533"/>
      <w:bookmarkEnd w:id="933"/>
      <w:bookmarkEnd w:id="93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6"/>
      <w:bookmarkEnd w:id="937"/>
      <w:bookmarkEnd w:id="938"/>
    </w:p>
    <w:p w14:paraId="317995E0" w14:textId="56B62BCE" w:rsidR="00B75513" w:rsidRPr="004222A1" w:rsidRDefault="00A442A0">
      <w:pPr>
        <w:pStyle w:val="H2"/>
        <w:keepNext w:val="0"/>
        <w:ind w:left="907" w:hanging="907"/>
        <w:rPr>
          <w:b/>
        </w:rPr>
      </w:pPr>
      <w:bookmarkStart w:id="939" w:name="_Toc118224622"/>
      <w:bookmarkStart w:id="940" w:name="_Toc118909690"/>
      <w:bookmarkStart w:id="941" w:name="_Toc205190535"/>
      <w:bookmarkStart w:id="942" w:name="_Toc80425775"/>
      <w:bookmarkEnd w:id="935"/>
      <w:r w:rsidRPr="004222A1">
        <w:rPr>
          <w:b/>
        </w:rPr>
        <w:t>Split Generation Resource</w:t>
      </w:r>
      <w:bookmarkEnd w:id="939"/>
      <w:bookmarkEnd w:id="940"/>
      <w:bookmarkEnd w:id="94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3" w:name="_Toc118224623"/>
      <w:bookmarkStart w:id="944" w:name="_Toc118909691"/>
      <w:bookmarkStart w:id="945" w:name="_Toc205190536"/>
      <w:r w:rsidRPr="004222A1">
        <w:rPr>
          <w:b/>
        </w:rPr>
        <w:t>Startup Cost</w:t>
      </w:r>
      <w:bookmarkEnd w:id="943"/>
      <w:bookmarkEnd w:id="944"/>
      <w:bookmarkEnd w:id="945"/>
      <w:r w:rsidRPr="004222A1">
        <w:rPr>
          <w:b/>
        </w:rPr>
        <w:t xml:space="preserve"> </w:t>
      </w:r>
      <w:bookmarkEnd w:id="94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6" w:name="_Toc80425776"/>
      <w:bookmarkStart w:id="947" w:name="_Toc118224624"/>
      <w:bookmarkStart w:id="948" w:name="_Toc118909692"/>
      <w:bookmarkStart w:id="949" w:name="_Toc205190537"/>
      <w:bookmarkStart w:id="950" w:name="_Toc73847977"/>
      <w:r w:rsidRPr="004222A1">
        <w:rPr>
          <w:b/>
        </w:rPr>
        <w:t>Startup Offer</w:t>
      </w:r>
      <w:bookmarkEnd w:id="946"/>
      <w:bookmarkEnd w:id="947"/>
      <w:bookmarkEnd w:id="948"/>
      <w:bookmarkEnd w:id="94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1" w:name="_Toc118224625"/>
      <w:bookmarkStart w:id="952" w:name="_Toc118909693"/>
      <w:bookmarkStart w:id="953" w:name="_Toc205190538"/>
      <w:r w:rsidRPr="004222A1">
        <w:rPr>
          <w:b/>
        </w:rPr>
        <w:t>State Estimator</w:t>
      </w:r>
      <w:bookmarkEnd w:id="950"/>
      <w:bookmarkEnd w:id="951"/>
      <w:bookmarkEnd w:id="952"/>
      <w:bookmarkEnd w:id="953"/>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4" w:name="_Toc205190539"/>
      <w:bookmarkStart w:id="955" w:name="_Toc73847983"/>
      <w:bookmarkStart w:id="956" w:name="_Toc118224626"/>
      <w:bookmarkStart w:id="957"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8" w:name="_Toc205190540"/>
      <w:r w:rsidRPr="004222A1">
        <w:rPr>
          <w:b/>
        </w:rPr>
        <w:t>System-Wide Offer Cap (SWC</w:t>
      </w:r>
      <w:r w:rsidR="00EF4BE7" w:rsidRPr="004222A1">
        <w:rPr>
          <w:b/>
        </w:rPr>
        <w:t>A</w:t>
      </w:r>
      <w:r w:rsidRPr="004222A1">
        <w:rPr>
          <w:b/>
        </w:rPr>
        <w:t>P)</w:t>
      </w:r>
      <w:bookmarkEnd w:id="95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5"/>
          <w:bookmarkEnd w:id="956"/>
          <w:bookmarkEnd w:id="95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9" w:name="T"/>
      <w:bookmarkEnd w:id="959"/>
    </w:p>
    <w:p w14:paraId="76806BF3" w14:textId="77777777" w:rsidR="00B75513" w:rsidRDefault="000B794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0" w:name="_Toc73847986"/>
      <w:bookmarkStart w:id="961" w:name="_Toc118224627"/>
      <w:bookmarkStart w:id="962" w:name="_Toc118909695"/>
      <w:bookmarkStart w:id="963" w:name="_Toc205190541"/>
      <w:r w:rsidRPr="004222A1">
        <w:rPr>
          <w:b/>
        </w:rPr>
        <w:t>T</w:t>
      </w:r>
      <w:r w:rsidR="00EF4BE7" w:rsidRPr="004222A1">
        <w:rPr>
          <w:b/>
        </w:rPr>
        <w:t xml:space="preserve">SP and </w:t>
      </w:r>
      <w:r w:rsidRPr="004222A1">
        <w:rPr>
          <w:b/>
        </w:rPr>
        <w:t>DSP Metered Entity</w:t>
      </w:r>
      <w:bookmarkEnd w:id="960"/>
      <w:bookmarkEnd w:id="961"/>
      <w:bookmarkEnd w:id="962"/>
      <w:bookmarkEnd w:id="96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4" w:name="_Toc80425787"/>
      <w:bookmarkStart w:id="965" w:name="_Toc118224629"/>
      <w:bookmarkStart w:id="966" w:name="_Toc118909697"/>
      <w:bookmarkStart w:id="967" w:name="_Toc205190543"/>
      <w:bookmarkStart w:id="96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4"/>
      <w:bookmarkEnd w:id="965"/>
      <w:bookmarkEnd w:id="966"/>
      <w:bookmarkEnd w:id="96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9" w:name="_Toc118224630"/>
      <w:bookmarkStart w:id="970" w:name="_Toc118909698"/>
      <w:bookmarkStart w:id="971" w:name="_Toc205190544"/>
      <w:r w:rsidRPr="004222A1">
        <w:rPr>
          <w:b/>
        </w:rPr>
        <w:t xml:space="preserve">Texas </w:t>
      </w:r>
      <w:r w:rsidR="00EF4BE7" w:rsidRPr="004222A1">
        <w:rPr>
          <w:b/>
        </w:rPr>
        <w:t xml:space="preserve">Standard Electronic Transaction (TX </w:t>
      </w:r>
      <w:r w:rsidRPr="004222A1">
        <w:rPr>
          <w:b/>
        </w:rPr>
        <w:t>SET</w:t>
      </w:r>
      <w:bookmarkEnd w:id="968"/>
      <w:bookmarkEnd w:id="969"/>
      <w:bookmarkEnd w:id="970"/>
      <w:bookmarkEnd w:id="97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2" w:name="_Toc118224631"/>
      <w:bookmarkStart w:id="973" w:name="_Toc118909699"/>
      <w:bookmarkStart w:id="974" w:name="_Toc205190545"/>
      <w:bookmarkStart w:id="975" w:name="_Toc80425796"/>
      <w:r w:rsidRPr="004222A1">
        <w:rPr>
          <w:b/>
        </w:rPr>
        <w:t>Three-Part Supply Offer</w:t>
      </w:r>
      <w:bookmarkEnd w:id="972"/>
      <w:bookmarkEnd w:id="973"/>
      <w:bookmarkEnd w:id="97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6" w:name="_Toc118224632"/>
      <w:bookmarkStart w:id="977" w:name="_Toc118909700"/>
      <w:bookmarkStart w:id="97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5"/>
      <w:bookmarkEnd w:id="976"/>
      <w:bookmarkEnd w:id="977"/>
      <w:bookmarkEnd w:id="97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9" w:name="_Toc73848000"/>
      <w:bookmarkStart w:id="980" w:name="_Toc118224633"/>
      <w:bookmarkStart w:id="981" w:name="_Toc118909701"/>
      <w:bookmarkStart w:id="982" w:name="_Toc205190547"/>
      <w:r w:rsidRPr="004222A1">
        <w:rPr>
          <w:b/>
        </w:rPr>
        <w:lastRenderedPageBreak/>
        <w:t>Transmission and/or Distribution Service Provider (TDSP)</w:t>
      </w:r>
      <w:bookmarkEnd w:id="979"/>
      <w:bookmarkEnd w:id="980"/>
      <w:bookmarkEnd w:id="981"/>
      <w:bookmarkEnd w:id="982"/>
    </w:p>
    <w:p w14:paraId="0F29D92C" w14:textId="77777777" w:rsidR="0011691A" w:rsidRDefault="0011691A" w:rsidP="0011691A">
      <w:pPr>
        <w:pStyle w:val="BodyText"/>
      </w:pPr>
      <w:bookmarkStart w:id="983" w:name="_Toc118224634"/>
      <w:bookmarkStart w:id="984" w:name="_Toc118909702"/>
      <w:bookmarkStart w:id="98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6"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3"/>
      <w:bookmarkEnd w:id="984"/>
      <w:bookmarkEnd w:id="985"/>
    </w:p>
    <w:bookmarkEnd w:id="98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7" w:name="_Toc80425802"/>
      <w:bookmarkStart w:id="988" w:name="_Toc118224635"/>
      <w:bookmarkStart w:id="989" w:name="_Toc118909703"/>
      <w:bookmarkStart w:id="990" w:name="_Toc205190549"/>
      <w:bookmarkStart w:id="991" w:name="_Toc73848001"/>
      <w:r w:rsidRPr="004222A1">
        <w:rPr>
          <w:b/>
        </w:rPr>
        <w:t>Transmission Facilities</w:t>
      </w:r>
      <w:bookmarkEnd w:id="987"/>
      <w:bookmarkEnd w:id="988"/>
      <w:bookmarkEnd w:id="989"/>
      <w:bookmarkEnd w:id="99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2" w:name="_Toc80425803"/>
            <w:bookmarkStart w:id="993" w:name="_Toc118224636"/>
            <w:bookmarkStart w:id="994" w:name="_Toc118909704"/>
            <w:bookmarkStart w:id="995" w:name="_Toc205190550"/>
            <w:bookmarkStart w:id="996" w:name="_Toc73848002"/>
            <w:bookmarkEnd w:id="99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92"/>
      <w:bookmarkEnd w:id="993"/>
      <w:bookmarkEnd w:id="994"/>
      <w:bookmarkEnd w:id="99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7" w:name="_Toc73848003"/>
            <w:bookmarkStart w:id="998" w:name="_Toc80425804"/>
            <w:bookmarkStart w:id="999" w:name="_Toc118224637"/>
            <w:bookmarkStart w:id="1000" w:name="_Toc118909705"/>
            <w:bookmarkStart w:id="1001" w:name="_Toc205190551"/>
            <w:bookmarkStart w:id="1002" w:name="_Toc73848004"/>
            <w:bookmarkEnd w:id="996"/>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7"/>
      <w:bookmarkEnd w:id="998"/>
      <w:bookmarkEnd w:id="999"/>
      <w:bookmarkEnd w:id="1000"/>
      <w:bookmarkEnd w:id="100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3" w:name="_Toc118224638"/>
      <w:bookmarkStart w:id="1004" w:name="_Toc118909706"/>
      <w:bookmarkStart w:id="1005"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2"/>
      <w:bookmarkEnd w:id="1003"/>
      <w:bookmarkEnd w:id="1004"/>
      <w:bookmarkEnd w:id="100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6" w:name="_Toc73848005"/>
      <w:bookmarkStart w:id="1007" w:name="_Toc118224639"/>
      <w:bookmarkStart w:id="1008" w:name="_Toc118909707"/>
      <w:bookmarkStart w:id="1009" w:name="_Toc205190553"/>
      <w:r w:rsidRPr="004222A1">
        <w:rPr>
          <w:b/>
        </w:rPr>
        <w:t>Transmission Service Provider</w:t>
      </w:r>
      <w:bookmarkEnd w:id="1006"/>
      <w:r w:rsidRPr="004222A1">
        <w:rPr>
          <w:b/>
        </w:rPr>
        <w:t xml:space="preserve"> (TSP)</w:t>
      </w:r>
      <w:bookmarkEnd w:id="1007"/>
      <w:bookmarkEnd w:id="1008"/>
      <w:bookmarkEnd w:id="100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0" w:name="U"/>
      <w:bookmarkEnd w:id="1010"/>
    </w:p>
    <w:p w14:paraId="1E3F674E" w14:textId="77777777" w:rsidR="00B75513" w:rsidRDefault="000B794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1" w:name="_Toc73848008"/>
      <w:bookmarkStart w:id="1012" w:name="_Toc80425809"/>
      <w:bookmarkStart w:id="1013" w:name="_Toc118224640"/>
      <w:bookmarkStart w:id="1014" w:name="_Toc118909708"/>
      <w:bookmarkStart w:id="1015" w:name="_Toc205190554"/>
      <w:bookmarkStart w:id="1016" w:name="_Toc73848010"/>
      <w:r w:rsidRPr="004222A1">
        <w:rPr>
          <w:b/>
        </w:rPr>
        <w:t>Unaccounted for Energy (UFE)</w:t>
      </w:r>
      <w:bookmarkEnd w:id="1011"/>
      <w:bookmarkEnd w:id="1012"/>
      <w:bookmarkEnd w:id="1013"/>
      <w:bookmarkEnd w:id="1014"/>
      <w:bookmarkEnd w:id="101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7" w:name="_Toc118224641"/>
      <w:bookmarkStart w:id="1018" w:name="_Toc118909709"/>
      <w:bookmarkStart w:id="1019" w:name="_Toc205190555"/>
      <w:bookmarkStart w:id="1020" w:name="_Toc73848014"/>
      <w:bookmarkEnd w:id="1016"/>
      <w:r w:rsidRPr="004222A1">
        <w:rPr>
          <w:b/>
        </w:rPr>
        <w:t>Unit Reactive Limit</w:t>
      </w:r>
      <w:bookmarkEnd w:id="1017"/>
      <w:bookmarkEnd w:id="1018"/>
      <w:bookmarkEnd w:id="1019"/>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1" w:name="_Toc205190556"/>
      <w:bookmarkStart w:id="1022" w:name="_Toc118224642"/>
      <w:bookmarkStart w:id="1023" w:name="_Toc118909710"/>
      <w:r w:rsidRPr="004222A1">
        <w:rPr>
          <w:b/>
        </w:rPr>
        <w:t>Updated Desired Base Point</w:t>
      </w:r>
      <w:bookmarkEnd w:id="1021"/>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22"/>
      <w:bookmarkEnd w:id="1023"/>
      <w:bookmarkEnd w:id="102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0"/>
    <w:p w14:paraId="2421C9E7" w14:textId="77777777" w:rsidR="005D1947" w:rsidRDefault="00A442A0">
      <w:pPr>
        <w:pStyle w:val="BodyText"/>
        <w:keepNext/>
        <w:rPr>
          <w:b/>
          <w:sz w:val="40"/>
          <w:szCs w:val="40"/>
        </w:rPr>
      </w:pPr>
      <w:r>
        <w:rPr>
          <w:b/>
          <w:sz w:val="40"/>
          <w:szCs w:val="40"/>
        </w:rPr>
        <w:t>V</w:t>
      </w:r>
      <w:bookmarkStart w:id="1025" w:name="V"/>
      <w:bookmarkEnd w:id="1025"/>
    </w:p>
    <w:p w14:paraId="3F4B6B86" w14:textId="77777777" w:rsidR="00B75513" w:rsidRDefault="000B794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6" w:name="_Toc80425818"/>
      <w:bookmarkStart w:id="1027" w:name="_Toc118224645"/>
      <w:bookmarkStart w:id="1028" w:name="_Toc118909713"/>
      <w:bookmarkStart w:id="1029" w:name="_Toc205190560"/>
      <w:r w:rsidRPr="004222A1">
        <w:rPr>
          <w:b/>
        </w:rPr>
        <w:t>Verbal Dispatch Instruction (VDI)</w:t>
      </w:r>
      <w:bookmarkEnd w:id="1026"/>
      <w:bookmarkEnd w:id="1027"/>
      <w:bookmarkEnd w:id="1028"/>
      <w:bookmarkEnd w:id="102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0" w:name="_Toc205190561"/>
      <w:bookmarkStart w:id="1031" w:name="_Toc73848017"/>
      <w:bookmarkStart w:id="1032" w:name="_Toc118224646"/>
      <w:bookmarkStart w:id="1033" w:name="_Toc118909714"/>
      <w:r w:rsidRPr="004222A1">
        <w:rPr>
          <w:b/>
        </w:rPr>
        <w:t>Voltage Profile</w:t>
      </w:r>
      <w:bookmarkEnd w:id="1030"/>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4"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1"/>
      <w:bookmarkEnd w:id="1032"/>
      <w:bookmarkEnd w:id="1033"/>
      <w:bookmarkEnd w:id="103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5" w:name="W"/>
      <w:bookmarkEnd w:id="1035"/>
    </w:p>
    <w:p w14:paraId="79345C73" w14:textId="77777777" w:rsidR="00B75513" w:rsidRDefault="000B794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6" w:name="_Toc73848019"/>
      <w:bookmarkStart w:id="1037" w:name="_Toc118224647"/>
      <w:bookmarkStart w:id="1038" w:name="_Toc118909715"/>
      <w:bookmarkStart w:id="103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6"/>
      <w:bookmarkEnd w:id="1037"/>
      <w:bookmarkEnd w:id="1038"/>
      <w:bookmarkEnd w:id="103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0" w:name="_Toc73848020"/>
      <w:bookmarkStart w:id="1041" w:name="_Toc80425825"/>
      <w:bookmarkStart w:id="1042" w:name="_Toc118224648"/>
      <w:bookmarkStart w:id="1043" w:name="_Toc118909716"/>
      <w:bookmarkStart w:id="1044" w:name="_Toc205190564"/>
      <w:r w:rsidRPr="004222A1">
        <w:rPr>
          <w:b/>
        </w:rPr>
        <w:t>Wholesale Customer</w:t>
      </w:r>
      <w:bookmarkEnd w:id="1040"/>
      <w:bookmarkEnd w:id="1041"/>
      <w:bookmarkEnd w:id="1042"/>
      <w:bookmarkEnd w:id="1043"/>
      <w:bookmarkEnd w:id="104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5"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6" w:name="_Toc205190566"/>
      <w:r w:rsidRPr="004222A1">
        <w:rPr>
          <w:b/>
        </w:rPr>
        <w:t>Wind-powered Generation Resource Production Potential (WGRPP)</w:t>
      </w:r>
      <w:bookmarkEnd w:id="1046"/>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7" w:name="X"/>
      <w:bookmarkEnd w:id="1047"/>
    </w:p>
    <w:p w14:paraId="14574AFC" w14:textId="77777777" w:rsidR="00B75513" w:rsidRDefault="000B7948">
      <w:pPr>
        <w:pStyle w:val="ListIntroduction"/>
        <w:keepNext w:val="0"/>
      </w:pPr>
      <w:hyperlink w:anchor="_DEFINITIONS" w:history="1">
        <w:r w:rsidR="00842B9A">
          <w:rPr>
            <w:rStyle w:val="Hyperlink"/>
          </w:rPr>
          <w:t>[Back to Top]</w:t>
        </w:r>
      </w:hyperlink>
    </w:p>
    <w:p w14:paraId="73E46C47" w14:textId="77777777" w:rsidR="005D1947" w:rsidRDefault="000B794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8" w:name="Y"/>
      <w:bookmarkEnd w:id="1048"/>
    </w:p>
    <w:p w14:paraId="28022E90" w14:textId="77777777" w:rsidR="00B75513" w:rsidRDefault="000B7948">
      <w:pPr>
        <w:pStyle w:val="ListIntroduction"/>
        <w:keepNext w:val="0"/>
      </w:pPr>
      <w:hyperlink w:anchor="_DEFINITIONS" w:history="1">
        <w:r w:rsidR="00842B9A">
          <w:rPr>
            <w:rStyle w:val="Hyperlink"/>
          </w:rPr>
          <w:t>[Back to Top]</w:t>
        </w:r>
      </w:hyperlink>
    </w:p>
    <w:p w14:paraId="76C10CB2" w14:textId="77777777" w:rsidR="005D1947" w:rsidRDefault="000B794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0B794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9" w:name="_ACRONYMS_AND_ABBREVIATIONS"/>
      <w:bookmarkStart w:id="1050" w:name="_Toc118224650"/>
      <w:bookmarkStart w:id="1051" w:name="_Toc118909718"/>
      <w:bookmarkStart w:id="1052" w:name="_Toc205190567"/>
      <w:bookmarkEnd w:id="1049"/>
      <w:r>
        <w:t>2.2</w:t>
      </w:r>
      <w:r>
        <w:tab/>
      </w:r>
      <w:r w:rsidR="00A442A0">
        <w:t>ACRONYMS AND ABBREVIATIONS</w:t>
      </w:r>
      <w:bookmarkEnd w:id="1050"/>
      <w:bookmarkEnd w:id="1051"/>
      <w:bookmarkEnd w:id="1052"/>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E5C9F7E" w:rsidR="003109F8" w:rsidRPr="00F909A2" w:rsidRDefault="003109F8">
    <w:pPr>
      <w:pStyle w:val="Footer"/>
      <w:tabs>
        <w:tab w:val="clear" w:pos="4680"/>
      </w:tabs>
      <w:spacing w:before="0" w:after="0"/>
    </w:pPr>
    <w:r w:rsidRPr="00F909A2">
      <w:t>ERCOT Nodal Protocols –</w:t>
    </w:r>
    <w:r w:rsidR="007A6E43">
      <w:t xml:space="preserve"> </w:t>
    </w:r>
    <w:r w:rsidR="00DF55F9">
      <w:t>July 1</w:t>
    </w:r>
    <w:r>
      <w:t xml:space="preserve">, </w:t>
    </w:r>
    <w:proofErr w:type="gramStart"/>
    <w:r>
      <w:t>202</w:t>
    </w:r>
    <w:r w:rsidR="00F06978">
      <w:t>3</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3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5956"/>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43A"/>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364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118</Pages>
  <Words>29656</Words>
  <Characters>175414</Characters>
  <Application>Microsoft Office Word</Application>
  <DocSecurity>0</DocSecurity>
  <Lines>1461</Lines>
  <Paragraphs>409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204661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2023-06-29T15:08:00Z</dcterms:created>
  <dcterms:modified xsi:type="dcterms:W3CDTF">2023-06-29T15:08:00Z</dcterms:modified>
</cp:coreProperties>
</file>