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16374319" w:rsidR="00B1244E" w:rsidRDefault="00484FD3">
      <w:pPr>
        <w:spacing w:before="360"/>
        <w:jc w:val="center"/>
        <w:rPr>
          <w:b/>
          <w:szCs w:val="24"/>
        </w:rPr>
      </w:pPr>
      <w:r>
        <w:rPr>
          <w:b/>
          <w:szCs w:val="24"/>
        </w:rPr>
        <w:t>August</w:t>
      </w:r>
      <w:r w:rsidR="00B80A65">
        <w:rPr>
          <w:b/>
          <w:szCs w:val="24"/>
        </w:rPr>
        <w:t xml:space="preserve"> 1</w:t>
      </w:r>
      <w:r w:rsidR="001F7327">
        <w:rPr>
          <w:b/>
          <w:szCs w:val="24"/>
        </w:rPr>
        <w:t>, 202</w:t>
      </w:r>
      <w:r w:rsidR="007D30FD">
        <w:rPr>
          <w:b/>
          <w:szCs w:val="24"/>
        </w:rPr>
        <w:t>3</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3B0DE53E"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385B91">
          <w:rPr>
            <w:webHidden/>
          </w:rPr>
          <w:t>1-1</w:t>
        </w:r>
        <w:r w:rsidR="000A258C">
          <w:rPr>
            <w:webHidden/>
          </w:rPr>
          <w:fldChar w:fldCharType="end"/>
        </w:r>
      </w:hyperlink>
    </w:p>
    <w:p w14:paraId="2671E09B" w14:textId="3CE248C6" w:rsidR="000A258C" w:rsidRPr="000A258C" w:rsidRDefault="007F1BA3">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sidR="00385B91">
          <w:rPr>
            <w:noProof/>
            <w:webHidden/>
          </w:rPr>
          <w:t>1-1</w:t>
        </w:r>
        <w:r w:rsidR="000A258C" w:rsidRPr="000A258C">
          <w:rPr>
            <w:noProof/>
            <w:webHidden/>
          </w:rPr>
          <w:fldChar w:fldCharType="end"/>
        </w:r>
      </w:hyperlink>
    </w:p>
    <w:p w14:paraId="79C25114" w14:textId="57C3E8F2" w:rsidR="000A258C" w:rsidRPr="000A258C" w:rsidRDefault="007F1BA3">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sidR="00385B91">
          <w:rPr>
            <w:noProof/>
            <w:webHidden/>
          </w:rPr>
          <w:t>1-2</w:t>
        </w:r>
        <w:r w:rsidR="000A258C" w:rsidRPr="000A258C">
          <w:rPr>
            <w:noProof/>
            <w:webHidden/>
          </w:rPr>
          <w:fldChar w:fldCharType="end"/>
        </w:r>
      </w:hyperlink>
    </w:p>
    <w:p w14:paraId="2EAD6401" w14:textId="5DF99267" w:rsidR="000A258C" w:rsidRPr="000A258C" w:rsidRDefault="007F1BA3">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sidR="00385B91">
          <w:rPr>
            <w:noProof/>
            <w:webHidden/>
          </w:rPr>
          <w:t>1-4</w:t>
        </w:r>
        <w:r w:rsidR="000A258C" w:rsidRPr="000A258C">
          <w:rPr>
            <w:noProof/>
            <w:webHidden/>
          </w:rPr>
          <w:fldChar w:fldCharType="end"/>
        </w:r>
      </w:hyperlink>
    </w:p>
    <w:p w14:paraId="4CE23807" w14:textId="10B92C96" w:rsidR="000A258C" w:rsidRPr="000A258C" w:rsidRDefault="007F1BA3">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sidR="00385B91">
          <w:rPr>
            <w:i w:val="0"/>
            <w:noProof/>
            <w:webHidden/>
          </w:rPr>
          <w:t>1-4</w:t>
        </w:r>
        <w:r w:rsidR="000A258C" w:rsidRPr="000A258C">
          <w:rPr>
            <w:i w:val="0"/>
            <w:noProof/>
            <w:webHidden/>
          </w:rPr>
          <w:fldChar w:fldCharType="end"/>
        </w:r>
      </w:hyperlink>
    </w:p>
    <w:p w14:paraId="1D8C5131" w14:textId="6D65C5ED" w:rsidR="000A258C" w:rsidRPr="000A258C" w:rsidRDefault="007F1BA3">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1-5</w:t>
        </w:r>
        <w:r w:rsidR="000A258C" w:rsidRPr="000A258C">
          <w:rPr>
            <w:noProof/>
            <w:webHidden/>
            <w:sz w:val="20"/>
            <w:szCs w:val="20"/>
          </w:rPr>
          <w:fldChar w:fldCharType="end"/>
        </w:r>
      </w:hyperlink>
    </w:p>
    <w:p w14:paraId="2B1386D0" w14:textId="6E9734DC" w:rsidR="000A258C" w:rsidRPr="000A258C" w:rsidRDefault="007F1BA3">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1-11</w:t>
        </w:r>
        <w:r w:rsidR="000A258C" w:rsidRPr="000A258C">
          <w:rPr>
            <w:noProof/>
            <w:webHidden/>
            <w:sz w:val="20"/>
            <w:szCs w:val="20"/>
          </w:rPr>
          <w:fldChar w:fldCharType="end"/>
        </w:r>
      </w:hyperlink>
    </w:p>
    <w:p w14:paraId="2727B461" w14:textId="383938C1" w:rsidR="000A258C" w:rsidRPr="000A258C" w:rsidRDefault="007F1BA3">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1-12</w:t>
        </w:r>
        <w:r w:rsidR="000A258C" w:rsidRPr="000A258C">
          <w:rPr>
            <w:noProof/>
            <w:webHidden/>
            <w:sz w:val="20"/>
            <w:szCs w:val="20"/>
          </w:rPr>
          <w:fldChar w:fldCharType="end"/>
        </w:r>
      </w:hyperlink>
    </w:p>
    <w:p w14:paraId="393FA669" w14:textId="58D7823C" w:rsidR="000A258C" w:rsidRPr="000A258C" w:rsidRDefault="007F1BA3">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1-13</w:t>
        </w:r>
        <w:r w:rsidR="000A258C" w:rsidRPr="000A258C">
          <w:rPr>
            <w:noProof/>
            <w:webHidden/>
            <w:sz w:val="20"/>
            <w:szCs w:val="20"/>
          </w:rPr>
          <w:fldChar w:fldCharType="end"/>
        </w:r>
      </w:hyperlink>
    </w:p>
    <w:p w14:paraId="59DFD453" w14:textId="6DB31FB8" w:rsidR="000A258C" w:rsidRPr="000A258C" w:rsidRDefault="007F1BA3">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sidR="00385B91">
          <w:rPr>
            <w:i w:val="0"/>
            <w:noProof/>
            <w:webHidden/>
          </w:rPr>
          <w:t>1-14</w:t>
        </w:r>
        <w:r w:rsidR="000A258C" w:rsidRPr="000A258C">
          <w:rPr>
            <w:i w:val="0"/>
            <w:noProof/>
            <w:webHidden/>
          </w:rPr>
          <w:fldChar w:fldCharType="end"/>
        </w:r>
      </w:hyperlink>
    </w:p>
    <w:p w14:paraId="7AE1473F" w14:textId="3D509968" w:rsidR="000A258C" w:rsidRPr="000A258C" w:rsidRDefault="007F1BA3">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1-15</w:t>
        </w:r>
        <w:r w:rsidR="000A258C" w:rsidRPr="000A258C">
          <w:rPr>
            <w:noProof/>
            <w:webHidden/>
            <w:sz w:val="20"/>
            <w:szCs w:val="20"/>
          </w:rPr>
          <w:fldChar w:fldCharType="end"/>
        </w:r>
      </w:hyperlink>
    </w:p>
    <w:p w14:paraId="2F772696" w14:textId="107D25B6" w:rsidR="000A258C" w:rsidRPr="000A258C" w:rsidRDefault="007F1BA3">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1-16</w:t>
        </w:r>
        <w:r w:rsidR="000A258C" w:rsidRPr="000A258C">
          <w:rPr>
            <w:noProof/>
            <w:webHidden/>
            <w:sz w:val="20"/>
            <w:szCs w:val="20"/>
          </w:rPr>
          <w:fldChar w:fldCharType="end"/>
        </w:r>
      </w:hyperlink>
    </w:p>
    <w:p w14:paraId="09101526" w14:textId="2D7D3C0F" w:rsidR="000A258C" w:rsidRPr="000A258C" w:rsidRDefault="007F1BA3">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sidR="00385B91">
          <w:rPr>
            <w:i w:val="0"/>
            <w:noProof/>
            <w:webHidden/>
          </w:rPr>
          <w:t>1-17</w:t>
        </w:r>
        <w:r w:rsidR="000A258C" w:rsidRPr="000A258C">
          <w:rPr>
            <w:i w:val="0"/>
            <w:noProof/>
            <w:webHidden/>
          </w:rPr>
          <w:fldChar w:fldCharType="end"/>
        </w:r>
      </w:hyperlink>
    </w:p>
    <w:p w14:paraId="4907FF50" w14:textId="294EBE25" w:rsidR="000A258C" w:rsidRPr="000A258C" w:rsidRDefault="007F1BA3">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sidR="00385B91">
          <w:rPr>
            <w:i w:val="0"/>
            <w:noProof/>
            <w:webHidden/>
          </w:rPr>
          <w:t>1-17</w:t>
        </w:r>
        <w:r w:rsidR="000A258C" w:rsidRPr="000A258C">
          <w:rPr>
            <w:i w:val="0"/>
            <w:noProof/>
            <w:webHidden/>
          </w:rPr>
          <w:fldChar w:fldCharType="end"/>
        </w:r>
      </w:hyperlink>
    </w:p>
    <w:p w14:paraId="52DA75DB" w14:textId="0C094438" w:rsidR="000A258C" w:rsidRPr="000A258C" w:rsidRDefault="007F1BA3">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sidR="00385B91">
          <w:rPr>
            <w:i w:val="0"/>
            <w:noProof/>
            <w:webHidden/>
          </w:rPr>
          <w:t>1-18</w:t>
        </w:r>
        <w:r w:rsidR="000A258C" w:rsidRPr="000A258C">
          <w:rPr>
            <w:i w:val="0"/>
            <w:noProof/>
            <w:webHidden/>
          </w:rPr>
          <w:fldChar w:fldCharType="end"/>
        </w:r>
      </w:hyperlink>
    </w:p>
    <w:p w14:paraId="21E82B93" w14:textId="2AE756A8" w:rsidR="000A258C" w:rsidRPr="000A258C" w:rsidRDefault="007F1BA3">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sidR="00385B91">
          <w:rPr>
            <w:i w:val="0"/>
            <w:noProof/>
            <w:webHidden/>
          </w:rPr>
          <w:t>1-18</w:t>
        </w:r>
        <w:r w:rsidR="000A258C" w:rsidRPr="000A258C">
          <w:rPr>
            <w:i w:val="0"/>
            <w:noProof/>
            <w:webHidden/>
          </w:rPr>
          <w:fldChar w:fldCharType="end"/>
        </w:r>
      </w:hyperlink>
    </w:p>
    <w:p w14:paraId="62DC7826" w14:textId="7F914D71" w:rsidR="000A258C" w:rsidRPr="000A258C" w:rsidRDefault="007F1BA3">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sidR="00385B91">
          <w:rPr>
            <w:i w:val="0"/>
            <w:noProof/>
            <w:webHidden/>
          </w:rPr>
          <w:t>1-23</w:t>
        </w:r>
        <w:r w:rsidR="000A258C" w:rsidRPr="000A258C">
          <w:rPr>
            <w:i w:val="0"/>
            <w:noProof/>
            <w:webHidden/>
          </w:rPr>
          <w:fldChar w:fldCharType="end"/>
        </w:r>
      </w:hyperlink>
    </w:p>
    <w:p w14:paraId="3EFA2A2A" w14:textId="7347A428" w:rsidR="000A258C" w:rsidRPr="000A258C" w:rsidRDefault="007F1BA3">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sidR="00385B91">
          <w:rPr>
            <w:i w:val="0"/>
            <w:noProof/>
            <w:webHidden/>
          </w:rPr>
          <w:t>1-23</w:t>
        </w:r>
        <w:r w:rsidR="000A258C" w:rsidRPr="000A258C">
          <w:rPr>
            <w:i w:val="0"/>
            <w:noProof/>
            <w:webHidden/>
          </w:rPr>
          <w:fldChar w:fldCharType="end"/>
        </w:r>
      </w:hyperlink>
    </w:p>
    <w:p w14:paraId="1E30575D" w14:textId="1B102634" w:rsidR="000A258C" w:rsidRPr="000A258C" w:rsidRDefault="007F1BA3">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sidR="00385B91">
          <w:rPr>
            <w:noProof/>
            <w:webHidden/>
          </w:rPr>
          <w:t>1-24</w:t>
        </w:r>
        <w:r w:rsidR="000A258C" w:rsidRPr="000A258C">
          <w:rPr>
            <w:noProof/>
            <w:webHidden/>
          </w:rPr>
          <w:fldChar w:fldCharType="end"/>
        </w:r>
      </w:hyperlink>
    </w:p>
    <w:p w14:paraId="3F9456EA" w14:textId="31D9A2DE" w:rsidR="000A258C" w:rsidRPr="000A258C" w:rsidRDefault="007F1BA3">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sidR="00385B91">
          <w:rPr>
            <w:i w:val="0"/>
            <w:noProof/>
            <w:webHidden/>
          </w:rPr>
          <w:t>1-24</w:t>
        </w:r>
        <w:r w:rsidR="000A258C" w:rsidRPr="000A258C">
          <w:rPr>
            <w:i w:val="0"/>
            <w:noProof/>
            <w:webHidden/>
          </w:rPr>
          <w:fldChar w:fldCharType="end"/>
        </w:r>
      </w:hyperlink>
    </w:p>
    <w:p w14:paraId="38D71777" w14:textId="1AEEEE33" w:rsidR="000A258C" w:rsidRPr="000A258C" w:rsidRDefault="007F1BA3">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sidR="00385B91">
          <w:rPr>
            <w:i w:val="0"/>
            <w:noProof/>
            <w:webHidden/>
          </w:rPr>
          <w:t>1-24</w:t>
        </w:r>
        <w:r w:rsidR="000A258C" w:rsidRPr="000A258C">
          <w:rPr>
            <w:i w:val="0"/>
            <w:noProof/>
            <w:webHidden/>
          </w:rPr>
          <w:fldChar w:fldCharType="end"/>
        </w:r>
      </w:hyperlink>
    </w:p>
    <w:p w14:paraId="2EABFC82" w14:textId="7A94D7C1" w:rsidR="000A258C" w:rsidRPr="000A258C" w:rsidRDefault="007F1BA3">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sidR="00385B91">
          <w:rPr>
            <w:i w:val="0"/>
            <w:noProof/>
            <w:webHidden/>
          </w:rPr>
          <w:t>1-24</w:t>
        </w:r>
        <w:r w:rsidR="000A258C" w:rsidRPr="000A258C">
          <w:rPr>
            <w:i w:val="0"/>
            <w:noProof/>
            <w:webHidden/>
          </w:rPr>
          <w:fldChar w:fldCharType="end"/>
        </w:r>
      </w:hyperlink>
    </w:p>
    <w:p w14:paraId="1702DD9F" w14:textId="395DFEA2" w:rsidR="000A258C" w:rsidRPr="000A258C" w:rsidRDefault="007F1BA3">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1-24</w:t>
        </w:r>
        <w:r w:rsidR="000A258C" w:rsidRPr="000A258C">
          <w:rPr>
            <w:noProof/>
            <w:webHidden/>
            <w:sz w:val="20"/>
            <w:szCs w:val="20"/>
          </w:rPr>
          <w:fldChar w:fldCharType="end"/>
        </w:r>
      </w:hyperlink>
    </w:p>
    <w:p w14:paraId="63FCE0CB" w14:textId="5D7DC5EF" w:rsidR="000A258C" w:rsidRPr="000A258C" w:rsidRDefault="007F1BA3">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sidR="00385B91">
          <w:rPr>
            <w:noProof/>
            <w:webHidden/>
            <w:sz w:val="20"/>
            <w:szCs w:val="20"/>
          </w:rPr>
          <w:t>1-25</w:t>
        </w:r>
        <w:r w:rsidR="000A258C" w:rsidRPr="000A258C">
          <w:rPr>
            <w:noProof/>
            <w:webHidden/>
            <w:sz w:val="20"/>
            <w:szCs w:val="20"/>
          </w:rPr>
          <w:fldChar w:fldCharType="end"/>
        </w:r>
      </w:hyperlink>
    </w:p>
    <w:p w14:paraId="7748C93F" w14:textId="5378F1C7" w:rsidR="000A258C" w:rsidRPr="000A258C" w:rsidRDefault="007F1BA3">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sidR="00385B91">
          <w:rPr>
            <w:i w:val="0"/>
            <w:noProof/>
            <w:webHidden/>
          </w:rPr>
          <w:t>1-25</w:t>
        </w:r>
        <w:r w:rsidR="000A258C" w:rsidRPr="000A258C">
          <w:rPr>
            <w:i w:val="0"/>
            <w:noProof/>
            <w:webHidden/>
          </w:rPr>
          <w:fldChar w:fldCharType="end"/>
        </w:r>
      </w:hyperlink>
    </w:p>
    <w:p w14:paraId="3E5D7F9B" w14:textId="3A23D1A4" w:rsidR="000A258C" w:rsidRPr="000A258C" w:rsidRDefault="007F1BA3">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sidR="00385B91">
          <w:rPr>
            <w:i w:val="0"/>
            <w:noProof/>
            <w:webHidden/>
          </w:rPr>
          <w:t>1-26</w:t>
        </w:r>
        <w:r w:rsidR="000A258C" w:rsidRPr="000A258C">
          <w:rPr>
            <w:i w:val="0"/>
            <w:noProof/>
            <w:webHidden/>
          </w:rPr>
          <w:fldChar w:fldCharType="end"/>
        </w:r>
      </w:hyperlink>
    </w:p>
    <w:p w14:paraId="23F531C1" w14:textId="045BD20B" w:rsidR="000A258C" w:rsidRPr="000A258C" w:rsidRDefault="007F1BA3">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sidR="00385B91">
          <w:rPr>
            <w:i w:val="0"/>
            <w:noProof/>
            <w:webHidden/>
          </w:rPr>
          <w:t>1-26</w:t>
        </w:r>
        <w:r w:rsidR="000A258C" w:rsidRPr="000A258C">
          <w:rPr>
            <w:i w:val="0"/>
            <w:noProof/>
            <w:webHidden/>
          </w:rPr>
          <w:fldChar w:fldCharType="end"/>
        </w:r>
      </w:hyperlink>
    </w:p>
    <w:p w14:paraId="108287CB" w14:textId="22384F9F" w:rsidR="000A258C" w:rsidRPr="000A258C" w:rsidRDefault="007F1BA3">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sidR="00385B91">
          <w:rPr>
            <w:noProof/>
            <w:webHidden/>
          </w:rPr>
          <w:t>1-26</w:t>
        </w:r>
        <w:r w:rsidR="000A258C" w:rsidRPr="000A258C">
          <w:rPr>
            <w:noProof/>
            <w:webHidden/>
          </w:rPr>
          <w:fldChar w:fldCharType="end"/>
        </w:r>
      </w:hyperlink>
    </w:p>
    <w:p w14:paraId="7AA01F94" w14:textId="58E4CD66" w:rsidR="000A258C" w:rsidRPr="000A258C" w:rsidRDefault="007F1BA3">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sidR="00385B91">
          <w:rPr>
            <w:noProof/>
            <w:webHidden/>
          </w:rPr>
          <w:t>1-26</w:t>
        </w:r>
        <w:r w:rsidR="000A258C" w:rsidRPr="000A258C">
          <w:rPr>
            <w:noProof/>
            <w:webHidden/>
          </w:rPr>
          <w:fldChar w:fldCharType="end"/>
        </w:r>
      </w:hyperlink>
    </w:p>
    <w:p w14:paraId="6BE870BE" w14:textId="5FBF93C2" w:rsidR="000A258C" w:rsidRPr="000A258C" w:rsidRDefault="007F1BA3">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sidR="00385B91">
          <w:rPr>
            <w:i w:val="0"/>
            <w:noProof/>
            <w:webHidden/>
          </w:rPr>
          <w:t>1-26</w:t>
        </w:r>
        <w:r w:rsidR="000A258C" w:rsidRPr="000A258C">
          <w:rPr>
            <w:i w:val="0"/>
            <w:noProof/>
            <w:webHidden/>
          </w:rPr>
          <w:fldChar w:fldCharType="end"/>
        </w:r>
      </w:hyperlink>
    </w:p>
    <w:p w14:paraId="4F3A0C27" w14:textId="7FB1AAD2" w:rsidR="000A258C" w:rsidRPr="000A258C" w:rsidRDefault="007F1BA3">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sidR="00385B91">
          <w:rPr>
            <w:i w:val="0"/>
            <w:noProof/>
            <w:webHidden/>
          </w:rPr>
          <w:t>1-27</w:t>
        </w:r>
        <w:r w:rsidR="000A258C" w:rsidRPr="000A258C">
          <w:rPr>
            <w:i w:val="0"/>
            <w:noProof/>
            <w:webHidden/>
          </w:rPr>
          <w:fldChar w:fldCharType="end"/>
        </w:r>
      </w:hyperlink>
    </w:p>
    <w:p w14:paraId="00F11A00" w14:textId="4A4B9C3B" w:rsidR="000A258C" w:rsidRPr="000A258C" w:rsidRDefault="007F1BA3">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sidR="00385B91">
          <w:rPr>
            <w:i w:val="0"/>
            <w:noProof/>
            <w:webHidden/>
          </w:rPr>
          <w:t>1-27</w:t>
        </w:r>
        <w:r w:rsidR="000A258C" w:rsidRPr="000A258C">
          <w:rPr>
            <w:i w:val="0"/>
            <w:noProof/>
            <w:webHidden/>
          </w:rPr>
          <w:fldChar w:fldCharType="end"/>
        </w:r>
      </w:hyperlink>
    </w:p>
    <w:p w14:paraId="3C7F1FB5" w14:textId="11A9589D" w:rsidR="000A258C" w:rsidRPr="000A258C" w:rsidRDefault="007F1BA3">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sidR="00385B91">
          <w:rPr>
            <w:i w:val="0"/>
            <w:noProof/>
            <w:webHidden/>
          </w:rPr>
          <w:t>1-27</w:t>
        </w:r>
        <w:r w:rsidR="000A258C" w:rsidRPr="000A258C">
          <w:rPr>
            <w:i w:val="0"/>
            <w:noProof/>
            <w:webHidden/>
          </w:rPr>
          <w:fldChar w:fldCharType="end"/>
        </w:r>
      </w:hyperlink>
    </w:p>
    <w:p w14:paraId="73F034F3" w14:textId="3C01C899" w:rsidR="000A258C" w:rsidRPr="000A258C" w:rsidRDefault="007F1BA3">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sidR="00385B91">
          <w:rPr>
            <w:i w:val="0"/>
            <w:noProof/>
            <w:webHidden/>
          </w:rPr>
          <w:t>1-27</w:t>
        </w:r>
        <w:r w:rsidR="000A258C" w:rsidRPr="000A258C">
          <w:rPr>
            <w:i w:val="0"/>
            <w:noProof/>
            <w:webHidden/>
          </w:rPr>
          <w:fldChar w:fldCharType="end"/>
        </w:r>
      </w:hyperlink>
    </w:p>
    <w:p w14:paraId="612C3D8B" w14:textId="416A62EC" w:rsidR="000A258C" w:rsidRPr="000A258C" w:rsidRDefault="007F1BA3">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sidR="00385B91">
          <w:rPr>
            <w:noProof/>
            <w:webHidden/>
          </w:rPr>
          <w:t>1-29</w:t>
        </w:r>
        <w:r w:rsidR="000A258C" w:rsidRPr="000A258C">
          <w:rPr>
            <w:noProof/>
            <w:webHidden/>
          </w:rPr>
          <w:fldChar w:fldCharType="end"/>
        </w:r>
      </w:hyperlink>
    </w:p>
    <w:p w14:paraId="7941F3A8" w14:textId="66AE0461" w:rsidR="000A258C" w:rsidRPr="000A258C" w:rsidRDefault="007F1BA3">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sidR="00385B91">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 xml:space="preserve">Transmission Rates for Export from ERCOT, relating to energy imported and exported over DC Ties interconnected to the ERCOT </w:t>
      </w:r>
      <w:proofErr w:type="gramStart"/>
      <w:r w:rsidR="00484FD3">
        <w:t>System</w:t>
      </w:r>
      <w:r>
        <w:t>;</w:t>
      </w:r>
      <w:proofErr w:type="gramEnd"/>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t>
      </w:r>
      <w:r w:rsidRPr="006964D0">
        <w:rPr>
          <w:iCs/>
        </w:rPr>
        <w:lastRenderedPageBreak/>
        <w:t xml:space="preserve">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xml:space="preserve">.  Such data includes pricing, dispatch instructions, and other proprietary information of the Load response </w:t>
      </w:r>
      <w:proofErr w:type="gramStart"/>
      <w:r w:rsidRPr="007335BC">
        <w:t>product</w:t>
      </w:r>
      <w:r w:rsidR="003627C6">
        <w:t>;</w:t>
      </w:r>
      <w:proofErr w:type="gramEnd"/>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lastRenderedPageBreak/>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xml:space="preserve">.  The Protected Information status of Resource Outage information shall expire as provided in paragraph (1)(c) of Section </w:t>
      </w:r>
      <w:proofErr w:type="gramStart"/>
      <w:r w:rsidRPr="00DE65AB">
        <w:t>1.3.1.1</w:t>
      </w:r>
      <w:r w:rsidR="002E148E">
        <w:t>;</w:t>
      </w:r>
      <w:proofErr w:type="gramEnd"/>
    </w:p>
    <w:p w14:paraId="3BB92F42" w14:textId="5BB8E9E5"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 and</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11FBDBB4" w:rsidR="00BD6A8F" w:rsidRPr="003B1113" w:rsidRDefault="00B80A65" w:rsidP="00B80A65">
      <w:pPr>
        <w:spacing w:after="240"/>
        <w:ind w:left="2160" w:hanging="720"/>
      </w:pPr>
      <w:r w:rsidRPr="00DF6D6B">
        <w:t>(iii)</w:t>
      </w:r>
      <w:r w:rsidRPr="00DF6D6B">
        <w:tab/>
        <w:t>By a Resource Entity in a Force Majeure Event report required under paragraph (14) of Section 8.1.1.2.6.</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lastRenderedPageBreak/>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 xml:space="preserve">FFSS </w:t>
      </w:r>
      <w:proofErr w:type="gramStart"/>
      <w:r>
        <w:t>awards;</w:t>
      </w:r>
      <w:proofErr w:type="gramEnd"/>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lastRenderedPageBreak/>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lastRenderedPageBreak/>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lastRenderedPageBreak/>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w:t>
      </w:r>
      <w:r w:rsidRPr="003D74FE">
        <w:rPr>
          <w:szCs w:val="24"/>
        </w:rPr>
        <w:lastRenderedPageBreak/>
        <w:t>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lastRenderedPageBreak/>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lastRenderedPageBreak/>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 xml:space="preserve">’s ability to perform </w:t>
      </w:r>
      <w:r>
        <w:lastRenderedPageBreak/>
        <w:t>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 xml:space="preserve">To governmental officials, Market Participants, the public, or others as required by any law, regulation, or order, or by these Protocols, but any Receiving Party or Creating Party must make reasonable efforts to restrict public access to the </w:t>
      </w:r>
      <w:r w:rsidRPr="008A33B0">
        <w:rPr>
          <w:szCs w:val="24"/>
        </w:rPr>
        <w:lastRenderedPageBreak/>
        <w:t>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lastRenderedPageBreak/>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 xml:space="preserve">Resource facility availability status, including the status of switching devices, auxiliary loads, and mechanical systems that had a material impact on Resource facility availability or an adverse impact on the transmission system </w:t>
      </w:r>
      <w:proofErr w:type="gramStart"/>
      <w:r w:rsidRPr="008A33B0">
        <w:rPr>
          <w:szCs w:val="24"/>
        </w:rPr>
        <w:t>operation;</w:t>
      </w:r>
      <w:proofErr w:type="gramEnd"/>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 xml:space="preserve">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w:t>
      </w:r>
      <w:r w:rsidRPr="008A33B0">
        <w:rPr>
          <w:szCs w:val="24"/>
        </w:rPr>
        <w:lastRenderedPageBreak/>
        <w:t>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lastRenderedPageBreak/>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lastRenderedPageBreak/>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w:t>
      </w:r>
      <w:r w:rsidR="003B5102" w:rsidRPr="006B2988">
        <w:lastRenderedPageBreak/>
        <w:t>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lastRenderedPageBreak/>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w:t>
      </w:r>
      <w:proofErr w:type="gramStart"/>
      <w:r>
        <w:t>TAC</w:t>
      </w:r>
      <w:proofErr w:type="gramEnd"/>
      <w:r>
        <w:t xml:space="preserve">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lastRenderedPageBreak/>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lastRenderedPageBreak/>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w:t>
      </w:r>
      <w:proofErr w:type="gramStart"/>
      <w:r w:rsidR="00096071">
        <w:t>transmitted</w:t>
      </w:r>
      <w:proofErr w:type="gramEnd"/>
      <w:r w:rsidR="00096071">
        <w:t xml:space="preserve">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56A58C59" w:rsidR="006F3399" w:rsidRDefault="006F3399">
    <w:pPr>
      <w:pStyle w:val="Footer"/>
      <w:spacing w:before="0" w:after="0"/>
    </w:pPr>
    <w:r w:rsidRPr="005650D8">
      <w:t>ERCOT Nodal Protocols –</w:t>
    </w:r>
    <w:r>
      <w:t xml:space="preserve"> </w:t>
    </w:r>
    <w:r w:rsidR="00484FD3">
      <w:t>August</w:t>
    </w:r>
    <w:r w:rsidR="00B80A65">
      <w:t xml:space="preserve"> 1</w:t>
    </w:r>
    <w:r>
      <w:t>, 202</w:t>
    </w:r>
    <w:r w:rsidR="007D30FD">
      <w:t>3</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3AFEA5F4" w:rsidR="006F3399" w:rsidRPr="005650D8" w:rsidRDefault="006F3399">
    <w:pPr>
      <w:pStyle w:val="Footer"/>
      <w:spacing w:before="0" w:after="0"/>
    </w:pPr>
    <w:r w:rsidRPr="005650D8">
      <w:t>ERCOT Nodal Protocols –</w:t>
    </w:r>
    <w:r>
      <w:t xml:space="preserve"> </w:t>
    </w:r>
    <w:r w:rsidR="00484FD3">
      <w:t>August</w:t>
    </w:r>
    <w:r w:rsidR="00B80A65">
      <w:t xml:space="preserve"> 1</w:t>
    </w:r>
    <w:r>
      <w:t xml:space="preserve">, </w:t>
    </w:r>
    <w:proofErr w:type="gramStart"/>
    <w:r>
      <w:t>202</w:t>
    </w:r>
    <w:r w:rsidR="007D30FD">
      <w:t>3</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7099"/>
    <w:rsid w:val="001606B3"/>
    <w:rsid w:val="00160F47"/>
    <w:rsid w:val="00163309"/>
    <w:rsid w:val="001663CA"/>
    <w:rsid w:val="00176E26"/>
    <w:rsid w:val="00183AC4"/>
    <w:rsid w:val="00186C42"/>
    <w:rsid w:val="00192AC4"/>
    <w:rsid w:val="00193C15"/>
    <w:rsid w:val="0019589D"/>
    <w:rsid w:val="001A01E5"/>
    <w:rsid w:val="001A0699"/>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42F0"/>
    <w:rsid w:val="00207D71"/>
    <w:rsid w:val="002104EA"/>
    <w:rsid w:val="00210BEA"/>
    <w:rsid w:val="00210F7C"/>
    <w:rsid w:val="00212A95"/>
    <w:rsid w:val="00213E6A"/>
    <w:rsid w:val="00220AE5"/>
    <w:rsid w:val="00223B8B"/>
    <w:rsid w:val="00224AE2"/>
    <w:rsid w:val="00230AD7"/>
    <w:rsid w:val="002409FA"/>
    <w:rsid w:val="00247D18"/>
    <w:rsid w:val="00251693"/>
    <w:rsid w:val="00252CA1"/>
    <w:rsid w:val="00264363"/>
    <w:rsid w:val="002673B9"/>
    <w:rsid w:val="00271651"/>
    <w:rsid w:val="00272532"/>
    <w:rsid w:val="00276F81"/>
    <w:rsid w:val="00283AF1"/>
    <w:rsid w:val="00287273"/>
    <w:rsid w:val="00290865"/>
    <w:rsid w:val="00290D5B"/>
    <w:rsid w:val="0029501C"/>
    <w:rsid w:val="002A1D04"/>
    <w:rsid w:val="002A75D8"/>
    <w:rsid w:val="002A7C0E"/>
    <w:rsid w:val="002B2E5C"/>
    <w:rsid w:val="002B7290"/>
    <w:rsid w:val="002C1CDE"/>
    <w:rsid w:val="002C200B"/>
    <w:rsid w:val="002D2F9D"/>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5922"/>
    <w:rsid w:val="006174E2"/>
    <w:rsid w:val="006201D5"/>
    <w:rsid w:val="00624155"/>
    <w:rsid w:val="0062443F"/>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387"/>
    <w:rsid w:val="0070745E"/>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0A65"/>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33</Pages>
  <Words>11748</Words>
  <Characters>68757</Characters>
  <Application>Microsoft Office Word</Application>
  <DocSecurity>0</DocSecurity>
  <Lines>572</Lines>
  <Paragraphs>160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80345</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0726</cp:lastModifiedBy>
  <cp:revision>3</cp:revision>
  <cp:lastPrinted>2019-04-03T16:04:00Z</cp:lastPrinted>
  <dcterms:created xsi:type="dcterms:W3CDTF">2023-07-28T14:14:00Z</dcterms:created>
  <dcterms:modified xsi:type="dcterms:W3CDTF">2023-07-28T14:15:00Z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