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54A3292D" w:rsidR="002F5868" w:rsidRDefault="0047587C" w:rsidP="00A927C1">
      <w:pPr>
        <w:spacing w:before="360"/>
        <w:jc w:val="center"/>
        <w:rPr>
          <w:b/>
          <w:szCs w:val="24"/>
        </w:rPr>
      </w:pPr>
      <w:r>
        <w:rPr>
          <w:b/>
          <w:szCs w:val="24"/>
        </w:rPr>
        <w:t>February</w:t>
      </w:r>
      <w:r w:rsidR="00176EAC">
        <w:rPr>
          <w:b/>
          <w:szCs w:val="24"/>
        </w:rPr>
        <w:t xml:space="preserve"> </w:t>
      </w:r>
      <w:r w:rsidR="007603E3">
        <w:rPr>
          <w:b/>
          <w:szCs w:val="24"/>
        </w:rPr>
        <w:t>1</w:t>
      </w:r>
      <w:r w:rsidR="001349D5">
        <w:rPr>
          <w:b/>
          <w:szCs w:val="24"/>
        </w:rPr>
        <w:t>, 20</w:t>
      </w:r>
      <w:r w:rsidR="006D4C93">
        <w:rPr>
          <w:b/>
          <w:szCs w:val="24"/>
        </w:rPr>
        <w:t>2</w:t>
      </w:r>
      <w:r>
        <w:rPr>
          <w:b/>
          <w:szCs w:val="24"/>
        </w:rPr>
        <w:t>3</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00688BA7"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F12EDA">
          <w:rPr>
            <w:webHidden/>
          </w:rPr>
          <w:t>9-1</w:t>
        </w:r>
        <w:r w:rsidR="008F5C1F">
          <w:rPr>
            <w:webHidden/>
          </w:rPr>
          <w:fldChar w:fldCharType="end"/>
        </w:r>
      </w:hyperlink>
    </w:p>
    <w:p w14:paraId="1FDA568D" w14:textId="5751022F" w:rsidR="008F5C1F" w:rsidRPr="008F5C1F" w:rsidRDefault="00F12EDA">
      <w:pPr>
        <w:pStyle w:val="TOC2"/>
        <w:rPr>
          <w:rFonts w:eastAsiaTheme="minorEastAsia"/>
          <w:noProof/>
        </w:rPr>
      </w:pPr>
      <w:hyperlink w:anchor="_Toc80175235" w:history="1">
        <w:r w:rsidR="008F5C1F" w:rsidRPr="008F5C1F">
          <w:rPr>
            <w:rStyle w:val="Hyperlink"/>
            <w:noProof/>
          </w:rPr>
          <w:t>9.1</w:t>
        </w:r>
        <w:r w:rsidR="008F5C1F" w:rsidRPr="008F5C1F">
          <w:rPr>
            <w:rFonts w:eastAsiaTheme="minorEastAsia"/>
            <w:noProof/>
          </w:rPr>
          <w:tab/>
        </w:r>
        <w:r w:rsidR="008F5C1F" w:rsidRPr="008F5C1F">
          <w:rPr>
            <w:rStyle w:val="Hyperlink"/>
            <w:noProof/>
          </w:rPr>
          <w:t>General</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_Toc80175235 \h </w:instrText>
        </w:r>
        <w:r w:rsidR="008F5C1F" w:rsidRPr="008F5C1F">
          <w:rPr>
            <w:noProof/>
            <w:webHidden/>
          </w:rPr>
        </w:r>
        <w:r w:rsidR="008F5C1F" w:rsidRPr="008F5C1F">
          <w:rPr>
            <w:noProof/>
            <w:webHidden/>
          </w:rPr>
          <w:fldChar w:fldCharType="separate"/>
        </w:r>
        <w:r>
          <w:rPr>
            <w:noProof/>
            <w:webHidden/>
          </w:rPr>
          <w:t>9-1</w:t>
        </w:r>
        <w:r w:rsidR="008F5C1F" w:rsidRPr="008F5C1F">
          <w:rPr>
            <w:noProof/>
            <w:webHidden/>
          </w:rPr>
          <w:fldChar w:fldCharType="end"/>
        </w:r>
      </w:hyperlink>
    </w:p>
    <w:p w14:paraId="16371CE4" w14:textId="6CC15DEC" w:rsidR="008F5C1F" w:rsidRPr="008F5C1F" w:rsidRDefault="00F12EDA">
      <w:pPr>
        <w:pStyle w:val="TOC3"/>
        <w:rPr>
          <w:rFonts w:eastAsiaTheme="minorEastAsia"/>
          <w:i w:val="0"/>
          <w:iCs w:val="0"/>
          <w:noProof/>
        </w:rPr>
      </w:pPr>
      <w:hyperlink w:anchor="_Toc80175236" w:history="1">
        <w:r w:rsidR="008F5C1F" w:rsidRPr="008F5C1F">
          <w:rPr>
            <w:rStyle w:val="Hyperlink"/>
            <w:i w:val="0"/>
            <w:iCs w:val="0"/>
            <w:noProof/>
          </w:rPr>
          <w:t>9.1.1</w:t>
        </w:r>
        <w:r w:rsidR="008F5C1F" w:rsidRPr="008F5C1F">
          <w:rPr>
            <w:rFonts w:eastAsiaTheme="minorEastAsia"/>
            <w:i w:val="0"/>
            <w:iCs w:val="0"/>
            <w:noProof/>
          </w:rPr>
          <w:tab/>
        </w:r>
        <w:r w:rsidR="008F5C1F" w:rsidRPr="008F5C1F">
          <w:rPr>
            <w:rStyle w:val="Hyperlink"/>
            <w:i w:val="0"/>
            <w:iCs w:val="0"/>
            <w:noProof/>
          </w:rPr>
          <w:t>Settlement and Billing Process Overview</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5B5C1D1C" w14:textId="7BB748C6" w:rsidR="008F5C1F" w:rsidRPr="008F5C1F" w:rsidRDefault="00F12EDA">
      <w:pPr>
        <w:pStyle w:val="TOC3"/>
        <w:rPr>
          <w:rFonts w:eastAsiaTheme="minorEastAsia"/>
          <w:i w:val="0"/>
          <w:iCs w:val="0"/>
          <w:noProof/>
        </w:rPr>
      </w:pPr>
      <w:hyperlink w:anchor="_Toc80175237" w:history="1">
        <w:r w:rsidR="008F5C1F" w:rsidRPr="008F5C1F">
          <w:rPr>
            <w:rStyle w:val="Hyperlink"/>
            <w:i w:val="0"/>
            <w:iCs w:val="0"/>
            <w:noProof/>
          </w:rPr>
          <w:t>9.1.2</w:t>
        </w:r>
        <w:r w:rsidR="008F5C1F" w:rsidRPr="008F5C1F">
          <w:rPr>
            <w:rFonts w:eastAsiaTheme="minorEastAsia"/>
            <w:i w:val="0"/>
            <w:iCs w:val="0"/>
            <w:noProof/>
          </w:rPr>
          <w:tab/>
        </w:r>
        <w:r w:rsidR="008F5C1F" w:rsidRPr="008F5C1F">
          <w:rPr>
            <w:rStyle w:val="Hyperlink"/>
            <w:i w:val="0"/>
            <w:iCs w:val="0"/>
            <w:noProof/>
          </w:rPr>
          <w:t>Settlement Calendar</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w:t>
        </w:r>
        <w:r w:rsidR="008F5C1F" w:rsidRPr="008F5C1F">
          <w:rPr>
            <w:i w:val="0"/>
            <w:iCs w:val="0"/>
            <w:noProof/>
            <w:webHidden/>
          </w:rPr>
          <w:fldChar w:fldCharType="end"/>
        </w:r>
      </w:hyperlink>
    </w:p>
    <w:p w14:paraId="77D5A38B" w14:textId="221EB860" w:rsidR="008F5C1F" w:rsidRPr="008F5C1F" w:rsidRDefault="00F12EDA">
      <w:pPr>
        <w:pStyle w:val="TOC3"/>
        <w:rPr>
          <w:rFonts w:eastAsiaTheme="minorEastAsia"/>
          <w:i w:val="0"/>
          <w:iCs w:val="0"/>
          <w:noProof/>
        </w:rPr>
      </w:pPr>
      <w:hyperlink w:anchor="_Toc80175238" w:history="1">
        <w:r w:rsidR="008F5C1F" w:rsidRPr="008F5C1F">
          <w:rPr>
            <w:rStyle w:val="Hyperlink"/>
            <w:i w:val="0"/>
            <w:iCs w:val="0"/>
            <w:noProof/>
          </w:rPr>
          <w:t>9.1.3</w:t>
        </w:r>
        <w:r w:rsidR="008F5C1F" w:rsidRPr="008F5C1F">
          <w:rPr>
            <w:rFonts w:eastAsiaTheme="minorEastAsia"/>
            <w:i w:val="0"/>
            <w:iCs w:val="0"/>
            <w:noProof/>
          </w:rPr>
          <w:tab/>
        </w:r>
        <w:r w:rsidR="008F5C1F" w:rsidRPr="008F5C1F">
          <w:rPr>
            <w:rStyle w:val="Hyperlink"/>
            <w:i w:val="0"/>
            <w:iCs w:val="0"/>
            <w:noProof/>
          </w:rPr>
          <w:t>Settlement Statement and Invoice Access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59F00CAC" w14:textId="7E03D8FC" w:rsidR="008F5C1F" w:rsidRPr="008F5C1F" w:rsidRDefault="00F12EDA">
      <w:pPr>
        <w:pStyle w:val="TOC3"/>
        <w:rPr>
          <w:rFonts w:eastAsiaTheme="minorEastAsia"/>
          <w:i w:val="0"/>
          <w:iCs w:val="0"/>
          <w:noProof/>
        </w:rPr>
      </w:pPr>
      <w:hyperlink w:anchor="_Toc80175239" w:history="1">
        <w:r w:rsidR="008F5C1F" w:rsidRPr="008F5C1F">
          <w:rPr>
            <w:rStyle w:val="Hyperlink"/>
            <w:i w:val="0"/>
            <w:iCs w:val="0"/>
            <w:noProof/>
          </w:rPr>
          <w:t>9.1.4</w:t>
        </w:r>
        <w:r w:rsidR="008F5C1F" w:rsidRPr="008F5C1F">
          <w:rPr>
            <w:rFonts w:eastAsiaTheme="minorEastAsia"/>
            <w:i w:val="0"/>
            <w:iCs w:val="0"/>
            <w:noProof/>
          </w:rPr>
          <w:tab/>
        </w:r>
        <w:r w:rsidR="008F5C1F" w:rsidRPr="008F5C1F">
          <w:rPr>
            <w:rStyle w:val="Hyperlink"/>
            <w:i w:val="0"/>
            <w:iCs w:val="0"/>
            <w:noProof/>
          </w:rPr>
          <w:t>Settlement Statement and Invoice Timing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_Toc80175239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69230204" w14:textId="25C04CD6" w:rsidR="008F5C1F" w:rsidRPr="008F5C1F" w:rsidRDefault="00F12EDA">
      <w:pPr>
        <w:pStyle w:val="TOC3"/>
        <w:rPr>
          <w:rFonts w:eastAsiaTheme="minorEastAsia"/>
          <w:i w:val="0"/>
          <w:iCs w:val="0"/>
          <w:noProof/>
        </w:rPr>
      </w:pPr>
      <w:hyperlink w:anchor="_Toc80175240" w:history="1">
        <w:r w:rsidR="008F5C1F" w:rsidRPr="008F5C1F">
          <w:rPr>
            <w:rStyle w:val="Hyperlink"/>
            <w:i w:val="0"/>
            <w:iCs w:val="0"/>
            <w:noProof/>
          </w:rPr>
          <w:t>9.1.5</w:t>
        </w:r>
        <w:r w:rsidR="008F5C1F" w:rsidRPr="008F5C1F">
          <w:rPr>
            <w:rFonts w:eastAsiaTheme="minorEastAsia"/>
            <w:i w:val="0"/>
            <w:iCs w:val="0"/>
            <w:noProof/>
          </w:rPr>
          <w:tab/>
        </w:r>
        <w:r w:rsidR="008F5C1F" w:rsidRPr="008F5C1F">
          <w:rPr>
            <w:rStyle w:val="Hyperlink"/>
            <w:i w:val="0"/>
            <w:iCs w:val="0"/>
            <w:noProof/>
          </w:rPr>
          <w:t>Settlement Payment Convention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F1143FE" w14:textId="52B7FD3B" w:rsidR="008F5C1F" w:rsidRPr="008F5C1F" w:rsidRDefault="00F12EDA">
      <w:pPr>
        <w:pStyle w:val="TOC2"/>
        <w:rPr>
          <w:rFonts w:eastAsiaTheme="minorEastAsia"/>
          <w:noProof/>
        </w:rPr>
      </w:pPr>
      <w:hyperlink w:anchor="_Toc80175241" w:history="1">
        <w:r w:rsidR="008F5C1F" w:rsidRPr="008F5C1F">
          <w:rPr>
            <w:rStyle w:val="Hyperlink"/>
            <w:noProof/>
          </w:rPr>
          <w:t>9.2</w:t>
        </w:r>
        <w:r w:rsidR="008F5C1F" w:rsidRPr="008F5C1F">
          <w:rPr>
            <w:rFonts w:eastAsiaTheme="minorEastAsia"/>
            <w:noProof/>
          </w:rPr>
          <w:tab/>
        </w:r>
        <w:r w:rsidR="008F5C1F" w:rsidRPr="008F5C1F">
          <w:rPr>
            <w:rStyle w:val="Hyperlink"/>
            <w:noProof/>
          </w:rPr>
          <w:t>Settlement Statements for the Day-Ahead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_Toc80175241 \h </w:instrText>
        </w:r>
        <w:r w:rsidR="008F5C1F" w:rsidRPr="008F5C1F">
          <w:rPr>
            <w:noProof/>
            <w:webHidden/>
          </w:rPr>
        </w:r>
        <w:r w:rsidR="008F5C1F" w:rsidRPr="008F5C1F">
          <w:rPr>
            <w:noProof/>
            <w:webHidden/>
          </w:rPr>
          <w:fldChar w:fldCharType="separate"/>
        </w:r>
        <w:r>
          <w:rPr>
            <w:noProof/>
            <w:webHidden/>
          </w:rPr>
          <w:t>9-3</w:t>
        </w:r>
        <w:r w:rsidR="008F5C1F" w:rsidRPr="008F5C1F">
          <w:rPr>
            <w:noProof/>
            <w:webHidden/>
          </w:rPr>
          <w:fldChar w:fldCharType="end"/>
        </w:r>
      </w:hyperlink>
    </w:p>
    <w:p w14:paraId="546A60BB" w14:textId="657C2191" w:rsidR="008F5C1F" w:rsidRPr="008F5C1F" w:rsidRDefault="00F12EDA">
      <w:pPr>
        <w:pStyle w:val="TOC3"/>
        <w:rPr>
          <w:rFonts w:eastAsiaTheme="minorEastAsia"/>
          <w:i w:val="0"/>
          <w:iCs w:val="0"/>
          <w:noProof/>
        </w:rPr>
      </w:pPr>
      <w:hyperlink w:anchor="_Toc80175242" w:history="1">
        <w:r w:rsidR="008F5C1F" w:rsidRPr="008F5C1F">
          <w:rPr>
            <w:rStyle w:val="Hyperlink"/>
            <w:i w:val="0"/>
            <w:iCs w:val="0"/>
            <w:noProof/>
          </w:rPr>
          <w:t>9.2.1</w:t>
        </w:r>
        <w:r w:rsidR="008F5C1F" w:rsidRPr="008F5C1F">
          <w:rPr>
            <w:rFonts w:eastAsiaTheme="minorEastAsia"/>
            <w:i w:val="0"/>
            <w:iCs w:val="0"/>
            <w:noProof/>
          </w:rPr>
          <w:tab/>
        </w:r>
        <w:r w:rsidR="008F5C1F" w:rsidRPr="008F5C1F">
          <w:rPr>
            <w:rStyle w:val="Hyperlink"/>
            <w:i w:val="0"/>
            <w:iCs w:val="0"/>
            <w:noProof/>
          </w:rPr>
          <w:t>Settlement Statement Process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100DD0B6" w14:textId="208BA911" w:rsidR="008F5C1F" w:rsidRPr="008F5C1F" w:rsidRDefault="00F12EDA">
      <w:pPr>
        <w:pStyle w:val="TOC3"/>
        <w:rPr>
          <w:rFonts w:eastAsiaTheme="minorEastAsia"/>
          <w:i w:val="0"/>
          <w:iCs w:val="0"/>
          <w:noProof/>
        </w:rPr>
      </w:pPr>
      <w:hyperlink w:anchor="_Toc80175243" w:history="1">
        <w:r w:rsidR="008F5C1F" w:rsidRPr="008F5C1F">
          <w:rPr>
            <w:rStyle w:val="Hyperlink"/>
            <w:i w:val="0"/>
            <w:iCs w:val="0"/>
            <w:noProof/>
          </w:rPr>
          <w:t>9.2.2</w:t>
        </w:r>
        <w:r w:rsidR="008F5C1F" w:rsidRPr="008F5C1F">
          <w:rPr>
            <w:rFonts w:eastAsiaTheme="minorEastAsia"/>
            <w:i w:val="0"/>
            <w:iCs w:val="0"/>
            <w:noProof/>
          </w:rPr>
          <w:tab/>
        </w:r>
        <w:r w:rsidR="008F5C1F" w:rsidRPr="008F5C1F">
          <w:rPr>
            <w:rStyle w:val="Hyperlink"/>
            <w:i w:val="0"/>
            <w:iCs w:val="0"/>
            <w:noProof/>
          </w:rPr>
          <w:t xml:space="preserve">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w:t>
        </w:r>
        <w:r w:rsidR="008F5C1F" w:rsidRPr="008F5C1F">
          <w:rPr>
            <w:i w:val="0"/>
            <w:iCs w:val="0"/>
            <w:noProof/>
            <w:webHidden/>
          </w:rPr>
          <w:fldChar w:fldCharType="end"/>
        </w:r>
      </w:hyperlink>
    </w:p>
    <w:p w14:paraId="7D0C835F" w14:textId="6FA907AF" w:rsidR="008F5C1F" w:rsidRPr="008F5C1F" w:rsidRDefault="00F12EDA">
      <w:pPr>
        <w:pStyle w:val="TOC3"/>
        <w:rPr>
          <w:rFonts w:eastAsiaTheme="minorEastAsia"/>
          <w:i w:val="0"/>
          <w:iCs w:val="0"/>
          <w:noProof/>
        </w:rPr>
      </w:pPr>
      <w:hyperlink w:anchor="_Toc80175244" w:history="1">
        <w:r w:rsidR="008F5C1F" w:rsidRPr="008F5C1F">
          <w:rPr>
            <w:rStyle w:val="Hyperlink"/>
            <w:i w:val="0"/>
            <w:iCs w:val="0"/>
            <w:noProof/>
          </w:rPr>
          <w:t>9.2.3</w:t>
        </w:r>
        <w:r w:rsidR="008F5C1F" w:rsidRPr="008F5C1F">
          <w:rPr>
            <w:rFonts w:eastAsiaTheme="minorEastAsia"/>
            <w:i w:val="0"/>
            <w:iCs w:val="0"/>
            <w:noProof/>
          </w:rPr>
          <w:tab/>
        </w:r>
        <w:r w:rsidR="008F5C1F" w:rsidRPr="008F5C1F">
          <w:rPr>
            <w:rStyle w:val="Hyperlink"/>
            <w:i w:val="0"/>
            <w:iCs w:val="0"/>
            <w:noProof/>
          </w:rPr>
          <w:t>DAM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w:t>
        </w:r>
        <w:r w:rsidR="008F5C1F" w:rsidRPr="008F5C1F">
          <w:rPr>
            <w:i w:val="0"/>
            <w:iCs w:val="0"/>
            <w:noProof/>
            <w:webHidden/>
          </w:rPr>
          <w:fldChar w:fldCharType="end"/>
        </w:r>
      </w:hyperlink>
    </w:p>
    <w:p w14:paraId="6418C89F" w14:textId="41E3E846" w:rsidR="008F5C1F" w:rsidRPr="008F5C1F" w:rsidRDefault="00F12EDA">
      <w:pPr>
        <w:pStyle w:val="TOC3"/>
        <w:rPr>
          <w:rFonts w:eastAsiaTheme="minorEastAsia"/>
          <w:i w:val="0"/>
          <w:iCs w:val="0"/>
          <w:noProof/>
        </w:rPr>
      </w:pPr>
      <w:hyperlink w:anchor="_Toc80175245" w:history="1">
        <w:r w:rsidR="008F5C1F" w:rsidRPr="008F5C1F">
          <w:rPr>
            <w:rStyle w:val="Hyperlink"/>
            <w:i w:val="0"/>
            <w:iCs w:val="0"/>
            <w:noProof/>
          </w:rPr>
          <w:t>9.2.4</w:t>
        </w:r>
        <w:r w:rsidR="008F5C1F" w:rsidRPr="008F5C1F">
          <w:rPr>
            <w:rFonts w:eastAsiaTheme="minorEastAsia"/>
            <w:i w:val="0"/>
            <w:iCs w:val="0"/>
            <w:noProof/>
          </w:rPr>
          <w:tab/>
        </w:r>
        <w:r w:rsidR="008F5C1F" w:rsidRPr="008F5C1F">
          <w:rPr>
            <w:rStyle w:val="Hyperlink"/>
            <w:i w:val="0"/>
            <w:iCs w:val="0"/>
            <w:noProof/>
          </w:rPr>
          <w:t>DAM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25D5785F" w14:textId="1FC3FF6D" w:rsidR="008F5C1F" w:rsidRPr="008F5C1F" w:rsidRDefault="00F12EDA">
      <w:pPr>
        <w:pStyle w:val="TOC3"/>
        <w:rPr>
          <w:rFonts w:eastAsiaTheme="minorEastAsia"/>
          <w:i w:val="0"/>
          <w:iCs w:val="0"/>
          <w:noProof/>
        </w:rPr>
      </w:pPr>
      <w:hyperlink w:anchor="_Toc80175246" w:history="1">
        <w:r w:rsidR="008F5C1F" w:rsidRPr="008F5C1F">
          <w:rPr>
            <w:rStyle w:val="Hyperlink"/>
            <w:i w:val="0"/>
            <w:iCs w:val="0"/>
            <w:noProof/>
          </w:rPr>
          <w:t>9.2.5</w:t>
        </w:r>
        <w:r w:rsidR="008F5C1F" w:rsidRPr="008F5C1F">
          <w:rPr>
            <w:rFonts w:eastAsiaTheme="minorEastAsia"/>
            <w:i w:val="0"/>
            <w:iCs w:val="0"/>
            <w:noProof/>
          </w:rPr>
          <w:tab/>
        </w:r>
        <w:r w:rsidR="008F5C1F" w:rsidRPr="008F5C1F">
          <w:rPr>
            <w:rStyle w:val="Hyperlink"/>
            <w:i w:val="0"/>
            <w:iCs w:val="0"/>
            <w:noProof/>
          </w:rPr>
          <w:t>DAM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w:t>
        </w:r>
        <w:r w:rsidR="008F5C1F" w:rsidRPr="008F5C1F">
          <w:rPr>
            <w:i w:val="0"/>
            <w:iCs w:val="0"/>
            <w:noProof/>
            <w:webHidden/>
          </w:rPr>
          <w:fldChar w:fldCharType="end"/>
        </w:r>
      </w:hyperlink>
    </w:p>
    <w:p w14:paraId="09778A9D" w14:textId="2E020985" w:rsidR="008F5C1F" w:rsidRPr="008F5C1F" w:rsidRDefault="00F12EDA">
      <w:pPr>
        <w:pStyle w:val="TOC3"/>
        <w:rPr>
          <w:rFonts w:eastAsiaTheme="minorEastAsia"/>
          <w:i w:val="0"/>
          <w:iCs w:val="0"/>
          <w:noProof/>
        </w:rPr>
      </w:pPr>
      <w:hyperlink w:anchor="_Toc80175247" w:history="1">
        <w:r w:rsidR="008F5C1F" w:rsidRPr="008F5C1F">
          <w:rPr>
            <w:rStyle w:val="Hyperlink"/>
            <w:i w:val="0"/>
            <w:iCs w:val="0"/>
            <w:noProof/>
          </w:rPr>
          <w:t>9.2.6</w:t>
        </w:r>
        <w:r w:rsidR="008F5C1F" w:rsidRPr="008F5C1F">
          <w:rPr>
            <w:rFonts w:eastAsiaTheme="minorEastAsia"/>
            <w:i w:val="0"/>
            <w:iCs w:val="0"/>
            <w:noProof/>
          </w:rPr>
          <w:tab/>
        </w:r>
        <w:r w:rsidR="008F5C1F" w:rsidRPr="008F5C1F">
          <w:rPr>
            <w:rStyle w:val="Hyperlink"/>
            <w:i w:val="0"/>
            <w:iCs w:val="0"/>
            <w:noProof/>
          </w:rPr>
          <w:t>Notice of Resettlement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4A0D620E" w14:textId="4B4281D0" w:rsidR="008F5C1F" w:rsidRPr="008F5C1F" w:rsidRDefault="00F12EDA">
      <w:pPr>
        <w:pStyle w:val="TOC3"/>
        <w:rPr>
          <w:rFonts w:eastAsiaTheme="minorEastAsia"/>
          <w:i w:val="0"/>
          <w:iCs w:val="0"/>
          <w:noProof/>
        </w:rPr>
      </w:pPr>
      <w:hyperlink w:anchor="_Toc80175248" w:history="1">
        <w:r w:rsidR="008F5C1F" w:rsidRPr="008F5C1F">
          <w:rPr>
            <w:rStyle w:val="Hyperlink"/>
            <w:i w:val="0"/>
            <w:iCs w:val="0"/>
            <w:noProof/>
          </w:rPr>
          <w:t>9.2.7</w:t>
        </w:r>
        <w:r w:rsidR="008F5C1F" w:rsidRPr="008F5C1F">
          <w:rPr>
            <w:rFonts w:eastAsiaTheme="minorEastAsia"/>
            <w:i w:val="0"/>
            <w:iCs w:val="0"/>
            <w:noProof/>
          </w:rPr>
          <w:tab/>
        </w:r>
        <w:r w:rsidR="008F5C1F" w:rsidRPr="008F5C1F">
          <w:rPr>
            <w:rStyle w:val="Hyperlink"/>
            <w:i w:val="0"/>
            <w:iCs w:val="0"/>
            <w:noProof/>
          </w:rPr>
          <w:t>Confirmation of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9-6</w:t>
        </w:r>
        <w:r w:rsidR="008F5C1F" w:rsidRPr="008F5C1F">
          <w:rPr>
            <w:i w:val="0"/>
            <w:iCs w:val="0"/>
            <w:noProof/>
            <w:webHidden/>
          </w:rPr>
          <w:fldChar w:fldCharType="end"/>
        </w:r>
      </w:hyperlink>
    </w:p>
    <w:p w14:paraId="7E7795B0" w14:textId="1001D86F" w:rsidR="008F5C1F" w:rsidRPr="008F5C1F" w:rsidRDefault="00F12EDA">
      <w:pPr>
        <w:pStyle w:val="TOC3"/>
        <w:rPr>
          <w:rFonts w:eastAsiaTheme="minorEastAsia"/>
          <w:i w:val="0"/>
          <w:iCs w:val="0"/>
          <w:noProof/>
        </w:rPr>
      </w:pPr>
      <w:hyperlink w:anchor="_Toc80175249" w:history="1">
        <w:r w:rsidR="008F5C1F" w:rsidRPr="008F5C1F">
          <w:rPr>
            <w:rStyle w:val="Hyperlink"/>
            <w:i w:val="0"/>
            <w:iCs w:val="0"/>
            <w:noProof/>
          </w:rPr>
          <w:t>9.2.8</w:t>
        </w:r>
        <w:r w:rsidR="008F5C1F" w:rsidRPr="008F5C1F">
          <w:rPr>
            <w:rFonts w:eastAsiaTheme="minorEastAsia"/>
            <w:i w:val="0"/>
            <w:iCs w:val="0"/>
            <w:noProof/>
          </w:rPr>
          <w:tab/>
        </w:r>
        <w:r w:rsidR="008F5C1F" w:rsidRPr="008F5C1F">
          <w:rPr>
            <w:rStyle w:val="Hyperlink"/>
            <w:i w:val="0"/>
            <w:iCs w:val="0"/>
            <w:noProof/>
          </w:rPr>
          <w:t>Validation of the Settlement Statement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_Toc80175249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4CB682A3" w14:textId="4CE6051E" w:rsidR="008F5C1F" w:rsidRPr="008F5C1F" w:rsidRDefault="00F12EDA">
      <w:pPr>
        <w:pStyle w:val="TOC3"/>
        <w:rPr>
          <w:rFonts w:eastAsiaTheme="minorEastAsia"/>
          <w:i w:val="0"/>
          <w:iCs w:val="0"/>
          <w:noProof/>
        </w:rPr>
      </w:pPr>
      <w:hyperlink w:anchor="_Toc80175250" w:history="1">
        <w:r w:rsidR="008F5C1F" w:rsidRPr="008F5C1F">
          <w:rPr>
            <w:rStyle w:val="Hyperlink"/>
            <w:i w:val="0"/>
            <w:iCs w:val="0"/>
            <w:noProof/>
          </w:rPr>
          <w:t>9.2.9</w:t>
        </w:r>
        <w:r w:rsidR="008F5C1F" w:rsidRPr="008F5C1F">
          <w:rPr>
            <w:rFonts w:eastAsiaTheme="minorEastAsia"/>
            <w:i w:val="0"/>
            <w:iCs w:val="0"/>
            <w:noProof/>
          </w:rPr>
          <w:tab/>
        </w:r>
        <w:r w:rsidR="008F5C1F" w:rsidRPr="008F5C1F">
          <w:rPr>
            <w:rStyle w:val="Hyperlink"/>
            <w:i w:val="0"/>
            <w:iCs w:val="0"/>
            <w:noProof/>
          </w:rPr>
          <w:t>Suspension of Issuing Settlement Statements for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10BE913E" w14:textId="5FB0A49F" w:rsidR="008F5C1F" w:rsidRPr="008F5C1F" w:rsidRDefault="00F12EDA">
      <w:pPr>
        <w:pStyle w:val="TOC2"/>
        <w:rPr>
          <w:rFonts w:eastAsiaTheme="minorEastAsia"/>
          <w:noProof/>
        </w:rPr>
      </w:pPr>
      <w:hyperlink w:anchor="_Toc80175251" w:history="1">
        <w:r w:rsidR="008F5C1F" w:rsidRPr="008F5C1F">
          <w:rPr>
            <w:rStyle w:val="Hyperlink"/>
            <w:noProof/>
          </w:rPr>
          <w:t>9.3</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_Toc80175251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79D6ABD2" w14:textId="67DE2289" w:rsidR="008F5C1F" w:rsidRPr="008F5C1F" w:rsidRDefault="00F12EDA">
      <w:pPr>
        <w:pStyle w:val="TOC2"/>
        <w:rPr>
          <w:rFonts w:eastAsiaTheme="minorEastAsia"/>
          <w:noProof/>
        </w:rPr>
      </w:pPr>
      <w:hyperlink w:anchor="_Toc80175252" w:history="1">
        <w:r w:rsidR="008F5C1F" w:rsidRPr="008F5C1F">
          <w:rPr>
            <w:rStyle w:val="Hyperlink"/>
            <w:noProof/>
          </w:rPr>
          <w:t>9.4</w:t>
        </w:r>
        <w:r w:rsidR="008F5C1F" w:rsidRPr="008F5C1F">
          <w:rPr>
            <w:rFonts w:eastAsiaTheme="minorEastAsia"/>
            <w:noProof/>
          </w:rPr>
          <w:tab/>
        </w:r>
        <w:r w:rsidR="008F5C1F" w:rsidRPr="008F5C1F">
          <w:rPr>
            <w:rStyle w:val="Hyperlink"/>
            <w:noProof/>
          </w:rPr>
          <w:t>[RESERVED]</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_Toc80175252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3B8A8F40" w14:textId="11959A13" w:rsidR="008F5C1F" w:rsidRPr="008F5C1F" w:rsidRDefault="00F12EDA">
      <w:pPr>
        <w:pStyle w:val="TOC2"/>
        <w:rPr>
          <w:rFonts w:eastAsiaTheme="minorEastAsia"/>
          <w:noProof/>
        </w:rPr>
      </w:pPr>
      <w:hyperlink w:anchor="_Toc80175253" w:history="1">
        <w:r w:rsidR="008F5C1F" w:rsidRPr="008F5C1F">
          <w:rPr>
            <w:rStyle w:val="Hyperlink"/>
            <w:noProof/>
          </w:rPr>
          <w:t>9.5</w:t>
        </w:r>
        <w:r w:rsidR="008F5C1F" w:rsidRPr="008F5C1F">
          <w:rPr>
            <w:rFonts w:eastAsiaTheme="minorEastAsia"/>
            <w:noProof/>
          </w:rPr>
          <w:tab/>
        </w:r>
        <w:r w:rsidR="008F5C1F" w:rsidRPr="008F5C1F">
          <w:rPr>
            <w:rStyle w:val="Hyperlink"/>
            <w:noProof/>
          </w:rPr>
          <w:t>Settlement Statements for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_Toc80175253 \h </w:instrText>
        </w:r>
        <w:r w:rsidR="008F5C1F" w:rsidRPr="008F5C1F">
          <w:rPr>
            <w:noProof/>
            <w:webHidden/>
          </w:rPr>
        </w:r>
        <w:r w:rsidR="008F5C1F" w:rsidRPr="008F5C1F">
          <w:rPr>
            <w:noProof/>
            <w:webHidden/>
          </w:rPr>
          <w:fldChar w:fldCharType="separate"/>
        </w:r>
        <w:r>
          <w:rPr>
            <w:noProof/>
            <w:webHidden/>
          </w:rPr>
          <w:t>9-7</w:t>
        </w:r>
        <w:r w:rsidR="008F5C1F" w:rsidRPr="008F5C1F">
          <w:rPr>
            <w:noProof/>
            <w:webHidden/>
          </w:rPr>
          <w:fldChar w:fldCharType="end"/>
        </w:r>
      </w:hyperlink>
    </w:p>
    <w:p w14:paraId="4DA65CBF" w14:textId="13F19983" w:rsidR="008F5C1F" w:rsidRPr="008F5C1F" w:rsidRDefault="00F12EDA">
      <w:pPr>
        <w:pStyle w:val="TOC3"/>
        <w:rPr>
          <w:rFonts w:eastAsiaTheme="minorEastAsia"/>
          <w:i w:val="0"/>
          <w:iCs w:val="0"/>
          <w:noProof/>
        </w:rPr>
      </w:pPr>
      <w:hyperlink w:anchor="_Toc80175254" w:history="1">
        <w:r w:rsidR="008F5C1F" w:rsidRPr="008F5C1F">
          <w:rPr>
            <w:rStyle w:val="Hyperlink"/>
            <w:i w:val="0"/>
            <w:iCs w:val="0"/>
            <w:noProof/>
          </w:rPr>
          <w:t>9.5.1</w:t>
        </w:r>
        <w:r w:rsidR="008F5C1F" w:rsidRPr="008F5C1F">
          <w:rPr>
            <w:rFonts w:eastAsiaTheme="minorEastAsia"/>
            <w:i w:val="0"/>
            <w:iCs w:val="0"/>
            <w:noProof/>
          </w:rPr>
          <w:tab/>
        </w:r>
        <w:r w:rsidR="008F5C1F" w:rsidRPr="008F5C1F">
          <w:rPr>
            <w:rStyle w:val="Hyperlink"/>
            <w:i w:val="0"/>
            <w:iCs w:val="0"/>
            <w:noProof/>
          </w:rPr>
          <w:t>Settlement Statement Process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240E4B5" w14:textId="69CC0788" w:rsidR="008F5C1F" w:rsidRPr="008F5C1F" w:rsidRDefault="00F12EDA">
      <w:pPr>
        <w:pStyle w:val="TOC3"/>
        <w:rPr>
          <w:rFonts w:eastAsiaTheme="minorEastAsia"/>
          <w:i w:val="0"/>
          <w:iCs w:val="0"/>
          <w:noProof/>
        </w:rPr>
      </w:pPr>
      <w:hyperlink w:anchor="_Toc80175255" w:history="1">
        <w:r w:rsidR="008F5C1F" w:rsidRPr="008F5C1F">
          <w:rPr>
            <w:rStyle w:val="Hyperlink"/>
            <w:i w:val="0"/>
            <w:iCs w:val="0"/>
            <w:noProof/>
          </w:rPr>
          <w:t>9.5.2</w:t>
        </w:r>
        <w:r w:rsidR="008F5C1F" w:rsidRPr="008F5C1F">
          <w:rPr>
            <w:rFonts w:eastAsiaTheme="minorEastAsia"/>
            <w:i w:val="0"/>
            <w:iCs w:val="0"/>
            <w:noProof/>
          </w:rPr>
          <w:tab/>
        </w:r>
        <w:r w:rsidR="008F5C1F" w:rsidRPr="008F5C1F">
          <w:rPr>
            <w:rStyle w:val="Hyperlink"/>
            <w:i w:val="0"/>
            <w:iCs w:val="0"/>
            <w:noProof/>
          </w:rPr>
          <w:t>Settlement Statements for the RTM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9-7</w:t>
        </w:r>
        <w:r w:rsidR="008F5C1F" w:rsidRPr="008F5C1F">
          <w:rPr>
            <w:i w:val="0"/>
            <w:iCs w:val="0"/>
            <w:noProof/>
            <w:webHidden/>
          </w:rPr>
          <w:fldChar w:fldCharType="end"/>
        </w:r>
      </w:hyperlink>
    </w:p>
    <w:p w14:paraId="0E9294A7" w14:textId="403A01C8" w:rsidR="008F5C1F" w:rsidRPr="008F5C1F" w:rsidRDefault="00F12EDA">
      <w:pPr>
        <w:pStyle w:val="TOC3"/>
        <w:rPr>
          <w:rFonts w:eastAsiaTheme="minorEastAsia"/>
          <w:i w:val="0"/>
          <w:iCs w:val="0"/>
          <w:noProof/>
        </w:rPr>
      </w:pPr>
      <w:hyperlink w:anchor="_Toc80175256" w:history="1">
        <w:r w:rsidR="008F5C1F" w:rsidRPr="008F5C1F">
          <w:rPr>
            <w:rStyle w:val="Hyperlink"/>
            <w:i w:val="0"/>
            <w:iCs w:val="0"/>
            <w:noProof/>
          </w:rPr>
          <w:t>9.5.3</w:t>
        </w:r>
        <w:r w:rsidR="008F5C1F" w:rsidRPr="008F5C1F">
          <w:rPr>
            <w:rFonts w:eastAsiaTheme="minorEastAsia"/>
            <w:i w:val="0"/>
            <w:iCs w:val="0"/>
            <w:noProof/>
          </w:rPr>
          <w:tab/>
        </w:r>
        <w:r w:rsidR="008F5C1F" w:rsidRPr="008F5C1F">
          <w:rPr>
            <w:rStyle w:val="Hyperlink"/>
            <w:i w:val="0"/>
            <w:iCs w:val="0"/>
            <w:noProof/>
          </w:rPr>
          <w:t>Real-Time Market Settlement Charge Types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9-9</w:t>
        </w:r>
        <w:r w:rsidR="008F5C1F" w:rsidRPr="008F5C1F">
          <w:rPr>
            <w:i w:val="0"/>
            <w:iCs w:val="0"/>
            <w:noProof/>
            <w:webHidden/>
          </w:rPr>
          <w:fldChar w:fldCharType="end"/>
        </w:r>
      </w:hyperlink>
    </w:p>
    <w:p w14:paraId="285D742F" w14:textId="759929B9" w:rsidR="008F5C1F" w:rsidRPr="008F5C1F" w:rsidRDefault="00F12EDA">
      <w:pPr>
        <w:pStyle w:val="TOC3"/>
        <w:rPr>
          <w:rFonts w:eastAsiaTheme="minorEastAsia"/>
          <w:i w:val="0"/>
          <w:iCs w:val="0"/>
          <w:noProof/>
        </w:rPr>
      </w:pPr>
      <w:hyperlink w:anchor="_Toc80175257" w:history="1">
        <w:r w:rsidR="008F5C1F" w:rsidRPr="008F5C1F">
          <w:rPr>
            <w:rStyle w:val="Hyperlink"/>
            <w:i w:val="0"/>
            <w:iCs w:val="0"/>
            <w:noProof/>
          </w:rPr>
          <w:t>9.5.4</w:t>
        </w:r>
        <w:r w:rsidR="008F5C1F" w:rsidRPr="008F5C1F">
          <w:rPr>
            <w:rFonts w:eastAsiaTheme="minorEastAsia"/>
            <w:i w:val="0"/>
            <w:iCs w:val="0"/>
            <w:noProof/>
          </w:rPr>
          <w:tab/>
        </w:r>
        <w:r w:rsidR="008F5C1F" w:rsidRPr="008F5C1F">
          <w:rPr>
            <w:rStyle w:val="Hyperlink"/>
            <w:i w:val="0"/>
            <w:iCs w:val="0"/>
            <w:noProof/>
          </w:rPr>
          <w:t>RTM Initial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243EEB52" w14:textId="689EC8D8" w:rsidR="008F5C1F" w:rsidRPr="008F5C1F" w:rsidRDefault="00F12EDA">
      <w:pPr>
        <w:pStyle w:val="TOC3"/>
        <w:rPr>
          <w:rFonts w:eastAsiaTheme="minorEastAsia"/>
          <w:i w:val="0"/>
          <w:iCs w:val="0"/>
          <w:noProof/>
        </w:rPr>
      </w:pPr>
      <w:hyperlink w:anchor="_Toc80175258" w:history="1">
        <w:r w:rsidR="008F5C1F" w:rsidRPr="008F5C1F">
          <w:rPr>
            <w:rStyle w:val="Hyperlink"/>
            <w:i w:val="0"/>
            <w:iCs w:val="0"/>
            <w:noProof/>
          </w:rPr>
          <w:t>9.5.5</w:t>
        </w:r>
        <w:r w:rsidR="008F5C1F" w:rsidRPr="008F5C1F">
          <w:rPr>
            <w:rFonts w:eastAsiaTheme="minorEastAsia"/>
            <w:i w:val="0"/>
            <w:iCs w:val="0"/>
            <w:noProof/>
          </w:rPr>
          <w:tab/>
        </w:r>
        <w:r w:rsidR="008F5C1F" w:rsidRPr="008F5C1F">
          <w:rPr>
            <w:rStyle w:val="Hyperlink"/>
            <w:i w:val="0"/>
            <w:iCs w:val="0"/>
            <w:noProof/>
          </w:rPr>
          <w:t>RTM Final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1CD65DC4" w14:textId="5A38722A" w:rsidR="008F5C1F" w:rsidRPr="008F5C1F" w:rsidRDefault="00F12EDA">
      <w:pPr>
        <w:pStyle w:val="TOC3"/>
        <w:rPr>
          <w:rFonts w:eastAsiaTheme="minorEastAsia"/>
          <w:i w:val="0"/>
          <w:iCs w:val="0"/>
          <w:noProof/>
        </w:rPr>
      </w:pPr>
      <w:hyperlink w:anchor="_Toc80175259" w:history="1">
        <w:r w:rsidR="008F5C1F" w:rsidRPr="008F5C1F">
          <w:rPr>
            <w:rStyle w:val="Hyperlink"/>
            <w:i w:val="0"/>
            <w:iCs w:val="0"/>
            <w:noProof/>
          </w:rPr>
          <w:t>9.5.6</w:t>
        </w:r>
        <w:r w:rsidR="008F5C1F" w:rsidRPr="008F5C1F">
          <w:rPr>
            <w:rFonts w:eastAsiaTheme="minorEastAsia"/>
            <w:i w:val="0"/>
            <w:iCs w:val="0"/>
            <w:noProof/>
          </w:rPr>
          <w:tab/>
        </w:r>
        <w:r w:rsidR="008F5C1F" w:rsidRPr="008F5C1F">
          <w:rPr>
            <w:rStyle w:val="Hyperlink"/>
            <w:i w:val="0"/>
            <w:iCs w:val="0"/>
            <w:noProof/>
          </w:rPr>
          <w:t>RTM Resettlement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_Toc80175259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9-15</w:t>
        </w:r>
        <w:r w:rsidR="008F5C1F" w:rsidRPr="008F5C1F">
          <w:rPr>
            <w:i w:val="0"/>
            <w:iCs w:val="0"/>
            <w:noProof/>
            <w:webHidden/>
          </w:rPr>
          <w:fldChar w:fldCharType="end"/>
        </w:r>
      </w:hyperlink>
    </w:p>
    <w:p w14:paraId="66D7EBC9" w14:textId="520F2CB8" w:rsidR="008F5C1F" w:rsidRPr="008F5C1F" w:rsidRDefault="00F12EDA">
      <w:pPr>
        <w:pStyle w:val="TOC3"/>
        <w:rPr>
          <w:rFonts w:eastAsiaTheme="minorEastAsia"/>
          <w:i w:val="0"/>
          <w:iCs w:val="0"/>
          <w:noProof/>
        </w:rPr>
      </w:pPr>
      <w:hyperlink w:anchor="_Toc80175260" w:history="1">
        <w:r w:rsidR="008F5C1F" w:rsidRPr="008F5C1F">
          <w:rPr>
            <w:rStyle w:val="Hyperlink"/>
            <w:i w:val="0"/>
            <w:iCs w:val="0"/>
            <w:noProof/>
          </w:rPr>
          <w:t>9.5.7</w:t>
        </w:r>
        <w:r w:rsidR="008F5C1F" w:rsidRPr="008F5C1F">
          <w:rPr>
            <w:rFonts w:eastAsiaTheme="minorEastAsia"/>
            <w:i w:val="0"/>
            <w:iCs w:val="0"/>
            <w:noProof/>
          </w:rPr>
          <w:tab/>
        </w:r>
        <w:r w:rsidR="008F5C1F" w:rsidRPr="008F5C1F">
          <w:rPr>
            <w:rStyle w:val="Hyperlink"/>
            <w:i w:val="0"/>
            <w:iCs w:val="0"/>
            <w:noProof/>
          </w:rPr>
          <w:t>Notice of Resettlement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9-16</w:t>
        </w:r>
        <w:r w:rsidR="008F5C1F" w:rsidRPr="008F5C1F">
          <w:rPr>
            <w:i w:val="0"/>
            <w:iCs w:val="0"/>
            <w:noProof/>
            <w:webHidden/>
          </w:rPr>
          <w:fldChar w:fldCharType="end"/>
        </w:r>
      </w:hyperlink>
    </w:p>
    <w:p w14:paraId="047D7815" w14:textId="56E38D3D" w:rsidR="008F5C1F" w:rsidRPr="008F5C1F" w:rsidRDefault="00F12EDA">
      <w:pPr>
        <w:pStyle w:val="TOC3"/>
        <w:rPr>
          <w:rFonts w:eastAsiaTheme="minorEastAsia"/>
          <w:i w:val="0"/>
          <w:iCs w:val="0"/>
          <w:noProof/>
        </w:rPr>
      </w:pPr>
      <w:hyperlink w:anchor="_Toc80175261" w:history="1">
        <w:r w:rsidR="008F5C1F" w:rsidRPr="008F5C1F">
          <w:rPr>
            <w:rStyle w:val="Hyperlink"/>
            <w:i w:val="0"/>
            <w:iCs w:val="0"/>
            <w:noProof/>
          </w:rPr>
          <w:t>9.5.8</w:t>
        </w:r>
        <w:r w:rsidR="008F5C1F" w:rsidRPr="008F5C1F">
          <w:rPr>
            <w:rFonts w:eastAsiaTheme="minorEastAsia"/>
            <w:i w:val="0"/>
            <w:iCs w:val="0"/>
            <w:noProof/>
          </w:rPr>
          <w:tab/>
        </w:r>
        <w:r w:rsidR="008F5C1F" w:rsidRPr="008F5C1F">
          <w:rPr>
            <w:rStyle w:val="Hyperlink"/>
            <w:i w:val="0"/>
            <w:iCs w:val="0"/>
            <w:noProof/>
          </w:rPr>
          <w:t>RTM True-Up Statement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5C746CFB" w14:textId="56BAA4B7" w:rsidR="008F5C1F" w:rsidRPr="008F5C1F" w:rsidRDefault="00F12EDA">
      <w:pPr>
        <w:pStyle w:val="TOC3"/>
        <w:rPr>
          <w:rFonts w:eastAsiaTheme="minorEastAsia"/>
          <w:i w:val="0"/>
          <w:iCs w:val="0"/>
          <w:noProof/>
        </w:rPr>
      </w:pPr>
      <w:hyperlink w:anchor="_Toc80175262" w:history="1">
        <w:r w:rsidR="008F5C1F" w:rsidRPr="008F5C1F">
          <w:rPr>
            <w:rStyle w:val="Hyperlink"/>
            <w:i w:val="0"/>
            <w:iCs w:val="0"/>
            <w:noProof/>
          </w:rPr>
          <w:t>9.5.9</w:t>
        </w:r>
        <w:r w:rsidR="008F5C1F" w:rsidRPr="008F5C1F">
          <w:rPr>
            <w:rFonts w:eastAsiaTheme="minorEastAsia"/>
            <w:i w:val="0"/>
            <w:iCs w:val="0"/>
            <w:noProof/>
          </w:rPr>
          <w:tab/>
        </w:r>
        <w:r w:rsidR="008F5C1F" w:rsidRPr="008F5C1F">
          <w:rPr>
            <w:rStyle w:val="Hyperlink"/>
            <w:i w:val="0"/>
            <w:iCs w:val="0"/>
            <w:noProof/>
          </w:rPr>
          <w:t>Notice of True-Up Settlement Timeline Changes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7985D197" w14:textId="798E174F" w:rsidR="008F5C1F" w:rsidRPr="008F5C1F" w:rsidRDefault="00F12EDA">
      <w:pPr>
        <w:pStyle w:val="TOC3"/>
        <w:rPr>
          <w:rFonts w:eastAsiaTheme="minorEastAsia"/>
          <w:i w:val="0"/>
          <w:iCs w:val="0"/>
          <w:noProof/>
        </w:rPr>
      </w:pPr>
      <w:hyperlink w:anchor="_Toc80175263" w:history="1">
        <w:r w:rsidR="008F5C1F" w:rsidRPr="008F5C1F">
          <w:rPr>
            <w:rStyle w:val="Hyperlink"/>
            <w:i w:val="0"/>
            <w:iCs w:val="0"/>
            <w:noProof/>
          </w:rPr>
          <w:t>9.5.10</w:t>
        </w:r>
        <w:r w:rsidR="008F5C1F" w:rsidRPr="008F5C1F">
          <w:rPr>
            <w:rFonts w:eastAsiaTheme="minorEastAsia"/>
            <w:i w:val="0"/>
            <w:iCs w:val="0"/>
            <w:noProof/>
          </w:rPr>
          <w:tab/>
        </w:r>
        <w:r w:rsidR="008F5C1F" w:rsidRPr="008F5C1F">
          <w:rPr>
            <w:rStyle w:val="Hyperlink"/>
            <w:i w:val="0"/>
            <w:iCs w:val="0"/>
            <w:noProof/>
          </w:rPr>
          <w:t>Confirmation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9-17</w:t>
        </w:r>
        <w:r w:rsidR="008F5C1F" w:rsidRPr="008F5C1F">
          <w:rPr>
            <w:i w:val="0"/>
            <w:iCs w:val="0"/>
            <w:noProof/>
            <w:webHidden/>
          </w:rPr>
          <w:fldChar w:fldCharType="end"/>
        </w:r>
      </w:hyperlink>
    </w:p>
    <w:p w14:paraId="1DC68A17" w14:textId="73FD674C" w:rsidR="008F5C1F" w:rsidRPr="008F5C1F" w:rsidRDefault="00F12EDA">
      <w:pPr>
        <w:pStyle w:val="TOC3"/>
        <w:rPr>
          <w:rFonts w:eastAsiaTheme="minorEastAsia"/>
          <w:i w:val="0"/>
          <w:iCs w:val="0"/>
          <w:noProof/>
        </w:rPr>
      </w:pPr>
      <w:hyperlink w:anchor="_Toc80175264" w:history="1">
        <w:r w:rsidR="008F5C1F" w:rsidRPr="008F5C1F">
          <w:rPr>
            <w:rStyle w:val="Hyperlink"/>
            <w:i w:val="0"/>
            <w:iCs w:val="0"/>
            <w:noProof/>
          </w:rPr>
          <w:t>9.5.11</w:t>
        </w:r>
        <w:r w:rsidR="008F5C1F" w:rsidRPr="008F5C1F">
          <w:rPr>
            <w:rFonts w:eastAsiaTheme="minorEastAsia"/>
            <w:i w:val="0"/>
            <w:iCs w:val="0"/>
            <w:noProof/>
          </w:rPr>
          <w:tab/>
        </w:r>
        <w:r w:rsidR="008F5C1F" w:rsidRPr="008F5C1F">
          <w:rPr>
            <w:rStyle w:val="Hyperlink"/>
            <w:i w:val="0"/>
            <w:iCs w:val="0"/>
            <w:noProof/>
          </w:rPr>
          <w:t>Validation of the True-Up Statement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64AC4E20" w14:textId="72D48EF5" w:rsidR="008F5C1F" w:rsidRPr="008F5C1F" w:rsidRDefault="00F12EDA">
      <w:pPr>
        <w:pStyle w:val="TOC3"/>
        <w:rPr>
          <w:rFonts w:eastAsiaTheme="minorEastAsia"/>
          <w:i w:val="0"/>
          <w:iCs w:val="0"/>
          <w:noProof/>
        </w:rPr>
      </w:pPr>
      <w:hyperlink w:anchor="_Toc80175265" w:history="1">
        <w:r w:rsidR="008F5C1F" w:rsidRPr="008F5C1F">
          <w:rPr>
            <w:rStyle w:val="Hyperlink"/>
            <w:i w:val="0"/>
            <w:iCs w:val="0"/>
            <w:noProof/>
          </w:rPr>
          <w:t>9.5.12</w:t>
        </w:r>
        <w:r w:rsidR="008F5C1F" w:rsidRPr="008F5C1F">
          <w:rPr>
            <w:rFonts w:eastAsiaTheme="minorEastAsia"/>
            <w:i w:val="0"/>
            <w:iCs w:val="0"/>
            <w:noProof/>
          </w:rPr>
          <w:tab/>
        </w:r>
        <w:r w:rsidR="008F5C1F" w:rsidRPr="008F5C1F">
          <w:rPr>
            <w:rStyle w:val="Hyperlink"/>
            <w:i w:val="0"/>
            <w:iCs w:val="0"/>
            <w:noProof/>
          </w:rPr>
          <w:t>Suspension of Issuing Settlement Statements for the Real-Time Market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9-18</w:t>
        </w:r>
        <w:r w:rsidR="008F5C1F" w:rsidRPr="008F5C1F">
          <w:rPr>
            <w:i w:val="0"/>
            <w:iCs w:val="0"/>
            <w:noProof/>
            <w:webHidden/>
          </w:rPr>
          <w:fldChar w:fldCharType="end"/>
        </w:r>
      </w:hyperlink>
    </w:p>
    <w:p w14:paraId="413DFD30" w14:textId="658D0BD8" w:rsidR="008F5C1F" w:rsidRPr="008F5C1F" w:rsidRDefault="00F12EDA">
      <w:pPr>
        <w:pStyle w:val="TOC2"/>
        <w:rPr>
          <w:rFonts w:eastAsiaTheme="minorEastAsia"/>
          <w:noProof/>
        </w:rPr>
      </w:pPr>
      <w:hyperlink w:anchor="_Toc80175266" w:history="1">
        <w:r w:rsidR="008F5C1F" w:rsidRPr="008F5C1F">
          <w:rPr>
            <w:rStyle w:val="Hyperlink"/>
            <w:noProof/>
          </w:rPr>
          <w:t>9.6</w:t>
        </w:r>
        <w:r w:rsidR="008F5C1F" w:rsidRPr="008F5C1F">
          <w:rPr>
            <w:rFonts w:eastAsiaTheme="minorEastAsia"/>
            <w:noProof/>
          </w:rPr>
          <w:tab/>
        </w:r>
        <w:r w:rsidR="008F5C1F" w:rsidRPr="008F5C1F">
          <w:rPr>
            <w:rStyle w:val="Hyperlink"/>
            <w:noProof/>
          </w:rPr>
          <w:t>Settlement Invoices for the Day-Ahead Market and Real-Time Market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_Toc80175266 \h </w:instrText>
        </w:r>
        <w:r w:rsidR="008F5C1F" w:rsidRPr="008F5C1F">
          <w:rPr>
            <w:noProof/>
            <w:webHidden/>
          </w:rPr>
        </w:r>
        <w:r w:rsidR="008F5C1F" w:rsidRPr="008F5C1F">
          <w:rPr>
            <w:noProof/>
            <w:webHidden/>
          </w:rPr>
          <w:fldChar w:fldCharType="separate"/>
        </w:r>
        <w:r>
          <w:rPr>
            <w:noProof/>
            <w:webHidden/>
          </w:rPr>
          <w:t>9-18</w:t>
        </w:r>
        <w:r w:rsidR="008F5C1F" w:rsidRPr="008F5C1F">
          <w:rPr>
            <w:noProof/>
            <w:webHidden/>
          </w:rPr>
          <w:fldChar w:fldCharType="end"/>
        </w:r>
      </w:hyperlink>
    </w:p>
    <w:p w14:paraId="0226F2EF" w14:textId="4BAAED62" w:rsidR="008F5C1F" w:rsidRPr="008F5C1F" w:rsidRDefault="00F12EDA">
      <w:pPr>
        <w:pStyle w:val="TOC2"/>
        <w:rPr>
          <w:rFonts w:eastAsiaTheme="minorEastAsia"/>
          <w:noProof/>
        </w:rPr>
      </w:pPr>
      <w:hyperlink w:anchor="_Toc80175267" w:history="1">
        <w:r w:rsidR="008F5C1F" w:rsidRPr="008F5C1F">
          <w:rPr>
            <w:rStyle w:val="Hyperlink"/>
            <w:noProof/>
          </w:rPr>
          <w:t>9.7</w:t>
        </w:r>
        <w:r w:rsidR="008F5C1F" w:rsidRPr="008F5C1F">
          <w:rPr>
            <w:rFonts w:eastAsiaTheme="minorEastAsia"/>
            <w:noProof/>
          </w:rPr>
          <w:tab/>
        </w:r>
        <w:r w:rsidR="008F5C1F" w:rsidRPr="008F5C1F">
          <w:rPr>
            <w:rStyle w:val="Hyperlink"/>
            <w:noProof/>
          </w:rPr>
          <w:t>Payment Process for the Settlement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_Toc80175267 \h </w:instrText>
        </w:r>
        <w:r w:rsidR="008F5C1F" w:rsidRPr="008F5C1F">
          <w:rPr>
            <w:noProof/>
            <w:webHidden/>
          </w:rPr>
        </w:r>
        <w:r w:rsidR="008F5C1F" w:rsidRPr="008F5C1F">
          <w:rPr>
            <w:noProof/>
            <w:webHidden/>
          </w:rPr>
          <w:fldChar w:fldCharType="separate"/>
        </w:r>
        <w:r>
          <w:rPr>
            <w:noProof/>
            <w:webHidden/>
          </w:rPr>
          <w:t>9-19</w:t>
        </w:r>
        <w:r w:rsidR="008F5C1F" w:rsidRPr="008F5C1F">
          <w:rPr>
            <w:noProof/>
            <w:webHidden/>
          </w:rPr>
          <w:fldChar w:fldCharType="end"/>
        </w:r>
      </w:hyperlink>
    </w:p>
    <w:p w14:paraId="2B425BCB" w14:textId="59F731FA" w:rsidR="008F5C1F" w:rsidRPr="008F5C1F" w:rsidRDefault="00F12EDA">
      <w:pPr>
        <w:pStyle w:val="TOC3"/>
        <w:rPr>
          <w:rFonts w:eastAsiaTheme="minorEastAsia"/>
          <w:i w:val="0"/>
          <w:iCs w:val="0"/>
          <w:noProof/>
        </w:rPr>
      </w:pPr>
      <w:hyperlink w:anchor="_Toc80175268" w:history="1">
        <w:r w:rsidR="008F5C1F" w:rsidRPr="008F5C1F">
          <w:rPr>
            <w:rStyle w:val="Hyperlink"/>
            <w:i w:val="0"/>
            <w:iCs w:val="0"/>
            <w:noProof/>
          </w:rPr>
          <w:t>9.7.1</w:t>
        </w:r>
        <w:r w:rsidR="008F5C1F" w:rsidRPr="008F5C1F">
          <w:rPr>
            <w:rFonts w:eastAsiaTheme="minorEastAsia"/>
            <w:i w:val="0"/>
            <w:iCs w:val="0"/>
            <w:noProof/>
          </w:rPr>
          <w:tab/>
        </w:r>
        <w:r w:rsidR="008F5C1F" w:rsidRPr="008F5C1F">
          <w:rPr>
            <w:rStyle w:val="Hyperlink"/>
            <w:i w:val="0"/>
            <w:iCs w:val="0"/>
            <w:noProof/>
          </w:rPr>
          <w:t>Invoice Recipient Payment to ERCOT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9-19</w:t>
        </w:r>
        <w:r w:rsidR="008F5C1F" w:rsidRPr="008F5C1F">
          <w:rPr>
            <w:i w:val="0"/>
            <w:iCs w:val="0"/>
            <w:noProof/>
            <w:webHidden/>
          </w:rPr>
          <w:fldChar w:fldCharType="end"/>
        </w:r>
      </w:hyperlink>
    </w:p>
    <w:p w14:paraId="2BC85198" w14:textId="30DB32BD" w:rsidR="008F5C1F" w:rsidRPr="008F5C1F" w:rsidRDefault="00F12EDA">
      <w:pPr>
        <w:pStyle w:val="TOC3"/>
        <w:rPr>
          <w:rFonts w:eastAsiaTheme="minorEastAsia"/>
          <w:i w:val="0"/>
          <w:iCs w:val="0"/>
          <w:noProof/>
        </w:rPr>
      </w:pPr>
      <w:hyperlink w:anchor="_Toc80175269" w:history="1">
        <w:r w:rsidR="008F5C1F" w:rsidRPr="008F5C1F">
          <w:rPr>
            <w:rStyle w:val="Hyperlink"/>
            <w:i w:val="0"/>
            <w:iCs w:val="0"/>
            <w:noProof/>
          </w:rPr>
          <w:t>9.7.2</w:t>
        </w:r>
        <w:r w:rsidR="008F5C1F" w:rsidRPr="008F5C1F">
          <w:rPr>
            <w:rFonts w:eastAsiaTheme="minorEastAsia"/>
            <w:i w:val="0"/>
            <w:iCs w:val="0"/>
            <w:noProof/>
          </w:rPr>
          <w:tab/>
        </w:r>
        <w:r w:rsidR="008F5C1F" w:rsidRPr="008F5C1F">
          <w:rPr>
            <w:rStyle w:val="Hyperlink"/>
            <w:i w:val="0"/>
            <w:iCs w:val="0"/>
            <w:noProof/>
          </w:rPr>
          <w:t>ERCOT Payment to Invoice Recipients for the Settlement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_Toc80175269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3EEEEC57" w14:textId="43C5AE1A" w:rsidR="008F5C1F" w:rsidRPr="008F5C1F" w:rsidRDefault="00F12EDA">
      <w:pPr>
        <w:pStyle w:val="TOC3"/>
        <w:rPr>
          <w:rFonts w:eastAsiaTheme="minorEastAsia"/>
          <w:i w:val="0"/>
          <w:iCs w:val="0"/>
          <w:noProof/>
        </w:rPr>
      </w:pPr>
      <w:hyperlink w:anchor="_Toc80175270" w:history="1">
        <w:r w:rsidR="008F5C1F" w:rsidRPr="008F5C1F">
          <w:rPr>
            <w:rStyle w:val="Hyperlink"/>
            <w:i w:val="0"/>
            <w:iCs w:val="0"/>
            <w:noProof/>
          </w:rPr>
          <w:t>9.7.3</w:t>
        </w:r>
        <w:r w:rsidR="008F5C1F" w:rsidRPr="008F5C1F">
          <w:rPr>
            <w:rFonts w:eastAsiaTheme="minorEastAsia"/>
            <w:i w:val="0"/>
            <w:iCs w:val="0"/>
            <w:noProof/>
          </w:rPr>
          <w:tab/>
        </w:r>
        <w:r w:rsidR="008F5C1F" w:rsidRPr="008F5C1F">
          <w:rPr>
            <w:rStyle w:val="Hyperlink"/>
            <w:i w:val="0"/>
            <w:iCs w:val="0"/>
            <w:noProof/>
          </w:rPr>
          <w:t>Enforcing the Financial Security of a Short-Paying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9-20</w:t>
        </w:r>
        <w:r w:rsidR="008F5C1F" w:rsidRPr="008F5C1F">
          <w:rPr>
            <w:i w:val="0"/>
            <w:iCs w:val="0"/>
            <w:noProof/>
            <w:webHidden/>
          </w:rPr>
          <w:fldChar w:fldCharType="end"/>
        </w:r>
      </w:hyperlink>
    </w:p>
    <w:p w14:paraId="6EEDA151" w14:textId="11120CD3" w:rsidR="008F5C1F" w:rsidRPr="008F5C1F" w:rsidRDefault="00F12EDA">
      <w:pPr>
        <w:pStyle w:val="TOC2"/>
        <w:rPr>
          <w:rFonts w:eastAsiaTheme="minorEastAsia"/>
          <w:noProof/>
        </w:rPr>
      </w:pPr>
      <w:hyperlink w:anchor="_Toc80175271" w:history="1">
        <w:r w:rsidR="008F5C1F" w:rsidRPr="008F5C1F">
          <w:rPr>
            <w:rStyle w:val="Hyperlink"/>
            <w:noProof/>
          </w:rPr>
          <w:t>9.8</w:t>
        </w:r>
        <w:r w:rsidR="008F5C1F" w:rsidRPr="008F5C1F">
          <w:rPr>
            <w:rFonts w:eastAsiaTheme="minorEastAsia"/>
            <w:noProof/>
          </w:rPr>
          <w:tab/>
        </w:r>
        <w:r w:rsidR="008F5C1F" w:rsidRPr="008F5C1F">
          <w:rPr>
            <w:rStyle w:val="Hyperlink"/>
            <w:noProof/>
          </w:rPr>
          <w:t>CRR Auction Award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_Toc80175271 \h </w:instrText>
        </w:r>
        <w:r w:rsidR="008F5C1F" w:rsidRPr="008F5C1F">
          <w:rPr>
            <w:noProof/>
            <w:webHidden/>
          </w:rPr>
        </w:r>
        <w:r w:rsidR="008F5C1F" w:rsidRPr="008F5C1F">
          <w:rPr>
            <w:noProof/>
            <w:webHidden/>
          </w:rPr>
          <w:fldChar w:fldCharType="separate"/>
        </w:r>
        <w:r>
          <w:rPr>
            <w:noProof/>
            <w:webHidden/>
          </w:rPr>
          <w:t>9-20</w:t>
        </w:r>
        <w:r w:rsidR="008F5C1F" w:rsidRPr="008F5C1F">
          <w:rPr>
            <w:noProof/>
            <w:webHidden/>
          </w:rPr>
          <w:fldChar w:fldCharType="end"/>
        </w:r>
      </w:hyperlink>
    </w:p>
    <w:p w14:paraId="2D5286DB" w14:textId="502DD3EE" w:rsidR="008F5C1F" w:rsidRPr="008F5C1F" w:rsidRDefault="00F12EDA">
      <w:pPr>
        <w:pStyle w:val="TOC2"/>
        <w:rPr>
          <w:rFonts w:eastAsiaTheme="minorEastAsia"/>
          <w:noProof/>
        </w:rPr>
      </w:pPr>
      <w:hyperlink w:anchor="_Toc80175272" w:history="1">
        <w:r w:rsidR="008F5C1F" w:rsidRPr="008F5C1F">
          <w:rPr>
            <w:rStyle w:val="Hyperlink"/>
            <w:noProof/>
          </w:rPr>
          <w:t>9.9</w:t>
        </w:r>
        <w:r w:rsidR="008F5C1F" w:rsidRPr="008F5C1F">
          <w:rPr>
            <w:rFonts w:eastAsiaTheme="minorEastAsia"/>
            <w:noProof/>
          </w:rPr>
          <w:tab/>
        </w:r>
        <w:r w:rsidR="008F5C1F" w:rsidRPr="008F5C1F">
          <w:rPr>
            <w:rStyle w:val="Hyperlink"/>
            <w:noProof/>
          </w:rPr>
          <w:t>Payment Process for CRR Auction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_Toc80175272 \h </w:instrText>
        </w:r>
        <w:r w:rsidR="008F5C1F" w:rsidRPr="008F5C1F">
          <w:rPr>
            <w:noProof/>
            <w:webHidden/>
          </w:rPr>
        </w:r>
        <w:r w:rsidR="008F5C1F" w:rsidRPr="008F5C1F">
          <w:rPr>
            <w:noProof/>
            <w:webHidden/>
          </w:rPr>
          <w:fldChar w:fldCharType="separate"/>
        </w:r>
        <w:r>
          <w:rPr>
            <w:noProof/>
            <w:webHidden/>
          </w:rPr>
          <w:t>9-21</w:t>
        </w:r>
        <w:r w:rsidR="008F5C1F" w:rsidRPr="008F5C1F">
          <w:rPr>
            <w:noProof/>
            <w:webHidden/>
          </w:rPr>
          <w:fldChar w:fldCharType="end"/>
        </w:r>
      </w:hyperlink>
    </w:p>
    <w:p w14:paraId="520C3EB9" w14:textId="46394A83" w:rsidR="008F5C1F" w:rsidRPr="008F5C1F" w:rsidRDefault="00F12EDA">
      <w:pPr>
        <w:pStyle w:val="TOC3"/>
        <w:rPr>
          <w:rFonts w:eastAsiaTheme="minorEastAsia"/>
          <w:i w:val="0"/>
          <w:iCs w:val="0"/>
          <w:noProof/>
        </w:rPr>
      </w:pPr>
      <w:hyperlink w:anchor="_Toc80175273" w:history="1">
        <w:r w:rsidR="008F5C1F" w:rsidRPr="008F5C1F">
          <w:rPr>
            <w:rStyle w:val="Hyperlink"/>
            <w:i w:val="0"/>
            <w:iCs w:val="0"/>
            <w:noProof/>
          </w:rPr>
          <w:t>9.9.1</w:t>
        </w:r>
        <w:r w:rsidR="008F5C1F" w:rsidRPr="008F5C1F">
          <w:rPr>
            <w:rFonts w:eastAsiaTheme="minorEastAsia"/>
            <w:i w:val="0"/>
            <w:iCs w:val="0"/>
            <w:noProof/>
          </w:rPr>
          <w:tab/>
        </w:r>
        <w:r w:rsidR="008F5C1F" w:rsidRPr="008F5C1F">
          <w:rPr>
            <w:rStyle w:val="Hyperlink"/>
            <w:i w:val="0"/>
            <w:iCs w:val="0"/>
            <w:noProof/>
          </w:rPr>
          <w:t>Invoice Recipient Payment to ERCOT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9-21</w:t>
        </w:r>
        <w:r w:rsidR="008F5C1F" w:rsidRPr="008F5C1F">
          <w:rPr>
            <w:i w:val="0"/>
            <w:iCs w:val="0"/>
            <w:noProof/>
            <w:webHidden/>
          </w:rPr>
          <w:fldChar w:fldCharType="end"/>
        </w:r>
      </w:hyperlink>
    </w:p>
    <w:p w14:paraId="3ACF1DC4" w14:textId="055BEB0E" w:rsidR="008F5C1F" w:rsidRPr="008F5C1F" w:rsidRDefault="00F12EDA">
      <w:pPr>
        <w:pStyle w:val="TOC3"/>
        <w:rPr>
          <w:rFonts w:eastAsiaTheme="minorEastAsia"/>
          <w:i w:val="0"/>
          <w:iCs w:val="0"/>
          <w:noProof/>
        </w:rPr>
      </w:pPr>
      <w:hyperlink w:anchor="_Toc80175274" w:history="1">
        <w:r w:rsidR="008F5C1F" w:rsidRPr="008F5C1F">
          <w:rPr>
            <w:rStyle w:val="Hyperlink"/>
            <w:i w:val="0"/>
            <w:iCs w:val="0"/>
            <w:noProof/>
          </w:rPr>
          <w:t>9.9.2</w:t>
        </w:r>
        <w:r w:rsidR="008F5C1F" w:rsidRPr="008F5C1F">
          <w:rPr>
            <w:rFonts w:eastAsiaTheme="minorEastAsia"/>
            <w:i w:val="0"/>
            <w:iCs w:val="0"/>
            <w:noProof/>
          </w:rPr>
          <w:tab/>
        </w:r>
        <w:r w:rsidR="008F5C1F" w:rsidRPr="008F5C1F">
          <w:rPr>
            <w:rStyle w:val="Hyperlink"/>
            <w:i w:val="0"/>
            <w:iCs w:val="0"/>
            <w:noProof/>
          </w:rPr>
          <w:t>ERCOT Payment to Invoice Recipients for the CRR Auction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36B5CAE2" w14:textId="7E4225D8" w:rsidR="008F5C1F" w:rsidRPr="008F5C1F" w:rsidRDefault="00F12EDA">
      <w:pPr>
        <w:pStyle w:val="TOC3"/>
        <w:rPr>
          <w:rFonts w:eastAsiaTheme="minorEastAsia"/>
          <w:i w:val="0"/>
          <w:iCs w:val="0"/>
          <w:noProof/>
        </w:rPr>
      </w:pPr>
      <w:hyperlink w:anchor="_Toc80175275" w:history="1">
        <w:r w:rsidR="008F5C1F" w:rsidRPr="008F5C1F">
          <w:rPr>
            <w:rStyle w:val="Hyperlink"/>
            <w:i w:val="0"/>
            <w:iCs w:val="0"/>
            <w:noProof/>
          </w:rPr>
          <w:t>9.9.3</w:t>
        </w:r>
        <w:r w:rsidR="008F5C1F" w:rsidRPr="008F5C1F">
          <w:rPr>
            <w:rFonts w:eastAsiaTheme="minorEastAsia"/>
            <w:i w:val="0"/>
            <w:iCs w:val="0"/>
            <w:noProof/>
          </w:rPr>
          <w:tab/>
        </w:r>
        <w:r w:rsidR="008F5C1F" w:rsidRPr="008F5C1F">
          <w:rPr>
            <w:rStyle w:val="Hyperlink"/>
            <w:i w:val="0"/>
            <w:iCs w:val="0"/>
            <w:noProof/>
          </w:rPr>
          <w:t>Enforcing the Security of a Short-Paying CRR Auction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9-22</w:t>
        </w:r>
        <w:r w:rsidR="008F5C1F" w:rsidRPr="008F5C1F">
          <w:rPr>
            <w:i w:val="0"/>
            <w:iCs w:val="0"/>
            <w:noProof/>
            <w:webHidden/>
          </w:rPr>
          <w:fldChar w:fldCharType="end"/>
        </w:r>
      </w:hyperlink>
    </w:p>
    <w:p w14:paraId="77352268" w14:textId="3538DA26" w:rsidR="008F5C1F" w:rsidRPr="008F5C1F" w:rsidRDefault="00F12EDA">
      <w:pPr>
        <w:pStyle w:val="TOC2"/>
        <w:rPr>
          <w:rFonts w:eastAsiaTheme="minorEastAsia"/>
          <w:noProof/>
        </w:rPr>
      </w:pPr>
      <w:hyperlink w:anchor="_Toc80175276" w:history="1">
        <w:r w:rsidR="008F5C1F" w:rsidRPr="008F5C1F">
          <w:rPr>
            <w:rStyle w:val="Hyperlink"/>
            <w:noProof/>
          </w:rPr>
          <w:t>9.10</w:t>
        </w:r>
        <w:r w:rsidR="008F5C1F" w:rsidRPr="008F5C1F">
          <w:rPr>
            <w:rFonts w:eastAsiaTheme="minorEastAsia"/>
            <w:noProof/>
          </w:rPr>
          <w:tab/>
        </w:r>
        <w:r w:rsidR="008F5C1F" w:rsidRPr="008F5C1F">
          <w:rPr>
            <w:rStyle w:val="Hyperlink"/>
            <w:noProof/>
          </w:rPr>
          <w:t>CRR Auction Revenue Distribution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_Toc80175276 \h </w:instrText>
        </w:r>
        <w:r w:rsidR="008F5C1F" w:rsidRPr="008F5C1F">
          <w:rPr>
            <w:noProof/>
            <w:webHidden/>
          </w:rPr>
        </w:r>
        <w:r w:rsidR="008F5C1F" w:rsidRPr="008F5C1F">
          <w:rPr>
            <w:noProof/>
            <w:webHidden/>
          </w:rPr>
          <w:fldChar w:fldCharType="separate"/>
        </w:r>
        <w:r>
          <w:rPr>
            <w:noProof/>
            <w:webHidden/>
          </w:rPr>
          <w:t>9-22</w:t>
        </w:r>
        <w:r w:rsidR="008F5C1F" w:rsidRPr="008F5C1F">
          <w:rPr>
            <w:noProof/>
            <w:webHidden/>
          </w:rPr>
          <w:fldChar w:fldCharType="end"/>
        </w:r>
      </w:hyperlink>
    </w:p>
    <w:p w14:paraId="4C75D59C" w14:textId="36C238D3" w:rsidR="008F5C1F" w:rsidRPr="008F5C1F" w:rsidRDefault="00F12EDA">
      <w:pPr>
        <w:pStyle w:val="TOC2"/>
        <w:rPr>
          <w:rFonts w:eastAsiaTheme="minorEastAsia"/>
          <w:noProof/>
        </w:rPr>
      </w:pPr>
      <w:hyperlink w:anchor="_Toc80175277" w:history="1">
        <w:r w:rsidR="008F5C1F" w:rsidRPr="008F5C1F">
          <w:rPr>
            <w:rStyle w:val="Hyperlink"/>
            <w:noProof/>
          </w:rPr>
          <w:t>9.11</w:t>
        </w:r>
        <w:r w:rsidR="008F5C1F" w:rsidRPr="008F5C1F">
          <w:rPr>
            <w:rFonts w:eastAsiaTheme="minorEastAsia"/>
            <w:noProof/>
          </w:rPr>
          <w:tab/>
        </w:r>
        <w:r w:rsidR="008F5C1F" w:rsidRPr="008F5C1F">
          <w:rPr>
            <w:rStyle w:val="Hyperlink"/>
            <w:noProof/>
          </w:rPr>
          <w:t>Payment Process for CRR Auction Revenue Distribution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_Toc80175277 \h </w:instrText>
        </w:r>
        <w:r w:rsidR="008F5C1F" w:rsidRPr="008F5C1F">
          <w:rPr>
            <w:noProof/>
            <w:webHidden/>
          </w:rPr>
        </w:r>
        <w:r w:rsidR="008F5C1F" w:rsidRPr="008F5C1F">
          <w:rPr>
            <w:noProof/>
            <w:webHidden/>
          </w:rPr>
          <w:fldChar w:fldCharType="separate"/>
        </w:r>
        <w:r>
          <w:rPr>
            <w:noProof/>
            <w:webHidden/>
          </w:rPr>
          <w:t>9-23</w:t>
        </w:r>
        <w:r w:rsidR="008F5C1F" w:rsidRPr="008F5C1F">
          <w:rPr>
            <w:noProof/>
            <w:webHidden/>
          </w:rPr>
          <w:fldChar w:fldCharType="end"/>
        </w:r>
      </w:hyperlink>
    </w:p>
    <w:p w14:paraId="5F9095D1" w14:textId="14FC7ECC" w:rsidR="008F5C1F" w:rsidRPr="008F5C1F" w:rsidRDefault="00F12EDA">
      <w:pPr>
        <w:pStyle w:val="TOC3"/>
        <w:rPr>
          <w:rFonts w:eastAsiaTheme="minorEastAsia"/>
          <w:i w:val="0"/>
          <w:iCs w:val="0"/>
          <w:noProof/>
        </w:rPr>
      </w:pPr>
      <w:hyperlink w:anchor="_Toc80175278" w:history="1">
        <w:r w:rsidR="008F5C1F" w:rsidRPr="008F5C1F">
          <w:rPr>
            <w:rStyle w:val="Hyperlink"/>
            <w:i w:val="0"/>
            <w:iCs w:val="0"/>
            <w:noProof/>
          </w:rPr>
          <w:t>9.11.1</w:t>
        </w:r>
        <w:r w:rsidR="008F5C1F" w:rsidRPr="008F5C1F">
          <w:rPr>
            <w:rFonts w:eastAsiaTheme="minorEastAsia"/>
            <w:i w:val="0"/>
            <w:iCs w:val="0"/>
            <w:noProof/>
          </w:rPr>
          <w:tab/>
        </w:r>
        <w:r w:rsidR="008F5C1F" w:rsidRPr="008F5C1F">
          <w:rPr>
            <w:rStyle w:val="Hyperlink"/>
            <w:i w:val="0"/>
            <w:iCs w:val="0"/>
            <w:noProof/>
          </w:rPr>
          <w:t>Invoice Recipient Payment to ERCOT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48D04C17" w14:textId="77A89B84" w:rsidR="008F5C1F" w:rsidRPr="008F5C1F" w:rsidRDefault="00F12EDA">
      <w:pPr>
        <w:pStyle w:val="TOC3"/>
        <w:rPr>
          <w:rFonts w:eastAsiaTheme="minorEastAsia"/>
          <w:i w:val="0"/>
          <w:iCs w:val="0"/>
          <w:noProof/>
        </w:rPr>
      </w:pPr>
      <w:hyperlink w:anchor="_Toc80175279" w:history="1">
        <w:r w:rsidR="008F5C1F" w:rsidRPr="008F5C1F">
          <w:rPr>
            <w:rStyle w:val="Hyperlink"/>
            <w:i w:val="0"/>
            <w:iCs w:val="0"/>
            <w:noProof/>
          </w:rPr>
          <w:t>9.11.2</w:t>
        </w:r>
        <w:r w:rsidR="008F5C1F" w:rsidRPr="008F5C1F">
          <w:rPr>
            <w:rFonts w:eastAsiaTheme="minorEastAsia"/>
            <w:i w:val="0"/>
            <w:iCs w:val="0"/>
            <w:noProof/>
          </w:rPr>
          <w:tab/>
        </w:r>
        <w:r w:rsidR="008F5C1F" w:rsidRPr="008F5C1F">
          <w:rPr>
            <w:rStyle w:val="Hyperlink"/>
            <w:i w:val="0"/>
            <w:iCs w:val="0"/>
            <w:noProof/>
          </w:rPr>
          <w:t>ERCOT Payment to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_Toc80175279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7A03EE09" w14:textId="79BF059B" w:rsidR="008F5C1F" w:rsidRPr="008F5C1F" w:rsidRDefault="00F12EDA">
      <w:pPr>
        <w:pStyle w:val="TOC3"/>
        <w:rPr>
          <w:rFonts w:eastAsiaTheme="minorEastAsia"/>
          <w:i w:val="0"/>
          <w:iCs w:val="0"/>
          <w:noProof/>
        </w:rPr>
      </w:pPr>
      <w:hyperlink w:anchor="_Toc80175280" w:history="1">
        <w:r w:rsidR="008F5C1F" w:rsidRPr="008F5C1F">
          <w:rPr>
            <w:rStyle w:val="Hyperlink"/>
            <w:i w:val="0"/>
            <w:iCs w:val="0"/>
            <w:noProof/>
          </w:rPr>
          <w:t>9.11.3</w:t>
        </w:r>
        <w:r w:rsidR="008F5C1F" w:rsidRPr="008F5C1F">
          <w:rPr>
            <w:rFonts w:eastAsiaTheme="minorEastAsia"/>
            <w:i w:val="0"/>
            <w:iCs w:val="0"/>
            <w:noProof/>
          </w:rPr>
          <w:tab/>
        </w:r>
        <w:r w:rsidR="008F5C1F" w:rsidRPr="008F5C1F">
          <w:rPr>
            <w:rStyle w:val="Hyperlink"/>
            <w:i w:val="0"/>
            <w:iCs w:val="0"/>
            <w:noProof/>
          </w:rPr>
          <w:t>Partial Payments by Invoice Recipients for CRR Auction Revenue Distribution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9-24</w:t>
        </w:r>
        <w:r w:rsidR="008F5C1F" w:rsidRPr="008F5C1F">
          <w:rPr>
            <w:i w:val="0"/>
            <w:iCs w:val="0"/>
            <w:noProof/>
            <w:webHidden/>
          </w:rPr>
          <w:fldChar w:fldCharType="end"/>
        </w:r>
      </w:hyperlink>
    </w:p>
    <w:p w14:paraId="03CFCDC1" w14:textId="1C19DC31" w:rsidR="008F5C1F" w:rsidRPr="008F5C1F" w:rsidRDefault="00F12EDA">
      <w:pPr>
        <w:pStyle w:val="TOC3"/>
        <w:rPr>
          <w:rFonts w:eastAsiaTheme="minorEastAsia"/>
          <w:i w:val="0"/>
          <w:iCs w:val="0"/>
          <w:noProof/>
        </w:rPr>
      </w:pPr>
      <w:hyperlink w:anchor="_Toc80175281" w:history="1">
        <w:r w:rsidR="008F5C1F" w:rsidRPr="008F5C1F">
          <w:rPr>
            <w:rStyle w:val="Hyperlink"/>
            <w:i w:val="0"/>
            <w:iCs w:val="0"/>
            <w:noProof/>
          </w:rPr>
          <w:t>9.11.4</w:t>
        </w:r>
        <w:r w:rsidR="008F5C1F" w:rsidRPr="008F5C1F">
          <w:rPr>
            <w:rFonts w:eastAsiaTheme="minorEastAsia"/>
            <w:i w:val="0"/>
            <w:iCs w:val="0"/>
            <w:noProof/>
          </w:rPr>
          <w:tab/>
        </w:r>
        <w:r w:rsidR="008F5C1F" w:rsidRPr="008F5C1F">
          <w:rPr>
            <w:rStyle w:val="Hyperlink"/>
            <w:i w:val="0"/>
            <w:iCs w:val="0"/>
            <w:noProof/>
          </w:rPr>
          <w:t>Enforcing the Security of a Short-Paying CARD Invoice Recipient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9-25</w:t>
        </w:r>
        <w:r w:rsidR="008F5C1F" w:rsidRPr="008F5C1F">
          <w:rPr>
            <w:i w:val="0"/>
            <w:iCs w:val="0"/>
            <w:noProof/>
            <w:webHidden/>
          </w:rPr>
          <w:fldChar w:fldCharType="end"/>
        </w:r>
      </w:hyperlink>
    </w:p>
    <w:p w14:paraId="5615099A" w14:textId="44583A8E" w:rsidR="008F5C1F" w:rsidRPr="008F5C1F" w:rsidRDefault="00F12EDA">
      <w:pPr>
        <w:pStyle w:val="TOC2"/>
        <w:rPr>
          <w:rFonts w:eastAsiaTheme="minorEastAsia"/>
          <w:noProof/>
        </w:rPr>
      </w:pPr>
      <w:hyperlink w:anchor="_Toc80175282" w:history="1">
        <w:r w:rsidR="008F5C1F" w:rsidRPr="008F5C1F">
          <w:rPr>
            <w:rStyle w:val="Hyperlink"/>
            <w:noProof/>
          </w:rPr>
          <w:t>9.12</w:t>
        </w:r>
        <w:r w:rsidR="008F5C1F" w:rsidRPr="008F5C1F">
          <w:rPr>
            <w:rFonts w:eastAsiaTheme="minorEastAsia"/>
            <w:noProof/>
          </w:rPr>
          <w:tab/>
        </w:r>
        <w:r w:rsidR="008F5C1F" w:rsidRPr="008F5C1F">
          <w:rPr>
            <w:rStyle w:val="Hyperlink"/>
            <w:noProof/>
          </w:rPr>
          <w:t>CRR Balancing Account Invoices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_Toc80175282 \h </w:instrText>
        </w:r>
        <w:r w:rsidR="008F5C1F" w:rsidRPr="008F5C1F">
          <w:rPr>
            <w:noProof/>
            <w:webHidden/>
          </w:rPr>
        </w:r>
        <w:r w:rsidR="008F5C1F" w:rsidRPr="008F5C1F">
          <w:rPr>
            <w:noProof/>
            <w:webHidden/>
          </w:rPr>
          <w:fldChar w:fldCharType="separate"/>
        </w:r>
        <w:r>
          <w:rPr>
            <w:noProof/>
            <w:webHidden/>
          </w:rPr>
          <w:t>9-25</w:t>
        </w:r>
        <w:r w:rsidR="008F5C1F" w:rsidRPr="008F5C1F">
          <w:rPr>
            <w:noProof/>
            <w:webHidden/>
          </w:rPr>
          <w:fldChar w:fldCharType="end"/>
        </w:r>
      </w:hyperlink>
    </w:p>
    <w:p w14:paraId="001E4466" w14:textId="37599D1B" w:rsidR="008F5C1F" w:rsidRPr="008F5C1F" w:rsidRDefault="00F12EDA">
      <w:pPr>
        <w:pStyle w:val="TOC2"/>
        <w:rPr>
          <w:rFonts w:eastAsiaTheme="minorEastAsia"/>
          <w:noProof/>
        </w:rPr>
      </w:pPr>
      <w:hyperlink w:anchor="_Toc80175283" w:history="1">
        <w:r w:rsidR="008F5C1F" w:rsidRPr="008F5C1F">
          <w:rPr>
            <w:rStyle w:val="Hyperlink"/>
            <w:noProof/>
          </w:rPr>
          <w:t>9.13</w:t>
        </w:r>
        <w:r w:rsidR="008F5C1F" w:rsidRPr="008F5C1F">
          <w:rPr>
            <w:rFonts w:eastAsiaTheme="minorEastAsia"/>
            <w:noProof/>
          </w:rPr>
          <w:tab/>
        </w:r>
        <w:r w:rsidR="008F5C1F" w:rsidRPr="008F5C1F">
          <w:rPr>
            <w:rStyle w:val="Hyperlink"/>
            <w:noProof/>
          </w:rPr>
          <w:t>Payment Process for the CRR Balancing Account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_Toc80175283 \h </w:instrText>
        </w:r>
        <w:r w:rsidR="008F5C1F" w:rsidRPr="008F5C1F">
          <w:rPr>
            <w:noProof/>
            <w:webHidden/>
          </w:rPr>
        </w:r>
        <w:r w:rsidR="008F5C1F" w:rsidRPr="008F5C1F">
          <w:rPr>
            <w:noProof/>
            <w:webHidden/>
          </w:rPr>
          <w:fldChar w:fldCharType="separate"/>
        </w:r>
        <w:r>
          <w:rPr>
            <w:noProof/>
            <w:webHidden/>
          </w:rPr>
          <w:t>9-26</w:t>
        </w:r>
        <w:r w:rsidR="008F5C1F" w:rsidRPr="008F5C1F">
          <w:rPr>
            <w:noProof/>
            <w:webHidden/>
          </w:rPr>
          <w:fldChar w:fldCharType="end"/>
        </w:r>
      </w:hyperlink>
    </w:p>
    <w:p w14:paraId="24329C4D" w14:textId="7E08DF5A" w:rsidR="008F5C1F" w:rsidRPr="008F5C1F" w:rsidRDefault="00F12EDA">
      <w:pPr>
        <w:pStyle w:val="TOC3"/>
        <w:rPr>
          <w:rFonts w:eastAsiaTheme="minorEastAsia"/>
          <w:i w:val="0"/>
          <w:iCs w:val="0"/>
          <w:noProof/>
        </w:rPr>
      </w:pPr>
      <w:hyperlink w:anchor="_Toc80175284" w:history="1">
        <w:r w:rsidR="008F5C1F" w:rsidRPr="008F5C1F">
          <w:rPr>
            <w:rStyle w:val="Hyperlink"/>
            <w:i w:val="0"/>
            <w:iCs w:val="0"/>
            <w:noProof/>
          </w:rPr>
          <w:t>9.13.1</w:t>
        </w:r>
        <w:r w:rsidR="008F5C1F" w:rsidRPr="008F5C1F">
          <w:rPr>
            <w:rFonts w:eastAsiaTheme="minorEastAsia"/>
            <w:i w:val="0"/>
            <w:iCs w:val="0"/>
            <w:noProof/>
          </w:rPr>
          <w:tab/>
        </w:r>
        <w:r w:rsidR="008F5C1F" w:rsidRPr="008F5C1F">
          <w:rPr>
            <w:rStyle w:val="Hyperlink"/>
            <w:i w:val="0"/>
            <w:iCs w:val="0"/>
            <w:noProof/>
          </w:rPr>
          <w:t>Payment Process for the Initial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9-26</w:t>
        </w:r>
        <w:r w:rsidR="008F5C1F" w:rsidRPr="008F5C1F">
          <w:rPr>
            <w:i w:val="0"/>
            <w:iCs w:val="0"/>
            <w:noProof/>
            <w:webHidden/>
          </w:rPr>
          <w:fldChar w:fldCharType="end"/>
        </w:r>
      </w:hyperlink>
    </w:p>
    <w:p w14:paraId="44A305FF" w14:textId="345FB5EF" w:rsidR="008F5C1F" w:rsidRPr="008F5C1F" w:rsidRDefault="00F12EDA">
      <w:pPr>
        <w:pStyle w:val="TOC3"/>
        <w:rPr>
          <w:rFonts w:eastAsiaTheme="minorEastAsia"/>
          <w:i w:val="0"/>
          <w:iCs w:val="0"/>
          <w:noProof/>
        </w:rPr>
      </w:pPr>
      <w:hyperlink w:anchor="_Toc80175285" w:history="1">
        <w:r w:rsidR="008F5C1F" w:rsidRPr="008F5C1F">
          <w:rPr>
            <w:rStyle w:val="Hyperlink"/>
            <w:i w:val="0"/>
            <w:iCs w:val="0"/>
            <w:noProof/>
          </w:rPr>
          <w:t xml:space="preserve">9.13.2 </w:t>
        </w:r>
        <w:r w:rsidR="008F5C1F" w:rsidRPr="008F5C1F">
          <w:rPr>
            <w:rFonts w:eastAsiaTheme="minorEastAsia"/>
            <w:i w:val="0"/>
            <w:iCs w:val="0"/>
            <w:noProof/>
          </w:rPr>
          <w:tab/>
        </w:r>
        <w:r w:rsidR="008F5C1F" w:rsidRPr="008F5C1F">
          <w:rPr>
            <w:rStyle w:val="Hyperlink"/>
            <w:i w:val="0"/>
            <w:iCs w:val="0"/>
            <w:noProof/>
          </w:rPr>
          <w:t>Payment Process for Resettlement of the CRR Balancing Account</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_Toc80175285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9-27</w:t>
        </w:r>
        <w:r w:rsidR="008F5C1F" w:rsidRPr="008F5C1F">
          <w:rPr>
            <w:i w:val="0"/>
            <w:iCs w:val="0"/>
            <w:noProof/>
            <w:webHidden/>
          </w:rPr>
          <w:fldChar w:fldCharType="end"/>
        </w:r>
      </w:hyperlink>
    </w:p>
    <w:p w14:paraId="3D29EF90" w14:textId="73B0B0FF" w:rsidR="008F5C1F" w:rsidRPr="008F5C1F" w:rsidRDefault="00F12EDA">
      <w:pPr>
        <w:pStyle w:val="TOC4"/>
        <w:rPr>
          <w:rFonts w:eastAsiaTheme="minorEastAsia"/>
          <w:noProof/>
          <w:sz w:val="20"/>
          <w:szCs w:val="20"/>
        </w:rPr>
      </w:pPr>
      <w:hyperlink w:anchor="_Toc80175286" w:history="1">
        <w:r w:rsidR="008F5C1F" w:rsidRPr="008F5C1F">
          <w:rPr>
            <w:rStyle w:val="Hyperlink"/>
            <w:noProof/>
            <w:sz w:val="20"/>
            <w:szCs w:val="20"/>
          </w:rPr>
          <w:t>9.13.2.1</w:t>
        </w:r>
        <w:r w:rsidR="008F5C1F" w:rsidRPr="008F5C1F">
          <w:rPr>
            <w:rFonts w:eastAsiaTheme="minorEastAsia"/>
            <w:noProof/>
            <w:sz w:val="20"/>
            <w:szCs w:val="20"/>
          </w:rPr>
          <w:tab/>
        </w:r>
        <w:r w:rsidR="008F5C1F" w:rsidRPr="008F5C1F">
          <w:rPr>
            <w:rStyle w:val="Hyperlink"/>
            <w:noProof/>
            <w:sz w:val="20"/>
            <w:szCs w:val="20"/>
          </w:rPr>
          <w:t>Invoice Recipient Payment to ERCOT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_Toc80175286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0CD83EAF" w14:textId="5AA179A7" w:rsidR="008F5C1F" w:rsidRPr="008F5C1F" w:rsidRDefault="00F12EDA">
      <w:pPr>
        <w:pStyle w:val="TOC4"/>
        <w:rPr>
          <w:rFonts w:eastAsiaTheme="minorEastAsia"/>
          <w:noProof/>
          <w:sz w:val="20"/>
          <w:szCs w:val="20"/>
        </w:rPr>
      </w:pPr>
      <w:hyperlink w:anchor="_Toc80175287" w:history="1">
        <w:r w:rsidR="008F5C1F" w:rsidRPr="008F5C1F">
          <w:rPr>
            <w:rStyle w:val="Hyperlink"/>
            <w:noProof/>
            <w:sz w:val="20"/>
            <w:szCs w:val="20"/>
          </w:rPr>
          <w:t>9.13.2.2</w:t>
        </w:r>
        <w:r w:rsidR="008F5C1F" w:rsidRPr="008F5C1F">
          <w:rPr>
            <w:rFonts w:eastAsiaTheme="minorEastAsia"/>
            <w:noProof/>
            <w:sz w:val="20"/>
            <w:szCs w:val="20"/>
          </w:rPr>
          <w:tab/>
        </w:r>
        <w:r w:rsidR="008F5C1F" w:rsidRPr="008F5C1F">
          <w:rPr>
            <w:rStyle w:val="Hyperlink"/>
            <w:noProof/>
            <w:sz w:val="20"/>
            <w:szCs w:val="20"/>
          </w:rPr>
          <w:t>ERCOT Payment to Invoice Recipients for Resettlement of the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_Toc80175287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9-27</w:t>
        </w:r>
        <w:r w:rsidR="008F5C1F" w:rsidRPr="008F5C1F">
          <w:rPr>
            <w:noProof/>
            <w:webHidden/>
            <w:sz w:val="20"/>
            <w:szCs w:val="20"/>
          </w:rPr>
          <w:fldChar w:fldCharType="end"/>
        </w:r>
      </w:hyperlink>
    </w:p>
    <w:p w14:paraId="5EE96B1B" w14:textId="255ADD1C" w:rsidR="008F5C1F" w:rsidRPr="008F5C1F" w:rsidRDefault="00F12EDA">
      <w:pPr>
        <w:pStyle w:val="TOC4"/>
        <w:rPr>
          <w:rFonts w:eastAsiaTheme="minorEastAsia"/>
          <w:noProof/>
          <w:sz w:val="20"/>
          <w:szCs w:val="20"/>
        </w:rPr>
      </w:pPr>
      <w:hyperlink w:anchor="_Toc80175288" w:history="1">
        <w:r w:rsidR="008F5C1F" w:rsidRPr="008F5C1F">
          <w:rPr>
            <w:rStyle w:val="Hyperlink"/>
            <w:noProof/>
            <w:sz w:val="20"/>
            <w:szCs w:val="20"/>
          </w:rPr>
          <w:t>9.13.2.3</w:t>
        </w:r>
        <w:r w:rsidR="008F5C1F" w:rsidRPr="008F5C1F">
          <w:rPr>
            <w:rFonts w:eastAsiaTheme="minorEastAsia"/>
            <w:noProof/>
            <w:sz w:val="20"/>
            <w:szCs w:val="20"/>
          </w:rPr>
          <w:tab/>
        </w:r>
        <w:r w:rsidR="008F5C1F" w:rsidRPr="008F5C1F">
          <w:rPr>
            <w:rStyle w:val="Hyperlink"/>
            <w:noProof/>
            <w:sz w:val="20"/>
            <w:szCs w:val="20"/>
          </w:rPr>
          <w:t>Partial Payments by Invoice Recipients for Resettlement of CRR Balancing Account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_Toc80175288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9-28</w:t>
        </w:r>
        <w:r w:rsidR="008F5C1F" w:rsidRPr="008F5C1F">
          <w:rPr>
            <w:noProof/>
            <w:webHidden/>
            <w:sz w:val="20"/>
            <w:szCs w:val="20"/>
          </w:rPr>
          <w:fldChar w:fldCharType="end"/>
        </w:r>
      </w:hyperlink>
    </w:p>
    <w:p w14:paraId="3BBED91B" w14:textId="614155F2" w:rsidR="008F5C1F" w:rsidRPr="008F5C1F" w:rsidRDefault="00F12EDA">
      <w:pPr>
        <w:pStyle w:val="TOC2"/>
        <w:rPr>
          <w:rFonts w:eastAsiaTheme="minorEastAsia"/>
          <w:noProof/>
        </w:rPr>
      </w:pPr>
      <w:hyperlink w:anchor="_Toc80175289" w:history="1">
        <w:r w:rsidR="008F5C1F" w:rsidRPr="008F5C1F">
          <w:rPr>
            <w:rStyle w:val="Hyperlink"/>
            <w:noProof/>
          </w:rPr>
          <w:t>9.14</w:t>
        </w:r>
        <w:r w:rsidR="008F5C1F" w:rsidRPr="008F5C1F">
          <w:rPr>
            <w:rFonts w:eastAsiaTheme="minorEastAsia"/>
            <w:noProof/>
          </w:rPr>
          <w:tab/>
        </w:r>
        <w:r w:rsidR="008F5C1F" w:rsidRPr="008F5C1F">
          <w:rPr>
            <w:rStyle w:val="Hyperlink"/>
            <w:noProof/>
          </w:rPr>
          <w:t>Settlement and Billing Dispute Process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_Toc80175289 \h </w:instrText>
        </w:r>
        <w:r w:rsidR="008F5C1F" w:rsidRPr="008F5C1F">
          <w:rPr>
            <w:noProof/>
            <w:webHidden/>
          </w:rPr>
        </w:r>
        <w:r w:rsidR="008F5C1F" w:rsidRPr="008F5C1F">
          <w:rPr>
            <w:noProof/>
            <w:webHidden/>
          </w:rPr>
          <w:fldChar w:fldCharType="separate"/>
        </w:r>
        <w:r>
          <w:rPr>
            <w:noProof/>
            <w:webHidden/>
          </w:rPr>
          <w:t>9-29</w:t>
        </w:r>
        <w:r w:rsidR="008F5C1F" w:rsidRPr="008F5C1F">
          <w:rPr>
            <w:noProof/>
            <w:webHidden/>
          </w:rPr>
          <w:fldChar w:fldCharType="end"/>
        </w:r>
      </w:hyperlink>
    </w:p>
    <w:p w14:paraId="239BA2AC" w14:textId="7D0EF80B" w:rsidR="008F5C1F" w:rsidRPr="008F5C1F" w:rsidRDefault="00F12EDA">
      <w:pPr>
        <w:pStyle w:val="TOC3"/>
        <w:rPr>
          <w:rFonts w:eastAsiaTheme="minorEastAsia"/>
          <w:i w:val="0"/>
          <w:iCs w:val="0"/>
          <w:noProof/>
        </w:rPr>
      </w:pPr>
      <w:hyperlink w:anchor="_Toc80175290" w:history="1">
        <w:r w:rsidR="008F5C1F" w:rsidRPr="008F5C1F">
          <w:rPr>
            <w:rStyle w:val="Hyperlink"/>
            <w:i w:val="0"/>
            <w:iCs w:val="0"/>
            <w:noProof/>
          </w:rPr>
          <w:t>9.14.1</w:t>
        </w:r>
        <w:r w:rsidR="008F5C1F" w:rsidRPr="008F5C1F">
          <w:rPr>
            <w:rFonts w:eastAsiaTheme="minorEastAsia"/>
            <w:i w:val="0"/>
            <w:iCs w:val="0"/>
            <w:noProof/>
          </w:rPr>
          <w:tab/>
        </w:r>
        <w:r w:rsidR="008F5C1F" w:rsidRPr="008F5C1F">
          <w:rPr>
            <w:rStyle w:val="Hyperlink"/>
            <w:i w:val="0"/>
            <w:iCs w:val="0"/>
            <w:noProof/>
          </w:rPr>
          <w:t>Data Review, Validation, Confirmation, and Dispute of Settlement Statements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24BC6D5D" w14:textId="631B9FFF" w:rsidR="008F5C1F" w:rsidRPr="008F5C1F" w:rsidRDefault="00F12EDA">
      <w:pPr>
        <w:pStyle w:val="TOC3"/>
        <w:rPr>
          <w:rFonts w:eastAsiaTheme="minorEastAsia"/>
          <w:i w:val="0"/>
          <w:iCs w:val="0"/>
          <w:noProof/>
        </w:rPr>
      </w:pPr>
      <w:hyperlink w:anchor="_Toc80175291" w:history="1">
        <w:r w:rsidR="008F5C1F" w:rsidRPr="008F5C1F">
          <w:rPr>
            <w:rStyle w:val="Hyperlink"/>
            <w:i w:val="0"/>
            <w:iCs w:val="0"/>
            <w:noProof/>
          </w:rPr>
          <w:t>9.14.2</w:t>
        </w:r>
        <w:r w:rsidR="008F5C1F" w:rsidRPr="008F5C1F">
          <w:rPr>
            <w:rFonts w:eastAsiaTheme="minorEastAsia"/>
            <w:i w:val="0"/>
            <w:iCs w:val="0"/>
            <w:noProof/>
          </w:rPr>
          <w:tab/>
        </w:r>
        <w:r w:rsidR="008F5C1F" w:rsidRPr="008F5C1F">
          <w:rPr>
            <w:rStyle w:val="Hyperlink"/>
            <w:i w:val="0"/>
            <w:iCs w:val="0"/>
            <w:noProof/>
          </w:rPr>
          <w:t>Notice of Dispute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9-29</w:t>
        </w:r>
        <w:r w:rsidR="008F5C1F" w:rsidRPr="008F5C1F">
          <w:rPr>
            <w:i w:val="0"/>
            <w:iCs w:val="0"/>
            <w:noProof/>
            <w:webHidden/>
          </w:rPr>
          <w:fldChar w:fldCharType="end"/>
        </w:r>
      </w:hyperlink>
    </w:p>
    <w:p w14:paraId="6BBC4A32" w14:textId="2123FB06" w:rsidR="008F5C1F" w:rsidRPr="008F5C1F" w:rsidRDefault="00F12EDA">
      <w:pPr>
        <w:pStyle w:val="TOC3"/>
        <w:rPr>
          <w:rFonts w:eastAsiaTheme="minorEastAsia"/>
          <w:i w:val="0"/>
          <w:iCs w:val="0"/>
          <w:noProof/>
        </w:rPr>
      </w:pPr>
      <w:hyperlink w:anchor="_Toc80175292" w:history="1">
        <w:r w:rsidR="008F5C1F" w:rsidRPr="008F5C1F">
          <w:rPr>
            <w:rStyle w:val="Hyperlink"/>
            <w:i w:val="0"/>
            <w:iCs w:val="0"/>
            <w:noProof/>
          </w:rPr>
          <w:t>9.14.3</w:t>
        </w:r>
        <w:r w:rsidR="008F5C1F" w:rsidRPr="008F5C1F">
          <w:rPr>
            <w:rFonts w:eastAsiaTheme="minorEastAsia"/>
            <w:i w:val="0"/>
            <w:iCs w:val="0"/>
            <w:noProof/>
          </w:rPr>
          <w:tab/>
        </w:r>
        <w:r w:rsidR="008F5C1F" w:rsidRPr="008F5C1F">
          <w:rPr>
            <w:rStyle w:val="Hyperlink"/>
            <w:i w:val="0"/>
            <w:iCs w:val="0"/>
            <w:noProof/>
          </w:rPr>
          <w:t>Contents of Notice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9-30</w:t>
        </w:r>
        <w:r w:rsidR="008F5C1F" w:rsidRPr="008F5C1F">
          <w:rPr>
            <w:i w:val="0"/>
            <w:iCs w:val="0"/>
            <w:noProof/>
            <w:webHidden/>
          </w:rPr>
          <w:fldChar w:fldCharType="end"/>
        </w:r>
      </w:hyperlink>
    </w:p>
    <w:p w14:paraId="31774FF5" w14:textId="2C9AAC81" w:rsidR="008F5C1F" w:rsidRPr="008F5C1F" w:rsidRDefault="00F12EDA">
      <w:pPr>
        <w:pStyle w:val="TOC3"/>
        <w:rPr>
          <w:rFonts w:eastAsiaTheme="minorEastAsia"/>
          <w:i w:val="0"/>
          <w:iCs w:val="0"/>
          <w:noProof/>
        </w:rPr>
      </w:pPr>
      <w:hyperlink w:anchor="_Toc80175293" w:history="1">
        <w:r w:rsidR="008F5C1F" w:rsidRPr="008F5C1F">
          <w:rPr>
            <w:rStyle w:val="Hyperlink"/>
            <w:i w:val="0"/>
            <w:iCs w:val="0"/>
            <w:noProof/>
          </w:rPr>
          <w:t>9.14.4</w:t>
        </w:r>
        <w:r w:rsidR="008F5C1F" w:rsidRPr="008F5C1F">
          <w:rPr>
            <w:rFonts w:eastAsiaTheme="minorEastAsia"/>
            <w:i w:val="0"/>
            <w:iCs w:val="0"/>
            <w:noProof/>
          </w:rPr>
          <w:tab/>
        </w:r>
        <w:r w:rsidR="008F5C1F" w:rsidRPr="008F5C1F">
          <w:rPr>
            <w:rStyle w:val="Hyperlink"/>
            <w:i w:val="0"/>
            <w:iCs w:val="0"/>
            <w:noProof/>
          </w:rPr>
          <w:t xml:space="preserve"> ERCOT Processing of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_Toc80175293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9-31</w:t>
        </w:r>
        <w:r w:rsidR="008F5C1F" w:rsidRPr="008F5C1F">
          <w:rPr>
            <w:i w:val="0"/>
            <w:iCs w:val="0"/>
            <w:noProof/>
            <w:webHidden/>
          </w:rPr>
          <w:fldChar w:fldCharType="end"/>
        </w:r>
      </w:hyperlink>
    </w:p>
    <w:p w14:paraId="49434424" w14:textId="6BE2AC9D" w:rsidR="008F5C1F" w:rsidRPr="008F5C1F" w:rsidRDefault="00F12EDA">
      <w:pPr>
        <w:pStyle w:val="TOC4"/>
        <w:rPr>
          <w:rFonts w:eastAsiaTheme="minorEastAsia"/>
          <w:noProof/>
          <w:sz w:val="20"/>
          <w:szCs w:val="20"/>
        </w:rPr>
      </w:pPr>
      <w:hyperlink w:anchor="_Toc80175294" w:history="1">
        <w:r w:rsidR="008F5C1F" w:rsidRPr="008F5C1F">
          <w:rPr>
            <w:rStyle w:val="Hyperlink"/>
            <w:noProof/>
            <w:sz w:val="20"/>
            <w:szCs w:val="20"/>
          </w:rPr>
          <w:t>9.14.4.1</w:t>
        </w:r>
        <w:r w:rsidR="008F5C1F" w:rsidRPr="008F5C1F">
          <w:rPr>
            <w:rFonts w:eastAsiaTheme="minorEastAsia"/>
            <w:noProof/>
            <w:sz w:val="20"/>
            <w:szCs w:val="20"/>
          </w:rPr>
          <w:tab/>
        </w:r>
        <w:r w:rsidR="008F5C1F" w:rsidRPr="008F5C1F">
          <w:rPr>
            <w:rStyle w:val="Hyperlink"/>
            <w:noProof/>
            <w:sz w:val="20"/>
            <w:szCs w:val="20"/>
          </w:rPr>
          <w:t>Status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_Toc80175294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9-32</w:t>
        </w:r>
        <w:r w:rsidR="008F5C1F" w:rsidRPr="008F5C1F">
          <w:rPr>
            <w:noProof/>
            <w:webHidden/>
            <w:sz w:val="20"/>
            <w:szCs w:val="20"/>
          </w:rPr>
          <w:fldChar w:fldCharType="end"/>
        </w:r>
      </w:hyperlink>
    </w:p>
    <w:p w14:paraId="349A06A0" w14:textId="77C579C4" w:rsidR="008F5C1F" w:rsidRPr="008F5C1F" w:rsidRDefault="00F12EDA">
      <w:pPr>
        <w:pStyle w:val="TOC5"/>
        <w:rPr>
          <w:rFonts w:eastAsiaTheme="minorEastAsia"/>
          <w:i w:val="0"/>
          <w:sz w:val="20"/>
          <w:szCs w:val="20"/>
        </w:rPr>
      </w:pPr>
      <w:hyperlink w:anchor="_Toc80175295" w:history="1">
        <w:r w:rsidR="008F5C1F" w:rsidRPr="008F5C1F">
          <w:rPr>
            <w:rStyle w:val="Hyperlink"/>
            <w:i w:val="0"/>
            <w:sz w:val="20"/>
            <w:szCs w:val="20"/>
          </w:rPr>
          <w:t>9.14.4.1.1</w:t>
        </w:r>
        <w:r w:rsidR="008F5C1F" w:rsidRPr="008F5C1F">
          <w:rPr>
            <w:rFonts w:eastAsiaTheme="minorEastAsia"/>
            <w:i w:val="0"/>
            <w:sz w:val="20"/>
            <w:szCs w:val="20"/>
          </w:rPr>
          <w:tab/>
        </w:r>
        <w:r w:rsidR="008F5C1F" w:rsidRPr="008F5C1F">
          <w:rPr>
            <w:rStyle w:val="Hyperlink"/>
            <w:i w:val="0"/>
            <w:sz w:val="20"/>
            <w:szCs w:val="20"/>
          </w:rPr>
          <w:t>Not Started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_Toc80175295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13FCF109" w14:textId="3678E276" w:rsidR="008F5C1F" w:rsidRPr="008F5C1F" w:rsidRDefault="00F12EDA">
      <w:pPr>
        <w:pStyle w:val="TOC5"/>
        <w:rPr>
          <w:rFonts w:eastAsiaTheme="minorEastAsia"/>
          <w:i w:val="0"/>
          <w:sz w:val="20"/>
          <w:szCs w:val="20"/>
        </w:rPr>
      </w:pPr>
      <w:hyperlink w:anchor="_Toc80175296" w:history="1">
        <w:r w:rsidR="008F5C1F" w:rsidRPr="008F5C1F">
          <w:rPr>
            <w:rStyle w:val="Hyperlink"/>
            <w:i w:val="0"/>
            <w:sz w:val="20"/>
            <w:szCs w:val="20"/>
          </w:rPr>
          <w:t>9.14.4.1.2</w:t>
        </w:r>
        <w:r w:rsidR="008F5C1F" w:rsidRPr="008F5C1F">
          <w:rPr>
            <w:rFonts w:eastAsiaTheme="minorEastAsia"/>
            <w:i w:val="0"/>
            <w:sz w:val="20"/>
            <w:szCs w:val="20"/>
          </w:rPr>
          <w:tab/>
        </w:r>
        <w:r w:rsidR="008F5C1F" w:rsidRPr="008F5C1F">
          <w:rPr>
            <w:rStyle w:val="Hyperlink"/>
            <w:i w:val="0"/>
            <w:sz w:val="20"/>
            <w:szCs w:val="20"/>
          </w:rPr>
          <w:t>Open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_Toc80175296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9-32</w:t>
        </w:r>
        <w:r w:rsidR="008F5C1F" w:rsidRPr="008F5C1F">
          <w:rPr>
            <w:i w:val="0"/>
            <w:webHidden/>
            <w:sz w:val="20"/>
            <w:szCs w:val="20"/>
          </w:rPr>
          <w:fldChar w:fldCharType="end"/>
        </w:r>
      </w:hyperlink>
    </w:p>
    <w:p w14:paraId="69B78FA1" w14:textId="5F38A958" w:rsidR="008F5C1F" w:rsidRPr="008F5C1F" w:rsidRDefault="00F12EDA">
      <w:pPr>
        <w:pStyle w:val="TOC5"/>
        <w:rPr>
          <w:rFonts w:eastAsiaTheme="minorEastAsia"/>
          <w:i w:val="0"/>
          <w:sz w:val="20"/>
          <w:szCs w:val="20"/>
        </w:rPr>
      </w:pPr>
      <w:hyperlink w:anchor="_Toc80175297" w:history="1">
        <w:r w:rsidR="008F5C1F" w:rsidRPr="008F5C1F">
          <w:rPr>
            <w:rStyle w:val="Hyperlink"/>
            <w:i w:val="0"/>
            <w:sz w:val="20"/>
            <w:szCs w:val="20"/>
          </w:rPr>
          <w:t>9.14.4.1.3</w:t>
        </w:r>
        <w:r w:rsidR="008F5C1F" w:rsidRPr="008F5C1F">
          <w:rPr>
            <w:rFonts w:eastAsiaTheme="minorEastAsia"/>
            <w:i w:val="0"/>
            <w:sz w:val="20"/>
            <w:szCs w:val="20"/>
          </w:rPr>
          <w:tab/>
        </w:r>
        <w:r w:rsidR="008F5C1F" w:rsidRPr="008F5C1F">
          <w:rPr>
            <w:rStyle w:val="Hyperlink"/>
            <w:i w:val="0"/>
            <w:sz w:val="20"/>
            <w:szCs w:val="20"/>
          </w:rPr>
          <w:t>Closed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_Toc80175297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420DF785" w14:textId="5CE6B427" w:rsidR="008F5C1F" w:rsidRPr="008F5C1F" w:rsidRDefault="00F12EDA">
      <w:pPr>
        <w:pStyle w:val="TOC5"/>
        <w:rPr>
          <w:rFonts w:eastAsiaTheme="minorEastAsia"/>
          <w:i w:val="0"/>
          <w:sz w:val="20"/>
          <w:szCs w:val="20"/>
        </w:rPr>
      </w:pPr>
      <w:hyperlink w:anchor="_Toc80175298" w:history="1">
        <w:r w:rsidR="008F5C1F" w:rsidRPr="008F5C1F">
          <w:rPr>
            <w:rStyle w:val="Hyperlink"/>
            <w:i w:val="0"/>
            <w:sz w:val="20"/>
            <w:szCs w:val="20"/>
          </w:rPr>
          <w:t>9.14.4.1.4</w:t>
        </w:r>
        <w:r w:rsidR="008F5C1F" w:rsidRPr="008F5C1F">
          <w:rPr>
            <w:rFonts w:eastAsiaTheme="minorEastAsia"/>
            <w:i w:val="0"/>
            <w:sz w:val="20"/>
            <w:szCs w:val="20"/>
          </w:rPr>
          <w:tab/>
        </w:r>
        <w:r w:rsidR="008F5C1F" w:rsidRPr="008F5C1F">
          <w:rPr>
            <w:rStyle w:val="Hyperlink"/>
            <w:i w:val="0"/>
            <w:sz w:val="20"/>
            <w:szCs w:val="20"/>
          </w:rPr>
          <w:t>Rejected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_Toc80175298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9-33</w:t>
        </w:r>
        <w:r w:rsidR="008F5C1F" w:rsidRPr="008F5C1F">
          <w:rPr>
            <w:i w:val="0"/>
            <w:webHidden/>
            <w:sz w:val="20"/>
            <w:szCs w:val="20"/>
          </w:rPr>
          <w:fldChar w:fldCharType="end"/>
        </w:r>
      </w:hyperlink>
    </w:p>
    <w:p w14:paraId="2CDD6F9A" w14:textId="1EAAA061" w:rsidR="008F5C1F" w:rsidRPr="008F5C1F" w:rsidRDefault="00F12EDA">
      <w:pPr>
        <w:pStyle w:val="TOC5"/>
        <w:rPr>
          <w:rFonts w:eastAsiaTheme="minorEastAsia"/>
          <w:i w:val="0"/>
          <w:sz w:val="20"/>
          <w:szCs w:val="20"/>
        </w:rPr>
      </w:pPr>
      <w:hyperlink w:anchor="_Toc80175299" w:history="1">
        <w:r w:rsidR="008F5C1F" w:rsidRPr="008F5C1F">
          <w:rPr>
            <w:rStyle w:val="Hyperlink"/>
            <w:i w:val="0"/>
            <w:sz w:val="20"/>
            <w:szCs w:val="20"/>
          </w:rPr>
          <w:t>9.14.4.1.5</w:t>
        </w:r>
        <w:r w:rsidR="008F5C1F" w:rsidRPr="008F5C1F">
          <w:rPr>
            <w:rFonts w:eastAsiaTheme="minorEastAsia"/>
            <w:i w:val="0"/>
            <w:sz w:val="20"/>
            <w:szCs w:val="20"/>
          </w:rPr>
          <w:tab/>
        </w:r>
        <w:r w:rsidR="008F5C1F" w:rsidRPr="008F5C1F">
          <w:rPr>
            <w:rStyle w:val="Hyperlink"/>
            <w:i w:val="0"/>
            <w:sz w:val="20"/>
            <w:szCs w:val="20"/>
          </w:rPr>
          <w:t>Withdrawn</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_Toc80175299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60F28F5" w14:textId="30705D6C" w:rsidR="008F5C1F" w:rsidRPr="008F5C1F" w:rsidRDefault="00F12EDA">
      <w:pPr>
        <w:pStyle w:val="TOC5"/>
        <w:rPr>
          <w:rFonts w:eastAsiaTheme="minorEastAsia"/>
          <w:i w:val="0"/>
          <w:sz w:val="20"/>
          <w:szCs w:val="20"/>
        </w:rPr>
      </w:pPr>
      <w:hyperlink w:anchor="_Toc80175300" w:history="1">
        <w:r w:rsidR="008F5C1F" w:rsidRPr="008F5C1F">
          <w:rPr>
            <w:rStyle w:val="Hyperlink"/>
            <w:i w:val="0"/>
            <w:sz w:val="20"/>
            <w:szCs w:val="20"/>
          </w:rPr>
          <w:t>9.14.4.1.6</w:t>
        </w:r>
        <w:r w:rsidR="008F5C1F" w:rsidRPr="008F5C1F">
          <w:rPr>
            <w:rFonts w:eastAsiaTheme="minorEastAsia"/>
            <w:i w:val="0"/>
            <w:sz w:val="20"/>
            <w:szCs w:val="20"/>
          </w:rPr>
          <w:tab/>
        </w:r>
        <w:r w:rsidR="008F5C1F" w:rsidRPr="008F5C1F">
          <w:rPr>
            <w:rStyle w:val="Hyperlink"/>
            <w:i w:val="0"/>
            <w:sz w:val="20"/>
            <w:szCs w:val="20"/>
          </w:rPr>
          <w:t>ADR</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_Toc80175300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4EA319D1" w14:textId="568C3109" w:rsidR="008F5C1F" w:rsidRPr="008F5C1F" w:rsidRDefault="00F12EDA">
      <w:pPr>
        <w:pStyle w:val="TOC4"/>
        <w:rPr>
          <w:rFonts w:eastAsiaTheme="minorEastAsia"/>
          <w:noProof/>
          <w:sz w:val="20"/>
          <w:szCs w:val="20"/>
        </w:rPr>
      </w:pPr>
      <w:hyperlink w:anchor="_Toc80175301" w:history="1">
        <w:r w:rsidR="008F5C1F" w:rsidRPr="008F5C1F">
          <w:rPr>
            <w:rStyle w:val="Hyperlink"/>
            <w:noProof/>
            <w:sz w:val="20"/>
            <w:szCs w:val="20"/>
          </w:rPr>
          <w:t>9.14.4.2</w:t>
        </w:r>
        <w:r w:rsidR="008F5C1F" w:rsidRPr="008F5C1F">
          <w:rPr>
            <w:rFonts w:eastAsiaTheme="minorEastAsia"/>
            <w:noProof/>
            <w:sz w:val="20"/>
            <w:szCs w:val="20"/>
          </w:rPr>
          <w:tab/>
        </w:r>
        <w:r w:rsidR="008F5C1F" w:rsidRPr="008F5C1F">
          <w:rPr>
            <w:rStyle w:val="Hyperlink"/>
            <w:noProof/>
            <w:sz w:val="20"/>
            <w:szCs w:val="20"/>
          </w:rPr>
          <w:t>Resolution of Dispute</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_Toc80175301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9-34</w:t>
        </w:r>
        <w:r w:rsidR="008F5C1F" w:rsidRPr="008F5C1F">
          <w:rPr>
            <w:noProof/>
            <w:webHidden/>
            <w:sz w:val="20"/>
            <w:szCs w:val="20"/>
          </w:rPr>
          <w:fldChar w:fldCharType="end"/>
        </w:r>
      </w:hyperlink>
    </w:p>
    <w:p w14:paraId="62224675" w14:textId="729D1F12" w:rsidR="008F5C1F" w:rsidRPr="008F5C1F" w:rsidRDefault="00F12EDA">
      <w:pPr>
        <w:pStyle w:val="TOC5"/>
        <w:rPr>
          <w:rFonts w:eastAsiaTheme="minorEastAsia"/>
          <w:i w:val="0"/>
          <w:sz w:val="20"/>
          <w:szCs w:val="20"/>
        </w:rPr>
      </w:pPr>
      <w:hyperlink w:anchor="_Toc80175302" w:history="1">
        <w:r w:rsidR="008F5C1F" w:rsidRPr="008F5C1F">
          <w:rPr>
            <w:rStyle w:val="Hyperlink"/>
            <w:i w:val="0"/>
            <w:sz w:val="20"/>
            <w:szCs w:val="20"/>
          </w:rPr>
          <w:t>9.14.4.2.1</w:t>
        </w:r>
        <w:r w:rsidR="008F5C1F" w:rsidRPr="008F5C1F">
          <w:rPr>
            <w:rFonts w:eastAsiaTheme="minorEastAsia"/>
            <w:i w:val="0"/>
            <w:sz w:val="20"/>
            <w:szCs w:val="20"/>
          </w:rPr>
          <w:tab/>
        </w:r>
        <w:r w:rsidR="008F5C1F" w:rsidRPr="008F5C1F">
          <w:rPr>
            <w:rStyle w:val="Hyperlink"/>
            <w:i w:val="0"/>
            <w:sz w:val="20"/>
            <w:szCs w:val="20"/>
          </w:rPr>
          <w:t>Denied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_Toc80175302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57F5E70C" w14:textId="640440E3" w:rsidR="008F5C1F" w:rsidRPr="008F5C1F" w:rsidRDefault="00F12EDA">
      <w:pPr>
        <w:pStyle w:val="TOC5"/>
        <w:rPr>
          <w:rFonts w:eastAsiaTheme="minorEastAsia"/>
          <w:i w:val="0"/>
          <w:sz w:val="20"/>
          <w:szCs w:val="20"/>
        </w:rPr>
      </w:pPr>
      <w:hyperlink w:anchor="_Toc80175303" w:history="1">
        <w:r w:rsidR="008F5C1F" w:rsidRPr="008F5C1F">
          <w:rPr>
            <w:rStyle w:val="Hyperlink"/>
            <w:i w:val="0"/>
            <w:sz w:val="20"/>
            <w:szCs w:val="20"/>
          </w:rPr>
          <w:t>9.14.4.2.2</w:t>
        </w:r>
        <w:r w:rsidR="008F5C1F" w:rsidRPr="008F5C1F">
          <w:rPr>
            <w:rFonts w:eastAsiaTheme="minorEastAsia"/>
            <w:i w:val="0"/>
            <w:sz w:val="20"/>
            <w:szCs w:val="20"/>
          </w:rPr>
          <w:tab/>
        </w:r>
        <w:r w:rsidR="008F5C1F" w:rsidRPr="008F5C1F">
          <w:rPr>
            <w:rStyle w:val="Hyperlink"/>
            <w:i w:val="0"/>
            <w:sz w:val="20"/>
            <w:szCs w:val="20"/>
          </w:rPr>
          <w:t>Granted</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_Toc80175303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9-34</w:t>
        </w:r>
        <w:r w:rsidR="008F5C1F" w:rsidRPr="008F5C1F">
          <w:rPr>
            <w:i w:val="0"/>
            <w:webHidden/>
            <w:sz w:val="20"/>
            <w:szCs w:val="20"/>
          </w:rPr>
          <w:fldChar w:fldCharType="end"/>
        </w:r>
      </w:hyperlink>
    </w:p>
    <w:p w14:paraId="0FAD8A75" w14:textId="5F22ACEE" w:rsidR="008F5C1F" w:rsidRPr="008F5C1F" w:rsidRDefault="00F12EDA">
      <w:pPr>
        <w:pStyle w:val="TOC5"/>
        <w:rPr>
          <w:rFonts w:eastAsiaTheme="minorEastAsia"/>
          <w:i w:val="0"/>
          <w:sz w:val="20"/>
          <w:szCs w:val="20"/>
        </w:rPr>
      </w:pPr>
      <w:hyperlink w:anchor="_Toc80175304" w:history="1">
        <w:r w:rsidR="008F5C1F" w:rsidRPr="008F5C1F">
          <w:rPr>
            <w:rStyle w:val="Hyperlink"/>
            <w:i w:val="0"/>
            <w:sz w:val="20"/>
            <w:szCs w:val="20"/>
          </w:rPr>
          <w:t>9.14.4.2.3</w:t>
        </w:r>
        <w:r w:rsidR="008F5C1F" w:rsidRPr="008F5C1F">
          <w:rPr>
            <w:rFonts w:eastAsiaTheme="minorEastAsia"/>
            <w:i w:val="0"/>
            <w:sz w:val="20"/>
            <w:szCs w:val="20"/>
          </w:rPr>
          <w:tab/>
        </w:r>
        <w:r w:rsidR="008F5C1F" w:rsidRPr="008F5C1F">
          <w:rPr>
            <w:rStyle w:val="Hyperlink"/>
            <w:i w:val="0"/>
            <w:sz w:val="20"/>
            <w:szCs w:val="20"/>
          </w:rPr>
          <w:t>Granted with Exceptions</w:t>
        </w:r>
        <w:r w:rsidR="008F5C1F" w:rsidRPr="008F5C1F">
          <w:rPr>
            <w:i w:val="0"/>
            <w:webHidden/>
            <w:sz w:val="20"/>
            <w:szCs w:val="20"/>
          </w:rPr>
          <w:tab/>
        </w:r>
        <w:r w:rsidR="008F5C1F" w:rsidRPr="008F5C1F">
          <w:rPr>
            <w:i w:val="0"/>
            <w:webHidden/>
            <w:sz w:val="20"/>
            <w:szCs w:val="20"/>
          </w:rPr>
          <w:fldChar w:fldCharType="begin"/>
        </w:r>
        <w:r w:rsidR="008F5C1F" w:rsidRPr="008F5C1F">
          <w:rPr>
            <w:i w:val="0"/>
            <w:webHidden/>
            <w:sz w:val="20"/>
            <w:szCs w:val="20"/>
          </w:rPr>
          <w:instrText xml:space="preserve"> PAGEREF _Toc80175304 \h </w:instrText>
        </w:r>
        <w:r w:rsidR="008F5C1F" w:rsidRPr="008F5C1F">
          <w:rPr>
            <w:i w:val="0"/>
            <w:webHidden/>
            <w:sz w:val="20"/>
            <w:szCs w:val="20"/>
          </w:rPr>
        </w:r>
        <w:r w:rsidR="008F5C1F" w:rsidRPr="008F5C1F">
          <w:rPr>
            <w:i w:val="0"/>
            <w:webHidden/>
            <w:sz w:val="20"/>
            <w:szCs w:val="20"/>
          </w:rPr>
          <w:fldChar w:fldCharType="separate"/>
        </w:r>
        <w:r>
          <w:rPr>
            <w:i w:val="0"/>
            <w:webHidden/>
            <w:sz w:val="20"/>
            <w:szCs w:val="20"/>
          </w:rPr>
          <w:t>9-35</w:t>
        </w:r>
        <w:r w:rsidR="008F5C1F" w:rsidRPr="008F5C1F">
          <w:rPr>
            <w:i w:val="0"/>
            <w:webHidden/>
            <w:sz w:val="20"/>
            <w:szCs w:val="20"/>
          </w:rPr>
          <w:fldChar w:fldCharType="end"/>
        </w:r>
      </w:hyperlink>
    </w:p>
    <w:p w14:paraId="0FA56ED7" w14:textId="13FD3F5C" w:rsidR="008F5C1F" w:rsidRPr="008F5C1F" w:rsidRDefault="00F12EDA">
      <w:pPr>
        <w:pStyle w:val="TOC3"/>
        <w:rPr>
          <w:rFonts w:eastAsiaTheme="minorEastAsia"/>
          <w:i w:val="0"/>
          <w:iCs w:val="0"/>
          <w:noProof/>
        </w:rPr>
      </w:pPr>
      <w:hyperlink w:anchor="_Toc80175305" w:history="1">
        <w:r w:rsidR="008F5C1F" w:rsidRPr="008F5C1F">
          <w:rPr>
            <w:rStyle w:val="Hyperlink"/>
            <w:i w:val="0"/>
            <w:iCs w:val="0"/>
            <w:noProof/>
          </w:rPr>
          <w:t>9.14.5</w:t>
        </w:r>
        <w:r w:rsidR="008F5C1F" w:rsidRPr="008F5C1F">
          <w:rPr>
            <w:rFonts w:eastAsiaTheme="minorEastAsia"/>
            <w:i w:val="0"/>
            <w:iCs w:val="0"/>
            <w:noProof/>
          </w:rPr>
          <w:tab/>
        </w:r>
        <w:r w:rsidR="008F5C1F" w:rsidRPr="008F5C1F">
          <w:rPr>
            <w:rStyle w:val="Hyperlink"/>
            <w:i w:val="0"/>
            <w:iCs w:val="0"/>
            <w:noProof/>
          </w:rPr>
          <w:t>Settlement of Emergency Response Service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9-35</w:t>
        </w:r>
        <w:r w:rsidR="008F5C1F" w:rsidRPr="008F5C1F">
          <w:rPr>
            <w:i w:val="0"/>
            <w:iCs w:val="0"/>
            <w:noProof/>
            <w:webHidden/>
          </w:rPr>
          <w:fldChar w:fldCharType="end"/>
        </w:r>
      </w:hyperlink>
    </w:p>
    <w:p w14:paraId="5899FAC2" w14:textId="67C30A7F" w:rsidR="008F5C1F" w:rsidRPr="008F5C1F" w:rsidRDefault="00F12EDA">
      <w:pPr>
        <w:pStyle w:val="TOC3"/>
        <w:rPr>
          <w:rFonts w:eastAsiaTheme="minorEastAsia"/>
          <w:i w:val="0"/>
          <w:iCs w:val="0"/>
          <w:noProof/>
        </w:rPr>
      </w:pPr>
      <w:hyperlink w:anchor="_Toc80175306" w:history="1">
        <w:r w:rsidR="008F5C1F" w:rsidRPr="008F5C1F">
          <w:rPr>
            <w:rStyle w:val="Hyperlink"/>
            <w:i w:val="0"/>
            <w:iCs w:val="0"/>
            <w:noProof/>
          </w:rPr>
          <w:t>9.14.6</w:t>
        </w:r>
        <w:r w:rsidR="008F5C1F" w:rsidRPr="008F5C1F">
          <w:rPr>
            <w:rFonts w:eastAsiaTheme="minorEastAsia"/>
            <w:i w:val="0"/>
            <w:iCs w:val="0"/>
            <w:noProof/>
          </w:rPr>
          <w:tab/>
        </w:r>
        <w:r w:rsidR="008F5C1F" w:rsidRPr="008F5C1F">
          <w:rPr>
            <w:rStyle w:val="Hyperlink"/>
            <w:i w:val="0"/>
            <w:iCs w:val="0"/>
            <w:noProof/>
          </w:rPr>
          <w:t>Disputes for Operations Decisions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2635B759" w14:textId="6F2BCD46" w:rsidR="008F5C1F" w:rsidRPr="008F5C1F" w:rsidRDefault="00F12EDA">
      <w:pPr>
        <w:pStyle w:val="TOC3"/>
        <w:rPr>
          <w:rFonts w:eastAsiaTheme="minorEastAsia"/>
          <w:i w:val="0"/>
          <w:iCs w:val="0"/>
          <w:noProof/>
        </w:rPr>
      </w:pPr>
      <w:hyperlink w:anchor="_Toc80175307" w:history="1">
        <w:r w:rsidR="008F5C1F" w:rsidRPr="008F5C1F">
          <w:rPr>
            <w:rStyle w:val="Hyperlink"/>
            <w:i w:val="0"/>
            <w:iCs w:val="0"/>
            <w:noProof/>
          </w:rPr>
          <w:t>9.14.7</w:t>
        </w:r>
        <w:r w:rsidR="008F5C1F" w:rsidRPr="008F5C1F">
          <w:rPr>
            <w:rFonts w:eastAsiaTheme="minorEastAsia"/>
            <w:i w:val="0"/>
            <w:iCs w:val="0"/>
            <w:noProof/>
          </w:rPr>
          <w:tab/>
        </w:r>
        <w:r w:rsidR="008F5C1F" w:rsidRPr="008F5C1F">
          <w:rPr>
            <w:rStyle w:val="Hyperlink"/>
            <w:i w:val="0"/>
            <w:iCs w:val="0"/>
            <w:noProof/>
          </w:rPr>
          <w:t>Disputes for RUC Make-Whole Payment for Fuel Costs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9-36</w:t>
        </w:r>
        <w:r w:rsidR="008F5C1F" w:rsidRPr="008F5C1F">
          <w:rPr>
            <w:i w:val="0"/>
            <w:iCs w:val="0"/>
            <w:noProof/>
            <w:webHidden/>
          </w:rPr>
          <w:fldChar w:fldCharType="end"/>
        </w:r>
      </w:hyperlink>
    </w:p>
    <w:p w14:paraId="75C7A71F" w14:textId="13191281" w:rsidR="008F5C1F" w:rsidRPr="008F5C1F" w:rsidRDefault="00F12EDA">
      <w:pPr>
        <w:pStyle w:val="TOC3"/>
        <w:rPr>
          <w:rFonts w:eastAsiaTheme="minorEastAsia"/>
          <w:i w:val="0"/>
          <w:iCs w:val="0"/>
          <w:noProof/>
        </w:rPr>
      </w:pPr>
      <w:hyperlink w:anchor="_Toc80175308" w:history="1">
        <w:r w:rsidR="008F5C1F" w:rsidRPr="008F5C1F">
          <w:rPr>
            <w:rStyle w:val="Hyperlink"/>
            <w:i w:val="0"/>
            <w:iCs w:val="0"/>
            <w:noProof/>
          </w:rPr>
          <w:t>9.14.8</w:t>
        </w:r>
        <w:r w:rsidR="008F5C1F" w:rsidRPr="008F5C1F">
          <w:rPr>
            <w:rFonts w:eastAsiaTheme="minorEastAsia"/>
            <w:i w:val="0"/>
            <w:iCs w:val="0"/>
            <w:noProof/>
          </w:rPr>
          <w:tab/>
        </w:r>
        <w:r w:rsidR="008F5C1F" w:rsidRPr="008F5C1F">
          <w:rPr>
            <w:rStyle w:val="Hyperlink"/>
            <w:i w:val="0"/>
            <w:iCs w:val="0"/>
            <w:noProof/>
          </w:rPr>
          <w:t>Disputes for Settlement Application of Integrated Telemetry for Split Generation Resources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9-37</w:t>
        </w:r>
        <w:r w:rsidR="008F5C1F" w:rsidRPr="008F5C1F">
          <w:rPr>
            <w:i w:val="0"/>
            <w:iCs w:val="0"/>
            <w:noProof/>
            <w:webHidden/>
          </w:rPr>
          <w:fldChar w:fldCharType="end"/>
        </w:r>
      </w:hyperlink>
    </w:p>
    <w:p w14:paraId="07634FA5" w14:textId="16E8D361" w:rsidR="008F5C1F" w:rsidRPr="008F5C1F" w:rsidRDefault="00F12EDA">
      <w:pPr>
        <w:pStyle w:val="TOC3"/>
        <w:rPr>
          <w:rFonts w:eastAsiaTheme="minorEastAsia"/>
          <w:i w:val="0"/>
          <w:iCs w:val="0"/>
          <w:noProof/>
        </w:rPr>
      </w:pPr>
      <w:hyperlink w:anchor="_Toc80175309" w:history="1">
        <w:r w:rsidR="008F5C1F" w:rsidRPr="008F5C1F">
          <w:rPr>
            <w:rStyle w:val="Hyperlink"/>
            <w:i w:val="0"/>
            <w:iCs w:val="0"/>
            <w:noProof/>
          </w:rPr>
          <w:t>9.14.9</w:t>
        </w:r>
        <w:r w:rsidR="008F5C1F" w:rsidRPr="008F5C1F">
          <w:rPr>
            <w:rFonts w:eastAsiaTheme="minorEastAsia"/>
            <w:i w:val="0"/>
            <w:iCs w:val="0"/>
            <w:noProof/>
          </w:rPr>
          <w:tab/>
        </w:r>
        <w:r w:rsidR="008F5C1F" w:rsidRPr="008F5C1F">
          <w:rPr>
            <w:rStyle w:val="Hyperlink"/>
            <w:i w:val="0"/>
            <w:iCs w:val="0"/>
            <w:noProof/>
          </w:rPr>
          <w:t>Incremental Fuel Costs for Switchable Generation Make-Whole Payment Disputes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_Toc80175309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07F31854" w14:textId="7D0D4787" w:rsidR="008F5C1F" w:rsidRPr="008F5C1F" w:rsidRDefault="00F12EDA">
      <w:pPr>
        <w:pStyle w:val="TOC3"/>
        <w:rPr>
          <w:rFonts w:eastAsiaTheme="minorEastAsia"/>
          <w:i w:val="0"/>
          <w:iCs w:val="0"/>
          <w:noProof/>
        </w:rPr>
      </w:pPr>
      <w:hyperlink w:anchor="_Toc80175310" w:history="1">
        <w:r w:rsidR="008F5C1F" w:rsidRPr="008F5C1F">
          <w:rPr>
            <w:rStyle w:val="Hyperlink"/>
            <w:i w:val="0"/>
            <w:iCs w:val="0"/>
            <w:noProof/>
          </w:rPr>
          <w:t>9.14.10</w:t>
        </w:r>
        <w:r w:rsidR="008F5C1F" w:rsidRPr="008F5C1F">
          <w:rPr>
            <w:rFonts w:eastAsiaTheme="minorEastAsia"/>
            <w:i w:val="0"/>
            <w:iCs w:val="0"/>
            <w:noProof/>
          </w:rPr>
          <w:tab/>
        </w:r>
        <w:r w:rsidR="008F5C1F" w:rsidRPr="008F5C1F">
          <w:rPr>
            <w:rStyle w:val="Hyperlink"/>
            <w:i w:val="0"/>
            <w:iCs w:val="0"/>
            <w:noProof/>
          </w:rPr>
          <w:t>Settlement for Market Participants Impacted by Omitted Procedures or Manual Actions to Resolve the DAM</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_Toc80175310 \h </w:instrText>
        </w:r>
        <w:r w:rsidR="008F5C1F" w:rsidRPr="008F5C1F">
          <w:rPr>
            <w:i w:val="0"/>
            <w:iCs w:val="0"/>
            <w:noProof/>
            <w:webHidden/>
          </w:rPr>
        </w:r>
        <w:r w:rsidR="008F5C1F" w:rsidRPr="008F5C1F">
          <w:rPr>
            <w:i w:val="0"/>
            <w:iCs w:val="0"/>
            <w:noProof/>
            <w:webHidden/>
          </w:rPr>
          <w:fldChar w:fldCharType="separate"/>
        </w:r>
        <w:r>
          <w:rPr>
            <w:i w:val="0"/>
            <w:iCs w:val="0"/>
            <w:noProof/>
            <w:webHidden/>
          </w:rPr>
          <w:t>9-38</w:t>
        </w:r>
        <w:r w:rsidR="008F5C1F" w:rsidRPr="008F5C1F">
          <w:rPr>
            <w:i w:val="0"/>
            <w:iCs w:val="0"/>
            <w:noProof/>
            <w:webHidden/>
          </w:rPr>
          <w:fldChar w:fldCharType="end"/>
        </w:r>
      </w:hyperlink>
    </w:p>
    <w:p w14:paraId="13F90883" w14:textId="5122AA4F" w:rsidR="008F5C1F" w:rsidRPr="008F5C1F" w:rsidRDefault="00F12EDA">
      <w:pPr>
        <w:pStyle w:val="TOC2"/>
        <w:rPr>
          <w:rFonts w:eastAsiaTheme="minorEastAsia"/>
          <w:noProof/>
        </w:rPr>
      </w:pPr>
      <w:hyperlink w:anchor="_Toc80175311" w:history="1">
        <w:r w:rsidR="008F5C1F" w:rsidRPr="008F5C1F">
          <w:rPr>
            <w:rStyle w:val="Hyperlink"/>
            <w:noProof/>
          </w:rPr>
          <w:t>9.15</w:t>
        </w:r>
        <w:r w:rsidR="008F5C1F" w:rsidRPr="008F5C1F">
          <w:rPr>
            <w:rFonts w:eastAsiaTheme="minorEastAsia"/>
            <w:noProof/>
          </w:rPr>
          <w:tab/>
        </w:r>
        <w:r w:rsidR="008F5C1F" w:rsidRPr="008F5C1F">
          <w:rPr>
            <w:rStyle w:val="Hyperlink"/>
            <w:noProof/>
          </w:rPr>
          <w:t>Settlement Charges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_Toc80175311 \h </w:instrText>
        </w:r>
        <w:r w:rsidR="008F5C1F" w:rsidRPr="008F5C1F">
          <w:rPr>
            <w:noProof/>
            <w:webHidden/>
          </w:rPr>
        </w:r>
        <w:r w:rsidR="008F5C1F" w:rsidRPr="008F5C1F">
          <w:rPr>
            <w:noProof/>
            <w:webHidden/>
          </w:rPr>
          <w:fldChar w:fldCharType="separate"/>
        </w:r>
        <w:r>
          <w:rPr>
            <w:noProof/>
            <w:webHidden/>
          </w:rPr>
          <w:t>9-42</w:t>
        </w:r>
        <w:r w:rsidR="008F5C1F" w:rsidRPr="008F5C1F">
          <w:rPr>
            <w:noProof/>
            <w:webHidden/>
          </w:rPr>
          <w:fldChar w:fldCharType="end"/>
        </w:r>
      </w:hyperlink>
    </w:p>
    <w:p w14:paraId="53C853B1" w14:textId="467159A9" w:rsidR="008F5C1F" w:rsidRPr="008F5C1F" w:rsidRDefault="00F12EDA">
      <w:pPr>
        <w:pStyle w:val="TOC3"/>
        <w:rPr>
          <w:rFonts w:eastAsiaTheme="minorEastAsia"/>
          <w:i w:val="0"/>
          <w:iCs w:val="0"/>
          <w:noProof/>
        </w:rPr>
      </w:pPr>
      <w:hyperlink w:anchor="_Toc80175312" w:history="1">
        <w:r w:rsidR="008F5C1F" w:rsidRPr="008F5C1F">
          <w:rPr>
            <w:rStyle w:val="Hyperlink"/>
            <w:i w:val="0"/>
            <w:iCs w:val="0"/>
            <w:noProof/>
          </w:rPr>
          <w:t>9.15.1</w:t>
        </w:r>
        <w:r w:rsidR="008F5C1F" w:rsidRPr="008F5C1F">
          <w:rPr>
            <w:rFonts w:eastAsiaTheme="minorEastAsia"/>
            <w:i w:val="0"/>
            <w:iCs w:val="0"/>
            <w:noProof/>
          </w:rPr>
          <w:tab/>
        </w:r>
        <w:r w:rsidR="008F5C1F" w:rsidRPr="008F5C1F">
          <w:rPr>
            <w:rStyle w:val="Hyperlink"/>
            <w:i w:val="0"/>
            <w:iCs w:val="0"/>
            <w:noProof/>
          </w:rPr>
          <w:t>Charge Type Matrix</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473F9FCB" w14:textId="57CD930A" w:rsidR="008F5C1F" w:rsidRPr="008F5C1F" w:rsidRDefault="00F12EDA">
      <w:pPr>
        <w:pStyle w:val="TOC2"/>
        <w:rPr>
          <w:rFonts w:eastAsiaTheme="minorEastAsia"/>
          <w:noProof/>
        </w:rPr>
      </w:pPr>
      <w:hyperlink w:anchor="_Toc80175313" w:history="1">
        <w:r w:rsidR="008F5C1F" w:rsidRPr="008F5C1F">
          <w:rPr>
            <w:rStyle w:val="Hyperlink"/>
            <w:noProof/>
          </w:rPr>
          <w:t>9.16</w:t>
        </w:r>
        <w:r w:rsidR="008F5C1F" w:rsidRPr="008F5C1F">
          <w:rPr>
            <w:rFonts w:eastAsiaTheme="minorEastAsia"/>
            <w:noProof/>
          </w:rPr>
          <w:tab/>
        </w:r>
        <w:r w:rsidR="008F5C1F" w:rsidRPr="008F5C1F">
          <w:rPr>
            <w:rStyle w:val="Hyperlink"/>
            <w:noProof/>
          </w:rPr>
          <w:t>ERCOT System Administration and User Fees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_Toc80175313 \h </w:instrText>
        </w:r>
        <w:r w:rsidR="008F5C1F" w:rsidRPr="008F5C1F">
          <w:rPr>
            <w:noProof/>
            <w:webHidden/>
          </w:rPr>
        </w:r>
        <w:r w:rsidR="008F5C1F" w:rsidRPr="008F5C1F">
          <w:rPr>
            <w:noProof/>
            <w:webHidden/>
          </w:rPr>
          <w:fldChar w:fldCharType="separate"/>
        </w:r>
        <w:r>
          <w:rPr>
            <w:noProof/>
            <w:webHidden/>
          </w:rPr>
          <w:t>9-43</w:t>
        </w:r>
        <w:r w:rsidR="008F5C1F" w:rsidRPr="008F5C1F">
          <w:rPr>
            <w:noProof/>
            <w:webHidden/>
          </w:rPr>
          <w:fldChar w:fldCharType="end"/>
        </w:r>
      </w:hyperlink>
    </w:p>
    <w:p w14:paraId="6EE1F733" w14:textId="1BC4D126" w:rsidR="008F5C1F" w:rsidRPr="008F5C1F" w:rsidRDefault="00F12EDA">
      <w:pPr>
        <w:pStyle w:val="TOC3"/>
        <w:rPr>
          <w:rFonts w:eastAsiaTheme="minorEastAsia"/>
          <w:i w:val="0"/>
          <w:iCs w:val="0"/>
          <w:noProof/>
        </w:rPr>
      </w:pPr>
      <w:hyperlink w:anchor="_Toc80175314" w:history="1">
        <w:r w:rsidR="008F5C1F" w:rsidRPr="008F5C1F">
          <w:rPr>
            <w:rStyle w:val="Hyperlink"/>
            <w:i w:val="0"/>
            <w:iCs w:val="0"/>
            <w:noProof/>
          </w:rPr>
          <w:t>9.16.1</w:t>
        </w:r>
        <w:r w:rsidR="008F5C1F" w:rsidRPr="008F5C1F">
          <w:rPr>
            <w:rFonts w:eastAsiaTheme="minorEastAsia"/>
            <w:i w:val="0"/>
            <w:iCs w:val="0"/>
            <w:noProof/>
          </w:rPr>
          <w:tab/>
        </w:r>
        <w:r w:rsidR="008F5C1F" w:rsidRPr="008F5C1F">
          <w:rPr>
            <w:rStyle w:val="Hyperlink"/>
            <w:i w:val="0"/>
            <w:iCs w:val="0"/>
            <w:noProof/>
          </w:rPr>
          <w:t>ERCOT System Administration Fee</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_Toc80175314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6DD5522A" w14:textId="7E35177A" w:rsidR="008F5C1F" w:rsidRPr="008F5C1F" w:rsidRDefault="00F12EDA">
      <w:pPr>
        <w:pStyle w:val="TOC3"/>
        <w:rPr>
          <w:rFonts w:eastAsiaTheme="minorEastAsia"/>
          <w:i w:val="0"/>
          <w:iCs w:val="0"/>
          <w:noProof/>
        </w:rPr>
      </w:pPr>
      <w:hyperlink w:anchor="_Toc80175315" w:history="1">
        <w:r w:rsidR="008F5C1F" w:rsidRPr="008F5C1F">
          <w:rPr>
            <w:rStyle w:val="Hyperlink"/>
            <w:i w:val="0"/>
            <w:iCs w:val="0"/>
            <w:noProof/>
          </w:rPr>
          <w:t>9.16.2</w:t>
        </w:r>
        <w:r w:rsidR="008F5C1F" w:rsidRPr="008F5C1F">
          <w:rPr>
            <w:rFonts w:eastAsiaTheme="minorEastAsia"/>
            <w:i w:val="0"/>
            <w:iCs w:val="0"/>
            <w:noProof/>
          </w:rPr>
          <w:tab/>
        </w:r>
        <w:r w:rsidR="008F5C1F" w:rsidRPr="008F5C1F">
          <w:rPr>
            <w:rStyle w:val="Hyperlink"/>
            <w:i w:val="0"/>
            <w:iCs w:val="0"/>
            <w:noProof/>
          </w:rPr>
          <w:t>User Fees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9-43</w:t>
        </w:r>
        <w:r w:rsidR="008F5C1F" w:rsidRPr="008F5C1F">
          <w:rPr>
            <w:i w:val="0"/>
            <w:iCs w:val="0"/>
            <w:noProof/>
            <w:webHidden/>
          </w:rPr>
          <w:fldChar w:fldCharType="end"/>
        </w:r>
      </w:hyperlink>
    </w:p>
    <w:p w14:paraId="2BBE122A" w14:textId="58615257" w:rsidR="008F5C1F" w:rsidRPr="008F5C1F" w:rsidRDefault="00F12EDA">
      <w:pPr>
        <w:pStyle w:val="TOC2"/>
        <w:rPr>
          <w:rFonts w:eastAsiaTheme="minorEastAsia"/>
          <w:noProof/>
        </w:rPr>
      </w:pPr>
      <w:hyperlink w:anchor="_Toc80175316" w:history="1">
        <w:r w:rsidR="008F5C1F" w:rsidRPr="008F5C1F">
          <w:rPr>
            <w:rStyle w:val="Hyperlink"/>
            <w:noProof/>
          </w:rPr>
          <w:t>9.17</w:t>
        </w:r>
        <w:r w:rsidR="008F5C1F" w:rsidRPr="008F5C1F">
          <w:rPr>
            <w:rFonts w:eastAsiaTheme="minorEastAsia"/>
            <w:noProof/>
          </w:rPr>
          <w:tab/>
        </w:r>
        <w:r w:rsidR="008F5C1F" w:rsidRPr="008F5C1F">
          <w:rPr>
            <w:rStyle w:val="Hyperlink"/>
            <w:noProof/>
          </w:rPr>
          <w:t>Transmission Billing Determinant Calculation</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_Toc80175316 \h </w:instrText>
        </w:r>
        <w:r w:rsidR="008F5C1F" w:rsidRPr="008F5C1F">
          <w:rPr>
            <w:noProof/>
            <w:webHidden/>
          </w:rPr>
        </w:r>
        <w:r w:rsidR="008F5C1F" w:rsidRPr="008F5C1F">
          <w:rPr>
            <w:noProof/>
            <w:webHidden/>
          </w:rPr>
          <w:fldChar w:fldCharType="separate"/>
        </w:r>
        <w:r>
          <w:rPr>
            <w:noProof/>
            <w:webHidden/>
          </w:rPr>
          <w:t>9-44</w:t>
        </w:r>
        <w:r w:rsidR="008F5C1F" w:rsidRPr="008F5C1F">
          <w:rPr>
            <w:noProof/>
            <w:webHidden/>
          </w:rPr>
          <w:fldChar w:fldCharType="end"/>
        </w:r>
      </w:hyperlink>
    </w:p>
    <w:p w14:paraId="35CBA74E" w14:textId="584160AC" w:rsidR="008F5C1F" w:rsidRPr="008F5C1F" w:rsidRDefault="00F12EDA">
      <w:pPr>
        <w:pStyle w:val="TOC3"/>
        <w:rPr>
          <w:rFonts w:eastAsiaTheme="minorEastAsia"/>
          <w:i w:val="0"/>
          <w:iCs w:val="0"/>
          <w:noProof/>
        </w:rPr>
      </w:pPr>
      <w:hyperlink w:anchor="_Toc80175317" w:history="1">
        <w:r w:rsidR="008F5C1F" w:rsidRPr="008F5C1F">
          <w:rPr>
            <w:rStyle w:val="Hyperlink"/>
            <w:i w:val="0"/>
            <w:iCs w:val="0"/>
            <w:noProof/>
          </w:rPr>
          <w:t>9.17.1</w:t>
        </w:r>
        <w:r w:rsidR="008F5C1F" w:rsidRPr="008F5C1F">
          <w:rPr>
            <w:rFonts w:eastAsiaTheme="minorEastAsia"/>
            <w:i w:val="0"/>
            <w:iCs w:val="0"/>
            <w:noProof/>
          </w:rPr>
          <w:tab/>
        </w:r>
        <w:r w:rsidR="008F5C1F" w:rsidRPr="008F5C1F">
          <w:rPr>
            <w:rStyle w:val="Hyperlink"/>
            <w:i w:val="0"/>
            <w:iCs w:val="0"/>
            <w:noProof/>
          </w:rPr>
          <w:t>Billing Determinant Data Elements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_Toc80175317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9-44</w:t>
        </w:r>
        <w:r w:rsidR="008F5C1F" w:rsidRPr="008F5C1F">
          <w:rPr>
            <w:i w:val="0"/>
            <w:iCs w:val="0"/>
            <w:noProof/>
            <w:webHidden/>
          </w:rPr>
          <w:fldChar w:fldCharType="end"/>
        </w:r>
      </w:hyperlink>
    </w:p>
    <w:p w14:paraId="60DE3134" w14:textId="393F5066" w:rsidR="008F5C1F" w:rsidRPr="008F5C1F" w:rsidRDefault="00F12EDA">
      <w:pPr>
        <w:pStyle w:val="TOC3"/>
        <w:rPr>
          <w:rFonts w:eastAsiaTheme="minorEastAsia"/>
          <w:i w:val="0"/>
          <w:iCs w:val="0"/>
          <w:noProof/>
        </w:rPr>
      </w:pPr>
      <w:hyperlink w:anchor="_Toc80175318" w:history="1">
        <w:r w:rsidR="008F5C1F" w:rsidRPr="008F5C1F">
          <w:rPr>
            <w:rStyle w:val="Hyperlink"/>
            <w:i w:val="0"/>
            <w:iCs w:val="0"/>
            <w:noProof/>
          </w:rPr>
          <w:t>9.17.2</w:t>
        </w:r>
        <w:r w:rsidR="008F5C1F" w:rsidRPr="008F5C1F">
          <w:rPr>
            <w:rFonts w:eastAsiaTheme="minorEastAsia"/>
            <w:i w:val="0"/>
            <w:iCs w:val="0"/>
            <w:noProof/>
          </w:rPr>
          <w:tab/>
        </w:r>
        <w:r w:rsidR="008F5C1F" w:rsidRPr="008F5C1F">
          <w:rPr>
            <w:rStyle w:val="Hyperlink"/>
            <w:i w:val="0"/>
            <w:iCs w:val="0"/>
            <w:noProof/>
          </w:rPr>
          <w:t>Direct Current Tie Schedule Information</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_Toc80175318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9-45</w:t>
        </w:r>
        <w:r w:rsidR="008F5C1F" w:rsidRPr="008F5C1F">
          <w:rPr>
            <w:i w:val="0"/>
            <w:iCs w:val="0"/>
            <w:noProof/>
            <w:webHidden/>
          </w:rPr>
          <w:fldChar w:fldCharType="end"/>
        </w:r>
      </w:hyperlink>
    </w:p>
    <w:p w14:paraId="471277E0" w14:textId="2A14E76E" w:rsidR="008F5C1F" w:rsidRPr="008F5C1F" w:rsidRDefault="00F12EDA">
      <w:pPr>
        <w:pStyle w:val="TOC2"/>
        <w:rPr>
          <w:rFonts w:eastAsiaTheme="minorEastAsia"/>
          <w:noProof/>
        </w:rPr>
      </w:pPr>
      <w:hyperlink w:anchor="_Toc80175319" w:history="1">
        <w:r w:rsidR="008F5C1F" w:rsidRPr="008F5C1F">
          <w:rPr>
            <w:rStyle w:val="Hyperlink"/>
            <w:noProof/>
          </w:rPr>
          <w:t>9.18</w:t>
        </w:r>
        <w:r w:rsidR="008F5C1F" w:rsidRPr="008F5C1F">
          <w:rPr>
            <w:rFonts w:eastAsiaTheme="minorEastAsia"/>
            <w:noProof/>
          </w:rPr>
          <w:tab/>
        </w:r>
        <w:r w:rsidR="008F5C1F" w:rsidRPr="008F5C1F">
          <w:rPr>
            <w:rStyle w:val="Hyperlink"/>
            <w:noProof/>
          </w:rPr>
          <w:t>Profile Development Cost Recovery Fee for Non-ERCOT Sponsored Load Profile Segment</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_Toc80175319 \h </w:instrText>
        </w:r>
        <w:r w:rsidR="008F5C1F" w:rsidRPr="008F5C1F">
          <w:rPr>
            <w:noProof/>
            <w:webHidden/>
          </w:rPr>
        </w:r>
        <w:r w:rsidR="008F5C1F" w:rsidRPr="008F5C1F">
          <w:rPr>
            <w:noProof/>
            <w:webHidden/>
          </w:rPr>
          <w:fldChar w:fldCharType="separate"/>
        </w:r>
        <w:r>
          <w:rPr>
            <w:noProof/>
            <w:webHidden/>
          </w:rPr>
          <w:t>9-46</w:t>
        </w:r>
        <w:r w:rsidR="008F5C1F" w:rsidRPr="008F5C1F">
          <w:rPr>
            <w:noProof/>
            <w:webHidden/>
          </w:rPr>
          <w:fldChar w:fldCharType="end"/>
        </w:r>
      </w:hyperlink>
    </w:p>
    <w:p w14:paraId="2A8D9A01" w14:textId="419A849B" w:rsidR="008F5C1F" w:rsidRPr="008F5C1F" w:rsidRDefault="00F12EDA">
      <w:pPr>
        <w:pStyle w:val="TOC2"/>
        <w:rPr>
          <w:rFonts w:eastAsiaTheme="minorEastAsia"/>
          <w:noProof/>
        </w:rPr>
      </w:pPr>
      <w:hyperlink w:anchor="_Toc80175320" w:history="1">
        <w:r w:rsidR="008F5C1F" w:rsidRPr="008F5C1F">
          <w:rPr>
            <w:rStyle w:val="Hyperlink"/>
            <w:noProof/>
          </w:rPr>
          <w:t>9.19</w:t>
        </w:r>
        <w:r w:rsidR="008F5C1F" w:rsidRPr="008F5C1F">
          <w:rPr>
            <w:rFonts w:eastAsiaTheme="minorEastAsia"/>
            <w:noProof/>
          </w:rPr>
          <w:tab/>
        </w:r>
        <w:r w:rsidR="008F5C1F" w:rsidRPr="008F5C1F">
          <w:rPr>
            <w:rStyle w:val="Hyperlink"/>
            <w:noProof/>
          </w:rPr>
          <w:t>Partial Payments by Invoice Recipients</w:t>
        </w:r>
        <w:r w:rsidR="008F5C1F" w:rsidRPr="008F5C1F">
          <w:rPr>
            <w:noProof/>
            <w:webHidden/>
          </w:rPr>
          <w:tab/>
        </w:r>
        <w:r w:rsidR="008F5C1F" w:rsidRPr="008F5C1F">
          <w:rPr>
            <w:noProof/>
            <w:webHidden/>
          </w:rPr>
          <w:fldChar w:fldCharType="begin"/>
        </w:r>
        <w:r w:rsidR="008F5C1F" w:rsidRPr="008F5C1F">
          <w:rPr>
            <w:noProof/>
            <w:webHidden/>
          </w:rPr>
          <w:instrText xml:space="preserve"> PAGEREF _Toc80175320 \h </w:instrText>
        </w:r>
        <w:r w:rsidR="008F5C1F" w:rsidRPr="008F5C1F">
          <w:rPr>
            <w:noProof/>
            <w:webHidden/>
          </w:rPr>
        </w:r>
        <w:r w:rsidR="008F5C1F" w:rsidRPr="008F5C1F">
          <w:rPr>
            <w:noProof/>
            <w:webHidden/>
          </w:rPr>
          <w:fldChar w:fldCharType="separate"/>
        </w:r>
        <w:r>
          <w:rPr>
            <w:noProof/>
            <w:webHidden/>
          </w:rPr>
          <w:t>9-48</w:t>
        </w:r>
        <w:r w:rsidR="008F5C1F" w:rsidRPr="008F5C1F">
          <w:rPr>
            <w:noProof/>
            <w:webHidden/>
          </w:rPr>
          <w:fldChar w:fldCharType="end"/>
        </w:r>
      </w:hyperlink>
    </w:p>
    <w:p w14:paraId="1559D2BC" w14:textId="3C25D801" w:rsidR="008F5C1F" w:rsidRPr="008F5C1F" w:rsidRDefault="00F12EDA">
      <w:pPr>
        <w:pStyle w:val="TOC3"/>
        <w:rPr>
          <w:rFonts w:eastAsiaTheme="minorEastAsia"/>
          <w:i w:val="0"/>
          <w:iCs w:val="0"/>
          <w:noProof/>
        </w:rPr>
      </w:pPr>
      <w:hyperlink w:anchor="_Toc80175321" w:history="1">
        <w:r w:rsidR="008F5C1F" w:rsidRPr="008F5C1F">
          <w:rPr>
            <w:rStyle w:val="Hyperlink"/>
            <w:i w:val="0"/>
            <w:iCs w:val="0"/>
            <w:noProof/>
          </w:rPr>
          <w:t>9.19.1</w:t>
        </w:r>
        <w:r w:rsidR="008F5C1F" w:rsidRPr="008F5C1F">
          <w:rPr>
            <w:rFonts w:eastAsiaTheme="minorEastAsia"/>
            <w:i w:val="0"/>
            <w:iCs w:val="0"/>
            <w:noProof/>
          </w:rPr>
          <w:tab/>
        </w:r>
        <w:r w:rsidR="008F5C1F" w:rsidRPr="008F5C1F">
          <w:rPr>
            <w:rStyle w:val="Hyperlink"/>
            <w:i w:val="0"/>
            <w:iCs w:val="0"/>
            <w:noProof/>
          </w:rPr>
          <w:t>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_Toc80175321 \h </w:instrText>
        </w:r>
        <w:r w:rsidR="008F5C1F" w:rsidRPr="008F5C1F">
          <w:rPr>
            <w:i w:val="0"/>
            <w:iCs w:val="0"/>
            <w:noProof/>
            <w:webHidden/>
          </w:rPr>
        </w:r>
        <w:r w:rsidR="008F5C1F" w:rsidRPr="008F5C1F">
          <w:rPr>
            <w:i w:val="0"/>
            <w:iCs w:val="0"/>
            <w:noProof/>
            <w:webHidden/>
          </w:rPr>
          <w:fldChar w:fldCharType="separate"/>
        </w:r>
        <w:r>
          <w:rPr>
            <w:i w:val="0"/>
            <w:iCs w:val="0"/>
            <w:noProof/>
            <w:webHidden/>
          </w:rPr>
          <w:t>9-49</w:t>
        </w:r>
        <w:r w:rsidR="008F5C1F" w:rsidRPr="008F5C1F">
          <w:rPr>
            <w:i w:val="0"/>
            <w:iCs w:val="0"/>
            <w:noProof/>
            <w:webHidden/>
          </w:rPr>
          <w:fldChar w:fldCharType="end"/>
        </w:r>
      </w:hyperlink>
    </w:p>
    <w:p w14:paraId="31F63CE1" w14:textId="51C53123" w:rsidR="008F5C1F" w:rsidRPr="008F5C1F" w:rsidRDefault="00F12EDA">
      <w:pPr>
        <w:pStyle w:val="TOC3"/>
        <w:rPr>
          <w:rFonts w:eastAsiaTheme="minorEastAsia"/>
          <w:i w:val="0"/>
          <w:iCs w:val="0"/>
          <w:noProof/>
        </w:rPr>
      </w:pPr>
      <w:hyperlink w:anchor="_Toc80175322" w:history="1">
        <w:r w:rsidR="008F5C1F" w:rsidRPr="008F5C1F">
          <w:rPr>
            <w:rStyle w:val="Hyperlink"/>
            <w:i w:val="0"/>
            <w:iCs w:val="0"/>
            <w:noProof/>
          </w:rPr>
          <w:t>9.19.2</w:t>
        </w:r>
        <w:r w:rsidR="008F5C1F" w:rsidRPr="008F5C1F">
          <w:rPr>
            <w:rFonts w:eastAsiaTheme="minorEastAsia"/>
            <w:i w:val="0"/>
            <w:iCs w:val="0"/>
            <w:noProof/>
          </w:rPr>
          <w:tab/>
        </w:r>
        <w:r w:rsidR="008F5C1F" w:rsidRPr="008F5C1F">
          <w:rPr>
            <w:rStyle w:val="Hyperlink"/>
            <w:i w:val="0"/>
            <w:iCs w:val="0"/>
            <w:noProof/>
          </w:rPr>
          <w:t>Payment Process for Default Uplift Invoices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_Toc80175322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9-58</w:t>
        </w:r>
        <w:r w:rsidR="008F5C1F" w:rsidRPr="008F5C1F">
          <w:rPr>
            <w:i w:val="0"/>
            <w:iCs w:val="0"/>
            <w:noProof/>
            <w:webHidden/>
          </w:rPr>
          <w:fldChar w:fldCharType="end"/>
        </w:r>
      </w:hyperlink>
    </w:p>
    <w:p w14:paraId="4E8A619F" w14:textId="67EBA781" w:rsidR="008F5C1F" w:rsidRPr="008F5C1F" w:rsidRDefault="00F12EDA">
      <w:pPr>
        <w:pStyle w:val="TOC4"/>
        <w:rPr>
          <w:rFonts w:eastAsiaTheme="minorEastAsia"/>
          <w:noProof/>
          <w:sz w:val="20"/>
          <w:szCs w:val="20"/>
        </w:rPr>
      </w:pPr>
      <w:hyperlink w:anchor="_Toc80175323" w:history="1">
        <w:r w:rsidR="008F5C1F" w:rsidRPr="008F5C1F">
          <w:rPr>
            <w:rStyle w:val="Hyperlink"/>
            <w:noProof/>
            <w:sz w:val="20"/>
            <w:szCs w:val="20"/>
          </w:rPr>
          <w:t>9.19.2.1</w:t>
        </w:r>
        <w:r w:rsidR="008F5C1F" w:rsidRPr="008F5C1F">
          <w:rPr>
            <w:rFonts w:eastAsiaTheme="minorEastAsia"/>
            <w:noProof/>
            <w:sz w:val="20"/>
            <w:szCs w:val="20"/>
          </w:rPr>
          <w:tab/>
        </w:r>
        <w:r w:rsidR="008F5C1F" w:rsidRPr="008F5C1F">
          <w:rPr>
            <w:rStyle w:val="Hyperlink"/>
            <w:noProof/>
            <w:sz w:val="20"/>
            <w:szCs w:val="20"/>
          </w:rPr>
          <w:t>Invoice Recipient Payment to ERCOT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_Toc80175323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2DD00175" w14:textId="4A1206A8" w:rsidR="008F5C1F" w:rsidRPr="008F5C1F" w:rsidRDefault="00F12EDA">
      <w:pPr>
        <w:pStyle w:val="TOC4"/>
        <w:rPr>
          <w:rFonts w:eastAsiaTheme="minorEastAsia"/>
          <w:noProof/>
          <w:sz w:val="20"/>
          <w:szCs w:val="20"/>
        </w:rPr>
      </w:pPr>
      <w:hyperlink w:anchor="_Toc80175324" w:history="1">
        <w:r w:rsidR="008F5C1F" w:rsidRPr="008F5C1F">
          <w:rPr>
            <w:rStyle w:val="Hyperlink"/>
            <w:noProof/>
            <w:sz w:val="20"/>
            <w:szCs w:val="20"/>
          </w:rPr>
          <w:t>9.19.2.2</w:t>
        </w:r>
        <w:r w:rsidR="008F5C1F" w:rsidRPr="008F5C1F">
          <w:rPr>
            <w:rFonts w:eastAsiaTheme="minorEastAsia"/>
            <w:noProof/>
            <w:sz w:val="20"/>
            <w:szCs w:val="20"/>
          </w:rPr>
          <w:tab/>
        </w:r>
        <w:r w:rsidR="008F5C1F" w:rsidRPr="008F5C1F">
          <w:rPr>
            <w:rStyle w:val="Hyperlink"/>
            <w:noProof/>
            <w:sz w:val="20"/>
            <w:szCs w:val="20"/>
          </w:rPr>
          <w:t>ERCOT Payment to Invoice Recipients for Default Uplift</w:t>
        </w:r>
        <w:r w:rsidR="008F5C1F" w:rsidRPr="008F5C1F">
          <w:rPr>
            <w:noProof/>
            <w:webHidden/>
            <w:sz w:val="20"/>
            <w:szCs w:val="20"/>
          </w:rPr>
          <w:tab/>
        </w:r>
        <w:r w:rsidR="008F5C1F" w:rsidRPr="008F5C1F">
          <w:rPr>
            <w:noProof/>
            <w:webHidden/>
            <w:sz w:val="20"/>
            <w:szCs w:val="20"/>
          </w:rPr>
          <w:fldChar w:fldCharType="begin"/>
        </w:r>
        <w:r w:rsidR="008F5C1F" w:rsidRPr="008F5C1F">
          <w:rPr>
            <w:noProof/>
            <w:webHidden/>
            <w:sz w:val="20"/>
            <w:szCs w:val="20"/>
          </w:rPr>
          <w:instrText xml:space="preserve"> PAGEREF _Toc80175324 \h </w:instrText>
        </w:r>
        <w:r w:rsidR="008F5C1F" w:rsidRPr="008F5C1F">
          <w:rPr>
            <w:noProof/>
            <w:webHidden/>
            <w:sz w:val="20"/>
            <w:szCs w:val="20"/>
          </w:rPr>
        </w:r>
        <w:r w:rsidR="008F5C1F" w:rsidRPr="008F5C1F">
          <w:rPr>
            <w:noProof/>
            <w:webHidden/>
            <w:sz w:val="20"/>
            <w:szCs w:val="20"/>
          </w:rPr>
          <w:fldChar w:fldCharType="separate"/>
        </w:r>
        <w:r>
          <w:rPr>
            <w:noProof/>
            <w:webHidden/>
            <w:sz w:val="20"/>
            <w:szCs w:val="20"/>
          </w:rPr>
          <w:t>9-58</w:t>
        </w:r>
        <w:r w:rsidR="008F5C1F" w:rsidRPr="008F5C1F">
          <w:rPr>
            <w:noProof/>
            <w:webHidden/>
            <w:sz w:val="20"/>
            <w:szCs w:val="20"/>
          </w:rPr>
          <w:fldChar w:fldCharType="end"/>
        </w:r>
      </w:hyperlink>
    </w:p>
    <w:p w14:paraId="1FD4A02D" w14:textId="6F2124FE" w:rsidR="008F5C1F" w:rsidRPr="008F5C1F" w:rsidRDefault="00F12EDA">
      <w:pPr>
        <w:pStyle w:val="TOC3"/>
        <w:rPr>
          <w:rFonts w:eastAsiaTheme="minorEastAsia"/>
          <w:i w:val="0"/>
          <w:iCs w:val="0"/>
          <w:noProof/>
        </w:rPr>
      </w:pPr>
      <w:hyperlink w:anchor="_Toc80175325" w:history="1">
        <w:r w:rsidR="008F5C1F" w:rsidRPr="008F5C1F">
          <w:rPr>
            <w:rStyle w:val="Hyperlink"/>
            <w:i w:val="0"/>
            <w:iCs w:val="0"/>
            <w:noProof/>
          </w:rPr>
          <w:t>9.19.3</w:t>
        </w:r>
        <w:r w:rsidR="008F5C1F" w:rsidRPr="008F5C1F">
          <w:rPr>
            <w:rFonts w:eastAsiaTheme="minorEastAsia"/>
            <w:i w:val="0"/>
            <w:iCs w:val="0"/>
            <w:noProof/>
          </w:rPr>
          <w:tab/>
        </w:r>
        <w:r w:rsidR="008F5C1F" w:rsidRPr="008F5C1F">
          <w:rPr>
            <w:rStyle w:val="Hyperlink"/>
            <w:i w:val="0"/>
            <w:iCs w:val="0"/>
            <w:noProof/>
          </w:rPr>
          <w:t>Default Uplift Supporting Data Reporting</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_Toc80175325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3B119A71" w14:textId="4D071F83" w:rsidR="008F5C1F" w:rsidRPr="008F5C1F" w:rsidRDefault="00F12EDA">
      <w:pPr>
        <w:pStyle w:val="TOC3"/>
        <w:rPr>
          <w:rFonts w:eastAsiaTheme="minorEastAsia"/>
          <w:i w:val="0"/>
          <w:iCs w:val="0"/>
          <w:noProof/>
        </w:rPr>
      </w:pPr>
      <w:hyperlink w:anchor="_Toc80175326" w:history="1">
        <w:r w:rsidR="008F5C1F" w:rsidRPr="008F5C1F">
          <w:rPr>
            <w:rStyle w:val="Hyperlink"/>
            <w:i w:val="0"/>
            <w:iCs w:val="0"/>
            <w:noProof/>
          </w:rPr>
          <w:t>9.19.4</w:t>
        </w:r>
        <w:r w:rsidR="008F5C1F" w:rsidRPr="008F5C1F">
          <w:rPr>
            <w:rFonts w:eastAsiaTheme="minorEastAsia"/>
            <w:i w:val="0"/>
            <w:iCs w:val="0"/>
            <w:noProof/>
          </w:rPr>
          <w:tab/>
        </w:r>
        <w:r w:rsidR="008F5C1F" w:rsidRPr="008F5C1F">
          <w:rPr>
            <w:rStyle w:val="Hyperlink"/>
            <w:i w:val="0"/>
            <w:iCs w:val="0"/>
            <w:noProof/>
          </w:rPr>
          <w:t>Exemption for Central Counter-Party Clearinghouses Regulated as Derivatives Clearing Organizations</w:t>
        </w:r>
        <w:r w:rsidR="008F5C1F" w:rsidRPr="008F5C1F">
          <w:rPr>
            <w:i w:val="0"/>
            <w:iCs w:val="0"/>
            <w:noProof/>
            <w:webHidden/>
          </w:rPr>
          <w:tab/>
        </w:r>
        <w:r w:rsidR="008F5C1F" w:rsidRPr="008F5C1F">
          <w:rPr>
            <w:i w:val="0"/>
            <w:iCs w:val="0"/>
            <w:noProof/>
            <w:webHidden/>
          </w:rPr>
          <w:fldChar w:fldCharType="begin"/>
        </w:r>
        <w:r w:rsidR="008F5C1F" w:rsidRPr="008F5C1F">
          <w:rPr>
            <w:i w:val="0"/>
            <w:iCs w:val="0"/>
            <w:noProof/>
            <w:webHidden/>
          </w:rPr>
          <w:instrText xml:space="preserve"> PAGEREF _Toc80175326 \h </w:instrText>
        </w:r>
        <w:r w:rsidR="008F5C1F" w:rsidRPr="008F5C1F">
          <w:rPr>
            <w:i w:val="0"/>
            <w:iCs w:val="0"/>
            <w:noProof/>
            <w:webHidden/>
          </w:rPr>
        </w:r>
        <w:r w:rsidR="008F5C1F" w:rsidRPr="008F5C1F">
          <w:rPr>
            <w:i w:val="0"/>
            <w:iCs w:val="0"/>
            <w:noProof/>
            <w:webHidden/>
          </w:rPr>
          <w:fldChar w:fldCharType="separate"/>
        </w:r>
        <w:r>
          <w:rPr>
            <w:i w:val="0"/>
            <w:iCs w:val="0"/>
            <w:noProof/>
            <w:webHidden/>
          </w:rPr>
          <w:t>9-59</w:t>
        </w:r>
        <w:r w:rsidR="008F5C1F" w:rsidRPr="008F5C1F">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77777777" w:rsidR="00226940" w:rsidRPr="00ED3498" w:rsidRDefault="00226940" w:rsidP="00226940">
      <w:pPr>
        <w:tabs>
          <w:tab w:val="left" w:pos="2160"/>
        </w:tabs>
        <w:spacing w:after="240"/>
        <w:ind w:left="1440" w:hanging="720"/>
      </w:pPr>
      <w:r w:rsidRPr="00ED3498">
        <w:t>(m)</w:t>
      </w:r>
      <w:r w:rsidRPr="00ED3498">
        <w:tab/>
        <w:t xml:space="preserve">Each miscellaneous Invoice for Securitization Default Charges will be issued under Section 26.3, Miscellaneous Invoices for Securitization Default Charges; </w:t>
      </w:r>
    </w:p>
    <w:p w14:paraId="02E2F808" w14:textId="0B7E5145" w:rsidR="00226940" w:rsidRDefault="00226940" w:rsidP="00226940">
      <w:pPr>
        <w:pStyle w:val="List"/>
        <w:tabs>
          <w:tab w:val="left" w:pos="2160"/>
        </w:tabs>
      </w:pPr>
      <w:r w:rsidRPr="00ED3498">
        <w:t>(n)</w:t>
      </w:r>
      <w:r w:rsidRPr="00ED3498">
        <w:tab/>
        <w:t>Payments for miscellaneous Invoices for Securitization Default Charges are due under Section 26.3.1, Payment Process for Miscellaneous Invoices for Securitization Default Charges;</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226940" w:rsidRPr="00ED3498" w14:paraId="37481EEB" w14:textId="77777777" w:rsidTr="005275D2">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5D27E44C" w14:textId="77777777" w:rsidR="00226940" w:rsidRPr="006F690C" w:rsidRDefault="00226940" w:rsidP="005275D2">
            <w:pPr>
              <w:spacing w:before="120" w:after="240"/>
              <w:rPr>
                <w:b/>
                <w:bCs/>
                <w:i/>
                <w:iCs/>
              </w:rPr>
            </w:pPr>
            <w:r w:rsidRPr="006F690C">
              <w:rPr>
                <w:b/>
                <w:bCs/>
                <w:i/>
                <w:iCs/>
              </w:rPr>
              <w:t>[NPRR</w:t>
            </w:r>
            <w:r>
              <w:rPr>
                <w:b/>
                <w:bCs/>
                <w:i/>
                <w:iCs/>
              </w:rPr>
              <w:t>1103</w:t>
            </w:r>
            <w:r w:rsidRPr="006F690C">
              <w:rPr>
                <w:b/>
                <w:bCs/>
                <w:i/>
                <w:iCs/>
              </w:rPr>
              <w:t xml:space="preserve">:  Replace paragraphs (m) and (n) above with the following upon system implementation:] </w:t>
            </w:r>
          </w:p>
          <w:p w14:paraId="5E6E3124" w14:textId="77777777" w:rsidR="00226940" w:rsidRPr="00ED3498" w:rsidRDefault="00226940" w:rsidP="005275D2">
            <w:pPr>
              <w:tabs>
                <w:tab w:val="left" w:pos="2160"/>
              </w:tabs>
              <w:spacing w:after="240"/>
              <w:ind w:left="1440" w:hanging="720"/>
            </w:pPr>
            <w:r w:rsidRPr="00ED3498">
              <w:t>(m)</w:t>
            </w:r>
            <w:r w:rsidRPr="00ED3498">
              <w:tab/>
              <w:t xml:space="preserve">Securitization Default Charge Invoices will be issued in accordance with Section 26.3, Securitization Default Charge Invoices; </w:t>
            </w:r>
          </w:p>
          <w:p w14:paraId="446023BF" w14:textId="080078E5" w:rsidR="00226940" w:rsidRPr="00ED3498" w:rsidRDefault="00226940" w:rsidP="005275D2">
            <w:pPr>
              <w:widowControl w:val="0"/>
              <w:spacing w:after="240"/>
              <w:ind w:left="1440" w:hanging="720"/>
              <w:rPr>
                <w:iCs/>
              </w:rPr>
            </w:pPr>
            <w:r w:rsidRPr="00ED3498">
              <w:t>(n)</w:t>
            </w:r>
            <w:r w:rsidRPr="00ED3498">
              <w:tab/>
              <w:t>Payments for Securitization Default Charge Invoices are due under Section 26.3.1, Payment Process for Securitization Default Charge Invoices;</w:t>
            </w:r>
          </w:p>
        </w:tc>
      </w:tr>
    </w:tbl>
    <w:p w14:paraId="349269B6" w14:textId="77777777" w:rsidR="00484E17" w:rsidRPr="006A7BA2" w:rsidRDefault="00484E17" w:rsidP="00484E17">
      <w:pPr>
        <w:tabs>
          <w:tab w:val="left" w:pos="2160"/>
        </w:tabs>
        <w:spacing w:before="240"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lastRenderedPageBreak/>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lastRenderedPageBreak/>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lastRenderedPageBreak/>
        <w:t>(h)</w:t>
      </w:r>
      <w:r>
        <w:tab/>
        <w:t>Section 4.6.4.1.3, Responsive Reserve Payment;</w:t>
      </w:r>
    </w:p>
    <w:p w14:paraId="511C0716" w14:textId="77777777" w:rsidR="002F5868" w:rsidRDefault="00DD1AC6" w:rsidP="00D36908">
      <w:pPr>
        <w:pStyle w:val="List"/>
      </w:pPr>
      <w:r>
        <w:t>(i)</w:t>
      </w:r>
      <w:r>
        <w:tab/>
        <w:t>Section 4.6.4.1.4, Non-Spinning Reserve Service Payment;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63BBF" w:rsidRPr="00E566EB" w14:paraId="35BBE3E7" w14:textId="77777777" w:rsidTr="00CB1BFA">
        <w:tc>
          <w:tcPr>
            <w:tcW w:w="9766" w:type="dxa"/>
            <w:shd w:val="pct12" w:color="auto" w:fill="auto"/>
          </w:tcPr>
          <w:p w14:paraId="3B48BF5E" w14:textId="77777777" w:rsidR="00D63BBF" w:rsidRPr="00E566EB" w:rsidRDefault="00D63BBF" w:rsidP="00CB1BFA">
            <w:pPr>
              <w:spacing w:before="120" w:after="240"/>
              <w:rPr>
                <w:b/>
                <w:i/>
                <w:iCs/>
              </w:rPr>
            </w:pPr>
            <w:r>
              <w:rPr>
                <w:b/>
                <w:i/>
                <w:iCs/>
              </w:rPr>
              <w:t>[NPRR863</w:t>
            </w:r>
            <w:r w:rsidRPr="00E566EB">
              <w:rPr>
                <w:b/>
                <w:i/>
                <w:iCs/>
              </w:rPr>
              <w:t xml:space="preserve">: </w:t>
            </w:r>
            <w:r>
              <w:rPr>
                <w:b/>
                <w:i/>
                <w:iCs/>
              </w:rPr>
              <w:t xml:space="preserve"> Insert item (j) below upon </w:t>
            </w:r>
            <w:r w:rsidRPr="00E566EB">
              <w:rPr>
                <w:b/>
                <w:i/>
                <w:iCs/>
              </w:rPr>
              <w:t>system implementation</w:t>
            </w:r>
            <w:r>
              <w:rPr>
                <w:b/>
                <w:i/>
                <w:iCs/>
              </w:rPr>
              <w:t xml:space="preserve"> and renumber accordingly</w:t>
            </w:r>
            <w:r w:rsidRPr="00E566EB">
              <w:rPr>
                <w:b/>
                <w:i/>
                <w:iCs/>
              </w:rPr>
              <w:t>:]</w:t>
            </w:r>
          </w:p>
          <w:p w14:paraId="70E253F5" w14:textId="77777777" w:rsidR="00D63BBF" w:rsidRPr="00BC66E2" w:rsidRDefault="00D63BBF" w:rsidP="00D63BBF">
            <w:pPr>
              <w:spacing w:after="240"/>
              <w:ind w:left="1440" w:hanging="720"/>
            </w:pPr>
            <w:r w:rsidRPr="0003648D">
              <w:t>(j)</w:t>
            </w:r>
            <w:r w:rsidRPr="0003648D">
              <w:tab/>
              <w:t xml:space="preserve">Section 4.6.4.1.5, </w:t>
            </w:r>
            <w:r>
              <w:t>ERCOT Contingency Reserve Service</w:t>
            </w:r>
            <w:r w:rsidRPr="0003648D">
              <w:t xml:space="preserve"> Payment;</w:t>
            </w:r>
          </w:p>
        </w:tc>
      </w:tr>
    </w:tbl>
    <w:p w14:paraId="0422DF2D" w14:textId="77777777" w:rsidR="002F5868" w:rsidRDefault="00DD1AC6" w:rsidP="00F81EF4">
      <w:pPr>
        <w:pStyle w:val="List"/>
        <w:spacing w:before="240"/>
      </w:pPr>
      <w:r>
        <w:t>(j)</w:t>
      </w:r>
      <w:r>
        <w:tab/>
        <w:t>Section 4.6.4.2.1, Regulation Up Service Charge;</w:t>
      </w:r>
    </w:p>
    <w:p w14:paraId="48D8750C" w14:textId="77777777" w:rsidR="002F5868" w:rsidRDefault="00DD1AC6">
      <w:pPr>
        <w:pStyle w:val="List"/>
      </w:pPr>
      <w:r>
        <w:t>(k)</w:t>
      </w:r>
      <w:r>
        <w:tab/>
        <w:t xml:space="preserve">Section 4.6.4.2.2, </w:t>
      </w:r>
      <w:hyperlink w:anchor="_Toc109527549" w:history="1">
        <w:r>
          <w:t>Regulation Down Service Charge</w:t>
        </w:r>
      </w:hyperlink>
      <w:r>
        <w:t>;</w:t>
      </w:r>
    </w:p>
    <w:p w14:paraId="330F33F0" w14:textId="77777777" w:rsidR="00CE1AB7" w:rsidRDefault="00DD1AC6" w:rsidP="00CE1AB7">
      <w:pPr>
        <w:pStyle w:val="List"/>
      </w:pPr>
      <w:r>
        <w:rPr>
          <w:lang w:val="pt-BR"/>
        </w:rPr>
        <w:t>(l)</w:t>
      </w:r>
      <w:r>
        <w:rPr>
          <w:lang w:val="pt-BR"/>
        </w:rPr>
        <w:tab/>
      </w:r>
      <w:r>
        <w:t xml:space="preserve">Section 4.6.4.2.3, </w:t>
      </w:r>
      <w:r>
        <w:rPr>
          <w:lang w:val="pt-BR"/>
        </w:rPr>
        <w:t>Responsive Reserve Charge;</w:t>
      </w:r>
    </w:p>
    <w:p w14:paraId="69484B36" w14:textId="77777777" w:rsidR="002F5868" w:rsidRDefault="00DD1AC6" w:rsidP="00D36908">
      <w:pPr>
        <w:pStyle w:val="List"/>
      </w:pPr>
      <w:r>
        <w:t>(m)</w:t>
      </w:r>
      <w:r>
        <w:tab/>
        <w:t>Section 4.6.4.2.4, Non-Spinning Reserve Service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F3989" w:rsidRPr="00E566EB" w14:paraId="1727D911" w14:textId="77777777" w:rsidTr="00CB1BFA">
        <w:tc>
          <w:tcPr>
            <w:tcW w:w="9766" w:type="dxa"/>
            <w:shd w:val="pct12" w:color="auto" w:fill="auto"/>
          </w:tcPr>
          <w:p w14:paraId="157A4C55" w14:textId="77777777" w:rsidR="005F3989" w:rsidRPr="00E566EB" w:rsidRDefault="005F3989" w:rsidP="00CB1BFA">
            <w:pPr>
              <w:spacing w:before="120" w:after="240"/>
              <w:rPr>
                <w:b/>
                <w:i/>
                <w:iCs/>
              </w:rPr>
            </w:pPr>
            <w:r>
              <w:rPr>
                <w:b/>
                <w:i/>
                <w:iCs/>
              </w:rPr>
              <w:t>[NPRR863</w:t>
            </w:r>
            <w:r w:rsidRPr="00E566EB">
              <w:rPr>
                <w:b/>
                <w:i/>
                <w:iCs/>
              </w:rPr>
              <w:t xml:space="preserve">: </w:t>
            </w:r>
            <w:r>
              <w:rPr>
                <w:b/>
                <w:i/>
                <w:iCs/>
              </w:rPr>
              <w:t xml:space="preserve"> Insert item (o) below upon </w:t>
            </w:r>
            <w:r w:rsidRPr="00E566EB">
              <w:rPr>
                <w:b/>
                <w:i/>
                <w:iCs/>
              </w:rPr>
              <w:t>system implementation</w:t>
            </w:r>
            <w:r>
              <w:rPr>
                <w:b/>
                <w:i/>
                <w:iCs/>
              </w:rPr>
              <w:t xml:space="preserve"> and renumber accordingly</w:t>
            </w:r>
            <w:r w:rsidRPr="00E566EB">
              <w:rPr>
                <w:b/>
                <w:i/>
                <w:iCs/>
              </w:rPr>
              <w:t>:]</w:t>
            </w:r>
          </w:p>
          <w:p w14:paraId="0FCF1A12" w14:textId="77777777" w:rsidR="005F3989" w:rsidRPr="00BC66E2" w:rsidRDefault="005F3989" w:rsidP="005F3989">
            <w:pPr>
              <w:spacing w:after="240"/>
              <w:ind w:left="1440" w:hanging="720"/>
            </w:pPr>
            <w:r w:rsidRPr="0003648D">
              <w:t>(o)</w:t>
            </w:r>
            <w:r w:rsidRPr="0003648D">
              <w:tab/>
              <w:t xml:space="preserve">Section 4.6.4.2.5, </w:t>
            </w:r>
            <w:r>
              <w:t>ERCOT Contingency Reserve Service</w:t>
            </w:r>
            <w:r w:rsidRPr="0003648D">
              <w:t xml:space="preserve"> Charge;</w:t>
            </w:r>
          </w:p>
        </w:tc>
      </w:tr>
    </w:tbl>
    <w:p w14:paraId="6EBF2150" w14:textId="77777777" w:rsidR="002F5868" w:rsidRDefault="00DD1AC6" w:rsidP="00F81EF4">
      <w:pPr>
        <w:pStyle w:val="List"/>
        <w:spacing w:before="240"/>
      </w:pPr>
      <w:r>
        <w:t>(n)</w:t>
      </w:r>
      <w:r>
        <w:tab/>
        <w:t>Section 7.9.1.1, Payments and Charges for PTP Obligations Settled in DAM;</w:t>
      </w:r>
    </w:p>
    <w:p w14:paraId="356DE67C" w14:textId="77777777" w:rsidR="002F5868" w:rsidRDefault="00DD1AC6">
      <w:pPr>
        <w:pStyle w:val="List"/>
      </w:pPr>
      <w:r>
        <w:t>(o)</w:t>
      </w:r>
      <w:r>
        <w:tab/>
        <w:t>Section 7.9.1.2, Payments for PTP Options Settled in DAM;</w:t>
      </w:r>
    </w:p>
    <w:p w14:paraId="542FF697" w14:textId="77777777" w:rsidR="002F5868" w:rsidRDefault="00DD1AC6">
      <w:pPr>
        <w:pStyle w:val="List"/>
      </w:pPr>
      <w:r>
        <w:t>(p)</w:t>
      </w:r>
      <w:r>
        <w:tab/>
        <w:t>Section 7.9.1.4, Payments for FGRs Settled in DAM;</w:t>
      </w:r>
    </w:p>
    <w:p w14:paraId="4F13ED00" w14:textId="77777777" w:rsidR="002F5868" w:rsidRDefault="00DD1AC6">
      <w:pPr>
        <w:pStyle w:val="List"/>
      </w:pPr>
      <w:r>
        <w:t>(q)</w:t>
      </w:r>
      <w:r>
        <w:tab/>
        <w:t>Section 7.9.1.5, Payments and Charges for PTP Obligations with Refund Settled in DAM;</w:t>
      </w:r>
    </w:p>
    <w:p w14:paraId="4A77F34A" w14:textId="77777777" w:rsidR="002F5868" w:rsidRDefault="00DD1AC6">
      <w:pPr>
        <w:pStyle w:val="List"/>
      </w:pPr>
      <w:r>
        <w:t>(r)</w:t>
      </w:r>
      <w:r>
        <w:tab/>
        <w:t>Section 7.9.1.6, Payments for PTP Options with Refund Settled in DAM; and</w:t>
      </w:r>
    </w:p>
    <w:p w14:paraId="76BD3300" w14:textId="77777777" w:rsidR="002F5868" w:rsidRDefault="00DD1AC6">
      <w:pPr>
        <w:pStyle w:val="List"/>
      </w:pPr>
      <w:r>
        <w:t>(s)</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2B0BC48E"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w:t>
      </w:r>
      <w:r w:rsidRPr="00A10FC3">
        <w:lastRenderedPageBreak/>
        <w:t xml:space="preserve">also produce DAM Resettlement Statements required by resolution of Settlement and </w:t>
      </w:r>
      <w:r w:rsidR="00A16DB0">
        <w:t>b</w:t>
      </w:r>
      <w:r w:rsidRPr="00A10FC3">
        <w:t>illing disputes.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77777777"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and </w:t>
      </w:r>
    </w:p>
    <w:p w14:paraId="48B28B55" w14:textId="77777777" w:rsidR="00D41086" w:rsidRPr="001044B0"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p>
    <w:p w14:paraId="04981AAB" w14:textId="77777777" w:rsidR="00D41086" w:rsidRPr="00A10FC3" w:rsidRDefault="00D41086" w:rsidP="00D41086">
      <w:pPr>
        <w:spacing w:after="240"/>
        <w:ind w:left="720" w:hanging="720"/>
      </w:pPr>
      <w:r w:rsidRPr="00A10FC3">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1E721594" w14:textId="77777777" w:rsidR="002F5868" w:rsidRPr="008910B8" w:rsidRDefault="00DD1AC6" w:rsidP="00B34F9F">
      <w:pPr>
        <w:pStyle w:val="H3"/>
        <w:rPr>
          <w:b/>
          <w:i/>
        </w:rPr>
      </w:pPr>
      <w:bookmarkStart w:id="79" w:name="_Toc309731028"/>
      <w:bookmarkStart w:id="80" w:name="_Toc405814010"/>
      <w:bookmarkStart w:id="81" w:name="_Toc422207900"/>
      <w:bookmarkStart w:id="82" w:name="_Toc438044814"/>
      <w:bookmarkStart w:id="83" w:name="_Toc447622597"/>
      <w:bookmarkStart w:id="84" w:name="_Toc80175247"/>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w:t>
      </w:r>
      <w:r w:rsidR="00DD1AC6">
        <w:lastRenderedPageBreak/>
        <w:t xml:space="preserve">Statement for the DAM is not available on the MIS Certified Area on the date specified 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lastRenderedPageBreak/>
        <w:t>(2)</w:t>
      </w:r>
      <w:r>
        <w:tab/>
        <w:t xml:space="preserve">A Settlement Statement for the RTM can be: </w:t>
      </w:r>
    </w:p>
    <w:p w14:paraId="1251C80E" w14:textId="77777777" w:rsidR="002F5868" w:rsidRDefault="00DD1AC6" w:rsidP="00D07D1E">
      <w:pPr>
        <w:pStyle w:val="List"/>
        <w:widowControl w:val="0"/>
      </w:pPr>
      <w:r>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54F575E6" w:rsidR="005F19AF" w:rsidRDefault="005F19AF" w:rsidP="005F19AF">
      <w:pPr>
        <w:spacing w:after="240"/>
        <w:ind w:left="1440" w:hanging="720"/>
      </w:pPr>
      <w:r>
        <w:t>(</w:t>
      </w:r>
      <w:r w:rsidR="00680ED0">
        <w:t>z</w:t>
      </w:r>
      <w:r>
        <w:t xml:space="preserve">) </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30822A83" w14:textId="6ECF68DC" w:rsidR="00504253" w:rsidRDefault="00504253" w:rsidP="002B4852">
      <w:pPr>
        <w:pStyle w:val="List"/>
      </w:pPr>
      <w:r>
        <w:t>(</w:t>
      </w:r>
      <w:r w:rsidR="00680ED0">
        <w:t>oo</w:t>
      </w:r>
      <w:r>
        <w:t>)</w:t>
      </w:r>
      <w:r>
        <w:tab/>
      </w:r>
      <w:r w:rsidRPr="00A02D58">
        <w:t xml:space="preserve">Paragraph </w:t>
      </w:r>
      <w:r>
        <w:t>(1)</w:t>
      </w:r>
      <w:r w:rsidRPr="00A02D58">
        <w:t>(a) of Section 6.7.2, Payments for Ancillary Service Capacity Assigned in Real-Time Operations;</w:t>
      </w:r>
    </w:p>
    <w:p w14:paraId="0CA5C261" w14:textId="25F6A022" w:rsidR="00504253" w:rsidRDefault="00504253" w:rsidP="00A75C9C">
      <w:pPr>
        <w:pStyle w:val="List"/>
      </w:pPr>
      <w:r>
        <w:lastRenderedPageBreak/>
        <w:t>(</w:t>
      </w:r>
      <w:r w:rsidR="00680ED0">
        <w:t>pp</w:t>
      </w:r>
      <w:r>
        <w:t>)</w:t>
      </w:r>
      <w:r>
        <w:tab/>
        <w:t>Paragraph (1)(b) of Section 6.7.2;</w:t>
      </w:r>
    </w:p>
    <w:p w14:paraId="0D12BDDC" w14:textId="0169F486" w:rsidR="00D6200E" w:rsidRDefault="00D6200E" w:rsidP="002B4852">
      <w:pPr>
        <w:spacing w:after="240"/>
        <w:ind w:left="1440" w:hanging="720"/>
      </w:pPr>
      <w:r w:rsidRPr="00D26EA8">
        <w:t>(</w:t>
      </w:r>
      <w:r w:rsidR="00680ED0">
        <w:t>qq</w:t>
      </w:r>
      <w:r w:rsidRPr="00D26EA8">
        <w:t>)</w:t>
      </w:r>
      <w:r w:rsidRPr="00D26EA8">
        <w:tab/>
      </w:r>
      <w:r>
        <w:t xml:space="preserve">Paragraph (1)(a) of </w:t>
      </w:r>
      <w:r w:rsidRPr="00D26EA8">
        <w:t>Section 6.7.2.1, Charges for Infeasible Ancillary Service Capacity Due to Transmission Constraints</w:t>
      </w:r>
      <w:r>
        <w:t>;</w:t>
      </w:r>
    </w:p>
    <w:p w14:paraId="230A5BAB" w14:textId="58D666AF" w:rsidR="00D6200E" w:rsidRDefault="00D6200E" w:rsidP="00D6200E">
      <w:pPr>
        <w:spacing w:after="240"/>
        <w:ind w:left="1440" w:hanging="720"/>
      </w:pPr>
      <w:r>
        <w:t>(</w:t>
      </w:r>
      <w:r w:rsidR="00680ED0">
        <w:t>rr</w:t>
      </w:r>
      <w:r>
        <w:t>)</w:t>
      </w:r>
      <w:r>
        <w:tab/>
        <w:t>Paragraph (1)(b) of Section 6.7.2.1;</w:t>
      </w:r>
    </w:p>
    <w:p w14:paraId="5F6B722E" w14:textId="342E35A5" w:rsidR="00D6200E" w:rsidRDefault="00D6200E" w:rsidP="00D6200E">
      <w:pPr>
        <w:spacing w:after="240"/>
        <w:ind w:left="1440" w:hanging="720"/>
      </w:pPr>
      <w:r>
        <w:t>(</w:t>
      </w:r>
      <w:r w:rsidR="00680ED0">
        <w:t>ss</w:t>
      </w:r>
      <w:r>
        <w:t>)</w:t>
      </w:r>
      <w:r>
        <w:tab/>
        <w:t>Paragraph (1)(c) of Section 6.7.2.1;</w:t>
      </w:r>
    </w:p>
    <w:p w14:paraId="38083E5B" w14:textId="6BCCD9B9" w:rsidR="005F3989" w:rsidRDefault="00D6200E" w:rsidP="00D6200E">
      <w:pPr>
        <w:pStyle w:val="List"/>
      </w:pPr>
      <w:r>
        <w:t>(</w:t>
      </w:r>
      <w:r w:rsidR="00680ED0">
        <w:t>tt</w:t>
      </w:r>
      <w:r>
        <w:t>)</w:t>
      </w:r>
      <w:r>
        <w:tab/>
        <w:t>Paragraph (1)(d) of Section 6.7.2.1;</w:t>
      </w:r>
    </w:p>
    <w:p w14:paraId="6B017444" w14:textId="2CC985CB" w:rsidR="002F5868" w:rsidRDefault="00DD1AC6" w:rsidP="002B4852">
      <w:pPr>
        <w:pStyle w:val="List"/>
      </w:pPr>
      <w:r>
        <w:t>(</w:t>
      </w:r>
      <w:r w:rsidR="00680ED0">
        <w:t>uu</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4A1E92B0" w:rsidR="002F5868" w:rsidRDefault="00DD1AC6">
      <w:pPr>
        <w:pStyle w:val="List"/>
      </w:pPr>
      <w:r>
        <w:t>(</w:t>
      </w:r>
      <w:r w:rsidR="00680ED0">
        <w:t>vv</w:t>
      </w:r>
      <w:r>
        <w:t>)</w:t>
      </w:r>
      <w:r>
        <w:tab/>
        <w:t xml:space="preserve">Paragraph </w:t>
      </w:r>
      <w:r w:rsidR="00522B6A">
        <w:t>(1)</w:t>
      </w:r>
      <w:r>
        <w:t>(</w:t>
      </w:r>
      <w:r w:rsidR="00CD11DE">
        <w:t>b</w:t>
      </w:r>
      <w:r>
        <w:t>) of Section 6.7.</w:t>
      </w:r>
      <w:r w:rsidR="00504253">
        <w:t>3</w:t>
      </w:r>
      <w:r>
        <w:t>;</w:t>
      </w:r>
    </w:p>
    <w:p w14:paraId="048FF089" w14:textId="11EE50E4" w:rsidR="002F5868" w:rsidRDefault="00DD1AC6">
      <w:pPr>
        <w:pStyle w:val="List"/>
      </w:pPr>
      <w:r>
        <w:t>(</w:t>
      </w:r>
      <w:r w:rsidR="00680ED0">
        <w:t>ww</w:t>
      </w:r>
      <w:r>
        <w:t>)</w:t>
      </w:r>
      <w:r>
        <w:tab/>
        <w:t xml:space="preserve">Paragraph </w:t>
      </w:r>
      <w:r w:rsidR="00522B6A">
        <w:t>(1)</w:t>
      </w:r>
      <w:r>
        <w:t>(</w:t>
      </w:r>
      <w:r w:rsidR="00CD11DE">
        <w:t>c</w:t>
      </w:r>
      <w:r>
        <w:t>) of Section 6.7.</w:t>
      </w:r>
      <w:r w:rsidR="00504253">
        <w:t>3</w:t>
      </w:r>
      <w:r>
        <w:t>;</w:t>
      </w:r>
    </w:p>
    <w:p w14:paraId="210B65ED" w14:textId="7EA20454" w:rsidR="002F5868" w:rsidRDefault="00DD1AC6">
      <w:pPr>
        <w:pStyle w:val="List"/>
      </w:pPr>
      <w:r>
        <w:t>(</w:t>
      </w:r>
      <w:r w:rsidR="00680ED0">
        <w:t>xx</w:t>
      </w:r>
      <w:r>
        <w:t>)</w:t>
      </w:r>
      <w:r>
        <w:tab/>
        <w:t xml:space="preserve">Paragraph </w:t>
      </w:r>
      <w:r w:rsidR="00522B6A">
        <w:t>(1)</w:t>
      </w:r>
      <w:r>
        <w:t>(</w:t>
      </w:r>
      <w:r w:rsidR="00763592">
        <w:t>d</w:t>
      </w:r>
      <w:r>
        <w:t>) of Section 6.7.</w:t>
      </w:r>
      <w:r w:rsidR="00504253">
        <w:t>3</w:t>
      </w:r>
      <w:r>
        <w:t>;</w:t>
      </w:r>
    </w:p>
    <w:p w14:paraId="4B917AEF" w14:textId="288D11FD" w:rsidR="002F5868" w:rsidRPr="0039567D" w:rsidRDefault="00DD1AC6" w:rsidP="002B4852">
      <w:pPr>
        <w:pStyle w:val="List"/>
      </w:pPr>
      <w:r w:rsidRPr="0039567D">
        <w:t>(</w:t>
      </w:r>
      <w:r w:rsidR="00680ED0">
        <w:t>yy</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46F7D9F9" w:rsidR="002F5868" w:rsidRPr="0039567D" w:rsidRDefault="00DD1AC6">
      <w:pPr>
        <w:pStyle w:val="List"/>
      </w:pPr>
      <w:r w:rsidRPr="0039567D">
        <w:t>(</w:t>
      </w:r>
      <w:r w:rsidR="00680ED0">
        <w:t>zz</w:t>
      </w:r>
      <w:r w:rsidRPr="0039567D">
        <w:t>)</w:t>
      </w:r>
      <w:r w:rsidRPr="0039567D">
        <w:tab/>
        <w:t>Paragraph (</w:t>
      </w:r>
      <w:r w:rsidR="00F452AF">
        <w:t>3</w:t>
      </w:r>
      <w:r w:rsidRPr="0039567D">
        <w:t>) of Section 6.7.</w:t>
      </w:r>
      <w:r w:rsidR="00504253">
        <w:t>4</w:t>
      </w:r>
      <w:r w:rsidRPr="0039567D">
        <w:t>;</w:t>
      </w:r>
    </w:p>
    <w:p w14:paraId="760D666E" w14:textId="2D71EEBD" w:rsidR="002F5868" w:rsidRPr="0039567D" w:rsidRDefault="00DD1AC6">
      <w:pPr>
        <w:pStyle w:val="List"/>
      </w:pPr>
      <w:r w:rsidRPr="0039567D">
        <w:t>(</w:t>
      </w:r>
      <w:r w:rsidR="00680ED0">
        <w:t>aaa</w:t>
      </w:r>
      <w:r w:rsidRPr="0039567D">
        <w:t>)</w:t>
      </w:r>
      <w:r w:rsidRPr="0039567D">
        <w:tab/>
        <w:t>Paragraph (</w:t>
      </w:r>
      <w:r w:rsidR="00F452AF">
        <w:t>4</w:t>
      </w:r>
      <w:r w:rsidRPr="0039567D">
        <w:t>) of Section 6.7.</w:t>
      </w:r>
      <w:r w:rsidR="00504253">
        <w:t>4</w:t>
      </w:r>
      <w:r w:rsidRPr="0039567D">
        <w:t>;</w:t>
      </w:r>
    </w:p>
    <w:p w14:paraId="7B1F7508" w14:textId="06E094DE" w:rsidR="002F5868" w:rsidRDefault="00DD1AC6">
      <w:pPr>
        <w:pStyle w:val="List"/>
      </w:pPr>
      <w:r w:rsidRPr="0039567D">
        <w:t>(</w:t>
      </w:r>
      <w:r w:rsidR="00680ED0">
        <w:t>bbb</w:t>
      </w:r>
      <w:r w:rsidRPr="0039567D">
        <w:t>)</w:t>
      </w:r>
      <w:r w:rsidRPr="0039567D">
        <w:tab/>
        <w:t>Paragraph (</w:t>
      </w:r>
      <w:r w:rsidR="00F452AF">
        <w:t>5</w:t>
      </w:r>
      <w:r w:rsidRPr="0039567D">
        <w:t>) of Section 6.7.</w:t>
      </w:r>
      <w:r w:rsidR="00504253">
        <w:t>4</w:t>
      </w:r>
      <w:r w:rsidRPr="0039567D">
        <w:t>;</w:t>
      </w:r>
      <w:r>
        <w:t xml:space="preserve"> </w:t>
      </w:r>
    </w:p>
    <w:p w14:paraId="4450887D" w14:textId="70BBB1B5" w:rsidR="00C74063" w:rsidRDefault="00C74063" w:rsidP="002B4852">
      <w:pPr>
        <w:pStyle w:val="List"/>
      </w:pPr>
      <w:r>
        <w:t>(</w:t>
      </w:r>
      <w:r w:rsidR="00680ED0">
        <w:t>ccc</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B9D5B45" w:rsidR="00C16E4D" w:rsidRDefault="00C16E4D" w:rsidP="00C16E4D">
      <w:pPr>
        <w:pStyle w:val="List"/>
      </w:pPr>
      <w:r>
        <w:t>(</w:t>
      </w:r>
      <w:r w:rsidR="00680ED0">
        <w:t>ddd</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0EC36346" w:rsidR="009868C6" w:rsidRDefault="009868C6" w:rsidP="009868C6">
      <w:pPr>
        <w:pStyle w:val="List"/>
      </w:pPr>
      <w:r w:rsidRPr="00491E7A">
        <w:t>(</w:t>
      </w:r>
      <w:r w:rsidR="00680ED0">
        <w:t>eee</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8C43BFC" w:rsidR="009868C6" w:rsidRPr="00B8591C" w:rsidRDefault="009868C6" w:rsidP="009868C6">
      <w:pPr>
        <w:pStyle w:val="List"/>
      </w:pPr>
      <w:r w:rsidRPr="00491E7A">
        <w:t>(</w:t>
      </w:r>
      <w:r w:rsidR="00680ED0">
        <w:t>fff</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1B3E1E4C" w:rsidR="00C74063" w:rsidRDefault="00C74063" w:rsidP="009868C6">
      <w:pPr>
        <w:pStyle w:val="List"/>
      </w:pPr>
      <w:r>
        <w:t>(</w:t>
      </w:r>
      <w:r w:rsidR="00680ED0">
        <w:t>ggg</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391D04E1" w:rsidR="00E3188F" w:rsidRDefault="00E3188F" w:rsidP="00E3188F">
      <w:pPr>
        <w:pStyle w:val="List"/>
      </w:pPr>
      <w:r>
        <w:t>(</w:t>
      </w:r>
      <w:r w:rsidR="00680ED0">
        <w:t>hhh</w:t>
      </w:r>
      <w:r>
        <w:t>)</w:t>
      </w:r>
      <w:r>
        <w:tab/>
        <w:t>Section 6.7.</w:t>
      </w:r>
      <w:r w:rsidR="00504253">
        <w:t>6</w:t>
      </w:r>
      <w:r>
        <w:t>, (</w:t>
      </w:r>
      <w:r w:rsidRPr="009506C2">
        <w:t>Load-Allocated Reliability Deployment Ancillary Service Imbalance Revenue Neutrality Amount</w:t>
      </w:r>
      <w:r>
        <w:t>);</w:t>
      </w:r>
    </w:p>
    <w:p w14:paraId="78B8524F" w14:textId="2950F937" w:rsidR="002F5868" w:rsidRDefault="00DD1AC6" w:rsidP="00246FD3">
      <w:pPr>
        <w:pStyle w:val="List"/>
      </w:pPr>
      <w:r>
        <w:lastRenderedPageBreak/>
        <w:t>(</w:t>
      </w:r>
      <w:r w:rsidR="00680ED0">
        <w:t>iii</w:t>
      </w:r>
      <w:r>
        <w:t>)</w:t>
      </w:r>
      <w:r>
        <w:tab/>
        <w:t>Section 7.9.2.1, Payments and Charges for PTP Obligations Settled in Real-Time;</w:t>
      </w:r>
      <w:r w:rsidR="00246FD3">
        <w:t xml:space="preserve"> and</w:t>
      </w:r>
    </w:p>
    <w:p w14:paraId="523A948A" w14:textId="227585C7" w:rsidR="00BC66E2" w:rsidRDefault="00DD1AC6">
      <w:pPr>
        <w:pStyle w:val="List"/>
      </w:pPr>
      <w:r>
        <w:t>(</w:t>
      </w:r>
      <w:r w:rsidR="00680ED0">
        <w:t>jjj</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5B33DA3C" w:rsidR="004C53DD" w:rsidRPr="00E566EB" w:rsidRDefault="004C53DD" w:rsidP="001552F0">
            <w:pPr>
              <w:spacing w:before="120" w:after="240"/>
              <w:rPr>
                <w:b/>
                <w:i/>
                <w:iCs/>
              </w:rPr>
            </w:pPr>
            <w:r>
              <w:rPr>
                <w:b/>
                <w:i/>
                <w:iCs/>
              </w:rPr>
              <w:t xml:space="preserve">[NPRR841, NPRR863, NPRR885, </w:t>
            </w:r>
            <w:r w:rsidR="00D211B0">
              <w:rPr>
                <w:b/>
                <w:i/>
                <w:iCs/>
              </w:rPr>
              <w:t xml:space="preserve">NPRR963, </w:t>
            </w:r>
            <w:r w:rsidR="00986EAF">
              <w:rPr>
                <w:b/>
                <w:i/>
                <w:iCs/>
              </w:rPr>
              <w:t xml:space="preserve">NPRR995, </w:t>
            </w:r>
            <w:r>
              <w:rPr>
                <w:b/>
                <w:i/>
                <w:iCs/>
              </w:rPr>
              <w:t>NPRR1012</w:t>
            </w:r>
            <w:r w:rsidR="00AA58A1">
              <w:rPr>
                <w:b/>
                <w:i/>
                <w:iCs/>
              </w:rPr>
              <w:t xml:space="preserve">, </w:t>
            </w:r>
            <w:r w:rsidR="0047587C">
              <w:rPr>
                <w:b/>
                <w:i/>
                <w:iCs/>
              </w:rPr>
              <w:t xml:space="preserve">and </w:t>
            </w:r>
            <w:r w:rsidR="00AA58A1">
              <w:rPr>
                <w:b/>
                <w:i/>
                <w:iCs/>
              </w:rPr>
              <w:t>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w:t>
            </w:r>
            <w:r w:rsidR="00D211B0">
              <w:rPr>
                <w:b/>
                <w:i/>
                <w:iCs/>
              </w:rPr>
              <w:t>NPRR863,</w:t>
            </w:r>
            <w:r>
              <w:rPr>
                <w:b/>
                <w:i/>
                <w:iCs/>
              </w:rPr>
              <w:t xml:space="preserve">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47587C">
              <w:rPr>
                <w:b/>
                <w:i/>
                <w:iCs/>
              </w:rPr>
              <w:t xml:space="preserve">or </w:t>
            </w:r>
            <w:r w:rsidR="00AA58A1">
              <w:rPr>
                <w:b/>
                <w:i/>
                <w:iCs/>
              </w:rPr>
              <w:t>NPRR1014</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lastRenderedPageBreak/>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lastRenderedPageBreak/>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3082B02B" w14:textId="4F87DD50" w:rsidR="004C53DD" w:rsidRPr="00561931" w:rsidRDefault="004C53DD" w:rsidP="004C53DD">
            <w:pPr>
              <w:spacing w:after="240"/>
              <w:ind w:left="1440" w:hanging="720"/>
            </w:pPr>
            <w:r w:rsidRPr="00561931">
              <w:t>(</w:t>
            </w:r>
            <w:r w:rsidR="00484E17">
              <w:t>fff</w:t>
            </w:r>
            <w:r w:rsidRPr="00561931">
              <w:t>)</w:t>
            </w:r>
            <w:r w:rsidRPr="00561931">
              <w:tab/>
              <w:t>Section 7.9.2.1, Payments and Charges for PTP Obligations Settled in Real-Time; and</w:t>
            </w:r>
          </w:p>
          <w:p w14:paraId="4AFCB896" w14:textId="2A42369B" w:rsidR="004C53DD" w:rsidRPr="008A04B3" w:rsidRDefault="004C53DD" w:rsidP="004C53DD">
            <w:pPr>
              <w:spacing w:after="240"/>
              <w:ind w:left="1440" w:hanging="720"/>
            </w:pPr>
            <w:r w:rsidRPr="00561931">
              <w:t>(</w:t>
            </w:r>
            <w:r w:rsidR="00484E17">
              <w:t>ggg</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77777777"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 xml:space="preserve">illing disputes.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77777777" w:rsidR="00D41086" w:rsidRDefault="00D41086" w:rsidP="00D41086">
      <w:pPr>
        <w:spacing w:after="240"/>
        <w:ind w:left="1440" w:hanging="720"/>
      </w:pPr>
      <w:r w:rsidRPr="001044B0">
        <w:lastRenderedPageBreak/>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and </w:t>
      </w:r>
    </w:p>
    <w:p w14:paraId="399D7DE2" w14:textId="77777777" w:rsidR="00D41086" w:rsidRDefault="00D41086" w:rsidP="00D41086">
      <w:pPr>
        <w:spacing w:after="240"/>
        <w:ind w:left="1440" w:hanging="720"/>
      </w:pPr>
      <w:r w:rsidRPr="001044B0">
        <w:t>(b)</w:t>
      </w:r>
      <w:r w:rsidRPr="001044B0">
        <w:tab/>
      </w:r>
      <w:r>
        <w:t xml:space="preserve">The </w:t>
      </w:r>
      <w:r w:rsidRPr="00A10FC3">
        <w:t>impact to the Statement Recipient is greater than $400.00</w:t>
      </w:r>
      <w:r>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260C0946" w14:textId="77777777" w:rsidR="002F5868" w:rsidRPr="008910B8" w:rsidRDefault="00DD1AC6" w:rsidP="008D5547">
      <w:pPr>
        <w:pStyle w:val="H3"/>
        <w:rPr>
          <w:b/>
          <w:i/>
        </w:rPr>
      </w:pPr>
      <w:bookmarkStart w:id="162" w:name="_Toc309731048"/>
      <w:bookmarkStart w:id="163" w:name="_Toc405814023"/>
      <w:bookmarkStart w:id="164" w:name="_Toc422207913"/>
      <w:bookmarkStart w:id="165" w:name="_Toc438044827"/>
      <w:bookmarkStart w:id="166" w:name="_Toc447622610"/>
      <w:bookmarkStart w:id="167" w:name="_Toc80175260"/>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lastRenderedPageBreak/>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w:t>
      </w:r>
      <w:r w:rsidR="00DD1AC6">
        <w:lastRenderedPageBreak/>
        <w:t xml:space="preserve">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lastRenderedPageBreak/>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lastRenderedPageBreak/>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lastRenderedPageBreak/>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w:t>
      </w:r>
      <w:r>
        <w:lastRenderedPageBreak/>
        <w:t>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w:t>
      </w:r>
      <w:r>
        <w:lastRenderedPageBreak/>
        <w:t xml:space="preserve">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lastRenderedPageBreak/>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 xml:space="preserve">ERCOT shall offset or recoup any amounts owed, or to be owed, by ERCOT to a short-paying Invoice Recipient against amounts not paid by that Invoice Recipient </w:t>
      </w:r>
      <w:r>
        <w:lastRenderedPageBreak/>
        <w:t>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lastRenderedPageBreak/>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lastRenderedPageBreak/>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lastRenderedPageBreak/>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lastRenderedPageBreak/>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7777777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(3)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lastRenderedPageBreak/>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lastRenderedPageBreak/>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77777777"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w:t>
      </w:r>
      <w:r w:rsidR="00A0123C">
        <w:lastRenderedPageBreak/>
        <w:t>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77777777"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lastRenderedPageBreak/>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7777777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lastRenderedPageBreak/>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77777777"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 xml:space="preserve">of Section 1.3.1.1, Items Considered Protected Information, and Section 20, Alternative Dispute Resolution Procedure.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77777777"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w:t>
      </w:r>
      <w:r w:rsidR="00DD1AC6">
        <w:lastRenderedPageBreak/>
        <w:t>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77777777" w:rsidR="002F5868" w:rsidRDefault="00DD1AC6">
      <w:pPr>
        <w:pStyle w:val="BodyTextNumbered"/>
      </w:pPr>
      <w:r>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 xml:space="preserve">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w:t>
      </w:r>
      <w:r w:rsidRPr="00C83EFD">
        <w:rPr>
          <w:iCs/>
        </w:rPr>
        <w:lastRenderedPageBreak/>
        <w:t>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411175F5"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fuel price of FIP * </w:t>
      </w:r>
      <w:r w:rsidR="00635D3F">
        <w:t>(</w:t>
      </w:r>
      <w:r w:rsidR="00EA0D20">
        <w:t>1</w:t>
      </w:r>
      <w:r w:rsidR="00635D3F">
        <w:t>+</w:t>
      </w:r>
      <w:r w:rsidR="00EA0D20">
        <w:t>X</w:t>
      </w:r>
      <w:r w:rsidR="00635D3F">
        <w:t>)</w:t>
      </w:r>
      <w:r w:rsidR="00EA0D20">
        <w:t>.</w:t>
      </w:r>
      <w:r w:rsidR="0012035F">
        <w:t xml:space="preserve">  The QSE must provide documentation (invoices)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629DA36C" w14:textId="77777777" w:rsidR="0014132B" w:rsidRDefault="00D417F5">
      <w:pPr>
        <w:pStyle w:val="BodyText"/>
        <w:ind w:left="720" w:hanging="720"/>
      </w:pPr>
      <w:r w:rsidDel="00D417F5">
        <w:t xml:space="preserve"> </w:t>
      </w:r>
      <w:r w:rsidR="0071686C">
        <w:t>(2)</w:t>
      </w:r>
      <w:r w:rsidR="0071686C">
        <w:tab/>
        <w:t>If the actual price paid for the delivered fuel oil used to replace oil consumed during a RUC</w:t>
      </w:r>
      <w:r w:rsidR="00E60681">
        <w:t>-</w:t>
      </w:r>
      <w:r w:rsidR="0071686C">
        <w:t xml:space="preserve">Committed Interval is greater than </w:t>
      </w:r>
      <w:r w:rsidR="00E60681">
        <w:t>Fuel Oil Price (</w:t>
      </w:r>
      <w:r w:rsidR="0071686C">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rsidR="0071686C">
        <w:t xml:space="preserve">.  </w:t>
      </w:r>
    </w:p>
    <w:p w14:paraId="5493635D" w14:textId="77777777" w:rsidR="0014132B" w:rsidRDefault="0071686C">
      <w:pPr>
        <w:pStyle w:val="BodyText"/>
        <w:ind w:left="720" w:hanging="720"/>
      </w:pPr>
      <w:r>
        <w:lastRenderedPageBreak/>
        <w:t>(3)</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77777777" w:rsidR="00635D3F" w:rsidRDefault="00635D3F" w:rsidP="00635D3F">
      <w:pPr>
        <w:spacing w:after="240"/>
        <w:ind w:left="720" w:hanging="720"/>
        <w:rPr>
          <w:iCs/>
        </w:rPr>
      </w:pPr>
      <w:r>
        <w:rPr>
          <w:iCs/>
        </w:rPr>
        <w:t>(4)</w:t>
      </w:r>
      <w:r>
        <w:rPr>
          <w:iCs/>
        </w:rPr>
        <w:tab/>
      </w:r>
      <w:r w:rsidRPr="00882B9A">
        <w:rPr>
          <w:iCs/>
        </w:rPr>
        <w:t>When filing a Settlement dispute under paragraph (2) or (3)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75EEEBC" w:rsidR="00C6585B" w:rsidRDefault="00635D3F" w:rsidP="00C6585B">
      <w:pPr>
        <w:spacing w:after="240"/>
        <w:ind w:left="720" w:hanging="720"/>
        <w:rPr>
          <w:iCs/>
        </w:rPr>
      </w:pPr>
      <w:r>
        <w:rPr>
          <w:iCs/>
        </w:rPr>
        <w:t>(5)</w:t>
      </w:r>
      <w:r>
        <w:rPr>
          <w:iCs/>
        </w:rPr>
        <w:tab/>
        <w:t>ERCOT may, in its sole discretion, consider documentation types other than those specifically listed in paragraphs (1) and (4)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w:t>
      </w:r>
      <w:r w:rsidR="00E27A9C">
        <w:rPr>
          <w:iCs/>
        </w:rPr>
        <w:t>Low Sustained Limit (</w:t>
      </w:r>
      <w:r w:rsidR="00E27A9C" w:rsidRPr="00C014BD">
        <w:rPr>
          <w:iCs/>
        </w:rPr>
        <w:t>LSL</w:t>
      </w:r>
      <w:r w:rsidR="00E27A9C">
        <w:rPr>
          <w:iCs/>
        </w:rPr>
        <w:t>)</w:t>
      </w:r>
      <w:r w:rsidR="00176EAC" w:rsidRPr="00C014BD">
        <w:rPr>
          <w:iCs/>
        </w:rPr>
        <w:t>.</w:t>
      </w:r>
    </w:p>
    <w:p w14:paraId="0479B54C" w14:textId="4520740F" w:rsidR="00635D3F" w:rsidRDefault="00C6585B" w:rsidP="00C6585B">
      <w:pPr>
        <w:spacing w:after="240"/>
        <w:ind w:left="720" w:hanging="720"/>
        <w:rPr>
          <w:iCs/>
        </w:rPr>
      </w:pPr>
      <w:r>
        <w:rPr>
          <w:iCs/>
        </w:rPr>
        <w:t>(6)</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(2) or (3)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7E533C75"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Pr>
          <w:iCs/>
        </w:rPr>
        <w:t>7</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77777777" w:rsidR="00176EAC" w:rsidRPr="006D0E4C" w:rsidRDefault="00176EAC" w:rsidP="001C5A31">
            <w:pPr>
              <w:spacing w:after="240"/>
              <w:rPr>
                <w:b/>
                <w:i/>
                <w:iCs/>
              </w:rPr>
            </w:pPr>
            <w:r w:rsidRPr="006D0E4C">
              <w:rPr>
                <w:b/>
                <w:i/>
                <w:iCs/>
              </w:rPr>
              <w:t>[NPRR1140: Replace paragraph (</w:t>
            </w:r>
            <w:r>
              <w:rPr>
                <w:b/>
                <w:i/>
                <w:iCs/>
              </w:rPr>
              <w:t>7</w:t>
            </w:r>
            <w:r w:rsidRPr="006D0E4C">
              <w:rPr>
                <w:b/>
                <w:i/>
                <w:iCs/>
              </w:rPr>
              <w:t>) above with the following upon system implementation:]</w:t>
            </w:r>
          </w:p>
          <w:p w14:paraId="0479C2AD" w14:textId="61F34E12" w:rsidR="00176EAC" w:rsidRPr="00FA3373" w:rsidRDefault="00176EAC" w:rsidP="001C5A31">
            <w:pPr>
              <w:spacing w:after="240"/>
              <w:ind w:left="720" w:hanging="720"/>
            </w:pPr>
            <w:r w:rsidRPr="006D0E4C">
              <w:rPr>
                <w:iCs/>
              </w:rPr>
              <w:t>(</w:t>
            </w:r>
            <w:r>
              <w:rPr>
                <w:iCs/>
              </w:rPr>
              <w:t>7</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w:t>
      </w:r>
      <w:r w:rsidR="0012035F" w:rsidRPr="00D26DCF">
        <w:rPr>
          <w:iCs/>
        </w:rPr>
        <w:lastRenderedPageBreak/>
        <w:t>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 xml:space="preserve">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w:t>
      </w:r>
      <w:r w:rsidRPr="00A26DE0">
        <w:rPr>
          <w:iCs/>
          <w:szCs w:val="24"/>
        </w:rPr>
        <w:lastRenderedPageBreak/>
        <w:t>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4" o:title=""/>
          </v:shape>
          <o:OLEObject Type="Embed" ProgID="Equation.3" ShapeID="_x0000_i1025" DrawAspect="Content" ObjectID="_1736579832"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25pt;height:21.75pt" o:ole="">
            <v:imagedata r:id="rId14" o:title=""/>
          </v:shape>
          <o:OLEObject Type="Embed" ProgID="Equation.3" ShapeID="_x0000_i1026" DrawAspect="Content" ObjectID="_1736579833"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77D172B0" w14:textId="51CFEDD5" w:rsidR="00A26DE0" w:rsidRPr="00A26DE0" w:rsidRDefault="00A26DE0" w:rsidP="00A26DE0">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sidRPr="00A26DE0">
        <w:rPr>
          <w:iCs/>
          <w:position w:val="-18"/>
          <w:szCs w:val="24"/>
        </w:rPr>
        <w:object w:dxaOrig="220" w:dyaOrig="420" w14:anchorId="07357498">
          <v:shape id="_x0000_i1027" type="#_x0000_t75" style="width:14.25pt;height:21.75pt" o:ole="">
            <v:imagedata r:id="rId17" o:title=""/>
          </v:shape>
          <o:OLEObject Type="Embed" ProgID="Equation.3" ShapeID="_x0000_i1027" DrawAspect="Content" ObjectID="_1736579834" r:id="rId18"/>
        </w:object>
      </w:r>
      <w:r w:rsidRPr="00A26DE0">
        <w:rPr>
          <w:iCs/>
          <w:szCs w:val="24"/>
        </w:rPr>
        <w:t xml:space="preserve">(((MCPCRU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3929B3D0" w14:textId="256A5AD8"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0FE3FF5E" w14:textId="24F13C51"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8C87398" w14:textId="51F5F3E6"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26DE0" w:rsidRPr="00A26DE0" w14:paraId="3C307FF4" w14:textId="77777777" w:rsidTr="00A26DE0">
        <w:trPr>
          <w:trHeight w:val="260"/>
        </w:trPr>
        <w:tc>
          <w:tcPr>
            <w:tcW w:w="9576" w:type="dxa"/>
            <w:shd w:val="clear" w:color="auto" w:fill="E0E0E0"/>
          </w:tcPr>
          <w:p w14:paraId="7D075BC4" w14:textId="77777777" w:rsidR="00A26DE0" w:rsidRPr="00A26DE0" w:rsidRDefault="00A26DE0" w:rsidP="00A26DE0">
            <w:pPr>
              <w:spacing w:before="120" w:after="240"/>
              <w:rPr>
                <w:b/>
                <w:i/>
                <w:iCs/>
                <w:szCs w:val="24"/>
              </w:rPr>
            </w:pPr>
            <w:r w:rsidRPr="00A26DE0">
              <w:rPr>
                <w:b/>
                <w:i/>
                <w:iCs/>
                <w:szCs w:val="24"/>
              </w:rPr>
              <w:t>[NPRR903:  Replace the formula for “Day-Ahead Ancillary Services Sales Impact” above with the following upon system implementation of NPRR863:]</w:t>
            </w:r>
          </w:p>
          <w:p w14:paraId="1E586E55"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418D7DBC" w14:textId="340961F7" w:rsidR="00A26DE0" w:rsidRPr="00A26DE0" w:rsidRDefault="00A26DE0" w:rsidP="00A26DE0">
            <w:pPr>
              <w:spacing w:after="240"/>
              <w:ind w:left="2160" w:hanging="720"/>
              <w:rPr>
                <w:iCs/>
                <w:szCs w:val="24"/>
              </w:rPr>
            </w:pPr>
            <w:r w:rsidRPr="00A26DE0">
              <w:rPr>
                <w:iCs/>
                <w:szCs w:val="24"/>
              </w:rPr>
              <w:lastRenderedPageBreak/>
              <w:t>DAMASQSEAMT</w:t>
            </w:r>
            <w:r w:rsidRPr="00A26DE0">
              <w:rPr>
                <w:i/>
                <w:iCs/>
                <w:szCs w:val="24"/>
                <w:vertAlign w:val="subscript"/>
              </w:rPr>
              <w:t xml:space="preserve"> q</w:t>
            </w:r>
            <w:r w:rsidRPr="00A26DE0">
              <w:rPr>
                <w:iCs/>
                <w:szCs w:val="24"/>
              </w:rPr>
              <w:t xml:space="preserve"> = (-1) * </w:t>
            </w:r>
            <w:r w:rsidR="00F12EDA">
              <w:rPr>
                <w:iCs/>
                <w:position w:val="-18"/>
                <w:szCs w:val="24"/>
              </w:rPr>
              <w:pict w14:anchorId="28C6AE35">
                <v:shape id="_x0000_i1028" type="#_x0000_t75" style="width:14.25pt;height:21.75pt">
                  <v:imagedata r:id="rId17" o:title=""/>
                </v:shape>
              </w:pict>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6C1D5A61" w14:textId="2B7F6943" w:rsidR="00A26DE0" w:rsidRPr="00A26DE0" w:rsidRDefault="00A26DE0" w:rsidP="00A26DE0">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D212736" w14:textId="2BB3CAFF" w:rsidR="00A26DE0" w:rsidRPr="00A26DE0" w:rsidRDefault="00A26DE0" w:rsidP="00A26DE0">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3BEA12B7" w14:textId="58609F6E" w:rsidR="00A26DE0" w:rsidRPr="00A26DE0" w:rsidRDefault="00A26DE0" w:rsidP="00A26DE0">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1DDCD6FE" w14:textId="0DD12637" w:rsidR="00A26DE0" w:rsidRPr="00A26DE0" w:rsidRDefault="00A26DE0"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tc>
      </w:tr>
    </w:tbl>
    <w:p w14:paraId="2BA97787" w14:textId="77777777" w:rsidR="00A26DE0" w:rsidRPr="00A26DE0" w:rsidRDefault="00A26DE0" w:rsidP="00A26DE0">
      <w:pPr>
        <w:spacing w:before="240"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9" type="#_x0000_t75" style="width:14.25pt;height:21.75pt" o:ole="">
            <v:imagedata r:id="rId19" o:title=""/>
          </v:shape>
          <o:OLEObject Type="Embed" ProgID="Equation.3" ShapeID="_x0000_i1029" DrawAspect="Content" ObjectID="_1736579835" r:id="rId20"/>
        </w:object>
      </w:r>
      <w:r w:rsidRPr="00A26DE0">
        <w:rPr>
          <w:iCs/>
          <w:position w:val="-20"/>
          <w:szCs w:val="24"/>
        </w:rPr>
        <w:object w:dxaOrig="220" w:dyaOrig="440" w14:anchorId="08AE3001">
          <v:shape id="_x0000_i1030" type="#_x0000_t75" style="width:14.25pt;height:21.75pt" o:ole="">
            <v:imagedata r:id="rId21" o:title=""/>
          </v:shape>
          <o:OLEObject Type="Embed" ProgID="Equation.3" ShapeID="_x0000_i1030" DrawAspect="Content" ObjectID="_1736579836" r:id="rId22"/>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31" type="#_x0000_t75" style="width:14.25pt;height:27.75pt" o:ole="">
            <v:imagedata r:id="rId23" o:title=""/>
          </v:shape>
          <o:OLEObject Type="Embed" ProgID="Equation.3" ShapeID="_x0000_i1031" DrawAspect="Content" ObjectID="_1736579837" r:id="rId24"/>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6"/>
        <w:gridCol w:w="768"/>
        <w:gridCol w:w="35"/>
        <w:gridCol w:w="7148"/>
      </w:tblGrid>
      <w:tr w:rsidR="00A26DE0" w:rsidRPr="00A26DE0" w14:paraId="6393652B" w14:textId="77777777" w:rsidTr="00A26DE0">
        <w:trPr>
          <w:trHeight w:val="359"/>
        </w:trPr>
        <w:tc>
          <w:tcPr>
            <w:tcW w:w="1089" w:type="pct"/>
            <w:gridSpan w:val="2"/>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5" w:type="pct"/>
            <w:gridSpan w:val="2"/>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16"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A26DE0">
        <w:tc>
          <w:tcPr>
            <w:tcW w:w="1089" w:type="pct"/>
            <w:gridSpan w:val="2"/>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5" w:type="pct"/>
            <w:gridSpan w:val="2"/>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A26DE0">
        <w:tc>
          <w:tcPr>
            <w:tcW w:w="1089" w:type="pct"/>
            <w:gridSpan w:val="2"/>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5" w:type="pct"/>
            <w:gridSpan w:val="2"/>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A26DE0">
        <w:tc>
          <w:tcPr>
            <w:tcW w:w="1089" w:type="pct"/>
            <w:gridSpan w:val="2"/>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5" w:type="pct"/>
            <w:gridSpan w:val="2"/>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A26DE0">
        <w:tc>
          <w:tcPr>
            <w:tcW w:w="1089" w:type="pct"/>
            <w:gridSpan w:val="2"/>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5" w:type="pct"/>
            <w:gridSpan w:val="2"/>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16"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A26DE0">
        <w:tc>
          <w:tcPr>
            <w:tcW w:w="1089" w:type="pct"/>
            <w:gridSpan w:val="2"/>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A26DE0">
        <w:tc>
          <w:tcPr>
            <w:tcW w:w="1089" w:type="pct"/>
            <w:gridSpan w:val="2"/>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5" w:type="pct"/>
            <w:gridSpan w:val="2"/>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A26DE0">
        <w:tc>
          <w:tcPr>
            <w:tcW w:w="1089" w:type="pct"/>
            <w:gridSpan w:val="2"/>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5" w:type="pct"/>
            <w:gridSpan w:val="2"/>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16"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A26DE0">
        <w:tc>
          <w:tcPr>
            <w:tcW w:w="1089" w:type="pct"/>
            <w:gridSpan w:val="2"/>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A26DE0">
        <w:tc>
          <w:tcPr>
            <w:tcW w:w="1089" w:type="pct"/>
            <w:gridSpan w:val="2"/>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5" w:type="pct"/>
            <w:gridSpan w:val="2"/>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A26DE0">
        <w:tc>
          <w:tcPr>
            <w:tcW w:w="1089" w:type="pct"/>
            <w:gridSpan w:val="2"/>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A26DE0">
        <w:tc>
          <w:tcPr>
            <w:tcW w:w="1089" w:type="pct"/>
            <w:gridSpan w:val="2"/>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A26DE0">
        <w:tc>
          <w:tcPr>
            <w:tcW w:w="1089" w:type="pct"/>
            <w:gridSpan w:val="2"/>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5" w:type="pct"/>
            <w:gridSpan w:val="2"/>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A26DE0">
        <w:tc>
          <w:tcPr>
            <w:tcW w:w="1089" w:type="pct"/>
            <w:gridSpan w:val="2"/>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5" w:type="pct"/>
            <w:gridSpan w:val="2"/>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16"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3B39C4BC" w14:textId="77777777" w:rsidTr="00A26DE0">
        <w:trPr>
          <w:trHeight w:val="1637"/>
        </w:trPr>
        <w:tc>
          <w:tcPr>
            <w:tcW w:w="5000" w:type="pct"/>
            <w:gridSpan w:val="5"/>
            <w:shd w:val="clear" w:color="auto" w:fill="D9D9D9"/>
          </w:tcPr>
          <w:p w14:paraId="6C4AE52F" w14:textId="23E91CA0" w:rsidR="00A26DE0" w:rsidRPr="00A26DE0" w:rsidRDefault="00A26DE0" w:rsidP="00A26DE0">
            <w:pPr>
              <w:spacing w:before="120" w:after="240"/>
              <w:rPr>
                <w:b/>
                <w:i/>
                <w:iCs/>
                <w:szCs w:val="24"/>
              </w:rPr>
            </w:pPr>
            <w:r w:rsidRPr="00A26DE0">
              <w:rPr>
                <w:b/>
                <w:i/>
                <w:iCs/>
                <w:szCs w:val="24"/>
              </w:rPr>
              <w:t xml:space="preserve">[NPRR903:  Insert the variable for “PCECRR </w:t>
            </w:r>
            <w:r w:rsidRPr="00A26DE0">
              <w:rPr>
                <w:b/>
                <w:i/>
                <w:iCs/>
                <w:szCs w:val="24"/>
                <w:vertAlign w:val="subscript"/>
              </w:rPr>
              <w:t>q,</w:t>
            </w:r>
            <w:r>
              <w:rPr>
                <w:b/>
                <w:i/>
                <w:iCs/>
                <w:szCs w:val="24"/>
                <w:vertAlign w:val="subscript"/>
              </w:rPr>
              <w:t xml:space="preserve"> </w:t>
            </w:r>
            <w:r w:rsidRPr="00A26DE0">
              <w:rPr>
                <w:b/>
                <w:i/>
                <w:iCs/>
                <w:szCs w:val="24"/>
                <w:vertAlign w:val="subscript"/>
              </w:rPr>
              <w:t>r,</w:t>
            </w:r>
            <w:r>
              <w:rPr>
                <w:b/>
                <w:i/>
                <w:iCs/>
                <w:szCs w:val="24"/>
                <w:vertAlign w:val="subscript"/>
              </w:rPr>
              <w:t xml:space="preserve"> </w:t>
            </w:r>
            <w:r w:rsidRPr="00A26DE0">
              <w:rPr>
                <w:b/>
                <w:i/>
                <w:iCs/>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4E3C6CD5" w14:textId="77777777" w:rsidTr="00A26DE0">
              <w:tc>
                <w:tcPr>
                  <w:tcW w:w="2042" w:type="dxa"/>
                  <w:shd w:val="clear" w:color="auto" w:fill="auto"/>
                </w:tcPr>
                <w:p w14:paraId="1047255A" w14:textId="1A252B9E" w:rsidR="00A26DE0" w:rsidRPr="00A26DE0" w:rsidRDefault="00A26DE0" w:rsidP="00A26DE0">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900" w:type="dxa"/>
                  <w:shd w:val="clear" w:color="auto" w:fill="auto"/>
                </w:tcPr>
                <w:p w14:paraId="1470A91E" w14:textId="77777777" w:rsidR="00A26DE0" w:rsidRPr="00A26DE0" w:rsidRDefault="00A26DE0" w:rsidP="00A26DE0">
                  <w:pPr>
                    <w:spacing w:after="60"/>
                    <w:jc w:val="center"/>
                    <w:rPr>
                      <w:iCs/>
                      <w:sz w:val="20"/>
                    </w:rPr>
                  </w:pPr>
                  <w:r w:rsidRPr="00A26DE0">
                    <w:rPr>
                      <w:iCs/>
                      <w:sz w:val="20"/>
                    </w:rPr>
                    <w:t>MW</w:t>
                  </w:r>
                </w:p>
              </w:tc>
              <w:tc>
                <w:tcPr>
                  <w:tcW w:w="6997" w:type="dxa"/>
                  <w:shd w:val="clear" w:color="auto" w:fill="auto"/>
                </w:tcPr>
                <w:p w14:paraId="411498F3" w14:textId="77777777" w:rsidR="00A26DE0" w:rsidRPr="00A26DE0" w:rsidRDefault="00A26DE0" w:rsidP="00A26DE0">
                  <w:pPr>
                    <w:spacing w:after="60"/>
                    <w:rPr>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7F27F6F3" w14:textId="77777777" w:rsidR="00A26DE0" w:rsidRPr="00A26DE0" w:rsidRDefault="00A26DE0" w:rsidP="00A26DE0">
            <w:pPr>
              <w:spacing w:after="240"/>
              <w:rPr>
                <w:iCs/>
                <w:szCs w:val="24"/>
              </w:rPr>
            </w:pPr>
          </w:p>
        </w:tc>
      </w:tr>
      <w:tr w:rsidR="00A26DE0" w:rsidRPr="00A26DE0" w14:paraId="025988DF" w14:textId="77777777" w:rsidTr="00A26DE0">
        <w:tc>
          <w:tcPr>
            <w:tcW w:w="1017"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450" w:type="pct"/>
            <w:gridSpan w:val="2"/>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A26DE0">
        <w:trPr>
          <w:trHeight w:val="498"/>
        </w:trPr>
        <w:tc>
          <w:tcPr>
            <w:tcW w:w="1017"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A26DE0">
        <w:trPr>
          <w:trHeight w:val="525"/>
        </w:trPr>
        <w:tc>
          <w:tcPr>
            <w:tcW w:w="1017"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w:t>
            </w:r>
            <w:r w:rsidRPr="00A26DE0">
              <w:rPr>
                <w:iCs/>
                <w:sz w:val="20"/>
              </w:rPr>
              <w:lastRenderedPageBreak/>
              <w:t xml:space="preserve">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6FDB0F7" w14:textId="77777777" w:rsidTr="00A26DE0">
        <w:trPr>
          <w:trHeight w:val="1340"/>
        </w:trPr>
        <w:tc>
          <w:tcPr>
            <w:tcW w:w="5000" w:type="pct"/>
            <w:gridSpan w:val="5"/>
            <w:shd w:val="clear" w:color="auto" w:fill="D9D9D9"/>
          </w:tcPr>
          <w:p w14:paraId="08789D8D" w14:textId="143D68EC" w:rsidR="00A26DE0" w:rsidRPr="00A26DE0" w:rsidRDefault="00A26DE0" w:rsidP="00A26DE0">
            <w:pPr>
              <w:spacing w:before="120" w:after="240"/>
              <w:rPr>
                <w:b/>
                <w:i/>
                <w:iCs/>
                <w:szCs w:val="24"/>
              </w:rPr>
            </w:pPr>
            <w:r w:rsidRPr="00A26DE0">
              <w:rPr>
                <w:b/>
                <w:i/>
                <w:iCs/>
                <w:szCs w:val="24"/>
              </w:rPr>
              <w:lastRenderedPageBreak/>
              <w:t>[NPRR903:  Insert the variable for “ECRSOPR</w:t>
            </w:r>
            <w:r w:rsidRPr="00A26DE0">
              <w:rPr>
                <w:b/>
                <w:i/>
                <w:iCs/>
                <w:szCs w:val="24"/>
                <w:vertAlign w:val="subscript"/>
              </w:rPr>
              <w:t xml:space="preserve"> q,</w:t>
            </w:r>
            <w:r>
              <w:rPr>
                <w:b/>
                <w:i/>
                <w:iCs/>
                <w:szCs w:val="24"/>
                <w:vertAlign w:val="subscript"/>
              </w:rPr>
              <w:t xml:space="preserve"> </w:t>
            </w:r>
            <w:r w:rsidRPr="00A26DE0">
              <w:rPr>
                <w:b/>
                <w:i/>
                <w:iCs/>
                <w:szCs w:val="24"/>
                <w:vertAlign w:val="subscript"/>
              </w:rPr>
              <w:t>r, 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900"/>
              <w:gridCol w:w="6997"/>
            </w:tblGrid>
            <w:tr w:rsidR="00A26DE0" w:rsidRPr="00A26DE0" w14:paraId="0E0D508F" w14:textId="77777777" w:rsidTr="00A26DE0">
              <w:tc>
                <w:tcPr>
                  <w:tcW w:w="2042" w:type="dxa"/>
                  <w:shd w:val="clear" w:color="auto" w:fill="auto"/>
                </w:tcPr>
                <w:p w14:paraId="1640CF17" w14:textId="12EED398" w:rsidR="00A26DE0" w:rsidRPr="00A26DE0" w:rsidRDefault="00A26DE0" w:rsidP="00A26DE0">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900" w:type="dxa"/>
                  <w:shd w:val="clear" w:color="auto" w:fill="auto"/>
                </w:tcPr>
                <w:p w14:paraId="4F5566EB" w14:textId="77777777" w:rsidR="00A26DE0" w:rsidRPr="00A26DE0" w:rsidRDefault="00A26DE0" w:rsidP="00A26DE0">
                  <w:pPr>
                    <w:spacing w:after="60"/>
                    <w:jc w:val="center"/>
                    <w:rPr>
                      <w:iCs/>
                      <w:sz w:val="20"/>
                    </w:rPr>
                  </w:pPr>
                  <w:r w:rsidRPr="00A26DE0">
                    <w:rPr>
                      <w:iCs/>
                      <w:sz w:val="20"/>
                    </w:rPr>
                    <w:t>$/MW per hour</w:t>
                  </w:r>
                </w:p>
              </w:tc>
              <w:tc>
                <w:tcPr>
                  <w:tcW w:w="6997" w:type="dxa"/>
                  <w:shd w:val="clear" w:color="auto" w:fill="auto"/>
                </w:tcPr>
                <w:p w14:paraId="1A5A1CBD" w14:textId="77777777" w:rsidR="00A26DE0" w:rsidRPr="00A26DE0" w:rsidRDefault="00A26DE0" w:rsidP="00A26DE0">
                  <w:pPr>
                    <w:spacing w:after="60"/>
                    <w:rPr>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bl>
          <w:p w14:paraId="2FD845E2" w14:textId="77777777" w:rsidR="00A26DE0" w:rsidRPr="00A26DE0" w:rsidRDefault="00A26DE0" w:rsidP="00A26DE0">
            <w:pPr>
              <w:spacing w:after="240"/>
              <w:rPr>
                <w:iCs/>
                <w:szCs w:val="24"/>
              </w:rPr>
            </w:pPr>
          </w:p>
        </w:tc>
      </w:tr>
      <w:tr w:rsidR="00A26DE0" w:rsidRPr="00A26DE0" w14:paraId="66F11C5F" w14:textId="77777777" w:rsidTr="00A26DE0">
        <w:trPr>
          <w:trHeight w:val="525"/>
        </w:trPr>
        <w:tc>
          <w:tcPr>
            <w:tcW w:w="1017"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450" w:type="pct"/>
            <w:gridSpan w:val="2"/>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A26DE0">
        <w:trPr>
          <w:trHeight w:val="525"/>
        </w:trPr>
        <w:tc>
          <w:tcPr>
            <w:tcW w:w="1017"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450" w:type="pct"/>
            <w:gridSpan w:val="2"/>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A26DE0">
        <w:trPr>
          <w:trHeight w:val="525"/>
        </w:trPr>
        <w:tc>
          <w:tcPr>
            <w:tcW w:w="1017"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450" w:type="pct"/>
            <w:gridSpan w:val="2"/>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A26DE0">
        <w:trPr>
          <w:trHeight w:val="525"/>
        </w:trPr>
        <w:tc>
          <w:tcPr>
            <w:tcW w:w="1017"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450" w:type="pct"/>
            <w:gridSpan w:val="2"/>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A26DE0">
        <w:trPr>
          <w:trHeight w:val="525"/>
        </w:trPr>
        <w:tc>
          <w:tcPr>
            <w:tcW w:w="1017"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450" w:type="pct"/>
            <w:gridSpan w:val="2"/>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33" w:type="pct"/>
            <w:gridSpan w:val="2"/>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A26DE0" w:rsidRPr="00A26DE0" w14:paraId="2E80C874" w14:textId="77777777" w:rsidTr="00A26DE0">
        <w:trPr>
          <w:trHeight w:val="1907"/>
        </w:trPr>
        <w:tc>
          <w:tcPr>
            <w:tcW w:w="5000" w:type="pct"/>
            <w:gridSpan w:val="5"/>
            <w:shd w:val="clear" w:color="auto" w:fill="D9D9D9"/>
          </w:tcPr>
          <w:p w14:paraId="6ECC347D" w14:textId="77777777" w:rsidR="00A26DE0" w:rsidRPr="00A26DE0" w:rsidRDefault="00A26DE0" w:rsidP="00A26DE0">
            <w:pPr>
              <w:spacing w:before="120" w:after="240"/>
              <w:rPr>
                <w:b/>
                <w:i/>
                <w:iCs/>
                <w:szCs w:val="24"/>
              </w:rPr>
            </w:pPr>
            <w:r w:rsidRPr="00A26DE0">
              <w:rPr>
                <w:b/>
                <w:i/>
                <w:iCs/>
                <w:szCs w:val="24"/>
              </w:rPr>
              <w:t>[NPRR903:  Insert the variable for “</w:t>
            </w:r>
            <w:r w:rsidRPr="00A26DE0">
              <w:rPr>
                <w:b/>
                <w:i/>
                <w:szCs w:val="24"/>
              </w:rPr>
              <w:t xml:space="preserve">MCPCECR </w:t>
            </w:r>
            <w:r w:rsidRPr="00A26DE0">
              <w:rPr>
                <w:b/>
                <w:i/>
                <w:szCs w:val="24"/>
                <w:vertAlign w:val="subscript"/>
              </w:rPr>
              <w:t>DAM</w:t>
            </w:r>
            <w:r w:rsidRPr="00A26DE0">
              <w:rPr>
                <w:b/>
                <w:i/>
                <w:iCs/>
                <w:szCs w:val="24"/>
              </w:rPr>
              <w:t>” below upon system implementation of NPRR863:]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1"/>
              <w:gridCol w:w="863"/>
              <w:gridCol w:w="7048"/>
            </w:tblGrid>
            <w:tr w:rsidR="00A26DE0" w:rsidRPr="00A26DE0" w14:paraId="1DA41A87" w14:textId="77777777" w:rsidTr="00A26DE0">
              <w:trPr>
                <w:trHeight w:val="155"/>
              </w:trPr>
              <w:tc>
                <w:tcPr>
                  <w:tcW w:w="1961" w:type="dxa"/>
                  <w:shd w:val="clear" w:color="auto" w:fill="auto"/>
                </w:tcPr>
                <w:p w14:paraId="2B069952" w14:textId="77777777" w:rsidR="00A26DE0" w:rsidRPr="00A26DE0" w:rsidRDefault="00A26DE0" w:rsidP="00A26DE0">
                  <w:pPr>
                    <w:spacing w:after="60"/>
                    <w:rPr>
                      <w:iCs/>
                      <w:sz w:val="20"/>
                    </w:rPr>
                  </w:pPr>
                  <w:r w:rsidRPr="00A26DE0">
                    <w:rPr>
                      <w:sz w:val="20"/>
                    </w:rPr>
                    <w:t xml:space="preserve">MCPCECR </w:t>
                  </w:r>
                  <w:r w:rsidRPr="00A26DE0">
                    <w:rPr>
                      <w:i/>
                      <w:sz w:val="20"/>
                      <w:vertAlign w:val="subscript"/>
                    </w:rPr>
                    <w:t>DAM</w:t>
                  </w:r>
                </w:p>
              </w:tc>
              <w:tc>
                <w:tcPr>
                  <w:tcW w:w="863" w:type="dxa"/>
                  <w:shd w:val="clear" w:color="auto" w:fill="auto"/>
                </w:tcPr>
                <w:p w14:paraId="3734A6A5" w14:textId="77777777" w:rsidR="00A26DE0" w:rsidRPr="00A26DE0" w:rsidRDefault="00A26DE0" w:rsidP="00A26DE0">
                  <w:pPr>
                    <w:spacing w:after="60"/>
                    <w:jc w:val="center"/>
                    <w:rPr>
                      <w:iCs/>
                      <w:sz w:val="20"/>
                    </w:rPr>
                  </w:pPr>
                  <w:r w:rsidRPr="00A26DE0">
                    <w:rPr>
                      <w:iCs/>
                      <w:sz w:val="20"/>
                    </w:rPr>
                    <w:t>$/MW per hour</w:t>
                  </w:r>
                </w:p>
              </w:tc>
              <w:tc>
                <w:tcPr>
                  <w:tcW w:w="7048" w:type="dxa"/>
                  <w:shd w:val="clear" w:color="auto" w:fill="auto"/>
                </w:tcPr>
                <w:p w14:paraId="79E9E932" w14:textId="77777777" w:rsidR="00A26DE0" w:rsidRPr="00A26DE0" w:rsidRDefault="00A26DE0" w:rsidP="00A26DE0">
                  <w:pPr>
                    <w:spacing w:after="60"/>
                    <w:rPr>
                      <w:iCs/>
                      <w:sz w:val="20"/>
                    </w:rPr>
                  </w:pPr>
                  <w:r w:rsidRPr="00A26DE0">
                    <w:rPr>
                      <w:i/>
                      <w:sz w:val="20"/>
                    </w:rPr>
                    <w:t>Market Clearing Price for Capacity for ERCOT Contingency Reserve Service in DAM</w:t>
                  </w:r>
                  <w:r w:rsidRPr="00A26DE0">
                    <w:rPr>
                      <w:sz w:val="20"/>
                    </w:rPr>
                    <w:t>—The DAM MCPC for ECRS, for the hour.</w:t>
                  </w:r>
                </w:p>
              </w:tc>
            </w:tr>
          </w:tbl>
          <w:p w14:paraId="3B9A6E28" w14:textId="77777777" w:rsidR="00A26DE0" w:rsidRPr="00A26DE0" w:rsidRDefault="00A26DE0" w:rsidP="00A26DE0">
            <w:pPr>
              <w:spacing w:after="240"/>
              <w:rPr>
                <w:iCs/>
                <w:szCs w:val="24"/>
              </w:rPr>
            </w:pPr>
          </w:p>
        </w:tc>
      </w:tr>
    </w:tbl>
    <w:p w14:paraId="1D96CE67" w14:textId="77777777" w:rsidR="00A26DE0" w:rsidRPr="00A26DE0" w:rsidRDefault="00A26DE0" w:rsidP="00A26DE0">
      <w:pPr>
        <w:rPr>
          <w:vanish/>
          <w:szCs w:val="24"/>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A26DE0" w:rsidRPr="00A26DE0" w14:paraId="0E2C2159"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A26DE0">
        <w:trPr>
          <w:cantSplit/>
          <w:trHeight w:val="309"/>
        </w:trPr>
        <w:tc>
          <w:tcPr>
            <w:tcW w:w="1008"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1"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451"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451"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451"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451"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A26DE0">
        <w:trPr>
          <w:cantSplit/>
        </w:trPr>
        <w:tc>
          <w:tcPr>
            <w:tcW w:w="1008"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451"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A26DE0">
        <w:trPr>
          <w:cantSplit/>
        </w:trPr>
        <w:tc>
          <w:tcPr>
            <w:tcW w:w="1008"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451"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1"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lastRenderedPageBreak/>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6A6713">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2" type="#_x0000_t75" style="width:14.25pt;height:21.75pt" o:ole="">
            <v:imagedata r:id="rId25" o:title=""/>
          </v:shape>
          <o:OLEObject Type="Embed" ProgID="Equation.3" ShapeID="_x0000_i1032" DrawAspect="Content" ObjectID="_1736579838" r:id="rId26"/>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77777777"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Wide Area Network (WAN) costs, interconnection study fees and</w:t>
      </w:r>
      <w:r w:rsidRPr="007F353A">
        <w:t xml:space="preserve"> map sale fees.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lastRenderedPageBreak/>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299D3B4E"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lastRenderedPageBreak/>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lastRenderedPageBreak/>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lastRenderedPageBreak/>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1847CCBC" w:rsidR="00C4046B" w:rsidRPr="00E566EB" w:rsidRDefault="00C4046B" w:rsidP="00F3293A">
            <w:pPr>
              <w:spacing w:before="120" w:after="240"/>
              <w:rPr>
                <w:b/>
                <w:i/>
                <w:iCs/>
              </w:rPr>
            </w:pPr>
            <w:r>
              <w:rPr>
                <w:b/>
                <w:i/>
                <w:iCs/>
              </w:rPr>
              <w:t>[</w:t>
            </w:r>
            <w:r w:rsidR="00986EAF">
              <w:rPr>
                <w:b/>
                <w:i/>
                <w:iCs/>
              </w:rPr>
              <w:t>NPRR995</w:t>
            </w:r>
            <w:r w:rsidR="00CD356A">
              <w:rPr>
                <w:b/>
                <w:i/>
                <w:iCs/>
              </w:rPr>
              <w:t xml:space="preserve"> and</w:t>
            </w:r>
            <w:r w:rsidR="00986EAF">
              <w:rPr>
                <w:b/>
                <w:i/>
                <w:iCs/>
              </w:rPr>
              <w:t xml:space="preserve"> </w:t>
            </w:r>
            <w:r w:rsidR="00D211B0">
              <w:rPr>
                <w:b/>
                <w:i/>
                <w:iCs/>
              </w:rPr>
              <w:t>NPRR1012</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 xml:space="preserve">upon system implementation for NPRR995;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77777777"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31E407E3" w14:textId="77777777" w:rsidR="00C4046B" w:rsidRDefault="00C4046B" w:rsidP="00C4046B">
            <w:pPr>
              <w:pStyle w:val="BodyText"/>
              <w:ind w:left="2160" w:firstLine="720"/>
            </w:pPr>
            <w:r w:rsidRPr="00CD2C01">
              <w:rPr>
                <w:iCs w:val="0"/>
              </w:rPr>
              <w:t>∑</w:t>
            </w:r>
            <w:r w:rsidRPr="00CD2C01">
              <w:rPr>
                <w:rFonts w:eastAsia="Calibri"/>
                <w:i/>
                <w:iCs w:val="0"/>
                <w:vertAlign w:val="subscript"/>
              </w:rPr>
              <w:t>mp</w:t>
            </w:r>
            <w:r w:rsidRPr="00CD2C01">
              <w:rPr>
                <w:rFonts w:eastAsia="Calibri"/>
                <w:iCs w:val="0"/>
              </w:rPr>
              <w:t> </w:t>
            </w:r>
            <w:r w:rsidRPr="00CD2C01">
              <w:rPr>
                <w:iCs w:val="0"/>
              </w:rPr>
              <w:t>(</w:t>
            </w:r>
            <w:r w:rsidRPr="00CD2C01">
              <w:rPr>
                <w:rFonts w:eastAsia="Calibri"/>
                <w:iCs w:val="0"/>
              </w:rPr>
              <w:t>UOPTP </w:t>
            </w:r>
            <w:r w:rsidRPr="00CD2C01">
              <w:rPr>
                <w:rFonts w:eastAsia="Calibri"/>
                <w:i/>
                <w:iCs w:val="0"/>
                <w:vertAlign w:val="subscript"/>
              </w:rPr>
              <w:t>mp</w:t>
            </w:r>
            <w:r w:rsidRPr="00CD2C01">
              <w:rPr>
                <w:rFonts w:eastAsia="Calibri"/>
                <w:iCs w:val="0"/>
                <w:vertAlign w:val="subscript"/>
              </w:rPr>
              <w:t xml:space="preserve"> </w:t>
            </w:r>
            <w:r w:rsidRPr="00CD2C01">
              <w:rPr>
                <w:rFonts w:eastAsia="Calibri"/>
                <w:iCs w:val="0"/>
              </w:rPr>
              <w:t>+ UOBLP </w:t>
            </w:r>
            <w:r w:rsidRPr="00CD2C01">
              <w:rPr>
                <w:rFonts w:eastAsia="Calibri"/>
                <w:i/>
                <w:iCs w:val="0"/>
                <w:vertAlign w:val="subscript"/>
              </w:rPr>
              <w:t>mp</w:t>
            </w:r>
            <w:r w:rsidRPr="00CD2C01">
              <w:rPr>
                <w:iCs w:val="0"/>
              </w:rPr>
              <w:t>)</w:t>
            </w:r>
            <w:r>
              <w:t>,</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357003" w:rsidRDefault="00881601" w:rsidP="006A6713">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10B91425" w14:textId="77777777" w:rsidR="00881601" w:rsidRPr="00357003" w:rsidRDefault="00881601" w:rsidP="006A6713">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27467FD9" w14:textId="77777777" w:rsidR="00881601" w:rsidRPr="00357003" w:rsidRDefault="00881601" w:rsidP="006A6713">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w:t>
      </w:r>
      <w:r w:rsidR="006A6713" w:rsidRPr="00357003">
        <w:rPr>
          <w:rFonts w:eastAsia="Calibri"/>
          <w:b w:val="0"/>
        </w:rPr>
        <w:t>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r w:rsidR="006A6713" w:rsidRPr="00357003">
        <w:rPr>
          <w:b w:val="0"/>
        </w:rPr>
        <w:t>)</w:t>
      </w:r>
    </w:p>
    <w:p w14:paraId="56A36858" w14:textId="77777777" w:rsidR="00881601" w:rsidRPr="00357003" w:rsidRDefault="00881601" w:rsidP="00261EB0">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55E6E0DE" w14:textId="77777777" w:rsidR="00881601" w:rsidRPr="00357003" w:rsidRDefault="00881601" w:rsidP="006A6713">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154D89E1" w14:textId="77777777" w:rsidR="00881601" w:rsidRPr="00357003" w:rsidRDefault="00881601" w:rsidP="006A6713">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AF3F6C" w14:textId="77777777" w:rsidR="00881601" w:rsidRPr="00357003" w:rsidRDefault="00881601" w:rsidP="006A6713">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10210567" w14:textId="77777777" w:rsidR="00881601" w:rsidRPr="00357003" w:rsidRDefault="00881601" w:rsidP="00EC2F53">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DD8FADC" w14:textId="77777777" w:rsidR="00881601" w:rsidRPr="00357003" w:rsidRDefault="00881601" w:rsidP="00EC2F53">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681CBDD5" w14:textId="77777777" w:rsidR="00881601" w:rsidRPr="00357003" w:rsidRDefault="00881601" w:rsidP="003E66E6">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31AB9482" w14:textId="77777777" w:rsidR="00881601" w:rsidRPr="00357003" w:rsidRDefault="00881601" w:rsidP="00DC3C3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E6D09EF" w14:textId="77777777" w:rsidR="00881601" w:rsidRPr="00357003" w:rsidRDefault="00881601" w:rsidP="00261EB0">
      <w:pPr>
        <w:pStyle w:val="FormulaBold"/>
        <w:rPr>
          <w:b w:val="0"/>
        </w:rPr>
      </w:pPr>
      <w:r w:rsidRPr="00357003">
        <w:rPr>
          <w:rFonts w:eastAsia="Calibri"/>
          <w:b w:val="0"/>
        </w:rPr>
        <w:t>UOPTS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 xml:space="preserve">) </w:t>
      </w:r>
    </w:p>
    <w:p w14:paraId="5822CCF8" w14:textId="77777777" w:rsidR="00881601" w:rsidRPr="00357003" w:rsidRDefault="00881601" w:rsidP="00261EB0">
      <w:pPr>
        <w:pStyle w:val="FormulaBold"/>
        <w:rPr>
          <w:b w:val="0"/>
        </w:rPr>
      </w:pPr>
      <w:r w:rsidRPr="00357003">
        <w:rPr>
          <w:rFonts w:eastAsia="Calibri"/>
          <w:b w:val="0"/>
        </w:rPr>
        <w:t>UOBLS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OBLS</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4A1E3A4F" w14:textId="77777777" w:rsidR="00881601" w:rsidRPr="00357003" w:rsidRDefault="00881601" w:rsidP="00261EB0">
      <w:pPr>
        <w:pStyle w:val="FormulaBold"/>
        <w:rPr>
          <w:b w:val="0"/>
        </w:rPr>
      </w:pPr>
      <w:r w:rsidRPr="00357003">
        <w:rPr>
          <w:rFonts w:eastAsia="Calibri"/>
          <w:b w:val="0"/>
        </w:rPr>
        <w:t>UOPTP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OPTP</w:t>
      </w:r>
      <w:r w:rsidRPr="00357003">
        <w:rPr>
          <w:b w:val="0"/>
          <w:vertAlign w:val="subscript"/>
        </w:rPr>
        <w:t xml:space="preserve"> </w:t>
      </w:r>
      <w:r w:rsidRPr="00357003">
        <w:rPr>
          <w:b w:val="0"/>
          <w:i/>
          <w:vertAlign w:val="subscript"/>
        </w:rPr>
        <w:t xml:space="preserve">mp, </w:t>
      </w:r>
      <w:r w:rsidRPr="00357003">
        <w:rPr>
          <w:rFonts w:eastAsia="Calibri"/>
          <w:b w:val="0"/>
          <w:i/>
          <w:vertAlign w:val="subscript"/>
        </w:rPr>
        <w:t>j, h</w:t>
      </w:r>
      <w:r w:rsidRPr="00357003">
        <w:rPr>
          <w:b w:val="0"/>
        </w:rPr>
        <w:t>)</w:t>
      </w:r>
    </w:p>
    <w:p w14:paraId="04AFB7FA" w14:textId="77777777" w:rsidR="00881601" w:rsidRPr="00357003" w:rsidRDefault="00881601" w:rsidP="00261EB0">
      <w:pPr>
        <w:pStyle w:val="FormulaBold"/>
        <w:rPr>
          <w:b w:val="0"/>
          <w:lang w:val="en-US"/>
        </w:rPr>
      </w:pPr>
      <w:r w:rsidRPr="00357003">
        <w:rPr>
          <w:rFonts w:eastAsia="Calibri"/>
          <w:b w:val="0"/>
        </w:rPr>
        <w:t>UOBLP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OBLP</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1F1AAA4B" w14:textId="77777777" w:rsidR="00D211B0" w:rsidRPr="00357003" w:rsidRDefault="00326226" w:rsidP="00261EB0">
      <w:pPr>
        <w:pStyle w:val="FormulaBold"/>
        <w:rPr>
          <w:b w:val="0"/>
          <w:lang w:val="en-US"/>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 xml:space="preserve"> (MEBL</w:t>
      </w:r>
      <w:r w:rsidRPr="00357003">
        <w:rPr>
          <w:b w:val="0"/>
          <w:lang w:val="en-US"/>
        </w:rPr>
        <w:t xml:space="preserve"> </w:t>
      </w:r>
      <w:r w:rsidRPr="00357003">
        <w:rPr>
          <w:b w:val="0"/>
          <w:i/>
          <w:vertAlign w:val="subscript"/>
        </w:rPr>
        <w:t>mp,</w:t>
      </w:r>
      <w:r w:rsidRPr="00357003">
        <w:rPr>
          <w:b w:val="0"/>
          <w:i/>
          <w:vertAlign w:val="subscript"/>
          <w:lang w:val="en-US"/>
        </w:rPr>
        <w:t xml:space="preserve"> </w:t>
      </w:r>
      <w:r w:rsidRPr="00357003">
        <w:rPr>
          <w:b w:val="0"/>
          <w:i/>
          <w:vertAlign w:val="subscript"/>
        </w:rPr>
        <w:t>r,</w:t>
      </w:r>
      <w:r w:rsidRPr="00357003">
        <w:rPr>
          <w:b w:val="0"/>
          <w:i/>
          <w:vertAlign w:val="subscript"/>
          <w:lang w:val="en-US"/>
        </w:rPr>
        <w:t xml:space="preserve"> </w:t>
      </w:r>
      <w:r w:rsidRPr="00357003">
        <w:rPr>
          <w:b w:val="0"/>
          <w:i/>
          <w:vertAlign w:val="subscript"/>
        </w:rPr>
        <w:t>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lastRenderedPageBreak/>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81601" w14:paraId="10D0A308" w14:textId="77777777" w:rsidTr="00D211B0">
        <w:trPr>
          <w:cantSplit/>
          <w:tblHeader/>
        </w:trPr>
        <w:tc>
          <w:tcPr>
            <w:tcW w:w="1026" w:type="pct"/>
          </w:tcPr>
          <w:p w14:paraId="2E5151F2" w14:textId="77777777" w:rsidR="00881601" w:rsidRDefault="00881601" w:rsidP="00463C16">
            <w:pPr>
              <w:pStyle w:val="TableHead"/>
            </w:pPr>
            <w:r>
              <w:t>Variable</w:t>
            </w:r>
          </w:p>
        </w:tc>
        <w:tc>
          <w:tcPr>
            <w:tcW w:w="407" w:type="pct"/>
          </w:tcPr>
          <w:p w14:paraId="00C17A93" w14:textId="77777777" w:rsidR="00881601" w:rsidRDefault="00881601" w:rsidP="00463C16">
            <w:pPr>
              <w:pStyle w:val="TableHead"/>
            </w:pPr>
            <w:r>
              <w:t>Unit</w:t>
            </w:r>
          </w:p>
        </w:tc>
        <w:tc>
          <w:tcPr>
            <w:tcW w:w="3568" w:type="pct"/>
          </w:tcPr>
          <w:p w14:paraId="1987FBB9" w14:textId="77777777" w:rsidR="00881601" w:rsidRDefault="00881601" w:rsidP="00463C16">
            <w:pPr>
              <w:pStyle w:val="TableHead"/>
            </w:pPr>
            <w:r>
              <w:t>Definition</w:t>
            </w:r>
          </w:p>
        </w:tc>
      </w:tr>
      <w:tr w:rsidR="00881601" w14:paraId="427B5AD1" w14:textId="77777777" w:rsidTr="00D211B0">
        <w:trPr>
          <w:cantSplit/>
        </w:trPr>
        <w:tc>
          <w:tcPr>
            <w:tcW w:w="1026"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07" w:type="pct"/>
          </w:tcPr>
          <w:p w14:paraId="57CDC1B5" w14:textId="77777777" w:rsidR="00881601" w:rsidRDefault="00881601" w:rsidP="00463C16">
            <w:pPr>
              <w:pStyle w:val="TableBody"/>
            </w:pPr>
            <w:r>
              <w:rPr>
                <w:color w:val="000000"/>
                <w:kern w:val="24"/>
              </w:rPr>
              <w:t>$</w:t>
            </w:r>
          </w:p>
        </w:tc>
        <w:tc>
          <w:tcPr>
            <w:tcW w:w="3568"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211B0">
        <w:trPr>
          <w:cantSplit/>
        </w:trPr>
        <w:tc>
          <w:tcPr>
            <w:tcW w:w="1026" w:type="pct"/>
          </w:tcPr>
          <w:p w14:paraId="1157EA0E" w14:textId="77777777" w:rsidR="00881601" w:rsidRPr="00CE5650" w:rsidRDefault="00881601" w:rsidP="00463C16">
            <w:pPr>
              <w:pStyle w:val="TableBody"/>
              <w:rPr>
                <w:color w:val="000000"/>
                <w:kern w:val="24"/>
              </w:rPr>
            </w:pPr>
            <w:r w:rsidRPr="00C078A4">
              <w:rPr>
                <w:lang w:val="pt-BR"/>
              </w:rPr>
              <w:t>TSPA</w:t>
            </w:r>
          </w:p>
        </w:tc>
        <w:tc>
          <w:tcPr>
            <w:tcW w:w="407" w:type="pct"/>
          </w:tcPr>
          <w:p w14:paraId="74BAE4AA" w14:textId="77777777" w:rsidR="00881601" w:rsidRDefault="00881601" w:rsidP="00463C16">
            <w:pPr>
              <w:pStyle w:val="TableBody"/>
            </w:pPr>
            <w:r>
              <w:rPr>
                <w:color w:val="000000"/>
                <w:kern w:val="24"/>
              </w:rPr>
              <w:t>$</w:t>
            </w:r>
          </w:p>
        </w:tc>
        <w:tc>
          <w:tcPr>
            <w:tcW w:w="3568"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211B0">
        <w:trPr>
          <w:cantSplit/>
        </w:trPr>
        <w:tc>
          <w:tcPr>
            <w:tcW w:w="1026"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07" w:type="pct"/>
          </w:tcPr>
          <w:p w14:paraId="41917A01" w14:textId="77777777" w:rsidR="00881601" w:rsidRDefault="00881601" w:rsidP="00463C16">
            <w:pPr>
              <w:pStyle w:val="TableBody"/>
            </w:pPr>
            <w:r w:rsidRPr="00421EF2">
              <w:rPr>
                <w:color w:val="000000"/>
                <w:kern w:val="24"/>
              </w:rPr>
              <w:t>None</w:t>
            </w:r>
          </w:p>
        </w:tc>
        <w:tc>
          <w:tcPr>
            <w:tcW w:w="3568"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211B0">
        <w:trPr>
          <w:cantSplit/>
        </w:trPr>
        <w:tc>
          <w:tcPr>
            <w:tcW w:w="1026"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07" w:type="pct"/>
          </w:tcPr>
          <w:p w14:paraId="4401BB80" w14:textId="77777777" w:rsidR="00881601" w:rsidRDefault="00881601" w:rsidP="00463C16">
            <w:pPr>
              <w:pStyle w:val="TableBody"/>
            </w:pPr>
            <w:r>
              <w:rPr>
                <w:color w:val="000000"/>
                <w:kern w:val="24"/>
              </w:rPr>
              <w:t>MWh</w:t>
            </w:r>
          </w:p>
        </w:tc>
        <w:tc>
          <w:tcPr>
            <w:tcW w:w="3568"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211B0">
        <w:trPr>
          <w:cantSplit/>
        </w:trPr>
        <w:tc>
          <w:tcPr>
            <w:tcW w:w="1026"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07" w:type="pct"/>
          </w:tcPr>
          <w:p w14:paraId="1BCD8AC1" w14:textId="77777777" w:rsidR="00881601" w:rsidRDefault="00881601" w:rsidP="00463C16">
            <w:pPr>
              <w:pStyle w:val="TableBody"/>
            </w:pPr>
            <w:r>
              <w:rPr>
                <w:color w:val="000000"/>
                <w:kern w:val="24"/>
              </w:rPr>
              <w:t>MWh</w:t>
            </w:r>
          </w:p>
        </w:tc>
        <w:tc>
          <w:tcPr>
            <w:tcW w:w="3568"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211B0">
        <w:trPr>
          <w:cantSplit/>
        </w:trPr>
        <w:tc>
          <w:tcPr>
            <w:tcW w:w="1026"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7D14C88B" w14:textId="77777777" w:rsidR="00881601" w:rsidRDefault="00881601" w:rsidP="00463C16">
            <w:pPr>
              <w:pStyle w:val="TableBody"/>
            </w:pPr>
            <w:r>
              <w:t>MWh</w:t>
            </w:r>
          </w:p>
        </w:tc>
        <w:tc>
          <w:tcPr>
            <w:tcW w:w="3568"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211B0">
        <w:trPr>
          <w:cantSplit/>
        </w:trPr>
        <w:tc>
          <w:tcPr>
            <w:tcW w:w="1026"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07" w:type="pct"/>
          </w:tcPr>
          <w:p w14:paraId="141C1395" w14:textId="77777777" w:rsidR="00881601" w:rsidRDefault="00881601" w:rsidP="00463C16">
            <w:pPr>
              <w:pStyle w:val="TableBody"/>
            </w:pPr>
            <w:r>
              <w:t>MWh</w:t>
            </w:r>
          </w:p>
        </w:tc>
        <w:tc>
          <w:tcPr>
            <w:tcW w:w="3568"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211B0">
        <w:trPr>
          <w:cantSplit/>
        </w:trPr>
        <w:tc>
          <w:tcPr>
            <w:tcW w:w="1026"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0B573FDB" w14:textId="77777777" w:rsidR="00881601" w:rsidRDefault="00881601" w:rsidP="00463C16">
            <w:pPr>
              <w:pStyle w:val="TableBody"/>
            </w:pPr>
            <w:r>
              <w:t>MW</w:t>
            </w:r>
          </w:p>
        </w:tc>
        <w:tc>
          <w:tcPr>
            <w:tcW w:w="3568"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211B0">
        <w:trPr>
          <w:cantSplit/>
        </w:trPr>
        <w:tc>
          <w:tcPr>
            <w:tcW w:w="1026"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7B7D06F6" w14:textId="77777777" w:rsidR="00881601" w:rsidRDefault="00881601" w:rsidP="00463C16">
            <w:pPr>
              <w:pStyle w:val="TableBody"/>
            </w:pPr>
            <w:r>
              <w:t>MW</w:t>
            </w:r>
          </w:p>
        </w:tc>
        <w:tc>
          <w:tcPr>
            <w:tcW w:w="3568"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211B0">
        <w:trPr>
          <w:cantSplit/>
        </w:trPr>
        <w:tc>
          <w:tcPr>
            <w:tcW w:w="1026"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304B5DC4" w14:textId="77777777" w:rsidR="00881601" w:rsidRDefault="00881601" w:rsidP="00463C16">
            <w:pPr>
              <w:pStyle w:val="TableBody"/>
            </w:pPr>
            <w:r>
              <w:t>MWh</w:t>
            </w:r>
          </w:p>
        </w:tc>
        <w:tc>
          <w:tcPr>
            <w:tcW w:w="3568"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211B0">
        <w:trPr>
          <w:cantSplit/>
        </w:trPr>
        <w:tc>
          <w:tcPr>
            <w:tcW w:w="1026"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07" w:type="pct"/>
          </w:tcPr>
          <w:p w14:paraId="659AE03A" w14:textId="77777777" w:rsidR="00881601" w:rsidRDefault="00881601" w:rsidP="00463C16">
            <w:pPr>
              <w:pStyle w:val="TableBody"/>
            </w:pPr>
            <w:r>
              <w:t>MWh</w:t>
            </w:r>
          </w:p>
        </w:tc>
        <w:tc>
          <w:tcPr>
            <w:tcW w:w="3568"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211B0">
        <w:trPr>
          <w:cantSplit/>
        </w:trPr>
        <w:tc>
          <w:tcPr>
            <w:tcW w:w="1026"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07" w:type="pct"/>
          </w:tcPr>
          <w:p w14:paraId="0A4486EE" w14:textId="77777777" w:rsidR="00881601" w:rsidRDefault="00881601" w:rsidP="00463C16">
            <w:pPr>
              <w:pStyle w:val="TableBody"/>
            </w:pPr>
            <w:r>
              <w:t>MW</w:t>
            </w:r>
          </w:p>
        </w:tc>
        <w:tc>
          <w:tcPr>
            <w:tcW w:w="3568"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211B0">
        <w:trPr>
          <w:cantSplit/>
        </w:trPr>
        <w:tc>
          <w:tcPr>
            <w:tcW w:w="1026"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07" w:type="pct"/>
          </w:tcPr>
          <w:p w14:paraId="7B280624" w14:textId="77777777" w:rsidR="00881601" w:rsidRDefault="00881601" w:rsidP="00463C16">
            <w:pPr>
              <w:pStyle w:val="TableBody"/>
            </w:pPr>
            <w:r>
              <w:t>MWh</w:t>
            </w:r>
          </w:p>
        </w:tc>
        <w:tc>
          <w:tcPr>
            <w:tcW w:w="3568"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211B0">
        <w:trPr>
          <w:cantSplit/>
        </w:trPr>
        <w:tc>
          <w:tcPr>
            <w:tcW w:w="1026" w:type="pct"/>
          </w:tcPr>
          <w:p w14:paraId="6CFFC259" w14:textId="77777777" w:rsidR="00881601" w:rsidRDefault="00881601" w:rsidP="00463C16">
            <w:pPr>
              <w:pStyle w:val="TableBody"/>
            </w:pPr>
            <w:r>
              <w:rPr>
                <w:rFonts w:eastAsia="Calibri"/>
              </w:rPr>
              <w:lastRenderedPageBreak/>
              <w:t xml:space="preserve">RTQQEP </w:t>
            </w:r>
            <w:r w:rsidRPr="006C0ADB">
              <w:rPr>
                <w:i/>
                <w:color w:val="000000"/>
                <w:kern w:val="24"/>
                <w:vertAlign w:val="subscript"/>
              </w:rPr>
              <w:t>mp, p, i</w:t>
            </w:r>
          </w:p>
        </w:tc>
        <w:tc>
          <w:tcPr>
            <w:tcW w:w="407" w:type="pct"/>
          </w:tcPr>
          <w:p w14:paraId="2ACFBF9A" w14:textId="77777777" w:rsidR="00881601" w:rsidRDefault="00881601" w:rsidP="00463C16">
            <w:pPr>
              <w:pStyle w:val="TableBody"/>
            </w:pPr>
            <w:r>
              <w:t>MW</w:t>
            </w:r>
          </w:p>
        </w:tc>
        <w:tc>
          <w:tcPr>
            <w:tcW w:w="3568"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211B0">
        <w:trPr>
          <w:cantSplit/>
        </w:trPr>
        <w:tc>
          <w:tcPr>
            <w:tcW w:w="1026"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07" w:type="pct"/>
          </w:tcPr>
          <w:p w14:paraId="07D2DC5C" w14:textId="77777777" w:rsidR="00881601" w:rsidRDefault="00881601" w:rsidP="00463C16">
            <w:pPr>
              <w:pStyle w:val="TableBody"/>
            </w:pPr>
            <w:r>
              <w:t>MWh</w:t>
            </w:r>
          </w:p>
        </w:tc>
        <w:tc>
          <w:tcPr>
            <w:tcW w:w="3568"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211B0">
        <w:trPr>
          <w:cantSplit/>
        </w:trPr>
        <w:tc>
          <w:tcPr>
            <w:tcW w:w="1026"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07" w:type="pct"/>
          </w:tcPr>
          <w:p w14:paraId="125E5134" w14:textId="77777777" w:rsidR="00881601" w:rsidRDefault="00881601" w:rsidP="00463C16">
            <w:pPr>
              <w:pStyle w:val="TableBody"/>
            </w:pPr>
            <w:r>
              <w:t>MW</w:t>
            </w:r>
          </w:p>
        </w:tc>
        <w:tc>
          <w:tcPr>
            <w:tcW w:w="3568"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211B0">
        <w:trPr>
          <w:cantSplit/>
        </w:trPr>
        <w:tc>
          <w:tcPr>
            <w:tcW w:w="1026"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07" w:type="pct"/>
          </w:tcPr>
          <w:p w14:paraId="68676B5E" w14:textId="77777777" w:rsidR="00881601" w:rsidRDefault="00881601" w:rsidP="00463C16">
            <w:pPr>
              <w:pStyle w:val="TableBody"/>
            </w:pPr>
            <w:r>
              <w:t>MWh</w:t>
            </w:r>
          </w:p>
        </w:tc>
        <w:tc>
          <w:tcPr>
            <w:tcW w:w="3568"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211B0">
        <w:trPr>
          <w:cantSplit/>
        </w:trPr>
        <w:tc>
          <w:tcPr>
            <w:tcW w:w="1026"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07" w:type="pct"/>
          </w:tcPr>
          <w:p w14:paraId="184F9306" w14:textId="77777777" w:rsidR="00881601" w:rsidRDefault="00881601" w:rsidP="00463C16">
            <w:pPr>
              <w:pStyle w:val="TableBody"/>
            </w:pPr>
            <w:r>
              <w:t>MW</w:t>
            </w:r>
          </w:p>
        </w:tc>
        <w:tc>
          <w:tcPr>
            <w:tcW w:w="3568"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211B0">
        <w:trPr>
          <w:cantSplit/>
        </w:trPr>
        <w:tc>
          <w:tcPr>
            <w:tcW w:w="1026"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07" w:type="pct"/>
          </w:tcPr>
          <w:p w14:paraId="2236748C" w14:textId="77777777" w:rsidR="00881601" w:rsidRDefault="00881601" w:rsidP="00463C16">
            <w:pPr>
              <w:pStyle w:val="TableBody"/>
            </w:pPr>
            <w:r>
              <w:t>MWh</w:t>
            </w:r>
          </w:p>
        </w:tc>
        <w:tc>
          <w:tcPr>
            <w:tcW w:w="3568"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211B0">
        <w:trPr>
          <w:cantSplit/>
        </w:trPr>
        <w:tc>
          <w:tcPr>
            <w:tcW w:w="1026" w:type="pct"/>
          </w:tcPr>
          <w:p w14:paraId="16C315A2" w14:textId="77777777" w:rsidR="00881601" w:rsidRDefault="00881601" w:rsidP="00463C16">
            <w:pPr>
              <w:pStyle w:val="TableBody"/>
            </w:pPr>
            <w:r>
              <w:t xml:space="preserve">RTOBL </w:t>
            </w:r>
            <w:r w:rsidRPr="004A7A0E">
              <w:rPr>
                <w:i/>
                <w:vertAlign w:val="subscript"/>
              </w:rPr>
              <w:t>mp, (j, k), h</w:t>
            </w:r>
          </w:p>
        </w:tc>
        <w:tc>
          <w:tcPr>
            <w:tcW w:w="407" w:type="pct"/>
          </w:tcPr>
          <w:p w14:paraId="5521B8B3" w14:textId="77777777" w:rsidR="00881601" w:rsidRDefault="00881601" w:rsidP="00463C16">
            <w:pPr>
              <w:pStyle w:val="TableBody"/>
            </w:pPr>
            <w:r>
              <w:t>MW</w:t>
            </w:r>
          </w:p>
        </w:tc>
        <w:tc>
          <w:tcPr>
            <w:tcW w:w="3568"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211B0">
        <w:trPr>
          <w:cantSplit/>
        </w:trPr>
        <w:tc>
          <w:tcPr>
            <w:tcW w:w="1026"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07" w:type="pct"/>
          </w:tcPr>
          <w:p w14:paraId="410CB2EC" w14:textId="77777777" w:rsidR="00881601" w:rsidRDefault="00881601" w:rsidP="00463C16">
            <w:pPr>
              <w:pStyle w:val="TableBody"/>
              <w:rPr>
                <w:bCs/>
              </w:rPr>
            </w:pPr>
            <w:r>
              <w:t>MWh</w:t>
            </w:r>
          </w:p>
        </w:tc>
        <w:tc>
          <w:tcPr>
            <w:tcW w:w="3568"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211B0">
        <w:trPr>
          <w:cantSplit/>
        </w:trPr>
        <w:tc>
          <w:tcPr>
            <w:tcW w:w="1026"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07" w:type="pct"/>
          </w:tcPr>
          <w:p w14:paraId="4DB03500" w14:textId="77777777" w:rsidR="00881601" w:rsidRDefault="00881601" w:rsidP="00463C16">
            <w:pPr>
              <w:pStyle w:val="TableBody"/>
              <w:rPr>
                <w:bCs/>
              </w:rPr>
            </w:pPr>
            <w:r>
              <w:rPr>
                <w:bCs/>
              </w:rPr>
              <w:t>MW</w:t>
            </w:r>
          </w:p>
        </w:tc>
        <w:tc>
          <w:tcPr>
            <w:tcW w:w="3568"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211B0">
        <w:trPr>
          <w:cantSplit/>
        </w:trPr>
        <w:tc>
          <w:tcPr>
            <w:tcW w:w="1026"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07" w:type="pct"/>
          </w:tcPr>
          <w:p w14:paraId="139AAACD" w14:textId="77777777" w:rsidR="00881601" w:rsidRDefault="00881601" w:rsidP="00463C16">
            <w:pPr>
              <w:pStyle w:val="TableBody"/>
              <w:rPr>
                <w:bCs/>
              </w:rPr>
            </w:pPr>
            <w:r>
              <w:rPr>
                <w:bCs/>
              </w:rPr>
              <w:t>MW</w:t>
            </w:r>
          </w:p>
        </w:tc>
        <w:tc>
          <w:tcPr>
            <w:tcW w:w="3568"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211B0">
        <w:trPr>
          <w:cantSplit/>
        </w:trPr>
        <w:tc>
          <w:tcPr>
            <w:tcW w:w="1026"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07" w:type="pct"/>
          </w:tcPr>
          <w:p w14:paraId="7342EEC8" w14:textId="77777777" w:rsidR="00881601" w:rsidRDefault="00881601" w:rsidP="00463C16">
            <w:pPr>
              <w:pStyle w:val="TableBody"/>
            </w:pPr>
            <w:r>
              <w:rPr>
                <w:bCs/>
              </w:rPr>
              <w:t>MW</w:t>
            </w:r>
          </w:p>
        </w:tc>
        <w:tc>
          <w:tcPr>
            <w:tcW w:w="3568"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211B0">
        <w:trPr>
          <w:cantSplit/>
        </w:trPr>
        <w:tc>
          <w:tcPr>
            <w:tcW w:w="1026"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07" w:type="pct"/>
          </w:tcPr>
          <w:p w14:paraId="63FF7269" w14:textId="77777777" w:rsidR="00881601" w:rsidRDefault="00881601" w:rsidP="00463C16">
            <w:pPr>
              <w:pStyle w:val="TableBody"/>
              <w:rPr>
                <w:bCs/>
              </w:rPr>
            </w:pPr>
            <w:r>
              <w:t>MWh</w:t>
            </w:r>
          </w:p>
        </w:tc>
        <w:tc>
          <w:tcPr>
            <w:tcW w:w="3568"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211B0">
        <w:trPr>
          <w:cantSplit/>
        </w:trPr>
        <w:tc>
          <w:tcPr>
            <w:tcW w:w="1026"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6572F3E8" w14:textId="77777777" w:rsidR="00881601" w:rsidRDefault="00881601" w:rsidP="00463C16">
            <w:pPr>
              <w:pStyle w:val="TableBody"/>
            </w:pPr>
            <w:r>
              <w:rPr>
                <w:bCs/>
              </w:rPr>
              <w:t>MW</w:t>
            </w:r>
          </w:p>
        </w:tc>
        <w:tc>
          <w:tcPr>
            <w:tcW w:w="3568"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211B0">
        <w:trPr>
          <w:cantSplit/>
        </w:trPr>
        <w:tc>
          <w:tcPr>
            <w:tcW w:w="1026"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07" w:type="pct"/>
          </w:tcPr>
          <w:p w14:paraId="7A44169F" w14:textId="77777777" w:rsidR="00881601" w:rsidRDefault="00881601" w:rsidP="00463C16">
            <w:pPr>
              <w:pStyle w:val="TableBody"/>
            </w:pPr>
            <w:r>
              <w:t>MWh</w:t>
            </w:r>
          </w:p>
        </w:tc>
        <w:tc>
          <w:tcPr>
            <w:tcW w:w="3568"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68"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68"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26226" w14:paraId="59CBA00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211B0">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FA77FA" w:rsidRPr="0003648D" w14:paraId="50499E1F" w14:textId="77777777" w:rsidTr="00CB43C2">
                    <w:trPr>
                      <w:cantSplit/>
                    </w:trPr>
                    <w:tc>
                      <w:tcPr>
                        <w:tcW w:w="1314"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2F1FC266" w14:textId="5A4D3E09" w:rsidR="00FA77FA" w:rsidRPr="0003648D" w:rsidRDefault="00FA77FA" w:rsidP="00FA77FA">
                        <w:pPr>
                          <w:pStyle w:val="tablebody0"/>
                        </w:pPr>
                        <w:r w:rsidRPr="005D0F36">
                          <w:t>MWh</w:t>
                        </w:r>
                      </w:p>
                    </w:tc>
                    <w:tc>
                      <w:tcPr>
                        <w:tcW w:w="3290"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CB43C2">
        <w:trPr>
          <w:cantSplit/>
        </w:trPr>
        <w:tc>
          <w:tcPr>
            <w:tcW w:w="1026"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FA77F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16EF1" w:rsidRPr="0003648D" w14:paraId="15F816BD" w14:textId="77777777" w:rsidTr="00CB43C2">
                    <w:trPr>
                      <w:cantSplit/>
                    </w:trPr>
                    <w:tc>
                      <w:tcPr>
                        <w:tcW w:w="1314"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5D2C0A5E" w14:textId="6A2CC563" w:rsidR="00116EF1" w:rsidRPr="0003648D" w:rsidRDefault="00116EF1" w:rsidP="00116EF1">
                        <w:pPr>
                          <w:pStyle w:val="tablebody0"/>
                        </w:pPr>
                        <w:r>
                          <w:t>MWh</w:t>
                        </w:r>
                      </w:p>
                    </w:tc>
                    <w:tc>
                      <w:tcPr>
                        <w:tcW w:w="3290"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4A7A0E">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07"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211B0">
        <w:trPr>
          <w:cantSplit/>
        </w:trPr>
        <w:tc>
          <w:tcPr>
            <w:tcW w:w="1026"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tr w:rsidR="004A7A0E" w14:paraId="5EA13EDF" w14:textId="77777777" w:rsidTr="004A7A0E">
        <w:trPr>
          <w:cantSplit/>
        </w:trPr>
        <w:tc>
          <w:tcPr>
            <w:tcW w:w="5000" w:type="pct"/>
            <w:gridSpan w:val="3"/>
            <w:tcBorders>
              <w:top w:val="single" w:sz="6" w:space="0" w:color="auto"/>
              <w:left w:val="single" w:sz="4" w:space="0" w:color="auto"/>
              <w:bottom w:val="single" w:sz="4" w:space="0" w:color="auto"/>
              <w:right w:val="single" w:sz="4" w:space="0" w:color="auto"/>
            </w:tcBorders>
          </w:tcPr>
          <w:p w14:paraId="12C65B17" w14:textId="77777777" w:rsidR="004A7A0E" w:rsidRPr="00E63934" w:rsidRDefault="004A7A0E" w:rsidP="003858AA">
            <w:pPr>
              <w:pStyle w:val="TableBody"/>
              <w:rPr>
                <w:bCs/>
              </w:rPr>
            </w:pP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lastRenderedPageBreak/>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lastRenderedPageBreak/>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7"/>
      <w:footerReference w:type="defaul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0D50CD7D" w:rsidR="007D681D" w:rsidRDefault="007D681D">
    <w:pPr>
      <w:pStyle w:val="Footer"/>
      <w:spacing w:before="0" w:after="0"/>
    </w:pPr>
    <w:r>
      <w:t xml:space="preserve">ERCOT Nodal Protocols – </w:t>
    </w:r>
    <w:r w:rsidR="0047587C">
      <w:t>February</w:t>
    </w:r>
    <w:r w:rsidR="00176EAC">
      <w:t xml:space="preserve"> </w:t>
    </w:r>
    <w:r w:rsidR="007603E3">
      <w:t>1</w:t>
    </w:r>
    <w:r>
      <w:t>, 202</w:t>
    </w:r>
    <w:r w:rsidR="0047587C">
      <w:t>3</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4CCBA169" w:rsidR="007D681D" w:rsidRDefault="007D681D">
    <w:pPr>
      <w:pStyle w:val="Footer"/>
      <w:spacing w:before="0" w:after="0"/>
    </w:pPr>
    <w:r>
      <w:t xml:space="preserve">ERCOT Nodal Protocols – </w:t>
    </w:r>
    <w:r w:rsidR="0047587C">
      <w:t>February</w:t>
    </w:r>
    <w:r w:rsidR="00176EAC">
      <w:t xml:space="preserve"> </w:t>
    </w:r>
    <w:r w:rsidR="007603E3">
      <w:t>1</w:t>
    </w:r>
    <w:r>
      <w:t>, 202</w:t>
    </w:r>
    <w:r w:rsidR="0047587C">
      <w:t>3</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6929C0B1" w:rsidR="007D681D" w:rsidRDefault="007D681D">
    <w:pPr>
      <w:pStyle w:val="Footer"/>
      <w:spacing w:before="0" w:after="0"/>
      <w:rPr>
        <w:rStyle w:val="PageNumber"/>
      </w:rPr>
    </w:pPr>
    <w:r>
      <w:t xml:space="preserve">ERCOT Nodal Protocols – </w:t>
    </w:r>
    <w:r w:rsidR="0047587C">
      <w:t>February</w:t>
    </w:r>
    <w:r w:rsidR="00176EAC">
      <w:t xml:space="preserve"> </w:t>
    </w:r>
    <w:r w:rsidR="007603E3">
      <w:t>1</w:t>
    </w:r>
    <w:r>
      <w:t>, 202</w:t>
    </w:r>
    <w:r w:rsidR="0047587C">
      <w:t>3</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0"/>
  </w:num>
  <w:num w:numId="3">
    <w:abstractNumId w:val="25"/>
  </w:num>
  <w:num w:numId="4">
    <w:abstractNumId w:val="18"/>
  </w:num>
  <w:num w:numId="5">
    <w:abstractNumId w:val="31"/>
  </w:num>
  <w:num w:numId="6">
    <w:abstractNumId w:val="14"/>
  </w:num>
  <w:num w:numId="7">
    <w:abstractNumId w:val="22"/>
  </w:num>
  <w:num w:numId="8">
    <w:abstractNumId w:val="24"/>
  </w:num>
  <w:num w:numId="9">
    <w:abstractNumId w:val="19"/>
  </w:num>
  <w:num w:numId="10">
    <w:abstractNumId w:val="15"/>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3"/>
  </w:num>
  <w:num w:numId="23">
    <w:abstractNumId w:val="17"/>
  </w:num>
  <w:num w:numId="24">
    <w:abstractNumId w:val="11"/>
  </w:num>
  <w:num w:numId="25">
    <w:abstractNumId w:val="26"/>
  </w:num>
  <w:num w:numId="26">
    <w:abstractNumId w:val="20"/>
  </w:num>
  <w:num w:numId="27">
    <w:abstractNumId w:val="27"/>
  </w:num>
  <w:num w:numId="28">
    <w:abstractNumId w:val="16"/>
  </w:num>
  <w:num w:numId="29">
    <w:abstractNumId w:val="28"/>
  </w:num>
  <w:num w:numId="30">
    <w:abstractNumId w:val="13"/>
  </w:num>
  <w:num w:numId="31">
    <w:abstractNumId w:val="21"/>
  </w:num>
  <w:num w:numId="32">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2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7280"/>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3653"/>
    <w:rsid w:val="00094D3D"/>
    <w:rsid w:val="000A050F"/>
    <w:rsid w:val="000A0FDB"/>
    <w:rsid w:val="000A1E12"/>
    <w:rsid w:val="000A226C"/>
    <w:rsid w:val="000A2A47"/>
    <w:rsid w:val="000A3652"/>
    <w:rsid w:val="000A384D"/>
    <w:rsid w:val="000A4764"/>
    <w:rsid w:val="000A5460"/>
    <w:rsid w:val="000A5E65"/>
    <w:rsid w:val="000A639A"/>
    <w:rsid w:val="000A75FE"/>
    <w:rsid w:val="000A7801"/>
    <w:rsid w:val="000B0996"/>
    <w:rsid w:val="000B1CA3"/>
    <w:rsid w:val="000B38B6"/>
    <w:rsid w:val="000B61FF"/>
    <w:rsid w:val="000B7292"/>
    <w:rsid w:val="000B7C5F"/>
    <w:rsid w:val="000B7DF0"/>
    <w:rsid w:val="000C058D"/>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B138E"/>
    <w:rsid w:val="002B3B59"/>
    <w:rsid w:val="002B4852"/>
    <w:rsid w:val="002B5422"/>
    <w:rsid w:val="002B56CF"/>
    <w:rsid w:val="002B6842"/>
    <w:rsid w:val="002C1500"/>
    <w:rsid w:val="002C23D0"/>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85A"/>
    <w:rsid w:val="003035B1"/>
    <w:rsid w:val="00303D8F"/>
    <w:rsid w:val="003060F3"/>
    <w:rsid w:val="003061A0"/>
    <w:rsid w:val="00306300"/>
    <w:rsid w:val="00306A37"/>
    <w:rsid w:val="00310475"/>
    <w:rsid w:val="00311602"/>
    <w:rsid w:val="00311E1F"/>
    <w:rsid w:val="003135A1"/>
    <w:rsid w:val="00313E64"/>
    <w:rsid w:val="00321B52"/>
    <w:rsid w:val="00322069"/>
    <w:rsid w:val="00324EB2"/>
    <w:rsid w:val="00326226"/>
    <w:rsid w:val="00343EDE"/>
    <w:rsid w:val="003459E3"/>
    <w:rsid w:val="003460D2"/>
    <w:rsid w:val="00350834"/>
    <w:rsid w:val="00351268"/>
    <w:rsid w:val="00351A42"/>
    <w:rsid w:val="0035251C"/>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880"/>
    <w:rsid w:val="003A1BE2"/>
    <w:rsid w:val="003A2E31"/>
    <w:rsid w:val="003A4253"/>
    <w:rsid w:val="003A4817"/>
    <w:rsid w:val="003A49A0"/>
    <w:rsid w:val="003A5B80"/>
    <w:rsid w:val="003A5FD2"/>
    <w:rsid w:val="003B1EED"/>
    <w:rsid w:val="003B5154"/>
    <w:rsid w:val="003B64A7"/>
    <w:rsid w:val="003B6C4D"/>
    <w:rsid w:val="003C1D36"/>
    <w:rsid w:val="003C5049"/>
    <w:rsid w:val="003C6682"/>
    <w:rsid w:val="003D26CE"/>
    <w:rsid w:val="003D6DF8"/>
    <w:rsid w:val="003E07D7"/>
    <w:rsid w:val="003E08C1"/>
    <w:rsid w:val="003E1247"/>
    <w:rsid w:val="003E15FE"/>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5636"/>
    <w:rsid w:val="00417F93"/>
    <w:rsid w:val="00421041"/>
    <w:rsid w:val="00423B63"/>
    <w:rsid w:val="00425AE1"/>
    <w:rsid w:val="00425E3A"/>
    <w:rsid w:val="004270F7"/>
    <w:rsid w:val="004275E0"/>
    <w:rsid w:val="004313A1"/>
    <w:rsid w:val="0043210C"/>
    <w:rsid w:val="00432228"/>
    <w:rsid w:val="00432B04"/>
    <w:rsid w:val="004354AA"/>
    <w:rsid w:val="0044569E"/>
    <w:rsid w:val="00445B41"/>
    <w:rsid w:val="00445B98"/>
    <w:rsid w:val="0044617F"/>
    <w:rsid w:val="00446EFA"/>
    <w:rsid w:val="00447305"/>
    <w:rsid w:val="00447DED"/>
    <w:rsid w:val="00455407"/>
    <w:rsid w:val="00456467"/>
    <w:rsid w:val="00457513"/>
    <w:rsid w:val="00457834"/>
    <w:rsid w:val="00462F4A"/>
    <w:rsid w:val="00463C16"/>
    <w:rsid w:val="00464C0B"/>
    <w:rsid w:val="004650F4"/>
    <w:rsid w:val="0046574D"/>
    <w:rsid w:val="004658AF"/>
    <w:rsid w:val="00466379"/>
    <w:rsid w:val="00466A21"/>
    <w:rsid w:val="00470219"/>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B1969"/>
    <w:rsid w:val="006B2CF0"/>
    <w:rsid w:val="006B4446"/>
    <w:rsid w:val="006B44B4"/>
    <w:rsid w:val="006B65B7"/>
    <w:rsid w:val="006C0ADB"/>
    <w:rsid w:val="006C2755"/>
    <w:rsid w:val="006C2837"/>
    <w:rsid w:val="006C296F"/>
    <w:rsid w:val="006C3580"/>
    <w:rsid w:val="006D27AD"/>
    <w:rsid w:val="006D3549"/>
    <w:rsid w:val="006D4C93"/>
    <w:rsid w:val="006D7C6D"/>
    <w:rsid w:val="006E068D"/>
    <w:rsid w:val="006E1956"/>
    <w:rsid w:val="006E32CE"/>
    <w:rsid w:val="006E631F"/>
    <w:rsid w:val="006E76AA"/>
    <w:rsid w:val="006F4018"/>
    <w:rsid w:val="006F4A24"/>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6D6"/>
    <w:rsid w:val="007B102B"/>
    <w:rsid w:val="007B1EEB"/>
    <w:rsid w:val="007B2A42"/>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F0"/>
    <w:rsid w:val="008C0CC8"/>
    <w:rsid w:val="008C389A"/>
    <w:rsid w:val="008C5651"/>
    <w:rsid w:val="008C6F03"/>
    <w:rsid w:val="008C7844"/>
    <w:rsid w:val="008D1435"/>
    <w:rsid w:val="008D24E9"/>
    <w:rsid w:val="008D29CB"/>
    <w:rsid w:val="008D4343"/>
    <w:rsid w:val="008D4BED"/>
    <w:rsid w:val="008D5547"/>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6C4B"/>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A0123C"/>
    <w:rsid w:val="00A04F41"/>
    <w:rsid w:val="00A06E01"/>
    <w:rsid w:val="00A0709E"/>
    <w:rsid w:val="00A10480"/>
    <w:rsid w:val="00A11307"/>
    <w:rsid w:val="00A11754"/>
    <w:rsid w:val="00A15623"/>
    <w:rsid w:val="00A16DB0"/>
    <w:rsid w:val="00A16DC8"/>
    <w:rsid w:val="00A171AC"/>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8AC"/>
    <w:rsid w:val="00A83131"/>
    <w:rsid w:val="00A83E2D"/>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51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3DD9"/>
    <w:rsid w:val="00B260EF"/>
    <w:rsid w:val="00B3110F"/>
    <w:rsid w:val="00B31C4A"/>
    <w:rsid w:val="00B32771"/>
    <w:rsid w:val="00B32A96"/>
    <w:rsid w:val="00B34F9F"/>
    <w:rsid w:val="00B404F7"/>
    <w:rsid w:val="00B41E60"/>
    <w:rsid w:val="00B4348A"/>
    <w:rsid w:val="00B4369A"/>
    <w:rsid w:val="00B436A1"/>
    <w:rsid w:val="00B4510E"/>
    <w:rsid w:val="00B45B18"/>
    <w:rsid w:val="00B46E5F"/>
    <w:rsid w:val="00B4754C"/>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2B09"/>
    <w:rsid w:val="00BE2C24"/>
    <w:rsid w:val="00BE428A"/>
    <w:rsid w:val="00BE75B3"/>
    <w:rsid w:val="00BE7C8B"/>
    <w:rsid w:val="00BF0AF2"/>
    <w:rsid w:val="00BF0D89"/>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19F9"/>
    <w:rsid w:val="00ED35B9"/>
    <w:rsid w:val="00ED49C8"/>
    <w:rsid w:val="00ED6443"/>
    <w:rsid w:val="00ED793D"/>
    <w:rsid w:val="00EE0EA4"/>
    <w:rsid w:val="00EE3099"/>
    <w:rsid w:val="00EE443F"/>
    <w:rsid w:val="00EE4CDF"/>
    <w:rsid w:val="00EE5703"/>
    <w:rsid w:val="00EE5CA0"/>
    <w:rsid w:val="00EE7EC0"/>
    <w:rsid w:val="00EF0C69"/>
    <w:rsid w:val="00EF1CD4"/>
    <w:rsid w:val="00EF3F35"/>
    <w:rsid w:val="00EF65A8"/>
    <w:rsid w:val="00EF75AB"/>
    <w:rsid w:val="00EF77C2"/>
    <w:rsid w:val="00F01559"/>
    <w:rsid w:val="00F0208D"/>
    <w:rsid w:val="00F0225C"/>
    <w:rsid w:val="00F030CF"/>
    <w:rsid w:val="00F033E3"/>
    <w:rsid w:val="00F05C1E"/>
    <w:rsid w:val="00F06F10"/>
    <w:rsid w:val="00F07C8A"/>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5823"/>
    <w:rsid w:val="00FB5C20"/>
    <w:rsid w:val="00FB7D72"/>
    <w:rsid w:val="00FB7D9C"/>
    <w:rsid w:val="00FC76EA"/>
    <w:rsid w:val="00FD073D"/>
    <w:rsid w:val="00FD6EAB"/>
    <w:rsid w:val="00FD720E"/>
    <w:rsid w:val="00FE26F3"/>
    <w:rsid w:val="00FE2CC5"/>
    <w:rsid w:val="00FE5EEF"/>
    <w:rsid w:val="00FE60C8"/>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16281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oleObject" Target="embeddings/oleObject5.bin"/><Relationship Id="rId27" Type="http://schemas.openxmlformats.org/officeDocument/2006/relationships/header" Target="head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62</Pages>
  <Words>22020</Words>
  <Characters>125516</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147242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2019-04-29T20:58:00Z</cp:lastPrinted>
  <dcterms:created xsi:type="dcterms:W3CDTF">2023-01-30T16:29:00Z</dcterms:created>
  <dcterms:modified xsi:type="dcterms:W3CDTF">2023-01-30T16:31:00Z</dcterms:modified>
</cp:coreProperties>
</file>