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025AC08B" w:rsidR="00BB2C06" w:rsidRDefault="00DF0297">
      <w:pPr>
        <w:spacing w:before="360"/>
        <w:jc w:val="center"/>
        <w:rPr>
          <w:b/>
        </w:rPr>
      </w:pPr>
      <w:r>
        <w:rPr>
          <w:b/>
        </w:rPr>
        <w:t>January</w:t>
      </w:r>
      <w:r w:rsidR="00F14877">
        <w:rPr>
          <w:b/>
        </w:rPr>
        <w:t xml:space="preserve"> 1</w:t>
      </w:r>
      <w:r w:rsidR="00CE21FE">
        <w:rPr>
          <w:b/>
        </w:rPr>
        <w:t>, 20</w:t>
      </w:r>
      <w:r w:rsidR="00840381">
        <w:rPr>
          <w:b/>
        </w:rPr>
        <w:t>2</w:t>
      </w:r>
      <w:r>
        <w:rPr>
          <w:b/>
        </w:rPr>
        <w:t>3</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717AAB85" w14:textId="3A4B15CD" w:rsidR="00356AE4" w:rsidRDefault="000A7AB7">
      <w:pPr>
        <w:pStyle w:val="TOC1"/>
        <w:rPr>
          <w:rFonts w:asciiTheme="minorHAnsi" w:eastAsiaTheme="minorEastAsia" w:hAnsiTheme="minorHAnsi" w:cstheme="minorBidi"/>
          <w:b w:val="0"/>
          <w:bCs w:val="0"/>
          <w:i w:val="0"/>
          <w:noProof/>
          <w:sz w:val="22"/>
          <w:szCs w:val="22"/>
        </w:rPr>
      </w:pPr>
      <w:r>
        <w:lastRenderedPageBreak/>
        <w:fldChar w:fldCharType="begin"/>
      </w:r>
      <w:r w:rsidR="005F3F58">
        <w:instrText xml:space="preserve"> TOC \o "1-5" \h \z \u </w:instrText>
      </w:r>
      <w:r>
        <w:fldChar w:fldCharType="separate"/>
      </w:r>
      <w:hyperlink w:anchor="_Toc121993745" w:history="1">
        <w:r w:rsidR="00356AE4" w:rsidRPr="00FB29E8">
          <w:rPr>
            <w:rStyle w:val="Hyperlink"/>
            <w:noProof/>
          </w:rPr>
          <w:t>10</w:t>
        </w:r>
        <w:r w:rsidR="00356AE4">
          <w:rPr>
            <w:rFonts w:asciiTheme="minorHAnsi" w:eastAsiaTheme="minorEastAsia" w:hAnsiTheme="minorHAnsi" w:cstheme="minorBidi"/>
            <w:b w:val="0"/>
            <w:bCs w:val="0"/>
            <w:i w:val="0"/>
            <w:noProof/>
            <w:sz w:val="22"/>
            <w:szCs w:val="22"/>
          </w:rPr>
          <w:tab/>
        </w:r>
        <w:r w:rsidR="00356AE4" w:rsidRPr="00FB29E8">
          <w:rPr>
            <w:rStyle w:val="Hyperlink"/>
            <w:noProof/>
          </w:rPr>
          <w:t>METERING</w:t>
        </w:r>
        <w:r w:rsidR="00356AE4">
          <w:rPr>
            <w:noProof/>
            <w:webHidden/>
          </w:rPr>
          <w:tab/>
        </w:r>
        <w:r w:rsidR="00356AE4">
          <w:rPr>
            <w:noProof/>
            <w:webHidden/>
          </w:rPr>
          <w:fldChar w:fldCharType="begin"/>
        </w:r>
        <w:r w:rsidR="00356AE4">
          <w:rPr>
            <w:noProof/>
            <w:webHidden/>
          </w:rPr>
          <w:instrText xml:space="preserve"> PAGEREF _Toc121993745 \h </w:instrText>
        </w:r>
        <w:r w:rsidR="00356AE4">
          <w:rPr>
            <w:noProof/>
            <w:webHidden/>
          </w:rPr>
        </w:r>
        <w:r w:rsidR="00356AE4">
          <w:rPr>
            <w:noProof/>
            <w:webHidden/>
          </w:rPr>
          <w:fldChar w:fldCharType="separate"/>
        </w:r>
        <w:r w:rsidR="00356AE4">
          <w:rPr>
            <w:noProof/>
            <w:webHidden/>
          </w:rPr>
          <w:t>10-1</w:t>
        </w:r>
        <w:r w:rsidR="00356AE4">
          <w:rPr>
            <w:noProof/>
            <w:webHidden/>
          </w:rPr>
          <w:fldChar w:fldCharType="end"/>
        </w:r>
      </w:hyperlink>
    </w:p>
    <w:p w14:paraId="0A130774" w14:textId="30DDF1CA" w:rsidR="00356AE4" w:rsidRPr="00356AE4" w:rsidRDefault="00356AE4">
      <w:pPr>
        <w:pStyle w:val="TOC2"/>
        <w:rPr>
          <w:rFonts w:eastAsiaTheme="minorEastAsia"/>
          <w:noProof/>
        </w:rPr>
      </w:pPr>
      <w:hyperlink w:anchor="_Toc121993746" w:history="1">
        <w:r w:rsidRPr="00356AE4">
          <w:rPr>
            <w:rStyle w:val="Hyperlink"/>
            <w:noProof/>
            <w:u w:val="none"/>
          </w:rPr>
          <w:t>10.1</w:t>
        </w:r>
        <w:r w:rsidRPr="00356AE4">
          <w:rPr>
            <w:rFonts w:eastAsiaTheme="minorEastAsia"/>
            <w:noProof/>
          </w:rPr>
          <w:tab/>
        </w:r>
        <w:r w:rsidRPr="00356AE4">
          <w:rPr>
            <w:rStyle w:val="Hyperlink"/>
            <w:noProof/>
            <w:u w:val="none"/>
          </w:rPr>
          <w:t>Overview</w:t>
        </w:r>
        <w:r w:rsidRPr="00356AE4">
          <w:rPr>
            <w:noProof/>
            <w:webHidden/>
          </w:rPr>
          <w:tab/>
        </w:r>
        <w:r w:rsidRPr="00356AE4">
          <w:rPr>
            <w:noProof/>
            <w:webHidden/>
          </w:rPr>
          <w:fldChar w:fldCharType="begin"/>
        </w:r>
        <w:r w:rsidRPr="00356AE4">
          <w:rPr>
            <w:noProof/>
            <w:webHidden/>
          </w:rPr>
          <w:instrText xml:space="preserve"> PAGEREF _Toc121993746 \h </w:instrText>
        </w:r>
        <w:r w:rsidRPr="00356AE4">
          <w:rPr>
            <w:noProof/>
            <w:webHidden/>
          </w:rPr>
        </w:r>
        <w:r w:rsidRPr="00356AE4">
          <w:rPr>
            <w:noProof/>
            <w:webHidden/>
          </w:rPr>
          <w:fldChar w:fldCharType="separate"/>
        </w:r>
        <w:r w:rsidRPr="00356AE4">
          <w:rPr>
            <w:noProof/>
            <w:webHidden/>
          </w:rPr>
          <w:t>10-1</w:t>
        </w:r>
        <w:r w:rsidRPr="00356AE4">
          <w:rPr>
            <w:noProof/>
            <w:webHidden/>
          </w:rPr>
          <w:fldChar w:fldCharType="end"/>
        </w:r>
      </w:hyperlink>
    </w:p>
    <w:p w14:paraId="1711A39E" w14:textId="700A422B" w:rsidR="00356AE4" w:rsidRPr="00356AE4" w:rsidRDefault="00356AE4">
      <w:pPr>
        <w:pStyle w:val="TOC2"/>
        <w:rPr>
          <w:rFonts w:eastAsiaTheme="minorEastAsia"/>
          <w:noProof/>
        </w:rPr>
      </w:pPr>
      <w:hyperlink w:anchor="_Toc121993747" w:history="1">
        <w:r w:rsidRPr="00356AE4">
          <w:rPr>
            <w:rStyle w:val="Hyperlink"/>
            <w:noProof/>
            <w:u w:val="none"/>
          </w:rPr>
          <w:t>10.2</w:t>
        </w:r>
        <w:r w:rsidRPr="00356AE4">
          <w:rPr>
            <w:rFonts w:eastAsiaTheme="minorEastAsia"/>
            <w:noProof/>
          </w:rPr>
          <w:tab/>
        </w:r>
        <w:r w:rsidRPr="00356AE4">
          <w:rPr>
            <w:rStyle w:val="Hyperlink"/>
            <w:noProof/>
            <w:u w:val="none"/>
          </w:rPr>
          <w:t>Scope of Metering Responsibilities</w:t>
        </w:r>
        <w:r w:rsidRPr="00356AE4">
          <w:rPr>
            <w:noProof/>
            <w:webHidden/>
          </w:rPr>
          <w:tab/>
        </w:r>
        <w:r w:rsidRPr="00356AE4">
          <w:rPr>
            <w:noProof/>
            <w:webHidden/>
          </w:rPr>
          <w:fldChar w:fldCharType="begin"/>
        </w:r>
        <w:r w:rsidRPr="00356AE4">
          <w:rPr>
            <w:noProof/>
            <w:webHidden/>
          </w:rPr>
          <w:instrText xml:space="preserve"> PAGEREF _Toc121993747 \h </w:instrText>
        </w:r>
        <w:r w:rsidRPr="00356AE4">
          <w:rPr>
            <w:noProof/>
            <w:webHidden/>
          </w:rPr>
        </w:r>
        <w:r w:rsidRPr="00356AE4">
          <w:rPr>
            <w:noProof/>
            <w:webHidden/>
          </w:rPr>
          <w:fldChar w:fldCharType="separate"/>
        </w:r>
        <w:r w:rsidRPr="00356AE4">
          <w:rPr>
            <w:noProof/>
            <w:webHidden/>
          </w:rPr>
          <w:t>10-1</w:t>
        </w:r>
        <w:r w:rsidRPr="00356AE4">
          <w:rPr>
            <w:noProof/>
            <w:webHidden/>
          </w:rPr>
          <w:fldChar w:fldCharType="end"/>
        </w:r>
      </w:hyperlink>
    </w:p>
    <w:p w14:paraId="1ABE99E6" w14:textId="0BADE36B" w:rsidR="00356AE4" w:rsidRPr="00356AE4" w:rsidRDefault="00356AE4">
      <w:pPr>
        <w:pStyle w:val="TOC3"/>
        <w:rPr>
          <w:rFonts w:eastAsiaTheme="minorEastAsia"/>
          <w:i w:val="0"/>
          <w:iCs w:val="0"/>
          <w:noProof/>
        </w:rPr>
      </w:pPr>
      <w:hyperlink w:anchor="_Toc121993748" w:history="1">
        <w:r w:rsidRPr="00356AE4">
          <w:rPr>
            <w:rStyle w:val="Hyperlink"/>
            <w:i w:val="0"/>
            <w:iCs w:val="0"/>
            <w:noProof/>
            <w:u w:val="none"/>
          </w:rPr>
          <w:t>10.2.1</w:t>
        </w:r>
        <w:r w:rsidRPr="00356AE4">
          <w:rPr>
            <w:rFonts w:eastAsiaTheme="minorEastAsia"/>
            <w:i w:val="0"/>
            <w:iCs w:val="0"/>
            <w:noProof/>
          </w:rPr>
          <w:tab/>
        </w:r>
        <w:r w:rsidRPr="00356AE4">
          <w:rPr>
            <w:rStyle w:val="Hyperlink"/>
            <w:i w:val="0"/>
            <w:iCs w:val="0"/>
            <w:noProof/>
            <w:u w:val="none"/>
          </w:rPr>
          <w:t>QSE Real-Time Metering</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_Toc121993748 \h </w:instrText>
        </w:r>
        <w:r w:rsidRPr="00356AE4">
          <w:rPr>
            <w:i w:val="0"/>
            <w:iCs w:val="0"/>
            <w:noProof/>
            <w:webHidden/>
          </w:rPr>
        </w:r>
        <w:r w:rsidRPr="00356AE4">
          <w:rPr>
            <w:i w:val="0"/>
            <w:iCs w:val="0"/>
            <w:noProof/>
            <w:webHidden/>
          </w:rPr>
          <w:fldChar w:fldCharType="separate"/>
        </w:r>
        <w:r w:rsidRPr="00356AE4">
          <w:rPr>
            <w:i w:val="0"/>
            <w:iCs w:val="0"/>
            <w:noProof/>
            <w:webHidden/>
          </w:rPr>
          <w:t>10-1</w:t>
        </w:r>
        <w:r w:rsidRPr="00356AE4">
          <w:rPr>
            <w:i w:val="0"/>
            <w:iCs w:val="0"/>
            <w:noProof/>
            <w:webHidden/>
          </w:rPr>
          <w:fldChar w:fldCharType="end"/>
        </w:r>
      </w:hyperlink>
    </w:p>
    <w:p w14:paraId="1D22DA8F" w14:textId="4205EDAE" w:rsidR="00356AE4" w:rsidRPr="00356AE4" w:rsidRDefault="00356AE4">
      <w:pPr>
        <w:pStyle w:val="TOC3"/>
        <w:rPr>
          <w:rFonts w:eastAsiaTheme="minorEastAsia"/>
          <w:i w:val="0"/>
          <w:iCs w:val="0"/>
          <w:noProof/>
        </w:rPr>
      </w:pPr>
      <w:hyperlink w:anchor="_Toc121993749" w:history="1">
        <w:r w:rsidRPr="00356AE4">
          <w:rPr>
            <w:rStyle w:val="Hyperlink"/>
            <w:i w:val="0"/>
            <w:iCs w:val="0"/>
            <w:noProof/>
            <w:u w:val="none"/>
          </w:rPr>
          <w:t>10.2.2</w:t>
        </w:r>
        <w:r w:rsidRPr="00356AE4">
          <w:rPr>
            <w:rFonts w:eastAsiaTheme="minorEastAsia"/>
            <w:i w:val="0"/>
            <w:iCs w:val="0"/>
            <w:noProof/>
          </w:rPr>
          <w:tab/>
        </w:r>
        <w:r w:rsidRPr="00356AE4">
          <w:rPr>
            <w:rStyle w:val="Hyperlink"/>
            <w:i w:val="0"/>
            <w:iCs w:val="0"/>
            <w:noProof/>
            <w:u w:val="none"/>
          </w:rPr>
          <w:t>TSP and DSP Metered Entities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_Toc121993749 \h </w:instrText>
        </w:r>
        <w:r w:rsidRPr="00356AE4">
          <w:rPr>
            <w:i w:val="0"/>
            <w:iCs w:val="0"/>
            <w:noProof/>
            <w:webHidden/>
          </w:rPr>
        </w:r>
        <w:r w:rsidRPr="00356AE4">
          <w:rPr>
            <w:i w:val="0"/>
            <w:iCs w:val="0"/>
            <w:noProof/>
            <w:webHidden/>
          </w:rPr>
          <w:fldChar w:fldCharType="separate"/>
        </w:r>
        <w:r w:rsidRPr="00356AE4">
          <w:rPr>
            <w:i w:val="0"/>
            <w:iCs w:val="0"/>
            <w:noProof/>
            <w:webHidden/>
          </w:rPr>
          <w:t>10-2</w:t>
        </w:r>
        <w:r w:rsidRPr="00356AE4">
          <w:rPr>
            <w:i w:val="0"/>
            <w:iCs w:val="0"/>
            <w:noProof/>
            <w:webHidden/>
          </w:rPr>
          <w:fldChar w:fldCharType="end"/>
        </w:r>
      </w:hyperlink>
    </w:p>
    <w:p w14:paraId="5D2756CC" w14:textId="29E83635" w:rsidR="00356AE4" w:rsidRPr="00356AE4" w:rsidRDefault="00356AE4">
      <w:pPr>
        <w:pStyle w:val="TOC3"/>
        <w:rPr>
          <w:rFonts w:eastAsiaTheme="minorEastAsia"/>
          <w:i w:val="0"/>
          <w:iCs w:val="0"/>
          <w:noProof/>
        </w:rPr>
      </w:pPr>
      <w:hyperlink w:anchor="_Toc121993750" w:history="1">
        <w:r w:rsidRPr="00356AE4">
          <w:rPr>
            <w:rStyle w:val="Hyperlink"/>
            <w:i w:val="0"/>
            <w:iCs w:val="0"/>
            <w:noProof/>
            <w:u w:val="none"/>
          </w:rPr>
          <w:t>10.2.3</w:t>
        </w:r>
        <w:r w:rsidRPr="00356AE4">
          <w:rPr>
            <w:rFonts w:eastAsiaTheme="minorEastAsia"/>
            <w:i w:val="0"/>
            <w:iCs w:val="0"/>
            <w:noProof/>
          </w:rPr>
          <w:tab/>
        </w:r>
        <w:r w:rsidRPr="00356AE4">
          <w:rPr>
            <w:rStyle w:val="Hyperlink"/>
            <w:i w:val="0"/>
            <w:iCs w:val="0"/>
            <w:noProof/>
            <w:u w:val="none"/>
          </w:rPr>
          <w:t>ERCOT-Polled Settlement Meters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_Toc121993750 \h </w:instrText>
        </w:r>
        <w:r w:rsidRPr="00356AE4">
          <w:rPr>
            <w:i w:val="0"/>
            <w:iCs w:val="0"/>
            <w:noProof/>
            <w:webHidden/>
          </w:rPr>
        </w:r>
        <w:r w:rsidRPr="00356AE4">
          <w:rPr>
            <w:i w:val="0"/>
            <w:iCs w:val="0"/>
            <w:noProof/>
            <w:webHidden/>
          </w:rPr>
          <w:fldChar w:fldCharType="separate"/>
        </w:r>
        <w:r w:rsidRPr="00356AE4">
          <w:rPr>
            <w:i w:val="0"/>
            <w:iCs w:val="0"/>
            <w:noProof/>
            <w:webHidden/>
          </w:rPr>
          <w:t>10-3</w:t>
        </w:r>
        <w:r w:rsidRPr="00356AE4">
          <w:rPr>
            <w:i w:val="0"/>
            <w:iCs w:val="0"/>
            <w:noProof/>
            <w:webHidden/>
          </w:rPr>
          <w:fldChar w:fldCharType="end"/>
        </w:r>
      </w:hyperlink>
    </w:p>
    <w:p w14:paraId="4939A873" w14:textId="54320AD9" w:rsidR="00356AE4" w:rsidRPr="00356AE4" w:rsidRDefault="00356AE4">
      <w:pPr>
        <w:pStyle w:val="TOC4"/>
        <w:rPr>
          <w:rFonts w:eastAsiaTheme="minorEastAsia"/>
          <w:noProof/>
          <w:sz w:val="20"/>
          <w:szCs w:val="20"/>
        </w:rPr>
      </w:pPr>
      <w:hyperlink w:anchor="_Toc121993751" w:history="1">
        <w:r w:rsidRPr="00356AE4">
          <w:rPr>
            <w:rStyle w:val="Hyperlink"/>
            <w:noProof/>
            <w:sz w:val="20"/>
            <w:szCs w:val="20"/>
            <w:u w:val="none"/>
          </w:rPr>
          <w:t>10.2.3.1</w:t>
        </w:r>
        <w:r w:rsidRPr="00356AE4">
          <w:rPr>
            <w:rFonts w:eastAsiaTheme="minorEastAsia"/>
            <w:noProof/>
            <w:sz w:val="20"/>
            <w:szCs w:val="20"/>
          </w:rPr>
          <w:tab/>
        </w:r>
        <w:r w:rsidRPr="00356AE4">
          <w:rPr>
            <w:rStyle w:val="Hyperlink"/>
            <w:noProof/>
            <w:sz w:val="20"/>
            <w:szCs w:val="20"/>
            <w:u w:val="none"/>
          </w:rPr>
          <w:t>Entity EPS Responsibilities</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_Toc121993751 \h </w:instrText>
        </w:r>
        <w:r w:rsidRPr="00356AE4">
          <w:rPr>
            <w:noProof/>
            <w:webHidden/>
            <w:sz w:val="20"/>
            <w:szCs w:val="20"/>
          </w:rPr>
        </w:r>
        <w:r w:rsidRPr="00356AE4">
          <w:rPr>
            <w:noProof/>
            <w:webHidden/>
            <w:sz w:val="20"/>
            <w:szCs w:val="20"/>
          </w:rPr>
          <w:fldChar w:fldCharType="separate"/>
        </w:r>
        <w:r w:rsidRPr="00356AE4">
          <w:rPr>
            <w:noProof/>
            <w:webHidden/>
            <w:sz w:val="20"/>
            <w:szCs w:val="20"/>
          </w:rPr>
          <w:t>10-4</w:t>
        </w:r>
        <w:r w:rsidRPr="00356AE4">
          <w:rPr>
            <w:noProof/>
            <w:webHidden/>
            <w:sz w:val="20"/>
            <w:szCs w:val="20"/>
          </w:rPr>
          <w:fldChar w:fldCharType="end"/>
        </w:r>
      </w:hyperlink>
    </w:p>
    <w:p w14:paraId="44002389" w14:textId="14A968DB" w:rsidR="00356AE4" w:rsidRPr="00356AE4" w:rsidRDefault="00356AE4">
      <w:pPr>
        <w:pStyle w:val="TOC3"/>
        <w:rPr>
          <w:rFonts w:eastAsiaTheme="minorEastAsia"/>
          <w:i w:val="0"/>
          <w:iCs w:val="0"/>
          <w:noProof/>
        </w:rPr>
      </w:pPr>
      <w:hyperlink w:anchor="_Toc121993752" w:history="1">
        <w:r w:rsidRPr="00356AE4">
          <w:rPr>
            <w:rStyle w:val="Hyperlink"/>
            <w:i w:val="0"/>
            <w:iCs w:val="0"/>
            <w:noProof/>
            <w:u w:val="none"/>
          </w:rPr>
          <w:t>10.2.4</w:t>
        </w:r>
        <w:r w:rsidRPr="00356AE4">
          <w:rPr>
            <w:rFonts w:eastAsiaTheme="minorEastAsia"/>
            <w:i w:val="0"/>
            <w:iCs w:val="0"/>
            <w:noProof/>
          </w:rPr>
          <w:tab/>
        </w:r>
        <w:r w:rsidRPr="00356AE4">
          <w:rPr>
            <w:rStyle w:val="Hyperlink"/>
            <w:i w:val="0"/>
            <w:iCs w:val="0"/>
            <w:noProof/>
            <w:u w:val="none"/>
          </w:rPr>
          <w:t>Resource Entity Calculation and Telemetry of ESR Auxiliary Load Values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_Toc121993752 \h </w:instrText>
        </w:r>
        <w:r w:rsidRPr="00356AE4">
          <w:rPr>
            <w:i w:val="0"/>
            <w:iCs w:val="0"/>
            <w:noProof/>
            <w:webHidden/>
          </w:rPr>
        </w:r>
        <w:r w:rsidRPr="00356AE4">
          <w:rPr>
            <w:i w:val="0"/>
            <w:iCs w:val="0"/>
            <w:noProof/>
            <w:webHidden/>
          </w:rPr>
          <w:fldChar w:fldCharType="separate"/>
        </w:r>
        <w:r w:rsidRPr="00356AE4">
          <w:rPr>
            <w:i w:val="0"/>
            <w:iCs w:val="0"/>
            <w:noProof/>
            <w:webHidden/>
          </w:rPr>
          <w:t>10-5</w:t>
        </w:r>
        <w:r w:rsidRPr="00356AE4">
          <w:rPr>
            <w:i w:val="0"/>
            <w:iCs w:val="0"/>
            <w:noProof/>
            <w:webHidden/>
          </w:rPr>
          <w:fldChar w:fldCharType="end"/>
        </w:r>
      </w:hyperlink>
    </w:p>
    <w:p w14:paraId="0666214B" w14:textId="144A32F1" w:rsidR="00356AE4" w:rsidRPr="00356AE4" w:rsidRDefault="00356AE4">
      <w:pPr>
        <w:pStyle w:val="TOC4"/>
        <w:rPr>
          <w:rFonts w:eastAsiaTheme="minorEastAsia"/>
          <w:noProof/>
          <w:sz w:val="20"/>
          <w:szCs w:val="20"/>
        </w:rPr>
      </w:pPr>
      <w:hyperlink w:anchor="_Toc121993754" w:history="1">
        <w:r w:rsidRPr="00356AE4">
          <w:rPr>
            <w:rStyle w:val="Hyperlink"/>
            <w:noProof/>
            <w:snapToGrid w:val="0"/>
            <w:sz w:val="20"/>
            <w:szCs w:val="20"/>
            <w:u w:val="none"/>
          </w:rPr>
          <w:t>10.2.4.1</w:t>
        </w:r>
        <w:r w:rsidRPr="00356AE4">
          <w:rPr>
            <w:rFonts w:eastAsiaTheme="minorEastAsia"/>
            <w:noProof/>
            <w:sz w:val="20"/>
            <w:szCs w:val="20"/>
          </w:rPr>
          <w:tab/>
        </w:r>
        <w:r w:rsidRPr="00356AE4">
          <w:rPr>
            <w:rStyle w:val="Hyperlink"/>
            <w:noProof/>
            <w:snapToGrid w:val="0"/>
            <w:sz w:val="20"/>
            <w:szCs w:val="20"/>
            <w:u w:val="none"/>
          </w:rPr>
          <w:t>Responsibilities for Resource Entity Calculation and Telemetry of ESR Auxiliary Load Values</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_Toc121993754 \h </w:instrText>
        </w:r>
        <w:r w:rsidRPr="00356AE4">
          <w:rPr>
            <w:noProof/>
            <w:webHidden/>
            <w:sz w:val="20"/>
            <w:szCs w:val="20"/>
          </w:rPr>
        </w:r>
        <w:r w:rsidRPr="00356AE4">
          <w:rPr>
            <w:noProof/>
            <w:webHidden/>
            <w:sz w:val="20"/>
            <w:szCs w:val="20"/>
          </w:rPr>
          <w:fldChar w:fldCharType="separate"/>
        </w:r>
        <w:r w:rsidRPr="00356AE4">
          <w:rPr>
            <w:noProof/>
            <w:webHidden/>
            <w:sz w:val="20"/>
            <w:szCs w:val="20"/>
          </w:rPr>
          <w:t>10-7</w:t>
        </w:r>
        <w:r w:rsidRPr="00356AE4">
          <w:rPr>
            <w:noProof/>
            <w:webHidden/>
            <w:sz w:val="20"/>
            <w:szCs w:val="20"/>
          </w:rPr>
          <w:fldChar w:fldCharType="end"/>
        </w:r>
      </w:hyperlink>
    </w:p>
    <w:p w14:paraId="0EB984D8" w14:textId="75C5A1A3" w:rsidR="00356AE4" w:rsidRPr="00356AE4" w:rsidRDefault="00356AE4">
      <w:pPr>
        <w:pStyle w:val="TOC2"/>
        <w:rPr>
          <w:rFonts w:eastAsiaTheme="minorEastAsia"/>
          <w:noProof/>
        </w:rPr>
      </w:pPr>
      <w:hyperlink w:anchor="_Toc121993756" w:history="1">
        <w:r w:rsidRPr="00356AE4">
          <w:rPr>
            <w:rStyle w:val="Hyperlink"/>
            <w:noProof/>
            <w:u w:val="none"/>
          </w:rPr>
          <w:t>10.3</w:t>
        </w:r>
        <w:r w:rsidRPr="00356AE4">
          <w:rPr>
            <w:rFonts w:eastAsiaTheme="minorEastAsia"/>
            <w:noProof/>
          </w:rPr>
          <w:tab/>
        </w:r>
        <w:r w:rsidRPr="00356AE4">
          <w:rPr>
            <w:rStyle w:val="Hyperlink"/>
            <w:noProof/>
            <w:u w:val="none"/>
          </w:rPr>
          <w:t>Meter Data Acquisition System (MDAS)</w:t>
        </w:r>
        <w:r w:rsidRPr="00356AE4">
          <w:rPr>
            <w:noProof/>
            <w:webHidden/>
          </w:rPr>
          <w:tab/>
        </w:r>
        <w:r w:rsidRPr="00356AE4">
          <w:rPr>
            <w:noProof/>
            <w:webHidden/>
          </w:rPr>
          <w:fldChar w:fldCharType="begin"/>
        </w:r>
        <w:r w:rsidRPr="00356AE4">
          <w:rPr>
            <w:noProof/>
            <w:webHidden/>
          </w:rPr>
          <w:instrText xml:space="preserve"> PAGEREF _Toc121993756 \h </w:instrText>
        </w:r>
        <w:r w:rsidRPr="00356AE4">
          <w:rPr>
            <w:noProof/>
            <w:webHidden/>
          </w:rPr>
        </w:r>
        <w:r w:rsidRPr="00356AE4">
          <w:rPr>
            <w:noProof/>
            <w:webHidden/>
          </w:rPr>
          <w:fldChar w:fldCharType="separate"/>
        </w:r>
        <w:r w:rsidRPr="00356AE4">
          <w:rPr>
            <w:noProof/>
            <w:webHidden/>
          </w:rPr>
          <w:t>10-9</w:t>
        </w:r>
        <w:r w:rsidRPr="00356AE4">
          <w:rPr>
            <w:noProof/>
            <w:webHidden/>
          </w:rPr>
          <w:fldChar w:fldCharType="end"/>
        </w:r>
      </w:hyperlink>
    </w:p>
    <w:p w14:paraId="7E2A0DE2" w14:textId="253EB386" w:rsidR="00356AE4" w:rsidRPr="00356AE4" w:rsidRDefault="00356AE4">
      <w:pPr>
        <w:pStyle w:val="TOC3"/>
        <w:rPr>
          <w:rFonts w:eastAsiaTheme="minorEastAsia"/>
          <w:i w:val="0"/>
          <w:iCs w:val="0"/>
          <w:noProof/>
        </w:rPr>
      </w:pPr>
      <w:hyperlink w:anchor="_Toc121993757" w:history="1">
        <w:r w:rsidRPr="00356AE4">
          <w:rPr>
            <w:rStyle w:val="Hyperlink"/>
            <w:i w:val="0"/>
            <w:iCs w:val="0"/>
            <w:noProof/>
            <w:u w:val="none"/>
          </w:rPr>
          <w:t>10.3.1</w:t>
        </w:r>
        <w:r w:rsidRPr="00356AE4">
          <w:rPr>
            <w:rFonts w:eastAsiaTheme="minorEastAsia"/>
            <w:i w:val="0"/>
            <w:iCs w:val="0"/>
            <w:noProof/>
          </w:rPr>
          <w:tab/>
        </w:r>
        <w:r w:rsidRPr="00356AE4">
          <w:rPr>
            <w:rStyle w:val="Hyperlink"/>
            <w:i w:val="0"/>
            <w:iCs w:val="0"/>
            <w:noProof/>
            <w:u w:val="none"/>
          </w:rPr>
          <w:t>Purpose</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_Toc121993757 \h </w:instrText>
        </w:r>
        <w:r w:rsidRPr="00356AE4">
          <w:rPr>
            <w:i w:val="0"/>
            <w:iCs w:val="0"/>
            <w:noProof/>
            <w:webHidden/>
          </w:rPr>
        </w:r>
        <w:r w:rsidRPr="00356AE4">
          <w:rPr>
            <w:i w:val="0"/>
            <w:iCs w:val="0"/>
            <w:noProof/>
            <w:webHidden/>
          </w:rPr>
          <w:fldChar w:fldCharType="separate"/>
        </w:r>
        <w:r w:rsidRPr="00356AE4">
          <w:rPr>
            <w:i w:val="0"/>
            <w:iCs w:val="0"/>
            <w:noProof/>
            <w:webHidden/>
          </w:rPr>
          <w:t>10-9</w:t>
        </w:r>
        <w:r w:rsidRPr="00356AE4">
          <w:rPr>
            <w:i w:val="0"/>
            <w:iCs w:val="0"/>
            <w:noProof/>
            <w:webHidden/>
          </w:rPr>
          <w:fldChar w:fldCharType="end"/>
        </w:r>
      </w:hyperlink>
    </w:p>
    <w:p w14:paraId="2E6398E1" w14:textId="336EEA3A" w:rsidR="00356AE4" w:rsidRPr="00356AE4" w:rsidRDefault="00356AE4">
      <w:pPr>
        <w:pStyle w:val="TOC3"/>
        <w:rPr>
          <w:rFonts w:eastAsiaTheme="minorEastAsia"/>
          <w:i w:val="0"/>
          <w:iCs w:val="0"/>
          <w:noProof/>
        </w:rPr>
      </w:pPr>
      <w:hyperlink w:anchor="_Toc121993758" w:history="1">
        <w:r w:rsidRPr="00356AE4">
          <w:rPr>
            <w:rStyle w:val="Hyperlink"/>
            <w:i w:val="0"/>
            <w:iCs w:val="0"/>
            <w:noProof/>
            <w:u w:val="none"/>
          </w:rPr>
          <w:t>10.3.2</w:t>
        </w:r>
        <w:r w:rsidRPr="00356AE4">
          <w:rPr>
            <w:rFonts w:eastAsiaTheme="minorEastAsia"/>
            <w:i w:val="0"/>
            <w:iCs w:val="0"/>
            <w:noProof/>
          </w:rPr>
          <w:tab/>
        </w:r>
        <w:r w:rsidRPr="00356AE4">
          <w:rPr>
            <w:rStyle w:val="Hyperlink"/>
            <w:i w:val="0"/>
            <w:iCs w:val="0"/>
            <w:noProof/>
            <w:u w:val="none"/>
          </w:rPr>
          <w:t>ERCOT-Polled Settlement Meters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_Toc121993758 \h </w:instrText>
        </w:r>
        <w:r w:rsidRPr="00356AE4">
          <w:rPr>
            <w:i w:val="0"/>
            <w:iCs w:val="0"/>
            <w:noProof/>
            <w:webHidden/>
          </w:rPr>
        </w:r>
        <w:r w:rsidRPr="00356AE4">
          <w:rPr>
            <w:i w:val="0"/>
            <w:iCs w:val="0"/>
            <w:noProof/>
            <w:webHidden/>
          </w:rPr>
          <w:fldChar w:fldCharType="separate"/>
        </w:r>
        <w:r w:rsidRPr="00356AE4">
          <w:rPr>
            <w:i w:val="0"/>
            <w:iCs w:val="0"/>
            <w:noProof/>
            <w:webHidden/>
          </w:rPr>
          <w:t>10-10</w:t>
        </w:r>
        <w:r w:rsidRPr="00356AE4">
          <w:rPr>
            <w:i w:val="0"/>
            <w:iCs w:val="0"/>
            <w:noProof/>
            <w:webHidden/>
          </w:rPr>
          <w:fldChar w:fldCharType="end"/>
        </w:r>
      </w:hyperlink>
    </w:p>
    <w:p w14:paraId="3DECBA4B" w14:textId="61CAB9BC" w:rsidR="00356AE4" w:rsidRPr="00356AE4" w:rsidRDefault="00356AE4">
      <w:pPr>
        <w:pStyle w:val="TOC4"/>
        <w:rPr>
          <w:rFonts w:eastAsiaTheme="minorEastAsia"/>
          <w:noProof/>
          <w:sz w:val="20"/>
          <w:szCs w:val="20"/>
        </w:rPr>
      </w:pPr>
      <w:hyperlink w:anchor="_Toc121993759" w:history="1">
        <w:r w:rsidRPr="00356AE4">
          <w:rPr>
            <w:rStyle w:val="Hyperlink"/>
            <w:noProof/>
            <w:sz w:val="20"/>
            <w:szCs w:val="20"/>
            <w:u w:val="none"/>
          </w:rPr>
          <w:t>10.3.2.1</w:t>
        </w:r>
        <w:r w:rsidRPr="00356AE4">
          <w:rPr>
            <w:rFonts w:eastAsiaTheme="minorEastAsia"/>
            <w:noProof/>
            <w:sz w:val="20"/>
            <w:szCs w:val="20"/>
          </w:rPr>
          <w:tab/>
        </w:r>
        <w:r w:rsidRPr="00356AE4">
          <w:rPr>
            <w:rStyle w:val="Hyperlink"/>
            <w:noProof/>
            <w:sz w:val="20"/>
            <w:szCs w:val="20"/>
            <w:u w:val="none"/>
          </w:rPr>
          <w:t>Generation Resource Meter Splitting</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_Toc121993759 \h </w:instrText>
        </w:r>
        <w:r w:rsidRPr="00356AE4">
          <w:rPr>
            <w:noProof/>
            <w:webHidden/>
            <w:sz w:val="20"/>
            <w:szCs w:val="20"/>
          </w:rPr>
        </w:r>
        <w:r w:rsidRPr="00356AE4">
          <w:rPr>
            <w:noProof/>
            <w:webHidden/>
            <w:sz w:val="20"/>
            <w:szCs w:val="20"/>
          </w:rPr>
          <w:fldChar w:fldCharType="separate"/>
        </w:r>
        <w:r w:rsidRPr="00356AE4">
          <w:rPr>
            <w:noProof/>
            <w:webHidden/>
            <w:sz w:val="20"/>
            <w:szCs w:val="20"/>
          </w:rPr>
          <w:t>10-10</w:t>
        </w:r>
        <w:r w:rsidRPr="00356AE4">
          <w:rPr>
            <w:noProof/>
            <w:webHidden/>
            <w:sz w:val="20"/>
            <w:szCs w:val="20"/>
          </w:rPr>
          <w:fldChar w:fldCharType="end"/>
        </w:r>
      </w:hyperlink>
    </w:p>
    <w:p w14:paraId="3DB39ED2" w14:textId="0571FC8A" w:rsidR="00356AE4" w:rsidRPr="00356AE4" w:rsidRDefault="00356AE4">
      <w:pPr>
        <w:pStyle w:val="TOC5"/>
        <w:rPr>
          <w:rFonts w:eastAsiaTheme="minorEastAsia"/>
          <w:i w:val="0"/>
          <w:sz w:val="20"/>
          <w:szCs w:val="20"/>
        </w:rPr>
      </w:pPr>
      <w:hyperlink w:anchor="_Toc121993760" w:history="1">
        <w:r w:rsidRPr="00356AE4">
          <w:rPr>
            <w:rStyle w:val="Hyperlink"/>
            <w:i w:val="0"/>
            <w:sz w:val="20"/>
            <w:szCs w:val="20"/>
            <w:u w:val="none"/>
          </w:rPr>
          <w:t>10.3.2.1.1</w:t>
        </w:r>
        <w:r w:rsidRPr="00356AE4">
          <w:rPr>
            <w:rFonts w:eastAsiaTheme="minorEastAsia"/>
            <w:i w:val="0"/>
            <w:sz w:val="20"/>
            <w:szCs w:val="20"/>
          </w:rPr>
          <w:tab/>
        </w:r>
        <w:r w:rsidRPr="00356AE4">
          <w:rPr>
            <w:rStyle w:val="Hyperlink"/>
            <w:i w:val="0"/>
            <w:sz w:val="20"/>
            <w:szCs w:val="20"/>
            <w:u w:val="none"/>
          </w:rPr>
          <w:t>Split Generation Resource Metering Real-Time Signal</w:t>
        </w:r>
        <w:r w:rsidRPr="00356AE4">
          <w:rPr>
            <w:i w:val="0"/>
            <w:webHidden/>
            <w:sz w:val="20"/>
            <w:szCs w:val="20"/>
          </w:rPr>
          <w:tab/>
        </w:r>
        <w:r w:rsidRPr="00356AE4">
          <w:rPr>
            <w:i w:val="0"/>
            <w:webHidden/>
            <w:sz w:val="20"/>
            <w:szCs w:val="20"/>
          </w:rPr>
          <w:fldChar w:fldCharType="begin"/>
        </w:r>
        <w:r w:rsidRPr="00356AE4">
          <w:rPr>
            <w:i w:val="0"/>
            <w:webHidden/>
            <w:sz w:val="20"/>
            <w:szCs w:val="20"/>
          </w:rPr>
          <w:instrText xml:space="preserve"> PAGEREF _Toc121993760 \h </w:instrText>
        </w:r>
        <w:r w:rsidRPr="00356AE4">
          <w:rPr>
            <w:i w:val="0"/>
            <w:webHidden/>
            <w:sz w:val="20"/>
            <w:szCs w:val="20"/>
          </w:rPr>
        </w:r>
        <w:r w:rsidRPr="00356AE4">
          <w:rPr>
            <w:i w:val="0"/>
            <w:webHidden/>
            <w:sz w:val="20"/>
            <w:szCs w:val="20"/>
          </w:rPr>
          <w:fldChar w:fldCharType="separate"/>
        </w:r>
        <w:r w:rsidRPr="00356AE4">
          <w:rPr>
            <w:i w:val="0"/>
            <w:webHidden/>
            <w:sz w:val="20"/>
            <w:szCs w:val="20"/>
          </w:rPr>
          <w:t>10-10</w:t>
        </w:r>
        <w:r w:rsidRPr="00356AE4">
          <w:rPr>
            <w:i w:val="0"/>
            <w:webHidden/>
            <w:sz w:val="20"/>
            <w:szCs w:val="20"/>
          </w:rPr>
          <w:fldChar w:fldCharType="end"/>
        </w:r>
      </w:hyperlink>
    </w:p>
    <w:p w14:paraId="2EE0B462" w14:textId="114D3008" w:rsidR="00356AE4" w:rsidRPr="00356AE4" w:rsidRDefault="00356AE4">
      <w:pPr>
        <w:pStyle w:val="TOC5"/>
        <w:rPr>
          <w:rFonts w:eastAsiaTheme="minorEastAsia"/>
          <w:i w:val="0"/>
          <w:sz w:val="20"/>
          <w:szCs w:val="20"/>
        </w:rPr>
      </w:pPr>
      <w:hyperlink w:anchor="_Toc121993761" w:history="1">
        <w:r w:rsidRPr="00356AE4">
          <w:rPr>
            <w:rStyle w:val="Hyperlink"/>
            <w:i w:val="0"/>
            <w:sz w:val="20"/>
            <w:szCs w:val="20"/>
            <w:u w:val="none"/>
          </w:rPr>
          <w:t>10.3.2.1.2</w:t>
        </w:r>
        <w:r w:rsidRPr="00356AE4">
          <w:rPr>
            <w:rFonts w:eastAsiaTheme="minorEastAsia"/>
            <w:i w:val="0"/>
            <w:sz w:val="20"/>
            <w:szCs w:val="20"/>
          </w:rPr>
          <w:tab/>
        </w:r>
        <w:r w:rsidRPr="00356AE4">
          <w:rPr>
            <w:rStyle w:val="Hyperlink"/>
            <w:i w:val="0"/>
            <w:sz w:val="20"/>
            <w:szCs w:val="20"/>
            <w:u w:val="none"/>
          </w:rPr>
          <w:t>Allocating EPS Metered Data to Split Generation Resource Meters</w:t>
        </w:r>
        <w:r w:rsidRPr="00356AE4">
          <w:rPr>
            <w:i w:val="0"/>
            <w:webHidden/>
            <w:sz w:val="20"/>
            <w:szCs w:val="20"/>
          </w:rPr>
          <w:tab/>
        </w:r>
        <w:r w:rsidRPr="00356AE4">
          <w:rPr>
            <w:i w:val="0"/>
            <w:webHidden/>
            <w:sz w:val="20"/>
            <w:szCs w:val="20"/>
          </w:rPr>
          <w:fldChar w:fldCharType="begin"/>
        </w:r>
        <w:r w:rsidRPr="00356AE4">
          <w:rPr>
            <w:i w:val="0"/>
            <w:webHidden/>
            <w:sz w:val="20"/>
            <w:szCs w:val="20"/>
          </w:rPr>
          <w:instrText xml:space="preserve"> PAGEREF _Toc121993761 \h </w:instrText>
        </w:r>
        <w:r w:rsidRPr="00356AE4">
          <w:rPr>
            <w:i w:val="0"/>
            <w:webHidden/>
            <w:sz w:val="20"/>
            <w:szCs w:val="20"/>
          </w:rPr>
        </w:r>
        <w:r w:rsidRPr="00356AE4">
          <w:rPr>
            <w:i w:val="0"/>
            <w:webHidden/>
            <w:sz w:val="20"/>
            <w:szCs w:val="20"/>
          </w:rPr>
          <w:fldChar w:fldCharType="separate"/>
        </w:r>
        <w:r w:rsidRPr="00356AE4">
          <w:rPr>
            <w:i w:val="0"/>
            <w:webHidden/>
            <w:sz w:val="20"/>
            <w:szCs w:val="20"/>
          </w:rPr>
          <w:t>10-11</w:t>
        </w:r>
        <w:r w:rsidRPr="00356AE4">
          <w:rPr>
            <w:i w:val="0"/>
            <w:webHidden/>
            <w:sz w:val="20"/>
            <w:szCs w:val="20"/>
          </w:rPr>
          <w:fldChar w:fldCharType="end"/>
        </w:r>
      </w:hyperlink>
    </w:p>
    <w:p w14:paraId="7D74E21F" w14:textId="68386798" w:rsidR="00356AE4" w:rsidRPr="00356AE4" w:rsidRDefault="00356AE4">
      <w:pPr>
        <w:pStyle w:val="TOC5"/>
        <w:rPr>
          <w:rFonts w:eastAsiaTheme="minorEastAsia"/>
          <w:i w:val="0"/>
          <w:sz w:val="20"/>
          <w:szCs w:val="20"/>
        </w:rPr>
      </w:pPr>
      <w:hyperlink w:anchor="_Toc121993762" w:history="1">
        <w:r w:rsidRPr="00356AE4">
          <w:rPr>
            <w:rStyle w:val="Hyperlink"/>
            <w:i w:val="0"/>
            <w:sz w:val="20"/>
            <w:szCs w:val="20"/>
            <w:u w:val="none"/>
          </w:rPr>
          <w:t>10.3.2.1.3</w:t>
        </w:r>
        <w:r w:rsidRPr="00356AE4">
          <w:rPr>
            <w:rFonts w:eastAsiaTheme="minorEastAsia"/>
            <w:i w:val="0"/>
            <w:sz w:val="20"/>
            <w:szCs w:val="20"/>
          </w:rPr>
          <w:tab/>
        </w:r>
        <w:r w:rsidRPr="00356AE4">
          <w:rPr>
            <w:rStyle w:val="Hyperlink"/>
            <w:i w:val="0"/>
            <w:sz w:val="20"/>
            <w:szCs w:val="20"/>
            <w:u w:val="none"/>
          </w:rPr>
          <w:t>Processing for Missing Dynamic Split Generation Resource Signal</w:t>
        </w:r>
        <w:r w:rsidRPr="00356AE4">
          <w:rPr>
            <w:i w:val="0"/>
            <w:webHidden/>
            <w:sz w:val="20"/>
            <w:szCs w:val="20"/>
          </w:rPr>
          <w:tab/>
        </w:r>
        <w:r w:rsidRPr="00356AE4">
          <w:rPr>
            <w:i w:val="0"/>
            <w:webHidden/>
            <w:sz w:val="20"/>
            <w:szCs w:val="20"/>
          </w:rPr>
          <w:fldChar w:fldCharType="begin"/>
        </w:r>
        <w:r w:rsidRPr="00356AE4">
          <w:rPr>
            <w:i w:val="0"/>
            <w:webHidden/>
            <w:sz w:val="20"/>
            <w:szCs w:val="20"/>
          </w:rPr>
          <w:instrText xml:space="preserve"> PAGEREF _Toc121993762 \h </w:instrText>
        </w:r>
        <w:r w:rsidRPr="00356AE4">
          <w:rPr>
            <w:i w:val="0"/>
            <w:webHidden/>
            <w:sz w:val="20"/>
            <w:szCs w:val="20"/>
          </w:rPr>
        </w:r>
        <w:r w:rsidRPr="00356AE4">
          <w:rPr>
            <w:i w:val="0"/>
            <w:webHidden/>
            <w:sz w:val="20"/>
            <w:szCs w:val="20"/>
          </w:rPr>
          <w:fldChar w:fldCharType="separate"/>
        </w:r>
        <w:r w:rsidRPr="00356AE4">
          <w:rPr>
            <w:i w:val="0"/>
            <w:webHidden/>
            <w:sz w:val="20"/>
            <w:szCs w:val="20"/>
          </w:rPr>
          <w:t>10-11</w:t>
        </w:r>
        <w:r w:rsidRPr="00356AE4">
          <w:rPr>
            <w:i w:val="0"/>
            <w:webHidden/>
            <w:sz w:val="20"/>
            <w:szCs w:val="20"/>
          </w:rPr>
          <w:fldChar w:fldCharType="end"/>
        </w:r>
      </w:hyperlink>
    </w:p>
    <w:p w14:paraId="0813CD41" w14:textId="5C2C6509" w:rsidR="00356AE4" w:rsidRPr="00356AE4" w:rsidRDefault="00356AE4">
      <w:pPr>
        <w:pStyle w:val="TOC5"/>
        <w:rPr>
          <w:rFonts w:eastAsiaTheme="minorEastAsia"/>
          <w:i w:val="0"/>
          <w:sz w:val="20"/>
          <w:szCs w:val="20"/>
        </w:rPr>
      </w:pPr>
      <w:hyperlink w:anchor="_Toc121993763" w:history="1">
        <w:r w:rsidRPr="00356AE4">
          <w:rPr>
            <w:rStyle w:val="Hyperlink"/>
            <w:i w:val="0"/>
            <w:sz w:val="20"/>
            <w:szCs w:val="20"/>
            <w:u w:val="none"/>
          </w:rPr>
          <w:t>10.3.2.1.4</w:t>
        </w:r>
        <w:r w:rsidRPr="00356AE4">
          <w:rPr>
            <w:rFonts w:eastAsiaTheme="minorEastAsia"/>
            <w:i w:val="0"/>
            <w:sz w:val="20"/>
            <w:szCs w:val="20"/>
          </w:rPr>
          <w:tab/>
        </w:r>
        <w:r w:rsidRPr="00356AE4">
          <w:rPr>
            <w:rStyle w:val="Hyperlink"/>
            <w:i w:val="0"/>
            <w:sz w:val="20"/>
            <w:szCs w:val="20"/>
            <w:u w:val="none"/>
          </w:rPr>
          <w:t>Calculating the Split Generation Resource Ratio</w:t>
        </w:r>
        <w:r w:rsidRPr="00356AE4">
          <w:rPr>
            <w:i w:val="0"/>
            <w:webHidden/>
            <w:sz w:val="20"/>
            <w:szCs w:val="20"/>
          </w:rPr>
          <w:tab/>
        </w:r>
        <w:r w:rsidRPr="00356AE4">
          <w:rPr>
            <w:i w:val="0"/>
            <w:webHidden/>
            <w:sz w:val="20"/>
            <w:szCs w:val="20"/>
          </w:rPr>
          <w:fldChar w:fldCharType="begin"/>
        </w:r>
        <w:r w:rsidRPr="00356AE4">
          <w:rPr>
            <w:i w:val="0"/>
            <w:webHidden/>
            <w:sz w:val="20"/>
            <w:szCs w:val="20"/>
          </w:rPr>
          <w:instrText xml:space="preserve"> PAGEREF _Toc121993763 \h </w:instrText>
        </w:r>
        <w:r w:rsidRPr="00356AE4">
          <w:rPr>
            <w:i w:val="0"/>
            <w:webHidden/>
            <w:sz w:val="20"/>
            <w:szCs w:val="20"/>
          </w:rPr>
        </w:r>
        <w:r w:rsidRPr="00356AE4">
          <w:rPr>
            <w:i w:val="0"/>
            <w:webHidden/>
            <w:sz w:val="20"/>
            <w:szCs w:val="20"/>
          </w:rPr>
          <w:fldChar w:fldCharType="separate"/>
        </w:r>
        <w:r w:rsidRPr="00356AE4">
          <w:rPr>
            <w:i w:val="0"/>
            <w:webHidden/>
            <w:sz w:val="20"/>
            <w:szCs w:val="20"/>
          </w:rPr>
          <w:t>10-11</w:t>
        </w:r>
        <w:r w:rsidRPr="00356AE4">
          <w:rPr>
            <w:i w:val="0"/>
            <w:webHidden/>
            <w:sz w:val="20"/>
            <w:szCs w:val="20"/>
          </w:rPr>
          <w:fldChar w:fldCharType="end"/>
        </w:r>
      </w:hyperlink>
    </w:p>
    <w:p w14:paraId="7AB5F22E" w14:textId="1B537055" w:rsidR="00356AE4" w:rsidRPr="00356AE4" w:rsidRDefault="00356AE4">
      <w:pPr>
        <w:pStyle w:val="TOC5"/>
        <w:rPr>
          <w:rFonts w:eastAsiaTheme="minorEastAsia"/>
          <w:i w:val="0"/>
          <w:sz w:val="20"/>
          <w:szCs w:val="20"/>
        </w:rPr>
      </w:pPr>
      <w:hyperlink w:anchor="_Toc121993764" w:history="1">
        <w:r w:rsidRPr="00356AE4">
          <w:rPr>
            <w:rStyle w:val="Hyperlink"/>
            <w:i w:val="0"/>
            <w:sz w:val="20"/>
            <w:szCs w:val="20"/>
            <w:u w:val="none"/>
          </w:rPr>
          <w:t>10.3.2.1.5</w:t>
        </w:r>
        <w:r w:rsidRPr="00356AE4">
          <w:rPr>
            <w:rFonts w:eastAsiaTheme="minorEastAsia"/>
            <w:i w:val="0"/>
            <w:sz w:val="20"/>
            <w:szCs w:val="20"/>
          </w:rPr>
          <w:tab/>
        </w:r>
        <w:r w:rsidRPr="00356AE4">
          <w:rPr>
            <w:rStyle w:val="Hyperlink"/>
            <w:i w:val="0"/>
            <w:sz w:val="20"/>
            <w:szCs w:val="20"/>
            <w:u w:val="none"/>
          </w:rPr>
          <w:t>Split Generation Resource Data Made Available to Market Participants</w:t>
        </w:r>
        <w:r w:rsidRPr="00356AE4">
          <w:rPr>
            <w:i w:val="0"/>
            <w:webHidden/>
            <w:sz w:val="20"/>
            <w:szCs w:val="20"/>
          </w:rPr>
          <w:tab/>
        </w:r>
        <w:r w:rsidRPr="00356AE4">
          <w:rPr>
            <w:i w:val="0"/>
            <w:webHidden/>
            <w:sz w:val="20"/>
            <w:szCs w:val="20"/>
          </w:rPr>
          <w:fldChar w:fldCharType="begin"/>
        </w:r>
        <w:r w:rsidRPr="00356AE4">
          <w:rPr>
            <w:i w:val="0"/>
            <w:webHidden/>
            <w:sz w:val="20"/>
            <w:szCs w:val="20"/>
          </w:rPr>
          <w:instrText xml:space="preserve"> PAGEREF _Toc121993764 \h </w:instrText>
        </w:r>
        <w:r w:rsidRPr="00356AE4">
          <w:rPr>
            <w:i w:val="0"/>
            <w:webHidden/>
            <w:sz w:val="20"/>
            <w:szCs w:val="20"/>
          </w:rPr>
        </w:r>
        <w:r w:rsidRPr="00356AE4">
          <w:rPr>
            <w:i w:val="0"/>
            <w:webHidden/>
            <w:sz w:val="20"/>
            <w:szCs w:val="20"/>
          </w:rPr>
          <w:fldChar w:fldCharType="separate"/>
        </w:r>
        <w:r w:rsidRPr="00356AE4">
          <w:rPr>
            <w:i w:val="0"/>
            <w:webHidden/>
            <w:sz w:val="20"/>
            <w:szCs w:val="20"/>
          </w:rPr>
          <w:t>10-12</w:t>
        </w:r>
        <w:r w:rsidRPr="00356AE4">
          <w:rPr>
            <w:i w:val="0"/>
            <w:webHidden/>
            <w:sz w:val="20"/>
            <w:szCs w:val="20"/>
          </w:rPr>
          <w:fldChar w:fldCharType="end"/>
        </w:r>
      </w:hyperlink>
    </w:p>
    <w:p w14:paraId="3118B810" w14:textId="43567666" w:rsidR="00356AE4" w:rsidRPr="00356AE4" w:rsidRDefault="00356AE4">
      <w:pPr>
        <w:pStyle w:val="TOC5"/>
        <w:rPr>
          <w:rFonts w:eastAsiaTheme="minorEastAsia"/>
          <w:i w:val="0"/>
          <w:sz w:val="20"/>
          <w:szCs w:val="20"/>
        </w:rPr>
      </w:pPr>
      <w:hyperlink w:anchor="_Toc121993765" w:history="1">
        <w:r w:rsidRPr="00356AE4">
          <w:rPr>
            <w:rStyle w:val="Hyperlink"/>
            <w:i w:val="0"/>
            <w:sz w:val="20"/>
            <w:szCs w:val="20"/>
            <w:u w:val="none"/>
          </w:rPr>
          <w:t>10.3.2.1.6</w:t>
        </w:r>
        <w:r w:rsidRPr="00356AE4">
          <w:rPr>
            <w:rFonts w:eastAsiaTheme="minorEastAsia"/>
            <w:i w:val="0"/>
            <w:sz w:val="20"/>
            <w:szCs w:val="20"/>
          </w:rPr>
          <w:tab/>
        </w:r>
        <w:r w:rsidRPr="00356AE4">
          <w:rPr>
            <w:rStyle w:val="Hyperlink"/>
            <w:i w:val="0"/>
            <w:sz w:val="20"/>
            <w:szCs w:val="20"/>
            <w:u w:val="none"/>
          </w:rPr>
          <w:t>Allocating EPS Metered Data to Generator Owners When It Is Net Load</w:t>
        </w:r>
        <w:r w:rsidRPr="00356AE4">
          <w:rPr>
            <w:i w:val="0"/>
            <w:webHidden/>
            <w:sz w:val="20"/>
            <w:szCs w:val="20"/>
          </w:rPr>
          <w:tab/>
        </w:r>
        <w:r w:rsidRPr="00356AE4">
          <w:rPr>
            <w:i w:val="0"/>
            <w:webHidden/>
            <w:sz w:val="20"/>
            <w:szCs w:val="20"/>
          </w:rPr>
          <w:fldChar w:fldCharType="begin"/>
        </w:r>
        <w:r w:rsidRPr="00356AE4">
          <w:rPr>
            <w:i w:val="0"/>
            <w:webHidden/>
            <w:sz w:val="20"/>
            <w:szCs w:val="20"/>
          </w:rPr>
          <w:instrText xml:space="preserve"> PAGEREF _Toc121993765 \h </w:instrText>
        </w:r>
        <w:r w:rsidRPr="00356AE4">
          <w:rPr>
            <w:i w:val="0"/>
            <w:webHidden/>
            <w:sz w:val="20"/>
            <w:szCs w:val="20"/>
          </w:rPr>
        </w:r>
        <w:r w:rsidRPr="00356AE4">
          <w:rPr>
            <w:i w:val="0"/>
            <w:webHidden/>
            <w:sz w:val="20"/>
            <w:szCs w:val="20"/>
          </w:rPr>
          <w:fldChar w:fldCharType="separate"/>
        </w:r>
        <w:r w:rsidRPr="00356AE4">
          <w:rPr>
            <w:i w:val="0"/>
            <w:webHidden/>
            <w:sz w:val="20"/>
            <w:szCs w:val="20"/>
          </w:rPr>
          <w:t>10-12</w:t>
        </w:r>
        <w:r w:rsidRPr="00356AE4">
          <w:rPr>
            <w:i w:val="0"/>
            <w:webHidden/>
            <w:sz w:val="20"/>
            <w:szCs w:val="20"/>
          </w:rPr>
          <w:fldChar w:fldCharType="end"/>
        </w:r>
      </w:hyperlink>
    </w:p>
    <w:p w14:paraId="1C5A0047" w14:textId="239F64C0" w:rsidR="00356AE4" w:rsidRPr="00356AE4" w:rsidRDefault="00356AE4">
      <w:pPr>
        <w:pStyle w:val="TOC4"/>
        <w:rPr>
          <w:rFonts w:eastAsiaTheme="minorEastAsia"/>
          <w:noProof/>
          <w:sz w:val="20"/>
          <w:szCs w:val="20"/>
        </w:rPr>
      </w:pPr>
      <w:hyperlink w:anchor="_Toc121993766" w:history="1">
        <w:r w:rsidRPr="00356AE4">
          <w:rPr>
            <w:rStyle w:val="Hyperlink"/>
            <w:noProof/>
            <w:sz w:val="20"/>
            <w:szCs w:val="20"/>
            <w:u w:val="none"/>
          </w:rPr>
          <w:t>10.3.2.2</w:t>
        </w:r>
        <w:r w:rsidRPr="00356AE4">
          <w:rPr>
            <w:rFonts w:eastAsiaTheme="minorEastAsia"/>
            <w:noProof/>
            <w:sz w:val="20"/>
            <w:szCs w:val="20"/>
          </w:rPr>
          <w:tab/>
        </w:r>
        <w:r w:rsidRPr="00356AE4">
          <w:rPr>
            <w:rStyle w:val="Hyperlink"/>
            <w:noProof/>
            <w:sz w:val="20"/>
            <w:szCs w:val="20"/>
            <w:u w:val="none"/>
          </w:rPr>
          <w:t>Loss Compensation of EPS Meter Data</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_Toc121993766 \h </w:instrText>
        </w:r>
        <w:r w:rsidRPr="00356AE4">
          <w:rPr>
            <w:noProof/>
            <w:webHidden/>
            <w:sz w:val="20"/>
            <w:szCs w:val="20"/>
          </w:rPr>
        </w:r>
        <w:r w:rsidRPr="00356AE4">
          <w:rPr>
            <w:noProof/>
            <w:webHidden/>
            <w:sz w:val="20"/>
            <w:szCs w:val="20"/>
          </w:rPr>
          <w:fldChar w:fldCharType="separate"/>
        </w:r>
        <w:r w:rsidRPr="00356AE4">
          <w:rPr>
            <w:noProof/>
            <w:webHidden/>
            <w:sz w:val="20"/>
            <w:szCs w:val="20"/>
          </w:rPr>
          <w:t>10-12</w:t>
        </w:r>
        <w:r w:rsidRPr="00356AE4">
          <w:rPr>
            <w:noProof/>
            <w:webHidden/>
            <w:sz w:val="20"/>
            <w:szCs w:val="20"/>
          </w:rPr>
          <w:fldChar w:fldCharType="end"/>
        </w:r>
      </w:hyperlink>
    </w:p>
    <w:p w14:paraId="43C95BB1" w14:textId="195797FD" w:rsidR="00356AE4" w:rsidRPr="00356AE4" w:rsidRDefault="00356AE4">
      <w:pPr>
        <w:pStyle w:val="TOC4"/>
        <w:rPr>
          <w:rFonts w:eastAsiaTheme="minorEastAsia"/>
          <w:noProof/>
          <w:sz w:val="20"/>
          <w:szCs w:val="20"/>
        </w:rPr>
      </w:pPr>
      <w:hyperlink w:anchor="_Toc121993767" w:history="1">
        <w:r w:rsidRPr="00356AE4">
          <w:rPr>
            <w:rStyle w:val="Hyperlink"/>
            <w:noProof/>
            <w:sz w:val="20"/>
            <w:szCs w:val="20"/>
            <w:u w:val="none"/>
          </w:rPr>
          <w:t>10.3.2.3</w:t>
        </w:r>
        <w:r w:rsidRPr="00356AE4">
          <w:rPr>
            <w:rFonts w:eastAsiaTheme="minorEastAsia"/>
            <w:noProof/>
            <w:sz w:val="20"/>
            <w:szCs w:val="20"/>
          </w:rPr>
          <w:tab/>
        </w:r>
        <w:r w:rsidRPr="00356AE4">
          <w:rPr>
            <w:rStyle w:val="Hyperlink"/>
            <w:noProof/>
            <w:sz w:val="20"/>
            <w:szCs w:val="20"/>
            <w:u w:val="none"/>
          </w:rPr>
          <w:t>Generation Netting for ERCOT-Polled Settlement Meters</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_Toc121993767 \h </w:instrText>
        </w:r>
        <w:r w:rsidRPr="00356AE4">
          <w:rPr>
            <w:noProof/>
            <w:webHidden/>
            <w:sz w:val="20"/>
            <w:szCs w:val="20"/>
          </w:rPr>
        </w:r>
        <w:r w:rsidRPr="00356AE4">
          <w:rPr>
            <w:noProof/>
            <w:webHidden/>
            <w:sz w:val="20"/>
            <w:szCs w:val="20"/>
          </w:rPr>
          <w:fldChar w:fldCharType="separate"/>
        </w:r>
        <w:r w:rsidRPr="00356AE4">
          <w:rPr>
            <w:noProof/>
            <w:webHidden/>
            <w:sz w:val="20"/>
            <w:szCs w:val="20"/>
          </w:rPr>
          <w:t>10-12</w:t>
        </w:r>
        <w:r w:rsidRPr="00356AE4">
          <w:rPr>
            <w:noProof/>
            <w:webHidden/>
            <w:sz w:val="20"/>
            <w:szCs w:val="20"/>
          </w:rPr>
          <w:fldChar w:fldCharType="end"/>
        </w:r>
      </w:hyperlink>
    </w:p>
    <w:p w14:paraId="1ECF5C1C" w14:textId="13FDBD8A" w:rsidR="00356AE4" w:rsidRPr="00356AE4" w:rsidRDefault="00356AE4">
      <w:pPr>
        <w:pStyle w:val="TOC4"/>
        <w:rPr>
          <w:rFonts w:eastAsiaTheme="minorEastAsia"/>
          <w:noProof/>
          <w:sz w:val="20"/>
          <w:szCs w:val="20"/>
        </w:rPr>
      </w:pPr>
      <w:hyperlink w:anchor="_Toc121993768" w:history="1">
        <w:r w:rsidRPr="00356AE4">
          <w:rPr>
            <w:rStyle w:val="Hyperlink"/>
            <w:noProof/>
            <w:sz w:val="20"/>
            <w:szCs w:val="20"/>
            <w:u w:val="none"/>
          </w:rPr>
          <w:t>10.3.2.4</w:t>
        </w:r>
        <w:r w:rsidRPr="00356AE4">
          <w:rPr>
            <w:rFonts w:eastAsiaTheme="minorEastAsia"/>
            <w:noProof/>
            <w:sz w:val="20"/>
            <w:szCs w:val="20"/>
          </w:rPr>
          <w:tab/>
        </w:r>
        <w:r w:rsidRPr="00356AE4">
          <w:rPr>
            <w:rStyle w:val="Hyperlink"/>
            <w:noProof/>
            <w:sz w:val="20"/>
            <w:szCs w:val="20"/>
            <w:u w:val="none"/>
          </w:rPr>
          <w:t>Reporting of Net Generation Capacity</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_Toc121993768 \h </w:instrText>
        </w:r>
        <w:r w:rsidRPr="00356AE4">
          <w:rPr>
            <w:noProof/>
            <w:webHidden/>
            <w:sz w:val="20"/>
            <w:szCs w:val="20"/>
          </w:rPr>
        </w:r>
        <w:r w:rsidRPr="00356AE4">
          <w:rPr>
            <w:noProof/>
            <w:webHidden/>
            <w:sz w:val="20"/>
            <w:szCs w:val="20"/>
          </w:rPr>
          <w:fldChar w:fldCharType="separate"/>
        </w:r>
        <w:r w:rsidRPr="00356AE4">
          <w:rPr>
            <w:noProof/>
            <w:webHidden/>
            <w:sz w:val="20"/>
            <w:szCs w:val="20"/>
          </w:rPr>
          <w:t>10-15</w:t>
        </w:r>
        <w:r w:rsidRPr="00356AE4">
          <w:rPr>
            <w:noProof/>
            <w:webHidden/>
            <w:sz w:val="20"/>
            <w:szCs w:val="20"/>
          </w:rPr>
          <w:fldChar w:fldCharType="end"/>
        </w:r>
      </w:hyperlink>
    </w:p>
    <w:p w14:paraId="140D6A9A" w14:textId="723ED9FB" w:rsidR="00356AE4" w:rsidRPr="00356AE4" w:rsidRDefault="00356AE4">
      <w:pPr>
        <w:pStyle w:val="TOC3"/>
        <w:rPr>
          <w:rFonts w:eastAsiaTheme="minorEastAsia"/>
          <w:i w:val="0"/>
          <w:iCs w:val="0"/>
          <w:noProof/>
        </w:rPr>
      </w:pPr>
      <w:hyperlink w:anchor="_Toc121993769" w:history="1">
        <w:r w:rsidRPr="00356AE4">
          <w:rPr>
            <w:rStyle w:val="Hyperlink"/>
            <w:i w:val="0"/>
            <w:iCs w:val="0"/>
            <w:noProof/>
            <w:u w:val="none"/>
          </w:rPr>
          <w:t>10.3.3</w:t>
        </w:r>
        <w:r w:rsidRPr="00356AE4">
          <w:rPr>
            <w:rFonts w:eastAsiaTheme="minorEastAsia"/>
            <w:i w:val="0"/>
            <w:iCs w:val="0"/>
            <w:noProof/>
          </w:rPr>
          <w:tab/>
        </w:r>
        <w:r w:rsidRPr="00356AE4">
          <w:rPr>
            <w:rStyle w:val="Hyperlink"/>
            <w:i w:val="0"/>
            <w:iCs w:val="0"/>
            <w:noProof/>
            <w:u w:val="none"/>
          </w:rPr>
          <w:t>TSP or DSP Metered Entities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_Toc121993769 \h </w:instrText>
        </w:r>
        <w:r w:rsidRPr="00356AE4">
          <w:rPr>
            <w:i w:val="0"/>
            <w:iCs w:val="0"/>
            <w:noProof/>
            <w:webHidden/>
          </w:rPr>
        </w:r>
        <w:r w:rsidRPr="00356AE4">
          <w:rPr>
            <w:i w:val="0"/>
            <w:iCs w:val="0"/>
            <w:noProof/>
            <w:webHidden/>
          </w:rPr>
          <w:fldChar w:fldCharType="separate"/>
        </w:r>
        <w:r w:rsidRPr="00356AE4">
          <w:rPr>
            <w:i w:val="0"/>
            <w:iCs w:val="0"/>
            <w:noProof/>
            <w:webHidden/>
          </w:rPr>
          <w:t>10-16</w:t>
        </w:r>
        <w:r w:rsidRPr="00356AE4">
          <w:rPr>
            <w:i w:val="0"/>
            <w:iCs w:val="0"/>
            <w:noProof/>
            <w:webHidden/>
          </w:rPr>
          <w:fldChar w:fldCharType="end"/>
        </w:r>
      </w:hyperlink>
    </w:p>
    <w:p w14:paraId="61BF53E9" w14:textId="1453E6A1" w:rsidR="00356AE4" w:rsidRPr="00356AE4" w:rsidRDefault="00356AE4">
      <w:pPr>
        <w:pStyle w:val="TOC4"/>
        <w:rPr>
          <w:rFonts w:eastAsiaTheme="minorEastAsia"/>
          <w:noProof/>
          <w:sz w:val="20"/>
          <w:szCs w:val="20"/>
        </w:rPr>
      </w:pPr>
      <w:hyperlink w:anchor="_Toc121993770" w:history="1">
        <w:r w:rsidRPr="00356AE4">
          <w:rPr>
            <w:rStyle w:val="Hyperlink"/>
            <w:noProof/>
            <w:sz w:val="20"/>
            <w:szCs w:val="20"/>
            <w:u w:val="none"/>
          </w:rPr>
          <w:t>10.3.3.1</w:t>
        </w:r>
        <w:r w:rsidRPr="00356AE4">
          <w:rPr>
            <w:rFonts w:eastAsiaTheme="minorEastAsia"/>
            <w:noProof/>
            <w:sz w:val="20"/>
            <w:szCs w:val="20"/>
          </w:rPr>
          <w:tab/>
        </w:r>
        <w:r w:rsidRPr="00356AE4">
          <w:rPr>
            <w:rStyle w:val="Hyperlink"/>
            <w:noProof/>
            <w:sz w:val="20"/>
            <w:szCs w:val="20"/>
            <w:u w:val="none"/>
          </w:rPr>
          <w:t>Data Responsibilities</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_Toc121993770 \h </w:instrText>
        </w:r>
        <w:r w:rsidRPr="00356AE4">
          <w:rPr>
            <w:noProof/>
            <w:webHidden/>
            <w:sz w:val="20"/>
            <w:szCs w:val="20"/>
          </w:rPr>
        </w:r>
        <w:r w:rsidRPr="00356AE4">
          <w:rPr>
            <w:noProof/>
            <w:webHidden/>
            <w:sz w:val="20"/>
            <w:szCs w:val="20"/>
          </w:rPr>
          <w:fldChar w:fldCharType="separate"/>
        </w:r>
        <w:r w:rsidRPr="00356AE4">
          <w:rPr>
            <w:noProof/>
            <w:webHidden/>
            <w:sz w:val="20"/>
            <w:szCs w:val="20"/>
          </w:rPr>
          <w:t>10-16</w:t>
        </w:r>
        <w:r w:rsidRPr="00356AE4">
          <w:rPr>
            <w:noProof/>
            <w:webHidden/>
            <w:sz w:val="20"/>
            <w:szCs w:val="20"/>
          </w:rPr>
          <w:fldChar w:fldCharType="end"/>
        </w:r>
      </w:hyperlink>
    </w:p>
    <w:p w14:paraId="0402F3CE" w14:textId="7FD6623C" w:rsidR="00356AE4" w:rsidRPr="00356AE4" w:rsidRDefault="00356AE4">
      <w:pPr>
        <w:pStyle w:val="TOC4"/>
        <w:rPr>
          <w:rFonts w:eastAsiaTheme="minorEastAsia"/>
          <w:noProof/>
          <w:sz w:val="20"/>
          <w:szCs w:val="20"/>
        </w:rPr>
      </w:pPr>
      <w:hyperlink w:anchor="_Toc121993771" w:history="1">
        <w:r w:rsidRPr="00356AE4">
          <w:rPr>
            <w:rStyle w:val="Hyperlink"/>
            <w:noProof/>
            <w:sz w:val="20"/>
            <w:szCs w:val="20"/>
            <w:u w:val="none"/>
          </w:rPr>
          <w:t>10.3.3.2</w:t>
        </w:r>
        <w:r w:rsidRPr="00356AE4">
          <w:rPr>
            <w:rFonts w:eastAsiaTheme="minorEastAsia"/>
            <w:noProof/>
            <w:sz w:val="20"/>
            <w:szCs w:val="20"/>
          </w:rPr>
          <w:tab/>
        </w:r>
        <w:r w:rsidRPr="00356AE4">
          <w:rPr>
            <w:rStyle w:val="Hyperlink"/>
            <w:noProof/>
            <w:sz w:val="20"/>
            <w:szCs w:val="20"/>
            <w:u w:val="none"/>
          </w:rPr>
          <w:t>Retail Load Meter Splitting</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_Toc121993771 \h </w:instrText>
        </w:r>
        <w:r w:rsidRPr="00356AE4">
          <w:rPr>
            <w:noProof/>
            <w:webHidden/>
            <w:sz w:val="20"/>
            <w:szCs w:val="20"/>
          </w:rPr>
        </w:r>
        <w:r w:rsidRPr="00356AE4">
          <w:rPr>
            <w:noProof/>
            <w:webHidden/>
            <w:sz w:val="20"/>
            <w:szCs w:val="20"/>
          </w:rPr>
          <w:fldChar w:fldCharType="separate"/>
        </w:r>
        <w:r w:rsidRPr="00356AE4">
          <w:rPr>
            <w:noProof/>
            <w:webHidden/>
            <w:sz w:val="20"/>
            <w:szCs w:val="20"/>
          </w:rPr>
          <w:t>10-17</w:t>
        </w:r>
        <w:r w:rsidRPr="00356AE4">
          <w:rPr>
            <w:noProof/>
            <w:webHidden/>
            <w:sz w:val="20"/>
            <w:szCs w:val="20"/>
          </w:rPr>
          <w:fldChar w:fldCharType="end"/>
        </w:r>
      </w:hyperlink>
    </w:p>
    <w:p w14:paraId="004FD75E" w14:textId="28D46168" w:rsidR="00356AE4" w:rsidRPr="00356AE4" w:rsidRDefault="00356AE4">
      <w:pPr>
        <w:pStyle w:val="TOC5"/>
        <w:rPr>
          <w:rFonts w:eastAsiaTheme="minorEastAsia"/>
          <w:i w:val="0"/>
          <w:sz w:val="20"/>
          <w:szCs w:val="20"/>
        </w:rPr>
      </w:pPr>
      <w:hyperlink w:anchor="_Toc121993772" w:history="1">
        <w:r w:rsidRPr="00356AE4">
          <w:rPr>
            <w:rStyle w:val="Hyperlink"/>
            <w:i w:val="0"/>
            <w:sz w:val="20"/>
            <w:szCs w:val="20"/>
            <w:u w:val="none"/>
          </w:rPr>
          <w:t>10.3.3.2.1</w:t>
        </w:r>
        <w:r w:rsidRPr="00356AE4">
          <w:rPr>
            <w:rFonts w:eastAsiaTheme="minorEastAsia"/>
            <w:i w:val="0"/>
            <w:sz w:val="20"/>
            <w:szCs w:val="20"/>
          </w:rPr>
          <w:tab/>
        </w:r>
        <w:r w:rsidRPr="00356AE4">
          <w:rPr>
            <w:rStyle w:val="Hyperlink"/>
            <w:i w:val="0"/>
            <w:sz w:val="20"/>
            <w:szCs w:val="20"/>
            <w:u w:val="none"/>
          </w:rPr>
          <w:t>Retail Customer Load Splitting Mechanism</w:t>
        </w:r>
        <w:r w:rsidRPr="00356AE4">
          <w:rPr>
            <w:i w:val="0"/>
            <w:webHidden/>
            <w:sz w:val="20"/>
            <w:szCs w:val="20"/>
          </w:rPr>
          <w:tab/>
        </w:r>
        <w:r w:rsidRPr="00356AE4">
          <w:rPr>
            <w:i w:val="0"/>
            <w:webHidden/>
            <w:sz w:val="20"/>
            <w:szCs w:val="20"/>
          </w:rPr>
          <w:fldChar w:fldCharType="begin"/>
        </w:r>
        <w:r w:rsidRPr="00356AE4">
          <w:rPr>
            <w:i w:val="0"/>
            <w:webHidden/>
            <w:sz w:val="20"/>
            <w:szCs w:val="20"/>
          </w:rPr>
          <w:instrText xml:space="preserve"> PAGEREF _Toc121993772 \h </w:instrText>
        </w:r>
        <w:r w:rsidRPr="00356AE4">
          <w:rPr>
            <w:i w:val="0"/>
            <w:webHidden/>
            <w:sz w:val="20"/>
            <w:szCs w:val="20"/>
          </w:rPr>
        </w:r>
        <w:r w:rsidRPr="00356AE4">
          <w:rPr>
            <w:i w:val="0"/>
            <w:webHidden/>
            <w:sz w:val="20"/>
            <w:szCs w:val="20"/>
          </w:rPr>
          <w:fldChar w:fldCharType="separate"/>
        </w:r>
        <w:r w:rsidRPr="00356AE4">
          <w:rPr>
            <w:i w:val="0"/>
            <w:webHidden/>
            <w:sz w:val="20"/>
            <w:szCs w:val="20"/>
          </w:rPr>
          <w:t>10-17</w:t>
        </w:r>
        <w:r w:rsidRPr="00356AE4">
          <w:rPr>
            <w:i w:val="0"/>
            <w:webHidden/>
            <w:sz w:val="20"/>
            <w:szCs w:val="20"/>
          </w:rPr>
          <w:fldChar w:fldCharType="end"/>
        </w:r>
      </w:hyperlink>
    </w:p>
    <w:p w14:paraId="1205E71A" w14:textId="161596AE" w:rsidR="00356AE4" w:rsidRPr="00356AE4" w:rsidRDefault="00356AE4">
      <w:pPr>
        <w:pStyle w:val="TOC5"/>
        <w:rPr>
          <w:rFonts w:eastAsiaTheme="minorEastAsia"/>
          <w:i w:val="0"/>
          <w:sz w:val="20"/>
          <w:szCs w:val="20"/>
        </w:rPr>
      </w:pPr>
      <w:hyperlink w:anchor="_Toc121993773" w:history="1">
        <w:r w:rsidRPr="00356AE4">
          <w:rPr>
            <w:rStyle w:val="Hyperlink"/>
            <w:i w:val="0"/>
            <w:sz w:val="20"/>
            <w:szCs w:val="20"/>
            <w:u w:val="none"/>
          </w:rPr>
          <w:t>10.3.3.2.2</w:t>
        </w:r>
        <w:r w:rsidRPr="00356AE4">
          <w:rPr>
            <w:rFonts w:eastAsiaTheme="minorEastAsia"/>
            <w:i w:val="0"/>
            <w:sz w:val="20"/>
            <w:szCs w:val="20"/>
          </w:rPr>
          <w:tab/>
        </w:r>
        <w:r w:rsidRPr="00356AE4">
          <w:rPr>
            <w:rStyle w:val="Hyperlink"/>
            <w:i w:val="0"/>
            <w:sz w:val="20"/>
            <w:szCs w:val="20"/>
            <w:u w:val="none"/>
          </w:rPr>
          <w:t>TSP and DSP Responsibilities Associated with Retail Customer Load Splitting</w:t>
        </w:r>
        <w:r w:rsidRPr="00356AE4">
          <w:rPr>
            <w:i w:val="0"/>
            <w:webHidden/>
            <w:sz w:val="20"/>
            <w:szCs w:val="20"/>
          </w:rPr>
          <w:tab/>
        </w:r>
        <w:r w:rsidRPr="00356AE4">
          <w:rPr>
            <w:i w:val="0"/>
            <w:webHidden/>
            <w:sz w:val="20"/>
            <w:szCs w:val="20"/>
          </w:rPr>
          <w:fldChar w:fldCharType="begin"/>
        </w:r>
        <w:r w:rsidRPr="00356AE4">
          <w:rPr>
            <w:i w:val="0"/>
            <w:webHidden/>
            <w:sz w:val="20"/>
            <w:szCs w:val="20"/>
          </w:rPr>
          <w:instrText xml:space="preserve"> PAGEREF _Toc121993773 \h </w:instrText>
        </w:r>
        <w:r w:rsidRPr="00356AE4">
          <w:rPr>
            <w:i w:val="0"/>
            <w:webHidden/>
            <w:sz w:val="20"/>
            <w:szCs w:val="20"/>
          </w:rPr>
        </w:r>
        <w:r w:rsidRPr="00356AE4">
          <w:rPr>
            <w:i w:val="0"/>
            <w:webHidden/>
            <w:sz w:val="20"/>
            <w:szCs w:val="20"/>
          </w:rPr>
          <w:fldChar w:fldCharType="separate"/>
        </w:r>
        <w:r w:rsidRPr="00356AE4">
          <w:rPr>
            <w:i w:val="0"/>
            <w:webHidden/>
            <w:sz w:val="20"/>
            <w:szCs w:val="20"/>
          </w:rPr>
          <w:t>10-17</w:t>
        </w:r>
        <w:r w:rsidRPr="00356AE4">
          <w:rPr>
            <w:i w:val="0"/>
            <w:webHidden/>
            <w:sz w:val="20"/>
            <w:szCs w:val="20"/>
          </w:rPr>
          <w:fldChar w:fldCharType="end"/>
        </w:r>
      </w:hyperlink>
    </w:p>
    <w:p w14:paraId="077F7B89" w14:textId="5198CEB0" w:rsidR="00356AE4" w:rsidRPr="00356AE4" w:rsidRDefault="00356AE4">
      <w:pPr>
        <w:pStyle w:val="TOC5"/>
        <w:rPr>
          <w:rFonts w:eastAsiaTheme="minorEastAsia"/>
          <w:i w:val="0"/>
          <w:sz w:val="20"/>
          <w:szCs w:val="20"/>
        </w:rPr>
      </w:pPr>
      <w:hyperlink w:anchor="_Toc121993774" w:history="1">
        <w:r w:rsidRPr="00356AE4">
          <w:rPr>
            <w:rStyle w:val="Hyperlink"/>
            <w:i w:val="0"/>
            <w:sz w:val="20"/>
            <w:szCs w:val="20"/>
            <w:u w:val="none"/>
          </w:rPr>
          <w:t>10.3.3.2.3</w:t>
        </w:r>
        <w:r w:rsidRPr="00356AE4">
          <w:rPr>
            <w:rFonts w:eastAsiaTheme="minorEastAsia"/>
            <w:i w:val="0"/>
            <w:sz w:val="20"/>
            <w:szCs w:val="20"/>
          </w:rPr>
          <w:tab/>
        </w:r>
        <w:r w:rsidRPr="00356AE4">
          <w:rPr>
            <w:rStyle w:val="Hyperlink"/>
            <w:i w:val="0"/>
            <w:sz w:val="20"/>
            <w:szCs w:val="20"/>
            <w:u w:val="none"/>
          </w:rPr>
          <w:t>ERCOT Requirements for Retail Load Splitting</w:t>
        </w:r>
        <w:r w:rsidRPr="00356AE4">
          <w:rPr>
            <w:i w:val="0"/>
            <w:webHidden/>
            <w:sz w:val="20"/>
            <w:szCs w:val="20"/>
          </w:rPr>
          <w:tab/>
        </w:r>
        <w:r w:rsidRPr="00356AE4">
          <w:rPr>
            <w:i w:val="0"/>
            <w:webHidden/>
            <w:sz w:val="20"/>
            <w:szCs w:val="20"/>
          </w:rPr>
          <w:fldChar w:fldCharType="begin"/>
        </w:r>
        <w:r w:rsidRPr="00356AE4">
          <w:rPr>
            <w:i w:val="0"/>
            <w:webHidden/>
            <w:sz w:val="20"/>
            <w:szCs w:val="20"/>
          </w:rPr>
          <w:instrText xml:space="preserve"> PAGEREF _Toc121993774 \h </w:instrText>
        </w:r>
        <w:r w:rsidRPr="00356AE4">
          <w:rPr>
            <w:i w:val="0"/>
            <w:webHidden/>
            <w:sz w:val="20"/>
            <w:szCs w:val="20"/>
          </w:rPr>
        </w:r>
        <w:r w:rsidRPr="00356AE4">
          <w:rPr>
            <w:i w:val="0"/>
            <w:webHidden/>
            <w:sz w:val="20"/>
            <w:szCs w:val="20"/>
          </w:rPr>
          <w:fldChar w:fldCharType="separate"/>
        </w:r>
        <w:r w:rsidRPr="00356AE4">
          <w:rPr>
            <w:i w:val="0"/>
            <w:webHidden/>
            <w:sz w:val="20"/>
            <w:szCs w:val="20"/>
          </w:rPr>
          <w:t>10-18</w:t>
        </w:r>
        <w:r w:rsidRPr="00356AE4">
          <w:rPr>
            <w:i w:val="0"/>
            <w:webHidden/>
            <w:sz w:val="20"/>
            <w:szCs w:val="20"/>
          </w:rPr>
          <w:fldChar w:fldCharType="end"/>
        </w:r>
      </w:hyperlink>
    </w:p>
    <w:p w14:paraId="40B2E342" w14:textId="5C516E46" w:rsidR="00356AE4" w:rsidRPr="00356AE4" w:rsidRDefault="00356AE4">
      <w:pPr>
        <w:pStyle w:val="TOC4"/>
        <w:rPr>
          <w:rFonts w:eastAsiaTheme="minorEastAsia"/>
          <w:noProof/>
          <w:sz w:val="20"/>
          <w:szCs w:val="20"/>
        </w:rPr>
      </w:pPr>
      <w:hyperlink w:anchor="_Toc121993775" w:history="1">
        <w:r w:rsidRPr="00356AE4">
          <w:rPr>
            <w:rStyle w:val="Hyperlink"/>
            <w:noProof/>
            <w:sz w:val="20"/>
            <w:szCs w:val="20"/>
            <w:u w:val="none"/>
          </w:rPr>
          <w:t>10.3.3.3</w:t>
        </w:r>
        <w:r w:rsidRPr="00356AE4">
          <w:rPr>
            <w:rFonts w:eastAsiaTheme="minorEastAsia"/>
            <w:noProof/>
            <w:sz w:val="20"/>
            <w:szCs w:val="20"/>
          </w:rPr>
          <w:tab/>
        </w:r>
        <w:r w:rsidRPr="00356AE4">
          <w:rPr>
            <w:rStyle w:val="Hyperlink"/>
            <w:noProof/>
            <w:sz w:val="20"/>
            <w:szCs w:val="20"/>
            <w:u w:val="none"/>
          </w:rPr>
          <w:t>Submission of Settlement Quality Meter Data to ERCOT</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_Toc121993775 \h </w:instrText>
        </w:r>
        <w:r w:rsidRPr="00356AE4">
          <w:rPr>
            <w:noProof/>
            <w:webHidden/>
            <w:sz w:val="20"/>
            <w:szCs w:val="20"/>
          </w:rPr>
        </w:r>
        <w:r w:rsidRPr="00356AE4">
          <w:rPr>
            <w:noProof/>
            <w:webHidden/>
            <w:sz w:val="20"/>
            <w:szCs w:val="20"/>
          </w:rPr>
          <w:fldChar w:fldCharType="separate"/>
        </w:r>
        <w:r w:rsidRPr="00356AE4">
          <w:rPr>
            <w:noProof/>
            <w:webHidden/>
            <w:sz w:val="20"/>
            <w:szCs w:val="20"/>
          </w:rPr>
          <w:t>10-18</w:t>
        </w:r>
        <w:r w:rsidRPr="00356AE4">
          <w:rPr>
            <w:noProof/>
            <w:webHidden/>
            <w:sz w:val="20"/>
            <w:szCs w:val="20"/>
          </w:rPr>
          <w:fldChar w:fldCharType="end"/>
        </w:r>
      </w:hyperlink>
    </w:p>
    <w:p w14:paraId="29C5389F" w14:textId="0699DB3E" w:rsidR="00356AE4" w:rsidRPr="00356AE4" w:rsidRDefault="00356AE4">
      <w:pPr>
        <w:pStyle w:val="TOC5"/>
        <w:rPr>
          <w:rFonts w:eastAsiaTheme="minorEastAsia"/>
          <w:i w:val="0"/>
          <w:sz w:val="20"/>
          <w:szCs w:val="20"/>
        </w:rPr>
      </w:pPr>
      <w:hyperlink w:anchor="_Toc121993776" w:history="1">
        <w:r w:rsidRPr="00356AE4">
          <w:rPr>
            <w:rStyle w:val="Hyperlink"/>
            <w:i w:val="0"/>
            <w:sz w:val="20"/>
            <w:szCs w:val="20"/>
            <w:u w:val="none"/>
          </w:rPr>
          <w:t>10.3.3.3.1</w:t>
        </w:r>
        <w:r w:rsidRPr="00356AE4">
          <w:rPr>
            <w:rFonts w:eastAsiaTheme="minorEastAsia"/>
            <w:i w:val="0"/>
            <w:sz w:val="20"/>
            <w:szCs w:val="20"/>
          </w:rPr>
          <w:tab/>
        </w:r>
        <w:r w:rsidRPr="00356AE4">
          <w:rPr>
            <w:rStyle w:val="Hyperlink"/>
            <w:i w:val="0"/>
            <w:sz w:val="20"/>
            <w:szCs w:val="20"/>
            <w:u w:val="none"/>
          </w:rPr>
          <w:t>Past Due Data Submission</w:t>
        </w:r>
        <w:r w:rsidRPr="00356AE4">
          <w:rPr>
            <w:i w:val="0"/>
            <w:webHidden/>
            <w:sz w:val="20"/>
            <w:szCs w:val="20"/>
          </w:rPr>
          <w:tab/>
        </w:r>
        <w:r w:rsidRPr="00356AE4">
          <w:rPr>
            <w:i w:val="0"/>
            <w:webHidden/>
            <w:sz w:val="20"/>
            <w:szCs w:val="20"/>
          </w:rPr>
          <w:fldChar w:fldCharType="begin"/>
        </w:r>
        <w:r w:rsidRPr="00356AE4">
          <w:rPr>
            <w:i w:val="0"/>
            <w:webHidden/>
            <w:sz w:val="20"/>
            <w:szCs w:val="20"/>
          </w:rPr>
          <w:instrText xml:space="preserve"> PAGEREF _Toc121993776 \h </w:instrText>
        </w:r>
        <w:r w:rsidRPr="00356AE4">
          <w:rPr>
            <w:i w:val="0"/>
            <w:webHidden/>
            <w:sz w:val="20"/>
            <w:szCs w:val="20"/>
          </w:rPr>
        </w:r>
        <w:r w:rsidRPr="00356AE4">
          <w:rPr>
            <w:i w:val="0"/>
            <w:webHidden/>
            <w:sz w:val="20"/>
            <w:szCs w:val="20"/>
          </w:rPr>
          <w:fldChar w:fldCharType="separate"/>
        </w:r>
        <w:r w:rsidRPr="00356AE4">
          <w:rPr>
            <w:i w:val="0"/>
            <w:webHidden/>
            <w:sz w:val="20"/>
            <w:szCs w:val="20"/>
          </w:rPr>
          <w:t>10-19</w:t>
        </w:r>
        <w:r w:rsidRPr="00356AE4">
          <w:rPr>
            <w:i w:val="0"/>
            <w:webHidden/>
            <w:sz w:val="20"/>
            <w:szCs w:val="20"/>
          </w:rPr>
          <w:fldChar w:fldCharType="end"/>
        </w:r>
      </w:hyperlink>
    </w:p>
    <w:p w14:paraId="0E19E90E" w14:textId="5ECF5EFD" w:rsidR="00356AE4" w:rsidRPr="00356AE4" w:rsidRDefault="00356AE4">
      <w:pPr>
        <w:pStyle w:val="TOC2"/>
        <w:rPr>
          <w:rFonts w:eastAsiaTheme="minorEastAsia"/>
          <w:noProof/>
        </w:rPr>
      </w:pPr>
      <w:hyperlink w:anchor="_Toc121993777" w:history="1">
        <w:r w:rsidRPr="00356AE4">
          <w:rPr>
            <w:rStyle w:val="Hyperlink"/>
            <w:noProof/>
            <w:u w:val="none"/>
          </w:rPr>
          <w:t>10.4</w:t>
        </w:r>
        <w:r w:rsidRPr="00356AE4">
          <w:rPr>
            <w:rFonts w:eastAsiaTheme="minorEastAsia"/>
            <w:noProof/>
          </w:rPr>
          <w:tab/>
        </w:r>
        <w:r w:rsidRPr="00356AE4">
          <w:rPr>
            <w:rStyle w:val="Hyperlink"/>
            <w:noProof/>
            <w:u w:val="none"/>
          </w:rPr>
          <w:t>Certification of EPS Metering Facilities</w:t>
        </w:r>
        <w:r w:rsidRPr="00356AE4">
          <w:rPr>
            <w:noProof/>
            <w:webHidden/>
          </w:rPr>
          <w:tab/>
        </w:r>
        <w:r w:rsidRPr="00356AE4">
          <w:rPr>
            <w:noProof/>
            <w:webHidden/>
          </w:rPr>
          <w:fldChar w:fldCharType="begin"/>
        </w:r>
        <w:r w:rsidRPr="00356AE4">
          <w:rPr>
            <w:noProof/>
            <w:webHidden/>
          </w:rPr>
          <w:instrText xml:space="preserve"> PAGEREF _Toc121993777 \h </w:instrText>
        </w:r>
        <w:r w:rsidRPr="00356AE4">
          <w:rPr>
            <w:noProof/>
            <w:webHidden/>
          </w:rPr>
        </w:r>
        <w:r w:rsidRPr="00356AE4">
          <w:rPr>
            <w:noProof/>
            <w:webHidden/>
          </w:rPr>
          <w:fldChar w:fldCharType="separate"/>
        </w:r>
        <w:r w:rsidRPr="00356AE4">
          <w:rPr>
            <w:noProof/>
            <w:webHidden/>
          </w:rPr>
          <w:t>10-19</w:t>
        </w:r>
        <w:r w:rsidRPr="00356AE4">
          <w:rPr>
            <w:noProof/>
            <w:webHidden/>
          </w:rPr>
          <w:fldChar w:fldCharType="end"/>
        </w:r>
      </w:hyperlink>
    </w:p>
    <w:p w14:paraId="130E87E5" w14:textId="2B51BEEC" w:rsidR="00356AE4" w:rsidRPr="00356AE4" w:rsidRDefault="00356AE4">
      <w:pPr>
        <w:pStyle w:val="TOC3"/>
        <w:rPr>
          <w:rFonts w:eastAsiaTheme="minorEastAsia"/>
          <w:i w:val="0"/>
          <w:iCs w:val="0"/>
          <w:noProof/>
        </w:rPr>
      </w:pPr>
      <w:hyperlink w:anchor="_Toc121993778" w:history="1">
        <w:r w:rsidRPr="00356AE4">
          <w:rPr>
            <w:rStyle w:val="Hyperlink"/>
            <w:i w:val="0"/>
            <w:iCs w:val="0"/>
            <w:noProof/>
            <w:u w:val="none"/>
          </w:rPr>
          <w:t>10.4.1</w:t>
        </w:r>
        <w:r w:rsidRPr="00356AE4">
          <w:rPr>
            <w:rFonts w:eastAsiaTheme="minorEastAsia"/>
            <w:i w:val="0"/>
            <w:iCs w:val="0"/>
            <w:noProof/>
          </w:rPr>
          <w:tab/>
        </w:r>
        <w:r w:rsidRPr="00356AE4">
          <w:rPr>
            <w:rStyle w:val="Hyperlink"/>
            <w:i w:val="0"/>
            <w:iCs w:val="0"/>
            <w:noProof/>
            <w:u w:val="none"/>
          </w:rPr>
          <w:t>Overview</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_Toc121993778 \h </w:instrText>
        </w:r>
        <w:r w:rsidRPr="00356AE4">
          <w:rPr>
            <w:i w:val="0"/>
            <w:iCs w:val="0"/>
            <w:noProof/>
            <w:webHidden/>
          </w:rPr>
        </w:r>
        <w:r w:rsidRPr="00356AE4">
          <w:rPr>
            <w:i w:val="0"/>
            <w:iCs w:val="0"/>
            <w:noProof/>
            <w:webHidden/>
          </w:rPr>
          <w:fldChar w:fldCharType="separate"/>
        </w:r>
        <w:r w:rsidRPr="00356AE4">
          <w:rPr>
            <w:i w:val="0"/>
            <w:iCs w:val="0"/>
            <w:noProof/>
            <w:webHidden/>
          </w:rPr>
          <w:t>10-19</w:t>
        </w:r>
        <w:r w:rsidRPr="00356AE4">
          <w:rPr>
            <w:i w:val="0"/>
            <w:iCs w:val="0"/>
            <w:noProof/>
            <w:webHidden/>
          </w:rPr>
          <w:fldChar w:fldCharType="end"/>
        </w:r>
      </w:hyperlink>
    </w:p>
    <w:p w14:paraId="2F800C72" w14:textId="0B94A0B0" w:rsidR="00356AE4" w:rsidRPr="00356AE4" w:rsidRDefault="00356AE4">
      <w:pPr>
        <w:pStyle w:val="TOC3"/>
        <w:rPr>
          <w:rFonts w:eastAsiaTheme="minorEastAsia"/>
          <w:i w:val="0"/>
          <w:iCs w:val="0"/>
          <w:noProof/>
        </w:rPr>
      </w:pPr>
      <w:hyperlink w:anchor="_Toc121993779" w:history="1">
        <w:r w:rsidRPr="00356AE4">
          <w:rPr>
            <w:rStyle w:val="Hyperlink"/>
            <w:i w:val="0"/>
            <w:iCs w:val="0"/>
            <w:noProof/>
            <w:u w:val="none"/>
          </w:rPr>
          <w:t>10.4.2</w:t>
        </w:r>
        <w:r w:rsidRPr="00356AE4">
          <w:rPr>
            <w:rFonts w:eastAsiaTheme="minorEastAsia"/>
            <w:i w:val="0"/>
            <w:iCs w:val="0"/>
            <w:noProof/>
          </w:rPr>
          <w:tab/>
        </w:r>
        <w:r w:rsidRPr="00356AE4">
          <w:rPr>
            <w:rStyle w:val="Hyperlink"/>
            <w:i w:val="0"/>
            <w:iCs w:val="0"/>
            <w:noProof/>
            <w:u w:val="none"/>
          </w:rPr>
          <w:t>EPS Design Proposal Documentation Required from the TSP or DSP</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_Toc121993779 \h </w:instrText>
        </w:r>
        <w:r w:rsidRPr="00356AE4">
          <w:rPr>
            <w:i w:val="0"/>
            <w:iCs w:val="0"/>
            <w:noProof/>
            <w:webHidden/>
          </w:rPr>
        </w:r>
        <w:r w:rsidRPr="00356AE4">
          <w:rPr>
            <w:i w:val="0"/>
            <w:iCs w:val="0"/>
            <w:noProof/>
            <w:webHidden/>
          </w:rPr>
          <w:fldChar w:fldCharType="separate"/>
        </w:r>
        <w:r w:rsidRPr="00356AE4">
          <w:rPr>
            <w:i w:val="0"/>
            <w:iCs w:val="0"/>
            <w:noProof/>
            <w:webHidden/>
          </w:rPr>
          <w:t>10-19</w:t>
        </w:r>
        <w:r w:rsidRPr="00356AE4">
          <w:rPr>
            <w:i w:val="0"/>
            <w:iCs w:val="0"/>
            <w:noProof/>
            <w:webHidden/>
          </w:rPr>
          <w:fldChar w:fldCharType="end"/>
        </w:r>
      </w:hyperlink>
    </w:p>
    <w:p w14:paraId="5E6A4A5A" w14:textId="28C637D4" w:rsidR="00356AE4" w:rsidRPr="00356AE4" w:rsidRDefault="00356AE4">
      <w:pPr>
        <w:pStyle w:val="TOC4"/>
        <w:rPr>
          <w:rFonts w:eastAsiaTheme="minorEastAsia"/>
          <w:noProof/>
          <w:sz w:val="20"/>
          <w:szCs w:val="20"/>
        </w:rPr>
      </w:pPr>
      <w:hyperlink w:anchor="_Toc121993780" w:history="1">
        <w:r w:rsidRPr="00356AE4">
          <w:rPr>
            <w:rStyle w:val="Hyperlink"/>
            <w:noProof/>
            <w:sz w:val="20"/>
            <w:szCs w:val="20"/>
            <w:u w:val="none"/>
          </w:rPr>
          <w:t>10.4.2.1</w:t>
        </w:r>
        <w:r w:rsidRPr="00356AE4">
          <w:rPr>
            <w:rFonts w:eastAsiaTheme="minorEastAsia"/>
            <w:noProof/>
            <w:sz w:val="20"/>
            <w:szCs w:val="20"/>
          </w:rPr>
          <w:tab/>
        </w:r>
        <w:r w:rsidRPr="00356AE4">
          <w:rPr>
            <w:rStyle w:val="Hyperlink"/>
            <w:noProof/>
            <w:sz w:val="20"/>
            <w:szCs w:val="20"/>
            <w:u w:val="none"/>
          </w:rPr>
          <w:t>Approval or Rejection of an EPS Design Proposal for EPS Metering Facilities</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_Toc121993780 \h </w:instrText>
        </w:r>
        <w:r w:rsidRPr="00356AE4">
          <w:rPr>
            <w:noProof/>
            <w:webHidden/>
            <w:sz w:val="20"/>
            <w:szCs w:val="20"/>
          </w:rPr>
        </w:r>
        <w:r w:rsidRPr="00356AE4">
          <w:rPr>
            <w:noProof/>
            <w:webHidden/>
            <w:sz w:val="20"/>
            <w:szCs w:val="20"/>
          </w:rPr>
          <w:fldChar w:fldCharType="separate"/>
        </w:r>
        <w:r w:rsidRPr="00356AE4">
          <w:rPr>
            <w:noProof/>
            <w:webHidden/>
            <w:sz w:val="20"/>
            <w:szCs w:val="20"/>
          </w:rPr>
          <w:t>10-19</w:t>
        </w:r>
        <w:r w:rsidRPr="00356AE4">
          <w:rPr>
            <w:noProof/>
            <w:webHidden/>
            <w:sz w:val="20"/>
            <w:szCs w:val="20"/>
          </w:rPr>
          <w:fldChar w:fldCharType="end"/>
        </w:r>
      </w:hyperlink>
    </w:p>
    <w:p w14:paraId="2EB34FD7" w14:textId="5BF5A60E" w:rsidR="00356AE4" w:rsidRPr="00356AE4" w:rsidRDefault="00356AE4">
      <w:pPr>
        <w:pStyle w:val="TOC5"/>
        <w:rPr>
          <w:rFonts w:eastAsiaTheme="minorEastAsia"/>
          <w:i w:val="0"/>
          <w:sz w:val="20"/>
          <w:szCs w:val="20"/>
        </w:rPr>
      </w:pPr>
      <w:hyperlink w:anchor="_Toc121993781" w:history="1">
        <w:r w:rsidRPr="00356AE4">
          <w:rPr>
            <w:rStyle w:val="Hyperlink"/>
            <w:i w:val="0"/>
            <w:sz w:val="20"/>
            <w:szCs w:val="20"/>
            <w:u w:val="none"/>
          </w:rPr>
          <w:t>10.4.2.1.1</w:t>
        </w:r>
        <w:r w:rsidRPr="00356AE4">
          <w:rPr>
            <w:rFonts w:eastAsiaTheme="minorEastAsia"/>
            <w:i w:val="0"/>
            <w:sz w:val="20"/>
            <w:szCs w:val="20"/>
          </w:rPr>
          <w:tab/>
        </w:r>
        <w:r w:rsidRPr="00356AE4">
          <w:rPr>
            <w:rStyle w:val="Hyperlink"/>
            <w:i w:val="0"/>
            <w:sz w:val="20"/>
            <w:szCs w:val="20"/>
            <w:u w:val="none"/>
          </w:rPr>
          <w:t>Unconditional Approval</w:t>
        </w:r>
        <w:r w:rsidRPr="00356AE4">
          <w:rPr>
            <w:i w:val="0"/>
            <w:webHidden/>
            <w:sz w:val="20"/>
            <w:szCs w:val="20"/>
          </w:rPr>
          <w:tab/>
        </w:r>
        <w:r w:rsidRPr="00356AE4">
          <w:rPr>
            <w:i w:val="0"/>
            <w:webHidden/>
            <w:sz w:val="20"/>
            <w:szCs w:val="20"/>
          </w:rPr>
          <w:fldChar w:fldCharType="begin"/>
        </w:r>
        <w:r w:rsidRPr="00356AE4">
          <w:rPr>
            <w:i w:val="0"/>
            <w:webHidden/>
            <w:sz w:val="20"/>
            <w:szCs w:val="20"/>
          </w:rPr>
          <w:instrText xml:space="preserve"> PAGEREF _Toc121993781 \h </w:instrText>
        </w:r>
        <w:r w:rsidRPr="00356AE4">
          <w:rPr>
            <w:i w:val="0"/>
            <w:webHidden/>
            <w:sz w:val="20"/>
            <w:szCs w:val="20"/>
          </w:rPr>
        </w:r>
        <w:r w:rsidRPr="00356AE4">
          <w:rPr>
            <w:i w:val="0"/>
            <w:webHidden/>
            <w:sz w:val="20"/>
            <w:szCs w:val="20"/>
          </w:rPr>
          <w:fldChar w:fldCharType="separate"/>
        </w:r>
        <w:r w:rsidRPr="00356AE4">
          <w:rPr>
            <w:i w:val="0"/>
            <w:webHidden/>
            <w:sz w:val="20"/>
            <w:szCs w:val="20"/>
          </w:rPr>
          <w:t>10-19</w:t>
        </w:r>
        <w:r w:rsidRPr="00356AE4">
          <w:rPr>
            <w:i w:val="0"/>
            <w:webHidden/>
            <w:sz w:val="20"/>
            <w:szCs w:val="20"/>
          </w:rPr>
          <w:fldChar w:fldCharType="end"/>
        </w:r>
      </w:hyperlink>
    </w:p>
    <w:p w14:paraId="300AA939" w14:textId="50F02195" w:rsidR="00356AE4" w:rsidRPr="00356AE4" w:rsidRDefault="00356AE4">
      <w:pPr>
        <w:pStyle w:val="TOC5"/>
        <w:rPr>
          <w:rFonts w:eastAsiaTheme="minorEastAsia"/>
          <w:i w:val="0"/>
          <w:sz w:val="20"/>
          <w:szCs w:val="20"/>
        </w:rPr>
      </w:pPr>
      <w:hyperlink w:anchor="_Toc121993782" w:history="1">
        <w:r w:rsidRPr="00356AE4">
          <w:rPr>
            <w:rStyle w:val="Hyperlink"/>
            <w:i w:val="0"/>
            <w:sz w:val="20"/>
            <w:szCs w:val="20"/>
            <w:u w:val="none"/>
          </w:rPr>
          <w:t>10.4.2.1.2</w:t>
        </w:r>
        <w:r w:rsidRPr="00356AE4">
          <w:rPr>
            <w:rFonts w:eastAsiaTheme="minorEastAsia"/>
            <w:i w:val="0"/>
            <w:sz w:val="20"/>
            <w:szCs w:val="20"/>
          </w:rPr>
          <w:tab/>
        </w:r>
        <w:r w:rsidRPr="00356AE4">
          <w:rPr>
            <w:rStyle w:val="Hyperlink"/>
            <w:i w:val="0"/>
            <w:sz w:val="20"/>
            <w:szCs w:val="20"/>
            <w:u w:val="none"/>
          </w:rPr>
          <w:t>Conditional Approval</w:t>
        </w:r>
        <w:r w:rsidRPr="00356AE4">
          <w:rPr>
            <w:i w:val="0"/>
            <w:webHidden/>
            <w:sz w:val="20"/>
            <w:szCs w:val="20"/>
          </w:rPr>
          <w:tab/>
        </w:r>
        <w:r w:rsidRPr="00356AE4">
          <w:rPr>
            <w:i w:val="0"/>
            <w:webHidden/>
            <w:sz w:val="20"/>
            <w:szCs w:val="20"/>
          </w:rPr>
          <w:fldChar w:fldCharType="begin"/>
        </w:r>
        <w:r w:rsidRPr="00356AE4">
          <w:rPr>
            <w:i w:val="0"/>
            <w:webHidden/>
            <w:sz w:val="20"/>
            <w:szCs w:val="20"/>
          </w:rPr>
          <w:instrText xml:space="preserve"> PAGEREF _Toc121993782 \h </w:instrText>
        </w:r>
        <w:r w:rsidRPr="00356AE4">
          <w:rPr>
            <w:i w:val="0"/>
            <w:webHidden/>
            <w:sz w:val="20"/>
            <w:szCs w:val="20"/>
          </w:rPr>
        </w:r>
        <w:r w:rsidRPr="00356AE4">
          <w:rPr>
            <w:i w:val="0"/>
            <w:webHidden/>
            <w:sz w:val="20"/>
            <w:szCs w:val="20"/>
          </w:rPr>
          <w:fldChar w:fldCharType="separate"/>
        </w:r>
        <w:r w:rsidRPr="00356AE4">
          <w:rPr>
            <w:i w:val="0"/>
            <w:webHidden/>
            <w:sz w:val="20"/>
            <w:szCs w:val="20"/>
          </w:rPr>
          <w:t>10-20</w:t>
        </w:r>
        <w:r w:rsidRPr="00356AE4">
          <w:rPr>
            <w:i w:val="0"/>
            <w:webHidden/>
            <w:sz w:val="20"/>
            <w:szCs w:val="20"/>
          </w:rPr>
          <w:fldChar w:fldCharType="end"/>
        </w:r>
      </w:hyperlink>
    </w:p>
    <w:p w14:paraId="240AB970" w14:textId="03D52BE9" w:rsidR="00356AE4" w:rsidRPr="00356AE4" w:rsidRDefault="00356AE4">
      <w:pPr>
        <w:pStyle w:val="TOC5"/>
        <w:rPr>
          <w:rFonts w:eastAsiaTheme="minorEastAsia"/>
          <w:i w:val="0"/>
          <w:sz w:val="20"/>
          <w:szCs w:val="20"/>
        </w:rPr>
      </w:pPr>
      <w:hyperlink w:anchor="_Toc121993783" w:history="1">
        <w:r w:rsidRPr="00356AE4">
          <w:rPr>
            <w:rStyle w:val="Hyperlink"/>
            <w:i w:val="0"/>
            <w:sz w:val="20"/>
            <w:szCs w:val="20"/>
            <w:u w:val="none"/>
          </w:rPr>
          <w:t>10.4.2.1.3</w:t>
        </w:r>
        <w:r w:rsidRPr="00356AE4">
          <w:rPr>
            <w:rFonts w:eastAsiaTheme="minorEastAsia"/>
            <w:i w:val="0"/>
            <w:sz w:val="20"/>
            <w:szCs w:val="20"/>
          </w:rPr>
          <w:tab/>
        </w:r>
        <w:r w:rsidRPr="00356AE4">
          <w:rPr>
            <w:rStyle w:val="Hyperlink"/>
            <w:i w:val="0"/>
            <w:sz w:val="20"/>
            <w:szCs w:val="20"/>
            <w:u w:val="none"/>
          </w:rPr>
          <w:t>Rejection</w:t>
        </w:r>
        <w:r w:rsidRPr="00356AE4">
          <w:rPr>
            <w:i w:val="0"/>
            <w:webHidden/>
            <w:sz w:val="20"/>
            <w:szCs w:val="20"/>
          </w:rPr>
          <w:tab/>
        </w:r>
        <w:r w:rsidRPr="00356AE4">
          <w:rPr>
            <w:i w:val="0"/>
            <w:webHidden/>
            <w:sz w:val="20"/>
            <w:szCs w:val="20"/>
          </w:rPr>
          <w:fldChar w:fldCharType="begin"/>
        </w:r>
        <w:r w:rsidRPr="00356AE4">
          <w:rPr>
            <w:i w:val="0"/>
            <w:webHidden/>
            <w:sz w:val="20"/>
            <w:szCs w:val="20"/>
          </w:rPr>
          <w:instrText xml:space="preserve"> PAGEREF _Toc121993783 \h </w:instrText>
        </w:r>
        <w:r w:rsidRPr="00356AE4">
          <w:rPr>
            <w:i w:val="0"/>
            <w:webHidden/>
            <w:sz w:val="20"/>
            <w:szCs w:val="20"/>
          </w:rPr>
        </w:r>
        <w:r w:rsidRPr="00356AE4">
          <w:rPr>
            <w:i w:val="0"/>
            <w:webHidden/>
            <w:sz w:val="20"/>
            <w:szCs w:val="20"/>
          </w:rPr>
          <w:fldChar w:fldCharType="separate"/>
        </w:r>
        <w:r w:rsidRPr="00356AE4">
          <w:rPr>
            <w:i w:val="0"/>
            <w:webHidden/>
            <w:sz w:val="20"/>
            <w:szCs w:val="20"/>
          </w:rPr>
          <w:t>10-20</w:t>
        </w:r>
        <w:r w:rsidRPr="00356AE4">
          <w:rPr>
            <w:i w:val="0"/>
            <w:webHidden/>
            <w:sz w:val="20"/>
            <w:szCs w:val="20"/>
          </w:rPr>
          <w:fldChar w:fldCharType="end"/>
        </w:r>
      </w:hyperlink>
    </w:p>
    <w:p w14:paraId="4A78CD56" w14:textId="305585A0" w:rsidR="00356AE4" w:rsidRPr="00356AE4" w:rsidRDefault="00356AE4">
      <w:pPr>
        <w:pStyle w:val="TOC3"/>
        <w:rPr>
          <w:rFonts w:eastAsiaTheme="minorEastAsia"/>
          <w:i w:val="0"/>
          <w:iCs w:val="0"/>
          <w:noProof/>
        </w:rPr>
      </w:pPr>
      <w:hyperlink w:anchor="_Toc121993784" w:history="1">
        <w:r w:rsidRPr="00356AE4">
          <w:rPr>
            <w:rStyle w:val="Hyperlink"/>
            <w:i w:val="0"/>
            <w:iCs w:val="0"/>
            <w:noProof/>
            <w:u w:val="none"/>
          </w:rPr>
          <w:t>10.4.3</w:t>
        </w:r>
        <w:r w:rsidRPr="00356AE4">
          <w:rPr>
            <w:rFonts w:eastAsiaTheme="minorEastAsia"/>
            <w:i w:val="0"/>
            <w:iCs w:val="0"/>
            <w:noProof/>
          </w:rPr>
          <w:tab/>
        </w:r>
        <w:r w:rsidRPr="00356AE4">
          <w:rPr>
            <w:rStyle w:val="Hyperlink"/>
            <w:i w:val="0"/>
            <w:iCs w:val="0"/>
            <w:noProof/>
            <w:u w:val="none"/>
          </w:rPr>
          <w:t>Site Certification Documentation Required from the TSP or DSP EPS Meter Inspector</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_Toc121993784 \h </w:instrText>
        </w:r>
        <w:r w:rsidRPr="00356AE4">
          <w:rPr>
            <w:i w:val="0"/>
            <w:iCs w:val="0"/>
            <w:noProof/>
            <w:webHidden/>
          </w:rPr>
        </w:r>
        <w:r w:rsidRPr="00356AE4">
          <w:rPr>
            <w:i w:val="0"/>
            <w:iCs w:val="0"/>
            <w:noProof/>
            <w:webHidden/>
          </w:rPr>
          <w:fldChar w:fldCharType="separate"/>
        </w:r>
        <w:r w:rsidRPr="00356AE4">
          <w:rPr>
            <w:i w:val="0"/>
            <w:iCs w:val="0"/>
            <w:noProof/>
            <w:webHidden/>
          </w:rPr>
          <w:t>10-21</w:t>
        </w:r>
        <w:r w:rsidRPr="00356AE4">
          <w:rPr>
            <w:i w:val="0"/>
            <w:iCs w:val="0"/>
            <w:noProof/>
            <w:webHidden/>
          </w:rPr>
          <w:fldChar w:fldCharType="end"/>
        </w:r>
      </w:hyperlink>
    </w:p>
    <w:p w14:paraId="176A394E" w14:textId="73A98A9B" w:rsidR="00356AE4" w:rsidRPr="00356AE4" w:rsidRDefault="00356AE4">
      <w:pPr>
        <w:pStyle w:val="TOC4"/>
        <w:rPr>
          <w:rFonts w:eastAsiaTheme="minorEastAsia"/>
          <w:noProof/>
          <w:sz w:val="20"/>
          <w:szCs w:val="20"/>
        </w:rPr>
      </w:pPr>
      <w:hyperlink w:anchor="_Toc121993785" w:history="1">
        <w:r w:rsidRPr="00356AE4">
          <w:rPr>
            <w:rStyle w:val="Hyperlink"/>
            <w:noProof/>
            <w:sz w:val="20"/>
            <w:szCs w:val="20"/>
            <w:u w:val="none"/>
          </w:rPr>
          <w:t>10.4.3.1</w:t>
        </w:r>
        <w:r w:rsidRPr="00356AE4">
          <w:rPr>
            <w:rFonts w:eastAsiaTheme="minorEastAsia"/>
            <w:noProof/>
            <w:sz w:val="20"/>
            <w:szCs w:val="20"/>
          </w:rPr>
          <w:tab/>
        </w:r>
        <w:r w:rsidRPr="00356AE4">
          <w:rPr>
            <w:rStyle w:val="Hyperlink"/>
            <w:noProof/>
            <w:sz w:val="20"/>
            <w:szCs w:val="20"/>
            <w:u w:val="none"/>
          </w:rPr>
          <w:t>Review by ERCOT</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_Toc121993785 \h </w:instrText>
        </w:r>
        <w:r w:rsidRPr="00356AE4">
          <w:rPr>
            <w:noProof/>
            <w:webHidden/>
            <w:sz w:val="20"/>
            <w:szCs w:val="20"/>
          </w:rPr>
        </w:r>
        <w:r w:rsidRPr="00356AE4">
          <w:rPr>
            <w:noProof/>
            <w:webHidden/>
            <w:sz w:val="20"/>
            <w:szCs w:val="20"/>
          </w:rPr>
          <w:fldChar w:fldCharType="separate"/>
        </w:r>
        <w:r w:rsidRPr="00356AE4">
          <w:rPr>
            <w:noProof/>
            <w:webHidden/>
            <w:sz w:val="20"/>
            <w:szCs w:val="20"/>
          </w:rPr>
          <w:t>10-21</w:t>
        </w:r>
        <w:r w:rsidRPr="00356AE4">
          <w:rPr>
            <w:noProof/>
            <w:webHidden/>
            <w:sz w:val="20"/>
            <w:szCs w:val="20"/>
          </w:rPr>
          <w:fldChar w:fldCharType="end"/>
        </w:r>
      </w:hyperlink>
    </w:p>
    <w:p w14:paraId="61252FBD" w14:textId="34E856EF" w:rsidR="00356AE4" w:rsidRPr="00356AE4" w:rsidRDefault="00356AE4">
      <w:pPr>
        <w:pStyle w:val="TOC4"/>
        <w:rPr>
          <w:rFonts w:eastAsiaTheme="minorEastAsia"/>
          <w:noProof/>
          <w:sz w:val="20"/>
          <w:szCs w:val="20"/>
        </w:rPr>
      </w:pPr>
      <w:hyperlink w:anchor="_Toc121993786" w:history="1">
        <w:r w:rsidRPr="00356AE4">
          <w:rPr>
            <w:rStyle w:val="Hyperlink"/>
            <w:noProof/>
            <w:sz w:val="20"/>
            <w:szCs w:val="20"/>
            <w:u w:val="none"/>
          </w:rPr>
          <w:t>10.4.3.2</w:t>
        </w:r>
        <w:r w:rsidRPr="00356AE4">
          <w:rPr>
            <w:rFonts w:eastAsiaTheme="minorEastAsia"/>
            <w:noProof/>
            <w:sz w:val="20"/>
            <w:szCs w:val="20"/>
          </w:rPr>
          <w:tab/>
        </w:r>
        <w:r w:rsidRPr="00356AE4">
          <w:rPr>
            <w:rStyle w:val="Hyperlink"/>
            <w:noProof/>
            <w:sz w:val="20"/>
            <w:szCs w:val="20"/>
            <w:u w:val="none"/>
          </w:rPr>
          <w:t>Provisional Approval</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_Toc121993786 \h </w:instrText>
        </w:r>
        <w:r w:rsidRPr="00356AE4">
          <w:rPr>
            <w:noProof/>
            <w:webHidden/>
            <w:sz w:val="20"/>
            <w:szCs w:val="20"/>
          </w:rPr>
        </w:r>
        <w:r w:rsidRPr="00356AE4">
          <w:rPr>
            <w:noProof/>
            <w:webHidden/>
            <w:sz w:val="20"/>
            <w:szCs w:val="20"/>
          </w:rPr>
          <w:fldChar w:fldCharType="separate"/>
        </w:r>
        <w:r w:rsidRPr="00356AE4">
          <w:rPr>
            <w:noProof/>
            <w:webHidden/>
            <w:sz w:val="20"/>
            <w:szCs w:val="20"/>
          </w:rPr>
          <w:t>10-21</w:t>
        </w:r>
        <w:r w:rsidRPr="00356AE4">
          <w:rPr>
            <w:noProof/>
            <w:webHidden/>
            <w:sz w:val="20"/>
            <w:szCs w:val="20"/>
          </w:rPr>
          <w:fldChar w:fldCharType="end"/>
        </w:r>
      </w:hyperlink>
    </w:p>
    <w:p w14:paraId="6AA54DA9" w14:textId="3B4004D2" w:rsidR="00356AE4" w:rsidRPr="00356AE4" w:rsidRDefault="00356AE4">
      <w:pPr>
        <w:pStyle w:val="TOC4"/>
        <w:rPr>
          <w:rFonts w:eastAsiaTheme="minorEastAsia"/>
          <w:noProof/>
          <w:sz w:val="20"/>
          <w:szCs w:val="20"/>
        </w:rPr>
      </w:pPr>
      <w:hyperlink w:anchor="_Toc121993787" w:history="1">
        <w:r w:rsidRPr="00356AE4">
          <w:rPr>
            <w:rStyle w:val="Hyperlink"/>
            <w:noProof/>
            <w:sz w:val="20"/>
            <w:szCs w:val="20"/>
            <w:u w:val="none"/>
          </w:rPr>
          <w:t>10.4.3.3</w:t>
        </w:r>
        <w:r w:rsidRPr="00356AE4">
          <w:rPr>
            <w:rFonts w:eastAsiaTheme="minorEastAsia"/>
            <w:noProof/>
            <w:sz w:val="20"/>
            <w:szCs w:val="20"/>
          </w:rPr>
          <w:tab/>
        </w:r>
        <w:r w:rsidRPr="00356AE4">
          <w:rPr>
            <w:rStyle w:val="Hyperlink"/>
            <w:noProof/>
            <w:sz w:val="20"/>
            <w:szCs w:val="20"/>
            <w:u w:val="none"/>
          </w:rPr>
          <w:t>Obligation to Maintain Approval</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_Toc121993787 \h </w:instrText>
        </w:r>
        <w:r w:rsidRPr="00356AE4">
          <w:rPr>
            <w:noProof/>
            <w:webHidden/>
            <w:sz w:val="20"/>
            <w:szCs w:val="20"/>
          </w:rPr>
        </w:r>
        <w:r w:rsidRPr="00356AE4">
          <w:rPr>
            <w:noProof/>
            <w:webHidden/>
            <w:sz w:val="20"/>
            <w:szCs w:val="20"/>
          </w:rPr>
          <w:fldChar w:fldCharType="separate"/>
        </w:r>
        <w:r w:rsidRPr="00356AE4">
          <w:rPr>
            <w:noProof/>
            <w:webHidden/>
            <w:sz w:val="20"/>
            <w:szCs w:val="20"/>
          </w:rPr>
          <w:t>10-22</w:t>
        </w:r>
        <w:r w:rsidRPr="00356AE4">
          <w:rPr>
            <w:noProof/>
            <w:webHidden/>
            <w:sz w:val="20"/>
            <w:szCs w:val="20"/>
          </w:rPr>
          <w:fldChar w:fldCharType="end"/>
        </w:r>
      </w:hyperlink>
    </w:p>
    <w:p w14:paraId="62A12ABA" w14:textId="5E5AAC62" w:rsidR="00356AE4" w:rsidRPr="00356AE4" w:rsidRDefault="00356AE4">
      <w:pPr>
        <w:pStyle w:val="TOC4"/>
        <w:rPr>
          <w:rFonts w:eastAsiaTheme="minorEastAsia"/>
          <w:noProof/>
          <w:sz w:val="20"/>
          <w:szCs w:val="20"/>
        </w:rPr>
      </w:pPr>
      <w:hyperlink w:anchor="_Toc121993788" w:history="1">
        <w:r w:rsidRPr="00356AE4">
          <w:rPr>
            <w:rStyle w:val="Hyperlink"/>
            <w:noProof/>
            <w:sz w:val="20"/>
            <w:szCs w:val="20"/>
            <w:u w:val="none"/>
          </w:rPr>
          <w:t>10.4.3.4</w:t>
        </w:r>
        <w:r w:rsidRPr="00356AE4">
          <w:rPr>
            <w:rFonts w:eastAsiaTheme="minorEastAsia"/>
            <w:noProof/>
            <w:sz w:val="20"/>
            <w:szCs w:val="20"/>
          </w:rPr>
          <w:tab/>
        </w:r>
        <w:r w:rsidRPr="00356AE4">
          <w:rPr>
            <w:rStyle w:val="Hyperlink"/>
            <w:noProof/>
            <w:sz w:val="20"/>
            <w:szCs w:val="20"/>
            <w:u w:val="none"/>
          </w:rPr>
          <w:t>Revocation of Approval</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_Toc121993788 \h </w:instrText>
        </w:r>
        <w:r w:rsidRPr="00356AE4">
          <w:rPr>
            <w:noProof/>
            <w:webHidden/>
            <w:sz w:val="20"/>
            <w:szCs w:val="20"/>
          </w:rPr>
        </w:r>
        <w:r w:rsidRPr="00356AE4">
          <w:rPr>
            <w:noProof/>
            <w:webHidden/>
            <w:sz w:val="20"/>
            <w:szCs w:val="20"/>
          </w:rPr>
          <w:fldChar w:fldCharType="separate"/>
        </w:r>
        <w:r w:rsidRPr="00356AE4">
          <w:rPr>
            <w:noProof/>
            <w:webHidden/>
            <w:sz w:val="20"/>
            <w:szCs w:val="20"/>
          </w:rPr>
          <w:t>10-22</w:t>
        </w:r>
        <w:r w:rsidRPr="00356AE4">
          <w:rPr>
            <w:noProof/>
            <w:webHidden/>
            <w:sz w:val="20"/>
            <w:szCs w:val="20"/>
          </w:rPr>
          <w:fldChar w:fldCharType="end"/>
        </w:r>
      </w:hyperlink>
    </w:p>
    <w:p w14:paraId="5BF115B5" w14:textId="55C7CEFD" w:rsidR="00356AE4" w:rsidRPr="00356AE4" w:rsidRDefault="00356AE4">
      <w:pPr>
        <w:pStyle w:val="TOC4"/>
        <w:rPr>
          <w:rFonts w:eastAsiaTheme="minorEastAsia"/>
          <w:noProof/>
          <w:sz w:val="20"/>
          <w:szCs w:val="20"/>
        </w:rPr>
      </w:pPr>
      <w:hyperlink w:anchor="_Toc121993789" w:history="1">
        <w:r w:rsidRPr="00356AE4">
          <w:rPr>
            <w:rStyle w:val="Hyperlink"/>
            <w:noProof/>
            <w:sz w:val="20"/>
            <w:szCs w:val="20"/>
            <w:u w:val="none"/>
          </w:rPr>
          <w:t>10.4.3.5</w:t>
        </w:r>
        <w:r w:rsidRPr="00356AE4">
          <w:rPr>
            <w:rFonts w:eastAsiaTheme="minorEastAsia"/>
            <w:noProof/>
            <w:sz w:val="20"/>
            <w:szCs w:val="20"/>
          </w:rPr>
          <w:tab/>
        </w:r>
        <w:r w:rsidRPr="00356AE4">
          <w:rPr>
            <w:rStyle w:val="Hyperlink"/>
            <w:noProof/>
            <w:sz w:val="20"/>
            <w:szCs w:val="20"/>
            <w:u w:val="none"/>
          </w:rPr>
          <w:t>Changes to Approved EPS Metering Facilities</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_Toc121993789 \h </w:instrText>
        </w:r>
        <w:r w:rsidRPr="00356AE4">
          <w:rPr>
            <w:noProof/>
            <w:webHidden/>
            <w:sz w:val="20"/>
            <w:szCs w:val="20"/>
          </w:rPr>
        </w:r>
        <w:r w:rsidRPr="00356AE4">
          <w:rPr>
            <w:noProof/>
            <w:webHidden/>
            <w:sz w:val="20"/>
            <w:szCs w:val="20"/>
          </w:rPr>
          <w:fldChar w:fldCharType="separate"/>
        </w:r>
        <w:r w:rsidRPr="00356AE4">
          <w:rPr>
            <w:noProof/>
            <w:webHidden/>
            <w:sz w:val="20"/>
            <w:szCs w:val="20"/>
          </w:rPr>
          <w:t>10-22</w:t>
        </w:r>
        <w:r w:rsidRPr="00356AE4">
          <w:rPr>
            <w:noProof/>
            <w:webHidden/>
            <w:sz w:val="20"/>
            <w:szCs w:val="20"/>
          </w:rPr>
          <w:fldChar w:fldCharType="end"/>
        </w:r>
      </w:hyperlink>
    </w:p>
    <w:p w14:paraId="4ADAAF6C" w14:textId="2D4855C1" w:rsidR="00356AE4" w:rsidRPr="00356AE4" w:rsidRDefault="00356AE4">
      <w:pPr>
        <w:pStyle w:val="TOC4"/>
        <w:rPr>
          <w:rFonts w:eastAsiaTheme="minorEastAsia"/>
          <w:noProof/>
          <w:sz w:val="20"/>
          <w:szCs w:val="20"/>
        </w:rPr>
      </w:pPr>
      <w:hyperlink w:anchor="_Toc121993790" w:history="1">
        <w:r w:rsidRPr="00356AE4">
          <w:rPr>
            <w:rStyle w:val="Hyperlink"/>
            <w:noProof/>
            <w:sz w:val="20"/>
            <w:szCs w:val="20"/>
            <w:u w:val="none"/>
          </w:rPr>
          <w:t>10.4.3.6</w:t>
        </w:r>
        <w:r w:rsidRPr="00356AE4">
          <w:rPr>
            <w:rFonts w:eastAsiaTheme="minorEastAsia"/>
            <w:noProof/>
            <w:sz w:val="20"/>
            <w:szCs w:val="20"/>
          </w:rPr>
          <w:tab/>
        </w:r>
        <w:r w:rsidRPr="00356AE4">
          <w:rPr>
            <w:rStyle w:val="Hyperlink"/>
            <w:noProof/>
            <w:sz w:val="20"/>
            <w:szCs w:val="20"/>
            <w:u w:val="none"/>
          </w:rPr>
          <w:t>Confirmation of Certification</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_Toc121993790 \h </w:instrText>
        </w:r>
        <w:r w:rsidRPr="00356AE4">
          <w:rPr>
            <w:noProof/>
            <w:webHidden/>
            <w:sz w:val="20"/>
            <w:szCs w:val="20"/>
          </w:rPr>
        </w:r>
        <w:r w:rsidRPr="00356AE4">
          <w:rPr>
            <w:noProof/>
            <w:webHidden/>
            <w:sz w:val="20"/>
            <w:szCs w:val="20"/>
          </w:rPr>
          <w:fldChar w:fldCharType="separate"/>
        </w:r>
        <w:r w:rsidRPr="00356AE4">
          <w:rPr>
            <w:noProof/>
            <w:webHidden/>
            <w:sz w:val="20"/>
            <w:szCs w:val="20"/>
          </w:rPr>
          <w:t>10-22</w:t>
        </w:r>
        <w:r w:rsidRPr="00356AE4">
          <w:rPr>
            <w:noProof/>
            <w:webHidden/>
            <w:sz w:val="20"/>
            <w:szCs w:val="20"/>
          </w:rPr>
          <w:fldChar w:fldCharType="end"/>
        </w:r>
      </w:hyperlink>
    </w:p>
    <w:p w14:paraId="4288A6F0" w14:textId="1F0959FA" w:rsidR="00356AE4" w:rsidRPr="00356AE4" w:rsidRDefault="00356AE4">
      <w:pPr>
        <w:pStyle w:val="TOC2"/>
        <w:rPr>
          <w:rFonts w:eastAsiaTheme="minorEastAsia"/>
          <w:noProof/>
        </w:rPr>
      </w:pPr>
      <w:hyperlink w:anchor="_Toc121993791" w:history="1">
        <w:r w:rsidRPr="00356AE4">
          <w:rPr>
            <w:rStyle w:val="Hyperlink"/>
            <w:noProof/>
            <w:u w:val="none"/>
          </w:rPr>
          <w:t>10.5</w:t>
        </w:r>
        <w:r w:rsidRPr="00356AE4">
          <w:rPr>
            <w:rFonts w:eastAsiaTheme="minorEastAsia"/>
            <w:noProof/>
          </w:rPr>
          <w:tab/>
        </w:r>
        <w:r w:rsidRPr="00356AE4">
          <w:rPr>
            <w:rStyle w:val="Hyperlink"/>
            <w:noProof/>
            <w:u w:val="none"/>
          </w:rPr>
          <w:t>TSP and DSP EPS Meter Inspectors</w:t>
        </w:r>
        <w:r w:rsidRPr="00356AE4">
          <w:rPr>
            <w:noProof/>
            <w:webHidden/>
          </w:rPr>
          <w:tab/>
        </w:r>
        <w:r w:rsidRPr="00356AE4">
          <w:rPr>
            <w:noProof/>
            <w:webHidden/>
          </w:rPr>
          <w:fldChar w:fldCharType="begin"/>
        </w:r>
        <w:r w:rsidRPr="00356AE4">
          <w:rPr>
            <w:noProof/>
            <w:webHidden/>
          </w:rPr>
          <w:instrText xml:space="preserve"> PAGEREF _Toc121993791 \h </w:instrText>
        </w:r>
        <w:r w:rsidRPr="00356AE4">
          <w:rPr>
            <w:noProof/>
            <w:webHidden/>
          </w:rPr>
        </w:r>
        <w:r w:rsidRPr="00356AE4">
          <w:rPr>
            <w:noProof/>
            <w:webHidden/>
          </w:rPr>
          <w:fldChar w:fldCharType="separate"/>
        </w:r>
        <w:r w:rsidRPr="00356AE4">
          <w:rPr>
            <w:noProof/>
            <w:webHidden/>
          </w:rPr>
          <w:t>10-23</w:t>
        </w:r>
        <w:r w:rsidRPr="00356AE4">
          <w:rPr>
            <w:noProof/>
            <w:webHidden/>
          </w:rPr>
          <w:fldChar w:fldCharType="end"/>
        </w:r>
      </w:hyperlink>
    </w:p>
    <w:p w14:paraId="0F7923D3" w14:textId="2E859825" w:rsidR="00356AE4" w:rsidRPr="00356AE4" w:rsidRDefault="00356AE4">
      <w:pPr>
        <w:pStyle w:val="TOC3"/>
        <w:rPr>
          <w:rFonts w:eastAsiaTheme="minorEastAsia"/>
          <w:i w:val="0"/>
          <w:iCs w:val="0"/>
          <w:noProof/>
        </w:rPr>
      </w:pPr>
      <w:hyperlink w:anchor="_Toc121993792" w:history="1">
        <w:r w:rsidRPr="00356AE4">
          <w:rPr>
            <w:rStyle w:val="Hyperlink"/>
            <w:i w:val="0"/>
            <w:iCs w:val="0"/>
            <w:noProof/>
            <w:u w:val="none"/>
          </w:rPr>
          <w:t>10.5.1</w:t>
        </w:r>
        <w:r w:rsidRPr="00356AE4">
          <w:rPr>
            <w:rFonts w:eastAsiaTheme="minorEastAsia"/>
            <w:i w:val="0"/>
            <w:iCs w:val="0"/>
            <w:noProof/>
          </w:rPr>
          <w:tab/>
        </w:r>
        <w:r w:rsidRPr="00356AE4">
          <w:rPr>
            <w:rStyle w:val="Hyperlink"/>
            <w:i w:val="0"/>
            <w:iCs w:val="0"/>
            <w:noProof/>
            <w:u w:val="none"/>
          </w:rPr>
          <w:t>List of TSP and DSP EPS Meter Inspectors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_Toc121993792 \h </w:instrText>
        </w:r>
        <w:r w:rsidRPr="00356AE4">
          <w:rPr>
            <w:i w:val="0"/>
            <w:iCs w:val="0"/>
            <w:noProof/>
            <w:webHidden/>
          </w:rPr>
        </w:r>
        <w:r w:rsidRPr="00356AE4">
          <w:rPr>
            <w:i w:val="0"/>
            <w:iCs w:val="0"/>
            <w:noProof/>
            <w:webHidden/>
          </w:rPr>
          <w:fldChar w:fldCharType="separate"/>
        </w:r>
        <w:r w:rsidRPr="00356AE4">
          <w:rPr>
            <w:i w:val="0"/>
            <w:iCs w:val="0"/>
            <w:noProof/>
            <w:webHidden/>
          </w:rPr>
          <w:t>10-23</w:t>
        </w:r>
        <w:r w:rsidRPr="00356AE4">
          <w:rPr>
            <w:i w:val="0"/>
            <w:iCs w:val="0"/>
            <w:noProof/>
            <w:webHidden/>
          </w:rPr>
          <w:fldChar w:fldCharType="end"/>
        </w:r>
      </w:hyperlink>
    </w:p>
    <w:p w14:paraId="356018F0" w14:textId="3CC86532" w:rsidR="00356AE4" w:rsidRPr="00356AE4" w:rsidRDefault="00356AE4">
      <w:pPr>
        <w:pStyle w:val="TOC3"/>
        <w:rPr>
          <w:rFonts w:eastAsiaTheme="minorEastAsia"/>
          <w:i w:val="0"/>
          <w:iCs w:val="0"/>
          <w:noProof/>
        </w:rPr>
      </w:pPr>
      <w:hyperlink w:anchor="_Toc121993793" w:history="1">
        <w:r w:rsidRPr="00356AE4">
          <w:rPr>
            <w:rStyle w:val="Hyperlink"/>
            <w:i w:val="0"/>
            <w:iCs w:val="0"/>
            <w:noProof/>
            <w:u w:val="none"/>
          </w:rPr>
          <w:t>10.5.2</w:t>
        </w:r>
        <w:r w:rsidRPr="00356AE4">
          <w:rPr>
            <w:rFonts w:eastAsiaTheme="minorEastAsia"/>
            <w:i w:val="0"/>
            <w:iCs w:val="0"/>
            <w:noProof/>
          </w:rPr>
          <w:tab/>
        </w:r>
        <w:r w:rsidRPr="00356AE4">
          <w:rPr>
            <w:rStyle w:val="Hyperlink"/>
            <w:i w:val="0"/>
            <w:iCs w:val="0"/>
            <w:noProof/>
            <w:u w:val="none"/>
          </w:rPr>
          <w:t>EPS Meter Inspector Approval Process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_Toc121993793 \h </w:instrText>
        </w:r>
        <w:r w:rsidRPr="00356AE4">
          <w:rPr>
            <w:i w:val="0"/>
            <w:iCs w:val="0"/>
            <w:noProof/>
            <w:webHidden/>
          </w:rPr>
        </w:r>
        <w:r w:rsidRPr="00356AE4">
          <w:rPr>
            <w:i w:val="0"/>
            <w:iCs w:val="0"/>
            <w:noProof/>
            <w:webHidden/>
          </w:rPr>
          <w:fldChar w:fldCharType="separate"/>
        </w:r>
        <w:r w:rsidRPr="00356AE4">
          <w:rPr>
            <w:i w:val="0"/>
            <w:iCs w:val="0"/>
            <w:noProof/>
            <w:webHidden/>
          </w:rPr>
          <w:t>10-23</w:t>
        </w:r>
        <w:r w:rsidRPr="00356AE4">
          <w:rPr>
            <w:i w:val="0"/>
            <w:iCs w:val="0"/>
            <w:noProof/>
            <w:webHidden/>
          </w:rPr>
          <w:fldChar w:fldCharType="end"/>
        </w:r>
      </w:hyperlink>
    </w:p>
    <w:p w14:paraId="42A98D5F" w14:textId="31C8697B" w:rsidR="00356AE4" w:rsidRPr="00356AE4" w:rsidRDefault="00356AE4">
      <w:pPr>
        <w:pStyle w:val="TOC4"/>
        <w:rPr>
          <w:rFonts w:eastAsiaTheme="minorEastAsia"/>
          <w:noProof/>
          <w:sz w:val="20"/>
          <w:szCs w:val="20"/>
        </w:rPr>
      </w:pPr>
      <w:hyperlink w:anchor="_Toc121993794" w:history="1">
        <w:r w:rsidRPr="00356AE4">
          <w:rPr>
            <w:rStyle w:val="Hyperlink"/>
            <w:noProof/>
            <w:sz w:val="20"/>
            <w:szCs w:val="20"/>
            <w:u w:val="none"/>
          </w:rPr>
          <w:t>10.5.2.1</w:t>
        </w:r>
        <w:r w:rsidRPr="00356AE4">
          <w:rPr>
            <w:rFonts w:eastAsiaTheme="minorEastAsia"/>
            <w:noProof/>
            <w:sz w:val="20"/>
            <w:szCs w:val="20"/>
          </w:rPr>
          <w:tab/>
        </w:r>
        <w:r w:rsidRPr="00356AE4">
          <w:rPr>
            <w:rStyle w:val="Hyperlink"/>
            <w:noProof/>
            <w:sz w:val="20"/>
            <w:szCs w:val="20"/>
            <w:u w:val="none"/>
          </w:rPr>
          <w:t>TSP and DSP Responsibilities</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_Toc121993794 \h </w:instrText>
        </w:r>
        <w:r w:rsidRPr="00356AE4">
          <w:rPr>
            <w:noProof/>
            <w:webHidden/>
            <w:sz w:val="20"/>
            <w:szCs w:val="20"/>
          </w:rPr>
        </w:r>
        <w:r w:rsidRPr="00356AE4">
          <w:rPr>
            <w:noProof/>
            <w:webHidden/>
            <w:sz w:val="20"/>
            <w:szCs w:val="20"/>
          </w:rPr>
          <w:fldChar w:fldCharType="separate"/>
        </w:r>
        <w:r w:rsidRPr="00356AE4">
          <w:rPr>
            <w:noProof/>
            <w:webHidden/>
            <w:sz w:val="20"/>
            <w:szCs w:val="20"/>
          </w:rPr>
          <w:t>10-23</w:t>
        </w:r>
        <w:r w:rsidRPr="00356AE4">
          <w:rPr>
            <w:noProof/>
            <w:webHidden/>
            <w:sz w:val="20"/>
            <w:szCs w:val="20"/>
          </w:rPr>
          <w:fldChar w:fldCharType="end"/>
        </w:r>
      </w:hyperlink>
    </w:p>
    <w:p w14:paraId="7DA15BB6" w14:textId="6BB410C9" w:rsidR="00356AE4" w:rsidRPr="00356AE4" w:rsidRDefault="00356AE4">
      <w:pPr>
        <w:pStyle w:val="TOC4"/>
        <w:rPr>
          <w:rFonts w:eastAsiaTheme="minorEastAsia"/>
          <w:noProof/>
          <w:sz w:val="20"/>
          <w:szCs w:val="20"/>
        </w:rPr>
      </w:pPr>
      <w:hyperlink w:anchor="_Toc121993795" w:history="1">
        <w:r w:rsidRPr="00356AE4">
          <w:rPr>
            <w:rStyle w:val="Hyperlink"/>
            <w:noProof/>
            <w:sz w:val="20"/>
            <w:szCs w:val="20"/>
            <w:u w:val="none"/>
          </w:rPr>
          <w:t>10.5.2.2</w:t>
        </w:r>
        <w:r w:rsidRPr="00356AE4">
          <w:rPr>
            <w:rFonts w:eastAsiaTheme="minorEastAsia"/>
            <w:noProof/>
            <w:sz w:val="20"/>
            <w:szCs w:val="20"/>
          </w:rPr>
          <w:tab/>
        </w:r>
        <w:r w:rsidRPr="00356AE4">
          <w:rPr>
            <w:rStyle w:val="Hyperlink"/>
            <w:noProof/>
            <w:sz w:val="20"/>
            <w:szCs w:val="20"/>
            <w:u w:val="none"/>
          </w:rPr>
          <w:t>ERCOT Responsibilities</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_Toc121993795 \h </w:instrText>
        </w:r>
        <w:r w:rsidRPr="00356AE4">
          <w:rPr>
            <w:noProof/>
            <w:webHidden/>
            <w:sz w:val="20"/>
            <w:szCs w:val="20"/>
          </w:rPr>
        </w:r>
        <w:r w:rsidRPr="00356AE4">
          <w:rPr>
            <w:noProof/>
            <w:webHidden/>
            <w:sz w:val="20"/>
            <w:szCs w:val="20"/>
          </w:rPr>
          <w:fldChar w:fldCharType="separate"/>
        </w:r>
        <w:r w:rsidRPr="00356AE4">
          <w:rPr>
            <w:noProof/>
            <w:webHidden/>
            <w:sz w:val="20"/>
            <w:szCs w:val="20"/>
          </w:rPr>
          <w:t>10-23</w:t>
        </w:r>
        <w:r w:rsidRPr="00356AE4">
          <w:rPr>
            <w:noProof/>
            <w:webHidden/>
            <w:sz w:val="20"/>
            <w:szCs w:val="20"/>
          </w:rPr>
          <w:fldChar w:fldCharType="end"/>
        </w:r>
      </w:hyperlink>
    </w:p>
    <w:p w14:paraId="32484C08" w14:textId="778EE275" w:rsidR="00356AE4" w:rsidRPr="00356AE4" w:rsidRDefault="00356AE4">
      <w:pPr>
        <w:pStyle w:val="TOC2"/>
        <w:rPr>
          <w:rFonts w:eastAsiaTheme="minorEastAsia"/>
          <w:noProof/>
        </w:rPr>
      </w:pPr>
      <w:hyperlink w:anchor="_Toc121993796" w:history="1">
        <w:r w:rsidRPr="00356AE4">
          <w:rPr>
            <w:rStyle w:val="Hyperlink"/>
            <w:noProof/>
            <w:u w:val="none"/>
          </w:rPr>
          <w:t>10.6</w:t>
        </w:r>
        <w:r w:rsidRPr="00356AE4">
          <w:rPr>
            <w:rFonts w:eastAsiaTheme="minorEastAsia"/>
            <w:noProof/>
          </w:rPr>
          <w:tab/>
        </w:r>
        <w:r w:rsidRPr="00356AE4">
          <w:rPr>
            <w:rStyle w:val="Hyperlink"/>
            <w:noProof/>
            <w:u w:val="none"/>
          </w:rPr>
          <w:t>Auditing and Testing of Metering Facilities</w:t>
        </w:r>
        <w:r w:rsidRPr="00356AE4">
          <w:rPr>
            <w:noProof/>
            <w:webHidden/>
          </w:rPr>
          <w:tab/>
        </w:r>
        <w:r w:rsidRPr="00356AE4">
          <w:rPr>
            <w:noProof/>
            <w:webHidden/>
          </w:rPr>
          <w:fldChar w:fldCharType="begin"/>
        </w:r>
        <w:r w:rsidRPr="00356AE4">
          <w:rPr>
            <w:noProof/>
            <w:webHidden/>
          </w:rPr>
          <w:instrText xml:space="preserve"> PAGEREF _Toc121993796 \h </w:instrText>
        </w:r>
        <w:r w:rsidRPr="00356AE4">
          <w:rPr>
            <w:noProof/>
            <w:webHidden/>
          </w:rPr>
        </w:r>
        <w:r w:rsidRPr="00356AE4">
          <w:rPr>
            <w:noProof/>
            <w:webHidden/>
          </w:rPr>
          <w:fldChar w:fldCharType="separate"/>
        </w:r>
        <w:r w:rsidRPr="00356AE4">
          <w:rPr>
            <w:noProof/>
            <w:webHidden/>
          </w:rPr>
          <w:t>10-24</w:t>
        </w:r>
        <w:r w:rsidRPr="00356AE4">
          <w:rPr>
            <w:noProof/>
            <w:webHidden/>
          </w:rPr>
          <w:fldChar w:fldCharType="end"/>
        </w:r>
      </w:hyperlink>
    </w:p>
    <w:p w14:paraId="1A998C93" w14:textId="66924A2A" w:rsidR="00356AE4" w:rsidRPr="00356AE4" w:rsidRDefault="00356AE4">
      <w:pPr>
        <w:pStyle w:val="TOC3"/>
        <w:rPr>
          <w:rFonts w:eastAsiaTheme="minorEastAsia"/>
          <w:i w:val="0"/>
          <w:iCs w:val="0"/>
          <w:noProof/>
        </w:rPr>
      </w:pPr>
      <w:hyperlink w:anchor="_Toc121993797" w:history="1">
        <w:r w:rsidRPr="00356AE4">
          <w:rPr>
            <w:rStyle w:val="Hyperlink"/>
            <w:i w:val="0"/>
            <w:iCs w:val="0"/>
            <w:noProof/>
            <w:u w:val="none"/>
          </w:rPr>
          <w:t>10.6.1</w:t>
        </w:r>
        <w:r w:rsidRPr="00356AE4">
          <w:rPr>
            <w:rFonts w:eastAsiaTheme="minorEastAsia"/>
            <w:i w:val="0"/>
            <w:iCs w:val="0"/>
            <w:noProof/>
          </w:rPr>
          <w:tab/>
        </w:r>
        <w:r w:rsidRPr="00356AE4">
          <w:rPr>
            <w:rStyle w:val="Hyperlink"/>
            <w:i w:val="0"/>
            <w:iCs w:val="0"/>
            <w:noProof/>
            <w:u w:val="none"/>
          </w:rPr>
          <w:t>EPS Meter Entities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_Toc121993797 \h </w:instrText>
        </w:r>
        <w:r w:rsidRPr="00356AE4">
          <w:rPr>
            <w:i w:val="0"/>
            <w:iCs w:val="0"/>
            <w:noProof/>
            <w:webHidden/>
          </w:rPr>
        </w:r>
        <w:r w:rsidRPr="00356AE4">
          <w:rPr>
            <w:i w:val="0"/>
            <w:iCs w:val="0"/>
            <w:noProof/>
            <w:webHidden/>
          </w:rPr>
          <w:fldChar w:fldCharType="separate"/>
        </w:r>
        <w:r w:rsidRPr="00356AE4">
          <w:rPr>
            <w:i w:val="0"/>
            <w:iCs w:val="0"/>
            <w:noProof/>
            <w:webHidden/>
          </w:rPr>
          <w:t>10-24</w:t>
        </w:r>
        <w:r w:rsidRPr="00356AE4">
          <w:rPr>
            <w:i w:val="0"/>
            <w:iCs w:val="0"/>
            <w:noProof/>
            <w:webHidden/>
          </w:rPr>
          <w:fldChar w:fldCharType="end"/>
        </w:r>
      </w:hyperlink>
    </w:p>
    <w:p w14:paraId="0FB2A9B0" w14:textId="5963D517" w:rsidR="00356AE4" w:rsidRPr="00356AE4" w:rsidRDefault="00356AE4">
      <w:pPr>
        <w:pStyle w:val="TOC4"/>
        <w:rPr>
          <w:rFonts w:eastAsiaTheme="minorEastAsia"/>
          <w:noProof/>
          <w:sz w:val="20"/>
          <w:szCs w:val="20"/>
        </w:rPr>
      </w:pPr>
      <w:hyperlink w:anchor="_Toc121993798" w:history="1">
        <w:r w:rsidRPr="00356AE4">
          <w:rPr>
            <w:rStyle w:val="Hyperlink"/>
            <w:noProof/>
            <w:sz w:val="20"/>
            <w:szCs w:val="20"/>
            <w:u w:val="none"/>
          </w:rPr>
          <w:t>10.6.1.1</w:t>
        </w:r>
        <w:r w:rsidRPr="00356AE4">
          <w:rPr>
            <w:rFonts w:eastAsiaTheme="minorEastAsia"/>
            <w:noProof/>
            <w:sz w:val="20"/>
            <w:szCs w:val="20"/>
          </w:rPr>
          <w:tab/>
        </w:r>
        <w:r w:rsidRPr="00356AE4">
          <w:rPr>
            <w:rStyle w:val="Hyperlink"/>
            <w:noProof/>
            <w:sz w:val="20"/>
            <w:szCs w:val="20"/>
            <w:u w:val="none"/>
          </w:rPr>
          <w:t>ERCOT Requirement for Audits and Tests</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_Toc121993798 \h </w:instrText>
        </w:r>
        <w:r w:rsidRPr="00356AE4">
          <w:rPr>
            <w:noProof/>
            <w:webHidden/>
            <w:sz w:val="20"/>
            <w:szCs w:val="20"/>
          </w:rPr>
        </w:r>
        <w:r w:rsidRPr="00356AE4">
          <w:rPr>
            <w:noProof/>
            <w:webHidden/>
            <w:sz w:val="20"/>
            <w:szCs w:val="20"/>
          </w:rPr>
          <w:fldChar w:fldCharType="separate"/>
        </w:r>
        <w:r w:rsidRPr="00356AE4">
          <w:rPr>
            <w:noProof/>
            <w:webHidden/>
            <w:sz w:val="20"/>
            <w:szCs w:val="20"/>
          </w:rPr>
          <w:t>10-24</w:t>
        </w:r>
        <w:r w:rsidRPr="00356AE4">
          <w:rPr>
            <w:noProof/>
            <w:webHidden/>
            <w:sz w:val="20"/>
            <w:szCs w:val="20"/>
          </w:rPr>
          <w:fldChar w:fldCharType="end"/>
        </w:r>
      </w:hyperlink>
    </w:p>
    <w:p w14:paraId="542486F3" w14:textId="2F0C039F" w:rsidR="00356AE4" w:rsidRPr="00356AE4" w:rsidRDefault="00356AE4">
      <w:pPr>
        <w:pStyle w:val="TOC4"/>
        <w:rPr>
          <w:rFonts w:eastAsiaTheme="minorEastAsia"/>
          <w:noProof/>
          <w:sz w:val="20"/>
          <w:szCs w:val="20"/>
        </w:rPr>
      </w:pPr>
      <w:hyperlink w:anchor="_Toc121993799" w:history="1">
        <w:r w:rsidRPr="00356AE4">
          <w:rPr>
            <w:rStyle w:val="Hyperlink"/>
            <w:noProof/>
            <w:sz w:val="20"/>
            <w:szCs w:val="20"/>
            <w:u w:val="none"/>
          </w:rPr>
          <w:t>10.6.1.2</w:t>
        </w:r>
        <w:r w:rsidRPr="00356AE4">
          <w:rPr>
            <w:rFonts w:eastAsiaTheme="minorEastAsia"/>
            <w:noProof/>
            <w:sz w:val="20"/>
            <w:szCs w:val="20"/>
          </w:rPr>
          <w:tab/>
        </w:r>
        <w:r w:rsidRPr="00356AE4">
          <w:rPr>
            <w:rStyle w:val="Hyperlink"/>
            <w:noProof/>
            <w:sz w:val="20"/>
            <w:szCs w:val="20"/>
            <w:u w:val="none"/>
          </w:rPr>
          <w:t>TSP and DSP Testing Requirements for EPS Metering Facilities</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_Toc121993799 \h </w:instrText>
        </w:r>
        <w:r w:rsidRPr="00356AE4">
          <w:rPr>
            <w:noProof/>
            <w:webHidden/>
            <w:sz w:val="20"/>
            <w:szCs w:val="20"/>
          </w:rPr>
        </w:r>
        <w:r w:rsidRPr="00356AE4">
          <w:rPr>
            <w:noProof/>
            <w:webHidden/>
            <w:sz w:val="20"/>
            <w:szCs w:val="20"/>
          </w:rPr>
          <w:fldChar w:fldCharType="separate"/>
        </w:r>
        <w:r w:rsidRPr="00356AE4">
          <w:rPr>
            <w:noProof/>
            <w:webHidden/>
            <w:sz w:val="20"/>
            <w:szCs w:val="20"/>
          </w:rPr>
          <w:t>10-24</w:t>
        </w:r>
        <w:r w:rsidRPr="00356AE4">
          <w:rPr>
            <w:noProof/>
            <w:webHidden/>
            <w:sz w:val="20"/>
            <w:szCs w:val="20"/>
          </w:rPr>
          <w:fldChar w:fldCharType="end"/>
        </w:r>
      </w:hyperlink>
    </w:p>
    <w:p w14:paraId="1859F318" w14:textId="34CDF352" w:rsidR="00356AE4" w:rsidRPr="00356AE4" w:rsidRDefault="00356AE4">
      <w:pPr>
        <w:pStyle w:val="TOC4"/>
        <w:rPr>
          <w:rFonts w:eastAsiaTheme="minorEastAsia"/>
          <w:noProof/>
          <w:sz w:val="20"/>
          <w:szCs w:val="20"/>
        </w:rPr>
      </w:pPr>
      <w:hyperlink w:anchor="_Toc121993800" w:history="1">
        <w:r w:rsidRPr="00356AE4">
          <w:rPr>
            <w:rStyle w:val="Hyperlink"/>
            <w:noProof/>
            <w:sz w:val="20"/>
            <w:szCs w:val="20"/>
            <w:u w:val="none"/>
          </w:rPr>
          <w:t>10.6.1.3</w:t>
        </w:r>
        <w:r w:rsidRPr="00356AE4">
          <w:rPr>
            <w:rFonts w:eastAsiaTheme="minorEastAsia"/>
            <w:noProof/>
            <w:sz w:val="20"/>
            <w:szCs w:val="20"/>
          </w:rPr>
          <w:tab/>
        </w:r>
        <w:r w:rsidRPr="00356AE4">
          <w:rPr>
            <w:rStyle w:val="Hyperlink"/>
            <w:noProof/>
            <w:sz w:val="20"/>
            <w:szCs w:val="20"/>
            <w:u w:val="none"/>
          </w:rPr>
          <w:t>Failure to Comply</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_Toc121993800 \h </w:instrText>
        </w:r>
        <w:r w:rsidRPr="00356AE4">
          <w:rPr>
            <w:noProof/>
            <w:webHidden/>
            <w:sz w:val="20"/>
            <w:szCs w:val="20"/>
          </w:rPr>
        </w:r>
        <w:r w:rsidRPr="00356AE4">
          <w:rPr>
            <w:noProof/>
            <w:webHidden/>
            <w:sz w:val="20"/>
            <w:szCs w:val="20"/>
          </w:rPr>
          <w:fldChar w:fldCharType="separate"/>
        </w:r>
        <w:r w:rsidRPr="00356AE4">
          <w:rPr>
            <w:noProof/>
            <w:webHidden/>
            <w:sz w:val="20"/>
            <w:szCs w:val="20"/>
          </w:rPr>
          <w:t>10-25</w:t>
        </w:r>
        <w:r w:rsidRPr="00356AE4">
          <w:rPr>
            <w:noProof/>
            <w:webHidden/>
            <w:sz w:val="20"/>
            <w:szCs w:val="20"/>
          </w:rPr>
          <w:fldChar w:fldCharType="end"/>
        </w:r>
      </w:hyperlink>
    </w:p>
    <w:p w14:paraId="4DCF98E3" w14:textId="2D97A607" w:rsidR="00356AE4" w:rsidRPr="00356AE4" w:rsidRDefault="00356AE4">
      <w:pPr>
        <w:pStyle w:val="TOC4"/>
        <w:rPr>
          <w:rFonts w:eastAsiaTheme="minorEastAsia"/>
          <w:noProof/>
          <w:sz w:val="20"/>
          <w:szCs w:val="20"/>
        </w:rPr>
      </w:pPr>
      <w:hyperlink w:anchor="_Toc121993801" w:history="1">
        <w:r w:rsidRPr="00356AE4">
          <w:rPr>
            <w:rStyle w:val="Hyperlink"/>
            <w:noProof/>
            <w:sz w:val="20"/>
            <w:szCs w:val="20"/>
            <w:u w:val="none"/>
          </w:rPr>
          <w:t>10.6.1.4</w:t>
        </w:r>
        <w:r w:rsidRPr="00356AE4">
          <w:rPr>
            <w:rFonts w:eastAsiaTheme="minorEastAsia"/>
            <w:noProof/>
            <w:sz w:val="20"/>
            <w:szCs w:val="20"/>
          </w:rPr>
          <w:tab/>
        </w:r>
        <w:r w:rsidRPr="00356AE4">
          <w:rPr>
            <w:rStyle w:val="Hyperlink"/>
            <w:noProof/>
            <w:sz w:val="20"/>
            <w:szCs w:val="20"/>
            <w:u w:val="none"/>
          </w:rPr>
          <w:t>Requests by Market Participants</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_Toc121993801 \h </w:instrText>
        </w:r>
        <w:r w:rsidRPr="00356AE4">
          <w:rPr>
            <w:noProof/>
            <w:webHidden/>
            <w:sz w:val="20"/>
            <w:szCs w:val="20"/>
          </w:rPr>
        </w:r>
        <w:r w:rsidRPr="00356AE4">
          <w:rPr>
            <w:noProof/>
            <w:webHidden/>
            <w:sz w:val="20"/>
            <w:szCs w:val="20"/>
          </w:rPr>
          <w:fldChar w:fldCharType="separate"/>
        </w:r>
        <w:r w:rsidRPr="00356AE4">
          <w:rPr>
            <w:noProof/>
            <w:webHidden/>
            <w:sz w:val="20"/>
            <w:szCs w:val="20"/>
          </w:rPr>
          <w:t>10-25</w:t>
        </w:r>
        <w:r w:rsidRPr="00356AE4">
          <w:rPr>
            <w:noProof/>
            <w:webHidden/>
            <w:sz w:val="20"/>
            <w:szCs w:val="20"/>
          </w:rPr>
          <w:fldChar w:fldCharType="end"/>
        </w:r>
      </w:hyperlink>
    </w:p>
    <w:p w14:paraId="30292D02" w14:textId="702D2F71" w:rsidR="00356AE4" w:rsidRPr="00356AE4" w:rsidRDefault="00356AE4">
      <w:pPr>
        <w:pStyle w:val="TOC3"/>
        <w:rPr>
          <w:rFonts w:eastAsiaTheme="minorEastAsia"/>
          <w:i w:val="0"/>
          <w:iCs w:val="0"/>
          <w:noProof/>
        </w:rPr>
      </w:pPr>
      <w:hyperlink w:anchor="_Toc121993802" w:history="1">
        <w:r w:rsidRPr="00356AE4">
          <w:rPr>
            <w:rStyle w:val="Hyperlink"/>
            <w:i w:val="0"/>
            <w:iCs w:val="0"/>
            <w:noProof/>
            <w:u w:val="none"/>
          </w:rPr>
          <w:t>10.6.2</w:t>
        </w:r>
        <w:r w:rsidRPr="00356AE4">
          <w:rPr>
            <w:rFonts w:eastAsiaTheme="minorEastAsia"/>
            <w:i w:val="0"/>
            <w:iCs w:val="0"/>
            <w:noProof/>
          </w:rPr>
          <w:tab/>
        </w:r>
        <w:r w:rsidRPr="00356AE4">
          <w:rPr>
            <w:rStyle w:val="Hyperlink"/>
            <w:i w:val="0"/>
            <w:iCs w:val="0"/>
            <w:noProof/>
            <w:u w:val="none"/>
          </w:rPr>
          <w:t>TSP and DSP Metered Entities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_Toc121993802 \h </w:instrText>
        </w:r>
        <w:r w:rsidRPr="00356AE4">
          <w:rPr>
            <w:i w:val="0"/>
            <w:iCs w:val="0"/>
            <w:noProof/>
            <w:webHidden/>
          </w:rPr>
        </w:r>
        <w:r w:rsidRPr="00356AE4">
          <w:rPr>
            <w:i w:val="0"/>
            <w:iCs w:val="0"/>
            <w:noProof/>
            <w:webHidden/>
          </w:rPr>
          <w:fldChar w:fldCharType="separate"/>
        </w:r>
        <w:r w:rsidRPr="00356AE4">
          <w:rPr>
            <w:i w:val="0"/>
            <w:iCs w:val="0"/>
            <w:noProof/>
            <w:webHidden/>
          </w:rPr>
          <w:t>10-25</w:t>
        </w:r>
        <w:r w:rsidRPr="00356AE4">
          <w:rPr>
            <w:i w:val="0"/>
            <w:iCs w:val="0"/>
            <w:noProof/>
            <w:webHidden/>
          </w:rPr>
          <w:fldChar w:fldCharType="end"/>
        </w:r>
      </w:hyperlink>
    </w:p>
    <w:p w14:paraId="36B078D3" w14:textId="23E4B17B" w:rsidR="00356AE4" w:rsidRPr="00356AE4" w:rsidRDefault="00356AE4">
      <w:pPr>
        <w:pStyle w:val="TOC4"/>
        <w:rPr>
          <w:rFonts w:eastAsiaTheme="minorEastAsia"/>
          <w:noProof/>
          <w:sz w:val="20"/>
          <w:szCs w:val="20"/>
        </w:rPr>
      </w:pPr>
      <w:hyperlink w:anchor="_Toc121993803" w:history="1">
        <w:r w:rsidRPr="00356AE4">
          <w:rPr>
            <w:rStyle w:val="Hyperlink"/>
            <w:noProof/>
            <w:sz w:val="20"/>
            <w:szCs w:val="20"/>
            <w:u w:val="none"/>
          </w:rPr>
          <w:t>10.6.2.1</w:t>
        </w:r>
        <w:r w:rsidRPr="00356AE4">
          <w:rPr>
            <w:rFonts w:eastAsiaTheme="minorEastAsia"/>
            <w:noProof/>
            <w:sz w:val="20"/>
            <w:szCs w:val="20"/>
          </w:rPr>
          <w:tab/>
        </w:r>
        <w:r w:rsidRPr="00356AE4">
          <w:rPr>
            <w:rStyle w:val="Hyperlink"/>
            <w:noProof/>
            <w:sz w:val="20"/>
            <w:szCs w:val="20"/>
            <w:u w:val="none"/>
          </w:rPr>
          <w:t>Requirement for Audit and Testing</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_Toc121993803 \h </w:instrText>
        </w:r>
        <w:r w:rsidRPr="00356AE4">
          <w:rPr>
            <w:noProof/>
            <w:webHidden/>
            <w:sz w:val="20"/>
            <w:szCs w:val="20"/>
          </w:rPr>
        </w:r>
        <w:r w:rsidRPr="00356AE4">
          <w:rPr>
            <w:noProof/>
            <w:webHidden/>
            <w:sz w:val="20"/>
            <w:szCs w:val="20"/>
          </w:rPr>
          <w:fldChar w:fldCharType="separate"/>
        </w:r>
        <w:r w:rsidRPr="00356AE4">
          <w:rPr>
            <w:noProof/>
            <w:webHidden/>
            <w:sz w:val="20"/>
            <w:szCs w:val="20"/>
          </w:rPr>
          <w:t>10-25</w:t>
        </w:r>
        <w:r w:rsidRPr="00356AE4">
          <w:rPr>
            <w:noProof/>
            <w:webHidden/>
            <w:sz w:val="20"/>
            <w:szCs w:val="20"/>
          </w:rPr>
          <w:fldChar w:fldCharType="end"/>
        </w:r>
      </w:hyperlink>
    </w:p>
    <w:p w14:paraId="2B17FAFD" w14:textId="7503E865" w:rsidR="00356AE4" w:rsidRPr="00356AE4" w:rsidRDefault="00356AE4">
      <w:pPr>
        <w:pStyle w:val="TOC4"/>
        <w:rPr>
          <w:rFonts w:eastAsiaTheme="minorEastAsia"/>
          <w:noProof/>
          <w:sz w:val="20"/>
          <w:szCs w:val="20"/>
        </w:rPr>
      </w:pPr>
      <w:hyperlink w:anchor="_Toc121993804" w:history="1">
        <w:r w:rsidRPr="00356AE4">
          <w:rPr>
            <w:rStyle w:val="Hyperlink"/>
            <w:noProof/>
            <w:sz w:val="20"/>
            <w:szCs w:val="20"/>
            <w:u w:val="none"/>
          </w:rPr>
          <w:t>10.6.2.2</w:t>
        </w:r>
        <w:r w:rsidRPr="00356AE4">
          <w:rPr>
            <w:rFonts w:eastAsiaTheme="minorEastAsia"/>
            <w:noProof/>
            <w:sz w:val="20"/>
            <w:szCs w:val="20"/>
          </w:rPr>
          <w:tab/>
        </w:r>
        <w:r w:rsidRPr="00356AE4">
          <w:rPr>
            <w:rStyle w:val="Hyperlink"/>
            <w:noProof/>
            <w:sz w:val="20"/>
            <w:szCs w:val="20"/>
            <w:u w:val="none"/>
          </w:rPr>
          <w:t>TSP and DSP Requirement to Certify per Governmental Authorities</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_Toc121993804 \h </w:instrText>
        </w:r>
        <w:r w:rsidRPr="00356AE4">
          <w:rPr>
            <w:noProof/>
            <w:webHidden/>
            <w:sz w:val="20"/>
            <w:szCs w:val="20"/>
          </w:rPr>
        </w:r>
        <w:r w:rsidRPr="00356AE4">
          <w:rPr>
            <w:noProof/>
            <w:webHidden/>
            <w:sz w:val="20"/>
            <w:szCs w:val="20"/>
          </w:rPr>
          <w:fldChar w:fldCharType="separate"/>
        </w:r>
        <w:r w:rsidRPr="00356AE4">
          <w:rPr>
            <w:noProof/>
            <w:webHidden/>
            <w:sz w:val="20"/>
            <w:szCs w:val="20"/>
          </w:rPr>
          <w:t>10-25</w:t>
        </w:r>
        <w:r w:rsidRPr="00356AE4">
          <w:rPr>
            <w:noProof/>
            <w:webHidden/>
            <w:sz w:val="20"/>
            <w:szCs w:val="20"/>
          </w:rPr>
          <w:fldChar w:fldCharType="end"/>
        </w:r>
      </w:hyperlink>
    </w:p>
    <w:p w14:paraId="52048890" w14:textId="40E52FDF" w:rsidR="00356AE4" w:rsidRPr="00356AE4" w:rsidRDefault="00356AE4">
      <w:pPr>
        <w:pStyle w:val="TOC2"/>
        <w:rPr>
          <w:rFonts w:eastAsiaTheme="minorEastAsia"/>
          <w:noProof/>
        </w:rPr>
      </w:pPr>
      <w:hyperlink w:anchor="_Toc121993805" w:history="1">
        <w:r w:rsidRPr="00356AE4">
          <w:rPr>
            <w:rStyle w:val="Hyperlink"/>
            <w:noProof/>
            <w:u w:val="none"/>
          </w:rPr>
          <w:t>10.7</w:t>
        </w:r>
        <w:r w:rsidRPr="00356AE4">
          <w:rPr>
            <w:rFonts w:eastAsiaTheme="minorEastAsia"/>
            <w:noProof/>
          </w:rPr>
          <w:tab/>
        </w:r>
        <w:r w:rsidRPr="00356AE4">
          <w:rPr>
            <w:rStyle w:val="Hyperlink"/>
            <w:noProof/>
            <w:u w:val="none"/>
          </w:rPr>
          <w:t>ERCOT Request for Installation of EPS Metering Facilities</w:t>
        </w:r>
        <w:r w:rsidRPr="00356AE4">
          <w:rPr>
            <w:noProof/>
            <w:webHidden/>
          </w:rPr>
          <w:tab/>
        </w:r>
        <w:r w:rsidRPr="00356AE4">
          <w:rPr>
            <w:noProof/>
            <w:webHidden/>
          </w:rPr>
          <w:fldChar w:fldCharType="begin"/>
        </w:r>
        <w:r w:rsidRPr="00356AE4">
          <w:rPr>
            <w:noProof/>
            <w:webHidden/>
          </w:rPr>
          <w:instrText xml:space="preserve"> PAGEREF _Toc121993805 \h </w:instrText>
        </w:r>
        <w:r w:rsidRPr="00356AE4">
          <w:rPr>
            <w:noProof/>
            <w:webHidden/>
          </w:rPr>
        </w:r>
        <w:r w:rsidRPr="00356AE4">
          <w:rPr>
            <w:noProof/>
            <w:webHidden/>
          </w:rPr>
          <w:fldChar w:fldCharType="separate"/>
        </w:r>
        <w:r w:rsidRPr="00356AE4">
          <w:rPr>
            <w:noProof/>
            <w:webHidden/>
          </w:rPr>
          <w:t>10-25</w:t>
        </w:r>
        <w:r w:rsidRPr="00356AE4">
          <w:rPr>
            <w:noProof/>
            <w:webHidden/>
          </w:rPr>
          <w:fldChar w:fldCharType="end"/>
        </w:r>
      </w:hyperlink>
    </w:p>
    <w:p w14:paraId="12F7CF30" w14:textId="5350806F" w:rsidR="00356AE4" w:rsidRPr="00356AE4" w:rsidRDefault="00356AE4">
      <w:pPr>
        <w:pStyle w:val="TOC3"/>
        <w:rPr>
          <w:rFonts w:eastAsiaTheme="minorEastAsia"/>
          <w:i w:val="0"/>
          <w:iCs w:val="0"/>
          <w:noProof/>
        </w:rPr>
      </w:pPr>
      <w:hyperlink w:anchor="_Toc121993806" w:history="1">
        <w:r w:rsidRPr="00356AE4">
          <w:rPr>
            <w:rStyle w:val="Hyperlink"/>
            <w:i w:val="0"/>
            <w:iCs w:val="0"/>
            <w:noProof/>
            <w:u w:val="none"/>
          </w:rPr>
          <w:t>10.7.1</w:t>
        </w:r>
        <w:r w:rsidRPr="00356AE4">
          <w:rPr>
            <w:rFonts w:eastAsiaTheme="minorEastAsia"/>
            <w:i w:val="0"/>
            <w:iCs w:val="0"/>
            <w:noProof/>
          </w:rPr>
          <w:tab/>
        </w:r>
        <w:r w:rsidRPr="00356AE4">
          <w:rPr>
            <w:rStyle w:val="Hyperlink"/>
            <w:i w:val="0"/>
            <w:iCs w:val="0"/>
            <w:noProof/>
            <w:u w:val="none"/>
          </w:rPr>
          <w:t>Additional EPS Metering Installations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_Toc121993806 \h </w:instrText>
        </w:r>
        <w:r w:rsidRPr="00356AE4">
          <w:rPr>
            <w:i w:val="0"/>
            <w:iCs w:val="0"/>
            <w:noProof/>
            <w:webHidden/>
          </w:rPr>
        </w:r>
        <w:r w:rsidRPr="00356AE4">
          <w:rPr>
            <w:i w:val="0"/>
            <w:iCs w:val="0"/>
            <w:noProof/>
            <w:webHidden/>
          </w:rPr>
          <w:fldChar w:fldCharType="separate"/>
        </w:r>
        <w:r w:rsidRPr="00356AE4">
          <w:rPr>
            <w:i w:val="0"/>
            <w:iCs w:val="0"/>
            <w:noProof/>
            <w:webHidden/>
          </w:rPr>
          <w:t>10-25</w:t>
        </w:r>
        <w:r w:rsidRPr="00356AE4">
          <w:rPr>
            <w:i w:val="0"/>
            <w:iCs w:val="0"/>
            <w:noProof/>
            <w:webHidden/>
          </w:rPr>
          <w:fldChar w:fldCharType="end"/>
        </w:r>
      </w:hyperlink>
    </w:p>
    <w:p w14:paraId="47D413DE" w14:textId="629FA4E3" w:rsidR="00356AE4" w:rsidRPr="00356AE4" w:rsidRDefault="00356AE4">
      <w:pPr>
        <w:pStyle w:val="TOC3"/>
        <w:rPr>
          <w:rFonts w:eastAsiaTheme="minorEastAsia"/>
          <w:i w:val="0"/>
          <w:iCs w:val="0"/>
          <w:noProof/>
        </w:rPr>
      </w:pPr>
      <w:hyperlink w:anchor="_Toc121993807" w:history="1">
        <w:r w:rsidRPr="00356AE4">
          <w:rPr>
            <w:rStyle w:val="Hyperlink"/>
            <w:i w:val="0"/>
            <w:iCs w:val="0"/>
            <w:noProof/>
            <w:u w:val="none"/>
          </w:rPr>
          <w:t>10.7.2</w:t>
        </w:r>
        <w:r w:rsidRPr="00356AE4">
          <w:rPr>
            <w:rFonts w:eastAsiaTheme="minorEastAsia"/>
            <w:i w:val="0"/>
            <w:iCs w:val="0"/>
            <w:noProof/>
          </w:rPr>
          <w:tab/>
        </w:r>
        <w:r w:rsidRPr="00356AE4">
          <w:rPr>
            <w:rStyle w:val="Hyperlink"/>
            <w:i w:val="0"/>
            <w:iCs w:val="0"/>
            <w:noProof/>
            <w:u w:val="none"/>
          </w:rPr>
          <w:t>Approval or Rejection of Waiver Request for Installation of EPS Metering Facilities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_Toc121993807 \h </w:instrText>
        </w:r>
        <w:r w:rsidRPr="00356AE4">
          <w:rPr>
            <w:i w:val="0"/>
            <w:iCs w:val="0"/>
            <w:noProof/>
            <w:webHidden/>
          </w:rPr>
        </w:r>
        <w:r w:rsidRPr="00356AE4">
          <w:rPr>
            <w:i w:val="0"/>
            <w:iCs w:val="0"/>
            <w:noProof/>
            <w:webHidden/>
          </w:rPr>
          <w:fldChar w:fldCharType="separate"/>
        </w:r>
        <w:r w:rsidRPr="00356AE4">
          <w:rPr>
            <w:i w:val="0"/>
            <w:iCs w:val="0"/>
            <w:noProof/>
            <w:webHidden/>
          </w:rPr>
          <w:t>10-26</w:t>
        </w:r>
        <w:r w:rsidRPr="00356AE4">
          <w:rPr>
            <w:i w:val="0"/>
            <w:iCs w:val="0"/>
            <w:noProof/>
            <w:webHidden/>
          </w:rPr>
          <w:fldChar w:fldCharType="end"/>
        </w:r>
      </w:hyperlink>
    </w:p>
    <w:p w14:paraId="2E0B04AA" w14:textId="37013478" w:rsidR="00356AE4" w:rsidRPr="00356AE4" w:rsidRDefault="00356AE4">
      <w:pPr>
        <w:pStyle w:val="TOC4"/>
        <w:rPr>
          <w:rFonts w:eastAsiaTheme="minorEastAsia"/>
          <w:noProof/>
          <w:sz w:val="20"/>
          <w:szCs w:val="20"/>
        </w:rPr>
      </w:pPr>
      <w:hyperlink w:anchor="_Toc121993808" w:history="1">
        <w:r w:rsidRPr="00356AE4">
          <w:rPr>
            <w:rStyle w:val="Hyperlink"/>
            <w:noProof/>
            <w:sz w:val="20"/>
            <w:szCs w:val="20"/>
            <w:u w:val="none"/>
          </w:rPr>
          <w:t>10.7.2.1</w:t>
        </w:r>
        <w:r w:rsidRPr="00356AE4">
          <w:rPr>
            <w:rFonts w:eastAsiaTheme="minorEastAsia"/>
            <w:noProof/>
            <w:sz w:val="20"/>
            <w:szCs w:val="20"/>
          </w:rPr>
          <w:tab/>
        </w:r>
        <w:r w:rsidRPr="00356AE4">
          <w:rPr>
            <w:rStyle w:val="Hyperlink"/>
            <w:noProof/>
            <w:sz w:val="20"/>
            <w:szCs w:val="20"/>
            <w:u w:val="none"/>
          </w:rPr>
          <w:t>Approval</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_Toc121993808 \h </w:instrText>
        </w:r>
        <w:r w:rsidRPr="00356AE4">
          <w:rPr>
            <w:noProof/>
            <w:webHidden/>
            <w:sz w:val="20"/>
            <w:szCs w:val="20"/>
          </w:rPr>
        </w:r>
        <w:r w:rsidRPr="00356AE4">
          <w:rPr>
            <w:noProof/>
            <w:webHidden/>
            <w:sz w:val="20"/>
            <w:szCs w:val="20"/>
          </w:rPr>
          <w:fldChar w:fldCharType="separate"/>
        </w:r>
        <w:r w:rsidRPr="00356AE4">
          <w:rPr>
            <w:noProof/>
            <w:webHidden/>
            <w:sz w:val="20"/>
            <w:szCs w:val="20"/>
          </w:rPr>
          <w:t>10-26</w:t>
        </w:r>
        <w:r w:rsidRPr="00356AE4">
          <w:rPr>
            <w:noProof/>
            <w:webHidden/>
            <w:sz w:val="20"/>
            <w:szCs w:val="20"/>
          </w:rPr>
          <w:fldChar w:fldCharType="end"/>
        </w:r>
      </w:hyperlink>
    </w:p>
    <w:p w14:paraId="77BEBF80" w14:textId="3F9257BA" w:rsidR="00356AE4" w:rsidRPr="00356AE4" w:rsidRDefault="00356AE4">
      <w:pPr>
        <w:pStyle w:val="TOC4"/>
        <w:rPr>
          <w:rFonts w:eastAsiaTheme="minorEastAsia"/>
          <w:noProof/>
          <w:sz w:val="20"/>
          <w:szCs w:val="20"/>
        </w:rPr>
      </w:pPr>
      <w:hyperlink w:anchor="_Toc121993809" w:history="1">
        <w:r w:rsidRPr="00356AE4">
          <w:rPr>
            <w:rStyle w:val="Hyperlink"/>
            <w:noProof/>
            <w:sz w:val="20"/>
            <w:szCs w:val="20"/>
            <w:u w:val="none"/>
          </w:rPr>
          <w:t>10.7.2.2</w:t>
        </w:r>
        <w:r w:rsidRPr="00356AE4">
          <w:rPr>
            <w:rFonts w:eastAsiaTheme="minorEastAsia"/>
            <w:noProof/>
            <w:sz w:val="20"/>
            <w:szCs w:val="20"/>
          </w:rPr>
          <w:tab/>
        </w:r>
        <w:r w:rsidRPr="00356AE4">
          <w:rPr>
            <w:rStyle w:val="Hyperlink"/>
            <w:noProof/>
            <w:sz w:val="20"/>
            <w:szCs w:val="20"/>
            <w:u w:val="none"/>
          </w:rPr>
          <w:t>Rejection</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_Toc121993809 \h </w:instrText>
        </w:r>
        <w:r w:rsidRPr="00356AE4">
          <w:rPr>
            <w:noProof/>
            <w:webHidden/>
            <w:sz w:val="20"/>
            <w:szCs w:val="20"/>
          </w:rPr>
        </w:r>
        <w:r w:rsidRPr="00356AE4">
          <w:rPr>
            <w:noProof/>
            <w:webHidden/>
            <w:sz w:val="20"/>
            <w:szCs w:val="20"/>
          </w:rPr>
          <w:fldChar w:fldCharType="separate"/>
        </w:r>
        <w:r w:rsidRPr="00356AE4">
          <w:rPr>
            <w:noProof/>
            <w:webHidden/>
            <w:sz w:val="20"/>
            <w:szCs w:val="20"/>
          </w:rPr>
          <w:t>10-26</w:t>
        </w:r>
        <w:r w:rsidRPr="00356AE4">
          <w:rPr>
            <w:noProof/>
            <w:webHidden/>
            <w:sz w:val="20"/>
            <w:szCs w:val="20"/>
          </w:rPr>
          <w:fldChar w:fldCharType="end"/>
        </w:r>
      </w:hyperlink>
    </w:p>
    <w:p w14:paraId="6BC59838" w14:textId="40403690" w:rsidR="00356AE4" w:rsidRPr="00356AE4" w:rsidRDefault="00356AE4">
      <w:pPr>
        <w:pStyle w:val="TOC2"/>
        <w:rPr>
          <w:rFonts w:eastAsiaTheme="minorEastAsia"/>
          <w:noProof/>
        </w:rPr>
      </w:pPr>
      <w:hyperlink w:anchor="_Toc121993810" w:history="1">
        <w:r w:rsidRPr="00356AE4">
          <w:rPr>
            <w:rStyle w:val="Hyperlink"/>
            <w:noProof/>
            <w:u w:val="none"/>
          </w:rPr>
          <w:t>10.8</w:t>
        </w:r>
        <w:r w:rsidRPr="00356AE4">
          <w:rPr>
            <w:rFonts w:eastAsiaTheme="minorEastAsia"/>
            <w:noProof/>
          </w:rPr>
          <w:tab/>
        </w:r>
        <w:r w:rsidRPr="00356AE4">
          <w:rPr>
            <w:rStyle w:val="Hyperlink"/>
            <w:noProof/>
            <w:u w:val="none"/>
          </w:rPr>
          <w:t>Maintenance of Metering Facilities</w:t>
        </w:r>
        <w:r w:rsidRPr="00356AE4">
          <w:rPr>
            <w:noProof/>
            <w:webHidden/>
          </w:rPr>
          <w:tab/>
        </w:r>
        <w:r w:rsidRPr="00356AE4">
          <w:rPr>
            <w:noProof/>
            <w:webHidden/>
          </w:rPr>
          <w:fldChar w:fldCharType="begin"/>
        </w:r>
        <w:r w:rsidRPr="00356AE4">
          <w:rPr>
            <w:noProof/>
            <w:webHidden/>
          </w:rPr>
          <w:instrText xml:space="preserve"> PAGEREF _Toc121993810 \h </w:instrText>
        </w:r>
        <w:r w:rsidRPr="00356AE4">
          <w:rPr>
            <w:noProof/>
            <w:webHidden/>
          </w:rPr>
        </w:r>
        <w:r w:rsidRPr="00356AE4">
          <w:rPr>
            <w:noProof/>
            <w:webHidden/>
          </w:rPr>
          <w:fldChar w:fldCharType="separate"/>
        </w:r>
        <w:r w:rsidRPr="00356AE4">
          <w:rPr>
            <w:noProof/>
            <w:webHidden/>
          </w:rPr>
          <w:t>10-27</w:t>
        </w:r>
        <w:r w:rsidRPr="00356AE4">
          <w:rPr>
            <w:noProof/>
            <w:webHidden/>
          </w:rPr>
          <w:fldChar w:fldCharType="end"/>
        </w:r>
      </w:hyperlink>
    </w:p>
    <w:p w14:paraId="166D8CF7" w14:textId="724334C6" w:rsidR="00356AE4" w:rsidRPr="00356AE4" w:rsidRDefault="00356AE4">
      <w:pPr>
        <w:pStyle w:val="TOC3"/>
        <w:rPr>
          <w:rFonts w:eastAsiaTheme="minorEastAsia"/>
          <w:i w:val="0"/>
          <w:iCs w:val="0"/>
          <w:noProof/>
        </w:rPr>
      </w:pPr>
      <w:hyperlink w:anchor="_Toc121993811" w:history="1">
        <w:r w:rsidRPr="00356AE4">
          <w:rPr>
            <w:rStyle w:val="Hyperlink"/>
            <w:i w:val="0"/>
            <w:iCs w:val="0"/>
            <w:noProof/>
            <w:u w:val="none"/>
          </w:rPr>
          <w:t>10.8.1</w:t>
        </w:r>
        <w:r w:rsidRPr="00356AE4">
          <w:rPr>
            <w:rFonts w:eastAsiaTheme="minorEastAsia"/>
            <w:i w:val="0"/>
            <w:iCs w:val="0"/>
            <w:noProof/>
          </w:rPr>
          <w:tab/>
        </w:r>
        <w:r w:rsidRPr="00356AE4">
          <w:rPr>
            <w:rStyle w:val="Hyperlink"/>
            <w:i w:val="0"/>
            <w:iCs w:val="0"/>
            <w:noProof/>
            <w:u w:val="none"/>
          </w:rPr>
          <w:t>EPS Meters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_Toc121993811 \h </w:instrText>
        </w:r>
        <w:r w:rsidRPr="00356AE4">
          <w:rPr>
            <w:i w:val="0"/>
            <w:iCs w:val="0"/>
            <w:noProof/>
            <w:webHidden/>
          </w:rPr>
        </w:r>
        <w:r w:rsidRPr="00356AE4">
          <w:rPr>
            <w:i w:val="0"/>
            <w:iCs w:val="0"/>
            <w:noProof/>
            <w:webHidden/>
          </w:rPr>
          <w:fldChar w:fldCharType="separate"/>
        </w:r>
        <w:r w:rsidRPr="00356AE4">
          <w:rPr>
            <w:i w:val="0"/>
            <w:iCs w:val="0"/>
            <w:noProof/>
            <w:webHidden/>
          </w:rPr>
          <w:t>10-27</w:t>
        </w:r>
        <w:r w:rsidRPr="00356AE4">
          <w:rPr>
            <w:i w:val="0"/>
            <w:iCs w:val="0"/>
            <w:noProof/>
            <w:webHidden/>
          </w:rPr>
          <w:fldChar w:fldCharType="end"/>
        </w:r>
      </w:hyperlink>
    </w:p>
    <w:p w14:paraId="03C59383" w14:textId="6B18725D" w:rsidR="00356AE4" w:rsidRPr="00356AE4" w:rsidRDefault="00356AE4">
      <w:pPr>
        <w:pStyle w:val="TOC4"/>
        <w:rPr>
          <w:rFonts w:eastAsiaTheme="minorEastAsia"/>
          <w:noProof/>
          <w:sz w:val="20"/>
          <w:szCs w:val="20"/>
        </w:rPr>
      </w:pPr>
      <w:hyperlink w:anchor="_Toc121993812" w:history="1">
        <w:r w:rsidRPr="00356AE4">
          <w:rPr>
            <w:rStyle w:val="Hyperlink"/>
            <w:noProof/>
            <w:sz w:val="20"/>
            <w:szCs w:val="20"/>
            <w:u w:val="none"/>
          </w:rPr>
          <w:t>10.8.1.1</w:t>
        </w:r>
        <w:r w:rsidRPr="00356AE4">
          <w:rPr>
            <w:rFonts w:eastAsiaTheme="minorEastAsia"/>
            <w:noProof/>
            <w:sz w:val="20"/>
            <w:szCs w:val="20"/>
          </w:rPr>
          <w:tab/>
        </w:r>
        <w:r w:rsidRPr="00356AE4">
          <w:rPr>
            <w:rStyle w:val="Hyperlink"/>
            <w:noProof/>
            <w:sz w:val="20"/>
            <w:szCs w:val="20"/>
            <w:u w:val="none"/>
          </w:rPr>
          <w:t>Duty to Maintain EPS Metering Facilities</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_Toc121993812 \h </w:instrText>
        </w:r>
        <w:r w:rsidRPr="00356AE4">
          <w:rPr>
            <w:noProof/>
            <w:webHidden/>
            <w:sz w:val="20"/>
            <w:szCs w:val="20"/>
          </w:rPr>
        </w:r>
        <w:r w:rsidRPr="00356AE4">
          <w:rPr>
            <w:noProof/>
            <w:webHidden/>
            <w:sz w:val="20"/>
            <w:szCs w:val="20"/>
          </w:rPr>
          <w:fldChar w:fldCharType="separate"/>
        </w:r>
        <w:r w:rsidRPr="00356AE4">
          <w:rPr>
            <w:noProof/>
            <w:webHidden/>
            <w:sz w:val="20"/>
            <w:szCs w:val="20"/>
          </w:rPr>
          <w:t>10-27</w:t>
        </w:r>
        <w:r w:rsidRPr="00356AE4">
          <w:rPr>
            <w:noProof/>
            <w:webHidden/>
            <w:sz w:val="20"/>
            <w:szCs w:val="20"/>
          </w:rPr>
          <w:fldChar w:fldCharType="end"/>
        </w:r>
      </w:hyperlink>
    </w:p>
    <w:p w14:paraId="4DB8A968" w14:textId="455EB796" w:rsidR="00356AE4" w:rsidRPr="00356AE4" w:rsidRDefault="00356AE4">
      <w:pPr>
        <w:pStyle w:val="TOC4"/>
        <w:rPr>
          <w:rFonts w:eastAsiaTheme="minorEastAsia"/>
          <w:noProof/>
          <w:sz w:val="20"/>
          <w:szCs w:val="20"/>
        </w:rPr>
      </w:pPr>
      <w:hyperlink w:anchor="_Toc121993813" w:history="1">
        <w:r w:rsidRPr="00356AE4">
          <w:rPr>
            <w:rStyle w:val="Hyperlink"/>
            <w:noProof/>
            <w:sz w:val="20"/>
            <w:szCs w:val="20"/>
            <w:u w:val="none"/>
          </w:rPr>
          <w:t>10.8.1.2</w:t>
        </w:r>
        <w:r w:rsidRPr="00356AE4">
          <w:rPr>
            <w:rFonts w:eastAsiaTheme="minorEastAsia"/>
            <w:noProof/>
            <w:sz w:val="20"/>
            <w:szCs w:val="20"/>
          </w:rPr>
          <w:tab/>
        </w:r>
        <w:r w:rsidRPr="00356AE4">
          <w:rPr>
            <w:rStyle w:val="Hyperlink"/>
            <w:noProof/>
            <w:sz w:val="20"/>
            <w:szCs w:val="20"/>
            <w:u w:val="none"/>
          </w:rPr>
          <w:t>EPS Metering Facilities Repairs</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_Toc121993813 \h </w:instrText>
        </w:r>
        <w:r w:rsidRPr="00356AE4">
          <w:rPr>
            <w:noProof/>
            <w:webHidden/>
            <w:sz w:val="20"/>
            <w:szCs w:val="20"/>
          </w:rPr>
        </w:r>
        <w:r w:rsidRPr="00356AE4">
          <w:rPr>
            <w:noProof/>
            <w:webHidden/>
            <w:sz w:val="20"/>
            <w:szCs w:val="20"/>
          </w:rPr>
          <w:fldChar w:fldCharType="separate"/>
        </w:r>
        <w:r w:rsidRPr="00356AE4">
          <w:rPr>
            <w:noProof/>
            <w:webHidden/>
            <w:sz w:val="20"/>
            <w:szCs w:val="20"/>
          </w:rPr>
          <w:t>10-27</w:t>
        </w:r>
        <w:r w:rsidRPr="00356AE4">
          <w:rPr>
            <w:noProof/>
            <w:webHidden/>
            <w:sz w:val="20"/>
            <w:szCs w:val="20"/>
          </w:rPr>
          <w:fldChar w:fldCharType="end"/>
        </w:r>
      </w:hyperlink>
    </w:p>
    <w:p w14:paraId="4047EA0D" w14:textId="06A54479" w:rsidR="00356AE4" w:rsidRPr="00356AE4" w:rsidRDefault="00356AE4">
      <w:pPr>
        <w:pStyle w:val="TOC3"/>
        <w:rPr>
          <w:rFonts w:eastAsiaTheme="minorEastAsia"/>
          <w:i w:val="0"/>
          <w:iCs w:val="0"/>
          <w:noProof/>
        </w:rPr>
      </w:pPr>
      <w:hyperlink w:anchor="_Toc121993814" w:history="1">
        <w:r w:rsidRPr="00356AE4">
          <w:rPr>
            <w:rStyle w:val="Hyperlink"/>
            <w:i w:val="0"/>
            <w:iCs w:val="0"/>
            <w:noProof/>
            <w:u w:val="none"/>
          </w:rPr>
          <w:t>10.8.2</w:t>
        </w:r>
        <w:r w:rsidRPr="00356AE4">
          <w:rPr>
            <w:rFonts w:eastAsiaTheme="minorEastAsia"/>
            <w:i w:val="0"/>
            <w:iCs w:val="0"/>
            <w:noProof/>
          </w:rPr>
          <w:tab/>
        </w:r>
        <w:r w:rsidRPr="00356AE4">
          <w:rPr>
            <w:rStyle w:val="Hyperlink"/>
            <w:i w:val="0"/>
            <w:iCs w:val="0"/>
            <w:noProof/>
            <w:u w:val="none"/>
          </w:rPr>
          <w:t>TSP or DSP Metered Entities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_Toc121993814 \h </w:instrText>
        </w:r>
        <w:r w:rsidRPr="00356AE4">
          <w:rPr>
            <w:i w:val="0"/>
            <w:iCs w:val="0"/>
            <w:noProof/>
            <w:webHidden/>
          </w:rPr>
        </w:r>
        <w:r w:rsidRPr="00356AE4">
          <w:rPr>
            <w:i w:val="0"/>
            <w:iCs w:val="0"/>
            <w:noProof/>
            <w:webHidden/>
          </w:rPr>
          <w:fldChar w:fldCharType="separate"/>
        </w:r>
        <w:r w:rsidRPr="00356AE4">
          <w:rPr>
            <w:i w:val="0"/>
            <w:iCs w:val="0"/>
            <w:noProof/>
            <w:webHidden/>
          </w:rPr>
          <w:t>10-27</w:t>
        </w:r>
        <w:r w:rsidRPr="00356AE4">
          <w:rPr>
            <w:i w:val="0"/>
            <w:iCs w:val="0"/>
            <w:noProof/>
            <w:webHidden/>
          </w:rPr>
          <w:fldChar w:fldCharType="end"/>
        </w:r>
      </w:hyperlink>
    </w:p>
    <w:p w14:paraId="21EAC473" w14:textId="5054D1DD" w:rsidR="00356AE4" w:rsidRPr="00356AE4" w:rsidRDefault="00356AE4">
      <w:pPr>
        <w:pStyle w:val="TOC2"/>
        <w:rPr>
          <w:rFonts w:eastAsiaTheme="minorEastAsia"/>
          <w:noProof/>
        </w:rPr>
      </w:pPr>
      <w:hyperlink w:anchor="_Toc121993815" w:history="1">
        <w:r w:rsidRPr="00356AE4">
          <w:rPr>
            <w:rStyle w:val="Hyperlink"/>
            <w:noProof/>
            <w:u w:val="none"/>
          </w:rPr>
          <w:t>10.9</w:t>
        </w:r>
        <w:r w:rsidRPr="00356AE4">
          <w:rPr>
            <w:rFonts w:eastAsiaTheme="minorEastAsia"/>
            <w:noProof/>
          </w:rPr>
          <w:tab/>
        </w:r>
        <w:r w:rsidRPr="00356AE4">
          <w:rPr>
            <w:rStyle w:val="Hyperlink"/>
            <w:noProof/>
            <w:u w:val="none"/>
          </w:rPr>
          <w:t>Standards for Metering Facilities</w:t>
        </w:r>
        <w:r w:rsidRPr="00356AE4">
          <w:rPr>
            <w:noProof/>
            <w:webHidden/>
          </w:rPr>
          <w:tab/>
        </w:r>
        <w:r w:rsidRPr="00356AE4">
          <w:rPr>
            <w:noProof/>
            <w:webHidden/>
          </w:rPr>
          <w:fldChar w:fldCharType="begin"/>
        </w:r>
        <w:r w:rsidRPr="00356AE4">
          <w:rPr>
            <w:noProof/>
            <w:webHidden/>
          </w:rPr>
          <w:instrText xml:space="preserve"> PAGEREF _Toc121993815 \h </w:instrText>
        </w:r>
        <w:r w:rsidRPr="00356AE4">
          <w:rPr>
            <w:noProof/>
            <w:webHidden/>
          </w:rPr>
        </w:r>
        <w:r w:rsidRPr="00356AE4">
          <w:rPr>
            <w:noProof/>
            <w:webHidden/>
          </w:rPr>
          <w:fldChar w:fldCharType="separate"/>
        </w:r>
        <w:r w:rsidRPr="00356AE4">
          <w:rPr>
            <w:noProof/>
            <w:webHidden/>
          </w:rPr>
          <w:t>10-28</w:t>
        </w:r>
        <w:r w:rsidRPr="00356AE4">
          <w:rPr>
            <w:noProof/>
            <w:webHidden/>
          </w:rPr>
          <w:fldChar w:fldCharType="end"/>
        </w:r>
      </w:hyperlink>
    </w:p>
    <w:p w14:paraId="467F2D71" w14:textId="752E82A7" w:rsidR="00356AE4" w:rsidRPr="00356AE4" w:rsidRDefault="00356AE4">
      <w:pPr>
        <w:pStyle w:val="TOC3"/>
        <w:rPr>
          <w:rFonts w:eastAsiaTheme="minorEastAsia"/>
          <w:i w:val="0"/>
          <w:iCs w:val="0"/>
          <w:noProof/>
        </w:rPr>
      </w:pPr>
      <w:hyperlink w:anchor="_Toc121993816" w:history="1">
        <w:r w:rsidRPr="00356AE4">
          <w:rPr>
            <w:rStyle w:val="Hyperlink"/>
            <w:i w:val="0"/>
            <w:iCs w:val="0"/>
            <w:noProof/>
            <w:u w:val="none"/>
          </w:rPr>
          <w:t>10.9.1</w:t>
        </w:r>
        <w:r w:rsidRPr="00356AE4">
          <w:rPr>
            <w:rFonts w:eastAsiaTheme="minorEastAsia"/>
            <w:i w:val="0"/>
            <w:iCs w:val="0"/>
            <w:noProof/>
          </w:rPr>
          <w:tab/>
        </w:r>
        <w:r w:rsidRPr="00356AE4">
          <w:rPr>
            <w:rStyle w:val="Hyperlink"/>
            <w:i w:val="0"/>
            <w:iCs w:val="0"/>
            <w:noProof/>
            <w:u w:val="none"/>
          </w:rPr>
          <w:t>ERCOT-Polled Settlement Meters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_Toc121993816 \h </w:instrText>
        </w:r>
        <w:r w:rsidRPr="00356AE4">
          <w:rPr>
            <w:i w:val="0"/>
            <w:iCs w:val="0"/>
            <w:noProof/>
            <w:webHidden/>
          </w:rPr>
        </w:r>
        <w:r w:rsidRPr="00356AE4">
          <w:rPr>
            <w:i w:val="0"/>
            <w:iCs w:val="0"/>
            <w:noProof/>
            <w:webHidden/>
          </w:rPr>
          <w:fldChar w:fldCharType="separate"/>
        </w:r>
        <w:r w:rsidRPr="00356AE4">
          <w:rPr>
            <w:i w:val="0"/>
            <w:iCs w:val="0"/>
            <w:noProof/>
            <w:webHidden/>
          </w:rPr>
          <w:t>10-28</w:t>
        </w:r>
        <w:r w:rsidRPr="00356AE4">
          <w:rPr>
            <w:i w:val="0"/>
            <w:iCs w:val="0"/>
            <w:noProof/>
            <w:webHidden/>
          </w:rPr>
          <w:fldChar w:fldCharType="end"/>
        </w:r>
      </w:hyperlink>
    </w:p>
    <w:p w14:paraId="17FF34B3" w14:textId="42773955" w:rsidR="00356AE4" w:rsidRPr="00356AE4" w:rsidRDefault="00356AE4">
      <w:pPr>
        <w:pStyle w:val="TOC3"/>
        <w:rPr>
          <w:rFonts w:eastAsiaTheme="minorEastAsia"/>
          <w:i w:val="0"/>
          <w:iCs w:val="0"/>
          <w:noProof/>
        </w:rPr>
      </w:pPr>
      <w:hyperlink w:anchor="_Toc121993817" w:history="1">
        <w:r w:rsidRPr="00356AE4">
          <w:rPr>
            <w:rStyle w:val="Hyperlink"/>
            <w:i w:val="0"/>
            <w:iCs w:val="0"/>
            <w:noProof/>
            <w:u w:val="none"/>
          </w:rPr>
          <w:t>10.9.2</w:t>
        </w:r>
        <w:r w:rsidRPr="00356AE4">
          <w:rPr>
            <w:rFonts w:eastAsiaTheme="minorEastAsia"/>
            <w:i w:val="0"/>
            <w:iCs w:val="0"/>
            <w:noProof/>
          </w:rPr>
          <w:tab/>
        </w:r>
        <w:r w:rsidRPr="00356AE4">
          <w:rPr>
            <w:rStyle w:val="Hyperlink"/>
            <w:i w:val="0"/>
            <w:iCs w:val="0"/>
            <w:noProof/>
            <w:u w:val="none"/>
          </w:rPr>
          <w:t>TSP or DSP Metered Entities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_Toc121993817 \h </w:instrText>
        </w:r>
        <w:r w:rsidRPr="00356AE4">
          <w:rPr>
            <w:i w:val="0"/>
            <w:iCs w:val="0"/>
            <w:noProof/>
            <w:webHidden/>
          </w:rPr>
        </w:r>
        <w:r w:rsidRPr="00356AE4">
          <w:rPr>
            <w:i w:val="0"/>
            <w:iCs w:val="0"/>
            <w:noProof/>
            <w:webHidden/>
          </w:rPr>
          <w:fldChar w:fldCharType="separate"/>
        </w:r>
        <w:r w:rsidRPr="00356AE4">
          <w:rPr>
            <w:i w:val="0"/>
            <w:iCs w:val="0"/>
            <w:noProof/>
            <w:webHidden/>
          </w:rPr>
          <w:t>10-29</w:t>
        </w:r>
        <w:r w:rsidRPr="00356AE4">
          <w:rPr>
            <w:i w:val="0"/>
            <w:iCs w:val="0"/>
            <w:noProof/>
            <w:webHidden/>
          </w:rPr>
          <w:fldChar w:fldCharType="end"/>
        </w:r>
      </w:hyperlink>
    </w:p>
    <w:p w14:paraId="3495790A" w14:textId="78126E3A" w:rsidR="00356AE4" w:rsidRPr="00356AE4" w:rsidRDefault="00356AE4">
      <w:pPr>
        <w:pStyle w:val="TOC3"/>
        <w:rPr>
          <w:rFonts w:eastAsiaTheme="minorEastAsia"/>
          <w:i w:val="0"/>
          <w:iCs w:val="0"/>
          <w:noProof/>
        </w:rPr>
      </w:pPr>
      <w:hyperlink w:anchor="_Toc121993818" w:history="1">
        <w:r w:rsidRPr="00356AE4">
          <w:rPr>
            <w:rStyle w:val="Hyperlink"/>
            <w:i w:val="0"/>
            <w:iCs w:val="0"/>
            <w:noProof/>
            <w:u w:val="none"/>
          </w:rPr>
          <w:t>10.9.3</w:t>
        </w:r>
        <w:r w:rsidRPr="00356AE4">
          <w:rPr>
            <w:rFonts w:eastAsiaTheme="minorEastAsia"/>
            <w:i w:val="0"/>
            <w:iCs w:val="0"/>
            <w:noProof/>
          </w:rPr>
          <w:tab/>
        </w:r>
        <w:r w:rsidRPr="00356AE4">
          <w:rPr>
            <w:rStyle w:val="Hyperlink"/>
            <w:i w:val="0"/>
            <w:iCs w:val="0"/>
            <w:noProof/>
            <w:u w:val="none"/>
          </w:rPr>
          <w:t>Failure to Comply with Standards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_Toc121993818 \h </w:instrText>
        </w:r>
        <w:r w:rsidRPr="00356AE4">
          <w:rPr>
            <w:i w:val="0"/>
            <w:iCs w:val="0"/>
            <w:noProof/>
            <w:webHidden/>
          </w:rPr>
        </w:r>
        <w:r w:rsidRPr="00356AE4">
          <w:rPr>
            <w:i w:val="0"/>
            <w:iCs w:val="0"/>
            <w:noProof/>
            <w:webHidden/>
          </w:rPr>
          <w:fldChar w:fldCharType="separate"/>
        </w:r>
        <w:r w:rsidRPr="00356AE4">
          <w:rPr>
            <w:i w:val="0"/>
            <w:iCs w:val="0"/>
            <w:noProof/>
            <w:webHidden/>
          </w:rPr>
          <w:t>10-30</w:t>
        </w:r>
        <w:r w:rsidRPr="00356AE4">
          <w:rPr>
            <w:i w:val="0"/>
            <w:iCs w:val="0"/>
            <w:noProof/>
            <w:webHidden/>
          </w:rPr>
          <w:fldChar w:fldCharType="end"/>
        </w:r>
      </w:hyperlink>
    </w:p>
    <w:p w14:paraId="65514F72" w14:textId="52D72768" w:rsidR="00356AE4" w:rsidRPr="00356AE4" w:rsidRDefault="00356AE4">
      <w:pPr>
        <w:pStyle w:val="TOC2"/>
        <w:rPr>
          <w:rFonts w:eastAsiaTheme="minorEastAsia"/>
          <w:noProof/>
        </w:rPr>
      </w:pPr>
      <w:hyperlink w:anchor="_Toc121993819" w:history="1">
        <w:r w:rsidRPr="00356AE4">
          <w:rPr>
            <w:rStyle w:val="Hyperlink"/>
            <w:noProof/>
            <w:u w:val="none"/>
          </w:rPr>
          <w:t>10.10</w:t>
        </w:r>
        <w:r w:rsidRPr="00356AE4">
          <w:rPr>
            <w:rFonts w:eastAsiaTheme="minorEastAsia"/>
            <w:noProof/>
          </w:rPr>
          <w:tab/>
        </w:r>
        <w:r w:rsidRPr="00356AE4">
          <w:rPr>
            <w:rStyle w:val="Hyperlink"/>
            <w:noProof/>
            <w:u w:val="none"/>
          </w:rPr>
          <w:t>Security of Meter Data</w:t>
        </w:r>
        <w:r w:rsidRPr="00356AE4">
          <w:rPr>
            <w:noProof/>
            <w:webHidden/>
          </w:rPr>
          <w:tab/>
        </w:r>
        <w:r w:rsidRPr="00356AE4">
          <w:rPr>
            <w:noProof/>
            <w:webHidden/>
          </w:rPr>
          <w:fldChar w:fldCharType="begin"/>
        </w:r>
        <w:r w:rsidRPr="00356AE4">
          <w:rPr>
            <w:noProof/>
            <w:webHidden/>
          </w:rPr>
          <w:instrText xml:space="preserve"> PAGEREF _Toc121993819 \h </w:instrText>
        </w:r>
        <w:r w:rsidRPr="00356AE4">
          <w:rPr>
            <w:noProof/>
            <w:webHidden/>
          </w:rPr>
        </w:r>
        <w:r w:rsidRPr="00356AE4">
          <w:rPr>
            <w:noProof/>
            <w:webHidden/>
          </w:rPr>
          <w:fldChar w:fldCharType="separate"/>
        </w:r>
        <w:r w:rsidRPr="00356AE4">
          <w:rPr>
            <w:noProof/>
            <w:webHidden/>
          </w:rPr>
          <w:t>10-30</w:t>
        </w:r>
        <w:r w:rsidRPr="00356AE4">
          <w:rPr>
            <w:noProof/>
            <w:webHidden/>
          </w:rPr>
          <w:fldChar w:fldCharType="end"/>
        </w:r>
      </w:hyperlink>
    </w:p>
    <w:p w14:paraId="7B61A7F2" w14:textId="5350B49C" w:rsidR="00356AE4" w:rsidRPr="00356AE4" w:rsidRDefault="00356AE4">
      <w:pPr>
        <w:pStyle w:val="TOC3"/>
        <w:rPr>
          <w:rFonts w:eastAsiaTheme="minorEastAsia"/>
          <w:i w:val="0"/>
          <w:iCs w:val="0"/>
          <w:noProof/>
        </w:rPr>
      </w:pPr>
      <w:hyperlink w:anchor="_Toc121993820" w:history="1">
        <w:r w:rsidRPr="00356AE4">
          <w:rPr>
            <w:rStyle w:val="Hyperlink"/>
            <w:i w:val="0"/>
            <w:iCs w:val="0"/>
            <w:noProof/>
            <w:u w:val="none"/>
          </w:rPr>
          <w:t>10.10.1</w:t>
        </w:r>
        <w:r w:rsidRPr="00356AE4">
          <w:rPr>
            <w:rFonts w:eastAsiaTheme="minorEastAsia"/>
            <w:i w:val="0"/>
            <w:iCs w:val="0"/>
            <w:noProof/>
          </w:rPr>
          <w:tab/>
        </w:r>
        <w:r w:rsidRPr="00356AE4">
          <w:rPr>
            <w:rStyle w:val="Hyperlink"/>
            <w:i w:val="0"/>
            <w:iCs w:val="0"/>
            <w:noProof/>
            <w:u w:val="none"/>
          </w:rPr>
          <w:t>EPS Meters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_Toc121993820 \h </w:instrText>
        </w:r>
        <w:r w:rsidRPr="00356AE4">
          <w:rPr>
            <w:i w:val="0"/>
            <w:iCs w:val="0"/>
            <w:noProof/>
            <w:webHidden/>
          </w:rPr>
        </w:r>
        <w:r w:rsidRPr="00356AE4">
          <w:rPr>
            <w:i w:val="0"/>
            <w:iCs w:val="0"/>
            <w:noProof/>
            <w:webHidden/>
          </w:rPr>
          <w:fldChar w:fldCharType="separate"/>
        </w:r>
        <w:r w:rsidRPr="00356AE4">
          <w:rPr>
            <w:i w:val="0"/>
            <w:iCs w:val="0"/>
            <w:noProof/>
            <w:webHidden/>
          </w:rPr>
          <w:t>10-30</w:t>
        </w:r>
        <w:r w:rsidRPr="00356AE4">
          <w:rPr>
            <w:i w:val="0"/>
            <w:iCs w:val="0"/>
            <w:noProof/>
            <w:webHidden/>
          </w:rPr>
          <w:fldChar w:fldCharType="end"/>
        </w:r>
      </w:hyperlink>
    </w:p>
    <w:p w14:paraId="6C74DF74" w14:textId="4352B9AC" w:rsidR="00356AE4" w:rsidRPr="00356AE4" w:rsidRDefault="00356AE4">
      <w:pPr>
        <w:pStyle w:val="TOC4"/>
        <w:rPr>
          <w:rFonts w:eastAsiaTheme="minorEastAsia"/>
          <w:noProof/>
          <w:sz w:val="20"/>
          <w:szCs w:val="20"/>
        </w:rPr>
      </w:pPr>
      <w:hyperlink w:anchor="_Toc121993821" w:history="1">
        <w:r w:rsidRPr="00356AE4">
          <w:rPr>
            <w:rStyle w:val="Hyperlink"/>
            <w:noProof/>
            <w:sz w:val="20"/>
            <w:szCs w:val="20"/>
            <w:u w:val="none"/>
          </w:rPr>
          <w:t>10.10.1.1</w:t>
        </w:r>
        <w:r w:rsidRPr="00356AE4">
          <w:rPr>
            <w:rFonts w:eastAsiaTheme="minorEastAsia"/>
            <w:noProof/>
            <w:sz w:val="20"/>
            <w:szCs w:val="20"/>
          </w:rPr>
          <w:tab/>
        </w:r>
        <w:r w:rsidRPr="00356AE4">
          <w:rPr>
            <w:rStyle w:val="Hyperlink"/>
            <w:noProof/>
            <w:sz w:val="20"/>
            <w:szCs w:val="20"/>
            <w:u w:val="none"/>
          </w:rPr>
          <w:t>TSP and DSP Data Security Responsibilities</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_Toc121993821 \h </w:instrText>
        </w:r>
        <w:r w:rsidRPr="00356AE4">
          <w:rPr>
            <w:noProof/>
            <w:webHidden/>
            <w:sz w:val="20"/>
            <w:szCs w:val="20"/>
          </w:rPr>
        </w:r>
        <w:r w:rsidRPr="00356AE4">
          <w:rPr>
            <w:noProof/>
            <w:webHidden/>
            <w:sz w:val="20"/>
            <w:szCs w:val="20"/>
          </w:rPr>
          <w:fldChar w:fldCharType="separate"/>
        </w:r>
        <w:r w:rsidRPr="00356AE4">
          <w:rPr>
            <w:noProof/>
            <w:webHidden/>
            <w:sz w:val="20"/>
            <w:szCs w:val="20"/>
          </w:rPr>
          <w:t>10-30</w:t>
        </w:r>
        <w:r w:rsidRPr="00356AE4">
          <w:rPr>
            <w:noProof/>
            <w:webHidden/>
            <w:sz w:val="20"/>
            <w:szCs w:val="20"/>
          </w:rPr>
          <w:fldChar w:fldCharType="end"/>
        </w:r>
      </w:hyperlink>
    </w:p>
    <w:p w14:paraId="5AAD5EBF" w14:textId="3E859C24" w:rsidR="00356AE4" w:rsidRPr="00356AE4" w:rsidRDefault="00356AE4">
      <w:pPr>
        <w:pStyle w:val="TOC4"/>
        <w:rPr>
          <w:rFonts w:eastAsiaTheme="minorEastAsia"/>
          <w:noProof/>
          <w:sz w:val="20"/>
          <w:szCs w:val="20"/>
        </w:rPr>
      </w:pPr>
      <w:hyperlink w:anchor="_Toc121993822" w:history="1">
        <w:r w:rsidRPr="00356AE4">
          <w:rPr>
            <w:rStyle w:val="Hyperlink"/>
            <w:noProof/>
            <w:sz w:val="20"/>
            <w:szCs w:val="20"/>
            <w:u w:val="none"/>
          </w:rPr>
          <w:t>10.10.1.2</w:t>
        </w:r>
        <w:r w:rsidRPr="00356AE4">
          <w:rPr>
            <w:rFonts w:eastAsiaTheme="minorEastAsia"/>
            <w:noProof/>
            <w:sz w:val="20"/>
            <w:szCs w:val="20"/>
          </w:rPr>
          <w:tab/>
        </w:r>
        <w:r w:rsidRPr="00356AE4">
          <w:rPr>
            <w:rStyle w:val="Hyperlink"/>
            <w:noProof/>
            <w:sz w:val="20"/>
            <w:szCs w:val="20"/>
            <w:u w:val="none"/>
          </w:rPr>
          <w:t>ERCOT Data Security Responsibilities</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_Toc121993822 \h </w:instrText>
        </w:r>
        <w:r w:rsidRPr="00356AE4">
          <w:rPr>
            <w:noProof/>
            <w:webHidden/>
            <w:sz w:val="20"/>
            <w:szCs w:val="20"/>
          </w:rPr>
        </w:r>
        <w:r w:rsidRPr="00356AE4">
          <w:rPr>
            <w:noProof/>
            <w:webHidden/>
            <w:sz w:val="20"/>
            <w:szCs w:val="20"/>
          </w:rPr>
          <w:fldChar w:fldCharType="separate"/>
        </w:r>
        <w:r w:rsidRPr="00356AE4">
          <w:rPr>
            <w:noProof/>
            <w:webHidden/>
            <w:sz w:val="20"/>
            <w:szCs w:val="20"/>
          </w:rPr>
          <w:t>10-31</w:t>
        </w:r>
        <w:r w:rsidRPr="00356AE4">
          <w:rPr>
            <w:noProof/>
            <w:webHidden/>
            <w:sz w:val="20"/>
            <w:szCs w:val="20"/>
          </w:rPr>
          <w:fldChar w:fldCharType="end"/>
        </w:r>
      </w:hyperlink>
    </w:p>
    <w:p w14:paraId="4818BE19" w14:textId="5B7AAA48" w:rsidR="00356AE4" w:rsidRPr="00356AE4" w:rsidRDefault="00356AE4">
      <w:pPr>
        <w:pStyle w:val="TOC4"/>
        <w:rPr>
          <w:rFonts w:eastAsiaTheme="minorEastAsia"/>
          <w:noProof/>
          <w:sz w:val="20"/>
          <w:szCs w:val="20"/>
        </w:rPr>
      </w:pPr>
      <w:hyperlink w:anchor="_Toc121993823" w:history="1">
        <w:r w:rsidRPr="00356AE4">
          <w:rPr>
            <w:rStyle w:val="Hyperlink"/>
            <w:noProof/>
            <w:sz w:val="20"/>
            <w:szCs w:val="20"/>
            <w:u w:val="none"/>
          </w:rPr>
          <w:t>10.10.1.3</w:t>
        </w:r>
        <w:r w:rsidRPr="00356AE4">
          <w:rPr>
            <w:rFonts w:eastAsiaTheme="minorEastAsia"/>
            <w:noProof/>
            <w:sz w:val="20"/>
            <w:szCs w:val="20"/>
          </w:rPr>
          <w:tab/>
        </w:r>
        <w:r w:rsidRPr="00356AE4">
          <w:rPr>
            <w:rStyle w:val="Hyperlink"/>
            <w:noProof/>
            <w:sz w:val="20"/>
            <w:szCs w:val="20"/>
            <w:u w:val="none"/>
          </w:rPr>
          <w:t>Resource Entity Data Security Responsibilities</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_Toc121993823 \h </w:instrText>
        </w:r>
        <w:r w:rsidRPr="00356AE4">
          <w:rPr>
            <w:noProof/>
            <w:webHidden/>
            <w:sz w:val="20"/>
            <w:szCs w:val="20"/>
          </w:rPr>
        </w:r>
        <w:r w:rsidRPr="00356AE4">
          <w:rPr>
            <w:noProof/>
            <w:webHidden/>
            <w:sz w:val="20"/>
            <w:szCs w:val="20"/>
          </w:rPr>
          <w:fldChar w:fldCharType="separate"/>
        </w:r>
        <w:r w:rsidRPr="00356AE4">
          <w:rPr>
            <w:noProof/>
            <w:webHidden/>
            <w:sz w:val="20"/>
            <w:szCs w:val="20"/>
          </w:rPr>
          <w:t>10-31</w:t>
        </w:r>
        <w:r w:rsidRPr="00356AE4">
          <w:rPr>
            <w:noProof/>
            <w:webHidden/>
            <w:sz w:val="20"/>
            <w:szCs w:val="20"/>
          </w:rPr>
          <w:fldChar w:fldCharType="end"/>
        </w:r>
      </w:hyperlink>
    </w:p>
    <w:p w14:paraId="78419075" w14:textId="5DF4C06F" w:rsidR="00356AE4" w:rsidRPr="00356AE4" w:rsidRDefault="00356AE4">
      <w:pPr>
        <w:pStyle w:val="TOC4"/>
        <w:rPr>
          <w:rFonts w:eastAsiaTheme="minorEastAsia"/>
          <w:noProof/>
          <w:sz w:val="20"/>
          <w:szCs w:val="20"/>
        </w:rPr>
      </w:pPr>
      <w:hyperlink w:anchor="_Toc121993824" w:history="1">
        <w:r w:rsidRPr="00356AE4">
          <w:rPr>
            <w:rStyle w:val="Hyperlink"/>
            <w:noProof/>
            <w:sz w:val="20"/>
            <w:szCs w:val="20"/>
            <w:u w:val="none"/>
          </w:rPr>
          <w:t>10.10.1.4</w:t>
        </w:r>
        <w:r w:rsidRPr="00356AE4">
          <w:rPr>
            <w:rFonts w:eastAsiaTheme="minorEastAsia"/>
            <w:noProof/>
            <w:sz w:val="20"/>
            <w:szCs w:val="20"/>
          </w:rPr>
          <w:tab/>
        </w:r>
        <w:r w:rsidRPr="00356AE4">
          <w:rPr>
            <w:rStyle w:val="Hyperlink"/>
            <w:noProof/>
            <w:sz w:val="20"/>
            <w:szCs w:val="20"/>
            <w:u w:val="none"/>
          </w:rPr>
          <w:t>Third Party Access Withdrawn</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_Toc121993824 \h </w:instrText>
        </w:r>
        <w:r w:rsidRPr="00356AE4">
          <w:rPr>
            <w:noProof/>
            <w:webHidden/>
            <w:sz w:val="20"/>
            <w:szCs w:val="20"/>
          </w:rPr>
        </w:r>
        <w:r w:rsidRPr="00356AE4">
          <w:rPr>
            <w:noProof/>
            <w:webHidden/>
            <w:sz w:val="20"/>
            <w:szCs w:val="20"/>
          </w:rPr>
          <w:fldChar w:fldCharType="separate"/>
        </w:r>
        <w:r w:rsidRPr="00356AE4">
          <w:rPr>
            <w:noProof/>
            <w:webHidden/>
            <w:sz w:val="20"/>
            <w:szCs w:val="20"/>
          </w:rPr>
          <w:t>10-31</w:t>
        </w:r>
        <w:r w:rsidRPr="00356AE4">
          <w:rPr>
            <w:noProof/>
            <w:webHidden/>
            <w:sz w:val="20"/>
            <w:szCs w:val="20"/>
          </w:rPr>
          <w:fldChar w:fldCharType="end"/>
        </w:r>
      </w:hyperlink>
    </w:p>
    <w:p w14:paraId="064FCE5F" w14:textId="11BB2B98" w:rsidR="00356AE4" w:rsidRPr="00356AE4" w:rsidRDefault="00356AE4">
      <w:pPr>
        <w:pStyle w:val="TOC4"/>
        <w:rPr>
          <w:rFonts w:eastAsiaTheme="minorEastAsia"/>
          <w:noProof/>
          <w:sz w:val="20"/>
          <w:szCs w:val="20"/>
        </w:rPr>
      </w:pPr>
      <w:hyperlink w:anchor="_Toc121993825" w:history="1">
        <w:r w:rsidRPr="00356AE4">
          <w:rPr>
            <w:rStyle w:val="Hyperlink"/>
            <w:noProof/>
            <w:sz w:val="20"/>
            <w:szCs w:val="20"/>
            <w:u w:val="none"/>
          </w:rPr>
          <w:t>10.10.1.5</w:t>
        </w:r>
        <w:r w:rsidRPr="00356AE4">
          <w:rPr>
            <w:rFonts w:eastAsiaTheme="minorEastAsia"/>
            <w:noProof/>
            <w:sz w:val="20"/>
            <w:szCs w:val="20"/>
          </w:rPr>
          <w:tab/>
        </w:r>
        <w:r w:rsidRPr="00356AE4">
          <w:rPr>
            <w:rStyle w:val="Hyperlink"/>
            <w:noProof/>
            <w:sz w:val="20"/>
            <w:szCs w:val="20"/>
            <w:u w:val="none"/>
          </w:rPr>
          <w:t>Meter Site Security</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_Toc121993825 \h </w:instrText>
        </w:r>
        <w:r w:rsidRPr="00356AE4">
          <w:rPr>
            <w:noProof/>
            <w:webHidden/>
            <w:sz w:val="20"/>
            <w:szCs w:val="20"/>
          </w:rPr>
        </w:r>
        <w:r w:rsidRPr="00356AE4">
          <w:rPr>
            <w:noProof/>
            <w:webHidden/>
            <w:sz w:val="20"/>
            <w:szCs w:val="20"/>
          </w:rPr>
          <w:fldChar w:fldCharType="separate"/>
        </w:r>
        <w:r w:rsidRPr="00356AE4">
          <w:rPr>
            <w:noProof/>
            <w:webHidden/>
            <w:sz w:val="20"/>
            <w:szCs w:val="20"/>
          </w:rPr>
          <w:t>10-32</w:t>
        </w:r>
        <w:r w:rsidRPr="00356AE4">
          <w:rPr>
            <w:noProof/>
            <w:webHidden/>
            <w:sz w:val="20"/>
            <w:szCs w:val="20"/>
          </w:rPr>
          <w:fldChar w:fldCharType="end"/>
        </w:r>
      </w:hyperlink>
    </w:p>
    <w:p w14:paraId="3EACBB59" w14:textId="621EE2C8" w:rsidR="00356AE4" w:rsidRPr="00356AE4" w:rsidRDefault="00356AE4">
      <w:pPr>
        <w:pStyle w:val="TOC3"/>
        <w:rPr>
          <w:rFonts w:eastAsiaTheme="minorEastAsia"/>
          <w:i w:val="0"/>
          <w:iCs w:val="0"/>
          <w:noProof/>
        </w:rPr>
      </w:pPr>
      <w:hyperlink w:anchor="_Toc121993826" w:history="1">
        <w:r w:rsidRPr="00356AE4">
          <w:rPr>
            <w:rStyle w:val="Hyperlink"/>
            <w:i w:val="0"/>
            <w:iCs w:val="0"/>
            <w:noProof/>
            <w:u w:val="none"/>
          </w:rPr>
          <w:t>10.10.2</w:t>
        </w:r>
        <w:r w:rsidRPr="00356AE4">
          <w:rPr>
            <w:rFonts w:eastAsiaTheme="minorEastAsia"/>
            <w:i w:val="0"/>
            <w:iCs w:val="0"/>
            <w:noProof/>
          </w:rPr>
          <w:tab/>
        </w:r>
        <w:r w:rsidRPr="00356AE4">
          <w:rPr>
            <w:rStyle w:val="Hyperlink"/>
            <w:i w:val="0"/>
            <w:iCs w:val="0"/>
            <w:noProof/>
            <w:u w:val="none"/>
          </w:rPr>
          <w:t>TSP or DSP Metered Entities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_Toc121993826 \h </w:instrText>
        </w:r>
        <w:r w:rsidRPr="00356AE4">
          <w:rPr>
            <w:i w:val="0"/>
            <w:iCs w:val="0"/>
            <w:noProof/>
            <w:webHidden/>
          </w:rPr>
        </w:r>
        <w:r w:rsidRPr="00356AE4">
          <w:rPr>
            <w:i w:val="0"/>
            <w:iCs w:val="0"/>
            <w:noProof/>
            <w:webHidden/>
          </w:rPr>
          <w:fldChar w:fldCharType="separate"/>
        </w:r>
        <w:r w:rsidRPr="00356AE4">
          <w:rPr>
            <w:i w:val="0"/>
            <w:iCs w:val="0"/>
            <w:noProof/>
            <w:webHidden/>
          </w:rPr>
          <w:t>10-32</w:t>
        </w:r>
        <w:r w:rsidRPr="00356AE4">
          <w:rPr>
            <w:i w:val="0"/>
            <w:iCs w:val="0"/>
            <w:noProof/>
            <w:webHidden/>
          </w:rPr>
          <w:fldChar w:fldCharType="end"/>
        </w:r>
      </w:hyperlink>
    </w:p>
    <w:p w14:paraId="039C1EF3" w14:textId="3A3F6BAC" w:rsidR="00356AE4" w:rsidRPr="00356AE4" w:rsidRDefault="00356AE4">
      <w:pPr>
        <w:pStyle w:val="TOC2"/>
        <w:rPr>
          <w:rFonts w:eastAsiaTheme="minorEastAsia"/>
          <w:noProof/>
        </w:rPr>
      </w:pPr>
      <w:hyperlink w:anchor="_Toc121993827" w:history="1">
        <w:r w:rsidRPr="00356AE4">
          <w:rPr>
            <w:rStyle w:val="Hyperlink"/>
            <w:noProof/>
            <w:u w:val="none"/>
          </w:rPr>
          <w:t>10.11</w:t>
        </w:r>
        <w:r w:rsidRPr="00356AE4">
          <w:rPr>
            <w:rFonts w:eastAsiaTheme="minorEastAsia"/>
            <w:noProof/>
          </w:rPr>
          <w:tab/>
        </w:r>
        <w:r w:rsidRPr="00356AE4">
          <w:rPr>
            <w:rStyle w:val="Hyperlink"/>
            <w:noProof/>
            <w:u w:val="none"/>
          </w:rPr>
          <w:t>Validating, Editing, and Estimating of Meter Data</w:t>
        </w:r>
        <w:r w:rsidRPr="00356AE4">
          <w:rPr>
            <w:noProof/>
            <w:webHidden/>
          </w:rPr>
          <w:tab/>
        </w:r>
        <w:r w:rsidRPr="00356AE4">
          <w:rPr>
            <w:noProof/>
            <w:webHidden/>
          </w:rPr>
          <w:fldChar w:fldCharType="begin"/>
        </w:r>
        <w:r w:rsidRPr="00356AE4">
          <w:rPr>
            <w:noProof/>
            <w:webHidden/>
          </w:rPr>
          <w:instrText xml:space="preserve"> PAGEREF _Toc121993827 \h </w:instrText>
        </w:r>
        <w:r w:rsidRPr="00356AE4">
          <w:rPr>
            <w:noProof/>
            <w:webHidden/>
          </w:rPr>
        </w:r>
        <w:r w:rsidRPr="00356AE4">
          <w:rPr>
            <w:noProof/>
            <w:webHidden/>
          </w:rPr>
          <w:fldChar w:fldCharType="separate"/>
        </w:r>
        <w:r w:rsidRPr="00356AE4">
          <w:rPr>
            <w:noProof/>
            <w:webHidden/>
          </w:rPr>
          <w:t>10-32</w:t>
        </w:r>
        <w:r w:rsidRPr="00356AE4">
          <w:rPr>
            <w:noProof/>
            <w:webHidden/>
          </w:rPr>
          <w:fldChar w:fldCharType="end"/>
        </w:r>
      </w:hyperlink>
    </w:p>
    <w:p w14:paraId="175C0D0C" w14:textId="3E60F43A" w:rsidR="00356AE4" w:rsidRPr="00356AE4" w:rsidRDefault="00356AE4">
      <w:pPr>
        <w:pStyle w:val="TOC3"/>
        <w:rPr>
          <w:rFonts w:eastAsiaTheme="minorEastAsia"/>
          <w:i w:val="0"/>
          <w:iCs w:val="0"/>
          <w:noProof/>
        </w:rPr>
      </w:pPr>
      <w:hyperlink w:anchor="_Toc121993828" w:history="1">
        <w:r w:rsidRPr="00356AE4">
          <w:rPr>
            <w:rStyle w:val="Hyperlink"/>
            <w:i w:val="0"/>
            <w:iCs w:val="0"/>
            <w:noProof/>
            <w:u w:val="none"/>
          </w:rPr>
          <w:t>10.11.1</w:t>
        </w:r>
        <w:r w:rsidRPr="00356AE4">
          <w:rPr>
            <w:rFonts w:eastAsiaTheme="minorEastAsia"/>
            <w:i w:val="0"/>
            <w:iCs w:val="0"/>
            <w:noProof/>
          </w:rPr>
          <w:tab/>
        </w:r>
        <w:r w:rsidRPr="00356AE4">
          <w:rPr>
            <w:rStyle w:val="Hyperlink"/>
            <w:i w:val="0"/>
            <w:iCs w:val="0"/>
            <w:noProof/>
            <w:u w:val="none"/>
          </w:rPr>
          <w:t>EPS Meters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_Toc121993828 \h </w:instrText>
        </w:r>
        <w:r w:rsidRPr="00356AE4">
          <w:rPr>
            <w:i w:val="0"/>
            <w:iCs w:val="0"/>
            <w:noProof/>
            <w:webHidden/>
          </w:rPr>
        </w:r>
        <w:r w:rsidRPr="00356AE4">
          <w:rPr>
            <w:i w:val="0"/>
            <w:iCs w:val="0"/>
            <w:noProof/>
            <w:webHidden/>
          </w:rPr>
          <w:fldChar w:fldCharType="separate"/>
        </w:r>
        <w:r w:rsidRPr="00356AE4">
          <w:rPr>
            <w:i w:val="0"/>
            <w:iCs w:val="0"/>
            <w:noProof/>
            <w:webHidden/>
          </w:rPr>
          <w:t>10-32</w:t>
        </w:r>
        <w:r w:rsidRPr="00356AE4">
          <w:rPr>
            <w:i w:val="0"/>
            <w:iCs w:val="0"/>
            <w:noProof/>
            <w:webHidden/>
          </w:rPr>
          <w:fldChar w:fldCharType="end"/>
        </w:r>
      </w:hyperlink>
    </w:p>
    <w:p w14:paraId="416D44C0" w14:textId="22580030" w:rsidR="00356AE4" w:rsidRPr="00356AE4" w:rsidRDefault="00356AE4">
      <w:pPr>
        <w:pStyle w:val="TOC3"/>
        <w:rPr>
          <w:rFonts w:eastAsiaTheme="minorEastAsia"/>
          <w:i w:val="0"/>
          <w:iCs w:val="0"/>
          <w:noProof/>
        </w:rPr>
      </w:pPr>
      <w:hyperlink w:anchor="_Toc121993829" w:history="1">
        <w:r w:rsidRPr="00356AE4">
          <w:rPr>
            <w:rStyle w:val="Hyperlink"/>
            <w:i w:val="0"/>
            <w:iCs w:val="0"/>
            <w:noProof/>
            <w:u w:val="none"/>
          </w:rPr>
          <w:t>10.11.2</w:t>
        </w:r>
        <w:r w:rsidRPr="00356AE4">
          <w:rPr>
            <w:rFonts w:eastAsiaTheme="minorEastAsia"/>
            <w:i w:val="0"/>
            <w:iCs w:val="0"/>
            <w:noProof/>
          </w:rPr>
          <w:tab/>
        </w:r>
        <w:r w:rsidRPr="00356AE4">
          <w:rPr>
            <w:rStyle w:val="Hyperlink"/>
            <w:i w:val="0"/>
            <w:iCs w:val="0"/>
            <w:noProof/>
            <w:u w:val="none"/>
          </w:rPr>
          <w:t>Obligation to Assist</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_Toc121993829 \h </w:instrText>
        </w:r>
        <w:r w:rsidRPr="00356AE4">
          <w:rPr>
            <w:i w:val="0"/>
            <w:iCs w:val="0"/>
            <w:noProof/>
            <w:webHidden/>
          </w:rPr>
        </w:r>
        <w:r w:rsidRPr="00356AE4">
          <w:rPr>
            <w:i w:val="0"/>
            <w:iCs w:val="0"/>
            <w:noProof/>
            <w:webHidden/>
          </w:rPr>
          <w:fldChar w:fldCharType="separate"/>
        </w:r>
        <w:r w:rsidRPr="00356AE4">
          <w:rPr>
            <w:i w:val="0"/>
            <w:iCs w:val="0"/>
            <w:noProof/>
            <w:webHidden/>
          </w:rPr>
          <w:t>10-32</w:t>
        </w:r>
        <w:r w:rsidRPr="00356AE4">
          <w:rPr>
            <w:i w:val="0"/>
            <w:iCs w:val="0"/>
            <w:noProof/>
            <w:webHidden/>
          </w:rPr>
          <w:fldChar w:fldCharType="end"/>
        </w:r>
      </w:hyperlink>
    </w:p>
    <w:p w14:paraId="17F346DB" w14:textId="320ABAEE" w:rsidR="00356AE4" w:rsidRPr="00356AE4" w:rsidRDefault="00356AE4">
      <w:pPr>
        <w:pStyle w:val="TOC3"/>
        <w:rPr>
          <w:rFonts w:eastAsiaTheme="minorEastAsia"/>
          <w:i w:val="0"/>
          <w:iCs w:val="0"/>
          <w:noProof/>
        </w:rPr>
      </w:pPr>
      <w:hyperlink w:anchor="_Toc121993830" w:history="1">
        <w:r w:rsidRPr="00356AE4">
          <w:rPr>
            <w:rStyle w:val="Hyperlink"/>
            <w:i w:val="0"/>
            <w:iCs w:val="0"/>
            <w:noProof/>
            <w:u w:val="none"/>
          </w:rPr>
          <w:t>10.11.3</w:t>
        </w:r>
        <w:r w:rsidRPr="00356AE4">
          <w:rPr>
            <w:rFonts w:eastAsiaTheme="minorEastAsia"/>
            <w:i w:val="0"/>
            <w:iCs w:val="0"/>
            <w:noProof/>
          </w:rPr>
          <w:tab/>
        </w:r>
        <w:r w:rsidRPr="00356AE4">
          <w:rPr>
            <w:rStyle w:val="Hyperlink"/>
            <w:i w:val="0"/>
            <w:iCs w:val="0"/>
            <w:noProof/>
            <w:u w:val="none"/>
          </w:rPr>
          <w:t>TSP or DSP Settlement Meters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_Toc121993830 \h </w:instrText>
        </w:r>
        <w:r w:rsidRPr="00356AE4">
          <w:rPr>
            <w:i w:val="0"/>
            <w:iCs w:val="0"/>
            <w:noProof/>
            <w:webHidden/>
          </w:rPr>
        </w:r>
        <w:r w:rsidRPr="00356AE4">
          <w:rPr>
            <w:i w:val="0"/>
            <w:iCs w:val="0"/>
            <w:noProof/>
            <w:webHidden/>
          </w:rPr>
          <w:fldChar w:fldCharType="separate"/>
        </w:r>
        <w:r w:rsidRPr="00356AE4">
          <w:rPr>
            <w:i w:val="0"/>
            <w:iCs w:val="0"/>
            <w:noProof/>
            <w:webHidden/>
          </w:rPr>
          <w:t>10-32</w:t>
        </w:r>
        <w:r w:rsidRPr="00356AE4">
          <w:rPr>
            <w:i w:val="0"/>
            <w:iCs w:val="0"/>
            <w:noProof/>
            <w:webHidden/>
          </w:rPr>
          <w:fldChar w:fldCharType="end"/>
        </w:r>
      </w:hyperlink>
    </w:p>
    <w:p w14:paraId="6AF1EF83" w14:textId="26C924D4" w:rsidR="00356AE4" w:rsidRPr="00356AE4" w:rsidRDefault="00356AE4">
      <w:pPr>
        <w:pStyle w:val="TOC2"/>
        <w:rPr>
          <w:rFonts w:eastAsiaTheme="minorEastAsia"/>
          <w:noProof/>
        </w:rPr>
      </w:pPr>
      <w:hyperlink w:anchor="_Toc121993831" w:history="1">
        <w:r w:rsidRPr="00356AE4">
          <w:rPr>
            <w:rStyle w:val="Hyperlink"/>
            <w:noProof/>
            <w:u w:val="none"/>
          </w:rPr>
          <w:t>10.12</w:t>
        </w:r>
        <w:r w:rsidRPr="00356AE4">
          <w:rPr>
            <w:rFonts w:eastAsiaTheme="minorEastAsia"/>
            <w:noProof/>
          </w:rPr>
          <w:tab/>
        </w:r>
        <w:r w:rsidRPr="00356AE4">
          <w:rPr>
            <w:rStyle w:val="Hyperlink"/>
            <w:noProof/>
            <w:u w:val="none"/>
          </w:rPr>
          <w:t>Communications</w:t>
        </w:r>
        <w:r w:rsidRPr="00356AE4">
          <w:rPr>
            <w:noProof/>
            <w:webHidden/>
          </w:rPr>
          <w:tab/>
        </w:r>
        <w:r w:rsidRPr="00356AE4">
          <w:rPr>
            <w:noProof/>
            <w:webHidden/>
          </w:rPr>
          <w:fldChar w:fldCharType="begin"/>
        </w:r>
        <w:r w:rsidRPr="00356AE4">
          <w:rPr>
            <w:noProof/>
            <w:webHidden/>
          </w:rPr>
          <w:instrText xml:space="preserve"> PAGEREF _Toc121993831 \h </w:instrText>
        </w:r>
        <w:r w:rsidRPr="00356AE4">
          <w:rPr>
            <w:noProof/>
            <w:webHidden/>
          </w:rPr>
        </w:r>
        <w:r w:rsidRPr="00356AE4">
          <w:rPr>
            <w:noProof/>
            <w:webHidden/>
          </w:rPr>
          <w:fldChar w:fldCharType="separate"/>
        </w:r>
        <w:r w:rsidRPr="00356AE4">
          <w:rPr>
            <w:noProof/>
            <w:webHidden/>
          </w:rPr>
          <w:t>10-33</w:t>
        </w:r>
        <w:r w:rsidRPr="00356AE4">
          <w:rPr>
            <w:noProof/>
            <w:webHidden/>
          </w:rPr>
          <w:fldChar w:fldCharType="end"/>
        </w:r>
      </w:hyperlink>
    </w:p>
    <w:p w14:paraId="5E7E5805" w14:textId="6A893F63" w:rsidR="00356AE4" w:rsidRPr="00356AE4" w:rsidRDefault="00356AE4">
      <w:pPr>
        <w:pStyle w:val="TOC3"/>
        <w:rPr>
          <w:rFonts w:eastAsiaTheme="minorEastAsia"/>
          <w:i w:val="0"/>
          <w:iCs w:val="0"/>
          <w:noProof/>
        </w:rPr>
      </w:pPr>
      <w:hyperlink w:anchor="_Toc121993832" w:history="1">
        <w:r w:rsidRPr="00356AE4">
          <w:rPr>
            <w:rStyle w:val="Hyperlink"/>
            <w:i w:val="0"/>
            <w:iCs w:val="0"/>
            <w:noProof/>
            <w:u w:val="none"/>
          </w:rPr>
          <w:t>10.12.1</w:t>
        </w:r>
        <w:r w:rsidRPr="00356AE4">
          <w:rPr>
            <w:rFonts w:eastAsiaTheme="minorEastAsia"/>
            <w:i w:val="0"/>
            <w:iCs w:val="0"/>
            <w:noProof/>
          </w:rPr>
          <w:tab/>
        </w:r>
        <w:r w:rsidRPr="00356AE4">
          <w:rPr>
            <w:rStyle w:val="Hyperlink"/>
            <w:i w:val="0"/>
            <w:iCs w:val="0"/>
            <w:noProof/>
            <w:u w:val="none"/>
          </w:rPr>
          <w:t>ERCOT Acquisition of ERCOT-Polled Settlement (EPS) Meter Data</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_Toc121993832 \h </w:instrText>
        </w:r>
        <w:r w:rsidRPr="00356AE4">
          <w:rPr>
            <w:i w:val="0"/>
            <w:iCs w:val="0"/>
            <w:noProof/>
            <w:webHidden/>
          </w:rPr>
        </w:r>
        <w:r w:rsidRPr="00356AE4">
          <w:rPr>
            <w:i w:val="0"/>
            <w:iCs w:val="0"/>
            <w:noProof/>
            <w:webHidden/>
          </w:rPr>
          <w:fldChar w:fldCharType="separate"/>
        </w:r>
        <w:r w:rsidRPr="00356AE4">
          <w:rPr>
            <w:i w:val="0"/>
            <w:iCs w:val="0"/>
            <w:noProof/>
            <w:webHidden/>
          </w:rPr>
          <w:t>10-33</w:t>
        </w:r>
        <w:r w:rsidRPr="00356AE4">
          <w:rPr>
            <w:i w:val="0"/>
            <w:iCs w:val="0"/>
            <w:noProof/>
            <w:webHidden/>
          </w:rPr>
          <w:fldChar w:fldCharType="end"/>
        </w:r>
      </w:hyperlink>
    </w:p>
    <w:p w14:paraId="30039328" w14:textId="27FCEBB5" w:rsidR="00356AE4" w:rsidRPr="00356AE4" w:rsidRDefault="00356AE4">
      <w:pPr>
        <w:pStyle w:val="TOC3"/>
        <w:rPr>
          <w:rFonts w:eastAsiaTheme="minorEastAsia"/>
          <w:i w:val="0"/>
          <w:iCs w:val="0"/>
          <w:noProof/>
        </w:rPr>
      </w:pPr>
      <w:hyperlink w:anchor="_Toc121993833" w:history="1">
        <w:r w:rsidRPr="00356AE4">
          <w:rPr>
            <w:rStyle w:val="Hyperlink"/>
            <w:i w:val="0"/>
            <w:iCs w:val="0"/>
            <w:noProof/>
            <w:u w:val="none"/>
          </w:rPr>
          <w:t>10.12.2</w:t>
        </w:r>
        <w:r w:rsidRPr="00356AE4">
          <w:rPr>
            <w:rFonts w:eastAsiaTheme="minorEastAsia"/>
            <w:i w:val="0"/>
            <w:iCs w:val="0"/>
            <w:noProof/>
          </w:rPr>
          <w:tab/>
        </w:r>
        <w:r w:rsidRPr="00356AE4">
          <w:rPr>
            <w:rStyle w:val="Hyperlink"/>
            <w:i w:val="0"/>
            <w:iCs w:val="0"/>
            <w:noProof/>
            <w:u w:val="none"/>
          </w:rPr>
          <w:t>TSP or DSP Meter Data Submittal to ERCOT</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_Toc121993833 \h </w:instrText>
        </w:r>
        <w:r w:rsidRPr="00356AE4">
          <w:rPr>
            <w:i w:val="0"/>
            <w:iCs w:val="0"/>
            <w:noProof/>
            <w:webHidden/>
          </w:rPr>
        </w:r>
        <w:r w:rsidRPr="00356AE4">
          <w:rPr>
            <w:i w:val="0"/>
            <w:iCs w:val="0"/>
            <w:noProof/>
            <w:webHidden/>
          </w:rPr>
          <w:fldChar w:fldCharType="separate"/>
        </w:r>
        <w:r w:rsidRPr="00356AE4">
          <w:rPr>
            <w:i w:val="0"/>
            <w:iCs w:val="0"/>
            <w:noProof/>
            <w:webHidden/>
          </w:rPr>
          <w:t>10-33</w:t>
        </w:r>
        <w:r w:rsidRPr="00356AE4">
          <w:rPr>
            <w:i w:val="0"/>
            <w:iCs w:val="0"/>
            <w:noProof/>
            <w:webHidden/>
          </w:rPr>
          <w:fldChar w:fldCharType="end"/>
        </w:r>
      </w:hyperlink>
    </w:p>
    <w:p w14:paraId="1431291F" w14:textId="463EB160" w:rsidR="00356AE4" w:rsidRPr="00356AE4" w:rsidRDefault="00356AE4">
      <w:pPr>
        <w:pStyle w:val="TOC3"/>
        <w:rPr>
          <w:rFonts w:eastAsiaTheme="minorEastAsia"/>
          <w:i w:val="0"/>
          <w:iCs w:val="0"/>
          <w:noProof/>
        </w:rPr>
      </w:pPr>
      <w:hyperlink w:anchor="_Toc121993834" w:history="1">
        <w:r w:rsidRPr="00356AE4">
          <w:rPr>
            <w:rStyle w:val="Hyperlink"/>
            <w:i w:val="0"/>
            <w:iCs w:val="0"/>
            <w:noProof/>
            <w:u w:val="none"/>
          </w:rPr>
          <w:t>10.12.3</w:t>
        </w:r>
        <w:r w:rsidRPr="00356AE4">
          <w:rPr>
            <w:rFonts w:eastAsiaTheme="minorEastAsia"/>
            <w:i w:val="0"/>
            <w:iCs w:val="0"/>
            <w:noProof/>
          </w:rPr>
          <w:tab/>
        </w:r>
        <w:r w:rsidRPr="00356AE4">
          <w:rPr>
            <w:rStyle w:val="Hyperlink"/>
            <w:i w:val="0"/>
            <w:iCs w:val="0"/>
            <w:noProof/>
            <w:u w:val="none"/>
          </w:rPr>
          <w:t>ERCOT Distribution of Settlement Quality Meter Data</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_Toc121993834 \h </w:instrText>
        </w:r>
        <w:r w:rsidRPr="00356AE4">
          <w:rPr>
            <w:i w:val="0"/>
            <w:iCs w:val="0"/>
            <w:noProof/>
            <w:webHidden/>
          </w:rPr>
        </w:r>
        <w:r w:rsidRPr="00356AE4">
          <w:rPr>
            <w:i w:val="0"/>
            <w:iCs w:val="0"/>
            <w:noProof/>
            <w:webHidden/>
          </w:rPr>
          <w:fldChar w:fldCharType="separate"/>
        </w:r>
        <w:r w:rsidRPr="00356AE4">
          <w:rPr>
            <w:i w:val="0"/>
            <w:iCs w:val="0"/>
            <w:noProof/>
            <w:webHidden/>
          </w:rPr>
          <w:t>10-33</w:t>
        </w:r>
        <w:r w:rsidRPr="00356AE4">
          <w:rPr>
            <w:i w:val="0"/>
            <w:iCs w:val="0"/>
            <w:noProof/>
            <w:webHidden/>
          </w:rPr>
          <w:fldChar w:fldCharType="end"/>
        </w:r>
      </w:hyperlink>
    </w:p>
    <w:p w14:paraId="3D033798" w14:textId="65C671A9" w:rsidR="00356AE4" w:rsidRPr="00356AE4" w:rsidRDefault="00356AE4">
      <w:pPr>
        <w:pStyle w:val="TOC2"/>
        <w:rPr>
          <w:rFonts w:eastAsiaTheme="minorEastAsia"/>
          <w:noProof/>
        </w:rPr>
      </w:pPr>
      <w:hyperlink w:anchor="_Toc121993835" w:history="1">
        <w:r w:rsidRPr="00356AE4">
          <w:rPr>
            <w:rStyle w:val="Hyperlink"/>
            <w:noProof/>
            <w:u w:val="none"/>
          </w:rPr>
          <w:t>10.13</w:t>
        </w:r>
        <w:r w:rsidRPr="00356AE4">
          <w:rPr>
            <w:rFonts w:eastAsiaTheme="minorEastAsia"/>
            <w:noProof/>
          </w:rPr>
          <w:tab/>
        </w:r>
        <w:r w:rsidRPr="00356AE4">
          <w:rPr>
            <w:rStyle w:val="Hyperlink"/>
            <w:noProof/>
            <w:u w:val="none"/>
          </w:rPr>
          <w:t>Meter Identification</w:t>
        </w:r>
        <w:r w:rsidRPr="00356AE4">
          <w:rPr>
            <w:noProof/>
            <w:webHidden/>
          </w:rPr>
          <w:tab/>
        </w:r>
        <w:r w:rsidRPr="00356AE4">
          <w:rPr>
            <w:noProof/>
            <w:webHidden/>
          </w:rPr>
          <w:fldChar w:fldCharType="begin"/>
        </w:r>
        <w:r w:rsidRPr="00356AE4">
          <w:rPr>
            <w:noProof/>
            <w:webHidden/>
          </w:rPr>
          <w:instrText xml:space="preserve"> PAGEREF _Toc121993835 \h </w:instrText>
        </w:r>
        <w:r w:rsidRPr="00356AE4">
          <w:rPr>
            <w:noProof/>
            <w:webHidden/>
          </w:rPr>
        </w:r>
        <w:r w:rsidRPr="00356AE4">
          <w:rPr>
            <w:noProof/>
            <w:webHidden/>
          </w:rPr>
          <w:fldChar w:fldCharType="separate"/>
        </w:r>
        <w:r w:rsidRPr="00356AE4">
          <w:rPr>
            <w:noProof/>
            <w:webHidden/>
          </w:rPr>
          <w:t>10-34</w:t>
        </w:r>
        <w:r w:rsidRPr="00356AE4">
          <w:rPr>
            <w:noProof/>
            <w:webHidden/>
          </w:rPr>
          <w:fldChar w:fldCharType="end"/>
        </w:r>
      </w:hyperlink>
    </w:p>
    <w:p w14:paraId="3F7897F0" w14:textId="38873402" w:rsidR="00356AE4" w:rsidRPr="00356AE4" w:rsidRDefault="00356AE4">
      <w:pPr>
        <w:pStyle w:val="TOC2"/>
        <w:rPr>
          <w:rFonts w:eastAsiaTheme="minorEastAsia"/>
          <w:noProof/>
        </w:rPr>
      </w:pPr>
      <w:hyperlink w:anchor="_Toc121993836" w:history="1">
        <w:r w:rsidRPr="00356AE4">
          <w:rPr>
            <w:rStyle w:val="Hyperlink"/>
            <w:noProof/>
            <w:u w:val="none"/>
          </w:rPr>
          <w:t>10.14</w:t>
        </w:r>
        <w:r w:rsidRPr="00356AE4">
          <w:rPr>
            <w:rFonts w:eastAsiaTheme="minorEastAsia"/>
            <w:noProof/>
          </w:rPr>
          <w:tab/>
        </w:r>
        <w:r w:rsidRPr="00356AE4">
          <w:rPr>
            <w:rStyle w:val="Hyperlink"/>
            <w:noProof/>
            <w:u w:val="none"/>
          </w:rPr>
          <w:t>Exemptions from Compliance to Metering Protocols</w:t>
        </w:r>
        <w:r w:rsidRPr="00356AE4">
          <w:rPr>
            <w:noProof/>
            <w:webHidden/>
          </w:rPr>
          <w:tab/>
        </w:r>
        <w:r w:rsidRPr="00356AE4">
          <w:rPr>
            <w:noProof/>
            <w:webHidden/>
          </w:rPr>
          <w:fldChar w:fldCharType="begin"/>
        </w:r>
        <w:r w:rsidRPr="00356AE4">
          <w:rPr>
            <w:noProof/>
            <w:webHidden/>
          </w:rPr>
          <w:instrText xml:space="preserve"> PAGEREF _Toc121993836 \h </w:instrText>
        </w:r>
        <w:r w:rsidRPr="00356AE4">
          <w:rPr>
            <w:noProof/>
            <w:webHidden/>
          </w:rPr>
        </w:r>
        <w:r w:rsidRPr="00356AE4">
          <w:rPr>
            <w:noProof/>
            <w:webHidden/>
          </w:rPr>
          <w:fldChar w:fldCharType="separate"/>
        </w:r>
        <w:r w:rsidRPr="00356AE4">
          <w:rPr>
            <w:noProof/>
            <w:webHidden/>
          </w:rPr>
          <w:t>10-34</w:t>
        </w:r>
        <w:r w:rsidRPr="00356AE4">
          <w:rPr>
            <w:noProof/>
            <w:webHidden/>
          </w:rPr>
          <w:fldChar w:fldCharType="end"/>
        </w:r>
      </w:hyperlink>
    </w:p>
    <w:p w14:paraId="1069A43D" w14:textId="2EB04E0E" w:rsidR="00356AE4" w:rsidRPr="00356AE4" w:rsidRDefault="00356AE4">
      <w:pPr>
        <w:pStyle w:val="TOC3"/>
        <w:rPr>
          <w:rFonts w:eastAsiaTheme="minorEastAsia"/>
          <w:i w:val="0"/>
          <w:iCs w:val="0"/>
          <w:noProof/>
        </w:rPr>
      </w:pPr>
      <w:hyperlink w:anchor="_Toc121993837" w:history="1">
        <w:r w:rsidRPr="00356AE4">
          <w:rPr>
            <w:rStyle w:val="Hyperlink"/>
            <w:i w:val="0"/>
            <w:iCs w:val="0"/>
            <w:noProof/>
            <w:u w:val="none"/>
          </w:rPr>
          <w:t>10.14.1</w:t>
        </w:r>
        <w:r w:rsidRPr="00356AE4">
          <w:rPr>
            <w:rFonts w:eastAsiaTheme="minorEastAsia"/>
            <w:i w:val="0"/>
            <w:iCs w:val="0"/>
            <w:noProof/>
          </w:rPr>
          <w:tab/>
        </w:r>
        <w:r w:rsidRPr="00356AE4">
          <w:rPr>
            <w:rStyle w:val="Hyperlink"/>
            <w:i w:val="0"/>
            <w:iCs w:val="0"/>
            <w:noProof/>
            <w:u w:val="none"/>
          </w:rPr>
          <w:t>Authority to Grant Exemptions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_Toc121993837 \h </w:instrText>
        </w:r>
        <w:r w:rsidRPr="00356AE4">
          <w:rPr>
            <w:i w:val="0"/>
            <w:iCs w:val="0"/>
            <w:noProof/>
            <w:webHidden/>
          </w:rPr>
        </w:r>
        <w:r w:rsidRPr="00356AE4">
          <w:rPr>
            <w:i w:val="0"/>
            <w:iCs w:val="0"/>
            <w:noProof/>
            <w:webHidden/>
          </w:rPr>
          <w:fldChar w:fldCharType="separate"/>
        </w:r>
        <w:r w:rsidRPr="00356AE4">
          <w:rPr>
            <w:i w:val="0"/>
            <w:iCs w:val="0"/>
            <w:noProof/>
            <w:webHidden/>
          </w:rPr>
          <w:t>10-34</w:t>
        </w:r>
        <w:r w:rsidRPr="00356AE4">
          <w:rPr>
            <w:i w:val="0"/>
            <w:iCs w:val="0"/>
            <w:noProof/>
            <w:webHidden/>
          </w:rPr>
          <w:fldChar w:fldCharType="end"/>
        </w:r>
      </w:hyperlink>
    </w:p>
    <w:p w14:paraId="3FCE67AA" w14:textId="239B3B6A" w:rsidR="00356AE4" w:rsidRPr="00356AE4" w:rsidRDefault="00356AE4">
      <w:pPr>
        <w:pStyle w:val="TOC3"/>
        <w:rPr>
          <w:rFonts w:eastAsiaTheme="minorEastAsia"/>
          <w:i w:val="0"/>
          <w:iCs w:val="0"/>
          <w:noProof/>
        </w:rPr>
      </w:pPr>
      <w:hyperlink w:anchor="_Toc121993838" w:history="1">
        <w:r w:rsidRPr="00356AE4">
          <w:rPr>
            <w:rStyle w:val="Hyperlink"/>
            <w:i w:val="0"/>
            <w:iCs w:val="0"/>
            <w:noProof/>
            <w:u w:val="none"/>
          </w:rPr>
          <w:t>10.14.2</w:t>
        </w:r>
        <w:r w:rsidRPr="00356AE4">
          <w:rPr>
            <w:rFonts w:eastAsiaTheme="minorEastAsia"/>
            <w:i w:val="0"/>
            <w:iCs w:val="0"/>
            <w:noProof/>
          </w:rPr>
          <w:tab/>
        </w:r>
        <w:r w:rsidRPr="00356AE4">
          <w:rPr>
            <w:rStyle w:val="Hyperlink"/>
            <w:i w:val="0"/>
            <w:iCs w:val="0"/>
            <w:noProof/>
            <w:u w:val="none"/>
          </w:rPr>
          <w:t>Guidelines for Granting Temporary Exemptions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_Toc121993838 \h </w:instrText>
        </w:r>
        <w:r w:rsidRPr="00356AE4">
          <w:rPr>
            <w:i w:val="0"/>
            <w:iCs w:val="0"/>
            <w:noProof/>
            <w:webHidden/>
          </w:rPr>
        </w:r>
        <w:r w:rsidRPr="00356AE4">
          <w:rPr>
            <w:i w:val="0"/>
            <w:iCs w:val="0"/>
            <w:noProof/>
            <w:webHidden/>
          </w:rPr>
          <w:fldChar w:fldCharType="separate"/>
        </w:r>
        <w:r w:rsidRPr="00356AE4">
          <w:rPr>
            <w:i w:val="0"/>
            <w:iCs w:val="0"/>
            <w:noProof/>
            <w:webHidden/>
          </w:rPr>
          <w:t>10-34</w:t>
        </w:r>
        <w:r w:rsidRPr="00356AE4">
          <w:rPr>
            <w:i w:val="0"/>
            <w:iCs w:val="0"/>
            <w:noProof/>
            <w:webHidden/>
          </w:rPr>
          <w:fldChar w:fldCharType="end"/>
        </w:r>
      </w:hyperlink>
    </w:p>
    <w:p w14:paraId="6C6BC4BD" w14:textId="75A3C736" w:rsidR="00356AE4" w:rsidRPr="00356AE4" w:rsidRDefault="00356AE4">
      <w:pPr>
        <w:pStyle w:val="TOC3"/>
        <w:rPr>
          <w:rFonts w:eastAsiaTheme="minorEastAsia"/>
          <w:i w:val="0"/>
          <w:iCs w:val="0"/>
          <w:noProof/>
        </w:rPr>
      </w:pPr>
      <w:hyperlink w:anchor="_Toc121993839" w:history="1">
        <w:r w:rsidRPr="00356AE4">
          <w:rPr>
            <w:rStyle w:val="Hyperlink"/>
            <w:i w:val="0"/>
            <w:iCs w:val="0"/>
            <w:noProof/>
            <w:u w:val="none"/>
          </w:rPr>
          <w:t>10.14.3</w:t>
        </w:r>
        <w:r w:rsidRPr="00356AE4">
          <w:rPr>
            <w:rFonts w:eastAsiaTheme="minorEastAsia"/>
            <w:i w:val="0"/>
            <w:iCs w:val="0"/>
            <w:noProof/>
          </w:rPr>
          <w:tab/>
        </w:r>
        <w:r w:rsidRPr="00356AE4">
          <w:rPr>
            <w:rStyle w:val="Hyperlink"/>
            <w:i w:val="0"/>
            <w:iCs w:val="0"/>
            <w:noProof/>
            <w:u w:val="none"/>
          </w:rPr>
          <w:t>Procedure for Applying for Exemptions</w:t>
        </w:r>
        <w:r w:rsidRPr="00356AE4">
          <w:rPr>
            <w:i w:val="0"/>
            <w:iCs w:val="0"/>
            <w:noProof/>
            <w:webHidden/>
          </w:rPr>
          <w:tab/>
        </w:r>
        <w:r w:rsidRPr="00356AE4">
          <w:rPr>
            <w:i w:val="0"/>
            <w:iCs w:val="0"/>
            <w:noProof/>
            <w:webHidden/>
          </w:rPr>
          <w:fldChar w:fldCharType="begin"/>
        </w:r>
        <w:r w:rsidRPr="00356AE4">
          <w:rPr>
            <w:i w:val="0"/>
            <w:iCs w:val="0"/>
            <w:noProof/>
            <w:webHidden/>
          </w:rPr>
          <w:instrText xml:space="preserve"> PAGEREF _Toc121993839 \h </w:instrText>
        </w:r>
        <w:r w:rsidRPr="00356AE4">
          <w:rPr>
            <w:i w:val="0"/>
            <w:iCs w:val="0"/>
            <w:noProof/>
            <w:webHidden/>
          </w:rPr>
        </w:r>
        <w:r w:rsidRPr="00356AE4">
          <w:rPr>
            <w:i w:val="0"/>
            <w:iCs w:val="0"/>
            <w:noProof/>
            <w:webHidden/>
          </w:rPr>
          <w:fldChar w:fldCharType="separate"/>
        </w:r>
        <w:r w:rsidRPr="00356AE4">
          <w:rPr>
            <w:i w:val="0"/>
            <w:iCs w:val="0"/>
            <w:noProof/>
            <w:webHidden/>
          </w:rPr>
          <w:t>10-34</w:t>
        </w:r>
        <w:r w:rsidRPr="00356AE4">
          <w:rPr>
            <w:i w:val="0"/>
            <w:iCs w:val="0"/>
            <w:noProof/>
            <w:webHidden/>
          </w:rPr>
          <w:fldChar w:fldCharType="end"/>
        </w:r>
      </w:hyperlink>
    </w:p>
    <w:p w14:paraId="7D677AA5" w14:textId="57A0A0A8" w:rsidR="00356AE4" w:rsidRPr="00356AE4" w:rsidRDefault="00356AE4">
      <w:pPr>
        <w:pStyle w:val="TOC4"/>
        <w:rPr>
          <w:rFonts w:eastAsiaTheme="minorEastAsia"/>
          <w:noProof/>
          <w:sz w:val="20"/>
          <w:szCs w:val="20"/>
        </w:rPr>
      </w:pPr>
      <w:hyperlink w:anchor="_Toc121993840" w:history="1">
        <w:r w:rsidRPr="00356AE4">
          <w:rPr>
            <w:rStyle w:val="Hyperlink"/>
            <w:noProof/>
            <w:sz w:val="20"/>
            <w:szCs w:val="20"/>
            <w:u w:val="none"/>
          </w:rPr>
          <w:t>10.14.3.1</w:t>
        </w:r>
        <w:r w:rsidRPr="00356AE4">
          <w:rPr>
            <w:rFonts w:eastAsiaTheme="minorEastAsia"/>
            <w:noProof/>
            <w:sz w:val="20"/>
            <w:szCs w:val="20"/>
          </w:rPr>
          <w:tab/>
        </w:r>
        <w:r w:rsidRPr="00356AE4">
          <w:rPr>
            <w:rStyle w:val="Hyperlink"/>
            <w:noProof/>
            <w:sz w:val="20"/>
            <w:szCs w:val="20"/>
            <w:u w:val="none"/>
          </w:rPr>
          <w:t>Information to be Included in the Application</w:t>
        </w:r>
        <w:r w:rsidRPr="00356AE4">
          <w:rPr>
            <w:noProof/>
            <w:webHidden/>
            <w:sz w:val="20"/>
            <w:szCs w:val="20"/>
          </w:rPr>
          <w:tab/>
        </w:r>
        <w:r w:rsidRPr="00356AE4">
          <w:rPr>
            <w:noProof/>
            <w:webHidden/>
            <w:sz w:val="20"/>
            <w:szCs w:val="20"/>
          </w:rPr>
          <w:fldChar w:fldCharType="begin"/>
        </w:r>
        <w:r w:rsidRPr="00356AE4">
          <w:rPr>
            <w:noProof/>
            <w:webHidden/>
            <w:sz w:val="20"/>
            <w:szCs w:val="20"/>
          </w:rPr>
          <w:instrText xml:space="preserve"> PAGEREF _Toc121993840 \h </w:instrText>
        </w:r>
        <w:r w:rsidRPr="00356AE4">
          <w:rPr>
            <w:noProof/>
            <w:webHidden/>
            <w:sz w:val="20"/>
            <w:szCs w:val="20"/>
          </w:rPr>
        </w:r>
        <w:r w:rsidRPr="00356AE4">
          <w:rPr>
            <w:noProof/>
            <w:webHidden/>
            <w:sz w:val="20"/>
            <w:szCs w:val="20"/>
          </w:rPr>
          <w:fldChar w:fldCharType="separate"/>
        </w:r>
        <w:r w:rsidRPr="00356AE4">
          <w:rPr>
            <w:noProof/>
            <w:webHidden/>
            <w:sz w:val="20"/>
            <w:szCs w:val="20"/>
          </w:rPr>
          <w:t>10-35</w:t>
        </w:r>
        <w:r w:rsidRPr="00356AE4">
          <w:rPr>
            <w:noProof/>
            <w:webHidden/>
            <w:sz w:val="20"/>
            <w:szCs w:val="20"/>
          </w:rPr>
          <w:fldChar w:fldCharType="end"/>
        </w:r>
      </w:hyperlink>
    </w:p>
    <w:p w14:paraId="629268DC" w14:textId="05D9130A"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121993745"/>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121993746"/>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w:t>
      </w:r>
      <w:r w:rsidR="008A2A17" w:rsidRPr="006C4F48">
        <w:rPr>
          <w:smallCaps/>
          <w:szCs w:val="24"/>
        </w:rPr>
        <w:t>ubst</w:t>
      </w:r>
      <w:r w:rsidR="008A2A17" w:rsidRPr="001006A1">
        <w:t>. R.</w:t>
      </w:r>
      <w:r w:rsidR="008A2A17" w:rsidRPr="009C7388">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0094D203" w14:textId="77777777" w:rsidTr="00F14877">
        <w:tc>
          <w:tcPr>
            <w:tcW w:w="9766" w:type="dxa"/>
            <w:shd w:val="pct12" w:color="auto" w:fill="auto"/>
          </w:tcPr>
          <w:p w14:paraId="6201C861" w14:textId="5DFC5F34" w:rsidR="00F14877" w:rsidRPr="00E566EB" w:rsidRDefault="00F14877" w:rsidP="00F14877">
            <w:pPr>
              <w:spacing w:before="120" w:after="240"/>
              <w:rPr>
                <w:b/>
                <w:i/>
                <w:iCs/>
              </w:rPr>
            </w:pPr>
            <w:bookmarkStart w:id="6" w:name="_Toc148169970"/>
            <w:bookmarkStart w:id="7" w:name="_Toc157587935"/>
            <w:bookmarkStart w:id="8" w:name="_Toc100568199"/>
            <w:bookmarkStart w:id="9" w:name="_Toc148169971"/>
            <w:bookmarkStart w:id="10" w:name="_Toc148169972"/>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97109E0" w14:textId="12097024" w:rsidR="00F14877" w:rsidRPr="00BC66E2" w:rsidRDefault="00F14877" w:rsidP="00F14877">
            <w:pPr>
              <w:spacing w:after="240"/>
              <w:ind w:left="720" w:hanging="720"/>
            </w:pPr>
            <w:r w:rsidRPr="00B37522">
              <w:t>(3)</w:t>
            </w:r>
            <w:r w:rsidRPr="00B37522">
              <w:tab/>
              <w:t xml:space="preserve">All Service Delivery Points, excluding EPS, Settlement Only Distribution Generator (SODG), </w:t>
            </w:r>
            <w:r>
              <w:t xml:space="preserve">Settlement Only Distribution Energy Storage System (SODESS), </w:t>
            </w:r>
            <w:r w:rsidRPr="00B37522">
              <w:t xml:space="preserve">or Non-Opt-In Entity (NOIE) metering points, that meet the requirements of P.U.C. </w:t>
            </w:r>
            <w:r w:rsidRPr="00B37522">
              <w:rPr>
                <w:smallCaps/>
              </w:rPr>
              <w:t>S</w:t>
            </w:r>
            <w:r w:rsidRPr="006C4F48">
              <w:rPr>
                <w:smallCaps/>
                <w:szCs w:val="24"/>
              </w:rPr>
              <w:t>ubst</w:t>
            </w:r>
            <w:r w:rsidRPr="001006A1">
              <w:t>. R.</w:t>
            </w:r>
            <w:r w:rsidRPr="00B37522">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r>
              <w:t>.</w:t>
            </w:r>
          </w:p>
        </w:tc>
      </w:tr>
    </w:tbl>
    <w:p w14:paraId="2DED41D4" w14:textId="77777777" w:rsidR="00BB2C06" w:rsidRDefault="005F3F58" w:rsidP="005B72D1">
      <w:pPr>
        <w:pStyle w:val="H2"/>
        <w:spacing w:before="480"/>
      </w:pPr>
      <w:bookmarkStart w:id="11" w:name="_Toc121993747"/>
      <w:r>
        <w:t>10.2</w:t>
      </w:r>
      <w:r>
        <w:tab/>
        <w:t>Scope of Metering Responsibilities</w:t>
      </w:r>
      <w:bookmarkEnd w:id="6"/>
      <w:bookmarkEnd w:id="7"/>
      <w:bookmarkEnd w:id="11"/>
    </w:p>
    <w:p w14:paraId="020330EB" w14:textId="77777777" w:rsidR="00BB2C06" w:rsidRDefault="005F3F58">
      <w:pPr>
        <w:pStyle w:val="H3"/>
      </w:pPr>
      <w:bookmarkStart w:id="12" w:name="_Toc157587936"/>
      <w:bookmarkStart w:id="13" w:name="_Toc121993748"/>
      <w:r>
        <w:t>10.2.1</w:t>
      </w:r>
      <w:r>
        <w:tab/>
        <w:t>QSE Real-Time Metering</w:t>
      </w:r>
      <w:bookmarkEnd w:id="8"/>
      <w:bookmarkEnd w:id="9"/>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121993749"/>
      <w:r>
        <w:lastRenderedPageBreak/>
        <w:t>10.2.2</w:t>
      </w:r>
      <w:r>
        <w:tab/>
        <w:t>TSP and DSP Metered Entities</w:t>
      </w:r>
      <w:bookmarkEnd w:id="10"/>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(i)</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w:t>
      </w:r>
      <w:r w:rsidRPr="006C4F48">
        <w:rPr>
          <w:smallCaps/>
          <w:szCs w:val="24"/>
        </w:rPr>
        <w:t>ubst</w:t>
      </w:r>
      <w:r w:rsidRPr="001006A1">
        <w:rPr>
          <w:smallCaps/>
        </w:rPr>
        <w:t>.</w:t>
      </w:r>
      <w:r>
        <w:t xml:space="preserve"> </w:t>
      </w:r>
      <w:r w:rsidRPr="001006A1">
        <w:t>R.</w:t>
      </w:r>
      <w:r>
        <w:t xml:space="preserve">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p w14:paraId="756D689D" w14:textId="77777777" w:rsidR="00BB2C06" w:rsidRDefault="00F10176">
      <w:pPr>
        <w:pStyle w:val="List"/>
      </w:pPr>
      <w:r w:rsidRPr="00770CC1">
        <w:t>(c)</w:t>
      </w:r>
      <w:r w:rsidRPr="00770CC1">
        <w:tab/>
        <w:t xml:space="preserve">NOIE or External Load Serving Entity (ELSE) points of delivery where metering points are radial Loads and are </w:t>
      </w:r>
      <w:proofErr w:type="spellStart"/>
      <w:r w:rsidRPr="00770CC1">
        <w:t>uni</w:t>
      </w:r>
      <w:proofErr w:type="spellEnd"/>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xml:space="preserve">.  A TSP or DSP has the option of making some or all such </w:t>
      </w:r>
      <w:proofErr w:type="gramStart"/>
      <w:r w:rsidRPr="00770CC1">
        <w:t>meters</w:t>
      </w:r>
      <w:proofErr w:type="gramEnd"/>
      <w:r w:rsidRPr="00770CC1">
        <w:t xml:space="preserve">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p w14:paraId="74F6BEC3" w14:textId="77777777" w:rsidR="00BB2C06" w:rsidRDefault="005F3F58">
      <w:pPr>
        <w:pStyle w:val="List"/>
        <w:ind w:left="720"/>
      </w:pPr>
      <w:r>
        <w:t>(2)</w:t>
      </w:r>
      <w:r>
        <w:tab/>
        <w:t>Each TSP and DSP is responsible for the following:</w:t>
      </w:r>
    </w:p>
    <w:p w14:paraId="390139E0" w14:textId="77777777" w:rsidR="00BB2C06" w:rsidRDefault="005F3F58">
      <w:pPr>
        <w:pStyle w:val="List"/>
      </w:pPr>
      <w:r>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77777777" w:rsidR="00BB2C06" w:rsidRDefault="005F3F58">
      <w:pPr>
        <w:pStyle w:val="List"/>
      </w:pPr>
      <w:r>
        <w:lastRenderedPageBreak/>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p w14:paraId="594F2423" w14:textId="497ECAD8" w:rsidR="00BB2C06" w:rsidRDefault="005F3F58" w:rsidP="00C5285E">
      <w:pPr>
        <w:pStyle w:val="List"/>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121993750"/>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8A4E39" w14:textId="77777777" w:rsidTr="00F14877">
        <w:tc>
          <w:tcPr>
            <w:tcW w:w="9766" w:type="dxa"/>
            <w:shd w:val="pct12" w:color="auto" w:fill="auto"/>
          </w:tcPr>
          <w:p w14:paraId="32632379" w14:textId="24A37D41"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w:t>
            </w:r>
            <w:r w:rsidR="001006A1">
              <w:rPr>
                <w:b/>
                <w:i/>
                <w:iCs/>
              </w:rPr>
              <w:t xml:space="preserve"> paragraph</w:t>
            </w:r>
            <w:r>
              <w:rPr>
                <w:b/>
                <w:i/>
                <w:iCs/>
              </w:rPr>
              <w:t xml:space="preserve"> (g) above with the following upon </w:t>
            </w:r>
            <w:r w:rsidRPr="00E566EB">
              <w:rPr>
                <w:b/>
                <w:i/>
                <w:iCs/>
              </w:rPr>
              <w:t>system implementation:]</w:t>
            </w:r>
          </w:p>
          <w:p w14:paraId="2054AD55" w14:textId="3E8EF955" w:rsidR="00F14877" w:rsidRPr="00BC66E2" w:rsidRDefault="00F14877" w:rsidP="00F14877">
            <w:pPr>
              <w:spacing w:after="240"/>
              <w:ind w:left="1440" w:hanging="720"/>
            </w:pPr>
            <w:r w:rsidRPr="005C25BA">
              <w:t>(g)</w:t>
            </w:r>
            <w:r w:rsidRPr="005C25BA">
              <w:tab/>
            </w:r>
            <w:r>
              <w:t>Metering required to determine the</w:t>
            </w:r>
            <w:r w:rsidR="001006A1">
              <w:t xml:space="preserve"> Wholesale Storage Load (WSL) </w:t>
            </w:r>
            <w:r>
              <w:t xml:space="preserve">or Non-WSL Settlement Only Charging Load associated to a Settlement Only Distribution Energy Storage System (SODESS) or </w:t>
            </w:r>
            <w:r w:rsidRPr="00F14877">
              <w:t>Settlement Only Transmission Energy Storage System</w:t>
            </w:r>
            <w:r>
              <w:t xml:space="preserve"> (SOTESS);</w:t>
            </w:r>
          </w:p>
        </w:tc>
      </w:tr>
    </w:tbl>
    <w:p w14:paraId="77E8CFCF" w14:textId="5F56374A" w:rsidR="00CC2EDE" w:rsidRDefault="003472BA" w:rsidP="005B72D1">
      <w:pPr>
        <w:pStyle w:val="List"/>
        <w:spacing w:before="240"/>
      </w:pPr>
      <w:r w:rsidRPr="000B7392">
        <w:lastRenderedPageBreak/>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(i)</w:t>
      </w:r>
      <w:r>
        <w:tab/>
        <w:t xml:space="preserve">Metering required to determine the </w:t>
      </w:r>
      <w:r w:rsidRPr="000651CA">
        <w:t>Non-WSL ESR Charging Load</w:t>
      </w:r>
      <w:r>
        <w:t>.</w:t>
      </w:r>
    </w:p>
    <w:p w14:paraId="7A4D5AF9" w14:textId="77777777" w:rsidR="00BB2C06" w:rsidRDefault="005F3F58" w:rsidP="001910B2">
      <w:pPr>
        <w:pStyle w:val="List"/>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04A7F626" w14:textId="77777777" w:rsidR="00BB2C06" w:rsidRDefault="005F3F58" w:rsidP="00C5285E">
      <w:pPr>
        <w:pStyle w:val="H4"/>
      </w:pPr>
      <w:bookmarkStart w:id="19" w:name="_Toc148169974"/>
      <w:bookmarkStart w:id="20" w:name="_Toc157587939"/>
      <w:bookmarkStart w:id="21" w:name="_Toc148170046"/>
      <w:bookmarkStart w:id="22" w:name="_Toc121993751"/>
      <w:r>
        <w:t>10.2.3.1</w:t>
      </w:r>
      <w:r>
        <w:tab/>
        <w:t>Entity EPS Responsibilities</w:t>
      </w:r>
      <w:bookmarkEnd w:id="19"/>
      <w:bookmarkEnd w:id="20"/>
      <w:bookmarkEnd w:id="22"/>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53ADCD4" w14:textId="77777777" w:rsidTr="00F14877">
        <w:tc>
          <w:tcPr>
            <w:tcW w:w="9766" w:type="dxa"/>
            <w:shd w:val="pct12" w:color="auto" w:fill="auto"/>
          </w:tcPr>
          <w:p w14:paraId="3AE69737" w14:textId="7738095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(b) above with the following upon </w:t>
            </w:r>
            <w:r w:rsidRPr="00E566EB">
              <w:rPr>
                <w:b/>
                <w:i/>
                <w:iCs/>
              </w:rPr>
              <w:t>system implementation:]</w:t>
            </w:r>
          </w:p>
          <w:p w14:paraId="3B43DB25" w14:textId="36B75352" w:rsidR="00F14877" w:rsidRPr="00BC66E2" w:rsidRDefault="00F14877" w:rsidP="00F14877">
            <w:pPr>
              <w:spacing w:after="240"/>
              <w:ind w:left="1440" w:hanging="720"/>
            </w:pPr>
            <w:r w:rsidRPr="005C25BA">
              <w:t>(b)</w:t>
            </w:r>
            <w:r w:rsidRPr="005C25BA">
              <w:tab/>
              <w:t>A TSP or DSP shall have EPS Metering Facilities installed and maintained under the supervision of a TSP or DSP “EPS Meter Inspector,” which is defined as an employee or agent of the TSP or DSP who has received EPS training from ERCOT, and is described further herein.  This requirement does not apply to Resource Entity-owned Metering Facilities used to measure, calculate, or telemeter ESR</w:t>
            </w:r>
            <w:r>
              <w:t>, SODESS,</w:t>
            </w:r>
            <w:r w:rsidRPr="00E10BFA">
              <w:t xml:space="preserve"> </w:t>
            </w:r>
            <w:r>
              <w:t>or SOTESS</w:t>
            </w:r>
            <w:r w:rsidRPr="005C25BA">
              <w:t xml:space="preserve"> auxiliary Load pursuant to Section 10.2.4, Resource Entity Calculation and Telemetry of ESR</w:t>
            </w:r>
            <w:r w:rsidR="001006A1">
              <w:t>, SODESS, or SOTESS</w:t>
            </w:r>
            <w:r w:rsidRPr="005C25BA">
              <w:t xml:space="preserve"> Auxiliary Load Values.</w:t>
            </w:r>
          </w:p>
        </w:tc>
      </w:tr>
    </w:tbl>
    <w:p w14:paraId="0C02E217" w14:textId="7D1809A0" w:rsidR="00BB2C06" w:rsidRDefault="005F3F58" w:rsidP="005B72D1">
      <w:pPr>
        <w:pStyle w:val="List"/>
        <w:spacing w:before="240"/>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7E0E9F5" w14:textId="77777777" w:rsidTr="00F14877">
        <w:tc>
          <w:tcPr>
            <w:tcW w:w="9766" w:type="dxa"/>
            <w:shd w:val="pct12" w:color="auto" w:fill="auto"/>
          </w:tcPr>
          <w:p w14:paraId="37651B8A" w14:textId="56F378A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(c) above with the following upon </w:t>
            </w:r>
            <w:r w:rsidRPr="00E566EB">
              <w:rPr>
                <w:b/>
                <w:i/>
                <w:iCs/>
              </w:rPr>
              <w:t>system implementation:]</w:t>
            </w:r>
          </w:p>
          <w:p w14:paraId="3CDE5147" w14:textId="06D35996" w:rsidR="00F14877" w:rsidRPr="00BC66E2" w:rsidRDefault="00F14877" w:rsidP="00F14877">
            <w:pPr>
              <w:spacing w:after="240"/>
              <w:ind w:left="1440" w:hanging="720"/>
            </w:pPr>
            <w:r w:rsidRPr="005C25BA">
              <w:lastRenderedPageBreak/>
              <w:t>(c)</w:t>
            </w:r>
            <w:r w:rsidRPr="005C25BA">
              <w:tab/>
              <w:t>Each TSP and DSP shall install, control, and maintain the meters, recorders, instrument transformers, wiring, communications, and other miscellaneous equipment required to measure electrical energy, as described in this Section and SMOG, except for Resource Entity-owned equipment used to measure, calculate, or telemeter an auxiliary Load value for an ESR</w:t>
            </w:r>
            <w:r>
              <w:t>, SODESS,</w:t>
            </w:r>
            <w:r w:rsidRPr="00E10BFA">
              <w:t xml:space="preserve"> </w:t>
            </w:r>
            <w:r>
              <w:t>or SOTESS</w:t>
            </w:r>
            <w:r w:rsidRPr="005C25BA">
              <w:t xml:space="preserve"> pursuant to Section 10.2.4.</w:t>
            </w:r>
          </w:p>
        </w:tc>
      </w:tr>
    </w:tbl>
    <w:p w14:paraId="65A840F4" w14:textId="1B0AA70E" w:rsidR="00BB2C06" w:rsidRDefault="005F3F58" w:rsidP="005B72D1">
      <w:pPr>
        <w:pStyle w:val="List"/>
        <w:spacing w:before="360"/>
      </w:pPr>
      <w:r>
        <w:lastRenderedPageBreak/>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3" w:name="_Toc121993752"/>
      <w:r w:rsidRPr="00C36FCC">
        <w:rPr>
          <w:b/>
          <w:bCs/>
          <w:i/>
        </w:rPr>
        <w:t>10.2.4</w:t>
      </w:r>
      <w:r w:rsidRPr="00C36FCC">
        <w:rPr>
          <w:b/>
          <w:bCs/>
          <w:i/>
        </w:rPr>
        <w:tab/>
        <w:t>Resource Entity Calculation and Telemetry of ESR Auxiliary Load Values</w:t>
      </w:r>
      <w:bookmarkEnd w:id="23"/>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lastRenderedPageBreak/>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0C776E" w14:textId="77777777" w:rsidTr="00F14877">
        <w:tc>
          <w:tcPr>
            <w:tcW w:w="9766" w:type="dxa"/>
            <w:shd w:val="pct12" w:color="auto" w:fill="auto"/>
          </w:tcPr>
          <w:p w14:paraId="09F67A66" w14:textId="5205A959" w:rsidR="00F14877" w:rsidRPr="00E566EB" w:rsidRDefault="00F14877" w:rsidP="00F14877">
            <w:pPr>
              <w:spacing w:before="120" w:after="240"/>
              <w:rPr>
                <w:b/>
                <w:i/>
                <w:iCs/>
              </w:rPr>
            </w:pPr>
            <w:bookmarkStart w:id="24" w:name="_Toc148169975"/>
            <w:bookmarkStart w:id="25" w:name="_Toc157587940"/>
            <w:r>
              <w:rPr>
                <w:b/>
                <w:i/>
                <w:iCs/>
              </w:rPr>
              <w:t>[NPRR995</w:t>
            </w:r>
            <w:r w:rsidRPr="00E566EB">
              <w:rPr>
                <w:b/>
                <w:i/>
                <w:iCs/>
              </w:rPr>
              <w:t xml:space="preserve">: </w:t>
            </w:r>
            <w:r>
              <w:rPr>
                <w:b/>
                <w:i/>
                <w:iCs/>
              </w:rPr>
              <w:t xml:space="preserve"> Replace Section 10.2.4 above with the following upon </w:t>
            </w:r>
            <w:r w:rsidRPr="00E566EB">
              <w:rPr>
                <w:b/>
                <w:i/>
                <w:iCs/>
              </w:rPr>
              <w:t>system implementation:]</w:t>
            </w:r>
          </w:p>
          <w:p w14:paraId="5FA80CB9" w14:textId="77777777" w:rsidR="00F14877" w:rsidRPr="00F14877" w:rsidRDefault="00F14877" w:rsidP="00F14877">
            <w:pPr>
              <w:keepNext/>
              <w:tabs>
                <w:tab w:val="left" w:pos="1080"/>
              </w:tabs>
              <w:spacing w:after="240"/>
              <w:ind w:left="1080" w:hanging="1080"/>
              <w:outlineLvl w:val="2"/>
              <w:rPr>
                <w:b/>
                <w:bCs/>
                <w:i/>
              </w:rPr>
            </w:pPr>
            <w:bookmarkStart w:id="26" w:name="_Hlk81121873"/>
            <w:bookmarkStart w:id="27" w:name="_Toc121993753"/>
            <w:r w:rsidRPr="00F14877">
              <w:rPr>
                <w:b/>
                <w:bCs/>
                <w:i/>
              </w:rPr>
              <w:t>10.2.4</w:t>
            </w:r>
            <w:r w:rsidRPr="00F14877">
              <w:rPr>
                <w:b/>
                <w:bCs/>
                <w:i/>
              </w:rPr>
              <w:tab/>
              <w:t>Resource Entity Calculation and Telemetry of ESR, SODESS, or SOTESS Auxiliary Load Values</w:t>
            </w:r>
            <w:bookmarkEnd w:id="27"/>
          </w:p>
          <w:p w14:paraId="4CFD0320" w14:textId="77777777" w:rsidR="00F14877" w:rsidRPr="00F14877" w:rsidRDefault="00F14877" w:rsidP="00F14877">
            <w:pPr>
              <w:spacing w:after="240"/>
              <w:ind w:left="720" w:hanging="720"/>
              <w:rPr>
                <w:szCs w:val="24"/>
              </w:rPr>
            </w:pPr>
            <w:r w:rsidRPr="00F14877">
              <w:rPr>
                <w:szCs w:val="24"/>
              </w:rPr>
              <w:t>(1)</w:t>
            </w:r>
            <w:r w:rsidRPr="00F14877">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SODESS’s, or SOTESS’s auxiliary Load is not feasible based on the ESR’s, SODESS’s, or SOTESS’s physical design, the Resource Entity for that ESR, SODESS, or SOTESS shall be permitted to calculate the auxiliary Load using measurements from its own internal sensors and telemeter a Real-Time aggregated value for that Load to the TDSP’s EPS Meter.  The Resource Entity may telemeter a zero Load value only when the ESR, SODESS, or SOTESS is discharging more than the calculated auxiliary Load.  The methodology by which the auxiliary Load is calculated is subject to ERCOT approval.  </w:t>
            </w:r>
          </w:p>
          <w:p w14:paraId="216DCE60" w14:textId="77777777" w:rsidR="00F14877" w:rsidRPr="00F14877" w:rsidRDefault="00F14877" w:rsidP="00F14877">
            <w:pPr>
              <w:spacing w:after="240"/>
              <w:ind w:left="720" w:hanging="720"/>
            </w:pPr>
            <w:r w:rsidRPr="00F14877">
              <w:rPr>
                <w:szCs w:val="24"/>
              </w:rPr>
              <w:t>(2)</w:t>
            </w:r>
            <w:r w:rsidRPr="00F14877">
              <w:rPr>
                <w:szCs w:val="24"/>
              </w:rPr>
              <w:tab/>
              <w:t xml:space="preserve">An officer of the Resource Entity shall annually attest to the methodology and validity of the auxiliary Load calculation, as further described in the SMOG.  </w:t>
            </w:r>
            <w:r w:rsidRPr="00F14877">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C92F3FF" w14:textId="77777777" w:rsidR="00F14877" w:rsidRPr="00F14877" w:rsidRDefault="00F14877" w:rsidP="00F14877">
            <w:pPr>
              <w:spacing w:after="240"/>
              <w:ind w:left="720" w:hanging="720"/>
            </w:pPr>
            <w:r w:rsidRPr="00F14877">
              <w:t>(3)</w:t>
            </w:r>
            <w:r w:rsidRPr="00F14877">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F14877">
              <w:rPr>
                <w:szCs w:val="24"/>
              </w:rPr>
              <w:t>forfeit</w:t>
            </w:r>
            <w:r w:rsidRPr="00F14877">
              <w:t xml:space="preserve"> WSL treatment.</w:t>
            </w:r>
            <w:r w:rsidRPr="00F14877">
              <w:rPr>
                <w:szCs w:val="24"/>
              </w:rPr>
              <w:t xml:space="preserve">  </w:t>
            </w:r>
          </w:p>
          <w:p w14:paraId="7CA73D2C" w14:textId="77777777" w:rsidR="00F14877" w:rsidRPr="00F14877" w:rsidRDefault="00F14877" w:rsidP="00F14877">
            <w:pPr>
              <w:spacing w:after="240"/>
              <w:ind w:left="720" w:hanging="720"/>
              <w:rPr>
                <w:szCs w:val="24"/>
              </w:rPr>
            </w:pPr>
            <w:r w:rsidRPr="00F14877">
              <w:rPr>
                <w:szCs w:val="24"/>
              </w:rPr>
              <w:t>(4)</w:t>
            </w:r>
            <w:r w:rsidRPr="00F14877">
              <w:rPr>
                <w:szCs w:val="24"/>
              </w:rPr>
              <w:tab/>
              <w:t xml:space="preserve">ERCOT may conduct an audit of the Resource Entity’s processes, equipment, and calculation of the auxiliary Load. </w:t>
            </w:r>
          </w:p>
          <w:p w14:paraId="4FC24636" w14:textId="3ECD1451" w:rsidR="00F14877" w:rsidRPr="00F14877" w:rsidRDefault="00F14877" w:rsidP="00F14877">
            <w:pPr>
              <w:spacing w:after="240"/>
              <w:ind w:left="720" w:hanging="720"/>
              <w:rPr>
                <w:szCs w:val="24"/>
              </w:rPr>
            </w:pPr>
            <w:r w:rsidRPr="00F14877">
              <w:rPr>
                <w:szCs w:val="24"/>
              </w:rPr>
              <w:t>(5)</w:t>
            </w:r>
            <w:r w:rsidRPr="00F14877">
              <w:rPr>
                <w:szCs w:val="24"/>
              </w:rPr>
              <w:tab/>
              <w:t>The TSP or DSP shall assign all costs required for separately metering the auxiliary Load for WSL treatment to the EPS Meter to the Resource Entity.</w:t>
            </w:r>
            <w:bookmarkEnd w:id="26"/>
          </w:p>
        </w:tc>
      </w:tr>
    </w:tbl>
    <w:p w14:paraId="2E962F2A" w14:textId="77777777" w:rsidR="00D0691C" w:rsidRPr="00CE5D56" w:rsidRDefault="00D0691C" w:rsidP="005B72D1">
      <w:pPr>
        <w:keepNext/>
        <w:widowControl w:val="0"/>
        <w:tabs>
          <w:tab w:val="left" w:pos="1260"/>
        </w:tabs>
        <w:spacing w:before="480" w:after="240"/>
        <w:ind w:left="1260" w:hanging="1260"/>
        <w:outlineLvl w:val="3"/>
        <w:rPr>
          <w:b/>
          <w:bCs/>
          <w:snapToGrid w:val="0"/>
        </w:rPr>
      </w:pPr>
      <w:bookmarkStart w:id="28" w:name="_Toc121993754"/>
      <w:r w:rsidRPr="00CE5D56">
        <w:rPr>
          <w:b/>
          <w:bCs/>
          <w:snapToGrid w:val="0"/>
        </w:rPr>
        <w:lastRenderedPageBreak/>
        <w:t>10.2.4.1</w:t>
      </w:r>
      <w:r w:rsidRPr="00CE5D56">
        <w:rPr>
          <w:b/>
          <w:bCs/>
          <w:snapToGrid w:val="0"/>
        </w:rPr>
        <w:tab/>
        <w:t>Responsibilities for Resource Entity Calculation and Telemetry of ESR Auxiliary Load Values</w:t>
      </w:r>
      <w:bookmarkEnd w:id="28"/>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t>(i)</w:t>
      </w:r>
      <w:r w:rsidRPr="00CE5D56">
        <w:rPr>
          <w:szCs w:val="24"/>
        </w:rPr>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1CD3D340"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(i)</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lastRenderedPageBreak/>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(i)</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862EFD7" w14:textId="77777777" w:rsidTr="00F14877">
        <w:tc>
          <w:tcPr>
            <w:tcW w:w="9766" w:type="dxa"/>
            <w:shd w:val="pct12" w:color="auto" w:fill="auto"/>
          </w:tcPr>
          <w:p w14:paraId="45D533D9" w14:textId="7FA3A22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Section 10.2.4.1 above with the following upon </w:t>
            </w:r>
            <w:r w:rsidRPr="00E566EB">
              <w:rPr>
                <w:b/>
                <w:i/>
                <w:iCs/>
              </w:rPr>
              <w:t>system implementation:]</w:t>
            </w:r>
          </w:p>
          <w:p w14:paraId="3FE6C85A" w14:textId="77777777" w:rsidR="00F14877" w:rsidRPr="00082122" w:rsidRDefault="00F14877" w:rsidP="00F14877">
            <w:pPr>
              <w:keepNext/>
              <w:widowControl w:val="0"/>
              <w:tabs>
                <w:tab w:val="left" w:pos="1260"/>
              </w:tabs>
              <w:spacing w:after="240"/>
              <w:ind w:left="1260" w:hanging="1260"/>
              <w:outlineLvl w:val="3"/>
              <w:rPr>
                <w:b/>
                <w:bCs/>
                <w:snapToGrid w:val="0"/>
              </w:rPr>
            </w:pPr>
            <w:bookmarkStart w:id="29" w:name="_Toc121993755"/>
            <w:r w:rsidRPr="00082122">
              <w:rPr>
                <w:b/>
                <w:bCs/>
                <w:snapToGrid w:val="0"/>
              </w:rPr>
              <w:t>10.2.4.1</w:t>
            </w:r>
            <w:r w:rsidRPr="00082122">
              <w:rPr>
                <w:b/>
                <w:bCs/>
                <w:snapToGrid w:val="0"/>
              </w:rPr>
              <w:tab/>
              <w:t>Responsibilities for Resource Entity Calculation and Telemetry of ESR, SODES</w:t>
            </w:r>
            <w:r>
              <w:rPr>
                <w:b/>
                <w:bCs/>
                <w:snapToGrid w:val="0"/>
              </w:rPr>
              <w:t>S,</w:t>
            </w:r>
            <w:r w:rsidRPr="00082122">
              <w:rPr>
                <w:b/>
                <w:bCs/>
                <w:snapToGrid w:val="0"/>
              </w:rPr>
              <w:t xml:space="preserve"> or SOTES</w:t>
            </w:r>
            <w:r>
              <w:rPr>
                <w:b/>
                <w:bCs/>
                <w:snapToGrid w:val="0"/>
              </w:rPr>
              <w:t>S</w:t>
            </w:r>
            <w:r w:rsidRPr="00082122">
              <w:rPr>
                <w:b/>
                <w:bCs/>
                <w:snapToGrid w:val="0"/>
              </w:rPr>
              <w:t xml:space="preserve"> Auxiliary Load Values</w:t>
            </w:r>
            <w:bookmarkEnd w:id="29"/>
          </w:p>
          <w:p w14:paraId="13A0EECD" w14:textId="6906BCB9" w:rsidR="00F14877" w:rsidRPr="00082122" w:rsidRDefault="00F14877" w:rsidP="00F14877">
            <w:pPr>
              <w:ind w:left="720" w:hanging="720"/>
            </w:pPr>
            <w:r w:rsidRPr="00082122">
              <w:t>(1)</w:t>
            </w:r>
            <w:r w:rsidRPr="00082122">
              <w:tab/>
              <w:t>For each site at which a Resource Entity telemeters its auxiliary Load value, as permitted by Section 10.2.4</w:t>
            </w:r>
            <w:r>
              <w:t xml:space="preserve">, </w:t>
            </w:r>
            <w:r w:rsidRPr="006B5F85">
              <w:t>Resource Entity Calculation and Telemetry of ESR</w:t>
            </w:r>
            <w:r w:rsidR="001006A1">
              <w:t>, SODESS, or SOTESS</w:t>
            </w:r>
            <w:r w:rsidRPr="006B5F85">
              <w:t xml:space="preserve"> Auxiliary Load Values</w:t>
            </w:r>
            <w:r w:rsidRPr="00082122">
              <w:t>:</w:t>
            </w:r>
          </w:p>
          <w:p w14:paraId="1FF5FA9A" w14:textId="77777777" w:rsidR="00F14877" w:rsidRPr="00082122" w:rsidRDefault="00F14877" w:rsidP="00F14877">
            <w:pPr>
              <w:ind w:left="720" w:hanging="720"/>
            </w:pPr>
          </w:p>
          <w:p w14:paraId="3A9BAE67" w14:textId="77777777" w:rsidR="00F14877" w:rsidRPr="00082122" w:rsidRDefault="00F14877" w:rsidP="00F14877">
            <w:pPr>
              <w:spacing w:after="240"/>
              <w:ind w:left="720"/>
            </w:pPr>
            <w:r w:rsidRPr="00082122">
              <w:t>(a)</w:t>
            </w:r>
            <w:r w:rsidRPr="00082122">
              <w:tab/>
              <w:t>The Resource Entity shall:</w:t>
            </w:r>
          </w:p>
          <w:p w14:paraId="017E71B3" w14:textId="77777777" w:rsidR="00F14877" w:rsidRPr="00082122" w:rsidRDefault="00F14877" w:rsidP="00F14877">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6ADC900E" w14:textId="77777777" w:rsidR="00F14877" w:rsidRPr="00082122" w:rsidRDefault="00F14877" w:rsidP="00F14877">
            <w:pPr>
              <w:spacing w:after="240"/>
              <w:ind w:left="2160" w:hanging="720"/>
            </w:pPr>
            <w:r w:rsidRPr="00082122">
              <w:t>(ii)</w:t>
            </w:r>
            <w:r w:rsidRPr="00082122">
              <w:tab/>
              <w:t>Provide documentation of the auxiliary Load calculation methodology as defined in this Section and the SMOG.</w:t>
            </w:r>
          </w:p>
          <w:p w14:paraId="2A8F537D" w14:textId="77777777" w:rsidR="00F14877" w:rsidRPr="00082122" w:rsidRDefault="00F14877" w:rsidP="00F14877">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57829EBA" w14:textId="77777777" w:rsidR="00F14877" w:rsidRPr="00082122" w:rsidRDefault="00F14877" w:rsidP="00F14877">
            <w:pPr>
              <w:spacing w:after="240"/>
              <w:ind w:left="2160" w:hanging="720"/>
            </w:pPr>
            <w:r w:rsidRPr="00082122">
              <w:t>(iv)</w:t>
            </w:r>
            <w:r w:rsidRPr="00082122">
              <w:tab/>
              <w:t>Provide and update contact information for a person designated for communication regarding the auxiliary Load supporting information and data.</w:t>
            </w:r>
          </w:p>
          <w:p w14:paraId="491027E0" w14:textId="77777777" w:rsidR="00F14877" w:rsidRPr="00082122" w:rsidRDefault="00F14877" w:rsidP="00F14877">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0BD6A235" w14:textId="77777777" w:rsidR="00F14877" w:rsidRPr="00082122" w:rsidRDefault="00F14877" w:rsidP="00F14877">
            <w:pPr>
              <w:numPr>
                <w:ilvl w:val="0"/>
                <w:numId w:val="3"/>
              </w:numPr>
              <w:spacing w:after="240"/>
              <w:ind w:left="2880" w:hanging="720"/>
            </w:pPr>
            <w:r>
              <w:t>C</w:t>
            </w:r>
            <w:r w:rsidRPr="00082122">
              <w:t>alculation of Load values and data estimation issues;</w:t>
            </w:r>
          </w:p>
          <w:p w14:paraId="441978F6" w14:textId="77777777" w:rsidR="00F14877" w:rsidRPr="00082122" w:rsidRDefault="00F14877" w:rsidP="00F14877">
            <w:pPr>
              <w:numPr>
                <w:ilvl w:val="0"/>
                <w:numId w:val="3"/>
              </w:numPr>
              <w:spacing w:after="240"/>
              <w:ind w:left="2880" w:hanging="720"/>
            </w:pPr>
            <w:r>
              <w:lastRenderedPageBreak/>
              <w:t>T</w:t>
            </w:r>
            <w:r w:rsidRPr="00082122">
              <w:t>he provision of notice to ERCOT regarding any outage or any other issue affecting the accuracy of the Load calculation or the availability of the telemetry of the Load value; and</w:t>
            </w:r>
          </w:p>
          <w:p w14:paraId="20424791" w14:textId="055C0510" w:rsidR="00F14877" w:rsidRPr="00082122" w:rsidRDefault="00F14877" w:rsidP="00F14877">
            <w:pPr>
              <w:numPr>
                <w:ilvl w:val="0"/>
                <w:numId w:val="3"/>
              </w:numPr>
              <w:spacing w:after="240"/>
              <w:ind w:left="2880" w:hanging="720"/>
            </w:pPr>
            <w:r>
              <w:t>T</w:t>
            </w:r>
            <w:r w:rsidRPr="00082122">
              <w:t>he implementation of any proposed change to the calculation or equipment, as documented in the EPS Design Proposal; and</w:t>
            </w:r>
          </w:p>
          <w:p w14:paraId="29C0431E" w14:textId="77777777" w:rsidR="00F14877" w:rsidRPr="00082122" w:rsidRDefault="00F14877" w:rsidP="00F14877">
            <w:pPr>
              <w:spacing w:after="240"/>
              <w:ind w:left="2160" w:hanging="720"/>
            </w:pPr>
            <w:r w:rsidRPr="00082122">
              <w:t>(vi)</w:t>
            </w:r>
            <w:r w:rsidRPr="00082122">
              <w:tab/>
              <w:t>Provide any information requested by ERCOT or the TDSP with respect to the measurement, calculation, and/or telemetry of the auxiliary Load value.</w:t>
            </w:r>
          </w:p>
          <w:p w14:paraId="4FDBADA4" w14:textId="77777777" w:rsidR="00F14877" w:rsidRPr="00082122" w:rsidRDefault="00F14877" w:rsidP="00F14877">
            <w:pPr>
              <w:spacing w:after="240"/>
              <w:ind w:left="720"/>
            </w:pPr>
            <w:r w:rsidRPr="00082122">
              <w:t>(b)</w:t>
            </w:r>
            <w:r w:rsidRPr="00082122">
              <w:tab/>
              <w:t>The interconnecting TDSP shall:</w:t>
            </w:r>
          </w:p>
          <w:p w14:paraId="39A13AF4" w14:textId="77777777" w:rsidR="00F14877" w:rsidRPr="00082122" w:rsidRDefault="00F14877" w:rsidP="00F14877">
            <w:pPr>
              <w:spacing w:after="240"/>
              <w:ind w:left="2160" w:hanging="720"/>
            </w:pPr>
            <w:r w:rsidRPr="00082122">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795F7C54" w14:textId="77777777" w:rsidR="00F14877" w:rsidRPr="00082122" w:rsidRDefault="00F14877" w:rsidP="00F14877">
            <w:pPr>
              <w:spacing w:after="240"/>
              <w:ind w:left="2160" w:hanging="720"/>
            </w:pPr>
            <w:r w:rsidRPr="00082122">
              <w:t>(ii)</w:t>
            </w:r>
            <w:r w:rsidRPr="00082122">
              <w:tab/>
              <w:t xml:space="preserve">Include an auxiliary Load metering point on the EPS Design Proposal that represents the calculation of the telemetry signal. </w:t>
            </w:r>
          </w:p>
          <w:p w14:paraId="5F318C9D" w14:textId="77777777" w:rsidR="00F14877" w:rsidRPr="00082122" w:rsidRDefault="00F14877" w:rsidP="00F14877">
            <w:pPr>
              <w:spacing w:after="240"/>
              <w:ind w:left="720"/>
            </w:pPr>
            <w:r w:rsidRPr="00082122">
              <w:t>(c)</w:t>
            </w:r>
            <w:r w:rsidRPr="00082122">
              <w:tab/>
              <w:t>ERCOT shall:</w:t>
            </w:r>
          </w:p>
          <w:p w14:paraId="0AEC44AC" w14:textId="77777777" w:rsidR="00F14877" w:rsidRPr="00082122" w:rsidRDefault="00F14877" w:rsidP="00F14877">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0834B07A" w14:textId="55079FF3" w:rsidR="00F14877" w:rsidRPr="00F14877" w:rsidRDefault="00F14877" w:rsidP="00F14877">
            <w:pPr>
              <w:spacing w:after="240"/>
              <w:ind w:left="2160" w:hanging="720"/>
            </w:pPr>
            <w:r w:rsidRPr="00082122">
              <w:t>(ii)</w:t>
            </w:r>
            <w:r w:rsidRPr="00082122">
              <w:tab/>
              <w:t>Request assistance and information from the Resource-designated contact for items related to the telemetry.</w:t>
            </w:r>
          </w:p>
        </w:tc>
      </w:tr>
    </w:tbl>
    <w:p w14:paraId="5AA39631" w14:textId="77777777" w:rsidR="00BB2C06" w:rsidRDefault="005F3F58" w:rsidP="005B72D1">
      <w:pPr>
        <w:pStyle w:val="H2"/>
        <w:spacing w:before="480"/>
        <w:ind w:left="907" w:hanging="907"/>
      </w:pPr>
      <w:bookmarkStart w:id="30" w:name="_Toc121993756"/>
      <w:r>
        <w:lastRenderedPageBreak/>
        <w:t>10.3</w:t>
      </w:r>
      <w:r>
        <w:tab/>
        <w:t>Meter Data Acquisition System (MDAS)</w:t>
      </w:r>
      <w:bookmarkEnd w:id="24"/>
      <w:bookmarkEnd w:id="25"/>
      <w:bookmarkEnd w:id="30"/>
    </w:p>
    <w:p w14:paraId="50C5B628" w14:textId="77777777" w:rsidR="00BB2C06" w:rsidRDefault="005F3F58">
      <w:pPr>
        <w:pStyle w:val="H3"/>
      </w:pPr>
      <w:bookmarkStart w:id="31" w:name="_Toc148169976"/>
      <w:bookmarkStart w:id="32" w:name="_Toc157587941"/>
      <w:bookmarkStart w:id="33" w:name="_Toc121993757"/>
      <w:r>
        <w:t>10.3.1</w:t>
      </w:r>
      <w:r>
        <w:tab/>
        <w:t>Purpose</w:t>
      </w:r>
      <w:bookmarkEnd w:id="31"/>
      <w:bookmarkEnd w:id="32"/>
      <w:bookmarkEnd w:id="33"/>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4" w:name="_Toc100568204"/>
      <w:bookmarkStart w:id="35" w:name="_Toc148169977"/>
      <w:bookmarkStart w:id="36" w:name="_Toc157587942"/>
      <w:bookmarkStart w:id="37" w:name="_Toc121993758"/>
      <w:r>
        <w:lastRenderedPageBreak/>
        <w:t>10.3.2</w:t>
      </w:r>
      <w:r>
        <w:tab/>
        <w:t>ERCOT-Polled Settlement Meters</w:t>
      </w:r>
      <w:bookmarkEnd w:id="34"/>
      <w:bookmarkEnd w:id="35"/>
      <w:bookmarkEnd w:id="36"/>
      <w:bookmarkEnd w:id="37"/>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0541C758" w14:textId="77777777" w:rsidR="00BB2C06" w:rsidRDefault="005F3F58">
      <w:pPr>
        <w:ind w:left="720" w:hanging="720"/>
      </w:pPr>
      <w:r>
        <w:t>(2)</w:t>
      </w:r>
      <w:r>
        <w:tab/>
        <w:t>ERCOT shall retrieve meter data electronically and automatically by MDAS.  ERCOT may also collect meter data on demand.</w:t>
      </w:r>
    </w:p>
    <w:p w14:paraId="478932B7" w14:textId="77777777" w:rsidR="00BB2C06" w:rsidRDefault="005F3F58">
      <w:pPr>
        <w:pStyle w:val="H4"/>
      </w:pPr>
      <w:bookmarkStart w:id="38" w:name="_Toc148169978"/>
      <w:bookmarkStart w:id="39" w:name="_Toc157587943"/>
      <w:bookmarkStart w:id="40" w:name="_Toc121993759"/>
      <w:r>
        <w:t>10.3.2.1</w:t>
      </w:r>
      <w:r>
        <w:tab/>
        <w:t xml:space="preserve">Generation </w:t>
      </w:r>
      <w:r w:rsidR="003F18B4">
        <w:t xml:space="preserve">Resource </w:t>
      </w:r>
      <w:r>
        <w:t>Meter Splitting</w:t>
      </w:r>
      <w:bookmarkEnd w:id="38"/>
      <w:bookmarkEnd w:id="39"/>
      <w:bookmarkEnd w:id="40"/>
    </w:p>
    <w:p w14:paraId="756B75B6" w14:textId="77777777" w:rsidR="00BB2C06" w:rsidRDefault="005F3F58">
      <w:pPr>
        <w:pStyle w:val="List"/>
        <w:ind w:left="720"/>
      </w:pPr>
      <w:r>
        <w:t>(1)</w:t>
      </w:r>
      <w:r>
        <w:tab/>
        <w:t xml:space="preserve">Each Generation Resource meter must be represented by only one Qualified Scheduling Entity (QSE), except that a jointly owned Generation Resource unit or group of Generation Resources may split the </w:t>
      </w:r>
      <w:proofErr w:type="spellStart"/>
      <w:r>
        <w:t>net</w:t>
      </w:r>
      <w:proofErr w:type="spellEnd"/>
      <w:r>
        <w:t xml:space="preserve">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41" w:name="_Toc148169979"/>
      <w:bookmarkStart w:id="42" w:name="_Toc157587944"/>
      <w:bookmarkStart w:id="43" w:name="_Toc121993760"/>
      <w:r>
        <w:t>10.3.2.1.1</w:t>
      </w:r>
      <w:r>
        <w:tab/>
      </w:r>
      <w:r w:rsidR="00202666">
        <w:t xml:space="preserve">Split Generation Resource </w:t>
      </w:r>
      <w:r>
        <w:t>Metering Real-Time Signal</w:t>
      </w:r>
      <w:bookmarkEnd w:id="41"/>
      <w:bookmarkEnd w:id="42"/>
      <w:bookmarkEnd w:id="43"/>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lastRenderedPageBreak/>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4" w:name="_Toc148169980"/>
      <w:bookmarkStart w:id="45" w:name="_Toc157587945"/>
      <w:bookmarkStart w:id="46" w:name="_Toc121993761"/>
      <w:r>
        <w:t>10.3.2.1.2</w:t>
      </w:r>
      <w:r>
        <w:tab/>
        <w:t xml:space="preserve">Allocating EPS Metered Data to </w:t>
      </w:r>
      <w:r w:rsidR="00202666">
        <w:t xml:space="preserve">Split Generation Resource </w:t>
      </w:r>
      <w:r>
        <w:t>Meters</w:t>
      </w:r>
      <w:bookmarkEnd w:id="44"/>
      <w:bookmarkEnd w:id="45"/>
      <w:bookmarkEnd w:id="46"/>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77777777" w:rsidR="00BB2C06" w:rsidRDefault="005F3F58">
            <w:pPr>
              <w:jc w:val="center"/>
              <w:rPr>
                <w:b/>
                <w:sz w:val="20"/>
              </w:rPr>
            </w:pPr>
            <w:r>
              <w:rPr>
                <w:b/>
                <w:sz w:val="20"/>
              </w:rPr>
              <w:t>RID1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77777777" w:rsidR="00BB2C06" w:rsidRDefault="005F3F58">
            <w:pPr>
              <w:jc w:val="center"/>
              <w:rPr>
                <w:b/>
                <w:sz w:val="20"/>
              </w:rPr>
            </w:pPr>
            <w:r>
              <w:rPr>
                <w:b/>
                <w:sz w:val="20"/>
              </w:rPr>
              <w:t>RID2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77777777" w:rsidR="00BB2C06" w:rsidRDefault="005F3F58">
            <w:pPr>
              <w:jc w:val="center"/>
              <w:rPr>
                <w:b/>
                <w:sz w:val="20"/>
              </w:rPr>
            </w:pPr>
            <w:r>
              <w:rPr>
                <w:b/>
                <w:sz w:val="20"/>
              </w:rPr>
              <w:t>RID3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77777777" w:rsidR="00BB2C06" w:rsidRDefault="005F3F58">
            <w:pPr>
              <w:jc w:val="center"/>
            </w:pPr>
            <w:r>
              <w:rPr>
                <w:b/>
                <w:sz w:val="20"/>
              </w:rPr>
              <w:t>Rid 1,2,3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47" w:name="_Toc148169986"/>
      <w:bookmarkStart w:id="48" w:name="_Toc157587946"/>
      <w:bookmarkStart w:id="49" w:name="_Toc121993762"/>
      <w:r>
        <w:t>10.3.2.1.3</w:t>
      </w:r>
      <w:r>
        <w:tab/>
        <w:t xml:space="preserve">Processing for Missing Dynamic </w:t>
      </w:r>
      <w:r w:rsidR="0048343A">
        <w:t xml:space="preserve">Split Generation Resource </w:t>
      </w:r>
      <w:r>
        <w:t>Signal</w:t>
      </w:r>
      <w:bookmarkEnd w:id="47"/>
      <w:bookmarkEnd w:id="48"/>
      <w:bookmarkEnd w:id="49"/>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77777777" w:rsidR="00BB2C06" w:rsidRDefault="005F3F58">
            <w:pPr>
              <w:jc w:val="center"/>
              <w:rPr>
                <w:b/>
                <w:sz w:val="20"/>
              </w:rPr>
            </w:pPr>
            <w:r>
              <w:rPr>
                <w:b/>
                <w:sz w:val="20"/>
              </w:rPr>
              <w:t>RID1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77777777" w:rsidR="00BB2C06" w:rsidRDefault="005F3F58">
            <w:pPr>
              <w:jc w:val="center"/>
              <w:rPr>
                <w:b/>
                <w:sz w:val="20"/>
              </w:rPr>
            </w:pPr>
            <w:r>
              <w:rPr>
                <w:b/>
                <w:sz w:val="20"/>
              </w:rPr>
              <w:t>RID2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77777777" w:rsidR="00BB2C06" w:rsidRDefault="005F3F58">
            <w:pPr>
              <w:jc w:val="center"/>
              <w:rPr>
                <w:b/>
                <w:sz w:val="20"/>
              </w:rPr>
            </w:pPr>
            <w:r>
              <w:rPr>
                <w:b/>
                <w:sz w:val="20"/>
              </w:rPr>
              <w:t>RID3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77777777" w:rsidR="00BB2C06" w:rsidRDefault="005F3F58">
            <w:pPr>
              <w:jc w:val="center"/>
            </w:pPr>
            <w:r>
              <w:rPr>
                <w:b/>
                <w:sz w:val="20"/>
              </w:rPr>
              <w:t>Rid 1,2,3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Hour" w:val="13"/>
                <w:attr w:name="Minute" w:val="30"/>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50" w:name="_Toc148169994"/>
      <w:bookmarkStart w:id="51" w:name="_Toc157587947"/>
      <w:bookmarkStart w:id="52" w:name="_Toc121993763"/>
      <w:r>
        <w:t>10.3.2.1.4</w:t>
      </w:r>
      <w:r>
        <w:tab/>
        <w:t xml:space="preserve">Calculating the </w:t>
      </w:r>
      <w:r w:rsidR="0048343A">
        <w:t>Split Generation Resource</w:t>
      </w:r>
      <w:r>
        <w:t xml:space="preserve"> Ratio</w:t>
      </w:r>
      <w:bookmarkEnd w:id="50"/>
      <w:bookmarkEnd w:id="51"/>
      <w:bookmarkEnd w:id="52"/>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lastRenderedPageBreak/>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3" w:name="_Toc148169995"/>
      <w:bookmarkStart w:id="54" w:name="_Toc157587948"/>
      <w:bookmarkStart w:id="55" w:name="_Toc121993764"/>
      <w:r>
        <w:t>10.3.2.1.5</w:t>
      </w:r>
      <w:r>
        <w:tab/>
      </w:r>
      <w:r w:rsidR="0048343A">
        <w:t>Split Generation Resource</w:t>
      </w:r>
      <w:r>
        <w:t xml:space="preserve"> Data Made Available to Market Participants</w:t>
      </w:r>
      <w:bookmarkEnd w:id="53"/>
      <w:bookmarkEnd w:id="54"/>
      <w:bookmarkEnd w:id="55"/>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6" w:name="_Toc148169996"/>
      <w:bookmarkStart w:id="57" w:name="_Toc157587949"/>
      <w:bookmarkStart w:id="58" w:name="_Toc121993765"/>
      <w:r>
        <w:t>10.3.2.1.6</w:t>
      </w:r>
      <w:r>
        <w:tab/>
        <w:t>Allocating EPS Metered Data to Generator Owners When It Is Net Load</w:t>
      </w:r>
      <w:bookmarkEnd w:id="56"/>
      <w:bookmarkEnd w:id="57"/>
      <w:bookmarkEnd w:id="58"/>
    </w:p>
    <w:p w14:paraId="0CC8637F" w14:textId="77777777" w:rsidR="00BB2C06" w:rsidRDefault="00E607C7" w:rsidP="00F05913">
      <w:pPr>
        <w:pStyle w:val="List"/>
        <w:ind w:left="720"/>
      </w:pPr>
      <w:r>
        <w:t>(1)</w:t>
      </w:r>
      <w:r>
        <w:tab/>
      </w:r>
      <w:r w:rsidR="005F3F58">
        <w:t>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7E9DBFCC" w14:textId="77777777" w:rsidR="00BB2C06" w:rsidRDefault="005F3F58">
      <w:pPr>
        <w:pStyle w:val="H4"/>
      </w:pPr>
      <w:bookmarkStart w:id="59" w:name="_Toc148169997"/>
      <w:bookmarkStart w:id="60" w:name="_Toc157587950"/>
      <w:bookmarkStart w:id="61" w:name="_Toc121993766"/>
      <w:r>
        <w:t>10.3.2.2</w:t>
      </w:r>
      <w:r>
        <w:tab/>
        <w:t>Loss Compensation of EPS Meter Data</w:t>
      </w:r>
      <w:bookmarkEnd w:id="59"/>
      <w:bookmarkEnd w:id="60"/>
      <w:bookmarkEnd w:id="61"/>
    </w:p>
    <w:p w14:paraId="04D3EBF3" w14:textId="7859418F"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transformation losses to the </w:t>
      </w:r>
      <w:r w:rsidR="00D60477">
        <w:t>POI</w:t>
      </w:r>
      <w:r w:rsidR="00BF1E18">
        <w:t xml:space="preserve"> in accordance with Settlement Metering Operating Guide (SMOG) Section 8, Transformer and Line Loss Compensation Factors</w:t>
      </w:r>
      <w:r>
        <w:t>.  The preferred method for loss compensation and correction is via internal meter programming.</w:t>
      </w:r>
    </w:p>
    <w:p w14:paraId="510F800D" w14:textId="5951EFE8" w:rsidR="00BB2C06" w:rsidRDefault="005F3F58" w:rsidP="007451F0">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62" w:name="_Toc148169998"/>
      <w:bookmarkStart w:id="63" w:name="_Toc157587951"/>
      <w:bookmarkStart w:id="64" w:name="_Toc121993767"/>
      <w:r>
        <w:t>10.3.2.3</w:t>
      </w:r>
      <w:r>
        <w:tab/>
        <w:t>Generation Netting for ERCOT-Polled Settlement Meters</w:t>
      </w:r>
      <w:bookmarkEnd w:id="64"/>
    </w:p>
    <w:p w14:paraId="75223C4A" w14:textId="19B27268" w:rsidR="003472BA" w:rsidRDefault="003472BA" w:rsidP="003472BA">
      <w:pPr>
        <w:pStyle w:val="List"/>
        <w:ind w:left="720"/>
      </w:pPr>
      <w:r>
        <w:t>(1)</w:t>
      </w:r>
      <w:r>
        <w:tab/>
      </w:r>
      <w:r w:rsidR="005E1CC9">
        <w:t xml:space="preserve">Each </w:t>
      </w:r>
      <w:r w:rsidR="00C41795">
        <w:t xml:space="preserve">Generation Resource </w:t>
      </w:r>
      <w:r w:rsidR="005E1CC9">
        <w:t xml:space="preserve">and Settlement Only Generator (SOG) </w:t>
      </w:r>
      <w:r w:rsidR="00C41795">
        <w:t xml:space="preserve">and </w:t>
      </w:r>
      <w:r w:rsidR="005E1CC9">
        <w:t>each</w:t>
      </w:r>
      <w:r w:rsidR="00C41795">
        <w:t xml:space="preserve"> Load</w:t>
      </w:r>
      <w:r w:rsidR="005E1CC9" w:rsidRPr="005E1CC9">
        <w:t xml:space="preserve"> </w:t>
      </w:r>
      <w:r w:rsidR="005E1CC9">
        <w:t>that is designated to be netted with that Generation Resource or SOG</w:t>
      </w:r>
      <w:r w:rsidR="00C41795">
        <w:t xml:space="preserve">, including construction and maintenance Load that is netted with existing generation auxiliaries, must be </w:t>
      </w:r>
      <w:r w:rsidR="005E1CC9">
        <w:t xml:space="preserve">physically </w:t>
      </w:r>
      <w:r w:rsidR="00C41795">
        <w:t xml:space="preserve">metered at </w:t>
      </w:r>
      <w:r w:rsidR="005E1CC9">
        <w:t xml:space="preserve">its POI to the ERCOT Transmission Grid or Service Delivery Point, or, in accordance with Section 10.3.2.2, Loss Compensation of EPS Meter Data, </w:t>
      </w:r>
      <w:r w:rsidR="005E1CC9">
        <w:lastRenderedPageBreak/>
        <w:t>loss-compensated to its</w:t>
      </w:r>
      <w:r w:rsidR="00C41795">
        <w:t xml:space="preserve">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662D1ABE" w14:textId="6DDBAFCF" w:rsidR="003472BA" w:rsidRDefault="003472BA" w:rsidP="006F72A0">
      <w:pPr>
        <w:pStyle w:val="List"/>
        <w:ind w:left="720"/>
      </w:pPr>
      <w:r>
        <w:t>(2)</w:t>
      </w:r>
      <w:r>
        <w:tab/>
      </w:r>
      <w:r w:rsidR="00B02A42">
        <w:t xml:space="preserve">For Settlement purposes, netting is not allowed except under the configurations described in paragraphs </w:t>
      </w:r>
      <w:r w:rsidR="0071346E">
        <w:t>(2)</w:t>
      </w:r>
      <w:r w:rsidR="00B02A42">
        <w:t xml:space="preserve">(a) through </w:t>
      </w:r>
      <w:r w:rsidR="0071346E">
        <w:t>(2)</w:t>
      </w:r>
      <w:r w:rsidR="00B02A42">
        <w:t>(</w:t>
      </w:r>
      <w:r w:rsidR="005E1CC9">
        <w:t>e</w:t>
      </w:r>
      <w:r w:rsidR="00B02A42">
        <w:t xml:space="preserve">)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Public Utility Commission of Texas (</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p w14:paraId="6B67E12F" w14:textId="1FF4829A" w:rsidR="003472BA" w:rsidRDefault="003472BA" w:rsidP="003472BA">
      <w:pPr>
        <w:pStyle w:val="List"/>
      </w:pPr>
      <w:r>
        <w:t>(a)</w:t>
      </w:r>
      <w:r>
        <w:tab/>
        <w:t>Single POI</w:t>
      </w:r>
      <w:r w:rsidR="00B02A42">
        <w:t xml:space="preserve"> or Service Delivery Point</w:t>
      </w:r>
      <w:r>
        <w:t>;</w:t>
      </w:r>
    </w:p>
    <w:p w14:paraId="579A6F7D" w14:textId="77777777" w:rsidR="005E1CC9" w:rsidRDefault="005E1CC9" w:rsidP="005E1CC9">
      <w:pPr>
        <w:spacing w:after="240"/>
        <w:ind w:left="1440" w:hanging="720"/>
      </w:pPr>
      <w:r>
        <w:t>(b)</w:t>
      </w:r>
      <w: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B36B313" w14:textId="0242FEBA" w:rsidR="003472BA" w:rsidRDefault="003472BA" w:rsidP="003472BA">
      <w:pPr>
        <w:pStyle w:val="List"/>
      </w:pPr>
      <w:r>
        <w:t>(</w:t>
      </w:r>
      <w:r w:rsidR="005E1CC9">
        <w:t>c</w:t>
      </w:r>
      <w:r>
        <w:t>)</w:t>
      </w:r>
      <w:r>
        <w:tab/>
        <w:t>Multiple POIs where the Loads and generator output are electrically connected to a common switchyard, as defined in paragraph (6) below.  In addition, there must be sufficient generator capacity to serve all plant Loads for netting to occur;</w:t>
      </w:r>
    </w:p>
    <w:p w14:paraId="4C80A210" w14:textId="5F32E28F" w:rsidR="003472BA" w:rsidRDefault="003472BA" w:rsidP="003472BA">
      <w:pPr>
        <w:pStyle w:val="List"/>
      </w:pPr>
      <w:r>
        <w:t>(</w:t>
      </w:r>
      <w:r w:rsidR="005E1CC9">
        <w:t>d</w:t>
      </w:r>
      <w:r>
        <w:t>)</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3E2A829C" w:rsidR="003472BA" w:rsidRDefault="003472BA" w:rsidP="003472BA">
      <w:pPr>
        <w:pStyle w:val="List"/>
      </w:pPr>
      <w:r>
        <w:t>(</w:t>
      </w:r>
      <w:r w:rsidR="005E1CC9">
        <w:t>e</w:t>
      </w:r>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1BDEF39B" w14:textId="6D9B77A8" w:rsidR="006B5F85" w:rsidRPr="00F95884" w:rsidRDefault="003472BA" w:rsidP="006F72A0">
      <w:pPr>
        <w:spacing w:after="240"/>
        <w:ind w:left="720" w:hanging="720"/>
      </w:pPr>
      <w:r>
        <w:lastRenderedPageBreak/>
        <w:t>(3)</w:t>
      </w:r>
      <w:r>
        <w:tab/>
      </w:r>
      <w:r w:rsidR="006B5F85" w:rsidRPr="00F95884">
        <w:t>For Energy Storage Resource (ESR) sites, Wholesale Storage Load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t>(a)</w:t>
      </w:r>
      <w:r w:rsidRPr="00F95884">
        <w:tab/>
        <w:t xml:space="preserve">For configurations where the Resource Entity telemeters an auxiliary Load value to the EPS Meter: </w:t>
      </w:r>
    </w:p>
    <w:p w14:paraId="18606C16" w14:textId="49A259FE" w:rsidR="006B5F85" w:rsidRPr="00F95884" w:rsidRDefault="006B5F85" w:rsidP="006B5F85">
      <w:pPr>
        <w:spacing w:after="240"/>
        <w:ind w:left="2160" w:hanging="720"/>
      </w:pPr>
      <w:r w:rsidRPr="00F95884">
        <w:t>(i)</w:t>
      </w:r>
      <w:r w:rsidRPr="00F95884">
        <w:tab/>
        <w:t>The total energy into the ESR must be separately metered from all other Loads and generation, and must be metered using EPS Metering Facilities</w:t>
      </w:r>
      <w:r w:rsidR="001006A1">
        <w:t>;</w:t>
      </w:r>
      <w:r w:rsidRPr="00F95884">
        <w:t xml:space="preserve">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6216D903" w:rsidR="006B5F85" w:rsidRPr="00F95884" w:rsidRDefault="006B5F85" w:rsidP="006B5F85">
      <w:pPr>
        <w:spacing w:after="240"/>
        <w:ind w:left="1440" w:hanging="720"/>
      </w:pPr>
      <w:r w:rsidRPr="00F95884">
        <w:t>(b)</w:t>
      </w:r>
      <w:r w:rsidRPr="00F95884">
        <w:tab/>
        <w:t xml:space="preserve">For configurations where the WSL is not at </w:t>
      </w:r>
      <w:r w:rsidR="000E63CC">
        <w:t>a</w:t>
      </w:r>
      <w:r w:rsidRPr="00F95884">
        <w:t xml:space="preserve"> POI, it must be metered behind a single POI metering point, per the requirements in paragraph (3) or (3)(a) above; and</w:t>
      </w:r>
    </w:p>
    <w:p w14:paraId="06186FAA" w14:textId="77777777"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(6) below</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294C4293" w14:textId="77777777" w:rsidTr="00F14877">
        <w:tc>
          <w:tcPr>
            <w:tcW w:w="9766" w:type="dxa"/>
            <w:shd w:val="pct12" w:color="auto" w:fill="auto"/>
          </w:tcPr>
          <w:p w14:paraId="666F3FEA" w14:textId="58AD058B"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71D6E67" w14:textId="3414A0A4" w:rsidR="00F14877" w:rsidRPr="00FE731B" w:rsidRDefault="00F14877" w:rsidP="00F14877">
            <w:pPr>
              <w:spacing w:after="240"/>
              <w:ind w:left="720" w:hanging="720"/>
            </w:pPr>
            <w:r w:rsidRPr="00FE731B">
              <w:t>(3)</w:t>
            </w:r>
            <w:r w:rsidRPr="00FE731B">
              <w:tab/>
              <w:t>For Energy Storage Resource (ESR)</w:t>
            </w:r>
            <w:r w:rsidR="001006A1">
              <w:t>, Settlement Only Distribution Energy Storage System (SODESS), or Settlement Only Transmission Energy Storage System (SOTESS)</w:t>
            </w:r>
            <w:r w:rsidR="001006A1" w:rsidRPr="00FE731B">
              <w:t xml:space="preserve"> sites</w:t>
            </w:r>
            <w:r w:rsidRPr="00FE731B">
              <w:t>, Wholesale Storage Load (WSL) must be separately metered from all other Loads and generation, and must be metered using EPS Metering Facilities.</w:t>
            </w:r>
          </w:p>
          <w:p w14:paraId="3F216519" w14:textId="77777777" w:rsidR="00F14877" w:rsidRPr="00FE731B" w:rsidRDefault="00F14877" w:rsidP="00F14877">
            <w:pPr>
              <w:spacing w:after="240"/>
              <w:ind w:left="1440" w:hanging="720"/>
            </w:pPr>
            <w:r w:rsidRPr="00FE731B">
              <w:t>(a)</w:t>
            </w:r>
            <w:r w:rsidRPr="00FE731B">
              <w:tab/>
              <w:t xml:space="preserve">For configurations where the Resource Entity telemeters an auxiliary Load value to the EPS Meter: </w:t>
            </w:r>
          </w:p>
          <w:p w14:paraId="7F303756" w14:textId="0091BD73" w:rsidR="00F14877" w:rsidRPr="00FE731B" w:rsidRDefault="00F14877" w:rsidP="00F14877">
            <w:pPr>
              <w:spacing w:after="240"/>
              <w:ind w:left="2160" w:hanging="720"/>
            </w:pPr>
            <w:r w:rsidRPr="00FE731B">
              <w:t>(i)</w:t>
            </w:r>
            <w:r w:rsidRPr="00FE731B">
              <w:tab/>
              <w:t>The total energy into the ESR</w:t>
            </w:r>
            <w:r>
              <w:t>, SODESS, or SOTESS</w:t>
            </w:r>
            <w:r w:rsidRPr="00FE731B">
              <w:t xml:space="preserve"> must be separately metered from all other Loads and generation, and must be metered using EPS Metering Facilities</w:t>
            </w:r>
            <w:r w:rsidR="001006A1">
              <w:t>;</w:t>
            </w:r>
            <w:r w:rsidRPr="00FE731B">
              <w:t xml:space="preserve"> and </w:t>
            </w:r>
          </w:p>
          <w:p w14:paraId="77C7D47A" w14:textId="77777777" w:rsidR="00F14877" w:rsidRPr="00FE731B" w:rsidRDefault="00F14877" w:rsidP="00F14877">
            <w:pPr>
              <w:spacing w:after="240"/>
              <w:ind w:left="2160" w:hanging="720"/>
            </w:pPr>
            <w:r w:rsidRPr="00FE731B">
              <w:t>(ii)</w:t>
            </w:r>
            <w:r w:rsidRPr="00FE731B">
              <w:tab/>
              <w:t xml:space="preserve">The auxiliary Load energy shall be stored in the EPS Meter’s IDR, per channel assignments defined in the SMOG. </w:t>
            </w:r>
          </w:p>
          <w:p w14:paraId="482F3E70" w14:textId="21902B72" w:rsidR="00F14877" w:rsidRPr="00FE731B" w:rsidRDefault="00F14877" w:rsidP="00F14877">
            <w:pPr>
              <w:spacing w:after="240"/>
              <w:ind w:left="1440" w:hanging="720"/>
            </w:pPr>
            <w:r w:rsidRPr="00FE731B">
              <w:t>(b)</w:t>
            </w:r>
            <w:r w:rsidRPr="00FE731B">
              <w:tab/>
              <w:t xml:space="preserve">For configurations where the WSL is not at </w:t>
            </w:r>
            <w:r w:rsidR="001006A1">
              <w:t xml:space="preserve">a </w:t>
            </w:r>
            <w:r w:rsidRPr="00FE731B">
              <w:t>POI, it must be metered behind a single POI metering point, per the requirements in paragraph (3) or (3)(a) above; and</w:t>
            </w:r>
          </w:p>
          <w:p w14:paraId="54F3D557" w14:textId="1FA9D8EE" w:rsidR="00F14877" w:rsidRPr="00BC66E2" w:rsidRDefault="00F14877" w:rsidP="00F14877">
            <w:pPr>
              <w:spacing w:after="240"/>
              <w:ind w:left="1440" w:hanging="720"/>
            </w:pPr>
            <w:r w:rsidRPr="00FE731B">
              <w:t>(c)</w:t>
            </w:r>
            <w:r w:rsidRPr="00FE731B">
              <w:tab/>
              <w:t>WSL for a compressed air energy storage Load Resource is exempt from the requirement to be electrically connected to a common switchyard, as defined in paragraph (6) below.</w:t>
            </w:r>
          </w:p>
        </w:tc>
      </w:tr>
    </w:tbl>
    <w:p w14:paraId="72807FB5" w14:textId="176C1D1E" w:rsidR="003472BA" w:rsidRDefault="003472BA" w:rsidP="005B72D1">
      <w:pPr>
        <w:pStyle w:val="List"/>
        <w:spacing w:before="240"/>
        <w:ind w:left="720"/>
      </w:pPr>
      <w:r>
        <w:lastRenderedPageBreak/>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703CA2D2" w14:textId="3B7BF7AF" w:rsidR="009A2542" w:rsidRDefault="003472BA" w:rsidP="00DD648D">
      <w:pPr>
        <w:pStyle w:val="List"/>
        <w:ind w:left="720"/>
      </w:pPr>
      <w:r w:rsidRPr="00864D5B">
        <w:t>(6)</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2"/>
      <w:bookmarkEnd w:id="63"/>
    </w:p>
    <w:p w14:paraId="75983096" w14:textId="6E995575" w:rsidR="00597929" w:rsidRPr="002935C8" w:rsidRDefault="00597929" w:rsidP="00597929">
      <w:pPr>
        <w:spacing w:after="240"/>
        <w:ind w:left="720" w:hanging="720"/>
      </w:pPr>
      <w:r w:rsidRPr="002935C8">
        <w:t xml:space="preserve">(7) </w:t>
      </w:r>
      <w:r w:rsidRPr="002935C8">
        <w:tab/>
        <w:t xml:space="preserve">Notwithstanding any other provision in this </w:t>
      </w:r>
      <w:r w:rsidR="006038D7">
        <w:t>S</w:t>
      </w:r>
      <w:r w:rsidRPr="002935C8">
        <w:t>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w:t>
      </w:r>
      <w:r w:rsidR="006C3BD8" w:rsidRPr="002935C8">
        <w:t xml:space="preserve"> </w:t>
      </w:r>
      <w:r w:rsidR="006C3BD8">
        <w:t>Transmission and/or Distribution Service Provider (</w:t>
      </w:r>
      <w:r w:rsidR="006C3BD8" w:rsidRPr="002935C8">
        <w:t>TDSP</w:t>
      </w:r>
      <w:r w:rsidR="006C3BD8">
        <w:t>)</w:t>
      </w:r>
      <w:r w:rsidR="006C3BD8" w:rsidRPr="002935C8">
        <w:t xml:space="preserve"> ESI ID</w:t>
      </w:r>
      <w:r w:rsidRPr="002935C8">
        <w:t xml:space="preserve">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02A42" w:rsidRPr="00E566EB" w14:paraId="29CCF827" w14:textId="77777777" w:rsidTr="00CE1FE9">
        <w:tc>
          <w:tcPr>
            <w:tcW w:w="9766" w:type="dxa"/>
            <w:shd w:val="pct12" w:color="auto" w:fill="auto"/>
          </w:tcPr>
          <w:p w14:paraId="613F4B39" w14:textId="6E2A21EC" w:rsidR="00B02A42" w:rsidRPr="00E566EB" w:rsidRDefault="00B02A42" w:rsidP="00CE1FE9">
            <w:pPr>
              <w:spacing w:before="120" w:after="240"/>
              <w:rPr>
                <w:b/>
                <w:i/>
                <w:iCs/>
              </w:rPr>
            </w:pPr>
            <w:bookmarkStart w:id="65" w:name="_Toc148169999"/>
            <w:bookmarkStart w:id="66" w:name="_Toc157587952"/>
            <w:r>
              <w:rPr>
                <w:b/>
                <w:i/>
                <w:iCs/>
              </w:rPr>
              <w:t>[NPRR945</w:t>
            </w:r>
            <w:r w:rsidRPr="00E566EB">
              <w:rPr>
                <w:b/>
                <w:i/>
                <w:iCs/>
              </w:rPr>
              <w:t xml:space="preserve">: </w:t>
            </w:r>
            <w:r>
              <w:rPr>
                <w:b/>
                <w:i/>
                <w:iCs/>
              </w:rPr>
              <w:t xml:space="preserve"> Insert paragraph (</w:t>
            </w:r>
            <w:r w:rsidR="00597929">
              <w:rPr>
                <w:b/>
                <w:i/>
                <w:iCs/>
              </w:rPr>
              <w:t>8</w:t>
            </w:r>
            <w:r>
              <w:rPr>
                <w:b/>
                <w:i/>
                <w:iCs/>
              </w:rPr>
              <w:t xml:space="preserve">) below upon </w:t>
            </w:r>
            <w:r w:rsidRPr="00E566EB">
              <w:rPr>
                <w:b/>
                <w:i/>
                <w:iCs/>
              </w:rPr>
              <w:t>system implementation:]</w:t>
            </w:r>
          </w:p>
          <w:p w14:paraId="5435AA24" w14:textId="61643B77" w:rsidR="00B02A42" w:rsidRPr="00BC66E2" w:rsidRDefault="00B02A42" w:rsidP="00B02A42">
            <w:pPr>
              <w:pStyle w:val="List"/>
              <w:ind w:left="720"/>
            </w:pPr>
            <w:r w:rsidRPr="009B4D4B">
              <w:t>(</w:t>
            </w:r>
            <w:r w:rsidR="00597929">
              <w:t>8</w:t>
            </w:r>
            <w:r w:rsidRPr="009B4D4B">
              <w:t xml:space="preserve">)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3758B82D" w14:textId="77777777" w:rsidR="00BB2C06" w:rsidRDefault="005F3F58" w:rsidP="0010418B">
      <w:pPr>
        <w:pStyle w:val="H4"/>
        <w:spacing w:before="480"/>
        <w:ind w:left="1267" w:hanging="1267"/>
      </w:pPr>
      <w:bookmarkStart w:id="67" w:name="_Toc121993768"/>
      <w:r>
        <w:t>10.3.2.4</w:t>
      </w:r>
      <w:r>
        <w:tab/>
        <w:t>Reporting of Net Generation Capacity</w:t>
      </w:r>
      <w:bookmarkEnd w:id="65"/>
      <w:bookmarkEnd w:id="66"/>
      <w:bookmarkEnd w:id="67"/>
    </w:p>
    <w:p w14:paraId="619E5F2D" w14:textId="77777777"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 xml:space="preserve">in a Private Use Network shall complete and submit the declaration in Section 22, Attachment L, Declaration of Private Use Network </w:t>
      </w:r>
      <w:r w:rsidR="008A2A17" w:rsidRPr="009C7388">
        <w:lastRenderedPageBreak/>
        <w:t>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 pursuant to Section 3.2.6.2.2,</w:t>
      </w:r>
      <w:r w:rsidR="008A2A17" w:rsidRPr="009C7388">
        <w:t xml:space="preserve"> </w:t>
      </w:r>
      <w:r w:rsidR="008A2A17" w:rsidRPr="009C7388">
        <w:rPr>
          <w:color w:val="000000"/>
        </w:rPr>
        <w:t>Total Capacity Estimate.</w:t>
      </w:r>
    </w:p>
    <w:p w14:paraId="13B63078" w14:textId="77777777" w:rsidR="00BB2C06" w:rsidRDefault="005F3F58" w:rsidP="00C5285E">
      <w:pPr>
        <w:pStyle w:val="H3"/>
      </w:pPr>
      <w:bookmarkStart w:id="68" w:name="_Toc148170000"/>
      <w:bookmarkStart w:id="69" w:name="_Toc157587953"/>
      <w:bookmarkStart w:id="70" w:name="_Toc121993769"/>
      <w:r>
        <w:t>10.3.3</w:t>
      </w:r>
      <w:r>
        <w:tab/>
        <w:t>TSP or DSP Metered Entities</w:t>
      </w:r>
      <w:bookmarkEnd w:id="68"/>
      <w:bookmarkEnd w:id="69"/>
      <w:bookmarkEnd w:id="70"/>
    </w:p>
    <w:p w14:paraId="4F6E2D61" w14:textId="77777777" w:rsidR="00BB2C06" w:rsidRDefault="005F3F58">
      <w:pPr>
        <w:pStyle w:val="H4"/>
      </w:pPr>
      <w:bookmarkStart w:id="71" w:name="_Toc148170001"/>
      <w:bookmarkStart w:id="72" w:name="_Toc157587954"/>
      <w:bookmarkStart w:id="73" w:name="_Toc121993770"/>
      <w:r>
        <w:t>10.3.3.1</w:t>
      </w:r>
      <w:r>
        <w:tab/>
        <w:t>Data Responsibilities</w:t>
      </w:r>
      <w:bookmarkEnd w:id="71"/>
      <w:bookmarkEnd w:id="72"/>
      <w:bookmarkEnd w:id="73"/>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t>(b)</w:t>
      </w:r>
      <w:r>
        <w:tab/>
        <w:t>Providing start date, stop date, ESI ID or RID, and consumption data in kWh as well as an identifier for “estimated” reads as applicable;</w:t>
      </w:r>
    </w:p>
    <w:p w14:paraId="54FC99DF" w14:textId="77777777" w:rsidR="00BB2C06" w:rsidRDefault="005F3F58">
      <w:pPr>
        <w:pStyle w:val="List"/>
      </w:pPr>
      <w:r>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31355776"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(i)</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4" w:name="_Toc148170002"/>
      <w:bookmarkStart w:id="75" w:name="_Toc157587955"/>
      <w:bookmarkStart w:id="76" w:name="_Toc121993771"/>
      <w:r>
        <w:lastRenderedPageBreak/>
        <w:t>10.3.3.2</w:t>
      </w:r>
      <w:r>
        <w:tab/>
        <w:t>Retail Load Meter Splitting</w:t>
      </w:r>
      <w:bookmarkEnd w:id="74"/>
      <w:bookmarkEnd w:id="75"/>
      <w:bookmarkEnd w:id="76"/>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77" w:name="_Toc148170003"/>
      <w:bookmarkStart w:id="78" w:name="_Toc157587956"/>
      <w:bookmarkStart w:id="79" w:name="_Toc121993772"/>
      <w:r>
        <w:t>10.3.3.2.1</w:t>
      </w:r>
      <w:r>
        <w:tab/>
        <w:t>Retail Customer Load Splitting Mechanism</w:t>
      </w:r>
      <w:bookmarkEnd w:id="77"/>
      <w:bookmarkEnd w:id="78"/>
      <w:bookmarkEnd w:id="79"/>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t>(c)</w:t>
      </w:r>
      <w:r>
        <w:tab/>
        <w:t>The TSP or DSP shall be responsible for approving the specifications and installation of any signal splitting devices;</w:t>
      </w:r>
    </w:p>
    <w:p w14:paraId="21C986E5" w14:textId="77777777" w:rsidR="00BB2C06" w:rsidRDefault="005F3F58">
      <w:pPr>
        <w:pStyle w:val="List"/>
      </w:pPr>
      <w:r>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80" w:name="_Toc148170004"/>
      <w:bookmarkStart w:id="81" w:name="_Toc157587957"/>
      <w:bookmarkStart w:id="82" w:name="_Toc121993773"/>
      <w:r>
        <w:t>10.3.3.2.2</w:t>
      </w:r>
      <w:r>
        <w:tab/>
        <w:t>TSP and DSP Responsibilities Associated with Retail Customer Load Splitting</w:t>
      </w:r>
      <w:bookmarkEnd w:id="80"/>
      <w:bookmarkEnd w:id="81"/>
      <w:bookmarkEnd w:id="82"/>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lastRenderedPageBreak/>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3" w:name="_Toc148170005"/>
      <w:bookmarkStart w:id="84" w:name="_Toc157587958"/>
      <w:bookmarkStart w:id="85" w:name="_Toc121993774"/>
      <w:r>
        <w:t>10.3.3.2.3</w:t>
      </w:r>
      <w:r>
        <w:tab/>
        <w:t>ERCOT Requirements for Retail Load Splitting</w:t>
      </w:r>
      <w:bookmarkEnd w:id="83"/>
      <w:bookmarkEnd w:id="84"/>
      <w:bookmarkEnd w:id="85"/>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t>(2)</w:t>
      </w:r>
      <w:r>
        <w:tab/>
        <w:t>ERCOT shall not receive or process the IDR data associated with the master meter.</w:t>
      </w:r>
    </w:p>
    <w:p w14:paraId="6AED3257" w14:textId="77777777" w:rsidR="00BB2C06" w:rsidRDefault="005F3F58">
      <w:pPr>
        <w:pStyle w:val="H4"/>
      </w:pPr>
      <w:bookmarkStart w:id="86" w:name="_Toc148170006"/>
      <w:bookmarkStart w:id="87" w:name="_Toc157587959"/>
      <w:bookmarkStart w:id="88" w:name="_Toc121993775"/>
      <w:r>
        <w:t>10.3.3.3</w:t>
      </w:r>
      <w:r>
        <w:tab/>
      </w:r>
      <w:bookmarkEnd w:id="86"/>
      <w:bookmarkEnd w:id="87"/>
      <w:r>
        <w:t>Submission of Settlement Quality Meter Data to ERCOT</w:t>
      </w:r>
      <w:bookmarkEnd w:id="88"/>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3B40C079" w:rsidR="00CA20D2" w:rsidRDefault="00CA20D2" w:rsidP="00B337DC">
      <w:pPr>
        <w:spacing w:after="240"/>
        <w:ind w:left="2160" w:hanging="720"/>
      </w:pPr>
      <w:r>
        <w:t>(i)</w:t>
      </w:r>
      <w:r>
        <w:tab/>
        <w:t>T</w:t>
      </w:r>
      <w:r w:rsidR="005F3F58">
        <w:t xml:space="preserve">he monthly non-interval total consumption </w:t>
      </w:r>
      <w:r>
        <w:t xml:space="preserve">and demand (if applicable) </w:t>
      </w:r>
      <w:r w:rsidR="005F3F58">
        <w:t>values for these ESI IDs shall be provided to ERCOT and Load Serving Entit</w:t>
      </w:r>
      <w:r>
        <w:t>ies</w:t>
      </w:r>
      <w:r w:rsidR="005F3F58">
        <w:t xml:space="preserve"> (LSEs) using the appropriate Texas Standard Electronic Transactions (TX SET</w:t>
      </w:r>
      <w:r w:rsidR="00BD1DD1">
        <w:t>s</w:t>
      </w:r>
      <w:r w:rsidR="005F3F58">
        <w:t>) in order to</w:t>
      </w:r>
      <w:r w:rsidR="007C57ED">
        <w:t xml:space="preserve"> 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t>(3)</w:t>
      </w:r>
      <w:r>
        <w:tab/>
        <w:t xml:space="preserve">The Settlement Quality Meter Data submitted by TSP or DSP must be in kWh and </w:t>
      </w:r>
      <w:proofErr w:type="spellStart"/>
      <w:r>
        <w:t>kV</w:t>
      </w:r>
      <w:r w:rsidR="00CA20D2">
        <w:t>A</w:t>
      </w:r>
      <w:r>
        <w:t>rh</w:t>
      </w:r>
      <w:proofErr w:type="spellEnd"/>
      <w:r>
        <w:t xml:space="preserve"> values (as applicable).</w:t>
      </w:r>
    </w:p>
    <w:p w14:paraId="08B4E506" w14:textId="77777777" w:rsidR="00BB2C06" w:rsidRDefault="005F3F58">
      <w:pPr>
        <w:pStyle w:val="Heading5"/>
        <w:numPr>
          <w:ilvl w:val="0"/>
          <w:numId w:val="0"/>
        </w:numPr>
      </w:pPr>
      <w:bookmarkStart w:id="89" w:name="_Toc148170007"/>
      <w:bookmarkStart w:id="90" w:name="_Toc157587960"/>
      <w:bookmarkStart w:id="91" w:name="_Toc121993776"/>
      <w:r>
        <w:lastRenderedPageBreak/>
        <w:t>10.3.3.3.1</w:t>
      </w:r>
      <w:r>
        <w:tab/>
        <w:t>Past Due Data Submission</w:t>
      </w:r>
      <w:bookmarkEnd w:id="89"/>
      <w:bookmarkEnd w:id="90"/>
      <w:bookmarkEnd w:id="91"/>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92" w:name="_Toc148170008"/>
      <w:bookmarkStart w:id="93" w:name="_Toc157587961"/>
      <w:bookmarkStart w:id="94" w:name="_Toc121993777"/>
      <w:r>
        <w:t>10.4</w:t>
      </w:r>
      <w:r>
        <w:tab/>
        <w:t>Certification of EPS Metering Facilities</w:t>
      </w:r>
      <w:bookmarkEnd w:id="92"/>
      <w:bookmarkEnd w:id="93"/>
      <w:bookmarkEnd w:id="94"/>
    </w:p>
    <w:p w14:paraId="0CBB2728" w14:textId="2CCE7EE9" w:rsidR="00BB2C06" w:rsidRDefault="005539B3" w:rsidP="00F05913">
      <w:pPr>
        <w:pStyle w:val="BodyText"/>
        <w:ind w:left="720" w:hanging="720"/>
      </w:pPr>
      <w:r>
        <w:t>(1)</w:t>
      </w:r>
      <w:r>
        <w:tab/>
      </w:r>
      <w:r w:rsidR="005F3F58">
        <w:t xml:space="preserve">Each </w:t>
      </w:r>
      <w:r w:rsidR="000B49C5">
        <w:t>Transmission Service Provider (</w:t>
      </w:r>
      <w:r w:rsidR="005F3F58">
        <w:t>TSP</w:t>
      </w:r>
      <w:r w:rsidR="000B49C5">
        <w:t>)</w:t>
      </w:r>
      <w:r w:rsidR="005F3F58">
        <w:t xml:space="preserve"> and </w:t>
      </w:r>
      <w:r w:rsidR="000B49C5">
        <w:t>Distribution Service Provider (</w:t>
      </w:r>
      <w:r w:rsidR="005F3F58">
        <w:t>DSP</w:t>
      </w:r>
      <w:r w:rsidR="000B49C5">
        <w:t>)</w:t>
      </w:r>
      <w:r w:rsidR="005F3F58">
        <w:t xml:space="preserve"> shall certify </w:t>
      </w:r>
      <w:r w:rsidR="00FA5157">
        <w:t>ERCOT-Polled Settlement (</w:t>
      </w:r>
      <w:r w:rsidR="005F3F58">
        <w:t>EPS</w:t>
      </w:r>
      <w:r w:rsidR="00FA5157">
        <w:t>)</w:t>
      </w:r>
      <w:r w:rsidR="005F3F58">
        <w:t xml:space="preserve"> Metering Facilities in a manner approved by ERCOT.</w:t>
      </w:r>
    </w:p>
    <w:p w14:paraId="02D9E8C6" w14:textId="77777777" w:rsidR="00BB2C06" w:rsidRDefault="005F3F58">
      <w:pPr>
        <w:pStyle w:val="H3"/>
      </w:pPr>
      <w:bookmarkStart w:id="95" w:name="_Toc148170009"/>
      <w:bookmarkStart w:id="96" w:name="_Toc157587962"/>
      <w:bookmarkStart w:id="97" w:name="_Toc121993778"/>
      <w:r>
        <w:t>10.4.1</w:t>
      </w:r>
      <w:r>
        <w:tab/>
        <w:t>Overview</w:t>
      </w:r>
      <w:bookmarkEnd w:id="95"/>
      <w:bookmarkEnd w:id="96"/>
      <w:bookmarkEnd w:id="97"/>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98" w:name="_Toc100568208"/>
      <w:bookmarkStart w:id="99" w:name="_Toc148170010"/>
      <w:bookmarkStart w:id="100" w:name="_Toc157587963"/>
      <w:bookmarkStart w:id="101" w:name="_Toc121993779"/>
      <w:r>
        <w:t>10.4.2</w:t>
      </w:r>
      <w:r>
        <w:tab/>
        <w:t>EPS Design Proposal Documentation Required from the TSP or DSP</w:t>
      </w:r>
      <w:bookmarkEnd w:id="98"/>
      <w:bookmarkEnd w:id="99"/>
      <w:bookmarkEnd w:id="100"/>
      <w:bookmarkEnd w:id="101"/>
    </w:p>
    <w:p w14:paraId="5F8B638D" w14:textId="77777777"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An “EPS Design Proposal” is the documentation required on the form available on the </w:t>
      </w:r>
      <w:r w:rsidR="00912151">
        <w:t>ERCOT website</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102" w:name="_Toc100568209"/>
      <w:bookmarkStart w:id="103" w:name="_Toc148170011"/>
      <w:bookmarkStart w:id="104" w:name="_Toc157587964"/>
      <w:bookmarkStart w:id="105" w:name="_Toc121993780"/>
      <w:r>
        <w:t>10.4.2.1</w:t>
      </w:r>
      <w:r>
        <w:tab/>
        <w:t>Approval or Rejection of an EPS Design Proposal for EPS Metering Facilities</w:t>
      </w:r>
      <w:bookmarkEnd w:id="102"/>
      <w:bookmarkEnd w:id="103"/>
      <w:bookmarkEnd w:id="104"/>
      <w:bookmarkEnd w:id="105"/>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06" w:name="_Toc148170012"/>
      <w:bookmarkStart w:id="107" w:name="_Toc157587965"/>
      <w:bookmarkStart w:id="108" w:name="_Toc121993781"/>
      <w:r>
        <w:t>10.4.2.1.1</w:t>
      </w:r>
      <w:r>
        <w:tab/>
        <w:t>Unconditional Approval</w:t>
      </w:r>
      <w:bookmarkEnd w:id="106"/>
      <w:bookmarkEnd w:id="107"/>
      <w:bookmarkEnd w:id="108"/>
    </w:p>
    <w:p w14:paraId="296F72D1" w14:textId="77777777"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14:paraId="339483B5" w14:textId="77777777" w:rsidR="00BB2C06" w:rsidRDefault="005F3F58">
      <w:pPr>
        <w:pStyle w:val="H5"/>
        <w:ind w:left="0" w:firstLine="0"/>
      </w:pPr>
      <w:bookmarkStart w:id="109" w:name="_Toc148170013"/>
      <w:bookmarkStart w:id="110" w:name="_Toc157587966"/>
      <w:bookmarkStart w:id="111" w:name="_Toc121993782"/>
      <w:r>
        <w:lastRenderedPageBreak/>
        <w:t>10.4.2.1.2</w:t>
      </w:r>
      <w:r>
        <w:tab/>
        <w:t>Conditional Approval</w:t>
      </w:r>
      <w:bookmarkEnd w:id="109"/>
      <w:bookmarkEnd w:id="110"/>
      <w:bookmarkEnd w:id="111"/>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If the TSP or DSP disputes any condition imposed by ERCOT, the TSP or DSP must promptly notify ERCOT of its concerns and provide ERCOT with the reasons for its concerns.  If the TSP or DSP provides ERCOT such Notice, ERCOT may amend or 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t>(5)</w:t>
      </w:r>
      <w:r>
        <w:tab/>
        <w:t>Unsatisfied Conditions:</w:t>
      </w:r>
    </w:p>
    <w:p w14:paraId="40937F8F" w14:textId="77777777"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p>
    <w:p w14:paraId="75917786" w14:textId="77777777" w:rsidR="00BB2C06" w:rsidRDefault="005F3F58">
      <w:pPr>
        <w:pStyle w:val="H5"/>
        <w:ind w:left="0" w:firstLine="0"/>
      </w:pPr>
      <w:bookmarkStart w:id="112" w:name="_Toc148170014"/>
      <w:bookmarkStart w:id="113" w:name="_Toc157587967"/>
      <w:bookmarkStart w:id="114" w:name="_Toc121993783"/>
      <w:r>
        <w:t>10.4.2.1.3</w:t>
      </w:r>
      <w:r>
        <w:tab/>
        <w:t>Rejection</w:t>
      </w:r>
      <w:bookmarkEnd w:id="112"/>
      <w:bookmarkEnd w:id="113"/>
      <w:bookmarkEnd w:id="114"/>
    </w:p>
    <w:p w14:paraId="68A34311" w14:textId="66690C1A" w:rsidR="00BB2C06" w:rsidRDefault="005539B3" w:rsidP="00F05913">
      <w:pPr>
        <w:pStyle w:val="BodyText"/>
        <w:ind w:left="720" w:hanging="720"/>
      </w:pPr>
      <w:r>
        <w:t>(1)</w:t>
      </w:r>
      <w:r>
        <w:tab/>
      </w:r>
      <w:r w:rsidR="005F3F58">
        <w:t xml:space="preserve">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w:t>
      </w:r>
      <w:r w:rsidR="005F3F58">
        <w:lastRenderedPageBreak/>
        <w:t>Entity may refer the dispute to the ADR Procedures as described in Section 20, Alternative Dispute Resolution Procedure.</w:t>
      </w:r>
    </w:p>
    <w:p w14:paraId="5A50D8E3" w14:textId="77777777" w:rsidR="00BB2C06" w:rsidRDefault="005F3F58">
      <w:pPr>
        <w:pStyle w:val="H3"/>
      </w:pPr>
      <w:bookmarkStart w:id="115" w:name="_Toc100568210"/>
      <w:bookmarkStart w:id="116" w:name="_Toc148170015"/>
      <w:bookmarkStart w:id="117" w:name="_Toc157587968"/>
      <w:bookmarkStart w:id="118" w:name="_Toc121993784"/>
      <w:r>
        <w:t>10.4.3</w:t>
      </w:r>
      <w:r>
        <w:tab/>
        <w:t>Site Certification Documentation Required from the TSP or DSP EPS Meter Inspector</w:t>
      </w:r>
      <w:bookmarkEnd w:id="115"/>
      <w:bookmarkEnd w:id="116"/>
      <w:bookmarkEnd w:id="117"/>
      <w:bookmarkEnd w:id="118"/>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77777777" w:rsidR="00BB2C06" w:rsidRDefault="005F3F58">
      <w:pPr>
        <w:pStyle w:val="BodyTextNumbered"/>
      </w:pPr>
      <w:r>
        <w:t>(3)</w:t>
      </w:r>
      <w:r>
        <w:tab/>
        <w:t xml:space="preserve">The TSP or DSP shall provide the documents as outlined in </w:t>
      </w:r>
      <w:r w:rsidR="00A2289B">
        <w:t>Settlement Metering Operating Guide (</w:t>
      </w:r>
      <w:r>
        <w:t>SMOG</w:t>
      </w:r>
      <w:r w:rsidR="00A2289B">
        <w:t>)</w:t>
      </w:r>
      <w:r>
        <w:t xml:space="preserve"> for each set of EPS Metering Facilities being considered for ERCOT approval.</w:t>
      </w:r>
    </w:p>
    <w:p w14:paraId="763B1AFA" w14:textId="77777777" w:rsidR="00BB2C06" w:rsidRDefault="005F3F58">
      <w:pPr>
        <w:pStyle w:val="H4"/>
      </w:pPr>
      <w:bookmarkStart w:id="119" w:name="_Toc148170016"/>
      <w:bookmarkStart w:id="120" w:name="_Toc157587969"/>
      <w:bookmarkStart w:id="121" w:name="_Toc121993785"/>
      <w:r>
        <w:t>10.4.3.1</w:t>
      </w:r>
      <w:r>
        <w:tab/>
        <w:t>Review by ERCOT</w:t>
      </w:r>
      <w:bookmarkEnd w:id="119"/>
      <w:bookmarkEnd w:id="120"/>
      <w:bookmarkEnd w:id="121"/>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22" w:name="_Toc148170017"/>
      <w:bookmarkStart w:id="123" w:name="_Toc157587970"/>
      <w:bookmarkStart w:id="124" w:name="_Toc121993786"/>
      <w:r>
        <w:t>10.4.3.2</w:t>
      </w:r>
      <w:r>
        <w:tab/>
        <w:t>Provisional Approval</w:t>
      </w:r>
      <w:bookmarkEnd w:id="122"/>
      <w:bookmarkEnd w:id="123"/>
      <w:bookmarkEnd w:id="124"/>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5" w:name="_Toc148170018"/>
      <w:bookmarkStart w:id="126" w:name="_Toc157587971"/>
      <w:bookmarkStart w:id="127" w:name="_Toc121993787"/>
      <w:r>
        <w:lastRenderedPageBreak/>
        <w:t>10.4.3.3</w:t>
      </w:r>
      <w:r>
        <w:tab/>
        <w:t>Obligation to Maintain Approval</w:t>
      </w:r>
      <w:bookmarkEnd w:id="125"/>
      <w:bookmarkEnd w:id="126"/>
      <w:bookmarkEnd w:id="127"/>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28" w:name="_Toc148170019"/>
      <w:bookmarkStart w:id="129" w:name="_Toc157587972"/>
      <w:bookmarkStart w:id="130" w:name="_Toc121993788"/>
      <w:r>
        <w:t>10.4.3.4</w:t>
      </w:r>
      <w:r>
        <w:tab/>
        <w:t>Revocation of Approval</w:t>
      </w:r>
      <w:bookmarkEnd w:id="128"/>
      <w:bookmarkEnd w:id="129"/>
      <w:bookmarkEnd w:id="130"/>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31" w:name="_Toc148170020"/>
      <w:bookmarkStart w:id="132" w:name="_Toc157587973"/>
      <w:bookmarkStart w:id="133" w:name="_Toc121993789"/>
      <w:r>
        <w:t>10.4.3.5</w:t>
      </w:r>
      <w:r>
        <w:tab/>
        <w:t>Changes to Approved EPS Metering Facilities</w:t>
      </w:r>
      <w:bookmarkEnd w:id="131"/>
      <w:bookmarkEnd w:id="132"/>
      <w:bookmarkEnd w:id="133"/>
    </w:p>
    <w:p w14:paraId="2CAB4293" w14:textId="77777777"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4" w:name="_Toc148170021"/>
      <w:bookmarkStart w:id="135" w:name="_Toc157587974"/>
      <w:bookmarkStart w:id="136" w:name="_Toc121993790"/>
      <w:r>
        <w:t>10.4.3.6</w:t>
      </w:r>
      <w:r>
        <w:tab/>
        <w:t>Confirmation of Certification</w:t>
      </w:r>
      <w:bookmarkEnd w:id="134"/>
      <w:bookmarkEnd w:id="135"/>
      <w:bookmarkEnd w:id="136"/>
    </w:p>
    <w:p w14:paraId="62BABDD1" w14:textId="77777777"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14:paraId="3110E64D" w14:textId="77777777" w:rsidR="00BB2C06" w:rsidRDefault="005F3F58">
      <w:pPr>
        <w:pStyle w:val="H2"/>
      </w:pPr>
      <w:bookmarkStart w:id="137" w:name="_Toc148170022"/>
      <w:bookmarkStart w:id="138" w:name="_Toc157587975"/>
      <w:bookmarkStart w:id="139" w:name="_Toc121993791"/>
      <w:r>
        <w:lastRenderedPageBreak/>
        <w:t>10.5</w:t>
      </w:r>
      <w:r>
        <w:tab/>
        <w:t>TSP and DSP EPS Meter Inspectors</w:t>
      </w:r>
      <w:bookmarkEnd w:id="137"/>
      <w:bookmarkEnd w:id="138"/>
      <w:bookmarkEnd w:id="139"/>
    </w:p>
    <w:p w14:paraId="705FD69C" w14:textId="77777777" w:rsidR="00BB2C06" w:rsidRDefault="005F3F58">
      <w:pPr>
        <w:pStyle w:val="H3"/>
      </w:pPr>
      <w:bookmarkStart w:id="140" w:name="_Toc148170023"/>
      <w:bookmarkStart w:id="141" w:name="_Toc157587976"/>
      <w:bookmarkStart w:id="142" w:name="_Toc121993792"/>
      <w:r>
        <w:t>10.5.1</w:t>
      </w:r>
      <w:r>
        <w:tab/>
        <w:t>List of TSP and DSP EPS Meter Inspectors</w:t>
      </w:r>
      <w:bookmarkEnd w:id="140"/>
      <w:bookmarkEnd w:id="141"/>
      <w:bookmarkEnd w:id="142"/>
    </w:p>
    <w:p w14:paraId="27B9192E" w14:textId="0F1C8554" w:rsidR="00BB2C06" w:rsidRDefault="005539B3" w:rsidP="00F05913">
      <w:pPr>
        <w:pStyle w:val="BodyText"/>
        <w:ind w:left="720" w:hanging="720"/>
      </w:pPr>
      <w:r>
        <w:t>(1)</w:t>
      </w:r>
      <w:r>
        <w:tab/>
      </w:r>
      <w:r w:rsidR="005F3F58">
        <w:t xml:space="preserve">ERCOT shall maintain a list of TSP and DSP </w:t>
      </w:r>
      <w:r w:rsidR="00DF0297" w:rsidRPr="00376242">
        <w:t xml:space="preserve">ERCOT-Polled Settlement </w:t>
      </w:r>
      <w:r w:rsidR="00DF0297">
        <w:t>(</w:t>
      </w:r>
      <w:r w:rsidR="005F3F58">
        <w:t>EPS</w:t>
      </w:r>
      <w:r w:rsidR="00DF0297">
        <w:t>)</w:t>
      </w:r>
      <w:r w:rsidR="005F3F58">
        <w:t xml:space="preserve"> Meter Inspectors, and details related to ERCOT training to become a </w:t>
      </w:r>
      <w:r w:rsidR="000B49C5">
        <w:t>Transmission Service Provider (</w:t>
      </w:r>
      <w:r w:rsidR="005F3F58">
        <w:t>TSP</w:t>
      </w:r>
      <w:r w:rsidR="000B49C5">
        <w:t>)</w:t>
      </w:r>
      <w:r w:rsidR="005F3F58">
        <w:t xml:space="preserve"> or </w:t>
      </w:r>
      <w:r w:rsidR="000B49C5">
        <w:t>Distribution Service Provider (</w:t>
      </w:r>
      <w:r w:rsidR="005F3F58">
        <w:t>DSP</w:t>
      </w:r>
      <w:r w:rsidR="000B49C5">
        <w:t>)</w:t>
      </w:r>
      <w:r w:rsidR="005F3F58">
        <w:t xml:space="preserve"> EPS Meter Inspector.</w:t>
      </w:r>
    </w:p>
    <w:p w14:paraId="0307D2F4" w14:textId="77777777" w:rsidR="00BB2C06" w:rsidRDefault="005F3F58">
      <w:pPr>
        <w:pStyle w:val="H3"/>
      </w:pPr>
      <w:bookmarkStart w:id="143" w:name="_Toc148170024"/>
      <w:bookmarkStart w:id="144" w:name="_Toc157587977"/>
      <w:bookmarkStart w:id="145" w:name="_Toc121993793"/>
      <w:r>
        <w:t>10.5.2</w:t>
      </w:r>
      <w:r>
        <w:tab/>
        <w:t>EPS Meter Inspector Approval Process</w:t>
      </w:r>
      <w:bookmarkEnd w:id="143"/>
      <w:bookmarkEnd w:id="144"/>
      <w:bookmarkEnd w:id="145"/>
    </w:p>
    <w:p w14:paraId="5E349AED" w14:textId="77777777" w:rsidR="00BB2C06" w:rsidRDefault="005F3F58">
      <w:pPr>
        <w:pStyle w:val="H4"/>
      </w:pPr>
      <w:bookmarkStart w:id="146" w:name="_Toc148170025"/>
      <w:bookmarkStart w:id="147" w:name="_Toc157587978"/>
      <w:bookmarkStart w:id="148" w:name="_Toc121993794"/>
      <w:r>
        <w:t>10.5.2.1</w:t>
      </w:r>
      <w:r>
        <w:tab/>
        <w:t>TSP and DSP Responsibilities</w:t>
      </w:r>
      <w:bookmarkEnd w:id="146"/>
      <w:bookmarkEnd w:id="147"/>
      <w:bookmarkEnd w:id="148"/>
    </w:p>
    <w:p w14:paraId="23287076" w14:textId="3357B5EA"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the </w:t>
      </w:r>
      <w:r w:rsidR="006038D7">
        <w:t>Settlement Metering Operating Guide (</w:t>
      </w:r>
      <w:r>
        <w:t>SMOG</w:t>
      </w:r>
      <w:r w:rsidR="006038D7">
        <w:t>)</w:t>
      </w:r>
      <w:r>
        <w:t xml:space="preserve">.  A TSP or DSP EPS Meter Inspector is required to complete an ERCOT EPS Meter Inspector training session. </w:t>
      </w:r>
    </w:p>
    <w:p w14:paraId="616F1ABC" w14:textId="77777777" w:rsidR="00BB2C06" w:rsidRDefault="005F3F58">
      <w:pPr>
        <w:pStyle w:val="List"/>
        <w:ind w:left="720"/>
      </w:pPr>
      <w:r>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49" w:name="_Toc148170026"/>
      <w:bookmarkStart w:id="150" w:name="_Toc157587979"/>
      <w:bookmarkStart w:id="151" w:name="_Toc121993795"/>
      <w:r>
        <w:t>10.5.2.2</w:t>
      </w:r>
      <w:r>
        <w:tab/>
        <w:t>ERCOT Responsibilities</w:t>
      </w:r>
      <w:bookmarkEnd w:id="149"/>
      <w:bookmarkEnd w:id="150"/>
      <w:bookmarkEnd w:id="151"/>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t>(c)</w:t>
      </w:r>
      <w:r>
        <w:tab/>
        <w:t>Overview of EPS Metering Facilities related topics and documents;</w:t>
      </w:r>
    </w:p>
    <w:p w14:paraId="7A76B6B1" w14:textId="77777777" w:rsidR="00BB2C06" w:rsidRDefault="005F3F58">
      <w:pPr>
        <w:pStyle w:val="List"/>
      </w:pPr>
      <w:r>
        <w:t>(d)</w:t>
      </w:r>
      <w:r>
        <w:tab/>
        <w:t>Protocols requirements;</w:t>
      </w:r>
    </w:p>
    <w:p w14:paraId="374BA853" w14:textId="648DBFB3" w:rsidR="00BB2C06" w:rsidRDefault="005F3F58">
      <w:pPr>
        <w:pStyle w:val="List"/>
      </w:pPr>
      <w:r>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lastRenderedPageBreak/>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52" w:name="_Toc148170027"/>
      <w:bookmarkStart w:id="153" w:name="_Toc157587980"/>
      <w:bookmarkStart w:id="154" w:name="_Toc121993796"/>
      <w:r>
        <w:t>10.6</w:t>
      </w:r>
      <w:r>
        <w:tab/>
        <w:t>Auditing and Testing of Metering Facilities</w:t>
      </w:r>
      <w:bookmarkEnd w:id="152"/>
      <w:bookmarkEnd w:id="153"/>
      <w:bookmarkEnd w:id="154"/>
    </w:p>
    <w:p w14:paraId="020DD32F" w14:textId="77777777" w:rsidR="00BB2C06" w:rsidRDefault="005F3F58">
      <w:pPr>
        <w:pStyle w:val="H3"/>
      </w:pPr>
      <w:bookmarkStart w:id="155" w:name="_Toc148170028"/>
      <w:bookmarkStart w:id="156" w:name="_Toc157587981"/>
      <w:bookmarkStart w:id="157" w:name="_Toc121993797"/>
      <w:r>
        <w:t>10.6.1</w:t>
      </w:r>
      <w:r>
        <w:tab/>
        <w:t>EPS Meter Entities</w:t>
      </w:r>
      <w:bookmarkEnd w:id="155"/>
      <w:bookmarkEnd w:id="156"/>
      <w:bookmarkEnd w:id="157"/>
    </w:p>
    <w:p w14:paraId="676B5703" w14:textId="77777777" w:rsidR="00BB2C06" w:rsidRDefault="005F3F58">
      <w:pPr>
        <w:pStyle w:val="H4"/>
      </w:pPr>
      <w:bookmarkStart w:id="158" w:name="_Toc148170029"/>
      <w:bookmarkStart w:id="159" w:name="_Toc157587982"/>
      <w:bookmarkStart w:id="160" w:name="_Toc121993798"/>
      <w:r>
        <w:t>10.6.1.1</w:t>
      </w:r>
      <w:r>
        <w:tab/>
        <w:t>ERCOT Requirement for Audits and Tests</w:t>
      </w:r>
      <w:bookmarkEnd w:id="158"/>
      <w:bookmarkEnd w:id="159"/>
      <w:bookmarkEnd w:id="160"/>
    </w:p>
    <w:p w14:paraId="1BF5FCFD" w14:textId="245B7B16" w:rsidR="00BB2C06" w:rsidRDefault="005539B3" w:rsidP="00F05913">
      <w:pPr>
        <w:pStyle w:val="BodyText"/>
        <w:ind w:left="720" w:hanging="720"/>
      </w:pPr>
      <w:r>
        <w:t>(1)</w:t>
      </w:r>
      <w:r>
        <w:tab/>
      </w:r>
      <w:r w:rsidR="005F3F58">
        <w:t xml:space="preserve">ERCOT shall have the right to audit any </w:t>
      </w:r>
      <w:r w:rsidR="00DF0297" w:rsidRPr="00376242">
        <w:t xml:space="preserve">ERCOT-Polled Settlement </w:t>
      </w:r>
      <w:r w:rsidR="00DF0297">
        <w:t>(</w:t>
      </w:r>
      <w:r w:rsidR="005F3F58">
        <w:t>EPS</w:t>
      </w:r>
      <w:r w:rsidR="00DF0297">
        <w:t>)</w:t>
      </w:r>
      <w:r w:rsidR="005F3F58">
        <w:t xml:space="preserve"> Metering Facility that it considers necessary or to request and witness a test carried out by a </w:t>
      </w:r>
      <w:r w:rsidR="000B49C5">
        <w:t>Transmission Service Provider (</w:t>
      </w:r>
      <w:r w:rsidR="005F3F58">
        <w:t>TSP</w:t>
      </w:r>
      <w:r w:rsidR="000B49C5">
        <w:t>)</w:t>
      </w:r>
      <w:r w:rsidR="005F3F58">
        <w:t xml:space="preserve"> or </w:t>
      </w:r>
      <w:r w:rsidR="006038D7">
        <w:t>Distribution Service Provider (</w:t>
      </w:r>
      <w:r w:rsidR="005F3F58">
        <w:t>DSP</w:t>
      </w:r>
      <w:r w:rsidR="000B49C5">
        <w:t>)</w:t>
      </w:r>
      <w:r w:rsidR="005F3F58">
        <w:t xml:space="preserve"> EPS Meter Inspector.</w:t>
      </w:r>
    </w:p>
    <w:p w14:paraId="46F739CC" w14:textId="77777777" w:rsidR="00BB2C06" w:rsidRDefault="005F3F58">
      <w:pPr>
        <w:pStyle w:val="H4"/>
      </w:pPr>
      <w:bookmarkStart w:id="161" w:name="_Toc148170030"/>
      <w:bookmarkStart w:id="162" w:name="_Toc157587983"/>
      <w:bookmarkStart w:id="163" w:name="_Toc121993799"/>
      <w:r>
        <w:t>10.6.1.2</w:t>
      </w:r>
      <w:r>
        <w:tab/>
        <w:t>TSP and DSP Testing Requirements for EPS Metering Facilities</w:t>
      </w:r>
      <w:bookmarkEnd w:id="161"/>
      <w:bookmarkEnd w:id="162"/>
      <w:bookmarkEnd w:id="163"/>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t>(b)</w:t>
      </w:r>
      <w:r>
        <w:tab/>
        <w:t>Coupling Capacitor Voltage Transformers (CCVTs) shall be tested for accuracy</w:t>
      </w:r>
      <w:r w:rsidR="005755F9">
        <w:t>:</w:t>
      </w:r>
    </w:p>
    <w:p w14:paraId="4657362B" w14:textId="77777777"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34E50DB0" w14:textId="77777777" w:rsidR="00BB2C06" w:rsidRDefault="005F3F58">
      <w:pPr>
        <w:pStyle w:val="List"/>
        <w:ind w:left="720"/>
      </w:pPr>
      <w:r>
        <w:t>(3)</w:t>
      </w:r>
      <w:r>
        <w:tab/>
        <w:t>ERCOT may determine that periodic testing of CCVTs 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4" w:name="_Toc148170031"/>
      <w:bookmarkStart w:id="165" w:name="_Toc157587984"/>
      <w:bookmarkStart w:id="166" w:name="_Toc121993800"/>
      <w:r>
        <w:lastRenderedPageBreak/>
        <w:t>10.6.1.3</w:t>
      </w:r>
      <w:r>
        <w:tab/>
        <w:t>Failure to Comply</w:t>
      </w:r>
      <w:bookmarkEnd w:id="164"/>
      <w:bookmarkEnd w:id="165"/>
      <w:bookmarkEnd w:id="166"/>
    </w:p>
    <w:p w14:paraId="1EE93E22" w14:textId="1ABD822C" w:rsidR="00BB2C06" w:rsidRDefault="005539B3" w:rsidP="00F05913">
      <w:pPr>
        <w:pStyle w:val="BodyText"/>
        <w:ind w:left="720" w:hanging="720"/>
      </w:pPr>
      <w:r>
        <w:t>(1)</w:t>
      </w:r>
      <w:r>
        <w:tab/>
      </w:r>
      <w:r w:rsidR="005F3F58">
        <w:t xml:space="preserve">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w:t>
      </w:r>
      <w:r w:rsidR="006038D7">
        <w:t>Public Utility Commission of Texas (</w:t>
      </w:r>
      <w:r w:rsidR="005F3F58">
        <w:t>PUCT</w:t>
      </w:r>
      <w:r w:rsidR="006038D7">
        <w:t>)</w:t>
      </w:r>
      <w:r w:rsidR="005F3F58">
        <w:t xml:space="preserve"> or the appropriate Governmental Authority.</w:t>
      </w:r>
    </w:p>
    <w:p w14:paraId="750161C9" w14:textId="77777777" w:rsidR="00BB2C06" w:rsidRDefault="005F3F58">
      <w:pPr>
        <w:pStyle w:val="H4"/>
      </w:pPr>
      <w:bookmarkStart w:id="167" w:name="_Toc148170032"/>
      <w:bookmarkStart w:id="168" w:name="_Toc157587985"/>
      <w:bookmarkStart w:id="169" w:name="_Toc121993801"/>
      <w:r>
        <w:t>10.6.1.4</w:t>
      </w:r>
      <w:r>
        <w:tab/>
        <w:t>Requests by Market Participants</w:t>
      </w:r>
      <w:bookmarkEnd w:id="167"/>
      <w:bookmarkEnd w:id="168"/>
      <w:bookmarkEnd w:id="169"/>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70" w:name="_Toc148170033"/>
      <w:bookmarkStart w:id="171" w:name="_Toc157587986"/>
      <w:bookmarkStart w:id="172" w:name="_Toc121993802"/>
      <w:r>
        <w:t>10.6.2</w:t>
      </w:r>
      <w:r>
        <w:tab/>
        <w:t>TSP and DSP Metered Entities</w:t>
      </w:r>
      <w:bookmarkEnd w:id="170"/>
      <w:bookmarkEnd w:id="171"/>
      <w:bookmarkEnd w:id="172"/>
    </w:p>
    <w:p w14:paraId="475F0FCD" w14:textId="77777777" w:rsidR="00BB2C06" w:rsidRDefault="005F3F58">
      <w:pPr>
        <w:pStyle w:val="H4"/>
      </w:pPr>
      <w:bookmarkStart w:id="173" w:name="_Toc148170034"/>
      <w:bookmarkStart w:id="174" w:name="_Toc157587987"/>
      <w:bookmarkStart w:id="175" w:name="_Toc121993803"/>
      <w:r>
        <w:t>10.6.2.1</w:t>
      </w:r>
      <w:r>
        <w:tab/>
        <w:t>Requirement for Audit and Testing</w:t>
      </w:r>
      <w:bookmarkEnd w:id="173"/>
      <w:bookmarkEnd w:id="174"/>
      <w:bookmarkEnd w:id="175"/>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t>(2)</w:t>
      </w:r>
      <w:r>
        <w:tab/>
      </w:r>
      <w:r w:rsidR="005F3F58">
        <w:t xml:space="preserve">Audit and Testing Requests by an affected Market Participant </w:t>
      </w:r>
    </w:p>
    <w:p w14:paraId="75BD7352" w14:textId="77777777"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76" w:name="_Toc148170035"/>
      <w:bookmarkStart w:id="177" w:name="_Toc157587988"/>
      <w:bookmarkStart w:id="178" w:name="_Toc121993804"/>
      <w:r>
        <w:t>10.6.2.2</w:t>
      </w:r>
      <w:r>
        <w:tab/>
        <w:t>TSP and DSP Requirement to Certify per Governmental Authorities</w:t>
      </w:r>
      <w:bookmarkEnd w:id="176"/>
      <w:bookmarkEnd w:id="177"/>
      <w:bookmarkEnd w:id="178"/>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79" w:name="_Toc100568217"/>
      <w:bookmarkStart w:id="180" w:name="_Toc148170036"/>
      <w:bookmarkStart w:id="181" w:name="_Toc157587989"/>
      <w:bookmarkStart w:id="182" w:name="_Toc121993805"/>
      <w:r>
        <w:t>10.7</w:t>
      </w:r>
      <w:r>
        <w:tab/>
        <w:t>ERCOT Request for Installation of EPS Metering Facilities</w:t>
      </w:r>
      <w:bookmarkEnd w:id="179"/>
      <w:bookmarkEnd w:id="180"/>
      <w:bookmarkEnd w:id="181"/>
      <w:bookmarkEnd w:id="182"/>
    </w:p>
    <w:p w14:paraId="208821CF" w14:textId="77777777" w:rsidR="00BB2C06" w:rsidRDefault="005F3F58">
      <w:pPr>
        <w:pStyle w:val="H3"/>
      </w:pPr>
      <w:bookmarkStart w:id="183" w:name="_Toc100568218"/>
      <w:bookmarkStart w:id="184" w:name="_Toc148170037"/>
      <w:bookmarkStart w:id="185" w:name="_Toc157587990"/>
      <w:bookmarkStart w:id="186" w:name="_Toc121993806"/>
      <w:r>
        <w:t>10.7.1</w:t>
      </w:r>
      <w:r>
        <w:tab/>
        <w:t>Additional EPS Metering Installations</w:t>
      </w:r>
      <w:bookmarkEnd w:id="183"/>
      <w:bookmarkEnd w:id="184"/>
      <w:bookmarkEnd w:id="185"/>
      <w:bookmarkEnd w:id="186"/>
    </w:p>
    <w:p w14:paraId="2185C4AA" w14:textId="55120302" w:rsidR="00BB2C06" w:rsidRDefault="005F3F58">
      <w:pPr>
        <w:spacing w:after="240"/>
        <w:ind w:left="720" w:hanging="720"/>
      </w:pPr>
      <w:r>
        <w:t>(1</w:t>
      </w:r>
      <w:r>
        <w:rPr>
          <w:rStyle w:val="BodyTextChar"/>
        </w:rPr>
        <w:t>)</w:t>
      </w:r>
      <w:r>
        <w:rPr>
          <w:rStyle w:val="BodyTextChar"/>
        </w:rPr>
        <w:tab/>
        <w:t xml:space="preserve">If ERCOT determines that there is a potential need to install additional </w:t>
      </w:r>
      <w:r w:rsidR="00DF0297" w:rsidRPr="00376242">
        <w:t xml:space="preserve">ERCOT-Polled Settlement </w:t>
      </w:r>
      <w:r w:rsidR="00DF0297">
        <w:t>(</w:t>
      </w:r>
      <w:r>
        <w:rPr>
          <w:rStyle w:val="BodyTextChar"/>
        </w:rPr>
        <w:t>EPS</w:t>
      </w:r>
      <w:r w:rsidR="00DF0297">
        <w:rPr>
          <w:rStyle w:val="BodyTextChar"/>
        </w:rPr>
        <w:t>)</w:t>
      </w:r>
      <w:r>
        <w:rPr>
          <w:rStyle w:val="BodyTextChar"/>
        </w:rPr>
        <w:t xml:space="preserve"> Metering Facilities on the ERCOT System, ERCOT shall notify the </w:t>
      </w:r>
      <w:r>
        <w:rPr>
          <w:rStyle w:val="BodyTextChar"/>
        </w:rPr>
        <w:lastRenderedPageBreak/>
        <w:t xml:space="preserve">relevant </w:t>
      </w:r>
      <w:r w:rsidR="00DF0297">
        <w:t>Transmission Service Provider</w:t>
      </w:r>
      <w:r w:rsidR="00DF0297">
        <w:rPr>
          <w:rStyle w:val="BodyTextChar"/>
        </w:rPr>
        <w:t xml:space="preserve"> (</w:t>
      </w:r>
      <w:r>
        <w:rPr>
          <w:rStyle w:val="BodyTextChar"/>
        </w:rPr>
        <w:t>TSP</w:t>
      </w:r>
      <w:r w:rsidR="00DF0297">
        <w:rPr>
          <w:rStyle w:val="BodyTextChar"/>
        </w:rPr>
        <w:t>)</w:t>
      </w:r>
      <w:r>
        <w:rPr>
          <w:rStyle w:val="BodyTextChar"/>
        </w:rPr>
        <w:t xml:space="preserve"> or </w:t>
      </w:r>
      <w:r w:rsidR="00DF0297">
        <w:t>Distribution Service Provider</w:t>
      </w:r>
      <w:r w:rsidR="00DF0297">
        <w:rPr>
          <w:rStyle w:val="BodyTextChar"/>
        </w:rPr>
        <w:t xml:space="preserve"> (</w:t>
      </w:r>
      <w:r>
        <w:rPr>
          <w:rStyle w:val="BodyTextChar"/>
        </w:rPr>
        <w:t>DSP</w:t>
      </w:r>
      <w:r w:rsidR="00DF0297">
        <w:rPr>
          <w:rStyle w:val="BodyTextChar"/>
        </w:rPr>
        <w:t>)</w:t>
      </w:r>
      <w:r>
        <w:rPr>
          <w:rStyle w:val="BodyTextChar"/>
        </w:rPr>
        <w:t xml:space="preserve"> in w</w:t>
      </w:r>
      <w:r>
        <w:t>riting or electronically.  ERCOT’s Notice must include the following information:</w:t>
      </w:r>
    </w:p>
    <w:p w14:paraId="23D665A8" w14:textId="77777777" w:rsidR="00BB2C06" w:rsidRDefault="005F3F58">
      <w:pPr>
        <w:pStyle w:val="List"/>
      </w:pPr>
      <w:r>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0BB66241"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87" w:name="_Toc100568219"/>
      <w:bookmarkStart w:id="188" w:name="_Toc148170038"/>
      <w:bookmarkStart w:id="189" w:name="_Toc157587991"/>
      <w:bookmarkStart w:id="190" w:name="_Toc121993807"/>
      <w:r>
        <w:t>10.7.2</w:t>
      </w:r>
      <w:r>
        <w:tab/>
        <w:t>Approval or Rejection of Waiver Request for Installation of EPS Metering Facilities</w:t>
      </w:r>
      <w:bookmarkEnd w:id="187"/>
      <w:bookmarkEnd w:id="188"/>
      <w:bookmarkEnd w:id="189"/>
      <w:bookmarkEnd w:id="190"/>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91" w:name="_Toc148170039"/>
      <w:bookmarkStart w:id="192" w:name="_Toc157587992"/>
      <w:bookmarkStart w:id="193" w:name="_Toc121993808"/>
      <w:r>
        <w:t>10.7.2.1</w:t>
      </w:r>
      <w:r>
        <w:tab/>
        <w:t>Approval</w:t>
      </w:r>
      <w:bookmarkEnd w:id="191"/>
      <w:bookmarkEnd w:id="192"/>
      <w:bookmarkEnd w:id="193"/>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4" w:name="_Toc148170040"/>
      <w:bookmarkStart w:id="195" w:name="_Toc157587993"/>
      <w:bookmarkStart w:id="196" w:name="_Toc121993809"/>
      <w:r>
        <w:t>10.7.2.2</w:t>
      </w:r>
      <w:r>
        <w:tab/>
        <w:t>Rejection</w:t>
      </w:r>
      <w:bookmarkEnd w:id="194"/>
      <w:bookmarkEnd w:id="195"/>
      <w:bookmarkEnd w:id="196"/>
    </w:p>
    <w:p w14:paraId="3A83B846" w14:textId="12E86ACA" w:rsidR="00BB2C06" w:rsidRDefault="00073723" w:rsidP="00F05913">
      <w:pPr>
        <w:pStyle w:val="BodyText"/>
        <w:ind w:left="720" w:hanging="720"/>
      </w:pPr>
      <w:r>
        <w:t>(1)</w:t>
      </w:r>
      <w:r>
        <w:tab/>
      </w:r>
      <w:r w:rsidR="005F3F58">
        <w:t>If ERCOT rejects a waiver request, then ERCOT shall promptly notify the TSP or DSP and shall set forth the reasons for its rejection.  The TSP or DSP may submit to ERCOT a revised waiver request within 14 Business Days of receiving such Notice.  If ERCOT 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p>
    <w:p w14:paraId="6A4136AF" w14:textId="77777777" w:rsidR="00BB2C06" w:rsidRDefault="005F3F58">
      <w:pPr>
        <w:pStyle w:val="H2"/>
      </w:pPr>
      <w:bookmarkStart w:id="197" w:name="_Toc148170041"/>
      <w:bookmarkStart w:id="198" w:name="_Toc157587994"/>
      <w:bookmarkStart w:id="199" w:name="_Toc121993810"/>
      <w:r>
        <w:lastRenderedPageBreak/>
        <w:t>10.8</w:t>
      </w:r>
      <w:r>
        <w:tab/>
        <w:t>Maintenance of Metering Facilities</w:t>
      </w:r>
      <w:bookmarkEnd w:id="197"/>
      <w:bookmarkEnd w:id="198"/>
      <w:bookmarkEnd w:id="199"/>
    </w:p>
    <w:p w14:paraId="62DBCEEF" w14:textId="77777777" w:rsidR="00BB2C06" w:rsidRDefault="005F3F58">
      <w:pPr>
        <w:pStyle w:val="H3"/>
      </w:pPr>
      <w:bookmarkStart w:id="200" w:name="_Toc148170042"/>
      <w:bookmarkStart w:id="201" w:name="_Toc157587995"/>
      <w:bookmarkStart w:id="202" w:name="_Toc121993811"/>
      <w:r>
        <w:t>10.8.1</w:t>
      </w:r>
      <w:r>
        <w:tab/>
        <w:t>EPS Meters</w:t>
      </w:r>
      <w:bookmarkEnd w:id="200"/>
      <w:bookmarkEnd w:id="201"/>
      <w:bookmarkEnd w:id="202"/>
    </w:p>
    <w:p w14:paraId="259E8E3A" w14:textId="77777777" w:rsidR="00BB2C06" w:rsidRDefault="005F3F58">
      <w:pPr>
        <w:pStyle w:val="H4"/>
      </w:pPr>
      <w:bookmarkStart w:id="203" w:name="_Toc148170043"/>
      <w:bookmarkStart w:id="204" w:name="_Toc157587996"/>
      <w:bookmarkStart w:id="205" w:name="_Toc121993812"/>
      <w:r>
        <w:t>10.8.1.1</w:t>
      </w:r>
      <w:r>
        <w:tab/>
        <w:t>Duty to Maintain EPS Metering Facilities</w:t>
      </w:r>
      <w:bookmarkEnd w:id="203"/>
      <w:bookmarkEnd w:id="204"/>
      <w:bookmarkEnd w:id="205"/>
    </w:p>
    <w:p w14:paraId="4EC31405" w14:textId="77777777" w:rsidR="00BB2C06"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2CE3F290" w14:textId="77777777" w:rsidR="00BB2C06" w:rsidRDefault="005F3F58">
      <w:pPr>
        <w:pStyle w:val="H4"/>
      </w:pPr>
      <w:bookmarkStart w:id="206" w:name="_Toc148170044"/>
      <w:bookmarkStart w:id="207" w:name="_Toc157587997"/>
      <w:bookmarkStart w:id="208" w:name="_Toc121993813"/>
      <w:r>
        <w:t>10.8.1.2</w:t>
      </w:r>
      <w:r>
        <w:tab/>
        <w:t>EPS Metering Facilities Repairs</w:t>
      </w:r>
      <w:bookmarkEnd w:id="206"/>
      <w:bookmarkEnd w:id="207"/>
      <w:bookmarkEnd w:id="208"/>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w:t>
      </w:r>
      <w:r w:rsidR="0006227B">
        <w:t>Transmission and/or Distribution Service Provider (</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7ABA746E" w14:textId="77777777" w:rsidR="00BB2C06" w:rsidRDefault="005F3F58">
      <w:pPr>
        <w:pStyle w:val="H3"/>
      </w:pPr>
      <w:bookmarkStart w:id="209" w:name="_Toc148170045"/>
      <w:bookmarkStart w:id="210" w:name="_Toc157587998"/>
      <w:bookmarkStart w:id="211" w:name="_Toc121993814"/>
      <w:r>
        <w:t>10.8.2</w:t>
      </w:r>
      <w:r>
        <w:tab/>
        <w:t>TSP or DSP Metered Entities</w:t>
      </w:r>
      <w:bookmarkEnd w:id="209"/>
      <w:bookmarkEnd w:id="210"/>
      <w:bookmarkEnd w:id="211"/>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12" w:name="_Toc157587999"/>
      <w:bookmarkStart w:id="213" w:name="_Toc121993815"/>
      <w:r>
        <w:lastRenderedPageBreak/>
        <w:t>10.9</w:t>
      </w:r>
      <w:r>
        <w:tab/>
        <w:t>Standards for Metering Facilities</w:t>
      </w:r>
      <w:bookmarkEnd w:id="21"/>
      <w:bookmarkEnd w:id="212"/>
      <w:bookmarkEnd w:id="213"/>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58D83A99" w:rsidR="00353A96" w:rsidRPr="007E5BCD" w:rsidRDefault="00353A96" w:rsidP="00353A96">
      <w:pPr>
        <w:spacing w:after="240"/>
        <w:ind w:left="1440" w:hanging="720"/>
      </w:pPr>
      <w:r w:rsidRPr="007E5BCD">
        <w:t>(a)</w:t>
      </w:r>
      <w:r w:rsidRPr="007E5BCD">
        <w:tab/>
        <w:t>Load Resources participating in the Ancillary Services markets, with the exception of Aggregate Load Resources (ALRs) for which statistical sampling is used to validate telemetry, as detailed in the document titled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4" w:name="_Toc100568224"/>
      <w:bookmarkStart w:id="215" w:name="_Toc148170047"/>
      <w:bookmarkStart w:id="216" w:name="_Toc157588000"/>
      <w:bookmarkStart w:id="217" w:name="_Toc100568238"/>
      <w:bookmarkStart w:id="218"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19" w:name="_Toc121993816"/>
      <w:r>
        <w:t>10.9.1</w:t>
      </w:r>
      <w:r>
        <w:tab/>
        <w:t>ERCOT-Polled Settlement Meters</w:t>
      </w:r>
      <w:bookmarkEnd w:id="214"/>
      <w:bookmarkEnd w:id="215"/>
      <w:bookmarkEnd w:id="216"/>
      <w:bookmarkEnd w:id="219"/>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159EB93C" w14:textId="77777777" w:rsidTr="00F14877">
        <w:tc>
          <w:tcPr>
            <w:tcW w:w="9766" w:type="dxa"/>
            <w:shd w:val="pct12" w:color="auto" w:fill="auto"/>
          </w:tcPr>
          <w:p w14:paraId="4179B124" w14:textId="761D74B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0F10E144" w14:textId="7DA2BA20" w:rsidR="00F14877" w:rsidRPr="00BC66E2" w:rsidRDefault="00F14877" w:rsidP="00F14877">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  This requirement does not apply to Resource Entity-owned Metering Facilities used to measure, calculate, or telemeter Energy Storage Resource (ESR)</w:t>
            </w:r>
            <w:r w:rsidR="001006A1">
              <w:t>, Settlement Only Distribution Energy Storage System (SODESS),</w:t>
            </w:r>
            <w:r w:rsidR="001006A1" w:rsidRPr="00E10BFA">
              <w:t xml:space="preserve"> </w:t>
            </w:r>
            <w:r w:rsidR="001006A1">
              <w:t>or Settlement Only Transmission Energy Storage System (SOTESS)</w:t>
            </w:r>
            <w:r w:rsidR="001006A1" w:rsidRPr="00FE731B">
              <w:t xml:space="preserve"> auxiliary Load pursuant to Section 10.2.4, Resource Entity Calculation and Telemetry of ESR</w:t>
            </w:r>
            <w:r w:rsidR="001006A1">
              <w:t>, SODESS, or SOTESS</w:t>
            </w:r>
            <w:r w:rsidRPr="00FE731B">
              <w:t xml:space="preserve"> Auxiliary Load Values.</w:t>
            </w:r>
          </w:p>
        </w:tc>
      </w:tr>
    </w:tbl>
    <w:p w14:paraId="20D150F2" w14:textId="59FCD6E5" w:rsidR="00BB2C06" w:rsidRDefault="005F3F58" w:rsidP="005B72D1">
      <w:pPr>
        <w:pStyle w:val="List"/>
        <w:spacing w:before="240"/>
        <w:ind w:left="720"/>
      </w:pPr>
      <w:r>
        <w:t>(2)</w:t>
      </w:r>
      <w:r>
        <w:tab/>
        <w:t>IDR</w:t>
      </w:r>
      <w:r w:rsidR="00BD1DD1">
        <w:t>s</w:t>
      </w:r>
      <w:r>
        <w:t xml:space="preserve"> used for settlement of EPS Metering Facilities shall:</w:t>
      </w:r>
    </w:p>
    <w:p w14:paraId="191B0B83" w14:textId="77777777" w:rsidR="00BB2C06" w:rsidRDefault="005F3F58">
      <w:pPr>
        <w:pStyle w:val="List"/>
      </w:pPr>
      <w:r>
        <w:lastRenderedPageBreak/>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3DD21FCB"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t>(h)</w:t>
      </w:r>
      <w:r>
        <w:tab/>
        <w:t>Divide each hour into Settlement Intervals ending as follows:</w:t>
      </w:r>
    </w:p>
    <w:p w14:paraId="769E8957" w14:textId="77777777" w:rsidR="00BB2C06" w:rsidRDefault="005F3F58">
      <w:pPr>
        <w:pStyle w:val="BodyText"/>
        <w:spacing w:after="0"/>
        <w:ind w:left="2880"/>
      </w:pPr>
      <w:r>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t>XX:00:00</w:t>
      </w:r>
    </w:p>
    <w:p w14:paraId="5C210309" w14:textId="77777777" w:rsidR="00BB2C06" w:rsidRDefault="005F3F58" w:rsidP="00E672CF">
      <w:pPr>
        <w:pStyle w:val="H3"/>
      </w:pPr>
      <w:bookmarkStart w:id="220" w:name="_Toc100568225"/>
      <w:bookmarkStart w:id="221" w:name="_Toc148170048"/>
      <w:bookmarkStart w:id="222" w:name="_Toc157588001"/>
      <w:bookmarkStart w:id="223" w:name="_Toc121993817"/>
      <w:r>
        <w:t>10.9.2</w:t>
      </w:r>
      <w:r>
        <w:tab/>
        <w:t>TSP or DSP Metered Entities</w:t>
      </w:r>
      <w:bookmarkEnd w:id="220"/>
      <w:bookmarkEnd w:id="221"/>
      <w:bookmarkEnd w:id="222"/>
      <w:bookmarkEnd w:id="223"/>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lastRenderedPageBreak/>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t>XX:30:00</w:t>
      </w:r>
    </w:p>
    <w:p w14:paraId="15F13C62" w14:textId="77777777" w:rsidR="00BB2C06" w:rsidRDefault="005F3F58">
      <w:pPr>
        <w:pStyle w:val="BodyText"/>
        <w:spacing w:after="0"/>
        <w:ind w:left="2880"/>
      </w:pPr>
      <w:r>
        <w:t>XX:45:00</w:t>
      </w:r>
    </w:p>
    <w:p w14:paraId="62A62616" w14:textId="6EE40CF6"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(i)</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4" w:name="_Toc100568226"/>
      <w:bookmarkStart w:id="225" w:name="_Toc148170049"/>
      <w:bookmarkStart w:id="226" w:name="_Toc157588002"/>
      <w:bookmarkStart w:id="227" w:name="_Toc121993818"/>
      <w:r>
        <w:t>10.9.3</w:t>
      </w:r>
      <w:r>
        <w:tab/>
        <w:t>Failure to Comply with Standards</w:t>
      </w:r>
      <w:bookmarkEnd w:id="224"/>
      <w:bookmarkEnd w:id="225"/>
      <w:bookmarkEnd w:id="226"/>
      <w:bookmarkEnd w:id="227"/>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28" w:name="_Toc148170050"/>
      <w:bookmarkStart w:id="229" w:name="_Toc157588003"/>
      <w:bookmarkStart w:id="230" w:name="_Toc121993819"/>
      <w:r>
        <w:t>10.10</w:t>
      </w:r>
      <w:r>
        <w:tab/>
        <w:t>Security of Meter Data</w:t>
      </w:r>
      <w:bookmarkEnd w:id="228"/>
      <w:bookmarkEnd w:id="229"/>
      <w:bookmarkEnd w:id="230"/>
    </w:p>
    <w:p w14:paraId="07F7CEAB" w14:textId="77777777" w:rsidR="00BB2C06" w:rsidRDefault="005F3F58">
      <w:pPr>
        <w:pStyle w:val="H3"/>
      </w:pPr>
      <w:bookmarkStart w:id="231" w:name="_Toc148170051"/>
      <w:bookmarkStart w:id="232" w:name="_Toc157588004"/>
      <w:bookmarkStart w:id="233" w:name="_Toc121993820"/>
      <w:r>
        <w:t>10.10.1</w:t>
      </w:r>
      <w:r>
        <w:tab/>
        <w:t>EPS Meters</w:t>
      </w:r>
      <w:bookmarkEnd w:id="231"/>
      <w:bookmarkEnd w:id="232"/>
      <w:bookmarkEnd w:id="233"/>
    </w:p>
    <w:p w14:paraId="48C02746" w14:textId="246002FA" w:rsidR="00BB2C06" w:rsidRDefault="005F3F58">
      <w:pPr>
        <w:spacing w:after="240"/>
        <w:ind w:left="720" w:hanging="720"/>
      </w:pPr>
      <w:r>
        <w:t>(1)</w:t>
      </w:r>
      <w:r>
        <w:tab/>
        <w:t xml:space="preserve">A </w:t>
      </w:r>
      <w:r w:rsidR="00DF0297">
        <w:t>Transmission Service Provider (</w:t>
      </w:r>
      <w:r>
        <w:t>TSP</w:t>
      </w:r>
      <w:r w:rsidR="00DF0297">
        <w:t>)</w:t>
      </w:r>
      <w:r>
        <w:t xml:space="preserve"> or </w:t>
      </w:r>
      <w:r w:rsidR="00DF0297">
        <w:t>Distribution Service Provider (</w:t>
      </w:r>
      <w:r>
        <w:t>DSP</w:t>
      </w:r>
      <w:r w:rsidR="00DF0297">
        <w:t>)</w:t>
      </w:r>
      <w:r>
        <w:t xml:space="preserve"> is responsible for data security of the </w:t>
      </w:r>
      <w:r w:rsidR="00DF0297" w:rsidRPr="00376242">
        <w:t xml:space="preserve">ERCOT-Polled Settlement </w:t>
      </w:r>
      <w:r w:rsidR="00DF0297">
        <w:t>(</w:t>
      </w:r>
      <w:r>
        <w:t>EPS</w:t>
      </w:r>
      <w:r w:rsidR="00DF0297">
        <w:t>)</w:t>
      </w:r>
      <w:r>
        <w:t xml:space="preserve"> Metering Facilities on their system.  This responsibility extends to third-party contracts and access to EPS Metering Facilities.</w:t>
      </w:r>
    </w:p>
    <w:p w14:paraId="0EAF8844" w14:textId="77777777" w:rsidR="00BB2C06" w:rsidRDefault="005F3F58" w:rsidP="006038D7">
      <w:pPr>
        <w:spacing w:after="240"/>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4" w:name="_Toc148170052"/>
      <w:bookmarkStart w:id="235" w:name="_Toc157588005"/>
      <w:bookmarkStart w:id="236" w:name="_Toc121993821"/>
      <w:r>
        <w:t>10.10.1.1</w:t>
      </w:r>
      <w:r>
        <w:tab/>
        <w:t>TSP and DSP Data Security Responsibilities</w:t>
      </w:r>
      <w:bookmarkEnd w:id="234"/>
      <w:bookmarkEnd w:id="235"/>
      <w:bookmarkEnd w:id="236"/>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lastRenderedPageBreak/>
        <w:t>(a)</w:t>
      </w:r>
      <w:r>
        <w:tab/>
        <w:t>Maintain and modify the passwords for programming and read access to EPS Meters;</w:t>
      </w:r>
    </w:p>
    <w:p w14:paraId="77A66D28" w14:textId="77777777" w:rsidR="00BB2C06" w:rsidRDefault="005F3F58">
      <w:pPr>
        <w:pStyle w:val="List"/>
      </w:pPr>
      <w:r>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3BAAF53F" w:rsidR="00BB2C06" w:rsidRDefault="005F3F58">
      <w:pPr>
        <w:pStyle w:val="List"/>
      </w:pPr>
      <w:r>
        <w:t>(e)</w:t>
      </w:r>
      <w:r>
        <w:tab/>
        <w:t xml:space="preserve">Upon request of the Resource Entity that represents an EPS metered facility, provide the EPS meter “read only” password to such Resource Entity for such facility and other EPS metered facility required to calculate their </w:t>
      </w:r>
      <w:r w:rsidR="006038D7">
        <w:t>Qualified Scheduling Entity (</w:t>
      </w:r>
      <w:r>
        <w:t>QSE</w:t>
      </w:r>
      <w:r w:rsidR="006038D7">
        <w:t>)</w:t>
      </w:r>
      <w:r>
        <w:t xml:space="preserve"> Load, to the extent that such provision does not violate the Customer service and protection provisions of the </w:t>
      </w:r>
      <w:r w:rsidR="006038D7">
        <w:t>Public Utility Commission of Texas (</w:t>
      </w:r>
      <w:r>
        <w:t>PUCT</w:t>
      </w:r>
      <w:r w:rsidR="006038D7">
        <w:t>)</w:t>
      </w:r>
      <w:r>
        <w:t xml:space="preserve">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37" w:name="_Toc148170053"/>
      <w:bookmarkStart w:id="238" w:name="_Toc157588006"/>
      <w:bookmarkStart w:id="239" w:name="_Toc121993822"/>
      <w:r>
        <w:t>10.10.1.2</w:t>
      </w:r>
      <w:r>
        <w:tab/>
        <w:t>ERCOT Data Security Responsibilities</w:t>
      </w:r>
      <w:bookmarkEnd w:id="237"/>
      <w:bookmarkEnd w:id="238"/>
      <w:bookmarkEnd w:id="239"/>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40" w:name="_Toc148170054"/>
      <w:bookmarkStart w:id="241" w:name="_Toc157588007"/>
      <w:bookmarkStart w:id="242" w:name="_Toc121993823"/>
      <w:r>
        <w:t>10.10.1.3</w:t>
      </w:r>
      <w:r>
        <w:tab/>
        <w:t>Resource Entity Data Security Responsibilities</w:t>
      </w:r>
      <w:bookmarkEnd w:id="240"/>
      <w:bookmarkEnd w:id="241"/>
      <w:bookmarkEnd w:id="242"/>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3" w:name="_Toc148170055"/>
      <w:bookmarkStart w:id="244" w:name="_Toc157588008"/>
      <w:bookmarkStart w:id="245" w:name="_Toc121993824"/>
      <w:r>
        <w:t>10.10.1.4</w:t>
      </w:r>
      <w:r>
        <w:tab/>
        <w:t>Third Party Access Withdrawn</w:t>
      </w:r>
      <w:bookmarkEnd w:id="243"/>
      <w:bookmarkEnd w:id="244"/>
      <w:bookmarkEnd w:id="245"/>
    </w:p>
    <w:p w14:paraId="56629F3D" w14:textId="77777777" w:rsidR="00BB2C06" w:rsidRDefault="00073723" w:rsidP="00F05913">
      <w:pPr>
        <w:pStyle w:val="BodyText"/>
        <w:ind w:left="720" w:hanging="720"/>
      </w:pPr>
      <w:r>
        <w:t>(1)</w:t>
      </w:r>
      <w:r>
        <w:tab/>
      </w:r>
      <w:r w:rsidR="005F3F58">
        <w:t>If, in the reasonable opinion of ERCOT, access granted to a third party interferes with or impedes ERCOT’s ability to poll any EPS Meter, ERCOT may require immediate withdrawal of any access granted to such third party.  Separate access through additional communications ports may be allowed so long as it does not interfere with ERCOT’s ability to communicate with the meter.</w:t>
      </w:r>
    </w:p>
    <w:p w14:paraId="2083CD4A" w14:textId="77777777" w:rsidR="00BB2C06" w:rsidRDefault="005F3F58">
      <w:pPr>
        <w:pStyle w:val="H4"/>
      </w:pPr>
      <w:bookmarkStart w:id="246" w:name="_Toc148170056"/>
      <w:bookmarkStart w:id="247" w:name="_Toc157588009"/>
      <w:bookmarkStart w:id="248" w:name="_Toc121993825"/>
      <w:r>
        <w:lastRenderedPageBreak/>
        <w:t>10.10.1.5</w:t>
      </w:r>
      <w:r>
        <w:tab/>
        <w:t>Meter Site Security</w:t>
      </w:r>
      <w:bookmarkEnd w:id="246"/>
      <w:bookmarkEnd w:id="247"/>
      <w:bookmarkEnd w:id="248"/>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49" w:name="_Toc148170057"/>
      <w:bookmarkStart w:id="250" w:name="_Toc157588010"/>
      <w:bookmarkStart w:id="251" w:name="_Toc121993826"/>
      <w:r>
        <w:t>10.10.2</w:t>
      </w:r>
      <w:r>
        <w:tab/>
        <w:t>TSP or DSP Metered Entities</w:t>
      </w:r>
      <w:bookmarkEnd w:id="249"/>
      <w:bookmarkEnd w:id="250"/>
      <w:bookmarkEnd w:id="251"/>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52" w:name="_Toc100568230"/>
      <w:bookmarkStart w:id="253" w:name="_Toc148170058"/>
      <w:bookmarkStart w:id="254" w:name="_Toc157588011"/>
      <w:bookmarkStart w:id="255" w:name="_Toc121993827"/>
      <w:r>
        <w:t>10.11</w:t>
      </w:r>
      <w:r>
        <w:tab/>
        <w:t>Validating, Editing, and Estimating of Meter Data</w:t>
      </w:r>
      <w:bookmarkEnd w:id="252"/>
      <w:bookmarkEnd w:id="253"/>
      <w:bookmarkEnd w:id="254"/>
      <w:bookmarkEnd w:id="255"/>
    </w:p>
    <w:p w14:paraId="07184AC8" w14:textId="77777777" w:rsidR="00BB2C06" w:rsidRDefault="005F3F58">
      <w:pPr>
        <w:pStyle w:val="H3"/>
      </w:pPr>
      <w:bookmarkStart w:id="256" w:name="_Toc100568231"/>
      <w:bookmarkStart w:id="257" w:name="_Toc148170059"/>
      <w:bookmarkStart w:id="258" w:name="_Toc157588012"/>
      <w:bookmarkStart w:id="259" w:name="_Toc121993828"/>
      <w:r>
        <w:t>10.11.1</w:t>
      </w:r>
      <w:r>
        <w:tab/>
        <w:t>EPS Meters</w:t>
      </w:r>
      <w:bookmarkEnd w:id="256"/>
      <w:bookmarkEnd w:id="257"/>
      <w:bookmarkEnd w:id="258"/>
      <w:bookmarkEnd w:id="259"/>
    </w:p>
    <w:p w14:paraId="49F9A12A" w14:textId="076AFC3C" w:rsidR="00BB2C06" w:rsidRDefault="00073723" w:rsidP="00F05913">
      <w:pPr>
        <w:pStyle w:val="BodyText"/>
        <w:ind w:left="720" w:hanging="720"/>
      </w:pPr>
      <w:r>
        <w:t>(1)</w:t>
      </w:r>
      <w:r>
        <w:tab/>
      </w:r>
      <w:r w:rsidR="005F3F58">
        <w:t>The raw meter data that ERCOT retrieves from</w:t>
      </w:r>
      <w:r w:rsidR="00DF0297" w:rsidRPr="00DF0297">
        <w:t xml:space="preserve"> </w:t>
      </w:r>
      <w:r w:rsidR="00DF0297" w:rsidRPr="00376242">
        <w:t>ERCOT-Polled Settlement</w:t>
      </w:r>
      <w:r w:rsidR="005F3F58">
        <w:t xml:space="preserve"> </w:t>
      </w:r>
      <w:r w:rsidR="00DF0297">
        <w:t>(</w:t>
      </w:r>
      <w:r w:rsidR="005F3F58">
        <w:t>EPS</w:t>
      </w:r>
      <w:r w:rsidR="00DF0297">
        <w:t>)</w:t>
      </w:r>
      <w:r w:rsidR="005F3F58">
        <w:t xml:space="preserve"> Meters must be processed by </w:t>
      </w:r>
      <w:r w:rsidR="006038D7">
        <w:t>Meter Data Acquisition System (</w:t>
      </w:r>
      <w:r w:rsidR="005F3F58">
        <w:t>MDAS</w:t>
      </w:r>
      <w:r w:rsidR="006038D7">
        <w:t>)</w:t>
      </w:r>
      <w:r w:rsidR="005F3F58">
        <w:t xml:space="preserve"> using the Validating, Editing, and Estimating (VEE) procedures published in Section 11, Data Acquisition and Aggregation, and the </w:t>
      </w:r>
      <w:r w:rsidR="006038D7">
        <w:t>Settlement Metering Operating Guide (</w:t>
      </w:r>
      <w:r w:rsidR="005F3F58">
        <w:t>SMOG</w:t>
      </w:r>
      <w:r w:rsidR="006038D7">
        <w:t>)</w:t>
      </w:r>
      <w:r w:rsidR="005F3F58">
        <w:t xml:space="preserve"> in order to produce 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60" w:name="_Toc148170060"/>
      <w:bookmarkStart w:id="261" w:name="_Toc157588013"/>
      <w:bookmarkStart w:id="262" w:name="_Toc121993829"/>
      <w:r>
        <w:t>10.11.2</w:t>
      </w:r>
      <w:r>
        <w:tab/>
        <w:t>Obligation to Assist</w:t>
      </w:r>
      <w:bookmarkEnd w:id="260"/>
      <w:bookmarkEnd w:id="261"/>
      <w:bookmarkEnd w:id="262"/>
    </w:p>
    <w:p w14:paraId="47EF4FCC" w14:textId="575DEA89" w:rsidR="00BB2C06" w:rsidRDefault="00073723" w:rsidP="00F05913">
      <w:pPr>
        <w:pStyle w:val="BodyText"/>
        <w:ind w:left="720" w:hanging="720"/>
      </w:pPr>
      <w:r>
        <w:t>(1)</w:t>
      </w:r>
      <w:r>
        <w:tab/>
      </w:r>
      <w:r w:rsidR="005F3F58">
        <w:t xml:space="preserve">At the request of ERCOT, a </w:t>
      </w:r>
      <w:r w:rsidR="006038D7">
        <w:t>Transmission Service Provider (</w:t>
      </w:r>
      <w:r w:rsidR="005F3F58">
        <w:t>TSP</w:t>
      </w:r>
      <w:r w:rsidR="006038D7">
        <w:t>)</w:t>
      </w:r>
      <w:r w:rsidR="005F3F58">
        <w:t xml:space="preserve">, </w:t>
      </w:r>
      <w:r w:rsidR="006038D7">
        <w:t>Distribution Service Provider (</w:t>
      </w:r>
      <w:r w:rsidR="005F3F58">
        <w:t>DSP</w:t>
      </w:r>
      <w:r w:rsidR="006038D7">
        <w:t>)</w:t>
      </w:r>
      <w:r w:rsidR="005F3F58">
        <w:t xml:space="preserve">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3" w:name="_Toc100568233"/>
      <w:bookmarkStart w:id="264" w:name="_Toc148170061"/>
      <w:bookmarkStart w:id="265" w:name="_Toc157588014"/>
      <w:bookmarkStart w:id="266" w:name="_Toc121993830"/>
      <w:r>
        <w:t>10.11.3</w:t>
      </w:r>
      <w:r>
        <w:tab/>
        <w:t>TSP or DSP Settlement Meters</w:t>
      </w:r>
      <w:bookmarkEnd w:id="263"/>
      <w:bookmarkEnd w:id="264"/>
      <w:bookmarkEnd w:id="265"/>
      <w:bookmarkEnd w:id="266"/>
    </w:p>
    <w:p w14:paraId="0616B62F" w14:textId="12BEE822" w:rsidR="00BB2C06" w:rsidRDefault="005F3F58">
      <w:pPr>
        <w:pStyle w:val="BodyText"/>
        <w:ind w:left="720" w:hanging="720"/>
      </w:pPr>
      <w:r>
        <w:t>(1)</w:t>
      </w:r>
      <w:r>
        <w:tab/>
        <w:t xml:space="preserve">The TSP and DSP shall provide ERCOT with Settlement Quality Meter Data for the TSP or DSP Settlement Meters on its system and shall ensure that at a minimum the </w:t>
      </w:r>
      <w:r w:rsidR="006038D7" w:rsidRPr="001500F9">
        <w:t xml:space="preserve">Validation, Editing and Estimating </w:t>
      </w:r>
      <w:r w:rsidR="006038D7">
        <w:t>(</w:t>
      </w:r>
      <w:r>
        <w:t>VEE</w:t>
      </w:r>
      <w:r w:rsidR="006038D7">
        <w:t>)</w:t>
      </w:r>
      <w:r>
        <w:t xml:space="preserve"> requirements as specified in the Uniform Business Practices (UBP) standard for VEE have been properly performed on such data.  </w:t>
      </w:r>
      <w:r>
        <w:lastRenderedPageBreak/>
        <w:t>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67" w:name="_Toc148170062"/>
      <w:bookmarkStart w:id="268" w:name="_Toc157588015"/>
      <w:bookmarkStart w:id="269" w:name="_Toc121993831"/>
      <w:r>
        <w:t>10.12</w:t>
      </w:r>
      <w:r>
        <w:tab/>
        <w:t>Communications</w:t>
      </w:r>
      <w:bookmarkEnd w:id="267"/>
      <w:bookmarkEnd w:id="268"/>
      <w:bookmarkEnd w:id="269"/>
    </w:p>
    <w:p w14:paraId="5467CC1B" w14:textId="4E1787E4" w:rsidR="00BB2C06" w:rsidRDefault="005F3F58">
      <w:pPr>
        <w:pStyle w:val="H3"/>
      </w:pPr>
      <w:bookmarkStart w:id="270" w:name="_Toc148170063"/>
      <w:bookmarkStart w:id="271" w:name="_Toc157588016"/>
      <w:bookmarkStart w:id="272" w:name="_Toc121993832"/>
      <w:r>
        <w:t>10.12.1</w:t>
      </w:r>
      <w:r>
        <w:tab/>
        <w:t>ERCOT Acquisition of</w:t>
      </w:r>
      <w:r w:rsidR="00DF0297" w:rsidRPr="00DF0297">
        <w:t xml:space="preserve"> </w:t>
      </w:r>
      <w:r w:rsidR="00DF0297">
        <w:t>ERCOT-Polled Settlement (EPS)</w:t>
      </w:r>
      <w:r>
        <w:t xml:space="preserve"> Meter Data</w:t>
      </w:r>
      <w:bookmarkEnd w:id="270"/>
      <w:bookmarkEnd w:id="271"/>
      <w:bookmarkEnd w:id="272"/>
      <w:r>
        <w:t xml:space="preserve"> </w:t>
      </w:r>
    </w:p>
    <w:p w14:paraId="2D0E0C37" w14:textId="40DC14BA" w:rsidR="00BB2C06" w:rsidRDefault="00073723" w:rsidP="00DF0297">
      <w:pPr>
        <w:pStyle w:val="BodyText"/>
        <w:ind w:left="720" w:hanging="720"/>
      </w:pPr>
      <w:r>
        <w:t>(1)</w:t>
      </w:r>
      <w:r>
        <w:tab/>
      </w:r>
      <w:r w:rsidR="005F3F58">
        <w:t xml:space="preserve">ERCOT shall acquire </w:t>
      </w:r>
      <w:r w:rsidR="00DF0297" w:rsidRPr="00376242">
        <w:t xml:space="preserve">ERCOT-Polled Settlement (EPS) </w:t>
      </w:r>
      <w:r w:rsidR="00DF0297">
        <w:t>M</w:t>
      </w:r>
      <w:r w:rsidR="005F3F58">
        <w:t>eter data via the following communication links:</w:t>
      </w:r>
    </w:p>
    <w:p w14:paraId="0EF75CBF" w14:textId="5613FC22" w:rsidR="00BB2C06" w:rsidRDefault="005F3F58">
      <w:pPr>
        <w:pStyle w:val="List"/>
      </w:pPr>
      <w:r>
        <w:t>(a)</w:t>
      </w:r>
      <w:r>
        <w:tab/>
        <w:t xml:space="preserve">ERCOT private communication network established by ERCOT for ERCOT Real-Time metered Entities; </w:t>
      </w:r>
      <w:r w:rsidR="00DF0297">
        <w:t>or</w:t>
      </w:r>
    </w:p>
    <w:p w14:paraId="42ADB8CB" w14:textId="3404E334" w:rsidR="00BB2C06" w:rsidRDefault="005F3F58">
      <w:pPr>
        <w:pStyle w:val="List"/>
      </w:pPr>
      <w:r>
        <w:t>(b)</w:t>
      </w:r>
      <w:r>
        <w:tab/>
      </w:r>
      <w:r w:rsidR="00DF0297">
        <w:t>O</w:t>
      </w:r>
      <w:r>
        <w:t>ther ERCOT-approved communication technology provided by the Transmission Service Provider (TSP) or Distribution Service Provider (DSP).</w:t>
      </w:r>
    </w:p>
    <w:p w14:paraId="0713CA10" w14:textId="77777777" w:rsidR="00BB2C06" w:rsidRDefault="005F3F58" w:rsidP="00356AE4">
      <w:pPr>
        <w:pStyle w:val="H3"/>
      </w:pPr>
      <w:bookmarkStart w:id="273" w:name="_Toc100568237"/>
      <w:bookmarkStart w:id="274" w:name="_Toc148170064"/>
      <w:bookmarkStart w:id="275" w:name="_Toc157588017"/>
      <w:bookmarkStart w:id="276" w:name="_Toc121993833"/>
      <w:r>
        <w:t>10.12.2</w:t>
      </w:r>
      <w:r>
        <w:tab/>
        <w:t>TSP or DSP Meter Data Submittal to ERCOT</w:t>
      </w:r>
      <w:bookmarkEnd w:id="273"/>
      <w:bookmarkEnd w:id="274"/>
      <w:bookmarkEnd w:id="275"/>
      <w:bookmarkEnd w:id="276"/>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77" w:name="_Toc157588018"/>
      <w:bookmarkStart w:id="278" w:name="_Toc121993834"/>
      <w:bookmarkEnd w:id="217"/>
      <w:bookmarkEnd w:id="218"/>
      <w:r>
        <w:t>10.12.3</w:t>
      </w:r>
      <w:r>
        <w:tab/>
        <w:t>ERCOT Distribution of Settlement Quality Meter Data</w:t>
      </w:r>
      <w:bookmarkEnd w:id="277"/>
      <w:bookmarkEnd w:id="278"/>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indicated in the transaction.  ERCOT relies upon the TSP or DSP to ensure that the CR included in the transaction is the 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lastRenderedPageBreak/>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651EA929" w14:textId="77777777" w:rsidR="00BB2C06" w:rsidRDefault="005F3F58">
      <w:pPr>
        <w:pStyle w:val="H2"/>
      </w:pPr>
      <w:bookmarkStart w:id="279" w:name="_Toc148170066"/>
      <w:bookmarkStart w:id="280" w:name="_Toc157588019"/>
      <w:bookmarkStart w:id="281" w:name="_Toc121993835"/>
      <w:r>
        <w:t>10.13</w:t>
      </w:r>
      <w:r>
        <w:tab/>
        <w:t>Meter Identification</w:t>
      </w:r>
      <w:bookmarkEnd w:id="279"/>
      <w:bookmarkEnd w:id="280"/>
      <w:bookmarkEnd w:id="281"/>
    </w:p>
    <w:p w14:paraId="644C6980" w14:textId="06646F6A" w:rsidR="00BB2C06" w:rsidRDefault="00073723" w:rsidP="00F05913">
      <w:pPr>
        <w:pStyle w:val="BodyText"/>
        <w:ind w:left="720" w:hanging="720"/>
      </w:pPr>
      <w:r>
        <w:t>(1)</w:t>
      </w:r>
      <w:r>
        <w:tab/>
      </w:r>
      <w:r w:rsidR="005F3F58">
        <w:t xml:space="preserve">The device id used to identify an </w:t>
      </w:r>
      <w:r w:rsidR="00DF0297" w:rsidRPr="00376242">
        <w:t xml:space="preserve">ERCOT-Polled Settlement </w:t>
      </w:r>
      <w:r w:rsidR="00DF0297">
        <w:t>(</w:t>
      </w:r>
      <w:r w:rsidR="005F3F58">
        <w:t>EPS</w:t>
      </w:r>
      <w:r w:rsidR="00DF0297">
        <w:t>)</w:t>
      </w:r>
      <w:r w:rsidR="005F3F58">
        <w:t xml:space="preserve"> Meter shall be unique for such meters on the ERCOT System.  ERCOT shall maintain a master list of device ids and shall notify each </w:t>
      </w:r>
      <w:r w:rsidR="006038D7">
        <w:t>Transmission Service Provider (</w:t>
      </w:r>
      <w:r w:rsidR="005F3F58">
        <w:t>TSP</w:t>
      </w:r>
      <w:r w:rsidR="006038D7">
        <w:t>)</w:t>
      </w:r>
      <w:r w:rsidR="005F3F58">
        <w:t xml:space="preserve"> and </w:t>
      </w:r>
      <w:r w:rsidR="006038D7">
        <w:t>Distribution Service Provider (</w:t>
      </w:r>
      <w:r w:rsidR="005F3F58">
        <w:t>DSP</w:t>
      </w:r>
      <w:r w:rsidR="006038D7">
        <w:t>)</w:t>
      </w:r>
      <w:r w:rsidR="005F3F58">
        <w:t xml:space="preserve"> if the device id selected has been used elsewhere in </w:t>
      </w:r>
      <w:r w:rsidR="006038D7" w:rsidRPr="00555C48">
        <w:t>Meter Data Acquisition System</w:t>
      </w:r>
      <w:r w:rsidR="006038D7">
        <w:t xml:space="preserve"> (</w:t>
      </w:r>
      <w:r w:rsidR="005F3F58">
        <w:t>MDAS</w:t>
      </w:r>
      <w:r w:rsidR="006038D7">
        <w:t>)</w:t>
      </w:r>
      <w:r w:rsidR="005F3F58">
        <w:t>.</w:t>
      </w:r>
    </w:p>
    <w:p w14:paraId="62784B02" w14:textId="77777777" w:rsidR="00BB2C06" w:rsidRDefault="005F3F58">
      <w:pPr>
        <w:pStyle w:val="H2"/>
      </w:pPr>
      <w:bookmarkStart w:id="282" w:name="_Toc148170067"/>
      <w:bookmarkStart w:id="283" w:name="_Toc157588020"/>
      <w:bookmarkStart w:id="284" w:name="_Toc121993836"/>
      <w:r>
        <w:t>10.14</w:t>
      </w:r>
      <w:r>
        <w:tab/>
        <w:t>Exemptions from Compliance to Metering Protocols</w:t>
      </w:r>
      <w:bookmarkEnd w:id="282"/>
      <w:bookmarkEnd w:id="283"/>
      <w:bookmarkEnd w:id="284"/>
    </w:p>
    <w:p w14:paraId="3BE28111" w14:textId="77777777" w:rsidR="00BB2C06" w:rsidRDefault="005F3F58">
      <w:pPr>
        <w:pStyle w:val="H3"/>
      </w:pPr>
      <w:bookmarkStart w:id="285" w:name="_Toc148170068"/>
      <w:bookmarkStart w:id="286" w:name="_Toc157588021"/>
      <w:bookmarkStart w:id="287" w:name="_Toc121993837"/>
      <w:r>
        <w:t>10.14.1</w:t>
      </w:r>
      <w:r>
        <w:tab/>
        <w:t>Authority to Grant Exemptions</w:t>
      </w:r>
      <w:bookmarkEnd w:id="285"/>
      <w:bookmarkEnd w:id="286"/>
      <w:bookmarkEnd w:id="287"/>
    </w:p>
    <w:p w14:paraId="7B7E2DE2" w14:textId="77777777" w:rsidR="00BB2C06" w:rsidRDefault="00073723" w:rsidP="00F05913">
      <w:pPr>
        <w:pStyle w:val="BodyText"/>
        <w:ind w:left="720" w:hanging="720"/>
      </w:pPr>
      <w:r>
        <w:t>(1)</w:t>
      </w:r>
      <w:r>
        <w:tab/>
      </w:r>
      <w:r w:rsidR="005F3F58">
        <w:t>ERCOT may grant on a case by case basis, exemptions from compliance on a temporary basis until new arrangements can be completed in accordance with the guidelines as listed below.  Any permanent exemption to this Section requires approval by the Technical Advisory Committee (TAC) and the ERCOT Board.  Any permanent exemption shall be subject to periodic review and revocation by the ERCOT Board.</w:t>
      </w:r>
    </w:p>
    <w:p w14:paraId="32B32699" w14:textId="77777777" w:rsidR="00BB2C06" w:rsidRDefault="005F3F58">
      <w:pPr>
        <w:pStyle w:val="H3"/>
      </w:pPr>
      <w:bookmarkStart w:id="288" w:name="_Toc148170069"/>
      <w:bookmarkStart w:id="289" w:name="_Toc157588022"/>
      <w:bookmarkStart w:id="290" w:name="_Toc121993838"/>
      <w:r>
        <w:t>10.14.2</w:t>
      </w:r>
      <w:r>
        <w:tab/>
        <w:t>Guidelines for Granting Temporary Exemptions</w:t>
      </w:r>
      <w:bookmarkEnd w:id="288"/>
      <w:bookmarkEnd w:id="289"/>
      <w:bookmarkEnd w:id="290"/>
    </w:p>
    <w:p w14:paraId="1DDC79DA" w14:textId="736FF4C4" w:rsidR="00BB2C06" w:rsidRDefault="00073723" w:rsidP="00F05913">
      <w:pPr>
        <w:pStyle w:val="BodyText"/>
        <w:ind w:left="720" w:hanging="720"/>
      </w:pPr>
      <w:r>
        <w:t>(1)</w:t>
      </w:r>
      <w:r>
        <w:tab/>
      </w:r>
      <w:r w:rsidR="005F3F58">
        <w:t xml:space="preserve">ERCOT shall use the following process when considering applications for temporary exemptions from compliance with this Section and the </w:t>
      </w:r>
      <w:r w:rsidR="006038D7">
        <w:t>Settlement Metering Operating Guide (</w:t>
      </w:r>
      <w:r w:rsidR="005F3F58">
        <w:t>SMOG</w:t>
      </w:r>
      <w:r w:rsidR="006038D7">
        <w:t>)</w:t>
      </w:r>
      <w:r w:rsidR="005F3F58">
        <w:t>.</w:t>
      </w:r>
    </w:p>
    <w:p w14:paraId="2E3B5180" w14:textId="77777777"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by ERCOT and the reasons for rejecting the application, if applicable, on a quarterly basis.</w:t>
      </w:r>
    </w:p>
    <w:p w14:paraId="3A893C18" w14:textId="77777777" w:rsidR="00BB2C06" w:rsidRDefault="005F3F58">
      <w:pPr>
        <w:pStyle w:val="H3"/>
      </w:pPr>
      <w:bookmarkStart w:id="291" w:name="_Toc148170070"/>
      <w:bookmarkStart w:id="292" w:name="_Toc157588023"/>
      <w:bookmarkStart w:id="293" w:name="_Toc121993839"/>
      <w:r>
        <w:t>10.14.3</w:t>
      </w:r>
      <w:r>
        <w:tab/>
        <w:t>Procedure for Applying for Exemptions</w:t>
      </w:r>
      <w:bookmarkEnd w:id="291"/>
      <w:bookmarkEnd w:id="292"/>
      <w:bookmarkEnd w:id="293"/>
    </w:p>
    <w:p w14:paraId="3DD32814" w14:textId="77777777" w:rsidR="00BB2C06" w:rsidRDefault="005F3F58">
      <w:pPr>
        <w:pStyle w:val="List"/>
        <w:ind w:left="720"/>
      </w:pPr>
      <w:r>
        <w:t>(1)</w:t>
      </w:r>
      <w:r>
        <w:tab/>
        <w:t xml:space="preserve">All applications to ERCOT for exemptions from compliance with the requirements of this Section must be submitted in writing.  ERCOT shall confirm receipt of an application </w:t>
      </w:r>
      <w:r>
        <w:lastRenderedPageBreak/>
        <w:t>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4" w:name="_Toc148170071"/>
      <w:bookmarkStart w:id="295" w:name="_Toc157588024"/>
      <w:bookmarkStart w:id="296" w:name="_Toc121993840"/>
      <w:r>
        <w:t>10.14.3.1</w:t>
      </w:r>
      <w:r>
        <w:tab/>
        <w:t>Information to be Included in the Application</w:t>
      </w:r>
      <w:bookmarkEnd w:id="294"/>
      <w:bookmarkEnd w:id="295"/>
      <w:bookmarkEnd w:id="296"/>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F7910" w14:textId="77777777" w:rsidR="006C4F48" w:rsidRDefault="006C4F48">
      <w:r>
        <w:separator/>
      </w:r>
    </w:p>
    <w:p w14:paraId="244436AD" w14:textId="77777777" w:rsidR="006C4F48" w:rsidRDefault="006C4F48"/>
  </w:endnote>
  <w:endnote w:type="continuationSeparator" w:id="0">
    <w:p w14:paraId="57475A0B" w14:textId="77777777" w:rsidR="006C4F48" w:rsidRDefault="006C4F48">
      <w:r>
        <w:continuationSeparator/>
      </w:r>
    </w:p>
    <w:p w14:paraId="67563056" w14:textId="77777777" w:rsidR="006C4F48" w:rsidRDefault="006C4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224E6" w14:textId="77777777" w:rsidR="006C4F48" w:rsidRDefault="006C4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6C4F48" w:rsidRDefault="006C4F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A2DE" w14:textId="77777777" w:rsidR="006C4F48" w:rsidRDefault="006C4F4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14BC" w14:textId="2FA0C687" w:rsidR="006C4F48" w:rsidRDefault="006C4F48">
    <w:pPr>
      <w:pStyle w:val="Footer"/>
      <w:spacing w:before="0" w:after="0"/>
    </w:pPr>
    <w:r>
      <w:t xml:space="preserve">ERCOT Nodal Protocols – </w:t>
    </w:r>
    <w:r w:rsidR="00DF0297">
      <w:t>January</w:t>
    </w:r>
    <w:r>
      <w:t xml:space="preserve"> 1, 202</w:t>
    </w:r>
    <w:r w:rsidR="00DF0297">
      <w:t>3</w:t>
    </w:r>
  </w:p>
  <w:p w14:paraId="61AB3AEC" w14:textId="77777777" w:rsidR="006C4F48" w:rsidRDefault="006C4F48" w:rsidP="00BB2C06">
    <w:pPr>
      <w:pStyle w:val="Footer"/>
      <w:numPr>
        <w:ins w:id="0" w:author="Jordan Troublefield"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070D" w14:textId="1DCE8753" w:rsidR="006C4F48" w:rsidRDefault="006C4F48">
    <w:pPr>
      <w:pStyle w:val="Footer"/>
      <w:spacing w:before="0" w:after="0"/>
    </w:pPr>
    <w:r>
      <w:t xml:space="preserve">ERCOT Nodal Protocols – </w:t>
    </w:r>
    <w:r w:rsidR="00DF0297">
      <w:t>January</w:t>
    </w:r>
    <w:r>
      <w:t xml:space="preserve"> 1, 202</w:t>
    </w:r>
    <w:r w:rsidR="00DF0297">
      <w:t>3</w:t>
    </w:r>
    <w:r>
      <w:tab/>
    </w:r>
    <w:r>
      <w:tab/>
    </w:r>
    <w:r>
      <w:fldChar w:fldCharType="begin"/>
    </w:r>
    <w:r>
      <w:instrText xml:space="preserve"> PAGE </w:instrText>
    </w:r>
    <w:r>
      <w:fldChar w:fldCharType="separate"/>
    </w:r>
    <w:r>
      <w:rPr>
        <w:noProof/>
      </w:rPr>
      <w:t>10-25</w:t>
    </w:r>
    <w:r>
      <w:fldChar w:fldCharType="end"/>
    </w:r>
    <w:r>
      <w:t xml:space="preserve"> </w:t>
    </w:r>
  </w:p>
  <w:p w14:paraId="0C45468E" w14:textId="77777777" w:rsidR="006C4F48" w:rsidRDefault="006C4F48">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69C4D" w14:textId="77777777" w:rsidR="006C4F48" w:rsidRDefault="006C4F48">
      <w:r>
        <w:separator/>
      </w:r>
    </w:p>
    <w:p w14:paraId="0C0701CE" w14:textId="77777777" w:rsidR="006C4F48" w:rsidRDefault="006C4F48"/>
  </w:footnote>
  <w:footnote w:type="continuationSeparator" w:id="0">
    <w:p w14:paraId="4CCD2DA2" w14:textId="77777777" w:rsidR="006C4F48" w:rsidRDefault="006C4F48">
      <w:r>
        <w:continuationSeparator/>
      </w:r>
    </w:p>
    <w:p w14:paraId="765C74BE" w14:textId="77777777" w:rsidR="006C4F48" w:rsidRDefault="006C4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66615" w14:textId="77777777" w:rsidR="006C4F48" w:rsidRDefault="006C4F4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680D1" w14:textId="77777777" w:rsidR="006C4F48" w:rsidRDefault="006C4F48">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A18E" w14:textId="77777777" w:rsidR="006C4F48" w:rsidRDefault="006C4F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52DDF" w14:textId="77777777" w:rsidR="006C4F48" w:rsidRDefault="006C4F48">
    <w:pPr>
      <w:pStyle w:val="Header"/>
    </w:pPr>
    <w:r>
      <w:t>Section 10: Metering</w:t>
    </w:r>
  </w:p>
  <w:p w14:paraId="72CD798C" w14:textId="77777777" w:rsidR="006C4F48" w:rsidRDefault="006C4F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24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06C22"/>
    <w:rsid w:val="0001228F"/>
    <w:rsid w:val="0002606C"/>
    <w:rsid w:val="00042445"/>
    <w:rsid w:val="0004513C"/>
    <w:rsid w:val="00051A77"/>
    <w:rsid w:val="0006227B"/>
    <w:rsid w:val="00073723"/>
    <w:rsid w:val="00074C80"/>
    <w:rsid w:val="000759D5"/>
    <w:rsid w:val="00084CB4"/>
    <w:rsid w:val="000861FB"/>
    <w:rsid w:val="00095CAB"/>
    <w:rsid w:val="000966B3"/>
    <w:rsid w:val="000A34CB"/>
    <w:rsid w:val="000A7AB7"/>
    <w:rsid w:val="000B49C5"/>
    <w:rsid w:val="000B7392"/>
    <w:rsid w:val="000D0C3C"/>
    <w:rsid w:val="000E63CC"/>
    <w:rsid w:val="000F7BE0"/>
    <w:rsid w:val="001006A1"/>
    <w:rsid w:val="00100D18"/>
    <w:rsid w:val="0010418B"/>
    <w:rsid w:val="00114125"/>
    <w:rsid w:val="00114B44"/>
    <w:rsid w:val="00124BCE"/>
    <w:rsid w:val="00132B2F"/>
    <w:rsid w:val="00143500"/>
    <w:rsid w:val="001500F9"/>
    <w:rsid w:val="001533FA"/>
    <w:rsid w:val="00155883"/>
    <w:rsid w:val="0016516E"/>
    <w:rsid w:val="00176F46"/>
    <w:rsid w:val="00177BED"/>
    <w:rsid w:val="001863F0"/>
    <w:rsid w:val="001910B2"/>
    <w:rsid w:val="00197B9E"/>
    <w:rsid w:val="001A2AF6"/>
    <w:rsid w:val="001A60F9"/>
    <w:rsid w:val="001B2B7C"/>
    <w:rsid w:val="001B491C"/>
    <w:rsid w:val="001C1171"/>
    <w:rsid w:val="0020026E"/>
    <w:rsid w:val="00202666"/>
    <w:rsid w:val="00214775"/>
    <w:rsid w:val="00215155"/>
    <w:rsid w:val="00221674"/>
    <w:rsid w:val="00224F55"/>
    <w:rsid w:val="00226F09"/>
    <w:rsid w:val="00233D69"/>
    <w:rsid w:val="0024757D"/>
    <w:rsid w:val="002503B8"/>
    <w:rsid w:val="00257EA8"/>
    <w:rsid w:val="0026374F"/>
    <w:rsid w:val="00271D21"/>
    <w:rsid w:val="00273E2D"/>
    <w:rsid w:val="0028056C"/>
    <w:rsid w:val="00292933"/>
    <w:rsid w:val="002A02ED"/>
    <w:rsid w:val="002A1167"/>
    <w:rsid w:val="002B3D2A"/>
    <w:rsid w:val="002C3166"/>
    <w:rsid w:val="002C327A"/>
    <w:rsid w:val="002C5D74"/>
    <w:rsid w:val="002C75ED"/>
    <w:rsid w:val="002D1C4D"/>
    <w:rsid w:val="002D4082"/>
    <w:rsid w:val="002D537E"/>
    <w:rsid w:val="002E687D"/>
    <w:rsid w:val="00300E86"/>
    <w:rsid w:val="003061EA"/>
    <w:rsid w:val="00307088"/>
    <w:rsid w:val="003179FC"/>
    <w:rsid w:val="00341DAC"/>
    <w:rsid w:val="00345E68"/>
    <w:rsid w:val="003472BA"/>
    <w:rsid w:val="00353A96"/>
    <w:rsid w:val="00356AE4"/>
    <w:rsid w:val="00367480"/>
    <w:rsid w:val="00376242"/>
    <w:rsid w:val="00377385"/>
    <w:rsid w:val="0039566A"/>
    <w:rsid w:val="003A19CD"/>
    <w:rsid w:val="003B53AB"/>
    <w:rsid w:val="003D5680"/>
    <w:rsid w:val="003D6DA9"/>
    <w:rsid w:val="003D7F0E"/>
    <w:rsid w:val="003E01DF"/>
    <w:rsid w:val="003F06B9"/>
    <w:rsid w:val="003F18B4"/>
    <w:rsid w:val="003F7CB0"/>
    <w:rsid w:val="00403397"/>
    <w:rsid w:val="004105FF"/>
    <w:rsid w:val="0041354A"/>
    <w:rsid w:val="00430E08"/>
    <w:rsid w:val="004532B6"/>
    <w:rsid w:val="00462BEA"/>
    <w:rsid w:val="00477617"/>
    <w:rsid w:val="00482B83"/>
    <w:rsid w:val="0048343A"/>
    <w:rsid w:val="00483963"/>
    <w:rsid w:val="004934DB"/>
    <w:rsid w:val="004A36B2"/>
    <w:rsid w:val="004A5662"/>
    <w:rsid w:val="004A6D94"/>
    <w:rsid w:val="004E164D"/>
    <w:rsid w:val="004F0455"/>
    <w:rsid w:val="004F144E"/>
    <w:rsid w:val="00502497"/>
    <w:rsid w:val="005214BA"/>
    <w:rsid w:val="0052177D"/>
    <w:rsid w:val="00522511"/>
    <w:rsid w:val="00546F80"/>
    <w:rsid w:val="00547C49"/>
    <w:rsid w:val="005539B3"/>
    <w:rsid w:val="00553A68"/>
    <w:rsid w:val="00555C48"/>
    <w:rsid w:val="005622CC"/>
    <w:rsid w:val="00566138"/>
    <w:rsid w:val="005755F9"/>
    <w:rsid w:val="00582B4C"/>
    <w:rsid w:val="005843C0"/>
    <w:rsid w:val="00592FEE"/>
    <w:rsid w:val="00597929"/>
    <w:rsid w:val="005A27E4"/>
    <w:rsid w:val="005A48A7"/>
    <w:rsid w:val="005A6ECB"/>
    <w:rsid w:val="005A7EFB"/>
    <w:rsid w:val="005B66C8"/>
    <w:rsid w:val="005B72D1"/>
    <w:rsid w:val="005D1FCB"/>
    <w:rsid w:val="005E1CC9"/>
    <w:rsid w:val="005E58FE"/>
    <w:rsid w:val="005F3F58"/>
    <w:rsid w:val="005F5916"/>
    <w:rsid w:val="006006DC"/>
    <w:rsid w:val="006038D7"/>
    <w:rsid w:val="00610017"/>
    <w:rsid w:val="0062173F"/>
    <w:rsid w:val="00624F8E"/>
    <w:rsid w:val="00625964"/>
    <w:rsid w:val="006479C1"/>
    <w:rsid w:val="00652195"/>
    <w:rsid w:val="00652AC5"/>
    <w:rsid w:val="00653BB1"/>
    <w:rsid w:val="006542E3"/>
    <w:rsid w:val="006611C7"/>
    <w:rsid w:val="006843A4"/>
    <w:rsid w:val="006873B7"/>
    <w:rsid w:val="00692C9B"/>
    <w:rsid w:val="00696173"/>
    <w:rsid w:val="006B262D"/>
    <w:rsid w:val="006B5E87"/>
    <w:rsid w:val="006B5F85"/>
    <w:rsid w:val="006C3BD8"/>
    <w:rsid w:val="006C4F48"/>
    <w:rsid w:val="006D30B2"/>
    <w:rsid w:val="006E246B"/>
    <w:rsid w:val="006E47FD"/>
    <w:rsid w:val="006E525A"/>
    <w:rsid w:val="006F72A0"/>
    <w:rsid w:val="006F782E"/>
    <w:rsid w:val="0070152A"/>
    <w:rsid w:val="00706854"/>
    <w:rsid w:val="00711E23"/>
    <w:rsid w:val="0071346E"/>
    <w:rsid w:val="00726D3C"/>
    <w:rsid w:val="00733A32"/>
    <w:rsid w:val="00742834"/>
    <w:rsid w:val="007451F0"/>
    <w:rsid w:val="00752D05"/>
    <w:rsid w:val="0075418E"/>
    <w:rsid w:val="00773FB5"/>
    <w:rsid w:val="00774024"/>
    <w:rsid w:val="00774B73"/>
    <w:rsid w:val="007811F4"/>
    <w:rsid w:val="00781FF2"/>
    <w:rsid w:val="0078249C"/>
    <w:rsid w:val="007853B2"/>
    <w:rsid w:val="00795B81"/>
    <w:rsid w:val="007A3DD5"/>
    <w:rsid w:val="007A5497"/>
    <w:rsid w:val="007B48AB"/>
    <w:rsid w:val="007B627B"/>
    <w:rsid w:val="007C2F5E"/>
    <w:rsid w:val="007C57ED"/>
    <w:rsid w:val="007C6C23"/>
    <w:rsid w:val="007E25C8"/>
    <w:rsid w:val="007E5BCD"/>
    <w:rsid w:val="007F0EF3"/>
    <w:rsid w:val="00812207"/>
    <w:rsid w:val="008162E8"/>
    <w:rsid w:val="0083251D"/>
    <w:rsid w:val="00834AB1"/>
    <w:rsid w:val="00836CA5"/>
    <w:rsid w:val="00840381"/>
    <w:rsid w:val="00843421"/>
    <w:rsid w:val="008439DE"/>
    <w:rsid w:val="00844FE1"/>
    <w:rsid w:val="00846854"/>
    <w:rsid w:val="00854556"/>
    <w:rsid w:val="00855A1A"/>
    <w:rsid w:val="00864D5B"/>
    <w:rsid w:val="008676D6"/>
    <w:rsid w:val="00877F69"/>
    <w:rsid w:val="00892F86"/>
    <w:rsid w:val="008A2A17"/>
    <w:rsid w:val="008B1E8F"/>
    <w:rsid w:val="008B4757"/>
    <w:rsid w:val="008B56DB"/>
    <w:rsid w:val="008D3D42"/>
    <w:rsid w:val="008D775C"/>
    <w:rsid w:val="008E2FD7"/>
    <w:rsid w:val="008F48E4"/>
    <w:rsid w:val="009037CB"/>
    <w:rsid w:val="00912151"/>
    <w:rsid w:val="00912BD2"/>
    <w:rsid w:val="00924BF1"/>
    <w:rsid w:val="00925645"/>
    <w:rsid w:val="00927CBD"/>
    <w:rsid w:val="00936469"/>
    <w:rsid w:val="00971DD5"/>
    <w:rsid w:val="00976316"/>
    <w:rsid w:val="00980684"/>
    <w:rsid w:val="00980EC7"/>
    <w:rsid w:val="009839A1"/>
    <w:rsid w:val="009916A0"/>
    <w:rsid w:val="009A1717"/>
    <w:rsid w:val="009A2542"/>
    <w:rsid w:val="009B12F9"/>
    <w:rsid w:val="009D1A0E"/>
    <w:rsid w:val="009D5D48"/>
    <w:rsid w:val="009D686E"/>
    <w:rsid w:val="009E2DD3"/>
    <w:rsid w:val="009E424E"/>
    <w:rsid w:val="009F6574"/>
    <w:rsid w:val="00A01573"/>
    <w:rsid w:val="00A0699E"/>
    <w:rsid w:val="00A16716"/>
    <w:rsid w:val="00A2289B"/>
    <w:rsid w:val="00A31356"/>
    <w:rsid w:val="00A318D5"/>
    <w:rsid w:val="00A60DD7"/>
    <w:rsid w:val="00A75B3C"/>
    <w:rsid w:val="00A761DC"/>
    <w:rsid w:val="00A8515F"/>
    <w:rsid w:val="00AA44AE"/>
    <w:rsid w:val="00AB405D"/>
    <w:rsid w:val="00AB793A"/>
    <w:rsid w:val="00AC112F"/>
    <w:rsid w:val="00AC7591"/>
    <w:rsid w:val="00B027B9"/>
    <w:rsid w:val="00B02A42"/>
    <w:rsid w:val="00B03A32"/>
    <w:rsid w:val="00B076C9"/>
    <w:rsid w:val="00B10E7B"/>
    <w:rsid w:val="00B11498"/>
    <w:rsid w:val="00B12B44"/>
    <w:rsid w:val="00B2736F"/>
    <w:rsid w:val="00B27514"/>
    <w:rsid w:val="00B337DC"/>
    <w:rsid w:val="00B36BA6"/>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7019"/>
    <w:rsid w:val="00BE0523"/>
    <w:rsid w:val="00BF1E18"/>
    <w:rsid w:val="00BF21A4"/>
    <w:rsid w:val="00C174DE"/>
    <w:rsid w:val="00C36FCC"/>
    <w:rsid w:val="00C40F8C"/>
    <w:rsid w:val="00C41795"/>
    <w:rsid w:val="00C43728"/>
    <w:rsid w:val="00C45DE5"/>
    <w:rsid w:val="00C5285E"/>
    <w:rsid w:val="00C575A5"/>
    <w:rsid w:val="00C638A0"/>
    <w:rsid w:val="00C73FFC"/>
    <w:rsid w:val="00C9170C"/>
    <w:rsid w:val="00C960B8"/>
    <w:rsid w:val="00CA20D2"/>
    <w:rsid w:val="00CA6DB8"/>
    <w:rsid w:val="00CA7A3F"/>
    <w:rsid w:val="00CB39FC"/>
    <w:rsid w:val="00CB4495"/>
    <w:rsid w:val="00CC0797"/>
    <w:rsid w:val="00CC2EDE"/>
    <w:rsid w:val="00CD2396"/>
    <w:rsid w:val="00CD5E11"/>
    <w:rsid w:val="00CE1FE9"/>
    <w:rsid w:val="00CE21FE"/>
    <w:rsid w:val="00CE5D56"/>
    <w:rsid w:val="00CF02E0"/>
    <w:rsid w:val="00CF7080"/>
    <w:rsid w:val="00CF7144"/>
    <w:rsid w:val="00D00292"/>
    <w:rsid w:val="00D03315"/>
    <w:rsid w:val="00D0691C"/>
    <w:rsid w:val="00D16EF7"/>
    <w:rsid w:val="00D2154F"/>
    <w:rsid w:val="00D3332D"/>
    <w:rsid w:val="00D36786"/>
    <w:rsid w:val="00D45600"/>
    <w:rsid w:val="00D458DE"/>
    <w:rsid w:val="00D519CB"/>
    <w:rsid w:val="00D60477"/>
    <w:rsid w:val="00D608AA"/>
    <w:rsid w:val="00D61039"/>
    <w:rsid w:val="00D61AFF"/>
    <w:rsid w:val="00D63AF8"/>
    <w:rsid w:val="00D642B8"/>
    <w:rsid w:val="00D650BF"/>
    <w:rsid w:val="00D6580A"/>
    <w:rsid w:val="00D6746A"/>
    <w:rsid w:val="00D77179"/>
    <w:rsid w:val="00D80212"/>
    <w:rsid w:val="00D81170"/>
    <w:rsid w:val="00D84BAD"/>
    <w:rsid w:val="00DA3098"/>
    <w:rsid w:val="00DB3D56"/>
    <w:rsid w:val="00DB4FD3"/>
    <w:rsid w:val="00DD648D"/>
    <w:rsid w:val="00DE6A79"/>
    <w:rsid w:val="00DF0297"/>
    <w:rsid w:val="00E073B3"/>
    <w:rsid w:val="00E1575A"/>
    <w:rsid w:val="00E607C7"/>
    <w:rsid w:val="00E672CF"/>
    <w:rsid w:val="00E73257"/>
    <w:rsid w:val="00E818D2"/>
    <w:rsid w:val="00E877CC"/>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4877"/>
    <w:rsid w:val="00F1674B"/>
    <w:rsid w:val="00F21AAA"/>
    <w:rsid w:val="00F2595E"/>
    <w:rsid w:val="00F35E73"/>
    <w:rsid w:val="00F3745F"/>
    <w:rsid w:val="00F401D1"/>
    <w:rsid w:val="00F47EE0"/>
    <w:rsid w:val="00F658E5"/>
    <w:rsid w:val="00F73632"/>
    <w:rsid w:val="00F84FF3"/>
    <w:rsid w:val="00F85FCC"/>
    <w:rsid w:val="00F95580"/>
    <w:rsid w:val="00F95884"/>
    <w:rsid w:val="00FA5157"/>
    <w:rsid w:val="00FB1A5A"/>
    <w:rsid w:val="00FB506F"/>
    <w:rsid w:val="00FD14E9"/>
    <w:rsid w:val="00FD1E43"/>
    <w:rsid w:val="00FE30EA"/>
    <w:rsid w:val="00FF225F"/>
    <w:rsid w:val="00FF5433"/>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place"/>
  <w:smartTagType w:namespaceuri="urn:schemas-microsoft-com:office:smarttags" w:name="City"/>
  <w:shapeDefaults>
    <o:shapedefaults v:ext="edit" spidmax="62465"/>
    <o:shapelayout v:ext="edit">
      <o:idmap v:ext="edit" data="1"/>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B2C06"/>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 w:type="character" w:styleId="UnresolvedMention">
    <w:name w:val="Unresolved Mention"/>
    <w:basedOn w:val="DefaultParagraphFont"/>
    <w:uiPriority w:val="99"/>
    <w:semiHidden/>
    <w:unhideWhenUsed/>
    <w:rsid w:val="00356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38</Pages>
  <Words>12668</Words>
  <Characters>75350</Characters>
  <Application>Microsoft Office Word</Application>
  <DocSecurity>0</DocSecurity>
  <Lines>627</Lines>
  <Paragraphs>175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87843</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cp:lastModifiedBy>
  <cp:revision>3</cp:revision>
  <cp:lastPrinted>2018-12-21T14:45:00Z</cp:lastPrinted>
  <dcterms:created xsi:type="dcterms:W3CDTF">2022-12-15T16:47:00Z</dcterms:created>
  <dcterms:modified xsi:type="dcterms:W3CDTF">2022-12-15T16:50:00Z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