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7E1FEF" w:rsidRPr="00F72B58" w:rsidRDefault="007E1FEF" w:rsidP="007E1FEF">
      <w:pPr>
        <w:jc w:val="center"/>
        <w:outlineLvl w:val="0"/>
        <w:rPr>
          <w:b/>
          <w:sz w:val="36"/>
          <w:szCs w:val="36"/>
        </w:rPr>
      </w:pPr>
      <w:r w:rsidRPr="00F72B58">
        <w:rPr>
          <w:b/>
          <w:sz w:val="36"/>
          <w:szCs w:val="36"/>
        </w:rPr>
        <w:t>ERCOT Nodal Protocols</w:t>
      </w:r>
    </w:p>
    <w:p w:rsidR="007E1FEF" w:rsidRPr="00F72B58" w:rsidRDefault="007E1FEF" w:rsidP="007E1FEF">
      <w:pPr>
        <w:jc w:val="center"/>
        <w:outlineLvl w:val="0"/>
        <w:rPr>
          <w:b/>
          <w:sz w:val="36"/>
          <w:szCs w:val="36"/>
        </w:rPr>
      </w:pPr>
    </w:p>
    <w:p w:rsidR="007E1FEF" w:rsidRPr="00F72B58" w:rsidRDefault="007E1FEF" w:rsidP="007E1FEF">
      <w:pPr>
        <w:jc w:val="center"/>
        <w:outlineLvl w:val="0"/>
        <w:rPr>
          <w:b/>
          <w:sz w:val="36"/>
          <w:szCs w:val="36"/>
        </w:rPr>
      </w:pPr>
      <w:r w:rsidRPr="00F72B58">
        <w:rPr>
          <w:b/>
          <w:sz w:val="36"/>
          <w:szCs w:val="36"/>
        </w:rPr>
        <w:t>Section 2</w:t>
      </w:r>
      <w:r>
        <w:rPr>
          <w:b/>
          <w:sz w:val="36"/>
          <w:szCs w:val="36"/>
        </w:rPr>
        <w:t>3</w:t>
      </w:r>
    </w:p>
    <w:p w:rsidR="007E1FEF" w:rsidRPr="00F72B58" w:rsidRDefault="007E1FEF" w:rsidP="007E1FEF">
      <w:pPr>
        <w:jc w:val="center"/>
        <w:outlineLvl w:val="0"/>
        <w:rPr>
          <w:b/>
        </w:rPr>
      </w:pPr>
    </w:p>
    <w:p w:rsidR="007E1FEF" w:rsidRDefault="007E1FEF" w:rsidP="007E1FEF">
      <w:pPr>
        <w:jc w:val="center"/>
        <w:outlineLvl w:val="0"/>
        <w:rPr>
          <w:color w:val="333300"/>
        </w:rPr>
      </w:pPr>
      <w:r>
        <w:rPr>
          <w:b/>
          <w:sz w:val="36"/>
          <w:szCs w:val="36"/>
        </w:rPr>
        <w:t>Form O</w:t>
      </w:r>
      <w:r w:rsidRPr="00F72B58">
        <w:rPr>
          <w:b/>
          <w:sz w:val="36"/>
          <w:szCs w:val="36"/>
        </w:rPr>
        <w:t>:</w:t>
      </w:r>
      <w:r w:rsidRPr="00A1536D">
        <w:rPr>
          <w:b/>
          <w:sz w:val="36"/>
          <w:szCs w:val="36"/>
        </w:rPr>
        <w:t xml:space="preserve"> </w:t>
      </w:r>
      <w:r>
        <w:rPr>
          <w:b/>
          <w:sz w:val="36"/>
          <w:szCs w:val="36"/>
        </w:rPr>
        <w:t xml:space="preserve"> Notice of Cybersecurity Incident</w:t>
      </w:r>
    </w:p>
    <w:p w:rsidR="007E1FEF" w:rsidRDefault="007E1FEF" w:rsidP="007E1FEF">
      <w:pPr>
        <w:outlineLvl w:val="0"/>
        <w:rPr>
          <w:color w:val="333300"/>
        </w:rPr>
      </w:pPr>
    </w:p>
    <w:p w:rsidR="007E1FEF" w:rsidRPr="005B2A3F" w:rsidRDefault="00A53C5A" w:rsidP="007E1FEF">
      <w:pPr>
        <w:jc w:val="center"/>
        <w:outlineLvl w:val="0"/>
        <w:rPr>
          <w:b/>
          <w:bCs/>
        </w:rPr>
      </w:pPr>
      <w:r>
        <w:rPr>
          <w:b/>
          <w:bCs/>
        </w:rPr>
        <w:t>March 13</w:t>
      </w:r>
      <w:r w:rsidR="007E1FEF">
        <w:rPr>
          <w:b/>
          <w:bCs/>
        </w:rPr>
        <w:t>, 2020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rsidR="00BB2AB5" w:rsidRPr="00E61FFC" w:rsidRDefault="00BB2AB5" w:rsidP="00BB2AB5">
      <w:pPr>
        <w:spacing w:after="240"/>
        <w:jc w:val="center"/>
        <w:rPr>
          <w:rFonts w:eastAsia="Calibri"/>
          <w:b/>
          <w:u w:val="single"/>
        </w:rPr>
      </w:pPr>
      <w:r w:rsidRPr="00E61FFC">
        <w:rPr>
          <w:rFonts w:eastAsia="Calibri"/>
          <w:b/>
          <w:u w:val="single"/>
        </w:rPr>
        <w:lastRenderedPageBreak/>
        <w:t xml:space="preserve">NOTICE OF </w:t>
      </w:r>
      <w:r>
        <w:rPr>
          <w:rFonts w:eastAsia="Calibri"/>
          <w:b/>
          <w:u w:val="single"/>
        </w:rPr>
        <w:t>CYBERSECURITY INCIDENT</w:t>
      </w:r>
    </w:p>
    <w:p w:rsidR="00BB2AB5" w:rsidRDefault="00BB2AB5" w:rsidP="00BB2AB5">
      <w:pPr>
        <w:jc w:val="both"/>
        <w:rPr>
          <w:rFonts w:eastAsia="Calibri"/>
        </w:rPr>
      </w:pPr>
      <w:r>
        <w:rPr>
          <w:rFonts w:eastAsia="Calibri"/>
        </w:rPr>
        <w:t xml:space="preserve">A Market Participant shall use this form to notify ERCOT of a Cybersecurity Incident.  Market Participant shall fill out this form with as much information as is available upon the time of reporting. Market Participant shall also use this form to provide ERCOT with updated/supplemental information concerning the Cybersecurity Incident as information becomes available. </w:t>
      </w:r>
    </w:p>
    <w:p w:rsidR="00BB2AB5" w:rsidRDefault="00BB2AB5" w:rsidP="00BB2AB5">
      <w:pPr>
        <w:jc w:val="both"/>
        <w:rPr>
          <w:rFonts w:eastAsia="Calibri"/>
        </w:rPr>
      </w:pPr>
    </w:p>
    <w:p w:rsidR="00BB2AB5" w:rsidRDefault="00BB2AB5" w:rsidP="00BB2AB5">
      <w:pPr>
        <w:jc w:val="both"/>
        <w:rPr>
          <w:lang w:eastAsia="x-none"/>
        </w:rPr>
      </w:pPr>
      <w:r>
        <w:rPr>
          <w:rFonts w:eastAsia="Calibri"/>
        </w:rPr>
        <w:t xml:space="preserve">This Notice of Cybersecurity Incident form shall be submitted to </w:t>
      </w:r>
      <w:hyperlink r:id="rId12" w:history="1">
        <w:r w:rsidRPr="006D5683">
          <w:rPr>
            <w:rStyle w:val="Hyperlink"/>
            <w:rFonts w:eastAsia="Calibri"/>
          </w:rPr>
          <w:t>NCSI@ercot.com</w:t>
        </w:r>
      </w:hyperlink>
      <w:r>
        <w:rPr>
          <w:rFonts w:eastAsia="Calibri"/>
        </w:rPr>
        <w:t xml:space="preserve"> by the Market Participant’s Authorized Representative, </w:t>
      </w:r>
      <w:r w:rsidRPr="001C333D">
        <w:rPr>
          <w:rFonts w:eastAsia="Calibri"/>
        </w:rPr>
        <w:t>Cybersecurity Contact</w:t>
      </w:r>
      <w:r>
        <w:rPr>
          <w:rFonts w:eastAsia="Calibri"/>
        </w:rPr>
        <w:t>, or an officer of the company.  I</w:t>
      </w:r>
      <w:r>
        <w:rPr>
          <w:lang w:eastAsia="x-none"/>
        </w:rPr>
        <w:t xml:space="preserve">f, as a result of the Cybersecurity Incident, a Market Participant is unable to securely send the Notice of Cybersecurity Incident form to ERCOT, the Market Participant will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rsidR="00BB2AB5" w:rsidRDefault="00BB2AB5" w:rsidP="00BB2AB5">
      <w:pPr>
        <w:pStyle w:val="BodyTextNumbere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4"/>
        <w:gridCol w:w="5756"/>
      </w:tblGrid>
      <w:tr w:rsidR="00BB2AB5" w:rsidRPr="003A5F25" w:rsidTr="00947E65">
        <w:tc>
          <w:tcPr>
            <w:tcW w:w="5000" w:type="pct"/>
            <w:gridSpan w:val="2"/>
            <w:shd w:val="clear" w:color="auto" w:fill="F2F2F2"/>
          </w:tcPr>
          <w:p w:rsidR="00BB2AB5" w:rsidRPr="00EC2537" w:rsidRDefault="00BB2AB5" w:rsidP="00947E65">
            <w:pPr>
              <w:jc w:val="center"/>
              <w:rPr>
                <w:b/>
              </w:rPr>
            </w:pPr>
            <w:r w:rsidRPr="00EC2537">
              <w:rPr>
                <w:b/>
              </w:rPr>
              <w:t>Market Participant</w:t>
            </w:r>
          </w:p>
        </w:tc>
      </w:tr>
      <w:tr w:rsidR="00BB2AB5" w:rsidRPr="003A5F25" w:rsidTr="00947E65">
        <w:tc>
          <w:tcPr>
            <w:tcW w:w="1922" w:type="pct"/>
          </w:tcPr>
          <w:p w:rsidR="00BB2AB5" w:rsidRPr="003A5F25" w:rsidRDefault="00BB2AB5" w:rsidP="00947E65">
            <w:pPr>
              <w:rPr>
                <w:bCs/>
              </w:rPr>
            </w:pPr>
            <w:r w:rsidRPr="003A5F25">
              <w:rPr>
                <w:bCs/>
              </w:rPr>
              <w:t>Market Participant Account Name(s):</w:t>
            </w:r>
          </w:p>
        </w:tc>
        <w:tc>
          <w:tcPr>
            <w:tcW w:w="3078" w:type="pct"/>
          </w:tcPr>
          <w:p w:rsidR="00BB2AB5" w:rsidRPr="003A5F25" w:rsidRDefault="00BB2AB5" w:rsidP="00947E65">
            <w:pPr>
              <w:jc w:val="both"/>
              <w:rPr>
                <w:bCs/>
              </w:rPr>
            </w:pPr>
            <w:r>
              <w:fldChar w:fldCharType="begin">
                <w:ffData>
                  <w:name w:val="Text14"/>
                  <w:enabled/>
                  <w:calcOnExit w:val="0"/>
                  <w:textInput/>
                </w:ffData>
              </w:fldChar>
            </w:r>
            <w:r>
              <w:instrText xml:space="preserve"> FORMTEXT </w:instrText>
            </w:r>
            <w:r>
              <w:fldChar w:fldCharType="separate"/>
            </w:r>
            <w:bookmarkStart w:id="0" w:name="_GoBack"/>
            <w:r>
              <w:rPr>
                <w:noProof/>
              </w:rPr>
              <w:t> </w:t>
            </w:r>
            <w:r>
              <w:rPr>
                <w:noProof/>
              </w:rPr>
              <w:t> </w:t>
            </w:r>
            <w:r>
              <w:rPr>
                <w:noProof/>
              </w:rPr>
              <w:t> </w:t>
            </w:r>
            <w:r>
              <w:rPr>
                <w:noProof/>
              </w:rPr>
              <w:t> </w:t>
            </w:r>
            <w:r>
              <w:rPr>
                <w:noProof/>
              </w:rPr>
              <w:t> </w:t>
            </w:r>
            <w:bookmarkEnd w:id="0"/>
            <w:r>
              <w:fldChar w:fldCharType="end"/>
            </w:r>
          </w:p>
        </w:tc>
      </w:tr>
      <w:tr w:rsidR="00BB2AB5" w:rsidRPr="003A5F25" w:rsidTr="00947E65">
        <w:tc>
          <w:tcPr>
            <w:tcW w:w="1922" w:type="pct"/>
          </w:tcPr>
          <w:p w:rsidR="00BB2AB5" w:rsidRPr="003A5F25" w:rsidRDefault="00BB2AB5" w:rsidP="00947E65">
            <w:pPr>
              <w:rPr>
                <w:bCs/>
              </w:rPr>
            </w:pPr>
            <w:r w:rsidRPr="003A5F25">
              <w:rPr>
                <w:bCs/>
              </w:rPr>
              <w:t>DUNS Number(s):</w:t>
            </w:r>
          </w:p>
        </w:tc>
        <w:tc>
          <w:tcPr>
            <w:tcW w:w="3078" w:type="pct"/>
          </w:tcPr>
          <w:p w:rsidR="00BB2AB5" w:rsidRPr="003A5F25" w:rsidRDefault="00BB2AB5" w:rsidP="00947E65">
            <w:pPr>
              <w:jc w:val="both"/>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22" w:type="pct"/>
          </w:tcPr>
          <w:p w:rsidR="00BB2AB5" w:rsidRPr="003A5F25" w:rsidRDefault="00BB2AB5" w:rsidP="00947E65">
            <w:pPr>
              <w:rPr>
                <w:bCs/>
              </w:rPr>
            </w:pPr>
            <w:r w:rsidRPr="003A5F25">
              <w:t>Market Participant Type(s):</w:t>
            </w:r>
          </w:p>
        </w:tc>
        <w:tc>
          <w:tcPr>
            <w:tcW w:w="3078" w:type="pct"/>
          </w:tcPr>
          <w:p w:rsidR="00BB2AB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 xml:space="preserve">CP </w:t>
            </w:r>
          </w:p>
          <w:p w:rsidR="00BB2AB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 xml:space="preserve">CRRAH </w:t>
            </w:r>
          </w:p>
          <w:p w:rsidR="00BB2AB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 xml:space="preserve">IMRE </w:t>
            </w:r>
          </w:p>
          <w:p w:rsidR="00BB2AB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 xml:space="preserve">LSE  </w:t>
            </w:r>
          </w:p>
          <w:p w:rsidR="00BB2AB5" w:rsidRPr="003A5F2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QSE/Sub-QSE</w:t>
            </w:r>
          </w:p>
          <w:p w:rsidR="00BB2AB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 xml:space="preserve">RE </w:t>
            </w:r>
          </w:p>
          <w:p w:rsidR="00BB2AB5" w:rsidRPr="003A5F25" w:rsidRDefault="00A53C5A" w:rsidP="00947E65">
            <w:pPr>
              <w:jc w:val="both"/>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sidRPr="003A5F25">
              <w:t>TSP and/or DSP</w:t>
            </w:r>
          </w:p>
        </w:tc>
      </w:tr>
      <w:tr w:rsidR="00BB2AB5" w:rsidRPr="003A5F25" w:rsidTr="00947E65">
        <w:tc>
          <w:tcPr>
            <w:tcW w:w="1922" w:type="pct"/>
          </w:tcPr>
          <w:p w:rsidR="00BB2AB5" w:rsidRPr="0008505A" w:rsidRDefault="00BB2AB5" w:rsidP="00947E65">
            <w:r>
              <w:t xml:space="preserve">Impacted Market Participant Agent Name(s), </w:t>
            </w:r>
            <w:r>
              <w:rPr>
                <w:i/>
              </w:rPr>
              <w:t>if applicable</w:t>
            </w:r>
            <w:r>
              <w:t>:</w:t>
            </w:r>
          </w:p>
        </w:tc>
        <w:tc>
          <w:tcPr>
            <w:tcW w:w="3078" w:type="pct"/>
          </w:tcPr>
          <w:p w:rsidR="00BB2AB5" w:rsidRDefault="00BB2AB5" w:rsidP="00947E65">
            <w:pPr>
              <w:jc w:val="both"/>
              <w:rPr>
                <w:rFonts w:ascii="MS Gothic" w:eastAsia="MS Gothic" w:hAnsi="MS Gothic"/>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22" w:type="pct"/>
          </w:tcPr>
          <w:p w:rsidR="00BB2AB5" w:rsidRPr="0008505A" w:rsidRDefault="00BB2AB5" w:rsidP="00947E65">
            <w:r>
              <w:t xml:space="preserve">Impacted Market Participant Agent Contact Information, </w:t>
            </w:r>
            <w:r>
              <w:rPr>
                <w:i/>
              </w:rPr>
              <w:t>if applicable</w:t>
            </w:r>
            <w:r>
              <w:t>:</w:t>
            </w:r>
          </w:p>
        </w:tc>
        <w:tc>
          <w:tcPr>
            <w:tcW w:w="3078" w:type="pct"/>
          </w:tcPr>
          <w:p w:rsidR="00BB2AB5" w:rsidRDefault="00BB2AB5" w:rsidP="00947E65">
            <w:pPr>
              <w:jc w:val="both"/>
              <w:rPr>
                <w:rFonts w:ascii="MS Gothic" w:eastAsia="MS Gothic" w:hAnsi="MS Gothic"/>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Pr="003A5F25" w:rsidRDefault="00BB2AB5" w:rsidP="00BB2AB5">
      <w:pPr>
        <w:jc w:val="both"/>
        <w:rPr>
          <w:rFonts w:eastAsia="Calibri"/>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0"/>
        <w:gridCol w:w="5730"/>
      </w:tblGrid>
      <w:tr w:rsidR="00BB2AB5" w:rsidRPr="00EC2537" w:rsidTr="00947E65">
        <w:tc>
          <w:tcPr>
            <w:tcW w:w="5000" w:type="pct"/>
            <w:gridSpan w:val="2"/>
            <w:shd w:val="clear" w:color="auto" w:fill="F2F2F2"/>
          </w:tcPr>
          <w:p w:rsidR="00BB2AB5" w:rsidRPr="00EC2537" w:rsidRDefault="00BB2AB5" w:rsidP="00947E65">
            <w:pPr>
              <w:jc w:val="center"/>
              <w:rPr>
                <w:rFonts w:eastAsia="Calibri"/>
                <w:b/>
              </w:rPr>
            </w:pPr>
            <w:r w:rsidRPr="00EC2537">
              <w:rPr>
                <w:rFonts w:eastAsia="Calibri"/>
                <w:b/>
              </w:rPr>
              <w:t>Submitter</w:t>
            </w:r>
          </w:p>
        </w:tc>
      </w:tr>
      <w:tr w:rsidR="00BB2AB5" w:rsidRPr="003A5F25" w:rsidTr="00947E65">
        <w:tc>
          <w:tcPr>
            <w:tcW w:w="1936" w:type="pct"/>
          </w:tcPr>
          <w:p w:rsidR="00BB2AB5" w:rsidRPr="003A5F25" w:rsidRDefault="00BB2AB5" w:rsidP="00947E65">
            <w:pPr>
              <w:rPr>
                <w:rFonts w:eastAsia="Calibri"/>
              </w:rPr>
            </w:pPr>
            <w:r>
              <w:rPr>
                <w:rFonts w:eastAsia="Calibri"/>
              </w:rPr>
              <w:t>Authorized Representative (</w:t>
            </w:r>
            <w:r w:rsidRPr="003A5F25">
              <w:rPr>
                <w:rFonts w:eastAsia="Calibri"/>
              </w:rPr>
              <w:t>AR</w:t>
            </w:r>
            <w:r>
              <w:rPr>
                <w:rFonts w:eastAsia="Calibri"/>
              </w:rPr>
              <w:t>)</w:t>
            </w:r>
            <w:r w:rsidRPr="003A5F25">
              <w:rPr>
                <w:rFonts w:eastAsia="Calibri"/>
              </w:rPr>
              <w:t>,</w:t>
            </w:r>
            <w:r>
              <w:rPr>
                <w:rFonts w:eastAsia="Calibri"/>
              </w:rPr>
              <w:t xml:space="preserve"> </w:t>
            </w:r>
            <w:r w:rsidRPr="003A5F25">
              <w:rPr>
                <w:rFonts w:eastAsia="Calibri"/>
              </w:rPr>
              <w:t>Backup AR</w:t>
            </w:r>
            <w:r>
              <w:rPr>
                <w:rFonts w:eastAsia="Calibri"/>
              </w:rPr>
              <w:t>, Cybersecurity Contact,</w:t>
            </w:r>
            <w:r w:rsidRPr="003A5F25">
              <w:rPr>
                <w:rFonts w:eastAsia="Calibri"/>
              </w:rPr>
              <w:t xml:space="preserve"> or Officer:</w:t>
            </w:r>
          </w:p>
        </w:tc>
        <w:tc>
          <w:tcPr>
            <w:tcW w:w="3064" w:type="pct"/>
          </w:tcPr>
          <w:p w:rsidR="00BB2AB5" w:rsidRPr="003A5F25" w:rsidRDefault="00BB2AB5" w:rsidP="00947E65">
            <w:pPr>
              <w:jc w:val="both"/>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36" w:type="pct"/>
          </w:tcPr>
          <w:p w:rsidR="00BB2AB5" w:rsidRPr="003A5F25" w:rsidRDefault="00BB2AB5" w:rsidP="00947E65">
            <w:pPr>
              <w:rPr>
                <w:rFonts w:eastAsia="Calibri"/>
              </w:rPr>
            </w:pPr>
            <w:r w:rsidRPr="003A5F25">
              <w:rPr>
                <w:rFonts w:eastAsia="Calibri"/>
              </w:rPr>
              <w:t>Signature:</w:t>
            </w:r>
          </w:p>
        </w:tc>
        <w:tc>
          <w:tcPr>
            <w:tcW w:w="3064" w:type="pct"/>
          </w:tcPr>
          <w:p w:rsidR="00BB2AB5" w:rsidRPr="003A5F25" w:rsidRDefault="00BB2AB5" w:rsidP="00947E65">
            <w:pPr>
              <w:jc w:val="both"/>
              <w:rPr>
                <w:rFonts w:eastAsia="Calibri"/>
              </w:rPr>
            </w:pPr>
          </w:p>
        </w:tc>
      </w:tr>
      <w:tr w:rsidR="00BB2AB5" w:rsidRPr="003A5F25" w:rsidTr="00947E65">
        <w:tc>
          <w:tcPr>
            <w:tcW w:w="1936" w:type="pct"/>
          </w:tcPr>
          <w:p w:rsidR="00BB2AB5" w:rsidRPr="003A5F25" w:rsidRDefault="00BB2AB5" w:rsidP="00947E65">
            <w:pPr>
              <w:rPr>
                <w:rFonts w:eastAsia="Calibri"/>
              </w:rPr>
            </w:pPr>
            <w:r w:rsidRPr="003A5F25">
              <w:rPr>
                <w:rFonts w:eastAsia="Calibri"/>
              </w:rPr>
              <w:t>Email:</w:t>
            </w:r>
          </w:p>
        </w:tc>
        <w:tc>
          <w:tcPr>
            <w:tcW w:w="3064" w:type="pct"/>
          </w:tcPr>
          <w:p w:rsidR="00BB2AB5" w:rsidRPr="003A5F25" w:rsidRDefault="00BB2AB5" w:rsidP="00947E65">
            <w:pPr>
              <w:jc w:val="both"/>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36" w:type="pct"/>
          </w:tcPr>
          <w:p w:rsidR="00BB2AB5" w:rsidRPr="003A5F25" w:rsidRDefault="00BB2AB5" w:rsidP="00947E65">
            <w:pPr>
              <w:rPr>
                <w:rFonts w:eastAsia="Calibri"/>
              </w:rPr>
            </w:pPr>
            <w:r w:rsidRPr="003A5F25">
              <w:rPr>
                <w:rFonts w:eastAsia="Calibri"/>
              </w:rPr>
              <w:t>Phone Number:</w:t>
            </w:r>
          </w:p>
        </w:tc>
        <w:tc>
          <w:tcPr>
            <w:tcW w:w="3064" w:type="pct"/>
          </w:tcPr>
          <w:p w:rsidR="00BB2AB5" w:rsidRPr="003A5F25" w:rsidRDefault="00BB2AB5" w:rsidP="00947E65">
            <w:pPr>
              <w:jc w:val="both"/>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Default="00BB2AB5" w:rsidP="00BB2AB5">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0"/>
        <w:gridCol w:w="5730"/>
      </w:tblGrid>
      <w:tr w:rsidR="00BB2AB5" w:rsidRPr="003A5F25" w:rsidTr="00947E65">
        <w:tc>
          <w:tcPr>
            <w:tcW w:w="5000" w:type="pct"/>
            <w:gridSpan w:val="2"/>
            <w:shd w:val="clear" w:color="auto" w:fill="F2F2F2"/>
          </w:tcPr>
          <w:p w:rsidR="00BB2AB5" w:rsidRDefault="00BB2AB5" w:rsidP="00947E65">
            <w:pPr>
              <w:jc w:val="center"/>
              <w:rPr>
                <w:b/>
              </w:rPr>
            </w:pPr>
            <w:r>
              <w:rPr>
                <w:b/>
              </w:rPr>
              <w:t>Temporary Cybersecurity Contact Information for this Cybersecurity Incident</w:t>
            </w:r>
          </w:p>
          <w:p w:rsidR="00BB2AB5" w:rsidRPr="00EC2537" w:rsidRDefault="00BB2AB5" w:rsidP="00947E65">
            <w:pPr>
              <w:jc w:val="center"/>
            </w:pPr>
            <w:r w:rsidRPr="00EC2537">
              <w:t xml:space="preserve">(if different from </w:t>
            </w:r>
            <w:r>
              <w:t>Cybersecurity Contact</w:t>
            </w:r>
            <w:r w:rsidRPr="00EC2537">
              <w:t xml:space="preserve"> information contained in ERCOT’s registration files)</w:t>
            </w:r>
          </w:p>
        </w:tc>
      </w:tr>
      <w:tr w:rsidR="00BB2AB5" w:rsidRPr="003A5F25" w:rsidTr="00947E65">
        <w:tc>
          <w:tcPr>
            <w:tcW w:w="1936" w:type="pct"/>
          </w:tcPr>
          <w:p w:rsidR="00BB2AB5" w:rsidRPr="003A5F25" w:rsidRDefault="00BB2AB5" w:rsidP="00947E65">
            <w:pPr>
              <w:rPr>
                <w:bCs/>
              </w:rPr>
            </w:pPr>
            <w:r>
              <w:rPr>
                <w:bCs/>
              </w:rPr>
              <w:t>Name:</w:t>
            </w:r>
          </w:p>
        </w:tc>
        <w:tc>
          <w:tcPr>
            <w:tcW w:w="3064" w:type="pct"/>
          </w:tcPr>
          <w:p w:rsidR="00BB2AB5" w:rsidRDefault="00BB2AB5" w:rsidP="00947E65">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36" w:type="pct"/>
          </w:tcPr>
          <w:p w:rsidR="00BB2AB5" w:rsidRPr="003A5F25" w:rsidRDefault="00BB2AB5" w:rsidP="00947E65">
            <w:pPr>
              <w:rPr>
                <w:bCs/>
              </w:rPr>
            </w:pPr>
            <w:r>
              <w:rPr>
                <w:bCs/>
              </w:rPr>
              <w:t>Primary Phone:</w:t>
            </w:r>
          </w:p>
        </w:tc>
        <w:tc>
          <w:tcPr>
            <w:tcW w:w="3064" w:type="pct"/>
          </w:tcPr>
          <w:p w:rsidR="00BB2AB5" w:rsidRDefault="00BB2AB5" w:rsidP="00947E65">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36" w:type="pct"/>
          </w:tcPr>
          <w:p w:rsidR="00BB2AB5" w:rsidRDefault="00BB2AB5" w:rsidP="00947E65">
            <w:pPr>
              <w:rPr>
                <w:bCs/>
              </w:rPr>
            </w:pPr>
            <w:r>
              <w:rPr>
                <w:bCs/>
              </w:rPr>
              <w:t>Email Address:</w:t>
            </w:r>
          </w:p>
        </w:tc>
        <w:tc>
          <w:tcPr>
            <w:tcW w:w="3064" w:type="pct"/>
          </w:tcPr>
          <w:p w:rsidR="00BB2AB5" w:rsidRPr="00EC2537" w:rsidRDefault="00BB2AB5" w:rsidP="00947E65">
            <w:pPr>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936" w:type="pct"/>
          </w:tcPr>
          <w:p w:rsidR="00BB2AB5" w:rsidRDefault="00BB2AB5" w:rsidP="00947E65">
            <w:pPr>
              <w:rPr>
                <w:bCs/>
              </w:rPr>
            </w:pPr>
            <w:r>
              <w:rPr>
                <w:bCs/>
              </w:rPr>
              <w:t>Other:</w:t>
            </w:r>
          </w:p>
        </w:tc>
        <w:tc>
          <w:tcPr>
            <w:tcW w:w="3064" w:type="pct"/>
          </w:tcPr>
          <w:p w:rsidR="00BB2AB5" w:rsidRPr="001A35DF" w:rsidRDefault="00BB2AB5" w:rsidP="00947E65">
            <w:pPr>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Pr="00394938" w:rsidRDefault="00BB2AB5" w:rsidP="00BB2AB5">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B2AB5" w:rsidRPr="003A5F25" w:rsidTr="00947E65">
        <w:tc>
          <w:tcPr>
            <w:tcW w:w="5000" w:type="pct"/>
            <w:tcBorders>
              <w:bottom w:val="single" w:sz="4" w:space="0" w:color="auto"/>
            </w:tcBorders>
            <w:shd w:val="clear" w:color="auto" w:fill="F2F2F2"/>
          </w:tcPr>
          <w:p w:rsidR="00BB2AB5" w:rsidRPr="00EC2537" w:rsidRDefault="00BB2AB5" w:rsidP="00947E65">
            <w:pPr>
              <w:jc w:val="center"/>
            </w:pPr>
            <w:r>
              <w:rPr>
                <w:b/>
              </w:rPr>
              <w:t xml:space="preserve">Cybersecurity Incident </w:t>
            </w:r>
          </w:p>
        </w:tc>
      </w:tr>
    </w:tbl>
    <w:p w:rsidR="00BB2AB5" w:rsidRDefault="00BB2AB5" w:rsidP="00BB2AB5">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6"/>
        <w:gridCol w:w="6384"/>
      </w:tblGrid>
      <w:tr w:rsidR="00BB2AB5" w:rsidRPr="006F108B" w:rsidTr="00947E65">
        <w:tc>
          <w:tcPr>
            <w:tcW w:w="5000" w:type="pct"/>
            <w:gridSpan w:val="2"/>
            <w:tcBorders>
              <w:top w:val="single" w:sz="4" w:space="0" w:color="auto"/>
            </w:tcBorders>
            <w:shd w:val="clear" w:color="auto" w:fill="F2F2F2"/>
          </w:tcPr>
          <w:p w:rsidR="00BB2AB5" w:rsidRPr="006F108B" w:rsidRDefault="00BB2AB5" w:rsidP="00947E65">
            <w:pPr>
              <w:rPr>
                <w:b/>
                <w:bCs/>
              </w:rPr>
            </w:pPr>
            <w:r w:rsidRPr="006F108B">
              <w:rPr>
                <w:b/>
                <w:bCs/>
              </w:rPr>
              <w:t>Details</w:t>
            </w:r>
          </w:p>
        </w:tc>
      </w:tr>
      <w:tr w:rsidR="00BB2AB5" w:rsidRPr="003A5F25" w:rsidTr="00947E65">
        <w:tc>
          <w:tcPr>
            <w:tcW w:w="1586" w:type="pct"/>
          </w:tcPr>
          <w:p w:rsidR="00BB2AB5" w:rsidRDefault="00BB2AB5" w:rsidP="00947E65">
            <w:pPr>
              <w:rPr>
                <w:bCs/>
              </w:rPr>
            </w:pPr>
            <w:r>
              <w:rPr>
                <w:bCs/>
              </w:rPr>
              <w:t>Date and Time the Cybersecurity Incident was determined:</w:t>
            </w:r>
          </w:p>
        </w:tc>
        <w:tc>
          <w:tcPr>
            <w:tcW w:w="3414" w:type="pct"/>
          </w:tcPr>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586" w:type="pct"/>
          </w:tcPr>
          <w:p w:rsidR="00BB2AB5" w:rsidRDefault="00BB2AB5" w:rsidP="00947E65">
            <w:pPr>
              <w:rPr>
                <w:bCs/>
              </w:rPr>
            </w:pPr>
            <w:r>
              <w:rPr>
                <w:bCs/>
              </w:rPr>
              <w:t>Has the Cybersecurity Incident been resolved?</w:t>
            </w:r>
          </w:p>
        </w:tc>
        <w:tc>
          <w:tcPr>
            <w:tcW w:w="3414" w:type="pct"/>
          </w:tcPr>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586" w:type="pct"/>
          </w:tcPr>
          <w:p w:rsidR="00BB2AB5" w:rsidRDefault="00BB2AB5" w:rsidP="00947E65">
            <w:pPr>
              <w:rPr>
                <w:bCs/>
              </w:rPr>
            </w:pPr>
            <w:r>
              <w:rPr>
                <w:bCs/>
              </w:rPr>
              <w:t>Physical location of affected network(s), system(s) &amp;/or application(s):</w:t>
            </w:r>
          </w:p>
        </w:tc>
        <w:tc>
          <w:tcPr>
            <w:tcW w:w="3414" w:type="pct"/>
          </w:tcPr>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1586" w:type="pct"/>
          </w:tcPr>
          <w:p w:rsidR="00BB2AB5" w:rsidRDefault="00BB2AB5" w:rsidP="00947E65">
            <w:pPr>
              <w:rPr>
                <w:bCs/>
              </w:rPr>
            </w:pPr>
            <w:r>
              <w:rPr>
                <w:bCs/>
              </w:rPr>
              <w:t>Have governmental authorities been notified of the Cybersecurity Incident? If so, please identify the notified entities.</w:t>
            </w:r>
          </w:p>
        </w:tc>
        <w:tc>
          <w:tcPr>
            <w:tcW w:w="3414" w:type="pct"/>
          </w:tcPr>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Default="00BB2AB5" w:rsidP="00BB2AB5">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B2AB5" w:rsidRPr="003A5F25" w:rsidTr="00947E65">
        <w:tc>
          <w:tcPr>
            <w:tcW w:w="5000" w:type="pct"/>
            <w:shd w:val="clear" w:color="auto" w:fill="F2F2F2"/>
          </w:tcPr>
          <w:p w:rsidR="00BB2AB5" w:rsidRPr="006F108B" w:rsidRDefault="00BB2AB5" w:rsidP="00947E65">
            <w:pPr>
              <w:rPr>
                <w:b/>
              </w:rPr>
            </w:pPr>
            <w:r>
              <w:rPr>
                <w:b/>
              </w:rPr>
              <w:t xml:space="preserve">Description </w:t>
            </w:r>
          </w:p>
        </w:tc>
      </w:tr>
      <w:tr w:rsidR="00BB2AB5" w:rsidRPr="003A5F25" w:rsidTr="00947E65">
        <w:tc>
          <w:tcPr>
            <w:tcW w:w="5000" w:type="pct"/>
          </w:tcPr>
          <w:p w:rsidR="00BB2AB5" w:rsidRDefault="00BB2AB5" w:rsidP="00947E65">
            <w:pPr>
              <w:rPr>
                <w:bCs/>
              </w:rPr>
            </w:pPr>
            <w:r>
              <w:rPr>
                <w:bCs/>
              </w:rPr>
              <w:t xml:space="preserve">Provide a description of the Cybersecurity Incident: </w:t>
            </w:r>
          </w:p>
          <w:p w:rsidR="00BB2AB5" w:rsidRPr="001A35DF" w:rsidRDefault="00BB2AB5" w:rsidP="00947E65">
            <w:pPr>
              <w:rPr>
                <w:rFonts w:eastAsia="Calibri"/>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5000" w:type="pct"/>
          </w:tcPr>
          <w:p w:rsidR="00BB2AB5" w:rsidRDefault="00BB2AB5" w:rsidP="00947E65">
            <w:pPr>
              <w:rPr>
                <w:bCs/>
              </w:rPr>
            </w:pPr>
            <w:r>
              <w:rPr>
                <w:bCs/>
              </w:rPr>
              <w:t xml:space="preserve">Provide a description of the type of information/data that may have been compromised: </w:t>
            </w:r>
          </w:p>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Default="00BB2AB5" w:rsidP="00BB2AB5">
      <w:pPr>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B2AB5" w:rsidRPr="00E17C6D" w:rsidTr="00947E65">
        <w:tc>
          <w:tcPr>
            <w:tcW w:w="5000" w:type="pct"/>
            <w:shd w:val="clear" w:color="auto" w:fill="F2F2F2"/>
          </w:tcPr>
          <w:p w:rsidR="00BB2AB5" w:rsidRPr="00E17C6D" w:rsidRDefault="00BB2AB5" w:rsidP="00947E65">
            <w:pPr>
              <w:rPr>
                <w:b/>
                <w:bCs/>
              </w:rPr>
            </w:pPr>
            <w:r w:rsidRPr="00E17C6D">
              <w:rPr>
                <w:b/>
                <w:bCs/>
              </w:rPr>
              <w:t>Impact/Potential Impact</w:t>
            </w:r>
            <w:r>
              <w:rPr>
                <w:b/>
                <w:bCs/>
              </w:rPr>
              <w:t>s</w:t>
            </w:r>
          </w:p>
        </w:tc>
      </w:tr>
      <w:tr w:rsidR="00BB2AB5" w:rsidRPr="003A5F25" w:rsidTr="00947E65">
        <w:tc>
          <w:tcPr>
            <w:tcW w:w="5000" w:type="pct"/>
          </w:tcPr>
          <w:p w:rsidR="00BB2AB5" w:rsidRDefault="00BB2AB5" w:rsidP="00947E65">
            <w:pPr>
              <w:rPr>
                <w:b/>
                <w:bCs/>
              </w:rPr>
            </w:pPr>
            <w:r>
              <w:rPr>
                <w:b/>
                <w:bCs/>
              </w:rPr>
              <w:t>To Notifying Market Participant:</w:t>
            </w:r>
          </w:p>
          <w:p w:rsidR="00BB2AB5" w:rsidRDefault="00BB2AB5" w:rsidP="00947E65">
            <w:pPr>
              <w:rPr>
                <w:b/>
                <w:bCs/>
              </w:rPr>
            </w:pPr>
          </w:p>
          <w:p w:rsidR="00BB2AB5" w:rsidRDefault="00BB2AB5" w:rsidP="00947E65">
            <w:pPr>
              <w:rPr>
                <w:bCs/>
              </w:rPr>
            </w:pPr>
            <w:r>
              <w:rPr>
                <w:bCs/>
              </w:rPr>
              <w:t>Check all that apply:</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bCs/>
              </w:rPr>
              <w:t xml:space="preserve">  Loss/Compromise of Data </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Damage to Systems/Networks/Applications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System/Network/Application Downtime</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Other Impacted Systems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Unknown</w:t>
            </w:r>
          </w:p>
          <w:p w:rsidR="00BB2AB5" w:rsidRDefault="00BB2AB5" w:rsidP="00947E65">
            <w:pPr>
              <w:rPr>
                <w:bCs/>
              </w:rPr>
            </w:pPr>
          </w:p>
          <w:p w:rsidR="00BB2AB5" w:rsidRDefault="00BB2AB5" w:rsidP="00947E65">
            <w:pPr>
              <w:rPr>
                <w:bCs/>
              </w:rPr>
            </w:pPr>
            <w:r>
              <w:rPr>
                <w:bCs/>
              </w:rPr>
              <w:t xml:space="preserve">Provide a description of impacts/potential impacts: </w:t>
            </w:r>
          </w:p>
          <w:p w:rsidR="00BB2AB5"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5000" w:type="pct"/>
          </w:tcPr>
          <w:p w:rsidR="00BB2AB5" w:rsidRDefault="00BB2AB5" w:rsidP="00947E65">
            <w:pPr>
              <w:rPr>
                <w:b/>
                <w:bCs/>
              </w:rPr>
            </w:pPr>
            <w:r>
              <w:rPr>
                <w:b/>
                <w:bCs/>
              </w:rPr>
              <w:t>To ERCOT:</w:t>
            </w:r>
          </w:p>
          <w:p w:rsidR="00BB2AB5" w:rsidRDefault="00BB2AB5" w:rsidP="00947E65">
            <w:pPr>
              <w:rPr>
                <w:b/>
                <w:bCs/>
              </w:rPr>
            </w:pPr>
          </w:p>
          <w:p w:rsidR="00BB2AB5" w:rsidRDefault="00BB2AB5" w:rsidP="00947E65">
            <w:pPr>
              <w:rPr>
                <w:bCs/>
              </w:rPr>
            </w:pPr>
            <w:r>
              <w:rPr>
                <w:bCs/>
              </w:rPr>
              <w:t>Check all that apply:</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bCs/>
              </w:rPr>
              <w:t xml:space="preserve">  Loss/Compromise of Data</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Damage to Systems/Networks/Applications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System/Network/Application Downtime</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Other Impacted Systems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Unknown</w:t>
            </w:r>
          </w:p>
          <w:p w:rsidR="00BB2AB5" w:rsidRDefault="00BB2AB5" w:rsidP="00947E65">
            <w:pPr>
              <w:rPr>
                <w:bCs/>
              </w:rPr>
            </w:pPr>
          </w:p>
          <w:p w:rsidR="00BB2AB5" w:rsidRDefault="00BB2AB5" w:rsidP="00947E65">
            <w:pPr>
              <w:rPr>
                <w:bCs/>
              </w:rPr>
            </w:pPr>
            <w:r>
              <w:rPr>
                <w:bCs/>
              </w:rPr>
              <w:t xml:space="preserve">Provide a description of impacts/potential impacts: </w:t>
            </w:r>
          </w:p>
          <w:p w:rsidR="00BB2AB5" w:rsidRDefault="00BB2AB5" w:rsidP="00947E65">
            <w:pPr>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Default="00BB2AB5" w:rsidP="00BB2AB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B2AB5" w:rsidRPr="003A5F25" w:rsidTr="00947E65">
        <w:tc>
          <w:tcPr>
            <w:tcW w:w="5000" w:type="pct"/>
          </w:tcPr>
          <w:p w:rsidR="00BB2AB5" w:rsidRDefault="00BB2AB5" w:rsidP="00947E65">
            <w:pPr>
              <w:rPr>
                <w:b/>
                <w:bCs/>
              </w:rPr>
            </w:pPr>
            <w:r>
              <w:rPr>
                <w:b/>
                <w:bCs/>
              </w:rPr>
              <w:t>To Other Market Participants:</w:t>
            </w:r>
          </w:p>
          <w:p w:rsidR="00BB2AB5" w:rsidRDefault="00BB2AB5" w:rsidP="00947E65">
            <w:pPr>
              <w:rPr>
                <w:b/>
                <w:bCs/>
              </w:rPr>
            </w:pPr>
          </w:p>
          <w:p w:rsidR="00BB2AB5" w:rsidRDefault="00BB2AB5" w:rsidP="00947E65">
            <w:pPr>
              <w:rPr>
                <w:bCs/>
              </w:rPr>
            </w:pPr>
            <w:r>
              <w:rPr>
                <w:bCs/>
              </w:rPr>
              <w:t>Check all that apply:</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bCs/>
              </w:rPr>
              <w:t xml:space="preserve">  Loss/Compromise of Data</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Damage to Systems/Networks/Applications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System/Network/Application Downtime</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Other Impacted Systems</w:t>
            </w:r>
          </w:p>
          <w:p w:rsidR="00BB2AB5" w:rsidRDefault="00A53C5A" w:rsidP="00947E65">
            <w:pPr>
              <w:rPr>
                <w:bCs/>
              </w:rPr>
            </w:pPr>
            <w:r w:rsidRPr="00942C13">
              <w:fldChar w:fldCharType="begin">
                <w:ffData>
                  <w:name w:val="Check3"/>
                  <w:enabled/>
                  <w:calcOnExit w:val="0"/>
                  <w:checkBox>
                    <w:sizeAuto/>
                    <w:default w:val="0"/>
                  </w:checkBox>
                </w:ffData>
              </w:fldChar>
            </w:r>
            <w:r w:rsidRPr="00942C13">
              <w:instrText xml:space="preserve"> FORMCHECKBOX </w:instrText>
            </w:r>
            <w:r w:rsidR="000B2422">
              <w:fldChar w:fldCharType="separate"/>
            </w:r>
            <w:r w:rsidRPr="00942C13">
              <w:fldChar w:fldCharType="end"/>
            </w:r>
            <w:r w:rsidRPr="00942C13">
              <w:t xml:space="preserve"> </w:t>
            </w:r>
            <w:r w:rsidR="00BB2AB5">
              <w:rPr>
                <w:rFonts w:ascii="MS Gothic" w:eastAsia="MS Gothic" w:hAnsi="MS Gothic" w:hint="eastAsia"/>
                <w:bCs/>
              </w:rPr>
              <w:t xml:space="preserve"> </w:t>
            </w:r>
            <w:r w:rsidR="00BB2AB5">
              <w:rPr>
                <w:bCs/>
              </w:rPr>
              <w:t>Unknown</w:t>
            </w:r>
          </w:p>
          <w:p w:rsidR="00BB2AB5" w:rsidRDefault="00BB2AB5" w:rsidP="00947E65">
            <w:pPr>
              <w:rPr>
                <w:bCs/>
              </w:rPr>
            </w:pPr>
          </w:p>
          <w:p w:rsidR="00BB2AB5" w:rsidRDefault="00BB2AB5" w:rsidP="00947E65">
            <w:pPr>
              <w:rPr>
                <w:bCs/>
              </w:rPr>
            </w:pPr>
            <w:r>
              <w:rPr>
                <w:bCs/>
              </w:rPr>
              <w:t xml:space="preserve">Provide a description of impacts/potential impacts: </w:t>
            </w:r>
          </w:p>
          <w:p w:rsidR="00BB2AB5" w:rsidRDefault="00BB2AB5" w:rsidP="00947E65">
            <w:pPr>
              <w:rPr>
                <w:b/>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bl>
    <w:p w:rsidR="00BB2AB5" w:rsidRDefault="00BB2AB5" w:rsidP="00BB2AB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7467"/>
      </w:tblGrid>
      <w:tr w:rsidR="00BB2AB5" w:rsidRPr="003A5F25" w:rsidTr="00947E65">
        <w:tc>
          <w:tcPr>
            <w:tcW w:w="5000" w:type="pct"/>
            <w:gridSpan w:val="2"/>
            <w:shd w:val="clear" w:color="auto" w:fill="F2F2F2"/>
          </w:tcPr>
          <w:p w:rsidR="00BB2AB5" w:rsidRPr="006F108B" w:rsidRDefault="00BB2AB5" w:rsidP="00947E65">
            <w:pPr>
              <w:rPr>
                <w:b/>
              </w:rPr>
            </w:pPr>
            <w:r>
              <w:rPr>
                <w:b/>
              </w:rPr>
              <w:t xml:space="preserve">Incident Response  </w:t>
            </w:r>
          </w:p>
        </w:tc>
      </w:tr>
      <w:tr w:rsidR="00BB2AB5" w:rsidRPr="003A5F25" w:rsidTr="00947E65">
        <w:tc>
          <w:tcPr>
            <w:tcW w:w="5000" w:type="pct"/>
            <w:gridSpan w:val="2"/>
          </w:tcPr>
          <w:p w:rsidR="00BB2AB5" w:rsidRDefault="00BB2AB5" w:rsidP="00947E65">
            <w:pPr>
              <w:rPr>
                <w:bCs/>
              </w:rPr>
            </w:pPr>
            <w:r>
              <w:rPr>
                <w:bCs/>
              </w:rPr>
              <w:t xml:space="preserve">Please provide a description of steps that have been taken to remediate the Cybersecurity Incident (e.g., no action taken; system disconnected from network; log files examined; etc.): </w:t>
            </w:r>
          </w:p>
          <w:p w:rsidR="00BB2AB5" w:rsidRPr="009C066E" w:rsidRDefault="00BB2AB5" w:rsidP="00947E65">
            <w:pPr>
              <w:rPr>
                <w:bCs/>
              </w:rPr>
            </w:pPr>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tc>
      </w:tr>
      <w:tr w:rsidR="00BB2AB5" w:rsidRPr="003A5F25" w:rsidTr="00947E65">
        <w:tc>
          <w:tcPr>
            <w:tcW w:w="5000" w:type="pct"/>
            <w:gridSpan w:val="2"/>
          </w:tcPr>
          <w:p w:rsidR="00BB2AB5" w:rsidRDefault="00BB2AB5" w:rsidP="00947E65">
            <w:pPr>
              <w:rPr>
                <w:bCs/>
              </w:rPr>
            </w:pPr>
            <w:r>
              <w:rPr>
                <w:bCs/>
              </w:rPr>
              <w:t>Please provide an ongoing log of activities taken during the Cybersecurity Incident response process:</w:t>
            </w:r>
          </w:p>
        </w:tc>
      </w:tr>
      <w:tr w:rsidR="00BB2AB5" w:rsidRPr="003A5F25" w:rsidTr="00947E65">
        <w:tc>
          <w:tcPr>
            <w:tcW w:w="1007" w:type="pct"/>
          </w:tcPr>
          <w:p w:rsidR="00BB2AB5" w:rsidRDefault="00BB2AB5" w:rsidP="00947E65">
            <w:pPr>
              <w:rPr>
                <w:bCs/>
              </w:rPr>
            </w:pPr>
            <w:r>
              <w:rPr>
                <w:bCs/>
              </w:rPr>
              <w:t>Date</w:t>
            </w:r>
          </w:p>
        </w:tc>
        <w:tc>
          <w:tcPr>
            <w:tcW w:w="3993" w:type="pct"/>
          </w:tcPr>
          <w:p w:rsidR="00BB2AB5" w:rsidRDefault="00BB2AB5" w:rsidP="00947E65">
            <w:pPr>
              <w:rPr>
                <w:bCs/>
              </w:rPr>
            </w:pPr>
            <w:r>
              <w:rPr>
                <w:bCs/>
              </w:rPr>
              <w:t>Activity</w:t>
            </w:r>
          </w:p>
        </w:tc>
      </w:tr>
      <w:tr w:rsidR="00BB2AB5" w:rsidRPr="003A5F25" w:rsidTr="00947E65">
        <w:tc>
          <w:tcPr>
            <w:tcW w:w="1007"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c>
          <w:tcPr>
            <w:tcW w:w="3993"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r>
      <w:tr w:rsidR="00BB2AB5" w:rsidRPr="003A5F25" w:rsidTr="00947E65">
        <w:tc>
          <w:tcPr>
            <w:tcW w:w="1007"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c>
          <w:tcPr>
            <w:tcW w:w="3993"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r>
      <w:tr w:rsidR="00BB2AB5" w:rsidRPr="003A5F25" w:rsidTr="00947E65">
        <w:tc>
          <w:tcPr>
            <w:tcW w:w="1007"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c>
          <w:tcPr>
            <w:tcW w:w="3993"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r>
      <w:tr w:rsidR="00BB2AB5" w:rsidRPr="003A5F25" w:rsidTr="00947E65">
        <w:tc>
          <w:tcPr>
            <w:tcW w:w="1007"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c>
          <w:tcPr>
            <w:tcW w:w="3993"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r>
      <w:tr w:rsidR="00BB2AB5" w:rsidRPr="003A5F25" w:rsidTr="00947E65">
        <w:tc>
          <w:tcPr>
            <w:tcW w:w="1007"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c>
          <w:tcPr>
            <w:tcW w:w="3993" w:type="pct"/>
          </w:tcPr>
          <w:p w:rsidR="00BB2AB5" w:rsidRDefault="00BB2AB5" w:rsidP="00947E65">
            <w:pPr>
              <w:rPr>
                <w:bCs/>
              </w:rPr>
            </w:pPr>
            <w:r w:rsidRPr="005438E8">
              <w:fldChar w:fldCharType="begin">
                <w:ffData>
                  <w:name w:val="Text14"/>
                  <w:enabled/>
                  <w:calcOnExit w:val="0"/>
                  <w:textInput/>
                </w:ffData>
              </w:fldChar>
            </w:r>
            <w:r w:rsidRPr="005438E8">
              <w:instrText xml:space="preserve"> FORMTEXT </w:instrText>
            </w:r>
            <w:r w:rsidRPr="005438E8">
              <w:fldChar w:fldCharType="separate"/>
            </w:r>
            <w:r w:rsidRPr="005438E8">
              <w:t> </w:t>
            </w:r>
            <w:r w:rsidRPr="005438E8">
              <w:t> </w:t>
            </w:r>
            <w:r w:rsidRPr="005438E8">
              <w:t> </w:t>
            </w:r>
            <w:r w:rsidRPr="005438E8">
              <w:t> </w:t>
            </w:r>
            <w:r w:rsidRPr="005438E8">
              <w:t> </w:t>
            </w:r>
            <w:r w:rsidRPr="005438E8">
              <w:fldChar w:fldCharType="end"/>
            </w:r>
          </w:p>
        </w:tc>
      </w:tr>
    </w:tbl>
    <w:p w:rsidR="00BB2AB5" w:rsidRDefault="00BB2AB5" w:rsidP="00BB2AB5">
      <w:pPr>
        <w:tabs>
          <w:tab w:val="left" w:pos="829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BB2AB5" w:rsidRPr="003A5F25" w:rsidTr="00947E65">
        <w:tc>
          <w:tcPr>
            <w:tcW w:w="5000" w:type="pct"/>
            <w:shd w:val="clear" w:color="auto" w:fill="F2F2F2"/>
          </w:tcPr>
          <w:p w:rsidR="00BB2AB5" w:rsidRPr="006F108B" w:rsidRDefault="00BB2AB5" w:rsidP="00947E65">
            <w:pPr>
              <w:rPr>
                <w:b/>
              </w:rPr>
            </w:pPr>
            <w:r>
              <w:rPr>
                <w:b/>
              </w:rPr>
              <w:t>Additional/Supplemental Information</w:t>
            </w:r>
          </w:p>
        </w:tc>
      </w:tr>
      <w:tr w:rsidR="00BB2AB5" w:rsidRPr="003A5F25" w:rsidTr="00947E65">
        <w:trPr>
          <w:trHeight w:val="425"/>
        </w:trPr>
        <w:tc>
          <w:tcPr>
            <w:tcW w:w="5000" w:type="pct"/>
          </w:tcPr>
          <w:p w:rsidR="00BB2AB5" w:rsidRDefault="00BB2AB5" w:rsidP="00947E65">
            <w:r w:rsidRPr="008629CC">
              <w:fldChar w:fldCharType="begin">
                <w:ffData>
                  <w:name w:val="Text14"/>
                  <w:enabled/>
                  <w:calcOnExit w:val="0"/>
                  <w:textInput/>
                </w:ffData>
              </w:fldChar>
            </w:r>
            <w:r w:rsidRPr="008629CC">
              <w:instrText xml:space="preserve"> FORMTEXT </w:instrText>
            </w:r>
            <w:r w:rsidRPr="008629CC">
              <w:fldChar w:fldCharType="separate"/>
            </w:r>
            <w:r w:rsidRPr="008629CC">
              <w:t> </w:t>
            </w:r>
            <w:r w:rsidRPr="008629CC">
              <w:t> </w:t>
            </w:r>
            <w:r w:rsidRPr="008629CC">
              <w:t> </w:t>
            </w:r>
            <w:r w:rsidRPr="008629CC">
              <w:t> </w:t>
            </w:r>
            <w:r w:rsidRPr="008629CC">
              <w:t> </w:t>
            </w:r>
            <w:r w:rsidRPr="008629CC">
              <w:fldChar w:fldCharType="end"/>
            </w:r>
          </w:p>
          <w:p w:rsidR="00BB2AB5" w:rsidRDefault="00BB2AB5" w:rsidP="00947E65"/>
          <w:p w:rsidR="00BB2AB5" w:rsidRDefault="00BB2AB5" w:rsidP="00947E65"/>
          <w:p w:rsidR="00BB2AB5" w:rsidRDefault="00BB2AB5" w:rsidP="00947E65"/>
          <w:p w:rsidR="00BB2AB5" w:rsidRDefault="00BB2AB5" w:rsidP="00947E65"/>
          <w:p w:rsidR="00BB2AB5" w:rsidRDefault="00BB2AB5" w:rsidP="00947E65"/>
          <w:p w:rsidR="00BB2AB5" w:rsidRPr="009C066E" w:rsidRDefault="00BB2AB5" w:rsidP="00947E65">
            <w:pPr>
              <w:rPr>
                <w:bCs/>
              </w:rPr>
            </w:pPr>
          </w:p>
        </w:tc>
      </w:tr>
    </w:tbl>
    <w:p w:rsidR="00942C13" w:rsidRDefault="00942C13" w:rsidP="00942C13">
      <w:pPr>
        <w:rPr>
          <w:b/>
          <w:noProof/>
        </w:rPr>
      </w:pPr>
    </w:p>
    <w:p w:rsidR="003E6E02" w:rsidRPr="00394938" w:rsidRDefault="003E6E02" w:rsidP="00942C13">
      <w:pPr>
        <w:jc w:val="center"/>
        <w:rPr>
          <w:b/>
          <w:bCs/>
        </w:rPr>
      </w:pPr>
    </w:p>
    <w:sectPr w:rsidR="003E6E02"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D89" w:rsidRDefault="00A41D89">
      <w:r>
        <w:separator/>
      </w:r>
    </w:p>
  </w:endnote>
  <w:endnote w:type="continuationSeparator" w:id="0">
    <w:p w:rsidR="00A41D89" w:rsidRDefault="00A41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BB2AB5">
      <w:rPr>
        <w:smallCaps/>
        <w:sz w:val="20"/>
        <w:szCs w:val="20"/>
      </w:rPr>
      <w:t>March 13</w:t>
    </w:r>
    <w:r w:rsidR="007E1FEF">
      <w:rPr>
        <w:smallCaps/>
        <w:sz w:val="20"/>
        <w:szCs w:val="20"/>
      </w:rPr>
      <w:t>, 2020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7E1FEF">
      <w:rPr>
        <w:smallCaps/>
        <w:sz w:val="20"/>
        <w:szCs w:val="20"/>
      </w:rPr>
      <w:t>O</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0B2422">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D89" w:rsidRDefault="00A41D89">
      <w:r>
        <w:separator/>
      </w:r>
    </w:p>
  </w:footnote>
  <w:footnote w:type="continuationSeparator" w:id="0">
    <w:p w:rsidR="00A41D89" w:rsidRDefault="00A41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7E1FEF">
      <w:rPr>
        <w:smallCaps/>
        <w:sz w:val="20"/>
        <w:szCs w:val="20"/>
      </w:rPr>
      <w:t>O</w:t>
    </w:r>
    <w:r w:rsidRPr="00CC4C8B">
      <w:rPr>
        <w:smallCaps/>
        <w:sz w:val="20"/>
        <w:szCs w:val="20"/>
      </w:rPr>
      <w:t xml:space="preserve">):  </w:t>
    </w:r>
    <w:r w:rsidR="007E1FEF" w:rsidRPr="007E1FEF">
      <w:rPr>
        <w:smallCaps/>
        <w:sz w:val="20"/>
        <w:szCs w:val="20"/>
      </w:rPr>
      <w:t>Notice of Cybersecurity Incident</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25"/>
  </w:num>
  <w:num w:numId="5">
    <w:abstractNumId w:val="0"/>
  </w:num>
  <w:num w:numId="6">
    <w:abstractNumId w:val="35"/>
  </w:num>
  <w:num w:numId="7">
    <w:abstractNumId w:val="1"/>
  </w:num>
  <w:num w:numId="8">
    <w:abstractNumId w:val="34"/>
  </w:num>
  <w:num w:numId="9">
    <w:abstractNumId w:val="36"/>
  </w:num>
  <w:num w:numId="10">
    <w:abstractNumId w:val="2"/>
  </w:num>
  <w:num w:numId="11">
    <w:abstractNumId w:val="27"/>
  </w:num>
  <w:num w:numId="12">
    <w:abstractNumId w:val="26"/>
  </w:num>
  <w:num w:numId="13">
    <w:abstractNumId w:val="29"/>
  </w:num>
  <w:num w:numId="14">
    <w:abstractNumId w:val="32"/>
  </w:num>
  <w:num w:numId="15">
    <w:abstractNumId w:val="10"/>
  </w:num>
  <w:num w:numId="16">
    <w:abstractNumId w:val="28"/>
  </w:num>
  <w:num w:numId="17">
    <w:abstractNumId w:val="3"/>
  </w:num>
  <w:num w:numId="18">
    <w:abstractNumId w:val="16"/>
  </w:num>
  <w:num w:numId="19">
    <w:abstractNumId w:val="23"/>
  </w:num>
  <w:num w:numId="20">
    <w:abstractNumId w:val="33"/>
  </w:num>
  <w:num w:numId="21">
    <w:abstractNumId w:val="11"/>
  </w:num>
  <w:num w:numId="22">
    <w:abstractNumId w:val="12"/>
  </w:num>
  <w:num w:numId="23">
    <w:abstractNumId w:val="4"/>
  </w:num>
  <w:num w:numId="24">
    <w:abstractNumId w:val="14"/>
  </w:num>
  <w:num w:numId="25">
    <w:abstractNumId w:val="6"/>
  </w:num>
  <w:num w:numId="26">
    <w:abstractNumId w:val="9"/>
  </w:num>
  <w:num w:numId="27">
    <w:abstractNumId w:val="24"/>
  </w:num>
  <w:num w:numId="28">
    <w:abstractNumId w:val="37"/>
  </w:num>
  <w:num w:numId="29">
    <w:abstractNumId w:val="31"/>
  </w:num>
  <w:num w:numId="30">
    <w:abstractNumId w:val="15"/>
  </w:num>
  <w:num w:numId="31">
    <w:abstractNumId w:val="5"/>
  </w:num>
  <w:num w:numId="32">
    <w:abstractNumId w:val="30"/>
  </w:num>
  <w:num w:numId="33">
    <w:abstractNumId w:val="8"/>
  </w:num>
  <w:num w:numId="34">
    <w:abstractNumId w:val="22"/>
  </w:num>
  <w:num w:numId="35">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PhfmkjUNtNtZ5yH2CPZbWEMDZq1re6KkYPYn8xpIvIwofMQ7o6lVCpjnV3GJjouLUZTShAEn1pKBn3RMNTnzg==" w:salt="N27i7MJIO7Sm2Y2aFSIpyA=="/>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33F66"/>
    <w:rsid w:val="000576CA"/>
    <w:rsid w:val="000641A0"/>
    <w:rsid w:val="00066D2C"/>
    <w:rsid w:val="0007021D"/>
    <w:rsid w:val="00074312"/>
    <w:rsid w:val="000B1653"/>
    <w:rsid w:val="000B170D"/>
    <w:rsid w:val="000B2422"/>
    <w:rsid w:val="00157AF7"/>
    <w:rsid w:val="001755F0"/>
    <w:rsid w:val="001814C9"/>
    <w:rsid w:val="0018445A"/>
    <w:rsid w:val="001A0F09"/>
    <w:rsid w:val="001A25AF"/>
    <w:rsid w:val="001A25B5"/>
    <w:rsid w:val="001E34F7"/>
    <w:rsid w:val="001E414D"/>
    <w:rsid w:val="002148C6"/>
    <w:rsid w:val="00221AE3"/>
    <w:rsid w:val="00282469"/>
    <w:rsid w:val="002B123F"/>
    <w:rsid w:val="002C0EA7"/>
    <w:rsid w:val="002D1461"/>
    <w:rsid w:val="002D4488"/>
    <w:rsid w:val="002E4CBE"/>
    <w:rsid w:val="002F5F7F"/>
    <w:rsid w:val="00314C5F"/>
    <w:rsid w:val="0033718A"/>
    <w:rsid w:val="00340590"/>
    <w:rsid w:val="00376B2B"/>
    <w:rsid w:val="003847CA"/>
    <w:rsid w:val="00394938"/>
    <w:rsid w:val="003A1E18"/>
    <w:rsid w:val="003A4E89"/>
    <w:rsid w:val="003E2BA1"/>
    <w:rsid w:val="003E6E02"/>
    <w:rsid w:val="004212C1"/>
    <w:rsid w:val="00425FC3"/>
    <w:rsid w:val="004365D8"/>
    <w:rsid w:val="004377A9"/>
    <w:rsid w:val="00446F74"/>
    <w:rsid w:val="004507F3"/>
    <w:rsid w:val="00484605"/>
    <w:rsid w:val="0049024D"/>
    <w:rsid w:val="004A0B7E"/>
    <w:rsid w:val="004E0D5D"/>
    <w:rsid w:val="0052095F"/>
    <w:rsid w:val="00530906"/>
    <w:rsid w:val="00531DA3"/>
    <w:rsid w:val="005337E6"/>
    <w:rsid w:val="0055744B"/>
    <w:rsid w:val="0058461B"/>
    <w:rsid w:val="005A29E8"/>
    <w:rsid w:val="005B2A3F"/>
    <w:rsid w:val="005C3468"/>
    <w:rsid w:val="005E730A"/>
    <w:rsid w:val="005F1CAA"/>
    <w:rsid w:val="005F7BFD"/>
    <w:rsid w:val="00622045"/>
    <w:rsid w:val="006239DF"/>
    <w:rsid w:val="00642E06"/>
    <w:rsid w:val="006515D6"/>
    <w:rsid w:val="00674AB9"/>
    <w:rsid w:val="006B0FCC"/>
    <w:rsid w:val="006E5572"/>
    <w:rsid w:val="007275A4"/>
    <w:rsid w:val="00746909"/>
    <w:rsid w:val="00762237"/>
    <w:rsid w:val="00797F0D"/>
    <w:rsid w:val="007A3617"/>
    <w:rsid w:val="007B7A0F"/>
    <w:rsid w:val="007C4F14"/>
    <w:rsid w:val="007E0ED0"/>
    <w:rsid w:val="007E1FEF"/>
    <w:rsid w:val="007F1FCC"/>
    <w:rsid w:val="00801BF2"/>
    <w:rsid w:val="00802542"/>
    <w:rsid w:val="008057E4"/>
    <w:rsid w:val="00862449"/>
    <w:rsid w:val="008735E1"/>
    <w:rsid w:val="008744F2"/>
    <w:rsid w:val="00886E85"/>
    <w:rsid w:val="00887931"/>
    <w:rsid w:val="008A2893"/>
    <w:rsid w:val="008A6E02"/>
    <w:rsid w:val="008E1D11"/>
    <w:rsid w:val="008E7D3E"/>
    <w:rsid w:val="008F1199"/>
    <w:rsid w:val="008F70B7"/>
    <w:rsid w:val="00904DCC"/>
    <w:rsid w:val="00907FE8"/>
    <w:rsid w:val="009258E0"/>
    <w:rsid w:val="009362B6"/>
    <w:rsid w:val="00942C13"/>
    <w:rsid w:val="00947E65"/>
    <w:rsid w:val="00953029"/>
    <w:rsid w:val="00955682"/>
    <w:rsid w:val="00972AEA"/>
    <w:rsid w:val="009A1318"/>
    <w:rsid w:val="009B3EFF"/>
    <w:rsid w:val="009D6BF9"/>
    <w:rsid w:val="00A06BB8"/>
    <w:rsid w:val="00A12F1F"/>
    <w:rsid w:val="00A1536D"/>
    <w:rsid w:val="00A173FF"/>
    <w:rsid w:val="00A271F3"/>
    <w:rsid w:val="00A41D89"/>
    <w:rsid w:val="00A45D42"/>
    <w:rsid w:val="00A51557"/>
    <w:rsid w:val="00A53C5A"/>
    <w:rsid w:val="00A55DB6"/>
    <w:rsid w:val="00A74001"/>
    <w:rsid w:val="00AB1AEC"/>
    <w:rsid w:val="00AB1F6C"/>
    <w:rsid w:val="00AC1329"/>
    <w:rsid w:val="00AC1A25"/>
    <w:rsid w:val="00AD428B"/>
    <w:rsid w:val="00B40378"/>
    <w:rsid w:val="00B63B80"/>
    <w:rsid w:val="00B66C02"/>
    <w:rsid w:val="00B67F51"/>
    <w:rsid w:val="00BB2AB5"/>
    <w:rsid w:val="00C263BF"/>
    <w:rsid w:val="00C51952"/>
    <w:rsid w:val="00C85FE1"/>
    <w:rsid w:val="00C96D03"/>
    <w:rsid w:val="00CB084E"/>
    <w:rsid w:val="00CC4C8B"/>
    <w:rsid w:val="00D27EB2"/>
    <w:rsid w:val="00D44E01"/>
    <w:rsid w:val="00D467D2"/>
    <w:rsid w:val="00D51701"/>
    <w:rsid w:val="00D66C95"/>
    <w:rsid w:val="00D8326C"/>
    <w:rsid w:val="00DD28F7"/>
    <w:rsid w:val="00DD7B6B"/>
    <w:rsid w:val="00DF43FA"/>
    <w:rsid w:val="00E11A8D"/>
    <w:rsid w:val="00E30297"/>
    <w:rsid w:val="00E35143"/>
    <w:rsid w:val="00E61FFC"/>
    <w:rsid w:val="00E77BF5"/>
    <w:rsid w:val="00E92DD2"/>
    <w:rsid w:val="00EA2772"/>
    <w:rsid w:val="00EA2AFF"/>
    <w:rsid w:val="00EB7ABB"/>
    <w:rsid w:val="00EC2697"/>
    <w:rsid w:val="00EC2CE9"/>
    <w:rsid w:val="00EC4B4E"/>
    <w:rsid w:val="00EE178C"/>
    <w:rsid w:val="00F1495D"/>
    <w:rsid w:val="00F14C17"/>
    <w:rsid w:val="00F166D9"/>
    <w:rsid w:val="00F2424B"/>
    <w:rsid w:val="00F30467"/>
    <w:rsid w:val="00F40CB1"/>
    <w:rsid w:val="00F72B58"/>
    <w:rsid w:val="00F7675F"/>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48944C2-96A3-4E51-88FA-7B7C9F9A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CSI@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AB95D-268E-4BE7-A0C5-2300DA542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600</Words>
  <Characters>3793</Characters>
  <Application>Microsoft Office Word</Application>
  <DocSecurity>0</DocSecurity>
  <Lines>223</Lines>
  <Paragraphs>151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4242</CharactersWithSpaces>
  <SharedDoc>false</SharedDoc>
  <HLinks>
    <vt:vector size="6" baseType="variant">
      <vt:variant>
        <vt:i4>6488145</vt:i4>
      </vt:variant>
      <vt:variant>
        <vt:i4>0</vt:i4>
      </vt:variant>
      <vt:variant>
        <vt:i4>0</vt:i4>
      </vt:variant>
      <vt:variant>
        <vt:i4>5</vt:i4>
      </vt:variant>
      <vt:variant>
        <vt:lpwstr>mailto:NCSI@ercot.com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2005-09-23T14:59:00Z</cp:lastPrinted>
  <dcterms:created xsi:type="dcterms:W3CDTF">2020-03-10T16:18:00Z</dcterms:created>
  <dcterms:modified xsi:type="dcterms:W3CDTF">2020-03-10T16:19:00Z</dcterms:modified>
</cp:coreProperties>
</file>