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1C83BA3" w:rsidR="00FC1C5F" w:rsidRDefault="00FE57D4">
      <w:pPr>
        <w:spacing w:before="360"/>
        <w:jc w:val="center"/>
        <w:rPr>
          <w:b/>
          <w:szCs w:val="24"/>
        </w:rPr>
      </w:pPr>
      <w:r>
        <w:rPr>
          <w:b/>
          <w:szCs w:val="24"/>
        </w:rPr>
        <w:t>June</w:t>
      </w:r>
      <w:r w:rsidR="00DF27BC">
        <w:rPr>
          <w:b/>
          <w:szCs w:val="24"/>
        </w:rPr>
        <w:t xml:space="preserve"> </w:t>
      </w:r>
      <w:r w:rsidR="00BA4149">
        <w:rPr>
          <w:b/>
          <w:szCs w:val="24"/>
        </w:rPr>
        <w:t>1</w:t>
      </w:r>
      <w:r w:rsidR="008E158D">
        <w:rPr>
          <w:b/>
          <w:szCs w:val="24"/>
        </w:rPr>
        <w:t>, 20</w:t>
      </w:r>
      <w:r w:rsidR="003F41DA">
        <w:rPr>
          <w:b/>
          <w:szCs w:val="24"/>
        </w:rPr>
        <w:t>2</w:t>
      </w:r>
      <w:r w:rsidR="00A325E3">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3110721C"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1D1D2D">
          <w:rPr>
            <w:webHidden/>
          </w:rPr>
          <w:t>16-1</w:t>
        </w:r>
        <w:r w:rsidR="00FE610C">
          <w:rPr>
            <w:webHidden/>
          </w:rPr>
          <w:fldChar w:fldCharType="end"/>
        </w:r>
      </w:hyperlink>
    </w:p>
    <w:p w14:paraId="0782CA5D" w14:textId="6FC185D2" w:rsidR="00FE610C" w:rsidRPr="00FE610C" w:rsidRDefault="001D1D2D">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780AE989" w:rsidR="00FE610C" w:rsidRPr="00FE610C" w:rsidRDefault="001D1D2D">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157B8C91" w:rsidR="00FE610C" w:rsidRPr="00FE610C" w:rsidRDefault="001D1D2D">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37D79C0B" w:rsidR="00FE610C" w:rsidRPr="00FE610C" w:rsidRDefault="001D1D2D">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653FF27E" w:rsidR="00FE610C" w:rsidRPr="00FE610C" w:rsidRDefault="001D1D2D">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22E97026" w:rsidR="00FE610C" w:rsidRPr="00FE610C" w:rsidRDefault="001D1D2D">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16-4</w:t>
        </w:r>
        <w:r w:rsidR="00FE610C" w:rsidRPr="00FE610C">
          <w:rPr>
            <w:webHidden/>
            <w:sz w:val="20"/>
            <w:szCs w:val="20"/>
          </w:rPr>
          <w:fldChar w:fldCharType="end"/>
        </w:r>
      </w:hyperlink>
    </w:p>
    <w:p w14:paraId="7401D00C" w14:textId="5C807144" w:rsidR="00FE610C" w:rsidRPr="00FE610C" w:rsidRDefault="001D1D2D">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4816057D" w:rsidR="00FE610C" w:rsidRPr="00FE610C" w:rsidRDefault="001D1D2D">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F0BAEE9" w14:textId="11D36EBC" w:rsidR="00FE610C" w:rsidRPr="00FE610C" w:rsidRDefault="001D1D2D">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E41F3AA" w14:textId="0EBBFE7F" w:rsidR="00FE610C" w:rsidRPr="00FE610C" w:rsidRDefault="001D1D2D">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656D13C0" w:rsidR="00FE610C" w:rsidRPr="00FE610C" w:rsidRDefault="001D1D2D">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78C71F70" w:rsidR="00FE610C" w:rsidRPr="00FE610C" w:rsidRDefault="001D1D2D">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16-8</w:t>
        </w:r>
        <w:r w:rsidR="00FE610C" w:rsidRPr="00FE610C">
          <w:rPr>
            <w:webHidden/>
            <w:sz w:val="20"/>
            <w:szCs w:val="20"/>
          </w:rPr>
          <w:fldChar w:fldCharType="end"/>
        </w:r>
      </w:hyperlink>
    </w:p>
    <w:p w14:paraId="313B7D93" w14:textId="04CBEA99" w:rsidR="00FE610C" w:rsidRPr="00FE610C" w:rsidRDefault="001D1D2D">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559C44D9" w:rsidR="00FE610C" w:rsidRPr="00FE610C" w:rsidRDefault="001D1D2D">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65209BCF" w:rsidR="00FE610C" w:rsidRPr="00FE610C" w:rsidRDefault="001D1D2D">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4CB3D125" w:rsidR="00FE610C" w:rsidRPr="00FE610C" w:rsidRDefault="001D1D2D">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254A8865" w:rsidR="00FE610C" w:rsidRPr="00FE610C" w:rsidRDefault="001D1D2D">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4A932723" w14:textId="629D1B87" w:rsidR="00FE610C" w:rsidRPr="00FE610C" w:rsidRDefault="001D1D2D">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16-10</w:t>
        </w:r>
        <w:r w:rsidR="00FE610C" w:rsidRPr="00FE610C">
          <w:rPr>
            <w:webHidden/>
            <w:sz w:val="20"/>
            <w:szCs w:val="20"/>
          </w:rPr>
          <w:fldChar w:fldCharType="end"/>
        </w:r>
      </w:hyperlink>
    </w:p>
    <w:p w14:paraId="0A514B0D" w14:textId="2E2D15A6" w:rsidR="00FE610C" w:rsidRPr="00FE610C" w:rsidRDefault="001D1D2D">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2B8FF04B" w:rsidR="00FE610C" w:rsidRPr="00FE610C" w:rsidRDefault="001D1D2D">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277D99FA" w:rsidR="00FE610C" w:rsidRPr="00FE610C" w:rsidRDefault="001D1D2D">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023580AA" w:rsidR="00FE610C" w:rsidRPr="00FE610C" w:rsidRDefault="001D1D2D">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4AA02866" w:rsidR="00FE610C" w:rsidRPr="00FE610C" w:rsidRDefault="001D1D2D">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46F05400" w14:textId="2D8E000F" w:rsidR="00FE610C" w:rsidRPr="00FE610C" w:rsidRDefault="001D1D2D">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27FE123A" w:rsidR="00FE610C" w:rsidRPr="00FE610C" w:rsidRDefault="001D1D2D">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2433EDBC" w14:textId="2D1A2917" w:rsidR="00FE610C" w:rsidRPr="00FE610C" w:rsidRDefault="001D1D2D">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7734176A" w14:textId="3D70677B" w:rsidR="00FE610C" w:rsidRPr="00FE610C" w:rsidRDefault="001D1D2D">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2CFC3BD8" w:rsidR="00FE610C" w:rsidRPr="00FE610C" w:rsidRDefault="001D1D2D">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60A08F97" w:rsidR="00FE610C" w:rsidRPr="00FE610C" w:rsidRDefault="001D1D2D">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7C66B81D" w:rsidR="00FE610C" w:rsidRPr="00FE610C" w:rsidRDefault="001D1D2D">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602AFF4C" w:rsidR="00FE610C" w:rsidRPr="00FE610C" w:rsidRDefault="001D1D2D">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16-16</w:t>
        </w:r>
        <w:r w:rsidR="00FE610C" w:rsidRPr="00FE610C">
          <w:rPr>
            <w:webHidden/>
          </w:rPr>
          <w:fldChar w:fldCharType="end"/>
        </w:r>
      </w:hyperlink>
    </w:p>
    <w:p w14:paraId="6E71A0FC" w14:textId="7ABFE3A4" w:rsidR="00FE610C" w:rsidRPr="00FE610C" w:rsidRDefault="001D1D2D">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47C9C9F0" w:rsidR="00FE610C" w:rsidRPr="00FE610C" w:rsidRDefault="001D1D2D">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6C13619E" w:rsidR="00FE610C" w:rsidRPr="00FE610C" w:rsidRDefault="001D1D2D">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16-20</w:t>
        </w:r>
        <w:r w:rsidR="00FE610C" w:rsidRPr="00FE610C">
          <w:rPr>
            <w:webHidden/>
            <w:sz w:val="20"/>
            <w:szCs w:val="20"/>
          </w:rPr>
          <w:fldChar w:fldCharType="end"/>
        </w:r>
      </w:hyperlink>
    </w:p>
    <w:p w14:paraId="07C88ECF" w14:textId="26396BFD" w:rsidR="00FE610C" w:rsidRPr="00FE610C" w:rsidRDefault="001D1D2D">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5EC5775F" w:rsidR="00FE610C" w:rsidRPr="00FE610C" w:rsidRDefault="001D1D2D">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12C37241" w:rsidR="00FE610C" w:rsidRPr="00FE610C" w:rsidRDefault="001D1D2D">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1D319658" w:rsidR="00FE610C" w:rsidRPr="00FE610C" w:rsidRDefault="001D1D2D">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2A1C1D92" w14:textId="5636AA3E" w:rsidR="00FE610C" w:rsidRPr="00FE610C" w:rsidRDefault="001D1D2D">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5D552C25" w:rsidR="00FE610C" w:rsidRPr="00FE610C" w:rsidRDefault="001D1D2D">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4F316D9E" w:rsidR="00FE610C" w:rsidRPr="00FE610C" w:rsidRDefault="001D1D2D">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24223B67" w14:textId="05A3ECBE" w:rsidR="00FE610C" w:rsidRPr="00FE610C" w:rsidRDefault="001D1D2D">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504DAE71" w14:textId="41B79F40" w:rsidR="00FE610C" w:rsidRPr="00FE610C" w:rsidRDefault="001D1D2D">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4F29FE97" w14:textId="102C1DB2" w:rsidR="00FE610C" w:rsidRPr="00FE610C" w:rsidRDefault="001D1D2D">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10720FEB" w:rsidR="00FE610C" w:rsidRPr="00FE610C" w:rsidRDefault="001D1D2D">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426C4D20" w:rsidR="00FE610C" w:rsidRPr="00FE610C" w:rsidRDefault="001D1D2D">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16-27</w:t>
        </w:r>
        <w:r w:rsidR="00FE610C" w:rsidRPr="00FE610C">
          <w:rPr>
            <w:i w:val="0"/>
            <w:iCs w:val="0"/>
            <w:noProof/>
            <w:webHidden/>
          </w:rPr>
          <w:fldChar w:fldCharType="end"/>
        </w:r>
      </w:hyperlink>
    </w:p>
    <w:p w14:paraId="69DC153D" w14:textId="59EAA5F9" w:rsidR="00FE610C" w:rsidRPr="00FE610C" w:rsidRDefault="001D1D2D">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18BBA7DC" w:rsidR="00FE610C" w:rsidRPr="00FE610C" w:rsidRDefault="001D1D2D">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16232D8D" w:rsidR="00FE610C" w:rsidRPr="00FE610C" w:rsidRDefault="001D1D2D">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6272BE5" w14:textId="1CF626CB" w:rsidR="00FE610C" w:rsidRPr="00FE610C" w:rsidRDefault="001D1D2D">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16-29</w:t>
        </w:r>
        <w:r w:rsidR="00FE610C" w:rsidRPr="00FE610C">
          <w:rPr>
            <w:i w:val="0"/>
            <w:iCs w:val="0"/>
            <w:noProof/>
            <w:webHidden/>
          </w:rPr>
          <w:fldChar w:fldCharType="end"/>
        </w:r>
      </w:hyperlink>
    </w:p>
    <w:p w14:paraId="17CBBE7F" w14:textId="355C4561" w:rsidR="00FE610C" w:rsidRPr="00FE610C" w:rsidRDefault="001D1D2D">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7E57BA7E" w14:textId="6B794045" w:rsidR="00FE610C" w:rsidRPr="00FE610C" w:rsidRDefault="001D1D2D">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11023C77" w:rsidR="00FE610C" w:rsidRPr="00FE610C" w:rsidRDefault="001D1D2D">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6BAE2E9A" w14:textId="27F218B5" w:rsidR="00FE610C" w:rsidRPr="00FE610C" w:rsidRDefault="001D1D2D">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143EC847" w14:textId="66FF23C3" w:rsidR="00FE610C" w:rsidRPr="00FE610C" w:rsidRDefault="001D1D2D">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421EB031" w:rsidR="00FE610C" w:rsidRPr="00FE610C" w:rsidRDefault="001D1D2D">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61DEBB2F" w14:textId="38443808" w:rsidR="00FE610C" w:rsidRPr="00FE610C" w:rsidRDefault="001D1D2D">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16-35</w:t>
        </w:r>
        <w:r w:rsidR="00FE610C" w:rsidRPr="00FE610C">
          <w:rPr>
            <w:i w:val="0"/>
            <w:iCs w:val="0"/>
            <w:noProof/>
            <w:webHidden/>
          </w:rPr>
          <w:fldChar w:fldCharType="end"/>
        </w:r>
      </w:hyperlink>
    </w:p>
    <w:p w14:paraId="38BFDD0E" w14:textId="34976FBC" w:rsidR="00FE610C" w:rsidRPr="00FE610C" w:rsidRDefault="001D1D2D">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16-38</w:t>
        </w:r>
        <w:r w:rsidR="00FE610C" w:rsidRPr="00FE610C">
          <w:rPr>
            <w:i w:val="0"/>
            <w:iCs w:val="0"/>
            <w:noProof/>
            <w:webHidden/>
          </w:rPr>
          <w:fldChar w:fldCharType="end"/>
        </w:r>
      </w:hyperlink>
    </w:p>
    <w:p w14:paraId="339039E7" w14:textId="3BE078D5" w:rsidR="00FE610C" w:rsidRPr="00FE610C" w:rsidRDefault="001D1D2D">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16-38</w:t>
        </w:r>
        <w:r w:rsidR="00FE610C" w:rsidRPr="00FE610C">
          <w:rPr>
            <w:webHidden/>
            <w:sz w:val="20"/>
            <w:szCs w:val="20"/>
          </w:rPr>
          <w:fldChar w:fldCharType="end"/>
        </w:r>
      </w:hyperlink>
    </w:p>
    <w:p w14:paraId="3F0A2843" w14:textId="3E1A0338" w:rsidR="00FE610C" w:rsidRPr="00FE610C" w:rsidRDefault="001D1D2D">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16-44</w:t>
        </w:r>
        <w:r w:rsidR="00FE610C" w:rsidRPr="00FE610C">
          <w:rPr>
            <w:webHidden/>
            <w:sz w:val="20"/>
            <w:szCs w:val="20"/>
          </w:rPr>
          <w:fldChar w:fldCharType="end"/>
        </w:r>
      </w:hyperlink>
    </w:p>
    <w:p w14:paraId="03B767E9" w14:textId="06B5A79B" w:rsidR="00FE610C" w:rsidRPr="00FE610C" w:rsidRDefault="001D1D2D">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16-46</w:t>
        </w:r>
        <w:r w:rsidR="00FE610C" w:rsidRPr="00FE610C">
          <w:rPr>
            <w:webHidden/>
            <w:sz w:val="20"/>
            <w:szCs w:val="20"/>
          </w:rPr>
          <w:fldChar w:fldCharType="end"/>
        </w:r>
      </w:hyperlink>
    </w:p>
    <w:p w14:paraId="2E1A19C1" w14:textId="18A22FCC" w:rsidR="00FE610C" w:rsidRPr="00FE610C" w:rsidRDefault="001D1D2D">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16-52</w:t>
        </w:r>
        <w:r w:rsidR="00FE610C" w:rsidRPr="00FE610C">
          <w:rPr>
            <w:i w:val="0"/>
            <w:webHidden/>
            <w:sz w:val="20"/>
            <w:szCs w:val="20"/>
          </w:rPr>
          <w:fldChar w:fldCharType="end"/>
        </w:r>
      </w:hyperlink>
    </w:p>
    <w:p w14:paraId="3A5ADF39" w14:textId="416E907E" w:rsidR="00FE610C" w:rsidRPr="00FE610C" w:rsidRDefault="001D1D2D">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16-54</w:t>
        </w:r>
        <w:r w:rsidR="00FE610C" w:rsidRPr="00FE610C">
          <w:rPr>
            <w:i w:val="0"/>
            <w:webHidden/>
            <w:sz w:val="20"/>
            <w:szCs w:val="20"/>
          </w:rPr>
          <w:fldChar w:fldCharType="end"/>
        </w:r>
      </w:hyperlink>
    </w:p>
    <w:p w14:paraId="4B326CF1" w14:textId="05AE0E52" w:rsidR="00FE610C" w:rsidRPr="00FE610C" w:rsidRDefault="001D1D2D">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16-55</w:t>
        </w:r>
        <w:r w:rsidR="00FE610C" w:rsidRPr="00FE610C">
          <w:rPr>
            <w:i w:val="0"/>
            <w:webHidden/>
            <w:sz w:val="20"/>
            <w:szCs w:val="20"/>
          </w:rPr>
          <w:fldChar w:fldCharType="end"/>
        </w:r>
      </w:hyperlink>
    </w:p>
    <w:p w14:paraId="688A2E38" w14:textId="18012715" w:rsidR="00FE610C" w:rsidRPr="00FE610C" w:rsidRDefault="001D1D2D">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16-57</w:t>
        </w:r>
        <w:r w:rsidR="00FE610C" w:rsidRPr="00FE610C">
          <w:rPr>
            <w:webHidden/>
            <w:sz w:val="20"/>
            <w:szCs w:val="20"/>
          </w:rPr>
          <w:fldChar w:fldCharType="end"/>
        </w:r>
      </w:hyperlink>
    </w:p>
    <w:p w14:paraId="181BFDED" w14:textId="3C49736B" w:rsidR="00FE610C" w:rsidRPr="00FE610C" w:rsidRDefault="001D1D2D">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16-57</w:t>
        </w:r>
        <w:r w:rsidR="00FE610C" w:rsidRPr="00FE610C">
          <w:rPr>
            <w:webHidden/>
            <w:sz w:val="20"/>
            <w:szCs w:val="20"/>
          </w:rPr>
          <w:fldChar w:fldCharType="end"/>
        </w:r>
      </w:hyperlink>
    </w:p>
    <w:p w14:paraId="04E92FF0" w14:textId="24E9CC97" w:rsidR="00FE610C" w:rsidRPr="00FE610C" w:rsidRDefault="001D1D2D">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16-60</w:t>
        </w:r>
        <w:r w:rsidR="00FE610C" w:rsidRPr="00FE610C">
          <w:rPr>
            <w:webHidden/>
            <w:sz w:val="20"/>
            <w:szCs w:val="20"/>
          </w:rPr>
          <w:fldChar w:fldCharType="end"/>
        </w:r>
      </w:hyperlink>
    </w:p>
    <w:p w14:paraId="00E0BE91" w14:textId="7EA9ACB8" w:rsidR="00FE610C" w:rsidRPr="00FE610C" w:rsidRDefault="001D1D2D">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16-61</w:t>
        </w:r>
        <w:r w:rsidR="00FE610C" w:rsidRPr="00FE610C">
          <w:rPr>
            <w:i w:val="0"/>
            <w:webHidden/>
            <w:sz w:val="20"/>
            <w:szCs w:val="20"/>
          </w:rPr>
          <w:fldChar w:fldCharType="end"/>
        </w:r>
      </w:hyperlink>
    </w:p>
    <w:p w14:paraId="48FB72E1" w14:textId="41569875" w:rsidR="00FE610C" w:rsidRPr="00FE610C" w:rsidRDefault="001D1D2D">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16-62</w:t>
        </w:r>
        <w:r w:rsidR="00FE610C" w:rsidRPr="00FE610C">
          <w:rPr>
            <w:i w:val="0"/>
            <w:webHidden/>
            <w:sz w:val="20"/>
            <w:szCs w:val="20"/>
          </w:rPr>
          <w:fldChar w:fldCharType="end"/>
        </w:r>
      </w:hyperlink>
    </w:p>
    <w:p w14:paraId="7172F009" w14:textId="4272FC12" w:rsidR="00FE610C" w:rsidRPr="00FE610C" w:rsidRDefault="001D1D2D">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16-62</w:t>
        </w:r>
        <w:r w:rsidR="00FE610C" w:rsidRPr="00FE610C">
          <w:rPr>
            <w:webHidden/>
            <w:sz w:val="20"/>
            <w:szCs w:val="20"/>
          </w:rPr>
          <w:fldChar w:fldCharType="end"/>
        </w:r>
      </w:hyperlink>
    </w:p>
    <w:p w14:paraId="616F8DD1" w14:textId="262E0973" w:rsidR="00FE610C" w:rsidRPr="00FE610C" w:rsidRDefault="001D1D2D">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16-63</w:t>
        </w:r>
        <w:r w:rsidR="00FE610C" w:rsidRPr="00FE610C">
          <w:rPr>
            <w:i w:val="0"/>
            <w:iCs w:val="0"/>
            <w:noProof/>
            <w:webHidden/>
          </w:rPr>
          <w:fldChar w:fldCharType="end"/>
        </w:r>
      </w:hyperlink>
    </w:p>
    <w:p w14:paraId="0FA07135" w14:textId="234C74FA" w:rsidR="00FE610C" w:rsidRPr="00FE610C" w:rsidRDefault="001D1D2D">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16-66</w:t>
        </w:r>
        <w:r w:rsidR="00FE610C" w:rsidRPr="00FE610C">
          <w:rPr>
            <w:i w:val="0"/>
            <w:iCs w:val="0"/>
            <w:noProof/>
            <w:webHidden/>
          </w:rPr>
          <w:fldChar w:fldCharType="end"/>
        </w:r>
      </w:hyperlink>
    </w:p>
    <w:p w14:paraId="1923AF69" w14:textId="102479D1" w:rsidR="00FE610C" w:rsidRPr="00FE610C" w:rsidRDefault="001D1D2D">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16-67</w:t>
        </w:r>
        <w:r w:rsidR="00FE610C" w:rsidRPr="00FE610C">
          <w:rPr>
            <w:webHidden/>
            <w:sz w:val="20"/>
            <w:szCs w:val="20"/>
          </w:rPr>
          <w:fldChar w:fldCharType="end"/>
        </w:r>
      </w:hyperlink>
    </w:p>
    <w:p w14:paraId="090D089E" w14:textId="5438CA06" w:rsidR="00FE610C" w:rsidRPr="00FE610C" w:rsidRDefault="001D1D2D">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54105516" w14:textId="42FA932B" w:rsidR="00FE610C" w:rsidRPr="00FE610C" w:rsidRDefault="001D1D2D">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16-68</w:t>
        </w:r>
        <w:r w:rsidR="00FE610C" w:rsidRPr="00FE610C">
          <w:rPr>
            <w:i w:val="0"/>
            <w:webHidden/>
            <w:sz w:val="20"/>
            <w:szCs w:val="20"/>
          </w:rPr>
          <w:fldChar w:fldCharType="end"/>
        </w:r>
      </w:hyperlink>
    </w:p>
    <w:p w14:paraId="119D15F8" w14:textId="24DC3945" w:rsidR="00FE610C" w:rsidRPr="00FE610C" w:rsidRDefault="001D1D2D">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16-68</w:t>
        </w:r>
        <w:r w:rsidR="00FE610C" w:rsidRPr="00FE610C">
          <w:rPr>
            <w:i w:val="0"/>
            <w:webHidden/>
            <w:sz w:val="20"/>
            <w:szCs w:val="20"/>
          </w:rPr>
          <w:fldChar w:fldCharType="end"/>
        </w:r>
      </w:hyperlink>
    </w:p>
    <w:p w14:paraId="526090ED" w14:textId="213A31B9" w:rsidR="00FE610C" w:rsidRPr="00FE610C" w:rsidRDefault="001D1D2D">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16-68</w:t>
        </w:r>
        <w:r w:rsidR="00FE610C" w:rsidRPr="00FE610C">
          <w:rPr>
            <w:i w:val="0"/>
            <w:webHidden/>
            <w:sz w:val="20"/>
            <w:szCs w:val="20"/>
          </w:rPr>
          <w:fldChar w:fldCharType="end"/>
        </w:r>
      </w:hyperlink>
    </w:p>
    <w:p w14:paraId="5DA4B906" w14:textId="77CC2187" w:rsidR="00FE610C" w:rsidRPr="00FE610C" w:rsidRDefault="001D1D2D">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16-69</w:t>
        </w:r>
        <w:r w:rsidR="00FE610C" w:rsidRPr="00FE610C">
          <w:rPr>
            <w:i w:val="0"/>
            <w:webHidden/>
            <w:sz w:val="20"/>
            <w:szCs w:val="20"/>
          </w:rPr>
          <w:fldChar w:fldCharType="end"/>
        </w:r>
      </w:hyperlink>
    </w:p>
    <w:p w14:paraId="27508622" w14:textId="1AFEC89C" w:rsidR="00FE610C" w:rsidRPr="00FE610C" w:rsidRDefault="001D1D2D">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57367F4C" w14:textId="59D7D383" w:rsidR="00FE610C" w:rsidRPr="00FE610C" w:rsidRDefault="001D1D2D">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16-73</w:t>
        </w:r>
        <w:r w:rsidR="00FE610C" w:rsidRPr="00FE610C">
          <w:rPr>
            <w:webHidden/>
            <w:sz w:val="20"/>
            <w:szCs w:val="20"/>
          </w:rPr>
          <w:fldChar w:fldCharType="end"/>
        </w:r>
      </w:hyperlink>
    </w:p>
    <w:p w14:paraId="60BE623F" w14:textId="314A602E" w:rsidR="00FE610C" w:rsidRPr="00FE610C" w:rsidRDefault="001D1D2D">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02CBEA59" w14:textId="5389EE38" w:rsidR="00FE610C" w:rsidRPr="00FE610C" w:rsidRDefault="001D1D2D">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63EA1B8A" w14:textId="1FAE5DF2" w:rsidR="00FE610C" w:rsidRPr="00FE610C" w:rsidRDefault="001D1D2D">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272F7AB8" w14:textId="5D20FC35" w:rsidR="00FE610C" w:rsidRPr="00FE610C" w:rsidRDefault="001D1D2D">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63839971" w14:textId="7580312C" w:rsidR="00FE610C" w:rsidRPr="00FE610C" w:rsidRDefault="001D1D2D">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4AA27185" w14:textId="2B9D1EA4" w:rsidR="00FE610C" w:rsidRPr="00FE610C" w:rsidRDefault="001D1D2D">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54E9E39E" w14:textId="7F3891EF" w:rsidR="00FE610C" w:rsidRPr="00FE610C" w:rsidRDefault="001D1D2D">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2BCDF83F" w14:textId="345C89A3" w:rsidR="00FE610C" w:rsidRPr="00FE610C" w:rsidRDefault="001D1D2D">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16-75</w:t>
        </w:r>
        <w:r w:rsidR="00FE610C" w:rsidRPr="00FE610C">
          <w:rPr>
            <w:i w:val="0"/>
            <w:iCs w:val="0"/>
            <w:noProof/>
            <w:webHidden/>
          </w:rPr>
          <w:fldChar w:fldCharType="end"/>
        </w:r>
      </w:hyperlink>
    </w:p>
    <w:p w14:paraId="17B9462E" w14:textId="6C929422" w:rsidR="00FE610C" w:rsidRPr="00FE610C" w:rsidRDefault="001D1D2D">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16-76</w:t>
        </w:r>
        <w:r w:rsidR="00FE610C" w:rsidRPr="00FE610C">
          <w:rPr>
            <w:i w:val="0"/>
            <w:iCs w:val="0"/>
            <w:noProof/>
            <w:webHidden/>
          </w:rPr>
          <w:fldChar w:fldCharType="end"/>
        </w:r>
      </w:hyperlink>
    </w:p>
    <w:p w14:paraId="39C61C84" w14:textId="3620AC74" w:rsidR="00FE610C" w:rsidRPr="00FE610C" w:rsidRDefault="001D1D2D">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16-77</w:t>
        </w:r>
        <w:r w:rsidR="00FE610C" w:rsidRPr="00FE610C">
          <w:rPr>
            <w:webHidden/>
          </w:rPr>
          <w:fldChar w:fldCharType="end"/>
        </w:r>
      </w:hyperlink>
    </w:p>
    <w:p w14:paraId="0040CA93" w14:textId="1AA17E83" w:rsidR="00FE610C" w:rsidRPr="00FE610C" w:rsidRDefault="001D1D2D">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16-78</w:t>
        </w:r>
        <w:r w:rsidR="00FE610C" w:rsidRPr="00FE610C">
          <w:rPr>
            <w:i w:val="0"/>
            <w:iCs w:val="0"/>
            <w:noProof/>
            <w:webHidden/>
          </w:rPr>
          <w:fldChar w:fldCharType="end"/>
        </w:r>
      </w:hyperlink>
    </w:p>
    <w:p w14:paraId="50A81BFA" w14:textId="64F8EDFD" w:rsidR="00FE610C" w:rsidRPr="00FE610C" w:rsidRDefault="001D1D2D">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16-80</w:t>
        </w:r>
        <w:r w:rsidR="00FE610C" w:rsidRPr="00FE610C">
          <w:rPr>
            <w:i w:val="0"/>
            <w:iCs w:val="0"/>
            <w:noProof/>
            <w:webHidden/>
          </w:rPr>
          <w:fldChar w:fldCharType="end"/>
        </w:r>
      </w:hyperlink>
    </w:p>
    <w:p w14:paraId="5C4636F6" w14:textId="403B6569" w:rsidR="00FE610C" w:rsidRPr="00FE610C" w:rsidRDefault="001D1D2D">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16-80</w:t>
        </w:r>
        <w:r w:rsidR="00FE610C" w:rsidRPr="00FE610C">
          <w:rPr>
            <w:i w:val="0"/>
            <w:iCs w:val="0"/>
            <w:noProof/>
            <w:webHidden/>
          </w:rPr>
          <w:fldChar w:fldCharType="end"/>
        </w:r>
      </w:hyperlink>
    </w:p>
    <w:p w14:paraId="0CB76E3C" w14:textId="21694C98" w:rsidR="00FE610C" w:rsidRPr="00FE610C" w:rsidRDefault="001D1D2D">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16-82</w:t>
        </w:r>
        <w:r w:rsidR="00FE610C" w:rsidRPr="00FE610C">
          <w:rPr>
            <w:webHidden/>
          </w:rPr>
          <w:fldChar w:fldCharType="end"/>
        </w:r>
      </w:hyperlink>
    </w:p>
    <w:p w14:paraId="740CB8BA" w14:textId="14524AE5" w:rsidR="00FE610C" w:rsidRPr="00FE610C" w:rsidRDefault="001D1D2D">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16-82</w:t>
        </w:r>
        <w:r w:rsidR="00FE610C" w:rsidRPr="00FE610C">
          <w:rPr>
            <w:webHidden/>
          </w:rPr>
          <w:fldChar w:fldCharType="end"/>
        </w:r>
      </w:hyperlink>
    </w:p>
    <w:p w14:paraId="2717BBF8" w14:textId="4A41303C" w:rsidR="00FE610C" w:rsidRPr="00FE610C" w:rsidRDefault="001D1D2D">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16-83</w:t>
        </w:r>
        <w:r w:rsidR="00FE610C" w:rsidRPr="00FE610C">
          <w:rPr>
            <w:webHidden/>
          </w:rPr>
          <w:fldChar w:fldCharType="end"/>
        </w:r>
      </w:hyperlink>
    </w:p>
    <w:p w14:paraId="5492F16F" w14:textId="6967A649" w:rsidR="00FE610C" w:rsidRPr="00FE610C" w:rsidRDefault="001D1D2D">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16-84</w:t>
        </w:r>
        <w:r w:rsidR="00FE610C" w:rsidRPr="00FE610C">
          <w:rPr>
            <w:webHidden/>
          </w:rPr>
          <w:fldChar w:fldCharType="end"/>
        </w:r>
      </w:hyperlink>
    </w:p>
    <w:p w14:paraId="24450F16" w14:textId="4F297D2C" w:rsidR="00FE610C" w:rsidRPr="00FE610C" w:rsidRDefault="001D1D2D">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16-84</w:t>
        </w:r>
        <w:r w:rsidR="00FE610C" w:rsidRPr="00FE610C">
          <w:rPr>
            <w:i w:val="0"/>
            <w:iCs w:val="0"/>
            <w:noProof/>
            <w:webHidden/>
          </w:rPr>
          <w:fldChar w:fldCharType="end"/>
        </w:r>
      </w:hyperlink>
    </w:p>
    <w:p w14:paraId="086077B7" w14:textId="3FE67ACF" w:rsidR="00FE610C" w:rsidRPr="00FE610C" w:rsidRDefault="001D1D2D">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16-86</w:t>
        </w:r>
        <w:r w:rsidR="00FE610C" w:rsidRPr="00FE610C">
          <w:rPr>
            <w:i w:val="0"/>
            <w:iCs w:val="0"/>
            <w:noProof/>
            <w:webHidden/>
          </w:rPr>
          <w:fldChar w:fldCharType="end"/>
        </w:r>
      </w:hyperlink>
    </w:p>
    <w:p w14:paraId="77DD6E36" w14:textId="19F70702" w:rsidR="00FE610C" w:rsidRPr="00FE610C" w:rsidRDefault="001D1D2D">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16-87</w:t>
        </w:r>
        <w:r w:rsidR="00FE610C" w:rsidRPr="00FE610C">
          <w:rPr>
            <w:i w:val="0"/>
            <w:iCs w:val="0"/>
            <w:noProof/>
            <w:webHidden/>
          </w:rPr>
          <w:fldChar w:fldCharType="end"/>
        </w:r>
      </w:hyperlink>
    </w:p>
    <w:p w14:paraId="04D9F971" w14:textId="4636DC12" w:rsidR="00FE610C" w:rsidRPr="00FE610C" w:rsidRDefault="001D1D2D">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16-89</w:t>
        </w:r>
        <w:r w:rsidR="00FE610C" w:rsidRPr="00FE610C">
          <w:rPr>
            <w:webHidden/>
          </w:rPr>
          <w:fldChar w:fldCharType="end"/>
        </w:r>
      </w:hyperlink>
    </w:p>
    <w:p w14:paraId="601DCE5E" w14:textId="38631DC7" w:rsidR="00FE610C" w:rsidRPr="00FE610C" w:rsidRDefault="001D1D2D">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7282C370" w14:textId="64CE7893" w:rsidR="00FE610C" w:rsidRPr="00FE610C" w:rsidRDefault="001D1D2D">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16-92</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w:t>
      </w:r>
      <w:r>
        <w:lastRenderedPageBreak/>
        <w:t>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876D2BB" w:rsidR="00FC1C5F"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lastRenderedPageBreak/>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29DC03E" w:rsidR="00EE1CAB"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9" w:name="_Toc390438914"/>
      <w:bookmarkStart w:id="50" w:name="_Toc405897611"/>
      <w:bookmarkStart w:id="51" w:name="_Toc415055715"/>
      <w:bookmarkStart w:id="52" w:name="_Toc415055841"/>
      <w:bookmarkStart w:id="53" w:name="_Toc415055940"/>
      <w:bookmarkStart w:id="54" w:name="_Toc415056041"/>
      <w:bookmarkStart w:id="55" w:name="_Toc91060946"/>
      <w:bookmarkStart w:id="56" w:name="_Toc71369174"/>
      <w:bookmarkStart w:id="57" w:name="_Toc71539390"/>
      <w:r>
        <w:t>16.2.2</w:t>
      </w:r>
      <w:r>
        <w:tab/>
        <w:t>QSE Application Process</w:t>
      </w:r>
      <w:bookmarkEnd w:id="49"/>
      <w:bookmarkEnd w:id="50"/>
      <w:bookmarkEnd w:id="51"/>
      <w:bookmarkEnd w:id="52"/>
      <w:bookmarkEnd w:id="53"/>
      <w:bookmarkEnd w:id="54"/>
      <w:bookmarkEnd w:id="55"/>
      <w:r>
        <w:t xml:space="preserve">  </w:t>
      </w:r>
      <w:bookmarkEnd w:id="56"/>
      <w:bookmarkEnd w:id="57"/>
    </w:p>
    <w:p w14:paraId="6471AA3D" w14:textId="49A9E130" w:rsidR="00FC1C5F" w:rsidRDefault="00853D39" w:rsidP="009F10FE">
      <w:pPr>
        <w:pStyle w:val="BodyText"/>
        <w:ind w:left="720" w:hanging="720"/>
      </w:pPr>
      <w:bookmarkStart w:id="5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58"/>
    </w:p>
    <w:p w14:paraId="779CE263" w14:textId="77777777" w:rsidR="00FC1C5F" w:rsidRPr="00D63F95" w:rsidRDefault="00727E32" w:rsidP="00FE610C">
      <w:pPr>
        <w:pStyle w:val="H4"/>
        <w:ind w:left="1267" w:hanging="1267"/>
        <w:rPr>
          <w:b/>
        </w:rPr>
      </w:pPr>
      <w:bookmarkStart w:id="59" w:name="_Toc390438915"/>
      <w:bookmarkStart w:id="60" w:name="_Toc405897612"/>
      <w:bookmarkStart w:id="61" w:name="_Toc415055716"/>
      <w:bookmarkStart w:id="62" w:name="_Toc415055842"/>
      <w:bookmarkStart w:id="63" w:name="_Toc415055941"/>
      <w:bookmarkStart w:id="64" w:name="_Toc415056042"/>
      <w:bookmarkStart w:id="65" w:name="_Toc91060947"/>
      <w:r w:rsidRPr="00D63F95">
        <w:rPr>
          <w:b/>
        </w:rPr>
        <w:t>16.2.2.1</w:t>
      </w:r>
      <w:r w:rsidRPr="00D63F95">
        <w:rPr>
          <w:b/>
        </w:rPr>
        <w:tab/>
        <w:t>Notice of Receipt of Qualified Scheduling Entity Application</w:t>
      </w:r>
      <w:bookmarkEnd w:id="59"/>
      <w:bookmarkEnd w:id="60"/>
      <w:bookmarkEnd w:id="61"/>
      <w:bookmarkEnd w:id="62"/>
      <w:bookmarkEnd w:id="63"/>
      <w:bookmarkEnd w:id="64"/>
      <w:bookmarkEnd w:id="65"/>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6" w:name="_Toc390438916"/>
      <w:bookmarkStart w:id="67" w:name="_Toc405897613"/>
      <w:bookmarkStart w:id="68" w:name="_Toc415055717"/>
      <w:bookmarkStart w:id="69" w:name="_Toc415055843"/>
      <w:bookmarkStart w:id="70" w:name="_Toc415055942"/>
      <w:bookmarkStart w:id="71" w:name="_Toc415056043"/>
      <w:bookmarkStart w:id="72" w:name="_Toc91060948"/>
      <w:bookmarkStart w:id="73" w:name="_Hlk90904178"/>
      <w:r w:rsidRPr="00D63F95">
        <w:rPr>
          <w:b/>
        </w:rPr>
        <w:t>16.2.2.2</w:t>
      </w:r>
      <w:r w:rsidRPr="00D63F95">
        <w:rPr>
          <w:b/>
        </w:rPr>
        <w:tab/>
        <w:t xml:space="preserve">Incomplete </w:t>
      </w:r>
      <w:r w:rsidR="00BB1306">
        <w:rPr>
          <w:b/>
        </w:rPr>
        <w:t xml:space="preserve">QSE </w:t>
      </w:r>
      <w:r w:rsidRPr="00D63F95">
        <w:rPr>
          <w:b/>
        </w:rPr>
        <w:t>Applications</w:t>
      </w:r>
      <w:bookmarkEnd w:id="66"/>
      <w:bookmarkEnd w:id="67"/>
      <w:bookmarkEnd w:id="68"/>
      <w:bookmarkEnd w:id="69"/>
      <w:bookmarkEnd w:id="70"/>
      <w:bookmarkEnd w:id="71"/>
      <w:bookmarkEnd w:id="72"/>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lastRenderedPageBreak/>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4" w:name="_Toc390438917"/>
      <w:bookmarkStart w:id="75" w:name="_Toc405897614"/>
      <w:bookmarkStart w:id="76" w:name="_Toc415055718"/>
      <w:bookmarkStart w:id="77" w:name="_Toc415055844"/>
      <w:bookmarkStart w:id="78" w:name="_Toc415055943"/>
      <w:bookmarkStart w:id="79" w:name="_Toc415056044"/>
      <w:bookmarkStart w:id="80" w:name="_Toc91060949"/>
      <w:bookmarkEnd w:id="73"/>
      <w:r w:rsidRPr="00D63F95">
        <w:rPr>
          <w:b/>
        </w:rPr>
        <w:t>16.2.2.3</w:t>
      </w:r>
      <w:r w:rsidRPr="00D63F95">
        <w:rPr>
          <w:b/>
        </w:rPr>
        <w:tab/>
        <w:t>ERCOT Approval or Rejection of Qualified Scheduling Entity Application</w:t>
      </w:r>
      <w:bookmarkEnd w:id="74"/>
      <w:bookmarkEnd w:id="75"/>
      <w:bookmarkEnd w:id="76"/>
      <w:bookmarkEnd w:id="77"/>
      <w:bookmarkEnd w:id="78"/>
      <w:bookmarkEnd w:id="79"/>
      <w:bookmarkEnd w:id="80"/>
    </w:p>
    <w:p w14:paraId="668D3C04" w14:textId="375DC34F" w:rsidR="00FC1C5F" w:rsidRDefault="00727E32">
      <w:pPr>
        <w:pStyle w:val="BodyTextNumbered"/>
      </w:pPr>
      <w:bookmarkStart w:id="8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3" w:name="_Toc71369175"/>
      <w:bookmarkStart w:id="84" w:name="_Toc71539391"/>
      <w:bookmarkStart w:id="85" w:name="_Toc390438918"/>
      <w:bookmarkStart w:id="86" w:name="_Toc405897615"/>
      <w:bookmarkStart w:id="87" w:name="_Toc415055719"/>
      <w:bookmarkStart w:id="88" w:name="_Toc415055845"/>
      <w:bookmarkStart w:id="89" w:name="_Toc415055944"/>
      <w:bookmarkStart w:id="90" w:name="_Toc415056045"/>
      <w:bookmarkStart w:id="91" w:name="_Toc91060950"/>
      <w:bookmarkEnd w:id="82"/>
      <w:r>
        <w:lastRenderedPageBreak/>
        <w:t>16.2.3</w:t>
      </w:r>
      <w:r>
        <w:tab/>
        <w:t xml:space="preserve">Remaining Steps for Qualified Scheduling Entity </w:t>
      </w:r>
      <w:bookmarkEnd w:id="83"/>
      <w:bookmarkEnd w:id="84"/>
      <w:r>
        <w:t>Registration</w:t>
      </w:r>
      <w:bookmarkEnd w:id="85"/>
      <w:bookmarkEnd w:id="86"/>
      <w:bookmarkEnd w:id="87"/>
      <w:bookmarkEnd w:id="88"/>
      <w:bookmarkEnd w:id="89"/>
      <w:bookmarkEnd w:id="90"/>
      <w:bookmarkEnd w:id="9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2" w:name="_Toc390438919"/>
      <w:bookmarkStart w:id="93" w:name="_Toc405897616"/>
      <w:bookmarkStart w:id="94" w:name="_Toc415055720"/>
      <w:bookmarkStart w:id="95" w:name="_Toc415055846"/>
      <w:bookmarkStart w:id="96" w:name="_Toc415055945"/>
      <w:bookmarkStart w:id="97" w:name="_Toc415056046"/>
      <w:bookmarkStart w:id="98" w:name="_Toc91060951"/>
      <w:r w:rsidRPr="00D63F95">
        <w:rPr>
          <w:b/>
        </w:rPr>
        <w:t>16.2.3.</w:t>
      </w:r>
      <w:r w:rsidR="00D56D45">
        <w:rPr>
          <w:b/>
        </w:rPr>
        <w:t>1</w:t>
      </w:r>
      <w:r w:rsidRPr="00D63F95">
        <w:rPr>
          <w:b/>
        </w:rPr>
        <w:tab/>
        <w:t>Process to Gain Approval to Follow DSR Load</w:t>
      </w:r>
      <w:bookmarkEnd w:id="92"/>
      <w:bookmarkEnd w:id="93"/>
      <w:bookmarkEnd w:id="94"/>
      <w:bookmarkEnd w:id="95"/>
      <w:bookmarkEnd w:id="96"/>
      <w:bookmarkEnd w:id="97"/>
      <w:bookmarkEnd w:id="9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9" w:name="_Toc390438920"/>
            <w:bookmarkStart w:id="100" w:name="_Toc405897617"/>
            <w:bookmarkStart w:id="101" w:name="_Toc415055721"/>
            <w:bookmarkStart w:id="102" w:name="_Toc415055847"/>
            <w:bookmarkStart w:id="103" w:name="_Toc415055946"/>
            <w:bookmarkStart w:id="10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5" w:name="_Toc91060952"/>
      <w:r>
        <w:lastRenderedPageBreak/>
        <w:t>16.2.3.</w:t>
      </w:r>
      <w:r w:rsidR="00D56D45">
        <w:t>2</w:t>
      </w:r>
      <w:r>
        <w:tab/>
        <w:t>Maintaining and Updating QSE Information</w:t>
      </w:r>
      <w:bookmarkEnd w:id="99"/>
      <w:bookmarkEnd w:id="100"/>
      <w:bookmarkEnd w:id="101"/>
      <w:bookmarkEnd w:id="102"/>
      <w:bookmarkEnd w:id="103"/>
      <w:bookmarkEnd w:id="104"/>
      <w:bookmarkEnd w:id="10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6" w:name="_Hlk90904203"/>
      <w:r>
        <w:t>(b)</w:t>
      </w:r>
      <w:r>
        <w:tab/>
        <w:t xml:space="preserve">A list of Principals, as defined in Section </w:t>
      </w:r>
      <w:r w:rsidRPr="00942972">
        <w:t>16.1.2</w:t>
      </w:r>
      <w:r>
        <w:t>,</w:t>
      </w:r>
      <w:r w:rsidRPr="00880886">
        <w:t xml:space="preserve"> Principal of a Market Participant</w:t>
      </w:r>
      <w:r>
        <w:t>;</w:t>
      </w:r>
    </w:p>
    <w:bookmarkEnd w:id="106"/>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7" w:name="_Toc390438921"/>
      <w:bookmarkStart w:id="108" w:name="_Toc405897618"/>
      <w:bookmarkStart w:id="109" w:name="_Toc415055722"/>
      <w:bookmarkStart w:id="110" w:name="_Toc415055848"/>
      <w:bookmarkStart w:id="111" w:name="_Toc415055947"/>
      <w:bookmarkStart w:id="112" w:name="_Toc415056048"/>
      <w:bookmarkStart w:id="113" w:name="_Toc91060953"/>
      <w:r w:rsidRPr="00D63F95">
        <w:rPr>
          <w:b/>
        </w:rPr>
        <w:t>16.2.3.</w:t>
      </w:r>
      <w:r w:rsidR="00D56D45">
        <w:rPr>
          <w:b/>
        </w:rPr>
        <w:t>3</w:t>
      </w:r>
      <w:r w:rsidRPr="00D63F95">
        <w:rPr>
          <w:b/>
        </w:rPr>
        <w:tab/>
        <w:t>Qualified Scheduling Entity Service Termination</w:t>
      </w:r>
      <w:bookmarkEnd w:id="107"/>
      <w:bookmarkEnd w:id="108"/>
      <w:bookmarkEnd w:id="109"/>
      <w:bookmarkEnd w:id="110"/>
      <w:bookmarkEnd w:id="111"/>
      <w:bookmarkEnd w:id="112"/>
      <w:bookmarkEnd w:id="11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4" w:name="_Toc71369182"/>
      <w:bookmarkStart w:id="115" w:name="_Toc71539398"/>
      <w:bookmarkStart w:id="116" w:name="_Toc390438922"/>
      <w:bookmarkStart w:id="117" w:name="_Toc405897619"/>
      <w:bookmarkStart w:id="118" w:name="_Toc415055723"/>
      <w:bookmarkStart w:id="119" w:name="_Toc415055849"/>
      <w:bookmarkStart w:id="120" w:name="_Toc415055948"/>
      <w:bookmarkStart w:id="121" w:name="_Toc415056049"/>
      <w:bookmarkStart w:id="122" w:name="_Toc91060954"/>
      <w:r>
        <w:t>16.2.4</w:t>
      </w:r>
      <w:r>
        <w:tab/>
        <w:t>Posting of Qualified Scheduling Entity List</w:t>
      </w:r>
      <w:bookmarkEnd w:id="114"/>
      <w:bookmarkEnd w:id="115"/>
      <w:bookmarkEnd w:id="116"/>
      <w:bookmarkEnd w:id="117"/>
      <w:bookmarkEnd w:id="118"/>
      <w:bookmarkEnd w:id="119"/>
      <w:bookmarkEnd w:id="120"/>
      <w:bookmarkEnd w:id="121"/>
      <w:bookmarkEnd w:id="12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3" w:name="_Toc71369183"/>
      <w:bookmarkStart w:id="124" w:name="_Toc71539399"/>
      <w:bookmarkStart w:id="125" w:name="_Toc390438923"/>
      <w:bookmarkStart w:id="126" w:name="_Toc405897620"/>
      <w:bookmarkStart w:id="127" w:name="_Toc415055724"/>
      <w:bookmarkStart w:id="128" w:name="_Toc415055850"/>
      <w:bookmarkStart w:id="129" w:name="_Toc415055949"/>
      <w:bookmarkStart w:id="130" w:name="_Toc415056050"/>
      <w:bookmarkStart w:id="131" w:name="_Toc91060955"/>
      <w:r>
        <w:t>16.2.5</w:t>
      </w:r>
      <w:r>
        <w:tab/>
        <w:t xml:space="preserve">Suspended </w:t>
      </w:r>
      <w:r w:rsidR="00296FC2">
        <w:t xml:space="preserve">or Terminated </w:t>
      </w:r>
      <w:r>
        <w:t>Qualified Scheduling Entity</w:t>
      </w:r>
      <w:bookmarkEnd w:id="123"/>
      <w:bookmarkEnd w:id="124"/>
      <w:r>
        <w:t xml:space="preserve"> – Notification to LSEs and Resource Entities Represented</w:t>
      </w:r>
      <w:bookmarkEnd w:id="125"/>
      <w:bookmarkEnd w:id="126"/>
      <w:bookmarkEnd w:id="127"/>
      <w:bookmarkEnd w:id="128"/>
      <w:bookmarkEnd w:id="129"/>
      <w:bookmarkEnd w:id="130"/>
      <w:bookmarkEnd w:id="13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2" w:name="_Toc71369184"/>
      <w:bookmarkStart w:id="133" w:name="_Toc71539400"/>
      <w:bookmarkStart w:id="134" w:name="_Toc390438924"/>
      <w:bookmarkStart w:id="135" w:name="_Toc405897621"/>
      <w:bookmarkStart w:id="136" w:name="_Toc415055725"/>
      <w:bookmarkStart w:id="137" w:name="_Toc415055851"/>
      <w:bookmarkStart w:id="138" w:name="_Toc415055950"/>
      <w:bookmarkStart w:id="139" w:name="_Toc415056051"/>
      <w:bookmarkStart w:id="140" w:name="_Toc91060956"/>
      <w:r>
        <w:t>16.2.6</w:t>
      </w:r>
      <w:r>
        <w:tab/>
        <w:t>Emergency Qualified Scheduling Entity</w:t>
      </w:r>
      <w:bookmarkEnd w:id="132"/>
      <w:bookmarkEnd w:id="133"/>
      <w:bookmarkEnd w:id="134"/>
      <w:bookmarkEnd w:id="135"/>
      <w:bookmarkEnd w:id="136"/>
      <w:bookmarkEnd w:id="137"/>
      <w:bookmarkEnd w:id="138"/>
      <w:bookmarkEnd w:id="139"/>
      <w:bookmarkEnd w:id="140"/>
    </w:p>
    <w:p w14:paraId="7C87EB4A" w14:textId="77777777" w:rsidR="00FC1C5F" w:rsidRPr="00D63F95" w:rsidRDefault="00727E32">
      <w:pPr>
        <w:pStyle w:val="H4"/>
        <w:spacing w:after="120"/>
        <w:rPr>
          <w:b/>
        </w:rPr>
      </w:pPr>
      <w:bookmarkStart w:id="141" w:name="_Toc390438925"/>
      <w:bookmarkStart w:id="142" w:name="_Toc405897622"/>
      <w:bookmarkStart w:id="143" w:name="_Toc415055726"/>
      <w:bookmarkStart w:id="144" w:name="_Toc415055852"/>
      <w:bookmarkStart w:id="145" w:name="_Toc415055951"/>
      <w:bookmarkStart w:id="146" w:name="_Toc415056052"/>
      <w:bookmarkStart w:id="147" w:name="_Toc91060957"/>
      <w:r w:rsidRPr="00D63F95">
        <w:rPr>
          <w:b/>
        </w:rPr>
        <w:t>16.2.6.1</w:t>
      </w:r>
      <w:r w:rsidRPr="00D63F95">
        <w:rPr>
          <w:b/>
        </w:rPr>
        <w:tab/>
        <w:t>Designation as an Emergency Qualified Scheduling Entity or Virtual Qualified Scheduling Entity</w:t>
      </w:r>
      <w:bookmarkEnd w:id="141"/>
      <w:bookmarkEnd w:id="142"/>
      <w:bookmarkEnd w:id="143"/>
      <w:bookmarkEnd w:id="144"/>
      <w:bookmarkEnd w:id="145"/>
      <w:bookmarkEnd w:id="146"/>
      <w:bookmarkEnd w:id="14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8" w:name="_Toc390438926"/>
      <w:bookmarkStart w:id="149" w:name="_Toc405897623"/>
      <w:bookmarkStart w:id="150" w:name="_Toc415055727"/>
      <w:bookmarkStart w:id="151" w:name="_Toc415055853"/>
      <w:bookmarkStart w:id="152" w:name="_Toc415055952"/>
      <w:bookmarkStart w:id="153" w:name="_Toc415056053"/>
      <w:bookmarkStart w:id="154" w:name="_Toc91060958"/>
      <w:r w:rsidRPr="00D63F95">
        <w:rPr>
          <w:b/>
        </w:rPr>
        <w:t>16.2.6.2</w:t>
      </w:r>
      <w:r w:rsidRPr="00D63F95">
        <w:rPr>
          <w:b/>
        </w:rPr>
        <w:tab/>
        <w:t>Market Participation by an Emergency Qualified Scheduling Entity or a Virtual Qualified Scheduling Entity</w:t>
      </w:r>
      <w:bookmarkEnd w:id="148"/>
      <w:bookmarkEnd w:id="149"/>
      <w:bookmarkEnd w:id="150"/>
      <w:bookmarkEnd w:id="151"/>
      <w:bookmarkEnd w:id="152"/>
      <w:bookmarkEnd w:id="153"/>
      <w:bookmarkEnd w:id="15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5" w:name="_Toc390438927"/>
      <w:bookmarkStart w:id="156" w:name="_Toc405897624"/>
      <w:bookmarkStart w:id="157" w:name="_Toc415055728"/>
      <w:bookmarkStart w:id="158" w:name="_Toc415055854"/>
      <w:bookmarkStart w:id="159" w:name="_Toc415055953"/>
      <w:bookmarkStart w:id="160" w:name="_Toc415056054"/>
      <w:bookmarkStart w:id="161" w:name="_Toc91060959"/>
      <w:r w:rsidRPr="00D63F95">
        <w:rPr>
          <w:b/>
        </w:rPr>
        <w:t>16.2.6.3</w:t>
      </w:r>
      <w:r w:rsidRPr="00D63F95">
        <w:rPr>
          <w:b/>
        </w:rPr>
        <w:tab/>
        <w:t>Requirement to Obtain New Qualified Scheduling Entity or Qualified Scheduling Entity Qualification</w:t>
      </w:r>
      <w:bookmarkEnd w:id="155"/>
      <w:bookmarkEnd w:id="156"/>
      <w:bookmarkEnd w:id="157"/>
      <w:bookmarkEnd w:id="158"/>
      <w:bookmarkEnd w:id="159"/>
      <w:bookmarkEnd w:id="160"/>
      <w:bookmarkEnd w:id="16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2" w:name="_Toc390438928"/>
      <w:bookmarkStart w:id="163" w:name="_Toc405897625"/>
      <w:bookmarkStart w:id="164" w:name="_Toc415055729"/>
      <w:bookmarkStart w:id="165" w:name="_Toc415055855"/>
      <w:bookmarkStart w:id="166" w:name="_Toc415055954"/>
      <w:bookmarkStart w:id="167" w:name="_Toc415056055"/>
      <w:bookmarkStart w:id="168" w:name="_Toc91060960"/>
      <w:bookmarkStart w:id="169" w:name="_Toc71369185"/>
      <w:bookmarkStart w:id="170" w:name="_Toc71539401"/>
      <w:r>
        <w:lastRenderedPageBreak/>
        <w:t>16.2.7</w:t>
      </w:r>
      <w:r>
        <w:tab/>
        <w:t>Acceleration</w:t>
      </w:r>
      <w:bookmarkEnd w:id="162"/>
      <w:bookmarkEnd w:id="163"/>
      <w:bookmarkEnd w:id="164"/>
      <w:bookmarkEnd w:id="165"/>
      <w:bookmarkEnd w:id="166"/>
      <w:bookmarkEnd w:id="167"/>
      <w:bookmarkEnd w:id="16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1" w:name="_Toc390438929"/>
      <w:bookmarkStart w:id="172" w:name="_Toc405897626"/>
      <w:bookmarkStart w:id="173" w:name="_Toc415055730"/>
      <w:bookmarkStart w:id="174" w:name="_Toc415055856"/>
      <w:bookmarkStart w:id="175" w:name="_Toc415055955"/>
      <w:bookmarkStart w:id="176" w:name="_Toc415056056"/>
      <w:bookmarkStart w:id="177" w:name="_Toc91060961"/>
      <w:r>
        <w:t>16.3</w:t>
      </w:r>
      <w:r>
        <w:tab/>
        <w:t>Registration of Load Serving Entities</w:t>
      </w:r>
      <w:bookmarkEnd w:id="169"/>
      <w:bookmarkEnd w:id="170"/>
      <w:bookmarkEnd w:id="171"/>
      <w:bookmarkEnd w:id="172"/>
      <w:bookmarkEnd w:id="173"/>
      <w:bookmarkEnd w:id="174"/>
      <w:bookmarkEnd w:id="175"/>
      <w:bookmarkEnd w:id="176"/>
      <w:bookmarkEnd w:id="17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8" w:name="_Toc390438930"/>
      <w:bookmarkStart w:id="179" w:name="_Toc405897627"/>
      <w:bookmarkStart w:id="180" w:name="_Toc415055731"/>
      <w:bookmarkStart w:id="181" w:name="_Toc415055857"/>
      <w:bookmarkStart w:id="182" w:name="_Toc415055956"/>
      <w:bookmarkStart w:id="183" w:name="_Toc415056057"/>
      <w:bookmarkStart w:id="184" w:name="_Toc91060962"/>
      <w:r>
        <w:t>16.3.1</w:t>
      </w:r>
      <w:r>
        <w:tab/>
        <w:t>Technical and Managerial Requirements for LSE Applicants</w:t>
      </w:r>
      <w:bookmarkEnd w:id="178"/>
      <w:bookmarkEnd w:id="179"/>
      <w:bookmarkEnd w:id="180"/>
      <w:bookmarkEnd w:id="181"/>
      <w:bookmarkEnd w:id="182"/>
      <w:bookmarkEnd w:id="183"/>
      <w:bookmarkEnd w:id="18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5" w:name="_Toc390438931"/>
      <w:bookmarkStart w:id="186" w:name="_Toc405897628"/>
      <w:bookmarkStart w:id="187" w:name="_Toc415055732"/>
      <w:bookmarkStart w:id="188" w:name="_Toc415055858"/>
      <w:bookmarkStart w:id="189" w:name="_Toc415055957"/>
      <w:bookmarkStart w:id="190" w:name="_Toc415056058"/>
      <w:bookmarkStart w:id="191" w:name="_Toc91060963"/>
      <w:r w:rsidRPr="00D63F95">
        <w:rPr>
          <w:b/>
        </w:rPr>
        <w:t>16.3.1.1</w:t>
      </w:r>
      <w:r w:rsidRPr="00D63F95">
        <w:rPr>
          <w:b/>
        </w:rPr>
        <w:tab/>
        <w:t>Designation of a Qualified Scheduling Entity</w:t>
      </w:r>
      <w:bookmarkEnd w:id="185"/>
      <w:bookmarkEnd w:id="186"/>
      <w:bookmarkEnd w:id="187"/>
      <w:bookmarkEnd w:id="188"/>
      <w:bookmarkEnd w:id="189"/>
      <w:bookmarkEnd w:id="190"/>
      <w:bookmarkEnd w:id="19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2" w:name="_Toc71369186"/>
      <w:bookmarkStart w:id="193" w:name="_Toc71539402"/>
      <w:bookmarkStart w:id="194" w:name="_Toc390438932"/>
      <w:bookmarkStart w:id="195" w:name="_Toc405897629"/>
      <w:bookmarkStart w:id="196" w:name="_Toc415055733"/>
      <w:bookmarkStart w:id="197" w:name="_Toc415055859"/>
      <w:bookmarkStart w:id="198" w:name="_Toc415055958"/>
      <w:bookmarkStart w:id="199" w:name="_Toc415056059"/>
      <w:bookmarkStart w:id="200" w:name="_Toc91060964"/>
      <w:r>
        <w:t>16.3.2</w:t>
      </w:r>
      <w:r>
        <w:tab/>
        <w:t>Registration Process for Load Serving Entities</w:t>
      </w:r>
      <w:bookmarkEnd w:id="192"/>
      <w:bookmarkEnd w:id="193"/>
      <w:bookmarkEnd w:id="194"/>
      <w:bookmarkEnd w:id="195"/>
      <w:bookmarkEnd w:id="196"/>
      <w:bookmarkEnd w:id="197"/>
      <w:bookmarkEnd w:id="198"/>
      <w:bookmarkEnd w:id="199"/>
      <w:bookmarkEnd w:id="20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1" w:name="_Toc390438933"/>
      <w:bookmarkStart w:id="202" w:name="_Toc405897630"/>
      <w:bookmarkStart w:id="203" w:name="_Toc415055734"/>
      <w:bookmarkStart w:id="204" w:name="_Toc415055860"/>
      <w:bookmarkStart w:id="205" w:name="_Toc415055959"/>
      <w:bookmarkStart w:id="206" w:name="_Toc415056060"/>
      <w:bookmarkStart w:id="207" w:name="_Toc91060965"/>
      <w:r w:rsidRPr="00D63F95">
        <w:rPr>
          <w:b/>
        </w:rPr>
        <w:t>16.3.2.1</w:t>
      </w:r>
      <w:r w:rsidRPr="00D63F95">
        <w:rPr>
          <w:b/>
        </w:rPr>
        <w:tab/>
        <w:t>Notice of Receipt of Load Serving Entity Application</w:t>
      </w:r>
      <w:bookmarkEnd w:id="201"/>
      <w:bookmarkEnd w:id="202"/>
      <w:bookmarkEnd w:id="203"/>
      <w:bookmarkEnd w:id="204"/>
      <w:bookmarkEnd w:id="205"/>
      <w:bookmarkEnd w:id="206"/>
      <w:bookmarkEnd w:id="20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8" w:name="_Toc390438934"/>
      <w:bookmarkStart w:id="209" w:name="_Toc405897631"/>
      <w:bookmarkStart w:id="210" w:name="_Toc415055735"/>
      <w:bookmarkStart w:id="211" w:name="_Toc415055861"/>
      <w:bookmarkStart w:id="212" w:name="_Toc415055960"/>
      <w:bookmarkStart w:id="213" w:name="_Toc415056061"/>
      <w:bookmarkStart w:id="214" w:name="_Toc91060966"/>
      <w:r w:rsidRPr="00D63F95">
        <w:rPr>
          <w:b/>
        </w:rPr>
        <w:t>16.3.2.2</w:t>
      </w:r>
      <w:r w:rsidRPr="00D63F95">
        <w:rPr>
          <w:b/>
        </w:rPr>
        <w:tab/>
        <w:t>Incomplete Load Serving Entity Applications</w:t>
      </w:r>
      <w:bookmarkEnd w:id="208"/>
      <w:bookmarkEnd w:id="209"/>
      <w:bookmarkEnd w:id="210"/>
      <w:bookmarkEnd w:id="211"/>
      <w:bookmarkEnd w:id="212"/>
      <w:bookmarkEnd w:id="213"/>
      <w:bookmarkEnd w:id="21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5" w:name="_Toc390438935"/>
      <w:bookmarkStart w:id="216" w:name="_Toc405897632"/>
      <w:bookmarkStart w:id="217" w:name="_Toc415055736"/>
      <w:bookmarkStart w:id="218" w:name="_Toc415055862"/>
      <w:bookmarkStart w:id="219" w:name="_Toc415055961"/>
      <w:bookmarkStart w:id="220" w:name="_Toc415056062"/>
      <w:bookmarkStart w:id="221" w:name="_Toc91060967"/>
      <w:r w:rsidRPr="00D63F95">
        <w:rPr>
          <w:b/>
        </w:rPr>
        <w:t>16.3.2.3</w:t>
      </w:r>
      <w:r w:rsidRPr="00D63F95">
        <w:rPr>
          <w:b/>
        </w:rPr>
        <w:tab/>
        <w:t>ERCOT Approval or Rejection of Load Serving Entity Application</w:t>
      </w:r>
      <w:bookmarkEnd w:id="215"/>
      <w:bookmarkEnd w:id="216"/>
      <w:bookmarkEnd w:id="217"/>
      <w:bookmarkEnd w:id="218"/>
      <w:bookmarkEnd w:id="219"/>
      <w:bookmarkEnd w:id="220"/>
      <w:bookmarkEnd w:id="22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2" w:name="_Toc390438936"/>
      <w:bookmarkStart w:id="223" w:name="_Toc405897633"/>
      <w:bookmarkStart w:id="224" w:name="_Toc415055737"/>
      <w:bookmarkStart w:id="225" w:name="_Toc415055863"/>
      <w:bookmarkStart w:id="226" w:name="_Toc415055962"/>
      <w:bookmarkStart w:id="227" w:name="_Toc415056063"/>
      <w:bookmarkStart w:id="228" w:name="_Toc91060968"/>
      <w:r>
        <w:lastRenderedPageBreak/>
        <w:t xml:space="preserve">16.3.3 </w:t>
      </w:r>
      <w:r>
        <w:tab/>
        <w:t>Changing QSE Designation</w:t>
      </w:r>
      <w:bookmarkEnd w:id="222"/>
      <w:bookmarkEnd w:id="223"/>
      <w:bookmarkEnd w:id="224"/>
      <w:bookmarkEnd w:id="225"/>
      <w:bookmarkEnd w:id="226"/>
      <w:bookmarkEnd w:id="227"/>
      <w:bookmarkEnd w:id="22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9" w:name="_Toc390438937"/>
      <w:bookmarkStart w:id="230" w:name="_Toc405897634"/>
      <w:bookmarkStart w:id="231" w:name="_Toc415055738"/>
      <w:bookmarkStart w:id="232" w:name="_Toc415055864"/>
      <w:bookmarkStart w:id="233" w:name="_Toc415055963"/>
      <w:bookmarkStart w:id="234" w:name="_Toc415056064"/>
      <w:bookmarkStart w:id="235" w:name="_Toc91060969"/>
      <w:r>
        <w:t>16.3.4</w:t>
      </w:r>
      <w:r>
        <w:tab/>
        <w:t>Maintaining and Updating LSE Information</w:t>
      </w:r>
      <w:bookmarkEnd w:id="229"/>
      <w:bookmarkEnd w:id="230"/>
      <w:bookmarkEnd w:id="231"/>
      <w:bookmarkEnd w:id="232"/>
      <w:bookmarkEnd w:id="233"/>
      <w:bookmarkEnd w:id="234"/>
      <w:bookmarkEnd w:id="23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6" w:name="_Toc71369189"/>
      <w:bookmarkStart w:id="237" w:name="_Toc71539405"/>
      <w:bookmarkStart w:id="238" w:name="_Toc390438938"/>
      <w:bookmarkStart w:id="239" w:name="_Toc405897635"/>
      <w:bookmarkStart w:id="240" w:name="_Toc415055739"/>
      <w:bookmarkStart w:id="241" w:name="_Toc415055865"/>
      <w:bookmarkStart w:id="242" w:name="_Toc415055964"/>
      <w:bookmarkStart w:id="243" w:name="_Toc415056065"/>
      <w:bookmarkStart w:id="244" w:name="_Toc91060970"/>
      <w:r>
        <w:t>16.4</w:t>
      </w:r>
      <w:r>
        <w:tab/>
        <w:t>Registration of Transmission and Distribution Service Providers</w:t>
      </w:r>
      <w:bookmarkEnd w:id="236"/>
      <w:bookmarkEnd w:id="237"/>
      <w:bookmarkEnd w:id="238"/>
      <w:bookmarkEnd w:id="239"/>
      <w:bookmarkEnd w:id="240"/>
      <w:bookmarkEnd w:id="241"/>
      <w:bookmarkEnd w:id="242"/>
      <w:bookmarkEnd w:id="243"/>
      <w:bookmarkEnd w:id="24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5" w:name="_Toc390438939"/>
      <w:bookmarkStart w:id="246" w:name="_Toc405897636"/>
      <w:bookmarkStart w:id="247" w:name="_Toc415055740"/>
      <w:bookmarkStart w:id="248" w:name="_Toc415055866"/>
      <w:bookmarkStart w:id="249" w:name="_Toc415055965"/>
      <w:bookmarkStart w:id="250" w:name="_Toc415056066"/>
      <w:bookmarkStart w:id="251" w:name="_Toc91060971"/>
      <w:bookmarkStart w:id="252" w:name="_Toc71369190"/>
      <w:bookmarkStart w:id="253" w:name="_Toc71539406"/>
      <w:r>
        <w:t>16.5</w:t>
      </w:r>
      <w:r>
        <w:tab/>
        <w:t>Registration of a Resource Entity</w:t>
      </w:r>
      <w:bookmarkEnd w:id="245"/>
      <w:bookmarkEnd w:id="246"/>
      <w:bookmarkEnd w:id="247"/>
      <w:bookmarkEnd w:id="248"/>
      <w:bookmarkEnd w:id="249"/>
      <w:bookmarkEnd w:id="250"/>
      <w:bookmarkEnd w:id="251"/>
      <w:r>
        <w:t xml:space="preserve"> </w:t>
      </w:r>
      <w:bookmarkEnd w:id="252"/>
      <w:bookmarkEnd w:id="25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4" w:name="_Toc390438940"/>
      <w:bookmarkStart w:id="255" w:name="_Toc405897637"/>
      <w:bookmarkStart w:id="256" w:name="_Toc415055741"/>
      <w:bookmarkStart w:id="257" w:name="_Toc415055867"/>
      <w:bookmarkStart w:id="258" w:name="_Toc415055966"/>
      <w:bookmarkStart w:id="25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0" w:name="_Toc91060972"/>
      <w:r>
        <w:t>16.5.1</w:t>
      </w:r>
      <w:r>
        <w:tab/>
        <w:t>Technical and Managerial Requirements for Resource Entity Applicants</w:t>
      </w:r>
      <w:bookmarkEnd w:id="254"/>
      <w:bookmarkEnd w:id="255"/>
      <w:bookmarkEnd w:id="256"/>
      <w:bookmarkEnd w:id="257"/>
      <w:bookmarkEnd w:id="258"/>
      <w:bookmarkEnd w:id="259"/>
      <w:bookmarkEnd w:id="26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1" w:name="_Toc390438941"/>
      <w:bookmarkStart w:id="262" w:name="_Toc405897638"/>
      <w:bookmarkStart w:id="263" w:name="_Toc415055742"/>
      <w:bookmarkStart w:id="264" w:name="_Toc415055868"/>
      <w:bookmarkStart w:id="265" w:name="_Toc415055967"/>
      <w:bookmarkStart w:id="266" w:name="_Toc415056068"/>
      <w:bookmarkStart w:id="267" w:name="_Toc91060973"/>
      <w:r w:rsidRPr="00D63F95">
        <w:rPr>
          <w:b/>
        </w:rPr>
        <w:t>16.5.1.1</w:t>
      </w:r>
      <w:r w:rsidRPr="00D63F95">
        <w:rPr>
          <w:b/>
        </w:rPr>
        <w:tab/>
        <w:t>Designation of a Qualified Scheduling Entity</w:t>
      </w:r>
      <w:bookmarkEnd w:id="261"/>
      <w:bookmarkEnd w:id="262"/>
      <w:bookmarkEnd w:id="263"/>
      <w:bookmarkEnd w:id="264"/>
      <w:bookmarkEnd w:id="265"/>
      <w:bookmarkEnd w:id="266"/>
      <w:bookmarkEnd w:id="26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8" w:name="_Toc333405817"/>
      <w:bookmarkStart w:id="269" w:name="_Toc204048545"/>
      <w:bookmarkEnd w:id="268"/>
      <w:bookmarkEnd w:id="26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0" w:name="_Toc390438942"/>
      <w:bookmarkStart w:id="271" w:name="_Toc405897639"/>
      <w:bookmarkStart w:id="272" w:name="_Toc415055743"/>
      <w:bookmarkStart w:id="273" w:name="_Toc415055869"/>
      <w:bookmarkStart w:id="274" w:name="_Toc415055968"/>
      <w:bookmarkStart w:id="275" w:name="_Toc415056069"/>
      <w:bookmarkStart w:id="276" w:name="_Toc91060974"/>
      <w:r w:rsidRPr="00D63F95">
        <w:rPr>
          <w:b/>
        </w:rPr>
        <w:t>16.5.1.2</w:t>
      </w:r>
      <w:r w:rsidRPr="00D63F95">
        <w:rPr>
          <w:b/>
        </w:rPr>
        <w:tab/>
        <w:t>Waiver for Federal Hydroelectric Facilities</w:t>
      </w:r>
      <w:bookmarkEnd w:id="270"/>
      <w:bookmarkEnd w:id="271"/>
      <w:bookmarkEnd w:id="272"/>
      <w:bookmarkEnd w:id="273"/>
      <w:bookmarkEnd w:id="274"/>
      <w:bookmarkEnd w:id="275"/>
      <w:bookmarkEnd w:id="27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7" w:name="_Toc390438943"/>
            <w:bookmarkStart w:id="278" w:name="_Toc405897640"/>
            <w:bookmarkStart w:id="279" w:name="_Toc415055744"/>
            <w:bookmarkStart w:id="280" w:name="_Toc415055870"/>
            <w:bookmarkStart w:id="281" w:name="_Toc415055969"/>
            <w:bookmarkStart w:id="28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3" w:name="_Toc91060975"/>
      <w:r w:rsidRPr="00D63F95">
        <w:rPr>
          <w:b/>
        </w:rPr>
        <w:lastRenderedPageBreak/>
        <w:t>16.5.1.3</w:t>
      </w:r>
      <w:r w:rsidRPr="00D63F95">
        <w:rPr>
          <w:b/>
        </w:rPr>
        <w:tab/>
        <w:t>Waiver for Block Load Transfer Resources</w:t>
      </w:r>
      <w:bookmarkEnd w:id="277"/>
      <w:bookmarkEnd w:id="278"/>
      <w:bookmarkEnd w:id="279"/>
      <w:bookmarkEnd w:id="280"/>
      <w:bookmarkEnd w:id="281"/>
      <w:bookmarkEnd w:id="282"/>
      <w:bookmarkEnd w:id="28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4" w:name="_Toc390438944"/>
      <w:bookmarkStart w:id="285" w:name="_Toc405897641"/>
      <w:bookmarkStart w:id="286" w:name="_Toc415055745"/>
      <w:bookmarkStart w:id="287" w:name="_Toc415055871"/>
      <w:bookmarkStart w:id="288" w:name="_Toc415055970"/>
      <w:bookmarkStart w:id="289" w:name="_Toc415056071"/>
      <w:bookmarkStart w:id="290" w:name="_Toc91060976"/>
      <w:r>
        <w:t>16.5.2</w:t>
      </w:r>
      <w:r>
        <w:tab/>
        <w:t>Registration Process for a Resource Entity</w:t>
      </w:r>
      <w:bookmarkEnd w:id="284"/>
      <w:bookmarkEnd w:id="285"/>
      <w:bookmarkEnd w:id="286"/>
      <w:bookmarkEnd w:id="287"/>
      <w:bookmarkEnd w:id="288"/>
      <w:bookmarkEnd w:id="289"/>
      <w:bookmarkEnd w:id="29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1" w:name="_Toc390438945"/>
      <w:bookmarkStart w:id="292" w:name="_Toc405897642"/>
      <w:bookmarkStart w:id="293" w:name="_Toc415055746"/>
      <w:bookmarkStart w:id="294" w:name="_Toc415055872"/>
      <w:bookmarkStart w:id="295" w:name="_Toc415055971"/>
      <w:bookmarkStart w:id="296" w:name="_Toc415056072"/>
      <w:bookmarkStart w:id="297" w:name="_Toc91060977"/>
      <w:r w:rsidRPr="00D63F95">
        <w:rPr>
          <w:b/>
        </w:rPr>
        <w:t>16.5.2.1</w:t>
      </w:r>
      <w:r w:rsidRPr="00D63F95">
        <w:rPr>
          <w:b/>
        </w:rPr>
        <w:tab/>
        <w:t>Notice of Receipt of Resource Entity Application</w:t>
      </w:r>
      <w:bookmarkEnd w:id="291"/>
      <w:bookmarkEnd w:id="292"/>
      <w:bookmarkEnd w:id="293"/>
      <w:bookmarkEnd w:id="294"/>
      <w:bookmarkEnd w:id="295"/>
      <w:bookmarkEnd w:id="296"/>
      <w:bookmarkEnd w:id="297"/>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8" w:name="_Toc390438946"/>
      <w:bookmarkStart w:id="299" w:name="_Toc405897643"/>
      <w:bookmarkStart w:id="300" w:name="_Toc415055747"/>
      <w:bookmarkStart w:id="301" w:name="_Toc415055873"/>
      <w:bookmarkStart w:id="302" w:name="_Toc415055972"/>
      <w:bookmarkStart w:id="303" w:name="_Toc415056073"/>
      <w:bookmarkStart w:id="304" w:name="_Toc91060978"/>
      <w:r w:rsidRPr="00D63F95">
        <w:rPr>
          <w:b/>
        </w:rPr>
        <w:t>16.5.2.2</w:t>
      </w:r>
      <w:r w:rsidRPr="00D63F95">
        <w:rPr>
          <w:b/>
        </w:rPr>
        <w:tab/>
        <w:t>Incomplete Resource Entity Applications</w:t>
      </w:r>
      <w:bookmarkEnd w:id="298"/>
      <w:bookmarkEnd w:id="299"/>
      <w:bookmarkEnd w:id="300"/>
      <w:bookmarkEnd w:id="301"/>
      <w:bookmarkEnd w:id="302"/>
      <w:bookmarkEnd w:id="303"/>
      <w:bookmarkEnd w:id="30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5" w:name="_Toc71369193"/>
      <w:bookmarkStart w:id="306" w:name="_Toc71539409"/>
      <w:bookmarkStart w:id="307" w:name="_Toc390438947"/>
      <w:bookmarkStart w:id="308" w:name="_Toc405897644"/>
      <w:bookmarkStart w:id="309" w:name="_Toc415055748"/>
      <w:bookmarkStart w:id="310" w:name="_Toc415055874"/>
      <w:bookmarkStart w:id="311" w:name="_Toc415055973"/>
      <w:bookmarkStart w:id="312" w:name="_Toc415056074"/>
      <w:bookmarkStart w:id="313" w:name="_Toc91060979"/>
      <w:r>
        <w:lastRenderedPageBreak/>
        <w:t>16.5.3</w:t>
      </w:r>
      <w:r>
        <w:tab/>
        <w:t>Changing QSE Designation</w:t>
      </w:r>
      <w:bookmarkEnd w:id="305"/>
      <w:bookmarkEnd w:id="306"/>
      <w:bookmarkEnd w:id="307"/>
      <w:bookmarkEnd w:id="308"/>
      <w:bookmarkEnd w:id="309"/>
      <w:bookmarkEnd w:id="310"/>
      <w:bookmarkEnd w:id="311"/>
      <w:bookmarkEnd w:id="312"/>
      <w:bookmarkEnd w:id="31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4" w:name="_Toc390438948"/>
      <w:bookmarkStart w:id="315" w:name="_Toc405897645"/>
      <w:bookmarkStart w:id="316" w:name="_Toc415055749"/>
      <w:bookmarkStart w:id="317" w:name="_Toc415055875"/>
      <w:bookmarkStart w:id="318" w:name="_Toc415055974"/>
      <w:bookmarkStart w:id="319" w:name="_Toc415056075"/>
      <w:bookmarkStart w:id="320" w:name="_Toc91060980"/>
      <w:r>
        <w:t>16.5.4</w:t>
      </w:r>
      <w:r>
        <w:tab/>
        <w:t>Maintaining and Updating Resource Entity Information</w:t>
      </w:r>
      <w:bookmarkEnd w:id="314"/>
      <w:bookmarkEnd w:id="315"/>
      <w:bookmarkEnd w:id="316"/>
      <w:bookmarkEnd w:id="317"/>
      <w:bookmarkEnd w:id="318"/>
      <w:bookmarkEnd w:id="319"/>
      <w:bookmarkEnd w:id="320"/>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1" w:name="_Toc71369194"/>
      <w:bookmarkStart w:id="322" w:name="_Toc71539410"/>
      <w:bookmarkStart w:id="323" w:name="_Toc390438949"/>
      <w:bookmarkStart w:id="324" w:name="_Toc405897646"/>
      <w:bookmarkStart w:id="325" w:name="_Toc415055750"/>
      <w:bookmarkStart w:id="326" w:name="_Toc415055876"/>
      <w:bookmarkStart w:id="327" w:name="_Toc415055975"/>
      <w:bookmarkStart w:id="328" w:name="_Toc415056076"/>
      <w:bookmarkStart w:id="329" w:name="_Toc91060981"/>
      <w:r>
        <w:t>16.6</w:t>
      </w:r>
      <w:r>
        <w:tab/>
        <w:t>Registration of Municipally Owned Utilities and Electric Cooperatives in the ERCOT Region</w:t>
      </w:r>
      <w:bookmarkEnd w:id="321"/>
      <w:bookmarkEnd w:id="322"/>
      <w:bookmarkEnd w:id="323"/>
      <w:bookmarkEnd w:id="324"/>
      <w:bookmarkEnd w:id="325"/>
      <w:bookmarkEnd w:id="326"/>
      <w:bookmarkEnd w:id="327"/>
      <w:bookmarkEnd w:id="328"/>
      <w:bookmarkEnd w:id="32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0" w:name="_Toc71369195"/>
      <w:bookmarkStart w:id="331" w:name="_Toc71539411"/>
      <w:bookmarkStart w:id="332" w:name="_Toc390438950"/>
      <w:bookmarkStart w:id="333" w:name="_Toc405897647"/>
      <w:bookmarkStart w:id="334" w:name="_Toc415055751"/>
      <w:bookmarkStart w:id="335" w:name="_Toc415055877"/>
      <w:bookmarkStart w:id="336" w:name="_Toc415055976"/>
      <w:bookmarkStart w:id="337" w:name="_Toc415056077"/>
      <w:bookmarkStart w:id="338" w:name="_Toc91060982"/>
      <w:r>
        <w:t>16.7</w:t>
      </w:r>
      <w:r>
        <w:tab/>
        <w:t>Registration of Renewable Energy Credit Account Holders</w:t>
      </w:r>
      <w:bookmarkEnd w:id="330"/>
      <w:bookmarkEnd w:id="331"/>
      <w:bookmarkEnd w:id="332"/>
      <w:bookmarkEnd w:id="333"/>
      <w:bookmarkEnd w:id="334"/>
      <w:bookmarkEnd w:id="335"/>
      <w:bookmarkEnd w:id="336"/>
      <w:bookmarkEnd w:id="337"/>
      <w:bookmarkEnd w:id="33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9" w:name="_Toc71369196"/>
      <w:bookmarkStart w:id="340" w:name="_Toc71539412"/>
      <w:bookmarkStart w:id="341" w:name="_Toc390438951"/>
      <w:bookmarkStart w:id="342" w:name="_Toc405897648"/>
      <w:bookmarkStart w:id="343" w:name="_Toc415055752"/>
      <w:bookmarkStart w:id="344" w:name="_Toc415055878"/>
      <w:bookmarkStart w:id="345" w:name="_Toc415055977"/>
      <w:bookmarkStart w:id="346" w:name="_Toc415056078"/>
      <w:bookmarkStart w:id="347" w:name="_Toc91060983"/>
      <w:r>
        <w:t>16.8</w:t>
      </w:r>
      <w:r>
        <w:tab/>
        <w:t>Registration and Qualification of Congestion Revenue Rights Account Holders</w:t>
      </w:r>
      <w:bookmarkEnd w:id="339"/>
      <w:bookmarkEnd w:id="340"/>
      <w:bookmarkEnd w:id="341"/>
      <w:bookmarkEnd w:id="342"/>
      <w:bookmarkEnd w:id="343"/>
      <w:bookmarkEnd w:id="344"/>
      <w:bookmarkEnd w:id="345"/>
      <w:bookmarkEnd w:id="346"/>
      <w:bookmarkEnd w:id="347"/>
    </w:p>
    <w:p w14:paraId="2F565950" w14:textId="77777777" w:rsidR="00FC1C5F" w:rsidRDefault="00727E32" w:rsidP="00FC1C5F">
      <w:pPr>
        <w:pStyle w:val="H3"/>
      </w:pPr>
      <w:bookmarkStart w:id="348" w:name="_Toc390438952"/>
      <w:bookmarkStart w:id="349" w:name="_Toc405897649"/>
      <w:bookmarkStart w:id="350" w:name="_Toc415055753"/>
      <w:bookmarkStart w:id="351" w:name="_Toc415055879"/>
      <w:bookmarkStart w:id="352" w:name="_Toc415055978"/>
      <w:bookmarkStart w:id="353" w:name="_Toc415056079"/>
      <w:bookmarkStart w:id="354" w:name="_Toc91060984"/>
      <w:r>
        <w:t>16.8.1</w:t>
      </w:r>
      <w:r>
        <w:tab/>
        <w:t>Criteria for Qualification as a CRR Account Holder</w:t>
      </w:r>
      <w:bookmarkEnd w:id="348"/>
      <w:bookmarkEnd w:id="349"/>
      <w:bookmarkEnd w:id="350"/>
      <w:bookmarkEnd w:id="351"/>
      <w:bookmarkEnd w:id="352"/>
      <w:bookmarkEnd w:id="353"/>
      <w:bookmarkEnd w:id="35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5"/>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6" w:name="_Hlk90904235"/>
      <w:r>
        <w:t>(2)</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7" w:name="_Hlk90904242"/>
      <w:bookmarkEnd w:id="356"/>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7"/>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8" w:name="_Toc390438953"/>
      <w:bookmarkStart w:id="359" w:name="_Toc405897650"/>
      <w:bookmarkStart w:id="360" w:name="_Toc415055754"/>
      <w:bookmarkStart w:id="361" w:name="_Toc415055880"/>
      <w:bookmarkStart w:id="362" w:name="_Toc415055979"/>
      <w:bookmarkStart w:id="363" w:name="_Toc415056080"/>
      <w:bookmarkStart w:id="364" w:name="_Toc91060985"/>
      <w:r>
        <w:t>16.8.2</w:t>
      </w:r>
      <w:r>
        <w:tab/>
        <w:t>CRR Account Holder Application Process</w:t>
      </w:r>
      <w:bookmarkEnd w:id="358"/>
      <w:bookmarkEnd w:id="359"/>
      <w:bookmarkEnd w:id="360"/>
      <w:bookmarkEnd w:id="361"/>
      <w:bookmarkEnd w:id="362"/>
      <w:bookmarkEnd w:id="363"/>
      <w:bookmarkEnd w:id="364"/>
      <w:r>
        <w:t xml:space="preserve">  </w:t>
      </w:r>
    </w:p>
    <w:p w14:paraId="134E0E98" w14:textId="4CA91440" w:rsidR="00FC1C5F" w:rsidRDefault="00853D39" w:rsidP="009F10FE">
      <w:pPr>
        <w:pStyle w:val="BodyText"/>
        <w:ind w:left="720" w:hanging="720"/>
      </w:pPr>
      <w:bookmarkStart w:id="365" w:name="_Hlk90904250"/>
      <w:r>
        <w:t>(1)</w:t>
      </w:r>
      <w:r>
        <w:tab/>
      </w:r>
      <w:r w:rsidR="00400902">
        <w:t xml:space="preserve">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w:t>
      </w:r>
      <w:r w:rsidR="00400902">
        <w:lastRenderedPageBreak/>
        <w:t>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6" w:name="_Toc390438954"/>
      <w:bookmarkStart w:id="367" w:name="_Toc405897651"/>
      <w:bookmarkStart w:id="368" w:name="_Toc415055755"/>
      <w:bookmarkStart w:id="369" w:name="_Toc415055881"/>
      <w:bookmarkStart w:id="370" w:name="_Toc415055980"/>
      <w:bookmarkStart w:id="371" w:name="_Toc415056081"/>
      <w:bookmarkStart w:id="372" w:name="_Toc91060986"/>
      <w:bookmarkEnd w:id="365"/>
      <w:r w:rsidRPr="00D63F95">
        <w:rPr>
          <w:b/>
        </w:rPr>
        <w:t>16.8.2.1</w:t>
      </w:r>
      <w:r w:rsidRPr="00D63F95">
        <w:rPr>
          <w:b/>
        </w:rPr>
        <w:tab/>
        <w:t>Notice of Receipt of CRR Account Holder Application</w:t>
      </w:r>
      <w:bookmarkEnd w:id="366"/>
      <w:bookmarkEnd w:id="367"/>
      <w:bookmarkEnd w:id="368"/>
      <w:bookmarkEnd w:id="369"/>
      <w:bookmarkEnd w:id="370"/>
      <w:bookmarkEnd w:id="371"/>
      <w:bookmarkEnd w:id="37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3" w:name="_Toc390438955"/>
      <w:bookmarkStart w:id="374" w:name="_Toc405897652"/>
      <w:bookmarkStart w:id="375" w:name="_Toc415055756"/>
      <w:bookmarkStart w:id="376" w:name="_Toc415055882"/>
      <w:bookmarkStart w:id="377" w:name="_Toc415055981"/>
      <w:bookmarkStart w:id="378" w:name="_Toc415056082"/>
      <w:bookmarkStart w:id="379" w:name="_Toc91060987"/>
      <w:bookmarkStart w:id="38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3"/>
      <w:bookmarkEnd w:id="374"/>
      <w:bookmarkEnd w:id="375"/>
      <w:bookmarkEnd w:id="376"/>
      <w:bookmarkEnd w:id="377"/>
      <w:bookmarkEnd w:id="378"/>
      <w:bookmarkEnd w:id="379"/>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1" w:name="_Toc390438956"/>
      <w:bookmarkStart w:id="382" w:name="_Toc405897653"/>
      <w:bookmarkStart w:id="383" w:name="_Toc415055757"/>
      <w:bookmarkStart w:id="384" w:name="_Toc415055883"/>
      <w:bookmarkStart w:id="385" w:name="_Toc415055982"/>
      <w:bookmarkStart w:id="386" w:name="_Toc415056083"/>
      <w:bookmarkStart w:id="387" w:name="_Toc91060988"/>
      <w:bookmarkEnd w:id="380"/>
      <w:r w:rsidRPr="00D63F95">
        <w:rPr>
          <w:b/>
        </w:rPr>
        <w:t>16.8.2.3</w:t>
      </w:r>
      <w:r w:rsidRPr="00D63F95">
        <w:rPr>
          <w:b/>
        </w:rPr>
        <w:tab/>
        <w:t>ERCOT Approval or Rejection of CRR Account Holder Application</w:t>
      </w:r>
      <w:bookmarkEnd w:id="381"/>
      <w:bookmarkEnd w:id="382"/>
      <w:bookmarkEnd w:id="383"/>
      <w:bookmarkEnd w:id="384"/>
      <w:bookmarkEnd w:id="385"/>
      <w:bookmarkEnd w:id="386"/>
      <w:bookmarkEnd w:id="387"/>
    </w:p>
    <w:p w14:paraId="2ED72D18" w14:textId="6A2A95C2" w:rsidR="00FC1C5F" w:rsidRDefault="00727E32">
      <w:pPr>
        <w:pStyle w:val="BodyTextNumbered"/>
      </w:pPr>
      <w:bookmarkStart w:id="38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8"/>
    <w:p w14:paraId="0FE9CD0F" w14:textId="21C34E6F" w:rsidR="00FC1C5F" w:rsidRDefault="00727E32" w:rsidP="00FE610C">
      <w:pPr>
        <w:pStyle w:val="BodyTextNumbered"/>
      </w:pPr>
      <w:r>
        <w:lastRenderedPageBreak/>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8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0" w:name="_Toc390438957"/>
      <w:bookmarkStart w:id="391" w:name="_Toc405897654"/>
      <w:bookmarkStart w:id="392" w:name="_Toc415055758"/>
      <w:bookmarkStart w:id="393" w:name="_Toc415055884"/>
      <w:bookmarkStart w:id="394" w:name="_Toc415055983"/>
      <w:bookmarkStart w:id="395" w:name="_Toc415056084"/>
      <w:bookmarkStart w:id="396" w:name="_Toc91060989"/>
      <w:bookmarkEnd w:id="389"/>
      <w:r>
        <w:t>16.8.3</w:t>
      </w:r>
      <w:r>
        <w:tab/>
        <w:t>Remaining Steps for CRR Account Holder Registration</w:t>
      </w:r>
      <w:bookmarkEnd w:id="390"/>
      <w:bookmarkEnd w:id="391"/>
      <w:bookmarkEnd w:id="392"/>
      <w:bookmarkEnd w:id="393"/>
      <w:bookmarkEnd w:id="394"/>
      <w:bookmarkEnd w:id="395"/>
      <w:bookmarkEnd w:id="39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7" w:name="_Toc390438958"/>
      <w:bookmarkStart w:id="398" w:name="_Toc405897655"/>
      <w:bookmarkStart w:id="399" w:name="_Toc415055759"/>
      <w:bookmarkStart w:id="400" w:name="_Toc415055885"/>
      <w:bookmarkStart w:id="401" w:name="_Toc415055984"/>
      <w:bookmarkStart w:id="402" w:name="_Toc415056085"/>
      <w:bookmarkStart w:id="403" w:name="_Toc91060990"/>
      <w:r>
        <w:t>16.8.3.1</w:t>
      </w:r>
      <w:r>
        <w:tab/>
        <w:t>Maintaining and Updating CRR Account Holder Information</w:t>
      </w:r>
      <w:bookmarkEnd w:id="397"/>
      <w:bookmarkEnd w:id="398"/>
      <w:bookmarkEnd w:id="399"/>
      <w:bookmarkEnd w:id="400"/>
      <w:bookmarkEnd w:id="401"/>
      <w:bookmarkEnd w:id="402"/>
      <w:bookmarkEnd w:id="40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 xml:space="preserve">Each CRR Account Holder must timely update information the CRR Account Holder provided to ERCOT in the application process, and a CRR Account Holder must promptly respond to any reasonable request by ERCOT for updated information </w:t>
      </w:r>
      <w:r w:rsidR="00727E32">
        <w:lastRenderedPageBreak/>
        <w:t>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4" w:name="_Hlk90904282"/>
      <w:r>
        <w:t>(b)</w:t>
      </w:r>
      <w:r>
        <w:tab/>
        <w:t>A list of Principals;</w:t>
      </w:r>
    </w:p>
    <w:bookmarkEnd w:id="404"/>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5" w:name="_Toc390438959"/>
      <w:bookmarkStart w:id="406" w:name="_Toc405897656"/>
      <w:bookmarkStart w:id="407" w:name="_Toc415055760"/>
      <w:bookmarkStart w:id="408" w:name="_Toc415055886"/>
      <w:bookmarkStart w:id="409" w:name="_Toc415055985"/>
      <w:bookmarkStart w:id="410" w:name="_Toc415056086"/>
      <w:bookmarkStart w:id="411" w:name="_Toc91060991"/>
      <w:bookmarkStart w:id="412" w:name="_Toc71369199"/>
      <w:bookmarkStart w:id="413" w:name="_Toc71539414"/>
      <w:r>
        <w:t>16.9</w:t>
      </w:r>
      <w:r>
        <w:tab/>
        <w:t>Resources Providing Reliability Must-Run Service</w:t>
      </w:r>
      <w:bookmarkEnd w:id="405"/>
      <w:bookmarkEnd w:id="406"/>
      <w:bookmarkEnd w:id="407"/>
      <w:bookmarkEnd w:id="408"/>
      <w:bookmarkEnd w:id="409"/>
      <w:bookmarkEnd w:id="410"/>
      <w:bookmarkEnd w:id="41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4" w:name="_Toc390438960"/>
      <w:bookmarkStart w:id="415" w:name="_Toc405897657"/>
      <w:bookmarkStart w:id="416" w:name="_Toc415055761"/>
      <w:bookmarkStart w:id="417" w:name="_Toc415055887"/>
      <w:bookmarkStart w:id="418" w:name="_Toc415055986"/>
      <w:bookmarkStart w:id="419" w:name="_Toc415056087"/>
      <w:bookmarkStart w:id="420" w:name="_Toc91060992"/>
      <w:r>
        <w:t>16.10</w:t>
      </w:r>
      <w:r>
        <w:tab/>
        <w:t>Resources Providing Black Start Service</w:t>
      </w:r>
      <w:bookmarkEnd w:id="414"/>
      <w:bookmarkEnd w:id="415"/>
      <w:bookmarkEnd w:id="416"/>
      <w:bookmarkEnd w:id="417"/>
      <w:bookmarkEnd w:id="418"/>
      <w:bookmarkEnd w:id="419"/>
      <w:bookmarkEnd w:id="42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1" w:name="_Toc390438961"/>
      <w:bookmarkStart w:id="422" w:name="_Toc405897658"/>
      <w:bookmarkStart w:id="423" w:name="_Toc415055762"/>
      <w:bookmarkStart w:id="424" w:name="_Toc415055888"/>
      <w:bookmarkStart w:id="425" w:name="_Toc415055987"/>
      <w:bookmarkStart w:id="426" w:name="_Toc415056088"/>
      <w:bookmarkStart w:id="427" w:name="_Toc91060993"/>
      <w:bookmarkStart w:id="428" w:name="_Toc69636432"/>
      <w:bookmarkStart w:id="429" w:name="_Toc71369201"/>
      <w:bookmarkStart w:id="430" w:name="_Toc71539416"/>
      <w:bookmarkEnd w:id="412"/>
      <w:bookmarkEnd w:id="413"/>
      <w:r w:rsidRPr="0002450E">
        <w:t>16.11</w:t>
      </w:r>
      <w:r w:rsidRPr="0002450E">
        <w:tab/>
        <w:t>Financial Security for Counter-Parties</w:t>
      </w:r>
      <w:bookmarkEnd w:id="421"/>
      <w:bookmarkEnd w:id="422"/>
      <w:bookmarkEnd w:id="423"/>
      <w:bookmarkEnd w:id="424"/>
      <w:bookmarkEnd w:id="425"/>
      <w:bookmarkEnd w:id="426"/>
      <w:bookmarkEnd w:id="42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31" w:name="_Toc390438962"/>
      <w:bookmarkStart w:id="432" w:name="_Toc405897659"/>
      <w:bookmarkStart w:id="433" w:name="_Toc415055763"/>
      <w:bookmarkStart w:id="434" w:name="_Toc415055889"/>
      <w:bookmarkStart w:id="435" w:name="_Toc415055988"/>
      <w:bookmarkStart w:id="436" w:name="_Toc415056089"/>
      <w:bookmarkStart w:id="437" w:name="_Toc91060994"/>
      <w:r>
        <w:lastRenderedPageBreak/>
        <w:t>16.11.1</w:t>
      </w:r>
      <w:r>
        <w:tab/>
        <w:t>ERCOT Creditworthiness Requirements for Counter-Parties</w:t>
      </w:r>
      <w:bookmarkEnd w:id="431"/>
      <w:bookmarkEnd w:id="432"/>
      <w:bookmarkEnd w:id="433"/>
      <w:bookmarkEnd w:id="434"/>
      <w:bookmarkEnd w:id="435"/>
      <w:bookmarkEnd w:id="436"/>
      <w:bookmarkEnd w:id="437"/>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75A626FD" w14:textId="3B01B8C4" w:rsidR="00FE57D4" w:rsidRDefault="00FE57D4" w:rsidP="00FE57D4">
      <w:pPr>
        <w:spacing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38" w:name="_Toc390438963"/>
      <w:bookmarkStart w:id="439" w:name="_Toc405897660"/>
      <w:bookmarkStart w:id="440" w:name="_Toc415055764"/>
      <w:bookmarkStart w:id="441" w:name="_Toc415055890"/>
      <w:bookmarkStart w:id="442" w:name="_Toc415055989"/>
      <w:bookmarkStart w:id="443" w:name="_Toc415056090"/>
      <w:bookmarkStart w:id="444" w:name="_Toc91060995"/>
      <w:r>
        <w:t>16.11.2</w:t>
      </w:r>
      <w:r>
        <w:tab/>
        <w:t>Requirements for Setting a Counter-Party’s Unsecured Credit Limit</w:t>
      </w:r>
      <w:bookmarkEnd w:id="438"/>
      <w:bookmarkEnd w:id="439"/>
      <w:bookmarkEnd w:id="440"/>
      <w:bookmarkEnd w:id="441"/>
      <w:bookmarkEnd w:id="442"/>
      <w:bookmarkEnd w:id="443"/>
      <w:bookmarkEnd w:id="444"/>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lastRenderedPageBreak/>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45" w:name="_Toc390438964"/>
      <w:bookmarkStart w:id="446" w:name="_Toc405897661"/>
      <w:bookmarkStart w:id="447" w:name="_Toc415055765"/>
      <w:bookmarkStart w:id="448" w:name="_Toc415055891"/>
      <w:bookmarkStart w:id="449" w:name="_Toc415055990"/>
      <w:bookmarkStart w:id="450" w:name="_Toc415056091"/>
      <w:bookmarkStart w:id="451" w:name="_Toc91060996"/>
      <w:r>
        <w:t>16.11.3</w:t>
      </w:r>
      <w:r>
        <w:tab/>
        <w:t>Alternative Means of Satisfying ERCOT Creditworthiness Requirements</w:t>
      </w:r>
      <w:bookmarkEnd w:id="445"/>
      <w:bookmarkEnd w:id="446"/>
      <w:bookmarkEnd w:id="447"/>
      <w:bookmarkEnd w:id="448"/>
      <w:bookmarkEnd w:id="449"/>
      <w:bookmarkEnd w:id="450"/>
      <w:bookmarkEnd w:id="451"/>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lastRenderedPageBreak/>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 xml:space="preserve">The surety bond must be signed by a surety acceptable to ERCOT, in its sole discretion and must be in the form of ERCOT’s standard surety bond </w:t>
      </w:r>
      <w:r w:rsidRPr="00CC731E">
        <w:lastRenderedPageBreak/>
        <w:t>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52" w:name="_Toc390438965"/>
      <w:bookmarkStart w:id="453" w:name="_Toc405897662"/>
      <w:bookmarkStart w:id="454" w:name="_Toc415055766"/>
      <w:bookmarkStart w:id="455" w:name="_Toc415055892"/>
      <w:bookmarkStart w:id="456" w:name="_Toc415055991"/>
      <w:bookmarkStart w:id="457" w:name="_Toc415056092"/>
      <w:bookmarkStart w:id="458" w:name="_Toc91060997"/>
      <w:r>
        <w:t>16.11.4</w:t>
      </w:r>
      <w:r>
        <w:tab/>
        <w:t>Determination and Monitoring of Counter-Party Credit Exposure</w:t>
      </w:r>
      <w:bookmarkEnd w:id="452"/>
      <w:bookmarkEnd w:id="453"/>
      <w:bookmarkEnd w:id="454"/>
      <w:bookmarkEnd w:id="455"/>
      <w:bookmarkEnd w:id="456"/>
      <w:bookmarkEnd w:id="457"/>
      <w:bookmarkEnd w:id="458"/>
    </w:p>
    <w:p w14:paraId="6A413844" w14:textId="77777777" w:rsidR="00856F40" w:rsidRPr="0002450E" w:rsidRDefault="00856F40" w:rsidP="00856F40">
      <w:pPr>
        <w:pStyle w:val="H4"/>
        <w:spacing w:before="120"/>
        <w:ind w:left="1267" w:hanging="1267"/>
        <w:rPr>
          <w:b/>
          <w:bCs/>
        </w:rPr>
      </w:pPr>
      <w:bookmarkStart w:id="459" w:name="_Toc390438966"/>
      <w:bookmarkStart w:id="460" w:name="_Toc405897663"/>
      <w:bookmarkStart w:id="461" w:name="_Toc415055767"/>
      <w:bookmarkStart w:id="462" w:name="_Toc415055893"/>
      <w:bookmarkStart w:id="463" w:name="_Toc415055992"/>
      <w:bookmarkStart w:id="464" w:name="_Toc415056093"/>
      <w:bookmarkStart w:id="465" w:name="_Toc91060998"/>
      <w:r w:rsidRPr="0002450E">
        <w:rPr>
          <w:b/>
          <w:bCs/>
        </w:rPr>
        <w:t>16.11.4.1</w:t>
      </w:r>
      <w:r w:rsidRPr="0002450E">
        <w:rPr>
          <w:b/>
          <w:bCs/>
        </w:rPr>
        <w:tab/>
        <w:t>Determination of Total Potential Exposure for a Counter-Party</w:t>
      </w:r>
      <w:bookmarkEnd w:id="459"/>
      <w:bookmarkEnd w:id="460"/>
      <w:bookmarkEnd w:id="461"/>
      <w:bookmarkEnd w:id="462"/>
      <w:bookmarkEnd w:id="463"/>
      <w:bookmarkEnd w:id="464"/>
      <w:bookmarkEnd w:id="465"/>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lastRenderedPageBreak/>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15503873"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15503874"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15503875"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15503876"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6" w:name="_Toc344279648"/>
      <w:bookmarkStart w:id="467" w:name="_Toc344279748"/>
      <w:bookmarkStart w:id="468" w:name="_Toc349821800"/>
      <w:r w:rsidRPr="00D77FC8">
        <w:rPr>
          <w:iCs/>
        </w:rPr>
        <w:t>(4)</w:t>
      </w:r>
      <w:r w:rsidRPr="00D77FC8">
        <w:rPr>
          <w:iCs/>
        </w:rPr>
        <w:tab/>
        <w:t>ERCOT shall monitor and calculate each Counter-Party’s TPEA and TPES daily.</w:t>
      </w:r>
      <w:bookmarkEnd w:id="466"/>
      <w:bookmarkEnd w:id="467"/>
      <w:bookmarkEnd w:id="468"/>
    </w:p>
    <w:p w14:paraId="474B16BD" w14:textId="77777777" w:rsidR="00F56ABB" w:rsidRPr="00D63F95" w:rsidRDefault="00727E32" w:rsidP="00866318">
      <w:pPr>
        <w:pStyle w:val="H4"/>
        <w:keepNext w:val="0"/>
        <w:ind w:left="1267" w:hanging="1267"/>
        <w:rPr>
          <w:b/>
        </w:rPr>
      </w:pPr>
      <w:bookmarkStart w:id="469" w:name="_Toc390438967"/>
      <w:bookmarkStart w:id="470" w:name="_Toc405897664"/>
      <w:bookmarkStart w:id="471" w:name="_Toc415055768"/>
      <w:bookmarkStart w:id="472" w:name="_Toc415055894"/>
      <w:bookmarkStart w:id="473" w:name="_Toc415055993"/>
      <w:bookmarkStart w:id="474" w:name="_Toc415056094"/>
      <w:bookmarkStart w:id="475" w:name="_Toc91060999"/>
      <w:r w:rsidRPr="004F59D3">
        <w:rPr>
          <w:b/>
        </w:rPr>
        <w:t>16.11.4.2</w:t>
      </w:r>
      <w:r w:rsidRPr="00D63F95">
        <w:rPr>
          <w:b/>
        </w:rPr>
        <w:tab/>
        <w:t>Determination of Counter-Party Initial Estimated Liability</w:t>
      </w:r>
      <w:bookmarkEnd w:id="469"/>
      <w:bookmarkEnd w:id="470"/>
      <w:bookmarkEnd w:id="471"/>
      <w:bookmarkEnd w:id="472"/>
      <w:bookmarkEnd w:id="473"/>
      <w:bookmarkEnd w:id="474"/>
      <w:bookmarkEnd w:id="475"/>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6" w:name="_Toc390438968"/>
      <w:bookmarkStart w:id="477" w:name="_Toc405897665"/>
      <w:bookmarkStart w:id="478" w:name="_Toc415055769"/>
      <w:bookmarkStart w:id="479" w:name="_Toc415055895"/>
      <w:bookmarkStart w:id="480" w:name="_Toc415055994"/>
      <w:bookmarkStart w:id="481" w:name="_Toc415056095"/>
      <w:bookmarkStart w:id="482" w:name="_Toc91061000"/>
      <w:r w:rsidRPr="0002450E">
        <w:rPr>
          <w:b/>
          <w:bCs/>
        </w:rPr>
        <w:t>16.11.4.3</w:t>
      </w:r>
      <w:r w:rsidRPr="0002450E">
        <w:rPr>
          <w:b/>
          <w:bCs/>
        </w:rPr>
        <w:tab/>
        <w:t>Determination of Counter-Party Estimated Aggregate Liability</w:t>
      </w:r>
      <w:bookmarkEnd w:id="476"/>
      <w:bookmarkEnd w:id="477"/>
      <w:bookmarkEnd w:id="478"/>
      <w:bookmarkEnd w:id="479"/>
      <w:bookmarkEnd w:id="480"/>
      <w:bookmarkEnd w:id="481"/>
      <w:bookmarkEnd w:id="482"/>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1D1C368E"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3" w:name="_Toc419200621"/>
      <w:bookmarkStart w:id="484" w:name="_Toc405814007"/>
      <w:bookmarkStart w:id="485" w:name="_Toc309731025"/>
      <w:bookmarkStart w:id="486" w:name="_Toc91061001"/>
      <w:bookmarkStart w:id="487" w:name="_Toc390438969"/>
      <w:bookmarkStart w:id="488" w:name="_Toc405897667"/>
      <w:bookmarkStart w:id="489" w:name="_Toc415055771"/>
      <w:bookmarkStart w:id="490" w:name="_Toc415055897"/>
      <w:bookmarkStart w:id="491" w:name="_Toc415055996"/>
      <w:bookmarkStart w:id="492" w:name="_Toc415056097"/>
      <w:r w:rsidRPr="00613851">
        <w:rPr>
          <w:b/>
          <w:bCs/>
          <w:i/>
          <w:iCs/>
          <w:szCs w:val="26"/>
        </w:rPr>
        <w:t>16.11.4.3.1</w:t>
      </w:r>
      <w:r w:rsidRPr="00613851">
        <w:rPr>
          <w:b/>
          <w:bCs/>
          <w:i/>
          <w:iCs/>
          <w:szCs w:val="26"/>
        </w:rPr>
        <w:tab/>
        <w:t>Day-Ahead Liability Estimate</w:t>
      </w:r>
      <w:bookmarkEnd w:id="483"/>
      <w:bookmarkEnd w:id="484"/>
      <w:bookmarkEnd w:id="485"/>
      <w:bookmarkEnd w:id="486"/>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3" w:name="_Toc91061002"/>
      <w:r w:rsidRPr="00613851">
        <w:rPr>
          <w:b/>
          <w:bCs/>
          <w:i/>
          <w:iCs/>
          <w:szCs w:val="26"/>
        </w:rPr>
        <w:lastRenderedPageBreak/>
        <w:t>16.11.4.3.2</w:t>
      </w:r>
      <w:r w:rsidRPr="00613851">
        <w:rPr>
          <w:b/>
          <w:bCs/>
          <w:i/>
          <w:iCs/>
          <w:szCs w:val="26"/>
        </w:rPr>
        <w:tab/>
        <w:t>Real-Time Liability Estimate</w:t>
      </w:r>
      <w:bookmarkEnd w:id="493"/>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A608B9F" w14:textId="77777777" w:rsidR="00BA4149" w:rsidRPr="00613851" w:rsidRDefault="00BA4149" w:rsidP="00862457">
      <w:pPr>
        <w:spacing w:before="240"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D6D75AF"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 xml:space="preserve">item (f) </w:t>
            </w:r>
            <w:r w:rsidR="00BA4149">
              <w:rPr>
                <w:iCs/>
              </w:rPr>
              <w:t>above with the following</w:t>
            </w:r>
            <w:r w:rsidRPr="0002450E">
              <w:rPr>
                <w:iCs/>
              </w:rPr>
              <w:t xml:space="preserve"> upon system implementation:]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0B4887D4" w:rsidR="00613851" w:rsidRPr="00613851" w:rsidRDefault="00613851" w:rsidP="003E021A">
      <w:pPr>
        <w:spacing w:before="240" w:after="240"/>
        <w:ind w:left="1440" w:hanging="720"/>
      </w:pPr>
      <w:r w:rsidRPr="00613851">
        <w:t>(</w:t>
      </w:r>
      <w:r w:rsidR="00BA4149">
        <w:t>g</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3643D878" w:rsidR="004033D4" w:rsidRPr="0002450E" w:rsidRDefault="004033D4" w:rsidP="005A32AC">
            <w:pPr>
              <w:pStyle w:val="Instructions"/>
              <w:spacing w:before="120"/>
              <w:rPr>
                <w:iCs/>
              </w:rPr>
            </w:pPr>
            <w:bookmarkStart w:id="494" w:name="_Toc397670191"/>
            <w:bookmarkStart w:id="495" w:name="_Toc405805793"/>
            <w:bookmarkStart w:id="496" w:name="_Toc422205968"/>
            <w:r>
              <w:rPr>
                <w:iCs/>
              </w:rPr>
              <w:lastRenderedPageBreak/>
              <w:t>[NPRR1013</w:t>
            </w:r>
            <w:r w:rsidRPr="0002450E">
              <w:rPr>
                <w:iCs/>
              </w:rPr>
              <w:t xml:space="preserve">:  </w:t>
            </w:r>
            <w:r>
              <w:rPr>
                <w:iCs/>
              </w:rPr>
              <w:t>Insert items (</w:t>
            </w:r>
            <w:r w:rsidR="00BA4149">
              <w:rPr>
                <w:iCs/>
              </w:rPr>
              <w:t>h</w:t>
            </w:r>
            <w:r>
              <w:rPr>
                <w:iCs/>
              </w:rPr>
              <w:t>)-(</w:t>
            </w:r>
            <w:r w:rsidR="00BA4149">
              <w:rPr>
                <w:iCs/>
              </w:rPr>
              <w:t>l</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63D44FAE" w:rsidR="004033D4" w:rsidRDefault="004033D4" w:rsidP="004033D4">
            <w:pPr>
              <w:spacing w:after="240"/>
              <w:ind w:left="1440" w:hanging="720"/>
            </w:pPr>
            <w:r>
              <w:t>(</w:t>
            </w:r>
            <w:r w:rsidR="00BA4149">
              <w:t>h</w:t>
            </w:r>
            <w:r>
              <w:t>)</w:t>
            </w:r>
            <w:r>
              <w:tab/>
              <w:t xml:space="preserve">Section 6.7.5.1, Regulation Up Payments and Charges; </w:t>
            </w:r>
          </w:p>
          <w:p w14:paraId="3AB428CE" w14:textId="6301A91D" w:rsidR="004033D4" w:rsidRDefault="004033D4" w:rsidP="004033D4">
            <w:pPr>
              <w:spacing w:after="240"/>
              <w:ind w:left="1440" w:hanging="720"/>
            </w:pPr>
            <w:r>
              <w:t>(</w:t>
            </w:r>
            <w:r w:rsidR="00BA4149">
              <w:t>i</w:t>
            </w:r>
            <w:r>
              <w:t>)</w:t>
            </w:r>
            <w:r>
              <w:tab/>
              <w:t xml:space="preserve">Section 6.7.5.2, Regulation Down Payments and Charges; </w:t>
            </w:r>
          </w:p>
          <w:p w14:paraId="2C8E48B2" w14:textId="51C1B4BF" w:rsidR="004033D4" w:rsidRDefault="004033D4" w:rsidP="004033D4">
            <w:pPr>
              <w:spacing w:after="240"/>
              <w:ind w:left="1440" w:hanging="720"/>
            </w:pPr>
            <w:r>
              <w:t>(</w:t>
            </w:r>
            <w:r w:rsidR="00BA4149">
              <w:t>j</w:t>
            </w:r>
            <w:r>
              <w:t>)</w:t>
            </w:r>
            <w:r>
              <w:tab/>
              <w:t xml:space="preserve">Section 6.7.5.3, Responsive Reserve Payments and Charges; </w:t>
            </w:r>
          </w:p>
          <w:p w14:paraId="698790AE" w14:textId="0F3FDCDB" w:rsidR="004033D4" w:rsidRDefault="004033D4" w:rsidP="004033D4">
            <w:pPr>
              <w:spacing w:after="240"/>
              <w:ind w:left="1440" w:hanging="720"/>
            </w:pPr>
            <w:r>
              <w:t>(</w:t>
            </w:r>
            <w:r w:rsidR="00BA4149">
              <w:t>k</w:t>
            </w:r>
            <w:r>
              <w:t>)</w:t>
            </w:r>
            <w:r>
              <w:tab/>
              <w:t>Section 6.7.5.4, Non-Spinning Reserve Payments and Charges; and</w:t>
            </w:r>
          </w:p>
          <w:p w14:paraId="55FD048E" w14:textId="20086C64" w:rsidR="004033D4" w:rsidRPr="00B35DA1" w:rsidRDefault="004033D4" w:rsidP="004033D4">
            <w:pPr>
              <w:spacing w:after="240"/>
              <w:ind w:left="1440" w:hanging="720"/>
            </w:pPr>
            <w:r>
              <w:t>(</w:t>
            </w:r>
            <w:r w:rsidR="00BA4149">
              <w:t>l</w:t>
            </w:r>
            <w:r>
              <w:t>)</w:t>
            </w:r>
            <w:r>
              <w:tab/>
              <w:t>Section 6.7.5.5, ERCOT Contingency Reserve Service Payments and Charges.</w:t>
            </w:r>
          </w:p>
        </w:tc>
      </w:tr>
    </w:tbl>
    <w:p w14:paraId="193F3B9F" w14:textId="7E32FFF5" w:rsidR="00613851" w:rsidRDefault="00613851" w:rsidP="0028136E">
      <w:pPr>
        <w:spacing w:before="240" w:after="240"/>
        <w:ind w:left="1440" w:hanging="720"/>
      </w:pPr>
      <w:r w:rsidRPr="00613851">
        <w:t>(</w:t>
      </w:r>
      <w:r w:rsidR="00BA4149">
        <w:t>h</w:t>
      </w:r>
      <w:r w:rsidRPr="00613851">
        <w:t>)</w:t>
      </w:r>
      <w:r w:rsidRPr="00613851">
        <w:tab/>
        <w:t>Section 7.9.2.1,</w:t>
      </w:r>
      <w:bookmarkEnd w:id="494"/>
      <w:bookmarkEnd w:id="495"/>
      <w:bookmarkEnd w:id="496"/>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7"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7"/>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98" w:name="_Toc91061004"/>
      <w:r w:rsidRPr="00EA38A1">
        <w:rPr>
          <w:b/>
          <w:iCs w:val="0"/>
        </w:rPr>
        <w:t>16</w:t>
      </w:r>
      <w:r w:rsidRPr="00D63F95">
        <w:rPr>
          <w:b/>
        </w:rPr>
        <w:t>.11.4.4</w:t>
      </w:r>
      <w:r w:rsidRPr="00D63F95">
        <w:rPr>
          <w:b/>
        </w:rPr>
        <w:tab/>
      </w:r>
      <w:r w:rsidR="00E12AFD" w:rsidRPr="00DD1960">
        <w:rPr>
          <w:b/>
          <w:i/>
        </w:rPr>
        <w:t>[RESERVED]</w:t>
      </w:r>
      <w:bookmarkEnd w:id="487"/>
      <w:bookmarkEnd w:id="488"/>
      <w:bookmarkEnd w:id="489"/>
      <w:bookmarkEnd w:id="490"/>
      <w:bookmarkEnd w:id="491"/>
      <w:bookmarkEnd w:id="492"/>
      <w:bookmarkEnd w:id="498"/>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99" w:name="_Toc390438970"/>
      <w:bookmarkStart w:id="500" w:name="_Toc405897668"/>
      <w:bookmarkStart w:id="501" w:name="_Toc415055772"/>
      <w:bookmarkStart w:id="502" w:name="_Toc415055898"/>
      <w:bookmarkStart w:id="503" w:name="_Toc415055997"/>
      <w:bookmarkStart w:id="504" w:name="_Toc415056098"/>
      <w:bookmarkStart w:id="505" w:name="_Toc91061005"/>
      <w:r w:rsidRPr="00341696">
        <w:rPr>
          <w:b/>
          <w:bCs/>
          <w:snapToGrid w:val="0"/>
        </w:rPr>
        <w:t>16.11.4.5</w:t>
      </w:r>
      <w:r w:rsidRPr="00341696">
        <w:rPr>
          <w:b/>
          <w:bCs/>
          <w:snapToGrid w:val="0"/>
        </w:rPr>
        <w:tab/>
        <w:t>Determination of the Counter-Party Future Credit Exposure</w:t>
      </w:r>
      <w:bookmarkEnd w:id="499"/>
      <w:bookmarkEnd w:id="500"/>
      <w:bookmarkEnd w:id="501"/>
      <w:bookmarkEnd w:id="502"/>
      <w:bookmarkEnd w:id="503"/>
      <w:bookmarkEnd w:id="504"/>
      <w:bookmarkEnd w:id="505"/>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6" w:name="_Toc390438971"/>
      <w:bookmarkStart w:id="507" w:name="_Toc405897669"/>
      <w:bookmarkStart w:id="508" w:name="_Toc415055773"/>
      <w:bookmarkStart w:id="509" w:name="_Toc415055899"/>
      <w:bookmarkStart w:id="510" w:name="_Toc415055998"/>
      <w:bookmarkStart w:id="511" w:name="_Toc415056099"/>
      <w:bookmarkStart w:id="512" w:name="_Toc91061006"/>
      <w:r w:rsidRPr="0002450E">
        <w:rPr>
          <w:b/>
          <w:bCs/>
        </w:rPr>
        <w:t>16.11.4.6</w:t>
      </w:r>
      <w:r w:rsidRPr="0002450E">
        <w:rPr>
          <w:b/>
          <w:bCs/>
        </w:rPr>
        <w:tab/>
        <w:t>Determination of Counter-Party Available Credit Limits</w:t>
      </w:r>
      <w:bookmarkEnd w:id="506"/>
      <w:bookmarkEnd w:id="507"/>
      <w:bookmarkEnd w:id="508"/>
      <w:bookmarkEnd w:id="509"/>
      <w:bookmarkEnd w:id="510"/>
      <w:bookmarkEnd w:id="511"/>
      <w:bookmarkEnd w:id="512"/>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13" w:name="_Toc390438972"/>
      <w:bookmarkStart w:id="514" w:name="_Toc405897670"/>
      <w:bookmarkStart w:id="515" w:name="_Toc415055774"/>
      <w:bookmarkStart w:id="516" w:name="_Toc415055900"/>
      <w:bookmarkStart w:id="517" w:name="_Toc415055999"/>
      <w:bookmarkStart w:id="518" w:name="_Toc415056100"/>
      <w:bookmarkStart w:id="519" w:name="_Toc91061007"/>
      <w:r>
        <w:t>16.11.4.6.1</w:t>
      </w:r>
      <w:r>
        <w:tab/>
        <w:t>Credit Requirements for CRR Auction Participation</w:t>
      </w:r>
      <w:bookmarkEnd w:id="513"/>
      <w:bookmarkEnd w:id="514"/>
      <w:bookmarkEnd w:id="515"/>
      <w:bookmarkEnd w:id="516"/>
      <w:bookmarkEnd w:id="517"/>
      <w:bookmarkEnd w:id="518"/>
      <w:bookmarkEnd w:id="519"/>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w:t>
      </w:r>
      <w:r>
        <w:rPr>
          <w:iCs/>
        </w:rPr>
        <w:lastRenderedPageBreak/>
        <w:t>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0" w:name="_Toc390438973"/>
      <w:bookmarkStart w:id="521" w:name="_Toc405897671"/>
      <w:bookmarkStart w:id="522" w:name="_Toc415055775"/>
      <w:bookmarkStart w:id="523" w:name="_Toc415055901"/>
      <w:bookmarkStart w:id="524" w:name="_Toc415056000"/>
      <w:bookmarkStart w:id="525" w:name="_Toc415056101"/>
      <w:bookmarkStart w:id="526" w:name="_Toc91061008"/>
      <w:r>
        <w:t>16.11.4.6.2</w:t>
      </w:r>
      <w:r>
        <w:tab/>
        <w:t>Credit Requirements for DAM Participation</w:t>
      </w:r>
      <w:bookmarkEnd w:id="520"/>
      <w:bookmarkEnd w:id="521"/>
      <w:bookmarkEnd w:id="522"/>
      <w:bookmarkEnd w:id="523"/>
      <w:bookmarkEnd w:id="524"/>
      <w:bookmarkEnd w:id="525"/>
      <w:bookmarkEnd w:id="526"/>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7" w:name="_Toc191443421"/>
      <w:bookmarkStart w:id="528" w:name="_Toc390438974"/>
      <w:bookmarkStart w:id="529" w:name="_Toc405897672"/>
      <w:bookmarkStart w:id="530" w:name="_Toc415055776"/>
      <w:bookmarkStart w:id="531" w:name="_Toc415055902"/>
      <w:bookmarkStart w:id="532" w:name="_Toc415056001"/>
      <w:bookmarkStart w:id="533" w:name="_Toc415056102"/>
      <w:bookmarkStart w:id="534" w:name="_Toc91061009"/>
      <w:r w:rsidRPr="00D63F95">
        <w:rPr>
          <w:b/>
          <w:szCs w:val="24"/>
        </w:rPr>
        <w:t>16.11.4.7</w:t>
      </w:r>
      <w:r w:rsidRPr="00D63F95">
        <w:rPr>
          <w:b/>
          <w:szCs w:val="24"/>
        </w:rPr>
        <w:tab/>
      </w:r>
      <w:bookmarkEnd w:id="527"/>
      <w:r w:rsidRPr="00D63F95">
        <w:rPr>
          <w:b/>
          <w:szCs w:val="24"/>
        </w:rPr>
        <w:t>Credit Monitoring and Management Reports</w:t>
      </w:r>
      <w:bookmarkEnd w:id="528"/>
      <w:bookmarkEnd w:id="529"/>
      <w:bookmarkEnd w:id="530"/>
      <w:bookmarkEnd w:id="531"/>
      <w:bookmarkEnd w:id="532"/>
      <w:bookmarkEnd w:id="533"/>
      <w:bookmarkEnd w:id="534"/>
    </w:p>
    <w:p w14:paraId="20FB8D39" w14:textId="0D369B45" w:rsidR="005610DA" w:rsidRDefault="005610DA" w:rsidP="005610DA">
      <w:pPr>
        <w:autoSpaceDE w:val="0"/>
        <w:autoSpaceDN w:val="0"/>
        <w:adjustRightInd w:val="0"/>
        <w:spacing w:after="240"/>
        <w:ind w:left="720" w:hanging="720"/>
        <w:rPr>
          <w:szCs w:val="24"/>
        </w:rPr>
      </w:pPr>
      <w:bookmarkStart w:id="535" w:name="_Toc390438975"/>
      <w:bookmarkStart w:id="536" w:name="_Toc405897673"/>
      <w:bookmarkStart w:id="537" w:name="_Toc415055777"/>
      <w:bookmarkStart w:id="538" w:name="_Toc415055903"/>
      <w:bookmarkStart w:id="539" w:name="_Toc415056002"/>
      <w:bookmarkStart w:id="540"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lastRenderedPageBreak/>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1" w:name="_Toc91061010"/>
      <w:r>
        <w:t>16.11.5</w:t>
      </w:r>
      <w:r>
        <w:tab/>
        <w:t>Monitoring of a Counter-Party’s Creditworthiness and Credit Exposure by ERCOT</w:t>
      </w:r>
      <w:bookmarkEnd w:id="535"/>
      <w:bookmarkEnd w:id="536"/>
      <w:bookmarkEnd w:id="537"/>
      <w:bookmarkEnd w:id="538"/>
      <w:bookmarkEnd w:id="539"/>
      <w:bookmarkEnd w:id="540"/>
      <w:bookmarkEnd w:id="541"/>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42" w:name="_Toc390438976"/>
      <w:bookmarkStart w:id="543" w:name="_Toc405897674"/>
      <w:bookmarkStart w:id="544" w:name="_Toc415055778"/>
      <w:bookmarkStart w:id="545" w:name="_Toc415055904"/>
      <w:bookmarkStart w:id="546" w:name="_Toc415056003"/>
      <w:bookmarkStart w:id="547" w:name="_Toc415056104"/>
      <w:bookmarkStart w:id="548" w:name="_Toc91061011"/>
      <w:r>
        <w:t>16.11.6</w:t>
      </w:r>
      <w:r>
        <w:tab/>
        <w:t>Payment Breach and Late Payments by Market Participants</w:t>
      </w:r>
      <w:bookmarkEnd w:id="542"/>
      <w:bookmarkEnd w:id="543"/>
      <w:bookmarkEnd w:id="544"/>
      <w:bookmarkEnd w:id="545"/>
      <w:bookmarkEnd w:id="546"/>
      <w:bookmarkEnd w:id="547"/>
      <w:bookmarkEnd w:id="548"/>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49" w:name="_Toc415055779"/>
      <w:bookmarkStart w:id="550" w:name="_Toc415055905"/>
      <w:bookmarkStart w:id="551" w:name="_Toc415056004"/>
      <w:bookmarkStart w:id="552" w:name="_Toc390438977"/>
      <w:bookmarkStart w:id="553"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49"/>
      <w:bookmarkEnd w:id="550"/>
      <w:bookmarkEnd w:id="551"/>
    </w:p>
    <w:p w14:paraId="4267E51F" w14:textId="77777777" w:rsidR="00FC1C5F" w:rsidRPr="00D63F95" w:rsidRDefault="00727E32" w:rsidP="0078184C">
      <w:pPr>
        <w:pStyle w:val="H4"/>
        <w:rPr>
          <w:b/>
        </w:rPr>
      </w:pPr>
      <w:bookmarkStart w:id="554" w:name="_Toc415055780"/>
      <w:bookmarkStart w:id="555" w:name="_Toc415055906"/>
      <w:bookmarkStart w:id="556" w:name="_Toc415056005"/>
      <w:bookmarkStart w:id="557" w:name="_Toc415056105"/>
      <w:bookmarkStart w:id="558" w:name="_Toc91061012"/>
      <w:r w:rsidRPr="00D63F95">
        <w:rPr>
          <w:b/>
        </w:rPr>
        <w:t>16.11.6.1</w:t>
      </w:r>
      <w:r w:rsidRPr="00D63F95">
        <w:rPr>
          <w:b/>
        </w:rPr>
        <w:tab/>
        <w:t>ERCOT’s Remedies</w:t>
      </w:r>
      <w:bookmarkEnd w:id="552"/>
      <w:bookmarkEnd w:id="553"/>
      <w:bookmarkEnd w:id="554"/>
      <w:bookmarkEnd w:id="555"/>
      <w:bookmarkEnd w:id="556"/>
      <w:bookmarkEnd w:id="557"/>
      <w:bookmarkEnd w:id="558"/>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59" w:name="_Toc390438978"/>
      <w:bookmarkStart w:id="560" w:name="_Toc405897677"/>
      <w:bookmarkStart w:id="561" w:name="_Toc415055781"/>
      <w:bookmarkStart w:id="562" w:name="_Toc415055907"/>
      <w:bookmarkStart w:id="563" w:name="_Toc415056006"/>
      <w:bookmarkStart w:id="564" w:name="_Toc415056106"/>
      <w:bookmarkStart w:id="565" w:name="_Toc91061013"/>
      <w:r>
        <w:t>16.11.6.1.1</w:t>
      </w:r>
      <w:r>
        <w:tab/>
        <w:t>No Payments by ERCOT to Market Participant</w:t>
      </w:r>
      <w:bookmarkEnd w:id="559"/>
      <w:bookmarkEnd w:id="560"/>
      <w:bookmarkEnd w:id="561"/>
      <w:bookmarkEnd w:id="562"/>
      <w:bookmarkEnd w:id="563"/>
      <w:bookmarkEnd w:id="564"/>
      <w:bookmarkEnd w:id="565"/>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6" w:name="_Toc390438979"/>
      <w:bookmarkStart w:id="567" w:name="_Toc405897679"/>
      <w:bookmarkStart w:id="568" w:name="_Toc415055782"/>
      <w:bookmarkStart w:id="569" w:name="_Toc415055908"/>
      <w:bookmarkStart w:id="570" w:name="_Toc415056007"/>
      <w:bookmarkStart w:id="571" w:name="_Toc415056107"/>
      <w:bookmarkStart w:id="572" w:name="_Toc91061014"/>
      <w:r>
        <w:t>16.11.6.1.2</w:t>
      </w:r>
      <w:r>
        <w:tab/>
        <w:t>ERCOT May Draw On, Hold or Distribute Funds</w:t>
      </w:r>
      <w:bookmarkEnd w:id="566"/>
      <w:bookmarkEnd w:id="567"/>
      <w:bookmarkEnd w:id="568"/>
      <w:bookmarkEnd w:id="569"/>
      <w:bookmarkEnd w:id="570"/>
      <w:bookmarkEnd w:id="571"/>
      <w:bookmarkEnd w:id="572"/>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3" w:name="_Toc390438980"/>
      <w:bookmarkStart w:id="574" w:name="_Toc405897681"/>
      <w:bookmarkStart w:id="575" w:name="_Toc415055783"/>
      <w:bookmarkStart w:id="576" w:name="_Toc415055909"/>
      <w:bookmarkStart w:id="577" w:name="_Toc415056008"/>
      <w:bookmarkStart w:id="578" w:name="_Toc415056108"/>
      <w:bookmarkStart w:id="579" w:name="_Toc91061015"/>
      <w:r>
        <w:t>16.11.6.1.3</w:t>
      </w:r>
      <w:r>
        <w:tab/>
        <w:t>Aggregate Amount Owed by Breaching Market Participant Immediately Due</w:t>
      </w:r>
      <w:bookmarkEnd w:id="573"/>
      <w:bookmarkEnd w:id="574"/>
      <w:bookmarkEnd w:id="575"/>
      <w:bookmarkEnd w:id="576"/>
      <w:bookmarkEnd w:id="577"/>
      <w:bookmarkEnd w:id="578"/>
      <w:bookmarkEnd w:id="579"/>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0" w:name="_Toc390438981"/>
      <w:bookmarkStart w:id="581" w:name="_Toc405897683"/>
      <w:bookmarkStart w:id="582" w:name="_Toc415055784"/>
      <w:bookmarkStart w:id="583" w:name="_Toc415055910"/>
      <w:bookmarkStart w:id="584" w:name="_Toc415056009"/>
      <w:bookmarkStart w:id="585" w:name="_Toc415056109"/>
      <w:bookmarkStart w:id="586" w:name="_Toc91061016"/>
      <w:r>
        <w:t>16.11.6.1.4</w:t>
      </w:r>
      <w:r>
        <w:tab/>
        <w:t>Repossession of CRRs by ERCOT</w:t>
      </w:r>
      <w:bookmarkEnd w:id="580"/>
      <w:bookmarkEnd w:id="581"/>
      <w:bookmarkEnd w:id="582"/>
      <w:bookmarkEnd w:id="583"/>
      <w:bookmarkEnd w:id="584"/>
      <w:bookmarkEnd w:id="585"/>
      <w:bookmarkEnd w:id="586"/>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87" w:name="_Toc390438982"/>
      <w:bookmarkStart w:id="588" w:name="_Toc405897685"/>
      <w:bookmarkStart w:id="589" w:name="_Toc415055785"/>
      <w:bookmarkStart w:id="590" w:name="_Toc415055911"/>
      <w:bookmarkStart w:id="591" w:name="_Toc415056010"/>
      <w:bookmarkStart w:id="592" w:name="_Toc415056110"/>
      <w:bookmarkStart w:id="593" w:name="_Toc91061017"/>
      <w:r>
        <w:t>16.11.6.1.5</w:t>
      </w:r>
      <w:r>
        <w:tab/>
        <w:t>Declaration of Forfeit of CRRs</w:t>
      </w:r>
      <w:bookmarkEnd w:id="587"/>
      <w:bookmarkEnd w:id="588"/>
      <w:bookmarkEnd w:id="589"/>
      <w:bookmarkEnd w:id="590"/>
      <w:bookmarkEnd w:id="591"/>
      <w:bookmarkEnd w:id="592"/>
      <w:bookmarkEnd w:id="593"/>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4" w:name="_Toc149469980"/>
      <w:r>
        <w:t xml:space="preserve">Section 7.5.7, Method for Distributing </w:t>
      </w:r>
      <w:smartTag w:uri="urn:schemas-microsoft-com:office:smarttags" w:element="stockticker">
        <w:r>
          <w:t>CRR</w:t>
        </w:r>
      </w:smartTag>
      <w:r>
        <w:t xml:space="preserve"> Auction Revenues</w:t>
      </w:r>
      <w:bookmarkEnd w:id="594"/>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5" w:name="_Toc390438983"/>
            <w:bookmarkStart w:id="596" w:name="_Toc405897686"/>
            <w:bookmarkStart w:id="597" w:name="_Toc415055786"/>
            <w:bookmarkStart w:id="598" w:name="_Toc415055912"/>
            <w:bookmarkStart w:id="599" w:name="_Toc415056011"/>
            <w:bookmarkStart w:id="600"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1" w:name="_Toc85094702"/>
            <w:bookmarkStart w:id="602" w:name="_Toc91061018"/>
            <w:r w:rsidRPr="004E603E">
              <w:rPr>
                <w:b/>
                <w:bCs/>
                <w:i/>
                <w:iCs/>
                <w:szCs w:val="26"/>
              </w:rPr>
              <w:t>16.11.6.1.6</w:t>
            </w:r>
            <w:r w:rsidRPr="004E603E">
              <w:rPr>
                <w:b/>
                <w:bCs/>
                <w:i/>
                <w:iCs/>
                <w:szCs w:val="26"/>
              </w:rPr>
              <w:tab/>
              <w:t>Liquidation of Repossessed or Forfeited CRRs</w:t>
            </w:r>
            <w:bookmarkEnd w:id="601"/>
            <w:bookmarkEnd w:id="60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3" w:name="_Toc70591655"/>
      <w:bookmarkStart w:id="604" w:name="_Toc91061019"/>
      <w:r>
        <w:lastRenderedPageBreak/>
        <w:t>16.11.6.1.6</w:t>
      </w:r>
      <w:r>
        <w:tab/>
        <w:t>Revocation of a Market Participant’s Rights and Termination of Agreements</w:t>
      </w:r>
      <w:bookmarkEnd w:id="595"/>
      <w:bookmarkEnd w:id="596"/>
      <w:bookmarkEnd w:id="597"/>
      <w:bookmarkEnd w:id="598"/>
      <w:bookmarkEnd w:id="599"/>
      <w:bookmarkEnd w:id="600"/>
      <w:bookmarkEnd w:id="603"/>
      <w:bookmarkEnd w:id="60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5" w:name="_Toc390438984"/>
      <w:bookmarkStart w:id="606" w:name="_Toc405897687"/>
      <w:bookmarkStart w:id="607" w:name="_Toc415055787"/>
      <w:bookmarkStart w:id="608" w:name="_Toc415055913"/>
      <w:bookmarkStart w:id="609" w:name="_Toc415056012"/>
      <w:bookmarkStart w:id="610" w:name="_Toc415056112"/>
      <w:bookmarkStart w:id="611" w:name="_Toc91061020"/>
      <w:r w:rsidRPr="00D63F95">
        <w:rPr>
          <w:b/>
        </w:rPr>
        <w:t>16.11.6.2</w:t>
      </w:r>
      <w:r w:rsidRPr="00D63F95">
        <w:rPr>
          <w:b/>
        </w:rPr>
        <w:tab/>
        <w:t>ERCOT’s Remedies for Late Payments by a Market Participant</w:t>
      </w:r>
      <w:bookmarkEnd w:id="605"/>
      <w:bookmarkEnd w:id="606"/>
      <w:bookmarkEnd w:id="607"/>
      <w:bookmarkEnd w:id="608"/>
      <w:bookmarkEnd w:id="609"/>
      <w:bookmarkEnd w:id="610"/>
      <w:bookmarkEnd w:id="61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2" w:name="_Toc390438986"/>
      <w:bookmarkStart w:id="613" w:name="_Toc405897691"/>
      <w:bookmarkStart w:id="614" w:name="_Toc415055789"/>
      <w:bookmarkStart w:id="615" w:name="_Toc415055915"/>
      <w:bookmarkStart w:id="616" w:name="_Toc415056014"/>
      <w:bookmarkStart w:id="617" w:name="_Toc415056114"/>
      <w:bookmarkStart w:id="618" w:name="_Toc91061021"/>
      <w:r>
        <w:t>16.11.6.2.</w:t>
      </w:r>
      <w:r w:rsidR="002F409F">
        <w:t>1</w:t>
      </w:r>
      <w:r>
        <w:tab/>
      </w:r>
      <w:r w:rsidR="002F409F">
        <w:t>First</w:t>
      </w:r>
      <w:r>
        <w:t xml:space="preserve"> Late Payment in Any Rolling 12-Month Period</w:t>
      </w:r>
      <w:bookmarkEnd w:id="612"/>
      <w:bookmarkEnd w:id="613"/>
      <w:bookmarkEnd w:id="614"/>
      <w:bookmarkEnd w:id="615"/>
      <w:bookmarkEnd w:id="616"/>
      <w:bookmarkEnd w:id="617"/>
      <w:bookmarkEnd w:id="61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19" w:name="_Toc390438987"/>
      <w:bookmarkStart w:id="620" w:name="_Toc405897693"/>
      <w:bookmarkStart w:id="621" w:name="_Toc415055790"/>
      <w:bookmarkStart w:id="622" w:name="_Toc415055916"/>
      <w:bookmarkStart w:id="623" w:name="_Toc415056015"/>
      <w:bookmarkStart w:id="624" w:name="_Toc415056115"/>
      <w:bookmarkStart w:id="625" w:name="_Toc91061022"/>
      <w:r>
        <w:t>16.11.6.2.</w:t>
      </w:r>
      <w:r w:rsidR="002F409F">
        <w:t>2</w:t>
      </w:r>
      <w:r>
        <w:tab/>
      </w:r>
      <w:r w:rsidR="002F409F">
        <w:t>Second</w:t>
      </w:r>
      <w:r>
        <w:t xml:space="preserve"> Late Payment in Any Rolling 12-Month Period</w:t>
      </w:r>
      <w:bookmarkEnd w:id="619"/>
      <w:bookmarkEnd w:id="620"/>
      <w:bookmarkEnd w:id="621"/>
      <w:bookmarkEnd w:id="622"/>
      <w:bookmarkEnd w:id="623"/>
      <w:bookmarkEnd w:id="624"/>
      <w:bookmarkEnd w:id="62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6" w:name="_Toc91061023"/>
      <w:bookmarkStart w:id="627" w:name="_Toc390438988"/>
      <w:bookmarkStart w:id="628" w:name="_Toc405897695"/>
      <w:bookmarkStart w:id="629" w:name="_Toc415055791"/>
      <w:bookmarkStart w:id="630" w:name="_Toc415055917"/>
      <w:bookmarkStart w:id="631" w:name="_Toc415056016"/>
      <w:bookmarkStart w:id="632" w:name="_Toc415056116"/>
      <w:r>
        <w:t>16.11.6.2.3</w:t>
      </w:r>
      <w:r>
        <w:tab/>
        <w:t>Third Late Payment in Any Rolling 12-Month Period</w:t>
      </w:r>
      <w:bookmarkEnd w:id="62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33" w:name="_Toc91061024"/>
      <w:r>
        <w:t>16.11.6.2.4</w:t>
      </w:r>
      <w:r>
        <w:tab/>
        <w:t>Fourth Late Payment in Any Rolling 12-Month Period</w:t>
      </w:r>
      <w:bookmarkEnd w:id="627"/>
      <w:bookmarkEnd w:id="628"/>
      <w:bookmarkEnd w:id="629"/>
      <w:bookmarkEnd w:id="630"/>
      <w:bookmarkEnd w:id="631"/>
      <w:bookmarkEnd w:id="632"/>
      <w:bookmarkEnd w:id="63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4" w:name="_Toc390438989"/>
      <w:bookmarkStart w:id="635" w:name="_Toc405897697"/>
      <w:bookmarkStart w:id="636" w:name="_Toc415055792"/>
      <w:bookmarkStart w:id="637" w:name="_Toc415055918"/>
      <w:bookmarkStart w:id="638" w:name="_Toc415056017"/>
      <w:bookmarkStart w:id="639" w:name="_Toc415056117"/>
      <w:bookmarkStart w:id="640" w:name="_Toc91061025"/>
      <w:r>
        <w:t>16.11.6.2.5</w:t>
      </w:r>
      <w:r>
        <w:tab/>
        <w:t>Level I Enforcement</w:t>
      </w:r>
      <w:bookmarkEnd w:id="634"/>
      <w:bookmarkEnd w:id="635"/>
      <w:bookmarkEnd w:id="636"/>
      <w:bookmarkEnd w:id="637"/>
      <w:bookmarkEnd w:id="638"/>
      <w:bookmarkEnd w:id="639"/>
      <w:bookmarkEnd w:id="64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1" w:name="_Toc390438990"/>
      <w:bookmarkStart w:id="642" w:name="_Toc405897699"/>
      <w:bookmarkStart w:id="643" w:name="_Toc415055793"/>
      <w:bookmarkStart w:id="644" w:name="_Toc415055919"/>
      <w:bookmarkStart w:id="645" w:name="_Toc415056018"/>
      <w:bookmarkStart w:id="646" w:name="_Toc415056118"/>
      <w:bookmarkStart w:id="647" w:name="_Toc91061026"/>
      <w:r>
        <w:t>16.11.6.2.6</w:t>
      </w:r>
      <w:r>
        <w:tab/>
        <w:t>Level II Enforcement</w:t>
      </w:r>
      <w:bookmarkEnd w:id="641"/>
      <w:bookmarkEnd w:id="642"/>
      <w:bookmarkEnd w:id="643"/>
      <w:bookmarkEnd w:id="644"/>
      <w:bookmarkEnd w:id="645"/>
      <w:bookmarkEnd w:id="646"/>
      <w:bookmarkEnd w:id="64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48" w:name="_Toc390438991"/>
      <w:bookmarkStart w:id="649" w:name="_Toc405897701"/>
      <w:bookmarkStart w:id="650" w:name="_Toc415055794"/>
      <w:bookmarkStart w:id="651" w:name="_Toc415055920"/>
      <w:bookmarkStart w:id="652" w:name="_Toc415056019"/>
      <w:bookmarkStart w:id="653" w:name="_Toc415056119"/>
      <w:bookmarkStart w:id="654" w:name="_Toc91061027"/>
      <w:r>
        <w:lastRenderedPageBreak/>
        <w:t>16.11.6.2.7</w:t>
      </w:r>
      <w:r>
        <w:tab/>
        <w:t>Level III Enforcement</w:t>
      </w:r>
      <w:bookmarkEnd w:id="648"/>
      <w:bookmarkEnd w:id="649"/>
      <w:bookmarkEnd w:id="650"/>
      <w:bookmarkEnd w:id="651"/>
      <w:bookmarkEnd w:id="652"/>
      <w:bookmarkEnd w:id="653"/>
      <w:bookmarkEnd w:id="65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5" w:name="_Toc98060312"/>
      <w:bookmarkStart w:id="656" w:name="_Toc390438992"/>
      <w:bookmarkStart w:id="657" w:name="_Toc405897703"/>
      <w:bookmarkStart w:id="658" w:name="_Toc415055795"/>
      <w:bookmarkStart w:id="659" w:name="_Toc415055921"/>
      <w:bookmarkStart w:id="660" w:name="_Toc415056020"/>
      <w:bookmarkStart w:id="661" w:name="_Toc415056120"/>
      <w:bookmarkStart w:id="662" w:name="_Toc91061028"/>
      <w:r>
        <w:t>16.11.7</w:t>
      </w:r>
      <w:r>
        <w:tab/>
        <w:t>Release of Market Participant’s Financial Security Requirement</w:t>
      </w:r>
      <w:bookmarkEnd w:id="655"/>
      <w:bookmarkEnd w:id="656"/>
      <w:bookmarkEnd w:id="657"/>
      <w:bookmarkEnd w:id="658"/>
      <w:bookmarkEnd w:id="659"/>
      <w:bookmarkEnd w:id="660"/>
      <w:bookmarkEnd w:id="661"/>
      <w:bookmarkEnd w:id="66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3" w:name="_Toc98060322"/>
            <w:bookmarkStart w:id="664" w:name="_Toc390438993"/>
            <w:bookmarkStart w:id="665" w:name="_Toc405897704"/>
            <w:bookmarkStart w:id="666" w:name="_Toc415055796"/>
            <w:bookmarkStart w:id="667" w:name="_Toc415055922"/>
            <w:bookmarkStart w:id="668" w:name="_Toc415056021"/>
            <w:bookmarkStart w:id="66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0" w:name="_Toc91061029"/>
      <w:r>
        <w:t>16.11.8</w:t>
      </w:r>
      <w:r>
        <w:tab/>
        <w:t>Acceleration</w:t>
      </w:r>
      <w:bookmarkEnd w:id="663"/>
      <w:bookmarkEnd w:id="664"/>
      <w:bookmarkEnd w:id="665"/>
      <w:bookmarkEnd w:id="666"/>
      <w:bookmarkEnd w:id="667"/>
      <w:bookmarkEnd w:id="668"/>
      <w:bookmarkEnd w:id="669"/>
      <w:bookmarkEnd w:id="67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8"/>
      <w:bookmarkEnd w:id="429"/>
      <w:bookmarkEnd w:id="430"/>
    </w:p>
    <w:p w14:paraId="6EA1CA23" w14:textId="77777777" w:rsidR="00C2117B" w:rsidRPr="002631D7" w:rsidRDefault="00C2117B" w:rsidP="00C2117B">
      <w:pPr>
        <w:pStyle w:val="H2"/>
        <w:rPr>
          <w:lang w:val="en-US" w:eastAsia="en-US"/>
        </w:rPr>
      </w:pPr>
      <w:bookmarkStart w:id="671" w:name="_Toc390438994"/>
      <w:bookmarkStart w:id="672" w:name="_Toc405897705"/>
      <w:bookmarkStart w:id="673" w:name="_Toc415055797"/>
      <w:bookmarkStart w:id="674" w:name="_Toc415055923"/>
      <w:bookmarkStart w:id="675" w:name="_Toc415056022"/>
      <w:bookmarkStart w:id="676" w:name="_Toc415056122"/>
      <w:bookmarkStart w:id="677" w:name="_Toc91061030"/>
      <w:r w:rsidRPr="002631D7">
        <w:rPr>
          <w:lang w:val="en-US" w:eastAsia="en-US"/>
        </w:rPr>
        <w:lastRenderedPageBreak/>
        <w:t>16.12</w:t>
      </w:r>
      <w:r w:rsidRPr="002631D7">
        <w:rPr>
          <w:lang w:val="en-US" w:eastAsia="en-US"/>
        </w:rPr>
        <w:tab/>
        <w:t>User Security Administrator and Digital Certificates</w:t>
      </w:r>
      <w:bookmarkEnd w:id="671"/>
      <w:bookmarkEnd w:id="672"/>
      <w:bookmarkEnd w:id="673"/>
      <w:bookmarkEnd w:id="674"/>
      <w:bookmarkEnd w:id="675"/>
      <w:bookmarkEnd w:id="676"/>
      <w:bookmarkEnd w:id="677"/>
    </w:p>
    <w:p w14:paraId="4FD49CDF" w14:textId="77777777" w:rsidR="00462B48" w:rsidRDefault="00462B48" w:rsidP="00462B48">
      <w:pPr>
        <w:pStyle w:val="H2"/>
        <w:tabs>
          <w:tab w:val="clear" w:pos="900"/>
        </w:tabs>
        <w:spacing w:before="0"/>
        <w:ind w:left="720" w:hanging="720"/>
        <w:outlineLvl w:val="9"/>
        <w:rPr>
          <w:b w:val="0"/>
        </w:rPr>
      </w:pPr>
      <w:bookmarkStart w:id="67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78"/>
    </w:p>
    <w:p w14:paraId="6A7269C2" w14:textId="77777777" w:rsidR="00FC1C5F" w:rsidRDefault="00727E32" w:rsidP="003E021A">
      <w:pPr>
        <w:pStyle w:val="H3"/>
      </w:pPr>
      <w:bookmarkStart w:id="679" w:name="_Toc390438995"/>
      <w:bookmarkStart w:id="680" w:name="_Toc405897706"/>
      <w:bookmarkStart w:id="681" w:name="_Toc415055798"/>
      <w:bookmarkStart w:id="682" w:name="_Toc415055924"/>
      <w:bookmarkStart w:id="683" w:name="_Toc415056023"/>
      <w:bookmarkStart w:id="684" w:name="_Toc415056123"/>
      <w:bookmarkStart w:id="685" w:name="_Toc91061031"/>
      <w:r>
        <w:t>16.12.1</w:t>
      </w:r>
      <w:r>
        <w:tab/>
        <w:t>USA Responsibilities and Qualifications for Digital Certificate Holders</w:t>
      </w:r>
      <w:bookmarkEnd w:id="679"/>
      <w:bookmarkEnd w:id="680"/>
      <w:bookmarkEnd w:id="681"/>
      <w:bookmarkEnd w:id="682"/>
      <w:bookmarkEnd w:id="683"/>
      <w:bookmarkEnd w:id="684"/>
      <w:bookmarkEnd w:id="68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6" w:name="_Toc390438996"/>
      <w:bookmarkStart w:id="687" w:name="_Toc405897707"/>
      <w:bookmarkStart w:id="688" w:name="_Toc415055799"/>
      <w:bookmarkStart w:id="689" w:name="_Toc415055925"/>
      <w:bookmarkStart w:id="690" w:name="_Toc415056024"/>
      <w:bookmarkStart w:id="691" w:name="_Toc415056124"/>
      <w:bookmarkStart w:id="692" w:name="_Toc91061032"/>
      <w:r>
        <w:t>16.12.2</w:t>
      </w:r>
      <w:r>
        <w:tab/>
        <w:t>Requirements for Use of Digital Certificates</w:t>
      </w:r>
      <w:bookmarkEnd w:id="686"/>
      <w:bookmarkEnd w:id="687"/>
      <w:bookmarkEnd w:id="688"/>
      <w:bookmarkEnd w:id="689"/>
      <w:bookmarkEnd w:id="690"/>
      <w:bookmarkEnd w:id="691"/>
      <w:bookmarkEnd w:id="69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3" w:name="_Toc390438997"/>
      <w:bookmarkStart w:id="694" w:name="_Toc405897708"/>
      <w:bookmarkStart w:id="695" w:name="_Toc415055800"/>
      <w:bookmarkStart w:id="696" w:name="_Toc415055926"/>
      <w:bookmarkStart w:id="697" w:name="_Toc415056025"/>
      <w:bookmarkStart w:id="698" w:name="_Toc415056125"/>
      <w:bookmarkStart w:id="699" w:name="_Toc91061033"/>
      <w:r>
        <w:t>16.12.3</w:t>
      </w:r>
      <w:r>
        <w:tab/>
        <w:t>Market Participant Audits of User Security Administrators and Digital Certificates</w:t>
      </w:r>
      <w:bookmarkEnd w:id="693"/>
      <w:bookmarkEnd w:id="694"/>
      <w:bookmarkEnd w:id="695"/>
      <w:bookmarkEnd w:id="696"/>
      <w:bookmarkEnd w:id="697"/>
      <w:bookmarkEnd w:id="698"/>
      <w:bookmarkEnd w:id="69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0" w:name="_Toc390438998"/>
      <w:bookmarkStart w:id="701" w:name="_Toc405897709"/>
      <w:bookmarkStart w:id="702" w:name="_Toc415055801"/>
      <w:bookmarkStart w:id="703" w:name="_Toc415055927"/>
      <w:bookmarkStart w:id="704" w:name="_Toc415056026"/>
      <w:bookmarkStart w:id="705" w:name="_Toc415056126"/>
      <w:bookmarkStart w:id="706" w:name="_Toc91061034"/>
      <w:r w:rsidRPr="00C83EFD">
        <w:rPr>
          <w:b/>
        </w:rPr>
        <w:t>16.13</w:t>
      </w:r>
      <w:r w:rsidRPr="00C83EFD">
        <w:rPr>
          <w:b/>
        </w:rPr>
        <w:tab/>
        <w:t>Registration of Emergency Response Service Resources</w:t>
      </w:r>
      <w:bookmarkEnd w:id="700"/>
      <w:bookmarkEnd w:id="701"/>
      <w:bookmarkEnd w:id="702"/>
      <w:bookmarkEnd w:id="703"/>
      <w:bookmarkEnd w:id="704"/>
      <w:bookmarkEnd w:id="705"/>
      <w:bookmarkEnd w:id="70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07" w:name="_Toc390438999"/>
      <w:bookmarkStart w:id="708" w:name="_Toc405897710"/>
      <w:bookmarkStart w:id="709" w:name="_Toc415055802"/>
      <w:bookmarkStart w:id="710" w:name="_Toc415055928"/>
      <w:bookmarkStart w:id="711" w:name="_Toc415056027"/>
      <w:bookmarkStart w:id="712" w:name="_Toc415056127"/>
      <w:bookmarkStart w:id="713" w:name="_Toc91061035"/>
      <w:r>
        <w:t>16.14</w:t>
      </w:r>
      <w:r>
        <w:tab/>
        <w:t>Termination of Access Privileges to Restricted Computer Systems and Control Systems</w:t>
      </w:r>
      <w:bookmarkEnd w:id="707"/>
      <w:bookmarkEnd w:id="708"/>
      <w:bookmarkEnd w:id="709"/>
      <w:bookmarkEnd w:id="710"/>
      <w:bookmarkEnd w:id="711"/>
      <w:bookmarkEnd w:id="712"/>
      <w:bookmarkEnd w:id="71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4" w:name="_Toc390439000"/>
      <w:bookmarkStart w:id="715" w:name="_Toc405897711"/>
      <w:bookmarkStart w:id="716" w:name="_Toc415055803"/>
      <w:bookmarkStart w:id="717" w:name="_Toc415055929"/>
      <w:bookmarkStart w:id="718" w:name="_Toc415056028"/>
      <w:bookmarkStart w:id="719" w:name="_Toc415056128"/>
      <w:bookmarkStart w:id="720" w:name="_Toc91061036"/>
      <w:r w:rsidRPr="002631D7">
        <w:rPr>
          <w:lang w:val="en-US" w:eastAsia="en-US"/>
        </w:rPr>
        <w:t>16.15</w:t>
      </w:r>
      <w:r w:rsidRPr="002631D7">
        <w:rPr>
          <w:lang w:val="en-US" w:eastAsia="en-US"/>
        </w:rPr>
        <w:tab/>
        <w:t>Registration of Independent Market Information System Registered Entity</w:t>
      </w:r>
      <w:bookmarkEnd w:id="714"/>
      <w:bookmarkEnd w:id="715"/>
      <w:bookmarkEnd w:id="716"/>
      <w:bookmarkEnd w:id="717"/>
      <w:bookmarkEnd w:id="718"/>
      <w:bookmarkEnd w:id="719"/>
      <w:bookmarkEnd w:id="72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1" w:name="_Toc390439001"/>
      <w:bookmarkStart w:id="722" w:name="_Toc405897712"/>
      <w:bookmarkStart w:id="723" w:name="_Toc415055804"/>
      <w:bookmarkStart w:id="724" w:name="_Toc415055930"/>
      <w:bookmarkStart w:id="725" w:name="_Toc415056029"/>
      <w:bookmarkStart w:id="726" w:name="_Toc415056129"/>
      <w:bookmarkStart w:id="727" w:name="_Toc91061037"/>
      <w:r w:rsidRPr="002631D7">
        <w:rPr>
          <w:szCs w:val="24"/>
          <w:lang w:val="en-US" w:eastAsia="en-US"/>
        </w:rPr>
        <w:lastRenderedPageBreak/>
        <w:t>16.16</w:t>
      </w:r>
      <w:r w:rsidRPr="002631D7">
        <w:rPr>
          <w:szCs w:val="24"/>
          <w:lang w:val="en-US" w:eastAsia="en-US"/>
        </w:rPr>
        <w:tab/>
        <w:t>Additional Counter-Party Qualification Requirements</w:t>
      </w:r>
      <w:bookmarkEnd w:id="721"/>
      <w:bookmarkEnd w:id="722"/>
      <w:bookmarkEnd w:id="723"/>
      <w:bookmarkEnd w:id="724"/>
      <w:bookmarkEnd w:id="725"/>
      <w:bookmarkEnd w:id="726"/>
      <w:bookmarkEnd w:id="727"/>
      <w:r w:rsidRPr="002631D7">
        <w:rPr>
          <w:szCs w:val="24"/>
          <w:lang w:val="en-US" w:eastAsia="en-US"/>
        </w:rPr>
        <w:t xml:space="preserve"> </w:t>
      </w:r>
    </w:p>
    <w:p w14:paraId="2C3DD08D" w14:textId="77777777" w:rsidR="00770ABB" w:rsidRDefault="00770ABB" w:rsidP="00770ABB">
      <w:pPr>
        <w:pStyle w:val="H3"/>
      </w:pPr>
      <w:bookmarkStart w:id="728" w:name="_Toc390439002"/>
      <w:bookmarkStart w:id="729" w:name="_Toc405897713"/>
      <w:bookmarkStart w:id="730" w:name="_Toc415055805"/>
      <w:bookmarkStart w:id="731" w:name="_Toc415055931"/>
      <w:bookmarkStart w:id="732" w:name="_Toc415056030"/>
      <w:bookmarkStart w:id="733" w:name="_Toc415056130"/>
      <w:bookmarkStart w:id="734" w:name="_Toc91061038"/>
      <w:r>
        <w:t>16.16.1</w:t>
      </w:r>
      <w:r>
        <w:tab/>
      </w:r>
      <w:r>
        <w:rPr>
          <w:szCs w:val="24"/>
        </w:rPr>
        <w:t>Counter-Party Criteria</w:t>
      </w:r>
      <w:bookmarkEnd w:id="728"/>
      <w:bookmarkEnd w:id="729"/>
      <w:bookmarkEnd w:id="730"/>
      <w:bookmarkEnd w:id="731"/>
      <w:bookmarkEnd w:id="732"/>
      <w:bookmarkEnd w:id="733"/>
      <w:bookmarkEnd w:id="73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5" w:name="_Toc390439003"/>
      <w:bookmarkStart w:id="736" w:name="_Toc405897714"/>
      <w:bookmarkStart w:id="737" w:name="_Toc415055806"/>
      <w:bookmarkStart w:id="738" w:name="_Toc415055932"/>
      <w:bookmarkStart w:id="739" w:name="_Toc415056031"/>
      <w:bookmarkStart w:id="740" w:name="_Toc415056131"/>
      <w:bookmarkStart w:id="741" w:name="_Toc91061039"/>
      <w:r>
        <w:t>16.16.2</w:t>
      </w:r>
      <w:r>
        <w:tab/>
        <w:t>Annual Certification</w:t>
      </w:r>
      <w:bookmarkEnd w:id="735"/>
      <w:bookmarkEnd w:id="736"/>
      <w:bookmarkEnd w:id="737"/>
      <w:bookmarkEnd w:id="738"/>
      <w:bookmarkEnd w:id="739"/>
      <w:bookmarkEnd w:id="740"/>
      <w:bookmarkEnd w:id="74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2" w:name="_Toc390439004"/>
      <w:bookmarkStart w:id="743" w:name="_Toc405897715"/>
      <w:bookmarkStart w:id="744" w:name="_Toc415055807"/>
      <w:bookmarkStart w:id="745" w:name="_Toc415055933"/>
      <w:bookmarkStart w:id="746" w:name="_Toc415056032"/>
      <w:bookmarkStart w:id="747" w:name="_Toc415056132"/>
      <w:bookmarkStart w:id="748" w:name="_Toc91061040"/>
      <w:r>
        <w:t>16.16.3</w:t>
      </w:r>
      <w:r>
        <w:tab/>
      </w:r>
      <w:r w:rsidRPr="00945FF8">
        <w:rPr>
          <w:szCs w:val="24"/>
        </w:rPr>
        <w:t>Verification of Risk Management Framework</w:t>
      </w:r>
      <w:bookmarkEnd w:id="742"/>
      <w:bookmarkEnd w:id="743"/>
      <w:bookmarkEnd w:id="744"/>
      <w:bookmarkEnd w:id="745"/>
      <w:bookmarkEnd w:id="746"/>
      <w:bookmarkEnd w:id="747"/>
      <w:bookmarkEnd w:id="74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49" w:name="_Toc91061041"/>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4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0" w:name="_Toc10024122"/>
            <w:bookmarkStart w:id="751" w:name="_Toc11053083"/>
            <w:bookmarkStart w:id="752" w:name="_Toc34728550"/>
            <w:bookmarkStart w:id="753" w:name="_Toc44403983"/>
            <w:bookmarkStart w:id="754" w:name="_Toc54882179"/>
            <w:bookmarkStart w:id="755" w:name="_Toc54882284"/>
            <w:bookmarkStart w:id="756" w:name="_Toc85094726"/>
            <w:bookmarkStart w:id="757" w:name="_Toc91061042"/>
            <w:r w:rsidRPr="00E55E72">
              <w:rPr>
                <w:b/>
              </w:rPr>
              <w:t>16.1</w:t>
            </w:r>
            <w:r>
              <w:rPr>
                <w:b/>
              </w:rPr>
              <w:t>8</w:t>
            </w:r>
            <w:r w:rsidRPr="003B7BC8">
              <w:rPr>
                <w:b/>
              </w:rPr>
              <w:tab/>
            </w:r>
            <w:r w:rsidRPr="00E55E72">
              <w:rPr>
                <w:b/>
              </w:rPr>
              <w:t>Registration of a Direct Current Tie Operator</w:t>
            </w:r>
            <w:bookmarkEnd w:id="750"/>
            <w:bookmarkEnd w:id="751"/>
            <w:bookmarkEnd w:id="752"/>
            <w:bookmarkEnd w:id="753"/>
            <w:bookmarkEnd w:id="754"/>
            <w:bookmarkEnd w:id="755"/>
            <w:bookmarkEnd w:id="756"/>
            <w:bookmarkEnd w:id="75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w:t>
            </w:r>
            <w:r w:rsidRPr="00E55E72">
              <w:lastRenderedPageBreak/>
              <w:t xml:space="preserve">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58" w:name="_Toc70591679"/>
      <w:bookmarkStart w:id="759" w:name="_Toc91061043"/>
      <w:r w:rsidRPr="009A08C4">
        <w:lastRenderedPageBreak/>
        <w:t>16.1</w:t>
      </w:r>
      <w:r w:rsidR="00D611BB">
        <w:rPr>
          <w:lang w:val="en-US"/>
        </w:rPr>
        <w:t>8</w:t>
      </w:r>
      <w:r w:rsidRPr="009A08C4">
        <w:tab/>
        <w:t>Cybersecurity Incident Notification</w:t>
      </w:r>
      <w:bookmarkEnd w:id="758"/>
      <w:bookmarkEnd w:id="75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lastRenderedPageBreak/>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0"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w:t>
      </w:r>
      <w:r w:rsidRPr="006C277F">
        <w:rPr>
          <w:iCs/>
          <w:color w:val="000000"/>
          <w:szCs w:val="24"/>
        </w:rPr>
        <w:lastRenderedPageBreak/>
        <w:t xml:space="preserve">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1" w:name="_Toc70591681"/>
            <w:bookmarkStart w:id="762" w:name="_Toc91061045"/>
            <w:r w:rsidRPr="006C277F">
              <w:rPr>
                <w:bCs/>
                <w:snapToGrid w:val="0"/>
              </w:rPr>
              <w:t>16.19</w:t>
            </w:r>
            <w:r w:rsidRPr="006C277F">
              <w:rPr>
                <w:bCs/>
                <w:snapToGrid w:val="0"/>
              </w:rPr>
              <w:tab/>
              <w:t>Designation of Transmission Operators</w:t>
            </w:r>
            <w:bookmarkEnd w:id="761"/>
            <w:bookmarkEnd w:id="76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4A5AD76C" w:rsidR="00743263" w:rsidRDefault="00743263">
    <w:pPr>
      <w:pStyle w:val="Footer"/>
      <w:tabs>
        <w:tab w:val="right" w:pos="9450"/>
      </w:tabs>
      <w:spacing w:before="0" w:after="0"/>
    </w:pPr>
    <w:r>
      <w:t xml:space="preserve">ERCOT Nodal Protocols – </w:t>
    </w:r>
    <w:r w:rsidR="00FE57D4">
      <w:t>June</w:t>
    </w:r>
    <w:r>
      <w:t xml:space="preserve"> 1, 2022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1A0727D3" w:rsidR="00743263" w:rsidRDefault="00743263">
    <w:pPr>
      <w:pStyle w:val="Footer"/>
      <w:tabs>
        <w:tab w:val="right" w:pos="9450"/>
      </w:tabs>
      <w:spacing w:before="0" w:after="0"/>
      <w:rPr>
        <w:rStyle w:val="PageNumber"/>
      </w:rPr>
    </w:pPr>
    <w:r>
      <w:t xml:space="preserve">ERCOT Nodal Protocols – </w:t>
    </w:r>
    <w:r w:rsidR="00FE57D4">
      <w:t>June</w:t>
    </w:r>
    <w:r>
      <w:t xml:space="preserve"> 1, 2022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1639"/>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4060"/>
    <w:rsid w:val="00D34CD1"/>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024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98</Pages>
  <Words>35157</Words>
  <Characters>200399</Characters>
  <Application>Microsoft Office Word</Application>
  <DocSecurity>0</DocSecurity>
  <Lines>1669</Lines>
  <Paragraphs>470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235086</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5</cp:revision>
  <cp:lastPrinted>2019-04-29T19:52:00Z</cp:lastPrinted>
  <dcterms:created xsi:type="dcterms:W3CDTF">2022-03-30T22:23:00Z</dcterms:created>
  <dcterms:modified xsi:type="dcterms:W3CDTF">2022-05-31T17:05:00Z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