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3C560564" w:rsidR="00BA5FF8" w:rsidRDefault="0020663E">
      <w:pPr>
        <w:pStyle w:val="BodyText"/>
        <w:jc w:val="center"/>
        <w:rPr>
          <w:b/>
        </w:rPr>
      </w:pPr>
      <w:r>
        <w:rPr>
          <w:b/>
        </w:rPr>
        <w:t>June</w:t>
      </w:r>
      <w:r w:rsidR="004E6AFE">
        <w:rPr>
          <w:b/>
        </w:rPr>
        <w:t xml:space="preserve"> 1</w:t>
      </w:r>
      <w:r w:rsidR="00534EF8">
        <w:rPr>
          <w:b/>
        </w:rPr>
        <w:t>, 20</w:t>
      </w:r>
      <w:r w:rsidR="008E5DD6">
        <w:rPr>
          <w:b/>
        </w:rPr>
        <w:t>2</w:t>
      </w:r>
      <w:r w:rsidR="00656B08">
        <w:rPr>
          <w:b/>
        </w:rPr>
        <w:t>2</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730A6F02" w14:textId="61DB2C71" w:rsidR="00787CE4" w:rsidRDefault="00957D0C">
      <w:pPr>
        <w:pStyle w:val="TOC1"/>
        <w:rPr>
          <w:rFonts w:asciiTheme="minorHAnsi" w:eastAsiaTheme="minorEastAsia" w:hAnsiTheme="minorHAnsi" w:cstheme="minorBidi"/>
          <w:b w:val="0"/>
          <w:bCs w:val="0"/>
          <w:i w:val="0"/>
          <w:noProof/>
          <w:sz w:val="22"/>
          <w:szCs w:val="22"/>
        </w:rPr>
      </w:pPr>
      <w:r w:rsidRPr="00D025A4">
        <w:rPr>
          <w:b w:val="0"/>
          <w:bCs w:val="0"/>
          <w:i w:val="0"/>
        </w:rPr>
        <w:lastRenderedPageBreak/>
        <w:fldChar w:fldCharType="begin"/>
      </w:r>
      <w:r w:rsidR="00DC6081" w:rsidRPr="00D025A4">
        <w:rPr>
          <w:b w:val="0"/>
          <w:bCs w:val="0"/>
          <w:i w:val="0"/>
        </w:rPr>
        <w:instrText xml:space="preserve"> TOC \o "1-5" \h \z \u </w:instrText>
      </w:r>
      <w:r w:rsidRPr="00D025A4">
        <w:rPr>
          <w:b w:val="0"/>
          <w:bCs w:val="0"/>
          <w:i w:val="0"/>
        </w:rPr>
        <w:fldChar w:fldCharType="separate"/>
      </w:r>
      <w:hyperlink w:anchor="_Toc68229138" w:history="1">
        <w:r w:rsidR="00787CE4" w:rsidRPr="002D6D4A">
          <w:rPr>
            <w:rStyle w:val="Hyperlink"/>
            <w:noProof/>
          </w:rPr>
          <w:t>11</w:t>
        </w:r>
        <w:r w:rsidR="00787CE4">
          <w:rPr>
            <w:rFonts w:asciiTheme="minorHAnsi" w:eastAsiaTheme="minorEastAsia" w:hAnsiTheme="minorHAnsi" w:cstheme="minorBidi"/>
            <w:b w:val="0"/>
            <w:bCs w:val="0"/>
            <w:i w:val="0"/>
            <w:noProof/>
            <w:sz w:val="22"/>
            <w:szCs w:val="22"/>
          </w:rPr>
          <w:tab/>
        </w:r>
        <w:r w:rsidR="00787CE4" w:rsidRPr="002D6D4A">
          <w:rPr>
            <w:rStyle w:val="Hyperlink"/>
            <w:noProof/>
          </w:rPr>
          <w:t>Data Acquisition and Aggregation</w:t>
        </w:r>
        <w:r w:rsidR="00787CE4">
          <w:rPr>
            <w:noProof/>
            <w:webHidden/>
          </w:rPr>
          <w:tab/>
          <w:t>11-</w:t>
        </w:r>
        <w:r w:rsidR="00787CE4">
          <w:rPr>
            <w:noProof/>
            <w:webHidden/>
          </w:rPr>
          <w:fldChar w:fldCharType="begin"/>
        </w:r>
        <w:r w:rsidR="00787CE4">
          <w:rPr>
            <w:noProof/>
            <w:webHidden/>
          </w:rPr>
          <w:instrText xml:space="preserve"> PAGEREF _Toc68229138 \h </w:instrText>
        </w:r>
        <w:r w:rsidR="00787CE4">
          <w:rPr>
            <w:noProof/>
            <w:webHidden/>
          </w:rPr>
        </w:r>
        <w:r w:rsidR="00787CE4">
          <w:rPr>
            <w:noProof/>
            <w:webHidden/>
          </w:rPr>
          <w:fldChar w:fldCharType="separate"/>
        </w:r>
        <w:r w:rsidR="00AA0963">
          <w:rPr>
            <w:noProof/>
            <w:webHidden/>
          </w:rPr>
          <w:t>1</w:t>
        </w:r>
        <w:r w:rsidR="00787CE4">
          <w:rPr>
            <w:noProof/>
            <w:webHidden/>
          </w:rPr>
          <w:fldChar w:fldCharType="end"/>
        </w:r>
      </w:hyperlink>
    </w:p>
    <w:p w14:paraId="725183E7" w14:textId="3DCB3214" w:rsidR="00787CE4" w:rsidRPr="00787CE4" w:rsidRDefault="00AA0963">
      <w:pPr>
        <w:pStyle w:val="TOC2"/>
        <w:rPr>
          <w:rFonts w:asciiTheme="minorHAnsi" w:eastAsiaTheme="minorEastAsia" w:hAnsiTheme="minorHAnsi" w:cstheme="minorBidi"/>
          <w:noProof/>
        </w:rPr>
      </w:pPr>
      <w:hyperlink w:anchor="_Toc68229139" w:history="1">
        <w:r w:rsidR="00787CE4" w:rsidRPr="00787CE4">
          <w:rPr>
            <w:rStyle w:val="Hyperlink"/>
            <w:noProof/>
          </w:rPr>
          <w:t>11.1</w:t>
        </w:r>
        <w:r w:rsidR="00787CE4" w:rsidRPr="00787CE4">
          <w:rPr>
            <w:rFonts w:asciiTheme="minorHAnsi" w:eastAsiaTheme="minorEastAsia" w:hAnsiTheme="minorHAnsi" w:cstheme="minorBidi"/>
            <w:noProof/>
          </w:rPr>
          <w:tab/>
        </w:r>
        <w:r w:rsidR="00787CE4" w:rsidRPr="00787CE4">
          <w:rPr>
            <w:rStyle w:val="Hyperlink"/>
            <w:noProof/>
          </w:rPr>
          <w:t>Data Acquisition and Aggregation from ERCOT Polled Settlement Metered Entities</w:t>
        </w:r>
        <w:r w:rsidR="00787CE4" w:rsidRPr="00787CE4">
          <w:rPr>
            <w:noProof/>
            <w:webHidden/>
          </w:rPr>
          <w:tab/>
        </w:r>
        <w:r w:rsidR="00787CE4">
          <w:rPr>
            <w:noProof/>
            <w:webHidden/>
          </w:rPr>
          <w:t>11-</w:t>
        </w:r>
        <w:r w:rsidR="00787CE4" w:rsidRPr="00787CE4">
          <w:rPr>
            <w:noProof/>
            <w:webHidden/>
          </w:rPr>
          <w:fldChar w:fldCharType="begin"/>
        </w:r>
        <w:r w:rsidR="00787CE4" w:rsidRPr="00787CE4">
          <w:rPr>
            <w:noProof/>
            <w:webHidden/>
          </w:rPr>
          <w:instrText xml:space="preserve"> PAGEREF _Toc68229139 \h </w:instrText>
        </w:r>
        <w:r w:rsidR="00787CE4" w:rsidRPr="00787CE4">
          <w:rPr>
            <w:noProof/>
            <w:webHidden/>
          </w:rPr>
        </w:r>
        <w:r w:rsidR="00787CE4" w:rsidRPr="00787CE4">
          <w:rPr>
            <w:noProof/>
            <w:webHidden/>
          </w:rPr>
          <w:fldChar w:fldCharType="separate"/>
        </w:r>
        <w:r>
          <w:rPr>
            <w:noProof/>
            <w:webHidden/>
          </w:rPr>
          <w:t>1</w:t>
        </w:r>
        <w:r w:rsidR="00787CE4" w:rsidRPr="00787CE4">
          <w:rPr>
            <w:noProof/>
            <w:webHidden/>
          </w:rPr>
          <w:fldChar w:fldCharType="end"/>
        </w:r>
      </w:hyperlink>
    </w:p>
    <w:p w14:paraId="3C3E2F93" w14:textId="1C9871F5" w:rsidR="00787CE4" w:rsidRPr="00787CE4" w:rsidRDefault="00AA0963">
      <w:pPr>
        <w:pStyle w:val="TOC3"/>
        <w:rPr>
          <w:rFonts w:asciiTheme="minorHAnsi" w:eastAsiaTheme="minorEastAsia" w:hAnsiTheme="minorHAnsi" w:cstheme="minorBidi"/>
          <w:bCs w:val="0"/>
          <w:i w:val="0"/>
          <w:iCs w:val="0"/>
        </w:rPr>
      </w:pPr>
      <w:hyperlink w:anchor="_Toc68229140" w:history="1">
        <w:r w:rsidR="00787CE4" w:rsidRPr="00787CE4">
          <w:rPr>
            <w:rStyle w:val="Hyperlink"/>
            <w:i w:val="0"/>
          </w:rPr>
          <w:t>11.1.1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_Toc68229140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38B40194" w14:textId="776D03DB" w:rsidR="00787CE4" w:rsidRPr="00787CE4" w:rsidRDefault="00AA0963">
      <w:pPr>
        <w:pStyle w:val="TOC3"/>
        <w:rPr>
          <w:rFonts w:asciiTheme="minorHAnsi" w:eastAsiaTheme="minorEastAsia" w:hAnsiTheme="minorHAnsi" w:cstheme="minorBidi"/>
          <w:bCs w:val="0"/>
          <w:i w:val="0"/>
          <w:iCs w:val="0"/>
        </w:rPr>
      </w:pPr>
      <w:hyperlink w:anchor="_Toc68229141" w:history="1">
        <w:r w:rsidR="00787CE4" w:rsidRPr="00787CE4">
          <w:rPr>
            <w:rStyle w:val="Hyperlink"/>
            <w:i w:val="0"/>
          </w:rPr>
          <w:t>11.1.2</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Data Collection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_Toc68229141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6CAD692C" w14:textId="44F859B3" w:rsidR="00787CE4" w:rsidRPr="00787CE4" w:rsidRDefault="00AA0963">
      <w:pPr>
        <w:pStyle w:val="TOC3"/>
        <w:rPr>
          <w:rFonts w:asciiTheme="minorHAnsi" w:eastAsiaTheme="minorEastAsia" w:hAnsiTheme="minorHAnsi" w:cstheme="minorBidi"/>
          <w:bCs w:val="0"/>
          <w:i w:val="0"/>
          <w:iCs w:val="0"/>
        </w:rPr>
      </w:pPr>
      <w:hyperlink w:anchor="_Toc68229142" w:history="1">
        <w:r w:rsidR="00787CE4" w:rsidRPr="00787CE4">
          <w:rPr>
            <w:rStyle w:val="Hyperlink"/>
            <w:i w:val="0"/>
          </w:rPr>
          <w:t>11.1.3</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Time Synchronization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_Toc68229142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53A8B817" w14:textId="5BF98616" w:rsidR="00787CE4" w:rsidRPr="00787CE4" w:rsidRDefault="00AA0963">
      <w:pPr>
        <w:pStyle w:val="TOC3"/>
        <w:rPr>
          <w:rFonts w:asciiTheme="minorHAnsi" w:eastAsiaTheme="minorEastAsia" w:hAnsiTheme="minorHAnsi" w:cstheme="minorBidi"/>
          <w:bCs w:val="0"/>
          <w:i w:val="0"/>
          <w:iCs w:val="0"/>
        </w:rPr>
      </w:pPr>
      <w:hyperlink w:anchor="_Toc68229143" w:history="1">
        <w:r w:rsidR="00787CE4" w:rsidRPr="00787CE4">
          <w:rPr>
            <w:rStyle w:val="Hyperlink"/>
            <w:i w:val="0"/>
          </w:rPr>
          <w:t>11.1.4</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Meter Data Validation, Editing, and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_Toc68229143 \h </w:instrText>
        </w:r>
        <w:r w:rsidR="00787CE4" w:rsidRPr="00787CE4">
          <w:rPr>
            <w:i w:val="0"/>
            <w:webHidden/>
          </w:rPr>
        </w:r>
        <w:r w:rsidR="00787CE4" w:rsidRPr="00787CE4">
          <w:rPr>
            <w:i w:val="0"/>
            <w:webHidden/>
          </w:rPr>
          <w:fldChar w:fldCharType="separate"/>
        </w:r>
        <w:r>
          <w:rPr>
            <w:i w:val="0"/>
            <w:webHidden/>
          </w:rPr>
          <w:t>1</w:t>
        </w:r>
        <w:r w:rsidR="00787CE4" w:rsidRPr="00787CE4">
          <w:rPr>
            <w:i w:val="0"/>
            <w:webHidden/>
          </w:rPr>
          <w:fldChar w:fldCharType="end"/>
        </w:r>
      </w:hyperlink>
    </w:p>
    <w:p w14:paraId="0AAB34FB" w14:textId="300E0E9B" w:rsidR="00787CE4" w:rsidRPr="00787CE4" w:rsidRDefault="00AA0963">
      <w:pPr>
        <w:pStyle w:val="TOC3"/>
        <w:rPr>
          <w:rFonts w:asciiTheme="minorHAnsi" w:eastAsiaTheme="minorEastAsia" w:hAnsiTheme="minorHAnsi" w:cstheme="minorBidi"/>
          <w:bCs w:val="0"/>
          <w:i w:val="0"/>
          <w:iCs w:val="0"/>
        </w:rPr>
      </w:pPr>
      <w:hyperlink w:anchor="_Toc68229144" w:history="1">
        <w:r w:rsidR="00787CE4" w:rsidRPr="00787CE4">
          <w:rPr>
            <w:rStyle w:val="Hyperlink"/>
            <w:i w:val="0"/>
          </w:rPr>
          <w:t>11.1.5</w:t>
        </w:r>
        <w:r w:rsidR="00787CE4" w:rsidRPr="00787CE4">
          <w:rPr>
            <w:rFonts w:asciiTheme="minorHAnsi" w:eastAsiaTheme="minorEastAsia" w:hAnsiTheme="minorHAnsi" w:cstheme="minorBidi"/>
            <w:bCs w:val="0"/>
            <w:i w:val="0"/>
            <w:iCs w:val="0"/>
          </w:rPr>
          <w:tab/>
        </w:r>
        <w:r w:rsidR="00787CE4" w:rsidRPr="00787CE4">
          <w:rPr>
            <w:rStyle w:val="Hyperlink"/>
            <w:i w:val="0"/>
          </w:rPr>
          <w:t>Loss Compensation of ERCOT Polled Settlement Meter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_Toc68229144 \h </w:instrText>
        </w:r>
        <w:r w:rsidR="00787CE4" w:rsidRPr="00787CE4">
          <w:rPr>
            <w:i w:val="0"/>
            <w:webHidden/>
          </w:rPr>
        </w:r>
        <w:r w:rsidR="00787CE4" w:rsidRPr="00787CE4">
          <w:rPr>
            <w:i w:val="0"/>
            <w:webHidden/>
          </w:rPr>
          <w:fldChar w:fldCharType="separate"/>
        </w:r>
        <w:r>
          <w:rPr>
            <w:i w:val="0"/>
            <w:webHidden/>
          </w:rPr>
          <w:t>2</w:t>
        </w:r>
        <w:r w:rsidR="00787CE4" w:rsidRPr="00787CE4">
          <w:rPr>
            <w:i w:val="0"/>
            <w:webHidden/>
          </w:rPr>
          <w:fldChar w:fldCharType="end"/>
        </w:r>
      </w:hyperlink>
    </w:p>
    <w:p w14:paraId="651C46DD" w14:textId="36FDAE15" w:rsidR="00787CE4" w:rsidRPr="00787CE4" w:rsidRDefault="00AA0963">
      <w:pPr>
        <w:pStyle w:val="TOC3"/>
        <w:rPr>
          <w:rFonts w:asciiTheme="minorHAnsi" w:eastAsiaTheme="minorEastAsia" w:hAnsiTheme="minorHAnsi" w:cstheme="minorBidi"/>
          <w:bCs w:val="0"/>
          <w:i w:val="0"/>
          <w:iCs w:val="0"/>
        </w:rPr>
      </w:pPr>
      <w:hyperlink w:anchor="_Toc68229145" w:history="1">
        <w:r w:rsidR="00787CE4" w:rsidRPr="00787CE4">
          <w:rPr>
            <w:rStyle w:val="Hyperlink"/>
            <w:i w:val="0"/>
          </w:rPr>
          <w:t>11.1.6</w:t>
        </w:r>
        <w:r w:rsidR="00787CE4" w:rsidRPr="00787CE4">
          <w:rPr>
            <w:rFonts w:asciiTheme="minorHAnsi" w:eastAsiaTheme="minorEastAsia" w:hAnsiTheme="minorHAnsi" w:cstheme="minorBidi"/>
            <w:bCs w:val="0"/>
            <w:i w:val="0"/>
            <w:iCs w:val="0"/>
          </w:rPr>
          <w:tab/>
        </w:r>
        <w:r w:rsidR="00787CE4" w:rsidRPr="00787CE4">
          <w:rPr>
            <w:rStyle w:val="Hyperlink"/>
            <w:i w:val="0"/>
          </w:rPr>
          <w:t>ERCOT-Polled Settlement Meter Netting</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_Toc68229145 \h </w:instrText>
        </w:r>
        <w:r w:rsidR="00787CE4" w:rsidRPr="00787CE4">
          <w:rPr>
            <w:i w:val="0"/>
            <w:webHidden/>
          </w:rPr>
        </w:r>
        <w:r w:rsidR="00787CE4" w:rsidRPr="00787CE4">
          <w:rPr>
            <w:i w:val="0"/>
            <w:webHidden/>
          </w:rPr>
          <w:fldChar w:fldCharType="separate"/>
        </w:r>
        <w:r>
          <w:rPr>
            <w:i w:val="0"/>
            <w:webHidden/>
          </w:rPr>
          <w:t>3</w:t>
        </w:r>
        <w:r w:rsidR="00787CE4" w:rsidRPr="00787CE4">
          <w:rPr>
            <w:i w:val="0"/>
            <w:webHidden/>
          </w:rPr>
          <w:fldChar w:fldCharType="end"/>
        </w:r>
      </w:hyperlink>
    </w:p>
    <w:p w14:paraId="08D789A5" w14:textId="4D96B3EA" w:rsidR="00787CE4" w:rsidRPr="00787CE4" w:rsidRDefault="00AA0963">
      <w:pPr>
        <w:pStyle w:val="TOC3"/>
        <w:rPr>
          <w:rFonts w:asciiTheme="minorHAnsi" w:eastAsiaTheme="minorEastAsia" w:hAnsiTheme="minorHAnsi" w:cstheme="minorBidi"/>
          <w:bCs w:val="0"/>
          <w:i w:val="0"/>
          <w:iCs w:val="0"/>
        </w:rPr>
      </w:pPr>
      <w:hyperlink w:anchor="_Toc68229146" w:history="1">
        <w:r w:rsidR="00787CE4" w:rsidRPr="00787CE4">
          <w:rPr>
            <w:rStyle w:val="Hyperlink"/>
            <w:i w:val="0"/>
          </w:rPr>
          <w:t>11.1.7</w:t>
        </w:r>
        <w:r w:rsidR="00787CE4" w:rsidRPr="00787CE4">
          <w:rPr>
            <w:rFonts w:asciiTheme="minorHAnsi" w:eastAsiaTheme="minorEastAsia" w:hAnsiTheme="minorHAnsi" w:cstheme="minorBidi"/>
            <w:bCs w:val="0"/>
            <w:i w:val="0"/>
            <w:iCs w:val="0"/>
          </w:rPr>
          <w:tab/>
        </w:r>
        <w:r w:rsidR="00787CE4" w:rsidRPr="00787CE4">
          <w:rPr>
            <w:rStyle w:val="Hyperlink"/>
            <w:i w:val="0"/>
          </w:rPr>
          <w:t>ERCOT Polled Settlement Generation Meter Splitting</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_Toc68229146 \h </w:instrText>
        </w:r>
        <w:r w:rsidR="00787CE4" w:rsidRPr="00787CE4">
          <w:rPr>
            <w:i w:val="0"/>
            <w:webHidden/>
          </w:rPr>
        </w:r>
        <w:r w:rsidR="00787CE4" w:rsidRPr="00787CE4">
          <w:rPr>
            <w:i w:val="0"/>
            <w:webHidden/>
          </w:rPr>
          <w:fldChar w:fldCharType="separate"/>
        </w:r>
        <w:r>
          <w:rPr>
            <w:i w:val="0"/>
            <w:webHidden/>
          </w:rPr>
          <w:t>4</w:t>
        </w:r>
        <w:r w:rsidR="00787CE4" w:rsidRPr="00787CE4">
          <w:rPr>
            <w:i w:val="0"/>
            <w:webHidden/>
          </w:rPr>
          <w:fldChar w:fldCharType="end"/>
        </w:r>
      </w:hyperlink>
    </w:p>
    <w:p w14:paraId="4FC82DFF" w14:textId="0F60FB5A" w:rsidR="00787CE4" w:rsidRPr="00787CE4" w:rsidRDefault="00AA0963">
      <w:pPr>
        <w:pStyle w:val="TOC3"/>
        <w:rPr>
          <w:rFonts w:asciiTheme="minorHAnsi" w:eastAsiaTheme="minorEastAsia" w:hAnsiTheme="minorHAnsi" w:cstheme="minorBidi"/>
          <w:bCs w:val="0"/>
          <w:i w:val="0"/>
          <w:iCs w:val="0"/>
        </w:rPr>
      </w:pPr>
      <w:hyperlink w:anchor="_Toc68229147" w:history="1">
        <w:r w:rsidR="00787CE4" w:rsidRPr="00787CE4">
          <w:rPr>
            <w:rStyle w:val="Hyperlink"/>
            <w:i w:val="0"/>
          </w:rPr>
          <w:t>11.1.8</w:t>
        </w:r>
        <w:r w:rsidR="00787CE4" w:rsidRPr="00787CE4">
          <w:rPr>
            <w:rFonts w:asciiTheme="minorHAnsi" w:eastAsiaTheme="minorEastAsia" w:hAnsiTheme="minorHAnsi" w:cstheme="minorBidi"/>
            <w:bCs w:val="0"/>
            <w:i w:val="0"/>
            <w:iCs w:val="0"/>
          </w:rPr>
          <w:tab/>
        </w:r>
        <w:r w:rsidR="00787CE4" w:rsidRPr="00787CE4">
          <w:rPr>
            <w:rStyle w:val="Hyperlink"/>
            <w:i w:val="0"/>
          </w:rPr>
          <w:t>Correction of ERCOT Polled Settlement Meter Data for Non-Opt-In Transmission Losses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_Toc68229147 \h </w:instrText>
        </w:r>
        <w:r w:rsidR="00787CE4" w:rsidRPr="00787CE4">
          <w:rPr>
            <w:i w:val="0"/>
            <w:webHidden/>
          </w:rPr>
        </w:r>
        <w:r w:rsidR="00787CE4" w:rsidRPr="00787CE4">
          <w:rPr>
            <w:i w:val="0"/>
            <w:webHidden/>
          </w:rPr>
          <w:fldChar w:fldCharType="separate"/>
        </w:r>
        <w:r>
          <w:rPr>
            <w:i w:val="0"/>
            <w:webHidden/>
          </w:rPr>
          <w:t>7</w:t>
        </w:r>
        <w:r w:rsidR="00787CE4" w:rsidRPr="00787CE4">
          <w:rPr>
            <w:i w:val="0"/>
            <w:webHidden/>
          </w:rPr>
          <w:fldChar w:fldCharType="end"/>
        </w:r>
      </w:hyperlink>
    </w:p>
    <w:p w14:paraId="4D996C2C" w14:textId="3B6753D9" w:rsidR="00787CE4" w:rsidRPr="00787CE4" w:rsidRDefault="00AA0963">
      <w:pPr>
        <w:pStyle w:val="TOC3"/>
        <w:rPr>
          <w:rFonts w:asciiTheme="minorHAnsi" w:eastAsiaTheme="minorEastAsia" w:hAnsiTheme="minorHAnsi" w:cstheme="minorBidi"/>
          <w:bCs w:val="0"/>
          <w:i w:val="0"/>
          <w:iCs w:val="0"/>
        </w:rPr>
      </w:pPr>
      <w:hyperlink w:anchor="_Toc68229148" w:history="1">
        <w:r w:rsidR="00787CE4" w:rsidRPr="00787CE4">
          <w:rPr>
            <w:rStyle w:val="Hyperlink"/>
            <w:i w:val="0"/>
          </w:rPr>
          <w:t>11.1.9</w:t>
        </w:r>
        <w:r w:rsidR="00787CE4" w:rsidRPr="00787CE4">
          <w:rPr>
            <w:rFonts w:asciiTheme="minorHAnsi" w:eastAsiaTheme="minorEastAsia" w:hAnsiTheme="minorHAnsi" w:cstheme="minorBidi"/>
            <w:bCs w:val="0"/>
            <w:i w:val="0"/>
            <w:iCs w:val="0"/>
          </w:rPr>
          <w:tab/>
        </w:r>
        <w:r w:rsidR="00787CE4" w:rsidRPr="00787CE4">
          <w:rPr>
            <w:rStyle w:val="Hyperlink"/>
            <w:i w:val="0"/>
          </w:rPr>
          <w:t>Treatment of Non-Opt-In Entity or External Load Serving Entity Radially Connected Entities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_Toc68229148 \h </w:instrText>
        </w:r>
        <w:r w:rsidR="00787CE4" w:rsidRPr="00787CE4">
          <w:rPr>
            <w:i w:val="0"/>
            <w:webHidden/>
          </w:rPr>
        </w:r>
        <w:r w:rsidR="00787CE4" w:rsidRPr="00787CE4">
          <w:rPr>
            <w:i w:val="0"/>
            <w:webHidden/>
          </w:rPr>
          <w:fldChar w:fldCharType="separate"/>
        </w:r>
        <w:r>
          <w:rPr>
            <w:i w:val="0"/>
            <w:webHidden/>
          </w:rPr>
          <w:t>7</w:t>
        </w:r>
        <w:r w:rsidR="00787CE4" w:rsidRPr="00787CE4">
          <w:rPr>
            <w:i w:val="0"/>
            <w:webHidden/>
          </w:rPr>
          <w:fldChar w:fldCharType="end"/>
        </w:r>
      </w:hyperlink>
    </w:p>
    <w:p w14:paraId="11D7BA57" w14:textId="533B6EFB" w:rsidR="00787CE4" w:rsidRPr="00787CE4" w:rsidRDefault="00AA0963">
      <w:pPr>
        <w:pStyle w:val="TOC3"/>
        <w:rPr>
          <w:rFonts w:asciiTheme="minorHAnsi" w:eastAsiaTheme="minorEastAsia" w:hAnsiTheme="minorHAnsi" w:cstheme="minorBidi"/>
          <w:bCs w:val="0"/>
          <w:i w:val="0"/>
          <w:iCs w:val="0"/>
        </w:rPr>
      </w:pPr>
      <w:hyperlink w:anchor="_Toc68229149" w:history="1">
        <w:r w:rsidR="00787CE4" w:rsidRPr="00787CE4">
          <w:rPr>
            <w:rStyle w:val="Hyperlink"/>
            <w:i w:val="0"/>
          </w:rPr>
          <w:t>11.1.10</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 Polled Settlement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_Toc68229149 \h </w:instrText>
        </w:r>
        <w:r w:rsidR="00787CE4" w:rsidRPr="00787CE4">
          <w:rPr>
            <w:i w:val="0"/>
            <w:webHidden/>
          </w:rPr>
        </w:r>
        <w:r w:rsidR="00787CE4" w:rsidRPr="00787CE4">
          <w:rPr>
            <w:i w:val="0"/>
            <w:webHidden/>
          </w:rPr>
          <w:fldChar w:fldCharType="separate"/>
        </w:r>
        <w:r>
          <w:rPr>
            <w:i w:val="0"/>
            <w:webHidden/>
          </w:rPr>
          <w:t>7</w:t>
        </w:r>
        <w:r w:rsidR="00787CE4" w:rsidRPr="00787CE4">
          <w:rPr>
            <w:i w:val="0"/>
            <w:webHidden/>
          </w:rPr>
          <w:fldChar w:fldCharType="end"/>
        </w:r>
      </w:hyperlink>
    </w:p>
    <w:p w14:paraId="1C1453BB" w14:textId="3791F9D9" w:rsidR="00787CE4" w:rsidRPr="00787CE4" w:rsidRDefault="00AA0963">
      <w:pPr>
        <w:pStyle w:val="TOC3"/>
        <w:rPr>
          <w:rFonts w:asciiTheme="minorHAnsi" w:eastAsiaTheme="minorEastAsia" w:hAnsiTheme="minorHAnsi" w:cstheme="minorBidi"/>
          <w:bCs w:val="0"/>
          <w:i w:val="0"/>
          <w:iCs w:val="0"/>
        </w:rPr>
      </w:pPr>
      <w:hyperlink w:anchor="_Toc68229150" w:history="1">
        <w:r w:rsidR="00787CE4" w:rsidRPr="00787CE4">
          <w:rPr>
            <w:rStyle w:val="Hyperlink"/>
            <w:i w:val="0"/>
          </w:rPr>
          <w:t>11.1.11</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 Polled Settlement Resource ID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_Toc68229150 \h </w:instrText>
        </w:r>
        <w:r w:rsidR="00787CE4" w:rsidRPr="00787CE4">
          <w:rPr>
            <w:i w:val="0"/>
            <w:webHidden/>
          </w:rPr>
        </w:r>
        <w:r w:rsidR="00787CE4" w:rsidRPr="00787CE4">
          <w:rPr>
            <w:i w:val="0"/>
            <w:webHidden/>
          </w:rPr>
          <w:fldChar w:fldCharType="separate"/>
        </w:r>
        <w:r>
          <w:rPr>
            <w:i w:val="0"/>
            <w:webHidden/>
          </w:rPr>
          <w:t>8</w:t>
        </w:r>
        <w:r w:rsidR="00787CE4" w:rsidRPr="00787CE4">
          <w:rPr>
            <w:i w:val="0"/>
            <w:webHidden/>
          </w:rPr>
          <w:fldChar w:fldCharType="end"/>
        </w:r>
      </w:hyperlink>
    </w:p>
    <w:p w14:paraId="52DCE248" w14:textId="75996031" w:rsidR="00787CE4" w:rsidRPr="00787CE4" w:rsidRDefault="00AA0963">
      <w:pPr>
        <w:pStyle w:val="TOC3"/>
        <w:rPr>
          <w:rFonts w:asciiTheme="minorHAnsi" w:eastAsiaTheme="minorEastAsia" w:hAnsiTheme="minorHAnsi" w:cstheme="minorBidi"/>
          <w:bCs w:val="0"/>
          <w:i w:val="0"/>
          <w:iCs w:val="0"/>
        </w:rPr>
      </w:pPr>
      <w:hyperlink w:anchor="_Toc68229151" w:history="1">
        <w:r w:rsidR="00787CE4" w:rsidRPr="00787CE4">
          <w:rPr>
            <w:rStyle w:val="Hyperlink"/>
            <w:i w:val="0"/>
          </w:rPr>
          <w:t>11.1.12</w:t>
        </w:r>
        <w:r w:rsidR="00787CE4" w:rsidRPr="00787CE4">
          <w:rPr>
            <w:rFonts w:asciiTheme="minorHAnsi" w:eastAsiaTheme="minorEastAsia" w:hAnsiTheme="minorHAnsi" w:cstheme="minorBidi"/>
            <w:bCs w:val="0"/>
            <w:i w:val="0"/>
            <w:iCs w:val="0"/>
          </w:rPr>
          <w:tab/>
        </w:r>
        <w:r w:rsidR="00787CE4" w:rsidRPr="00787CE4">
          <w:rPr>
            <w:rStyle w:val="Hyperlink"/>
            <w:i w:val="0"/>
          </w:rPr>
          <w:t>Treatment of ERCOT-Polled Settlement Energy Storage Resource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_Toc68229151 \h </w:instrText>
        </w:r>
        <w:r w:rsidR="00787CE4" w:rsidRPr="00787CE4">
          <w:rPr>
            <w:i w:val="0"/>
            <w:webHidden/>
          </w:rPr>
        </w:r>
        <w:r w:rsidR="00787CE4" w:rsidRPr="00787CE4">
          <w:rPr>
            <w:i w:val="0"/>
            <w:webHidden/>
          </w:rPr>
          <w:fldChar w:fldCharType="separate"/>
        </w:r>
        <w:r>
          <w:rPr>
            <w:i w:val="0"/>
            <w:webHidden/>
          </w:rPr>
          <w:t>8</w:t>
        </w:r>
        <w:r w:rsidR="00787CE4" w:rsidRPr="00787CE4">
          <w:rPr>
            <w:i w:val="0"/>
            <w:webHidden/>
          </w:rPr>
          <w:fldChar w:fldCharType="end"/>
        </w:r>
      </w:hyperlink>
    </w:p>
    <w:p w14:paraId="7EE1CA94" w14:textId="1244AFC4" w:rsidR="00787CE4" w:rsidRPr="00787CE4" w:rsidRDefault="00AA0963">
      <w:pPr>
        <w:pStyle w:val="TOC2"/>
        <w:rPr>
          <w:rFonts w:asciiTheme="minorHAnsi" w:eastAsiaTheme="minorEastAsia" w:hAnsiTheme="minorHAnsi" w:cstheme="minorBidi"/>
          <w:noProof/>
        </w:rPr>
      </w:pPr>
      <w:hyperlink w:anchor="_Toc68229152" w:history="1">
        <w:r w:rsidR="00787CE4" w:rsidRPr="00787CE4">
          <w:rPr>
            <w:rStyle w:val="Hyperlink"/>
            <w:noProof/>
          </w:rPr>
          <w:t>11.2</w:t>
        </w:r>
        <w:r w:rsidR="00787CE4" w:rsidRPr="00787CE4">
          <w:rPr>
            <w:rFonts w:asciiTheme="minorHAnsi" w:eastAsiaTheme="minorEastAsia" w:hAnsiTheme="minorHAnsi" w:cstheme="minorBidi"/>
            <w:noProof/>
          </w:rPr>
          <w:tab/>
        </w:r>
        <w:r w:rsidR="00787CE4" w:rsidRPr="00787CE4">
          <w:rPr>
            <w:rStyle w:val="Hyperlink"/>
            <w:noProof/>
          </w:rPr>
          <w:t>Data Acquisition from Transmission Service Providers and/or Distribution Service Providers</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_Toc68229152 \h </w:instrText>
        </w:r>
        <w:r w:rsidR="00787CE4" w:rsidRPr="00787CE4">
          <w:rPr>
            <w:noProof/>
            <w:webHidden/>
          </w:rPr>
        </w:r>
        <w:r w:rsidR="00787CE4" w:rsidRPr="00787CE4">
          <w:rPr>
            <w:noProof/>
            <w:webHidden/>
          </w:rPr>
          <w:fldChar w:fldCharType="separate"/>
        </w:r>
        <w:r>
          <w:rPr>
            <w:noProof/>
            <w:webHidden/>
          </w:rPr>
          <w:t>9</w:t>
        </w:r>
        <w:r w:rsidR="00787CE4" w:rsidRPr="00787CE4">
          <w:rPr>
            <w:noProof/>
            <w:webHidden/>
          </w:rPr>
          <w:fldChar w:fldCharType="end"/>
        </w:r>
      </w:hyperlink>
    </w:p>
    <w:p w14:paraId="37259B95" w14:textId="504ADE47" w:rsidR="00787CE4" w:rsidRPr="00787CE4" w:rsidRDefault="00AA0963">
      <w:pPr>
        <w:pStyle w:val="TOC3"/>
        <w:rPr>
          <w:rFonts w:asciiTheme="minorHAnsi" w:eastAsiaTheme="minorEastAsia" w:hAnsiTheme="minorHAnsi" w:cstheme="minorBidi"/>
          <w:bCs w:val="0"/>
          <w:i w:val="0"/>
          <w:iCs w:val="0"/>
        </w:rPr>
      </w:pPr>
      <w:hyperlink w:anchor="_Toc68229153" w:history="1">
        <w:r w:rsidR="00787CE4" w:rsidRPr="00787CE4">
          <w:rPr>
            <w:rStyle w:val="Hyperlink"/>
            <w:i w:val="0"/>
          </w:rPr>
          <w:t>11.2.1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_Toc68229153 \h </w:instrText>
        </w:r>
        <w:r w:rsidR="00787CE4" w:rsidRPr="00787CE4">
          <w:rPr>
            <w:i w:val="0"/>
            <w:webHidden/>
          </w:rPr>
        </w:r>
        <w:r w:rsidR="00787CE4" w:rsidRPr="00787CE4">
          <w:rPr>
            <w:i w:val="0"/>
            <w:webHidden/>
          </w:rPr>
          <w:fldChar w:fldCharType="separate"/>
        </w:r>
        <w:r>
          <w:rPr>
            <w:i w:val="0"/>
            <w:webHidden/>
          </w:rPr>
          <w:t>9</w:t>
        </w:r>
        <w:r w:rsidR="00787CE4" w:rsidRPr="00787CE4">
          <w:rPr>
            <w:i w:val="0"/>
            <w:webHidden/>
          </w:rPr>
          <w:fldChar w:fldCharType="end"/>
        </w:r>
      </w:hyperlink>
    </w:p>
    <w:p w14:paraId="38CE7ADF" w14:textId="0F1E18EE" w:rsidR="00787CE4" w:rsidRPr="00787CE4" w:rsidRDefault="00AA0963">
      <w:pPr>
        <w:pStyle w:val="TOC3"/>
        <w:rPr>
          <w:rFonts w:asciiTheme="minorHAnsi" w:eastAsiaTheme="minorEastAsia" w:hAnsiTheme="minorHAnsi" w:cstheme="minorBidi"/>
          <w:bCs w:val="0"/>
          <w:i w:val="0"/>
          <w:iCs w:val="0"/>
        </w:rPr>
      </w:pPr>
      <w:hyperlink w:anchor="_Toc68229154" w:history="1">
        <w:r w:rsidR="00787CE4" w:rsidRPr="00787CE4">
          <w:rPr>
            <w:rStyle w:val="Hyperlink"/>
            <w:i w:val="0"/>
          </w:rPr>
          <w:t>11.2.2</w:t>
        </w:r>
        <w:r w:rsidR="00787CE4" w:rsidRPr="00787CE4">
          <w:rPr>
            <w:rFonts w:asciiTheme="minorHAnsi" w:eastAsiaTheme="minorEastAsia" w:hAnsiTheme="minorHAnsi" w:cstheme="minorBidi"/>
            <w:bCs w:val="0"/>
            <w:i w:val="0"/>
            <w:iCs w:val="0"/>
          </w:rPr>
          <w:tab/>
        </w:r>
        <w:r w:rsidR="00787CE4" w:rsidRPr="00787CE4">
          <w:rPr>
            <w:rStyle w:val="Hyperlink"/>
            <w:i w:val="0"/>
          </w:rPr>
          <w:t>Data Provision and Verification of Non ERCOT Polled Settlement Metered Points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_Toc68229154 \h </w:instrText>
        </w:r>
        <w:r w:rsidR="00787CE4" w:rsidRPr="00787CE4">
          <w:rPr>
            <w:i w:val="0"/>
            <w:webHidden/>
          </w:rPr>
        </w:r>
        <w:r w:rsidR="00787CE4" w:rsidRPr="00787CE4">
          <w:rPr>
            <w:i w:val="0"/>
            <w:webHidden/>
          </w:rPr>
          <w:fldChar w:fldCharType="separate"/>
        </w:r>
        <w:r>
          <w:rPr>
            <w:i w:val="0"/>
            <w:webHidden/>
          </w:rPr>
          <w:t>9</w:t>
        </w:r>
        <w:r w:rsidR="00787CE4" w:rsidRPr="00787CE4">
          <w:rPr>
            <w:i w:val="0"/>
            <w:webHidden/>
          </w:rPr>
          <w:fldChar w:fldCharType="end"/>
        </w:r>
      </w:hyperlink>
    </w:p>
    <w:p w14:paraId="644C8B63" w14:textId="6B5F7892" w:rsidR="00787CE4" w:rsidRPr="00787CE4" w:rsidRDefault="00AA0963">
      <w:pPr>
        <w:pStyle w:val="TOC2"/>
        <w:rPr>
          <w:rFonts w:asciiTheme="minorHAnsi" w:eastAsiaTheme="minorEastAsia" w:hAnsiTheme="minorHAnsi" w:cstheme="minorBidi"/>
          <w:noProof/>
        </w:rPr>
      </w:pPr>
      <w:hyperlink w:anchor="_Toc68229155" w:history="1">
        <w:r w:rsidR="00787CE4" w:rsidRPr="00787CE4">
          <w:rPr>
            <w:rStyle w:val="Hyperlink"/>
            <w:noProof/>
          </w:rPr>
          <w:t>11.3</w:t>
        </w:r>
        <w:r w:rsidR="00787CE4" w:rsidRPr="00787CE4">
          <w:rPr>
            <w:rFonts w:asciiTheme="minorHAnsi" w:eastAsiaTheme="minorEastAsia" w:hAnsiTheme="minorHAnsi" w:cstheme="minorBidi"/>
            <w:noProof/>
          </w:rPr>
          <w:tab/>
        </w:r>
        <w:r w:rsidR="00787CE4" w:rsidRPr="00787CE4">
          <w:rPr>
            <w:rStyle w:val="Hyperlink"/>
            <w:noProof/>
          </w:rPr>
          <w:t>Electric Service Identifier Synchronization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_Toc68229155 \h </w:instrText>
        </w:r>
        <w:r w:rsidR="00787CE4" w:rsidRPr="00787CE4">
          <w:rPr>
            <w:noProof/>
            <w:webHidden/>
          </w:rPr>
        </w:r>
        <w:r w:rsidR="00787CE4" w:rsidRPr="00787CE4">
          <w:rPr>
            <w:noProof/>
            <w:webHidden/>
          </w:rPr>
          <w:fldChar w:fldCharType="separate"/>
        </w:r>
        <w:r>
          <w:rPr>
            <w:noProof/>
            <w:webHidden/>
          </w:rPr>
          <w:t>10</w:t>
        </w:r>
        <w:r w:rsidR="00787CE4" w:rsidRPr="00787CE4">
          <w:rPr>
            <w:noProof/>
            <w:webHidden/>
          </w:rPr>
          <w:fldChar w:fldCharType="end"/>
        </w:r>
      </w:hyperlink>
    </w:p>
    <w:p w14:paraId="678C2EA7" w14:textId="29569ABF" w:rsidR="00787CE4" w:rsidRPr="00787CE4" w:rsidRDefault="00AA0963">
      <w:pPr>
        <w:pStyle w:val="TOC3"/>
        <w:rPr>
          <w:rFonts w:asciiTheme="minorHAnsi" w:eastAsiaTheme="minorEastAsia" w:hAnsiTheme="minorHAnsi" w:cstheme="minorBidi"/>
          <w:bCs w:val="0"/>
          <w:i w:val="0"/>
          <w:iCs w:val="0"/>
        </w:rPr>
      </w:pPr>
      <w:hyperlink w:anchor="_Toc68229156" w:history="1">
        <w:r w:rsidR="00787CE4" w:rsidRPr="00787CE4">
          <w:rPr>
            <w:rStyle w:val="Hyperlink"/>
            <w:i w:val="0"/>
          </w:rPr>
          <w:t>11.3.1</w:t>
        </w:r>
        <w:r w:rsidR="00787CE4" w:rsidRPr="00787CE4">
          <w:rPr>
            <w:rFonts w:asciiTheme="minorHAnsi" w:eastAsiaTheme="minorEastAsia" w:hAnsiTheme="minorHAnsi" w:cstheme="minorBidi"/>
            <w:bCs w:val="0"/>
            <w:i w:val="0"/>
            <w:iCs w:val="0"/>
          </w:rPr>
          <w:tab/>
        </w:r>
        <w:r w:rsidR="00787CE4" w:rsidRPr="00787CE4">
          <w:rPr>
            <w:rStyle w:val="Hyperlink"/>
            <w:i w:val="0"/>
          </w:rPr>
          <w:t>Electric Service Identifier Service History and Usage</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_Toc68229156 \h </w:instrText>
        </w:r>
        <w:r w:rsidR="00787CE4" w:rsidRPr="00787CE4">
          <w:rPr>
            <w:i w:val="0"/>
            <w:webHidden/>
          </w:rPr>
        </w:r>
        <w:r w:rsidR="00787CE4" w:rsidRPr="00787CE4">
          <w:rPr>
            <w:i w:val="0"/>
            <w:webHidden/>
          </w:rPr>
          <w:fldChar w:fldCharType="separate"/>
        </w:r>
        <w:r>
          <w:rPr>
            <w:i w:val="0"/>
            <w:webHidden/>
          </w:rPr>
          <w:t>10</w:t>
        </w:r>
        <w:r w:rsidR="00787CE4" w:rsidRPr="00787CE4">
          <w:rPr>
            <w:i w:val="0"/>
            <w:webHidden/>
          </w:rPr>
          <w:fldChar w:fldCharType="end"/>
        </w:r>
      </w:hyperlink>
    </w:p>
    <w:p w14:paraId="07E6A6C5" w14:textId="165B0D4E" w:rsidR="00787CE4" w:rsidRPr="00787CE4" w:rsidRDefault="00AA0963">
      <w:pPr>
        <w:pStyle w:val="TOC3"/>
        <w:rPr>
          <w:rFonts w:asciiTheme="minorHAnsi" w:eastAsiaTheme="minorEastAsia" w:hAnsiTheme="minorHAnsi" w:cstheme="minorBidi"/>
          <w:bCs w:val="0"/>
          <w:i w:val="0"/>
          <w:iCs w:val="0"/>
        </w:rPr>
      </w:pPr>
      <w:hyperlink w:anchor="_Toc68229157" w:history="1">
        <w:r w:rsidR="00787CE4" w:rsidRPr="00787CE4">
          <w:rPr>
            <w:rStyle w:val="Hyperlink"/>
            <w:i w:val="0"/>
          </w:rPr>
          <w:t>11.3.2</w:t>
        </w:r>
        <w:r w:rsidR="00787CE4" w:rsidRPr="00787CE4">
          <w:rPr>
            <w:rFonts w:asciiTheme="minorHAnsi" w:eastAsiaTheme="minorEastAsia" w:hAnsiTheme="minorHAnsi" w:cstheme="minorBidi"/>
            <w:bCs w:val="0"/>
            <w:i w:val="0"/>
            <w:iCs w:val="0"/>
          </w:rPr>
          <w:tab/>
        </w:r>
        <w:r w:rsidR="00787CE4" w:rsidRPr="00787CE4">
          <w:rPr>
            <w:rStyle w:val="Hyperlink"/>
            <w:i w:val="0"/>
          </w:rPr>
          <w:t>Variance Process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_Toc68229157 \h </w:instrText>
        </w:r>
        <w:r w:rsidR="00787CE4" w:rsidRPr="00787CE4">
          <w:rPr>
            <w:i w:val="0"/>
            <w:webHidden/>
          </w:rPr>
        </w:r>
        <w:r w:rsidR="00787CE4" w:rsidRPr="00787CE4">
          <w:rPr>
            <w:i w:val="0"/>
            <w:webHidden/>
          </w:rPr>
          <w:fldChar w:fldCharType="separate"/>
        </w:r>
        <w:r>
          <w:rPr>
            <w:i w:val="0"/>
            <w:webHidden/>
          </w:rPr>
          <w:t>10</w:t>
        </w:r>
        <w:r w:rsidR="00787CE4" w:rsidRPr="00787CE4">
          <w:rPr>
            <w:i w:val="0"/>
            <w:webHidden/>
          </w:rPr>
          <w:fldChar w:fldCharType="end"/>
        </w:r>
      </w:hyperlink>
    </w:p>
    <w:p w14:paraId="36988ED6" w14:textId="19BA5B8E" w:rsidR="00787CE4" w:rsidRPr="00787CE4" w:rsidRDefault="00AA0963">
      <w:pPr>
        <w:pStyle w:val="TOC3"/>
        <w:rPr>
          <w:rFonts w:asciiTheme="minorHAnsi" w:eastAsiaTheme="minorEastAsia" w:hAnsiTheme="minorHAnsi" w:cstheme="minorBidi"/>
          <w:bCs w:val="0"/>
          <w:i w:val="0"/>
          <w:iCs w:val="0"/>
        </w:rPr>
      </w:pPr>
      <w:hyperlink w:anchor="_Toc68229158" w:history="1">
        <w:r w:rsidR="00787CE4" w:rsidRPr="00787CE4">
          <w:rPr>
            <w:rStyle w:val="Hyperlink"/>
            <w:i w:val="0"/>
          </w:rPr>
          <w:t>11.3.3</w:t>
        </w:r>
        <w:r w:rsidR="00787CE4" w:rsidRPr="00787CE4">
          <w:rPr>
            <w:rFonts w:asciiTheme="minorHAnsi" w:eastAsiaTheme="minorEastAsia" w:hAnsiTheme="minorHAnsi" w:cstheme="minorBidi"/>
            <w:bCs w:val="0"/>
            <w:i w:val="0"/>
            <w:iCs w:val="0"/>
          </w:rPr>
          <w:tab/>
        </w:r>
        <w:r w:rsidR="00787CE4" w:rsidRPr="00787CE4">
          <w:rPr>
            <w:rStyle w:val="Hyperlink"/>
            <w:i w:val="0"/>
          </w:rPr>
          <w:t>Alternative Dispute Resolution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_Toc68229158 \h </w:instrText>
        </w:r>
        <w:r w:rsidR="00787CE4" w:rsidRPr="00787CE4">
          <w:rPr>
            <w:i w:val="0"/>
            <w:webHidden/>
          </w:rPr>
        </w:r>
        <w:r w:rsidR="00787CE4" w:rsidRPr="00787CE4">
          <w:rPr>
            <w:i w:val="0"/>
            <w:webHidden/>
          </w:rPr>
          <w:fldChar w:fldCharType="separate"/>
        </w:r>
        <w:r>
          <w:rPr>
            <w:i w:val="0"/>
            <w:webHidden/>
          </w:rPr>
          <w:t>10</w:t>
        </w:r>
        <w:r w:rsidR="00787CE4" w:rsidRPr="00787CE4">
          <w:rPr>
            <w:i w:val="0"/>
            <w:webHidden/>
          </w:rPr>
          <w:fldChar w:fldCharType="end"/>
        </w:r>
      </w:hyperlink>
    </w:p>
    <w:p w14:paraId="15AC7539" w14:textId="78C17B32" w:rsidR="00787CE4" w:rsidRPr="00787CE4" w:rsidRDefault="00AA0963">
      <w:pPr>
        <w:pStyle w:val="TOC2"/>
        <w:rPr>
          <w:rFonts w:asciiTheme="minorHAnsi" w:eastAsiaTheme="minorEastAsia" w:hAnsiTheme="minorHAnsi" w:cstheme="minorBidi"/>
          <w:noProof/>
        </w:rPr>
      </w:pPr>
      <w:hyperlink w:anchor="_Toc68229159" w:history="1">
        <w:r w:rsidR="00787CE4" w:rsidRPr="00787CE4">
          <w:rPr>
            <w:rStyle w:val="Hyperlink"/>
            <w:noProof/>
          </w:rPr>
          <w:t>11.4</w:t>
        </w:r>
        <w:r w:rsidR="00787CE4" w:rsidRPr="00787CE4">
          <w:rPr>
            <w:rFonts w:asciiTheme="minorHAnsi" w:eastAsiaTheme="minorEastAsia" w:hAnsiTheme="minorHAnsi" w:cstheme="minorBidi"/>
            <w:noProof/>
          </w:rPr>
          <w:tab/>
        </w:r>
        <w:r w:rsidR="00787CE4" w:rsidRPr="00787CE4">
          <w:rPr>
            <w:rStyle w:val="Hyperlink"/>
            <w:noProof/>
          </w:rPr>
          <w:t>Load Data Aggregation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_Toc68229159 \h </w:instrText>
        </w:r>
        <w:r w:rsidR="00787CE4" w:rsidRPr="00787CE4">
          <w:rPr>
            <w:noProof/>
            <w:webHidden/>
          </w:rPr>
        </w:r>
        <w:r w:rsidR="00787CE4" w:rsidRPr="00787CE4">
          <w:rPr>
            <w:noProof/>
            <w:webHidden/>
          </w:rPr>
          <w:fldChar w:fldCharType="separate"/>
        </w:r>
        <w:r>
          <w:rPr>
            <w:noProof/>
            <w:webHidden/>
          </w:rPr>
          <w:t>10</w:t>
        </w:r>
        <w:r w:rsidR="00787CE4" w:rsidRPr="00787CE4">
          <w:rPr>
            <w:noProof/>
            <w:webHidden/>
          </w:rPr>
          <w:fldChar w:fldCharType="end"/>
        </w:r>
      </w:hyperlink>
    </w:p>
    <w:p w14:paraId="1419B824" w14:textId="6C343363" w:rsidR="00787CE4" w:rsidRPr="00787CE4" w:rsidRDefault="00AA0963">
      <w:pPr>
        <w:pStyle w:val="TOC3"/>
        <w:rPr>
          <w:rFonts w:asciiTheme="minorHAnsi" w:eastAsiaTheme="minorEastAsia" w:hAnsiTheme="minorHAnsi" w:cstheme="minorBidi"/>
          <w:bCs w:val="0"/>
          <w:i w:val="0"/>
          <w:iCs w:val="0"/>
        </w:rPr>
      </w:pPr>
      <w:hyperlink w:anchor="_Toc68229160" w:history="1">
        <w:r w:rsidR="00787CE4" w:rsidRPr="00787CE4">
          <w:rPr>
            <w:rStyle w:val="Hyperlink"/>
            <w:i w:val="0"/>
          </w:rPr>
          <w:t>11.4.1</w:t>
        </w:r>
        <w:r w:rsidR="00787CE4" w:rsidRPr="00787CE4">
          <w:rPr>
            <w:rFonts w:asciiTheme="minorHAnsi" w:eastAsiaTheme="minorEastAsia" w:hAnsiTheme="minorHAnsi" w:cstheme="minorBidi"/>
            <w:bCs w:val="0"/>
            <w:i w:val="0"/>
            <w:iCs w:val="0"/>
          </w:rPr>
          <w:tab/>
        </w:r>
        <w:r w:rsidR="00787CE4" w:rsidRPr="00787CE4">
          <w:rPr>
            <w:rStyle w:val="Hyperlink"/>
            <w:i w:val="0"/>
          </w:rPr>
          <w:t>Estimation of Missing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_Toc68229160 \h </w:instrText>
        </w:r>
        <w:r w:rsidR="00787CE4" w:rsidRPr="00787CE4">
          <w:rPr>
            <w:i w:val="0"/>
            <w:webHidden/>
          </w:rPr>
        </w:r>
        <w:r w:rsidR="00787CE4" w:rsidRPr="00787CE4">
          <w:rPr>
            <w:i w:val="0"/>
            <w:webHidden/>
          </w:rPr>
          <w:fldChar w:fldCharType="separate"/>
        </w:r>
        <w:r>
          <w:rPr>
            <w:i w:val="0"/>
            <w:webHidden/>
          </w:rPr>
          <w:t>11</w:t>
        </w:r>
        <w:r w:rsidR="00787CE4" w:rsidRPr="00787CE4">
          <w:rPr>
            <w:i w:val="0"/>
            <w:webHidden/>
          </w:rPr>
          <w:fldChar w:fldCharType="end"/>
        </w:r>
      </w:hyperlink>
    </w:p>
    <w:p w14:paraId="39BA0BE7" w14:textId="4762CDF5" w:rsidR="00787CE4" w:rsidRPr="00787CE4" w:rsidRDefault="00AA0963">
      <w:pPr>
        <w:pStyle w:val="TOC3"/>
        <w:rPr>
          <w:rFonts w:asciiTheme="minorHAnsi" w:eastAsiaTheme="minorEastAsia" w:hAnsiTheme="minorHAnsi" w:cstheme="minorBidi"/>
          <w:bCs w:val="0"/>
          <w:i w:val="0"/>
          <w:iCs w:val="0"/>
        </w:rPr>
      </w:pPr>
      <w:hyperlink w:anchor="_Toc68229161" w:history="1">
        <w:r w:rsidR="00787CE4" w:rsidRPr="00787CE4">
          <w:rPr>
            <w:rStyle w:val="Hyperlink"/>
            <w:i w:val="0"/>
          </w:rPr>
          <w:t>11.4.2</w:t>
        </w:r>
        <w:r w:rsidR="00787CE4" w:rsidRPr="00787CE4">
          <w:rPr>
            <w:rFonts w:asciiTheme="minorHAnsi" w:eastAsiaTheme="minorEastAsia" w:hAnsiTheme="minorHAnsi" w:cstheme="minorBidi"/>
            <w:bCs w:val="0"/>
            <w:i w:val="0"/>
            <w:iCs w:val="0"/>
          </w:rPr>
          <w:tab/>
        </w:r>
        <w:r w:rsidR="00787CE4" w:rsidRPr="00787CE4">
          <w:rPr>
            <w:rStyle w:val="Hyperlink"/>
            <w:i w:val="0"/>
          </w:rPr>
          <w:t>Non-Interval Missing Consumption Data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_Toc68229161 \h </w:instrText>
        </w:r>
        <w:r w:rsidR="00787CE4" w:rsidRPr="00787CE4">
          <w:rPr>
            <w:i w:val="0"/>
            <w:webHidden/>
          </w:rPr>
        </w:r>
        <w:r w:rsidR="00787CE4" w:rsidRPr="00787CE4">
          <w:rPr>
            <w:i w:val="0"/>
            <w:webHidden/>
          </w:rPr>
          <w:fldChar w:fldCharType="separate"/>
        </w:r>
        <w:r>
          <w:rPr>
            <w:i w:val="0"/>
            <w:webHidden/>
          </w:rPr>
          <w:t>11</w:t>
        </w:r>
        <w:r w:rsidR="00787CE4" w:rsidRPr="00787CE4">
          <w:rPr>
            <w:i w:val="0"/>
            <w:webHidden/>
          </w:rPr>
          <w:fldChar w:fldCharType="end"/>
        </w:r>
      </w:hyperlink>
    </w:p>
    <w:p w14:paraId="31677A0E" w14:textId="266F33CA" w:rsidR="00787CE4" w:rsidRPr="00787CE4" w:rsidRDefault="00AA0963">
      <w:pPr>
        <w:pStyle w:val="TOC3"/>
        <w:rPr>
          <w:rFonts w:asciiTheme="minorHAnsi" w:eastAsiaTheme="minorEastAsia" w:hAnsiTheme="minorHAnsi" w:cstheme="minorBidi"/>
          <w:bCs w:val="0"/>
          <w:i w:val="0"/>
          <w:iCs w:val="0"/>
        </w:rPr>
      </w:pPr>
      <w:hyperlink w:anchor="_Toc68229162" w:history="1">
        <w:r w:rsidR="00787CE4" w:rsidRPr="00787CE4">
          <w:rPr>
            <w:rStyle w:val="Hyperlink"/>
            <w:i w:val="0"/>
          </w:rPr>
          <w:t>11.4.3</w:t>
        </w:r>
        <w:r w:rsidR="00787CE4" w:rsidRPr="00787CE4">
          <w:rPr>
            <w:rFonts w:asciiTheme="minorHAnsi" w:eastAsiaTheme="minorEastAsia" w:hAnsiTheme="minorHAnsi" w:cstheme="minorBidi"/>
            <w:bCs w:val="0"/>
            <w:i w:val="0"/>
            <w:iCs w:val="0"/>
          </w:rPr>
          <w:tab/>
        </w:r>
        <w:r w:rsidR="00787CE4" w:rsidRPr="00787CE4">
          <w:rPr>
            <w:rStyle w:val="Hyperlink"/>
            <w:i w:val="0"/>
          </w:rPr>
          <w:t>Interval Consumption Data Estimation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_Toc68229162 \h </w:instrText>
        </w:r>
        <w:r w:rsidR="00787CE4" w:rsidRPr="00787CE4">
          <w:rPr>
            <w:i w:val="0"/>
            <w:webHidden/>
          </w:rPr>
        </w:r>
        <w:r w:rsidR="00787CE4" w:rsidRPr="00787CE4">
          <w:rPr>
            <w:i w:val="0"/>
            <w:webHidden/>
          </w:rPr>
          <w:fldChar w:fldCharType="separate"/>
        </w:r>
        <w:r>
          <w:rPr>
            <w:i w:val="0"/>
            <w:webHidden/>
          </w:rPr>
          <w:t>12</w:t>
        </w:r>
        <w:r w:rsidR="00787CE4" w:rsidRPr="00787CE4">
          <w:rPr>
            <w:i w:val="0"/>
            <w:webHidden/>
          </w:rPr>
          <w:fldChar w:fldCharType="end"/>
        </w:r>
      </w:hyperlink>
    </w:p>
    <w:p w14:paraId="69C23C75" w14:textId="638ABD22" w:rsidR="00787CE4" w:rsidRPr="00787CE4" w:rsidRDefault="00AA0963">
      <w:pPr>
        <w:pStyle w:val="TOC4"/>
        <w:rPr>
          <w:rFonts w:asciiTheme="minorHAnsi" w:eastAsiaTheme="minorEastAsia" w:hAnsiTheme="minorHAnsi" w:cstheme="minorBidi"/>
          <w:noProof/>
          <w:sz w:val="20"/>
          <w:szCs w:val="20"/>
        </w:rPr>
      </w:pPr>
      <w:hyperlink w:anchor="_Toc68229163" w:history="1">
        <w:r w:rsidR="00787CE4" w:rsidRPr="00787CE4">
          <w:rPr>
            <w:rStyle w:val="Hyperlink"/>
            <w:noProof/>
            <w:sz w:val="20"/>
            <w:szCs w:val="20"/>
          </w:rPr>
          <w:t>11.4.3.1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Weather Responsiveness Determination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_Toc68229163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12</w:t>
        </w:r>
        <w:r w:rsidR="00787CE4" w:rsidRPr="00787CE4">
          <w:rPr>
            <w:noProof/>
            <w:webHidden/>
            <w:sz w:val="20"/>
            <w:szCs w:val="20"/>
          </w:rPr>
          <w:fldChar w:fldCharType="end"/>
        </w:r>
      </w:hyperlink>
    </w:p>
    <w:p w14:paraId="5B963862" w14:textId="12CCC8E1" w:rsidR="00787CE4" w:rsidRPr="00787CE4" w:rsidRDefault="00AA0963">
      <w:pPr>
        <w:pStyle w:val="TOC4"/>
        <w:rPr>
          <w:rFonts w:asciiTheme="minorHAnsi" w:eastAsiaTheme="minorEastAsia" w:hAnsiTheme="minorHAnsi" w:cstheme="minorBidi"/>
          <w:noProof/>
          <w:sz w:val="20"/>
          <w:szCs w:val="20"/>
        </w:rPr>
      </w:pPr>
      <w:hyperlink w:anchor="_Toc68229164" w:history="1">
        <w:r w:rsidR="00787CE4" w:rsidRPr="00787CE4">
          <w:rPr>
            <w:rStyle w:val="Hyperlink"/>
            <w:noProof/>
            <w:sz w:val="20"/>
            <w:szCs w:val="20"/>
          </w:rPr>
          <w:t>11.4.3.2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Weather Sensitive Proxy Day Method</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_Toc68229164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14</w:t>
        </w:r>
        <w:r w:rsidR="00787CE4" w:rsidRPr="00787CE4">
          <w:rPr>
            <w:noProof/>
            <w:webHidden/>
            <w:sz w:val="20"/>
            <w:szCs w:val="20"/>
          </w:rPr>
          <w:fldChar w:fldCharType="end"/>
        </w:r>
      </w:hyperlink>
    </w:p>
    <w:p w14:paraId="2CFDE650" w14:textId="56A7F4AD" w:rsidR="00787CE4" w:rsidRPr="00787CE4" w:rsidRDefault="00AA0963">
      <w:pPr>
        <w:pStyle w:val="TOC4"/>
        <w:rPr>
          <w:rFonts w:asciiTheme="minorHAnsi" w:eastAsiaTheme="minorEastAsia" w:hAnsiTheme="minorHAnsi" w:cstheme="minorBidi"/>
          <w:noProof/>
          <w:sz w:val="20"/>
          <w:szCs w:val="20"/>
        </w:rPr>
      </w:pPr>
      <w:hyperlink w:anchor="_Toc68229165" w:history="1">
        <w:r w:rsidR="00787CE4" w:rsidRPr="00787CE4">
          <w:rPr>
            <w:rStyle w:val="Hyperlink"/>
            <w:noProof/>
            <w:sz w:val="20"/>
            <w:szCs w:val="20"/>
          </w:rPr>
          <w:t>11.4.3.3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Non-Weather Sensitive Proxy Day Method</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_Toc68229165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15</w:t>
        </w:r>
        <w:r w:rsidR="00787CE4" w:rsidRPr="00787CE4">
          <w:rPr>
            <w:noProof/>
            <w:webHidden/>
            <w:sz w:val="20"/>
            <w:szCs w:val="20"/>
          </w:rPr>
          <w:fldChar w:fldCharType="end"/>
        </w:r>
      </w:hyperlink>
    </w:p>
    <w:p w14:paraId="23795552" w14:textId="3F982512" w:rsidR="00787CE4" w:rsidRPr="00787CE4" w:rsidRDefault="00AA0963">
      <w:pPr>
        <w:pStyle w:val="TOC4"/>
        <w:rPr>
          <w:rFonts w:asciiTheme="minorHAnsi" w:eastAsiaTheme="minorEastAsia" w:hAnsiTheme="minorHAnsi" w:cstheme="minorBidi"/>
          <w:noProof/>
          <w:sz w:val="20"/>
          <w:szCs w:val="20"/>
        </w:rPr>
      </w:pPr>
      <w:hyperlink w:anchor="_Toc68229166" w:history="1">
        <w:r w:rsidR="00787CE4" w:rsidRPr="00787CE4">
          <w:rPr>
            <w:rStyle w:val="Hyperlink"/>
            <w:noProof/>
            <w:sz w:val="20"/>
            <w:szCs w:val="20"/>
          </w:rPr>
          <w:t>11.4.3.4</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Interval Data Recorder Estimation Reporting</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_Toc68229166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15</w:t>
        </w:r>
        <w:r w:rsidR="00787CE4" w:rsidRPr="00787CE4">
          <w:rPr>
            <w:noProof/>
            <w:webHidden/>
            <w:sz w:val="20"/>
            <w:szCs w:val="20"/>
          </w:rPr>
          <w:fldChar w:fldCharType="end"/>
        </w:r>
      </w:hyperlink>
    </w:p>
    <w:p w14:paraId="00CADE7E" w14:textId="4CB4E1FE" w:rsidR="00787CE4" w:rsidRPr="00787CE4" w:rsidRDefault="00AA0963">
      <w:pPr>
        <w:pStyle w:val="TOC3"/>
        <w:rPr>
          <w:rFonts w:asciiTheme="minorHAnsi" w:eastAsiaTheme="minorEastAsia" w:hAnsiTheme="minorHAnsi" w:cstheme="minorBidi"/>
          <w:bCs w:val="0"/>
          <w:i w:val="0"/>
          <w:iCs w:val="0"/>
        </w:rPr>
      </w:pPr>
      <w:hyperlink w:anchor="_Toc68229167" w:history="1">
        <w:r w:rsidR="00787CE4" w:rsidRPr="00787CE4">
          <w:rPr>
            <w:rStyle w:val="Hyperlink"/>
            <w:i w:val="0"/>
          </w:rPr>
          <w:t>11.4.4</w:t>
        </w:r>
        <w:r w:rsidR="00787CE4" w:rsidRPr="00787CE4">
          <w:rPr>
            <w:rFonts w:asciiTheme="minorHAnsi" w:eastAsiaTheme="minorEastAsia" w:hAnsiTheme="minorHAnsi" w:cstheme="minorBidi"/>
            <w:bCs w:val="0"/>
            <w:i w:val="0"/>
            <w:iCs w:val="0"/>
          </w:rPr>
          <w:tab/>
        </w:r>
        <w:r w:rsidR="00787CE4" w:rsidRPr="00787CE4">
          <w:rPr>
            <w:rStyle w:val="Hyperlink"/>
            <w:i w:val="0"/>
          </w:rPr>
          <w:t>Data Aggregation Processing for Actual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_Toc68229167 \h </w:instrText>
        </w:r>
        <w:r w:rsidR="00787CE4" w:rsidRPr="00787CE4">
          <w:rPr>
            <w:i w:val="0"/>
            <w:webHidden/>
          </w:rPr>
        </w:r>
        <w:r w:rsidR="00787CE4" w:rsidRPr="00787CE4">
          <w:rPr>
            <w:i w:val="0"/>
            <w:webHidden/>
          </w:rPr>
          <w:fldChar w:fldCharType="separate"/>
        </w:r>
        <w:r>
          <w:rPr>
            <w:i w:val="0"/>
            <w:webHidden/>
          </w:rPr>
          <w:t>16</w:t>
        </w:r>
        <w:r w:rsidR="00787CE4" w:rsidRPr="00787CE4">
          <w:rPr>
            <w:i w:val="0"/>
            <w:webHidden/>
          </w:rPr>
          <w:fldChar w:fldCharType="end"/>
        </w:r>
      </w:hyperlink>
    </w:p>
    <w:p w14:paraId="01C647FE" w14:textId="7E0A295A" w:rsidR="00787CE4" w:rsidRPr="00787CE4" w:rsidRDefault="00AA0963">
      <w:pPr>
        <w:pStyle w:val="TOC4"/>
        <w:rPr>
          <w:rFonts w:asciiTheme="minorHAnsi" w:eastAsiaTheme="minorEastAsia" w:hAnsiTheme="minorHAnsi" w:cstheme="minorBidi"/>
          <w:noProof/>
          <w:sz w:val="20"/>
          <w:szCs w:val="20"/>
        </w:rPr>
      </w:pPr>
      <w:hyperlink w:anchor="_Toc68229168" w:history="1">
        <w:r w:rsidR="00787CE4" w:rsidRPr="00787CE4">
          <w:rPr>
            <w:rStyle w:val="Hyperlink"/>
            <w:noProof/>
            <w:sz w:val="20"/>
            <w:szCs w:val="20"/>
          </w:rPr>
          <w:t>11.4.4.1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Application of Profiles to Non-Interval Data</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_Toc68229168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16</w:t>
        </w:r>
        <w:r w:rsidR="00787CE4" w:rsidRPr="00787CE4">
          <w:rPr>
            <w:noProof/>
            <w:webHidden/>
            <w:sz w:val="20"/>
            <w:szCs w:val="20"/>
          </w:rPr>
          <w:fldChar w:fldCharType="end"/>
        </w:r>
      </w:hyperlink>
    </w:p>
    <w:p w14:paraId="2EC481F0" w14:textId="74EB5FBF" w:rsidR="00787CE4" w:rsidRPr="00787CE4" w:rsidRDefault="00AA0963">
      <w:pPr>
        <w:pStyle w:val="TOC4"/>
        <w:rPr>
          <w:rFonts w:asciiTheme="minorHAnsi" w:eastAsiaTheme="minorEastAsia" w:hAnsiTheme="minorHAnsi" w:cstheme="minorBidi"/>
          <w:noProof/>
          <w:sz w:val="20"/>
          <w:szCs w:val="20"/>
        </w:rPr>
      </w:pPr>
      <w:hyperlink w:anchor="_Toc68229169" w:history="1">
        <w:r w:rsidR="00787CE4" w:rsidRPr="00787CE4">
          <w:rPr>
            <w:rStyle w:val="Hyperlink"/>
            <w:noProof/>
            <w:sz w:val="20"/>
            <w:szCs w:val="20"/>
          </w:rPr>
          <w:t>11.4.4.2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Load Reduction for Excess PhotoVoltaic and Wind Distributed Renewable Generation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_Toc68229169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17</w:t>
        </w:r>
        <w:r w:rsidR="00787CE4" w:rsidRPr="00787CE4">
          <w:rPr>
            <w:noProof/>
            <w:webHidden/>
            <w:sz w:val="20"/>
            <w:szCs w:val="20"/>
          </w:rPr>
          <w:fldChar w:fldCharType="end"/>
        </w:r>
      </w:hyperlink>
    </w:p>
    <w:p w14:paraId="43B9AF09" w14:textId="299F4CCE" w:rsidR="00787CE4" w:rsidRPr="00787CE4" w:rsidRDefault="00AA0963">
      <w:pPr>
        <w:pStyle w:val="TOC4"/>
        <w:rPr>
          <w:rFonts w:asciiTheme="minorHAnsi" w:eastAsiaTheme="minorEastAsia" w:hAnsiTheme="minorHAnsi" w:cstheme="minorBidi"/>
          <w:noProof/>
          <w:sz w:val="20"/>
          <w:szCs w:val="20"/>
        </w:rPr>
      </w:pPr>
      <w:hyperlink w:anchor="_Toc68229170" w:history="1">
        <w:r w:rsidR="00787CE4" w:rsidRPr="00787CE4">
          <w:rPr>
            <w:rStyle w:val="Hyperlink"/>
            <w:noProof/>
            <w:sz w:val="20"/>
            <w:szCs w:val="20"/>
          </w:rPr>
          <w:t>11.4.4.3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Load Reduction for Excess from Other Distributed Generation</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_Toc68229170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18</w:t>
        </w:r>
        <w:r w:rsidR="00787CE4" w:rsidRPr="00787CE4">
          <w:rPr>
            <w:noProof/>
            <w:webHidden/>
            <w:sz w:val="20"/>
            <w:szCs w:val="20"/>
          </w:rPr>
          <w:fldChar w:fldCharType="end"/>
        </w:r>
      </w:hyperlink>
    </w:p>
    <w:p w14:paraId="457CCB77" w14:textId="7A4F132B" w:rsidR="00787CE4" w:rsidRPr="00787CE4" w:rsidRDefault="00AA0963">
      <w:pPr>
        <w:pStyle w:val="TOC3"/>
        <w:rPr>
          <w:rFonts w:asciiTheme="minorHAnsi" w:eastAsiaTheme="minorEastAsia" w:hAnsiTheme="minorHAnsi" w:cstheme="minorBidi"/>
          <w:bCs w:val="0"/>
          <w:i w:val="0"/>
          <w:iCs w:val="0"/>
        </w:rPr>
      </w:pPr>
      <w:hyperlink w:anchor="_Toc68229171" w:history="1">
        <w:r w:rsidR="00787CE4" w:rsidRPr="00787CE4">
          <w:rPr>
            <w:rStyle w:val="Hyperlink"/>
            <w:i w:val="0"/>
          </w:rPr>
          <w:t>11.4.5</w:t>
        </w:r>
        <w:r w:rsidR="00787CE4" w:rsidRPr="00787CE4">
          <w:rPr>
            <w:rFonts w:asciiTheme="minorHAnsi" w:eastAsiaTheme="minorEastAsia" w:hAnsiTheme="minorHAnsi" w:cstheme="minorBidi"/>
            <w:bCs w:val="0"/>
            <w:i w:val="0"/>
            <w:iCs w:val="0"/>
          </w:rPr>
          <w:tab/>
        </w:r>
        <w:r w:rsidR="00787CE4" w:rsidRPr="00787CE4">
          <w:rPr>
            <w:rStyle w:val="Hyperlink"/>
            <w:i w:val="0"/>
          </w:rPr>
          <w:t>Adjustment of Consumption Data for Losses</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_Toc68229171 \h </w:instrText>
        </w:r>
        <w:r w:rsidR="00787CE4" w:rsidRPr="00787CE4">
          <w:rPr>
            <w:i w:val="0"/>
            <w:webHidden/>
          </w:rPr>
        </w:r>
        <w:r w:rsidR="00787CE4" w:rsidRPr="00787CE4">
          <w:rPr>
            <w:i w:val="0"/>
            <w:webHidden/>
          </w:rPr>
          <w:fldChar w:fldCharType="separate"/>
        </w:r>
        <w:r>
          <w:rPr>
            <w:i w:val="0"/>
            <w:webHidden/>
          </w:rPr>
          <w:t>19</w:t>
        </w:r>
        <w:r w:rsidR="00787CE4" w:rsidRPr="00787CE4">
          <w:rPr>
            <w:i w:val="0"/>
            <w:webHidden/>
          </w:rPr>
          <w:fldChar w:fldCharType="end"/>
        </w:r>
      </w:hyperlink>
    </w:p>
    <w:p w14:paraId="5F9678A2" w14:textId="57A99D9A" w:rsidR="00787CE4" w:rsidRPr="00787CE4" w:rsidRDefault="00AA0963">
      <w:pPr>
        <w:pStyle w:val="TOC3"/>
        <w:rPr>
          <w:rFonts w:asciiTheme="minorHAnsi" w:eastAsiaTheme="minorEastAsia" w:hAnsiTheme="minorHAnsi" w:cstheme="minorBidi"/>
          <w:bCs w:val="0"/>
          <w:i w:val="0"/>
          <w:iCs w:val="0"/>
        </w:rPr>
      </w:pPr>
      <w:hyperlink w:anchor="_Toc68229172" w:history="1">
        <w:r w:rsidR="00787CE4" w:rsidRPr="00787CE4">
          <w:rPr>
            <w:rStyle w:val="Hyperlink"/>
            <w:i w:val="0"/>
          </w:rPr>
          <w:t>11.4.6</w:t>
        </w:r>
        <w:r w:rsidR="00787CE4" w:rsidRPr="00787CE4">
          <w:rPr>
            <w:rFonts w:asciiTheme="minorHAnsi" w:eastAsiaTheme="minorEastAsia" w:hAnsiTheme="minorHAnsi" w:cstheme="minorBidi"/>
            <w:bCs w:val="0"/>
            <w:i w:val="0"/>
            <w:iCs w:val="0"/>
          </w:rPr>
          <w:tab/>
        </w:r>
        <w:r w:rsidR="00787CE4" w:rsidRPr="00787CE4">
          <w:rPr>
            <w:rStyle w:val="Hyperlink"/>
            <w:i w:val="0"/>
          </w:rPr>
          <w:t>Unaccounted for Energy Calculation and Allocation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_Toc68229172 \h </w:instrText>
        </w:r>
        <w:r w:rsidR="00787CE4" w:rsidRPr="00787CE4">
          <w:rPr>
            <w:i w:val="0"/>
            <w:webHidden/>
          </w:rPr>
        </w:r>
        <w:r w:rsidR="00787CE4" w:rsidRPr="00787CE4">
          <w:rPr>
            <w:i w:val="0"/>
            <w:webHidden/>
          </w:rPr>
          <w:fldChar w:fldCharType="separate"/>
        </w:r>
        <w:r>
          <w:rPr>
            <w:i w:val="0"/>
            <w:webHidden/>
          </w:rPr>
          <w:t>20</w:t>
        </w:r>
        <w:r w:rsidR="00787CE4" w:rsidRPr="00787CE4">
          <w:rPr>
            <w:i w:val="0"/>
            <w:webHidden/>
          </w:rPr>
          <w:fldChar w:fldCharType="end"/>
        </w:r>
      </w:hyperlink>
    </w:p>
    <w:p w14:paraId="2A9EC7FA" w14:textId="24D80964" w:rsidR="00787CE4" w:rsidRPr="00787CE4" w:rsidRDefault="00AA0963">
      <w:pPr>
        <w:pStyle w:val="TOC4"/>
        <w:rPr>
          <w:rFonts w:asciiTheme="minorHAnsi" w:eastAsiaTheme="minorEastAsia" w:hAnsiTheme="minorHAnsi" w:cstheme="minorBidi"/>
          <w:noProof/>
          <w:sz w:val="20"/>
          <w:szCs w:val="20"/>
        </w:rPr>
      </w:pPr>
      <w:hyperlink w:anchor="_Toc68229173" w:history="1">
        <w:r w:rsidR="00787CE4" w:rsidRPr="00787CE4">
          <w:rPr>
            <w:rStyle w:val="Hyperlink"/>
            <w:noProof/>
            <w:sz w:val="20"/>
            <w:szCs w:val="20"/>
          </w:rPr>
          <w:t>11.4.6.1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Calculation of ERCOT-Wide Unaccounted For Energy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_Toc68229173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20</w:t>
        </w:r>
        <w:r w:rsidR="00787CE4" w:rsidRPr="00787CE4">
          <w:rPr>
            <w:noProof/>
            <w:webHidden/>
            <w:sz w:val="20"/>
            <w:szCs w:val="20"/>
          </w:rPr>
          <w:fldChar w:fldCharType="end"/>
        </w:r>
      </w:hyperlink>
    </w:p>
    <w:p w14:paraId="286A9598" w14:textId="5EC3B531" w:rsidR="00787CE4" w:rsidRPr="00787CE4" w:rsidRDefault="00AA0963">
      <w:pPr>
        <w:pStyle w:val="TOC4"/>
        <w:rPr>
          <w:rFonts w:asciiTheme="minorHAnsi" w:eastAsiaTheme="minorEastAsia" w:hAnsiTheme="minorHAnsi" w:cstheme="minorBidi"/>
          <w:noProof/>
          <w:sz w:val="20"/>
          <w:szCs w:val="20"/>
        </w:rPr>
      </w:pPr>
      <w:hyperlink w:anchor="_Toc68229174" w:history="1">
        <w:r w:rsidR="00787CE4" w:rsidRPr="00787CE4">
          <w:rPr>
            <w:rStyle w:val="Hyperlink"/>
            <w:noProof/>
            <w:sz w:val="20"/>
            <w:szCs w:val="20"/>
          </w:rPr>
          <w:t>11.4.6.2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Allocation of Unaccounted For Energy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_Toc68229174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21</w:t>
        </w:r>
        <w:r w:rsidR="00787CE4" w:rsidRPr="00787CE4">
          <w:rPr>
            <w:noProof/>
            <w:webHidden/>
            <w:sz w:val="20"/>
            <w:szCs w:val="20"/>
          </w:rPr>
          <w:fldChar w:fldCharType="end"/>
        </w:r>
      </w:hyperlink>
    </w:p>
    <w:p w14:paraId="1BF99E8B" w14:textId="654B1C8F" w:rsidR="00787CE4" w:rsidRPr="00787CE4" w:rsidRDefault="00AA0963">
      <w:pPr>
        <w:pStyle w:val="TOC4"/>
        <w:rPr>
          <w:rFonts w:asciiTheme="minorHAnsi" w:eastAsiaTheme="minorEastAsia" w:hAnsiTheme="minorHAnsi" w:cstheme="minorBidi"/>
          <w:noProof/>
          <w:sz w:val="20"/>
          <w:szCs w:val="20"/>
        </w:rPr>
      </w:pPr>
      <w:hyperlink w:anchor="_Toc68229175" w:history="1">
        <w:r w:rsidR="00787CE4" w:rsidRPr="00787CE4">
          <w:rPr>
            <w:rStyle w:val="Hyperlink"/>
            <w:noProof/>
            <w:sz w:val="20"/>
            <w:szCs w:val="20"/>
          </w:rPr>
          <w:t>11.4.6.3</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Unaccounted For Energy Allocation to Unaccounted For Energy Categories</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_Toc68229175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21</w:t>
        </w:r>
        <w:r w:rsidR="00787CE4" w:rsidRPr="00787CE4">
          <w:rPr>
            <w:noProof/>
            <w:webHidden/>
            <w:sz w:val="20"/>
            <w:szCs w:val="20"/>
          </w:rPr>
          <w:fldChar w:fldCharType="end"/>
        </w:r>
      </w:hyperlink>
    </w:p>
    <w:p w14:paraId="5244086C" w14:textId="5F89FFF8" w:rsidR="00787CE4" w:rsidRPr="00787CE4" w:rsidRDefault="00AA0963">
      <w:pPr>
        <w:pStyle w:val="TOC4"/>
        <w:rPr>
          <w:rFonts w:asciiTheme="minorHAnsi" w:eastAsiaTheme="minorEastAsia" w:hAnsiTheme="minorHAnsi" w:cstheme="minorBidi"/>
          <w:noProof/>
          <w:sz w:val="20"/>
          <w:szCs w:val="20"/>
        </w:rPr>
      </w:pPr>
      <w:hyperlink w:anchor="_Toc68229176" w:history="1">
        <w:r w:rsidR="00787CE4" w:rsidRPr="00787CE4">
          <w:rPr>
            <w:rStyle w:val="Hyperlink"/>
            <w:noProof/>
            <w:sz w:val="20"/>
            <w:szCs w:val="20"/>
          </w:rPr>
          <w:t>11.4.6.4</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Unaccounted For Energy Allocation to Load Serving Entities within Unaccounted For Energy Categories</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_Toc68229176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22</w:t>
        </w:r>
        <w:r w:rsidR="00787CE4" w:rsidRPr="00787CE4">
          <w:rPr>
            <w:noProof/>
            <w:webHidden/>
            <w:sz w:val="20"/>
            <w:szCs w:val="20"/>
          </w:rPr>
          <w:fldChar w:fldCharType="end"/>
        </w:r>
      </w:hyperlink>
    </w:p>
    <w:p w14:paraId="1703ED7B" w14:textId="1CA569E9" w:rsidR="00787CE4" w:rsidRPr="00787CE4" w:rsidRDefault="00AA0963">
      <w:pPr>
        <w:pStyle w:val="TOC2"/>
        <w:rPr>
          <w:rFonts w:asciiTheme="minorHAnsi" w:eastAsiaTheme="minorEastAsia" w:hAnsiTheme="minorHAnsi" w:cstheme="minorBidi"/>
          <w:noProof/>
        </w:rPr>
      </w:pPr>
      <w:hyperlink w:anchor="_Toc68229177" w:history="1">
        <w:r w:rsidR="00787CE4" w:rsidRPr="00787CE4">
          <w:rPr>
            <w:rStyle w:val="Hyperlink"/>
            <w:noProof/>
          </w:rPr>
          <w:t>11.5</w:t>
        </w:r>
        <w:r w:rsidR="00787CE4" w:rsidRPr="00787CE4">
          <w:rPr>
            <w:rFonts w:asciiTheme="minorHAnsi" w:eastAsiaTheme="minorEastAsia" w:hAnsiTheme="minorHAnsi" w:cstheme="minorBidi"/>
            <w:noProof/>
          </w:rPr>
          <w:tab/>
        </w:r>
        <w:r w:rsidR="00787CE4" w:rsidRPr="00787CE4">
          <w:rPr>
            <w:rStyle w:val="Hyperlink"/>
            <w:noProof/>
          </w:rPr>
          <w:t>Data Aggregation</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_Toc68229177 \h </w:instrText>
        </w:r>
        <w:r w:rsidR="00787CE4" w:rsidRPr="00787CE4">
          <w:rPr>
            <w:noProof/>
            <w:webHidden/>
          </w:rPr>
        </w:r>
        <w:r w:rsidR="00787CE4" w:rsidRPr="00787CE4">
          <w:rPr>
            <w:noProof/>
            <w:webHidden/>
          </w:rPr>
          <w:fldChar w:fldCharType="separate"/>
        </w:r>
        <w:r>
          <w:rPr>
            <w:noProof/>
            <w:webHidden/>
          </w:rPr>
          <w:t>23</w:t>
        </w:r>
        <w:r w:rsidR="00787CE4" w:rsidRPr="00787CE4">
          <w:rPr>
            <w:noProof/>
            <w:webHidden/>
          </w:rPr>
          <w:fldChar w:fldCharType="end"/>
        </w:r>
      </w:hyperlink>
    </w:p>
    <w:p w14:paraId="0CBA3DC9" w14:textId="25F1780F" w:rsidR="00787CE4" w:rsidRPr="00787CE4" w:rsidRDefault="00AA0963">
      <w:pPr>
        <w:pStyle w:val="TOC3"/>
        <w:rPr>
          <w:rFonts w:asciiTheme="minorHAnsi" w:eastAsiaTheme="minorEastAsia" w:hAnsiTheme="minorHAnsi" w:cstheme="minorBidi"/>
          <w:bCs w:val="0"/>
          <w:i w:val="0"/>
          <w:iCs w:val="0"/>
        </w:rPr>
      </w:pPr>
      <w:hyperlink w:anchor="_Toc68229178" w:history="1">
        <w:r w:rsidR="00787CE4" w:rsidRPr="00787CE4">
          <w:rPr>
            <w:rStyle w:val="Hyperlink"/>
            <w:i w:val="0"/>
          </w:rPr>
          <w:t>11.5.1</w:t>
        </w:r>
        <w:r w:rsidR="00787CE4" w:rsidRPr="00787CE4">
          <w:rPr>
            <w:rFonts w:asciiTheme="minorHAnsi" w:eastAsiaTheme="minorEastAsia" w:hAnsiTheme="minorHAnsi" w:cstheme="minorBidi"/>
            <w:bCs w:val="0"/>
            <w:i w:val="0"/>
            <w:iCs w:val="0"/>
          </w:rPr>
          <w:tab/>
        </w:r>
        <w:r w:rsidR="00787CE4" w:rsidRPr="00787CE4">
          <w:rPr>
            <w:rStyle w:val="Hyperlink"/>
            <w:i w:val="0"/>
          </w:rPr>
          <w:t>Aggregate Load Data</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_Toc68229178 \h </w:instrText>
        </w:r>
        <w:r w:rsidR="00787CE4" w:rsidRPr="00787CE4">
          <w:rPr>
            <w:i w:val="0"/>
            <w:webHidden/>
          </w:rPr>
        </w:r>
        <w:r w:rsidR="00787CE4" w:rsidRPr="00787CE4">
          <w:rPr>
            <w:i w:val="0"/>
            <w:webHidden/>
          </w:rPr>
          <w:fldChar w:fldCharType="separate"/>
        </w:r>
        <w:r>
          <w:rPr>
            <w:i w:val="0"/>
            <w:webHidden/>
          </w:rPr>
          <w:t>23</w:t>
        </w:r>
        <w:r w:rsidR="00787CE4" w:rsidRPr="00787CE4">
          <w:rPr>
            <w:i w:val="0"/>
            <w:webHidden/>
          </w:rPr>
          <w:fldChar w:fldCharType="end"/>
        </w:r>
      </w:hyperlink>
    </w:p>
    <w:p w14:paraId="5FE1010A" w14:textId="64134D10" w:rsidR="00787CE4" w:rsidRPr="00787CE4" w:rsidRDefault="00AA0963">
      <w:pPr>
        <w:pStyle w:val="TOC4"/>
        <w:rPr>
          <w:rFonts w:asciiTheme="minorHAnsi" w:eastAsiaTheme="minorEastAsia" w:hAnsiTheme="minorHAnsi" w:cstheme="minorBidi"/>
          <w:noProof/>
          <w:sz w:val="20"/>
          <w:szCs w:val="20"/>
        </w:rPr>
      </w:pPr>
      <w:hyperlink w:anchor="_Toc68229179" w:history="1">
        <w:r w:rsidR="00787CE4" w:rsidRPr="00787CE4">
          <w:rPr>
            <w:rStyle w:val="Hyperlink"/>
            <w:noProof/>
            <w:sz w:val="20"/>
            <w:szCs w:val="20"/>
          </w:rPr>
          <w:t>11.5.1.1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Aggregated Load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_Toc68229179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23</w:t>
        </w:r>
        <w:r w:rsidR="00787CE4" w:rsidRPr="00787CE4">
          <w:rPr>
            <w:noProof/>
            <w:webHidden/>
            <w:sz w:val="20"/>
            <w:szCs w:val="20"/>
          </w:rPr>
          <w:fldChar w:fldCharType="end"/>
        </w:r>
      </w:hyperlink>
    </w:p>
    <w:p w14:paraId="55F1BF3D" w14:textId="32295D6D" w:rsidR="00787CE4" w:rsidRPr="00787CE4" w:rsidRDefault="00AA0963">
      <w:pPr>
        <w:pStyle w:val="TOC4"/>
        <w:rPr>
          <w:rFonts w:asciiTheme="minorHAnsi" w:eastAsiaTheme="minorEastAsia" w:hAnsiTheme="minorHAnsi" w:cstheme="minorBidi"/>
          <w:noProof/>
          <w:sz w:val="20"/>
          <w:szCs w:val="20"/>
        </w:rPr>
      </w:pPr>
      <w:hyperlink w:anchor="_Toc68229180" w:history="1">
        <w:r w:rsidR="00787CE4" w:rsidRPr="00787CE4">
          <w:rPr>
            <w:rStyle w:val="Hyperlink"/>
            <w:noProof/>
            <w:sz w:val="20"/>
            <w:szCs w:val="20"/>
          </w:rPr>
          <w:t>11.5.1.2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TSP and/or DSP Load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_Toc68229180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24</w:t>
        </w:r>
        <w:r w:rsidR="00787CE4" w:rsidRPr="00787CE4">
          <w:rPr>
            <w:noProof/>
            <w:webHidden/>
            <w:sz w:val="20"/>
            <w:szCs w:val="20"/>
          </w:rPr>
          <w:fldChar w:fldCharType="end"/>
        </w:r>
      </w:hyperlink>
    </w:p>
    <w:p w14:paraId="36426280" w14:textId="5CADD403" w:rsidR="00787CE4" w:rsidRPr="00787CE4" w:rsidRDefault="00AA0963">
      <w:pPr>
        <w:pStyle w:val="TOC3"/>
        <w:rPr>
          <w:rFonts w:asciiTheme="minorHAnsi" w:eastAsiaTheme="minorEastAsia" w:hAnsiTheme="minorHAnsi" w:cstheme="minorBidi"/>
          <w:bCs w:val="0"/>
          <w:i w:val="0"/>
          <w:iCs w:val="0"/>
        </w:rPr>
      </w:pPr>
      <w:hyperlink w:anchor="_Toc68229181" w:history="1">
        <w:r w:rsidR="00787CE4" w:rsidRPr="00787CE4">
          <w:rPr>
            <w:rStyle w:val="Hyperlink"/>
            <w:i w:val="0"/>
          </w:rPr>
          <w:t>11.5.2</w:t>
        </w:r>
        <w:r w:rsidR="00787CE4" w:rsidRPr="00787CE4">
          <w:rPr>
            <w:rFonts w:asciiTheme="minorHAnsi" w:eastAsiaTheme="minorEastAsia" w:hAnsiTheme="minorHAnsi" w:cstheme="minorBidi"/>
            <w:bCs w:val="0"/>
            <w:i w:val="0"/>
            <w:iCs w:val="0"/>
          </w:rPr>
          <w:tab/>
        </w:r>
        <w:r w:rsidR="00787CE4" w:rsidRPr="00787CE4">
          <w:rPr>
            <w:rStyle w:val="Hyperlink"/>
            <w:i w:val="0"/>
          </w:rPr>
          <w:t>Generation Meter Data Aggregation</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_Toc68229181 \h </w:instrText>
        </w:r>
        <w:r w:rsidR="00787CE4" w:rsidRPr="00787CE4">
          <w:rPr>
            <w:i w:val="0"/>
            <w:webHidden/>
          </w:rPr>
        </w:r>
        <w:r w:rsidR="00787CE4" w:rsidRPr="00787CE4">
          <w:rPr>
            <w:i w:val="0"/>
            <w:webHidden/>
          </w:rPr>
          <w:fldChar w:fldCharType="separate"/>
        </w:r>
        <w:r>
          <w:rPr>
            <w:i w:val="0"/>
            <w:webHidden/>
          </w:rPr>
          <w:t>24</w:t>
        </w:r>
        <w:r w:rsidR="00787CE4" w:rsidRPr="00787CE4">
          <w:rPr>
            <w:i w:val="0"/>
            <w:webHidden/>
          </w:rPr>
          <w:fldChar w:fldCharType="end"/>
        </w:r>
      </w:hyperlink>
    </w:p>
    <w:p w14:paraId="2BC98C16" w14:textId="1C179BAC" w:rsidR="00787CE4" w:rsidRPr="00787CE4" w:rsidRDefault="00AA0963">
      <w:pPr>
        <w:pStyle w:val="TOC4"/>
        <w:rPr>
          <w:rFonts w:asciiTheme="minorHAnsi" w:eastAsiaTheme="minorEastAsia" w:hAnsiTheme="minorHAnsi" w:cstheme="minorBidi"/>
          <w:noProof/>
          <w:sz w:val="20"/>
          <w:szCs w:val="20"/>
        </w:rPr>
      </w:pPr>
      <w:hyperlink w:anchor="_Toc68229182" w:history="1">
        <w:r w:rsidR="00787CE4" w:rsidRPr="00787CE4">
          <w:rPr>
            <w:rStyle w:val="Hyperlink"/>
            <w:noProof/>
            <w:sz w:val="20"/>
            <w:szCs w:val="20"/>
          </w:rPr>
          <w:t>11.5.2.1</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Participant Specific Generation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_Toc68229182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24</w:t>
        </w:r>
        <w:r w:rsidR="00787CE4" w:rsidRPr="00787CE4">
          <w:rPr>
            <w:noProof/>
            <w:webHidden/>
            <w:sz w:val="20"/>
            <w:szCs w:val="20"/>
          </w:rPr>
          <w:fldChar w:fldCharType="end"/>
        </w:r>
      </w:hyperlink>
    </w:p>
    <w:p w14:paraId="6E0FFBAF" w14:textId="64E11496" w:rsidR="00787CE4" w:rsidRPr="00787CE4" w:rsidRDefault="00AA0963">
      <w:pPr>
        <w:pStyle w:val="TOC4"/>
        <w:rPr>
          <w:rFonts w:asciiTheme="minorHAnsi" w:eastAsiaTheme="minorEastAsia" w:hAnsiTheme="minorHAnsi" w:cstheme="minorBidi"/>
          <w:noProof/>
          <w:sz w:val="20"/>
          <w:szCs w:val="20"/>
        </w:rPr>
      </w:pPr>
      <w:hyperlink w:anchor="_Toc68229183" w:history="1">
        <w:r w:rsidR="00787CE4" w:rsidRPr="00787CE4">
          <w:rPr>
            <w:rStyle w:val="Hyperlink"/>
            <w:noProof/>
            <w:sz w:val="20"/>
            <w:szCs w:val="20"/>
          </w:rPr>
          <w:t>11.5.2.2</w:t>
        </w:r>
        <w:r w:rsidR="00787CE4" w:rsidRPr="00787CE4">
          <w:rPr>
            <w:rFonts w:asciiTheme="minorHAnsi" w:eastAsiaTheme="minorEastAsia" w:hAnsiTheme="minorHAnsi" w:cstheme="minorBidi"/>
            <w:noProof/>
            <w:sz w:val="20"/>
            <w:szCs w:val="20"/>
          </w:rPr>
          <w:tab/>
        </w:r>
        <w:r w:rsidR="00787CE4" w:rsidRPr="00787CE4">
          <w:rPr>
            <w:rStyle w:val="Hyperlink"/>
            <w:noProof/>
            <w:sz w:val="20"/>
            <w:szCs w:val="20"/>
          </w:rPr>
          <w:t>General Public Data Posting/Availability</w:t>
        </w:r>
        <w:r w:rsidR="00787CE4" w:rsidRPr="00787CE4">
          <w:rPr>
            <w:noProof/>
            <w:webHidden/>
            <w:sz w:val="20"/>
            <w:szCs w:val="20"/>
          </w:rPr>
          <w:tab/>
          <w:t>11-</w:t>
        </w:r>
        <w:r w:rsidR="00787CE4" w:rsidRPr="00787CE4">
          <w:rPr>
            <w:noProof/>
            <w:webHidden/>
            <w:sz w:val="20"/>
            <w:szCs w:val="20"/>
          </w:rPr>
          <w:fldChar w:fldCharType="begin"/>
        </w:r>
        <w:r w:rsidR="00787CE4" w:rsidRPr="00787CE4">
          <w:rPr>
            <w:noProof/>
            <w:webHidden/>
            <w:sz w:val="20"/>
            <w:szCs w:val="20"/>
          </w:rPr>
          <w:instrText xml:space="preserve"> PAGEREF _Toc68229183 \h </w:instrText>
        </w:r>
        <w:r w:rsidR="00787CE4" w:rsidRPr="00787CE4">
          <w:rPr>
            <w:noProof/>
            <w:webHidden/>
            <w:sz w:val="20"/>
            <w:szCs w:val="20"/>
          </w:rPr>
        </w:r>
        <w:r w:rsidR="00787CE4" w:rsidRPr="00787CE4">
          <w:rPr>
            <w:noProof/>
            <w:webHidden/>
            <w:sz w:val="20"/>
            <w:szCs w:val="20"/>
          </w:rPr>
          <w:fldChar w:fldCharType="separate"/>
        </w:r>
        <w:r>
          <w:rPr>
            <w:noProof/>
            <w:webHidden/>
            <w:sz w:val="20"/>
            <w:szCs w:val="20"/>
          </w:rPr>
          <w:t>25</w:t>
        </w:r>
        <w:r w:rsidR="00787CE4" w:rsidRPr="00787CE4">
          <w:rPr>
            <w:noProof/>
            <w:webHidden/>
            <w:sz w:val="20"/>
            <w:szCs w:val="20"/>
          </w:rPr>
          <w:fldChar w:fldCharType="end"/>
        </w:r>
      </w:hyperlink>
    </w:p>
    <w:p w14:paraId="763764A7" w14:textId="4B276E62" w:rsidR="00787CE4" w:rsidRPr="00787CE4" w:rsidRDefault="00AA0963">
      <w:pPr>
        <w:pStyle w:val="TOC2"/>
        <w:rPr>
          <w:rFonts w:asciiTheme="minorHAnsi" w:eastAsiaTheme="minorEastAsia" w:hAnsiTheme="minorHAnsi" w:cstheme="minorBidi"/>
          <w:noProof/>
        </w:rPr>
      </w:pPr>
      <w:hyperlink w:anchor="_Toc68229184" w:history="1">
        <w:r w:rsidR="00787CE4" w:rsidRPr="00787CE4">
          <w:rPr>
            <w:rStyle w:val="Hyperlink"/>
            <w:noProof/>
          </w:rPr>
          <w:t>11.6</w:t>
        </w:r>
        <w:r w:rsidR="00787CE4" w:rsidRPr="00787CE4">
          <w:rPr>
            <w:rFonts w:asciiTheme="minorHAnsi" w:eastAsiaTheme="minorEastAsia" w:hAnsiTheme="minorHAnsi" w:cstheme="minorBidi"/>
            <w:noProof/>
          </w:rPr>
          <w:tab/>
        </w:r>
        <w:r w:rsidR="00787CE4" w:rsidRPr="00787CE4">
          <w:rPr>
            <w:rStyle w:val="Hyperlink"/>
            <w:noProof/>
          </w:rPr>
          <w:t>Unaccounted For Energy Analysis</w:t>
        </w:r>
        <w:r w:rsidR="00787CE4" w:rsidRPr="00787CE4">
          <w:rPr>
            <w:noProof/>
            <w:webHidden/>
          </w:rPr>
          <w:tab/>
          <w:t>11-</w:t>
        </w:r>
        <w:r w:rsidR="00787CE4" w:rsidRPr="00787CE4">
          <w:rPr>
            <w:noProof/>
            <w:webHidden/>
          </w:rPr>
          <w:fldChar w:fldCharType="begin"/>
        </w:r>
        <w:r w:rsidR="00787CE4" w:rsidRPr="00787CE4">
          <w:rPr>
            <w:noProof/>
            <w:webHidden/>
          </w:rPr>
          <w:instrText xml:space="preserve"> PAGEREF _Toc68229184 \h </w:instrText>
        </w:r>
        <w:r w:rsidR="00787CE4" w:rsidRPr="00787CE4">
          <w:rPr>
            <w:noProof/>
            <w:webHidden/>
          </w:rPr>
        </w:r>
        <w:r w:rsidR="00787CE4" w:rsidRPr="00787CE4">
          <w:rPr>
            <w:noProof/>
            <w:webHidden/>
          </w:rPr>
          <w:fldChar w:fldCharType="separate"/>
        </w:r>
        <w:r>
          <w:rPr>
            <w:noProof/>
            <w:webHidden/>
          </w:rPr>
          <w:t>25</w:t>
        </w:r>
        <w:r w:rsidR="00787CE4" w:rsidRPr="00787CE4">
          <w:rPr>
            <w:noProof/>
            <w:webHidden/>
          </w:rPr>
          <w:fldChar w:fldCharType="end"/>
        </w:r>
      </w:hyperlink>
    </w:p>
    <w:p w14:paraId="461D5314" w14:textId="45E6C163" w:rsidR="00787CE4" w:rsidRPr="00787CE4" w:rsidRDefault="00AA0963">
      <w:pPr>
        <w:pStyle w:val="TOC3"/>
        <w:rPr>
          <w:rFonts w:asciiTheme="minorHAnsi" w:eastAsiaTheme="minorEastAsia" w:hAnsiTheme="minorHAnsi" w:cstheme="minorBidi"/>
          <w:bCs w:val="0"/>
          <w:i w:val="0"/>
          <w:iCs w:val="0"/>
        </w:rPr>
      </w:pPr>
      <w:hyperlink w:anchor="_Toc68229185" w:history="1">
        <w:r w:rsidR="00787CE4" w:rsidRPr="00787CE4">
          <w:rPr>
            <w:rStyle w:val="Hyperlink"/>
            <w:i w:val="0"/>
          </w:rPr>
          <w:t>11.6.1</w:t>
        </w:r>
        <w:r w:rsidR="00787CE4" w:rsidRPr="00787CE4">
          <w:rPr>
            <w:rFonts w:asciiTheme="minorHAnsi" w:eastAsiaTheme="minorEastAsia" w:hAnsiTheme="minorHAnsi" w:cstheme="minorBidi"/>
            <w:bCs w:val="0"/>
            <w:i w:val="0"/>
            <w:iCs w:val="0"/>
          </w:rPr>
          <w:tab/>
        </w:r>
        <w:r w:rsidR="00787CE4" w:rsidRPr="00787CE4">
          <w:rPr>
            <w:rStyle w:val="Hyperlink"/>
            <w:i w:val="0"/>
          </w:rPr>
          <w:t>Overview</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_Toc68229185 \h </w:instrText>
        </w:r>
        <w:r w:rsidR="00787CE4" w:rsidRPr="00787CE4">
          <w:rPr>
            <w:i w:val="0"/>
            <w:webHidden/>
          </w:rPr>
        </w:r>
        <w:r w:rsidR="00787CE4" w:rsidRPr="00787CE4">
          <w:rPr>
            <w:i w:val="0"/>
            <w:webHidden/>
          </w:rPr>
          <w:fldChar w:fldCharType="separate"/>
        </w:r>
        <w:r>
          <w:rPr>
            <w:i w:val="0"/>
            <w:webHidden/>
          </w:rPr>
          <w:t>25</w:t>
        </w:r>
        <w:r w:rsidR="00787CE4" w:rsidRPr="00787CE4">
          <w:rPr>
            <w:i w:val="0"/>
            <w:webHidden/>
          </w:rPr>
          <w:fldChar w:fldCharType="end"/>
        </w:r>
      </w:hyperlink>
    </w:p>
    <w:p w14:paraId="6E08FC35" w14:textId="47E05A7B" w:rsidR="00BA5FF8" w:rsidRDefault="00AA0963" w:rsidP="00787CE4">
      <w:pPr>
        <w:pStyle w:val="TOC3"/>
        <w:sectPr w:rsidR="00BA5FF8">
          <w:headerReference w:type="default" r:id="rId11"/>
          <w:footerReference w:type="default" r:id="rId12"/>
          <w:pgSz w:w="12240" w:h="15840" w:code="1"/>
          <w:pgMar w:top="1440" w:right="1440" w:bottom="1440" w:left="1440" w:header="720" w:footer="720" w:gutter="0"/>
          <w:cols w:space="720"/>
        </w:sectPr>
      </w:pPr>
      <w:hyperlink w:anchor="_Toc68229186" w:history="1">
        <w:r w:rsidR="00787CE4" w:rsidRPr="00787CE4">
          <w:rPr>
            <w:rStyle w:val="Hyperlink"/>
            <w:i w:val="0"/>
          </w:rPr>
          <w:t>11.6.2</w:t>
        </w:r>
        <w:r w:rsidR="00787CE4" w:rsidRPr="00787CE4">
          <w:rPr>
            <w:rFonts w:asciiTheme="minorHAnsi" w:eastAsiaTheme="minorEastAsia" w:hAnsiTheme="minorHAnsi" w:cstheme="minorBidi"/>
            <w:bCs w:val="0"/>
            <w:i w:val="0"/>
            <w:iCs w:val="0"/>
          </w:rPr>
          <w:tab/>
        </w:r>
        <w:r w:rsidR="00787CE4" w:rsidRPr="00787CE4">
          <w:rPr>
            <w:rStyle w:val="Hyperlink"/>
            <w:i w:val="0"/>
          </w:rPr>
          <w:t>Annual Unaccounted For Energy Analysis Report</w:t>
        </w:r>
        <w:r w:rsidR="00787CE4" w:rsidRPr="00787CE4">
          <w:rPr>
            <w:i w:val="0"/>
            <w:webHidden/>
          </w:rPr>
          <w:tab/>
          <w:t>11-</w:t>
        </w:r>
        <w:r w:rsidR="00787CE4" w:rsidRPr="00787CE4">
          <w:rPr>
            <w:i w:val="0"/>
            <w:webHidden/>
          </w:rPr>
          <w:fldChar w:fldCharType="begin"/>
        </w:r>
        <w:r w:rsidR="00787CE4" w:rsidRPr="00787CE4">
          <w:rPr>
            <w:i w:val="0"/>
            <w:webHidden/>
          </w:rPr>
          <w:instrText xml:space="preserve"> PAGEREF _Toc68229186 \h </w:instrText>
        </w:r>
        <w:r w:rsidR="00787CE4" w:rsidRPr="00787CE4">
          <w:rPr>
            <w:i w:val="0"/>
            <w:webHidden/>
          </w:rPr>
        </w:r>
        <w:r w:rsidR="00787CE4" w:rsidRPr="00787CE4">
          <w:rPr>
            <w:i w:val="0"/>
            <w:webHidden/>
          </w:rPr>
          <w:fldChar w:fldCharType="separate"/>
        </w:r>
        <w:r>
          <w:rPr>
            <w:i w:val="0"/>
            <w:webHidden/>
          </w:rPr>
          <w:t>26</w:t>
        </w:r>
        <w:r w:rsidR="00787CE4" w:rsidRPr="00787CE4">
          <w:rPr>
            <w:i w:val="0"/>
            <w:webHidden/>
          </w:rPr>
          <w:fldChar w:fldCharType="end"/>
        </w:r>
      </w:hyperlink>
      <w:r w:rsidR="00957D0C" w:rsidRPr="00D025A4">
        <w:rPr>
          <w:b/>
          <w:bCs w:val="0"/>
        </w:rPr>
        <w:fldChar w:fldCharType="end"/>
      </w:r>
    </w:p>
    <w:p w14:paraId="69C06434" w14:textId="77777777" w:rsidR="00BA5FF8" w:rsidRDefault="0085591D">
      <w:pPr>
        <w:pStyle w:val="Heading1"/>
        <w:numPr>
          <w:ilvl w:val="0"/>
          <w:numId w:val="0"/>
        </w:numPr>
      </w:pPr>
      <w:bookmarkStart w:id="6" w:name="_Toc273089315"/>
      <w:bookmarkStart w:id="7" w:name="_Toc68229138"/>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68229139"/>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68229140"/>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68229141"/>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68229142"/>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68229143"/>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68229144"/>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68229145"/>
      <w:bookmarkStart w:id="21" w:name="_Toc273089322"/>
      <w:r>
        <w:lastRenderedPageBreak/>
        <w:t>11.1.6</w:t>
      </w:r>
      <w:r>
        <w:tab/>
        <w:t>ERCOT</w:t>
      </w:r>
      <w:r w:rsidR="00431607">
        <w:t>-</w:t>
      </w:r>
      <w:r>
        <w:t>Polled Settlement Meter Netting</w:t>
      </w:r>
      <w:bookmarkEnd w:id="20"/>
    </w:p>
    <w:p w14:paraId="04E32FED" w14:textId="77777777"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1EC67D37" w14:textId="77777777" w:rsidTr="00B2597F">
        <w:tc>
          <w:tcPr>
            <w:tcW w:w="9766" w:type="dxa"/>
            <w:shd w:val="pct12" w:color="auto" w:fill="auto"/>
          </w:tcPr>
          <w:p w14:paraId="1AB24C00"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451A589E" w14:textId="77777777" w:rsidR="007C4377" w:rsidRPr="007C4377" w:rsidRDefault="007C4377" w:rsidP="007C4377">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3FBE7C53" w14:textId="77777777" w:rsidR="00FD2D3A" w:rsidRDefault="00FD2D3A" w:rsidP="00AF4BE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28BD038A" w14:textId="77777777" w:rsidTr="00B2597F">
        <w:tc>
          <w:tcPr>
            <w:tcW w:w="9766" w:type="dxa"/>
            <w:shd w:val="pct12" w:color="auto" w:fill="auto"/>
          </w:tcPr>
          <w:p w14:paraId="09B451B9"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65AFEA51" w14:textId="77777777" w:rsidR="007C4377" w:rsidRPr="007C4377" w:rsidRDefault="007C4377" w:rsidP="007C4377">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763D7E00" w14:textId="77777777" w:rsidR="00FD2D3A" w:rsidRPr="00BB05CF" w:rsidRDefault="00FD2D3A" w:rsidP="00AF4BE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247B1DCB" w:rsidR="007C4377" w:rsidRPr="00E566EB" w:rsidRDefault="007C4377" w:rsidP="00B2597F">
            <w:pPr>
              <w:spacing w:before="120" w:after="240"/>
              <w:rPr>
                <w:b/>
                <w:i/>
                <w:iCs/>
              </w:rPr>
            </w:pPr>
            <w:r>
              <w:rPr>
                <w:b/>
                <w:i/>
                <w:iCs/>
              </w:rPr>
              <w:t>[</w:t>
            </w:r>
            <w:r w:rsidR="00E33509">
              <w:rPr>
                <w:b/>
                <w:i/>
                <w:iCs/>
              </w:rPr>
              <w:t xml:space="preserve">NPRR995 and </w:t>
            </w:r>
            <w:r>
              <w:rPr>
                <w:b/>
                <w:i/>
                <w:iCs/>
              </w:rPr>
              <w:t>NPRR1002</w:t>
            </w:r>
            <w:r w:rsidRPr="00E566EB">
              <w:rPr>
                <w:b/>
                <w:i/>
                <w:iCs/>
              </w:rPr>
              <w:t xml:space="preserve">: </w:t>
            </w:r>
            <w:r>
              <w:rPr>
                <w:b/>
                <w:i/>
                <w:iCs/>
              </w:rPr>
              <w:t xml:space="preserve"> Replace </w:t>
            </w:r>
            <w:r w:rsidR="00E33509">
              <w:rPr>
                <w:b/>
                <w:i/>
                <w:iCs/>
              </w:rPr>
              <w:t xml:space="preserve">applicable portions of </w:t>
            </w:r>
            <w:r>
              <w:rPr>
                <w:b/>
                <w:i/>
                <w:iCs/>
              </w:rPr>
              <w:t xml:space="preserve">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77777777"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w:t>
      </w:r>
      <w:r w:rsidR="004D1CCF">
        <w:t>Energy Storage Resource (</w:t>
      </w:r>
      <w:r w:rsidR="004D1CCF" w:rsidRPr="00E10BFA">
        <w:t>ESR</w:t>
      </w:r>
      <w:r w:rsidR="004D1CCF">
        <w:t>)</w:t>
      </w:r>
      <w:r w:rsidR="004D1CCF" w:rsidRPr="00E10BFA">
        <w:t xml:space="preserve"> communicates its auxiliary Load value to the EPS Meter, WSL is calculated by subtracting the auxiliary Load from the total Load measured</w:t>
      </w:r>
      <w:r w:rsidR="004D1CCF">
        <w:t xml:space="preserve"> by the corresponding EPS meter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14:paraId="4B004028" w14:textId="77777777" w:rsidR="00F30711" w:rsidRDefault="00F30711" w:rsidP="00F30711">
      <w:pPr>
        <w:spacing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1072BACE" w14:textId="77777777" w:rsidR="00F30711" w:rsidRPr="001651A4"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232F04DB" w:rsidR="00E33509" w:rsidRPr="00E566EB" w:rsidRDefault="00E33509" w:rsidP="00F90A4D">
            <w:pPr>
              <w:spacing w:before="120" w:after="240"/>
              <w:rPr>
                <w:b/>
                <w:i/>
                <w:iCs/>
              </w:rPr>
            </w:pPr>
            <w:bookmarkStart w:id="22" w:name="_Toc273089323"/>
            <w:bookmarkStart w:id="23" w:name="_Toc68229146"/>
            <w:r>
              <w:rPr>
                <w:b/>
                <w:i/>
                <w:iCs/>
              </w:rPr>
              <w:t>[NPRR995</w:t>
            </w:r>
            <w:r w:rsidRPr="00E566EB">
              <w:rPr>
                <w:b/>
                <w:i/>
                <w:iCs/>
              </w:rPr>
              <w:t xml:space="preserve">: </w:t>
            </w:r>
            <w:r>
              <w:rPr>
                <w:b/>
                <w:i/>
                <w:iCs/>
              </w:rPr>
              <w:t xml:space="preserve"> Insert paragraphs (6) and (7) below upon </w:t>
            </w:r>
            <w:r w:rsidRPr="00E566EB">
              <w:rPr>
                <w:b/>
                <w:i/>
                <w:iCs/>
              </w:rPr>
              <w:t>system implementation:]</w:t>
            </w:r>
          </w:p>
          <w:p w14:paraId="726F9C2F" w14:textId="582870A4" w:rsidR="00E33509" w:rsidRDefault="00E33509" w:rsidP="00E33509">
            <w:pPr>
              <w:spacing w:after="240"/>
              <w:ind w:left="720" w:hanging="720"/>
              <w:rPr>
                <w:szCs w:val="20"/>
              </w:rPr>
            </w:pPr>
            <w:r>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77777777"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1638D814"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meter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 xml:space="preserve">oad that is less </w:t>
            </w:r>
            <w:r w:rsidRPr="00DB7447">
              <w:rPr>
                <w:szCs w:val="20"/>
              </w:rPr>
              <w:lastRenderedPageBreak/>
              <w:t>than or equal to the generation accumulator will be settled as WSL for each 15-minute interval.</w:t>
            </w:r>
          </w:p>
          <w:p w14:paraId="45400D44" w14:textId="69604ED9"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meter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77777777" w:rsidR="00E33509" w:rsidRDefault="00E33509" w:rsidP="00E33509">
            <w:pPr>
              <w:spacing w:after="240"/>
              <w:ind w:left="1440" w:hanging="720"/>
            </w:pPr>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7777777"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w:t>
            </w:r>
            <w:r w:rsidRPr="00F1350A">
              <w:rPr>
                <w:szCs w:val="20"/>
              </w:rPr>
              <w:lastRenderedPageBreak/>
              <w:t>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t>(2)</w:t>
            </w:r>
            <w:r>
              <w:rPr>
                <w:szCs w:val="20"/>
              </w:rPr>
              <w:tab/>
              <w:t xml:space="preserve">15% of the total SODESS or SOTESS metered Load. </w:t>
            </w:r>
          </w:p>
          <w:p w14:paraId="15BC9B38" w14:textId="77777777"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meter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1C7538D8" w14:textId="77777777" w:rsidR="00BA5FF8" w:rsidRDefault="0085591D" w:rsidP="00171D24">
      <w:pPr>
        <w:pStyle w:val="H3"/>
        <w:spacing w:before="480"/>
      </w:pPr>
      <w:r>
        <w:lastRenderedPageBreak/>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68229147"/>
      <w:r>
        <w:t>11.1.8</w:t>
      </w:r>
      <w:r>
        <w:tab/>
        <w:t>Correction of ERCOT Polled Settlement Meter Data for Non-Opt-In Transmission Losses</w:t>
      </w:r>
      <w:bookmarkEnd w:id="24"/>
      <w:bookmarkEnd w:id="25"/>
    </w:p>
    <w:p w14:paraId="1E7348B9" w14:textId="77777777" w:rsidR="00BA5FF8" w:rsidRDefault="006D71A4" w:rsidP="00AE3579">
      <w:pPr>
        <w:pStyle w:val="BodyText"/>
        <w:ind w:left="720" w:hanging="720"/>
      </w:pPr>
      <w:r>
        <w:t>(1)</w:t>
      </w:r>
      <w:r>
        <w:tab/>
      </w:r>
      <w:r w:rsidR="0085591D">
        <w:t>ERCOT will correct the total Load of EPS meters for Non-Opt-In Entities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68229148"/>
      <w:r>
        <w:t>11.1.9</w:t>
      </w:r>
      <w:r>
        <w:tab/>
        <w:t xml:space="preserve">Treatment of Non-Opt-In </w:t>
      </w:r>
      <w:r w:rsidR="00534EF8">
        <w:t xml:space="preserve">Entity or External Load Serving Entity </w:t>
      </w:r>
      <w:r>
        <w:t>Radially Connected Entities</w:t>
      </w:r>
      <w:bookmarkEnd w:id="26"/>
      <w:bookmarkEnd w:id="27"/>
    </w:p>
    <w:p w14:paraId="384CEF6F" w14:textId="77777777"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Electric Service Identifier (ESI ID).</w:t>
      </w:r>
    </w:p>
    <w:p w14:paraId="7A8A3E60" w14:textId="77777777" w:rsidR="00BA5FF8" w:rsidRDefault="0085591D">
      <w:pPr>
        <w:pStyle w:val="H3"/>
      </w:pPr>
      <w:bookmarkStart w:id="28" w:name="_Toc273089326"/>
      <w:bookmarkStart w:id="29" w:name="_Toc68229149"/>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lastRenderedPageBreak/>
        <w:t>(e)</w:t>
      </w:r>
      <w:r>
        <w:tab/>
        <w:t>Make ESI ID interval data available to the TSP and/or DSP and LSE via an extract.</w:t>
      </w:r>
    </w:p>
    <w:p w14:paraId="47CBD8E4" w14:textId="77777777" w:rsidR="00BA5FF8" w:rsidRDefault="0085591D" w:rsidP="00BA5FF8">
      <w:pPr>
        <w:pStyle w:val="BodyText"/>
      </w:pPr>
      <w:r>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68229150"/>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68229151"/>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lastRenderedPageBreak/>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68229152"/>
      <w:r>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68229153"/>
      <w:r>
        <w:t>11.2.1</w:t>
      </w:r>
      <w:r>
        <w:tab/>
        <w:t>Overview</w:t>
      </w:r>
      <w:bookmarkEnd w:id="35"/>
      <w:bookmarkEnd w:id="36"/>
    </w:p>
    <w:p w14:paraId="1F3A838E" w14:textId="77777777" w:rsidR="00BA5FF8" w:rsidRDefault="006D71A4" w:rsidP="00AE3579">
      <w:pPr>
        <w:pStyle w:val="BodyText"/>
        <w:ind w:left="720" w:hanging="720"/>
      </w:pPr>
      <w:r>
        <w:t>(1)</w:t>
      </w:r>
      <w:r>
        <w:tab/>
      </w:r>
      <w:r w:rsidR="0085591D">
        <w:t>This Section addresses the manner in which ERCOT will receive and validate data from the Transmission Service Providers (TSPs) and /or Distribution Service Providers (DSPs) regarding usage for Generation Resources and Load from TSP and/or DSP metered Entities as defined in Section 10, Metering.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E5DD6" w:rsidRPr="00E566EB" w14:paraId="5F4495E4" w14:textId="77777777" w:rsidTr="00B2597F">
        <w:tc>
          <w:tcPr>
            <w:tcW w:w="9766" w:type="dxa"/>
            <w:shd w:val="pct12" w:color="auto" w:fill="auto"/>
          </w:tcPr>
          <w:p w14:paraId="22D5973C" w14:textId="77777777" w:rsidR="008E5DD6" w:rsidRPr="00E566EB" w:rsidRDefault="008E5DD6" w:rsidP="00B2597F">
            <w:pPr>
              <w:spacing w:before="120" w:after="240"/>
              <w:rPr>
                <w:b/>
                <w:i/>
                <w:iCs/>
              </w:rPr>
            </w:pPr>
            <w:bookmarkStart w:id="37" w:name="_Toc273089330"/>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7717988F" w14:textId="77777777" w:rsidR="008E5DD6" w:rsidRPr="008E5DD6" w:rsidRDefault="008E5DD6" w:rsidP="008E5DD6">
            <w:pPr>
              <w:pStyle w:val="BodyText"/>
              <w:ind w:left="720" w:hanging="720"/>
            </w:pPr>
            <w:r>
              <w:t>(1)</w:t>
            </w:r>
            <w:r>
              <w:tab/>
              <w:t>This Section addresses the manner in which ERCOT will receive and validate data from the Transmission Service Providers (TSPs) and /or Distribution Service Providers (DSPs) regarding generation and Load from TSP and/or DSP metered Entities as defined in Section 10, Metering.</w:t>
            </w:r>
          </w:p>
        </w:tc>
      </w:tr>
    </w:tbl>
    <w:p w14:paraId="6537340D" w14:textId="77777777" w:rsidR="00BA5FF8" w:rsidRDefault="0085591D" w:rsidP="00AF4BE5">
      <w:pPr>
        <w:pStyle w:val="H3"/>
        <w:spacing w:before="480"/>
      </w:pPr>
      <w:bookmarkStart w:id="38" w:name="_Toc68229154"/>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lastRenderedPageBreak/>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68229155"/>
      <w:r>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68229156"/>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68229157"/>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68229158"/>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68229159"/>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68229160"/>
      <w:r>
        <w:lastRenderedPageBreak/>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68229161"/>
      <w:r>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w:t>
      </w:r>
      <w:r>
        <w:lastRenderedPageBreak/>
        <w:t xml:space="preserve">(usually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68229162"/>
      <w:r>
        <w:t>11.4.3</w:t>
      </w:r>
      <w:r>
        <w:tab/>
        <w:t>Interval Consumption Data Estimation</w:t>
      </w:r>
      <w:bookmarkEnd w:id="53"/>
      <w:bookmarkEnd w:id="54"/>
    </w:p>
    <w:p w14:paraId="5F0A9285" w14:textId="77777777"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i.e. weather.  The classification of ESI IDs </w:t>
      </w:r>
      <w:r>
        <w:t xml:space="preserve">with IDR Meters </w:t>
      </w:r>
      <w:r w:rsidR="0085591D">
        <w:t>into a weather-sensitive group and a non-weather-sensitive group determines the proxy day method used for estimation purposes.  The proxy day estimation method for each group captures the factors that best predict the ESI ID-specific Load shape for the Operating Day.</w:t>
      </w:r>
    </w:p>
    <w:p w14:paraId="33A3DD78" w14:textId="77777777" w:rsidR="00AB2CD1" w:rsidRDefault="004644A2" w:rsidP="00AB2CD1">
      <w:pPr>
        <w:pStyle w:val="BodyText"/>
        <w:ind w:left="720" w:hanging="720"/>
      </w:pPr>
      <w:r>
        <w:t>(2)</w:t>
      </w:r>
      <w:r>
        <w:tab/>
        <w:t>The Weather Sensitive Proxy Day Method</w:t>
      </w:r>
      <w:r w:rsidRPr="00586318">
        <w:t xml:space="preserve"> </w:t>
      </w:r>
      <w:r>
        <w:t>will be used for estimating interval data for</w:t>
      </w:r>
      <w:r w:rsidRPr="00586318">
        <w:t xml:space="preserve"> </w:t>
      </w:r>
      <w:r>
        <w:t>ESI IDs with Advanced Meters</w:t>
      </w:r>
      <w:r w:rsidR="004E6AFE">
        <w:t xml:space="preserve"> </w:t>
      </w:r>
      <w:r w:rsidR="004E6AFE">
        <w:rPr>
          <w:szCs w:val="20"/>
        </w:rPr>
        <w:t>or Municipally Owned Utility (</w:t>
      </w:r>
      <w:r w:rsidR="004E6AFE">
        <w:rPr>
          <w:bCs/>
          <w:snapToGrid w:val="0"/>
          <w:szCs w:val="20"/>
        </w:rPr>
        <w:t>MOU) / Electric Cooperative (EC) Non-BUSIDRRQ IDRs</w:t>
      </w:r>
      <w:r>
        <w:t>.</w:t>
      </w:r>
    </w:p>
    <w:p w14:paraId="307426AD" w14:textId="77777777" w:rsidR="00BA5FF8" w:rsidRDefault="0085591D">
      <w:pPr>
        <w:pStyle w:val="H4"/>
      </w:pPr>
      <w:bookmarkStart w:id="55" w:name="_Toc273089339"/>
      <w:bookmarkStart w:id="56" w:name="_Toc68229163"/>
      <w:r>
        <w:t>11.4.3.1</w:t>
      </w:r>
      <w:r>
        <w:tab/>
        <w:t>Weather Responsiveness Determination</w:t>
      </w:r>
      <w:bookmarkEnd w:id="55"/>
      <w:bookmarkEnd w:id="56"/>
    </w:p>
    <w:p w14:paraId="72FC8BC4" w14:textId="77777777" w:rsidR="00BA5FF8" w:rsidRDefault="0085591D" w:rsidP="00BA5FF8">
      <w:pPr>
        <w:pStyle w:val="BodyText"/>
        <w:ind w:left="720" w:hanging="720"/>
      </w:pPr>
      <w:r>
        <w:t>(1)</w:t>
      </w:r>
      <w:r>
        <w:tab/>
        <w:t>ERCOT shall perform the weather responsiveness test for all ESI IDs with IDR</w:t>
      </w:r>
      <w:r w:rsidR="004644A2">
        <w:t xml:space="preserve"> Meter</w:t>
      </w:r>
      <w:r>
        <w:t>s as specified below.</w:t>
      </w:r>
    </w:p>
    <w:p w14:paraId="5D8AE4FF" w14:textId="77777777" w:rsidR="00BA5FF8" w:rsidRDefault="0085591D" w:rsidP="00BA5FF8">
      <w:pPr>
        <w:pStyle w:val="BodyText"/>
        <w:ind w:left="720" w:hanging="720"/>
      </w:pPr>
      <w:r>
        <w:lastRenderedPageBreak/>
        <w:t>(2)</w:t>
      </w:r>
      <w:r>
        <w:tab/>
        <w:t>For each ESI ID with an IDR</w:t>
      </w:r>
      <w:r w:rsidR="004644A2">
        <w:t xml:space="preserve"> Meter</w:t>
      </w:r>
      <w:r>
        <w:t xml:space="preserve">, two variables shall be calculated for each Business Day on which the ESI ID is active and for which actual interval data is available during the </w:t>
      </w:r>
      <w:r w:rsidR="00386C0D">
        <w:t xml:space="preserve">time period </w:t>
      </w:r>
      <w:r>
        <w:t>(June 1</w:t>
      </w:r>
      <w:r>
        <w:rPr>
          <w:vertAlign w:val="superscript"/>
        </w:rPr>
        <w:t>st</w:t>
      </w:r>
      <w:r>
        <w:t xml:space="preserve"> - September 30</w:t>
      </w:r>
      <w:r>
        <w:rPr>
          <w:vertAlign w:val="superscript"/>
        </w:rPr>
        <w:t>th</w:t>
      </w:r>
      <w:r>
        <w:t>) immediately preceding the date the test is run:</w:t>
      </w:r>
    </w:p>
    <w:p w14:paraId="34800226" w14:textId="77777777" w:rsidR="00BA5FF8" w:rsidRDefault="0085591D" w:rsidP="00BA5FF8">
      <w:pPr>
        <w:pStyle w:val="List"/>
        <w:ind w:firstLine="0"/>
      </w:pPr>
      <w:r>
        <w:t>(a)</w:t>
      </w:r>
      <w:r>
        <w:tab/>
        <w:t>Daily kWh; and</w:t>
      </w:r>
    </w:p>
    <w:p w14:paraId="2DDF3AC8" w14:textId="77777777" w:rsidR="00BA5FF8" w:rsidRDefault="0085591D" w:rsidP="00BA5FF8">
      <w:pPr>
        <w:pStyle w:val="List"/>
        <w:ind w:firstLine="0"/>
      </w:pPr>
      <w:r>
        <w:t>(b)</w:t>
      </w:r>
      <w:r>
        <w:tab/>
        <w:t>Average Weather Zone daily dry bulb temperature.</w:t>
      </w:r>
    </w:p>
    <w:p w14:paraId="67DECF5D" w14:textId="77777777" w:rsidR="00BA5FF8" w:rsidRDefault="0085591D" w:rsidP="00BA5FF8">
      <w:pPr>
        <w:pStyle w:val="FormulaBold"/>
        <w:ind w:left="3960" w:hanging="3240"/>
      </w:pPr>
      <w:r>
        <w:t>Average Weather Zone Daily Dry Bulb Temperature</w:t>
      </w:r>
      <w:r w:rsidR="003C170A">
        <w:t xml:space="preserve"> </w:t>
      </w:r>
      <w:r>
        <w:t>=</w:t>
      </w:r>
      <w:r>
        <w:tab/>
        <w:t>((MAX + MIN) / 2)</w:t>
      </w:r>
    </w:p>
    <w:p w14:paraId="69C61247" w14:textId="77777777" w:rsidR="00BA5FF8" w:rsidRDefault="0085591D" w:rsidP="00CD55D2">
      <w:pPr>
        <w:spacing w:before="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334CEB5" w14:textId="77777777">
        <w:tc>
          <w:tcPr>
            <w:tcW w:w="1465" w:type="dxa"/>
          </w:tcPr>
          <w:p w14:paraId="6EB8126B" w14:textId="77777777" w:rsidR="00BA5FF8" w:rsidRDefault="0085591D">
            <w:pPr>
              <w:pStyle w:val="TableHead"/>
            </w:pPr>
            <w:r>
              <w:t>Variable</w:t>
            </w:r>
          </w:p>
        </w:tc>
        <w:tc>
          <w:tcPr>
            <w:tcW w:w="1080" w:type="dxa"/>
          </w:tcPr>
          <w:p w14:paraId="26A790E7" w14:textId="77777777" w:rsidR="00BA5FF8" w:rsidRDefault="0085591D">
            <w:pPr>
              <w:pStyle w:val="TableHead"/>
            </w:pPr>
            <w:r>
              <w:t>Unit</w:t>
            </w:r>
          </w:p>
        </w:tc>
        <w:tc>
          <w:tcPr>
            <w:tcW w:w="7295" w:type="dxa"/>
          </w:tcPr>
          <w:p w14:paraId="056EB57A" w14:textId="77777777" w:rsidR="00BA5FF8" w:rsidRDefault="0085591D">
            <w:pPr>
              <w:pStyle w:val="TableHead"/>
            </w:pPr>
            <w:r>
              <w:t>Description</w:t>
            </w:r>
          </w:p>
        </w:tc>
      </w:tr>
      <w:tr w:rsidR="00BA5FF8" w14:paraId="49740EBB" w14:textId="77777777">
        <w:tc>
          <w:tcPr>
            <w:tcW w:w="1465" w:type="dxa"/>
          </w:tcPr>
          <w:p w14:paraId="1BEAB0E0" w14:textId="77777777" w:rsidR="00BA5FF8" w:rsidRDefault="0085591D">
            <w:pPr>
              <w:pStyle w:val="TableHead"/>
              <w:rPr>
                <w:b w:val="0"/>
              </w:rPr>
            </w:pPr>
            <w:r>
              <w:rPr>
                <w:b w:val="0"/>
              </w:rPr>
              <w:t>MAX</w:t>
            </w:r>
          </w:p>
        </w:tc>
        <w:tc>
          <w:tcPr>
            <w:tcW w:w="1080" w:type="dxa"/>
          </w:tcPr>
          <w:p w14:paraId="159040EB" w14:textId="77777777" w:rsidR="00BA5FF8" w:rsidRDefault="00BA5FF8">
            <w:pPr>
              <w:pStyle w:val="TableHead"/>
              <w:rPr>
                <w:b w:val="0"/>
              </w:rPr>
            </w:pPr>
          </w:p>
        </w:tc>
        <w:tc>
          <w:tcPr>
            <w:tcW w:w="7295" w:type="dxa"/>
          </w:tcPr>
          <w:p w14:paraId="5A17430C" w14:textId="77777777" w:rsidR="00BA5FF8" w:rsidRDefault="0085591D">
            <w:pPr>
              <w:pStyle w:val="TableHead"/>
              <w:rPr>
                <w:b w:val="0"/>
              </w:rPr>
            </w:pPr>
            <w:r>
              <w:rPr>
                <w:b w:val="0"/>
              </w:rPr>
              <w:t>Maximum Weather Zone daily dry bulb temperature.</w:t>
            </w:r>
          </w:p>
        </w:tc>
      </w:tr>
      <w:tr w:rsidR="00BA5FF8" w14:paraId="59CA66AE" w14:textId="77777777">
        <w:tc>
          <w:tcPr>
            <w:tcW w:w="1465" w:type="dxa"/>
          </w:tcPr>
          <w:p w14:paraId="046600F1" w14:textId="77777777" w:rsidR="00BA5FF8" w:rsidRDefault="0085591D">
            <w:pPr>
              <w:pStyle w:val="TableHead"/>
              <w:rPr>
                <w:b w:val="0"/>
              </w:rPr>
            </w:pPr>
            <w:r>
              <w:rPr>
                <w:b w:val="0"/>
              </w:rPr>
              <w:t>MIN</w:t>
            </w:r>
          </w:p>
        </w:tc>
        <w:tc>
          <w:tcPr>
            <w:tcW w:w="1080" w:type="dxa"/>
          </w:tcPr>
          <w:p w14:paraId="583ECB55" w14:textId="77777777" w:rsidR="00BA5FF8" w:rsidRDefault="00BA5FF8">
            <w:pPr>
              <w:pStyle w:val="TableHead"/>
              <w:rPr>
                <w:b w:val="0"/>
              </w:rPr>
            </w:pPr>
          </w:p>
        </w:tc>
        <w:tc>
          <w:tcPr>
            <w:tcW w:w="7295" w:type="dxa"/>
          </w:tcPr>
          <w:p w14:paraId="7C0B550A" w14:textId="77777777" w:rsidR="00BA5FF8" w:rsidRDefault="0085591D">
            <w:pPr>
              <w:pStyle w:val="TableHead"/>
              <w:rPr>
                <w:b w:val="0"/>
              </w:rPr>
            </w:pPr>
            <w:r>
              <w:rPr>
                <w:b w:val="0"/>
              </w:rPr>
              <w:t>Minimum Weather Zone daily dry bulb temperature.</w:t>
            </w:r>
          </w:p>
        </w:tc>
      </w:tr>
    </w:tbl>
    <w:p w14:paraId="44D1F967" w14:textId="77777777" w:rsidR="00BA5FF8" w:rsidRDefault="0085591D" w:rsidP="00BA5FF8">
      <w:pPr>
        <w:pStyle w:val="BodyText"/>
        <w:spacing w:before="240"/>
        <w:ind w:left="720" w:hanging="720"/>
      </w:pPr>
      <w:r>
        <w:t>(3)</w:t>
      </w:r>
      <w:r>
        <w:tab/>
        <w: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t>
      </w:r>
    </w:p>
    <w:p w14:paraId="4659B63D" w14:textId="77777777" w:rsidR="00BA5FF8" w:rsidRDefault="0085591D" w:rsidP="00BA5FF8">
      <w:pPr>
        <w:pStyle w:val="BodyText"/>
        <w:ind w:left="720" w:hanging="720"/>
      </w:pPr>
      <w:r>
        <w:t>(4)</w:t>
      </w:r>
      <w:r>
        <w:tab/>
        <w:t>The weather responsiveness determination shall be performed annually between November 1st and November 15th.</w:t>
      </w:r>
    </w:p>
    <w:p w14:paraId="7AB1297C" w14:textId="77777777" w:rsidR="00BA5FF8" w:rsidRDefault="0085591D" w:rsidP="00BA5FF8">
      <w:pPr>
        <w:pStyle w:val="BodyText"/>
        <w:ind w:left="720" w:hanging="720"/>
      </w:pPr>
      <w:r>
        <w:t>(5)</w:t>
      </w:r>
      <w:r>
        <w:tab/>
        <w:t>No later than November 20th, ERCOT shall produce a report that contains the ESI IDs that require profile code modifications as a result of the weather responsiveness test.  This report shall be published to Market Participants in a data extract via the Market Information System (</w:t>
      </w:r>
      <w:r w:rsidR="00BA5FF8" w:rsidRPr="00BA5FF8">
        <w:t>MIS</w:t>
      </w:r>
      <w:r>
        <w:t>) Certified Area by November 20th.</w:t>
      </w:r>
    </w:p>
    <w:p w14:paraId="79916664" w14:textId="77777777" w:rsidR="00BA5FF8" w:rsidRDefault="0085591D" w:rsidP="00BA5FF8">
      <w:pPr>
        <w:pStyle w:val="BodyText"/>
        <w:ind w:left="720" w:hanging="720"/>
      </w:pPr>
      <w:r>
        <w:t>(6)</w:t>
      </w:r>
      <w:r>
        <w:tab/>
        <w:t>If an ESI ID is inactive or de-energized at the time the weather responsiveness test is performed, or if it is de-energized for 50% or more of the time period beginning June 1</w:t>
      </w:r>
      <w:r>
        <w:rPr>
          <w:vertAlign w:val="superscript"/>
        </w:rPr>
        <w:t>st</w:t>
      </w:r>
      <w:r>
        <w:t xml:space="preserve"> and ending September 30</w:t>
      </w:r>
      <w:r>
        <w:rPr>
          <w:vertAlign w:val="superscript"/>
        </w:rPr>
        <w:t>th</w:t>
      </w:r>
      <w:r>
        <w:t>, it shall retain its current weather sensitivity classification and shall not be re-evaluated until the following year.</w:t>
      </w:r>
    </w:p>
    <w:p w14:paraId="5A11FD57" w14:textId="77777777" w:rsidR="00BA5FF8" w:rsidRDefault="0085591D" w:rsidP="00BA5FF8">
      <w:pPr>
        <w:pStyle w:val="BodyText"/>
        <w:ind w:left="720" w:hanging="720"/>
      </w:pPr>
      <w:r>
        <w:t>(7)</w:t>
      </w:r>
      <w:r>
        <w:tab/>
        <w:t>If, for a specific ESI ID, 50% or more of the data required for the calculations described above is missing, the ESI ID shall retain its current weather sensitivity classification.</w:t>
      </w:r>
    </w:p>
    <w:p w14:paraId="7F30EBE9" w14:textId="77777777" w:rsidR="00BA5FF8" w:rsidRDefault="0085591D" w:rsidP="00BA5FF8">
      <w:pPr>
        <w:pStyle w:val="BodyText"/>
        <w:ind w:left="720" w:hanging="720"/>
      </w:pPr>
      <w:r>
        <w:t>(8)</w:t>
      </w:r>
      <w:r>
        <w:tab/>
        <w:t>Beginning on December 1</w:t>
      </w:r>
      <w:r>
        <w:rPr>
          <w:vertAlign w:val="superscript"/>
        </w:rPr>
        <w:t>st</w:t>
      </w:r>
      <w:r>
        <w:t xml:space="preserve">, and continuing monthly thereafter until May of the following year, ERCOT shall repeat the weather responsiveness test.  These tests shall be limited to ESI IDs that had some missing data during the previous </w:t>
      </w:r>
      <w:r w:rsidR="00386C0D">
        <w:t xml:space="preserve">time </w:t>
      </w:r>
      <w:r>
        <w:t xml:space="preserve">period when the most recent weather responsiveness test was performed.  As above, ERCOT shall produce a report that contains the ESI IDs requiring profile code modifications and shall publish the report via the </w:t>
      </w:r>
      <w:r w:rsidR="00BA5FF8" w:rsidRPr="00BA5FF8">
        <w:t>MIS</w:t>
      </w:r>
      <w:r>
        <w:t xml:space="preserve"> Certified Area.</w:t>
      </w:r>
    </w:p>
    <w:p w14:paraId="12D74CC6" w14:textId="77777777" w:rsidR="00BA5FF8" w:rsidRDefault="0085591D" w:rsidP="00BA5FF8">
      <w:pPr>
        <w:pStyle w:val="BodyText"/>
        <w:ind w:left="720" w:hanging="720"/>
      </w:pPr>
      <w:r>
        <w:t>(9)</w:t>
      </w:r>
      <w:r>
        <w:tab/>
      </w:r>
      <w:r w:rsidR="00232F7D">
        <w:t xml:space="preserve">TSPs and/or DSPs shall successfully complete at least 99% of the weather sensitivity code modifications (Load Profile ID changes) no later than 90 days after the ESI ID </w:t>
      </w:r>
      <w:r w:rsidR="00232F7D">
        <w:lastRenderedPageBreak/>
        <w:t>appears on the ERCOT report.  Load Profile ID changes shall be effective as of the most current meter read date.</w:t>
      </w:r>
    </w:p>
    <w:p w14:paraId="68A8F69C" w14:textId="77777777" w:rsidR="00BA5FF8" w:rsidRDefault="0085591D" w:rsidP="002C0F10">
      <w:pPr>
        <w:pStyle w:val="BodyText"/>
        <w:ind w:left="720" w:hanging="720"/>
      </w:pPr>
      <w:r>
        <w:t>(10)</w:t>
      </w:r>
      <w:r>
        <w:tab/>
        <w:t>On a monthly basis, ERCOT shall produce a report of ESI IDs that are overdue in having their weather sensitivity codes modified by the above referenced tests.</w:t>
      </w:r>
    </w:p>
    <w:p w14:paraId="35099EBB" w14:textId="77777777" w:rsidR="00BA5FF8" w:rsidRDefault="0085591D" w:rsidP="00BA5FF8">
      <w:pPr>
        <w:pStyle w:val="BodyText"/>
        <w:ind w:left="720" w:hanging="720"/>
      </w:pPr>
      <w:r>
        <w:t>(11)</w:t>
      </w:r>
      <w:r>
        <w:tab/>
        <w:t xml:space="preserve">As a part of the </w:t>
      </w:r>
      <w:r w:rsidR="001534C9">
        <w:t>Load P</w:t>
      </w:r>
      <w:r>
        <w:t xml:space="preserve">rofile </w:t>
      </w:r>
      <w:r w:rsidR="001534C9">
        <w:t>C</w:t>
      </w:r>
      <w:r>
        <w:t>lass assignment, TSPs and/or DSPs will assign a non-weather sensitive classification to all newly installed IDR</w:t>
      </w:r>
      <w:r w:rsidR="001534C9">
        <w:t xml:space="preserve"> Meter</w:t>
      </w:r>
      <w:r>
        <w:t>s</w:t>
      </w:r>
      <w:r w:rsidR="004644A2">
        <w:t xml:space="preserve"> and a weather sensitive classification to all Advanced Meters</w:t>
      </w:r>
      <w:r w:rsidR="004E6AFE">
        <w:t xml:space="preserve"> </w:t>
      </w:r>
      <w:r w:rsidR="004E6AFE">
        <w:rPr>
          <w:szCs w:val="20"/>
        </w:rPr>
        <w:t xml:space="preserve">and </w:t>
      </w:r>
      <w:r w:rsidR="004E6AFE">
        <w:rPr>
          <w:bCs/>
          <w:snapToGrid w:val="0"/>
          <w:szCs w:val="20"/>
        </w:rPr>
        <w:t>MOU/EC Non-BUSIDRRQ IDRs</w:t>
      </w:r>
      <w:r>
        <w:t xml:space="preserve">.  </w:t>
      </w:r>
    </w:p>
    <w:p w14:paraId="4D1B4087" w14:textId="77777777" w:rsidR="00BA5FF8" w:rsidRDefault="0085591D">
      <w:pPr>
        <w:pStyle w:val="H4"/>
      </w:pPr>
      <w:bookmarkStart w:id="57" w:name="_Toc273089340"/>
      <w:bookmarkStart w:id="58" w:name="_Toc68229164"/>
      <w:r>
        <w:t>11.4.3.2</w:t>
      </w:r>
      <w:r>
        <w:tab/>
        <w:t>Weather Sensitive Proxy Day Method</w:t>
      </w:r>
      <w:bookmarkEnd w:id="57"/>
      <w:bookmarkEnd w:id="58"/>
    </w:p>
    <w:p w14:paraId="298757A8" w14:textId="77777777" w:rsidR="00BA5FF8" w:rsidRDefault="006D71A4" w:rsidP="00AE3579">
      <w:pPr>
        <w:pStyle w:val="BodyText"/>
        <w:ind w:left="720" w:hanging="720"/>
      </w:pPr>
      <w:r>
        <w:t>(1)</w:t>
      </w:r>
      <w:r>
        <w:tab/>
      </w:r>
      <w:r w:rsidR="0085591D">
        <w:t xml:space="preserve">For ESI IDs designated as </w:t>
      </w:r>
      <w:r w:rsidR="003C170A">
        <w:t>W</w:t>
      </w:r>
      <w:r w:rsidR="0085591D">
        <w:t xml:space="preserve">eather </w:t>
      </w:r>
      <w:r w:rsidR="003C170A">
        <w:t>S</w:t>
      </w:r>
      <w:r w:rsidR="0085591D">
        <w:t>ensitive IDR (WSIDR), ERCOT will use this weather-sensitive proxy day selection method.  ESI IDs within the same Weather Zone will be grouped together.  The proxy days will be the same for all ESI IDs within each of the Weather Zones.  This method incorporates the following:</w:t>
      </w:r>
    </w:p>
    <w:p w14:paraId="483A8EFD" w14:textId="77777777" w:rsidR="00BA5FF8" w:rsidRDefault="0085591D" w:rsidP="00BA5FF8">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lastRenderedPageBreak/>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77777777" w:rsidR="00BA5FF8" w:rsidRDefault="0085591D" w:rsidP="00BA5FF8">
      <w:pPr>
        <w:pStyle w:val="List2"/>
        <w:ind w:left="2160"/>
      </w:pPr>
      <w:r>
        <w:t>(iii)</w:t>
      </w:r>
      <w:r>
        <w:tab/>
        <w:t>If the second ranked proxy day data is not available, use the third proxy day;</w:t>
      </w:r>
    </w:p>
    <w:p w14:paraId="3C0547F6" w14:textId="77777777" w:rsidR="00BA5FF8" w:rsidRDefault="0085591D" w:rsidP="00BA5FF8">
      <w:pPr>
        <w:pStyle w:val="List2"/>
        <w:ind w:left="2160"/>
      </w:pPr>
      <w:r>
        <w:t>(iv)</w:t>
      </w:r>
      <w:r>
        <w:tab/>
        <w:t>If no data is available for any of the proxy days selected, then default to the non-weather sensitive proxy day selection list; and</w:t>
      </w:r>
    </w:p>
    <w:p w14:paraId="31A66C41" w14:textId="77777777" w:rsidR="00BA5FF8" w:rsidRDefault="0085591D" w:rsidP="00BA5FF8">
      <w:pPr>
        <w:pStyle w:val="List2"/>
        <w:ind w:left="2160"/>
      </w:pPr>
      <w:r>
        <w:t>(v)</w:t>
      </w:r>
      <w:r>
        <w:tab/>
        <w:t>If still no estimate is generated when the non-weather sensitive method is used, the IDR data will be estimated using the default profile class average profile for the Operating Day.</w:t>
      </w:r>
    </w:p>
    <w:p w14:paraId="5893C2D1" w14:textId="77777777" w:rsidR="00BA5FF8" w:rsidRDefault="0085591D">
      <w:pPr>
        <w:pStyle w:val="H4"/>
      </w:pPr>
      <w:bookmarkStart w:id="59" w:name="_Toc273089341"/>
      <w:bookmarkStart w:id="60" w:name="_Toc68229165"/>
      <w:r>
        <w:t>11.4.3.3</w:t>
      </w:r>
      <w:r>
        <w:tab/>
        <w:t>Non-Weather Sensitive Proxy Day Method</w:t>
      </w:r>
      <w:bookmarkEnd w:id="59"/>
      <w:bookmarkEnd w:id="60"/>
    </w:p>
    <w:p w14:paraId="37A5B786" w14:textId="77777777" w:rsidR="00BA5FF8" w:rsidRDefault="006D71A4" w:rsidP="00AE3579">
      <w:pPr>
        <w:pStyle w:val="BodyText"/>
        <w:ind w:left="720" w:hanging="720"/>
      </w:pPr>
      <w:r>
        <w:t>(1)</w:t>
      </w:r>
      <w:r>
        <w:tab/>
      </w:r>
      <w:r w:rsidR="0085591D">
        <w:t xml:space="preserve">For ESI IDs designated as </w:t>
      </w:r>
      <w:r w:rsidR="003C170A">
        <w:t>N</w:t>
      </w:r>
      <w:r w:rsidR="0085591D">
        <w:t>on-</w:t>
      </w:r>
      <w:r w:rsidR="003C170A">
        <w:t>W</w:t>
      </w:r>
      <w:r w:rsidR="0085591D">
        <w:t xml:space="preserve">eather </w:t>
      </w:r>
      <w:r w:rsidR="003C170A">
        <w:t>S</w:t>
      </w:r>
      <w:r w:rsidR="0085591D">
        <w:t>ensitive IDR (NWSIDR), ERCOT will use a method for proxy day determination.  This method incorporates the following:</w:t>
      </w:r>
    </w:p>
    <w:p w14:paraId="6B7E6339" w14:textId="77777777" w:rsidR="00BA5FF8" w:rsidRDefault="0085591D" w:rsidP="00BA5FF8">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77777777" w:rsidR="00BA5FF8" w:rsidRDefault="0085591D">
      <w:pPr>
        <w:pStyle w:val="H4"/>
      </w:pPr>
      <w:bookmarkStart w:id="61" w:name="_Toc273089342"/>
      <w:bookmarkStart w:id="62" w:name="_Toc68229166"/>
      <w:r>
        <w:t>11.4.3.4</w:t>
      </w:r>
      <w:r>
        <w:tab/>
        <w:t>Interval Data Recorder Estimation Reporting</w:t>
      </w:r>
      <w:bookmarkEnd w:id="61"/>
      <w:bookmarkEnd w:id="62"/>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3" w:name="_Toc273089343"/>
      <w:bookmarkStart w:id="64" w:name="_Toc68229167"/>
      <w:r>
        <w:lastRenderedPageBreak/>
        <w:t>11.4.4</w:t>
      </w:r>
      <w:r>
        <w:tab/>
        <w:t>Data Aggregation Processing for Actual Data</w:t>
      </w:r>
      <w:bookmarkEnd w:id="63"/>
      <w:bookmarkEnd w:id="64"/>
    </w:p>
    <w:p w14:paraId="7951FD65" w14:textId="77777777" w:rsidR="00BA5FF8" w:rsidRDefault="006D71A4" w:rsidP="00AE3579">
      <w:pPr>
        <w:pStyle w:val="BodyText"/>
        <w:ind w:left="720" w:hanging="720"/>
      </w:pPr>
      <w:r>
        <w:t>(1)</w:t>
      </w:r>
      <w:r>
        <w:tab/>
      </w:r>
      <w:r w:rsidR="0085591D">
        <w:t xml:space="preserve">The DAS will apply </w:t>
      </w:r>
      <w:proofErr w:type="spellStart"/>
      <w:r w:rsidR="0085591D">
        <w:t>backcasted</w:t>
      </w:r>
      <w:proofErr w:type="spellEnd"/>
      <w:r w:rsidR="0085591D">
        <w:t xml:space="preserve">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5" w:name="_Toc273089344"/>
      <w:bookmarkStart w:id="66" w:name="_Toc68229168"/>
      <w:r>
        <w:t>11.4.4.1</w:t>
      </w:r>
      <w:r>
        <w:tab/>
        <w:t>Application of Profiles to Non-Interval Data</w:t>
      </w:r>
      <w:bookmarkEnd w:id="65"/>
      <w:bookmarkEnd w:id="66"/>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lastRenderedPageBreak/>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7" w:name="_Toc68229169"/>
      <w:r>
        <w:t>11.4.4.2</w:t>
      </w:r>
      <w:r>
        <w:tab/>
        <w:t xml:space="preserve">Load Reduction for Excess </w:t>
      </w:r>
      <w:proofErr w:type="spellStart"/>
      <w:r>
        <w:t>PhotoVoltaic</w:t>
      </w:r>
      <w:proofErr w:type="spellEnd"/>
      <w:r>
        <w:t xml:space="preserve"> and Wind Distributed Renewable Generation</w:t>
      </w:r>
      <w:bookmarkEnd w:id="67"/>
      <w:r>
        <w:t xml:space="preserve"> </w:t>
      </w:r>
    </w:p>
    <w:p w14:paraId="11A7395A" w14:textId="77777777" w:rsidR="00AE2466" w:rsidRDefault="00AE2466" w:rsidP="00AE2466">
      <w:pPr>
        <w:pStyle w:val="BodyText"/>
        <w:keepNext/>
        <w:ind w:left="720" w:hanging="720"/>
      </w:pPr>
      <w:r>
        <w:t>(1)</w:t>
      </w:r>
      <w:r>
        <w:tab/>
        <w:t xml:space="preserve">Adjusted Metered Load (AML) for ESI IDs with </w:t>
      </w:r>
      <w:proofErr w:type="spellStart"/>
      <w:r>
        <w:t>PhotoVoltaic</w:t>
      </w:r>
      <w:proofErr w:type="spellEnd"/>
      <w:r>
        <w:t xml:space="preserve">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p w14:paraId="6B9C28E1" w14:textId="77777777" w:rsidR="00AE2466" w:rsidRDefault="00AE2466" w:rsidP="00AE2466">
      <w:pPr>
        <w:pStyle w:val="BodyText"/>
        <w:keepNext/>
        <w:ind w:left="720" w:hanging="720"/>
      </w:pPr>
      <w:r>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lastRenderedPageBreak/>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E2466">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E2466">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E2466">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E2466">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E2466">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19E871EF" w14:textId="77777777"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4E6AFE">
        <w:rPr>
          <w:bCs/>
          <w:snapToGrid w:val="0"/>
          <w:szCs w:val="20"/>
        </w:rPr>
        <w:t xml:space="preserve">MOU/EC Non-BUSIDRRQ IDR </w:t>
      </w:r>
      <w:r>
        <w:t>that measures the excess energy flow into the ERCOT System in 15-minute intervals, shall be determined using the actual 15-minute interval data, if available.</w:t>
      </w:r>
    </w:p>
    <w:p w14:paraId="0567A96E" w14:textId="77777777" w:rsidR="00AE2466" w:rsidRDefault="00AE2466" w:rsidP="00AE2466">
      <w:pPr>
        <w:pStyle w:val="H4"/>
      </w:pPr>
      <w:bookmarkStart w:id="68" w:name="_Toc68229170"/>
      <w:r>
        <w:t>11.4.4.3</w:t>
      </w:r>
      <w:r>
        <w:tab/>
        <w:t>Load Reduction for Excess from Other Distributed Generation</w:t>
      </w:r>
      <w:bookmarkEnd w:id="68"/>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77777777" w:rsidR="00AE2466" w:rsidRDefault="00AE2466" w:rsidP="00AE2466">
      <w:pPr>
        <w:pStyle w:val="VariableDefinition"/>
        <w:tabs>
          <w:tab w:val="left" w:pos="720"/>
        </w:tabs>
        <w:ind w:left="720"/>
        <w:jc w:val="center"/>
        <w:rPr>
          <w:b/>
        </w:rPr>
      </w:pPr>
      <w:r w:rsidRPr="004B4067">
        <w:rPr>
          <w:b/>
        </w:rPr>
        <w:t>DG _adjust</w:t>
      </w:r>
      <w:r>
        <w:rPr>
          <w:b/>
        </w:rPr>
        <w:t xml:space="preserve"> </w:t>
      </w:r>
      <w:r w:rsidRPr="00444DB2">
        <w:rPr>
          <w:b/>
          <w:i/>
          <w:szCs w:val="24"/>
          <w:vertAlign w:val="subscript"/>
        </w:rPr>
        <w:t>i</w:t>
      </w:r>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proofErr w:type="spellStart"/>
            <w:r w:rsidRPr="00AA6EB8">
              <w:t>DG_adjust</w:t>
            </w:r>
            <w:proofErr w:type="spellEnd"/>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14:paraId="63E3033F" w14:textId="77777777" w:rsidR="00BA5FF8" w:rsidRDefault="0085591D" w:rsidP="00E23929">
      <w:pPr>
        <w:pStyle w:val="H3"/>
        <w:ind w:left="0" w:firstLine="0"/>
      </w:pPr>
      <w:bookmarkStart w:id="69" w:name="_Toc273089349"/>
      <w:bookmarkStart w:id="70" w:name="_Toc68229171"/>
      <w:r>
        <w:lastRenderedPageBreak/>
        <w:t>11.4.5</w:t>
      </w:r>
      <w:r>
        <w:tab/>
        <w:t>Adjustment of Consumption Data for Losses</w:t>
      </w:r>
      <w:bookmarkEnd w:id="69"/>
      <w:bookmarkEnd w:id="70"/>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lastRenderedPageBreak/>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71" w:name="_Toc273089350"/>
      <w:bookmarkStart w:id="72" w:name="_Toc68229172"/>
      <w:r>
        <w:t>11.4.6</w:t>
      </w:r>
      <w:r>
        <w:tab/>
        <w:t>Unaccounted for Energy Calculation and Allocation</w:t>
      </w:r>
      <w:bookmarkEnd w:id="71"/>
      <w:bookmarkEnd w:id="72"/>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3" w:name="_Toc273089351"/>
      <w:bookmarkStart w:id="74" w:name="_Toc68229173"/>
      <w:r>
        <w:t>11.4.6.1</w:t>
      </w:r>
      <w:r>
        <w:tab/>
        <w:t>Calculation of ERCOT-Wide Unaccounted For Energy</w:t>
      </w:r>
      <w:bookmarkEnd w:id="73"/>
      <w:bookmarkEnd w:id="74"/>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5"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77777777"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  Exports associated with </w:t>
            </w:r>
            <w:proofErr w:type="spellStart"/>
            <w:r>
              <w:rPr>
                <w:b w:val="0"/>
              </w:rPr>
              <w:t>Oklaunion</w:t>
            </w:r>
            <w:proofErr w:type="spellEnd"/>
            <w:r>
              <w:rPr>
                <w:b w:val="0"/>
              </w:rPr>
              <w:t xml:space="preserve"> exempt QSEs do not receive distribution or transmission losses.</w:t>
            </w:r>
          </w:p>
          <w:tbl>
            <w:tblPr>
              <w:tblW w:w="6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0"/>
            </w:tblGrid>
            <w:tr w:rsidR="0054234C" w:rsidRPr="00E566EB" w14:paraId="03B85BBF" w14:textId="77777777" w:rsidTr="0054234C">
              <w:tc>
                <w:tcPr>
                  <w:tcW w:w="6540" w:type="dxa"/>
                  <w:shd w:val="pct12" w:color="auto" w:fill="auto"/>
                </w:tcPr>
                <w:p w14:paraId="55098881" w14:textId="77777777" w:rsidR="0054234C" w:rsidRPr="00E566EB" w:rsidRDefault="0054234C" w:rsidP="0054234C">
                  <w:pPr>
                    <w:spacing w:before="120" w:after="240"/>
                    <w:rPr>
                      <w:b/>
                      <w:i/>
                      <w:iCs/>
                    </w:rPr>
                  </w:pPr>
                  <w:r>
                    <w:rPr>
                      <w:b/>
                      <w:i/>
                      <w:iCs/>
                    </w:rPr>
                    <w:t>[NPRR1054</w:t>
                  </w:r>
                  <w:r w:rsidRPr="00E566EB">
                    <w:rPr>
                      <w:b/>
                      <w:i/>
                      <w:iCs/>
                    </w:rPr>
                    <w:t xml:space="preserve">: </w:t>
                  </w:r>
                  <w:r>
                    <w:rPr>
                      <w:b/>
                      <w:i/>
                      <w:iCs/>
                    </w:rPr>
                    <w:t xml:space="preserve"> Replace the description above with the following upon </w:t>
                  </w:r>
                  <w:r w:rsidRPr="00E566EB">
                    <w:rPr>
                      <w:b/>
                      <w:i/>
                      <w:iCs/>
                    </w:rPr>
                    <w:t>system implementation:]</w:t>
                  </w:r>
                </w:p>
                <w:p w14:paraId="69C69E6B" w14:textId="77777777" w:rsidR="0054234C" w:rsidRPr="0054234C" w:rsidRDefault="0054234C" w:rsidP="0054234C">
                  <w:pPr>
                    <w:pStyle w:val="TableHead"/>
                    <w:spacing w:after="60"/>
                    <w:rPr>
                      <w:b w:val="0"/>
                    </w:rPr>
                  </w:pPr>
                  <w:r>
                    <w:rPr>
                      <w:b w:val="0"/>
                    </w:rPr>
                    <w:t>Total ERCOT load plus Block Load Transfer (BLT) exports plus sum of approved DC Tie exports, adjusted for distribution and transmission losses.</w:t>
                  </w:r>
                </w:p>
              </w:tc>
            </w:tr>
          </w:tbl>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6" w:name="_Toc68229174"/>
      <w:r>
        <w:lastRenderedPageBreak/>
        <w:t>11.4.6.2</w:t>
      </w:r>
      <w:r>
        <w:tab/>
        <w:t>Allocation of Unaccounted For Energy</w:t>
      </w:r>
      <w:bookmarkEnd w:id="75"/>
      <w:bookmarkEnd w:id="76"/>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7" w:name="_Toc273089353"/>
      <w:bookmarkStart w:id="78" w:name="_Toc68229175"/>
      <w:r>
        <w:t>11.4.6.3</w:t>
      </w:r>
      <w:r>
        <w:tab/>
        <w:t>Unaccounted For Energy Allocation to Unaccounted For Energy Categories</w:t>
      </w:r>
      <w:bookmarkEnd w:id="77"/>
      <w:bookmarkEnd w:id="78"/>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t xml:space="preserve">UFE </w:t>
            </w:r>
            <w:proofErr w:type="spellStart"/>
            <w:r w:rsidRPr="00D025A4">
              <w:rPr>
                <w:b w:val="0"/>
                <w:i/>
                <w:vertAlign w:val="subscript"/>
              </w:rPr>
              <w:t>IDRiz</w:t>
            </w:r>
            <w:proofErr w:type="spellEnd"/>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lastRenderedPageBreak/>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9" w:name="_Toc273089354"/>
      <w:bookmarkStart w:id="80" w:name="_Toc68229176"/>
      <w:r>
        <w:t>11.4.6.4</w:t>
      </w:r>
      <w:r>
        <w:tab/>
        <w:t>Unaccounted For Energy Allocation to Load Serving Entities within Unaccounted For Energy Categories</w:t>
      </w:r>
      <w:bookmarkEnd w:id="79"/>
      <w:bookmarkEnd w:id="80"/>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lastRenderedPageBreak/>
              <w:t xml:space="preserve">UFE </w:t>
            </w:r>
            <w:proofErr w:type="spellStart"/>
            <w:r w:rsidRPr="00DA477E">
              <w:rPr>
                <w:b w:val="0"/>
                <w:i/>
                <w:vertAlign w:val="subscript"/>
              </w:rPr>
              <w:t>IDRiz</w:t>
            </w:r>
            <w:proofErr w:type="spellEnd"/>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proofErr w:type="spellStart"/>
            <w:r w:rsidRPr="00DA477E">
              <w:rPr>
                <w:b w:val="0"/>
                <w:i/>
                <w:vertAlign w:val="subscript"/>
              </w:rPr>
              <w:t>IDRiz</w:t>
            </w:r>
            <w:proofErr w:type="spellEnd"/>
            <w:r w:rsidRPr="00DA477E">
              <w:rPr>
                <w:b w:val="0"/>
                <w:i/>
                <w:vertAlign w:val="subscript"/>
              </w:rPr>
              <w:t xml:space="preserve">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IDRiz</w:t>
            </w:r>
            <w:proofErr w:type="spellEnd"/>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81" w:name="_Toc273089355"/>
      <w:bookmarkStart w:id="82" w:name="_Toc68229177"/>
      <w:r>
        <w:t>11.5</w:t>
      </w:r>
      <w:r>
        <w:tab/>
        <w:t>Data Aggregation</w:t>
      </w:r>
      <w:bookmarkEnd w:id="81"/>
      <w:bookmarkEnd w:id="82"/>
    </w:p>
    <w:p w14:paraId="47175C40" w14:textId="77777777" w:rsidR="00FD2D3A" w:rsidRDefault="00FD2D3A" w:rsidP="00F44445">
      <w:pPr>
        <w:pStyle w:val="H3"/>
      </w:pPr>
      <w:bookmarkStart w:id="83" w:name="_Toc68229178"/>
      <w:bookmarkStart w:id="84" w:name="_Toc273089356"/>
      <w:r>
        <w:t>11.5.1</w:t>
      </w:r>
      <w:r>
        <w:tab/>
        <w:t>Aggregate Load Data</w:t>
      </w:r>
      <w:bookmarkEnd w:id="83"/>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4"/>
    </w:p>
    <w:p w14:paraId="78AB6AC5" w14:textId="77777777" w:rsidR="00BA5FF8" w:rsidRDefault="0085591D" w:rsidP="00F44445">
      <w:pPr>
        <w:pStyle w:val="H4"/>
        <w:ind w:left="1267" w:hanging="1267"/>
      </w:pPr>
      <w:bookmarkStart w:id="85" w:name="_Toc273089357"/>
      <w:bookmarkStart w:id="86" w:name="_Toc68229179"/>
      <w:r>
        <w:t>11.5.1.1</w:t>
      </w:r>
      <w:r>
        <w:tab/>
        <w:t>Aggregated Load Data Posting/Availability</w:t>
      </w:r>
      <w:bookmarkEnd w:id="85"/>
      <w:bookmarkEnd w:id="86"/>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lastRenderedPageBreak/>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7" w:name="_Toc273089358"/>
      <w:bookmarkStart w:id="88" w:name="_Toc68229180"/>
      <w:r w:rsidRPr="00BA5FF8">
        <w:t>11.5.1.2</w:t>
      </w:r>
      <w:r w:rsidRPr="00BA5FF8">
        <w:tab/>
      </w:r>
      <w:r w:rsidR="0085591D">
        <w:t>TSP and/or DSP</w:t>
      </w:r>
      <w:r w:rsidRPr="00BA5FF8">
        <w:t xml:space="preserve"> Load Data Posting</w:t>
      </w:r>
      <w:r w:rsidR="0085591D">
        <w:t>/Availability</w:t>
      </w:r>
      <w:bookmarkEnd w:id="87"/>
      <w:bookmarkEnd w:id="88"/>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p w14:paraId="51645D8A" w14:textId="77777777" w:rsidR="001D0200" w:rsidRDefault="0085591D">
      <w:pPr>
        <w:pStyle w:val="H3"/>
      </w:pPr>
      <w:bookmarkStart w:id="89" w:name="_Toc273089359"/>
      <w:bookmarkStart w:id="90" w:name="_Toc68229181"/>
      <w:r>
        <w:t>11.5.2</w:t>
      </w:r>
      <w:r>
        <w:tab/>
        <w:t>Generation Meter Data Aggregation</w:t>
      </w:r>
      <w:bookmarkEnd w:id="89"/>
      <w:bookmarkEnd w:id="90"/>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t>(b)</w:t>
      </w:r>
      <w:r>
        <w:tab/>
        <w:t xml:space="preserve">By Generation Resource (Resource ID (RID)), by </w:t>
      </w:r>
      <w:r w:rsidR="0036000B">
        <w:t xml:space="preserve">Resource </w:t>
      </w:r>
      <w:r>
        <w:t>Entities, by QSE and Settlement Point: This data set is passed to the Settlement process for generation imbalance calculations.</w:t>
      </w:r>
    </w:p>
    <w:p w14:paraId="2069C69F" w14:textId="77777777" w:rsidR="00BA5FF8" w:rsidRDefault="0085591D">
      <w:pPr>
        <w:pStyle w:val="H4"/>
      </w:pPr>
      <w:bookmarkStart w:id="91" w:name="_Toc273089360"/>
      <w:bookmarkStart w:id="92" w:name="_Toc68229182"/>
      <w:r>
        <w:t>11.5.2.1</w:t>
      </w:r>
      <w:r>
        <w:tab/>
        <w:t>Participant Specific Generation Data Posting/Availability</w:t>
      </w:r>
      <w:bookmarkEnd w:id="91"/>
      <w:bookmarkEnd w:id="92"/>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p w14:paraId="77BD32F7" w14:textId="77777777" w:rsidR="00BA5FF8" w:rsidRDefault="0085591D" w:rsidP="00BA5FF8">
      <w:pPr>
        <w:pStyle w:val="List"/>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lastRenderedPageBreak/>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3" w:name="_Toc68229183"/>
      <w:bookmarkStart w:id="94" w:name="_Toc273089361"/>
      <w:r>
        <w:t>11.5.2.2</w:t>
      </w:r>
      <w:r>
        <w:tab/>
        <w:t>General Public Data Posting/Availability</w:t>
      </w:r>
      <w:bookmarkEnd w:id="93"/>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p w14:paraId="307A8896" w14:textId="77777777" w:rsidR="0056224D" w:rsidRDefault="00FD2D3A" w:rsidP="0044721E">
      <w:pPr>
        <w:pStyle w:val="BodyText"/>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4"/>
    </w:p>
    <w:p w14:paraId="67D6B5F6" w14:textId="77777777" w:rsidR="00BA5FF8" w:rsidRDefault="0085591D" w:rsidP="00233705">
      <w:pPr>
        <w:pStyle w:val="H2"/>
        <w:ind w:left="907" w:hanging="907"/>
      </w:pPr>
      <w:bookmarkStart w:id="95" w:name="_Toc273089362"/>
      <w:bookmarkStart w:id="96" w:name="_Toc68229184"/>
      <w:r>
        <w:t>11.6</w:t>
      </w:r>
      <w:r>
        <w:tab/>
        <w:t>Unaccounted For Energy Analysis</w:t>
      </w:r>
      <w:bookmarkEnd w:id="95"/>
      <w:bookmarkEnd w:id="96"/>
    </w:p>
    <w:p w14:paraId="330F910C" w14:textId="77777777" w:rsidR="00BA5FF8" w:rsidRDefault="0085591D">
      <w:pPr>
        <w:pStyle w:val="H3"/>
      </w:pPr>
      <w:bookmarkStart w:id="97" w:name="_Toc273089363"/>
      <w:bookmarkStart w:id="98" w:name="_Toc68229185"/>
      <w:r>
        <w:t>11.6.1</w:t>
      </w:r>
      <w:r>
        <w:tab/>
        <w:t>Overview</w:t>
      </w:r>
      <w:bookmarkEnd w:id="97"/>
      <w:bookmarkEnd w:id="98"/>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lastRenderedPageBreak/>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t>(2)</w:t>
      </w:r>
      <w:r>
        <w:tab/>
        <w:t xml:space="preserve">ERCOT currently has one UFE zone for Settlement purposes, which encompasses all of ERCOT.  </w:t>
      </w:r>
    </w:p>
    <w:p w14:paraId="374613A3" w14:textId="77777777" w:rsidR="00BA5FF8" w:rsidRDefault="0085591D">
      <w:pPr>
        <w:pStyle w:val="H3"/>
      </w:pPr>
      <w:bookmarkStart w:id="99" w:name="_Toc273089364"/>
      <w:bookmarkStart w:id="100" w:name="_Toc68229186"/>
      <w:r>
        <w:t>11.6.2</w:t>
      </w:r>
      <w:r>
        <w:tab/>
        <w:t>Annual Unaccounted For Energy Analysis Report</w:t>
      </w:r>
      <w:bookmarkEnd w:id="99"/>
      <w:bookmarkEnd w:id="100"/>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A2CC"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6DEC" w14:textId="4FBCC805"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656B08">
      <w:rPr>
        <w:smallCaps/>
        <w:sz w:val="20"/>
        <w:szCs w:val="20"/>
      </w:rPr>
      <w:t>June</w:t>
    </w:r>
    <w:r>
      <w:rPr>
        <w:smallCaps/>
        <w:sz w:val="20"/>
        <w:szCs w:val="20"/>
      </w:rPr>
      <w:t xml:space="preserve"> 1, 202</w:t>
    </w:r>
    <w:r w:rsidR="00656B08">
      <w:rPr>
        <w:smallCaps/>
        <w:sz w:val="20"/>
        <w:szCs w:val="20"/>
      </w:rPr>
      <w:t>2</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0AC2" w14:textId="27825223"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656B08">
      <w:rPr>
        <w:smallCaps/>
        <w:sz w:val="20"/>
        <w:szCs w:val="20"/>
      </w:rPr>
      <w:t>June</w:t>
    </w:r>
    <w:r>
      <w:rPr>
        <w:smallCaps/>
        <w:sz w:val="20"/>
        <w:szCs w:val="20"/>
      </w:rPr>
      <w:t xml:space="preserve"> 1, 202</w:t>
    </w:r>
    <w:r w:rsidR="00656B08">
      <w:rPr>
        <w:smallCaps/>
        <w:sz w:val="20"/>
        <w:szCs w:val="20"/>
      </w:rPr>
      <w:t>2</w:t>
    </w:r>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22C8" w14:textId="77777777"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proofErr w:type="spellStart"/>
    <w:r>
      <w:rPr>
        <w:smallCaps/>
        <w:sz w:val="20"/>
        <w:szCs w:val="20"/>
      </w:rPr>
      <w:t>Ercot</w:t>
    </w:r>
    <w:proofErr w:type="spellEnd"/>
    <w:r>
      <w:rPr>
        <w:smallCaps/>
        <w:sz w:val="20"/>
        <w:szCs w:val="20"/>
      </w:rPr>
      <w:t xml:space="preserve"> Nodal Protocols – Updated September 1, 2008</w:t>
    </w:r>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C026" w14:textId="77777777" w:rsidR="00F90A4D" w:rsidRDefault="00F90A4D">
    <w:pPr>
      <w:pStyle w:val="Header"/>
      <w:numPr>
        <w:ins w:id="101"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1"/>
  </w:num>
  <w:num w:numId="3">
    <w:abstractNumId w:val="18"/>
  </w:num>
  <w:num w:numId="4">
    <w:abstractNumId w:val="13"/>
  </w:num>
  <w:num w:numId="5">
    <w:abstractNumId w:val="23"/>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0"/>
  </w:num>
  <w:num w:numId="19">
    <w:abstractNumId w:val="21"/>
  </w:num>
  <w:num w:numId="20">
    <w:abstractNumId w:val="17"/>
  </w:num>
  <w:num w:numId="21">
    <w:abstractNumId w:val="19"/>
  </w:num>
  <w:num w:numId="22">
    <w:abstractNumId w:val="20"/>
  </w:num>
  <w:num w:numId="23">
    <w:abstractNumId w:val="15"/>
  </w:num>
  <w:num w:numId="24">
    <w:abstractNumId w:val="12"/>
  </w:num>
  <w:num w:numId="25">
    <w:abstractNumId w:val="12"/>
  </w:num>
  <w:num w:numId="26">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577E8"/>
    <w:rsid w:val="00061B0E"/>
    <w:rsid w:val="000647E9"/>
    <w:rsid w:val="000751C6"/>
    <w:rsid w:val="00082F24"/>
    <w:rsid w:val="00083723"/>
    <w:rsid w:val="00086638"/>
    <w:rsid w:val="0009131D"/>
    <w:rsid w:val="000A4471"/>
    <w:rsid w:val="000B0EBB"/>
    <w:rsid w:val="000C36E9"/>
    <w:rsid w:val="000C6D3E"/>
    <w:rsid w:val="000D6E2A"/>
    <w:rsid w:val="000F2897"/>
    <w:rsid w:val="000F47BE"/>
    <w:rsid w:val="00115ADB"/>
    <w:rsid w:val="00120870"/>
    <w:rsid w:val="00124A45"/>
    <w:rsid w:val="00126F81"/>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E3CA3"/>
    <w:rsid w:val="001F0F6E"/>
    <w:rsid w:val="00202A36"/>
    <w:rsid w:val="0020663E"/>
    <w:rsid w:val="0021360B"/>
    <w:rsid w:val="00214CAD"/>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B4E4C"/>
    <w:rsid w:val="003C05D1"/>
    <w:rsid w:val="003C09DC"/>
    <w:rsid w:val="003C170A"/>
    <w:rsid w:val="003E0350"/>
    <w:rsid w:val="003E3956"/>
    <w:rsid w:val="003E6EB6"/>
    <w:rsid w:val="00410379"/>
    <w:rsid w:val="0041105F"/>
    <w:rsid w:val="0041227D"/>
    <w:rsid w:val="00413590"/>
    <w:rsid w:val="00414813"/>
    <w:rsid w:val="00416576"/>
    <w:rsid w:val="004216BB"/>
    <w:rsid w:val="00423E2D"/>
    <w:rsid w:val="00431277"/>
    <w:rsid w:val="00431607"/>
    <w:rsid w:val="00444DB2"/>
    <w:rsid w:val="0044694B"/>
    <w:rsid w:val="0044721E"/>
    <w:rsid w:val="00452230"/>
    <w:rsid w:val="004573FF"/>
    <w:rsid w:val="00461D3B"/>
    <w:rsid w:val="004632C7"/>
    <w:rsid w:val="004644A2"/>
    <w:rsid w:val="00471591"/>
    <w:rsid w:val="004722B0"/>
    <w:rsid w:val="00476197"/>
    <w:rsid w:val="004815BA"/>
    <w:rsid w:val="004864C8"/>
    <w:rsid w:val="004872D0"/>
    <w:rsid w:val="00497ECC"/>
    <w:rsid w:val="004A0EA6"/>
    <w:rsid w:val="004B4067"/>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4915"/>
    <w:rsid w:val="005518FD"/>
    <w:rsid w:val="0055275C"/>
    <w:rsid w:val="0056224D"/>
    <w:rsid w:val="005724CC"/>
    <w:rsid w:val="00594C69"/>
    <w:rsid w:val="005A41EC"/>
    <w:rsid w:val="005A6061"/>
    <w:rsid w:val="005B7209"/>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56B08"/>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F54"/>
    <w:rsid w:val="006D4A42"/>
    <w:rsid w:val="006D71A4"/>
    <w:rsid w:val="006D7893"/>
    <w:rsid w:val="006D7CEC"/>
    <w:rsid w:val="006E4C9A"/>
    <w:rsid w:val="006E57E2"/>
    <w:rsid w:val="006E5918"/>
    <w:rsid w:val="006E5B21"/>
    <w:rsid w:val="00700653"/>
    <w:rsid w:val="007071B1"/>
    <w:rsid w:val="0071123E"/>
    <w:rsid w:val="007114EE"/>
    <w:rsid w:val="00716424"/>
    <w:rsid w:val="007259E7"/>
    <w:rsid w:val="00734C3D"/>
    <w:rsid w:val="00737B69"/>
    <w:rsid w:val="00747A42"/>
    <w:rsid w:val="0076246D"/>
    <w:rsid w:val="0076545A"/>
    <w:rsid w:val="00770664"/>
    <w:rsid w:val="00787CE4"/>
    <w:rsid w:val="00790087"/>
    <w:rsid w:val="007A0665"/>
    <w:rsid w:val="007A2AD7"/>
    <w:rsid w:val="007C22FA"/>
    <w:rsid w:val="007C39A5"/>
    <w:rsid w:val="007C420D"/>
    <w:rsid w:val="007C4377"/>
    <w:rsid w:val="007D0FE9"/>
    <w:rsid w:val="007E1F6B"/>
    <w:rsid w:val="00800357"/>
    <w:rsid w:val="00805F8F"/>
    <w:rsid w:val="00810F99"/>
    <w:rsid w:val="00825D62"/>
    <w:rsid w:val="0082614F"/>
    <w:rsid w:val="0084562D"/>
    <w:rsid w:val="00851F44"/>
    <w:rsid w:val="008526F0"/>
    <w:rsid w:val="0085591D"/>
    <w:rsid w:val="00860902"/>
    <w:rsid w:val="00862DAB"/>
    <w:rsid w:val="008736BD"/>
    <w:rsid w:val="00873F5F"/>
    <w:rsid w:val="00896DB9"/>
    <w:rsid w:val="008A0096"/>
    <w:rsid w:val="008A21CD"/>
    <w:rsid w:val="008C435B"/>
    <w:rsid w:val="008C50ED"/>
    <w:rsid w:val="008E5DD6"/>
    <w:rsid w:val="008E730E"/>
    <w:rsid w:val="008F63F5"/>
    <w:rsid w:val="00907DB9"/>
    <w:rsid w:val="0091494A"/>
    <w:rsid w:val="00931384"/>
    <w:rsid w:val="0094718A"/>
    <w:rsid w:val="009571D4"/>
    <w:rsid w:val="00957D0C"/>
    <w:rsid w:val="009654E1"/>
    <w:rsid w:val="0096727F"/>
    <w:rsid w:val="00967A6F"/>
    <w:rsid w:val="009768E8"/>
    <w:rsid w:val="00976DE9"/>
    <w:rsid w:val="00980C13"/>
    <w:rsid w:val="0098616F"/>
    <w:rsid w:val="00987BC2"/>
    <w:rsid w:val="009A719A"/>
    <w:rsid w:val="009A7B7C"/>
    <w:rsid w:val="009D1260"/>
    <w:rsid w:val="009E65E0"/>
    <w:rsid w:val="009F1AF4"/>
    <w:rsid w:val="009F35A2"/>
    <w:rsid w:val="00A30A48"/>
    <w:rsid w:val="00A34799"/>
    <w:rsid w:val="00A47D3D"/>
    <w:rsid w:val="00A5426D"/>
    <w:rsid w:val="00A542C2"/>
    <w:rsid w:val="00A60C72"/>
    <w:rsid w:val="00A80509"/>
    <w:rsid w:val="00A85941"/>
    <w:rsid w:val="00A90879"/>
    <w:rsid w:val="00A90D27"/>
    <w:rsid w:val="00A92458"/>
    <w:rsid w:val="00AA0963"/>
    <w:rsid w:val="00AA566C"/>
    <w:rsid w:val="00AA6CB2"/>
    <w:rsid w:val="00AA6EB8"/>
    <w:rsid w:val="00AB1699"/>
    <w:rsid w:val="00AB2CD1"/>
    <w:rsid w:val="00AC0244"/>
    <w:rsid w:val="00AC2B7F"/>
    <w:rsid w:val="00AE2466"/>
    <w:rsid w:val="00AE3579"/>
    <w:rsid w:val="00AF03A5"/>
    <w:rsid w:val="00AF4BE5"/>
    <w:rsid w:val="00B028FA"/>
    <w:rsid w:val="00B036E1"/>
    <w:rsid w:val="00B11E59"/>
    <w:rsid w:val="00B121CF"/>
    <w:rsid w:val="00B141D6"/>
    <w:rsid w:val="00B20C46"/>
    <w:rsid w:val="00B2355A"/>
    <w:rsid w:val="00B23BB0"/>
    <w:rsid w:val="00B2597F"/>
    <w:rsid w:val="00B26384"/>
    <w:rsid w:val="00B47323"/>
    <w:rsid w:val="00B56580"/>
    <w:rsid w:val="00B65607"/>
    <w:rsid w:val="00B77A5A"/>
    <w:rsid w:val="00B840FA"/>
    <w:rsid w:val="00BA5FF8"/>
    <w:rsid w:val="00BA6002"/>
    <w:rsid w:val="00BA693D"/>
    <w:rsid w:val="00BC1B85"/>
    <w:rsid w:val="00BD7EAF"/>
    <w:rsid w:val="00BF0BD9"/>
    <w:rsid w:val="00BF381E"/>
    <w:rsid w:val="00BF5769"/>
    <w:rsid w:val="00C027DE"/>
    <w:rsid w:val="00C02C00"/>
    <w:rsid w:val="00C109D0"/>
    <w:rsid w:val="00C21D7D"/>
    <w:rsid w:val="00C25156"/>
    <w:rsid w:val="00C308EF"/>
    <w:rsid w:val="00C32A5A"/>
    <w:rsid w:val="00C459F4"/>
    <w:rsid w:val="00C576DE"/>
    <w:rsid w:val="00C60570"/>
    <w:rsid w:val="00C71F50"/>
    <w:rsid w:val="00C737D6"/>
    <w:rsid w:val="00C7773C"/>
    <w:rsid w:val="00C80BAD"/>
    <w:rsid w:val="00C81F0E"/>
    <w:rsid w:val="00C9222A"/>
    <w:rsid w:val="00CB6511"/>
    <w:rsid w:val="00CD55D2"/>
    <w:rsid w:val="00CD5A53"/>
    <w:rsid w:val="00D025A4"/>
    <w:rsid w:val="00D0604E"/>
    <w:rsid w:val="00D10309"/>
    <w:rsid w:val="00D11C96"/>
    <w:rsid w:val="00D17EB9"/>
    <w:rsid w:val="00D210B0"/>
    <w:rsid w:val="00D25097"/>
    <w:rsid w:val="00D33FE7"/>
    <w:rsid w:val="00D36E4B"/>
    <w:rsid w:val="00D40CB4"/>
    <w:rsid w:val="00D42AF4"/>
    <w:rsid w:val="00D630DB"/>
    <w:rsid w:val="00D7256E"/>
    <w:rsid w:val="00D82F80"/>
    <w:rsid w:val="00DA477E"/>
    <w:rsid w:val="00DB6303"/>
    <w:rsid w:val="00DC6081"/>
    <w:rsid w:val="00DD7441"/>
    <w:rsid w:val="00DE1B7B"/>
    <w:rsid w:val="00DF04E8"/>
    <w:rsid w:val="00DF0EF0"/>
    <w:rsid w:val="00E063B8"/>
    <w:rsid w:val="00E12F9E"/>
    <w:rsid w:val="00E225E6"/>
    <w:rsid w:val="00E23929"/>
    <w:rsid w:val="00E33509"/>
    <w:rsid w:val="00E347B6"/>
    <w:rsid w:val="00E6125E"/>
    <w:rsid w:val="00E6209B"/>
    <w:rsid w:val="00E63008"/>
    <w:rsid w:val="00E848CF"/>
    <w:rsid w:val="00E879B6"/>
    <w:rsid w:val="00E930CE"/>
    <w:rsid w:val="00EA4A18"/>
    <w:rsid w:val="00EB3A48"/>
    <w:rsid w:val="00EB634A"/>
    <w:rsid w:val="00EC581A"/>
    <w:rsid w:val="00EE34C3"/>
    <w:rsid w:val="00EE55BD"/>
    <w:rsid w:val="00EE6C3B"/>
    <w:rsid w:val="00F15606"/>
    <w:rsid w:val="00F24817"/>
    <w:rsid w:val="00F30711"/>
    <w:rsid w:val="00F338EC"/>
    <w:rsid w:val="00F417A3"/>
    <w:rsid w:val="00F42A2E"/>
    <w:rsid w:val="00F42D1C"/>
    <w:rsid w:val="00F43567"/>
    <w:rsid w:val="00F44445"/>
    <w:rsid w:val="00F61CE6"/>
    <w:rsid w:val="00F64D9F"/>
    <w:rsid w:val="00F71645"/>
    <w:rsid w:val="00F84121"/>
    <w:rsid w:val="00F84947"/>
    <w:rsid w:val="00F90A4D"/>
    <w:rsid w:val="00F93B3B"/>
    <w:rsid w:val="00FA255F"/>
    <w:rsid w:val="00FC4608"/>
    <w:rsid w:val="00FD0284"/>
    <w:rsid w:val="00FD1584"/>
    <w:rsid w:val="00FD2D3A"/>
    <w:rsid w:val="00FD4137"/>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BA5FF8"/>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44445"/>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8487</Words>
  <Characters>48211</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56585</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2018-12-21T14:50:00Z</cp:lastPrinted>
  <dcterms:created xsi:type="dcterms:W3CDTF">2022-05-28T02:30:00Z</dcterms:created>
  <dcterms:modified xsi:type="dcterms:W3CDTF">2022-05-31T16:58:00Z</dcterms:modified>
</cp:coreProperties>
</file>