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D5C4" w14:textId="77777777" w:rsidR="00A1536D" w:rsidRDefault="00A1536D" w:rsidP="00A1536D">
      <w:pPr>
        <w:spacing w:before="120" w:after="120"/>
        <w:jc w:val="center"/>
        <w:outlineLvl w:val="0"/>
        <w:rPr>
          <w:color w:val="333300"/>
        </w:rPr>
      </w:pPr>
    </w:p>
    <w:p w14:paraId="030C8C09" w14:textId="77777777" w:rsidR="00A1536D" w:rsidRDefault="00A1536D" w:rsidP="00A1536D">
      <w:pPr>
        <w:spacing w:before="120" w:after="120"/>
        <w:jc w:val="center"/>
        <w:outlineLvl w:val="0"/>
        <w:rPr>
          <w:color w:val="333300"/>
        </w:rPr>
      </w:pPr>
    </w:p>
    <w:p w14:paraId="1364ED5B" w14:textId="77777777" w:rsidR="00A1536D" w:rsidRDefault="00A1536D" w:rsidP="00A1536D">
      <w:pPr>
        <w:jc w:val="center"/>
        <w:outlineLvl w:val="0"/>
        <w:rPr>
          <w:color w:val="333300"/>
        </w:rPr>
      </w:pPr>
    </w:p>
    <w:p w14:paraId="21F2811C" w14:textId="77777777" w:rsidR="002148C6" w:rsidRDefault="002148C6" w:rsidP="00A1536D">
      <w:pPr>
        <w:jc w:val="center"/>
        <w:outlineLvl w:val="0"/>
        <w:rPr>
          <w:color w:val="333300"/>
        </w:rPr>
      </w:pPr>
    </w:p>
    <w:p w14:paraId="6F4FD51D" w14:textId="77777777" w:rsidR="002148C6" w:rsidRDefault="002148C6" w:rsidP="00A1536D">
      <w:pPr>
        <w:jc w:val="center"/>
        <w:outlineLvl w:val="0"/>
        <w:rPr>
          <w:color w:val="333300"/>
        </w:rPr>
      </w:pPr>
    </w:p>
    <w:p w14:paraId="64AFBC19" w14:textId="77777777" w:rsidR="002148C6" w:rsidRDefault="002148C6" w:rsidP="00A1536D">
      <w:pPr>
        <w:jc w:val="center"/>
        <w:outlineLvl w:val="0"/>
        <w:rPr>
          <w:color w:val="333300"/>
        </w:rPr>
      </w:pPr>
    </w:p>
    <w:p w14:paraId="44CFE55F" w14:textId="77777777" w:rsidR="00A1536D" w:rsidRDefault="00A1536D" w:rsidP="00A1536D">
      <w:pPr>
        <w:jc w:val="center"/>
        <w:outlineLvl w:val="0"/>
        <w:rPr>
          <w:b/>
          <w:bCs/>
          <w:color w:val="333300"/>
        </w:rPr>
      </w:pPr>
    </w:p>
    <w:p w14:paraId="769F42A1" w14:textId="77777777" w:rsidR="00A1536D" w:rsidRPr="00F72B58" w:rsidRDefault="00A1536D" w:rsidP="00A1536D">
      <w:pPr>
        <w:jc w:val="center"/>
        <w:outlineLvl w:val="0"/>
        <w:rPr>
          <w:b/>
          <w:sz w:val="36"/>
          <w:szCs w:val="36"/>
        </w:rPr>
      </w:pPr>
      <w:r w:rsidRPr="00F72B58">
        <w:rPr>
          <w:b/>
          <w:sz w:val="36"/>
          <w:szCs w:val="36"/>
        </w:rPr>
        <w:t>ERCOT Nodal Protocols</w:t>
      </w:r>
    </w:p>
    <w:p w14:paraId="56CC0183" w14:textId="77777777" w:rsidR="00A1536D" w:rsidRPr="00F72B58" w:rsidRDefault="00A1536D" w:rsidP="00A1536D">
      <w:pPr>
        <w:jc w:val="center"/>
        <w:outlineLvl w:val="0"/>
        <w:rPr>
          <w:b/>
          <w:sz w:val="36"/>
          <w:szCs w:val="36"/>
        </w:rPr>
      </w:pPr>
    </w:p>
    <w:p w14:paraId="6B62F58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11374" w14:textId="77777777" w:rsidR="00A1536D" w:rsidRPr="00F72B58" w:rsidRDefault="00A1536D" w:rsidP="00A1536D">
      <w:pPr>
        <w:jc w:val="center"/>
        <w:outlineLvl w:val="0"/>
        <w:rPr>
          <w:b/>
        </w:rPr>
      </w:pPr>
    </w:p>
    <w:p w14:paraId="63042EF7"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6239DF">
        <w:rPr>
          <w:b/>
          <w:sz w:val="36"/>
          <w:szCs w:val="36"/>
        </w:rPr>
        <w:t>G</w:t>
      </w:r>
      <w:r w:rsidRPr="00F72B58">
        <w:rPr>
          <w:b/>
          <w:sz w:val="36"/>
          <w:szCs w:val="36"/>
        </w:rPr>
        <w:t>:</w:t>
      </w:r>
      <w:r w:rsidRPr="00A1536D">
        <w:rPr>
          <w:b/>
          <w:sz w:val="36"/>
          <w:szCs w:val="36"/>
        </w:rPr>
        <w:t xml:space="preserve"> </w:t>
      </w:r>
      <w:r w:rsidR="00394938">
        <w:rPr>
          <w:b/>
          <w:sz w:val="36"/>
          <w:szCs w:val="36"/>
        </w:rPr>
        <w:t xml:space="preserve"> </w:t>
      </w:r>
      <w:r w:rsidR="006239DF" w:rsidRPr="00354901">
        <w:rPr>
          <w:b/>
          <w:sz w:val="36"/>
          <w:szCs w:val="36"/>
        </w:rPr>
        <w:t>QSE Application and Service Filing for Registration Form</w:t>
      </w:r>
    </w:p>
    <w:p w14:paraId="328AB42A" w14:textId="77777777" w:rsidR="00A1536D" w:rsidRDefault="00A1536D" w:rsidP="00A1536D">
      <w:pPr>
        <w:outlineLvl w:val="0"/>
        <w:rPr>
          <w:color w:val="333300"/>
        </w:rPr>
      </w:pPr>
    </w:p>
    <w:p w14:paraId="0E2E8175" w14:textId="1783CDCE" w:rsidR="00A1536D" w:rsidRPr="005B2A3F" w:rsidRDefault="009E7F94" w:rsidP="00A1536D">
      <w:pPr>
        <w:jc w:val="center"/>
        <w:outlineLvl w:val="0"/>
        <w:rPr>
          <w:b/>
          <w:bCs/>
        </w:rPr>
      </w:pPr>
      <w:r>
        <w:rPr>
          <w:b/>
          <w:bCs/>
        </w:rPr>
        <w:t>February</w:t>
      </w:r>
      <w:r w:rsidR="00A10140">
        <w:rPr>
          <w:b/>
          <w:bCs/>
        </w:rPr>
        <w:t xml:space="preserve"> 1</w:t>
      </w:r>
      <w:r w:rsidR="00A1536D">
        <w:rPr>
          <w:b/>
          <w:bCs/>
        </w:rPr>
        <w:t>, 20</w:t>
      </w:r>
      <w:r w:rsidR="006C3CFC">
        <w:rPr>
          <w:b/>
          <w:bCs/>
        </w:rPr>
        <w:t>2</w:t>
      </w:r>
      <w:r w:rsidR="00D22DFF">
        <w:rPr>
          <w:b/>
          <w:bCs/>
        </w:rPr>
        <w:t>2</w:t>
      </w:r>
    </w:p>
    <w:p w14:paraId="292922F2" w14:textId="77777777" w:rsidR="00A1536D" w:rsidRDefault="00A1536D" w:rsidP="00A1536D">
      <w:pPr>
        <w:jc w:val="center"/>
        <w:outlineLvl w:val="0"/>
        <w:rPr>
          <w:b/>
          <w:bCs/>
        </w:rPr>
      </w:pPr>
    </w:p>
    <w:p w14:paraId="2A2E75A8" w14:textId="77777777" w:rsidR="00A1536D" w:rsidRDefault="00A1536D" w:rsidP="00A1536D">
      <w:pPr>
        <w:jc w:val="center"/>
        <w:outlineLvl w:val="0"/>
        <w:rPr>
          <w:b/>
          <w:bCs/>
        </w:rPr>
      </w:pPr>
    </w:p>
    <w:p w14:paraId="53647C68" w14:textId="77777777" w:rsidR="00A1536D" w:rsidRDefault="00A1536D" w:rsidP="00A1536D">
      <w:pPr>
        <w:pBdr>
          <w:between w:val="single" w:sz="4" w:space="1" w:color="auto"/>
        </w:pBdr>
        <w:rPr>
          <w:color w:val="333300"/>
        </w:rPr>
      </w:pPr>
    </w:p>
    <w:p w14:paraId="51057B78" w14:textId="77777777" w:rsidR="00A1536D" w:rsidRDefault="00A1536D" w:rsidP="00A1536D">
      <w:pPr>
        <w:pBdr>
          <w:between w:val="single" w:sz="4" w:space="1" w:color="auto"/>
        </w:pBdr>
        <w:rPr>
          <w:color w:val="333300"/>
        </w:rPr>
      </w:pPr>
    </w:p>
    <w:p w14:paraId="5A5E94B1"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797B2BEE" w14:textId="77777777" w:rsidR="006239DF" w:rsidRPr="00354901" w:rsidRDefault="006239DF" w:rsidP="008735E1">
      <w:pPr>
        <w:jc w:val="center"/>
        <w:rPr>
          <w:b/>
          <w:bCs/>
        </w:rPr>
      </w:pPr>
      <w:r w:rsidRPr="00354901">
        <w:rPr>
          <w:b/>
          <w:bCs/>
        </w:rPr>
        <w:lastRenderedPageBreak/>
        <w:t>QUALIFIED SCHEDULING ENTITY (QSE)</w:t>
      </w:r>
    </w:p>
    <w:p w14:paraId="05513D4E" w14:textId="77777777" w:rsidR="006239DF" w:rsidRPr="00354901" w:rsidRDefault="006239DF" w:rsidP="008735E1">
      <w:pPr>
        <w:spacing w:after="240"/>
        <w:jc w:val="center"/>
        <w:rPr>
          <w:b/>
          <w:bCs/>
        </w:rPr>
      </w:pPr>
      <w:r w:rsidRPr="00354901">
        <w:rPr>
          <w:b/>
          <w:bCs/>
        </w:rPr>
        <w:t>APPLICATION AND SERVICE FILING FOR REGISTRATION</w:t>
      </w:r>
    </w:p>
    <w:p w14:paraId="18A985EC" w14:textId="367B2098" w:rsidR="006239DF" w:rsidRPr="00354901" w:rsidRDefault="006239DF" w:rsidP="008735E1">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w:t>
      </w:r>
      <w:r w:rsidR="00946A8D">
        <w:t xml:space="preserve"> </w:t>
      </w:r>
      <w:r w:rsidRPr="00354901">
        <w:t xml:space="preserve">Information may be inserted electronically to expand the </w:t>
      </w:r>
      <w:proofErr w:type="gramStart"/>
      <w:r w:rsidRPr="00354901">
        <w:t>reply</w:t>
      </w:r>
      <w:proofErr w:type="gramEnd"/>
      <w:r w:rsidRPr="00354901">
        <w:t xml:space="preserve"> spaces as necessary.</w:t>
      </w:r>
      <w:r w:rsidR="00946A8D">
        <w:t xml:space="preserve">  E</w:t>
      </w:r>
      <w:r w:rsidRPr="00354901">
        <w:t xml:space="preserve">RCOT will accept the completed, executed application via email to </w:t>
      </w:r>
      <w:hyperlink r:id="rId11" w:history="1">
        <w:r w:rsidR="00777BDA">
          <w:rPr>
            <w:color w:val="0000FF"/>
            <w:u w:val="single"/>
          </w:rPr>
          <w:t>MPRegistration@ercot.com</w:t>
        </w:r>
      </w:hyperlink>
      <w:r w:rsidRPr="00354901">
        <w:t xml:space="preserve"> (.pdf version), via facsimile to (512) 225-7079, or via mail to Market Participant Registration, </w:t>
      </w:r>
      <w:r w:rsidR="009E7F94" w:rsidRPr="000E2E98">
        <w:t>8000 Metropolis Drive (Building E), Suite 100</w:t>
      </w:r>
      <w:r w:rsidRPr="00354901">
        <w:t>, Austin, Texas 78744</w:t>
      </w:r>
      <w:r w:rsidR="00946A8D">
        <w:t>.  I</w:t>
      </w:r>
      <w:r w:rsidRPr="00354901">
        <w:t>n addition to the application, ERCOT must receive an application fee in the amount of $500 via check.</w:t>
      </w:r>
      <w:r w:rsidR="00946A8D">
        <w:t xml:space="preserve">  I</w:t>
      </w:r>
      <w:r w:rsidRPr="00354901">
        <w:rPr>
          <w:bCs/>
        </w:rPr>
        <w:t>f you need assistance filling out this form, or if you have any questions, please call (512) 248-3900.</w:t>
      </w:r>
    </w:p>
    <w:p w14:paraId="3A836522" w14:textId="6EB81473" w:rsidR="006239DF" w:rsidRPr="00354901" w:rsidRDefault="006239DF" w:rsidP="008735E1">
      <w:pPr>
        <w:spacing w:after="240"/>
        <w:jc w:val="both"/>
      </w:pPr>
      <w:r w:rsidRPr="00354901">
        <w:rPr>
          <w:bCs/>
        </w:rPr>
        <w:t>This application must be signed by the Authorized Representative, Backup Authorized Representative or an Officer of the company listed herein, as appropriate.</w:t>
      </w:r>
      <w:r w:rsidR="00946A8D">
        <w:rPr>
          <w:bCs/>
        </w:rPr>
        <w:t xml:space="preserve">  </w:t>
      </w:r>
      <w:r w:rsidRPr="00354901">
        <w:t>ERCOT may request additional information as reasonably necessary to support operations under the ERCOT Protocols.</w:t>
      </w:r>
    </w:p>
    <w:p w14:paraId="5DCB9E3E" w14:textId="77777777" w:rsidR="006239DF" w:rsidRPr="00354901" w:rsidRDefault="006239DF" w:rsidP="008735E1">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239DF" w:rsidRPr="00354901" w14:paraId="365C062D" w14:textId="77777777" w:rsidTr="008735E1">
        <w:tc>
          <w:tcPr>
            <w:tcW w:w="3182" w:type="dxa"/>
          </w:tcPr>
          <w:p w14:paraId="6782A902" w14:textId="77777777" w:rsidR="006239DF" w:rsidRPr="00354901" w:rsidRDefault="006239DF" w:rsidP="00B931B4">
            <w:pPr>
              <w:rPr>
                <w:b/>
                <w:bCs/>
              </w:rPr>
            </w:pPr>
            <w:r w:rsidRPr="00354901">
              <w:rPr>
                <w:b/>
                <w:bCs/>
              </w:rPr>
              <w:t>Legal Name of the Applicant:</w:t>
            </w:r>
          </w:p>
        </w:tc>
        <w:tc>
          <w:tcPr>
            <w:tcW w:w="6394" w:type="dxa"/>
          </w:tcPr>
          <w:p w14:paraId="1A9A8E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6239DF" w:rsidRPr="00354901" w14:paraId="62693DD6" w14:textId="77777777" w:rsidTr="008735E1">
        <w:tc>
          <w:tcPr>
            <w:tcW w:w="3182" w:type="dxa"/>
          </w:tcPr>
          <w:p w14:paraId="0365BA5A" w14:textId="77777777" w:rsidR="006239DF" w:rsidRPr="00354901" w:rsidRDefault="006239DF" w:rsidP="00B931B4">
            <w:pPr>
              <w:rPr>
                <w:b/>
                <w:bCs/>
              </w:rPr>
            </w:pPr>
            <w:r w:rsidRPr="00354901">
              <w:rPr>
                <w:b/>
                <w:bCs/>
              </w:rPr>
              <w:t>Legal Address of the Applicant:</w:t>
            </w:r>
          </w:p>
        </w:tc>
        <w:tc>
          <w:tcPr>
            <w:tcW w:w="6394" w:type="dxa"/>
          </w:tcPr>
          <w:p w14:paraId="70AAC58A" w14:textId="77777777" w:rsidR="006239DF" w:rsidRPr="00354901" w:rsidRDefault="006239DF" w:rsidP="00B931B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3E8CE43" w14:textId="77777777" w:rsidTr="008735E1">
        <w:tc>
          <w:tcPr>
            <w:tcW w:w="3182" w:type="dxa"/>
          </w:tcPr>
          <w:p w14:paraId="7A761A92" w14:textId="77777777" w:rsidR="006239DF" w:rsidRPr="00354901" w:rsidRDefault="006239DF" w:rsidP="00B931B4">
            <w:pPr>
              <w:rPr>
                <w:b/>
                <w:bCs/>
              </w:rPr>
            </w:pPr>
          </w:p>
        </w:tc>
        <w:tc>
          <w:tcPr>
            <w:tcW w:w="6394" w:type="dxa"/>
          </w:tcPr>
          <w:p w14:paraId="1FE65F75" w14:textId="77777777" w:rsidR="006239DF" w:rsidRPr="00354901" w:rsidRDefault="006239DF" w:rsidP="00B931B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9DF7F0" w14:textId="77777777" w:rsidTr="008735E1">
        <w:tc>
          <w:tcPr>
            <w:tcW w:w="3182" w:type="dxa"/>
          </w:tcPr>
          <w:p w14:paraId="753DDA78" w14:textId="77777777" w:rsidR="006239DF" w:rsidRPr="00354901" w:rsidRDefault="006239DF" w:rsidP="00B931B4">
            <w:pPr>
              <w:rPr>
                <w:b/>
                <w:bCs/>
              </w:rPr>
            </w:pPr>
            <w:r w:rsidRPr="00354901">
              <w:rPr>
                <w:b/>
                <w:bCs/>
              </w:rPr>
              <w:t>DUNS¹ Number:</w:t>
            </w:r>
          </w:p>
        </w:tc>
        <w:tc>
          <w:tcPr>
            <w:tcW w:w="6394" w:type="dxa"/>
          </w:tcPr>
          <w:p w14:paraId="60F330A4" w14:textId="77777777" w:rsidR="006239DF" w:rsidRPr="00354901" w:rsidRDefault="006239DF" w:rsidP="00B931B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3DB5C4" w14:textId="77777777" w:rsidR="006239DF" w:rsidRPr="00354901" w:rsidRDefault="006239DF" w:rsidP="006239DF">
      <w:pPr>
        <w:jc w:val="both"/>
        <w:rPr>
          <w:sz w:val="20"/>
        </w:rPr>
      </w:pPr>
      <w:r w:rsidRPr="00354901">
        <w:rPr>
          <w:sz w:val="20"/>
        </w:rPr>
        <w:t>¹</w:t>
      </w:r>
      <w:r>
        <w:rPr>
          <w:sz w:val="20"/>
        </w:rPr>
        <w:t>Defined in Section 2.1, Definitions.</w:t>
      </w:r>
    </w:p>
    <w:p w14:paraId="7172D22D" w14:textId="77777777" w:rsidR="006239DF" w:rsidRPr="00354901" w:rsidRDefault="006239DF" w:rsidP="008735E1">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A25BEF">
        <w:rPr>
          <w:b/>
          <w:bCs/>
        </w:rPr>
      </w:r>
      <w:r w:rsidR="00A25BEF">
        <w:rPr>
          <w:b/>
          <w:bCs/>
        </w:rPr>
        <w:fldChar w:fldCharType="separate"/>
      </w:r>
      <w:r w:rsidRPr="00354901">
        <w:rPr>
          <w:b/>
          <w:bCs/>
        </w:rPr>
        <w:fldChar w:fldCharType="end"/>
      </w:r>
      <w:r w:rsidRPr="00354901">
        <w:rPr>
          <w:b/>
          <w:bCs/>
        </w:rPr>
        <w:t xml:space="preserve"> Check if Applying as an Emergency Response Service (ERS) Only QSE.</w:t>
      </w:r>
    </w:p>
    <w:p w14:paraId="5CF60E78" w14:textId="77777777" w:rsidR="006239DF" w:rsidRPr="00354901" w:rsidRDefault="006239DF" w:rsidP="008735E1">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09512ECE" w14:textId="77777777" w:rsidTr="008735E1">
        <w:tc>
          <w:tcPr>
            <w:tcW w:w="1528" w:type="dxa"/>
            <w:gridSpan w:val="3"/>
          </w:tcPr>
          <w:p w14:paraId="669607C1" w14:textId="77777777" w:rsidR="006239DF" w:rsidRPr="00354901" w:rsidRDefault="006239DF" w:rsidP="00B931B4">
            <w:pPr>
              <w:jc w:val="both"/>
              <w:rPr>
                <w:b/>
                <w:bCs/>
              </w:rPr>
            </w:pPr>
            <w:r w:rsidRPr="00354901">
              <w:rPr>
                <w:b/>
                <w:bCs/>
              </w:rPr>
              <w:t>Name:</w:t>
            </w:r>
          </w:p>
        </w:tc>
        <w:tc>
          <w:tcPr>
            <w:tcW w:w="3561" w:type="dxa"/>
            <w:gridSpan w:val="4"/>
          </w:tcPr>
          <w:p w14:paraId="24B4621D"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724B4B3" w14:textId="77777777" w:rsidR="006239DF" w:rsidRPr="00354901" w:rsidRDefault="006239DF" w:rsidP="00B931B4">
            <w:pPr>
              <w:jc w:val="both"/>
              <w:rPr>
                <w:b/>
                <w:bCs/>
              </w:rPr>
            </w:pPr>
            <w:r w:rsidRPr="00354901">
              <w:rPr>
                <w:b/>
                <w:bCs/>
              </w:rPr>
              <w:t>Title:</w:t>
            </w:r>
          </w:p>
        </w:tc>
        <w:tc>
          <w:tcPr>
            <w:tcW w:w="3620" w:type="dxa"/>
            <w:gridSpan w:val="3"/>
          </w:tcPr>
          <w:p w14:paraId="1634F96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B891371" w14:textId="77777777" w:rsidTr="008735E1">
        <w:tc>
          <w:tcPr>
            <w:tcW w:w="1378" w:type="dxa"/>
            <w:gridSpan w:val="2"/>
          </w:tcPr>
          <w:p w14:paraId="0A7D3968" w14:textId="77777777" w:rsidR="006239DF" w:rsidRPr="00354901" w:rsidRDefault="006239DF" w:rsidP="00B931B4">
            <w:pPr>
              <w:jc w:val="both"/>
              <w:rPr>
                <w:b/>
                <w:bCs/>
              </w:rPr>
            </w:pPr>
            <w:r w:rsidRPr="00354901">
              <w:rPr>
                <w:b/>
                <w:bCs/>
              </w:rPr>
              <w:t>Address:</w:t>
            </w:r>
          </w:p>
        </w:tc>
        <w:tc>
          <w:tcPr>
            <w:tcW w:w="8198" w:type="dxa"/>
            <w:gridSpan w:val="9"/>
          </w:tcPr>
          <w:p w14:paraId="010FF07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CEC2DE4" w14:textId="77777777" w:rsidTr="008735E1">
        <w:tc>
          <w:tcPr>
            <w:tcW w:w="1025" w:type="dxa"/>
          </w:tcPr>
          <w:p w14:paraId="34BBCCD0" w14:textId="77777777" w:rsidR="006239DF" w:rsidRPr="00354901" w:rsidRDefault="006239DF" w:rsidP="00B931B4">
            <w:pPr>
              <w:jc w:val="both"/>
              <w:rPr>
                <w:b/>
                <w:bCs/>
              </w:rPr>
            </w:pPr>
            <w:r w:rsidRPr="00354901">
              <w:rPr>
                <w:b/>
                <w:bCs/>
              </w:rPr>
              <w:t>City:</w:t>
            </w:r>
          </w:p>
        </w:tc>
        <w:tc>
          <w:tcPr>
            <w:tcW w:w="2476" w:type="dxa"/>
            <w:gridSpan w:val="4"/>
          </w:tcPr>
          <w:p w14:paraId="23AD290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50C70E6" w14:textId="77777777" w:rsidR="006239DF" w:rsidRPr="00354901" w:rsidRDefault="006239DF" w:rsidP="00B931B4">
            <w:pPr>
              <w:jc w:val="both"/>
              <w:rPr>
                <w:b/>
                <w:bCs/>
              </w:rPr>
            </w:pPr>
            <w:r w:rsidRPr="00354901">
              <w:rPr>
                <w:b/>
                <w:bCs/>
              </w:rPr>
              <w:t>State:</w:t>
            </w:r>
          </w:p>
        </w:tc>
        <w:tc>
          <w:tcPr>
            <w:tcW w:w="2106" w:type="dxa"/>
            <w:gridSpan w:val="3"/>
          </w:tcPr>
          <w:p w14:paraId="09540299" w14:textId="77777777" w:rsidR="006239DF" w:rsidRPr="00354901" w:rsidRDefault="006239DF" w:rsidP="00B931B4">
            <w:pPr>
              <w:jc w:val="both"/>
              <w:rPr>
                <w:b/>
                <w:bCs/>
              </w:rPr>
            </w:pPr>
            <w:r w:rsidRPr="00354901">
              <w:rPr>
                <w:b/>
                <w:bCs/>
              </w:rPr>
              <w:fldChar w:fldCharType="begin">
                <w:ffData>
                  <w:name w:val="Text109"/>
                  <w:enabled/>
                  <w:calcOnExit w:val="0"/>
                  <w:textInput/>
                </w:ffData>
              </w:fldChar>
            </w:r>
            <w:bookmarkStart w:id="0"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0"/>
          </w:p>
        </w:tc>
        <w:tc>
          <w:tcPr>
            <w:tcW w:w="800" w:type="dxa"/>
          </w:tcPr>
          <w:p w14:paraId="76F44F4A" w14:textId="77777777" w:rsidR="006239DF" w:rsidRPr="00354901" w:rsidRDefault="006239DF" w:rsidP="00B931B4">
            <w:pPr>
              <w:jc w:val="both"/>
              <w:rPr>
                <w:b/>
                <w:bCs/>
              </w:rPr>
            </w:pPr>
            <w:r w:rsidRPr="00354901">
              <w:rPr>
                <w:b/>
                <w:bCs/>
              </w:rPr>
              <w:t>Zip:</w:t>
            </w:r>
          </w:p>
        </w:tc>
        <w:tc>
          <w:tcPr>
            <w:tcW w:w="2291" w:type="dxa"/>
          </w:tcPr>
          <w:p w14:paraId="1592D46E" w14:textId="77777777" w:rsidR="006239DF" w:rsidRPr="00354901" w:rsidRDefault="006239DF" w:rsidP="00B931B4">
            <w:pPr>
              <w:jc w:val="both"/>
              <w:rPr>
                <w:b/>
                <w:bCs/>
              </w:rPr>
            </w:pPr>
            <w:r w:rsidRPr="00354901">
              <w:rPr>
                <w:b/>
                <w:bCs/>
              </w:rPr>
              <w:fldChar w:fldCharType="begin">
                <w:ffData>
                  <w:name w:val="Text110"/>
                  <w:enabled/>
                  <w:calcOnExit w:val="0"/>
                  <w:textInput/>
                </w:ffData>
              </w:fldChar>
            </w:r>
            <w:bookmarkStart w:id="1"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
          </w:p>
        </w:tc>
      </w:tr>
      <w:tr w:rsidR="006239DF" w:rsidRPr="00354901" w14:paraId="325E7C9E" w14:textId="77777777" w:rsidTr="008735E1">
        <w:tc>
          <w:tcPr>
            <w:tcW w:w="1378" w:type="dxa"/>
            <w:gridSpan w:val="2"/>
          </w:tcPr>
          <w:p w14:paraId="4BA96AEE" w14:textId="77777777" w:rsidR="006239DF" w:rsidRPr="00354901" w:rsidRDefault="006239DF" w:rsidP="00B931B4">
            <w:pPr>
              <w:jc w:val="both"/>
              <w:rPr>
                <w:b/>
                <w:bCs/>
              </w:rPr>
            </w:pPr>
            <w:r w:rsidRPr="00354901">
              <w:rPr>
                <w:b/>
                <w:bCs/>
              </w:rPr>
              <w:t>Telephone:</w:t>
            </w:r>
          </w:p>
        </w:tc>
        <w:tc>
          <w:tcPr>
            <w:tcW w:w="3001" w:type="dxa"/>
            <w:gridSpan w:val="4"/>
          </w:tcPr>
          <w:p w14:paraId="3D7803E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03A8DC9" w14:textId="77777777" w:rsidR="006239DF" w:rsidRPr="00354901" w:rsidRDefault="006239DF" w:rsidP="00B931B4">
            <w:pPr>
              <w:jc w:val="both"/>
              <w:rPr>
                <w:b/>
                <w:bCs/>
              </w:rPr>
            </w:pPr>
            <w:r w:rsidRPr="00354901">
              <w:rPr>
                <w:b/>
                <w:bCs/>
              </w:rPr>
              <w:t>Fax:</w:t>
            </w:r>
          </w:p>
        </w:tc>
        <w:tc>
          <w:tcPr>
            <w:tcW w:w="4487" w:type="dxa"/>
            <w:gridSpan w:val="4"/>
          </w:tcPr>
          <w:p w14:paraId="215E1B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11330F8" w14:textId="77777777" w:rsidTr="008735E1">
        <w:tc>
          <w:tcPr>
            <w:tcW w:w="1811" w:type="dxa"/>
            <w:gridSpan w:val="4"/>
          </w:tcPr>
          <w:p w14:paraId="6DDF82C0" w14:textId="77777777" w:rsidR="006239DF" w:rsidRPr="00354901" w:rsidRDefault="006239DF" w:rsidP="00B931B4">
            <w:pPr>
              <w:jc w:val="both"/>
              <w:rPr>
                <w:b/>
                <w:bCs/>
              </w:rPr>
            </w:pPr>
            <w:r w:rsidRPr="00354901">
              <w:rPr>
                <w:b/>
                <w:bCs/>
              </w:rPr>
              <w:t>Email Address:</w:t>
            </w:r>
          </w:p>
        </w:tc>
        <w:tc>
          <w:tcPr>
            <w:tcW w:w="7765" w:type="dxa"/>
            <w:gridSpan w:val="7"/>
          </w:tcPr>
          <w:p w14:paraId="32A7F94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84A96EE" w14:textId="72778CB0" w:rsidR="006239DF" w:rsidRPr="00354901" w:rsidRDefault="006239DF" w:rsidP="008735E1">
      <w:pPr>
        <w:spacing w:before="240" w:after="240"/>
        <w:jc w:val="both"/>
        <w:rPr>
          <w:b/>
          <w:bCs/>
        </w:rPr>
      </w:pPr>
      <w:r w:rsidRPr="00354901">
        <w:rPr>
          <w:b/>
        </w:rPr>
        <w:t>2. Backup AR.</w:t>
      </w:r>
      <w:r w:rsidR="00946A8D">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52AC8950" w14:textId="77777777" w:rsidTr="008735E1">
        <w:tc>
          <w:tcPr>
            <w:tcW w:w="1528" w:type="dxa"/>
            <w:gridSpan w:val="3"/>
          </w:tcPr>
          <w:p w14:paraId="308CCD41" w14:textId="77777777" w:rsidR="006239DF" w:rsidRPr="00354901" w:rsidRDefault="006239DF" w:rsidP="00B931B4">
            <w:pPr>
              <w:jc w:val="both"/>
              <w:rPr>
                <w:b/>
                <w:bCs/>
              </w:rPr>
            </w:pPr>
            <w:r w:rsidRPr="00354901">
              <w:rPr>
                <w:b/>
                <w:bCs/>
              </w:rPr>
              <w:t>Name:</w:t>
            </w:r>
          </w:p>
        </w:tc>
        <w:tc>
          <w:tcPr>
            <w:tcW w:w="3561" w:type="dxa"/>
            <w:gridSpan w:val="4"/>
          </w:tcPr>
          <w:p w14:paraId="24AAF136"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CF459BE" w14:textId="77777777" w:rsidR="006239DF" w:rsidRPr="00354901" w:rsidRDefault="006239DF" w:rsidP="00B931B4">
            <w:pPr>
              <w:jc w:val="both"/>
              <w:rPr>
                <w:b/>
                <w:bCs/>
              </w:rPr>
            </w:pPr>
            <w:r w:rsidRPr="00354901">
              <w:rPr>
                <w:b/>
                <w:bCs/>
              </w:rPr>
              <w:t>Title:</w:t>
            </w:r>
          </w:p>
        </w:tc>
        <w:tc>
          <w:tcPr>
            <w:tcW w:w="3620" w:type="dxa"/>
            <w:gridSpan w:val="3"/>
          </w:tcPr>
          <w:p w14:paraId="55239F8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D5CE32A" w14:textId="77777777" w:rsidTr="008735E1">
        <w:tc>
          <w:tcPr>
            <w:tcW w:w="1378" w:type="dxa"/>
            <w:gridSpan w:val="2"/>
          </w:tcPr>
          <w:p w14:paraId="401C9888" w14:textId="77777777" w:rsidR="006239DF" w:rsidRPr="00354901" w:rsidRDefault="006239DF" w:rsidP="00B931B4">
            <w:pPr>
              <w:jc w:val="both"/>
              <w:rPr>
                <w:b/>
                <w:bCs/>
              </w:rPr>
            </w:pPr>
            <w:r w:rsidRPr="00354901">
              <w:rPr>
                <w:b/>
                <w:bCs/>
              </w:rPr>
              <w:t>Address:</w:t>
            </w:r>
          </w:p>
        </w:tc>
        <w:tc>
          <w:tcPr>
            <w:tcW w:w="8198" w:type="dxa"/>
            <w:gridSpan w:val="9"/>
          </w:tcPr>
          <w:p w14:paraId="241464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A31AB13" w14:textId="77777777" w:rsidTr="008735E1">
        <w:tc>
          <w:tcPr>
            <w:tcW w:w="1025" w:type="dxa"/>
          </w:tcPr>
          <w:p w14:paraId="2F83A5FD" w14:textId="77777777" w:rsidR="006239DF" w:rsidRPr="00354901" w:rsidRDefault="006239DF" w:rsidP="00B931B4">
            <w:pPr>
              <w:jc w:val="both"/>
              <w:rPr>
                <w:b/>
                <w:bCs/>
              </w:rPr>
            </w:pPr>
            <w:r w:rsidRPr="00354901">
              <w:rPr>
                <w:b/>
                <w:bCs/>
              </w:rPr>
              <w:t>City:</w:t>
            </w:r>
          </w:p>
        </w:tc>
        <w:tc>
          <w:tcPr>
            <w:tcW w:w="2476" w:type="dxa"/>
            <w:gridSpan w:val="4"/>
          </w:tcPr>
          <w:p w14:paraId="6883ABAE"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5E2B13" w14:textId="77777777" w:rsidR="006239DF" w:rsidRPr="00354901" w:rsidRDefault="006239DF" w:rsidP="00B931B4">
            <w:pPr>
              <w:jc w:val="both"/>
              <w:rPr>
                <w:b/>
                <w:bCs/>
              </w:rPr>
            </w:pPr>
            <w:r w:rsidRPr="00354901">
              <w:rPr>
                <w:b/>
                <w:bCs/>
              </w:rPr>
              <w:t>State:</w:t>
            </w:r>
          </w:p>
        </w:tc>
        <w:tc>
          <w:tcPr>
            <w:tcW w:w="2106" w:type="dxa"/>
            <w:gridSpan w:val="3"/>
          </w:tcPr>
          <w:p w14:paraId="1DA72A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bookmarkStart w:id="2"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2"/>
          </w:p>
        </w:tc>
        <w:tc>
          <w:tcPr>
            <w:tcW w:w="800" w:type="dxa"/>
          </w:tcPr>
          <w:p w14:paraId="3123DAD1" w14:textId="77777777" w:rsidR="006239DF" w:rsidRPr="00354901" w:rsidRDefault="006239DF" w:rsidP="00B931B4">
            <w:pPr>
              <w:jc w:val="both"/>
              <w:rPr>
                <w:b/>
                <w:bCs/>
              </w:rPr>
            </w:pPr>
            <w:r w:rsidRPr="00354901">
              <w:rPr>
                <w:b/>
                <w:bCs/>
              </w:rPr>
              <w:t>Zip:</w:t>
            </w:r>
          </w:p>
        </w:tc>
        <w:tc>
          <w:tcPr>
            <w:tcW w:w="2291" w:type="dxa"/>
          </w:tcPr>
          <w:p w14:paraId="478E53C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bookmarkStart w:id="3"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3"/>
          </w:p>
        </w:tc>
      </w:tr>
      <w:tr w:rsidR="006239DF" w:rsidRPr="00354901" w14:paraId="49F59BD8" w14:textId="77777777" w:rsidTr="008735E1">
        <w:tc>
          <w:tcPr>
            <w:tcW w:w="1378" w:type="dxa"/>
            <w:gridSpan w:val="2"/>
          </w:tcPr>
          <w:p w14:paraId="1E7CDC4F" w14:textId="77777777" w:rsidR="006239DF" w:rsidRPr="00354901" w:rsidRDefault="006239DF" w:rsidP="00B931B4">
            <w:pPr>
              <w:jc w:val="both"/>
              <w:rPr>
                <w:b/>
                <w:bCs/>
              </w:rPr>
            </w:pPr>
            <w:r w:rsidRPr="00354901">
              <w:rPr>
                <w:b/>
                <w:bCs/>
              </w:rPr>
              <w:t>Telephone:</w:t>
            </w:r>
          </w:p>
        </w:tc>
        <w:tc>
          <w:tcPr>
            <w:tcW w:w="3001" w:type="dxa"/>
            <w:gridSpan w:val="4"/>
          </w:tcPr>
          <w:p w14:paraId="371C857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C38D3A3" w14:textId="77777777" w:rsidR="006239DF" w:rsidRPr="00354901" w:rsidRDefault="006239DF" w:rsidP="00B931B4">
            <w:pPr>
              <w:jc w:val="both"/>
              <w:rPr>
                <w:b/>
                <w:bCs/>
              </w:rPr>
            </w:pPr>
            <w:r w:rsidRPr="00354901">
              <w:rPr>
                <w:b/>
                <w:bCs/>
              </w:rPr>
              <w:t>Fax:</w:t>
            </w:r>
          </w:p>
        </w:tc>
        <w:tc>
          <w:tcPr>
            <w:tcW w:w="4487" w:type="dxa"/>
            <w:gridSpan w:val="4"/>
          </w:tcPr>
          <w:p w14:paraId="0B1BF0E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89424E" w14:textId="77777777" w:rsidTr="008735E1">
        <w:tc>
          <w:tcPr>
            <w:tcW w:w="1811" w:type="dxa"/>
            <w:gridSpan w:val="4"/>
          </w:tcPr>
          <w:p w14:paraId="6E6883B5" w14:textId="77777777" w:rsidR="006239DF" w:rsidRPr="00354901" w:rsidRDefault="006239DF" w:rsidP="00B931B4">
            <w:pPr>
              <w:jc w:val="both"/>
              <w:rPr>
                <w:b/>
                <w:bCs/>
              </w:rPr>
            </w:pPr>
            <w:r w:rsidRPr="00354901">
              <w:rPr>
                <w:b/>
                <w:bCs/>
              </w:rPr>
              <w:t>Email Address:</w:t>
            </w:r>
          </w:p>
        </w:tc>
        <w:tc>
          <w:tcPr>
            <w:tcW w:w="7765" w:type="dxa"/>
            <w:gridSpan w:val="7"/>
          </w:tcPr>
          <w:p w14:paraId="3A91B9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BEA9C49" w14:textId="77777777" w:rsidR="00D22DFF" w:rsidRDefault="00D22DFF" w:rsidP="008735E1">
      <w:pPr>
        <w:spacing w:before="240" w:after="240"/>
        <w:jc w:val="both"/>
        <w:rPr>
          <w:b/>
          <w:bCs/>
        </w:rPr>
      </w:pPr>
    </w:p>
    <w:p w14:paraId="43C14E27" w14:textId="4CADA047" w:rsidR="006239DF" w:rsidRPr="00354901" w:rsidRDefault="006239DF" w:rsidP="008735E1">
      <w:pPr>
        <w:spacing w:before="240" w:after="240"/>
        <w:jc w:val="both"/>
        <w:rPr>
          <w:b/>
          <w:bCs/>
        </w:rPr>
      </w:pPr>
      <w:r w:rsidRPr="00354901">
        <w:rPr>
          <w:b/>
          <w:bCs/>
        </w:rPr>
        <w:lastRenderedPageBreak/>
        <w:t>3. Type of Legal Structure.</w:t>
      </w:r>
      <w:r w:rsidR="00946A8D">
        <w:t xml:space="preserve">  </w:t>
      </w:r>
      <w:r w:rsidRPr="00354901">
        <w:t>(Please indicate only one.)</w:t>
      </w:r>
    </w:p>
    <w:p w14:paraId="69E00143" w14:textId="77777777" w:rsidR="006239DF" w:rsidRPr="00354901" w:rsidRDefault="006239DF" w:rsidP="006239DF">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A25BEF">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A25BEF">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A25BEF">
        <w:fldChar w:fldCharType="separate"/>
      </w:r>
      <w:r w:rsidRPr="00354901">
        <w:fldChar w:fldCharType="end"/>
      </w:r>
      <w:r w:rsidRPr="00354901">
        <w:t xml:space="preserve"> Municipally Owned Utility</w:t>
      </w:r>
    </w:p>
    <w:p w14:paraId="519D5209" w14:textId="77777777" w:rsidR="006239DF" w:rsidRPr="00354901" w:rsidRDefault="006239DF" w:rsidP="006239DF">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A25BEF">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A25BEF">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A25BEF">
        <w:fldChar w:fldCharType="separate"/>
      </w:r>
      <w:r w:rsidRPr="00354901">
        <w:fldChar w:fldCharType="end"/>
      </w:r>
      <w:r w:rsidRPr="00354901">
        <w:t xml:space="preserve"> Corporation </w:t>
      </w:r>
    </w:p>
    <w:p w14:paraId="1B611649" w14:textId="77777777" w:rsidR="006239DF" w:rsidRPr="00354901" w:rsidRDefault="006239DF" w:rsidP="006239DF">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A25BEF">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76A0C163" w14:textId="77777777" w:rsidR="006239DF" w:rsidRPr="00354901" w:rsidRDefault="006239DF" w:rsidP="008735E1">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027EF20" w14:textId="05477395" w:rsidR="006239DF" w:rsidRPr="00354901" w:rsidRDefault="006239DF" w:rsidP="008735E1">
      <w:pPr>
        <w:spacing w:after="240"/>
        <w:jc w:val="both"/>
      </w:pPr>
      <w:r w:rsidRPr="00354901">
        <w:rPr>
          <w:b/>
          <w:bCs/>
        </w:rPr>
        <w:t>4. User Security Administrator (USA).</w:t>
      </w:r>
      <w:r w:rsidR="00946A8D">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34623D" w14:textId="77777777" w:rsidTr="008735E1">
        <w:tc>
          <w:tcPr>
            <w:tcW w:w="1528" w:type="dxa"/>
            <w:gridSpan w:val="3"/>
          </w:tcPr>
          <w:p w14:paraId="670D5159" w14:textId="77777777" w:rsidR="006239DF" w:rsidRPr="00354901" w:rsidRDefault="006239DF" w:rsidP="00B931B4">
            <w:pPr>
              <w:jc w:val="both"/>
              <w:rPr>
                <w:b/>
                <w:bCs/>
              </w:rPr>
            </w:pPr>
            <w:r w:rsidRPr="00354901">
              <w:rPr>
                <w:b/>
                <w:bCs/>
              </w:rPr>
              <w:t>Name:</w:t>
            </w:r>
          </w:p>
        </w:tc>
        <w:tc>
          <w:tcPr>
            <w:tcW w:w="3561" w:type="dxa"/>
            <w:gridSpan w:val="4"/>
          </w:tcPr>
          <w:p w14:paraId="04F6C26A"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98D1263" w14:textId="77777777" w:rsidR="006239DF" w:rsidRPr="00354901" w:rsidRDefault="006239DF" w:rsidP="00B931B4">
            <w:pPr>
              <w:jc w:val="both"/>
              <w:rPr>
                <w:b/>
                <w:bCs/>
              </w:rPr>
            </w:pPr>
            <w:r w:rsidRPr="00354901">
              <w:rPr>
                <w:b/>
                <w:bCs/>
              </w:rPr>
              <w:t>Title:</w:t>
            </w:r>
          </w:p>
        </w:tc>
        <w:tc>
          <w:tcPr>
            <w:tcW w:w="3620" w:type="dxa"/>
            <w:gridSpan w:val="3"/>
          </w:tcPr>
          <w:p w14:paraId="040704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2C12E4F" w14:textId="77777777" w:rsidTr="008735E1">
        <w:tc>
          <w:tcPr>
            <w:tcW w:w="1378" w:type="dxa"/>
            <w:gridSpan w:val="2"/>
          </w:tcPr>
          <w:p w14:paraId="20A97203" w14:textId="77777777" w:rsidR="006239DF" w:rsidRPr="00354901" w:rsidRDefault="006239DF" w:rsidP="00B931B4">
            <w:pPr>
              <w:jc w:val="both"/>
              <w:rPr>
                <w:b/>
                <w:bCs/>
              </w:rPr>
            </w:pPr>
            <w:r w:rsidRPr="00354901">
              <w:rPr>
                <w:b/>
                <w:bCs/>
              </w:rPr>
              <w:t>Address:</w:t>
            </w:r>
          </w:p>
        </w:tc>
        <w:tc>
          <w:tcPr>
            <w:tcW w:w="8198" w:type="dxa"/>
            <w:gridSpan w:val="9"/>
          </w:tcPr>
          <w:p w14:paraId="1F87AB3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6DF97A4" w14:textId="77777777" w:rsidTr="008735E1">
        <w:tc>
          <w:tcPr>
            <w:tcW w:w="1025" w:type="dxa"/>
          </w:tcPr>
          <w:p w14:paraId="381A5CCC" w14:textId="77777777" w:rsidR="006239DF" w:rsidRPr="00354901" w:rsidRDefault="006239DF" w:rsidP="00B931B4">
            <w:pPr>
              <w:jc w:val="both"/>
              <w:rPr>
                <w:b/>
                <w:bCs/>
              </w:rPr>
            </w:pPr>
            <w:r w:rsidRPr="00354901">
              <w:rPr>
                <w:b/>
                <w:bCs/>
              </w:rPr>
              <w:t>City:</w:t>
            </w:r>
          </w:p>
        </w:tc>
        <w:tc>
          <w:tcPr>
            <w:tcW w:w="2476" w:type="dxa"/>
            <w:gridSpan w:val="4"/>
          </w:tcPr>
          <w:p w14:paraId="6666DE9D"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3772B71" w14:textId="77777777" w:rsidR="006239DF" w:rsidRPr="00354901" w:rsidRDefault="006239DF" w:rsidP="00B931B4">
            <w:pPr>
              <w:jc w:val="both"/>
              <w:rPr>
                <w:b/>
                <w:bCs/>
              </w:rPr>
            </w:pPr>
            <w:r w:rsidRPr="00354901">
              <w:rPr>
                <w:b/>
                <w:bCs/>
              </w:rPr>
              <w:t>State:</w:t>
            </w:r>
          </w:p>
        </w:tc>
        <w:tc>
          <w:tcPr>
            <w:tcW w:w="2106" w:type="dxa"/>
            <w:gridSpan w:val="3"/>
          </w:tcPr>
          <w:p w14:paraId="5DCA51EF"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5B62D65" w14:textId="77777777" w:rsidR="006239DF" w:rsidRPr="00354901" w:rsidRDefault="006239DF" w:rsidP="00B931B4">
            <w:pPr>
              <w:jc w:val="both"/>
              <w:rPr>
                <w:b/>
                <w:bCs/>
              </w:rPr>
            </w:pPr>
            <w:r w:rsidRPr="00354901">
              <w:rPr>
                <w:b/>
                <w:bCs/>
              </w:rPr>
              <w:t>Zip:</w:t>
            </w:r>
          </w:p>
        </w:tc>
        <w:tc>
          <w:tcPr>
            <w:tcW w:w="2291" w:type="dxa"/>
          </w:tcPr>
          <w:p w14:paraId="28F840E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09EF780E" w14:textId="77777777" w:rsidTr="008735E1">
        <w:tc>
          <w:tcPr>
            <w:tcW w:w="1378" w:type="dxa"/>
            <w:gridSpan w:val="2"/>
          </w:tcPr>
          <w:p w14:paraId="5AC95CB9" w14:textId="77777777" w:rsidR="006239DF" w:rsidRPr="00354901" w:rsidRDefault="006239DF" w:rsidP="00B931B4">
            <w:pPr>
              <w:jc w:val="both"/>
              <w:rPr>
                <w:b/>
                <w:bCs/>
              </w:rPr>
            </w:pPr>
            <w:r w:rsidRPr="00354901">
              <w:rPr>
                <w:b/>
                <w:bCs/>
              </w:rPr>
              <w:t>Telephone:</w:t>
            </w:r>
          </w:p>
        </w:tc>
        <w:tc>
          <w:tcPr>
            <w:tcW w:w="3001" w:type="dxa"/>
            <w:gridSpan w:val="4"/>
          </w:tcPr>
          <w:p w14:paraId="79F6FF7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3B48042" w14:textId="77777777" w:rsidR="006239DF" w:rsidRPr="00354901" w:rsidRDefault="006239DF" w:rsidP="00B931B4">
            <w:pPr>
              <w:jc w:val="both"/>
              <w:rPr>
                <w:b/>
                <w:bCs/>
              </w:rPr>
            </w:pPr>
            <w:r w:rsidRPr="00354901">
              <w:rPr>
                <w:b/>
                <w:bCs/>
              </w:rPr>
              <w:t>Fax:</w:t>
            </w:r>
          </w:p>
        </w:tc>
        <w:tc>
          <w:tcPr>
            <w:tcW w:w="4487" w:type="dxa"/>
            <w:gridSpan w:val="4"/>
          </w:tcPr>
          <w:p w14:paraId="0EA924A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7E43158" w14:textId="77777777" w:rsidTr="008735E1">
        <w:tc>
          <w:tcPr>
            <w:tcW w:w="1811" w:type="dxa"/>
            <w:gridSpan w:val="4"/>
          </w:tcPr>
          <w:p w14:paraId="42DD67B5" w14:textId="77777777" w:rsidR="006239DF" w:rsidRPr="00354901" w:rsidRDefault="006239DF" w:rsidP="00B931B4">
            <w:pPr>
              <w:jc w:val="both"/>
              <w:rPr>
                <w:b/>
                <w:bCs/>
              </w:rPr>
            </w:pPr>
            <w:r w:rsidRPr="00354901">
              <w:rPr>
                <w:b/>
                <w:bCs/>
              </w:rPr>
              <w:t>Email Address:</w:t>
            </w:r>
          </w:p>
        </w:tc>
        <w:tc>
          <w:tcPr>
            <w:tcW w:w="7765" w:type="dxa"/>
            <w:gridSpan w:val="7"/>
          </w:tcPr>
          <w:p w14:paraId="42E0748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845DAEE" w14:textId="4DB616EA" w:rsidR="006239DF" w:rsidRPr="00354901" w:rsidRDefault="006239DF" w:rsidP="008735E1">
      <w:pPr>
        <w:spacing w:before="240" w:after="240"/>
        <w:jc w:val="both"/>
      </w:pPr>
      <w:r w:rsidRPr="00354901">
        <w:rPr>
          <w:b/>
          <w:bCs/>
        </w:rPr>
        <w:t>5. Backup USA.</w:t>
      </w:r>
      <w:r w:rsidR="00946A8D">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D6E367F" w14:textId="77777777" w:rsidTr="003D357B">
        <w:tc>
          <w:tcPr>
            <w:tcW w:w="1523" w:type="dxa"/>
            <w:gridSpan w:val="3"/>
          </w:tcPr>
          <w:p w14:paraId="3AECADC2" w14:textId="77777777" w:rsidR="006239DF" w:rsidRPr="00354901" w:rsidRDefault="006239DF" w:rsidP="00B931B4">
            <w:pPr>
              <w:jc w:val="both"/>
              <w:rPr>
                <w:b/>
                <w:bCs/>
              </w:rPr>
            </w:pPr>
            <w:r w:rsidRPr="00354901">
              <w:rPr>
                <w:b/>
                <w:bCs/>
              </w:rPr>
              <w:t>Name:</w:t>
            </w:r>
          </w:p>
        </w:tc>
        <w:tc>
          <w:tcPr>
            <w:tcW w:w="3468" w:type="dxa"/>
            <w:gridSpan w:val="4"/>
          </w:tcPr>
          <w:p w14:paraId="24D2C864"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55E60CC" w14:textId="77777777" w:rsidR="006239DF" w:rsidRPr="00354901" w:rsidRDefault="006239DF" w:rsidP="00B931B4">
            <w:pPr>
              <w:jc w:val="both"/>
              <w:rPr>
                <w:b/>
                <w:bCs/>
              </w:rPr>
            </w:pPr>
            <w:r w:rsidRPr="00354901">
              <w:rPr>
                <w:b/>
                <w:bCs/>
              </w:rPr>
              <w:t>Title:</w:t>
            </w:r>
          </w:p>
        </w:tc>
        <w:tc>
          <w:tcPr>
            <w:tcW w:w="3497" w:type="dxa"/>
            <w:gridSpan w:val="3"/>
          </w:tcPr>
          <w:p w14:paraId="50B43BF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A21E390" w14:textId="77777777" w:rsidTr="003D357B">
        <w:tc>
          <w:tcPr>
            <w:tcW w:w="1376" w:type="dxa"/>
            <w:gridSpan w:val="2"/>
          </w:tcPr>
          <w:p w14:paraId="782D7AF4" w14:textId="77777777" w:rsidR="006239DF" w:rsidRPr="00354901" w:rsidRDefault="006239DF" w:rsidP="00B931B4">
            <w:pPr>
              <w:jc w:val="both"/>
              <w:rPr>
                <w:b/>
                <w:bCs/>
              </w:rPr>
            </w:pPr>
            <w:r w:rsidRPr="00354901">
              <w:rPr>
                <w:b/>
                <w:bCs/>
              </w:rPr>
              <w:t>Address:</w:t>
            </w:r>
          </w:p>
        </w:tc>
        <w:tc>
          <w:tcPr>
            <w:tcW w:w="7974" w:type="dxa"/>
            <w:gridSpan w:val="9"/>
          </w:tcPr>
          <w:p w14:paraId="03D2D42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E196AD0" w14:textId="77777777" w:rsidTr="003D357B">
        <w:tc>
          <w:tcPr>
            <w:tcW w:w="1025" w:type="dxa"/>
          </w:tcPr>
          <w:p w14:paraId="1123EDC5" w14:textId="77777777" w:rsidR="006239DF" w:rsidRPr="00354901" w:rsidRDefault="006239DF" w:rsidP="00B931B4">
            <w:pPr>
              <w:jc w:val="both"/>
              <w:rPr>
                <w:b/>
                <w:bCs/>
              </w:rPr>
            </w:pPr>
            <w:r w:rsidRPr="00354901">
              <w:rPr>
                <w:b/>
                <w:bCs/>
              </w:rPr>
              <w:t>City:</w:t>
            </w:r>
          </w:p>
        </w:tc>
        <w:tc>
          <w:tcPr>
            <w:tcW w:w="2384" w:type="dxa"/>
            <w:gridSpan w:val="4"/>
          </w:tcPr>
          <w:p w14:paraId="2A656BF8"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0FEBD4ED" w14:textId="77777777" w:rsidR="006239DF" w:rsidRPr="00354901" w:rsidRDefault="006239DF" w:rsidP="00B931B4">
            <w:pPr>
              <w:jc w:val="both"/>
              <w:rPr>
                <w:b/>
                <w:bCs/>
              </w:rPr>
            </w:pPr>
            <w:r w:rsidRPr="00354901">
              <w:rPr>
                <w:b/>
                <w:bCs/>
              </w:rPr>
              <w:t>State:</w:t>
            </w:r>
          </w:p>
        </w:tc>
        <w:tc>
          <w:tcPr>
            <w:tcW w:w="2069" w:type="dxa"/>
            <w:gridSpan w:val="3"/>
          </w:tcPr>
          <w:p w14:paraId="655434AE"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6A75D3F8" w14:textId="77777777" w:rsidR="006239DF" w:rsidRPr="00354901" w:rsidRDefault="006239DF" w:rsidP="00B931B4">
            <w:pPr>
              <w:jc w:val="both"/>
              <w:rPr>
                <w:b/>
                <w:bCs/>
              </w:rPr>
            </w:pPr>
            <w:r w:rsidRPr="00354901">
              <w:rPr>
                <w:b/>
                <w:bCs/>
              </w:rPr>
              <w:t>Zip:</w:t>
            </w:r>
          </w:p>
        </w:tc>
        <w:tc>
          <w:tcPr>
            <w:tcW w:w="2206" w:type="dxa"/>
          </w:tcPr>
          <w:p w14:paraId="4551CC5A"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F4CFEAC" w14:textId="77777777" w:rsidTr="003D357B">
        <w:tc>
          <w:tcPr>
            <w:tcW w:w="1376" w:type="dxa"/>
            <w:gridSpan w:val="2"/>
          </w:tcPr>
          <w:p w14:paraId="6023B0C3" w14:textId="77777777" w:rsidR="006239DF" w:rsidRPr="00354901" w:rsidRDefault="006239DF" w:rsidP="00B931B4">
            <w:pPr>
              <w:jc w:val="both"/>
              <w:rPr>
                <w:b/>
                <w:bCs/>
              </w:rPr>
            </w:pPr>
            <w:r w:rsidRPr="00354901">
              <w:rPr>
                <w:b/>
                <w:bCs/>
              </w:rPr>
              <w:t>Telephone:</w:t>
            </w:r>
          </w:p>
        </w:tc>
        <w:tc>
          <w:tcPr>
            <w:tcW w:w="2907" w:type="dxa"/>
            <w:gridSpan w:val="4"/>
          </w:tcPr>
          <w:p w14:paraId="544104C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5D611B43" w14:textId="77777777" w:rsidR="006239DF" w:rsidRPr="00354901" w:rsidRDefault="006239DF" w:rsidP="00B931B4">
            <w:pPr>
              <w:jc w:val="both"/>
              <w:rPr>
                <w:b/>
                <w:bCs/>
              </w:rPr>
            </w:pPr>
            <w:r w:rsidRPr="00354901">
              <w:rPr>
                <w:b/>
                <w:bCs/>
              </w:rPr>
              <w:t>Fax:</w:t>
            </w:r>
          </w:p>
        </w:tc>
        <w:tc>
          <w:tcPr>
            <w:tcW w:w="4359" w:type="dxa"/>
            <w:gridSpan w:val="4"/>
          </w:tcPr>
          <w:p w14:paraId="715FB2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B078F6F" w14:textId="77777777" w:rsidTr="003D357B">
        <w:tc>
          <w:tcPr>
            <w:tcW w:w="1796" w:type="dxa"/>
            <w:gridSpan w:val="4"/>
          </w:tcPr>
          <w:p w14:paraId="47D30F16" w14:textId="77777777" w:rsidR="006239DF" w:rsidRPr="00354901" w:rsidRDefault="006239DF" w:rsidP="00B931B4">
            <w:pPr>
              <w:jc w:val="both"/>
              <w:rPr>
                <w:b/>
                <w:bCs/>
              </w:rPr>
            </w:pPr>
            <w:r w:rsidRPr="00354901">
              <w:rPr>
                <w:b/>
                <w:bCs/>
              </w:rPr>
              <w:t>Email Address:</w:t>
            </w:r>
          </w:p>
        </w:tc>
        <w:tc>
          <w:tcPr>
            <w:tcW w:w="7554" w:type="dxa"/>
            <w:gridSpan w:val="7"/>
          </w:tcPr>
          <w:p w14:paraId="06F6898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C166B6B" w14:textId="103C5180" w:rsidR="003D357B" w:rsidRPr="00BA4C1D" w:rsidRDefault="003D357B" w:rsidP="003D357B">
      <w:pPr>
        <w:spacing w:before="240" w:after="240"/>
        <w:jc w:val="both"/>
      </w:pPr>
      <w:r w:rsidRPr="00354901">
        <w:rPr>
          <w:b/>
        </w:rPr>
        <w:t xml:space="preserve">6. </w:t>
      </w:r>
      <w:r>
        <w:rPr>
          <w:b/>
          <w:bCs/>
        </w:rPr>
        <w:t>Cybersecurity</w:t>
      </w:r>
      <w:r w:rsidRPr="00946A8D">
        <w:rPr>
          <w:bCs/>
        </w:rPr>
        <w:t>.</w:t>
      </w:r>
      <w:r w:rsidR="00946A8D">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D357B" w:rsidRPr="00BA4C1D" w14:paraId="2A9D0F75" w14:textId="77777777" w:rsidTr="004113E9">
        <w:tc>
          <w:tcPr>
            <w:tcW w:w="1528" w:type="dxa"/>
            <w:gridSpan w:val="3"/>
          </w:tcPr>
          <w:p w14:paraId="7323B665" w14:textId="77777777" w:rsidR="003D357B" w:rsidRPr="00BA4C1D" w:rsidRDefault="003D357B" w:rsidP="004113E9">
            <w:pPr>
              <w:jc w:val="both"/>
              <w:rPr>
                <w:b/>
                <w:bCs/>
              </w:rPr>
            </w:pPr>
            <w:r w:rsidRPr="00BA4C1D">
              <w:rPr>
                <w:b/>
                <w:bCs/>
              </w:rPr>
              <w:t>Name:</w:t>
            </w:r>
          </w:p>
        </w:tc>
        <w:tc>
          <w:tcPr>
            <w:tcW w:w="3561" w:type="dxa"/>
            <w:gridSpan w:val="4"/>
          </w:tcPr>
          <w:p w14:paraId="3C192851" w14:textId="77777777" w:rsidR="003D357B" w:rsidRPr="00BA4C1D" w:rsidRDefault="003D357B" w:rsidP="004113E9">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2C8D5C" w14:textId="77777777" w:rsidR="003D357B" w:rsidRPr="00BA4C1D" w:rsidRDefault="003D357B" w:rsidP="004113E9">
            <w:pPr>
              <w:jc w:val="both"/>
              <w:rPr>
                <w:b/>
                <w:bCs/>
              </w:rPr>
            </w:pPr>
            <w:r w:rsidRPr="00BA4C1D">
              <w:rPr>
                <w:b/>
                <w:bCs/>
              </w:rPr>
              <w:t>Title:</w:t>
            </w:r>
          </w:p>
        </w:tc>
        <w:tc>
          <w:tcPr>
            <w:tcW w:w="3620" w:type="dxa"/>
            <w:gridSpan w:val="3"/>
          </w:tcPr>
          <w:p w14:paraId="4437C568"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57CD7EDA" w14:textId="77777777" w:rsidTr="004113E9">
        <w:tc>
          <w:tcPr>
            <w:tcW w:w="1378" w:type="dxa"/>
            <w:gridSpan w:val="2"/>
          </w:tcPr>
          <w:p w14:paraId="6666CBD3" w14:textId="77777777" w:rsidR="003D357B" w:rsidRPr="00BA4C1D" w:rsidRDefault="003D357B" w:rsidP="004113E9">
            <w:pPr>
              <w:jc w:val="both"/>
              <w:rPr>
                <w:b/>
                <w:bCs/>
              </w:rPr>
            </w:pPr>
            <w:r w:rsidRPr="00BA4C1D">
              <w:rPr>
                <w:b/>
                <w:bCs/>
              </w:rPr>
              <w:t>Address:</w:t>
            </w:r>
          </w:p>
        </w:tc>
        <w:tc>
          <w:tcPr>
            <w:tcW w:w="8198" w:type="dxa"/>
            <w:gridSpan w:val="9"/>
          </w:tcPr>
          <w:p w14:paraId="10A6531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305A3F4B" w14:textId="77777777" w:rsidTr="004113E9">
        <w:tc>
          <w:tcPr>
            <w:tcW w:w="1025" w:type="dxa"/>
          </w:tcPr>
          <w:p w14:paraId="01885C92" w14:textId="77777777" w:rsidR="003D357B" w:rsidRPr="00BA4C1D" w:rsidRDefault="003D357B" w:rsidP="004113E9">
            <w:pPr>
              <w:jc w:val="both"/>
              <w:rPr>
                <w:b/>
                <w:bCs/>
              </w:rPr>
            </w:pPr>
            <w:r w:rsidRPr="00BA4C1D">
              <w:rPr>
                <w:b/>
                <w:bCs/>
              </w:rPr>
              <w:t>City:</w:t>
            </w:r>
          </w:p>
        </w:tc>
        <w:tc>
          <w:tcPr>
            <w:tcW w:w="2476" w:type="dxa"/>
            <w:gridSpan w:val="4"/>
          </w:tcPr>
          <w:p w14:paraId="67540BAD" w14:textId="77777777" w:rsidR="003D357B" w:rsidRPr="00BA4C1D" w:rsidRDefault="003D357B" w:rsidP="004113E9">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E50E65C" w14:textId="77777777" w:rsidR="003D357B" w:rsidRPr="00BA4C1D" w:rsidRDefault="003D357B" w:rsidP="004113E9">
            <w:pPr>
              <w:jc w:val="both"/>
              <w:rPr>
                <w:b/>
                <w:bCs/>
              </w:rPr>
            </w:pPr>
            <w:r w:rsidRPr="00BA4C1D">
              <w:rPr>
                <w:b/>
                <w:bCs/>
              </w:rPr>
              <w:t>State:</w:t>
            </w:r>
          </w:p>
        </w:tc>
        <w:tc>
          <w:tcPr>
            <w:tcW w:w="2106" w:type="dxa"/>
            <w:gridSpan w:val="3"/>
          </w:tcPr>
          <w:p w14:paraId="20A215B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526D89C" w14:textId="77777777" w:rsidR="003D357B" w:rsidRPr="00BA4C1D" w:rsidRDefault="003D357B" w:rsidP="004113E9">
            <w:pPr>
              <w:jc w:val="both"/>
              <w:rPr>
                <w:b/>
                <w:bCs/>
              </w:rPr>
            </w:pPr>
            <w:r w:rsidRPr="00BA4C1D">
              <w:rPr>
                <w:b/>
                <w:bCs/>
              </w:rPr>
              <w:t>Zip:</w:t>
            </w:r>
          </w:p>
        </w:tc>
        <w:tc>
          <w:tcPr>
            <w:tcW w:w="2291" w:type="dxa"/>
          </w:tcPr>
          <w:p w14:paraId="3E5079B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055CF1F7" w14:textId="77777777" w:rsidTr="004113E9">
        <w:tc>
          <w:tcPr>
            <w:tcW w:w="1378" w:type="dxa"/>
            <w:gridSpan w:val="2"/>
          </w:tcPr>
          <w:p w14:paraId="113AE39C" w14:textId="77777777" w:rsidR="003D357B" w:rsidRPr="00BA4C1D" w:rsidRDefault="003D357B" w:rsidP="004113E9">
            <w:pPr>
              <w:jc w:val="both"/>
              <w:rPr>
                <w:b/>
                <w:bCs/>
              </w:rPr>
            </w:pPr>
            <w:r w:rsidRPr="00BA4C1D">
              <w:rPr>
                <w:b/>
                <w:bCs/>
              </w:rPr>
              <w:t>Telephone:</w:t>
            </w:r>
          </w:p>
        </w:tc>
        <w:tc>
          <w:tcPr>
            <w:tcW w:w="3001" w:type="dxa"/>
            <w:gridSpan w:val="4"/>
          </w:tcPr>
          <w:p w14:paraId="1B3A967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31AB0EF3" w14:textId="77777777" w:rsidR="003D357B" w:rsidRPr="00BA4C1D" w:rsidRDefault="003D357B" w:rsidP="004113E9">
            <w:pPr>
              <w:jc w:val="both"/>
              <w:rPr>
                <w:b/>
                <w:bCs/>
              </w:rPr>
            </w:pPr>
            <w:r w:rsidRPr="00BA4C1D">
              <w:rPr>
                <w:b/>
                <w:bCs/>
              </w:rPr>
              <w:t>Fax:</w:t>
            </w:r>
          </w:p>
        </w:tc>
        <w:tc>
          <w:tcPr>
            <w:tcW w:w="4487" w:type="dxa"/>
            <w:gridSpan w:val="4"/>
          </w:tcPr>
          <w:p w14:paraId="0A695134"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1194D648" w14:textId="77777777" w:rsidTr="004113E9">
        <w:tc>
          <w:tcPr>
            <w:tcW w:w="1811" w:type="dxa"/>
            <w:gridSpan w:val="4"/>
          </w:tcPr>
          <w:p w14:paraId="59BB3B70" w14:textId="77777777" w:rsidR="003D357B" w:rsidRPr="00BA4C1D" w:rsidRDefault="003D357B" w:rsidP="004113E9">
            <w:pPr>
              <w:jc w:val="both"/>
              <w:rPr>
                <w:b/>
                <w:bCs/>
              </w:rPr>
            </w:pPr>
            <w:r w:rsidRPr="00BA4C1D">
              <w:rPr>
                <w:b/>
                <w:bCs/>
              </w:rPr>
              <w:t>Email Address:</w:t>
            </w:r>
          </w:p>
        </w:tc>
        <w:tc>
          <w:tcPr>
            <w:tcW w:w="7765" w:type="dxa"/>
            <w:gridSpan w:val="7"/>
          </w:tcPr>
          <w:p w14:paraId="7EE4260E"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5ED50EA" w14:textId="3F5FA2FB" w:rsidR="006239DF" w:rsidRPr="00354901" w:rsidRDefault="003D357B" w:rsidP="008735E1">
      <w:pPr>
        <w:spacing w:before="240" w:after="240"/>
        <w:jc w:val="both"/>
      </w:pPr>
      <w:r>
        <w:rPr>
          <w:b/>
        </w:rPr>
        <w:t>7</w:t>
      </w:r>
      <w:r w:rsidR="006239DF" w:rsidRPr="00354901">
        <w:rPr>
          <w:b/>
        </w:rPr>
        <w:t>. 24x7 Control or Operations Center.</w:t>
      </w:r>
      <w:r w:rsidR="00946A8D">
        <w:t xml:space="preserve">  </w:t>
      </w:r>
      <w:r w:rsidR="006239DF" w:rsidRPr="00354901">
        <w:t xml:space="preserve">As defined in </w:t>
      </w:r>
      <w:r w:rsidR="006239DF">
        <w:t xml:space="preserve">item (1)(k) of Section </w:t>
      </w:r>
      <w:r w:rsidR="006239DF" w:rsidRPr="00354901">
        <w:t>16.2.1,</w:t>
      </w:r>
      <w:r w:rsidR="006239DF">
        <w:t xml:space="preserve"> Criteria for Qualification as a Qualified Scheduling Entity,</w:t>
      </w:r>
      <w:r w:rsidR="006239DF" w:rsidRPr="00354901">
        <w:t xml:space="preserve"> the 24x7</w:t>
      </w:r>
      <w:r w:rsidR="006239DF" w:rsidRPr="00354901">
        <w:rPr>
          <w:b/>
        </w:rPr>
        <w:t xml:space="preserve"> </w:t>
      </w:r>
      <w:r w:rsidR="006239DF">
        <w:t>c</w:t>
      </w:r>
      <w:r w:rsidR="006239DF" w:rsidRPr="00354901">
        <w:t xml:space="preserve">ontrol or </w:t>
      </w:r>
      <w:r w:rsidR="006239DF">
        <w:t>o</w:t>
      </w:r>
      <w:r w:rsidR="006239DF" w:rsidRPr="00354901">
        <w:t xml:space="preserve">perations </w:t>
      </w:r>
      <w:r w:rsidR="006239DF">
        <w:t>c</w:t>
      </w:r>
      <w:r w:rsidR="006239DF"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6239DF" w:rsidRPr="00354901" w14:paraId="0194EF5B" w14:textId="77777777" w:rsidTr="008735E1">
        <w:tc>
          <w:tcPr>
            <w:tcW w:w="1533" w:type="dxa"/>
            <w:gridSpan w:val="3"/>
          </w:tcPr>
          <w:p w14:paraId="4C45E2CB" w14:textId="77777777" w:rsidR="006239DF" w:rsidRPr="00354901" w:rsidRDefault="006239DF" w:rsidP="00B931B4">
            <w:pPr>
              <w:jc w:val="both"/>
              <w:rPr>
                <w:b/>
                <w:bCs/>
              </w:rPr>
            </w:pPr>
            <w:r w:rsidRPr="00354901">
              <w:rPr>
                <w:b/>
                <w:bCs/>
              </w:rPr>
              <w:t>Desk Name:</w:t>
            </w:r>
          </w:p>
        </w:tc>
        <w:tc>
          <w:tcPr>
            <w:tcW w:w="8043" w:type="dxa"/>
            <w:gridSpan w:val="7"/>
          </w:tcPr>
          <w:p w14:paraId="301A720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EA0B266" w14:textId="77777777" w:rsidTr="008735E1">
        <w:tc>
          <w:tcPr>
            <w:tcW w:w="1381" w:type="dxa"/>
            <w:gridSpan w:val="2"/>
          </w:tcPr>
          <w:p w14:paraId="49AF18C0" w14:textId="77777777" w:rsidR="006239DF" w:rsidRPr="00354901" w:rsidRDefault="006239DF" w:rsidP="00B931B4">
            <w:pPr>
              <w:jc w:val="both"/>
              <w:rPr>
                <w:b/>
                <w:bCs/>
              </w:rPr>
            </w:pPr>
            <w:r w:rsidRPr="00354901">
              <w:rPr>
                <w:b/>
                <w:bCs/>
              </w:rPr>
              <w:t>Address:</w:t>
            </w:r>
          </w:p>
        </w:tc>
        <w:tc>
          <w:tcPr>
            <w:tcW w:w="8195" w:type="dxa"/>
            <w:gridSpan w:val="8"/>
          </w:tcPr>
          <w:p w14:paraId="5D555B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FD6351" w14:textId="77777777" w:rsidTr="008735E1">
        <w:tc>
          <w:tcPr>
            <w:tcW w:w="1023" w:type="dxa"/>
          </w:tcPr>
          <w:p w14:paraId="65E8B211" w14:textId="77777777" w:rsidR="006239DF" w:rsidRPr="00354901" w:rsidRDefault="006239DF" w:rsidP="00B931B4">
            <w:pPr>
              <w:jc w:val="both"/>
              <w:rPr>
                <w:b/>
                <w:bCs/>
              </w:rPr>
            </w:pPr>
            <w:r w:rsidRPr="00354901">
              <w:rPr>
                <w:b/>
                <w:bCs/>
              </w:rPr>
              <w:t>City:</w:t>
            </w:r>
          </w:p>
        </w:tc>
        <w:tc>
          <w:tcPr>
            <w:tcW w:w="2547" w:type="dxa"/>
            <w:gridSpan w:val="4"/>
          </w:tcPr>
          <w:p w14:paraId="2B042D2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5A4568D1" w14:textId="77777777" w:rsidR="006239DF" w:rsidRPr="00354901" w:rsidRDefault="006239DF" w:rsidP="00B931B4">
            <w:pPr>
              <w:jc w:val="both"/>
              <w:rPr>
                <w:b/>
                <w:bCs/>
              </w:rPr>
            </w:pPr>
            <w:r w:rsidRPr="00354901">
              <w:rPr>
                <w:b/>
                <w:bCs/>
              </w:rPr>
              <w:t>State:</w:t>
            </w:r>
          </w:p>
        </w:tc>
        <w:tc>
          <w:tcPr>
            <w:tcW w:w="1975" w:type="dxa"/>
            <w:gridSpan w:val="2"/>
          </w:tcPr>
          <w:p w14:paraId="33D2FB7C"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40068A8E" w14:textId="77777777" w:rsidR="006239DF" w:rsidRPr="00354901" w:rsidRDefault="006239DF" w:rsidP="00B931B4">
            <w:pPr>
              <w:jc w:val="both"/>
              <w:rPr>
                <w:b/>
                <w:bCs/>
              </w:rPr>
            </w:pPr>
            <w:r w:rsidRPr="00354901">
              <w:rPr>
                <w:b/>
                <w:bCs/>
              </w:rPr>
              <w:t>Zip:</w:t>
            </w:r>
          </w:p>
        </w:tc>
        <w:tc>
          <w:tcPr>
            <w:tcW w:w="2346" w:type="dxa"/>
          </w:tcPr>
          <w:p w14:paraId="55FE408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BE7E7F1" w14:textId="77777777" w:rsidTr="008735E1">
        <w:tc>
          <w:tcPr>
            <w:tcW w:w="1381" w:type="dxa"/>
            <w:gridSpan w:val="2"/>
          </w:tcPr>
          <w:p w14:paraId="34D7D4B9" w14:textId="77777777" w:rsidR="006239DF" w:rsidRPr="00354901" w:rsidRDefault="006239DF" w:rsidP="00B931B4">
            <w:pPr>
              <w:jc w:val="both"/>
              <w:rPr>
                <w:b/>
                <w:bCs/>
              </w:rPr>
            </w:pPr>
            <w:r w:rsidRPr="00354901">
              <w:rPr>
                <w:b/>
                <w:bCs/>
              </w:rPr>
              <w:t>Telephone:</w:t>
            </w:r>
          </w:p>
        </w:tc>
        <w:tc>
          <w:tcPr>
            <w:tcW w:w="3069" w:type="dxa"/>
            <w:gridSpan w:val="4"/>
          </w:tcPr>
          <w:p w14:paraId="57087CD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7BA9664B" w14:textId="77777777" w:rsidR="006239DF" w:rsidRPr="00354901" w:rsidRDefault="006239DF" w:rsidP="00B931B4">
            <w:pPr>
              <w:jc w:val="both"/>
              <w:rPr>
                <w:b/>
                <w:bCs/>
              </w:rPr>
            </w:pPr>
            <w:r w:rsidRPr="00354901">
              <w:rPr>
                <w:b/>
                <w:bCs/>
              </w:rPr>
              <w:t>Fax:</w:t>
            </w:r>
          </w:p>
        </w:tc>
        <w:tc>
          <w:tcPr>
            <w:tcW w:w="4414" w:type="dxa"/>
            <w:gridSpan w:val="3"/>
          </w:tcPr>
          <w:p w14:paraId="2CC63B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8D228F" w14:textId="77777777" w:rsidTr="008735E1">
        <w:tc>
          <w:tcPr>
            <w:tcW w:w="1825" w:type="dxa"/>
            <w:gridSpan w:val="4"/>
          </w:tcPr>
          <w:p w14:paraId="1AB9E038" w14:textId="77777777" w:rsidR="006239DF" w:rsidRPr="00354901" w:rsidRDefault="006239DF" w:rsidP="00B931B4">
            <w:pPr>
              <w:jc w:val="both"/>
              <w:rPr>
                <w:b/>
                <w:bCs/>
              </w:rPr>
            </w:pPr>
            <w:r w:rsidRPr="00354901">
              <w:rPr>
                <w:b/>
                <w:bCs/>
              </w:rPr>
              <w:t>Email Address:</w:t>
            </w:r>
          </w:p>
        </w:tc>
        <w:tc>
          <w:tcPr>
            <w:tcW w:w="7751" w:type="dxa"/>
            <w:gridSpan w:val="6"/>
          </w:tcPr>
          <w:p w14:paraId="67DB8B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D73B1AB" w14:textId="77777777" w:rsidR="003D357B" w:rsidRDefault="003D357B" w:rsidP="008735E1">
      <w:pPr>
        <w:spacing w:before="240" w:after="240"/>
        <w:jc w:val="both"/>
        <w:rPr>
          <w:b/>
        </w:rPr>
      </w:pPr>
    </w:p>
    <w:p w14:paraId="5A73F8B6" w14:textId="284608D4" w:rsidR="006239DF" w:rsidRPr="00354901" w:rsidRDefault="003D357B" w:rsidP="008735E1">
      <w:pPr>
        <w:spacing w:before="240" w:after="240"/>
        <w:jc w:val="both"/>
      </w:pPr>
      <w:r>
        <w:rPr>
          <w:b/>
        </w:rPr>
        <w:lastRenderedPageBreak/>
        <w:t>8</w:t>
      </w:r>
      <w:r w:rsidR="006239DF" w:rsidRPr="00354901">
        <w:rPr>
          <w:b/>
        </w:rPr>
        <w:t>. Compliance Contact.</w:t>
      </w:r>
      <w:r w:rsidR="00946A8D">
        <w:t xml:space="preserve">  </w:t>
      </w:r>
      <w:r w:rsidR="006239DF"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1BA2FFF" w14:textId="77777777" w:rsidTr="008735E1">
        <w:tc>
          <w:tcPr>
            <w:tcW w:w="1528" w:type="dxa"/>
            <w:gridSpan w:val="3"/>
          </w:tcPr>
          <w:p w14:paraId="2E19473E" w14:textId="77777777" w:rsidR="006239DF" w:rsidRPr="00354901" w:rsidRDefault="006239DF" w:rsidP="00B931B4">
            <w:pPr>
              <w:jc w:val="both"/>
              <w:rPr>
                <w:b/>
                <w:bCs/>
              </w:rPr>
            </w:pPr>
            <w:r w:rsidRPr="00354901">
              <w:rPr>
                <w:b/>
                <w:bCs/>
              </w:rPr>
              <w:t>Name:</w:t>
            </w:r>
          </w:p>
        </w:tc>
        <w:tc>
          <w:tcPr>
            <w:tcW w:w="3561" w:type="dxa"/>
            <w:gridSpan w:val="4"/>
          </w:tcPr>
          <w:p w14:paraId="1ACEE94C"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D8BEF0" w14:textId="77777777" w:rsidR="006239DF" w:rsidRPr="00354901" w:rsidRDefault="006239DF" w:rsidP="00B931B4">
            <w:pPr>
              <w:jc w:val="both"/>
              <w:rPr>
                <w:b/>
                <w:bCs/>
              </w:rPr>
            </w:pPr>
            <w:r w:rsidRPr="00354901">
              <w:rPr>
                <w:b/>
                <w:bCs/>
              </w:rPr>
              <w:t>Title:</w:t>
            </w:r>
          </w:p>
        </w:tc>
        <w:tc>
          <w:tcPr>
            <w:tcW w:w="3620" w:type="dxa"/>
            <w:gridSpan w:val="3"/>
          </w:tcPr>
          <w:p w14:paraId="2C21A4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2442BE4" w14:textId="77777777" w:rsidTr="008735E1">
        <w:tc>
          <w:tcPr>
            <w:tcW w:w="1378" w:type="dxa"/>
            <w:gridSpan w:val="2"/>
          </w:tcPr>
          <w:p w14:paraId="7ECFFFBB" w14:textId="77777777" w:rsidR="006239DF" w:rsidRPr="00354901" w:rsidRDefault="006239DF" w:rsidP="00B931B4">
            <w:pPr>
              <w:jc w:val="both"/>
              <w:rPr>
                <w:b/>
                <w:bCs/>
              </w:rPr>
            </w:pPr>
            <w:r w:rsidRPr="00354901">
              <w:rPr>
                <w:b/>
                <w:bCs/>
              </w:rPr>
              <w:t>Address:</w:t>
            </w:r>
          </w:p>
        </w:tc>
        <w:tc>
          <w:tcPr>
            <w:tcW w:w="8198" w:type="dxa"/>
            <w:gridSpan w:val="9"/>
          </w:tcPr>
          <w:p w14:paraId="0C92AEA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511DC66" w14:textId="77777777" w:rsidTr="008735E1">
        <w:tc>
          <w:tcPr>
            <w:tcW w:w="1025" w:type="dxa"/>
          </w:tcPr>
          <w:p w14:paraId="3C54AC22" w14:textId="77777777" w:rsidR="006239DF" w:rsidRPr="00354901" w:rsidRDefault="006239DF" w:rsidP="00B931B4">
            <w:pPr>
              <w:jc w:val="both"/>
              <w:rPr>
                <w:b/>
                <w:bCs/>
              </w:rPr>
            </w:pPr>
            <w:r w:rsidRPr="00354901">
              <w:rPr>
                <w:b/>
                <w:bCs/>
              </w:rPr>
              <w:t>City:</w:t>
            </w:r>
          </w:p>
        </w:tc>
        <w:tc>
          <w:tcPr>
            <w:tcW w:w="2476" w:type="dxa"/>
            <w:gridSpan w:val="4"/>
          </w:tcPr>
          <w:p w14:paraId="175C7A2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1C80AC8" w14:textId="77777777" w:rsidR="006239DF" w:rsidRPr="00354901" w:rsidRDefault="006239DF" w:rsidP="00B931B4">
            <w:pPr>
              <w:jc w:val="both"/>
              <w:rPr>
                <w:b/>
                <w:bCs/>
              </w:rPr>
            </w:pPr>
            <w:r w:rsidRPr="00354901">
              <w:rPr>
                <w:b/>
                <w:bCs/>
              </w:rPr>
              <w:t>State:</w:t>
            </w:r>
          </w:p>
        </w:tc>
        <w:tc>
          <w:tcPr>
            <w:tcW w:w="2106" w:type="dxa"/>
            <w:gridSpan w:val="3"/>
          </w:tcPr>
          <w:p w14:paraId="02526C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F26CB00" w14:textId="77777777" w:rsidR="006239DF" w:rsidRPr="00354901" w:rsidRDefault="006239DF" w:rsidP="00B931B4">
            <w:pPr>
              <w:jc w:val="both"/>
              <w:rPr>
                <w:b/>
                <w:bCs/>
              </w:rPr>
            </w:pPr>
            <w:r w:rsidRPr="00354901">
              <w:rPr>
                <w:b/>
                <w:bCs/>
              </w:rPr>
              <w:t>Zip:</w:t>
            </w:r>
          </w:p>
        </w:tc>
        <w:tc>
          <w:tcPr>
            <w:tcW w:w="2291" w:type="dxa"/>
          </w:tcPr>
          <w:p w14:paraId="7E4696B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EE404D6" w14:textId="77777777" w:rsidTr="008735E1">
        <w:tc>
          <w:tcPr>
            <w:tcW w:w="1378" w:type="dxa"/>
            <w:gridSpan w:val="2"/>
          </w:tcPr>
          <w:p w14:paraId="49412C1E" w14:textId="77777777" w:rsidR="006239DF" w:rsidRPr="00354901" w:rsidRDefault="006239DF" w:rsidP="00B931B4">
            <w:pPr>
              <w:jc w:val="both"/>
              <w:rPr>
                <w:b/>
                <w:bCs/>
              </w:rPr>
            </w:pPr>
            <w:r w:rsidRPr="00354901">
              <w:rPr>
                <w:b/>
                <w:bCs/>
              </w:rPr>
              <w:t>Telephone:</w:t>
            </w:r>
          </w:p>
        </w:tc>
        <w:tc>
          <w:tcPr>
            <w:tcW w:w="3001" w:type="dxa"/>
            <w:gridSpan w:val="4"/>
          </w:tcPr>
          <w:p w14:paraId="6446468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70B80E7" w14:textId="77777777" w:rsidR="006239DF" w:rsidRPr="00354901" w:rsidRDefault="006239DF" w:rsidP="00B931B4">
            <w:pPr>
              <w:jc w:val="both"/>
              <w:rPr>
                <w:b/>
                <w:bCs/>
              </w:rPr>
            </w:pPr>
            <w:r w:rsidRPr="00354901">
              <w:rPr>
                <w:b/>
                <w:bCs/>
              </w:rPr>
              <w:t>Fax:</w:t>
            </w:r>
          </w:p>
        </w:tc>
        <w:tc>
          <w:tcPr>
            <w:tcW w:w="4487" w:type="dxa"/>
            <w:gridSpan w:val="4"/>
          </w:tcPr>
          <w:p w14:paraId="0F5D070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7A7514C" w14:textId="77777777" w:rsidTr="008735E1">
        <w:tc>
          <w:tcPr>
            <w:tcW w:w="1811" w:type="dxa"/>
            <w:gridSpan w:val="4"/>
          </w:tcPr>
          <w:p w14:paraId="0C9A8FC3" w14:textId="77777777" w:rsidR="006239DF" w:rsidRPr="00354901" w:rsidRDefault="006239DF" w:rsidP="00B931B4">
            <w:pPr>
              <w:jc w:val="both"/>
              <w:rPr>
                <w:b/>
                <w:bCs/>
              </w:rPr>
            </w:pPr>
            <w:r w:rsidRPr="00354901">
              <w:rPr>
                <w:b/>
                <w:bCs/>
              </w:rPr>
              <w:t>Email Address:</w:t>
            </w:r>
          </w:p>
        </w:tc>
        <w:tc>
          <w:tcPr>
            <w:tcW w:w="7765" w:type="dxa"/>
            <w:gridSpan w:val="7"/>
          </w:tcPr>
          <w:p w14:paraId="2089F5C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8E6C7AC" w14:textId="77777777" w:rsidR="006239DF" w:rsidRPr="00354901" w:rsidRDefault="003D357B" w:rsidP="008735E1">
      <w:pPr>
        <w:spacing w:before="240" w:after="240"/>
        <w:jc w:val="both"/>
      </w:pPr>
      <w:r>
        <w:rPr>
          <w:b/>
          <w:bCs/>
        </w:rPr>
        <w:t>9</w:t>
      </w:r>
      <w:r w:rsidR="006239DF" w:rsidRPr="00354901">
        <w:rPr>
          <w:b/>
          <w:bCs/>
        </w:rPr>
        <w:t>. Proposed commencement date for service:</w:t>
      </w:r>
      <w:r w:rsidR="006239DF" w:rsidRPr="00354901">
        <w:t xml:space="preserve"> </w:t>
      </w:r>
      <w:r w:rsidR="006239DF" w:rsidRPr="00354901">
        <w:rPr>
          <w:u w:val="single"/>
        </w:rPr>
        <w:fldChar w:fldCharType="begin">
          <w:ffData>
            <w:name w:val="Text82"/>
            <w:enabled/>
            <w:calcOnExit w:val="0"/>
            <w:textInput/>
          </w:ffData>
        </w:fldChar>
      </w:r>
      <w:r w:rsidR="006239DF" w:rsidRPr="00354901">
        <w:rPr>
          <w:u w:val="single"/>
        </w:rPr>
        <w:instrText xml:space="preserve"> FORMTEXT </w:instrText>
      </w:r>
      <w:r w:rsidR="006239DF" w:rsidRPr="00354901">
        <w:rPr>
          <w:u w:val="single"/>
        </w:rPr>
      </w:r>
      <w:r w:rsidR="006239DF" w:rsidRPr="00354901">
        <w:rPr>
          <w:u w:val="single"/>
        </w:rPr>
        <w:fldChar w:fldCharType="separate"/>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u w:val="single"/>
        </w:rPr>
        <w:fldChar w:fldCharType="end"/>
      </w:r>
    </w:p>
    <w:p w14:paraId="6886DD03" w14:textId="77777777" w:rsidR="006239DF" w:rsidRPr="00354901" w:rsidRDefault="006239DF" w:rsidP="008735E1">
      <w:pPr>
        <w:spacing w:before="240" w:after="240"/>
        <w:jc w:val="center"/>
        <w:rPr>
          <w:b/>
          <w:u w:val="single"/>
        </w:rPr>
      </w:pPr>
      <w:r w:rsidRPr="00354901">
        <w:rPr>
          <w:b/>
          <w:u w:val="single"/>
        </w:rPr>
        <w:t>PART II – BANKING INFORMATION FOR FUNDS TRANSFERS</w:t>
      </w:r>
    </w:p>
    <w:p w14:paraId="18D99987" w14:textId="3916B1D3" w:rsidR="006239DF" w:rsidRPr="00354901" w:rsidRDefault="006239DF" w:rsidP="008735E1">
      <w:pPr>
        <w:keepNext/>
        <w:keepLines/>
        <w:spacing w:after="240"/>
        <w:jc w:val="both"/>
      </w:pPr>
      <w:r w:rsidRPr="00354901">
        <w:rPr>
          <w:b/>
        </w:rPr>
        <w:t>1. Banking Information.</w:t>
      </w:r>
      <w:r w:rsidR="00946A8D">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239DF" w:rsidRPr="00354901" w14:paraId="2908230F" w14:textId="77777777" w:rsidTr="00B931B4">
        <w:tc>
          <w:tcPr>
            <w:tcW w:w="1890" w:type="dxa"/>
          </w:tcPr>
          <w:p w14:paraId="6EE396EC" w14:textId="77777777" w:rsidR="006239DF" w:rsidRPr="00354901" w:rsidRDefault="006239DF" w:rsidP="00B931B4">
            <w:pPr>
              <w:jc w:val="both"/>
              <w:rPr>
                <w:b/>
                <w:bCs/>
              </w:rPr>
            </w:pPr>
            <w:r w:rsidRPr="00354901">
              <w:rPr>
                <w:b/>
                <w:bCs/>
              </w:rPr>
              <w:t>Bank Name:</w:t>
            </w:r>
          </w:p>
        </w:tc>
        <w:tc>
          <w:tcPr>
            <w:tcW w:w="9018" w:type="dxa"/>
          </w:tcPr>
          <w:p w14:paraId="2C21D57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6BA641C" w14:textId="77777777" w:rsidTr="00B931B4">
        <w:tc>
          <w:tcPr>
            <w:tcW w:w="1890" w:type="dxa"/>
          </w:tcPr>
          <w:p w14:paraId="3835B996" w14:textId="77777777" w:rsidR="006239DF" w:rsidRPr="00354901" w:rsidRDefault="006239DF" w:rsidP="00B931B4">
            <w:pPr>
              <w:jc w:val="both"/>
              <w:rPr>
                <w:b/>
                <w:bCs/>
              </w:rPr>
            </w:pPr>
            <w:r w:rsidRPr="00354901">
              <w:rPr>
                <w:b/>
                <w:bCs/>
              </w:rPr>
              <w:t>Account Name:</w:t>
            </w:r>
          </w:p>
        </w:tc>
        <w:tc>
          <w:tcPr>
            <w:tcW w:w="9018" w:type="dxa"/>
          </w:tcPr>
          <w:p w14:paraId="001D7FB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98E7C05" w14:textId="77777777" w:rsidTr="00B931B4">
        <w:tc>
          <w:tcPr>
            <w:tcW w:w="1890" w:type="dxa"/>
          </w:tcPr>
          <w:p w14:paraId="379F2F9C" w14:textId="77777777" w:rsidR="006239DF" w:rsidRPr="00354901" w:rsidRDefault="006239DF" w:rsidP="00B931B4">
            <w:pPr>
              <w:jc w:val="both"/>
              <w:rPr>
                <w:b/>
                <w:bCs/>
              </w:rPr>
            </w:pPr>
            <w:r w:rsidRPr="00354901">
              <w:rPr>
                <w:b/>
                <w:bCs/>
              </w:rPr>
              <w:t>Account No.:</w:t>
            </w:r>
          </w:p>
        </w:tc>
        <w:tc>
          <w:tcPr>
            <w:tcW w:w="9018" w:type="dxa"/>
          </w:tcPr>
          <w:p w14:paraId="70F246AE"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3E6DF6" w14:textId="77777777" w:rsidTr="00B931B4">
        <w:tc>
          <w:tcPr>
            <w:tcW w:w="1890" w:type="dxa"/>
          </w:tcPr>
          <w:p w14:paraId="0A389A92" w14:textId="77777777" w:rsidR="006239DF" w:rsidRPr="00354901" w:rsidRDefault="006239DF" w:rsidP="00B931B4">
            <w:pPr>
              <w:jc w:val="both"/>
              <w:rPr>
                <w:b/>
                <w:bCs/>
              </w:rPr>
            </w:pPr>
            <w:r w:rsidRPr="00354901">
              <w:rPr>
                <w:b/>
                <w:bCs/>
              </w:rPr>
              <w:t>ABA Number:</w:t>
            </w:r>
          </w:p>
        </w:tc>
        <w:tc>
          <w:tcPr>
            <w:tcW w:w="9018" w:type="dxa"/>
          </w:tcPr>
          <w:p w14:paraId="388E82D8"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C0D59DF" w14:textId="77777777" w:rsidR="006239DF" w:rsidRPr="00354901" w:rsidRDefault="006239DF" w:rsidP="008735E1">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0123D902" w14:textId="77777777" w:rsidTr="00B931B4">
        <w:tc>
          <w:tcPr>
            <w:tcW w:w="1468" w:type="dxa"/>
            <w:gridSpan w:val="3"/>
          </w:tcPr>
          <w:p w14:paraId="373DA23E" w14:textId="77777777" w:rsidR="006239DF" w:rsidRPr="00354901" w:rsidRDefault="006239DF" w:rsidP="00B931B4">
            <w:pPr>
              <w:jc w:val="both"/>
              <w:rPr>
                <w:b/>
                <w:bCs/>
              </w:rPr>
            </w:pPr>
            <w:r w:rsidRPr="00354901">
              <w:rPr>
                <w:b/>
                <w:bCs/>
              </w:rPr>
              <w:t>Name:</w:t>
            </w:r>
          </w:p>
        </w:tc>
        <w:tc>
          <w:tcPr>
            <w:tcW w:w="4140" w:type="dxa"/>
            <w:gridSpan w:val="4"/>
          </w:tcPr>
          <w:p w14:paraId="5286036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A3C9ECA" w14:textId="77777777" w:rsidR="006239DF" w:rsidRPr="00354901" w:rsidRDefault="006239DF" w:rsidP="00B931B4">
            <w:pPr>
              <w:jc w:val="both"/>
              <w:rPr>
                <w:b/>
                <w:bCs/>
              </w:rPr>
            </w:pPr>
            <w:r w:rsidRPr="00354901">
              <w:rPr>
                <w:b/>
                <w:bCs/>
              </w:rPr>
              <w:t>Title:</w:t>
            </w:r>
          </w:p>
        </w:tc>
        <w:tc>
          <w:tcPr>
            <w:tcW w:w="4400" w:type="dxa"/>
            <w:gridSpan w:val="3"/>
          </w:tcPr>
          <w:p w14:paraId="02A4A39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C5F882" w14:textId="77777777" w:rsidTr="00B931B4">
        <w:tc>
          <w:tcPr>
            <w:tcW w:w="1288" w:type="dxa"/>
            <w:gridSpan w:val="2"/>
          </w:tcPr>
          <w:p w14:paraId="5748C159" w14:textId="77777777" w:rsidR="006239DF" w:rsidRPr="00354901" w:rsidRDefault="006239DF" w:rsidP="00B931B4">
            <w:pPr>
              <w:jc w:val="both"/>
              <w:rPr>
                <w:b/>
                <w:bCs/>
              </w:rPr>
            </w:pPr>
            <w:r w:rsidRPr="00354901">
              <w:rPr>
                <w:b/>
                <w:bCs/>
              </w:rPr>
              <w:t>Address:</w:t>
            </w:r>
          </w:p>
        </w:tc>
        <w:tc>
          <w:tcPr>
            <w:tcW w:w="9620" w:type="dxa"/>
            <w:gridSpan w:val="9"/>
          </w:tcPr>
          <w:p w14:paraId="1D2E56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46B20FE" w14:textId="77777777" w:rsidTr="00B931B4">
        <w:tc>
          <w:tcPr>
            <w:tcW w:w="928" w:type="dxa"/>
          </w:tcPr>
          <w:p w14:paraId="66DB3F82" w14:textId="77777777" w:rsidR="006239DF" w:rsidRPr="00354901" w:rsidRDefault="006239DF" w:rsidP="00B931B4">
            <w:pPr>
              <w:jc w:val="both"/>
              <w:rPr>
                <w:b/>
                <w:bCs/>
              </w:rPr>
            </w:pPr>
            <w:r w:rsidRPr="00354901">
              <w:rPr>
                <w:b/>
                <w:bCs/>
              </w:rPr>
              <w:t>City:</w:t>
            </w:r>
          </w:p>
        </w:tc>
        <w:tc>
          <w:tcPr>
            <w:tcW w:w="3060" w:type="dxa"/>
            <w:gridSpan w:val="4"/>
          </w:tcPr>
          <w:p w14:paraId="0420457B"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163EB2" w14:textId="77777777" w:rsidR="006239DF" w:rsidRPr="00354901" w:rsidRDefault="006239DF" w:rsidP="00B931B4">
            <w:pPr>
              <w:jc w:val="both"/>
              <w:rPr>
                <w:b/>
                <w:bCs/>
              </w:rPr>
            </w:pPr>
            <w:r w:rsidRPr="00354901">
              <w:rPr>
                <w:b/>
                <w:bCs/>
              </w:rPr>
              <w:t>State:</w:t>
            </w:r>
          </w:p>
        </w:tc>
        <w:tc>
          <w:tcPr>
            <w:tcW w:w="2340" w:type="dxa"/>
            <w:gridSpan w:val="3"/>
          </w:tcPr>
          <w:p w14:paraId="217029A7"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66FAB03A" w14:textId="77777777" w:rsidR="006239DF" w:rsidRPr="00354901" w:rsidRDefault="006239DF" w:rsidP="00B931B4">
            <w:pPr>
              <w:jc w:val="both"/>
              <w:rPr>
                <w:b/>
                <w:bCs/>
              </w:rPr>
            </w:pPr>
            <w:r w:rsidRPr="00354901">
              <w:rPr>
                <w:b/>
                <w:bCs/>
              </w:rPr>
              <w:t>Zip:</w:t>
            </w:r>
          </w:p>
        </w:tc>
        <w:tc>
          <w:tcPr>
            <w:tcW w:w="2828" w:type="dxa"/>
          </w:tcPr>
          <w:p w14:paraId="3A4782A1"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B5812CC" w14:textId="77777777" w:rsidTr="00B931B4">
        <w:tc>
          <w:tcPr>
            <w:tcW w:w="1288" w:type="dxa"/>
            <w:gridSpan w:val="2"/>
          </w:tcPr>
          <w:p w14:paraId="7CDDAD8D" w14:textId="77777777" w:rsidR="006239DF" w:rsidRPr="00354901" w:rsidRDefault="006239DF" w:rsidP="00B931B4">
            <w:pPr>
              <w:jc w:val="both"/>
              <w:rPr>
                <w:b/>
                <w:bCs/>
              </w:rPr>
            </w:pPr>
            <w:r w:rsidRPr="00354901">
              <w:rPr>
                <w:b/>
                <w:bCs/>
              </w:rPr>
              <w:t>Telephone:</w:t>
            </w:r>
          </w:p>
        </w:tc>
        <w:tc>
          <w:tcPr>
            <w:tcW w:w="3600" w:type="dxa"/>
            <w:gridSpan w:val="4"/>
          </w:tcPr>
          <w:p w14:paraId="5F57EF0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B7A0D00" w14:textId="77777777" w:rsidR="006239DF" w:rsidRPr="00354901" w:rsidRDefault="006239DF" w:rsidP="00B931B4">
            <w:pPr>
              <w:jc w:val="both"/>
              <w:rPr>
                <w:b/>
                <w:bCs/>
              </w:rPr>
            </w:pPr>
            <w:r w:rsidRPr="00354901">
              <w:rPr>
                <w:b/>
                <w:bCs/>
              </w:rPr>
              <w:t>Fax:</w:t>
            </w:r>
          </w:p>
        </w:tc>
        <w:tc>
          <w:tcPr>
            <w:tcW w:w="5300" w:type="dxa"/>
            <w:gridSpan w:val="4"/>
          </w:tcPr>
          <w:p w14:paraId="2451A5F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1983852" w14:textId="77777777" w:rsidTr="00B931B4">
        <w:tc>
          <w:tcPr>
            <w:tcW w:w="1828" w:type="dxa"/>
            <w:gridSpan w:val="4"/>
          </w:tcPr>
          <w:p w14:paraId="2CD60CCE" w14:textId="77777777" w:rsidR="006239DF" w:rsidRPr="00354901" w:rsidRDefault="006239DF" w:rsidP="00B931B4">
            <w:pPr>
              <w:jc w:val="both"/>
              <w:rPr>
                <w:b/>
                <w:bCs/>
              </w:rPr>
            </w:pPr>
            <w:r w:rsidRPr="00354901">
              <w:rPr>
                <w:b/>
                <w:bCs/>
              </w:rPr>
              <w:t>Email Address:</w:t>
            </w:r>
          </w:p>
        </w:tc>
        <w:tc>
          <w:tcPr>
            <w:tcW w:w="9080" w:type="dxa"/>
            <w:gridSpan w:val="7"/>
          </w:tcPr>
          <w:p w14:paraId="2AB5F58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7B56F30" w14:textId="19F66833" w:rsidR="006239DF" w:rsidRPr="00354901" w:rsidRDefault="006239DF" w:rsidP="008735E1">
      <w:pPr>
        <w:keepNext/>
        <w:keepLines/>
        <w:spacing w:before="240" w:after="240"/>
        <w:jc w:val="both"/>
        <w:rPr>
          <w:i/>
        </w:rPr>
      </w:pPr>
      <w:r w:rsidRPr="00354901">
        <w:rPr>
          <w:b/>
        </w:rPr>
        <w:t>Backup Accounts Payable Contact (Settlement &amp; Billing).</w:t>
      </w:r>
      <w:r w:rsidR="00946A8D">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1D4842AA" w14:textId="77777777" w:rsidTr="00B931B4">
        <w:tc>
          <w:tcPr>
            <w:tcW w:w="1468" w:type="dxa"/>
            <w:gridSpan w:val="3"/>
          </w:tcPr>
          <w:p w14:paraId="367776A1" w14:textId="77777777" w:rsidR="006239DF" w:rsidRPr="00354901" w:rsidRDefault="006239DF" w:rsidP="00B931B4">
            <w:pPr>
              <w:jc w:val="both"/>
              <w:rPr>
                <w:b/>
                <w:bCs/>
              </w:rPr>
            </w:pPr>
            <w:r w:rsidRPr="00354901">
              <w:rPr>
                <w:b/>
                <w:bCs/>
              </w:rPr>
              <w:t>Name:</w:t>
            </w:r>
          </w:p>
        </w:tc>
        <w:tc>
          <w:tcPr>
            <w:tcW w:w="4140" w:type="dxa"/>
            <w:gridSpan w:val="4"/>
          </w:tcPr>
          <w:p w14:paraId="200ED170"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3856C15" w14:textId="77777777" w:rsidR="006239DF" w:rsidRPr="00354901" w:rsidRDefault="006239DF" w:rsidP="00B931B4">
            <w:pPr>
              <w:jc w:val="both"/>
              <w:rPr>
                <w:b/>
                <w:bCs/>
              </w:rPr>
            </w:pPr>
            <w:r w:rsidRPr="00354901">
              <w:rPr>
                <w:b/>
                <w:bCs/>
              </w:rPr>
              <w:t>Title:</w:t>
            </w:r>
          </w:p>
        </w:tc>
        <w:tc>
          <w:tcPr>
            <w:tcW w:w="4400" w:type="dxa"/>
            <w:gridSpan w:val="3"/>
          </w:tcPr>
          <w:p w14:paraId="60905C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885AA83" w14:textId="77777777" w:rsidTr="00B931B4">
        <w:tc>
          <w:tcPr>
            <w:tcW w:w="1288" w:type="dxa"/>
            <w:gridSpan w:val="2"/>
          </w:tcPr>
          <w:p w14:paraId="78323132" w14:textId="77777777" w:rsidR="006239DF" w:rsidRPr="00354901" w:rsidRDefault="006239DF" w:rsidP="00B931B4">
            <w:pPr>
              <w:jc w:val="both"/>
              <w:rPr>
                <w:b/>
                <w:bCs/>
              </w:rPr>
            </w:pPr>
            <w:r w:rsidRPr="00354901">
              <w:rPr>
                <w:b/>
                <w:bCs/>
              </w:rPr>
              <w:t>Address:</w:t>
            </w:r>
          </w:p>
        </w:tc>
        <w:tc>
          <w:tcPr>
            <w:tcW w:w="9620" w:type="dxa"/>
            <w:gridSpan w:val="9"/>
          </w:tcPr>
          <w:p w14:paraId="3896494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067953D" w14:textId="77777777" w:rsidTr="00B931B4">
        <w:tc>
          <w:tcPr>
            <w:tcW w:w="928" w:type="dxa"/>
          </w:tcPr>
          <w:p w14:paraId="3AEB6A9C" w14:textId="77777777" w:rsidR="006239DF" w:rsidRPr="00354901" w:rsidRDefault="006239DF" w:rsidP="00B931B4">
            <w:pPr>
              <w:jc w:val="both"/>
              <w:rPr>
                <w:b/>
                <w:bCs/>
              </w:rPr>
            </w:pPr>
            <w:r w:rsidRPr="00354901">
              <w:rPr>
                <w:b/>
                <w:bCs/>
              </w:rPr>
              <w:t>City:</w:t>
            </w:r>
          </w:p>
        </w:tc>
        <w:tc>
          <w:tcPr>
            <w:tcW w:w="3060" w:type="dxa"/>
            <w:gridSpan w:val="4"/>
          </w:tcPr>
          <w:p w14:paraId="7465C8C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FD52A0C" w14:textId="77777777" w:rsidR="006239DF" w:rsidRPr="00354901" w:rsidRDefault="006239DF" w:rsidP="00B931B4">
            <w:pPr>
              <w:jc w:val="both"/>
              <w:rPr>
                <w:b/>
                <w:bCs/>
              </w:rPr>
            </w:pPr>
            <w:r w:rsidRPr="00354901">
              <w:rPr>
                <w:b/>
                <w:bCs/>
              </w:rPr>
              <w:t>State:</w:t>
            </w:r>
          </w:p>
        </w:tc>
        <w:tc>
          <w:tcPr>
            <w:tcW w:w="2340" w:type="dxa"/>
            <w:gridSpan w:val="3"/>
          </w:tcPr>
          <w:p w14:paraId="2FBB1CF3"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3852633B" w14:textId="77777777" w:rsidR="006239DF" w:rsidRPr="00354901" w:rsidRDefault="006239DF" w:rsidP="00B931B4">
            <w:pPr>
              <w:jc w:val="both"/>
              <w:rPr>
                <w:b/>
                <w:bCs/>
              </w:rPr>
            </w:pPr>
            <w:r w:rsidRPr="00354901">
              <w:rPr>
                <w:b/>
                <w:bCs/>
              </w:rPr>
              <w:t>Zip:</w:t>
            </w:r>
          </w:p>
        </w:tc>
        <w:tc>
          <w:tcPr>
            <w:tcW w:w="2828" w:type="dxa"/>
          </w:tcPr>
          <w:p w14:paraId="4BB596D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60ADCFC" w14:textId="77777777" w:rsidTr="00B931B4">
        <w:tc>
          <w:tcPr>
            <w:tcW w:w="1288" w:type="dxa"/>
            <w:gridSpan w:val="2"/>
          </w:tcPr>
          <w:p w14:paraId="70D4F94F" w14:textId="77777777" w:rsidR="006239DF" w:rsidRPr="00354901" w:rsidRDefault="006239DF" w:rsidP="00B931B4">
            <w:pPr>
              <w:jc w:val="both"/>
              <w:rPr>
                <w:b/>
                <w:bCs/>
              </w:rPr>
            </w:pPr>
            <w:r w:rsidRPr="00354901">
              <w:rPr>
                <w:b/>
                <w:bCs/>
              </w:rPr>
              <w:t>Telephone:</w:t>
            </w:r>
          </w:p>
        </w:tc>
        <w:tc>
          <w:tcPr>
            <w:tcW w:w="3600" w:type="dxa"/>
            <w:gridSpan w:val="4"/>
          </w:tcPr>
          <w:p w14:paraId="356D35B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39B2D4F2" w14:textId="77777777" w:rsidR="006239DF" w:rsidRPr="00354901" w:rsidRDefault="006239DF" w:rsidP="00B931B4">
            <w:pPr>
              <w:jc w:val="both"/>
              <w:rPr>
                <w:b/>
                <w:bCs/>
              </w:rPr>
            </w:pPr>
            <w:r w:rsidRPr="00354901">
              <w:rPr>
                <w:b/>
                <w:bCs/>
              </w:rPr>
              <w:t>Fax:</w:t>
            </w:r>
          </w:p>
        </w:tc>
        <w:tc>
          <w:tcPr>
            <w:tcW w:w="5300" w:type="dxa"/>
            <w:gridSpan w:val="4"/>
          </w:tcPr>
          <w:p w14:paraId="1CA0207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C9636FE" w14:textId="77777777" w:rsidTr="00B931B4">
        <w:tc>
          <w:tcPr>
            <w:tcW w:w="1828" w:type="dxa"/>
            <w:gridSpan w:val="4"/>
          </w:tcPr>
          <w:p w14:paraId="29CC8245" w14:textId="77777777" w:rsidR="006239DF" w:rsidRPr="00354901" w:rsidRDefault="006239DF" w:rsidP="00B931B4">
            <w:pPr>
              <w:jc w:val="both"/>
              <w:rPr>
                <w:b/>
                <w:bCs/>
              </w:rPr>
            </w:pPr>
            <w:r w:rsidRPr="00354901">
              <w:rPr>
                <w:b/>
                <w:bCs/>
              </w:rPr>
              <w:t>Email Address:</w:t>
            </w:r>
          </w:p>
        </w:tc>
        <w:tc>
          <w:tcPr>
            <w:tcW w:w="9080" w:type="dxa"/>
            <w:gridSpan w:val="7"/>
          </w:tcPr>
          <w:p w14:paraId="25AE58E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9C87F46" w14:textId="77777777" w:rsidR="006239DF" w:rsidRPr="00354901" w:rsidRDefault="006239DF" w:rsidP="00340590">
      <w:pPr>
        <w:spacing w:before="240" w:after="240"/>
        <w:jc w:val="center"/>
        <w:rPr>
          <w:b/>
          <w:u w:val="single"/>
        </w:rPr>
      </w:pPr>
      <w:r w:rsidRPr="00354901">
        <w:rPr>
          <w:b/>
          <w:u w:val="single"/>
        </w:rPr>
        <w:t>PART III – DECLARATION OF SUBORDINATE QSEs</w:t>
      </w:r>
    </w:p>
    <w:p w14:paraId="3BC76178" w14:textId="4BEB90BF" w:rsidR="006239DF" w:rsidRPr="00354901" w:rsidRDefault="006239DF" w:rsidP="00340590">
      <w:pPr>
        <w:spacing w:after="240"/>
        <w:jc w:val="both"/>
      </w:pPr>
      <w:r w:rsidRPr="00354901">
        <w:t>If the QSE intends to partition itself into subordinate QSEs (Sub-QSEs), please enter information for each Sub-QSE below.</w:t>
      </w:r>
      <w:r w:rsidR="00946A8D">
        <w:t xml:space="preserve">  </w:t>
      </w:r>
      <w:r w:rsidRPr="00354901">
        <w:t>If a Sub-QSE will have a different 24x7 Contact than the QSE, please provide that information in the spaces provided below.</w:t>
      </w:r>
      <w:r w:rsidR="00946A8D">
        <w:t xml:space="preserve">  </w:t>
      </w:r>
      <w:r w:rsidRPr="00354901">
        <w:t>The Sub-QSE name must have a reference to the Legal Entity Name.</w:t>
      </w:r>
      <w:r w:rsidR="00946A8D">
        <w:t xml:space="preserve">  </w:t>
      </w:r>
      <w:r w:rsidRPr="00354901">
        <w:t>For example: Legal Name of Market Participant (SQ1), Legal Name of Market Participant (SQ2), etc.</w:t>
      </w:r>
    </w:p>
    <w:p w14:paraId="6AF3058B" w14:textId="77777777" w:rsidR="006239DF" w:rsidRPr="00354901" w:rsidRDefault="006239DF" w:rsidP="006239DF">
      <w:pPr>
        <w:keepNext/>
        <w:keepLines/>
        <w:jc w:val="both"/>
        <w:rPr>
          <w:b/>
        </w:rPr>
      </w:pPr>
      <w:r w:rsidRPr="00354901">
        <w:rPr>
          <w:b/>
        </w:rPr>
        <w:lastRenderedPageBreak/>
        <w:t>Sub-QSE One (SQ1)</w:t>
      </w:r>
    </w:p>
    <w:p w14:paraId="0828943E"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17CBD3FC"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25BEF">
        <w:rPr>
          <w:b/>
          <w:bCs/>
        </w:rPr>
      </w:r>
      <w:r w:rsidR="00A25BEF">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25BEF">
        <w:rPr>
          <w:b/>
          <w:bCs/>
        </w:rPr>
      </w:r>
      <w:r w:rsidR="00A25BEF">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50E84D0" w14:textId="77777777" w:rsidTr="00340590">
        <w:tc>
          <w:tcPr>
            <w:tcW w:w="1528" w:type="dxa"/>
            <w:gridSpan w:val="3"/>
          </w:tcPr>
          <w:p w14:paraId="01902CA3" w14:textId="77777777" w:rsidR="006239DF" w:rsidRPr="00354901" w:rsidRDefault="006239DF" w:rsidP="00B931B4">
            <w:pPr>
              <w:jc w:val="both"/>
              <w:rPr>
                <w:b/>
                <w:bCs/>
              </w:rPr>
            </w:pPr>
            <w:r w:rsidRPr="00354901">
              <w:rPr>
                <w:b/>
                <w:bCs/>
              </w:rPr>
              <w:t>Name:</w:t>
            </w:r>
          </w:p>
        </w:tc>
        <w:tc>
          <w:tcPr>
            <w:tcW w:w="3561" w:type="dxa"/>
            <w:gridSpan w:val="4"/>
          </w:tcPr>
          <w:p w14:paraId="130D24A3"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A433643" w14:textId="77777777" w:rsidR="006239DF" w:rsidRPr="00354901" w:rsidRDefault="006239DF" w:rsidP="00B931B4">
            <w:pPr>
              <w:jc w:val="both"/>
              <w:rPr>
                <w:b/>
                <w:bCs/>
              </w:rPr>
            </w:pPr>
            <w:r w:rsidRPr="00354901">
              <w:rPr>
                <w:b/>
                <w:bCs/>
              </w:rPr>
              <w:t>Title:</w:t>
            </w:r>
          </w:p>
        </w:tc>
        <w:tc>
          <w:tcPr>
            <w:tcW w:w="3620" w:type="dxa"/>
            <w:gridSpan w:val="3"/>
          </w:tcPr>
          <w:p w14:paraId="7F85A4C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6A13B3D" w14:textId="77777777" w:rsidTr="00340590">
        <w:tc>
          <w:tcPr>
            <w:tcW w:w="1378" w:type="dxa"/>
            <w:gridSpan w:val="2"/>
          </w:tcPr>
          <w:p w14:paraId="5909ED69" w14:textId="77777777" w:rsidR="006239DF" w:rsidRPr="00354901" w:rsidRDefault="006239DF" w:rsidP="00B931B4">
            <w:pPr>
              <w:jc w:val="both"/>
              <w:rPr>
                <w:b/>
                <w:bCs/>
              </w:rPr>
            </w:pPr>
            <w:r w:rsidRPr="00354901">
              <w:rPr>
                <w:b/>
                <w:bCs/>
              </w:rPr>
              <w:t>Address:</w:t>
            </w:r>
          </w:p>
        </w:tc>
        <w:tc>
          <w:tcPr>
            <w:tcW w:w="8198" w:type="dxa"/>
            <w:gridSpan w:val="9"/>
          </w:tcPr>
          <w:p w14:paraId="6CE5CAC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6010BD7" w14:textId="77777777" w:rsidTr="00340590">
        <w:tc>
          <w:tcPr>
            <w:tcW w:w="1025" w:type="dxa"/>
          </w:tcPr>
          <w:p w14:paraId="326A723F" w14:textId="77777777" w:rsidR="006239DF" w:rsidRPr="00354901" w:rsidRDefault="006239DF" w:rsidP="00B931B4">
            <w:pPr>
              <w:jc w:val="both"/>
              <w:rPr>
                <w:b/>
                <w:bCs/>
              </w:rPr>
            </w:pPr>
            <w:r w:rsidRPr="00354901">
              <w:rPr>
                <w:b/>
                <w:bCs/>
              </w:rPr>
              <w:t>City:</w:t>
            </w:r>
          </w:p>
        </w:tc>
        <w:tc>
          <w:tcPr>
            <w:tcW w:w="2476" w:type="dxa"/>
            <w:gridSpan w:val="4"/>
          </w:tcPr>
          <w:p w14:paraId="38ADA19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81E1638" w14:textId="77777777" w:rsidR="006239DF" w:rsidRPr="00354901" w:rsidRDefault="006239DF" w:rsidP="00B931B4">
            <w:pPr>
              <w:jc w:val="both"/>
              <w:rPr>
                <w:b/>
                <w:bCs/>
              </w:rPr>
            </w:pPr>
            <w:r w:rsidRPr="00354901">
              <w:rPr>
                <w:b/>
                <w:bCs/>
              </w:rPr>
              <w:t>State:</w:t>
            </w:r>
          </w:p>
        </w:tc>
        <w:tc>
          <w:tcPr>
            <w:tcW w:w="2106" w:type="dxa"/>
            <w:gridSpan w:val="3"/>
          </w:tcPr>
          <w:p w14:paraId="35474ACB"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B0D2FAE" w14:textId="77777777" w:rsidR="006239DF" w:rsidRPr="00354901" w:rsidRDefault="006239DF" w:rsidP="00B931B4">
            <w:pPr>
              <w:jc w:val="both"/>
              <w:rPr>
                <w:b/>
                <w:bCs/>
              </w:rPr>
            </w:pPr>
            <w:r w:rsidRPr="00354901">
              <w:rPr>
                <w:b/>
                <w:bCs/>
              </w:rPr>
              <w:t>Zip:</w:t>
            </w:r>
          </w:p>
        </w:tc>
        <w:tc>
          <w:tcPr>
            <w:tcW w:w="2291" w:type="dxa"/>
          </w:tcPr>
          <w:p w14:paraId="13EAE933"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CD8AA68" w14:textId="77777777" w:rsidTr="00340590">
        <w:tc>
          <w:tcPr>
            <w:tcW w:w="1378" w:type="dxa"/>
            <w:gridSpan w:val="2"/>
          </w:tcPr>
          <w:p w14:paraId="6130076D" w14:textId="77777777" w:rsidR="006239DF" w:rsidRPr="00354901" w:rsidRDefault="006239DF" w:rsidP="00B931B4">
            <w:pPr>
              <w:jc w:val="both"/>
              <w:rPr>
                <w:b/>
                <w:bCs/>
              </w:rPr>
            </w:pPr>
            <w:r w:rsidRPr="00354901">
              <w:rPr>
                <w:b/>
                <w:bCs/>
              </w:rPr>
              <w:t>Telephone:</w:t>
            </w:r>
          </w:p>
        </w:tc>
        <w:tc>
          <w:tcPr>
            <w:tcW w:w="3001" w:type="dxa"/>
            <w:gridSpan w:val="4"/>
          </w:tcPr>
          <w:p w14:paraId="0A99D60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AB3FCC4" w14:textId="77777777" w:rsidR="006239DF" w:rsidRPr="00354901" w:rsidRDefault="006239DF" w:rsidP="00B931B4">
            <w:pPr>
              <w:jc w:val="both"/>
              <w:rPr>
                <w:b/>
                <w:bCs/>
              </w:rPr>
            </w:pPr>
            <w:r w:rsidRPr="00354901">
              <w:rPr>
                <w:b/>
                <w:bCs/>
              </w:rPr>
              <w:t>Fax:</w:t>
            </w:r>
          </w:p>
        </w:tc>
        <w:tc>
          <w:tcPr>
            <w:tcW w:w="4487" w:type="dxa"/>
            <w:gridSpan w:val="4"/>
          </w:tcPr>
          <w:p w14:paraId="75F4D69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6557606" w14:textId="77777777" w:rsidTr="00340590">
        <w:tc>
          <w:tcPr>
            <w:tcW w:w="1811" w:type="dxa"/>
            <w:gridSpan w:val="4"/>
          </w:tcPr>
          <w:p w14:paraId="2F0E2BED" w14:textId="77777777" w:rsidR="006239DF" w:rsidRPr="00354901" w:rsidRDefault="006239DF" w:rsidP="00B931B4">
            <w:pPr>
              <w:jc w:val="both"/>
              <w:rPr>
                <w:b/>
                <w:bCs/>
              </w:rPr>
            </w:pPr>
            <w:r w:rsidRPr="00354901">
              <w:rPr>
                <w:b/>
                <w:bCs/>
              </w:rPr>
              <w:t>Email Address:</w:t>
            </w:r>
          </w:p>
        </w:tc>
        <w:tc>
          <w:tcPr>
            <w:tcW w:w="7765" w:type="dxa"/>
            <w:gridSpan w:val="7"/>
          </w:tcPr>
          <w:p w14:paraId="4DB7FC4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79D9C4C" w14:textId="77777777" w:rsidR="006239DF" w:rsidRPr="00354901" w:rsidRDefault="006239DF" w:rsidP="00946A8D">
      <w:pPr>
        <w:keepNext/>
        <w:keepLines/>
        <w:spacing w:before="240"/>
        <w:jc w:val="both"/>
        <w:rPr>
          <w:b/>
        </w:rPr>
      </w:pPr>
      <w:r w:rsidRPr="00354901">
        <w:rPr>
          <w:b/>
        </w:rPr>
        <w:t>Sub-QSE Two (SQ2)</w:t>
      </w:r>
    </w:p>
    <w:p w14:paraId="3481DA77"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4A6CC50"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25BEF">
        <w:rPr>
          <w:b/>
          <w:bCs/>
        </w:rPr>
      </w:r>
      <w:r w:rsidR="00A25BEF">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25BEF">
        <w:rPr>
          <w:b/>
          <w:bCs/>
        </w:rPr>
      </w:r>
      <w:r w:rsidR="00A25BEF">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20575CA" w14:textId="77777777" w:rsidTr="00340590">
        <w:tc>
          <w:tcPr>
            <w:tcW w:w="1528" w:type="dxa"/>
            <w:gridSpan w:val="3"/>
          </w:tcPr>
          <w:p w14:paraId="3DF90509" w14:textId="77777777" w:rsidR="006239DF" w:rsidRPr="00354901" w:rsidRDefault="006239DF" w:rsidP="00B931B4">
            <w:pPr>
              <w:jc w:val="both"/>
              <w:rPr>
                <w:b/>
                <w:bCs/>
              </w:rPr>
            </w:pPr>
            <w:r w:rsidRPr="00354901">
              <w:rPr>
                <w:b/>
                <w:bCs/>
              </w:rPr>
              <w:t>Name:</w:t>
            </w:r>
          </w:p>
        </w:tc>
        <w:tc>
          <w:tcPr>
            <w:tcW w:w="3561" w:type="dxa"/>
            <w:gridSpan w:val="4"/>
          </w:tcPr>
          <w:p w14:paraId="1542FA5F"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8BC8A8" w14:textId="77777777" w:rsidR="006239DF" w:rsidRPr="00354901" w:rsidRDefault="006239DF" w:rsidP="00B931B4">
            <w:pPr>
              <w:jc w:val="both"/>
              <w:rPr>
                <w:b/>
                <w:bCs/>
              </w:rPr>
            </w:pPr>
            <w:r w:rsidRPr="00354901">
              <w:rPr>
                <w:b/>
                <w:bCs/>
              </w:rPr>
              <w:t>Title:</w:t>
            </w:r>
          </w:p>
        </w:tc>
        <w:tc>
          <w:tcPr>
            <w:tcW w:w="3620" w:type="dxa"/>
            <w:gridSpan w:val="3"/>
          </w:tcPr>
          <w:p w14:paraId="1E9DAD1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4B79AE7" w14:textId="77777777" w:rsidTr="00340590">
        <w:tc>
          <w:tcPr>
            <w:tcW w:w="1378" w:type="dxa"/>
            <w:gridSpan w:val="2"/>
          </w:tcPr>
          <w:p w14:paraId="46848F96" w14:textId="77777777" w:rsidR="006239DF" w:rsidRPr="00354901" w:rsidRDefault="006239DF" w:rsidP="00B931B4">
            <w:pPr>
              <w:jc w:val="both"/>
              <w:rPr>
                <w:b/>
                <w:bCs/>
              </w:rPr>
            </w:pPr>
            <w:r w:rsidRPr="00354901">
              <w:rPr>
                <w:b/>
                <w:bCs/>
              </w:rPr>
              <w:t>Address:</w:t>
            </w:r>
          </w:p>
        </w:tc>
        <w:tc>
          <w:tcPr>
            <w:tcW w:w="8198" w:type="dxa"/>
            <w:gridSpan w:val="9"/>
          </w:tcPr>
          <w:p w14:paraId="668559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19A16F9" w14:textId="77777777" w:rsidTr="00340590">
        <w:tc>
          <w:tcPr>
            <w:tcW w:w="1025" w:type="dxa"/>
          </w:tcPr>
          <w:p w14:paraId="32BE57B3" w14:textId="77777777" w:rsidR="006239DF" w:rsidRPr="00354901" w:rsidRDefault="006239DF" w:rsidP="00B931B4">
            <w:pPr>
              <w:jc w:val="both"/>
              <w:rPr>
                <w:b/>
                <w:bCs/>
              </w:rPr>
            </w:pPr>
            <w:r w:rsidRPr="00354901">
              <w:rPr>
                <w:b/>
                <w:bCs/>
              </w:rPr>
              <w:t>City:</w:t>
            </w:r>
          </w:p>
        </w:tc>
        <w:tc>
          <w:tcPr>
            <w:tcW w:w="2476" w:type="dxa"/>
            <w:gridSpan w:val="4"/>
          </w:tcPr>
          <w:p w14:paraId="4B374851"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2DE208C" w14:textId="77777777" w:rsidR="006239DF" w:rsidRPr="00354901" w:rsidRDefault="006239DF" w:rsidP="00B931B4">
            <w:pPr>
              <w:jc w:val="both"/>
              <w:rPr>
                <w:b/>
                <w:bCs/>
              </w:rPr>
            </w:pPr>
            <w:r w:rsidRPr="00354901">
              <w:rPr>
                <w:b/>
                <w:bCs/>
              </w:rPr>
              <w:t>State:</w:t>
            </w:r>
          </w:p>
        </w:tc>
        <w:tc>
          <w:tcPr>
            <w:tcW w:w="2106" w:type="dxa"/>
            <w:gridSpan w:val="3"/>
          </w:tcPr>
          <w:p w14:paraId="3E935B86"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62AF427" w14:textId="77777777" w:rsidR="006239DF" w:rsidRPr="00354901" w:rsidRDefault="006239DF" w:rsidP="00B931B4">
            <w:pPr>
              <w:jc w:val="both"/>
              <w:rPr>
                <w:b/>
                <w:bCs/>
              </w:rPr>
            </w:pPr>
            <w:r w:rsidRPr="00354901">
              <w:rPr>
                <w:b/>
                <w:bCs/>
              </w:rPr>
              <w:t>Zip:</w:t>
            </w:r>
          </w:p>
        </w:tc>
        <w:tc>
          <w:tcPr>
            <w:tcW w:w="2291" w:type="dxa"/>
          </w:tcPr>
          <w:p w14:paraId="28E55928"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7C58315" w14:textId="77777777" w:rsidTr="00340590">
        <w:tc>
          <w:tcPr>
            <w:tcW w:w="1378" w:type="dxa"/>
            <w:gridSpan w:val="2"/>
          </w:tcPr>
          <w:p w14:paraId="0F6FEDDB" w14:textId="77777777" w:rsidR="006239DF" w:rsidRPr="00354901" w:rsidRDefault="006239DF" w:rsidP="00B931B4">
            <w:pPr>
              <w:jc w:val="both"/>
              <w:rPr>
                <w:b/>
                <w:bCs/>
              </w:rPr>
            </w:pPr>
            <w:r w:rsidRPr="00354901">
              <w:rPr>
                <w:b/>
                <w:bCs/>
              </w:rPr>
              <w:t>Telephone:</w:t>
            </w:r>
          </w:p>
        </w:tc>
        <w:tc>
          <w:tcPr>
            <w:tcW w:w="3001" w:type="dxa"/>
            <w:gridSpan w:val="4"/>
          </w:tcPr>
          <w:p w14:paraId="5404A22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CDB554" w14:textId="77777777" w:rsidR="006239DF" w:rsidRPr="00354901" w:rsidRDefault="006239DF" w:rsidP="00B931B4">
            <w:pPr>
              <w:jc w:val="both"/>
              <w:rPr>
                <w:b/>
                <w:bCs/>
              </w:rPr>
            </w:pPr>
            <w:r w:rsidRPr="00354901">
              <w:rPr>
                <w:b/>
                <w:bCs/>
              </w:rPr>
              <w:t>Fax:</w:t>
            </w:r>
          </w:p>
        </w:tc>
        <w:tc>
          <w:tcPr>
            <w:tcW w:w="4487" w:type="dxa"/>
            <w:gridSpan w:val="4"/>
          </w:tcPr>
          <w:p w14:paraId="7EB2431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3B80356" w14:textId="77777777" w:rsidTr="00340590">
        <w:tc>
          <w:tcPr>
            <w:tcW w:w="1811" w:type="dxa"/>
            <w:gridSpan w:val="4"/>
          </w:tcPr>
          <w:p w14:paraId="0F42847D" w14:textId="77777777" w:rsidR="006239DF" w:rsidRPr="00354901" w:rsidRDefault="006239DF" w:rsidP="00B931B4">
            <w:pPr>
              <w:jc w:val="both"/>
              <w:rPr>
                <w:b/>
                <w:bCs/>
              </w:rPr>
            </w:pPr>
            <w:r w:rsidRPr="00354901">
              <w:rPr>
                <w:b/>
                <w:bCs/>
              </w:rPr>
              <w:t>Email Address:</w:t>
            </w:r>
          </w:p>
        </w:tc>
        <w:tc>
          <w:tcPr>
            <w:tcW w:w="7765" w:type="dxa"/>
            <w:gridSpan w:val="7"/>
          </w:tcPr>
          <w:p w14:paraId="05E16A4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564BB48" w14:textId="77777777" w:rsidR="006239DF" w:rsidRPr="00354901" w:rsidRDefault="006239DF" w:rsidP="00340590">
      <w:pPr>
        <w:keepNext/>
        <w:keepLines/>
        <w:spacing w:before="240"/>
        <w:jc w:val="both"/>
        <w:rPr>
          <w:b/>
        </w:rPr>
      </w:pPr>
      <w:r w:rsidRPr="00354901">
        <w:rPr>
          <w:b/>
        </w:rPr>
        <w:t>Sub-QSE Three (SQ3)</w:t>
      </w:r>
    </w:p>
    <w:p w14:paraId="7471861B"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32A88E"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25BEF">
        <w:rPr>
          <w:b/>
          <w:bCs/>
        </w:rPr>
      </w:r>
      <w:r w:rsidR="00A25BEF">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25BEF">
        <w:rPr>
          <w:b/>
          <w:bCs/>
        </w:rPr>
      </w:r>
      <w:r w:rsidR="00A25BEF">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0252752" w14:textId="77777777" w:rsidTr="00340590">
        <w:tc>
          <w:tcPr>
            <w:tcW w:w="1528" w:type="dxa"/>
            <w:gridSpan w:val="3"/>
          </w:tcPr>
          <w:p w14:paraId="2C79150C" w14:textId="77777777" w:rsidR="006239DF" w:rsidRPr="00354901" w:rsidRDefault="006239DF" w:rsidP="00B931B4">
            <w:pPr>
              <w:jc w:val="both"/>
              <w:rPr>
                <w:b/>
                <w:bCs/>
              </w:rPr>
            </w:pPr>
            <w:r w:rsidRPr="00354901">
              <w:rPr>
                <w:b/>
                <w:bCs/>
              </w:rPr>
              <w:t>Name:</w:t>
            </w:r>
          </w:p>
        </w:tc>
        <w:tc>
          <w:tcPr>
            <w:tcW w:w="3561" w:type="dxa"/>
            <w:gridSpan w:val="4"/>
          </w:tcPr>
          <w:p w14:paraId="3C292F7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30E0A33" w14:textId="77777777" w:rsidR="006239DF" w:rsidRPr="00354901" w:rsidRDefault="006239DF" w:rsidP="00B931B4">
            <w:pPr>
              <w:jc w:val="both"/>
              <w:rPr>
                <w:b/>
                <w:bCs/>
              </w:rPr>
            </w:pPr>
            <w:r w:rsidRPr="00354901">
              <w:rPr>
                <w:b/>
                <w:bCs/>
              </w:rPr>
              <w:t>Title:</w:t>
            </w:r>
          </w:p>
        </w:tc>
        <w:tc>
          <w:tcPr>
            <w:tcW w:w="3620" w:type="dxa"/>
            <w:gridSpan w:val="3"/>
          </w:tcPr>
          <w:p w14:paraId="1CA9FB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817B56" w14:textId="77777777" w:rsidTr="00340590">
        <w:tc>
          <w:tcPr>
            <w:tcW w:w="1378" w:type="dxa"/>
            <w:gridSpan w:val="2"/>
          </w:tcPr>
          <w:p w14:paraId="6C62445C" w14:textId="77777777" w:rsidR="006239DF" w:rsidRPr="00354901" w:rsidRDefault="006239DF" w:rsidP="00B931B4">
            <w:pPr>
              <w:jc w:val="both"/>
              <w:rPr>
                <w:b/>
                <w:bCs/>
              </w:rPr>
            </w:pPr>
            <w:r w:rsidRPr="00354901">
              <w:rPr>
                <w:b/>
                <w:bCs/>
              </w:rPr>
              <w:t>Address:</w:t>
            </w:r>
          </w:p>
        </w:tc>
        <w:tc>
          <w:tcPr>
            <w:tcW w:w="8198" w:type="dxa"/>
            <w:gridSpan w:val="9"/>
          </w:tcPr>
          <w:p w14:paraId="10E579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431DAD8" w14:textId="77777777" w:rsidTr="00340590">
        <w:tc>
          <w:tcPr>
            <w:tcW w:w="1025" w:type="dxa"/>
          </w:tcPr>
          <w:p w14:paraId="586580D6" w14:textId="77777777" w:rsidR="006239DF" w:rsidRPr="00354901" w:rsidRDefault="006239DF" w:rsidP="00B931B4">
            <w:pPr>
              <w:jc w:val="both"/>
              <w:rPr>
                <w:b/>
                <w:bCs/>
              </w:rPr>
            </w:pPr>
            <w:r w:rsidRPr="00354901">
              <w:rPr>
                <w:b/>
                <w:bCs/>
              </w:rPr>
              <w:t>City:</w:t>
            </w:r>
          </w:p>
        </w:tc>
        <w:tc>
          <w:tcPr>
            <w:tcW w:w="2476" w:type="dxa"/>
            <w:gridSpan w:val="4"/>
          </w:tcPr>
          <w:p w14:paraId="490C6F7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D1D7E13" w14:textId="77777777" w:rsidR="006239DF" w:rsidRPr="00354901" w:rsidRDefault="006239DF" w:rsidP="00B931B4">
            <w:pPr>
              <w:jc w:val="both"/>
              <w:rPr>
                <w:b/>
                <w:bCs/>
              </w:rPr>
            </w:pPr>
            <w:r w:rsidRPr="00354901">
              <w:rPr>
                <w:b/>
                <w:bCs/>
              </w:rPr>
              <w:t>State:</w:t>
            </w:r>
          </w:p>
        </w:tc>
        <w:tc>
          <w:tcPr>
            <w:tcW w:w="2106" w:type="dxa"/>
            <w:gridSpan w:val="3"/>
          </w:tcPr>
          <w:p w14:paraId="6F7A882D"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C70821" w14:textId="77777777" w:rsidR="006239DF" w:rsidRPr="00354901" w:rsidRDefault="006239DF" w:rsidP="00B931B4">
            <w:pPr>
              <w:jc w:val="both"/>
              <w:rPr>
                <w:b/>
                <w:bCs/>
              </w:rPr>
            </w:pPr>
            <w:r w:rsidRPr="00354901">
              <w:rPr>
                <w:b/>
                <w:bCs/>
              </w:rPr>
              <w:t>Zip:</w:t>
            </w:r>
          </w:p>
        </w:tc>
        <w:tc>
          <w:tcPr>
            <w:tcW w:w="2291" w:type="dxa"/>
          </w:tcPr>
          <w:p w14:paraId="508FB57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9712F21" w14:textId="77777777" w:rsidTr="00340590">
        <w:tc>
          <w:tcPr>
            <w:tcW w:w="1378" w:type="dxa"/>
            <w:gridSpan w:val="2"/>
          </w:tcPr>
          <w:p w14:paraId="77A55BEB" w14:textId="77777777" w:rsidR="006239DF" w:rsidRPr="00354901" w:rsidRDefault="006239DF" w:rsidP="00B931B4">
            <w:pPr>
              <w:jc w:val="both"/>
              <w:rPr>
                <w:b/>
                <w:bCs/>
              </w:rPr>
            </w:pPr>
            <w:r w:rsidRPr="00354901">
              <w:rPr>
                <w:b/>
                <w:bCs/>
              </w:rPr>
              <w:t>Telephone:</w:t>
            </w:r>
          </w:p>
        </w:tc>
        <w:tc>
          <w:tcPr>
            <w:tcW w:w="3001" w:type="dxa"/>
            <w:gridSpan w:val="4"/>
          </w:tcPr>
          <w:p w14:paraId="1DC4433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D52ED0C" w14:textId="77777777" w:rsidR="006239DF" w:rsidRPr="00354901" w:rsidRDefault="006239DF" w:rsidP="00B931B4">
            <w:pPr>
              <w:jc w:val="both"/>
              <w:rPr>
                <w:b/>
                <w:bCs/>
              </w:rPr>
            </w:pPr>
            <w:r w:rsidRPr="00354901">
              <w:rPr>
                <w:b/>
                <w:bCs/>
              </w:rPr>
              <w:t>Fax:</w:t>
            </w:r>
          </w:p>
        </w:tc>
        <w:tc>
          <w:tcPr>
            <w:tcW w:w="4487" w:type="dxa"/>
            <w:gridSpan w:val="4"/>
          </w:tcPr>
          <w:p w14:paraId="415C9FF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9DB1B77" w14:textId="77777777" w:rsidTr="00340590">
        <w:tc>
          <w:tcPr>
            <w:tcW w:w="1811" w:type="dxa"/>
            <w:gridSpan w:val="4"/>
          </w:tcPr>
          <w:p w14:paraId="2629D683" w14:textId="77777777" w:rsidR="006239DF" w:rsidRPr="00354901" w:rsidRDefault="006239DF" w:rsidP="00B931B4">
            <w:pPr>
              <w:jc w:val="both"/>
              <w:rPr>
                <w:b/>
                <w:bCs/>
              </w:rPr>
            </w:pPr>
            <w:r w:rsidRPr="00354901">
              <w:rPr>
                <w:b/>
                <w:bCs/>
              </w:rPr>
              <w:t>Email Address:</w:t>
            </w:r>
          </w:p>
        </w:tc>
        <w:tc>
          <w:tcPr>
            <w:tcW w:w="7765" w:type="dxa"/>
            <w:gridSpan w:val="7"/>
          </w:tcPr>
          <w:p w14:paraId="2E172B0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B96F3B" w14:textId="77777777" w:rsidR="006239DF" w:rsidRPr="00354901" w:rsidRDefault="006239DF" w:rsidP="00340590">
      <w:pPr>
        <w:keepNext/>
        <w:keepLines/>
        <w:spacing w:before="240"/>
        <w:jc w:val="both"/>
        <w:rPr>
          <w:b/>
        </w:rPr>
      </w:pPr>
      <w:r w:rsidRPr="00354901">
        <w:rPr>
          <w:b/>
        </w:rPr>
        <w:t>Sub-QSE Four (SQ4)</w:t>
      </w:r>
    </w:p>
    <w:p w14:paraId="65ED23D1"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5583ECA8" w14:textId="77777777"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25BEF">
        <w:rPr>
          <w:b/>
          <w:bCs/>
        </w:rPr>
      </w:r>
      <w:r w:rsidR="00A25BEF">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A25BEF">
        <w:rPr>
          <w:b/>
          <w:bCs/>
        </w:rPr>
      </w:r>
      <w:r w:rsidR="00A25BEF">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EF541C" w14:textId="77777777" w:rsidTr="00340590">
        <w:tc>
          <w:tcPr>
            <w:tcW w:w="1528" w:type="dxa"/>
            <w:gridSpan w:val="3"/>
          </w:tcPr>
          <w:p w14:paraId="411AB9CE" w14:textId="77777777" w:rsidR="006239DF" w:rsidRPr="00354901" w:rsidRDefault="006239DF" w:rsidP="00B931B4">
            <w:pPr>
              <w:jc w:val="both"/>
              <w:rPr>
                <w:b/>
                <w:bCs/>
              </w:rPr>
            </w:pPr>
            <w:r w:rsidRPr="00354901">
              <w:rPr>
                <w:b/>
                <w:bCs/>
              </w:rPr>
              <w:t>Name:</w:t>
            </w:r>
          </w:p>
        </w:tc>
        <w:tc>
          <w:tcPr>
            <w:tcW w:w="3561" w:type="dxa"/>
            <w:gridSpan w:val="4"/>
          </w:tcPr>
          <w:p w14:paraId="3956E655"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5CF2431" w14:textId="77777777" w:rsidR="006239DF" w:rsidRPr="00354901" w:rsidRDefault="006239DF" w:rsidP="00B931B4">
            <w:pPr>
              <w:jc w:val="both"/>
              <w:rPr>
                <w:b/>
                <w:bCs/>
              </w:rPr>
            </w:pPr>
            <w:r w:rsidRPr="00354901">
              <w:rPr>
                <w:b/>
                <w:bCs/>
              </w:rPr>
              <w:t>Title:</w:t>
            </w:r>
          </w:p>
        </w:tc>
        <w:tc>
          <w:tcPr>
            <w:tcW w:w="3620" w:type="dxa"/>
            <w:gridSpan w:val="3"/>
          </w:tcPr>
          <w:p w14:paraId="06AC59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F5C3F01" w14:textId="77777777" w:rsidTr="00340590">
        <w:tc>
          <w:tcPr>
            <w:tcW w:w="1378" w:type="dxa"/>
            <w:gridSpan w:val="2"/>
          </w:tcPr>
          <w:p w14:paraId="247A81C7" w14:textId="77777777" w:rsidR="006239DF" w:rsidRPr="00354901" w:rsidRDefault="006239DF" w:rsidP="00B931B4">
            <w:pPr>
              <w:jc w:val="both"/>
              <w:rPr>
                <w:b/>
                <w:bCs/>
              </w:rPr>
            </w:pPr>
            <w:r w:rsidRPr="00354901">
              <w:rPr>
                <w:b/>
                <w:bCs/>
              </w:rPr>
              <w:t>Address:</w:t>
            </w:r>
          </w:p>
        </w:tc>
        <w:tc>
          <w:tcPr>
            <w:tcW w:w="8198" w:type="dxa"/>
            <w:gridSpan w:val="9"/>
          </w:tcPr>
          <w:p w14:paraId="0AD16D5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B7ABE4" w14:textId="77777777" w:rsidTr="00340590">
        <w:tc>
          <w:tcPr>
            <w:tcW w:w="1025" w:type="dxa"/>
          </w:tcPr>
          <w:p w14:paraId="30E9DD22" w14:textId="77777777" w:rsidR="006239DF" w:rsidRPr="00354901" w:rsidRDefault="006239DF" w:rsidP="00B931B4">
            <w:pPr>
              <w:jc w:val="both"/>
              <w:rPr>
                <w:b/>
                <w:bCs/>
              </w:rPr>
            </w:pPr>
            <w:r w:rsidRPr="00354901">
              <w:rPr>
                <w:b/>
                <w:bCs/>
              </w:rPr>
              <w:t>City:</w:t>
            </w:r>
          </w:p>
        </w:tc>
        <w:tc>
          <w:tcPr>
            <w:tcW w:w="2476" w:type="dxa"/>
            <w:gridSpan w:val="4"/>
          </w:tcPr>
          <w:p w14:paraId="16D53E0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DB9D390" w14:textId="77777777" w:rsidR="006239DF" w:rsidRPr="00354901" w:rsidRDefault="006239DF" w:rsidP="00B931B4">
            <w:pPr>
              <w:jc w:val="both"/>
              <w:rPr>
                <w:b/>
                <w:bCs/>
              </w:rPr>
            </w:pPr>
            <w:r w:rsidRPr="00354901">
              <w:rPr>
                <w:b/>
                <w:bCs/>
              </w:rPr>
              <w:t>State:</w:t>
            </w:r>
          </w:p>
        </w:tc>
        <w:tc>
          <w:tcPr>
            <w:tcW w:w="2106" w:type="dxa"/>
            <w:gridSpan w:val="3"/>
          </w:tcPr>
          <w:p w14:paraId="2CF5EB31"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14C9342" w14:textId="77777777" w:rsidR="006239DF" w:rsidRPr="00354901" w:rsidRDefault="006239DF" w:rsidP="00B931B4">
            <w:pPr>
              <w:jc w:val="both"/>
              <w:rPr>
                <w:b/>
                <w:bCs/>
              </w:rPr>
            </w:pPr>
            <w:r w:rsidRPr="00354901">
              <w:rPr>
                <w:b/>
                <w:bCs/>
              </w:rPr>
              <w:t>Zip:</w:t>
            </w:r>
          </w:p>
        </w:tc>
        <w:tc>
          <w:tcPr>
            <w:tcW w:w="2291" w:type="dxa"/>
          </w:tcPr>
          <w:p w14:paraId="21BA50B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7658E12" w14:textId="77777777" w:rsidTr="00340590">
        <w:tc>
          <w:tcPr>
            <w:tcW w:w="1378" w:type="dxa"/>
            <w:gridSpan w:val="2"/>
          </w:tcPr>
          <w:p w14:paraId="384A05C6" w14:textId="77777777" w:rsidR="006239DF" w:rsidRPr="00354901" w:rsidRDefault="006239DF" w:rsidP="00B931B4">
            <w:pPr>
              <w:jc w:val="both"/>
              <w:rPr>
                <w:b/>
                <w:bCs/>
              </w:rPr>
            </w:pPr>
            <w:r w:rsidRPr="00354901">
              <w:rPr>
                <w:b/>
                <w:bCs/>
              </w:rPr>
              <w:t>Telephone:</w:t>
            </w:r>
          </w:p>
        </w:tc>
        <w:tc>
          <w:tcPr>
            <w:tcW w:w="3001" w:type="dxa"/>
            <w:gridSpan w:val="4"/>
          </w:tcPr>
          <w:p w14:paraId="0ACC3C6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835C2C3" w14:textId="77777777" w:rsidR="006239DF" w:rsidRPr="00354901" w:rsidRDefault="006239DF" w:rsidP="00B931B4">
            <w:pPr>
              <w:jc w:val="both"/>
              <w:rPr>
                <w:b/>
                <w:bCs/>
              </w:rPr>
            </w:pPr>
            <w:r w:rsidRPr="00354901">
              <w:rPr>
                <w:b/>
                <w:bCs/>
              </w:rPr>
              <w:t>Fax:</w:t>
            </w:r>
          </w:p>
        </w:tc>
        <w:tc>
          <w:tcPr>
            <w:tcW w:w="4487" w:type="dxa"/>
            <w:gridSpan w:val="4"/>
          </w:tcPr>
          <w:p w14:paraId="217D850A"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4185B1E" w14:textId="77777777" w:rsidTr="00340590">
        <w:tc>
          <w:tcPr>
            <w:tcW w:w="1811" w:type="dxa"/>
            <w:gridSpan w:val="4"/>
          </w:tcPr>
          <w:p w14:paraId="3E0846A5" w14:textId="77777777" w:rsidR="006239DF" w:rsidRPr="00354901" w:rsidRDefault="006239DF" w:rsidP="00B931B4">
            <w:pPr>
              <w:jc w:val="both"/>
              <w:rPr>
                <w:b/>
                <w:bCs/>
              </w:rPr>
            </w:pPr>
            <w:r w:rsidRPr="00354901">
              <w:rPr>
                <w:b/>
                <w:bCs/>
              </w:rPr>
              <w:t>Email Address:</w:t>
            </w:r>
          </w:p>
        </w:tc>
        <w:tc>
          <w:tcPr>
            <w:tcW w:w="7765" w:type="dxa"/>
            <w:gridSpan w:val="7"/>
          </w:tcPr>
          <w:p w14:paraId="5E8AF65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526AE87" w14:textId="0802354E" w:rsidR="00D22DFF" w:rsidRPr="00D22DFF" w:rsidRDefault="00D22DFF" w:rsidP="00D22DFF"/>
    <w:p w14:paraId="57C3B705" w14:textId="10790650" w:rsidR="00D22DFF" w:rsidRDefault="00D22DFF" w:rsidP="00D22DFF"/>
    <w:p w14:paraId="0DF3E8E2" w14:textId="6139D3F5" w:rsidR="00D22DFF" w:rsidRDefault="00D22DFF" w:rsidP="00D22DFF"/>
    <w:p w14:paraId="02853E24" w14:textId="77777777" w:rsidR="00D22DFF" w:rsidRPr="00D22DFF" w:rsidRDefault="00D22DFF" w:rsidP="00D22DFF"/>
    <w:p w14:paraId="056C51A3" w14:textId="6FBCB269"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lastRenderedPageBreak/>
        <w:t xml:space="preserve">PART IV – </w:t>
      </w:r>
      <w:r w:rsidRPr="00354901">
        <w:rPr>
          <w:b/>
          <w:bCs/>
          <w:iCs/>
          <w:caps/>
          <w:u w:val="single"/>
        </w:rPr>
        <w:t>ADDiTIONAL REQUIRED Information</w:t>
      </w:r>
    </w:p>
    <w:p w14:paraId="2784957C" w14:textId="24DEA1E4" w:rsidR="00340590" w:rsidRDefault="006239DF" w:rsidP="00340590">
      <w:pPr>
        <w:spacing w:after="240"/>
        <w:jc w:val="both"/>
      </w:pPr>
      <w:r w:rsidRPr="00354901">
        <w:rPr>
          <w:b/>
        </w:rPr>
        <w:t xml:space="preserve">1. </w:t>
      </w:r>
      <w:r w:rsidRPr="00354901">
        <w:rPr>
          <w:b/>
          <w:bCs/>
        </w:rPr>
        <w:t>Officers</w:t>
      </w:r>
      <w:r w:rsidR="00D22DFF">
        <w:rPr>
          <w:b/>
          <w:bCs/>
        </w:rPr>
        <w:t xml:space="preserve"> and Principals</w:t>
      </w:r>
      <w:r w:rsidRPr="00354901">
        <w:rPr>
          <w:b/>
        </w:rPr>
        <w:t>.</w:t>
      </w:r>
      <w:r w:rsidR="00946A8D">
        <w:t xml:space="preserve">  </w:t>
      </w:r>
      <w:r w:rsidR="00D22DFF">
        <w:t>Provide the name of all officers and the name and position of each Principal, as defined by Section 16.1.2, Principal of a Market Participant.</w:t>
      </w:r>
      <w:r w:rsidR="00173924">
        <w:t xml:space="preserve">  </w:t>
      </w:r>
      <w:r w:rsidR="00D22DFF">
        <w:t xml:space="preserve">In addition, </w:t>
      </w:r>
      <w:r w:rsidRPr="00354901">
        <w:t>ERCOT will obtain the names of all individuals and/or entities listed with the Texas Secretary of State as having binding authority for the Applicant.</w:t>
      </w:r>
      <w:r w:rsidR="00946A8D">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rsidR="00946A8D">
        <w:t xml:space="preserve">  </w:t>
      </w:r>
      <w:r w:rsidRPr="00354901">
        <w:t>Alternatively, additional documentation (Articles of Incorporation, Board Resolutions, Delegation of Authority, Secretary’s Certificate, etc.) can be provided to prove binding authority for the Applicant.</w:t>
      </w:r>
    </w:p>
    <w:p w14:paraId="24678386" w14:textId="5F3B0B51" w:rsidR="006239DF" w:rsidRPr="00354901" w:rsidRDefault="006239DF" w:rsidP="00340590">
      <w:pPr>
        <w:spacing w:after="240"/>
        <w:jc w:val="both"/>
        <w:rPr>
          <w:bCs/>
          <w:i/>
        </w:rPr>
      </w:pPr>
      <w:r w:rsidRPr="00354901">
        <w:rPr>
          <w:b/>
        </w:rPr>
        <w:t>2. Affiliates and Other Registrations</w:t>
      </w:r>
      <w:r w:rsidRPr="00354901">
        <w:rPr>
          <w:b/>
          <w:bCs/>
        </w:rPr>
        <w:t>.</w:t>
      </w:r>
      <w:r w:rsidR="00946A8D">
        <w:rPr>
          <w:b/>
          <w:bCs/>
        </w:rPr>
        <w:t xml:space="preserve">  </w:t>
      </w:r>
      <w:r w:rsidRPr="00354901">
        <w:rPr>
          <w:bCs/>
        </w:rPr>
        <w:t>Provide the name, legal structure, and relationship of each of the Applicant’s affiliates, if applicable.</w:t>
      </w:r>
      <w:r w:rsidR="00946A8D">
        <w:rPr>
          <w:bCs/>
        </w:rPr>
        <w:t xml:space="preserve">  </w:t>
      </w:r>
      <w:r w:rsidRPr="00354901">
        <w:rPr>
          <w:bCs/>
        </w:rPr>
        <w:t>See Section 2.1</w:t>
      </w:r>
      <w:r>
        <w:rPr>
          <w:bCs/>
        </w:rPr>
        <w:t>, Definitions,</w:t>
      </w:r>
      <w:r w:rsidRPr="00354901">
        <w:rPr>
          <w:bCs/>
        </w:rPr>
        <w:t xml:space="preserve"> for the definition of “Affiliate.” </w:t>
      </w:r>
      <w:r w:rsidR="00173924">
        <w:rPr>
          <w:bCs/>
        </w:rPr>
        <w:t xml:space="preserve"> </w:t>
      </w:r>
      <w:r w:rsidRPr="00354901">
        <w:rPr>
          <w:bCs/>
        </w:rPr>
        <w:t>Please also provide the name and type of any other ERCOT Market Participant registrations held by the Applicant.</w:t>
      </w:r>
      <w:r w:rsidR="00946A8D">
        <w:rPr>
          <w:bCs/>
        </w:rPr>
        <w:t xml:space="preserve">  </w:t>
      </w:r>
      <w:r w:rsidRPr="00354901">
        <w:rPr>
          <w:bCs/>
          <w:i/>
        </w:rPr>
        <w:t>(Attach additional pages if necessary.)</w:t>
      </w:r>
    </w:p>
    <w:p w14:paraId="051DEF57" w14:textId="4583B54E" w:rsidR="00D22DFF" w:rsidRDefault="00D22DFF" w:rsidP="00D22DFF">
      <w:pPr>
        <w:spacing w:after="240"/>
        <w:jc w:val="both"/>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322D7E7A" w14:textId="50A6CE31" w:rsidR="006239DF" w:rsidRPr="00354901" w:rsidRDefault="00D22DFF" w:rsidP="00340590">
      <w:pPr>
        <w:spacing w:after="240"/>
        <w:jc w:val="both"/>
        <w:rPr>
          <w:bCs/>
        </w:rPr>
      </w:pPr>
      <w:r>
        <w:rPr>
          <w:b/>
          <w:bCs/>
        </w:rPr>
        <w:t>4</w:t>
      </w:r>
      <w:r w:rsidR="006239DF" w:rsidRPr="00354901">
        <w:rPr>
          <w:b/>
          <w:bCs/>
        </w:rPr>
        <w:t>. Counter-Party Credit Application</w:t>
      </w:r>
      <w:r w:rsidR="006239DF" w:rsidRPr="00354901">
        <w:rPr>
          <w:b/>
        </w:rPr>
        <w:t>.</w:t>
      </w:r>
      <w:r w:rsidR="00946A8D">
        <w:t xml:space="preserve">  </w:t>
      </w:r>
      <w:r w:rsidR="006239DF" w:rsidRPr="00354901">
        <w:t>Complete the C</w:t>
      </w:r>
      <w:r w:rsidR="006239DF">
        <w:t>ounter-</w:t>
      </w:r>
      <w:r w:rsidR="006239DF" w:rsidRPr="00354901">
        <w:t>P</w:t>
      </w:r>
      <w:r w:rsidR="006239DF">
        <w:t>arty</w:t>
      </w:r>
      <w:r w:rsidR="006239DF" w:rsidRPr="00354901">
        <w:t xml:space="preserve"> Credit Application, located </w:t>
      </w:r>
      <w:r w:rsidR="006239DF">
        <w:t xml:space="preserve">at </w:t>
      </w:r>
      <w:r w:rsidR="006239DF" w:rsidRPr="00152D5B">
        <w:t>http://www.ercot.com/services/rq/credit</w:t>
      </w:r>
      <w:r w:rsidR="006239DF" w:rsidRPr="00354901">
        <w:t>, and submit as instructed in conjunction with this application, in accordance with Section 16.2, Registration and Qualification of</w:t>
      </w:r>
      <w:r w:rsidR="007C3032" w:rsidRPr="007C3032">
        <w:t xml:space="preserve"> </w:t>
      </w:r>
      <w:r w:rsidR="007C3032">
        <w:t>Qualified Scheduling Entities</w:t>
      </w:r>
      <w:r w:rsidR="006239DF"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239DF" w:rsidRPr="00354901" w14:paraId="71E5176F" w14:textId="77777777" w:rsidTr="006239DF">
        <w:tc>
          <w:tcPr>
            <w:tcW w:w="1974" w:type="pct"/>
          </w:tcPr>
          <w:p w14:paraId="1659DD26" w14:textId="77777777" w:rsidR="006239DF" w:rsidRPr="00354901" w:rsidRDefault="006239DF" w:rsidP="00B931B4">
            <w:pPr>
              <w:jc w:val="center"/>
            </w:pPr>
            <w:r w:rsidRPr="00354901">
              <w:rPr>
                <w:b/>
                <w:bCs/>
              </w:rPr>
              <w:t>Affiliate Name</w:t>
            </w:r>
          </w:p>
          <w:p w14:paraId="1085B195" w14:textId="77777777" w:rsidR="006239DF" w:rsidRPr="00354901" w:rsidRDefault="006239DF" w:rsidP="00B931B4">
            <w:pPr>
              <w:jc w:val="center"/>
            </w:pPr>
            <w:r w:rsidRPr="00354901">
              <w:t>(or name used for other ERCOT registration)</w:t>
            </w:r>
          </w:p>
        </w:tc>
        <w:tc>
          <w:tcPr>
            <w:tcW w:w="1322" w:type="pct"/>
          </w:tcPr>
          <w:p w14:paraId="73FA4C23" w14:textId="77777777" w:rsidR="006239DF" w:rsidRPr="00354901" w:rsidRDefault="006239DF" w:rsidP="00B931B4">
            <w:pPr>
              <w:jc w:val="center"/>
              <w:rPr>
                <w:b/>
                <w:bCs/>
              </w:rPr>
            </w:pPr>
            <w:r w:rsidRPr="00354901">
              <w:rPr>
                <w:b/>
                <w:bCs/>
              </w:rPr>
              <w:t>Type of Legal Structure</w:t>
            </w:r>
          </w:p>
          <w:p w14:paraId="6447BE98" w14:textId="77777777" w:rsidR="006239DF" w:rsidRPr="00354901" w:rsidRDefault="006239DF" w:rsidP="00B931B4">
            <w:pPr>
              <w:jc w:val="center"/>
              <w:rPr>
                <w:bCs/>
              </w:rPr>
            </w:pPr>
            <w:r w:rsidRPr="00354901">
              <w:rPr>
                <w:bCs/>
              </w:rPr>
              <w:t>(partnership, limited liability company, corporation, etc.)</w:t>
            </w:r>
          </w:p>
        </w:tc>
        <w:tc>
          <w:tcPr>
            <w:tcW w:w="1704" w:type="pct"/>
          </w:tcPr>
          <w:p w14:paraId="2F67AC01" w14:textId="77777777" w:rsidR="006239DF" w:rsidRPr="00354901" w:rsidRDefault="006239DF" w:rsidP="00B931B4">
            <w:pPr>
              <w:keepNext/>
              <w:jc w:val="center"/>
              <w:outlineLvl w:val="2"/>
              <w:rPr>
                <w:b/>
                <w:bCs/>
              </w:rPr>
            </w:pPr>
            <w:r w:rsidRPr="00354901">
              <w:rPr>
                <w:b/>
                <w:bCs/>
              </w:rPr>
              <w:t>Relationship</w:t>
            </w:r>
          </w:p>
          <w:p w14:paraId="373E7396" w14:textId="77777777" w:rsidR="006239DF" w:rsidRPr="00354901" w:rsidRDefault="006239DF" w:rsidP="00B931B4">
            <w:pPr>
              <w:jc w:val="center"/>
            </w:pPr>
            <w:r w:rsidRPr="00354901">
              <w:t>(parent, subsidiary, partner, affiliate, etc.)</w:t>
            </w:r>
          </w:p>
        </w:tc>
      </w:tr>
      <w:tr w:rsidR="006239DF" w:rsidRPr="00354901" w14:paraId="5B62C68E" w14:textId="77777777" w:rsidTr="006239DF">
        <w:tc>
          <w:tcPr>
            <w:tcW w:w="1974" w:type="pct"/>
          </w:tcPr>
          <w:p w14:paraId="7CC0E446"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024173"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495A188"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56EC2AE" w14:textId="77777777" w:rsidTr="006239DF">
        <w:tc>
          <w:tcPr>
            <w:tcW w:w="1974" w:type="pct"/>
          </w:tcPr>
          <w:p w14:paraId="776821DB" w14:textId="77777777" w:rsidR="006239DF" w:rsidRPr="00354901" w:rsidRDefault="006239DF" w:rsidP="00B931B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0E7BA74" w14:textId="77777777" w:rsidR="006239DF" w:rsidRPr="00354901" w:rsidRDefault="006239DF" w:rsidP="00B931B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E8E390" w14:textId="77777777" w:rsidR="006239DF" w:rsidRPr="00354901" w:rsidRDefault="006239DF" w:rsidP="00B931B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1F9EABA" w14:textId="77777777" w:rsidTr="006239DF">
        <w:tc>
          <w:tcPr>
            <w:tcW w:w="1974" w:type="pct"/>
          </w:tcPr>
          <w:p w14:paraId="352F9655" w14:textId="77777777" w:rsidR="006239DF" w:rsidRPr="00354901" w:rsidRDefault="006239DF" w:rsidP="00B931B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A6FDF0" w14:textId="77777777" w:rsidR="006239DF" w:rsidRPr="00354901" w:rsidRDefault="006239DF" w:rsidP="00B931B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A68CFD6" w14:textId="77777777" w:rsidR="006239DF" w:rsidRPr="00354901" w:rsidRDefault="006239DF" w:rsidP="00B931B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6BBE1C7" w14:textId="77777777" w:rsidTr="006239DF">
        <w:tc>
          <w:tcPr>
            <w:tcW w:w="1974" w:type="pct"/>
          </w:tcPr>
          <w:p w14:paraId="1BAEE54C" w14:textId="77777777" w:rsidR="006239DF" w:rsidRPr="00354901" w:rsidRDefault="006239DF" w:rsidP="00B931B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F9F54AD" w14:textId="77777777" w:rsidR="006239DF" w:rsidRPr="00354901" w:rsidRDefault="006239DF" w:rsidP="00B931B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E802FF0" w14:textId="77777777" w:rsidR="006239DF" w:rsidRPr="00354901" w:rsidRDefault="006239DF" w:rsidP="00B931B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DFF17E1" w14:textId="77777777" w:rsidTr="006239DF">
        <w:tc>
          <w:tcPr>
            <w:tcW w:w="1974" w:type="pct"/>
          </w:tcPr>
          <w:p w14:paraId="00D17619" w14:textId="77777777" w:rsidR="006239DF" w:rsidRPr="00354901" w:rsidRDefault="006239DF" w:rsidP="00B931B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EAC58A6" w14:textId="77777777" w:rsidR="006239DF" w:rsidRPr="00354901" w:rsidRDefault="006239DF" w:rsidP="00B931B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4D1C1A8" w14:textId="77777777" w:rsidR="006239DF" w:rsidRPr="00354901" w:rsidRDefault="006239DF" w:rsidP="00B931B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2078695F" w14:textId="77777777" w:rsidTr="006239DF">
        <w:tc>
          <w:tcPr>
            <w:tcW w:w="1974" w:type="pct"/>
          </w:tcPr>
          <w:p w14:paraId="6E440860"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3022B9C"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54FC654"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FCB9F3B" w14:textId="77777777" w:rsidTr="006239DF">
        <w:tc>
          <w:tcPr>
            <w:tcW w:w="1974" w:type="pct"/>
          </w:tcPr>
          <w:p w14:paraId="466F27B8"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1539F40"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011392E"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21A88EA6" w14:textId="2A411128" w:rsidR="006239DF" w:rsidRPr="00354901" w:rsidRDefault="00D22DFF" w:rsidP="00340590">
      <w:pPr>
        <w:spacing w:before="240" w:after="240"/>
        <w:jc w:val="both"/>
      </w:pPr>
      <w:r>
        <w:rPr>
          <w:b/>
        </w:rPr>
        <w:t>5</w:t>
      </w:r>
      <w:r w:rsidR="006239DF" w:rsidRPr="00354901">
        <w:rPr>
          <w:b/>
        </w:rPr>
        <w:t>. Annual Certification Form to Meet ERCOT Additional Minimum Participation.</w:t>
      </w:r>
      <w:r w:rsidR="00946A8D">
        <w:t xml:space="preserve">  </w:t>
      </w:r>
      <w:r w:rsidR="006239DF" w:rsidRPr="00354901">
        <w:t xml:space="preserve">Complete </w:t>
      </w:r>
      <w:r w:rsidR="006239DF">
        <w:t xml:space="preserve">Section 22, </w:t>
      </w:r>
      <w:r w:rsidR="006239DF" w:rsidRPr="00354901">
        <w:t xml:space="preserve">Attachment J, </w:t>
      </w:r>
      <w:r w:rsidR="006239DF" w:rsidRPr="00AD66AD">
        <w:t>Annual Certification Form to Meet ERCOT Additional Minimum Participation Requirements</w:t>
      </w:r>
      <w:r w:rsidR="006239DF">
        <w:t>,</w:t>
      </w:r>
      <w:r w:rsidR="006239DF" w:rsidRPr="00AD66AD">
        <w:t xml:space="preserve"> </w:t>
      </w:r>
      <w:r w:rsidR="006239DF" w:rsidRPr="00354901">
        <w:t>and submit in conjunction with this application, pursuant to Section 16.16.3, Verification of Risk Management Framework.</w:t>
      </w:r>
    </w:p>
    <w:p w14:paraId="5A754594" w14:textId="77777777"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lastRenderedPageBreak/>
        <w:t>PART V – SIGNATURE</w:t>
      </w:r>
    </w:p>
    <w:p w14:paraId="5FFB1F59" w14:textId="1B221C69" w:rsidR="006239DF" w:rsidRPr="00354901" w:rsidRDefault="006239DF" w:rsidP="00340590">
      <w:pPr>
        <w:spacing w:after="240"/>
        <w:jc w:val="both"/>
      </w:pPr>
      <w:r w:rsidRPr="00354901">
        <w:t>I affirm that I have personal knowledge of the facts stated in this application and that I have the authority to submit this application form on behalf of the Applicant.</w:t>
      </w:r>
      <w:r w:rsidR="00946A8D">
        <w:t xml:space="preserve">  </w:t>
      </w:r>
      <w:r w:rsidRPr="00354901">
        <w:t xml:space="preserve">I further affirm that all statements </w:t>
      </w:r>
      <w:proofErr w:type="gramStart"/>
      <w:r w:rsidRPr="00354901">
        <w:t>made</w:t>
      </w:r>
      <w:proofErr w:type="gramEnd"/>
      <w:r w:rsidRPr="00354901">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6239DF" w:rsidRPr="00354901" w14:paraId="15E300E1" w14:textId="77777777" w:rsidTr="00340590">
        <w:tc>
          <w:tcPr>
            <w:tcW w:w="4092" w:type="dxa"/>
            <w:vAlign w:val="center"/>
          </w:tcPr>
          <w:p w14:paraId="3FEE7857" w14:textId="77777777" w:rsidR="006239DF" w:rsidRPr="00354901" w:rsidRDefault="006239DF" w:rsidP="00B931B4">
            <w:r w:rsidRPr="00354901">
              <w:t>Signature of AR, Backup AR or Officer:</w:t>
            </w:r>
          </w:p>
        </w:tc>
        <w:tc>
          <w:tcPr>
            <w:tcW w:w="5484" w:type="dxa"/>
          </w:tcPr>
          <w:p w14:paraId="3A8B87BC"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6239DF" w:rsidRPr="00354901" w14:paraId="2128ED49" w14:textId="77777777" w:rsidTr="00340590">
        <w:tc>
          <w:tcPr>
            <w:tcW w:w="4092" w:type="dxa"/>
            <w:vAlign w:val="center"/>
          </w:tcPr>
          <w:p w14:paraId="40A57973" w14:textId="77777777" w:rsidR="006239DF" w:rsidRPr="00354901" w:rsidRDefault="006239DF" w:rsidP="00B931B4">
            <w:r w:rsidRPr="00354901">
              <w:t>Printed Name of AR, Backup AR or Officer:</w:t>
            </w:r>
          </w:p>
        </w:tc>
        <w:tc>
          <w:tcPr>
            <w:tcW w:w="5484" w:type="dxa"/>
          </w:tcPr>
          <w:p w14:paraId="27311615"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4"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4"/>
          </w:p>
        </w:tc>
      </w:tr>
      <w:tr w:rsidR="006239DF" w:rsidRPr="00354901" w14:paraId="43844325" w14:textId="77777777" w:rsidTr="00340590">
        <w:tc>
          <w:tcPr>
            <w:tcW w:w="4092" w:type="dxa"/>
            <w:vAlign w:val="center"/>
          </w:tcPr>
          <w:p w14:paraId="3A23D233" w14:textId="77777777" w:rsidR="006239DF" w:rsidRPr="00354901" w:rsidRDefault="006239DF" w:rsidP="00B931B4">
            <w:pPr>
              <w:keepNext/>
              <w:autoSpaceDE w:val="0"/>
              <w:autoSpaceDN w:val="0"/>
              <w:outlineLvl w:val="1"/>
              <w:rPr>
                <w:bCs/>
                <w:iCs/>
              </w:rPr>
            </w:pPr>
            <w:r w:rsidRPr="00354901">
              <w:rPr>
                <w:bCs/>
                <w:iCs/>
              </w:rPr>
              <w:t>Date:</w:t>
            </w:r>
          </w:p>
        </w:tc>
        <w:tc>
          <w:tcPr>
            <w:tcW w:w="5484" w:type="dxa"/>
          </w:tcPr>
          <w:p w14:paraId="0B43CFB6"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
          </w:p>
        </w:tc>
      </w:tr>
    </w:tbl>
    <w:p w14:paraId="00AAC9CD" w14:textId="77777777" w:rsidR="00A10140" w:rsidRPr="00394938" w:rsidRDefault="00A10140" w:rsidP="00340590">
      <w:pPr>
        <w:spacing w:after="240"/>
        <w:rPr>
          <w:b/>
          <w:bCs/>
        </w:rPr>
      </w:pPr>
    </w:p>
    <w:sectPr w:rsidR="00A10140"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4D195" w14:textId="77777777" w:rsidR="00946A8D" w:rsidRDefault="00946A8D">
      <w:r>
        <w:separator/>
      </w:r>
    </w:p>
  </w:endnote>
  <w:endnote w:type="continuationSeparator" w:id="0">
    <w:p w14:paraId="77E300E7" w14:textId="77777777" w:rsidR="00946A8D" w:rsidRDefault="0094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63CE"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1D42CA80" w14:textId="77777777" w:rsidR="00946A8D" w:rsidRDefault="00946A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4990" w14:textId="77777777" w:rsidR="00946A8D" w:rsidRDefault="00946A8D">
    <w:pPr>
      <w:pStyle w:val="BodyText"/>
      <w:pBdr>
        <w:top w:val="single" w:sz="4" w:space="1" w:color="auto"/>
      </w:pBdr>
      <w:spacing w:before="0"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08FA93"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34AD" w14:textId="77777777" w:rsidR="00946A8D" w:rsidRPr="0012002B" w:rsidRDefault="00946A8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BB27"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7038B529" w14:textId="77777777" w:rsidR="00946A8D" w:rsidRDefault="00946A8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B61B" w14:textId="7B66677E" w:rsidR="00946A8D" w:rsidRDefault="00946A8D">
    <w:pPr>
      <w:pStyle w:val="BodyText"/>
      <w:pBdr>
        <w:top w:val="single" w:sz="4" w:space="1" w:color="auto"/>
      </w:pBdr>
      <w:spacing w:before="0" w:after="0"/>
      <w:rPr>
        <w:rStyle w:val="PageNumber"/>
        <w:sz w:val="20"/>
        <w:szCs w:val="20"/>
      </w:rPr>
    </w:pPr>
    <w:r>
      <w:rPr>
        <w:smallCaps/>
        <w:sz w:val="20"/>
        <w:szCs w:val="20"/>
      </w:rPr>
      <w:t xml:space="preserve">ERCOT Nodal Protocols – </w:t>
    </w:r>
    <w:r w:rsidR="009E7F94">
      <w:rPr>
        <w:smallCaps/>
        <w:sz w:val="20"/>
        <w:szCs w:val="20"/>
      </w:rPr>
      <w:t>February</w:t>
    </w:r>
    <w:r>
      <w:rPr>
        <w:smallCaps/>
        <w:sz w:val="20"/>
        <w:szCs w:val="20"/>
      </w:rPr>
      <w:t xml:space="preserve"> 1, </w:t>
    </w:r>
    <w:proofErr w:type="gramStart"/>
    <w:r>
      <w:rPr>
        <w:smallCaps/>
        <w:sz w:val="20"/>
        <w:szCs w:val="20"/>
      </w:rPr>
      <w:t>202</w:t>
    </w:r>
    <w:r w:rsidR="00D22DFF">
      <w:rPr>
        <w:smallCaps/>
        <w:sz w:val="20"/>
        <w:szCs w:val="20"/>
      </w:rPr>
      <w:t>2</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23G-</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08EB170F"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319E4" w14:textId="77777777" w:rsidR="00946A8D" w:rsidRPr="0012002B" w:rsidRDefault="00946A8D">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A494E" w14:textId="77777777" w:rsidR="00946A8D" w:rsidRDefault="00946A8D">
      <w:r>
        <w:separator/>
      </w:r>
    </w:p>
  </w:footnote>
  <w:footnote w:type="continuationSeparator" w:id="0">
    <w:p w14:paraId="574B18DC" w14:textId="77777777" w:rsidR="00946A8D" w:rsidRDefault="00946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2482"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1D93786E" w14:textId="77777777" w:rsidR="00946A8D" w:rsidRDefault="00946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CC11"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G</w:t>
    </w:r>
    <w:r w:rsidRPr="00CC4C8B">
      <w:rPr>
        <w:smallCaps/>
        <w:sz w:val="20"/>
        <w:szCs w:val="20"/>
      </w:rPr>
      <w:t xml:space="preserve">):  </w:t>
    </w:r>
    <w:r w:rsidRPr="006239DF">
      <w:rPr>
        <w:smallCaps/>
        <w:sz w:val="20"/>
        <w:szCs w:val="20"/>
      </w:rPr>
      <w:t>QSE Application and Service Filing for Registration Form</w:t>
    </w:r>
  </w:p>
  <w:p w14:paraId="31439F63" w14:textId="77777777" w:rsidR="00946A8D" w:rsidRDefault="00946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6"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num w:numId="1">
    <w:abstractNumId w:val="4"/>
  </w:num>
  <w:num w:numId="2">
    <w:abstractNumId w:val="2"/>
  </w:num>
  <w:num w:numId="3">
    <w:abstractNumId w:val="1"/>
  </w:num>
  <w:num w:numId="4">
    <w:abstractNumId w:val="7"/>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bMVCCyLUfCWsCTEKxwoaabX5nmKAEu4DAChwZpf2d2XQcoDzg9mya6+bzqes7xkYMnO6rl3PoOjmzHbQYGTkg==" w:salt="xJIDTZy35Iz9TUTmAl3Dfg=="/>
  <w:defaultTabStop w:val="720"/>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0DC6"/>
    <w:rsid w:val="000120CE"/>
    <w:rsid w:val="000331F2"/>
    <w:rsid w:val="00033278"/>
    <w:rsid w:val="00033F66"/>
    <w:rsid w:val="000408FE"/>
    <w:rsid w:val="000576CA"/>
    <w:rsid w:val="00060787"/>
    <w:rsid w:val="0007021D"/>
    <w:rsid w:val="000D218C"/>
    <w:rsid w:val="000E17EF"/>
    <w:rsid w:val="00105F85"/>
    <w:rsid w:val="00106648"/>
    <w:rsid w:val="00141C81"/>
    <w:rsid w:val="00161D16"/>
    <w:rsid w:val="00173924"/>
    <w:rsid w:val="001814C9"/>
    <w:rsid w:val="0018445A"/>
    <w:rsid w:val="001B7B48"/>
    <w:rsid w:val="001C4776"/>
    <w:rsid w:val="001E34F7"/>
    <w:rsid w:val="001E59AE"/>
    <w:rsid w:val="002148C6"/>
    <w:rsid w:val="002209E9"/>
    <w:rsid w:val="00241E00"/>
    <w:rsid w:val="002910C4"/>
    <w:rsid w:val="002B123F"/>
    <w:rsid w:val="002D1461"/>
    <w:rsid w:val="002D4488"/>
    <w:rsid w:val="002E0FF3"/>
    <w:rsid w:val="003016FA"/>
    <w:rsid w:val="00314C5F"/>
    <w:rsid w:val="00316D91"/>
    <w:rsid w:val="0033718A"/>
    <w:rsid w:val="00340590"/>
    <w:rsid w:val="00376B2B"/>
    <w:rsid w:val="00394938"/>
    <w:rsid w:val="003A4E89"/>
    <w:rsid w:val="003D357B"/>
    <w:rsid w:val="003E2BA1"/>
    <w:rsid w:val="004113E9"/>
    <w:rsid w:val="0041752B"/>
    <w:rsid w:val="004212C1"/>
    <w:rsid w:val="004248C3"/>
    <w:rsid w:val="00425FC3"/>
    <w:rsid w:val="004449AF"/>
    <w:rsid w:val="00446F74"/>
    <w:rsid w:val="00484605"/>
    <w:rsid w:val="0049024D"/>
    <w:rsid w:val="004E0D5D"/>
    <w:rsid w:val="0052095F"/>
    <w:rsid w:val="00530906"/>
    <w:rsid w:val="00531DA3"/>
    <w:rsid w:val="005337E6"/>
    <w:rsid w:val="00543713"/>
    <w:rsid w:val="00550BD6"/>
    <w:rsid w:val="0058461B"/>
    <w:rsid w:val="005918CE"/>
    <w:rsid w:val="005A3E53"/>
    <w:rsid w:val="005B2A3F"/>
    <w:rsid w:val="005B7B27"/>
    <w:rsid w:val="005F1CAA"/>
    <w:rsid w:val="005F7BFD"/>
    <w:rsid w:val="00612232"/>
    <w:rsid w:val="00612D9E"/>
    <w:rsid w:val="006239DF"/>
    <w:rsid w:val="00642E06"/>
    <w:rsid w:val="006515D6"/>
    <w:rsid w:val="006866EC"/>
    <w:rsid w:val="00695CDF"/>
    <w:rsid w:val="006B0FCC"/>
    <w:rsid w:val="006C3CFC"/>
    <w:rsid w:val="006E5572"/>
    <w:rsid w:val="007275A4"/>
    <w:rsid w:val="00746909"/>
    <w:rsid w:val="00777BDA"/>
    <w:rsid w:val="00797F0D"/>
    <w:rsid w:val="007A026B"/>
    <w:rsid w:val="007A100C"/>
    <w:rsid w:val="007A3617"/>
    <w:rsid w:val="007B2038"/>
    <w:rsid w:val="007B7A0F"/>
    <w:rsid w:val="007C3032"/>
    <w:rsid w:val="007E0ED0"/>
    <w:rsid w:val="007F1FCC"/>
    <w:rsid w:val="007F61E0"/>
    <w:rsid w:val="00802542"/>
    <w:rsid w:val="008057E4"/>
    <w:rsid w:val="0083686C"/>
    <w:rsid w:val="00862449"/>
    <w:rsid w:val="008735E1"/>
    <w:rsid w:val="008744F2"/>
    <w:rsid w:val="008A6E02"/>
    <w:rsid w:val="008B48CC"/>
    <w:rsid w:val="008E7D3E"/>
    <w:rsid w:val="008F1199"/>
    <w:rsid w:val="008F70B7"/>
    <w:rsid w:val="00904DCC"/>
    <w:rsid w:val="009258E0"/>
    <w:rsid w:val="00946A8D"/>
    <w:rsid w:val="00953029"/>
    <w:rsid w:val="00972AEA"/>
    <w:rsid w:val="00975C2D"/>
    <w:rsid w:val="009E7F94"/>
    <w:rsid w:val="00A06BB8"/>
    <w:rsid w:val="00A10140"/>
    <w:rsid w:val="00A12F1F"/>
    <w:rsid w:val="00A1536D"/>
    <w:rsid w:val="00A173FF"/>
    <w:rsid w:val="00A25BEF"/>
    <w:rsid w:val="00A271F3"/>
    <w:rsid w:val="00A45D42"/>
    <w:rsid w:val="00A51557"/>
    <w:rsid w:val="00A55DB6"/>
    <w:rsid w:val="00A706C1"/>
    <w:rsid w:val="00A74001"/>
    <w:rsid w:val="00A800CA"/>
    <w:rsid w:val="00AA076D"/>
    <w:rsid w:val="00AB1AEC"/>
    <w:rsid w:val="00AB1F6C"/>
    <w:rsid w:val="00AC1A25"/>
    <w:rsid w:val="00B06A8B"/>
    <w:rsid w:val="00B20FA9"/>
    <w:rsid w:val="00B47756"/>
    <w:rsid w:val="00B6333D"/>
    <w:rsid w:val="00B67F51"/>
    <w:rsid w:val="00B931B4"/>
    <w:rsid w:val="00BB25D5"/>
    <w:rsid w:val="00BB34DC"/>
    <w:rsid w:val="00C51952"/>
    <w:rsid w:val="00CB084E"/>
    <w:rsid w:val="00CC23ED"/>
    <w:rsid w:val="00CC4C8B"/>
    <w:rsid w:val="00CE1859"/>
    <w:rsid w:val="00CE5BBB"/>
    <w:rsid w:val="00D22DFF"/>
    <w:rsid w:val="00D35233"/>
    <w:rsid w:val="00D467D2"/>
    <w:rsid w:val="00D622F6"/>
    <w:rsid w:val="00D66C95"/>
    <w:rsid w:val="00D8326C"/>
    <w:rsid w:val="00D97B6A"/>
    <w:rsid w:val="00DD28F7"/>
    <w:rsid w:val="00E30297"/>
    <w:rsid w:val="00E35143"/>
    <w:rsid w:val="00E61FFC"/>
    <w:rsid w:val="00E77BF5"/>
    <w:rsid w:val="00EA2772"/>
    <w:rsid w:val="00EA2AFF"/>
    <w:rsid w:val="00EB7ABB"/>
    <w:rsid w:val="00EC2697"/>
    <w:rsid w:val="00EC4B4E"/>
    <w:rsid w:val="00EE178C"/>
    <w:rsid w:val="00F14C17"/>
    <w:rsid w:val="00F166D9"/>
    <w:rsid w:val="00F2424B"/>
    <w:rsid w:val="00F30467"/>
    <w:rsid w:val="00F45E29"/>
    <w:rsid w:val="00F72B58"/>
    <w:rsid w:val="00F916A8"/>
    <w:rsid w:val="00F95560"/>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30F9AB77"/>
  <w15:chartTrackingRefBased/>
  <w15:docId w15:val="{94358F80-755E-4413-BD64-29A66AB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qFormat/>
    <w:rsid w:val="00394938"/>
    <w:pPr>
      <w:ind w:left="720"/>
    </w:pPr>
    <w:rPr>
      <w:rFonts w:eastAsia="Calibri"/>
    </w:rPr>
  </w:style>
  <w:style w:type="character" w:customStyle="1" w:styleId="BalloonTextChar">
    <w:name w:val="Balloon Text Char"/>
    <w:link w:val="BalloonText"/>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6C3CFC"/>
    <w:rPr>
      <w:sz w:val="24"/>
      <w:szCs w:val="24"/>
      <w:u w:val="single"/>
    </w:rPr>
  </w:style>
  <w:style w:type="character" w:customStyle="1" w:styleId="Heading2Char">
    <w:name w:val="Heading 2 Char"/>
    <w:aliases w:val="h2 Char"/>
    <w:link w:val="Heading2"/>
    <w:rsid w:val="006C3CFC"/>
    <w:rPr>
      <w:b/>
      <w:sz w:val="24"/>
    </w:rPr>
  </w:style>
  <w:style w:type="character" w:customStyle="1" w:styleId="Heading3Char">
    <w:name w:val="Heading 3 Char"/>
    <w:aliases w:val="h3 Char"/>
    <w:link w:val="Heading3"/>
    <w:rsid w:val="006C3CFC"/>
    <w:rPr>
      <w:i/>
      <w:sz w:val="24"/>
    </w:rPr>
  </w:style>
  <w:style w:type="character" w:customStyle="1" w:styleId="Heading4Char">
    <w:name w:val="Heading 4 Char"/>
    <w:aliases w:val="h4 Char, Char Char"/>
    <w:link w:val="Heading4"/>
    <w:rsid w:val="006C3CFC"/>
    <w:rPr>
      <w:snapToGrid w:val="0"/>
      <w:sz w:val="24"/>
    </w:rPr>
  </w:style>
  <w:style w:type="character" w:customStyle="1" w:styleId="Heading5Char">
    <w:name w:val="Heading 5 Char"/>
    <w:aliases w:val="h5 Char"/>
    <w:link w:val="Heading5"/>
    <w:rsid w:val="006C3CFC"/>
    <w:rPr>
      <w:b/>
      <w:i/>
      <w:sz w:val="26"/>
    </w:rPr>
  </w:style>
  <w:style w:type="character" w:customStyle="1" w:styleId="Heading6Char">
    <w:name w:val="Heading 6 Char"/>
    <w:aliases w:val="h6 Char"/>
    <w:link w:val="Heading6"/>
    <w:rsid w:val="006C3CFC"/>
    <w:rPr>
      <w:b/>
      <w:sz w:val="22"/>
    </w:rPr>
  </w:style>
  <w:style w:type="character" w:customStyle="1" w:styleId="Heading7Char">
    <w:name w:val="Heading 7 Char"/>
    <w:link w:val="Heading7"/>
    <w:rsid w:val="006C3CFC"/>
    <w:rPr>
      <w:sz w:val="24"/>
    </w:rPr>
  </w:style>
  <w:style w:type="character" w:customStyle="1" w:styleId="Heading8Char">
    <w:name w:val="Heading 8 Char"/>
    <w:link w:val="Heading8"/>
    <w:rsid w:val="006C3CFC"/>
    <w:rPr>
      <w:i/>
      <w:sz w:val="24"/>
    </w:rPr>
  </w:style>
  <w:style w:type="character" w:customStyle="1" w:styleId="Heading9Char">
    <w:name w:val="Heading 9 Char"/>
    <w:link w:val="Heading9"/>
    <w:rsid w:val="006C3CFC"/>
    <w:rPr>
      <w:rFonts w:ascii="Arial" w:hAnsi="Arial"/>
      <w:sz w:val="22"/>
    </w:rPr>
  </w:style>
  <w:style w:type="character" w:customStyle="1" w:styleId="BodyTextIndentChar">
    <w:name w:val="Body Text Indent Char"/>
    <w:link w:val="BodyTextIndent"/>
    <w:rsid w:val="006C3CFC"/>
    <w:rPr>
      <w:sz w:val="24"/>
      <w:szCs w:val="24"/>
    </w:rPr>
  </w:style>
  <w:style w:type="character" w:customStyle="1" w:styleId="EndnoteTextChar">
    <w:name w:val="Endnote Text Char"/>
    <w:link w:val="EndnoteText"/>
    <w:rsid w:val="006C3CFC"/>
    <w:rPr>
      <w:snapToGrid w:val="0"/>
      <w:sz w:val="24"/>
    </w:rPr>
  </w:style>
  <w:style w:type="character" w:customStyle="1" w:styleId="FootnoteTextChar">
    <w:name w:val="Footnote Text Char"/>
    <w:link w:val="FootnoteText"/>
    <w:rsid w:val="006C3CFC"/>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A10140"/>
    <w:rPr>
      <w:sz w:val="24"/>
      <w:szCs w:val="24"/>
    </w:rPr>
  </w:style>
  <w:style w:type="character" w:customStyle="1" w:styleId="BulletChar">
    <w:name w:val="Bullet Char"/>
    <w:link w:val="Bullet"/>
    <w:rsid w:val="00A10140"/>
    <w:rPr>
      <w:sz w:val="24"/>
    </w:rPr>
  </w:style>
  <w:style w:type="character" w:customStyle="1" w:styleId="BulletIndentChar">
    <w:name w:val="Bullet Indent Char"/>
    <w:link w:val="BulletIndent"/>
    <w:rsid w:val="00A10140"/>
    <w:rPr>
      <w:sz w:val="24"/>
    </w:rPr>
  </w:style>
  <w:style w:type="character" w:customStyle="1" w:styleId="FormulaBoldChar">
    <w:name w:val="Formula Bold Char"/>
    <w:link w:val="FormulaBold"/>
    <w:rsid w:val="00A10140"/>
    <w:rPr>
      <w:b/>
      <w:bCs/>
      <w:sz w:val="24"/>
      <w:szCs w:val="24"/>
    </w:rPr>
  </w:style>
  <w:style w:type="character" w:customStyle="1" w:styleId="CharChar5">
    <w:name w:val="Char Char5"/>
    <w:rsid w:val="00A10140"/>
    <w:rPr>
      <w:sz w:val="24"/>
      <w:lang w:val="en-US" w:eastAsia="en-US" w:bidi="ar-SA"/>
    </w:rPr>
  </w:style>
  <w:style w:type="character" w:customStyle="1" w:styleId="CharChar2">
    <w:name w:val="Char Char2"/>
    <w:rsid w:val="00A10140"/>
    <w:rPr>
      <w:sz w:val="24"/>
      <w:lang w:val="en-US" w:eastAsia="en-US" w:bidi="ar-SA"/>
    </w:rPr>
  </w:style>
  <w:style w:type="character" w:customStyle="1" w:styleId="CharChar1">
    <w:name w:val="Char Char1"/>
    <w:aliases w:val=" Char1 Char Char2"/>
    <w:rsid w:val="00A10140"/>
    <w:rPr>
      <w:iCs/>
      <w:sz w:val="24"/>
      <w:lang w:val="en-US" w:eastAsia="en-US" w:bidi="ar-SA"/>
    </w:rPr>
  </w:style>
  <w:style w:type="character" w:customStyle="1" w:styleId="CharChar">
    <w:name w:val="Char Char"/>
    <w:aliases w:val=" Char1 Char Char1"/>
    <w:rsid w:val="00A10140"/>
    <w:rPr>
      <w:iCs/>
      <w:sz w:val="24"/>
      <w:lang w:val="en-US" w:eastAsia="en-US" w:bidi="ar-SA"/>
    </w:rPr>
  </w:style>
  <w:style w:type="character" w:customStyle="1" w:styleId="newsummary">
    <w:name w:val="newsummary"/>
    <w:rsid w:val="00A10140"/>
  </w:style>
  <w:style w:type="character" w:customStyle="1" w:styleId="CharCharCharChar1">
    <w:name w:val="Char Char Char Char1"/>
    <w:rsid w:val="00A10140"/>
    <w:rPr>
      <w:sz w:val="24"/>
      <w:lang w:val="en-US" w:eastAsia="en-US" w:bidi="ar-SA"/>
    </w:rPr>
  </w:style>
  <w:style w:type="paragraph" w:customStyle="1" w:styleId="Style2">
    <w:name w:val="Style2"/>
    <w:basedOn w:val="BodyText2"/>
    <w:rsid w:val="00A1014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A10140"/>
    <w:rPr>
      <w:iCs/>
      <w:sz w:val="24"/>
      <w:lang w:val="en-US" w:eastAsia="en-US" w:bidi="ar-SA"/>
    </w:rPr>
  </w:style>
  <w:style w:type="character" w:customStyle="1" w:styleId="CharCharChar2">
    <w:name w:val="Char Char Char2"/>
    <w:rsid w:val="00A10140"/>
    <w:rPr>
      <w:b/>
      <w:bCs/>
      <w:snapToGrid w:val="0"/>
      <w:sz w:val="24"/>
      <w:lang w:val="en-US" w:eastAsia="en-US" w:bidi="ar-SA"/>
    </w:rPr>
  </w:style>
  <w:style w:type="character" w:customStyle="1" w:styleId="CharCharChar1">
    <w:name w:val="Char Char Char1"/>
    <w:rsid w:val="00A10140"/>
    <w:rPr>
      <w:sz w:val="24"/>
      <w:lang w:val="en-US" w:eastAsia="en-US" w:bidi="ar-SA"/>
    </w:rPr>
  </w:style>
  <w:style w:type="character" w:customStyle="1" w:styleId="H4CharChar">
    <w:name w:val="H4 Char Char"/>
    <w:rsid w:val="00A10140"/>
    <w:rPr>
      <w:b w:val="0"/>
      <w:bCs w:val="0"/>
      <w:snapToGrid w:val="0"/>
      <w:sz w:val="24"/>
      <w:lang w:val="en-US" w:eastAsia="en-US" w:bidi="ar-SA"/>
    </w:rPr>
  </w:style>
  <w:style w:type="character" w:customStyle="1" w:styleId="Char1CharChar">
    <w:name w:val="Char1 Char Char"/>
    <w:rsid w:val="00A10140"/>
    <w:rPr>
      <w:iCs/>
      <w:sz w:val="24"/>
      <w:lang w:val="en-US" w:eastAsia="en-US" w:bidi="ar-SA"/>
    </w:rPr>
  </w:style>
  <w:style w:type="paragraph" w:styleId="NoSpacing">
    <w:name w:val="No Spacing"/>
    <w:qFormat/>
    <w:rsid w:val="00A10140"/>
    <w:rPr>
      <w:rFonts w:ascii="Calibri" w:hAnsi="Calibri"/>
      <w:sz w:val="22"/>
      <w:szCs w:val="22"/>
    </w:rPr>
  </w:style>
  <w:style w:type="character" w:customStyle="1" w:styleId="UnresolvedMention1">
    <w:name w:val="Unresolved Mention1"/>
    <w:uiPriority w:val="99"/>
    <w:semiHidden/>
    <w:unhideWhenUsed/>
    <w:rsid w:val="00A10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1782</Words>
  <Characters>10056</Characters>
  <Application>Microsoft Office Word</Application>
  <DocSecurity>0</DocSecurity>
  <Lines>558</Lines>
  <Paragraphs>493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11345</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2022-01-27T16:46:00Z</dcterms:created>
  <dcterms:modified xsi:type="dcterms:W3CDTF">2022-01-27T16:49:00Z</dcterms:modified>
</cp:coreProperties>
</file>