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85230" w14:paraId="1F603C73" w14:textId="77777777" w:rsidTr="00337333">
        <w:tc>
          <w:tcPr>
            <w:tcW w:w="1620" w:type="dxa"/>
            <w:tcBorders>
              <w:bottom w:val="single" w:sz="4" w:space="0" w:color="auto"/>
            </w:tcBorders>
            <w:shd w:val="clear" w:color="auto" w:fill="FFFFFF"/>
            <w:vAlign w:val="center"/>
          </w:tcPr>
          <w:p w14:paraId="12837417" w14:textId="77777777" w:rsidR="00685230" w:rsidRDefault="00685230" w:rsidP="00337333">
            <w:pPr>
              <w:pStyle w:val="Header"/>
              <w:rPr>
                <w:rFonts w:ascii="Verdana" w:hAnsi="Verdana"/>
                <w:sz w:val="22"/>
              </w:rPr>
            </w:pPr>
            <w:bookmarkStart w:id="0" w:name="_Toc141685007"/>
            <w:bookmarkStart w:id="1" w:name="_Toc73088718"/>
            <w:bookmarkStart w:id="2" w:name="_Toc141685008"/>
            <w:bookmarkStart w:id="3" w:name="_Toc60036566"/>
            <w:bookmarkStart w:id="4" w:name="_Toc204048473"/>
            <w:bookmarkStart w:id="5" w:name="_Toc400526058"/>
            <w:bookmarkStart w:id="6" w:name="_Toc405534376"/>
            <w:bookmarkStart w:id="7" w:name="_Toc406570389"/>
            <w:bookmarkStart w:id="8" w:name="_Toc410910541"/>
            <w:bookmarkStart w:id="9" w:name="_Toc411840969"/>
            <w:bookmarkStart w:id="10" w:name="_Toc422146931"/>
            <w:bookmarkStart w:id="11" w:name="_Toc433020527"/>
            <w:bookmarkStart w:id="12" w:name="_Toc437261968"/>
            <w:bookmarkStart w:id="13" w:name="_Toc478375136"/>
            <w:bookmarkStart w:id="14" w:name="_Toc65141303"/>
            <w:r>
              <w:t>NPRR Number</w:t>
            </w:r>
          </w:p>
        </w:tc>
        <w:tc>
          <w:tcPr>
            <w:tcW w:w="1260" w:type="dxa"/>
            <w:tcBorders>
              <w:bottom w:val="single" w:sz="4" w:space="0" w:color="auto"/>
            </w:tcBorders>
            <w:vAlign w:val="center"/>
          </w:tcPr>
          <w:p w14:paraId="580946C2" w14:textId="77777777" w:rsidR="00685230" w:rsidRDefault="003721E3" w:rsidP="00337333">
            <w:pPr>
              <w:pStyle w:val="Header"/>
            </w:pPr>
            <w:hyperlink r:id="rId11" w:history="1">
              <w:r w:rsidR="00685230" w:rsidRPr="00797B07">
                <w:rPr>
                  <w:rStyle w:val="Hyperlink"/>
                </w:rPr>
                <w:t>1084</w:t>
              </w:r>
            </w:hyperlink>
          </w:p>
        </w:tc>
        <w:tc>
          <w:tcPr>
            <w:tcW w:w="900" w:type="dxa"/>
            <w:tcBorders>
              <w:bottom w:val="single" w:sz="4" w:space="0" w:color="auto"/>
            </w:tcBorders>
            <w:shd w:val="clear" w:color="auto" w:fill="FFFFFF"/>
            <w:vAlign w:val="center"/>
          </w:tcPr>
          <w:p w14:paraId="76EC675A" w14:textId="77777777" w:rsidR="00685230" w:rsidRDefault="00685230" w:rsidP="00337333">
            <w:pPr>
              <w:pStyle w:val="Header"/>
            </w:pPr>
            <w:r>
              <w:t>NPRR Title</w:t>
            </w:r>
          </w:p>
        </w:tc>
        <w:tc>
          <w:tcPr>
            <w:tcW w:w="6660" w:type="dxa"/>
            <w:tcBorders>
              <w:bottom w:val="single" w:sz="4" w:space="0" w:color="auto"/>
            </w:tcBorders>
            <w:vAlign w:val="center"/>
          </w:tcPr>
          <w:p w14:paraId="6645D098" w14:textId="3680BEF7" w:rsidR="00685230" w:rsidRDefault="00685230" w:rsidP="00337333">
            <w:pPr>
              <w:pStyle w:val="Header"/>
            </w:pPr>
            <w:r>
              <w:t>Improvements to Reporting of Resource Outages and Derates</w:t>
            </w:r>
          </w:p>
        </w:tc>
      </w:tr>
      <w:tr w:rsidR="00685230" w14:paraId="320E87B7" w14:textId="77777777" w:rsidTr="00337333">
        <w:trPr>
          <w:trHeight w:val="413"/>
        </w:trPr>
        <w:tc>
          <w:tcPr>
            <w:tcW w:w="2880" w:type="dxa"/>
            <w:gridSpan w:val="2"/>
            <w:tcBorders>
              <w:top w:val="nil"/>
              <w:left w:val="nil"/>
              <w:bottom w:val="single" w:sz="4" w:space="0" w:color="auto"/>
              <w:right w:val="nil"/>
            </w:tcBorders>
            <w:vAlign w:val="center"/>
          </w:tcPr>
          <w:p w14:paraId="49FBCA77" w14:textId="77777777" w:rsidR="00685230" w:rsidRDefault="00685230" w:rsidP="00337333">
            <w:pPr>
              <w:pStyle w:val="NormalArial"/>
            </w:pPr>
          </w:p>
        </w:tc>
        <w:tc>
          <w:tcPr>
            <w:tcW w:w="7560" w:type="dxa"/>
            <w:gridSpan w:val="2"/>
            <w:tcBorders>
              <w:top w:val="single" w:sz="4" w:space="0" w:color="auto"/>
              <w:left w:val="nil"/>
              <w:bottom w:val="nil"/>
              <w:right w:val="nil"/>
            </w:tcBorders>
            <w:vAlign w:val="center"/>
          </w:tcPr>
          <w:p w14:paraId="5B930408" w14:textId="77777777" w:rsidR="00685230" w:rsidRDefault="00685230" w:rsidP="00337333">
            <w:pPr>
              <w:pStyle w:val="NormalArial"/>
            </w:pPr>
          </w:p>
        </w:tc>
      </w:tr>
      <w:tr w:rsidR="00685230" w14:paraId="69311A56" w14:textId="77777777" w:rsidTr="0033733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2794507" w14:textId="77777777" w:rsidR="00685230" w:rsidRDefault="00685230" w:rsidP="0033733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5A1DAC" w14:textId="32F7D287" w:rsidR="00685230" w:rsidRDefault="009D6313" w:rsidP="00337333">
            <w:pPr>
              <w:pStyle w:val="NormalArial"/>
            </w:pPr>
            <w:r>
              <w:t xml:space="preserve">May </w:t>
            </w:r>
            <w:r w:rsidR="00FE0C1F">
              <w:t>27</w:t>
            </w:r>
            <w:r>
              <w:t>, 2022</w:t>
            </w:r>
          </w:p>
        </w:tc>
      </w:tr>
      <w:tr w:rsidR="00685230" w14:paraId="2C3639AB" w14:textId="77777777" w:rsidTr="00337333">
        <w:trPr>
          <w:trHeight w:val="467"/>
        </w:trPr>
        <w:tc>
          <w:tcPr>
            <w:tcW w:w="2880" w:type="dxa"/>
            <w:gridSpan w:val="2"/>
            <w:tcBorders>
              <w:top w:val="single" w:sz="4" w:space="0" w:color="auto"/>
              <w:left w:val="nil"/>
              <w:bottom w:val="nil"/>
              <w:right w:val="nil"/>
            </w:tcBorders>
            <w:shd w:val="clear" w:color="auto" w:fill="FFFFFF"/>
            <w:vAlign w:val="center"/>
          </w:tcPr>
          <w:p w14:paraId="1BCC40B1" w14:textId="77777777" w:rsidR="00685230" w:rsidRDefault="00685230" w:rsidP="00337333">
            <w:pPr>
              <w:pStyle w:val="NormalArial"/>
            </w:pPr>
          </w:p>
        </w:tc>
        <w:tc>
          <w:tcPr>
            <w:tcW w:w="7560" w:type="dxa"/>
            <w:gridSpan w:val="2"/>
            <w:tcBorders>
              <w:top w:val="nil"/>
              <w:left w:val="nil"/>
              <w:bottom w:val="nil"/>
              <w:right w:val="nil"/>
            </w:tcBorders>
            <w:vAlign w:val="center"/>
          </w:tcPr>
          <w:p w14:paraId="05DA8BEA" w14:textId="77777777" w:rsidR="00685230" w:rsidRDefault="00685230" w:rsidP="00337333">
            <w:pPr>
              <w:pStyle w:val="NormalArial"/>
            </w:pPr>
          </w:p>
        </w:tc>
      </w:tr>
      <w:tr w:rsidR="00685230" w14:paraId="73BDE58E" w14:textId="77777777" w:rsidTr="00337333">
        <w:trPr>
          <w:trHeight w:val="440"/>
        </w:trPr>
        <w:tc>
          <w:tcPr>
            <w:tcW w:w="10440" w:type="dxa"/>
            <w:gridSpan w:val="4"/>
            <w:tcBorders>
              <w:top w:val="single" w:sz="4" w:space="0" w:color="auto"/>
            </w:tcBorders>
            <w:shd w:val="clear" w:color="auto" w:fill="FFFFFF"/>
            <w:vAlign w:val="center"/>
          </w:tcPr>
          <w:p w14:paraId="374F2EA9" w14:textId="77777777" w:rsidR="00685230" w:rsidRDefault="00685230" w:rsidP="00337333">
            <w:pPr>
              <w:pStyle w:val="Header"/>
              <w:jc w:val="center"/>
            </w:pPr>
            <w:r>
              <w:t>Submitter’s Information</w:t>
            </w:r>
          </w:p>
        </w:tc>
      </w:tr>
      <w:tr w:rsidR="00930ACC" w14:paraId="731E21ED" w14:textId="77777777" w:rsidTr="00337333">
        <w:trPr>
          <w:trHeight w:val="350"/>
        </w:trPr>
        <w:tc>
          <w:tcPr>
            <w:tcW w:w="2880" w:type="dxa"/>
            <w:gridSpan w:val="2"/>
            <w:shd w:val="clear" w:color="auto" w:fill="FFFFFF"/>
            <w:vAlign w:val="center"/>
          </w:tcPr>
          <w:p w14:paraId="571C6275" w14:textId="77777777" w:rsidR="00930ACC" w:rsidRPr="00EC55B3" w:rsidRDefault="00930ACC" w:rsidP="00930ACC">
            <w:pPr>
              <w:pStyle w:val="Header"/>
            </w:pPr>
            <w:r w:rsidRPr="00EC55B3">
              <w:t>Name</w:t>
            </w:r>
          </w:p>
        </w:tc>
        <w:tc>
          <w:tcPr>
            <w:tcW w:w="7560" w:type="dxa"/>
            <w:gridSpan w:val="2"/>
            <w:vAlign w:val="center"/>
          </w:tcPr>
          <w:p w14:paraId="76FA15AA" w14:textId="38E2400C" w:rsidR="00930ACC" w:rsidRDefault="008A5F7A" w:rsidP="00930ACC">
            <w:pPr>
              <w:pStyle w:val="NormalArial"/>
            </w:pPr>
            <w:r>
              <w:t>Bill Barnes</w:t>
            </w:r>
          </w:p>
        </w:tc>
      </w:tr>
      <w:tr w:rsidR="00930ACC" w14:paraId="0E51F523" w14:textId="77777777" w:rsidTr="00337333">
        <w:trPr>
          <w:trHeight w:val="350"/>
        </w:trPr>
        <w:tc>
          <w:tcPr>
            <w:tcW w:w="2880" w:type="dxa"/>
            <w:gridSpan w:val="2"/>
            <w:shd w:val="clear" w:color="auto" w:fill="FFFFFF"/>
            <w:vAlign w:val="center"/>
          </w:tcPr>
          <w:p w14:paraId="66087502" w14:textId="77777777" w:rsidR="00930ACC" w:rsidRPr="00EC55B3" w:rsidRDefault="00930ACC" w:rsidP="00930ACC">
            <w:pPr>
              <w:pStyle w:val="Header"/>
            </w:pPr>
            <w:r w:rsidRPr="00EC55B3">
              <w:t>E-mail Address</w:t>
            </w:r>
          </w:p>
        </w:tc>
        <w:tc>
          <w:tcPr>
            <w:tcW w:w="7560" w:type="dxa"/>
            <w:gridSpan w:val="2"/>
            <w:vAlign w:val="center"/>
          </w:tcPr>
          <w:p w14:paraId="6D7DCDED" w14:textId="5D6F1C17" w:rsidR="00930ACC" w:rsidRDefault="003721E3" w:rsidP="00930ACC">
            <w:pPr>
              <w:pStyle w:val="NormalArial"/>
            </w:pPr>
            <w:hyperlink r:id="rId12" w:history="1">
              <w:r w:rsidR="009D6313" w:rsidRPr="00D54B34">
                <w:rPr>
                  <w:rStyle w:val="Hyperlink"/>
                </w:rPr>
                <w:t>bill.barnes@nrg.com</w:t>
              </w:r>
            </w:hyperlink>
          </w:p>
        </w:tc>
      </w:tr>
      <w:tr w:rsidR="00930ACC" w14:paraId="033103F0" w14:textId="77777777" w:rsidTr="00337333">
        <w:trPr>
          <w:trHeight w:val="350"/>
        </w:trPr>
        <w:tc>
          <w:tcPr>
            <w:tcW w:w="2880" w:type="dxa"/>
            <w:gridSpan w:val="2"/>
            <w:shd w:val="clear" w:color="auto" w:fill="FFFFFF"/>
            <w:vAlign w:val="center"/>
          </w:tcPr>
          <w:p w14:paraId="7935F2E3" w14:textId="77777777" w:rsidR="00930ACC" w:rsidRPr="00EC55B3" w:rsidRDefault="00930ACC" w:rsidP="00930ACC">
            <w:pPr>
              <w:pStyle w:val="Header"/>
            </w:pPr>
            <w:r w:rsidRPr="00EC55B3">
              <w:t>Company</w:t>
            </w:r>
          </w:p>
        </w:tc>
        <w:tc>
          <w:tcPr>
            <w:tcW w:w="7560" w:type="dxa"/>
            <w:gridSpan w:val="2"/>
            <w:vAlign w:val="center"/>
          </w:tcPr>
          <w:p w14:paraId="25B3F0FE" w14:textId="72C1123E" w:rsidR="00930ACC" w:rsidRDefault="008A5F7A" w:rsidP="00930ACC">
            <w:pPr>
              <w:pStyle w:val="NormalArial"/>
            </w:pPr>
            <w:r>
              <w:t>Reliant Energy Retail Services LLC</w:t>
            </w:r>
          </w:p>
        </w:tc>
      </w:tr>
      <w:tr w:rsidR="00930ACC" w14:paraId="5433C124" w14:textId="77777777" w:rsidTr="00337333">
        <w:trPr>
          <w:trHeight w:val="350"/>
        </w:trPr>
        <w:tc>
          <w:tcPr>
            <w:tcW w:w="2880" w:type="dxa"/>
            <w:gridSpan w:val="2"/>
            <w:tcBorders>
              <w:bottom w:val="single" w:sz="4" w:space="0" w:color="auto"/>
            </w:tcBorders>
            <w:shd w:val="clear" w:color="auto" w:fill="FFFFFF"/>
            <w:vAlign w:val="center"/>
          </w:tcPr>
          <w:p w14:paraId="0A70C27E" w14:textId="77777777" w:rsidR="00930ACC" w:rsidRPr="00EC55B3" w:rsidRDefault="00930ACC" w:rsidP="00930ACC">
            <w:pPr>
              <w:pStyle w:val="Header"/>
            </w:pPr>
            <w:r w:rsidRPr="00EC55B3">
              <w:t>Phone Number</w:t>
            </w:r>
          </w:p>
        </w:tc>
        <w:tc>
          <w:tcPr>
            <w:tcW w:w="7560" w:type="dxa"/>
            <w:gridSpan w:val="2"/>
            <w:tcBorders>
              <w:bottom w:val="single" w:sz="4" w:space="0" w:color="auto"/>
            </w:tcBorders>
            <w:vAlign w:val="center"/>
          </w:tcPr>
          <w:p w14:paraId="22E20703" w14:textId="212B3B80" w:rsidR="00930ACC" w:rsidRDefault="008A5F7A" w:rsidP="00930ACC">
            <w:pPr>
              <w:pStyle w:val="NormalArial"/>
            </w:pPr>
            <w:r>
              <w:t>512-691-6137</w:t>
            </w:r>
          </w:p>
        </w:tc>
      </w:tr>
      <w:tr w:rsidR="00930ACC" w14:paraId="6FCDD8C0" w14:textId="77777777" w:rsidTr="00337333">
        <w:trPr>
          <w:trHeight w:val="350"/>
        </w:trPr>
        <w:tc>
          <w:tcPr>
            <w:tcW w:w="2880" w:type="dxa"/>
            <w:gridSpan w:val="2"/>
            <w:shd w:val="clear" w:color="auto" w:fill="FFFFFF"/>
            <w:vAlign w:val="center"/>
          </w:tcPr>
          <w:p w14:paraId="60856279" w14:textId="77777777" w:rsidR="00930ACC" w:rsidRPr="00EC55B3" w:rsidRDefault="00930ACC" w:rsidP="00930ACC">
            <w:pPr>
              <w:pStyle w:val="Header"/>
            </w:pPr>
            <w:r>
              <w:t>Cell</w:t>
            </w:r>
            <w:r w:rsidRPr="00EC55B3">
              <w:t xml:space="preserve"> Number</w:t>
            </w:r>
          </w:p>
        </w:tc>
        <w:tc>
          <w:tcPr>
            <w:tcW w:w="7560" w:type="dxa"/>
            <w:gridSpan w:val="2"/>
            <w:vAlign w:val="center"/>
          </w:tcPr>
          <w:p w14:paraId="781F9CC3" w14:textId="13EF9697" w:rsidR="00930ACC" w:rsidRDefault="008A5F7A" w:rsidP="00930ACC">
            <w:pPr>
              <w:pStyle w:val="NormalArial"/>
            </w:pPr>
            <w:r>
              <w:t>315-885-5925</w:t>
            </w:r>
          </w:p>
        </w:tc>
      </w:tr>
      <w:tr w:rsidR="00930ACC" w14:paraId="7D9A3552" w14:textId="77777777" w:rsidTr="00337333">
        <w:trPr>
          <w:trHeight w:val="350"/>
        </w:trPr>
        <w:tc>
          <w:tcPr>
            <w:tcW w:w="2880" w:type="dxa"/>
            <w:gridSpan w:val="2"/>
            <w:tcBorders>
              <w:bottom w:val="single" w:sz="4" w:space="0" w:color="auto"/>
            </w:tcBorders>
            <w:shd w:val="clear" w:color="auto" w:fill="FFFFFF"/>
            <w:vAlign w:val="center"/>
          </w:tcPr>
          <w:p w14:paraId="47013DF4" w14:textId="77777777" w:rsidR="00930ACC" w:rsidRPr="00EC55B3" w:rsidDel="00075A94" w:rsidRDefault="00930ACC" w:rsidP="00930ACC">
            <w:pPr>
              <w:pStyle w:val="Header"/>
            </w:pPr>
            <w:r>
              <w:t>Market Segment</w:t>
            </w:r>
          </w:p>
        </w:tc>
        <w:tc>
          <w:tcPr>
            <w:tcW w:w="7560" w:type="dxa"/>
            <w:gridSpan w:val="2"/>
            <w:tcBorders>
              <w:bottom w:val="single" w:sz="4" w:space="0" w:color="auto"/>
            </w:tcBorders>
            <w:vAlign w:val="center"/>
          </w:tcPr>
          <w:p w14:paraId="15B28B64" w14:textId="0FEF3480" w:rsidR="00930ACC" w:rsidRDefault="008A5F7A" w:rsidP="00930ACC">
            <w:pPr>
              <w:pStyle w:val="NormalArial"/>
            </w:pPr>
            <w:r>
              <w:t>Independent Retail Electric Provider</w:t>
            </w:r>
            <w:r w:rsidR="009D6313">
              <w:t xml:space="preserve"> (IREP)</w:t>
            </w:r>
          </w:p>
        </w:tc>
      </w:tr>
    </w:tbl>
    <w:p w14:paraId="1FFC7B42" w14:textId="09B06786" w:rsidR="00685230" w:rsidRDefault="00685230" w:rsidP="0068523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14:paraId="4157AB8D" w14:textId="77777777" w:rsidTr="00337333">
        <w:trPr>
          <w:trHeight w:val="350"/>
        </w:trPr>
        <w:tc>
          <w:tcPr>
            <w:tcW w:w="10440" w:type="dxa"/>
            <w:tcBorders>
              <w:bottom w:val="single" w:sz="4" w:space="0" w:color="auto"/>
            </w:tcBorders>
            <w:shd w:val="clear" w:color="auto" w:fill="FFFFFF"/>
            <w:vAlign w:val="center"/>
          </w:tcPr>
          <w:p w14:paraId="2EB3C34A" w14:textId="1A6F5F42" w:rsidR="00685230" w:rsidRDefault="00685230" w:rsidP="00337333">
            <w:pPr>
              <w:pStyle w:val="Header"/>
              <w:jc w:val="center"/>
            </w:pPr>
            <w:r>
              <w:t>Comments</w:t>
            </w:r>
          </w:p>
        </w:tc>
      </w:tr>
    </w:tbl>
    <w:p w14:paraId="2D351FBA" w14:textId="19EEC77E" w:rsidR="00865A81" w:rsidRDefault="00865A81" w:rsidP="00865A81">
      <w:pPr>
        <w:pStyle w:val="NormalArial"/>
        <w:spacing w:before="120" w:after="120"/>
      </w:pPr>
      <w:bookmarkStart w:id="15" w:name="_Hlk86828007"/>
      <w:r>
        <w:t xml:space="preserve">Reliant files these comments </w:t>
      </w:r>
      <w:r w:rsidR="009D6313">
        <w:t xml:space="preserve">to Nodal Protocol Revision Request (NPRR) 1084 </w:t>
      </w:r>
      <w:r>
        <w:t>on top of 11/12/21 CenterPoint comments to align the requirements to update the Outage Schedule</w:t>
      </w:r>
      <w:r w:rsidR="00E92260">
        <w:t>r</w:t>
      </w:r>
      <w:r>
        <w:t xml:space="preserve"> for Forced Outages and Forced Derates with realistic deadlines consistent with the priority </w:t>
      </w:r>
      <w:r w:rsidR="00B91D11">
        <w:t>for timely information flow to ERCOT established in NPRR1085</w:t>
      </w:r>
      <w:r w:rsidR="009D6313">
        <w:t xml:space="preserve">, </w:t>
      </w:r>
      <w:r w:rsidR="009D6313" w:rsidRPr="009D6313">
        <w:t>Ensuring Continuous Validity of Physical Responsive Capability (PRC) and Dispatch through Timely Changes to Resource Telemetry and Current Operating Plans (COPs)</w:t>
      </w:r>
      <w:r>
        <w:t>.</w:t>
      </w:r>
      <w:r w:rsidR="00B91D11">
        <w:t xml:space="preserve">  Through </w:t>
      </w:r>
      <w:r w:rsidR="004C1F5E">
        <w:t xml:space="preserve">frequent collaboration and discussion with ERCOT </w:t>
      </w:r>
      <w:r w:rsidR="009D6313">
        <w:t>S</w:t>
      </w:r>
      <w:r w:rsidR="004C1F5E">
        <w:t xml:space="preserve">taff, it was made clear that the priority of information is in the order of </w:t>
      </w:r>
      <w:r w:rsidR="009D6313">
        <w:t>R</w:t>
      </w:r>
      <w:r w:rsidR="004C1F5E">
        <w:t>eal-</w:t>
      </w:r>
      <w:r w:rsidR="009D6313">
        <w:t>T</w:t>
      </w:r>
      <w:r w:rsidR="004C1F5E">
        <w:t>ime telemetry first, then Current Operating Plan (COP) updates, and then Outage Scheduler updates</w:t>
      </w:r>
      <w:r w:rsidR="00D70512">
        <w:t xml:space="preserve">.  </w:t>
      </w:r>
      <w:r w:rsidR="004C1F5E">
        <w:t xml:space="preserve">The deadlines proposed in these comments allows for Generation Resource operators </w:t>
      </w:r>
      <w:r w:rsidR="00D70512">
        <w:t xml:space="preserve">to prioritize the timing requirements for updates to telemetry and the COP proposed in </w:t>
      </w:r>
      <w:r w:rsidR="009D6313">
        <w:t>NPRR</w:t>
      </w:r>
      <w:r w:rsidR="00D70512">
        <w:t xml:space="preserve">1085 and then update the Outage Scheduler.  </w:t>
      </w:r>
      <w:r>
        <w:t xml:space="preserve">Below is a summary of the proposed </w:t>
      </w:r>
      <w:r w:rsidR="00D70512">
        <w:t>deadlines</w:t>
      </w:r>
      <w:r>
        <w:t>:</w:t>
      </w:r>
    </w:p>
    <w:p w14:paraId="6A0EFD02" w14:textId="77777777" w:rsidR="00865A81" w:rsidRPr="00F66358" w:rsidRDefault="00865A81" w:rsidP="00865A81">
      <w:pPr>
        <w:pStyle w:val="NormalArial"/>
        <w:spacing w:before="120" w:after="120"/>
        <w:rPr>
          <w:b/>
          <w:bCs/>
          <w:u w:val="single"/>
        </w:rPr>
      </w:pPr>
      <w:r w:rsidRPr="00F66358">
        <w:rPr>
          <w:b/>
          <w:bCs/>
          <w:u w:val="single"/>
        </w:rPr>
        <w:t>Resource Forced Outages</w:t>
      </w:r>
    </w:p>
    <w:p w14:paraId="5C0D18C8" w14:textId="087CC664" w:rsidR="00865A81" w:rsidRDefault="00D70512" w:rsidP="00865A81">
      <w:pPr>
        <w:pStyle w:val="NormalArial"/>
        <w:numPr>
          <w:ilvl w:val="0"/>
          <w:numId w:val="27"/>
        </w:numPr>
        <w:spacing w:before="120" w:after="120"/>
      </w:pPr>
      <w:r>
        <w:t>Outage Scheduler</w:t>
      </w:r>
      <w:r w:rsidR="00865A81">
        <w:t xml:space="preserve"> – Updated as soon as practicable but not longer than </w:t>
      </w:r>
      <w:r w:rsidR="00E379DA">
        <w:t>90</w:t>
      </w:r>
      <w:r w:rsidR="00865A81">
        <w:t xml:space="preserve"> minutes after the Forced Outage occurs.</w:t>
      </w:r>
    </w:p>
    <w:p w14:paraId="2E97B346" w14:textId="77777777" w:rsidR="00865A81" w:rsidRPr="00F66358" w:rsidRDefault="00865A81" w:rsidP="00865A81">
      <w:pPr>
        <w:pStyle w:val="NormalArial"/>
        <w:spacing w:before="120" w:after="120"/>
        <w:rPr>
          <w:b/>
          <w:bCs/>
          <w:u w:val="single"/>
        </w:rPr>
      </w:pPr>
      <w:r w:rsidRPr="00F66358">
        <w:rPr>
          <w:b/>
          <w:bCs/>
          <w:u w:val="single"/>
        </w:rPr>
        <w:t>Resource Forced Derates</w:t>
      </w:r>
    </w:p>
    <w:p w14:paraId="09A22808" w14:textId="0BDD87BD" w:rsidR="00775FC7" w:rsidRDefault="00E379DA" w:rsidP="00775FC7">
      <w:pPr>
        <w:pStyle w:val="NormalArial"/>
        <w:numPr>
          <w:ilvl w:val="0"/>
          <w:numId w:val="28"/>
        </w:numPr>
        <w:spacing w:before="120" w:after="120"/>
      </w:pPr>
      <w:r>
        <w:t xml:space="preserve">Outage Scheduler </w:t>
      </w:r>
      <w:r w:rsidR="00865A81">
        <w:t xml:space="preserve">– Updated as soon as practicable but not longer than </w:t>
      </w:r>
      <w:r>
        <w:t>90</w:t>
      </w:r>
      <w:r w:rsidR="00865A81">
        <w:t xml:space="preserve"> minutes after the Forced Derate occurs, </w:t>
      </w:r>
      <w:r w:rsidR="00865A81" w:rsidRPr="00EE0A2B">
        <w:t xml:space="preserve">if the Forced Derate is </w:t>
      </w:r>
      <w:r w:rsidR="00865A81">
        <w:t xml:space="preserve">1) </w:t>
      </w:r>
      <w:r w:rsidR="00865A81" w:rsidRPr="00EE0A2B">
        <w:t>greater than</w:t>
      </w:r>
      <w:r w:rsidR="009D6313">
        <w:t xml:space="preserve"> ten</w:t>
      </w:r>
      <w:r w:rsidR="00865A81" w:rsidRPr="00EE0A2B">
        <w:t xml:space="preserve"> MW</w:t>
      </w:r>
      <w:r w:rsidR="00865A81">
        <w:t>,</w:t>
      </w:r>
      <w:r w:rsidR="00865A81" w:rsidRPr="00EE0A2B">
        <w:t xml:space="preserve"> </w:t>
      </w:r>
      <w:r w:rsidR="00865A81">
        <w:t>2)</w:t>
      </w:r>
      <w:r w:rsidR="00865A81" w:rsidRPr="00EE0A2B">
        <w:t xml:space="preserve"> more than 5% of the Seasonal net maximum sustainable rating of the Resource</w:t>
      </w:r>
      <w:r w:rsidR="00865A81">
        <w:t>,</w:t>
      </w:r>
      <w:r w:rsidR="00865A81" w:rsidRPr="00EE0A2B">
        <w:t xml:space="preserve"> and </w:t>
      </w:r>
      <w:r w:rsidR="00865A81">
        <w:t>3) its</w:t>
      </w:r>
      <w:r w:rsidR="00865A81" w:rsidRPr="00EE0A2B">
        <w:t xml:space="preserve"> expected or actual duration is </w:t>
      </w:r>
      <w:r w:rsidR="00865A81">
        <w:t>greater</w:t>
      </w:r>
      <w:r w:rsidR="00865A81" w:rsidRPr="00EE0A2B">
        <w:t xml:space="preserve"> than 30 minutes</w:t>
      </w:r>
      <w:r w:rsidR="00865A81">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14:paraId="601FD8F4" w14:textId="77777777" w:rsidTr="00337333">
        <w:trPr>
          <w:trHeight w:val="350"/>
        </w:trPr>
        <w:tc>
          <w:tcPr>
            <w:tcW w:w="10440" w:type="dxa"/>
            <w:tcBorders>
              <w:bottom w:val="single" w:sz="4" w:space="0" w:color="auto"/>
            </w:tcBorders>
            <w:shd w:val="clear" w:color="auto" w:fill="FFFFFF"/>
            <w:vAlign w:val="center"/>
          </w:tcPr>
          <w:bookmarkEnd w:id="15"/>
          <w:p w14:paraId="46C71FE8" w14:textId="77777777" w:rsidR="00685230" w:rsidRDefault="00685230" w:rsidP="00337333">
            <w:pPr>
              <w:pStyle w:val="Header"/>
              <w:jc w:val="center"/>
            </w:pPr>
            <w:r>
              <w:t>Revised Cover Page Language</w:t>
            </w:r>
          </w:p>
        </w:tc>
      </w:tr>
    </w:tbl>
    <w:p w14:paraId="40D2E208" w14:textId="6A7B6626" w:rsidR="00685230" w:rsidRDefault="00685230" w:rsidP="0068523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DE2400" w14:paraId="3864BB11" w14:textId="77777777" w:rsidTr="00921C1C">
        <w:tc>
          <w:tcPr>
            <w:tcW w:w="1620" w:type="dxa"/>
            <w:tcBorders>
              <w:bottom w:val="single" w:sz="4" w:space="0" w:color="auto"/>
            </w:tcBorders>
            <w:shd w:val="clear" w:color="auto" w:fill="FFFFFF"/>
            <w:vAlign w:val="center"/>
          </w:tcPr>
          <w:p w14:paraId="0407FA56" w14:textId="77777777" w:rsidR="00DE2400" w:rsidRDefault="00DE2400" w:rsidP="00921C1C">
            <w:pPr>
              <w:pStyle w:val="Header"/>
              <w:rPr>
                <w:rFonts w:ascii="Verdana" w:hAnsi="Verdana"/>
                <w:sz w:val="22"/>
              </w:rPr>
            </w:pPr>
            <w:r>
              <w:t>NPRR Number</w:t>
            </w:r>
          </w:p>
        </w:tc>
        <w:tc>
          <w:tcPr>
            <w:tcW w:w="1260" w:type="dxa"/>
            <w:tcBorders>
              <w:bottom w:val="single" w:sz="4" w:space="0" w:color="auto"/>
            </w:tcBorders>
            <w:vAlign w:val="center"/>
          </w:tcPr>
          <w:p w14:paraId="411B7010" w14:textId="77777777" w:rsidR="00DE2400" w:rsidRDefault="003721E3" w:rsidP="00921C1C">
            <w:pPr>
              <w:pStyle w:val="Header"/>
            </w:pPr>
            <w:hyperlink r:id="rId13" w:history="1">
              <w:r w:rsidR="00DE2400" w:rsidRPr="00797B07">
                <w:rPr>
                  <w:rStyle w:val="Hyperlink"/>
                </w:rPr>
                <w:t>1084</w:t>
              </w:r>
            </w:hyperlink>
          </w:p>
        </w:tc>
        <w:tc>
          <w:tcPr>
            <w:tcW w:w="900" w:type="dxa"/>
            <w:tcBorders>
              <w:bottom w:val="single" w:sz="4" w:space="0" w:color="auto"/>
            </w:tcBorders>
            <w:shd w:val="clear" w:color="auto" w:fill="FFFFFF"/>
            <w:vAlign w:val="center"/>
          </w:tcPr>
          <w:p w14:paraId="54A6DFD7" w14:textId="77777777" w:rsidR="00DE2400" w:rsidRDefault="00DE2400" w:rsidP="00921C1C">
            <w:pPr>
              <w:pStyle w:val="Header"/>
            </w:pPr>
            <w:r>
              <w:t>NPRR Title</w:t>
            </w:r>
          </w:p>
        </w:tc>
        <w:tc>
          <w:tcPr>
            <w:tcW w:w="6660" w:type="dxa"/>
            <w:tcBorders>
              <w:bottom w:val="single" w:sz="4" w:space="0" w:color="auto"/>
            </w:tcBorders>
            <w:vAlign w:val="center"/>
          </w:tcPr>
          <w:p w14:paraId="20E626A1" w14:textId="77777777" w:rsidR="00DE2400" w:rsidRDefault="00DE2400" w:rsidP="00921C1C">
            <w:pPr>
              <w:pStyle w:val="Header"/>
            </w:pPr>
            <w:r>
              <w:t>Improvements to Reporting of Resource Outages</w:t>
            </w:r>
            <w:ins w:id="16" w:author="ERCOT 102221" w:date="2021-10-11T22:24:00Z">
              <w:r>
                <w:t>,</w:t>
              </w:r>
            </w:ins>
            <w:r>
              <w:t xml:space="preserve"> </w:t>
            </w:r>
            <w:del w:id="17" w:author="ERCOT 102221" w:date="2021-10-11T22:24:00Z">
              <w:r w:rsidDel="009B7B23">
                <w:delText xml:space="preserve">and </w:delText>
              </w:r>
            </w:del>
            <w:r>
              <w:t>Derates</w:t>
            </w:r>
            <w:ins w:id="18" w:author="ERCOT 102221" w:date="2021-10-11T22:24:00Z">
              <w:r>
                <w:t>, and Startup Loading Failures</w:t>
              </w:r>
            </w:ins>
          </w:p>
        </w:tc>
      </w:tr>
      <w:tr w:rsidR="00685230" w:rsidRPr="00FB509B" w14:paraId="73E38053" w14:textId="77777777" w:rsidTr="00337333">
        <w:trPr>
          <w:trHeight w:val="518"/>
        </w:trPr>
        <w:tc>
          <w:tcPr>
            <w:tcW w:w="2880" w:type="dxa"/>
            <w:gridSpan w:val="2"/>
            <w:tcBorders>
              <w:bottom w:val="single" w:sz="4" w:space="0" w:color="auto"/>
            </w:tcBorders>
            <w:shd w:val="clear" w:color="auto" w:fill="FFFFFF"/>
            <w:vAlign w:val="center"/>
          </w:tcPr>
          <w:p w14:paraId="75361B21" w14:textId="77777777" w:rsidR="00685230" w:rsidRDefault="00685230" w:rsidP="00337333">
            <w:pPr>
              <w:pStyle w:val="Header"/>
            </w:pPr>
            <w:r>
              <w:lastRenderedPageBreak/>
              <w:t>Revision Description</w:t>
            </w:r>
          </w:p>
        </w:tc>
        <w:tc>
          <w:tcPr>
            <w:tcW w:w="7560" w:type="dxa"/>
            <w:gridSpan w:val="2"/>
            <w:tcBorders>
              <w:bottom w:val="single" w:sz="4" w:space="0" w:color="auto"/>
            </w:tcBorders>
            <w:vAlign w:val="center"/>
          </w:tcPr>
          <w:p w14:paraId="37BBB31B" w14:textId="31A3A8AD" w:rsidR="00685230" w:rsidRDefault="00685230" w:rsidP="00337333">
            <w:pPr>
              <w:pStyle w:val="NormalArial"/>
              <w:spacing w:before="120" w:after="120"/>
            </w:pPr>
            <w:r>
              <w:t>This Nodal Protocol Revision Request (NPRR) allows ERCOT to provide important information about Resource Forced Outages</w:t>
            </w:r>
            <w:ins w:id="19" w:author="ERCOT 102221" w:date="2021-10-11T22:51:00Z">
              <w:r w:rsidR="00A11A99">
                <w:t>,</w:t>
              </w:r>
            </w:ins>
            <w:r>
              <w:t xml:space="preserve"> </w:t>
            </w:r>
            <w:del w:id="20" w:author="ERCOT 102221" w:date="2021-10-11T22:51:00Z">
              <w:r w:rsidDel="00A11A99">
                <w:delText xml:space="preserve">and </w:delText>
              </w:r>
            </w:del>
            <w:r>
              <w:t>Forced Derates</w:t>
            </w:r>
            <w:ins w:id="21" w:author="ERCOT 102221" w:date="2021-10-11T22:51:00Z">
              <w:r w:rsidR="00A11A99">
                <w:t>, and Startup Loading Failures</w:t>
              </w:r>
            </w:ins>
            <w:r>
              <w:t xml:space="preserve"> to the public in a more complete and timely manner.  Specifically, these changes will:</w:t>
            </w:r>
          </w:p>
          <w:p w14:paraId="36D2DEDD" w14:textId="4144C991" w:rsidR="00685230" w:rsidRDefault="00685230" w:rsidP="00685230">
            <w:pPr>
              <w:pStyle w:val="NormalArial"/>
              <w:numPr>
                <w:ilvl w:val="0"/>
                <w:numId w:val="21"/>
              </w:numPr>
              <w:spacing w:before="120" w:after="120"/>
              <w:ind w:left="342"/>
              <w:rPr>
                <w:ins w:id="22" w:author="ERCOT 102221" w:date="2021-10-14T11:01:00Z"/>
              </w:rPr>
            </w:pPr>
            <w:r>
              <w:t>Require the entry of all Resource Outages</w:t>
            </w:r>
            <w:ins w:id="23" w:author="ERCOT 102221" w:date="2021-10-11T22:51:00Z">
              <w:del w:id="24" w:author="ERCOT 102221" w:date="2021-10-14T11:01:00Z">
                <w:r w:rsidR="00A11A99" w:rsidDel="00B20A7A">
                  <w:delText>,</w:delText>
                </w:r>
              </w:del>
            </w:ins>
            <w:del w:id="25" w:author="ERCOT 102221" w:date="2021-10-14T11:01:00Z">
              <w:r w:rsidDel="00B20A7A">
                <w:delText xml:space="preserve"> and Forced Derates</w:delText>
              </w:r>
            </w:del>
            <w:r>
              <w:t xml:space="preserve"> into </w:t>
            </w:r>
            <w:ins w:id="26" w:author="ERCOT 102221" w:date="2021-10-11T22:51:00Z">
              <w:r w:rsidR="00737A81">
                <w:t xml:space="preserve">the </w:t>
              </w:r>
            </w:ins>
            <w:r>
              <w:t>Outage Scheduler, regardless of the duration of the Outage;</w:t>
            </w:r>
          </w:p>
          <w:p w14:paraId="06F59326" w14:textId="3C7B961A" w:rsidR="00B20A7A" w:rsidRPr="00DE2400" w:rsidRDefault="00B20A7A" w:rsidP="00685230">
            <w:pPr>
              <w:pStyle w:val="NormalArial"/>
              <w:numPr>
                <w:ilvl w:val="0"/>
                <w:numId w:val="21"/>
              </w:numPr>
              <w:spacing w:before="120" w:after="120"/>
              <w:ind w:left="342"/>
            </w:pPr>
            <w:ins w:id="27" w:author="ERCOT 102221" w:date="2021-10-14T11:01:00Z">
              <w:r w:rsidRPr="00DE2400">
                <w:t>Require the entry of Forced Derates into the Outage Scheduler</w:t>
              </w:r>
            </w:ins>
            <w:ins w:id="28" w:author="ERCOT 102221" w:date="2021-10-22T10:13:00Z">
              <w:r w:rsidR="000654E5" w:rsidRPr="00DE2400">
                <w:t xml:space="preserve"> </w:t>
              </w:r>
              <w:r w:rsidR="000654E5" w:rsidRPr="00FC0FCF">
                <w:t xml:space="preserve">for any Forced Derate greater than </w:t>
              </w:r>
            </w:ins>
            <w:ins w:id="29" w:author="ERCOT 102221" w:date="2021-10-22T13:18:00Z">
              <w:r w:rsidR="00821303">
                <w:t>ten</w:t>
              </w:r>
            </w:ins>
            <w:ins w:id="30" w:author="ERCOT 102221" w:date="2021-10-22T10:13:00Z">
              <w:r w:rsidR="000654E5" w:rsidRPr="00FC0FCF">
                <w:t xml:space="preserve"> MW of the Seasonal net max sustainable rating of the Resource unless the Forced Derate is less than 2% the Seasonal net max sustainable rating of the Resource </w:t>
              </w:r>
              <w:r w:rsidR="000654E5" w:rsidRPr="000654E5">
                <w:rPr>
                  <w:i/>
                  <w:iCs/>
                </w:rPr>
                <w:t>and</w:t>
              </w:r>
              <w:r w:rsidR="000654E5" w:rsidRPr="00FC0FCF">
                <w:t xml:space="preserve"> the expected or actual duration is less than 30 minutes</w:t>
              </w:r>
              <w:r w:rsidR="000654E5">
                <w:t>;</w:t>
              </w:r>
            </w:ins>
          </w:p>
          <w:p w14:paraId="52BC85C6" w14:textId="64C58104" w:rsidR="00685230" w:rsidRPr="00C060A1" w:rsidRDefault="00685230" w:rsidP="00685230">
            <w:pPr>
              <w:pStyle w:val="NormalArial"/>
              <w:numPr>
                <w:ilvl w:val="0"/>
                <w:numId w:val="21"/>
              </w:numPr>
              <w:spacing w:before="120" w:after="120"/>
              <w:ind w:left="342"/>
            </w:pPr>
            <w:r w:rsidRPr="00C060A1">
              <w:t>Require the entry of all Res</w:t>
            </w:r>
            <w:r>
              <w:t xml:space="preserve">ource Forced Outages and </w:t>
            </w:r>
            <w:ins w:id="31" w:author="ERCOT 102221" w:date="2021-10-22T11:54:00Z">
              <w:r w:rsidR="003C01B8">
                <w:t xml:space="preserve">reportable </w:t>
              </w:r>
            </w:ins>
            <w:r>
              <w:t xml:space="preserve">Forced </w:t>
            </w:r>
            <w:r w:rsidRPr="00C060A1">
              <w:t xml:space="preserve">Derates </w:t>
            </w:r>
            <w:r>
              <w:t xml:space="preserve">into Outage Scheduler </w:t>
            </w:r>
            <w:r w:rsidRPr="00C060A1">
              <w:t xml:space="preserve">within one hour of the beginning of the </w:t>
            </w:r>
            <w:r>
              <w:t xml:space="preserve">Forced </w:t>
            </w:r>
            <w:r w:rsidRPr="00C060A1">
              <w:t xml:space="preserve">Outage or </w:t>
            </w:r>
            <w:r>
              <w:t xml:space="preserve">Forced </w:t>
            </w:r>
            <w:r w:rsidRPr="00C060A1">
              <w:t>Derate</w:t>
            </w:r>
            <w:r>
              <w:t>;</w:t>
            </w:r>
            <w:ins w:id="32" w:author="ERCOT 102221" w:date="2021-09-29T09:43:00Z">
              <w:r w:rsidR="00501161">
                <w:t xml:space="preserve"> and</w:t>
              </w:r>
            </w:ins>
          </w:p>
          <w:p w14:paraId="2564CD54" w14:textId="07FA57EF" w:rsidR="00685230" w:rsidDel="00501161" w:rsidRDefault="00685230" w:rsidP="00501161">
            <w:pPr>
              <w:pStyle w:val="NormalArial"/>
              <w:numPr>
                <w:ilvl w:val="0"/>
                <w:numId w:val="21"/>
              </w:numPr>
              <w:spacing w:before="120" w:after="120"/>
              <w:ind w:left="342"/>
              <w:rPr>
                <w:del w:id="33" w:author="ERCOT 102221" w:date="2021-09-29T09:43:00Z"/>
              </w:rPr>
            </w:pPr>
            <w:r>
              <w:t xml:space="preserve">Require the entry of the reason for any Forced Outage or Forced Derate into the “nature of work” field in the Outage Scheduler.  </w:t>
            </w:r>
            <w:del w:id="34" w:author="ERCOT 102221" w:date="2021-10-12T08:26:00Z">
              <w:r w:rsidDel="00F86488">
                <w:delText>Note that, separate from this NPRR, ERCOT intends to significantly expand t</w:delText>
              </w:r>
            </w:del>
            <w:ins w:id="35" w:author="ERCOT 102221" w:date="2021-10-12T08:26:00Z">
              <w:r w:rsidR="00F86488">
                <w:t>T</w:t>
              </w:r>
            </w:ins>
            <w:r>
              <w:t>he cause codes included in the drop-down menu for the “nature of work” field</w:t>
            </w:r>
            <w:ins w:id="36" w:author="ERCOT 102221" w:date="2021-10-12T08:26:00Z">
              <w:r w:rsidR="00F86488">
                <w:t xml:space="preserve"> will be expanded and the Outage</w:t>
              </w:r>
            </w:ins>
            <w:ins w:id="37" w:author="ERCOT 102221" w:date="2021-10-12T08:27:00Z">
              <w:r w:rsidR="00F86488">
                <w:t xml:space="preserve"> Scheduler application will be modified to allow </w:t>
              </w:r>
            </w:ins>
            <w:ins w:id="38" w:author="ERCOT 102221" w:date="2021-10-12T08:28:00Z">
              <w:r w:rsidR="00F86488">
                <w:t xml:space="preserve">the “nature of work” field to be updated </w:t>
              </w:r>
            </w:ins>
            <w:ins w:id="39" w:author="ERCOT 102221" w:date="2021-10-12T08:29:00Z">
              <w:r w:rsidR="00F86488">
                <w:t>through the end of the Outage</w:t>
              </w:r>
            </w:ins>
            <w:r>
              <w:t>;</w:t>
            </w:r>
            <w:del w:id="40" w:author="ERCOT 102221" w:date="2021-10-22T10:14:00Z">
              <w:r w:rsidDel="000654E5">
                <w:delText xml:space="preserve"> and</w:delText>
              </w:r>
            </w:del>
          </w:p>
          <w:p w14:paraId="5354F6EC" w14:textId="77777777" w:rsidR="00685230" w:rsidRDefault="00685230" w:rsidP="00685230">
            <w:pPr>
              <w:pStyle w:val="NormalArial"/>
              <w:numPr>
                <w:ilvl w:val="0"/>
                <w:numId w:val="21"/>
              </w:numPr>
              <w:spacing w:before="120" w:after="120"/>
              <w:ind w:left="342"/>
              <w:rPr>
                <w:ins w:id="41" w:author="ERCOT 102221" w:date="2021-10-13T14:31:00Z"/>
              </w:rPr>
            </w:pPr>
            <w:del w:id="42" w:author="ERCOT 102221" w:date="2021-09-29T09:43:00Z">
              <w:r w:rsidDel="00501161">
                <w:delText xml:space="preserve">Remove the Protected Information status for </w:delText>
              </w:r>
              <w:r w:rsidRPr="00F56029" w:rsidDel="00501161">
                <w:delText>any Resource Outage that occurs during an Energy Emergency Alert (EEA) or within 24 hours prior to the declaration of an EEA</w:delText>
              </w:r>
              <w:r w:rsidDel="00501161">
                <w:delText>, or that extends into an EEA, to allow public reporting of the magnitude, duration, and causes of those Outages</w:delText>
              </w:r>
              <w:r w:rsidRPr="00F56029" w:rsidDel="00501161">
                <w:delText>.</w:delText>
              </w:r>
            </w:del>
          </w:p>
          <w:p w14:paraId="5ADFE5AE" w14:textId="4477DDF7" w:rsidR="000654E5" w:rsidRDefault="00877E52" w:rsidP="000654E5">
            <w:pPr>
              <w:pStyle w:val="NormalArial"/>
              <w:numPr>
                <w:ilvl w:val="0"/>
                <w:numId w:val="21"/>
              </w:numPr>
              <w:spacing w:before="120" w:after="120"/>
              <w:ind w:left="342"/>
              <w:rPr>
                <w:ins w:id="43" w:author="ERCOT 102221" w:date="2021-10-22T10:14:00Z"/>
              </w:rPr>
            </w:pPr>
            <w:ins w:id="44" w:author="ERCOT 102221" w:date="2021-10-13T14:31:00Z">
              <w:r>
                <w:t>Modif</w:t>
              </w:r>
            </w:ins>
            <w:ins w:id="45" w:author="ERCOT 102221" w:date="2021-10-13T14:32:00Z">
              <w:r>
                <w:t>y</w:t>
              </w:r>
            </w:ins>
            <w:ins w:id="46" w:author="ERCOT 102221" w:date="2021-10-13T14:31:00Z">
              <w:r>
                <w:t xml:space="preserve"> the definition </w:t>
              </w:r>
            </w:ins>
            <w:ins w:id="47" w:author="ERCOT 102221" w:date="2021-10-22T11:57:00Z">
              <w:r w:rsidR="003C01B8">
                <w:t>of</w:t>
              </w:r>
            </w:ins>
            <w:ins w:id="48" w:author="ERCOT 102221" w:date="2021-10-13T14:32:00Z">
              <w:r>
                <w:t xml:space="preserve"> </w:t>
              </w:r>
            </w:ins>
            <w:ins w:id="49" w:author="ERCOT 102221" w:date="2021-10-13T14:31:00Z">
              <w:r>
                <w:t>Startup Loading Fai</w:t>
              </w:r>
            </w:ins>
            <w:ins w:id="50" w:author="ERCOT 102221" w:date="2021-10-13T14:32:00Z">
              <w:r>
                <w:t>l</w:t>
              </w:r>
            </w:ins>
            <w:ins w:id="51" w:author="ERCOT 102221" w:date="2021-10-13T14:31:00Z">
              <w:r>
                <w:t xml:space="preserve">ure </w:t>
              </w:r>
            </w:ins>
            <w:ins w:id="52" w:author="ERCOT 102221" w:date="2021-10-22T11:57:00Z">
              <w:r w:rsidR="003C01B8">
                <w:t xml:space="preserve">to clarify that it </w:t>
              </w:r>
            </w:ins>
            <w:ins w:id="53" w:author="ERCOT 102221" w:date="2021-10-13T14:32:00Z">
              <w:r>
                <w:t>i</w:t>
              </w:r>
            </w:ins>
            <w:ins w:id="54" w:author="ERCOT 102221" w:date="2021-10-13T14:31:00Z">
              <w:r>
                <w:t>s a Forced Outage</w:t>
              </w:r>
            </w:ins>
            <w:ins w:id="55" w:author="ERCOT 102221" w:date="2021-10-13T14:32:00Z">
              <w:r>
                <w:t xml:space="preserve"> sub</w:t>
              </w:r>
            </w:ins>
            <w:ins w:id="56" w:author="ERCOT 102221" w:date="2021-10-13T14:33:00Z">
              <w:r>
                <w:t xml:space="preserve">ject to these </w:t>
              </w:r>
              <w:r w:rsidR="002E0724">
                <w:t>reporting requirements</w:t>
              </w:r>
            </w:ins>
            <w:ins w:id="57" w:author="ERCOT 102221" w:date="2021-10-22T10:14:00Z">
              <w:r w:rsidR="000654E5">
                <w:t>; and</w:t>
              </w:r>
            </w:ins>
          </w:p>
          <w:p w14:paraId="2725E589" w14:textId="6C3A3740" w:rsidR="00FC0FCF" w:rsidRPr="00FB509B" w:rsidRDefault="000654E5" w:rsidP="000654E5">
            <w:pPr>
              <w:pStyle w:val="NormalArial"/>
              <w:numPr>
                <w:ilvl w:val="0"/>
                <w:numId w:val="21"/>
              </w:numPr>
              <w:spacing w:before="120" w:after="120"/>
              <w:ind w:left="342"/>
            </w:pPr>
            <w:ins w:id="58" w:author="ERCOT 102221" w:date="2021-10-22T10:14:00Z">
              <w:r>
                <w:t xml:space="preserve">Modify the definition of Forced Derate to </w:t>
              </w:r>
            </w:ins>
            <w:ins w:id="59" w:author="ERCOT 102221" w:date="2021-10-22T11:52:00Z">
              <w:r w:rsidR="003C01B8">
                <w:t>establish</w:t>
              </w:r>
            </w:ins>
            <w:ins w:id="60" w:author="ERCOT 102221" w:date="2021-10-22T10:14:00Z">
              <w:r>
                <w:t xml:space="preserve"> thresholds </w:t>
              </w:r>
            </w:ins>
            <w:ins w:id="61" w:author="ERCOT 102221" w:date="2021-10-22T11:52:00Z">
              <w:r w:rsidR="003C01B8">
                <w:t xml:space="preserve">only </w:t>
              </w:r>
            </w:ins>
            <w:ins w:id="62" w:author="ERCOT 102221" w:date="2021-10-22T10:14:00Z">
              <w:r>
                <w:t>in the requirements and not in the definition.</w:t>
              </w:r>
            </w:ins>
            <w:ins w:id="63" w:author="ERCOT 102221" w:date="2021-10-22T13:18:00Z">
              <w:r w:rsidR="00821303">
                <w:t xml:space="preserve"> </w:t>
              </w:r>
            </w:ins>
            <w:ins w:id="64" w:author="ERCOT 102221" w:date="2021-10-22T10:14:00Z">
              <w:r>
                <w:t xml:space="preserve">This allows for different thresholds </w:t>
              </w:r>
            </w:ins>
            <w:ins w:id="65" w:author="ERCOT 102221" w:date="2021-10-22T12:29:00Z">
              <w:r w:rsidR="00407033">
                <w:t>for</w:t>
              </w:r>
            </w:ins>
            <w:ins w:id="66" w:author="ERCOT 102221" w:date="2021-10-22T10:14:00Z">
              <w:r>
                <w:t xml:space="preserve"> </w:t>
              </w:r>
            </w:ins>
            <w:ins w:id="67" w:author="ERCOT 102221" w:date="2021-10-22T10:16:00Z">
              <w:r w:rsidR="00716492">
                <w:t>R</w:t>
              </w:r>
            </w:ins>
            <w:ins w:id="68" w:author="ERCOT 102221" w:date="2021-10-22T10:14:00Z">
              <w:r>
                <w:t>eal</w:t>
              </w:r>
            </w:ins>
            <w:ins w:id="69" w:author="ERCOT 102221" w:date="2021-10-22T10:16:00Z">
              <w:r w:rsidR="00716492">
                <w:t>-T</w:t>
              </w:r>
            </w:ins>
            <w:ins w:id="70" w:author="ERCOT 102221" w:date="2021-10-22T10:14:00Z">
              <w:r>
                <w:t>ime updates and Outage Scheduler updates.</w:t>
              </w:r>
            </w:ins>
          </w:p>
        </w:tc>
      </w:tr>
      <w:tr w:rsidR="00685230" w:rsidRPr="00A67683" w14:paraId="6C55E425" w14:textId="77777777" w:rsidTr="0033733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9BEDBE5" w14:textId="77777777" w:rsidR="00685230" w:rsidRDefault="00685230" w:rsidP="00337333">
            <w:pPr>
              <w:pStyle w:val="Header"/>
            </w:pPr>
            <w:r>
              <w:t>Business Case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A06E830" w14:textId="77777777" w:rsidR="00685230" w:rsidRDefault="00685230" w:rsidP="00337333">
            <w:pPr>
              <w:pStyle w:val="NormalArial"/>
              <w:spacing w:before="120" w:after="120"/>
            </w:pPr>
            <w:r>
              <w:t xml:space="preserve">During and following the February 2021 extreme cold weather event, regulators, legislators, and the public reasonably requested information from ERCOT about Resource Outages associated with the event.  </w:t>
            </w:r>
          </w:p>
          <w:p w14:paraId="368138B1" w14:textId="033D49C6" w:rsidR="00877AAD" w:rsidRDefault="00877AAD" w:rsidP="00337333">
            <w:pPr>
              <w:pStyle w:val="NormalArial"/>
              <w:spacing w:before="120" w:after="120"/>
            </w:pPr>
            <w:r>
              <w:t xml:space="preserve">The Outage Scheduler is the initial source of record for ERCOT to compile and report </w:t>
            </w:r>
            <w:ins w:id="71" w:author="ERCOT 102221" w:date="2021-10-21T17:04:00Z">
              <w:r>
                <w:t>Resource Outages</w:t>
              </w:r>
            </w:ins>
            <w:del w:id="72" w:author="ERCOT 102221" w:date="2021-10-21T17:04:00Z">
              <w:r w:rsidDel="00877AAD">
                <w:delText>this information</w:delText>
              </w:r>
            </w:del>
            <w:r>
              <w:t xml:space="preserve">.  The value of the Outage Scheduler as a reliable source of Outage information is </w:t>
            </w:r>
            <w:r>
              <w:lastRenderedPageBreak/>
              <w:t xml:space="preserve">dependent on the timeliness and completeness of the data entered into that system by Resource Entities or Qualified Scheduling Entities (QSEs).  </w:t>
            </w:r>
          </w:p>
          <w:p w14:paraId="19DE31AD" w14:textId="05E5ECB7" w:rsidR="00685230" w:rsidRDefault="00685230" w:rsidP="00337333">
            <w:pPr>
              <w:pStyle w:val="NormalArial"/>
              <w:spacing w:before="120" w:after="120"/>
              <w:rPr>
                <w:ins w:id="73" w:author="ERCOT 102221" w:date="2021-10-11T23:03:00Z"/>
              </w:rPr>
            </w:pPr>
            <w:r>
              <w:t xml:space="preserve">The current requirements for entering Forced Outages and Forced Derates of Resources into the Outage Scheduler </w:t>
            </w:r>
            <w:del w:id="74" w:author="ERCOT 102221" w:date="2021-09-30T16:36:00Z">
              <w:r w:rsidDel="006B135B">
                <w:delText>do not facilitate</w:delText>
              </w:r>
            </w:del>
            <w:ins w:id="75" w:author="ERCOT 102221" w:date="2021-09-30T16:36:00Z">
              <w:r w:rsidR="006B135B">
                <w:t>are inadequate for</w:t>
              </w:r>
            </w:ins>
            <w:r>
              <w:t xml:space="preserve"> complete and timely reporting of all Forced Outages and Derates.  Specifically, Forced Outages with a duration of less than two hours are not required to be entered into the Outage Scheduler, leading to an incomplete view of the number of Outages.  In addition, there is no specified deadline for entering Forced Outages or Forced Derates into Outage Scheduler. This </w:t>
            </w:r>
            <w:ins w:id="76" w:author="ERCOT 102221" w:date="2021-09-30T16:37:00Z">
              <w:r w:rsidR="00BD20D7">
                <w:t xml:space="preserve">also </w:t>
              </w:r>
            </w:ins>
            <w:r>
              <w:t>results in incorrect reporting of the Real-Time</w:t>
            </w:r>
            <w:ins w:id="77" w:author="ERCOT 102221" w:date="2021-09-30T17:01:00Z">
              <w:r w:rsidR="00FB7C9F">
                <w:t xml:space="preserve"> and future</w:t>
              </w:r>
            </w:ins>
            <w:r>
              <w:t xml:space="preserve"> MW impact of Forced Outages and Forced Derates, as this information is often not entered into Outage Scheduler until days after the fact. </w:t>
            </w:r>
          </w:p>
          <w:p w14:paraId="088EECE6" w14:textId="4DB2F227" w:rsidR="00BF7A56" w:rsidDel="00420DB3" w:rsidRDefault="00420DB3" w:rsidP="00337333">
            <w:pPr>
              <w:pStyle w:val="NormalArial"/>
              <w:spacing w:before="120" w:after="120"/>
              <w:rPr>
                <w:del w:id="78" w:author="ERCOT 102221" w:date="2021-10-11T23:03:00Z"/>
              </w:rPr>
            </w:pPr>
            <w:ins w:id="79" w:author="ERCOT 102221" w:date="2021-10-11T23:04:00Z">
              <w:r>
                <w:t xml:space="preserve">The Protocols also do not currently provide sufficient clarity as to the reporting of Startup Loading Failures.  </w:t>
              </w:r>
            </w:ins>
          </w:p>
          <w:p w14:paraId="7C24848C" w14:textId="3104AE93" w:rsidR="00685230" w:rsidRDefault="00685230" w:rsidP="00337333">
            <w:pPr>
              <w:pStyle w:val="NormalArial"/>
              <w:spacing w:before="120" w:after="120"/>
              <w:rPr>
                <w:ins w:id="80" w:author="ERCOT 102221" w:date="2021-10-12T14:23:00Z"/>
              </w:rPr>
            </w:pPr>
            <w:r>
              <w:t>The revisions in this NPRR concerning submission of Forced Outage and Forced Derate information will</w:t>
            </w:r>
            <w:ins w:id="81" w:author="ERCOT 102221" w:date="2021-09-30T17:02:00Z">
              <w:r w:rsidR="00FB7C9F">
                <w:t xml:space="preserve"> also</w:t>
              </w:r>
            </w:ins>
            <w:r>
              <w:t xml:space="preserve"> satisfy part of Item Number 5 on the TAC Emergency Conditions List, which identifies a need “</w:t>
            </w:r>
            <w:r w:rsidRPr="00A25D41">
              <w:t>to ensure more specific, complete, and accurate information for Forced Outages of Resources during Real-Time operational conditions</w:t>
            </w:r>
            <w:r>
              <w:t xml:space="preserve">.”  </w:t>
            </w:r>
          </w:p>
          <w:p w14:paraId="1BAA1081" w14:textId="730C0659" w:rsidR="001A07BD" w:rsidRDefault="001A07BD" w:rsidP="00337333">
            <w:pPr>
              <w:pStyle w:val="NormalArial"/>
              <w:spacing w:before="120" w:after="120"/>
            </w:pPr>
            <w:ins w:id="82" w:author="ERCOT 102221" w:date="2021-10-12T14:23:00Z">
              <w:r>
                <w:t xml:space="preserve">The revisions proposed in this NPRR will not only improve the quality of ERCOT’s post-event reporting, but will </w:t>
              </w:r>
              <w:r w:rsidRPr="00AB40FB">
                <w:t xml:space="preserve">ensure that ERCOT’s </w:t>
              </w:r>
              <w:r>
                <w:t>operators and engineers have more</w:t>
              </w:r>
              <w:r w:rsidRPr="00AB40FB">
                <w:t xml:space="preserve"> accurate </w:t>
              </w:r>
              <w:r w:rsidRPr="00523855">
                <w:t>and timely</w:t>
              </w:r>
              <w:r>
                <w:t xml:space="preserve"> </w:t>
              </w:r>
              <w:r w:rsidRPr="00AB40FB">
                <w:t>information about the availability and capability of Resources</w:t>
              </w:r>
            </w:ins>
            <w:ins w:id="83" w:author="ERCOT 102221" w:date="2021-10-13T14:34:00Z">
              <w:r w:rsidR="002E0724">
                <w:t xml:space="preserve"> for use in future-looking studies</w:t>
              </w:r>
            </w:ins>
            <w:ins w:id="84" w:author="ERCOT 102221" w:date="2021-10-12T14:23:00Z">
              <w:r>
                <w:t xml:space="preserve">.  When </w:t>
              </w:r>
              <w:r w:rsidRPr="00AB40FB">
                <w:t>Forced Outages</w:t>
              </w:r>
            </w:ins>
            <w:ins w:id="85" w:author="ERCOT 102221" w:date="2021-10-13T13:38:00Z">
              <w:r w:rsidR="003F3461">
                <w:t xml:space="preserve"> and</w:t>
              </w:r>
            </w:ins>
            <w:ins w:id="86" w:author="ERCOT 102221" w:date="2021-10-12T14:23:00Z">
              <w:r w:rsidRPr="00AB40FB">
                <w:t xml:space="preserve"> </w:t>
              </w:r>
              <w:r>
                <w:t xml:space="preserve">Forced </w:t>
              </w:r>
              <w:r w:rsidRPr="00AB40FB">
                <w:t>Derates</w:t>
              </w:r>
            </w:ins>
            <w:ins w:id="87" w:author="ERCOT 102221" w:date="2021-10-13T13:38:00Z">
              <w:r w:rsidR="003F3461">
                <w:t xml:space="preserve"> </w:t>
              </w:r>
            </w:ins>
            <w:ins w:id="88" w:author="ERCOT 102221" w:date="2021-10-12T14:23:00Z">
              <w:r>
                <w:t>are not entered into the</w:t>
              </w:r>
              <w:r w:rsidRPr="00AB40FB">
                <w:t xml:space="preserve"> Outage Scheduler in a timely manner</w:t>
              </w:r>
              <w:r>
                <w:t xml:space="preserve">, ERCOT’s </w:t>
              </w:r>
              <w:r w:rsidRPr="00AB40FB">
                <w:t>situational awareness</w:t>
              </w:r>
              <w:r>
                <w:t>, o</w:t>
              </w:r>
              <w:r w:rsidRPr="00AB40FB">
                <w:t xml:space="preserve">perational </w:t>
              </w:r>
              <w:r>
                <w:t>p</w:t>
              </w:r>
              <w:r w:rsidRPr="00AB40FB">
                <w:t xml:space="preserve">lanning </w:t>
              </w:r>
              <w:r>
                <w:t>a</w:t>
              </w:r>
              <w:r w:rsidRPr="00AB40FB">
                <w:t>nalys</w:t>
              </w:r>
              <w:r>
                <w:t>e</w:t>
              </w:r>
              <w:r w:rsidRPr="00AB40FB">
                <w:t>s</w:t>
              </w:r>
              <w:r>
                <w:t>,</w:t>
              </w:r>
              <w:r w:rsidRPr="00AB40FB">
                <w:t xml:space="preserve"> and </w:t>
              </w:r>
              <w:r>
                <w:t>o</w:t>
              </w:r>
              <w:r w:rsidRPr="00AB40FB">
                <w:t xml:space="preserve">perating </w:t>
              </w:r>
              <w:r>
                <w:t>p</w:t>
              </w:r>
              <w:r w:rsidRPr="00AB40FB">
                <w:t>lans</w:t>
              </w:r>
              <w:r>
                <w:t xml:space="preserve"> can be negatively impacted.</w:t>
              </w:r>
            </w:ins>
          </w:p>
          <w:p w14:paraId="1FFDF2BC" w14:textId="1DB0C2DF" w:rsidR="00685230" w:rsidRPr="00A67683" w:rsidRDefault="00685230" w:rsidP="00501161">
            <w:pPr>
              <w:pStyle w:val="NormalArial"/>
              <w:spacing w:before="120" w:after="120"/>
            </w:pPr>
            <w:del w:id="89" w:author="ERCOT 102221" w:date="2021-09-29T09:44:00Z">
              <w:r w:rsidDel="00501161">
                <w:delText xml:space="preserve">In addition, the confidential status of Outage-related information has impeded ERCOT’s ability to provide critical information to the Legislature and to the public following system-wide emergencies.  This has required either that ERCOT seek to obtain each Resource Entity’s authorization to disclose its Outage information—which imposes a substantial burden on ERCOT Staff during a period in which those resources are needed for other purposes, and which may not result in disclosure anyway—or that the Public Utility Commission of Texas (PUCT) enter an order authorizing disclosure of certain Outage information prior to the expiration of confidentiality—which requires waiting until the PUCT’s next open meeting following appropriate notice.  ERCOT believes these steps should not be necessary in cases of a system-wide emergency, given the need for prompt and public discussion about the circumstances of such an emergency by the Legislature and the </w:delText>
              </w:r>
              <w:r w:rsidDel="00501161">
                <w:lastRenderedPageBreak/>
                <w:delText>PUCT, and the compelling need for the public to understand the facts surrounding the Outages.</w:delText>
              </w:r>
            </w:del>
          </w:p>
        </w:tc>
      </w:tr>
    </w:tbl>
    <w:p w14:paraId="361E5514" w14:textId="77777777" w:rsidR="00685230" w:rsidRDefault="00685230" w:rsidP="0068523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rsidRPr="001B6509" w14:paraId="18A2E396" w14:textId="77777777" w:rsidTr="00337333">
        <w:trPr>
          <w:trHeight w:val="350"/>
        </w:trPr>
        <w:tc>
          <w:tcPr>
            <w:tcW w:w="10440" w:type="dxa"/>
            <w:tcBorders>
              <w:bottom w:val="single" w:sz="4" w:space="0" w:color="auto"/>
            </w:tcBorders>
            <w:shd w:val="clear" w:color="auto" w:fill="FFFFFF"/>
            <w:vAlign w:val="center"/>
          </w:tcPr>
          <w:p w14:paraId="44B2C100" w14:textId="77777777" w:rsidR="00685230" w:rsidRPr="001B6509" w:rsidRDefault="00685230" w:rsidP="00337333">
            <w:pPr>
              <w:tabs>
                <w:tab w:val="center" w:pos="4320"/>
                <w:tab w:val="right" w:pos="8640"/>
              </w:tabs>
              <w:jc w:val="center"/>
              <w:rPr>
                <w:rFonts w:ascii="Arial" w:hAnsi="Arial"/>
                <w:b/>
                <w:bCs/>
              </w:rPr>
            </w:pPr>
            <w:r w:rsidRPr="001B6509">
              <w:rPr>
                <w:rFonts w:ascii="Arial" w:hAnsi="Arial"/>
                <w:b/>
                <w:bCs/>
              </w:rPr>
              <w:t>Market Rules Notes</w:t>
            </w:r>
          </w:p>
        </w:tc>
      </w:tr>
    </w:tbl>
    <w:p w14:paraId="5F9C77BC" w14:textId="77777777" w:rsidR="00501161" w:rsidRPr="0003648D" w:rsidRDefault="00501161" w:rsidP="00337333">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10AA61CF" w14:textId="77777777" w:rsidR="00501161" w:rsidRPr="00A60BBA" w:rsidRDefault="00501161" w:rsidP="00501161">
      <w:pPr>
        <w:numPr>
          <w:ilvl w:val="0"/>
          <w:numId w:val="24"/>
        </w:numPr>
        <w:spacing w:before="120"/>
        <w:rPr>
          <w:rFonts w:ascii="Arial" w:hAnsi="Arial" w:cs="Arial"/>
        </w:rPr>
      </w:pPr>
      <w:r w:rsidRPr="00A60BBA">
        <w:rPr>
          <w:rFonts w:ascii="Arial" w:hAnsi="Arial" w:cs="Arial"/>
        </w:rPr>
        <w:t>NPRR</w:t>
      </w:r>
      <w:r>
        <w:rPr>
          <w:rFonts w:ascii="Arial" w:hAnsi="Arial" w:cs="Arial"/>
        </w:rPr>
        <w:t>995</w:t>
      </w:r>
      <w:r w:rsidRPr="00A60BBA">
        <w:rPr>
          <w:rFonts w:ascii="Arial" w:hAnsi="Arial" w:cs="Arial"/>
        </w:rPr>
        <w:t xml:space="preserve">, </w:t>
      </w:r>
      <w:r w:rsidRPr="003C5273">
        <w:rPr>
          <w:rFonts w:ascii="Arial" w:hAnsi="Arial" w:cs="Arial"/>
        </w:rPr>
        <w:t>RTF-6 Create Definition and Terms for Settlement Only Energy Storage</w:t>
      </w:r>
      <w:r>
        <w:rPr>
          <w:rFonts w:ascii="Arial" w:hAnsi="Arial" w:cs="Arial"/>
        </w:rPr>
        <w:t xml:space="preserve"> (incorporated 9/1/21)</w:t>
      </w:r>
    </w:p>
    <w:p w14:paraId="7376F4FF" w14:textId="77777777" w:rsidR="00501161" w:rsidRDefault="00501161" w:rsidP="00501161">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2B30B4C5" w14:textId="585FD4AF" w:rsidR="00056AD4" w:rsidRPr="00A60BBA" w:rsidRDefault="00056AD4" w:rsidP="00056AD4">
      <w:pPr>
        <w:numPr>
          <w:ilvl w:val="0"/>
          <w:numId w:val="24"/>
        </w:numPr>
        <w:spacing w:before="120"/>
        <w:rPr>
          <w:rFonts w:ascii="Arial" w:hAnsi="Arial" w:cs="Arial"/>
        </w:rPr>
      </w:pPr>
      <w:r w:rsidRPr="00A60BBA">
        <w:rPr>
          <w:rFonts w:ascii="Arial" w:hAnsi="Arial" w:cs="Arial"/>
        </w:rPr>
        <w:t>NPRR</w:t>
      </w:r>
      <w:r>
        <w:rPr>
          <w:rFonts w:ascii="Arial" w:hAnsi="Arial" w:cs="Arial"/>
        </w:rPr>
        <w:t>1097</w:t>
      </w:r>
      <w:r w:rsidRPr="00A60BBA">
        <w:rPr>
          <w:rFonts w:ascii="Arial" w:hAnsi="Arial" w:cs="Arial"/>
        </w:rPr>
        <w:t xml:space="preserve">, </w:t>
      </w:r>
      <w:r w:rsidRPr="00056AD4">
        <w:rPr>
          <w:rFonts w:ascii="Arial" w:hAnsi="Arial" w:cs="Arial"/>
        </w:rPr>
        <w:t xml:space="preserve">Create Resource Forced Outage Report </w:t>
      </w:r>
      <w:r>
        <w:rPr>
          <w:rFonts w:ascii="Arial" w:hAnsi="Arial" w:cs="Arial"/>
        </w:rPr>
        <w:t>(incorporated 4/1/22)</w:t>
      </w:r>
    </w:p>
    <w:p w14:paraId="0693ACDB" w14:textId="77777777" w:rsidR="00056AD4" w:rsidRDefault="00056AD4" w:rsidP="00056AD4">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35A1E0AF" w14:textId="77777777" w:rsidR="00501161" w:rsidRPr="00A60BBA" w:rsidRDefault="00501161" w:rsidP="00337333">
      <w:pPr>
        <w:tabs>
          <w:tab w:val="num" w:pos="0"/>
        </w:tabs>
        <w:spacing w:before="120" w:after="120"/>
        <w:rPr>
          <w:rFonts w:ascii="Arial" w:hAnsi="Arial" w:cs="Arial"/>
        </w:rPr>
      </w:pPr>
      <w:r w:rsidRPr="00A60BBA">
        <w:rPr>
          <w:rFonts w:ascii="Arial" w:hAnsi="Arial" w:cs="Arial"/>
        </w:rPr>
        <w:t>Please note that the following NPRR</w:t>
      </w:r>
      <w:r>
        <w:rPr>
          <w:rFonts w:ascii="Arial" w:hAnsi="Arial" w:cs="Arial"/>
        </w:rPr>
        <w:t>(s)</w:t>
      </w:r>
      <w:r w:rsidRPr="00A60BBA">
        <w:rPr>
          <w:rFonts w:ascii="Arial" w:hAnsi="Arial" w:cs="Arial"/>
        </w:rPr>
        <w:t xml:space="preserve"> also propose revisions to the f</w:t>
      </w:r>
      <w:r>
        <w:rPr>
          <w:rFonts w:ascii="Arial" w:hAnsi="Arial" w:cs="Arial"/>
        </w:rPr>
        <w:t>ollowing section(s)</w:t>
      </w:r>
      <w:r w:rsidRPr="00A60BBA">
        <w:rPr>
          <w:rFonts w:ascii="Arial" w:hAnsi="Arial" w:cs="Arial"/>
        </w:rPr>
        <w:t>:</w:t>
      </w:r>
    </w:p>
    <w:p w14:paraId="1E3571C4" w14:textId="77777777" w:rsidR="00501161" w:rsidRPr="00A60BBA" w:rsidRDefault="00501161" w:rsidP="00501161">
      <w:pPr>
        <w:numPr>
          <w:ilvl w:val="0"/>
          <w:numId w:val="24"/>
        </w:numPr>
        <w:spacing w:before="120"/>
        <w:rPr>
          <w:rFonts w:ascii="Arial" w:hAnsi="Arial" w:cs="Arial"/>
        </w:rPr>
      </w:pPr>
      <w:r w:rsidRPr="00A60BBA">
        <w:rPr>
          <w:rFonts w:ascii="Arial" w:hAnsi="Arial" w:cs="Arial"/>
        </w:rPr>
        <w:t>NPRR10</w:t>
      </w:r>
      <w:r>
        <w:rPr>
          <w:rFonts w:ascii="Arial" w:hAnsi="Arial" w:cs="Arial"/>
        </w:rPr>
        <w:t>67</w:t>
      </w:r>
      <w:r w:rsidRPr="00A60BBA">
        <w:rPr>
          <w:rFonts w:ascii="Arial" w:hAnsi="Arial" w:cs="Arial"/>
        </w:rPr>
        <w:t xml:space="preserve">, </w:t>
      </w:r>
      <w:r w:rsidRPr="00CB13CB">
        <w:rPr>
          <w:rFonts w:ascii="Arial" w:hAnsi="Arial" w:cs="Arial"/>
        </w:rPr>
        <w:t>Market Entry Qualifications, Continued Participation Requirements, and Credit Risk Assessment</w:t>
      </w:r>
    </w:p>
    <w:p w14:paraId="035A3E07" w14:textId="77777777" w:rsidR="00501161" w:rsidRDefault="00501161" w:rsidP="00501161">
      <w:pPr>
        <w:numPr>
          <w:ilvl w:val="1"/>
          <w:numId w:val="24"/>
        </w:numPr>
        <w:spacing w:after="120"/>
        <w:rPr>
          <w:rFonts w:ascii="Arial" w:hAnsi="Arial" w:cs="Arial"/>
        </w:rPr>
      </w:pPr>
      <w:r w:rsidRPr="00A60BBA">
        <w:rPr>
          <w:rFonts w:ascii="Arial" w:hAnsi="Arial" w:cs="Arial"/>
        </w:rPr>
        <w:t xml:space="preserve">Section </w:t>
      </w:r>
      <w:r>
        <w:rPr>
          <w:rFonts w:ascii="Arial" w:hAnsi="Arial" w:cs="Arial"/>
        </w:rPr>
        <w:t>1.3.1.1</w:t>
      </w:r>
    </w:p>
    <w:p w14:paraId="380A5382" w14:textId="77777777" w:rsidR="00501161" w:rsidRDefault="00501161" w:rsidP="00501161">
      <w:pPr>
        <w:numPr>
          <w:ilvl w:val="0"/>
          <w:numId w:val="24"/>
        </w:numPr>
        <w:rPr>
          <w:rFonts w:ascii="Arial" w:hAnsi="Arial" w:cs="Arial"/>
        </w:rPr>
      </w:pPr>
      <w:r>
        <w:rPr>
          <w:rFonts w:ascii="Arial" w:hAnsi="Arial" w:cs="Arial"/>
        </w:rPr>
        <w:t xml:space="preserve">NPRR1085, </w:t>
      </w:r>
      <w:r w:rsidRPr="003E2B66">
        <w:rPr>
          <w:rFonts w:ascii="Arial" w:hAnsi="Arial" w:cs="Arial"/>
        </w:rPr>
        <w:t>Ensuring Continuous Validity of Physical Responsive Capability (PRC) and Dispatch through Timely Changes to Resource Telemetry and Current Operating Plans (COPs)</w:t>
      </w:r>
    </w:p>
    <w:p w14:paraId="7F326835" w14:textId="77777777" w:rsidR="00501161" w:rsidRDefault="00501161" w:rsidP="00501161">
      <w:pPr>
        <w:numPr>
          <w:ilvl w:val="1"/>
          <w:numId w:val="24"/>
        </w:numPr>
        <w:rPr>
          <w:rFonts w:ascii="Arial" w:hAnsi="Arial" w:cs="Arial"/>
        </w:rPr>
      </w:pPr>
      <w:r>
        <w:rPr>
          <w:rFonts w:ascii="Arial" w:hAnsi="Arial" w:cs="Arial"/>
        </w:rPr>
        <w:t>Section 3.1.4.4</w:t>
      </w:r>
    </w:p>
    <w:p w14:paraId="4BD4AC1E" w14:textId="77777777" w:rsidR="00501161" w:rsidRPr="0013345E" w:rsidRDefault="00501161" w:rsidP="00501161">
      <w:pPr>
        <w:numPr>
          <w:ilvl w:val="1"/>
          <w:numId w:val="24"/>
        </w:numPr>
        <w:spacing w:after="120"/>
        <w:rPr>
          <w:rFonts w:ascii="Arial" w:hAnsi="Arial" w:cs="Arial"/>
        </w:rPr>
      </w:pPr>
      <w:r>
        <w:rPr>
          <w:rFonts w:ascii="Arial" w:hAnsi="Arial" w:cs="Arial"/>
        </w:rPr>
        <w:t>Section 3.1.4.7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85230" w14:paraId="7C2AAD54" w14:textId="77777777" w:rsidTr="00337333">
        <w:trPr>
          <w:trHeight w:val="350"/>
        </w:trPr>
        <w:tc>
          <w:tcPr>
            <w:tcW w:w="10440" w:type="dxa"/>
            <w:tcBorders>
              <w:bottom w:val="single" w:sz="4" w:space="0" w:color="auto"/>
            </w:tcBorders>
            <w:shd w:val="clear" w:color="auto" w:fill="FFFFFF"/>
            <w:vAlign w:val="center"/>
          </w:tcPr>
          <w:p w14:paraId="14181D59" w14:textId="77777777" w:rsidR="00685230" w:rsidRDefault="00685230" w:rsidP="00337333">
            <w:pPr>
              <w:pStyle w:val="Header"/>
              <w:jc w:val="center"/>
            </w:pPr>
            <w:r>
              <w:t>Revised Proposed Protocol Language</w:t>
            </w:r>
          </w:p>
        </w:tc>
      </w:tr>
    </w:tbl>
    <w:p w14:paraId="30AA28D4" w14:textId="77777777" w:rsidR="00B56CC7" w:rsidRPr="00B56CC7" w:rsidRDefault="00B56CC7" w:rsidP="00B56CC7">
      <w:pPr>
        <w:keepNext/>
        <w:widowControl w:val="0"/>
        <w:tabs>
          <w:tab w:val="left" w:pos="1260"/>
        </w:tabs>
        <w:spacing w:before="240" w:after="240"/>
        <w:ind w:left="1260" w:hanging="1260"/>
        <w:outlineLvl w:val="3"/>
        <w:rPr>
          <w:b/>
          <w:bCs/>
          <w:snapToGrid w:val="0"/>
          <w:szCs w:val="20"/>
        </w:rPr>
      </w:pPr>
      <w:r w:rsidRPr="00B56CC7">
        <w:rPr>
          <w:b/>
          <w:bCs/>
          <w:snapToGrid w:val="0"/>
          <w:szCs w:val="20"/>
        </w:rPr>
        <w:t>1.3.1.1</w:t>
      </w:r>
      <w:r w:rsidRPr="00B56CC7">
        <w:rPr>
          <w:b/>
          <w:bCs/>
          <w:snapToGrid w:val="0"/>
          <w:szCs w:val="20"/>
        </w:rPr>
        <w:tab/>
        <w:t>Items Considered Protected Information</w:t>
      </w:r>
      <w:bookmarkEnd w:id="0"/>
      <w:bookmarkEnd w:id="1"/>
      <w:r w:rsidRPr="00B56CC7">
        <w:rPr>
          <w:b/>
          <w:bCs/>
          <w:snapToGrid w:val="0"/>
          <w:szCs w:val="20"/>
        </w:rPr>
        <w:t xml:space="preserve"> </w:t>
      </w:r>
    </w:p>
    <w:p w14:paraId="0AED0C55" w14:textId="77777777" w:rsidR="00B56CC7" w:rsidRPr="00B56CC7" w:rsidRDefault="00B56CC7" w:rsidP="00B56CC7">
      <w:pPr>
        <w:spacing w:after="240"/>
        <w:ind w:left="720" w:hanging="720"/>
        <w:rPr>
          <w:iCs/>
          <w:szCs w:val="20"/>
        </w:rPr>
      </w:pPr>
      <w:r w:rsidRPr="00B56CC7">
        <w:rPr>
          <w:iCs/>
          <w:szCs w:val="20"/>
        </w:rPr>
        <w:t>(1)</w:t>
      </w:r>
      <w:r w:rsidRPr="00B56CC7">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42FEDF03" w14:textId="77777777" w:rsidR="00B56CC7" w:rsidRPr="00B56CC7" w:rsidRDefault="00B56CC7" w:rsidP="00B56CC7">
      <w:pPr>
        <w:spacing w:after="240"/>
        <w:ind w:left="1440" w:hanging="720"/>
        <w:rPr>
          <w:szCs w:val="20"/>
        </w:rPr>
      </w:pPr>
      <w:r w:rsidRPr="00B56CC7">
        <w:rPr>
          <w:szCs w:val="20"/>
        </w:rPr>
        <w:t>(a)</w:t>
      </w:r>
      <w:r w:rsidRPr="00B56CC7">
        <w:rPr>
          <w:szCs w:val="20"/>
        </w:rPr>
        <w:tab/>
        <w:t>Base Points, as calculated by ERCOT.  The Protected Information status of this information shall expire 60 days after the applicable Operating Day;</w:t>
      </w:r>
    </w:p>
    <w:p w14:paraId="46BE5087" w14:textId="77777777" w:rsidR="00B56CC7" w:rsidRPr="00B56CC7" w:rsidRDefault="00B56CC7" w:rsidP="00B56CC7">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0E242E1A" w14:textId="77777777" w:rsidR="00B56CC7" w:rsidRPr="00B56CC7" w:rsidRDefault="00B56CC7" w:rsidP="00B56CC7">
      <w:pPr>
        <w:spacing w:after="240"/>
        <w:ind w:left="2160" w:hanging="720"/>
        <w:rPr>
          <w:szCs w:val="20"/>
        </w:rPr>
      </w:pPr>
      <w:r w:rsidRPr="00B56CC7">
        <w:rPr>
          <w:szCs w:val="20"/>
        </w:rPr>
        <w:t>(i)</w:t>
      </w:r>
      <w:r w:rsidRPr="00B56CC7">
        <w:rPr>
          <w:szCs w:val="20"/>
        </w:rPr>
        <w:tab/>
        <w:t>Ancillary Service Offers by Operating Hour for each Resource for all Ancillary Services submitted for the Day-Ahead Market (DAM) or any Supplemental Ancillary Services Market (SASM);</w:t>
      </w:r>
    </w:p>
    <w:p w14:paraId="1D0953DE" w14:textId="77777777" w:rsidR="00B56CC7" w:rsidRPr="00B56CC7" w:rsidRDefault="00B56CC7" w:rsidP="00B56CC7">
      <w:pPr>
        <w:spacing w:after="240"/>
        <w:ind w:left="2160" w:hanging="720"/>
        <w:rPr>
          <w:szCs w:val="20"/>
        </w:rPr>
      </w:pPr>
      <w:r w:rsidRPr="00B56CC7">
        <w:rPr>
          <w:szCs w:val="20"/>
        </w:rPr>
        <w:t>(ii)</w:t>
      </w:r>
      <w:r w:rsidRPr="00B56CC7">
        <w:rPr>
          <w:szCs w:val="20"/>
        </w:rPr>
        <w:tab/>
        <w:t>The quantity of Ancillary Service offered by Operating Hour for each Resource for all Ancillary Service submitted for the DAM or any SASM; and</w:t>
      </w:r>
    </w:p>
    <w:p w14:paraId="09E33CE0" w14:textId="77777777" w:rsidR="00B56CC7" w:rsidRPr="00B56CC7" w:rsidRDefault="00B56CC7" w:rsidP="00B56CC7">
      <w:pPr>
        <w:spacing w:after="240"/>
        <w:ind w:left="2160" w:hanging="720"/>
        <w:rPr>
          <w:szCs w:val="20"/>
        </w:rPr>
      </w:pPr>
      <w:r w:rsidRPr="00B56CC7">
        <w:rPr>
          <w:szCs w:val="20"/>
        </w:rPr>
        <w:lastRenderedPageBreak/>
        <w:t>(iii)</w:t>
      </w:r>
      <w:r w:rsidRPr="00B56CC7">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3DB1B019"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6DA30CF4" w14:textId="77777777" w:rsidR="00B56CC7" w:rsidRPr="00B56CC7" w:rsidRDefault="00B56CC7" w:rsidP="00B56CC7">
            <w:pPr>
              <w:spacing w:before="120" w:after="240"/>
              <w:rPr>
                <w:b/>
                <w:i/>
                <w:szCs w:val="20"/>
              </w:rPr>
            </w:pPr>
            <w:r w:rsidRPr="00B56CC7">
              <w:rPr>
                <w:b/>
                <w:i/>
                <w:szCs w:val="20"/>
              </w:rPr>
              <w:t>[NPRR1013:  Replace paragraph (b) above with the following upon system implementation of the Real-Time Co-Optimization (RTC) project:]</w:t>
            </w:r>
          </w:p>
          <w:p w14:paraId="2334D398" w14:textId="77777777" w:rsidR="00B56CC7" w:rsidRPr="00B56CC7" w:rsidRDefault="00B56CC7" w:rsidP="00B56CC7">
            <w:pPr>
              <w:spacing w:after="240"/>
              <w:ind w:left="1440" w:hanging="720"/>
              <w:rPr>
                <w:szCs w:val="20"/>
              </w:rPr>
            </w:pPr>
            <w:r w:rsidRPr="00B56CC7">
              <w:rPr>
                <w:szCs w:val="20"/>
              </w:rPr>
              <w:t>(b)</w:t>
            </w:r>
            <w:r w:rsidRPr="00B56CC7">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3CA637E0" w14:textId="77777777" w:rsidR="00B56CC7" w:rsidRPr="00B56CC7" w:rsidRDefault="00B56CC7" w:rsidP="00B56CC7">
            <w:pPr>
              <w:spacing w:after="240"/>
              <w:ind w:left="2160" w:hanging="720"/>
              <w:rPr>
                <w:szCs w:val="20"/>
              </w:rPr>
            </w:pPr>
            <w:r w:rsidRPr="00B56CC7">
              <w:rPr>
                <w:szCs w:val="20"/>
              </w:rPr>
              <w:t>(i)</w:t>
            </w:r>
            <w:r w:rsidRPr="00B56CC7">
              <w:rPr>
                <w:szCs w:val="20"/>
              </w:rPr>
              <w:tab/>
              <w:t>Ancillary Service Offers by Operating Hour or Security-Constrained Economic Dispatch (SCED) interval for each Resource for all Ancillary Services submitted for the Day-Ahead Market (DAM) or Real-Time Market (RTM);</w:t>
            </w:r>
          </w:p>
          <w:p w14:paraId="4FBA550E" w14:textId="77777777" w:rsidR="00B56CC7" w:rsidRPr="00B56CC7" w:rsidRDefault="00B56CC7" w:rsidP="00B56CC7">
            <w:pPr>
              <w:spacing w:after="240"/>
              <w:ind w:left="2160" w:hanging="720"/>
              <w:rPr>
                <w:szCs w:val="20"/>
              </w:rPr>
            </w:pPr>
            <w:r w:rsidRPr="00B56CC7">
              <w:rPr>
                <w:szCs w:val="20"/>
              </w:rPr>
              <w:t>(ii)</w:t>
            </w:r>
            <w:r w:rsidRPr="00B56CC7">
              <w:rPr>
                <w:szCs w:val="20"/>
              </w:rPr>
              <w:tab/>
              <w:t>The quantity of Ancillary Service offered by Operating Hour or SCED interval for each Resource for all Ancillary Service submitted for the DAM or RTM; and</w:t>
            </w:r>
          </w:p>
          <w:p w14:paraId="3A5DDB45" w14:textId="77777777" w:rsidR="00B56CC7" w:rsidRPr="00B56CC7" w:rsidRDefault="00B56CC7" w:rsidP="00B56CC7">
            <w:pPr>
              <w:spacing w:after="240"/>
              <w:ind w:left="2160" w:hanging="720"/>
              <w:rPr>
                <w:szCs w:val="20"/>
              </w:rPr>
            </w:pPr>
            <w:r w:rsidRPr="00B56CC7">
              <w:rPr>
                <w:szCs w:val="20"/>
              </w:rPr>
              <w:t>(iii)</w:t>
            </w:r>
            <w:r w:rsidRPr="00B56CC7">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29CCADE2" w14:textId="003CD5C2" w:rsidR="00B56CC7" w:rsidDel="00821CBB" w:rsidRDefault="00B56CC7" w:rsidP="00821CBB">
      <w:pPr>
        <w:spacing w:before="240" w:after="240"/>
        <w:ind w:left="1440" w:hanging="720"/>
        <w:rPr>
          <w:ins w:id="90" w:author="ERCOT" w:date="2021-06-29T11:03:00Z"/>
          <w:del w:id="91" w:author="ERCOT 102221" w:date="2021-09-15T12:50:00Z"/>
        </w:rPr>
      </w:pPr>
      <w:r w:rsidRPr="00B56CC7">
        <w:rPr>
          <w:szCs w:val="20"/>
        </w:rPr>
        <w:t>(c)</w:t>
      </w:r>
      <w:r w:rsidRPr="00B56CC7">
        <w:rPr>
          <w:szCs w:val="20"/>
        </w:rPr>
        <w:tab/>
        <w:t>Status of Resources, including Outages, limitations, or scheduled or metered Resource data.  The Protected Information status of this information shall expire 60 days after the applicable Operating Day</w:t>
      </w:r>
      <w:ins w:id="92" w:author="ERCOT" w:date="2021-06-29T11:03:00Z">
        <w:del w:id="93" w:author="ERCOT 102221" w:date="2021-09-15T12:50:00Z">
          <w:r w:rsidDel="00821CBB">
            <w:delText xml:space="preserve">.  Notwithstanding the foregoing, for any Resource Outage </w:delText>
          </w:r>
        </w:del>
      </w:ins>
      <w:ins w:id="94" w:author="ERCOT" w:date="2021-06-30T13:46:00Z">
        <w:del w:id="95" w:author="ERCOT 102221" w:date="2021-09-15T12:50:00Z">
          <w:r w:rsidR="00A65549" w:rsidDel="00821CBB">
            <w:delText xml:space="preserve">or Forced Derate that </w:delText>
          </w:r>
          <w:r w:rsidR="00A65549" w:rsidRPr="00B56CC7" w:rsidDel="00821CBB">
            <w:rPr>
              <w:szCs w:val="20"/>
            </w:rPr>
            <w:delText>occurs</w:delText>
          </w:r>
          <w:r w:rsidR="00A65549" w:rsidDel="00821CBB">
            <w:delText xml:space="preserve"> during, or that extends into, any time period  in </w:delText>
          </w:r>
        </w:del>
      </w:ins>
      <w:ins w:id="96" w:author="ERCOT" w:date="2021-06-29T11:03:00Z">
        <w:del w:id="97" w:author="ERCOT 102221" w:date="2021-09-15T12:50:00Z">
          <w:r w:rsidDel="00821CBB">
            <w:delText>which ERCOT has declared an Energy Emergency Alert</w:delText>
          </w:r>
        </w:del>
      </w:ins>
      <w:ins w:id="98" w:author="ERCOT" w:date="2021-06-29T11:16:00Z">
        <w:del w:id="99" w:author="ERCOT 102221" w:date="2021-09-15T12:50:00Z">
          <w:r w:rsidR="00E31657" w:rsidDel="00821CBB">
            <w:delText xml:space="preserve"> (EEA)</w:delText>
          </w:r>
        </w:del>
      </w:ins>
      <w:ins w:id="100" w:author="ERCOT" w:date="2021-06-29T11:03:00Z">
        <w:del w:id="101" w:author="ERCOT 102221" w:date="2021-09-15T12:50:00Z">
          <w:r w:rsidDel="00821CBB">
            <w:delText>, the following information shall not be considered Protected Information:</w:delText>
          </w:r>
        </w:del>
      </w:ins>
    </w:p>
    <w:p w14:paraId="7CF73E98" w14:textId="094C87F4" w:rsidR="00A65549" w:rsidRPr="00B56CC7" w:rsidDel="00821CBB" w:rsidRDefault="00A65549">
      <w:pPr>
        <w:spacing w:before="240" w:after="240"/>
        <w:ind w:left="1440" w:hanging="720"/>
        <w:rPr>
          <w:ins w:id="102" w:author="ERCOT" w:date="2021-06-30T13:46:00Z"/>
          <w:del w:id="103" w:author="ERCOT 102221" w:date="2021-09-15T12:50:00Z"/>
          <w:szCs w:val="20"/>
        </w:rPr>
        <w:pPrChange w:id="104" w:author="ERCOT 102221" w:date="2021-09-15T12:50:00Z">
          <w:pPr>
            <w:spacing w:after="240"/>
            <w:ind w:left="2160" w:hanging="720"/>
          </w:pPr>
        </w:pPrChange>
      </w:pPr>
      <w:ins w:id="105" w:author="ERCOT" w:date="2021-06-30T13:46:00Z">
        <w:del w:id="106" w:author="ERCOT 102221" w:date="2021-09-15T12:50:00Z">
          <w:r w:rsidRPr="00B56CC7" w:rsidDel="00821CBB">
            <w:rPr>
              <w:szCs w:val="20"/>
            </w:rPr>
            <w:delText>(i)</w:delText>
          </w:r>
          <w:r w:rsidRPr="00B56CC7" w:rsidDel="00821CBB">
            <w:rPr>
              <w:szCs w:val="20"/>
            </w:rPr>
            <w:tab/>
            <w:delText xml:space="preserve">The identity of the Resource affected by that Outage or </w:delText>
          </w:r>
          <w:r w:rsidDel="00821CBB">
            <w:rPr>
              <w:szCs w:val="20"/>
            </w:rPr>
            <w:delText xml:space="preserve">Forced </w:delText>
          </w:r>
          <w:r w:rsidRPr="00B56CC7" w:rsidDel="00821CBB">
            <w:rPr>
              <w:szCs w:val="20"/>
            </w:rPr>
            <w:delText>Derate and the identity of the QSE and Resource Entity for that Resource;</w:delText>
          </w:r>
        </w:del>
      </w:ins>
    </w:p>
    <w:p w14:paraId="3429360B" w14:textId="32961D14" w:rsidR="00A65549" w:rsidRPr="00BB423E" w:rsidDel="00821CBB" w:rsidRDefault="00A65549">
      <w:pPr>
        <w:spacing w:before="240" w:after="240"/>
        <w:ind w:left="1440" w:hanging="720"/>
        <w:rPr>
          <w:ins w:id="107" w:author="ERCOT" w:date="2021-06-30T13:46:00Z"/>
          <w:del w:id="108" w:author="ERCOT 102221" w:date="2021-09-15T12:50:00Z"/>
          <w:szCs w:val="20"/>
        </w:rPr>
        <w:pPrChange w:id="109" w:author="ERCOT 102221" w:date="2021-09-15T12:50:00Z">
          <w:pPr>
            <w:spacing w:after="240"/>
            <w:ind w:left="2160" w:hanging="720"/>
          </w:pPr>
        </w:pPrChange>
      </w:pPr>
      <w:ins w:id="110" w:author="ERCOT" w:date="2021-06-30T13:46:00Z">
        <w:del w:id="111" w:author="ERCOT 102221" w:date="2021-09-15T12:50:00Z">
          <w:r w:rsidRPr="00B56CC7" w:rsidDel="00821CBB">
            <w:rPr>
              <w:szCs w:val="20"/>
            </w:rPr>
            <w:delText>(ii)</w:delText>
          </w:r>
          <w:r w:rsidRPr="00B56CC7" w:rsidDel="00821CBB">
            <w:rPr>
              <w:szCs w:val="20"/>
            </w:rPr>
            <w:tab/>
            <w:delText>T</w:delText>
          </w:r>
          <w:r w:rsidRPr="008661D2" w:rsidDel="00821CBB">
            <w:rPr>
              <w:szCs w:val="20"/>
            </w:rPr>
            <w:delText xml:space="preserve">he start time and end time of the Outage or </w:delText>
          </w:r>
          <w:r w:rsidDel="00821CBB">
            <w:rPr>
              <w:szCs w:val="20"/>
            </w:rPr>
            <w:delText xml:space="preserve">Forced </w:delText>
          </w:r>
          <w:r w:rsidRPr="008661D2" w:rsidDel="00821CBB">
            <w:rPr>
              <w:szCs w:val="20"/>
            </w:rPr>
            <w:delText>Derate;</w:delText>
          </w:r>
        </w:del>
      </w:ins>
    </w:p>
    <w:p w14:paraId="2C0B2255" w14:textId="7911EEAF" w:rsidR="00A65549" w:rsidRPr="00BB423E" w:rsidDel="00821CBB" w:rsidRDefault="00A65549">
      <w:pPr>
        <w:spacing w:before="240" w:after="240"/>
        <w:ind w:left="1440" w:hanging="720"/>
        <w:rPr>
          <w:ins w:id="112" w:author="ERCOT" w:date="2021-06-30T13:46:00Z"/>
          <w:del w:id="113" w:author="ERCOT 102221" w:date="2021-09-15T12:50:00Z"/>
          <w:szCs w:val="20"/>
        </w:rPr>
        <w:pPrChange w:id="114" w:author="ERCOT 102221" w:date="2021-09-15T12:50:00Z">
          <w:pPr>
            <w:spacing w:after="240"/>
            <w:ind w:left="2160" w:hanging="720"/>
          </w:pPr>
        </w:pPrChange>
      </w:pPr>
      <w:ins w:id="115" w:author="ERCOT" w:date="2021-06-30T13:46:00Z">
        <w:del w:id="116" w:author="ERCOT 102221" w:date="2021-09-15T12:50:00Z">
          <w:r w:rsidRPr="00BB423E" w:rsidDel="00821CBB">
            <w:rPr>
              <w:szCs w:val="20"/>
            </w:rPr>
            <w:delText>(iii)</w:delText>
          </w:r>
          <w:r w:rsidRPr="00BB423E" w:rsidDel="00821CBB">
            <w:rPr>
              <w:szCs w:val="20"/>
            </w:rPr>
            <w:tab/>
            <w:delText xml:space="preserve">The MW outaged or derated; and </w:delText>
          </w:r>
        </w:del>
      </w:ins>
    </w:p>
    <w:p w14:paraId="64BD743D" w14:textId="1C7ACB88" w:rsidR="00B56CC7" w:rsidRPr="00B56CC7" w:rsidRDefault="00A65549">
      <w:pPr>
        <w:spacing w:before="240" w:after="240"/>
        <w:ind w:left="1440" w:hanging="720"/>
        <w:rPr>
          <w:szCs w:val="20"/>
        </w:rPr>
        <w:pPrChange w:id="117" w:author="ERCOT 102221" w:date="2021-09-15T12:50:00Z">
          <w:pPr>
            <w:spacing w:after="240"/>
            <w:ind w:left="2160" w:hanging="720"/>
          </w:pPr>
        </w:pPrChange>
      </w:pPr>
      <w:ins w:id="118" w:author="ERCOT" w:date="2021-06-30T13:46:00Z">
        <w:del w:id="119" w:author="ERCOT 102221" w:date="2021-09-15T12:50:00Z">
          <w:r w:rsidRPr="00BB423E" w:rsidDel="00821CBB">
            <w:rPr>
              <w:szCs w:val="20"/>
            </w:rPr>
            <w:lastRenderedPageBreak/>
            <w:delText>(iv)</w:delText>
          </w:r>
          <w:r w:rsidRPr="00BB423E" w:rsidDel="00821CBB">
            <w:rPr>
              <w:szCs w:val="20"/>
            </w:rPr>
            <w:tab/>
            <w:delText xml:space="preserve">The cause of the Outage or </w:delText>
          </w:r>
          <w:r w:rsidDel="00821CBB">
            <w:rPr>
              <w:szCs w:val="20"/>
            </w:rPr>
            <w:delText xml:space="preserve">Forced </w:delText>
          </w:r>
          <w:r w:rsidRPr="00BB423E" w:rsidDel="00821CBB">
            <w:rPr>
              <w:szCs w:val="20"/>
            </w:rPr>
            <w:delText>Derate as described in the “nature of work” field in the Outage Scheduler or as otherwise identified by the QSE or Resource Entity for the Resource or by ERCOT</w:delText>
          </w:r>
        </w:del>
      </w:ins>
      <w:r w:rsidR="00B56CC7" w:rsidRPr="00B56CC7">
        <w:rPr>
          <w:szCs w:val="20"/>
        </w:rP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056AD4" w:rsidRPr="005901EB" w14:paraId="11563B40" w14:textId="77777777" w:rsidTr="00D1565F">
        <w:tc>
          <w:tcPr>
            <w:tcW w:w="9558" w:type="dxa"/>
            <w:tcBorders>
              <w:top w:val="single" w:sz="4" w:space="0" w:color="auto"/>
              <w:left w:val="single" w:sz="4" w:space="0" w:color="auto"/>
              <w:bottom w:val="single" w:sz="4" w:space="0" w:color="auto"/>
              <w:right w:val="single" w:sz="4" w:space="0" w:color="auto"/>
            </w:tcBorders>
            <w:shd w:val="clear" w:color="auto" w:fill="D9D9D9"/>
          </w:tcPr>
          <w:p w14:paraId="5165DC4A" w14:textId="77777777" w:rsidR="00056AD4" w:rsidRDefault="00056AD4" w:rsidP="00D1565F">
            <w:pPr>
              <w:spacing w:before="120" w:after="240"/>
              <w:rPr>
                <w:b/>
                <w:i/>
              </w:rPr>
            </w:pPr>
            <w:r>
              <w:rPr>
                <w:b/>
                <w:i/>
              </w:rPr>
              <w:t>[NPRR1097</w:t>
            </w:r>
            <w:r w:rsidRPr="004B0726">
              <w:rPr>
                <w:b/>
                <w:i/>
              </w:rPr>
              <w:t xml:space="preserve">: </w:t>
            </w:r>
            <w:r>
              <w:rPr>
                <w:b/>
                <w:i/>
              </w:rPr>
              <w:t xml:space="preserve"> Replace paragraph (c) above with the following upon system implementation:</w:t>
            </w:r>
            <w:r w:rsidRPr="004B0726">
              <w:rPr>
                <w:b/>
                <w:i/>
              </w:rPr>
              <w:t>]</w:t>
            </w:r>
          </w:p>
          <w:p w14:paraId="4BC0EFC1" w14:textId="77777777" w:rsidR="00056AD4" w:rsidRDefault="00056AD4" w:rsidP="00D1565F">
            <w:pPr>
              <w:spacing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43BA9608" w14:textId="77777777" w:rsidR="00056AD4" w:rsidRDefault="00056AD4" w:rsidP="00D1565F">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681A7F5B" w14:textId="77777777" w:rsidR="00056AD4" w:rsidRDefault="00056AD4" w:rsidP="00D1565F">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5B94A6B7" w14:textId="77777777" w:rsidR="00056AD4" w:rsidRDefault="00056AD4" w:rsidP="00D1565F">
            <w:pPr>
              <w:spacing w:after="240"/>
              <w:ind w:left="2880" w:hanging="720"/>
            </w:pPr>
            <w:r>
              <w:t>(B)</w:t>
            </w:r>
            <w:r>
              <w:tab/>
              <w:t>The Resource’s fuel type;</w:t>
            </w:r>
          </w:p>
          <w:p w14:paraId="70CCA075" w14:textId="77777777" w:rsidR="00056AD4" w:rsidRDefault="00056AD4" w:rsidP="00D1565F">
            <w:pPr>
              <w:spacing w:after="240"/>
              <w:ind w:left="2880" w:hanging="720"/>
            </w:pPr>
            <w:r>
              <w:t>(C)</w:t>
            </w:r>
            <w:r>
              <w:tab/>
              <w:t xml:space="preserve">The type of Outage or derate; </w:t>
            </w:r>
          </w:p>
          <w:p w14:paraId="75348A82" w14:textId="77777777" w:rsidR="00056AD4" w:rsidRDefault="00056AD4" w:rsidP="00D1565F">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7BB28D8A" w14:textId="77777777" w:rsidR="00056AD4" w:rsidRDefault="00056AD4" w:rsidP="00D1565F">
            <w:pPr>
              <w:spacing w:after="240"/>
              <w:ind w:left="2880" w:hanging="720"/>
            </w:pPr>
            <w:r>
              <w:t>(E)</w:t>
            </w:r>
            <w:r>
              <w:tab/>
              <w:t>T</w:t>
            </w:r>
            <w:r w:rsidRPr="00CF4639">
              <w:t xml:space="preserve">he </w:t>
            </w:r>
            <w:r>
              <w:t>Resource’s applicable Seasonal net maximum sustainable rating;</w:t>
            </w:r>
          </w:p>
          <w:p w14:paraId="0BECF221" w14:textId="77777777" w:rsidR="00056AD4" w:rsidRDefault="00056AD4" w:rsidP="00D1565F">
            <w:pPr>
              <w:spacing w:after="240"/>
              <w:ind w:left="2880" w:hanging="720"/>
            </w:pPr>
            <w:r>
              <w:t>(F)</w:t>
            </w:r>
            <w:r>
              <w:tab/>
              <w:t>The available and outaged MW during the Outage or derate</w:t>
            </w:r>
            <w:r w:rsidRPr="00CF4639">
              <w:t xml:space="preserve">; and </w:t>
            </w:r>
          </w:p>
          <w:p w14:paraId="1C118D5E" w14:textId="77777777" w:rsidR="00056AD4" w:rsidRDefault="00056AD4" w:rsidP="00D1565F">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68691D85" w14:textId="77777777" w:rsidR="00056AD4" w:rsidRPr="003666A3" w:rsidRDefault="00056AD4" w:rsidP="00D1565F">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239E775F" w14:textId="77777777" w:rsidR="00056AD4" w:rsidRPr="005901EB" w:rsidRDefault="00056AD4" w:rsidP="00D1565F">
            <w:pPr>
              <w:spacing w:after="240"/>
              <w:ind w:left="2160" w:hanging="720"/>
            </w:pPr>
            <w:r>
              <w:t>(iii)</w:t>
            </w:r>
            <w:r>
              <w:tab/>
              <w:t xml:space="preserve">For all other information, the Protected Information status shall expire </w:t>
            </w:r>
            <w:r w:rsidRPr="00827492">
              <w:t>60 days after the applicable Operating Day;</w:t>
            </w:r>
          </w:p>
        </w:tc>
      </w:tr>
    </w:tbl>
    <w:p w14:paraId="53213B19" w14:textId="2F37E455" w:rsidR="00B56CC7" w:rsidRPr="00B56CC7" w:rsidRDefault="00B56CC7" w:rsidP="004B285A">
      <w:pPr>
        <w:spacing w:before="240" w:after="240"/>
        <w:ind w:left="1440" w:hanging="720"/>
        <w:rPr>
          <w:szCs w:val="20"/>
        </w:rPr>
      </w:pPr>
      <w:r w:rsidRPr="00B56CC7">
        <w:rPr>
          <w:szCs w:val="20"/>
        </w:rPr>
        <w:t>(d)</w:t>
      </w:r>
      <w:r w:rsidRPr="00B56CC7">
        <w:rPr>
          <w:szCs w:val="20"/>
        </w:rPr>
        <w:tab/>
        <w:t>Current Operating Plans (COPs).  The Protected Information status of this information shall expire 60 days after the applicable Operating Day;</w:t>
      </w:r>
    </w:p>
    <w:p w14:paraId="3CE52059" w14:textId="77777777" w:rsidR="00B56CC7" w:rsidRPr="00B56CC7" w:rsidRDefault="00B56CC7" w:rsidP="00B56CC7">
      <w:pPr>
        <w:spacing w:after="240"/>
        <w:ind w:left="1440" w:hanging="720"/>
        <w:rPr>
          <w:szCs w:val="20"/>
        </w:rPr>
      </w:pPr>
      <w:r w:rsidRPr="00B56CC7">
        <w:rPr>
          <w:szCs w:val="20"/>
        </w:rPr>
        <w:lastRenderedPageBreak/>
        <w:t>(e)</w:t>
      </w:r>
      <w:r w:rsidRPr="00B56CC7">
        <w:rPr>
          <w:szCs w:val="20"/>
        </w:rPr>
        <w:tab/>
        <w:t>Ancillary Service Trades, Energy Trades, and Capacity Trades identifiable to a specific QSE or Resource.  The Protected Information status of this information shall expire 180 days after the applicable Operating Day;</w:t>
      </w:r>
    </w:p>
    <w:p w14:paraId="3D16D03F" w14:textId="77777777" w:rsidR="00B56CC7" w:rsidRPr="00B56CC7" w:rsidRDefault="00B56CC7" w:rsidP="00B56CC7">
      <w:pPr>
        <w:spacing w:after="240"/>
        <w:ind w:left="1440" w:hanging="720"/>
        <w:rPr>
          <w:szCs w:val="20"/>
        </w:rPr>
      </w:pPr>
      <w:r w:rsidRPr="00B56CC7">
        <w:rPr>
          <w:szCs w:val="20"/>
        </w:rPr>
        <w:t>(f)</w:t>
      </w:r>
      <w:r w:rsidRPr="00B56CC7">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01D1FCAB"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2F3FD987" w14:textId="77777777" w:rsidR="00B56CC7" w:rsidRPr="00B56CC7" w:rsidRDefault="00B56CC7" w:rsidP="00B56CC7">
            <w:pPr>
              <w:spacing w:before="120" w:after="240"/>
              <w:rPr>
                <w:b/>
                <w:i/>
                <w:szCs w:val="20"/>
              </w:rPr>
            </w:pPr>
            <w:r w:rsidRPr="00B56CC7">
              <w:rPr>
                <w:b/>
                <w:i/>
                <w:szCs w:val="20"/>
              </w:rPr>
              <w:t>[NPRR1013:  Replace paragraph (f) above with the following upon system implementation of the Real-Time Co-Optimization (RTC) project:]</w:t>
            </w:r>
          </w:p>
          <w:p w14:paraId="3F88E550" w14:textId="77777777" w:rsidR="00B56CC7" w:rsidRPr="00B56CC7" w:rsidRDefault="00B56CC7" w:rsidP="00B56CC7">
            <w:pPr>
              <w:spacing w:after="240"/>
              <w:ind w:left="1440" w:hanging="720"/>
              <w:rPr>
                <w:szCs w:val="20"/>
              </w:rPr>
            </w:pPr>
            <w:r w:rsidRPr="00B56CC7">
              <w:rPr>
                <w:szCs w:val="20"/>
              </w:rPr>
              <w:t>(f)</w:t>
            </w:r>
            <w:r w:rsidRPr="00B56CC7">
              <w:rPr>
                <w:szCs w:val="20"/>
              </w:rPr>
              <w:tab/>
              <w:t>Ancillary Service awards identifiable to a specific QSE or Resource.  The Protected Information status of this information shall expire 60 days after the applicable Operating Day;</w:t>
            </w:r>
          </w:p>
        </w:tc>
      </w:tr>
    </w:tbl>
    <w:p w14:paraId="6FD6CDFC" w14:textId="77777777" w:rsidR="00B56CC7" w:rsidRPr="00B56CC7" w:rsidRDefault="00B56CC7" w:rsidP="00B56CC7">
      <w:pPr>
        <w:spacing w:before="240" w:after="240"/>
        <w:ind w:left="1440" w:hanging="720"/>
        <w:rPr>
          <w:szCs w:val="20"/>
        </w:rPr>
      </w:pPr>
      <w:r w:rsidRPr="00B56CC7">
        <w:rPr>
          <w:szCs w:val="20"/>
        </w:rPr>
        <w:t>(g)</w:t>
      </w:r>
      <w:r w:rsidRPr="00B56CC7">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1EA940A6" w14:textId="77777777" w:rsidR="00B56CC7" w:rsidRPr="00B56CC7" w:rsidRDefault="00B56CC7" w:rsidP="00B56CC7">
      <w:pPr>
        <w:spacing w:after="240"/>
        <w:ind w:left="1440" w:hanging="720"/>
        <w:rPr>
          <w:szCs w:val="20"/>
        </w:rPr>
      </w:pPr>
      <w:r w:rsidRPr="00B56CC7">
        <w:rPr>
          <w:szCs w:val="20"/>
        </w:rPr>
        <w:t>(h)</w:t>
      </w:r>
      <w:r w:rsidRPr="00B56CC7">
        <w:rPr>
          <w:szCs w:val="20"/>
        </w:rPr>
        <w:tab/>
        <w:t>Raw and Adjusted Metered Load (AML) data (demand and energy) identifiable to:</w:t>
      </w:r>
    </w:p>
    <w:p w14:paraId="5E21F3B3" w14:textId="77777777" w:rsidR="00B56CC7" w:rsidRPr="00B56CC7" w:rsidRDefault="00B56CC7" w:rsidP="00B56CC7">
      <w:pPr>
        <w:spacing w:after="240"/>
        <w:ind w:left="2160" w:hanging="720"/>
        <w:rPr>
          <w:szCs w:val="20"/>
        </w:rPr>
      </w:pPr>
      <w:r w:rsidRPr="00B56CC7">
        <w:rPr>
          <w:szCs w:val="20"/>
        </w:rPr>
        <w:t>(i)</w:t>
      </w:r>
      <w:r w:rsidRPr="00B56CC7">
        <w:rPr>
          <w:szCs w:val="20"/>
        </w:rPr>
        <w:tab/>
        <w:t>A specific QSE or Load Serving Entity (LSE).  The Protected Information status of this information shall expire 180 days after the applicable Operating Day; or</w:t>
      </w:r>
    </w:p>
    <w:p w14:paraId="578EFA3C" w14:textId="77777777" w:rsidR="00B56CC7" w:rsidRPr="00B56CC7" w:rsidRDefault="00B56CC7" w:rsidP="00B56CC7">
      <w:pPr>
        <w:spacing w:after="240"/>
        <w:ind w:left="2160" w:hanging="720"/>
        <w:rPr>
          <w:szCs w:val="20"/>
        </w:rPr>
      </w:pPr>
      <w:r w:rsidRPr="00B56CC7">
        <w:rPr>
          <w:szCs w:val="20"/>
        </w:rPr>
        <w:t>(ii)</w:t>
      </w:r>
      <w:r w:rsidRPr="00B56CC7">
        <w:rPr>
          <w:szCs w:val="20"/>
        </w:rPr>
        <w:tab/>
        <w:t>A specific Customer or Electric Service Identifier (ESI ID);</w:t>
      </w:r>
    </w:p>
    <w:p w14:paraId="2322B254" w14:textId="77777777" w:rsidR="00B56CC7" w:rsidRPr="00B56CC7" w:rsidRDefault="00B56CC7" w:rsidP="00B56CC7">
      <w:pPr>
        <w:spacing w:before="240" w:after="240"/>
        <w:ind w:left="1440" w:hanging="720"/>
        <w:rPr>
          <w:szCs w:val="20"/>
        </w:rPr>
      </w:pPr>
      <w:r w:rsidRPr="00B56CC7">
        <w:rPr>
          <w:szCs w:val="20"/>
        </w:rPr>
        <w:t>(i)</w:t>
      </w:r>
      <w:r w:rsidRPr="00B56CC7">
        <w:rPr>
          <w:szCs w:val="20"/>
        </w:rPr>
        <w:tab/>
        <w:t xml:space="preserve">Wholesale Storage Load (WSL) data identifiable to a specific QSE.  The Protected Information status of this information shall expire 60 days after the applicable Operating Day; </w:t>
      </w:r>
    </w:p>
    <w:p w14:paraId="052014E4" w14:textId="77777777" w:rsidR="00B56CC7" w:rsidRPr="00B56CC7" w:rsidRDefault="00B56CC7" w:rsidP="00B56CC7">
      <w:pPr>
        <w:spacing w:after="240"/>
        <w:ind w:left="1440" w:hanging="720"/>
        <w:rPr>
          <w:szCs w:val="20"/>
        </w:rPr>
      </w:pPr>
      <w:r w:rsidRPr="00B56CC7">
        <w:rPr>
          <w:szCs w:val="20"/>
        </w:rPr>
        <w:t>(j)</w:t>
      </w:r>
      <w:r w:rsidRPr="00B56CC7">
        <w:rPr>
          <w:szCs w:val="20"/>
        </w:rPr>
        <w:tab/>
        <w:t>Settlement Statements and Invoices identifiable to a specific QSE.  The Protected Information status of this information shall expire 180 days after the applicable Operating Day;</w:t>
      </w:r>
    </w:p>
    <w:p w14:paraId="3ACE102C" w14:textId="77777777" w:rsidR="00B56CC7" w:rsidRPr="00B56CC7" w:rsidRDefault="00B56CC7" w:rsidP="00B56CC7">
      <w:pPr>
        <w:spacing w:after="240"/>
        <w:ind w:left="1440" w:hanging="720"/>
        <w:rPr>
          <w:szCs w:val="20"/>
        </w:rPr>
      </w:pPr>
      <w:r w:rsidRPr="00B56CC7">
        <w:rPr>
          <w:szCs w:val="20"/>
        </w:rPr>
        <w:t>(k)</w:t>
      </w:r>
      <w:r w:rsidRPr="00B56CC7">
        <w:rPr>
          <w:szCs w:val="20"/>
        </w:rPr>
        <w:tab/>
        <w:t>Number of ESI IDs identifiable to a specific LSE.  The Protected Information status of this information shall expire 365 days after the applicable Operating Day;</w:t>
      </w:r>
    </w:p>
    <w:p w14:paraId="0E4F3B4F" w14:textId="77777777" w:rsidR="00B56CC7" w:rsidRPr="00B56CC7" w:rsidRDefault="00B56CC7" w:rsidP="00B56CC7">
      <w:pPr>
        <w:spacing w:after="240"/>
        <w:ind w:left="1440" w:hanging="720"/>
        <w:rPr>
          <w:szCs w:val="20"/>
        </w:rPr>
      </w:pPr>
      <w:r w:rsidRPr="00B56CC7">
        <w:rPr>
          <w:szCs w:val="20"/>
        </w:rPr>
        <w:t>(l)</w:t>
      </w:r>
      <w:r w:rsidRPr="00B56CC7">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B56CC7">
        <w:t>1.3.1.4, Expiration of Protected Information Status</w:t>
      </w:r>
      <w:r w:rsidRPr="00B56CC7">
        <w:rPr>
          <w:szCs w:val="20"/>
        </w:rPr>
        <w:t>;</w:t>
      </w:r>
    </w:p>
    <w:p w14:paraId="10A2F894" w14:textId="77777777" w:rsidR="00B56CC7" w:rsidRPr="00B56CC7" w:rsidRDefault="00B56CC7" w:rsidP="00B56CC7">
      <w:pPr>
        <w:spacing w:after="240"/>
        <w:ind w:left="1440" w:hanging="720"/>
        <w:rPr>
          <w:szCs w:val="20"/>
        </w:rPr>
      </w:pPr>
      <w:r w:rsidRPr="00B56CC7">
        <w:rPr>
          <w:szCs w:val="20"/>
        </w:rPr>
        <w:lastRenderedPageBreak/>
        <w:t>(m)</w:t>
      </w:r>
      <w:r w:rsidRPr="00B56CC7">
        <w:rPr>
          <w:szCs w:val="20"/>
        </w:rPr>
        <w:tab/>
        <w:t>Resource-specific costs, design and engineering data, including such data submitted in connection with a verifiable cost appeal;</w:t>
      </w:r>
    </w:p>
    <w:p w14:paraId="5727060E" w14:textId="77777777" w:rsidR="00B56CC7" w:rsidRPr="00B56CC7" w:rsidRDefault="00B56CC7" w:rsidP="00B56CC7">
      <w:pPr>
        <w:spacing w:after="240"/>
        <w:ind w:left="1440" w:hanging="720"/>
        <w:rPr>
          <w:szCs w:val="20"/>
        </w:rPr>
      </w:pPr>
      <w:r w:rsidRPr="00B56CC7">
        <w:rPr>
          <w:szCs w:val="20"/>
        </w:rPr>
        <w:t>(n)</w:t>
      </w:r>
      <w:r w:rsidRPr="00B56CC7">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F201B15" w14:textId="77777777" w:rsidR="00B56CC7" w:rsidRPr="00B56CC7" w:rsidRDefault="00B56CC7" w:rsidP="00B56CC7">
      <w:pPr>
        <w:spacing w:after="240"/>
        <w:ind w:left="2160" w:hanging="720"/>
        <w:rPr>
          <w:szCs w:val="20"/>
        </w:rPr>
      </w:pPr>
      <w:r w:rsidRPr="00B56CC7">
        <w:rPr>
          <w:szCs w:val="20"/>
        </w:rPr>
        <w:t>(i)</w:t>
      </w:r>
      <w:r w:rsidRPr="00B56CC7">
        <w:rPr>
          <w:szCs w:val="20"/>
        </w:rPr>
        <w:tab/>
        <w:t>The Protected Information status of the identities of CRR bidders that become CRR Owners and the number and type of CRRs that they each own shall expire at the end of the CRR Auction in which the CRRs were first sold; and</w:t>
      </w:r>
    </w:p>
    <w:p w14:paraId="5DBBBFDB" w14:textId="77777777" w:rsidR="00B56CC7" w:rsidRPr="00B56CC7" w:rsidRDefault="00B56CC7" w:rsidP="00B56CC7">
      <w:pPr>
        <w:spacing w:after="240"/>
        <w:ind w:left="2160" w:hanging="720"/>
        <w:rPr>
          <w:szCs w:val="20"/>
        </w:rPr>
      </w:pPr>
      <w:r w:rsidRPr="00B56CC7">
        <w:rPr>
          <w:szCs w:val="20"/>
        </w:rPr>
        <w:t>(ii)</w:t>
      </w:r>
      <w:r w:rsidRPr="00B56CC7">
        <w:rPr>
          <w:szCs w:val="20"/>
        </w:rPr>
        <w:tab/>
        <w:t>The Protected Information status of all other CRR information identified above in item (n) shall expire six months after the end of the year in which the CRR was effective.</w:t>
      </w:r>
    </w:p>
    <w:p w14:paraId="06BC1C7D" w14:textId="77777777" w:rsidR="00B56CC7" w:rsidRPr="00B56CC7" w:rsidRDefault="00B56CC7" w:rsidP="00B56CC7">
      <w:pPr>
        <w:spacing w:after="240"/>
        <w:ind w:left="1440" w:hanging="720"/>
        <w:rPr>
          <w:szCs w:val="20"/>
        </w:rPr>
      </w:pPr>
      <w:r w:rsidRPr="00B56CC7">
        <w:rPr>
          <w:szCs w:val="20"/>
        </w:rPr>
        <w:t>(o)</w:t>
      </w:r>
      <w:r w:rsidRPr="00B56CC7">
        <w:rPr>
          <w:szCs w:val="20"/>
        </w:rPr>
        <w:tab/>
        <w:t>Renewable Energy Credit (REC) account balances.  The Protected Information status of this information shall expire three years after the REC Settlement period ends;</w:t>
      </w:r>
    </w:p>
    <w:p w14:paraId="799D9869" w14:textId="77777777" w:rsidR="00B56CC7" w:rsidRPr="00B56CC7" w:rsidRDefault="00B56CC7" w:rsidP="00B56CC7">
      <w:pPr>
        <w:spacing w:after="240"/>
        <w:ind w:left="1440" w:hanging="720"/>
        <w:rPr>
          <w:szCs w:val="20"/>
        </w:rPr>
      </w:pPr>
      <w:r w:rsidRPr="00B56CC7">
        <w:rPr>
          <w:szCs w:val="20"/>
        </w:rPr>
        <w:t>(p)</w:t>
      </w:r>
      <w:r w:rsidRPr="00B56CC7">
        <w:rPr>
          <w:szCs w:val="20"/>
        </w:rPr>
        <w:tab/>
        <w:t>Credit limits identifiable to a specific QSE;</w:t>
      </w:r>
    </w:p>
    <w:p w14:paraId="2DECEC68" w14:textId="77777777" w:rsidR="00B56CC7" w:rsidRPr="00B56CC7" w:rsidRDefault="00B56CC7" w:rsidP="00B56CC7">
      <w:pPr>
        <w:spacing w:after="240"/>
        <w:ind w:left="1440" w:hanging="720"/>
        <w:rPr>
          <w:szCs w:val="20"/>
        </w:rPr>
      </w:pPr>
      <w:r w:rsidRPr="00B56CC7">
        <w:rPr>
          <w:szCs w:val="20"/>
        </w:rPr>
        <w:t>(q)</w:t>
      </w:r>
      <w:r w:rsidRPr="00B56CC7">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753619C9" w14:textId="77777777" w:rsidR="00B56CC7" w:rsidRPr="00B56CC7" w:rsidRDefault="00B56CC7" w:rsidP="00B56CC7">
      <w:pPr>
        <w:spacing w:after="240"/>
        <w:ind w:left="1440" w:hanging="720"/>
        <w:rPr>
          <w:szCs w:val="20"/>
        </w:rPr>
      </w:pPr>
      <w:r w:rsidRPr="00B56CC7">
        <w:rPr>
          <w:szCs w:val="20"/>
        </w:rPr>
        <w:t>(r)</w:t>
      </w:r>
      <w:r w:rsidRPr="00B56CC7">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37882337" w14:textId="77777777" w:rsidR="00B56CC7" w:rsidRPr="00B56CC7" w:rsidRDefault="00B56CC7" w:rsidP="00B56CC7">
      <w:pPr>
        <w:spacing w:after="240"/>
        <w:ind w:left="1440" w:hanging="720"/>
        <w:rPr>
          <w:szCs w:val="20"/>
        </w:rPr>
      </w:pPr>
      <w:r w:rsidRPr="00B56CC7">
        <w:rPr>
          <w:szCs w:val="20"/>
        </w:rPr>
        <w:t>(s)</w:t>
      </w:r>
      <w:r w:rsidRPr="00B56CC7">
        <w:rPr>
          <w:szCs w:val="20"/>
        </w:rPr>
        <w:tab/>
        <w:t>Any software, products of software, or other vendor information that ERCOT is required to keep confidential under its agreements;</w:t>
      </w:r>
    </w:p>
    <w:p w14:paraId="7CBBBDBC" w14:textId="77777777" w:rsidR="00B56CC7" w:rsidRPr="00B56CC7" w:rsidRDefault="00B56CC7" w:rsidP="00B56CC7">
      <w:pPr>
        <w:spacing w:after="240"/>
        <w:ind w:left="1440" w:hanging="720"/>
        <w:rPr>
          <w:szCs w:val="20"/>
        </w:rPr>
      </w:pPr>
      <w:r w:rsidRPr="00B56CC7">
        <w:rPr>
          <w:szCs w:val="20"/>
        </w:rPr>
        <w:t>(t)</w:t>
      </w:r>
      <w:r w:rsidRPr="00B56CC7">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5E90A736"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35F8C911" w14:textId="77777777" w:rsidR="004B285A" w:rsidRDefault="004B285A" w:rsidP="004B285A">
            <w:pPr>
              <w:spacing w:before="120" w:after="240"/>
              <w:rPr>
                <w:b/>
                <w:i/>
              </w:rPr>
            </w:pPr>
            <w:r>
              <w:rPr>
                <w:b/>
                <w:i/>
              </w:rPr>
              <w:lastRenderedPageBreak/>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1EF2AAD6" w14:textId="77777777" w:rsidR="00B56CC7" w:rsidRPr="00B56CC7" w:rsidRDefault="00B56CC7" w:rsidP="00B56CC7">
            <w:pPr>
              <w:spacing w:after="240"/>
              <w:ind w:left="1440" w:hanging="720"/>
              <w:rPr>
                <w:szCs w:val="20"/>
              </w:rPr>
            </w:pPr>
            <w:r w:rsidRPr="00B56CC7">
              <w:rPr>
                <w:szCs w:val="20"/>
              </w:rPr>
              <w:t>(t)</w:t>
            </w:r>
            <w:r w:rsidRPr="00B56CC7">
              <w:rPr>
                <w:szCs w:val="20"/>
              </w:rPr>
              <w:tab/>
              <w:t>QSE, Transmission Service Provider (TSP), Direct Current Tie Operator (DCTO), and Distribution Service Provider (DSP) backup plans collected by ERCOT under the Protocols or Other Binding Documents;</w:t>
            </w:r>
          </w:p>
        </w:tc>
      </w:tr>
    </w:tbl>
    <w:p w14:paraId="6E6BA9CA" w14:textId="77777777" w:rsidR="00B56CC7" w:rsidRPr="00B56CC7" w:rsidRDefault="00B56CC7" w:rsidP="00B56CC7">
      <w:pPr>
        <w:spacing w:before="240" w:after="240"/>
        <w:ind w:left="1440" w:hanging="720"/>
        <w:rPr>
          <w:szCs w:val="20"/>
        </w:rPr>
      </w:pPr>
      <w:r w:rsidRPr="00B56CC7">
        <w:rPr>
          <w:szCs w:val="20"/>
        </w:rPr>
        <w:t>(u)</w:t>
      </w:r>
      <w:r w:rsidRPr="00B56CC7">
        <w:rPr>
          <w:szCs w:val="20"/>
        </w:rPr>
        <w:tab/>
        <w:t xml:space="preserve">Direct Current Tie (DC Tie) Schedule information.  The Protected Information status of this information shall expire 60 days after the applicable Operating Day; </w:t>
      </w:r>
    </w:p>
    <w:p w14:paraId="335DAF28" w14:textId="77777777" w:rsidR="00B56CC7" w:rsidRPr="00B56CC7" w:rsidRDefault="00B56CC7" w:rsidP="00B56CC7">
      <w:pPr>
        <w:spacing w:after="240"/>
        <w:ind w:left="1440" w:hanging="720"/>
        <w:rPr>
          <w:szCs w:val="20"/>
        </w:rPr>
      </w:pPr>
      <w:r w:rsidRPr="00B56CC7">
        <w:rPr>
          <w:szCs w:val="20"/>
        </w:rPr>
        <w:t>(v)</w:t>
      </w:r>
      <w:r w:rsidRPr="00B56CC7">
        <w:rPr>
          <w:szCs w:val="20"/>
        </w:rPr>
        <w:tab/>
        <w:t xml:space="preserve">Any Texas Standard Electronic Transaction (TX SET) transaction submitted by an LSE to ERCOT or received by an LSE from ERCOT.  This paragraph does not apply to ERCOT’s compliance with: </w:t>
      </w:r>
    </w:p>
    <w:p w14:paraId="2C156647" w14:textId="77777777" w:rsidR="00B56CC7" w:rsidRPr="00B56CC7" w:rsidRDefault="00B56CC7" w:rsidP="00B56CC7">
      <w:pPr>
        <w:spacing w:after="240"/>
        <w:ind w:left="2160" w:hanging="720"/>
        <w:rPr>
          <w:szCs w:val="20"/>
        </w:rPr>
      </w:pPr>
      <w:r w:rsidRPr="00B56CC7">
        <w:rPr>
          <w:szCs w:val="20"/>
        </w:rPr>
        <w:t>(i)</w:t>
      </w:r>
      <w:r w:rsidRPr="00B56CC7">
        <w:rPr>
          <w:szCs w:val="20"/>
        </w:rPr>
        <w:tab/>
        <w:t xml:space="preserve">PUCT Substantive Rules on performance measure reporting; </w:t>
      </w:r>
    </w:p>
    <w:p w14:paraId="4C0175FA" w14:textId="77777777" w:rsidR="00B56CC7" w:rsidRPr="00B56CC7" w:rsidRDefault="00B56CC7" w:rsidP="00B56CC7">
      <w:pPr>
        <w:spacing w:after="240"/>
        <w:ind w:left="2160" w:hanging="720"/>
        <w:rPr>
          <w:szCs w:val="20"/>
        </w:rPr>
      </w:pPr>
      <w:r w:rsidRPr="00B56CC7">
        <w:rPr>
          <w:szCs w:val="20"/>
        </w:rPr>
        <w:t>(ii)</w:t>
      </w:r>
      <w:r w:rsidRPr="00B56CC7">
        <w:rPr>
          <w:szCs w:val="20"/>
        </w:rPr>
        <w:tab/>
        <w:t xml:space="preserve">These Protocols or Other Binding Documents; or </w:t>
      </w:r>
    </w:p>
    <w:p w14:paraId="6F17DCE5" w14:textId="77777777" w:rsidR="00B56CC7" w:rsidRPr="00B56CC7" w:rsidRDefault="00B56CC7" w:rsidP="00B56CC7">
      <w:pPr>
        <w:spacing w:after="240"/>
        <w:ind w:left="2160" w:hanging="720"/>
        <w:rPr>
          <w:szCs w:val="20"/>
        </w:rPr>
      </w:pPr>
      <w:r w:rsidRPr="00B56CC7">
        <w:rPr>
          <w:szCs w:val="20"/>
        </w:rPr>
        <w:t>(iii)</w:t>
      </w:r>
      <w:r w:rsidRPr="00B56CC7">
        <w:rPr>
          <w:szCs w:val="20"/>
        </w:rPr>
        <w:tab/>
        <w:t>Any Technical Advisory Committee (TAC)-approved reporting requirements;</w:t>
      </w:r>
    </w:p>
    <w:p w14:paraId="01823EAC" w14:textId="77777777" w:rsidR="00B56CC7" w:rsidRPr="00B56CC7" w:rsidRDefault="00B56CC7" w:rsidP="00B56CC7">
      <w:pPr>
        <w:spacing w:after="240"/>
        <w:ind w:left="1440" w:hanging="720"/>
        <w:rPr>
          <w:szCs w:val="20"/>
        </w:rPr>
      </w:pPr>
      <w:r w:rsidRPr="00B56CC7">
        <w:rPr>
          <w:szCs w:val="20"/>
        </w:rPr>
        <w:t>(w)</w:t>
      </w:r>
      <w:r w:rsidRPr="00B56CC7">
        <w:rPr>
          <w:szCs w:val="20"/>
        </w:rPr>
        <w:tab/>
        <w:t>Information concerning a Mothballed Generation Resource’s probability of return to service and expected lead time for returning to service submitted pursuant to Section 3.14.1.9, Generation Resource Status Updates;</w:t>
      </w:r>
    </w:p>
    <w:p w14:paraId="7CAAFB29" w14:textId="77777777" w:rsidR="00B56CC7" w:rsidRPr="00B56CC7" w:rsidRDefault="00B56CC7" w:rsidP="00B56CC7">
      <w:pPr>
        <w:spacing w:after="240"/>
        <w:ind w:left="1440" w:hanging="720"/>
        <w:rPr>
          <w:szCs w:val="20"/>
        </w:rPr>
      </w:pPr>
      <w:r w:rsidRPr="00B56CC7">
        <w:rPr>
          <w:szCs w:val="20"/>
        </w:rPr>
        <w:t>(x)</w:t>
      </w:r>
      <w:r w:rsidRPr="00B56CC7">
        <w:rPr>
          <w:szCs w:val="20"/>
        </w:rPr>
        <w:tab/>
        <w:t>Information provided by Entities under Section 10.3.2.4, Reporting of Net Generation Capacity;</w:t>
      </w:r>
    </w:p>
    <w:p w14:paraId="46725A51" w14:textId="77777777" w:rsidR="00B56CC7" w:rsidRPr="00B56CC7" w:rsidRDefault="00B56CC7" w:rsidP="00B56CC7">
      <w:pPr>
        <w:spacing w:after="240"/>
        <w:ind w:left="1440" w:hanging="720"/>
        <w:rPr>
          <w:szCs w:val="20"/>
        </w:rPr>
      </w:pPr>
      <w:r w:rsidRPr="00B56CC7">
        <w:rPr>
          <w:szCs w:val="20"/>
        </w:rPr>
        <w:t>(y)</w:t>
      </w:r>
      <w:r w:rsidRPr="00B56CC7">
        <w:rPr>
          <w:szCs w:val="20"/>
        </w:rPr>
        <w:tab/>
        <w:t>Alternative fuel reserve capability and firm gas availability information submitted pursuant to Section 6.5.9.3.1, Operating Condition Notice, Section 6.5.9.3.2, Advisory, and Section 6.5.9.3.3, Watch, and as defined by the Operating Guides;</w:t>
      </w:r>
    </w:p>
    <w:p w14:paraId="2BFFB58F" w14:textId="77777777" w:rsidR="00B56CC7" w:rsidRPr="00B56CC7" w:rsidRDefault="00B56CC7" w:rsidP="00B56CC7">
      <w:pPr>
        <w:spacing w:after="240"/>
        <w:ind w:left="1440" w:hanging="720"/>
        <w:rPr>
          <w:szCs w:val="20"/>
        </w:rPr>
      </w:pPr>
      <w:r w:rsidRPr="00B56CC7">
        <w:rPr>
          <w:szCs w:val="20"/>
        </w:rPr>
        <w:t>(z)</w:t>
      </w:r>
      <w:r w:rsidRPr="00B56CC7">
        <w:rPr>
          <w:szCs w:val="20"/>
        </w:rPr>
        <w:tab/>
        <w:t xml:space="preserve">Non-public financial information provided by a Counter-Party to ERCOT pursuant to meeting its credit qualification requirements as well as the QSE’s form of credit support; </w:t>
      </w:r>
    </w:p>
    <w:p w14:paraId="0BE50A84" w14:textId="77777777" w:rsidR="00B56CC7" w:rsidRPr="00B56CC7" w:rsidRDefault="00B56CC7" w:rsidP="00B56CC7">
      <w:pPr>
        <w:spacing w:after="240"/>
        <w:ind w:left="1440" w:hanging="720"/>
        <w:rPr>
          <w:iCs/>
          <w:szCs w:val="20"/>
        </w:rPr>
      </w:pPr>
      <w:r w:rsidRPr="00B56CC7">
        <w:rPr>
          <w:szCs w:val="20"/>
        </w:rPr>
        <w:t>(aa)</w:t>
      </w:r>
      <w:r w:rsidRPr="00B56CC7">
        <w:rPr>
          <w:szCs w:val="20"/>
        </w:rPr>
        <w:tab/>
      </w:r>
      <w:r w:rsidRPr="00B56CC7">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B56CC7">
        <w:rPr>
          <w:iCs/>
          <w:smallCaps/>
          <w:szCs w:val="20"/>
        </w:rPr>
        <w:t>Subst</w:t>
      </w:r>
      <w:r w:rsidRPr="00B56CC7">
        <w:rPr>
          <w:iCs/>
          <w:szCs w:val="20"/>
        </w:rPr>
        <w:t>. R. 25.173, Goal for Renewable Energy;</w:t>
      </w:r>
    </w:p>
    <w:p w14:paraId="6CD11C14" w14:textId="77777777" w:rsidR="00B56CC7" w:rsidRPr="00B56CC7" w:rsidRDefault="00B56CC7" w:rsidP="00B56CC7">
      <w:pPr>
        <w:spacing w:after="240"/>
        <w:ind w:left="1440" w:hanging="720"/>
        <w:rPr>
          <w:iCs/>
          <w:szCs w:val="20"/>
        </w:rPr>
      </w:pPr>
      <w:r w:rsidRPr="00B56CC7">
        <w:rPr>
          <w:iCs/>
          <w:szCs w:val="20"/>
        </w:rPr>
        <w:lastRenderedPageBreak/>
        <w:t>(bb)</w:t>
      </w:r>
      <w:r w:rsidRPr="00B56CC7">
        <w:rPr>
          <w:iCs/>
          <w:szCs w:val="20"/>
        </w:rPr>
        <w:tab/>
        <w:t xml:space="preserve">Generation Resource emergency operations plans and weatherization plans; </w:t>
      </w:r>
    </w:p>
    <w:p w14:paraId="2D2F18F6" w14:textId="77777777" w:rsidR="00B56CC7" w:rsidRPr="00B56CC7" w:rsidRDefault="00B56CC7" w:rsidP="00B56CC7">
      <w:pPr>
        <w:spacing w:after="240"/>
        <w:ind w:left="1440" w:hanging="720"/>
      </w:pPr>
      <w:r w:rsidRPr="00B56CC7">
        <w:rPr>
          <w:iCs/>
          <w:szCs w:val="20"/>
        </w:rPr>
        <w:t>(cc)</w:t>
      </w:r>
      <w:r w:rsidRPr="00B56CC7">
        <w:rPr>
          <w:szCs w:val="20"/>
        </w:rPr>
        <w:t xml:space="preserve">     Information provided by a Counter-Party under Section 16.16.3, </w:t>
      </w:r>
      <w:r w:rsidRPr="00B56CC7">
        <w:t>Verification of Risk Management Framework;</w:t>
      </w:r>
    </w:p>
    <w:p w14:paraId="02DD6C37" w14:textId="77777777" w:rsidR="00B56CC7" w:rsidRPr="00B56CC7" w:rsidRDefault="00B56CC7" w:rsidP="00B56CC7">
      <w:pPr>
        <w:spacing w:after="240"/>
        <w:ind w:left="1440" w:hanging="720"/>
        <w:rPr>
          <w:szCs w:val="20"/>
        </w:rPr>
      </w:pPr>
      <w:r w:rsidRPr="00B56CC7">
        <w:rPr>
          <w:szCs w:val="20"/>
        </w:rPr>
        <w:t>(dd)</w:t>
      </w:r>
      <w:r w:rsidRPr="00B56CC7">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038D1B1A" w14:textId="77777777" w:rsidR="00B56CC7" w:rsidRPr="00B56CC7" w:rsidRDefault="00B56CC7" w:rsidP="00B56CC7">
      <w:pPr>
        <w:spacing w:after="240"/>
        <w:ind w:left="1440" w:hanging="720"/>
        <w:rPr>
          <w:szCs w:val="20"/>
        </w:rPr>
      </w:pPr>
      <w:r w:rsidRPr="00B56CC7">
        <w:rPr>
          <w:iCs/>
          <w:szCs w:val="20"/>
        </w:rPr>
        <w:t>(ee)</w:t>
      </w:r>
      <w:r w:rsidRPr="00B56CC7">
        <w:rPr>
          <w:iCs/>
          <w:szCs w:val="20"/>
        </w:rPr>
        <w:tab/>
      </w:r>
      <w:r w:rsidRPr="00B56CC7">
        <w:rPr>
          <w:szCs w:val="20"/>
        </w:rPr>
        <w:t>Status of Settlement Only Generators (SOGs), including Outages, limitations, or scheduled or metered output data, except that ERCOT may disclose output data 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6CC7" w:rsidRPr="00B56CC7" w14:paraId="024AE17F" w14:textId="77777777" w:rsidTr="00337333">
        <w:tc>
          <w:tcPr>
            <w:tcW w:w="9558" w:type="dxa"/>
            <w:tcBorders>
              <w:top w:val="single" w:sz="4" w:space="0" w:color="auto"/>
              <w:left w:val="single" w:sz="4" w:space="0" w:color="auto"/>
              <w:bottom w:val="single" w:sz="4" w:space="0" w:color="auto"/>
              <w:right w:val="single" w:sz="4" w:space="0" w:color="auto"/>
            </w:tcBorders>
            <w:shd w:val="clear" w:color="auto" w:fill="D9D9D9"/>
          </w:tcPr>
          <w:p w14:paraId="7898B66C" w14:textId="77777777" w:rsidR="00685230" w:rsidRDefault="00685230" w:rsidP="00685230">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04245E86" w14:textId="159B329E" w:rsidR="00B56CC7" w:rsidRPr="00B56CC7" w:rsidRDefault="00685230" w:rsidP="00685230">
            <w:pPr>
              <w:spacing w:after="240"/>
              <w:ind w:left="1440" w:hanging="720"/>
              <w:rPr>
                <w:szCs w:val="20"/>
              </w:rPr>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0DB97C10" w14:textId="77777777" w:rsidR="00B56CC7" w:rsidRPr="00B56CC7" w:rsidRDefault="00B56CC7" w:rsidP="00B56CC7">
      <w:pPr>
        <w:spacing w:before="240" w:after="240"/>
        <w:ind w:left="1440" w:hanging="720"/>
        <w:rPr>
          <w:szCs w:val="20"/>
        </w:rPr>
      </w:pPr>
      <w:r w:rsidRPr="00B56CC7">
        <w:rPr>
          <w:szCs w:val="20"/>
        </w:rPr>
        <w:t>(ff)</w:t>
      </w:r>
      <w:r w:rsidRPr="00B56CC7">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1FD92AC3" w14:textId="77777777" w:rsidR="00B56CC7" w:rsidRPr="00B56CC7" w:rsidRDefault="00B56CC7" w:rsidP="00B56CC7">
      <w:pPr>
        <w:spacing w:after="240"/>
        <w:ind w:left="1440" w:hanging="720"/>
        <w:rPr>
          <w:szCs w:val="20"/>
        </w:rPr>
      </w:pPr>
      <w:r w:rsidRPr="00B56CC7">
        <w:rPr>
          <w:szCs w:val="20"/>
        </w:rPr>
        <w:t>(gg)</w:t>
      </w:r>
      <w:r w:rsidRPr="00B56CC7">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694A471D" w14:textId="77777777" w:rsidR="00B56CC7" w:rsidRPr="00B56CC7" w:rsidRDefault="00B56CC7" w:rsidP="00B56CC7">
      <w:pPr>
        <w:spacing w:after="240"/>
        <w:ind w:left="1440" w:hanging="720"/>
        <w:rPr>
          <w:szCs w:val="20"/>
        </w:rPr>
      </w:pPr>
      <w:r w:rsidRPr="00B56CC7">
        <w:rPr>
          <w:szCs w:val="20"/>
        </w:rPr>
        <w:t>(hh)</w:t>
      </w:r>
      <w:r w:rsidRPr="00B56CC7">
        <w:rPr>
          <w:szCs w:val="20"/>
        </w:rPr>
        <w:tab/>
        <w:t xml:space="preserve">Information provided to ERCOT under Section 16.18, Cybersecurity Incident Notification, except that ERCOT may disclose general information concerning a Cybersecurity Incident in a Market Notice in accordance with paragraph (5) of </w:t>
      </w:r>
      <w:r w:rsidRPr="00B56CC7">
        <w:rPr>
          <w:szCs w:val="20"/>
        </w:rPr>
        <w:lastRenderedPageBreak/>
        <w:t>Section 16.18 to assist Market Participants in mitigating risk associated with a Cybersecurity Incident; and</w:t>
      </w:r>
    </w:p>
    <w:p w14:paraId="48966484" w14:textId="0B1D2D0B" w:rsidR="00B56CC7" w:rsidRPr="00B56CC7" w:rsidRDefault="00B56CC7" w:rsidP="00B56CC7">
      <w:pPr>
        <w:spacing w:after="240"/>
        <w:ind w:left="1440" w:hanging="720"/>
        <w:rPr>
          <w:szCs w:val="20"/>
        </w:rPr>
      </w:pPr>
      <w:r w:rsidRPr="00B56CC7">
        <w:rPr>
          <w:szCs w:val="20"/>
        </w:rPr>
        <w:t>(ii)</w:t>
      </w:r>
      <w:r w:rsidRPr="00B56CC7">
        <w:rPr>
          <w:szCs w:val="20"/>
        </w:rPr>
        <w:tab/>
        <w:t>Information disclosed in response to paragraphs (1)-(4) of the Gas Pipeline Coordination section of Section 22, Attachment K, Declaration of Completion of Generation Resource Summer Weatherization Preparations and Natural Gas Pipeline Coordination for Resource Entities with Natural Gas Generation Resources, submitted to ERCOT in accordance with Section 3.21.1, Natural Gas Pipeline Coordination Requirements for Resource Entities with Natural Gas Generation Resources for Summer Preparedness and Summer Peak Load Season.  The Protected Information status of Resource Outage information shall expire as provided in paragraph (1)(c) of Section 1.3.1.1.</w:t>
      </w:r>
    </w:p>
    <w:p w14:paraId="12A55F35" w14:textId="77777777" w:rsidR="009406F7" w:rsidRDefault="009406F7" w:rsidP="009406F7">
      <w:pPr>
        <w:pStyle w:val="Heading2"/>
        <w:numPr>
          <w:ilvl w:val="0"/>
          <w:numId w:val="0"/>
        </w:numPr>
      </w:pPr>
      <w:bookmarkStart w:id="120" w:name="_Toc73847662"/>
      <w:bookmarkStart w:id="121" w:name="_Toc118224377"/>
      <w:bookmarkStart w:id="122" w:name="_Toc118909445"/>
      <w:bookmarkStart w:id="123" w:name="_Toc205190238"/>
      <w:bookmarkEnd w:id="2"/>
      <w:bookmarkEnd w:id="3"/>
      <w:r>
        <w:t>2.1</w:t>
      </w:r>
      <w:r>
        <w:tab/>
        <w:t>DEFINITIONS</w:t>
      </w:r>
      <w:bookmarkEnd w:id="120"/>
      <w:bookmarkEnd w:id="121"/>
      <w:bookmarkEnd w:id="122"/>
      <w:bookmarkEnd w:id="123"/>
    </w:p>
    <w:p w14:paraId="5E8DF995" w14:textId="77777777" w:rsidR="009406F7" w:rsidRPr="00D5497B" w:rsidRDefault="009406F7" w:rsidP="009406F7">
      <w:pPr>
        <w:pStyle w:val="H2"/>
        <w:ind w:left="907" w:hanging="907"/>
        <w:rPr>
          <w:b w:val="0"/>
        </w:rPr>
      </w:pPr>
      <w:r w:rsidRPr="00D5497B">
        <w:t xml:space="preserve">Forced Derate </w:t>
      </w:r>
    </w:p>
    <w:p w14:paraId="0498374B" w14:textId="1CDD791A" w:rsidR="009406F7" w:rsidRDefault="009406F7" w:rsidP="009406F7">
      <w:pPr>
        <w:pStyle w:val="BodyText"/>
        <w:rPr>
          <w:ins w:id="124" w:author="ERCOT 102221" w:date="2021-10-07T14:45:00Z"/>
        </w:rPr>
      </w:pPr>
      <w:r w:rsidRPr="006313BD">
        <w:t xml:space="preserve">The </w:t>
      </w:r>
      <w:ins w:id="125" w:author="ERCOT 102221" w:date="2021-10-22T11:51:00Z">
        <w:r w:rsidR="003C01B8">
          <w:t xml:space="preserve">unavailability of a </w:t>
        </w:r>
      </w:ins>
      <w:r w:rsidRPr="006313BD">
        <w:t xml:space="preserve">portion </w:t>
      </w:r>
      <w:r w:rsidRPr="00877AAD">
        <w:t xml:space="preserve">of </w:t>
      </w:r>
      <w:ins w:id="126" w:author="ERCOT 102221" w:date="2021-10-21T15:34:00Z">
        <w:r w:rsidR="00C933BF" w:rsidRPr="00877AAD">
          <w:t xml:space="preserve">a </w:t>
        </w:r>
      </w:ins>
      <w:del w:id="127" w:author="ERCOT 102221" w:date="2021-10-21T15:34:00Z">
        <w:r w:rsidRPr="00877AAD" w:rsidDel="00C933BF">
          <w:delText>the</w:delText>
        </w:r>
      </w:del>
      <w:del w:id="128" w:author="ERCOT 102221" w:date="2021-10-21T15:36:00Z">
        <w:r w:rsidRPr="00877AAD" w:rsidDel="00C933BF">
          <w:delText xml:space="preserve"> </w:delText>
        </w:r>
      </w:del>
      <w:r w:rsidRPr="00877AAD">
        <w:t>Resource</w:t>
      </w:r>
      <w:ins w:id="129" w:author="ERCOT 102221" w:date="2021-10-21T15:36:00Z">
        <w:r w:rsidR="00C933BF" w:rsidRPr="00877AAD">
          <w:t>’s</w:t>
        </w:r>
      </w:ins>
      <w:del w:id="130" w:author="ERCOT 102221" w:date="2021-10-21T15:37:00Z">
        <w:r w:rsidRPr="00877AAD" w:rsidDel="00C933BF">
          <w:delText xml:space="preserve"> removed from service when the derating exceeds the greater of ten MW or 5</w:delText>
        </w:r>
      </w:del>
      <w:del w:id="131" w:author="ERCOT 102221" w:date="2021-10-14T13:15:00Z">
        <w:r w:rsidRPr="00877AAD" w:rsidDel="0075513C">
          <w:delText xml:space="preserve">% </w:delText>
        </w:r>
      </w:del>
      <w:del w:id="132" w:author="ERCOT 102221" w:date="2021-10-21T15:37:00Z">
        <w:r w:rsidRPr="00877AAD" w:rsidDel="00C933BF">
          <w:delText>of its</w:delText>
        </w:r>
      </w:del>
      <w:r w:rsidR="00877AAD">
        <w:t xml:space="preserve"> </w:t>
      </w:r>
      <w:ins w:id="133" w:author="ERCOT 102221" w:date="2021-10-22T12:31:00Z">
        <w:r w:rsidR="00633EC1">
          <w:t>capacity</w:t>
        </w:r>
      </w:ins>
      <w:ins w:id="134" w:author="ERCOT 102221" w:date="2021-10-22T12:32:00Z">
        <w:r w:rsidR="00633EC1">
          <w:t xml:space="preserve"> based on its </w:t>
        </w:r>
      </w:ins>
      <w:r w:rsidRPr="00877AAD">
        <w:t>Seasonal net max sustainable rating provided through the Resource Registration process.  For Qualified Scheduling Entities</w:t>
      </w:r>
      <w:r>
        <w:t xml:space="preserve"> (</w:t>
      </w:r>
      <w:r w:rsidRPr="006313BD">
        <w:t>QSEs</w:t>
      </w:r>
      <w:r>
        <w:t>)</w:t>
      </w:r>
      <w:r w:rsidRPr="006313BD">
        <w:t xml:space="preserve"> representing </w:t>
      </w:r>
      <w:r w:rsidRPr="008E4BDB">
        <w:t>Intermittent Renewable</w:t>
      </w:r>
      <w:r w:rsidRPr="006313BD">
        <w:t xml:space="preserve"> Resources (</w:t>
      </w:r>
      <w:r>
        <w:t>IR</w:t>
      </w:r>
      <w:r w:rsidRPr="006313BD">
        <w:t xml:space="preserve">Rs), the loss of a portion of the capacity shall be due to the unavailability of a portion of the equipment and shall not include capacity changes due to changes in </w:t>
      </w:r>
      <w:r w:rsidRPr="008E4BDB">
        <w:t>the power source (e.g.,</w:t>
      </w:r>
      <w:r>
        <w:t xml:space="preserve"> </w:t>
      </w:r>
      <w:r w:rsidRPr="006313BD">
        <w:t xml:space="preserve">wind speed at the </w:t>
      </w:r>
      <w:r w:rsidRPr="008E4BDB">
        <w:t>Wind-powered Generation Resource (</w:t>
      </w:r>
      <w:r w:rsidRPr="006313BD">
        <w:t>WGR</w:t>
      </w:r>
      <w:r>
        <w:t>)</w:t>
      </w:r>
      <w:r w:rsidRPr="006313BD">
        <w:t xml:space="preserve"> facility</w:t>
      </w:r>
      <w:r w:rsidRPr="008E4BDB">
        <w:t xml:space="preserve"> for a WGR, or changes in solar irradiance at the PhotoVoltaic Generation Resource (PVGR) facility for a PVGR)</w:t>
      </w:r>
      <w:r w:rsidRPr="006313BD">
        <w:t xml:space="preserve">.  </w:t>
      </w:r>
    </w:p>
    <w:p w14:paraId="799C6E4C" w14:textId="77777777" w:rsidR="003576A5" w:rsidRPr="003576A5" w:rsidRDefault="003576A5" w:rsidP="009406F7">
      <w:pPr>
        <w:pStyle w:val="BodyText"/>
        <w:rPr>
          <w:b/>
          <w:bCs/>
        </w:rPr>
      </w:pPr>
      <w:r w:rsidRPr="003576A5">
        <w:rPr>
          <w:b/>
          <w:bCs/>
        </w:rPr>
        <w:t xml:space="preserve">Startup Loading Failure </w:t>
      </w:r>
    </w:p>
    <w:p w14:paraId="28301984" w14:textId="650FE644" w:rsidR="003576A5" w:rsidRDefault="003576A5" w:rsidP="009406F7">
      <w:pPr>
        <w:pStyle w:val="BodyText"/>
      </w:pPr>
      <w:r>
        <w:t>A</w:t>
      </w:r>
      <w:ins w:id="135" w:author="ERCOT 102221" w:date="2021-10-12T14:04:00Z">
        <w:r w:rsidR="009468B2">
          <w:t xml:space="preserve"> type of Forced Outage</w:t>
        </w:r>
      </w:ins>
      <w:del w:id="136" w:author="ERCOT 102221" w:date="2021-10-12T14:04:00Z">
        <w:r w:rsidDel="009468B2">
          <w:delText>n event</w:delText>
        </w:r>
      </w:del>
      <w:r>
        <w:t xml:space="preserve"> that results when a Generation Resource is unable to operate at Low Sustained Limit (LSL) at the time scheduled in the Current Operating Plan (COP) which occurs while the unit is ramping up to its scheduled MW output. A Startup Loading Failure ends when the Resource: </w:t>
      </w:r>
    </w:p>
    <w:p w14:paraId="0294F8E9" w14:textId="60EFDDB3" w:rsidR="003576A5" w:rsidRDefault="003576A5" w:rsidP="00877AAD">
      <w:pPr>
        <w:pStyle w:val="BodyText"/>
        <w:ind w:left="1440" w:hanging="720"/>
      </w:pPr>
      <w:r>
        <w:t>(a)</w:t>
      </w:r>
      <w:r w:rsidR="00877AAD">
        <w:tab/>
      </w:r>
      <w:r>
        <w:t xml:space="preserve">Achieves its LSL; </w:t>
      </w:r>
    </w:p>
    <w:p w14:paraId="13E3F757" w14:textId="735203A9" w:rsidR="003576A5" w:rsidRDefault="003576A5" w:rsidP="00877AAD">
      <w:pPr>
        <w:pStyle w:val="BodyText"/>
        <w:ind w:left="1440" w:hanging="720"/>
      </w:pPr>
      <w:r>
        <w:t>(b)</w:t>
      </w:r>
      <w:r w:rsidR="00877AAD">
        <w:tab/>
      </w:r>
      <w:r>
        <w:t xml:space="preserve">Is scheduled to go Off-Line; or </w:t>
      </w:r>
    </w:p>
    <w:p w14:paraId="61624DD6" w14:textId="00F72E75" w:rsidR="003576A5" w:rsidRPr="009406F7" w:rsidRDefault="003576A5" w:rsidP="00877AAD">
      <w:pPr>
        <w:pStyle w:val="BodyText"/>
        <w:ind w:left="1440" w:hanging="720"/>
      </w:pPr>
      <w:r>
        <w:t>(c)</w:t>
      </w:r>
      <w:r w:rsidR="00877AAD">
        <w:tab/>
      </w:r>
      <w:del w:id="137" w:author="ERCOT 102221" w:date="2021-10-12T13:55:00Z">
        <w:r w:rsidDel="009468B2">
          <w:delText>Enters a Forced Outage</w:delText>
        </w:r>
      </w:del>
      <w:ins w:id="138" w:author="ERCOT 102221" w:date="2021-10-12T13:55:00Z">
        <w:r w:rsidR="009468B2">
          <w:t>Ceases t</w:t>
        </w:r>
      </w:ins>
      <w:ins w:id="139" w:author="ERCOT 102221" w:date="2021-10-12T14:03:00Z">
        <w:r w:rsidR="009468B2">
          <w:t xml:space="preserve">he </w:t>
        </w:r>
      </w:ins>
      <w:ins w:id="140" w:author="ERCOT 102221" w:date="2021-10-12T13:55:00Z">
        <w:r w:rsidR="009468B2">
          <w:t xml:space="preserve">attempt </w:t>
        </w:r>
        <w:del w:id="141" w:author="Reliant 052722" w:date="2022-05-26T15:46:00Z">
          <w:r w:rsidR="009468B2" w:rsidDel="006C1616">
            <w:delText>the</w:delText>
          </w:r>
        </w:del>
      </w:ins>
      <w:ins w:id="142" w:author="Reliant 052722" w:date="2022-05-26T15:46:00Z">
        <w:r w:rsidR="006C1616">
          <w:t>to</w:t>
        </w:r>
      </w:ins>
      <w:ins w:id="143" w:author="ERCOT 102221" w:date="2021-10-12T13:55:00Z">
        <w:r w:rsidR="009468B2">
          <w:t xml:space="preserve"> star</w:t>
        </w:r>
      </w:ins>
      <w:ins w:id="144" w:author="ERCOT 102221" w:date="2021-10-12T13:56:00Z">
        <w:r w:rsidR="009468B2">
          <w:t>t</w:t>
        </w:r>
      </w:ins>
      <w:ins w:id="145" w:author="ERCOT 102221" w:date="2021-10-12T13:55:00Z">
        <w:r w:rsidR="009468B2">
          <w:t xml:space="preserve"> the </w:t>
        </w:r>
      </w:ins>
      <w:ins w:id="146" w:author="ERCOT 102221" w:date="2021-10-12T14:03:00Z">
        <w:r w:rsidR="009468B2">
          <w:t>Generation Resource</w:t>
        </w:r>
      </w:ins>
      <w:ins w:id="147" w:author="ERCOT 102221" w:date="2021-10-12T13:55:00Z">
        <w:r w:rsidR="009468B2">
          <w:t xml:space="preserve"> and changes its Resource Status to OUT</w:t>
        </w:r>
      </w:ins>
      <w:r>
        <w:t>.</w:t>
      </w:r>
    </w:p>
    <w:p w14:paraId="606070F4" w14:textId="2DB442EB" w:rsidR="00AF54E6" w:rsidRPr="00AF54E6" w:rsidRDefault="00A67683" w:rsidP="00A67683">
      <w:pPr>
        <w:keepNext/>
        <w:widowControl w:val="0"/>
        <w:tabs>
          <w:tab w:val="left" w:pos="1260"/>
        </w:tabs>
        <w:spacing w:before="240" w:after="240"/>
        <w:ind w:left="1260" w:hanging="1260"/>
        <w:outlineLvl w:val="3"/>
        <w:rPr>
          <w:b/>
          <w:snapToGrid w:val="0"/>
          <w:szCs w:val="20"/>
        </w:rPr>
      </w:pPr>
      <w:r>
        <w:rPr>
          <w:b/>
          <w:snapToGrid w:val="0"/>
          <w:szCs w:val="20"/>
        </w:rPr>
        <w:t>3.1.4.4</w:t>
      </w:r>
      <w:r>
        <w:rPr>
          <w:b/>
          <w:snapToGrid w:val="0"/>
          <w:szCs w:val="20"/>
        </w:rPr>
        <w:tab/>
      </w:r>
      <w:r w:rsidR="00AF54E6" w:rsidRPr="00AF54E6">
        <w:rPr>
          <w:b/>
          <w:snapToGrid w:val="0"/>
          <w:szCs w:val="20"/>
        </w:rPr>
        <w:t xml:space="preserve">Management of </w:t>
      </w:r>
      <w:del w:id="148" w:author="ERCOT 102221" w:date="2021-10-07T14:25:00Z">
        <w:r w:rsidR="00AF54E6" w:rsidRPr="00AF54E6" w:rsidDel="005F20F0">
          <w:rPr>
            <w:b/>
            <w:snapToGrid w:val="0"/>
            <w:szCs w:val="20"/>
          </w:rPr>
          <w:delText xml:space="preserve">Resource or Transmission </w:delText>
        </w:r>
      </w:del>
      <w:bookmarkEnd w:id="4"/>
      <w:bookmarkEnd w:id="5"/>
      <w:bookmarkEnd w:id="6"/>
      <w:bookmarkEnd w:id="7"/>
      <w:bookmarkEnd w:id="8"/>
      <w:bookmarkEnd w:id="9"/>
      <w:bookmarkEnd w:id="10"/>
      <w:bookmarkEnd w:id="11"/>
      <w:bookmarkEnd w:id="12"/>
      <w:bookmarkEnd w:id="13"/>
      <w:bookmarkEnd w:id="14"/>
      <w:r w:rsidR="007E211C" w:rsidRPr="00AF54E6">
        <w:rPr>
          <w:b/>
          <w:snapToGrid w:val="0"/>
          <w:szCs w:val="20"/>
        </w:rPr>
        <w:t>Forced Outages or Maintenance Outages</w:t>
      </w:r>
    </w:p>
    <w:p w14:paraId="6EDA3574" w14:textId="388486E3"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In the event of a Forced Outage, </w:t>
      </w:r>
      <w:del w:id="149" w:author="ERCOT 102221" w:date="2021-10-07T14:18:00Z">
        <w:r w:rsidRPr="00AF54E6" w:rsidDel="00922298">
          <w:rPr>
            <w:iCs/>
            <w:szCs w:val="20"/>
          </w:rPr>
          <w:delText xml:space="preserve">after the affected equipment is removed from service, </w:delText>
        </w:r>
      </w:del>
      <w:r w:rsidRPr="00AF54E6">
        <w:rPr>
          <w:iCs/>
          <w:szCs w:val="20"/>
        </w:rPr>
        <w:t xml:space="preserve">the Resource Entity or QSE, as appropriate, or TSP must notify ERCOT as soon as practicable </w:t>
      </w:r>
      <w:del w:id="150" w:author="ERCOT 102221" w:date="2021-10-07T14:18:00Z">
        <w:r w:rsidRPr="00AF54E6" w:rsidDel="00922298">
          <w:rPr>
            <w:iCs/>
            <w:szCs w:val="20"/>
          </w:rPr>
          <w:delText xml:space="preserve">of its action </w:delText>
        </w:r>
      </w:del>
      <w:r w:rsidRPr="00AF54E6">
        <w:rPr>
          <w:iCs/>
          <w:szCs w:val="20"/>
        </w:rPr>
        <w:t xml:space="preserve">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1FD760BE"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444183CC" w14:textId="45448534" w:rsidR="00AF54E6" w:rsidRPr="00AF54E6" w:rsidRDefault="00AF54E6" w:rsidP="00AF54E6">
            <w:pPr>
              <w:spacing w:before="120" w:after="240"/>
              <w:rPr>
                <w:b/>
                <w:i/>
                <w:szCs w:val="20"/>
              </w:rPr>
            </w:pPr>
            <w:r w:rsidRPr="00AF54E6">
              <w:rPr>
                <w:b/>
                <w:i/>
                <w:szCs w:val="20"/>
              </w:rPr>
              <w:lastRenderedPageBreak/>
              <w:t xml:space="preserve">[NPRR857:  Replace paragraph (1) </w:t>
            </w:r>
            <w:r w:rsidR="004B285A">
              <w:rPr>
                <w:b/>
                <w:i/>
              </w:rPr>
              <w:t xml:space="preserve">above with the following upon system implementation and </w:t>
            </w:r>
            <w:r w:rsidR="004B285A" w:rsidRPr="00BA355E">
              <w:rPr>
                <w:b/>
                <w:i/>
              </w:rPr>
              <w:t xml:space="preserve">satisfying the following conditions: </w:t>
            </w:r>
            <w:r w:rsidR="004B285A">
              <w:rPr>
                <w:b/>
                <w:i/>
              </w:rPr>
              <w:t xml:space="preserve"> </w:t>
            </w:r>
            <w:r w:rsidR="004B285A"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4B285A">
              <w:rPr>
                <w:b/>
                <w:i/>
              </w:rPr>
              <w:t>:</w:t>
            </w:r>
            <w:r w:rsidRPr="00AF54E6">
              <w:rPr>
                <w:b/>
                <w:i/>
                <w:szCs w:val="20"/>
              </w:rPr>
              <w:t>]</w:t>
            </w:r>
          </w:p>
          <w:p w14:paraId="206A0F3D" w14:textId="77777777"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In the event of a Forced Outage, after the affected equipment is removed from service, the Resource Entity or QSE, as appropriate, TSP, or DCTO must notify ERCOT as soon as practicable of its action by: </w:t>
            </w:r>
          </w:p>
        </w:tc>
      </w:tr>
    </w:tbl>
    <w:p w14:paraId="24A71ABD" w14:textId="3633A253" w:rsidR="00AF54E6" w:rsidRPr="00AF54E6" w:rsidRDefault="00AF54E6" w:rsidP="00AF54E6">
      <w:pPr>
        <w:spacing w:before="240" w:after="240"/>
        <w:ind w:left="1440" w:hanging="720"/>
        <w:rPr>
          <w:szCs w:val="20"/>
        </w:rPr>
      </w:pPr>
      <w:r w:rsidRPr="00AF54E6">
        <w:rPr>
          <w:szCs w:val="20"/>
        </w:rPr>
        <w:t>(a)</w:t>
      </w:r>
      <w:r w:rsidRPr="00AF54E6">
        <w:rPr>
          <w:szCs w:val="20"/>
        </w:rPr>
        <w:tab/>
        <w:t>For Resource Outages:</w:t>
      </w:r>
    </w:p>
    <w:p w14:paraId="39B9839A" w14:textId="7673DA0D" w:rsidR="00AF54E6" w:rsidRPr="00AF54E6" w:rsidRDefault="00AF54E6" w:rsidP="00AF54E6">
      <w:pPr>
        <w:spacing w:after="240"/>
        <w:ind w:left="2160" w:hanging="720"/>
        <w:rPr>
          <w:szCs w:val="20"/>
        </w:rPr>
      </w:pPr>
      <w:r w:rsidRPr="00AF54E6">
        <w:rPr>
          <w:szCs w:val="20"/>
        </w:rPr>
        <w:t>(i)</w:t>
      </w:r>
      <w:r w:rsidRPr="00AF54E6">
        <w:rPr>
          <w:szCs w:val="20"/>
        </w:rPr>
        <w:tab/>
        <w:t>Changing the telemetered Resource Status</w:t>
      </w:r>
      <w:del w:id="151" w:author="ERCOT 102221" w:date="2021-10-21T17:12:00Z">
        <w:r w:rsidRPr="00AF54E6" w:rsidDel="007E211C">
          <w:rPr>
            <w:szCs w:val="20"/>
          </w:rPr>
          <w:delText xml:space="preserve"> </w:delText>
        </w:r>
      </w:del>
      <w:del w:id="152" w:author="ERCOT 102221" w:date="2021-10-11T11:23:00Z">
        <w:r w:rsidRPr="00AF54E6" w:rsidDel="00EE0E9B">
          <w:rPr>
            <w:szCs w:val="20"/>
          </w:rPr>
          <w:delText>appropriately</w:delText>
        </w:r>
      </w:del>
      <w:r w:rsidRPr="00AF54E6">
        <w:rPr>
          <w:szCs w:val="20"/>
        </w:rPr>
        <w:t xml:space="preserve">, including a text description when it becomes known, of the cause of the Forced Outage; and </w:t>
      </w:r>
    </w:p>
    <w:p w14:paraId="1CFA749A" w14:textId="04DCC6BB" w:rsidR="00AF54E6" w:rsidRPr="00AF54E6" w:rsidRDefault="00AF54E6" w:rsidP="00AF54E6">
      <w:pPr>
        <w:spacing w:after="240"/>
        <w:ind w:left="2160" w:hanging="720"/>
        <w:rPr>
          <w:szCs w:val="20"/>
        </w:rPr>
      </w:pPr>
      <w:r w:rsidRPr="00AF54E6">
        <w:rPr>
          <w:szCs w:val="20"/>
        </w:rPr>
        <w:t>(ii)</w:t>
      </w:r>
      <w:r w:rsidRPr="00AF54E6">
        <w:rPr>
          <w:szCs w:val="20"/>
        </w:rPr>
        <w:tab/>
        <w:t xml:space="preserve">Updating the COP; and </w:t>
      </w:r>
    </w:p>
    <w:p w14:paraId="4F5800A0" w14:textId="77777777" w:rsidR="00AF54E6" w:rsidRPr="00AF54E6" w:rsidRDefault="00AF54E6" w:rsidP="00AF54E6">
      <w:pPr>
        <w:spacing w:after="240"/>
        <w:ind w:left="2160" w:hanging="720"/>
        <w:rPr>
          <w:szCs w:val="20"/>
        </w:rPr>
      </w:pPr>
      <w:r w:rsidRPr="00AF54E6">
        <w:rPr>
          <w:szCs w:val="20"/>
        </w:rPr>
        <w:t>(iii)</w:t>
      </w:r>
      <w:r w:rsidRPr="00AF54E6">
        <w:rPr>
          <w:szCs w:val="20"/>
        </w:rPr>
        <w:tab/>
        <w:t>Updating the Outage Scheduler</w:t>
      </w:r>
      <w:del w:id="153" w:author="ERCOT" w:date="2021-04-26T14:16:00Z">
        <w:r w:rsidDel="009406F7">
          <w:rPr>
            <w:szCs w:val="20"/>
          </w:rPr>
          <w:delText>, if necessary</w:delText>
        </w:r>
      </w:del>
      <w:r w:rsidRPr="00AF54E6">
        <w:rPr>
          <w:szCs w:val="20"/>
        </w:rPr>
        <w:t xml:space="preserve">.  </w:t>
      </w:r>
    </w:p>
    <w:p w14:paraId="7E1CDB4E" w14:textId="77777777" w:rsidR="00AF54E6" w:rsidRPr="00AF54E6" w:rsidRDefault="00AF54E6" w:rsidP="00AF54E6">
      <w:pPr>
        <w:spacing w:after="240"/>
        <w:ind w:left="1440" w:hanging="720"/>
        <w:rPr>
          <w:szCs w:val="20"/>
        </w:rPr>
      </w:pPr>
      <w:r w:rsidRPr="00AF54E6">
        <w:rPr>
          <w:szCs w:val="20"/>
        </w:rPr>
        <w:t>(b)</w:t>
      </w:r>
      <w:r w:rsidRPr="00AF54E6">
        <w:rPr>
          <w:szCs w:val="20"/>
        </w:rPr>
        <w:tab/>
        <w:t>For Transmission Facilities Forced Outages:</w:t>
      </w:r>
    </w:p>
    <w:p w14:paraId="34162FBB" w14:textId="77777777" w:rsidR="00AF54E6" w:rsidRPr="00AF54E6" w:rsidRDefault="00AF54E6" w:rsidP="00AF54E6">
      <w:pPr>
        <w:spacing w:after="240"/>
        <w:ind w:left="2160" w:hanging="720"/>
        <w:rPr>
          <w:szCs w:val="20"/>
        </w:rPr>
      </w:pPr>
      <w:r w:rsidRPr="00AF54E6">
        <w:rPr>
          <w:szCs w:val="20"/>
        </w:rPr>
        <w:t>(i)</w:t>
      </w:r>
      <w:r w:rsidRPr="00AF54E6">
        <w:rPr>
          <w:szCs w:val="20"/>
        </w:rPr>
        <w:tab/>
        <w:t>Changing the telemetered status of the affected Transmission Elements; and</w:t>
      </w:r>
    </w:p>
    <w:p w14:paraId="5231DE17" w14:textId="77777777" w:rsidR="00AF54E6" w:rsidRPr="00AF54E6" w:rsidRDefault="00AF54E6" w:rsidP="00AF54E6">
      <w:pPr>
        <w:spacing w:after="240"/>
        <w:ind w:left="2160" w:hanging="720"/>
        <w:rPr>
          <w:szCs w:val="20"/>
        </w:rPr>
      </w:pPr>
      <w:r w:rsidRPr="00AF54E6">
        <w:rPr>
          <w:szCs w:val="20"/>
        </w:rPr>
        <w:t>(ii)</w:t>
      </w:r>
      <w:r w:rsidRPr="00AF54E6">
        <w:rPr>
          <w:szCs w:val="20"/>
        </w:rPr>
        <w:tab/>
        <w:t xml:space="preserve">Updating the Outage Scheduler with the expected return-to-service time.  </w:t>
      </w:r>
    </w:p>
    <w:p w14:paraId="5E220B4B" w14:textId="5E84DF1D" w:rsidR="00AF54E6" w:rsidRPr="00AF54E6" w:rsidRDefault="00AF54E6" w:rsidP="00AF54E6">
      <w:pPr>
        <w:spacing w:after="240"/>
        <w:ind w:left="720" w:hanging="720"/>
        <w:rPr>
          <w:iCs/>
          <w:szCs w:val="20"/>
        </w:rPr>
      </w:pPr>
      <w:r w:rsidRPr="00AF54E6">
        <w:rPr>
          <w:iCs/>
          <w:szCs w:val="20"/>
        </w:rPr>
        <w:t>(2)</w:t>
      </w:r>
      <w:r w:rsidRPr="00AF54E6">
        <w:rPr>
          <w:iCs/>
          <w:szCs w:val="20"/>
        </w:rPr>
        <w:tab/>
        <w:t>Forced Outages may require ERCOT to review and withdraw approval of previously approved or accepted, as applicable, Planned Outage, Maintenance Outage, or Rescheduled Outage schedules to ensure reliability.</w:t>
      </w:r>
    </w:p>
    <w:p w14:paraId="5B182E83" w14:textId="77777777" w:rsidR="00AF54E6" w:rsidRPr="00AF54E6" w:rsidRDefault="00AF54E6" w:rsidP="00AF54E6">
      <w:pPr>
        <w:spacing w:after="240"/>
        <w:ind w:left="720" w:hanging="720"/>
        <w:rPr>
          <w:iCs/>
          <w:szCs w:val="20"/>
        </w:rPr>
      </w:pPr>
      <w:r w:rsidRPr="00AF54E6">
        <w:rPr>
          <w:iCs/>
          <w:szCs w:val="20"/>
        </w:rPr>
        <w:t>(3)</w:t>
      </w:r>
      <w:r w:rsidRPr="00AF54E6">
        <w:rPr>
          <w:iCs/>
          <w:szCs w:val="20"/>
        </w:rPr>
        <w:tab/>
        <w:t>For Maintenance Outages, the Resource Entity or QSE, as appropriate, or TSP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5E36FC21"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49BD3181" w14:textId="08D4EEB1" w:rsidR="00AF54E6" w:rsidRPr="00AF54E6" w:rsidRDefault="00AF54E6" w:rsidP="00AF54E6">
            <w:pPr>
              <w:spacing w:before="120" w:after="240"/>
              <w:rPr>
                <w:b/>
                <w:i/>
                <w:szCs w:val="20"/>
              </w:rPr>
            </w:pPr>
            <w:r w:rsidRPr="00AF54E6">
              <w:rPr>
                <w:b/>
                <w:i/>
                <w:szCs w:val="20"/>
              </w:rPr>
              <w:t xml:space="preserve">[NPRR857:  Replace paragraph (3) </w:t>
            </w:r>
            <w:r w:rsidR="004B285A">
              <w:rPr>
                <w:b/>
                <w:i/>
              </w:rPr>
              <w:t xml:space="preserve">above with the following upon system implementation and </w:t>
            </w:r>
            <w:r w:rsidR="004B285A" w:rsidRPr="00BA355E">
              <w:rPr>
                <w:b/>
                <w:i/>
              </w:rPr>
              <w:t xml:space="preserve">satisfying the following conditions: </w:t>
            </w:r>
            <w:r w:rsidR="004B285A">
              <w:rPr>
                <w:b/>
                <w:i/>
              </w:rPr>
              <w:t xml:space="preserve"> </w:t>
            </w:r>
            <w:r w:rsidR="004B285A" w:rsidRPr="00BA355E">
              <w:rPr>
                <w:b/>
                <w:i/>
              </w:rPr>
              <w:t xml:space="preserve">(1)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4B285A" w:rsidRPr="00BA355E">
              <w:rPr>
                <w:b/>
                <w:i/>
              </w:rPr>
              <w:lastRenderedPageBreak/>
              <w:t>interconnection; and (b) The financial security required to fund the interconnection facilities</w:t>
            </w:r>
            <w:r w:rsidR="004B285A">
              <w:rPr>
                <w:b/>
                <w:i/>
              </w:rPr>
              <w:t>:</w:t>
            </w:r>
            <w:r w:rsidRPr="00AF54E6">
              <w:rPr>
                <w:b/>
                <w:i/>
                <w:szCs w:val="20"/>
              </w:rPr>
              <w:t>]</w:t>
            </w:r>
          </w:p>
          <w:p w14:paraId="7A20FA80" w14:textId="77777777" w:rsidR="00AF54E6" w:rsidRPr="00AF54E6" w:rsidRDefault="00AF54E6" w:rsidP="00AF54E6">
            <w:pPr>
              <w:spacing w:after="240"/>
              <w:ind w:left="720" w:hanging="720"/>
              <w:rPr>
                <w:iCs/>
                <w:szCs w:val="20"/>
              </w:rPr>
            </w:pPr>
            <w:r w:rsidRPr="00AF54E6">
              <w:rPr>
                <w:iCs/>
                <w:szCs w:val="20"/>
              </w:rPr>
              <w:t>(3)</w:t>
            </w:r>
            <w:r w:rsidRPr="00AF54E6">
              <w:rPr>
                <w:iCs/>
                <w:szCs w:val="20"/>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 Entity in its notice to ERCOT.</w:t>
            </w:r>
          </w:p>
        </w:tc>
      </w:tr>
    </w:tbl>
    <w:p w14:paraId="7E737319" w14:textId="7A0555CC" w:rsidR="00AF54E6" w:rsidRPr="00AF54E6" w:rsidRDefault="00AF54E6" w:rsidP="00AF54E6">
      <w:pPr>
        <w:spacing w:before="240" w:after="240"/>
        <w:ind w:left="720" w:hanging="720"/>
        <w:rPr>
          <w:iCs/>
          <w:szCs w:val="20"/>
        </w:rPr>
      </w:pPr>
      <w:r w:rsidRPr="00AF54E6">
        <w:rPr>
          <w:iCs/>
          <w:szCs w:val="20"/>
        </w:rPr>
        <w:lastRenderedPageBreak/>
        <w:t>(4)</w:t>
      </w:r>
      <w:r w:rsidRPr="00AF54E6">
        <w:rPr>
          <w:iCs/>
          <w:szCs w:val="20"/>
        </w:rP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154A96E5" w14:textId="18534F5D" w:rsidR="00E61AE1" w:rsidRPr="00AF54E6" w:rsidRDefault="00AF54E6" w:rsidP="007E211C">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4E6" w:rsidRPr="00AF54E6" w14:paraId="52945CDF" w14:textId="77777777" w:rsidTr="00300646">
        <w:tc>
          <w:tcPr>
            <w:tcW w:w="9445" w:type="dxa"/>
            <w:tcBorders>
              <w:top w:val="single" w:sz="4" w:space="0" w:color="auto"/>
              <w:left w:val="single" w:sz="4" w:space="0" w:color="auto"/>
              <w:bottom w:val="single" w:sz="4" w:space="0" w:color="auto"/>
              <w:right w:val="single" w:sz="4" w:space="0" w:color="auto"/>
            </w:tcBorders>
            <w:shd w:val="clear" w:color="auto" w:fill="D9D9D9"/>
          </w:tcPr>
          <w:p w14:paraId="3D8696AE" w14:textId="24B82AA4" w:rsidR="00AF54E6" w:rsidRPr="00AF54E6" w:rsidRDefault="00AF54E6" w:rsidP="00AF54E6">
            <w:pPr>
              <w:spacing w:before="120" w:after="240"/>
              <w:rPr>
                <w:b/>
                <w:i/>
                <w:szCs w:val="20"/>
              </w:rPr>
            </w:pPr>
            <w:bookmarkStart w:id="154" w:name="_Toc204048474"/>
            <w:bookmarkStart w:id="155" w:name="_Toc400526059"/>
            <w:bookmarkStart w:id="156" w:name="_Toc405534377"/>
            <w:bookmarkStart w:id="157" w:name="_Toc406570390"/>
            <w:bookmarkStart w:id="158" w:name="_Toc410910542"/>
            <w:bookmarkStart w:id="159" w:name="_Toc411840970"/>
            <w:bookmarkStart w:id="160" w:name="_Toc422146932"/>
            <w:bookmarkStart w:id="161" w:name="_Toc433020528"/>
            <w:bookmarkStart w:id="162" w:name="_Toc437261969"/>
            <w:bookmarkStart w:id="163" w:name="_Toc478375137"/>
            <w:r w:rsidRPr="00AF54E6">
              <w:rPr>
                <w:b/>
                <w:i/>
                <w:szCs w:val="20"/>
              </w:rPr>
              <w:t xml:space="preserve">[NPRR857:  Replace paragraph (5) </w:t>
            </w:r>
            <w:r w:rsidR="004B285A">
              <w:rPr>
                <w:b/>
                <w:i/>
              </w:rPr>
              <w:t xml:space="preserve">above with the following upon system implementation and </w:t>
            </w:r>
            <w:r w:rsidR="004B285A" w:rsidRPr="00BA355E">
              <w:rPr>
                <w:b/>
                <w:i/>
              </w:rPr>
              <w:t xml:space="preserve">satisfying the following conditions: </w:t>
            </w:r>
            <w:r w:rsidR="004B285A">
              <w:rPr>
                <w:b/>
                <w:i/>
              </w:rPr>
              <w:t xml:space="preserve"> </w:t>
            </w:r>
            <w:r w:rsidR="004B285A"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004B285A">
              <w:rPr>
                <w:b/>
                <w:i/>
              </w:rPr>
              <w:t>:</w:t>
            </w:r>
            <w:r w:rsidRPr="00AF54E6">
              <w:rPr>
                <w:b/>
                <w:i/>
                <w:szCs w:val="20"/>
              </w:rPr>
              <w:t>]</w:t>
            </w:r>
          </w:p>
          <w:p w14:paraId="6F4F5C49" w14:textId="77777777" w:rsidR="00AF54E6" w:rsidRPr="00AF54E6" w:rsidRDefault="00AF54E6" w:rsidP="00AF54E6">
            <w:pPr>
              <w:spacing w:after="240"/>
              <w:ind w:left="720" w:hanging="720"/>
              <w:rPr>
                <w:iCs/>
                <w:szCs w:val="20"/>
              </w:rPr>
            </w:pPr>
            <w:r w:rsidRPr="00AF54E6">
              <w:rPr>
                <w:iCs/>
                <w:szCs w:val="20"/>
              </w:rPr>
              <w:t>(5)</w:t>
            </w:r>
            <w:r w:rsidRPr="00AF54E6">
              <w:rPr>
                <w:iCs/>
                <w:szCs w:val="20"/>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p>
        </w:tc>
      </w:tr>
    </w:tbl>
    <w:p w14:paraId="20BBB6B3" w14:textId="1B8EE23D" w:rsidR="00AF54E6" w:rsidRPr="00AF54E6" w:rsidRDefault="00AF54E6" w:rsidP="00AF54E6">
      <w:pPr>
        <w:keepNext/>
        <w:widowControl w:val="0"/>
        <w:tabs>
          <w:tab w:val="left" w:pos="1260"/>
        </w:tabs>
        <w:spacing w:before="480" w:after="240"/>
        <w:ind w:left="1260" w:hanging="1260"/>
        <w:outlineLvl w:val="3"/>
        <w:rPr>
          <w:b/>
          <w:snapToGrid w:val="0"/>
          <w:szCs w:val="20"/>
        </w:rPr>
      </w:pPr>
      <w:bookmarkStart w:id="164" w:name="_Toc65141304"/>
      <w:r w:rsidRPr="00AF54E6">
        <w:rPr>
          <w:b/>
          <w:snapToGrid w:val="0"/>
          <w:szCs w:val="20"/>
        </w:rPr>
        <w:t>3.1.4.5</w:t>
      </w:r>
      <w:r w:rsidRPr="00AF54E6">
        <w:rPr>
          <w:b/>
          <w:snapToGrid w:val="0"/>
          <w:szCs w:val="20"/>
        </w:rPr>
        <w:tab/>
        <w:t>Notice of Forced Outage or Unavoidable Extension of Planned, Maintenance, or Rescheduled Outage Due to Unforeseen Events</w:t>
      </w:r>
      <w:bookmarkEnd w:id="154"/>
      <w:bookmarkEnd w:id="155"/>
      <w:bookmarkEnd w:id="156"/>
      <w:bookmarkEnd w:id="157"/>
      <w:bookmarkEnd w:id="158"/>
      <w:bookmarkEnd w:id="159"/>
      <w:bookmarkEnd w:id="160"/>
      <w:bookmarkEnd w:id="161"/>
      <w:bookmarkEnd w:id="162"/>
      <w:bookmarkEnd w:id="163"/>
      <w:bookmarkEnd w:id="164"/>
      <w:r w:rsidRPr="00AF54E6">
        <w:rPr>
          <w:b/>
          <w:snapToGrid w:val="0"/>
          <w:szCs w:val="20"/>
        </w:rPr>
        <w:t xml:space="preserve"> </w:t>
      </w:r>
    </w:p>
    <w:p w14:paraId="5C5CA2C7" w14:textId="7AE3CE3F" w:rsidR="00AF54E6" w:rsidRPr="00AF54E6" w:rsidRDefault="00AF54E6" w:rsidP="00AF54E6">
      <w:pPr>
        <w:spacing w:after="240"/>
        <w:ind w:left="720" w:hanging="720"/>
        <w:rPr>
          <w:iCs/>
          <w:szCs w:val="20"/>
        </w:rPr>
      </w:pPr>
      <w:r w:rsidRPr="00AF54E6">
        <w:rPr>
          <w:iCs/>
          <w:szCs w:val="20"/>
        </w:rPr>
        <w:t>(1)</w:t>
      </w:r>
      <w:r w:rsidRPr="00AF54E6">
        <w:rPr>
          <w:iCs/>
          <w:szCs w:val="20"/>
        </w:rPr>
        <w:tab/>
      </w:r>
      <w:r w:rsidRPr="00AF54E6">
        <w:rPr>
          <w:szCs w:val="2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8DD9D82" w14:textId="3746EC1B" w:rsidR="00AF54E6" w:rsidRPr="00AF54E6" w:rsidRDefault="00AF54E6" w:rsidP="00AF54E6">
      <w:pPr>
        <w:spacing w:after="240"/>
        <w:ind w:left="720" w:hanging="720"/>
        <w:rPr>
          <w:iCs/>
          <w:szCs w:val="20"/>
        </w:rPr>
      </w:pPr>
      <w:r w:rsidRPr="00AF54E6">
        <w:rPr>
          <w:iCs/>
          <w:szCs w:val="20"/>
        </w:rPr>
        <w:lastRenderedPageBreak/>
        <w:t>(2)</w:t>
      </w:r>
      <w:r w:rsidRPr="00AF54E6">
        <w:rPr>
          <w:iCs/>
          <w:szCs w:val="20"/>
        </w:rPr>
        <w:tab/>
        <w:t xml:space="preserve">Any </w:t>
      </w:r>
      <w:ins w:id="165" w:author="CenterPoint 111221" w:date="2021-11-12T15:24:00Z">
        <w:r w:rsidR="00194E8E">
          <w:rPr>
            <w:iCs/>
            <w:szCs w:val="20"/>
          </w:rPr>
          <w:t xml:space="preserve">transmission </w:t>
        </w:r>
      </w:ins>
      <w:r w:rsidRPr="00AF54E6">
        <w:rPr>
          <w:iCs/>
          <w:szCs w:val="20"/>
        </w:rPr>
        <w:t>Forced Outage that occurs in Real-Time must be entered into the Outage Scheduler</w:t>
      </w:r>
      <w:r w:rsidR="005B15B2">
        <w:rPr>
          <w:iCs/>
          <w:szCs w:val="20"/>
        </w:rPr>
        <w:t xml:space="preserve"> </w:t>
      </w:r>
      <w:del w:id="166" w:author="ERCOT" w:date="2021-04-26T14:18:00Z">
        <w:r w:rsidDel="009406F7">
          <w:delText>if it is to remain an Outage for longer than two hours</w:delText>
        </w:r>
      </w:del>
      <w:ins w:id="167" w:author="CenterPoint 111221" w:date="2021-11-12T15:25:00Z">
        <w:r w:rsidR="00194E8E">
          <w:t>if it is to remain an Outage for longer than two hours</w:t>
        </w:r>
        <w:r w:rsidR="00194E8E" w:rsidRPr="00AF54E6">
          <w:rPr>
            <w:iCs/>
            <w:szCs w:val="20"/>
          </w:rPr>
          <w:t xml:space="preserve"> </w:t>
        </w:r>
      </w:ins>
      <w:ins w:id="168" w:author="ERCOT" w:date="2021-04-26T14:18:00Z">
        <w:r w:rsidR="009406F7" w:rsidRPr="00AF54E6">
          <w:rPr>
            <w:iCs/>
            <w:szCs w:val="20"/>
          </w:rPr>
          <w:t xml:space="preserve">within </w:t>
        </w:r>
        <w:del w:id="169" w:author="CenterPoint 111221" w:date="2021-11-12T15:25:00Z">
          <w:r w:rsidR="009406F7" w:rsidRPr="00AF54E6" w:rsidDel="00194E8E">
            <w:rPr>
              <w:iCs/>
              <w:szCs w:val="20"/>
            </w:rPr>
            <w:delText>one</w:delText>
          </w:r>
        </w:del>
      </w:ins>
      <w:ins w:id="170" w:author="CenterPoint 111221" w:date="2021-11-12T15:25:00Z">
        <w:r w:rsidR="00194E8E">
          <w:rPr>
            <w:iCs/>
            <w:szCs w:val="20"/>
          </w:rPr>
          <w:t>two</w:t>
        </w:r>
      </w:ins>
      <w:ins w:id="171" w:author="ERCOT" w:date="2021-04-26T14:18:00Z">
        <w:r w:rsidR="009406F7" w:rsidRPr="00AF54E6">
          <w:rPr>
            <w:iCs/>
            <w:szCs w:val="20"/>
          </w:rPr>
          <w:t xml:space="preserve"> hour</w:t>
        </w:r>
      </w:ins>
      <w:ins w:id="172" w:author="CenterPoint 111221" w:date="2021-11-12T15:25:00Z">
        <w:r w:rsidR="00194E8E">
          <w:rPr>
            <w:iCs/>
            <w:szCs w:val="20"/>
          </w:rPr>
          <w:t>s</w:t>
        </w:r>
      </w:ins>
      <w:ins w:id="173" w:author="ERCOT" w:date="2021-04-26T14:18:00Z">
        <w:r w:rsidR="009406F7" w:rsidRPr="00AF54E6">
          <w:rPr>
            <w:iCs/>
            <w:szCs w:val="20"/>
          </w:rPr>
          <w:t xml:space="preserve"> of the beginning of the Forced Outage</w:t>
        </w:r>
      </w:ins>
      <w:r w:rsidRPr="00AF54E6">
        <w:rPr>
          <w:iCs/>
          <w:szCs w:val="20"/>
        </w:rPr>
        <w:t>.</w:t>
      </w:r>
    </w:p>
    <w:p w14:paraId="40B4EACD" w14:textId="1C3BE749" w:rsidR="00194E8E" w:rsidRDefault="00194E8E" w:rsidP="00194E8E">
      <w:pPr>
        <w:spacing w:after="240"/>
        <w:ind w:left="720" w:hanging="720"/>
        <w:rPr>
          <w:ins w:id="174" w:author="CenterPoint 111221" w:date="2021-11-12T15:26:00Z"/>
          <w:iCs/>
          <w:szCs w:val="20"/>
        </w:rPr>
      </w:pPr>
      <w:ins w:id="175" w:author="CenterPoint 111221" w:date="2021-11-12T15:26:00Z">
        <w:r w:rsidRPr="00AF54E6">
          <w:rPr>
            <w:iCs/>
            <w:szCs w:val="20"/>
          </w:rPr>
          <w:t>(</w:t>
        </w:r>
        <w:r>
          <w:rPr>
            <w:iCs/>
            <w:szCs w:val="20"/>
          </w:rPr>
          <w:t>3</w:t>
        </w:r>
        <w:r w:rsidRPr="00AF54E6">
          <w:rPr>
            <w:iCs/>
            <w:szCs w:val="20"/>
          </w:rPr>
          <w:t>)</w:t>
        </w:r>
        <w:r w:rsidRPr="00AF54E6">
          <w:rPr>
            <w:iCs/>
            <w:szCs w:val="20"/>
          </w:rPr>
          <w:tab/>
          <w:t xml:space="preserve">Any </w:t>
        </w:r>
        <w:r>
          <w:rPr>
            <w:iCs/>
            <w:szCs w:val="20"/>
          </w:rPr>
          <w:t xml:space="preserve">Resource </w:t>
        </w:r>
        <w:r w:rsidRPr="00AF54E6">
          <w:rPr>
            <w:iCs/>
            <w:szCs w:val="20"/>
          </w:rPr>
          <w:t>Forced Outage that occurs in Real-Time must be entered into the Outage Scheduler</w:t>
        </w:r>
        <w:r>
          <w:rPr>
            <w:iCs/>
            <w:szCs w:val="20"/>
          </w:rPr>
          <w:t xml:space="preserve"> </w:t>
        </w:r>
      </w:ins>
      <w:ins w:id="176" w:author="Reliant 052722" w:date="2022-05-26T15:51:00Z">
        <w:r w:rsidR="00437814">
          <w:rPr>
            <w:szCs w:val="20"/>
          </w:rPr>
          <w:t xml:space="preserve">as soon as practicable but no longer than 90 minutes after the </w:t>
        </w:r>
      </w:ins>
      <w:ins w:id="177" w:author="CenterPoint 111221" w:date="2021-11-12T15:26:00Z">
        <w:del w:id="178" w:author="Reliant 052722" w:date="2022-05-26T15:51:00Z">
          <w:r w:rsidRPr="00AF54E6" w:rsidDel="00437814">
            <w:rPr>
              <w:iCs/>
              <w:szCs w:val="20"/>
            </w:rPr>
            <w:delText>within one hour of the</w:delText>
          </w:r>
        </w:del>
        <w:r w:rsidRPr="00AF54E6">
          <w:rPr>
            <w:iCs/>
            <w:szCs w:val="20"/>
          </w:rPr>
          <w:t xml:space="preserve"> beginning of the Forced Outage.</w:t>
        </w:r>
      </w:ins>
    </w:p>
    <w:p w14:paraId="5ABB0684" w14:textId="7B77B0E5" w:rsidR="007E211C" w:rsidRDefault="00AF54E6" w:rsidP="007E211C">
      <w:pPr>
        <w:spacing w:after="240"/>
        <w:ind w:left="720" w:hanging="720"/>
        <w:rPr>
          <w:ins w:id="179" w:author="ERCOT 102221" w:date="2021-10-21T17:14:00Z"/>
          <w:iCs/>
          <w:szCs w:val="20"/>
        </w:rPr>
      </w:pPr>
      <w:r w:rsidRPr="00AF54E6">
        <w:rPr>
          <w:iCs/>
          <w:szCs w:val="20"/>
        </w:rPr>
        <w:t>(</w:t>
      </w:r>
      <w:ins w:id="180" w:author="CenterPoint 111221" w:date="2021-11-12T15:27:00Z">
        <w:r w:rsidR="00194E8E">
          <w:rPr>
            <w:iCs/>
            <w:szCs w:val="20"/>
          </w:rPr>
          <w:t>4</w:t>
        </w:r>
      </w:ins>
      <w:del w:id="181" w:author="CenterPoint 111221" w:date="2021-11-12T15:27:00Z">
        <w:r w:rsidRPr="00AF54E6" w:rsidDel="00194E8E">
          <w:rPr>
            <w:iCs/>
            <w:szCs w:val="20"/>
          </w:rPr>
          <w:delText>3</w:delText>
        </w:r>
      </w:del>
      <w:r w:rsidRPr="00AF54E6">
        <w:rPr>
          <w:iCs/>
          <w:szCs w:val="20"/>
        </w:rPr>
        <w:t>)</w:t>
      </w:r>
      <w:r w:rsidRPr="00AF54E6">
        <w:rPr>
          <w:iCs/>
          <w:szCs w:val="20"/>
        </w:rPr>
        <w:tab/>
        <w:t>If the QSE is to receive the exemption described in paragraph (6)(d) of Section 8.1.1.4.1, Regulation Service and Generation Resource/Controllable Load Resource Energy Deployment Performance, the QSE will notify ERCOT Operators by voice communication of every Forced Outage, Forced Derate, or Startup Loading Failure within 15 minutes.</w:t>
      </w:r>
    </w:p>
    <w:p w14:paraId="53F5DD81" w14:textId="39CA2F43" w:rsidR="007E211C" w:rsidRDefault="007E211C" w:rsidP="007E211C">
      <w:pPr>
        <w:spacing w:after="240"/>
        <w:ind w:left="720" w:hanging="720"/>
        <w:rPr>
          <w:ins w:id="182" w:author="ERCOT 102221" w:date="2021-10-21T17:14:00Z"/>
          <w:sz w:val="22"/>
          <w:szCs w:val="22"/>
        </w:rPr>
      </w:pPr>
      <w:ins w:id="183" w:author="ERCOT 102221" w:date="2021-10-21T17:14:00Z">
        <w:r>
          <w:rPr>
            <w:iCs/>
            <w:szCs w:val="20"/>
          </w:rPr>
          <w:t>(</w:t>
        </w:r>
      </w:ins>
      <w:ins w:id="184" w:author="CenterPoint 111221" w:date="2021-11-12T15:27:00Z">
        <w:r w:rsidR="00194E8E">
          <w:rPr>
            <w:iCs/>
            <w:szCs w:val="20"/>
          </w:rPr>
          <w:t>5</w:t>
        </w:r>
      </w:ins>
      <w:ins w:id="185" w:author="ERCOT 102221" w:date="2021-10-21T17:14:00Z">
        <w:del w:id="186" w:author="CenterPoint 111221" w:date="2021-11-12T15:27:00Z">
          <w:r w:rsidDel="00194E8E">
            <w:rPr>
              <w:iCs/>
              <w:szCs w:val="20"/>
            </w:rPr>
            <w:delText>4</w:delText>
          </w:r>
        </w:del>
        <w:r>
          <w:rPr>
            <w:iCs/>
            <w:szCs w:val="20"/>
          </w:rPr>
          <w:t xml:space="preserve">) </w:t>
        </w:r>
        <w:r>
          <w:rPr>
            <w:iCs/>
            <w:szCs w:val="20"/>
          </w:rPr>
          <w:tab/>
        </w:r>
        <w:r>
          <w:t xml:space="preserve">For a Startup Loading Failure, the Resource Entity or its designee must enter a Forced Outage in the Outage Scheduler if the Resource was in an Off-Line status prior to the Startup Loading Failure or </w:t>
        </w:r>
        <w:r w:rsidRPr="001A07BD">
          <w:t>update the existing Outage</w:t>
        </w:r>
        <w:r>
          <w:t xml:space="preserve"> for the Resource if the Resource was on Outage prior to the Startup Loading Failure.  The Resource Entity or its designee must also provide a text entry in the supporting information field of the Outage Scheduler that includes the following:</w:t>
        </w:r>
      </w:ins>
    </w:p>
    <w:p w14:paraId="1A3F78C1" w14:textId="77777777" w:rsidR="007E211C" w:rsidRPr="008661D2" w:rsidRDefault="007E211C" w:rsidP="007E211C">
      <w:pPr>
        <w:spacing w:after="240"/>
        <w:ind w:left="1440" w:hanging="720"/>
        <w:rPr>
          <w:ins w:id="187" w:author="ERCOT 102221" w:date="2021-10-21T17:14:00Z"/>
          <w:szCs w:val="20"/>
        </w:rPr>
      </w:pPr>
      <w:ins w:id="188" w:author="ERCOT 102221" w:date="2021-10-21T17:14:00Z">
        <w:r w:rsidRPr="008661D2">
          <w:rPr>
            <w:szCs w:val="20"/>
          </w:rPr>
          <w:t>(a)</w:t>
        </w:r>
        <w:r w:rsidRPr="008661D2">
          <w:rPr>
            <w:szCs w:val="20"/>
          </w:rPr>
          <w:tab/>
        </w:r>
        <w:r>
          <w:rPr>
            <w:szCs w:val="20"/>
          </w:rPr>
          <w:t>A statement that</w:t>
        </w:r>
        <w:r w:rsidRPr="008661D2">
          <w:rPr>
            <w:szCs w:val="20"/>
          </w:rPr>
          <w:t xml:space="preserve"> a Startup Loading Failure</w:t>
        </w:r>
        <w:r>
          <w:rPr>
            <w:szCs w:val="20"/>
          </w:rPr>
          <w:t xml:space="preserve"> occurred;</w:t>
        </w:r>
        <w:r w:rsidRPr="008661D2">
          <w:rPr>
            <w:szCs w:val="20"/>
          </w:rPr>
          <w:t xml:space="preserve"> </w:t>
        </w:r>
      </w:ins>
    </w:p>
    <w:p w14:paraId="10084441" w14:textId="77777777" w:rsidR="007E211C" w:rsidRDefault="007E211C" w:rsidP="007E211C">
      <w:pPr>
        <w:spacing w:after="240"/>
        <w:ind w:left="1440" w:hanging="720"/>
        <w:rPr>
          <w:ins w:id="189" w:author="ERCOT 102221" w:date="2021-10-21T17:14:00Z"/>
          <w:iCs/>
          <w:szCs w:val="20"/>
        </w:rPr>
      </w:pPr>
      <w:ins w:id="190" w:author="ERCOT 102221" w:date="2021-10-21T17:14:00Z">
        <w:r w:rsidRPr="008661D2">
          <w:rPr>
            <w:szCs w:val="20"/>
          </w:rPr>
          <w:t>(b)</w:t>
        </w:r>
        <w:r w:rsidRPr="008661D2">
          <w:rPr>
            <w:szCs w:val="20"/>
          </w:rPr>
          <w:tab/>
        </w:r>
        <w:r>
          <w:rPr>
            <w:szCs w:val="20"/>
          </w:rPr>
          <w:t>An explanation of t</w:t>
        </w:r>
        <w:r w:rsidRPr="008661D2">
          <w:rPr>
            <w:szCs w:val="20"/>
          </w:rPr>
          <w:t>he cause of the Startup Loading Failure</w:t>
        </w:r>
        <w:r>
          <w:rPr>
            <w:szCs w:val="20"/>
          </w:rPr>
          <w:t xml:space="preserve"> using the best available information at the time the Outage or update to the existing Outage is entered, which must be updated if more accurate information becomes available; and  </w:t>
        </w:r>
      </w:ins>
    </w:p>
    <w:p w14:paraId="7E736278" w14:textId="4BF59F56" w:rsidR="00E65F21" w:rsidRPr="007E211C" w:rsidRDefault="007E211C" w:rsidP="007E211C">
      <w:pPr>
        <w:spacing w:after="240"/>
        <w:ind w:left="1440" w:hanging="720"/>
        <w:rPr>
          <w:szCs w:val="20"/>
        </w:rPr>
      </w:pPr>
      <w:ins w:id="191" w:author="ERCOT 102221" w:date="2021-10-21T17:14:00Z">
        <w:r w:rsidRPr="00BB423E">
          <w:rPr>
            <w:szCs w:val="20"/>
          </w:rPr>
          <w:t>(c)</w:t>
        </w:r>
        <w:r w:rsidRPr="00BB423E">
          <w:rPr>
            <w:szCs w:val="20"/>
          </w:rPr>
          <w:tab/>
          <w:t>The start time and end time of the Startup Loading Failure</w:t>
        </w:r>
        <w:r>
          <w:rPr>
            <w:szCs w:val="20"/>
          </w:rPr>
          <w:t xml:space="preserve"> portion of the Outage</w:t>
        </w:r>
        <w:r w:rsidRPr="00BB423E">
          <w:rPr>
            <w:szCs w:val="20"/>
          </w:rPr>
          <w:t xml:space="preserve">.  </w:t>
        </w:r>
        <w:r>
          <w:rPr>
            <w:szCs w:val="20"/>
          </w:rPr>
          <w:t>Multiple consecutive startup attempts may be aggregated into a single Startup Loading Failure event with a single start and end time.</w:t>
        </w:r>
      </w:ins>
    </w:p>
    <w:p w14:paraId="5AF90574" w14:textId="77777777" w:rsidR="00AF54E6" w:rsidRPr="00AF54E6" w:rsidRDefault="00AF54E6" w:rsidP="00AF54E6">
      <w:pPr>
        <w:keepNext/>
        <w:widowControl w:val="0"/>
        <w:tabs>
          <w:tab w:val="left" w:pos="1260"/>
        </w:tabs>
        <w:spacing w:before="240" w:after="240"/>
        <w:ind w:left="1260" w:hanging="1260"/>
        <w:outlineLvl w:val="3"/>
        <w:rPr>
          <w:b/>
          <w:snapToGrid w:val="0"/>
          <w:szCs w:val="20"/>
        </w:rPr>
      </w:pPr>
      <w:bookmarkStart w:id="192" w:name="_Toc204048476"/>
      <w:bookmarkStart w:id="193" w:name="_Toc400526061"/>
      <w:bookmarkStart w:id="194" w:name="_Toc405534379"/>
      <w:bookmarkStart w:id="195" w:name="_Toc406570392"/>
      <w:bookmarkStart w:id="196" w:name="_Toc410910544"/>
      <w:bookmarkStart w:id="197" w:name="_Toc411840972"/>
      <w:bookmarkStart w:id="198" w:name="_Toc422146934"/>
      <w:bookmarkStart w:id="199" w:name="_Toc433020530"/>
      <w:bookmarkStart w:id="200" w:name="_Toc437261971"/>
      <w:bookmarkStart w:id="201" w:name="_Toc478375140"/>
      <w:bookmarkStart w:id="202" w:name="_Toc65141306"/>
      <w:r w:rsidRPr="00AF54E6">
        <w:rPr>
          <w:b/>
          <w:snapToGrid w:val="0"/>
          <w:szCs w:val="20"/>
        </w:rPr>
        <w:t>3.1.4.7</w:t>
      </w:r>
      <w:r w:rsidRPr="00AF54E6">
        <w:rPr>
          <w:b/>
          <w:snapToGrid w:val="0"/>
          <w:szCs w:val="20"/>
        </w:rPr>
        <w:tab/>
      </w:r>
      <w:bookmarkEnd w:id="192"/>
      <w:r w:rsidRPr="00AF54E6">
        <w:rPr>
          <w:b/>
          <w:snapToGrid w:val="0"/>
          <w:szCs w:val="20"/>
        </w:rPr>
        <w:t>Reporting of Forced Derates</w:t>
      </w:r>
      <w:bookmarkEnd w:id="193"/>
      <w:bookmarkEnd w:id="194"/>
      <w:bookmarkEnd w:id="195"/>
      <w:bookmarkEnd w:id="196"/>
      <w:bookmarkEnd w:id="197"/>
      <w:bookmarkEnd w:id="198"/>
      <w:bookmarkEnd w:id="199"/>
      <w:bookmarkEnd w:id="200"/>
      <w:bookmarkEnd w:id="201"/>
      <w:bookmarkEnd w:id="202"/>
    </w:p>
    <w:p w14:paraId="1E532988" w14:textId="1EDBEC48" w:rsidR="00AF54E6" w:rsidRDefault="00AF54E6" w:rsidP="00AF54E6">
      <w:pPr>
        <w:spacing w:after="240"/>
        <w:ind w:left="720" w:hanging="720"/>
        <w:rPr>
          <w:iCs/>
          <w:szCs w:val="20"/>
        </w:rPr>
      </w:pPr>
      <w:r w:rsidRPr="00AF54E6">
        <w:rPr>
          <w:iCs/>
          <w:szCs w:val="20"/>
        </w:rPr>
        <w:t>(1)</w:t>
      </w:r>
      <w:r w:rsidRPr="00AF54E6">
        <w:rPr>
          <w:iCs/>
          <w:szCs w:val="20"/>
        </w:rPr>
        <w:tab/>
        <w:t xml:space="preserve">The Resource Entity or its designee must enter </w:t>
      </w:r>
      <w:ins w:id="203" w:author="ERCOT 102221" w:date="2021-10-22T12:07:00Z">
        <w:r w:rsidR="00420CDC">
          <w:rPr>
            <w:iCs/>
            <w:szCs w:val="20"/>
          </w:rPr>
          <w:t xml:space="preserve">a </w:t>
        </w:r>
      </w:ins>
      <w:r w:rsidRPr="00AF54E6">
        <w:rPr>
          <w:iCs/>
          <w:szCs w:val="20"/>
        </w:rPr>
        <w:t>Forced Derate</w:t>
      </w:r>
      <w:del w:id="204" w:author="ERCOT 102221" w:date="2021-10-22T12:07:00Z">
        <w:r w:rsidRPr="00AF54E6" w:rsidDel="00420CDC">
          <w:rPr>
            <w:iCs/>
            <w:szCs w:val="20"/>
          </w:rPr>
          <w:delText>s</w:delText>
        </w:r>
      </w:del>
      <w:r w:rsidRPr="00AF54E6">
        <w:rPr>
          <w:iCs/>
          <w:szCs w:val="20"/>
        </w:rPr>
        <w:t xml:space="preserve"> </w:t>
      </w:r>
      <w:del w:id="205" w:author="ERCOT" w:date="2021-04-26T14:18:00Z">
        <w:r w:rsidDel="009406F7">
          <w:delText xml:space="preserve">that are expected to last more than 48 </w:delText>
        </w:r>
        <w:r w:rsidRPr="007E211C" w:rsidDel="009406F7">
          <w:delText xml:space="preserve">hours </w:delText>
        </w:r>
      </w:del>
      <w:r w:rsidRPr="007E211C">
        <w:rPr>
          <w:iCs/>
          <w:szCs w:val="20"/>
        </w:rPr>
        <w:t>into the Outage Scheduler</w:t>
      </w:r>
      <w:ins w:id="206" w:author="ERCOT" w:date="2021-04-26T14:18:00Z">
        <w:r w:rsidR="009406F7" w:rsidRPr="007E211C">
          <w:rPr>
            <w:iCs/>
            <w:szCs w:val="20"/>
          </w:rPr>
          <w:t xml:space="preserve"> </w:t>
        </w:r>
      </w:ins>
      <w:ins w:id="207" w:author="Reliant 052722" w:date="2022-05-26T15:56:00Z">
        <w:r w:rsidR="00D12E3C">
          <w:rPr>
            <w:szCs w:val="20"/>
          </w:rPr>
          <w:t xml:space="preserve">as soon as practicable but no longer than 90 minutes after the </w:t>
        </w:r>
      </w:ins>
      <w:ins w:id="208" w:author="ERCOT" w:date="2021-04-26T14:18:00Z">
        <w:del w:id="209" w:author="Reliant 052722" w:date="2022-05-26T15:56:00Z">
          <w:r w:rsidR="009406F7" w:rsidRPr="007E211C" w:rsidDel="00D12E3C">
            <w:rPr>
              <w:iCs/>
              <w:szCs w:val="20"/>
            </w:rPr>
            <w:delText xml:space="preserve">within one hour of the </w:delText>
          </w:r>
        </w:del>
        <w:r w:rsidR="009406F7" w:rsidRPr="007E211C">
          <w:rPr>
            <w:iCs/>
            <w:szCs w:val="20"/>
          </w:rPr>
          <w:t>beginning of the Forced Derate</w:t>
        </w:r>
      </w:ins>
      <w:ins w:id="210" w:author="Reliant 052722" w:date="2022-05-26T16:03:00Z">
        <w:r w:rsidR="00555E0F">
          <w:rPr>
            <w:iCs/>
            <w:szCs w:val="20"/>
          </w:rPr>
          <w:t>,</w:t>
        </w:r>
      </w:ins>
      <w:ins w:id="211" w:author="ERCOT 102221" w:date="2021-10-21T17:15:00Z">
        <w:r w:rsidR="007E211C" w:rsidRPr="007E211C">
          <w:t xml:space="preserve"> </w:t>
        </w:r>
        <w:del w:id="212" w:author="Reliant 052722" w:date="2022-05-26T16:00:00Z">
          <w:r w:rsidR="007E211C" w:rsidRPr="007E211C" w:rsidDel="0027794F">
            <w:delText>for any</w:delText>
          </w:r>
        </w:del>
      </w:ins>
      <w:ins w:id="213" w:author="Reliant 052722" w:date="2022-05-26T16:00:00Z">
        <w:r w:rsidR="0027794F">
          <w:t>if the</w:t>
        </w:r>
      </w:ins>
      <w:ins w:id="214" w:author="ERCOT 102221" w:date="2021-10-21T17:15:00Z">
        <w:r w:rsidR="007E211C" w:rsidRPr="007E211C">
          <w:t xml:space="preserve"> Forced Derate </w:t>
        </w:r>
      </w:ins>
      <w:ins w:id="215" w:author="Reliant 052722" w:date="2022-05-26T16:00:00Z">
        <w:r w:rsidR="0027794F">
          <w:t xml:space="preserve">is </w:t>
        </w:r>
      </w:ins>
      <w:ins w:id="216" w:author="ERCOT 102221" w:date="2021-10-21T17:15:00Z">
        <w:r w:rsidR="007E211C" w:rsidRPr="007E211C">
          <w:t xml:space="preserve">greater than </w:t>
        </w:r>
        <w:r w:rsidR="007E211C">
          <w:t>ten</w:t>
        </w:r>
        <w:r w:rsidR="007E211C" w:rsidRPr="007E211C">
          <w:t xml:space="preserve"> MW </w:t>
        </w:r>
      </w:ins>
      <w:ins w:id="217" w:author="Reliant 052722" w:date="2022-05-26T15:59:00Z">
        <w:r w:rsidR="00F94D91" w:rsidRPr="008F4A4A">
          <w:rPr>
            <w:szCs w:val="20"/>
          </w:rPr>
          <w:t>and more than 5% of the Seasonal net maximum sustainable rating of the Resource</w:t>
        </w:r>
        <w:r w:rsidR="00F94D91" w:rsidRPr="007E211C" w:rsidDel="00F94D91">
          <w:t xml:space="preserve"> </w:t>
        </w:r>
      </w:ins>
      <w:ins w:id="218" w:author="ERCOT 102221" w:date="2021-10-21T17:15:00Z">
        <w:del w:id="219" w:author="Reliant 052722" w:date="2022-05-26T15:59:00Z">
          <w:r w:rsidR="007E211C" w:rsidRPr="007E211C" w:rsidDel="00F94D91">
            <w:delText>unless the Forced Derate is less than 2%</w:delText>
          </w:r>
        </w:del>
      </w:ins>
      <w:ins w:id="220" w:author="ERCOT 102221" w:date="2021-10-22T10:14:00Z">
        <w:del w:id="221" w:author="Reliant 052722" w:date="2022-05-26T15:59:00Z">
          <w:r w:rsidR="000654E5" w:rsidDel="00F94D91">
            <w:delText xml:space="preserve"> of </w:delText>
          </w:r>
        </w:del>
      </w:ins>
      <w:ins w:id="222" w:author="ERCOT 102221" w:date="2021-10-21T17:15:00Z">
        <w:del w:id="223" w:author="Reliant 052722" w:date="2022-05-26T15:59:00Z">
          <w:r w:rsidR="007E211C" w:rsidRPr="007E211C" w:rsidDel="00F94D91">
            <w:delText xml:space="preserve">the Seasonal net max sustainable rating of the Resource </w:delText>
          </w:r>
        </w:del>
      </w:ins>
      <w:ins w:id="224" w:author="ERCOT 102221" w:date="2021-10-21T17:22:00Z">
        <w:r w:rsidR="00560083">
          <w:t>and</w:t>
        </w:r>
      </w:ins>
      <w:ins w:id="225" w:author="ERCOT 102221" w:date="2021-10-21T17:15:00Z">
        <w:r w:rsidR="007E211C" w:rsidRPr="007E211C">
          <w:t xml:space="preserve"> </w:t>
        </w:r>
        <w:del w:id="226" w:author="Reliant 052722" w:date="2022-05-26T16:01:00Z">
          <w:r w:rsidR="007E211C" w:rsidRPr="007E211C" w:rsidDel="0027794F">
            <w:delText>the</w:delText>
          </w:r>
        </w:del>
      </w:ins>
      <w:ins w:id="227" w:author="Reliant 052722" w:date="2022-05-26T16:01:00Z">
        <w:r w:rsidR="0027794F">
          <w:t>its</w:t>
        </w:r>
      </w:ins>
      <w:ins w:id="228" w:author="ERCOT 102221" w:date="2021-10-21T17:15:00Z">
        <w:r w:rsidR="007E211C" w:rsidRPr="007E211C">
          <w:t xml:space="preserve"> expected or actual duration is </w:t>
        </w:r>
        <w:del w:id="229" w:author="Reliant 052722" w:date="2022-05-26T16:01:00Z">
          <w:r w:rsidR="007E211C" w:rsidRPr="007E211C" w:rsidDel="00E15F32">
            <w:delText>less</w:delText>
          </w:r>
        </w:del>
      </w:ins>
      <w:ins w:id="230" w:author="Reliant 052722" w:date="2022-05-26T16:01:00Z">
        <w:r w:rsidR="00E15F32">
          <w:t>greater</w:t>
        </w:r>
      </w:ins>
      <w:ins w:id="231" w:author="ERCOT 102221" w:date="2021-10-21T17:15:00Z">
        <w:r w:rsidR="007E211C" w:rsidRPr="007E211C">
          <w:t xml:space="preserve"> than 30 minutes</w:t>
        </w:r>
      </w:ins>
      <w:r w:rsidRPr="007E211C">
        <w:rPr>
          <w:iCs/>
          <w:szCs w:val="20"/>
        </w:rPr>
        <w:t>.</w:t>
      </w:r>
    </w:p>
    <w:p w14:paraId="422D892A" w14:textId="6D63C970" w:rsidR="007E211C" w:rsidRPr="00AF54E6" w:rsidDel="007E211C" w:rsidRDefault="007E211C" w:rsidP="007E211C">
      <w:pPr>
        <w:keepNext/>
        <w:widowControl w:val="0"/>
        <w:tabs>
          <w:tab w:val="left" w:pos="1260"/>
        </w:tabs>
        <w:spacing w:before="240" w:after="240"/>
        <w:ind w:left="1260" w:hanging="1260"/>
        <w:outlineLvl w:val="3"/>
        <w:rPr>
          <w:ins w:id="232" w:author="ERCOT" w:date="2021-06-29T11:08:00Z"/>
          <w:del w:id="233" w:author="ERCOT 102221" w:date="2021-10-21T17:16:00Z"/>
          <w:b/>
          <w:snapToGrid w:val="0"/>
          <w:szCs w:val="20"/>
        </w:rPr>
      </w:pPr>
      <w:ins w:id="234" w:author="ERCOT" w:date="2021-06-29T11:08:00Z">
        <w:del w:id="235" w:author="ERCOT 102221" w:date="2021-10-21T17:16:00Z">
          <w:r w:rsidRPr="00AF54E6" w:rsidDel="007E211C">
            <w:rPr>
              <w:b/>
              <w:snapToGrid w:val="0"/>
              <w:szCs w:val="20"/>
            </w:rPr>
            <w:delText>3.1.4.</w:delText>
          </w:r>
          <w:r w:rsidDel="007E211C">
            <w:rPr>
              <w:b/>
              <w:snapToGrid w:val="0"/>
              <w:szCs w:val="20"/>
            </w:rPr>
            <w:delText>8</w:delText>
          </w:r>
          <w:r w:rsidRPr="00AF54E6" w:rsidDel="007E211C">
            <w:rPr>
              <w:b/>
              <w:snapToGrid w:val="0"/>
              <w:szCs w:val="20"/>
            </w:rPr>
            <w:tab/>
            <w:delText xml:space="preserve">Reporting of </w:delText>
          </w:r>
          <w:r w:rsidDel="007E211C">
            <w:rPr>
              <w:b/>
              <w:snapToGrid w:val="0"/>
              <w:szCs w:val="20"/>
            </w:rPr>
            <w:delText>Startup Loading Failures</w:delText>
          </w:r>
        </w:del>
      </w:ins>
    </w:p>
    <w:p w14:paraId="67F3F329" w14:textId="5BD1A6A3" w:rsidR="007E211C" w:rsidDel="007E211C" w:rsidRDefault="007E211C" w:rsidP="007E211C">
      <w:pPr>
        <w:spacing w:after="240"/>
        <w:ind w:left="720" w:hanging="720"/>
        <w:rPr>
          <w:ins w:id="236" w:author="ERCOT" w:date="2021-06-29T11:08:00Z"/>
          <w:del w:id="237" w:author="ERCOT 102221" w:date="2021-10-21T17:16:00Z"/>
          <w:sz w:val="22"/>
          <w:szCs w:val="22"/>
        </w:rPr>
      </w:pPr>
      <w:ins w:id="238" w:author="ERCOT" w:date="2021-06-29T11:08:00Z">
        <w:del w:id="239" w:author="ERCOT 102221" w:date="2021-10-21T17:16:00Z">
          <w:r w:rsidDel="007E211C">
            <w:delText>(1)</w:delText>
          </w:r>
          <w:r w:rsidDel="007E211C">
            <w:tab/>
            <w:delText xml:space="preserve">A Startup Loading Failure may occur when a Resource transitions from a Resource Status of OFF or as a Resource attempts to return to service from an Outage.  The Resource Entity or its designee must enter Startup Loading Failures into the Outage </w:delText>
          </w:r>
          <w:r w:rsidDel="007E211C">
            <w:lastRenderedPageBreak/>
            <w:delText>Scheduler.  If the Startup Loading Failure occurred while attempting to start after being in a Resource Status of OFF, the Resource Entity or its designee must enter a Forced Outage in Outage Scheduler.  If the Startup Loading Failure occurred when attempting to return to service following an Outage, the Resource Entity or its designee shall follow the requirements for entering an unavoidable extension in the Outage Scheduler.  In both cases, the Resource Entity or its designee must provide a text entry in the Supporting Information field for the appropriate Outage within one hour of the end of the Startup Loading Failure that identifies the following:</w:delText>
          </w:r>
        </w:del>
      </w:ins>
    </w:p>
    <w:p w14:paraId="14C4631C" w14:textId="03EBCB7A" w:rsidR="007E211C" w:rsidRPr="008661D2" w:rsidDel="007E211C" w:rsidRDefault="007E211C" w:rsidP="007E211C">
      <w:pPr>
        <w:spacing w:after="240"/>
        <w:ind w:left="1440" w:hanging="720"/>
        <w:rPr>
          <w:ins w:id="240" w:author="ERCOT" w:date="2021-06-29T11:08:00Z"/>
          <w:del w:id="241" w:author="ERCOT 102221" w:date="2021-10-21T17:16:00Z"/>
          <w:szCs w:val="20"/>
        </w:rPr>
      </w:pPr>
      <w:ins w:id="242" w:author="ERCOT" w:date="2021-06-29T11:09:00Z">
        <w:del w:id="243" w:author="ERCOT 102221" w:date="2021-10-21T17:16:00Z">
          <w:r w:rsidRPr="008661D2" w:rsidDel="007E211C">
            <w:rPr>
              <w:szCs w:val="20"/>
            </w:rPr>
            <w:delText>(a)</w:delText>
          </w:r>
          <w:r w:rsidRPr="008661D2" w:rsidDel="007E211C">
            <w:rPr>
              <w:szCs w:val="20"/>
            </w:rPr>
            <w:tab/>
          </w:r>
        </w:del>
      </w:ins>
      <w:ins w:id="244" w:author="ERCOT" w:date="2021-06-29T11:08:00Z">
        <w:del w:id="245" w:author="ERCOT 102221" w:date="2021-10-21T17:16:00Z">
          <w:r w:rsidRPr="008661D2" w:rsidDel="007E211C">
            <w:rPr>
              <w:szCs w:val="20"/>
            </w:rPr>
            <w:delText>There was a Startup Loading Failure</w:delText>
          </w:r>
        </w:del>
      </w:ins>
      <w:ins w:id="246" w:author="ERCOT" w:date="2021-06-29T11:10:00Z">
        <w:del w:id="247" w:author="ERCOT 102221" w:date="2021-10-21T17:16:00Z">
          <w:r w:rsidDel="007E211C">
            <w:rPr>
              <w:szCs w:val="20"/>
            </w:rPr>
            <w:delText>;</w:delText>
          </w:r>
        </w:del>
      </w:ins>
      <w:ins w:id="248" w:author="ERCOT" w:date="2021-06-29T11:08:00Z">
        <w:del w:id="249" w:author="ERCOT 102221" w:date="2021-10-21T17:16:00Z">
          <w:r w:rsidRPr="008661D2" w:rsidDel="007E211C">
            <w:rPr>
              <w:szCs w:val="20"/>
            </w:rPr>
            <w:delText xml:space="preserve"> </w:delText>
          </w:r>
        </w:del>
      </w:ins>
    </w:p>
    <w:p w14:paraId="4D1ADC46" w14:textId="2D0E6BA3" w:rsidR="007E211C" w:rsidRPr="00BB423E" w:rsidDel="007E211C" w:rsidRDefault="007E211C" w:rsidP="007E211C">
      <w:pPr>
        <w:spacing w:after="240"/>
        <w:ind w:left="1440" w:hanging="720"/>
        <w:rPr>
          <w:ins w:id="250" w:author="ERCOT" w:date="2021-06-29T11:08:00Z"/>
          <w:del w:id="251" w:author="ERCOT 102221" w:date="2021-10-21T17:16:00Z"/>
          <w:szCs w:val="20"/>
        </w:rPr>
      </w:pPr>
      <w:ins w:id="252" w:author="ERCOT" w:date="2021-06-29T11:09:00Z">
        <w:del w:id="253" w:author="ERCOT 102221" w:date="2021-10-21T17:16:00Z">
          <w:r w:rsidRPr="008661D2" w:rsidDel="007E211C">
            <w:rPr>
              <w:szCs w:val="20"/>
            </w:rPr>
            <w:delText>(b)</w:delText>
          </w:r>
          <w:r w:rsidRPr="008661D2" w:rsidDel="007E211C">
            <w:rPr>
              <w:szCs w:val="20"/>
            </w:rPr>
            <w:tab/>
          </w:r>
        </w:del>
      </w:ins>
      <w:ins w:id="254" w:author="ERCOT" w:date="2021-06-29T11:08:00Z">
        <w:del w:id="255" w:author="ERCOT 102221" w:date="2021-10-21T17:16:00Z">
          <w:r w:rsidRPr="008661D2" w:rsidDel="007E211C">
            <w:rPr>
              <w:szCs w:val="20"/>
            </w:rPr>
            <w:delText>The cause of the Startup Loading Failure</w:delText>
          </w:r>
          <w:r w:rsidRPr="00BB423E" w:rsidDel="007E211C">
            <w:rPr>
              <w:szCs w:val="20"/>
            </w:rPr>
            <w:delText xml:space="preserve">.  If the cause of the </w:delText>
          </w:r>
        </w:del>
      </w:ins>
      <w:ins w:id="256" w:author="ERCOT" w:date="2021-06-29T11:11:00Z">
        <w:del w:id="257" w:author="ERCOT 102221" w:date="2021-10-21T17:16:00Z">
          <w:r w:rsidDel="007E211C">
            <w:rPr>
              <w:szCs w:val="20"/>
            </w:rPr>
            <w:delText>S</w:delText>
          </w:r>
        </w:del>
      </w:ins>
      <w:ins w:id="258" w:author="ERCOT" w:date="2021-06-29T11:08:00Z">
        <w:del w:id="259" w:author="ERCOT 102221" w:date="2021-10-21T17:16:00Z">
          <w:r w:rsidRPr="00BB423E" w:rsidDel="007E211C">
            <w:rPr>
              <w:szCs w:val="20"/>
            </w:rPr>
            <w:delText xml:space="preserve">tartup </w:delText>
          </w:r>
        </w:del>
      </w:ins>
      <w:ins w:id="260" w:author="ERCOT" w:date="2021-06-29T11:11:00Z">
        <w:del w:id="261" w:author="ERCOT 102221" w:date="2021-10-21T17:16:00Z">
          <w:r w:rsidDel="007E211C">
            <w:rPr>
              <w:szCs w:val="20"/>
            </w:rPr>
            <w:delText>L</w:delText>
          </w:r>
        </w:del>
      </w:ins>
      <w:ins w:id="262" w:author="ERCOT" w:date="2021-06-29T11:08:00Z">
        <w:del w:id="263" w:author="ERCOT 102221" w:date="2021-10-21T17:16:00Z">
          <w:r w:rsidRPr="00BB423E" w:rsidDel="007E211C">
            <w:rPr>
              <w:szCs w:val="20"/>
            </w:rPr>
            <w:delText xml:space="preserve">oading </w:delText>
          </w:r>
        </w:del>
      </w:ins>
      <w:ins w:id="264" w:author="ERCOT" w:date="2021-06-29T11:11:00Z">
        <w:del w:id="265" w:author="ERCOT 102221" w:date="2021-10-21T17:16:00Z">
          <w:r w:rsidDel="007E211C">
            <w:rPr>
              <w:szCs w:val="20"/>
            </w:rPr>
            <w:delText>F</w:delText>
          </w:r>
        </w:del>
      </w:ins>
      <w:ins w:id="266" w:author="ERCOT" w:date="2021-06-29T11:08:00Z">
        <w:del w:id="267" w:author="ERCOT 102221" w:date="2021-10-21T17:16:00Z">
          <w:r w:rsidRPr="00BB423E" w:rsidDel="007E211C">
            <w:rPr>
              <w:szCs w:val="20"/>
            </w:rPr>
            <w:delText>ailure is unknown within one hour of the end of the Startup Loading Failure, the Resource Entity or its designee must update the cause as soon as practicable but no longer than 24 hours from the end of the Startup Loading Failure</w:delText>
          </w:r>
        </w:del>
      </w:ins>
      <w:ins w:id="268" w:author="ERCOT" w:date="2021-06-29T11:10:00Z">
        <w:del w:id="269" w:author="ERCOT 102221" w:date="2021-10-21T17:16:00Z">
          <w:r w:rsidDel="007E211C">
            <w:rPr>
              <w:szCs w:val="20"/>
            </w:rPr>
            <w:delText>; and</w:delText>
          </w:r>
        </w:del>
      </w:ins>
    </w:p>
    <w:p w14:paraId="1A813EA0" w14:textId="62E01033" w:rsidR="007E211C" w:rsidRPr="00BB423E" w:rsidDel="007E211C" w:rsidRDefault="007E211C" w:rsidP="007E211C">
      <w:pPr>
        <w:spacing w:after="240"/>
        <w:ind w:left="1440" w:hanging="720"/>
        <w:rPr>
          <w:ins w:id="270" w:author="ERCOT" w:date="2021-06-29T11:08:00Z"/>
          <w:del w:id="271" w:author="ERCOT 102221" w:date="2021-10-21T17:16:00Z"/>
          <w:szCs w:val="20"/>
        </w:rPr>
      </w:pPr>
      <w:ins w:id="272" w:author="ERCOT" w:date="2021-06-29T11:09:00Z">
        <w:del w:id="273" w:author="ERCOT 102221" w:date="2021-10-21T17:16:00Z">
          <w:r w:rsidRPr="00BB423E" w:rsidDel="007E211C">
            <w:rPr>
              <w:szCs w:val="20"/>
            </w:rPr>
            <w:delText>(c)</w:delText>
          </w:r>
          <w:r w:rsidRPr="00BB423E" w:rsidDel="007E211C">
            <w:rPr>
              <w:szCs w:val="20"/>
            </w:rPr>
            <w:tab/>
          </w:r>
        </w:del>
      </w:ins>
      <w:ins w:id="274" w:author="ERCOT" w:date="2021-06-29T11:08:00Z">
        <w:del w:id="275" w:author="ERCOT 102221" w:date="2021-10-21T17:16:00Z">
          <w:r w:rsidRPr="00BB423E" w:rsidDel="007E211C">
            <w:rPr>
              <w:szCs w:val="20"/>
            </w:rPr>
            <w:delText xml:space="preserve">The start time and end time of the Startup Loading Failure portion of the </w:delText>
          </w:r>
        </w:del>
      </w:ins>
      <w:ins w:id="276" w:author="ERCOT" w:date="2021-06-29T11:10:00Z">
        <w:del w:id="277" w:author="ERCOT 102221" w:date="2021-10-21T17:16:00Z">
          <w:r w:rsidDel="007E211C">
            <w:rPr>
              <w:szCs w:val="20"/>
            </w:rPr>
            <w:delText>O</w:delText>
          </w:r>
        </w:del>
      </w:ins>
      <w:ins w:id="278" w:author="ERCOT" w:date="2021-06-29T11:08:00Z">
        <w:del w:id="279" w:author="ERCOT 102221" w:date="2021-10-21T17:16:00Z">
          <w:r w:rsidRPr="00BB423E" w:rsidDel="007E211C">
            <w:rPr>
              <w:szCs w:val="20"/>
            </w:rPr>
            <w:delText xml:space="preserve">utage.  The start time is the when the Resource was originally scheduled to operate at Low Sustained Limit (LSL) in the COP.  The end time is when the Resource achieves its LSL, was scheduled to go Off-Line, or when the unit returns offline as a Forced Outage or as an unavoidable extension of the Outage from which it was attempting to restart.  </w:delText>
          </w:r>
        </w:del>
      </w:ins>
    </w:p>
    <w:p w14:paraId="6B4C47C1" w14:textId="0B78A885" w:rsidR="007E211C" w:rsidRPr="00BB423E" w:rsidDel="007E211C" w:rsidRDefault="007E211C" w:rsidP="007E211C">
      <w:pPr>
        <w:spacing w:after="240"/>
        <w:ind w:left="720" w:hanging="720"/>
        <w:rPr>
          <w:ins w:id="280" w:author="ERCOT" w:date="2021-06-29T11:08:00Z"/>
          <w:del w:id="281" w:author="ERCOT 102221" w:date="2021-10-21T17:16:00Z"/>
        </w:rPr>
      </w:pPr>
      <w:ins w:id="282" w:author="ERCOT" w:date="2021-06-29T11:11:00Z">
        <w:del w:id="283" w:author="ERCOT 102221" w:date="2021-10-21T17:16:00Z">
          <w:r w:rsidDel="007E211C">
            <w:delText>(2)</w:delText>
          </w:r>
          <w:r w:rsidDel="007E211C">
            <w:tab/>
          </w:r>
        </w:del>
      </w:ins>
      <w:ins w:id="284" w:author="ERCOT" w:date="2021-06-29T11:08:00Z">
        <w:del w:id="285" w:author="ERCOT 102221" w:date="2021-10-21T17:16:00Z">
          <w:r w:rsidDel="007E211C">
            <w:delText xml:space="preserve">The </w:delText>
          </w:r>
        </w:del>
      </w:ins>
      <w:ins w:id="286" w:author="ERCOT" w:date="2021-06-29T11:11:00Z">
        <w:del w:id="287" w:author="ERCOT 102221" w:date="2021-10-21T17:16:00Z">
          <w:r w:rsidDel="007E211C">
            <w:delText>QSE</w:delText>
          </w:r>
        </w:del>
      </w:ins>
      <w:ins w:id="288" w:author="ERCOT" w:date="2021-06-29T11:08:00Z">
        <w:del w:id="289" w:author="ERCOT 102221" w:date="2021-10-21T17:16:00Z">
          <w:r w:rsidDel="007E211C">
            <w:delText xml:space="preserve"> must update the telemetered Resource Status appropriately, as soon as practicable but no longer than </w:delText>
          </w:r>
        </w:del>
      </w:ins>
      <w:ins w:id="290" w:author="ERCOT" w:date="2021-06-29T11:11:00Z">
        <w:del w:id="291" w:author="ERCOT 102221" w:date="2021-10-21T17:16:00Z">
          <w:r w:rsidDel="007E211C">
            <w:delText>five</w:delText>
          </w:r>
        </w:del>
      </w:ins>
      <w:ins w:id="292" w:author="ERCOT" w:date="2021-06-29T11:08:00Z">
        <w:del w:id="293" w:author="ERCOT 102221" w:date="2021-10-21T17:16:00Z">
          <w:r w:rsidDel="007E211C">
            <w:delText xml:space="preserve"> minutes after the Startup Loading Failure.</w:delText>
          </w:r>
        </w:del>
      </w:ins>
    </w:p>
    <w:p w14:paraId="2A8F2A50" w14:textId="42FDDF7A" w:rsidR="007E211C" w:rsidRPr="007E211C" w:rsidDel="007E211C" w:rsidRDefault="007E211C" w:rsidP="007E211C">
      <w:pPr>
        <w:spacing w:after="240"/>
        <w:ind w:left="720" w:hanging="720"/>
        <w:rPr>
          <w:del w:id="294" w:author="ERCOT 102221" w:date="2021-10-21T17:16:00Z"/>
        </w:rPr>
      </w:pPr>
      <w:ins w:id="295" w:author="ERCOT" w:date="2021-06-29T11:11:00Z">
        <w:del w:id="296" w:author="ERCOT 102221" w:date="2021-10-21T17:16:00Z">
          <w:r w:rsidDel="007E211C">
            <w:delText>(3)</w:delText>
          </w:r>
          <w:r w:rsidDel="007E211C">
            <w:tab/>
          </w:r>
        </w:del>
      </w:ins>
      <w:ins w:id="297" w:author="ERCOT" w:date="2021-06-29T11:08:00Z">
        <w:del w:id="298" w:author="ERCOT 102221" w:date="2021-10-21T17:16:00Z">
          <w:r w:rsidDel="007E211C">
            <w:delText>The Q</w:delText>
          </w:r>
        </w:del>
      </w:ins>
      <w:ins w:id="299" w:author="ERCOT" w:date="2021-06-29T11:12:00Z">
        <w:del w:id="300" w:author="ERCOT 102221" w:date="2021-10-21T17:16:00Z">
          <w:r w:rsidDel="007E211C">
            <w:delText>SE</w:delText>
          </w:r>
        </w:del>
      </w:ins>
      <w:ins w:id="301" w:author="ERCOT" w:date="2021-06-29T11:08:00Z">
        <w:del w:id="302" w:author="ERCOT 102221" w:date="2021-10-21T17:16:00Z">
          <w:r w:rsidDel="007E211C">
            <w:delText xml:space="preserve"> must update the COP as soon as practicable but no longer than 30 minutes after the Startup Loading Failure if the Startup Loading Failure is expected to extend beyond the next 60 min.</w:delText>
          </w:r>
        </w:del>
      </w:ins>
    </w:p>
    <w:p w14:paraId="4EB284D3" w14:textId="77777777" w:rsidR="00AF54E6" w:rsidRPr="00AF54E6" w:rsidRDefault="00AF54E6" w:rsidP="00AF54E6">
      <w:pPr>
        <w:keepNext/>
        <w:widowControl w:val="0"/>
        <w:tabs>
          <w:tab w:val="left" w:pos="1260"/>
        </w:tabs>
        <w:spacing w:before="240" w:after="240"/>
        <w:ind w:left="1260" w:hanging="1260"/>
        <w:outlineLvl w:val="3"/>
        <w:rPr>
          <w:b/>
          <w:snapToGrid w:val="0"/>
          <w:szCs w:val="20"/>
        </w:rPr>
      </w:pPr>
      <w:bookmarkStart w:id="303" w:name="_Toc204048493"/>
      <w:bookmarkStart w:id="304" w:name="_Toc400526078"/>
      <w:bookmarkStart w:id="305" w:name="_Toc405534396"/>
      <w:bookmarkStart w:id="306" w:name="_Toc406570409"/>
      <w:bookmarkStart w:id="307" w:name="_Toc410910561"/>
      <w:bookmarkStart w:id="308" w:name="_Toc411840989"/>
      <w:bookmarkStart w:id="309" w:name="_Toc422146951"/>
      <w:bookmarkStart w:id="310" w:name="_Toc433020547"/>
      <w:bookmarkStart w:id="311" w:name="_Toc437261988"/>
      <w:bookmarkStart w:id="312" w:name="_Toc478375159"/>
      <w:bookmarkStart w:id="313" w:name="_Toc65141325"/>
      <w:r w:rsidRPr="00AF54E6">
        <w:rPr>
          <w:b/>
          <w:snapToGrid w:val="0"/>
          <w:szCs w:val="20"/>
        </w:rPr>
        <w:t>3.1.6.2</w:t>
      </w:r>
      <w:r w:rsidRPr="00AF54E6">
        <w:rPr>
          <w:b/>
          <w:snapToGrid w:val="0"/>
          <w:szCs w:val="20"/>
        </w:rPr>
        <w:tab/>
        <w:t>Resources Outage Plan</w:t>
      </w:r>
      <w:bookmarkEnd w:id="303"/>
      <w:bookmarkEnd w:id="304"/>
      <w:bookmarkEnd w:id="305"/>
      <w:bookmarkEnd w:id="306"/>
      <w:bookmarkEnd w:id="307"/>
      <w:bookmarkEnd w:id="308"/>
      <w:bookmarkEnd w:id="309"/>
      <w:bookmarkEnd w:id="310"/>
      <w:bookmarkEnd w:id="311"/>
      <w:bookmarkEnd w:id="312"/>
      <w:bookmarkEnd w:id="313"/>
    </w:p>
    <w:p w14:paraId="319E6FB7" w14:textId="2FA7D5F6" w:rsidR="00AF54E6" w:rsidRPr="00AF54E6" w:rsidRDefault="00AF54E6" w:rsidP="00AF54E6">
      <w:pPr>
        <w:spacing w:after="240"/>
        <w:ind w:left="720" w:hanging="720"/>
        <w:rPr>
          <w:iCs/>
          <w:szCs w:val="20"/>
        </w:rPr>
      </w:pPr>
      <w:r w:rsidRPr="00AF54E6">
        <w:rPr>
          <w:iCs/>
          <w:szCs w:val="20"/>
        </w:rPr>
        <w:t>(1)</w:t>
      </w:r>
      <w:r w:rsidRPr="00AF54E6">
        <w:rPr>
          <w:iCs/>
          <w:szCs w:val="20"/>
        </w:rPr>
        <w:tab/>
        <w:t xml:space="preserve">Resource Entity Outage </w:t>
      </w:r>
      <w:del w:id="314" w:author="ERCOT 102221" w:date="2021-09-15T12:51:00Z">
        <w:r w:rsidRPr="00AF54E6" w:rsidDel="00821CBB">
          <w:rPr>
            <w:iCs/>
            <w:szCs w:val="20"/>
          </w:rPr>
          <w:delText>requests</w:delText>
        </w:r>
      </w:del>
      <w:ins w:id="315" w:author="ERCOT 102221" w:date="2021-09-15T12:51:00Z">
        <w:r w:rsidR="00821CBB">
          <w:rPr>
            <w:iCs/>
            <w:szCs w:val="20"/>
          </w:rPr>
          <w:t>submittal</w:t>
        </w:r>
      </w:ins>
      <w:ins w:id="316" w:author="ERCOT 102221" w:date="2021-10-11T22:17:00Z">
        <w:r w:rsidR="00CF136F">
          <w:rPr>
            <w:iCs/>
            <w:szCs w:val="20"/>
          </w:rPr>
          <w:t>s</w:t>
        </w:r>
      </w:ins>
      <w:r w:rsidRPr="00AF54E6">
        <w:rPr>
          <w:iCs/>
          <w:szCs w:val="20"/>
        </w:rPr>
        <w:t xml:space="preserve"> shall include the following information:</w:t>
      </w:r>
    </w:p>
    <w:p w14:paraId="263089E3" w14:textId="77777777" w:rsidR="00AF54E6" w:rsidRPr="00AF54E6" w:rsidRDefault="00AF54E6" w:rsidP="00AF54E6">
      <w:pPr>
        <w:spacing w:after="240"/>
        <w:ind w:left="1440" w:hanging="720"/>
        <w:rPr>
          <w:szCs w:val="20"/>
        </w:rPr>
      </w:pPr>
      <w:r w:rsidRPr="00AF54E6">
        <w:rPr>
          <w:szCs w:val="20"/>
        </w:rPr>
        <w:t>(a)</w:t>
      </w:r>
      <w:r w:rsidRPr="00AF54E6">
        <w:rPr>
          <w:szCs w:val="20"/>
        </w:rPr>
        <w:tab/>
        <w:t>The primary and alternate phone number of the Resource Entity’s Single Point of Contact for Outage Coordination;</w:t>
      </w:r>
    </w:p>
    <w:p w14:paraId="2F268B1A" w14:textId="77777777" w:rsidR="00AF54E6" w:rsidRPr="00AF54E6" w:rsidRDefault="00AF54E6" w:rsidP="00AF54E6">
      <w:pPr>
        <w:spacing w:after="240"/>
        <w:ind w:left="1440" w:hanging="720"/>
        <w:rPr>
          <w:szCs w:val="20"/>
        </w:rPr>
      </w:pPr>
      <w:r w:rsidRPr="00AF54E6">
        <w:rPr>
          <w:szCs w:val="20"/>
        </w:rPr>
        <w:t>(b)</w:t>
      </w:r>
      <w:r w:rsidRPr="00AF54E6">
        <w:rPr>
          <w:szCs w:val="20"/>
        </w:rPr>
        <w:tab/>
        <w:t xml:space="preserve">The Resource identified by the name in the Network Operations Model; </w:t>
      </w:r>
    </w:p>
    <w:p w14:paraId="74B342C7" w14:textId="77777777" w:rsidR="00AF54E6" w:rsidRPr="00AF54E6" w:rsidRDefault="00AF54E6" w:rsidP="00AF54E6">
      <w:pPr>
        <w:spacing w:after="240"/>
        <w:ind w:left="1440" w:hanging="720"/>
        <w:rPr>
          <w:szCs w:val="20"/>
        </w:rPr>
      </w:pPr>
      <w:r w:rsidRPr="00AF54E6">
        <w:rPr>
          <w:szCs w:val="20"/>
        </w:rPr>
        <w:t>(c)</w:t>
      </w:r>
      <w:r w:rsidRPr="00AF54E6">
        <w:rPr>
          <w:szCs w:val="20"/>
        </w:rPr>
        <w:tab/>
        <w:t>The net megawatts of capacity the Resource Entity anticipates will be available during the Outage (if any);</w:t>
      </w:r>
    </w:p>
    <w:p w14:paraId="1C15C06F" w14:textId="77777777" w:rsidR="00AF54E6" w:rsidRPr="00AF54E6" w:rsidRDefault="00AF54E6" w:rsidP="00AF54E6">
      <w:pPr>
        <w:spacing w:after="240"/>
        <w:ind w:left="1440" w:hanging="720"/>
        <w:rPr>
          <w:szCs w:val="20"/>
        </w:rPr>
      </w:pPr>
      <w:r w:rsidRPr="00AF54E6">
        <w:rPr>
          <w:szCs w:val="20"/>
        </w:rPr>
        <w:t>(d)</w:t>
      </w:r>
      <w:r w:rsidRPr="00AF54E6">
        <w:rPr>
          <w:szCs w:val="20"/>
        </w:rPr>
        <w:tab/>
        <w:t>The estimated start and finish dates for each Planned and Maintenance Outage;</w:t>
      </w:r>
    </w:p>
    <w:p w14:paraId="09842AC9" w14:textId="77777777" w:rsidR="00AF54E6" w:rsidRPr="00AF54E6" w:rsidRDefault="00AF54E6" w:rsidP="00AF54E6">
      <w:pPr>
        <w:spacing w:after="240"/>
        <w:ind w:left="1440" w:hanging="720"/>
        <w:rPr>
          <w:szCs w:val="20"/>
        </w:rPr>
      </w:pPr>
      <w:r w:rsidRPr="00AF54E6">
        <w:rPr>
          <w:szCs w:val="20"/>
        </w:rPr>
        <w:t>(e)</w:t>
      </w:r>
      <w:r w:rsidRPr="00AF54E6">
        <w:rPr>
          <w:szCs w:val="20"/>
        </w:rPr>
        <w:tab/>
        <w:t>An estimate of the acceptable deviation in the Outage schedule (i.e., the earliest start date and the latest finish date for the Outage); and</w:t>
      </w:r>
    </w:p>
    <w:p w14:paraId="2261B5AC" w14:textId="50D8D31E" w:rsidR="009406F7" w:rsidRDefault="00AF54E6" w:rsidP="009406F7">
      <w:pPr>
        <w:spacing w:after="240"/>
        <w:ind w:left="1440" w:hanging="720"/>
        <w:rPr>
          <w:iCs/>
          <w:szCs w:val="20"/>
        </w:rPr>
      </w:pPr>
      <w:r w:rsidRPr="00AF54E6">
        <w:rPr>
          <w:szCs w:val="20"/>
        </w:rPr>
        <w:lastRenderedPageBreak/>
        <w:t>(f)</w:t>
      </w:r>
      <w:r w:rsidRPr="00AF54E6">
        <w:rPr>
          <w:szCs w:val="20"/>
        </w:rPr>
        <w:tab/>
        <w:t>The nature of work to be performed during the Outage.</w:t>
      </w:r>
      <w:ins w:id="317" w:author="ERCOT" w:date="2021-06-29T11:13:00Z">
        <w:r w:rsidR="00BB423E" w:rsidRPr="00AF54E6">
          <w:rPr>
            <w:szCs w:val="20"/>
          </w:rPr>
          <w:t xml:space="preserve"> </w:t>
        </w:r>
        <w:r w:rsidR="00BB423E">
          <w:rPr>
            <w:szCs w:val="20"/>
          </w:rPr>
          <w:t xml:space="preserve"> </w:t>
        </w:r>
        <w:r w:rsidR="00BB423E" w:rsidRPr="00AF54E6">
          <w:rPr>
            <w:szCs w:val="20"/>
          </w:rPr>
          <w:t xml:space="preserve">For a Forced Outage or Forced Derate, the </w:t>
        </w:r>
        <w:r w:rsidR="00BB423E">
          <w:rPr>
            <w:szCs w:val="20"/>
          </w:rPr>
          <w:t>“</w:t>
        </w:r>
        <w:r w:rsidR="00BB423E" w:rsidRPr="00AF54E6">
          <w:rPr>
            <w:szCs w:val="20"/>
          </w:rPr>
          <w:t>nature of work</w:t>
        </w:r>
        <w:r w:rsidR="00BB423E">
          <w:rPr>
            <w:szCs w:val="20"/>
          </w:rPr>
          <w:t>”</w:t>
        </w:r>
        <w:r w:rsidR="00BB423E" w:rsidRPr="00AF54E6">
          <w:rPr>
            <w:szCs w:val="20"/>
          </w:rPr>
          <w:t xml:space="preserve"> </w:t>
        </w:r>
        <w:r w:rsidR="00BB423E">
          <w:rPr>
            <w:szCs w:val="20"/>
          </w:rPr>
          <w:t>field in the Outage Scheduler shall</w:t>
        </w:r>
        <w:r w:rsidR="00BB423E" w:rsidRPr="00AF54E6">
          <w:rPr>
            <w:szCs w:val="20"/>
          </w:rPr>
          <w:t xml:space="preserve"> indicate </w:t>
        </w:r>
      </w:ins>
      <w:ins w:id="318" w:author="ERCOT 102221" w:date="2021-10-11T22:18:00Z">
        <w:r w:rsidR="00CF136F">
          <w:rPr>
            <w:szCs w:val="20"/>
          </w:rPr>
          <w:t xml:space="preserve">the </w:t>
        </w:r>
      </w:ins>
      <w:ins w:id="319" w:author="ERCOT 102221" w:date="2021-09-29T09:47:00Z">
        <w:r w:rsidR="00501161">
          <w:rPr>
            <w:szCs w:val="20"/>
          </w:rPr>
          <w:t xml:space="preserve">best available information about </w:t>
        </w:r>
      </w:ins>
      <w:ins w:id="320" w:author="ERCOT" w:date="2021-06-29T11:13:00Z">
        <w:r w:rsidR="00BB423E" w:rsidRPr="00AF54E6">
          <w:rPr>
            <w:szCs w:val="20"/>
          </w:rPr>
          <w:t xml:space="preserve">the </w:t>
        </w:r>
        <w:r w:rsidR="00BB423E">
          <w:rPr>
            <w:szCs w:val="20"/>
          </w:rPr>
          <w:t>cause of</w:t>
        </w:r>
        <w:r w:rsidR="00BB423E" w:rsidRPr="00AF54E6">
          <w:rPr>
            <w:szCs w:val="20"/>
          </w:rPr>
          <w:t xml:space="preserve"> the Forced Outage or </w:t>
        </w:r>
        <w:r w:rsidR="00BB423E">
          <w:rPr>
            <w:szCs w:val="20"/>
          </w:rPr>
          <w:t xml:space="preserve">Forced </w:t>
        </w:r>
        <w:r w:rsidR="00BB423E" w:rsidRPr="00AF54E6">
          <w:rPr>
            <w:szCs w:val="20"/>
          </w:rPr>
          <w:t>Derate</w:t>
        </w:r>
      </w:ins>
      <w:ins w:id="321" w:author="ERCOT 102221" w:date="2021-09-29T09:48:00Z">
        <w:r w:rsidR="00501161">
          <w:rPr>
            <w:szCs w:val="20"/>
          </w:rPr>
          <w:t xml:space="preserve"> at the time the Outage </w:t>
        </w:r>
      </w:ins>
      <w:ins w:id="322" w:author="ERCOT 102221" w:date="2021-10-22T11:48:00Z">
        <w:r w:rsidR="003C01B8">
          <w:rPr>
            <w:szCs w:val="20"/>
          </w:rPr>
          <w:t xml:space="preserve">or derate </w:t>
        </w:r>
      </w:ins>
      <w:ins w:id="323" w:author="ERCOT 102221" w:date="2021-09-29T09:48:00Z">
        <w:r w:rsidR="00501161">
          <w:rPr>
            <w:szCs w:val="20"/>
          </w:rPr>
          <w:t xml:space="preserve">is entered and shall be updated as soon as </w:t>
        </w:r>
      </w:ins>
      <w:ins w:id="324" w:author="ERCOT 102221" w:date="2021-09-30T16:33:00Z">
        <w:r w:rsidR="006B135B">
          <w:rPr>
            <w:szCs w:val="20"/>
          </w:rPr>
          <w:t>more accurate</w:t>
        </w:r>
      </w:ins>
      <w:ins w:id="325" w:author="ERCOT 102221" w:date="2021-09-29T09:48:00Z">
        <w:r w:rsidR="00501161">
          <w:rPr>
            <w:szCs w:val="20"/>
          </w:rPr>
          <w:t xml:space="preserve"> information becomes available</w:t>
        </w:r>
      </w:ins>
      <w:ins w:id="326" w:author="ERCOT" w:date="2021-06-29T11:13:00Z">
        <w:r w:rsidR="00BB423E" w:rsidRPr="00AF54E6">
          <w:rPr>
            <w:szCs w:val="20"/>
          </w:rPr>
          <w:t>.</w:t>
        </w:r>
      </w:ins>
    </w:p>
    <w:p w14:paraId="3498D538" w14:textId="19834561" w:rsidR="00AF54E6" w:rsidRPr="001313B4" w:rsidRDefault="00AF54E6" w:rsidP="00C35F60">
      <w:pPr>
        <w:spacing w:after="240"/>
        <w:ind w:left="720" w:hanging="720"/>
        <w:rPr>
          <w:rFonts w:ascii="Arial" w:hAnsi="Arial" w:cs="Arial"/>
          <w:b/>
          <w:i/>
          <w:color w:val="FF0000"/>
          <w:sz w:val="22"/>
          <w:szCs w:val="22"/>
        </w:rPr>
      </w:pPr>
      <w:r w:rsidRPr="00AF54E6">
        <w:rPr>
          <w:iCs/>
          <w:szCs w:val="20"/>
        </w:rPr>
        <w:t>(2)</w:t>
      </w:r>
      <w:r w:rsidRPr="00AF54E6">
        <w:rPr>
          <w:iCs/>
          <w:szCs w:val="20"/>
        </w:rPr>
        <w:tab/>
        <w:t>When ERCOT accepts a Maintenance Outage, ERCOT shall coordinate the timing of the appropriate course of action within the Resource-specified timeframe.  The QSE shall notify ERCOT of the Outage and coordinate the time.</w:t>
      </w:r>
    </w:p>
    <w:sectPr w:rsidR="00AF54E6" w:rsidRPr="001313B4">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81A92" w14:textId="77777777" w:rsidR="00FB4E68" w:rsidRDefault="00FB4E68">
      <w:r>
        <w:separator/>
      </w:r>
    </w:p>
  </w:endnote>
  <w:endnote w:type="continuationSeparator" w:id="0">
    <w:p w14:paraId="0C3A8367" w14:textId="77777777" w:rsidR="00FB4E68" w:rsidRDefault="00FB4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FC6BA"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14432" w14:textId="4BF5C6A4" w:rsidR="00B61C24" w:rsidRDefault="00797B07">
    <w:pPr>
      <w:pStyle w:val="Footer"/>
      <w:tabs>
        <w:tab w:val="clear" w:pos="4320"/>
        <w:tab w:val="clear" w:pos="8640"/>
        <w:tab w:val="right" w:pos="9360"/>
      </w:tabs>
      <w:rPr>
        <w:rFonts w:ascii="Arial" w:hAnsi="Arial" w:cs="Arial"/>
        <w:sz w:val="18"/>
      </w:rPr>
    </w:pPr>
    <w:r>
      <w:rPr>
        <w:rFonts w:ascii="Arial" w:hAnsi="Arial" w:cs="Arial"/>
        <w:sz w:val="18"/>
      </w:rPr>
      <w:t>1084</w:t>
    </w:r>
    <w:r w:rsidR="00B61C24">
      <w:rPr>
        <w:rFonts w:ascii="Arial" w:hAnsi="Arial" w:cs="Arial"/>
        <w:sz w:val="18"/>
      </w:rPr>
      <w:t>NPRR-</w:t>
    </w:r>
    <w:r w:rsidR="00FE0C1F">
      <w:rPr>
        <w:rFonts w:ascii="Arial" w:hAnsi="Arial" w:cs="Arial"/>
        <w:sz w:val="18"/>
      </w:rPr>
      <w:t>14</w:t>
    </w:r>
    <w:r w:rsidR="00685230">
      <w:rPr>
        <w:rFonts w:ascii="Arial" w:hAnsi="Arial" w:cs="Arial"/>
        <w:sz w:val="18"/>
      </w:rPr>
      <w:t xml:space="preserve"> </w:t>
    </w:r>
    <w:r w:rsidR="00BF27F8">
      <w:rPr>
        <w:rFonts w:ascii="Arial" w:hAnsi="Arial" w:cs="Arial"/>
        <w:sz w:val="18"/>
      </w:rPr>
      <w:t>Reliant</w:t>
    </w:r>
    <w:r w:rsidR="00194E8E">
      <w:rPr>
        <w:rFonts w:ascii="Arial" w:hAnsi="Arial" w:cs="Arial"/>
        <w:sz w:val="18"/>
      </w:rPr>
      <w:t xml:space="preserve"> C</w:t>
    </w:r>
    <w:r w:rsidR="00685230">
      <w:rPr>
        <w:rFonts w:ascii="Arial" w:hAnsi="Arial" w:cs="Arial"/>
        <w:sz w:val="18"/>
      </w:rPr>
      <w:t xml:space="preserve">omments </w:t>
    </w:r>
    <w:r w:rsidR="00E16ED0">
      <w:rPr>
        <w:rFonts w:ascii="Arial" w:hAnsi="Arial" w:cs="Arial"/>
        <w:sz w:val="18"/>
      </w:rPr>
      <w:t>05</w:t>
    </w:r>
    <w:r w:rsidR="00FE0C1F">
      <w:rPr>
        <w:rFonts w:ascii="Arial" w:hAnsi="Arial" w:cs="Arial"/>
        <w:sz w:val="18"/>
      </w:rPr>
      <w:t>27</w:t>
    </w:r>
    <w:r w:rsidR="00B61C24">
      <w:rPr>
        <w:rFonts w:ascii="Arial" w:hAnsi="Arial" w:cs="Arial"/>
        <w:sz w:val="18"/>
      </w:rPr>
      <w:t>2</w:t>
    </w:r>
    <w:r w:rsidR="00E16ED0">
      <w:rPr>
        <w:rFonts w:ascii="Arial" w:hAnsi="Arial" w:cs="Arial"/>
        <w:sz w:val="18"/>
      </w:rPr>
      <w:t>2</w:t>
    </w:r>
    <w:r w:rsidR="00B61C24">
      <w:rPr>
        <w:rFonts w:ascii="Arial" w:hAnsi="Arial" w:cs="Arial"/>
        <w:sz w:val="18"/>
      </w:rPr>
      <w:tab/>
      <w:t>Pa</w:t>
    </w:r>
    <w:r w:rsidR="00B61C24" w:rsidRPr="00412DCA">
      <w:rPr>
        <w:rFonts w:ascii="Arial" w:hAnsi="Arial" w:cs="Arial"/>
        <w:sz w:val="18"/>
      </w:rPr>
      <w:t xml:space="preserve">ge </w:t>
    </w:r>
    <w:r w:rsidR="00B61C24" w:rsidRPr="00412DCA">
      <w:rPr>
        <w:rFonts w:ascii="Arial" w:hAnsi="Arial" w:cs="Arial"/>
        <w:sz w:val="18"/>
      </w:rPr>
      <w:fldChar w:fldCharType="begin"/>
    </w:r>
    <w:r w:rsidR="00B61C24" w:rsidRPr="00412DCA">
      <w:rPr>
        <w:rFonts w:ascii="Arial" w:hAnsi="Arial" w:cs="Arial"/>
        <w:sz w:val="18"/>
      </w:rPr>
      <w:instrText xml:space="preserve"> PAGE </w:instrText>
    </w:r>
    <w:r w:rsidR="00B61C24" w:rsidRPr="00412DCA">
      <w:rPr>
        <w:rFonts w:ascii="Arial" w:hAnsi="Arial" w:cs="Arial"/>
        <w:sz w:val="18"/>
      </w:rPr>
      <w:fldChar w:fldCharType="separate"/>
    </w:r>
    <w:r w:rsidR="004758A6">
      <w:rPr>
        <w:rFonts w:ascii="Arial" w:hAnsi="Arial" w:cs="Arial"/>
        <w:noProof/>
        <w:sz w:val="18"/>
      </w:rPr>
      <w:t>6</w:t>
    </w:r>
    <w:r w:rsidR="00B61C24" w:rsidRPr="00412DCA">
      <w:rPr>
        <w:rFonts w:ascii="Arial" w:hAnsi="Arial" w:cs="Arial"/>
        <w:sz w:val="18"/>
      </w:rPr>
      <w:fldChar w:fldCharType="end"/>
    </w:r>
    <w:r w:rsidR="00B61C24" w:rsidRPr="00412DCA">
      <w:rPr>
        <w:rFonts w:ascii="Arial" w:hAnsi="Arial" w:cs="Arial"/>
        <w:sz w:val="18"/>
      </w:rPr>
      <w:t xml:space="preserve"> of </w:t>
    </w:r>
    <w:r w:rsidR="00B61C24" w:rsidRPr="00412DCA">
      <w:rPr>
        <w:rFonts w:ascii="Arial" w:hAnsi="Arial" w:cs="Arial"/>
        <w:sz w:val="18"/>
      </w:rPr>
      <w:fldChar w:fldCharType="begin"/>
    </w:r>
    <w:r w:rsidR="00B61C24" w:rsidRPr="00412DCA">
      <w:rPr>
        <w:rFonts w:ascii="Arial" w:hAnsi="Arial" w:cs="Arial"/>
        <w:sz w:val="18"/>
      </w:rPr>
      <w:instrText xml:space="preserve"> NUMPAGES </w:instrText>
    </w:r>
    <w:r w:rsidR="00B61C24" w:rsidRPr="00412DCA">
      <w:rPr>
        <w:rFonts w:ascii="Arial" w:hAnsi="Arial" w:cs="Arial"/>
        <w:sz w:val="18"/>
      </w:rPr>
      <w:fldChar w:fldCharType="separate"/>
    </w:r>
    <w:r w:rsidR="004758A6">
      <w:rPr>
        <w:rFonts w:ascii="Arial" w:hAnsi="Arial" w:cs="Arial"/>
        <w:noProof/>
        <w:sz w:val="18"/>
      </w:rPr>
      <w:t>13</w:t>
    </w:r>
    <w:r w:rsidR="00B61C24" w:rsidRPr="00412DCA">
      <w:rPr>
        <w:rFonts w:ascii="Arial" w:hAnsi="Arial" w:cs="Arial"/>
        <w:sz w:val="18"/>
      </w:rPr>
      <w:fldChar w:fldCharType="end"/>
    </w:r>
  </w:p>
  <w:p w14:paraId="59721CF0" w14:textId="77777777" w:rsidR="00B61C24" w:rsidRPr="00412DCA" w:rsidRDefault="00B61C24">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31F4" w14:textId="77777777" w:rsidR="00B61C24" w:rsidRPr="00412DCA" w:rsidRDefault="00B61C2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B7BBA" w14:textId="77777777" w:rsidR="00FB4E68" w:rsidRDefault="00FB4E68">
      <w:r>
        <w:separator/>
      </w:r>
    </w:p>
  </w:footnote>
  <w:footnote w:type="continuationSeparator" w:id="0">
    <w:p w14:paraId="7FEF0C30" w14:textId="77777777" w:rsidR="00FB4E68" w:rsidRDefault="00FB4E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E3B0F" w14:textId="00D53A7A" w:rsidR="00B61C24" w:rsidRDefault="00685230"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872C53"/>
    <w:multiLevelType w:val="hybridMultilevel"/>
    <w:tmpl w:val="4F12B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BC2580"/>
    <w:multiLevelType w:val="hybridMultilevel"/>
    <w:tmpl w:val="A27AC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F1450"/>
    <w:multiLevelType w:val="hybridMultilevel"/>
    <w:tmpl w:val="AFC483FA"/>
    <w:lvl w:ilvl="0" w:tplc="04090001">
      <w:start w:val="1"/>
      <w:numFmt w:val="bullet"/>
      <w:lvlText w:val=""/>
      <w:lvlJc w:val="left"/>
      <w:pPr>
        <w:ind w:left="858" w:hanging="360"/>
      </w:pPr>
      <w:rPr>
        <w:rFonts w:ascii="Symbol" w:hAnsi="Symbol" w:hint="default"/>
      </w:rPr>
    </w:lvl>
    <w:lvl w:ilvl="1" w:tplc="04090003">
      <w:start w:val="1"/>
      <w:numFmt w:val="bullet"/>
      <w:lvlText w:val="o"/>
      <w:lvlJc w:val="left"/>
      <w:pPr>
        <w:ind w:left="1578" w:hanging="360"/>
      </w:pPr>
      <w:rPr>
        <w:rFonts w:ascii="Courier New" w:hAnsi="Courier New" w:cs="Courier New" w:hint="default"/>
      </w:rPr>
    </w:lvl>
    <w:lvl w:ilvl="2" w:tplc="04090005" w:tentative="1">
      <w:start w:val="1"/>
      <w:numFmt w:val="bullet"/>
      <w:lvlText w:val=""/>
      <w:lvlJc w:val="left"/>
      <w:pPr>
        <w:ind w:left="2298" w:hanging="360"/>
      </w:pPr>
      <w:rPr>
        <w:rFonts w:ascii="Wingdings" w:hAnsi="Wingdings" w:hint="default"/>
      </w:rPr>
    </w:lvl>
    <w:lvl w:ilvl="3" w:tplc="04090001" w:tentative="1">
      <w:start w:val="1"/>
      <w:numFmt w:val="bullet"/>
      <w:lvlText w:val=""/>
      <w:lvlJc w:val="left"/>
      <w:pPr>
        <w:ind w:left="3018" w:hanging="360"/>
      </w:pPr>
      <w:rPr>
        <w:rFonts w:ascii="Symbol" w:hAnsi="Symbol" w:hint="default"/>
      </w:rPr>
    </w:lvl>
    <w:lvl w:ilvl="4" w:tplc="04090003" w:tentative="1">
      <w:start w:val="1"/>
      <w:numFmt w:val="bullet"/>
      <w:lvlText w:val="o"/>
      <w:lvlJc w:val="left"/>
      <w:pPr>
        <w:ind w:left="3738" w:hanging="360"/>
      </w:pPr>
      <w:rPr>
        <w:rFonts w:ascii="Courier New" w:hAnsi="Courier New" w:cs="Courier New" w:hint="default"/>
      </w:rPr>
    </w:lvl>
    <w:lvl w:ilvl="5" w:tplc="04090005" w:tentative="1">
      <w:start w:val="1"/>
      <w:numFmt w:val="bullet"/>
      <w:lvlText w:val=""/>
      <w:lvlJc w:val="left"/>
      <w:pPr>
        <w:ind w:left="4458" w:hanging="360"/>
      </w:pPr>
      <w:rPr>
        <w:rFonts w:ascii="Wingdings" w:hAnsi="Wingdings" w:hint="default"/>
      </w:rPr>
    </w:lvl>
    <w:lvl w:ilvl="6" w:tplc="04090001" w:tentative="1">
      <w:start w:val="1"/>
      <w:numFmt w:val="bullet"/>
      <w:lvlText w:val=""/>
      <w:lvlJc w:val="left"/>
      <w:pPr>
        <w:ind w:left="5178" w:hanging="360"/>
      </w:pPr>
      <w:rPr>
        <w:rFonts w:ascii="Symbol" w:hAnsi="Symbol" w:hint="default"/>
      </w:rPr>
    </w:lvl>
    <w:lvl w:ilvl="7" w:tplc="04090003" w:tentative="1">
      <w:start w:val="1"/>
      <w:numFmt w:val="bullet"/>
      <w:lvlText w:val="o"/>
      <w:lvlJc w:val="left"/>
      <w:pPr>
        <w:ind w:left="5898" w:hanging="360"/>
      </w:pPr>
      <w:rPr>
        <w:rFonts w:ascii="Courier New" w:hAnsi="Courier New" w:cs="Courier New" w:hint="default"/>
      </w:rPr>
    </w:lvl>
    <w:lvl w:ilvl="8" w:tplc="04090005" w:tentative="1">
      <w:start w:val="1"/>
      <w:numFmt w:val="bullet"/>
      <w:lvlText w:val=""/>
      <w:lvlJc w:val="left"/>
      <w:pPr>
        <w:ind w:left="6618" w:hanging="360"/>
      </w:pPr>
      <w:rPr>
        <w:rFonts w:ascii="Wingdings" w:hAnsi="Wingdings" w:hint="default"/>
      </w:rPr>
    </w:lvl>
  </w:abstractNum>
  <w:abstractNum w:abstractNumId="8" w15:restartNumberingAfterBreak="0">
    <w:nsid w:val="4B0B3286"/>
    <w:multiLevelType w:val="hybridMultilevel"/>
    <w:tmpl w:val="2ECCCBCA"/>
    <w:lvl w:ilvl="0" w:tplc="FCD0414A">
      <w:start w:val="1"/>
      <w:numFmt w:val="decimal"/>
      <w:lvlText w:val="(%1)"/>
      <w:lvlJc w:val="left"/>
      <w:pPr>
        <w:ind w:left="1104" w:hanging="744"/>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8B39DD"/>
    <w:multiLevelType w:val="multilevel"/>
    <w:tmpl w:val="4A5E677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78331E2"/>
    <w:multiLevelType w:val="hybridMultilevel"/>
    <w:tmpl w:val="F3D4C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6"/>
  </w:num>
  <w:num w:numId="3">
    <w:abstractNumId w:val="18"/>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3"/>
  </w:num>
  <w:num w:numId="15">
    <w:abstractNumId w:val="10"/>
  </w:num>
  <w:num w:numId="16">
    <w:abstractNumId w:val="14"/>
  </w:num>
  <w:num w:numId="17">
    <w:abstractNumId w:val="15"/>
  </w:num>
  <w:num w:numId="18">
    <w:abstractNumId w:val="4"/>
  </w:num>
  <w:num w:numId="19">
    <w:abstractNumId w:val="13"/>
  </w:num>
  <w:num w:numId="20">
    <w:abstractNumId w:val="2"/>
  </w:num>
  <w:num w:numId="21">
    <w:abstractNumId w:val="7"/>
  </w:num>
  <w:num w:numId="22">
    <w:abstractNumId w:val="12"/>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8"/>
  </w:num>
  <w:num w:numId="26">
    <w:abstractNumId w:val="5"/>
  </w:num>
  <w:num w:numId="27">
    <w:abstractNumId w:val="17"/>
  </w:num>
  <w:num w:numId="2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CenterPoint 111221">
    <w15:presenceInfo w15:providerId="None" w15:userId="CenterPoint 1112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1FE3"/>
    <w:rsid w:val="00004900"/>
    <w:rsid w:val="00006711"/>
    <w:rsid w:val="000103FA"/>
    <w:rsid w:val="0001134E"/>
    <w:rsid w:val="00012EC8"/>
    <w:rsid w:val="00056AD4"/>
    <w:rsid w:val="0006010B"/>
    <w:rsid w:val="00060A5A"/>
    <w:rsid w:val="0006499F"/>
    <w:rsid w:val="00064B44"/>
    <w:rsid w:val="000654E5"/>
    <w:rsid w:val="00066462"/>
    <w:rsid w:val="00067FE2"/>
    <w:rsid w:val="00072360"/>
    <w:rsid w:val="0007682E"/>
    <w:rsid w:val="00090CB1"/>
    <w:rsid w:val="00092E58"/>
    <w:rsid w:val="000933B4"/>
    <w:rsid w:val="0009363C"/>
    <w:rsid w:val="000B2F3E"/>
    <w:rsid w:val="000B6E53"/>
    <w:rsid w:val="000C30B0"/>
    <w:rsid w:val="000C3E88"/>
    <w:rsid w:val="000D1AEB"/>
    <w:rsid w:val="000D3E64"/>
    <w:rsid w:val="000E353F"/>
    <w:rsid w:val="000F13C5"/>
    <w:rsid w:val="001039A0"/>
    <w:rsid w:val="00105A36"/>
    <w:rsid w:val="00105B2A"/>
    <w:rsid w:val="00115FBC"/>
    <w:rsid w:val="001206F4"/>
    <w:rsid w:val="0012240C"/>
    <w:rsid w:val="00123692"/>
    <w:rsid w:val="001264D6"/>
    <w:rsid w:val="00126CA9"/>
    <w:rsid w:val="001313B4"/>
    <w:rsid w:val="001332F6"/>
    <w:rsid w:val="00143B69"/>
    <w:rsid w:val="0014546D"/>
    <w:rsid w:val="001500D9"/>
    <w:rsid w:val="00150D1C"/>
    <w:rsid w:val="00156DB7"/>
    <w:rsid w:val="00157228"/>
    <w:rsid w:val="00160C3C"/>
    <w:rsid w:val="00166AD7"/>
    <w:rsid w:val="0017783C"/>
    <w:rsid w:val="00183F4B"/>
    <w:rsid w:val="0019314C"/>
    <w:rsid w:val="00194E8E"/>
    <w:rsid w:val="001A07BD"/>
    <w:rsid w:val="001A2981"/>
    <w:rsid w:val="001B578A"/>
    <w:rsid w:val="001E5054"/>
    <w:rsid w:val="001F38F0"/>
    <w:rsid w:val="001F4C71"/>
    <w:rsid w:val="001F5555"/>
    <w:rsid w:val="00237430"/>
    <w:rsid w:val="002467CB"/>
    <w:rsid w:val="00252D92"/>
    <w:rsid w:val="00260E66"/>
    <w:rsid w:val="00266252"/>
    <w:rsid w:val="00276A99"/>
    <w:rsid w:val="00277649"/>
    <w:rsid w:val="0027794F"/>
    <w:rsid w:val="00282525"/>
    <w:rsid w:val="00285B2A"/>
    <w:rsid w:val="00286AD9"/>
    <w:rsid w:val="0029403A"/>
    <w:rsid w:val="002966F3"/>
    <w:rsid w:val="002A41B9"/>
    <w:rsid w:val="002B173F"/>
    <w:rsid w:val="002B69F3"/>
    <w:rsid w:val="002B763A"/>
    <w:rsid w:val="002D382A"/>
    <w:rsid w:val="002E0724"/>
    <w:rsid w:val="002F1EDD"/>
    <w:rsid w:val="00300646"/>
    <w:rsid w:val="003013F2"/>
    <w:rsid w:val="0030232A"/>
    <w:rsid w:val="0030694A"/>
    <w:rsid w:val="003069F4"/>
    <w:rsid w:val="0031470A"/>
    <w:rsid w:val="0033343F"/>
    <w:rsid w:val="00335D62"/>
    <w:rsid w:val="00337333"/>
    <w:rsid w:val="00337565"/>
    <w:rsid w:val="003576A5"/>
    <w:rsid w:val="00360920"/>
    <w:rsid w:val="00362312"/>
    <w:rsid w:val="003721E3"/>
    <w:rsid w:val="00384709"/>
    <w:rsid w:val="00386C35"/>
    <w:rsid w:val="003A3D77"/>
    <w:rsid w:val="003A4479"/>
    <w:rsid w:val="003B5AED"/>
    <w:rsid w:val="003C01B8"/>
    <w:rsid w:val="003C5273"/>
    <w:rsid w:val="003C6B7B"/>
    <w:rsid w:val="003C745E"/>
    <w:rsid w:val="003E24CB"/>
    <w:rsid w:val="003E2B66"/>
    <w:rsid w:val="003E55D0"/>
    <w:rsid w:val="003F3461"/>
    <w:rsid w:val="00407033"/>
    <w:rsid w:val="004135BD"/>
    <w:rsid w:val="00420CDC"/>
    <w:rsid w:val="00420DB3"/>
    <w:rsid w:val="004253E5"/>
    <w:rsid w:val="004302A4"/>
    <w:rsid w:val="00432DA5"/>
    <w:rsid w:val="00433542"/>
    <w:rsid w:val="00437814"/>
    <w:rsid w:val="004463BA"/>
    <w:rsid w:val="00446DF8"/>
    <w:rsid w:val="00457BF5"/>
    <w:rsid w:val="004632DD"/>
    <w:rsid w:val="00466315"/>
    <w:rsid w:val="00466544"/>
    <w:rsid w:val="004758A6"/>
    <w:rsid w:val="004822D4"/>
    <w:rsid w:val="004839AA"/>
    <w:rsid w:val="00484830"/>
    <w:rsid w:val="0049290B"/>
    <w:rsid w:val="004A00FA"/>
    <w:rsid w:val="004A4451"/>
    <w:rsid w:val="004A6AA3"/>
    <w:rsid w:val="004A7742"/>
    <w:rsid w:val="004B285A"/>
    <w:rsid w:val="004B2E8E"/>
    <w:rsid w:val="004B53C8"/>
    <w:rsid w:val="004B6A4F"/>
    <w:rsid w:val="004C1F5E"/>
    <w:rsid w:val="004C5A7E"/>
    <w:rsid w:val="004D153D"/>
    <w:rsid w:val="004D3958"/>
    <w:rsid w:val="004D67E3"/>
    <w:rsid w:val="004D6CA2"/>
    <w:rsid w:val="004F35B9"/>
    <w:rsid w:val="005008DF"/>
    <w:rsid w:val="00501161"/>
    <w:rsid w:val="00503C5F"/>
    <w:rsid w:val="005045D0"/>
    <w:rsid w:val="00506385"/>
    <w:rsid w:val="00511E25"/>
    <w:rsid w:val="0051357A"/>
    <w:rsid w:val="00523855"/>
    <w:rsid w:val="00534C6C"/>
    <w:rsid w:val="005453A8"/>
    <w:rsid w:val="00555E0F"/>
    <w:rsid w:val="00560083"/>
    <w:rsid w:val="00580681"/>
    <w:rsid w:val="005841C0"/>
    <w:rsid w:val="0059260F"/>
    <w:rsid w:val="00593D0A"/>
    <w:rsid w:val="00594142"/>
    <w:rsid w:val="00595BB2"/>
    <w:rsid w:val="00595CE0"/>
    <w:rsid w:val="005A0054"/>
    <w:rsid w:val="005A0AEC"/>
    <w:rsid w:val="005A550C"/>
    <w:rsid w:val="005A64F3"/>
    <w:rsid w:val="005B15B2"/>
    <w:rsid w:val="005C0C36"/>
    <w:rsid w:val="005C19F0"/>
    <w:rsid w:val="005D0AE6"/>
    <w:rsid w:val="005D0FA0"/>
    <w:rsid w:val="005D6E6F"/>
    <w:rsid w:val="005E5074"/>
    <w:rsid w:val="005F1ED5"/>
    <w:rsid w:val="005F20F0"/>
    <w:rsid w:val="00612E4F"/>
    <w:rsid w:val="00615D5E"/>
    <w:rsid w:val="00622E99"/>
    <w:rsid w:val="00625E5D"/>
    <w:rsid w:val="00633EC1"/>
    <w:rsid w:val="006551E7"/>
    <w:rsid w:val="006560AD"/>
    <w:rsid w:val="0066370F"/>
    <w:rsid w:val="0067669A"/>
    <w:rsid w:val="006773AF"/>
    <w:rsid w:val="00685230"/>
    <w:rsid w:val="006A0784"/>
    <w:rsid w:val="006A0B6B"/>
    <w:rsid w:val="006A697B"/>
    <w:rsid w:val="006B135B"/>
    <w:rsid w:val="006B4BED"/>
    <w:rsid w:val="006B4DDE"/>
    <w:rsid w:val="006B666C"/>
    <w:rsid w:val="006C1184"/>
    <w:rsid w:val="006C1616"/>
    <w:rsid w:val="006D3B18"/>
    <w:rsid w:val="006E4597"/>
    <w:rsid w:val="006E50DB"/>
    <w:rsid w:val="006F38CF"/>
    <w:rsid w:val="006F4209"/>
    <w:rsid w:val="006F6F36"/>
    <w:rsid w:val="0070141D"/>
    <w:rsid w:val="00716492"/>
    <w:rsid w:val="00736203"/>
    <w:rsid w:val="0073693E"/>
    <w:rsid w:val="00737A81"/>
    <w:rsid w:val="00743968"/>
    <w:rsid w:val="00753127"/>
    <w:rsid w:val="007540D2"/>
    <w:rsid w:val="0075513C"/>
    <w:rsid w:val="007744C9"/>
    <w:rsid w:val="00774791"/>
    <w:rsid w:val="00775821"/>
    <w:rsid w:val="00775FC7"/>
    <w:rsid w:val="00785415"/>
    <w:rsid w:val="00790D22"/>
    <w:rsid w:val="00791CB9"/>
    <w:rsid w:val="00793130"/>
    <w:rsid w:val="00793B9B"/>
    <w:rsid w:val="00797B07"/>
    <w:rsid w:val="007A1BE1"/>
    <w:rsid w:val="007A5578"/>
    <w:rsid w:val="007B3233"/>
    <w:rsid w:val="007B5754"/>
    <w:rsid w:val="007B5A42"/>
    <w:rsid w:val="007C199B"/>
    <w:rsid w:val="007C456D"/>
    <w:rsid w:val="007C6AFA"/>
    <w:rsid w:val="007D2CBC"/>
    <w:rsid w:val="007D3073"/>
    <w:rsid w:val="007D64B9"/>
    <w:rsid w:val="007D72D4"/>
    <w:rsid w:val="007E0452"/>
    <w:rsid w:val="007E19C4"/>
    <w:rsid w:val="007E211C"/>
    <w:rsid w:val="007E4A29"/>
    <w:rsid w:val="007F2DD0"/>
    <w:rsid w:val="008070C0"/>
    <w:rsid w:val="00811C12"/>
    <w:rsid w:val="008140FB"/>
    <w:rsid w:val="0081670E"/>
    <w:rsid w:val="00821303"/>
    <w:rsid w:val="00821984"/>
    <w:rsid w:val="00821CBB"/>
    <w:rsid w:val="00840975"/>
    <w:rsid w:val="00845778"/>
    <w:rsid w:val="00865A81"/>
    <w:rsid w:val="008661D2"/>
    <w:rsid w:val="00877AAD"/>
    <w:rsid w:val="00877E52"/>
    <w:rsid w:val="00887E28"/>
    <w:rsid w:val="008960AD"/>
    <w:rsid w:val="008A5F7A"/>
    <w:rsid w:val="008A68DB"/>
    <w:rsid w:val="008C6845"/>
    <w:rsid w:val="008D5198"/>
    <w:rsid w:val="008D5C3A"/>
    <w:rsid w:val="008E31DD"/>
    <w:rsid w:val="008E6DA2"/>
    <w:rsid w:val="00907B1E"/>
    <w:rsid w:val="00910E1B"/>
    <w:rsid w:val="0091226D"/>
    <w:rsid w:val="00922298"/>
    <w:rsid w:val="00927A6C"/>
    <w:rsid w:val="00930ACC"/>
    <w:rsid w:val="00931472"/>
    <w:rsid w:val="009316F1"/>
    <w:rsid w:val="00935F28"/>
    <w:rsid w:val="009406F7"/>
    <w:rsid w:val="00943871"/>
    <w:rsid w:val="00943AFD"/>
    <w:rsid w:val="009468B2"/>
    <w:rsid w:val="00963A51"/>
    <w:rsid w:val="00964D6D"/>
    <w:rsid w:val="009721AD"/>
    <w:rsid w:val="00983B6E"/>
    <w:rsid w:val="009936F8"/>
    <w:rsid w:val="009A3772"/>
    <w:rsid w:val="009A6CA2"/>
    <w:rsid w:val="009B58F6"/>
    <w:rsid w:val="009B7B23"/>
    <w:rsid w:val="009C074F"/>
    <w:rsid w:val="009C3C1D"/>
    <w:rsid w:val="009C5688"/>
    <w:rsid w:val="009D17F0"/>
    <w:rsid w:val="009D2EEE"/>
    <w:rsid w:val="009D6313"/>
    <w:rsid w:val="009F1F0D"/>
    <w:rsid w:val="00A06E3A"/>
    <w:rsid w:val="00A11A99"/>
    <w:rsid w:val="00A25D41"/>
    <w:rsid w:val="00A42796"/>
    <w:rsid w:val="00A43FA2"/>
    <w:rsid w:val="00A45B4D"/>
    <w:rsid w:val="00A5311D"/>
    <w:rsid w:val="00A65549"/>
    <w:rsid w:val="00A65F7C"/>
    <w:rsid w:val="00A67683"/>
    <w:rsid w:val="00AB40FB"/>
    <w:rsid w:val="00AB5B86"/>
    <w:rsid w:val="00AC73E5"/>
    <w:rsid w:val="00AD2BC1"/>
    <w:rsid w:val="00AD3B58"/>
    <w:rsid w:val="00AD411C"/>
    <w:rsid w:val="00AD54CE"/>
    <w:rsid w:val="00AF54E6"/>
    <w:rsid w:val="00AF56C6"/>
    <w:rsid w:val="00B032E8"/>
    <w:rsid w:val="00B20A7A"/>
    <w:rsid w:val="00B22C84"/>
    <w:rsid w:val="00B310A4"/>
    <w:rsid w:val="00B56CC7"/>
    <w:rsid w:val="00B57F96"/>
    <w:rsid w:val="00B61C24"/>
    <w:rsid w:val="00B671C7"/>
    <w:rsid w:val="00B67892"/>
    <w:rsid w:val="00B817E6"/>
    <w:rsid w:val="00B91D11"/>
    <w:rsid w:val="00BA4D33"/>
    <w:rsid w:val="00BB423E"/>
    <w:rsid w:val="00BB74DD"/>
    <w:rsid w:val="00BC2D06"/>
    <w:rsid w:val="00BD20D7"/>
    <w:rsid w:val="00BD3268"/>
    <w:rsid w:val="00BE2931"/>
    <w:rsid w:val="00BF27F8"/>
    <w:rsid w:val="00BF3CFB"/>
    <w:rsid w:val="00BF6165"/>
    <w:rsid w:val="00BF7A56"/>
    <w:rsid w:val="00C01E09"/>
    <w:rsid w:val="00C060A1"/>
    <w:rsid w:val="00C17372"/>
    <w:rsid w:val="00C321A7"/>
    <w:rsid w:val="00C35F60"/>
    <w:rsid w:val="00C42A82"/>
    <w:rsid w:val="00C4392B"/>
    <w:rsid w:val="00C45452"/>
    <w:rsid w:val="00C508E8"/>
    <w:rsid w:val="00C50EF9"/>
    <w:rsid w:val="00C57770"/>
    <w:rsid w:val="00C5780D"/>
    <w:rsid w:val="00C60408"/>
    <w:rsid w:val="00C66314"/>
    <w:rsid w:val="00C744EB"/>
    <w:rsid w:val="00C751AB"/>
    <w:rsid w:val="00C90702"/>
    <w:rsid w:val="00C917FF"/>
    <w:rsid w:val="00C933BF"/>
    <w:rsid w:val="00C9379A"/>
    <w:rsid w:val="00C9766A"/>
    <w:rsid w:val="00CA1588"/>
    <w:rsid w:val="00CB08CA"/>
    <w:rsid w:val="00CB2857"/>
    <w:rsid w:val="00CC4F39"/>
    <w:rsid w:val="00CC7F0E"/>
    <w:rsid w:val="00CD35B0"/>
    <w:rsid w:val="00CD544C"/>
    <w:rsid w:val="00CD691B"/>
    <w:rsid w:val="00CE7323"/>
    <w:rsid w:val="00CF136F"/>
    <w:rsid w:val="00CF3B3B"/>
    <w:rsid w:val="00CF4256"/>
    <w:rsid w:val="00D04FE8"/>
    <w:rsid w:val="00D12E3C"/>
    <w:rsid w:val="00D158FA"/>
    <w:rsid w:val="00D176CF"/>
    <w:rsid w:val="00D261B2"/>
    <w:rsid w:val="00D271E3"/>
    <w:rsid w:val="00D436F9"/>
    <w:rsid w:val="00D47A80"/>
    <w:rsid w:val="00D62BCF"/>
    <w:rsid w:val="00D70512"/>
    <w:rsid w:val="00D81D37"/>
    <w:rsid w:val="00D85807"/>
    <w:rsid w:val="00D867D0"/>
    <w:rsid w:val="00D87349"/>
    <w:rsid w:val="00D91EE9"/>
    <w:rsid w:val="00D920BA"/>
    <w:rsid w:val="00D97220"/>
    <w:rsid w:val="00DB302A"/>
    <w:rsid w:val="00DB427E"/>
    <w:rsid w:val="00DB651B"/>
    <w:rsid w:val="00DC0C13"/>
    <w:rsid w:val="00DC6F6F"/>
    <w:rsid w:val="00DE02D7"/>
    <w:rsid w:val="00DE2400"/>
    <w:rsid w:val="00DE3E61"/>
    <w:rsid w:val="00DE42EF"/>
    <w:rsid w:val="00DF4E9F"/>
    <w:rsid w:val="00DF57C4"/>
    <w:rsid w:val="00E00406"/>
    <w:rsid w:val="00E0145C"/>
    <w:rsid w:val="00E0447F"/>
    <w:rsid w:val="00E12241"/>
    <w:rsid w:val="00E14D47"/>
    <w:rsid w:val="00E15F32"/>
    <w:rsid w:val="00E1641C"/>
    <w:rsid w:val="00E16ED0"/>
    <w:rsid w:val="00E26708"/>
    <w:rsid w:val="00E31657"/>
    <w:rsid w:val="00E34958"/>
    <w:rsid w:val="00E379DA"/>
    <w:rsid w:val="00E37AB0"/>
    <w:rsid w:val="00E40493"/>
    <w:rsid w:val="00E40827"/>
    <w:rsid w:val="00E52761"/>
    <w:rsid w:val="00E61AE1"/>
    <w:rsid w:val="00E6234A"/>
    <w:rsid w:val="00E65F21"/>
    <w:rsid w:val="00E71C39"/>
    <w:rsid w:val="00E82B13"/>
    <w:rsid w:val="00E92260"/>
    <w:rsid w:val="00EA0760"/>
    <w:rsid w:val="00EA56E6"/>
    <w:rsid w:val="00EB2131"/>
    <w:rsid w:val="00EB4295"/>
    <w:rsid w:val="00EC335F"/>
    <w:rsid w:val="00EC48FB"/>
    <w:rsid w:val="00EC50DB"/>
    <w:rsid w:val="00EC6199"/>
    <w:rsid w:val="00EE0E9B"/>
    <w:rsid w:val="00EE4467"/>
    <w:rsid w:val="00EE5665"/>
    <w:rsid w:val="00EF232A"/>
    <w:rsid w:val="00F05A69"/>
    <w:rsid w:val="00F379BB"/>
    <w:rsid w:val="00F43FFD"/>
    <w:rsid w:val="00F44236"/>
    <w:rsid w:val="00F52517"/>
    <w:rsid w:val="00F56029"/>
    <w:rsid w:val="00F67949"/>
    <w:rsid w:val="00F7146E"/>
    <w:rsid w:val="00F86488"/>
    <w:rsid w:val="00F94D91"/>
    <w:rsid w:val="00F9525A"/>
    <w:rsid w:val="00FA3A87"/>
    <w:rsid w:val="00FA3F22"/>
    <w:rsid w:val="00FA4D5B"/>
    <w:rsid w:val="00FA57B2"/>
    <w:rsid w:val="00FA6738"/>
    <w:rsid w:val="00FB4E68"/>
    <w:rsid w:val="00FB509B"/>
    <w:rsid w:val="00FB7C9F"/>
    <w:rsid w:val="00FB7D81"/>
    <w:rsid w:val="00FC0FCF"/>
    <w:rsid w:val="00FC3ABE"/>
    <w:rsid w:val="00FC3D4B"/>
    <w:rsid w:val="00FC6312"/>
    <w:rsid w:val="00FC7A60"/>
    <w:rsid w:val="00FE0C1F"/>
    <w:rsid w:val="00FE1618"/>
    <w:rsid w:val="00FE36E3"/>
    <w:rsid w:val="00FE6B01"/>
    <w:rsid w:val="00FF6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28DA740"/>
  <w15:chartTrackingRefBased/>
  <w15:docId w15:val="{579F41B8-C08D-4DEC-8807-E4735AFE0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locked/>
    <w:rsid w:val="00AF54E6"/>
  </w:style>
  <w:style w:type="character" w:customStyle="1" w:styleId="H2Char">
    <w:name w:val="H2 Char"/>
    <w:link w:val="H2"/>
    <w:rsid w:val="00C508E8"/>
    <w:rPr>
      <w:b/>
      <w:sz w:val="24"/>
    </w:rPr>
  </w:style>
  <w:style w:type="paragraph" w:styleId="ListParagraph">
    <w:name w:val="List Paragraph"/>
    <w:basedOn w:val="Normal"/>
    <w:uiPriority w:val="34"/>
    <w:qFormat/>
    <w:rsid w:val="00072360"/>
    <w:pPr>
      <w:ind w:left="720"/>
      <w:contextualSpacing/>
    </w:pPr>
  </w:style>
  <w:style w:type="character" w:styleId="UnresolvedMention">
    <w:name w:val="Unresolved Mention"/>
    <w:basedOn w:val="DefaultParagraphFont"/>
    <w:uiPriority w:val="99"/>
    <w:semiHidden/>
    <w:unhideWhenUsed/>
    <w:rsid w:val="00797B07"/>
    <w:rPr>
      <w:color w:val="605E5C"/>
      <w:shd w:val="clear" w:color="auto" w:fill="E1DFDD"/>
    </w:rPr>
  </w:style>
  <w:style w:type="character" w:customStyle="1" w:styleId="HeaderChar">
    <w:name w:val="Header Char"/>
    <w:link w:val="Header"/>
    <w:rsid w:val="005C19F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1657148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t.com/mktrules/issues/NPRR1084"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ill.barnes@nrg.com"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PRR108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2" ma:contentTypeDescription="Create a new document." ma:contentTypeScope="" ma:versionID="cfda4d92bd5031bafe413db8c42f34f9">
  <xsd:schema xmlns:xsd="http://www.w3.org/2001/XMLSchema" xmlns:xs="http://www.w3.org/2001/XMLSchema" xmlns:p="http://schemas.microsoft.com/office/2006/metadata/properties" xmlns:ns3="97deaf5a-01d9-4834-89d2-802f43df07d1" targetNamespace="http://schemas.microsoft.com/office/2006/metadata/properties" ma:root="true" ma:fieldsID="3f1300ffa786923625ff5a7f5b1986b1" ns3:_="">
    <xsd:import namespace="97deaf5a-01d9-4834-89d2-802f43df07d1"/>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783B8B-80FC-4615-B18D-2AAE31606149}">
  <ds:schemaRefs>
    <ds:schemaRef ds:uri="http://schemas.openxmlformats.org/officeDocument/2006/bibliography"/>
  </ds:schemaRefs>
</ds:datastoreItem>
</file>

<file path=customXml/itemProps2.xml><?xml version="1.0" encoding="utf-8"?>
<ds:datastoreItem xmlns:ds="http://schemas.openxmlformats.org/officeDocument/2006/customXml" ds:itemID="{B5E4C9A3-63F1-40E8-999E-460F445C753C}">
  <ds:schemaRefs>
    <ds:schemaRef ds:uri="http://schemas.microsoft.com/sharepoint/v3/contenttype/forms"/>
  </ds:schemaRefs>
</ds:datastoreItem>
</file>

<file path=customXml/itemProps3.xml><?xml version="1.0" encoding="utf-8"?>
<ds:datastoreItem xmlns:ds="http://schemas.openxmlformats.org/officeDocument/2006/customXml" ds:itemID="{9E4AEAED-C5AB-4283-988E-3533DDEBB9D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BAE39A-2A4E-4FF9-8026-463D64ABD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16</Pages>
  <Words>4750</Words>
  <Characters>31760</Characters>
  <Application>Microsoft Office Word</Application>
  <DocSecurity>0</DocSecurity>
  <Lines>264</Lines>
  <Paragraphs>72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36438</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C Phillips</cp:lastModifiedBy>
  <cp:revision>4</cp:revision>
  <cp:lastPrinted>2013-11-15T21:11:00Z</cp:lastPrinted>
  <dcterms:created xsi:type="dcterms:W3CDTF">2022-05-27T15:21:00Z</dcterms:created>
  <dcterms:modified xsi:type="dcterms:W3CDTF">2022-05-27T16:16:00Z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