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7E2D09E0" w:rsidR="0011691A" w:rsidRDefault="00567C13" w:rsidP="0011691A">
      <w:pPr>
        <w:pStyle w:val="BodyText"/>
        <w:jc w:val="center"/>
        <w:rPr>
          <w:b/>
          <w:szCs w:val="24"/>
        </w:rPr>
      </w:pPr>
      <w:r>
        <w:rPr>
          <w:b/>
          <w:szCs w:val="24"/>
        </w:rPr>
        <w:t>January</w:t>
      </w:r>
      <w:r w:rsidR="00224B5B">
        <w:rPr>
          <w:b/>
          <w:szCs w:val="24"/>
        </w:rPr>
        <w:t xml:space="preserve"> </w:t>
      </w:r>
      <w:r w:rsidR="0000135B">
        <w:rPr>
          <w:b/>
          <w:szCs w:val="24"/>
        </w:rPr>
        <w:t>1</w:t>
      </w:r>
      <w:r w:rsidR="00272D57">
        <w:rPr>
          <w:b/>
          <w:szCs w:val="24"/>
        </w:rPr>
        <w:t>, 20</w:t>
      </w:r>
      <w:r w:rsidR="00975A01">
        <w:rPr>
          <w:b/>
          <w:szCs w:val="24"/>
        </w:rPr>
        <w:t>2</w:t>
      </w:r>
      <w:r>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5676C8"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lastRenderedPageBreak/>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5676C8">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lastRenderedPageBreak/>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5676C8">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lastRenderedPageBreak/>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lastRenderedPageBreak/>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5676C8">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w:t>
      </w:r>
      <w:r>
        <w:lastRenderedPageBreak/>
        <w:t>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lastRenderedPageBreak/>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lastRenderedPageBreak/>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lastRenderedPageBreak/>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5676C8">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lastRenderedPageBreak/>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3C687ED2"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lastRenderedPageBreak/>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77777777"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Provide backup regulation.</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lastRenderedPageBreak/>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5676C8">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t>
      </w:r>
      <w:r w:rsidRPr="0003648D">
        <w:lastRenderedPageBreak/>
        <w:t>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112C0538" w14:textId="77777777" w:rsidR="005D1947" w:rsidRDefault="00A442A0">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p w14:paraId="16858727" w14:textId="77777777" w:rsidR="00B75513" w:rsidRPr="00D5497B" w:rsidRDefault="00A442A0">
      <w:pPr>
        <w:pStyle w:val="H2"/>
        <w:keepNext w:val="0"/>
        <w:ind w:left="907" w:hanging="907"/>
        <w:rPr>
          <w:b/>
        </w:rPr>
      </w:pPr>
      <w:bookmarkStart w:id="379" w:name="_Toc205190365"/>
      <w:bookmarkStart w:id="380" w:name="_Toc118224480"/>
      <w:bookmarkStart w:id="381" w:name="_Toc118909548"/>
      <w:bookmarkEnd w:id="377"/>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Event</w:t>
      </w:r>
      <w:bookmarkEnd w:id="378"/>
      <w:bookmarkEnd w:id="380"/>
      <w:bookmarkEnd w:id="381"/>
      <w:bookmarkEnd w:id="382"/>
      <w:r w:rsidRPr="00D5497B">
        <w:rPr>
          <w:b/>
        </w:rPr>
        <w:t xml:space="preserve">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lastRenderedPageBreak/>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lastRenderedPageBreak/>
        <w:t>G</w:t>
      </w:r>
      <w:bookmarkStart w:id="395" w:name="G"/>
      <w:bookmarkEnd w:id="395"/>
    </w:p>
    <w:p w14:paraId="6BBF2125" w14:textId="77777777" w:rsidR="00B75513" w:rsidRDefault="005676C8">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lastRenderedPageBreak/>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5676C8">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lastRenderedPageBreak/>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lastRenderedPageBreak/>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5676C8"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lastRenderedPageBreak/>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lastRenderedPageBreak/>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lastRenderedPageBreak/>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lastRenderedPageBreak/>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5676C8">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5676C8">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5676C8">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lastRenderedPageBreak/>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lastRenderedPageBreak/>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lastRenderedPageBreak/>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lastRenderedPageBreak/>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lastRenderedPageBreak/>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5676C8">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lastRenderedPageBreak/>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lastRenderedPageBreak/>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lastRenderedPageBreak/>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lastRenderedPageBreak/>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lastRenderedPageBreak/>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 xml:space="preserve">Municipally Owned Utility (MOU) / Electric Cooperative (EC) Non-BUSIDRRQ Interval </w:t>
      </w:r>
      <w:r>
        <w:rPr>
          <w:b/>
          <w:bCs/>
          <w:snapToGrid w:val="0"/>
        </w:rPr>
        <w:lastRenderedPageBreak/>
        <w:t>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lastRenderedPageBreak/>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lastRenderedPageBreak/>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3" w:name="N"/>
      <w:bookmarkEnd w:id="613"/>
    </w:p>
    <w:p w14:paraId="0BC3EB68" w14:textId="77777777" w:rsidR="00B75513" w:rsidRDefault="005676C8">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6" w:name="_Toc118224539"/>
            <w:bookmarkStart w:id="627" w:name="_Toc118909607"/>
            <w:bookmarkStart w:id="628" w:name="_Toc205190431"/>
            <w:r>
              <w:rPr>
                <w:b/>
                <w:i/>
                <w:iCs/>
              </w:rPr>
              <w:lastRenderedPageBreak/>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lastRenderedPageBreak/>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7E9EBB30" w14:textId="4B98B4FA" w:rsidR="008B5A69" w:rsidRPr="00C37F8F" w:rsidRDefault="00493D2A" w:rsidP="008B5A69">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lastRenderedPageBreak/>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5676C8">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p w14:paraId="5A06DCD0" w14:textId="77777777" w:rsidR="00D26136" w:rsidRPr="004222A1" w:rsidRDefault="00C96602" w:rsidP="00CE2EF2">
      <w:pPr>
        <w:pStyle w:val="H2"/>
        <w:rPr>
          <w:b/>
        </w:rPr>
      </w:pPr>
      <w:bookmarkStart w:id="688" w:name="_Toc118224556"/>
      <w:bookmarkStart w:id="689" w:name="_Toc118909624"/>
      <w:bookmarkStart w:id="690" w:name="_Toc205190449"/>
      <w:bookmarkStart w:id="691"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lastRenderedPageBreak/>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w:t>
      </w:r>
      <w:r w:rsidRPr="00940A98">
        <w:lastRenderedPageBreak/>
        <w:t xml:space="preserve">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lastRenderedPageBreak/>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5676C8"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650E" w:rsidRPr="004B32CF" w14:paraId="16D6BB81" w14:textId="77777777" w:rsidTr="0025650E">
        <w:trPr>
          <w:trHeight w:val="386"/>
        </w:trPr>
        <w:tc>
          <w:tcPr>
            <w:tcW w:w="9350" w:type="dxa"/>
            <w:shd w:val="pct12" w:color="auto" w:fill="auto"/>
          </w:tcPr>
          <w:p w14:paraId="0730C068" w14:textId="41925CC1" w:rsidR="0025650E" w:rsidRPr="004B32CF" w:rsidRDefault="0025650E" w:rsidP="00D95F08">
            <w:pPr>
              <w:spacing w:before="120" w:after="240"/>
              <w:rPr>
                <w:b/>
                <w:i/>
                <w:iCs/>
              </w:rPr>
            </w:pPr>
            <w:bookmarkStart w:id="722" w:name="_Toc118224565"/>
            <w:bookmarkStart w:id="723" w:name="_Toc118909633"/>
            <w:bookmarkStart w:id="724" w:name="_Toc205190459"/>
            <w:bookmarkEnd w:id="720"/>
            <w:r>
              <w:rPr>
                <w:b/>
                <w:i/>
                <w:iCs/>
              </w:rPr>
              <w:t>[NPRR1005</w:t>
            </w:r>
            <w:r w:rsidRPr="004B32CF">
              <w:rPr>
                <w:b/>
                <w:i/>
                <w:iCs/>
              </w:rPr>
              <w:t xml:space="preserve">:  Replace the above definition </w:t>
            </w:r>
            <w:r>
              <w:rPr>
                <w:b/>
                <w:i/>
                <w:iCs/>
              </w:rPr>
              <w:t>“</w:t>
            </w:r>
            <w:r w:rsidRPr="0025650E">
              <w:rPr>
                <w:b/>
                <w:i/>
                <w:iCs/>
              </w:rPr>
              <w:t>Point of Interconnection (POI)</w:t>
            </w:r>
            <w:r w:rsidRPr="004B32CF">
              <w:rPr>
                <w:b/>
                <w:i/>
                <w:iCs/>
              </w:rPr>
              <w:t>” with the following upon system implementation:]</w:t>
            </w:r>
          </w:p>
          <w:p w14:paraId="4BD4D6F3" w14:textId="77777777" w:rsidR="0025650E" w:rsidRPr="0025650E" w:rsidRDefault="0025650E" w:rsidP="0025650E">
            <w:pPr>
              <w:keepNext/>
              <w:tabs>
                <w:tab w:val="left" w:pos="900"/>
              </w:tabs>
              <w:spacing w:after="240"/>
              <w:ind w:left="900" w:hanging="900"/>
              <w:outlineLvl w:val="1"/>
            </w:pPr>
            <w:r w:rsidRPr="0025650E">
              <w:rPr>
                <w:b/>
              </w:rPr>
              <w:t>Point of Interconnection (POI)</w:t>
            </w:r>
          </w:p>
          <w:p w14:paraId="093A2629" w14:textId="21D3ED44" w:rsidR="0025650E" w:rsidRPr="0025650E" w:rsidRDefault="0025650E" w:rsidP="00D95F08">
            <w:pPr>
              <w:spacing w:after="240"/>
              <w:rPr>
                <w:szCs w:val="24"/>
              </w:rPr>
            </w:pPr>
            <w:r w:rsidRPr="0025650E">
              <w:rPr>
                <w:szCs w:val="24"/>
              </w:rPr>
              <w:t>Any physical location where a Generation Entity’s Facilities electrically connect to the Transmission Service Provider’s (TSP’s) Facilities.</w:t>
            </w:r>
          </w:p>
        </w:tc>
      </w:tr>
    </w:tbl>
    <w:p w14:paraId="33DD9708" w14:textId="77777777" w:rsidR="00961C7A" w:rsidRDefault="00961C7A" w:rsidP="002C0C2E">
      <w:pPr>
        <w:pStyle w:val="H2"/>
        <w:keepNext w:val="0"/>
        <w:spacing w:before="0" w:after="0"/>
        <w:ind w:left="907" w:hanging="90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61C7A" w:rsidRPr="004B32CF" w14:paraId="0BA76CFE" w14:textId="77777777" w:rsidTr="00D95F08">
        <w:trPr>
          <w:trHeight w:val="386"/>
        </w:trPr>
        <w:tc>
          <w:tcPr>
            <w:tcW w:w="9350" w:type="dxa"/>
            <w:shd w:val="pct12" w:color="auto" w:fill="auto"/>
          </w:tcPr>
          <w:p w14:paraId="7DD03CC4" w14:textId="5E142057" w:rsidR="00961C7A" w:rsidRPr="004B32CF" w:rsidRDefault="00961C7A" w:rsidP="00D95F08">
            <w:pPr>
              <w:spacing w:before="120" w:after="240"/>
              <w:rPr>
                <w:b/>
                <w:i/>
                <w:iCs/>
              </w:rPr>
            </w:pPr>
            <w:r>
              <w:rPr>
                <w:b/>
                <w:i/>
                <w:iCs/>
              </w:rPr>
              <w:t>[NPRR1005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961C7A">
              <w:rPr>
                <w:b/>
                <w:i/>
                <w:iCs/>
              </w:rPr>
              <w:t>Point of Interconnection Bus (POIB)</w:t>
            </w:r>
            <w:r w:rsidRPr="004B32CF">
              <w:rPr>
                <w:b/>
                <w:i/>
                <w:iCs/>
              </w:rPr>
              <w:t>” upon system implementation:]</w:t>
            </w:r>
          </w:p>
          <w:p w14:paraId="63304251" w14:textId="77777777" w:rsidR="00961C7A" w:rsidRPr="000E3EC7" w:rsidRDefault="00961C7A" w:rsidP="00961C7A">
            <w:pPr>
              <w:spacing w:after="240"/>
              <w:rPr>
                <w:b/>
                <w:iCs/>
              </w:rPr>
            </w:pPr>
            <w:r>
              <w:rPr>
                <w:b/>
                <w:iCs/>
              </w:rPr>
              <w:t>Point of Interconnection Bus (POIB)</w:t>
            </w:r>
          </w:p>
          <w:p w14:paraId="0DE45542" w14:textId="4874DBE0" w:rsidR="00961C7A" w:rsidRPr="00961C7A" w:rsidRDefault="00961C7A" w:rsidP="00961C7A">
            <w:pPr>
              <w:spacing w:after="240"/>
              <w:rPr>
                <w:iCs/>
              </w:rPr>
            </w:pPr>
            <w:r>
              <w:rPr>
                <w:iCs/>
              </w:rPr>
              <w:lastRenderedPageBreak/>
              <w:t>For a Generation Resource connecting to the ERCOT Transmission System through a Transmission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r w:rsidRPr="00905F8E">
              <w:rPr>
                <w:iCs/>
              </w:rPr>
              <w:t xml:space="preserve"> </w:t>
            </w:r>
          </w:p>
        </w:tc>
      </w:tr>
    </w:tbl>
    <w:p w14:paraId="453C454F" w14:textId="4AFF0131" w:rsidR="00B75513" w:rsidRPr="004222A1" w:rsidRDefault="00D00B67" w:rsidP="002C0C2E">
      <w:pPr>
        <w:pStyle w:val="H2"/>
        <w:keepNext w:val="0"/>
        <w:spacing w:before="480"/>
        <w:ind w:left="907" w:hanging="907"/>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lastRenderedPageBreak/>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lastRenderedPageBreak/>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5676C8">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lastRenderedPageBreak/>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5676C8">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lastRenderedPageBreak/>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lastRenderedPageBreak/>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1" w:name="_Toc73847931"/>
      <w:bookmarkStart w:id="812" w:name="_Toc118224588"/>
      <w:bookmarkStart w:id="813" w:name="_Toc118909656"/>
      <w:bookmarkStart w:id="814" w:name="_Toc205190487"/>
      <w:bookmarkEnd w:id="80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lastRenderedPageBreak/>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lastRenderedPageBreak/>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lastRenderedPageBreak/>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3328F763"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2A41C89B" w:rsidR="00CF4D1B" w:rsidRPr="00625E9F" w:rsidRDefault="00CF4D1B" w:rsidP="007132B2">
            <w:pPr>
              <w:pStyle w:val="Instructions"/>
              <w:spacing w:before="120"/>
              <w:rPr>
                <w:lang w:val="en-US" w:eastAsia="en-US"/>
              </w:rPr>
            </w:pPr>
            <w:r>
              <w:rPr>
                <w:lang w:val="en-US" w:eastAsia="en-US"/>
              </w:rPr>
              <w:t>[NPRR973</w:t>
            </w:r>
            <w:r w:rsidR="00961C7A">
              <w:rPr>
                <w:lang w:val="en-US" w:eastAsia="en-US"/>
              </w:rPr>
              <w:t xml:space="preserve"> and NPRR1005</w:t>
            </w:r>
            <w:r w:rsidRPr="00625E9F">
              <w:rPr>
                <w:lang w:val="en-US" w:eastAsia="en-US"/>
              </w:rPr>
              <w:t xml:space="preserve">: </w:t>
            </w:r>
            <w:r>
              <w:rPr>
                <w:lang w:val="en-US" w:eastAsia="en-US"/>
              </w:rPr>
              <w:t xml:space="preserve"> Replace </w:t>
            </w:r>
            <w:r w:rsidR="00961C7A">
              <w:rPr>
                <w:lang w:val="en-US" w:eastAsia="en-US"/>
              </w:rPr>
              <w:t xml:space="preserve">applicable portions of </w:t>
            </w:r>
            <w:r>
              <w:rPr>
                <w:lang w:val="en-US" w:eastAsia="en-US"/>
              </w:rPr>
              <w:t>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00961C7A">
              <w:rPr>
                <w:lang w:val="en-US" w:eastAsia="en-US"/>
              </w:rPr>
              <w:t xml:space="preserve"> for NPRR973 or upon system implementation for NPRR1005</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lastRenderedPageBreak/>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lastRenderedPageBreak/>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lastRenderedPageBreak/>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5676C8">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lastRenderedPageBreak/>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248CB7D"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Subchapter M, 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bookmarkEnd w:id="869"/>
    <w:p w14:paraId="14CD0A46" w14:textId="77777777" w:rsidR="005D1947" w:rsidRPr="004222A1" w:rsidRDefault="00A442A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3" w:name="_Toc80425757"/>
            <w:bookmarkStart w:id="874" w:name="_Toc118224608"/>
            <w:bookmarkStart w:id="875" w:name="_Toc118909676"/>
            <w:bookmarkStart w:id="876" w:name="_Toc205190519"/>
            <w:bookmarkStart w:id="877"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xml:space="preserve">, Energy Bid/Offer Curves, RTM Energy Bids, Ancillary Service </w:t>
            </w:r>
            <w:r>
              <w:lastRenderedPageBreak/>
              <w:t>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3"/>
      <w:r w:rsidRPr="004222A1">
        <w:rPr>
          <w:b/>
        </w:rPr>
        <w:t xml:space="preserve"> Quantity</w:t>
      </w:r>
      <w:bookmarkEnd w:id="874"/>
      <w:bookmarkEnd w:id="875"/>
      <w:bookmarkEnd w:id="876"/>
    </w:p>
    <w:p w14:paraId="10E34D96" w14:textId="6628C545" w:rsidR="005D1947" w:rsidRDefault="00A442A0">
      <w:pPr>
        <w:pStyle w:val="BodyText"/>
      </w:pPr>
      <w:bookmarkStart w:id="878" w:name="_Toc80425758"/>
      <w:bookmarkStart w:id="879" w:name="_Toc73847959"/>
      <w:bookmarkEnd w:id="877"/>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0" w:name="_Toc118224609"/>
            <w:bookmarkStart w:id="881" w:name="_Toc118909677"/>
            <w:bookmarkStart w:id="882" w:name="_Toc205190520"/>
            <w:bookmarkStart w:id="883" w:name="_Toc80425760"/>
            <w:bookmarkStart w:id="884" w:name="_Toc73847963"/>
            <w:bookmarkEnd w:id="878"/>
            <w:bookmarkEnd w:id="87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0"/>
      <w:bookmarkEnd w:id="881"/>
      <w:bookmarkEnd w:id="882"/>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5" w:name="_Toc205190521"/>
      <w:bookmarkStart w:id="886" w:name="_Toc118224610"/>
      <w:bookmarkStart w:id="887" w:name="_Toc118909678"/>
      <w:r w:rsidRPr="004222A1">
        <w:rPr>
          <w:b/>
        </w:rPr>
        <w:lastRenderedPageBreak/>
        <w:t>Service Address</w:t>
      </w:r>
      <w:bookmarkEnd w:id="885"/>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8" w:name="_Toc205190522"/>
      <w:r w:rsidRPr="004222A1">
        <w:rPr>
          <w:b/>
        </w:rPr>
        <w:t>Service Delivery Point</w:t>
      </w:r>
      <w:bookmarkEnd w:id="883"/>
      <w:bookmarkEnd w:id="886"/>
      <w:bookmarkEnd w:id="887"/>
      <w:bookmarkEnd w:id="888"/>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9" w:name="_Toc118224611"/>
      <w:bookmarkStart w:id="890" w:name="_Toc118909679"/>
      <w:bookmarkStart w:id="891" w:name="_Toc205190523"/>
      <w:bookmarkStart w:id="892" w:name="_Toc73847964"/>
      <w:bookmarkStart w:id="893" w:name="_Toc80425764"/>
      <w:bookmarkStart w:id="894" w:name="_Toc73847967"/>
      <w:bookmarkEnd w:id="884"/>
      <w:r w:rsidRPr="004222A1">
        <w:rPr>
          <w:b/>
        </w:rPr>
        <w:t>Settlement</w:t>
      </w:r>
      <w:bookmarkEnd w:id="889"/>
      <w:bookmarkEnd w:id="890"/>
      <w:bookmarkEnd w:id="891"/>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5" w:name="_Toc205190524"/>
      <w:bookmarkStart w:id="896" w:name="_Toc118224612"/>
      <w:bookmarkStart w:id="897" w:name="_Toc118909680"/>
      <w:r w:rsidRPr="004222A1">
        <w:rPr>
          <w:b/>
        </w:rPr>
        <w:t>Settlement Calendar</w:t>
      </w:r>
      <w:bookmarkEnd w:id="895"/>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8" w:name="_Toc205190525"/>
      <w:r w:rsidRPr="004222A1">
        <w:rPr>
          <w:b/>
        </w:rPr>
        <w:t>Settlement Interval</w:t>
      </w:r>
      <w:bookmarkEnd w:id="892"/>
      <w:bookmarkEnd w:id="893"/>
      <w:bookmarkEnd w:id="896"/>
      <w:bookmarkEnd w:id="897"/>
      <w:bookmarkEnd w:id="898"/>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9" w:name="_Toc73847966"/>
      <w:bookmarkStart w:id="900" w:name="_Toc80425766"/>
      <w:bookmarkStart w:id="901" w:name="_Toc118224613"/>
      <w:bookmarkStart w:id="902" w:name="_Toc118909681"/>
      <w:bookmarkStart w:id="903"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9"/>
      <w:bookmarkEnd w:id="900"/>
      <w:bookmarkEnd w:id="901"/>
      <w:bookmarkEnd w:id="902"/>
      <w:bookmarkEnd w:id="903"/>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4" w:name="_Toc80425767"/>
            <w:bookmarkStart w:id="905" w:name="_Toc118224614"/>
            <w:bookmarkStart w:id="906" w:name="_Toc118909682"/>
            <w:bookmarkStart w:id="907" w:name="_Toc205190527"/>
            <w:bookmarkEnd w:id="894"/>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08"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 xml:space="preserve">RUC), </w:t>
            </w:r>
            <w:r>
              <w:rPr>
                <w:iCs/>
              </w:rPr>
              <w:lastRenderedPageBreak/>
              <w:t>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08"/>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09"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09"/>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4"/>
      <w:bookmarkEnd w:id="905"/>
      <w:bookmarkEnd w:id="906"/>
      <w:bookmarkEnd w:id="907"/>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0" w:name="_Toc80425768"/>
      <w:bookmarkStart w:id="911" w:name="_Toc118224615"/>
      <w:bookmarkStart w:id="912" w:name="_Toc118909683"/>
      <w:bookmarkStart w:id="913" w:name="_Toc205190528"/>
      <w:r w:rsidRPr="004222A1">
        <w:rPr>
          <w:b/>
        </w:rPr>
        <w:t>Settlement Point Price</w:t>
      </w:r>
      <w:bookmarkEnd w:id="910"/>
      <w:bookmarkEnd w:id="911"/>
      <w:bookmarkEnd w:id="912"/>
      <w:bookmarkEnd w:id="913"/>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4" w:name="_Toc118224616"/>
      <w:bookmarkStart w:id="915" w:name="_Toc118909684"/>
      <w:bookmarkStart w:id="916" w:name="_Toc205190529"/>
      <w:r w:rsidRPr="004222A1">
        <w:rPr>
          <w:b/>
        </w:rPr>
        <w:t>Settlement Quality Meter Data</w:t>
      </w:r>
      <w:bookmarkEnd w:id="914"/>
      <w:bookmarkEnd w:id="915"/>
      <w:bookmarkEnd w:id="916"/>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7" w:name="_Toc73847972"/>
      <w:bookmarkStart w:id="918" w:name="_Toc118224617"/>
      <w:bookmarkStart w:id="919" w:name="_Toc118909685"/>
      <w:bookmarkStart w:id="920" w:name="_Toc205190530"/>
      <w:r w:rsidRPr="004222A1">
        <w:rPr>
          <w:b/>
        </w:rPr>
        <w:lastRenderedPageBreak/>
        <w:t>Settlement Statement</w:t>
      </w:r>
      <w:bookmarkStart w:id="921" w:name="Settlementstatement"/>
      <w:bookmarkEnd w:id="921"/>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7"/>
      <w:bookmarkEnd w:id="918"/>
      <w:bookmarkEnd w:id="919"/>
      <w:bookmarkEnd w:id="920"/>
    </w:p>
    <w:p w14:paraId="51E37754" w14:textId="77777777" w:rsidR="005D1947" w:rsidRDefault="00A442A0">
      <w:pPr>
        <w:pStyle w:val="BodyText"/>
      </w:pPr>
      <w:bookmarkStart w:id="922"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3" w:name="_Toc118224618"/>
      <w:bookmarkStart w:id="924" w:name="_Toc118909686"/>
      <w:bookmarkStart w:id="925" w:name="_Toc205190531"/>
      <w:r w:rsidRPr="004222A1">
        <w:rPr>
          <w:b/>
        </w:rPr>
        <w:lastRenderedPageBreak/>
        <w:t>Shift Factor</w:t>
      </w:r>
      <w:bookmarkEnd w:id="922"/>
      <w:bookmarkEnd w:id="923"/>
      <w:bookmarkEnd w:id="924"/>
      <w:bookmarkEnd w:id="925"/>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6" w:name="_Toc118224619"/>
      <w:bookmarkStart w:id="927" w:name="_Toc118909687"/>
      <w:bookmarkStart w:id="928" w:name="_Toc205190532"/>
      <w:bookmarkStart w:id="929" w:name="_Toc73847975"/>
      <w:bookmarkStart w:id="930" w:name="_Toc80425774"/>
      <w:bookmarkStart w:id="931" w:name="_Toc73847976"/>
      <w:r w:rsidRPr="004222A1">
        <w:rPr>
          <w:b/>
        </w:rPr>
        <w:t>Short-Term Wind Power Forecast</w:t>
      </w:r>
      <w:bookmarkEnd w:id="926"/>
      <w:bookmarkEnd w:id="927"/>
      <w:bookmarkEnd w:id="928"/>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2" w:name="_Toc118224620"/>
      <w:bookmarkStart w:id="933" w:name="_Toc118909688"/>
      <w:bookmarkStart w:id="934" w:name="_Toc205190533"/>
      <w:bookmarkEnd w:id="929"/>
      <w:bookmarkEnd w:id="930"/>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2"/>
      <w:bookmarkEnd w:id="933"/>
      <w:bookmarkEnd w:id="934"/>
    </w:p>
    <w:p w14:paraId="317995E0" w14:textId="56B62BCE" w:rsidR="00B75513" w:rsidRPr="004222A1" w:rsidRDefault="00A442A0">
      <w:pPr>
        <w:pStyle w:val="H2"/>
        <w:keepNext w:val="0"/>
        <w:ind w:left="907" w:hanging="907"/>
        <w:rPr>
          <w:b/>
        </w:rPr>
      </w:pPr>
      <w:bookmarkStart w:id="935" w:name="_Toc118224622"/>
      <w:bookmarkStart w:id="936" w:name="_Toc118909690"/>
      <w:bookmarkStart w:id="937" w:name="_Toc205190535"/>
      <w:bookmarkStart w:id="938" w:name="_Toc80425775"/>
      <w:bookmarkEnd w:id="931"/>
      <w:r w:rsidRPr="004222A1">
        <w:rPr>
          <w:b/>
        </w:rPr>
        <w:t>Split Generation Resource</w:t>
      </w:r>
      <w:bookmarkEnd w:id="935"/>
      <w:bookmarkEnd w:id="936"/>
      <w:bookmarkEnd w:id="937"/>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9" w:name="_Toc118224623"/>
      <w:bookmarkStart w:id="940" w:name="_Toc118909691"/>
      <w:bookmarkStart w:id="941" w:name="_Toc205190536"/>
      <w:r w:rsidRPr="004222A1">
        <w:rPr>
          <w:b/>
        </w:rPr>
        <w:t>Startup Cost</w:t>
      </w:r>
      <w:bookmarkEnd w:id="939"/>
      <w:bookmarkEnd w:id="940"/>
      <w:bookmarkEnd w:id="941"/>
      <w:r w:rsidRPr="004222A1">
        <w:rPr>
          <w:b/>
        </w:rPr>
        <w:t xml:space="preserve"> </w:t>
      </w:r>
      <w:bookmarkEnd w:id="938"/>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2" w:name="_Toc80425776"/>
      <w:bookmarkStart w:id="943" w:name="_Toc118224624"/>
      <w:bookmarkStart w:id="944" w:name="_Toc118909692"/>
      <w:bookmarkStart w:id="945" w:name="_Toc205190537"/>
      <w:bookmarkStart w:id="946" w:name="_Toc73847977"/>
      <w:r w:rsidRPr="004222A1">
        <w:rPr>
          <w:b/>
        </w:rPr>
        <w:t>Startup Offer</w:t>
      </w:r>
      <w:bookmarkEnd w:id="942"/>
      <w:bookmarkEnd w:id="943"/>
      <w:bookmarkEnd w:id="944"/>
      <w:bookmarkEnd w:id="945"/>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7" w:name="_Toc118224625"/>
      <w:bookmarkStart w:id="948" w:name="_Toc118909693"/>
      <w:bookmarkStart w:id="949" w:name="_Toc205190538"/>
      <w:r w:rsidRPr="004222A1">
        <w:rPr>
          <w:b/>
        </w:rPr>
        <w:lastRenderedPageBreak/>
        <w:t>State Estimator</w:t>
      </w:r>
      <w:bookmarkEnd w:id="946"/>
      <w:bookmarkEnd w:id="947"/>
      <w:bookmarkEnd w:id="948"/>
      <w:bookmarkEnd w:id="949"/>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0" w:name="_Toc205190539"/>
      <w:bookmarkStart w:id="951" w:name="_Toc73847983"/>
      <w:bookmarkStart w:id="952" w:name="_Toc118224626"/>
      <w:bookmarkStart w:id="953"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0"/>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4" w:name="_Toc205190540"/>
      <w:r w:rsidRPr="004222A1">
        <w:rPr>
          <w:b/>
        </w:rPr>
        <w:t>System-Wide Offer Cap (SWC</w:t>
      </w:r>
      <w:r w:rsidR="00EF4BE7" w:rsidRPr="004222A1">
        <w:rPr>
          <w:b/>
        </w:rPr>
        <w:t>A</w:t>
      </w:r>
      <w:r w:rsidRPr="004222A1">
        <w:rPr>
          <w:b/>
        </w:rPr>
        <w:t>P)</w:t>
      </w:r>
      <w:bookmarkEnd w:id="954"/>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1"/>
          <w:bookmarkEnd w:id="952"/>
          <w:bookmarkEnd w:id="953"/>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5" w:name="T"/>
      <w:bookmarkEnd w:id="955"/>
    </w:p>
    <w:p w14:paraId="76806BF3" w14:textId="77777777" w:rsidR="00B75513" w:rsidRDefault="005676C8">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6" w:name="_Toc73847986"/>
      <w:bookmarkStart w:id="957" w:name="_Toc118224627"/>
      <w:bookmarkStart w:id="958" w:name="_Toc118909695"/>
      <w:bookmarkStart w:id="959" w:name="_Toc205190541"/>
      <w:r w:rsidRPr="004222A1">
        <w:rPr>
          <w:b/>
        </w:rPr>
        <w:t>T</w:t>
      </w:r>
      <w:r w:rsidR="00EF4BE7" w:rsidRPr="004222A1">
        <w:rPr>
          <w:b/>
        </w:rPr>
        <w:t xml:space="preserve">SP and </w:t>
      </w:r>
      <w:r w:rsidRPr="004222A1">
        <w:rPr>
          <w:b/>
        </w:rPr>
        <w:t>DSP Metered Entity</w:t>
      </w:r>
      <w:bookmarkEnd w:id="956"/>
      <w:bookmarkEnd w:id="957"/>
      <w:bookmarkEnd w:id="958"/>
      <w:bookmarkEnd w:id="959"/>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0" w:name="_Toc80425787"/>
      <w:bookmarkStart w:id="961" w:name="_Toc118224629"/>
      <w:bookmarkStart w:id="962" w:name="_Toc118909697"/>
      <w:bookmarkStart w:id="963" w:name="_Toc205190543"/>
      <w:bookmarkStart w:id="964"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0"/>
      <w:bookmarkEnd w:id="961"/>
      <w:bookmarkEnd w:id="962"/>
      <w:bookmarkEnd w:id="963"/>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5" w:name="_Toc118224630"/>
      <w:bookmarkStart w:id="966" w:name="_Toc118909698"/>
      <w:bookmarkStart w:id="967" w:name="_Toc205190544"/>
      <w:r w:rsidRPr="004222A1">
        <w:rPr>
          <w:b/>
        </w:rPr>
        <w:lastRenderedPageBreak/>
        <w:t xml:space="preserve">Texas </w:t>
      </w:r>
      <w:r w:rsidR="00EF4BE7" w:rsidRPr="004222A1">
        <w:rPr>
          <w:b/>
        </w:rPr>
        <w:t xml:space="preserve">Standard Electronic Transaction (TX </w:t>
      </w:r>
      <w:r w:rsidRPr="004222A1">
        <w:rPr>
          <w:b/>
        </w:rPr>
        <w:t>SET</w:t>
      </w:r>
      <w:bookmarkEnd w:id="964"/>
      <w:bookmarkEnd w:id="965"/>
      <w:bookmarkEnd w:id="966"/>
      <w:bookmarkEnd w:id="967"/>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8" w:name="_Toc118224631"/>
      <w:bookmarkStart w:id="969" w:name="_Toc118909699"/>
      <w:bookmarkStart w:id="970" w:name="_Toc205190545"/>
      <w:bookmarkStart w:id="971" w:name="_Toc80425796"/>
      <w:r w:rsidRPr="004222A1">
        <w:rPr>
          <w:b/>
        </w:rPr>
        <w:t>Three-Part Supply Offer</w:t>
      </w:r>
      <w:bookmarkEnd w:id="968"/>
      <w:bookmarkEnd w:id="969"/>
      <w:bookmarkEnd w:id="970"/>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2" w:name="_Toc118224632"/>
      <w:bookmarkStart w:id="973" w:name="_Toc118909700"/>
      <w:bookmarkStart w:id="974"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1"/>
      <w:bookmarkEnd w:id="972"/>
      <w:bookmarkEnd w:id="973"/>
      <w:bookmarkEnd w:id="974"/>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5" w:name="_Toc73848000"/>
      <w:bookmarkStart w:id="976" w:name="_Toc118224633"/>
      <w:bookmarkStart w:id="977" w:name="_Toc118909701"/>
      <w:bookmarkStart w:id="978" w:name="_Toc205190547"/>
      <w:r w:rsidRPr="004222A1">
        <w:rPr>
          <w:b/>
        </w:rPr>
        <w:t>Transmission and/or Distribution Service Provider (TDSP)</w:t>
      </w:r>
      <w:bookmarkEnd w:id="975"/>
      <w:bookmarkEnd w:id="976"/>
      <w:bookmarkEnd w:id="977"/>
      <w:bookmarkEnd w:id="978"/>
    </w:p>
    <w:p w14:paraId="0F29D92C" w14:textId="77777777" w:rsidR="0011691A" w:rsidRDefault="0011691A" w:rsidP="0011691A">
      <w:pPr>
        <w:pStyle w:val="BodyText"/>
      </w:pPr>
      <w:bookmarkStart w:id="979" w:name="_Toc118224634"/>
      <w:bookmarkStart w:id="980" w:name="_Toc118909702"/>
      <w:bookmarkStart w:id="981"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2"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9"/>
      <w:bookmarkEnd w:id="980"/>
      <w:bookmarkEnd w:id="981"/>
    </w:p>
    <w:bookmarkEnd w:id="982"/>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3" w:name="_Toc80425802"/>
      <w:bookmarkStart w:id="984" w:name="_Toc118224635"/>
      <w:bookmarkStart w:id="985" w:name="_Toc118909703"/>
      <w:bookmarkStart w:id="986" w:name="_Toc205190549"/>
      <w:bookmarkStart w:id="987" w:name="_Toc73848001"/>
      <w:r w:rsidRPr="004222A1">
        <w:rPr>
          <w:b/>
        </w:rPr>
        <w:t>Transmission Facilities</w:t>
      </w:r>
      <w:bookmarkEnd w:id="983"/>
      <w:bookmarkEnd w:id="984"/>
      <w:bookmarkEnd w:id="985"/>
      <w:bookmarkEnd w:id="986"/>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8" w:name="_Toc80425803"/>
            <w:bookmarkStart w:id="989" w:name="_Toc118224636"/>
            <w:bookmarkStart w:id="990" w:name="_Toc118909704"/>
            <w:bookmarkStart w:id="991" w:name="_Toc205190550"/>
            <w:bookmarkStart w:id="992" w:name="_Toc73848002"/>
            <w:bookmarkEnd w:id="987"/>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8"/>
      <w:bookmarkEnd w:id="989"/>
      <w:bookmarkEnd w:id="990"/>
      <w:bookmarkEnd w:id="991"/>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3" w:name="_Toc73848003"/>
      <w:bookmarkStart w:id="994" w:name="_Toc80425804"/>
      <w:bookmarkStart w:id="995" w:name="_Toc118224637"/>
      <w:bookmarkStart w:id="996" w:name="_Toc118909705"/>
      <w:bookmarkStart w:id="997" w:name="_Toc205190551"/>
      <w:bookmarkStart w:id="998" w:name="_Toc73848004"/>
      <w:bookmarkEnd w:id="992"/>
      <w:r w:rsidRPr="004222A1">
        <w:rPr>
          <w:b/>
        </w:rPr>
        <w:t>Transmission Losses</w:t>
      </w:r>
      <w:bookmarkEnd w:id="993"/>
      <w:bookmarkEnd w:id="994"/>
      <w:bookmarkEnd w:id="995"/>
      <w:bookmarkEnd w:id="996"/>
      <w:bookmarkEnd w:id="997"/>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999" w:name="_Toc118224638"/>
      <w:bookmarkStart w:id="1000" w:name="_Toc118909706"/>
      <w:bookmarkStart w:id="1001"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lastRenderedPageBreak/>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998"/>
      <w:bookmarkEnd w:id="999"/>
      <w:bookmarkEnd w:id="1000"/>
      <w:bookmarkEnd w:id="1001"/>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2" w:name="_Toc73848005"/>
      <w:bookmarkStart w:id="1003" w:name="_Toc118224639"/>
      <w:bookmarkStart w:id="1004" w:name="_Toc118909707"/>
      <w:bookmarkStart w:id="1005" w:name="_Toc205190553"/>
      <w:r w:rsidRPr="004222A1">
        <w:rPr>
          <w:b/>
        </w:rPr>
        <w:t>Transmission Service Provider</w:t>
      </w:r>
      <w:bookmarkEnd w:id="1002"/>
      <w:r w:rsidRPr="004222A1">
        <w:rPr>
          <w:b/>
        </w:rPr>
        <w:t xml:space="preserve"> (TSP)</w:t>
      </w:r>
      <w:bookmarkEnd w:id="1003"/>
      <w:bookmarkEnd w:id="1004"/>
      <w:bookmarkEnd w:id="1005"/>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6" w:name="U"/>
      <w:bookmarkEnd w:id="1006"/>
    </w:p>
    <w:p w14:paraId="1E3F674E" w14:textId="77777777" w:rsidR="00B75513" w:rsidRDefault="005676C8">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7" w:name="_Toc73848008"/>
      <w:bookmarkStart w:id="1008" w:name="_Toc80425809"/>
      <w:bookmarkStart w:id="1009" w:name="_Toc118224640"/>
      <w:bookmarkStart w:id="1010" w:name="_Toc118909708"/>
      <w:bookmarkStart w:id="1011" w:name="_Toc205190554"/>
      <w:bookmarkStart w:id="1012" w:name="_Toc73848010"/>
      <w:r w:rsidRPr="004222A1">
        <w:rPr>
          <w:b/>
        </w:rPr>
        <w:t>Unaccounted for Energy (UFE)</w:t>
      </w:r>
      <w:bookmarkEnd w:id="1007"/>
      <w:bookmarkEnd w:id="1008"/>
      <w:bookmarkEnd w:id="1009"/>
      <w:bookmarkEnd w:id="1010"/>
      <w:bookmarkEnd w:id="1011"/>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3" w:name="_Toc118224641"/>
      <w:bookmarkStart w:id="1014" w:name="_Toc118909709"/>
      <w:bookmarkStart w:id="1015" w:name="_Toc205190555"/>
      <w:bookmarkStart w:id="1016" w:name="_Toc73848014"/>
      <w:bookmarkEnd w:id="1012"/>
      <w:r w:rsidRPr="004222A1">
        <w:rPr>
          <w:b/>
        </w:rPr>
        <w:t>Unit Reactive Limit</w:t>
      </w:r>
      <w:bookmarkEnd w:id="1013"/>
      <w:bookmarkEnd w:id="1014"/>
      <w:bookmarkEnd w:id="1015"/>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7" w:name="_Toc205190556"/>
      <w:bookmarkStart w:id="1018" w:name="_Toc118224642"/>
      <w:bookmarkStart w:id="1019" w:name="_Toc118909710"/>
      <w:r w:rsidRPr="004222A1">
        <w:rPr>
          <w:b/>
        </w:rPr>
        <w:t>Updated Desired Base Point</w:t>
      </w:r>
      <w:bookmarkEnd w:id="1017"/>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0"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lastRenderedPageBreak/>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lastRenderedPageBreak/>
        <w:t>Updated Network Model</w:t>
      </w:r>
      <w:bookmarkEnd w:id="1018"/>
      <w:bookmarkEnd w:id="1019"/>
      <w:bookmarkEnd w:id="1020"/>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6"/>
    <w:p w14:paraId="2421C9E7" w14:textId="77777777" w:rsidR="005D1947" w:rsidRDefault="00A442A0">
      <w:pPr>
        <w:pStyle w:val="BodyText"/>
        <w:keepNext/>
        <w:rPr>
          <w:b/>
          <w:sz w:val="40"/>
          <w:szCs w:val="40"/>
        </w:rPr>
      </w:pPr>
      <w:r>
        <w:rPr>
          <w:b/>
          <w:sz w:val="40"/>
          <w:szCs w:val="40"/>
        </w:rPr>
        <w:t>V</w:t>
      </w:r>
      <w:bookmarkStart w:id="1021" w:name="V"/>
      <w:bookmarkEnd w:id="1021"/>
    </w:p>
    <w:p w14:paraId="3F4B6B86" w14:textId="77777777" w:rsidR="00B75513" w:rsidRDefault="005676C8">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2" w:name="_Toc80425818"/>
      <w:bookmarkStart w:id="1023" w:name="_Toc118224645"/>
      <w:bookmarkStart w:id="1024" w:name="_Toc118909713"/>
      <w:bookmarkStart w:id="1025" w:name="_Toc205190560"/>
      <w:r w:rsidRPr="004222A1">
        <w:rPr>
          <w:b/>
        </w:rPr>
        <w:t>Verbal Dispatch Instruction (VDI)</w:t>
      </w:r>
      <w:bookmarkEnd w:id="1022"/>
      <w:bookmarkEnd w:id="1023"/>
      <w:bookmarkEnd w:id="1024"/>
      <w:bookmarkEnd w:id="1025"/>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6" w:name="_Toc205190561"/>
      <w:bookmarkStart w:id="1027" w:name="_Toc73848017"/>
      <w:bookmarkStart w:id="1028" w:name="_Toc118224646"/>
      <w:bookmarkStart w:id="1029" w:name="_Toc118909714"/>
      <w:r w:rsidRPr="004222A1">
        <w:rPr>
          <w:b/>
        </w:rPr>
        <w:t>Voltage Profile</w:t>
      </w:r>
      <w:bookmarkEnd w:id="1026"/>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0"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20237D2" w:rsidR="00C51B65" w:rsidRPr="004B32CF" w:rsidRDefault="00C51B65" w:rsidP="00A321F9">
            <w:pPr>
              <w:spacing w:before="120" w:after="240"/>
              <w:rPr>
                <w:b/>
                <w:i/>
                <w:iCs/>
              </w:rPr>
            </w:pPr>
            <w:r>
              <w:rPr>
                <w:b/>
                <w:i/>
                <w:iCs/>
              </w:rPr>
              <w:lastRenderedPageBreak/>
              <w:t>[NPRR989</w:t>
            </w:r>
            <w:r w:rsidR="00961C7A">
              <w:rPr>
                <w:b/>
                <w:i/>
                <w:iCs/>
              </w:rPr>
              <w:t xml:space="preserve"> and NPRR1005</w:t>
            </w:r>
            <w:r w:rsidRPr="004B32CF">
              <w:rPr>
                <w:b/>
                <w:i/>
                <w:iCs/>
              </w:rPr>
              <w:t>:  Replace</w:t>
            </w:r>
            <w:r w:rsidR="00961C7A">
              <w:rPr>
                <w:b/>
                <w:i/>
                <w:iCs/>
              </w:rPr>
              <w:t xml:space="preserve"> applicable portions of</w:t>
            </w:r>
            <w:r w:rsidRPr="004B32CF">
              <w:rPr>
                <w:b/>
                <w:i/>
                <w:iCs/>
              </w:rPr>
              <w:t xml:space="preserv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7"/>
      <w:bookmarkEnd w:id="1028"/>
      <w:bookmarkEnd w:id="1029"/>
      <w:bookmarkEnd w:id="1030"/>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1" w:name="W"/>
      <w:bookmarkEnd w:id="1031"/>
    </w:p>
    <w:p w14:paraId="79345C73" w14:textId="77777777" w:rsidR="00B75513" w:rsidRDefault="005676C8">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2" w:name="_Toc73848019"/>
      <w:bookmarkStart w:id="1033" w:name="_Toc118224647"/>
      <w:bookmarkStart w:id="1034" w:name="_Toc118909715"/>
      <w:bookmarkStart w:id="1035"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2"/>
      <w:bookmarkEnd w:id="1033"/>
      <w:bookmarkEnd w:id="1034"/>
      <w:bookmarkEnd w:id="1035"/>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6" w:name="_Toc73848020"/>
      <w:bookmarkStart w:id="1037" w:name="_Toc80425825"/>
      <w:bookmarkStart w:id="1038" w:name="_Toc118224648"/>
      <w:bookmarkStart w:id="1039" w:name="_Toc118909716"/>
      <w:bookmarkStart w:id="1040" w:name="_Toc205190564"/>
      <w:r w:rsidRPr="004222A1">
        <w:rPr>
          <w:b/>
        </w:rPr>
        <w:t>Wholesale Customer</w:t>
      </w:r>
      <w:bookmarkEnd w:id="1036"/>
      <w:bookmarkEnd w:id="1037"/>
      <w:bookmarkEnd w:id="1038"/>
      <w:bookmarkEnd w:id="1039"/>
      <w:bookmarkEnd w:id="1040"/>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1"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41"/>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2" w:name="_Toc205190566"/>
      <w:r w:rsidRPr="004222A1">
        <w:rPr>
          <w:b/>
        </w:rPr>
        <w:t>Wind-powered Generation Resource Production Potential (WGRPP)</w:t>
      </w:r>
      <w:bookmarkEnd w:id="1042"/>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3" w:name="X"/>
      <w:bookmarkEnd w:id="1043"/>
    </w:p>
    <w:p w14:paraId="14574AFC" w14:textId="77777777" w:rsidR="00B75513" w:rsidRDefault="005676C8">
      <w:pPr>
        <w:pStyle w:val="ListIntroduction"/>
        <w:keepNext w:val="0"/>
      </w:pPr>
      <w:hyperlink w:anchor="_DEFINITIONS" w:history="1">
        <w:r w:rsidR="00842B9A">
          <w:rPr>
            <w:rStyle w:val="Hyperlink"/>
          </w:rPr>
          <w:t>[Back to Top]</w:t>
        </w:r>
      </w:hyperlink>
    </w:p>
    <w:p w14:paraId="73E46C47" w14:textId="77777777" w:rsidR="005D1947" w:rsidRDefault="005676C8">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4" w:name="Y"/>
      <w:bookmarkEnd w:id="1044"/>
    </w:p>
    <w:p w14:paraId="28022E90" w14:textId="77777777" w:rsidR="00B75513" w:rsidRDefault="005676C8">
      <w:pPr>
        <w:pStyle w:val="ListIntroduction"/>
        <w:keepNext w:val="0"/>
      </w:pPr>
      <w:hyperlink w:anchor="_DEFINITIONS" w:history="1">
        <w:r w:rsidR="00842B9A">
          <w:rPr>
            <w:rStyle w:val="Hyperlink"/>
          </w:rPr>
          <w:t>[Back to Top]</w:t>
        </w:r>
      </w:hyperlink>
    </w:p>
    <w:p w14:paraId="76C10CB2" w14:textId="77777777" w:rsidR="005D1947" w:rsidRDefault="005676C8">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5676C8">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5" w:name="_ACRONYMS_AND_ABBREVIATIONS"/>
      <w:bookmarkStart w:id="1046" w:name="_Toc118224650"/>
      <w:bookmarkStart w:id="1047" w:name="_Toc118909718"/>
      <w:bookmarkStart w:id="1048" w:name="_Toc205190567"/>
      <w:bookmarkEnd w:id="1045"/>
      <w:r>
        <w:t>2.2</w:t>
      </w:r>
      <w:r>
        <w:tab/>
      </w:r>
      <w:r w:rsidR="00A442A0">
        <w:t>ACRONYMS AND ABBREVIATIONS</w:t>
      </w:r>
      <w:bookmarkEnd w:id="1046"/>
      <w:bookmarkEnd w:id="1047"/>
      <w:bookmarkEnd w:id="1048"/>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lastRenderedPageBreak/>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lastRenderedPageBreak/>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lastRenderedPageBreak/>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lastRenderedPageBreak/>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lastRenderedPageBreak/>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lastRenderedPageBreak/>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lastRenderedPageBreak/>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F72F3" w14:textId="4D064DEE" w:rsidR="003109F8" w:rsidRPr="00F909A2" w:rsidRDefault="003109F8">
    <w:pPr>
      <w:pStyle w:val="Footer"/>
      <w:tabs>
        <w:tab w:val="clear" w:pos="4680"/>
      </w:tabs>
      <w:spacing w:before="0" w:after="0"/>
    </w:pPr>
    <w:r w:rsidRPr="00F909A2">
      <w:t>ERCOT Nodal Protocols –</w:t>
    </w:r>
    <w:r>
      <w:t xml:space="preserve"> </w:t>
    </w:r>
    <w:r>
      <w:t>January</w:t>
    </w:r>
    <w:r>
      <w:t xml:space="preserve"> 1, 202</w:t>
    </w:r>
    <w:r>
      <w:t>2</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8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D69"/>
    <w:rsid w:val="004954E5"/>
    <w:rsid w:val="0049654A"/>
    <w:rsid w:val="004A0A1B"/>
    <w:rsid w:val="004A1F35"/>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37B6"/>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017"/>
    <w:rsid w:val="0092355A"/>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4AC3"/>
    <w:rsid w:val="00B9690C"/>
    <w:rsid w:val="00B97A02"/>
    <w:rsid w:val="00BA2672"/>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49F0"/>
    <w:rsid w:val="00DF51A7"/>
    <w:rsid w:val="00DF5C04"/>
    <w:rsid w:val="00DF6D65"/>
    <w:rsid w:val="00DF7F06"/>
    <w:rsid w:val="00E003C8"/>
    <w:rsid w:val="00E00CEA"/>
    <w:rsid w:val="00E02611"/>
    <w:rsid w:val="00E0266B"/>
    <w:rsid w:val="00E03714"/>
    <w:rsid w:val="00E03A59"/>
    <w:rsid w:val="00E041F6"/>
    <w:rsid w:val="00E07100"/>
    <w:rsid w:val="00E07FD1"/>
    <w:rsid w:val="00E1003B"/>
    <w:rsid w:val="00E10903"/>
    <w:rsid w:val="00E1232B"/>
    <w:rsid w:val="00E131AD"/>
    <w:rsid w:val="00E1322C"/>
    <w:rsid w:val="00E13D10"/>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112</Pages>
  <Words>27127</Words>
  <Characters>161714</Characters>
  <Application>Microsoft Office Word</Application>
  <DocSecurity>0</DocSecurity>
  <Lines>1347</Lines>
  <Paragraphs>376</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188465</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2021-12-22T01:06:00Z</dcterms:created>
  <dcterms:modified xsi:type="dcterms:W3CDTF">2021-12-22T01:07:00Z</dcterms:modified>
</cp:coreProperties>
</file>