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4D39BE" w14:textId="77777777" w:rsidR="003F580A" w:rsidRDefault="003F580A" w:rsidP="003F580A">
      <w:pPr>
        <w:spacing w:before="2400"/>
        <w:jc w:val="center"/>
        <w:rPr>
          <w:b/>
          <w:sz w:val="36"/>
          <w:szCs w:val="36"/>
        </w:rPr>
      </w:pPr>
      <w:r>
        <w:rPr>
          <w:b/>
          <w:sz w:val="36"/>
          <w:szCs w:val="36"/>
        </w:rPr>
        <w:t>ERCOT Nodal Protocols</w:t>
      </w:r>
    </w:p>
    <w:p w14:paraId="7FAD15B8" w14:textId="77777777" w:rsidR="003F580A" w:rsidRDefault="003F580A" w:rsidP="003F580A">
      <w:pPr>
        <w:jc w:val="center"/>
        <w:rPr>
          <w:b/>
          <w:sz w:val="36"/>
          <w:szCs w:val="36"/>
        </w:rPr>
      </w:pPr>
    </w:p>
    <w:p w14:paraId="2E274308" w14:textId="77777777" w:rsidR="003F580A" w:rsidRDefault="003F580A" w:rsidP="003F580A">
      <w:pPr>
        <w:spacing w:after="240"/>
        <w:jc w:val="center"/>
        <w:rPr>
          <w:b/>
          <w:sz w:val="22"/>
          <w:szCs w:val="22"/>
        </w:rPr>
      </w:pPr>
      <w:r>
        <w:rPr>
          <w:b/>
          <w:sz w:val="36"/>
          <w:szCs w:val="36"/>
        </w:rPr>
        <w:t xml:space="preserve">Section 26:  </w:t>
      </w:r>
      <w:r w:rsidRPr="00D24933">
        <w:rPr>
          <w:b/>
          <w:sz w:val="36"/>
          <w:szCs w:val="36"/>
        </w:rPr>
        <w:t>Securitization Default Charges</w:t>
      </w:r>
    </w:p>
    <w:p w14:paraId="3343683E" w14:textId="77777777" w:rsidR="003F580A" w:rsidRDefault="003F580A" w:rsidP="003F580A">
      <w:pPr>
        <w:spacing w:before="360"/>
        <w:jc w:val="center"/>
        <w:rPr>
          <w:b/>
          <w:szCs w:val="24"/>
        </w:rPr>
      </w:pPr>
      <w:r>
        <w:rPr>
          <w:b/>
          <w:szCs w:val="24"/>
        </w:rPr>
        <w:t>December 17, 2021</w:t>
      </w:r>
    </w:p>
    <w:p w14:paraId="3C02E04D" w14:textId="77777777" w:rsidR="003F580A" w:rsidRDefault="003F580A" w:rsidP="003F580A">
      <w:pPr>
        <w:spacing w:before="360"/>
        <w:jc w:val="center"/>
        <w:rPr>
          <w:b/>
        </w:rPr>
      </w:pPr>
    </w:p>
    <w:p w14:paraId="5563B247" w14:textId="77777777" w:rsidR="003F580A" w:rsidRDefault="003F580A" w:rsidP="003F580A">
      <w:pPr>
        <w:pBdr>
          <w:top w:val="single" w:sz="4" w:space="1" w:color="auto"/>
        </w:pBdr>
        <w:rPr>
          <w:b/>
          <w:sz w:val="20"/>
        </w:rPr>
      </w:pPr>
    </w:p>
    <w:p w14:paraId="6CBB327F" w14:textId="77777777" w:rsidR="003F580A" w:rsidRDefault="003F580A" w:rsidP="003F580A">
      <w:pPr>
        <w:pStyle w:val="TOC1"/>
      </w:pPr>
    </w:p>
    <w:p w14:paraId="648D10C5" w14:textId="77777777" w:rsidR="003F580A" w:rsidRDefault="003F580A" w:rsidP="003F580A">
      <w:pPr>
        <w:pStyle w:val="TOC1"/>
        <w:sectPr w:rsidR="003F580A">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12C93F4B" w14:textId="57ACB960" w:rsidR="003F580A" w:rsidRPr="003F580A" w:rsidRDefault="003F580A" w:rsidP="003F580A">
      <w:pPr>
        <w:pStyle w:val="TOC1"/>
        <w:rPr>
          <w:rFonts w:ascii="Calibri" w:hAnsi="Calibri"/>
          <w:b w:val="0"/>
          <w:bCs w:val="0"/>
          <w:sz w:val="22"/>
          <w:szCs w:val="22"/>
        </w:rPr>
      </w:pPr>
      <w:r w:rsidRPr="00424F6A">
        <w:rPr>
          <w:iCs/>
        </w:rPr>
        <w:lastRenderedPageBreak/>
        <w:fldChar w:fldCharType="begin"/>
      </w:r>
      <w:r w:rsidRPr="00424F6A">
        <w:rPr>
          <w:iCs/>
        </w:rPr>
        <w:instrText xml:space="preserve"> TOC \o "1-5" \h \z \u </w:instrText>
      </w:r>
      <w:r w:rsidRPr="00424F6A">
        <w:rPr>
          <w:iCs/>
        </w:rPr>
        <w:fldChar w:fldCharType="separate"/>
      </w:r>
      <w:hyperlink w:anchor="_Toc89333391" w:history="1">
        <w:r w:rsidRPr="009B4006">
          <w:rPr>
            <w:rStyle w:val="Hyperlink"/>
          </w:rPr>
          <w:t>26</w:t>
        </w:r>
        <w:r w:rsidRPr="003F580A">
          <w:rPr>
            <w:rFonts w:ascii="Calibri" w:hAnsi="Calibri"/>
            <w:b w:val="0"/>
            <w:bCs w:val="0"/>
            <w:sz w:val="22"/>
            <w:szCs w:val="22"/>
          </w:rPr>
          <w:tab/>
        </w:r>
        <w:r w:rsidRPr="009B4006">
          <w:rPr>
            <w:rStyle w:val="Hyperlink"/>
          </w:rPr>
          <w:t>Securitization default charges</w:t>
        </w:r>
        <w:r>
          <w:rPr>
            <w:webHidden/>
          </w:rPr>
          <w:tab/>
        </w:r>
        <w:r>
          <w:rPr>
            <w:webHidden/>
          </w:rPr>
          <w:fldChar w:fldCharType="begin"/>
        </w:r>
        <w:r>
          <w:rPr>
            <w:webHidden/>
          </w:rPr>
          <w:instrText xml:space="preserve"> PAGEREF _Toc89333391 \h </w:instrText>
        </w:r>
        <w:r>
          <w:rPr>
            <w:webHidden/>
          </w:rPr>
        </w:r>
        <w:r>
          <w:rPr>
            <w:webHidden/>
          </w:rPr>
          <w:fldChar w:fldCharType="separate"/>
        </w:r>
        <w:r w:rsidR="00D45051">
          <w:rPr>
            <w:webHidden/>
          </w:rPr>
          <w:t>26-1</w:t>
        </w:r>
        <w:r>
          <w:rPr>
            <w:webHidden/>
          </w:rPr>
          <w:fldChar w:fldCharType="end"/>
        </w:r>
      </w:hyperlink>
    </w:p>
    <w:p w14:paraId="4D8DDF09" w14:textId="17C98A21" w:rsidR="003F580A" w:rsidRPr="003F580A" w:rsidRDefault="00B61099" w:rsidP="003F580A">
      <w:pPr>
        <w:pStyle w:val="TOC2"/>
        <w:rPr>
          <w:rFonts w:ascii="Calibri" w:hAnsi="Calibri"/>
          <w:noProof/>
          <w:sz w:val="22"/>
          <w:szCs w:val="22"/>
        </w:rPr>
      </w:pPr>
      <w:hyperlink w:anchor="_Toc89333392" w:history="1">
        <w:r w:rsidR="003F580A" w:rsidRPr="003F580A">
          <w:rPr>
            <w:rStyle w:val="Hyperlink"/>
            <w:noProof/>
          </w:rPr>
          <w:t>26.1</w:t>
        </w:r>
        <w:r w:rsidR="003F580A" w:rsidRPr="003F580A">
          <w:rPr>
            <w:rFonts w:ascii="Calibri" w:hAnsi="Calibri"/>
            <w:noProof/>
            <w:sz w:val="22"/>
            <w:szCs w:val="22"/>
          </w:rPr>
          <w:tab/>
        </w:r>
        <w:r w:rsidR="003F580A" w:rsidRPr="003F580A">
          <w:rPr>
            <w:rStyle w:val="Hyperlink"/>
            <w:noProof/>
          </w:rPr>
          <w:t>Overview</w:t>
        </w:r>
        <w:r w:rsidR="003F580A" w:rsidRPr="003F580A">
          <w:rPr>
            <w:noProof/>
            <w:webHidden/>
          </w:rPr>
          <w:tab/>
        </w:r>
        <w:r w:rsidR="003F580A" w:rsidRPr="003F580A">
          <w:rPr>
            <w:noProof/>
            <w:webHidden/>
          </w:rPr>
          <w:fldChar w:fldCharType="begin"/>
        </w:r>
        <w:r w:rsidR="003F580A" w:rsidRPr="003F580A">
          <w:rPr>
            <w:noProof/>
            <w:webHidden/>
          </w:rPr>
          <w:instrText xml:space="preserve"> PAGEREF _Toc89333392 \h </w:instrText>
        </w:r>
        <w:r w:rsidR="003F580A" w:rsidRPr="003F580A">
          <w:rPr>
            <w:noProof/>
            <w:webHidden/>
          </w:rPr>
        </w:r>
        <w:r w:rsidR="003F580A" w:rsidRPr="003F580A">
          <w:rPr>
            <w:noProof/>
            <w:webHidden/>
          </w:rPr>
          <w:fldChar w:fldCharType="separate"/>
        </w:r>
        <w:r w:rsidR="00D45051">
          <w:rPr>
            <w:noProof/>
            <w:webHidden/>
          </w:rPr>
          <w:t>26-1</w:t>
        </w:r>
        <w:r w:rsidR="003F580A" w:rsidRPr="003F580A">
          <w:rPr>
            <w:noProof/>
            <w:webHidden/>
          </w:rPr>
          <w:fldChar w:fldCharType="end"/>
        </w:r>
      </w:hyperlink>
    </w:p>
    <w:p w14:paraId="56B23E59" w14:textId="09741F14" w:rsidR="003F580A" w:rsidRPr="003F580A" w:rsidRDefault="00B61099" w:rsidP="003F580A">
      <w:pPr>
        <w:pStyle w:val="TOC2"/>
        <w:rPr>
          <w:rFonts w:ascii="Calibri" w:hAnsi="Calibri"/>
          <w:noProof/>
          <w:sz w:val="22"/>
          <w:szCs w:val="22"/>
        </w:rPr>
      </w:pPr>
      <w:hyperlink w:anchor="_Toc89333393" w:history="1">
        <w:r w:rsidR="003F580A" w:rsidRPr="003F580A">
          <w:rPr>
            <w:rStyle w:val="Hyperlink"/>
            <w:noProof/>
          </w:rPr>
          <w:t>26.2</w:t>
        </w:r>
        <w:r w:rsidR="003F580A" w:rsidRPr="003F580A">
          <w:rPr>
            <w:rFonts w:ascii="Calibri" w:hAnsi="Calibri"/>
            <w:noProof/>
            <w:sz w:val="22"/>
            <w:szCs w:val="22"/>
          </w:rPr>
          <w:tab/>
        </w:r>
        <w:r w:rsidR="003F580A" w:rsidRPr="003F580A">
          <w:rPr>
            <w:rStyle w:val="Hyperlink"/>
            <w:noProof/>
          </w:rPr>
          <w:t>Securitization Default Charges</w:t>
        </w:r>
        <w:r w:rsidR="003F580A" w:rsidRPr="003F580A">
          <w:rPr>
            <w:noProof/>
            <w:webHidden/>
          </w:rPr>
          <w:tab/>
        </w:r>
        <w:r w:rsidR="003F580A" w:rsidRPr="003F580A">
          <w:rPr>
            <w:noProof/>
            <w:webHidden/>
          </w:rPr>
          <w:fldChar w:fldCharType="begin"/>
        </w:r>
        <w:r w:rsidR="003F580A" w:rsidRPr="003F580A">
          <w:rPr>
            <w:noProof/>
            <w:webHidden/>
          </w:rPr>
          <w:instrText xml:space="preserve"> PAGEREF _Toc89333393 \h </w:instrText>
        </w:r>
        <w:r w:rsidR="003F580A" w:rsidRPr="003F580A">
          <w:rPr>
            <w:noProof/>
            <w:webHidden/>
          </w:rPr>
        </w:r>
        <w:r w:rsidR="003F580A" w:rsidRPr="003F580A">
          <w:rPr>
            <w:noProof/>
            <w:webHidden/>
          </w:rPr>
          <w:fldChar w:fldCharType="separate"/>
        </w:r>
        <w:r w:rsidR="00D45051">
          <w:rPr>
            <w:noProof/>
            <w:webHidden/>
          </w:rPr>
          <w:t>26-1</w:t>
        </w:r>
        <w:r w:rsidR="003F580A" w:rsidRPr="003F580A">
          <w:rPr>
            <w:noProof/>
            <w:webHidden/>
          </w:rPr>
          <w:fldChar w:fldCharType="end"/>
        </w:r>
      </w:hyperlink>
    </w:p>
    <w:p w14:paraId="0F0ED39F" w14:textId="36A7019C" w:rsidR="003F580A" w:rsidRPr="003F580A" w:rsidRDefault="00B61099" w:rsidP="003F580A">
      <w:pPr>
        <w:pStyle w:val="TOC2"/>
        <w:rPr>
          <w:rFonts w:ascii="Calibri" w:hAnsi="Calibri"/>
          <w:noProof/>
          <w:sz w:val="22"/>
          <w:szCs w:val="22"/>
        </w:rPr>
      </w:pPr>
      <w:hyperlink w:anchor="_Toc89333394" w:history="1">
        <w:r w:rsidR="003F580A" w:rsidRPr="003F580A">
          <w:rPr>
            <w:rStyle w:val="Hyperlink"/>
            <w:noProof/>
          </w:rPr>
          <w:t xml:space="preserve">26.3 </w:t>
        </w:r>
        <w:r w:rsidR="003F580A" w:rsidRPr="003F580A">
          <w:rPr>
            <w:rFonts w:ascii="Calibri" w:hAnsi="Calibri"/>
            <w:noProof/>
            <w:sz w:val="22"/>
            <w:szCs w:val="22"/>
          </w:rPr>
          <w:tab/>
        </w:r>
        <w:r w:rsidR="003F580A" w:rsidRPr="003F580A">
          <w:rPr>
            <w:rStyle w:val="Hyperlink"/>
            <w:noProof/>
          </w:rPr>
          <w:t>Miscellaneous Invoices for Securitization Default Charges</w:t>
        </w:r>
        <w:r w:rsidR="003F580A" w:rsidRPr="003F580A">
          <w:rPr>
            <w:noProof/>
            <w:webHidden/>
          </w:rPr>
          <w:tab/>
        </w:r>
        <w:r w:rsidR="003F580A" w:rsidRPr="003F580A">
          <w:rPr>
            <w:noProof/>
            <w:webHidden/>
          </w:rPr>
          <w:fldChar w:fldCharType="begin"/>
        </w:r>
        <w:r w:rsidR="003F580A" w:rsidRPr="003F580A">
          <w:rPr>
            <w:noProof/>
            <w:webHidden/>
          </w:rPr>
          <w:instrText xml:space="preserve"> PAGEREF _Toc89333394 \h </w:instrText>
        </w:r>
        <w:r w:rsidR="003F580A" w:rsidRPr="003F580A">
          <w:rPr>
            <w:noProof/>
            <w:webHidden/>
          </w:rPr>
        </w:r>
        <w:r w:rsidR="003F580A" w:rsidRPr="003F580A">
          <w:rPr>
            <w:noProof/>
            <w:webHidden/>
          </w:rPr>
          <w:fldChar w:fldCharType="separate"/>
        </w:r>
        <w:r w:rsidR="00D45051">
          <w:rPr>
            <w:noProof/>
            <w:webHidden/>
          </w:rPr>
          <w:t>26-6</w:t>
        </w:r>
        <w:r w:rsidR="003F580A" w:rsidRPr="003F580A">
          <w:rPr>
            <w:noProof/>
            <w:webHidden/>
          </w:rPr>
          <w:fldChar w:fldCharType="end"/>
        </w:r>
      </w:hyperlink>
    </w:p>
    <w:p w14:paraId="46D934D5" w14:textId="62B9DB7E" w:rsidR="003F580A" w:rsidRPr="003F580A" w:rsidRDefault="00B61099" w:rsidP="003F580A">
      <w:pPr>
        <w:pStyle w:val="TOC3"/>
        <w:rPr>
          <w:rFonts w:ascii="Calibri" w:hAnsi="Calibri"/>
          <w:i w:val="0"/>
          <w:iCs w:val="0"/>
          <w:noProof/>
          <w:sz w:val="22"/>
          <w:szCs w:val="22"/>
        </w:rPr>
      </w:pPr>
      <w:hyperlink w:anchor="_Toc89333395" w:history="1">
        <w:r w:rsidR="003F580A" w:rsidRPr="003F580A">
          <w:rPr>
            <w:rStyle w:val="Hyperlink"/>
            <w:i w:val="0"/>
            <w:iCs w:val="0"/>
            <w:noProof/>
          </w:rPr>
          <w:t>26.3.1</w:t>
        </w:r>
        <w:r w:rsidR="003F580A" w:rsidRPr="003F580A">
          <w:rPr>
            <w:rFonts w:ascii="Calibri" w:hAnsi="Calibri"/>
            <w:i w:val="0"/>
            <w:iCs w:val="0"/>
            <w:noProof/>
            <w:sz w:val="22"/>
            <w:szCs w:val="22"/>
          </w:rPr>
          <w:tab/>
        </w:r>
        <w:r w:rsidR="003F580A" w:rsidRPr="003F580A">
          <w:rPr>
            <w:rStyle w:val="Hyperlink"/>
            <w:i w:val="0"/>
            <w:iCs w:val="0"/>
            <w:noProof/>
          </w:rPr>
          <w:t>Payment Process for Miscellaneous Invoices for Securitization Default Charges</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_Toc89333395 \h </w:instrText>
        </w:r>
        <w:r w:rsidR="003F580A" w:rsidRPr="003F580A">
          <w:rPr>
            <w:i w:val="0"/>
            <w:iCs w:val="0"/>
            <w:noProof/>
            <w:webHidden/>
          </w:rPr>
        </w:r>
        <w:r w:rsidR="003F580A" w:rsidRPr="003F580A">
          <w:rPr>
            <w:i w:val="0"/>
            <w:iCs w:val="0"/>
            <w:noProof/>
            <w:webHidden/>
          </w:rPr>
          <w:fldChar w:fldCharType="separate"/>
        </w:r>
        <w:r w:rsidR="00D45051">
          <w:rPr>
            <w:i w:val="0"/>
            <w:iCs w:val="0"/>
            <w:noProof/>
            <w:webHidden/>
          </w:rPr>
          <w:t>26-7</w:t>
        </w:r>
        <w:r w:rsidR="003F580A" w:rsidRPr="003F580A">
          <w:rPr>
            <w:i w:val="0"/>
            <w:iCs w:val="0"/>
            <w:noProof/>
            <w:webHidden/>
          </w:rPr>
          <w:fldChar w:fldCharType="end"/>
        </w:r>
      </w:hyperlink>
    </w:p>
    <w:p w14:paraId="15CCA074" w14:textId="18AADEED" w:rsidR="003F580A" w:rsidRPr="003F580A" w:rsidRDefault="00B61099" w:rsidP="003F580A">
      <w:pPr>
        <w:pStyle w:val="TOC4"/>
        <w:rPr>
          <w:rFonts w:ascii="Calibri" w:hAnsi="Calibri"/>
          <w:noProof/>
          <w:sz w:val="22"/>
          <w:szCs w:val="22"/>
        </w:rPr>
      </w:pPr>
      <w:hyperlink w:anchor="_Toc89333396" w:history="1">
        <w:r w:rsidR="003F580A" w:rsidRPr="003F580A">
          <w:rPr>
            <w:rStyle w:val="Hyperlink"/>
            <w:noProof/>
          </w:rPr>
          <w:t>26.3.1.1</w:t>
        </w:r>
        <w:r w:rsidR="003F580A" w:rsidRPr="003F580A">
          <w:rPr>
            <w:rFonts w:ascii="Calibri" w:hAnsi="Calibri"/>
            <w:noProof/>
            <w:sz w:val="22"/>
            <w:szCs w:val="22"/>
          </w:rPr>
          <w:tab/>
        </w:r>
        <w:r w:rsidR="003F580A" w:rsidRPr="003F580A">
          <w:rPr>
            <w:rStyle w:val="Hyperlink"/>
            <w:noProof/>
          </w:rPr>
          <w:t>Invoice Recipient Payment to ERCOT for Miscellaneous Invoices for Securitization Default Charges</w:t>
        </w:r>
        <w:r w:rsidR="003F580A" w:rsidRPr="003F580A">
          <w:rPr>
            <w:noProof/>
            <w:webHidden/>
          </w:rPr>
          <w:tab/>
        </w:r>
        <w:r w:rsidR="003F580A" w:rsidRPr="003F580A">
          <w:rPr>
            <w:noProof/>
            <w:webHidden/>
          </w:rPr>
          <w:fldChar w:fldCharType="begin"/>
        </w:r>
        <w:r w:rsidR="003F580A" w:rsidRPr="003F580A">
          <w:rPr>
            <w:noProof/>
            <w:webHidden/>
          </w:rPr>
          <w:instrText xml:space="preserve"> PAGEREF _Toc89333396 \h </w:instrText>
        </w:r>
        <w:r w:rsidR="003F580A" w:rsidRPr="003F580A">
          <w:rPr>
            <w:noProof/>
            <w:webHidden/>
          </w:rPr>
        </w:r>
        <w:r w:rsidR="003F580A" w:rsidRPr="003F580A">
          <w:rPr>
            <w:noProof/>
            <w:webHidden/>
          </w:rPr>
          <w:fldChar w:fldCharType="separate"/>
        </w:r>
        <w:r w:rsidR="00D45051">
          <w:rPr>
            <w:noProof/>
            <w:webHidden/>
          </w:rPr>
          <w:t>26-7</w:t>
        </w:r>
        <w:r w:rsidR="003F580A" w:rsidRPr="003F580A">
          <w:rPr>
            <w:noProof/>
            <w:webHidden/>
          </w:rPr>
          <w:fldChar w:fldCharType="end"/>
        </w:r>
      </w:hyperlink>
    </w:p>
    <w:p w14:paraId="66344A25" w14:textId="271CDA3E" w:rsidR="003F580A" w:rsidRPr="003F580A" w:rsidRDefault="00B61099" w:rsidP="003F580A">
      <w:pPr>
        <w:pStyle w:val="TOC4"/>
        <w:rPr>
          <w:rFonts w:ascii="Calibri" w:hAnsi="Calibri"/>
          <w:noProof/>
          <w:sz w:val="22"/>
          <w:szCs w:val="22"/>
        </w:rPr>
      </w:pPr>
      <w:hyperlink w:anchor="_Toc89333397" w:history="1">
        <w:r w:rsidR="003F580A" w:rsidRPr="003F580A">
          <w:rPr>
            <w:rStyle w:val="Hyperlink"/>
            <w:noProof/>
          </w:rPr>
          <w:t xml:space="preserve">26.3.1.2  </w:t>
        </w:r>
        <w:r w:rsidR="003F580A" w:rsidRPr="003F580A">
          <w:rPr>
            <w:rFonts w:ascii="Calibri" w:hAnsi="Calibri"/>
            <w:noProof/>
            <w:sz w:val="22"/>
            <w:szCs w:val="22"/>
          </w:rPr>
          <w:tab/>
        </w:r>
        <w:r w:rsidR="003F580A" w:rsidRPr="003F580A">
          <w:rPr>
            <w:rStyle w:val="Hyperlink"/>
            <w:noProof/>
          </w:rPr>
          <w:t>Insufficient Payments by Miscellaneous Invoice Recipients for Securitization Default Charges</w:t>
        </w:r>
        <w:r w:rsidR="003F580A" w:rsidRPr="003F580A">
          <w:rPr>
            <w:noProof/>
            <w:webHidden/>
          </w:rPr>
          <w:tab/>
        </w:r>
        <w:r w:rsidR="003F580A" w:rsidRPr="003F580A">
          <w:rPr>
            <w:noProof/>
            <w:webHidden/>
          </w:rPr>
          <w:fldChar w:fldCharType="begin"/>
        </w:r>
        <w:r w:rsidR="003F580A" w:rsidRPr="003F580A">
          <w:rPr>
            <w:noProof/>
            <w:webHidden/>
          </w:rPr>
          <w:instrText xml:space="preserve"> PAGEREF _Toc89333397 \h </w:instrText>
        </w:r>
        <w:r w:rsidR="003F580A" w:rsidRPr="003F580A">
          <w:rPr>
            <w:noProof/>
            <w:webHidden/>
          </w:rPr>
        </w:r>
        <w:r w:rsidR="003F580A" w:rsidRPr="003F580A">
          <w:rPr>
            <w:noProof/>
            <w:webHidden/>
          </w:rPr>
          <w:fldChar w:fldCharType="separate"/>
        </w:r>
        <w:r w:rsidR="00D45051">
          <w:rPr>
            <w:noProof/>
            <w:webHidden/>
          </w:rPr>
          <w:t>26-7</w:t>
        </w:r>
        <w:r w:rsidR="003F580A" w:rsidRPr="003F580A">
          <w:rPr>
            <w:noProof/>
            <w:webHidden/>
          </w:rPr>
          <w:fldChar w:fldCharType="end"/>
        </w:r>
      </w:hyperlink>
    </w:p>
    <w:p w14:paraId="7F0D5CA2" w14:textId="6BAF44F5" w:rsidR="003F580A" w:rsidRPr="003F580A" w:rsidRDefault="00B61099" w:rsidP="003F580A">
      <w:pPr>
        <w:pStyle w:val="TOC2"/>
        <w:rPr>
          <w:rFonts w:ascii="Calibri" w:hAnsi="Calibri"/>
          <w:noProof/>
          <w:sz w:val="22"/>
          <w:szCs w:val="22"/>
        </w:rPr>
      </w:pPr>
      <w:hyperlink w:anchor="_Toc89333402" w:history="1">
        <w:r w:rsidR="003F580A" w:rsidRPr="003F580A">
          <w:rPr>
            <w:rStyle w:val="Hyperlink"/>
            <w:noProof/>
          </w:rPr>
          <w:t xml:space="preserve">26.4 </w:t>
        </w:r>
        <w:r w:rsidR="003F580A" w:rsidRPr="003F580A">
          <w:rPr>
            <w:rFonts w:ascii="Calibri" w:hAnsi="Calibri"/>
            <w:noProof/>
            <w:sz w:val="22"/>
            <w:szCs w:val="22"/>
          </w:rPr>
          <w:tab/>
        </w:r>
        <w:r w:rsidR="003F580A" w:rsidRPr="003F580A">
          <w:rPr>
            <w:rStyle w:val="Hyperlink"/>
            <w:noProof/>
          </w:rPr>
          <w:t>Securitization Default Charge Supporting Data Reporting</w:t>
        </w:r>
        <w:r w:rsidR="003F580A" w:rsidRPr="003F580A">
          <w:rPr>
            <w:noProof/>
            <w:webHidden/>
          </w:rPr>
          <w:tab/>
        </w:r>
        <w:r w:rsidR="003F580A" w:rsidRPr="003F580A">
          <w:rPr>
            <w:noProof/>
            <w:webHidden/>
          </w:rPr>
          <w:fldChar w:fldCharType="begin"/>
        </w:r>
        <w:r w:rsidR="003F580A" w:rsidRPr="003F580A">
          <w:rPr>
            <w:noProof/>
            <w:webHidden/>
          </w:rPr>
          <w:instrText xml:space="preserve"> PAGEREF _Toc89333402 \h </w:instrText>
        </w:r>
        <w:r w:rsidR="003F580A" w:rsidRPr="003F580A">
          <w:rPr>
            <w:noProof/>
            <w:webHidden/>
          </w:rPr>
        </w:r>
        <w:r w:rsidR="003F580A" w:rsidRPr="003F580A">
          <w:rPr>
            <w:noProof/>
            <w:webHidden/>
          </w:rPr>
          <w:fldChar w:fldCharType="separate"/>
        </w:r>
        <w:r w:rsidR="00D45051">
          <w:rPr>
            <w:noProof/>
            <w:webHidden/>
          </w:rPr>
          <w:t>26-11</w:t>
        </w:r>
        <w:r w:rsidR="003F580A" w:rsidRPr="003F580A">
          <w:rPr>
            <w:noProof/>
            <w:webHidden/>
          </w:rPr>
          <w:fldChar w:fldCharType="end"/>
        </w:r>
      </w:hyperlink>
    </w:p>
    <w:p w14:paraId="3EA7A1F8" w14:textId="46E035B4" w:rsidR="003F580A" w:rsidRPr="003F580A" w:rsidRDefault="00B61099" w:rsidP="003F580A">
      <w:pPr>
        <w:pStyle w:val="TOC2"/>
        <w:rPr>
          <w:rFonts w:ascii="Calibri" w:hAnsi="Calibri"/>
          <w:noProof/>
          <w:sz w:val="22"/>
          <w:szCs w:val="22"/>
        </w:rPr>
      </w:pPr>
      <w:hyperlink w:anchor="_Toc89333404" w:history="1">
        <w:r w:rsidR="003F580A" w:rsidRPr="003F580A">
          <w:rPr>
            <w:rStyle w:val="Hyperlink"/>
            <w:noProof/>
          </w:rPr>
          <w:t>26.5</w:t>
        </w:r>
        <w:r w:rsidR="003F580A" w:rsidRPr="003F580A">
          <w:rPr>
            <w:rFonts w:ascii="Calibri" w:hAnsi="Calibri"/>
            <w:noProof/>
            <w:sz w:val="22"/>
            <w:szCs w:val="22"/>
          </w:rPr>
          <w:tab/>
        </w:r>
        <w:r w:rsidR="003F580A" w:rsidRPr="003F580A">
          <w:rPr>
            <w:rStyle w:val="Hyperlink"/>
            <w:noProof/>
          </w:rPr>
          <w:t>Securitization Default Charge Escrow Deposit Requirements</w:t>
        </w:r>
        <w:r w:rsidR="003F580A" w:rsidRPr="003F580A">
          <w:rPr>
            <w:noProof/>
            <w:webHidden/>
          </w:rPr>
          <w:tab/>
        </w:r>
        <w:r w:rsidR="003F580A" w:rsidRPr="003F580A">
          <w:rPr>
            <w:noProof/>
            <w:webHidden/>
          </w:rPr>
          <w:fldChar w:fldCharType="begin"/>
        </w:r>
        <w:r w:rsidR="003F580A" w:rsidRPr="003F580A">
          <w:rPr>
            <w:noProof/>
            <w:webHidden/>
          </w:rPr>
          <w:instrText xml:space="preserve"> PAGEREF _Toc89333404 \h </w:instrText>
        </w:r>
        <w:r w:rsidR="003F580A" w:rsidRPr="003F580A">
          <w:rPr>
            <w:noProof/>
            <w:webHidden/>
          </w:rPr>
        </w:r>
        <w:r w:rsidR="003F580A" w:rsidRPr="003F580A">
          <w:rPr>
            <w:noProof/>
            <w:webHidden/>
          </w:rPr>
          <w:fldChar w:fldCharType="separate"/>
        </w:r>
        <w:r w:rsidR="00D45051">
          <w:rPr>
            <w:noProof/>
            <w:webHidden/>
          </w:rPr>
          <w:t>26-11</w:t>
        </w:r>
        <w:r w:rsidR="003F580A" w:rsidRPr="003F580A">
          <w:rPr>
            <w:noProof/>
            <w:webHidden/>
          </w:rPr>
          <w:fldChar w:fldCharType="end"/>
        </w:r>
      </w:hyperlink>
    </w:p>
    <w:p w14:paraId="3FFD8F52" w14:textId="005789E2" w:rsidR="003F580A" w:rsidRPr="003F580A" w:rsidRDefault="00B61099" w:rsidP="003F580A">
      <w:pPr>
        <w:pStyle w:val="TOC3"/>
        <w:rPr>
          <w:rFonts w:ascii="Calibri" w:hAnsi="Calibri"/>
          <w:i w:val="0"/>
          <w:iCs w:val="0"/>
          <w:noProof/>
          <w:sz w:val="22"/>
          <w:szCs w:val="22"/>
        </w:rPr>
      </w:pPr>
      <w:hyperlink w:anchor="_Toc89333405" w:history="1">
        <w:r w:rsidR="003F580A" w:rsidRPr="003F580A">
          <w:rPr>
            <w:rStyle w:val="Hyperlink"/>
            <w:i w:val="0"/>
            <w:iCs w:val="0"/>
            <w:noProof/>
          </w:rPr>
          <w:t xml:space="preserve">26.5.1 </w:t>
        </w:r>
        <w:r w:rsidR="003F580A" w:rsidRPr="003F580A">
          <w:rPr>
            <w:rFonts w:ascii="Calibri" w:hAnsi="Calibri"/>
            <w:i w:val="0"/>
            <w:iCs w:val="0"/>
            <w:noProof/>
            <w:sz w:val="22"/>
            <w:szCs w:val="22"/>
          </w:rPr>
          <w:tab/>
        </w:r>
        <w:r w:rsidR="003F580A" w:rsidRPr="003F580A">
          <w:rPr>
            <w:rStyle w:val="Hyperlink"/>
            <w:i w:val="0"/>
            <w:iCs w:val="0"/>
            <w:noProof/>
          </w:rPr>
          <w:t>Securitization Default Charge Escrow</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_Toc89333405 \h </w:instrText>
        </w:r>
        <w:r w:rsidR="003F580A" w:rsidRPr="003F580A">
          <w:rPr>
            <w:i w:val="0"/>
            <w:iCs w:val="0"/>
            <w:noProof/>
            <w:webHidden/>
          </w:rPr>
        </w:r>
        <w:r w:rsidR="003F580A" w:rsidRPr="003F580A">
          <w:rPr>
            <w:i w:val="0"/>
            <w:iCs w:val="0"/>
            <w:noProof/>
            <w:webHidden/>
          </w:rPr>
          <w:fldChar w:fldCharType="separate"/>
        </w:r>
        <w:r w:rsidR="00D45051">
          <w:rPr>
            <w:i w:val="0"/>
            <w:iCs w:val="0"/>
            <w:noProof/>
            <w:webHidden/>
          </w:rPr>
          <w:t>26-11</w:t>
        </w:r>
        <w:r w:rsidR="003F580A" w:rsidRPr="003F580A">
          <w:rPr>
            <w:i w:val="0"/>
            <w:iCs w:val="0"/>
            <w:noProof/>
            <w:webHidden/>
          </w:rPr>
          <w:fldChar w:fldCharType="end"/>
        </w:r>
      </w:hyperlink>
    </w:p>
    <w:p w14:paraId="7D7009A9" w14:textId="058206DB" w:rsidR="003F580A" w:rsidRPr="003F580A" w:rsidRDefault="00B61099" w:rsidP="003F580A">
      <w:pPr>
        <w:pStyle w:val="TOC3"/>
        <w:rPr>
          <w:rFonts w:ascii="Calibri" w:hAnsi="Calibri"/>
          <w:i w:val="0"/>
          <w:iCs w:val="0"/>
          <w:noProof/>
          <w:sz w:val="22"/>
          <w:szCs w:val="22"/>
        </w:rPr>
      </w:pPr>
      <w:hyperlink w:anchor="_Toc89333406" w:history="1">
        <w:r w:rsidR="003F580A" w:rsidRPr="003F580A">
          <w:rPr>
            <w:rStyle w:val="Hyperlink"/>
            <w:i w:val="0"/>
            <w:iCs w:val="0"/>
            <w:noProof/>
          </w:rPr>
          <w:t xml:space="preserve">26.5.2 </w:t>
        </w:r>
        <w:r w:rsidR="003F580A" w:rsidRPr="003F580A">
          <w:rPr>
            <w:rFonts w:ascii="Calibri" w:hAnsi="Calibri"/>
            <w:i w:val="0"/>
            <w:iCs w:val="0"/>
            <w:noProof/>
            <w:sz w:val="22"/>
            <w:szCs w:val="22"/>
          </w:rPr>
          <w:tab/>
        </w:r>
        <w:r w:rsidR="003F580A" w:rsidRPr="003F580A">
          <w:rPr>
            <w:rStyle w:val="Hyperlink"/>
            <w:i w:val="0"/>
            <w:iCs w:val="0"/>
            <w:noProof/>
          </w:rPr>
          <w:t>ERCOT Securitization Default Charge Credit Requirements for Counter-Parties</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_Toc89333406 \h </w:instrText>
        </w:r>
        <w:r w:rsidR="003F580A" w:rsidRPr="003F580A">
          <w:rPr>
            <w:i w:val="0"/>
            <w:iCs w:val="0"/>
            <w:noProof/>
            <w:webHidden/>
          </w:rPr>
        </w:r>
        <w:r w:rsidR="003F580A" w:rsidRPr="003F580A">
          <w:rPr>
            <w:i w:val="0"/>
            <w:iCs w:val="0"/>
            <w:noProof/>
            <w:webHidden/>
          </w:rPr>
          <w:fldChar w:fldCharType="separate"/>
        </w:r>
        <w:r w:rsidR="00D45051">
          <w:rPr>
            <w:i w:val="0"/>
            <w:iCs w:val="0"/>
            <w:noProof/>
            <w:webHidden/>
          </w:rPr>
          <w:t>26-12</w:t>
        </w:r>
        <w:r w:rsidR="003F580A" w:rsidRPr="003F580A">
          <w:rPr>
            <w:i w:val="0"/>
            <w:iCs w:val="0"/>
            <w:noProof/>
            <w:webHidden/>
          </w:rPr>
          <w:fldChar w:fldCharType="end"/>
        </w:r>
      </w:hyperlink>
    </w:p>
    <w:p w14:paraId="4E2FA688" w14:textId="4CD73614" w:rsidR="003F580A" w:rsidRPr="003F580A" w:rsidRDefault="00B61099" w:rsidP="003F580A">
      <w:pPr>
        <w:pStyle w:val="TOC3"/>
        <w:rPr>
          <w:rFonts w:ascii="Calibri" w:hAnsi="Calibri"/>
          <w:i w:val="0"/>
          <w:iCs w:val="0"/>
          <w:noProof/>
          <w:sz w:val="22"/>
          <w:szCs w:val="22"/>
        </w:rPr>
      </w:pPr>
      <w:hyperlink w:anchor="_Toc89333407" w:history="1">
        <w:r w:rsidR="003F580A" w:rsidRPr="003F580A">
          <w:rPr>
            <w:rStyle w:val="Hyperlink"/>
            <w:i w:val="0"/>
            <w:iCs w:val="0"/>
            <w:noProof/>
          </w:rPr>
          <w:t xml:space="preserve">26.5.3 </w:t>
        </w:r>
        <w:r w:rsidR="003F580A" w:rsidRPr="003F580A">
          <w:rPr>
            <w:rFonts w:ascii="Calibri" w:hAnsi="Calibri"/>
            <w:i w:val="0"/>
            <w:iCs w:val="0"/>
            <w:noProof/>
            <w:sz w:val="22"/>
            <w:szCs w:val="22"/>
          </w:rPr>
          <w:tab/>
        </w:r>
        <w:r w:rsidR="003F580A" w:rsidRPr="003F580A">
          <w:rPr>
            <w:rStyle w:val="Hyperlink"/>
            <w:i w:val="0"/>
            <w:iCs w:val="0"/>
            <w:noProof/>
          </w:rPr>
          <w:t>Means of Satisfying Securitization Default Charge Credit Requirements</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_Toc89333407 \h </w:instrText>
        </w:r>
        <w:r w:rsidR="003F580A" w:rsidRPr="003F580A">
          <w:rPr>
            <w:i w:val="0"/>
            <w:iCs w:val="0"/>
            <w:noProof/>
            <w:webHidden/>
          </w:rPr>
        </w:r>
        <w:r w:rsidR="003F580A" w:rsidRPr="003F580A">
          <w:rPr>
            <w:i w:val="0"/>
            <w:iCs w:val="0"/>
            <w:noProof/>
            <w:webHidden/>
          </w:rPr>
          <w:fldChar w:fldCharType="separate"/>
        </w:r>
        <w:r w:rsidR="00D45051">
          <w:rPr>
            <w:i w:val="0"/>
            <w:iCs w:val="0"/>
            <w:noProof/>
            <w:webHidden/>
          </w:rPr>
          <w:t>26-12</w:t>
        </w:r>
        <w:r w:rsidR="003F580A" w:rsidRPr="003F580A">
          <w:rPr>
            <w:i w:val="0"/>
            <w:iCs w:val="0"/>
            <w:noProof/>
            <w:webHidden/>
          </w:rPr>
          <w:fldChar w:fldCharType="end"/>
        </w:r>
      </w:hyperlink>
    </w:p>
    <w:p w14:paraId="15149F47" w14:textId="3DD822FB" w:rsidR="003F580A" w:rsidRPr="003F580A" w:rsidRDefault="00B61099" w:rsidP="003F580A">
      <w:pPr>
        <w:pStyle w:val="TOC3"/>
        <w:rPr>
          <w:rFonts w:ascii="Calibri" w:hAnsi="Calibri"/>
          <w:i w:val="0"/>
          <w:iCs w:val="0"/>
          <w:noProof/>
          <w:sz w:val="22"/>
          <w:szCs w:val="22"/>
        </w:rPr>
      </w:pPr>
      <w:hyperlink w:anchor="_Toc89333408" w:history="1">
        <w:r w:rsidR="003F580A" w:rsidRPr="003F580A">
          <w:rPr>
            <w:rStyle w:val="Hyperlink"/>
            <w:i w:val="0"/>
            <w:iCs w:val="0"/>
            <w:noProof/>
          </w:rPr>
          <w:t>26.5.4</w:t>
        </w:r>
        <w:r w:rsidR="003F580A" w:rsidRPr="003F580A">
          <w:rPr>
            <w:rFonts w:ascii="Calibri" w:hAnsi="Calibri"/>
            <w:i w:val="0"/>
            <w:iCs w:val="0"/>
            <w:noProof/>
            <w:sz w:val="22"/>
            <w:szCs w:val="22"/>
          </w:rPr>
          <w:tab/>
        </w:r>
        <w:r w:rsidR="003F580A" w:rsidRPr="003F580A">
          <w:rPr>
            <w:rStyle w:val="Hyperlink"/>
            <w:i w:val="0"/>
            <w:iCs w:val="0"/>
            <w:noProof/>
          </w:rPr>
          <w:t>Determination of Securitization Default Charge Credit Exposure for a Counter-Party</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_Toc89333408 \h </w:instrText>
        </w:r>
        <w:r w:rsidR="003F580A" w:rsidRPr="003F580A">
          <w:rPr>
            <w:i w:val="0"/>
            <w:iCs w:val="0"/>
            <w:noProof/>
            <w:webHidden/>
          </w:rPr>
        </w:r>
        <w:r w:rsidR="003F580A" w:rsidRPr="003F580A">
          <w:rPr>
            <w:i w:val="0"/>
            <w:iCs w:val="0"/>
            <w:noProof/>
            <w:webHidden/>
          </w:rPr>
          <w:fldChar w:fldCharType="separate"/>
        </w:r>
        <w:r w:rsidR="00D45051">
          <w:rPr>
            <w:i w:val="0"/>
            <w:iCs w:val="0"/>
            <w:noProof/>
            <w:webHidden/>
          </w:rPr>
          <w:t>26-13</w:t>
        </w:r>
        <w:r w:rsidR="003F580A" w:rsidRPr="003F580A">
          <w:rPr>
            <w:i w:val="0"/>
            <w:iCs w:val="0"/>
            <w:noProof/>
            <w:webHidden/>
          </w:rPr>
          <w:fldChar w:fldCharType="end"/>
        </w:r>
      </w:hyperlink>
    </w:p>
    <w:p w14:paraId="532F2189" w14:textId="38B4AA11" w:rsidR="003F580A" w:rsidRPr="003F580A" w:rsidRDefault="00B61099" w:rsidP="003F580A">
      <w:pPr>
        <w:pStyle w:val="TOC3"/>
        <w:rPr>
          <w:rFonts w:ascii="Calibri" w:hAnsi="Calibri"/>
          <w:i w:val="0"/>
          <w:iCs w:val="0"/>
          <w:noProof/>
          <w:sz w:val="22"/>
          <w:szCs w:val="22"/>
        </w:rPr>
      </w:pPr>
      <w:hyperlink w:anchor="_Toc89333409" w:history="1">
        <w:r w:rsidR="003F580A" w:rsidRPr="003F580A">
          <w:rPr>
            <w:rStyle w:val="Hyperlink"/>
            <w:i w:val="0"/>
            <w:iCs w:val="0"/>
            <w:noProof/>
          </w:rPr>
          <w:t xml:space="preserve">26.5.5 </w:t>
        </w:r>
        <w:r w:rsidR="003F580A" w:rsidRPr="003F580A">
          <w:rPr>
            <w:rFonts w:ascii="Calibri" w:hAnsi="Calibri"/>
            <w:i w:val="0"/>
            <w:iCs w:val="0"/>
            <w:noProof/>
            <w:sz w:val="22"/>
            <w:szCs w:val="22"/>
          </w:rPr>
          <w:tab/>
        </w:r>
        <w:r w:rsidR="003F580A" w:rsidRPr="003F580A">
          <w:rPr>
            <w:rStyle w:val="Hyperlink"/>
            <w:i w:val="0"/>
            <w:iCs w:val="0"/>
            <w:noProof/>
          </w:rPr>
          <w:t>Monitoring of a Counter-Party’s Securitization Default Charge Credit Exposure by ERCOT</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_Toc89333409 \h </w:instrText>
        </w:r>
        <w:r w:rsidR="003F580A" w:rsidRPr="003F580A">
          <w:rPr>
            <w:i w:val="0"/>
            <w:iCs w:val="0"/>
            <w:noProof/>
            <w:webHidden/>
          </w:rPr>
        </w:r>
        <w:r w:rsidR="003F580A" w:rsidRPr="003F580A">
          <w:rPr>
            <w:i w:val="0"/>
            <w:iCs w:val="0"/>
            <w:noProof/>
            <w:webHidden/>
          </w:rPr>
          <w:fldChar w:fldCharType="separate"/>
        </w:r>
        <w:r w:rsidR="00D45051">
          <w:rPr>
            <w:i w:val="0"/>
            <w:iCs w:val="0"/>
            <w:noProof/>
            <w:webHidden/>
          </w:rPr>
          <w:t>26-14</w:t>
        </w:r>
        <w:r w:rsidR="003F580A" w:rsidRPr="003F580A">
          <w:rPr>
            <w:i w:val="0"/>
            <w:iCs w:val="0"/>
            <w:noProof/>
            <w:webHidden/>
          </w:rPr>
          <w:fldChar w:fldCharType="end"/>
        </w:r>
      </w:hyperlink>
    </w:p>
    <w:p w14:paraId="52266E31" w14:textId="245A6E63" w:rsidR="003F580A" w:rsidRPr="003F580A" w:rsidRDefault="00B61099" w:rsidP="003F580A">
      <w:pPr>
        <w:pStyle w:val="TOC3"/>
        <w:rPr>
          <w:rFonts w:ascii="Calibri" w:hAnsi="Calibri"/>
          <w:i w:val="0"/>
          <w:iCs w:val="0"/>
          <w:noProof/>
          <w:sz w:val="22"/>
          <w:szCs w:val="22"/>
        </w:rPr>
      </w:pPr>
      <w:hyperlink w:anchor="_Toc89333410" w:history="1">
        <w:r w:rsidR="003F580A" w:rsidRPr="003F580A">
          <w:rPr>
            <w:rStyle w:val="Hyperlink"/>
            <w:i w:val="0"/>
            <w:iCs w:val="0"/>
            <w:noProof/>
          </w:rPr>
          <w:t>26.5.6</w:t>
        </w:r>
        <w:r w:rsidR="003F580A" w:rsidRPr="003F580A">
          <w:rPr>
            <w:rFonts w:ascii="Calibri" w:hAnsi="Calibri"/>
            <w:i w:val="0"/>
            <w:iCs w:val="0"/>
            <w:noProof/>
            <w:sz w:val="22"/>
            <w:szCs w:val="22"/>
          </w:rPr>
          <w:tab/>
        </w:r>
        <w:r w:rsidR="003F580A" w:rsidRPr="003F580A">
          <w:rPr>
            <w:rStyle w:val="Hyperlink"/>
            <w:i w:val="0"/>
            <w:iCs w:val="0"/>
            <w:noProof/>
          </w:rPr>
          <w:t>Payment Breach and Late Payments by Market Participants</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_Toc89333410 \h </w:instrText>
        </w:r>
        <w:r w:rsidR="003F580A" w:rsidRPr="003F580A">
          <w:rPr>
            <w:i w:val="0"/>
            <w:iCs w:val="0"/>
            <w:noProof/>
            <w:webHidden/>
          </w:rPr>
        </w:r>
        <w:r w:rsidR="003F580A" w:rsidRPr="003F580A">
          <w:rPr>
            <w:i w:val="0"/>
            <w:iCs w:val="0"/>
            <w:noProof/>
            <w:webHidden/>
          </w:rPr>
          <w:fldChar w:fldCharType="separate"/>
        </w:r>
        <w:r w:rsidR="00D45051">
          <w:rPr>
            <w:i w:val="0"/>
            <w:iCs w:val="0"/>
            <w:noProof/>
            <w:webHidden/>
          </w:rPr>
          <w:t>26-15</w:t>
        </w:r>
        <w:r w:rsidR="003F580A" w:rsidRPr="003F580A">
          <w:rPr>
            <w:i w:val="0"/>
            <w:iCs w:val="0"/>
            <w:noProof/>
            <w:webHidden/>
          </w:rPr>
          <w:fldChar w:fldCharType="end"/>
        </w:r>
      </w:hyperlink>
    </w:p>
    <w:p w14:paraId="275E3D72" w14:textId="252F7251" w:rsidR="003F580A" w:rsidRPr="003F580A" w:rsidRDefault="00B61099" w:rsidP="003F580A">
      <w:pPr>
        <w:pStyle w:val="TOC3"/>
        <w:rPr>
          <w:rFonts w:ascii="Calibri" w:hAnsi="Calibri"/>
          <w:i w:val="0"/>
          <w:iCs w:val="0"/>
          <w:noProof/>
          <w:sz w:val="22"/>
          <w:szCs w:val="22"/>
        </w:rPr>
      </w:pPr>
      <w:hyperlink w:anchor="_Toc89333411" w:history="1">
        <w:r w:rsidR="003F580A" w:rsidRPr="003F580A">
          <w:rPr>
            <w:rStyle w:val="Hyperlink"/>
            <w:i w:val="0"/>
            <w:iCs w:val="0"/>
            <w:noProof/>
          </w:rPr>
          <w:t>26.5.7</w:t>
        </w:r>
        <w:r w:rsidR="003F580A" w:rsidRPr="003F580A">
          <w:rPr>
            <w:rFonts w:ascii="Calibri" w:hAnsi="Calibri"/>
            <w:i w:val="0"/>
            <w:iCs w:val="0"/>
            <w:noProof/>
            <w:sz w:val="22"/>
            <w:szCs w:val="22"/>
          </w:rPr>
          <w:tab/>
        </w:r>
        <w:r w:rsidR="003F580A" w:rsidRPr="003F580A">
          <w:rPr>
            <w:rStyle w:val="Hyperlink"/>
            <w:i w:val="0"/>
            <w:iCs w:val="0"/>
            <w:noProof/>
          </w:rPr>
          <w:t>Release of Market Participant’s Securitization Default Charge Escrow Deposit Requirement</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_Toc89333411 \h </w:instrText>
        </w:r>
        <w:r w:rsidR="003F580A" w:rsidRPr="003F580A">
          <w:rPr>
            <w:i w:val="0"/>
            <w:iCs w:val="0"/>
            <w:noProof/>
            <w:webHidden/>
          </w:rPr>
        </w:r>
        <w:r w:rsidR="003F580A" w:rsidRPr="003F580A">
          <w:rPr>
            <w:i w:val="0"/>
            <w:iCs w:val="0"/>
            <w:noProof/>
            <w:webHidden/>
          </w:rPr>
          <w:fldChar w:fldCharType="separate"/>
        </w:r>
        <w:r w:rsidR="00D45051">
          <w:rPr>
            <w:i w:val="0"/>
            <w:iCs w:val="0"/>
            <w:noProof/>
            <w:webHidden/>
          </w:rPr>
          <w:t>26-16</w:t>
        </w:r>
        <w:r w:rsidR="003F580A" w:rsidRPr="003F580A">
          <w:rPr>
            <w:i w:val="0"/>
            <w:iCs w:val="0"/>
            <w:noProof/>
            <w:webHidden/>
          </w:rPr>
          <w:fldChar w:fldCharType="end"/>
        </w:r>
      </w:hyperlink>
    </w:p>
    <w:p w14:paraId="65680A9D" w14:textId="77777777" w:rsidR="003F580A" w:rsidRDefault="003F580A" w:rsidP="003F580A">
      <w:pPr>
        <w:rPr>
          <w:b/>
          <w:bCs/>
          <w:szCs w:val="24"/>
        </w:rPr>
      </w:pPr>
      <w:r w:rsidRPr="00424F6A">
        <w:rPr>
          <w:bCs/>
          <w:iCs/>
          <w:sz w:val="20"/>
        </w:rPr>
        <w:fldChar w:fldCharType="end"/>
      </w:r>
    </w:p>
    <w:p w14:paraId="636C1ED2" w14:textId="77777777" w:rsidR="003F580A" w:rsidRDefault="003F580A" w:rsidP="003F580A">
      <w:pPr>
        <w:sectPr w:rsidR="003F580A">
          <w:headerReference w:type="first" r:id="rId12"/>
          <w:footerReference w:type="first" r:id="rId13"/>
          <w:pgSz w:w="12240" w:h="15840" w:code="1"/>
          <w:pgMar w:top="1440" w:right="1440" w:bottom="1440" w:left="1440" w:header="720" w:footer="510" w:gutter="0"/>
          <w:pgNumType w:start="1" w:chapStyle="1"/>
          <w:cols w:space="720"/>
          <w:titlePg/>
        </w:sectPr>
      </w:pPr>
    </w:p>
    <w:p w14:paraId="45E74CCF" w14:textId="77777777" w:rsidR="003F580A" w:rsidRDefault="003F580A" w:rsidP="003F580A">
      <w:pPr>
        <w:pStyle w:val="Heading1"/>
      </w:pPr>
      <w:bookmarkStart w:id="0" w:name="_Toc89333391"/>
      <w:r>
        <w:lastRenderedPageBreak/>
        <w:t>Securitization default charges</w:t>
      </w:r>
      <w:bookmarkEnd w:id="0"/>
    </w:p>
    <w:p w14:paraId="557A77F7" w14:textId="77777777" w:rsidR="003F580A" w:rsidRPr="00ED3498" w:rsidRDefault="003F580A" w:rsidP="003F580A">
      <w:pPr>
        <w:keepNext/>
        <w:tabs>
          <w:tab w:val="left" w:pos="900"/>
        </w:tabs>
        <w:spacing w:before="240" w:after="240"/>
        <w:outlineLvl w:val="1"/>
        <w:rPr>
          <w:b/>
          <w:bCs/>
        </w:rPr>
      </w:pPr>
      <w:bookmarkStart w:id="1" w:name="_Toc89333392"/>
      <w:r w:rsidRPr="00ED3498">
        <w:rPr>
          <w:b/>
          <w:bCs/>
        </w:rPr>
        <w:t>26.1</w:t>
      </w:r>
      <w:r w:rsidRPr="00ED3498">
        <w:rPr>
          <w:b/>
          <w:bCs/>
        </w:rPr>
        <w:tab/>
        <w:t>Overview</w:t>
      </w:r>
      <w:bookmarkEnd w:id="1"/>
    </w:p>
    <w:p w14:paraId="2BDE3D95" w14:textId="77777777" w:rsidR="000505C8" w:rsidRPr="00ED3498" w:rsidRDefault="000505C8" w:rsidP="000505C8">
      <w:pPr>
        <w:spacing w:after="240"/>
        <w:ind w:left="720" w:hanging="720"/>
      </w:pPr>
      <w:bookmarkStart w:id="2" w:name="_Toc89333393"/>
      <w:bookmarkStart w:id="3" w:name="_Toc309731112"/>
      <w:bookmarkStart w:id="4" w:name="_Toc405814085"/>
      <w:bookmarkStart w:id="5" w:name="_Toc422207976"/>
      <w:bookmarkStart w:id="6" w:name="_Toc438044887"/>
      <w:bookmarkStart w:id="7" w:name="_Toc447622670"/>
      <w:bookmarkStart w:id="8" w:name="_Toc54881773"/>
      <w:bookmarkStart w:id="9" w:name="_Toc243718293"/>
      <w:r>
        <w:t>(1)</w:t>
      </w:r>
      <w:r>
        <w:tab/>
      </w:r>
      <w:r w:rsidRPr="00ED3498">
        <w:t>This section establishes processes for the assessment of Securitization Default Charges and Securitization Default Charge credit requirements.</w:t>
      </w:r>
    </w:p>
    <w:p w14:paraId="35049436" w14:textId="77777777" w:rsidR="003F580A" w:rsidRPr="00ED3498" w:rsidRDefault="003F580A" w:rsidP="003F580A">
      <w:pPr>
        <w:keepNext/>
        <w:tabs>
          <w:tab w:val="left" w:pos="900"/>
        </w:tabs>
        <w:spacing w:before="240" w:after="240"/>
        <w:outlineLvl w:val="1"/>
        <w:rPr>
          <w:b/>
          <w:iCs/>
        </w:rPr>
      </w:pPr>
      <w:r w:rsidRPr="00D24933">
        <w:rPr>
          <w:b/>
          <w:bCs/>
        </w:rPr>
        <w:t>26</w:t>
      </w:r>
      <w:r w:rsidRPr="00ED3498">
        <w:rPr>
          <w:b/>
          <w:iCs/>
        </w:rPr>
        <w:t>.2</w:t>
      </w:r>
      <w:r w:rsidRPr="00ED3498">
        <w:rPr>
          <w:b/>
          <w:iCs/>
        </w:rPr>
        <w:tab/>
        <w:t>Securitization Default Charges</w:t>
      </w:r>
      <w:bookmarkEnd w:id="2"/>
      <w:r w:rsidRPr="00ED3498">
        <w:rPr>
          <w:b/>
          <w:iCs/>
        </w:rPr>
        <w:t xml:space="preserve"> </w:t>
      </w:r>
      <w:bookmarkEnd w:id="3"/>
      <w:bookmarkEnd w:id="4"/>
      <w:bookmarkEnd w:id="5"/>
      <w:bookmarkEnd w:id="6"/>
      <w:bookmarkEnd w:id="7"/>
      <w:bookmarkEnd w:id="8"/>
    </w:p>
    <w:p w14:paraId="0BB69A7C" w14:textId="77777777" w:rsidR="003F580A" w:rsidRPr="00ED3498" w:rsidRDefault="003F580A" w:rsidP="003F580A">
      <w:pPr>
        <w:spacing w:after="240"/>
        <w:ind w:left="720" w:hanging="720"/>
      </w:pPr>
      <w:r w:rsidRPr="00ED3498">
        <w:t>(1)</w:t>
      </w:r>
      <w:r w:rsidRPr="00ED3498">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775149BB" w14:textId="77777777" w:rsidR="003F580A" w:rsidRPr="00ED3498" w:rsidRDefault="003F580A" w:rsidP="003F580A">
      <w:pPr>
        <w:spacing w:after="240"/>
        <w:ind w:left="720" w:hanging="720"/>
      </w:pPr>
      <w:r w:rsidRPr="00ED3498">
        <w:t>(2)</w:t>
      </w:r>
      <w:r w:rsidRPr="00ED3498">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04867E1A" w14:textId="77777777" w:rsidR="003F580A" w:rsidRPr="00ED3498" w:rsidRDefault="003F580A" w:rsidP="003F580A">
      <w:pPr>
        <w:spacing w:after="240"/>
        <w:ind w:left="2880" w:hanging="1440"/>
        <w:rPr>
          <w:b/>
          <w:lang w:val="pt-BR"/>
        </w:rPr>
      </w:pPr>
      <w:r w:rsidRPr="00ED3498">
        <w:rPr>
          <w:b/>
          <w:lang w:val="pt-BR"/>
        </w:rPr>
        <w:t>SDCRSCP</w:t>
      </w:r>
      <w:r w:rsidRPr="00ED3498">
        <w:rPr>
          <w:lang w:val="pt-BR"/>
        </w:rPr>
        <w:t xml:space="preserve"> </w:t>
      </w:r>
      <w:r w:rsidRPr="00ED3498">
        <w:rPr>
          <w:rFonts w:ascii="Times New Roman Bold" w:hAnsi="Times New Roman Bold"/>
          <w:b/>
          <w:i/>
          <w:vertAlign w:val="subscript"/>
          <w:lang w:val="pt-BR"/>
        </w:rPr>
        <w:t>cp</w:t>
      </w:r>
      <w:r w:rsidRPr="00ED3498">
        <w:rPr>
          <w:rFonts w:ascii="Times New Roman Bold" w:hAnsi="Times New Roman Bold"/>
          <w:b/>
          <w:vertAlign w:val="subscript"/>
          <w:lang w:val="pt-BR"/>
        </w:rPr>
        <w:t xml:space="preserve">  = </w:t>
      </w:r>
      <w:r w:rsidRPr="00ED3498">
        <w:rPr>
          <w:b/>
          <w:lang w:val="pt-BR"/>
        </w:rPr>
        <w:t>TSDCMA * SDCMMARS</w:t>
      </w:r>
      <w:r w:rsidRPr="00ED3498">
        <w:rPr>
          <w:lang w:val="pt-BR"/>
        </w:rPr>
        <w:t xml:space="preserve"> </w:t>
      </w:r>
      <w:r w:rsidRPr="00ED3498">
        <w:rPr>
          <w:rFonts w:ascii="Times New Roman Bold" w:hAnsi="Times New Roman Bold"/>
          <w:b/>
          <w:i/>
          <w:vertAlign w:val="subscript"/>
          <w:lang w:val="pt-BR"/>
        </w:rPr>
        <w:t>cp</w:t>
      </w:r>
    </w:p>
    <w:p w14:paraId="36A065F7" w14:textId="77777777" w:rsidR="003F580A" w:rsidRPr="00ED3498" w:rsidRDefault="003F580A" w:rsidP="003F580A">
      <w:pPr>
        <w:spacing w:after="240"/>
        <w:ind w:left="2160" w:hanging="1440"/>
        <w:rPr>
          <w:lang w:val="pt-BR"/>
        </w:rPr>
      </w:pPr>
      <w:r w:rsidRPr="00ED3498">
        <w:rPr>
          <w:lang w:val="pt-BR"/>
        </w:rPr>
        <w:t>Where:</w:t>
      </w:r>
    </w:p>
    <w:p w14:paraId="42748940" w14:textId="77777777" w:rsidR="003F580A" w:rsidRPr="009C374D" w:rsidRDefault="003F580A" w:rsidP="003F580A">
      <w:pPr>
        <w:spacing w:after="240"/>
        <w:ind w:left="2880" w:hanging="1440"/>
        <w:rPr>
          <w:lang w:val="pt-BR"/>
        </w:rPr>
      </w:pPr>
      <w:r w:rsidRPr="009C374D">
        <w:rPr>
          <w:lang w:val="pt-BR"/>
        </w:rPr>
        <w:t xml:space="preserve">SDCMMARS </w:t>
      </w:r>
      <w:r w:rsidRPr="009C374D">
        <w:rPr>
          <w:rFonts w:ascii="Times New Roman Bold" w:hAnsi="Times New Roman Bold"/>
          <w:i/>
          <w:vertAlign w:val="subscript"/>
          <w:lang w:val="pt-BR"/>
        </w:rPr>
        <w:t>cp</w:t>
      </w:r>
      <w:r w:rsidRPr="009C374D">
        <w:rPr>
          <w:lang w:val="pt-BR"/>
        </w:rPr>
        <w:t xml:space="preserve"> = SDCMMA </w:t>
      </w:r>
      <w:r w:rsidRPr="009C374D">
        <w:rPr>
          <w:rFonts w:ascii="Times New Roman Bold" w:hAnsi="Times New Roman Bold"/>
          <w:i/>
          <w:vertAlign w:val="subscript"/>
          <w:lang w:val="pt-BR"/>
        </w:rPr>
        <w:t>cp</w:t>
      </w:r>
      <w:r w:rsidRPr="009C374D">
        <w:rPr>
          <w:lang w:val="pt-BR"/>
        </w:rPr>
        <w:t xml:space="preserve"> / SDCMMATOT</w:t>
      </w:r>
    </w:p>
    <w:p w14:paraId="0BC231E6" w14:textId="77777777" w:rsidR="003F580A" w:rsidRPr="00ED3498" w:rsidRDefault="003F580A" w:rsidP="003F580A">
      <w:pPr>
        <w:spacing w:after="240"/>
        <w:ind w:left="720" w:firstLine="720"/>
        <w:rPr>
          <w:rFonts w:eastAsia="Calibri"/>
          <w:vertAlign w:val="subscript"/>
        </w:rPr>
      </w:pPr>
      <w:r w:rsidRPr="00ED3498">
        <w:rPr>
          <w:lang w:val="pt-BR"/>
        </w:rPr>
        <w:t xml:space="preserve">SDCMMA </w:t>
      </w:r>
      <w:r w:rsidRPr="00ED3498">
        <w:rPr>
          <w:rFonts w:eastAsia="Calibri"/>
          <w:i/>
          <w:vertAlign w:val="subscript"/>
        </w:rPr>
        <w:t>cp</w:t>
      </w:r>
      <w:r w:rsidRPr="00ED3498">
        <w:rPr>
          <w:lang w:val="pt-BR"/>
        </w:rPr>
        <w:t xml:space="preserve"> = Max</w:t>
      </w:r>
      <w:r w:rsidRPr="00ED3498">
        <w:rPr>
          <w:rFonts w:eastAsia="Calibri"/>
        </w:rPr>
        <w:t xml:space="preserve"> { </w:t>
      </w:r>
      <w:r w:rsidRPr="00ED3498">
        <w:t>∑</w:t>
      </w:r>
      <w:proofErr w:type="spellStart"/>
      <w:r w:rsidRPr="00ED3498">
        <w:rPr>
          <w:rFonts w:eastAsia="Calibri"/>
          <w:i/>
          <w:vertAlign w:val="subscript"/>
        </w:rPr>
        <w:t>mp</w:t>
      </w:r>
      <w:proofErr w:type="spellEnd"/>
      <w:r w:rsidRPr="00ED3498">
        <w:rPr>
          <w:rFonts w:eastAsia="Calibri"/>
          <w:i/>
          <w:vertAlign w:val="subscript"/>
        </w:rPr>
        <w:t xml:space="preserve"> </w:t>
      </w:r>
      <w:r w:rsidRPr="00ED3498">
        <w:rPr>
          <w:rFonts w:eastAsia="Calibri"/>
        </w:rPr>
        <w:t>(SDCRTMG </w:t>
      </w:r>
      <w:proofErr w:type="spellStart"/>
      <w:r w:rsidRPr="00ED3498">
        <w:rPr>
          <w:rFonts w:eastAsia="Calibri"/>
          <w:i/>
          <w:vertAlign w:val="subscript"/>
        </w:rPr>
        <w:t>mp</w:t>
      </w:r>
      <w:proofErr w:type="spellEnd"/>
      <w:r w:rsidRPr="00ED3498">
        <w:rPr>
          <w:rFonts w:eastAsia="Calibri"/>
          <w:vertAlign w:val="subscript"/>
        </w:rPr>
        <w:t xml:space="preserve"> </w:t>
      </w:r>
      <w:r w:rsidRPr="00ED3498">
        <w:rPr>
          <w:rFonts w:eastAsia="Calibri"/>
        </w:rPr>
        <w:t>+ SDCRTDCIMP </w:t>
      </w:r>
      <w:proofErr w:type="spellStart"/>
      <w:r w:rsidRPr="00ED3498">
        <w:rPr>
          <w:rFonts w:eastAsia="Calibri"/>
          <w:i/>
          <w:vertAlign w:val="subscript"/>
        </w:rPr>
        <w:t>mp</w:t>
      </w:r>
      <w:proofErr w:type="spellEnd"/>
      <w:r w:rsidRPr="00ED3498">
        <w:t>)</w:t>
      </w:r>
      <w:r w:rsidRPr="00ED3498">
        <w:rPr>
          <w:rFonts w:eastAsia="Calibri"/>
          <w:vertAlign w:val="subscript"/>
        </w:rPr>
        <w:t xml:space="preserve">, </w:t>
      </w:r>
    </w:p>
    <w:p w14:paraId="3400E945" w14:textId="77777777" w:rsidR="003F580A" w:rsidRPr="00ED3498" w:rsidRDefault="003F580A" w:rsidP="003F580A">
      <w:pPr>
        <w:spacing w:after="240"/>
        <w:ind w:left="2880"/>
        <w:rPr>
          <w:rFonts w:eastAsia="Calibri"/>
          <w:vertAlign w:val="subscript"/>
        </w:rPr>
      </w:pPr>
      <w:r w:rsidRPr="00ED3498">
        <w:t>∑</w:t>
      </w:r>
      <w:proofErr w:type="spellStart"/>
      <w:r w:rsidRPr="00ED3498">
        <w:rPr>
          <w:rFonts w:eastAsia="Calibri"/>
          <w:i/>
          <w:vertAlign w:val="subscript"/>
        </w:rPr>
        <w:t>mp</w:t>
      </w:r>
      <w:proofErr w:type="spellEnd"/>
      <w:r w:rsidRPr="00ED3498">
        <w:rPr>
          <w:rFonts w:eastAsia="Calibri"/>
        </w:rPr>
        <w:t> (SDCRTAML </w:t>
      </w:r>
      <w:proofErr w:type="spellStart"/>
      <w:r w:rsidRPr="00ED3498">
        <w:rPr>
          <w:rFonts w:eastAsia="Calibri"/>
          <w:i/>
          <w:vertAlign w:val="subscript"/>
        </w:rPr>
        <w:t>mp</w:t>
      </w:r>
      <w:proofErr w:type="spellEnd"/>
      <w:r w:rsidRPr="00ED3498">
        <w:rPr>
          <w:rFonts w:eastAsia="Calibri"/>
        </w:rPr>
        <w:t xml:space="preserve"> + SDCWSLTOT </w:t>
      </w:r>
      <w:proofErr w:type="spellStart"/>
      <w:r w:rsidRPr="00ED3498">
        <w:rPr>
          <w:rFonts w:eastAsia="Calibri"/>
          <w:i/>
          <w:vertAlign w:val="subscript"/>
        </w:rPr>
        <w:t>mp</w:t>
      </w:r>
      <w:proofErr w:type="spellEnd"/>
      <w:r w:rsidRPr="00ED3498">
        <w:rPr>
          <w:rFonts w:eastAsia="Calibri"/>
        </w:rPr>
        <w:t>)</w:t>
      </w:r>
      <w:r w:rsidRPr="00ED3498">
        <w:rPr>
          <w:rFonts w:eastAsia="Calibri"/>
          <w:vertAlign w:val="subscript"/>
        </w:rPr>
        <w:t xml:space="preserve">, </w:t>
      </w:r>
    </w:p>
    <w:p w14:paraId="2201D60F" w14:textId="77777777" w:rsidR="003F580A" w:rsidRPr="00ED3498" w:rsidRDefault="003F580A" w:rsidP="003F580A">
      <w:pPr>
        <w:spacing w:after="240"/>
        <w:ind w:left="2160" w:firstLine="720"/>
        <w:rPr>
          <w:rFonts w:eastAsia="Calibri"/>
          <w:vertAlign w:val="subscript"/>
        </w:rPr>
      </w:pPr>
      <w:r w:rsidRPr="00ED3498">
        <w:t>∑</w:t>
      </w:r>
      <w:proofErr w:type="spellStart"/>
      <w:r w:rsidRPr="00ED3498">
        <w:rPr>
          <w:rFonts w:eastAsia="Calibri"/>
          <w:i/>
          <w:vertAlign w:val="subscript"/>
        </w:rPr>
        <w:t>mp</w:t>
      </w:r>
      <w:proofErr w:type="spellEnd"/>
      <w:r w:rsidRPr="00ED3498">
        <w:rPr>
          <w:rFonts w:eastAsia="Calibri"/>
          <w:vertAlign w:val="subscript"/>
        </w:rPr>
        <w:t> </w:t>
      </w:r>
      <w:r w:rsidRPr="00ED3498">
        <w:rPr>
          <w:rFonts w:eastAsia="Calibri"/>
        </w:rPr>
        <w:t>SDCRTQQES </w:t>
      </w:r>
      <w:proofErr w:type="spellStart"/>
      <w:r w:rsidRPr="00ED3498">
        <w:rPr>
          <w:rFonts w:eastAsia="Calibri"/>
          <w:i/>
          <w:vertAlign w:val="subscript"/>
        </w:rPr>
        <w:t>mp</w:t>
      </w:r>
      <w:proofErr w:type="spellEnd"/>
      <w:r w:rsidRPr="00ED3498">
        <w:rPr>
          <w:rFonts w:eastAsia="Calibri"/>
          <w:vertAlign w:val="subscript"/>
        </w:rPr>
        <w:t xml:space="preserve">, </w:t>
      </w:r>
    </w:p>
    <w:p w14:paraId="3B7DB6B2" w14:textId="77777777" w:rsidR="003F580A" w:rsidRPr="00ED3498" w:rsidRDefault="003F580A" w:rsidP="003F580A">
      <w:pPr>
        <w:spacing w:after="240"/>
        <w:ind w:left="2160" w:firstLine="720"/>
        <w:rPr>
          <w:rFonts w:eastAsia="Calibri"/>
          <w:vertAlign w:val="subscript"/>
        </w:rPr>
      </w:pPr>
      <w:r w:rsidRPr="00ED3498">
        <w:t>∑</w:t>
      </w:r>
      <w:proofErr w:type="spellStart"/>
      <w:r w:rsidRPr="00ED3498">
        <w:rPr>
          <w:rFonts w:eastAsia="Calibri"/>
          <w:i/>
          <w:vertAlign w:val="subscript"/>
        </w:rPr>
        <w:t>mp</w:t>
      </w:r>
      <w:proofErr w:type="spellEnd"/>
      <w:r w:rsidRPr="00ED3498">
        <w:rPr>
          <w:rFonts w:eastAsia="Calibri"/>
        </w:rPr>
        <w:t> SDCRTQQEP </w:t>
      </w:r>
      <w:proofErr w:type="spellStart"/>
      <w:r w:rsidRPr="00ED3498">
        <w:rPr>
          <w:rFonts w:eastAsia="Calibri"/>
          <w:i/>
          <w:vertAlign w:val="subscript"/>
        </w:rPr>
        <w:t>mp</w:t>
      </w:r>
      <w:proofErr w:type="spellEnd"/>
      <w:r w:rsidRPr="00ED3498">
        <w:rPr>
          <w:rFonts w:eastAsia="Calibri"/>
          <w:vertAlign w:val="subscript"/>
        </w:rPr>
        <w:t xml:space="preserve">, </w:t>
      </w:r>
    </w:p>
    <w:p w14:paraId="60D69BCF" w14:textId="77777777" w:rsidR="003F580A" w:rsidRPr="00ED3498" w:rsidRDefault="003F580A" w:rsidP="003F580A">
      <w:pPr>
        <w:spacing w:after="240"/>
        <w:ind w:left="2160" w:firstLine="720"/>
        <w:rPr>
          <w:rFonts w:eastAsia="Calibri"/>
          <w:vertAlign w:val="subscript"/>
        </w:rPr>
      </w:pPr>
      <w:r w:rsidRPr="00ED3498">
        <w:t>∑</w:t>
      </w:r>
      <w:proofErr w:type="spellStart"/>
      <w:r w:rsidRPr="00ED3498">
        <w:rPr>
          <w:rFonts w:eastAsia="Calibri"/>
          <w:i/>
          <w:vertAlign w:val="subscript"/>
        </w:rPr>
        <w:t>mp</w:t>
      </w:r>
      <w:proofErr w:type="spellEnd"/>
      <w:r w:rsidRPr="00ED3498">
        <w:rPr>
          <w:rFonts w:eastAsia="Calibri"/>
        </w:rPr>
        <w:t> SDCDAES </w:t>
      </w:r>
      <w:proofErr w:type="spellStart"/>
      <w:r w:rsidRPr="00ED3498">
        <w:rPr>
          <w:rFonts w:eastAsia="Calibri"/>
          <w:i/>
          <w:vertAlign w:val="subscript"/>
        </w:rPr>
        <w:t>mp</w:t>
      </w:r>
      <w:proofErr w:type="spellEnd"/>
      <w:r w:rsidRPr="00ED3498">
        <w:rPr>
          <w:rFonts w:eastAsia="Calibri"/>
          <w:vertAlign w:val="subscript"/>
        </w:rPr>
        <w:t xml:space="preserve">, </w:t>
      </w:r>
    </w:p>
    <w:p w14:paraId="2424498A" w14:textId="77777777" w:rsidR="003F580A" w:rsidRPr="00ED3498" w:rsidRDefault="003F580A" w:rsidP="003F580A">
      <w:pPr>
        <w:spacing w:after="240"/>
        <w:ind w:left="2160" w:firstLine="720"/>
        <w:rPr>
          <w:rFonts w:eastAsia="Calibri"/>
          <w:vertAlign w:val="subscript"/>
        </w:rPr>
      </w:pPr>
      <w:r w:rsidRPr="00ED3498">
        <w:t>∑</w:t>
      </w:r>
      <w:proofErr w:type="spellStart"/>
      <w:r w:rsidRPr="00ED3498">
        <w:rPr>
          <w:rFonts w:eastAsia="Calibri"/>
          <w:i/>
          <w:vertAlign w:val="subscript"/>
        </w:rPr>
        <w:t>mp</w:t>
      </w:r>
      <w:proofErr w:type="spellEnd"/>
      <w:r w:rsidRPr="00ED3498">
        <w:rPr>
          <w:rFonts w:eastAsia="Calibri"/>
        </w:rPr>
        <w:t> SDCDAEP </w:t>
      </w:r>
      <w:proofErr w:type="spellStart"/>
      <w:r w:rsidRPr="00ED3498">
        <w:rPr>
          <w:rFonts w:eastAsia="Calibri"/>
          <w:i/>
          <w:vertAlign w:val="subscript"/>
        </w:rPr>
        <w:t>mp</w:t>
      </w:r>
      <w:proofErr w:type="spellEnd"/>
      <w:r w:rsidRPr="00ED3498">
        <w:rPr>
          <w:rFonts w:eastAsia="Calibri"/>
          <w:vertAlign w:val="subscript"/>
        </w:rPr>
        <w:t>,</w:t>
      </w:r>
    </w:p>
    <w:p w14:paraId="1F25F7D8" w14:textId="77777777" w:rsidR="003F580A" w:rsidRPr="00ED3498" w:rsidRDefault="003F580A" w:rsidP="003F580A">
      <w:pPr>
        <w:spacing w:after="240"/>
        <w:ind w:left="2160" w:firstLine="720"/>
        <w:rPr>
          <w:rFonts w:eastAsia="Calibri"/>
          <w:vertAlign w:val="subscript"/>
        </w:rPr>
      </w:pPr>
      <w:r w:rsidRPr="00ED3498">
        <w:t>∑</w:t>
      </w:r>
      <w:proofErr w:type="spellStart"/>
      <w:r w:rsidRPr="00ED3498">
        <w:rPr>
          <w:rFonts w:eastAsia="Calibri"/>
          <w:i/>
          <w:vertAlign w:val="subscript"/>
        </w:rPr>
        <w:t>mp</w:t>
      </w:r>
      <w:proofErr w:type="spellEnd"/>
      <w:r w:rsidRPr="00ED3498">
        <w:rPr>
          <w:rFonts w:eastAsia="Calibri"/>
        </w:rPr>
        <w:t> (SDCRTOBL </w:t>
      </w:r>
      <w:proofErr w:type="spellStart"/>
      <w:r w:rsidRPr="00ED3498">
        <w:rPr>
          <w:rFonts w:eastAsia="Calibri"/>
          <w:i/>
          <w:vertAlign w:val="subscript"/>
        </w:rPr>
        <w:t>mp</w:t>
      </w:r>
      <w:proofErr w:type="spellEnd"/>
      <w:r w:rsidRPr="00ED3498">
        <w:rPr>
          <w:rFonts w:eastAsia="Calibri"/>
          <w:i/>
          <w:vertAlign w:val="subscript"/>
        </w:rPr>
        <w:t xml:space="preserve"> </w:t>
      </w:r>
      <w:r w:rsidRPr="00ED3498">
        <w:rPr>
          <w:rFonts w:eastAsia="Calibri"/>
          <w:i/>
        </w:rPr>
        <w:t xml:space="preserve">+ </w:t>
      </w:r>
      <w:r w:rsidRPr="00ED3498">
        <w:rPr>
          <w:rFonts w:eastAsia="Calibri"/>
        </w:rPr>
        <w:t xml:space="preserve">SDCRTOBLLO </w:t>
      </w:r>
      <w:proofErr w:type="spellStart"/>
      <w:r w:rsidRPr="00ED3498">
        <w:rPr>
          <w:rFonts w:eastAsia="Calibri"/>
          <w:i/>
          <w:vertAlign w:val="subscript"/>
        </w:rPr>
        <w:t>mp</w:t>
      </w:r>
      <w:proofErr w:type="spellEnd"/>
      <w:r w:rsidRPr="00ED3498">
        <w:rPr>
          <w:rFonts w:eastAsia="Calibri"/>
        </w:rPr>
        <w:t>)</w:t>
      </w:r>
      <w:r w:rsidRPr="00ED3498">
        <w:rPr>
          <w:rFonts w:eastAsia="Calibri"/>
          <w:vertAlign w:val="subscript"/>
        </w:rPr>
        <w:t xml:space="preserve">, </w:t>
      </w:r>
    </w:p>
    <w:p w14:paraId="0EA1E29A" w14:textId="77777777" w:rsidR="003F580A" w:rsidRPr="00ED3498" w:rsidRDefault="003F580A" w:rsidP="003F580A">
      <w:pPr>
        <w:spacing w:after="240"/>
        <w:ind w:left="3330" w:hanging="450"/>
      </w:pPr>
      <w:r w:rsidRPr="00ED3498">
        <w:t>∑</w:t>
      </w:r>
      <w:proofErr w:type="spellStart"/>
      <w:r w:rsidRPr="00ED3498">
        <w:rPr>
          <w:rFonts w:eastAsia="Calibri"/>
          <w:i/>
          <w:vertAlign w:val="subscript"/>
        </w:rPr>
        <w:t>mp</w:t>
      </w:r>
      <w:proofErr w:type="spellEnd"/>
      <w:r w:rsidRPr="00ED3498">
        <w:rPr>
          <w:rFonts w:eastAsia="Calibri"/>
        </w:rPr>
        <w:t> </w:t>
      </w:r>
      <w:r w:rsidRPr="00ED3498">
        <w:t>(</w:t>
      </w:r>
      <w:r w:rsidRPr="00ED3498">
        <w:rPr>
          <w:rFonts w:eastAsia="Calibri"/>
        </w:rPr>
        <w:t>SDCDAOPT </w:t>
      </w:r>
      <w:proofErr w:type="spellStart"/>
      <w:r w:rsidRPr="00ED3498">
        <w:rPr>
          <w:rFonts w:eastAsia="Calibri"/>
          <w:i/>
          <w:vertAlign w:val="subscript"/>
        </w:rPr>
        <w:t>mp</w:t>
      </w:r>
      <w:proofErr w:type="spellEnd"/>
      <w:r w:rsidRPr="00ED3498">
        <w:rPr>
          <w:rFonts w:eastAsia="Calibri"/>
          <w:vertAlign w:val="subscript"/>
        </w:rPr>
        <w:t xml:space="preserve"> </w:t>
      </w:r>
      <w:r w:rsidRPr="00ED3498">
        <w:rPr>
          <w:rFonts w:eastAsia="Calibri"/>
        </w:rPr>
        <w:t>+ SDCDAOBL </w:t>
      </w:r>
      <w:proofErr w:type="spellStart"/>
      <w:r w:rsidRPr="00ED3498">
        <w:rPr>
          <w:rFonts w:eastAsia="Calibri"/>
          <w:i/>
          <w:vertAlign w:val="subscript"/>
        </w:rPr>
        <w:t>mp</w:t>
      </w:r>
      <w:proofErr w:type="spellEnd"/>
      <w:r w:rsidRPr="00ED3498">
        <w:rPr>
          <w:rFonts w:eastAsia="Calibri"/>
          <w:vertAlign w:val="subscript"/>
        </w:rPr>
        <w:t xml:space="preserve"> </w:t>
      </w:r>
      <w:r w:rsidRPr="00ED3498">
        <w:rPr>
          <w:rFonts w:eastAsia="Calibri"/>
        </w:rPr>
        <w:t>+</w:t>
      </w:r>
      <w:r w:rsidRPr="00ED3498">
        <w:rPr>
          <w:rFonts w:eastAsia="Calibri"/>
          <w:vertAlign w:val="subscript"/>
        </w:rPr>
        <w:t xml:space="preserve"> </w:t>
      </w:r>
      <w:r w:rsidRPr="00ED3498">
        <w:rPr>
          <w:rFonts w:eastAsia="Calibri"/>
        </w:rPr>
        <w:t>SDCOPTS </w:t>
      </w:r>
      <w:proofErr w:type="spellStart"/>
      <w:r w:rsidRPr="00ED3498">
        <w:rPr>
          <w:rFonts w:eastAsia="Calibri"/>
          <w:i/>
          <w:vertAlign w:val="subscript"/>
        </w:rPr>
        <w:t>mp</w:t>
      </w:r>
      <w:proofErr w:type="spellEnd"/>
      <w:r w:rsidRPr="00ED3498">
        <w:rPr>
          <w:rFonts w:eastAsia="Calibri"/>
          <w:vertAlign w:val="subscript"/>
        </w:rPr>
        <w:t xml:space="preserve"> </w:t>
      </w:r>
      <w:r w:rsidRPr="00ED3498">
        <w:rPr>
          <w:rFonts w:eastAsia="Calibri"/>
        </w:rPr>
        <w:t>+</w:t>
      </w:r>
      <w:r w:rsidRPr="00ED3498">
        <w:rPr>
          <w:rFonts w:eastAsia="Calibri"/>
          <w:vertAlign w:val="subscript"/>
        </w:rPr>
        <w:t xml:space="preserve">    </w:t>
      </w:r>
      <w:r w:rsidRPr="00ED3498">
        <w:rPr>
          <w:rFonts w:eastAsia="Calibri"/>
        </w:rPr>
        <w:t>SDCOBLS </w:t>
      </w:r>
      <w:proofErr w:type="spellStart"/>
      <w:r w:rsidRPr="00ED3498">
        <w:rPr>
          <w:rFonts w:eastAsia="Calibri"/>
          <w:i/>
          <w:vertAlign w:val="subscript"/>
        </w:rPr>
        <w:t>mp</w:t>
      </w:r>
      <w:proofErr w:type="spellEnd"/>
      <w:r w:rsidRPr="00ED3498">
        <w:t xml:space="preserve">), </w:t>
      </w:r>
    </w:p>
    <w:p w14:paraId="737EEC35" w14:textId="77777777" w:rsidR="003F580A" w:rsidRPr="00ED3498" w:rsidRDefault="003F580A" w:rsidP="003F580A">
      <w:pPr>
        <w:spacing w:after="240"/>
        <w:ind w:left="2160" w:firstLine="720"/>
      </w:pPr>
      <w:r w:rsidRPr="00ED3498">
        <w:t>∑</w:t>
      </w:r>
      <w:proofErr w:type="spellStart"/>
      <w:r w:rsidRPr="00ED3498">
        <w:rPr>
          <w:rFonts w:eastAsia="Calibri"/>
          <w:i/>
          <w:vertAlign w:val="subscript"/>
        </w:rPr>
        <w:t>mp</w:t>
      </w:r>
      <w:proofErr w:type="spellEnd"/>
      <w:r w:rsidRPr="00ED3498">
        <w:rPr>
          <w:rFonts w:eastAsia="Calibri"/>
        </w:rPr>
        <w:t> </w:t>
      </w:r>
      <w:r w:rsidRPr="00ED3498">
        <w:t>(</w:t>
      </w:r>
      <w:r w:rsidRPr="00ED3498">
        <w:rPr>
          <w:rFonts w:eastAsia="Calibri"/>
        </w:rPr>
        <w:t>SDCOPTP </w:t>
      </w:r>
      <w:proofErr w:type="spellStart"/>
      <w:r w:rsidRPr="00ED3498">
        <w:rPr>
          <w:rFonts w:eastAsia="Calibri"/>
          <w:i/>
          <w:vertAlign w:val="subscript"/>
        </w:rPr>
        <w:t>mp</w:t>
      </w:r>
      <w:proofErr w:type="spellEnd"/>
      <w:r w:rsidRPr="00ED3498">
        <w:rPr>
          <w:rFonts w:eastAsia="Calibri"/>
          <w:vertAlign w:val="subscript"/>
        </w:rPr>
        <w:t xml:space="preserve"> </w:t>
      </w:r>
      <w:r w:rsidRPr="00ED3498">
        <w:rPr>
          <w:rFonts w:eastAsia="Calibri"/>
        </w:rPr>
        <w:t>+ SDCOBLP </w:t>
      </w:r>
      <w:proofErr w:type="spellStart"/>
      <w:r w:rsidRPr="00ED3498">
        <w:rPr>
          <w:rFonts w:eastAsia="Calibri"/>
          <w:i/>
          <w:vertAlign w:val="subscript"/>
        </w:rPr>
        <w:t>mp</w:t>
      </w:r>
      <w:proofErr w:type="spellEnd"/>
      <w:r w:rsidRPr="00ED3498">
        <w:t xml:space="preserve">)} </w:t>
      </w:r>
    </w:p>
    <w:p w14:paraId="6738AB48" w14:textId="77777777" w:rsidR="003F580A" w:rsidRPr="00ED3498" w:rsidRDefault="003F580A" w:rsidP="00C745C0">
      <w:pPr>
        <w:spacing w:after="240"/>
        <w:ind w:left="1440"/>
        <w:rPr>
          <w:rFonts w:eastAsia="Calibri"/>
        </w:rPr>
      </w:pPr>
      <w:r w:rsidRPr="00ED3498">
        <w:rPr>
          <w:rFonts w:eastAsia="Calibri"/>
        </w:rPr>
        <w:t>SDC</w:t>
      </w:r>
      <w:r w:rsidRPr="00ED3498">
        <w:t>MMATOT = ∑</w:t>
      </w:r>
      <w:r w:rsidRPr="00ED3498">
        <w:rPr>
          <w:rFonts w:eastAsia="Calibri"/>
          <w:i/>
          <w:vertAlign w:val="subscript"/>
        </w:rPr>
        <w:t>cp</w:t>
      </w:r>
      <w:r w:rsidRPr="00ED3498">
        <w:rPr>
          <w:rFonts w:eastAsia="Calibri"/>
        </w:rPr>
        <w:t> (SDC</w:t>
      </w:r>
      <w:r w:rsidRPr="00ED3498">
        <w:rPr>
          <w:lang w:val="pt-BR"/>
        </w:rPr>
        <w:t xml:space="preserve">MMA </w:t>
      </w:r>
      <w:r w:rsidRPr="00ED3498">
        <w:rPr>
          <w:rFonts w:eastAsia="Calibri"/>
          <w:i/>
          <w:vertAlign w:val="subscript"/>
        </w:rPr>
        <w:t>cp</w:t>
      </w:r>
      <w:r w:rsidRPr="00ED3498">
        <w:rPr>
          <w:rFonts w:eastAsia="Calibri"/>
        </w:rPr>
        <w:t>)</w:t>
      </w:r>
    </w:p>
    <w:p w14:paraId="040FD714" w14:textId="77777777" w:rsidR="003F580A" w:rsidRPr="00ED3498" w:rsidRDefault="003F580A" w:rsidP="003F580A">
      <w:pPr>
        <w:spacing w:after="240"/>
        <w:ind w:left="720"/>
        <w:rPr>
          <w:rFonts w:eastAsia="Calibri"/>
        </w:rPr>
      </w:pPr>
      <w:r w:rsidRPr="00ED3498">
        <w:rPr>
          <w:rFonts w:eastAsia="Calibri"/>
        </w:rPr>
        <w:t>Where:</w:t>
      </w:r>
    </w:p>
    <w:p w14:paraId="6EBADFA6" w14:textId="77777777" w:rsidR="003F580A" w:rsidRPr="00ED3498" w:rsidRDefault="003F580A" w:rsidP="003F580A">
      <w:pPr>
        <w:tabs>
          <w:tab w:val="left" w:pos="2340"/>
          <w:tab w:val="left" w:pos="3420"/>
        </w:tabs>
        <w:spacing w:after="240"/>
        <w:ind w:left="3420" w:hanging="2700"/>
        <w:rPr>
          <w:rFonts w:eastAsia="Calibri"/>
          <w:bCs/>
        </w:rPr>
      </w:pPr>
      <w:r w:rsidRPr="00ED3498">
        <w:rPr>
          <w:rFonts w:eastAsia="Calibri"/>
          <w:b/>
          <w:bCs/>
        </w:rPr>
        <w:lastRenderedPageBreak/>
        <w:t>S</w:t>
      </w:r>
      <w:r w:rsidRPr="00ED3498">
        <w:rPr>
          <w:rFonts w:eastAsia="Calibri"/>
        </w:rPr>
        <w:t>DC</w:t>
      </w:r>
      <w:r w:rsidRPr="00ED3498">
        <w:rPr>
          <w:bCs/>
        </w:rPr>
        <w:t>RTMG </w:t>
      </w:r>
      <w:proofErr w:type="spellStart"/>
      <w:r w:rsidRPr="00ED3498">
        <w:rPr>
          <w:bCs/>
          <w:i/>
          <w:vertAlign w:val="subscript"/>
        </w:rPr>
        <w:t>mp</w:t>
      </w:r>
      <w:proofErr w:type="spellEnd"/>
      <w:r w:rsidRPr="00ED3498">
        <w:rPr>
          <w:rFonts w:eastAsia="Calibri"/>
          <w:bCs/>
        </w:rPr>
        <w:t xml:space="preserve"> = </w:t>
      </w:r>
      <w:r w:rsidRPr="00ED3498">
        <w:rPr>
          <w:bCs/>
        </w:rPr>
        <w:t>∑</w:t>
      </w:r>
      <w:r w:rsidRPr="00ED3498">
        <w:rPr>
          <w:bCs/>
          <w:i/>
          <w:vertAlign w:val="subscript"/>
        </w:rPr>
        <w:t xml:space="preserve"> r, p, </w:t>
      </w:r>
      <w:proofErr w:type="spellStart"/>
      <w:r w:rsidRPr="00ED3498">
        <w:rPr>
          <w:bCs/>
          <w:i/>
          <w:vertAlign w:val="subscript"/>
        </w:rPr>
        <w:t>i</w:t>
      </w:r>
      <w:proofErr w:type="spellEnd"/>
      <w:r w:rsidRPr="00ED3498">
        <w:rPr>
          <w:bCs/>
        </w:rPr>
        <w:t xml:space="preserve"> (RTMG </w:t>
      </w:r>
      <w:proofErr w:type="spellStart"/>
      <w:r w:rsidRPr="00ED3498">
        <w:rPr>
          <w:bCs/>
          <w:i/>
          <w:vertAlign w:val="subscript"/>
        </w:rPr>
        <w:t>mp</w:t>
      </w:r>
      <w:proofErr w:type="spellEnd"/>
      <w:r w:rsidRPr="00ED3498">
        <w:rPr>
          <w:bCs/>
          <w:i/>
          <w:vertAlign w:val="subscript"/>
        </w:rPr>
        <w:t xml:space="preserve">, r, p, </w:t>
      </w:r>
      <w:proofErr w:type="spellStart"/>
      <w:r w:rsidRPr="00ED3498">
        <w:rPr>
          <w:bCs/>
          <w:i/>
          <w:vertAlign w:val="subscript"/>
        </w:rPr>
        <w:t>i</w:t>
      </w:r>
      <w:proofErr w:type="spellEnd"/>
      <w:r w:rsidRPr="00ED3498">
        <w:rPr>
          <w:bCs/>
        </w:rPr>
        <w:t>), excluding RTMG for Reliability Must-Run (RMR) Resources and RTMG in Reliability Unit Commitment (RUC)-Committed Intervals for RUC-committed Resources</w:t>
      </w:r>
    </w:p>
    <w:p w14:paraId="1222C4CA" w14:textId="77777777" w:rsidR="003F580A" w:rsidRPr="00ED3498" w:rsidRDefault="003F580A" w:rsidP="003F580A">
      <w:pPr>
        <w:tabs>
          <w:tab w:val="left" w:pos="2340"/>
          <w:tab w:val="left" w:pos="3420"/>
        </w:tabs>
        <w:spacing w:after="240"/>
        <w:ind w:left="3420" w:hanging="2700"/>
        <w:rPr>
          <w:rFonts w:eastAsia="Calibri"/>
          <w:bCs/>
        </w:rPr>
      </w:pPr>
      <w:r w:rsidRPr="00ED3498">
        <w:rPr>
          <w:rFonts w:eastAsia="Calibri"/>
          <w:b/>
          <w:bCs/>
        </w:rPr>
        <w:t>S</w:t>
      </w:r>
      <w:r w:rsidRPr="00ED3498">
        <w:rPr>
          <w:rFonts w:eastAsia="Calibri"/>
        </w:rPr>
        <w:t>DC</w:t>
      </w:r>
      <w:r w:rsidRPr="00ED3498">
        <w:rPr>
          <w:rFonts w:eastAsia="Calibri"/>
          <w:bCs/>
        </w:rPr>
        <w:t>RTDCIMP</w:t>
      </w:r>
      <w:r w:rsidRPr="00ED3498">
        <w:rPr>
          <w:bCs/>
        </w:rPr>
        <w:t> </w:t>
      </w:r>
      <w:proofErr w:type="spellStart"/>
      <w:r w:rsidRPr="00ED3498">
        <w:rPr>
          <w:bCs/>
          <w:i/>
          <w:vertAlign w:val="subscript"/>
        </w:rPr>
        <w:t>mp</w:t>
      </w:r>
      <w:proofErr w:type="spellEnd"/>
      <w:r w:rsidRPr="00ED3498">
        <w:rPr>
          <w:rFonts w:eastAsia="Calibri"/>
          <w:bCs/>
        </w:rPr>
        <w:t xml:space="preserve"> = </w:t>
      </w:r>
      <w:r w:rsidRPr="00ED3498">
        <w:rPr>
          <w:bCs/>
        </w:rPr>
        <w:t>∑</w:t>
      </w:r>
      <w:r w:rsidRPr="00ED3498">
        <w:rPr>
          <w:bCs/>
          <w:i/>
          <w:vertAlign w:val="subscript"/>
        </w:rPr>
        <w:t xml:space="preserve">p, </w:t>
      </w:r>
      <w:proofErr w:type="spellStart"/>
      <w:r w:rsidRPr="00ED3498">
        <w:rPr>
          <w:bCs/>
          <w:i/>
          <w:vertAlign w:val="subscript"/>
        </w:rPr>
        <w:t>i</w:t>
      </w:r>
      <w:proofErr w:type="spellEnd"/>
      <w:r w:rsidRPr="00ED3498">
        <w:rPr>
          <w:bCs/>
        </w:rPr>
        <w:t xml:space="preserve"> (RTDCIMP </w:t>
      </w:r>
      <w:proofErr w:type="spellStart"/>
      <w:r w:rsidRPr="00ED3498">
        <w:rPr>
          <w:bCs/>
          <w:i/>
          <w:vertAlign w:val="subscript"/>
        </w:rPr>
        <w:t>mp</w:t>
      </w:r>
      <w:proofErr w:type="spellEnd"/>
      <w:r w:rsidRPr="00ED3498">
        <w:rPr>
          <w:bCs/>
          <w:i/>
          <w:vertAlign w:val="subscript"/>
        </w:rPr>
        <w:t xml:space="preserve">, p, </w:t>
      </w:r>
      <w:proofErr w:type="spellStart"/>
      <w:r w:rsidRPr="00ED3498">
        <w:rPr>
          <w:bCs/>
          <w:i/>
          <w:vertAlign w:val="subscript"/>
        </w:rPr>
        <w:t>i</w:t>
      </w:r>
      <w:proofErr w:type="spellEnd"/>
      <w:r w:rsidRPr="00ED3498">
        <w:rPr>
          <w:bCs/>
        </w:rPr>
        <w:t>) / 4</w:t>
      </w:r>
    </w:p>
    <w:p w14:paraId="5AE438FF"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RTAML</w:t>
      </w:r>
      <w:r w:rsidRPr="00ED3498">
        <w:rPr>
          <w:bCs/>
        </w:rPr>
        <w:t> </w:t>
      </w:r>
      <w:proofErr w:type="spellStart"/>
      <w:r w:rsidRPr="00ED3498">
        <w:rPr>
          <w:bCs/>
          <w:i/>
          <w:vertAlign w:val="subscript"/>
        </w:rPr>
        <w:t>mp</w:t>
      </w:r>
      <w:proofErr w:type="spellEnd"/>
      <w:r w:rsidRPr="00ED3498">
        <w:rPr>
          <w:rFonts w:eastAsia="Calibri"/>
          <w:bCs/>
        </w:rPr>
        <w:t xml:space="preserve"> = max(0,</w:t>
      </w:r>
      <w:r w:rsidRPr="00ED3498">
        <w:rPr>
          <w:bCs/>
        </w:rPr>
        <w:t>∑</w:t>
      </w:r>
      <w:r w:rsidRPr="00ED3498">
        <w:rPr>
          <w:bCs/>
          <w:i/>
          <w:vertAlign w:val="subscript"/>
        </w:rPr>
        <w:t xml:space="preserve">p, </w:t>
      </w:r>
      <w:proofErr w:type="spellStart"/>
      <w:r w:rsidRPr="00ED3498">
        <w:rPr>
          <w:bCs/>
          <w:i/>
          <w:vertAlign w:val="subscript"/>
        </w:rPr>
        <w:t>i</w:t>
      </w:r>
      <w:proofErr w:type="spellEnd"/>
      <w:r w:rsidRPr="00ED3498">
        <w:rPr>
          <w:bCs/>
        </w:rPr>
        <w:t xml:space="preserve"> (RTAML </w:t>
      </w:r>
      <w:proofErr w:type="spellStart"/>
      <w:r w:rsidRPr="00ED3498">
        <w:rPr>
          <w:bCs/>
          <w:i/>
          <w:vertAlign w:val="subscript"/>
        </w:rPr>
        <w:t>mp</w:t>
      </w:r>
      <w:proofErr w:type="spellEnd"/>
      <w:r w:rsidRPr="00ED3498">
        <w:rPr>
          <w:bCs/>
          <w:i/>
          <w:vertAlign w:val="subscript"/>
        </w:rPr>
        <w:t xml:space="preserve">, p, </w:t>
      </w:r>
      <w:proofErr w:type="spellStart"/>
      <w:r w:rsidRPr="00ED3498">
        <w:rPr>
          <w:bCs/>
          <w:i/>
          <w:vertAlign w:val="subscript"/>
        </w:rPr>
        <w:t>i</w:t>
      </w:r>
      <w:proofErr w:type="spellEnd"/>
      <w:r w:rsidRPr="00ED3498">
        <w:rPr>
          <w:bCs/>
        </w:rPr>
        <w:t>))</w:t>
      </w:r>
    </w:p>
    <w:p w14:paraId="006B70A6"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RTQQES</w:t>
      </w:r>
      <w:r w:rsidRPr="00ED3498">
        <w:rPr>
          <w:bCs/>
        </w:rPr>
        <w:t> </w:t>
      </w:r>
      <w:proofErr w:type="spellStart"/>
      <w:r w:rsidRPr="00ED3498">
        <w:rPr>
          <w:bCs/>
          <w:i/>
          <w:vertAlign w:val="subscript"/>
        </w:rPr>
        <w:t>mp</w:t>
      </w:r>
      <w:proofErr w:type="spellEnd"/>
      <w:r w:rsidRPr="00ED3498">
        <w:rPr>
          <w:rFonts w:eastAsia="Calibri"/>
          <w:bCs/>
        </w:rPr>
        <w:t xml:space="preserve"> = </w:t>
      </w:r>
      <w:r w:rsidRPr="00ED3498">
        <w:rPr>
          <w:bCs/>
        </w:rPr>
        <w:t>∑</w:t>
      </w:r>
      <w:r w:rsidRPr="00ED3498">
        <w:rPr>
          <w:bCs/>
          <w:i/>
          <w:vertAlign w:val="subscript"/>
        </w:rPr>
        <w:t xml:space="preserve">p, </w:t>
      </w:r>
      <w:proofErr w:type="spellStart"/>
      <w:r w:rsidRPr="00ED3498">
        <w:rPr>
          <w:bCs/>
          <w:i/>
          <w:vertAlign w:val="subscript"/>
        </w:rPr>
        <w:t>i</w:t>
      </w:r>
      <w:proofErr w:type="spellEnd"/>
      <w:r w:rsidRPr="00ED3498">
        <w:rPr>
          <w:bCs/>
        </w:rPr>
        <w:t xml:space="preserve"> (</w:t>
      </w:r>
      <w:r w:rsidRPr="00ED3498">
        <w:rPr>
          <w:rFonts w:eastAsia="Calibri"/>
          <w:bCs/>
        </w:rPr>
        <w:t>RTQQES </w:t>
      </w:r>
      <w:proofErr w:type="spellStart"/>
      <w:r w:rsidRPr="00ED3498">
        <w:rPr>
          <w:bCs/>
          <w:i/>
          <w:vertAlign w:val="subscript"/>
        </w:rPr>
        <w:t>mp</w:t>
      </w:r>
      <w:proofErr w:type="spellEnd"/>
      <w:r w:rsidRPr="00ED3498">
        <w:rPr>
          <w:bCs/>
          <w:i/>
          <w:vertAlign w:val="subscript"/>
        </w:rPr>
        <w:t xml:space="preserve">, p, </w:t>
      </w:r>
      <w:proofErr w:type="spellStart"/>
      <w:r w:rsidRPr="00ED3498">
        <w:rPr>
          <w:bCs/>
          <w:i/>
          <w:vertAlign w:val="subscript"/>
        </w:rPr>
        <w:t>i</w:t>
      </w:r>
      <w:proofErr w:type="spellEnd"/>
      <w:r w:rsidRPr="00ED3498">
        <w:rPr>
          <w:bCs/>
        </w:rPr>
        <w:t>) / 4</w:t>
      </w:r>
    </w:p>
    <w:p w14:paraId="34CD33E6"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RTQQEP</w:t>
      </w:r>
      <w:r w:rsidRPr="00ED3498">
        <w:rPr>
          <w:bCs/>
        </w:rPr>
        <w:t> </w:t>
      </w:r>
      <w:proofErr w:type="spellStart"/>
      <w:r w:rsidRPr="00ED3498">
        <w:rPr>
          <w:bCs/>
          <w:i/>
          <w:vertAlign w:val="subscript"/>
        </w:rPr>
        <w:t>mp</w:t>
      </w:r>
      <w:proofErr w:type="spellEnd"/>
      <w:r w:rsidRPr="00ED3498">
        <w:rPr>
          <w:rFonts w:eastAsia="Calibri"/>
          <w:bCs/>
        </w:rPr>
        <w:t xml:space="preserve"> = </w:t>
      </w:r>
      <w:r w:rsidRPr="00ED3498">
        <w:rPr>
          <w:bCs/>
        </w:rPr>
        <w:t>∑</w:t>
      </w:r>
      <w:r w:rsidRPr="00ED3498">
        <w:rPr>
          <w:bCs/>
          <w:i/>
          <w:vertAlign w:val="subscript"/>
        </w:rPr>
        <w:t xml:space="preserve">p, </w:t>
      </w:r>
      <w:proofErr w:type="spellStart"/>
      <w:r w:rsidRPr="00ED3498">
        <w:rPr>
          <w:bCs/>
          <w:i/>
          <w:vertAlign w:val="subscript"/>
        </w:rPr>
        <w:t>i</w:t>
      </w:r>
      <w:proofErr w:type="spellEnd"/>
      <w:r w:rsidRPr="00ED3498">
        <w:rPr>
          <w:bCs/>
        </w:rPr>
        <w:t xml:space="preserve"> (</w:t>
      </w:r>
      <w:r w:rsidRPr="00ED3498">
        <w:rPr>
          <w:rFonts w:eastAsia="Calibri"/>
          <w:bCs/>
        </w:rPr>
        <w:t>RTQQEP </w:t>
      </w:r>
      <w:proofErr w:type="spellStart"/>
      <w:r w:rsidRPr="00ED3498">
        <w:rPr>
          <w:bCs/>
          <w:i/>
          <w:vertAlign w:val="subscript"/>
        </w:rPr>
        <w:t>mp</w:t>
      </w:r>
      <w:proofErr w:type="spellEnd"/>
      <w:r w:rsidRPr="00ED3498">
        <w:rPr>
          <w:bCs/>
          <w:i/>
          <w:vertAlign w:val="subscript"/>
        </w:rPr>
        <w:t xml:space="preserve">, p, </w:t>
      </w:r>
      <w:proofErr w:type="spellStart"/>
      <w:r w:rsidRPr="00ED3498">
        <w:rPr>
          <w:bCs/>
          <w:i/>
          <w:vertAlign w:val="subscript"/>
        </w:rPr>
        <w:t>i</w:t>
      </w:r>
      <w:proofErr w:type="spellEnd"/>
      <w:r w:rsidRPr="00ED3498">
        <w:rPr>
          <w:bCs/>
        </w:rPr>
        <w:t>) / 4</w:t>
      </w:r>
    </w:p>
    <w:p w14:paraId="3F4CBCBF"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DAES</w:t>
      </w:r>
      <w:r w:rsidRPr="00ED3498">
        <w:rPr>
          <w:bCs/>
        </w:rPr>
        <w:t> </w:t>
      </w:r>
      <w:proofErr w:type="spellStart"/>
      <w:r w:rsidRPr="00ED3498">
        <w:rPr>
          <w:bCs/>
          <w:i/>
          <w:vertAlign w:val="subscript"/>
        </w:rPr>
        <w:t>mp</w:t>
      </w:r>
      <w:proofErr w:type="spellEnd"/>
      <w:r w:rsidRPr="00ED3498">
        <w:rPr>
          <w:rFonts w:eastAsia="Calibri"/>
          <w:bCs/>
        </w:rPr>
        <w:t xml:space="preserve"> = </w:t>
      </w:r>
      <w:r w:rsidRPr="00ED3498">
        <w:rPr>
          <w:bCs/>
        </w:rPr>
        <w:t>∑</w:t>
      </w:r>
      <w:r w:rsidRPr="00ED3498">
        <w:rPr>
          <w:bCs/>
          <w:i/>
          <w:vertAlign w:val="subscript"/>
        </w:rPr>
        <w:t>p, h</w:t>
      </w:r>
      <w:r w:rsidRPr="00ED3498">
        <w:rPr>
          <w:bCs/>
        </w:rPr>
        <w:t xml:space="preserve"> (</w:t>
      </w:r>
      <w:r w:rsidRPr="00ED3498">
        <w:rPr>
          <w:rFonts w:eastAsia="Calibri"/>
          <w:bCs/>
        </w:rPr>
        <w:t>DAES </w:t>
      </w:r>
      <w:proofErr w:type="spellStart"/>
      <w:r w:rsidRPr="00ED3498">
        <w:rPr>
          <w:bCs/>
          <w:i/>
          <w:vertAlign w:val="subscript"/>
        </w:rPr>
        <w:t>mp</w:t>
      </w:r>
      <w:proofErr w:type="spellEnd"/>
      <w:r w:rsidRPr="00ED3498">
        <w:rPr>
          <w:bCs/>
          <w:i/>
          <w:vertAlign w:val="subscript"/>
        </w:rPr>
        <w:t>, p, h</w:t>
      </w:r>
      <w:r w:rsidRPr="00ED3498">
        <w:rPr>
          <w:bCs/>
        </w:rPr>
        <w:t>)</w:t>
      </w:r>
    </w:p>
    <w:p w14:paraId="7DF1C795"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DAEP</w:t>
      </w:r>
      <w:r w:rsidRPr="00ED3498">
        <w:rPr>
          <w:bCs/>
        </w:rPr>
        <w:t> </w:t>
      </w:r>
      <w:proofErr w:type="spellStart"/>
      <w:r w:rsidRPr="00ED3498">
        <w:rPr>
          <w:bCs/>
          <w:i/>
          <w:vertAlign w:val="subscript"/>
        </w:rPr>
        <w:t>mp</w:t>
      </w:r>
      <w:proofErr w:type="spellEnd"/>
      <w:r w:rsidRPr="00ED3498">
        <w:rPr>
          <w:rFonts w:eastAsia="Calibri"/>
          <w:bCs/>
        </w:rPr>
        <w:t xml:space="preserve"> = </w:t>
      </w:r>
      <w:r w:rsidRPr="00ED3498">
        <w:rPr>
          <w:bCs/>
        </w:rPr>
        <w:t>∑</w:t>
      </w:r>
      <w:r w:rsidRPr="00ED3498">
        <w:rPr>
          <w:bCs/>
          <w:i/>
          <w:vertAlign w:val="subscript"/>
        </w:rPr>
        <w:t>p, h</w:t>
      </w:r>
      <w:r w:rsidRPr="00ED3498">
        <w:rPr>
          <w:bCs/>
        </w:rPr>
        <w:t xml:space="preserve"> (</w:t>
      </w:r>
      <w:r w:rsidRPr="00ED3498">
        <w:rPr>
          <w:rFonts w:eastAsia="Calibri"/>
          <w:bCs/>
        </w:rPr>
        <w:t>DAEP </w:t>
      </w:r>
      <w:proofErr w:type="spellStart"/>
      <w:r w:rsidRPr="00ED3498">
        <w:rPr>
          <w:bCs/>
          <w:i/>
          <w:vertAlign w:val="subscript"/>
        </w:rPr>
        <w:t>mp</w:t>
      </w:r>
      <w:proofErr w:type="spellEnd"/>
      <w:r w:rsidRPr="00ED3498">
        <w:rPr>
          <w:bCs/>
          <w:i/>
          <w:vertAlign w:val="subscript"/>
        </w:rPr>
        <w:t>, p, h</w:t>
      </w:r>
      <w:r w:rsidRPr="00ED3498">
        <w:rPr>
          <w:bCs/>
        </w:rPr>
        <w:t>)</w:t>
      </w:r>
    </w:p>
    <w:p w14:paraId="3F829FB5"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RTOBL</w:t>
      </w:r>
      <w:r w:rsidRPr="00ED3498">
        <w:rPr>
          <w:bCs/>
        </w:rPr>
        <w:t> </w:t>
      </w:r>
      <w:proofErr w:type="spellStart"/>
      <w:r w:rsidRPr="00ED3498">
        <w:rPr>
          <w:bCs/>
          <w:i/>
          <w:vertAlign w:val="subscript"/>
        </w:rPr>
        <w:t>mp</w:t>
      </w:r>
      <w:proofErr w:type="spellEnd"/>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RTOBL</w:t>
      </w:r>
      <w:r w:rsidRPr="00ED3498">
        <w:rPr>
          <w:bCs/>
          <w:vertAlign w:val="subscript"/>
        </w:rPr>
        <w:t xml:space="preserve"> </w:t>
      </w:r>
      <w:proofErr w:type="spellStart"/>
      <w:r w:rsidRPr="00ED3498">
        <w:rPr>
          <w:bCs/>
          <w:i/>
          <w:vertAlign w:val="subscript"/>
        </w:rPr>
        <w:t>mp</w:t>
      </w:r>
      <w:proofErr w:type="spellEnd"/>
      <w:r w:rsidRPr="00ED3498">
        <w:rPr>
          <w:bCs/>
          <w:i/>
          <w:vertAlign w:val="subscript"/>
        </w:rPr>
        <w:t>, (</w:t>
      </w:r>
      <w:r w:rsidRPr="00ED3498">
        <w:rPr>
          <w:rFonts w:eastAsia="Calibri"/>
          <w:bCs/>
          <w:i/>
          <w:vertAlign w:val="subscript"/>
        </w:rPr>
        <w:t>j, k), h</w:t>
      </w:r>
      <w:r w:rsidRPr="00ED3498">
        <w:rPr>
          <w:bCs/>
        </w:rPr>
        <w:t>)</w:t>
      </w:r>
    </w:p>
    <w:p w14:paraId="1135B0E8"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RTOBLLO</w:t>
      </w:r>
      <w:r w:rsidRPr="00ED3498">
        <w:rPr>
          <w:bCs/>
        </w:rPr>
        <w:t> </w:t>
      </w:r>
      <w:proofErr w:type="spellStart"/>
      <w:r w:rsidRPr="00ED3498">
        <w:rPr>
          <w:bCs/>
          <w:i/>
          <w:vertAlign w:val="subscript"/>
        </w:rPr>
        <w:t>mp</w:t>
      </w:r>
      <w:proofErr w:type="spellEnd"/>
      <w:r w:rsidRPr="00ED3498">
        <w:rPr>
          <w:rFonts w:eastAsia="Calibri"/>
          <w:bCs/>
        </w:rPr>
        <w:t xml:space="preserve"> = </w:t>
      </w:r>
      <w:r w:rsidRPr="00ED3498">
        <w:rPr>
          <w:bCs/>
        </w:rPr>
        <w:t>∑</w:t>
      </w:r>
      <w:r w:rsidRPr="00ED3498">
        <w:rPr>
          <w:bCs/>
          <w:i/>
          <w:vertAlign w:val="subscript"/>
        </w:rPr>
        <w:t>(j, k), h</w:t>
      </w:r>
      <w:r w:rsidRPr="00ED3498">
        <w:rPr>
          <w:bCs/>
        </w:rPr>
        <w:t xml:space="preserve"> (RT</w:t>
      </w:r>
      <w:r w:rsidRPr="00ED3498">
        <w:rPr>
          <w:rFonts w:eastAsia="Calibri"/>
          <w:bCs/>
        </w:rPr>
        <w:t>OBLLO</w:t>
      </w:r>
      <w:r w:rsidRPr="00ED3498">
        <w:rPr>
          <w:bCs/>
          <w:vertAlign w:val="subscript"/>
        </w:rPr>
        <w:t xml:space="preserve"> </w:t>
      </w:r>
      <w:proofErr w:type="spellStart"/>
      <w:r w:rsidRPr="00ED3498">
        <w:rPr>
          <w:bCs/>
          <w:i/>
          <w:vertAlign w:val="subscript"/>
        </w:rPr>
        <w:t>mp</w:t>
      </w:r>
      <w:proofErr w:type="spellEnd"/>
      <w:r w:rsidRPr="00ED3498">
        <w:rPr>
          <w:bCs/>
          <w:i/>
          <w:vertAlign w:val="subscript"/>
        </w:rPr>
        <w:t>, (</w:t>
      </w:r>
      <w:r w:rsidRPr="00ED3498">
        <w:rPr>
          <w:rFonts w:eastAsia="Calibri"/>
          <w:bCs/>
          <w:i/>
          <w:vertAlign w:val="subscript"/>
        </w:rPr>
        <w:t>j, k), h</w:t>
      </w:r>
      <w:r w:rsidRPr="00ED3498">
        <w:rPr>
          <w:bCs/>
        </w:rPr>
        <w:t>)</w:t>
      </w:r>
    </w:p>
    <w:p w14:paraId="53D07911"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bCs/>
        </w:rPr>
        <w:t>DAOPT </w:t>
      </w:r>
      <w:proofErr w:type="spellStart"/>
      <w:r w:rsidRPr="00ED3498">
        <w:rPr>
          <w:bCs/>
          <w:i/>
          <w:vertAlign w:val="subscript"/>
        </w:rPr>
        <w:t>mp</w:t>
      </w:r>
      <w:proofErr w:type="spellEnd"/>
      <w:r w:rsidRPr="00ED3498">
        <w:rPr>
          <w:rFonts w:eastAsia="Calibri"/>
          <w:bCs/>
        </w:rPr>
        <w:t xml:space="preserve"> = </w:t>
      </w:r>
      <w:r w:rsidRPr="00ED3498">
        <w:rPr>
          <w:bCs/>
        </w:rPr>
        <w:t>∑</w:t>
      </w:r>
      <w:r w:rsidRPr="00ED3498">
        <w:rPr>
          <w:bCs/>
          <w:i/>
          <w:vertAlign w:val="subscript"/>
        </w:rPr>
        <w:t>(j, k), h</w:t>
      </w:r>
      <w:r w:rsidRPr="00ED3498">
        <w:rPr>
          <w:bCs/>
        </w:rPr>
        <w:t xml:space="preserve"> (</w:t>
      </w:r>
      <w:r w:rsidRPr="00ED3498">
        <w:rPr>
          <w:rFonts w:eastAsia="Calibri"/>
          <w:bCs/>
        </w:rPr>
        <w:t>OPT</w:t>
      </w:r>
      <w:r w:rsidRPr="00ED3498">
        <w:rPr>
          <w:bCs/>
          <w:vertAlign w:val="subscript"/>
        </w:rPr>
        <w:t xml:space="preserve"> </w:t>
      </w:r>
      <w:proofErr w:type="spellStart"/>
      <w:r w:rsidRPr="00ED3498">
        <w:rPr>
          <w:bCs/>
          <w:i/>
          <w:vertAlign w:val="subscript"/>
        </w:rPr>
        <w:t>mp</w:t>
      </w:r>
      <w:proofErr w:type="spellEnd"/>
      <w:r w:rsidRPr="00ED3498">
        <w:rPr>
          <w:bCs/>
          <w:i/>
          <w:vertAlign w:val="subscript"/>
        </w:rPr>
        <w:t>, (</w:t>
      </w:r>
      <w:r w:rsidRPr="00ED3498">
        <w:rPr>
          <w:rFonts w:eastAsia="Calibri"/>
          <w:bCs/>
          <w:i/>
          <w:vertAlign w:val="subscript"/>
        </w:rPr>
        <w:t>j, k), h</w:t>
      </w:r>
      <w:r w:rsidRPr="00ED3498">
        <w:rPr>
          <w:bCs/>
        </w:rPr>
        <w:t>)</w:t>
      </w:r>
    </w:p>
    <w:p w14:paraId="7FC15145"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DAOBL</w:t>
      </w:r>
      <w:r w:rsidRPr="00ED3498">
        <w:rPr>
          <w:bCs/>
        </w:rPr>
        <w:t> </w:t>
      </w:r>
      <w:proofErr w:type="spellStart"/>
      <w:r w:rsidRPr="00ED3498">
        <w:rPr>
          <w:bCs/>
          <w:i/>
          <w:vertAlign w:val="subscript"/>
        </w:rPr>
        <w:t>mp</w:t>
      </w:r>
      <w:proofErr w:type="spellEnd"/>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DAOBL</w:t>
      </w:r>
      <w:r w:rsidRPr="00ED3498">
        <w:rPr>
          <w:bCs/>
          <w:vertAlign w:val="subscript"/>
        </w:rPr>
        <w:t xml:space="preserve"> </w:t>
      </w:r>
      <w:proofErr w:type="spellStart"/>
      <w:r w:rsidRPr="00ED3498">
        <w:rPr>
          <w:bCs/>
          <w:i/>
          <w:vertAlign w:val="subscript"/>
        </w:rPr>
        <w:t>mp</w:t>
      </w:r>
      <w:proofErr w:type="spellEnd"/>
      <w:r w:rsidRPr="00ED3498">
        <w:rPr>
          <w:bCs/>
          <w:i/>
          <w:vertAlign w:val="subscript"/>
        </w:rPr>
        <w:t>, (</w:t>
      </w:r>
      <w:r w:rsidRPr="00ED3498">
        <w:rPr>
          <w:rFonts w:eastAsia="Calibri"/>
          <w:bCs/>
          <w:i/>
          <w:vertAlign w:val="subscript"/>
        </w:rPr>
        <w:t>j, k), h</w:t>
      </w:r>
      <w:r w:rsidRPr="00ED3498">
        <w:rPr>
          <w:bCs/>
        </w:rPr>
        <w:t>)</w:t>
      </w:r>
    </w:p>
    <w:p w14:paraId="3657CAF0"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OPTS</w:t>
      </w:r>
      <w:r w:rsidRPr="00ED3498">
        <w:rPr>
          <w:bCs/>
        </w:rPr>
        <w:t> </w:t>
      </w:r>
      <w:proofErr w:type="spellStart"/>
      <w:r w:rsidRPr="00ED3498">
        <w:rPr>
          <w:bCs/>
          <w:i/>
          <w:vertAlign w:val="subscript"/>
        </w:rPr>
        <w:t>mp</w:t>
      </w:r>
      <w:proofErr w:type="spellEnd"/>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OPTS</w:t>
      </w:r>
      <w:r w:rsidRPr="00ED3498">
        <w:rPr>
          <w:bCs/>
          <w:vertAlign w:val="subscript"/>
        </w:rPr>
        <w:t xml:space="preserve"> </w:t>
      </w:r>
      <w:proofErr w:type="spellStart"/>
      <w:r w:rsidRPr="00ED3498">
        <w:rPr>
          <w:bCs/>
          <w:i/>
          <w:vertAlign w:val="subscript"/>
        </w:rPr>
        <w:t>mp</w:t>
      </w:r>
      <w:proofErr w:type="spellEnd"/>
      <w:r w:rsidRPr="00ED3498">
        <w:rPr>
          <w:bCs/>
          <w:i/>
          <w:vertAlign w:val="subscript"/>
        </w:rPr>
        <w:t>, (</w:t>
      </w:r>
      <w:r w:rsidRPr="00ED3498">
        <w:rPr>
          <w:rFonts w:eastAsia="Calibri"/>
          <w:bCs/>
          <w:i/>
          <w:vertAlign w:val="subscript"/>
        </w:rPr>
        <w:t>j, k), h</w:t>
      </w:r>
      <w:r w:rsidRPr="00ED3498">
        <w:rPr>
          <w:bCs/>
        </w:rPr>
        <w:t xml:space="preserve">) </w:t>
      </w:r>
    </w:p>
    <w:p w14:paraId="6111313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OBLS</w:t>
      </w:r>
      <w:r w:rsidRPr="00ED3498">
        <w:rPr>
          <w:bCs/>
        </w:rPr>
        <w:t> </w:t>
      </w:r>
      <w:proofErr w:type="spellStart"/>
      <w:r w:rsidRPr="00ED3498">
        <w:rPr>
          <w:bCs/>
          <w:i/>
          <w:vertAlign w:val="subscript"/>
        </w:rPr>
        <w:t>mp</w:t>
      </w:r>
      <w:proofErr w:type="spellEnd"/>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OBLS</w:t>
      </w:r>
      <w:r w:rsidRPr="00ED3498">
        <w:rPr>
          <w:bCs/>
          <w:vertAlign w:val="subscript"/>
        </w:rPr>
        <w:t xml:space="preserve"> </w:t>
      </w:r>
      <w:proofErr w:type="spellStart"/>
      <w:r w:rsidRPr="00ED3498">
        <w:rPr>
          <w:bCs/>
          <w:i/>
          <w:vertAlign w:val="subscript"/>
        </w:rPr>
        <w:t>mp</w:t>
      </w:r>
      <w:proofErr w:type="spellEnd"/>
      <w:r w:rsidRPr="00ED3498">
        <w:rPr>
          <w:bCs/>
          <w:i/>
          <w:vertAlign w:val="subscript"/>
        </w:rPr>
        <w:t>, (</w:t>
      </w:r>
      <w:r w:rsidRPr="00ED3498">
        <w:rPr>
          <w:rFonts w:eastAsia="Calibri"/>
          <w:bCs/>
          <w:i/>
          <w:vertAlign w:val="subscript"/>
        </w:rPr>
        <w:t>j, k), h</w:t>
      </w:r>
      <w:r w:rsidRPr="00ED3498">
        <w:rPr>
          <w:bCs/>
        </w:rPr>
        <w:t>)</w:t>
      </w:r>
    </w:p>
    <w:p w14:paraId="6B9A6851"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OPTP</w:t>
      </w:r>
      <w:r w:rsidRPr="00ED3498">
        <w:rPr>
          <w:bCs/>
        </w:rPr>
        <w:t> </w:t>
      </w:r>
      <w:proofErr w:type="spellStart"/>
      <w:r w:rsidRPr="00ED3498">
        <w:rPr>
          <w:bCs/>
          <w:i/>
          <w:vertAlign w:val="subscript"/>
        </w:rPr>
        <w:t>mp</w:t>
      </w:r>
      <w:proofErr w:type="spellEnd"/>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OPTP</w:t>
      </w:r>
      <w:r w:rsidRPr="00ED3498">
        <w:rPr>
          <w:bCs/>
          <w:vertAlign w:val="subscript"/>
        </w:rPr>
        <w:t xml:space="preserve"> </w:t>
      </w:r>
      <w:proofErr w:type="spellStart"/>
      <w:r w:rsidRPr="00ED3498">
        <w:rPr>
          <w:bCs/>
          <w:i/>
          <w:vertAlign w:val="subscript"/>
        </w:rPr>
        <w:t>mp</w:t>
      </w:r>
      <w:proofErr w:type="spellEnd"/>
      <w:r w:rsidRPr="00ED3498">
        <w:rPr>
          <w:bCs/>
          <w:i/>
          <w:vertAlign w:val="subscript"/>
        </w:rPr>
        <w:t xml:space="preserve">, </w:t>
      </w:r>
      <w:r w:rsidRPr="00ED3498">
        <w:rPr>
          <w:rFonts w:eastAsia="Calibri"/>
          <w:bCs/>
          <w:i/>
          <w:vertAlign w:val="subscript"/>
        </w:rPr>
        <w:t>j, h</w:t>
      </w:r>
      <w:r w:rsidRPr="00ED3498">
        <w:rPr>
          <w:bCs/>
        </w:rPr>
        <w:t>)</w:t>
      </w:r>
    </w:p>
    <w:p w14:paraId="1DA0DAFF"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OBLP</w:t>
      </w:r>
      <w:r w:rsidRPr="00ED3498">
        <w:rPr>
          <w:bCs/>
        </w:rPr>
        <w:t> </w:t>
      </w:r>
      <w:proofErr w:type="spellStart"/>
      <w:r w:rsidRPr="00ED3498">
        <w:rPr>
          <w:bCs/>
          <w:i/>
          <w:vertAlign w:val="subscript"/>
        </w:rPr>
        <w:t>mp</w:t>
      </w:r>
      <w:proofErr w:type="spellEnd"/>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OBLP</w:t>
      </w:r>
      <w:r w:rsidRPr="00ED3498">
        <w:rPr>
          <w:bCs/>
          <w:vertAlign w:val="subscript"/>
        </w:rPr>
        <w:t xml:space="preserve"> </w:t>
      </w:r>
      <w:proofErr w:type="spellStart"/>
      <w:r w:rsidRPr="00ED3498">
        <w:rPr>
          <w:bCs/>
          <w:i/>
          <w:vertAlign w:val="subscript"/>
        </w:rPr>
        <w:t>mp</w:t>
      </w:r>
      <w:proofErr w:type="spellEnd"/>
      <w:r w:rsidRPr="00ED3498">
        <w:rPr>
          <w:bCs/>
          <w:i/>
          <w:vertAlign w:val="subscript"/>
        </w:rPr>
        <w:t>, (</w:t>
      </w:r>
      <w:r w:rsidRPr="00ED3498">
        <w:rPr>
          <w:rFonts w:eastAsia="Calibri"/>
          <w:bCs/>
          <w:i/>
          <w:vertAlign w:val="subscript"/>
        </w:rPr>
        <w:t>j, k), h</w:t>
      </w:r>
      <w:r w:rsidRPr="00ED3498">
        <w:rPr>
          <w:bCs/>
        </w:rPr>
        <w:t>)</w:t>
      </w:r>
    </w:p>
    <w:p w14:paraId="3EFE2DF2"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bCs/>
        </w:rPr>
        <w:t>WSLTOT</w:t>
      </w:r>
      <w:r w:rsidRPr="00ED3498">
        <w:rPr>
          <w:bCs/>
          <w:i/>
          <w:vertAlign w:val="subscript"/>
        </w:rPr>
        <w:t xml:space="preserve"> </w:t>
      </w:r>
      <w:proofErr w:type="spellStart"/>
      <w:r w:rsidRPr="00ED3498">
        <w:rPr>
          <w:bCs/>
          <w:i/>
          <w:vertAlign w:val="subscript"/>
        </w:rPr>
        <w:t>mp</w:t>
      </w:r>
      <w:proofErr w:type="spellEnd"/>
      <w:r w:rsidRPr="00ED3498">
        <w:rPr>
          <w:bCs/>
        </w:rPr>
        <w:t xml:space="preserve"> = (-1) * ∑</w:t>
      </w:r>
      <w:r w:rsidRPr="00ED3498">
        <w:rPr>
          <w:bCs/>
          <w:i/>
          <w:vertAlign w:val="subscript"/>
        </w:rPr>
        <w:t>r, b</w:t>
      </w:r>
      <w:r w:rsidRPr="00ED3498">
        <w:rPr>
          <w:bCs/>
        </w:rPr>
        <w:t xml:space="preserve"> (MEBL </w:t>
      </w:r>
      <w:proofErr w:type="spellStart"/>
      <w:r w:rsidRPr="00ED3498">
        <w:rPr>
          <w:bCs/>
          <w:i/>
          <w:vertAlign w:val="subscript"/>
        </w:rPr>
        <w:t>mp</w:t>
      </w:r>
      <w:proofErr w:type="spellEnd"/>
      <w:r w:rsidRPr="00ED3498">
        <w:rPr>
          <w:bCs/>
          <w:i/>
          <w:vertAlign w:val="subscript"/>
        </w:rPr>
        <w:t>, r, b</w:t>
      </w:r>
      <w:r w:rsidRPr="00ED3498">
        <w:rPr>
          <w:bCs/>
        </w:rPr>
        <w:t>)</w:t>
      </w:r>
    </w:p>
    <w:p w14:paraId="3835776E" w14:textId="77777777" w:rsidR="003F580A" w:rsidRPr="00ED3498" w:rsidRDefault="003F580A" w:rsidP="00C745C0">
      <w:pPr>
        <w:rPr>
          <w:rFonts w:eastAsia="Calibri"/>
        </w:rPr>
      </w:pPr>
      <w:r w:rsidRPr="00ED3498">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3F580A" w:rsidRPr="00ED3498" w14:paraId="130F3B54" w14:textId="77777777" w:rsidTr="000C6618">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76337A9E" w14:textId="77777777" w:rsidR="003F580A" w:rsidRPr="00ED3498" w:rsidRDefault="003F580A" w:rsidP="000C6618">
            <w:pPr>
              <w:spacing w:after="240"/>
              <w:rPr>
                <w:b/>
                <w:iCs/>
                <w:sz w:val="20"/>
              </w:rPr>
            </w:pPr>
            <w:r w:rsidRPr="00ED3498">
              <w:rPr>
                <w:b/>
                <w:iCs/>
                <w:sz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2FF4006D" w14:textId="77777777" w:rsidR="003F580A" w:rsidRPr="00ED3498" w:rsidRDefault="003F580A" w:rsidP="000C6618">
            <w:pPr>
              <w:spacing w:after="240"/>
              <w:rPr>
                <w:b/>
                <w:iCs/>
                <w:sz w:val="20"/>
              </w:rPr>
            </w:pPr>
            <w:r w:rsidRPr="00ED3498">
              <w:rPr>
                <w:b/>
                <w:iCs/>
                <w:sz w:val="20"/>
              </w:rPr>
              <w:t>Unit</w:t>
            </w:r>
          </w:p>
        </w:tc>
        <w:tc>
          <w:tcPr>
            <w:tcW w:w="3567" w:type="pct"/>
            <w:tcBorders>
              <w:top w:val="single" w:sz="4" w:space="0" w:color="auto"/>
              <w:left w:val="single" w:sz="6" w:space="0" w:color="auto"/>
              <w:bottom w:val="single" w:sz="6" w:space="0" w:color="auto"/>
              <w:right w:val="single" w:sz="4" w:space="0" w:color="auto"/>
            </w:tcBorders>
            <w:hideMark/>
          </w:tcPr>
          <w:p w14:paraId="3EC12758" w14:textId="77777777" w:rsidR="003F580A" w:rsidRPr="00ED3498" w:rsidRDefault="003F580A" w:rsidP="000C6618">
            <w:pPr>
              <w:spacing w:after="240"/>
              <w:rPr>
                <w:b/>
                <w:iCs/>
                <w:sz w:val="20"/>
              </w:rPr>
            </w:pPr>
            <w:r w:rsidRPr="00ED3498">
              <w:rPr>
                <w:b/>
                <w:iCs/>
                <w:sz w:val="20"/>
              </w:rPr>
              <w:t>Definition</w:t>
            </w:r>
          </w:p>
        </w:tc>
      </w:tr>
      <w:tr w:rsidR="003F580A" w:rsidRPr="00ED3498" w14:paraId="7806E5DE"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A63CF9F" w14:textId="77777777" w:rsidR="003F580A" w:rsidRPr="00ED3498" w:rsidRDefault="003F580A" w:rsidP="000C6618">
            <w:pPr>
              <w:spacing w:after="60"/>
              <w:rPr>
                <w:iCs/>
                <w:color w:val="000000"/>
                <w:kern w:val="24"/>
                <w:sz w:val="20"/>
              </w:rPr>
            </w:pPr>
            <w:r w:rsidRPr="00ED3498">
              <w:rPr>
                <w:iCs/>
                <w:sz w:val="20"/>
                <w:lang w:val="pt-BR"/>
              </w:rPr>
              <w:t>S</w:t>
            </w:r>
            <w:r w:rsidRPr="00ED3498">
              <w:rPr>
                <w:rFonts w:eastAsia="Calibri"/>
                <w:bCs/>
                <w:iCs/>
                <w:sz w:val="20"/>
              </w:rPr>
              <w:t>DC</w:t>
            </w:r>
            <w:r w:rsidRPr="00ED3498">
              <w:rPr>
                <w:iCs/>
                <w:sz w:val="20"/>
                <w:lang w:val="pt-BR"/>
              </w:rPr>
              <w:t>RSCP</w:t>
            </w:r>
            <w:r w:rsidRPr="00ED3498">
              <w:rPr>
                <w:iCs/>
                <w:color w:val="000000"/>
                <w:kern w:val="24"/>
                <w:sz w:val="20"/>
                <w:lang w:val="pt-BR"/>
              </w:rPr>
              <w:t xml:space="preserve">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7220D2E3" w14:textId="77777777" w:rsidR="003F580A" w:rsidRPr="00ED3498" w:rsidRDefault="003F580A" w:rsidP="000C6618">
            <w:pPr>
              <w:spacing w:after="60"/>
              <w:rPr>
                <w:iCs/>
                <w:sz w:val="20"/>
              </w:rPr>
            </w:pPr>
            <w:r w:rsidRPr="00ED3498">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70473D48" w14:textId="77777777" w:rsidR="003F580A" w:rsidRPr="00ED3498" w:rsidRDefault="003F580A" w:rsidP="000C6618">
            <w:pPr>
              <w:spacing w:after="60"/>
              <w:rPr>
                <w:i/>
                <w:iCs/>
                <w:sz w:val="20"/>
              </w:rPr>
            </w:pPr>
            <w:r w:rsidRPr="00ED3498">
              <w:rPr>
                <w:i/>
                <w:iCs/>
                <w:sz w:val="20"/>
              </w:rPr>
              <w:t>Securitization Default Charge Ratio Share per Counter-Party</w:t>
            </w:r>
            <w:r w:rsidRPr="00ED3498">
              <w:rPr>
                <w:iCs/>
                <w:sz w:val="20"/>
              </w:rPr>
              <w:t xml:space="preserve">—The Counter-Party’s pro rata portion of the total Securitization Charges for a month. </w:t>
            </w:r>
          </w:p>
        </w:tc>
      </w:tr>
      <w:tr w:rsidR="003F580A" w:rsidRPr="00ED3498" w14:paraId="6BE64C7B"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BAD7973" w14:textId="77777777" w:rsidR="003F580A" w:rsidRPr="00ED3498" w:rsidRDefault="003F580A" w:rsidP="000C6618">
            <w:pPr>
              <w:spacing w:after="60"/>
              <w:rPr>
                <w:iCs/>
                <w:color w:val="000000"/>
                <w:kern w:val="24"/>
                <w:sz w:val="20"/>
              </w:rPr>
            </w:pPr>
            <w:r w:rsidRPr="00ED3498">
              <w:rPr>
                <w:iCs/>
                <w:sz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0918F7BD" w14:textId="77777777" w:rsidR="003F580A" w:rsidRPr="00ED3498" w:rsidRDefault="003F580A" w:rsidP="000C6618">
            <w:pPr>
              <w:spacing w:after="60"/>
              <w:rPr>
                <w:iCs/>
                <w:sz w:val="20"/>
              </w:rPr>
            </w:pPr>
            <w:r w:rsidRPr="00ED3498">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1DE4C1AA" w14:textId="77777777" w:rsidR="003F580A" w:rsidRPr="00ED3498" w:rsidRDefault="003F580A" w:rsidP="000C6618">
            <w:pPr>
              <w:spacing w:after="60"/>
              <w:rPr>
                <w:iCs/>
                <w:sz w:val="20"/>
              </w:rPr>
            </w:pPr>
            <w:bookmarkStart w:id="10" w:name="_Hlk83972874"/>
            <w:r w:rsidRPr="00ED3498">
              <w:rPr>
                <w:i/>
                <w:iCs/>
                <w:sz w:val="20"/>
              </w:rPr>
              <w:t>Total Securitization Default Charge Monthly Amount</w:t>
            </w:r>
            <w:bookmarkEnd w:id="10"/>
            <w:r w:rsidRPr="00ED3498">
              <w:rPr>
                <w:iCs/>
                <w:sz w:val="20"/>
              </w:rPr>
              <w:t>—</w:t>
            </w:r>
            <w:bookmarkStart w:id="11" w:name="_Hlk85616687"/>
            <w:r w:rsidRPr="00ED3498">
              <w:rPr>
                <w:iCs/>
                <w:sz w:val="20"/>
              </w:rPr>
              <w:t>The amount ERCOT determines must be collected for the month in order to timely repay the Securitization Default Balance.</w:t>
            </w:r>
            <w:bookmarkEnd w:id="11"/>
          </w:p>
        </w:tc>
      </w:tr>
      <w:tr w:rsidR="003F580A" w:rsidRPr="00ED3498" w14:paraId="2B912AA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D10ED96" w14:textId="77777777" w:rsidR="003F580A" w:rsidRPr="00ED3498" w:rsidRDefault="003F580A" w:rsidP="000C6618">
            <w:pPr>
              <w:spacing w:after="60"/>
              <w:rPr>
                <w:iCs/>
                <w:color w:val="000000"/>
                <w:kern w:val="24"/>
                <w:sz w:val="20"/>
              </w:rPr>
            </w:pPr>
            <w:r w:rsidRPr="00ED3498">
              <w:rPr>
                <w:iCs/>
                <w:color w:val="000000"/>
                <w:kern w:val="24"/>
                <w:sz w:val="20"/>
              </w:rPr>
              <w:t xml:space="preserve">SDCMMARS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0D778AB5" w14:textId="77777777" w:rsidR="003F580A" w:rsidRPr="00ED3498" w:rsidRDefault="003F580A" w:rsidP="000C6618">
            <w:pPr>
              <w:spacing w:after="60"/>
              <w:rPr>
                <w:iCs/>
                <w:sz w:val="20"/>
              </w:rPr>
            </w:pPr>
            <w:r w:rsidRPr="00ED3498">
              <w:rPr>
                <w:iCs/>
                <w:color w:val="000000"/>
                <w:kern w:val="24"/>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3E10F4EE" w14:textId="77777777" w:rsidR="003F580A" w:rsidRPr="00ED3498" w:rsidRDefault="003F580A" w:rsidP="000C6618">
            <w:pPr>
              <w:spacing w:after="60"/>
              <w:rPr>
                <w:i/>
                <w:iCs/>
                <w:sz w:val="20"/>
              </w:rPr>
            </w:pPr>
            <w:r w:rsidRPr="00ED3498">
              <w:rPr>
                <w:i/>
                <w:iCs/>
                <w:sz w:val="20"/>
              </w:rPr>
              <w:t>Securitization Default Charge Maximum MWh Activity Ratio Share</w:t>
            </w:r>
            <w:r w:rsidRPr="00ED3498">
              <w:rPr>
                <w:iCs/>
                <w:sz w:val="20"/>
              </w:rPr>
              <w:t>—The Counter-Party’s pro rata share of Maximum MWh Activity.</w:t>
            </w:r>
          </w:p>
        </w:tc>
      </w:tr>
      <w:tr w:rsidR="003F580A" w:rsidRPr="00ED3498" w14:paraId="4EA7450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B1CFFA2" w14:textId="77777777" w:rsidR="003F580A" w:rsidRPr="00ED3498" w:rsidRDefault="003F580A" w:rsidP="000C6618">
            <w:pPr>
              <w:spacing w:after="60"/>
              <w:rPr>
                <w:iCs/>
                <w:color w:val="000000"/>
                <w:kern w:val="24"/>
                <w:sz w:val="20"/>
              </w:rPr>
            </w:pPr>
            <w:r w:rsidRPr="00ED3498">
              <w:rPr>
                <w:iCs/>
                <w:color w:val="000000"/>
                <w:kern w:val="24"/>
                <w:sz w:val="20"/>
              </w:rPr>
              <w:t xml:space="preserve">SDCMMA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2287DCF2" w14:textId="77777777" w:rsidR="003F580A" w:rsidRPr="00ED3498" w:rsidRDefault="003F580A" w:rsidP="000C6618">
            <w:pPr>
              <w:spacing w:after="60"/>
              <w:rPr>
                <w:iCs/>
                <w:sz w:val="20"/>
              </w:rPr>
            </w:pPr>
            <w:r w:rsidRPr="00ED3498">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133E364" w14:textId="77777777" w:rsidR="003F580A" w:rsidRPr="00ED3498" w:rsidRDefault="003F580A" w:rsidP="000C6618">
            <w:pPr>
              <w:spacing w:after="60"/>
              <w:rPr>
                <w:i/>
                <w:iCs/>
                <w:sz w:val="20"/>
              </w:rPr>
            </w:pPr>
            <w:r w:rsidRPr="00ED3498">
              <w:rPr>
                <w:i/>
                <w:iCs/>
                <w:sz w:val="20"/>
              </w:rPr>
              <w:t>Securitization Default Charge Maximum MWh Activity</w:t>
            </w:r>
            <w:r w:rsidRPr="00ED3498">
              <w:rPr>
                <w:iCs/>
                <w:sz w:val="20"/>
              </w:rPr>
              <w:t>—The maximum MWh activity of all Market Participants represented by the  Counter-Party in the DAM, RTM and CRR Auction for the reference month.</w:t>
            </w:r>
          </w:p>
        </w:tc>
      </w:tr>
      <w:tr w:rsidR="003F580A" w:rsidRPr="00ED3498" w14:paraId="175AFF97"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20EEA65" w14:textId="77777777" w:rsidR="003F580A" w:rsidRPr="00ED3498" w:rsidRDefault="003F580A" w:rsidP="000C6618">
            <w:pPr>
              <w:spacing w:after="60"/>
              <w:rPr>
                <w:iCs/>
                <w:color w:val="000000"/>
                <w:kern w:val="24"/>
                <w:sz w:val="20"/>
              </w:rPr>
            </w:pPr>
            <w:r w:rsidRPr="00ED3498">
              <w:rPr>
                <w:iCs/>
                <w:color w:val="000000"/>
                <w:kern w:val="24"/>
                <w:sz w:val="20"/>
              </w:rPr>
              <w:lastRenderedPageBreak/>
              <w:t>SDCMMATOT</w:t>
            </w:r>
          </w:p>
        </w:tc>
        <w:tc>
          <w:tcPr>
            <w:tcW w:w="407" w:type="pct"/>
            <w:tcBorders>
              <w:top w:val="single" w:sz="6" w:space="0" w:color="auto"/>
              <w:left w:val="single" w:sz="6" w:space="0" w:color="auto"/>
              <w:bottom w:val="single" w:sz="6" w:space="0" w:color="auto"/>
              <w:right w:val="single" w:sz="6" w:space="0" w:color="auto"/>
            </w:tcBorders>
            <w:hideMark/>
          </w:tcPr>
          <w:p w14:paraId="1142CC8E" w14:textId="77777777" w:rsidR="003F580A" w:rsidRPr="00ED3498" w:rsidRDefault="003F580A" w:rsidP="000C6618">
            <w:pPr>
              <w:spacing w:after="60"/>
              <w:rPr>
                <w:iCs/>
                <w:sz w:val="20"/>
              </w:rPr>
            </w:pPr>
            <w:r w:rsidRPr="00ED3498">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AAE2F57" w14:textId="77777777" w:rsidR="003F580A" w:rsidRPr="00ED3498" w:rsidRDefault="003F580A" w:rsidP="000C6618">
            <w:pPr>
              <w:spacing w:after="60"/>
              <w:rPr>
                <w:i/>
                <w:iCs/>
                <w:sz w:val="20"/>
              </w:rPr>
            </w:pPr>
            <w:r w:rsidRPr="00ED3498">
              <w:rPr>
                <w:i/>
                <w:iCs/>
                <w:sz w:val="20"/>
              </w:rPr>
              <w:t>Securitization Default Charge Maximum MWh Activity Total</w:t>
            </w:r>
            <w:r w:rsidRPr="00ED3498">
              <w:rPr>
                <w:iCs/>
                <w:sz w:val="20"/>
              </w:rPr>
              <w:t>—The sum of all  Counter-Party’s Maximum MWh Activity.</w:t>
            </w:r>
          </w:p>
        </w:tc>
      </w:tr>
      <w:tr w:rsidR="003F580A" w:rsidRPr="00ED3498" w14:paraId="2AA602F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90BF550" w14:textId="77777777" w:rsidR="003F580A" w:rsidRPr="00ED3498" w:rsidRDefault="003F580A" w:rsidP="000C6618">
            <w:pPr>
              <w:spacing w:after="60"/>
              <w:rPr>
                <w:iCs/>
                <w:sz w:val="20"/>
              </w:rPr>
            </w:pPr>
            <w:r w:rsidRPr="00ED3498">
              <w:rPr>
                <w:iCs/>
                <w:color w:val="000000"/>
                <w:kern w:val="24"/>
                <w:sz w:val="20"/>
              </w:rPr>
              <w:t xml:space="preserve">RTMG </w:t>
            </w:r>
            <w:proofErr w:type="spellStart"/>
            <w:r w:rsidRPr="00ED3498">
              <w:rPr>
                <w:i/>
                <w:iCs/>
                <w:color w:val="000000"/>
                <w:kern w:val="24"/>
                <w:sz w:val="20"/>
                <w:vertAlign w:val="subscript"/>
              </w:rPr>
              <w:t>mp</w:t>
            </w:r>
            <w:proofErr w:type="spellEnd"/>
            <w:r w:rsidRPr="00ED3498">
              <w:rPr>
                <w:i/>
                <w:iCs/>
                <w:color w:val="000000"/>
                <w:kern w:val="24"/>
                <w:sz w:val="20"/>
                <w:vertAlign w:val="subscript"/>
              </w:rPr>
              <w:t xml:space="preserve">, p, r, </w:t>
            </w:r>
            <w:proofErr w:type="spellStart"/>
            <w:r w:rsidRPr="00ED3498">
              <w:rPr>
                <w:i/>
                <w:iCs/>
                <w:color w:val="000000"/>
                <w:kern w:val="24"/>
                <w:sz w:val="20"/>
                <w:vertAlign w:val="subscript"/>
              </w:rPr>
              <w:t>i</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ACEAD0A"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65D15490" w14:textId="77777777" w:rsidR="003F580A" w:rsidRPr="00ED3498" w:rsidRDefault="003F580A" w:rsidP="000C6618">
            <w:pPr>
              <w:spacing w:after="60"/>
              <w:rPr>
                <w:iCs/>
                <w:sz w:val="20"/>
              </w:rPr>
            </w:pPr>
            <w:r w:rsidRPr="00ED3498">
              <w:rPr>
                <w:i/>
                <w:iCs/>
                <w:sz w:val="20"/>
              </w:rPr>
              <w:t>Real-Time Metered Generation per Market Participant per Settlement Point per Resource</w:t>
            </w:r>
            <w:r w:rsidRPr="00ED3498">
              <w:rPr>
                <w:iCs/>
                <w:sz w:val="20"/>
              </w:rPr>
              <w:t xml:space="preserve">—The Real-Time energy produced by the Generation Resource </w:t>
            </w:r>
            <w:r w:rsidRPr="00ED3498">
              <w:rPr>
                <w:i/>
                <w:iCs/>
                <w:sz w:val="20"/>
              </w:rPr>
              <w:t>r</w:t>
            </w:r>
            <w:r w:rsidRPr="00ED3498">
              <w:rPr>
                <w:iCs/>
                <w:sz w:val="20"/>
              </w:rPr>
              <w:t xml:space="preserve"> represented by Market Participant </w:t>
            </w:r>
            <w:proofErr w:type="spellStart"/>
            <w:r w:rsidRPr="00ED3498">
              <w:rPr>
                <w:i/>
                <w:iCs/>
                <w:sz w:val="20"/>
              </w:rPr>
              <w:t>mp</w:t>
            </w:r>
            <w:proofErr w:type="spellEnd"/>
            <w:r w:rsidRPr="00ED3498">
              <w:rPr>
                <w:iCs/>
                <w:sz w:val="20"/>
              </w:rPr>
              <w:t xml:space="preserve">, at Resource Node </w:t>
            </w:r>
            <w:r w:rsidRPr="00ED3498">
              <w:rPr>
                <w:i/>
                <w:iCs/>
                <w:sz w:val="20"/>
              </w:rPr>
              <w:t>p</w:t>
            </w:r>
            <w:r w:rsidRPr="00ED3498">
              <w:rPr>
                <w:iCs/>
                <w:sz w:val="20"/>
              </w:rPr>
              <w:t xml:space="preserve">, for the 15-minute Settlement Interval </w:t>
            </w:r>
            <w:proofErr w:type="spellStart"/>
            <w:r w:rsidRPr="00ED3498">
              <w:rPr>
                <w:i/>
                <w:iCs/>
                <w:sz w:val="20"/>
              </w:rPr>
              <w:t>i</w:t>
            </w:r>
            <w:proofErr w:type="spellEnd"/>
            <w:r w:rsidRPr="00ED3498">
              <w:rPr>
                <w:iCs/>
                <w:sz w:val="20"/>
              </w:rPr>
              <w:t>, where the Market Participant is a QSE.</w:t>
            </w:r>
          </w:p>
        </w:tc>
      </w:tr>
      <w:tr w:rsidR="003F580A" w:rsidRPr="00ED3498" w14:paraId="0359243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DCB76DF"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RTMG </w:t>
            </w:r>
            <w:proofErr w:type="spellStart"/>
            <w:r w:rsidRPr="00ED3498">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19C200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D849BC9" w14:textId="77777777" w:rsidR="003F580A" w:rsidRPr="00ED3498" w:rsidRDefault="003F580A" w:rsidP="000C6618">
            <w:pPr>
              <w:spacing w:after="60"/>
              <w:rPr>
                <w:i/>
                <w:iCs/>
                <w:sz w:val="20"/>
              </w:rPr>
            </w:pPr>
            <w:r w:rsidRPr="00ED3498">
              <w:rPr>
                <w:i/>
                <w:iCs/>
                <w:sz w:val="20"/>
              </w:rPr>
              <w:t>Securitization Default Charge Real-Time Metered Generation per Market Participant</w:t>
            </w:r>
            <w:r w:rsidRPr="00ED3498">
              <w:rPr>
                <w:iCs/>
                <w:sz w:val="20"/>
              </w:rPr>
              <w:t xml:space="preserve">—The monthly sum in the reference month of Real-Time energy produced by Generation Resources represented by Market Participant </w:t>
            </w:r>
            <w:proofErr w:type="spellStart"/>
            <w:r w:rsidRPr="00ED3498">
              <w:rPr>
                <w:i/>
                <w:iCs/>
                <w:sz w:val="20"/>
              </w:rPr>
              <w:t>mp</w:t>
            </w:r>
            <w:proofErr w:type="spellEnd"/>
            <w:r w:rsidRPr="00ED3498">
              <w:rPr>
                <w:iCs/>
                <w:sz w:val="20"/>
              </w:rPr>
              <w:t xml:space="preserve">, excluding generation for RMR Resources and generation in RUC-Committed Intervals, where the Market Participant is a QSE assigned to the registered Counter-Party. </w:t>
            </w:r>
          </w:p>
        </w:tc>
      </w:tr>
      <w:tr w:rsidR="003F580A" w:rsidRPr="00ED3498" w14:paraId="7E9109A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DCE5228" w14:textId="77777777" w:rsidR="003F580A" w:rsidRPr="00ED3498" w:rsidRDefault="003F580A" w:rsidP="000C6618">
            <w:pPr>
              <w:spacing w:after="60"/>
              <w:rPr>
                <w:iCs/>
                <w:color w:val="000000"/>
                <w:kern w:val="24"/>
                <w:sz w:val="20"/>
              </w:rPr>
            </w:pPr>
            <w:r w:rsidRPr="00ED3498">
              <w:rPr>
                <w:iCs/>
                <w:color w:val="000000"/>
                <w:kern w:val="24"/>
                <w:sz w:val="20"/>
              </w:rPr>
              <w:t xml:space="preserve">RTDCIMP </w:t>
            </w:r>
            <w:proofErr w:type="spellStart"/>
            <w:r w:rsidRPr="00ED3498">
              <w:rPr>
                <w:i/>
                <w:iCs/>
                <w:color w:val="000000"/>
                <w:kern w:val="24"/>
                <w:sz w:val="20"/>
                <w:vertAlign w:val="subscript"/>
              </w:rPr>
              <w:t>mp</w:t>
            </w:r>
            <w:proofErr w:type="spellEnd"/>
            <w:r w:rsidRPr="00ED3498">
              <w:rPr>
                <w:i/>
                <w:iCs/>
                <w:color w:val="000000"/>
                <w:kern w:val="24"/>
                <w:sz w:val="20"/>
                <w:vertAlign w:val="subscript"/>
              </w:rPr>
              <w:t xml:space="preserve">, p, </w:t>
            </w:r>
            <w:proofErr w:type="spellStart"/>
            <w:r w:rsidRPr="00ED3498">
              <w:rPr>
                <w:i/>
                <w:iCs/>
                <w:color w:val="000000"/>
                <w:kern w:val="24"/>
                <w:sz w:val="20"/>
                <w:vertAlign w:val="subscript"/>
              </w:rPr>
              <w:t>i</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F3280A7"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F7E6262" w14:textId="77777777" w:rsidR="003F580A" w:rsidRPr="00ED3498" w:rsidRDefault="003F580A" w:rsidP="000C6618">
            <w:pPr>
              <w:spacing w:after="60"/>
              <w:rPr>
                <w:i/>
                <w:iCs/>
                <w:sz w:val="20"/>
              </w:rPr>
            </w:pPr>
            <w:r w:rsidRPr="00ED3498">
              <w:rPr>
                <w:i/>
                <w:iCs/>
                <w:sz w:val="20"/>
              </w:rPr>
              <w:t>Real-Time DC Import per QSE per Settlement Point</w:t>
            </w:r>
            <w:r w:rsidRPr="00ED3498">
              <w:rPr>
                <w:iCs/>
                <w:sz w:val="20"/>
              </w:rPr>
              <w:t xml:space="preserve">—The aggregated Direct Current Tie (DC Tie) Schedule submitted by Market Participant </w:t>
            </w:r>
            <w:proofErr w:type="spellStart"/>
            <w:r w:rsidRPr="00ED3498">
              <w:rPr>
                <w:i/>
                <w:iCs/>
                <w:sz w:val="20"/>
              </w:rPr>
              <w:t>mp</w:t>
            </w:r>
            <w:proofErr w:type="spellEnd"/>
            <w:r w:rsidRPr="00ED3498">
              <w:rPr>
                <w:i/>
                <w:iCs/>
                <w:sz w:val="20"/>
              </w:rPr>
              <w:t>,</w:t>
            </w:r>
            <w:r w:rsidRPr="00ED3498">
              <w:rPr>
                <w:iCs/>
                <w:sz w:val="20"/>
              </w:rPr>
              <w:t xml:space="preserve"> as an importer into the ERCOT System through DC Tie </w:t>
            </w:r>
            <w:r w:rsidRPr="00ED3498">
              <w:rPr>
                <w:i/>
                <w:iCs/>
                <w:sz w:val="20"/>
              </w:rPr>
              <w:t>p</w:t>
            </w:r>
            <w:r w:rsidRPr="00ED3498">
              <w:rPr>
                <w:iCs/>
                <w:sz w:val="20"/>
              </w:rPr>
              <w:t xml:space="preserve">, for the 15-minute Settlement Interval </w:t>
            </w:r>
            <w:proofErr w:type="spellStart"/>
            <w:r w:rsidRPr="00ED3498">
              <w:rPr>
                <w:i/>
                <w:iCs/>
                <w:sz w:val="20"/>
              </w:rPr>
              <w:t>i</w:t>
            </w:r>
            <w:proofErr w:type="spellEnd"/>
            <w:r w:rsidRPr="00ED3498">
              <w:rPr>
                <w:iCs/>
                <w:sz w:val="20"/>
              </w:rPr>
              <w:t>, where the Market Participant is a QSE.</w:t>
            </w:r>
          </w:p>
        </w:tc>
      </w:tr>
      <w:tr w:rsidR="003F580A" w:rsidRPr="00ED3498" w14:paraId="0D2021C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D2CA437" w14:textId="77777777" w:rsidR="003F580A" w:rsidRPr="00ED3498" w:rsidRDefault="003F580A" w:rsidP="000C6618">
            <w:pPr>
              <w:spacing w:after="60"/>
              <w:rPr>
                <w:iCs/>
                <w:color w:val="000000"/>
                <w:kern w:val="24"/>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RTDCIMP </w:t>
            </w:r>
            <w:proofErr w:type="spellStart"/>
            <w:r w:rsidRPr="00ED3498">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54A4835B"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6502ECC" w14:textId="77777777" w:rsidR="003F580A" w:rsidRPr="00ED3498" w:rsidRDefault="003F580A" w:rsidP="000C6618">
            <w:pPr>
              <w:spacing w:after="60"/>
              <w:rPr>
                <w:i/>
                <w:iCs/>
                <w:sz w:val="20"/>
              </w:rPr>
            </w:pPr>
            <w:r w:rsidRPr="00ED3498">
              <w:rPr>
                <w:i/>
                <w:iCs/>
                <w:sz w:val="20"/>
              </w:rPr>
              <w:t>Securitization Default Charge Real-Time DC Import per Market Participant</w:t>
            </w:r>
            <w:r w:rsidRPr="00ED3498">
              <w:rPr>
                <w:iCs/>
                <w:sz w:val="20"/>
              </w:rPr>
              <w:t xml:space="preserve">—The monthly sum in the reference month of the aggregated DC Tie Schedule submitted by Market Participant </w:t>
            </w:r>
            <w:proofErr w:type="spellStart"/>
            <w:r w:rsidRPr="00ED3498">
              <w:rPr>
                <w:i/>
                <w:iCs/>
                <w:sz w:val="20"/>
              </w:rPr>
              <w:t>mp</w:t>
            </w:r>
            <w:proofErr w:type="spellEnd"/>
            <w:r w:rsidRPr="00ED3498">
              <w:rPr>
                <w:iCs/>
                <w:sz w:val="20"/>
              </w:rPr>
              <w:t>, as an importer into the ERCOT System where the Market Participant is a QSE assigned to a registered Counter-Party.</w:t>
            </w:r>
          </w:p>
        </w:tc>
      </w:tr>
      <w:tr w:rsidR="003F580A" w:rsidRPr="00ED3498" w14:paraId="37D71C5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4BD7936" w14:textId="77777777" w:rsidR="003F580A" w:rsidRPr="00ED3498" w:rsidRDefault="003F580A" w:rsidP="000C6618">
            <w:pPr>
              <w:spacing w:after="60"/>
              <w:rPr>
                <w:iCs/>
                <w:sz w:val="20"/>
              </w:rPr>
            </w:pPr>
            <w:r w:rsidRPr="00ED3498">
              <w:rPr>
                <w:iCs/>
                <w:color w:val="000000"/>
                <w:kern w:val="24"/>
                <w:sz w:val="20"/>
              </w:rPr>
              <w:t xml:space="preserve">RTAML </w:t>
            </w:r>
            <w:proofErr w:type="spellStart"/>
            <w:r w:rsidRPr="00ED3498">
              <w:rPr>
                <w:i/>
                <w:iCs/>
                <w:color w:val="000000"/>
                <w:kern w:val="24"/>
                <w:sz w:val="20"/>
                <w:vertAlign w:val="subscript"/>
              </w:rPr>
              <w:t>mp</w:t>
            </w:r>
            <w:proofErr w:type="spellEnd"/>
            <w:r w:rsidRPr="00ED3498">
              <w:rPr>
                <w:i/>
                <w:iCs/>
                <w:color w:val="000000"/>
                <w:kern w:val="24"/>
                <w:sz w:val="20"/>
                <w:vertAlign w:val="subscript"/>
              </w:rPr>
              <w:t xml:space="preserve">, p, </w:t>
            </w:r>
            <w:proofErr w:type="spellStart"/>
            <w:r w:rsidRPr="00ED3498">
              <w:rPr>
                <w:i/>
                <w:iCs/>
                <w:color w:val="000000"/>
                <w:kern w:val="24"/>
                <w:sz w:val="20"/>
                <w:vertAlign w:val="subscript"/>
              </w:rPr>
              <w:t>i</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3DFC7E3"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0B041CF2" w14:textId="77777777" w:rsidR="003F580A" w:rsidRPr="00ED3498" w:rsidRDefault="003F580A" w:rsidP="000C6618">
            <w:pPr>
              <w:spacing w:after="60"/>
              <w:rPr>
                <w:iCs/>
                <w:sz w:val="20"/>
              </w:rPr>
            </w:pPr>
            <w:r w:rsidRPr="00ED3498">
              <w:rPr>
                <w:i/>
                <w:iCs/>
                <w:sz w:val="20"/>
              </w:rPr>
              <w:t>Real-Time Adjusted Metered Load per Market Participant per Settlement Point</w:t>
            </w:r>
            <w:r w:rsidRPr="00ED3498">
              <w:rPr>
                <w:iCs/>
                <w:sz w:val="20"/>
              </w:rPr>
              <w:t xml:space="preserve">—The sum of the Adjusted Metered Load (AML) at the Electrical Buses that are included in Settlement Point </w:t>
            </w:r>
            <w:r w:rsidRPr="00ED3498">
              <w:rPr>
                <w:i/>
                <w:iCs/>
                <w:sz w:val="20"/>
              </w:rPr>
              <w:t>p</w:t>
            </w:r>
            <w:r w:rsidRPr="00ED3498">
              <w:rPr>
                <w:iCs/>
                <w:sz w:val="20"/>
              </w:rPr>
              <w:t xml:space="preserve"> represented by Market Participant </w:t>
            </w:r>
            <w:proofErr w:type="spellStart"/>
            <w:r w:rsidRPr="00ED3498">
              <w:rPr>
                <w:i/>
                <w:iCs/>
                <w:sz w:val="20"/>
              </w:rPr>
              <w:t>mp</w:t>
            </w:r>
            <w:proofErr w:type="spellEnd"/>
            <w:r w:rsidRPr="00ED3498">
              <w:rPr>
                <w:iCs/>
                <w:sz w:val="20"/>
              </w:rPr>
              <w:t xml:space="preserve"> for the 15-minute Settlement Interval </w:t>
            </w:r>
            <w:proofErr w:type="spellStart"/>
            <w:r w:rsidRPr="00ED3498">
              <w:rPr>
                <w:i/>
                <w:iCs/>
                <w:sz w:val="20"/>
              </w:rPr>
              <w:t>i</w:t>
            </w:r>
            <w:proofErr w:type="spellEnd"/>
            <w:r w:rsidRPr="00ED3498">
              <w:rPr>
                <w:iCs/>
                <w:sz w:val="20"/>
              </w:rPr>
              <w:t>, where the Market Participant is a QSE.</w:t>
            </w:r>
          </w:p>
        </w:tc>
      </w:tr>
      <w:tr w:rsidR="003F580A" w:rsidRPr="00ED3498" w14:paraId="55A65AA7"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2675128"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RTAML </w:t>
            </w:r>
            <w:proofErr w:type="spellStart"/>
            <w:r w:rsidRPr="00ED3498">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60A148AA"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66D997F" w14:textId="77777777" w:rsidR="003F580A" w:rsidRPr="00ED3498" w:rsidRDefault="003F580A" w:rsidP="000C6618">
            <w:pPr>
              <w:spacing w:after="60"/>
              <w:rPr>
                <w:i/>
                <w:iCs/>
                <w:sz w:val="20"/>
              </w:rPr>
            </w:pPr>
            <w:r w:rsidRPr="00ED3498">
              <w:rPr>
                <w:i/>
                <w:iCs/>
                <w:sz w:val="20"/>
              </w:rPr>
              <w:t>Securitization Default Charge Real-Time Adjusted Metered Load per Market Participant</w:t>
            </w:r>
            <w:r w:rsidRPr="00ED3498">
              <w:rPr>
                <w:iCs/>
                <w:sz w:val="20"/>
              </w:rPr>
              <w:t xml:space="preserve">—The monthly sum in the reference month of the AML represented by Market Participant </w:t>
            </w:r>
            <w:proofErr w:type="spellStart"/>
            <w:r w:rsidRPr="00ED3498">
              <w:rPr>
                <w:i/>
                <w:iCs/>
                <w:sz w:val="20"/>
              </w:rPr>
              <w:t>mp</w:t>
            </w:r>
            <w:proofErr w:type="spellEnd"/>
            <w:r w:rsidRPr="00ED3498">
              <w:rPr>
                <w:iCs/>
                <w:sz w:val="20"/>
              </w:rPr>
              <w:t>, where the Market Participant is a QSE assigned to the registered Counter-Party.</w:t>
            </w:r>
          </w:p>
        </w:tc>
      </w:tr>
      <w:tr w:rsidR="003F580A" w:rsidRPr="00ED3498" w14:paraId="09DC0553"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9F09760" w14:textId="77777777" w:rsidR="003F580A" w:rsidRPr="00ED3498" w:rsidRDefault="003F580A" w:rsidP="000C6618">
            <w:pPr>
              <w:spacing w:after="60"/>
              <w:rPr>
                <w:iCs/>
                <w:sz w:val="20"/>
              </w:rPr>
            </w:pPr>
            <w:r w:rsidRPr="00ED3498">
              <w:rPr>
                <w:rFonts w:eastAsia="Calibri"/>
                <w:iCs/>
                <w:sz w:val="20"/>
              </w:rPr>
              <w:t xml:space="preserve">RTQQES </w:t>
            </w:r>
            <w:proofErr w:type="spellStart"/>
            <w:r w:rsidRPr="00ED3498">
              <w:rPr>
                <w:i/>
                <w:iCs/>
                <w:color w:val="000000"/>
                <w:kern w:val="24"/>
                <w:sz w:val="20"/>
                <w:vertAlign w:val="subscript"/>
              </w:rPr>
              <w:t>mp</w:t>
            </w:r>
            <w:proofErr w:type="spellEnd"/>
            <w:r w:rsidRPr="00ED3498">
              <w:rPr>
                <w:i/>
                <w:iCs/>
                <w:color w:val="000000"/>
                <w:kern w:val="24"/>
                <w:sz w:val="20"/>
                <w:vertAlign w:val="subscript"/>
              </w:rPr>
              <w:t xml:space="preserve">, p, </w:t>
            </w:r>
            <w:proofErr w:type="spellStart"/>
            <w:r w:rsidRPr="00ED3498">
              <w:rPr>
                <w:i/>
                <w:iCs/>
                <w:color w:val="000000"/>
                <w:kern w:val="24"/>
                <w:sz w:val="20"/>
                <w:vertAlign w:val="subscript"/>
              </w:rPr>
              <w:t>i</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DEC2E7E"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8C071D6" w14:textId="77777777" w:rsidR="003F580A" w:rsidRPr="00ED3498" w:rsidRDefault="003F580A" w:rsidP="000C6618">
            <w:pPr>
              <w:spacing w:after="60"/>
              <w:rPr>
                <w:i/>
                <w:iCs/>
                <w:sz w:val="20"/>
              </w:rPr>
            </w:pPr>
            <w:r w:rsidRPr="00ED3498">
              <w:rPr>
                <w:i/>
                <w:iCs/>
                <w:sz w:val="20"/>
              </w:rPr>
              <w:t>QSE-to-QSE Energy Sale per Market Participant per Settlement Point</w:t>
            </w:r>
            <w:r w:rsidRPr="00ED3498">
              <w:rPr>
                <w:iCs/>
                <w:sz w:val="20"/>
              </w:rPr>
              <w:t xml:space="preserve">—The amount of MW sold by Market Participant </w:t>
            </w:r>
            <w:proofErr w:type="spellStart"/>
            <w:r w:rsidRPr="00ED3498">
              <w:rPr>
                <w:i/>
                <w:iCs/>
                <w:sz w:val="20"/>
              </w:rPr>
              <w:t>mp</w:t>
            </w:r>
            <w:proofErr w:type="spellEnd"/>
            <w:r w:rsidRPr="00ED3498">
              <w:rPr>
                <w:iCs/>
                <w:sz w:val="20"/>
              </w:rPr>
              <w:t xml:space="preserve"> through Energy Trades at Settlement Point </w:t>
            </w:r>
            <w:r w:rsidRPr="00ED3498">
              <w:rPr>
                <w:i/>
                <w:iCs/>
                <w:sz w:val="20"/>
              </w:rPr>
              <w:t>p</w:t>
            </w:r>
            <w:r w:rsidRPr="00ED3498">
              <w:rPr>
                <w:iCs/>
                <w:sz w:val="20"/>
              </w:rPr>
              <w:t xml:space="preserve"> for the 15-minute Settlement Interval </w:t>
            </w:r>
            <w:proofErr w:type="spellStart"/>
            <w:r w:rsidRPr="00ED3498">
              <w:rPr>
                <w:i/>
                <w:iCs/>
                <w:sz w:val="20"/>
              </w:rPr>
              <w:t>i</w:t>
            </w:r>
            <w:proofErr w:type="spellEnd"/>
            <w:r w:rsidRPr="00ED3498">
              <w:rPr>
                <w:iCs/>
                <w:sz w:val="20"/>
              </w:rPr>
              <w:t>, where the Market Participant is a QSE.</w:t>
            </w:r>
          </w:p>
        </w:tc>
      </w:tr>
      <w:tr w:rsidR="003F580A" w:rsidRPr="00ED3498" w14:paraId="6D298846"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8C4E7E4"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RTQQES </w:t>
            </w:r>
            <w:proofErr w:type="spellStart"/>
            <w:r w:rsidRPr="00ED3498">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500EC26"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F702ADF" w14:textId="77777777" w:rsidR="003F580A" w:rsidRPr="00ED3498" w:rsidRDefault="003F580A" w:rsidP="000C6618">
            <w:pPr>
              <w:spacing w:after="60"/>
              <w:rPr>
                <w:i/>
                <w:iCs/>
                <w:sz w:val="20"/>
              </w:rPr>
            </w:pPr>
            <w:r w:rsidRPr="00ED3498">
              <w:rPr>
                <w:i/>
                <w:iCs/>
                <w:sz w:val="20"/>
              </w:rPr>
              <w:t>Securitization Default Charge QSE-to-QSE Energy Sale per Market Participant</w:t>
            </w:r>
            <w:r w:rsidRPr="00ED3498">
              <w:rPr>
                <w:iCs/>
                <w:sz w:val="20"/>
              </w:rPr>
              <w:t xml:space="preserve">—The monthly sum in the reference month of MW sold by Market Participant </w:t>
            </w:r>
            <w:proofErr w:type="spellStart"/>
            <w:r w:rsidRPr="00ED3498">
              <w:rPr>
                <w:i/>
                <w:iCs/>
                <w:sz w:val="20"/>
              </w:rPr>
              <w:t>mp</w:t>
            </w:r>
            <w:proofErr w:type="spellEnd"/>
            <w:r w:rsidRPr="00ED3498">
              <w:rPr>
                <w:iCs/>
                <w:sz w:val="20"/>
              </w:rPr>
              <w:t xml:space="preserve"> through Energy Trades, where the Market Participant is a QSE assigned to the registered Counter-Party.</w:t>
            </w:r>
          </w:p>
        </w:tc>
      </w:tr>
      <w:tr w:rsidR="003F580A" w:rsidRPr="00ED3498" w14:paraId="18F66273"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D5DC868" w14:textId="77777777" w:rsidR="003F580A" w:rsidRPr="00ED3498" w:rsidRDefault="003F580A" w:rsidP="000C6618">
            <w:pPr>
              <w:spacing w:after="60"/>
              <w:rPr>
                <w:iCs/>
                <w:sz w:val="20"/>
              </w:rPr>
            </w:pPr>
            <w:r w:rsidRPr="00ED3498">
              <w:rPr>
                <w:rFonts w:eastAsia="Calibri"/>
                <w:iCs/>
                <w:sz w:val="20"/>
              </w:rPr>
              <w:t xml:space="preserve">RTQQEP </w:t>
            </w:r>
            <w:proofErr w:type="spellStart"/>
            <w:r w:rsidRPr="00ED3498">
              <w:rPr>
                <w:i/>
                <w:iCs/>
                <w:color w:val="000000"/>
                <w:kern w:val="24"/>
                <w:sz w:val="20"/>
                <w:vertAlign w:val="subscript"/>
              </w:rPr>
              <w:t>mp</w:t>
            </w:r>
            <w:proofErr w:type="spellEnd"/>
            <w:r w:rsidRPr="00ED3498">
              <w:rPr>
                <w:i/>
                <w:iCs/>
                <w:color w:val="000000"/>
                <w:kern w:val="24"/>
                <w:sz w:val="20"/>
                <w:vertAlign w:val="subscript"/>
              </w:rPr>
              <w:t xml:space="preserve">, p, </w:t>
            </w:r>
            <w:proofErr w:type="spellStart"/>
            <w:r w:rsidRPr="00ED3498">
              <w:rPr>
                <w:i/>
                <w:iCs/>
                <w:color w:val="000000"/>
                <w:kern w:val="24"/>
                <w:sz w:val="20"/>
                <w:vertAlign w:val="subscript"/>
              </w:rPr>
              <w:t>i</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1DE3C09"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5B201A9" w14:textId="77777777" w:rsidR="003F580A" w:rsidRPr="00ED3498" w:rsidRDefault="003F580A" w:rsidP="000C6618">
            <w:pPr>
              <w:spacing w:after="60"/>
              <w:rPr>
                <w:i/>
                <w:iCs/>
                <w:sz w:val="20"/>
              </w:rPr>
            </w:pPr>
            <w:r w:rsidRPr="00ED3498">
              <w:rPr>
                <w:i/>
                <w:iCs/>
                <w:sz w:val="20"/>
              </w:rPr>
              <w:t>QSE-to-QSE Energy Purchase per Market Participant per Settlement Point</w:t>
            </w:r>
            <w:r w:rsidRPr="00ED3498">
              <w:rPr>
                <w:iCs/>
                <w:sz w:val="20"/>
              </w:rPr>
              <w:t xml:space="preserve">—The amount of MW bought by Market Participant </w:t>
            </w:r>
            <w:proofErr w:type="spellStart"/>
            <w:r w:rsidRPr="00ED3498">
              <w:rPr>
                <w:i/>
                <w:iCs/>
                <w:sz w:val="20"/>
              </w:rPr>
              <w:t>mp</w:t>
            </w:r>
            <w:proofErr w:type="spellEnd"/>
            <w:r w:rsidRPr="00ED3498">
              <w:rPr>
                <w:iCs/>
                <w:sz w:val="20"/>
              </w:rPr>
              <w:t xml:space="preserve"> through Energy Trades at Settlement Point </w:t>
            </w:r>
            <w:r w:rsidRPr="00ED3498">
              <w:rPr>
                <w:i/>
                <w:iCs/>
                <w:sz w:val="20"/>
              </w:rPr>
              <w:t>p</w:t>
            </w:r>
            <w:r w:rsidRPr="00ED3498">
              <w:rPr>
                <w:iCs/>
                <w:sz w:val="20"/>
              </w:rPr>
              <w:t xml:space="preserve"> for the 15-minute Settlement Interval </w:t>
            </w:r>
            <w:proofErr w:type="spellStart"/>
            <w:r w:rsidRPr="00ED3498">
              <w:rPr>
                <w:i/>
                <w:iCs/>
                <w:sz w:val="20"/>
              </w:rPr>
              <w:t>i</w:t>
            </w:r>
            <w:proofErr w:type="spellEnd"/>
            <w:r w:rsidRPr="00ED3498">
              <w:rPr>
                <w:iCs/>
                <w:sz w:val="20"/>
              </w:rPr>
              <w:t>, where the Market Participant is a QSE.</w:t>
            </w:r>
          </w:p>
        </w:tc>
      </w:tr>
      <w:tr w:rsidR="003F580A" w:rsidRPr="00ED3498" w14:paraId="791A94BE"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F2B9624"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RTQQEP </w:t>
            </w:r>
            <w:proofErr w:type="spellStart"/>
            <w:r w:rsidRPr="00ED3498">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062BBE0C"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726731A" w14:textId="77777777" w:rsidR="003F580A" w:rsidRPr="00ED3498" w:rsidRDefault="003F580A" w:rsidP="000C6618">
            <w:pPr>
              <w:spacing w:after="60"/>
              <w:rPr>
                <w:iCs/>
                <w:sz w:val="20"/>
              </w:rPr>
            </w:pPr>
            <w:r w:rsidRPr="00ED3498">
              <w:rPr>
                <w:i/>
                <w:iCs/>
                <w:sz w:val="20"/>
              </w:rPr>
              <w:t>Securitization Default Charge QSE-to-QSE Energy Purchase per Market Participant</w:t>
            </w:r>
            <w:r w:rsidRPr="00ED3498">
              <w:rPr>
                <w:iCs/>
                <w:sz w:val="20"/>
              </w:rPr>
              <w:t xml:space="preserve">—The monthly sum in the reference month of MW bought by Market Participant </w:t>
            </w:r>
            <w:proofErr w:type="spellStart"/>
            <w:r w:rsidRPr="00ED3498">
              <w:rPr>
                <w:i/>
                <w:iCs/>
                <w:sz w:val="20"/>
              </w:rPr>
              <w:t>mp</w:t>
            </w:r>
            <w:proofErr w:type="spellEnd"/>
            <w:r w:rsidRPr="00ED3498">
              <w:rPr>
                <w:iCs/>
                <w:sz w:val="20"/>
              </w:rPr>
              <w:t xml:space="preserve"> through Energy Trades, where the Market Participant is a QSE assigned to the registered Counter-Party.</w:t>
            </w:r>
          </w:p>
        </w:tc>
      </w:tr>
      <w:tr w:rsidR="003F580A" w:rsidRPr="00ED3498" w14:paraId="5E2C1767"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BC9373C" w14:textId="77777777" w:rsidR="003F580A" w:rsidRPr="00ED3498" w:rsidRDefault="003F580A" w:rsidP="000C6618">
            <w:pPr>
              <w:spacing w:after="60"/>
              <w:rPr>
                <w:iCs/>
                <w:sz w:val="20"/>
              </w:rPr>
            </w:pPr>
            <w:r w:rsidRPr="00ED3498">
              <w:rPr>
                <w:rFonts w:eastAsia="Calibri"/>
                <w:iCs/>
                <w:sz w:val="20"/>
              </w:rPr>
              <w:t xml:space="preserve">DAES </w:t>
            </w:r>
            <w:proofErr w:type="spellStart"/>
            <w:r w:rsidRPr="00ED3498">
              <w:rPr>
                <w:i/>
                <w:iCs/>
                <w:color w:val="000000"/>
                <w:kern w:val="24"/>
                <w:sz w:val="20"/>
                <w:vertAlign w:val="subscript"/>
              </w:rPr>
              <w:t>mp</w:t>
            </w:r>
            <w:proofErr w:type="spellEnd"/>
            <w:r w:rsidRPr="00ED3498">
              <w:rPr>
                <w:i/>
                <w:iCs/>
                <w:color w:val="000000"/>
                <w:kern w:val="24"/>
                <w:sz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4158B62A"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3513A09" w14:textId="77777777" w:rsidR="003F580A" w:rsidRPr="00ED3498" w:rsidRDefault="003F580A" w:rsidP="000C6618">
            <w:pPr>
              <w:spacing w:after="60"/>
              <w:rPr>
                <w:iCs/>
                <w:sz w:val="20"/>
              </w:rPr>
            </w:pPr>
            <w:r w:rsidRPr="00ED3498">
              <w:rPr>
                <w:i/>
                <w:iCs/>
                <w:sz w:val="20"/>
              </w:rPr>
              <w:t>Day-Ahead Energy Sale per Market Participant per Settlement Point per hour</w:t>
            </w:r>
            <w:r w:rsidRPr="00ED3498">
              <w:rPr>
                <w:iCs/>
                <w:sz w:val="20"/>
              </w:rPr>
              <w:t xml:space="preserve">—The total amount of energy represented by Market Participant </w:t>
            </w:r>
            <w:proofErr w:type="spellStart"/>
            <w:r w:rsidRPr="00ED3498">
              <w:rPr>
                <w:i/>
                <w:iCs/>
                <w:sz w:val="20"/>
              </w:rPr>
              <w:t>mp</w:t>
            </w:r>
            <w:r w:rsidRPr="00ED3498">
              <w:rPr>
                <w:iCs/>
                <w:sz w:val="20"/>
              </w:rPr>
              <w:t>’s</w:t>
            </w:r>
            <w:proofErr w:type="spellEnd"/>
            <w:r w:rsidRPr="00ED3498">
              <w:rPr>
                <w:iCs/>
                <w:sz w:val="20"/>
              </w:rPr>
              <w:t xml:space="preserve"> cleared Three-Part Supply Offers in the DAM and cleared DAM Energy-Only Offers at Settlement Point </w:t>
            </w:r>
            <w:r w:rsidRPr="00ED3498">
              <w:rPr>
                <w:i/>
                <w:iCs/>
                <w:sz w:val="20"/>
              </w:rPr>
              <w:t>p</w:t>
            </w:r>
            <w:r w:rsidRPr="00ED3498">
              <w:rPr>
                <w:iCs/>
                <w:sz w:val="20"/>
              </w:rPr>
              <w:t xml:space="preserve">, for the hour </w:t>
            </w:r>
            <w:r w:rsidRPr="00ED3498">
              <w:rPr>
                <w:i/>
                <w:iCs/>
                <w:sz w:val="20"/>
              </w:rPr>
              <w:t>h</w:t>
            </w:r>
            <w:r w:rsidRPr="00ED3498">
              <w:rPr>
                <w:iCs/>
                <w:sz w:val="20"/>
              </w:rPr>
              <w:t>, where the Market Participant is a QSE.</w:t>
            </w:r>
          </w:p>
        </w:tc>
      </w:tr>
      <w:tr w:rsidR="003F580A" w:rsidRPr="00ED3498" w14:paraId="16F6CBE8"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C8AA3BC" w14:textId="77777777" w:rsidR="003F580A" w:rsidRPr="00ED3498" w:rsidRDefault="003F580A" w:rsidP="000C6618">
            <w:pPr>
              <w:spacing w:after="60"/>
              <w:rPr>
                <w:iCs/>
                <w:sz w:val="20"/>
              </w:rPr>
            </w:pPr>
            <w:r w:rsidRPr="00ED3498">
              <w:rPr>
                <w:rFonts w:eastAsia="Calibri"/>
                <w:iCs/>
                <w:sz w:val="20"/>
              </w:rPr>
              <w:lastRenderedPageBreak/>
              <w:t>S</w:t>
            </w:r>
            <w:r w:rsidRPr="00ED3498">
              <w:rPr>
                <w:rFonts w:eastAsia="Calibri"/>
                <w:bCs/>
                <w:iCs/>
                <w:sz w:val="20"/>
              </w:rPr>
              <w:t>DC</w:t>
            </w:r>
            <w:r w:rsidRPr="00ED3498">
              <w:rPr>
                <w:rFonts w:eastAsia="Calibri"/>
                <w:iCs/>
                <w:sz w:val="20"/>
              </w:rPr>
              <w:t xml:space="preserve">DAES </w:t>
            </w:r>
            <w:proofErr w:type="spellStart"/>
            <w:r w:rsidRPr="00ED3498">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DB8418E"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0B7D1C2" w14:textId="77777777" w:rsidR="003F580A" w:rsidRPr="00ED3498" w:rsidRDefault="003F580A" w:rsidP="000C6618">
            <w:pPr>
              <w:spacing w:after="60"/>
              <w:rPr>
                <w:i/>
                <w:iCs/>
                <w:sz w:val="20"/>
              </w:rPr>
            </w:pPr>
            <w:r w:rsidRPr="00ED3498">
              <w:rPr>
                <w:i/>
                <w:iCs/>
                <w:sz w:val="20"/>
              </w:rPr>
              <w:t>Securitization Default Charge Day-Ahead Energy Sale per Market Participant</w:t>
            </w:r>
            <w:r w:rsidRPr="00ED3498">
              <w:rPr>
                <w:iCs/>
                <w:sz w:val="20"/>
              </w:rPr>
              <w:t xml:space="preserve">—The monthly total in the reference month of energy represented by Market Participant </w:t>
            </w:r>
            <w:proofErr w:type="spellStart"/>
            <w:r w:rsidRPr="00ED3498">
              <w:rPr>
                <w:i/>
                <w:iCs/>
                <w:sz w:val="20"/>
              </w:rPr>
              <w:t>mp</w:t>
            </w:r>
            <w:r w:rsidRPr="00ED3498">
              <w:rPr>
                <w:iCs/>
                <w:sz w:val="20"/>
              </w:rPr>
              <w:t>’s</w:t>
            </w:r>
            <w:proofErr w:type="spellEnd"/>
            <w:r w:rsidRPr="00ED3498">
              <w:rPr>
                <w:iCs/>
                <w:sz w:val="20"/>
              </w:rPr>
              <w:t xml:space="preserve"> cleared Three-Part Supply Offers in the DAM and cleared DAM Energy-Only Offer Curves, where the Market Participant is a QSE assigned to the registered Counter-Party.</w:t>
            </w:r>
          </w:p>
        </w:tc>
      </w:tr>
      <w:tr w:rsidR="003F580A" w:rsidRPr="00ED3498" w14:paraId="7974B9C6"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4F94140" w14:textId="77777777" w:rsidR="003F580A" w:rsidRPr="00ED3498" w:rsidRDefault="003F580A" w:rsidP="000C6618">
            <w:pPr>
              <w:spacing w:after="60"/>
              <w:rPr>
                <w:iCs/>
                <w:sz w:val="20"/>
              </w:rPr>
            </w:pPr>
            <w:r w:rsidRPr="00ED3498">
              <w:rPr>
                <w:rFonts w:eastAsia="Calibri"/>
                <w:iCs/>
                <w:sz w:val="20"/>
              </w:rPr>
              <w:t xml:space="preserve">DAEP </w:t>
            </w:r>
            <w:proofErr w:type="spellStart"/>
            <w:r w:rsidRPr="00ED3498">
              <w:rPr>
                <w:i/>
                <w:iCs/>
                <w:color w:val="000000"/>
                <w:kern w:val="24"/>
                <w:sz w:val="20"/>
                <w:vertAlign w:val="subscript"/>
              </w:rPr>
              <w:t>mp</w:t>
            </w:r>
            <w:proofErr w:type="spellEnd"/>
            <w:r w:rsidRPr="00ED3498">
              <w:rPr>
                <w:i/>
                <w:iCs/>
                <w:color w:val="000000"/>
                <w:kern w:val="24"/>
                <w:sz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3948F00B"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E2DADE3" w14:textId="77777777" w:rsidR="003F580A" w:rsidRPr="00ED3498" w:rsidRDefault="003F580A" w:rsidP="000C6618">
            <w:pPr>
              <w:spacing w:after="60"/>
              <w:rPr>
                <w:iCs/>
                <w:sz w:val="20"/>
              </w:rPr>
            </w:pPr>
            <w:r w:rsidRPr="00ED3498">
              <w:rPr>
                <w:i/>
                <w:iCs/>
                <w:sz w:val="20"/>
              </w:rPr>
              <w:t>Day-Ahead Energy Purchase per Market Participant per Settlement Point per hour</w:t>
            </w:r>
            <w:r w:rsidRPr="00ED3498">
              <w:rPr>
                <w:iCs/>
                <w:sz w:val="20"/>
              </w:rPr>
              <w:t xml:space="preserve">—The total amount of energy represented by Market Participant </w:t>
            </w:r>
            <w:proofErr w:type="spellStart"/>
            <w:r w:rsidRPr="00ED3498">
              <w:rPr>
                <w:i/>
                <w:iCs/>
                <w:sz w:val="20"/>
              </w:rPr>
              <w:t>mp</w:t>
            </w:r>
            <w:r w:rsidRPr="00ED3498">
              <w:rPr>
                <w:iCs/>
                <w:sz w:val="20"/>
              </w:rPr>
              <w:t>’s</w:t>
            </w:r>
            <w:proofErr w:type="spellEnd"/>
            <w:r w:rsidRPr="00ED3498">
              <w:rPr>
                <w:iCs/>
                <w:sz w:val="20"/>
              </w:rPr>
              <w:t xml:space="preserve"> cleared DAM Energy Bids at Settlement Point </w:t>
            </w:r>
            <w:r w:rsidRPr="00ED3498">
              <w:rPr>
                <w:i/>
                <w:iCs/>
                <w:sz w:val="20"/>
              </w:rPr>
              <w:t>p</w:t>
            </w:r>
            <w:r w:rsidRPr="00ED3498">
              <w:rPr>
                <w:iCs/>
                <w:sz w:val="20"/>
              </w:rPr>
              <w:t xml:space="preserve"> for the hour </w:t>
            </w:r>
            <w:r w:rsidRPr="00ED3498">
              <w:rPr>
                <w:i/>
                <w:iCs/>
                <w:sz w:val="20"/>
              </w:rPr>
              <w:t>h</w:t>
            </w:r>
            <w:r w:rsidRPr="00ED3498">
              <w:rPr>
                <w:iCs/>
                <w:sz w:val="20"/>
              </w:rPr>
              <w:t>, where the Market Participant is a QSE.</w:t>
            </w:r>
          </w:p>
        </w:tc>
      </w:tr>
      <w:tr w:rsidR="003F580A" w:rsidRPr="00ED3498" w14:paraId="6820847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E07D8BE"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DAEP </w:t>
            </w:r>
            <w:proofErr w:type="spellStart"/>
            <w:r w:rsidRPr="00ED3498">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5E12B595"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0ECCF6B0" w14:textId="77777777" w:rsidR="003F580A" w:rsidRPr="00ED3498" w:rsidRDefault="003F580A" w:rsidP="000C6618">
            <w:pPr>
              <w:spacing w:after="60"/>
              <w:rPr>
                <w:i/>
                <w:iCs/>
                <w:sz w:val="20"/>
              </w:rPr>
            </w:pPr>
            <w:r w:rsidRPr="00ED3498">
              <w:rPr>
                <w:i/>
                <w:iCs/>
                <w:sz w:val="20"/>
              </w:rPr>
              <w:t>Securitization Default Charge Day-Ahead Energy Purchase per Market Participant</w:t>
            </w:r>
            <w:r w:rsidRPr="00ED3498">
              <w:rPr>
                <w:iCs/>
                <w:sz w:val="20"/>
              </w:rPr>
              <w:t xml:space="preserve">—The monthly total in the reference month of energy represented by Market Participant </w:t>
            </w:r>
            <w:proofErr w:type="spellStart"/>
            <w:r w:rsidRPr="00ED3498">
              <w:rPr>
                <w:i/>
                <w:iCs/>
                <w:sz w:val="20"/>
              </w:rPr>
              <w:t>mp</w:t>
            </w:r>
            <w:r w:rsidRPr="00ED3498">
              <w:rPr>
                <w:iCs/>
                <w:sz w:val="20"/>
              </w:rPr>
              <w:t>’s</w:t>
            </w:r>
            <w:proofErr w:type="spellEnd"/>
            <w:r w:rsidRPr="00ED3498">
              <w:rPr>
                <w:iCs/>
                <w:sz w:val="20"/>
              </w:rPr>
              <w:t xml:space="preserve"> cleared DAM Energy Bids, where the Market Participant is a QSE assigned to the registered Counter-Party.</w:t>
            </w:r>
          </w:p>
        </w:tc>
      </w:tr>
      <w:tr w:rsidR="003F580A" w:rsidRPr="00ED3498" w14:paraId="16483BF7"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285E055" w14:textId="77777777" w:rsidR="003F580A" w:rsidRPr="00ED3498" w:rsidRDefault="003F580A" w:rsidP="000C6618">
            <w:pPr>
              <w:spacing w:after="60"/>
              <w:rPr>
                <w:iCs/>
                <w:sz w:val="20"/>
              </w:rPr>
            </w:pPr>
            <w:r w:rsidRPr="00ED3498">
              <w:rPr>
                <w:iCs/>
                <w:sz w:val="20"/>
              </w:rPr>
              <w:t xml:space="preserve">RTOBL </w:t>
            </w:r>
            <w:proofErr w:type="spellStart"/>
            <w:r w:rsidRPr="00ED3498">
              <w:rPr>
                <w:i/>
                <w:iCs/>
                <w:sz w:val="20"/>
                <w:vertAlign w:val="subscript"/>
              </w:rPr>
              <w:t>mp</w:t>
            </w:r>
            <w:proofErr w:type="spellEnd"/>
            <w:r w:rsidRPr="00ED3498">
              <w:rPr>
                <w:i/>
                <w:iCs/>
                <w:sz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24FBEB55"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6F7FD62C" w14:textId="77777777" w:rsidR="003F580A" w:rsidRPr="00ED3498" w:rsidRDefault="003F580A" w:rsidP="000C6618">
            <w:pPr>
              <w:spacing w:after="60"/>
              <w:rPr>
                <w:iCs/>
                <w:sz w:val="20"/>
              </w:rPr>
            </w:pPr>
            <w:r w:rsidRPr="00ED3498">
              <w:rPr>
                <w:i/>
                <w:iCs/>
                <w:sz w:val="20"/>
              </w:rPr>
              <w:t>Real-Time Obligation per Market Participant per source and sink pair per hour</w:t>
            </w:r>
            <w:r w:rsidRPr="00ED3498">
              <w:rPr>
                <w:iCs/>
                <w:sz w:val="20"/>
              </w:rPr>
              <w:t xml:space="preserve">—The number of Market Participant </w:t>
            </w:r>
            <w:proofErr w:type="spellStart"/>
            <w:r w:rsidRPr="00ED3498">
              <w:rPr>
                <w:i/>
                <w:iCs/>
                <w:sz w:val="20"/>
              </w:rPr>
              <w:t>mp</w:t>
            </w:r>
            <w:r w:rsidRPr="00ED3498">
              <w:rPr>
                <w:iCs/>
                <w:sz w:val="20"/>
              </w:rPr>
              <w:t>’s</w:t>
            </w:r>
            <w:proofErr w:type="spellEnd"/>
            <w:r w:rsidRPr="00ED3498">
              <w:rPr>
                <w:iCs/>
                <w:sz w:val="20"/>
              </w:rPr>
              <w:t xml:space="preserve"> Point-to-Point (PTP) Obligations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settled in Real-Time for the hour </w:t>
            </w:r>
            <w:r w:rsidRPr="00ED3498">
              <w:rPr>
                <w:i/>
                <w:iCs/>
                <w:sz w:val="20"/>
              </w:rPr>
              <w:t>h</w:t>
            </w:r>
            <w:r w:rsidRPr="00ED3498">
              <w:rPr>
                <w:iCs/>
                <w:sz w:val="20"/>
              </w:rPr>
              <w:t>, and where the Market Participant is a QSE.</w:t>
            </w:r>
          </w:p>
        </w:tc>
      </w:tr>
      <w:tr w:rsidR="003F580A" w:rsidRPr="00ED3498" w14:paraId="3D75D8F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C312E72" w14:textId="77777777" w:rsidR="003F580A" w:rsidRPr="00ED3498" w:rsidRDefault="003F580A" w:rsidP="000C6618">
            <w:pPr>
              <w:spacing w:after="60"/>
              <w:rPr>
                <w:bCs/>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RTOBL </w:t>
            </w:r>
            <w:proofErr w:type="spellStart"/>
            <w:r w:rsidRPr="00ED3498">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5CFC2B3" w14:textId="77777777" w:rsidR="003F580A" w:rsidRPr="00ED3498" w:rsidRDefault="003F580A" w:rsidP="000C6618">
            <w:pPr>
              <w:spacing w:after="60"/>
              <w:rPr>
                <w:bCs/>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7E6D2D75" w14:textId="77777777" w:rsidR="003F580A" w:rsidRPr="00ED3498" w:rsidRDefault="003F580A" w:rsidP="000C6618">
            <w:pPr>
              <w:spacing w:after="60"/>
              <w:rPr>
                <w:bCs/>
                <w:i/>
                <w:iCs/>
                <w:sz w:val="20"/>
              </w:rPr>
            </w:pPr>
            <w:r w:rsidRPr="00ED3498">
              <w:rPr>
                <w:i/>
                <w:iCs/>
                <w:sz w:val="20"/>
              </w:rPr>
              <w:t>Securitization Default Charge Real-Time Obligation per Market Participant</w:t>
            </w:r>
            <w:r w:rsidRPr="00ED3498">
              <w:rPr>
                <w:iCs/>
                <w:sz w:val="20"/>
              </w:rPr>
              <w:t xml:space="preserve">—The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Obligations settled in Real-Time, counting the quantity only once per source and sink pair, and where the Market Participant is a QSE assigned to the registered Counter-Party.</w:t>
            </w:r>
          </w:p>
        </w:tc>
      </w:tr>
      <w:tr w:rsidR="003F580A" w:rsidRPr="00ED3498" w14:paraId="439D587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D105DB4" w14:textId="77777777" w:rsidR="003F580A" w:rsidRPr="00ED3498" w:rsidRDefault="003F580A" w:rsidP="000C6618">
            <w:pPr>
              <w:spacing w:after="60"/>
              <w:rPr>
                <w:bCs/>
                <w:iCs/>
                <w:sz w:val="20"/>
              </w:rPr>
            </w:pPr>
            <w:r w:rsidRPr="00ED3498">
              <w:rPr>
                <w:bCs/>
                <w:iCs/>
                <w:sz w:val="20"/>
              </w:rPr>
              <w:t xml:space="preserve">RTOBLLO </w:t>
            </w:r>
            <w:r w:rsidRPr="00ED3498">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27E7BF86" w14:textId="77777777" w:rsidR="003F580A" w:rsidRPr="00ED3498" w:rsidRDefault="003F580A" w:rsidP="000C6618">
            <w:pPr>
              <w:spacing w:after="60"/>
              <w:rPr>
                <w:bCs/>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0AB3859" w14:textId="77777777" w:rsidR="003F580A" w:rsidRPr="00ED3498" w:rsidRDefault="003F580A" w:rsidP="000C6618">
            <w:pPr>
              <w:spacing w:after="60"/>
              <w:rPr>
                <w:bCs/>
                <w:i/>
                <w:iCs/>
                <w:sz w:val="20"/>
              </w:rPr>
            </w:pPr>
            <w:r w:rsidRPr="00ED3498">
              <w:rPr>
                <w:bCs/>
                <w:i/>
                <w:iCs/>
                <w:sz w:val="20"/>
              </w:rPr>
              <w:t>Real-Time Obligation with Links to an Option per QSE per pair of source and sink</w:t>
            </w:r>
            <w:r w:rsidRPr="00ED3498">
              <w:rPr>
                <w:bCs/>
                <w:iCs/>
                <w:sz w:val="20"/>
              </w:rPr>
              <w:sym w:font="Symbol" w:char="F0BE"/>
            </w:r>
            <w:r w:rsidRPr="00ED3498">
              <w:rPr>
                <w:bCs/>
                <w:iCs/>
                <w:sz w:val="20"/>
              </w:rPr>
              <w:t xml:space="preserve">The total MW of the QSE’s PTP Obligation with Links to an Option Bids cleared in the DAM and settled in Real-Time for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for the hour.</w:t>
            </w:r>
          </w:p>
        </w:tc>
      </w:tr>
      <w:tr w:rsidR="003F580A" w:rsidRPr="00ED3498" w14:paraId="5B1791D7"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656C40B" w14:textId="77777777" w:rsidR="003F580A" w:rsidRPr="00ED3498" w:rsidRDefault="003F580A" w:rsidP="000C6618">
            <w:pPr>
              <w:spacing w:after="60"/>
              <w:rPr>
                <w:bCs/>
                <w:iCs/>
                <w:sz w:val="20"/>
              </w:rPr>
            </w:pPr>
            <w:r w:rsidRPr="00ED3498">
              <w:rPr>
                <w:bCs/>
                <w:iCs/>
                <w:sz w:val="20"/>
              </w:rPr>
              <w:t>S</w:t>
            </w:r>
            <w:r w:rsidRPr="00ED3498">
              <w:rPr>
                <w:rFonts w:eastAsia="Calibri"/>
                <w:bCs/>
                <w:iCs/>
                <w:sz w:val="20"/>
              </w:rPr>
              <w:t>DC</w:t>
            </w:r>
            <w:r w:rsidRPr="00ED3498">
              <w:rPr>
                <w:bCs/>
                <w:iCs/>
                <w:sz w:val="20"/>
              </w:rPr>
              <w:t xml:space="preserve">RTOBLLO </w:t>
            </w:r>
            <w:r w:rsidRPr="00ED3498">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9AB8288" w14:textId="77777777" w:rsidR="003F580A" w:rsidRPr="00ED3498" w:rsidRDefault="003F580A" w:rsidP="000C6618">
            <w:pPr>
              <w:spacing w:after="60"/>
              <w:rPr>
                <w:bCs/>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53BB7F82" w14:textId="77777777" w:rsidR="003F580A" w:rsidRPr="00ED3498" w:rsidRDefault="003F580A" w:rsidP="000C6618">
            <w:pPr>
              <w:spacing w:after="60"/>
              <w:rPr>
                <w:bCs/>
                <w:i/>
                <w:iCs/>
                <w:sz w:val="20"/>
              </w:rPr>
            </w:pPr>
            <w:r w:rsidRPr="00ED3498">
              <w:rPr>
                <w:i/>
                <w:iCs/>
                <w:sz w:val="20"/>
              </w:rPr>
              <w:t xml:space="preserve">Securitization Default Charge </w:t>
            </w:r>
            <w:r w:rsidRPr="00ED3498">
              <w:rPr>
                <w:bCs/>
                <w:i/>
                <w:iCs/>
                <w:sz w:val="20"/>
              </w:rPr>
              <w:t>Real-Time Obligation with Links to an Option per QSE per pair of source and sink</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 xml:space="preserve">MW of PTP Obligation with Links to Options Bids cleared in the DAM and settled in Real-Time for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for the hour,</w:t>
            </w:r>
            <w:r w:rsidRPr="00ED3498">
              <w:rPr>
                <w:iCs/>
                <w:sz w:val="20"/>
              </w:rPr>
              <w:t xml:space="preserve"> where the Market Participant is a QSE assigned to the registered Counter-Party.</w:t>
            </w:r>
          </w:p>
        </w:tc>
      </w:tr>
      <w:tr w:rsidR="003F580A" w:rsidRPr="00ED3498" w14:paraId="7A8D928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242C95C" w14:textId="77777777" w:rsidR="003F580A" w:rsidRPr="00ED3498" w:rsidRDefault="003F580A" w:rsidP="000C6618">
            <w:pPr>
              <w:spacing w:after="60"/>
              <w:rPr>
                <w:iCs/>
                <w:sz w:val="20"/>
              </w:rPr>
            </w:pPr>
            <w:r w:rsidRPr="00ED3498">
              <w:rPr>
                <w:bCs/>
                <w:iCs/>
                <w:sz w:val="20"/>
              </w:rPr>
              <w:t xml:space="preserve">OPT </w:t>
            </w:r>
            <w:proofErr w:type="spellStart"/>
            <w:r w:rsidRPr="00ED3498">
              <w:rPr>
                <w:rFonts w:eastAsia="Calibri"/>
                <w:i/>
                <w:iCs/>
                <w:sz w:val="20"/>
                <w:vertAlign w:val="subscript"/>
              </w:rPr>
              <w:t>mp</w:t>
            </w:r>
            <w:proofErr w:type="spellEnd"/>
            <w:r w:rsidRPr="00ED3498">
              <w:rPr>
                <w:bCs/>
                <w:i/>
                <w:iCs/>
                <w:sz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4733A99C" w14:textId="77777777" w:rsidR="003F580A" w:rsidRPr="00ED3498" w:rsidRDefault="003F580A" w:rsidP="000C6618">
            <w:pPr>
              <w:spacing w:after="60"/>
              <w:rPr>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23FEA1B0" w14:textId="77777777" w:rsidR="003F580A" w:rsidRPr="00ED3498" w:rsidRDefault="003F580A" w:rsidP="000C6618">
            <w:pPr>
              <w:spacing w:after="60"/>
              <w:rPr>
                <w:bCs/>
                <w:iCs/>
                <w:sz w:val="20"/>
              </w:rPr>
            </w:pPr>
            <w:r w:rsidRPr="00ED3498">
              <w:rPr>
                <w:bCs/>
                <w:i/>
                <w:iCs/>
                <w:sz w:val="20"/>
              </w:rPr>
              <w:t>Day-Ahead Option per Market Participant per source and sink pair per hour</w:t>
            </w:r>
            <w:r w:rsidRPr="00ED3498">
              <w:rPr>
                <w:bCs/>
                <w:iCs/>
                <w:sz w:val="20"/>
              </w:rPr>
              <w:sym w:font="Symbol" w:char="F0BE"/>
            </w:r>
            <w:r w:rsidRPr="00ED3498">
              <w:rPr>
                <w:bCs/>
                <w:iCs/>
                <w:sz w:val="20"/>
              </w:rPr>
              <w:t xml:space="preserve">The number 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 xml:space="preserve">PTP Options with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owned in the DAM for the hour </w:t>
            </w:r>
            <w:r w:rsidRPr="00ED3498">
              <w:rPr>
                <w:bCs/>
                <w:i/>
                <w:iCs/>
                <w:sz w:val="20"/>
              </w:rPr>
              <w:t>h</w:t>
            </w:r>
            <w:r w:rsidRPr="00ED3498">
              <w:rPr>
                <w:bCs/>
                <w:iCs/>
                <w:sz w:val="20"/>
              </w:rPr>
              <w:t>,</w:t>
            </w:r>
            <w:r w:rsidRPr="00ED3498">
              <w:rPr>
                <w:iCs/>
                <w:sz w:val="20"/>
              </w:rPr>
              <w:t xml:space="preserve"> and where the Market Participant is a CRR Account Holder.</w:t>
            </w:r>
            <w:r w:rsidRPr="00ED3498">
              <w:rPr>
                <w:bCs/>
                <w:iCs/>
                <w:sz w:val="20"/>
              </w:rPr>
              <w:t xml:space="preserve"> </w:t>
            </w:r>
          </w:p>
        </w:tc>
      </w:tr>
      <w:tr w:rsidR="003F580A" w:rsidRPr="00ED3498" w14:paraId="6B663D7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43A8090" w14:textId="77777777" w:rsidR="003F580A" w:rsidRPr="00ED3498" w:rsidRDefault="003F580A" w:rsidP="000C6618">
            <w:pPr>
              <w:spacing w:after="60"/>
              <w:rPr>
                <w:bCs/>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DAOPT </w:t>
            </w:r>
            <w:proofErr w:type="spellStart"/>
            <w:r w:rsidRPr="00ED3498">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362C730" w14:textId="77777777" w:rsidR="003F580A" w:rsidRPr="00ED3498" w:rsidRDefault="003F580A" w:rsidP="000C6618">
            <w:pPr>
              <w:spacing w:after="60"/>
              <w:rPr>
                <w:bCs/>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F806317" w14:textId="77777777" w:rsidR="003F580A" w:rsidRPr="00ED3498" w:rsidRDefault="003F580A" w:rsidP="000C6618">
            <w:pPr>
              <w:spacing w:after="60"/>
              <w:rPr>
                <w:i/>
                <w:iCs/>
                <w:sz w:val="20"/>
              </w:rPr>
            </w:pPr>
            <w:r w:rsidRPr="00ED3498">
              <w:rPr>
                <w:i/>
                <w:iCs/>
                <w:sz w:val="20"/>
              </w:rPr>
              <w:t xml:space="preserve">Securitization Default Charge </w:t>
            </w:r>
            <w:r w:rsidRPr="00ED3498">
              <w:rPr>
                <w:bCs/>
                <w:i/>
                <w:iCs/>
                <w:sz w:val="20"/>
              </w:rPr>
              <w:t>Day-Ahead Option per Market Participant</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PTP Options owned in the DAM</w:t>
            </w:r>
            <w:r w:rsidRPr="00ED3498">
              <w:rPr>
                <w:iCs/>
                <w:sz w:val="20"/>
              </w:rPr>
              <w:t>, counting the ownership quantity only once per source and sink pair, and where the Market Participant is a CRR Account Holder assigned to the registered Counter-Party.</w:t>
            </w:r>
          </w:p>
        </w:tc>
      </w:tr>
      <w:tr w:rsidR="003F580A" w:rsidRPr="00ED3498" w14:paraId="07E72C4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C5230AA" w14:textId="77777777" w:rsidR="003F580A" w:rsidRPr="00ED3498" w:rsidRDefault="003F580A" w:rsidP="000C6618">
            <w:pPr>
              <w:spacing w:after="60"/>
              <w:rPr>
                <w:bCs/>
                <w:iCs/>
                <w:sz w:val="20"/>
              </w:rPr>
            </w:pPr>
            <w:r w:rsidRPr="00ED3498">
              <w:rPr>
                <w:bCs/>
                <w:iCs/>
                <w:sz w:val="20"/>
              </w:rPr>
              <w:t xml:space="preserve">DAOBL </w:t>
            </w:r>
            <w:proofErr w:type="spellStart"/>
            <w:r w:rsidRPr="00ED3498">
              <w:rPr>
                <w:rFonts w:eastAsia="Calibri"/>
                <w:i/>
                <w:iCs/>
                <w:sz w:val="20"/>
                <w:vertAlign w:val="subscript"/>
              </w:rPr>
              <w:t>mp</w:t>
            </w:r>
            <w:proofErr w:type="spellEnd"/>
            <w:r w:rsidRPr="00ED3498">
              <w:rPr>
                <w:i/>
                <w:iCs/>
                <w:sz w:val="20"/>
                <w:vertAlign w:val="subscript"/>
              </w:rPr>
              <w:t xml:space="preserve">, </w:t>
            </w:r>
            <w:r w:rsidRPr="00ED3498">
              <w:rPr>
                <w:bCs/>
                <w:i/>
                <w:iCs/>
                <w:sz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0821C998" w14:textId="77777777" w:rsidR="003F580A" w:rsidRPr="00ED3498" w:rsidRDefault="003F580A" w:rsidP="000C6618">
            <w:pPr>
              <w:spacing w:after="60"/>
              <w:rPr>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133F8BE9" w14:textId="77777777" w:rsidR="003F580A" w:rsidRPr="00ED3498" w:rsidRDefault="003F580A" w:rsidP="000C6618">
            <w:pPr>
              <w:spacing w:after="60"/>
              <w:rPr>
                <w:iCs/>
                <w:sz w:val="20"/>
              </w:rPr>
            </w:pPr>
            <w:r w:rsidRPr="00ED3498">
              <w:rPr>
                <w:i/>
                <w:iCs/>
                <w:sz w:val="20"/>
              </w:rPr>
              <w:t xml:space="preserve">Day-Ahead Obligation per </w:t>
            </w:r>
            <w:r w:rsidRPr="00ED3498">
              <w:rPr>
                <w:bCs/>
                <w:i/>
                <w:iCs/>
                <w:sz w:val="20"/>
              </w:rPr>
              <w:t xml:space="preserve">Market Participant </w:t>
            </w:r>
            <w:r w:rsidRPr="00ED3498">
              <w:rPr>
                <w:i/>
                <w:iCs/>
                <w:sz w:val="20"/>
              </w:rPr>
              <w:t>per source and sink pair per hour</w:t>
            </w:r>
            <w:r w:rsidRPr="00ED3498">
              <w:rPr>
                <w:iCs/>
                <w:sz w:val="20"/>
              </w:rPr>
              <w:t>—</w:t>
            </w:r>
            <w:r w:rsidRPr="00ED3498">
              <w:rPr>
                <w:bCs/>
                <w:iCs/>
                <w:sz w:val="20"/>
              </w:rPr>
              <w:t xml:space="preserve">The number 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PT</w:t>
            </w:r>
            <w:r w:rsidRPr="00ED3498">
              <w:rPr>
                <w:iCs/>
                <w:sz w:val="20"/>
              </w:rPr>
              <w:t>P</w:t>
            </w:r>
            <w:r w:rsidRPr="00ED3498">
              <w:rPr>
                <w:bCs/>
                <w:iCs/>
                <w:sz w:val="20"/>
              </w:rPr>
              <w:t xml:space="preserve"> Obligations with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owned in the DAM for the hour </w:t>
            </w:r>
            <w:r w:rsidRPr="00ED3498">
              <w:rPr>
                <w:bCs/>
                <w:i/>
                <w:iCs/>
                <w:sz w:val="20"/>
              </w:rPr>
              <w:t>h</w:t>
            </w:r>
            <w:r w:rsidRPr="00ED3498">
              <w:rPr>
                <w:iCs/>
                <w:sz w:val="20"/>
              </w:rPr>
              <w:t xml:space="preserve">, and where the Market Participant is a CRR Account Holder.  </w:t>
            </w:r>
          </w:p>
        </w:tc>
      </w:tr>
      <w:tr w:rsidR="003F580A" w:rsidRPr="00ED3498" w14:paraId="67047E8B"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A99A5CF"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DAOBL </w:t>
            </w:r>
            <w:proofErr w:type="spellStart"/>
            <w:r w:rsidRPr="00ED3498">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037ADB22"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B354E2B" w14:textId="77777777" w:rsidR="003F580A" w:rsidRPr="00ED3498" w:rsidRDefault="003F580A" w:rsidP="000C6618">
            <w:pPr>
              <w:spacing w:after="60"/>
              <w:rPr>
                <w:i/>
                <w:iCs/>
                <w:sz w:val="20"/>
              </w:rPr>
            </w:pPr>
            <w:r w:rsidRPr="00ED3498">
              <w:rPr>
                <w:i/>
                <w:iCs/>
                <w:sz w:val="20"/>
              </w:rPr>
              <w:t xml:space="preserve">Securitization Default Charge </w:t>
            </w:r>
            <w:r w:rsidRPr="00ED3498">
              <w:rPr>
                <w:bCs/>
                <w:i/>
                <w:iCs/>
                <w:sz w:val="20"/>
              </w:rPr>
              <w:t>Day-Ahead Obligation per Market Participant</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PTP Obligations owned in the DAM</w:t>
            </w:r>
            <w:r w:rsidRPr="00ED3498">
              <w:rPr>
                <w:iCs/>
                <w:sz w:val="20"/>
              </w:rPr>
              <w:t>, counting the ownership quantity only once per source and sink pair, where the Market Participant is a CRR Account Holder assigned to the registered Counter-Party.</w:t>
            </w:r>
          </w:p>
        </w:tc>
      </w:tr>
      <w:tr w:rsidR="003F580A" w:rsidRPr="00ED3498" w14:paraId="010A9016"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27779CE" w14:textId="77777777" w:rsidR="003F580A" w:rsidRPr="00ED3498" w:rsidRDefault="003F580A" w:rsidP="000C6618">
            <w:pPr>
              <w:spacing w:after="60"/>
              <w:rPr>
                <w:rFonts w:eastAsia="Calibri"/>
                <w:iCs/>
                <w:sz w:val="20"/>
              </w:rPr>
            </w:pPr>
            <w:r w:rsidRPr="00ED3498">
              <w:rPr>
                <w:iCs/>
                <w:sz w:val="20"/>
              </w:rPr>
              <w:lastRenderedPageBreak/>
              <w:t xml:space="preserve">OPTS </w:t>
            </w:r>
            <w:proofErr w:type="spellStart"/>
            <w:r w:rsidRPr="00ED3498">
              <w:rPr>
                <w:rFonts w:eastAsia="Calibri"/>
                <w:i/>
                <w:iCs/>
                <w:sz w:val="20"/>
                <w:vertAlign w:val="subscript"/>
              </w:rPr>
              <w:t>mp</w:t>
            </w:r>
            <w:proofErr w:type="spellEnd"/>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2C88AF7A"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12C0946B" w14:textId="77777777" w:rsidR="003F580A" w:rsidRPr="00ED3498" w:rsidRDefault="003F580A" w:rsidP="000C6618">
            <w:pPr>
              <w:spacing w:after="60"/>
              <w:rPr>
                <w:bCs/>
                <w:i/>
                <w:iCs/>
                <w:sz w:val="20"/>
              </w:rPr>
            </w:pPr>
            <w:r w:rsidRPr="00ED3498">
              <w:rPr>
                <w:i/>
                <w:iCs/>
                <w:sz w:val="20"/>
              </w:rPr>
              <w:t xml:space="preserve">PTP Option Sale </w:t>
            </w:r>
            <w:r w:rsidRPr="00ED3498">
              <w:rPr>
                <w:bCs/>
                <w:i/>
                <w:iCs/>
                <w:sz w:val="20"/>
              </w:rPr>
              <w:t xml:space="preserve">per Market Participant </w:t>
            </w:r>
            <w:r w:rsidRPr="00ED3498">
              <w:rPr>
                <w:i/>
                <w:iCs/>
                <w:sz w:val="20"/>
              </w:rPr>
              <w:t>per source and sink pair per CRR Auction per hour</w:t>
            </w:r>
            <w:r w:rsidRPr="00ED3498">
              <w:rPr>
                <w:iCs/>
                <w:sz w:val="20"/>
              </w:rPr>
              <w:t xml:space="preserve">—The MW quantity that represents the total of Market Participant </w:t>
            </w:r>
            <w:proofErr w:type="spellStart"/>
            <w:r w:rsidRPr="00ED3498">
              <w:rPr>
                <w:i/>
                <w:iCs/>
                <w:sz w:val="20"/>
              </w:rPr>
              <w:t>mp</w:t>
            </w:r>
            <w:r w:rsidRPr="00ED3498">
              <w:rPr>
                <w:iCs/>
                <w:sz w:val="20"/>
              </w:rPr>
              <w:t>’s</w:t>
            </w:r>
            <w:proofErr w:type="spellEnd"/>
            <w:r w:rsidRPr="00ED3498">
              <w:rPr>
                <w:iCs/>
                <w:sz w:val="20"/>
              </w:rPr>
              <w:t xml:space="preserve"> PTP Option offers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34D4CDF6"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D464CD9"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OPTS </w:t>
            </w:r>
            <w:proofErr w:type="spellStart"/>
            <w:r w:rsidRPr="00ED3498">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5CFEE4CB"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99C1B6C" w14:textId="77777777" w:rsidR="003F580A" w:rsidRPr="00ED3498" w:rsidRDefault="003F580A" w:rsidP="000C6618">
            <w:pPr>
              <w:spacing w:after="60"/>
              <w:rPr>
                <w:bCs/>
                <w:i/>
                <w:iCs/>
                <w:sz w:val="20"/>
              </w:rPr>
            </w:pPr>
            <w:r w:rsidRPr="00ED3498">
              <w:rPr>
                <w:i/>
                <w:iCs/>
                <w:sz w:val="20"/>
              </w:rPr>
              <w:t xml:space="preserve">Securitization Default Charge PTP Option Sale </w:t>
            </w:r>
            <w:r w:rsidRPr="00ED3498">
              <w:rPr>
                <w:bCs/>
                <w:i/>
                <w:iCs/>
                <w:sz w:val="20"/>
              </w:rPr>
              <w:t>per Market Participant</w:t>
            </w:r>
            <w:r w:rsidRPr="00ED3498">
              <w:rPr>
                <w:iCs/>
                <w:sz w:val="20"/>
              </w:rPr>
              <w:t xml:space="preserve">—The MW quantity that represents 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Option offers awarded in CRR Auctions, counting the awarded quantity only once per source and sink pair, where the Market Participant is a CRR Account Holder assigned to the registered Counter-Party.</w:t>
            </w:r>
          </w:p>
        </w:tc>
      </w:tr>
      <w:tr w:rsidR="003F580A" w:rsidRPr="00ED3498" w14:paraId="3A16C86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2EE1408" w14:textId="77777777" w:rsidR="003F580A" w:rsidRPr="00ED3498" w:rsidRDefault="003F580A" w:rsidP="000C6618">
            <w:pPr>
              <w:spacing w:after="60"/>
              <w:rPr>
                <w:rFonts w:eastAsia="Calibri"/>
                <w:iCs/>
                <w:sz w:val="20"/>
              </w:rPr>
            </w:pPr>
            <w:r w:rsidRPr="00ED3498">
              <w:rPr>
                <w:iCs/>
                <w:sz w:val="20"/>
              </w:rPr>
              <w:t xml:space="preserve">OBLS </w:t>
            </w:r>
            <w:proofErr w:type="spellStart"/>
            <w:r w:rsidRPr="00ED3498">
              <w:rPr>
                <w:rFonts w:eastAsia="Calibri"/>
                <w:i/>
                <w:iCs/>
                <w:sz w:val="20"/>
                <w:vertAlign w:val="subscript"/>
              </w:rPr>
              <w:t>mp</w:t>
            </w:r>
            <w:proofErr w:type="spellEnd"/>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283638D"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658F0099" w14:textId="77777777" w:rsidR="003F580A" w:rsidRPr="00ED3498" w:rsidRDefault="003F580A" w:rsidP="000C6618">
            <w:pPr>
              <w:spacing w:after="60"/>
              <w:rPr>
                <w:bCs/>
                <w:i/>
                <w:iCs/>
                <w:sz w:val="20"/>
              </w:rPr>
            </w:pPr>
            <w:r w:rsidRPr="00ED3498">
              <w:rPr>
                <w:i/>
                <w:iCs/>
                <w:sz w:val="20"/>
              </w:rPr>
              <w:t xml:space="preserve">PTP Obligation Sale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proofErr w:type="spellStart"/>
            <w:r w:rsidRPr="00ED3498">
              <w:rPr>
                <w:i/>
                <w:iCs/>
                <w:sz w:val="20"/>
              </w:rPr>
              <w:t>mp</w:t>
            </w:r>
            <w:r w:rsidRPr="00ED3498">
              <w:rPr>
                <w:iCs/>
                <w:sz w:val="20"/>
              </w:rPr>
              <w:t>’s</w:t>
            </w:r>
            <w:proofErr w:type="spellEnd"/>
            <w:r w:rsidRPr="00ED3498">
              <w:rPr>
                <w:iCs/>
                <w:sz w:val="20"/>
              </w:rPr>
              <w:t xml:space="preserve"> PTP Obligation offers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50D481A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712AA3A"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OBLS </w:t>
            </w:r>
            <w:proofErr w:type="spellStart"/>
            <w:r w:rsidRPr="00ED3498">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2193D40"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D4F9358" w14:textId="77777777" w:rsidR="003F580A" w:rsidRPr="00ED3498" w:rsidRDefault="003F580A" w:rsidP="000C6618">
            <w:pPr>
              <w:spacing w:after="60"/>
              <w:rPr>
                <w:bCs/>
                <w:i/>
                <w:iCs/>
                <w:sz w:val="20"/>
              </w:rPr>
            </w:pPr>
            <w:r w:rsidRPr="00ED3498">
              <w:rPr>
                <w:i/>
                <w:iCs/>
                <w:sz w:val="20"/>
              </w:rPr>
              <w:t xml:space="preserve">Securitization Default Charge PTP Obligation Sale </w:t>
            </w:r>
            <w:r w:rsidRPr="00ED3498">
              <w:rPr>
                <w:bCs/>
                <w:i/>
                <w:iCs/>
                <w:sz w:val="20"/>
              </w:rPr>
              <w:t>per Market Participant</w:t>
            </w:r>
            <w:r w:rsidRPr="00ED3498">
              <w:rPr>
                <w:iCs/>
                <w:sz w:val="20"/>
              </w:rPr>
              <w:t xml:space="preserve">—The MW quantity that represents 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Obligation offers awarded in CRR Auctions, counting the quantity only once per source and sink pair, where the Market Participant is a CRR Account Holder assigned to the registered Counter-Party.</w:t>
            </w:r>
          </w:p>
        </w:tc>
      </w:tr>
      <w:tr w:rsidR="003F580A" w:rsidRPr="00ED3498" w14:paraId="53E4FAB8"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37F49C7" w14:textId="77777777" w:rsidR="003F580A" w:rsidRPr="00ED3498" w:rsidRDefault="003F580A" w:rsidP="000C6618">
            <w:pPr>
              <w:spacing w:after="60"/>
              <w:rPr>
                <w:rFonts w:eastAsia="Calibri"/>
                <w:iCs/>
                <w:sz w:val="20"/>
              </w:rPr>
            </w:pPr>
            <w:r w:rsidRPr="00ED3498">
              <w:rPr>
                <w:iCs/>
                <w:sz w:val="20"/>
              </w:rPr>
              <w:t xml:space="preserve">OPTP </w:t>
            </w:r>
            <w:proofErr w:type="spellStart"/>
            <w:r w:rsidRPr="00ED3498">
              <w:rPr>
                <w:rFonts w:eastAsia="Calibri"/>
                <w:i/>
                <w:iCs/>
                <w:sz w:val="20"/>
                <w:vertAlign w:val="subscript"/>
              </w:rPr>
              <w:t>mp</w:t>
            </w:r>
            <w:proofErr w:type="spellEnd"/>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453E03CD"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724A543" w14:textId="77777777" w:rsidR="003F580A" w:rsidRPr="00ED3498" w:rsidRDefault="003F580A" w:rsidP="000C6618">
            <w:pPr>
              <w:spacing w:after="60"/>
              <w:rPr>
                <w:bCs/>
                <w:i/>
                <w:iCs/>
                <w:sz w:val="20"/>
              </w:rPr>
            </w:pPr>
            <w:r w:rsidRPr="00ED3498">
              <w:rPr>
                <w:i/>
                <w:iCs/>
                <w:sz w:val="20"/>
              </w:rPr>
              <w:t xml:space="preserve">PTP Option Purchase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proofErr w:type="spellStart"/>
            <w:r w:rsidRPr="00ED3498">
              <w:rPr>
                <w:i/>
                <w:iCs/>
                <w:sz w:val="20"/>
              </w:rPr>
              <w:t>mp</w:t>
            </w:r>
            <w:r w:rsidRPr="00ED3498">
              <w:rPr>
                <w:iCs/>
                <w:sz w:val="20"/>
              </w:rPr>
              <w:t>’s</w:t>
            </w:r>
            <w:proofErr w:type="spellEnd"/>
            <w:r w:rsidRPr="00ED3498">
              <w:rPr>
                <w:iCs/>
                <w:sz w:val="20"/>
              </w:rPr>
              <w:t xml:space="preserve"> PTP Option bids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3571571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2733698"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OPTP </w:t>
            </w:r>
            <w:proofErr w:type="spellStart"/>
            <w:r w:rsidRPr="00ED3498">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69021F36"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1744B16" w14:textId="77777777" w:rsidR="003F580A" w:rsidRPr="00ED3498" w:rsidRDefault="003F580A" w:rsidP="000C6618">
            <w:pPr>
              <w:spacing w:after="60"/>
              <w:rPr>
                <w:bCs/>
                <w:i/>
                <w:iCs/>
                <w:sz w:val="20"/>
              </w:rPr>
            </w:pPr>
            <w:r w:rsidRPr="00ED3498">
              <w:rPr>
                <w:i/>
                <w:iCs/>
                <w:sz w:val="20"/>
              </w:rPr>
              <w:t xml:space="preserve">Securitization Default Charge PTP Option Purchase per </w:t>
            </w:r>
            <w:r w:rsidRPr="00ED3498">
              <w:rPr>
                <w:bCs/>
                <w:i/>
                <w:iCs/>
                <w:sz w:val="20"/>
              </w:rPr>
              <w:t>Market Participant</w:t>
            </w:r>
            <w:r w:rsidRPr="00ED3498">
              <w:rPr>
                <w:iCs/>
                <w:sz w:val="20"/>
              </w:rPr>
              <w:t xml:space="preserve">—The MW quantity that represents 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Option bids awarded in CRR Auctions, counting the quantity only once per source and sink pair, where the Market Participant is a CRR Account Holder assigned to the registered Counter-Party.</w:t>
            </w:r>
          </w:p>
        </w:tc>
      </w:tr>
      <w:tr w:rsidR="003F580A" w:rsidRPr="00ED3498" w14:paraId="219F5F1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82808B7" w14:textId="77777777" w:rsidR="003F580A" w:rsidRPr="00ED3498" w:rsidRDefault="003F580A" w:rsidP="000C6618">
            <w:pPr>
              <w:spacing w:after="60"/>
              <w:rPr>
                <w:rFonts w:eastAsia="Calibri"/>
                <w:iCs/>
                <w:sz w:val="20"/>
              </w:rPr>
            </w:pPr>
            <w:r w:rsidRPr="00ED3498">
              <w:rPr>
                <w:iCs/>
                <w:sz w:val="20"/>
              </w:rPr>
              <w:t xml:space="preserve">OBLP </w:t>
            </w:r>
            <w:proofErr w:type="spellStart"/>
            <w:r w:rsidRPr="00ED3498">
              <w:rPr>
                <w:rFonts w:eastAsia="Calibri"/>
                <w:i/>
                <w:iCs/>
                <w:sz w:val="20"/>
                <w:vertAlign w:val="subscript"/>
              </w:rPr>
              <w:t>mp</w:t>
            </w:r>
            <w:proofErr w:type="spellEnd"/>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2E34720"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42C46A8" w14:textId="77777777" w:rsidR="003F580A" w:rsidRPr="00ED3498" w:rsidRDefault="003F580A" w:rsidP="000C6618">
            <w:pPr>
              <w:spacing w:after="60"/>
              <w:rPr>
                <w:bCs/>
                <w:i/>
                <w:iCs/>
                <w:sz w:val="20"/>
              </w:rPr>
            </w:pPr>
            <w:r w:rsidRPr="00ED3498">
              <w:rPr>
                <w:i/>
                <w:iCs/>
                <w:sz w:val="20"/>
              </w:rPr>
              <w:t xml:space="preserve">PTP Obligation Purchase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proofErr w:type="spellStart"/>
            <w:r w:rsidRPr="00ED3498">
              <w:rPr>
                <w:i/>
                <w:iCs/>
                <w:sz w:val="20"/>
              </w:rPr>
              <w:t>mp</w:t>
            </w:r>
            <w:r w:rsidRPr="00ED3498">
              <w:rPr>
                <w:iCs/>
                <w:sz w:val="20"/>
              </w:rPr>
              <w:t>’s</w:t>
            </w:r>
            <w:proofErr w:type="spellEnd"/>
            <w:r w:rsidRPr="00ED3498">
              <w:rPr>
                <w:iCs/>
                <w:sz w:val="20"/>
              </w:rPr>
              <w:t xml:space="preserve"> PTP Obligation bids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2619611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A0EE650"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OBLP</w:t>
            </w:r>
            <w:r w:rsidRPr="00ED3498">
              <w:rPr>
                <w:rFonts w:eastAsia="Calibri"/>
                <w:i/>
                <w:iCs/>
                <w:sz w:val="20"/>
              </w:rPr>
              <w:t xml:space="preserve"> </w:t>
            </w:r>
            <w:proofErr w:type="spellStart"/>
            <w:r w:rsidRPr="00ED3498">
              <w:rPr>
                <w:rFonts w:eastAsia="Calibri"/>
                <w:i/>
                <w:iCs/>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28A694C8"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9A6911A" w14:textId="77777777" w:rsidR="003F580A" w:rsidRPr="00ED3498" w:rsidRDefault="003F580A" w:rsidP="000C6618">
            <w:pPr>
              <w:spacing w:after="60"/>
              <w:rPr>
                <w:bCs/>
                <w:i/>
                <w:iCs/>
                <w:sz w:val="20"/>
              </w:rPr>
            </w:pPr>
            <w:r w:rsidRPr="00ED3498">
              <w:rPr>
                <w:i/>
                <w:iCs/>
                <w:sz w:val="20"/>
              </w:rPr>
              <w:t xml:space="preserve">Securitization Default Charge PTP Obligation Purchase per </w:t>
            </w:r>
            <w:r w:rsidRPr="00ED3498">
              <w:rPr>
                <w:bCs/>
                <w:i/>
                <w:iCs/>
                <w:sz w:val="20"/>
              </w:rPr>
              <w:t>Market Participant</w:t>
            </w:r>
            <w:r w:rsidRPr="00ED3498">
              <w:rPr>
                <w:iCs/>
                <w:sz w:val="20"/>
              </w:rPr>
              <w:t xml:space="preserve">—The MW quantity that represents 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Obligation bids awarded in CRR Auctions, counting the quantity only once per source and sink pair, where the Market Participant is a CRR Account Holder assigned to the registered Counter-Party.</w:t>
            </w:r>
          </w:p>
        </w:tc>
      </w:tr>
      <w:tr w:rsidR="003F580A" w:rsidRPr="00ED3498" w14:paraId="1FA9BB5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6AFB176" w14:textId="77777777" w:rsidR="003F580A" w:rsidRPr="00ED3498" w:rsidRDefault="003F580A" w:rsidP="000C6618">
            <w:pPr>
              <w:spacing w:after="60"/>
              <w:rPr>
                <w:rFonts w:eastAsia="Calibri"/>
                <w:iCs/>
                <w:sz w:val="20"/>
              </w:rPr>
            </w:pPr>
            <w:r w:rsidRPr="00ED3498">
              <w:rPr>
                <w:sz w:val="20"/>
              </w:rPr>
              <w:t>S</w:t>
            </w:r>
            <w:r w:rsidRPr="00ED3498">
              <w:rPr>
                <w:rFonts w:eastAsia="Calibri"/>
                <w:bCs/>
                <w:iCs/>
                <w:sz w:val="20"/>
              </w:rPr>
              <w:t>DC</w:t>
            </w:r>
            <w:r w:rsidRPr="00ED3498">
              <w:rPr>
                <w:sz w:val="20"/>
              </w:rPr>
              <w:t>WSLTOT</w:t>
            </w:r>
            <w:r w:rsidRPr="00ED3498">
              <w:rPr>
                <w:i/>
                <w:sz w:val="20"/>
                <w:vertAlign w:val="subscript"/>
              </w:rPr>
              <w:t xml:space="preserve"> </w:t>
            </w:r>
            <w:proofErr w:type="spellStart"/>
            <w:r w:rsidRPr="00ED3498">
              <w:rPr>
                <w:i/>
                <w:sz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0D37D57C" w14:textId="77777777" w:rsidR="003F580A" w:rsidRPr="00ED3498" w:rsidRDefault="003F580A" w:rsidP="000C6618">
            <w:pPr>
              <w:spacing w:after="60"/>
              <w:rPr>
                <w:iCs/>
                <w:sz w:val="20"/>
              </w:rPr>
            </w:pPr>
            <w:r w:rsidRPr="00ED3498">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205B2D1" w14:textId="77777777" w:rsidR="003F580A" w:rsidRPr="00ED3498" w:rsidRDefault="003F580A" w:rsidP="000C6618">
            <w:pPr>
              <w:spacing w:after="60"/>
              <w:rPr>
                <w:bCs/>
                <w:i/>
                <w:iCs/>
                <w:sz w:val="20"/>
              </w:rPr>
            </w:pPr>
            <w:r w:rsidRPr="00ED3498">
              <w:rPr>
                <w:i/>
                <w:iCs/>
                <w:sz w:val="20"/>
              </w:rPr>
              <w:t xml:space="preserve">Securitization Default Charge </w:t>
            </w:r>
            <w:r w:rsidRPr="00ED3498">
              <w:rPr>
                <w:i/>
                <w:sz w:val="20"/>
              </w:rPr>
              <w:t>Metered Energy for Wholesale Storage Load at bus per Market Participant</w:t>
            </w:r>
            <w:r w:rsidRPr="00ED3498">
              <w:rPr>
                <w:sz w:val="20"/>
              </w:rPr>
              <w:sym w:font="Symbol" w:char="F0BE"/>
            </w:r>
            <w:r w:rsidRPr="00ED3498">
              <w:rPr>
                <w:sz w:val="20"/>
              </w:rPr>
              <w:t>The monthly sum</w:t>
            </w:r>
            <w:r w:rsidRPr="00ED3498">
              <w:rPr>
                <w:iCs/>
                <w:sz w:val="20"/>
              </w:rPr>
              <w:t xml:space="preserve"> in the reference month</w:t>
            </w:r>
            <w:r w:rsidRPr="00ED3498">
              <w:rPr>
                <w:sz w:val="20"/>
              </w:rPr>
              <w:t xml:space="preserve"> of Market Participant </w:t>
            </w:r>
            <w:proofErr w:type="spellStart"/>
            <w:r w:rsidRPr="00ED3498">
              <w:rPr>
                <w:i/>
                <w:sz w:val="20"/>
              </w:rPr>
              <w:t>mp</w:t>
            </w:r>
            <w:r w:rsidRPr="00ED3498">
              <w:rPr>
                <w:sz w:val="20"/>
              </w:rPr>
              <w:t>’s</w:t>
            </w:r>
            <w:proofErr w:type="spellEnd"/>
            <w:r w:rsidRPr="00ED3498">
              <w:rPr>
                <w:sz w:val="20"/>
              </w:rPr>
              <w:t xml:space="preserve"> Wholesale Storage Load (WSL) energy metered by the Settlement Meter which measures WSL.</w:t>
            </w:r>
          </w:p>
        </w:tc>
      </w:tr>
      <w:tr w:rsidR="003F580A" w:rsidRPr="00ED3498" w14:paraId="25B4B676"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D83DF87" w14:textId="77777777" w:rsidR="003F580A" w:rsidRPr="00ED3498" w:rsidRDefault="003F580A" w:rsidP="000C6618">
            <w:pPr>
              <w:spacing w:after="60"/>
              <w:rPr>
                <w:rFonts w:eastAsia="Calibri"/>
                <w:iCs/>
                <w:sz w:val="20"/>
              </w:rPr>
            </w:pPr>
            <w:r w:rsidRPr="00ED3498">
              <w:rPr>
                <w:bCs/>
                <w:sz w:val="20"/>
              </w:rPr>
              <w:t xml:space="preserve">MEBL </w:t>
            </w:r>
            <w:proofErr w:type="spellStart"/>
            <w:r w:rsidRPr="00ED3498">
              <w:rPr>
                <w:bCs/>
                <w:i/>
                <w:sz w:val="20"/>
                <w:vertAlign w:val="subscript"/>
              </w:rPr>
              <w:t>mp</w:t>
            </w:r>
            <w:proofErr w:type="spellEnd"/>
            <w:r w:rsidRPr="00ED3498">
              <w:rPr>
                <w:bCs/>
                <w:i/>
                <w:sz w:val="20"/>
                <w:vertAlign w:val="subscript"/>
              </w:rPr>
              <w:t>, r, b</w:t>
            </w:r>
          </w:p>
        </w:tc>
        <w:tc>
          <w:tcPr>
            <w:tcW w:w="407" w:type="pct"/>
            <w:tcBorders>
              <w:top w:val="single" w:sz="6" w:space="0" w:color="auto"/>
              <w:left w:val="single" w:sz="6" w:space="0" w:color="auto"/>
              <w:bottom w:val="single" w:sz="6" w:space="0" w:color="auto"/>
              <w:right w:val="single" w:sz="6" w:space="0" w:color="auto"/>
            </w:tcBorders>
            <w:hideMark/>
          </w:tcPr>
          <w:p w14:paraId="5723145C" w14:textId="77777777" w:rsidR="003F580A" w:rsidRPr="00ED3498" w:rsidRDefault="003F580A" w:rsidP="000C6618">
            <w:pPr>
              <w:spacing w:after="60"/>
              <w:rPr>
                <w:iCs/>
                <w:sz w:val="20"/>
              </w:rPr>
            </w:pPr>
            <w:r w:rsidRPr="00ED3498">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77D0F0D9" w14:textId="77777777" w:rsidR="003F580A" w:rsidRPr="00ED3498" w:rsidRDefault="003F580A" w:rsidP="000C6618">
            <w:pPr>
              <w:spacing w:after="60"/>
              <w:rPr>
                <w:bCs/>
                <w:i/>
                <w:iCs/>
                <w:sz w:val="20"/>
              </w:rPr>
            </w:pPr>
            <w:r w:rsidRPr="00ED3498">
              <w:rPr>
                <w:i/>
                <w:sz w:val="20"/>
              </w:rPr>
              <w:t>Metered Energy for Wholesale Storage Load at bus</w:t>
            </w:r>
            <w:r w:rsidRPr="00ED3498">
              <w:rPr>
                <w:sz w:val="20"/>
              </w:rPr>
              <w:sym w:font="Symbol" w:char="F0BE"/>
            </w:r>
            <w:r w:rsidRPr="00ED3498">
              <w:rPr>
                <w:sz w:val="20"/>
              </w:rPr>
              <w:t xml:space="preserve">The WSL energy metered by the Settlement Meter which measures WSL for the 15-minute Settlement Interval represented as a negative value, for the Market Participant </w:t>
            </w:r>
            <w:proofErr w:type="spellStart"/>
            <w:r w:rsidRPr="00ED3498">
              <w:rPr>
                <w:i/>
                <w:sz w:val="20"/>
              </w:rPr>
              <w:t>mp</w:t>
            </w:r>
            <w:proofErr w:type="spellEnd"/>
            <w:r w:rsidRPr="00ED3498">
              <w:rPr>
                <w:sz w:val="20"/>
              </w:rPr>
              <w:t xml:space="preserve">, Resource </w:t>
            </w:r>
            <w:r w:rsidRPr="00ED3498">
              <w:rPr>
                <w:i/>
                <w:sz w:val="20"/>
              </w:rPr>
              <w:t>r</w:t>
            </w:r>
            <w:r w:rsidRPr="00ED3498">
              <w:rPr>
                <w:sz w:val="20"/>
              </w:rPr>
              <w:t xml:space="preserve">, at bus </w:t>
            </w:r>
            <w:r w:rsidRPr="00ED3498">
              <w:rPr>
                <w:i/>
                <w:sz w:val="20"/>
              </w:rPr>
              <w:t>b</w:t>
            </w:r>
            <w:r w:rsidRPr="00ED3498">
              <w:rPr>
                <w:sz w:val="20"/>
              </w:rPr>
              <w:t xml:space="preserve">.  </w:t>
            </w:r>
          </w:p>
        </w:tc>
      </w:tr>
      <w:tr w:rsidR="003F580A" w:rsidRPr="00ED3498" w14:paraId="1FDB5677"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0C889A3" w14:textId="77777777" w:rsidR="003F580A" w:rsidRPr="00ED3498" w:rsidRDefault="003F580A" w:rsidP="000C6618">
            <w:pPr>
              <w:spacing w:after="60"/>
              <w:rPr>
                <w:rFonts w:eastAsia="Calibri"/>
                <w:i/>
                <w:iCs/>
                <w:sz w:val="20"/>
              </w:rPr>
            </w:pPr>
            <w:r w:rsidRPr="00ED3498">
              <w:rPr>
                <w:rFonts w:eastAsia="Calibri"/>
                <w:i/>
                <w:iCs/>
                <w:sz w:val="20"/>
              </w:rPr>
              <w:t>cp</w:t>
            </w:r>
          </w:p>
        </w:tc>
        <w:tc>
          <w:tcPr>
            <w:tcW w:w="407" w:type="pct"/>
            <w:tcBorders>
              <w:top w:val="single" w:sz="6" w:space="0" w:color="auto"/>
              <w:left w:val="single" w:sz="6" w:space="0" w:color="auto"/>
              <w:bottom w:val="single" w:sz="6" w:space="0" w:color="auto"/>
              <w:right w:val="single" w:sz="6" w:space="0" w:color="auto"/>
            </w:tcBorders>
            <w:hideMark/>
          </w:tcPr>
          <w:p w14:paraId="4854F19B"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DC59468" w14:textId="77777777" w:rsidR="003F580A" w:rsidRPr="00ED3498" w:rsidRDefault="003F580A" w:rsidP="000C6618">
            <w:pPr>
              <w:spacing w:after="60"/>
              <w:rPr>
                <w:bCs/>
                <w:iCs/>
                <w:sz w:val="20"/>
              </w:rPr>
            </w:pPr>
            <w:r w:rsidRPr="00ED3498">
              <w:rPr>
                <w:bCs/>
                <w:iCs/>
                <w:sz w:val="20"/>
              </w:rPr>
              <w:t>A registered Counter-Party.</w:t>
            </w:r>
          </w:p>
        </w:tc>
      </w:tr>
      <w:tr w:rsidR="003F580A" w:rsidRPr="00ED3498" w14:paraId="09959F18"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C90D04C" w14:textId="77777777" w:rsidR="003F580A" w:rsidRPr="00ED3498" w:rsidRDefault="003F580A" w:rsidP="000C6618">
            <w:pPr>
              <w:spacing w:after="60"/>
              <w:rPr>
                <w:rFonts w:eastAsia="Calibri"/>
                <w:i/>
                <w:iCs/>
                <w:sz w:val="20"/>
              </w:rPr>
            </w:pPr>
            <w:proofErr w:type="spellStart"/>
            <w:r w:rsidRPr="00ED3498">
              <w:rPr>
                <w:rFonts w:eastAsia="Calibri"/>
                <w:i/>
                <w:iCs/>
                <w:sz w:val="20"/>
              </w:rPr>
              <w:lastRenderedPageBreak/>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A93CEE0"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337423FE" w14:textId="657B128E" w:rsidR="003F580A" w:rsidRPr="00ED3498" w:rsidRDefault="003F580A" w:rsidP="000C6618">
            <w:pPr>
              <w:spacing w:after="60"/>
              <w:rPr>
                <w:bCs/>
                <w:iCs/>
                <w:sz w:val="20"/>
              </w:rPr>
            </w:pPr>
            <w:r w:rsidRPr="00ED3498">
              <w:rPr>
                <w:bCs/>
                <w:iCs/>
                <w:sz w:val="20"/>
              </w:rPr>
              <w:t xml:space="preserve">A Market Participant that is a QSE or CRR Account Holder with activity in the reference month, except for a Market Participant exempt from Securitization Default Charges pursuant to the Final Order entered by the </w:t>
            </w:r>
            <w:r w:rsidR="000505C8" w:rsidRPr="00ED3498">
              <w:rPr>
                <w:bCs/>
                <w:iCs/>
                <w:sz w:val="20"/>
              </w:rPr>
              <w:t>Public Utility Commission of Texas (PUC</w:t>
            </w:r>
            <w:r w:rsidR="000505C8">
              <w:rPr>
                <w:bCs/>
                <w:iCs/>
                <w:sz w:val="20"/>
              </w:rPr>
              <w:t>T</w:t>
            </w:r>
            <w:r w:rsidR="000505C8" w:rsidRPr="00ED3498">
              <w:rPr>
                <w:bCs/>
                <w:iCs/>
                <w:sz w:val="20"/>
              </w:rPr>
              <w:t>) in PUC</w:t>
            </w:r>
            <w:r w:rsidR="000505C8">
              <w:rPr>
                <w:bCs/>
                <w:iCs/>
                <w:sz w:val="20"/>
              </w:rPr>
              <w:t>T</w:t>
            </w:r>
            <w:r w:rsidR="000505C8" w:rsidRPr="00ED3498">
              <w:rPr>
                <w:bCs/>
                <w:iCs/>
                <w:sz w:val="20"/>
              </w:rPr>
              <w:t xml:space="preserve"> Docket No. 52321</w:t>
            </w:r>
            <w:r w:rsidR="000505C8">
              <w:rPr>
                <w:bCs/>
                <w:iCs/>
                <w:sz w:val="20"/>
              </w:rPr>
              <w:t xml:space="preserve">, </w:t>
            </w:r>
            <w:r w:rsidR="000505C8" w:rsidRPr="009C374D">
              <w:rPr>
                <w:bCs/>
                <w:iCs/>
                <w:sz w:val="20"/>
              </w:rPr>
              <w:t>Application of Electric Reliability Council of Texas, Inc. for a Debt Obligation Order Pursuant to Chapter 39, Subchapter M</w:t>
            </w:r>
            <w:r w:rsidR="000505C8" w:rsidRPr="00ED3498">
              <w:rPr>
                <w:bCs/>
                <w:iCs/>
                <w:sz w:val="20"/>
              </w:rPr>
              <w:t xml:space="preserve">. </w:t>
            </w:r>
            <w:r w:rsidR="000505C8">
              <w:rPr>
                <w:bCs/>
                <w:iCs/>
                <w:sz w:val="20"/>
              </w:rPr>
              <w:t xml:space="preserve"> </w:t>
            </w:r>
            <w:r w:rsidR="000505C8" w:rsidRPr="00ED3498">
              <w:rPr>
                <w:bCs/>
                <w:iCs/>
                <w:sz w:val="20"/>
              </w:rPr>
              <w:t>Defaulted Market Participants with market activity in the reference month are included in the calculation.</w:t>
            </w:r>
          </w:p>
        </w:tc>
      </w:tr>
      <w:tr w:rsidR="003F580A" w:rsidRPr="00ED3498" w14:paraId="5E78CB7C"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C050AB3" w14:textId="77777777" w:rsidR="003F580A" w:rsidRPr="00ED3498" w:rsidRDefault="003F580A" w:rsidP="000C6618">
            <w:pPr>
              <w:spacing w:after="60"/>
              <w:rPr>
                <w:rFonts w:eastAsia="Calibri"/>
                <w:i/>
                <w:iCs/>
                <w:sz w:val="20"/>
              </w:rPr>
            </w:pPr>
            <w:r w:rsidRPr="00ED3498">
              <w:rPr>
                <w:rFonts w:eastAsia="Calibri"/>
                <w:i/>
                <w:iCs/>
                <w:sz w:val="20"/>
              </w:rPr>
              <w:t>j</w:t>
            </w:r>
          </w:p>
        </w:tc>
        <w:tc>
          <w:tcPr>
            <w:tcW w:w="407" w:type="pct"/>
            <w:tcBorders>
              <w:top w:val="single" w:sz="6" w:space="0" w:color="auto"/>
              <w:left w:val="single" w:sz="6" w:space="0" w:color="auto"/>
              <w:bottom w:val="single" w:sz="6" w:space="0" w:color="auto"/>
              <w:right w:val="single" w:sz="6" w:space="0" w:color="auto"/>
            </w:tcBorders>
            <w:hideMark/>
          </w:tcPr>
          <w:p w14:paraId="78784A98"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39D293B1" w14:textId="77777777" w:rsidR="003F580A" w:rsidRPr="00ED3498" w:rsidRDefault="003F580A" w:rsidP="000C6618">
            <w:pPr>
              <w:spacing w:after="60"/>
              <w:rPr>
                <w:bCs/>
                <w:iCs/>
                <w:sz w:val="20"/>
              </w:rPr>
            </w:pPr>
            <w:r w:rsidRPr="00ED3498">
              <w:rPr>
                <w:bCs/>
                <w:iCs/>
                <w:sz w:val="20"/>
              </w:rPr>
              <w:t>A source Settlement Point.</w:t>
            </w:r>
          </w:p>
        </w:tc>
      </w:tr>
      <w:tr w:rsidR="003F580A" w:rsidRPr="00ED3498" w14:paraId="2FFF2AA4"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B233A3F" w14:textId="77777777" w:rsidR="003F580A" w:rsidRPr="00ED3498" w:rsidRDefault="003F580A" w:rsidP="000C6618">
            <w:pPr>
              <w:spacing w:after="60"/>
              <w:rPr>
                <w:rFonts w:eastAsia="Calibri"/>
                <w:i/>
                <w:iCs/>
                <w:sz w:val="20"/>
              </w:rPr>
            </w:pPr>
            <w:r w:rsidRPr="00ED3498">
              <w:rPr>
                <w:rFonts w:eastAsia="Calibri"/>
                <w:i/>
                <w:iCs/>
                <w:sz w:val="20"/>
              </w:rPr>
              <w:t>k</w:t>
            </w:r>
          </w:p>
        </w:tc>
        <w:tc>
          <w:tcPr>
            <w:tcW w:w="407" w:type="pct"/>
            <w:tcBorders>
              <w:top w:val="single" w:sz="6" w:space="0" w:color="auto"/>
              <w:left w:val="single" w:sz="6" w:space="0" w:color="auto"/>
              <w:bottom w:val="single" w:sz="6" w:space="0" w:color="auto"/>
              <w:right w:val="single" w:sz="6" w:space="0" w:color="auto"/>
            </w:tcBorders>
            <w:hideMark/>
          </w:tcPr>
          <w:p w14:paraId="717E79CC"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C136B11" w14:textId="77777777" w:rsidR="003F580A" w:rsidRPr="00ED3498" w:rsidRDefault="003F580A" w:rsidP="000C6618">
            <w:pPr>
              <w:spacing w:after="60"/>
              <w:rPr>
                <w:bCs/>
                <w:iCs/>
                <w:sz w:val="20"/>
              </w:rPr>
            </w:pPr>
            <w:r w:rsidRPr="00ED3498">
              <w:rPr>
                <w:bCs/>
                <w:iCs/>
                <w:sz w:val="20"/>
              </w:rPr>
              <w:t>A sink Settlement Point.</w:t>
            </w:r>
          </w:p>
        </w:tc>
      </w:tr>
      <w:tr w:rsidR="003F580A" w:rsidRPr="00ED3498" w14:paraId="69DB010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B13A9A5" w14:textId="77777777" w:rsidR="003F580A" w:rsidRPr="00ED3498" w:rsidRDefault="003F580A" w:rsidP="000C6618">
            <w:pPr>
              <w:spacing w:after="60"/>
              <w:rPr>
                <w:rFonts w:eastAsia="Calibri"/>
                <w:i/>
                <w:iCs/>
                <w:sz w:val="20"/>
              </w:rPr>
            </w:pPr>
            <w:r w:rsidRPr="00ED3498">
              <w:rPr>
                <w:rFonts w:eastAsia="Calibri"/>
                <w:i/>
                <w:iCs/>
                <w:sz w:val="20"/>
              </w:rPr>
              <w:t>a</w:t>
            </w:r>
          </w:p>
        </w:tc>
        <w:tc>
          <w:tcPr>
            <w:tcW w:w="407" w:type="pct"/>
            <w:tcBorders>
              <w:top w:val="single" w:sz="6" w:space="0" w:color="auto"/>
              <w:left w:val="single" w:sz="6" w:space="0" w:color="auto"/>
              <w:bottom w:val="single" w:sz="6" w:space="0" w:color="auto"/>
              <w:right w:val="single" w:sz="6" w:space="0" w:color="auto"/>
            </w:tcBorders>
            <w:hideMark/>
          </w:tcPr>
          <w:p w14:paraId="6C601780"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3D726D61" w14:textId="77777777" w:rsidR="003F580A" w:rsidRPr="00ED3498" w:rsidRDefault="003F580A" w:rsidP="000C6618">
            <w:pPr>
              <w:spacing w:after="60"/>
              <w:rPr>
                <w:bCs/>
                <w:iCs/>
                <w:sz w:val="20"/>
              </w:rPr>
            </w:pPr>
            <w:r w:rsidRPr="00ED3498">
              <w:rPr>
                <w:bCs/>
                <w:iCs/>
                <w:sz w:val="20"/>
              </w:rPr>
              <w:t>A CRR Auction.</w:t>
            </w:r>
          </w:p>
        </w:tc>
      </w:tr>
      <w:tr w:rsidR="003F580A" w:rsidRPr="00ED3498" w14:paraId="497FAD6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1C31468" w14:textId="77777777" w:rsidR="003F580A" w:rsidRPr="00ED3498" w:rsidRDefault="003F580A" w:rsidP="000C6618">
            <w:pPr>
              <w:spacing w:after="60"/>
              <w:rPr>
                <w:rFonts w:eastAsia="Calibri"/>
                <w:i/>
                <w:iCs/>
                <w:sz w:val="20"/>
              </w:rPr>
            </w:pPr>
            <w:r w:rsidRPr="00ED3498">
              <w:rPr>
                <w:rFonts w:eastAsia="Calibri"/>
                <w:i/>
                <w:iCs/>
                <w:sz w:val="20"/>
              </w:rPr>
              <w:t>p</w:t>
            </w:r>
          </w:p>
        </w:tc>
        <w:tc>
          <w:tcPr>
            <w:tcW w:w="407" w:type="pct"/>
            <w:tcBorders>
              <w:top w:val="single" w:sz="6" w:space="0" w:color="auto"/>
              <w:left w:val="single" w:sz="6" w:space="0" w:color="auto"/>
              <w:bottom w:val="single" w:sz="6" w:space="0" w:color="auto"/>
              <w:right w:val="single" w:sz="6" w:space="0" w:color="auto"/>
            </w:tcBorders>
            <w:hideMark/>
          </w:tcPr>
          <w:p w14:paraId="03F2895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A8C7560" w14:textId="77777777" w:rsidR="003F580A" w:rsidRPr="00ED3498" w:rsidRDefault="003F580A" w:rsidP="000C6618">
            <w:pPr>
              <w:spacing w:after="60"/>
              <w:rPr>
                <w:bCs/>
                <w:iCs/>
                <w:sz w:val="20"/>
              </w:rPr>
            </w:pPr>
            <w:r w:rsidRPr="00ED3498">
              <w:rPr>
                <w:bCs/>
                <w:iCs/>
                <w:sz w:val="20"/>
              </w:rPr>
              <w:t>A Settlement Point.</w:t>
            </w:r>
          </w:p>
        </w:tc>
      </w:tr>
      <w:tr w:rsidR="003F580A" w:rsidRPr="00ED3498" w14:paraId="1C5B6BA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22B4358" w14:textId="77777777" w:rsidR="003F580A" w:rsidRPr="00ED3498" w:rsidRDefault="003F580A" w:rsidP="000C6618">
            <w:pPr>
              <w:spacing w:after="60"/>
              <w:rPr>
                <w:rFonts w:eastAsia="Calibri"/>
                <w:i/>
                <w:iCs/>
                <w:sz w:val="20"/>
              </w:rPr>
            </w:pPr>
            <w:proofErr w:type="spellStart"/>
            <w:r w:rsidRPr="00ED3498">
              <w:rPr>
                <w:rFonts w:eastAsia="Calibri"/>
                <w:i/>
                <w:iCs/>
                <w:sz w:val="20"/>
              </w:rPr>
              <w:t>i</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0C37065"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34BB9BF9" w14:textId="77777777" w:rsidR="003F580A" w:rsidRPr="00ED3498" w:rsidRDefault="003F580A" w:rsidP="000C6618">
            <w:pPr>
              <w:spacing w:after="60"/>
              <w:rPr>
                <w:bCs/>
                <w:iCs/>
                <w:sz w:val="20"/>
              </w:rPr>
            </w:pPr>
            <w:r w:rsidRPr="00ED3498">
              <w:rPr>
                <w:bCs/>
                <w:iCs/>
                <w:sz w:val="20"/>
              </w:rPr>
              <w:t>A 15-minute Settlement Interval.</w:t>
            </w:r>
          </w:p>
        </w:tc>
      </w:tr>
      <w:tr w:rsidR="003F580A" w:rsidRPr="00ED3498" w14:paraId="4DF9AC7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A3E01D1" w14:textId="77777777" w:rsidR="003F580A" w:rsidRPr="00ED3498" w:rsidRDefault="003F580A" w:rsidP="000C6618">
            <w:pPr>
              <w:spacing w:after="60"/>
              <w:rPr>
                <w:rFonts w:eastAsia="Calibri"/>
                <w:i/>
                <w:iCs/>
                <w:sz w:val="20"/>
              </w:rPr>
            </w:pPr>
            <w:r w:rsidRPr="00ED3498">
              <w:rPr>
                <w:rFonts w:eastAsia="Calibri"/>
                <w:i/>
                <w:iCs/>
                <w:sz w:val="20"/>
              </w:rPr>
              <w:t>h</w:t>
            </w:r>
          </w:p>
        </w:tc>
        <w:tc>
          <w:tcPr>
            <w:tcW w:w="407" w:type="pct"/>
            <w:tcBorders>
              <w:top w:val="single" w:sz="6" w:space="0" w:color="auto"/>
              <w:left w:val="single" w:sz="6" w:space="0" w:color="auto"/>
              <w:bottom w:val="single" w:sz="6" w:space="0" w:color="auto"/>
              <w:right w:val="single" w:sz="6" w:space="0" w:color="auto"/>
            </w:tcBorders>
            <w:hideMark/>
          </w:tcPr>
          <w:p w14:paraId="37D89D72"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C1CF542" w14:textId="77777777" w:rsidR="003F580A" w:rsidRPr="00ED3498" w:rsidRDefault="003F580A" w:rsidP="000C6618">
            <w:pPr>
              <w:spacing w:after="60"/>
              <w:rPr>
                <w:bCs/>
                <w:iCs/>
                <w:sz w:val="20"/>
              </w:rPr>
            </w:pPr>
            <w:r w:rsidRPr="00ED3498">
              <w:rPr>
                <w:bCs/>
                <w:iCs/>
                <w:sz w:val="20"/>
              </w:rPr>
              <w:t xml:space="preserve">The hour that includes the Settlement Interval </w:t>
            </w:r>
            <w:proofErr w:type="spellStart"/>
            <w:r w:rsidRPr="000505C8">
              <w:rPr>
                <w:bCs/>
                <w:i/>
                <w:sz w:val="20"/>
              </w:rPr>
              <w:t>i</w:t>
            </w:r>
            <w:proofErr w:type="spellEnd"/>
            <w:r w:rsidRPr="00ED3498">
              <w:rPr>
                <w:bCs/>
                <w:iCs/>
                <w:sz w:val="20"/>
              </w:rPr>
              <w:t>.</w:t>
            </w:r>
          </w:p>
        </w:tc>
      </w:tr>
      <w:tr w:rsidR="003F580A" w:rsidRPr="00ED3498" w14:paraId="47B110EC"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E59E947" w14:textId="77777777" w:rsidR="003F580A" w:rsidRPr="00ED3498" w:rsidRDefault="003F580A" w:rsidP="000C6618">
            <w:pPr>
              <w:spacing w:after="60"/>
              <w:rPr>
                <w:rFonts w:eastAsia="Calibri"/>
                <w:i/>
                <w:iCs/>
                <w:sz w:val="20"/>
              </w:rPr>
            </w:pPr>
            <w:r w:rsidRPr="00ED3498">
              <w:rPr>
                <w:rFonts w:eastAsia="Calibri"/>
                <w:i/>
                <w:iCs/>
                <w:sz w:val="20"/>
              </w:rPr>
              <w:t>r</w:t>
            </w:r>
          </w:p>
        </w:tc>
        <w:tc>
          <w:tcPr>
            <w:tcW w:w="407" w:type="pct"/>
            <w:tcBorders>
              <w:top w:val="single" w:sz="6" w:space="0" w:color="auto"/>
              <w:left w:val="single" w:sz="6" w:space="0" w:color="auto"/>
              <w:bottom w:val="single" w:sz="6" w:space="0" w:color="auto"/>
              <w:right w:val="single" w:sz="6" w:space="0" w:color="auto"/>
            </w:tcBorders>
            <w:hideMark/>
          </w:tcPr>
          <w:p w14:paraId="5A5754C2" w14:textId="77777777" w:rsidR="003F580A" w:rsidRPr="00ED3498" w:rsidRDefault="003F580A" w:rsidP="000C6618">
            <w:pPr>
              <w:spacing w:after="60"/>
              <w:rPr>
                <w:iCs/>
                <w:sz w:val="20"/>
              </w:rPr>
            </w:pPr>
            <w:r w:rsidRPr="00ED3498">
              <w:rPr>
                <w:iCs/>
                <w:sz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635B7C01" w14:textId="77777777" w:rsidR="003F580A" w:rsidRPr="00ED3498" w:rsidRDefault="003F580A" w:rsidP="000C6618">
            <w:pPr>
              <w:spacing w:after="60"/>
              <w:rPr>
                <w:bCs/>
                <w:iCs/>
                <w:sz w:val="20"/>
              </w:rPr>
            </w:pPr>
            <w:r w:rsidRPr="00ED3498">
              <w:rPr>
                <w:bCs/>
                <w:iCs/>
                <w:sz w:val="20"/>
              </w:rPr>
              <w:t xml:space="preserve">A Resource. </w:t>
            </w:r>
          </w:p>
        </w:tc>
      </w:tr>
      <w:bookmarkEnd w:id="9"/>
    </w:tbl>
    <w:p w14:paraId="6EE3106A" w14:textId="77777777" w:rsidR="003F580A" w:rsidRPr="00ED3498" w:rsidRDefault="003F580A" w:rsidP="003F580A">
      <w:pPr>
        <w:ind w:left="720" w:hanging="720"/>
      </w:pPr>
    </w:p>
    <w:p w14:paraId="17F994D1" w14:textId="77777777" w:rsidR="003F580A" w:rsidRPr="00ED3498" w:rsidRDefault="003F580A" w:rsidP="003F580A">
      <w:pPr>
        <w:tabs>
          <w:tab w:val="left" w:pos="720"/>
        </w:tabs>
        <w:spacing w:after="240"/>
        <w:ind w:left="720" w:hanging="720"/>
      </w:pPr>
      <w:r w:rsidRPr="00ED3498">
        <w:t>(3)</w:t>
      </w:r>
      <w:r w:rsidRPr="00ED3498">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5CCED563" w14:textId="335FC59C" w:rsidR="003F580A" w:rsidRPr="00ED3498" w:rsidRDefault="003F580A" w:rsidP="003F580A">
      <w:pPr>
        <w:spacing w:after="240"/>
        <w:ind w:left="720" w:hanging="720"/>
      </w:pPr>
      <w:r w:rsidRPr="00ED3498">
        <w:t>(4)</w:t>
      </w:r>
      <w:r w:rsidRPr="00ED3498">
        <w:tab/>
        <w:t>As needed, but no less than annually, ERCOT will conduct an evaluation to determine if the Total Securitization Default Charge Monthly Amount (TSDCMA), which is the amount collected each month to repay the Securitization Default Balance, should be modified.</w:t>
      </w:r>
      <w:r w:rsidR="000505C8">
        <w:t xml:space="preserve"> </w:t>
      </w:r>
      <w:r w:rsidRPr="00ED3498">
        <w:t xml:space="preserve"> In conducting this evaluation, ERCOT will calculate the amount that must be collected each month to service the then-remaining Securitization Default Balance debt in even monthly amounts over the remaining tenor of the debt. </w:t>
      </w:r>
    </w:p>
    <w:p w14:paraId="05DD3167" w14:textId="77777777" w:rsidR="003F580A" w:rsidRPr="00ED3498" w:rsidRDefault="003F580A" w:rsidP="003F580A">
      <w:pPr>
        <w:spacing w:after="240"/>
        <w:ind w:left="720" w:hanging="720"/>
      </w:pPr>
      <w:r w:rsidRPr="00ED3498">
        <w:t>(5)</w:t>
      </w:r>
      <w:r w:rsidRPr="00ED3498">
        <w:tab/>
        <w:t xml:space="preserve">If ERCOT modifies the TSDCMA pursuant to paragraph (4) above, ERCOT will issue a Market Notice notifying Market Participants of the change no later than 15 days before the beginning of the month in which the new TSDCMA will be used to calculate the Securitization Default Charges. </w:t>
      </w:r>
    </w:p>
    <w:p w14:paraId="11BCE841" w14:textId="77777777" w:rsidR="003F580A" w:rsidRPr="00ED3498" w:rsidRDefault="003F580A" w:rsidP="003F580A">
      <w:pPr>
        <w:keepNext/>
        <w:tabs>
          <w:tab w:val="left" w:pos="900"/>
        </w:tabs>
        <w:spacing w:before="240" w:after="240"/>
        <w:outlineLvl w:val="1"/>
        <w:rPr>
          <w:b/>
          <w:bCs/>
        </w:rPr>
      </w:pPr>
      <w:bookmarkStart w:id="12" w:name="_Toc89333394"/>
      <w:bookmarkStart w:id="13" w:name="_Hlk89869930"/>
      <w:r w:rsidRPr="00ED3498">
        <w:rPr>
          <w:b/>
          <w:bCs/>
        </w:rPr>
        <w:t xml:space="preserve">26.3 </w:t>
      </w:r>
      <w:r w:rsidRPr="00ED3498">
        <w:rPr>
          <w:b/>
          <w:bCs/>
        </w:rPr>
        <w:tab/>
        <w:t>Miscellaneous Invoices for Securitization Default Charges</w:t>
      </w:r>
      <w:bookmarkEnd w:id="12"/>
      <w:r w:rsidRPr="00ED3498">
        <w:rPr>
          <w:b/>
          <w:bCs/>
        </w:rPr>
        <w:t xml:space="preserve"> </w:t>
      </w:r>
    </w:p>
    <w:p w14:paraId="1726C30F" w14:textId="351BDF30" w:rsidR="003F580A" w:rsidRPr="00ED3498" w:rsidRDefault="003F580A" w:rsidP="003F580A">
      <w:pPr>
        <w:spacing w:after="240"/>
        <w:ind w:left="720" w:hanging="720"/>
        <w:rPr>
          <w:iCs/>
        </w:rPr>
      </w:pPr>
      <w:r w:rsidRPr="00ED3498">
        <w:rPr>
          <w:iCs/>
        </w:rPr>
        <w:t>(1)</w:t>
      </w:r>
      <w:r w:rsidRPr="00ED3498">
        <w:rPr>
          <w:iCs/>
        </w:rPr>
        <w:tab/>
        <w:t xml:space="preserve">ERCOT shall prepare miscellaneous Invoices for Securitization Default Charges on a monthly basis, as specified in Section 9.1.2, Settlement Calendar, on the seventh Business Day of a month. </w:t>
      </w:r>
      <w:r w:rsidR="000505C8">
        <w:rPr>
          <w:iCs/>
        </w:rPr>
        <w:t xml:space="preserve"> </w:t>
      </w:r>
      <w:r w:rsidRPr="00ED3498">
        <w:rPr>
          <w:iCs/>
        </w:rPr>
        <w:t xml:space="preserve">Unless expressly stated otherwise, the </w:t>
      </w:r>
      <w:r w:rsidRPr="00ED3498">
        <w:t xml:space="preserve">publication of the miscellaneous Invoices can occur as late as 2400 on the scheduled publication date.  </w:t>
      </w:r>
      <w:r w:rsidRPr="00ED3498">
        <w:rPr>
          <w:iCs/>
        </w:rPr>
        <w:t xml:space="preserve">The Market Participant to whom the Invoice is addressed (Invoice Recipient) is a payor.  </w:t>
      </w:r>
    </w:p>
    <w:p w14:paraId="4515C7D4" w14:textId="77777777" w:rsidR="003F580A" w:rsidRPr="00ED3498" w:rsidRDefault="003F580A" w:rsidP="003F580A">
      <w:pPr>
        <w:spacing w:after="240"/>
        <w:ind w:left="720" w:hanging="720"/>
      </w:pPr>
      <w:r w:rsidRPr="00ED3498">
        <w:t>(2)</w:t>
      </w:r>
      <w:r w:rsidRPr="00ED3498">
        <w:tab/>
        <w:t>Each Invoice Recipient shall pay any debit shown on the miscellaneous Invoice for Securitization Default Charges on the payment due date, whether or not there is any Settlement and billing dispute regarding the amount of the debit.</w:t>
      </w:r>
    </w:p>
    <w:p w14:paraId="6F9FDE63" w14:textId="77777777" w:rsidR="003F580A" w:rsidRPr="00ED3498" w:rsidRDefault="003F580A" w:rsidP="003F580A">
      <w:pPr>
        <w:spacing w:after="240"/>
        <w:ind w:left="720" w:hanging="720"/>
        <w:rPr>
          <w:iCs/>
        </w:rPr>
      </w:pPr>
      <w:r w:rsidRPr="00ED3498">
        <w:rPr>
          <w:iCs/>
        </w:rPr>
        <w:lastRenderedPageBreak/>
        <w:t>(3)</w:t>
      </w:r>
      <w:r w:rsidRPr="00ED3498">
        <w:rPr>
          <w:iCs/>
        </w:rPr>
        <w:tab/>
        <w:t xml:space="preserve">ERCOT shall post miscellaneous Invoices for </w:t>
      </w:r>
      <w:r w:rsidRPr="00ED3498">
        <w:t xml:space="preserve">Securitization </w:t>
      </w:r>
      <w:r w:rsidRPr="00ED3498">
        <w:rPr>
          <w:iCs/>
        </w:rPr>
        <w:t xml:space="preserve">Default Charges on the Market Information System (MIS) Certified Area.  The Invoice Recipient is responsible for accessing the Invoices on the MIS Certified Area once posted by ERCOT, as described in Section 9.1.3, Settlement Statement and Invoice Access. </w:t>
      </w:r>
    </w:p>
    <w:p w14:paraId="63237C04" w14:textId="77777777" w:rsidR="003F580A" w:rsidRPr="00ED3498" w:rsidRDefault="003F580A" w:rsidP="003F580A">
      <w:pPr>
        <w:spacing w:after="240"/>
        <w:ind w:left="720" w:hanging="720"/>
      </w:pPr>
      <w:r w:rsidRPr="00ED3498">
        <w:t>(4)</w:t>
      </w:r>
      <w:r w:rsidRPr="00ED3498">
        <w:tab/>
        <w:t>All disputes for miscellaneous Invoices related to the Securitization Default Charges shall follow the process described in Section 9.14, Settlement and Billing Dispute Process.</w:t>
      </w:r>
    </w:p>
    <w:p w14:paraId="63598FA0" w14:textId="77777777" w:rsidR="003F580A" w:rsidRPr="00D24933" w:rsidRDefault="003F580A" w:rsidP="003F580A">
      <w:pPr>
        <w:tabs>
          <w:tab w:val="left" w:pos="1080"/>
        </w:tabs>
        <w:spacing w:before="240" w:after="240"/>
        <w:ind w:left="1080" w:hanging="1080"/>
        <w:outlineLvl w:val="2"/>
        <w:rPr>
          <w:b/>
          <w:bCs/>
          <w:i/>
        </w:rPr>
      </w:pPr>
      <w:bookmarkStart w:id="14" w:name="_Toc89333395"/>
      <w:r w:rsidRPr="00D24933">
        <w:rPr>
          <w:b/>
          <w:bCs/>
          <w:i/>
        </w:rPr>
        <w:t>26.3.1</w:t>
      </w:r>
      <w:r w:rsidRPr="00D24933">
        <w:rPr>
          <w:b/>
          <w:bCs/>
          <w:i/>
        </w:rPr>
        <w:tab/>
        <w:t>Payment Process for Miscellaneous Invoices for Securitization Default Charges</w:t>
      </w:r>
      <w:bookmarkEnd w:id="14"/>
      <w:r w:rsidRPr="00D24933">
        <w:rPr>
          <w:b/>
          <w:bCs/>
          <w:i/>
        </w:rPr>
        <w:t xml:space="preserve"> </w:t>
      </w:r>
    </w:p>
    <w:p w14:paraId="7DE7D5B9" w14:textId="77777777" w:rsidR="003F580A" w:rsidRPr="00ED3498" w:rsidRDefault="003F580A" w:rsidP="003F580A">
      <w:pPr>
        <w:keepNext/>
        <w:spacing w:after="240"/>
        <w:ind w:left="720" w:hanging="720"/>
        <w:rPr>
          <w:iCs/>
        </w:rPr>
      </w:pPr>
      <w:r w:rsidRPr="00ED3498">
        <w:rPr>
          <w:iCs/>
        </w:rPr>
        <w:t>(1)</w:t>
      </w:r>
      <w:r w:rsidRPr="00ED3498">
        <w:rPr>
          <w:iCs/>
        </w:rPr>
        <w:tab/>
      </w:r>
      <w:bookmarkStart w:id="15" w:name="_Hlk86923043"/>
      <w:r w:rsidRPr="00ED3498">
        <w:rPr>
          <w:iCs/>
        </w:rPr>
        <w:t xml:space="preserve">Payments for miscellaneous Invoices for </w:t>
      </w:r>
      <w:r w:rsidRPr="00ED3498">
        <w:t>Securitization Default Charges</w:t>
      </w:r>
      <w:r w:rsidRPr="00ED3498">
        <w:rPr>
          <w:iCs/>
        </w:rPr>
        <w:t xml:space="preserve"> are due on a Business Day and Bank Business Day basis in a process detailed below.</w:t>
      </w:r>
      <w:bookmarkEnd w:id="15"/>
    </w:p>
    <w:p w14:paraId="41FF09ED" w14:textId="77777777" w:rsidR="003F580A" w:rsidRPr="00D24933" w:rsidRDefault="003F580A" w:rsidP="003F580A">
      <w:pPr>
        <w:pStyle w:val="H4"/>
      </w:pPr>
      <w:bookmarkStart w:id="16" w:name="_Toc89333396"/>
      <w:r w:rsidRPr="00D24933">
        <w:t>26.3.1.1</w:t>
      </w:r>
      <w:r w:rsidRPr="00D24933">
        <w:tab/>
        <w:t>Invoice Recipient Payment to ERCOT for Miscellaneous Invoices for Securitization Default Charges</w:t>
      </w:r>
      <w:bookmarkEnd w:id="16"/>
    </w:p>
    <w:p w14:paraId="702C9C57" w14:textId="77777777" w:rsidR="003F580A" w:rsidRPr="00ED3498" w:rsidRDefault="003F580A" w:rsidP="003F580A">
      <w:pPr>
        <w:spacing w:after="240"/>
        <w:ind w:left="720" w:hanging="720"/>
      </w:pPr>
      <w:r w:rsidRPr="00ED3498">
        <w:t>(1)</w:t>
      </w:r>
      <w:r w:rsidRPr="00ED3498">
        <w:tab/>
        <w:t xml:space="preserve">The payment due date and time for the miscellaneous Invoices for </w:t>
      </w:r>
      <w:r w:rsidRPr="00ED3498">
        <w:rPr>
          <w:iCs/>
        </w:rPr>
        <w:t xml:space="preserve">Securitization </w:t>
      </w:r>
      <w:r w:rsidRPr="00ED3498">
        <w:t>Default Charges, with funds owed by an Invoice Recipient, is 1700 on the fifth Bank Business Day after the miscellaneous Invoice date, unless the fifth</w:t>
      </w:r>
      <w:r w:rsidRPr="00ED3498">
        <w:rPr>
          <w:vertAlign w:val="superscript"/>
        </w:rPr>
        <w:t xml:space="preserve"> </w:t>
      </w:r>
      <w:r w:rsidRPr="00ED3498">
        <w:t xml:space="preserve">Bank Business Day is not a Business Day.  If the fifth Bank Business Day is not a Business Day, then the payment is due by 1700 on the next Bank Business Day after the fifth Bank Business Day that is also a Business Day.  </w:t>
      </w:r>
    </w:p>
    <w:p w14:paraId="7A76AE3D" w14:textId="77777777" w:rsidR="003F580A" w:rsidRPr="00ED3498" w:rsidRDefault="003F580A" w:rsidP="003F580A">
      <w:pPr>
        <w:spacing w:after="240"/>
        <w:ind w:left="720" w:hanging="720"/>
      </w:pPr>
      <w:r w:rsidRPr="00ED3498">
        <w:t>(2)</w:t>
      </w:r>
      <w:r w:rsidRPr="00ED3498">
        <w:tab/>
        <w:t xml:space="preserve">All miscellaneous Invoices for </w:t>
      </w:r>
      <w:r w:rsidRPr="00ED3498">
        <w:rPr>
          <w:iCs/>
        </w:rPr>
        <w:t xml:space="preserve">Securitization </w:t>
      </w:r>
      <w:r w:rsidRPr="00ED3498">
        <w:t>Default Charges due, with funds owed by an Invoice Recipient, must be paid to ERCOT in U.S. Dollars (USDs) by Electronic Funds Transfer (EFT) in immediately available or good funds (i.e., not subject to reversal) on or before the payment due date.  EFTs must be with U.S. banks only.</w:t>
      </w:r>
    </w:p>
    <w:p w14:paraId="36074515" w14:textId="77777777" w:rsidR="003F580A" w:rsidRPr="00ED3498" w:rsidRDefault="003F580A" w:rsidP="003F580A">
      <w:pPr>
        <w:spacing w:after="240"/>
        <w:ind w:left="720" w:hanging="720"/>
      </w:pPr>
      <w:r w:rsidRPr="00ED3498">
        <w:t>(3)</w:t>
      </w:r>
      <w:r w:rsidRPr="00ED3498">
        <w:tab/>
        <w:t xml:space="preserve">Miscellaneous Invoices that are issued for </w:t>
      </w:r>
      <w:r w:rsidRPr="00ED3498">
        <w:rPr>
          <w:iCs/>
        </w:rPr>
        <w:t xml:space="preserve">Securitization </w:t>
      </w:r>
      <w:r w:rsidRPr="00ED3498">
        <w:t xml:space="preserve">Default Charges are distinct from other Invoices issued by ERCOT and must be paid by an EFT that is separate from any other Invoice.  An Invoice Recipient may not net amounts owing on a miscellaneous Invoice for Securitization Default Charges with any other funds due to or from ERCOT. </w:t>
      </w:r>
    </w:p>
    <w:p w14:paraId="4FF21843" w14:textId="77777777" w:rsidR="003F580A" w:rsidRPr="00ED3498" w:rsidRDefault="003F580A" w:rsidP="003F580A">
      <w:pPr>
        <w:spacing w:after="240"/>
        <w:ind w:left="720" w:hanging="720"/>
      </w:pPr>
      <w:r w:rsidRPr="00ED3498">
        <w:t>(4)</w:t>
      </w:r>
      <w:r w:rsidRPr="00ED3498">
        <w:tab/>
        <w:t>Payments for Securitization Default Charges must be made to the account listed on the invoice.  If payment is not made to the correct account, the payment will be rejected.  Failure to remit funds to the correct account may result in a Payment Breach.  The payment remark must include the invoice number.</w:t>
      </w:r>
    </w:p>
    <w:p w14:paraId="15998FD2" w14:textId="54A61D2F" w:rsidR="003F580A" w:rsidRPr="00D24933" w:rsidRDefault="003F580A" w:rsidP="003F580A">
      <w:pPr>
        <w:pStyle w:val="H4"/>
      </w:pPr>
      <w:bookmarkStart w:id="17" w:name="_Toc89333397"/>
      <w:bookmarkStart w:id="18" w:name="_Hlk85627052"/>
      <w:r w:rsidRPr="00D24933">
        <w:t>26.3.1.2</w:t>
      </w:r>
      <w:r w:rsidRPr="00D24933">
        <w:tab/>
        <w:t>Insufficient Payments by Miscellaneous Invoice Recipients for Securitization Default Charges</w:t>
      </w:r>
      <w:bookmarkEnd w:id="17"/>
    </w:p>
    <w:p w14:paraId="3F2F17B9" w14:textId="77777777" w:rsidR="003F580A" w:rsidRPr="00ED3498" w:rsidRDefault="003F580A" w:rsidP="003F580A">
      <w:pPr>
        <w:keepNext/>
        <w:spacing w:after="240"/>
        <w:ind w:left="720" w:hanging="720"/>
      </w:pPr>
      <w:r w:rsidRPr="00ED3498">
        <w:t xml:space="preserve">(1) </w:t>
      </w:r>
      <w:r w:rsidRPr="00ED3498">
        <w:tab/>
        <w:t xml:space="preserve">If an Invoice Recipient owing funds does not pay its miscellaneous Invoice for </w:t>
      </w:r>
      <w:r w:rsidRPr="00ED3498">
        <w:rPr>
          <w:iCs/>
        </w:rPr>
        <w:t xml:space="preserve">Securitization </w:t>
      </w:r>
      <w:r w:rsidRPr="00ED3498">
        <w:t xml:space="preserve">Default Charges in full (short-pay) by the payment due date and time set forth in Section 26.3.1.1, Invoice Recipient Payment to ERCOT for Miscellaneous </w:t>
      </w:r>
      <w:r w:rsidRPr="00ED3498">
        <w:lastRenderedPageBreak/>
        <w:t xml:space="preserve">Invoices for Securitization Default Charges, ERCOT shall follow the procedure set forth below: </w:t>
      </w:r>
    </w:p>
    <w:p w14:paraId="0CADE309" w14:textId="77777777" w:rsidR="003F580A" w:rsidRPr="00ED3498" w:rsidRDefault="003F580A" w:rsidP="003F580A">
      <w:pPr>
        <w:spacing w:after="240"/>
        <w:ind w:left="1440" w:hanging="720"/>
      </w:pPr>
      <w:bookmarkStart w:id="19" w:name="_Hlk85018596"/>
      <w:r w:rsidRPr="00ED3498">
        <w:t>(a)</w:t>
      </w:r>
      <w:r w:rsidRPr="00ED3498">
        <w:tab/>
        <w:t xml:space="preserve">ERCOT shall draw on any available Securitization Default Charge escrow deposit by the short-paying miscellaneous Invoice Recipient. </w:t>
      </w:r>
    </w:p>
    <w:p w14:paraId="05EB870C" w14:textId="77777777" w:rsidR="003F580A" w:rsidRPr="00ED3498" w:rsidRDefault="003F580A" w:rsidP="003F580A">
      <w:pPr>
        <w:spacing w:after="240"/>
        <w:ind w:left="1440" w:hanging="720"/>
      </w:pPr>
      <w:r w:rsidRPr="00ED3498">
        <w:t>(b)</w:t>
      </w:r>
      <w:r w:rsidRPr="00ED3498">
        <w:tab/>
        <w:t xml:space="preserve">Regardless of whether ERCOT’s draw on an available Securitization Default Charge  escrow deposit under paragraph (a) above is sufficient to cover the amount owed by a Market Participant for a miscellaneous Invoice for </w:t>
      </w:r>
      <w:r w:rsidRPr="00ED3498">
        <w:rPr>
          <w:iCs/>
        </w:rPr>
        <w:t xml:space="preserve">Securitization </w:t>
      </w:r>
      <w:r w:rsidRPr="00ED3498">
        <w:t xml:space="preserve">Default Charges, a Market Participant’s failure to pay the miscellaneous Invoice by the payment due date and time will still be deemed a Payment Breach under Section 16.11.6, Payment Breach and Late Payments by Market Participants.  </w:t>
      </w:r>
    </w:p>
    <w:p w14:paraId="37A8825E" w14:textId="77777777" w:rsidR="003F580A" w:rsidRPr="00ED3498" w:rsidRDefault="003F580A" w:rsidP="00C745C0">
      <w:pPr>
        <w:spacing w:after="240"/>
        <w:ind w:left="1440" w:hanging="720"/>
      </w:pPr>
      <w:r w:rsidRPr="00ED3498">
        <w:t>(c)</w:t>
      </w:r>
      <w:r w:rsidRPr="00ED3498">
        <w:tab/>
        <w:t xml:space="preserve">If an amount owed to ERCOT for a miscellaneous Invoice for </w:t>
      </w:r>
      <w:r w:rsidRPr="00ED3498">
        <w:rPr>
          <w:iCs/>
        </w:rPr>
        <w:t xml:space="preserve">Securitization </w:t>
      </w:r>
      <w:r w:rsidRPr="00ED3498">
        <w:t xml:space="preserve">Default Charges cannot be fully recovered from a short-paying Market Participant by drawing upon available Securitization Default Charge escrow deposits or taking other action against the Market Participant to recover the amount owed, the remaining short payment amount will be taken into consideration in ERCOT’s next evaluation of the Total Securitization Default Charge Monthly Amount performed pursuant to paragraph (4) of Section 26.2, Securitization Default Charges, that occurs after the short payment. </w:t>
      </w:r>
    </w:p>
    <w:p w14:paraId="569E3407" w14:textId="77777777" w:rsidR="003F580A" w:rsidRPr="00ED3498" w:rsidRDefault="003F580A" w:rsidP="00C745C0">
      <w:pPr>
        <w:spacing w:after="240"/>
        <w:ind w:left="1440" w:hanging="720"/>
      </w:pPr>
      <w:r w:rsidRPr="00ED3498">
        <w:t>(d)</w:t>
      </w:r>
      <w:r w:rsidRPr="00ED3498">
        <w:tab/>
        <w:t>Any action taken by ERCOT under  this section does not relieve or otherwise excuse the short paying Market Participant of its obligation to fully pay all outstanding financial obligations to ERCOT, including is obligation to fully pay all miscellaneous Invoices for Securitization Default Charges.</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3F580A" w:rsidRPr="00ED3498" w14:paraId="5F59D504" w14:textId="77777777" w:rsidTr="000C6618">
        <w:tc>
          <w:tcPr>
            <w:tcW w:w="10080" w:type="dxa"/>
            <w:tcBorders>
              <w:top w:val="single" w:sz="4" w:space="0" w:color="auto"/>
              <w:left w:val="single" w:sz="4" w:space="0" w:color="auto"/>
              <w:bottom w:val="single" w:sz="4" w:space="0" w:color="auto"/>
              <w:right w:val="single" w:sz="4" w:space="0" w:color="auto"/>
            </w:tcBorders>
            <w:shd w:val="pct12" w:color="auto" w:fill="auto"/>
            <w:hideMark/>
          </w:tcPr>
          <w:bookmarkEnd w:id="13"/>
          <w:bookmarkEnd w:id="18"/>
          <w:bookmarkEnd w:id="19"/>
          <w:p w14:paraId="0E3ECF41" w14:textId="026518CE" w:rsidR="003F580A" w:rsidRPr="00ED3498" w:rsidRDefault="003F580A" w:rsidP="000C6618">
            <w:pPr>
              <w:spacing w:before="120" w:after="240"/>
              <w:rPr>
                <w:b/>
                <w:i/>
              </w:rPr>
            </w:pPr>
            <w:r w:rsidRPr="00ED3498">
              <w:rPr>
                <w:b/>
                <w:i/>
                <w:iCs/>
              </w:rPr>
              <w:t>[NPRR</w:t>
            </w:r>
            <w:r>
              <w:rPr>
                <w:b/>
                <w:i/>
                <w:iCs/>
              </w:rPr>
              <w:t>1103</w:t>
            </w:r>
            <w:r w:rsidRPr="00ED3498">
              <w:rPr>
                <w:b/>
                <w:i/>
                <w:iCs/>
              </w:rPr>
              <w:t>:</w:t>
            </w:r>
            <w:r w:rsidR="00B25D23" w:rsidRPr="00ED3498">
              <w:rPr>
                <w:b/>
                <w:i/>
                <w:iCs/>
              </w:rPr>
              <w:t xml:space="preserve">  </w:t>
            </w:r>
            <w:r w:rsidR="00B25D23">
              <w:rPr>
                <w:b/>
                <w:i/>
                <w:iCs/>
              </w:rPr>
              <w:t xml:space="preserve">Replace </w:t>
            </w:r>
            <w:r w:rsidRPr="00ED3498">
              <w:rPr>
                <w:b/>
                <w:i/>
                <w:iCs/>
              </w:rPr>
              <w:t xml:space="preserve">Sections 26.3, 26.3.1, 26.3.1.1, and 26.3.1.2 above with the following upon system implementation:] </w:t>
            </w:r>
          </w:p>
          <w:p w14:paraId="1AA1BADF" w14:textId="77777777" w:rsidR="003F580A" w:rsidRPr="00ED3498" w:rsidRDefault="003F580A" w:rsidP="000C6618">
            <w:pPr>
              <w:keepNext/>
              <w:tabs>
                <w:tab w:val="left" w:pos="900"/>
              </w:tabs>
              <w:spacing w:before="240" w:after="240"/>
              <w:outlineLvl w:val="1"/>
              <w:rPr>
                <w:b/>
                <w:bCs/>
              </w:rPr>
            </w:pPr>
            <w:bookmarkStart w:id="20" w:name="_Toc89333398"/>
            <w:bookmarkStart w:id="21" w:name="_Hlk85788671"/>
            <w:bookmarkStart w:id="22" w:name="_Toc80175323"/>
            <w:bookmarkStart w:id="23" w:name="_Toc447622672"/>
            <w:bookmarkStart w:id="24" w:name="_Toc438044889"/>
            <w:bookmarkStart w:id="25" w:name="_Toc422207978"/>
            <w:bookmarkStart w:id="26" w:name="_Toc405814087"/>
            <w:bookmarkStart w:id="27" w:name="_Toc309731114"/>
            <w:bookmarkStart w:id="28" w:name="_Hlk89869912"/>
            <w:r w:rsidRPr="00ED3498">
              <w:rPr>
                <w:b/>
                <w:bCs/>
              </w:rPr>
              <w:t xml:space="preserve">26.3 </w:t>
            </w:r>
            <w:r w:rsidRPr="00ED3498">
              <w:rPr>
                <w:b/>
                <w:bCs/>
              </w:rPr>
              <w:tab/>
              <w:t>Securitization Default Charge Invoices</w:t>
            </w:r>
            <w:bookmarkEnd w:id="20"/>
            <w:r w:rsidRPr="00ED3498">
              <w:rPr>
                <w:b/>
                <w:bCs/>
              </w:rPr>
              <w:t xml:space="preserve">  </w:t>
            </w:r>
            <w:bookmarkEnd w:id="21"/>
          </w:p>
          <w:p w14:paraId="498AB0B6" w14:textId="0FC92B06" w:rsidR="003F580A" w:rsidRPr="00ED3498" w:rsidRDefault="003F580A" w:rsidP="000C6618">
            <w:pPr>
              <w:spacing w:after="240"/>
              <w:ind w:left="720" w:hanging="720"/>
              <w:rPr>
                <w:iCs/>
              </w:rPr>
            </w:pPr>
            <w:r w:rsidRPr="00ED3498">
              <w:rPr>
                <w:iCs/>
              </w:rPr>
              <w:t>(1)</w:t>
            </w:r>
            <w:r w:rsidRPr="00ED3498">
              <w:rPr>
                <w:iCs/>
              </w:rPr>
              <w:tab/>
            </w:r>
            <w:bookmarkStart w:id="29" w:name="_Hlk82087528"/>
            <w:r w:rsidRPr="00ED3498">
              <w:rPr>
                <w:iCs/>
              </w:rPr>
              <w:t xml:space="preserve">ERCOT shall prepare </w:t>
            </w:r>
            <w:r w:rsidRPr="00ED3498">
              <w:t xml:space="preserve">Securitization </w:t>
            </w:r>
            <w:r w:rsidRPr="00ED3498">
              <w:rPr>
                <w:iCs/>
              </w:rPr>
              <w:t xml:space="preserve">Default Charge Invoices on a monthly basis, </w:t>
            </w:r>
            <w:bookmarkStart w:id="30" w:name="_Hlk81918268"/>
            <w:r w:rsidRPr="00ED3498">
              <w:rPr>
                <w:iCs/>
              </w:rPr>
              <w:t>as specified in Section 9.1.2, Settlement Calendar,</w:t>
            </w:r>
            <w:bookmarkEnd w:id="30"/>
            <w:r w:rsidRPr="00ED3498">
              <w:rPr>
                <w:iCs/>
              </w:rPr>
              <w:t xml:space="preserve"> on the seventh Business Day of a month</w:t>
            </w:r>
            <w:bookmarkEnd w:id="29"/>
            <w:r w:rsidRPr="00ED3498">
              <w:rPr>
                <w:iCs/>
              </w:rPr>
              <w:t xml:space="preserve">.  Unless expressly stated otherwise, the </w:t>
            </w:r>
            <w:r w:rsidRPr="00ED3498">
              <w:t xml:space="preserve">publication of the </w:t>
            </w:r>
            <w:r w:rsidRPr="00ED3498">
              <w:rPr>
                <w:iCs/>
              </w:rPr>
              <w:t xml:space="preserve">Securitization Default Charge </w:t>
            </w:r>
            <w:r w:rsidRPr="00ED3498">
              <w:t xml:space="preserve">Invoices can occur as late as 2400 on the scheduled publication date.  </w:t>
            </w:r>
            <w:r w:rsidRPr="00ED3498">
              <w:rPr>
                <w:iCs/>
              </w:rPr>
              <w:t xml:space="preserve">The Market Participant to whom the Invoice is addressed (Invoice Recipient) is a payor.  </w:t>
            </w:r>
          </w:p>
          <w:p w14:paraId="68AA1CB1" w14:textId="77777777" w:rsidR="003F580A" w:rsidRPr="00ED3498" w:rsidRDefault="003F580A" w:rsidP="000C6618">
            <w:pPr>
              <w:spacing w:after="240"/>
              <w:ind w:left="720" w:hanging="720"/>
            </w:pPr>
            <w:r w:rsidRPr="00ED3498">
              <w:t>(2)</w:t>
            </w:r>
            <w:r w:rsidRPr="00ED3498">
              <w:tab/>
              <w:t xml:space="preserve">Each Invoice Recipient shall pay any debit shown on the </w:t>
            </w:r>
            <w:r w:rsidRPr="00ED3498">
              <w:rPr>
                <w:iCs/>
              </w:rPr>
              <w:t xml:space="preserve">Securitization Default Charge </w:t>
            </w:r>
            <w:r w:rsidRPr="00ED3498">
              <w:t>Invoice on the payment due date, whether or not there is any Settlement and billing dispute regarding the amount of the debit.</w:t>
            </w:r>
          </w:p>
          <w:p w14:paraId="611BA5B0" w14:textId="1280B587" w:rsidR="003F580A" w:rsidRPr="00ED3498" w:rsidRDefault="003F580A" w:rsidP="000C6618">
            <w:pPr>
              <w:spacing w:after="240"/>
              <w:ind w:left="720" w:hanging="720"/>
              <w:rPr>
                <w:iCs/>
              </w:rPr>
            </w:pPr>
            <w:r w:rsidRPr="00ED3498">
              <w:rPr>
                <w:iCs/>
              </w:rPr>
              <w:t>(3)</w:t>
            </w:r>
            <w:r w:rsidRPr="00ED3498">
              <w:rPr>
                <w:iCs/>
              </w:rPr>
              <w:tab/>
              <w:t xml:space="preserve">ERCOT shall post the Securitization Default Charge Invoice on the MIS Certified Area. </w:t>
            </w:r>
            <w:r w:rsidR="00902E7A">
              <w:rPr>
                <w:iCs/>
              </w:rPr>
              <w:t xml:space="preserve"> </w:t>
            </w:r>
            <w:r w:rsidRPr="00ED3498">
              <w:rPr>
                <w:iCs/>
              </w:rPr>
              <w:t xml:space="preserve">The Invoice Recipient is responsible for accessing the Securitization Default Charge Invoice on the MIS Certified Area once posted by ERCOT, as described in Section 9.1.3, Settlement </w:t>
            </w:r>
            <w:r w:rsidRPr="00ED3498">
              <w:rPr>
                <w:iCs/>
              </w:rPr>
              <w:lastRenderedPageBreak/>
              <w:t xml:space="preserve">Statement and Invoice Access. </w:t>
            </w:r>
          </w:p>
          <w:p w14:paraId="7CB046A5" w14:textId="77777777" w:rsidR="003F580A" w:rsidRPr="00ED3498" w:rsidRDefault="003F580A" w:rsidP="000C6618">
            <w:pPr>
              <w:spacing w:after="240"/>
              <w:ind w:left="720" w:hanging="720"/>
              <w:rPr>
                <w:iCs/>
              </w:rPr>
            </w:pPr>
            <w:r w:rsidRPr="00ED3498">
              <w:rPr>
                <w:iCs/>
              </w:rPr>
              <w:t>(4)</w:t>
            </w:r>
            <w:r w:rsidRPr="00ED3498">
              <w:rPr>
                <w:iCs/>
              </w:rPr>
              <w:tab/>
              <w:t xml:space="preserve">The Securitization Default Charge Invoice must comply with the Settlement payment convention, as set forth in Section 9.1.5, Settlement Payment Convention. </w:t>
            </w:r>
          </w:p>
          <w:p w14:paraId="119335DC" w14:textId="77777777" w:rsidR="003F580A" w:rsidRPr="00ED3498" w:rsidRDefault="003F580A" w:rsidP="000C6618">
            <w:pPr>
              <w:spacing w:after="240"/>
              <w:ind w:left="720" w:hanging="720"/>
            </w:pPr>
            <w:r w:rsidRPr="00ED3498">
              <w:t>(5)</w:t>
            </w:r>
            <w:r w:rsidRPr="00ED3498">
              <w:tab/>
            </w:r>
            <w:r w:rsidRPr="00ED3498">
              <w:rPr>
                <w:iCs/>
              </w:rPr>
              <w:t xml:space="preserve">Securitization Default Charge Invoices </w:t>
            </w:r>
            <w:r w:rsidRPr="00ED3498">
              <w:t>must contain the following information:</w:t>
            </w:r>
          </w:p>
          <w:p w14:paraId="5785ED98" w14:textId="77777777" w:rsidR="003F580A" w:rsidRPr="00ED3498" w:rsidRDefault="003F580A" w:rsidP="000C6618">
            <w:pPr>
              <w:spacing w:after="240"/>
              <w:ind w:left="1440" w:hanging="720"/>
            </w:pPr>
            <w:r w:rsidRPr="00ED3498">
              <w:t>(a)</w:t>
            </w:r>
            <w:r w:rsidRPr="00ED3498">
              <w:tab/>
              <w:t>The Invoice Recipient’s name;</w:t>
            </w:r>
          </w:p>
          <w:p w14:paraId="47F8D4A8" w14:textId="77777777" w:rsidR="003F580A" w:rsidRPr="00ED3498" w:rsidRDefault="003F580A" w:rsidP="000C6618">
            <w:pPr>
              <w:spacing w:after="240"/>
              <w:ind w:left="1440" w:hanging="720"/>
            </w:pPr>
            <w:r w:rsidRPr="00ED3498">
              <w:t>(b)</w:t>
            </w:r>
            <w:r w:rsidRPr="00ED3498">
              <w:tab/>
              <w:t>The ERCOT identifier (Settlement identification number issued by ERCOT);</w:t>
            </w:r>
          </w:p>
          <w:p w14:paraId="30031536" w14:textId="77777777" w:rsidR="003F580A" w:rsidRPr="00ED3498" w:rsidRDefault="003F580A" w:rsidP="000C6618">
            <w:pPr>
              <w:spacing w:after="240"/>
              <w:ind w:left="1440" w:hanging="720"/>
            </w:pPr>
            <w:r w:rsidRPr="00ED3498">
              <w:t>(c)</w:t>
            </w:r>
            <w:r w:rsidRPr="00ED3498">
              <w:tab/>
              <w:t>Net Amount Owed– the charge owed by an Invoice Recipient;</w:t>
            </w:r>
          </w:p>
          <w:p w14:paraId="01518CD7" w14:textId="77777777" w:rsidR="003F580A" w:rsidRPr="00ED3498" w:rsidRDefault="003F580A" w:rsidP="000C6618">
            <w:pPr>
              <w:autoSpaceDE w:val="0"/>
              <w:autoSpaceDN w:val="0"/>
              <w:spacing w:after="240"/>
              <w:ind w:left="1440" w:hanging="720"/>
              <w:rPr>
                <w:rFonts w:ascii="Segoe UI" w:hAnsi="Segoe UI" w:cs="Segoe UI"/>
                <w:color w:val="000000"/>
                <w:sz w:val="20"/>
              </w:rPr>
            </w:pPr>
            <w:r w:rsidRPr="00ED3498">
              <w:t>(d)</w:t>
            </w:r>
            <w:r w:rsidRPr="00ED3498">
              <w:tab/>
              <w:t>Time Period – the reference month for which the Securitization Default Charge Invoice is generated;</w:t>
            </w:r>
            <w:r w:rsidRPr="00ED3498">
              <w:rPr>
                <w:rFonts w:ascii="Segoe UI" w:hAnsi="Segoe UI" w:cs="Segoe UI"/>
                <w:color w:val="000000"/>
                <w:sz w:val="20"/>
              </w:rPr>
              <w:t xml:space="preserve"> </w:t>
            </w:r>
          </w:p>
          <w:p w14:paraId="3094CDE0" w14:textId="77777777" w:rsidR="003F580A" w:rsidRPr="00ED3498" w:rsidRDefault="003F580A" w:rsidP="000C6618">
            <w:pPr>
              <w:spacing w:after="240"/>
              <w:ind w:left="1440" w:hanging="720"/>
            </w:pPr>
            <w:r w:rsidRPr="00ED3498">
              <w:t>(e)</w:t>
            </w:r>
            <w:r w:rsidRPr="00ED3498">
              <w:tab/>
              <w:t>Run Date – the date on which the Invoice was created and published;</w:t>
            </w:r>
          </w:p>
          <w:p w14:paraId="57AAE5F0" w14:textId="77777777" w:rsidR="003F580A" w:rsidRPr="00ED3498" w:rsidRDefault="003F580A" w:rsidP="000C6618">
            <w:pPr>
              <w:spacing w:after="240"/>
              <w:ind w:left="1440" w:hanging="720"/>
            </w:pPr>
            <w:r w:rsidRPr="00ED3498">
              <w:t>(f)</w:t>
            </w:r>
            <w:r w:rsidRPr="00ED3498">
              <w:tab/>
              <w:t>Invoice Reference Number – a unique number generated by ERCOT for payment tracking purposes;</w:t>
            </w:r>
          </w:p>
          <w:p w14:paraId="52440C2E" w14:textId="77777777" w:rsidR="003F580A" w:rsidRPr="00ED3498" w:rsidRDefault="003F580A" w:rsidP="000C6618">
            <w:pPr>
              <w:spacing w:after="240"/>
              <w:ind w:left="1440" w:hanging="720"/>
            </w:pPr>
            <w:r w:rsidRPr="00ED3498">
              <w:t>(g)</w:t>
            </w:r>
            <w:r w:rsidRPr="00ED3498">
              <w:tab/>
              <w:t>Payment Date and Time – the date and time the Invoice amounts must be paid;</w:t>
            </w:r>
          </w:p>
          <w:p w14:paraId="179416BB" w14:textId="77777777" w:rsidR="003F580A" w:rsidRPr="00ED3498" w:rsidRDefault="003F580A" w:rsidP="000C6618">
            <w:pPr>
              <w:spacing w:after="240"/>
              <w:ind w:left="1440" w:hanging="720"/>
            </w:pPr>
            <w:r w:rsidRPr="00ED3498">
              <w:t>(h)</w:t>
            </w:r>
            <w:r w:rsidRPr="00ED3498">
              <w:tab/>
              <w:t>Remittance Information Details – details including the account number, bank name, and electronic transfer instructions of the ERCOT Securitization Default Charge account to which any amounts owed by the Invoice Recipient are to be paid; and</w:t>
            </w:r>
          </w:p>
          <w:p w14:paraId="2738CB7E" w14:textId="77777777" w:rsidR="003F580A" w:rsidRPr="00ED3498" w:rsidRDefault="003F580A" w:rsidP="000C6618">
            <w:pPr>
              <w:spacing w:after="240"/>
              <w:ind w:left="1440" w:hanging="720"/>
            </w:pPr>
            <w:r w:rsidRPr="00ED3498">
              <w:t>(</w:t>
            </w:r>
            <w:proofErr w:type="spellStart"/>
            <w:r w:rsidRPr="00ED3498">
              <w:t>i</w:t>
            </w:r>
            <w:proofErr w:type="spellEnd"/>
            <w:r w:rsidRPr="00ED3498">
              <w:t>)</w:t>
            </w:r>
            <w:r w:rsidRPr="00ED3498">
              <w:tab/>
              <w:t xml:space="preserve">Overdue Terms – the terms that would apply if the payments were received late. </w:t>
            </w:r>
          </w:p>
          <w:p w14:paraId="48E36628" w14:textId="77777777" w:rsidR="003F580A" w:rsidRPr="00ED3498" w:rsidRDefault="003F580A" w:rsidP="000C6618">
            <w:pPr>
              <w:spacing w:after="240"/>
              <w:ind w:left="720" w:hanging="720"/>
            </w:pPr>
            <w:r w:rsidRPr="00ED3498">
              <w:t xml:space="preserve">(6) </w:t>
            </w:r>
            <w:r w:rsidRPr="00ED3498">
              <w:tab/>
              <w:t xml:space="preserve">All disputes for </w:t>
            </w:r>
            <w:r w:rsidRPr="00ED3498">
              <w:rPr>
                <w:iCs/>
              </w:rPr>
              <w:t xml:space="preserve">Securitization </w:t>
            </w:r>
            <w:r w:rsidRPr="00ED3498">
              <w:t>Default Charge Invoices shall follow the process described in Section 9.14, Settlement and Billing Dispute Process.</w:t>
            </w:r>
          </w:p>
          <w:p w14:paraId="56D2EE03" w14:textId="77777777" w:rsidR="003F580A" w:rsidRPr="00D24933" w:rsidRDefault="003F580A" w:rsidP="000C6618">
            <w:pPr>
              <w:tabs>
                <w:tab w:val="left" w:pos="1080"/>
              </w:tabs>
              <w:spacing w:before="240" w:after="240"/>
              <w:ind w:left="1080" w:hanging="1080"/>
              <w:outlineLvl w:val="2"/>
              <w:rPr>
                <w:b/>
                <w:bCs/>
                <w:i/>
              </w:rPr>
            </w:pPr>
            <w:bookmarkStart w:id="31" w:name="_Toc89333399"/>
            <w:r w:rsidRPr="00D24933">
              <w:rPr>
                <w:b/>
                <w:bCs/>
                <w:i/>
              </w:rPr>
              <w:t>26.3.1</w:t>
            </w:r>
            <w:r w:rsidRPr="00D24933">
              <w:rPr>
                <w:b/>
                <w:bCs/>
                <w:i/>
              </w:rPr>
              <w:tab/>
              <w:t>Payment Process for Securitization Default Charge Invoices</w:t>
            </w:r>
            <w:bookmarkEnd w:id="31"/>
          </w:p>
          <w:p w14:paraId="7501CEFD" w14:textId="77777777" w:rsidR="003F580A" w:rsidRPr="00ED3498" w:rsidRDefault="003F580A" w:rsidP="000C6618">
            <w:pPr>
              <w:keepNext/>
              <w:spacing w:after="240"/>
              <w:ind w:left="720" w:hanging="720"/>
              <w:rPr>
                <w:iCs/>
              </w:rPr>
            </w:pPr>
            <w:r w:rsidRPr="00ED3498">
              <w:rPr>
                <w:iCs/>
              </w:rPr>
              <w:t>(1)</w:t>
            </w:r>
            <w:r w:rsidRPr="00ED3498">
              <w:rPr>
                <w:iCs/>
              </w:rPr>
              <w:tab/>
              <w:t xml:space="preserve">Payments for </w:t>
            </w:r>
            <w:r w:rsidRPr="00ED3498">
              <w:t xml:space="preserve">Securitization Default Charge </w:t>
            </w:r>
            <w:r w:rsidRPr="00ED3498">
              <w:rPr>
                <w:iCs/>
              </w:rPr>
              <w:t>Invoices are due on a Business Day and Bank Business Day basis in a process detailed below.</w:t>
            </w:r>
          </w:p>
          <w:p w14:paraId="616EC14F" w14:textId="77777777" w:rsidR="003F580A" w:rsidRPr="00D24933" w:rsidRDefault="003F580A" w:rsidP="000C6618">
            <w:pPr>
              <w:pStyle w:val="H4"/>
            </w:pPr>
            <w:bookmarkStart w:id="32" w:name="_Toc89333400"/>
            <w:r w:rsidRPr="00D24933">
              <w:t>26.3.1.1</w:t>
            </w:r>
            <w:r w:rsidRPr="00D24933">
              <w:tab/>
              <w:t xml:space="preserve">Invoice Recipient Payment to ERCOT for Securitization Default Charge </w:t>
            </w:r>
            <w:bookmarkEnd w:id="22"/>
            <w:bookmarkEnd w:id="23"/>
            <w:bookmarkEnd w:id="24"/>
            <w:bookmarkEnd w:id="25"/>
            <w:bookmarkEnd w:id="26"/>
            <w:bookmarkEnd w:id="27"/>
            <w:r w:rsidRPr="00D24933">
              <w:t>Invoices</w:t>
            </w:r>
            <w:bookmarkEnd w:id="32"/>
          </w:p>
          <w:p w14:paraId="70FAE836" w14:textId="77777777" w:rsidR="003F580A" w:rsidRPr="00ED3498" w:rsidRDefault="003F580A" w:rsidP="000C6618">
            <w:pPr>
              <w:spacing w:after="240"/>
              <w:ind w:left="720" w:hanging="720"/>
            </w:pPr>
            <w:r w:rsidRPr="00ED3498">
              <w:t>(1)</w:t>
            </w:r>
            <w:r w:rsidRPr="00ED3498">
              <w:tab/>
              <w:t xml:space="preserve">The payment due date and time for </w:t>
            </w:r>
            <w:r w:rsidRPr="00ED3498">
              <w:rPr>
                <w:iCs/>
              </w:rPr>
              <w:t xml:space="preserve">Securitization </w:t>
            </w:r>
            <w:r w:rsidRPr="00ED3498">
              <w:t>Default Charge Invoices, with funds owed by an Invoice Recipient, is 1700 on the fifth Bank Business Day after the Securitization Default Charge Invoice date, unless fifth</w:t>
            </w:r>
            <w:r w:rsidRPr="00ED3498">
              <w:rPr>
                <w:vertAlign w:val="superscript"/>
              </w:rPr>
              <w:t xml:space="preserve"> </w:t>
            </w:r>
            <w:r w:rsidRPr="00ED3498">
              <w:t xml:space="preserve">Bank Business Day is not a Business Day.  If the fifth Bank Business Day is not a Business Day, then the payment is due by 1700 on the next Bank Business Day after the fifth Bank Business Day that is also a Business Day. </w:t>
            </w:r>
          </w:p>
          <w:p w14:paraId="64AB4AC3" w14:textId="77777777" w:rsidR="003F580A" w:rsidRPr="00ED3498" w:rsidRDefault="003F580A" w:rsidP="000C6618">
            <w:pPr>
              <w:spacing w:after="240"/>
              <w:ind w:left="720" w:hanging="720"/>
            </w:pPr>
            <w:r w:rsidRPr="00ED3498">
              <w:t>(2)</w:t>
            </w:r>
            <w:r w:rsidRPr="00ED3498">
              <w:tab/>
              <w:t xml:space="preserve">All </w:t>
            </w:r>
            <w:r w:rsidRPr="00ED3498">
              <w:rPr>
                <w:iCs/>
              </w:rPr>
              <w:t xml:space="preserve">Securitization </w:t>
            </w:r>
            <w:r w:rsidRPr="00ED3498">
              <w:t xml:space="preserve">Default Charge Invoices due, with funds owed by an Invoice Recipient, must be paid to ERCOT in U.S. Dollars (USDs) by Electronic Funds Transfer (EFT) in </w:t>
            </w:r>
            <w:r w:rsidRPr="00ED3498">
              <w:lastRenderedPageBreak/>
              <w:t xml:space="preserve">immediately available or good funds (i.e., not subject to reversal) on or before the payment due date.  </w:t>
            </w:r>
            <w:bookmarkStart w:id="33" w:name="_Hlk85440219"/>
            <w:r w:rsidRPr="00ED3498">
              <w:t>EFTs must be with U.S. banks only.</w:t>
            </w:r>
            <w:bookmarkEnd w:id="33"/>
          </w:p>
          <w:p w14:paraId="1A601174" w14:textId="01AAC3A6" w:rsidR="003F580A" w:rsidRPr="00ED3498" w:rsidRDefault="003F580A" w:rsidP="000C6618">
            <w:pPr>
              <w:spacing w:after="240"/>
              <w:ind w:left="720" w:hanging="720"/>
            </w:pPr>
            <w:r w:rsidRPr="00ED3498">
              <w:t>(3)</w:t>
            </w:r>
            <w:r w:rsidRPr="00ED3498">
              <w:tab/>
            </w:r>
            <w:r w:rsidRPr="00ED3498">
              <w:rPr>
                <w:iCs/>
              </w:rPr>
              <w:t xml:space="preserve">Securitization </w:t>
            </w:r>
            <w:r w:rsidRPr="00ED3498">
              <w:t xml:space="preserve">Default Charge Invoices are distinct from other Invoices issued by ERCOT and must be paid by an EFT that is separate from any other Invoice. </w:t>
            </w:r>
            <w:r w:rsidR="002800C9">
              <w:t xml:space="preserve"> </w:t>
            </w:r>
            <w:r w:rsidRPr="00ED3498">
              <w:t xml:space="preserve">An Invoice Recipient may not net amounts owing on a </w:t>
            </w:r>
            <w:r w:rsidRPr="00ED3498">
              <w:rPr>
                <w:iCs/>
              </w:rPr>
              <w:t xml:space="preserve">Securitization </w:t>
            </w:r>
            <w:r w:rsidRPr="00ED3498">
              <w:t xml:space="preserve">Default Charge Invoice with any other funds due to or from ERCOT. </w:t>
            </w:r>
          </w:p>
          <w:p w14:paraId="728A5738" w14:textId="77777777" w:rsidR="003F580A" w:rsidRPr="00ED3498" w:rsidRDefault="003F580A" w:rsidP="000C6618">
            <w:pPr>
              <w:spacing w:after="240"/>
              <w:ind w:left="720" w:hanging="720"/>
            </w:pPr>
            <w:r w:rsidRPr="00ED3498">
              <w:t>(4)</w:t>
            </w:r>
            <w:r w:rsidRPr="00ED3498">
              <w:tab/>
              <w:t>Payments for Securitization Default Charges must be made to the account listed on the Invoice.  If payment is not made to the correct account, the payment will be rejected. Failure to remit funds to the correct account may result in a Payment Breach.  The payment remark must include the Invoice number.</w:t>
            </w:r>
          </w:p>
          <w:p w14:paraId="4040F582" w14:textId="77777777" w:rsidR="003F580A" w:rsidRPr="00D24933" w:rsidRDefault="003F580A" w:rsidP="000C6618">
            <w:pPr>
              <w:pStyle w:val="H4"/>
            </w:pPr>
            <w:bookmarkStart w:id="34" w:name="_Toc89333401"/>
            <w:r w:rsidRPr="00D24933">
              <w:t>26.3.1.2</w:t>
            </w:r>
            <w:r w:rsidRPr="00ED3498">
              <w:tab/>
            </w:r>
            <w:r w:rsidRPr="00D24933">
              <w:t>Insufficient Payments by Invoice Recipients for Securitization Default Charge Invoices</w:t>
            </w:r>
            <w:bookmarkEnd w:id="34"/>
            <w:r w:rsidRPr="00D24933">
              <w:t xml:space="preserve"> </w:t>
            </w:r>
          </w:p>
          <w:p w14:paraId="171740F0" w14:textId="77777777" w:rsidR="003F580A" w:rsidRPr="00ED3498" w:rsidRDefault="003F580A" w:rsidP="000C6618">
            <w:pPr>
              <w:keepNext/>
              <w:spacing w:after="240"/>
              <w:ind w:left="720" w:hanging="720"/>
            </w:pPr>
            <w:r w:rsidRPr="00ED3498">
              <w:t>(1)</w:t>
            </w:r>
            <w:r w:rsidRPr="00ED3498">
              <w:tab/>
              <w:t>If an Invoice Recipient owing funds does not pay its Securitization Default Charge Invoice in full (short-pay) by the payment due date and time set forth in Section 26.3.1.1, ERCOT shall follow the procedure set forth below:</w:t>
            </w:r>
          </w:p>
          <w:p w14:paraId="72230051" w14:textId="77777777" w:rsidR="003F580A" w:rsidRPr="00ED3498" w:rsidRDefault="003F580A" w:rsidP="000C6618">
            <w:pPr>
              <w:spacing w:after="240"/>
              <w:ind w:left="1440" w:hanging="720"/>
            </w:pPr>
            <w:r w:rsidRPr="00ED3498">
              <w:t>(a)</w:t>
            </w:r>
            <w:r w:rsidRPr="00ED3498">
              <w:tab/>
              <w:t xml:space="preserve">ERCOT shall draw on any available Securitization Default Charge escrow deposits by the Invoice Recipient. </w:t>
            </w:r>
          </w:p>
          <w:p w14:paraId="43D0080E" w14:textId="77777777" w:rsidR="003F580A" w:rsidRPr="00ED3498" w:rsidRDefault="003F580A" w:rsidP="000C6618">
            <w:pPr>
              <w:spacing w:after="240"/>
              <w:ind w:left="1440" w:hanging="720"/>
            </w:pPr>
            <w:r w:rsidRPr="00ED3498">
              <w:t>(b)</w:t>
            </w:r>
            <w:r w:rsidRPr="00ED3498">
              <w:tab/>
              <w:t xml:space="preserve">Regardless of whether ERCOT’s draw on available Securitization Default Charge escrow deposits under paragraph (a) above is sufficient to cover the amount owed by a Market Participant for a </w:t>
            </w:r>
            <w:r w:rsidRPr="00ED3498">
              <w:rPr>
                <w:iCs/>
              </w:rPr>
              <w:t xml:space="preserve">Securitization </w:t>
            </w:r>
            <w:r w:rsidRPr="00ED3498">
              <w:t xml:space="preserve">Default Charge Invoice, a Market Participant’s failure to pay the Invoice by the payment due date and time will still be deemed a Payment Breach under Section 16.11.6, Payment Breach and Late Payments by Market Participants.  </w:t>
            </w:r>
          </w:p>
          <w:p w14:paraId="1ED1D8D4" w14:textId="77777777" w:rsidR="003F580A" w:rsidRPr="00ED3498" w:rsidRDefault="003F580A" w:rsidP="00C745C0">
            <w:pPr>
              <w:spacing w:after="240"/>
              <w:ind w:left="1440" w:hanging="720"/>
            </w:pPr>
            <w:r w:rsidRPr="00ED3498">
              <w:t>(</w:t>
            </w:r>
            <w:r w:rsidR="00C745C0">
              <w:t>c</w:t>
            </w:r>
            <w:r w:rsidRPr="00ED3498">
              <w:t>)</w:t>
            </w:r>
            <w:r w:rsidRPr="00ED3498">
              <w:tab/>
              <w:t xml:space="preserve">If an amount owed to ERCOT for a </w:t>
            </w:r>
            <w:r w:rsidRPr="00ED3498">
              <w:rPr>
                <w:iCs/>
              </w:rPr>
              <w:t xml:space="preserve">Securitization </w:t>
            </w:r>
            <w:r w:rsidRPr="00ED3498">
              <w:t xml:space="preserve">Default Charge Invoice cannot be fully recovered from a short-paying Market Participant by drawing upon available Securitization Default Charge escrow deposits or taking other action against the Market Participant to recover the amount owed, the remaining short payment amount will be taken into consideration in ERCOT’s next evaluation of the Total Securitization Default Charge Monthly Amount performed pursuant to paragraph (4) of Section 26.2, Securitization Default Charges, that occurs after the short payment. </w:t>
            </w:r>
          </w:p>
          <w:p w14:paraId="73780B63" w14:textId="77777777" w:rsidR="003F580A" w:rsidRPr="00ED3498" w:rsidRDefault="003F580A" w:rsidP="00C745C0">
            <w:pPr>
              <w:spacing w:after="240"/>
              <w:ind w:left="1440" w:hanging="720"/>
            </w:pPr>
            <w:r w:rsidRPr="00ED3498">
              <w:t>(</w:t>
            </w:r>
            <w:r w:rsidR="00C745C0">
              <w:t>d</w:t>
            </w:r>
            <w:r w:rsidRPr="00ED3498">
              <w:t>)</w:t>
            </w:r>
            <w:r w:rsidRPr="00ED3498">
              <w:tab/>
              <w:t>Any action taken by under this section does not relieve or otherwise excuse the short paying Market Participant of its obligation to fully pay all outstanding financial obligations to ERCOT, including is obligation to fully pay all Securitization Default Charge Invoices.</w:t>
            </w:r>
            <w:bookmarkEnd w:id="28"/>
          </w:p>
        </w:tc>
      </w:tr>
    </w:tbl>
    <w:p w14:paraId="144DE4A1" w14:textId="77777777" w:rsidR="003F580A" w:rsidRPr="00ED3498" w:rsidRDefault="003F580A" w:rsidP="003F580A">
      <w:pPr>
        <w:keepNext/>
        <w:tabs>
          <w:tab w:val="left" w:pos="900"/>
        </w:tabs>
        <w:spacing w:before="240" w:after="240"/>
        <w:outlineLvl w:val="1"/>
        <w:rPr>
          <w:b/>
          <w:bCs/>
        </w:rPr>
      </w:pPr>
      <w:bookmarkStart w:id="35" w:name="_Toc89333402"/>
      <w:r w:rsidRPr="00D24933">
        <w:rPr>
          <w:b/>
        </w:rPr>
        <w:lastRenderedPageBreak/>
        <w:t>26</w:t>
      </w:r>
      <w:r w:rsidRPr="00ED3498">
        <w:rPr>
          <w:b/>
          <w:bCs/>
        </w:rPr>
        <w:t xml:space="preserve">.4 </w:t>
      </w:r>
      <w:r w:rsidRPr="00ED3498">
        <w:rPr>
          <w:b/>
          <w:bCs/>
        </w:rPr>
        <w:tab/>
        <w:t>Securitization Default Charge Supporting Data Reporting</w:t>
      </w:r>
      <w:bookmarkEnd w:id="35"/>
    </w:p>
    <w:p w14:paraId="0B48B6BA" w14:textId="77777777" w:rsidR="003F580A" w:rsidRPr="00ED3498" w:rsidRDefault="003F580A" w:rsidP="003F580A">
      <w:pPr>
        <w:spacing w:after="240"/>
        <w:ind w:left="720" w:hanging="720"/>
      </w:pPr>
      <w:r w:rsidRPr="00ED3498">
        <w:t xml:space="preserve">(1) </w:t>
      </w:r>
      <w:r w:rsidRPr="00ED3498">
        <w:tab/>
        <w:t>On a monthly basis, ERCOT shall post the following information on the Market Information System (MIS) Certified Area:</w:t>
      </w:r>
    </w:p>
    <w:p w14:paraId="7F96C6EC" w14:textId="77777777" w:rsidR="003F580A" w:rsidRPr="00ED3498" w:rsidRDefault="003F580A" w:rsidP="003F580A">
      <w:pPr>
        <w:spacing w:after="240"/>
        <w:ind w:left="1440" w:hanging="720"/>
      </w:pPr>
      <w:r w:rsidRPr="00ED3498">
        <w:t>(a)</w:t>
      </w:r>
      <w:r w:rsidRPr="00ED3498">
        <w:tab/>
      </w:r>
      <w:r w:rsidRPr="00ED3498">
        <w:rPr>
          <w:iCs/>
        </w:rPr>
        <w:t xml:space="preserve">Securitization Default Charge </w:t>
      </w:r>
      <w:r w:rsidRPr="00ED3498">
        <w:t>Maximum MWh Activity (SDCMMA);</w:t>
      </w:r>
    </w:p>
    <w:p w14:paraId="565A4544" w14:textId="77777777" w:rsidR="003F580A" w:rsidRPr="00ED3498" w:rsidRDefault="003F580A" w:rsidP="003F580A">
      <w:pPr>
        <w:spacing w:after="240"/>
        <w:ind w:left="1440" w:hanging="720"/>
      </w:pPr>
      <w:r w:rsidRPr="00ED3498">
        <w:t>(b)</w:t>
      </w:r>
      <w:r w:rsidRPr="00ED3498">
        <w:tab/>
      </w:r>
      <w:r w:rsidRPr="00ED3498">
        <w:rPr>
          <w:iCs/>
        </w:rPr>
        <w:t xml:space="preserve">Securitization Default Charge </w:t>
      </w:r>
      <w:r w:rsidRPr="00ED3498">
        <w:t>Maximum MWh Activity Total (SDCMMATOT);</w:t>
      </w:r>
    </w:p>
    <w:p w14:paraId="60203384" w14:textId="77777777" w:rsidR="003F580A" w:rsidRPr="00ED3498" w:rsidRDefault="003F580A" w:rsidP="003F580A">
      <w:pPr>
        <w:spacing w:after="240"/>
        <w:ind w:left="1440" w:hanging="720"/>
      </w:pPr>
      <w:r w:rsidRPr="00ED3498">
        <w:t>(c)</w:t>
      </w:r>
      <w:r w:rsidRPr="00ED3498">
        <w:tab/>
      </w:r>
      <w:r w:rsidRPr="00ED3498">
        <w:rPr>
          <w:iCs/>
        </w:rPr>
        <w:t xml:space="preserve">Securitization Default Charge </w:t>
      </w:r>
      <w:r w:rsidRPr="00ED3498">
        <w:t xml:space="preserve">Maximum MWh Activity Ratio Share (SDCMMARS); and </w:t>
      </w:r>
    </w:p>
    <w:p w14:paraId="4E654BC8" w14:textId="77777777" w:rsidR="003F580A" w:rsidRPr="00ED3498" w:rsidRDefault="003F580A" w:rsidP="003F580A">
      <w:pPr>
        <w:spacing w:after="240"/>
        <w:ind w:left="1440" w:hanging="720"/>
      </w:pPr>
      <w:r w:rsidRPr="00ED3498">
        <w:t>(d)</w:t>
      </w:r>
      <w:r w:rsidRPr="00ED3498">
        <w:tab/>
        <w:t xml:space="preserve">Counter-Party level components of the SDCMMA calculation, as defined in paragraph (2) of Section 26.2, </w:t>
      </w:r>
      <w:r w:rsidRPr="00ED3498">
        <w:rPr>
          <w:iCs/>
        </w:rPr>
        <w:t xml:space="preserve">Securitization </w:t>
      </w:r>
      <w:r w:rsidRPr="00ED3498">
        <w:t xml:space="preserve">Default Charges. </w:t>
      </w:r>
    </w:p>
    <w:p w14:paraId="1F192906" w14:textId="77777777" w:rsidR="003F580A" w:rsidRPr="00ED3498" w:rsidRDefault="003F580A" w:rsidP="003F580A">
      <w:pPr>
        <w:spacing w:after="240"/>
        <w:ind w:left="720" w:hanging="720"/>
      </w:pPr>
      <w:r w:rsidRPr="00ED3498">
        <w:t>(2)</w:t>
      </w:r>
      <w:r w:rsidRPr="00ED3498">
        <w:tab/>
        <w:t>ERCOT shall post separate reports containing Initial and Final Settlement data as such data becomes available.</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3F580A" w:rsidRPr="00ED3498" w14:paraId="6A65B88C" w14:textId="77777777" w:rsidTr="000C6618">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23479E34" w14:textId="2F2AD75D" w:rsidR="003F580A" w:rsidRPr="00ED3498" w:rsidRDefault="003F580A" w:rsidP="000C6618">
            <w:pPr>
              <w:spacing w:before="120" w:after="240"/>
              <w:rPr>
                <w:b/>
                <w:i/>
              </w:rPr>
            </w:pPr>
            <w:r w:rsidRPr="00ED3498">
              <w:rPr>
                <w:b/>
                <w:i/>
                <w:iCs/>
              </w:rPr>
              <w:t>[NPRR</w:t>
            </w:r>
            <w:r>
              <w:rPr>
                <w:b/>
                <w:i/>
                <w:iCs/>
              </w:rPr>
              <w:t>1103</w:t>
            </w:r>
            <w:r w:rsidRPr="00ED3498">
              <w:rPr>
                <w:b/>
                <w:i/>
                <w:iCs/>
              </w:rPr>
              <w:t>:</w:t>
            </w:r>
            <w:r w:rsidR="000505C8" w:rsidRPr="00ED3498">
              <w:rPr>
                <w:b/>
                <w:i/>
                <w:iCs/>
              </w:rPr>
              <w:t xml:space="preserve">  </w:t>
            </w:r>
            <w:r w:rsidR="000505C8">
              <w:rPr>
                <w:b/>
                <w:i/>
                <w:iCs/>
              </w:rPr>
              <w:t xml:space="preserve">Replace </w:t>
            </w:r>
            <w:r w:rsidRPr="00ED3498">
              <w:rPr>
                <w:b/>
                <w:i/>
                <w:iCs/>
              </w:rPr>
              <w:t xml:space="preserve">Section 26.4 above with the following upon system implementation:] </w:t>
            </w:r>
          </w:p>
          <w:p w14:paraId="0D8CEE43" w14:textId="77777777" w:rsidR="003F580A" w:rsidRPr="00ED3498" w:rsidRDefault="003F580A" w:rsidP="000C6618">
            <w:pPr>
              <w:keepNext/>
              <w:tabs>
                <w:tab w:val="left" w:pos="900"/>
              </w:tabs>
              <w:spacing w:before="240" w:after="240"/>
              <w:outlineLvl w:val="1"/>
              <w:rPr>
                <w:b/>
                <w:bCs/>
              </w:rPr>
            </w:pPr>
            <w:bookmarkStart w:id="36" w:name="_Toc89333403"/>
            <w:r w:rsidRPr="00D24933">
              <w:rPr>
                <w:b/>
              </w:rPr>
              <w:t>26</w:t>
            </w:r>
            <w:r w:rsidRPr="00ED3498">
              <w:rPr>
                <w:b/>
                <w:bCs/>
              </w:rPr>
              <w:t xml:space="preserve">.4 </w:t>
            </w:r>
            <w:r w:rsidRPr="00ED3498">
              <w:rPr>
                <w:b/>
                <w:bCs/>
              </w:rPr>
              <w:tab/>
              <w:t>Securitization Default Charge Supporting Data Reporting</w:t>
            </w:r>
            <w:bookmarkEnd w:id="36"/>
          </w:p>
          <w:p w14:paraId="729D2ABF" w14:textId="77777777" w:rsidR="003F580A" w:rsidRPr="00ED3498" w:rsidRDefault="003F580A" w:rsidP="000C6618">
            <w:pPr>
              <w:spacing w:after="240"/>
              <w:ind w:left="720" w:hanging="720"/>
            </w:pPr>
            <w:r w:rsidRPr="00ED3498">
              <w:t xml:space="preserve">(1) </w:t>
            </w:r>
            <w:r w:rsidRPr="00ED3498">
              <w:tab/>
              <w:t>On a monthly basis, ERCOT shall post the following information on the Market Information System (MIS) Certified Area:</w:t>
            </w:r>
          </w:p>
          <w:p w14:paraId="127DDA40" w14:textId="77777777" w:rsidR="003F580A" w:rsidRPr="00ED3498" w:rsidRDefault="003F580A" w:rsidP="000C6618">
            <w:pPr>
              <w:spacing w:after="240"/>
              <w:ind w:left="1440" w:hanging="720"/>
            </w:pPr>
            <w:r w:rsidRPr="00ED3498">
              <w:t>(a)</w:t>
            </w:r>
            <w:r w:rsidRPr="00ED3498">
              <w:tab/>
            </w:r>
            <w:r w:rsidRPr="00ED3498">
              <w:rPr>
                <w:iCs/>
              </w:rPr>
              <w:t xml:space="preserve">Securitization Default Charge </w:t>
            </w:r>
            <w:r w:rsidRPr="00ED3498">
              <w:t xml:space="preserve">Maximum MWh Activity (SDCMMA); </w:t>
            </w:r>
          </w:p>
          <w:p w14:paraId="012A7C48" w14:textId="77777777" w:rsidR="003F580A" w:rsidRPr="00ED3498" w:rsidRDefault="003F580A" w:rsidP="000C6618">
            <w:pPr>
              <w:spacing w:after="240"/>
              <w:ind w:left="1440" w:hanging="720"/>
            </w:pPr>
            <w:r w:rsidRPr="00ED3498">
              <w:t>(b)</w:t>
            </w:r>
            <w:r w:rsidRPr="00ED3498">
              <w:tab/>
            </w:r>
            <w:r w:rsidRPr="00ED3498">
              <w:rPr>
                <w:iCs/>
              </w:rPr>
              <w:t xml:space="preserve">Securitization Default Charge </w:t>
            </w:r>
            <w:r w:rsidRPr="00ED3498">
              <w:t xml:space="preserve">Maximum MWh Activity Total (SDCMMATOT); </w:t>
            </w:r>
          </w:p>
          <w:p w14:paraId="55EE7E04" w14:textId="77777777" w:rsidR="003F580A" w:rsidRPr="00ED3498" w:rsidRDefault="003F580A" w:rsidP="000C6618">
            <w:pPr>
              <w:spacing w:after="240"/>
              <w:ind w:left="1440" w:hanging="720"/>
            </w:pPr>
            <w:r w:rsidRPr="00ED3498">
              <w:t>(c)</w:t>
            </w:r>
            <w:r w:rsidRPr="00ED3498">
              <w:tab/>
            </w:r>
            <w:r w:rsidRPr="00ED3498">
              <w:rPr>
                <w:iCs/>
              </w:rPr>
              <w:t xml:space="preserve">Securitization Default Charge </w:t>
            </w:r>
            <w:r w:rsidRPr="00ED3498">
              <w:t xml:space="preserve">Maximum MWh Activity Ratio Share (SDCMMARS): and </w:t>
            </w:r>
          </w:p>
          <w:p w14:paraId="39655192" w14:textId="77777777" w:rsidR="003F580A" w:rsidRPr="00ED3498" w:rsidRDefault="003F580A" w:rsidP="000C6618">
            <w:pPr>
              <w:spacing w:after="240"/>
              <w:ind w:left="1440" w:hanging="720"/>
            </w:pPr>
            <w:r w:rsidRPr="00ED3498">
              <w:t>(d)</w:t>
            </w:r>
            <w:r w:rsidRPr="00ED3498">
              <w:tab/>
              <w:t xml:space="preserve">Counter-Party level components of the SDCMMA calculation, as defined in paragraph (2) of Section 26.2, </w:t>
            </w:r>
            <w:r w:rsidRPr="00ED3498">
              <w:rPr>
                <w:iCs/>
              </w:rPr>
              <w:t xml:space="preserve">Securitization </w:t>
            </w:r>
            <w:r w:rsidRPr="00ED3498">
              <w:t xml:space="preserve">Default Charge. </w:t>
            </w:r>
          </w:p>
          <w:p w14:paraId="7EF7257A" w14:textId="77777777" w:rsidR="003F580A" w:rsidRPr="00ED3498" w:rsidRDefault="003F580A" w:rsidP="000C6618">
            <w:pPr>
              <w:spacing w:after="240"/>
              <w:ind w:left="720" w:hanging="720"/>
            </w:pPr>
            <w:r w:rsidRPr="00ED3498">
              <w:t>(2)</w:t>
            </w:r>
            <w:r w:rsidRPr="00ED3498">
              <w:tab/>
              <w:t>ERCOT shall post a report containing Initial Settlement data as such data becomes available. The report shall be updated with Final Settlement data as such data becomes available.</w:t>
            </w:r>
          </w:p>
        </w:tc>
      </w:tr>
    </w:tbl>
    <w:p w14:paraId="5B65BD2E" w14:textId="77777777" w:rsidR="003F580A" w:rsidRPr="00ED3498" w:rsidRDefault="003F580A" w:rsidP="000505C8">
      <w:pPr>
        <w:keepNext/>
        <w:tabs>
          <w:tab w:val="left" w:pos="900"/>
        </w:tabs>
        <w:spacing w:before="480" w:after="240"/>
        <w:outlineLvl w:val="1"/>
        <w:rPr>
          <w:b/>
          <w:bCs/>
        </w:rPr>
      </w:pPr>
      <w:bookmarkStart w:id="37" w:name="_Toc89333404"/>
      <w:r w:rsidRPr="00D24933">
        <w:rPr>
          <w:b/>
        </w:rPr>
        <w:t>26</w:t>
      </w:r>
      <w:r w:rsidRPr="00ED3498">
        <w:rPr>
          <w:b/>
          <w:bCs/>
        </w:rPr>
        <w:t>.5</w:t>
      </w:r>
      <w:r w:rsidRPr="00ED3498">
        <w:rPr>
          <w:b/>
          <w:bCs/>
        </w:rPr>
        <w:tab/>
        <w:t>Securitization Default Charge Escrow Deposit Requirements</w:t>
      </w:r>
      <w:bookmarkEnd w:id="37"/>
    </w:p>
    <w:p w14:paraId="6917843F" w14:textId="77777777" w:rsidR="003F580A" w:rsidRPr="003F580A" w:rsidRDefault="003F580A" w:rsidP="003F580A">
      <w:pPr>
        <w:tabs>
          <w:tab w:val="left" w:pos="1080"/>
        </w:tabs>
        <w:spacing w:before="240" w:after="240"/>
        <w:ind w:left="1080" w:hanging="1080"/>
        <w:outlineLvl w:val="2"/>
        <w:rPr>
          <w:b/>
          <w:bCs/>
          <w:i/>
        </w:rPr>
      </w:pPr>
      <w:bookmarkStart w:id="38" w:name="_Toc89333405"/>
      <w:r w:rsidRPr="003F580A">
        <w:rPr>
          <w:b/>
          <w:bCs/>
          <w:i/>
        </w:rPr>
        <w:t xml:space="preserve">26.5.1 </w:t>
      </w:r>
      <w:r w:rsidRPr="003F580A">
        <w:rPr>
          <w:b/>
          <w:bCs/>
          <w:i/>
        </w:rPr>
        <w:tab/>
        <w:t>Securitization Default Charge Escrow</w:t>
      </w:r>
      <w:bookmarkEnd w:id="38"/>
    </w:p>
    <w:p w14:paraId="46394C5D" w14:textId="77777777" w:rsidR="003F580A" w:rsidRPr="00ED3498" w:rsidRDefault="003F580A" w:rsidP="003F580A">
      <w:pPr>
        <w:numPr>
          <w:ilvl w:val="0"/>
          <w:numId w:val="31"/>
        </w:numPr>
        <w:spacing w:after="240"/>
        <w:ind w:left="720"/>
        <w:rPr>
          <w:iCs/>
        </w:rPr>
      </w:pPr>
      <w:r w:rsidRPr="00ED3498">
        <w:rPr>
          <w:iCs/>
        </w:rPr>
        <w:t xml:space="preserve">The term “Securitization Default Charge escrow deposit” means the amount required to be deposited with ERCOT in the form of cash or an unconditional, irrevocable letter of </w:t>
      </w:r>
      <w:r w:rsidRPr="00ED3498">
        <w:rPr>
          <w:iCs/>
        </w:rPr>
        <w:lastRenderedPageBreak/>
        <w:t>credit to be held in escrow for a Market Participant’s obligation to pay Securitization Default Charges.</w:t>
      </w:r>
    </w:p>
    <w:p w14:paraId="1F335FB5" w14:textId="77777777" w:rsidR="003F580A" w:rsidRPr="00ED3498" w:rsidRDefault="003F580A" w:rsidP="003F580A">
      <w:pPr>
        <w:numPr>
          <w:ilvl w:val="0"/>
          <w:numId w:val="31"/>
        </w:numPr>
        <w:spacing w:after="240"/>
        <w:ind w:left="720"/>
        <w:rPr>
          <w:iCs/>
        </w:rPr>
      </w:pPr>
      <w:r w:rsidRPr="00ED3498">
        <w:rPr>
          <w:iCs/>
        </w:rPr>
        <w:t xml:space="preserve">Although ERCOT is the servicer for the assessment and collection of Securitization Default Charges, by providing escrow deposits pursuant to this Section each Counter-Party grants the </w:t>
      </w:r>
      <w:r w:rsidRPr="00ED3498">
        <w:rPr>
          <w:bCs/>
        </w:rPr>
        <w:t xml:space="preserve">Texas Electric Market Stabilization Funding M LLC (TEMSFM) a secured interest in Securitization Default Charge escrow deposits to secure its obligation to pay the same. </w:t>
      </w:r>
    </w:p>
    <w:p w14:paraId="10EB6704" w14:textId="77777777" w:rsidR="003F580A" w:rsidRPr="00ED3498" w:rsidRDefault="003F580A" w:rsidP="003F580A">
      <w:pPr>
        <w:numPr>
          <w:ilvl w:val="0"/>
          <w:numId w:val="31"/>
        </w:numPr>
        <w:spacing w:after="240"/>
        <w:ind w:left="720"/>
        <w:rPr>
          <w:iCs/>
        </w:rPr>
      </w:pPr>
      <w:r w:rsidRPr="00ED3498">
        <w:rPr>
          <w:bCs/>
        </w:rPr>
        <w:t xml:space="preserve">The security interest of TEMSFM is perfected upon a Counter-Party’s deposit of cash or a letter of credit with ERCOT pursuant to this Section. </w:t>
      </w:r>
    </w:p>
    <w:p w14:paraId="31DBCA23" w14:textId="77777777" w:rsidR="003F580A" w:rsidRPr="003F580A" w:rsidRDefault="003F580A" w:rsidP="003F580A">
      <w:pPr>
        <w:tabs>
          <w:tab w:val="left" w:pos="1080"/>
        </w:tabs>
        <w:spacing w:before="240" w:after="240"/>
        <w:ind w:left="1080" w:hanging="1080"/>
        <w:outlineLvl w:val="2"/>
        <w:rPr>
          <w:b/>
          <w:bCs/>
          <w:i/>
        </w:rPr>
      </w:pPr>
      <w:bookmarkStart w:id="39" w:name="_Toc89333406"/>
      <w:r w:rsidRPr="003F580A">
        <w:rPr>
          <w:b/>
          <w:bCs/>
          <w:i/>
        </w:rPr>
        <w:t xml:space="preserve">26.5.2 </w:t>
      </w:r>
      <w:r w:rsidRPr="003F580A">
        <w:rPr>
          <w:b/>
          <w:bCs/>
          <w:i/>
        </w:rPr>
        <w:tab/>
        <w:t>ERCOT Securitization Default Charge Credit Requirements for Counter-Parties</w:t>
      </w:r>
      <w:bookmarkEnd w:id="39"/>
      <w:r w:rsidRPr="003F580A">
        <w:rPr>
          <w:b/>
          <w:bCs/>
          <w:i/>
        </w:rPr>
        <w:t xml:space="preserve">  </w:t>
      </w:r>
    </w:p>
    <w:p w14:paraId="57E677B5" w14:textId="77777777" w:rsidR="003F580A" w:rsidRPr="00ED3498" w:rsidRDefault="003F580A" w:rsidP="003F580A">
      <w:pPr>
        <w:numPr>
          <w:ilvl w:val="0"/>
          <w:numId w:val="32"/>
        </w:numPr>
        <w:spacing w:after="240"/>
      </w:pPr>
      <w:bookmarkStart w:id="40" w:name="_Hlk85616426"/>
      <w:r w:rsidRPr="00ED3498">
        <w:t xml:space="preserve">A Counter-Party must, at all times, maintain its Securitization Default Charge escrow deposit at or above the amount of its Securitization Default Charge Credit Exposure (SDCCE).  Each Counter-Party shall maintain any required Securitization Default Charge escrow deposit in a form acceptable to ERCOT in its sole discretion pursuant to Section 26.5.3, Means of Satisfying Securitization Default Charge Credit Requirements. </w:t>
      </w:r>
    </w:p>
    <w:bookmarkEnd w:id="40"/>
    <w:p w14:paraId="3F8B302C" w14:textId="77777777" w:rsidR="003F580A" w:rsidRPr="00ED3498" w:rsidRDefault="003F580A" w:rsidP="003F580A">
      <w:pPr>
        <w:numPr>
          <w:ilvl w:val="0"/>
          <w:numId w:val="32"/>
        </w:numPr>
        <w:spacing w:after="240"/>
      </w:pPr>
      <w:r w:rsidRPr="00ED3498">
        <w:t xml:space="preserve">If at any time a Counter-Party does not meet ERCOT’s SDCCE  requirements, then the Counter-Party will be considered to be in Payment Breach and ERCOT may suspend the Counter-Party’s rights under these Protocols until it meets the SDCCE requirements.  </w:t>
      </w:r>
    </w:p>
    <w:p w14:paraId="59C3E485" w14:textId="13318D56" w:rsidR="003F580A" w:rsidRPr="00ED3498" w:rsidRDefault="003F580A" w:rsidP="003F580A">
      <w:pPr>
        <w:numPr>
          <w:ilvl w:val="0"/>
          <w:numId w:val="32"/>
        </w:numPr>
        <w:spacing w:after="240"/>
      </w:pPr>
      <w:r w:rsidRPr="00ED3498">
        <w:t xml:space="preserve">ERCOT’s failure to suspend a Counter-Party’s rights on any particular occasion does not prevent ERCOT from suspending those rights on any subsequent occasion, including a </w:t>
      </w:r>
      <w:r w:rsidR="000505C8">
        <w:t>Congestion Revenue Right (</w:t>
      </w:r>
      <w:r w:rsidR="000505C8" w:rsidRPr="00ED3498">
        <w:t>CRR</w:t>
      </w:r>
      <w:r w:rsidR="000505C8">
        <w:t>)</w:t>
      </w:r>
      <w:r w:rsidR="000505C8" w:rsidRPr="00ED3498">
        <w:t xml:space="preserve"> </w:t>
      </w:r>
      <w:r w:rsidRPr="00ED3498">
        <w:t xml:space="preserve">Account Holder’s ability to bid on future CRRs or a Qualified Scheduling Entity’s ability to bid in the Day-Ahead Market (DAM). </w:t>
      </w:r>
    </w:p>
    <w:p w14:paraId="4B22A8AB" w14:textId="77777777" w:rsidR="003F580A" w:rsidRPr="003F580A" w:rsidRDefault="003F580A" w:rsidP="003F580A">
      <w:pPr>
        <w:tabs>
          <w:tab w:val="left" w:pos="1080"/>
        </w:tabs>
        <w:spacing w:before="240" w:after="240"/>
        <w:ind w:left="1080" w:hanging="1080"/>
        <w:outlineLvl w:val="2"/>
        <w:rPr>
          <w:b/>
          <w:bCs/>
          <w:i/>
        </w:rPr>
      </w:pPr>
      <w:bookmarkStart w:id="41" w:name="_Toc89333407"/>
      <w:bookmarkStart w:id="42" w:name="_Hlk85615753"/>
      <w:r w:rsidRPr="003F580A">
        <w:rPr>
          <w:b/>
          <w:bCs/>
          <w:i/>
        </w:rPr>
        <w:t xml:space="preserve">26.5.3 </w:t>
      </w:r>
      <w:r w:rsidRPr="003F580A">
        <w:rPr>
          <w:b/>
          <w:bCs/>
          <w:i/>
        </w:rPr>
        <w:tab/>
        <w:t>Means of Satisfying Securitization Default Charge Credit Requirements</w:t>
      </w:r>
      <w:bookmarkEnd w:id="41"/>
    </w:p>
    <w:p w14:paraId="0BAD869C" w14:textId="77777777" w:rsidR="003F580A" w:rsidRPr="00ED3498" w:rsidRDefault="003F580A" w:rsidP="003F580A">
      <w:pPr>
        <w:spacing w:after="240"/>
        <w:ind w:left="702" w:hanging="702"/>
      </w:pPr>
      <w:r w:rsidRPr="00ED3498">
        <w:t>(1)</w:t>
      </w:r>
      <w:r w:rsidRPr="00ED3498">
        <w:tab/>
        <w:t>If a Counter-Party is required to provide a Securitization Default Charge escrow deposit, then it may do so through one or both of the following means:</w:t>
      </w:r>
    </w:p>
    <w:p w14:paraId="1B11C406" w14:textId="77777777" w:rsidR="003F580A" w:rsidRPr="00ED3498" w:rsidRDefault="003F580A" w:rsidP="003F580A">
      <w:pPr>
        <w:spacing w:after="240"/>
        <w:ind w:left="1440" w:hanging="720"/>
      </w:pPr>
      <w:bookmarkStart w:id="43" w:name="_Hlk82022676"/>
      <w:r w:rsidRPr="00ED3498">
        <w:t>(a)</w:t>
      </w:r>
      <w:r w:rsidRPr="00ED3498">
        <w:tab/>
        <w:t xml:space="preserve">The Counter-Party may give an unconditional, irrevocable letter of credit naming Texas Electric Market Stabilization Funding M LLC (TEMSFM) as the beneficiary.  ERCOT or the TEMSFM may  reject the letter of credit if the issuer is unacceptable to ERCOT or TEMSFM or if the conditions under which ERCOT or TEMSFM may draw against the letter of credit are unacceptable to ERCOT or TEMSFM. </w:t>
      </w:r>
    </w:p>
    <w:p w14:paraId="1399DA3F" w14:textId="77777777" w:rsidR="003F580A" w:rsidRPr="00ED3498" w:rsidRDefault="003F580A" w:rsidP="003F580A">
      <w:pPr>
        <w:spacing w:after="240"/>
        <w:ind w:left="1440" w:hanging="720"/>
      </w:pPr>
      <w:r w:rsidRPr="00ED3498">
        <w:t>(b)</w:t>
      </w:r>
      <w:r w:rsidRPr="00ED3498">
        <w:tab/>
        <w:t xml:space="preserve">All letters of credit must be drawn on a US domestic bank or a domestic office of a foreign bank, and must meet the requirements in Section 16.11.3, Alternative Means of Satisfying ERCOT Creditworthiness Requirement. </w:t>
      </w:r>
    </w:p>
    <w:p w14:paraId="105661FB" w14:textId="77777777" w:rsidR="003F580A" w:rsidRPr="00ED3498" w:rsidRDefault="003F580A" w:rsidP="003F580A">
      <w:pPr>
        <w:spacing w:after="240"/>
        <w:ind w:left="1440" w:hanging="720"/>
      </w:pPr>
      <w:r w:rsidRPr="00ED3498">
        <w:lastRenderedPageBreak/>
        <w:t>(c)</w:t>
      </w:r>
      <w:r w:rsidRPr="00ED3498">
        <w:tab/>
        <w:t>Letters of credit held as Securitization Default Charge escrow deposits are subject to letter of credit issuer limits as specified in paragraph (1) of Section 16.11.3.</w:t>
      </w:r>
    </w:p>
    <w:bookmarkEnd w:id="43"/>
    <w:p w14:paraId="5CF98B69" w14:textId="021D2633" w:rsidR="003F580A" w:rsidRPr="00ED3498" w:rsidRDefault="003F580A" w:rsidP="003F580A">
      <w:pPr>
        <w:spacing w:after="240"/>
        <w:ind w:left="1440" w:hanging="720"/>
      </w:pPr>
      <w:r w:rsidRPr="00ED3498">
        <w:t>(d)</w:t>
      </w:r>
      <w:r w:rsidRPr="00ED3498">
        <w:tab/>
        <w:t>The Counter-Party may deposit cash with ERCOT with the understanding that ERCOT may draw part or all of the deposited cash to satisfy any overdue payments owed by the Counter-Party to ERCOT for Securitization Default Charges.</w:t>
      </w:r>
      <w:r w:rsidR="000505C8">
        <w:t xml:space="preserve"> </w:t>
      </w:r>
      <w:r w:rsidRPr="00ED3498">
        <w:t xml:space="preserve"> The cash deposits may bear interest payable directly to the Counter-Party, but any such arrangements may not restrict ERCOT’s immediate access to the cash.  </w:t>
      </w:r>
    </w:p>
    <w:p w14:paraId="6C6621F2" w14:textId="77777777" w:rsidR="003F580A" w:rsidRPr="00ED3498" w:rsidRDefault="003F580A" w:rsidP="003F580A">
      <w:pPr>
        <w:spacing w:after="240"/>
        <w:ind w:left="2160" w:hanging="720"/>
      </w:pPr>
      <w:r w:rsidRPr="00ED3498">
        <w:t>(</w:t>
      </w:r>
      <w:proofErr w:type="spellStart"/>
      <w:r w:rsidRPr="00ED3498">
        <w:t>i</w:t>
      </w:r>
      <w:proofErr w:type="spellEnd"/>
      <w:r w:rsidRPr="00ED3498">
        <w:t>)</w:t>
      </w:r>
      <w:r w:rsidRPr="00ED3498">
        <w:tab/>
        <w:t>Interest on cash deposited pursuant to this Section will be calculated based on Counter-Party average cash deposit balance.  Interest is not paid on a cash deposit balance held by ERCOT where, in accordance with paragraph (4) of Section 16.11.7, Release of Market Participant’s Financial Security Requirement, the Counter-Party’s Standard Form Market Participant Agreement has been terminated and ERCOT has determined that no obligations for Securitization Default Charges remain owing or will become due and payable.</w:t>
      </w:r>
    </w:p>
    <w:p w14:paraId="253122D9" w14:textId="77777777" w:rsidR="003F580A" w:rsidRPr="00ED3498" w:rsidRDefault="003F580A" w:rsidP="003F580A">
      <w:pPr>
        <w:spacing w:after="240"/>
        <w:ind w:left="2160" w:hanging="720"/>
      </w:pPr>
      <w:r w:rsidRPr="00ED3498">
        <w:t>(ii)</w:t>
      </w:r>
      <w:r w:rsidRPr="00ED3498">
        <w:tab/>
        <w:t>Once per year, ERCOT will return interest earned on a Counter-Party’s cash deposits pursuant to this Section to the Counter-Party.</w:t>
      </w:r>
    </w:p>
    <w:p w14:paraId="6912A1E4" w14:textId="00716F06" w:rsidR="003F580A" w:rsidRPr="00ED3498" w:rsidRDefault="003F580A" w:rsidP="003F580A">
      <w:pPr>
        <w:spacing w:after="240"/>
        <w:ind w:left="720" w:hanging="720"/>
      </w:pPr>
      <w:r w:rsidRPr="00ED3498">
        <w:t>(2)</w:t>
      </w:r>
      <w:r w:rsidRPr="00ED3498">
        <w:tab/>
        <w:t xml:space="preserve">Securitization Default Charge escrow deposits are held solely for the purpose of collateralizing Securitization Default Charge credit exposure. </w:t>
      </w:r>
      <w:r w:rsidR="000505C8">
        <w:t xml:space="preserve"> </w:t>
      </w:r>
      <w:r w:rsidRPr="00ED3498">
        <w:t xml:space="preserve">They are independent of and in addition to any other Financial Security obligations of the Counter-Party arising under Section 16.11, Financial Security for Counter-Parties. </w:t>
      </w:r>
    </w:p>
    <w:p w14:paraId="0AD9977A" w14:textId="77777777" w:rsidR="003F580A" w:rsidRPr="00ED3498" w:rsidRDefault="003F580A" w:rsidP="003F580A">
      <w:pPr>
        <w:spacing w:after="240"/>
        <w:ind w:left="720" w:hanging="720"/>
      </w:pPr>
      <w:r w:rsidRPr="00ED3498">
        <w:t>(3)</w:t>
      </w:r>
      <w:r w:rsidRPr="00ED3498">
        <w:tab/>
        <w:t xml:space="preserve">A Counter-Party with excess cash held with respect to one or more Securitization Default Charge escrow deposit requirements may request ERCOT to return some or all of the excess cash to the Counter-Party. </w:t>
      </w:r>
    </w:p>
    <w:p w14:paraId="5894C928" w14:textId="77777777" w:rsidR="003F580A" w:rsidRPr="00ED3498" w:rsidRDefault="003F580A" w:rsidP="003F580A">
      <w:pPr>
        <w:spacing w:after="240"/>
        <w:ind w:left="720" w:hanging="720"/>
      </w:pPr>
      <w:r w:rsidRPr="00ED3498">
        <w:t>(4)</w:t>
      </w:r>
      <w:r w:rsidRPr="00ED3498">
        <w:tab/>
        <w:t>Securitization Default Charge escrow deposits will not be used to pay periodic Securitization Default Charge Invoices unless there is an insufficient payment by the Invoice Recipient, in accordance with Section 26.3.1.2, Insufficient Payments by Miscellaneous Invoice Recipients for Securitization Default Charges.</w:t>
      </w:r>
    </w:p>
    <w:p w14:paraId="5EF5F951" w14:textId="77777777" w:rsidR="003F580A" w:rsidRPr="00ED3498" w:rsidRDefault="003F580A" w:rsidP="003F580A">
      <w:pPr>
        <w:spacing w:after="240"/>
        <w:ind w:left="720" w:hanging="720"/>
      </w:pPr>
      <w:r w:rsidRPr="00ED3498">
        <w:t>(5)</w:t>
      </w:r>
      <w:r w:rsidRPr="00ED3498">
        <w:tab/>
        <w:t>Securitization Default Charge escrow deposits in excess of the Securitization Default Charge Credit Exposure requirement shall not be used to cover insufficient payments of Settlement Invoices for ERCOT market activities under Section 9.19, Partial Payments by Invoice Recipients, or requests for additional Financial Security made in accordance with paragraph (6) of Section 16.11.5, Monitoring of a Counter-Party’s Creditworthiness and Credit Exposure by ERCOT.</w:t>
      </w:r>
    </w:p>
    <w:p w14:paraId="1D6A86F3" w14:textId="77777777" w:rsidR="003F580A" w:rsidRPr="00D24933" w:rsidRDefault="003F580A" w:rsidP="003F580A">
      <w:pPr>
        <w:tabs>
          <w:tab w:val="left" w:pos="1080"/>
        </w:tabs>
        <w:spacing w:before="240" w:after="240"/>
        <w:ind w:left="1080" w:hanging="1080"/>
        <w:outlineLvl w:val="2"/>
        <w:rPr>
          <w:b/>
          <w:bCs/>
          <w:i/>
        </w:rPr>
      </w:pPr>
      <w:bookmarkStart w:id="44" w:name="_Toc89333408"/>
      <w:bookmarkEnd w:id="42"/>
      <w:r w:rsidRPr="00D24933">
        <w:rPr>
          <w:b/>
          <w:bCs/>
          <w:i/>
        </w:rPr>
        <w:t>26.5.4</w:t>
      </w:r>
      <w:r w:rsidRPr="00D24933">
        <w:rPr>
          <w:b/>
          <w:bCs/>
          <w:i/>
        </w:rPr>
        <w:tab/>
        <w:t>Determination of Securitization Default Charge Credit Exposure for a Counter-Party</w:t>
      </w:r>
      <w:bookmarkEnd w:id="44"/>
    </w:p>
    <w:p w14:paraId="1AC7C8AF" w14:textId="77777777" w:rsidR="003F580A" w:rsidRPr="00ED3498" w:rsidRDefault="003F580A" w:rsidP="003F580A">
      <w:pPr>
        <w:spacing w:after="240"/>
        <w:ind w:left="720" w:hanging="720"/>
      </w:pPr>
      <w:bookmarkStart w:id="45" w:name="_Hlk83215642"/>
      <w:r w:rsidRPr="00ED3498">
        <w:lastRenderedPageBreak/>
        <w:t>(1)</w:t>
      </w:r>
      <w:r w:rsidRPr="00ED3498">
        <w:tab/>
      </w:r>
      <w:bookmarkEnd w:id="45"/>
      <w:r w:rsidRPr="00ED3498">
        <w:t>For each Counter-Party, ERCOT shall calculate the Securitization Default Charge credit exposure as follows:</w:t>
      </w:r>
    </w:p>
    <w:p w14:paraId="7D6AA216" w14:textId="77777777" w:rsidR="003F580A" w:rsidRPr="00ED3498" w:rsidRDefault="003F580A" w:rsidP="003F580A">
      <w:pPr>
        <w:spacing w:after="240"/>
        <w:ind w:left="1440" w:hanging="720"/>
      </w:pPr>
      <w:r w:rsidRPr="00ED3498">
        <w:t xml:space="preserve">SDCCE </w:t>
      </w:r>
      <w:r w:rsidRPr="00ED3498">
        <w:rPr>
          <w:i/>
          <w:sz w:val="20"/>
          <w:vertAlign w:val="subscript"/>
        </w:rPr>
        <w:t xml:space="preserve">cp </w:t>
      </w:r>
      <w:r w:rsidRPr="00ED3498">
        <w:rPr>
          <w:sz w:val="20"/>
          <w:vertAlign w:val="subscript"/>
        </w:rPr>
        <w:t xml:space="preserve"> </w:t>
      </w:r>
      <w:r w:rsidRPr="00ED3498">
        <w:t xml:space="preserve">=  </w:t>
      </w:r>
      <w:r w:rsidRPr="00ED3498">
        <w:rPr>
          <w:vertAlign w:val="subscript"/>
        </w:rPr>
        <w:t xml:space="preserve"> </w:t>
      </w:r>
      <w:r w:rsidRPr="00ED3498">
        <w:t>SDCMMARS</w:t>
      </w:r>
      <w:r w:rsidRPr="00ED3498">
        <w:rPr>
          <w:i/>
          <w:vertAlign w:val="subscript"/>
        </w:rPr>
        <w:t xml:space="preserve"> cp, rm, s</w:t>
      </w:r>
      <w:r w:rsidRPr="00ED3498">
        <w:rPr>
          <w:vertAlign w:val="subscript"/>
        </w:rPr>
        <w:t xml:space="preserve">  </w:t>
      </w:r>
      <w:r w:rsidRPr="00ED3498">
        <w:t xml:space="preserve">* </w:t>
      </w:r>
      <w:r w:rsidRPr="00ED3498">
        <w:rPr>
          <w:vertAlign w:val="subscript"/>
        </w:rPr>
        <w:t xml:space="preserve"> </w:t>
      </w:r>
      <w:r w:rsidRPr="00D24933">
        <w:fldChar w:fldCharType="begin"/>
      </w:r>
      <w:r w:rsidRPr="00D24933">
        <w:instrText xml:space="preserve"> QUOTE </w:instrText>
      </w:r>
      <w:r w:rsidR="00B61099">
        <w:rPr>
          <w:position w:val="-11"/>
        </w:rPr>
        <w:pict w14:anchorId="0ED7CC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pt;height:18.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16sdtdh=&quot;http://schemas.microsoft.com/office/word/2020/wordml/sdtdatahash&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otEmbedSystemFonts/&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2F5868&quot;/&gt;&lt;wsp:rsid wsp:val=&quot;000000C5&quot;/&gt;&lt;wsp:rsid wsp:val=&quot;00001F8D&quot;/&gt;&lt;wsp:rsid wsp:val=&quot;000035E6&quot;/&gt;&lt;wsp:rsid wsp:val=&quot;0000544B&quot;/&gt;&lt;wsp:rsid wsp:val=&quot;00006895&quot;/&gt;&lt;wsp:rsid wsp:val=&quot;000068BD&quot;/&gt;&lt;wsp:rsid wsp:val=&quot;000136C7&quot;/&gt;&lt;wsp:rsid wsp:val=&quot;00023C8A&quot;/&gt;&lt;wsp:rsid wsp:val=&quot;000251BE&quot;/&gt;&lt;wsp:rsid wsp:val=&quot;000253C4&quot;/&gt;&lt;wsp:rsid wsp:val=&quot;0002714F&quot;/&gt;&lt;wsp:rsid wsp:val=&quot;00027150&quot;/&gt;&lt;wsp:rsid wsp:val=&quot;00030273&quot;/&gt;&lt;wsp:rsid wsp:val=&quot;000320CD&quot;/&gt;&lt;wsp:rsid wsp:val=&quot;0003274B&quot;/&gt;&lt;wsp:rsid wsp:val=&quot;00033C22&quot;/&gt;&lt;wsp:rsid wsp:val=&quot;00033F48&quot;/&gt;&lt;wsp:rsid wsp:val=&quot;00035E9F&quot;/&gt;&lt;wsp:rsid wsp:val=&quot;00036BB6&quot;/&gt;&lt;wsp:rsid wsp:val=&quot;0004101E&quot;/&gt;&lt;wsp:rsid wsp:val=&quot;000460A8&quot;/&gt;&lt;wsp:rsid wsp:val=&quot;00047280&quot;/&gt;&lt;wsp:rsid wsp:val=&quot;00054A8E&quot;/&gt;&lt;wsp:rsid wsp:val=&quot;00056548&quot;/&gt;&lt;wsp:rsid wsp:val=&quot;0006082B&quot;/&gt;&lt;wsp:rsid wsp:val=&quot;00063EF0&quot;/&gt;&lt;wsp:rsid wsp:val=&quot;00066B18&quot;/&gt;&lt;wsp:rsid wsp:val=&quot;00067966&quot;/&gt;&lt;wsp:rsid wsp:val=&quot;000708EE&quot;/&gt;&lt;wsp:rsid wsp:val=&quot;00071147&quot;/&gt;&lt;wsp:rsid wsp:val=&quot;000755E1&quot;/&gt;&lt;wsp:rsid wsp:val=&quot;00082CB5&quot;/&gt;&lt;wsp:rsid wsp:val=&quot;00083BFB&quot;/&gt;&lt;wsp:rsid wsp:val=&quot;00085B8E&quot;/&gt;&lt;wsp:rsid wsp:val=&quot;00085EAD&quot;/&gt;&lt;wsp:rsid wsp:val=&quot;00093653&quot;/&gt;&lt;wsp:rsid wsp:val=&quot;00094D3D&quot;/&gt;&lt;wsp:rsid wsp:val=&quot;000A0FDB&quot;/&gt;&lt;wsp:rsid wsp:val=&quot;000A226C&quot;/&gt;&lt;wsp:rsid wsp:val=&quot;000A2A47&quot;/&gt;&lt;wsp:rsid wsp:val=&quot;000A3652&quot;/&gt;&lt;wsp:rsid wsp:val=&quot;000A384D&quot;/&gt;&lt;wsp:rsid wsp:val=&quot;000A5460&quot;/&gt;&lt;wsp:rsid wsp:val=&quot;000A5E65&quot;/&gt;&lt;wsp:rsid wsp:val=&quot;000A75FE&quot;/&gt;&lt;wsp:rsid wsp:val=&quot;000A7801&quot;/&gt;&lt;wsp:rsid wsp:val=&quot;000B0996&quot;/&gt;&lt;wsp:rsid wsp:val=&quot;000B1CA3&quot;/&gt;&lt;wsp:rsid wsp:val=&quot;000B38B6&quot;/&gt;&lt;wsp:rsid wsp:val=&quot;000B61FF&quot;/&gt;&lt;wsp:rsid wsp:val=&quot;000B7C5F&quot;/&gt;&lt;wsp:rsid wsp:val=&quot;000B7DF0&quot;/&gt;&lt;wsp:rsid wsp:val=&quot;000C2A50&quot;/&gt;&lt;wsp:rsid wsp:val=&quot;000C2AC0&quot;/&gt;&lt;wsp:rsid wsp:val=&quot;000C37A7&quot;/&gt;&lt;wsp:rsid wsp:val=&quot;000C57A5&quot;/&gt;&lt;wsp:rsid wsp:val=&quot;000C67FC&quot;/&gt;&lt;wsp:rsid wsp:val=&quot;000E0BA1&quot;/&gt;&lt;wsp:rsid wsp:val=&quot;000E1301&quot;/&gt;&lt;wsp:rsid wsp:val=&quot;000E23F9&quot;/&gt;&lt;wsp:rsid wsp:val=&quot;000E6BBB&quot;/&gt;&lt;wsp:rsid wsp:val=&quot;000E7284&quot;/&gt;&lt;wsp:rsid wsp:val=&quot;000F1BF0&quot;/&gt;&lt;wsp:rsid wsp:val=&quot;000F1C3A&quot;/&gt;&lt;wsp:rsid wsp:val=&quot;000F2071&quot;/&gt;&lt;wsp:rsid wsp:val=&quot;000F6026&quot;/&gt;&lt;wsp:rsid wsp:val=&quot;000F7AF0&quot;/&gt;&lt;wsp:rsid wsp:val=&quot;000F7C60&quot;/&gt;&lt;wsp:rsid wsp:val=&quot;001009FD&quot;/&gt;&lt;wsp:rsid wsp:val=&quot;001012EA&quot;/&gt;&lt;wsp:rsid wsp:val=&quot;00102381&quot;/&gt;&lt;wsp:rsid wsp:val=&quot;0010494F&quot;/&gt;&lt;wsp:rsid wsp:val=&quot;001121BB&quot;/&gt;&lt;wsp:rsid wsp:val=&quot;001125D3&quot;/&gt;&lt;wsp:rsid wsp:val=&quot;00117151&quot;/&gt;&lt;wsp:rsid wsp:val=&quot;0012035F&quot;/&gt;&lt;wsp:rsid wsp:val=&quot;00120CFD&quot;/&gt;&lt;wsp:rsid wsp:val=&quot;00124699&quot;/&gt;&lt;wsp:rsid wsp:val=&quot;001258ED&quot;/&gt;&lt;wsp:rsid wsp:val=&quot;001322AF&quot;/&gt;&lt;wsp:rsid wsp:val=&quot;00133F0B&quot;/&gt;&lt;wsp:rsid wsp:val=&quot;001349D5&quot;/&gt;&lt;wsp:rsid wsp:val=&quot;001364E1&quot;/&gt;&lt;wsp:rsid wsp:val=&quot;00140D6D&quot;/&gt;&lt;wsp:rsid wsp:val=&quot;0014132B&quot;/&gt;&lt;wsp:rsid wsp:val=&quot;001430C8&quot;/&gt;&lt;wsp:rsid wsp:val=&quot;001435D4&quot;/&gt;&lt;wsp:rsid wsp:val=&quot;00147169&quot;/&gt;&lt;wsp:rsid wsp:val=&quot;00147DBF&quot;/&gt;&lt;wsp:rsid wsp:val=&quot;00150057&quot;/&gt;&lt;wsp:rsid wsp:val=&quot;00160DE6&quot;/&gt;&lt;wsp:rsid wsp:val=&quot;00160F14&quot;/&gt;&lt;wsp:rsid wsp:val=&quot;00161EB6&quot;/&gt;&lt;wsp:rsid wsp:val=&quot;00163446&quot;/&gt;&lt;wsp:rsid wsp:val=&quot;001648A3&quot;/&gt;&lt;wsp:rsid wsp:val=&quot;0016529C&quot;/&gt;&lt;wsp:rsid wsp:val=&quot;0016715C&quot;/&gt;&lt;wsp:rsid wsp:val=&quot;00171BE5&quot;/&gt;&lt;wsp:rsid wsp:val=&quot;001745B7&quot;/&gt;&lt;wsp:rsid wsp:val=&quot;00180464&quot;/&gt;&lt;wsp:rsid wsp:val=&quot;00183051&quot;/&gt;&lt;wsp:rsid wsp:val=&quot;001844E7&quot;/&gt;&lt;wsp:rsid wsp:val=&quot;00186525&quot;/&gt;&lt;wsp:rsid wsp:val=&quot;0018761D&quot;/&gt;&lt;wsp:rsid wsp:val=&quot;001918D1&quot;/&gt;&lt;wsp:rsid wsp:val=&quot;00191A7A&quot;/&gt;&lt;wsp:rsid wsp:val=&quot;001A0C65&quot;/&gt;&lt;wsp:rsid wsp:val=&quot;001A2B58&quot;/&gt;&lt;wsp:rsid wsp:val=&quot;001A56DD&quot;/&gt;&lt;wsp:rsid wsp:val=&quot;001A5D5B&quot;/&gt;&lt;wsp:rsid wsp:val=&quot;001A64FC&quot;/&gt;&lt;wsp:rsid wsp:val=&quot;001A6BAA&quot;/&gt;&lt;wsp:rsid wsp:val=&quot;001A72B8&quot;/&gt;&lt;wsp:rsid wsp:val=&quot;001B1100&quot;/&gt;&lt;wsp:rsid wsp:val=&quot;001B2D9D&quot;/&gt;&lt;wsp:rsid wsp:val=&quot;001B55F8&quot;/&gt;&lt;wsp:rsid wsp:val=&quot;001B5C4D&quot;/&gt;&lt;wsp:rsid wsp:val=&quot;001C0B6C&quot;/&gt;&lt;wsp:rsid wsp:val=&quot;001C48D1&quot;/&gt;&lt;wsp:rsid wsp:val=&quot;001C6D26&quot;/&gt;&lt;wsp:rsid wsp:val=&quot;001D043B&quot;/&gt;&lt;wsp:rsid wsp:val=&quot;001D38FF&quot;/&gt;&lt;wsp:rsid wsp:val=&quot;001E0643&quot;/&gt;&lt;wsp:rsid wsp:val=&quot;001E138A&quot;/&gt;&lt;wsp:rsid wsp:val=&quot;001E5F4E&quot;/&gt;&lt;wsp:rsid wsp:val=&quot;001E7A6D&quot;/&gt;&lt;wsp:rsid wsp:val=&quot;001F68CA&quot;/&gt;&lt;wsp:rsid wsp:val=&quot;002002D1&quot;/&gt;&lt;wsp:rsid wsp:val=&quot;00201626&quot;/&gt;&lt;wsp:rsid wsp:val=&quot;00201A4C&quot;/&gt;&lt;wsp:rsid wsp:val=&quot;0020301C&quot;/&gt;&lt;wsp:rsid wsp:val=&quot;00204362&quot;/&gt;&lt;wsp:rsid wsp:val=&quot;00205879&quot;/&gt;&lt;wsp:rsid wsp:val=&quot;00206CF3&quot;/&gt;&lt;wsp:rsid wsp:val=&quot;002071AA&quot;/&gt;&lt;wsp:rsid wsp:val=&quot;00211EBD&quot;/&gt;&lt;wsp:rsid wsp:val=&quot;00214538&quot;/&gt;&lt;wsp:rsid wsp:val=&quot;00214A0B&quot;/&gt;&lt;wsp:rsid wsp:val=&quot;002175B0&quot;/&gt;&lt;wsp:rsid wsp:val=&quot;002232DC&quot;/&gt;&lt;wsp:rsid wsp:val=&quot;0022450A&quot;/&gt;&lt;wsp:rsid wsp:val=&quot;00226522&quot;/&gt;&lt;wsp:rsid wsp:val=&quot;00234DC8&quot;/&gt;&lt;wsp:rsid wsp:val=&quot;00235107&quot;/&gt;&lt;wsp:rsid wsp:val=&quot;00236629&quot;/&gt;&lt;wsp:rsid wsp:val=&quot;0024094E&quot;/&gt;&lt;wsp:rsid wsp:val=&quot;00242528&quot;/&gt;&lt;wsp:rsid wsp:val=&quot;00242B20&quot;/&gt;&lt;wsp:rsid wsp:val=&quot;002441AB&quot;/&gt;&lt;wsp:rsid wsp:val=&quot;00246FD3&quot;/&gt;&lt;wsp:rsid wsp:val=&quot;00250433&quot;/&gt;&lt;wsp:rsid wsp:val=&quot;00250643&quot;/&gt;&lt;wsp:rsid wsp:val=&quot;00251909&quot;/&gt;&lt;wsp:rsid wsp:val=&quot;00252948&quot;/&gt;&lt;wsp:rsid wsp:val=&quot;00253557&quot;/&gt;&lt;wsp:rsid wsp:val=&quot;00253C93&quot;/&gt;&lt;wsp:rsid wsp:val=&quot;00261EB0&quot;/&gt;&lt;wsp:rsid wsp:val=&quot;0026307F&quot;/&gt;&lt;wsp:rsid wsp:val=&quot;0026416B&quot;/&gt;&lt;wsp:rsid wsp:val=&quot;00265942&quot;/&gt;&lt;wsp:rsid wsp:val=&quot;0027128D&quot;/&gt;&lt;wsp:rsid wsp:val=&quot;0027779A&quot;/&gt;&lt;wsp:rsid wsp:val=&quot;00281166&quot;/&gt;&lt;wsp:rsid wsp:val=&quot;00285F2A&quot;/&gt;&lt;wsp:rsid wsp:val=&quot;00290A7B&quot;/&gt;&lt;wsp:rsid wsp:val=&quot;00291EC0&quot;/&gt;&lt;wsp:rsid wsp:val=&quot;00292C62&quot;/&gt;&lt;wsp:rsid wsp:val=&quot;00293CA4&quot;/&gt;&lt;wsp:rsid wsp:val=&quot;00293E99&quot;/&gt;&lt;wsp:rsid wsp:val=&quot;00294083&quot;/&gt;&lt;wsp:rsid wsp:val=&quot;002951E2&quot;/&gt;&lt;wsp:rsid wsp:val=&quot;00296824&quot;/&gt;&lt;wsp:rsid wsp:val=&quot;002A1127&quot;/&gt;&lt;wsp:rsid wsp:val=&quot;002A13DC&quot;/&gt;&lt;wsp:rsid wsp:val=&quot;002A1D73&quot;/&gt;&lt;wsp:rsid wsp:val=&quot;002A2A80&quot;/&gt;&lt;wsp:rsid wsp:val=&quot;002B138E&quot;/&gt;&lt;wsp:rsid wsp:val=&quot;002B3B59&quot;/&gt;&lt;wsp:rsid wsp:val=&quot;002B56CF&quot;/&gt;&lt;wsp:rsid wsp:val=&quot;002B6842&quot;/&gt;&lt;wsp:rsid wsp:val=&quot;002B7F89&quot;/&gt;&lt;wsp:rsid wsp:val=&quot;002C3780&quot;/&gt;&lt;wsp:rsid wsp:val=&quot;002D002D&quot;/&gt;&lt;wsp:rsid wsp:val=&quot;002D20CF&quot;/&gt;&lt;wsp:rsid wsp:val=&quot;002D55E3&quot;/&gt;&lt;wsp:rsid wsp:val=&quot;002D6B9C&quot;/&gt;&lt;wsp:rsid wsp:val=&quot;002D6D19&quot;/&gt;&lt;wsp:rsid wsp:val=&quot;002D6E97&quot;/&gt;&lt;wsp:rsid wsp:val=&quot;002E18E2&quot;/&gt;&lt;wsp:rsid wsp:val=&quot;002E37E9&quot;/&gt;&lt;wsp:rsid wsp:val=&quot;002E4F8A&quot;/&gt;&lt;wsp:rsid wsp:val=&quot;002E51C0&quot;/&gt;&lt;wsp:rsid wsp:val=&quot;002E6E6E&quot;/&gt;&lt;wsp:rsid wsp:val=&quot;002F2B12&quot;/&gt;&lt;wsp:rsid wsp:val=&quot;002F5868&quot;/&gt;&lt;wsp:rsid wsp:val=&quot;00303D8F&quot;/&gt;&lt;wsp:rsid wsp:val=&quot;003060F3&quot;/&gt;&lt;wsp:rsid wsp:val=&quot;003061A0&quot;/&gt;&lt;wsp:rsid wsp:val=&quot;00306A37&quot;/&gt;&lt;wsp:rsid wsp:val=&quot;00310475&quot;/&gt;&lt;wsp:rsid wsp:val=&quot;00311602&quot;/&gt;&lt;wsp:rsid wsp:val=&quot;00311E1F&quot;/&gt;&lt;wsp:rsid wsp:val=&quot;003135A1&quot;/&gt;&lt;wsp:rsid wsp:val=&quot;00313E64&quot;/&gt;&lt;wsp:rsid wsp:val=&quot;00321B52&quot;/&gt;&lt;wsp:rsid wsp:val=&quot;00322069&quot;/&gt;&lt;wsp:rsid wsp:val=&quot;00326226&quot;/&gt;&lt;wsp:rsid wsp:val=&quot;00343EDE&quot;/&gt;&lt;wsp:rsid wsp:val=&quot;003459E3&quot;/&gt;&lt;wsp:rsid wsp:val=&quot;003460D2&quot;/&gt;&lt;wsp:rsid wsp:val=&quot;00350834&quot;/&gt;&lt;wsp:rsid wsp:val=&quot;00351268&quot;/&gt;&lt;wsp:rsid wsp:val=&quot;00351A42&quot;/&gt;&lt;wsp:rsid wsp:val=&quot;0035251C&quot;/&gt;&lt;wsp:rsid wsp:val=&quot;00353E26&quot;/&gt;&lt;wsp:rsid wsp:val=&quot;003543A9&quot;/&gt;&lt;wsp:rsid wsp:val=&quot;0036205D&quot;/&gt;&lt;wsp:rsid wsp:val=&quot;00364431&quot;/&gt;&lt;wsp:rsid wsp:val=&quot;003711CE&quot;/&gt;&lt;wsp:rsid wsp:val=&quot;00372438&quot;/&gt;&lt;wsp:rsid wsp:val=&quot;00374222&quot;/&gt;&lt;wsp:rsid wsp:val=&quot;00376976&quot;/&gt;&lt;wsp:rsid wsp:val=&quot;0038222B&quot;/&gt;&lt;wsp:rsid wsp:val=&quot;0038246D&quot;/&gt;&lt;wsp:rsid wsp:val=&quot;003858AA&quot;/&gt;&lt;wsp:rsid wsp:val=&quot;00390863&quot;/&gt;&lt;wsp:rsid wsp:val=&quot;003919AB&quot;/&gt;&lt;wsp:rsid wsp:val=&quot;0039567D&quot;/&gt;&lt;wsp:rsid wsp:val=&quot;0039611D&quot;/&gt;&lt;wsp:rsid wsp:val=&quot;00396995&quot;/&gt;&lt;wsp:rsid wsp:val=&quot;003A1BE2&quot;/&gt;&lt;wsp:rsid wsp:val=&quot;003A4253&quot;/&gt;&lt;wsp:rsid wsp:val=&quot;003A4817&quot;/&gt;&lt;wsp:rsid wsp:val=&quot;003A49A0&quot;/&gt;&lt;wsp:rsid wsp:val=&quot;003A5B80&quot;/&gt;&lt;wsp:rsid wsp:val=&quot;003A5FD2&quot;/&gt;&lt;wsp:rsid wsp:val=&quot;003B1EED&quot;/&gt;&lt;wsp:rsid wsp:val=&quot;003B64A7&quot;/&gt;&lt;wsp:rsid wsp:val=&quot;003B6C4D&quot;/&gt;&lt;wsp:rsid wsp:val=&quot;003C5049&quot;/&gt;&lt;wsp:rsid wsp:val=&quot;003D26CE&quot;/&gt;&lt;wsp:rsid wsp:val=&quot;003D6DF8&quot;/&gt;&lt;wsp:rsid wsp:val=&quot;003E07D7&quot;/&gt;&lt;wsp:rsid wsp:val=&quot;003E1247&quot;/&gt;&lt;wsp:rsid wsp:val=&quot;003E15FE&quot;/&gt;&lt;wsp:rsid wsp:val=&quot;003E66E6&quot;/&gt;&lt;wsp:rsid wsp:val=&quot;003F197D&quot;/&gt;&lt;wsp:rsid wsp:val=&quot;003F391C&quot;/&gt;&lt;wsp:rsid wsp:val=&quot;003F4A82&quot;/&gt;&lt;wsp:rsid wsp:val=&quot;00402766&quot;/&gt;&lt;wsp:rsid wsp:val=&quot;00402E00&quot;/&gt;&lt;wsp:rsid wsp:val=&quot;00403487&quot;/&gt;&lt;wsp:rsid wsp:val=&quot;00403ADC&quot;/&gt;&lt;wsp:rsid wsp:val=&quot;0040428D&quot;/&gt;&lt;wsp:rsid wsp:val=&quot;004107CF&quot;/&gt;&lt;wsp:rsid wsp:val=&quot;00412101&quot;/&gt;&lt;wsp:rsid wsp:val=&quot;00415636&quot;/&gt;&lt;wsp:rsid wsp:val=&quot;00417F93&quot;/&gt;&lt;wsp:rsid wsp:val=&quot;00421041&quot;/&gt;&lt;wsp:rsid wsp:val=&quot;00423B63&quot;/&gt;&lt;wsp:rsid wsp:val=&quot;00424F6A&quot;/&gt;&lt;wsp:rsid wsp:val=&quot;00425E3A&quot;/&gt;&lt;wsp:rsid wsp:val=&quot;004270F7&quot;/&gt;&lt;wsp:rsid wsp:val=&quot;004275E0&quot;/&gt;&lt;wsp:rsid wsp:val=&quot;004313A1&quot;/&gt;&lt;wsp:rsid wsp:val=&quot;0043210C&quot;/&gt;&lt;wsp:rsid wsp:val=&quot;00432B04&quot;/&gt;&lt;wsp:rsid wsp:val=&quot;004354AA&quot;/&gt;&lt;wsp:rsid wsp:val=&quot;00445B41&quot;/&gt;&lt;wsp:rsid wsp:val=&quot;00445B98&quot;/&gt;&lt;wsp:rsid wsp:val=&quot;00446EFA&quot;/&gt;&lt;wsp:rsid wsp:val=&quot;00447305&quot;/&gt;&lt;wsp:rsid wsp:val=&quot;00447DED&quot;/&gt;&lt;wsp:rsid wsp:val=&quot;00456467&quot;/&gt;&lt;wsp:rsid wsp:val=&quot;00457834&quot;/&gt;&lt;wsp:rsid wsp:val=&quot;00462F4A&quot;/&gt;&lt;wsp:rsid wsp:val=&quot;00463C16&quot;/&gt;&lt;wsp:rsid wsp:val=&quot;004650F4&quot;/&gt;&lt;wsp:rsid wsp:val=&quot;0046574D&quot;/&gt;&lt;wsp:rsid wsp:val=&quot;004658AF&quot;/&gt;&lt;wsp:rsid wsp:val=&quot;004715D5&quot;/&gt;&lt;wsp:rsid wsp:val=&quot;00472482&quot;/&gt;&lt;wsp:rsid wsp:val=&quot;00475AF6&quot;/&gt;&lt;wsp:rsid wsp:val=&quot;00477FF2&quot;/&gt;&lt;wsp:rsid wsp:val=&quot;00483A4E&quot;/&gt;&lt;wsp:rsid wsp:val=&quot;004910D9&quot;/&gt;&lt;wsp:rsid wsp:val=&quot;00491329&quot;/&gt;&lt;wsp:rsid wsp:val=&quot;004935E4&quot;/&gt;&lt;wsp:rsid wsp:val=&quot;0049412E&quot;/&gt;&lt;wsp:rsid wsp:val=&quot;00496044&quot;/&gt;&lt;wsp:rsid wsp:val=&quot;00497F78&quot;/&gt;&lt;wsp:rsid wsp:val=&quot;004A11AF&quot;/&gt;&lt;wsp:rsid wsp:val=&quot;004A46F4&quot;/&gt;&lt;wsp:rsid wsp:val=&quot;004B209B&quot;/&gt;&lt;wsp:rsid wsp:val=&quot;004B44A5&quot;/&gt;&lt;wsp:rsid wsp:val=&quot;004B5FAB&quot;/&gt;&lt;wsp:rsid wsp:val=&quot;004B66C1&quot;/&gt;&lt;wsp:rsid wsp:val=&quot;004B7604&quot;/&gt;&lt;wsp:rsid wsp:val=&quot;004B7A25&quot;/&gt;&lt;wsp:rsid wsp:val=&quot;004C2C73&quot;/&gt;&lt;wsp:rsid wsp:val=&quot;004C526D&quot;/&gt;&lt;wsp:rsid wsp:val=&quot;004C5654&quot;/&gt;&lt;wsp:rsid wsp:val=&quot;004D1242&quot;/&gt;&lt;wsp:rsid wsp:val=&quot;004D3B1C&quot;/&gt;&lt;wsp:rsid wsp:val=&quot;004D4792&quot;/&gt;&lt;wsp:rsid wsp:val=&quot;004D574D&quot;/&gt;&lt;wsp:rsid wsp:val=&quot;004E038F&quot;/&gt;&lt;wsp:rsid wsp:val=&quot;004E080B&quot;/&gt;&lt;wsp:rsid wsp:val=&quot;004E2C89&quot;/&gt;&lt;wsp:rsid wsp:val=&quot;004E7C37&quot;/&gt;&lt;wsp:rsid wsp:val=&quot;004F28FF&quot;/&gt;&lt;wsp:rsid wsp:val=&quot;004F3D2C&quot;/&gt;&lt;wsp:rsid wsp:val=&quot;004F5535&quot;/&gt;&lt;wsp:rsid wsp:val=&quot;004F6967&quot;/&gt;&lt;wsp:rsid wsp:val=&quot;005003EA&quot;/&gt;&lt;wsp:rsid wsp:val=&quot;0050306A&quot;/&gt;&lt;wsp:rsid wsp:val=&quot;00504253&quot;/&gt;&lt;wsp:rsid wsp:val=&quot;00505105&quot;/&gt;&lt;wsp:rsid wsp:val=&quot;00512504&quot;/&gt;&lt;wsp:rsid wsp:val=&quot;005125D9&quot;/&gt;&lt;wsp:rsid wsp:val=&quot;00515754&quot;/&gt;&lt;wsp:rsid wsp:val=&quot;00517288&quot;/&gt;&lt;wsp:rsid wsp:val=&quot;00517D5E&quot;/&gt;&lt;wsp:rsid wsp:val=&quot;00520303&quot;/&gt;&lt;wsp:rsid wsp:val=&quot;00521229&quot;/&gt;&lt;wsp:rsid wsp:val=&quot;00522B6A&quot;/&gt;&lt;wsp:rsid wsp:val=&quot;00523B63&quot;/&gt;&lt;wsp:rsid wsp:val=&quot;005243C6&quot;/&gt;&lt;wsp:rsid wsp:val=&quot;00527F0A&quot;/&gt;&lt;wsp:rsid wsp:val=&quot;00530CDD&quot;/&gt;&lt;wsp:rsid wsp:val=&quot;005317FF&quot;/&gt;&lt;wsp:rsid wsp:val=&quot;0053522E&quot;/&gt;&lt;wsp:rsid wsp:val=&quot;0053718F&quot;/&gt;&lt;wsp:rsid wsp:val=&quot;00541972&quot;/&gt;&lt;wsp:rsid wsp:val=&quot;005438B0&quot;/&gt;&lt;wsp:rsid wsp:val=&quot;0054792C&quot;/&gt;&lt;wsp:rsid wsp:val=&quot;00547BEB&quot;/&gt;&lt;wsp:rsid wsp:val=&quot;00551866&quot;/&gt;&lt;wsp:rsid wsp:val=&quot;00560A5E&quot;/&gt;&lt;wsp:rsid wsp:val=&quot;005627BA&quot;/&gt;&lt;wsp:rsid wsp:val=&quot;005637BA&quot;/&gt;&lt;wsp:rsid wsp:val=&quot;00581EC4&quot;/&gt;&lt;wsp:rsid wsp:val=&quot;00582F8A&quot;/&gt;&lt;wsp:rsid wsp:val=&quot;00585AFA&quot;/&gt;&lt;wsp:rsid wsp:val=&quot;00587BE3&quot;/&gt;&lt;wsp:rsid wsp:val=&quot;005908C4&quot;/&gt;&lt;wsp:rsid wsp:val=&quot;005938C0&quot;/&gt;&lt;wsp:rsid wsp:val=&quot;005944AA&quot;/&gt;&lt;wsp:rsid wsp:val=&quot;0059696A&quot;/&gt;&lt;wsp:rsid wsp:val=&quot;005A6716&quot;/&gt;&lt;wsp:rsid wsp:val=&quot;005B1CA7&quot;/&gt;&lt;wsp:rsid wsp:val=&quot;005B4116&quot;/&gt;&lt;wsp:rsid wsp:val=&quot;005B4921&quot;/&gt;&lt;wsp:rsid wsp:val=&quot;005B5951&quot;/&gt;&lt;wsp:rsid wsp:val=&quot;005B6FDB&quot;/&gt;&lt;wsp:rsid wsp:val=&quot;005C1687&quot;/&gt;&lt;wsp:rsid wsp:val=&quot;005C29D8&quot;/&gt;&lt;wsp:rsid wsp:val=&quot;005C544C&quot;/&gt;&lt;wsp:rsid wsp:val=&quot;005D281B&quot;/&gt;&lt;wsp:rsid wsp:val=&quot;005D4619&quot;/&gt;&lt;wsp:rsid wsp:val=&quot;005D5E8B&quot;/&gt;&lt;wsp:rsid wsp:val=&quot;005E1A1D&quot;/&gt;&lt;wsp:rsid wsp:val=&quot;005E2D2D&quot;/&gt;&lt;wsp:rsid wsp:val=&quot;005E45CD&quot;/&gt;&lt;wsp:rsid wsp:val=&quot;005E554F&quot;/&gt;&lt;wsp:rsid wsp:val=&quot;005E5E49&quot;/&gt;&lt;wsp:rsid wsp:val=&quot;005E61C3&quot;/&gt;&lt;wsp:rsid wsp:val=&quot;005F19AF&quot;/&gt;&lt;wsp:rsid wsp:val=&quot;005F5141&quot;/&gt;&lt;wsp:rsid wsp:val=&quot;005F6DBC&quot;/&gt;&lt;wsp:rsid wsp:val=&quot;005F7F75&quot;/&gt;&lt;wsp:rsid wsp:val=&quot;00600503&quot;/&gt;&lt;wsp:rsid wsp:val=&quot;0060131A&quot;/&gt;&lt;wsp:rsid wsp:val=&quot;006043B3&quot;/&gt;&lt;wsp:rsid wsp:val=&quot;00605117&quot;/&gt;&lt;wsp:rsid wsp:val=&quot;00610D6D&quot;/&gt;&lt;wsp:rsid wsp:val=&quot;006125F3&quot;/&gt;&lt;wsp:rsid wsp:val=&quot;0061513E&quot;/&gt;&lt;wsp:rsid wsp:val=&quot;006154BC&quot;/&gt;&lt;wsp:rsid wsp:val=&quot;0061794E&quot;/&gt;&lt;wsp:rsid wsp:val=&quot;00620036&quot;/&gt;&lt;wsp:rsid wsp:val=&quot;006200C1&quot;/&gt;&lt;wsp:rsid wsp:val=&quot;00621AD4&quot;/&gt;&lt;wsp:rsid wsp:val=&quot;00622553&quot;/&gt;&lt;wsp:rsid wsp:val=&quot;0062315C&quot;/&gt;&lt;wsp:rsid wsp:val=&quot;00624C4D&quot;/&gt;&lt;wsp:rsid wsp:val=&quot;0062542E&quot;/&gt;&lt;wsp:rsid wsp:val=&quot;00625828&quot;/&gt;&lt;wsp:rsid wsp:val=&quot;00626FE5&quot;/&gt;&lt;wsp:rsid wsp:val=&quot;00627BEB&quot;/&gt;&lt;wsp:rsid wsp:val=&quot;00630156&quot;/&gt;&lt;wsp:rsid wsp:val=&quot;00635A74&quot;/&gt;&lt;wsp:rsid wsp:val=&quot;00642868&quot;/&gt;&lt;wsp:rsid wsp:val=&quot;006439CE&quot;/&gt;&lt;wsp:rsid wsp:val=&quot;006459C0&quot;/&gt;&lt;wsp:rsid wsp:val=&quot;006503A0&quot;/&gt;&lt;wsp:rsid wsp:val=&quot;0065052C&quot;/&gt;&lt;wsp:rsid wsp:val=&quot;00655C6A&quot;/&gt;&lt;wsp:rsid wsp:val=&quot;00656F6C&quot;/&gt;&lt;wsp:rsid wsp:val=&quot;00657D04&quot;/&gt;&lt;wsp:rsid wsp:val=&quot;00660ED3&quot;/&gt;&lt;wsp:rsid wsp:val=&quot;00661B66&quot;/&gt;&lt;wsp:rsid wsp:val=&quot;006639BC&quot;/&gt;&lt;wsp:rsid wsp:val=&quot;00672846&quot;/&gt;&lt;wsp:rsid wsp:val=&quot;00673C77&quot;/&gt;&lt;wsp:rsid wsp:val=&quot;0067451A&quot;/&gt;&lt;wsp:rsid wsp:val=&quot;0067556D&quot;/&gt;&lt;wsp:rsid wsp:val=&quot;006766E6&quot;/&gt;&lt;wsp:rsid wsp:val=&quot;006772EC&quot;/&gt;&lt;wsp:rsid wsp:val=&quot;00681A15&quot;/&gt;&lt;wsp:rsid wsp:val=&quot;00682ADA&quot;/&gt;&lt;wsp:rsid wsp:val=&quot;006832D2&quot;/&gt;&lt;wsp:rsid wsp:val=&quot;006843C4&quot;/&gt;&lt;wsp:rsid wsp:val=&quot;00684AD0&quot;/&gt;&lt;wsp:rsid wsp:val=&quot;00684E7F&quot;/&gt;&lt;wsp:rsid wsp:val=&quot;0069541C&quot;/&gt;&lt;wsp:rsid wsp:val=&quot;006A035C&quot;/&gt;&lt;wsp:rsid wsp:val=&quot;006A0DCD&quot;/&gt;&lt;wsp:rsid wsp:val=&quot;006A172D&quot;/&gt;&lt;wsp:rsid wsp:val=&quot;006A3225&quot;/&gt;&lt;wsp:rsid wsp:val=&quot;006A6713&quot;/&gt;&lt;wsp:rsid wsp:val=&quot;006B1969&quot;/&gt;&lt;wsp:rsid wsp:val=&quot;006B2CF0&quot;/&gt;&lt;wsp:rsid wsp:val=&quot;006B4446&quot;/&gt;&lt;wsp:rsid wsp:val=&quot;006C2755&quot;/&gt;&lt;wsp:rsid wsp:val=&quot;006C2837&quot;/&gt;&lt;wsp:rsid wsp:val=&quot;006D27AD&quot;/&gt;&lt;wsp:rsid wsp:val=&quot;006D3549&quot;/&gt;&lt;wsp:rsid wsp:val=&quot;006D7C6D&quot;/&gt;&lt;wsp:rsid wsp:val=&quot;006E068D&quot;/&gt;&lt;wsp:rsid wsp:val=&quot;006E1956&quot;/&gt;&lt;wsp:rsid wsp:val=&quot;006E32CE&quot;/&gt;&lt;wsp:rsid wsp:val=&quot;006E631F&quot;/&gt;&lt;wsp:rsid wsp:val=&quot;006F4018&quot;/&gt;&lt;wsp:rsid wsp:val=&quot;007004AA&quot;/&gt;&lt;wsp:rsid wsp:val=&quot;0070162F&quot;/&gt;&lt;wsp:rsid wsp:val=&quot;0070210E&quot;/&gt;&lt;wsp:rsid wsp:val=&quot;00703204&quot;/&gt;&lt;wsp:rsid wsp:val=&quot;00705090&quot;/&gt;&lt;wsp:rsid wsp:val=&quot;0070570F&quot;/&gt;&lt;wsp:rsid wsp:val=&quot;00710B0D&quot;/&gt;&lt;wsp:rsid wsp:val=&quot;00715342&quot;/&gt;&lt;wsp:rsid wsp:val=&quot;0071686C&quot;/&gt;&lt;wsp:rsid wsp:val=&quot;00717EAF&quot;/&gt;&lt;wsp:rsid wsp:val=&quot;00724433&quot;/&gt;&lt;wsp:rsid wsp:val=&quot;0072783B&quot;/&gt;&lt;wsp:rsid wsp:val=&quot;007331D3&quot;/&gt;&lt;wsp:rsid wsp:val=&quot;00737C55&quot;/&gt;&lt;wsp:rsid wsp:val=&quot;00742FDD&quot;/&gt;&lt;wsp:rsid wsp:val=&quot;00743878&quot;/&gt;&lt;wsp:rsid wsp:val=&quot;00745EF5&quot;/&gt;&lt;wsp:rsid wsp:val=&quot;00747607&quot;/&gt;&lt;wsp:rsid wsp:val=&quot;00752EC8&quot;/&gt;&lt;wsp:rsid wsp:val=&quot;0076019C&quot;/&gt;&lt;wsp:rsid wsp:val=&quot;007616A5&quot;/&gt;&lt;wsp:rsid wsp:val=&quot;00761BFD&quot;/&gt;&lt;wsp:rsid wsp:val=&quot;00763592&quot;/&gt;&lt;wsp:rsid wsp:val=&quot;007672D2&quot;/&gt;&lt;wsp:rsid wsp:val=&quot;007701F7&quot;/&gt;&lt;wsp:rsid wsp:val=&quot;0077177A&quot;/&gt;&lt;wsp:rsid wsp:val=&quot;0077281D&quot;/&gt;&lt;wsp:rsid wsp:val=&quot;00773589&quot;/&gt;&lt;wsp:rsid wsp:val=&quot;00774092&quot;/&gt;&lt;wsp:rsid wsp:val=&quot;00775CFE&quot;/&gt;&lt;wsp:rsid wsp:val=&quot;0078006B&quot;/&gt;&lt;wsp:rsid wsp:val=&quot;00786C26&quot;/&gt;&lt;wsp:rsid wsp:val=&quot;00791141&quot;/&gt;&lt;wsp:rsid wsp:val=&quot;00792DE7&quot;/&gt;&lt;wsp:rsid wsp:val=&quot;007945B4&quot;/&gt;&lt;wsp:rsid wsp:val=&quot;0079688B&quot;/&gt;&lt;wsp:rsid wsp:val=&quot;007A089B&quot;/&gt;&lt;wsp:rsid wsp:val=&quot;007A2026&quot;/&gt;&lt;wsp:rsid wsp:val=&quot;007A43DD&quot;/&gt;&lt;wsp:rsid wsp:val=&quot;007A79A2&quot;/&gt;&lt;wsp:rsid wsp:val=&quot;007B033B&quot;/&gt;&lt;wsp:rsid wsp:val=&quot;007B06D6&quot;/&gt;&lt;wsp:rsid wsp:val=&quot;007B102B&quot;/&gt;&lt;wsp:rsid wsp:val=&quot;007B1EEB&quot;/&gt;&lt;wsp:rsid wsp:val=&quot;007B2A42&quot;/&gt;&lt;wsp:rsid wsp:val=&quot;007B47A4&quot;/&gt;&lt;wsp:rsid wsp:val=&quot;007B726C&quot;/&gt;&lt;wsp:rsid wsp:val=&quot;007C0E6C&quot;/&gt;&lt;wsp:rsid wsp:val=&quot;007C365C&quot;/&gt;&lt;wsp:rsid wsp:val=&quot;007C76AC&quot;/&gt;&lt;wsp:rsid wsp:val=&quot;007C7737&quot;/&gt;&lt;wsp:rsid wsp:val=&quot;007D06AD&quot;/&gt;&lt;wsp:rsid wsp:val=&quot;007D2C11&quot;/&gt;&lt;wsp:rsid wsp:val=&quot;007D58F9&quot;/&gt;&lt;wsp:rsid wsp:val=&quot;007D7CB8&quot;/&gt;&lt;wsp:rsid wsp:val=&quot;007E5131&quot;/&gt;&lt;wsp:rsid wsp:val=&quot;007F0D31&quot;/&gt;&lt;wsp:rsid wsp:val=&quot;007F130D&quot;/&gt;&lt;wsp:rsid wsp:val=&quot;007F6435&quot;/&gt;&lt;wsp:rsid wsp:val=&quot;008055DB&quot;/&gt;&lt;wsp:rsid wsp:val=&quot;00805BD8&quot;/&gt;&lt;wsp:rsid wsp:val=&quot;00805DC0&quot;/&gt;&lt;wsp:rsid wsp:val=&quot;00806C76&quot;/&gt;&lt;wsp:rsid wsp:val=&quot;00807BAA&quot;/&gt;&lt;wsp:rsid wsp:val=&quot;0081505A&quot;/&gt;&lt;wsp:rsid wsp:val=&quot;00817ABD&quot;/&gt;&lt;wsp:rsid wsp:val=&quot;00821435&quot;/&gt;&lt;wsp:rsid wsp:val=&quot;008233F3&quot;/&gt;&lt;wsp:rsid wsp:val=&quot;00830A7A&quot;/&gt;&lt;wsp:rsid wsp:val=&quot;008335B5&quot;/&gt;&lt;wsp:rsid wsp:val=&quot;00834D02&quot;/&gt;&lt;wsp:rsid wsp:val=&quot;00836781&quot;/&gt;&lt;wsp:rsid wsp:val=&quot;00837214&quot;/&gt;&lt;wsp:rsid wsp:val=&quot;00840089&quot;/&gt;&lt;wsp:rsid wsp:val=&quot;008436F5&quot;/&gt;&lt;wsp:rsid wsp:val=&quot;008523DC&quot;/&gt;&lt;wsp:rsid wsp:val=&quot;00861226&quot;/&gt;&lt;wsp:rsid wsp:val=&quot;00866CD3&quot;/&gt;&lt;wsp:rsid wsp:val=&quot;008673D6&quot;/&gt;&lt;wsp:rsid wsp:val=&quot;00870DFE&quot;/&gt;&lt;wsp:rsid wsp:val=&quot;00873A65&quot;/&gt;&lt;wsp:rsid wsp:val=&quot;0087738E&quot;/&gt;&lt;wsp:rsid wsp:val=&quot;00881601&quot;/&gt;&lt;wsp:rsid wsp:val=&quot;00885921&quot;/&gt;&lt;wsp:rsid wsp:val=&quot;00890292&quot;/&gt;&lt;wsp:rsid wsp:val=&quot;008910B8&quot;/&gt;&lt;wsp:rsid wsp:val=&quot;00897313&quot;/&gt;&lt;wsp:rsid wsp:val=&quot;008A5E12&quot;/&gt;&lt;wsp:rsid wsp:val=&quot;008A6F94&quot;/&gt;&lt;wsp:rsid wsp:val=&quot;008A7C8A&quot;/&gt;&lt;wsp:rsid wsp:val=&quot;008B009F&quot;/&gt;&lt;wsp:rsid wsp:val=&quot;008B1276&quot;/&gt;&lt;wsp:rsid wsp:val=&quot;008B1A4B&quot;/&gt;&lt;wsp:rsid wsp:val=&quot;008B1FB4&quot;/&gt;&lt;wsp:rsid wsp:val=&quot;008C0CC8&quot;/&gt;&lt;wsp:rsid wsp:val=&quot;008C3DDE&quot;/&gt;&lt;wsp:rsid wsp:val=&quot;008C5651&quot;/&gt;&lt;wsp:rsid wsp:val=&quot;008C7844&quot;/&gt;&lt;wsp:rsid wsp:val=&quot;008D1435&quot;/&gt;&lt;wsp:rsid wsp:val=&quot;008D24E9&quot;/&gt;&lt;wsp:rsid wsp:val=&quot;008D29CB&quot;/&gt;&lt;wsp:rsid wsp:val=&quot;008D4343&quot;/&gt;&lt;wsp:rsid wsp:val=&quot;008D4BED&quot;/&gt;&lt;wsp:rsid wsp:val=&quot;008E4139&quot;/&gt;&lt;wsp:rsid wsp:val=&quot;008E54D9&quot;/&gt;&lt;wsp:rsid wsp:val=&quot;008E5C98&quot;/&gt;&lt;wsp:rsid wsp:val=&quot;008E5E2B&quot;/&gt;&lt;wsp:rsid wsp:val=&quot;008E78FC&quot;/&gt;&lt;wsp:rsid wsp:val=&quot;008E7DFD&quot;/&gt;&lt;wsp:rsid wsp:val=&quot;008F4DA5&quot;/&gt;&lt;wsp:rsid wsp:val=&quot;008F5450&quot;/&gt;&lt;wsp:rsid wsp:val=&quot;00901575&quot;/&gt;&lt;wsp:rsid wsp:val=&quot;0090287B&quot;/&gt;&lt;wsp:rsid wsp:val=&quot;0090521F&quot;/&gt;&lt;wsp:rsid wsp:val=&quot;009070AA&quot;/&gt;&lt;wsp:rsid wsp:val=&quot;00912BF3&quot;/&gt;&lt;wsp:rsid wsp:val=&quot;009144A0&quot;/&gt;&lt;wsp:rsid wsp:val=&quot;0091696B&quot;/&gt;&lt;wsp:rsid wsp:val=&quot;009174A8&quot;/&gt;&lt;wsp:rsid wsp:val=&quot;00921E0D&quot;/&gt;&lt;wsp:rsid wsp:val=&quot;00926C4B&quot;/&gt;&lt;wsp:rsid wsp:val=&quot;00934039&quot;/&gt;&lt;wsp:rsid wsp:val=&quot;00934DBB&quot;/&gt;&lt;wsp:rsid wsp:val=&quot;00936295&quot;/&gt;&lt;wsp:rsid wsp:val=&quot;00936F53&quot;/&gt;&lt;wsp:rsid wsp:val=&quot;00940731&quot;/&gt;&lt;wsp:rsid wsp:val=&quot;009515C2&quot;/&gt;&lt;wsp:rsid wsp:val=&quot;00952A87&quot;/&gt;&lt;wsp:rsid wsp:val=&quot;009541DB&quot;/&gt;&lt;wsp:rsid wsp:val=&quot;00955F72&quot;/&gt;&lt;wsp:rsid wsp:val=&quot;00956262&quot;/&gt;&lt;wsp:rsid wsp:val=&quot;009563DF&quot;/&gt;&lt;wsp:rsid wsp:val=&quot;00957C3D&quot;/&gt;&lt;wsp:rsid wsp:val=&quot;00957C8F&quot;/&gt;&lt;wsp:rsid wsp:val=&quot;009634D0&quot;/&gt;&lt;wsp:rsid wsp:val=&quot;009641F0&quot;/&gt;&lt;wsp:rsid wsp:val=&quot;00965C63&quot;/&gt;&lt;wsp:rsid wsp:val=&quot;00967AB9&quot;/&gt;&lt;wsp:rsid wsp:val=&quot;00971A32&quot;/&gt;&lt;wsp:rsid wsp:val=&quot;00974D32&quot;/&gt;&lt;wsp:rsid wsp:val=&quot;00975D78&quot;/&gt;&lt;wsp:rsid wsp:val=&quot;009810FA&quot;/&gt;&lt;wsp:rsid wsp:val=&quot;009824DC&quot;/&gt;&lt;wsp:rsid wsp:val=&quot;00982EB9&quot;/&gt;&lt;wsp:rsid wsp:val=&quot;00983E12&quot;/&gt;&lt;wsp:rsid wsp:val=&quot;009868C6&quot;/&gt;&lt;wsp:rsid wsp:val=&quot;00996AD4&quot;/&gt;&lt;wsp:rsid wsp:val=&quot;00997FBD&quot;/&gt;&lt;wsp:rsid wsp:val=&quot;009A1A1C&quot;/&gt;&lt;wsp:rsid wsp:val=&quot;009A33C2&quot;/&gt;&lt;wsp:rsid wsp:val=&quot;009A7BE2&quot;/&gt;&lt;wsp:rsid wsp:val=&quot;009B0206&quot;/&gt;&lt;wsp:rsid wsp:val=&quot;009B31DD&quot;/&gt;&lt;wsp:rsid wsp:val=&quot;009B64DF&quot;/&gt;&lt;wsp:rsid wsp:val=&quot;009C13B9&quot;/&gt;&lt;wsp:rsid wsp:val=&quot;009C1815&quot;/&gt;&lt;wsp:rsid wsp:val=&quot;009C65F4&quot;/&gt;&lt;wsp:rsid wsp:val=&quot;009C7EAA&quot;/&gt;&lt;wsp:rsid wsp:val=&quot;009D05E9&quot;/&gt;&lt;wsp:rsid wsp:val=&quot;009D1657&quot;/&gt;&lt;wsp:rsid wsp:val=&quot;009D2CFF&quot;/&gt;&lt;wsp:rsid wsp:val=&quot;009E0ADE&quot;/&gt;&lt;wsp:rsid wsp:val=&quot;009F0903&quot;/&gt;&lt;wsp:rsid wsp:val=&quot;009F09AC&quot;/&gt;&lt;wsp:rsid wsp:val=&quot;009F0B1C&quot;/&gt;&lt;wsp:rsid wsp:val=&quot;009F5B12&quot;/&gt;&lt;wsp:rsid wsp:val=&quot;009F5FB6&quot;/&gt;&lt;wsp:rsid wsp:val=&quot;009F6FA6&quot;/&gt;&lt;wsp:rsid wsp:val=&quot;00A00929&quot;/&gt;&lt;wsp:rsid wsp:val=&quot;00A0123C&quot;/&gt;&lt;wsp:rsid wsp:val=&quot;00A04F41&quot;/&gt;&lt;wsp:rsid wsp:val=&quot;00A06E01&quot;/&gt;&lt;wsp:rsid wsp:val=&quot;00A0709E&quot;/&gt;&lt;wsp:rsid wsp:val=&quot;00A11307&quot;/&gt;&lt;wsp:rsid wsp:val=&quot;00A11754&quot;/&gt;&lt;wsp:rsid wsp:val=&quot;00A27DF3&quot;/&gt;&lt;wsp:rsid wsp:val=&quot;00A30919&quot;/&gt;&lt;wsp:rsid wsp:val=&quot;00A31F5E&quot;/&gt;&lt;wsp:rsid wsp:val=&quot;00A327D9&quot;/&gt;&lt;wsp:rsid wsp:val=&quot;00A33960&quot;/&gt;&lt;wsp:rsid wsp:val=&quot;00A375E0&quot;/&gt;&lt;wsp:rsid wsp:val=&quot;00A40DA5&quot;/&gt;&lt;wsp:rsid wsp:val=&quot;00A41D21&quot;/&gt;&lt;wsp:rsid wsp:val=&quot;00A43CDA&quot;/&gt;&lt;wsp:rsid wsp:val=&quot;00A44C61&quot;/&gt;&lt;wsp:rsid wsp:val=&quot;00A45BD6&quot;/&gt;&lt;wsp:rsid wsp:val=&quot;00A45F4D&quot;/&gt;&lt;wsp:rsid wsp:val=&quot;00A46174&quot;/&gt;&lt;wsp:rsid wsp:val=&quot;00A50ACF&quot;/&gt;&lt;wsp:rsid wsp:val=&quot;00A516B7&quot;/&gt;&lt;wsp:rsid wsp:val=&quot;00A51FF4&quot;/&gt;&lt;wsp:rsid wsp:val=&quot;00A52987&quot;/&gt;&lt;wsp:rsid wsp:val=&quot;00A5439E&quot;/&gt;&lt;wsp:rsid wsp:val=&quot;00A566FB&quot;/&gt;&lt;wsp:rsid wsp:val=&quot;00A57452&quot;/&gt;&lt;wsp:rsid wsp:val=&quot;00A65E1E&quot;/&gt;&lt;wsp:rsid wsp:val=&quot;00A7219F&quot;/&gt;&lt;wsp:rsid wsp:val=&quot;00A739B7&quot;/&gt;&lt;wsp:rsid wsp:val=&quot;00A74809&quot;/&gt;&lt;wsp:rsid wsp:val=&quot;00A75C9C&quot;/&gt;&lt;wsp:rsid wsp:val=&quot;00A8151D&quot;/&gt;&lt;wsp:rsid wsp:val=&quot;00A81766&quot;/&gt;&lt;wsp:rsid wsp:val=&quot;00A81CDE&quot;/&gt;&lt;wsp:rsid wsp:val=&quot;00A828AC&quot;/&gt;&lt;wsp:rsid wsp:val=&quot;00A83E2D&quot;/&gt;&lt;wsp:rsid wsp:val=&quot;00A85BCD&quot;/&gt;&lt;wsp:rsid wsp:val=&quot;00A86A56&quot;/&gt;&lt;wsp:rsid wsp:val=&quot;00A8785C&quot;/&gt;&lt;wsp:rsid wsp:val=&quot;00A9261D&quot;/&gt;&lt;wsp:rsid wsp:val=&quot;00A927C1&quot;/&gt;&lt;wsp:rsid wsp:val=&quot;00A95999&quot;/&gt;&lt;wsp:rsid wsp:val=&quot;00AA2B4C&quot;/&gt;&lt;wsp:rsid wsp:val=&quot;00AA3B01&quot;/&gt;&lt;wsp:rsid wsp:val=&quot;00AA4115&quot;/&gt;&lt;wsp:rsid wsp:val=&quot;00AA494E&quot;/&gt;&lt;wsp:rsid wsp:val=&quot;00AA671F&quot;/&gt;&lt;wsp:rsid wsp:val=&quot;00AA729C&quot;/&gt;&lt;wsp:rsid wsp:val=&quot;00AA72D6&quot;/&gt;&lt;wsp:rsid wsp:val=&quot;00AB0B54&quot;/&gt;&lt;wsp:rsid wsp:val=&quot;00AB4C5C&quot;/&gt;&lt;wsp:rsid wsp:val=&quot;00AB4FCB&quot;/&gt;&lt;wsp:rsid wsp:val=&quot;00AC12CB&quot;/&gt;&lt;wsp:rsid wsp:val=&quot;00AC397E&quot;/&gt;&lt;wsp:rsid wsp:val=&quot;00AC45D1&quot;/&gt;&lt;wsp:rsid wsp:val=&quot;00AC51AD&quot;/&gt;&lt;wsp:rsid wsp:val=&quot;00AD4FFA&quot;/&gt;&lt;wsp:rsid wsp:val=&quot;00AD6B53&quot;/&gt;&lt;wsp:rsid wsp:val=&quot;00AE3DFF&quot;/&gt;&lt;wsp:rsid wsp:val=&quot;00AF0151&quot;/&gt;&lt;wsp:rsid wsp:val=&quot;00AF146B&quot;/&gt;&lt;wsp:rsid wsp:val=&quot;00AF51C5&quot;/&gt;&lt;wsp:rsid wsp:val=&quot;00B04421&quot;/&gt;&lt;wsp:rsid wsp:val=&quot;00B05AB1&quot;/&gt;&lt;wsp:rsid wsp:val=&quot;00B10197&quot;/&gt;&lt;wsp:rsid wsp:val=&quot;00B10807&quot;/&gt;&lt;wsp:rsid wsp:val=&quot;00B12127&quot;/&gt;&lt;wsp:rsid wsp:val=&quot;00B176DE&quot;/&gt;&lt;wsp:rsid wsp:val=&quot;00B23BDD&quot;/&gt;&lt;wsp:rsid wsp:val=&quot;00B260EF&quot;/&gt;&lt;wsp:rsid wsp:val=&quot;00B31C4A&quot;/&gt;&lt;wsp:rsid wsp:val=&quot;00B32771&quot;/&gt;&lt;wsp:rsid wsp:val=&quot;00B32A96&quot;/&gt;&lt;wsp:rsid wsp:val=&quot;00B34F9F&quot;/&gt;&lt;wsp:rsid wsp:val=&quot;00B404F7&quot;/&gt;&lt;wsp:rsid wsp:val=&quot;00B4348A&quot;/&gt;&lt;wsp:rsid wsp:val=&quot;00B4369A&quot;/&gt;&lt;wsp:rsid wsp:val=&quot;00B4510E&quot;/&gt;&lt;wsp:rsid wsp:val=&quot;00B45B18&quot;/&gt;&lt;wsp:rsid wsp:val=&quot;00B46E5F&quot;/&gt;&lt;wsp:rsid wsp:val=&quot;00B4754C&quot;/&gt;&lt;wsp:rsid wsp:val=&quot;00B51DBE&quot;/&gt;&lt;wsp:rsid wsp:val=&quot;00B54050&quot;/&gt;&lt;wsp:rsid wsp:val=&quot;00B54458&quot;/&gt;&lt;wsp:rsid wsp:val=&quot;00B547D0&quot;/&gt;&lt;wsp:rsid wsp:val=&quot;00B55198&quot;/&gt;&lt;wsp:rsid wsp:val=&quot;00B578C1&quot;/&gt;&lt;wsp:rsid wsp:val=&quot;00B60A8A&quot;/&gt;&lt;wsp:rsid wsp:val=&quot;00B60B52&quot;/&gt;&lt;wsp:rsid wsp:val=&quot;00B61678&quot;/&gt;&lt;wsp:rsid wsp:val=&quot;00B61842&quot;/&gt;&lt;wsp:rsid wsp:val=&quot;00B636C5&quot;/&gt;&lt;wsp:rsid wsp:val=&quot;00B637B2&quot;/&gt;&lt;wsp:rsid wsp:val=&quot;00B64340&quot;/&gt;&lt;wsp:rsid wsp:val=&quot;00B65A32&quot;/&gt;&lt;wsp:rsid wsp:val=&quot;00B67065&quot;/&gt;&lt;wsp:rsid wsp:val=&quot;00B72F60&quot;/&gt;&lt;wsp:rsid wsp:val=&quot;00B7465A&quot;/&gt;&lt;wsp:rsid wsp:val=&quot;00B761A9&quot;/&gt;&lt;wsp:rsid wsp:val=&quot;00B7652C&quot;/&gt;&lt;wsp:rsid wsp:val=&quot;00B77406&quot;/&gt;&lt;wsp:rsid wsp:val=&quot;00B80215&quot;/&gt;&lt;wsp:rsid wsp:val=&quot;00B91651&quot;/&gt;&lt;wsp:rsid wsp:val=&quot;00BA2175&quot;/&gt;&lt;wsp:rsid wsp:val=&quot;00BB2714&quot;/&gt;&lt;wsp:rsid wsp:val=&quot;00BB34B8&quot;/&gt;&lt;wsp:rsid wsp:val=&quot;00BB66C2&quot;/&gt;&lt;wsp:rsid wsp:val=&quot;00BC0E66&quot;/&gt;&lt;wsp:rsid wsp:val=&quot;00BC11EF&quot;/&gt;&lt;wsp:rsid wsp:val=&quot;00BC51AE&quot;/&gt;&lt;wsp:rsid wsp:val=&quot;00BC66E2&quot;/&gt;&lt;wsp:rsid wsp:val=&quot;00BD15C8&quot;/&gt;&lt;wsp:rsid wsp:val=&quot;00BD5CB4&quot;/&gt;&lt;wsp:rsid wsp:val=&quot;00BD69A1&quot;/&gt;&lt;wsp:rsid wsp:val=&quot;00BD782D&quot;/&gt;&lt;wsp:rsid wsp:val=&quot;00BD7FB8&quot;/&gt;&lt;wsp:rsid wsp:val=&quot;00BE2B09&quot;/&gt;&lt;wsp:rsid wsp:val=&quot;00BE2C24&quot;/&gt;&lt;wsp:rsid wsp:val=&quot;00BE428A&quot;/&gt;&lt;wsp:rsid wsp:val=&quot;00BE75B3&quot;/&gt;&lt;wsp:rsid wsp:val=&quot;00BE7C8B&quot;/&gt;&lt;wsp:rsid wsp:val=&quot;00BF0D89&quot;/&gt;&lt;wsp:rsid wsp:val=&quot;00BF1DA3&quot;/&gt;&lt;wsp:rsid wsp:val=&quot;00BF2624&quot;/&gt;&lt;wsp:rsid wsp:val=&quot;00BF5A2E&quot;/&gt;&lt;wsp:rsid wsp:val=&quot;00C01026&quot;/&gt;&lt;wsp:rsid wsp:val=&quot;00C027E8&quot;/&gt;&lt;wsp:rsid wsp:val=&quot;00C04E6E&quot;/&gt;&lt;wsp:rsid wsp:val=&quot;00C10591&quot;/&gt;&lt;wsp:rsid wsp:val=&quot;00C10D4A&quot;/&gt;&lt;wsp:rsid wsp:val=&quot;00C114BB&quot;/&gt;&lt;wsp:rsid wsp:val=&quot;00C128CE&quot;/&gt;&lt;wsp:rsid wsp:val=&quot;00C12F14&quot;/&gt;&lt;wsp:rsid wsp:val=&quot;00C15ABF&quot;/&gt;&lt;wsp:rsid wsp:val=&quot;00C15C18&quot;/&gt;&lt;wsp:rsid wsp:val=&quot;00C16E4D&quot;/&gt;&lt;wsp:rsid wsp:val=&quot;00C17663&quot;/&gt;&lt;wsp:rsid wsp:val=&quot;00C20A8B&quot;/&gt;&lt;wsp:rsid wsp:val=&quot;00C22141&quot;/&gt;&lt;wsp:rsid wsp:val=&quot;00C2257A&quot;/&gt;&lt;wsp:rsid wsp:val=&quot;00C260FF&quot;/&gt;&lt;wsp:rsid wsp:val=&quot;00C32638&quot;/&gt;&lt;wsp:rsid wsp:val=&quot;00C339F8&quot;/&gt;&lt;wsp:rsid wsp:val=&quot;00C341B5&quot;/&gt;&lt;wsp:rsid wsp:val=&quot;00C342E1&quot;/&gt;&lt;wsp:rsid wsp:val=&quot;00C376A6&quot;/&gt;&lt;wsp:rsid wsp:val=&quot;00C37901&quot;/&gt;&lt;wsp:rsid wsp:val=&quot;00C45481&quot;/&gt;&lt;wsp:rsid wsp:val=&quot;00C50831&quot;/&gt;&lt;wsp:rsid wsp:val=&quot;00C562E9&quot;/&gt;&lt;wsp:rsid wsp:val=&quot;00C60453&quot;/&gt;&lt;wsp:rsid wsp:val=&quot;00C65B19&quot;/&gt;&lt;wsp:rsid wsp:val=&quot;00C668DB&quot;/&gt;&lt;wsp:rsid wsp:val=&quot;00C715A2&quot;/&gt;&lt;wsp:rsid wsp:val=&quot;00C738D0&quot;/&gt;&lt;wsp:rsid wsp:val=&quot;00C74063&quot;/&gt;&lt;wsp:rsid wsp:val=&quot;00C748BF&quot;/&gt;&lt;wsp:rsid wsp:val=&quot;00C76E36&quot;/&gt;&lt;wsp:rsid wsp:val=&quot;00C76F59&quot;/&gt;&lt;wsp:rsid wsp:val=&quot;00C80487&quot;/&gt;&lt;wsp:rsid wsp:val=&quot;00C8154C&quot;/&gt;&lt;wsp:rsid wsp:val=&quot;00C82FE1&quot;/&gt;&lt;wsp:rsid wsp:val=&quot;00C83788&quot;/&gt;&lt;wsp:rsid wsp:val=&quot;00C86594&quot;/&gt;&lt;wsp:rsid wsp:val=&quot;00C92C22&quot;/&gt;&lt;wsp:rsid wsp:val=&quot;00CA140F&quot;/&gt;&lt;wsp:rsid wsp:val=&quot;00CA42CE&quot;/&gt;&lt;wsp:rsid wsp:val=&quot;00CA6168&quot;/&gt;&lt;wsp:rsid wsp:val=&quot;00CB3F46&quot;/&gt;&lt;wsp:rsid wsp:val=&quot;00CC2254&quot;/&gt;&lt;wsp:rsid wsp:val=&quot;00CC2724&quot;/&gt;&lt;wsp:rsid wsp:val=&quot;00CC2C42&quot;/&gt;&lt;wsp:rsid wsp:val=&quot;00CC2CB6&quot;/&gt;&lt;wsp:rsid wsp:val=&quot;00CC3A2F&quot;/&gt;&lt;wsp:rsid wsp:val=&quot;00CC3B58&quot;/&gt;&lt;wsp:rsid wsp:val=&quot;00CC6D81&quot;/&gt;&lt;wsp:rsid wsp:val=&quot;00CD010C&quot;/&gt;&lt;wsp:rsid wsp:val=&quot;00CD02B5&quot;/&gt;&lt;wsp:rsid wsp:val=&quot;00CD0616&quot;/&gt;&lt;wsp:rsid wsp:val=&quot;00CD0AE1&quot;/&gt;&lt;wsp:rsid wsp:val=&quot;00CD11DE&quot;/&gt;&lt;wsp:rsid wsp:val=&quot;00CD2A77&quot;/&gt;&lt;wsp:rsid wsp:val=&quot;00CD5969&quot;/&gt;&lt;wsp:rsid wsp:val=&quot;00CD6D10&quot;/&gt;&lt;wsp:rsid wsp:val=&quot;00CE1EDD&quot;/&gt;&lt;wsp:rsid wsp:val=&quot;00CF1772&quot;/&gt;&lt;wsp:rsid wsp:val=&quot;00CF51F9&quot;/&gt;&lt;wsp:rsid wsp:val=&quot;00D064CD&quot;/&gt;&lt;wsp:rsid wsp:val=&quot;00D07C9B&quot;/&gt;&lt;wsp:rsid wsp:val=&quot;00D07D1E&quot;/&gt;&lt;wsp:rsid wsp:val=&quot;00D164B6&quot;/&gt;&lt;wsp:rsid wsp:val=&quot;00D212C9&quot;/&gt;&lt;wsp:rsid wsp:val=&quot;00D2227E&quot;/&gt;&lt;wsp:rsid wsp:val=&quot;00D22854&quot;/&gt;&lt;wsp:rsid wsp:val=&quot;00D24933&quot;/&gt;&lt;wsp:rsid wsp:val=&quot;00D26C2F&quot;/&gt;&lt;wsp:rsid wsp:val=&quot;00D32259&quot;/&gt;&lt;wsp:rsid wsp:val=&quot;00D33F7C&quot;/&gt;&lt;wsp:rsid wsp:val=&quot;00D3504C&quot;/&gt;&lt;wsp:rsid wsp:val=&quot;00D35C13&quot;/&gt;&lt;wsp:rsid wsp:val=&quot;00D41086&quot;/&gt;&lt;wsp:rsid wsp:val=&quot;00D4135D&quot;/&gt;&lt;wsp:rsid wsp:val=&quot;00D41430&quot;/&gt;&lt;wsp:rsid wsp:val=&quot;00D417F5&quot;/&gt;&lt;wsp:rsid wsp:val=&quot;00D43AB7&quot;/&gt;&lt;wsp:rsid wsp:val=&quot;00D43D04&quot;/&gt;&lt;wsp:rsid wsp:val=&quot;00D4593D&quot;/&gt;&lt;wsp:rsid wsp:val=&quot;00D45A31&quot;/&gt;&lt;wsp:rsid wsp:val=&quot;00D54B14&quot;/&gt;&lt;wsp:rsid wsp:val=&quot;00D573AF&quot;/&gt;&lt;wsp:rsid wsp:val=&quot;00D60C3F&quot;/&gt;&lt;wsp:rsid wsp:val=&quot;00D60E1F&quot;/&gt;&lt;wsp:rsid wsp:val=&quot;00D6200E&quot;/&gt;&lt;wsp:rsid wsp:val=&quot;00D65DA5&quot;/&gt;&lt;wsp:rsid wsp:val=&quot;00D72B65&quot;/&gt;&lt;wsp:rsid wsp:val=&quot;00D76779&quot;/&gt;&lt;wsp:rsid wsp:val=&quot;00D861B4&quot;/&gt;&lt;wsp:rsid wsp:val=&quot;00D87C4F&quot;/&gt;&lt;wsp:rsid wsp:val=&quot;00D92915&quot;/&gt;&lt;wsp:rsid wsp:val=&quot;00D94AF2&quot;/&gt;&lt;wsp:rsid wsp:val=&quot;00D96653&quot;/&gt;&lt;wsp:rsid wsp:val=&quot;00DA012B&quot;/&gt;&lt;wsp:rsid wsp:val=&quot;00DA0705&quot;/&gt;&lt;wsp:rsid wsp:val=&quot;00DA4A4B&quot;/&gt;&lt;wsp:rsid wsp:val=&quot;00DA6ECC&quot;/&gt;&lt;wsp:rsid wsp:val=&quot;00DB050B&quot;/&gt;&lt;wsp:rsid wsp:val=&quot;00DB060E&quot;/&gt;&lt;wsp:rsid wsp:val=&quot;00DB18E6&quot;/&gt;&lt;wsp:rsid wsp:val=&quot;00DB343C&quot;/&gt;&lt;wsp:rsid wsp:val=&quot;00DC3C3A&quot;/&gt;&lt;wsp:rsid wsp:val=&quot;00DD1AC6&quot;/&gt;&lt;wsp:rsid wsp:val=&quot;00DD1D08&quot;/&gt;&lt;wsp:rsid wsp:val=&quot;00DD27A6&quot;/&gt;&lt;wsp:rsid wsp:val=&quot;00DD3F92&quot;/&gt;&lt;wsp:rsid wsp:val=&quot;00DD509D&quot;/&gt;&lt;wsp:rsid wsp:val=&quot;00DE328B&quot;/&gt;&lt;wsp:rsid wsp:val=&quot;00DF015C&quot;/&gt;&lt;wsp:rsid wsp:val=&quot;00DF24EE&quot;/&gt;&lt;wsp:rsid wsp:val=&quot;00DF38D3&quot;/&gt;&lt;wsp:rsid wsp:val=&quot;00DF5A03&quot;/&gt;&lt;wsp:rsid wsp:val=&quot;00DF6481&quot;/&gt;&lt;wsp:rsid wsp:val=&quot;00DF681F&quot;/&gt;&lt;wsp:rsid wsp:val=&quot;00DF7D9B&quot;/&gt;&lt;wsp:rsid wsp:val=&quot;00E03C95&quot;/&gt;&lt;wsp:rsid wsp:val=&quot;00E06781&quot;/&gt;&lt;wsp:rsid wsp:val=&quot;00E11944&quot;/&gt;&lt;wsp:rsid wsp:val=&quot;00E12252&quot;/&gt;&lt;wsp:rsid wsp:val=&quot;00E1370A&quot;/&gt;&lt;wsp:rsid wsp:val=&quot;00E1441D&quot;/&gt;&lt;wsp:rsid wsp:val=&quot;00E14FD5&quot;/&gt;&lt;wsp:rsid wsp:val=&quot;00E1571F&quot;/&gt;&lt;wsp:rsid wsp:val=&quot;00E162D3&quot;/&gt;&lt;wsp:rsid wsp:val=&quot;00E16A8E&quot;/&gt;&lt;wsp:rsid wsp:val=&quot;00E20193&quot;/&gt;&lt;wsp:rsid wsp:val=&quot;00E20BFA&quot;/&gt;&lt;wsp:rsid wsp:val=&quot;00E216F1&quot;/&gt;&lt;wsp:rsid wsp:val=&quot;00E2470C&quot;/&gt;&lt;wsp:rsid wsp:val=&quot;00E2546F&quot;/&gt;&lt;wsp:rsid wsp:val=&quot;00E3188F&quot;/&gt;&lt;wsp:rsid wsp:val=&quot;00E31B2E&quot;/&gt;&lt;wsp:rsid wsp:val=&quot;00E33977&quot;/&gt;&lt;wsp:rsid wsp:val=&quot;00E350FB&quot;/&gt;&lt;wsp:rsid wsp:val=&quot;00E370FE&quot;/&gt;&lt;wsp:rsid wsp:val=&quot;00E4268D&quot;/&gt;&lt;wsp:rsid wsp:val=&quot;00E43EEA&quot;/&gt;&lt;wsp:rsid wsp:val=&quot;00E506A6&quot;/&gt;&lt;wsp:rsid wsp:val=&quot;00E51290&quot;/&gt;&lt;wsp:rsid wsp:val=&quot;00E54189&quot;/&gt;&lt;wsp:rsid wsp:val=&quot;00E559DF&quot;/&gt;&lt;wsp:rsid wsp:val=&quot;00E56166&quot;/&gt;&lt;wsp:rsid wsp:val=&quot;00E575DC&quot;/&gt;&lt;wsp:rsid wsp:val=&quot;00E57970&quot;/&gt;&lt;wsp:rsid wsp:val=&quot;00E60681&quot;/&gt;&lt;wsp:rsid wsp:val=&quot;00E63934&quot;/&gt;&lt;wsp:rsid wsp:val=&quot;00E64F2C&quot;/&gt;&lt;wsp:rsid wsp:val=&quot;00E65F0F&quot;/&gt;&lt;wsp:rsid wsp:val=&quot;00E67D6C&quot;/&gt;&lt;wsp:rsid wsp:val=&quot;00E72980&quot;/&gt;&lt;wsp:rsid wsp:val=&quot;00E74465&quot;/&gt;&lt;wsp:rsid wsp:val=&quot;00E75557&quot;/&gt;&lt;wsp:rsid wsp:val=&quot;00E774AE&quot;/&gt;&lt;wsp:rsid wsp:val=&quot;00E77A0E&quot;/&gt;&lt;wsp:rsid wsp:val=&quot;00E82827&quot;/&gt;&lt;wsp:rsid wsp:val=&quot;00E8338A&quot;/&gt;&lt;wsp:rsid wsp:val=&quot;00E84C24&quot;/&gt;&lt;wsp:rsid wsp:val=&quot;00E86047&quot;/&gt;&lt;wsp:rsid wsp:val=&quot;00E9199F&quot;/&gt;&lt;wsp:rsid wsp:val=&quot;00EA0D20&quot;/&gt;&lt;wsp:rsid wsp:val=&quot;00EA3180&quot;/&gt;&lt;wsp:rsid wsp:val=&quot;00EA605F&quot;/&gt;&lt;wsp:rsid wsp:val=&quot;00EA6E15&quot;/&gt;&lt;wsp:rsid wsp:val=&quot;00EB11F5&quot;/&gt;&lt;wsp:rsid wsp:val=&quot;00EB36D8&quot;/&gt;&lt;wsp:rsid wsp:val=&quot;00EB4EA8&quot;/&gt;&lt;wsp:rsid wsp:val=&quot;00EC2765&quot;/&gt;&lt;wsp:rsid wsp:val=&quot;00EC276F&quot;/&gt;&lt;wsp:rsid wsp:val=&quot;00EC2B48&quot;/&gt;&lt;wsp:rsid wsp:val=&quot;00EC2F53&quot;/&gt;&lt;wsp:rsid wsp:val=&quot;00EC44E0&quot;/&gt;&lt;wsp:rsid wsp:val=&quot;00EC51CE&quot;/&gt;&lt;wsp:rsid wsp:val=&quot;00EC5E8F&quot;/&gt;&lt;wsp:rsid wsp:val=&quot;00ED0038&quot;/&gt;&lt;wsp:rsid wsp:val=&quot;00ED19F9&quot;/&gt;&lt;wsp:rsid wsp:val=&quot;00ED35B9&quot;/&gt;&lt;wsp:rsid wsp:val=&quot;00ED49C8&quot;/&gt;&lt;wsp:rsid wsp:val=&quot;00ED5A10&quot;/&gt;&lt;wsp:rsid wsp:val=&quot;00ED6443&quot;/&gt;&lt;wsp:rsid wsp:val=&quot;00ED793D&quot;/&gt;&lt;wsp:rsid wsp:val=&quot;00EE0EA4&quot;/&gt;&lt;wsp:rsid wsp:val=&quot;00EE4CDF&quot;/&gt;&lt;wsp:rsid wsp:val=&quot;00EE5703&quot;/&gt;&lt;wsp:rsid wsp:val=&quot;00EE5CA0&quot;/&gt;&lt;wsp:rsid wsp:val=&quot;00EE7EC0&quot;/&gt;&lt;wsp:rsid wsp:val=&quot;00EF0C69&quot;/&gt;&lt;wsp:rsid wsp:val=&quot;00EF3F35&quot;/&gt;&lt;wsp:rsid wsp:val=&quot;00EF65A8&quot;/&gt;&lt;wsp:rsid wsp:val=&quot;00EF75AB&quot;/&gt;&lt;wsp:rsid wsp:val=&quot;00F01559&quot;/&gt;&lt;wsp:rsid wsp:val=&quot;00F0208D&quot;/&gt;&lt;wsp:rsid wsp:val=&quot;00F030CF&quot;/&gt;&lt;wsp:rsid wsp:val=&quot;00F168B9&quot;/&gt;&lt;wsp:rsid wsp:val=&quot;00F2002A&quot;/&gt;&lt;wsp:rsid wsp:val=&quot;00F20B37&quot;/&gt;&lt;wsp:rsid wsp:val=&quot;00F26CD9&quot;/&gt;&lt;wsp:rsid wsp:val=&quot;00F2728A&quot;/&gt;&lt;wsp:rsid wsp:val=&quot;00F37BB1&quot;/&gt;&lt;wsp:rsid wsp:val=&quot;00F40281&quot;/&gt;&lt;wsp:rsid wsp:val=&quot;00F40345&quot;/&gt;&lt;wsp:rsid wsp:val=&quot;00F41621&quot;/&gt;&lt;wsp:rsid wsp:val=&quot;00F41EE8&quot;/&gt;&lt;wsp:rsid wsp:val=&quot;00F44960&quot;/&gt;&lt;wsp:rsid wsp:val=&quot;00F44D5C&quot;/&gt;&lt;wsp:rsid wsp:val=&quot;00F452AF&quot;/&gt;&lt;wsp:rsid wsp:val=&quot;00F47A20&quot;/&gt;&lt;wsp:rsid wsp:val=&quot;00F52B5F&quot;/&gt;&lt;wsp:rsid wsp:val=&quot;00F53B62&quot;/&gt;&lt;wsp:rsid wsp:val=&quot;00F53E4C&quot;/&gt;&lt;wsp:rsid wsp:val=&quot;00F56172&quot;/&gt;&lt;wsp:rsid wsp:val=&quot;00F6161A&quot;/&gt;&lt;wsp:rsid wsp:val=&quot;00F6481F&quot;/&gt;&lt;wsp:rsid wsp:val=&quot;00F70F4F&quot;/&gt;&lt;wsp:rsid wsp:val=&quot;00F73C28&quot;/&gt;&lt;wsp:rsid wsp:val=&quot;00F77B4D&quot;/&gt;&lt;wsp:rsid wsp:val=&quot;00F81E15&quot;/&gt;&lt;wsp:rsid wsp:val=&quot;00F8220C&quot;/&gt;&lt;wsp:rsid wsp:val=&quot;00F8451F&quot;/&gt;&lt;wsp:rsid wsp:val=&quot;00F91764&quot;/&gt;&lt;wsp:rsid wsp:val=&quot;00F91DF9&quot;/&gt;&lt;wsp:rsid wsp:val=&quot;00F95C3A&quot;/&gt;&lt;wsp:rsid wsp:val=&quot;00F97EA0&quot;/&gt;&lt;wsp:rsid wsp:val=&quot;00FA0C07&quot;/&gt;&lt;wsp:rsid wsp:val=&quot;00FA0F94&quot;/&gt;&lt;wsp:rsid wsp:val=&quot;00FA41B9&quot;/&gt;&lt;wsp:rsid wsp:val=&quot;00FB42AF&quot;/&gt;&lt;wsp:rsid wsp:val=&quot;00FB5823&quot;/&gt;&lt;wsp:rsid wsp:val=&quot;00FB5C20&quot;/&gt;&lt;wsp:rsid wsp:val=&quot;00FB7D72&quot;/&gt;&lt;wsp:rsid wsp:val=&quot;00FB7D9C&quot;/&gt;&lt;wsp:rsid wsp:val=&quot;00FB7FED&quot;/&gt;&lt;wsp:rsid wsp:val=&quot;00FC76EA&quot;/&gt;&lt;wsp:rsid wsp:val=&quot;00FD073D&quot;/&gt;&lt;wsp:rsid wsp:val=&quot;00FE26F3&quot;/&gt;&lt;wsp:rsid wsp:val=&quot;00FE2CC5&quot;/&gt;&lt;wsp:rsid wsp:val=&quot;00FE5EEF&quot;/&gt;&lt;wsp:rsid wsp:val=&quot;00FE62D1&quot;/&gt;&lt;wsp:rsid wsp:val=&quot;00FE6F67&quot;/&gt;&lt;wsp:rsid wsp:val=&quot;00FF0AAF&quot;/&gt;&lt;wsp:rsid wsp:val=&quot;00FF4D5E&quot;/&gt;&lt;wsp:rsid wsp:val=&quot;00FF55EB&quot;/&gt;&lt;wsp:rsid wsp:val=&quot;00FF6840&quot;/&gt;&lt;/wsp:rsids&gt;&lt;/w:docPr&gt;&lt;w:body&gt;&lt;wx:sect&gt;&lt;w:p wsp:rsidR=&quot;00000000&quot; wsp:rsidRDefault=&quot;00497F78&quot; wsp:rsidP=&quot;00497F78&quot;&gt;&lt;m:oMathPara&gt;&lt;m:oMath&gt;&lt;m:nary&gt;&lt;m:naryPr&gt;&lt;m:chr m:val=&quot;âˆ‘&quot;/&gt;&lt;m:limLoc m:val=&quot;undOvr&quot;/&gt;&lt;m:ctrlPr&gt;&lt;w:rPr&gt;&lt;w:rFonts w:ascii=&quot;Cambria Math&quot; w:h-ansi=&quot;Cambria Math&quot;/&gt;&lt;wx:font wx:val=&quot;Cambria Math&quot;/&gt;&lt;w:i/&gt;&lt;w:i-cs/&gt;&lt;/w:rPr&gt;&lt;/m:ctrlPr&gt;&lt;/m:naryPr&gt;&lt;m:sub&gt;&lt;m:r&gt;&lt;w:rPr&gt;&lt;w:rFonts w:ascii=&quot;Cambria Math&quot; w:h-ansi=&quot;Cambria Math&quot;/&gt;&lt;wx:font wx:val=&quot;Cambria Math&quot;/&gt;&lt;w:i/&gt;&lt;/w:rPr&gt;&lt;m:t&gt;fmd=1 &lt;/m:t&gt;&lt;/m:r&gt;&lt;/m:sub&gt;&lt;m:sup&gt;&lt;m:r&gt;&lt;w:rPr&gt;&lt;w:rFonts w:ascii=&quot;Cambria Math&quot; w:h-ansi=&quot;Cambria Math&quot;/&gt;&lt;wx:font wx:val=&quot;Cambria Math&quot;/&gt;&lt;w:i/&gt;&lt;/w:rPr&gt;&lt;m:t&gt;nfmd&lt;/m:t&gt;&lt;/m:r&gt;&lt;/m:sup&gt;&lt;m:e&gt;&lt;m:r&gt;&lt;m:rPr&gt;&lt;m:sty m:val=&quot;p&quot;/&gt;&lt;/m:rPr&gt;&lt;w:rPr&gt;&lt;w:rFonts w:ascii=&quot;Cambria Math&quot; w:h-ansi=&quot;Cambria Math&quot;/&gt;&lt;wx:font wx:val=&quot;Cambria Math&quot;/&gt;&lt;/w:rPr&gt;&lt;m:t&gt;(&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Pr="00D24933">
        <w:instrText xml:space="preserve"> </w:instrText>
      </w:r>
      <w:r w:rsidRPr="00D24933">
        <w:fldChar w:fldCharType="separate"/>
      </w:r>
      <w:r w:rsidR="00B61099">
        <w:rPr>
          <w:position w:val="-11"/>
        </w:rPr>
        <w:pict w14:anchorId="015E044E">
          <v:shape id="_x0000_i1026" type="#_x0000_t75" style="width:45.1pt;height:18.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16sdtdh=&quot;http://schemas.microsoft.com/office/word/2020/wordml/sdtdatahash&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otEmbedSystemFonts/&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2F5868&quot;/&gt;&lt;wsp:rsid wsp:val=&quot;000000C5&quot;/&gt;&lt;wsp:rsid wsp:val=&quot;00001F8D&quot;/&gt;&lt;wsp:rsid wsp:val=&quot;000035E6&quot;/&gt;&lt;wsp:rsid wsp:val=&quot;0000544B&quot;/&gt;&lt;wsp:rsid wsp:val=&quot;00006895&quot;/&gt;&lt;wsp:rsid wsp:val=&quot;000068BD&quot;/&gt;&lt;wsp:rsid wsp:val=&quot;000136C7&quot;/&gt;&lt;wsp:rsid wsp:val=&quot;00023C8A&quot;/&gt;&lt;wsp:rsid wsp:val=&quot;000251BE&quot;/&gt;&lt;wsp:rsid wsp:val=&quot;000253C4&quot;/&gt;&lt;wsp:rsid wsp:val=&quot;0002714F&quot;/&gt;&lt;wsp:rsid wsp:val=&quot;00027150&quot;/&gt;&lt;wsp:rsid wsp:val=&quot;00030273&quot;/&gt;&lt;wsp:rsid wsp:val=&quot;000320CD&quot;/&gt;&lt;wsp:rsid wsp:val=&quot;0003274B&quot;/&gt;&lt;wsp:rsid wsp:val=&quot;00033C22&quot;/&gt;&lt;wsp:rsid wsp:val=&quot;00033F48&quot;/&gt;&lt;wsp:rsid wsp:val=&quot;00035E9F&quot;/&gt;&lt;wsp:rsid wsp:val=&quot;00036BB6&quot;/&gt;&lt;wsp:rsid wsp:val=&quot;0004101E&quot;/&gt;&lt;wsp:rsid wsp:val=&quot;000460A8&quot;/&gt;&lt;wsp:rsid wsp:val=&quot;00047280&quot;/&gt;&lt;wsp:rsid wsp:val=&quot;00054A8E&quot;/&gt;&lt;wsp:rsid wsp:val=&quot;00056548&quot;/&gt;&lt;wsp:rsid wsp:val=&quot;0006082B&quot;/&gt;&lt;wsp:rsid wsp:val=&quot;00063EF0&quot;/&gt;&lt;wsp:rsid wsp:val=&quot;00066B18&quot;/&gt;&lt;wsp:rsid wsp:val=&quot;00067966&quot;/&gt;&lt;wsp:rsid wsp:val=&quot;000708EE&quot;/&gt;&lt;wsp:rsid wsp:val=&quot;00071147&quot;/&gt;&lt;wsp:rsid wsp:val=&quot;000755E1&quot;/&gt;&lt;wsp:rsid wsp:val=&quot;00082CB5&quot;/&gt;&lt;wsp:rsid wsp:val=&quot;00083BFB&quot;/&gt;&lt;wsp:rsid wsp:val=&quot;00085B8E&quot;/&gt;&lt;wsp:rsid wsp:val=&quot;00085EAD&quot;/&gt;&lt;wsp:rsid wsp:val=&quot;00093653&quot;/&gt;&lt;wsp:rsid wsp:val=&quot;00094D3D&quot;/&gt;&lt;wsp:rsid wsp:val=&quot;000A0FDB&quot;/&gt;&lt;wsp:rsid wsp:val=&quot;000A226C&quot;/&gt;&lt;wsp:rsid wsp:val=&quot;000A2A47&quot;/&gt;&lt;wsp:rsid wsp:val=&quot;000A3652&quot;/&gt;&lt;wsp:rsid wsp:val=&quot;000A384D&quot;/&gt;&lt;wsp:rsid wsp:val=&quot;000A5460&quot;/&gt;&lt;wsp:rsid wsp:val=&quot;000A5E65&quot;/&gt;&lt;wsp:rsid wsp:val=&quot;000A75FE&quot;/&gt;&lt;wsp:rsid wsp:val=&quot;000A7801&quot;/&gt;&lt;wsp:rsid wsp:val=&quot;000B0996&quot;/&gt;&lt;wsp:rsid wsp:val=&quot;000B1CA3&quot;/&gt;&lt;wsp:rsid wsp:val=&quot;000B38B6&quot;/&gt;&lt;wsp:rsid wsp:val=&quot;000B61FF&quot;/&gt;&lt;wsp:rsid wsp:val=&quot;000B7C5F&quot;/&gt;&lt;wsp:rsid wsp:val=&quot;000B7DF0&quot;/&gt;&lt;wsp:rsid wsp:val=&quot;000C2A50&quot;/&gt;&lt;wsp:rsid wsp:val=&quot;000C2AC0&quot;/&gt;&lt;wsp:rsid wsp:val=&quot;000C37A7&quot;/&gt;&lt;wsp:rsid wsp:val=&quot;000C57A5&quot;/&gt;&lt;wsp:rsid wsp:val=&quot;000C67FC&quot;/&gt;&lt;wsp:rsid wsp:val=&quot;000E0BA1&quot;/&gt;&lt;wsp:rsid wsp:val=&quot;000E1301&quot;/&gt;&lt;wsp:rsid wsp:val=&quot;000E23F9&quot;/&gt;&lt;wsp:rsid wsp:val=&quot;000E6BBB&quot;/&gt;&lt;wsp:rsid wsp:val=&quot;000E7284&quot;/&gt;&lt;wsp:rsid wsp:val=&quot;000F1BF0&quot;/&gt;&lt;wsp:rsid wsp:val=&quot;000F1C3A&quot;/&gt;&lt;wsp:rsid wsp:val=&quot;000F2071&quot;/&gt;&lt;wsp:rsid wsp:val=&quot;000F6026&quot;/&gt;&lt;wsp:rsid wsp:val=&quot;000F7AF0&quot;/&gt;&lt;wsp:rsid wsp:val=&quot;000F7C60&quot;/&gt;&lt;wsp:rsid wsp:val=&quot;001009FD&quot;/&gt;&lt;wsp:rsid wsp:val=&quot;001012EA&quot;/&gt;&lt;wsp:rsid wsp:val=&quot;00102381&quot;/&gt;&lt;wsp:rsid wsp:val=&quot;0010494F&quot;/&gt;&lt;wsp:rsid wsp:val=&quot;001121BB&quot;/&gt;&lt;wsp:rsid wsp:val=&quot;001125D3&quot;/&gt;&lt;wsp:rsid wsp:val=&quot;00117151&quot;/&gt;&lt;wsp:rsid wsp:val=&quot;0012035F&quot;/&gt;&lt;wsp:rsid wsp:val=&quot;00120CFD&quot;/&gt;&lt;wsp:rsid wsp:val=&quot;00124699&quot;/&gt;&lt;wsp:rsid wsp:val=&quot;001258ED&quot;/&gt;&lt;wsp:rsid wsp:val=&quot;001322AF&quot;/&gt;&lt;wsp:rsid wsp:val=&quot;00133F0B&quot;/&gt;&lt;wsp:rsid wsp:val=&quot;001349D5&quot;/&gt;&lt;wsp:rsid wsp:val=&quot;001364E1&quot;/&gt;&lt;wsp:rsid wsp:val=&quot;00140D6D&quot;/&gt;&lt;wsp:rsid wsp:val=&quot;0014132B&quot;/&gt;&lt;wsp:rsid wsp:val=&quot;001430C8&quot;/&gt;&lt;wsp:rsid wsp:val=&quot;001435D4&quot;/&gt;&lt;wsp:rsid wsp:val=&quot;00147169&quot;/&gt;&lt;wsp:rsid wsp:val=&quot;00147DBF&quot;/&gt;&lt;wsp:rsid wsp:val=&quot;00150057&quot;/&gt;&lt;wsp:rsid wsp:val=&quot;00160DE6&quot;/&gt;&lt;wsp:rsid wsp:val=&quot;00160F14&quot;/&gt;&lt;wsp:rsid wsp:val=&quot;00161EB6&quot;/&gt;&lt;wsp:rsid wsp:val=&quot;00163446&quot;/&gt;&lt;wsp:rsid wsp:val=&quot;001648A3&quot;/&gt;&lt;wsp:rsid wsp:val=&quot;0016529C&quot;/&gt;&lt;wsp:rsid wsp:val=&quot;0016715C&quot;/&gt;&lt;wsp:rsid wsp:val=&quot;00171BE5&quot;/&gt;&lt;wsp:rsid wsp:val=&quot;001745B7&quot;/&gt;&lt;wsp:rsid wsp:val=&quot;00180464&quot;/&gt;&lt;wsp:rsid wsp:val=&quot;00183051&quot;/&gt;&lt;wsp:rsid wsp:val=&quot;001844E7&quot;/&gt;&lt;wsp:rsid wsp:val=&quot;00186525&quot;/&gt;&lt;wsp:rsid wsp:val=&quot;0018761D&quot;/&gt;&lt;wsp:rsid wsp:val=&quot;001918D1&quot;/&gt;&lt;wsp:rsid wsp:val=&quot;00191A7A&quot;/&gt;&lt;wsp:rsid wsp:val=&quot;001A0C65&quot;/&gt;&lt;wsp:rsid wsp:val=&quot;001A2B58&quot;/&gt;&lt;wsp:rsid wsp:val=&quot;001A56DD&quot;/&gt;&lt;wsp:rsid wsp:val=&quot;001A5D5B&quot;/&gt;&lt;wsp:rsid wsp:val=&quot;001A64FC&quot;/&gt;&lt;wsp:rsid wsp:val=&quot;001A6BAA&quot;/&gt;&lt;wsp:rsid wsp:val=&quot;001A72B8&quot;/&gt;&lt;wsp:rsid wsp:val=&quot;001B1100&quot;/&gt;&lt;wsp:rsid wsp:val=&quot;001B2D9D&quot;/&gt;&lt;wsp:rsid wsp:val=&quot;001B55F8&quot;/&gt;&lt;wsp:rsid wsp:val=&quot;001B5C4D&quot;/&gt;&lt;wsp:rsid wsp:val=&quot;001C0B6C&quot;/&gt;&lt;wsp:rsid wsp:val=&quot;001C48D1&quot;/&gt;&lt;wsp:rsid wsp:val=&quot;001C6D26&quot;/&gt;&lt;wsp:rsid wsp:val=&quot;001D043B&quot;/&gt;&lt;wsp:rsid wsp:val=&quot;001D38FF&quot;/&gt;&lt;wsp:rsid wsp:val=&quot;001E0643&quot;/&gt;&lt;wsp:rsid wsp:val=&quot;001E138A&quot;/&gt;&lt;wsp:rsid wsp:val=&quot;001E5F4E&quot;/&gt;&lt;wsp:rsid wsp:val=&quot;001E7A6D&quot;/&gt;&lt;wsp:rsid wsp:val=&quot;001F68CA&quot;/&gt;&lt;wsp:rsid wsp:val=&quot;002002D1&quot;/&gt;&lt;wsp:rsid wsp:val=&quot;00201626&quot;/&gt;&lt;wsp:rsid wsp:val=&quot;00201A4C&quot;/&gt;&lt;wsp:rsid wsp:val=&quot;0020301C&quot;/&gt;&lt;wsp:rsid wsp:val=&quot;00204362&quot;/&gt;&lt;wsp:rsid wsp:val=&quot;00205879&quot;/&gt;&lt;wsp:rsid wsp:val=&quot;00206CF3&quot;/&gt;&lt;wsp:rsid wsp:val=&quot;002071AA&quot;/&gt;&lt;wsp:rsid wsp:val=&quot;00211EBD&quot;/&gt;&lt;wsp:rsid wsp:val=&quot;00214538&quot;/&gt;&lt;wsp:rsid wsp:val=&quot;00214A0B&quot;/&gt;&lt;wsp:rsid wsp:val=&quot;002175B0&quot;/&gt;&lt;wsp:rsid wsp:val=&quot;002232DC&quot;/&gt;&lt;wsp:rsid wsp:val=&quot;0022450A&quot;/&gt;&lt;wsp:rsid wsp:val=&quot;00226522&quot;/&gt;&lt;wsp:rsid wsp:val=&quot;00234DC8&quot;/&gt;&lt;wsp:rsid wsp:val=&quot;00235107&quot;/&gt;&lt;wsp:rsid wsp:val=&quot;00236629&quot;/&gt;&lt;wsp:rsid wsp:val=&quot;0024094E&quot;/&gt;&lt;wsp:rsid wsp:val=&quot;00242528&quot;/&gt;&lt;wsp:rsid wsp:val=&quot;00242B20&quot;/&gt;&lt;wsp:rsid wsp:val=&quot;002441AB&quot;/&gt;&lt;wsp:rsid wsp:val=&quot;00246FD3&quot;/&gt;&lt;wsp:rsid wsp:val=&quot;00250433&quot;/&gt;&lt;wsp:rsid wsp:val=&quot;00250643&quot;/&gt;&lt;wsp:rsid wsp:val=&quot;00251909&quot;/&gt;&lt;wsp:rsid wsp:val=&quot;00252948&quot;/&gt;&lt;wsp:rsid wsp:val=&quot;00253557&quot;/&gt;&lt;wsp:rsid wsp:val=&quot;00253C93&quot;/&gt;&lt;wsp:rsid wsp:val=&quot;00261EB0&quot;/&gt;&lt;wsp:rsid wsp:val=&quot;0026307F&quot;/&gt;&lt;wsp:rsid wsp:val=&quot;0026416B&quot;/&gt;&lt;wsp:rsid wsp:val=&quot;00265942&quot;/&gt;&lt;wsp:rsid wsp:val=&quot;0027128D&quot;/&gt;&lt;wsp:rsid wsp:val=&quot;0027779A&quot;/&gt;&lt;wsp:rsid wsp:val=&quot;00281166&quot;/&gt;&lt;wsp:rsid wsp:val=&quot;00285F2A&quot;/&gt;&lt;wsp:rsid wsp:val=&quot;00290A7B&quot;/&gt;&lt;wsp:rsid wsp:val=&quot;00291EC0&quot;/&gt;&lt;wsp:rsid wsp:val=&quot;00292C62&quot;/&gt;&lt;wsp:rsid wsp:val=&quot;00293CA4&quot;/&gt;&lt;wsp:rsid wsp:val=&quot;00293E99&quot;/&gt;&lt;wsp:rsid wsp:val=&quot;00294083&quot;/&gt;&lt;wsp:rsid wsp:val=&quot;002951E2&quot;/&gt;&lt;wsp:rsid wsp:val=&quot;00296824&quot;/&gt;&lt;wsp:rsid wsp:val=&quot;002A1127&quot;/&gt;&lt;wsp:rsid wsp:val=&quot;002A13DC&quot;/&gt;&lt;wsp:rsid wsp:val=&quot;002A1D73&quot;/&gt;&lt;wsp:rsid wsp:val=&quot;002A2A80&quot;/&gt;&lt;wsp:rsid wsp:val=&quot;002B138E&quot;/&gt;&lt;wsp:rsid wsp:val=&quot;002B3B59&quot;/&gt;&lt;wsp:rsid wsp:val=&quot;002B56CF&quot;/&gt;&lt;wsp:rsid wsp:val=&quot;002B6842&quot;/&gt;&lt;wsp:rsid wsp:val=&quot;002B7F89&quot;/&gt;&lt;wsp:rsid wsp:val=&quot;002C3780&quot;/&gt;&lt;wsp:rsid wsp:val=&quot;002D002D&quot;/&gt;&lt;wsp:rsid wsp:val=&quot;002D20CF&quot;/&gt;&lt;wsp:rsid wsp:val=&quot;002D55E3&quot;/&gt;&lt;wsp:rsid wsp:val=&quot;002D6B9C&quot;/&gt;&lt;wsp:rsid wsp:val=&quot;002D6D19&quot;/&gt;&lt;wsp:rsid wsp:val=&quot;002D6E97&quot;/&gt;&lt;wsp:rsid wsp:val=&quot;002E18E2&quot;/&gt;&lt;wsp:rsid wsp:val=&quot;002E37E9&quot;/&gt;&lt;wsp:rsid wsp:val=&quot;002E4F8A&quot;/&gt;&lt;wsp:rsid wsp:val=&quot;002E51C0&quot;/&gt;&lt;wsp:rsid wsp:val=&quot;002E6E6E&quot;/&gt;&lt;wsp:rsid wsp:val=&quot;002F2B12&quot;/&gt;&lt;wsp:rsid wsp:val=&quot;002F5868&quot;/&gt;&lt;wsp:rsid wsp:val=&quot;00303D8F&quot;/&gt;&lt;wsp:rsid wsp:val=&quot;003060F3&quot;/&gt;&lt;wsp:rsid wsp:val=&quot;003061A0&quot;/&gt;&lt;wsp:rsid wsp:val=&quot;00306A37&quot;/&gt;&lt;wsp:rsid wsp:val=&quot;00310475&quot;/&gt;&lt;wsp:rsid wsp:val=&quot;00311602&quot;/&gt;&lt;wsp:rsid wsp:val=&quot;00311E1F&quot;/&gt;&lt;wsp:rsid wsp:val=&quot;003135A1&quot;/&gt;&lt;wsp:rsid wsp:val=&quot;00313E64&quot;/&gt;&lt;wsp:rsid wsp:val=&quot;00321B52&quot;/&gt;&lt;wsp:rsid wsp:val=&quot;00322069&quot;/&gt;&lt;wsp:rsid wsp:val=&quot;00326226&quot;/&gt;&lt;wsp:rsid wsp:val=&quot;00343EDE&quot;/&gt;&lt;wsp:rsid wsp:val=&quot;003459E3&quot;/&gt;&lt;wsp:rsid wsp:val=&quot;003460D2&quot;/&gt;&lt;wsp:rsid wsp:val=&quot;00350834&quot;/&gt;&lt;wsp:rsid wsp:val=&quot;00351268&quot;/&gt;&lt;wsp:rsid wsp:val=&quot;00351A42&quot;/&gt;&lt;wsp:rsid wsp:val=&quot;0035251C&quot;/&gt;&lt;wsp:rsid wsp:val=&quot;00353E26&quot;/&gt;&lt;wsp:rsid wsp:val=&quot;003543A9&quot;/&gt;&lt;wsp:rsid wsp:val=&quot;0036205D&quot;/&gt;&lt;wsp:rsid wsp:val=&quot;00364431&quot;/&gt;&lt;wsp:rsid wsp:val=&quot;003711CE&quot;/&gt;&lt;wsp:rsid wsp:val=&quot;00372438&quot;/&gt;&lt;wsp:rsid wsp:val=&quot;00374222&quot;/&gt;&lt;wsp:rsid wsp:val=&quot;00376976&quot;/&gt;&lt;wsp:rsid wsp:val=&quot;0038222B&quot;/&gt;&lt;wsp:rsid wsp:val=&quot;0038246D&quot;/&gt;&lt;wsp:rsid wsp:val=&quot;003858AA&quot;/&gt;&lt;wsp:rsid wsp:val=&quot;00390863&quot;/&gt;&lt;wsp:rsid wsp:val=&quot;003919AB&quot;/&gt;&lt;wsp:rsid wsp:val=&quot;0039567D&quot;/&gt;&lt;wsp:rsid wsp:val=&quot;0039611D&quot;/&gt;&lt;wsp:rsid wsp:val=&quot;00396995&quot;/&gt;&lt;wsp:rsid wsp:val=&quot;003A1BE2&quot;/&gt;&lt;wsp:rsid wsp:val=&quot;003A4253&quot;/&gt;&lt;wsp:rsid wsp:val=&quot;003A4817&quot;/&gt;&lt;wsp:rsid wsp:val=&quot;003A49A0&quot;/&gt;&lt;wsp:rsid wsp:val=&quot;003A5B80&quot;/&gt;&lt;wsp:rsid wsp:val=&quot;003A5FD2&quot;/&gt;&lt;wsp:rsid wsp:val=&quot;003B1EED&quot;/&gt;&lt;wsp:rsid wsp:val=&quot;003B64A7&quot;/&gt;&lt;wsp:rsid wsp:val=&quot;003B6C4D&quot;/&gt;&lt;wsp:rsid wsp:val=&quot;003C5049&quot;/&gt;&lt;wsp:rsid wsp:val=&quot;003D26CE&quot;/&gt;&lt;wsp:rsid wsp:val=&quot;003D6DF8&quot;/&gt;&lt;wsp:rsid wsp:val=&quot;003E07D7&quot;/&gt;&lt;wsp:rsid wsp:val=&quot;003E1247&quot;/&gt;&lt;wsp:rsid wsp:val=&quot;003E15FE&quot;/&gt;&lt;wsp:rsid wsp:val=&quot;003E66E6&quot;/&gt;&lt;wsp:rsid wsp:val=&quot;003F197D&quot;/&gt;&lt;wsp:rsid wsp:val=&quot;003F391C&quot;/&gt;&lt;wsp:rsid wsp:val=&quot;003F4A82&quot;/&gt;&lt;wsp:rsid wsp:val=&quot;00402766&quot;/&gt;&lt;wsp:rsid wsp:val=&quot;00402E00&quot;/&gt;&lt;wsp:rsid wsp:val=&quot;00403487&quot;/&gt;&lt;wsp:rsid wsp:val=&quot;00403ADC&quot;/&gt;&lt;wsp:rsid wsp:val=&quot;0040428D&quot;/&gt;&lt;wsp:rsid wsp:val=&quot;004107CF&quot;/&gt;&lt;wsp:rsid wsp:val=&quot;00412101&quot;/&gt;&lt;wsp:rsid wsp:val=&quot;00415636&quot;/&gt;&lt;wsp:rsid wsp:val=&quot;00417F93&quot;/&gt;&lt;wsp:rsid wsp:val=&quot;00421041&quot;/&gt;&lt;wsp:rsid wsp:val=&quot;00423B63&quot;/&gt;&lt;wsp:rsid wsp:val=&quot;00424F6A&quot;/&gt;&lt;wsp:rsid wsp:val=&quot;00425E3A&quot;/&gt;&lt;wsp:rsid wsp:val=&quot;004270F7&quot;/&gt;&lt;wsp:rsid wsp:val=&quot;004275E0&quot;/&gt;&lt;wsp:rsid wsp:val=&quot;004313A1&quot;/&gt;&lt;wsp:rsid wsp:val=&quot;0043210C&quot;/&gt;&lt;wsp:rsid wsp:val=&quot;00432B04&quot;/&gt;&lt;wsp:rsid wsp:val=&quot;004354AA&quot;/&gt;&lt;wsp:rsid wsp:val=&quot;00445B41&quot;/&gt;&lt;wsp:rsid wsp:val=&quot;00445B98&quot;/&gt;&lt;wsp:rsid wsp:val=&quot;00446EFA&quot;/&gt;&lt;wsp:rsid wsp:val=&quot;00447305&quot;/&gt;&lt;wsp:rsid wsp:val=&quot;00447DED&quot;/&gt;&lt;wsp:rsid wsp:val=&quot;00456467&quot;/&gt;&lt;wsp:rsid wsp:val=&quot;00457834&quot;/&gt;&lt;wsp:rsid wsp:val=&quot;00462F4A&quot;/&gt;&lt;wsp:rsid wsp:val=&quot;00463C16&quot;/&gt;&lt;wsp:rsid wsp:val=&quot;004650F4&quot;/&gt;&lt;wsp:rsid wsp:val=&quot;0046574D&quot;/&gt;&lt;wsp:rsid wsp:val=&quot;004658AF&quot;/&gt;&lt;wsp:rsid wsp:val=&quot;004715D5&quot;/&gt;&lt;wsp:rsid wsp:val=&quot;00472482&quot;/&gt;&lt;wsp:rsid wsp:val=&quot;00475AF6&quot;/&gt;&lt;wsp:rsid wsp:val=&quot;00477FF2&quot;/&gt;&lt;wsp:rsid wsp:val=&quot;00483A4E&quot;/&gt;&lt;wsp:rsid wsp:val=&quot;004910D9&quot;/&gt;&lt;wsp:rsid wsp:val=&quot;00491329&quot;/&gt;&lt;wsp:rsid wsp:val=&quot;004935E4&quot;/&gt;&lt;wsp:rsid wsp:val=&quot;0049412E&quot;/&gt;&lt;wsp:rsid wsp:val=&quot;00496044&quot;/&gt;&lt;wsp:rsid wsp:val=&quot;00497F78&quot;/&gt;&lt;wsp:rsid wsp:val=&quot;004A11AF&quot;/&gt;&lt;wsp:rsid wsp:val=&quot;004A46F4&quot;/&gt;&lt;wsp:rsid wsp:val=&quot;004B209B&quot;/&gt;&lt;wsp:rsid wsp:val=&quot;004B44A5&quot;/&gt;&lt;wsp:rsid wsp:val=&quot;004B5FAB&quot;/&gt;&lt;wsp:rsid wsp:val=&quot;004B66C1&quot;/&gt;&lt;wsp:rsid wsp:val=&quot;004B7604&quot;/&gt;&lt;wsp:rsid wsp:val=&quot;004B7A25&quot;/&gt;&lt;wsp:rsid wsp:val=&quot;004C2C73&quot;/&gt;&lt;wsp:rsid wsp:val=&quot;004C526D&quot;/&gt;&lt;wsp:rsid wsp:val=&quot;004C5654&quot;/&gt;&lt;wsp:rsid wsp:val=&quot;004D1242&quot;/&gt;&lt;wsp:rsid wsp:val=&quot;004D3B1C&quot;/&gt;&lt;wsp:rsid wsp:val=&quot;004D4792&quot;/&gt;&lt;wsp:rsid wsp:val=&quot;004D574D&quot;/&gt;&lt;wsp:rsid wsp:val=&quot;004E038F&quot;/&gt;&lt;wsp:rsid wsp:val=&quot;004E080B&quot;/&gt;&lt;wsp:rsid wsp:val=&quot;004E2C89&quot;/&gt;&lt;wsp:rsid wsp:val=&quot;004E7C37&quot;/&gt;&lt;wsp:rsid wsp:val=&quot;004F28FF&quot;/&gt;&lt;wsp:rsid wsp:val=&quot;004F3D2C&quot;/&gt;&lt;wsp:rsid wsp:val=&quot;004F5535&quot;/&gt;&lt;wsp:rsid wsp:val=&quot;004F6967&quot;/&gt;&lt;wsp:rsid wsp:val=&quot;005003EA&quot;/&gt;&lt;wsp:rsid wsp:val=&quot;0050306A&quot;/&gt;&lt;wsp:rsid wsp:val=&quot;00504253&quot;/&gt;&lt;wsp:rsid wsp:val=&quot;00505105&quot;/&gt;&lt;wsp:rsid wsp:val=&quot;00512504&quot;/&gt;&lt;wsp:rsid wsp:val=&quot;005125D9&quot;/&gt;&lt;wsp:rsid wsp:val=&quot;00515754&quot;/&gt;&lt;wsp:rsid wsp:val=&quot;00517288&quot;/&gt;&lt;wsp:rsid wsp:val=&quot;00517D5E&quot;/&gt;&lt;wsp:rsid wsp:val=&quot;00520303&quot;/&gt;&lt;wsp:rsid wsp:val=&quot;00521229&quot;/&gt;&lt;wsp:rsid wsp:val=&quot;00522B6A&quot;/&gt;&lt;wsp:rsid wsp:val=&quot;00523B63&quot;/&gt;&lt;wsp:rsid wsp:val=&quot;005243C6&quot;/&gt;&lt;wsp:rsid wsp:val=&quot;00527F0A&quot;/&gt;&lt;wsp:rsid wsp:val=&quot;00530CDD&quot;/&gt;&lt;wsp:rsid wsp:val=&quot;005317FF&quot;/&gt;&lt;wsp:rsid wsp:val=&quot;0053522E&quot;/&gt;&lt;wsp:rsid wsp:val=&quot;0053718F&quot;/&gt;&lt;wsp:rsid wsp:val=&quot;00541972&quot;/&gt;&lt;wsp:rsid wsp:val=&quot;005438B0&quot;/&gt;&lt;wsp:rsid wsp:val=&quot;0054792C&quot;/&gt;&lt;wsp:rsid wsp:val=&quot;00547BEB&quot;/&gt;&lt;wsp:rsid wsp:val=&quot;00551866&quot;/&gt;&lt;wsp:rsid wsp:val=&quot;00560A5E&quot;/&gt;&lt;wsp:rsid wsp:val=&quot;005627BA&quot;/&gt;&lt;wsp:rsid wsp:val=&quot;005637BA&quot;/&gt;&lt;wsp:rsid wsp:val=&quot;00581EC4&quot;/&gt;&lt;wsp:rsid wsp:val=&quot;00582F8A&quot;/&gt;&lt;wsp:rsid wsp:val=&quot;00585AFA&quot;/&gt;&lt;wsp:rsid wsp:val=&quot;00587BE3&quot;/&gt;&lt;wsp:rsid wsp:val=&quot;005908C4&quot;/&gt;&lt;wsp:rsid wsp:val=&quot;005938C0&quot;/&gt;&lt;wsp:rsid wsp:val=&quot;005944AA&quot;/&gt;&lt;wsp:rsid wsp:val=&quot;0059696A&quot;/&gt;&lt;wsp:rsid wsp:val=&quot;005A6716&quot;/&gt;&lt;wsp:rsid wsp:val=&quot;005B1CA7&quot;/&gt;&lt;wsp:rsid wsp:val=&quot;005B4116&quot;/&gt;&lt;wsp:rsid wsp:val=&quot;005B4921&quot;/&gt;&lt;wsp:rsid wsp:val=&quot;005B5951&quot;/&gt;&lt;wsp:rsid wsp:val=&quot;005B6FDB&quot;/&gt;&lt;wsp:rsid wsp:val=&quot;005C1687&quot;/&gt;&lt;wsp:rsid wsp:val=&quot;005C29D8&quot;/&gt;&lt;wsp:rsid wsp:val=&quot;005C544C&quot;/&gt;&lt;wsp:rsid wsp:val=&quot;005D281B&quot;/&gt;&lt;wsp:rsid wsp:val=&quot;005D4619&quot;/&gt;&lt;wsp:rsid wsp:val=&quot;005D5E8B&quot;/&gt;&lt;wsp:rsid wsp:val=&quot;005E1A1D&quot;/&gt;&lt;wsp:rsid wsp:val=&quot;005E2D2D&quot;/&gt;&lt;wsp:rsid wsp:val=&quot;005E45CD&quot;/&gt;&lt;wsp:rsid wsp:val=&quot;005E554F&quot;/&gt;&lt;wsp:rsid wsp:val=&quot;005E5E49&quot;/&gt;&lt;wsp:rsid wsp:val=&quot;005E61C3&quot;/&gt;&lt;wsp:rsid wsp:val=&quot;005F19AF&quot;/&gt;&lt;wsp:rsid wsp:val=&quot;005F5141&quot;/&gt;&lt;wsp:rsid wsp:val=&quot;005F6DBC&quot;/&gt;&lt;wsp:rsid wsp:val=&quot;005F7F75&quot;/&gt;&lt;wsp:rsid wsp:val=&quot;00600503&quot;/&gt;&lt;wsp:rsid wsp:val=&quot;0060131A&quot;/&gt;&lt;wsp:rsid wsp:val=&quot;006043B3&quot;/&gt;&lt;wsp:rsid wsp:val=&quot;00605117&quot;/&gt;&lt;wsp:rsid wsp:val=&quot;00610D6D&quot;/&gt;&lt;wsp:rsid wsp:val=&quot;006125F3&quot;/&gt;&lt;wsp:rsid wsp:val=&quot;0061513E&quot;/&gt;&lt;wsp:rsid wsp:val=&quot;006154BC&quot;/&gt;&lt;wsp:rsid wsp:val=&quot;0061794E&quot;/&gt;&lt;wsp:rsid wsp:val=&quot;00620036&quot;/&gt;&lt;wsp:rsid wsp:val=&quot;006200C1&quot;/&gt;&lt;wsp:rsid wsp:val=&quot;00621AD4&quot;/&gt;&lt;wsp:rsid wsp:val=&quot;00622553&quot;/&gt;&lt;wsp:rsid wsp:val=&quot;0062315C&quot;/&gt;&lt;wsp:rsid wsp:val=&quot;00624C4D&quot;/&gt;&lt;wsp:rsid wsp:val=&quot;0062542E&quot;/&gt;&lt;wsp:rsid wsp:val=&quot;00625828&quot;/&gt;&lt;wsp:rsid wsp:val=&quot;00626FE5&quot;/&gt;&lt;wsp:rsid wsp:val=&quot;00627BEB&quot;/&gt;&lt;wsp:rsid wsp:val=&quot;00630156&quot;/&gt;&lt;wsp:rsid wsp:val=&quot;00635A74&quot;/&gt;&lt;wsp:rsid wsp:val=&quot;00642868&quot;/&gt;&lt;wsp:rsid wsp:val=&quot;006439CE&quot;/&gt;&lt;wsp:rsid wsp:val=&quot;006459C0&quot;/&gt;&lt;wsp:rsid wsp:val=&quot;006503A0&quot;/&gt;&lt;wsp:rsid wsp:val=&quot;0065052C&quot;/&gt;&lt;wsp:rsid wsp:val=&quot;00655C6A&quot;/&gt;&lt;wsp:rsid wsp:val=&quot;00656F6C&quot;/&gt;&lt;wsp:rsid wsp:val=&quot;00657D04&quot;/&gt;&lt;wsp:rsid wsp:val=&quot;00660ED3&quot;/&gt;&lt;wsp:rsid wsp:val=&quot;00661B66&quot;/&gt;&lt;wsp:rsid wsp:val=&quot;006639BC&quot;/&gt;&lt;wsp:rsid wsp:val=&quot;00672846&quot;/&gt;&lt;wsp:rsid wsp:val=&quot;00673C77&quot;/&gt;&lt;wsp:rsid wsp:val=&quot;0067451A&quot;/&gt;&lt;wsp:rsid wsp:val=&quot;0067556D&quot;/&gt;&lt;wsp:rsid wsp:val=&quot;006766E6&quot;/&gt;&lt;wsp:rsid wsp:val=&quot;006772EC&quot;/&gt;&lt;wsp:rsid wsp:val=&quot;00681A15&quot;/&gt;&lt;wsp:rsid wsp:val=&quot;00682ADA&quot;/&gt;&lt;wsp:rsid wsp:val=&quot;006832D2&quot;/&gt;&lt;wsp:rsid wsp:val=&quot;006843C4&quot;/&gt;&lt;wsp:rsid wsp:val=&quot;00684AD0&quot;/&gt;&lt;wsp:rsid wsp:val=&quot;00684E7F&quot;/&gt;&lt;wsp:rsid wsp:val=&quot;0069541C&quot;/&gt;&lt;wsp:rsid wsp:val=&quot;006A035C&quot;/&gt;&lt;wsp:rsid wsp:val=&quot;006A0DCD&quot;/&gt;&lt;wsp:rsid wsp:val=&quot;006A172D&quot;/&gt;&lt;wsp:rsid wsp:val=&quot;006A3225&quot;/&gt;&lt;wsp:rsid wsp:val=&quot;006A6713&quot;/&gt;&lt;wsp:rsid wsp:val=&quot;006B1969&quot;/&gt;&lt;wsp:rsid wsp:val=&quot;006B2CF0&quot;/&gt;&lt;wsp:rsid wsp:val=&quot;006B4446&quot;/&gt;&lt;wsp:rsid wsp:val=&quot;006C2755&quot;/&gt;&lt;wsp:rsid wsp:val=&quot;006C2837&quot;/&gt;&lt;wsp:rsid wsp:val=&quot;006D27AD&quot;/&gt;&lt;wsp:rsid wsp:val=&quot;006D3549&quot;/&gt;&lt;wsp:rsid wsp:val=&quot;006D7C6D&quot;/&gt;&lt;wsp:rsid wsp:val=&quot;006E068D&quot;/&gt;&lt;wsp:rsid wsp:val=&quot;006E1956&quot;/&gt;&lt;wsp:rsid wsp:val=&quot;006E32CE&quot;/&gt;&lt;wsp:rsid wsp:val=&quot;006E631F&quot;/&gt;&lt;wsp:rsid wsp:val=&quot;006F4018&quot;/&gt;&lt;wsp:rsid wsp:val=&quot;007004AA&quot;/&gt;&lt;wsp:rsid wsp:val=&quot;0070162F&quot;/&gt;&lt;wsp:rsid wsp:val=&quot;0070210E&quot;/&gt;&lt;wsp:rsid wsp:val=&quot;00703204&quot;/&gt;&lt;wsp:rsid wsp:val=&quot;00705090&quot;/&gt;&lt;wsp:rsid wsp:val=&quot;0070570F&quot;/&gt;&lt;wsp:rsid wsp:val=&quot;00710B0D&quot;/&gt;&lt;wsp:rsid wsp:val=&quot;00715342&quot;/&gt;&lt;wsp:rsid wsp:val=&quot;0071686C&quot;/&gt;&lt;wsp:rsid wsp:val=&quot;00717EAF&quot;/&gt;&lt;wsp:rsid wsp:val=&quot;00724433&quot;/&gt;&lt;wsp:rsid wsp:val=&quot;0072783B&quot;/&gt;&lt;wsp:rsid wsp:val=&quot;007331D3&quot;/&gt;&lt;wsp:rsid wsp:val=&quot;00737C55&quot;/&gt;&lt;wsp:rsid wsp:val=&quot;00742FDD&quot;/&gt;&lt;wsp:rsid wsp:val=&quot;00743878&quot;/&gt;&lt;wsp:rsid wsp:val=&quot;00745EF5&quot;/&gt;&lt;wsp:rsid wsp:val=&quot;00747607&quot;/&gt;&lt;wsp:rsid wsp:val=&quot;00752EC8&quot;/&gt;&lt;wsp:rsid wsp:val=&quot;0076019C&quot;/&gt;&lt;wsp:rsid wsp:val=&quot;007616A5&quot;/&gt;&lt;wsp:rsid wsp:val=&quot;00761BFD&quot;/&gt;&lt;wsp:rsid wsp:val=&quot;00763592&quot;/&gt;&lt;wsp:rsid wsp:val=&quot;007672D2&quot;/&gt;&lt;wsp:rsid wsp:val=&quot;007701F7&quot;/&gt;&lt;wsp:rsid wsp:val=&quot;0077177A&quot;/&gt;&lt;wsp:rsid wsp:val=&quot;0077281D&quot;/&gt;&lt;wsp:rsid wsp:val=&quot;00773589&quot;/&gt;&lt;wsp:rsid wsp:val=&quot;00774092&quot;/&gt;&lt;wsp:rsid wsp:val=&quot;00775CFE&quot;/&gt;&lt;wsp:rsid wsp:val=&quot;0078006B&quot;/&gt;&lt;wsp:rsid wsp:val=&quot;00786C26&quot;/&gt;&lt;wsp:rsid wsp:val=&quot;00791141&quot;/&gt;&lt;wsp:rsid wsp:val=&quot;00792DE7&quot;/&gt;&lt;wsp:rsid wsp:val=&quot;007945B4&quot;/&gt;&lt;wsp:rsid wsp:val=&quot;0079688B&quot;/&gt;&lt;wsp:rsid wsp:val=&quot;007A089B&quot;/&gt;&lt;wsp:rsid wsp:val=&quot;007A2026&quot;/&gt;&lt;wsp:rsid wsp:val=&quot;007A43DD&quot;/&gt;&lt;wsp:rsid wsp:val=&quot;007A79A2&quot;/&gt;&lt;wsp:rsid wsp:val=&quot;007B033B&quot;/&gt;&lt;wsp:rsid wsp:val=&quot;007B06D6&quot;/&gt;&lt;wsp:rsid wsp:val=&quot;007B102B&quot;/&gt;&lt;wsp:rsid wsp:val=&quot;007B1EEB&quot;/&gt;&lt;wsp:rsid wsp:val=&quot;007B2A42&quot;/&gt;&lt;wsp:rsid wsp:val=&quot;007B47A4&quot;/&gt;&lt;wsp:rsid wsp:val=&quot;007B726C&quot;/&gt;&lt;wsp:rsid wsp:val=&quot;007C0E6C&quot;/&gt;&lt;wsp:rsid wsp:val=&quot;007C365C&quot;/&gt;&lt;wsp:rsid wsp:val=&quot;007C76AC&quot;/&gt;&lt;wsp:rsid wsp:val=&quot;007C7737&quot;/&gt;&lt;wsp:rsid wsp:val=&quot;007D06AD&quot;/&gt;&lt;wsp:rsid wsp:val=&quot;007D2C11&quot;/&gt;&lt;wsp:rsid wsp:val=&quot;007D58F9&quot;/&gt;&lt;wsp:rsid wsp:val=&quot;007D7CB8&quot;/&gt;&lt;wsp:rsid wsp:val=&quot;007E5131&quot;/&gt;&lt;wsp:rsid wsp:val=&quot;007F0D31&quot;/&gt;&lt;wsp:rsid wsp:val=&quot;007F130D&quot;/&gt;&lt;wsp:rsid wsp:val=&quot;007F6435&quot;/&gt;&lt;wsp:rsid wsp:val=&quot;008055DB&quot;/&gt;&lt;wsp:rsid wsp:val=&quot;00805BD8&quot;/&gt;&lt;wsp:rsid wsp:val=&quot;00805DC0&quot;/&gt;&lt;wsp:rsid wsp:val=&quot;00806C76&quot;/&gt;&lt;wsp:rsid wsp:val=&quot;00807BAA&quot;/&gt;&lt;wsp:rsid wsp:val=&quot;0081505A&quot;/&gt;&lt;wsp:rsid wsp:val=&quot;00817ABD&quot;/&gt;&lt;wsp:rsid wsp:val=&quot;00821435&quot;/&gt;&lt;wsp:rsid wsp:val=&quot;008233F3&quot;/&gt;&lt;wsp:rsid wsp:val=&quot;00830A7A&quot;/&gt;&lt;wsp:rsid wsp:val=&quot;008335B5&quot;/&gt;&lt;wsp:rsid wsp:val=&quot;00834D02&quot;/&gt;&lt;wsp:rsid wsp:val=&quot;00836781&quot;/&gt;&lt;wsp:rsid wsp:val=&quot;00837214&quot;/&gt;&lt;wsp:rsid wsp:val=&quot;00840089&quot;/&gt;&lt;wsp:rsid wsp:val=&quot;008436F5&quot;/&gt;&lt;wsp:rsid wsp:val=&quot;008523DC&quot;/&gt;&lt;wsp:rsid wsp:val=&quot;00861226&quot;/&gt;&lt;wsp:rsid wsp:val=&quot;00866CD3&quot;/&gt;&lt;wsp:rsid wsp:val=&quot;008673D6&quot;/&gt;&lt;wsp:rsid wsp:val=&quot;00870DFE&quot;/&gt;&lt;wsp:rsid wsp:val=&quot;00873A65&quot;/&gt;&lt;wsp:rsid wsp:val=&quot;0087738E&quot;/&gt;&lt;wsp:rsid wsp:val=&quot;00881601&quot;/&gt;&lt;wsp:rsid wsp:val=&quot;00885921&quot;/&gt;&lt;wsp:rsid wsp:val=&quot;00890292&quot;/&gt;&lt;wsp:rsid wsp:val=&quot;008910B8&quot;/&gt;&lt;wsp:rsid wsp:val=&quot;00897313&quot;/&gt;&lt;wsp:rsid wsp:val=&quot;008A5E12&quot;/&gt;&lt;wsp:rsid wsp:val=&quot;008A6F94&quot;/&gt;&lt;wsp:rsid wsp:val=&quot;008A7C8A&quot;/&gt;&lt;wsp:rsid wsp:val=&quot;008B009F&quot;/&gt;&lt;wsp:rsid wsp:val=&quot;008B1276&quot;/&gt;&lt;wsp:rsid wsp:val=&quot;008B1A4B&quot;/&gt;&lt;wsp:rsid wsp:val=&quot;008B1FB4&quot;/&gt;&lt;wsp:rsid wsp:val=&quot;008C0CC8&quot;/&gt;&lt;wsp:rsid wsp:val=&quot;008C3DDE&quot;/&gt;&lt;wsp:rsid wsp:val=&quot;008C5651&quot;/&gt;&lt;wsp:rsid wsp:val=&quot;008C7844&quot;/&gt;&lt;wsp:rsid wsp:val=&quot;008D1435&quot;/&gt;&lt;wsp:rsid wsp:val=&quot;008D24E9&quot;/&gt;&lt;wsp:rsid wsp:val=&quot;008D29CB&quot;/&gt;&lt;wsp:rsid wsp:val=&quot;008D4343&quot;/&gt;&lt;wsp:rsid wsp:val=&quot;008D4BED&quot;/&gt;&lt;wsp:rsid wsp:val=&quot;008E4139&quot;/&gt;&lt;wsp:rsid wsp:val=&quot;008E54D9&quot;/&gt;&lt;wsp:rsid wsp:val=&quot;008E5C98&quot;/&gt;&lt;wsp:rsid wsp:val=&quot;008E5E2B&quot;/&gt;&lt;wsp:rsid wsp:val=&quot;008E78FC&quot;/&gt;&lt;wsp:rsid wsp:val=&quot;008E7DFD&quot;/&gt;&lt;wsp:rsid wsp:val=&quot;008F4DA5&quot;/&gt;&lt;wsp:rsid wsp:val=&quot;008F5450&quot;/&gt;&lt;wsp:rsid wsp:val=&quot;00901575&quot;/&gt;&lt;wsp:rsid wsp:val=&quot;0090287B&quot;/&gt;&lt;wsp:rsid wsp:val=&quot;0090521F&quot;/&gt;&lt;wsp:rsid wsp:val=&quot;009070AA&quot;/&gt;&lt;wsp:rsid wsp:val=&quot;00912BF3&quot;/&gt;&lt;wsp:rsid wsp:val=&quot;009144A0&quot;/&gt;&lt;wsp:rsid wsp:val=&quot;0091696B&quot;/&gt;&lt;wsp:rsid wsp:val=&quot;009174A8&quot;/&gt;&lt;wsp:rsid wsp:val=&quot;00921E0D&quot;/&gt;&lt;wsp:rsid wsp:val=&quot;00926C4B&quot;/&gt;&lt;wsp:rsid wsp:val=&quot;00934039&quot;/&gt;&lt;wsp:rsid wsp:val=&quot;00934DBB&quot;/&gt;&lt;wsp:rsid wsp:val=&quot;00936295&quot;/&gt;&lt;wsp:rsid wsp:val=&quot;00936F53&quot;/&gt;&lt;wsp:rsid wsp:val=&quot;00940731&quot;/&gt;&lt;wsp:rsid wsp:val=&quot;009515C2&quot;/&gt;&lt;wsp:rsid wsp:val=&quot;00952A87&quot;/&gt;&lt;wsp:rsid wsp:val=&quot;009541DB&quot;/&gt;&lt;wsp:rsid wsp:val=&quot;00955F72&quot;/&gt;&lt;wsp:rsid wsp:val=&quot;00956262&quot;/&gt;&lt;wsp:rsid wsp:val=&quot;009563DF&quot;/&gt;&lt;wsp:rsid wsp:val=&quot;00957C3D&quot;/&gt;&lt;wsp:rsid wsp:val=&quot;00957C8F&quot;/&gt;&lt;wsp:rsid wsp:val=&quot;009634D0&quot;/&gt;&lt;wsp:rsid wsp:val=&quot;009641F0&quot;/&gt;&lt;wsp:rsid wsp:val=&quot;00965C63&quot;/&gt;&lt;wsp:rsid wsp:val=&quot;00967AB9&quot;/&gt;&lt;wsp:rsid wsp:val=&quot;00971A32&quot;/&gt;&lt;wsp:rsid wsp:val=&quot;00974D32&quot;/&gt;&lt;wsp:rsid wsp:val=&quot;00975D78&quot;/&gt;&lt;wsp:rsid wsp:val=&quot;009810FA&quot;/&gt;&lt;wsp:rsid wsp:val=&quot;009824DC&quot;/&gt;&lt;wsp:rsid wsp:val=&quot;00982EB9&quot;/&gt;&lt;wsp:rsid wsp:val=&quot;00983E12&quot;/&gt;&lt;wsp:rsid wsp:val=&quot;009868C6&quot;/&gt;&lt;wsp:rsid wsp:val=&quot;00996AD4&quot;/&gt;&lt;wsp:rsid wsp:val=&quot;00997FBD&quot;/&gt;&lt;wsp:rsid wsp:val=&quot;009A1A1C&quot;/&gt;&lt;wsp:rsid wsp:val=&quot;009A33C2&quot;/&gt;&lt;wsp:rsid wsp:val=&quot;009A7BE2&quot;/&gt;&lt;wsp:rsid wsp:val=&quot;009B0206&quot;/&gt;&lt;wsp:rsid wsp:val=&quot;009B31DD&quot;/&gt;&lt;wsp:rsid wsp:val=&quot;009B64DF&quot;/&gt;&lt;wsp:rsid wsp:val=&quot;009C13B9&quot;/&gt;&lt;wsp:rsid wsp:val=&quot;009C1815&quot;/&gt;&lt;wsp:rsid wsp:val=&quot;009C65F4&quot;/&gt;&lt;wsp:rsid wsp:val=&quot;009C7EAA&quot;/&gt;&lt;wsp:rsid wsp:val=&quot;009D05E9&quot;/&gt;&lt;wsp:rsid wsp:val=&quot;009D1657&quot;/&gt;&lt;wsp:rsid wsp:val=&quot;009D2CFF&quot;/&gt;&lt;wsp:rsid wsp:val=&quot;009E0ADE&quot;/&gt;&lt;wsp:rsid wsp:val=&quot;009F0903&quot;/&gt;&lt;wsp:rsid wsp:val=&quot;009F09AC&quot;/&gt;&lt;wsp:rsid wsp:val=&quot;009F0B1C&quot;/&gt;&lt;wsp:rsid wsp:val=&quot;009F5B12&quot;/&gt;&lt;wsp:rsid wsp:val=&quot;009F5FB6&quot;/&gt;&lt;wsp:rsid wsp:val=&quot;009F6FA6&quot;/&gt;&lt;wsp:rsid wsp:val=&quot;00A00929&quot;/&gt;&lt;wsp:rsid wsp:val=&quot;00A0123C&quot;/&gt;&lt;wsp:rsid wsp:val=&quot;00A04F41&quot;/&gt;&lt;wsp:rsid wsp:val=&quot;00A06E01&quot;/&gt;&lt;wsp:rsid wsp:val=&quot;00A0709E&quot;/&gt;&lt;wsp:rsid wsp:val=&quot;00A11307&quot;/&gt;&lt;wsp:rsid wsp:val=&quot;00A11754&quot;/&gt;&lt;wsp:rsid wsp:val=&quot;00A27DF3&quot;/&gt;&lt;wsp:rsid wsp:val=&quot;00A30919&quot;/&gt;&lt;wsp:rsid wsp:val=&quot;00A31F5E&quot;/&gt;&lt;wsp:rsid wsp:val=&quot;00A327D9&quot;/&gt;&lt;wsp:rsid wsp:val=&quot;00A33960&quot;/&gt;&lt;wsp:rsid wsp:val=&quot;00A375E0&quot;/&gt;&lt;wsp:rsid wsp:val=&quot;00A40DA5&quot;/&gt;&lt;wsp:rsid wsp:val=&quot;00A41D21&quot;/&gt;&lt;wsp:rsid wsp:val=&quot;00A43CDA&quot;/&gt;&lt;wsp:rsid wsp:val=&quot;00A44C61&quot;/&gt;&lt;wsp:rsid wsp:val=&quot;00A45BD6&quot;/&gt;&lt;wsp:rsid wsp:val=&quot;00A45F4D&quot;/&gt;&lt;wsp:rsid wsp:val=&quot;00A46174&quot;/&gt;&lt;wsp:rsid wsp:val=&quot;00A50ACF&quot;/&gt;&lt;wsp:rsid wsp:val=&quot;00A516B7&quot;/&gt;&lt;wsp:rsid wsp:val=&quot;00A51FF4&quot;/&gt;&lt;wsp:rsid wsp:val=&quot;00A52987&quot;/&gt;&lt;wsp:rsid wsp:val=&quot;00A5439E&quot;/&gt;&lt;wsp:rsid wsp:val=&quot;00A566FB&quot;/&gt;&lt;wsp:rsid wsp:val=&quot;00A57452&quot;/&gt;&lt;wsp:rsid wsp:val=&quot;00A65E1E&quot;/&gt;&lt;wsp:rsid wsp:val=&quot;00A7219F&quot;/&gt;&lt;wsp:rsid wsp:val=&quot;00A739B7&quot;/&gt;&lt;wsp:rsid wsp:val=&quot;00A74809&quot;/&gt;&lt;wsp:rsid wsp:val=&quot;00A75C9C&quot;/&gt;&lt;wsp:rsid wsp:val=&quot;00A8151D&quot;/&gt;&lt;wsp:rsid wsp:val=&quot;00A81766&quot;/&gt;&lt;wsp:rsid wsp:val=&quot;00A81CDE&quot;/&gt;&lt;wsp:rsid wsp:val=&quot;00A828AC&quot;/&gt;&lt;wsp:rsid wsp:val=&quot;00A83E2D&quot;/&gt;&lt;wsp:rsid wsp:val=&quot;00A85BCD&quot;/&gt;&lt;wsp:rsid wsp:val=&quot;00A86A56&quot;/&gt;&lt;wsp:rsid wsp:val=&quot;00A8785C&quot;/&gt;&lt;wsp:rsid wsp:val=&quot;00A9261D&quot;/&gt;&lt;wsp:rsid wsp:val=&quot;00A927C1&quot;/&gt;&lt;wsp:rsid wsp:val=&quot;00A95999&quot;/&gt;&lt;wsp:rsid wsp:val=&quot;00AA2B4C&quot;/&gt;&lt;wsp:rsid wsp:val=&quot;00AA3B01&quot;/&gt;&lt;wsp:rsid wsp:val=&quot;00AA4115&quot;/&gt;&lt;wsp:rsid wsp:val=&quot;00AA494E&quot;/&gt;&lt;wsp:rsid wsp:val=&quot;00AA671F&quot;/&gt;&lt;wsp:rsid wsp:val=&quot;00AA729C&quot;/&gt;&lt;wsp:rsid wsp:val=&quot;00AA72D6&quot;/&gt;&lt;wsp:rsid wsp:val=&quot;00AB0B54&quot;/&gt;&lt;wsp:rsid wsp:val=&quot;00AB4C5C&quot;/&gt;&lt;wsp:rsid wsp:val=&quot;00AB4FCB&quot;/&gt;&lt;wsp:rsid wsp:val=&quot;00AC12CB&quot;/&gt;&lt;wsp:rsid wsp:val=&quot;00AC397E&quot;/&gt;&lt;wsp:rsid wsp:val=&quot;00AC45D1&quot;/&gt;&lt;wsp:rsid wsp:val=&quot;00AC51AD&quot;/&gt;&lt;wsp:rsid wsp:val=&quot;00AD4FFA&quot;/&gt;&lt;wsp:rsid wsp:val=&quot;00AD6B53&quot;/&gt;&lt;wsp:rsid wsp:val=&quot;00AE3DFF&quot;/&gt;&lt;wsp:rsid wsp:val=&quot;00AF0151&quot;/&gt;&lt;wsp:rsid wsp:val=&quot;00AF146B&quot;/&gt;&lt;wsp:rsid wsp:val=&quot;00AF51C5&quot;/&gt;&lt;wsp:rsid wsp:val=&quot;00B04421&quot;/&gt;&lt;wsp:rsid wsp:val=&quot;00B05AB1&quot;/&gt;&lt;wsp:rsid wsp:val=&quot;00B10197&quot;/&gt;&lt;wsp:rsid wsp:val=&quot;00B10807&quot;/&gt;&lt;wsp:rsid wsp:val=&quot;00B12127&quot;/&gt;&lt;wsp:rsid wsp:val=&quot;00B176DE&quot;/&gt;&lt;wsp:rsid wsp:val=&quot;00B23BDD&quot;/&gt;&lt;wsp:rsid wsp:val=&quot;00B260EF&quot;/&gt;&lt;wsp:rsid wsp:val=&quot;00B31C4A&quot;/&gt;&lt;wsp:rsid wsp:val=&quot;00B32771&quot;/&gt;&lt;wsp:rsid wsp:val=&quot;00B32A96&quot;/&gt;&lt;wsp:rsid wsp:val=&quot;00B34F9F&quot;/&gt;&lt;wsp:rsid wsp:val=&quot;00B404F7&quot;/&gt;&lt;wsp:rsid wsp:val=&quot;00B4348A&quot;/&gt;&lt;wsp:rsid wsp:val=&quot;00B4369A&quot;/&gt;&lt;wsp:rsid wsp:val=&quot;00B4510E&quot;/&gt;&lt;wsp:rsid wsp:val=&quot;00B45B18&quot;/&gt;&lt;wsp:rsid wsp:val=&quot;00B46E5F&quot;/&gt;&lt;wsp:rsid wsp:val=&quot;00B4754C&quot;/&gt;&lt;wsp:rsid wsp:val=&quot;00B51DBE&quot;/&gt;&lt;wsp:rsid wsp:val=&quot;00B54050&quot;/&gt;&lt;wsp:rsid wsp:val=&quot;00B54458&quot;/&gt;&lt;wsp:rsid wsp:val=&quot;00B547D0&quot;/&gt;&lt;wsp:rsid wsp:val=&quot;00B55198&quot;/&gt;&lt;wsp:rsid wsp:val=&quot;00B578C1&quot;/&gt;&lt;wsp:rsid wsp:val=&quot;00B60A8A&quot;/&gt;&lt;wsp:rsid wsp:val=&quot;00B60B52&quot;/&gt;&lt;wsp:rsid wsp:val=&quot;00B61678&quot;/&gt;&lt;wsp:rsid wsp:val=&quot;00B61842&quot;/&gt;&lt;wsp:rsid wsp:val=&quot;00B636C5&quot;/&gt;&lt;wsp:rsid wsp:val=&quot;00B637B2&quot;/&gt;&lt;wsp:rsid wsp:val=&quot;00B64340&quot;/&gt;&lt;wsp:rsid wsp:val=&quot;00B65A32&quot;/&gt;&lt;wsp:rsid wsp:val=&quot;00B67065&quot;/&gt;&lt;wsp:rsid wsp:val=&quot;00B72F60&quot;/&gt;&lt;wsp:rsid wsp:val=&quot;00B7465A&quot;/&gt;&lt;wsp:rsid wsp:val=&quot;00B761A9&quot;/&gt;&lt;wsp:rsid wsp:val=&quot;00B7652C&quot;/&gt;&lt;wsp:rsid wsp:val=&quot;00B77406&quot;/&gt;&lt;wsp:rsid wsp:val=&quot;00B80215&quot;/&gt;&lt;wsp:rsid wsp:val=&quot;00B91651&quot;/&gt;&lt;wsp:rsid wsp:val=&quot;00BA2175&quot;/&gt;&lt;wsp:rsid wsp:val=&quot;00BB2714&quot;/&gt;&lt;wsp:rsid wsp:val=&quot;00BB34B8&quot;/&gt;&lt;wsp:rsid wsp:val=&quot;00BB66C2&quot;/&gt;&lt;wsp:rsid wsp:val=&quot;00BC0E66&quot;/&gt;&lt;wsp:rsid wsp:val=&quot;00BC11EF&quot;/&gt;&lt;wsp:rsid wsp:val=&quot;00BC51AE&quot;/&gt;&lt;wsp:rsid wsp:val=&quot;00BC66E2&quot;/&gt;&lt;wsp:rsid wsp:val=&quot;00BD15C8&quot;/&gt;&lt;wsp:rsid wsp:val=&quot;00BD5CB4&quot;/&gt;&lt;wsp:rsid wsp:val=&quot;00BD69A1&quot;/&gt;&lt;wsp:rsid wsp:val=&quot;00BD782D&quot;/&gt;&lt;wsp:rsid wsp:val=&quot;00BD7FB8&quot;/&gt;&lt;wsp:rsid wsp:val=&quot;00BE2B09&quot;/&gt;&lt;wsp:rsid wsp:val=&quot;00BE2C24&quot;/&gt;&lt;wsp:rsid wsp:val=&quot;00BE428A&quot;/&gt;&lt;wsp:rsid wsp:val=&quot;00BE75B3&quot;/&gt;&lt;wsp:rsid wsp:val=&quot;00BE7C8B&quot;/&gt;&lt;wsp:rsid wsp:val=&quot;00BF0D89&quot;/&gt;&lt;wsp:rsid wsp:val=&quot;00BF1DA3&quot;/&gt;&lt;wsp:rsid wsp:val=&quot;00BF2624&quot;/&gt;&lt;wsp:rsid wsp:val=&quot;00BF5A2E&quot;/&gt;&lt;wsp:rsid wsp:val=&quot;00C01026&quot;/&gt;&lt;wsp:rsid wsp:val=&quot;00C027E8&quot;/&gt;&lt;wsp:rsid wsp:val=&quot;00C04E6E&quot;/&gt;&lt;wsp:rsid wsp:val=&quot;00C10591&quot;/&gt;&lt;wsp:rsid wsp:val=&quot;00C10D4A&quot;/&gt;&lt;wsp:rsid wsp:val=&quot;00C114BB&quot;/&gt;&lt;wsp:rsid wsp:val=&quot;00C128CE&quot;/&gt;&lt;wsp:rsid wsp:val=&quot;00C12F14&quot;/&gt;&lt;wsp:rsid wsp:val=&quot;00C15ABF&quot;/&gt;&lt;wsp:rsid wsp:val=&quot;00C15C18&quot;/&gt;&lt;wsp:rsid wsp:val=&quot;00C16E4D&quot;/&gt;&lt;wsp:rsid wsp:val=&quot;00C17663&quot;/&gt;&lt;wsp:rsid wsp:val=&quot;00C20A8B&quot;/&gt;&lt;wsp:rsid wsp:val=&quot;00C22141&quot;/&gt;&lt;wsp:rsid wsp:val=&quot;00C2257A&quot;/&gt;&lt;wsp:rsid wsp:val=&quot;00C260FF&quot;/&gt;&lt;wsp:rsid wsp:val=&quot;00C32638&quot;/&gt;&lt;wsp:rsid wsp:val=&quot;00C339F8&quot;/&gt;&lt;wsp:rsid wsp:val=&quot;00C341B5&quot;/&gt;&lt;wsp:rsid wsp:val=&quot;00C342E1&quot;/&gt;&lt;wsp:rsid wsp:val=&quot;00C376A6&quot;/&gt;&lt;wsp:rsid wsp:val=&quot;00C37901&quot;/&gt;&lt;wsp:rsid wsp:val=&quot;00C45481&quot;/&gt;&lt;wsp:rsid wsp:val=&quot;00C50831&quot;/&gt;&lt;wsp:rsid wsp:val=&quot;00C562E9&quot;/&gt;&lt;wsp:rsid wsp:val=&quot;00C60453&quot;/&gt;&lt;wsp:rsid wsp:val=&quot;00C65B19&quot;/&gt;&lt;wsp:rsid wsp:val=&quot;00C668DB&quot;/&gt;&lt;wsp:rsid wsp:val=&quot;00C715A2&quot;/&gt;&lt;wsp:rsid wsp:val=&quot;00C738D0&quot;/&gt;&lt;wsp:rsid wsp:val=&quot;00C74063&quot;/&gt;&lt;wsp:rsid wsp:val=&quot;00C748BF&quot;/&gt;&lt;wsp:rsid wsp:val=&quot;00C76E36&quot;/&gt;&lt;wsp:rsid wsp:val=&quot;00C76F59&quot;/&gt;&lt;wsp:rsid wsp:val=&quot;00C80487&quot;/&gt;&lt;wsp:rsid wsp:val=&quot;00C8154C&quot;/&gt;&lt;wsp:rsid wsp:val=&quot;00C82FE1&quot;/&gt;&lt;wsp:rsid wsp:val=&quot;00C83788&quot;/&gt;&lt;wsp:rsid wsp:val=&quot;00C86594&quot;/&gt;&lt;wsp:rsid wsp:val=&quot;00C92C22&quot;/&gt;&lt;wsp:rsid wsp:val=&quot;00CA140F&quot;/&gt;&lt;wsp:rsid wsp:val=&quot;00CA42CE&quot;/&gt;&lt;wsp:rsid wsp:val=&quot;00CA6168&quot;/&gt;&lt;wsp:rsid wsp:val=&quot;00CB3F46&quot;/&gt;&lt;wsp:rsid wsp:val=&quot;00CC2254&quot;/&gt;&lt;wsp:rsid wsp:val=&quot;00CC2724&quot;/&gt;&lt;wsp:rsid wsp:val=&quot;00CC2C42&quot;/&gt;&lt;wsp:rsid wsp:val=&quot;00CC2CB6&quot;/&gt;&lt;wsp:rsid wsp:val=&quot;00CC3A2F&quot;/&gt;&lt;wsp:rsid wsp:val=&quot;00CC3B58&quot;/&gt;&lt;wsp:rsid wsp:val=&quot;00CC6D81&quot;/&gt;&lt;wsp:rsid wsp:val=&quot;00CD010C&quot;/&gt;&lt;wsp:rsid wsp:val=&quot;00CD02B5&quot;/&gt;&lt;wsp:rsid wsp:val=&quot;00CD0616&quot;/&gt;&lt;wsp:rsid wsp:val=&quot;00CD0AE1&quot;/&gt;&lt;wsp:rsid wsp:val=&quot;00CD11DE&quot;/&gt;&lt;wsp:rsid wsp:val=&quot;00CD2A77&quot;/&gt;&lt;wsp:rsid wsp:val=&quot;00CD5969&quot;/&gt;&lt;wsp:rsid wsp:val=&quot;00CD6D10&quot;/&gt;&lt;wsp:rsid wsp:val=&quot;00CE1EDD&quot;/&gt;&lt;wsp:rsid wsp:val=&quot;00CF1772&quot;/&gt;&lt;wsp:rsid wsp:val=&quot;00CF51F9&quot;/&gt;&lt;wsp:rsid wsp:val=&quot;00D064CD&quot;/&gt;&lt;wsp:rsid wsp:val=&quot;00D07C9B&quot;/&gt;&lt;wsp:rsid wsp:val=&quot;00D07D1E&quot;/&gt;&lt;wsp:rsid wsp:val=&quot;00D164B6&quot;/&gt;&lt;wsp:rsid wsp:val=&quot;00D212C9&quot;/&gt;&lt;wsp:rsid wsp:val=&quot;00D2227E&quot;/&gt;&lt;wsp:rsid wsp:val=&quot;00D22854&quot;/&gt;&lt;wsp:rsid wsp:val=&quot;00D24933&quot;/&gt;&lt;wsp:rsid wsp:val=&quot;00D26C2F&quot;/&gt;&lt;wsp:rsid wsp:val=&quot;00D32259&quot;/&gt;&lt;wsp:rsid wsp:val=&quot;00D33F7C&quot;/&gt;&lt;wsp:rsid wsp:val=&quot;00D3504C&quot;/&gt;&lt;wsp:rsid wsp:val=&quot;00D35C13&quot;/&gt;&lt;wsp:rsid wsp:val=&quot;00D41086&quot;/&gt;&lt;wsp:rsid wsp:val=&quot;00D4135D&quot;/&gt;&lt;wsp:rsid wsp:val=&quot;00D41430&quot;/&gt;&lt;wsp:rsid wsp:val=&quot;00D417F5&quot;/&gt;&lt;wsp:rsid wsp:val=&quot;00D43AB7&quot;/&gt;&lt;wsp:rsid wsp:val=&quot;00D43D04&quot;/&gt;&lt;wsp:rsid wsp:val=&quot;00D4593D&quot;/&gt;&lt;wsp:rsid wsp:val=&quot;00D45A31&quot;/&gt;&lt;wsp:rsid wsp:val=&quot;00D54B14&quot;/&gt;&lt;wsp:rsid wsp:val=&quot;00D573AF&quot;/&gt;&lt;wsp:rsid wsp:val=&quot;00D60C3F&quot;/&gt;&lt;wsp:rsid wsp:val=&quot;00D60E1F&quot;/&gt;&lt;wsp:rsid wsp:val=&quot;00D6200E&quot;/&gt;&lt;wsp:rsid wsp:val=&quot;00D65DA5&quot;/&gt;&lt;wsp:rsid wsp:val=&quot;00D72B65&quot;/&gt;&lt;wsp:rsid wsp:val=&quot;00D76779&quot;/&gt;&lt;wsp:rsid wsp:val=&quot;00D861B4&quot;/&gt;&lt;wsp:rsid wsp:val=&quot;00D87C4F&quot;/&gt;&lt;wsp:rsid wsp:val=&quot;00D92915&quot;/&gt;&lt;wsp:rsid wsp:val=&quot;00D94AF2&quot;/&gt;&lt;wsp:rsid wsp:val=&quot;00D96653&quot;/&gt;&lt;wsp:rsid wsp:val=&quot;00DA012B&quot;/&gt;&lt;wsp:rsid wsp:val=&quot;00DA0705&quot;/&gt;&lt;wsp:rsid wsp:val=&quot;00DA4A4B&quot;/&gt;&lt;wsp:rsid wsp:val=&quot;00DA6ECC&quot;/&gt;&lt;wsp:rsid wsp:val=&quot;00DB050B&quot;/&gt;&lt;wsp:rsid wsp:val=&quot;00DB060E&quot;/&gt;&lt;wsp:rsid wsp:val=&quot;00DB18E6&quot;/&gt;&lt;wsp:rsid wsp:val=&quot;00DB343C&quot;/&gt;&lt;wsp:rsid wsp:val=&quot;00DC3C3A&quot;/&gt;&lt;wsp:rsid wsp:val=&quot;00DD1AC6&quot;/&gt;&lt;wsp:rsid wsp:val=&quot;00DD1D08&quot;/&gt;&lt;wsp:rsid wsp:val=&quot;00DD27A6&quot;/&gt;&lt;wsp:rsid wsp:val=&quot;00DD3F92&quot;/&gt;&lt;wsp:rsid wsp:val=&quot;00DD509D&quot;/&gt;&lt;wsp:rsid wsp:val=&quot;00DE328B&quot;/&gt;&lt;wsp:rsid wsp:val=&quot;00DF015C&quot;/&gt;&lt;wsp:rsid wsp:val=&quot;00DF24EE&quot;/&gt;&lt;wsp:rsid wsp:val=&quot;00DF38D3&quot;/&gt;&lt;wsp:rsid wsp:val=&quot;00DF5A03&quot;/&gt;&lt;wsp:rsid wsp:val=&quot;00DF6481&quot;/&gt;&lt;wsp:rsid wsp:val=&quot;00DF681F&quot;/&gt;&lt;wsp:rsid wsp:val=&quot;00DF7D9B&quot;/&gt;&lt;wsp:rsid wsp:val=&quot;00E03C95&quot;/&gt;&lt;wsp:rsid wsp:val=&quot;00E06781&quot;/&gt;&lt;wsp:rsid wsp:val=&quot;00E11944&quot;/&gt;&lt;wsp:rsid wsp:val=&quot;00E12252&quot;/&gt;&lt;wsp:rsid wsp:val=&quot;00E1370A&quot;/&gt;&lt;wsp:rsid wsp:val=&quot;00E1441D&quot;/&gt;&lt;wsp:rsid wsp:val=&quot;00E14FD5&quot;/&gt;&lt;wsp:rsid wsp:val=&quot;00E1571F&quot;/&gt;&lt;wsp:rsid wsp:val=&quot;00E162D3&quot;/&gt;&lt;wsp:rsid wsp:val=&quot;00E16A8E&quot;/&gt;&lt;wsp:rsid wsp:val=&quot;00E20193&quot;/&gt;&lt;wsp:rsid wsp:val=&quot;00E20BFA&quot;/&gt;&lt;wsp:rsid wsp:val=&quot;00E216F1&quot;/&gt;&lt;wsp:rsid wsp:val=&quot;00E2470C&quot;/&gt;&lt;wsp:rsid wsp:val=&quot;00E2546F&quot;/&gt;&lt;wsp:rsid wsp:val=&quot;00E3188F&quot;/&gt;&lt;wsp:rsid wsp:val=&quot;00E31B2E&quot;/&gt;&lt;wsp:rsid wsp:val=&quot;00E33977&quot;/&gt;&lt;wsp:rsid wsp:val=&quot;00E350FB&quot;/&gt;&lt;wsp:rsid wsp:val=&quot;00E370FE&quot;/&gt;&lt;wsp:rsid wsp:val=&quot;00E4268D&quot;/&gt;&lt;wsp:rsid wsp:val=&quot;00E43EEA&quot;/&gt;&lt;wsp:rsid wsp:val=&quot;00E506A6&quot;/&gt;&lt;wsp:rsid wsp:val=&quot;00E51290&quot;/&gt;&lt;wsp:rsid wsp:val=&quot;00E54189&quot;/&gt;&lt;wsp:rsid wsp:val=&quot;00E559DF&quot;/&gt;&lt;wsp:rsid wsp:val=&quot;00E56166&quot;/&gt;&lt;wsp:rsid wsp:val=&quot;00E575DC&quot;/&gt;&lt;wsp:rsid wsp:val=&quot;00E57970&quot;/&gt;&lt;wsp:rsid wsp:val=&quot;00E60681&quot;/&gt;&lt;wsp:rsid wsp:val=&quot;00E63934&quot;/&gt;&lt;wsp:rsid wsp:val=&quot;00E64F2C&quot;/&gt;&lt;wsp:rsid wsp:val=&quot;00E65F0F&quot;/&gt;&lt;wsp:rsid wsp:val=&quot;00E67D6C&quot;/&gt;&lt;wsp:rsid wsp:val=&quot;00E72980&quot;/&gt;&lt;wsp:rsid wsp:val=&quot;00E74465&quot;/&gt;&lt;wsp:rsid wsp:val=&quot;00E75557&quot;/&gt;&lt;wsp:rsid wsp:val=&quot;00E774AE&quot;/&gt;&lt;wsp:rsid wsp:val=&quot;00E77A0E&quot;/&gt;&lt;wsp:rsid wsp:val=&quot;00E82827&quot;/&gt;&lt;wsp:rsid wsp:val=&quot;00E8338A&quot;/&gt;&lt;wsp:rsid wsp:val=&quot;00E84C24&quot;/&gt;&lt;wsp:rsid wsp:val=&quot;00E86047&quot;/&gt;&lt;wsp:rsid wsp:val=&quot;00E9199F&quot;/&gt;&lt;wsp:rsid wsp:val=&quot;00EA0D20&quot;/&gt;&lt;wsp:rsid wsp:val=&quot;00EA3180&quot;/&gt;&lt;wsp:rsid wsp:val=&quot;00EA605F&quot;/&gt;&lt;wsp:rsid wsp:val=&quot;00EA6E15&quot;/&gt;&lt;wsp:rsid wsp:val=&quot;00EB11F5&quot;/&gt;&lt;wsp:rsid wsp:val=&quot;00EB36D8&quot;/&gt;&lt;wsp:rsid wsp:val=&quot;00EB4EA8&quot;/&gt;&lt;wsp:rsid wsp:val=&quot;00EC2765&quot;/&gt;&lt;wsp:rsid wsp:val=&quot;00EC276F&quot;/&gt;&lt;wsp:rsid wsp:val=&quot;00EC2B48&quot;/&gt;&lt;wsp:rsid wsp:val=&quot;00EC2F53&quot;/&gt;&lt;wsp:rsid wsp:val=&quot;00EC44E0&quot;/&gt;&lt;wsp:rsid wsp:val=&quot;00EC51CE&quot;/&gt;&lt;wsp:rsid wsp:val=&quot;00EC5E8F&quot;/&gt;&lt;wsp:rsid wsp:val=&quot;00ED0038&quot;/&gt;&lt;wsp:rsid wsp:val=&quot;00ED19F9&quot;/&gt;&lt;wsp:rsid wsp:val=&quot;00ED35B9&quot;/&gt;&lt;wsp:rsid wsp:val=&quot;00ED49C8&quot;/&gt;&lt;wsp:rsid wsp:val=&quot;00ED5A10&quot;/&gt;&lt;wsp:rsid wsp:val=&quot;00ED6443&quot;/&gt;&lt;wsp:rsid wsp:val=&quot;00ED793D&quot;/&gt;&lt;wsp:rsid wsp:val=&quot;00EE0EA4&quot;/&gt;&lt;wsp:rsid wsp:val=&quot;00EE4CDF&quot;/&gt;&lt;wsp:rsid wsp:val=&quot;00EE5703&quot;/&gt;&lt;wsp:rsid wsp:val=&quot;00EE5CA0&quot;/&gt;&lt;wsp:rsid wsp:val=&quot;00EE7EC0&quot;/&gt;&lt;wsp:rsid wsp:val=&quot;00EF0C69&quot;/&gt;&lt;wsp:rsid wsp:val=&quot;00EF3F35&quot;/&gt;&lt;wsp:rsid wsp:val=&quot;00EF65A8&quot;/&gt;&lt;wsp:rsid wsp:val=&quot;00EF75AB&quot;/&gt;&lt;wsp:rsid wsp:val=&quot;00F01559&quot;/&gt;&lt;wsp:rsid wsp:val=&quot;00F0208D&quot;/&gt;&lt;wsp:rsid wsp:val=&quot;00F030CF&quot;/&gt;&lt;wsp:rsid wsp:val=&quot;00F168B9&quot;/&gt;&lt;wsp:rsid wsp:val=&quot;00F2002A&quot;/&gt;&lt;wsp:rsid wsp:val=&quot;00F20B37&quot;/&gt;&lt;wsp:rsid wsp:val=&quot;00F26CD9&quot;/&gt;&lt;wsp:rsid wsp:val=&quot;00F2728A&quot;/&gt;&lt;wsp:rsid wsp:val=&quot;00F37BB1&quot;/&gt;&lt;wsp:rsid wsp:val=&quot;00F40281&quot;/&gt;&lt;wsp:rsid wsp:val=&quot;00F40345&quot;/&gt;&lt;wsp:rsid wsp:val=&quot;00F41621&quot;/&gt;&lt;wsp:rsid wsp:val=&quot;00F41EE8&quot;/&gt;&lt;wsp:rsid wsp:val=&quot;00F44960&quot;/&gt;&lt;wsp:rsid wsp:val=&quot;00F44D5C&quot;/&gt;&lt;wsp:rsid wsp:val=&quot;00F452AF&quot;/&gt;&lt;wsp:rsid wsp:val=&quot;00F47A20&quot;/&gt;&lt;wsp:rsid wsp:val=&quot;00F52B5F&quot;/&gt;&lt;wsp:rsid wsp:val=&quot;00F53B62&quot;/&gt;&lt;wsp:rsid wsp:val=&quot;00F53E4C&quot;/&gt;&lt;wsp:rsid wsp:val=&quot;00F56172&quot;/&gt;&lt;wsp:rsid wsp:val=&quot;00F6161A&quot;/&gt;&lt;wsp:rsid wsp:val=&quot;00F6481F&quot;/&gt;&lt;wsp:rsid wsp:val=&quot;00F70F4F&quot;/&gt;&lt;wsp:rsid wsp:val=&quot;00F73C28&quot;/&gt;&lt;wsp:rsid wsp:val=&quot;00F77B4D&quot;/&gt;&lt;wsp:rsid wsp:val=&quot;00F81E15&quot;/&gt;&lt;wsp:rsid wsp:val=&quot;00F8220C&quot;/&gt;&lt;wsp:rsid wsp:val=&quot;00F8451F&quot;/&gt;&lt;wsp:rsid wsp:val=&quot;00F91764&quot;/&gt;&lt;wsp:rsid wsp:val=&quot;00F91DF9&quot;/&gt;&lt;wsp:rsid wsp:val=&quot;00F95C3A&quot;/&gt;&lt;wsp:rsid wsp:val=&quot;00F97EA0&quot;/&gt;&lt;wsp:rsid wsp:val=&quot;00FA0C07&quot;/&gt;&lt;wsp:rsid wsp:val=&quot;00FA0F94&quot;/&gt;&lt;wsp:rsid wsp:val=&quot;00FA41B9&quot;/&gt;&lt;wsp:rsid wsp:val=&quot;00FB42AF&quot;/&gt;&lt;wsp:rsid wsp:val=&quot;00FB5823&quot;/&gt;&lt;wsp:rsid wsp:val=&quot;00FB5C20&quot;/&gt;&lt;wsp:rsid wsp:val=&quot;00FB7D72&quot;/&gt;&lt;wsp:rsid wsp:val=&quot;00FB7D9C&quot;/&gt;&lt;wsp:rsid wsp:val=&quot;00FB7FED&quot;/&gt;&lt;wsp:rsid wsp:val=&quot;00FC76EA&quot;/&gt;&lt;wsp:rsid wsp:val=&quot;00FD073D&quot;/&gt;&lt;wsp:rsid wsp:val=&quot;00FE26F3&quot;/&gt;&lt;wsp:rsid wsp:val=&quot;00FE2CC5&quot;/&gt;&lt;wsp:rsid wsp:val=&quot;00FE5EEF&quot;/&gt;&lt;wsp:rsid wsp:val=&quot;00FE62D1&quot;/&gt;&lt;wsp:rsid wsp:val=&quot;00FE6F67&quot;/&gt;&lt;wsp:rsid wsp:val=&quot;00FF0AAF&quot;/&gt;&lt;wsp:rsid wsp:val=&quot;00FF4D5E&quot;/&gt;&lt;wsp:rsid wsp:val=&quot;00FF55EB&quot;/&gt;&lt;wsp:rsid wsp:val=&quot;00FF6840&quot;/&gt;&lt;/wsp:rsids&gt;&lt;/w:docPr&gt;&lt;w:body&gt;&lt;wx:sect&gt;&lt;w:p wsp:rsidR=&quot;00000000&quot; wsp:rsidRDefault=&quot;00497F78&quot; wsp:rsidP=&quot;00497F78&quot;&gt;&lt;m:oMathPara&gt;&lt;m:oMath&gt;&lt;m:nary&gt;&lt;m:naryPr&gt;&lt;m:chr m:val=&quot;âˆ‘&quot;/&gt;&lt;m:limLoc m:val=&quot;undOvr&quot;/&gt;&lt;m:ctrlPr&gt;&lt;w:rPr&gt;&lt;w:rFonts w:ascii=&quot;Cambria Math&quot; w:h-ansi=&quot;Cambria Math&quot;/&gt;&lt;wx:font wx:val=&quot;Cambria Math&quot;/&gt;&lt;w:i/&gt;&lt;w:i-cs/&gt;&lt;/w:rPr&gt;&lt;/m:ctrlPr&gt;&lt;/m:naryPr&gt;&lt;m:sub&gt;&lt;m:r&gt;&lt;w:rPr&gt;&lt;w:rFonts w:ascii=&quot;Cambria Math&quot; w:h-ansi=&quot;Cambria Math&quot;/&gt;&lt;wx:font wx:val=&quot;Cambria Math&quot;/&gt;&lt;w:i/&gt;&lt;/w:rPr&gt;&lt;m:t&gt;fmd=1 &lt;/m:t&gt;&lt;/m:r&gt;&lt;/m:sub&gt;&lt;m:sup&gt;&lt;m:r&gt;&lt;w:rPr&gt;&lt;w:rFonts w:ascii=&quot;Cambria Math&quot; w:h-ansi=&quot;Cambria Math&quot;/&gt;&lt;wx:font wx:val=&quot;Cambria Math&quot;/&gt;&lt;w:i/&gt;&lt;/w:rPr&gt;&lt;m:t&gt;nfmd&lt;/m:t&gt;&lt;/m:r&gt;&lt;/m:sup&gt;&lt;m:e&gt;&lt;m:r&gt;&lt;m:rPr&gt;&lt;m:sty m:val=&quot;p&quot;/&gt;&lt;/m:rPr&gt;&lt;w:rPr&gt;&lt;w:rFonts w:ascii=&quot;Cambria Math&quot; w:h-ansi=&quot;Cambria Math&quot;/&gt;&lt;wx:font wx:val=&quot;Cambria Math&quot;/&gt;&lt;/w:rPr&gt;&lt;m:t&gt;(&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Pr="00D24933">
        <w:fldChar w:fldCharType="end"/>
      </w:r>
      <w:r w:rsidRPr="00ED3498">
        <w:t>TSDCMA</w:t>
      </w:r>
      <w:r w:rsidRPr="00ED3498">
        <w:rPr>
          <w:i/>
          <w:vertAlign w:val="subscript"/>
        </w:rPr>
        <w:t xml:space="preserve"> </w:t>
      </w:r>
      <w:proofErr w:type="spellStart"/>
      <w:r w:rsidRPr="00ED3498">
        <w:rPr>
          <w:i/>
          <w:vertAlign w:val="subscript"/>
        </w:rPr>
        <w:t>fmd</w:t>
      </w:r>
      <w:proofErr w:type="spellEnd"/>
      <w:r w:rsidRPr="00ED3498">
        <w:t>)</w:t>
      </w:r>
    </w:p>
    <w:p w14:paraId="7ED90EE3" w14:textId="77777777" w:rsidR="003F580A" w:rsidRPr="00ED3498" w:rsidRDefault="003F580A" w:rsidP="003F580A">
      <w:pPr>
        <w:ind w:left="720" w:hanging="720"/>
      </w:pPr>
      <w:r w:rsidRPr="00ED3498">
        <w:t>The above variables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9"/>
        <w:gridCol w:w="883"/>
        <w:gridCol w:w="6028"/>
      </w:tblGrid>
      <w:tr w:rsidR="003F580A" w:rsidRPr="00ED3498" w14:paraId="7E1B61A6" w14:textId="77777777" w:rsidTr="000C6618">
        <w:trPr>
          <w:trHeight w:val="351"/>
          <w:tblHeader/>
        </w:trPr>
        <w:tc>
          <w:tcPr>
            <w:tcW w:w="2179" w:type="dxa"/>
            <w:tcBorders>
              <w:top w:val="single" w:sz="4" w:space="0" w:color="auto"/>
              <w:left w:val="single" w:sz="4" w:space="0" w:color="auto"/>
              <w:bottom w:val="single" w:sz="4" w:space="0" w:color="auto"/>
              <w:right w:val="single" w:sz="4" w:space="0" w:color="auto"/>
            </w:tcBorders>
            <w:hideMark/>
          </w:tcPr>
          <w:p w14:paraId="681D260E" w14:textId="77777777" w:rsidR="003F580A" w:rsidRPr="00ED3498" w:rsidRDefault="003F580A" w:rsidP="000C6618">
            <w:pPr>
              <w:spacing w:after="240"/>
              <w:rPr>
                <w:b/>
                <w:iCs/>
                <w:sz w:val="20"/>
              </w:rPr>
            </w:pPr>
            <w:r w:rsidRPr="00ED3498">
              <w:rPr>
                <w:b/>
                <w:iCs/>
                <w:sz w:val="20"/>
              </w:rPr>
              <w:t>Variable</w:t>
            </w:r>
          </w:p>
        </w:tc>
        <w:tc>
          <w:tcPr>
            <w:tcW w:w="883" w:type="dxa"/>
            <w:tcBorders>
              <w:top w:val="single" w:sz="4" w:space="0" w:color="auto"/>
              <w:left w:val="single" w:sz="4" w:space="0" w:color="auto"/>
              <w:bottom w:val="single" w:sz="4" w:space="0" w:color="auto"/>
              <w:right w:val="single" w:sz="4" w:space="0" w:color="auto"/>
            </w:tcBorders>
            <w:hideMark/>
          </w:tcPr>
          <w:p w14:paraId="4149D036" w14:textId="77777777" w:rsidR="003F580A" w:rsidRPr="00ED3498" w:rsidRDefault="003F580A" w:rsidP="000C6618">
            <w:pPr>
              <w:spacing w:after="240"/>
              <w:rPr>
                <w:b/>
                <w:iCs/>
                <w:sz w:val="20"/>
              </w:rPr>
            </w:pPr>
            <w:r w:rsidRPr="00ED3498">
              <w:rPr>
                <w:b/>
                <w:iCs/>
                <w:sz w:val="20"/>
              </w:rPr>
              <w:t>Unit</w:t>
            </w:r>
          </w:p>
        </w:tc>
        <w:tc>
          <w:tcPr>
            <w:tcW w:w="6028" w:type="dxa"/>
            <w:tcBorders>
              <w:top w:val="single" w:sz="4" w:space="0" w:color="auto"/>
              <w:left w:val="single" w:sz="4" w:space="0" w:color="auto"/>
              <w:bottom w:val="single" w:sz="4" w:space="0" w:color="auto"/>
              <w:right w:val="single" w:sz="4" w:space="0" w:color="auto"/>
            </w:tcBorders>
            <w:hideMark/>
          </w:tcPr>
          <w:p w14:paraId="47C57B63" w14:textId="77777777" w:rsidR="003F580A" w:rsidRPr="00ED3498" w:rsidRDefault="003F580A" w:rsidP="000C6618">
            <w:pPr>
              <w:spacing w:after="240"/>
              <w:rPr>
                <w:b/>
                <w:iCs/>
                <w:sz w:val="20"/>
              </w:rPr>
            </w:pPr>
            <w:r w:rsidRPr="00ED3498">
              <w:rPr>
                <w:b/>
                <w:iCs/>
                <w:sz w:val="20"/>
              </w:rPr>
              <w:t>Description</w:t>
            </w:r>
          </w:p>
        </w:tc>
      </w:tr>
      <w:tr w:rsidR="003F580A" w:rsidRPr="00ED3498" w14:paraId="24746EC6"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7B7E1197" w14:textId="77777777" w:rsidR="003F580A" w:rsidRPr="00ED3498" w:rsidRDefault="003F580A" w:rsidP="000C6618">
            <w:pPr>
              <w:spacing w:after="60"/>
              <w:rPr>
                <w:iCs/>
                <w:sz w:val="20"/>
              </w:rPr>
            </w:pPr>
            <w:r w:rsidRPr="00ED3498">
              <w:rPr>
                <w:iCs/>
                <w:sz w:val="20"/>
              </w:rPr>
              <w:t>SDCCE</w:t>
            </w:r>
            <w:r w:rsidRPr="00ED3498">
              <w:rPr>
                <w:i/>
                <w:iCs/>
                <w:sz w:val="20"/>
                <w:vertAlign w:val="subscript"/>
              </w:rPr>
              <w:t xml:space="preserve"> cp</w:t>
            </w:r>
          </w:p>
        </w:tc>
        <w:tc>
          <w:tcPr>
            <w:tcW w:w="883" w:type="dxa"/>
            <w:tcBorders>
              <w:top w:val="single" w:sz="4" w:space="0" w:color="auto"/>
              <w:left w:val="single" w:sz="4" w:space="0" w:color="auto"/>
              <w:bottom w:val="single" w:sz="4" w:space="0" w:color="auto"/>
              <w:right w:val="single" w:sz="4" w:space="0" w:color="auto"/>
            </w:tcBorders>
            <w:hideMark/>
          </w:tcPr>
          <w:p w14:paraId="2E75CA76" w14:textId="77777777" w:rsidR="003F580A" w:rsidRPr="00ED3498" w:rsidRDefault="003F580A" w:rsidP="000C6618">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77E4ED67" w14:textId="77777777" w:rsidR="003F580A" w:rsidRPr="00ED3498" w:rsidRDefault="003F580A" w:rsidP="000C6618">
            <w:pPr>
              <w:spacing w:after="60"/>
              <w:rPr>
                <w:i/>
                <w:sz w:val="20"/>
              </w:rPr>
            </w:pPr>
            <w:r w:rsidRPr="00ED3498">
              <w:rPr>
                <w:i/>
                <w:sz w:val="20"/>
              </w:rPr>
              <w:t xml:space="preserve">Securitization Default Charge Credit Exposure – </w:t>
            </w:r>
            <w:r w:rsidRPr="00ED3498">
              <w:rPr>
                <w:iCs/>
                <w:sz w:val="20"/>
              </w:rPr>
              <w:t>Estimated credit exposure for each Counter-Party related to Securitization Default Charges.</w:t>
            </w:r>
          </w:p>
        </w:tc>
      </w:tr>
      <w:tr w:rsidR="003F580A" w:rsidRPr="00ED3498" w14:paraId="29A633AF"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21CA5A34" w14:textId="77777777" w:rsidR="003F580A" w:rsidRPr="00ED3498" w:rsidRDefault="003F580A" w:rsidP="000C6618">
            <w:pPr>
              <w:spacing w:after="60"/>
              <w:rPr>
                <w:iCs/>
                <w:sz w:val="20"/>
              </w:rPr>
            </w:pPr>
            <w:r w:rsidRPr="00ED3498">
              <w:rPr>
                <w:iCs/>
                <w:sz w:val="20"/>
              </w:rPr>
              <w:t>SDCMMARS</w:t>
            </w:r>
            <w:r w:rsidRPr="00ED3498">
              <w:rPr>
                <w:i/>
                <w:sz w:val="20"/>
                <w:vertAlign w:val="subscript"/>
              </w:rPr>
              <w:t xml:space="preserve"> cp, om, s</w:t>
            </w:r>
          </w:p>
        </w:tc>
        <w:tc>
          <w:tcPr>
            <w:tcW w:w="883" w:type="dxa"/>
            <w:tcBorders>
              <w:top w:val="single" w:sz="4" w:space="0" w:color="auto"/>
              <w:left w:val="single" w:sz="4" w:space="0" w:color="auto"/>
              <w:bottom w:val="single" w:sz="4" w:space="0" w:color="auto"/>
              <w:right w:val="single" w:sz="4" w:space="0" w:color="auto"/>
            </w:tcBorders>
            <w:hideMark/>
          </w:tcPr>
          <w:p w14:paraId="6AF3402D"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10F1DC89" w14:textId="77777777" w:rsidR="003F580A" w:rsidRPr="00ED3498" w:rsidRDefault="003F580A" w:rsidP="000C6618">
            <w:pPr>
              <w:spacing w:after="60"/>
              <w:rPr>
                <w:i/>
                <w:sz w:val="20"/>
              </w:rPr>
            </w:pPr>
            <w:r w:rsidRPr="00ED3498">
              <w:rPr>
                <w:i/>
                <w:sz w:val="20"/>
              </w:rPr>
              <w:t>Securitization Default Charge Maximum MWh Activity Ratio Share</w:t>
            </w:r>
            <w:r w:rsidRPr="00ED3498">
              <w:rPr>
                <w:iCs/>
                <w:sz w:val="20"/>
              </w:rPr>
              <w:t xml:space="preserve"> – The Counter-Party’s pro rata share of Securitization Default Charge Maximum MWh Activity in the most recent available reference month </w:t>
            </w:r>
            <w:r w:rsidRPr="00ED3498">
              <w:rPr>
                <w:i/>
                <w:sz w:val="20"/>
              </w:rPr>
              <w:t>rm</w:t>
            </w:r>
            <w:r w:rsidRPr="00ED3498">
              <w:rPr>
                <w:iCs/>
                <w:sz w:val="20"/>
              </w:rPr>
              <w:t xml:space="preserve"> based on Initial Settlements</w:t>
            </w:r>
            <w:r w:rsidRPr="00ED3498">
              <w:rPr>
                <w:i/>
                <w:sz w:val="20"/>
              </w:rPr>
              <w:t>.</w:t>
            </w:r>
          </w:p>
        </w:tc>
      </w:tr>
      <w:tr w:rsidR="003F580A" w:rsidRPr="00ED3498" w14:paraId="0F21F0CD"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68199817" w14:textId="77777777" w:rsidR="003F580A" w:rsidRPr="00ED3498" w:rsidRDefault="003F580A" w:rsidP="000C6618">
            <w:pPr>
              <w:spacing w:after="60"/>
              <w:rPr>
                <w:iCs/>
                <w:sz w:val="20"/>
              </w:rPr>
            </w:pPr>
            <w:r w:rsidRPr="00ED3498">
              <w:rPr>
                <w:iCs/>
                <w:sz w:val="20"/>
              </w:rPr>
              <w:t>TSDCMA</w:t>
            </w:r>
          </w:p>
        </w:tc>
        <w:tc>
          <w:tcPr>
            <w:tcW w:w="883" w:type="dxa"/>
            <w:tcBorders>
              <w:top w:val="single" w:sz="4" w:space="0" w:color="auto"/>
              <w:left w:val="single" w:sz="4" w:space="0" w:color="auto"/>
              <w:bottom w:val="single" w:sz="4" w:space="0" w:color="auto"/>
              <w:right w:val="single" w:sz="4" w:space="0" w:color="auto"/>
            </w:tcBorders>
            <w:hideMark/>
          </w:tcPr>
          <w:p w14:paraId="38EC8A31" w14:textId="77777777" w:rsidR="003F580A" w:rsidRPr="00ED3498" w:rsidRDefault="003F580A" w:rsidP="000C6618">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657E397D" w14:textId="77777777" w:rsidR="003F580A" w:rsidRPr="00ED3498" w:rsidRDefault="003F580A" w:rsidP="000C6618">
            <w:pPr>
              <w:spacing w:after="60"/>
              <w:rPr>
                <w:iCs/>
                <w:sz w:val="20"/>
              </w:rPr>
            </w:pPr>
            <w:r w:rsidRPr="00ED3498">
              <w:rPr>
                <w:i/>
                <w:sz w:val="20"/>
              </w:rPr>
              <w:t xml:space="preserve">Total Securitization Default Charge Monthly Amount </w:t>
            </w:r>
            <w:r w:rsidRPr="00ED3498">
              <w:rPr>
                <w:iCs/>
                <w:sz w:val="20"/>
              </w:rPr>
              <w:t xml:space="preserve">–  </w:t>
            </w:r>
          </w:p>
          <w:p w14:paraId="36705963" w14:textId="77777777" w:rsidR="003F580A" w:rsidRPr="00ED3498" w:rsidRDefault="003F580A" w:rsidP="000C6618">
            <w:pPr>
              <w:spacing w:after="60"/>
              <w:rPr>
                <w:sz w:val="20"/>
              </w:rPr>
            </w:pPr>
            <w:r w:rsidRPr="00ED3498">
              <w:rPr>
                <w:iCs/>
                <w:sz w:val="20"/>
              </w:rPr>
              <w:t>The amount ERCOT determines must be collected for the month in order to timely repay the Securitization Default Balance.</w:t>
            </w:r>
          </w:p>
        </w:tc>
      </w:tr>
      <w:tr w:rsidR="003F580A" w:rsidRPr="00ED3498" w14:paraId="12087D6F"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241FA70A" w14:textId="77777777" w:rsidR="003F580A" w:rsidRPr="00ED3498" w:rsidRDefault="003F580A" w:rsidP="000C6618">
            <w:pPr>
              <w:spacing w:after="60"/>
              <w:rPr>
                <w:i/>
                <w:sz w:val="20"/>
              </w:rPr>
            </w:pPr>
            <w:r w:rsidRPr="00ED3498">
              <w:rPr>
                <w:i/>
                <w:sz w:val="20"/>
              </w:rPr>
              <w:t>cp</w:t>
            </w:r>
          </w:p>
        </w:tc>
        <w:tc>
          <w:tcPr>
            <w:tcW w:w="883" w:type="dxa"/>
            <w:tcBorders>
              <w:top w:val="single" w:sz="4" w:space="0" w:color="auto"/>
              <w:left w:val="single" w:sz="4" w:space="0" w:color="auto"/>
              <w:bottom w:val="single" w:sz="4" w:space="0" w:color="auto"/>
              <w:right w:val="single" w:sz="4" w:space="0" w:color="auto"/>
            </w:tcBorders>
            <w:hideMark/>
          </w:tcPr>
          <w:p w14:paraId="6D57F7CE"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62CA9D7C" w14:textId="77777777" w:rsidR="003F580A" w:rsidRPr="00ED3498" w:rsidRDefault="003F580A" w:rsidP="000C6618">
            <w:pPr>
              <w:spacing w:after="60"/>
              <w:rPr>
                <w:i/>
                <w:sz w:val="20"/>
              </w:rPr>
            </w:pPr>
            <w:r w:rsidRPr="00ED3498">
              <w:rPr>
                <w:iCs/>
                <w:sz w:val="20"/>
              </w:rPr>
              <w:t>A registered Counter-Party.</w:t>
            </w:r>
          </w:p>
        </w:tc>
      </w:tr>
      <w:tr w:rsidR="003F580A" w:rsidRPr="00ED3498" w14:paraId="61D8C554"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6AC0C790" w14:textId="77777777" w:rsidR="003F580A" w:rsidRPr="00ED3498" w:rsidRDefault="003F580A" w:rsidP="000C6618">
            <w:pPr>
              <w:spacing w:after="60"/>
              <w:rPr>
                <w:i/>
                <w:sz w:val="20"/>
              </w:rPr>
            </w:pPr>
            <w:r w:rsidRPr="00ED3498">
              <w:rPr>
                <w:i/>
                <w:sz w:val="20"/>
              </w:rPr>
              <w:t>rm</w:t>
            </w:r>
          </w:p>
        </w:tc>
        <w:tc>
          <w:tcPr>
            <w:tcW w:w="883" w:type="dxa"/>
            <w:tcBorders>
              <w:top w:val="single" w:sz="4" w:space="0" w:color="auto"/>
              <w:left w:val="single" w:sz="4" w:space="0" w:color="auto"/>
              <w:bottom w:val="single" w:sz="4" w:space="0" w:color="auto"/>
              <w:right w:val="single" w:sz="4" w:space="0" w:color="auto"/>
            </w:tcBorders>
            <w:hideMark/>
          </w:tcPr>
          <w:p w14:paraId="00B4E104"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36291A0A" w14:textId="77777777" w:rsidR="003F580A" w:rsidRPr="00ED3498" w:rsidRDefault="003F580A" w:rsidP="000C6618">
            <w:pPr>
              <w:spacing w:after="60"/>
              <w:rPr>
                <w:iCs/>
                <w:sz w:val="20"/>
              </w:rPr>
            </w:pPr>
            <w:r w:rsidRPr="00ED3498">
              <w:rPr>
                <w:i/>
                <w:sz w:val="20"/>
              </w:rPr>
              <w:t>Reference Month</w:t>
            </w:r>
            <w:r w:rsidRPr="00ED3498">
              <w:rPr>
                <w:iCs/>
                <w:sz w:val="20"/>
              </w:rPr>
              <w:t xml:space="preserve"> – most recent available operating month </w:t>
            </w:r>
          </w:p>
        </w:tc>
      </w:tr>
      <w:tr w:rsidR="003F580A" w:rsidRPr="00ED3498" w14:paraId="18E70E40"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541708B2" w14:textId="77777777" w:rsidR="003F580A" w:rsidRPr="00ED3498" w:rsidRDefault="003F580A" w:rsidP="000C6618">
            <w:pPr>
              <w:spacing w:after="60"/>
              <w:rPr>
                <w:i/>
                <w:sz w:val="20"/>
              </w:rPr>
            </w:pPr>
            <w:proofErr w:type="spellStart"/>
            <w:r w:rsidRPr="00ED3498">
              <w:rPr>
                <w:i/>
                <w:sz w:val="20"/>
              </w:rPr>
              <w:t>fmd</w:t>
            </w:r>
            <w:proofErr w:type="spellEnd"/>
          </w:p>
        </w:tc>
        <w:tc>
          <w:tcPr>
            <w:tcW w:w="883" w:type="dxa"/>
            <w:tcBorders>
              <w:top w:val="single" w:sz="4" w:space="0" w:color="auto"/>
              <w:left w:val="single" w:sz="4" w:space="0" w:color="auto"/>
              <w:bottom w:val="single" w:sz="4" w:space="0" w:color="auto"/>
              <w:right w:val="single" w:sz="4" w:space="0" w:color="auto"/>
            </w:tcBorders>
            <w:hideMark/>
          </w:tcPr>
          <w:p w14:paraId="12B5850F"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8BE559B" w14:textId="77777777" w:rsidR="003F580A" w:rsidRPr="00ED3498" w:rsidRDefault="003F580A" w:rsidP="000C6618">
            <w:pPr>
              <w:spacing w:after="60"/>
              <w:rPr>
                <w:iCs/>
                <w:sz w:val="20"/>
              </w:rPr>
            </w:pPr>
            <w:r w:rsidRPr="00ED3498">
              <w:rPr>
                <w:i/>
                <w:sz w:val="20"/>
              </w:rPr>
              <w:t xml:space="preserve">Forward Month </w:t>
            </w:r>
            <w:r w:rsidRPr="00ED3498">
              <w:rPr>
                <w:iCs/>
                <w:sz w:val="20"/>
              </w:rPr>
              <w:t>– a month from Securitization Default Charge forward months</w:t>
            </w:r>
          </w:p>
        </w:tc>
      </w:tr>
      <w:tr w:rsidR="003F580A" w:rsidRPr="00ED3498" w14:paraId="55BE9155"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731A7926" w14:textId="77777777" w:rsidR="003F580A" w:rsidRPr="00ED3498" w:rsidRDefault="003F580A" w:rsidP="000C6618">
            <w:pPr>
              <w:spacing w:after="60"/>
              <w:rPr>
                <w:i/>
                <w:sz w:val="20"/>
              </w:rPr>
            </w:pPr>
            <w:proofErr w:type="spellStart"/>
            <w:r w:rsidRPr="00ED3498">
              <w:rPr>
                <w:i/>
                <w:sz w:val="20"/>
              </w:rPr>
              <w:t>nfmd</w:t>
            </w:r>
            <w:proofErr w:type="spellEnd"/>
          </w:p>
        </w:tc>
        <w:tc>
          <w:tcPr>
            <w:tcW w:w="883" w:type="dxa"/>
            <w:tcBorders>
              <w:top w:val="single" w:sz="4" w:space="0" w:color="auto"/>
              <w:left w:val="single" w:sz="4" w:space="0" w:color="auto"/>
              <w:bottom w:val="single" w:sz="4" w:space="0" w:color="auto"/>
              <w:right w:val="single" w:sz="4" w:space="0" w:color="auto"/>
            </w:tcBorders>
            <w:hideMark/>
          </w:tcPr>
          <w:p w14:paraId="59A6A715"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6964A944" w14:textId="77777777" w:rsidR="003F580A" w:rsidRPr="00ED3498" w:rsidRDefault="003F580A" w:rsidP="000C6618">
            <w:pPr>
              <w:spacing w:after="60"/>
              <w:rPr>
                <w:i/>
                <w:sz w:val="20"/>
              </w:rPr>
            </w:pPr>
            <w:r w:rsidRPr="00ED3498">
              <w:rPr>
                <w:i/>
                <w:sz w:val="20"/>
              </w:rPr>
              <w:t>Number of forward months</w:t>
            </w:r>
            <w:r w:rsidRPr="00ED3498">
              <w:rPr>
                <w:iCs/>
                <w:sz w:val="20"/>
              </w:rPr>
              <w:t xml:space="preserve"> – total number of forward months Securitization Default Charge is extrapolated</w:t>
            </w:r>
          </w:p>
        </w:tc>
      </w:tr>
    </w:tbl>
    <w:p w14:paraId="0ADA5ED8" w14:textId="77777777" w:rsidR="003F580A" w:rsidRPr="00ED3498" w:rsidRDefault="003F580A" w:rsidP="003F580A">
      <w:pPr>
        <w:spacing w:before="240"/>
      </w:pPr>
      <w:r w:rsidRPr="00ED3498">
        <w:rPr>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3F580A" w:rsidRPr="00ED3498" w14:paraId="40380B5D" w14:textId="77777777" w:rsidTr="000C6618">
        <w:trPr>
          <w:trHeight w:val="351"/>
          <w:tblHeader/>
        </w:trPr>
        <w:tc>
          <w:tcPr>
            <w:tcW w:w="2153" w:type="dxa"/>
            <w:tcBorders>
              <w:top w:val="single" w:sz="4" w:space="0" w:color="auto"/>
              <w:left w:val="single" w:sz="4" w:space="0" w:color="auto"/>
              <w:bottom w:val="single" w:sz="4" w:space="0" w:color="auto"/>
              <w:right w:val="single" w:sz="4" w:space="0" w:color="auto"/>
            </w:tcBorders>
            <w:hideMark/>
          </w:tcPr>
          <w:p w14:paraId="76754CB2" w14:textId="77777777" w:rsidR="003F580A" w:rsidRPr="00ED3498" w:rsidRDefault="003F580A" w:rsidP="000C6618">
            <w:pPr>
              <w:spacing w:after="240"/>
              <w:rPr>
                <w:b/>
                <w:iCs/>
                <w:sz w:val="20"/>
              </w:rPr>
            </w:pPr>
            <w:r w:rsidRPr="00ED3498">
              <w:rPr>
                <w:b/>
                <w:iCs/>
                <w:sz w:val="20"/>
              </w:rPr>
              <w:t>Parameter</w:t>
            </w:r>
          </w:p>
        </w:tc>
        <w:tc>
          <w:tcPr>
            <w:tcW w:w="2300" w:type="dxa"/>
            <w:tcBorders>
              <w:top w:val="single" w:sz="4" w:space="0" w:color="auto"/>
              <w:left w:val="single" w:sz="4" w:space="0" w:color="auto"/>
              <w:bottom w:val="single" w:sz="4" w:space="0" w:color="auto"/>
              <w:right w:val="single" w:sz="4" w:space="0" w:color="auto"/>
            </w:tcBorders>
            <w:hideMark/>
          </w:tcPr>
          <w:p w14:paraId="0D0C4CC4" w14:textId="77777777" w:rsidR="003F580A" w:rsidRPr="00ED3498" w:rsidRDefault="003F580A" w:rsidP="000C6618">
            <w:pPr>
              <w:spacing w:after="240"/>
              <w:rPr>
                <w:b/>
                <w:iCs/>
                <w:sz w:val="20"/>
              </w:rPr>
            </w:pPr>
            <w:r w:rsidRPr="00ED3498">
              <w:rPr>
                <w:b/>
                <w:iCs/>
                <w:sz w:val="20"/>
              </w:rPr>
              <w:t>Unit</w:t>
            </w:r>
          </w:p>
        </w:tc>
        <w:tc>
          <w:tcPr>
            <w:tcW w:w="4637" w:type="dxa"/>
            <w:tcBorders>
              <w:top w:val="single" w:sz="4" w:space="0" w:color="auto"/>
              <w:left w:val="single" w:sz="4" w:space="0" w:color="auto"/>
              <w:bottom w:val="single" w:sz="4" w:space="0" w:color="auto"/>
              <w:right w:val="single" w:sz="4" w:space="0" w:color="auto"/>
            </w:tcBorders>
            <w:hideMark/>
          </w:tcPr>
          <w:p w14:paraId="2BE9B7AC" w14:textId="77777777" w:rsidR="003F580A" w:rsidRPr="00ED3498" w:rsidRDefault="003F580A" w:rsidP="000C6618">
            <w:pPr>
              <w:spacing w:after="240"/>
              <w:rPr>
                <w:b/>
                <w:iCs/>
                <w:sz w:val="20"/>
              </w:rPr>
            </w:pPr>
            <w:r w:rsidRPr="00ED3498">
              <w:rPr>
                <w:b/>
                <w:iCs/>
                <w:sz w:val="20"/>
              </w:rPr>
              <w:t>Current Value</w:t>
            </w:r>
          </w:p>
        </w:tc>
      </w:tr>
      <w:tr w:rsidR="003F580A" w:rsidRPr="00ED3498" w14:paraId="792DD0EF" w14:textId="77777777" w:rsidTr="000C6618">
        <w:trPr>
          <w:trHeight w:val="368"/>
        </w:trPr>
        <w:tc>
          <w:tcPr>
            <w:tcW w:w="2153" w:type="dxa"/>
            <w:tcBorders>
              <w:top w:val="single" w:sz="4" w:space="0" w:color="auto"/>
              <w:left w:val="single" w:sz="4" w:space="0" w:color="auto"/>
              <w:bottom w:val="single" w:sz="4" w:space="0" w:color="auto"/>
              <w:right w:val="single" w:sz="4" w:space="0" w:color="auto"/>
            </w:tcBorders>
            <w:hideMark/>
          </w:tcPr>
          <w:p w14:paraId="4118CC5F" w14:textId="77777777" w:rsidR="003F580A" w:rsidRPr="00ED3498" w:rsidRDefault="003F580A" w:rsidP="000C6618">
            <w:pPr>
              <w:spacing w:after="60"/>
              <w:rPr>
                <w:i/>
                <w:iCs/>
                <w:sz w:val="20"/>
              </w:rPr>
            </w:pPr>
            <w:proofErr w:type="spellStart"/>
            <w:r w:rsidRPr="00ED3498">
              <w:rPr>
                <w:i/>
                <w:iCs/>
                <w:sz w:val="20"/>
              </w:rPr>
              <w:t>nfmd</w:t>
            </w:r>
            <w:proofErr w:type="spellEnd"/>
          </w:p>
        </w:tc>
        <w:tc>
          <w:tcPr>
            <w:tcW w:w="2300" w:type="dxa"/>
            <w:tcBorders>
              <w:top w:val="single" w:sz="4" w:space="0" w:color="auto"/>
              <w:left w:val="single" w:sz="4" w:space="0" w:color="auto"/>
              <w:bottom w:val="single" w:sz="4" w:space="0" w:color="auto"/>
              <w:right w:val="single" w:sz="4" w:space="0" w:color="auto"/>
            </w:tcBorders>
            <w:hideMark/>
          </w:tcPr>
          <w:p w14:paraId="6F652D54" w14:textId="77777777" w:rsidR="003F580A" w:rsidRPr="00ED3498" w:rsidRDefault="003F580A" w:rsidP="000C6618">
            <w:pPr>
              <w:spacing w:after="60"/>
              <w:rPr>
                <w:iCs/>
                <w:sz w:val="20"/>
              </w:rPr>
            </w:pPr>
            <w:r w:rsidRPr="00ED3498">
              <w:rPr>
                <w:iCs/>
                <w:sz w:val="20"/>
              </w:rPr>
              <w:t>Months</w:t>
            </w:r>
          </w:p>
        </w:tc>
        <w:tc>
          <w:tcPr>
            <w:tcW w:w="4637" w:type="dxa"/>
            <w:tcBorders>
              <w:top w:val="single" w:sz="4" w:space="0" w:color="auto"/>
              <w:left w:val="single" w:sz="4" w:space="0" w:color="auto"/>
              <w:bottom w:val="single" w:sz="4" w:space="0" w:color="auto"/>
              <w:right w:val="single" w:sz="4" w:space="0" w:color="auto"/>
            </w:tcBorders>
            <w:hideMark/>
          </w:tcPr>
          <w:p w14:paraId="1788E109" w14:textId="77777777" w:rsidR="003F580A" w:rsidRPr="00ED3498" w:rsidRDefault="003F580A" w:rsidP="000C6618">
            <w:pPr>
              <w:spacing w:after="60"/>
              <w:rPr>
                <w:iCs/>
                <w:sz w:val="20"/>
              </w:rPr>
            </w:pPr>
            <w:r w:rsidRPr="00ED3498">
              <w:rPr>
                <w:iCs/>
                <w:sz w:val="20"/>
              </w:rPr>
              <w:t>4</w:t>
            </w:r>
          </w:p>
        </w:tc>
      </w:tr>
    </w:tbl>
    <w:p w14:paraId="6DB569A4" w14:textId="77777777" w:rsidR="003F580A" w:rsidRPr="00D24933" w:rsidRDefault="003F580A" w:rsidP="000505C8">
      <w:pPr>
        <w:tabs>
          <w:tab w:val="left" w:pos="1080"/>
        </w:tabs>
        <w:spacing w:before="480" w:after="240"/>
        <w:ind w:left="1080" w:hanging="1080"/>
        <w:outlineLvl w:val="2"/>
        <w:rPr>
          <w:b/>
          <w:bCs/>
          <w:i/>
        </w:rPr>
      </w:pPr>
      <w:bookmarkStart w:id="46" w:name="_Toc70591646"/>
      <w:bookmarkStart w:id="47" w:name="_Toc89333409"/>
      <w:r w:rsidRPr="00D24933">
        <w:rPr>
          <w:b/>
          <w:bCs/>
          <w:i/>
        </w:rPr>
        <w:t xml:space="preserve">26.5.5 </w:t>
      </w:r>
      <w:r w:rsidRPr="00D24933">
        <w:rPr>
          <w:b/>
          <w:bCs/>
          <w:i/>
        </w:rPr>
        <w:tab/>
        <w:t>Monitoring of a Counter-Party’s Securitization Default Charge Credit Exposure by ERCOT</w:t>
      </w:r>
      <w:bookmarkEnd w:id="46"/>
      <w:bookmarkEnd w:id="47"/>
    </w:p>
    <w:p w14:paraId="63A2AC7E" w14:textId="77777777" w:rsidR="003F580A" w:rsidRPr="00ED3498" w:rsidRDefault="003F580A" w:rsidP="003F580A">
      <w:pPr>
        <w:spacing w:after="240"/>
        <w:ind w:left="720" w:hanging="720"/>
      </w:pPr>
      <w:r w:rsidRPr="00ED3498">
        <w:t>(1)</w:t>
      </w:r>
      <w:r w:rsidRPr="00ED3498">
        <w:tab/>
        <w:t xml:space="preserve">Pursuant to Section 16.11.5, Monitoring of a Counter-Party’s Creditworthiness and Credit Exposure by ERCOT, ERCOT shall monitor the credit exposure of each Counter-Party, including Securitization Default Charge credit exposure.  </w:t>
      </w:r>
    </w:p>
    <w:p w14:paraId="72C0379C" w14:textId="77777777" w:rsidR="003F580A" w:rsidRPr="00ED3498" w:rsidRDefault="003F580A" w:rsidP="003F580A">
      <w:pPr>
        <w:spacing w:after="240"/>
        <w:ind w:left="720" w:hanging="720"/>
      </w:pPr>
      <w:r w:rsidRPr="00ED3498">
        <w:t>(2)</w:t>
      </w:r>
      <w:r w:rsidRPr="00ED3498">
        <w:tab/>
        <w:t xml:space="preserve">A Counter-Party is responsible at all times for maintaining Securitization Default Charge escrow deposits in an amount equal to or greater than that Counter-Party’s Securitization Default Charge credit exposure. </w:t>
      </w:r>
    </w:p>
    <w:p w14:paraId="532253B5" w14:textId="77777777" w:rsidR="003F580A" w:rsidRPr="00ED3498" w:rsidRDefault="003F580A" w:rsidP="003F580A">
      <w:pPr>
        <w:spacing w:after="240"/>
        <w:ind w:left="720" w:hanging="720"/>
      </w:pPr>
      <w:r w:rsidRPr="00ED3498">
        <w:t>(3)</w:t>
      </w:r>
      <w:r w:rsidRPr="00ED3498">
        <w:tab/>
        <w:t xml:space="preserve">ERCOT shall promptly notify each Counter-Party of the need to increase its Securitization Default Charge escrow deposit and allow the Counter-Party time, as provided in paragraph (5) below, to provide additional Securitization Default Charge escrow deposits to maintain compliance with this Section. </w:t>
      </w:r>
    </w:p>
    <w:p w14:paraId="66F2204B" w14:textId="6E177901" w:rsidR="003F580A" w:rsidRPr="00ED3498" w:rsidRDefault="003F580A" w:rsidP="003F580A">
      <w:pPr>
        <w:spacing w:after="240"/>
        <w:ind w:left="720" w:hanging="720"/>
      </w:pPr>
      <w:r w:rsidRPr="00ED3498">
        <w:lastRenderedPageBreak/>
        <w:t>(4)</w:t>
      </w:r>
      <w:r w:rsidRPr="00ED3498">
        <w:tab/>
        <w:t>ERCOT may suspend a Counter-Party when that Counter-Party’s SDCCE, as defined in Section 26.5.4,</w:t>
      </w:r>
      <w:r w:rsidR="000505C8" w:rsidRPr="00ED3498">
        <w:t xml:space="preserve"> </w:t>
      </w:r>
      <w:r w:rsidR="000505C8" w:rsidRPr="00B27C6F">
        <w:t>Determination of Securitization Default Charge Credit Exposure for a Counter-Party</w:t>
      </w:r>
      <w:r w:rsidR="000505C8">
        <w:t xml:space="preserve">,  </w:t>
      </w:r>
      <w:r w:rsidRPr="00ED3498">
        <w:t xml:space="preserve">exceeds 100% of its Securitization Default Charge escrow deposit.  Any failure by ERCOT to send a Notice as set forth in this Section does not relieve the Counter-Party from the obligation to maintain appropriate Securitization Default Charge escrow deposits in amounts equal to or greater than that Counter-Party’s SDCCE. </w:t>
      </w:r>
    </w:p>
    <w:p w14:paraId="71CDB968" w14:textId="77777777" w:rsidR="003F580A" w:rsidRPr="00ED3498" w:rsidRDefault="003F580A" w:rsidP="003F580A">
      <w:pPr>
        <w:spacing w:after="240"/>
        <w:ind w:left="720" w:hanging="720"/>
      </w:pPr>
      <w:r w:rsidRPr="00ED3498">
        <w:t>(5)</w:t>
      </w:r>
      <w:r w:rsidRPr="00ED3498">
        <w:tab/>
        <w:t xml:space="preserve">To the extent that a Counter-Party fails to maintain Securitization Default Charge escrow deposit in amounts equal to or greater than its SDCCE, each as defined in Section 26.5.4: </w:t>
      </w:r>
    </w:p>
    <w:p w14:paraId="7C4EB4A7" w14:textId="77777777" w:rsidR="003F580A" w:rsidRPr="00ED3498" w:rsidRDefault="003F580A" w:rsidP="003F580A">
      <w:pPr>
        <w:spacing w:after="240"/>
        <w:ind w:left="1440" w:hanging="720"/>
      </w:pPr>
      <w:r w:rsidRPr="00ED3498">
        <w:t>(a)</w:t>
      </w:r>
      <w:r w:rsidRPr="00ED3498">
        <w:tab/>
        <w:t xml:space="preserve">ERCOT shall promptly notify the Counter-Party of the amount by which its Securitization Default Charge escrow deposit must be increased and allow it: </w:t>
      </w:r>
    </w:p>
    <w:p w14:paraId="72755DD4" w14:textId="77777777" w:rsidR="003F580A" w:rsidRPr="00ED3498" w:rsidRDefault="003F580A" w:rsidP="003F580A">
      <w:pPr>
        <w:spacing w:after="240"/>
        <w:ind w:left="2160" w:hanging="720"/>
      </w:pPr>
      <w:r w:rsidRPr="00ED3498">
        <w:t>(</w:t>
      </w:r>
      <w:proofErr w:type="spellStart"/>
      <w:r w:rsidRPr="00ED3498">
        <w:t>i</w:t>
      </w:r>
      <w:proofErr w:type="spellEnd"/>
      <w:r w:rsidRPr="00ED3498">
        <w:t>)</w:t>
      </w:r>
      <w:r w:rsidRPr="00ED3498">
        <w:tab/>
        <w:t xml:space="preserve">Until 1500 on the second Bank Business Day from the date on which ERCOT delivered the notice to increase its Securitization Default Charge escrow deposit if ERCOT delivered its Notice before 1500; or </w:t>
      </w:r>
    </w:p>
    <w:p w14:paraId="1B9D9544" w14:textId="77777777" w:rsidR="003F580A" w:rsidRPr="00ED3498" w:rsidRDefault="003F580A" w:rsidP="003F580A">
      <w:pPr>
        <w:spacing w:after="240"/>
        <w:ind w:left="2160" w:hanging="720"/>
      </w:pPr>
      <w:r w:rsidRPr="00ED3498">
        <w:t>(ii)</w:t>
      </w:r>
      <w:r w:rsidRPr="00ED3498">
        <w:tab/>
        <w:t xml:space="preserve">Until 1700 on the second Bank Business Day from the date on which ERCOT delivered notification to increase its Securitization Default Charge escrow deposit if ERCOT delivered its notice after 1500 but prior to 1700.  </w:t>
      </w:r>
    </w:p>
    <w:p w14:paraId="0773FFF0" w14:textId="70C297AF" w:rsidR="003F580A" w:rsidRPr="00ED3498" w:rsidRDefault="003F580A" w:rsidP="003F580A">
      <w:pPr>
        <w:spacing w:after="240"/>
        <w:ind w:left="1440" w:hanging="720"/>
      </w:pPr>
      <w:r w:rsidRPr="00ED3498">
        <w:t>(b)</w:t>
      </w:r>
      <w:r w:rsidRPr="00ED3498">
        <w:tab/>
        <w:t xml:space="preserve">ERCOT shall notify </w:t>
      </w:r>
      <w:r w:rsidR="000505C8" w:rsidRPr="00ED3498">
        <w:t xml:space="preserve">the </w:t>
      </w:r>
      <w:r w:rsidR="000505C8">
        <w:t>Qualified Scheduling Entity’s (</w:t>
      </w:r>
      <w:r w:rsidR="000505C8" w:rsidRPr="00ED3498">
        <w:t>QSE’s</w:t>
      </w:r>
      <w:r w:rsidR="000505C8">
        <w:t>)</w:t>
      </w:r>
      <w:r w:rsidR="000505C8" w:rsidRPr="00ED3498">
        <w:t xml:space="preserve"> Authorized </w:t>
      </w:r>
      <w:r w:rsidRPr="00ED3498">
        <w:t>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p>
    <w:p w14:paraId="082E5070" w14:textId="77777777" w:rsidR="003F580A" w:rsidRPr="00ED3498" w:rsidRDefault="003F580A" w:rsidP="003F580A">
      <w:pPr>
        <w:spacing w:after="240"/>
        <w:ind w:left="1440" w:hanging="720"/>
      </w:pPr>
      <w:r w:rsidRPr="00ED3498">
        <w:t>(c)</w:t>
      </w:r>
      <w:r w:rsidRPr="00ED3498">
        <w:tab/>
        <w:t xml:space="preserve">ERCOT is not required to make any payment to a Counter-Party unless and until the Counter-Party increases its Securitization Default Charge escrow deposit to an amount equal to or greater than that Counter-Party’s SDCCE.  The payments that ERCOT may not make to a Counter-Party include Invoice receipts, CRR revenues, </w:t>
      </w:r>
      <w:smartTag w:uri="urn:schemas-microsoft-com:office:smarttags" w:element="PostalCode">
        <w:r w:rsidRPr="00ED3498">
          <w:t>CRR</w:t>
        </w:r>
      </w:smartTag>
      <w:r w:rsidRPr="00ED3498">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Agreement, other agreements, and these Protocols. </w:t>
      </w:r>
    </w:p>
    <w:p w14:paraId="73D09FA4" w14:textId="77777777" w:rsidR="003F580A" w:rsidRPr="00ED3498" w:rsidRDefault="003F580A" w:rsidP="003F580A">
      <w:pPr>
        <w:spacing w:after="240"/>
        <w:ind w:left="720" w:hanging="720"/>
      </w:pPr>
      <w:r w:rsidRPr="00ED3498">
        <w:t>(6)</w:t>
      </w:r>
      <w:r w:rsidRPr="00ED3498">
        <w:tab/>
        <w:t>If a Counter-Party increases its Securitization Default Charge escrow deposit as required by ERCOT by the deadline in paragraph (5)(a) above, then ERCOT shall release any payments held, providing the Counter-Party has no other payment deficiencies with respect to any other activity under these Protocols.</w:t>
      </w:r>
    </w:p>
    <w:p w14:paraId="2589574F" w14:textId="77777777" w:rsidR="003F580A" w:rsidRPr="00D24933" w:rsidRDefault="003F580A" w:rsidP="003F580A">
      <w:pPr>
        <w:tabs>
          <w:tab w:val="left" w:pos="1080"/>
        </w:tabs>
        <w:spacing w:before="240" w:after="240"/>
        <w:ind w:left="1080" w:hanging="1080"/>
        <w:outlineLvl w:val="2"/>
        <w:rPr>
          <w:b/>
          <w:bCs/>
          <w:i/>
        </w:rPr>
      </w:pPr>
      <w:bookmarkStart w:id="48" w:name="_Toc89333410"/>
      <w:r w:rsidRPr="00D24933">
        <w:rPr>
          <w:b/>
          <w:bCs/>
          <w:i/>
        </w:rPr>
        <w:t>26.5.6</w:t>
      </w:r>
      <w:r w:rsidRPr="00D24933">
        <w:rPr>
          <w:b/>
          <w:bCs/>
          <w:i/>
        </w:rPr>
        <w:tab/>
        <w:t>Payment Breach and Late Payments by Market Participants</w:t>
      </w:r>
      <w:bookmarkEnd w:id="48"/>
    </w:p>
    <w:p w14:paraId="20E72793" w14:textId="77777777" w:rsidR="003F580A" w:rsidRPr="00ED3498" w:rsidRDefault="003F580A" w:rsidP="003F580A">
      <w:pPr>
        <w:spacing w:after="240"/>
        <w:ind w:left="720" w:hanging="720"/>
      </w:pPr>
      <w:r w:rsidRPr="00ED3498">
        <w:lastRenderedPageBreak/>
        <w:t>(1)</w:t>
      </w:r>
      <w:r w:rsidRPr="00ED3498">
        <w:tab/>
        <w:t>In the event of a Payment Breach or Late Payment by a Market Participant with respect to Securitization Default Charge Invoices or required Securitization Default Charge escrow deposits</w:t>
      </w:r>
      <w:bookmarkStart w:id="49" w:name="_Hlk85640301"/>
      <w:r w:rsidRPr="00ED3498">
        <w:t>, all remedies specified in Section 16.11.6, Payment Breach and Late Payments by Market Participants, are applicable.</w:t>
      </w:r>
    </w:p>
    <w:p w14:paraId="5EE5FCE1" w14:textId="77777777" w:rsidR="003F580A" w:rsidRPr="00D24933" w:rsidRDefault="003F580A" w:rsidP="003F580A">
      <w:pPr>
        <w:tabs>
          <w:tab w:val="left" w:pos="1080"/>
        </w:tabs>
        <w:spacing w:before="240" w:after="240"/>
        <w:ind w:left="1080" w:hanging="1080"/>
        <w:outlineLvl w:val="2"/>
        <w:rPr>
          <w:b/>
          <w:bCs/>
          <w:i/>
        </w:rPr>
      </w:pPr>
      <w:bookmarkStart w:id="50" w:name="_Toc89333411"/>
      <w:bookmarkEnd w:id="49"/>
      <w:r w:rsidRPr="00D24933">
        <w:rPr>
          <w:b/>
          <w:bCs/>
          <w:i/>
        </w:rPr>
        <w:t>26.5.7</w:t>
      </w:r>
      <w:r w:rsidRPr="00D24933">
        <w:rPr>
          <w:b/>
          <w:bCs/>
          <w:i/>
        </w:rPr>
        <w:tab/>
        <w:t>Release of Market Participant’s Securitization Default Charge Escrow Deposit Requirement</w:t>
      </w:r>
      <w:bookmarkEnd w:id="50"/>
    </w:p>
    <w:p w14:paraId="382332B5" w14:textId="77777777" w:rsidR="003F580A" w:rsidRPr="00ED3498" w:rsidRDefault="003F580A" w:rsidP="003F580A">
      <w:pPr>
        <w:spacing w:after="240"/>
        <w:ind w:left="720" w:hanging="720"/>
      </w:pPr>
      <w:r w:rsidRPr="00ED3498">
        <w:t>(1)</w:t>
      </w:r>
      <w:r w:rsidRPr="00ED3498">
        <w:tab/>
        <w:t xml:space="preserve">Following the termination of a Market Participant’s Standard Form Market Participant Agreement, ERCOT shall retain all Securitization Default Charge escrow deposits to cover, if necessary, potential future obligations for Securitization Default Charges. </w:t>
      </w:r>
    </w:p>
    <w:p w14:paraId="395D23F8" w14:textId="77777777" w:rsidR="003F580A" w:rsidRPr="00D24933" w:rsidRDefault="003F580A" w:rsidP="003F580A">
      <w:pPr>
        <w:spacing w:after="240"/>
        <w:ind w:left="720" w:hanging="720"/>
      </w:pPr>
      <w:r w:rsidRPr="00ED3498">
        <w:t>(2)</w:t>
      </w:r>
      <w:r w:rsidRPr="00ED3498">
        <w:tab/>
        <w:t>Upon ERCOT’s sole determination that all potential Securitization Default Charge Invoices have been paid, ERCOT shall return or release any remaining Securitization Default Charge escrow deposits to the terminated Market Participant.</w:t>
      </w:r>
    </w:p>
    <w:p w14:paraId="4539AF3E" w14:textId="77777777" w:rsidR="00D24933" w:rsidRPr="003F580A" w:rsidRDefault="00D24933" w:rsidP="003F580A"/>
    <w:sectPr w:rsidR="00D24933" w:rsidRPr="003F580A" w:rsidSect="002F5868">
      <w:headerReference w:type="default" r:id="rId15"/>
      <w:footerReference w:type="default" r:id="rId16"/>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DBF05B" w14:textId="77777777" w:rsidR="006332F2" w:rsidRDefault="006332F2">
      <w:r>
        <w:separator/>
      </w:r>
    </w:p>
  </w:endnote>
  <w:endnote w:type="continuationSeparator" w:id="0">
    <w:p w14:paraId="65891712" w14:textId="77777777" w:rsidR="006332F2" w:rsidRDefault="0063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8DCD9" w14:textId="77777777" w:rsidR="003F580A" w:rsidRDefault="003F580A">
    <w:pPr>
      <w:pStyle w:val="Footer"/>
      <w:spacing w:before="0" w:after="0"/>
    </w:pPr>
    <w:r>
      <w:t>ERCOT Nodal Protocols – March 1, 2019</w:t>
    </w:r>
  </w:p>
  <w:p w14:paraId="624D3564" w14:textId="77777777" w:rsidR="003F580A" w:rsidRDefault="003F580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8A8C53" w14:textId="77777777" w:rsidR="003F580A" w:rsidRDefault="003F580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1BFCC" w14:textId="77777777" w:rsidR="003F580A" w:rsidRDefault="003F580A">
    <w:pPr>
      <w:pStyle w:val="Footer"/>
      <w:spacing w:before="0" w:after="0"/>
    </w:pPr>
    <w:r>
      <w:t>ERCOT Nodal Protocols – December 17, 2021</w:t>
    </w:r>
  </w:p>
  <w:p w14:paraId="5357B40C" w14:textId="77777777" w:rsidR="003F580A" w:rsidRDefault="003F580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A029D" w14:textId="77777777" w:rsidR="00D24933" w:rsidRDefault="00D24933">
    <w:pPr>
      <w:pStyle w:val="Footer"/>
      <w:spacing w:before="0" w:after="0"/>
      <w:rPr>
        <w:rStyle w:val="PageNumber"/>
      </w:rPr>
    </w:pPr>
    <w:r>
      <w:t>ERCOT Nodal Protocols – December 17, 2021</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25-18</w:t>
    </w:r>
    <w:r>
      <w:rPr>
        <w:rStyle w:val="PageNumber"/>
      </w:rPr>
      <w:fldChar w:fldCharType="end"/>
    </w:r>
  </w:p>
  <w:p w14:paraId="56632C8E" w14:textId="77777777" w:rsidR="00D24933" w:rsidRDefault="00D24933">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ABE71D" w14:textId="77777777" w:rsidR="006332F2" w:rsidRDefault="006332F2">
      <w:r>
        <w:separator/>
      </w:r>
    </w:p>
  </w:footnote>
  <w:footnote w:type="continuationSeparator" w:id="0">
    <w:p w14:paraId="644DCDFC" w14:textId="77777777" w:rsidR="006332F2" w:rsidRDefault="006332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D3101C" w14:textId="77777777" w:rsidR="003F580A" w:rsidRDefault="003F580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DBB0F9" w14:textId="77777777" w:rsidR="003F580A" w:rsidRDefault="003F580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1E753" w14:textId="77777777" w:rsidR="003F580A" w:rsidRDefault="003F580A">
    <w:pPr>
      <w:pStyle w:val="Header"/>
    </w:pPr>
    <w:r>
      <w:t xml:space="preserve">Section </w:t>
    </w:r>
    <w:r>
      <w:rPr>
        <w:lang w:val="en-US"/>
      </w:rPr>
      <w:t>26</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DF1EC" w14:textId="77777777" w:rsidR="00D24933" w:rsidRDefault="00D24933">
    <w:pPr>
      <w:pStyle w:val="Header"/>
    </w:pPr>
    <w:r>
      <w:t xml:space="preserve">Section </w:t>
    </w:r>
    <w:r>
      <w:rPr>
        <w:lang w:val="en-US"/>
      </w:rPr>
      <w:t>26</w:t>
    </w:r>
    <w:r>
      <w:t xml:space="preserve">:  </w:t>
    </w:r>
    <w:r w:rsidRPr="00D24933">
      <w:t>Securitization Default Charges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F6AE9"/>
    <w:multiLevelType w:val="multilevel"/>
    <w:tmpl w:val="7F86B8BA"/>
    <w:lvl w:ilvl="0">
      <w:start w:val="26"/>
      <w:numFmt w:val="decimal"/>
      <w:lvlText w:val="%1"/>
      <w:lvlJc w:val="left"/>
      <w:pPr>
        <w:ind w:left="420" w:hanging="420"/>
      </w:pPr>
      <w:rPr>
        <w:rFonts w:hint="default"/>
      </w:rPr>
    </w:lvl>
    <w:lvl w:ilvl="1">
      <w:start w:val="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C1F42C5"/>
    <w:multiLevelType w:val="hybridMultilevel"/>
    <w:tmpl w:val="B678AB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99547E"/>
    <w:multiLevelType w:val="hybridMultilevel"/>
    <w:tmpl w:val="2F1A594E"/>
    <w:lvl w:ilvl="0" w:tplc="0700C7C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E27E3"/>
    <w:multiLevelType w:val="hybridMultilevel"/>
    <w:tmpl w:val="AFFE38F2"/>
    <w:lvl w:ilvl="0" w:tplc="76CE34FE">
      <w:start w:val="1"/>
      <w:numFmt w:val="lowerLetter"/>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2848CB"/>
    <w:multiLevelType w:val="hybridMultilevel"/>
    <w:tmpl w:val="8FDA0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66510064"/>
    <w:multiLevelType w:val="multilevel"/>
    <w:tmpl w:val="B142CFB2"/>
    <w:lvl w:ilvl="0">
      <w:start w:val="2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E2B350E"/>
    <w:multiLevelType w:val="hybridMultilevel"/>
    <w:tmpl w:val="0504B118"/>
    <w:lvl w:ilvl="0" w:tplc="FDA41542">
      <w:start w:val="3"/>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D3D5E76"/>
    <w:multiLevelType w:val="hybridMultilevel"/>
    <w:tmpl w:val="2738E0BE"/>
    <w:lvl w:ilvl="0" w:tplc="874E4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26"/>
  </w:num>
  <w:num w:numId="14">
    <w:abstractNumId w:val="27"/>
  </w:num>
  <w:num w:numId="15">
    <w:abstractNumId w:val="11"/>
  </w:num>
  <w:num w:numId="16">
    <w:abstractNumId w:val="16"/>
  </w:num>
  <w:num w:numId="17">
    <w:abstractNumId w:val="20"/>
  </w:num>
  <w:num w:numId="18">
    <w:abstractNumId w:val="23"/>
  </w:num>
  <w:num w:numId="19">
    <w:abstractNumId w:val="25"/>
  </w:num>
  <w:num w:numId="20">
    <w:abstractNumId w:val="17"/>
  </w:num>
  <w:num w:numId="21">
    <w:abstractNumId w:val="22"/>
  </w:num>
  <w:num w:numId="22">
    <w:abstractNumId w:val="15"/>
  </w:num>
  <w:num w:numId="23">
    <w:abstractNumId w:val="19"/>
  </w:num>
  <w:num w:numId="24">
    <w:abstractNumId w:val="13"/>
  </w:num>
  <w:num w:numId="25">
    <w:abstractNumId w:val="12"/>
  </w:num>
  <w:num w:numId="26">
    <w:abstractNumId w:val="18"/>
  </w:num>
  <w:num w:numId="27">
    <w:abstractNumId w:val="28"/>
  </w:num>
  <w:num w:numId="28">
    <w:abstractNumId w:val="14"/>
  </w:num>
  <w:num w:numId="29">
    <w:abstractNumId w:val="24"/>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5868"/>
    <w:rsid w:val="000000C5"/>
    <w:rsid w:val="00001F8D"/>
    <w:rsid w:val="000035E6"/>
    <w:rsid w:val="0000544B"/>
    <w:rsid w:val="00006895"/>
    <w:rsid w:val="000068BD"/>
    <w:rsid w:val="000136C7"/>
    <w:rsid w:val="00023C8A"/>
    <w:rsid w:val="000251BE"/>
    <w:rsid w:val="000253C4"/>
    <w:rsid w:val="0002714F"/>
    <w:rsid w:val="00027150"/>
    <w:rsid w:val="00030273"/>
    <w:rsid w:val="000320CD"/>
    <w:rsid w:val="0003274B"/>
    <w:rsid w:val="00033C22"/>
    <w:rsid w:val="00033F48"/>
    <w:rsid w:val="00035E9F"/>
    <w:rsid w:val="00036BB6"/>
    <w:rsid w:val="0004101E"/>
    <w:rsid w:val="000460A8"/>
    <w:rsid w:val="00047280"/>
    <w:rsid w:val="000505C8"/>
    <w:rsid w:val="00054A8E"/>
    <w:rsid w:val="00056548"/>
    <w:rsid w:val="0006082B"/>
    <w:rsid w:val="00063EF0"/>
    <w:rsid w:val="00066B18"/>
    <w:rsid w:val="00067966"/>
    <w:rsid w:val="000708EE"/>
    <w:rsid w:val="00071147"/>
    <w:rsid w:val="000755E1"/>
    <w:rsid w:val="00082CB5"/>
    <w:rsid w:val="00083BFB"/>
    <w:rsid w:val="00085B8E"/>
    <w:rsid w:val="00085EAD"/>
    <w:rsid w:val="00093653"/>
    <w:rsid w:val="00094D3D"/>
    <w:rsid w:val="000A0FDB"/>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7A7"/>
    <w:rsid w:val="000C57A5"/>
    <w:rsid w:val="000C6618"/>
    <w:rsid w:val="000C67FC"/>
    <w:rsid w:val="000E0BA1"/>
    <w:rsid w:val="000E1301"/>
    <w:rsid w:val="000E23F9"/>
    <w:rsid w:val="000E6BBB"/>
    <w:rsid w:val="000E7284"/>
    <w:rsid w:val="000F1BF0"/>
    <w:rsid w:val="000F1C3A"/>
    <w:rsid w:val="000F2071"/>
    <w:rsid w:val="000F6026"/>
    <w:rsid w:val="000F7AF0"/>
    <w:rsid w:val="000F7C60"/>
    <w:rsid w:val="001009FD"/>
    <w:rsid w:val="001012EA"/>
    <w:rsid w:val="00102381"/>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5D4"/>
    <w:rsid w:val="00147169"/>
    <w:rsid w:val="00147DBF"/>
    <w:rsid w:val="00150057"/>
    <w:rsid w:val="00160DE6"/>
    <w:rsid w:val="00160F14"/>
    <w:rsid w:val="00161EB6"/>
    <w:rsid w:val="00163446"/>
    <w:rsid w:val="001648A3"/>
    <w:rsid w:val="0016529C"/>
    <w:rsid w:val="0016715C"/>
    <w:rsid w:val="00171BE5"/>
    <w:rsid w:val="001745B7"/>
    <w:rsid w:val="00180464"/>
    <w:rsid w:val="00183051"/>
    <w:rsid w:val="001844E7"/>
    <w:rsid w:val="00186525"/>
    <w:rsid w:val="0018761D"/>
    <w:rsid w:val="001918D1"/>
    <w:rsid w:val="00191A7A"/>
    <w:rsid w:val="001A0C65"/>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7A6D"/>
    <w:rsid w:val="001F68CA"/>
    <w:rsid w:val="002002D1"/>
    <w:rsid w:val="00201626"/>
    <w:rsid w:val="00201A4C"/>
    <w:rsid w:val="0020301C"/>
    <w:rsid w:val="00204362"/>
    <w:rsid w:val="00205879"/>
    <w:rsid w:val="00206CF3"/>
    <w:rsid w:val="002071AA"/>
    <w:rsid w:val="00211EBD"/>
    <w:rsid w:val="00214538"/>
    <w:rsid w:val="00214A0B"/>
    <w:rsid w:val="002175B0"/>
    <w:rsid w:val="002232DC"/>
    <w:rsid w:val="0022450A"/>
    <w:rsid w:val="00226522"/>
    <w:rsid w:val="00234DC8"/>
    <w:rsid w:val="00235107"/>
    <w:rsid w:val="00236629"/>
    <w:rsid w:val="0024094E"/>
    <w:rsid w:val="00242528"/>
    <w:rsid w:val="00242B20"/>
    <w:rsid w:val="002441AB"/>
    <w:rsid w:val="00246FD3"/>
    <w:rsid w:val="00250433"/>
    <w:rsid w:val="00250643"/>
    <w:rsid w:val="00251909"/>
    <w:rsid w:val="00252948"/>
    <w:rsid w:val="00253557"/>
    <w:rsid w:val="00253C93"/>
    <w:rsid w:val="00261EB0"/>
    <w:rsid w:val="0026307F"/>
    <w:rsid w:val="0026416B"/>
    <w:rsid w:val="00265942"/>
    <w:rsid w:val="0027128D"/>
    <w:rsid w:val="0027779A"/>
    <w:rsid w:val="002800C9"/>
    <w:rsid w:val="00281166"/>
    <w:rsid w:val="00285F2A"/>
    <w:rsid w:val="00290A7B"/>
    <w:rsid w:val="00291EC0"/>
    <w:rsid w:val="00292C62"/>
    <w:rsid w:val="00293CA4"/>
    <w:rsid w:val="00293E99"/>
    <w:rsid w:val="00294083"/>
    <w:rsid w:val="002951E2"/>
    <w:rsid w:val="00296824"/>
    <w:rsid w:val="002A1127"/>
    <w:rsid w:val="002A13DC"/>
    <w:rsid w:val="002A1D73"/>
    <w:rsid w:val="002A2A80"/>
    <w:rsid w:val="002B138E"/>
    <w:rsid w:val="002B3B59"/>
    <w:rsid w:val="002B56CF"/>
    <w:rsid w:val="002B6842"/>
    <w:rsid w:val="002B7F89"/>
    <w:rsid w:val="002C3780"/>
    <w:rsid w:val="002D002D"/>
    <w:rsid w:val="002D20CF"/>
    <w:rsid w:val="002D55E3"/>
    <w:rsid w:val="002D6B9C"/>
    <w:rsid w:val="002D6D19"/>
    <w:rsid w:val="002D6E97"/>
    <w:rsid w:val="002E18E2"/>
    <w:rsid w:val="002E37E9"/>
    <w:rsid w:val="002E4F8A"/>
    <w:rsid w:val="002E51C0"/>
    <w:rsid w:val="002E6E6E"/>
    <w:rsid w:val="002F2B12"/>
    <w:rsid w:val="002F5868"/>
    <w:rsid w:val="00303D8F"/>
    <w:rsid w:val="003060F3"/>
    <w:rsid w:val="003061A0"/>
    <w:rsid w:val="00306A37"/>
    <w:rsid w:val="00310475"/>
    <w:rsid w:val="00311602"/>
    <w:rsid w:val="00311E1F"/>
    <w:rsid w:val="003135A1"/>
    <w:rsid w:val="00313E64"/>
    <w:rsid w:val="00321B52"/>
    <w:rsid w:val="00322069"/>
    <w:rsid w:val="00326226"/>
    <w:rsid w:val="00343EDE"/>
    <w:rsid w:val="003459E3"/>
    <w:rsid w:val="003460D2"/>
    <w:rsid w:val="00350834"/>
    <w:rsid w:val="00351268"/>
    <w:rsid w:val="00351A42"/>
    <w:rsid w:val="0035251C"/>
    <w:rsid w:val="00353E26"/>
    <w:rsid w:val="003543A9"/>
    <w:rsid w:val="0036205D"/>
    <w:rsid w:val="00364431"/>
    <w:rsid w:val="003711CE"/>
    <w:rsid w:val="00372438"/>
    <w:rsid w:val="00374222"/>
    <w:rsid w:val="00376976"/>
    <w:rsid w:val="0038222B"/>
    <w:rsid w:val="0038246D"/>
    <w:rsid w:val="003858AA"/>
    <w:rsid w:val="00390863"/>
    <w:rsid w:val="003919AB"/>
    <w:rsid w:val="0039567D"/>
    <w:rsid w:val="0039611D"/>
    <w:rsid w:val="00396995"/>
    <w:rsid w:val="003A1BE2"/>
    <w:rsid w:val="003A4253"/>
    <w:rsid w:val="003A4817"/>
    <w:rsid w:val="003A49A0"/>
    <w:rsid w:val="003A5B80"/>
    <w:rsid w:val="003A5FD2"/>
    <w:rsid w:val="003B1EED"/>
    <w:rsid w:val="003B64A7"/>
    <w:rsid w:val="003B6C4D"/>
    <w:rsid w:val="003C5049"/>
    <w:rsid w:val="003D26CE"/>
    <w:rsid w:val="003D6DF8"/>
    <w:rsid w:val="003E07D7"/>
    <w:rsid w:val="003E1247"/>
    <w:rsid w:val="003E15FE"/>
    <w:rsid w:val="003E66E6"/>
    <w:rsid w:val="003F197D"/>
    <w:rsid w:val="003F391C"/>
    <w:rsid w:val="003F4A82"/>
    <w:rsid w:val="003F580A"/>
    <w:rsid w:val="00402766"/>
    <w:rsid w:val="00402E00"/>
    <w:rsid w:val="00403487"/>
    <w:rsid w:val="00403ADC"/>
    <w:rsid w:val="0040428D"/>
    <w:rsid w:val="004107CF"/>
    <w:rsid w:val="00412101"/>
    <w:rsid w:val="00415636"/>
    <w:rsid w:val="00417F93"/>
    <w:rsid w:val="00421041"/>
    <w:rsid w:val="00423B63"/>
    <w:rsid w:val="00424F6A"/>
    <w:rsid w:val="00425E3A"/>
    <w:rsid w:val="004270F7"/>
    <w:rsid w:val="004275E0"/>
    <w:rsid w:val="004313A1"/>
    <w:rsid w:val="0043210C"/>
    <w:rsid w:val="00432B04"/>
    <w:rsid w:val="004354AA"/>
    <w:rsid w:val="00445B41"/>
    <w:rsid w:val="00445B98"/>
    <w:rsid w:val="00446EFA"/>
    <w:rsid w:val="00447305"/>
    <w:rsid w:val="00447DED"/>
    <w:rsid w:val="00456467"/>
    <w:rsid w:val="00457834"/>
    <w:rsid w:val="00462F4A"/>
    <w:rsid w:val="00463C16"/>
    <w:rsid w:val="004650F4"/>
    <w:rsid w:val="0046574D"/>
    <w:rsid w:val="004658AF"/>
    <w:rsid w:val="004715D5"/>
    <w:rsid w:val="00472482"/>
    <w:rsid w:val="00475AF6"/>
    <w:rsid w:val="00477FF2"/>
    <w:rsid w:val="00483A4E"/>
    <w:rsid w:val="004910D9"/>
    <w:rsid w:val="00491329"/>
    <w:rsid w:val="004935E4"/>
    <w:rsid w:val="0049412E"/>
    <w:rsid w:val="00496044"/>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7C37"/>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522E"/>
    <w:rsid w:val="0053718F"/>
    <w:rsid w:val="00541972"/>
    <w:rsid w:val="005438B0"/>
    <w:rsid w:val="0054792C"/>
    <w:rsid w:val="00547BEB"/>
    <w:rsid w:val="00551866"/>
    <w:rsid w:val="00560A5E"/>
    <w:rsid w:val="005627BA"/>
    <w:rsid w:val="005637BA"/>
    <w:rsid w:val="00581EC4"/>
    <w:rsid w:val="00582F8A"/>
    <w:rsid w:val="00585AFA"/>
    <w:rsid w:val="00587BE3"/>
    <w:rsid w:val="005908C4"/>
    <w:rsid w:val="005938C0"/>
    <w:rsid w:val="005944AA"/>
    <w:rsid w:val="0059696A"/>
    <w:rsid w:val="005A6716"/>
    <w:rsid w:val="005B1CA7"/>
    <w:rsid w:val="005B4116"/>
    <w:rsid w:val="005B4921"/>
    <w:rsid w:val="005B5951"/>
    <w:rsid w:val="005B6FDB"/>
    <w:rsid w:val="005C1687"/>
    <w:rsid w:val="005C29D8"/>
    <w:rsid w:val="005C544C"/>
    <w:rsid w:val="005D281B"/>
    <w:rsid w:val="005D4619"/>
    <w:rsid w:val="005D5E8B"/>
    <w:rsid w:val="005E1A1D"/>
    <w:rsid w:val="005E2D2D"/>
    <w:rsid w:val="005E45CD"/>
    <w:rsid w:val="005E554F"/>
    <w:rsid w:val="005E5E49"/>
    <w:rsid w:val="005E61C3"/>
    <w:rsid w:val="005F19AF"/>
    <w:rsid w:val="005F5141"/>
    <w:rsid w:val="005F6DBC"/>
    <w:rsid w:val="005F7F75"/>
    <w:rsid w:val="00600503"/>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0270"/>
    <w:rsid w:val="006332F2"/>
    <w:rsid w:val="00635A74"/>
    <w:rsid w:val="00642868"/>
    <w:rsid w:val="006439CE"/>
    <w:rsid w:val="006459C0"/>
    <w:rsid w:val="006503A0"/>
    <w:rsid w:val="0065052C"/>
    <w:rsid w:val="00655C6A"/>
    <w:rsid w:val="00656F6C"/>
    <w:rsid w:val="00657D04"/>
    <w:rsid w:val="00660ED3"/>
    <w:rsid w:val="00661B66"/>
    <w:rsid w:val="006639BC"/>
    <w:rsid w:val="00672846"/>
    <w:rsid w:val="00673C77"/>
    <w:rsid w:val="0067451A"/>
    <w:rsid w:val="0067556D"/>
    <w:rsid w:val="006766E6"/>
    <w:rsid w:val="006772EC"/>
    <w:rsid w:val="00681A15"/>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2755"/>
    <w:rsid w:val="006C2837"/>
    <w:rsid w:val="006D27AD"/>
    <w:rsid w:val="006D3549"/>
    <w:rsid w:val="006D7C6D"/>
    <w:rsid w:val="006E068D"/>
    <w:rsid w:val="006E1956"/>
    <w:rsid w:val="006E32CE"/>
    <w:rsid w:val="006E631F"/>
    <w:rsid w:val="006F4018"/>
    <w:rsid w:val="007004AA"/>
    <w:rsid w:val="0070162F"/>
    <w:rsid w:val="0070210E"/>
    <w:rsid w:val="00703204"/>
    <w:rsid w:val="00705090"/>
    <w:rsid w:val="0070570F"/>
    <w:rsid w:val="00710B0D"/>
    <w:rsid w:val="00715342"/>
    <w:rsid w:val="0071686C"/>
    <w:rsid w:val="00717EAF"/>
    <w:rsid w:val="00724433"/>
    <w:rsid w:val="0072783B"/>
    <w:rsid w:val="007331D3"/>
    <w:rsid w:val="00737C55"/>
    <w:rsid w:val="00742FDD"/>
    <w:rsid w:val="00743878"/>
    <w:rsid w:val="00745EF5"/>
    <w:rsid w:val="00747607"/>
    <w:rsid w:val="00752EC8"/>
    <w:rsid w:val="0076019C"/>
    <w:rsid w:val="007616A5"/>
    <w:rsid w:val="00761BFD"/>
    <w:rsid w:val="00763592"/>
    <w:rsid w:val="007672D2"/>
    <w:rsid w:val="007701F7"/>
    <w:rsid w:val="0077177A"/>
    <w:rsid w:val="0077281D"/>
    <w:rsid w:val="00773589"/>
    <w:rsid w:val="00774092"/>
    <w:rsid w:val="00775CFE"/>
    <w:rsid w:val="0078006B"/>
    <w:rsid w:val="00786C26"/>
    <w:rsid w:val="00791141"/>
    <w:rsid w:val="00792DE7"/>
    <w:rsid w:val="007945B4"/>
    <w:rsid w:val="0079688B"/>
    <w:rsid w:val="007A089B"/>
    <w:rsid w:val="007A2026"/>
    <w:rsid w:val="007A43DD"/>
    <w:rsid w:val="007A79A2"/>
    <w:rsid w:val="007B033B"/>
    <w:rsid w:val="007B06D6"/>
    <w:rsid w:val="007B102B"/>
    <w:rsid w:val="007B1EEB"/>
    <w:rsid w:val="007B2A42"/>
    <w:rsid w:val="007B47A4"/>
    <w:rsid w:val="007B726C"/>
    <w:rsid w:val="007C0E6C"/>
    <w:rsid w:val="007C365C"/>
    <w:rsid w:val="007C76AC"/>
    <w:rsid w:val="007C7737"/>
    <w:rsid w:val="007D06AD"/>
    <w:rsid w:val="007D2C11"/>
    <w:rsid w:val="007D58F9"/>
    <w:rsid w:val="007D7CB8"/>
    <w:rsid w:val="007E5131"/>
    <w:rsid w:val="007F0D31"/>
    <w:rsid w:val="007F130D"/>
    <w:rsid w:val="007F6435"/>
    <w:rsid w:val="008055DB"/>
    <w:rsid w:val="00805BD8"/>
    <w:rsid w:val="00805DC0"/>
    <w:rsid w:val="00806C76"/>
    <w:rsid w:val="00807BAA"/>
    <w:rsid w:val="0081505A"/>
    <w:rsid w:val="00817ABD"/>
    <w:rsid w:val="00821435"/>
    <w:rsid w:val="008233F3"/>
    <w:rsid w:val="00830A7A"/>
    <w:rsid w:val="008335B5"/>
    <w:rsid w:val="00834D02"/>
    <w:rsid w:val="00836781"/>
    <w:rsid w:val="00837214"/>
    <w:rsid w:val="00840089"/>
    <w:rsid w:val="008436F5"/>
    <w:rsid w:val="008523DC"/>
    <w:rsid w:val="00861226"/>
    <w:rsid w:val="00866CD3"/>
    <w:rsid w:val="008673D6"/>
    <w:rsid w:val="00870DFE"/>
    <w:rsid w:val="00873A65"/>
    <w:rsid w:val="0087738E"/>
    <w:rsid w:val="00881601"/>
    <w:rsid w:val="00885921"/>
    <w:rsid w:val="00890292"/>
    <w:rsid w:val="008910B8"/>
    <w:rsid w:val="00897313"/>
    <w:rsid w:val="008A5E12"/>
    <w:rsid w:val="008A6F94"/>
    <w:rsid w:val="008A7C8A"/>
    <w:rsid w:val="008B009F"/>
    <w:rsid w:val="008B1276"/>
    <w:rsid w:val="008B1A4B"/>
    <w:rsid w:val="008B1FB4"/>
    <w:rsid w:val="008C0CC8"/>
    <w:rsid w:val="008C3DDE"/>
    <w:rsid w:val="008C5651"/>
    <w:rsid w:val="008C7844"/>
    <w:rsid w:val="008D1435"/>
    <w:rsid w:val="008D24E9"/>
    <w:rsid w:val="008D29CB"/>
    <w:rsid w:val="008D4343"/>
    <w:rsid w:val="008D4BED"/>
    <w:rsid w:val="008D7DD7"/>
    <w:rsid w:val="008E4139"/>
    <w:rsid w:val="008E54D9"/>
    <w:rsid w:val="008E5C98"/>
    <w:rsid w:val="008E5E2B"/>
    <w:rsid w:val="008E78FC"/>
    <w:rsid w:val="008E7DFD"/>
    <w:rsid w:val="008F4DA5"/>
    <w:rsid w:val="008F5450"/>
    <w:rsid w:val="00901575"/>
    <w:rsid w:val="0090287B"/>
    <w:rsid w:val="00902E7A"/>
    <w:rsid w:val="0090521F"/>
    <w:rsid w:val="009070AA"/>
    <w:rsid w:val="00912BF3"/>
    <w:rsid w:val="009144A0"/>
    <w:rsid w:val="0091696B"/>
    <w:rsid w:val="009174A8"/>
    <w:rsid w:val="00921E0D"/>
    <w:rsid w:val="00926C4B"/>
    <w:rsid w:val="00934039"/>
    <w:rsid w:val="00934DBB"/>
    <w:rsid w:val="00936295"/>
    <w:rsid w:val="00936F53"/>
    <w:rsid w:val="00940731"/>
    <w:rsid w:val="009515C2"/>
    <w:rsid w:val="00952A87"/>
    <w:rsid w:val="009541DB"/>
    <w:rsid w:val="00955F72"/>
    <w:rsid w:val="00956262"/>
    <w:rsid w:val="009563DF"/>
    <w:rsid w:val="00957C3D"/>
    <w:rsid w:val="00957C8F"/>
    <w:rsid w:val="009634D0"/>
    <w:rsid w:val="009641F0"/>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31DD"/>
    <w:rsid w:val="009B64DF"/>
    <w:rsid w:val="009C13B9"/>
    <w:rsid w:val="009C1815"/>
    <w:rsid w:val="009C374D"/>
    <w:rsid w:val="009C65F4"/>
    <w:rsid w:val="009C7EAA"/>
    <w:rsid w:val="009D05E9"/>
    <w:rsid w:val="009D1657"/>
    <w:rsid w:val="009D2CFF"/>
    <w:rsid w:val="009E0ADE"/>
    <w:rsid w:val="009F0903"/>
    <w:rsid w:val="009F09AC"/>
    <w:rsid w:val="009F0B1C"/>
    <w:rsid w:val="009F5B12"/>
    <w:rsid w:val="009F5FB6"/>
    <w:rsid w:val="009F6FA6"/>
    <w:rsid w:val="00A00929"/>
    <w:rsid w:val="00A0123C"/>
    <w:rsid w:val="00A04F41"/>
    <w:rsid w:val="00A06E01"/>
    <w:rsid w:val="00A0709E"/>
    <w:rsid w:val="00A11307"/>
    <w:rsid w:val="00A11754"/>
    <w:rsid w:val="00A27DF3"/>
    <w:rsid w:val="00A30919"/>
    <w:rsid w:val="00A31F5E"/>
    <w:rsid w:val="00A327D9"/>
    <w:rsid w:val="00A33960"/>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E1E"/>
    <w:rsid w:val="00A7219F"/>
    <w:rsid w:val="00A739B7"/>
    <w:rsid w:val="00A74809"/>
    <w:rsid w:val="00A75C9C"/>
    <w:rsid w:val="00A8151D"/>
    <w:rsid w:val="00A81766"/>
    <w:rsid w:val="00A81CDE"/>
    <w:rsid w:val="00A828AC"/>
    <w:rsid w:val="00A83E2D"/>
    <w:rsid w:val="00A85BCD"/>
    <w:rsid w:val="00A86A56"/>
    <w:rsid w:val="00A8785C"/>
    <w:rsid w:val="00A9261D"/>
    <w:rsid w:val="00A927C1"/>
    <w:rsid w:val="00A95999"/>
    <w:rsid w:val="00AA2B4C"/>
    <w:rsid w:val="00AA3B01"/>
    <w:rsid w:val="00AA4115"/>
    <w:rsid w:val="00AA494E"/>
    <w:rsid w:val="00AA671F"/>
    <w:rsid w:val="00AA729C"/>
    <w:rsid w:val="00AA72D6"/>
    <w:rsid w:val="00AB0B54"/>
    <w:rsid w:val="00AB4C5C"/>
    <w:rsid w:val="00AB4FCB"/>
    <w:rsid w:val="00AC12CB"/>
    <w:rsid w:val="00AC397E"/>
    <w:rsid w:val="00AC45D1"/>
    <w:rsid w:val="00AC51AD"/>
    <w:rsid w:val="00AD4FFA"/>
    <w:rsid w:val="00AD6B53"/>
    <w:rsid w:val="00AE3DFF"/>
    <w:rsid w:val="00AF0151"/>
    <w:rsid w:val="00AF146B"/>
    <w:rsid w:val="00AF51C5"/>
    <w:rsid w:val="00B04421"/>
    <w:rsid w:val="00B05AB1"/>
    <w:rsid w:val="00B10197"/>
    <w:rsid w:val="00B10807"/>
    <w:rsid w:val="00B12127"/>
    <w:rsid w:val="00B176DE"/>
    <w:rsid w:val="00B23BDD"/>
    <w:rsid w:val="00B25D23"/>
    <w:rsid w:val="00B260EF"/>
    <w:rsid w:val="00B27C6F"/>
    <w:rsid w:val="00B31C4A"/>
    <w:rsid w:val="00B32771"/>
    <w:rsid w:val="00B32A96"/>
    <w:rsid w:val="00B34F9F"/>
    <w:rsid w:val="00B404F7"/>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099"/>
    <w:rsid w:val="00B61678"/>
    <w:rsid w:val="00B61842"/>
    <w:rsid w:val="00B636C5"/>
    <w:rsid w:val="00B637B2"/>
    <w:rsid w:val="00B64340"/>
    <w:rsid w:val="00B65A32"/>
    <w:rsid w:val="00B67065"/>
    <w:rsid w:val="00B72F60"/>
    <w:rsid w:val="00B7465A"/>
    <w:rsid w:val="00B761A9"/>
    <w:rsid w:val="00B7652C"/>
    <w:rsid w:val="00B77406"/>
    <w:rsid w:val="00B80215"/>
    <w:rsid w:val="00B91651"/>
    <w:rsid w:val="00BA2175"/>
    <w:rsid w:val="00BB2714"/>
    <w:rsid w:val="00BB34B8"/>
    <w:rsid w:val="00BB66C2"/>
    <w:rsid w:val="00BC04EC"/>
    <w:rsid w:val="00BC0E66"/>
    <w:rsid w:val="00BC11EF"/>
    <w:rsid w:val="00BC51AE"/>
    <w:rsid w:val="00BC66E2"/>
    <w:rsid w:val="00BD15C8"/>
    <w:rsid w:val="00BD5CB4"/>
    <w:rsid w:val="00BD69A1"/>
    <w:rsid w:val="00BD782D"/>
    <w:rsid w:val="00BD7FB8"/>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7663"/>
    <w:rsid w:val="00C20A8B"/>
    <w:rsid w:val="00C22141"/>
    <w:rsid w:val="00C2257A"/>
    <w:rsid w:val="00C260FF"/>
    <w:rsid w:val="00C32638"/>
    <w:rsid w:val="00C339F8"/>
    <w:rsid w:val="00C341B5"/>
    <w:rsid w:val="00C342E1"/>
    <w:rsid w:val="00C376A6"/>
    <w:rsid w:val="00C37901"/>
    <w:rsid w:val="00C45481"/>
    <w:rsid w:val="00C50831"/>
    <w:rsid w:val="00C562E9"/>
    <w:rsid w:val="00C60453"/>
    <w:rsid w:val="00C65B19"/>
    <w:rsid w:val="00C668DB"/>
    <w:rsid w:val="00C715A2"/>
    <w:rsid w:val="00C738D0"/>
    <w:rsid w:val="00C74063"/>
    <w:rsid w:val="00C745C0"/>
    <w:rsid w:val="00C748BF"/>
    <w:rsid w:val="00C76E36"/>
    <w:rsid w:val="00C76F59"/>
    <w:rsid w:val="00C80487"/>
    <w:rsid w:val="00C8154C"/>
    <w:rsid w:val="00C82FE1"/>
    <w:rsid w:val="00C83788"/>
    <w:rsid w:val="00C86594"/>
    <w:rsid w:val="00C92C22"/>
    <w:rsid w:val="00CA140F"/>
    <w:rsid w:val="00CA42CE"/>
    <w:rsid w:val="00CA6168"/>
    <w:rsid w:val="00CB3F46"/>
    <w:rsid w:val="00CC2254"/>
    <w:rsid w:val="00CC2724"/>
    <w:rsid w:val="00CC2C42"/>
    <w:rsid w:val="00CC2CB6"/>
    <w:rsid w:val="00CC3A2F"/>
    <w:rsid w:val="00CC3B58"/>
    <w:rsid w:val="00CC6D81"/>
    <w:rsid w:val="00CD010C"/>
    <w:rsid w:val="00CD02B5"/>
    <w:rsid w:val="00CD0616"/>
    <w:rsid w:val="00CD0AE1"/>
    <w:rsid w:val="00CD11DE"/>
    <w:rsid w:val="00CD2A77"/>
    <w:rsid w:val="00CD5969"/>
    <w:rsid w:val="00CD6D10"/>
    <w:rsid w:val="00CE1EDD"/>
    <w:rsid w:val="00CF1772"/>
    <w:rsid w:val="00CF51F9"/>
    <w:rsid w:val="00D064CD"/>
    <w:rsid w:val="00D07C9B"/>
    <w:rsid w:val="00D07D1E"/>
    <w:rsid w:val="00D164B6"/>
    <w:rsid w:val="00D212C9"/>
    <w:rsid w:val="00D2227E"/>
    <w:rsid w:val="00D22854"/>
    <w:rsid w:val="00D24933"/>
    <w:rsid w:val="00D26C2F"/>
    <w:rsid w:val="00D32259"/>
    <w:rsid w:val="00D33F7C"/>
    <w:rsid w:val="00D3504C"/>
    <w:rsid w:val="00D35C13"/>
    <w:rsid w:val="00D41086"/>
    <w:rsid w:val="00D4135D"/>
    <w:rsid w:val="00D41430"/>
    <w:rsid w:val="00D417F5"/>
    <w:rsid w:val="00D43AB7"/>
    <w:rsid w:val="00D43D04"/>
    <w:rsid w:val="00D45051"/>
    <w:rsid w:val="00D4593D"/>
    <w:rsid w:val="00D45A31"/>
    <w:rsid w:val="00D54B14"/>
    <w:rsid w:val="00D573AF"/>
    <w:rsid w:val="00D60C3F"/>
    <w:rsid w:val="00D60E1F"/>
    <w:rsid w:val="00D6200E"/>
    <w:rsid w:val="00D65DA5"/>
    <w:rsid w:val="00D72B65"/>
    <w:rsid w:val="00D76779"/>
    <w:rsid w:val="00D861B4"/>
    <w:rsid w:val="00D87C4F"/>
    <w:rsid w:val="00D92915"/>
    <w:rsid w:val="00D94AF2"/>
    <w:rsid w:val="00D96653"/>
    <w:rsid w:val="00DA012B"/>
    <w:rsid w:val="00DA0705"/>
    <w:rsid w:val="00DA4A4B"/>
    <w:rsid w:val="00DA6ECC"/>
    <w:rsid w:val="00DA6FB7"/>
    <w:rsid w:val="00DB050B"/>
    <w:rsid w:val="00DB060E"/>
    <w:rsid w:val="00DB18E6"/>
    <w:rsid w:val="00DB343C"/>
    <w:rsid w:val="00DC3C3A"/>
    <w:rsid w:val="00DD1AC6"/>
    <w:rsid w:val="00DD1D08"/>
    <w:rsid w:val="00DD27A6"/>
    <w:rsid w:val="00DD3F92"/>
    <w:rsid w:val="00DD509D"/>
    <w:rsid w:val="00DE328B"/>
    <w:rsid w:val="00DF015C"/>
    <w:rsid w:val="00DF24EE"/>
    <w:rsid w:val="00DF38D3"/>
    <w:rsid w:val="00DF5A03"/>
    <w:rsid w:val="00DF6481"/>
    <w:rsid w:val="00DF681F"/>
    <w:rsid w:val="00DF7D9B"/>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6A6"/>
    <w:rsid w:val="00E51290"/>
    <w:rsid w:val="00E54189"/>
    <w:rsid w:val="00E559DF"/>
    <w:rsid w:val="00E56166"/>
    <w:rsid w:val="00E575DC"/>
    <w:rsid w:val="00E57970"/>
    <w:rsid w:val="00E60681"/>
    <w:rsid w:val="00E63934"/>
    <w:rsid w:val="00E64F2C"/>
    <w:rsid w:val="00E65F0F"/>
    <w:rsid w:val="00E67D6C"/>
    <w:rsid w:val="00E71E04"/>
    <w:rsid w:val="00E72980"/>
    <w:rsid w:val="00E74465"/>
    <w:rsid w:val="00E75557"/>
    <w:rsid w:val="00E774AE"/>
    <w:rsid w:val="00E77A0E"/>
    <w:rsid w:val="00E82827"/>
    <w:rsid w:val="00E8338A"/>
    <w:rsid w:val="00E84C24"/>
    <w:rsid w:val="00E86047"/>
    <w:rsid w:val="00E9199F"/>
    <w:rsid w:val="00EA0D20"/>
    <w:rsid w:val="00EA3180"/>
    <w:rsid w:val="00EA605F"/>
    <w:rsid w:val="00EA6E15"/>
    <w:rsid w:val="00EB11F5"/>
    <w:rsid w:val="00EB36D8"/>
    <w:rsid w:val="00EB4EA8"/>
    <w:rsid w:val="00EB5C53"/>
    <w:rsid w:val="00EC2765"/>
    <w:rsid w:val="00EC276F"/>
    <w:rsid w:val="00EC2B48"/>
    <w:rsid w:val="00EC2F53"/>
    <w:rsid w:val="00EC44E0"/>
    <w:rsid w:val="00EC51CE"/>
    <w:rsid w:val="00EC5E8F"/>
    <w:rsid w:val="00ED0038"/>
    <w:rsid w:val="00ED19F9"/>
    <w:rsid w:val="00ED35B9"/>
    <w:rsid w:val="00ED49C8"/>
    <w:rsid w:val="00ED5A10"/>
    <w:rsid w:val="00ED6443"/>
    <w:rsid w:val="00ED793D"/>
    <w:rsid w:val="00EE0EA4"/>
    <w:rsid w:val="00EE4CDF"/>
    <w:rsid w:val="00EE5703"/>
    <w:rsid w:val="00EE5CA0"/>
    <w:rsid w:val="00EE7EC0"/>
    <w:rsid w:val="00EF0C69"/>
    <w:rsid w:val="00EF3F35"/>
    <w:rsid w:val="00EF65A8"/>
    <w:rsid w:val="00EF75AB"/>
    <w:rsid w:val="00F01559"/>
    <w:rsid w:val="00F0208D"/>
    <w:rsid w:val="00F030CF"/>
    <w:rsid w:val="00F114B0"/>
    <w:rsid w:val="00F168B9"/>
    <w:rsid w:val="00F2002A"/>
    <w:rsid w:val="00F20B37"/>
    <w:rsid w:val="00F26CD9"/>
    <w:rsid w:val="00F2728A"/>
    <w:rsid w:val="00F37BB1"/>
    <w:rsid w:val="00F40281"/>
    <w:rsid w:val="00F40345"/>
    <w:rsid w:val="00F41621"/>
    <w:rsid w:val="00F41EE8"/>
    <w:rsid w:val="00F44960"/>
    <w:rsid w:val="00F44D5C"/>
    <w:rsid w:val="00F452AF"/>
    <w:rsid w:val="00F47A20"/>
    <w:rsid w:val="00F52B5F"/>
    <w:rsid w:val="00F53B62"/>
    <w:rsid w:val="00F53E4C"/>
    <w:rsid w:val="00F5542E"/>
    <w:rsid w:val="00F56172"/>
    <w:rsid w:val="00F6161A"/>
    <w:rsid w:val="00F6481F"/>
    <w:rsid w:val="00F70F4F"/>
    <w:rsid w:val="00F73C28"/>
    <w:rsid w:val="00F77B4D"/>
    <w:rsid w:val="00F81E15"/>
    <w:rsid w:val="00F8220C"/>
    <w:rsid w:val="00F8451F"/>
    <w:rsid w:val="00F91764"/>
    <w:rsid w:val="00F91DF9"/>
    <w:rsid w:val="00F95C3A"/>
    <w:rsid w:val="00F97EA0"/>
    <w:rsid w:val="00FA0C07"/>
    <w:rsid w:val="00FA0F94"/>
    <w:rsid w:val="00FA41B9"/>
    <w:rsid w:val="00FB42AF"/>
    <w:rsid w:val="00FB5823"/>
    <w:rsid w:val="00FB5C20"/>
    <w:rsid w:val="00FB7D72"/>
    <w:rsid w:val="00FB7D9C"/>
    <w:rsid w:val="00FB7FED"/>
    <w:rsid w:val="00FC76EA"/>
    <w:rsid w:val="00FD073D"/>
    <w:rsid w:val="00FE26F3"/>
    <w:rsid w:val="00FE2CC5"/>
    <w:rsid w:val="00FE5EEF"/>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11265"/>
    <o:shapelayout v:ext="edit">
      <o:idmap v:ext="edit" data="1"/>
    </o:shapelayout>
  </w:shapeDefaults>
  <w:decimalSymbol w:val="."/>
  <w:listSeparator w:val=","/>
  <w14:docId w14:val="6F53EAA7"/>
  <w15:chartTrackingRefBased/>
  <w15:docId w15:val="{DAB145B6-C5E2-4D44-BEF3-D81F5A386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footer" w:uiPriority="99"/>
    <w:lsdException w:name="caption" w:semiHidden="1" w:unhideWhenUsed="1" w:qFormat="1"/>
    <w:lsdException w:name="List 2" w:uiPriority="99"/>
    <w:lsdException w:name="List 3" w:uiPriority="99"/>
    <w:lsdException w:name="Title" w:qFormat="1"/>
    <w:lsdException w:name="Body Text" w:uiPriority="99"/>
    <w:lsdException w:name="Body Text Inden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uiPriority w:val="99"/>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uiPriority w:val="99"/>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uiPriority w:val="99"/>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uiPriority w:val="99"/>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Char2 Char Char Char Char Char1"/>
    <w:link w:val="List"/>
    <w:rsid w:val="002F5868"/>
    <w:rPr>
      <w:sz w:val="24"/>
      <w:lang w:val="en-US" w:eastAsia="en-US" w:bidi="ar-SA"/>
    </w:rPr>
  </w:style>
  <w:style w:type="paragraph" w:styleId="BodyTextIndent">
    <w:name w:val="Body Text Indent"/>
    <w:aliases w:val=" Char"/>
    <w:basedOn w:val="Normal"/>
    <w:link w:val="BodyTextIndentChar1"/>
    <w:uiPriority w:val="99"/>
    <w:rsid w:val="002F5868"/>
    <w:pPr>
      <w:spacing w:after="240"/>
      <w:ind w:left="720"/>
    </w:pPr>
    <w:rPr>
      <w:iCs/>
      <w:lang w:val="x-none" w:eastAsia="x-none"/>
    </w:rPr>
  </w:style>
  <w:style w:type="paragraph" w:customStyle="1" w:styleId="Bullet">
    <w:name w:val="Bullet"/>
    <w:basedOn w:val="Normal"/>
    <w:link w:val="BulletChar"/>
    <w:uiPriority w:val="99"/>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uiPriority w:val="99"/>
    <w:rsid w:val="002F5868"/>
    <w:pPr>
      <w:spacing w:after="180"/>
      <w:ind w:left="2340" w:hanging="547"/>
    </w:pPr>
  </w:style>
  <w:style w:type="paragraph" w:styleId="Footer">
    <w:name w:val="footer"/>
    <w:basedOn w:val="Normal"/>
    <w:link w:val="FooterChar"/>
    <w:uiPriority w:val="99"/>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uiPriority w:val="99"/>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99"/>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uiPriority w:val="99"/>
    <w:rsid w:val="002F5868"/>
    <w:pPr>
      <w:spacing w:after="240"/>
      <w:ind w:left="2160" w:hanging="720"/>
    </w:pPr>
    <w:rPr>
      <w:lang w:val="x-none" w:eastAsia="x-none"/>
    </w:rPr>
  </w:style>
  <w:style w:type="paragraph" w:styleId="List3">
    <w:name w:val="List 3"/>
    <w:basedOn w:val="Normal"/>
    <w:uiPriority w:val="99"/>
    <w:rsid w:val="002F5868"/>
    <w:pPr>
      <w:spacing w:after="240"/>
      <w:ind w:left="2880" w:hanging="720"/>
    </w:pPr>
  </w:style>
  <w:style w:type="paragraph" w:styleId="TOC6">
    <w:name w:val="toc 6"/>
    <w:basedOn w:val="Normal"/>
    <w:next w:val="Normal"/>
    <w:autoRedefine/>
    <w:uiPriority w:val="9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9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99"/>
    <w:rsid w:val="002F5868"/>
    <w:pPr>
      <w:ind w:left="1680"/>
    </w:pPr>
    <w:rPr>
      <w:sz w:val="18"/>
      <w:szCs w:val="18"/>
    </w:rPr>
  </w:style>
  <w:style w:type="paragraph" w:styleId="TOC9">
    <w:name w:val="toc 9"/>
    <w:basedOn w:val="Normal"/>
    <w:next w:val="Normal"/>
    <w:autoRedefine/>
    <w:uiPriority w:val="99"/>
    <w:rsid w:val="002F5868"/>
    <w:pPr>
      <w:ind w:left="1920"/>
    </w:pPr>
    <w:rPr>
      <w:sz w:val="18"/>
      <w:szCs w:val="18"/>
    </w:rPr>
  </w:style>
  <w:style w:type="paragraph" w:customStyle="1" w:styleId="H5">
    <w:name w:val="H5"/>
    <w:basedOn w:val="Heading5"/>
    <w:next w:val="BodyText"/>
    <w:link w:val="H5Char"/>
    <w:uiPriority w:val="99"/>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uiPriority w:val="99"/>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uiPriority w:val="99"/>
    <w:rsid w:val="002F5868"/>
    <w:pPr>
      <w:numPr>
        <w:ilvl w:val="0"/>
        <w:numId w:val="0"/>
      </w:numPr>
      <w:tabs>
        <w:tab w:val="clear" w:pos="1584"/>
        <w:tab w:val="left" w:pos="1800"/>
      </w:tabs>
      <w:ind w:left="1800" w:hanging="1800"/>
    </w:pPr>
  </w:style>
  <w:style w:type="paragraph" w:customStyle="1" w:styleId="H7">
    <w:name w:val="H7"/>
    <w:basedOn w:val="Heading7"/>
    <w:next w:val="BodyText"/>
    <w:uiPriority w:val="99"/>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uiPriority w:val="99"/>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uiPriority w:val="99"/>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uiPriority w:val="99"/>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uiPriority w:val="99"/>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uiPriority w:val="99"/>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uiPriority w:val="99"/>
    <w:rsid w:val="002F5868"/>
    <w:pPr>
      <w:spacing w:after="120"/>
    </w:pPr>
    <w:rPr>
      <w:b/>
      <w:sz w:val="20"/>
    </w:rPr>
  </w:style>
  <w:style w:type="paragraph" w:customStyle="1" w:styleId="TableBullet">
    <w:name w:val="Table Bullet"/>
    <w:basedOn w:val="TableBody"/>
    <w:uiPriority w:val="99"/>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uiPriority w:val="99"/>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uiPriority w:val="99"/>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uiPriority w:val="99"/>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uiPriority w:val="99"/>
    <w:semiHidden/>
    <w:rsid w:val="002F5868"/>
    <w:rPr>
      <w:b/>
      <w:bCs/>
    </w:rPr>
  </w:style>
  <w:style w:type="paragraph" w:styleId="Revision">
    <w:name w:val="Revision"/>
    <w:hidden/>
    <w:uiPriority w:val="99"/>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delete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uiPriority w:val="99"/>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uiPriority w:val="99"/>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aliases w:val=" Char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uiPriority w:val="99"/>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uiPriority w:val="99"/>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uiPriority w:val="99"/>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uiPriority w:val="99"/>
    <w:rsid w:val="00424F6A"/>
    <w:pPr>
      <w:spacing w:after="120"/>
    </w:pPr>
  </w:style>
  <w:style w:type="paragraph" w:customStyle="1" w:styleId="TXUSubject">
    <w:name w:val="TXUSubject"/>
    <w:basedOn w:val="TXUNormal"/>
    <w:next w:val="TXUNormal"/>
    <w:uiPriority w:val="99"/>
    <w:rsid w:val="00424F6A"/>
    <w:pPr>
      <w:spacing w:after="240"/>
    </w:pPr>
    <w:rPr>
      <w:b/>
    </w:rPr>
  </w:style>
  <w:style w:type="paragraph" w:customStyle="1" w:styleId="Comments">
    <w:name w:val="Comments"/>
    <w:basedOn w:val="Normal"/>
    <w:uiPriority w:val="99"/>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uiPriority w:val="99"/>
    <w:locked/>
    <w:rsid w:val="00424F6A"/>
  </w:style>
  <w:style w:type="paragraph" w:styleId="ListParagraph">
    <w:name w:val="List Paragraph"/>
    <w:basedOn w:val="Normal"/>
    <w:uiPriority w:val="34"/>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aliases w:val="h2 Char"/>
    <w:link w:val="Heading2"/>
    <w:rsid w:val="00424F6A"/>
    <w:rPr>
      <w:b/>
      <w:sz w:val="24"/>
    </w:rPr>
  </w:style>
  <w:style w:type="character" w:customStyle="1" w:styleId="Heading7Char">
    <w:name w:val="Heading 7 Char"/>
    <w:link w:val="Heading7"/>
    <w:uiPriority w:val="99"/>
    <w:rsid w:val="00424F6A"/>
    <w:rPr>
      <w:sz w:val="24"/>
      <w:szCs w:val="24"/>
    </w:rPr>
  </w:style>
  <w:style w:type="character" w:customStyle="1" w:styleId="Heading8Char">
    <w:name w:val="Heading 8 Char"/>
    <w:link w:val="Heading8"/>
    <w:uiPriority w:val="99"/>
    <w:rsid w:val="00424F6A"/>
    <w:rPr>
      <w:i/>
      <w:iCs/>
      <w:sz w:val="24"/>
      <w:szCs w:val="24"/>
    </w:rPr>
  </w:style>
  <w:style w:type="character" w:customStyle="1" w:styleId="Heading9Char">
    <w:name w:val="Heading 9 Char"/>
    <w:link w:val="Heading9"/>
    <w:uiPriority w:val="99"/>
    <w:rsid w:val="00424F6A"/>
    <w:rPr>
      <w:b/>
      <w:sz w:val="24"/>
      <w:szCs w:val="24"/>
    </w:rPr>
  </w:style>
  <w:style w:type="character" w:customStyle="1" w:styleId="FootnoteTextChar">
    <w:name w:val="Footnote Text Char"/>
    <w:link w:val="FootnoteText"/>
    <w:uiPriority w:val="99"/>
    <w:semiHidden/>
    <w:rsid w:val="00424F6A"/>
    <w:rPr>
      <w:sz w:val="18"/>
    </w:rPr>
  </w:style>
  <w:style w:type="character" w:customStyle="1" w:styleId="BalloonTextChar">
    <w:name w:val="Balloon Text Char"/>
    <w:link w:val="BalloonText"/>
    <w:uiPriority w:val="99"/>
    <w:semiHidden/>
    <w:rsid w:val="00424F6A"/>
    <w:rPr>
      <w:rFonts w:ascii="Tahoma" w:hAnsi="Tahoma" w:cs="Tahoma"/>
      <w:sz w:val="16"/>
      <w:szCs w:val="16"/>
    </w:rPr>
  </w:style>
  <w:style w:type="character" w:customStyle="1" w:styleId="CommentSubjectChar">
    <w:name w:val="Comment Subject Char"/>
    <w:link w:val="CommentSubject"/>
    <w:uiPriority w:val="99"/>
    <w:semiHidden/>
    <w:rsid w:val="00424F6A"/>
    <w:rPr>
      <w:b/>
      <w:bCs/>
    </w:rPr>
  </w:style>
  <w:style w:type="character" w:styleId="UnresolvedMention">
    <w:name w:val="Unresolved Mention"/>
    <w:uiPriority w:val="99"/>
    <w:semiHidden/>
    <w:unhideWhenUsed/>
    <w:rsid w:val="00D24933"/>
    <w:rPr>
      <w:color w:val="605E5C"/>
      <w:shd w:val="clear" w:color="auto" w:fill="E1DFDD"/>
    </w:rPr>
  </w:style>
  <w:style w:type="paragraph" w:customStyle="1" w:styleId="msonormal0">
    <w:name w:val="msonormal"/>
    <w:basedOn w:val="Normal"/>
    <w:uiPriority w:val="99"/>
    <w:rsid w:val="00D24933"/>
    <w:pPr>
      <w:spacing w:before="100" w:beforeAutospacing="1" w:after="100" w:afterAutospacing="1"/>
    </w:pPr>
    <w:rPr>
      <w:szCs w:val="24"/>
    </w:rPr>
  </w:style>
  <w:style w:type="table" w:customStyle="1" w:styleId="FormulaVariableTable1">
    <w:name w:val="Formula Variable Table1"/>
    <w:basedOn w:val="TableNormal"/>
    <w:rsid w:val="00D2493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18</Pages>
  <Words>6076</Words>
  <Characters>34636</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40631</CharactersWithSpaces>
  <SharedDoc>false</SharedDoc>
  <HLinks>
    <vt:vector size="96" baseType="variant">
      <vt:variant>
        <vt:i4>1572921</vt:i4>
      </vt:variant>
      <vt:variant>
        <vt:i4>92</vt:i4>
      </vt:variant>
      <vt:variant>
        <vt:i4>0</vt:i4>
      </vt:variant>
      <vt:variant>
        <vt:i4>5</vt:i4>
      </vt:variant>
      <vt:variant>
        <vt:lpwstr/>
      </vt:variant>
      <vt:variant>
        <vt:lpwstr>_Toc89333411</vt:lpwstr>
      </vt:variant>
      <vt:variant>
        <vt:i4>1638457</vt:i4>
      </vt:variant>
      <vt:variant>
        <vt:i4>86</vt:i4>
      </vt:variant>
      <vt:variant>
        <vt:i4>0</vt:i4>
      </vt:variant>
      <vt:variant>
        <vt:i4>5</vt:i4>
      </vt:variant>
      <vt:variant>
        <vt:lpwstr/>
      </vt:variant>
      <vt:variant>
        <vt:lpwstr>_Toc89333410</vt:lpwstr>
      </vt:variant>
      <vt:variant>
        <vt:i4>1048632</vt:i4>
      </vt:variant>
      <vt:variant>
        <vt:i4>80</vt:i4>
      </vt:variant>
      <vt:variant>
        <vt:i4>0</vt:i4>
      </vt:variant>
      <vt:variant>
        <vt:i4>5</vt:i4>
      </vt:variant>
      <vt:variant>
        <vt:lpwstr/>
      </vt:variant>
      <vt:variant>
        <vt:lpwstr>_Toc89333409</vt:lpwstr>
      </vt:variant>
      <vt:variant>
        <vt:i4>1114168</vt:i4>
      </vt:variant>
      <vt:variant>
        <vt:i4>74</vt:i4>
      </vt:variant>
      <vt:variant>
        <vt:i4>0</vt:i4>
      </vt:variant>
      <vt:variant>
        <vt:i4>5</vt:i4>
      </vt:variant>
      <vt:variant>
        <vt:lpwstr/>
      </vt:variant>
      <vt:variant>
        <vt:lpwstr>_Toc89333408</vt:lpwstr>
      </vt:variant>
      <vt:variant>
        <vt:i4>1966136</vt:i4>
      </vt:variant>
      <vt:variant>
        <vt:i4>68</vt:i4>
      </vt:variant>
      <vt:variant>
        <vt:i4>0</vt:i4>
      </vt:variant>
      <vt:variant>
        <vt:i4>5</vt:i4>
      </vt:variant>
      <vt:variant>
        <vt:lpwstr/>
      </vt:variant>
      <vt:variant>
        <vt:lpwstr>_Toc89333407</vt:lpwstr>
      </vt:variant>
      <vt:variant>
        <vt:i4>2031672</vt:i4>
      </vt:variant>
      <vt:variant>
        <vt:i4>62</vt:i4>
      </vt:variant>
      <vt:variant>
        <vt:i4>0</vt:i4>
      </vt:variant>
      <vt:variant>
        <vt:i4>5</vt:i4>
      </vt:variant>
      <vt:variant>
        <vt:lpwstr/>
      </vt:variant>
      <vt:variant>
        <vt:lpwstr>_Toc89333406</vt:lpwstr>
      </vt:variant>
      <vt:variant>
        <vt:i4>1835064</vt:i4>
      </vt:variant>
      <vt:variant>
        <vt:i4>56</vt:i4>
      </vt:variant>
      <vt:variant>
        <vt:i4>0</vt:i4>
      </vt:variant>
      <vt:variant>
        <vt:i4>5</vt:i4>
      </vt:variant>
      <vt:variant>
        <vt:lpwstr/>
      </vt:variant>
      <vt:variant>
        <vt:lpwstr>_Toc89333405</vt:lpwstr>
      </vt:variant>
      <vt:variant>
        <vt:i4>1900600</vt:i4>
      </vt:variant>
      <vt:variant>
        <vt:i4>50</vt:i4>
      </vt:variant>
      <vt:variant>
        <vt:i4>0</vt:i4>
      </vt:variant>
      <vt:variant>
        <vt:i4>5</vt:i4>
      </vt:variant>
      <vt:variant>
        <vt:lpwstr/>
      </vt:variant>
      <vt:variant>
        <vt:lpwstr>_Toc89333404</vt:lpwstr>
      </vt:variant>
      <vt:variant>
        <vt:i4>1769528</vt:i4>
      </vt:variant>
      <vt:variant>
        <vt:i4>44</vt:i4>
      </vt:variant>
      <vt:variant>
        <vt:i4>0</vt:i4>
      </vt:variant>
      <vt:variant>
        <vt:i4>5</vt:i4>
      </vt:variant>
      <vt:variant>
        <vt:lpwstr/>
      </vt:variant>
      <vt:variant>
        <vt:lpwstr>_Toc89333402</vt:lpwstr>
      </vt:variant>
      <vt:variant>
        <vt:i4>1638449</vt:i4>
      </vt:variant>
      <vt:variant>
        <vt:i4>38</vt:i4>
      </vt:variant>
      <vt:variant>
        <vt:i4>0</vt:i4>
      </vt:variant>
      <vt:variant>
        <vt:i4>5</vt:i4>
      </vt:variant>
      <vt:variant>
        <vt:lpwstr/>
      </vt:variant>
      <vt:variant>
        <vt:lpwstr>_Toc89333397</vt:lpwstr>
      </vt:variant>
      <vt:variant>
        <vt:i4>1572913</vt:i4>
      </vt:variant>
      <vt:variant>
        <vt:i4>32</vt:i4>
      </vt:variant>
      <vt:variant>
        <vt:i4>0</vt:i4>
      </vt:variant>
      <vt:variant>
        <vt:i4>5</vt:i4>
      </vt:variant>
      <vt:variant>
        <vt:lpwstr/>
      </vt:variant>
      <vt:variant>
        <vt:lpwstr>_Toc89333396</vt:lpwstr>
      </vt:variant>
      <vt:variant>
        <vt:i4>1769521</vt:i4>
      </vt:variant>
      <vt:variant>
        <vt:i4>26</vt:i4>
      </vt:variant>
      <vt:variant>
        <vt:i4>0</vt:i4>
      </vt:variant>
      <vt:variant>
        <vt:i4>5</vt:i4>
      </vt:variant>
      <vt:variant>
        <vt:lpwstr/>
      </vt:variant>
      <vt:variant>
        <vt:lpwstr>_Toc89333395</vt:lpwstr>
      </vt:variant>
      <vt:variant>
        <vt:i4>1703985</vt:i4>
      </vt:variant>
      <vt:variant>
        <vt:i4>20</vt:i4>
      </vt:variant>
      <vt:variant>
        <vt:i4>0</vt:i4>
      </vt:variant>
      <vt:variant>
        <vt:i4>5</vt:i4>
      </vt:variant>
      <vt:variant>
        <vt:lpwstr/>
      </vt:variant>
      <vt:variant>
        <vt:lpwstr>_Toc89333394</vt:lpwstr>
      </vt:variant>
      <vt:variant>
        <vt:i4>1900593</vt:i4>
      </vt:variant>
      <vt:variant>
        <vt:i4>14</vt:i4>
      </vt:variant>
      <vt:variant>
        <vt:i4>0</vt:i4>
      </vt:variant>
      <vt:variant>
        <vt:i4>5</vt:i4>
      </vt:variant>
      <vt:variant>
        <vt:lpwstr/>
      </vt:variant>
      <vt:variant>
        <vt:lpwstr>_Toc89333393</vt:lpwstr>
      </vt:variant>
      <vt:variant>
        <vt:i4>1835057</vt:i4>
      </vt:variant>
      <vt:variant>
        <vt:i4>8</vt:i4>
      </vt:variant>
      <vt:variant>
        <vt:i4>0</vt:i4>
      </vt:variant>
      <vt:variant>
        <vt:i4>5</vt:i4>
      </vt:variant>
      <vt:variant>
        <vt:lpwstr/>
      </vt:variant>
      <vt:variant>
        <vt:lpwstr>_Toc89333392</vt:lpwstr>
      </vt:variant>
      <vt:variant>
        <vt:i4>2031665</vt:i4>
      </vt:variant>
      <vt:variant>
        <vt:i4>2</vt:i4>
      </vt:variant>
      <vt:variant>
        <vt:i4>0</vt:i4>
      </vt:variant>
      <vt:variant>
        <vt:i4>5</vt:i4>
      </vt:variant>
      <vt:variant>
        <vt:lpwstr/>
      </vt:variant>
      <vt:variant>
        <vt:lpwstr>_Toc89333391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4</cp:revision>
  <cp:lastPrinted>2019-02-26T20:05:00Z</cp:lastPrinted>
  <dcterms:created xsi:type="dcterms:W3CDTF">2021-12-09T18:17:00Z</dcterms:created>
  <dcterms:modified xsi:type="dcterms:W3CDTF">2021-12-16T18:32:00Z</dcterms:modified>
</cp:coreProperties>
</file>